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54F68" w:rsidRPr="00F54F68" w14:paraId="271B9ED4" w14:textId="77777777" w:rsidTr="005F707C">
        <w:trPr>
          <w:cantSplit/>
          <w:trHeight w:hRule="exact" w:val="567"/>
        </w:trPr>
        <w:tc>
          <w:tcPr>
            <w:tcW w:w="1276" w:type="dxa"/>
            <w:tcBorders>
              <w:bottom w:val="single" w:sz="4" w:space="0" w:color="auto"/>
            </w:tcBorders>
            <w:shd w:val="clear" w:color="auto" w:fill="auto"/>
            <w:vAlign w:val="bottom"/>
          </w:tcPr>
          <w:p w14:paraId="218DB299" w14:textId="135EC809" w:rsidR="00B56E9C" w:rsidRPr="00F54F68" w:rsidRDefault="00B56E9C" w:rsidP="00D5792F">
            <w:pPr>
              <w:spacing w:after="80"/>
            </w:pPr>
            <w:bookmarkStart w:id="0" w:name="_Hlk13669081"/>
          </w:p>
        </w:tc>
        <w:tc>
          <w:tcPr>
            <w:tcW w:w="2268" w:type="dxa"/>
            <w:tcBorders>
              <w:bottom w:val="single" w:sz="4" w:space="0" w:color="auto"/>
            </w:tcBorders>
            <w:shd w:val="clear" w:color="auto" w:fill="auto"/>
            <w:vAlign w:val="bottom"/>
          </w:tcPr>
          <w:p w14:paraId="54096E93" w14:textId="543A48D6" w:rsidR="00B56E9C" w:rsidRPr="00F54F68" w:rsidRDefault="00B56E9C" w:rsidP="00D5792F">
            <w:pPr>
              <w:spacing w:after="80" w:line="300" w:lineRule="exact"/>
              <w:rPr>
                <w:b/>
                <w:sz w:val="24"/>
                <w:szCs w:val="24"/>
              </w:rPr>
            </w:pPr>
            <w:r w:rsidRPr="00F54F68">
              <w:rPr>
                <w:sz w:val="28"/>
                <w:szCs w:val="28"/>
              </w:rPr>
              <w:t>United Nations</w:t>
            </w:r>
          </w:p>
        </w:tc>
        <w:tc>
          <w:tcPr>
            <w:tcW w:w="6095" w:type="dxa"/>
            <w:gridSpan w:val="2"/>
            <w:tcBorders>
              <w:bottom w:val="single" w:sz="4" w:space="0" w:color="auto"/>
            </w:tcBorders>
            <w:shd w:val="clear" w:color="auto" w:fill="auto"/>
            <w:vAlign w:val="bottom"/>
          </w:tcPr>
          <w:p w14:paraId="08E3D2D3" w14:textId="1F7301D3" w:rsidR="001F20EF" w:rsidRPr="00F54F68" w:rsidRDefault="00803BF8" w:rsidP="004979E7">
            <w:pPr>
              <w:jc w:val="right"/>
            </w:pPr>
            <w:r w:rsidRPr="00F54F68">
              <w:rPr>
                <w:sz w:val="40"/>
              </w:rPr>
              <w:t>ECE</w:t>
            </w:r>
            <w:r w:rsidRPr="00F54F68">
              <w:t>/TRANS/WP.29/GR</w:t>
            </w:r>
            <w:r w:rsidR="000D4EB3" w:rsidRPr="00F54F68">
              <w:t>SG</w:t>
            </w:r>
            <w:r w:rsidRPr="00F54F68">
              <w:t>/</w:t>
            </w:r>
            <w:r w:rsidR="004979E7">
              <w:t>2020</w:t>
            </w:r>
            <w:r w:rsidR="00B61A08" w:rsidRPr="00F54F68">
              <w:t>/</w:t>
            </w:r>
            <w:r w:rsidR="00667E4E">
              <w:t>4</w:t>
            </w:r>
          </w:p>
        </w:tc>
      </w:tr>
      <w:tr w:rsidR="00F54F68" w:rsidRPr="00F54F68" w14:paraId="05AD1DE7" w14:textId="77777777" w:rsidTr="005F707C">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F54F68" w:rsidRDefault="00D40653" w:rsidP="00D5792F">
            <w:pPr>
              <w:spacing w:before="120"/>
            </w:pPr>
            <w:bookmarkStart w:id="1" w:name="_Hlk13669102"/>
            <w:r w:rsidRPr="00F54F68">
              <w:rPr>
                <w:noProof/>
                <w:lang w:val="en-US" w:eastAsia="ja-JP"/>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0DF8E24A" w:rsidR="00B56E9C" w:rsidRPr="00F54F68" w:rsidRDefault="00D773DF" w:rsidP="00D5792F">
            <w:pPr>
              <w:spacing w:before="120" w:line="420" w:lineRule="exact"/>
              <w:rPr>
                <w:sz w:val="40"/>
                <w:szCs w:val="40"/>
              </w:rPr>
            </w:pPr>
            <w:r w:rsidRPr="00F54F68">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24B31B30" w:rsidR="00803BF8" w:rsidRPr="00F54F68" w:rsidRDefault="00803BF8" w:rsidP="00D5792F">
            <w:pPr>
              <w:spacing w:before="240" w:line="240" w:lineRule="exact"/>
            </w:pPr>
            <w:r w:rsidRPr="00F54F68">
              <w:t>Distr.: General</w:t>
            </w:r>
          </w:p>
          <w:p w14:paraId="44EE55EC" w14:textId="7718D1DF" w:rsidR="00803BF8" w:rsidRPr="00F54F68" w:rsidRDefault="00D55DDD" w:rsidP="00D5792F">
            <w:pPr>
              <w:spacing w:line="240" w:lineRule="exact"/>
            </w:pPr>
            <w:r>
              <w:rPr>
                <w:lang w:eastAsia="ja-JP"/>
              </w:rPr>
              <w:t>20</w:t>
            </w:r>
            <w:r w:rsidR="00A87C87" w:rsidRPr="00F54F68">
              <w:t xml:space="preserve"> </w:t>
            </w:r>
            <w:r w:rsidR="008D0995">
              <w:t>January 2020</w:t>
            </w:r>
          </w:p>
          <w:p w14:paraId="06632431" w14:textId="32D40619" w:rsidR="00803BF8" w:rsidRPr="00F54F68" w:rsidRDefault="00803BF8" w:rsidP="00D5792F">
            <w:pPr>
              <w:spacing w:line="240" w:lineRule="exact"/>
            </w:pPr>
          </w:p>
          <w:p w14:paraId="24701D08" w14:textId="2BAE0BE3" w:rsidR="003C17CC" w:rsidRPr="00F54F68" w:rsidRDefault="00803BF8" w:rsidP="00D5792F">
            <w:pPr>
              <w:spacing w:line="240" w:lineRule="exact"/>
            </w:pPr>
            <w:r w:rsidRPr="00F54F68">
              <w:t>Original: English</w:t>
            </w:r>
          </w:p>
          <w:p w14:paraId="7C167C57" w14:textId="3AA9E154" w:rsidR="00EA2A77" w:rsidRPr="00F54F68" w:rsidRDefault="00EA2A77" w:rsidP="00D5792F">
            <w:pPr>
              <w:spacing w:line="240" w:lineRule="exact"/>
            </w:pPr>
          </w:p>
        </w:tc>
      </w:tr>
    </w:tbl>
    <w:bookmarkEnd w:id="0"/>
    <w:p w14:paraId="5D60E9FA" w14:textId="2DC4EEC8" w:rsidR="00442A83" w:rsidRPr="00F54F68" w:rsidRDefault="00C96DF2" w:rsidP="00A076A9">
      <w:pPr>
        <w:tabs>
          <w:tab w:val="center" w:pos="4819"/>
        </w:tabs>
        <w:spacing w:before="120"/>
        <w:rPr>
          <w:b/>
          <w:sz w:val="28"/>
          <w:szCs w:val="28"/>
        </w:rPr>
      </w:pPr>
      <w:r w:rsidRPr="00F54F68">
        <w:rPr>
          <w:b/>
          <w:sz w:val="28"/>
          <w:szCs w:val="28"/>
        </w:rPr>
        <w:t>Economic Commission for Europe</w:t>
      </w:r>
    </w:p>
    <w:p w14:paraId="69FD0B76" w14:textId="77777777" w:rsidR="00C96DF2" w:rsidRPr="00F54F68" w:rsidRDefault="008F31D2" w:rsidP="00C96DF2">
      <w:pPr>
        <w:spacing w:before="120"/>
        <w:rPr>
          <w:sz w:val="28"/>
          <w:szCs w:val="28"/>
        </w:rPr>
      </w:pPr>
      <w:r w:rsidRPr="00F54F68">
        <w:rPr>
          <w:sz w:val="28"/>
          <w:szCs w:val="28"/>
        </w:rPr>
        <w:t>Inland Transport Committee</w:t>
      </w:r>
    </w:p>
    <w:p w14:paraId="2BADA06F" w14:textId="77777777" w:rsidR="00EA2A77" w:rsidRPr="00F54F68" w:rsidRDefault="00EA2A77" w:rsidP="00EA2A77">
      <w:pPr>
        <w:spacing w:before="120"/>
        <w:rPr>
          <w:b/>
          <w:sz w:val="24"/>
          <w:szCs w:val="24"/>
        </w:rPr>
      </w:pPr>
      <w:r w:rsidRPr="00F54F68">
        <w:rPr>
          <w:b/>
          <w:sz w:val="24"/>
          <w:szCs w:val="24"/>
        </w:rPr>
        <w:t xml:space="preserve">World Forum for Harmonization of Vehicle </w:t>
      </w:r>
      <w:r w:rsidR="00D26E07" w:rsidRPr="00F54F68">
        <w:rPr>
          <w:b/>
          <w:sz w:val="24"/>
          <w:szCs w:val="24"/>
        </w:rPr>
        <w:t>Regulation</w:t>
      </w:r>
      <w:r w:rsidRPr="00F54F68">
        <w:rPr>
          <w:b/>
          <w:sz w:val="24"/>
          <w:szCs w:val="24"/>
        </w:rPr>
        <w:t>s</w:t>
      </w:r>
    </w:p>
    <w:p w14:paraId="3EF091C0" w14:textId="77777777" w:rsidR="003C17CC" w:rsidRPr="00F54F68" w:rsidRDefault="003C17CC" w:rsidP="00EA2A77">
      <w:pPr>
        <w:spacing w:before="120"/>
        <w:rPr>
          <w:b/>
        </w:rPr>
      </w:pPr>
      <w:r w:rsidRPr="00F54F68">
        <w:rPr>
          <w:b/>
        </w:rPr>
        <w:t xml:space="preserve">Working Party on </w:t>
      </w:r>
      <w:r w:rsidR="00E109DD" w:rsidRPr="00F54F68">
        <w:rPr>
          <w:b/>
        </w:rPr>
        <w:t xml:space="preserve">General Safety </w:t>
      </w:r>
      <w:r w:rsidR="00F96D3C" w:rsidRPr="00F54F68">
        <w:rPr>
          <w:b/>
        </w:rPr>
        <w:t>Provisions</w:t>
      </w:r>
    </w:p>
    <w:p w14:paraId="2E143AE8" w14:textId="123ED3AF" w:rsidR="00C96DF2" w:rsidRPr="00F54F68" w:rsidRDefault="00856FAA" w:rsidP="00C96DF2">
      <w:pPr>
        <w:spacing w:before="120"/>
        <w:rPr>
          <w:b/>
        </w:rPr>
      </w:pPr>
      <w:r w:rsidRPr="00F54F68">
        <w:rPr>
          <w:b/>
        </w:rPr>
        <w:t>1</w:t>
      </w:r>
      <w:r w:rsidR="002A7DBF" w:rsidRPr="00F54F68">
        <w:rPr>
          <w:b/>
        </w:rPr>
        <w:t>1</w:t>
      </w:r>
      <w:r w:rsidR="00DB440A">
        <w:rPr>
          <w:b/>
          <w:lang w:eastAsia="ja-JP"/>
        </w:rPr>
        <w:t>8</w:t>
      </w:r>
      <w:r w:rsidR="0003564D" w:rsidRPr="00F54F68">
        <w:rPr>
          <w:b/>
        </w:rPr>
        <w:t>th</w:t>
      </w:r>
      <w:r w:rsidR="003C17CC" w:rsidRPr="00F54F68">
        <w:rPr>
          <w:b/>
        </w:rPr>
        <w:t xml:space="preserve"> </w:t>
      </w:r>
      <w:r w:rsidR="00182290" w:rsidRPr="00F54F68">
        <w:rPr>
          <w:b/>
        </w:rPr>
        <w:t>session</w:t>
      </w:r>
    </w:p>
    <w:p w14:paraId="38C43504" w14:textId="1B778E5F" w:rsidR="003B4673" w:rsidRPr="00F54F68" w:rsidRDefault="003B4673" w:rsidP="003B4673">
      <w:r w:rsidRPr="00F54F68">
        <w:t xml:space="preserve">Geneva, </w:t>
      </w:r>
      <w:r w:rsidR="00DB440A">
        <w:rPr>
          <w:rFonts w:hint="eastAsia"/>
          <w:lang w:eastAsia="ja-JP"/>
        </w:rPr>
        <w:t xml:space="preserve">30 March </w:t>
      </w:r>
      <w:r w:rsidR="00DB440A">
        <w:t>–</w:t>
      </w:r>
      <w:r w:rsidRPr="00F54F68">
        <w:t xml:space="preserve"> </w:t>
      </w:r>
      <w:r w:rsidR="005A56A2">
        <w:t>3</w:t>
      </w:r>
      <w:r w:rsidR="00DB440A">
        <w:t xml:space="preserve"> April 2020</w:t>
      </w:r>
    </w:p>
    <w:p w14:paraId="33AA25CC" w14:textId="6906B823" w:rsidR="003B4673" w:rsidRPr="00F54F68" w:rsidRDefault="003B4673" w:rsidP="003B4673">
      <w:r w:rsidRPr="00F54F68">
        <w:t xml:space="preserve">Item </w:t>
      </w:r>
      <w:r w:rsidR="00667E4E">
        <w:rPr>
          <w:lang w:eastAsia="ja-JP"/>
        </w:rPr>
        <w:t>5</w:t>
      </w:r>
      <w:r w:rsidRPr="00F54F68">
        <w:t xml:space="preserve"> of the provisional agenda</w:t>
      </w:r>
    </w:p>
    <w:p w14:paraId="34EF25E2" w14:textId="0B0D58F0" w:rsidR="003B4673" w:rsidRPr="00517911" w:rsidRDefault="005541C4" w:rsidP="00517911">
      <w:pPr>
        <w:rPr>
          <w:b/>
        </w:rPr>
      </w:pPr>
      <w:r w:rsidRPr="00F54F68">
        <w:rPr>
          <w:b/>
        </w:rPr>
        <w:t>A</w:t>
      </w:r>
      <w:r w:rsidR="00D2267D" w:rsidRPr="00F54F68">
        <w:rPr>
          <w:b/>
        </w:rPr>
        <w:t>wareness of the proximity of Vulnerable Road Users</w:t>
      </w:r>
    </w:p>
    <w:p w14:paraId="1F356798" w14:textId="61BF6180" w:rsidR="003B4673" w:rsidRPr="00F54F68" w:rsidRDefault="003067D5" w:rsidP="003067D5">
      <w:pPr>
        <w:pStyle w:val="HChG"/>
        <w:tabs>
          <w:tab w:val="left" w:pos="8505"/>
        </w:tabs>
        <w:rPr>
          <w:szCs w:val="28"/>
        </w:rPr>
      </w:pPr>
      <w:r>
        <w:rPr>
          <w:sz w:val="26"/>
          <w:szCs w:val="26"/>
        </w:rPr>
        <w:tab/>
      </w:r>
      <w:r>
        <w:rPr>
          <w:sz w:val="26"/>
          <w:szCs w:val="26"/>
        </w:rPr>
        <w:tab/>
      </w:r>
      <w:r w:rsidR="003B4673" w:rsidRPr="00F54F68">
        <w:rPr>
          <w:szCs w:val="28"/>
        </w:rPr>
        <w:t xml:space="preserve">Proposal for </w:t>
      </w:r>
      <w:r w:rsidR="00F54F68" w:rsidRPr="00F54F68">
        <w:rPr>
          <w:rFonts w:hint="eastAsia"/>
          <w:szCs w:val="28"/>
          <w:lang w:eastAsia="ja-JP"/>
        </w:rPr>
        <w:t>a</w:t>
      </w:r>
      <w:r w:rsidR="00D2267D" w:rsidRPr="00F54F68">
        <w:rPr>
          <w:szCs w:val="28"/>
        </w:rPr>
        <w:t xml:space="preserve"> </w:t>
      </w:r>
      <w:r w:rsidR="00517911">
        <w:rPr>
          <w:szCs w:val="28"/>
          <w:lang w:eastAsia="ja-JP"/>
        </w:rPr>
        <w:t>n</w:t>
      </w:r>
      <w:r w:rsidR="00F54F68" w:rsidRPr="00F54F68">
        <w:rPr>
          <w:rFonts w:hint="eastAsia"/>
          <w:szCs w:val="28"/>
          <w:lang w:eastAsia="ja-JP"/>
        </w:rPr>
        <w:t>ew</w:t>
      </w:r>
      <w:r w:rsidR="001407D5" w:rsidRPr="00F54F68">
        <w:rPr>
          <w:szCs w:val="28"/>
        </w:rPr>
        <w:t xml:space="preserve"> </w:t>
      </w:r>
      <w:r w:rsidR="002C0D4D" w:rsidRPr="00F54F68">
        <w:rPr>
          <w:szCs w:val="28"/>
        </w:rPr>
        <w:t>UN Regulation</w:t>
      </w:r>
      <w:r w:rsidR="00517911">
        <w:rPr>
          <w:szCs w:val="28"/>
        </w:rPr>
        <w:t xml:space="preserve"> on </w:t>
      </w:r>
      <w:r w:rsidR="00517911" w:rsidRPr="00F54F68">
        <w:t>the approval of devices for reversing motion and motor vehicles with regard to the driver’s awareness of vulnerable road users behind vehicles</w:t>
      </w:r>
    </w:p>
    <w:p w14:paraId="15C212E1" w14:textId="102B2A3E" w:rsidR="002B47CA" w:rsidRPr="00F54F68" w:rsidRDefault="002B47CA" w:rsidP="001F72E8">
      <w:pPr>
        <w:pStyle w:val="H1G"/>
        <w:tabs>
          <w:tab w:val="clear" w:pos="851"/>
          <w:tab w:val="left" w:pos="8505"/>
        </w:tabs>
        <w:ind w:firstLine="0"/>
        <w:rPr>
          <w:vertAlign w:val="superscript"/>
        </w:rPr>
      </w:pPr>
      <w:r w:rsidRPr="00F54F68">
        <w:t xml:space="preserve">Submitted by </w:t>
      </w:r>
      <w:r w:rsidR="00DF418A" w:rsidRPr="00F54F68">
        <w:t xml:space="preserve">the </w:t>
      </w:r>
      <w:r w:rsidR="00112D6E" w:rsidRPr="00F54F68">
        <w:t>Informal Working Group on Awareness of Vulnerable Road Users Proximity</w:t>
      </w:r>
      <w:r w:rsidR="00CE4F6A" w:rsidRPr="00CE4F6A">
        <w:rPr>
          <w:rStyle w:val="FootnoteReference"/>
          <w:sz w:val="20"/>
          <w:vertAlign w:val="baseline"/>
        </w:rPr>
        <w:footnoteReference w:customMarkFollows="1" w:id="2"/>
        <w:t>*</w:t>
      </w:r>
    </w:p>
    <w:p w14:paraId="21CE110A" w14:textId="50C46730" w:rsidR="00D55DDD" w:rsidRPr="00F54F68" w:rsidRDefault="0050261A" w:rsidP="00D55DDD">
      <w:pPr>
        <w:tabs>
          <w:tab w:val="left" w:pos="8505"/>
        </w:tabs>
        <w:ind w:left="1134" w:right="1134" w:firstLine="567"/>
        <w:jc w:val="both"/>
      </w:pPr>
      <w:r w:rsidRPr="00F54F68">
        <w:t xml:space="preserve">The text reproduced below was prepared by the </w:t>
      </w:r>
      <w:r w:rsidR="00D35450" w:rsidRPr="00F54F68">
        <w:t>experts</w:t>
      </w:r>
      <w:r w:rsidR="001C1271" w:rsidRPr="00F54F68">
        <w:t xml:space="preserve"> </w:t>
      </w:r>
      <w:r w:rsidR="00112D6E" w:rsidRPr="00F54F68">
        <w:t>o</w:t>
      </w:r>
      <w:r w:rsidR="001C1271" w:rsidRPr="00F54F68">
        <w:t xml:space="preserve">f </w:t>
      </w:r>
      <w:r w:rsidR="00112D6E" w:rsidRPr="00F54F68">
        <w:t>the Informal Working Group (IWG) on Awareness of Vulnerable Road Users Proximity (VRU-</w:t>
      </w:r>
      <w:proofErr w:type="spellStart"/>
      <w:r w:rsidR="00112D6E" w:rsidRPr="00F54F68">
        <w:t>Proxi</w:t>
      </w:r>
      <w:proofErr w:type="spellEnd"/>
      <w:r w:rsidR="00112D6E" w:rsidRPr="00F54F68">
        <w:t>)</w:t>
      </w:r>
      <w:r w:rsidR="001C1271" w:rsidRPr="00F54F68">
        <w:t xml:space="preserve"> to improve the rear field of vision</w:t>
      </w:r>
      <w:r w:rsidR="00F54F68" w:rsidRPr="00F54F68">
        <w:t xml:space="preserve"> and the driver’s awareness of vulnerable road users behind vehicles</w:t>
      </w:r>
      <w:r w:rsidR="001C1271" w:rsidRPr="00F54F68">
        <w:t xml:space="preserve">. </w:t>
      </w:r>
    </w:p>
    <w:bookmarkEnd w:id="1"/>
    <w:p w14:paraId="53F988A0" w14:textId="77777777" w:rsidR="00D55DDD" w:rsidRDefault="00D55DDD" w:rsidP="00F54F68">
      <w:pPr>
        <w:pStyle w:val="HChG"/>
        <w:ind w:left="0" w:firstLine="0"/>
      </w:pPr>
      <w:r>
        <w:br w:type="page"/>
      </w:r>
    </w:p>
    <w:p w14:paraId="3F85EC98" w14:textId="112F05AD" w:rsidR="00F54F68" w:rsidRPr="00F54F68" w:rsidRDefault="00F54F68" w:rsidP="00F54F68">
      <w:pPr>
        <w:pStyle w:val="HChG"/>
        <w:ind w:left="0" w:firstLine="0"/>
      </w:pPr>
      <w:r w:rsidRPr="00F54F68">
        <w:lastRenderedPageBreak/>
        <w:tab/>
        <w:t>I.</w:t>
      </w:r>
      <w:r w:rsidRPr="00F54F68">
        <w:tab/>
        <w:t>Proposal</w:t>
      </w:r>
    </w:p>
    <w:p w14:paraId="0FD2477B" w14:textId="3DED99DB" w:rsidR="00F54F68" w:rsidRPr="00D55DDD" w:rsidRDefault="00F54F68" w:rsidP="00D55DDD">
      <w:pPr>
        <w:pStyle w:val="HChG"/>
      </w:pPr>
      <w:bookmarkStart w:id="2" w:name="_Toc387935141"/>
      <w:bookmarkStart w:id="3" w:name="_Toc397517931"/>
      <w:bookmarkStart w:id="4" w:name="_Toc456777134"/>
      <w:r w:rsidRPr="00F54F68">
        <w:tab/>
      </w:r>
      <w:r w:rsidRPr="00F54F68">
        <w:tab/>
        <w:t xml:space="preserve">UN Regulation No. </w:t>
      </w:r>
      <w:bookmarkEnd w:id="2"/>
      <w:bookmarkEnd w:id="3"/>
      <w:r w:rsidR="004C6CF7">
        <w:t>[</w:t>
      </w:r>
      <w:r w:rsidRPr="00F54F68">
        <w:t>XXX</w:t>
      </w:r>
      <w:bookmarkEnd w:id="4"/>
      <w:r w:rsidR="004C6CF7">
        <w:t>]</w:t>
      </w:r>
      <w:r w:rsidR="004C6CF7">
        <w:rPr>
          <w:rStyle w:val="FootnoteReference"/>
        </w:rPr>
        <w:footnoteReference w:id="3"/>
      </w:r>
    </w:p>
    <w:p w14:paraId="110CFF5F" w14:textId="5833388E" w:rsidR="00F54F68" w:rsidRDefault="00F54F68" w:rsidP="00D55DDD">
      <w:pPr>
        <w:pStyle w:val="HChG"/>
      </w:pPr>
      <w:r w:rsidRPr="00F54F68">
        <w:tab/>
      </w:r>
      <w:r w:rsidRPr="00F54F68">
        <w:tab/>
        <w:t xml:space="preserve">Proposal for a new UN Regulation on uniform provisions </w:t>
      </w:r>
      <w:r w:rsidRPr="00F54F68">
        <w:rPr>
          <w:rFonts w:hint="eastAsia"/>
          <w:lang w:eastAsia="ja-JP"/>
        </w:rPr>
        <w:t>concerning</w:t>
      </w:r>
      <w:r w:rsidRPr="00F54F68">
        <w:t xml:space="preserve"> the approval of devices for reversing motion and motor vehicles with regard to the driver’s awareness of vulnerable road users behind vehicles</w:t>
      </w:r>
    </w:p>
    <w:p w14:paraId="28CBC38C" w14:textId="77777777" w:rsidR="00D55DDD" w:rsidRDefault="00D55DDD" w:rsidP="00F96353">
      <w:pPr>
        <w:spacing w:after="120"/>
        <w:rPr>
          <w:sz w:val="28"/>
        </w:rPr>
      </w:pPr>
      <w:r>
        <w:rPr>
          <w:sz w:val="28"/>
        </w:rPr>
        <w:t>Contents</w:t>
      </w:r>
    </w:p>
    <w:p w14:paraId="2C1996CC" w14:textId="39EFAEA8" w:rsidR="00D55DDD" w:rsidRDefault="00D55DDD" w:rsidP="00F96353">
      <w:pPr>
        <w:tabs>
          <w:tab w:val="right" w:pos="9638"/>
        </w:tabs>
        <w:spacing w:after="120"/>
        <w:ind w:left="283"/>
        <w:rPr>
          <w:sz w:val="18"/>
        </w:rPr>
      </w:pPr>
      <w:r>
        <w:rPr>
          <w:i/>
          <w:sz w:val="18"/>
        </w:rPr>
        <w:tab/>
        <w:t>Page</w:t>
      </w:r>
      <w:r w:rsidR="00CB4145" w:rsidRPr="00CB4145">
        <w:rPr>
          <w:rStyle w:val="FootnoteReference"/>
          <w:i/>
          <w:sz w:val="20"/>
          <w:vertAlign w:val="baseline"/>
        </w:rPr>
        <w:footnoteReference w:customMarkFollows="1" w:id="4"/>
        <w:t>**</w:t>
      </w:r>
    </w:p>
    <w:p w14:paraId="04B5419F" w14:textId="29EF9C44" w:rsidR="00BE75E4" w:rsidRPr="00D55DDD" w:rsidRDefault="00BE75E4" w:rsidP="00D55DDD">
      <w:pPr>
        <w:tabs>
          <w:tab w:val="right" w:pos="851"/>
          <w:tab w:val="left" w:pos="1134"/>
          <w:tab w:val="left" w:pos="1559"/>
          <w:tab w:val="left" w:pos="1984"/>
          <w:tab w:val="left" w:leader="dot" w:pos="8929"/>
          <w:tab w:val="right" w:pos="9638"/>
        </w:tabs>
        <w:spacing w:after="120"/>
      </w:pPr>
      <w:r w:rsidRPr="00D55DDD">
        <w:t>Regulation</w:t>
      </w:r>
    </w:p>
    <w:p w14:paraId="4E0E563C" w14:textId="54AB9F91" w:rsidR="001F6F76"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w:t>
      </w:r>
      <w:r w:rsidR="00BE75E4" w:rsidRPr="00D55DDD">
        <w:tab/>
        <w:t xml:space="preserve">Scope </w:t>
      </w:r>
      <w:r>
        <w:tab/>
      </w:r>
      <w:r>
        <w:tab/>
      </w:r>
      <w:r>
        <w:tab/>
      </w:r>
    </w:p>
    <w:p w14:paraId="63BDE055" w14:textId="5BE6EF47"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I.</w:t>
      </w:r>
      <w:r w:rsidR="00BE75E4" w:rsidRPr="00D55DDD">
        <w:tab/>
        <w:t>Devices for indirect vision</w:t>
      </w:r>
      <w:r>
        <w:tab/>
      </w:r>
      <w:r>
        <w:tab/>
      </w:r>
    </w:p>
    <w:p w14:paraId="065410CC" w14:textId="296181AC"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2.</w:t>
      </w:r>
      <w:r w:rsidR="00BE75E4" w:rsidRPr="00D55DDD">
        <w:tab/>
        <w:t xml:space="preserve">Definitions </w:t>
      </w:r>
      <w:r>
        <w:tab/>
      </w:r>
      <w:r>
        <w:tab/>
      </w:r>
    </w:p>
    <w:p w14:paraId="62151582" w14:textId="6B22C6F2"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3.</w:t>
      </w:r>
      <w:r w:rsidR="00BE75E4" w:rsidRPr="00D55DDD">
        <w:tab/>
        <w:t>Application for approval</w:t>
      </w:r>
      <w:r>
        <w:tab/>
      </w:r>
      <w:r>
        <w:tab/>
      </w:r>
    </w:p>
    <w:p w14:paraId="5DE70D4B" w14:textId="4C4A1CFB"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4.</w:t>
      </w:r>
      <w:r w:rsidR="00BE75E4" w:rsidRPr="00D55DDD">
        <w:tab/>
        <w:t xml:space="preserve">Markings </w:t>
      </w:r>
      <w:r>
        <w:tab/>
      </w:r>
      <w:r>
        <w:tab/>
      </w:r>
      <w:r>
        <w:tab/>
      </w:r>
    </w:p>
    <w:p w14:paraId="03F5D3C3" w14:textId="4B7E6928"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5.</w:t>
      </w:r>
      <w:r w:rsidR="00BE75E4" w:rsidRPr="00D55DDD">
        <w:tab/>
        <w:t>Approval</w:t>
      </w:r>
      <w:r w:rsidR="00BE75E4" w:rsidRPr="00D55DDD">
        <w:tab/>
      </w:r>
      <w:r>
        <w:tab/>
      </w:r>
      <w:r>
        <w:tab/>
      </w:r>
    </w:p>
    <w:p w14:paraId="08C98755" w14:textId="132A0F1A"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6.</w:t>
      </w:r>
      <w:r w:rsidR="00BE75E4" w:rsidRPr="00D55DDD">
        <w:tab/>
        <w:t xml:space="preserve">Requirements </w:t>
      </w:r>
      <w:r>
        <w:tab/>
      </w:r>
      <w:r>
        <w:tab/>
      </w:r>
    </w:p>
    <w:p w14:paraId="365970CA" w14:textId="4C2BA643"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7.</w:t>
      </w:r>
      <w:r w:rsidR="00BE75E4" w:rsidRPr="00D55DDD">
        <w:tab/>
        <w:t>Modification of the type of device for indirect vision and extension of approval</w:t>
      </w:r>
      <w:r>
        <w:tab/>
      </w:r>
      <w:r>
        <w:tab/>
      </w:r>
    </w:p>
    <w:p w14:paraId="2048D5F8" w14:textId="6EF6F953"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8.</w:t>
      </w:r>
      <w:r w:rsidR="00BE75E4" w:rsidRPr="00D55DDD">
        <w:tab/>
        <w:t xml:space="preserve">Conformity of production </w:t>
      </w:r>
      <w:r>
        <w:tab/>
      </w:r>
      <w:r>
        <w:tab/>
      </w:r>
    </w:p>
    <w:p w14:paraId="254543BE" w14:textId="06F939A2"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9.</w:t>
      </w:r>
      <w:r w:rsidR="00BE75E4" w:rsidRPr="00D55DDD">
        <w:tab/>
        <w:t xml:space="preserve">Penalties for </w:t>
      </w:r>
      <w:proofErr w:type="spellStart"/>
      <w:r w:rsidR="00BE75E4" w:rsidRPr="00D55DDD">
        <w:t>non conformity</w:t>
      </w:r>
      <w:proofErr w:type="spellEnd"/>
      <w:r w:rsidR="00BE75E4" w:rsidRPr="00D55DDD">
        <w:t xml:space="preserve"> of production</w:t>
      </w:r>
      <w:r>
        <w:tab/>
      </w:r>
      <w:r>
        <w:tab/>
      </w:r>
    </w:p>
    <w:p w14:paraId="6D448FC9" w14:textId="0A4C0D9D"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10.</w:t>
      </w:r>
      <w:r w:rsidR="00BE75E4" w:rsidRPr="00D55DDD">
        <w:tab/>
        <w:t>Production definitively discontinued</w:t>
      </w:r>
      <w:r>
        <w:tab/>
      </w:r>
      <w:r>
        <w:tab/>
      </w:r>
    </w:p>
    <w:p w14:paraId="77512297" w14:textId="4FF637F6" w:rsidR="00BE75E4" w:rsidRPr="00D55DDD" w:rsidRDefault="00D55DDD" w:rsidP="00D55DDD">
      <w:pPr>
        <w:tabs>
          <w:tab w:val="right" w:pos="851"/>
          <w:tab w:val="left" w:pos="1134"/>
          <w:tab w:val="left" w:pos="1559"/>
          <w:tab w:val="left" w:pos="1984"/>
          <w:tab w:val="left" w:leader="dot" w:pos="8929"/>
          <w:tab w:val="right" w:pos="9638"/>
        </w:tabs>
        <w:spacing w:after="120"/>
        <w:ind w:left="1134" w:hanging="1134"/>
      </w:pPr>
      <w:r>
        <w:tab/>
      </w:r>
      <w:r w:rsidR="00BE75E4" w:rsidRPr="00D55DDD">
        <w:t>11.</w:t>
      </w:r>
      <w:r w:rsidR="00BE75E4" w:rsidRPr="00D55DDD">
        <w:tab/>
        <w:t xml:space="preserve">Names and addresses of Technical Services responsible for conducting approval tests, </w:t>
      </w:r>
      <w:r>
        <w:br/>
      </w:r>
      <w:r w:rsidR="00BE75E4" w:rsidRPr="00D55DDD">
        <w:t>and of Type Approval Authorities</w:t>
      </w:r>
      <w:r>
        <w:tab/>
      </w:r>
      <w:r>
        <w:tab/>
      </w:r>
    </w:p>
    <w:p w14:paraId="7EA8EE2B" w14:textId="208A29CD"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II.</w:t>
      </w:r>
      <w:r w:rsidR="00BE75E4" w:rsidRPr="00D55DDD">
        <w:tab/>
        <w:t>Installation of devices for reversing motion</w:t>
      </w:r>
      <w:r>
        <w:tab/>
      </w:r>
      <w:r>
        <w:tab/>
      </w:r>
    </w:p>
    <w:p w14:paraId="31C5D671" w14:textId="66996912"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12.</w:t>
      </w:r>
      <w:r w:rsidR="00BE75E4" w:rsidRPr="00D55DDD">
        <w:tab/>
        <w:t xml:space="preserve">Definitions </w:t>
      </w:r>
      <w:r>
        <w:tab/>
      </w:r>
      <w:r>
        <w:tab/>
      </w:r>
    </w:p>
    <w:p w14:paraId="0DC07968" w14:textId="7D039A06"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13.</w:t>
      </w:r>
      <w:r w:rsidR="00BE75E4" w:rsidRPr="00D55DDD">
        <w:tab/>
        <w:t>Application for approval</w:t>
      </w:r>
      <w:r>
        <w:tab/>
      </w:r>
      <w:r>
        <w:tab/>
      </w:r>
    </w:p>
    <w:p w14:paraId="2BFE41C8" w14:textId="1E13FAC3"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14.</w:t>
      </w:r>
      <w:r w:rsidR="00BE75E4" w:rsidRPr="00D55DDD">
        <w:tab/>
        <w:t>Approval</w:t>
      </w:r>
      <w:r>
        <w:tab/>
      </w:r>
      <w:r>
        <w:tab/>
      </w:r>
      <w:r>
        <w:tab/>
      </w:r>
    </w:p>
    <w:p w14:paraId="542E5592" w14:textId="65507F43"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15.</w:t>
      </w:r>
      <w:r w:rsidR="00BE75E4" w:rsidRPr="00D55DDD">
        <w:tab/>
        <w:t>Requirements</w:t>
      </w:r>
      <w:r>
        <w:tab/>
      </w:r>
      <w:r>
        <w:tab/>
      </w:r>
    </w:p>
    <w:p w14:paraId="1095998F" w14:textId="00E80FDC"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16.</w:t>
      </w:r>
      <w:r w:rsidR="00BE75E4" w:rsidRPr="00D55DDD">
        <w:tab/>
        <w:t>Requirements for rear-view camera system</w:t>
      </w:r>
      <w:r>
        <w:tab/>
      </w:r>
      <w:r>
        <w:tab/>
      </w:r>
    </w:p>
    <w:p w14:paraId="5630BC6B" w14:textId="31C670AC"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17.</w:t>
      </w:r>
      <w:r w:rsidR="00BE75E4" w:rsidRPr="00D55DDD">
        <w:tab/>
        <w:t>Requirements for detection systems</w:t>
      </w:r>
      <w:r>
        <w:tab/>
      </w:r>
      <w:r>
        <w:tab/>
      </w:r>
    </w:p>
    <w:p w14:paraId="26B93AED" w14:textId="0C1B7EB9"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18.</w:t>
      </w:r>
      <w:r w:rsidR="00BE75E4" w:rsidRPr="00D55DDD">
        <w:tab/>
        <w:t xml:space="preserve">Modifications of the vehicle </w:t>
      </w:r>
      <w:r w:rsidR="008D0995" w:rsidRPr="00D55DDD">
        <w:t>type</w:t>
      </w:r>
      <w:r w:rsidR="00BE75E4" w:rsidRPr="00D55DDD">
        <w:t xml:space="preserve"> and extension of approvals</w:t>
      </w:r>
      <w:r>
        <w:tab/>
      </w:r>
      <w:r>
        <w:tab/>
      </w:r>
    </w:p>
    <w:p w14:paraId="2B1658B6" w14:textId="159DC6AA"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19.</w:t>
      </w:r>
      <w:r w:rsidR="00BE75E4" w:rsidRPr="00D55DDD">
        <w:tab/>
        <w:t>Conformity of production</w:t>
      </w:r>
      <w:r>
        <w:tab/>
      </w:r>
      <w:r>
        <w:tab/>
      </w:r>
    </w:p>
    <w:p w14:paraId="135603F4" w14:textId="34F774E8"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 xml:space="preserve">20. </w:t>
      </w:r>
      <w:r>
        <w:tab/>
      </w:r>
      <w:r w:rsidR="00BE75E4" w:rsidRPr="00D55DDD">
        <w:t>Penalties for non-conformity of protection</w:t>
      </w:r>
      <w:r>
        <w:tab/>
      </w:r>
      <w:r>
        <w:tab/>
      </w:r>
    </w:p>
    <w:p w14:paraId="65E26634" w14:textId="22842AD4"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21.</w:t>
      </w:r>
      <w:r>
        <w:tab/>
      </w:r>
      <w:r w:rsidR="00BE75E4" w:rsidRPr="00D55DDD">
        <w:t xml:space="preserve">Production </w:t>
      </w:r>
      <w:r w:rsidR="008D0995" w:rsidRPr="00D55DDD">
        <w:t>definitively</w:t>
      </w:r>
      <w:r w:rsidR="00BE75E4" w:rsidRPr="00D55DDD">
        <w:t xml:space="preserve"> discontinued</w:t>
      </w:r>
      <w:r>
        <w:tab/>
      </w:r>
      <w:r>
        <w:tab/>
      </w:r>
    </w:p>
    <w:p w14:paraId="14A0D133" w14:textId="2EC31E07" w:rsidR="00BE75E4" w:rsidRPr="00D55DDD" w:rsidRDefault="00D55DDD" w:rsidP="00D55DDD">
      <w:pPr>
        <w:tabs>
          <w:tab w:val="right" w:pos="851"/>
          <w:tab w:val="left" w:pos="1134"/>
          <w:tab w:val="left" w:pos="1559"/>
          <w:tab w:val="left" w:pos="1984"/>
          <w:tab w:val="left" w:leader="dot" w:pos="8929"/>
          <w:tab w:val="right" w:pos="9638"/>
        </w:tabs>
        <w:spacing w:after="120"/>
        <w:ind w:left="1134" w:hanging="1134"/>
      </w:pPr>
      <w:r>
        <w:tab/>
      </w:r>
      <w:r w:rsidR="001F6F76" w:rsidRPr="00D55DDD">
        <w:t>2</w:t>
      </w:r>
      <w:r w:rsidR="00BE75E4" w:rsidRPr="00D55DDD">
        <w:t>2.</w:t>
      </w:r>
      <w:r w:rsidR="00BE75E4" w:rsidRPr="00D55DDD">
        <w:tab/>
        <w:t xml:space="preserve">Names and addresses of Technical Services responsible for conducting approval tests, </w:t>
      </w:r>
      <w:r>
        <w:br/>
      </w:r>
      <w:r w:rsidR="00BE75E4" w:rsidRPr="00D55DDD">
        <w:t>and of Type Approval Authorities</w:t>
      </w:r>
      <w:r w:rsidR="00BE75E4" w:rsidRPr="00D55DDD">
        <w:tab/>
      </w:r>
      <w:r>
        <w:tab/>
      </w:r>
    </w:p>
    <w:p w14:paraId="788646CC" w14:textId="77777777" w:rsidR="00BE75E4" w:rsidRPr="00D55DDD" w:rsidRDefault="00BE75E4" w:rsidP="00C93C84">
      <w:pPr>
        <w:keepNext/>
        <w:keepLines/>
        <w:tabs>
          <w:tab w:val="right" w:pos="851"/>
          <w:tab w:val="left" w:pos="1134"/>
          <w:tab w:val="left" w:pos="1559"/>
          <w:tab w:val="left" w:pos="1984"/>
          <w:tab w:val="left" w:leader="dot" w:pos="8929"/>
          <w:tab w:val="right" w:pos="9638"/>
        </w:tabs>
        <w:spacing w:after="120"/>
      </w:pPr>
      <w:r w:rsidRPr="00D55DDD">
        <w:lastRenderedPageBreak/>
        <w:t>Annexes</w:t>
      </w:r>
    </w:p>
    <w:p w14:paraId="525705EE" w14:textId="470511DD" w:rsidR="00BE75E4" w:rsidRPr="00D55DDD" w:rsidRDefault="00D55DDD" w:rsidP="00C93C84">
      <w:pPr>
        <w:keepNext/>
        <w:keepLines/>
        <w:tabs>
          <w:tab w:val="right" w:pos="851"/>
          <w:tab w:val="left" w:pos="1134"/>
          <w:tab w:val="left" w:pos="1559"/>
          <w:tab w:val="left" w:pos="1984"/>
          <w:tab w:val="left" w:leader="dot" w:pos="8929"/>
          <w:tab w:val="right" w:pos="9638"/>
        </w:tabs>
        <w:spacing w:after="120"/>
      </w:pPr>
      <w:r>
        <w:tab/>
      </w:r>
      <w:r w:rsidR="001F6F76" w:rsidRPr="00D55DDD">
        <w:t>1</w:t>
      </w:r>
      <w:r w:rsidR="00BE75E4" w:rsidRPr="00D55DDD">
        <w:tab/>
        <w:t>Information document for type approval of a device for reversing motion</w:t>
      </w:r>
      <w:r>
        <w:tab/>
      </w:r>
      <w:r>
        <w:tab/>
      </w:r>
    </w:p>
    <w:p w14:paraId="51B5A13A" w14:textId="268BD82E" w:rsidR="00BE75E4" w:rsidRPr="00D55DDD" w:rsidRDefault="00D55DDD" w:rsidP="00D55DDD">
      <w:pPr>
        <w:tabs>
          <w:tab w:val="right" w:pos="851"/>
          <w:tab w:val="left" w:pos="1134"/>
          <w:tab w:val="left" w:pos="1559"/>
          <w:tab w:val="left" w:pos="1984"/>
          <w:tab w:val="left" w:leader="dot" w:pos="8929"/>
          <w:tab w:val="right" w:pos="9638"/>
        </w:tabs>
        <w:spacing w:after="120"/>
        <w:ind w:left="1134" w:hanging="1134"/>
      </w:pPr>
      <w:r>
        <w:tab/>
      </w:r>
      <w:r w:rsidR="00BE75E4" w:rsidRPr="00D55DDD">
        <w:t>2</w:t>
      </w:r>
      <w:r w:rsidR="00BE75E4" w:rsidRPr="00D55DDD">
        <w:tab/>
        <w:t xml:space="preserve">Information document for type approval of vehicle with respect to the installation of devices </w:t>
      </w:r>
      <w:r>
        <w:br/>
      </w:r>
      <w:r w:rsidR="00BE75E4" w:rsidRPr="00D55DDD">
        <w:t>for reversing motion</w:t>
      </w:r>
      <w:r>
        <w:tab/>
      </w:r>
      <w:r>
        <w:tab/>
      </w:r>
    </w:p>
    <w:p w14:paraId="22461B92" w14:textId="43D0C5AF" w:rsidR="00BE75E4" w:rsidRPr="00D55DDD" w:rsidRDefault="00D55DDD" w:rsidP="00D55DDD">
      <w:pPr>
        <w:tabs>
          <w:tab w:val="right" w:pos="851"/>
          <w:tab w:val="left" w:pos="1134"/>
          <w:tab w:val="left" w:pos="1559"/>
          <w:tab w:val="left" w:pos="1984"/>
          <w:tab w:val="left" w:leader="dot" w:pos="8929"/>
          <w:tab w:val="right" w:pos="9638"/>
        </w:tabs>
        <w:spacing w:after="120"/>
        <w:ind w:left="1134" w:hanging="1134"/>
      </w:pPr>
      <w:r>
        <w:tab/>
      </w:r>
      <w:r w:rsidR="00BE75E4" w:rsidRPr="00D55DDD">
        <w:t>3</w:t>
      </w:r>
      <w:r w:rsidR="00BE75E4" w:rsidRPr="00D55DDD">
        <w:tab/>
        <w:t xml:space="preserve">Communication concerning the approval or refusal or extension or withdrawal of approval </w:t>
      </w:r>
      <w:r>
        <w:br/>
      </w:r>
      <w:r w:rsidR="00BE75E4" w:rsidRPr="00D55DDD">
        <w:t>or production definitively discontinued of a type of device for reversing motion,</w:t>
      </w:r>
      <w:r w:rsidR="001833BC" w:rsidRPr="00D55DDD">
        <w:t xml:space="preserve"> </w:t>
      </w:r>
      <w:r w:rsidR="00BE75E4" w:rsidRPr="00D55DDD">
        <w:t xml:space="preserve">pursuant </w:t>
      </w:r>
      <w:r>
        <w:br/>
      </w:r>
      <w:r w:rsidR="00BE75E4" w:rsidRPr="00D55DDD">
        <w:t>to Regulation No. [XXX]</w:t>
      </w:r>
      <w:r>
        <w:tab/>
      </w:r>
      <w:r>
        <w:tab/>
      </w:r>
    </w:p>
    <w:p w14:paraId="34F8A94F" w14:textId="7F231B69" w:rsidR="00BE75E4" w:rsidRPr="00D55DDD" w:rsidRDefault="00D55DDD" w:rsidP="00D55DDD">
      <w:pPr>
        <w:tabs>
          <w:tab w:val="right" w:pos="851"/>
          <w:tab w:val="left" w:pos="1134"/>
          <w:tab w:val="left" w:pos="1559"/>
          <w:tab w:val="left" w:pos="1984"/>
          <w:tab w:val="left" w:leader="dot" w:pos="8929"/>
          <w:tab w:val="right" w:pos="9638"/>
        </w:tabs>
        <w:spacing w:after="120"/>
        <w:ind w:left="1134" w:hanging="1134"/>
      </w:pPr>
      <w:r>
        <w:tab/>
      </w:r>
      <w:r w:rsidR="00BE75E4" w:rsidRPr="00D55DDD">
        <w:t>4</w:t>
      </w:r>
      <w:r w:rsidR="00BE75E4" w:rsidRPr="00D55DDD">
        <w:tab/>
        <w:t xml:space="preserve">Communication concerning the approval or refusal or extension or withdrawal of approval </w:t>
      </w:r>
      <w:r>
        <w:br/>
      </w:r>
      <w:r w:rsidR="00BE75E4" w:rsidRPr="00D55DDD">
        <w:t>or production definitively discontinued of a type of vehicle with regard</w:t>
      </w:r>
      <w:r w:rsidR="001833BC" w:rsidRPr="00D55DDD">
        <w:t xml:space="preserve"> </w:t>
      </w:r>
      <w:r w:rsidR="00BE75E4" w:rsidRPr="00D55DDD">
        <w:t xml:space="preserve">to the mounting of </w:t>
      </w:r>
      <w:r>
        <w:br/>
      </w:r>
      <w:r w:rsidR="00BE75E4" w:rsidRPr="00D55DDD">
        <w:t>devices for reversing motion, pursuant to Regulation No. [XXX]</w:t>
      </w:r>
      <w:r>
        <w:tab/>
      </w:r>
      <w:r>
        <w:tab/>
      </w:r>
    </w:p>
    <w:p w14:paraId="42840F3F" w14:textId="2A3632BC" w:rsidR="00BE75E4" w:rsidRPr="00D55DDD" w:rsidRDefault="001F6F76" w:rsidP="00D55DDD">
      <w:pPr>
        <w:tabs>
          <w:tab w:val="right" w:pos="851"/>
          <w:tab w:val="left" w:pos="1134"/>
          <w:tab w:val="left" w:pos="1559"/>
          <w:tab w:val="left" w:pos="1984"/>
          <w:tab w:val="left" w:leader="dot" w:pos="8929"/>
          <w:tab w:val="right" w:pos="9638"/>
        </w:tabs>
        <w:spacing w:after="120"/>
      </w:pPr>
      <w:r w:rsidRPr="00D55DDD">
        <w:tab/>
      </w:r>
      <w:r w:rsidRPr="00D55DDD">
        <w:tab/>
      </w:r>
      <w:r w:rsidR="00BE75E4" w:rsidRPr="00D55DDD">
        <w:t>Appendix</w:t>
      </w:r>
      <w:r w:rsidR="00D55DDD">
        <w:tab/>
      </w:r>
      <w:r w:rsidR="00D55DDD">
        <w:tab/>
      </w:r>
      <w:r w:rsidR="00D55DDD">
        <w:tab/>
      </w:r>
    </w:p>
    <w:p w14:paraId="5F49ABAB" w14:textId="17F34DA2"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5</w:t>
      </w:r>
      <w:r w:rsidR="00BE75E4" w:rsidRPr="00D55DDD">
        <w:tab/>
        <w:t>Arrangement of approval mark for a device for indirect vision</w:t>
      </w:r>
      <w:r>
        <w:tab/>
      </w:r>
      <w:r>
        <w:tab/>
      </w:r>
    </w:p>
    <w:p w14:paraId="284B9969" w14:textId="3E00A847"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 xml:space="preserve">6 </w:t>
      </w:r>
      <w:r w:rsidR="00BE75E4" w:rsidRPr="00D55DDD">
        <w:tab/>
        <w:t xml:space="preserve">Test method for determining reflectivity </w:t>
      </w:r>
      <w:r>
        <w:tab/>
      </w:r>
      <w:r>
        <w:tab/>
      </w:r>
    </w:p>
    <w:p w14:paraId="77492643" w14:textId="008681A6"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7</w:t>
      </w:r>
      <w:r w:rsidR="00BE75E4" w:rsidRPr="00D55DDD">
        <w:tab/>
        <w:t>Procedure for determining the radius of curvature "r" of the reflecting surface of a mirror</w:t>
      </w:r>
      <w:r>
        <w:tab/>
      </w:r>
      <w:r>
        <w:tab/>
      </w:r>
    </w:p>
    <w:p w14:paraId="5DB349B2" w14:textId="4C3FD012" w:rsidR="00BE75E4" w:rsidRPr="00D55DDD" w:rsidRDefault="00D55DDD" w:rsidP="00D55DDD">
      <w:pPr>
        <w:tabs>
          <w:tab w:val="right" w:pos="851"/>
          <w:tab w:val="left" w:pos="1134"/>
          <w:tab w:val="left" w:pos="1559"/>
          <w:tab w:val="left" w:pos="1984"/>
          <w:tab w:val="left" w:leader="dot" w:pos="8929"/>
          <w:tab w:val="right" w:pos="9638"/>
        </w:tabs>
        <w:spacing w:after="120"/>
        <w:ind w:left="1134" w:hanging="1134"/>
      </w:pPr>
      <w:r>
        <w:tab/>
      </w:r>
      <w:r w:rsidR="00BE75E4" w:rsidRPr="00D55DDD">
        <w:t>8</w:t>
      </w:r>
      <w:r w:rsidR="00BE75E4" w:rsidRPr="00D55DDD">
        <w:tab/>
        <w:t xml:space="preserve">Procedure for determining the "H" point and the actual torso angle for seating positions </w:t>
      </w:r>
      <w:r>
        <w:br/>
      </w:r>
      <w:r w:rsidR="00BE75E4" w:rsidRPr="00D55DDD">
        <w:t>in motor vehicles</w:t>
      </w:r>
      <w:r>
        <w:tab/>
      </w:r>
      <w:r>
        <w:tab/>
      </w:r>
    </w:p>
    <w:p w14:paraId="421F159E" w14:textId="1FCE2C2B" w:rsidR="00BE75E4" w:rsidRPr="00D55DDD" w:rsidRDefault="00DF74F6" w:rsidP="00D55DDD">
      <w:pPr>
        <w:tabs>
          <w:tab w:val="right" w:pos="851"/>
          <w:tab w:val="left" w:pos="1134"/>
          <w:tab w:val="left" w:pos="1559"/>
          <w:tab w:val="left" w:pos="1984"/>
          <w:tab w:val="left" w:leader="dot" w:pos="8929"/>
          <w:tab w:val="right" w:pos="9638"/>
        </w:tabs>
        <w:spacing w:after="120"/>
      </w:pPr>
      <w:r w:rsidRPr="00D55DDD">
        <w:tab/>
      </w:r>
      <w:r w:rsidR="00D55DDD">
        <w:tab/>
      </w:r>
      <w:r w:rsidR="00BE75E4" w:rsidRPr="00D55DDD">
        <w:t>Appendix 1 - Description of the three-dimensional "H" point machine (3-D H machine)</w:t>
      </w:r>
      <w:r w:rsidR="00D55DDD">
        <w:tab/>
      </w:r>
      <w:r w:rsidR="00D55DDD">
        <w:tab/>
      </w:r>
    </w:p>
    <w:p w14:paraId="3D8D3414" w14:textId="3A2C25FC" w:rsidR="00BE75E4" w:rsidRPr="00D55DDD" w:rsidRDefault="00DF74F6" w:rsidP="00D55DDD">
      <w:pPr>
        <w:tabs>
          <w:tab w:val="right" w:pos="851"/>
          <w:tab w:val="left" w:pos="1134"/>
          <w:tab w:val="left" w:pos="1559"/>
          <w:tab w:val="left" w:pos="1984"/>
          <w:tab w:val="left" w:leader="dot" w:pos="8929"/>
          <w:tab w:val="right" w:pos="9638"/>
        </w:tabs>
        <w:spacing w:after="120"/>
      </w:pPr>
      <w:r w:rsidRPr="00D55DDD">
        <w:tab/>
      </w:r>
      <w:r w:rsidR="00D55DDD">
        <w:tab/>
      </w:r>
      <w:r w:rsidR="00BE75E4" w:rsidRPr="00D55DDD">
        <w:t>Appendix 2 - Three-dimensional reference system</w:t>
      </w:r>
      <w:r w:rsidR="00D55DDD">
        <w:tab/>
      </w:r>
      <w:r w:rsidR="00D55DDD">
        <w:tab/>
      </w:r>
    </w:p>
    <w:p w14:paraId="6D13A965" w14:textId="7D9F3FE6" w:rsidR="00BE75E4" w:rsidRPr="00D55DDD" w:rsidRDefault="00DF74F6" w:rsidP="00D55DDD">
      <w:pPr>
        <w:tabs>
          <w:tab w:val="right" w:pos="851"/>
          <w:tab w:val="left" w:pos="1134"/>
          <w:tab w:val="left" w:pos="1559"/>
          <w:tab w:val="left" w:pos="1984"/>
          <w:tab w:val="left" w:leader="dot" w:pos="8929"/>
          <w:tab w:val="right" w:pos="9638"/>
        </w:tabs>
        <w:spacing w:after="120"/>
      </w:pPr>
      <w:r w:rsidRPr="00D55DDD">
        <w:tab/>
      </w:r>
      <w:r w:rsidR="00D55DDD">
        <w:tab/>
      </w:r>
      <w:r w:rsidR="00BE75E4" w:rsidRPr="00D55DDD">
        <w:t>Appendix 3 - Reference data concerning seating positions</w:t>
      </w:r>
      <w:r w:rsidR="00D55DDD">
        <w:tab/>
      </w:r>
      <w:r w:rsidR="00D55DDD">
        <w:tab/>
      </w:r>
    </w:p>
    <w:p w14:paraId="2656887F" w14:textId="28155D7F"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9</w:t>
      </w:r>
      <w:r w:rsidR="00BE75E4" w:rsidRPr="00D55DDD">
        <w:tab/>
        <w:t>Test methods for Close-proximity rear-view field of vision</w:t>
      </w:r>
      <w:r>
        <w:tab/>
      </w:r>
      <w:r>
        <w:tab/>
      </w:r>
    </w:p>
    <w:p w14:paraId="52735FF8" w14:textId="6D9E564C" w:rsidR="00BE75E4" w:rsidRPr="00D55DDD" w:rsidRDefault="00D55DDD" w:rsidP="00D55DDD">
      <w:pPr>
        <w:tabs>
          <w:tab w:val="right" w:pos="851"/>
          <w:tab w:val="left" w:pos="1134"/>
          <w:tab w:val="left" w:pos="1559"/>
          <w:tab w:val="left" w:pos="1984"/>
          <w:tab w:val="left" w:leader="dot" w:pos="8929"/>
          <w:tab w:val="right" w:pos="9638"/>
        </w:tabs>
        <w:spacing w:after="120"/>
      </w:pPr>
      <w:r>
        <w:tab/>
      </w:r>
      <w:r w:rsidR="00BE75E4" w:rsidRPr="00D55DDD">
        <w:t>10</w:t>
      </w:r>
      <w:r w:rsidR="00BE75E4" w:rsidRPr="00D55DDD">
        <w:tab/>
        <w:t>Test Methods for Detection Systems</w:t>
      </w:r>
      <w:r>
        <w:tab/>
      </w:r>
      <w:r>
        <w:tab/>
      </w:r>
    </w:p>
    <w:p w14:paraId="34B1EC87" w14:textId="77777777" w:rsidR="00D55DDD" w:rsidRDefault="00F54F68" w:rsidP="00F54F68">
      <w:pPr>
        <w:keepNext/>
        <w:keepLines/>
        <w:tabs>
          <w:tab w:val="left" w:pos="2268"/>
        </w:tabs>
        <w:spacing w:before="360" w:after="240" w:line="300" w:lineRule="exact"/>
        <w:ind w:left="1134" w:right="1134" w:hanging="1134"/>
        <w:rPr>
          <w:b/>
          <w:sz w:val="28"/>
        </w:rPr>
      </w:pPr>
      <w:r w:rsidRPr="00F54F68">
        <w:rPr>
          <w:b/>
          <w:sz w:val="28"/>
        </w:rPr>
        <w:tab/>
      </w:r>
      <w:r w:rsidR="00D55DDD">
        <w:rPr>
          <w:b/>
          <w:sz w:val="28"/>
        </w:rPr>
        <w:br w:type="page"/>
      </w:r>
    </w:p>
    <w:p w14:paraId="2F7F8A7F" w14:textId="2A99E922" w:rsidR="00F54F68" w:rsidRPr="00F54F68" w:rsidRDefault="00C93C84" w:rsidP="00C93C84">
      <w:pPr>
        <w:pStyle w:val="HChG"/>
      </w:pPr>
      <w:r>
        <w:lastRenderedPageBreak/>
        <w:tab/>
      </w:r>
      <w:r>
        <w:tab/>
      </w:r>
      <w:r w:rsidR="00F54F68" w:rsidRPr="00F54F68">
        <w:t>Introduction (for information)</w:t>
      </w:r>
    </w:p>
    <w:p w14:paraId="4AF106AC" w14:textId="6D918162" w:rsidR="00F54F68" w:rsidRPr="00F54F68" w:rsidRDefault="00C93C84" w:rsidP="004C6CF7">
      <w:pPr>
        <w:pStyle w:val="SingleTxtG"/>
        <w:rPr>
          <w:b/>
        </w:rPr>
      </w:pPr>
      <w:r>
        <w:tab/>
      </w:r>
      <w:r w:rsidR="00F54F68" w:rsidRPr="00F54F68">
        <w:tab/>
        <w:t xml:space="preserve">The purpose of this </w:t>
      </w:r>
      <w:r w:rsidR="00FF629A">
        <w:t>Regulation</w:t>
      </w:r>
      <w:r w:rsidR="00F54F68" w:rsidRPr="00F54F68">
        <w:t xml:space="preserve"> is to provide the provisions for reversing motion concerning on awareness of vulnerable road users proximity. UN </w:t>
      </w:r>
      <w:r w:rsidR="004C6CF7">
        <w:t>R</w:t>
      </w:r>
      <w:r w:rsidR="00F54F68" w:rsidRPr="00F54F68">
        <w:t>egulation No.</w:t>
      </w:r>
      <w:r w:rsidR="004C6CF7">
        <w:t> </w:t>
      </w:r>
      <w:r w:rsidR="00F54F68" w:rsidRPr="00F54F68">
        <w:t>46. provides the provisions for indirect vision of motor vehicles. This Regulation expands driver’s vision or awareness for vehicle rear direction when in reversing motion. Therefore, some requirements of this Regulation may be satisfied by devices complying with UN</w:t>
      </w:r>
      <w:r w:rsidR="004C6CF7">
        <w:t> R</w:t>
      </w:r>
      <w:r w:rsidR="00F54F68" w:rsidRPr="00F54F68">
        <w:t>egulation No.46.</w:t>
      </w:r>
    </w:p>
    <w:p w14:paraId="1B99DAD7" w14:textId="56095173" w:rsidR="00F54F68" w:rsidRPr="00A076A9" w:rsidRDefault="00A076A9" w:rsidP="00A076A9">
      <w:pPr>
        <w:pStyle w:val="HChG"/>
      </w:pPr>
      <w:r>
        <w:tab/>
      </w:r>
      <w:r w:rsidR="00F54F68" w:rsidRPr="00A076A9">
        <w:t>1.</w:t>
      </w:r>
      <w:r w:rsidR="00F54F68" w:rsidRPr="00A076A9">
        <w:tab/>
        <w:t>Scope</w:t>
      </w:r>
    </w:p>
    <w:p w14:paraId="786D2239" w14:textId="77777777" w:rsidR="00F54F68" w:rsidRPr="00F54F68" w:rsidRDefault="00F54F68" w:rsidP="00F54F68">
      <w:pPr>
        <w:tabs>
          <w:tab w:val="left" w:pos="2268"/>
        </w:tabs>
        <w:suppressAutoHyphens w:val="0"/>
        <w:spacing w:before="120" w:after="120" w:line="240" w:lineRule="auto"/>
        <w:ind w:left="2268" w:right="1134" w:hanging="1134"/>
        <w:jc w:val="both"/>
      </w:pPr>
      <w:r w:rsidRPr="00F54F68">
        <w:tab/>
      </w:r>
      <w:r w:rsidRPr="00F54F68">
        <w:tab/>
        <w:t>This Regulation applies to:</w:t>
      </w:r>
    </w:p>
    <w:p w14:paraId="0DC6E6C9" w14:textId="77777777" w:rsidR="00F54F68" w:rsidRPr="00F54F68" w:rsidRDefault="00F54F68" w:rsidP="00F54F68">
      <w:pPr>
        <w:tabs>
          <w:tab w:val="left" w:pos="2268"/>
        </w:tabs>
        <w:spacing w:before="120" w:after="120"/>
        <w:ind w:left="2268" w:right="1134" w:hanging="1134"/>
        <w:jc w:val="both"/>
      </w:pPr>
      <w:r w:rsidRPr="00F54F68">
        <w:t>1.1.</w:t>
      </w:r>
      <w:r w:rsidRPr="00F54F68">
        <w:tab/>
        <w:t>Approval of devices for reversing safety defined in Part I intended to be fitted to vehicles of category M and N.</w:t>
      </w:r>
    </w:p>
    <w:p w14:paraId="22906D16" w14:textId="77777777" w:rsidR="00F54F68" w:rsidRPr="00F54F68" w:rsidRDefault="00F54F68" w:rsidP="00F54F68">
      <w:pPr>
        <w:tabs>
          <w:tab w:val="left" w:pos="2268"/>
        </w:tabs>
        <w:spacing w:before="120" w:after="120"/>
        <w:ind w:left="2268" w:right="1134" w:hanging="1134"/>
        <w:jc w:val="both"/>
      </w:pPr>
      <w:r w:rsidRPr="00F54F68">
        <w:t>1.2.</w:t>
      </w:r>
      <w:r w:rsidRPr="00F54F68">
        <w:tab/>
        <w:t>Approval of vehicle installation of devices for reversing safety defined in Part II if fitted to vehicles of category M and N.</w:t>
      </w:r>
    </w:p>
    <w:p w14:paraId="461BE0FC" w14:textId="77777777" w:rsidR="00B91F2C" w:rsidRDefault="00F54F68" w:rsidP="00B91F2C">
      <w:pPr>
        <w:tabs>
          <w:tab w:val="left" w:pos="2268"/>
        </w:tabs>
        <w:spacing w:before="120" w:after="120"/>
        <w:ind w:left="2268" w:right="1134" w:hanging="1134"/>
        <w:jc w:val="both"/>
      </w:pPr>
      <w:r w:rsidRPr="00F54F68">
        <w:t>1.3.</w:t>
      </w:r>
      <w:r w:rsidRPr="00F54F68">
        <w:tab/>
        <w:t>At the request of the manufacturer, Contracting Parties may grant approvals under Parts I and II to vehicles of other categories and devices for fitting to such vehicles.</w:t>
      </w:r>
    </w:p>
    <w:p w14:paraId="70B9BE76" w14:textId="3E8B8219" w:rsidR="004657CB" w:rsidRPr="000E0B20" w:rsidRDefault="00F54F68" w:rsidP="00B91F2C">
      <w:pPr>
        <w:tabs>
          <w:tab w:val="left" w:pos="2268"/>
        </w:tabs>
        <w:spacing w:before="120" w:after="120"/>
        <w:ind w:left="2268" w:right="1134" w:hanging="1134"/>
        <w:jc w:val="both"/>
      </w:pPr>
      <w:r w:rsidRPr="000E0B20">
        <w:t>1.4</w:t>
      </w:r>
      <w:r w:rsidR="00E37EB6" w:rsidRPr="000E0B20">
        <w:t>.</w:t>
      </w:r>
      <w:r w:rsidRPr="000E0B20">
        <w:t xml:space="preserve"> </w:t>
      </w:r>
      <w:r w:rsidRPr="000E0B20">
        <w:tab/>
        <w:t xml:space="preserve">The following vehicles of category M and N </w:t>
      </w:r>
      <w:r w:rsidR="004657CB" w:rsidRPr="000E0B20">
        <w:t xml:space="preserve">shall be exempted from this Regulation: </w:t>
      </w:r>
    </w:p>
    <w:p w14:paraId="7523F824" w14:textId="4248113D" w:rsidR="00F54F68" w:rsidRPr="000E0B20" w:rsidRDefault="0015404F" w:rsidP="00655266">
      <w:pPr>
        <w:tabs>
          <w:tab w:val="left" w:pos="2268"/>
          <w:tab w:val="left" w:pos="2552"/>
        </w:tabs>
        <w:spacing w:after="120"/>
        <w:ind w:left="2268" w:right="1134"/>
        <w:jc w:val="both"/>
      </w:pPr>
      <w:r w:rsidRPr="000E0B20">
        <w:t>Vehicles where installation of any device for reversing safety is incompatible with their on-road use may be partly or fully exempted from this Regulation, subject to the decision of the Type Approval Authority.</w:t>
      </w:r>
    </w:p>
    <w:p w14:paraId="76CFCDC8" w14:textId="5D9B0FC0" w:rsidR="004657CB" w:rsidRDefault="00F54F68" w:rsidP="00B91F2C">
      <w:pPr>
        <w:tabs>
          <w:tab w:val="left" w:pos="2268"/>
        </w:tabs>
        <w:spacing w:before="120" w:after="120"/>
        <w:ind w:left="2268" w:right="1134" w:hanging="1134"/>
        <w:rPr>
          <w:color w:val="00B050"/>
        </w:rPr>
      </w:pPr>
      <w:r w:rsidRPr="00F54F68">
        <w:t>1.5</w:t>
      </w:r>
      <w:r w:rsidR="00E37EB6">
        <w:t>.</w:t>
      </w:r>
      <w:r w:rsidRPr="00F54F68">
        <w:tab/>
        <w:t>If a vehicle has multiple device</w:t>
      </w:r>
      <w:r w:rsidR="00B91F2C">
        <w:t>(</w:t>
      </w:r>
      <w:r w:rsidRPr="00F54F68">
        <w:t>s</w:t>
      </w:r>
      <w:r w:rsidR="00B91F2C">
        <w:t>)</w:t>
      </w:r>
      <w:r w:rsidRPr="00F54F68">
        <w:t xml:space="preserve">, the manufacturer </w:t>
      </w:r>
      <w:r w:rsidR="00B91F2C">
        <w:t>shall</w:t>
      </w:r>
      <w:r w:rsidRPr="00F54F68">
        <w:t xml:space="preserve"> designate the device that meets the provisions of the regulation. </w:t>
      </w:r>
      <w:bookmarkStart w:id="5" w:name="_Toc437351600"/>
    </w:p>
    <w:p w14:paraId="74D7EDCF" w14:textId="34279F12" w:rsidR="004657CB" w:rsidRPr="00A076A9" w:rsidRDefault="00C93C84" w:rsidP="00C93C84">
      <w:pPr>
        <w:pStyle w:val="HChG"/>
        <w:rPr>
          <w:lang w:eastAsia="ja-JP"/>
        </w:rPr>
      </w:pPr>
      <w:r>
        <w:tab/>
      </w:r>
      <w:r w:rsidR="00541B33">
        <w:tab/>
      </w:r>
      <w:r w:rsidR="004657CB">
        <w:t xml:space="preserve">Part </w:t>
      </w:r>
      <w:r w:rsidR="004657CB" w:rsidRPr="00A076A9">
        <w:t>I</w:t>
      </w:r>
      <w:r w:rsidR="004657CB">
        <w:t xml:space="preserve"> </w:t>
      </w:r>
      <w:r>
        <w:tab/>
      </w:r>
      <w:r w:rsidR="004657CB" w:rsidRPr="00A076A9">
        <w:t xml:space="preserve">Devices for </w:t>
      </w:r>
      <w:r w:rsidR="004657CB" w:rsidRPr="00A076A9">
        <w:rPr>
          <w:lang w:eastAsia="ja-JP"/>
        </w:rPr>
        <w:t>Reversing Motion</w:t>
      </w:r>
    </w:p>
    <w:bookmarkEnd w:id="5"/>
    <w:p w14:paraId="461256DE" w14:textId="14C5EA2B" w:rsidR="00870770" w:rsidRPr="00EE07F8" w:rsidRDefault="00F54F68" w:rsidP="00EE07F8">
      <w:pPr>
        <w:pStyle w:val="HChG"/>
      </w:pPr>
      <w:r w:rsidRPr="00F54F68">
        <w:tab/>
      </w:r>
      <w:bookmarkStart w:id="6" w:name="_Toc437351601"/>
      <w:r w:rsidRPr="00F54F68">
        <w:t>2.</w:t>
      </w:r>
      <w:r w:rsidRPr="00F54F68">
        <w:tab/>
        <w:t>Definitions</w:t>
      </w:r>
      <w:bookmarkEnd w:id="6"/>
    </w:p>
    <w:p w14:paraId="57F32493" w14:textId="48293CFA" w:rsidR="00F54F68" w:rsidRPr="00F54F68" w:rsidRDefault="00C93C84" w:rsidP="00F54F68">
      <w:pPr>
        <w:spacing w:after="120"/>
        <w:ind w:left="1134" w:right="1134"/>
        <w:jc w:val="both"/>
      </w:pPr>
      <w:r>
        <w:tab/>
      </w:r>
      <w:r>
        <w:tab/>
      </w:r>
      <w:r w:rsidR="00F54F68" w:rsidRPr="00F54F68">
        <w:tab/>
        <w:t>For the purposes of this Regulation:</w:t>
      </w:r>
    </w:p>
    <w:p w14:paraId="589B1439" w14:textId="7CA3B434" w:rsidR="00A17E8B" w:rsidRPr="00EE07F8" w:rsidRDefault="00F54F68" w:rsidP="00A17E8B">
      <w:pPr>
        <w:spacing w:after="120"/>
        <w:ind w:left="2257" w:right="1134" w:hanging="1123"/>
        <w:jc w:val="both"/>
      </w:pPr>
      <w:r w:rsidRPr="00F54F68">
        <w:t>2.1.</w:t>
      </w:r>
      <w:r w:rsidRPr="00F54F68">
        <w:tab/>
        <w:t>"</w:t>
      </w:r>
      <w:r w:rsidRPr="00F54F68">
        <w:rPr>
          <w:i/>
        </w:rPr>
        <w:t xml:space="preserve">Devices for </w:t>
      </w:r>
      <w:r w:rsidRPr="00F54F68">
        <w:rPr>
          <w:i/>
          <w:lang w:eastAsia="ja-JP"/>
        </w:rPr>
        <w:t>reversing motion</w:t>
      </w:r>
      <w:r w:rsidRPr="00F54F68">
        <w:t>" means devices intended to give a clear view of the rear of the vehicle within the fields of vision defined in paragraph</w:t>
      </w:r>
      <w:r w:rsidR="00517911">
        <w:t> </w:t>
      </w:r>
      <w:r w:rsidRPr="00F54F68">
        <w:t>15.2. These can be conventional mirrors,</w:t>
      </w:r>
      <w:r w:rsidRPr="00EE07F8">
        <w:t xml:space="preserve"> </w:t>
      </w:r>
      <w:r w:rsidR="003F5B8D" w:rsidRPr="00EE07F8">
        <w:t xml:space="preserve">Rear-View Camera </w:t>
      </w:r>
      <w:r w:rsidR="00745F14">
        <w:t xml:space="preserve">System </w:t>
      </w:r>
      <w:r w:rsidRPr="00EE07F8">
        <w:t>or other devices able to present information about the field of vision to the driver.</w:t>
      </w:r>
    </w:p>
    <w:p w14:paraId="7AFC25D2" w14:textId="6F0E57B1" w:rsidR="00250957" w:rsidRPr="00EE07F8" w:rsidRDefault="00250957" w:rsidP="00250957">
      <w:pPr>
        <w:spacing w:after="120"/>
        <w:ind w:left="2268" w:right="1134" w:hanging="1134"/>
        <w:jc w:val="both"/>
        <w:rPr>
          <w:rFonts w:eastAsia="MS Gothic"/>
          <w:lang w:eastAsia="ja-JP"/>
        </w:rPr>
      </w:pPr>
      <w:r w:rsidRPr="00EE07F8">
        <w:t>2.1.1</w:t>
      </w:r>
      <w:r w:rsidR="00541B33">
        <w:t>.</w:t>
      </w:r>
      <w:r w:rsidRPr="00EE07F8">
        <w:tab/>
      </w:r>
      <w:r w:rsidRPr="00EE07F8">
        <w:rPr>
          <w:rFonts w:eastAsia="MS Gothic"/>
          <w:lang w:eastAsia="ja-JP"/>
        </w:rPr>
        <w:t>"</w:t>
      </w:r>
      <w:r w:rsidRPr="00EE07F8">
        <w:rPr>
          <w:rFonts w:eastAsia="MS Gothic"/>
          <w:i/>
          <w:lang w:eastAsia="ja-JP"/>
        </w:rPr>
        <w:t>C</w:t>
      </w:r>
      <w:r w:rsidRPr="00EE07F8">
        <w:rPr>
          <w:rFonts w:eastAsia="MS Gothic"/>
          <w:i/>
        </w:rPr>
        <w:t>lose-proximity rear-view device</w:t>
      </w:r>
      <w:r w:rsidRPr="00EE07F8">
        <w:rPr>
          <w:rFonts w:eastAsia="MS Gothic"/>
          <w:lang w:eastAsia="ja-JP"/>
        </w:rPr>
        <w:t>" means a device that gives the field of vision defined in paragraph 15.2. of this Regulation.</w:t>
      </w:r>
    </w:p>
    <w:p w14:paraId="34A7D34D" w14:textId="14471F8F" w:rsidR="00250957" w:rsidRPr="00250957" w:rsidRDefault="00721230" w:rsidP="00250957">
      <w:pPr>
        <w:spacing w:after="120"/>
        <w:ind w:left="2257" w:right="1134" w:hanging="1123"/>
        <w:jc w:val="both"/>
      </w:pPr>
      <w:r w:rsidRPr="00F54F68">
        <w:t>2.1.</w:t>
      </w:r>
      <w:r w:rsidR="00250957">
        <w:t>2</w:t>
      </w:r>
      <w:r w:rsidR="00541B33">
        <w:t>.</w:t>
      </w:r>
      <w:r w:rsidRPr="00F54F68">
        <w:tab/>
        <w:t>"</w:t>
      </w:r>
      <w:r w:rsidRPr="00F54F68">
        <w:rPr>
          <w:i/>
        </w:rPr>
        <w:t xml:space="preserve">Devices for </w:t>
      </w:r>
      <w:r>
        <w:rPr>
          <w:i/>
        </w:rPr>
        <w:t>indirect vision</w:t>
      </w:r>
      <w:r w:rsidRPr="00F54F68">
        <w:t xml:space="preserve">" means devices </w:t>
      </w:r>
      <w:r>
        <w:t>that present information of</w:t>
      </w:r>
      <w:r w:rsidRPr="00F54F68">
        <w:t xml:space="preserve"> the fields of vision defined in paragraph</w:t>
      </w:r>
      <w:r>
        <w:t> </w:t>
      </w:r>
      <w:r w:rsidR="00250957">
        <w:t>15.2</w:t>
      </w:r>
      <w:r w:rsidRPr="00F54F68">
        <w:t>.</w:t>
      </w:r>
    </w:p>
    <w:p w14:paraId="6159F698" w14:textId="2F453C35" w:rsidR="000E0B20" w:rsidRPr="000E0B20" w:rsidRDefault="00250957" w:rsidP="000E0B20">
      <w:pPr>
        <w:spacing w:after="120"/>
        <w:ind w:left="2257" w:right="1134" w:hanging="1123"/>
        <w:jc w:val="both"/>
      </w:pPr>
      <w:r>
        <w:t>2.1.2</w:t>
      </w:r>
      <w:r w:rsidR="002F6B30">
        <w:t>.1.</w:t>
      </w:r>
      <w:r w:rsidR="002F6B30">
        <w:tab/>
      </w:r>
      <w:r w:rsidR="000E0B20" w:rsidRPr="000E0B20">
        <w:rPr>
          <w:i/>
        </w:rPr>
        <w:t>“Rear-View Camera system</w:t>
      </w:r>
      <w:r w:rsidR="00745F14">
        <w:rPr>
          <w:i/>
        </w:rPr>
        <w:t xml:space="preserve"> (RVCS)</w:t>
      </w:r>
      <w:r w:rsidR="000E0B20" w:rsidRPr="000E0B20">
        <w:rPr>
          <w:i/>
        </w:rPr>
        <w:t>”</w:t>
      </w:r>
      <w:r w:rsidR="000E0B20" w:rsidRPr="000E0B20">
        <w:t xml:space="preserve"> means any system intended to render an image of the outside world and give a clear view to the rear of the vehicle within the fields of vision defined in paragraph 15.2. by means of camera.</w:t>
      </w:r>
    </w:p>
    <w:p w14:paraId="535EB7CF" w14:textId="1B9E9EF1" w:rsidR="00250957" w:rsidRPr="00F54F68" w:rsidRDefault="00250957" w:rsidP="00250957">
      <w:pPr>
        <w:spacing w:after="120"/>
        <w:ind w:left="2259" w:right="1134" w:hanging="1125"/>
        <w:jc w:val="both"/>
      </w:pPr>
      <w:r>
        <w:t>2.1.2</w:t>
      </w:r>
      <w:r w:rsidRPr="00F54F68">
        <w:t>.</w:t>
      </w:r>
      <w:r>
        <w:t>1.1.</w:t>
      </w:r>
      <w:r w:rsidRPr="00F54F68">
        <w:tab/>
        <w:t>"</w:t>
      </w:r>
      <w:r w:rsidRPr="00F54F68">
        <w:rPr>
          <w:i/>
        </w:rPr>
        <w:t>Luminance contrast</w:t>
      </w:r>
      <w:r w:rsidRPr="00F54F68">
        <w:t>" means the brightness ratio between an object and its immediate background/surrounding that allows the object to be distinguished from its background/surroundings. The definition is in accordance with the definition given in ISO 9241-302:2008.</w:t>
      </w:r>
    </w:p>
    <w:p w14:paraId="73BE6C2B" w14:textId="3EADE8CE" w:rsidR="00250957" w:rsidRPr="004C791A" w:rsidRDefault="00250957" w:rsidP="00250957">
      <w:pPr>
        <w:spacing w:after="120"/>
        <w:ind w:left="2259" w:right="1134" w:hanging="1125"/>
        <w:jc w:val="both"/>
      </w:pPr>
      <w:r w:rsidRPr="004C791A">
        <w:t>2.1.2.1.2.</w:t>
      </w:r>
      <w:r w:rsidRPr="004C791A">
        <w:tab/>
        <w:t>"</w:t>
      </w:r>
      <w:r w:rsidRPr="004C791A">
        <w:rPr>
          <w:i/>
        </w:rPr>
        <w:t>Resolution</w:t>
      </w:r>
      <w:r w:rsidRPr="004C791A">
        <w:t>" means the smallest detail that can be discerned with a perceptual system, i.e. perceived as separate from the larger whole. The resolution of the human eye is indicated as "visual acuity".</w:t>
      </w:r>
    </w:p>
    <w:p w14:paraId="4607E6B1" w14:textId="4A37AC70" w:rsidR="00250957" w:rsidRPr="00F54F68" w:rsidRDefault="00250957" w:rsidP="00250957">
      <w:pPr>
        <w:spacing w:after="120"/>
        <w:ind w:left="2259" w:right="1134" w:hanging="1125"/>
        <w:jc w:val="both"/>
      </w:pPr>
      <w:r w:rsidRPr="00F54F68">
        <w:lastRenderedPageBreak/>
        <w:t>2.1.</w:t>
      </w:r>
      <w:r>
        <w:t>2.1.4</w:t>
      </w:r>
      <w:r w:rsidRPr="00F54F68">
        <w:t>.</w:t>
      </w:r>
      <w:r w:rsidRPr="00F54F68">
        <w:tab/>
        <w:t>"</w:t>
      </w:r>
      <w:r w:rsidRPr="00F54F68">
        <w:rPr>
          <w:i/>
        </w:rPr>
        <w:t>Visual spectrum</w:t>
      </w:r>
      <w:r w:rsidRPr="00F54F68">
        <w:t>" means light with a wavelength within the range of the perceptual limits of the human eyes: 380</w:t>
      </w:r>
      <w:r w:rsidRPr="00F54F68">
        <w:noBreakHyphen/>
        <w:t>780 nm.</w:t>
      </w:r>
    </w:p>
    <w:p w14:paraId="0F21C305" w14:textId="03FB6154" w:rsidR="00F54F68" w:rsidRPr="00F54F68" w:rsidRDefault="00F54F68" w:rsidP="00F54F68">
      <w:pPr>
        <w:spacing w:after="120"/>
        <w:ind w:left="2259" w:right="1134" w:hanging="1125"/>
        <w:jc w:val="both"/>
      </w:pPr>
      <w:r w:rsidRPr="00F54F68">
        <w:t>2.1.</w:t>
      </w:r>
      <w:r w:rsidR="00250957">
        <w:t>2</w:t>
      </w:r>
      <w:r w:rsidRPr="00F54F68">
        <w:t>.</w:t>
      </w:r>
      <w:r w:rsidR="00250957">
        <w:t>2.</w:t>
      </w:r>
      <w:r w:rsidRPr="00F54F68">
        <w:tab/>
        <w:t>"</w:t>
      </w:r>
      <w:r w:rsidR="0096259B" w:rsidRPr="0096259B">
        <w:rPr>
          <w:i/>
        </w:rPr>
        <w:t>Close-pr</w:t>
      </w:r>
      <w:r w:rsidR="0096259B">
        <w:rPr>
          <w:i/>
        </w:rPr>
        <w:t>o</w:t>
      </w:r>
      <w:r w:rsidR="0096259B" w:rsidRPr="0096259B">
        <w:rPr>
          <w:i/>
        </w:rPr>
        <w:t>ximity rear-view m</w:t>
      </w:r>
      <w:r w:rsidRPr="0096259B">
        <w:rPr>
          <w:i/>
        </w:rPr>
        <w:t>irror</w:t>
      </w:r>
      <w:r w:rsidRPr="00F54F68">
        <w:t>" means any device, excluding devices such as periscopes, intended to give a clear view to the rear of the vehicle within the fields of vision defined in paragraph 15.2. by means of a reflective surface.</w:t>
      </w:r>
    </w:p>
    <w:p w14:paraId="03E174D6" w14:textId="77777777" w:rsidR="006A0DA5" w:rsidRDefault="00250957" w:rsidP="008D0995">
      <w:pPr>
        <w:spacing w:after="120"/>
        <w:ind w:left="2259" w:right="1134" w:hanging="1125"/>
        <w:jc w:val="both"/>
      </w:pPr>
      <w:r w:rsidRPr="00F54F68">
        <w:t>2.1.</w:t>
      </w:r>
      <w:r>
        <w:t>2</w:t>
      </w:r>
      <w:r w:rsidRPr="00F54F68">
        <w:t>.</w:t>
      </w:r>
      <w:r>
        <w:t>2.1.</w:t>
      </w:r>
      <w:r w:rsidR="00F54F68" w:rsidRPr="00F54F68">
        <w:tab/>
        <w:t>"</w:t>
      </w:r>
      <w:r w:rsidR="00F54F68" w:rsidRPr="00F54F68">
        <w:rPr>
          <w:i/>
        </w:rPr>
        <w:t>r</w:t>
      </w:r>
      <w:r w:rsidR="00F54F68" w:rsidRPr="00F54F68">
        <w:t>" means the average of the radii of curvature measured over the reflecting surface, in accordance with the method described in Annex 7.</w:t>
      </w:r>
    </w:p>
    <w:p w14:paraId="0A4A99DA" w14:textId="7EC05959" w:rsidR="006A0DA5" w:rsidRPr="00F54F68" w:rsidRDefault="006A0DA5" w:rsidP="006A0DA5">
      <w:pPr>
        <w:spacing w:after="120"/>
        <w:ind w:left="2259" w:right="1134" w:hanging="1125"/>
        <w:jc w:val="both"/>
      </w:pPr>
      <w:r>
        <w:rPr>
          <w:sz w:val="21"/>
          <w:szCs w:val="21"/>
          <w:lang w:val="en-US" w:eastAsia="fr-FR"/>
        </w:rPr>
        <w:t>2.1.</w:t>
      </w:r>
      <w:r w:rsidR="00A3304D">
        <w:rPr>
          <w:rFonts w:hint="eastAsia"/>
          <w:sz w:val="21"/>
          <w:szCs w:val="21"/>
          <w:lang w:val="en-US" w:eastAsia="ja-JP"/>
        </w:rPr>
        <w:t>2</w:t>
      </w:r>
      <w:r>
        <w:rPr>
          <w:sz w:val="21"/>
          <w:szCs w:val="21"/>
          <w:lang w:val="en-US" w:eastAsia="fr-FR"/>
        </w:rPr>
        <w:t xml:space="preserve">.2.2. </w:t>
      </w:r>
      <w:r>
        <w:rPr>
          <w:sz w:val="21"/>
          <w:szCs w:val="21"/>
          <w:lang w:val="en-US" w:eastAsia="fr-FR"/>
        </w:rPr>
        <w:tab/>
        <w:t>"</w:t>
      </w:r>
      <w:r>
        <w:rPr>
          <w:i/>
          <w:iCs/>
          <w:sz w:val="21"/>
          <w:szCs w:val="21"/>
          <w:lang w:val="en-US" w:eastAsia="fr-FR"/>
        </w:rPr>
        <w:t>The principal radii of curvature at one point on the reflecting surface (</w:t>
      </w:r>
      <w:proofErr w:type="spellStart"/>
      <w:r>
        <w:rPr>
          <w:i/>
          <w:iCs/>
          <w:sz w:val="21"/>
          <w:szCs w:val="21"/>
          <w:lang w:val="en-US" w:eastAsia="fr-FR"/>
        </w:rPr>
        <w:t>r</w:t>
      </w:r>
      <w:r>
        <w:rPr>
          <w:i/>
          <w:iCs/>
          <w:sz w:val="17"/>
          <w:szCs w:val="17"/>
          <w:lang w:val="en-US" w:eastAsia="fr-FR"/>
        </w:rPr>
        <w:t>i</w:t>
      </w:r>
      <w:proofErr w:type="spellEnd"/>
      <w:r>
        <w:rPr>
          <w:i/>
          <w:iCs/>
          <w:sz w:val="21"/>
          <w:szCs w:val="21"/>
          <w:lang w:val="en-US" w:eastAsia="fr-FR"/>
        </w:rPr>
        <w:t>)</w:t>
      </w:r>
      <w:r>
        <w:rPr>
          <w:sz w:val="21"/>
          <w:szCs w:val="21"/>
          <w:lang w:val="en-US" w:eastAsia="fr-FR"/>
        </w:rPr>
        <w:t>" means the</w:t>
      </w:r>
      <w:r>
        <w:rPr>
          <w:lang w:val="en-US" w:eastAsia="ja-JP"/>
        </w:rPr>
        <w:t xml:space="preserve"> </w:t>
      </w:r>
      <w:r>
        <w:rPr>
          <w:sz w:val="21"/>
          <w:szCs w:val="21"/>
          <w:lang w:val="en-US" w:eastAsia="fr-FR"/>
        </w:rPr>
        <w:t>values obtained with the apparatus defined in Annex 7, measured on the arc of the</w:t>
      </w:r>
      <w:r>
        <w:rPr>
          <w:rFonts w:hint="eastAsia"/>
          <w:lang w:eastAsia="ja-JP"/>
        </w:rPr>
        <w:t xml:space="preserve"> </w:t>
      </w:r>
      <w:r>
        <w:rPr>
          <w:sz w:val="21"/>
          <w:szCs w:val="21"/>
          <w:lang w:val="en-US" w:eastAsia="fr-FR"/>
        </w:rPr>
        <w:t xml:space="preserve">reflecting surface passing through the </w:t>
      </w:r>
      <w:proofErr w:type="spellStart"/>
      <w:r>
        <w:rPr>
          <w:sz w:val="21"/>
          <w:szCs w:val="21"/>
          <w:lang w:val="en-US" w:eastAsia="fr-FR"/>
        </w:rPr>
        <w:t>centre</w:t>
      </w:r>
      <w:proofErr w:type="spellEnd"/>
      <w:r>
        <w:rPr>
          <w:sz w:val="21"/>
          <w:szCs w:val="21"/>
          <w:lang w:val="en-US" w:eastAsia="fr-FR"/>
        </w:rPr>
        <w:t xml:space="preserve"> of this surface parallel to the segment b, as</w:t>
      </w:r>
      <w:r>
        <w:rPr>
          <w:rFonts w:hint="eastAsia"/>
          <w:lang w:eastAsia="ja-JP"/>
        </w:rPr>
        <w:t xml:space="preserve"> </w:t>
      </w:r>
      <w:r>
        <w:rPr>
          <w:sz w:val="21"/>
          <w:szCs w:val="21"/>
          <w:lang w:val="en-US" w:eastAsia="fr-FR"/>
        </w:rPr>
        <w:t>defined in paragraph 6.1.2.1.2. of this Regulation and on the arc perpendicular to this</w:t>
      </w:r>
      <w:r>
        <w:rPr>
          <w:rFonts w:hint="eastAsia"/>
          <w:lang w:eastAsia="ja-JP"/>
        </w:rPr>
        <w:t xml:space="preserve"> </w:t>
      </w:r>
      <w:r>
        <w:rPr>
          <w:sz w:val="21"/>
          <w:szCs w:val="21"/>
          <w:lang w:val="en-US" w:eastAsia="fr-FR"/>
        </w:rPr>
        <w:t>segment.</w:t>
      </w:r>
    </w:p>
    <w:p w14:paraId="32DB945A" w14:textId="5DD18E55" w:rsidR="00F54F68" w:rsidRPr="00F54F68" w:rsidRDefault="00250957" w:rsidP="00F54F68">
      <w:pPr>
        <w:spacing w:after="120"/>
        <w:ind w:left="2259" w:right="1134" w:hanging="1125"/>
        <w:jc w:val="both"/>
      </w:pPr>
      <w:r w:rsidRPr="00F54F68">
        <w:t>2.1.</w:t>
      </w:r>
      <w:r>
        <w:t>2</w:t>
      </w:r>
      <w:r w:rsidRPr="00F54F68">
        <w:t>.</w:t>
      </w:r>
      <w:r>
        <w:t>2.</w:t>
      </w:r>
      <w:r w:rsidR="006A0DA5">
        <w:t>3</w:t>
      </w:r>
      <w:r>
        <w:t>.</w:t>
      </w:r>
      <w:r w:rsidR="00F54F68" w:rsidRPr="00F54F68">
        <w:tab/>
        <w:t>"</w:t>
      </w:r>
      <w:r w:rsidR="00F54F68" w:rsidRPr="00F54F68">
        <w:rPr>
          <w:i/>
        </w:rPr>
        <w:t>The radius of curvature at one point on the reflecting surface (</w:t>
      </w:r>
      <w:proofErr w:type="spellStart"/>
      <w:r w:rsidR="00F54F68" w:rsidRPr="00F54F68">
        <w:rPr>
          <w:i/>
        </w:rPr>
        <w:t>r</w:t>
      </w:r>
      <w:r w:rsidR="00F54F68" w:rsidRPr="00F54F68">
        <w:rPr>
          <w:i/>
          <w:vertAlign w:val="subscript"/>
        </w:rPr>
        <w:t>p</w:t>
      </w:r>
      <w:proofErr w:type="spellEnd"/>
      <w:r w:rsidR="00F54F68" w:rsidRPr="00F54F68">
        <w:rPr>
          <w:i/>
        </w:rPr>
        <w:t>)</w:t>
      </w:r>
      <w:r w:rsidR="00F54F68" w:rsidRPr="00F54F68">
        <w:t xml:space="preserve">" means the arithmetical average of the principal radii of curvature </w:t>
      </w:r>
      <w:proofErr w:type="spellStart"/>
      <w:r w:rsidR="00F54F68" w:rsidRPr="00F54F68">
        <w:t>r</w:t>
      </w:r>
      <w:r w:rsidR="00F54F68" w:rsidRPr="00F54F68">
        <w:rPr>
          <w:i/>
          <w:iCs/>
          <w:vertAlign w:val="subscript"/>
        </w:rPr>
        <w:t>i</w:t>
      </w:r>
      <w:proofErr w:type="spellEnd"/>
      <w:r w:rsidR="00F54F68" w:rsidRPr="00F54F68">
        <w:rPr>
          <w:i/>
          <w:iCs/>
        </w:rPr>
        <w:t xml:space="preserve"> </w:t>
      </w:r>
      <w:r w:rsidR="00F54F68" w:rsidRPr="00F54F68">
        <w:t xml:space="preserve">and </w:t>
      </w:r>
      <w:r w:rsidR="00F54F68" w:rsidRPr="00F54F68">
        <w:rPr>
          <w:noProof/>
          <w:lang w:val="en-US" w:eastAsia="ja-JP"/>
        </w:rPr>
        <w:drawing>
          <wp:inline distT="0" distB="0" distL="0" distR="0" wp14:anchorId="05435B84" wp14:editId="041A84AA">
            <wp:extent cx="142875" cy="10477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75626" t="19218" b="49962"/>
                    <a:stretch>
                      <a:fillRect/>
                    </a:stretch>
                  </pic:blipFill>
                  <pic:spPr bwMode="auto">
                    <a:xfrm>
                      <a:off x="0" y="0"/>
                      <a:ext cx="142875" cy="104775"/>
                    </a:xfrm>
                    <a:prstGeom prst="rect">
                      <a:avLst/>
                    </a:prstGeom>
                    <a:noFill/>
                    <a:ln>
                      <a:noFill/>
                    </a:ln>
                  </pic:spPr>
                </pic:pic>
              </a:graphicData>
            </a:graphic>
          </wp:inline>
        </w:drawing>
      </w:r>
      <w:r w:rsidR="00F54F68" w:rsidRPr="00F54F68">
        <w:t>, i.e.:</w:t>
      </w:r>
    </w:p>
    <w:p w14:paraId="2CD707F4" w14:textId="6C240161" w:rsidR="00F54F68" w:rsidRPr="00F54F68" w:rsidRDefault="009C4F20" w:rsidP="00F54F68">
      <w:bookmarkStart w:id="7" w:name="_MON_1410178498"/>
      <w:bookmarkStart w:id="8" w:name="_MON_1151329224"/>
      <w:bookmarkStart w:id="9" w:name="_MON_1181030960"/>
      <w:bookmarkStart w:id="10" w:name="_MON_1315900204"/>
      <w:bookmarkStart w:id="11" w:name="_MON_1390742604"/>
      <w:bookmarkStart w:id="12" w:name="_MON_1390742917"/>
      <w:bookmarkEnd w:id="7"/>
      <w:bookmarkEnd w:id="8"/>
      <w:bookmarkEnd w:id="9"/>
      <w:bookmarkEnd w:id="10"/>
      <w:bookmarkEnd w:id="11"/>
      <w:bookmarkEnd w:id="12"/>
      <w:r w:rsidRPr="00F54F68">
        <w:rPr>
          <w:noProof/>
          <w:lang w:val="en-US" w:eastAsia="ja-JP"/>
        </w:rPr>
        <w:drawing>
          <wp:anchor distT="0" distB="0" distL="114300" distR="114300" simplePos="0" relativeHeight="251660288" behindDoc="0" locked="0" layoutInCell="1" allowOverlap="1" wp14:anchorId="08601998" wp14:editId="46202AAB">
            <wp:simplePos x="0" y="0"/>
            <wp:positionH relativeFrom="column">
              <wp:posOffset>1574697</wp:posOffset>
            </wp:positionH>
            <wp:positionV relativeFrom="paragraph">
              <wp:posOffset>131613</wp:posOffset>
            </wp:positionV>
            <wp:extent cx="714375" cy="419100"/>
            <wp:effectExtent l="0" t="0" r="9525" b="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419100"/>
                    </a:xfrm>
                    <a:prstGeom prst="rect">
                      <a:avLst/>
                    </a:prstGeom>
                    <a:noFill/>
                    <a:ln>
                      <a:noFill/>
                    </a:ln>
                  </pic:spPr>
                </pic:pic>
              </a:graphicData>
            </a:graphic>
          </wp:anchor>
        </w:drawing>
      </w:r>
      <w:r w:rsidR="00F54F68" w:rsidRPr="00F54F68">
        <w:br w:type="textWrapping" w:clear="all"/>
      </w:r>
    </w:p>
    <w:p w14:paraId="5058EB83" w14:textId="4B4E4345" w:rsidR="00F54F68" w:rsidRPr="00F54F68" w:rsidRDefault="00250957" w:rsidP="00F54F68">
      <w:pPr>
        <w:spacing w:before="120" w:after="120"/>
        <w:ind w:left="2268" w:right="1134" w:hanging="1134"/>
        <w:jc w:val="both"/>
      </w:pPr>
      <w:r w:rsidRPr="00F54F68">
        <w:t>2.1.</w:t>
      </w:r>
      <w:r>
        <w:t>2</w:t>
      </w:r>
      <w:r w:rsidRPr="00F54F68">
        <w:t>.</w:t>
      </w:r>
      <w:r>
        <w:t>2.</w:t>
      </w:r>
      <w:r w:rsidR="006A0DA5">
        <w:t>4</w:t>
      </w:r>
      <w:r>
        <w:t>.</w:t>
      </w:r>
      <w:r w:rsidR="00F54F68" w:rsidRPr="00F54F68">
        <w:tab/>
        <w:t>"</w:t>
      </w:r>
      <w:r w:rsidR="00F54F68" w:rsidRPr="00F54F68">
        <w:rPr>
          <w:i/>
        </w:rPr>
        <w:t>Spherical surface</w:t>
      </w:r>
      <w:r w:rsidR="00F54F68" w:rsidRPr="00F54F68">
        <w:t>" means a surface, which has a constant and equal radius in all directions.</w:t>
      </w:r>
    </w:p>
    <w:p w14:paraId="7E4FF28D" w14:textId="168536E0" w:rsidR="00F54F68" w:rsidRPr="00F54F68" w:rsidRDefault="00250957" w:rsidP="00F54F68">
      <w:pPr>
        <w:spacing w:after="120"/>
        <w:ind w:left="2259" w:right="1134" w:hanging="1125"/>
        <w:jc w:val="both"/>
      </w:pPr>
      <w:r w:rsidRPr="00F54F68">
        <w:t>2.1.</w:t>
      </w:r>
      <w:r>
        <w:t>2</w:t>
      </w:r>
      <w:r w:rsidRPr="00F54F68">
        <w:t>.</w:t>
      </w:r>
      <w:r>
        <w:t>2.</w:t>
      </w:r>
      <w:r w:rsidR="00541B33">
        <w:t>5</w:t>
      </w:r>
      <w:r>
        <w:t>.</w:t>
      </w:r>
      <w:r w:rsidR="00F54F68" w:rsidRPr="00F54F68">
        <w:tab/>
        <w:t>"</w:t>
      </w:r>
      <w:r w:rsidR="00F54F68" w:rsidRPr="00F54F68">
        <w:rPr>
          <w:i/>
        </w:rPr>
        <w:t>Aspherical surface</w:t>
      </w:r>
      <w:r w:rsidR="00F54F68" w:rsidRPr="00F54F68">
        <w:t>" means a surface, which has only in one plane a constant radius.</w:t>
      </w:r>
    </w:p>
    <w:p w14:paraId="5C1915FD" w14:textId="2C7800A0" w:rsidR="00F54F68" w:rsidRPr="00F54F68" w:rsidRDefault="00250957" w:rsidP="00F54F68">
      <w:pPr>
        <w:spacing w:after="120"/>
        <w:ind w:left="2259" w:right="1134" w:hanging="1125"/>
        <w:jc w:val="both"/>
      </w:pPr>
      <w:r w:rsidRPr="00F54F68">
        <w:t>2.1.</w:t>
      </w:r>
      <w:r>
        <w:t>2</w:t>
      </w:r>
      <w:r w:rsidRPr="00F54F68">
        <w:t>.</w:t>
      </w:r>
      <w:r>
        <w:t>2.</w:t>
      </w:r>
      <w:r w:rsidR="00541B33">
        <w:t>6</w:t>
      </w:r>
      <w:r>
        <w:t>.</w:t>
      </w:r>
      <w:r w:rsidR="00F54F68" w:rsidRPr="00F54F68">
        <w:tab/>
        <w:t>"</w:t>
      </w:r>
      <w:r w:rsidR="00F54F68" w:rsidRPr="00F54F68">
        <w:rPr>
          <w:i/>
        </w:rPr>
        <w:t>Aspherical mirror</w:t>
      </w:r>
      <w:r w:rsidR="00F54F68" w:rsidRPr="00F54F68">
        <w:t>" means a mirror composed of a spherical and an aspherical part, in which the transition of the reflecting surface from the spherical to the aspherical part has to be marked. The curvature of the main axis of the mirror is defined in the x/y coordinate system defined by the radius of the spherical primary calotte with:</w:t>
      </w:r>
    </w:p>
    <w:p w14:paraId="496D7409" w14:textId="77777777" w:rsidR="00F54F68" w:rsidRPr="00F54F68" w:rsidRDefault="00F54F68" w:rsidP="00F54F68">
      <w:pPr>
        <w:jc w:val="center"/>
      </w:pPr>
      <w:bookmarkStart w:id="13" w:name="_MON_1390742980"/>
      <w:bookmarkStart w:id="14" w:name="_MON_1095843606"/>
      <w:bookmarkStart w:id="15" w:name="_MON_1181030961"/>
      <w:bookmarkStart w:id="16" w:name="_MON_1315900210"/>
      <w:bookmarkEnd w:id="13"/>
      <w:bookmarkEnd w:id="14"/>
      <w:bookmarkEnd w:id="15"/>
      <w:bookmarkEnd w:id="16"/>
      <w:r w:rsidRPr="00F54F68">
        <w:rPr>
          <w:noProof/>
          <w:lang w:val="en-US" w:eastAsia="ja-JP"/>
        </w:rPr>
        <w:drawing>
          <wp:inline distT="0" distB="0" distL="0" distR="0" wp14:anchorId="698DC022" wp14:editId="7E10CD16">
            <wp:extent cx="1714500" cy="29527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p>
    <w:p w14:paraId="0709510B" w14:textId="77777777" w:rsidR="00F54F68" w:rsidRPr="00F54F68" w:rsidRDefault="00F54F68" w:rsidP="00F54F68">
      <w:pPr>
        <w:spacing w:before="120" w:after="120"/>
        <w:ind w:left="2268" w:right="1134"/>
        <w:jc w:val="both"/>
      </w:pPr>
      <w:r w:rsidRPr="00F54F68">
        <w:t>Where:</w:t>
      </w:r>
    </w:p>
    <w:p w14:paraId="0B76C953" w14:textId="77777777" w:rsidR="00F54F68" w:rsidRPr="00F54F68" w:rsidRDefault="00F54F68" w:rsidP="00F54F68">
      <w:pPr>
        <w:spacing w:before="120" w:after="120"/>
        <w:ind w:left="2268" w:right="1134"/>
        <w:jc w:val="both"/>
      </w:pPr>
      <w:r w:rsidRPr="00F54F68">
        <w:t>R:</w:t>
      </w:r>
      <w:r w:rsidRPr="00F54F68">
        <w:tab/>
        <w:t>nominal radius in the spherical part</w:t>
      </w:r>
    </w:p>
    <w:p w14:paraId="67161CB6" w14:textId="77777777" w:rsidR="00F54F68" w:rsidRPr="00F54F68" w:rsidRDefault="00F54F68" w:rsidP="00F54F68">
      <w:pPr>
        <w:spacing w:after="120"/>
        <w:ind w:left="1701" w:right="1134" w:firstLine="567"/>
        <w:jc w:val="both"/>
      </w:pPr>
      <w:r w:rsidRPr="00F54F68">
        <w:t>k:</w:t>
      </w:r>
      <w:r w:rsidRPr="00F54F68">
        <w:tab/>
        <w:t>constant for the change of curvature</w:t>
      </w:r>
    </w:p>
    <w:p w14:paraId="56586EB9" w14:textId="77777777" w:rsidR="00F54F68" w:rsidRPr="00F54F68" w:rsidRDefault="00F54F68" w:rsidP="00F54F68">
      <w:pPr>
        <w:spacing w:after="120"/>
        <w:ind w:left="1701" w:right="1134" w:firstLine="567"/>
        <w:jc w:val="both"/>
      </w:pPr>
      <w:r w:rsidRPr="00F54F68">
        <w:t>a:</w:t>
      </w:r>
      <w:r w:rsidRPr="00F54F68">
        <w:tab/>
        <w:t>constant for the spherical size of the spherical primary calotte</w:t>
      </w:r>
    </w:p>
    <w:p w14:paraId="199C8BAC" w14:textId="6E4DDCBB" w:rsidR="00F54F68" w:rsidRPr="00F54F68" w:rsidRDefault="00250957" w:rsidP="00F54F68">
      <w:pPr>
        <w:spacing w:after="120"/>
        <w:ind w:left="2259" w:right="1134" w:hanging="1125"/>
        <w:jc w:val="both"/>
      </w:pPr>
      <w:r w:rsidRPr="00F54F68">
        <w:t>2.1.</w:t>
      </w:r>
      <w:r>
        <w:t>2</w:t>
      </w:r>
      <w:r w:rsidRPr="00F54F68">
        <w:t>.</w:t>
      </w:r>
      <w:r>
        <w:t>2.</w:t>
      </w:r>
      <w:r w:rsidR="00541B33">
        <w:t>7</w:t>
      </w:r>
      <w:r>
        <w:t>.</w:t>
      </w:r>
      <w:r w:rsidR="00F54F68" w:rsidRPr="00F54F68">
        <w:tab/>
        <w:t>"</w:t>
      </w:r>
      <w:r w:rsidR="00F54F68" w:rsidRPr="00F54F68">
        <w:rPr>
          <w:i/>
        </w:rPr>
        <w:t>Centre of the reflecting surface</w:t>
      </w:r>
      <w:r w:rsidR="00F54F68" w:rsidRPr="00F54F68">
        <w:t>" means the centre of the visible area of the reflecting surface.</w:t>
      </w:r>
    </w:p>
    <w:p w14:paraId="45C1B1F4" w14:textId="15E109DB" w:rsidR="002F6B30" w:rsidRPr="0096259B" w:rsidRDefault="00250957" w:rsidP="00250957">
      <w:pPr>
        <w:spacing w:after="120"/>
        <w:ind w:left="2259" w:right="1134" w:hanging="1125"/>
        <w:jc w:val="both"/>
      </w:pPr>
      <w:r w:rsidRPr="00F54F68">
        <w:t>2.1.</w:t>
      </w:r>
      <w:r>
        <w:t>2</w:t>
      </w:r>
      <w:r w:rsidRPr="00F54F68">
        <w:t>.</w:t>
      </w:r>
      <w:r>
        <w:t>2.</w:t>
      </w:r>
      <w:r w:rsidR="00541B33">
        <w:t>8</w:t>
      </w:r>
      <w:r>
        <w:t>.</w:t>
      </w:r>
      <w:r w:rsidR="00F54F68" w:rsidRPr="00F54F68">
        <w:tab/>
        <w:t>"</w:t>
      </w:r>
      <w:r w:rsidR="00F54F68" w:rsidRPr="00F54F68">
        <w:rPr>
          <w:i/>
        </w:rPr>
        <w:t>The radius of curvature of the constituent parts of the mirror</w:t>
      </w:r>
      <w:r w:rsidR="00F54F68" w:rsidRPr="00F54F68">
        <w:t>" means the radius "c" of the arc of the circle which most closely approximates to the curve</w:t>
      </w:r>
      <w:r w:rsidR="0096259B">
        <w:t>d form of the part in question.</w:t>
      </w:r>
    </w:p>
    <w:p w14:paraId="200ECAD7" w14:textId="6DB927BF" w:rsidR="00F54F68" w:rsidRPr="00EE07F8" w:rsidRDefault="00250957" w:rsidP="00F54F68">
      <w:pPr>
        <w:spacing w:after="120"/>
        <w:ind w:left="2259" w:right="1134" w:hanging="1113"/>
        <w:jc w:val="both"/>
      </w:pPr>
      <w:r w:rsidRPr="00F54F68">
        <w:t>2.1.</w:t>
      </w:r>
      <w:r>
        <w:t>2</w:t>
      </w:r>
      <w:r w:rsidRPr="00F54F68">
        <w:t>.</w:t>
      </w:r>
      <w:r>
        <w:t>3.</w:t>
      </w:r>
      <w:r w:rsidR="00F54F68" w:rsidRPr="00F54F68">
        <w:tab/>
        <w:t>"</w:t>
      </w:r>
      <w:r w:rsidR="00F54F68" w:rsidRPr="00F54F68">
        <w:rPr>
          <w:i/>
        </w:rPr>
        <w:t>Other devices for indirect vision</w:t>
      </w:r>
      <w:r w:rsidR="00F54F68" w:rsidRPr="00F54F68">
        <w:t>" means devices as defined in paragraph 2</w:t>
      </w:r>
      <w:r w:rsidR="00F54F68" w:rsidRPr="00F54F68">
        <w:rPr>
          <w:bCs/>
        </w:rPr>
        <w:t>.</w:t>
      </w:r>
      <w:r w:rsidR="00F54F68" w:rsidRPr="00F54F68">
        <w:t>1.</w:t>
      </w:r>
      <w:r w:rsidR="004F504A">
        <w:t>2.</w:t>
      </w:r>
      <w:r w:rsidR="00F54F68" w:rsidRPr="00F54F68">
        <w:t xml:space="preserve"> above, where the field of vision is not obtained by means of a mirror or a</w:t>
      </w:r>
      <w:r w:rsidR="00F54F68" w:rsidRPr="00EE07F8">
        <w:t xml:space="preserve"> </w:t>
      </w:r>
      <w:r w:rsidR="00311E9D">
        <w:t>Rear-</w:t>
      </w:r>
      <w:r w:rsidR="00B80C05" w:rsidRPr="00EE07F8">
        <w:t>View Camera</w:t>
      </w:r>
      <w:r w:rsidR="00F54F68" w:rsidRPr="00EE07F8">
        <w:t xml:space="preserve"> </w:t>
      </w:r>
      <w:r w:rsidR="00311E9D">
        <w:t>System</w:t>
      </w:r>
      <w:r w:rsidR="00F54F68" w:rsidRPr="00EE07F8">
        <w:t>.</w:t>
      </w:r>
    </w:p>
    <w:p w14:paraId="3D017C07" w14:textId="655930F8" w:rsidR="00250957" w:rsidRPr="0096259B" w:rsidRDefault="00250957" w:rsidP="00250957">
      <w:pPr>
        <w:spacing w:after="120"/>
        <w:ind w:left="2259" w:right="1134" w:hanging="1125"/>
        <w:jc w:val="both"/>
      </w:pPr>
      <w:r>
        <w:t>2.1.3</w:t>
      </w:r>
      <w:r w:rsidRPr="0096259B">
        <w:t>.</w:t>
      </w:r>
      <w:r w:rsidRPr="0096259B">
        <w:rPr>
          <w:i/>
        </w:rPr>
        <w:tab/>
      </w:r>
      <w:r w:rsidRPr="0096259B">
        <w:t>"</w:t>
      </w:r>
      <w:r w:rsidRPr="0096259B">
        <w:rPr>
          <w:i/>
        </w:rPr>
        <w:t>Test object</w:t>
      </w:r>
      <w:r w:rsidRPr="0096259B">
        <w:t>" means a cylindrical object with a height of 0.8 m and a diameter of 0.30 m.</w:t>
      </w:r>
    </w:p>
    <w:p w14:paraId="7CFFE112" w14:textId="446DA1B2" w:rsidR="00250957" w:rsidRDefault="00250957" w:rsidP="00250957">
      <w:pPr>
        <w:spacing w:after="120"/>
        <w:ind w:left="2259" w:right="1134" w:hanging="1125"/>
        <w:jc w:val="both"/>
      </w:pPr>
      <w:r w:rsidRPr="0096259B">
        <w:t>2.1</w:t>
      </w:r>
      <w:r>
        <w:t>.4</w:t>
      </w:r>
      <w:r w:rsidRPr="0096259B">
        <w:t>.</w:t>
      </w:r>
      <w:r w:rsidRPr="0096259B">
        <w:tab/>
        <w:t>"</w:t>
      </w:r>
      <w:r w:rsidRPr="0096259B">
        <w:rPr>
          <w:i/>
        </w:rPr>
        <w:t>Field of vision</w:t>
      </w:r>
      <w:r w:rsidRPr="0096259B">
        <w:t>" means the section of the tri-dimensional space</w:t>
      </w:r>
      <w:r w:rsidRPr="00C73551">
        <w:t xml:space="preserve"> </w:t>
      </w:r>
      <w:r w:rsidR="005D3A46" w:rsidRPr="00C73551">
        <w:t>above</w:t>
      </w:r>
      <w:r w:rsidRPr="00C73551">
        <w:t xml:space="preserve"> </w:t>
      </w:r>
      <w:r w:rsidRPr="0096259B">
        <w:t>ground level which is monitored with the help of a device for indirect vision. Unless otherwise stated, this is based on the view offered by a device and/or devices other than mirrors. This may be limited by the relevant detection distance corresponding to the test object.</w:t>
      </w:r>
    </w:p>
    <w:p w14:paraId="3A6BC5FB" w14:textId="241AC40B" w:rsidR="00A75670" w:rsidRPr="00A75670" w:rsidRDefault="004F504A" w:rsidP="0096259B">
      <w:pPr>
        <w:tabs>
          <w:tab w:val="left" w:pos="1560"/>
          <w:tab w:val="left" w:pos="2268"/>
        </w:tabs>
        <w:autoSpaceDE w:val="0"/>
        <w:autoSpaceDN w:val="0"/>
        <w:adjustRightInd w:val="0"/>
        <w:spacing w:before="120" w:after="120" w:line="240" w:lineRule="auto"/>
        <w:ind w:left="2268" w:right="1134" w:hanging="1134"/>
        <w:jc w:val="both"/>
        <w:rPr>
          <w:rFonts w:eastAsia="MS PGothic"/>
          <w:color w:val="00B050"/>
          <w:lang w:eastAsia="ja-JP"/>
        </w:rPr>
      </w:pPr>
      <w:r>
        <w:rPr>
          <w:rFonts w:eastAsia="MS PGothic"/>
          <w:lang w:eastAsia="ja-JP"/>
        </w:rPr>
        <w:lastRenderedPageBreak/>
        <w:t>2.1.5</w:t>
      </w:r>
      <w:r w:rsidR="00A75670" w:rsidRPr="00F54F68">
        <w:rPr>
          <w:rFonts w:eastAsia="MS PGothic"/>
          <w:lang w:eastAsia="ja-JP"/>
        </w:rPr>
        <w:t>.</w:t>
      </w:r>
      <w:r w:rsidR="00A75670" w:rsidRPr="00F54F68">
        <w:rPr>
          <w:rFonts w:eastAsia="MS PGothic"/>
          <w:lang w:eastAsia="ja-JP"/>
        </w:rPr>
        <w:tab/>
      </w:r>
      <w:r w:rsidR="00A75670" w:rsidRPr="00F54F68">
        <w:rPr>
          <w:i/>
        </w:rPr>
        <w:t>"Detection</w:t>
      </w:r>
      <w:r w:rsidR="00A75670" w:rsidRPr="00F54F68">
        <w:rPr>
          <w:rFonts w:eastAsia="MS PGothic"/>
          <w:i/>
          <w:lang w:eastAsia="ja-JP"/>
        </w:rPr>
        <w:t xml:space="preserve"> System</w:t>
      </w:r>
      <w:r w:rsidR="00A75670" w:rsidRPr="00F54F68">
        <w:rPr>
          <w:i/>
        </w:rPr>
        <w:t>"</w:t>
      </w:r>
      <w:r w:rsidR="00A75670" w:rsidRPr="00F54F68">
        <w:rPr>
          <w:rFonts w:eastAsia="MS PGothic"/>
          <w:lang w:eastAsia="ja-JP"/>
        </w:rPr>
        <w:t xml:space="preserve"> means a system which uses signals to enable the driver to detect objects in the area adjacent to the vehicle.</w:t>
      </w:r>
      <w:r w:rsidR="0096259B" w:rsidRPr="00A75670">
        <w:rPr>
          <w:rFonts w:eastAsia="MS PGothic"/>
          <w:color w:val="00B050"/>
          <w:lang w:eastAsia="ja-JP"/>
        </w:rPr>
        <w:t xml:space="preserve"> </w:t>
      </w:r>
    </w:p>
    <w:p w14:paraId="55285314" w14:textId="14779997" w:rsidR="00A75670" w:rsidRPr="00624476" w:rsidRDefault="00A75670" w:rsidP="00A75670">
      <w:pPr>
        <w:tabs>
          <w:tab w:val="left" w:pos="1560"/>
          <w:tab w:val="left" w:pos="2268"/>
        </w:tabs>
        <w:autoSpaceDE w:val="0"/>
        <w:autoSpaceDN w:val="0"/>
        <w:adjustRightInd w:val="0"/>
        <w:spacing w:before="120" w:after="120" w:line="240" w:lineRule="auto"/>
        <w:ind w:left="2268" w:right="1134" w:hanging="1134"/>
        <w:jc w:val="both"/>
        <w:rPr>
          <w:rFonts w:eastAsia="MS PGothic"/>
          <w:color w:val="00B050"/>
          <w:lang w:eastAsia="ja-JP"/>
        </w:rPr>
      </w:pPr>
      <w:r w:rsidRPr="00F54F68">
        <w:rPr>
          <w:rFonts w:eastAsia="MS PGothic"/>
          <w:lang w:eastAsia="ja-JP"/>
        </w:rPr>
        <w:t>2</w:t>
      </w:r>
      <w:r w:rsidR="003F5AFC">
        <w:rPr>
          <w:rFonts w:eastAsia="MS PGothic"/>
          <w:lang w:eastAsia="ja-JP"/>
        </w:rPr>
        <w:t>.1.5</w:t>
      </w:r>
      <w:r w:rsidRPr="00F54F68">
        <w:rPr>
          <w:rFonts w:eastAsia="MS PGothic"/>
          <w:lang w:eastAsia="ja-JP"/>
        </w:rPr>
        <w:t>.</w:t>
      </w:r>
      <w:r w:rsidR="003F5AFC">
        <w:rPr>
          <w:rFonts w:eastAsia="MS PGothic"/>
          <w:lang w:eastAsia="ja-JP"/>
        </w:rPr>
        <w:t>1.</w:t>
      </w:r>
      <w:r w:rsidRPr="00F54F68">
        <w:rPr>
          <w:rFonts w:eastAsia="MS PGothic"/>
          <w:lang w:eastAsia="ja-JP"/>
        </w:rPr>
        <w:tab/>
      </w:r>
      <w:r w:rsidRPr="00F54F68">
        <w:rPr>
          <w:i/>
        </w:rPr>
        <w:t>"Audible information"</w:t>
      </w:r>
      <w:r w:rsidRPr="00F54F68">
        <w:rPr>
          <w:rFonts w:eastAsia="MS PGothic"/>
          <w:lang w:eastAsia="ja-JP"/>
        </w:rPr>
        <w:t xml:space="preserve"> means information using auditory signals provided by a detection system as defined in paragraph 2.1.</w:t>
      </w:r>
      <w:r w:rsidR="00710ABF">
        <w:rPr>
          <w:rFonts w:eastAsia="MS PGothic"/>
          <w:lang w:eastAsia="ja-JP"/>
        </w:rPr>
        <w:t>5</w:t>
      </w:r>
      <w:r w:rsidRPr="00F54F68">
        <w:rPr>
          <w:rFonts w:eastAsia="MS PGothic"/>
          <w:lang w:eastAsia="ja-JP"/>
        </w:rPr>
        <w:t>. above to enable the driver to detect objects in the area adjacent to the vehicle.</w:t>
      </w:r>
    </w:p>
    <w:p w14:paraId="05CDE25E" w14:textId="4B4C026F" w:rsidR="00A75670" w:rsidRPr="0096259B" w:rsidRDefault="003F5AFC" w:rsidP="0096259B">
      <w:pPr>
        <w:tabs>
          <w:tab w:val="left" w:pos="1560"/>
          <w:tab w:val="left" w:pos="2268"/>
        </w:tabs>
        <w:autoSpaceDE w:val="0"/>
        <w:autoSpaceDN w:val="0"/>
        <w:adjustRightInd w:val="0"/>
        <w:spacing w:before="120" w:after="120" w:line="240" w:lineRule="auto"/>
        <w:ind w:left="2268" w:right="1134" w:hanging="1134"/>
        <w:jc w:val="both"/>
        <w:rPr>
          <w:color w:val="7030A0"/>
          <w:lang w:eastAsia="ja-JP"/>
        </w:rPr>
      </w:pPr>
      <w:r>
        <w:rPr>
          <w:rFonts w:eastAsia="MS PGothic"/>
          <w:lang w:eastAsia="ja-JP"/>
        </w:rPr>
        <w:t>2.1.5.2</w:t>
      </w:r>
      <w:r w:rsidR="00A75670" w:rsidRPr="00F54F68">
        <w:rPr>
          <w:rFonts w:eastAsia="MS PGothic"/>
          <w:lang w:eastAsia="ja-JP"/>
        </w:rPr>
        <w:t>.</w:t>
      </w:r>
      <w:r w:rsidR="00A75670" w:rsidRPr="00F54F68">
        <w:rPr>
          <w:rFonts w:eastAsia="MS PGothic"/>
          <w:lang w:eastAsia="ja-JP"/>
        </w:rPr>
        <w:tab/>
      </w:r>
      <w:r w:rsidR="00A75670" w:rsidRPr="00F54F68">
        <w:rPr>
          <w:i/>
        </w:rPr>
        <w:t>"Optical information"</w:t>
      </w:r>
      <w:r w:rsidR="00A75670" w:rsidRPr="00F54F68">
        <w:rPr>
          <w:rFonts w:eastAsia="MS PGothic"/>
          <w:lang w:eastAsia="ja-JP"/>
        </w:rPr>
        <w:t xml:space="preserve"> means information using optical signals provided by a detection system as defined in paragraph 2.1.</w:t>
      </w:r>
      <w:r w:rsidR="00710ABF">
        <w:rPr>
          <w:rFonts w:eastAsia="MS PGothic"/>
          <w:lang w:eastAsia="ja-JP"/>
        </w:rPr>
        <w:t>5</w:t>
      </w:r>
      <w:r w:rsidR="00A75670" w:rsidRPr="00F54F68">
        <w:rPr>
          <w:rFonts w:eastAsia="MS PGothic"/>
          <w:lang w:eastAsia="ja-JP"/>
        </w:rPr>
        <w:t>. above to enable the driver to detect objects in the area adjacent to the vehicle.</w:t>
      </w:r>
    </w:p>
    <w:p w14:paraId="34DC3C26" w14:textId="3E06283A" w:rsidR="004657CB" w:rsidRDefault="003F5AFC" w:rsidP="0096259B">
      <w:pPr>
        <w:tabs>
          <w:tab w:val="left" w:pos="1560"/>
          <w:tab w:val="left" w:pos="2268"/>
        </w:tabs>
        <w:autoSpaceDE w:val="0"/>
        <w:autoSpaceDN w:val="0"/>
        <w:adjustRightInd w:val="0"/>
        <w:spacing w:before="120" w:after="120" w:line="240" w:lineRule="auto"/>
        <w:ind w:left="2268" w:right="1134" w:hanging="1134"/>
        <w:jc w:val="both"/>
        <w:rPr>
          <w:color w:val="7030A0"/>
          <w:lang w:eastAsia="ja-JP"/>
        </w:rPr>
      </w:pPr>
      <w:r>
        <w:rPr>
          <w:rFonts w:eastAsia="MS PGothic"/>
          <w:lang w:eastAsia="ja-JP"/>
        </w:rPr>
        <w:t>2.1.5.3</w:t>
      </w:r>
      <w:r w:rsidR="00A75670" w:rsidRPr="00F54F68">
        <w:rPr>
          <w:rFonts w:eastAsia="MS PGothic"/>
          <w:lang w:eastAsia="ja-JP"/>
        </w:rPr>
        <w:t>.</w:t>
      </w:r>
      <w:r w:rsidR="00A75670" w:rsidRPr="00F54F68">
        <w:rPr>
          <w:rFonts w:eastAsia="MS PGothic"/>
          <w:lang w:eastAsia="ja-JP"/>
        </w:rPr>
        <w:tab/>
      </w:r>
      <w:r w:rsidR="00A75670" w:rsidRPr="00F54F68">
        <w:rPr>
          <w:i/>
        </w:rPr>
        <w:t>"Haptic information"</w:t>
      </w:r>
      <w:r w:rsidR="00A75670" w:rsidRPr="00F54F68">
        <w:rPr>
          <w:rFonts w:eastAsia="MS PGothic"/>
          <w:lang w:eastAsia="ja-JP"/>
        </w:rPr>
        <w:t xml:space="preserve"> means information using </w:t>
      </w:r>
      <w:r w:rsidR="00A75670" w:rsidRPr="00517911">
        <w:rPr>
          <w:iCs/>
        </w:rPr>
        <w:t>haptic</w:t>
      </w:r>
      <w:r w:rsidR="00A75670" w:rsidRPr="00F54F68">
        <w:rPr>
          <w:i/>
        </w:rPr>
        <w:t xml:space="preserve"> </w:t>
      </w:r>
      <w:r w:rsidR="00A75670" w:rsidRPr="00F54F68">
        <w:rPr>
          <w:rFonts w:eastAsia="MS PGothic"/>
          <w:lang w:eastAsia="ja-JP"/>
        </w:rPr>
        <w:t>signals provided by a detection system as defined in paragraph 2.1.</w:t>
      </w:r>
      <w:r w:rsidR="00710ABF">
        <w:rPr>
          <w:rFonts w:eastAsia="MS PGothic"/>
          <w:lang w:eastAsia="ja-JP"/>
        </w:rPr>
        <w:t>5</w:t>
      </w:r>
      <w:r w:rsidR="00A75670" w:rsidRPr="00F54F68">
        <w:rPr>
          <w:rFonts w:eastAsia="MS PGothic"/>
          <w:lang w:eastAsia="ja-JP"/>
        </w:rPr>
        <w:t>. above to enable the driver to detect objects in the area adjacent to the vehicle.</w:t>
      </w:r>
      <w:r w:rsidR="0096259B">
        <w:rPr>
          <w:color w:val="7030A0"/>
          <w:lang w:eastAsia="ja-JP"/>
        </w:rPr>
        <w:t xml:space="preserve"> </w:t>
      </w:r>
    </w:p>
    <w:p w14:paraId="76BA31E5" w14:textId="53562233" w:rsidR="00A443C3" w:rsidRPr="000E0B20" w:rsidRDefault="005D3A46" w:rsidP="00A443C3">
      <w:pPr>
        <w:spacing w:after="120"/>
        <w:ind w:left="2259" w:right="1134" w:hanging="1125"/>
        <w:jc w:val="both"/>
      </w:pPr>
      <w:r w:rsidRPr="000E0B20">
        <w:t>2.1.6</w:t>
      </w:r>
      <w:r w:rsidR="00A443C3" w:rsidRPr="000E0B20">
        <w:t>.</w:t>
      </w:r>
      <w:r w:rsidR="00A443C3" w:rsidRPr="000E0B20">
        <w:tab/>
        <w:t>"</w:t>
      </w:r>
      <w:r w:rsidR="00A443C3" w:rsidRPr="000E0B20">
        <w:rPr>
          <w:i/>
        </w:rPr>
        <w:t>Field of detection</w:t>
      </w:r>
      <w:r w:rsidR="00A443C3" w:rsidRPr="000E0B20">
        <w:t xml:space="preserve">" means the section of the tri-dimensional space </w:t>
      </w:r>
      <w:r w:rsidRPr="000E0B20">
        <w:t xml:space="preserve">above </w:t>
      </w:r>
      <w:r w:rsidR="00A443C3" w:rsidRPr="000E0B20">
        <w:t>ground level which is monitored with the help of a detection system.</w:t>
      </w:r>
    </w:p>
    <w:p w14:paraId="2170D30D" w14:textId="3500CF84" w:rsidR="00F54F68" w:rsidRPr="008F2D94" w:rsidRDefault="00F54F68" w:rsidP="00F54F68">
      <w:pPr>
        <w:spacing w:after="120"/>
        <w:ind w:left="2259" w:right="1134" w:hanging="1125"/>
        <w:jc w:val="both"/>
      </w:pPr>
      <w:r w:rsidRPr="008F2D94">
        <w:t>2.2.</w:t>
      </w:r>
      <w:r w:rsidRPr="008F2D94">
        <w:tab/>
        <w:t>"</w:t>
      </w:r>
      <w:r w:rsidRPr="008F2D94">
        <w:rPr>
          <w:i/>
        </w:rPr>
        <w:t>Type of device</w:t>
      </w:r>
      <w:r w:rsidR="0079616C" w:rsidRPr="008F2D94">
        <w:rPr>
          <w:i/>
        </w:rPr>
        <w:t xml:space="preserve"> for </w:t>
      </w:r>
      <w:r w:rsidR="008F2D94" w:rsidRPr="008F2D94">
        <w:rPr>
          <w:i/>
        </w:rPr>
        <w:t>Reversing Safety</w:t>
      </w:r>
      <w:r w:rsidRPr="008F2D94">
        <w:t>" means devices that do not differ on the following essential characteristics:</w:t>
      </w:r>
    </w:p>
    <w:p w14:paraId="005D5119" w14:textId="77777777" w:rsidR="00F54F68" w:rsidRPr="008F2D94" w:rsidRDefault="00F54F68" w:rsidP="00F54F68">
      <w:pPr>
        <w:spacing w:after="120"/>
        <w:ind w:left="2835" w:right="1134" w:hanging="567"/>
        <w:jc w:val="both"/>
      </w:pPr>
      <w:r w:rsidRPr="008F2D94">
        <w:t>(a)</w:t>
      </w:r>
      <w:r w:rsidRPr="008F2D94">
        <w:tab/>
        <w:t>Design of the device inclusive, if pertinent, the attachment to the bodywork;</w:t>
      </w:r>
    </w:p>
    <w:p w14:paraId="16FCE87A" w14:textId="398263DB" w:rsidR="00F54F68" w:rsidRPr="008F2D94" w:rsidRDefault="00F54F68" w:rsidP="00F54F68">
      <w:pPr>
        <w:spacing w:after="120"/>
        <w:ind w:left="2835" w:right="1134" w:hanging="567"/>
        <w:jc w:val="both"/>
      </w:pPr>
      <w:r w:rsidRPr="008F2D94">
        <w:t>(b)</w:t>
      </w:r>
      <w:r w:rsidRPr="008F2D94">
        <w:tab/>
        <w:t>In the case of mirrors, the shape, the dimensions and radius of curvature of the mirror's reflecting surface;</w:t>
      </w:r>
    </w:p>
    <w:p w14:paraId="7F6F533B" w14:textId="7CAD87D3" w:rsidR="00F54F68" w:rsidRPr="008F2D94" w:rsidRDefault="00F54F68" w:rsidP="00F54F68">
      <w:pPr>
        <w:spacing w:after="120"/>
        <w:ind w:left="2835" w:right="1134" w:hanging="567"/>
        <w:jc w:val="both"/>
        <w:rPr>
          <w:u w:val="single"/>
        </w:rPr>
      </w:pPr>
      <w:r w:rsidRPr="008F2D94">
        <w:t>(c)</w:t>
      </w:r>
      <w:r w:rsidRPr="008F2D94">
        <w:tab/>
        <w:t xml:space="preserve">In the case of </w:t>
      </w:r>
      <w:r w:rsidR="003F5B8D" w:rsidRPr="008F2D94">
        <w:t>Rear-View Camera</w:t>
      </w:r>
      <w:r w:rsidR="00745F14">
        <w:t xml:space="preserve"> System</w:t>
      </w:r>
      <w:r w:rsidR="008F2D94" w:rsidRPr="008F2D94">
        <w:t>,</w:t>
      </w:r>
      <w:r w:rsidRPr="008F2D94">
        <w:t xml:space="preserve"> the field of view, the magnification.</w:t>
      </w:r>
    </w:p>
    <w:p w14:paraId="49F2C6D9" w14:textId="047005E6" w:rsidR="004D271C" w:rsidRPr="008F2D94" w:rsidRDefault="004D271C" w:rsidP="004D271C">
      <w:pPr>
        <w:spacing w:after="120"/>
        <w:ind w:left="2835" w:right="1134" w:hanging="567"/>
        <w:jc w:val="both"/>
      </w:pPr>
      <w:r w:rsidRPr="008F2D94">
        <w:t>(d)</w:t>
      </w:r>
      <w:r w:rsidRPr="008F2D94">
        <w:tab/>
        <w:t>In the case of detection systems, the sensor type, the information signal type</w:t>
      </w:r>
      <w:r w:rsidR="0079616C" w:rsidRPr="008F2D94">
        <w:t>.</w:t>
      </w:r>
    </w:p>
    <w:p w14:paraId="5942C8D1" w14:textId="509B929A" w:rsidR="00F54F68" w:rsidRPr="00F54F68" w:rsidRDefault="00F54F68" w:rsidP="00C93C84">
      <w:pPr>
        <w:pStyle w:val="HChG"/>
      </w:pPr>
      <w:bookmarkStart w:id="17" w:name="_Toc437351602"/>
      <w:r w:rsidRPr="00F54F68">
        <w:tab/>
      </w:r>
      <w:r w:rsidR="00C93C84">
        <w:tab/>
      </w:r>
      <w:r w:rsidRPr="00F54F68">
        <w:t>3.</w:t>
      </w:r>
      <w:r w:rsidRPr="00F54F68">
        <w:tab/>
      </w:r>
      <w:r w:rsidR="00C93C84">
        <w:tab/>
      </w:r>
      <w:r w:rsidRPr="00F54F68">
        <w:t>Application for approval</w:t>
      </w:r>
      <w:bookmarkEnd w:id="17"/>
    </w:p>
    <w:p w14:paraId="721EE0CD" w14:textId="77777777" w:rsidR="00F54F68" w:rsidRPr="00F54F68" w:rsidRDefault="00F54F68" w:rsidP="00F54F68">
      <w:pPr>
        <w:spacing w:after="120"/>
        <w:ind w:left="2259" w:right="1134" w:hanging="1113"/>
        <w:jc w:val="both"/>
      </w:pPr>
      <w:r w:rsidRPr="00F54F68">
        <w:t>3.1.</w:t>
      </w:r>
      <w:r w:rsidRPr="00F54F68">
        <w:tab/>
        <w:t>The application for approval of a type of device for indirect vision shall be submitted by the holder of the trade name or mark or by his duly accredited representative.</w:t>
      </w:r>
    </w:p>
    <w:p w14:paraId="25A30160" w14:textId="77777777" w:rsidR="00F54F68" w:rsidRPr="00F54F68" w:rsidRDefault="00F54F68" w:rsidP="00F54F68">
      <w:pPr>
        <w:spacing w:after="120"/>
        <w:ind w:left="2259" w:right="1134" w:hanging="1113"/>
        <w:jc w:val="both"/>
      </w:pPr>
      <w:r w:rsidRPr="00F54F68">
        <w:t>3.2.</w:t>
      </w:r>
      <w:r w:rsidRPr="00F54F68">
        <w:tab/>
        <w:t>A model of information document is shown in Annex 1.</w:t>
      </w:r>
    </w:p>
    <w:p w14:paraId="79787EBD" w14:textId="77777777" w:rsidR="00F54F68" w:rsidRPr="00F54F68" w:rsidRDefault="00F54F68" w:rsidP="00F54F68">
      <w:pPr>
        <w:spacing w:after="120"/>
        <w:ind w:left="2259" w:right="1134" w:hanging="1113"/>
        <w:jc w:val="both"/>
      </w:pPr>
      <w:r w:rsidRPr="00F54F68">
        <w:t>3.3.</w:t>
      </w:r>
      <w:r w:rsidRPr="00F54F68">
        <w:tab/>
        <w:t>For each type of device for indirect vision the application shall be accompanied by three samples of the parts.</w:t>
      </w:r>
    </w:p>
    <w:p w14:paraId="1EA301B6" w14:textId="54699153" w:rsidR="00F54F68" w:rsidRPr="00F54F68" w:rsidRDefault="00F54F68" w:rsidP="00F54F68">
      <w:pPr>
        <w:spacing w:after="120"/>
        <w:ind w:left="2259" w:right="1134" w:hanging="1113"/>
        <w:jc w:val="both"/>
        <w:rPr>
          <w:bCs/>
          <w:iCs/>
        </w:rPr>
      </w:pPr>
      <w:r w:rsidRPr="00F54F68">
        <w:t>3.4.</w:t>
      </w:r>
      <w:r w:rsidRPr="00F54F68">
        <w:tab/>
      </w:r>
      <w:r w:rsidRPr="00F54F68">
        <w:rPr>
          <w:bCs/>
          <w:iCs/>
        </w:rPr>
        <w:t>T</w:t>
      </w:r>
      <w:r w:rsidRPr="00452E75">
        <w:rPr>
          <w:bCs/>
          <w:iCs/>
        </w:rPr>
        <w:t xml:space="preserve">he </w:t>
      </w:r>
      <w:r w:rsidR="00695A80">
        <w:rPr>
          <w:bCs/>
          <w:iCs/>
        </w:rPr>
        <w:t>RVCS</w:t>
      </w:r>
      <w:r w:rsidRPr="00452E75">
        <w:rPr>
          <w:bCs/>
          <w:iCs/>
        </w:rPr>
        <w:t xml:space="preserve"> </w:t>
      </w:r>
      <w:r w:rsidRPr="00452E75">
        <w:t>sha</w:t>
      </w:r>
      <w:r w:rsidRPr="00F54F68">
        <w:t>ll</w:t>
      </w:r>
      <w:r w:rsidRPr="00F54F68">
        <w:rPr>
          <w:bCs/>
          <w:iCs/>
        </w:rPr>
        <w:t xml:space="preserve"> be provided by the applicant with the following documents:</w:t>
      </w:r>
    </w:p>
    <w:p w14:paraId="6E857011" w14:textId="1CCEA16D" w:rsidR="00F54F68" w:rsidRPr="00452E75" w:rsidRDefault="00F54F68" w:rsidP="00F54F68">
      <w:pPr>
        <w:spacing w:after="120"/>
        <w:ind w:left="2835" w:right="1134" w:hanging="567"/>
        <w:jc w:val="both"/>
        <w:rPr>
          <w:bCs/>
          <w:iCs/>
        </w:rPr>
      </w:pPr>
      <w:r w:rsidRPr="00F54F68">
        <w:rPr>
          <w:bCs/>
          <w:iCs/>
        </w:rPr>
        <w:t>(a)</w:t>
      </w:r>
      <w:r w:rsidRPr="00F54F68">
        <w:rPr>
          <w:bCs/>
          <w:iCs/>
        </w:rPr>
        <w:tab/>
      </w:r>
      <w:r w:rsidRPr="00F54F68">
        <w:t>Technical</w:t>
      </w:r>
      <w:r w:rsidRPr="00F54F68">
        <w:rPr>
          <w:bCs/>
          <w:iCs/>
        </w:rPr>
        <w:t xml:space="preserve"> specification of th</w:t>
      </w:r>
      <w:r w:rsidRPr="00452E75">
        <w:rPr>
          <w:bCs/>
          <w:iCs/>
        </w:rPr>
        <w:t xml:space="preserve">e </w:t>
      </w:r>
      <w:r w:rsidR="00695A80">
        <w:rPr>
          <w:bCs/>
          <w:iCs/>
        </w:rPr>
        <w:t>RVCS</w:t>
      </w:r>
      <w:r w:rsidRPr="00452E75">
        <w:rPr>
          <w:bCs/>
          <w:iCs/>
        </w:rPr>
        <w:t>; and</w:t>
      </w:r>
    </w:p>
    <w:p w14:paraId="10292AEC" w14:textId="77777777" w:rsidR="00F54F68" w:rsidRPr="00452E75" w:rsidRDefault="00F54F68" w:rsidP="00F54F68">
      <w:pPr>
        <w:ind w:left="1701" w:right="1134" w:firstLine="567"/>
        <w:jc w:val="both"/>
        <w:rPr>
          <w:bCs/>
          <w:iCs/>
        </w:rPr>
      </w:pPr>
      <w:r w:rsidRPr="00452E75">
        <w:rPr>
          <w:bCs/>
          <w:iCs/>
        </w:rPr>
        <w:t>(b)</w:t>
      </w:r>
      <w:r w:rsidRPr="00452E75">
        <w:rPr>
          <w:bCs/>
          <w:iCs/>
        </w:rPr>
        <w:tab/>
        <w:t>Operator's manual.</w:t>
      </w:r>
    </w:p>
    <w:p w14:paraId="16606532" w14:textId="5FBA472A" w:rsidR="00F54F68" w:rsidRPr="00452E75" w:rsidRDefault="00F54F68" w:rsidP="00F54F68">
      <w:pPr>
        <w:pStyle w:val="HChG"/>
      </w:pPr>
      <w:r w:rsidRPr="00452E75">
        <w:tab/>
      </w:r>
      <w:bookmarkStart w:id="18" w:name="_Toc437351603"/>
      <w:r w:rsidR="00C93C84">
        <w:tab/>
      </w:r>
      <w:r w:rsidRPr="00452E75">
        <w:t>4.</w:t>
      </w:r>
      <w:r w:rsidRPr="00452E75">
        <w:tab/>
      </w:r>
      <w:r w:rsidR="00C93C84">
        <w:tab/>
      </w:r>
      <w:r w:rsidRPr="00452E75">
        <w:t>Markings</w:t>
      </w:r>
      <w:bookmarkEnd w:id="18"/>
    </w:p>
    <w:p w14:paraId="0B16F141" w14:textId="77777777" w:rsidR="00F54F68" w:rsidRPr="00452E75" w:rsidRDefault="00F54F68" w:rsidP="00F54F68">
      <w:pPr>
        <w:spacing w:after="120"/>
        <w:ind w:left="2259" w:right="1134" w:hanging="1113"/>
        <w:jc w:val="both"/>
      </w:pPr>
      <w:r w:rsidRPr="00452E75">
        <w:t>4.1.</w:t>
      </w:r>
      <w:r w:rsidRPr="00452E75">
        <w:tab/>
        <w:t>The samples of devices for indirect vision submitted for approval shall bear the trade name or mark of the manufacturer; this marking shall be clearly legible and be indelible.</w:t>
      </w:r>
    </w:p>
    <w:p w14:paraId="0A320609" w14:textId="694DCCB7" w:rsidR="00F54F68" w:rsidRPr="00F54F68" w:rsidRDefault="00F54F68" w:rsidP="00F54F68">
      <w:pPr>
        <w:spacing w:after="120"/>
        <w:ind w:left="2259" w:right="1134" w:hanging="1113"/>
        <w:jc w:val="both"/>
        <w:rPr>
          <w:bCs/>
        </w:rPr>
      </w:pPr>
      <w:r w:rsidRPr="00452E75">
        <w:t>4.2.</w:t>
      </w:r>
      <w:r w:rsidRPr="00452E75">
        <w:tab/>
        <w:t>Every device for indirect vision shall possess, on at least one of the main components, a space large enough to accommodate the approval mark, which shall be legible; this space shall be shown on the drawings referred to in Annex</w:t>
      </w:r>
      <w:r w:rsidR="00F96353">
        <w:t> </w:t>
      </w:r>
      <w:r w:rsidRPr="00452E75">
        <w:t>1.</w:t>
      </w:r>
      <w:r w:rsidRPr="00452E75">
        <w:rPr>
          <w:rFonts w:ascii="Arial" w:eastAsia="Arial" w:hAnsi="Arial" w:cs="Arial"/>
        </w:rPr>
        <w:t xml:space="preserve"> </w:t>
      </w:r>
      <w:r w:rsidRPr="00452E75">
        <w:rPr>
          <w:rFonts w:hint="eastAsia"/>
          <w:lang w:eastAsia="ja-JP"/>
        </w:rPr>
        <w:t xml:space="preserve">The approval mark shall also be legible when the device </w:t>
      </w:r>
      <w:r w:rsidRPr="00452E75">
        <w:rPr>
          <w:lang w:eastAsia="ja-JP"/>
        </w:rPr>
        <w:t>is</w:t>
      </w:r>
      <w:r w:rsidRPr="00452E75">
        <w:rPr>
          <w:rFonts w:hint="eastAsia"/>
          <w:lang w:eastAsia="ja-JP"/>
        </w:rPr>
        <w:t xml:space="preserve"> mounted on the vehicle with </w:t>
      </w:r>
      <w:r w:rsidRPr="00452E75">
        <w:rPr>
          <w:lang w:eastAsia="ja-JP"/>
        </w:rPr>
        <w:t xml:space="preserve">the </w:t>
      </w:r>
      <w:r w:rsidRPr="00452E75">
        <w:rPr>
          <w:rFonts w:hint="eastAsia"/>
          <w:lang w:eastAsia="ja-JP"/>
        </w:rPr>
        <w:t xml:space="preserve">exception of </w:t>
      </w:r>
      <w:r w:rsidR="003F5B8D" w:rsidRPr="00452E75">
        <w:t>Rear-View Camera</w:t>
      </w:r>
      <w:r w:rsidRPr="00452E75">
        <w:rPr>
          <w:lang w:eastAsia="ja-JP"/>
        </w:rPr>
        <w:t xml:space="preserve"> </w:t>
      </w:r>
      <w:r w:rsidR="00745F14">
        <w:rPr>
          <w:lang w:eastAsia="ja-JP"/>
        </w:rPr>
        <w:t xml:space="preserve">System </w:t>
      </w:r>
      <w:r w:rsidRPr="00452E75">
        <w:rPr>
          <w:lang w:eastAsia="ja-JP"/>
        </w:rPr>
        <w:t>as defined in paragraph 2.1.2</w:t>
      </w:r>
      <w:r w:rsidRPr="00452E75">
        <w:rPr>
          <w:rFonts w:hint="eastAsia"/>
          <w:lang w:eastAsia="ja-JP"/>
        </w:rPr>
        <w:t>.</w:t>
      </w:r>
      <w:r w:rsidRPr="00452E75">
        <w:rPr>
          <w:lang w:eastAsia="ja-JP"/>
        </w:rPr>
        <w:t xml:space="preserve"> </w:t>
      </w:r>
      <w:r w:rsidRPr="00F54F68">
        <w:rPr>
          <w:lang w:eastAsia="ja-JP"/>
        </w:rPr>
        <w:t>or a detection system as defined in paragraph 2.1.</w:t>
      </w:r>
      <w:r w:rsidR="00710ABF">
        <w:rPr>
          <w:lang w:eastAsia="ja-JP"/>
        </w:rPr>
        <w:t>5</w:t>
      </w:r>
      <w:r w:rsidRPr="00F54F68">
        <w:rPr>
          <w:lang w:eastAsia="ja-JP"/>
        </w:rPr>
        <w:t>.</w:t>
      </w:r>
      <w:r w:rsidRPr="00F54F68">
        <w:rPr>
          <w:rFonts w:hint="eastAsia"/>
          <w:lang w:eastAsia="ja-JP"/>
        </w:rPr>
        <w:t xml:space="preserve"> </w:t>
      </w:r>
      <w:r w:rsidRPr="00F54F68">
        <w:t xml:space="preserve">Other components of the device shall bear a means of identification. </w:t>
      </w:r>
      <w:r w:rsidRPr="00F54F68">
        <w:rPr>
          <w:bCs/>
        </w:rPr>
        <w:t>In the case of limited space for the approval mark(s), other means of identification that link it to the approval mark shall be provided.</w:t>
      </w:r>
    </w:p>
    <w:p w14:paraId="3C1E3C52" w14:textId="462B85D0" w:rsidR="00F54F68" w:rsidRPr="00F54F68" w:rsidRDefault="00F54F68" w:rsidP="00F54F68">
      <w:pPr>
        <w:pStyle w:val="HChG"/>
        <w:ind w:left="0" w:firstLine="0"/>
      </w:pPr>
      <w:r w:rsidRPr="00F54F68">
        <w:lastRenderedPageBreak/>
        <w:tab/>
      </w:r>
      <w:bookmarkStart w:id="19" w:name="_Toc437351604"/>
      <w:r w:rsidR="00F96353">
        <w:tab/>
      </w:r>
      <w:r w:rsidRPr="00F54F68">
        <w:t>5.</w:t>
      </w:r>
      <w:r w:rsidRPr="00F54F68">
        <w:tab/>
      </w:r>
      <w:r w:rsidR="00F96353">
        <w:tab/>
      </w:r>
      <w:r w:rsidRPr="00F54F68">
        <w:t>Approval</w:t>
      </w:r>
      <w:bookmarkEnd w:id="19"/>
    </w:p>
    <w:p w14:paraId="6EFCE057" w14:textId="77777777" w:rsidR="00F54F68" w:rsidRPr="00F54F68" w:rsidRDefault="00F54F68" w:rsidP="00F54F68">
      <w:pPr>
        <w:spacing w:after="120"/>
        <w:ind w:left="2259" w:right="1134" w:hanging="1113"/>
        <w:jc w:val="both"/>
      </w:pPr>
      <w:r w:rsidRPr="00F54F68">
        <w:t>5.1.</w:t>
      </w:r>
      <w:r w:rsidRPr="00F54F68">
        <w:tab/>
        <w:t>If the samples submitted for approval meet the requirements of paragraph 6. of this Regulation, approval of the pertinent type of device for indirect vision shall be granted.</w:t>
      </w:r>
    </w:p>
    <w:p w14:paraId="76375F8A" w14:textId="77777777" w:rsidR="00F54F68" w:rsidRPr="00F54F68" w:rsidRDefault="00F54F68" w:rsidP="00F54F68">
      <w:pPr>
        <w:spacing w:after="120"/>
        <w:ind w:left="2259" w:right="1134" w:hanging="1113"/>
        <w:jc w:val="both"/>
      </w:pPr>
      <w:r w:rsidRPr="00F54F68">
        <w:t>5.2.</w:t>
      </w:r>
      <w:r w:rsidRPr="00F54F68">
        <w:tab/>
        <w:t xml:space="preserve">An approval number shall be assigned to each type approved. Its first two digits (at present 00) shall indicate the series of amendments incorporating the most recent major technical amendments made to the Regulation at the time of issue of the approval. The same Contracting Party shall not assign the same number to another type of device for indirect vision. </w:t>
      </w:r>
    </w:p>
    <w:p w14:paraId="45592DBD" w14:textId="77777777" w:rsidR="00F54F68" w:rsidRPr="00F54F68" w:rsidRDefault="00F54F68" w:rsidP="00F54F68">
      <w:pPr>
        <w:spacing w:after="120"/>
        <w:ind w:left="2259" w:right="1134" w:hanging="1113"/>
        <w:jc w:val="both"/>
      </w:pPr>
      <w:r w:rsidRPr="00F54F68">
        <w:t>5.3.</w:t>
      </w:r>
      <w:r w:rsidRPr="00F54F68">
        <w:tab/>
        <w:t>Notice of approval or of refusal or of extension or withdrawal of approval or of production definitively discontinued of a type of device for indirect vision pursuant to this Regulation shall be communicated to the Parties to the Agreement which apply this Regulation by means of a form conforming to the model in Annex 3 to this Regulation.</w:t>
      </w:r>
    </w:p>
    <w:p w14:paraId="093C8833" w14:textId="77777777" w:rsidR="00F54F68" w:rsidRPr="00F54F68" w:rsidRDefault="00F54F68" w:rsidP="00F54F68">
      <w:pPr>
        <w:spacing w:after="120"/>
        <w:ind w:left="2259" w:right="1134" w:hanging="1113"/>
        <w:jc w:val="both"/>
      </w:pPr>
      <w:r w:rsidRPr="00F54F68">
        <w:t>5.4.</w:t>
      </w:r>
      <w:r w:rsidRPr="00F54F68">
        <w:tab/>
        <w:t>There shall be affixed,</w:t>
      </w:r>
      <w:r w:rsidRPr="00F54F68">
        <w:rPr>
          <w:rFonts w:ascii="Calibri" w:eastAsia="Calibri" w:hAnsi="Calibri" w:cs="Arial"/>
          <w:spacing w:val="8"/>
          <w:sz w:val="22"/>
          <w:szCs w:val="22"/>
        </w:rPr>
        <w:t xml:space="preserve"> </w:t>
      </w:r>
      <w:r w:rsidRPr="00F54F68">
        <w:t>on at least one of the main components, conspicuously and in the space referred to in paragraph 4.2. above, to every device for indirect vision, conforming to a type approved under this Regulation, in addition to the mark prescribed in paragraph 4.1. above, an international approval mark consisting of:</w:t>
      </w:r>
    </w:p>
    <w:p w14:paraId="7241CC83" w14:textId="77777777" w:rsidR="00F54F68" w:rsidRPr="00F54F68" w:rsidRDefault="00F54F68" w:rsidP="00F54F68">
      <w:pPr>
        <w:spacing w:after="120"/>
        <w:ind w:left="2259" w:right="1134" w:hanging="1113"/>
        <w:jc w:val="both"/>
      </w:pPr>
      <w:r w:rsidRPr="00F54F68">
        <w:t>5.4.1.</w:t>
      </w:r>
      <w:r w:rsidRPr="00F54F68">
        <w:tab/>
        <w:t>A circle surrounding the letter "E" followed by:</w:t>
      </w:r>
    </w:p>
    <w:p w14:paraId="614FC270" w14:textId="61E61CE2" w:rsidR="00F54F68" w:rsidRPr="00F54F68" w:rsidRDefault="00F54F68" w:rsidP="00F96353">
      <w:pPr>
        <w:tabs>
          <w:tab w:val="left" w:pos="2268"/>
        </w:tabs>
        <w:spacing w:after="120"/>
        <w:ind w:left="2835" w:right="1134" w:hanging="567"/>
        <w:jc w:val="both"/>
      </w:pPr>
      <w:r w:rsidRPr="00F54F68">
        <w:t>(a)</w:t>
      </w:r>
      <w:r w:rsidRPr="00F54F68">
        <w:tab/>
      </w:r>
      <w:r w:rsidR="00F96353">
        <w:t>T</w:t>
      </w:r>
      <w:r w:rsidRPr="00F54F68">
        <w:t>he distinguishing number of the country which has granted approval;</w:t>
      </w:r>
      <w:r w:rsidRPr="00F54F68">
        <w:rPr>
          <w:sz w:val="18"/>
          <w:szCs w:val="18"/>
          <w:vertAlign w:val="superscript"/>
        </w:rPr>
        <w:footnoteReference w:id="5"/>
      </w:r>
      <w:r w:rsidRPr="00F54F68">
        <w:rPr>
          <w:vertAlign w:val="subscript"/>
        </w:rPr>
        <w:t xml:space="preserve"> </w:t>
      </w:r>
      <w:r w:rsidRPr="00F54F68">
        <w:t>and</w:t>
      </w:r>
    </w:p>
    <w:p w14:paraId="4BE31E79" w14:textId="10B68EB0" w:rsidR="00F54F68" w:rsidRPr="00F54F68" w:rsidRDefault="00F54F68" w:rsidP="00F96353">
      <w:pPr>
        <w:tabs>
          <w:tab w:val="left" w:pos="2268"/>
        </w:tabs>
        <w:spacing w:after="120"/>
        <w:ind w:left="2835" w:right="1134" w:hanging="567"/>
        <w:jc w:val="both"/>
      </w:pPr>
      <w:r w:rsidRPr="00F54F68">
        <w:t>(b)</w:t>
      </w:r>
      <w:r w:rsidRPr="00F54F68">
        <w:tab/>
      </w:r>
      <w:r w:rsidR="00F96353">
        <w:t>T</w:t>
      </w:r>
      <w:r w:rsidRPr="00F54F68">
        <w:t>he number of this Regulation, followed by the letter "R", a dash and the approval number.</w:t>
      </w:r>
    </w:p>
    <w:p w14:paraId="6314F55A" w14:textId="77777777" w:rsidR="00F54F68" w:rsidRPr="00F54F68" w:rsidRDefault="00F54F68" w:rsidP="00F54F68">
      <w:pPr>
        <w:spacing w:after="120"/>
        <w:ind w:left="2259" w:right="1134" w:hanging="1113"/>
        <w:jc w:val="both"/>
      </w:pPr>
      <w:r w:rsidRPr="00F54F68">
        <w:t>5.5.</w:t>
      </w:r>
      <w:r w:rsidRPr="00F54F68">
        <w:tab/>
        <w:t xml:space="preserve">The approval mark and the additional symbol(s) shall be clearly legible and be indelible. </w:t>
      </w:r>
    </w:p>
    <w:p w14:paraId="36155F07" w14:textId="77777777" w:rsidR="00F54F68" w:rsidRPr="00F54F68" w:rsidRDefault="00F54F68" w:rsidP="00F54F68">
      <w:pPr>
        <w:spacing w:after="120"/>
        <w:ind w:left="2259" w:right="1134" w:hanging="1113"/>
        <w:jc w:val="both"/>
      </w:pPr>
      <w:r w:rsidRPr="00F54F68">
        <w:t>5.6.</w:t>
      </w:r>
      <w:r w:rsidRPr="00F54F68">
        <w:tab/>
        <w:t>Annex 5 to this Regulation gives an example of the arrangement of the aforesaid approval mark and additional symbol.</w:t>
      </w:r>
    </w:p>
    <w:p w14:paraId="6CEB6782" w14:textId="4045537E" w:rsidR="00F54F68" w:rsidRPr="00F54F68" w:rsidRDefault="00A076A9" w:rsidP="00F54F68">
      <w:pPr>
        <w:pStyle w:val="HChG"/>
      </w:pPr>
      <w:bookmarkStart w:id="20" w:name="_Toc437351605"/>
      <w:r>
        <w:tab/>
      </w:r>
      <w:r w:rsidR="00541B33">
        <w:tab/>
      </w:r>
      <w:r w:rsidR="00F54F68" w:rsidRPr="00F54F68">
        <w:t>6.</w:t>
      </w:r>
      <w:r w:rsidR="00F54F68" w:rsidRPr="00F54F68">
        <w:tab/>
      </w:r>
      <w:r w:rsidR="00541B33">
        <w:tab/>
      </w:r>
      <w:r w:rsidR="00F54F68" w:rsidRPr="00F54F68">
        <w:t>Requirements</w:t>
      </w:r>
      <w:bookmarkEnd w:id="20"/>
    </w:p>
    <w:p w14:paraId="1DEEC982" w14:textId="77777777" w:rsidR="00F54F68" w:rsidRPr="00F54F68" w:rsidRDefault="00F54F68" w:rsidP="00541B33">
      <w:pPr>
        <w:keepNext/>
        <w:keepLines/>
        <w:spacing w:after="120"/>
        <w:ind w:left="1134" w:right="1134"/>
        <w:jc w:val="both"/>
      </w:pPr>
      <w:r w:rsidRPr="00F54F68">
        <w:t>6.1.</w:t>
      </w:r>
      <w:r w:rsidRPr="00F54F68">
        <w:tab/>
      </w:r>
      <w:r w:rsidRPr="00F54F68">
        <w:tab/>
        <w:t>Close-proximity rear-view mirrors</w:t>
      </w:r>
    </w:p>
    <w:p w14:paraId="6CB54DA0" w14:textId="77777777" w:rsidR="00F54F68" w:rsidRPr="00F54F68" w:rsidRDefault="00F54F68" w:rsidP="00541B33">
      <w:pPr>
        <w:keepNext/>
        <w:keepLines/>
        <w:spacing w:after="120"/>
        <w:ind w:left="1134" w:right="1134"/>
        <w:jc w:val="both"/>
      </w:pPr>
      <w:r w:rsidRPr="00F54F68">
        <w:t>6.1.1.</w:t>
      </w:r>
      <w:r w:rsidRPr="00F54F68">
        <w:tab/>
      </w:r>
      <w:r w:rsidRPr="00F54F68">
        <w:tab/>
        <w:t>General specifications</w:t>
      </w:r>
    </w:p>
    <w:p w14:paraId="026FE552" w14:textId="5946BCAC" w:rsidR="00F54F68" w:rsidRPr="00F54F68" w:rsidRDefault="00F54F68" w:rsidP="00541B33">
      <w:pPr>
        <w:keepNext/>
        <w:keepLines/>
        <w:spacing w:after="120"/>
        <w:ind w:left="1134" w:right="1134"/>
        <w:jc w:val="both"/>
      </w:pPr>
      <w:r w:rsidRPr="00F54F68">
        <w:t>6.1.1.1.</w:t>
      </w:r>
      <w:r w:rsidRPr="00F54F68">
        <w:tab/>
        <w:t xml:space="preserve">All mirrors </w:t>
      </w:r>
      <w:r w:rsidR="00B540FF" w:rsidRPr="000E0B20">
        <w:t>may</w:t>
      </w:r>
      <w:r w:rsidRPr="000E0B20">
        <w:t xml:space="preserve"> </w:t>
      </w:r>
      <w:r w:rsidRPr="00F54F68">
        <w:t>be adjustable.</w:t>
      </w:r>
    </w:p>
    <w:p w14:paraId="5A5CBB85" w14:textId="77777777" w:rsidR="00F54F68" w:rsidRPr="00F54F68" w:rsidRDefault="00F54F68" w:rsidP="00541B33">
      <w:pPr>
        <w:keepNext/>
        <w:keepLines/>
        <w:spacing w:after="120"/>
        <w:ind w:left="2268" w:right="1134" w:hanging="1134"/>
        <w:jc w:val="both"/>
      </w:pPr>
      <w:r w:rsidRPr="00F54F68">
        <w:t>6.1.2.</w:t>
      </w:r>
      <w:r w:rsidRPr="00F54F68">
        <w:tab/>
        <w:t>Special specifications</w:t>
      </w:r>
    </w:p>
    <w:p w14:paraId="3292C95D" w14:textId="77777777" w:rsidR="00F54F68" w:rsidRPr="00F54F68" w:rsidRDefault="00F54F68" w:rsidP="00541B33">
      <w:pPr>
        <w:keepNext/>
        <w:keepLines/>
        <w:spacing w:after="120"/>
        <w:ind w:left="2268" w:right="1134" w:hanging="1134"/>
        <w:jc w:val="both"/>
      </w:pPr>
      <w:r w:rsidRPr="00F54F68">
        <w:t>6.1.2.1.</w:t>
      </w:r>
      <w:r w:rsidRPr="00F54F68">
        <w:tab/>
        <w:t>Dimensions</w:t>
      </w:r>
    </w:p>
    <w:p w14:paraId="50C459BF" w14:textId="77777777" w:rsidR="006A0DA5" w:rsidRDefault="00F54F68" w:rsidP="00541B33">
      <w:pPr>
        <w:tabs>
          <w:tab w:val="left" w:pos="1701"/>
          <w:tab w:val="left" w:pos="2268"/>
        </w:tabs>
        <w:autoSpaceDE w:val="0"/>
        <w:autoSpaceDN w:val="0"/>
        <w:adjustRightInd w:val="0"/>
        <w:spacing w:after="120" w:line="240" w:lineRule="auto"/>
        <w:ind w:left="2268" w:right="1134" w:hanging="1134"/>
        <w:jc w:val="both"/>
      </w:pPr>
      <w:r w:rsidRPr="00F54F68">
        <w:rPr>
          <w:bCs/>
          <w:spacing w:val="-2"/>
          <w:lang w:eastAsia="ja-JP"/>
        </w:rPr>
        <w:t>6.1.2.1.1.</w:t>
      </w:r>
      <w:r w:rsidRPr="00F54F68">
        <w:rPr>
          <w:bCs/>
          <w:spacing w:val="-2"/>
          <w:lang w:eastAsia="ja-JP"/>
        </w:rPr>
        <w:tab/>
      </w:r>
      <w:r w:rsidRPr="00F54F68">
        <w:tab/>
        <w:t>The contours of the reflecting surface shall be of simple geometric form and its dimensions such that the mirror provides the field of visio</w:t>
      </w:r>
      <w:r w:rsidR="00557D04">
        <w:t>n specified in paragraph 15.2.</w:t>
      </w:r>
      <w:r w:rsidRPr="00F54F68">
        <w:t xml:space="preserve"> of this Regulation.</w:t>
      </w:r>
    </w:p>
    <w:p w14:paraId="761A32F1" w14:textId="67019CE2" w:rsidR="006A0DA5" w:rsidRDefault="006A0DA5" w:rsidP="00541B33">
      <w:pPr>
        <w:tabs>
          <w:tab w:val="left" w:pos="1701"/>
          <w:tab w:val="left" w:pos="2268"/>
        </w:tabs>
        <w:autoSpaceDE w:val="0"/>
        <w:autoSpaceDN w:val="0"/>
        <w:adjustRightInd w:val="0"/>
        <w:spacing w:after="120" w:line="240" w:lineRule="auto"/>
        <w:ind w:left="2268" w:right="1134" w:hanging="1134"/>
        <w:jc w:val="both"/>
      </w:pPr>
      <w:r>
        <w:rPr>
          <w:sz w:val="21"/>
          <w:szCs w:val="21"/>
          <w:lang w:val="en-US" w:eastAsia="fr-FR"/>
        </w:rPr>
        <w:t>6.1.2.1.2.</w:t>
      </w:r>
      <w:r>
        <w:rPr>
          <w:sz w:val="21"/>
          <w:szCs w:val="21"/>
          <w:lang w:val="en-US" w:eastAsia="fr-FR"/>
        </w:rPr>
        <w:tab/>
        <w:t>The dimensions of the reflecting surface shall be such that it is possible to inscribe</w:t>
      </w:r>
      <w:r>
        <w:rPr>
          <w:rFonts w:hint="eastAsia"/>
          <w:lang w:eastAsia="ja-JP"/>
        </w:rPr>
        <w:t xml:space="preserve"> </w:t>
      </w:r>
      <w:r>
        <w:rPr>
          <w:sz w:val="21"/>
          <w:szCs w:val="21"/>
          <w:lang w:val="en-US" w:eastAsia="fr-FR"/>
        </w:rPr>
        <w:t>therein:</w:t>
      </w:r>
    </w:p>
    <w:p w14:paraId="5BCE07D1" w14:textId="20F410AE" w:rsidR="006A0DA5" w:rsidRDefault="006A0DA5" w:rsidP="00F96353">
      <w:pPr>
        <w:tabs>
          <w:tab w:val="left" w:pos="1701"/>
        </w:tabs>
        <w:autoSpaceDE w:val="0"/>
        <w:autoSpaceDN w:val="0"/>
        <w:adjustRightInd w:val="0"/>
        <w:spacing w:before="120" w:after="120" w:line="240" w:lineRule="auto"/>
        <w:ind w:left="2835" w:right="1134" w:hanging="567"/>
        <w:jc w:val="both"/>
      </w:pPr>
      <w:r>
        <w:rPr>
          <w:sz w:val="21"/>
          <w:szCs w:val="21"/>
          <w:lang w:val="en-US" w:eastAsia="fr-FR"/>
        </w:rPr>
        <w:t xml:space="preserve">(a) </w:t>
      </w:r>
      <w:r w:rsidR="00F96353">
        <w:rPr>
          <w:sz w:val="21"/>
          <w:szCs w:val="21"/>
          <w:lang w:val="en-US" w:eastAsia="fr-FR"/>
        </w:rPr>
        <w:tab/>
      </w:r>
      <w:r>
        <w:rPr>
          <w:sz w:val="21"/>
          <w:szCs w:val="21"/>
          <w:lang w:val="en-US" w:eastAsia="fr-FR"/>
        </w:rPr>
        <w:t xml:space="preserve">A rectangle 40 mm high the base length of which, measured in </w:t>
      </w:r>
      <w:r w:rsidR="008D0995">
        <w:rPr>
          <w:sz w:val="21"/>
          <w:szCs w:val="21"/>
          <w:lang w:val="en-US" w:eastAsia="fr-FR"/>
        </w:rPr>
        <w:t>millimeters</w:t>
      </w:r>
      <w:r>
        <w:rPr>
          <w:sz w:val="21"/>
          <w:szCs w:val="21"/>
          <w:lang w:val="en-US" w:eastAsia="fr-FR"/>
        </w:rPr>
        <w:t>, has</w:t>
      </w:r>
      <w:r>
        <w:rPr>
          <w:rFonts w:hint="eastAsia"/>
          <w:lang w:eastAsia="ja-JP"/>
        </w:rPr>
        <w:t xml:space="preserve"> </w:t>
      </w:r>
      <w:r>
        <w:rPr>
          <w:sz w:val="21"/>
          <w:szCs w:val="21"/>
          <w:lang w:val="en-US" w:eastAsia="fr-FR"/>
        </w:rPr>
        <w:t>the value "a";</w:t>
      </w:r>
    </w:p>
    <w:p w14:paraId="0DE7A670" w14:textId="3BD1CF23" w:rsidR="006A0DA5" w:rsidRPr="008D0995" w:rsidRDefault="006A0DA5" w:rsidP="00F96353">
      <w:pPr>
        <w:tabs>
          <w:tab w:val="left" w:pos="1701"/>
        </w:tabs>
        <w:autoSpaceDE w:val="0"/>
        <w:autoSpaceDN w:val="0"/>
        <w:adjustRightInd w:val="0"/>
        <w:spacing w:before="120" w:after="120" w:line="240" w:lineRule="auto"/>
        <w:ind w:left="2835" w:right="1134" w:hanging="567"/>
        <w:jc w:val="both"/>
      </w:pPr>
      <w:r>
        <w:rPr>
          <w:sz w:val="21"/>
          <w:szCs w:val="21"/>
          <w:lang w:val="en-US" w:eastAsia="fr-FR"/>
        </w:rPr>
        <w:lastRenderedPageBreak/>
        <w:t xml:space="preserve">(b) </w:t>
      </w:r>
      <w:r w:rsidR="00F96353">
        <w:rPr>
          <w:sz w:val="21"/>
          <w:szCs w:val="21"/>
          <w:lang w:val="en-US" w:eastAsia="fr-FR"/>
        </w:rPr>
        <w:tab/>
      </w:r>
      <w:r>
        <w:rPr>
          <w:sz w:val="21"/>
          <w:szCs w:val="21"/>
          <w:lang w:val="en-US" w:eastAsia="fr-FR"/>
        </w:rPr>
        <w:t>A segment which is parallel to the height of the rectangle and the length of which,</w:t>
      </w:r>
      <w:r>
        <w:rPr>
          <w:rFonts w:hint="eastAsia"/>
          <w:lang w:eastAsia="ja-JP"/>
        </w:rPr>
        <w:t xml:space="preserve"> </w:t>
      </w:r>
      <w:r>
        <w:rPr>
          <w:sz w:val="21"/>
          <w:szCs w:val="21"/>
          <w:lang w:val="en-US" w:eastAsia="fr-FR"/>
        </w:rPr>
        <w:t xml:space="preserve">expressed in </w:t>
      </w:r>
      <w:r w:rsidR="008D0995">
        <w:rPr>
          <w:sz w:val="21"/>
          <w:szCs w:val="21"/>
          <w:lang w:val="en-US" w:eastAsia="fr-FR"/>
        </w:rPr>
        <w:t>millimeters</w:t>
      </w:r>
      <w:r>
        <w:rPr>
          <w:sz w:val="21"/>
          <w:szCs w:val="21"/>
          <w:lang w:val="en-US" w:eastAsia="fr-FR"/>
        </w:rPr>
        <w:t>, has the value "b".</w:t>
      </w:r>
    </w:p>
    <w:p w14:paraId="698A30A7" w14:textId="77777777" w:rsidR="00F54F68" w:rsidRPr="00F54F68" w:rsidRDefault="00F54F68" w:rsidP="00F54F68">
      <w:pPr>
        <w:spacing w:after="120"/>
        <w:ind w:left="2268" w:right="1134" w:hanging="1134"/>
        <w:jc w:val="both"/>
      </w:pPr>
      <w:r w:rsidRPr="00F54F68">
        <w:rPr>
          <w:bCs/>
        </w:rPr>
        <w:t>6.1.2.2.</w:t>
      </w:r>
      <w:r w:rsidRPr="00F54F68">
        <w:rPr>
          <w:bCs/>
        </w:rPr>
        <w:tab/>
      </w:r>
      <w:r w:rsidRPr="00F54F68">
        <w:t>Reflecting surface and coefficients of reflection</w:t>
      </w:r>
    </w:p>
    <w:p w14:paraId="75795D18" w14:textId="77777777" w:rsidR="00F54F68" w:rsidRPr="00F54F68" w:rsidRDefault="00F54F68" w:rsidP="00F54F68">
      <w:pPr>
        <w:spacing w:after="120"/>
        <w:ind w:left="2268" w:right="1134" w:hanging="1134"/>
        <w:jc w:val="both"/>
      </w:pPr>
      <w:r w:rsidRPr="00F54F68">
        <w:t>6.1.2.2.1.</w:t>
      </w:r>
      <w:r w:rsidRPr="00F54F68">
        <w:tab/>
        <w:t>The reflecting surface of a mirror shall be either flat or spherically convex. Exterior mirrors may be equipped with an additional aspherical part provided that the main mirror fulfils the requirements of the indirect field of vision.</w:t>
      </w:r>
    </w:p>
    <w:p w14:paraId="4BF5472C" w14:textId="77777777" w:rsidR="00F54F68" w:rsidRPr="00F54F68" w:rsidRDefault="00F54F68" w:rsidP="00F54F68">
      <w:pPr>
        <w:keepNext/>
        <w:keepLines/>
        <w:spacing w:after="120"/>
        <w:ind w:left="2268" w:right="1134" w:hanging="1134"/>
        <w:jc w:val="both"/>
      </w:pPr>
      <w:r w:rsidRPr="00F54F68">
        <w:t>6.1.2.2.2.</w:t>
      </w:r>
      <w:r w:rsidRPr="00F54F68">
        <w:tab/>
        <w:t>Differences between the radii of curvature of mirrors</w:t>
      </w:r>
    </w:p>
    <w:p w14:paraId="1BB83ABA" w14:textId="77777777" w:rsidR="00F54F68" w:rsidRPr="00F54F68" w:rsidRDefault="00F54F68" w:rsidP="00F54F68">
      <w:pPr>
        <w:keepNext/>
        <w:keepLines/>
        <w:spacing w:after="120"/>
        <w:ind w:left="2268" w:right="1134" w:hanging="1134"/>
        <w:jc w:val="both"/>
      </w:pPr>
      <w:r w:rsidRPr="00F54F68">
        <w:t>6.1.2.2.2.1.</w:t>
      </w:r>
      <w:r w:rsidRPr="00F54F68">
        <w:tab/>
        <w:t xml:space="preserve">The difference between </w:t>
      </w:r>
      <w:proofErr w:type="spellStart"/>
      <w:r w:rsidRPr="00F54F68">
        <w:t>r</w:t>
      </w:r>
      <w:r w:rsidRPr="00F54F68">
        <w:rPr>
          <w:vertAlign w:val="subscript"/>
        </w:rPr>
        <w:t>i</w:t>
      </w:r>
      <w:proofErr w:type="spellEnd"/>
      <w:r w:rsidRPr="00F54F68">
        <w:t xml:space="preserve"> or </w:t>
      </w:r>
      <w:proofErr w:type="spellStart"/>
      <w:r w:rsidRPr="00F54F68">
        <w:t>r'</w:t>
      </w:r>
      <w:r w:rsidRPr="00F54F68">
        <w:rPr>
          <w:vertAlign w:val="subscript"/>
        </w:rPr>
        <w:t>i</w:t>
      </w:r>
      <w:proofErr w:type="spellEnd"/>
      <w:r w:rsidRPr="00F54F68">
        <w:t xml:space="preserve">, and </w:t>
      </w:r>
      <w:proofErr w:type="spellStart"/>
      <w:r w:rsidRPr="00F54F68">
        <w:t>r</w:t>
      </w:r>
      <w:r w:rsidRPr="00F54F68">
        <w:rPr>
          <w:vertAlign w:val="subscript"/>
        </w:rPr>
        <w:t>p</w:t>
      </w:r>
      <w:proofErr w:type="spellEnd"/>
      <w:r w:rsidRPr="00F54F68">
        <w:t xml:space="preserve"> at each reference point shall not exceed 0.15 r.</w:t>
      </w:r>
    </w:p>
    <w:p w14:paraId="05B1BFF3" w14:textId="77777777" w:rsidR="00F54F68" w:rsidRPr="00F54F68" w:rsidRDefault="00F54F68" w:rsidP="00F54F68">
      <w:pPr>
        <w:spacing w:after="120"/>
        <w:ind w:left="2268" w:right="1134" w:hanging="1134"/>
        <w:jc w:val="both"/>
      </w:pPr>
      <w:r w:rsidRPr="00F54F68">
        <w:t>6.1.2.2.2.2.</w:t>
      </w:r>
      <w:r w:rsidRPr="00F54F68">
        <w:tab/>
        <w:t>The difference between any of the radii of curvature (r</w:t>
      </w:r>
      <w:r w:rsidRPr="00F54F68">
        <w:rPr>
          <w:vertAlign w:val="subscript"/>
        </w:rPr>
        <w:t>p</w:t>
      </w:r>
      <w:r w:rsidRPr="00F54F68">
        <w:t>1, r</w:t>
      </w:r>
      <w:r w:rsidRPr="00F54F68">
        <w:rPr>
          <w:vertAlign w:val="subscript"/>
        </w:rPr>
        <w:t>p</w:t>
      </w:r>
      <w:r w:rsidRPr="00F54F68">
        <w:t>2, and r</w:t>
      </w:r>
      <w:r w:rsidRPr="00F54F68">
        <w:rPr>
          <w:vertAlign w:val="subscript"/>
        </w:rPr>
        <w:t>p</w:t>
      </w:r>
      <w:r w:rsidRPr="00F54F68">
        <w:t>3) and r shall not exceed 0.15 r.</w:t>
      </w:r>
    </w:p>
    <w:p w14:paraId="0F1D809B" w14:textId="77777777" w:rsidR="00F54F68" w:rsidRPr="00F54F68" w:rsidRDefault="00F54F68" w:rsidP="00F54F68">
      <w:pPr>
        <w:spacing w:after="120"/>
        <w:ind w:left="2268" w:right="1134" w:hanging="1134"/>
        <w:jc w:val="both"/>
      </w:pPr>
      <w:r w:rsidRPr="00F54F68">
        <w:t>6.1.2.2.2.3.</w:t>
      </w:r>
      <w:r w:rsidRPr="00F54F68">
        <w:tab/>
        <w:t>When r is not less than 3,000 mm, the value of 0.15 r quoted in paragraphs 6.1.2.2.2.1. and 6.1.2.2.2.2. above is replaced by 0.25 r.</w:t>
      </w:r>
    </w:p>
    <w:p w14:paraId="59994478" w14:textId="382048D5" w:rsidR="00F54F68" w:rsidRPr="00F54F68" w:rsidRDefault="00B4630C" w:rsidP="00F54F68">
      <w:pPr>
        <w:spacing w:after="120"/>
        <w:ind w:left="2268" w:right="1134" w:hanging="1134"/>
        <w:jc w:val="both"/>
      </w:pPr>
      <w:r>
        <w:t>6.1.2.2.</w:t>
      </w:r>
      <w:r>
        <w:rPr>
          <w:rFonts w:hint="eastAsia"/>
          <w:lang w:eastAsia="ja-JP"/>
        </w:rPr>
        <w:t>3</w:t>
      </w:r>
      <w:r w:rsidR="00F54F68" w:rsidRPr="00F54F68">
        <w:t>.</w:t>
      </w:r>
      <w:r w:rsidR="00F54F68" w:rsidRPr="00F54F68">
        <w:tab/>
        <w:t>The value of the normal coefficient of reflection, as determined according to the method described in Annex 6, shall be not less than 40 per cent.</w:t>
      </w:r>
    </w:p>
    <w:p w14:paraId="67E4A7A0" w14:textId="77777777" w:rsidR="00F54F68" w:rsidRPr="00F54F68" w:rsidRDefault="00F54F68" w:rsidP="00F54F68">
      <w:pPr>
        <w:spacing w:after="120"/>
        <w:ind w:left="2259" w:right="1134"/>
        <w:jc w:val="both"/>
      </w:pPr>
      <w:r w:rsidRPr="00F54F68">
        <w:t>In the case of reflecting surfaces with a changeable degree of reflection, the "day" position shall allow the colours of the signals used for road traffic to be recognized. The value of the normal coefficient of reflection in the "night" position shall be not less than 4 per cent.</w:t>
      </w:r>
    </w:p>
    <w:p w14:paraId="49FFA4E1" w14:textId="78CC50EA" w:rsidR="00F54F68" w:rsidRPr="00F54F68" w:rsidRDefault="00F54F68" w:rsidP="00F54F68">
      <w:pPr>
        <w:spacing w:after="120"/>
        <w:ind w:left="2268" w:right="1134" w:hanging="1134"/>
        <w:jc w:val="both"/>
      </w:pPr>
      <w:r w:rsidRPr="00F54F68">
        <w:t>6.1.2.2.</w:t>
      </w:r>
      <w:r w:rsidR="00B4630C">
        <w:t>4</w:t>
      </w:r>
      <w:r w:rsidRPr="00F54F68">
        <w:t>.</w:t>
      </w:r>
      <w:r w:rsidRPr="00F54F68">
        <w:tab/>
        <w:t>The reflecting surface shall retain the characteristics laid down in paragraph 6.1.2.2.</w:t>
      </w:r>
      <w:r w:rsidR="00792500">
        <w:t>3</w:t>
      </w:r>
      <w:r w:rsidRPr="00F54F68">
        <w:t>. above in spite of prolonged exposure to adverse weather conditions in normal use.</w:t>
      </w:r>
    </w:p>
    <w:p w14:paraId="6F6519F6" w14:textId="77777777" w:rsidR="00F54F68" w:rsidRPr="00F54F68" w:rsidRDefault="00F54F68" w:rsidP="00F54F68">
      <w:pPr>
        <w:spacing w:after="120"/>
        <w:ind w:left="2268" w:right="1134" w:hanging="1134"/>
        <w:jc w:val="both"/>
      </w:pPr>
      <w:r w:rsidRPr="00F54F68">
        <w:t>6.2.</w:t>
      </w:r>
      <w:r w:rsidRPr="00F54F68">
        <w:tab/>
        <w:t>Close-proximity rear-view devices for indirect vision other than mirrors</w:t>
      </w:r>
    </w:p>
    <w:p w14:paraId="14A1E47C" w14:textId="77777777" w:rsidR="00F54F68" w:rsidRPr="00F54F68" w:rsidRDefault="00F54F68" w:rsidP="00F54F68">
      <w:pPr>
        <w:spacing w:after="120"/>
        <w:ind w:left="2268" w:right="1134" w:hanging="1134"/>
        <w:jc w:val="both"/>
      </w:pPr>
      <w:r w:rsidRPr="00F54F68">
        <w:t>6.2.1.</w:t>
      </w:r>
      <w:r w:rsidRPr="00F54F68">
        <w:tab/>
        <w:t>General requirements</w:t>
      </w:r>
    </w:p>
    <w:p w14:paraId="724CE7EE" w14:textId="11BA2E29" w:rsidR="00F54F68" w:rsidRPr="00452E75" w:rsidRDefault="00452E75" w:rsidP="00F54F68">
      <w:pPr>
        <w:spacing w:after="120"/>
        <w:ind w:left="2268" w:right="1134" w:hanging="1134"/>
        <w:jc w:val="both"/>
      </w:pPr>
      <w:r>
        <w:rPr>
          <w:lang w:eastAsia="de-DE"/>
        </w:rPr>
        <w:t>6.2.1.1</w:t>
      </w:r>
      <w:r w:rsidR="00F54F68" w:rsidRPr="00F54F68">
        <w:rPr>
          <w:lang w:eastAsia="de-DE"/>
        </w:rPr>
        <w:t>.</w:t>
      </w:r>
      <w:r w:rsidR="00F54F68" w:rsidRPr="00F54F68">
        <w:rPr>
          <w:lang w:eastAsia="de-DE"/>
        </w:rPr>
        <w:tab/>
        <w:t>The effectiveness of</w:t>
      </w:r>
      <w:r w:rsidR="00F54F68" w:rsidRPr="00452E75">
        <w:rPr>
          <w:lang w:eastAsia="de-DE"/>
        </w:rPr>
        <w:t xml:space="preserve"> the </w:t>
      </w:r>
      <w:r w:rsidR="00695A80">
        <w:rPr>
          <w:lang w:eastAsia="de-DE"/>
        </w:rPr>
        <w:t>RVCS</w:t>
      </w:r>
      <w:r w:rsidR="00F54F68" w:rsidRPr="00452E75">
        <w:rPr>
          <w:lang w:eastAsia="de-DE"/>
        </w:rPr>
        <w:t xml:space="preserve"> and other vision supporting devices of Close-proximity rear-view shall not be adversely affected by magnetic or electrical fields. This shall be demonstrated by compliance with the technical requirements and transitional provisions of </w:t>
      </w:r>
      <w:r w:rsidR="00FF629A" w:rsidRPr="00452E75">
        <w:rPr>
          <w:lang w:eastAsia="de-DE"/>
        </w:rPr>
        <w:t>UN Regulation</w:t>
      </w:r>
      <w:r w:rsidR="00F54F68" w:rsidRPr="00452E75">
        <w:rPr>
          <w:lang w:eastAsia="de-DE"/>
        </w:rPr>
        <w:t xml:space="preserve"> No. 10, 05 series of amendments or any later series of amendments.</w:t>
      </w:r>
    </w:p>
    <w:p w14:paraId="243EEABD" w14:textId="6A9972EA" w:rsidR="00F54F68" w:rsidRPr="00F54F68" w:rsidRDefault="00F54F68" w:rsidP="00F96353">
      <w:pPr>
        <w:pStyle w:val="HChG"/>
        <w:ind w:left="2268"/>
      </w:pPr>
      <w:bookmarkStart w:id="21" w:name="_Toc437351612"/>
      <w:r w:rsidRPr="00F54F68">
        <w:t>7.</w:t>
      </w:r>
      <w:r w:rsidRPr="00F54F68">
        <w:tab/>
        <w:t>Modification of the type of device for reversing motion and extension of approval</w:t>
      </w:r>
      <w:bookmarkEnd w:id="21"/>
    </w:p>
    <w:p w14:paraId="1CC008BD" w14:textId="77777777" w:rsidR="00F54F68" w:rsidRPr="00F54F68" w:rsidRDefault="00F54F68" w:rsidP="00F54F68">
      <w:pPr>
        <w:spacing w:after="120"/>
        <w:ind w:left="2268" w:right="1134" w:hanging="1134"/>
        <w:jc w:val="both"/>
      </w:pPr>
      <w:r w:rsidRPr="00F54F68">
        <w:t>7.1.</w:t>
      </w:r>
      <w:r w:rsidRPr="00F54F68">
        <w:tab/>
        <w:t>Every modification to an existing type of device for indirect vision including its connection to the bodywork shall be notified to the Type Approval Authority which approved the type of device for indirect vision. The Type Approval Authority shall then either:</w:t>
      </w:r>
    </w:p>
    <w:p w14:paraId="0E1BF75B" w14:textId="77777777" w:rsidR="00F54F68" w:rsidRPr="00F54F68" w:rsidRDefault="00F54F68" w:rsidP="00F54F68">
      <w:pPr>
        <w:spacing w:after="120"/>
        <w:ind w:left="2835" w:right="1134" w:hanging="567"/>
        <w:jc w:val="both"/>
      </w:pPr>
      <w:r w:rsidRPr="00F54F68">
        <w:t>(a)</w:t>
      </w:r>
      <w:r w:rsidRPr="00F54F68">
        <w:tab/>
        <w:t xml:space="preserve">Decide, in consultation with the manufacturer, that a new type-approval is to be granted; or </w:t>
      </w:r>
    </w:p>
    <w:p w14:paraId="61ED167A" w14:textId="77777777" w:rsidR="00F54F68" w:rsidRPr="00F54F68" w:rsidRDefault="00F54F68" w:rsidP="00F54F68">
      <w:pPr>
        <w:spacing w:after="120"/>
        <w:ind w:left="2835" w:right="1134" w:hanging="567"/>
        <w:jc w:val="both"/>
      </w:pPr>
      <w:r w:rsidRPr="00F54F68">
        <w:t>(b)</w:t>
      </w:r>
      <w:r w:rsidRPr="00F54F68">
        <w:tab/>
        <w:t>Apply the procedure contained in paragraph 7.1.1. (Revision) and, if applicable, the procedure contained in paragraph 7.1.2. (Extension).</w:t>
      </w:r>
    </w:p>
    <w:p w14:paraId="5F843DE7" w14:textId="77777777" w:rsidR="00F54F68" w:rsidRPr="00F54F68" w:rsidRDefault="00F54F68" w:rsidP="00F54F68">
      <w:pPr>
        <w:spacing w:after="120"/>
        <w:ind w:left="2268" w:right="1134" w:hanging="1134"/>
        <w:jc w:val="both"/>
      </w:pPr>
      <w:r w:rsidRPr="00F54F68">
        <w:t>7.1.1.</w:t>
      </w:r>
      <w:r w:rsidRPr="00F54F68">
        <w:tab/>
        <w:t>Revision</w:t>
      </w:r>
    </w:p>
    <w:p w14:paraId="6F47C339" w14:textId="77777777" w:rsidR="00F54F68" w:rsidRPr="00F54F68" w:rsidRDefault="00F54F68" w:rsidP="00F54F68">
      <w:pPr>
        <w:spacing w:after="120"/>
        <w:ind w:left="2268" w:right="1134" w:hanging="1134"/>
        <w:jc w:val="both"/>
      </w:pPr>
      <w:r w:rsidRPr="00F54F68">
        <w:tab/>
        <w:t xml:space="preserve">When </w:t>
      </w:r>
      <w:r w:rsidRPr="00F54F68">
        <w:rPr>
          <w:bCs/>
        </w:rPr>
        <w:t>particulars recorded in the information folder have changed</w:t>
      </w:r>
      <w:r w:rsidRPr="00F54F68">
        <w:t xml:space="preserve"> and the Type Approval Authority considers that the modifications made are unlikely to have an appreciable adverse effect and that in any case the device for indirect vision still complies with the requirements, the modification shall be designated a "revision".</w:t>
      </w:r>
    </w:p>
    <w:p w14:paraId="2F1948A9" w14:textId="77777777" w:rsidR="00F54F68" w:rsidRPr="00F54F68" w:rsidRDefault="00F54F68" w:rsidP="00F54F68">
      <w:pPr>
        <w:spacing w:after="120"/>
        <w:ind w:left="2268" w:right="1134" w:hanging="1134"/>
        <w:jc w:val="both"/>
      </w:pPr>
      <w:r w:rsidRPr="00F54F68">
        <w:rPr>
          <w:bCs/>
        </w:rPr>
        <w:tab/>
        <w:t xml:space="preserve">In such a case, the </w:t>
      </w:r>
      <w:r w:rsidRPr="00F54F68">
        <w:t xml:space="preserve">Type Approval Authority </w:t>
      </w:r>
      <w:r w:rsidRPr="00F54F68">
        <w:rPr>
          <w:bCs/>
        </w:rPr>
        <w:t>shall issue the revised pages of the information folder as necessary, marking each revised page to show clearly the nature of the modification and the date of re-issue. A consolidated,</w:t>
      </w:r>
      <w:r w:rsidRPr="00F54F68">
        <w:rPr>
          <w:rFonts w:ascii="MS Mincho" w:hAnsi="MS Mincho" w:cs="MS Mincho"/>
          <w:bCs/>
        </w:rPr>
        <w:t xml:space="preserve"> </w:t>
      </w:r>
      <w:r w:rsidRPr="00F54F68">
        <w:rPr>
          <w:bCs/>
        </w:rPr>
        <w:t xml:space="preserve">updated </w:t>
      </w:r>
      <w:r w:rsidRPr="00F54F68">
        <w:rPr>
          <w:bCs/>
        </w:rPr>
        <w:lastRenderedPageBreak/>
        <w:t>version of the information folder, accompanied by a detailed description of the modification, shall be deemed to meet this requirement.</w:t>
      </w:r>
    </w:p>
    <w:p w14:paraId="7805450C" w14:textId="77777777" w:rsidR="00F54F68" w:rsidRPr="00F54F68" w:rsidRDefault="00F54F68" w:rsidP="00F54F68">
      <w:pPr>
        <w:spacing w:after="120"/>
        <w:ind w:left="2268" w:right="1134" w:hanging="1134"/>
        <w:jc w:val="both"/>
      </w:pPr>
      <w:r w:rsidRPr="00F54F68">
        <w:t>7.1.2.</w:t>
      </w:r>
      <w:r w:rsidRPr="00F54F68">
        <w:tab/>
        <w:t>Extension</w:t>
      </w:r>
    </w:p>
    <w:p w14:paraId="7D36CC66" w14:textId="77777777" w:rsidR="00F54F68" w:rsidRPr="00F54F68" w:rsidRDefault="00F54F68" w:rsidP="00F54F68">
      <w:pPr>
        <w:spacing w:after="120"/>
        <w:ind w:left="2268" w:right="1134" w:hanging="1134"/>
        <w:jc w:val="both"/>
      </w:pPr>
      <w:r w:rsidRPr="00F54F68">
        <w:tab/>
      </w:r>
      <w:r w:rsidRPr="00F54F68">
        <w:rPr>
          <w:rFonts w:hint="eastAsia"/>
        </w:rPr>
        <w:t xml:space="preserve">The </w:t>
      </w:r>
      <w:r w:rsidRPr="00F54F68">
        <w:t>modification</w:t>
      </w:r>
      <w:r w:rsidRPr="00F54F68">
        <w:rPr>
          <w:rFonts w:hint="eastAsia"/>
        </w:rPr>
        <w:t xml:space="preserve"> shall be designated an </w:t>
      </w:r>
      <w:r w:rsidRPr="00F54F68">
        <w:t>"</w:t>
      </w:r>
      <w:r w:rsidRPr="00F54F68">
        <w:rPr>
          <w:rFonts w:hint="eastAsia"/>
        </w:rPr>
        <w:t>extension</w:t>
      </w:r>
      <w:r w:rsidRPr="00F54F68">
        <w:t>"</w:t>
      </w:r>
      <w:r w:rsidRPr="00F54F68">
        <w:rPr>
          <w:rFonts w:hint="eastAsia"/>
        </w:rPr>
        <w:t xml:space="preserve"> if, in addition to the change of the particulars recorded in the </w:t>
      </w:r>
      <w:r w:rsidRPr="00F54F68">
        <w:t>information</w:t>
      </w:r>
      <w:r w:rsidRPr="00F54F68">
        <w:rPr>
          <w:rFonts w:hint="eastAsia"/>
        </w:rPr>
        <w:t xml:space="preserve"> </w:t>
      </w:r>
      <w:r w:rsidRPr="00F54F68">
        <w:t>folder;</w:t>
      </w:r>
      <w:r w:rsidRPr="00F54F68">
        <w:rPr>
          <w:rFonts w:hint="eastAsia"/>
        </w:rPr>
        <w:t xml:space="preserve">  </w:t>
      </w:r>
    </w:p>
    <w:p w14:paraId="3A4C6CC0" w14:textId="77777777" w:rsidR="00F54F68" w:rsidRPr="00F54F68" w:rsidRDefault="00F54F68" w:rsidP="00F54F68">
      <w:pPr>
        <w:spacing w:after="120"/>
        <w:ind w:left="2268" w:right="1134" w:hanging="1134"/>
        <w:jc w:val="both"/>
        <w:rPr>
          <w:bCs/>
        </w:rPr>
      </w:pPr>
      <w:r w:rsidRPr="00F54F68">
        <w:tab/>
        <w:t>(a)</w:t>
      </w:r>
      <w:r w:rsidRPr="00F54F68">
        <w:tab/>
        <w:t>F</w:t>
      </w:r>
      <w:r w:rsidRPr="00F54F68">
        <w:rPr>
          <w:rFonts w:hint="eastAsia"/>
        </w:rPr>
        <w:t>urther inspections or tests are required</w:t>
      </w:r>
      <w:r w:rsidRPr="00F54F68">
        <w:t>; or</w:t>
      </w:r>
    </w:p>
    <w:p w14:paraId="20F4D9CB" w14:textId="77777777" w:rsidR="00F54F68" w:rsidRPr="00F54F68" w:rsidRDefault="00F54F68" w:rsidP="00F54F68">
      <w:pPr>
        <w:spacing w:after="120"/>
        <w:ind w:left="2835" w:right="1134" w:hanging="567"/>
        <w:jc w:val="both"/>
      </w:pPr>
      <w:r w:rsidRPr="00F54F68">
        <w:t>(b)</w:t>
      </w:r>
      <w:r w:rsidRPr="00F54F68">
        <w:tab/>
        <w:t>A</w:t>
      </w:r>
      <w:r w:rsidRPr="00F54F68">
        <w:rPr>
          <w:rFonts w:hint="eastAsia"/>
        </w:rPr>
        <w:t xml:space="preserve">ny information on the </w:t>
      </w:r>
      <w:r w:rsidRPr="00F54F68">
        <w:t xml:space="preserve">communication document </w:t>
      </w:r>
      <w:r w:rsidRPr="00F54F68">
        <w:rPr>
          <w:rFonts w:hint="eastAsia"/>
        </w:rPr>
        <w:t>(with the exception of its attachments) has changed</w:t>
      </w:r>
      <w:r w:rsidRPr="00F54F68">
        <w:t>; or</w:t>
      </w:r>
    </w:p>
    <w:p w14:paraId="6C5404A1" w14:textId="77777777" w:rsidR="00F54F68" w:rsidRPr="00F54F68" w:rsidRDefault="00F54F68" w:rsidP="00F54F68">
      <w:pPr>
        <w:spacing w:after="120"/>
        <w:ind w:left="2835" w:right="1134" w:hanging="567"/>
        <w:jc w:val="both"/>
      </w:pPr>
      <w:r w:rsidRPr="00F54F68">
        <w:t>(c)</w:t>
      </w:r>
      <w:r w:rsidRPr="00F54F68">
        <w:tab/>
        <w:t>A</w:t>
      </w:r>
      <w:r w:rsidRPr="00F54F68">
        <w:rPr>
          <w:rFonts w:hint="eastAsia"/>
        </w:rPr>
        <w:t>pproval to</w:t>
      </w:r>
      <w:r w:rsidRPr="00F54F68">
        <w:t xml:space="preserve"> a</w:t>
      </w:r>
      <w:r w:rsidRPr="00F54F68">
        <w:rPr>
          <w:rFonts w:hint="eastAsia"/>
        </w:rPr>
        <w:t xml:space="preserve"> </w:t>
      </w:r>
      <w:r w:rsidRPr="00F54F68">
        <w:t>later</w:t>
      </w:r>
      <w:r w:rsidRPr="00F54F68">
        <w:rPr>
          <w:rFonts w:hint="eastAsia"/>
        </w:rPr>
        <w:t xml:space="preserve"> series of amendments is requested after its entry into force</w:t>
      </w:r>
      <w:r w:rsidRPr="00F54F68">
        <w:t>.</w:t>
      </w:r>
    </w:p>
    <w:p w14:paraId="6E42840E" w14:textId="77777777" w:rsidR="00F54F68" w:rsidRPr="00F54F68" w:rsidRDefault="00F54F68" w:rsidP="00F54F68">
      <w:pPr>
        <w:spacing w:after="120"/>
        <w:ind w:left="2268" w:right="1134" w:hanging="1134"/>
        <w:jc w:val="both"/>
      </w:pPr>
      <w:r w:rsidRPr="00F54F68">
        <w:t>7.2.</w:t>
      </w:r>
      <w:r w:rsidRPr="00F54F68">
        <w:tab/>
        <w:t>Confirmation or refusal of approval, specifying the alterations shall be communicated by the procedure specified in paragraph 5.3. above to the Parties to the Agreement which apply this Regulation.</w:t>
      </w:r>
      <w:r w:rsidRPr="00F54F68">
        <w:rPr>
          <w:rFonts w:hint="eastAsia"/>
        </w:rPr>
        <w:t xml:space="preserve"> In addition, the index to the </w:t>
      </w:r>
      <w:r w:rsidRPr="00F54F68">
        <w:t>information</w:t>
      </w:r>
      <w:r w:rsidRPr="00F54F68">
        <w:rPr>
          <w:rFonts w:hint="eastAsia"/>
        </w:rPr>
        <w:t xml:space="preserve"> </w:t>
      </w:r>
      <w:r w:rsidRPr="00F54F68">
        <w:t>package,</w:t>
      </w:r>
      <w:r w:rsidRPr="00F54F68">
        <w:rPr>
          <w:rFonts w:hint="eastAsia"/>
        </w:rPr>
        <w:t xml:space="preserve"> attached to the </w:t>
      </w:r>
      <w:r w:rsidRPr="00F54F68">
        <w:t>communication document,</w:t>
      </w:r>
      <w:r w:rsidRPr="00F54F68">
        <w:rPr>
          <w:rFonts w:hint="eastAsia"/>
        </w:rPr>
        <w:t xml:space="preserve"> shall be amended accordingly to show the date of </w:t>
      </w:r>
      <w:r w:rsidRPr="00F54F68">
        <w:t xml:space="preserve">the </w:t>
      </w:r>
      <w:r w:rsidRPr="00F54F68">
        <w:rPr>
          <w:rFonts w:hint="eastAsia"/>
        </w:rPr>
        <w:t>most recent revision or extension</w:t>
      </w:r>
      <w:r w:rsidRPr="00F54F68">
        <w:t>.</w:t>
      </w:r>
    </w:p>
    <w:p w14:paraId="08D0F8C3" w14:textId="77777777" w:rsidR="00F54F68" w:rsidRPr="00F54F68" w:rsidRDefault="00F54F68" w:rsidP="00F54F68">
      <w:pPr>
        <w:spacing w:after="120"/>
        <w:ind w:left="2268" w:right="1134" w:hanging="1134"/>
        <w:jc w:val="both"/>
      </w:pPr>
      <w:r w:rsidRPr="00F54F68">
        <w:t>7.3.</w:t>
      </w:r>
      <w:r w:rsidRPr="00F54F68">
        <w:tab/>
        <w:t>The Type Approval Authority issuing the extension of approval shall assign a series number to each communication form drawn up for such an extension.</w:t>
      </w:r>
    </w:p>
    <w:p w14:paraId="53E40510" w14:textId="27E39639" w:rsidR="00F54F68" w:rsidRPr="00F54F68" w:rsidRDefault="00F54F68" w:rsidP="00F54F68">
      <w:pPr>
        <w:pStyle w:val="HChG"/>
      </w:pPr>
      <w:r w:rsidRPr="00F54F68">
        <w:tab/>
      </w:r>
      <w:bookmarkStart w:id="22" w:name="_Toc437351613"/>
      <w:r w:rsidR="00F96353">
        <w:tab/>
      </w:r>
      <w:r w:rsidRPr="00F54F68">
        <w:t>8.</w:t>
      </w:r>
      <w:r w:rsidR="00F96353">
        <w:tab/>
      </w:r>
      <w:r w:rsidRPr="00F54F68">
        <w:tab/>
        <w:t>Conformity of production</w:t>
      </w:r>
      <w:bookmarkEnd w:id="22"/>
    </w:p>
    <w:p w14:paraId="6DA327CD" w14:textId="6BFDDDF3" w:rsidR="00F54F68" w:rsidRPr="00F54F68" w:rsidRDefault="00F54F68" w:rsidP="00F54F68">
      <w:pPr>
        <w:spacing w:after="120"/>
        <w:ind w:left="2268" w:right="1134" w:hanging="1134"/>
        <w:jc w:val="both"/>
      </w:pPr>
      <w:r w:rsidRPr="00F54F68">
        <w:t>8.1.</w:t>
      </w:r>
      <w:r w:rsidRPr="00F54F68">
        <w:tab/>
        <w:t xml:space="preserve">The conformity of production procedure shall comply with those set out in the Agreement, </w:t>
      </w:r>
      <w:r w:rsidR="00594D8B">
        <w:t xml:space="preserve">Schedule 1 </w:t>
      </w:r>
      <w:r w:rsidRPr="00F54F68">
        <w:t>(E/ECE/324</w:t>
      </w:r>
      <w:r w:rsidRPr="00F54F68">
        <w:noBreakHyphen/>
        <w:t>E/ECE/TRANS/505/Rev.</w:t>
      </w:r>
      <w:r w:rsidR="00594D8B">
        <w:t>3</w:t>
      </w:r>
      <w:r w:rsidRPr="00F54F68">
        <w:t>).</w:t>
      </w:r>
    </w:p>
    <w:p w14:paraId="273AE061" w14:textId="77777777" w:rsidR="00F54F68" w:rsidRPr="00F54F68" w:rsidRDefault="00F54F68" w:rsidP="00F54F68">
      <w:pPr>
        <w:spacing w:after="120"/>
        <w:ind w:left="2268" w:right="1134" w:hanging="1134"/>
        <w:jc w:val="both"/>
      </w:pPr>
      <w:r w:rsidRPr="00F54F68">
        <w:t>8.2.</w:t>
      </w:r>
      <w:r w:rsidRPr="00F54F68">
        <w:tab/>
        <w:t>Every device for indirect vision approved under this Regulation shall be so manufactured as to conform to the type approved by meeting the requirements set out in paragraph 6. above.</w:t>
      </w:r>
    </w:p>
    <w:p w14:paraId="18BEBB4A" w14:textId="5BFAD6E6" w:rsidR="00F54F68" w:rsidRPr="00F54F68" w:rsidRDefault="00F54F68" w:rsidP="00F54F68">
      <w:pPr>
        <w:pStyle w:val="HChG"/>
      </w:pPr>
      <w:r w:rsidRPr="00F54F68">
        <w:tab/>
      </w:r>
      <w:bookmarkStart w:id="23" w:name="_Toc437351614"/>
      <w:r w:rsidR="00F96353">
        <w:tab/>
      </w:r>
      <w:r w:rsidRPr="00F54F68">
        <w:t>9.</w:t>
      </w:r>
      <w:r w:rsidRPr="00F54F68">
        <w:tab/>
      </w:r>
      <w:r w:rsidR="00F96353">
        <w:tab/>
      </w:r>
      <w:r w:rsidRPr="00F54F68">
        <w:t>Penalties for non</w:t>
      </w:r>
      <w:r w:rsidRPr="00F54F68">
        <w:noBreakHyphen/>
        <w:t>conformity of production</w:t>
      </w:r>
      <w:bookmarkEnd w:id="23"/>
    </w:p>
    <w:p w14:paraId="6823B563" w14:textId="77777777" w:rsidR="00F54F68" w:rsidRPr="00F54F68" w:rsidRDefault="00F54F68" w:rsidP="00F54F68">
      <w:pPr>
        <w:spacing w:after="120"/>
        <w:ind w:left="2268" w:right="1134" w:hanging="1134"/>
        <w:jc w:val="both"/>
      </w:pPr>
      <w:r w:rsidRPr="00F54F68">
        <w:t>9.1.</w:t>
      </w:r>
      <w:r w:rsidRPr="00F54F68">
        <w:tab/>
        <w:t>The approval granted in respect of a type of device for indirect vision pursuant to this Regulation may be withdrawn if the requirement laid down in paragraph 8.1. above is not complied with or if the type of device for indirect vision did not satisfy the requirements prescribed in paragraph 8.2. above.</w:t>
      </w:r>
    </w:p>
    <w:p w14:paraId="3CF276F3" w14:textId="77777777" w:rsidR="00F54F68" w:rsidRPr="00F54F68" w:rsidRDefault="00F54F68" w:rsidP="00F54F68">
      <w:pPr>
        <w:spacing w:after="120"/>
        <w:ind w:left="2268" w:right="1134" w:hanging="1134"/>
        <w:jc w:val="both"/>
      </w:pPr>
      <w:r w:rsidRPr="00F54F68">
        <w:t>9.2.</w:t>
      </w:r>
      <w:r w:rsidRPr="00F54F68">
        <w:tab/>
        <w:t>If a Contracting Party to the Agreement which applies this Regulation withdraws an approval it has previously granted, it shall forthwith so notify the other Contracting Parties applying this Regulation by means of a copy of the communication form bearing at the end, in large letters, the signed and dated annotation "APPROVAL WITHDRAWN".</w:t>
      </w:r>
    </w:p>
    <w:p w14:paraId="3CCA15E7" w14:textId="1433DC81" w:rsidR="00F54F68" w:rsidRPr="00F54F68" w:rsidRDefault="00F54F68" w:rsidP="00F54F68">
      <w:pPr>
        <w:pStyle w:val="HChG"/>
      </w:pPr>
      <w:r w:rsidRPr="00F54F68">
        <w:tab/>
      </w:r>
      <w:bookmarkStart w:id="24" w:name="_Toc437351615"/>
      <w:r w:rsidR="00F96353">
        <w:tab/>
      </w:r>
      <w:r w:rsidRPr="00F54F68">
        <w:t>10.</w:t>
      </w:r>
      <w:r w:rsidRPr="00F54F68">
        <w:tab/>
      </w:r>
      <w:r w:rsidR="00F96353">
        <w:tab/>
      </w:r>
      <w:r w:rsidRPr="00F54F68">
        <w:t>Production definitively discontinued</w:t>
      </w:r>
      <w:bookmarkEnd w:id="24"/>
    </w:p>
    <w:p w14:paraId="2FB71FA7" w14:textId="77777777" w:rsidR="00F54F68" w:rsidRPr="00F54F68" w:rsidRDefault="00F54F68" w:rsidP="00F54F68">
      <w:pPr>
        <w:spacing w:after="120"/>
        <w:ind w:left="2268" w:right="1134" w:hanging="1134"/>
        <w:jc w:val="both"/>
      </w:pPr>
      <w:r w:rsidRPr="00F54F68">
        <w:tab/>
        <w:t>If the holder of the approval completely ceases to manufacture a type of device for indirect vision approved in accordance with this Regulation, he shall so inform the Type Approval Authority which granted the approval. Upon receiving the relevant communication, the Authority shall inform thereof the other Parties to the Agreement applying this Regulation by means of a copy of the approval form bearing at the end, in large letters, the signed and dated annotation "PRODUCTION DISCONTINUED".</w:t>
      </w:r>
    </w:p>
    <w:p w14:paraId="1F461041" w14:textId="72A2DE78" w:rsidR="00F54F68" w:rsidRPr="00F54F68" w:rsidRDefault="00F54F68" w:rsidP="00F96353">
      <w:pPr>
        <w:pStyle w:val="HChG"/>
        <w:ind w:left="2268"/>
      </w:pPr>
      <w:bookmarkStart w:id="25" w:name="_Toc437351616"/>
      <w:r w:rsidRPr="00F54F68">
        <w:lastRenderedPageBreak/>
        <w:t>11.</w:t>
      </w:r>
      <w:r w:rsidRPr="00F54F68">
        <w:tab/>
      </w:r>
      <w:r w:rsidR="00A076A9">
        <w:t>N</w:t>
      </w:r>
      <w:r w:rsidRPr="00F54F68">
        <w:t>ames and addresses of Technical Services responsible for conducting approval tests, and of Type Approval Authorities</w:t>
      </w:r>
      <w:bookmarkEnd w:id="25"/>
    </w:p>
    <w:p w14:paraId="7F6B1A0A" w14:textId="5C5207AB" w:rsidR="00F54F68" w:rsidRPr="00F54F68" w:rsidRDefault="00F54F68" w:rsidP="00A076A9">
      <w:pPr>
        <w:spacing w:after="120"/>
        <w:ind w:left="2268" w:right="1134" w:hanging="1134"/>
        <w:jc w:val="both"/>
      </w:pPr>
      <w:r w:rsidRPr="00F54F68">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4AD2F907" w14:textId="6BEF14D0" w:rsidR="00F54F68" w:rsidRPr="00A076A9" w:rsidRDefault="00541B33" w:rsidP="00F54F68">
      <w:pPr>
        <w:pStyle w:val="HChG"/>
        <w:rPr>
          <w:sz w:val="32"/>
          <w:szCs w:val="22"/>
        </w:rPr>
      </w:pPr>
      <w:bookmarkStart w:id="26" w:name="_Toc437351617"/>
      <w:r>
        <w:rPr>
          <w:sz w:val="32"/>
          <w:szCs w:val="22"/>
        </w:rPr>
        <w:tab/>
      </w:r>
      <w:r>
        <w:rPr>
          <w:sz w:val="32"/>
          <w:szCs w:val="22"/>
        </w:rPr>
        <w:tab/>
      </w:r>
      <w:r w:rsidR="00E37EB6">
        <w:rPr>
          <w:sz w:val="32"/>
          <w:szCs w:val="22"/>
        </w:rPr>
        <w:t xml:space="preserve">Part </w:t>
      </w:r>
      <w:r w:rsidR="00F54F68" w:rsidRPr="00A076A9">
        <w:rPr>
          <w:sz w:val="32"/>
          <w:szCs w:val="22"/>
        </w:rPr>
        <w:t>II</w:t>
      </w:r>
      <w:r>
        <w:rPr>
          <w:sz w:val="32"/>
          <w:szCs w:val="22"/>
        </w:rPr>
        <w:tab/>
      </w:r>
      <w:r w:rsidR="00F54F68" w:rsidRPr="00A076A9">
        <w:rPr>
          <w:sz w:val="32"/>
          <w:szCs w:val="22"/>
        </w:rPr>
        <w:t>Installation of devices for reversing motion</w:t>
      </w:r>
      <w:bookmarkEnd w:id="26"/>
    </w:p>
    <w:p w14:paraId="1AA86414" w14:textId="6D33465C" w:rsidR="00F54F68" w:rsidRPr="00F54F68" w:rsidRDefault="00F54F68" w:rsidP="00F54F68">
      <w:pPr>
        <w:pStyle w:val="HChG"/>
      </w:pPr>
      <w:r w:rsidRPr="00F54F68">
        <w:tab/>
      </w:r>
      <w:bookmarkStart w:id="27" w:name="_Toc437351618"/>
      <w:r w:rsidR="00F96353">
        <w:tab/>
      </w:r>
      <w:r w:rsidRPr="00F54F68">
        <w:t>12.</w:t>
      </w:r>
      <w:r w:rsidRPr="00F54F68">
        <w:tab/>
      </w:r>
      <w:r w:rsidR="00F96353">
        <w:tab/>
      </w:r>
      <w:r w:rsidRPr="00F54F68">
        <w:t>Definitions</w:t>
      </w:r>
      <w:bookmarkEnd w:id="27"/>
    </w:p>
    <w:p w14:paraId="49140145" w14:textId="77777777" w:rsidR="00F54F68" w:rsidRPr="00F54F68" w:rsidRDefault="00F54F68" w:rsidP="00F54F68">
      <w:pPr>
        <w:keepNext/>
        <w:keepLines/>
        <w:spacing w:after="120"/>
        <w:ind w:left="2268" w:right="1134" w:hanging="1134"/>
        <w:jc w:val="both"/>
      </w:pPr>
      <w:r w:rsidRPr="00F54F68">
        <w:tab/>
        <w:t>For the purpose of this Regulation:</w:t>
      </w:r>
    </w:p>
    <w:p w14:paraId="1F81A223" w14:textId="77777777" w:rsidR="00F54F68" w:rsidRPr="00F54F68" w:rsidRDefault="00F54F68" w:rsidP="00F54F68">
      <w:pPr>
        <w:keepNext/>
        <w:keepLines/>
        <w:spacing w:after="120"/>
        <w:ind w:left="2268" w:right="1134" w:hanging="1134"/>
        <w:jc w:val="both"/>
      </w:pPr>
      <w:r w:rsidRPr="00F54F68">
        <w:t>12.1.</w:t>
      </w:r>
      <w:r w:rsidRPr="00F54F68">
        <w:tab/>
      </w:r>
      <w:r w:rsidRPr="00F54F68">
        <w:rPr>
          <w:bCs/>
        </w:rPr>
        <w:t>"</w:t>
      </w:r>
      <w:r w:rsidRPr="00F54F68">
        <w:rPr>
          <w:i/>
        </w:rPr>
        <w:t>The driver's ocular points</w:t>
      </w:r>
      <w:r w:rsidRPr="00F54F68">
        <w:t>" means two points 65 mm apart and 635 mm vertically above point R of the driver's seat as defined in Annex 8. The straight line joining these points runs perpendicular to the vertical longitudinal median plane of the vehicle. The centre of the segment joining the two ocular points is in a vertical longitudinal plane which shall pass through the centre of the driver's designated seating position, as specified by the vehicle manufacturer.</w:t>
      </w:r>
    </w:p>
    <w:p w14:paraId="4B35EC09" w14:textId="77777777" w:rsidR="00F54F68" w:rsidRPr="00F54F68" w:rsidRDefault="00F54F68" w:rsidP="00F54F68">
      <w:pPr>
        <w:spacing w:after="120"/>
        <w:ind w:left="2268" w:right="1134" w:hanging="1134"/>
        <w:jc w:val="both"/>
      </w:pPr>
      <w:r w:rsidRPr="00F54F68">
        <w:t>12.2.</w:t>
      </w:r>
      <w:r w:rsidRPr="00F54F68">
        <w:tab/>
        <w:t>"</w:t>
      </w:r>
      <w:proofErr w:type="spellStart"/>
      <w:r w:rsidRPr="00F54F68">
        <w:rPr>
          <w:i/>
        </w:rPr>
        <w:t>Ambinocular</w:t>
      </w:r>
      <w:proofErr w:type="spellEnd"/>
      <w:r w:rsidRPr="00F54F68">
        <w:rPr>
          <w:i/>
        </w:rPr>
        <w:t xml:space="preserve"> vision</w:t>
      </w:r>
      <w:r w:rsidRPr="00F54F68">
        <w:t>" means the total field of vision obtained by the superimposition of the monocular fields of the right eye and the left eye (see Figure 2 below).</w:t>
      </w:r>
    </w:p>
    <w:p w14:paraId="6EACEE82" w14:textId="77777777" w:rsidR="00F54F68" w:rsidRPr="00F96353" w:rsidRDefault="00F54F68" w:rsidP="00F54F68">
      <w:pPr>
        <w:keepNext/>
        <w:spacing w:line="240" w:lineRule="auto"/>
        <w:ind w:left="1134"/>
        <w:outlineLvl w:val="0"/>
        <w:rPr>
          <w:b/>
          <w:bCs/>
        </w:rPr>
      </w:pPr>
      <w:r w:rsidRPr="00F96353">
        <w:rPr>
          <w:b/>
          <w:bCs/>
        </w:rPr>
        <w:t>Figure 2</w:t>
      </w:r>
    </w:p>
    <w:p w14:paraId="7B46D7E0" w14:textId="77777777" w:rsidR="00F54F68" w:rsidRPr="00F54F68" w:rsidRDefault="00266168" w:rsidP="00F54F68">
      <w:pPr>
        <w:spacing w:after="120"/>
        <w:ind w:left="567" w:right="1134"/>
        <w:jc w:val="both"/>
      </w:pPr>
      <w:r>
        <w:object w:dxaOrig="1440" w:dyaOrig="1440" w14:anchorId="1E31EF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2.7pt;margin-top:100.2pt;width:152.65pt;height:121pt;z-index:251662336" fillcolor="window">
            <v:imagedata r:id="rId11" o:title="" croptop="30496f" cropright="42593f"/>
          </v:shape>
          <o:OLEObject Type="Embed" ProgID="Word.Picture.8" ShapeID="_x0000_s1026" DrawAspect="Content" ObjectID="_1641101636" r:id="rId12"/>
        </w:object>
      </w:r>
      <w:r w:rsidR="00F54F68" w:rsidRPr="00F54F68">
        <w:rPr>
          <w:noProof/>
          <w:lang w:val="en-US" w:eastAsia="ja-JP"/>
        </w:rPr>
        <w:drawing>
          <wp:inline distT="0" distB="0" distL="0" distR="0" wp14:anchorId="55336C8B" wp14:editId="30D7E278">
            <wp:extent cx="5791200" cy="1905000"/>
            <wp:effectExtent l="0" t="0" r="0" b="0"/>
            <wp:docPr id="27" name="Picture 27" descr="R046r5fig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046r5fig3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91200" cy="1905000"/>
                    </a:xfrm>
                    <a:prstGeom prst="rect">
                      <a:avLst/>
                    </a:prstGeom>
                    <a:noFill/>
                    <a:ln>
                      <a:noFill/>
                    </a:ln>
                  </pic:spPr>
                </pic:pic>
              </a:graphicData>
            </a:graphic>
          </wp:inline>
        </w:drawing>
      </w:r>
    </w:p>
    <w:p w14:paraId="67D4A6E1" w14:textId="77777777" w:rsidR="00F54F68" w:rsidRPr="00F54F68" w:rsidRDefault="00F54F68" w:rsidP="00F54F68">
      <w:pPr>
        <w:spacing w:after="120"/>
        <w:ind w:left="567" w:right="1134"/>
        <w:jc w:val="both"/>
      </w:pPr>
    </w:p>
    <w:p w14:paraId="64130557" w14:textId="77777777" w:rsidR="00F54F68" w:rsidRPr="00F54F68" w:rsidRDefault="00F54F68" w:rsidP="00F54F68">
      <w:pPr>
        <w:spacing w:after="120"/>
        <w:ind w:left="567" w:right="1134"/>
        <w:jc w:val="both"/>
      </w:pPr>
    </w:p>
    <w:p w14:paraId="48C0C142" w14:textId="77777777" w:rsidR="00F54F68" w:rsidRPr="00F54F68" w:rsidRDefault="00F54F68" w:rsidP="00F54F68">
      <w:pPr>
        <w:spacing w:after="120"/>
        <w:ind w:left="567" w:right="1134"/>
        <w:jc w:val="both"/>
      </w:pPr>
    </w:p>
    <w:p w14:paraId="25C2D4F9" w14:textId="77777777" w:rsidR="00F54F68" w:rsidRPr="00F54F68" w:rsidRDefault="00F54F68" w:rsidP="00F54F68">
      <w:pPr>
        <w:keepNext/>
        <w:ind w:left="1134"/>
      </w:pPr>
    </w:p>
    <w:p w14:paraId="4A829629" w14:textId="4110318F" w:rsidR="00721230" w:rsidRPr="00D41447" w:rsidRDefault="00721230" w:rsidP="00721230">
      <w:pPr>
        <w:tabs>
          <w:tab w:val="left" w:pos="8505"/>
        </w:tabs>
        <w:spacing w:after="120"/>
        <w:ind w:left="2268" w:right="1134" w:hanging="1134"/>
        <w:jc w:val="both"/>
      </w:pPr>
      <w:r w:rsidRPr="00D41447">
        <w:t>12.3.</w:t>
      </w:r>
      <w:r w:rsidRPr="00D41447">
        <w:tab/>
      </w:r>
      <w:r w:rsidRPr="00D41447">
        <w:rPr>
          <w:bCs/>
        </w:rPr>
        <w:t>"</w:t>
      </w:r>
      <w:r w:rsidRPr="00D41447">
        <w:rPr>
          <w:i/>
        </w:rPr>
        <w:t>Type of vehicle as regards to the driver’s awareness of vulnerable road users behind vehicles</w:t>
      </w:r>
      <w:r w:rsidRPr="00D41447">
        <w:t>" means motor vehicles which are identical in respect of the following basic features:</w:t>
      </w:r>
    </w:p>
    <w:p w14:paraId="182E1145" w14:textId="51D1A935" w:rsidR="00721230" w:rsidRPr="00D41447" w:rsidRDefault="00721230" w:rsidP="00721230">
      <w:pPr>
        <w:spacing w:after="120"/>
        <w:ind w:left="2268" w:right="1134" w:hanging="1134"/>
        <w:jc w:val="both"/>
      </w:pPr>
      <w:r w:rsidRPr="00D41447">
        <w:t>12.3.1.</w:t>
      </w:r>
      <w:r w:rsidRPr="00D41447">
        <w:tab/>
        <w:t xml:space="preserve">Type of device </w:t>
      </w:r>
      <w:r w:rsidR="00D41447" w:rsidRPr="00D41447">
        <w:rPr>
          <w:lang w:eastAsia="ja-JP"/>
        </w:rPr>
        <w:t>for reversing motion</w:t>
      </w:r>
      <w:r w:rsidRPr="00D41447">
        <w:t xml:space="preserve">; </w:t>
      </w:r>
    </w:p>
    <w:p w14:paraId="72F159DD" w14:textId="77777777" w:rsidR="00F54F68" w:rsidRPr="00F54F68" w:rsidRDefault="00F54F68" w:rsidP="00F54F68">
      <w:pPr>
        <w:spacing w:after="120"/>
        <w:ind w:left="2268" w:right="1134" w:hanging="1134"/>
        <w:jc w:val="both"/>
      </w:pPr>
      <w:r w:rsidRPr="00F54F68">
        <w:t>12.3.2.</w:t>
      </w:r>
      <w:r w:rsidRPr="00F54F68">
        <w:tab/>
        <w:t>The bodywork features which reduce the field of vision;</w:t>
      </w:r>
    </w:p>
    <w:p w14:paraId="30116B8C" w14:textId="77777777" w:rsidR="00F54F68" w:rsidRPr="00F54F68" w:rsidRDefault="00F54F68" w:rsidP="00F54F68">
      <w:pPr>
        <w:spacing w:after="120"/>
        <w:ind w:left="2268" w:right="1134" w:hanging="1134"/>
        <w:jc w:val="both"/>
      </w:pPr>
      <w:r w:rsidRPr="00F54F68">
        <w:t>12.3.3.</w:t>
      </w:r>
      <w:r w:rsidRPr="00F54F68">
        <w:tab/>
        <w:t>The coordinates of point R (where applicable);</w:t>
      </w:r>
    </w:p>
    <w:p w14:paraId="2757A1DE" w14:textId="77777777" w:rsidR="00F54F68" w:rsidRPr="00F54F68" w:rsidRDefault="00F54F68" w:rsidP="00F54F68">
      <w:pPr>
        <w:spacing w:after="120"/>
        <w:ind w:left="2268" w:right="1134" w:hanging="1134"/>
        <w:jc w:val="both"/>
      </w:pPr>
      <w:r w:rsidRPr="00F54F68">
        <w:t>12.3.4.</w:t>
      </w:r>
      <w:r w:rsidRPr="00F54F68">
        <w:tab/>
        <w:t>The prescribed positions, and type-approval markings of compulsory and (if fitted) optional devices for indirect vision.</w:t>
      </w:r>
    </w:p>
    <w:p w14:paraId="67E98A7A" w14:textId="28198C27" w:rsidR="00F54F68" w:rsidRPr="00F54F68" w:rsidRDefault="00F54F68" w:rsidP="00F54F68">
      <w:pPr>
        <w:spacing w:after="120"/>
        <w:ind w:left="2268" w:right="1134" w:hanging="1134"/>
        <w:jc w:val="both"/>
      </w:pPr>
      <w:r w:rsidRPr="00F54F68">
        <w:lastRenderedPageBreak/>
        <w:t>12.4.</w:t>
      </w:r>
      <w:r w:rsidRPr="00F54F68">
        <w:tab/>
        <w:t>"</w:t>
      </w:r>
      <w:r w:rsidRPr="00F54F68">
        <w:rPr>
          <w:i/>
        </w:rPr>
        <w:t>Vehicles of categories M</w:t>
      </w:r>
      <w:r w:rsidRPr="00F54F68">
        <w:rPr>
          <w:i/>
          <w:vertAlign w:val="subscript"/>
        </w:rPr>
        <w:t>1</w:t>
      </w:r>
      <w:r w:rsidRPr="00F54F68">
        <w:rPr>
          <w:i/>
        </w:rPr>
        <w:t>, M</w:t>
      </w:r>
      <w:r w:rsidRPr="00F54F68">
        <w:rPr>
          <w:i/>
          <w:vertAlign w:val="subscript"/>
        </w:rPr>
        <w:t>2</w:t>
      </w:r>
      <w:r w:rsidRPr="00F54F68">
        <w:rPr>
          <w:i/>
        </w:rPr>
        <w:t>, M</w:t>
      </w:r>
      <w:r w:rsidRPr="00F54F68">
        <w:rPr>
          <w:i/>
          <w:vertAlign w:val="subscript"/>
        </w:rPr>
        <w:t>3</w:t>
      </w:r>
      <w:r w:rsidRPr="00F54F68">
        <w:rPr>
          <w:i/>
        </w:rPr>
        <w:t>, N</w:t>
      </w:r>
      <w:r w:rsidRPr="00F54F68">
        <w:rPr>
          <w:i/>
          <w:vertAlign w:val="subscript"/>
        </w:rPr>
        <w:t>1</w:t>
      </w:r>
      <w:r w:rsidRPr="00F54F68">
        <w:rPr>
          <w:i/>
        </w:rPr>
        <w:t>, N</w:t>
      </w:r>
      <w:r w:rsidRPr="00F54F68">
        <w:rPr>
          <w:i/>
          <w:vertAlign w:val="subscript"/>
        </w:rPr>
        <w:t>2</w:t>
      </w:r>
      <w:r w:rsidRPr="00F54F68">
        <w:rPr>
          <w:i/>
        </w:rPr>
        <w:t xml:space="preserve"> and N</w:t>
      </w:r>
      <w:r w:rsidRPr="00F54F68">
        <w:rPr>
          <w:i/>
          <w:vertAlign w:val="subscript"/>
        </w:rPr>
        <w:t>3</w:t>
      </w:r>
      <w:r w:rsidRPr="00F54F68">
        <w:t>" means those defined in the Consolidated Resolution on the Construction of Vehicles (R.E.3), (document ECE/TRANS/WP.29/78/Rev.</w:t>
      </w:r>
      <w:r w:rsidR="00594D8B">
        <w:t>6</w:t>
      </w:r>
      <w:r w:rsidRPr="00F54F68">
        <w:t>).</w:t>
      </w:r>
    </w:p>
    <w:p w14:paraId="0EDE05D7" w14:textId="295EB525" w:rsidR="00F54F68" w:rsidRPr="00F54F68" w:rsidRDefault="00F54F68" w:rsidP="00F54F68">
      <w:pPr>
        <w:spacing w:after="120"/>
        <w:ind w:left="2268" w:right="1134" w:hanging="1134"/>
        <w:jc w:val="both"/>
      </w:pPr>
      <w:r w:rsidRPr="00F54F68">
        <w:t>12.</w:t>
      </w:r>
      <w:r w:rsidR="00D41447">
        <w:t>5</w:t>
      </w:r>
      <w:r w:rsidRPr="00F54F68">
        <w:t>.</w:t>
      </w:r>
      <w:r w:rsidRPr="00F54F68">
        <w:tab/>
        <w:t>"</w:t>
      </w:r>
      <w:r w:rsidRPr="00F54F68">
        <w:rPr>
          <w:i/>
        </w:rPr>
        <w:t>Ocular reference point</w:t>
      </w:r>
      <w:r w:rsidRPr="00F54F68">
        <w:t>" means the middle point between the driver's ocular points.</w:t>
      </w:r>
    </w:p>
    <w:p w14:paraId="7692CF03" w14:textId="3C94F25B" w:rsidR="00F54F68" w:rsidRDefault="00D41447" w:rsidP="00F54F68">
      <w:pPr>
        <w:spacing w:after="120"/>
        <w:ind w:left="2268" w:right="1134" w:hanging="1134"/>
        <w:jc w:val="both"/>
      </w:pPr>
      <w:r>
        <w:t>12.6</w:t>
      </w:r>
      <w:r w:rsidR="00F54F68" w:rsidRPr="00F54F68">
        <w:t>.</w:t>
      </w:r>
      <w:r w:rsidR="00F54F68" w:rsidRPr="00F54F68">
        <w:tab/>
        <w:t>"</w:t>
      </w:r>
      <w:r w:rsidR="00F54F68" w:rsidRPr="00F54F68">
        <w:rPr>
          <w:i/>
        </w:rPr>
        <w:t>Backing event</w:t>
      </w:r>
      <w:r w:rsidR="00F54F68" w:rsidRPr="00F54F68">
        <w:t>" means an amount of time from start and ends of reversing motion as described in 15.1.</w:t>
      </w:r>
      <w:r w:rsidR="00710ABF">
        <w:t>1</w:t>
      </w:r>
      <w:r w:rsidR="00F54F68" w:rsidRPr="00F54F68">
        <w:t>. in this Regulation.</w:t>
      </w:r>
    </w:p>
    <w:p w14:paraId="5319D751" w14:textId="747F00AE" w:rsidR="005A1047" w:rsidRPr="00D41447" w:rsidRDefault="00D41447" w:rsidP="005A1047">
      <w:pPr>
        <w:keepNext/>
        <w:keepLines/>
        <w:tabs>
          <w:tab w:val="left" w:pos="2268"/>
          <w:tab w:val="left" w:pos="2835"/>
        </w:tabs>
        <w:autoSpaceDE w:val="0"/>
        <w:autoSpaceDN w:val="0"/>
        <w:adjustRightInd w:val="0"/>
        <w:spacing w:before="120" w:after="120" w:line="240" w:lineRule="auto"/>
        <w:ind w:left="2268" w:right="1134" w:hanging="1134"/>
        <w:jc w:val="both"/>
        <w:rPr>
          <w:rFonts w:eastAsia="MS PGothic"/>
          <w:lang w:eastAsia="ja-JP"/>
        </w:rPr>
      </w:pPr>
      <w:r w:rsidRPr="00D41447">
        <w:rPr>
          <w:lang w:eastAsia="ja-JP"/>
        </w:rPr>
        <w:t>12.7.</w:t>
      </w:r>
      <w:r w:rsidR="005A1047" w:rsidRPr="00D41447">
        <w:rPr>
          <w:lang w:eastAsia="ja-JP"/>
        </w:rPr>
        <w:tab/>
      </w:r>
      <w:r w:rsidR="005A1047" w:rsidRPr="00D41447">
        <w:rPr>
          <w:rFonts w:eastAsia="MS PGothic"/>
          <w:lang w:eastAsia="ja-JP"/>
        </w:rPr>
        <w:t>"</w:t>
      </w:r>
      <w:r w:rsidR="005A1047" w:rsidRPr="00D41447">
        <w:rPr>
          <w:rFonts w:eastAsia="MS PGothic"/>
          <w:i/>
          <w:lang w:eastAsia="ja-JP"/>
        </w:rPr>
        <w:t>The driver's looking-back ocular points</w:t>
      </w:r>
      <w:r w:rsidR="005A1047" w:rsidRPr="00D41447">
        <w:rPr>
          <w:rFonts w:eastAsia="MS PGothic"/>
          <w:lang w:eastAsia="ja-JP"/>
        </w:rPr>
        <w:t xml:space="preserve">" means two points located at 96 mm longitudinally rearward, 158 mm horizontally inside </w:t>
      </w:r>
      <w:r w:rsidR="005A1047" w:rsidRPr="00D41447">
        <w:rPr>
          <w:rFonts w:eastAsia="MS PGothic" w:hint="eastAsia"/>
          <w:lang w:eastAsia="ja-JP"/>
        </w:rPr>
        <w:t xml:space="preserve">to </w:t>
      </w:r>
      <w:r w:rsidR="005A1047" w:rsidRPr="00D41447">
        <w:rPr>
          <w:rFonts w:eastAsia="MS PGothic"/>
          <w:lang w:eastAsia="ja-JP"/>
        </w:rPr>
        <w:t>vehicle centre direction and 6 mm vertically above from "the driver's ocular points" described in paragraph 12.1.</w:t>
      </w:r>
    </w:p>
    <w:p w14:paraId="23ECC385" w14:textId="1A66D9EF" w:rsidR="00721230" w:rsidRPr="000E0B20" w:rsidRDefault="00721230" w:rsidP="00721230">
      <w:pPr>
        <w:spacing w:after="120"/>
        <w:ind w:left="2268" w:right="1134" w:hanging="1138"/>
        <w:jc w:val="both"/>
        <w:rPr>
          <w:lang w:eastAsia="ja-JP"/>
        </w:rPr>
      </w:pPr>
      <w:r w:rsidRPr="000E0B20">
        <w:rPr>
          <w:lang w:eastAsia="ja-JP"/>
        </w:rPr>
        <w:t>12.</w:t>
      </w:r>
      <w:r w:rsidR="00541B33">
        <w:rPr>
          <w:lang w:eastAsia="ja-JP"/>
        </w:rPr>
        <w:t>8.</w:t>
      </w:r>
      <w:r w:rsidRPr="000E0B20">
        <w:rPr>
          <w:lang w:eastAsia="ja-JP"/>
        </w:rPr>
        <w:tab/>
      </w:r>
      <w:r w:rsidR="00F96353">
        <w:rPr>
          <w:lang w:eastAsia="ja-JP"/>
        </w:rPr>
        <w:t>"</w:t>
      </w:r>
      <w:r w:rsidRPr="000E0B20">
        <w:rPr>
          <w:i/>
          <w:lang w:eastAsia="ja-JP"/>
        </w:rPr>
        <w:t>Active vehicle mode</w:t>
      </w:r>
      <w:r w:rsidR="00F96353">
        <w:rPr>
          <w:lang w:eastAsia="ja-JP"/>
        </w:rPr>
        <w:t>"</w:t>
      </w:r>
      <w:r w:rsidRPr="000E0B20">
        <w:rPr>
          <w:lang w:eastAsia="ja-JP"/>
        </w:rPr>
        <w:t xml:space="preserve"> means the vehicle mode when:</w:t>
      </w:r>
    </w:p>
    <w:p w14:paraId="4E82D240" w14:textId="757D5A96" w:rsidR="0015404F" w:rsidRPr="000E0B20" w:rsidRDefault="0015404F" w:rsidP="00721230">
      <w:pPr>
        <w:spacing w:after="120"/>
        <w:ind w:left="2268" w:right="1134"/>
        <w:jc w:val="both"/>
        <w:rPr>
          <w:lang w:eastAsia="ja-JP"/>
        </w:rPr>
      </w:pPr>
      <w:r w:rsidRPr="000E0B20">
        <w:rPr>
          <w:lang w:eastAsia="ja-JP"/>
        </w:rPr>
        <w:t xml:space="preserve">The powertrain moves the vehicle, on release of the brake system </w:t>
      </w:r>
      <w:r w:rsidR="00037160">
        <w:rPr>
          <w:rFonts w:hint="eastAsia"/>
          <w:lang w:eastAsia="ja-JP"/>
        </w:rPr>
        <w:t>and</w:t>
      </w:r>
      <w:r w:rsidRPr="000E0B20">
        <w:rPr>
          <w:lang w:eastAsia="ja-JP"/>
        </w:rPr>
        <w:t xml:space="preserve"> in some cases by application of pressure to the accelerator pedal (or activation of an equivalent control).</w:t>
      </w:r>
    </w:p>
    <w:p w14:paraId="791C91FC" w14:textId="0B1C0620" w:rsidR="00F54F68" w:rsidRPr="00F54F68" w:rsidRDefault="00F54F68" w:rsidP="00F54F68">
      <w:pPr>
        <w:pStyle w:val="HChG"/>
      </w:pPr>
      <w:r w:rsidRPr="00F54F68">
        <w:tab/>
      </w:r>
      <w:bookmarkStart w:id="28" w:name="_Toc437351619"/>
      <w:r w:rsidR="0091721D">
        <w:tab/>
      </w:r>
      <w:r w:rsidRPr="00F54F68">
        <w:t>13.</w:t>
      </w:r>
      <w:r w:rsidRPr="00F54F68">
        <w:tab/>
      </w:r>
      <w:r w:rsidR="0091721D">
        <w:tab/>
      </w:r>
      <w:r w:rsidRPr="00F54F68">
        <w:t>Application for approval</w:t>
      </w:r>
      <w:bookmarkEnd w:id="28"/>
    </w:p>
    <w:p w14:paraId="58195FF7" w14:textId="77777777" w:rsidR="00F54F68" w:rsidRDefault="00F54F68" w:rsidP="00F54F68">
      <w:pPr>
        <w:spacing w:after="120"/>
        <w:ind w:left="2268" w:right="1134" w:hanging="1134"/>
        <w:jc w:val="both"/>
      </w:pPr>
      <w:r w:rsidRPr="00F54F68">
        <w:t>13.1.</w:t>
      </w:r>
      <w:r w:rsidRPr="00F54F68">
        <w:tab/>
        <w:t>The application for approval of a vehicle type with regard to the installation of devices for indirect vision shall be submitted by the vehicle manufacturer or by his duly accredited representative.</w:t>
      </w:r>
    </w:p>
    <w:p w14:paraId="60836477" w14:textId="77777777" w:rsidR="00F54F68" w:rsidRPr="00F54F68" w:rsidRDefault="00F54F68" w:rsidP="00F54F68">
      <w:pPr>
        <w:spacing w:after="120"/>
        <w:ind w:left="2268" w:right="1134" w:hanging="1134"/>
        <w:jc w:val="both"/>
      </w:pPr>
      <w:r w:rsidRPr="00F54F68">
        <w:t>13.2.</w:t>
      </w:r>
      <w:r w:rsidRPr="00F54F68">
        <w:tab/>
        <w:t>A model of information document is shown in Annex 2.</w:t>
      </w:r>
    </w:p>
    <w:p w14:paraId="2BB20BFD" w14:textId="77777777" w:rsidR="00F54F68" w:rsidRPr="00F54F68" w:rsidRDefault="00F54F68" w:rsidP="00F54F68">
      <w:pPr>
        <w:spacing w:after="120"/>
        <w:ind w:left="2268" w:right="1134" w:hanging="1134"/>
        <w:jc w:val="both"/>
      </w:pPr>
      <w:r w:rsidRPr="00F54F68">
        <w:t>13.3.</w:t>
      </w:r>
      <w:r w:rsidRPr="00F54F68">
        <w:tab/>
        <w:t>A vehicle representative of the vehicle type to be approved shall be submitted to the Technical Service responsible for conducting the approval tests.</w:t>
      </w:r>
    </w:p>
    <w:p w14:paraId="6882ABD2" w14:textId="77777777" w:rsidR="00F54F68" w:rsidRPr="00F54F68" w:rsidRDefault="00F54F68" w:rsidP="00F54F68">
      <w:pPr>
        <w:spacing w:after="120"/>
        <w:ind w:left="2268" w:right="1134" w:hanging="1134"/>
        <w:jc w:val="both"/>
      </w:pPr>
      <w:r w:rsidRPr="00F54F68">
        <w:t>13.4.</w:t>
      </w:r>
      <w:r w:rsidRPr="00F54F68">
        <w:tab/>
        <w:t>The Type Approval Authority shall verify the existence of satisfactory arrangements for ensuring effective checks on conformity of production before type</w:t>
      </w:r>
      <w:r w:rsidRPr="00F54F68">
        <w:noBreakHyphen/>
        <w:t>approval is granted.</w:t>
      </w:r>
    </w:p>
    <w:p w14:paraId="780678FE" w14:textId="6CBD747A" w:rsidR="00F54F68" w:rsidRPr="00D41447" w:rsidRDefault="00F54F68" w:rsidP="00F54F68">
      <w:pPr>
        <w:spacing w:after="120"/>
        <w:ind w:left="2268" w:right="1134" w:hanging="1134"/>
        <w:jc w:val="both"/>
        <w:rPr>
          <w:bCs/>
          <w:iCs/>
        </w:rPr>
      </w:pPr>
      <w:r w:rsidRPr="00F54F68">
        <w:t>13.5.</w:t>
      </w:r>
      <w:r w:rsidRPr="00F54F68">
        <w:tab/>
      </w:r>
      <w:r w:rsidRPr="00F54F68">
        <w:rPr>
          <w:bCs/>
          <w:iCs/>
        </w:rPr>
        <w:t xml:space="preserve">The </w:t>
      </w:r>
      <w:r w:rsidR="00695A80">
        <w:rPr>
          <w:bCs/>
          <w:iCs/>
        </w:rPr>
        <w:t>RVCS</w:t>
      </w:r>
      <w:r w:rsidRPr="00D41447">
        <w:rPr>
          <w:bCs/>
          <w:iCs/>
        </w:rPr>
        <w:t xml:space="preserve"> shall be provided by the applicant with the following documents:</w:t>
      </w:r>
    </w:p>
    <w:p w14:paraId="2B5CA315" w14:textId="62D4C1FB" w:rsidR="00F54F68" w:rsidRPr="00D41447" w:rsidRDefault="00F54F68" w:rsidP="00F54F68">
      <w:pPr>
        <w:tabs>
          <w:tab w:val="left" w:pos="2835"/>
        </w:tabs>
        <w:spacing w:after="120"/>
        <w:ind w:left="2268" w:right="1134"/>
        <w:jc w:val="both"/>
        <w:rPr>
          <w:bCs/>
          <w:iCs/>
        </w:rPr>
      </w:pPr>
      <w:r w:rsidRPr="00D41447">
        <w:rPr>
          <w:bCs/>
          <w:iCs/>
        </w:rPr>
        <w:t>(a)</w:t>
      </w:r>
      <w:r w:rsidRPr="00D41447">
        <w:rPr>
          <w:bCs/>
          <w:iCs/>
        </w:rPr>
        <w:tab/>
        <w:t xml:space="preserve">Technical specification of the </w:t>
      </w:r>
      <w:r w:rsidR="00695A80">
        <w:rPr>
          <w:bCs/>
          <w:iCs/>
        </w:rPr>
        <w:t>RVCS</w:t>
      </w:r>
      <w:r w:rsidRPr="00D41447">
        <w:rPr>
          <w:bCs/>
          <w:iCs/>
        </w:rPr>
        <w:t>;</w:t>
      </w:r>
    </w:p>
    <w:p w14:paraId="1BE92B62" w14:textId="26605021" w:rsidR="00F54F68" w:rsidRPr="00F54F68" w:rsidRDefault="00F54F68" w:rsidP="00F54F68">
      <w:pPr>
        <w:tabs>
          <w:tab w:val="left" w:pos="2835"/>
        </w:tabs>
        <w:spacing w:after="120"/>
        <w:ind w:left="2268" w:right="1134"/>
        <w:jc w:val="both"/>
        <w:rPr>
          <w:bCs/>
          <w:iCs/>
        </w:rPr>
      </w:pPr>
      <w:r w:rsidRPr="00F54F68">
        <w:rPr>
          <w:bCs/>
          <w:iCs/>
        </w:rPr>
        <w:t>(b)</w:t>
      </w:r>
      <w:r w:rsidRPr="00F54F68">
        <w:rPr>
          <w:bCs/>
          <w:iCs/>
        </w:rPr>
        <w:tab/>
        <w:t>Operator's manual</w:t>
      </w:r>
      <w:r w:rsidR="00594D8B">
        <w:rPr>
          <w:bCs/>
          <w:iCs/>
        </w:rPr>
        <w:t>.</w:t>
      </w:r>
    </w:p>
    <w:p w14:paraId="5B31FE68" w14:textId="6E77DBCF" w:rsidR="00F54F68" w:rsidRPr="00F54F68" w:rsidRDefault="00F54F68" w:rsidP="00F54F68">
      <w:pPr>
        <w:pStyle w:val="HChG"/>
      </w:pPr>
      <w:r w:rsidRPr="00F54F68">
        <w:tab/>
      </w:r>
      <w:bookmarkStart w:id="29" w:name="_Toc437351620"/>
      <w:r w:rsidR="0091721D">
        <w:tab/>
      </w:r>
      <w:r w:rsidRPr="00F54F68">
        <w:t>14.</w:t>
      </w:r>
      <w:r w:rsidRPr="00F54F68">
        <w:tab/>
      </w:r>
      <w:r w:rsidR="0091721D">
        <w:tab/>
      </w:r>
      <w:r w:rsidRPr="00F54F68">
        <w:t>Approval</w:t>
      </w:r>
      <w:bookmarkEnd w:id="29"/>
    </w:p>
    <w:p w14:paraId="27F9B147" w14:textId="77777777" w:rsidR="00F54F68" w:rsidRPr="00F54F68" w:rsidRDefault="00F54F68" w:rsidP="00F54F68">
      <w:pPr>
        <w:spacing w:after="120"/>
        <w:ind w:left="2268" w:right="1134" w:hanging="1134"/>
        <w:jc w:val="both"/>
      </w:pPr>
      <w:r w:rsidRPr="00F54F68">
        <w:t>14.1.</w:t>
      </w:r>
      <w:r w:rsidRPr="00F54F68">
        <w:tab/>
        <w:t>If the vehicle type submitted for approval in accordance with paragraph 13. above meets the requirements of paragraph 15. of this Regulation, approval shall be granted.</w:t>
      </w:r>
    </w:p>
    <w:p w14:paraId="3112ADF0" w14:textId="77777777" w:rsidR="00F54F68" w:rsidRPr="00F54F68" w:rsidRDefault="00F54F68" w:rsidP="00F54F68">
      <w:pPr>
        <w:spacing w:after="120"/>
        <w:ind w:left="2268" w:right="1134" w:hanging="1134"/>
        <w:jc w:val="both"/>
      </w:pPr>
      <w:r w:rsidRPr="00F54F68">
        <w:t>14.2.</w:t>
      </w:r>
      <w:r w:rsidRPr="00F54F68">
        <w:tab/>
        <w:t>An approval number shall be assigned to each type approved. Its first two digits (at present 00) shall indicate the series of amendments incorporating the most recent or technical amendments made to the Regulation at the time of issue of the approval. The same Contracting Party shall not assign the same number to another vehicle type.</w:t>
      </w:r>
    </w:p>
    <w:p w14:paraId="34A78C0E" w14:textId="77777777" w:rsidR="00F54F68" w:rsidRPr="00F54F68" w:rsidRDefault="00F54F68" w:rsidP="00F54F68">
      <w:pPr>
        <w:spacing w:after="120"/>
        <w:ind w:left="2268" w:right="1134" w:hanging="1134"/>
        <w:jc w:val="both"/>
      </w:pPr>
      <w:r w:rsidRPr="00F54F68">
        <w:t>14.3.</w:t>
      </w:r>
      <w:r w:rsidRPr="00F54F68">
        <w:tab/>
        <w:t>Notice of approval or of refusal or of extension or withdrawal of approval of a vehicle type pursuant to this Regulation shall be communicated to the Parties to the Agreement which apply this Regulation by means of a form conforming to the model in Annex 4 to this Regulation.</w:t>
      </w:r>
    </w:p>
    <w:p w14:paraId="1AB4D3F3" w14:textId="21571D18" w:rsidR="00F54F68" w:rsidRPr="00F54F68" w:rsidRDefault="00F54F68" w:rsidP="00F54F68">
      <w:pPr>
        <w:pStyle w:val="HChG"/>
      </w:pPr>
      <w:r w:rsidRPr="00F54F68">
        <w:tab/>
      </w:r>
      <w:bookmarkStart w:id="30" w:name="_Toc437351621"/>
      <w:r w:rsidR="0091721D">
        <w:tab/>
      </w:r>
      <w:r w:rsidRPr="00F54F68">
        <w:t>15.</w:t>
      </w:r>
      <w:r w:rsidRPr="00F54F68">
        <w:tab/>
      </w:r>
      <w:r w:rsidR="0091721D">
        <w:tab/>
      </w:r>
      <w:r w:rsidRPr="00F54F68">
        <w:t>Requirements</w:t>
      </w:r>
      <w:bookmarkEnd w:id="30"/>
    </w:p>
    <w:p w14:paraId="31A581BC" w14:textId="77777777" w:rsidR="00D41447" w:rsidRDefault="00F54F68" w:rsidP="00D41447">
      <w:pPr>
        <w:spacing w:after="120"/>
        <w:ind w:left="2268" w:right="1134" w:hanging="1134"/>
        <w:jc w:val="both"/>
      </w:pPr>
      <w:r w:rsidRPr="00F54F68">
        <w:t>15.1.</w:t>
      </w:r>
      <w:r w:rsidRPr="00F54F68">
        <w:tab/>
      </w:r>
      <w:r w:rsidRPr="00F54F68">
        <w:tab/>
        <w:t>General</w:t>
      </w:r>
    </w:p>
    <w:p w14:paraId="482CBE73" w14:textId="356EDE91" w:rsidR="007B12C9" w:rsidRPr="00D41447" w:rsidRDefault="007B12C9" w:rsidP="00D41447">
      <w:pPr>
        <w:spacing w:after="120"/>
        <w:ind w:left="2268" w:right="1134"/>
        <w:jc w:val="both"/>
      </w:pPr>
      <w:r w:rsidRPr="00D41447">
        <w:rPr>
          <w:lang w:val="en-US"/>
        </w:rPr>
        <w:lastRenderedPageBreak/>
        <w:t>For the purpose of this Regulation, the vehicle shall fulfil the following requirements:</w:t>
      </w:r>
    </w:p>
    <w:p w14:paraId="77931612" w14:textId="77777777" w:rsidR="007B12C9" w:rsidRPr="00D41447" w:rsidRDefault="007B12C9" w:rsidP="007B12C9">
      <w:pPr>
        <w:spacing w:after="120"/>
        <w:ind w:left="2268" w:right="1134"/>
        <w:jc w:val="both"/>
        <w:rPr>
          <w:lang w:val="en-US"/>
        </w:rPr>
      </w:pPr>
      <w:r w:rsidRPr="00D41447">
        <w:rPr>
          <w:lang w:val="en-US"/>
        </w:rPr>
        <w:t xml:space="preserve">During a backing event </w:t>
      </w:r>
      <w:proofErr w:type="gramStart"/>
      <w:r w:rsidRPr="00D41447">
        <w:rPr>
          <w:lang w:val="en-US"/>
        </w:rPr>
        <w:t>at least</w:t>
      </w:r>
      <w:proofErr w:type="gramEnd"/>
      <w:r w:rsidRPr="00D41447">
        <w:rPr>
          <w:lang w:val="en-US"/>
        </w:rPr>
        <w:t xml:space="preserve"> one means of vision or awareness shall be provided to the driver.</w:t>
      </w:r>
    </w:p>
    <w:p w14:paraId="60C297A4" w14:textId="38DFA4A3" w:rsidR="007B12C9" w:rsidRPr="00D41447" w:rsidRDefault="007B12C9" w:rsidP="007B12C9">
      <w:pPr>
        <w:spacing w:after="120"/>
        <w:ind w:left="2268" w:right="1134"/>
        <w:jc w:val="both"/>
        <w:rPr>
          <w:lang w:val="en-US"/>
        </w:rPr>
      </w:pPr>
      <w:r w:rsidRPr="00D41447">
        <w:rPr>
          <w:lang w:val="en-US"/>
        </w:rPr>
        <w:t>Means of vision provide a close-proximity rear-view field of vision as defined in paragraph</w:t>
      </w:r>
      <w:r w:rsidR="00427447">
        <w:rPr>
          <w:lang w:val="en-US"/>
        </w:rPr>
        <w:t xml:space="preserve"> 15.2 below. Possible means are</w:t>
      </w:r>
      <w:r w:rsidRPr="00D41447">
        <w:rPr>
          <w:lang w:val="en-US"/>
        </w:rPr>
        <w:t>:</w:t>
      </w:r>
    </w:p>
    <w:p w14:paraId="24404605" w14:textId="1053E713" w:rsidR="007B12C9" w:rsidRPr="00D41447" w:rsidRDefault="007B12C9" w:rsidP="0091721D">
      <w:pPr>
        <w:pStyle w:val="ListParagraph"/>
        <w:numPr>
          <w:ilvl w:val="0"/>
          <w:numId w:val="19"/>
        </w:numPr>
        <w:spacing w:after="120"/>
        <w:ind w:left="2835" w:right="1134" w:hanging="567"/>
        <w:jc w:val="both"/>
        <w:rPr>
          <w:rFonts w:ascii="Times New Roman" w:hAnsi="Times New Roman"/>
          <w:sz w:val="20"/>
          <w:szCs w:val="20"/>
          <w:lang w:val="fr-FR"/>
        </w:rPr>
      </w:pPr>
      <w:r w:rsidRPr="00D41447">
        <w:rPr>
          <w:rFonts w:ascii="Times New Roman" w:hAnsi="Times New Roman"/>
          <w:sz w:val="20"/>
          <w:szCs w:val="20"/>
          <w:lang w:val="fr-FR"/>
        </w:rPr>
        <w:t>Direct vision,</w:t>
      </w:r>
    </w:p>
    <w:p w14:paraId="50CB06AE" w14:textId="7DD47487" w:rsidR="007B12C9" w:rsidRPr="00D41447" w:rsidRDefault="007B12C9" w:rsidP="0091721D">
      <w:pPr>
        <w:pStyle w:val="ListParagraph"/>
        <w:numPr>
          <w:ilvl w:val="0"/>
          <w:numId w:val="19"/>
        </w:numPr>
        <w:spacing w:after="120"/>
        <w:ind w:left="2835" w:right="1134" w:hanging="567"/>
        <w:jc w:val="both"/>
        <w:rPr>
          <w:rFonts w:ascii="Times New Roman" w:hAnsi="Times New Roman"/>
          <w:sz w:val="20"/>
          <w:szCs w:val="20"/>
          <w:lang w:val="en-US"/>
        </w:rPr>
      </w:pPr>
      <w:r w:rsidRPr="00D41447">
        <w:rPr>
          <w:rFonts w:ascii="Times New Roman" w:hAnsi="Times New Roman"/>
          <w:sz w:val="20"/>
          <w:szCs w:val="20"/>
          <w:lang w:val="en-US"/>
        </w:rPr>
        <w:t>Devices approved to UN Regulation No. 46,</w:t>
      </w:r>
    </w:p>
    <w:p w14:paraId="17CC2B63" w14:textId="5A875AD3" w:rsidR="007B12C9" w:rsidRPr="00D41447" w:rsidRDefault="007B12C9" w:rsidP="0091721D">
      <w:pPr>
        <w:pStyle w:val="ListParagraph"/>
        <w:numPr>
          <w:ilvl w:val="0"/>
          <w:numId w:val="19"/>
        </w:numPr>
        <w:spacing w:after="120"/>
        <w:ind w:left="2835" w:right="1134" w:hanging="567"/>
        <w:jc w:val="both"/>
        <w:rPr>
          <w:rFonts w:ascii="Times New Roman" w:hAnsi="Times New Roman"/>
          <w:sz w:val="20"/>
          <w:szCs w:val="20"/>
          <w:lang w:val="en-US"/>
        </w:rPr>
      </w:pPr>
      <w:r w:rsidRPr="00D41447">
        <w:rPr>
          <w:rFonts w:ascii="Times New Roman" w:hAnsi="Times New Roman"/>
          <w:sz w:val="20"/>
          <w:szCs w:val="20"/>
          <w:lang w:val="en-US"/>
        </w:rPr>
        <w:t>Close Proximity Rear</w:t>
      </w:r>
      <w:r w:rsidR="00311E9D">
        <w:rPr>
          <w:rFonts w:ascii="Times New Roman" w:hAnsi="Times New Roman"/>
          <w:sz w:val="20"/>
          <w:szCs w:val="20"/>
          <w:lang w:val="en-US"/>
        </w:rPr>
        <w:t>-</w:t>
      </w:r>
      <w:r w:rsidRPr="00D41447">
        <w:rPr>
          <w:rFonts w:ascii="Times New Roman" w:hAnsi="Times New Roman"/>
          <w:sz w:val="20"/>
          <w:szCs w:val="20"/>
          <w:lang w:val="en-US"/>
        </w:rPr>
        <w:t>view Mirror complying with this Regulation,</w:t>
      </w:r>
    </w:p>
    <w:p w14:paraId="0EA93734" w14:textId="15B42D31" w:rsidR="007B12C9" w:rsidRPr="00D41447" w:rsidRDefault="007B12C9" w:rsidP="0091721D">
      <w:pPr>
        <w:pStyle w:val="ListParagraph"/>
        <w:numPr>
          <w:ilvl w:val="0"/>
          <w:numId w:val="19"/>
        </w:numPr>
        <w:spacing w:after="120"/>
        <w:ind w:left="2835" w:right="1134" w:hanging="567"/>
        <w:jc w:val="both"/>
        <w:rPr>
          <w:rFonts w:ascii="Times New Roman" w:hAnsi="Times New Roman"/>
          <w:sz w:val="20"/>
          <w:szCs w:val="20"/>
          <w:lang w:val="en-US"/>
        </w:rPr>
      </w:pPr>
      <w:r w:rsidRPr="00D41447">
        <w:rPr>
          <w:rFonts w:ascii="Times New Roman" w:hAnsi="Times New Roman"/>
          <w:sz w:val="20"/>
          <w:szCs w:val="20"/>
          <w:lang w:val="en-US"/>
        </w:rPr>
        <w:t>Rear</w:t>
      </w:r>
      <w:r w:rsidR="00311E9D">
        <w:rPr>
          <w:rFonts w:ascii="Times New Roman" w:hAnsi="Times New Roman"/>
          <w:sz w:val="20"/>
          <w:szCs w:val="20"/>
          <w:lang w:val="en-US"/>
        </w:rPr>
        <w:t>-</w:t>
      </w:r>
      <w:r w:rsidRPr="00D41447">
        <w:rPr>
          <w:rFonts w:ascii="Times New Roman" w:hAnsi="Times New Roman"/>
          <w:sz w:val="20"/>
          <w:szCs w:val="20"/>
          <w:lang w:val="en-US"/>
        </w:rPr>
        <w:t>View Camera System complying with this Regulation.</w:t>
      </w:r>
    </w:p>
    <w:p w14:paraId="54146A5E" w14:textId="752ED59D" w:rsidR="00D41447" w:rsidRDefault="007B12C9" w:rsidP="00D41447">
      <w:pPr>
        <w:spacing w:after="120"/>
        <w:ind w:left="2268" w:right="1134"/>
        <w:jc w:val="both"/>
        <w:rPr>
          <w:lang w:val="fr-FR"/>
        </w:rPr>
      </w:pPr>
      <w:r w:rsidRPr="00D41447">
        <w:rPr>
          <w:lang w:val="en-US"/>
        </w:rPr>
        <w:t xml:space="preserve">Means of Awareness provide an information other than vision for </w:t>
      </w:r>
      <w:r w:rsidR="00311E9D" w:rsidRPr="00311E9D">
        <w:rPr>
          <w:lang w:val="en-US"/>
        </w:rPr>
        <w:t xml:space="preserve">field of </w:t>
      </w:r>
      <w:r w:rsidR="004C409D">
        <w:rPr>
          <w:lang w:val="en-US"/>
        </w:rPr>
        <w:t xml:space="preserve">detection </w:t>
      </w:r>
      <w:r w:rsidRPr="00D41447">
        <w:rPr>
          <w:lang w:val="en-US"/>
        </w:rPr>
        <w:t>as defined in paragraph</w:t>
      </w:r>
      <w:r w:rsidR="004C409D">
        <w:rPr>
          <w:rFonts w:hint="eastAsia"/>
          <w:lang w:val="en-US" w:eastAsia="ja-JP"/>
        </w:rPr>
        <w:t>s</w:t>
      </w:r>
      <w:r w:rsidRPr="00D41447">
        <w:rPr>
          <w:lang w:val="en-US"/>
        </w:rPr>
        <w:t xml:space="preserve"> 15.3 below. </w:t>
      </w:r>
      <w:r w:rsidR="00557D04">
        <w:rPr>
          <w:lang w:val="fr-FR"/>
        </w:rPr>
        <w:t xml:space="preserve">Possible </w:t>
      </w:r>
      <w:proofErr w:type="spellStart"/>
      <w:r w:rsidR="00557D04">
        <w:rPr>
          <w:lang w:val="fr-FR"/>
        </w:rPr>
        <w:t>means</w:t>
      </w:r>
      <w:proofErr w:type="spellEnd"/>
      <w:r w:rsidR="00557D04">
        <w:rPr>
          <w:lang w:val="fr-FR"/>
        </w:rPr>
        <w:t xml:space="preserve"> are</w:t>
      </w:r>
      <w:r w:rsidRPr="00D41447">
        <w:rPr>
          <w:lang w:val="fr-FR"/>
        </w:rPr>
        <w:t>:</w:t>
      </w:r>
    </w:p>
    <w:p w14:paraId="07B865F9" w14:textId="3BBA4B70" w:rsidR="007B12C9" w:rsidRPr="001F6F76" w:rsidRDefault="00B4142E" w:rsidP="00D41447">
      <w:pPr>
        <w:pStyle w:val="ListParagraph"/>
        <w:numPr>
          <w:ilvl w:val="0"/>
          <w:numId w:val="22"/>
        </w:numPr>
        <w:spacing w:after="120"/>
        <w:ind w:right="1134"/>
        <w:jc w:val="both"/>
        <w:rPr>
          <w:rFonts w:ascii="Times New Roman" w:hAnsi="Times New Roman"/>
          <w:sz w:val="20"/>
          <w:szCs w:val="20"/>
          <w:lang w:val="en-GB"/>
        </w:rPr>
      </w:pPr>
      <w:r>
        <w:rPr>
          <w:rFonts w:ascii="Times New Roman" w:hAnsi="Times New Roman"/>
          <w:sz w:val="20"/>
          <w:szCs w:val="20"/>
          <w:lang w:val="en-US"/>
        </w:rPr>
        <w:t xml:space="preserve"> </w:t>
      </w:r>
      <w:r>
        <w:rPr>
          <w:rFonts w:ascii="Times New Roman" w:hAnsi="Times New Roman"/>
          <w:sz w:val="20"/>
          <w:szCs w:val="20"/>
          <w:lang w:val="en-US"/>
        </w:rPr>
        <w:tab/>
      </w:r>
      <w:r w:rsidR="007B12C9" w:rsidRPr="00B4142E">
        <w:rPr>
          <w:rFonts w:ascii="Times New Roman" w:hAnsi="Times New Roman"/>
          <w:sz w:val="20"/>
          <w:szCs w:val="20"/>
          <w:lang w:val="en-US"/>
        </w:rPr>
        <w:t>Detection System complying with this Regulation.</w:t>
      </w:r>
    </w:p>
    <w:p w14:paraId="4B1A88FA" w14:textId="7685F8DB" w:rsidR="002D4AD3" w:rsidRPr="000E0B20" w:rsidRDefault="007B12C9" w:rsidP="007B12C9">
      <w:pPr>
        <w:spacing w:after="120"/>
        <w:ind w:left="2268" w:right="1134" w:hanging="1134"/>
        <w:jc w:val="both"/>
      </w:pPr>
      <w:r w:rsidRPr="00D41447">
        <w:t>15.1.1</w:t>
      </w:r>
      <w:r w:rsidR="0091721D">
        <w:t>.</w:t>
      </w:r>
      <w:r w:rsidRPr="00D41447">
        <w:tab/>
      </w:r>
      <w:r w:rsidRPr="000E0B20">
        <w:t>Backing event starts when the vehicle is in Active vehicle mode and the vehicle's direction selector is pl</w:t>
      </w:r>
      <w:r w:rsidR="002D4AD3" w:rsidRPr="000E0B20">
        <w:t>aced from forward</w:t>
      </w:r>
      <w:r w:rsidR="0013675E" w:rsidRPr="000E0B20">
        <w:t>, park</w:t>
      </w:r>
      <w:r w:rsidR="002D4AD3" w:rsidRPr="000E0B20">
        <w:t xml:space="preserve"> or neutral into </w:t>
      </w:r>
      <w:r w:rsidRPr="000E0B20">
        <w:t xml:space="preserve">reverse by the driver or a system, and ends </w:t>
      </w:r>
      <w:r w:rsidR="002D4AD3" w:rsidRPr="000E0B20">
        <w:t xml:space="preserve">when one of the following forward motion conditions, </w:t>
      </w:r>
      <w:r w:rsidRPr="000E0B20">
        <w:t>at the manufacturer's choosing</w:t>
      </w:r>
      <w:r w:rsidR="002D4AD3" w:rsidRPr="000E0B20">
        <w:t>, is met:</w:t>
      </w:r>
    </w:p>
    <w:p w14:paraId="34B64616" w14:textId="163BB895" w:rsidR="007B12C9" w:rsidRPr="000E0B20" w:rsidRDefault="007B12C9" w:rsidP="0091721D">
      <w:pPr>
        <w:spacing w:after="120"/>
        <w:ind w:leftChars="1133" w:left="2833" w:rightChars="567" w:right="1134" w:hanging="567"/>
        <w:jc w:val="both"/>
      </w:pPr>
      <w:r w:rsidRPr="000E0B20">
        <w:t xml:space="preserve">(a) </w:t>
      </w:r>
      <w:r w:rsidR="0091721D">
        <w:tab/>
      </w:r>
      <w:r w:rsidR="00B4142E">
        <w:t>A</w:t>
      </w:r>
      <w:r w:rsidRPr="000E0B20">
        <w:t xml:space="preserve"> </w:t>
      </w:r>
      <w:r w:rsidR="002D4AD3" w:rsidRPr="000E0B20">
        <w:t xml:space="preserve">maximum </w:t>
      </w:r>
      <w:r w:rsidRPr="000E0B20">
        <w:t>speed of 16 km/h, or</w:t>
      </w:r>
    </w:p>
    <w:p w14:paraId="4FAB8C6A" w14:textId="0C24DD96" w:rsidR="007B12C9" w:rsidRPr="000E0B20" w:rsidRDefault="007B12C9" w:rsidP="0091721D">
      <w:pPr>
        <w:spacing w:after="120"/>
        <w:ind w:leftChars="1134" w:left="2833" w:rightChars="567" w:right="1134" w:hanging="565"/>
        <w:jc w:val="both"/>
      </w:pPr>
      <w:r w:rsidRPr="000E0B20">
        <w:t>(b)</w:t>
      </w:r>
      <w:r w:rsidR="00B4142E">
        <w:t xml:space="preserve"> </w:t>
      </w:r>
      <w:r w:rsidR="0091721D">
        <w:tab/>
      </w:r>
      <w:r w:rsidR="00B4142E">
        <w:t>A</w:t>
      </w:r>
      <w:r w:rsidRPr="000E0B20">
        <w:t xml:space="preserve"> </w:t>
      </w:r>
      <w:r w:rsidR="002D4AD3" w:rsidRPr="000E0B20">
        <w:t xml:space="preserve">maximum </w:t>
      </w:r>
      <w:r w:rsidRPr="000E0B20">
        <w:t>distance of 10 meters travelled, or</w:t>
      </w:r>
    </w:p>
    <w:p w14:paraId="033690DC" w14:textId="12E64B72" w:rsidR="007B12C9" w:rsidRPr="000E0B20" w:rsidRDefault="007B12C9" w:rsidP="0091721D">
      <w:pPr>
        <w:spacing w:after="120"/>
        <w:ind w:leftChars="852" w:left="1704" w:right="1134" w:firstLine="563"/>
        <w:jc w:val="both"/>
      </w:pPr>
      <w:r w:rsidRPr="000E0B20">
        <w:t>(c)</w:t>
      </w:r>
      <w:r w:rsidR="0091721D">
        <w:tab/>
      </w:r>
      <w:r w:rsidR="00B4142E">
        <w:t>A</w:t>
      </w:r>
      <w:r w:rsidRPr="000E0B20">
        <w:t xml:space="preserve"> </w:t>
      </w:r>
      <w:r w:rsidR="002D4AD3" w:rsidRPr="000E0B20">
        <w:t xml:space="preserve">maximum </w:t>
      </w:r>
      <w:r w:rsidRPr="000E0B20">
        <w:t>continuous duration of</w:t>
      </w:r>
      <w:r w:rsidR="00A802A4" w:rsidRPr="000E0B20">
        <w:t xml:space="preserve"> </w:t>
      </w:r>
      <w:r w:rsidR="000E0B20" w:rsidRPr="000E0B20">
        <w:t>10 seconds</w:t>
      </w:r>
      <w:r w:rsidR="00B4142E">
        <w:t>.</w:t>
      </w:r>
    </w:p>
    <w:p w14:paraId="5330C10C" w14:textId="287A4A6D" w:rsidR="007B12C9" w:rsidRPr="00D41447" w:rsidRDefault="007B12C9" w:rsidP="007B12C9">
      <w:pPr>
        <w:spacing w:after="120"/>
        <w:ind w:left="2268" w:right="1134" w:hanging="1134"/>
        <w:jc w:val="both"/>
      </w:pPr>
      <w:r w:rsidRPr="00D41447">
        <w:t>15.2</w:t>
      </w:r>
      <w:r w:rsidR="0091721D">
        <w:t>.</w:t>
      </w:r>
      <w:r w:rsidRPr="00D41447">
        <w:tab/>
        <w:t>Close Prox</w:t>
      </w:r>
      <w:r w:rsidR="008D6E0D">
        <w:t>imity Rear-View Field of Vision</w:t>
      </w:r>
    </w:p>
    <w:p w14:paraId="106AD3D6" w14:textId="77777777" w:rsidR="007B12C9" w:rsidRPr="00D41447" w:rsidRDefault="007B12C9" w:rsidP="007B12C9">
      <w:pPr>
        <w:tabs>
          <w:tab w:val="left" w:pos="2268"/>
          <w:tab w:val="left" w:pos="2835"/>
        </w:tabs>
        <w:autoSpaceDE w:val="0"/>
        <w:autoSpaceDN w:val="0"/>
        <w:adjustRightInd w:val="0"/>
        <w:spacing w:before="120" w:after="120" w:line="240" w:lineRule="auto"/>
        <w:ind w:left="2268" w:right="1134" w:hanging="1134"/>
        <w:jc w:val="both"/>
        <w:rPr>
          <w:lang w:eastAsia="ja-JP"/>
        </w:rPr>
      </w:pPr>
      <w:r w:rsidRPr="00D41447">
        <w:rPr>
          <w:lang w:eastAsia="ja-JP"/>
        </w:rPr>
        <w:tab/>
        <w:t xml:space="preserve">The field of vision shall be bounded by the following planes: </w:t>
      </w:r>
    </w:p>
    <w:p w14:paraId="6D4D707D" w14:textId="20C5F128" w:rsidR="007B12C9" w:rsidRPr="00D41447" w:rsidRDefault="007B12C9" w:rsidP="00B4142E">
      <w:pPr>
        <w:tabs>
          <w:tab w:val="left" w:pos="2268"/>
          <w:tab w:val="left" w:pos="2835"/>
        </w:tabs>
        <w:spacing w:before="120" w:after="120" w:line="240" w:lineRule="auto"/>
        <w:ind w:left="2829" w:right="1134" w:hanging="1695"/>
        <w:jc w:val="both"/>
        <w:rPr>
          <w:lang w:eastAsia="ja-JP"/>
        </w:rPr>
      </w:pPr>
      <w:r w:rsidRPr="00D41447">
        <w:rPr>
          <w:lang w:eastAsia="ja-JP"/>
        </w:rPr>
        <w:tab/>
        <w:t>(a)</w:t>
      </w:r>
      <w:r w:rsidRPr="00D41447">
        <w:rPr>
          <w:lang w:eastAsia="ja-JP"/>
        </w:rPr>
        <w:tab/>
        <w:t xml:space="preserve">A transverse vertical plane passing through a point </w:t>
      </w:r>
      <w:r w:rsidR="006A0DA5">
        <w:rPr>
          <w:lang w:eastAsia="ja-JP"/>
        </w:rPr>
        <w:t>0.3</w:t>
      </w:r>
      <w:r w:rsidRPr="00D41447">
        <w:rPr>
          <w:lang w:eastAsia="ja-JP"/>
        </w:rPr>
        <w:t>m from the outermost point of the rear of the vehicle;</w:t>
      </w:r>
    </w:p>
    <w:p w14:paraId="4EE14AA5" w14:textId="66F0E67F" w:rsidR="007B12C9" w:rsidRPr="00D41447" w:rsidRDefault="007B12C9" w:rsidP="00B4142E">
      <w:pPr>
        <w:tabs>
          <w:tab w:val="left" w:pos="2268"/>
          <w:tab w:val="left" w:pos="2835"/>
        </w:tabs>
        <w:spacing w:before="120" w:after="120" w:line="240" w:lineRule="auto"/>
        <w:ind w:left="2829" w:right="1134" w:hanging="1695"/>
        <w:jc w:val="both"/>
        <w:rPr>
          <w:lang w:eastAsia="ja-JP"/>
        </w:rPr>
      </w:pPr>
      <w:r w:rsidRPr="00D41447">
        <w:rPr>
          <w:lang w:eastAsia="ja-JP"/>
        </w:rPr>
        <w:tab/>
        <w:t>(b)</w:t>
      </w:r>
      <w:r w:rsidRPr="00D41447">
        <w:rPr>
          <w:lang w:eastAsia="ja-JP"/>
        </w:rPr>
        <w:tab/>
        <w:t>A transverse vertical plane passing through a point 3</w:t>
      </w:r>
      <w:r w:rsidR="006A0DA5">
        <w:rPr>
          <w:lang w:eastAsia="ja-JP"/>
        </w:rPr>
        <w:t>.</w:t>
      </w:r>
      <w:r w:rsidRPr="00D41447">
        <w:rPr>
          <w:lang w:eastAsia="ja-JP"/>
        </w:rPr>
        <w:t>5m behind the outermost point of the rear of the vehicle;</w:t>
      </w:r>
    </w:p>
    <w:p w14:paraId="33F970B0" w14:textId="77777777" w:rsidR="007B12C9" w:rsidRPr="00D41447" w:rsidRDefault="007B12C9" w:rsidP="00B4142E">
      <w:pPr>
        <w:tabs>
          <w:tab w:val="left" w:pos="2268"/>
          <w:tab w:val="left" w:pos="2835"/>
        </w:tabs>
        <w:spacing w:before="120" w:after="120" w:line="240" w:lineRule="auto"/>
        <w:ind w:left="2829" w:right="1134" w:hanging="1695"/>
        <w:jc w:val="both"/>
        <w:rPr>
          <w:lang w:eastAsia="ja-JP"/>
        </w:rPr>
      </w:pPr>
      <w:r w:rsidRPr="00D41447">
        <w:rPr>
          <w:lang w:eastAsia="ja-JP"/>
        </w:rPr>
        <w:tab/>
        <w:t>(c)</w:t>
      </w:r>
      <w:r w:rsidRPr="00D41447">
        <w:rPr>
          <w:lang w:eastAsia="ja-JP"/>
        </w:rPr>
        <w:tab/>
        <w:t xml:space="preserve">Two longitudinal vertical planes parallel to the longitudinal vertical median plane passing through the outermost point of each side of the vehicle. </w:t>
      </w:r>
    </w:p>
    <w:p w14:paraId="0364D420" w14:textId="7BD430D0" w:rsidR="007B12C9" w:rsidRPr="00D41447" w:rsidRDefault="007B12C9" w:rsidP="007B12C9">
      <w:pPr>
        <w:tabs>
          <w:tab w:val="left" w:pos="2268"/>
          <w:tab w:val="left" w:pos="2835"/>
        </w:tabs>
        <w:spacing w:before="120" w:after="120" w:line="240" w:lineRule="auto"/>
        <w:ind w:left="2268" w:right="1134" w:hanging="1134"/>
        <w:jc w:val="both"/>
        <w:rPr>
          <w:lang w:eastAsia="ja-JP"/>
        </w:rPr>
      </w:pPr>
      <w:r w:rsidRPr="00D41447">
        <w:rPr>
          <w:lang w:eastAsia="ja-JP"/>
        </w:rPr>
        <w:tab/>
        <w:t xml:space="preserve">The height of the field of vision is defined at nine positions within the boundaries of the field of vision with test objects with a height of </w:t>
      </w:r>
      <w:r w:rsidR="006A0DA5">
        <w:rPr>
          <w:lang w:eastAsia="ja-JP"/>
        </w:rPr>
        <w:t>0.</w:t>
      </w:r>
      <w:r w:rsidRPr="00D41447">
        <w:rPr>
          <w:lang w:eastAsia="ja-JP"/>
        </w:rPr>
        <w:t xml:space="preserve">8m and a diameter of </w:t>
      </w:r>
      <w:r w:rsidR="00A3304D">
        <w:rPr>
          <w:lang w:eastAsia="ja-JP"/>
        </w:rPr>
        <w:t>0.3</w:t>
      </w:r>
      <w:r w:rsidRPr="00D41447">
        <w:rPr>
          <w:lang w:eastAsia="ja-JP"/>
        </w:rPr>
        <w:t xml:space="preserve">m which are located on the ground plane as defined in Figure 3 below: </w:t>
      </w:r>
    </w:p>
    <w:p w14:paraId="4E2A8E57" w14:textId="77777777" w:rsidR="007B12C9" w:rsidRPr="00D41447" w:rsidRDefault="007B12C9" w:rsidP="007B12C9">
      <w:pPr>
        <w:keepNext/>
        <w:keepLines/>
        <w:tabs>
          <w:tab w:val="left" w:pos="2268"/>
          <w:tab w:val="left" w:pos="2835"/>
        </w:tabs>
        <w:spacing w:line="240" w:lineRule="auto"/>
        <w:ind w:left="2268" w:right="1134" w:hanging="1134"/>
        <w:jc w:val="both"/>
        <w:rPr>
          <w:lang w:eastAsia="ja-JP"/>
        </w:rPr>
      </w:pPr>
      <w:r w:rsidRPr="00D41447">
        <w:rPr>
          <w:lang w:eastAsia="ja-JP"/>
        </w:rPr>
        <w:lastRenderedPageBreak/>
        <w:t>Figure 3</w:t>
      </w:r>
    </w:p>
    <w:p w14:paraId="51A37AB8" w14:textId="77777777" w:rsidR="007B12C9" w:rsidRPr="0091721D" w:rsidRDefault="007B12C9" w:rsidP="007B12C9">
      <w:pPr>
        <w:keepNext/>
        <w:keepLines/>
        <w:tabs>
          <w:tab w:val="left" w:pos="2268"/>
          <w:tab w:val="left" w:pos="2835"/>
        </w:tabs>
        <w:spacing w:line="240" w:lineRule="auto"/>
        <w:ind w:left="2268" w:right="1134" w:hanging="1134"/>
        <w:jc w:val="both"/>
        <w:rPr>
          <w:b/>
          <w:lang w:eastAsia="ja-JP"/>
        </w:rPr>
      </w:pPr>
      <w:r w:rsidRPr="0091721D">
        <w:rPr>
          <w:b/>
        </w:rPr>
        <w:t>Close-proximity rear-view field of vision</w:t>
      </w:r>
    </w:p>
    <w:p w14:paraId="14C48BB8" w14:textId="2CCF5D5C" w:rsidR="007B12C9" w:rsidRDefault="007B12C9" w:rsidP="007B12C9">
      <w:pPr>
        <w:spacing w:after="120"/>
        <w:ind w:left="2268" w:right="1134"/>
        <w:jc w:val="both"/>
      </w:pPr>
      <w:r w:rsidRPr="003F7A92">
        <w:rPr>
          <w:noProof/>
          <w:color w:val="00B050"/>
          <w:lang w:val="en-US" w:eastAsia="ja-JP"/>
        </w:rPr>
        <w:drawing>
          <wp:inline distT="0" distB="0" distL="0" distR="0" wp14:anchorId="2A3D5961" wp14:editId="0E9AB89B">
            <wp:extent cx="2371725" cy="2426335"/>
            <wp:effectExtent l="0" t="0" r="9525" b="0"/>
            <wp:docPr id="3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1725" cy="2426335"/>
                    </a:xfrm>
                    <a:prstGeom prst="rect">
                      <a:avLst/>
                    </a:prstGeom>
                    <a:noFill/>
                    <a:ln>
                      <a:noFill/>
                    </a:ln>
                  </pic:spPr>
                </pic:pic>
              </a:graphicData>
            </a:graphic>
          </wp:inline>
        </w:drawing>
      </w:r>
    </w:p>
    <w:p w14:paraId="557BC293" w14:textId="0CA8F1C8" w:rsidR="00A34868" w:rsidRPr="000E0B20" w:rsidRDefault="007B12C9" w:rsidP="00A34868">
      <w:pPr>
        <w:tabs>
          <w:tab w:val="left" w:pos="567"/>
          <w:tab w:val="left" w:pos="2268"/>
        </w:tabs>
        <w:spacing w:before="120" w:after="120" w:line="240" w:lineRule="auto"/>
        <w:ind w:leftChars="567" w:left="1134" w:right="1134"/>
        <w:jc w:val="both"/>
        <w:rPr>
          <w:bCs/>
          <w:lang w:eastAsia="ja-JP"/>
        </w:rPr>
      </w:pPr>
      <w:r w:rsidRPr="000E0B20">
        <w:rPr>
          <w:lang w:val="en-US"/>
        </w:rPr>
        <w:t>15.2.1</w:t>
      </w:r>
      <w:r w:rsidR="0091721D">
        <w:rPr>
          <w:lang w:val="en-US"/>
        </w:rPr>
        <w:t>.</w:t>
      </w:r>
      <w:r w:rsidRPr="000E0B20">
        <w:rPr>
          <w:lang w:val="en-US"/>
        </w:rPr>
        <w:tab/>
      </w:r>
      <w:r w:rsidR="00A34868" w:rsidRPr="000E0B20">
        <w:rPr>
          <w:rFonts w:eastAsiaTheme="majorEastAsia"/>
          <w:lang w:eastAsia="ja-JP"/>
        </w:rPr>
        <w:t>Requirements</w:t>
      </w:r>
    </w:p>
    <w:p w14:paraId="5362D77C" w14:textId="07E45B78" w:rsidR="007B12C9" w:rsidRPr="000E0B20" w:rsidRDefault="007B12C9" w:rsidP="00A34868">
      <w:pPr>
        <w:spacing w:after="120"/>
        <w:ind w:left="2268" w:right="1134"/>
        <w:jc w:val="both"/>
        <w:rPr>
          <w:lang w:val="en-US"/>
        </w:rPr>
      </w:pPr>
      <w:r w:rsidRPr="000E0B20">
        <w:rPr>
          <w:lang w:val="en-US"/>
        </w:rPr>
        <w:t xml:space="preserve">When tested under the conditions defined in Annex </w:t>
      </w:r>
      <w:r w:rsidR="000817F1" w:rsidRPr="000E0B20">
        <w:rPr>
          <w:lang w:val="en-US"/>
        </w:rPr>
        <w:t>9</w:t>
      </w:r>
      <w:r w:rsidRPr="000E0B20">
        <w:rPr>
          <w:lang w:val="en-US"/>
        </w:rPr>
        <w:t xml:space="preserve"> the requirement for close-proximity rear-view field of vision shall be considered to be satisfied if the defined field of vision can be seen:</w:t>
      </w:r>
    </w:p>
    <w:p w14:paraId="5B962AFB" w14:textId="1C3C8B7B" w:rsidR="00A34868" w:rsidRPr="000E0B20" w:rsidRDefault="00A34868" w:rsidP="00A348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0E0B20">
        <w:rPr>
          <w:rFonts w:eastAsiaTheme="majorEastAsia"/>
          <w:lang w:eastAsia="ja-JP"/>
        </w:rPr>
        <w:tab/>
        <w:t xml:space="preserve">(a) </w:t>
      </w:r>
      <w:r w:rsidR="00B4142E">
        <w:rPr>
          <w:rFonts w:eastAsiaTheme="majorEastAsia"/>
          <w:lang w:eastAsia="ja-JP"/>
        </w:rPr>
        <w:t xml:space="preserve"> </w:t>
      </w:r>
      <w:r w:rsidR="00B4142E">
        <w:rPr>
          <w:rFonts w:eastAsiaTheme="majorEastAsia"/>
          <w:lang w:eastAsia="ja-JP"/>
        </w:rPr>
        <w:tab/>
      </w:r>
      <w:r w:rsidRPr="000E0B20">
        <w:rPr>
          <w:rFonts w:eastAsiaTheme="majorEastAsia"/>
          <w:lang w:eastAsia="ja-JP"/>
        </w:rPr>
        <w:t>for the test objects in the first row (Test objects A, B, and C):</w:t>
      </w:r>
    </w:p>
    <w:p w14:paraId="2AFBBDD2" w14:textId="563A1B8E" w:rsidR="00A34868" w:rsidRPr="000E0B20" w:rsidRDefault="00A34868" w:rsidP="00B4142E">
      <w:pPr>
        <w:widowControl w:val="0"/>
        <w:tabs>
          <w:tab w:val="left" w:pos="2268"/>
        </w:tabs>
        <w:suppressAutoHyphens w:val="0"/>
        <w:autoSpaceDE w:val="0"/>
        <w:autoSpaceDN w:val="0"/>
        <w:adjustRightInd w:val="0"/>
        <w:spacing w:before="120" w:after="120" w:line="240" w:lineRule="auto"/>
        <w:ind w:leftChars="867" w:left="2868" w:rightChars="567" w:right="1134" w:hanging="1134"/>
        <w:jc w:val="both"/>
        <w:rPr>
          <w:rFonts w:eastAsiaTheme="majorEastAsia"/>
          <w:lang w:eastAsia="ja-JP"/>
        </w:rPr>
      </w:pPr>
      <w:r w:rsidRPr="000E0B20">
        <w:rPr>
          <w:rFonts w:eastAsiaTheme="majorEastAsia"/>
          <w:lang w:eastAsia="ja-JP"/>
        </w:rPr>
        <w:tab/>
      </w:r>
      <w:r w:rsidR="00B4142E">
        <w:rPr>
          <w:rFonts w:eastAsiaTheme="majorEastAsia"/>
          <w:lang w:eastAsia="ja-JP"/>
        </w:rPr>
        <w:tab/>
      </w:r>
      <w:r w:rsidRPr="000E0B20">
        <w:rPr>
          <w:rFonts w:eastAsiaTheme="majorEastAsia"/>
          <w:lang w:eastAsia="ja-JP"/>
        </w:rPr>
        <w:t>A 0.15 m x 0.15 m area or the top of the test object shall be visible at</w:t>
      </w:r>
      <w:r w:rsidR="007162C0">
        <w:rPr>
          <w:rFonts w:eastAsiaTheme="majorEastAsia"/>
          <w:lang w:eastAsia="ja-JP"/>
        </w:rPr>
        <w:t xml:space="preserve"> </w:t>
      </w:r>
      <w:r w:rsidRPr="000E0B20">
        <w:rPr>
          <w:rFonts w:eastAsiaTheme="majorEastAsia"/>
          <w:lang w:eastAsia="ja-JP"/>
        </w:rPr>
        <w:t xml:space="preserve">least one position on each test object. </w:t>
      </w:r>
    </w:p>
    <w:p w14:paraId="16ADE494" w14:textId="59BFB83C" w:rsidR="00A34868" w:rsidRPr="000E0B20" w:rsidRDefault="00A34868" w:rsidP="00B4142E">
      <w:pPr>
        <w:widowControl w:val="0"/>
        <w:tabs>
          <w:tab w:val="left" w:pos="2268"/>
        </w:tabs>
        <w:suppressAutoHyphens w:val="0"/>
        <w:autoSpaceDE w:val="0"/>
        <w:autoSpaceDN w:val="0"/>
        <w:adjustRightInd w:val="0"/>
        <w:spacing w:before="120" w:after="120" w:line="240" w:lineRule="auto"/>
        <w:ind w:leftChars="867" w:left="2868" w:rightChars="567" w:right="1134" w:hanging="1134"/>
        <w:jc w:val="both"/>
        <w:rPr>
          <w:rFonts w:eastAsiaTheme="majorEastAsia"/>
          <w:lang w:eastAsia="ja-JP"/>
        </w:rPr>
      </w:pPr>
      <w:r w:rsidRPr="000E0B20">
        <w:rPr>
          <w:rFonts w:eastAsiaTheme="majorEastAsia"/>
          <w:lang w:eastAsia="ja-JP"/>
        </w:rPr>
        <w:tab/>
        <w:t xml:space="preserve">(b) </w:t>
      </w:r>
      <w:r w:rsidR="00B4142E">
        <w:rPr>
          <w:rFonts w:eastAsiaTheme="majorEastAsia"/>
          <w:lang w:eastAsia="ja-JP"/>
        </w:rPr>
        <w:t xml:space="preserve"> </w:t>
      </w:r>
      <w:r w:rsidR="00B4142E">
        <w:rPr>
          <w:rFonts w:eastAsiaTheme="majorEastAsia"/>
          <w:lang w:eastAsia="ja-JP"/>
        </w:rPr>
        <w:tab/>
      </w:r>
      <w:r w:rsidRPr="000E0B20">
        <w:rPr>
          <w:rFonts w:eastAsiaTheme="majorEastAsia"/>
          <w:lang w:eastAsia="ja-JP"/>
        </w:rPr>
        <w:t>for the test objects in the second row (Test objects D, E, and F) and the third row (Test objects G, H, and I);</w:t>
      </w:r>
    </w:p>
    <w:p w14:paraId="2826B997" w14:textId="76C3588C" w:rsidR="00A34868" w:rsidRPr="000E0B20" w:rsidRDefault="00A34868" w:rsidP="00B4142E">
      <w:pPr>
        <w:widowControl w:val="0"/>
        <w:tabs>
          <w:tab w:val="left" w:pos="2268"/>
        </w:tabs>
        <w:suppressAutoHyphens w:val="0"/>
        <w:autoSpaceDE w:val="0"/>
        <w:autoSpaceDN w:val="0"/>
        <w:adjustRightInd w:val="0"/>
        <w:spacing w:before="120" w:after="120" w:line="240" w:lineRule="auto"/>
        <w:ind w:leftChars="867" w:left="2868" w:rightChars="567" w:right="1134" w:hanging="1134"/>
        <w:jc w:val="both"/>
        <w:rPr>
          <w:rFonts w:eastAsiaTheme="majorEastAsia"/>
          <w:lang w:eastAsia="ja-JP"/>
        </w:rPr>
      </w:pPr>
      <w:r w:rsidRPr="000E0B20">
        <w:rPr>
          <w:rFonts w:eastAsiaTheme="majorEastAsia"/>
          <w:lang w:eastAsia="ja-JP"/>
        </w:rPr>
        <w:tab/>
        <w:t>The whole test object shall be seen.</w:t>
      </w:r>
    </w:p>
    <w:p w14:paraId="11F182D9" w14:textId="7495C7DE" w:rsidR="007B12C9" w:rsidRPr="00D41447" w:rsidRDefault="007B12C9" w:rsidP="007B12C9">
      <w:pPr>
        <w:spacing w:after="120"/>
        <w:ind w:left="2268" w:right="1134" w:hanging="1134"/>
        <w:jc w:val="both"/>
        <w:rPr>
          <w:lang w:val="en-US"/>
        </w:rPr>
      </w:pPr>
      <w:r w:rsidRPr="00D41447">
        <w:rPr>
          <w:lang w:val="en-US"/>
        </w:rPr>
        <w:t>15.2.1.1</w:t>
      </w:r>
      <w:r w:rsidR="0091721D">
        <w:rPr>
          <w:lang w:val="en-US"/>
        </w:rPr>
        <w:t>.</w:t>
      </w:r>
      <w:r w:rsidRPr="00D41447">
        <w:rPr>
          <w:lang w:val="en-US"/>
        </w:rPr>
        <w:tab/>
      </w:r>
      <w:r w:rsidR="00541B33">
        <w:rPr>
          <w:lang w:val="en-US"/>
        </w:rPr>
        <w:t>V</w:t>
      </w:r>
      <w:r w:rsidRPr="00D41447">
        <w:rPr>
          <w:lang w:val="en-US"/>
        </w:rPr>
        <w:t>ia the direct view from the driver’s looking back ocular points; or</w:t>
      </w:r>
    </w:p>
    <w:p w14:paraId="7935674A" w14:textId="6FA6CF38" w:rsidR="007B12C9" w:rsidRPr="00D41447" w:rsidRDefault="007B12C9" w:rsidP="007B12C9">
      <w:pPr>
        <w:spacing w:after="120"/>
        <w:ind w:left="2268" w:right="1134" w:hanging="1134"/>
        <w:jc w:val="both"/>
        <w:rPr>
          <w:lang w:val="en-US"/>
        </w:rPr>
      </w:pPr>
      <w:r w:rsidRPr="00D41447">
        <w:rPr>
          <w:lang w:val="en-US"/>
        </w:rPr>
        <w:t>15.2.1.2</w:t>
      </w:r>
      <w:r w:rsidR="0091721D">
        <w:rPr>
          <w:lang w:val="en-US"/>
        </w:rPr>
        <w:t>.</w:t>
      </w:r>
      <w:r w:rsidRPr="00D41447">
        <w:rPr>
          <w:lang w:val="en-US"/>
        </w:rPr>
        <w:tab/>
      </w:r>
      <w:r w:rsidR="00541B33">
        <w:rPr>
          <w:lang w:val="en-US"/>
        </w:rPr>
        <w:t>V</w:t>
      </w:r>
      <w:r w:rsidRPr="00D41447">
        <w:rPr>
          <w:lang w:val="en-US"/>
        </w:rPr>
        <w:t>ia the direct view from the driver’s looking back ocular points combined with a close-proximity rear-view mirror installed at the rear end of the vehicle supporting this direct view; or</w:t>
      </w:r>
    </w:p>
    <w:p w14:paraId="10C88563" w14:textId="5D62EC05" w:rsidR="007B12C9" w:rsidRPr="00D41447" w:rsidRDefault="007B12C9" w:rsidP="007B12C9">
      <w:pPr>
        <w:spacing w:after="120"/>
        <w:ind w:left="2268" w:right="1134" w:hanging="1134"/>
        <w:jc w:val="both"/>
        <w:rPr>
          <w:lang w:val="en-US"/>
        </w:rPr>
      </w:pPr>
      <w:r w:rsidRPr="00D41447">
        <w:rPr>
          <w:lang w:val="en-US"/>
        </w:rPr>
        <w:t>15.2.1.3</w:t>
      </w:r>
      <w:r w:rsidR="0091721D">
        <w:rPr>
          <w:lang w:val="en-US"/>
        </w:rPr>
        <w:t>.</w:t>
      </w:r>
      <w:r w:rsidRPr="00D41447">
        <w:rPr>
          <w:lang w:val="en-US"/>
        </w:rPr>
        <w:tab/>
      </w:r>
      <w:r w:rsidR="00541B33">
        <w:rPr>
          <w:lang w:val="en-US"/>
        </w:rPr>
        <w:t>V</w:t>
      </w:r>
      <w:r w:rsidRPr="00D41447">
        <w:rPr>
          <w:lang w:val="en-US"/>
        </w:rPr>
        <w:t>ia a device of indirect vision (mirror or CMS or other) approved to UN Regulation No. 46; or</w:t>
      </w:r>
    </w:p>
    <w:p w14:paraId="77B1D20C" w14:textId="65CD3C02" w:rsidR="007B12C9" w:rsidRPr="00D41447" w:rsidRDefault="007B12C9" w:rsidP="007B12C9">
      <w:pPr>
        <w:spacing w:after="120"/>
        <w:ind w:left="2268" w:right="1134" w:hanging="1134"/>
        <w:jc w:val="both"/>
        <w:rPr>
          <w:lang w:val="en-US"/>
        </w:rPr>
      </w:pPr>
      <w:r w:rsidRPr="00D41447">
        <w:rPr>
          <w:lang w:val="en-US"/>
        </w:rPr>
        <w:t>15.2.1.4</w:t>
      </w:r>
      <w:r w:rsidR="0091721D">
        <w:rPr>
          <w:lang w:val="en-US"/>
        </w:rPr>
        <w:t>.</w:t>
      </w:r>
      <w:r w:rsidRPr="00D41447">
        <w:rPr>
          <w:lang w:val="en-US"/>
        </w:rPr>
        <w:tab/>
      </w:r>
      <w:r w:rsidR="00541B33">
        <w:rPr>
          <w:lang w:val="en-US"/>
        </w:rPr>
        <w:t>V</w:t>
      </w:r>
      <w:r w:rsidRPr="00D41447">
        <w:rPr>
          <w:lang w:val="en-US"/>
        </w:rPr>
        <w:t xml:space="preserve">ia a device of indirect vision (mirror or </w:t>
      </w:r>
      <w:r w:rsidR="00695A80">
        <w:rPr>
          <w:lang w:val="en-US"/>
        </w:rPr>
        <w:t>RVCS</w:t>
      </w:r>
      <w:r w:rsidRPr="00D41447">
        <w:rPr>
          <w:lang w:val="en-US"/>
        </w:rPr>
        <w:t xml:space="preserve"> or other) complying with this Regulation; or</w:t>
      </w:r>
    </w:p>
    <w:p w14:paraId="60A8C808" w14:textId="1BF19FD9" w:rsidR="007B12C9" w:rsidRDefault="007B12C9" w:rsidP="00D41447">
      <w:pPr>
        <w:spacing w:after="120"/>
        <w:ind w:left="2268" w:right="1134" w:hanging="1134"/>
        <w:jc w:val="both"/>
        <w:rPr>
          <w:lang w:val="en-US"/>
        </w:rPr>
      </w:pPr>
      <w:r w:rsidRPr="00D41447">
        <w:rPr>
          <w:lang w:val="en-US"/>
        </w:rPr>
        <w:t>15.2.1.5</w:t>
      </w:r>
      <w:r w:rsidR="0091721D">
        <w:rPr>
          <w:lang w:val="en-US"/>
        </w:rPr>
        <w:t>.</w:t>
      </w:r>
      <w:r w:rsidRPr="00D41447">
        <w:rPr>
          <w:lang w:val="en-US"/>
        </w:rPr>
        <w:tab/>
      </w:r>
      <w:r w:rsidR="00541B33">
        <w:rPr>
          <w:lang w:val="en-US"/>
        </w:rPr>
        <w:t>V</w:t>
      </w:r>
      <w:r w:rsidRPr="00D41447">
        <w:rPr>
          <w:lang w:val="en-US"/>
        </w:rPr>
        <w:t>ia a combination of devices of paragraphs 15.2.1.3 and 15.2.1.4</w:t>
      </w:r>
      <w:r w:rsidR="00D41447">
        <w:rPr>
          <w:lang w:val="en-US"/>
        </w:rPr>
        <w:t>.</w:t>
      </w:r>
      <w:r w:rsidR="000B599E">
        <w:rPr>
          <w:lang w:val="en-US"/>
        </w:rPr>
        <w:t xml:space="preserve"> except a combination of </w:t>
      </w:r>
      <w:r w:rsidR="00695A80">
        <w:rPr>
          <w:lang w:val="en-US"/>
        </w:rPr>
        <w:t>RVCS</w:t>
      </w:r>
      <w:r w:rsidR="000B599E">
        <w:rPr>
          <w:lang w:val="en-US"/>
        </w:rPr>
        <w:t xml:space="preserve"> and mirror(s) or </w:t>
      </w:r>
      <w:r w:rsidR="000B599E" w:rsidRPr="00D41447">
        <w:rPr>
          <w:lang w:val="en-US"/>
        </w:rPr>
        <w:t>close-proximity rear-view mirror</w:t>
      </w:r>
      <w:r w:rsidR="000B599E">
        <w:rPr>
          <w:lang w:val="en-US"/>
        </w:rPr>
        <w:t>.</w:t>
      </w:r>
    </w:p>
    <w:p w14:paraId="1087C95F" w14:textId="7F0822A0" w:rsidR="00A0709D" w:rsidRPr="00DB440A" w:rsidRDefault="00471015" w:rsidP="00A0709D">
      <w:pPr>
        <w:spacing w:after="120"/>
        <w:ind w:left="2268" w:right="1134" w:hanging="1134"/>
        <w:jc w:val="both"/>
        <w:rPr>
          <w:lang w:val="en-US"/>
        </w:rPr>
      </w:pPr>
      <w:r w:rsidRPr="00DB440A">
        <w:rPr>
          <w:lang w:val="en-US"/>
        </w:rPr>
        <w:t>15.2.1.6</w:t>
      </w:r>
      <w:r w:rsidR="0091721D">
        <w:rPr>
          <w:lang w:val="en-US"/>
        </w:rPr>
        <w:t>.</w:t>
      </w:r>
      <w:r w:rsidRPr="00DB440A">
        <w:rPr>
          <w:lang w:val="en-US"/>
        </w:rPr>
        <w:tab/>
        <w:t>The options 15.2.1.1 and 15.2.1.2 only apply to the vehicle categories M</w:t>
      </w:r>
      <w:r w:rsidRPr="00541B33">
        <w:rPr>
          <w:vertAlign w:val="subscript"/>
          <w:lang w:val="en-US"/>
        </w:rPr>
        <w:t>1</w:t>
      </w:r>
      <w:r w:rsidRPr="00DB440A">
        <w:rPr>
          <w:lang w:val="en-US"/>
        </w:rPr>
        <w:t xml:space="preserve"> and N</w:t>
      </w:r>
      <w:r w:rsidRPr="00541B33">
        <w:rPr>
          <w:vertAlign w:val="subscript"/>
          <w:lang w:val="en-US"/>
        </w:rPr>
        <w:t>1</w:t>
      </w:r>
      <w:r w:rsidR="002D0F59" w:rsidRPr="00DB440A">
        <w:rPr>
          <w:lang w:val="en-US"/>
        </w:rPr>
        <w:t xml:space="preserve">, when the distance between looking back ocular point to vehicle rear-end is not exceed </w:t>
      </w:r>
      <w:r w:rsidR="00B93D00" w:rsidRPr="00DB440A">
        <w:rPr>
          <w:lang w:val="en-US"/>
        </w:rPr>
        <w:t>[</w:t>
      </w:r>
      <w:r w:rsidR="00557D04" w:rsidRPr="00DB440A">
        <w:rPr>
          <w:rFonts w:hint="eastAsia"/>
          <w:lang w:val="en-US" w:eastAsia="ja-JP"/>
        </w:rPr>
        <w:t>2000</w:t>
      </w:r>
      <w:r w:rsidR="00B93D00" w:rsidRPr="00DB440A">
        <w:rPr>
          <w:lang w:val="en-US"/>
        </w:rPr>
        <w:t>]</w:t>
      </w:r>
      <w:r w:rsidR="002D0F59" w:rsidRPr="00DB440A">
        <w:rPr>
          <w:lang w:val="en-US"/>
        </w:rPr>
        <w:t xml:space="preserve"> mm</w:t>
      </w:r>
      <w:r w:rsidRPr="00DB440A">
        <w:rPr>
          <w:lang w:val="en-US"/>
        </w:rPr>
        <w:t>.</w:t>
      </w:r>
    </w:p>
    <w:p w14:paraId="32ECD65E" w14:textId="76254E7B" w:rsidR="00147816" w:rsidRPr="000B599E" w:rsidRDefault="00147816" w:rsidP="00147816">
      <w:pPr>
        <w:spacing w:after="120"/>
        <w:ind w:left="2268" w:right="1134" w:hanging="1134"/>
        <w:jc w:val="both"/>
        <w:rPr>
          <w:lang w:val="en-US"/>
        </w:rPr>
      </w:pPr>
      <w:r w:rsidRPr="000B599E">
        <w:rPr>
          <w:lang w:val="en-US"/>
        </w:rPr>
        <w:t>15.2.2</w:t>
      </w:r>
      <w:r w:rsidR="0091721D">
        <w:rPr>
          <w:lang w:val="en-US"/>
        </w:rPr>
        <w:t>.</w:t>
      </w:r>
      <w:r w:rsidRPr="000B599E">
        <w:rPr>
          <w:lang w:val="en-US"/>
        </w:rPr>
        <w:t xml:space="preserve"> </w:t>
      </w:r>
      <w:r w:rsidRPr="000B599E">
        <w:rPr>
          <w:lang w:val="en-US"/>
        </w:rPr>
        <w:tab/>
        <w:t xml:space="preserve">The close-proximity rear-view field of vision shall be established using </w:t>
      </w:r>
      <w:proofErr w:type="spellStart"/>
      <w:r w:rsidRPr="000B599E">
        <w:rPr>
          <w:lang w:val="en-US"/>
        </w:rPr>
        <w:t>ambinocular</w:t>
      </w:r>
      <w:proofErr w:type="spellEnd"/>
      <w:r w:rsidRPr="000B599E">
        <w:rPr>
          <w:lang w:val="en-US"/>
        </w:rPr>
        <w:t xml:space="preserve"> vision, the eyes being at the "driver's ocular points" as defined in paragraph 12.1. above. The fields of vision shall be determined when the vehicle is in running order as defined in the consolidated Resolution on the Construction of vehicles (R.E.3) (ECE/TRANS/WP.29/78/Rev.6, para. 2.2.5.4.), plus for M1 and N1 vehicles one front seat passenger (75 kg). When established through windows, the glazing shall have a total light transmission factor in accordance with UN Regulation No. 43, Annex 2</w:t>
      </w:r>
      <w:r w:rsidR="000B599E" w:rsidRPr="000B599E">
        <w:rPr>
          <w:lang w:val="en-US"/>
        </w:rPr>
        <w:t>4</w:t>
      </w:r>
      <w:r w:rsidRPr="000B599E">
        <w:rPr>
          <w:lang w:val="en-US"/>
        </w:rPr>
        <w:t>.</w:t>
      </w:r>
    </w:p>
    <w:p w14:paraId="42E8A2E6" w14:textId="77777777" w:rsidR="00147816" w:rsidRPr="000B599E" w:rsidRDefault="00147816" w:rsidP="00147816">
      <w:pPr>
        <w:spacing w:after="120"/>
        <w:ind w:left="2268" w:right="1134"/>
        <w:jc w:val="both"/>
        <w:rPr>
          <w:lang w:val="en-US"/>
        </w:rPr>
      </w:pPr>
      <w:r w:rsidRPr="000B599E">
        <w:rPr>
          <w:lang w:val="en-US"/>
        </w:rPr>
        <w:t>In case of direct view from the driver’s looking back ocular points the vertical position of rear seat headrests shall be set at the designed position of assumed to use or the highest position if the headrest has multiple position settings or at the position agreed with the Technical Service.</w:t>
      </w:r>
    </w:p>
    <w:p w14:paraId="71BE27B8" w14:textId="1040B65A" w:rsidR="00147816" w:rsidRDefault="00147816" w:rsidP="00147816">
      <w:pPr>
        <w:spacing w:after="120"/>
        <w:ind w:left="2268" w:right="1134" w:hanging="1134"/>
        <w:jc w:val="both"/>
        <w:rPr>
          <w:lang w:val="en-US"/>
        </w:rPr>
      </w:pPr>
      <w:r w:rsidRPr="000B599E">
        <w:rPr>
          <w:lang w:val="en-US"/>
        </w:rPr>
        <w:lastRenderedPageBreak/>
        <w:t>15.2.3</w:t>
      </w:r>
      <w:r w:rsidR="0091721D">
        <w:rPr>
          <w:lang w:val="en-US"/>
        </w:rPr>
        <w:t>.</w:t>
      </w:r>
      <w:r w:rsidRPr="000B599E">
        <w:rPr>
          <w:lang w:val="en-US"/>
        </w:rPr>
        <w:tab/>
        <w:t xml:space="preserve">In case of combination of devices, each transverse row of </w:t>
      </w:r>
      <w:r w:rsidR="00C76836">
        <w:rPr>
          <w:lang w:val="en-US" w:eastAsia="ja-JP"/>
        </w:rPr>
        <w:t>test</w:t>
      </w:r>
      <w:r w:rsidRPr="000B599E">
        <w:rPr>
          <w:lang w:val="en-US"/>
        </w:rPr>
        <w:t xml:space="preserve"> objects shall be seen by one device. The close-proximity rear-view field of vision shall be obtained from the minimum number of mirrors and monitors.</w:t>
      </w:r>
    </w:p>
    <w:p w14:paraId="2953EF7D" w14:textId="3F3BCC60" w:rsidR="00557D04" w:rsidRPr="00557D04" w:rsidRDefault="00557D04" w:rsidP="00557D04">
      <w:pPr>
        <w:spacing w:after="120"/>
        <w:ind w:left="2268" w:right="1133" w:hanging="1134"/>
        <w:jc w:val="both"/>
      </w:pPr>
      <w:r>
        <w:t>15.2.4</w:t>
      </w:r>
      <w:r w:rsidRPr="000B599E">
        <w:t>.</w:t>
      </w:r>
      <w:r w:rsidRPr="000B599E">
        <w:tab/>
        <w:t xml:space="preserve">In the case of </w:t>
      </w:r>
      <w:r w:rsidRPr="000B599E">
        <w:rPr>
          <w:bCs/>
        </w:rPr>
        <w:t>mirrors</w:t>
      </w:r>
      <w:r w:rsidRPr="000B599E">
        <w:t xml:space="preserve"> consisting of several reflecting surfaces which are either of different curvature or make an angle with each other, at least one of the reflecting surfaces shall provide the field of vision and have the dimensions specified for the class to which they belong.</w:t>
      </w:r>
    </w:p>
    <w:p w14:paraId="161A7B42" w14:textId="2A5F6255" w:rsidR="00147816" w:rsidRPr="000B599E" w:rsidRDefault="00147816" w:rsidP="00147816">
      <w:pPr>
        <w:spacing w:after="120"/>
        <w:ind w:left="2268" w:right="1134" w:hanging="1134"/>
        <w:jc w:val="both"/>
        <w:rPr>
          <w:lang w:val="en-US"/>
        </w:rPr>
      </w:pPr>
      <w:r w:rsidRPr="000B599E">
        <w:t>15.3.</w:t>
      </w:r>
      <w:r w:rsidRPr="000B599E">
        <w:tab/>
      </w:r>
      <w:r w:rsidR="000E0B20">
        <w:rPr>
          <w:lang w:val="en-US"/>
        </w:rPr>
        <w:t>Field of detection</w:t>
      </w:r>
    </w:p>
    <w:p w14:paraId="10F75B36" w14:textId="2F628703" w:rsidR="00147816" w:rsidRPr="000B599E" w:rsidRDefault="00B4142E" w:rsidP="00147816">
      <w:pPr>
        <w:tabs>
          <w:tab w:val="left" w:pos="2268"/>
          <w:tab w:val="left" w:pos="2835"/>
        </w:tabs>
        <w:autoSpaceDE w:val="0"/>
        <w:autoSpaceDN w:val="0"/>
        <w:adjustRightInd w:val="0"/>
        <w:spacing w:before="120" w:after="120" w:line="240" w:lineRule="auto"/>
        <w:ind w:left="2268" w:right="1134" w:hanging="1134"/>
        <w:jc w:val="both"/>
        <w:rPr>
          <w:lang w:eastAsia="ja-JP"/>
        </w:rPr>
      </w:pPr>
      <w:r>
        <w:rPr>
          <w:lang w:eastAsia="ja-JP"/>
        </w:rPr>
        <w:tab/>
        <w:t xml:space="preserve">The </w:t>
      </w:r>
      <w:r w:rsidR="00A816DB">
        <w:rPr>
          <w:lang w:val="en-US"/>
        </w:rPr>
        <w:t>field of detection</w:t>
      </w:r>
      <w:r w:rsidR="00147816" w:rsidRPr="000B599E">
        <w:rPr>
          <w:lang w:eastAsia="ja-JP"/>
        </w:rPr>
        <w:t xml:space="preserve"> shall be bounded by the following planes (see figure 4): </w:t>
      </w:r>
    </w:p>
    <w:p w14:paraId="7C72DDFC" w14:textId="77777777" w:rsidR="00147816" w:rsidRPr="000B599E" w:rsidRDefault="00147816" w:rsidP="00B4142E">
      <w:pPr>
        <w:tabs>
          <w:tab w:val="left" w:pos="2268"/>
          <w:tab w:val="left" w:pos="2835"/>
        </w:tabs>
        <w:spacing w:before="120" w:after="120" w:line="240" w:lineRule="auto"/>
        <w:ind w:left="2829" w:right="1134" w:hanging="1695"/>
        <w:jc w:val="both"/>
        <w:rPr>
          <w:lang w:eastAsia="ja-JP"/>
        </w:rPr>
      </w:pPr>
      <w:r w:rsidRPr="000B599E">
        <w:rPr>
          <w:lang w:eastAsia="ja-JP"/>
        </w:rPr>
        <w:tab/>
        <w:t>(a)</w:t>
      </w:r>
      <w:r w:rsidRPr="000B599E">
        <w:rPr>
          <w:lang w:eastAsia="ja-JP"/>
        </w:rPr>
        <w:tab/>
        <w:t>A transverse vertical plane passing through a point 200 mm from the outermost point of the rear of the vehicle;</w:t>
      </w:r>
    </w:p>
    <w:p w14:paraId="5DBB15AA" w14:textId="77777777" w:rsidR="00147816" w:rsidRPr="000B599E" w:rsidRDefault="00147816" w:rsidP="00B4142E">
      <w:pPr>
        <w:tabs>
          <w:tab w:val="left" w:pos="2268"/>
          <w:tab w:val="left" w:pos="2835"/>
        </w:tabs>
        <w:spacing w:before="120" w:after="120" w:line="240" w:lineRule="auto"/>
        <w:ind w:left="2829" w:right="1134" w:hanging="1695"/>
        <w:jc w:val="both"/>
        <w:rPr>
          <w:lang w:eastAsia="ja-JP"/>
        </w:rPr>
      </w:pPr>
      <w:r w:rsidRPr="000B599E">
        <w:rPr>
          <w:lang w:eastAsia="ja-JP"/>
        </w:rPr>
        <w:tab/>
        <w:t>(b)</w:t>
      </w:r>
      <w:r w:rsidRPr="000B599E">
        <w:rPr>
          <w:lang w:eastAsia="ja-JP"/>
        </w:rPr>
        <w:tab/>
        <w:t>A transverse vertical plane passing through a point 1,000 mm behind the outermost point of the rear of the vehicle;</w:t>
      </w:r>
    </w:p>
    <w:p w14:paraId="6D3B042E" w14:textId="77777777" w:rsidR="00147816" w:rsidRPr="000B599E" w:rsidRDefault="00147816" w:rsidP="00B4142E">
      <w:pPr>
        <w:tabs>
          <w:tab w:val="left" w:pos="2268"/>
          <w:tab w:val="left" w:pos="2835"/>
        </w:tabs>
        <w:spacing w:before="120" w:after="120" w:line="240" w:lineRule="auto"/>
        <w:ind w:left="2829" w:right="1134" w:hanging="1695"/>
        <w:jc w:val="both"/>
        <w:rPr>
          <w:lang w:eastAsia="ja-JP"/>
        </w:rPr>
      </w:pPr>
      <w:r w:rsidRPr="000B599E">
        <w:rPr>
          <w:lang w:eastAsia="ja-JP"/>
        </w:rPr>
        <w:tab/>
        <w:t>(c)</w:t>
      </w:r>
      <w:r w:rsidRPr="000B599E">
        <w:rPr>
          <w:lang w:eastAsia="ja-JP"/>
        </w:rPr>
        <w:tab/>
        <w:t xml:space="preserve">Two longitudinal vertical planes parallel to the longitudinal vertical median plane passing through the outermost point of each side of the vehicle. </w:t>
      </w:r>
    </w:p>
    <w:p w14:paraId="34109769" w14:textId="77777777" w:rsidR="00147816" w:rsidRPr="000B599E" w:rsidRDefault="00147816" w:rsidP="00147816">
      <w:pPr>
        <w:keepNext/>
        <w:keepLines/>
        <w:tabs>
          <w:tab w:val="left" w:pos="2268"/>
          <w:tab w:val="left" w:pos="2835"/>
        </w:tabs>
        <w:spacing w:line="240" w:lineRule="auto"/>
        <w:ind w:left="2268" w:right="1134" w:hanging="1134"/>
        <w:jc w:val="both"/>
        <w:rPr>
          <w:lang w:eastAsia="ja-JP"/>
        </w:rPr>
      </w:pPr>
      <w:r w:rsidRPr="000B599E">
        <w:rPr>
          <w:lang w:eastAsia="ja-JP"/>
        </w:rPr>
        <w:t>Figure 4</w:t>
      </w:r>
    </w:p>
    <w:p w14:paraId="7B8D7480" w14:textId="3927FF79" w:rsidR="00147816" w:rsidRPr="0091721D" w:rsidRDefault="000E0B20" w:rsidP="00147816">
      <w:pPr>
        <w:keepNext/>
        <w:keepLines/>
        <w:tabs>
          <w:tab w:val="left" w:pos="2268"/>
          <w:tab w:val="left" w:pos="2835"/>
        </w:tabs>
        <w:spacing w:line="240" w:lineRule="auto"/>
        <w:ind w:left="2268" w:right="1134" w:hanging="1134"/>
        <w:jc w:val="both"/>
        <w:rPr>
          <w:b/>
          <w:bCs/>
          <w:lang w:eastAsia="ja-JP"/>
        </w:rPr>
      </w:pPr>
      <w:r w:rsidRPr="0091721D">
        <w:rPr>
          <w:b/>
          <w:bCs/>
          <w:lang w:val="en-US"/>
        </w:rPr>
        <w:t>Field of detection</w:t>
      </w:r>
    </w:p>
    <w:p w14:paraId="7CBB5F23" w14:textId="77777777" w:rsidR="00147816" w:rsidRDefault="00147816" w:rsidP="00147816">
      <w:pPr>
        <w:spacing w:after="120"/>
        <w:ind w:left="2268" w:right="1134" w:hanging="1134"/>
        <w:jc w:val="both"/>
      </w:pPr>
      <w:r w:rsidRPr="000B599E">
        <w:rPr>
          <w:noProof/>
          <w:lang w:val="en-US" w:eastAsia="ja-JP"/>
        </w:rPr>
        <w:drawing>
          <wp:inline distT="0" distB="0" distL="0" distR="0" wp14:anchorId="4AEEE9FF" wp14:editId="4A93C489">
            <wp:extent cx="3354705" cy="2958971"/>
            <wp:effectExtent l="0" t="0" r="0" b="0"/>
            <wp:docPr id="3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a:extLst>
                        <a:ext uri="{28A0092B-C50C-407E-A947-70E740481C1C}">
                          <a14:useLocalDpi xmlns:a14="http://schemas.microsoft.com/office/drawing/2010/main" val="0"/>
                        </a:ext>
                      </a:extLst>
                    </a:blip>
                    <a:srcRect l="18817" t="6322" r="26135" b="7350"/>
                    <a:stretch/>
                  </pic:blipFill>
                  <pic:spPr bwMode="auto">
                    <a:xfrm>
                      <a:off x="0" y="0"/>
                      <a:ext cx="3356070" cy="2960175"/>
                    </a:xfrm>
                    <a:prstGeom prst="rect">
                      <a:avLst/>
                    </a:prstGeom>
                    <a:noFill/>
                    <a:ln>
                      <a:noFill/>
                    </a:ln>
                    <a:extLst>
                      <a:ext uri="{53640926-AAD7-44D8-BBD7-CCE9431645EC}">
                        <a14:shadowObscured xmlns:a14="http://schemas.microsoft.com/office/drawing/2010/main"/>
                      </a:ext>
                    </a:extLst>
                  </pic:spPr>
                </pic:pic>
              </a:graphicData>
            </a:graphic>
          </wp:inline>
        </w:drawing>
      </w:r>
    </w:p>
    <w:p w14:paraId="3B3DBFAC" w14:textId="1DA0634E" w:rsidR="00147816" w:rsidRDefault="00147816" w:rsidP="00147816">
      <w:pPr>
        <w:spacing w:after="120"/>
        <w:ind w:left="2268" w:right="1134" w:hanging="1134"/>
        <w:jc w:val="both"/>
        <w:rPr>
          <w:lang w:val="en-US"/>
        </w:rPr>
      </w:pPr>
      <w:r w:rsidRPr="000B599E">
        <w:rPr>
          <w:lang w:val="en-US"/>
        </w:rPr>
        <w:t>15.3.1</w:t>
      </w:r>
      <w:r w:rsidR="0091721D">
        <w:rPr>
          <w:lang w:val="en-US"/>
        </w:rPr>
        <w:t>.</w:t>
      </w:r>
      <w:r w:rsidRPr="000B599E">
        <w:rPr>
          <w:lang w:val="en-US"/>
        </w:rPr>
        <w:tab/>
        <w:t>When tested under the conditions defined in Annex 1</w:t>
      </w:r>
      <w:r w:rsidR="000817F1">
        <w:rPr>
          <w:lang w:val="en-US"/>
        </w:rPr>
        <w:t>0</w:t>
      </w:r>
      <w:r w:rsidRPr="000B599E">
        <w:rPr>
          <w:lang w:val="en-US"/>
        </w:rPr>
        <w:t xml:space="preserve"> the requirement for </w:t>
      </w:r>
      <w:r w:rsidR="00A816DB">
        <w:rPr>
          <w:lang w:val="en-US"/>
        </w:rPr>
        <w:t>field of detection</w:t>
      </w:r>
      <w:r w:rsidRPr="000B599E">
        <w:rPr>
          <w:lang w:val="en-US"/>
        </w:rPr>
        <w:t xml:space="preserve"> shall be considered to be satisfied if the information as defined in paragraph</w:t>
      </w:r>
      <w:r w:rsidR="000B599E" w:rsidRPr="000B599E">
        <w:rPr>
          <w:lang w:val="en-US"/>
        </w:rPr>
        <w:t xml:space="preserve"> </w:t>
      </w:r>
      <w:r w:rsidRPr="000B599E">
        <w:rPr>
          <w:lang w:val="en-US"/>
        </w:rPr>
        <w:t>17.2 is provided to the driver.</w:t>
      </w:r>
    </w:p>
    <w:p w14:paraId="5405EA74" w14:textId="305BB20F" w:rsidR="00F54F68" w:rsidRPr="00F54F68" w:rsidRDefault="00F54F68" w:rsidP="00F54F68">
      <w:pPr>
        <w:spacing w:after="120"/>
        <w:ind w:left="2268" w:right="1134" w:hanging="1134"/>
        <w:jc w:val="both"/>
      </w:pPr>
      <w:r w:rsidRPr="00F54F68">
        <w:t>15.</w:t>
      </w:r>
      <w:r w:rsidR="000B599E">
        <w:t>4</w:t>
      </w:r>
      <w:r w:rsidRPr="00F54F68">
        <w:t>.</w:t>
      </w:r>
      <w:r w:rsidRPr="00F54F68">
        <w:tab/>
        <w:t>Devices for reversing motion</w:t>
      </w:r>
    </w:p>
    <w:p w14:paraId="5EB906A0" w14:textId="5B135F6D" w:rsidR="00557D04" w:rsidRPr="000B599E" w:rsidRDefault="00557D04" w:rsidP="00557D04">
      <w:pPr>
        <w:spacing w:after="120"/>
        <w:ind w:left="2268" w:right="1133" w:hanging="1134"/>
        <w:jc w:val="both"/>
        <w:rPr>
          <w:u w:val="single"/>
        </w:rPr>
      </w:pPr>
      <w:r w:rsidRPr="000B599E">
        <w:t>15.</w:t>
      </w:r>
      <w:r>
        <w:t>4</w:t>
      </w:r>
      <w:r w:rsidRPr="000B599E">
        <w:t>.</w:t>
      </w:r>
      <w:r>
        <w:t>1</w:t>
      </w:r>
      <w:r w:rsidRPr="000B599E">
        <w:t>.</w:t>
      </w:r>
      <w:r w:rsidRPr="000B599E">
        <w:tab/>
        <w:t>Position</w:t>
      </w:r>
    </w:p>
    <w:p w14:paraId="7B40179D" w14:textId="7E2934E5" w:rsidR="00557D04" w:rsidRPr="000B599E" w:rsidRDefault="00557D04" w:rsidP="00557D04">
      <w:pPr>
        <w:spacing w:after="120"/>
        <w:ind w:left="2268" w:right="1133" w:hanging="1134"/>
        <w:jc w:val="both"/>
      </w:pPr>
      <w:r w:rsidRPr="000B599E">
        <w:t>15.</w:t>
      </w:r>
      <w:r>
        <w:t>4</w:t>
      </w:r>
      <w:r w:rsidRPr="000B599E">
        <w:t>.</w:t>
      </w:r>
      <w:r>
        <w:t>1</w:t>
      </w:r>
      <w:r w:rsidRPr="000B599E">
        <w:t>.1.</w:t>
      </w:r>
      <w:r w:rsidRPr="000B599E">
        <w:tab/>
        <w:t>Devices for indirect vision shall be so placed that the driver, when sitting on the driving seat in a normal driving position, has a clear view of the road to the rear, side(s) or front of the vehicle.</w:t>
      </w:r>
    </w:p>
    <w:p w14:paraId="64D6ED06" w14:textId="1ACD0E97" w:rsidR="00557D04" w:rsidRPr="000B599E" w:rsidRDefault="00557D04" w:rsidP="00557D04">
      <w:pPr>
        <w:spacing w:after="120"/>
        <w:ind w:left="2268" w:right="1133" w:hanging="1134"/>
        <w:jc w:val="both"/>
      </w:pPr>
      <w:r w:rsidRPr="000B599E">
        <w:t>15.</w:t>
      </w:r>
      <w:r>
        <w:t>4</w:t>
      </w:r>
      <w:r w:rsidRPr="000B599E">
        <w:t>.</w:t>
      </w:r>
      <w:r>
        <w:t>1</w:t>
      </w:r>
      <w:r w:rsidRPr="000B599E">
        <w:t>.</w:t>
      </w:r>
      <w:r w:rsidR="0091721D">
        <w:t>2</w:t>
      </w:r>
      <w:r w:rsidRPr="000B599E">
        <w:t>.</w:t>
      </w:r>
      <w:r w:rsidRPr="000B599E">
        <w:tab/>
        <w:t>In the case of any vehicle, which is in chassis/cab form when the field of vision is measured, the minimum and maximum body widths shall be stated by the manufacturer and, if necessary, simulated by dummy headboards. All vehicles and devices for indirect vision configurations taken into consideration during the tests shall be shown on the type-approval certificate for a vehicle with regard to the installation of devices for indirect vision (see Annex 4).</w:t>
      </w:r>
    </w:p>
    <w:p w14:paraId="244FFD49" w14:textId="185512AE" w:rsidR="00557D04" w:rsidRPr="000B599E" w:rsidRDefault="00557D04" w:rsidP="00557D04">
      <w:pPr>
        <w:spacing w:after="120"/>
        <w:ind w:leftChars="567" w:left="2268" w:right="1133" w:hangingChars="567" w:hanging="1134"/>
        <w:jc w:val="both"/>
        <w:rPr>
          <w:color w:val="FF0000"/>
        </w:rPr>
      </w:pPr>
      <w:r w:rsidRPr="000B599E">
        <w:lastRenderedPageBreak/>
        <w:t>15.</w:t>
      </w:r>
      <w:r>
        <w:t>4</w:t>
      </w:r>
      <w:r w:rsidRPr="000B599E">
        <w:t>.</w:t>
      </w:r>
      <w:r>
        <w:t>1</w:t>
      </w:r>
      <w:r w:rsidRPr="000B599E">
        <w:t>.</w:t>
      </w:r>
      <w:r w:rsidR="0091721D">
        <w:t>3</w:t>
      </w:r>
      <w:r w:rsidRPr="000B599E">
        <w:t>.</w:t>
      </w:r>
      <w:r w:rsidRPr="000B599E">
        <w:tab/>
        <w:t>Devices for indirect vision shall not project beyond the external bodywork of the vehicle substantially more than is necessary to comply with the requirements concerning fields of vision</w:t>
      </w:r>
      <w:r>
        <w:t>.</w:t>
      </w:r>
    </w:p>
    <w:p w14:paraId="2BB4A7E5" w14:textId="11B6161A" w:rsidR="00557D04" w:rsidRPr="000B599E" w:rsidRDefault="00557D04" w:rsidP="00557D04">
      <w:pPr>
        <w:spacing w:after="120"/>
        <w:ind w:left="2268" w:right="1134" w:hanging="1134"/>
        <w:jc w:val="both"/>
      </w:pPr>
      <w:r w:rsidRPr="000B599E">
        <w:t>15.</w:t>
      </w:r>
      <w:r>
        <w:t>4</w:t>
      </w:r>
      <w:r w:rsidRPr="000B599E">
        <w:t>.</w:t>
      </w:r>
      <w:r>
        <w:t>1</w:t>
      </w:r>
      <w:r w:rsidRPr="000B599E">
        <w:t>.</w:t>
      </w:r>
      <w:r w:rsidR="0091721D">
        <w:t>4</w:t>
      </w:r>
      <w:r w:rsidRPr="000B599E">
        <w:t>.</w:t>
      </w:r>
      <w:r w:rsidRPr="000B599E">
        <w:tab/>
        <w:t>Devices for indirect vision shall be fitted in such a way that the devices do not move so as significantly to change the field of vision as measured or vibrate to an extent which would cause the driver to misinterpret the nature of the image perceived.</w:t>
      </w:r>
    </w:p>
    <w:p w14:paraId="001146F8" w14:textId="29723116" w:rsidR="001615F1" w:rsidRPr="00AD0663" w:rsidRDefault="00A076A9" w:rsidP="00AD0663">
      <w:pPr>
        <w:pStyle w:val="HChG"/>
      </w:pPr>
      <w:bookmarkStart w:id="31" w:name="_Toc437351622"/>
      <w:r>
        <w:tab/>
      </w:r>
      <w:r w:rsidR="0091721D">
        <w:tab/>
      </w:r>
      <w:r w:rsidR="00F54F68" w:rsidRPr="00F54F68">
        <w:t>16.</w:t>
      </w:r>
      <w:r w:rsidR="00F54F68" w:rsidRPr="00F54F68">
        <w:tab/>
      </w:r>
      <w:r w:rsidR="0091721D">
        <w:tab/>
      </w:r>
      <w:r w:rsidR="00F54F68" w:rsidRPr="00F54F68">
        <w:t xml:space="preserve">Requirements for </w:t>
      </w:r>
      <w:r w:rsidR="00557D04">
        <w:t>rear-view camera system</w:t>
      </w:r>
      <w:bookmarkEnd w:id="31"/>
    </w:p>
    <w:p w14:paraId="3D83FD93" w14:textId="7319A7AF" w:rsidR="00F54F68" w:rsidRPr="00F54F68" w:rsidRDefault="00F54F68" w:rsidP="00F54F68">
      <w:pPr>
        <w:spacing w:after="120"/>
        <w:ind w:left="2268" w:right="1133" w:hanging="1134"/>
        <w:jc w:val="both"/>
      </w:pPr>
      <w:r w:rsidRPr="00F54F68">
        <w:rPr>
          <w:bCs/>
        </w:rPr>
        <w:t>1</w:t>
      </w:r>
      <w:r w:rsidR="00A86764">
        <w:rPr>
          <w:bCs/>
        </w:rPr>
        <w:t>6.1.</w:t>
      </w:r>
      <w:r w:rsidRPr="00F54F68">
        <w:rPr>
          <w:bCs/>
        </w:rPr>
        <w:tab/>
        <w:t xml:space="preserve">Default view </w:t>
      </w:r>
    </w:p>
    <w:p w14:paraId="0BA3CD18" w14:textId="25A74725" w:rsidR="00F54F68" w:rsidRPr="00F54F68" w:rsidRDefault="00F54F68" w:rsidP="00F54F68">
      <w:pPr>
        <w:spacing w:after="120"/>
        <w:ind w:left="2268" w:right="1133"/>
        <w:jc w:val="both"/>
      </w:pPr>
      <w:r w:rsidRPr="00F54F68">
        <w:t>In default view the</w:t>
      </w:r>
      <w:r w:rsidRPr="00A86764">
        <w:t xml:space="preserve"> </w:t>
      </w:r>
      <w:r w:rsidR="00695A80">
        <w:t>RVCS</w:t>
      </w:r>
      <w:r w:rsidRPr="00A86764">
        <w:t xml:space="preserve"> </w:t>
      </w:r>
      <w:r w:rsidRPr="00F54F68">
        <w:t xml:space="preserve">shall show the field of view at least as defined in paragraph </w:t>
      </w:r>
      <w:r w:rsidR="001615F1" w:rsidRPr="00F54F68">
        <w:t>15.2.</w:t>
      </w:r>
    </w:p>
    <w:p w14:paraId="25FFB948" w14:textId="4F0A5812" w:rsidR="00F54F68" w:rsidRDefault="00F54F68" w:rsidP="00F54F68">
      <w:pPr>
        <w:spacing w:after="120"/>
        <w:ind w:left="2268" w:right="1133"/>
        <w:jc w:val="both"/>
        <w:rPr>
          <w:bCs/>
        </w:rPr>
      </w:pPr>
      <w:r w:rsidRPr="00F54F68">
        <w:rPr>
          <w:bCs/>
        </w:rPr>
        <w:t>T</w:t>
      </w:r>
      <w:r w:rsidRPr="00A86764">
        <w:rPr>
          <w:bCs/>
        </w:rPr>
        <w:t xml:space="preserve">he </w:t>
      </w:r>
      <w:r w:rsidR="00695A80">
        <w:t>RVCS</w:t>
      </w:r>
      <w:r w:rsidRPr="00A86764">
        <w:rPr>
          <w:bCs/>
        </w:rPr>
        <w:t xml:space="preserve"> must </w:t>
      </w:r>
      <w:r w:rsidRPr="00F54F68">
        <w:rPr>
          <w:bCs/>
        </w:rPr>
        <w:t>default to the rear-view image at the beginning of each backing event regardless of any</w:t>
      </w:r>
      <w:r w:rsidRPr="00F54F68">
        <w:rPr>
          <w:rFonts w:hint="eastAsia"/>
          <w:bCs/>
          <w:lang w:eastAsia="ja-JP"/>
        </w:rPr>
        <w:t xml:space="preserve"> </w:t>
      </w:r>
      <w:r w:rsidRPr="00F54F68">
        <w:rPr>
          <w:bCs/>
        </w:rPr>
        <w:t>modifications to the field of view that the driver has previously selected.</w:t>
      </w:r>
    </w:p>
    <w:p w14:paraId="2008308B" w14:textId="1BFF8D58" w:rsidR="00471015" w:rsidRPr="00CB6B18" w:rsidRDefault="00471015" w:rsidP="00471015">
      <w:pPr>
        <w:spacing w:after="120"/>
        <w:ind w:right="1133"/>
        <w:jc w:val="both"/>
        <w:rPr>
          <w:bCs/>
        </w:rPr>
      </w:pPr>
      <w:r>
        <w:rPr>
          <w:bCs/>
        </w:rPr>
        <w:tab/>
      </w:r>
      <w:r>
        <w:rPr>
          <w:bCs/>
        </w:rPr>
        <w:tab/>
      </w:r>
      <w:r w:rsidRPr="00CB6B18">
        <w:rPr>
          <w:bCs/>
        </w:rPr>
        <w:t>16.1.</w:t>
      </w:r>
      <w:r w:rsidR="00F31CE6">
        <w:rPr>
          <w:rFonts w:hint="eastAsia"/>
          <w:bCs/>
          <w:lang w:eastAsia="ja-JP"/>
        </w:rPr>
        <w:t>1</w:t>
      </w:r>
      <w:r w:rsidR="00F31CE6">
        <w:rPr>
          <w:bCs/>
          <w:lang w:eastAsia="ja-JP"/>
        </w:rPr>
        <w:t>.</w:t>
      </w:r>
      <w:r w:rsidRPr="00CB6B18">
        <w:rPr>
          <w:bCs/>
        </w:rPr>
        <w:tab/>
      </w:r>
      <w:r w:rsidR="00BD67E9">
        <w:rPr>
          <w:bCs/>
        </w:rPr>
        <w:tab/>
      </w:r>
      <w:r w:rsidRPr="00CB6B18">
        <w:rPr>
          <w:bCs/>
        </w:rPr>
        <w:t>Object size</w:t>
      </w:r>
    </w:p>
    <w:p w14:paraId="62646641" w14:textId="16618A16" w:rsidR="00471015" w:rsidRPr="00CB6B18" w:rsidRDefault="00471015" w:rsidP="00471015">
      <w:pPr>
        <w:spacing w:after="120"/>
        <w:ind w:left="2265" w:right="1133"/>
        <w:jc w:val="both"/>
        <w:rPr>
          <w:bCs/>
        </w:rPr>
      </w:pPr>
      <w:r w:rsidRPr="00CB6B18">
        <w:rPr>
          <w:bCs/>
        </w:rPr>
        <w:t xml:space="preserve">When the Rear-view image is measured in accordance with the </w:t>
      </w:r>
      <w:r w:rsidR="004C409D">
        <w:rPr>
          <w:bCs/>
        </w:rPr>
        <w:t>paragraphs</w:t>
      </w:r>
      <w:r w:rsidRPr="00CB6B18">
        <w:rPr>
          <w:bCs/>
        </w:rPr>
        <w:t xml:space="preserve"> </w:t>
      </w:r>
      <w:r w:rsidR="0047406B">
        <w:rPr>
          <w:bCs/>
        </w:rPr>
        <w:t>3.</w:t>
      </w:r>
      <w:r w:rsidR="00CB6B18" w:rsidRPr="00CB6B18">
        <w:rPr>
          <w:bCs/>
        </w:rPr>
        <w:t xml:space="preserve"> of Annex 9,</w:t>
      </w:r>
      <w:r w:rsidRPr="00CB6B18">
        <w:rPr>
          <w:bCs/>
        </w:rPr>
        <w:t xml:space="preserve"> the calculated visual angle subtended by the horizontal width of:</w:t>
      </w:r>
    </w:p>
    <w:p w14:paraId="40B3AA19" w14:textId="056EE7DB" w:rsidR="00471015" w:rsidRPr="00CB6B18" w:rsidRDefault="00471015" w:rsidP="00B4142E">
      <w:pPr>
        <w:spacing w:after="120"/>
        <w:ind w:left="2835" w:right="1133" w:hanging="570"/>
        <w:jc w:val="both"/>
        <w:rPr>
          <w:bCs/>
        </w:rPr>
      </w:pPr>
      <w:r w:rsidRPr="00CB6B18">
        <w:rPr>
          <w:bCs/>
        </w:rPr>
        <w:t xml:space="preserve">(a) </w:t>
      </w:r>
      <w:r w:rsidR="00B4142E">
        <w:rPr>
          <w:bCs/>
        </w:rPr>
        <w:tab/>
      </w:r>
      <w:r w:rsidRPr="00CB6B18">
        <w:rPr>
          <w:bCs/>
        </w:rPr>
        <w:t>All three test objects at the last row specified in 15.2 shall average not less than 5 minutes of arc; and</w:t>
      </w:r>
    </w:p>
    <w:p w14:paraId="76D197E1" w14:textId="0AC17DD3" w:rsidR="00471015" w:rsidRPr="00CB6B18" w:rsidRDefault="00471015" w:rsidP="00471015">
      <w:pPr>
        <w:spacing w:after="120"/>
        <w:ind w:right="1133"/>
        <w:jc w:val="both"/>
        <w:rPr>
          <w:bCs/>
        </w:rPr>
      </w:pPr>
      <w:r w:rsidRPr="00CB6B18">
        <w:rPr>
          <w:bCs/>
        </w:rPr>
        <w:tab/>
      </w:r>
      <w:r w:rsidRPr="00CB6B18">
        <w:rPr>
          <w:bCs/>
        </w:rPr>
        <w:tab/>
      </w:r>
      <w:r w:rsidRPr="00CB6B18">
        <w:rPr>
          <w:bCs/>
        </w:rPr>
        <w:tab/>
      </w:r>
      <w:r w:rsidRPr="00CB6B18">
        <w:rPr>
          <w:bCs/>
        </w:rPr>
        <w:tab/>
        <w:t xml:space="preserve">(b) </w:t>
      </w:r>
      <w:r w:rsidR="00B4142E">
        <w:rPr>
          <w:bCs/>
        </w:rPr>
        <w:tab/>
      </w:r>
      <w:r w:rsidRPr="00CB6B18">
        <w:rPr>
          <w:bCs/>
        </w:rPr>
        <w:t>Each individual test object shall not be less than 3 minutes of arc.</w:t>
      </w:r>
    </w:p>
    <w:p w14:paraId="71EE4571" w14:textId="365AA9A4" w:rsidR="00D6539B" w:rsidRDefault="00D6539B" w:rsidP="00F54F68">
      <w:pPr>
        <w:spacing w:after="120"/>
        <w:ind w:left="2268" w:right="1133" w:hanging="1134"/>
        <w:jc w:val="both"/>
      </w:pPr>
      <w:r>
        <w:t>16.1.1.1.</w:t>
      </w:r>
      <w:r>
        <w:tab/>
        <w:t>(Reserved)</w:t>
      </w:r>
    </w:p>
    <w:p w14:paraId="5E73D566" w14:textId="2EB50785" w:rsidR="00F54F68" w:rsidRPr="00F54F68" w:rsidRDefault="00A86764" w:rsidP="00F54F68">
      <w:pPr>
        <w:spacing w:after="120"/>
        <w:ind w:left="2268" w:right="1133" w:hanging="1134"/>
        <w:jc w:val="both"/>
      </w:pPr>
      <w:r>
        <w:t>16.</w:t>
      </w:r>
      <w:r w:rsidR="0015404F">
        <w:t>1.</w:t>
      </w:r>
      <w:r w:rsidR="005B41A3">
        <w:t>1.</w:t>
      </w:r>
      <w:r w:rsidR="00F54F68" w:rsidRPr="00F54F68">
        <w:t>2.</w:t>
      </w:r>
      <w:r w:rsidR="00F54F68" w:rsidRPr="00F54F68">
        <w:tab/>
      </w:r>
      <w:r w:rsidR="00F54F68" w:rsidRPr="00F54F68">
        <w:rPr>
          <w:bCs/>
        </w:rPr>
        <w:t>Luminance and contrast adjustment</w:t>
      </w:r>
    </w:p>
    <w:p w14:paraId="561ADF9F" w14:textId="340CDDAB" w:rsidR="0015404F" w:rsidRPr="00286C45" w:rsidRDefault="00F54F68" w:rsidP="00286C45">
      <w:pPr>
        <w:spacing w:after="120"/>
        <w:ind w:left="2268" w:right="1133"/>
        <w:jc w:val="both"/>
      </w:pPr>
      <w:r w:rsidRPr="00F54F68">
        <w:t>If manual adjustment is provided, the operator's manual shall provide information on how to change the luminance/contrast.</w:t>
      </w:r>
    </w:p>
    <w:p w14:paraId="3A0B5556" w14:textId="57311EA5" w:rsidR="00F54F68" w:rsidRPr="00BE7B3A" w:rsidRDefault="00A86764" w:rsidP="00F54F68">
      <w:pPr>
        <w:spacing w:after="120"/>
        <w:ind w:left="2268" w:right="1133" w:hanging="1134"/>
        <w:jc w:val="both"/>
        <w:rPr>
          <w:bCs/>
        </w:rPr>
      </w:pPr>
      <w:r w:rsidRPr="00BE7B3A">
        <w:t>16.</w:t>
      </w:r>
      <w:r w:rsidR="0015404F" w:rsidRPr="00BE7B3A">
        <w:t>1.</w:t>
      </w:r>
      <w:r w:rsidR="005B41A3">
        <w:t>1.</w:t>
      </w:r>
      <w:r w:rsidR="00F54F68" w:rsidRPr="00BE7B3A">
        <w:t>3.</w:t>
      </w:r>
      <w:r w:rsidR="00F54F68" w:rsidRPr="00BE7B3A">
        <w:tab/>
      </w:r>
      <w:r w:rsidR="00F54F68" w:rsidRPr="00BE7B3A">
        <w:rPr>
          <w:bCs/>
        </w:rPr>
        <w:t>Overlay requirements within the required field of vision</w:t>
      </w:r>
    </w:p>
    <w:p w14:paraId="6E6F75CB" w14:textId="3A472A9E" w:rsidR="001615F1" w:rsidRDefault="001615F1" w:rsidP="001615F1">
      <w:pPr>
        <w:spacing w:after="120"/>
        <w:ind w:left="2268" w:right="1133"/>
        <w:jc w:val="both"/>
      </w:pPr>
      <w:r w:rsidRPr="00BE7B3A">
        <w:t>Overlays shall display only rearward driving-related visual information or safety-related information.</w:t>
      </w:r>
      <w:r w:rsidRPr="00BE7B3A">
        <w:rPr>
          <w:lang w:eastAsia="ja-JP"/>
        </w:rPr>
        <w:t xml:space="preserve"> </w:t>
      </w:r>
      <w:r w:rsidR="00C235F5" w:rsidRPr="00BE7B3A">
        <w:t>Overlays for other purposes of information in the required field of vision are not allowed.</w:t>
      </w:r>
    </w:p>
    <w:p w14:paraId="6634F1C6" w14:textId="7D355B96" w:rsidR="00A0709D" w:rsidRPr="007F4F5C" w:rsidRDefault="00A0709D" w:rsidP="001615F1">
      <w:pPr>
        <w:spacing w:after="120"/>
        <w:ind w:left="2268" w:right="1133"/>
        <w:jc w:val="both"/>
      </w:pPr>
      <w:r w:rsidRPr="007F4F5C">
        <w:rPr>
          <w:bCs/>
        </w:rPr>
        <w:t>Manually activated overlays are allowed, only when the driver needs to activate a rearward driving-related function or safety-related function (e.g. cleaning of the lens or activation of trailer hitch view) or requires specific information in such an environment. The driver may have an option to close the overlay.</w:t>
      </w:r>
    </w:p>
    <w:p w14:paraId="226EAE2C" w14:textId="2517CDD1" w:rsidR="00F54F68" w:rsidRPr="00BE7B3A" w:rsidRDefault="00F54F68" w:rsidP="00F54F68">
      <w:pPr>
        <w:spacing w:after="120"/>
        <w:ind w:left="2268" w:right="1133" w:hanging="1134"/>
        <w:jc w:val="both"/>
        <w:rPr>
          <w:bCs/>
        </w:rPr>
      </w:pPr>
      <w:r w:rsidRPr="00BE7B3A">
        <w:t>16.1.</w:t>
      </w:r>
      <w:r w:rsidR="005B41A3">
        <w:t>1.</w:t>
      </w:r>
      <w:r w:rsidRPr="00BE7B3A">
        <w:t>4.</w:t>
      </w:r>
      <w:r w:rsidRPr="00BE7B3A">
        <w:tab/>
      </w:r>
      <w:r w:rsidRPr="00BE7B3A">
        <w:rPr>
          <w:bCs/>
        </w:rPr>
        <w:t>Deactivation</w:t>
      </w:r>
    </w:p>
    <w:p w14:paraId="2F4FFB6C" w14:textId="22852393" w:rsidR="00AC4409" w:rsidRPr="00BE7B3A" w:rsidRDefault="00AC4409" w:rsidP="00AC4409">
      <w:pPr>
        <w:spacing w:after="120"/>
        <w:ind w:left="2268" w:right="1133"/>
        <w:jc w:val="both"/>
        <w:rPr>
          <w:bCs/>
        </w:rPr>
      </w:pPr>
      <w:r w:rsidRPr="00BE7B3A">
        <w:rPr>
          <w:bCs/>
        </w:rPr>
        <w:t>The rear-view image shall remain visible during the backing event until either, the driver modifies the view, or the vehicle direction selector is removed from the reverse position.</w:t>
      </w:r>
    </w:p>
    <w:p w14:paraId="2A6D2B1D" w14:textId="20388886" w:rsidR="00AC4409" w:rsidRPr="00BE7B3A" w:rsidRDefault="00AC4409" w:rsidP="00541B33">
      <w:pPr>
        <w:spacing w:after="120"/>
        <w:ind w:left="2268" w:right="1133"/>
        <w:jc w:val="both"/>
        <w:rPr>
          <w:bCs/>
        </w:rPr>
      </w:pPr>
      <w:r w:rsidRPr="00BE7B3A">
        <w:rPr>
          <w:bCs/>
        </w:rPr>
        <w:tab/>
        <w:t xml:space="preserve">Modifying the view means to switch to </w:t>
      </w:r>
      <w:r w:rsidR="0085465D" w:rsidRPr="00BE7B3A">
        <w:rPr>
          <w:bCs/>
        </w:rPr>
        <w:t xml:space="preserve">any </w:t>
      </w:r>
      <w:r w:rsidRPr="00BE7B3A">
        <w:rPr>
          <w:bCs/>
        </w:rPr>
        <w:t>other camera views</w:t>
      </w:r>
      <w:r w:rsidR="0085465D" w:rsidRPr="00BE7B3A">
        <w:rPr>
          <w:bCs/>
        </w:rPr>
        <w:t>.</w:t>
      </w:r>
    </w:p>
    <w:p w14:paraId="4D1FF368" w14:textId="7ADDF363" w:rsidR="00AC4409" w:rsidRPr="00BE7B3A" w:rsidRDefault="0085465D" w:rsidP="00541B33">
      <w:pPr>
        <w:spacing w:after="120"/>
        <w:ind w:left="2268" w:right="1133"/>
        <w:jc w:val="both"/>
        <w:rPr>
          <w:bCs/>
        </w:rPr>
      </w:pPr>
      <w:r w:rsidRPr="00BE7B3A">
        <w:rPr>
          <w:bCs/>
        </w:rPr>
        <w:tab/>
        <w:t>The driver can switch off the view when the vehicle is not moving rearward.</w:t>
      </w:r>
    </w:p>
    <w:p w14:paraId="620961BB" w14:textId="69892771" w:rsidR="00F54F68" w:rsidRPr="009159E9" w:rsidRDefault="00F54F68" w:rsidP="00541B33">
      <w:pPr>
        <w:spacing w:after="120"/>
        <w:ind w:left="2268" w:right="1133" w:hanging="1134"/>
        <w:jc w:val="both"/>
        <w:rPr>
          <w:bCs/>
        </w:rPr>
      </w:pPr>
      <w:r w:rsidRPr="00F54F68">
        <w:rPr>
          <w:bCs/>
        </w:rPr>
        <w:t>16.1.</w:t>
      </w:r>
      <w:r w:rsidR="005B41A3">
        <w:rPr>
          <w:bCs/>
        </w:rPr>
        <w:t>1.</w:t>
      </w:r>
      <w:r w:rsidRPr="00F54F68">
        <w:rPr>
          <w:bCs/>
        </w:rPr>
        <w:t>5</w:t>
      </w:r>
      <w:r w:rsidR="00BD67E9">
        <w:rPr>
          <w:bCs/>
        </w:rPr>
        <w:t>.</w:t>
      </w:r>
      <w:r w:rsidR="00BD67E9">
        <w:rPr>
          <w:bCs/>
        </w:rPr>
        <w:tab/>
      </w:r>
      <w:r w:rsidRPr="009159E9">
        <w:rPr>
          <w:bCs/>
        </w:rPr>
        <w:t>Automatic change of view</w:t>
      </w:r>
    </w:p>
    <w:p w14:paraId="1CF73F04" w14:textId="15B39221" w:rsidR="00F54F68" w:rsidRPr="009159E9" w:rsidRDefault="00F54F68" w:rsidP="00F54F68">
      <w:pPr>
        <w:ind w:left="2268" w:right="1133"/>
        <w:jc w:val="both"/>
        <w:rPr>
          <w:bCs/>
        </w:rPr>
      </w:pPr>
      <w:r w:rsidRPr="009159E9">
        <w:rPr>
          <w:bCs/>
        </w:rPr>
        <w:t>When there is a risk of collision, the field of view may change and focus on the collision area. It shall be demonstrated to the Technical Service that this change of view increases the safety.</w:t>
      </w:r>
    </w:p>
    <w:p w14:paraId="54394E80" w14:textId="231BC454" w:rsidR="00F54F68" w:rsidRPr="009159E9" w:rsidRDefault="00F54F68" w:rsidP="00F54F68">
      <w:pPr>
        <w:ind w:left="2268" w:right="1133"/>
        <w:jc w:val="both"/>
        <w:rPr>
          <w:bCs/>
        </w:rPr>
      </w:pPr>
      <w:r w:rsidRPr="009159E9">
        <w:rPr>
          <w:bCs/>
        </w:rPr>
        <w:t>When the vehicle is not driving straight, the field of view may change following the vehicle trajectory.</w:t>
      </w:r>
    </w:p>
    <w:p w14:paraId="14125582" w14:textId="646593D0" w:rsidR="00F54F68" w:rsidRPr="00F54F68" w:rsidRDefault="00F54F68" w:rsidP="00541B33">
      <w:pPr>
        <w:spacing w:before="120"/>
        <w:ind w:left="2268" w:right="1134" w:hanging="1134"/>
        <w:jc w:val="both"/>
        <w:rPr>
          <w:bCs/>
          <w:iCs/>
        </w:rPr>
      </w:pPr>
      <w:r w:rsidRPr="00F54F68">
        <w:t>16.1.2.</w:t>
      </w:r>
      <w:r w:rsidRPr="00F54F68">
        <w:tab/>
      </w:r>
      <w:bookmarkStart w:id="32" w:name="_TOC_250032"/>
      <w:r w:rsidR="00BE7B3A">
        <w:tab/>
      </w:r>
      <w:r w:rsidRPr="00F54F68">
        <w:rPr>
          <w:bCs/>
          <w:iCs/>
        </w:rPr>
        <w:t>Operating readiness (System availability)</w:t>
      </w:r>
      <w:bookmarkEnd w:id="32"/>
    </w:p>
    <w:p w14:paraId="1E67268F" w14:textId="4D55AE3E" w:rsidR="00F54F68" w:rsidRDefault="00F54F68" w:rsidP="00F54F68">
      <w:pPr>
        <w:spacing w:after="120"/>
        <w:ind w:left="2268" w:right="1133"/>
        <w:jc w:val="both"/>
        <w:rPr>
          <w:bCs/>
          <w:iCs/>
        </w:rPr>
      </w:pPr>
      <w:r w:rsidRPr="00F54F68">
        <w:lastRenderedPageBreak/>
        <w:tab/>
        <w:t>N</w:t>
      </w:r>
      <w:r w:rsidRPr="00F54F68">
        <w:rPr>
          <w:bCs/>
          <w:iCs/>
        </w:rPr>
        <w:t>on-operation of the system shall be recognizable to the driver</w:t>
      </w:r>
      <w:r w:rsidRPr="00A86764">
        <w:rPr>
          <w:bCs/>
          <w:iCs/>
        </w:rPr>
        <w:t xml:space="preserve"> (e.g. </w:t>
      </w:r>
      <w:r w:rsidR="00695A80">
        <w:rPr>
          <w:bCs/>
          <w:iCs/>
        </w:rPr>
        <w:t>RVCS</w:t>
      </w:r>
      <w:r w:rsidRPr="00A86764">
        <w:rPr>
          <w:bCs/>
          <w:iCs/>
        </w:rPr>
        <w:t xml:space="preserve"> failure by, i.e. warning indication, display informat</w:t>
      </w:r>
      <w:r w:rsidRPr="00BE7B3A">
        <w:rPr>
          <w:bCs/>
          <w:iCs/>
        </w:rPr>
        <w:t xml:space="preserve">ion, </w:t>
      </w:r>
      <w:r w:rsidR="00D72E1D" w:rsidRPr="00BE7B3A">
        <w:rPr>
          <w:bCs/>
          <w:iCs/>
        </w:rPr>
        <w:t xml:space="preserve">black screen, </w:t>
      </w:r>
      <w:r w:rsidRPr="00BE7B3A">
        <w:rPr>
          <w:bCs/>
          <w:iCs/>
        </w:rPr>
        <w:t>ab</w:t>
      </w:r>
      <w:r w:rsidRPr="00A86764">
        <w:rPr>
          <w:bCs/>
          <w:iCs/>
        </w:rPr>
        <w:t xml:space="preserve">sence of status indicator). The information for the driver shall be explained in the operator's </w:t>
      </w:r>
      <w:r w:rsidRPr="00F54F68">
        <w:rPr>
          <w:bCs/>
          <w:iCs/>
        </w:rPr>
        <w:t>manual.</w:t>
      </w:r>
    </w:p>
    <w:p w14:paraId="4FEF3BFE" w14:textId="45C06AD3" w:rsidR="00471015" w:rsidRPr="00BE7B3A" w:rsidRDefault="00471015" w:rsidP="00471015">
      <w:pPr>
        <w:spacing w:after="120"/>
        <w:ind w:left="567" w:right="1133" w:firstLine="567"/>
        <w:jc w:val="both"/>
        <w:rPr>
          <w:bCs/>
          <w:iCs/>
        </w:rPr>
      </w:pPr>
      <w:r w:rsidRPr="00BE7B3A">
        <w:rPr>
          <w:bCs/>
          <w:iCs/>
        </w:rPr>
        <w:t>16.1.2.1.</w:t>
      </w:r>
      <w:r w:rsidRPr="00BE7B3A">
        <w:rPr>
          <w:bCs/>
          <w:iCs/>
        </w:rPr>
        <w:tab/>
      </w:r>
      <w:r w:rsidR="00557D04">
        <w:rPr>
          <w:bCs/>
          <w:iCs/>
        </w:rPr>
        <w:t>System</w:t>
      </w:r>
      <w:r w:rsidRPr="00BE7B3A">
        <w:rPr>
          <w:bCs/>
          <w:iCs/>
        </w:rPr>
        <w:t xml:space="preserve"> readiness</w:t>
      </w:r>
    </w:p>
    <w:p w14:paraId="7DABC4EF" w14:textId="05EC1C9F" w:rsidR="00471015" w:rsidRPr="007F4F5C" w:rsidRDefault="00471015" w:rsidP="007F4F5C">
      <w:pPr>
        <w:spacing w:after="120"/>
        <w:ind w:left="2268" w:right="1133"/>
        <w:jc w:val="both"/>
        <w:rPr>
          <w:bCs/>
          <w:iCs/>
        </w:rPr>
      </w:pPr>
      <w:r w:rsidRPr="00BE7B3A">
        <w:rPr>
          <w:bCs/>
          <w:iCs/>
        </w:rPr>
        <w:tab/>
        <w:t xml:space="preserve">The rear-view image meeting the requirements described in 15.2. shall be provided after a maximum of 2.0 seconds after start of the backing event, when tested according to </w:t>
      </w:r>
      <w:r w:rsidR="004C409D">
        <w:rPr>
          <w:bCs/>
          <w:iCs/>
        </w:rPr>
        <w:t xml:space="preserve">paragraphs </w:t>
      </w:r>
      <w:r w:rsidR="0047406B">
        <w:rPr>
          <w:bCs/>
          <w:iCs/>
        </w:rPr>
        <w:t>2.</w:t>
      </w:r>
      <w:r w:rsidR="007F4F5C">
        <w:rPr>
          <w:bCs/>
          <w:iCs/>
        </w:rPr>
        <w:t xml:space="preserve"> of </w:t>
      </w:r>
      <w:r w:rsidRPr="00BE7B3A">
        <w:rPr>
          <w:bCs/>
          <w:iCs/>
        </w:rPr>
        <w:t xml:space="preserve">Annex </w:t>
      </w:r>
      <w:r w:rsidR="007F4F5C">
        <w:rPr>
          <w:bCs/>
          <w:iCs/>
        </w:rPr>
        <w:t>9.</w:t>
      </w:r>
    </w:p>
    <w:p w14:paraId="59D43383" w14:textId="0FFD3273" w:rsidR="00F54F68" w:rsidRPr="00F54F68" w:rsidRDefault="00F54F68" w:rsidP="00F54F68">
      <w:pPr>
        <w:spacing w:after="120"/>
        <w:ind w:left="2268" w:right="1133" w:hanging="1134"/>
        <w:jc w:val="both"/>
        <w:rPr>
          <w:bCs/>
          <w:iCs/>
        </w:rPr>
      </w:pPr>
      <w:r w:rsidRPr="00F54F68">
        <w:t>16.1.</w:t>
      </w:r>
      <w:r w:rsidR="00BD67E9">
        <w:t>3</w:t>
      </w:r>
      <w:r w:rsidRPr="00F54F68">
        <w:t>.</w:t>
      </w:r>
      <w:r w:rsidRPr="00F54F68">
        <w:tab/>
      </w:r>
      <w:bookmarkStart w:id="33" w:name="_TOC_250028"/>
      <w:r w:rsidRPr="00F54F68">
        <w:rPr>
          <w:bCs/>
          <w:iCs/>
        </w:rPr>
        <w:t xml:space="preserve">Monitor </w:t>
      </w:r>
      <w:bookmarkEnd w:id="33"/>
      <w:r w:rsidRPr="00F54F68">
        <w:rPr>
          <w:bCs/>
          <w:iCs/>
        </w:rPr>
        <w:t>inside the vehicle</w:t>
      </w:r>
    </w:p>
    <w:p w14:paraId="58BA200E" w14:textId="306021B3" w:rsidR="00F54F68" w:rsidRPr="00F54F68" w:rsidRDefault="00F54F68" w:rsidP="00F54F68">
      <w:pPr>
        <w:spacing w:after="120"/>
        <w:ind w:left="2268" w:right="1133" w:hanging="1134"/>
        <w:jc w:val="both"/>
        <w:rPr>
          <w:bCs/>
          <w:iCs/>
        </w:rPr>
      </w:pPr>
      <w:r w:rsidRPr="00F54F68">
        <w:t>16.1.</w:t>
      </w:r>
      <w:r w:rsidR="00BD67E9">
        <w:t>3</w:t>
      </w:r>
      <w:r w:rsidRPr="00A86764">
        <w:t>.</w:t>
      </w:r>
      <w:r w:rsidR="0029260D" w:rsidRPr="00A86764">
        <w:t>1</w:t>
      </w:r>
      <w:r w:rsidRPr="00A86764">
        <w:t>.</w:t>
      </w:r>
      <w:r w:rsidRPr="00F54F68">
        <w:tab/>
      </w:r>
      <w:r w:rsidRPr="00F54F68">
        <w:rPr>
          <w:bCs/>
          <w:iCs/>
        </w:rPr>
        <w:t>The monitor defined size shall be visible without any obstruction from the ocular reference point. A virtual testing is acceptable.</w:t>
      </w:r>
    </w:p>
    <w:p w14:paraId="776CAA86" w14:textId="6E1085AA" w:rsidR="00F54F68" w:rsidRPr="00F54F68" w:rsidRDefault="00F54F68" w:rsidP="00F54F68">
      <w:pPr>
        <w:spacing w:after="120"/>
        <w:ind w:left="2268" w:right="1133" w:hanging="1134"/>
        <w:jc w:val="both"/>
      </w:pPr>
      <w:r w:rsidRPr="00F54F68">
        <w:t>16.1.</w:t>
      </w:r>
      <w:r w:rsidR="00BD67E9">
        <w:t>4</w:t>
      </w:r>
      <w:r w:rsidRPr="00F54F68">
        <w:t>.</w:t>
      </w:r>
      <w:r w:rsidRPr="00F54F68">
        <w:tab/>
        <w:t>Obstruction of the driver's direct view caused by the installation of a device for indirect vision shall be restricted to a minimum.</w:t>
      </w:r>
    </w:p>
    <w:p w14:paraId="17F8F7D6" w14:textId="1708694C" w:rsidR="00F54F68" w:rsidRPr="00F54F68" w:rsidRDefault="00F54F68" w:rsidP="00A86764">
      <w:pPr>
        <w:keepNext/>
        <w:keepLines/>
        <w:tabs>
          <w:tab w:val="left" w:pos="2268"/>
        </w:tabs>
        <w:spacing w:before="120" w:after="120" w:line="240" w:lineRule="auto"/>
        <w:ind w:left="2268" w:right="1134" w:hanging="1134"/>
        <w:jc w:val="both"/>
      </w:pPr>
      <w:r w:rsidRPr="0029260D">
        <w:t>16.2.</w:t>
      </w:r>
      <w:r w:rsidRPr="0029260D">
        <w:tab/>
      </w:r>
      <w:r w:rsidRPr="00F54F68">
        <w:t xml:space="preserve">Vehicles may be equipped with additional devices for indirect vision. </w:t>
      </w:r>
    </w:p>
    <w:p w14:paraId="0A00A260" w14:textId="77777777" w:rsidR="00D32629" w:rsidRPr="00A86764" w:rsidRDefault="00D32629" w:rsidP="00D32629">
      <w:pPr>
        <w:spacing w:after="120"/>
        <w:ind w:left="2268" w:right="1133" w:hanging="1134"/>
        <w:jc w:val="both"/>
      </w:pPr>
      <w:r w:rsidRPr="00A86764">
        <w:rPr>
          <w:bCs/>
          <w:iCs/>
        </w:rPr>
        <w:t>16.3</w:t>
      </w:r>
      <w:r w:rsidRPr="00A86764">
        <w:rPr>
          <w:bCs/>
          <w:iCs/>
        </w:rPr>
        <w:tab/>
      </w:r>
      <w:r w:rsidRPr="00A86764">
        <w:rPr>
          <w:bCs/>
          <w:iCs/>
        </w:rPr>
        <w:tab/>
        <w:t xml:space="preserve">Notwithstanding the provisions above, any other design concept shall be demonstrated to the satisfaction of the Technical Service within the safety concept that is provided in the provisions </w:t>
      </w:r>
      <w:r w:rsidRPr="00A86764">
        <w:t>above.</w:t>
      </w:r>
    </w:p>
    <w:p w14:paraId="0A012F4B" w14:textId="3FF372E9" w:rsidR="00F54F68" w:rsidRPr="00A076A9" w:rsidRDefault="00A076A9" w:rsidP="00A076A9">
      <w:pPr>
        <w:pStyle w:val="HChG"/>
      </w:pPr>
      <w:r>
        <w:tab/>
      </w:r>
      <w:r w:rsidR="00BD67E9">
        <w:tab/>
      </w:r>
      <w:r w:rsidR="00F54F68" w:rsidRPr="00A076A9">
        <w:t>17.</w:t>
      </w:r>
      <w:r w:rsidR="00F54F68" w:rsidRPr="00A076A9">
        <w:tab/>
      </w:r>
      <w:r w:rsidR="00BD67E9">
        <w:tab/>
      </w:r>
      <w:r w:rsidR="00F54F68" w:rsidRPr="00A076A9">
        <w:t>Requirements for detection systems</w:t>
      </w:r>
    </w:p>
    <w:p w14:paraId="6A801328" w14:textId="06960B7C"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lang w:eastAsia="ja-JP"/>
        </w:rPr>
      </w:pPr>
      <w:r w:rsidRPr="00F54F68">
        <w:rPr>
          <w:rFonts w:eastAsiaTheme="majorEastAsia"/>
          <w:bCs/>
          <w:lang w:eastAsia="ja-JP"/>
        </w:rPr>
        <w:t>17.1.</w:t>
      </w:r>
      <w:r w:rsidRPr="00F54F68">
        <w:rPr>
          <w:rFonts w:eastAsiaTheme="majorEastAsia"/>
          <w:bCs/>
          <w:lang w:eastAsia="ja-JP"/>
        </w:rPr>
        <w:tab/>
      </w:r>
      <w:r w:rsidRPr="00F54F68">
        <w:rPr>
          <w:rFonts w:eastAsiaTheme="majorEastAsia"/>
          <w:lang w:eastAsia="ja-JP"/>
        </w:rPr>
        <w:t>System activation</w:t>
      </w:r>
    </w:p>
    <w:p w14:paraId="4E6BC73D" w14:textId="3AA54E6D"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The system shall be activated when the backing event starts. If proper functioning cannot be </w:t>
      </w:r>
      <w:proofErr w:type="gramStart"/>
      <w:r w:rsidRPr="00F54F68">
        <w:rPr>
          <w:rFonts w:eastAsiaTheme="majorEastAsia"/>
          <w:lang w:eastAsia="ja-JP"/>
        </w:rPr>
        <w:t>effected</w:t>
      </w:r>
      <w:proofErr w:type="gramEnd"/>
      <w:r w:rsidRPr="00F54F68">
        <w:rPr>
          <w:rFonts w:eastAsiaTheme="majorEastAsia"/>
          <w:lang w:eastAsia="ja-JP"/>
        </w:rPr>
        <w:t>, either the system shall automatically shut off or the driver shall be able to deactivate the system manually.</w:t>
      </w:r>
    </w:p>
    <w:p w14:paraId="17C7439B" w14:textId="3391810C" w:rsid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r>
      <w:r w:rsidRPr="00BE7B3A">
        <w:rPr>
          <w:lang w:eastAsia="ja-JP"/>
        </w:rPr>
        <w:t>In case the vehicle</w:t>
      </w:r>
      <w:r w:rsidRPr="00BE7B3A">
        <w:rPr>
          <w:rFonts w:eastAsiaTheme="majorEastAsia"/>
          <w:lang w:eastAsia="ja-JP"/>
        </w:rPr>
        <w:t xml:space="preserve"> can detect coupling with a </w:t>
      </w:r>
      <w:r w:rsidR="000D690E" w:rsidRPr="00BE7B3A">
        <w:rPr>
          <w:rFonts w:eastAsiaTheme="majorEastAsia"/>
          <w:lang w:eastAsia="ja-JP"/>
        </w:rPr>
        <w:t xml:space="preserve">coupling device, </w:t>
      </w:r>
      <w:r w:rsidRPr="00BE7B3A">
        <w:rPr>
          <w:rFonts w:eastAsiaTheme="majorEastAsia"/>
          <w:lang w:eastAsia="ja-JP"/>
        </w:rPr>
        <w:t xml:space="preserve">the </w:t>
      </w:r>
      <w:r w:rsidR="000D690E" w:rsidRPr="00BE7B3A">
        <w:rPr>
          <w:rFonts w:eastAsiaTheme="majorEastAsia"/>
          <w:lang w:eastAsia="ja-JP"/>
        </w:rPr>
        <w:t>system may be switched off.</w:t>
      </w:r>
    </w:p>
    <w:p w14:paraId="52795FFC" w14:textId="7A7C3D06"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17.2.</w:t>
      </w:r>
      <w:r w:rsidRPr="00F54F68">
        <w:rPr>
          <w:rFonts w:eastAsiaTheme="majorEastAsia"/>
          <w:bCs/>
          <w:lang w:eastAsia="ja-JP"/>
        </w:rPr>
        <w:tab/>
      </w:r>
      <w:r w:rsidRPr="00F54F68">
        <w:rPr>
          <w:rFonts w:eastAsiaTheme="majorEastAsia"/>
          <w:lang w:eastAsia="ja-JP"/>
        </w:rPr>
        <w:t>Driver interface and information presentation strategy</w:t>
      </w:r>
    </w:p>
    <w:p w14:paraId="156415C0" w14:textId="457D02DE" w:rsidR="00F54F68" w:rsidRPr="00BE7B3A" w:rsidRDefault="00471015"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17.2.1.</w:t>
      </w:r>
      <w:r w:rsidRPr="00BE7B3A">
        <w:rPr>
          <w:rFonts w:eastAsiaTheme="majorEastAsia"/>
          <w:lang w:eastAsia="ja-JP"/>
        </w:rPr>
        <w:tab/>
      </w:r>
      <w:r w:rsidR="00F54F68" w:rsidRPr="00BE7B3A">
        <w:rPr>
          <w:rFonts w:eastAsiaTheme="majorEastAsia"/>
          <w:lang w:eastAsia="ja-JP"/>
        </w:rPr>
        <w:t>The system shall have at least two kinds of information signal selected from</w:t>
      </w:r>
      <w:r w:rsidRPr="00BE7B3A">
        <w:rPr>
          <w:rFonts w:eastAsiaTheme="majorEastAsia"/>
          <w:lang w:eastAsia="ja-JP"/>
        </w:rPr>
        <w:t xml:space="preserve"> audible, optical, and haptics.</w:t>
      </w:r>
    </w:p>
    <w:p w14:paraId="3E33F2ED" w14:textId="5FFA0E21" w:rsidR="004C6B14" w:rsidRPr="00BE7B3A" w:rsidRDefault="004C6B14" w:rsidP="004C6B14">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17.2.1.1.</w:t>
      </w:r>
      <w:r w:rsidRPr="00BE7B3A">
        <w:rPr>
          <w:rFonts w:eastAsiaTheme="majorEastAsia"/>
          <w:lang w:eastAsia="ja-JP"/>
        </w:rPr>
        <w:tab/>
        <w:t>One of the information signals may be deactivated manually by the driver.</w:t>
      </w:r>
    </w:p>
    <w:p w14:paraId="3BA31A00" w14:textId="1466C534"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17.2.2.</w:t>
      </w:r>
      <w:r w:rsidRPr="00F54F68">
        <w:rPr>
          <w:rFonts w:eastAsiaTheme="majorEastAsia"/>
          <w:bCs/>
          <w:lang w:eastAsia="ja-JP"/>
        </w:rPr>
        <w:tab/>
      </w:r>
      <w:r w:rsidRPr="00F54F68">
        <w:rPr>
          <w:rFonts w:eastAsiaTheme="majorEastAsia"/>
          <w:lang w:eastAsia="ja-JP"/>
        </w:rPr>
        <w:t>Audible information</w:t>
      </w:r>
    </w:p>
    <w:p w14:paraId="7B295520" w14:textId="05582142"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When an object is detected in the rear horizontal area as described in paragraph </w:t>
      </w:r>
      <w:r w:rsidR="00AC6595">
        <w:rPr>
          <w:rFonts w:eastAsiaTheme="majorEastAsia"/>
          <w:lang w:eastAsia="ja-JP"/>
        </w:rPr>
        <w:t>1</w:t>
      </w:r>
      <w:r w:rsidRPr="00F54F68">
        <w:rPr>
          <w:rFonts w:eastAsiaTheme="majorEastAsia"/>
          <w:lang w:eastAsia="ja-JP"/>
        </w:rPr>
        <w:t>.</w:t>
      </w:r>
      <w:r w:rsidR="00AC6595">
        <w:rPr>
          <w:rFonts w:eastAsiaTheme="majorEastAsia"/>
          <w:lang w:eastAsia="ja-JP"/>
        </w:rPr>
        <w:t>3</w:t>
      </w:r>
      <w:r w:rsidRPr="00F54F68">
        <w:rPr>
          <w:rFonts w:eastAsiaTheme="majorEastAsia"/>
          <w:lang w:eastAsia="ja-JP"/>
        </w:rPr>
        <w:t>. of Annex 1</w:t>
      </w:r>
      <w:r w:rsidR="000817F1">
        <w:rPr>
          <w:rFonts w:eastAsiaTheme="majorEastAsia"/>
          <w:lang w:eastAsia="ja-JP"/>
        </w:rPr>
        <w:t>0</w:t>
      </w:r>
      <w:r w:rsidRPr="00F54F68">
        <w:rPr>
          <w:rFonts w:eastAsiaTheme="majorEastAsia"/>
          <w:lang w:eastAsia="ja-JP"/>
        </w:rPr>
        <w:t xml:space="preserve">., audible information in accordance with </w:t>
      </w:r>
      <w:r w:rsidRPr="00F54F68">
        <w:rPr>
          <w:rFonts w:eastAsiaTheme="majorEastAsia"/>
          <w:bCs/>
          <w:lang w:eastAsia="ja-JP"/>
        </w:rPr>
        <w:t xml:space="preserve">ISO 15006:2010 </w:t>
      </w:r>
      <w:r w:rsidRPr="00F54F68">
        <w:rPr>
          <w:rFonts w:eastAsiaTheme="majorEastAsia"/>
          <w:lang w:eastAsia="ja-JP"/>
        </w:rPr>
        <w:t>shall be given.</w:t>
      </w:r>
    </w:p>
    <w:p w14:paraId="7BB3B8BD" w14:textId="4FEF2532"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In presenting audible information, the distance may be identified at two or more levels.</w:t>
      </w:r>
      <w:r w:rsidRPr="00F54F68" w:rsidDel="007F62D8">
        <w:rPr>
          <w:rFonts w:eastAsiaTheme="majorEastAsia"/>
          <w:lang w:eastAsia="ja-JP"/>
        </w:rPr>
        <w:t xml:space="preserve"> </w:t>
      </w:r>
      <w:r w:rsidRPr="00F54F68">
        <w:rPr>
          <w:rFonts w:eastAsiaTheme="majorEastAsia"/>
          <w:lang w:eastAsia="ja-JP"/>
        </w:rPr>
        <w:t>These zones may be indicated by changing the frequency of intermittent sound, and a faster intermittent sound or continuous sound shall be used as the distance becomes closer.</w:t>
      </w:r>
    </w:p>
    <w:p w14:paraId="38C31E46" w14:textId="235033B5"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17.2.3.</w:t>
      </w:r>
      <w:r w:rsidRPr="00F54F68">
        <w:rPr>
          <w:rFonts w:eastAsiaTheme="majorEastAsia"/>
          <w:bCs/>
          <w:lang w:eastAsia="ja-JP"/>
        </w:rPr>
        <w:tab/>
      </w:r>
      <w:r w:rsidRPr="00F54F68">
        <w:rPr>
          <w:rFonts w:eastAsiaTheme="majorEastAsia"/>
          <w:lang w:eastAsia="ja-JP"/>
        </w:rPr>
        <w:t>Duration of signalling</w:t>
      </w:r>
    </w:p>
    <w:p w14:paraId="306D47C3" w14:textId="573242F8"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Signalling for an object shall last as long as the object is detected and shall end when the object is no longer detected or when the system is deactivated.</w:t>
      </w:r>
    </w:p>
    <w:p w14:paraId="6B66BFA1" w14:textId="3EE03A93"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To reduce the driver's discomfort, the audible signal can be automatically suspended temporarily after a certain time set by the manufacturer has elapsed, provided that the system remains activated. If, while the audible signal is automatically suspended temporarily, the distance to the object becomes short, the audible signal shall be automatically resumed. If the distance to the object becomes long, the audible signal may remain suspended.</w:t>
      </w:r>
    </w:p>
    <w:p w14:paraId="5B58A216" w14:textId="5573192C" w:rsidR="00E546C5" w:rsidRPr="00BE7B3A" w:rsidRDefault="00E546C5" w:rsidP="00BE7B3A">
      <w:pPr>
        <w:spacing w:after="120"/>
        <w:ind w:left="567" w:right="1134" w:firstLine="567"/>
        <w:jc w:val="both"/>
      </w:pPr>
      <w:r w:rsidRPr="00BE7B3A">
        <w:t>17.2.4</w:t>
      </w:r>
      <w:r w:rsidR="00BD67E9">
        <w:t>.</w:t>
      </w:r>
      <w:r w:rsidRPr="00BE7B3A">
        <w:t xml:space="preserve"> </w:t>
      </w:r>
      <w:r w:rsidR="006D1FAC">
        <w:tab/>
      </w:r>
      <w:r w:rsidR="00BE7B3A" w:rsidRPr="00BE7B3A">
        <w:t>Optical information</w:t>
      </w:r>
    </w:p>
    <w:p w14:paraId="247C2AA2" w14:textId="36FB1E79" w:rsidR="00E546C5" w:rsidRPr="00BE7B3A" w:rsidRDefault="00E546C5" w:rsidP="00E546C5">
      <w:pPr>
        <w:spacing w:after="120"/>
        <w:ind w:left="2268" w:right="1134"/>
        <w:jc w:val="both"/>
      </w:pPr>
      <w:r w:rsidRPr="00BE7B3A">
        <w:tab/>
        <w:t xml:space="preserve">In the case optical information is placed on a monitor used for other information such as meter cluster display or other displays, overlay is allowed </w:t>
      </w:r>
      <w:r w:rsidRPr="00BE7B3A">
        <w:lastRenderedPageBreak/>
        <w:t xml:space="preserve">and shall comply with the overlay </w:t>
      </w:r>
      <w:r w:rsidRPr="00BE7B3A">
        <w:tab/>
        <w:t xml:space="preserve">requirements of the </w:t>
      </w:r>
      <w:r w:rsidR="00695A80">
        <w:t>RVCS</w:t>
      </w:r>
      <w:r w:rsidRPr="00BE7B3A">
        <w:t xml:space="preserve"> in 16.1.1.3. of this </w:t>
      </w:r>
      <w:r w:rsidR="004C409D">
        <w:rPr>
          <w:rFonts w:hint="eastAsia"/>
          <w:lang w:eastAsia="ja-JP"/>
        </w:rPr>
        <w:t>R</w:t>
      </w:r>
      <w:r w:rsidRPr="00BE7B3A">
        <w:t>egulation.</w:t>
      </w:r>
    </w:p>
    <w:p w14:paraId="0A0824F0" w14:textId="03E9AC89" w:rsidR="00BE7B3A" w:rsidRPr="00231677" w:rsidRDefault="00BE7B3A" w:rsidP="00BE7B3A">
      <w:pPr>
        <w:spacing w:before="120"/>
        <w:ind w:left="567" w:right="1134" w:firstLine="567"/>
        <w:jc w:val="both"/>
        <w:rPr>
          <w:bCs/>
          <w:iCs/>
        </w:rPr>
      </w:pPr>
      <w:r w:rsidRPr="00231677">
        <w:t>17.2.5</w:t>
      </w:r>
      <w:r w:rsidR="00BD67E9">
        <w:t>.</w:t>
      </w:r>
      <w:r w:rsidRPr="00231677">
        <w:tab/>
      </w:r>
      <w:r w:rsidRPr="00231677">
        <w:tab/>
      </w:r>
      <w:r w:rsidRPr="00231677">
        <w:rPr>
          <w:bCs/>
          <w:iCs/>
        </w:rPr>
        <w:t>Operating readiness (System availability)</w:t>
      </w:r>
    </w:p>
    <w:p w14:paraId="34BE77D6" w14:textId="5955601F" w:rsidR="00BE7B3A" w:rsidRPr="00231677" w:rsidRDefault="00BE7B3A" w:rsidP="00BE7B3A">
      <w:pPr>
        <w:spacing w:after="120"/>
        <w:ind w:left="2268" w:right="1133"/>
        <w:jc w:val="both"/>
        <w:rPr>
          <w:bCs/>
          <w:iCs/>
        </w:rPr>
      </w:pPr>
      <w:r w:rsidRPr="00231677">
        <w:tab/>
        <w:t>N</w:t>
      </w:r>
      <w:r w:rsidRPr="00231677">
        <w:rPr>
          <w:bCs/>
          <w:iCs/>
        </w:rPr>
        <w:t xml:space="preserve">on-operation of the system shall be recognizable to the driver (e.g. </w:t>
      </w:r>
      <w:r w:rsidR="00B4142E" w:rsidRPr="00231677">
        <w:rPr>
          <w:bCs/>
          <w:iCs/>
        </w:rPr>
        <w:t>Detection system</w:t>
      </w:r>
      <w:r w:rsidRPr="00231677">
        <w:rPr>
          <w:bCs/>
          <w:iCs/>
        </w:rPr>
        <w:t xml:space="preserve"> failure by, i.e. warning indication, display information, black screen, absence of status indicator). The information for the driver shall be explained in the operator's manual.</w:t>
      </w:r>
    </w:p>
    <w:p w14:paraId="5FD281BE" w14:textId="03D3C100" w:rsidR="00F54F68" w:rsidRPr="00BE7B3A"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bCs/>
          <w:lang w:eastAsia="ja-JP"/>
        </w:rPr>
        <w:t>17.3.</w:t>
      </w:r>
      <w:r w:rsidRPr="00BE7B3A">
        <w:rPr>
          <w:rFonts w:eastAsiaTheme="majorEastAsia"/>
          <w:bCs/>
          <w:lang w:eastAsia="ja-JP"/>
        </w:rPr>
        <w:tab/>
      </w:r>
      <w:r w:rsidR="00C12A40" w:rsidRPr="00BE7B3A">
        <w:rPr>
          <w:rFonts w:eastAsiaTheme="majorEastAsia"/>
          <w:lang w:eastAsia="ja-JP"/>
        </w:rPr>
        <w:t>P</w:t>
      </w:r>
      <w:r w:rsidRPr="00BE7B3A">
        <w:rPr>
          <w:rFonts w:eastAsiaTheme="majorEastAsia"/>
          <w:lang w:eastAsia="ja-JP"/>
        </w:rPr>
        <w:t>erformance of object detection</w:t>
      </w:r>
    </w:p>
    <w:p w14:paraId="73C7E845" w14:textId="2E502E5F" w:rsidR="00557D04" w:rsidRPr="00DB440A" w:rsidRDefault="00DB440A" w:rsidP="00557D04">
      <w:pPr>
        <w:spacing w:after="120"/>
        <w:ind w:left="567" w:right="1133" w:firstLine="567"/>
        <w:jc w:val="both"/>
        <w:rPr>
          <w:bCs/>
          <w:iCs/>
        </w:rPr>
      </w:pPr>
      <w:bookmarkStart w:id="34" w:name="_Toc437351623"/>
      <w:r w:rsidRPr="00DB440A">
        <w:rPr>
          <w:bCs/>
          <w:iCs/>
        </w:rPr>
        <w:t>[</w:t>
      </w:r>
      <w:r w:rsidR="00E22F73" w:rsidRPr="00DB440A">
        <w:rPr>
          <w:bCs/>
          <w:iCs/>
        </w:rPr>
        <w:t>1</w:t>
      </w:r>
      <w:r w:rsidR="0047406B" w:rsidRPr="00DB440A">
        <w:rPr>
          <w:bCs/>
          <w:iCs/>
        </w:rPr>
        <w:t>7.3.1</w:t>
      </w:r>
      <w:r w:rsidR="006D1FAC">
        <w:rPr>
          <w:bCs/>
          <w:iCs/>
        </w:rPr>
        <w:t>.</w:t>
      </w:r>
      <w:r w:rsidR="0047406B" w:rsidRPr="00DB440A">
        <w:rPr>
          <w:bCs/>
          <w:iCs/>
        </w:rPr>
        <w:t xml:space="preserve"> </w:t>
      </w:r>
      <w:r w:rsidR="006D1FAC">
        <w:rPr>
          <w:bCs/>
          <w:iCs/>
        </w:rPr>
        <w:tab/>
      </w:r>
      <w:r w:rsidR="00557D04" w:rsidRPr="00DB440A">
        <w:rPr>
          <w:bCs/>
          <w:iCs/>
        </w:rPr>
        <w:t>Response time</w:t>
      </w:r>
    </w:p>
    <w:p w14:paraId="01CF09DB" w14:textId="2BD95402" w:rsidR="00557D04" w:rsidRPr="00DB440A" w:rsidRDefault="00557D04" w:rsidP="00557D04">
      <w:pPr>
        <w:spacing w:after="120"/>
        <w:ind w:left="2268" w:right="1133"/>
        <w:jc w:val="both"/>
        <w:rPr>
          <w:bCs/>
          <w:iCs/>
        </w:rPr>
      </w:pPr>
      <w:r w:rsidRPr="00DB440A">
        <w:rPr>
          <w:bCs/>
          <w:iCs/>
        </w:rPr>
        <w:t xml:space="preserve">At least one of the information signals meeting the requirements described in 17.2. shall be given to the driver after a maximum of 0.6 seconds after start of the backing event, when tested according to </w:t>
      </w:r>
      <w:r w:rsidR="00AC6595">
        <w:rPr>
          <w:bCs/>
          <w:iCs/>
        </w:rPr>
        <w:t>2</w:t>
      </w:r>
      <w:r w:rsidR="0047406B" w:rsidRPr="00DB440A">
        <w:rPr>
          <w:bCs/>
          <w:iCs/>
        </w:rPr>
        <w:t xml:space="preserve">. of </w:t>
      </w:r>
      <w:r w:rsidRPr="00DB440A">
        <w:rPr>
          <w:bCs/>
          <w:iCs/>
        </w:rPr>
        <w:t xml:space="preserve">Annex </w:t>
      </w:r>
      <w:r w:rsidR="0047406B" w:rsidRPr="00DB440A">
        <w:rPr>
          <w:bCs/>
          <w:iCs/>
        </w:rPr>
        <w:t>10</w:t>
      </w:r>
      <w:r w:rsidRPr="00DB440A">
        <w:rPr>
          <w:bCs/>
          <w:iCs/>
        </w:rPr>
        <w:t>.</w:t>
      </w:r>
      <w:r w:rsidR="00DB440A" w:rsidRPr="00DB440A">
        <w:rPr>
          <w:bCs/>
          <w:iCs/>
        </w:rPr>
        <w:t>]</w:t>
      </w:r>
    </w:p>
    <w:p w14:paraId="53C95A97" w14:textId="226D6203" w:rsidR="00F54F68" w:rsidRPr="00A076A9" w:rsidRDefault="00F54F68" w:rsidP="00BD67E9">
      <w:pPr>
        <w:pStyle w:val="HChG"/>
        <w:ind w:left="2268"/>
      </w:pPr>
      <w:r w:rsidRPr="00A076A9">
        <w:t>18.</w:t>
      </w:r>
      <w:r w:rsidRPr="00A076A9">
        <w:tab/>
      </w:r>
      <w:r w:rsidR="0015404F">
        <w:tab/>
      </w:r>
      <w:r w:rsidRPr="00A076A9">
        <w:t>Modifications of the vehicle type and extension of approval</w:t>
      </w:r>
      <w:bookmarkEnd w:id="34"/>
    </w:p>
    <w:p w14:paraId="6EA53515" w14:textId="77777777" w:rsidR="00F54F68" w:rsidRPr="00F54F68" w:rsidRDefault="00F54F68" w:rsidP="00F54F68">
      <w:pPr>
        <w:spacing w:after="120"/>
        <w:ind w:left="2268" w:right="1133" w:hanging="1134"/>
        <w:jc w:val="both"/>
      </w:pPr>
      <w:r w:rsidRPr="00F54F68">
        <w:t>18.1.</w:t>
      </w:r>
      <w:r w:rsidRPr="00F54F68">
        <w:tab/>
        <w:t>Every modification of the vehicle type shall be notified to the Type Approval Authority which approved the vehicle type. Type Approval Authority shall then either:</w:t>
      </w:r>
    </w:p>
    <w:p w14:paraId="52F26BDA" w14:textId="77777777" w:rsidR="00F54F68" w:rsidRPr="00F54F68" w:rsidRDefault="00F54F68" w:rsidP="00F54F68">
      <w:pPr>
        <w:spacing w:after="120"/>
        <w:ind w:left="2835" w:right="1133" w:hanging="567"/>
        <w:jc w:val="both"/>
      </w:pPr>
      <w:r w:rsidRPr="00F54F68">
        <w:t>(a)</w:t>
      </w:r>
      <w:r w:rsidRPr="00F54F68">
        <w:tab/>
        <w:t xml:space="preserve">Decide, in consultation with the manufacturer, that a new type approval is to be granted; or </w:t>
      </w:r>
    </w:p>
    <w:p w14:paraId="39206289" w14:textId="2C0C36D2" w:rsidR="00F54F68" w:rsidRPr="00F54F68" w:rsidRDefault="00F54F68" w:rsidP="00F54F68">
      <w:pPr>
        <w:spacing w:after="120"/>
        <w:ind w:left="2835" w:right="1133" w:hanging="567"/>
        <w:jc w:val="both"/>
      </w:pPr>
      <w:r w:rsidRPr="00F54F68">
        <w:t>(b)</w:t>
      </w:r>
      <w:r w:rsidRPr="00F54F68">
        <w:tab/>
        <w:t>Apply the procedure contained in paragraph 1</w:t>
      </w:r>
      <w:r w:rsidR="004156AC">
        <w:t>8</w:t>
      </w:r>
      <w:r w:rsidRPr="00F54F68">
        <w:t>.1.1. (Revision) and, if applicable, the procedure contained in paragraph 1</w:t>
      </w:r>
      <w:r w:rsidR="004156AC">
        <w:t>8</w:t>
      </w:r>
      <w:r w:rsidRPr="00F54F68">
        <w:t>.1.2. (Extension).</w:t>
      </w:r>
    </w:p>
    <w:p w14:paraId="2A710188" w14:textId="77777777" w:rsidR="00F54F68" w:rsidRPr="00F54F68" w:rsidRDefault="00F54F68" w:rsidP="00F54F68">
      <w:pPr>
        <w:spacing w:after="120"/>
        <w:ind w:left="2268" w:right="1133" w:hanging="1134"/>
        <w:jc w:val="both"/>
      </w:pPr>
      <w:r w:rsidRPr="00F54F68">
        <w:t>18.1.1.</w:t>
      </w:r>
      <w:r w:rsidRPr="00F54F68">
        <w:tab/>
        <w:t>Revision</w:t>
      </w:r>
    </w:p>
    <w:p w14:paraId="4C547720" w14:textId="77777777" w:rsidR="00F54F68" w:rsidRPr="00F54F68" w:rsidRDefault="00F54F68" w:rsidP="00F54F68">
      <w:pPr>
        <w:spacing w:after="120"/>
        <w:ind w:left="2268" w:right="1133" w:hanging="1134"/>
        <w:jc w:val="both"/>
      </w:pPr>
      <w:r w:rsidRPr="00F54F68">
        <w:tab/>
        <w:t>When particulars recorded in the information folder have changed and the Type Approval Authority considers that the modifications made are unlikely to have an appreciable adverse effect, and that in any case the vehicle still complies with the requirements, the modification shall be designated a "revision".</w:t>
      </w:r>
    </w:p>
    <w:p w14:paraId="5F6AF3B8" w14:textId="77777777" w:rsidR="00F54F68" w:rsidRPr="00F54F68" w:rsidRDefault="00F54F68" w:rsidP="00F54F68">
      <w:pPr>
        <w:spacing w:after="120"/>
        <w:ind w:left="2268" w:right="1133" w:hanging="1134"/>
        <w:jc w:val="both"/>
      </w:pPr>
      <w:r w:rsidRPr="00F54F68">
        <w:tab/>
        <w:t>In such a case, the Type Approval Authority shall issue the revised pages of the information folder as necessary, marking each revised page to show clearly the nature of the modification and the date of re-issue. A consolidated</w:t>
      </w:r>
      <w:r w:rsidRPr="00F54F68">
        <w:rPr>
          <w:rFonts w:ascii="MS Mincho" w:hAnsi="MS Mincho" w:cs="MS Mincho" w:hint="eastAsia"/>
        </w:rPr>
        <w:t>，</w:t>
      </w:r>
      <w:r w:rsidRPr="00F54F68">
        <w:t>updated version of the information folder, accompanied by a detailed description of the modification, shall be deemed to meet this requirement.</w:t>
      </w:r>
    </w:p>
    <w:p w14:paraId="2514C5AB" w14:textId="77777777" w:rsidR="00F54F68" w:rsidRPr="00F54F68" w:rsidRDefault="00F54F68" w:rsidP="00F54F68">
      <w:pPr>
        <w:spacing w:after="120"/>
        <w:ind w:left="2268" w:right="1133" w:hanging="1134"/>
        <w:jc w:val="both"/>
      </w:pPr>
      <w:r w:rsidRPr="00F54F68">
        <w:t>18.1.2.</w:t>
      </w:r>
      <w:r w:rsidRPr="00F54F68">
        <w:tab/>
        <w:t>Extension</w:t>
      </w:r>
    </w:p>
    <w:p w14:paraId="28EFF336" w14:textId="77777777" w:rsidR="00F54F68" w:rsidRPr="00F54F68" w:rsidRDefault="00F54F68" w:rsidP="00F54F68">
      <w:pPr>
        <w:spacing w:after="120"/>
        <w:ind w:left="2268" w:right="1133" w:hanging="1134"/>
        <w:jc w:val="both"/>
      </w:pPr>
      <w:r w:rsidRPr="00F54F68">
        <w:tab/>
        <w:t xml:space="preserve">The modification shall be designated an "extension" if, in addition to the change of the particulars recorded in the information folder, </w:t>
      </w:r>
    </w:p>
    <w:p w14:paraId="18521A0A" w14:textId="77777777" w:rsidR="00F54F68" w:rsidRPr="00F54F68" w:rsidRDefault="00F54F68" w:rsidP="00F54F68">
      <w:pPr>
        <w:spacing w:after="120"/>
        <w:ind w:left="2268" w:right="1133"/>
        <w:jc w:val="both"/>
      </w:pPr>
      <w:r w:rsidRPr="00F54F68">
        <w:t>(a)</w:t>
      </w:r>
      <w:r w:rsidRPr="00F54F68">
        <w:tab/>
        <w:t xml:space="preserve">Further inspections or tests are required; or </w:t>
      </w:r>
    </w:p>
    <w:p w14:paraId="20BDA6AF" w14:textId="77777777" w:rsidR="00F54F68" w:rsidRPr="00F54F68" w:rsidRDefault="00F54F68" w:rsidP="00F54F68">
      <w:pPr>
        <w:spacing w:after="120"/>
        <w:ind w:left="2835" w:right="1133" w:hanging="567"/>
        <w:jc w:val="both"/>
      </w:pPr>
      <w:r w:rsidRPr="00F54F68">
        <w:t>(b)</w:t>
      </w:r>
      <w:r w:rsidRPr="00F54F68">
        <w:tab/>
        <w:t>Any information on the communication document (with the exception of its attachments) has changed; or</w:t>
      </w:r>
    </w:p>
    <w:p w14:paraId="26B05221" w14:textId="77777777" w:rsidR="00F54F68" w:rsidRPr="00F54F68" w:rsidRDefault="00F54F68" w:rsidP="00F54F68">
      <w:pPr>
        <w:spacing w:after="120"/>
        <w:ind w:left="2835" w:right="1133" w:hanging="567"/>
        <w:jc w:val="both"/>
      </w:pPr>
      <w:r w:rsidRPr="00F54F68">
        <w:t>(c)</w:t>
      </w:r>
      <w:r w:rsidRPr="00F54F68">
        <w:tab/>
        <w:t>Approval to a later series of amendments is requested after its entry into force.</w:t>
      </w:r>
    </w:p>
    <w:p w14:paraId="554B8B90" w14:textId="77777777" w:rsidR="00F54F68" w:rsidRPr="00F54F68" w:rsidRDefault="00F54F68" w:rsidP="00F54F68">
      <w:pPr>
        <w:spacing w:after="120"/>
        <w:ind w:left="2268" w:right="1133" w:hanging="1134"/>
        <w:jc w:val="both"/>
      </w:pPr>
      <w:r w:rsidRPr="00F54F68">
        <w:t>18.2.</w:t>
      </w:r>
      <w:r w:rsidRPr="00F54F68">
        <w:tab/>
        <w:t>Confirmation or refusal of approval, specifying the alterations, shall be communicated to the Parties to the Agreement which apply this Regulation by means of a form conforming to the model in Annex 4 to this Regulation. In addition, the index to the information package, attached to the communication document, shall be amended accordingly to show the date of the most recent revision or extension.</w:t>
      </w:r>
    </w:p>
    <w:p w14:paraId="4E35E968" w14:textId="77777777" w:rsidR="00F54F68" w:rsidRPr="00F54F68" w:rsidRDefault="00F54F68" w:rsidP="00F54F68">
      <w:pPr>
        <w:spacing w:after="120"/>
        <w:ind w:left="2268" w:right="1133" w:hanging="1134"/>
        <w:jc w:val="both"/>
      </w:pPr>
      <w:r w:rsidRPr="00F54F68">
        <w:t>18.3.</w:t>
      </w:r>
      <w:r w:rsidRPr="00F54F68">
        <w:tab/>
        <w:t>The Type Approval Authority issuing the extension of approval shall assign a series number to each communication form drawn up for such an extension.</w:t>
      </w:r>
    </w:p>
    <w:p w14:paraId="0548094F" w14:textId="4D4D03DE" w:rsidR="00F54F68" w:rsidRPr="00F54F68" w:rsidRDefault="00F54F68" w:rsidP="00F54F68">
      <w:pPr>
        <w:pStyle w:val="HChG"/>
      </w:pPr>
      <w:r w:rsidRPr="00F54F68">
        <w:lastRenderedPageBreak/>
        <w:tab/>
      </w:r>
      <w:bookmarkStart w:id="35" w:name="_Toc437351624"/>
      <w:r w:rsidR="00BD67E9">
        <w:tab/>
      </w:r>
      <w:r w:rsidRPr="00F54F68">
        <w:t>19.</w:t>
      </w:r>
      <w:r w:rsidRPr="00F54F68">
        <w:tab/>
      </w:r>
      <w:r w:rsidR="00BD67E9">
        <w:tab/>
      </w:r>
      <w:r w:rsidRPr="00F54F68">
        <w:t>Conformity of production</w:t>
      </w:r>
      <w:bookmarkEnd w:id="35"/>
    </w:p>
    <w:p w14:paraId="3799DCF6" w14:textId="0093103C" w:rsidR="00F54F68" w:rsidRPr="00F54F68" w:rsidRDefault="00F54F68" w:rsidP="00F54F68">
      <w:pPr>
        <w:keepNext/>
        <w:keepLines/>
        <w:spacing w:after="120"/>
        <w:ind w:left="2268" w:right="1133" w:hanging="1134"/>
        <w:jc w:val="both"/>
      </w:pPr>
      <w:r w:rsidRPr="00F54F68">
        <w:t>19.1.</w:t>
      </w:r>
      <w:r w:rsidRPr="00F54F68">
        <w:tab/>
        <w:t xml:space="preserve">The conformity of production procedure shall comply with those set out in the Agreement, </w:t>
      </w:r>
      <w:r w:rsidR="004156AC">
        <w:t>Schedule 1</w:t>
      </w:r>
      <w:r w:rsidRPr="00F54F68">
        <w:t>, (E/ECE/324-E/ECE/TRANS/505/Rev.</w:t>
      </w:r>
      <w:r w:rsidR="004156AC">
        <w:t>3</w:t>
      </w:r>
      <w:r w:rsidRPr="00F54F68">
        <w:t>).</w:t>
      </w:r>
    </w:p>
    <w:p w14:paraId="24BEAB3A" w14:textId="5ACCCF70" w:rsidR="00F54F68" w:rsidRPr="00F54F68" w:rsidRDefault="00F54F68" w:rsidP="00F54F68">
      <w:pPr>
        <w:keepNext/>
        <w:keepLines/>
        <w:spacing w:after="120"/>
        <w:ind w:left="2268" w:right="1133" w:hanging="1134"/>
        <w:jc w:val="both"/>
      </w:pPr>
      <w:r w:rsidRPr="00F54F68">
        <w:t>19.2.</w:t>
      </w:r>
      <w:r w:rsidRPr="00F54F68">
        <w:tab/>
        <w:t>Every vehicle approved under this Regulation shall be so manufactured as to conform to the type approved by meeting the requirements set out in paragraph 15., where applicable paragraph 16.</w:t>
      </w:r>
      <w:r w:rsidR="00A3304D">
        <w:rPr>
          <w:lang w:eastAsia="ja-JP"/>
        </w:rPr>
        <w:t xml:space="preserve"> and paragraph 17.</w:t>
      </w:r>
      <w:r w:rsidRPr="00F54F68">
        <w:t xml:space="preserve"> above.</w:t>
      </w:r>
    </w:p>
    <w:p w14:paraId="41BB8C17" w14:textId="1F1C55E7" w:rsidR="00F54F68" w:rsidRPr="00F54F68" w:rsidRDefault="00F54F68" w:rsidP="00F54F68">
      <w:pPr>
        <w:pStyle w:val="HChG"/>
      </w:pPr>
      <w:r w:rsidRPr="00F54F68">
        <w:rPr>
          <w:szCs w:val="28"/>
        </w:rPr>
        <w:tab/>
      </w:r>
      <w:bookmarkStart w:id="36" w:name="_Toc437351625"/>
      <w:r w:rsidR="00BD67E9">
        <w:rPr>
          <w:szCs w:val="28"/>
        </w:rPr>
        <w:tab/>
      </w:r>
      <w:r w:rsidR="00A076A9">
        <w:rPr>
          <w:szCs w:val="28"/>
        </w:rPr>
        <w:t>2</w:t>
      </w:r>
      <w:r w:rsidRPr="00F54F68">
        <w:rPr>
          <w:szCs w:val="28"/>
        </w:rPr>
        <w:t>0.</w:t>
      </w:r>
      <w:r w:rsidRPr="00F54F68">
        <w:rPr>
          <w:szCs w:val="28"/>
        </w:rPr>
        <w:tab/>
      </w:r>
      <w:r w:rsidR="00BD67E9">
        <w:rPr>
          <w:szCs w:val="28"/>
        </w:rPr>
        <w:tab/>
      </w:r>
      <w:r w:rsidRPr="00F54F68">
        <w:rPr>
          <w:szCs w:val="28"/>
        </w:rPr>
        <w:t xml:space="preserve">Penalties </w:t>
      </w:r>
      <w:r w:rsidRPr="00F54F68">
        <w:t>for non</w:t>
      </w:r>
      <w:r w:rsidRPr="00F54F68">
        <w:noBreakHyphen/>
        <w:t>conformity of production</w:t>
      </w:r>
      <w:bookmarkEnd w:id="36"/>
    </w:p>
    <w:p w14:paraId="52FA14CA" w14:textId="4D361AD5" w:rsidR="00F54F68" w:rsidRPr="00F54F68" w:rsidRDefault="00F54F68" w:rsidP="00F54F68">
      <w:pPr>
        <w:spacing w:after="120"/>
        <w:ind w:left="2268" w:right="1133" w:hanging="1134"/>
        <w:jc w:val="both"/>
      </w:pPr>
      <w:r w:rsidRPr="00F54F68">
        <w:t>20.1.</w:t>
      </w:r>
      <w:r w:rsidRPr="00F54F68">
        <w:tab/>
        <w:t>The approval granted in respect of a vehicle type pursuant to this Regulation may be withdrawn if the requirement laid down in paragraph 1</w:t>
      </w:r>
      <w:r w:rsidR="00A3304D">
        <w:t>9</w:t>
      </w:r>
      <w:r w:rsidRPr="00F54F68">
        <w:t xml:space="preserve">.1. above is not complied with or if the vehicle fails to pass the checks prescribed in paragraph </w:t>
      </w:r>
      <w:r w:rsidR="00A3304D" w:rsidRPr="00F54F68">
        <w:t>1</w:t>
      </w:r>
      <w:r w:rsidR="00A3304D">
        <w:t>9</w:t>
      </w:r>
      <w:r w:rsidRPr="00F54F68">
        <w:t>.2. above.</w:t>
      </w:r>
    </w:p>
    <w:p w14:paraId="5EFC5954" w14:textId="77777777" w:rsidR="00F54F68" w:rsidRPr="00F54F68" w:rsidRDefault="00F54F68" w:rsidP="00F54F68">
      <w:pPr>
        <w:spacing w:after="120"/>
        <w:ind w:left="2268" w:right="1133" w:hanging="1134"/>
        <w:jc w:val="both"/>
      </w:pPr>
      <w:r w:rsidRPr="00F54F68">
        <w:t>20.2.</w:t>
      </w:r>
      <w:r w:rsidRPr="00F54F68">
        <w:tab/>
        <w:t>If a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11FBE474" w14:textId="42712E56" w:rsidR="00F54F68" w:rsidRPr="00F54F68" w:rsidRDefault="00F54F68" w:rsidP="00F54F68">
      <w:pPr>
        <w:pStyle w:val="HChG"/>
      </w:pPr>
      <w:r w:rsidRPr="00F54F68">
        <w:tab/>
      </w:r>
      <w:bookmarkStart w:id="37" w:name="_Toc437351626"/>
      <w:r w:rsidR="00BD67E9">
        <w:tab/>
      </w:r>
      <w:r w:rsidR="00BD67E9">
        <w:tab/>
      </w:r>
      <w:r w:rsidRPr="00F54F68">
        <w:t>21.</w:t>
      </w:r>
      <w:r w:rsidRPr="00F54F68">
        <w:tab/>
      </w:r>
      <w:r w:rsidR="00BD67E9">
        <w:tab/>
      </w:r>
      <w:r w:rsidRPr="00F54F68">
        <w:t>Production definitively discontinued</w:t>
      </w:r>
      <w:bookmarkEnd w:id="37"/>
    </w:p>
    <w:p w14:paraId="0777F010" w14:textId="77777777" w:rsidR="00F54F68" w:rsidRPr="00F54F68" w:rsidRDefault="00F54F68" w:rsidP="00F54F68">
      <w:pPr>
        <w:spacing w:after="120"/>
        <w:ind w:left="2268" w:right="1133" w:hanging="1134"/>
        <w:jc w:val="both"/>
      </w:pPr>
      <w:r w:rsidRPr="00F54F68">
        <w:tab/>
        <w:t>If the holder of the approval completely ceases to manufacture a type of vehicle approved in accordance with this Regulation, he shall so inform the Type Approval Authority which granted the approval. Upon receiving the relevant communication, the Authority shall inform thereof the other Parties to the Agreement applying this Regulation by means of a copy of the approval form bearing at the end, in large letters, the signed and dated annotation "PRODUCTION DISCONTINUED".</w:t>
      </w:r>
    </w:p>
    <w:p w14:paraId="1F4158F3" w14:textId="65D06AA5" w:rsidR="00F54F68" w:rsidRPr="00A076A9" w:rsidRDefault="00F54F68" w:rsidP="00BD67E9">
      <w:pPr>
        <w:pStyle w:val="HChG"/>
        <w:ind w:left="2268"/>
      </w:pPr>
      <w:r w:rsidRPr="00A076A9">
        <w:t>22.</w:t>
      </w:r>
      <w:r w:rsidRPr="00A076A9">
        <w:tab/>
        <w:t>Names and addresses of Technical Services responsible for conducting approval tests, and of Type Approval Authorities</w:t>
      </w:r>
    </w:p>
    <w:p w14:paraId="28FE3287" w14:textId="77777777" w:rsidR="00F54F68" w:rsidRPr="00F54F68" w:rsidRDefault="00F54F68" w:rsidP="00F54F68">
      <w:pPr>
        <w:spacing w:after="120"/>
        <w:ind w:left="2268" w:right="1133" w:hanging="1134"/>
        <w:jc w:val="both"/>
      </w:pPr>
      <w:r w:rsidRPr="00F54F68">
        <w:tab/>
        <w:t>The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3AE52D20" w14:textId="77777777" w:rsidR="00F54F68" w:rsidRPr="00F54F68" w:rsidRDefault="00F54F68" w:rsidP="00F54F68">
      <w:pPr>
        <w:suppressAutoHyphens w:val="0"/>
        <w:spacing w:line="240" w:lineRule="auto"/>
        <w:rPr>
          <w:b/>
          <w:sz w:val="28"/>
        </w:rPr>
      </w:pPr>
      <w:bookmarkStart w:id="38" w:name="_Toc437351629"/>
      <w:r w:rsidRPr="00F54F68">
        <w:br w:type="page"/>
      </w:r>
    </w:p>
    <w:p w14:paraId="0500F46D" w14:textId="77777777" w:rsidR="00F54F68" w:rsidRPr="00F54F68" w:rsidRDefault="00F54F68" w:rsidP="00F54F68">
      <w:pPr>
        <w:pStyle w:val="HChG"/>
      </w:pPr>
      <w:r w:rsidRPr="00F54F68">
        <w:lastRenderedPageBreak/>
        <w:t>Annex 1</w:t>
      </w:r>
      <w:bookmarkEnd w:id="38"/>
    </w:p>
    <w:p w14:paraId="10ADBE3C" w14:textId="77777777" w:rsidR="00F54F68" w:rsidRPr="00F54F68" w:rsidRDefault="00F54F68" w:rsidP="00F54F68">
      <w:pPr>
        <w:pStyle w:val="HChG"/>
      </w:pPr>
      <w:r w:rsidRPr="00F54F68">
        <w:tab/>
      </w:r>
      <w:r w:rsidRPr="00F54F68">
        <w:tab/>
      </w:r>
      <w:bookmarkStart w:id="39" w:name="_Toc437351630"/>
      <w:r w:rsidRPr="00F54F68">
        <w:t>Information document for type approval of a device for reversing motion</w:t>
      </w:r>
      <w:bookmarkEnd w:id="39"/>
    </w:p>
    <w:p w14:paraId="7467C5F5" w14:textId="77777777" w:rsidR="00F54F68" w:rsidRPr="00F54F68" w:rsidRDefault="00F54F68" w:rsidP="00F54F68">
      <w:pPr>
        <w:spacing w:after="120"/>
        <w:ind w:left="1134" w:right="1133"/>
        <w:jc w:val="both"/>
      </w:pPr>
      <w:r w:rsidRPr="00F54F68">
        <w:t>The following information, if applicable, shall be supplied in triplicate and shall include a list of contents.</w:t>
      </w:r>
    </w:p>
    <w:p w14:paraId="4C2230C1" w14:textId="77777777" w:rsidR="00F54F68" w:rsidRPr="00F54F68" w:rsidRDefault="00F54F68" w:rsidP="00F54F68">
      <w:pPr>
        <w:spacing w:after="120"/>
        <w:ind w:left="1134" w:right="1133"/>
        <w:jc w:val="both"/>
      </w:pPr>
      <w:r w:rsidRPr="00F54F68">
        <w:t>Any drawings shall be supplied in appropriate scale and in sufficient detail on size A4 paper or on a folder of A4 format.</w:t>
      </w:r>
    </w:p>
    <w:p w14:paraId="56B5338E" w14:textId="77777777" w:rsidR="00F54F68" w:rsidRPr="00F54F68" w:rsidRDefault="00F54F68" w:rsidP="00F54F68">
      <w:pPr>
        <w:spacing w:after="120"/>
        <w:ind w:left="1134" w:right="849"/>
        <w:jc w:val="both"/>
      </w:pPr>
      <w:r w:rsidRPr="00F54F68">
        <w:t>Photographs, if any, shall show sufficient details.</w:t>
      </w:r>
    </w:p>
    <w:p w14:paraId="0087A775"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1.</w:t>
      </w:r>
      <w:r w:rsidRPr="00F54F68">
        <w:tab/>
        <w:t xml:space="preserve">Make (trade name of manufacturer): </w:t>
      </w:r>
      <w:r w:rsidRPr="00F54F68">
        <w:tab/>
      </w:r>
    </w:p>
    <w:p w14:paraId="6F2FD0F3"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2.</w:t>
      </w:r>
      <w:r w:rsidRPr="00F54F68">
        <w:tab/>
        <w:t xml:space="preserve">Type and general commercial description(s): </w:t>
      </w:r>
      <w:r w:rsidRPr="00F54F68">
        <w:tab/>
      </w:r>
    </w:p>
    <w:p w14:paraId="186FE2E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3.</w:t>
      </w:r>
      <w:r w:rsidRPr="00F54F68">
        <w:tab/>
        <w:t>Means of identification of the type, if indicated on the device:</w:t>
      </w:r>
      <w:r w:rsidRPr="00F54F68">
        <w:tab/>
      </w:r>
    </w:p>
    <w:p w14:paraId="175FA6A3"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4.</w:t>
      </w:r>
      <w:r w:rsidRPr="00F54F68">
        <w:tab/>
        <w:t>Category of vehicle for which the device is intended:</w:t>
      </w:r>
      <w:r w:rsidRPr="00F54F68">
        <w:tab/>
      </w:r>
    </w:p>
    <w:p w14:paraId="4B8866F9"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5.</w:t>
      </w:r>
      <w:r w:rsidRPr="00F54F68">
        <w:tab/>
        <w:t xml:space="preserve">Name and address of manufacturer: </w:t>
      </w:r>
      <w:r w:rsidRPr="00F54F68">
        <w:tab/>
      </w:r>
    </w:p>
    <w:p w14:paraId="4AE33B4B"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6.</w:t>
      </w:r>
      <w:r w:rsidRPr="00F54F68">
        <w:tab/>
        <w:t xml:space="preserve">Location and method of affixing of the approval mark: </w:t>
      </w:r>
      <w:r w:rsidRPr="00F54F68">
        <w:tab/>
      </w:r>
    </w:p>
    <w:p w14:paraId="0A66881D"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rPr>
          <w:bCs/>
          <w:iCs/>
        </w:rPr>
        <w:t>6.1.</w:t>
      </w:r>
      <w:r w:rsidRPr="00F54F68">
        <w:rPr>
          <w:bCs/>
          <w:iCs/>
        </w:rPr>
        <w:tab/>
        <w:t>Other mean of identification link to the approval mark:</w:t>
      </w:r>
      <w:r w:rsidRPr="00F54F68">
        <w:t xml:space="preserve"> </w:t>
      </w:r>
      <w:r w:rsidRPr="00F54F68">
        <w:tab/>
      </w:r>
    </w:p>
    <w:p w14:paraId="1A80682D"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7.</w:t>
      </w:r>
      <w:r w:rsidRPr="00F54F68">
        <w:tab/>
        <w:t xml:space="preserve">Address(es) of assembly plant(s): </w:t>
      </w:r>
      <w:r w:rsidRPr="00F54F68">
        <w:tab/>
      </w:r>
    </w:p>
    <w:p w14:paraId="4B293D3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w:t>
      </w:r>
      <w:r w:rsidRPr="00F54F68">
        <w:tab/>
        <w:t>Mirrors (state for each mirror):</w:t>
      </w:r>
      <w:r w:rsidRPr="00F54F68">
        <w:tab/>
      </w:r>
    </w:p>
    <w:p w14:paraId="081D7F8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8.1.</w:t>
      </w:r>
      <w:r w:rsidRPr="00F54F68">
        <w:tab/>
        <w:t xml:space="preserve">Variant </w:t>
      </w:r>
      <w:r w:rsidRPr="00F54F68">
        <w:tab/>
      </w:r>
    </w:p>
    <w:p w14:paraId="6EB1579E"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8.2.</w:t>
      </w:r>
      <w:r w:rsidRPr="00F54F68">
        <w:tab/>
        <w:t xml:space="preserve">Drawing(s) for the identification of the mirror: </w:t>
      </w:r>
      <w:r w:rsidRPr="00F54F68">
        <w:tab/>
      </w:r>
    </w:p>
    <w:p w14:paraId="247B4DD9"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8.3.</w:t>
      </w:r>
      <w:r w:rsidRPr="00F54F68">
        <w:tab/>
        <w:t xml:space="preserve">Details of the method of attachment: </w:t>
      </w:r>
      <w:r w:rsidRPr="00F54F68">
        <w:tab/>
      </w:r>
    </w:p>
    <w:p w14:paraId="296644A4"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9.</w:t>
      </w:r>
      <w:r w:rsidRPr="00F54F68">
        <w:tab/>
        <w:t>Devices for indirect vision other than mirrors:</w:t>
      </w:r>
      <w:r w:rsidRPr="00F54F68">
        <w:tab/>
      </w:r>
    </w:p>
    <w:p w14:paraId="53641401"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9.1.</w:t>
      </w:r>
      <w:r w:rsidRPr="00F54F68">
        <w:tab/>
        <w:t xml:space="preserve">Type and characteristics (such as a complete description of the device): </w:t>
      </w:r>
      <w:r w:rsidRPr="00F54F68">
        <w:tab/>
      </w:r>
    </w:p>
    <w:p w14:paraId="41604EB1" w14:textId="41A5B09F" w:rsidR="00F54F68" w:rsidRPr="00F54F68" w:rsidRDefault="00F54F68" w:rsidP="00F54F68">
      <w:pPr>
        <w:tabs>
          <w:tab w:val="left" w:pos="1700"/>
          <w:tab w:val="right" w:leader="dot" w:pos="8505"/>
          <w:tab w:val="right" w:leader="dot" w:pos="9639"/>
        </w:tabs>
        <w:spacing w:after="120"/>
        <w:ind w:left="1689" w:right="1134" w:hanging="555"/>
      </w:pPr>
      <w:r w:rsidRPr="00F54F68">
        <w:t>9.1.1.</w:t>
      </w:r>
      <w:r w:rsidRPr="00F54F68">
        <w:tab/>
        <w:t>In the case</w:t>
      </w:r>
      <w:r w:rsidRPr="00DF2CAD">
        <w:t xml:space="preserve"> of </w:t>
      </w:r>
      <w:r w:rsidR="003F5B8D" w:rsidRPr="00DF2CAD">
        <w:t>Rear-View Camera</w:t>
      </w:r>
      <w:r w:rsidR="00745F14">
        <w:t xml:space="preserve"> System</w:t>
      </w:r>
      <w:r w:rsidR="00DF2CAD" w:rsidRPr="00DF2CAD">
        <w:rPr>
          <w:rFonts w:cs="Arial"/>
          <w:spacing w:val="7"/>
        </w:rPr>
        <w:t>,</w:t>
      </w:r>
      <w:r w:rsidRPr="00F54F68">
        <w:t xml:space="preserve"> the detection distance [mm], contrast, luminance range, glare correction, display performance (black and white/colour) image repetition frequency, luminance reach of the monitor: </w:t>
      </w:r>
      <w:r w:rsidRPr="00F54F68">
        <w:tab/>
      </w:r>
    </w:p>
    <w:p w14:paraId="26B7BE75" w14:textId="3D079847" w:rsidR="00F54F68" w:rsidRPr="00F54F68" w:rsidRDefault="00F54F68" w:rsidP="00B11C1D">
      <w:pPr>
        <w:tabs>
          <w:tab w:val="left" w:pos="2268"/>
          <w:tab w:val="right" w:leader="dot" w:pos="8505"/>
          <w:tab w:val="right" w:leader="dot" w:pos="9639"/>
        </w:tabs>
        <w:spacing w:after="120"/>
        <w:ind w:left="1701" w:right="1134" w:hanging="567"/>
        <w:jc w:val="both"/>
      </w:pPr>
      <w:r w:rsidRPr="00F54F68">
        <w:rPr>
          <w:lang w:eastAsia="en-GB"/>
        </w:rPr>
        <w:t xml:space="preserve">9.1.2. </w:t>
      </w:r>
      <w:r w:rsidR="00A658D2">
        <w:rPr>
          <w:lang w:eastAsia="en-GB"/>
        </w:rPr>
        <w:tab/>
      </w:r>
      <w:r w:rsidRPr="00F54F68">
        <w:rPr>
          <w:lang w:eastAsia="en-GB"/>
        </w:rPr>
        <w:t xml:space="preserve">In the case of </w:t>
      </w:r>
      <w:r w:rsidR="00BE7B3A">
        <w:rPr>
          <w:lang w:eastAsia="en-GB"/>
        </w:rPr>
        <w:t xml:space="preserve">detection system, field of </w:t>
      </w:r>
      <w:r w:rsidRPr="00F54F68">
        <w:rPr>
          <w:lang w:eastAsia="en-GB"/>
        </w:rPr>
        <w:t>detection, latency and rear horizontal area and detection rate:</w:t>
      </w:r>
      <w:r w:rsidR="00B11C1D">
        <w:tab/>
      </w:r>
    </w:p>
    <w:p w14:paraId="72126664" w14:textId="77777777" w:rsidR="00F54F68" w:rsidRPr="00F54F68" w:rsidRDefault="00F54F68" w:rsidP="00F54F68">
      <w:pPr>
        <w:tabs>
          <w:tab w:val="left" w:pos="1700"/>
          <w:tab w:val="right" w:leader="dot" w:pos="8505"/>
          <w:tab w:val="right" w:leader="dot" w:pos="9639"/>
        </w:tabs>
        <w:spacing w:after="120"/>
        <w:ind w:left="1689" w:right="1134" w:hanging="555"/>
      </w:pPr>
      <w:r w:rsidRPr="00F54F68">
        <w:t>9.2.</w:t>
      </w:r>
      <w:r w:rsidRPr="00F54F68">
        <w:tab/>
        <w:t xml:space="preserve">Sufficiently detailed drawings to identify the complete device including installation instructions; the position for the type-approval mark has to be indicated on the drawings: </w:t>
      </w:r>
      <w:r w:rsidRPr="00F54F68">
        <w:tab/>
      </w:r>
    </w:p>
    <w:p w14:paraId="46EF0D01" w14:textId="77777777" w:rsidR="00F54F68" w:rsidRPr="00F54F68" w:rsidRDefault="00F54F68" w:rsidP="00F54F68">
      <w:pPr>
        <w:tabs>
          <w:tab w:val="left" w:pos="1700"/>
          <w:tab w:val="right" w:leader="dot" w:pos="8505"/>
          <w:tab w:val="right" w:leader="dot" w:pos="9639"/>
        </w:tabs>
        <w:spacing w:after="120"/>
        <w:ind w:right="1134"/>
        <w:rPr>
          <w:lang w:eastAsia="ja-JP"/>
        </w:rPr>
      </w:pPr>
      <w:r w:rsidRPr="00F54F68">
        <w:rPr>
          <w:lang w:eastAsia="ja-JP"/>
        </w:rPr>
        <w:t>.</w:t>
      </w:r>
    </w:p>
    <w:p w14:paraId="5BD2B0CF" w14:textId="77777777" w:rsidR="00F54F68" w:rsidRPr="00F54F68" w:rsidRDefault="00F54F68" w:rsidP="00F54F68">
      <w:pPr>
        <w:tabs>
          <w:tab w:val="left" w:pos="1700"/>
          <w:tab w:val="right" w:leader="dot" w:pos="8505"/>
          <w:tab w:val="right" w:leader="dot" w:pos="9639"/>
        </w:tabs>
        <w:spacing w:after="120"/>
        <w:ind w:left="1689" w:right="1134" w:hanging="555"/>
        <w:rPr>
          <w:lang w:eastAsia="ja-JP"/>
        </w:rPr>
        <w:sectPr w:rsidR="00F54F68" w:rsidRPr="00F54F68" w:rsidSect="005F707C">
          <w:headerReference w:type="even" r:id="rId16"/>
          <w:headerReference w:type="default" r:id="rId17"/>
          <w:footerReference w:type="even" r:id="rId18"/>
          <w:footerReference w:type="default" r:id="rId19"/>
          <w:headerReference w:type="first" r:id="rId20"/>
          <w:footerReference w:type="first" r:id="rId21"/>
          <w:pgSz w:w="11906" w:h="16838" w:code="9"/>
          <w:pgMar w:top="1401" w:right="1134" w:bottom="1134" w:left="1134" w:header="851" w:footer="567" w:gutter="0"/>
          <w:cols w:space="720"/>
          <w:titlePg/>
          <w:docGrid w:linePitch="272"/>
        </w:sectPr>
      </w:pPr>
    </w:p>
    <w:p w14:paraId="3CD5E00C" w14:textId="77777777" w:rsidR="00F54F68" w:rsidRPr="00F54F68" w:rsidRDefault="00F54F68" w:rsidP="00A658D2">
      <w:pPr>
        <w:pStyle w:val="HChG"/>
      </w:pPr>
      <w:bookmarkStart w:id="40" w:name="_Toc437351631"/>
      <w:r w:rsidRPr="00A658D2">
        <w:lastRenderedPageBreak/>
        <w:t>Annex</w:t>
      </w:r>
      <w:r w:rsidRPr="00F54F68">
        <w:t xml:space="preserve"> 2</w:t>
      </w:r>
      <w:bookmarkEnd w:id="40"/>
    </w:p>
    <w:p w14:paraId="740106F2" w14:textId="77777777" w:rsidR="00F54F68" w:rsidRPr="00F54F68" w:rsidRDefault="00F54F68" w:rsidP="00A658D2">
      <w:pPr>
        <w:pStyle w:val="HChG"/>
      </w:pPr>
      <w:r w:rsidRPr="00F54F68">
        <w:tab/>
      </w:r>
      <w:r w:rsidRPr="00F54F68">
        <w:tab/>
      </w:r>
      <w:bookmarkStart w:id="41" w:name="_Toc437351632"/>
      <w:r w:rsidRPr="00F54F68">
        <w:t xml:space="preserve">Information </w:t>
      </w:r>
      <w:r w:rsidRPr="00A658D2">
        <w:t>document</w:t>
      </w:r>
      <w:r w:rsidRPr="00F54F68">
        <w:t xml:space="preserve"> for type approval of a vehicle with respect to the installation of devices for </w:t>
      </w:r>
      <w:bookmarkEnd w:id="41"/>
      <w:r w:rsidRPr="00F54F68">
        <w:t>reversing motion</w:t>
      </w:r>
    </w:p>
    <w:p w14:paraId="667462E7" w14:textId="77777777" w:rsidR="00F54F68" w:rsidRPr="00F54F68" w:rsidRDefault="00F54F68" w:rsidP="00F54F68">
      <w:pPr>
        <w:spacing w:after="120"/>
        <w:ind w:left="1134" w:right="1133"/>
        <w:jc w:val="both"/>
      </w:pPr>
      <w:r w:rsidRPr="00F54F68">
        <w:t>The following information, if applicable, shall be supplied in triplicate and include a list of contents.</w:t>
      </w:r>
    </w:p>
    <w:p w14:paraId="1A0334D3" w14:textId="77777777" w:rsidR="00F54F68" w:rsidRPr="00F54F68" w:rsidRDefault="00F54F68" w:rsidP="00F54F68">
      <w:pPr>
        <w:spacing w:after="120"/>
        <w:ind w:left="1134" w:right="1133"/>
        <w:jc w:val="both"/>
      </w:pPr>
      <w:r w:rsidRPr="00F54F68">
        <w:t>Any drawings shall be supplied in appropriate scale and in sufficient detail on size A4 paper or on a folder of A4 format.</w:t>
      </w:r>
    </w:p>
    <w:p w14:paraId="080E54A1" w14:textId="77777777" w:rsidR="00F54F68" w:rsidRPr="00F54F68" w:rsidRDefault="00F54F68" w:rsidP="00F54F68">
      <w:pPr>
        <w:spacing w:after="120"/>
        <w:ind w:left="1134" w:right="849"/>
        <w:jc w:val="both"/>
      </w:pPr>
      <w:r w:rsidRPr="00F54F68">
        <w:t>Photographs, if any, shall show sufficient details.</w:t>
      </w:r>
    </w:p>
    <w:p w14:paraId="28D14D07" w14:textId="77777777" w:rsidR="00F54F68" w:rsidRPr="00B11C1D" w:rsidRDefault="00F54F68" w:rsidP="00F54F68">
      <w:pPr>
        <w:spacing w:after="80"/>
        <w:ind w:left="1134" w:right="849"/>
        <w:jc w:val="both"/>
        <w:rPr>
          <w:b/>
          <w:bCs/>
        </w:rPr>
      </w:pPr>
      <w:r w:rsidRPr="00B11C1D">
        <w:rPr>
          <w:b/>
          <w:bCs/>
        </w:rPr>
        <w:t>General</w:t>
      </w:r>
    </w:p>
    <w:p w14:paraId="0084C34A"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1.</w:t>
      </w:r>
      <w:r w:rsidRPr="00F54F68">
        <w:tab/>
        <w:t>Make (trade name of manufacturer):</w:t>
      </w:r>
      <w:r w:rsidRPr="00F54F68">
        <w:tab/>
      </w:r>
    </w:p>
    <w:p w14:paraId="004494C6"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2.</w:t>
      </w:r>
      <w:r w:rsidRPr="00F54F68">
        <w:tab/>
        <w:t>Type and general commercial description(s):</w:t>
      </w:r>
      <w:r w:rsidRPr="00F54F68">
        <w:tab/>
      </w:r>
    </w:p>
    <w:p w14:paraId="620C2DD2"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3.</w:t>
      </w:r>
      <w:r w:rsidRPr="00F54F68">
        <w:tab/>
        <w:t>Means of identification of type, if marked on the vehicle:</w:t>
      </w:r>
      <w:r w:rsidRPr="00F54F68">
        <w:tab/>
      </w:r>
    </w:p>
    <w:p w14:paraId="0846B7FB"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4.</w:t>
      </w:r>
      <w:r w:rsidRPr="00F54F68">
        <w:tab/>
        <w:t>Location of that marking:</w:t>
      </w:r>
      <w:r w:rsidRPr="00F54F68">
        <w:tab/>
      </w:r>
    </w:p>
    <w:p w14:paraId="1C0CC85D"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5.</w:t>
      </w:r>
      <w:r w:rsidRPr="00F54F68">
        <w:tab/>
        <w:t>Category of vehicle:</w:t>
      </w:r>
      <w:r w:rsidRPr="00F54F68">
        <w:tab/>
      </w:r>
    </w:p>
    <w:p w14:paraId="316F69C2"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6.</w:t>
      </w:r>
      <w:r w:rsidRPr="00F54F68">
        <w:tab/>
        <w:t>Name and address of manufacturer:</w:t>
      </w:r>
      <w:r w:rsidRPr="00F54F68">
        <w:tab/>
      </w:r>
    </w:p>
    <w:p w14:paraId="1A390661"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7.</w:t>
      </w:r>
      <w:r w:rsidRPr="00F54F68">
        <w:tab/>
        <w:t>Address(es) of assembly plant(s):</w:t>
      </w:r>
      <w:r w:rsidRPr="00F54F68">
        <w:tab/>
      </w:r>
    </w:p>
    <w:p w14:paraId="18B674FB" w14:textId="77777777" w:rsidR="00F54F68" w:rsidRPr="00B11C1D" w:rsidRDefault="00F54F68" w:rsidP="00F54F68">
      <w:pPr>
        <w:spacing w:after="80"/>
        <w:ind w:left="1134" w:right="1134"/>
        <w:jc w:val="both"/>
        <w:rPr>
          <w:b/>
          <w:bCs/>
        </w:rPr>
      </w:pPr>
      <w:r w:rsidRPr="00B11C1D">
        <w:rPr>
          <w:b/>
          <w:bCs/>
        </w:rPr>
        <w:t>General construction characteristics of the vehicle</w:t>
      </w:r>
    </w:p>
    <w:p w14:paraId="2AB28E70"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8.</w:t>
      </w:r>
      <w:r w:rsidRPr="00F54F68">
        <w:tab/>
        <w:t>Photograph(s) and/or drawing(s) of a representative vehicle:</w:t>
      </w:r>
      <w:r w:rsidRPr="00F54F68">
        <w:tab/>
      </w:r>
    </w:p>
    <w:p w14:paraId="21C834F5" w14:textId="27AD87E5" w:rsidR="00F54F68" w:rsidRPr="00F54F68" w:rsidRDefault="00DF2CAD" w:rsidP="00F54F68">
      <w:pPr>
        <w:tabs>
          <w:tab w:val="left" w:pos="2268"/>
          <w:tab w:val="right" w:leader="dot" w:pos="8505"/>
          <w:tab w:val="right" w:leader="dot" w:pos="9639"/>
        </w:tabs>
        <w:spacing w:after="80"/>
        <w:ind w:left="1134" w:right="1134"/>
        <w:jc w:val="both"/>
      </w:pPr>
      <w:r>
        <w:t>9</w:t>
      </w:r>
      <w:r w:rsidR="00F54F68" w:rsidRPr="00F54F68">
        <w:t>.</w:t>
      </w:r>
      <w:r w:rsidR="00F54F68" w:rsidRPr="00F54F68">
        <w:tab/>
        <w:t>Driving position: left/right</w:t>
      </w:r>
      <w:r w:rsidR="00F54F68" w:rsidRPr="00F54F68">
        <w:rPr>
          <w:vertAlign w:val="superscript"/>
        </w:rPr>
        <w:t xml:space="preserve">1 </w:t>
      </w:r>
      <w:r w:rsidR="00F54F68" w:rsidRPr="00F54F68">
        <w:tab/>
      </w:r>
    </w:p>
    <w:p w14:paraId="18A450A8" w14:textId="7768AEFE" w:rsidR="00F54F68" w:rsidRPr="00F54F68" w:rsidRDefault="00DF2CAD" w:rsidP="00F54F68">
      <w:pPr>
        <w:tabs>
          <w:tab w:val="left" w:pos="2268"/>
          <w:tab w:val="right" w:leader="dot" w:pos="8505"/>
          <w:tab w:val="right" w:leader="dot" w:pos="9639"/>
        </w:tabs>
        <w:spacing w:after="80"/>
        <w:ind w:left="1134" w:right="1134"/>
        <w:jc w:val="both"/>
      </w:pPr>
      <w:r>
        <w:t>9</w:t>
      </w:r>
      <w:r w:rsidR="00F54F68" w:rsidRPr="00F54F68">
        <w:t>.1.</w:t>
      </w:r>
      <w:r w:rsidR="00F54F68" w:rsidRPr="00F54F68">
        <w:tab/>
        <w:t>The vehicle is equipped to be driven in right-hand/left hand traffic</w:t>
      </w:r>
      <w:r w:rsidR="00F54F68" w:rsidRPr="00F54F68">
        <w:rPr>
          <w:vertAlign w:val="superscript"/>
        </w:rPr>
        <w:t>1</w:t>
      </w:r>
      <w:r w:rsidR="00F54F68" w:rsidRPr="00F54F68">
        <w:tab/>
      </w:r>
    </w:p>
    <w:p w14:paraId="72B6F29A" w14:textId="3BA02D49" w:rsidR="00F54F68" w:rsidRPr="00F54F68" w:rsidRDefault="00DF2CAD" w:rsidP="00F54F68">
      <w:pPr>
        <w:tabs>
          <w:tab w:val="left" w:pos="2268"/>
          <w:tab w:val="right" w:leader="dot" w:pos="8505"/>
          <w:tab w:val="right" w:leader="dot" w:pos="9639"/>
        </w:tabs>
        <w:spacing w:after="80"/>
        <w:ind w:left="1134" w:right="1134"/>
        <w:jc w:val="both"/>
      </w:pPr>
      <w:r>
        <w:t>10</w:t>
      </w:r>
      <w:r w:rsidR="00F54F68" w:rsidRPr="00F54F68">
        <w:t>.</w:t>
      </w:r>
      <w:r w:rsidR="00F54F68" w:rsidRPr="00F54F68">
        <w:tab/>
        <w:t>Range of vehicle dimensions (overall):</w:t>
      </w:r>
      <w:r w:rsidR="00F54F68" w:rsidRPr="00F54F68">
        <w:tab/>
      </w:r>
    </w:p>
    <w:p w14:paraId="6F85F946" w14:textId="1CE012D1" w:rsidR="00F54F68" w:rsidRPr="00F54F68" w:rsidRDefault="00DF2CAD" w:rsidP="00F54F68">
      <w:pPr>
        <w:tabs>
          <w:tab w:val="left" w:pos="2268"/>
          <w:tab w:val="right" w:leader="dot" w:pos="8505"/>
          <w:tab w:val="right" w:leader="dot" w:pos="9639"/>
        </w:tabs>
        <w:spacing w:after="80"/>
        <w:ind w:left="1134" w:right="1134"/>
        <w:jc w:val="both"/>
      </w:pPr>
      <w:r>
        <w:t>10</w:t>
      </w:r>
      <w:r w:rsidR="00F54F68" w:rsidRPr="00F54F68">
        <w:t>.1</w:t>
      </w:r>
      <w:r w:rsidR="00F54F68" w:rsidRPr="00F54F68">
        <w:tab/>
        <w:t>For chassis without bodywork</w:t>
      </w:r>
      <w:r w:rsidR="00F54F68" w:rsidRPr="00F54F68">
        <w:tab/>
      </w:r>
    </w:p>
    <w:p w14:paraId="01B8F209" w14:textId="0B04891A" w:rsidR="00F54F68" w:rsidRPr="00F54F68" w:rsidRDefault="00DF2CAD" w:rsidP="00F54F68">
      <w:pPr>
        <w:tabs>
          <w:tab w:val="left" w:pos="2268"/>
          <w:tab w:val="right" w:leader="dot" w:pos="8505"/>
          <w:tab w:val="right" w:leader="dot" w:pos="9639"/>
        </w:tabs>
        <w:spacing w:after="80"/>
        <w:ind w:left="1134" w:right="1134"/>
        <w:jc w:val="both"/>
      </w:pPr>
      <w:r>
        <w:t>10</w:t>
      </w:r>
      <w:r w:rsidR="00F54F68" w:rsidRPr="00F54F68">
        <w:t>.1.1.</w:t>
      </w:r>
      <w:r w:rsidR="00F54F68" w:rsidRPr="00F54F68">
        <w:tab/>
        <w:t>Width:</w:t>
      </w:r>
      <w:r w:rsidR="00F54F68" w:rsidRPr="00F54F68">
        <w:rPr>
          <w:sz w:val="18"/>
          <w:vertAlign w:val="superscript"/>
        </w:rPr>
        <w:footnoteReference w:id="6"/>
      </w:r>
      <w:r w:rsidR="00F54F68" w:rsidRPr="00F54F68">
        <w:t xml:space="preserve"> </w:t>
      </w:r>
      <w:r w:rsidR="00F54F68" w:rsidRPr="00F54F68">
        <w:tab/>
      </w:r>
    </w:p>
    <w:p w14:paraId="2F2A03A2" w14:textId="1CAA21D9" w:rsidR="00F54F68" w:rsidRPr="00F54F68" w:rsidRDefault="00DF2CAD" w:rsidP="00F54F68">
      <w:pPr>
        <w:tabs>
          <w:tab w:val="left" w:pos="2268"/>
          <w:tab w:val="right" w:leader="dot" w:pos="8505"/>
          <w:tab w:val="right" w:leader="dot" w:pos="9639"/>
        </w:tabs>
        <w:spacing w:after="120"/>
        <w:ind w:left="1134" w:right="1134"/>
        <w:jc w:val="both"/>
      </w:pPr>
      <w:r>
        <w:t>10</w:t>
      </w:r>
      <w:r w:rsidR="00F54F68" w:rsidRPr="00F54F68">
        <w:t>.1.1.1.</w:t>
      </w:r>
      <w:r w:rsidR="00F54F68" w:rsidRPr="00F54F68">
        <w:tab/>
        <w:t xml:space="preserve">Maximum permissible width: </w:t>
      </w:r>
      <w:r w:rsidR="00F54F68" w:rsidRPr="00F54F68">
        <w:tab/>
      </w:r>
    </w:p>
    <w:p w14:paraId="79DA38D0" w14:textId="708C9268" w:rsidR="00F54F68" w:rsidRPr="00F54F68" w:rsidRDefault="00DF2CAD" w:rsidP="00F54F68">
      <w:pPr>
        <w:tabs>
          <w:tab w:val="left" w:pos="2268"/>
          <w:tab w:val="right" w:leader="dot" w:pos="8505"/>
          <w:tab w:val="right" w:leader="dot" w:pos="9639"/>
        </w:tabs>
        <w:spacing w:after="120"/>
        <w:ind w:left="1134" w:right="1134"/>
        <w:jc w:val="both"/>
      </w:pPr>
      <w:r>
        <w:t>10</w:t>
      </w:r>
      <w:r w:rsidR="00F54F68" w:rsidRPr="00F54F68">
        <w:t>.1.1.2.</w:t>
      </w:r>
      <w:r w:rsidR="00F54F68" w:rsidRPr="00F54F68">
        <w:tab/>
        <w:t xml:space="preserve">Minimum permissible width: </w:t>
      </w:r>
      <w:r w:rsidR="00F54F68" w:rsidRPr="00F54F68">
        <w:tab/>
      </w:r>
    </w:p>
    <w:p w14:paraId="43C28809" w14:textId="43072478" w:rsidR="00F54F68" w:rsidRPr="00F54F68" w:rsidRDefault="00DF2CAD" w:rsidP="00F54F68">
      <w:pPr>
        <w:tabs>
          <w:tab w:val="left" w:pos="2268"/>
          <w:tab w:val="right" w:leader="dot" w:pos="8505"/>
          <w:tab w:val="right" w:leader="dot" w:pos="9639"/>
        </w:tabs>
        <w:spacing w:after="120"/>
        <w:ind w:left="1134" w:right="1134"/>
        <w:jc w:val="both"/>
      </w:pPr>
      <w:r>
        <w:t>10</w:t>
      </w:r>
      <w:r w:rsidR="00F54F68" w:rsidRPr="00F54F68">
        <w:t>.2.</w:t>
      </w:r>
      <w:r w:rsidR="00F54F68" w:rsidRPr="00F54F68">
        <w:tab/>
        <w:t xml:space="preserve">For chassis with bodywork: </w:t>
      </w:r>
      <w:r w:rsidR="00F54F68" w:rsidRPr="00F54F68">
        <w:tab/>
      </w:r>
    </w:p>
    <w:p w14:paraId="18E9A082" w14:textId="4B043A29" w:rsidR="00F54F68" w:rsidRPr="00F54F68" w:rsidRDefault="00DF2CAD" w:rsidP="00F54F68">
      <w:pPr>
        <w:tabs>
          <w:tab w:val="left" w:pos="2268"/>
          <w:tab w:val="right" w:leader="dot" w:pos="8505"/>
          <w:tab w:val="right" w:leader="dot" w:pos="9639"/>
        </w:tabs>
        <w:spacing w:after="120"/>
        <w:ind w:left="1134" w:right="1134"/>
        <w:jc w:val="both"/>
      </w:pPr>
      <w:r>
        <w:t>10</w:t>
      </w:r>
      <w:r w:rsidR="00F54F68" w:rsidRPr="00F54F68">
        <w:t>.2.1.</w:t>
      </w:r>
      <w:r w:rsidR="00F54F68" w:rsidRPr="00F54F68">
        <w:tab/>
        <w:t>Width</w:t>
      </w:r>
      <w:r w:rsidR="00F54F68" w:rsidRPr="00F54F68">
        <w:rPr>
          <w:vertAlign w:val="superscript"/>
        </w:rPr>
        <w:t xml:space="preserve">2 </w:t>
      </w:r>
      <w:r w:rsidR="00F54F68" w:rsidRPr="00F54F68">
        <w:tab/>
      </w:r>
    </w:p>
    <w:p w14:paraId="55BF4988" w14:textId="0DA4B0F2" w:rsidR="00F54F68" w:rsidRPr="00F54F68" w:rsidRDefault="00DF2CAD" w:rsidP="00B11C1D">
      <w:pPr>
        <w:tabs>
          <w:tab w:val="left" w:pos="2268"/>
          <w:tab w:val="right" w:leader="dot" w:pos="8505"/>
          <w:tab w:val="right" w:leader="dot" w:pos="9639"/>
        </w:tabs>
        <w:spacing w:after="120"/>
        <w:ind w:left="1134" w:right="1134"/>
        <w:jc w:val="both"/>
      </w:pPr>
      <w:r>
        <w:t>11</w:t>
      </w:r>
      <w:r w:rsidR="00F54F68" w:rsidRPr="00F54F68">
        <w:t>.</w:t>
      </w:r>
      <w:r w:rsidR="00F54F68" w:rsidRPr="00F54F68">
        <w:tab/>
        <w:t>Bodywork</w:t>
      </w:r>
    </w:p>
    <w:p w14:paraId="2674C9FD" w14:textId="5F741A7A" w:rsidR="00F54F68" w:rsidRPr="00F54F68" w:rsidRDefault="00DF2CAD" w:rsidP="00F54F68">
      <w:pPr>
        <w:tabs>
          <w:tab w:val="left" w:pos="2268"/>
        </w:tabs>
        <w:spacing w:after="120"/>
        <w:ind w:left="1134" w:right="1134"/>
        <w:jc w:val="both"/>
      </w:pPr>
      <w:r>
        <w:t>11</w:t>
      </w:r>
      <w:r w:rsidR="00F54F68" w:rsidRPr="00F54F68">
        <w:t>.1.</w:t>
      </w:r>
      <w:r w:rsidR="00F54F68" w:rsidRPr="00F54F68">
        <w:tab/>
        <w:t>Devices for indirect vision</w:t>
      </w:r>
    </w:p>
    <w:p w14:paraId="6975B1BE" w14:textId="2771E769" w:rsidR="00F54F68" w:rsidRPr="00F54F68" w:rsidRDefault="00DF2CAD" w:rsidP="00F54F68">
      <w:pPr>
        <w:tabs>
          <w:tab w:val="left" w:pos="2268"/>
          <w:tab w:val="right" w:leader="dot" w:pos="8505"/>
          <w:tab w:val="right" w:leader="dot" w:pos="9639"/>
        </w:tabs>
        <w:spacing w:after="120"/>
        <w:ind w:left="1134" w:right="1134"/>
        <w:jc w:val="both"/>
      </w:pPr>
      <w:r>
        <w:lastRenderedPageBreak/>
        <w:t>11</w:t>
      </w:r>
      <w:r w:rsidR="00F54F68" w:rsidRPr="00F54F68">
        <w:t>.1.1.</w:t>
      </w:r>
      <w:r w:rsidR="00F54F68" w:rsidRPr="00F54F68">
        <w:tab/>
        <w:t>Mirrors</w:t>
      </w:r>
      <w:r w:rsidR="00F54F68" w:rsidRPr="00F54F68">
        <w:tab/>
      </w:r>
    </w:p>
    <w:p w14:paraId="6330C720" w14:textId="1A2246F0" w:rsidR="00F54F68" w:rsidRPr="00F54F68" w:rsidRDefault="00DF2CAD" w:rsidP="00F54F68">
      <w:pPr>
        <w:tabs>
          <w:tab w:val="left" w:pos="2268"/>
          <w:tab w:val="right" w:leader="dot" w:pos="8505"/>
          <w:tab w:val="right" w:leader="dot" w:pos="9639"/>
        </w:tabs>
        <w:spacing w:after="120"/>
        <w:ind w:left="2259" w:right="1134" w:hanging="1125"/>
        <w:jc w:val="both"/>
      </w:pPr>
      <w:r>
        <w:t>11</w:t>
      </w:r>
      <w:r w:rsidR="00F54F68" w:rsidRPr="00F54F68">
        <w:t>.1.1.1.</w:t>
      </w:r>
      <w:r w:rsidR="00F54F68" w:rsidRPr="00F54F68">
        <w:tab/>
        <w:t xml:space="preserve">Drawing(s) showing the position of the mirror relative to the vehicle structure: </w:t>
      </w:r>
      <w:r w:rsidR="00F54F68" w:rsidRPr="00F54F68">
        <w:tab/>
      </w:r>
    </w:p>
    <w:p w14:paraId="6153EF30" w14:textId="45B4B4BE" w:rsidR="00F54F68" w:rsidRPr="00F54F68" w:rsidRDefault="00DF2CAD" w:rsidP="00F54F68">
      <w:pPr>
        <w:tabs>
          <w:tab w:val="left" w:pos="2268"/>
          <w:tab w:val="right" w:leader="dot" w:pos="8505"/>
          <w:tab w:val="right" w:leader="dot" w:pos="9639"/>
        </w:tabs>
        <w:spacing w:after="120"/>
        <w:ind w:left="2259" w:right="1134" w:hanging="1125"/>
      </w:pPr>
      <w:r>
        <w:t>11</w:t>
      </w:r>
      <w:r w:rsidR="00F54F68" w:rsidRPr="00F54F68">
        <w:t>.1.1.2.</w:t>
      </w:r>
      <w:r w:rsidR="00F54F68" w:rsidRPr="00F54F68">
        <w:tab/>
        <w:t xml:space="preserve">Details of the method of attachment including that part </w:t>
      </w:r>
      <w:r w:rsidR="00F54F68" w:rsidRPr="00F54F68">
        <w:br/>
        <w:t>of the vehicle structure to which it is attached:</w:t>
      </w:r>
      <w:r w:rsidR="00F54F68" w:rsidRPr="00F54F68">
        <w:tab/>
      </w:r>
    </w:p>
    <w:p w14:paraId="6C0BF919" w14:textId="0C55A01F" w:rsidR="00F54F68" w:rsidRPr="00F54F68" w:rsidRDefault="00DF2CAD" w:rsidP="00F54F68">
      <w:pPr>
        <w:tabs>
          <w:tab w:val="left" w:pos="2268"/>
          <w:tab w:val="right" w:leader="dot" w:pos="8505"/>
          <w:tab w:val="right" w:leader="dot" w:pos="9639"/>
        </w:tabs>
        <w:spacing w:after="120"/>
        <w:ind w:left="1134" w:right="1134"/>
        <w:jc w:val="both"/>
      </w:pPr>
      <w:r>
        <w:t>11</w:t>
      </w:r>
      <w:r w:rsidR="00F54F68" w:rsidRPr="00F54F68">
        <w:t>.1.1.3.</w:t>
      </w:r>
      <w:r w:rsidR="00F54F68" w:rsidRPr="00F54F68">
        <w:tab/>
        <w:t xml:space="preserve">Optional equipment which may affect the rearward field of vision: </w:t>
      </w:r>
      <w:r w:rsidR="00F54F68" w:rsidRPr="00F54F68">
        <w:tab/>
      </w:r>
    </w:p>
    <w:p w14:paraId="22602D2B" w14:textId="4CB7FB9D" w:rsidR="00F54F68" w:rsidRPr="00F54F68" w:rsidRDefault="00DF2CAD" w:rsidP="00F54F68">
      <w:pPr>
        <w:tabs>
          <w:tab w:val="left" w:pos="2268"/>
          <w:tab w:val="right" w:leader="dot" w:pos="8505"/>
          <w:tab w:val="right" w:leader="dot" w:pos="9639"/>
        </w:tabs>
        <w:spacing w:after="120"/>
        <w:ind w:left="2268" w:right="1134" w:hanging="1134"/>
        <w:jc w:val="both"/>
      </w:pPr>
      <w:r>
        <w:t>11</w:t>
      </w:r>
      <w:r w:rsidR="00F54F68" w:rsidRPr="00F54F68">
        <w:t>.1.1.4.</w:t>
      </w:r>
      <w:r w:rsidR="00F54F68" w:rsidRPr="00F54F68">
        <w:tab/>
        <w:t xml:space="preserve">A brief description of the electronic components (if any) of the adjustment device: </w:t>
      </w:r>
      <w:r w:rsidR="00F54F68" w:rsidRPr="00F54F68">
        <w:tab/>
      </w:r>
    </w:p>
    <w:p w14:paraId="5EB1927A" w14:textId="32518298" w:rsidR="00F54F68" w:rsidRPr="00F54F68" w:rsidRDefault="00DF2CAD" w:rsidP="00F54F68">
      <w:pPr>
        <w:tabs>
          <w:tab w:val="left" w:pos="2268"/>
          <w:tab w:val="right" w:leader="dot" w:pos="8505"/>
          <w:tab w:val="right" w:leader="dot" w:pos="9639"/>
        </w:tabs>
        <w:spacing w:after="120"/>
        <w:ind w:left="2268" w:right="1134" w:hanging="1134"/>
        <w:jc w:val="both"/>
      </w:pPr>
      <w:r>
        <w:t>11</w:t>
      </w:r>
      <w:r w:rsidR="00F54F68" w:rsidRPr="00F54F68">
        <w:t>.1.2.</w:t>
      </w:r>
      <w:r w:rsidR="00F54F68" w:rsidRPr="00F54F68">
        <w:tab/>
        <w:t xml:space="preserve">Devices for indirect vision other than mirrors: </w:t>
      </w:r>
      <w:r w:rsidR="00F54F68" w:rsidRPr="00F54F68">
        <w:tab/>
      </w:r>
    </w:p>
    <w:p w14:paraId="5D4D3393" w14:textId="6A78A74E" w:rsidR="00F54F68" w:rsidRPr="00F54F68" w:rsidRDefault="00DF2CAD" w:rsidP="00F54F68">
      <w:pPr>
        <w:tabs>
          <w:tab w:val="left" w:pos="2268"/>
          <w:tab w:val="right" w:leader="dot" w:pos="8505"/>
          <w:tab w:val="right" w:leader="dot" w:pos="9639"/>
        </w:tabs>
        <w:spacing w:after="120"/>
        <w:ind w:left="2268" w:right="1134" w:hanging="1134"/>
        <w:jc w:val="both"/>
      </w:pPr>
      <w:r>
        <w:t>11</w:t>
      </w:r>
      <w:r w:rsidR="00F54F68" w:rsidRPr="00F54F68">
        <w:t>.1.2.1.</w:t>
      </w:r>
      <w:r w:rsidR="00F54F68" w:rsidRPr="00F54F68">
        <w:tab/>
        <w:t>Sufficiently detailed drawings with the installation instructions:</w:t>
      </w:r>
      <w:r w:rsidR="00F54F68" w:rsidRPr="00F54F68">
        <w:tab/>
      </w:r>
    </w:p>
    <w:p w14:paraId="75C085C3" w14:textId="168AF5DD" w:rsidR="00F54F68" w:rsidRPr="000B4DF2" w:rsidRDefault="00DF2CAD" w:rsidP="00F54F68">
      <w:pPr>
        <w:tabs>
          <w:tab w:val="left" w:pos="2268"/>
          <w:tab w:val="right" w:leader="dot" w:pos="8505"/>
          <w:tab w:val="right" w:leader="dot" w:pos="9639"/>
        </w:tabs>
        <w:spacing w:after="120"/>
        <w:ind w:left="2268" w:right="1134" w:hanging="1134"/>
        <w:jc w:val="both"/>
      </w:pPr>
      <w:r>
        <w:t>11</w:t>
      </w:r>
      <w:r w:rsidR="00F54F68" w:rsidRPr="00F54F68">
        <w:t>.1.2.2.</w:t>
      </w:r>
      <w:r w:rsidR="00F54F68" w:rsidRPr="00F54F68">
        <w:tab/>
        <w:t xml:space="preserve">In the case </w:t>
      </w:r>
      <w:r w:rsidR="00F54F68" w:rsidRPr="000B4DF2">
        <w:t xml:space="preserve">of </w:t>
      </w:r>
      <w:r w:rsidR="003F5B8D" w:rsidRPr="000B4DF2">
        <w:t>Rear-View Camera</w:t>
      </w:r>
      <w:r w:rsidR="00745F14">
        <w:t xml:space="preserve"> System</w:t>
      </w:r>
      <w:r w:rsidR="00F54F68" w:rsidRPr="000B4DF2">
        <w:t xml:space="preserve">: </w:t>
      </w:r>
      <w:r w:rsidR="00F54F68" w:rsidRPr="000B4DF2">
        <w:tab/>
      </w:r>
    </w:p>
    <w:p w14:paraId="75D8713D" w14:textId="6EA9E571" w:rsidR="00F54F68" w:rsidRPr="000B4DF2" w:rsidRDefault="00DF2CAD" w:rsidP="00F54F68">
      <w:pPr>
        <w:tabs>
          <w:tab w:val="left" w:pos="2268"/>
          <w:tab w:val="right" w:leader="dot" w:pos="8505"/>
          <w:tab w:val="right" w:leader="dot" w:pos="9639"/>
        </w:tabs>
        <w:spacing w:after="120"/>
        <w:ind w:left="2268" w:right="1134" w:hanging="1134"/>
        <w:jc w:val="both"/>
      </w:pPr>
      <w:r>
        <w:t>11</w:t>
      </w:r>
      <w:r w:rsidR="00F54F68" w:rsidRPr="000B4DF2">
        <w:t>.1.2.2.1.</w:t>
      </w:r>
      <w:r w:rsidR="00F54F68" w:rsidRPr="000B4DF2">
        <w:tab/>
        <w:t xml:space="preserve">Drawing(s)/photograph(s) showing the position of the camera(s) relative to the vehicle structure: </w:t>
      </w:r>
      <w:r w:rsidR="00F54F68" w:rsidRPr="000B4DF2">
        <w:tab/>
      </w:r>
    </w:p>
    <w:p w14:paraId="0B7D247A" w14:textId="0EDB5DEC" w:rsidR="00F54F68" w:rsidRPr="000B4DF2" w:rsidRDefault="00DF2CAD" w:rsidP="00F54F68">
      <w:pPr>
        <w:tabs>
          <w:tab w:val="left" w:pos="2268"/>
          <w:tab w:val="right" w:leader="dot" w:pos="8505"/>
          <w:tab w:val="right" w:leader="dot" w:pos="9639"/>
        </w:tabs>
        <w:spacing w:after="120"/>
        <w:ind w:left="2268" w:right="1134" w:hanging="1134"/>
        <w:jc w:val="both"/>
      </w:pPr>
      <w:r>
        <w:t>11</w:t>
      </w:r>
      <w:r w:rsidR="00F54F68" w:rsidRPr="000B4DF2">
        <w:t>.1.2.2.2.</w:t>
      </w:r>
      <w:r w:rsidR="00F54F68" w:rsidRPr="000B4DF2">
        <w:tab/>
        <w:t xml:space="preserve">Drawing(s)/photograph(s) showing the </w:t>
      </w:r>
      <w:r w:rsidR="00F54F68" w:rsidRPr="000B4DF2">
        <w:rPr>
          <w:bCs/>
          <w:iCs/>
        </w:rPr>
        <w:t xml:space="preserve">arrangement of the monitor(s) </w:t>
      </w:r>
      <w:r w:rsidR="00F54F68" w:rsidRPr="000B4DF2">
        <w:t xml:space="preserve">including surrounding interior parts: </w:t>
      </w:r>
      <w:r w:rsidR="00F54F68" w:rsidRPr="000B4DF2">
        <w:tab/>
      </w:r>
    </w:p>
    <w:p w14:paraId="5AED24C6" w14:textId="1E0D45C4" w:rsidR="00F54F68" w:rsidRPr="000B4DF2" w:rsidRDefault="00DF2CAD" w:rsidP="00F54F68">
      <w:pPr>
        <w:tabs>
          <w:tab w:val="left" w:pos="2268"/>
          <w:tab w:val="right" w:leader="dot" w:pos="8505"/>
          <w:tab w:val="right" w:leader="dot" w:pos="9639"/>
        </w:tabs>
        <w:spacing w:after="120"/>
        <w:ind w:left="2268" w:right="1134" w:hanging="1134"/>
        <w:jc w:val="both"/>
      </w:pPr>
      <w:r>
        <w:t>11</w:t>
      </w:r>
      <w:r w:rsidR="00F54F68" w:rsidRPr="000B4DF2">
        <w:t>.1.2.2.3.</w:t>
      </w:r>
      <w:r w:rsidR="00F54F68" w:rsidRPr="000B4DF2">
        <w:tab/>
        <w:t xml:space="preserve">Drawing(s)/photograph(s) showing the drivers view onto the </w:t>
      </w:r>
      <w:r w:rsidR="00F54F68" w:rsidRPr="000B4DF2">
        <w:rPr>
          <w:bCs/>
          <w:iCs/>
        </w:rPr>
        <w:t>monitor(s)</w:t>
      </w:r>
      <w:r w:rsidR="00F54F68" w:rsidRPr="000B4DF2">
        <w:t xml:space="preserve">: </w:t>
      </w:r>
      <w:r w:rsidR="00F54F68" w:rsidRPr="000B4DF2">
        <w:tab/>
      </w:r>
    </w:p>
    <w:p w14:paraId="56A8B292" w14:textId="1B6E4E3C" w:rsidR="00F54F68" w:rsidRPr="000B4DF2" w:rsidRDefault="00DF2CAD" w:rsidP="00F54F68">
      <w:pPr>
        <w:tabs>
          <w:tab w:val="left" w:pos="2268"/>
          <w:tab w:val="right" w:leader="dot" w:pos="8505"/>
          <w:tab w:val="right" w:leader="dot" w:pos="9639"/>
        </w:tabs>
        <w:spacing w:after="120"/>
        <w:ind w:left="2268" w:right="1134" w:hanging="1134"/>
        <w:jc w:val="both"/>
      </w:pPr>
      <w:r>
        <w:t>11</w:t>
      </w:r>
      <w:r w:rsidR="00F54F68" w:rsidRPr="000B4DF2">
        <w:t>.1.2.2.4.</w:t>
      </w:r>
      <w:r w:rsidR="00F54F68" w:rsidRPr="000B4DF2">
        <w:tab/>
        <w:t xml:space="preserve">Drawing(s)/photograph(s) showing the setup and monitor image of the required field of view: </w:t>
      </w:r>
      <w:r w:rsidR="00F54F68" w:rsidRPr="000B4DF2">
        <w:tab/>
      </w:r>
    </w:p>
    <w:p w14:paraId="20D7616F" w14:textId="6C06D2E9" w:rsidR="00F54F68" w:rsidRPr="000B4DF2" w:rsidRDefault="00DF2CAD" w:rsidP="00F54F68">
      <w:pPr>
        <w:tabs>
          <w:tab w:val="left" w:pos="2268"/>
          <w:tab w:val="right" w:leader="dot" w:pos="8505"/>
          <w:tab w:val="right" w:leader="dot" w:pos="9639"/>
        </w:tabs>
        <w:spacing w:after="120"/>
        <w:ind w:left="2268" w:right="1134" w:hanging="1134"/>
        <w:jc w:val="both"/>
      </w:pPr>
      <w:r>
        <w:t>11</w:t>
      </w:r>
      <w:r w:rsidR="00F54F68" w:rsidRPr="000B4DF2">
        <w:t>.1.2.2.5.</w:t>
      </w:r>
      <w:r w:rsidR="00F54F68" w:rsidRPr="000B4DF2">
        <w:tab/>
        <w:t xml:space="preserve">Details of the method of attachment of the </w:t>
      </w:r>
      <w:r w:rsidR="003F5B8D" w:rsidRPr="000B4DF2">
        <w:t>Rear-View Camera</w:t>
      </w:r>
      <w:r w:rsidR="00F54F68" w:rsidRPr="000B4DF2">
        <w:t xml:space="preserve"> </w:t>
      </w:r>
      <w:r w:rsidR="00745F14">
        <w:t xml:space="preserve">System </w:t>
      </w:r>
      <w:r w:rsidR="00F54F68" w:rsidRPr="000B4DF2">
        <w:t xml:space="preserve">including that part of the vehicle structure to which it is attached: </w:t>
      </w:r>
      <w:r w:rsidR="00F54F68" w:rsidRPr="000B4DF2">
        <w:tab/>
      </w:r>
    </w:p>
    <w:p w14:paraId="01C1A35D" w14:textId="31FB1702" w:rsidR="00F54F68" w:rsidRPr="00F54F68" w:rsidRDefault="00DF2CAD" w:rsidP="00F54F68">
      <w:pPr>
        <w:tabs>
          <w:tab w:val="left" w:pos="2268"/>
          <w:tab w:val="right" w:leader="dot" w:pos="8505"/>
          <w:tab w:val="right" w:leader="dot" w:pos="9639"/>
        </w:tabs>
        <w:spacing w:after="120"/>
        <w:ind w:left="2268" w:right="1134" w:hanging="1134"/>
        <w:jc w:val="both"/>
      </w:pPr>
      <w:r>
        <w:t>11</w:t>
      </w:r>
      <w:r w:rsidR="00F54F68" w:rsidRPr="000B4DF2">
        <w:t>.1.2.2.6.</w:t>
      </w:r>
      <w:r w:rsidR="00F54F68" w:rsidRPr="000B4DF2">
        <w:tab/>
        <w:t xml:space="preserve">Optional equipment which may affect the rearward field of vision: </w:t>
      </w:r>
      <w:r w:rsidR="00F54F68" w:rsidRPr="00F54F68">
        <w:tab/>
      </w:r>
    </w:p>
    <w:p w14:paraId="7CA4D78F" w14:textId="2A5421D9" w:rsidR="00F54F68" w:rsidRPr="00F54F68" w:rsidRDefault="00DF2CAD" w:rsidP="00F54F68">
      <w:pPr>
        <w:tabs>
          <w:tab w:val="left" w:pos="2268"/>
          <w:tab w:val="right" w:leader="dot" w:pos="8505"/>
          <w:tab w:val="right" w:leader="dot" w:pos="9639"/>
        </w:tabs>
        <w:spacing w:after="120"/>
        <w:ind w:left="2268" w:right="1134" w:hanging="1134"/>
        <w:jc w:val="both"/>
      </w:pPr>
      <w:r>
        <w:t>11</w:t>
      </w:r>
      <w:r w:rsidR="00F54F68" w:rsidRPr="00F54F68">
        <w:t>.1.2.2.7.</w:t>
      </w:r>
      <w:r w:rsidR="00F54F68" w:rsidRPr="00F54F68">
        <w:tab/>
        <w:t xml:space="preserve">A brief description of the electronic components (if any) of the adjustment device: </w:t>
      </w:r>
      <w:r w:rsidR="00F54F68" w:rsidRPr="00F54F68">
        <w:tab/>
      </w:r>
    </w:p>
    <w:p w14:paraId="5AEE92AB" w14:textId="5CD61440" w:rsidR="00F54F68" w:rsidRPr="000B4DF2" w:rsidRDefault="00DF2CAD" w:rsidP="00F54F68">
      <w:pPr>
        <w:tabs>
          <w:tab w:val="left" w:pos="2268"/>
          <w:tab w:val="right" w:leader="dot" w:pos="8505"/>
          <w:tab w:val="right" w:leader="dot" w:pos="9639"/>
        </w:tabs>
        <w:spacing w:after="120"/>
        <w:ind w:left="2268" w:right="1134" w:hanging="1134"/>
        <w:jc w:val="both"/>
      </w:pPr>
      <w:r>
        <w:t>11</w:t>
      </w:r>
      <w:r w:rsidR="00F54F68" w:rsidRPr="00F54F68">
        <w:t>.1.2.2.8.</w:t>
      </w:r>
      <w:r w:rsidR="00F54F68" w:rsidRPr="00F54F68">
        <w:tab/>
        <w:t xml:space="preserve">A technical specification and operator's </w:t>
      </w:r>
      <w:r w:rsidR="00F54F68" w:rsidRPr="000B4DF2">
        <w:t xml:space="preserve">manual of the </w:t>
      </w:r>
      <w:r w:rsidR="003F5B8D" w:rsidRPr="000B4DF2">
        <w:t>Rear-View Camera</w:t>
      </w:r>
      <w:r w:rsidR="00745F14">
        <w:t xml:space="preserve"> System</w:t>
      </w:r>
      <w:r w:rsidR="00F54F68" w:rsidRPr="000B4DF2">
        <w:t xml:space="preserve">: </w:t>
      </w:r>
      <w:r w:rsidR="00F54F68" w:rsidRPr="000B4DF2">
        <w:tab/>
      </w:r>
    </w:p>
    <w:p w14:paraId="0D7D957F" w14:textId="77777777" w:rsidR="00F54F68" w:rsidRPr="00F54F68" w:rsidRDefault="00F54F68" w:rsidP="00F54F68">
      <w:pPr>
        <w:tabs>
          <w:tab w:val="right" w:pos="1200"/>
        </w:tabs>
        <w:spacing w:line="220" w:lineRule="exact"/>
        <w:ind w:left="1695" w:right="1134" w:hanging="1695"/>
        <w:rPr>
          <w:sz w:val="18"/>
        </w:rPr>
      </w:pPr>
    </w:p>
    <w:p w14:paraId="25DCE7C7" w14:textId="77777777" w:rsidR="00F54F68" w:rsidRPr="00F54F68" w:rsidRDefault="00F54F68" w:rsidP="00F54F68">
      <w:pPr>
        <w:tabs>
          <w:tab w:val="right" w:pos="1200"/>
        </w:tabs>
        <w:spacing w:line="220" w:lineRule="exact"/>
        <w:ind w:left="1695" w:right="1134" w:hanging="1695"/>
        <w:rPr>
          <w:sz w:val="18"/>
        </w:rPr>
        <w:sectPr w:rsidR="00F54F68" w:rsidRPr="00F54F68" w:rsidSect="00A076A9">
          <w:headerReference w:type="even" r:id="rId22"/>
          <w:footerReference w:type="even" r:id="rId23"/>
          <w:footerReference w:type="default" r:id="rId24"/>
          <w:pgSz w:w="11906" w:h="16838" w:code="9"/>
          <w:pgMar w:top="1418" w:right="1134" w:bottom="1134" w:left="1134" w:header="851" w:footer="567" w:gutter="0"/>
          <w:cols w:space="720"/>
          <w:docGrid w:linePitch="272"/>
        </w:sectPr>
      </w:pPr>
    </w:p>
    <w:p w14:paraId="26B49170" w14:textId="77777777" w:rsidR="00F54F68" w:rsidRPr="00A076A9" w:rsidRDefault="00F54F68" w:rsidP="00F54F68">
      <w:pPr>
        <w:pStyle w:val="HChG"/>
        <w:rPr>
          <w:lang w:val="fr-CH"/>
        </w:rPr>
      </w:pPr>
      <w:bookmarkStart w:id="42" w:name="_Toc437351633"/>
      <w:r w:rsidRPr="00A076A9">
        <w:rPr>
          <w:lang w:val="fr-CH"/>
        </w:rPr>
        <w:lastRenderedPageBreak/>
        <w:t>Annex 3</w:t>
      </w:r>
      <w:bookmarkEnd w:id="42"/>
    </w:p>
    <w:p w14:paraId="783C4ED9" w14:textId="77777777" w:rsidR="00F54F68" w:rsidRPr="00A076A9" w:rsidRDefault="00F54F68" w:rsidP="00A658D2">
      <w:pPr>
        <w:pStyle w:val="HChG"/>
        <w:rPr>
          <w:lang w:val="fr-CH"/>
        </w:rPr>
      </w:pPr>
      <w:r w:rsidRPr="00A076A9">
        <w:rPr>
          <w:lang w:val="fr-CH"/>
        </w:rPr>
        <w:tab/>
      </w:r>
      <w:r w:rsidRPr="00A076A9">
        <w:rPr>
          <w:lang w:val="fr-CH"/>
        </w:rPr>
        <w:tab/>
      </w:r>
      <w:bookmarkStart w:id="43" w:name="_Toc437351634"/>
      <w:r w:rsidRPr="00A658D2">
        <w:t>Communication</w:t>
      </w:r>
      <w:bookmarkEnd w:id="43"/>
    </w:p>
    <w:p w14:paraId="3CA9E0E1" w14:textId="77777777" w:rsidR="00F54F68" w:rsidRPr="00A076A9" w:rsidRDefault="00F54F68" w:rsidP="00F54F68">
      <w:pPr>
        <w:spacing w:after="120"/>
        <w:ind w:left="1134" w:right="1134"/>
        <w:jc w:val="both"/>
        <w:rPr>
          <w:lang w:val="fr-CH"/>
        </w:rPr>
      </w:pPr>
      <w:r w:rsidRPr="00A076A9">
        <w:rPr>
          <w:lang w:val="fr-CH"/>
        </w:rPr>
        <w:t>(Maximum format: A4 (210 x 297 mm))</w:t>
      </w:r>
    </w:p>
    <w:p w14:paraId="5C24EFED" w14:textId="77777777" w:rsidR="00F54F68" w:rsidRPr="00F54F68" w:rsidRDefault="00F54F68" w:rsidP="00F54F68">
      <w:pPr>
        <w:ind w:left="1134"/>
      </w:pPr>
      <w:r w:rsidRPr="00F54F68">
        <w:rPr>
          <w:noProof/>
          <w:lang w:val="en-US" w:eastAsia="ja-JP"/>
        </w:rPr>
        <mc:AlternateContent>
          <mc:Choice Requires="wps">
            <w:drawing>
              <wp:anchor distT="0" distB="0" distL="114300" distR="114300" simplePos="0" relativeHeight="251653120" behindDoc="0" locked="0" layoutInCell="1" allowOverlap="1" wp14:anchorId="03D43083" wp14:editId="60437D1E">
                <wp:simplePos x="0" y="0"/>
                <wp:positionH relativeFrom="column">
                  <wp:posOffset>1716405</wp:posOffset>
                </wp:positionH>
                <wp:positionV relativeFrom="paragraph">
                  <wp:posOffset>138430</wp:posOffset>
                </wp:positionV>
                <wp:extent cx="3841750"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7C557"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63FA5AAB"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16753794"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29E1D9FF"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43083" id="_x0000_t202" coordsize="21600,21600" o:spt="202" path="m,l,21600r21600,l21600,xe">
                <v:stroke joinstyle="miter"/>
                <v:path gradientshapeok="t" o:connecttype="rect"/>
              </v:shapetype>
              <v:shape id="Text Box 5" o:spid="_x0000_s1026" type="#_x0000_t202" style="position:absolute;left:0;text-align:left;margin-left:135.15pt;margin-top:10.9pt;width:302.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" stroked="f">
                <v:textbox>
                  <w:txbxContent>
                    <w:p w14:paraId="0D17C557"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63FA5AAB"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16753794"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29E1D9FF"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en-US" w:eastAsia="ja-JP"/>
        </w:rPr>
        <mc:AlternateContent>
          <mc:Choice Requires="wps">
            <w:drawing>
              <wp:anchor distT="0" distB="0" distL="114300" distR="114300" simplePos="0" relativeHeight="251657216" behindDoc="0" locked="0" layoutInCell="1" allowOverlap="1" wp14:anchorId="3B844E34" wp14:editId="1905C7C0">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13C5D6D6" w14:textId="77777777" w:rsidR="00AC6F01" w:rsidRPr="00A658D2" w:rsidRDefault="00AC6F01" w:rsidP="00F54F68">
                            <w:pPr>
                              <w:jc w:val="center"/>
                              <w:rPr>
                                <w:rFonts w:eastAsia="Arial Unicode MS"/>
                                <w:bCs/>
                                <w:color w:val="FFFFFF" w:themeColor="background1"/>
                                <w:w w:val="80"/>
                                <w:sz w:val="28"/>
                                <w:szCs w:val="28"/>
                                <w:vertAlign w:val="superscript"/>
                              </w:rPr>
                            </w:pPr>
                            <w:r w:rsidRPr="00A658D2">
                              <w:rPr>
                                <w:rFonts w:eastAsia="Arial Unicode MS"/>
                                <w:bCs/>
                                <w:color w:val="FFFFFF" w:themeColor="background1"/>
                                <w:w w:val="80"/>
                                <w:sz w:val="28"/>
                                <w:szCs w:val="28"/>
                                <w:vertAlign w:val="superscript"/>
                              </w:rPr>
                              <w:t>1</w:t>
                            </w:r>
                          </w:p>
                          <w:p w14:paraId="27CF92BB" w14:textId="77777777" w:rsidR="00AC6F01" w:rsidRPr="004508D9" w:rsidRDefault="00AC6F01" w:rsidP="00F54F68">
                            <w:pPr>
                              <w:rPr>
                                <w:rFonts w:eastAsia="Arial Unicode MS"/>
                                <w:sz w:val="16"/>
                                <w:szCs w:val="16"/>
                              </w:rPr>
                            </w:pPr>
                            <w:r>
                              <w:rPr>
                                <w:rFonts w:eastAsia="Arial Unicode MS"/>
                                <w:noProof/>
                                <w:sz w:val="16"/>
                                <w:szCs w:val="16"/>
                                <w:lang w:val="en-US" w:eastAsia="ja-JP"/>
                              </w:rPr>
                              <w:drawing>
                                <wp:inline distT="0" distB="0" distL="0" distR="0" wp14:anchorId="755A8B35" wp14:editId="2D9B65AB">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44E34" id="Text Box 319" o:spid="_x0000_s1027" type="#_x0000_t202" style="position:absolute;left:0;text-align:left;margin-left:100.3pt;margin-top:19.4pt;width:20.5pt;height: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" stroked="f" strokecolor="white">
                <v:textbox inset="0,0,0,0">
                  <w:txbxContent>
                    <w:p w14:paraId="13C5D6D6" w14:textId="77777777" w:rsidR="00AC6F01" w:rsidRPr="00A658D2" w:rsidRDefault="00AC6F01" w:rsidP="00F54F68">
                      <w:pPr>
                        <w:jc w:val="center"/>
                        <w:rPr>
                          <w:rFonts w:eastAsia="Arial Unicode MS"/>
                          <w:bCs/>
                          <w:color w:val="FFFFFF" w:themeColor="background1"/>
                          <w:w w:val="80"/>
                          <w:sz w:val="28"/>
                          <w:szCs w:val="28"/>
                          <w:vertAlign w:val="superscript"/>
                        </w:rPr>
                      </w:pPr>
                      <w:r w:rsidRPr="00A658D2">
                        <w:rPr>
                          <w:rFonts w:eastAsia="Arial Unicode MS"/>
                          <w:bCs/>
                          <w:color w:val="FFFFFF" w:themeColor="background1"/>
                          <w:w w:val="80"/>
                          <w:sz w:val="28"/>
                          <w:szCs w:val="28"/>
                          <w:vertAlign w:val="superscript"/>
                        </w:rPr>
                        <w:t>1</w:t>
                      </w:r>
                    </w:p>
                    <w:p w14:paraId="27CF92BB" w14:textId="77777777" w:rsidR="00AC6F01" w:rsidRPr="004508D9" w:rsidRDefault="00AC6F01" w:rsidP="00F54F68">
                      <w:pPr>
                        <w:rPr>
                          <w:rFonts w:eastAsia="Arial Unicode MS"/>
                          <w:sz w:val="16"/>
                          <w:szCs w:val="16"/>
                        </w:rPr>
                      </w:pPr>
                      <w:r>
                        <w:rPr>
                          <w:rFonts w:eastAsia="Arial Unicode MS"/>
                          <w:noProof/>
                          <w:sz w:val="16"/>
                          <w:szCs w:val="16"/>
                          <w:lang w:val="en-US" w:eastAsia="ja-JP"/>
                        </w:rPr>
                        <w:drawing>
                          <wp:inline distT="0" distB="0" distL="0" distR="0" wp14:anchorId="755A8B35" wp14:editId="2D9B65AB">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en-US" w:eastAsia="ja-JP"/>
        </w:rPr>
        <w:drawing>
          <wp:inline distT="0" distB="0" distL="0" distR="0" wp14:anchorId="1952CDD2" wp14:editId="18AEA751">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7"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10154F49" w14:textId="77777777" w:rsidR="00F54F68" w:rsidRPr="00A076A9" w:rsidRDefault="00F54F68" w:rsidP="00F54F68">
      <w:pPr>
        <w:ind w:left="1134"/>
        <w:rPr>
          <w:color w:val="FFFFFF" w:themeColor="background1"/>
        </w:rPr>
      </w:pPr>
      <w:r w:rsidRPr="00A076A9">
        <w:rPr>
          <w:color w:val="FFFFFF" w:themeColor="background1"/>
          <w:sz w:val="18"/>
          <w:vertAlign w:val="superscript"/>
        </w:rPr>
        <w:footnoteReference w:id="7"/>
      </w:r>
    </w:p>
    <w:p w14:paraId="1C8F647C" w14:textId="15209D86" w:rsidR="00F54F68" w:rsidRPr="00F54F68" w:rsidRDefault="00F54F68" w:rsidP="00A658D2">
      <w:pPr>
        <w:ind w:left="1134" w:right="1134"/>
        <w:jc w:val="both"/>
      </w:pPr>
      <w:r w:rsidRPr="00F54F68">
        <w:t>Concerning:</w:t>
      </w:r>
      <w:r w:rsidRPr="00F54F68">
        <w:rPr>
          <w:sz w:val="18"/>
          <w:vertAlign w:val="superscript"/>
        </w:rPr>
        <w:footnoteReference w:id="8"/>
      </w:r>
      <w:r w:rsidRPr="00F54F68">
        <w:tab/>
      </w:r>
      <w:r w:rsidRPr="00F54F68">
        <w:tab/>
        <w:t>Approval granted</w:t>
      </w:r>
    </w:p>
    <w:p w14:paraId="440EAF08" w14:textId="77777777" w:rsidR="00F54F68" w:rsidRPr="00F54F68" w:rsidRDefault="00F54F68" w:rsidP="00F54F68">
      <w:pPr>
        <w:ind w:left="2268" w:right="1134" w:firstLine="567"/>
        <w:jc w:val="both"/>
      </w:pPr>
      <w:r w:rsidRPr="00F54F68">
        <w:t>Approval extended</w:t>
      </w:r>
    </w:p>
    <w:p w14:paraId="025D926A" w14:textId="77777777" w:rsidR="00F54F68" w:rsidRPr="00F54F68" w:rsidRDefault="00F54F68" w:rsidP="00F54F68">
      <w:pPr>
        <w:ind w:left="2268" w:right="1134" w:firstLine="567"/>
        <w:jc w:val="both"/>
      </w:pPr>
      <w:r w:rsidRPr="00F54F68">
        <w:t>Approval refused</w:t>
      </w:r>
    </w:p>
    <w:p w14:paraId="5AC68B14" w14:textId="77777777" w:rsidR="00F54F68" w:rsidRPr="00F54F68" w:rsidRDefault="00F54F68" w:rsidP="00F54F68">
      <w:pPr>
        <w:ind w:left="2268" w:right="1134" w:firstLine="567"/>
        <w:jc w:val="both"/>
      </w:pPr>
      <w:r w:rsidRPr="00F54F68">
        <w:t>Approval withdrawn</w:t>
      </w:r>
    </w:p>
    <w:p w14:paraId="0DD25C4E" w14:textId="77777777" w:rsidR="00F54F68" w:rsidRPr="00F54F68" w:rsidRDefault="00F54F68" w:rsidP="00F54F68">
      <w:pPr>
        <w:spacing w:after="120"/>
        <w:ind w:left="2268" w:right="1134" w:firstLine="567"/>
        <w:jc w:val="both"/>
      </w:pPr>
      <w:r w:rsidRPr="00F54F68">
        <w:t>Production definitively discontinued</w:t>
      </w:r>
    </w:p>
    <w:p w14:paraId="5A2BE53D" w14:textId="78A44303" w:rsidR="00F54F68" w:rsidRPr="00F54F68" w:rsidRDefault="00F54F68" w:rsidP="00F54F68">
      <w:pPr>
        <w:spacing w:after="120"/>
        <w:ind w:left="1134" w:right="1134"/>
        <w:jc w:val="both"/>
      </w:pPr>
      <w:r w:rsidRPr="00F54F68">
        <w:t xml:space="preserve">of a type of device for indirect vision pursuant to </w:t>
      </w:r>
      <w:r w:rsidR="00FF629A">
        <w:t>UN Regulation</w:t>
      </w:r>
      <w:r w:rsidRPr="00F54F68">
        <w:t xml:space="preserve"> No.</w:t>
      </w:r>
      <w:r w:rsidR="00B11C1D">
        <w:t xml:space="preserve"> </w:t>
      </w:r>
      <w:r w:rsidR="008D0995">
        <w:t>[</w:t>
      </w:r>
      <w:r w:rsidR="00B11C1D">
        <w:t>XXX</w:t>
      </w:r>
      <w:r w:rsidR="008D0995">
        <w:t>]</w:t>
      </w:r>
    </w:p>
    <w:p w14:paraId="61064B3F" w14:textId="77777777" w:rsidR="00F54F68" w:rsidRPr="00F54F68" w:rsidRDefault="00F54F68" w:rsidP="00F54F68">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t xml:space="preserve">Extension No. </w:t>
      </w:r>
      <w:r w:rsidRPr="00F54F68">
        <w:tab/>
      </w:r>
    </w:p>
    <w:p w14:paraId="498193EA"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w:t>
      </w:r>
      <w:r w:rsidRPr="00F54F68">
        <w:tab/>
        <w:t xml:space="preserve">Trade name or mark of device: </w:t>
      </w:r>
      <w:r w:rsidRPr="00F54F68">
        <w:tab/>
      </w:r>
    </w:p>
    <w:p w14:paraId="0B1464A8"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2.</w:t>
      </w:r>
      <w:r w:rsidRPr="00F54F68">
        <w:tab/>
        <w:t>Manufacturer's name for the type of device:</w:t>
      </w:r>
      <w:r w:rsidRPr="00F54F68">
        <w:tab/>
      </w:r>
    </w:p>
    <w:p w14:paraId="2866430B"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3.</w:t>
      </w:r>
      <w:r w:rsidRPr="00F54F68">
        <w:tab/>
        <w:t>Manufacturer's name and address:</w:t>
      </w:r>
      <w:r w:rsidRPr="00F54F68">
        <w:tab/>
      </w:r>
    </w:p>
    <w:p w14:paraId="7626D7CE"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4.</w:t>
      </w:r>
      <w:r w:rsidRPr="00F54F68">
        <w:tab/>
        <w:t>If applicable, name and address of manufacturer's representative:</w:t>
      </w:r>
      <w:r w:rsidRPr="00F54F68">
        <w:tab/>
      </w:r>
    </w:p>
    <w:p w14:paraId="4B31FFBC"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5.</w:t>
      </w:r>
      <w:r w:rsidRPr="00F54F68">
        <w:tab/>
        <w:t>Submitted for approval on:</w:t>
      </w:r>
      <w:r w:rsidRPr="00F54F68">
        <w:tab/>
      </w:r>
    </w:p>
    <w:p w14:paraId="582C998D"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6.</w:t>
      </w:r>
      <w:r w:rsidRPr="00F54F68">
        <w:tab/>
        <w:t>Technical Service responsible for conducting approval tests:</w:t>
      </w:r>
      <w:r w:rsidRPr="00F54F68">
        <w:tab/>
      </w:r>
    </w:p>
    <w:p w14:paraId="420B9049"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7.</w:t>
      </w:r>
      <w:r w:rsidRPr="00F54F68">
        <w:tab/>
        <w:t>Date of report issued by that Service</w:t>
      </w:r>
      <w:r w:rsidRPr="00F54F68">
        <w:tab/>
      </w:r>
    </w:p>
    <w:p w14:paraId="50AB2718"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8.</w:t>
      </w:r>
      <w:r w:rsidRPr="00F54F68">
        <w:tab/>
        <w:t>Number of report issued by that Service</w:t>
      </w:r>
      <w:r w:rsidRPr="00F54F68">
        <w:tab/>
      </w:r>
    </w:p>
    <w:p w14:paraId="5107B71C" w14:textId="77777777" w:rsidR="00F54F68" w:rsidRPr="000B4DF2" w:rsidRDefault="00F54F68" w:rsidP="00F54F68">
      <w:pPr>
        <w:tabs>
          <w:tab w:val="left" w:pos="1700"/>
          <w:tab w:val="right" w:leader="dot" w:pos="8505"/>
          <w:tab w:val="right" w:leader="dot" w:pos="9639"/>
        </w:tabs>
        <w:spacing w:after="120" w:line="240" w:lineRule="auto"/>
        <w:ind w:left="1134" w:right="1134"/>
        <w:jc w:val="both"/>
      </w:pPr>
      <w:r w:rsidRPr="00F54F68">
        <w:t>9.</w:t>
      </w:r>
      <w:r w:rsidRPr="00F54F68">
        <w:tab/>
        <w:t xml:space="preserve">Brief description </w:t>
      </w:r>
      <w:r w:rsidRPr="000B4DF2">
        <w:tab/>
      </w:r>
    </w:p>
    <w:p w14:paraId="30087C86" w14:textId="1BD3D2C3" w:rsidR="00F54F68" w:rsidRPr="000B4DF2" w:rsidRDefault="00F54F68" w:rsidP="00F54F68">
      <w:pPr>
        <w:tabs>
          <w:tab w:val="left" w:pos="1700"/>
          <w:tab w:val="right" w:leader="dot" w:pos="8505"/>
          <w:tab w:val="right" w:leader="dot" w:pos="9639"/>
        </w:tabs>
        <w:spacing w:after="120" w:line="240" w:lineRule="auto"/>
        <w:ind w:left="1134" w:right="1134"/>
        <w:jc w:val="both"/>
      </w:pPr>
      <w:r w:rsidRPr="000B4DF2">
        <w:tab/>
        <w:t xml:space="preserve">Identification of the device: mirror, </w:t>
      </w:r>
      <w:r w:rsidR="003F5B8D" w:rsidRPr="000B4DF2">
        <w:t>Rear-View Camera</w:t>
      </w:r>
      <w:r w:rsidR="00745F14">
        <w:t xml:space="preserve"> System</w:t>
      </w:r>
      <w:r w:rsidRPr="000B4DF2">
        <w:t>, other device</w:t>
      </w:r>
      <w:r w:rsidRPr="000B4DF2">
        <w:rPr>
          <w:vertAlign w:val="superscript"/>
        </w:rPr>
        <w:t>2</w:t>
      </w:r>
    </w:p>
    <w:p w14:paraId="53EEDC89" w14:textId="1851E2E3" w:rsidR="00F54F68" w:rsidRPr="00F54F68" w:rsidRDefault="00F54F68" w:rsidP="00F54F68">
      <w:pPr>
        <w:tabs>
          <w:tab w:val="left" w:pos="1700"/>
          <w:tab w:val="right" w:leader="dot" w:pos="8505"/>
          <w:tab w:val="right" w:leader="dot" w:pos="9639"/>
        </w:tabs>
        <w:spacing w:after="120" w:line="240" w:lineRule="auto"/>
        <w:ind w:left="1134" w:right="1134"/>
        <w:jc w:val="both"/>
      </w:pPr>
      <w:r w:rsidRPr="000B4DF2">
        <w:tab/>
        <w:t>Device for close-proximity rear</w:t>
      </w:r>
      <w:r w:rsidR="00311E9D">
        <w:t>-</w:t>
      </w:r>
      <w:r w:rsidRPr="000B4DF2">
        <w:t>view</w:t>
      </w:r>
      <w:r w:rsidRPr="000B4DF2">
        <w:rPr>
          <w:vertAlign w:val="superscript"/>
        </w:rPr>
        <w:t>2</w:t>
      </w:r>
      <w:r w:rsidRPr="000B4DF2">
        <w:t> </w:t>
      </w:r>
      <w:r w:rsidRPr="00F54F68">
        <w:tab/>
      </w:r>
    </w:p>
    <w:p w14:paraId="0D8F5A46"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10.</w:t>
      </w:r>
      <w:r w:rsidRPr="00F54F68">
        <w:tab/>
        <w:t>Position of the approval mark:</w:t>
      </w:r>
      <w:r w:rsidRPr="00F54F68">
        <w:tab/>
      </w:r>
    </w:p>
    <w:p w14:paraId="4F86F57D"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11.</w:t>
      </w:r>
      <w:r w:rsidRPr="00F54F68">
        <w:tab/>
        <w:t>Reason(s) for extension (if applicable):</w:t>
      </w:r>
      <w:r w:rsidRPr="00F54F68">
        <w:tab/>
      </w:r>
    </w:p>
    <w:p w14:paraId="07848FE2"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12.</w:t>
      </w:r>
      <w:r w:rsidRPr="00F54F68">
        <w:tab/>
        <w:t>Approval granted/refused/extended/withdrawn:</w:t>
      </w:r>
      <w:r w:rsidRPr="00F54F68">
        <w:rPr>
          <w:vertAlign w:val="superscript"/>
        </w:rPr>
        <w:t>2</w:t>
      </w:r>
    </w:p>
    <w:p w14:paraId="039091EB"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13.</w:t>
      </w:r>
      <w:r w:rsidRPr="00F54F68">
        <w:tab/>
        <w:t>Place:</w:t>
      </w:r>
      <w:r w:rsidRPr="00F54F68">
        <w:tab/>
      </w:r>
    </w:p>
    <w:p w14:paraId="5C3A9C6B"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14.</w:t>
      </w:r>
      <w:r w:rsidRPr="00F54F68">
        <w:tab/>
        <w:t>Date:</w:t>
      </w:r>
      <w:r w:rsidRPr="00F54F68">
        <w:tab/>
      </w:r>
    </w:p>
    <w:p w14:paraId="4F8F899D"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15.</w:t>
      </w:r>
      <w:r w:rsidRPr="00F54F68">
        <w:tab/>
        <w:t>Signature:</w:t>
      </w:r>
      <w:r w:rsidRPr="00F54F68">
        <w:tab/>
      </w:r>
    </w:p>
    <w:p w14:paraId="509F3695" w14:textId="77777777" w:rsidR="00F54F68" w:rsidRPr="00F54F68" w:rsidRDefault="00F54F68" w:rsidP="00F54F68">
      <w:pPr>
        <w:tabs>
          <w:tab w:val="left" w:pos="1700"/>
          <w:tab w:val="right" w:leader="dot" w:pos="8505"/>
          <w:tab w:val="right" w:leader="dot" w:pos="9639"/>
        </w:tabs>
        <w:spacing w:after="120" w:line="240" w:lineRule="auto"/>
        <w:ind w:left="1689" w:right="1133" w:hanging="555"/>
        <w:jc w:val="both"/>
      </w:pPr>
      <w:r w:rsidRPr="00F54F68">
        <w:t>16.</w:t>
      </w:r>
      <w:r w:rsidRPr="00F54F68">
        <w:tab/>
        <w:t>The list of documents deposited with the Type Approval Authority which has granted approval is annexed to this communication and may be obtained on request.</w:t>
      </w:r>
    </w:p>
    <w:p w14:paraId="06FDD736" w14:textId="77777777" w:rsidR="00F54F68" w:rsidRPr="00F54F68" w:rsidRDefault="00F54F68" w:rsidP="00F54F68">
      <w:pPr>
        <w:tabs>
          <w:tab w:val="left" w:pos="1700"/>
          <w:tab w:val="right" w:leader="dot" w:pos="8505"/>
          <w:tab w:val="right" w:leader="dot" w:pos="9639"/>
        </w:tabs>
        <w:spacing w:after="120"/>
        <w:ind w:left="1689" w:right="1134" w:hanging="555"/>
        <w:jc w:val="both"/>
        <w:sectPr w:rsidR="00F54F68" w:rsidRPr="00F54F68" w:rsidSect="00A658D2">
          <w:headerReference w:type="even" r:id="rId28"/>
          <w:pgSz w:w="11906" w:h="16838" w:code="9"/>
          <w:pgMar w:top="1418" w:right="1134" w:bottom="1134" w:left="1134" w:header="851" w:footer="567" w:gutter="0"/>
          <w:cols w:space="720"/>
        </w:sectPr>
      </w:pPr>
    </w:p>
    <w:p w14:paraId="5335E75E" w14:textId="77777777" w:rsidR="00F54F68" w:rsidRPr="00A076A9" w:rsidRDefault="00F54F68" w:rsidP="00F54F68">
      <w:pPr>
        <w:pStyle w:val="HChG"/>
        <w:rPr>
          <w:lang w:val="fr-CH"/>
        </w:rPr>
      </w:pPr>
      <w:bookmarkStart w:id="44" w:name="_Toc437351635"/>
      <w:r w:rsidRPr="00A076A9">
        <w:rPr>
          <w:lang w:val="fr-CH"/>
        </w:rPr>
        <w:lastRenderedPageBreak/>
        <w:t>Annex 4</w:t>
      </w:r>
      <w:bookmarkEnd w:id="44"/>
    </w:p>
    <w:p w14:paraId="55F9D631" w14:textId="77777777" w:rsidR="00F54F68" w:rsidRPr="00A076A9" w:rsidRDefault="00F54F68" w:rsidP="00F54F68">
      <w:pPr>
        <w:pStyle w:val="HChG"/>
        <w:rPr>
          <w:lang w:val="fr-CH"/>
        </w:rPr>
      </w:pPr>
      <w:r w:rsidRPr="00A076A9">
        <w:rPr>
          <w:lang w:val="fr-CH"/>
        </w:rPr>
        <w:tab/>
      </w:r>
      <w:r w:rsidRPr="00A076A9">
        <w:rPr>
          <w:lang w:val="fr-CH"/>
        </w:rPr>
        <w:tab/>
      </w:r>
      <w:bookmarkStart w:id="45" w:name="_Toc437351636"/>
      <w:r w:rsidRPr="00A076A9">
        <w:rPr>
          <w:lang w:val="fr-CH"/>
        </w:rPr>
        <w:t>Communication</w:t>
      </w:r>
      <w:bookmarkEnd w:id="45"/>
    </w:p>
    <w:p w14:paraId="6C9AF5DB" w14:textId="77777777" w:rsidR="00F54F68" w:rsidRPr="00A076A9" w:rsidRDefault="00F54F68" w:rsidP="00F54F68">
      <w:pPr>
        <w:spacing w:after="120"/>
        <w:ind w:left="1134" w:right="1134"/>
        <w:jc w:val="both"/>
        <w:rPr>
          <w:lang w:val="fr-CH"/>
        </w:rPr>
      </w:pPr>
      <w:r w:rsidRPr="00A076A9">
        <w:rPr>
          <w:lang w:val="fr-CH"/>
        </w:rPr>
        <w:t>(Maximum format: A4 (210 x 297 mm))</w:t>
      </w:r>
    </w:p>
    <w:p w14:paraId="0FD6CD85" w14:textId="77777777" w:rsidR="00F54F68" w:rsidRPr="00F54F68" w:rsidRDefault="00F54F68" w:rsidP="00F54F68">
      <w:pPr>
        <w:ind w:left="1100"/>
      </w:pPr>
      <w:r w:rsidRPr="00F54F68">
        <w:rPr>
          <w:noProof/>
          <w:lang w:val="en-US" w:eastAsia="ja-JP"/>
        </w:rPr>
        <mc:AlternateContent>
          <mc:Choice Requires="wps">
            <w:drawing>
              <wp:anchor distT="0" distB="0" distL="114300" distR="114300" simplePos="0" relativeHeight="251654144" behindDoc="0" locked="0" layoutInCell="1" allowOverlap="1" wp14:anchorId="2FFE3A66" wp14:editId="47132921">
                <wp:simplePos x="0" y="0"/>
                <wp:positionH relativeFrom="column">
                  <wp:posOffset>1710690</wp:posOffset>
                </wp:positionH>
                <wp:positionV relativeFrom="paragraph">
                  <wp:posOffset>138430</wp:posOffset>
                </wp:positionV>
                <wp:extent cx="3847465" cy="964565"/>
                <wp:effectExtent l="0" t="0" r="0" b="0"/>
                <wp:wrapNone/>
                <wp:docPr id="12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7465"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81CE0"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r>
                            <w:r>
                              <w:rPr>
                                <w:lang w:val="en-US"/>
                              </w:rPr>
                              <w:tab/>
                              <w:t>Name of administration:</w:t>
                            </w:r>
                          </w:p>
                          <w:p w14:paraId="0F98895B"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9DA2293"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06D5C48"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E3A66" id="Text Box 6" o:spid="_x0000_s1028" type="#_x0000_t202" style="position:absolute;left:0;text-align:left;margin-left:134.7pt;margin-top:10.9pt;width:302.95pt;height:75.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ztohQIAABk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" stroked="f">
                <v:textbox>
                  <w:txbxContent>
                    <w:p w14:paraId="3D981CE0"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r>
                      <w:r>
                        <w:rPr>
                          <w:lang w:val="en-US"/>
                        </w:rPr>
                        <w:tab/>
                        <w:t>Name of administration:</w:t>
                      </w:r>
                    </w:p>
                    <w:p w14:paraId="0F98895B"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9DA2293"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06D5C48" w14:textId="77777777" w:rsidR="00AC6F01" w:rsidRDefault="00AC6F01"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en-US" w:eastAsia="ja-JP"/>
        </w:rPr>
        <mc:AlternateContent>
          <mc:Choice Requires="wps">
            <w:drawing>
              <wp:anchor distT="0" distB="0" distL="114300" distR="114300" simplePos="0" relativeHeight="251658240" behindDoc="0" locked="0" layoutInCell="1" allowOverlap="1" wp14:anchorId="451DBB2B" wp14:editId="20A234D8">
                <wp:simplePos x="0" y="0"/>
                <wp:positionH relativeFrom="column">
                  <wp:posOffset>1296670</wp:posOffset>
                </wp:positionH>
                <wp:positionV relativeFrom="paragraph">
                  <wp:posOffset>240030</wp:posOffset>
                </wp:positionV>
                <wp:extent cx="260350" cy="273050"/>
                <wp:effectExtent l="0" t="0" r="0" b="0"/>
                <wp:wrapNone/>
                <wp:docPr id="1227"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0E3406A" w14:textId="77777777" w:rsidR="00AC6F01" w:rsidRPr="00A658D2" w:rsidRDefault="00AC6F01" w:rsidP="00F54F68">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492ADD1A" w14:textId="77777777" w:rsidR="00AC6F01" w:rsidRPr="004508D9" w:rsidRDefault="00AC6F01" w:rsidP="00F54F68">
                            <w:pPr>
                              <w:rPr>
                                <w:rFonts w:eastAsia="Arial Unicode MS"/>
                                <w:sz w:val="16"/>
                                <w:szCs w:val="16"/>
                              </w:rPr>
                            </w:pPr>
                            <w:r>
                              <w:rPr>
                                <w:rFonts w:eastAsia="Arial Unicode MS"/>
                                <w:noProof/>
                                <w:sz w:val="16"/>
                                <w:szCs w:val="16"/>
                                <w:lang w:val="en-US" w:eastAsia="ja-JP"/>
                              </w:rPr>
                              <w:drawing>
                                <wp:inline distT="0" distB="0" distL="0" distR="0" wp14:anchorId="6796E758" wp14:editId="23360CC9">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DBB2B" id="Text Box 320" o:spid="_x0000_s1029" type="#_x0000_t202" style="position:absolute;left:0;text-align:left;margin-left:102.1pt;margin-top:18.9pt;width:20.5pt;height: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QmegIAAAo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" stroked="f" strokecolor="white">
                <v:textbox inset="0,0,0,0">
                  <w:txbxContent>
                    <w:p w14:paraId="20E3406A" w14:textId="77777777" w:rsidR="00AC6F01" w:rsidRPr="00A658D2" w:rsidRDefault="00AC6F01" w:rsidP="00F54F68">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492ADD1A" w14:textId="77777777" w:rsidR="00AC6F01" w:rsidRPr="004508D9" w:rsidRDefault="00AC6F01" w:rsidP="00F54F68">
                      <w:pPr>
                        <w:rPr>
                          <w:rFonts w:eastAsia="Arial Unicode MS"/>
                          <w:sz w:val="16"/>
                          <w:szCs w:val="16"/>
                        </w:rPr>
                      </w:pPr>
                      <w:r>
                        <w:rPr>
                          <w:rFonts w:eastAsia="Arial Unicode MS"/>
                          <w:noProof/>
                          <w:sz w:val="16"/>
                          <w:szCs w:val="16"/>
                          <w:lang w:val="en-US" w:eastAsia="ja-JP"/>
                        </w:rPr>
                        <w:drawing>
                          <wp:inline distT="0" distB="0" distL="0" distR="0" wp14:anchorId="6796E758" wp14:editId="23360CC9">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en-US" w:eastAsia="ja-JP"/>
        </w:rPr>
        <w:drawing>
          <wp:inline distT="0" distB="0" distL="0" distR="0" wp14:anchorId="09D1FC3E" wp14:editId="57C68BB9">
            <wp:extent cx="990600" cy="9239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9"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23925"/>
                    </a:xfrm>
                    <a:prstGeom prst="rect">
                      <a:avLst/>
                    </a:prstGeom>
                    <a:noFill/>
                    <a:ln>
                      <a:noFill/>
                    </a:ln>
                  </pic:spPr>
                </pic:pic>
              </a:graphicData>
            </a:graphic>
          </wp:inline>
        </w:drawing>
      </w:r>
    </w:p>
    <w:p w14:paraId="3E971DA4" w14:textId="77777777" w:rsidR="00F54F68" w:rsidRPr="00A076A9" w:rsidRDefault="00F54F68" w:rsidP="00F54F68">
      <w:pPr>
        <w:rPr>
          <w:color w:val="FFFFFF" w:themeColor="background1"/>
        </w:rPr>
      </w:pPr>
      <w:r w:rsidRPr="00A076A9">
        <w:rPr>
          <w:color w:val="FFFFFF" w:themeColor="background1"/>
          <w:sz w:val="18"/>
          <w:vertAlign w:val="superscript"/>
        </w:rPr>
        <w:footnoteReference w:id="9"/>
      </w:r>
    </w:p>
    <w:p w14:paraId="4658EA81" w14:textId="3C03A4DA" w:rsidR="00F54F68" w:rsidRPr="00F54F68" w:rsidRDefault="00F54F68" w:rsidP="00A658D2">
      <w:pPr>
        <w:ind w:left="1134" w:right="1134"/>
        <w:jc w:val="both"/>
      </w:pPr>
      <w:r w:rsidRPr="00F54F68">
        <w:t>Concerning:</w:t>
      </w:r>
      <w:r w:rsidRPr="00F54F68">
        <w:rPr>
          <w:sz w:val="18"/>
          <w:vertAlign w:val="superscript"/>
        </w:rPr>
        <w:footnoteReference w:id="10"/>
      </w:r>
      <w:r w:rsidRPr="00F54F68">
        <w:tab/>
      </w:r>
      <w:r w:rsidRPr="00F54F68">
        <w:tab/>
        <w:t>Approval granted</w:t>
      </w:r>
    </w:p>
    <w:p w14:paraId="5C292D1B" w14:textId="77777777" w:rsidR="00F54F68" w:rsidRPr="00F54F68" w:rsidRDefault="00F54F68" w:rsidP="00F54F68">
      <w:pPr>
        <w:ind w:left="2268" w:right="1134" w:firstLine="567"/>
        <w:jc w:val="both"/>
      </w:pPr>
      <w:r w:rsidRPr="00F54F68">
        <w:t>Approval extended</w:t>
      </w:r>
    </w:p>
    <w:p w14:paraId="32B44145" w14:textId="77777777" w:rsidR="00F54F68" w:rsidRPr="00F54F68" w:rsidRDefault="00F54F68" w:rsidP="00F54F68">
      <w:pPr>
        <w:ind w:left="2268" w:right="1134" w:firstLine="567"/>
        <w:jc w:val="both"/>
      </w:pPr>
      <w:r w:rsidRPr="00F54F68">
        <w:t>Approval refused</w:t>
      </w:r>
    </w:p>
    <w:p w14:paraId="4838D373" w14:textId="77777777" w:rsidR="00F54F68" w:rsidRPr="00F54F68" w:rsidRDefault="00F54F68" w:rsidP="00F54F68">
      <w:pPr>
        <w:ind w:left="2268" w:right="1134" w:firstLine="567"/>
        <w:jc w:val="both"/>
      </w:pPr>
      <w:r w:rsidRPr="00F54F68">
        <w:t>Approval withdrawn</w:t>
      </w:r>
    </w:p>
    <w:p w14:paraId="4714C562" w14:textId="77777777" w:rsidR="00F54F68" w:rsidRPr="00F54F68" w:rsidRDefault="00F54F68" w:rsidP="00F54F68">
      <w:pPr>
        <w:spacing w:after="120"/>
        <w:ind w:left="2268" w:right="1134" w:firstLine="567"/>
        <w:jc w:val="both"/>
      </w:pPr>
      <w:r w:rsidRPr="00F54F68">
        <w:t>Production definitively discontinued</w:t>
      </w:r>
    </w:p>
    <w:p w14:paraId="02E51BF1" w14:textId="156AEF54" w:rsidR="00F54F68" w:rsidRPr="00F54F68" w:rsidRDefault="00F54F68" w:rsidP="00F54F68">
      <w:pPr>
        <w:spacing w:after="120"/>
        <w:ind w:left="1134" w:right="1134"/>
        <w:jc w:val="both"/>
      </w:pPr>
      <w:r w:rsidRPr="00F54F68">
        <w:t xml:space="preserve">of a type of vehicle with regard to the mounting of devices for indirect vision pursuant to </w:t>
      </w:r>
      <w:r w:rsidR="00FF629A">
        <w:t>UN Regulation</w:t>
      </w:r>
      <w:r w:rsidRPr="00F54F68">
        <w:t xml:space="preserve"> No. </w:t>
      </w:r>
      <w:r w:rsidR="00680B35">
        <w:t xml:space="preserve"> [XXX]</w:t>
      </w:r>
    </w:p>
    <w:p w14:paraId="2A6DB023" w14:textId="77777777" w:rsidR="00F54F68" w:rsidRPr="00F54F68" w:rsidRDefault="00F54F68" w:rsidP="00F54F68">
      <w:pPr>
        <w:tabs>
          <w:tab w:val="left" w:leader="dot" w:pos="4536"/>
          <w:tab w:val="left" w:pos="5103"/>
          <w:tab w:val="left" w:leader="dot" w:pos="8505"/>
        </w:tabs>
        <w:spacing w:after="120"/>
        <w:ind w:left="1134" w:right="1134"/>
        <w:jc w:val="both"/>
      </w:pPr>
      <w:r w:rsidRPr="00F54F68">
        <w:t xml:space="preserve">Approval number: </w:t>
      </w:r>
      <w:r w:rsidRPr="00F54F68">
        <w:tab/>
      </w:r>
      <w:r w:rsidRPr="00F54F68">
        <w:tab/>
        <w:t xml:space="preserve">Extension No.: </w:t>
      </w:r>
      <w:r w:rsidRPr="00F54F68">
        <w:tab/>
      </w:r>
    </w:p>
    <w:p w14:paraId="4D0B0269"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w:t>
      </w:r>
      <w:r w:rsidRPr="00F54F68">
        <w:tab/>
        <w:t xml:space="preserve">Make (trade name of manufacturer): </w:t>
      </w:r>
      <w:r w:rsidRPr="00F54F68">
        <w:tab/>
      </w:r>
    </w:p>
    <w:p w14:paraId="3A6862D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2.</w:t>
      </w:r>
      <w:r w:rsidRPr="00F54F68">
        <w:tab/>
        <w:t>Type and general commercial description(s)</w:t>
      </w:r>
      <w:r w:rsidRPr="00F54F68">
        <w:tab/>
      </w:r>
    </w:p>
    <w:p w14:paraId="51A5A7A1"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3.</w:t>
      </w:r>
      <w:r w:rsidRPr="00F54F68">
        <w:tab/>
        <w:t>Means of identification of type, if marked on the vehicle:</w:t>
      </w:r>
      <w:r w:rsidRPr="00F54F68">
        <w:tab/>
      </w:r>
    </w:p>
    <w:p w14:paraId="5B1CA22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3.1.</w:t>
      </w:r>
      <w:r w:rsidRPr="00F54F68">
        <w:tab/>
        <w:t>Location of that marking:</w:t>
      </w:r>
      <w:r w:rsidRPr="00F54F68">
        <w:tab/>
      </w:r>
    </w:p>
    <w:p w14:paraId="74869E9E" w14:textId="334B2542" w:rsidR="00F54F68" w:rsidRPr="00F54F68" w:rsidRDefault="00F54F68" w:rsidP="00F54F68">
      <w:pPr>
        <w:tabs>
          <w:tab w:val="left" w:pos="1700"/>
          <w:tab w:val="right" w:leader="dot" w:pos="8505"/>
          <w:tab w:val="right" w:leader="dot" w:pos="9639"/>
        </w:tabs>
        <w:spacing w:after="100"/>
        <w:ind w:left="1134" w:right="1134"/>
        <w:jc w:val="both"/>
      </w:pPr>
      <w:r w:rsidRPr="00F54F68">
        <w:t>4.</w:t>
      </w:r>
      <w:r w:rsidRPr="00F54F68">
        <w:tab/>
        <w:t>Category of vehicle: (M</w:t>
      </w:r>
      <w:r w:rsidRPr="00F54F68">
        <w:rPr>
          <w:vertAlign w:val="subscript"/>
        </w:rPr>
        <w:t>1</w:t>
      </w:r>
      <w:r w:rsidRPr="00F54F68">
        <w:t>, M</w:t>
      </w:r>
      <w:r w:rsidRPr="00F54F68">
        <w:rPr>
          <w:vertAlign w:val="subscript"/>
        </w:rPr>
        <w:t>2</w:t>
      </w:r>
      <w:r w:rsidRPr="00F54F68">
        <w:t>, M</w:t>
      </w:r>
      <w:r w:rsidRPr="00F54F68">
        <w:rPr>
          <w:vertAlign w:val="subscript"/>
        </w:rPr>
        <w:t>3</w:t>
      </w:r>
      <w:r w:rsidRPr="00F54F68">
        <w:t>, N</w:t>
      </w:r>
      <w:r w:rsidRPr="00F54F68">
        <w:rPr>
          <w:vertAlign w:val="subscript"/>
        </w:rPr>
        <w:t>1</w:t>
      </w:r>
      <w:r w:rsidRPr="00F54F68">
        <w:t>, N</w:t>
      </w:r>
      <w:r w:rsidRPr="00F54F68">
        <w:rPr>
          <w:vertAlign w:val="subscript"/>
        </w:rPr>
        <w:t>2</w:t>
      </w:r>
      <w:r w:rsidRPr="00F54F68">
        <w:t>, N</w:t>
      </w:r>
      <w:r w:rsidRPr="00F54F68">
        <w:rPr>
          <w:vertAlign w:val="subscript"/>
        </w:rPr>
        <w:t>3</w:t>
      </w:r>
      <w:r w:rsidRPr="00F54F68">
        <w:t>)</w:t>
      </w:r>
      <w:r w:rsidRPr="00F54F68">
        <w:rPr>
          <w:vertAlign w:val="superscript"/>
        </w:rPr>
        <w:t>2</w:t>
      </w:r>
    </w:p>
    <w:p w14:paraId="6B80006B"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5.</w:t>
      </w:r>
      <w:r w:rsidRPr="00F54F68">
        <w:tab/>
        <w:t>Name and address of manufacturer:</w:t>
      </w:r>
      <w:r w:rsidRPr="00F54F68">
        <w:tab/>
      </w:r>
    </w:p>
    <w:p w14:paraId="289CEDCD"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6.</w:t>
      </w:r>
      <w:r w:rsidRPr="00F54F68">
        <w:tab/>
        <w:t>Address(es) of the production plant(s)</w:t>
      </w:r>
      <w:r w:rsidRPr="00F54F68">
        <w:tab/>
      </w:r>
    </w:p>
    <w:p w14:paraId="275B9EBA"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7.</w:t>
      </w:r>
      <w:r w:rsidRPr="00F54F68">
        <w:tab/>
        <w:t>Additional information: (where applicable). See appendix</w:t>
      </w:r>
    </w:p>
    <w:p w14:paraId="00E50377"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8.</w:t>
      </w:r>
      <w:r w:rsidRPr="00F54F68">
        <w:tab/>
        <w:t>Technical Service responsible for carrying out the tests:</w:t>
      </w:r>
      <w:r w:rsidRPr="00F54F68">
        <w:tab/>
      </w:r>
    </w:p>
    <w:p w14:paraId="6CC2A10D"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9.</w:t>
      </w:r>
      <w:r w:rsidRPr="00F54F68">
        <w:tab/>
        <w:t>Date of test report:</w:t>
      </w:r>
      <w:r w:rsidRPr="00F54F68">
        <w:tab/>
      </w:r>
    </w:p>
    <w:p w14:paraId="01A9721A"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10.</w:t>
      </w:r>
      <w:r w:rsidRPr="00F54F68">
        <w:tab/>
        <w:t>Number of test report:</w:t>
      </w:r>
      <w:r w:rsidRPr="00F54F68">
        <w:tab/>
      </w:r>
    </w:p>
    <w:p w14:paraId="5C8B108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11.</w:t>
      </w:r>
      <w:r w:rsidRPr="00F54F68">
        <w:tab/>
        <w:t>Remarks: (if any).  See appendix</w:t>
      </w:r>
    </w:p>
    <w:p w14:paraId="5E0711D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12.</w:t>
      </w:r>
      <w:r w:rsidRPr="00F54F68">
        <w:tab/>
        <w:t>Place:</w:t>
      </w:r>
      <w:r w:rsidRPr="00F54F68">
        <w:tab/>
      </w:r>
    </w:p>
    <w:p w14:paraId="504567BC"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13.</w:t>
      </w:r>
      <w:r w:rsidRPr="00F54F68">
        <w:tab/>
        <w:t>Date:</w:t>
      </w:r>
      <w:r w:rsidRPr="00F54F68">
        <w:tab/>
      </w:r>
    </w:p>
    <w:p w14:paraId="11A97B54"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14.</w:t>
      </w:r>
      <w:r w:rsidRPr="00F54F68">
        <w:tab/>
        <w:t>Signature:</w:t>
      </w:r>
      <w:r w:rsidRPr="00F54F68">
        <w:tab/>
      </w:r>
    </w:p>
    <w:p w14:paraId="2DED0BCD" w14:textId="77777777" w:rsidR="00F54F68" w:rsidRPr="00F54F68" w:rsidRDefault="00F54F68" w:rsidP="00F54F68">
      <w:pPr>
        <w:tabs>
          <w:tab w:val="left" w:pos="1700"/>
        </w:tabs>
        <w:ind w:left="1690" w:right="1134" w:hanging="556"/>
        <w:jc w:val="both"/>
        <w:sectPr w:rsidR="00F54F68" w:rsidRPr="00F54F68" w:rsidSect="00A658D2">
          <w:headerReference w:type="even" r:id="rId30"/>
          <w:type w:val="continuous"/>
          <w:pgSz w:w="11906" w:h="16838" w:code="9"/>
          <w:pgMar w:top="1418" w:right="1134" w:bottom="1134" w:left="1134" w:header="851" w:footer="567" w:gutter="0"/>
          <w:paperSrc w:first="7" w:other="7"/>
          <w:cols w:space="720"/>
        </w:sectPr>
      </w:pPr>
      <w:r w:rsidRPr="00F54F68">
        <w:t>15.</w:t>
      </w:r>
      <w:r w:rsidRPr="00F54F68">
        <w:tab/>
        <w:t>The index to the information package lodged with the Type Approval Authority, which may be obtained on request is attached.</w:t>
      </w:r>
      <w:r w:rsidRPr="00F54F68">
        <w:tab/>
      </w:r>
    </w:p>
    <w:p w14:paraId="79EA797B" w14:textId="77777777" w:rsidR="00F54F68" w:rsidRPr="00F54F68" w:rsidRDefault="00F54F68" w:rsidP="00F54F68">
      <w:pPr>
        <w:pStyle w:val="HChG"/>
      </w:pPr>
      <w:bookmarkStart w:id="46" w:name="_Toc437351637"/>
      <w:r w:rsidRPr="00F54F68">
        <w:lastRenderedPageBreak/>
        <w:t>Annex 4 – Appendix</w:t>
      </w:r>
      <w:bookmarkEnd w:id="46"/>
    </w:p>
    <w:p w14:paraId="334364DC" w14:textId="0F9C370B" w:rsidR="00F54F68" w:rsidRPr="00F54F68" w:rsidRDefault="00F54F68" w:rsidP="00F54F68">
      <w:pPr>
        <w:tabs>
          <w:tab w:val="left" w:pos="8505"/>
        </w:tabs>
        <w:spacing w:after="120"/>
        <w:ind w:left="1134" w:right="1133"/>
        <w:jc w:val="both"/>
      </w:pPr>
      <w:r w:rsidRPr="00F54F68">
        <w:t xml:space="preserve">Appendix to type approval communication form No. ……… concerning the type approval of a vehicle with regard to the mounting of devices for reversing motion under </w:t>
      </w:r>
      <w:r w:rsidR="00FF629A">
        <w:t>UN Regulation</w:t>
      </w:r>
      <w:r w:rsidRPr="00F54F68">
        <w:t xml:space="preserve"> No.</w:t>
      </w:r>
      <w:r w:rsidR="004156AC">
        <w:t xml:space="preserve"> [</w:t>
      </w:r>
      <w:r w:rsidRPr="00F54F68">
        <w:t>XXX</w:t>
      </w:r>
      <w:r w:rsidR="004156AC">
        <w:t>]</w:t>
      </w:r>
      <w:r w:rsidRPr="00F54F68">
        <w:t>.</w:t>
      </w:r>
    </w:p>
    <w:p w14:paraId="3B812B75" w14:textId="77777777" w:rsidR="00F54F68" w:rsidRPr="00F54F68" w:rsidRDefault="00F54F68" w:rsidP="00F54F68">
      <w:pPr>
        <w:tabs>
          <w:tab w:val="left" w:pos="1700"/>
          <w:tab w:val="right" w:leader="dot" w:pos="8505"/>
          <w:tab w:val="right" w:leader="dot" w:pos="9639"/>
        </w:tabs>
        <w:spacing w:after="120"/>
        <w:ind w:left="1689" w:right="1134" w:hanging="555"/>
      </w:pPr>
      <w:r w:rsidRPr="00F54F68">
        <w:t>1.</w:t>
      </w:r>
      <w:r w:rsidRPr="00F54F68">
        <w:tab/>
        <w:t xml:space="preserve">Trade name or mark of mirrors and supplementary devices for indirect vision and component type-approval number: </w:t>
      </w:r>
      <w:r w:rsidRPr="00F54F68">
        <w:tab/>
      </w:r>
    </w:p>
    <w:p w14:paraId="656CF1AE" w14:textId="2ED64DB3" w:rsidR="00F54F68" w:rsidRPr="00F54F68" w:rsidRDefault="00F54F68" w:rsidP="00F54F68">
      <w:pPr>
        <w:tabs>
          <w:tab w:val="left" w:pos="1700"/>
          <w:tab w:val="right" w:leader="dot" w:pos="8505"/>
          <w:tab w:val="right" w:leader="dot" w:pos="9639"/>
        </w:tabs>
        <w:spacing w:after="120"/>
        <w:ind w:left="1689" w:right="1134" w:hanging="555"/>
        <w:jc w:val="both"/>
      </w:pPr>
      <w:r w:rsidRPr="00F54F68">
        <w:t>2.</w:t>
      </w:r>
      <w:r w:rsidRPr="00F54F68">
        <w:tab/>
        <w:t>Close-proximity rear-view mirrors and devices for reversing motion</w:t>
      </w:r>
      <w:r w:rsidR="00A3304D">
        <w:rPr>
          <w:rFonts w:hint="eastAsia"/>
          <w:sz w:val="18"/>
          <w:vertAlign w:val="superscript"/>
          <w:lang w:eastAsia="ja-JP"/>
        </w:rPr>
        <w:t>１</w:t>
      </w:r>
    </w:p>
    <w:p w14:paraId="1F8099AC" w14:textId="77777777" w:rsidR="00F54F68" w:rsidRPr="00F54F68" w:rsidRDefault="00F54F68" w:rsidP="00F54F68">
      <w:pPr>
        <w:tabs>
          <w:tab w:val="left" w:pos="1700"/>
          <w:tab w:val="right" w:leader="dot" w:pos="8505"/>
          <w:tab w:val="right" w:leader="dot" w:pos="9639"/>
        </w:tabs>
        <w:spacing w:after="120"/>
        <w:ind w:left="1689" w:right="1134" w:hanging="555"/>
        <w:jc w:val="both"/>
      </w:pPr>
      <w:r w:rsidRPr="00F54F68">
        <w:t>3.</w:t>
      </w:r>
      <w:r w:rsidRPr="00F54F68">
        <w:tab/>
        <w:t>Extension of type approval of the vehicle to cover the following device for indirect vision</w:t>
      </w:r>
      <w:r w:rsidRPr="00F54F68">
        <w:tab/>
      </w:r>
    </w:p>
    <w:p w14:paraId="23941FD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4.</w:t>
      </w:r>
      <w:r w:rsidRPr="00F54F68">
        <w:tab/>
        <w:t xml:space="preserve">Data for identification of the R point of the driver's seating position: </w:t>
      </w:r>
      <w:r w:rsidRPr="00F54F68">
        <w:tab/>
      </w:r>
    </w:p>
    <w:p w14:paraId="049587F2" w14:textId="77777777" w:rsidR="00F54F68" w:rsidRPr="00F54F68" w:rsidRDefault="00F54F68" w:rsidP="00F54F68">
      <w:pPr>
        <w:tabs>
          <w:tab w:val="left" w:pos="1700"/>
          <w:tab w:val="right" w:leader="dot" w:pos="8505"/>
          <w:tab w:val="right" w:leader="dot" w:pos="9639"/>
        </w:tabs>
        <w:spacing w:after="120"/>
        <w:ind w:left="1689" w:right="1134" w:hanging="555"/>
        <w:jc w:val="both"/>
      </w:pPr>
      <w:r w:rsidRPr="00F54F68">
        <w:t>5.</w:t>
      </w:r>
      <w:r w:rsidRPr="00F54F68">
        <w:tab/>
        <w:t>Maximum and minimum bodywork width in respect of which the mirror and the devices for indirect vision has been granted type-approval</w:t>
      </w:r>
      <w:r w:rsidRPr="00F54F68">
        <w:tab/>
      </w:r>
    </w:p>
    <w:p w14:paraId="778CFB6B" w14:textId="77777777" w:rsidR="00F54F68" w:rsidRPr="00F54F68" w:rsidRDefault="00F54F68" w:rsidP="00F54F68">
      <w:pPr>
        <w:tabs>
          <w:tab w:val="left" w:pos="1700"/>
          <w:tab w:val="right" w:leader="dot" w:pos="8505"/>
          <w:tab w:val="right" w:leader="dot" w:pos="9639"/>
        </w:tabs>
        <w:spacing w:after="120"/>
        <w:ind w:left="1689" w:right="1134" w:hanging="555"/>
        <w:jc w:val="both"/>
      </w:pPr>
      <w:r w:rsidRPr="00F54F68">
        <w:t>6.</w:t>
      </w:r>
      <w:r w:rsidRPr="00F54F68">
        <w:tab/>
        <w:t>The following documents, bearing the type approval number shown above, are annexed to this certificate:</w:t>
      </w:r>
      <w:r w:rsidRPr="00F54F68">
        <w:tab/>
      </w:r>
    </w:p>
    <w:p w14:paraId="76963406" w14:textId="7D46D119" w:rsidR="00F54F68" w:rsidRPr="00F54F68" w:rsidRDefault="00F54F68" w:rsidP="00EC350C">
      <w:pPr>
        <w:tabs>
          <w:tab w:val="left" w:pos="2268"/>
          <w:tab w:val="right" w:leader="dot" w:pos="8505"/>
          <w:tab w:val="right" w:leader="dot" w:pos="9639"/>
        </w:tabs>
        <w:spacing w:after="120"/>
        <w:ind w:left="2268" w:right="1134" w:hanging="567"/>
        <w:jc w:val="both"/>
      </w:pPr>
      <w:r w:rsidRPr="00F54F68">
        <w:t>(a)</w:t>
      </w:r>
      <w:r w:rsidRPr="00F54F68">
        <w:tab/>
        <w:t>Drawings showing the mounting of the devices for indirect vision</w:t>
      </w:r>
      <w:r w:rsidRPr="00F54F68">
        <w:tab/>
      </w:r>
    </w:p>
    <w:p w14:paraId="7B56C9A1" w14:textId="77777777" w:rsidR="00F54F68" w:rsidRPr="00F54F68" w:rsidRDefault="00F54F68" w:rsidP="00EC350C">
      <w:pPr>
        <w:tabs>
          <w:tab w:val="left" w:pos="2268"/>
          <w:tab w:val="right" w:leader="dot" w:pos="8505"/>
          <w:tab w:val="right" w:leader="dot" w:pos="9639"/>
        </w:tabs>
        <w:spacing w:after="120"/>
        <w:ind w:left="2268" w:right="1134" w:hanging="567"/>
        <w:jc w:val="both"/>
      </w:pPr>
      <w:r w:rsidRPr="00F54F68">
        <w:t>(b)</w:t>
      </w:r>
      <w:r w:rsidRPr="00F54F68">
        <w:tab/>
        <w:t>Drawings and plans showing the mounting position and characteristics of the part of the structure where the devices for indirect vision are mounted.</w:t>
      </w:r>
      <w:r w:rsidRPr="00F54F68">
        <w:tab/>
      </w:r>
    </w:p>
    <w:p w14:paraId="4B8224A4" w14:textId="77777777" w:rsidR="00F54F68" w:rsidRPr="00F54F68" w:rsidRDefault="00F54F68" w:rsidP="00F54F68">
      <w:pPr>
        <w:tabs>
          <w:tab w:val="left" w:pos="2100"/>
          <w:tab w:val="right" w:leader="dot" w:pos="8505"/>
          <w:tab w:val="right" w:leader="dot" w:pos="9639"/>
        </w:tabs>
        <w:spacing w:after="120"/>
        <w:ind w:left="1689" w:right="1134" w:hanging="555"/>
        <w:jc w:val="both"/>
      </w:pPr>
      <w:r w:rsidRPr="00F54F68">
        <w:t>7.</w:t>
      </w:r>
      <w:r w:rsidRPr="00F54F68">
        <w:tab/>
        <w:t>Remarks: (e.g. valid for right hand/left hand traffic</w:t>
      </w:r>
      <w:r w:rsidRPr="00F54F68">
        <w:rPr>
          <w:vertAlign w:val="superscript"/>
        </w:rPr>
        <w:t>1</w:t>
      </w:r>
      <w:r w:rsidRPr="00F54F68">
        <w:t>)</w:t>
      </w:r>
      <w:r w:rsidRPr="00F54F68">
        <w:tab/>
      </w:r>
    </w:p>
    <w:p w14:paraId="5AC48ADB" w14:textId="77777777" w:rsidR="00F54F68" w:rsidRPr="00F54F68" w:rsidRDefault="00F54F68" w:rsidP="00F54F68">
      <w:pPr>
        <w:spacing w:after="120"/>
        <w:ind w:left="1134" w:right="1134"/>
        <w:jc w:val="both"/>
      </w:pPr>
    </w:p>
    <w:p w14:paraId="410FE740" w14:textId="77777777" w:rsidR="00F54F68" w:rsidRPr="00F54F68" w:rsidRDefault="00F54F68" w:rsidP="00F54F68">
      <w:pPr>
        <w:tabs>
          <w:tab w:val="left" w:pos="2100"/>
          <w:tab w:val="right" w:leader="dot" w:pos="8505"/>
          <w:tab w:val="right" w:leader="dot" w:pos="9639"/>
        </w:tabs>
        <w:spacing w:after="120"/>
        <w:ind w:left="1689" w:right="1134" w:hanging="555"/>
        <w:jc w:val="both"/>
        <w:sectPr w:rsidR="00F54F68" w:rsidRPr="00F54F68" w:rsidSect="00B11C1D">
          <w:headerReference w:type="even" r:id="rId31"/>
          <w:footerReference w:type="even" r:id="rId32"/>
          <w:footerReference w:type="default" r:id="rId33"/>
          <w:pgSz w:w="11906" w:h="16838" w:code="9"/>
          <w:pgMar w:top="1418" w:right="1134" w:bottom="1134" w:left="1134" w:header="851" w:footer="567" w:gutter="0"/>
          <w:paperSrc w:first="7" w:other="7"/>
          <w:cols w:space="720"/>
          <w:docGrid w:linePitch="272"/>
        </w:sectPr>
      </w:pPr>
    </w:p>
    <w:p w14:paraId="1A27471D" w14:textId="77777777" w:rsidR="00F54F68" w:rsidRPr="00F54F68" w:rsidRDefault="00F54F68" w:rsidP="00F54F68">
      <w:pPr>
        <w:pStyle w:val="HChG"/>
      </w:pPr>
      <w:bookmarkStart w:id="47" w:name="_Toc437351638"/>
      <w:r w:rsidRPr="00F54F68">
        <w:lastRenderedPageBreak/>
        <w:t>Annex 5</w:t>
      </w:r>
      <w:bookmarkEnd w:id="47"/>
    </w:p>
    <w:p w14:paraId="6FDFD43C" w14:textId="77777777" w:rsidR="00F54F68" w:rsidRPr="00F54F68" w:rsidRDefault="00F54F68" w:rsidP="00F54F68">
      <w:pPr>
        <w:pStyle w:val="HChG"/>
      </w:pPr>
      <w:r w:rsidRPr="00F54F68">
        <w:tab/>
      </w:r>
      <w:r w:rsidRPr="00F54F68">
        <w:tab/>
      </w:r>
      <w:bookmarkStart w:id="48" w:name="_Toc437351639"/>
      <w:r w:rsidRPr="00F54F68">
        <w:t>Arrangement of approval mark of a device for indirect vision</w:t>
      </w:r>
      <w:bookmarkEnd w:id="48"/>
    </w:p>
    <w:p w14:paraId="78DE048B" w14:textId="77777777" w:rsidR="00F54F68" w:rsidRPr="00F54F68" w:rsidRDefault="00F54F68" w:rsidP="00F54F68">
      <w:pPr>
        <w:spacing w:after="120"/>
        <w:ind w:left="1134" w:right="1134"/>
        <w:jc w:val="both"/>
      </w:pPr>
      <w:r w:rsidRPr="00F54F68">
        <w:t>(See paragraph 5.4. of the Regulation)</w:t>
      </w:r>
    </w:p>
    <w:p w14:paraId="0A650F51" w14:textId="58BA0C78" w:rsidR="0044059D" w:rsidRDefault="000C5DE5" w:rsidP="00F54F68">
      <w:pPr>
        <w:spacing w:after="120"/>
        <w:ind w:left="1134" w:right="1134"/>
        <w:jc w:val="center"/>
      </w:pPr>
      <w:r>
        <w:t>a = 5 millimetre min.</w:t>
      </w:r>
    </w:p>
    <w:p w14:paraId="31BBB7B6" w14:textId="3BAE2F81" w:rsidR="0044059D" w:rsidRPr="001D1B1B" w:rsidRDefault="0044059D" w:rsidP="0044059D">
      <w:pPr>
        <w:spacing w:after="120"/>
        <w:ind w:left="1134" w:right="1134"/>
        <w:jc w:val="both"/>
      </w:pPr>
      <w:r w:rsidRPr="001D1B1B">
        <w:rPr>
          <w:noProof/>
          <w:lang w:eastAsia="en-GB"/>
        </w:rPr>
        <mc:AlternateContent>
          <mc:Choice Requires="wpg">
            <w:drawing>
              <wp:anchor distT="0" distB="0" distL="114300" distR="114300" simplePos="0" relativeHeight="251666432" behindDoc="0" locked="0" layoutInCell="1" allowOverlap="1" wp14:anchorId="09838DC6" wp14:editId="2E19A7CA">
                <wp:simplePos x="0" y="0"/>
                <wp:positionH relativeFrom="column">
                  <wp:posOffset>2175510</wp:posOffset>
                </wp:positionH>
                <wp:positionV relativeFrom="paragraph">
                  <wp:posOffset>349250</wp:posOffset>
                </wp:positionV>
                <wp:extent cx="2190750" cy="461010"/>
                <wp:effectExtent l="0" t="0" r="0" b="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0750" cy="461010"/>
                          <a:chOff x="4560" y="4040"/>
                          <a:chExt cx="3450" cy="726"/>
                        </a:xfrm>
                      </wpg:grpSpPr>
                      <wpg:grpSp>
                        <wpg:cNvPr id="169" name="Group 19"/>
                        <wpg:cNvGrpSpPr>
                          <a:grpSpLocks/>
                        </wpg:cNvGrpSpPr>
                        <wpg:grpSpPr bwMode="auto">
                          <a:xfrm>
                            <a:off x="5439" y="4040"/>
                            <a:ext cx="2571" cy="726"/>
                            <a:chOff x="4194" y="4025"/>
                            <a:chExt cx="2571" cy="726"/>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929B81" w14:textId="77777777" w:rsidR="00AC6F01" w:rsidRDefault="00AC6F01" w:rsidP="0044059D"/>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4194" y="4025"/>
                              <a:ext cx="2571"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51EC73" w14:textId="3D8CE2A2" w:rsidR="00AC6F01" w:rsidRDefault="00AC6F01" w:rsidP="0044059D">
                                <w:pPr>
                                  <w:rPr>
                                    <w:sz w:val="32"/>
                                  </w:rPr>
                                </w:pPr>
                                <w:r>
                                  <w:rPr>
                                    <w:sz w:val="32"/>
                                  </w:rPr>
                                  <w:t>XXX</w:t>
                                </w:r>
                                <w:r w:rsidRPr="00300BA9">
                                  <w:rPr>
                                    <w:sz w:val="32"/>
                                  </w:rPr>
                                  <w:t>R -</w:t>
                                </w:r>
                                <w:r>
                                  <w:rPr>
                                    <w:sz w:val="32"/>
                                  </w:rPr>
                                  <w:t xml:space="preserve"> 002439</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838DC6" id="Group 168" o:spid="_x0000_s1030" style="position:absolute;left:0;text-align:left;margin-left:171.3pt;margin-top:27.5pt;width:172.5pt;height:36.3pt;z-index:251666432" coordorigin="4560,4040" coordsize="3450,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">
                <v:group id="Group 19" o:spid="_x0000_s1031" style="position:absolute;left:5439;top:4040;width:2571;height:726" coordorigin="4194,4025" coordsize="2571,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032"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1B929B81" w14:textId="77777777" w:rsidR="00AC6F01" w:rsidRDefault="00AC6F01" w:rsidP="0044059D"/>
                      </w:txbxContent>
                    </v:textbox>
                  </v:shape>
                  <v:shape id="Text Box 21" o:spid="_x0000_s1033" type="#_x0000_t202" style="position:absolute;left:4194;top:4025;width:257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3F51EC73" w14:textId="3D8CE2A2" w:rsidR="00AC6F01" w:rsidRDefault="00AC6F01" w:rsidP="0044059D">
                          <w:pPr>
                            <w:rPr>
                              <w:sz w:val="32"/>
                            </w:rPr>
                          </w:pPr>
                          <w:r>
                            <w:rPr>
                              <w:sz w:val="32"/>
                            </w:rPr>
                            <w:t>XXX</w:t>
                          </w:r>
                          <w:r w:rsidRPr="00300BA9">
                            <w:rPr>
                              <w:sz w:val="32"/>
                            </w:rPr>
                            <w:t>R -</w:t>
                          </w:r>
                          <w:r>
                            <w:rPr>
                              <w:sz w:val="32"/>
                            </w:rPr>
                            <w:t xml:space="preserve"> 002439</w:t>
                          </w:r>
                        </w:p>
                      </w:txbxContent>
                    </v:textbox>
                  </v:shape>
                </v:group>
                <v:line id="Line 22" o:spid="_x0000_s1034"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49" w:name="_MON_1339922715"/>
      <w:bookmarkEnd w:id="49"/>
      <w:bookmarkStart w:id="50" w:name="_MON_1420719363"/>
      <w:bookmarkEnd w:id="50"/>
      <w:r w:rsidR="000C5DE5" w:rsidRPr="001D1B1B">
        <w:object w:dxaOrig="6299" w:dyaOrig="1339" w14:anchorId="62095870">
          <v:shape id="_x0000_i1026" type="#_x0000_t75" style="width:352.8pt;height:1in" o:ole="">
            <v:imagedata r:id="rId34" o:title=""/>
          </v:shape>
          <o:OLEObject Type="Embed" ProgID="Word.Picture.8" ShapeID="_x0000_i1026" DrawAspect="Content" ObjectID="_1641101634" r:id="rId35"/>
        </w:object>
      </w:r>
    </w:p>
    <w:p w14:paraId="78614759" w14:textId="20D0A29F" w:rsidR="00F54F68" w:rsidRPr="00F54F68" w:rsidRDefault="00F54F68" w:rsidP="00F54F68">
      <w:pPr>
        <w:spacing w:after="120"/>
        <w:ind w:left="1134" w:right="1134"/>
        <w:jc w:val="center"/>
      </w:pPr>
    </w:p>
    <w:p w14:paraId="46FB0F1A" w14:textId="32B6546F" w:rsidR="00F54F68" w:rsidRPr="00F54F68" w:rsidRDefault="00F54F68" w:rsidP="00F54F68">
      <w:pPr>
        <w:spacing w:after="120"/>
        <w:ind w:left="1134" w:right="1133" w:firstLine="567"/>
        <w:jc w:val="both"/>
      </w:pPr>
      <w:r w:rsidRPr="00F54F68">
        <w:t>The above approval mark affixed to a device for indirect vision indicates that the device is a main Close-proximity rear-view device, which has been approved in Japan (E 4</w:t>
      </w:r>
      <w:r w:rsidRPr="00F54F68">
        <w:rPr>
          <w:rFonts w:hint="eastAsia"/>
          <w:lang w:eastAsia="ja-JP"/>
        </w:rPr>
        <w:t>3</w:t>
      </w:r>
      <w:r w:rsidRPr="00F54F68">
        <w:t xml:space="preserve">) pursuant to </w:t>
      </w:r>
      <w:r w:rsidR="00FF629A">
        <w:t>UN Regulation</w:t>
      </w:r>
      <w:r w:rsidRPr="00F54F68">
        <w:t xml:space="preserve"> No. </w:t>
      </w:r>
      <w:r w:rsidR="004156AC">
        <w:t>[</w:t>
      </w:r>
      <w:r w:rsidRPr="00F54F68">
        <w:t>XXX</w:t>
      </w:r>
      <w:r w:rsidR="004156AC">
        <w:t>]</w:t>
      </w:r>
      <w:r w:rsidRPr="00F54F68">
        <w:t xml:space="preserve"> and under approval number 002439. The first two digits of the approval number indicate that the approval was granted in accordance with the requirements of UN Regulation No. </w:t>
      </w:r>
      <w:r w:rsidR="004156AC">
        <w:t>[</w:t>
      </w:r>
      <w:r w:rsidRPr="00F54F68">
        <w:t>XXX</w:t>
      </w:r>
      <w:r w:rsidR="004156AC">
        <w:t>]</w:t>
      </w:r>
      <w:r w:rsidRPr="00F54F68">
        <w:t xml:space="preserve"> in its original form.</w:t>
      </w:r>
    </w:p>
    <w:p w14:paraId="287F3655" w14:textId="7755F6EA" w:rsidR="00F54F68" w:rsidRPr="00F54F68" w:rsidRDefault="00F54F68" w:rsidP="00F54F68">
      <w:pPr>
        <w:spacing w:after="120"/>
        <w:ind w:left="1134" w:right="1133"/>
        <w:jc w:val="both"/>
      </w:pPr>
      <w:r w:rsidRPr="00F54F68">
        <w:rPr>
          <w:i/>
        </w:rPr>
        <w:t>Note</w:t>
      </w:r>
      <w:r w:rsidRPr="00F54F68">
        <w:t xml:space="preserve">: </w:t>
      </w:r>
      <w:r w:rsidRPr="00F54F68">
        <w:tab/>
        <w:t>The approval number and the additional symbol shall be placed close to the circle and either above or below the "E" or to the left or right of that letter. The digits of the approval number shall be on the same side of the "E" and point in the same direction. The additional symbol shall be directly opposite the approval number. The use of Roman numerals as approval numbers shall be avoided so as to prevent any confusion with other symbols.</w:t>
      </w:r>
    </w:p>
    <w:p w14:paraId="33542535" w14:textId="77777777" w:rsidR="00F54F68" w:rsidRPr="00F54F68" w:rsidRDefault="00F54F68" w:rsidP="00F54F68">
      <w:pPr>
        <w:spacing w:after="120"/>
        <w:ind w:left="1134" w:right="1134"/>
        <w:jc w:val="both"/>
        <w:sectPr w:rsidR="00F54F68" w:rsidRPr="00F54F68" w:rsidSect="004156AC">
          <w:headerReference w:type="even" r:id="rId36"/>
          <w:pgSz w:w="11906" w:h="16838" w:code="9"/>
          <w:pgMar w:top="1418" w:right="1134" w:bottom="1134" w:left="1134" w:header="851" w:footer="567" w:gutter="0"/>
          <w:paperSrc w:first="7" w:other="7"/>
          <w:cols w:space="720"/>
          <w:docGrid w:linePitch="272"/>
        </w:sectPr>
      </w:pPr>
    </w:p>
    <w:p w14:paraId="3E244349" w14:textId="2D3214C5" w:rsidR="00F54F68" w:rsidRPr="00F54F68" w:rsidRDefault="00F54F68" w:rsidP="00F54F68">
      <w:pPr>
        <w:pStyle w:val="HChG"/>
      </w:pPr>
      <w:bookmarkStart w:id="51" w:name="_Toc437351640"/>
      <w:r w:rsidRPr="00F54F68">
        <w:lastRenderedPageBreak/>
        <w:t>Annex 6</w:t>
      </w:r>
      <w:bookmarkEnd w:id="51"/>
    </w:p>
    <w:p w14:paraId="103629FB" w14:textId="77777777" w:rsidR="00F54F68" w:rsidRPr="00F54F68" w:rsidRDefault="00F54F68" w:rsidP="00F54F68">
      <w:pPr>
        <w:pStyle w:val="HChG"/>
      </w:pPr>
      <w:r w:rsidRPr="00F54F68">
        <w:tab/>
      </w:r>
      <w:r w:rsidRPr="00F54F68">
        <w:tab/>
      </w:r>
      <w:bookmarkStart w:id="52" w:name="_Toc437351641"/>
      <w:r w:rsidRPr="00F54F68">
        <w:t>Test method for determining reflectivity</w:t>
      </w:r>
      <w:bookmarkEnd w:id="52"/>
    </w:p>
    <w:p w14:paraId="08F5293A" w14:textId="77777777" w:rsidR="00F54F68" w:rsidRPr="00F54F68" w:rsidRDefault="00F54F68" w:rsidP="00F54F68">
      <w:pPr>
        <w:spacing w:after="120"/>
        <w:ind w:left="2268" w:right="1134" w:hanging="1134"/>
        <w:jc w:val="both"/>
      </w:pPr>
      <w:r w:rsidRPr="00F54F68">
        <w:t>1.</w:t>
      </w:r>
      <w:r w:rsidRPr="00F54F68">
        <w:tab/>
        <w:t>Definitions</w:t>
      </w:r>
    </w:p>
    <w:p w14:paraId="403B3B89" w14:textId="77777777" w:rsidR="00F54F68" w:rsidRPr="00F54F68" w:rsidRDefault="00F54F68" w:rsidP="00F54F68">
      <w:pPr>
        <w:spacing w:after="120"/>
        <w:ind w:left="2268" w:right="1134" w:hanging="1134"/>
        <w:jc w:val="both"/>
      </w:pPr>
      <w:r w:rsidRPr="00F54F68">
        <w:t>1.1.</w:t>
      </w:r>
      <w:r w:rsidRPr="00F54F68">
        <w:tab/>
        <w:t>CIE standard illuminate A:</w:t>
      </w:r>
      <w:r w:rsidRPr="00F54F68">
        <w:rPr>
          <w:sz w:val="18"/>
          <w:vertAlign w:val="superscript"/>
        </w:rPr>
        <w:footnoteReference w:id="11"/>
      </w:r>
      <w:r w:rsidRPr="00F54F68">
        <w:t xml:space="preserve"> Colorimetric illuminate, respecting the full radiator at T</w:t>
      </w:r>
      <w:r w:rsidRPr="00F54F68">
        <w:rPr>
          <w:vertAlign w:val="subscript"/>
        </w:rPr>
        <w:t>68</w:t>
      </w:r>
      <w:r w:rsidRPr="00F54F68">
        <w:t xml:space="preserve"> = 2,855.6 K.</w:t>
      </w:r>
    </w:p>
    <w:p w14:paraId="3B67C9B7" w14:textId="77777777" w:rsidR="00F54F68" w:rsidRPr="00F54F68" w:rsidRDefault="00F54F68" w:rsidP="00F54F68">
      <w:pPr>
        <w:spacing w:after="120"/>
        <w:ind w:left="2268" w:right="1134" w:hanging="1134"/>
        <w:jc w:val="both"/>
      </w:pPr>
      <w:r w:rsidRPr="00F54F68">
        <w:t>1.1.2.</w:t>
      </w:r>
      <w:r w:rsidRPr="00F54F68">
        <w:tab/>
        <w:t>CIE standard source A</w:t>
      </w:r>
      <w:r w:rsidRPr="00F54F68">
        <w:rPr>
          <w:vertAlign w:val="superscript"/>
        </w:rPr>
        <w:t>1</w:t>
      </w:r>
      <w:r w:rsidRPr="00F54F68">
        <w:t>: Gas-filled tungsten filament lamp operating at a correlated colour temperature of T</w:t>
      </w:r>
      <w:r w:rsidRPr="00F54F68">
        <w:rPr>
          <w:vertAlign w:val="subscript"/>
        </w:rPr>
        <w:t xml:space="preserve">68 </w:t>
      </w:r>
      <w:r w:rsidRPr="00F54F68">
        <w:t>= 2,855.6 K.</w:t>
      </w:r>
    </w:p>
    <w:p w14:paraId="17B24E3F" w14:textId="77777777" w:rsidR="00F54F68" w:rsidRPr="00F54F68" w:rsidRDefault="00F54F68" w:rsidP="00F54F68">
      <w:pPr>
        <w:spacing w:after="120"/>
        <w:ind w:left="2268" w:right="1134" w:hanging="1134"/>
        <w:jc w:val="both"/>
      </w:pPr>
      <w:r w:rsidRPr="00F54F68">
        <w:rPr>
          <w:noProof/>
          <w:lang w:val="en-US" w:eastAsia="ja-JP"/>
        </w:rPr>
        <w:drawing>
          <wp:anchor distT="0" distB="0" distL="114300" distR="114300" simplePos="0" relativeHeight="251661312" behindDoc="1" locked="0" layoutInCell="1" allowOverlap="1" wp14:anchorId="3AB1B9DA" wp14:editId="4F33C5CC">
            <wp:simplePos x="0" y="0"/>
            <wp:positionH relativeFrom="column">
              <wp:posOffset>1440180</wp:posOffset>
            </wp:positionH>
            <wp:positionV relativeFrom="paragraph">
              <wp:posOffset>311785</wp:posOffset>
            </wp:positionV>
            <wp:extent cx="986155" cy="191135"/>
            <wp:effectExtent l="0" t="0" r="0" b="0"/>
            <wp:wrapTight wrapText="bothSides">
              <wp:wrapPolygon edited="0">
                <wp:start x="0" y="0"/>
                <wp:lineTo x="0" y="15070"/>
                <wp:lineTo x="1669" y="19375"/>
                <wp:lineTo x="21280" y="19375"/>
                <wp:lineTo x="21280" y="0"/>
                <wp:lineTo x="0" y="0"/>
              </wp:wrapPolygon>
            </wp:wrapTight>
            <wp:docPr id="1224" name="Afbeelding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86155" cy="191135"/>
                    </a:xfrm>
                    <a:prstGeom prst="rect">
                      <a:avLst/>
                    </a:prstGeom>
                    <a:noFill/>
                  </pic:spPr>
                </pic:pic>
              </a:graphicData>
            </a:graphic>
            <wp14:sizeRelH relativeFrom="page">
              <wp14:pctWidth>0</wp14:pctWidth>
            </wp14:sizeRelH>
            <wp14:sizeRelV relativeFrom="page">
              <wp14:pctHeight>0</wp14:pctHeight>
            </wp14:sizeRelV>
          </wp:anchor>
        </w:drawing>
      </w:r>
      <w:r w:rsidRPr="00F54F68">
        <w:t>1.1.3.</w:t>
      </w:r>
      <w:r w:rsidRPr="00F54F68">
        <w:tab/>
        <w:t>CIE 1931 standard colorimetric observer</w:t>
      </w:r>
      <w:r w:rsidRPr="00F54F68">
        <w:rPr>
          <w:vertAlign w:val="superscript"/>
        </w:rPr>
        <w:t>1</w:t>
      </w:r>
      <w:r w:rsidRPr="00F54F68">
        <w:t>: Receptor of radiation whose colorimetric characteristics correspond to the spectral tristimulus values (see table).</w:t>
      </w:r>
    </w:p>
    <w:p w14:paraId="2E70756B" w14:textId="77777777" w:rsidR="00F54F68" w:rsidRPr="00F54F68" w:rsidRDefault="00F54F68" w:rsidP="00F54F68">
      <w:pPr>
        <w:spacing w:after="120"/>
        <w:ind w:left="2268" w:right="1134" w:hanging="1134"/>
        <w:jc w:val="both"/>
      </w:pPr>
      <w:r w:rsidRPr="00F54F68">
        <w:t>1.1.4.</w:t>
      </w:r>
      <w:r w:rsidRPr="00F54F68">
        <w:tab/>
        <w:t>CIE spectral tristimulus values</w:t>
      </w:r>
      <w:r w:rsidRPr="00F54F68">
        <w:rPr>
          <w:vertAlign w:val="superscript"/>
        </w:rPr>
        <w:t>1</w:t>
      </w:r>
      <w:r w:rsidRPr="00F54F68">
        <w:t xml:space="preserve">: Tristimulus values of the spectral components of an </w:t>
      </w:r>
      <w:proofErr w:type="spellStart"/>
      <w:r w:rsidRPr="00F54F68">
        <w:t>equi</w:t>
      </w:r>
      <w:proofErr w:type="spellEnd"/>
      <w:r w:rsidRPr="00F54F68">
        <w:t xml:space="preserve"> energy spectrum in the CIE (XYZ) system.</w:t>
      </w:r>
    </w:p>
    <w:p w14:paraId="2B555BFE" w14:textId="77777777" w:rsidR="00F54F68" w:rsidRPr="00F54F68" w:rsidRDefault="00F54F68" w:rsidP="00F54F68">
      <w:pPr>
        <w:spacing w:after="120"/>
        <w:ind w:left="2268" w:right="1134" w:hanging="1134"/>
        <w:jc w:val="both"/>
      </w:pPr>
      <w:r w:rsidRPr="00F54F68">
        <w:t>1.1.5.</w:t>
      </w:r>
      <w:r w:rsidRPr="00F54F68">
        <w:tab/>
        <w:t>Photopic vision:</w:t>
      </w:r>
      <w:r w:rsidRPr="00F54F68">
        <w:rPr>
          <w:vertAlign w:val="superscript"/>
        </w:rPr>
        <w:t>1</w:t>
      </w:r>
      <w:r w:rsidRPr="00F54F68">
        <w:t xml:space="preserve"> Vision by the normal eye when it is adapted to levels of luminance of at least several cd/m</w:t>
      </w:r>
      <w:r w:rsidRPr="00F54F68">
        <w:rPr>
          <w:vertAlign w:val="superscript"/>
        </w:rPr>
        <w:t>2</w:t>
      </w:r>
      <w:r w:rsidRPr="00F54F68">
        <w:t>.</w:t>
      </w:r>
    </w:p>
    <w:p w14:paraId="04B6FC1D" w14:textId="77777777" w:rsidR="00F54F68" w:rsidRPr="00F54F68" w:rsidRDefault="00F54F68" w:rsidP="00F54F68">
      <w:pPr>
        <w:spacing w:after="120"/>
        <w:ind w:left="2268" w:right="1134" w:hanging="1134"/>
        <w:jc w:val="both"/>
      </w:pPr>
      <w:r w:rsidRPr="00F54F68">
        <w:t>2.</w:t>
      </w:r>
      <w:r w:rsidRPr="00F54F68">
        <w:tab/>
        <w:t>Apparatus</w:t>
      </w:r>
    </w:p>
    <w:p w14:paraId="7AF29A08" w14:textId="77777777" w:rsidR="00F54F68" w:rsidRPr="00F54F68" w:rsidRDefault="00F54F68" w:rsidP="00F54F68">
      <w:pPr>
        <w:spacing w:after="120"/>
        <w:ind w:left="2268" w:right="1134" w:hanging="1134"/>
        <w:jc w:val="both"/>
      </w:pPr>
      <w:r w:rsidRPr="00F54F68">
        <w:t>2.1.</w:t>
      </w:r>
      <w:r w:rsidRPr="00F54F68">
        <w:tab/>
        <w:t>General</w:t>
      </w:r>
    </w:p>
    <w:p w14:paraId="480C1945" w14:textId="77777777" w:rsidR="00F54F68" w:rsidRPr="00F54F68" w:rsidRDefault="00F54F68" w:rsidP="00F54F68">
      <w:pPr>
        <w:spacing w:after="120"/>
        <w:ind w:left="2268" w:right="1134"/>
        <w:jc w:val="both"/>
      </w:pPr>
      <w:r w:rsidRPr="00F54F68">
        <w:t>The apparatus shall consist of a light source, a holder for the test sample, a receiver unit with a photodetector and an indicating meter (see Figure 1), and means of eliminating the effects of extraneous light.</w:t>
      </w:r>
    </w:p>
    <w:p w14:paraId="1332495B" w14:textId="77777777" w:rsidR="00F54F68" w:rsidRPr="00F54F68" w:rsidRDefault="00F54F68" w:rsidP="00F54F68">
      <w:pPr>
        <w:spacing w:after="120"/>
        <w:ind w:left="2268" w:right="1134"/>
        <w:jc w:val="both"/>
      </w:pPr>
      <w:r w:rsidRPr="00F54F68">
        <w:t>The receiver may incorporate a light-integrating sphere to facilitate measuring the reflectance of non-flat (convex) mirrors (see Figure 2).</w:t>
      </w:r>
    </w:p>
    <w:p w14:paraId="0B34E102" w14:textId="77777777" w:rsidR="00F54F68" w:rsidRPr="00F54F68" w:rsidRDefault="00F54F68" w:rsidP="00F54F68">
      <w:pPr>
        <w:spacing w:after="120"/>
        <w:ind w:left="2268" w:right="1134" w:hanging="1134"/>
        <w:jc w:val="both"/>
      </w:pPr>
      <w:r w:rsidRPr="00F54F68">
        <w:t>2.2.</w:t>
      </w:r>
      <w:r w:rsidRPr="00F54F68">
        <w:tab/>
        <w:t>Spectral characteristics of light source and receiver</w:t>
      </w:r>
    </w:p>
    <w:p w14:paraId="06A8BF01" w14:textId="77777777" w:rsidR="00F54F68" w:rsidRPr="00F54F68" w:rsidRDefault="00F54F68" w:rsidP="00F54F68">
      <w:pPr>
        <w:spacing w:after="120"/>
        <w:ind w:left="2268" w:right="1134"/>
        <w:jc w:val="both"/>
      </w:pPr>
      <w:r w:rsidRPr="00F54F68">
        <w:t>The light source shall consist of a CIE standard source A and associated optics to provide a near-collimated light beam. A voltage stabiliser is recommended in order to maintain a fixed lamp voltage during instrument operation.</w:t>
      </w:r>
    </w:p>
    <w:p w14:paraId="12B44276" w14:textId="77777777" w:rsidR="00F54F68" w:rsidRPr="00F54F68" w:rsidRDefault="00F54F68" w:rsidP="00F54F68">
      <w:pPr>
        <w:spacing w:after="120"/>
        <w:ind w:left="2268" w:right="1134"/>
        <w:jc w:val="both"/>
      </w:pPr>
      <w:r w:rsidRPr="00F54F68">
        <w:t>The receiver shall have a photodetector with a spectral response proportional to the photopic luminosity function of the CIE (1931) standard colorimetric observer (see table). Any other combination of illuminate-filter-receptor giving the overall equivalent of CIE standard illuminate A and photopic vision may be used. When an integrating sphere is used in the receiver, the interior surface of the sphere shall be coated with a matt (diffusive) spectrally non-selective white coating.</w:t>
      </w:r>
    </w:p>
    <w:p w14:paraId="28666C14" w14:textId="77777777" w:rsidR="00F54F68" w:rsidRPr="00F54F68" w:rsidRDefault="00F54F68" w:rsidP="00F54F68">
      <w:pPr>
        <w:spacing w:after="120"/>
        <w:ind w:left="2268" w:right="1134" w:hanging="1134"/>
        <w:jc w:val="both"/>
      </w:pPr>
      <w:r w:rsidRPr="00F54F68">
        <w:t>2.3.</w:t>
      </w:r>
      <w:r w:rsidRPr="00F54F68">
        <w:tab/>
        <w:t>Geometrical conditions</w:t>
      </w:r>
    </w:p>
    <w:p w14:paraId="7C4D127B" w14:textId="77777777" w:rsidR="00F54F68" w:rsidRPr="00F54F68" w:rsidRDefault="00F54F68" w:rsidP="00F54F68">
      <w:pPr>
        <w:spacing w:after="120"/>
        <w:ind w:left="2268" w:right="1134"/>
        <w:jc w:val="both"/>
      </w:pPr>
      <w:r w:rsidRPr="00F54F68">
        <w:t xml:space="preserve">The angle of the incident beam (Ɵ) should preferably be 0.44 ± 0.09 rad </w:t>
      </w:r>
      <w:r w:rsidRPr="00F54F68">
        <w:br/>
        <w:t>(25 ± 5°) from the perpendicular to the test surface and shall not exceed the upper limit of the tolerance (i.e. 0.53 rad or 30°). The axis of the receptor shall make an angle (Ɵ) with this perpendicular equal to that of the incident beam (see Figure 1). The incident beam upon arrival at the test surface shall have a diameter of not less than 13 mm (0.5 inch). The reflected beam shall not be wider than the sensitive area of the photodetector, shall not cover less than 50 per cent of such area, and as nearly as possible shall cover the same area segment as used during instrument calibration.</w:t>
      </w:r>
    </w:p>
    <w:p w14:paraId="33CAE302" w14:textId="77777777" w:rsidR="00F54F68" w:rsidRPr="00F54F68" w:rsidRDefault="00F54F68" w:rsidP="00F54F68">
      <w:pPr>
        <w:spacing w:after="120"/>
        <w:ind w:left="2268" w:right="1134"/>
        <w:jc w:val="both"/>
      </w:pPr>
      <w:r w:rsidRPr="00F54F68">
        <w:tab/>
        <w:t xml:space="preserve">When an integrating sphere is used in the receiver section, the sphere shall have a minimum diameter of 127 mm (5 inch). The sample and incident beam </w:t>
      </w:r>
      <w:r w:rsidRPr="00F54F68">
        <w:lastRenderedPageBreak/>
        <w:t>apertures in the sphere wall shall be of such a size as to admit the entire incident and reflected light beams. The photodetector shall be so located as not to receive direct light from either the incident or the reflected beam.</w:t>
      </w:r>
    </w:p>
    <w:p w14:paraId="097393FA" w14:textId="77777777" w:rsidR="00F54F68" w:rsidRPr="00F54F68" w:rsidRDefault="00F54F68" w:rsidP="00F54F68">
      <w:pPr>
        <w:spacing w:after="120"/>
        <w:ind w:left="2268" w:right="1134" w:hanging="1134"/>
        <w:jc w:val="both"/>
      </w:pPr>
      <w:r w:rsidRPr="00F54F68">
        <w:t>2.4.</w:t>
      </w:r>
      <w:r w:rsidRPr="00F54F68">
        <w:tab/>
        <w:t>Electrical characteristics of the photodetector-indicator unit</w:t>
      </w:r>
    </w:p>
    <w:p w14:paraId="3200A5E7" w14:textId="77777777" w:rsidR="00F54F68" w:rsidRPr="00F54F68" w:rsidRDefault="00F54F68" w:rsidP="00F54F68">
      <w:pPr>
        <w:spacing w:after="120"/>
        <w:ind w:left="2268" w:right="1134"/>
        <w:jc w:val="both"/>
      </w:pPr>
      <w:r w:rsidRPr="00F54F68">
        <w:tab/>
        <w:t>The photodetector output as read on the indicating meter shall be a linear function of the light intensity of the photosensitive area. Means (electrical and/or optical) shall be provided to facilitate zeroing and calibration adjustments. Such means shall not affect the linearity or the spectral characteristics of the instrument. The accuracy of the receptor indicator unit shall be within ±2 per cent of full scale, or ±10 per cent of the magnitude of the reading, whichever is the smaller.</w:t>
      </w:r>
    </w:p>
    <w:p w14:paraId="5DE95EB7" w14:textId="77777777" w:rsidR="00F54F68" w:rsidRPr="00F54F68" w:rsidRDefault="00F54F68" w:rsidP="00F54F68">
      <w:pPr>
        <w:spacing w:after="120"/>
        <w:ind w:left="2268" w:right="1134" w:hanging="1134"/>
        <w:jc w:val="both"/>
      </w:pPr>
      <w:r w:rsidRPr="00F54F68">
        <w:t>2.5.</w:t>
      </w:r>
      <w:r w:rsidRPr="00F54F68">
        <w:tab/>
        <w:t>Sample holder</w:t>
      </w:r>
    </w:p>
    <w:p w14:paraId="5CE37D7A" w14:textId="77777777" w:rsidR="00F54F68" w:rsidRPr="00F54F68" w:rsidRDefault="00F54F68" w:rsidP="00F54F68">
      <w:pPr>
        <w:spacing w:after="120"/>
        <w:ind w:left="2268" w:right="1134"/>
        <w:jc w:val="both"/>
      </w:pPr>
      <w:r w:rsidRPr="00F54F68">
        <w:tab/>
        <w:t>The mechanism shall be capable of locating the test sample so that the axes of the source arm and receptor intersect at the reflecting surface. The reflecting surface may lie within or at either face of the mirror sample, depending on whether it is a first surface, second surface or prismatic "flip" type mirror.</w:t>
      </w:r>
    </w:p>
    <w:p w14:paraId="1E5199D9" w14:textId="77777777" w:rsidR="00F54F68" w:rsidRPr="00F54F68" w:rsidRDefault="00F54F68" w:rsidP="00F54F68">
      <w:pPr>
        <w:spacing w:after="120"/>
        <w:ind w:left="2268" w:right="1134" w:hanging="1134"/>
        <w:jc w:val="both"/>
      </w:pPr>
      <w:r w:rsidRPr="00F54F68">
        <w:t>3.</w:t>
      </w:r>
      <w:r w:rsidRPr="00F54F68">
        <w:tab/>
        <w:t>Procedure</w:t>
      </w:r>
    </w:p>
    <w:p w14:paraId="3B87DC38" w14:textId="77777777" w:rsidR="00F54F68" w:rsidRPr="00F54F68" w:rsidRDefault="00F54F68" w:rsidP="00F54F68">
      <w:pPr>
        <w:spacing w:after="120"/>
        <w:ind w:left="2268" w:right="1134" w:hanging="1134"/>
        <w:jc w:val="both"/>
      </w:pPr>
      <w:r w:rsidRPr="00F54F68">
        <w:t>3.1.</w:t>
      </w:r>
      <w:r w:rsidRPr="00F54F68">
        <w:tab/>
        <w:t>Direct calibration method</w:t>
      </w:r>
    </w:p>
    <w:p w14:paraId="661827A2" w14:textId="77777777" w:rsidR="00F54F68" w:rsidRPr="00F54F68" w:rsidRDefault="00F54F68" w:rsidP="00F54F68">
      <w:pPr>
        <w:spacing w:after="120"/>
        <w:ind w:left="2268" w:right="1134"/>
        <w:jc w:val="both"/>
      </w:pPr>
      <w:r w:rsidRPr="00F54F68">
        <w:tab/>
        <w:t>In the direct calibration method, air is used as the reference standard. This method is applicable for those instruments, which are so constructed as to permit calibration at the 100 per cent point by swinging the receiver to a position directly on the axis of the light source (see Figure 1).</w:t>
      </w:r>
    </w:p>
    <w:p w14:paraId="47B56325" w14:textId="77777777" w:rsidR="00F54F68" w:rsidRPr="00F54F68" w:rsidRDefault="00F54F68" w:rsidP="00F54F68">
      <w:pPr>
        <w:spacing w:after="120"/>
        <w:ind w:left="2268" w:right="1134"/>
        <w:jc w:val="both"/>
      </w:pPr>
      <w:r w:rsidRPr="00F54F68">
        <w:tab/>
        <w:t>It may be desired in some cases (such as when measuring low-reflectivity surfaces) to use an intermediate calibration point (between 0 and 100 per cent on the scale) with this method. In these cases, a neutral density filter of known transmittance shall be inserted in the optical path, and the calibration control shall then be adjusted until the meter reads the percentage transmission of the neutral density filter. This filter shall be removed before reflectivity measurements are performed.</w:t>
      </w:r>
    </w:p>
    <w:p w14:paraId="14A94E7F" w14:textId="77777777" w:rsidR="00F54F68" w:rsidRPr="00F54F68" w:rsidRDefault="00F54F68" w:rsidP="00F54F68">
      <w:pPr>
        <w:spacing w:after="120"/>
        <w:ind w:left="2268" w:right="1134" w:hanging="1134"/>
        <w:jc w:val="both"/>
      </w:pPr>
      <w:r w:rsidRPr="00F54F68">
        <w:t>3.2.</w:t>
      </w:r>
      <w:r w:rsidRPr="00F54F68">
        <w:tab/>
        <w:t>Indirect calibration method</w:t>
      </w:r>
    </w:p>
    <w:p w14:paraId="3E351FA0" w14:textId="77777777" w:rsidR="00F54F68" w:rsidRPr="00F54F68" w:rsidRDefault="00F54F68" w:rsidP="00F54F68">
      <w:pPr>
        <w:spacing w:after="120"/>
        <w:ind w:left="2268" w:right="1134"/>
        <w:jc w:val="both"/>
      </w:pPr>
      <w:r w:rsidRPr="00F54F68">
        <w:tab/>
        <w:t>The indirect calibration method is applicable in the case of instruments with fixed source and receiver geometry. A properly calibrated and maintained reflectance standard is required. This reference standard should preferably be a flat mirror with a reflectance value as near as possible to that of the test samples.</w:t>
      </w:r>
    </w:p>
    <w:p w14:paraId="170B0D87" w14:textId="77777777" w:rsidR="00F54F68" w:rsidRPr="00F54F68" w:rsidRDefault="00F54F68" w:rsidP="00F54F68">
      <w:pPr>
        <w:keepNext/>
        <w:keepLines/>
        <w:spacing w:after="120"/>
        <w:ind w:left="2268" w:right="1134" w:hanging="1134"/>
        <w:jc w:val="both"/>
      </w:pPr>
      <w:r w:rsidRPr="00F54F68">
        <w:t>3.3.</w:t>
      </w:r>
      <w:r w:rsidRPr="00F54F68">
        <w:tab/>
        <w:t>Flat mirror measurement</w:t>
      </w:r>
    </w:p>
    <w:p w14:paraId="1E12A3B3" w14:textId="77777777" w:rsidR="00F54F68" w:rsidRPr="00F54F68" w:rsidRDefault="00F54F68" w:rsidP="00F54F68">
      <w:pPr>
        <w:keepNext/>
        <w:keepLines/>
        <w:spacing w:after="120"/>
        <w:ind w:left="2268" w:right="1134"/>
        <w:jc w:val="both"/>
      </w:pPr>
      <w:r w:rsidRPr="00F54F68">
        <w:tab/>
        <w:t>The reflectance of flat mirror samples can be measured on instruments employing either the direct or the indirect calibration method. The reflectance value is read directly from the indicating meter.</w:t>
      </w:r>
    </w:p>
    <w:p w14:paraId="4C1ED195" w14:textId="77777777" w:rsidR="00F54F68" w:rsidRPr="00F54F68" w:rsidRDefault="00F54F68" w:rsidP="00F54F68">
      <w:pPr>
        <w:keepNext/>
        <w:keepLines/>
        <w:spacing w:after="120"/>
        <w:ind w:left="2268" w:right="1134" w:hanging="1134"/>
        <w:jc w:val="both"/>
      </w:pPr>
      <w:r w:rsidRPr="00F54F68">
        <w:t>3.4.</w:t>
      </w:r>
      <w:r w:rsidRPr="00F54F68">
        <w:tab/>
        <w:t>Non-flat (convex) mirror measurement</w:t>
      </w:r>
    </w:p>
    <w:p w14:paraId="555B2CE0" w14:textId="77777777" w:rsidR="00F54F68" w:rsidRPr="00F54F68" w:rsidRDefault="00F54F68" w:rsidP="00F54F68">
      <w:pPr>
        <w:keepNext/>
        <w:keepLines/>
        <w:spacing w:after="120"/>
        <w:ind w:left="2268" w:right="1134"/>
        <w:jc w:val="both"/>
      </w:pPr>
      <w:r w:rsidRPr="00F54F68">
        <w:tab/>
        <w:t>Measurement of the reflectance of non-flat (convex) mirrors requires the use of instruments which incorporate an integrating sphere in the receiver unit (see Figure 2). If the instrument-indicating meter indicates n</w:t>
      </w:r>
      <w:r w:rsidRPr="00F54F68">
        <w:rPr>
          <w:vertAlign w:val="subscript"/>
        </w:rPr>
        <w:t xml:space="preserve">e </w:t>
      </w:r>
      <w:r w:rsidRPr="00F54F68">
        <w:t xml:space="preserve">divisions with a standard mirror of E per cent reflectance, then, with a mirror of unknown reflectance, </w:t>
      </w:r>
      <w:proofErr w:type="spellStart"/>
      <w:r w:rsidRPr="00F54F68">
        <w:t>n</w:t>
      </w:r>
      <w:r w:rsidRPr="00F54F68">
        <w:rPr>
          <w:vertAlign w:val="subscript"/>
        </w:rPr>
        <w:t>x</w:t>
      </w:r>
      <w:proofErr w:type="spellEnd"/>
      <w:r w:rsidRPr="00F54F68">
        <w:rPr>
          <w:vertAlign w:val="subscript"/>
        </w:rPr>
        <w:t xml:space="preserve"> </w:t>
      </w:r>
      <w:r w:rsidRPr="00F54F68">
        <w:t>divisions will correspond to a reflectance of X per cent, in accordance with the formula:</w:t>
      </w:r>
    </w:p>
    <w:p w14:paraId="25D56EDC" w14:textId="77777777" w:rsidR="00F54F68" w:rsidRPr="00F54F68" w:rsidRDefault="00F54F68" w:rsidP="00F54F68">
      <w:pPr>
        <w:ind w:right="849"/>
        <w:jc w:val="center"/>
      </w:pPr>
      <w:r w:rsidRPr="00F54F68">
        <w:rPr>
          <w:noProof/>
          <w:lang w:val="en-US" w:eastAsia="ja-JP"/>
        </w:rPr>
        <w:drawing>
          <wp:inline distT="0" distB="0" distL="0" distR="0" wp14:anchorId="103808A4" wp14:editId="50B033C6">
            <wp:extent cx="533400" cy="3810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381000"/>
                    </a:xfrm>
                    <a:prstGeom prst="rect">
                      <a:avLst/>
                    </a:prstGeom>
                    <a:noFill/>
                    <a:ln>
                      <a:noFill/>
                    </a:ln>
                  </pic:spPr>
                </pic:pic>
              </a:graphicData>
            </a:graphic>
          </wp:inline>
        </w:drawing>
      </w:r>
    </w:p>
    <w:p w14:paraId="080AAD77" w14:textId="77777777" w:rsidR="00F54F68" w:rsidRPr="00F54F68" w:rsidRDefault="00F54F68" w:rsidP="00EC350C">
      <w:pPr>
        <w:keepNext/>
        <w:keepLines/>
        <w:spacing w:before="120" w:line="240" w:lineRule="auto"/>
        <w:ind w:left="1134" w:right="1134"/>
        <w:outlineLvl w:val="0"/>
        <w:rPr>
          <w:b/>
        </w:rPr>
      </w:pPr>
      <w:r w:rsidRPr="00F54F68">
        <w:lastRenderedPageBreak/>
        <w:t>Figure 1</w:t>
      </w:r>
      <w:r w:rsidRPr="00F54F68">
        <w:br/>
      </w:r>
      <w:r w:rsidRPr="00F54F68">
        <w:rPr>
          <w:b/>
        </w:rPr>
        <w:t>Generalised reflectometer showing experimental set-ups for the two calibration methods</w:t>
      </w:r>
    </w:p>
    <w:p w14:paraId="1CAD62E8" w14:textId="77777777" w:rsidR="00F54F68" w:rsidRPr="00F54F68" w:rsidRDefault="00F54F68" w:rsidP="00EC350C">
      <w:pPr>
        <w:keepNext/>
        <w:keepLines/>
        <w:spacing w:before="120" w:line="240" w:lineRule="auto"/>
        <w:ind w:left="567" w:right="1134"/>
        <w:outlineLvl w:val="0"/>
      </w:pPr>
      <w:r w:rsidRPr="00F54F68">
        <w:rPr>
          <w:noProof/>
          <w:lang w:val="en-US" w:eastAsia="ja-JP"/>
        </w:rPr>
        <mc:AlternateContent>
          <mc:Choice Requires="wpc">
            <w:drawing>
              <wp:inline distT="0" distB="0" distL="0" distR="0" wp14:anchorId="12BF159D" wp14:editId="47ACE3FA">
                <wp:extent cx="5365115" cy="3917950"/>
                <wp:effectExtent l="0" t="0" r="0" b="6985"/>
                <wp:docPr id="148" name="Canvas 5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927" name="Group 304"/>
                        <wpg:cNvGrpSpPr>
                          <a:grpSpLocks/>
                        </wpg:cNvGrpSpPr>
                        <wpg:grpSpPr bwMode="auto">
                          <a:xfrm>
                            <a:off x="113315" y="36000"/>
                            <a:ext cx="5130784" cy="3873549"/>
                            <a:chOff x="0" y="2"/>
                            <a:chExt cx="8079" cy="6100"/>
                          </a:xfrm>
                        </wpg:grpSpPr>
                        <wps:wsp>
                          <wps:cNvPr id="928" name="Rectangle 305"/>
                          <wps:cNvSpPr>
                            <a:spLocks noChangeArrowheads="1"/>
                          </wps:cNvSpPr>
                          <wps:spPr bwMode="auto">
                            <a:xfrm>
                              <a:off x="0" y="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5517C"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29" name="Rectangle 306"/>
                          <wps:cNvSpPr>
                            <a:spLocks noChangeArrowheads="1"/>
                          </wps:cNvSpPr>
                          <wps:spPr bwMode="auto">
                            <a:xfrm>
                              <a:off x="4079" y="372"/>
                              <a:ext cx="1997" cy="1069"/>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Rectangle 307"/>
                          <wps:cNvSpPr>
                            <a:spLocks noChangeArrowheads="1"/>
                          </wps:cNvSpPr>
                          <wps:spPr bwMode="auto">
                            <a:xfrm>
                              <a:off x="3945" y="265"/>
                              <a:ext cx="2246" cy="19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 name="Freeform 308"/>
                          <wps:cNvSpPr>
                            <a:spLocks/>
                          </wps:cNvSpPr>
                          <wps:spPr bwMode="auto">
                            <a:xfrm>
                              <a:off x="5032" y="518"/>
                              <a:ext cx="822" cy="630"/>
                            </a:xfrm>
                            <a:custGeom>
                              <a:avLst/>
                              <a:gdLst>
                                <a:gd name="T0" fmla="*/ 0 w 822"/>
                                <a:gd name="T1" fmla="*/ 0 h 630"/>
                                <a:gd name="T2" fmla="*/ 0 w 822"/>
                                <a:gd name="T3" fmla="*/ 0 h 630"/>
                                <a:gd name="T4" fmla="*/ 84 w 822"/>
                                <a:gd name="T5" fmla="*/ 2 h 630"/>
                                <a:gd name="T6" fmla="*/ 165 w 822"/>
                                <a:gd name="T7" fmla="*/ 12 h 630"/>
                                <a:gd name="T8" fmla="*/ 244 w 822"/>
                                <a:gd name="T9" fmla="*/ 28 h 630"/>
                                <a:gd name="T10" fmla="*/ 320 w 822"/>
                                <a:gd name="T11" fmla="*/ 50 h 630"/>
                                <a:gd name="T12" fmla="*/ 392 w 822"/>
                                <a:gd name="T13" fmla="*/ 76 h 630"/>
                                <a:gd name="T14" fmla="*/ 459 w 822"/>
                                <a:gd name="T15" fmla="*/ 107 h 630"/>
                                <a:gd name="T16" fmla="*/ 523 w 822"/>
                                <a:gd name="T17" fmla="*/ 145 h 630"/>
                                <a:gd name="T18" fmla="*/ 581 w 822"/>
                                <a:gd name="T19" fmla="*/ 186 h 630"/>
                                <a:gd name="T20" fmla="*/ 631 w 822"/>
                                <a:gd name="T21" fmla="*/ 231 h 630"/>
                                <a:gd name="T22" fmla="*/ 679 w 822"/>
                                <a:gd name="T23" fmla="*/ 279 h 630"/>
                                <a:gd name="T24" fmla="*/ 722 w 822"/>
                                <a:gd name="T25" fmla="*/ 329 h 630"/>
                                <a:gd name="T26" fmla="*/ 758 w 822"/>
                                <a:gd name="T27" fmla="*/ 384 h 630"/>
                                <a:gd name="T28" fmla="*/ 786 w 822"/>
                                <a:gd name="T29" fmla="*/ 444 h 630"/>
                                <a:gd name="T30" fmla="*/ 805 w 822"/>
                                <a:gd name="T31" fmla="*/ 503 h 630"/>
                                <a:gd name="T32" fmla="*/ 817 w 822"/>
                                <a:gd name="T33" fmla="*/ 568 h 630"/>
                                <a:gd name="T34" fmla="*/ 822 w 822"/>
                                <a:gd name="T35" fmla="*/ 630 h 6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22" h="630">
                                  <a:moveTo>
                                    <a:pt x="0" y="0"/>
                                  </a:moveTo>
                                  <a:lnTo>
                                    <a:pt x="0" y="0"/>
                                  </a:lnTo>
                                  <a:lnTo>
                                    <a:pt x="84" y="2"/>
                                  </a:lnTo>
                                  <a:lnTo>
                                    <a:pt x="165" y="12"/>
                                  </a:lnTo>
                                  <a:lnTo>
                                    <a:pt x="244" y="28"/>
                                  </a:lnTo>
                                  <a:lnTo>
                                    <a:pt x="320" y="50"/>
                                  </a:lnTo>
                                  <a:lnTo>
                                    <a:pt x="392" y="76"/>
                                  </a:lnTo>
                                  <a:lnTo>
                                    <a:pt x="459" y="107"/>
                                  </a:lnTo>
                                  <a:lnTo>
                                    <a:pt x="523" y="145"/>
                                  </a:lnTo>
                                  <a:lnTo>
                                    <a:pt x="581" y="186"/>
                                  </a:lnTo>
                                  <a:lnTo>
                                    <a:pt x="631" y="231"/>
                                  </a:lnTo>
                                  <a:lnTo>
                                    <a:pt x="679" y="279"/>
                                  </a:lnTo>
                                  <a:lnTo>
                                    <a:pt x="722" y="329"/>
                                  </a:lnTo>
                                  <a:lnTo>
                                    <a:pt x="758" y="384"/>
                                  </a:lnTo>
                                  <a:lnTo>
                                    <a:pt x="786" y="444"/>
                                  </a:lnTo>
                                  <a:lnTo>
                                    <a:pt x="805" y="503"/>
                                  </a:lnTo>
                                  <a:lnTo>
                                    <a:pt x="817" y="568"/>
                                  </a:lnTo>
                                  <a:lnTo>
                                    <a:pt x="822" y="63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2" name="Freeform 309"/>
                          <wps:cNvSpPr>
                            <a:spLocks/>
                          </wps:cNvSpPr>
                          <wps:spPr bwMode="auto">
                            <a:xfrm>
                              <a:off x="4272" y="513"/>
                              <a:ext cx="863" cy="609"/>
                            </a:xfrm>
                            <a:custGeom>
                              <a:avLst/>
                              <a:gdLst>
                                <a:gd name="T0" fmla="*/ 0 w 863"/>
                                <a:gd name="T1" fmla="*/ 609 h 609"/>
                                <a:gd name="T2" fmla="*/ 5 w 863"/>
                                <a:gd name="T3" fmla="*/ 549 h 609"/>
                                <a:gd name="T4" fmla="*/ 17 w 863"/>
                                <a:gd name="T5" fmla="*/ 485 h 609"/>
                                <a:gd name="T6" fmla="*/ 41 w 863"/>
                                <a:gd name="T7" fmla="*/ 430 h 609"/>
                                <a:gd name="T8" fmla="*/ 70 w 863"/>
                                <a:gd name="T9" fmla="*/ 375 h 609"/>
                                <a:gd name="T10" fmla="*/ 105 w 863"/>
                                <a:gd name="T11" fmla="*/ 322 h 609"/>
                                <a:gd name="T12" fmla="*/ 148 w 863"/>
                                <a:gd name="T13" fmla="*/ 270 h 609"/>
                                <a:gd name="T14" fmla="*/ 196 w 863"/>
                                <a:gd name="T15" fmla="*/ 224 h 609"/>
                                <a:gd name="T16" fmla="*/ 251 w 863"/>
                                <a:gd name="T17" fmla="*/ 179 h 609"/>
                                <a:gd name="T18" fmla="*/ 316 w 863"/>
                                <a:gd name="T19" fmla="*/ 141 h 609"/>
                                <a:gd name="T20" fmla="*/ 383 w 863"/>
                                <a:gd name="T21" fmla="*/ 105 h 609"/>
                                <a:gd name="T22" fmla="*/ 450 w 863"/>
                                <a:gd name="T23" fmla="*/ 74 h 609"/>
                                <a:gd name="T24" fmla="*/ 526 w 863"/>
                                <a:gd name="T25" fmla="*/ 48 h 609"/>
                                <a:gd name="T26" fmla="*/ 605 w 863"/>
                                <a:gd name="T27" fmla="*/ 29 h 609"/>
                                <a:gd name="T28" fmla="*/ 689 w 863"/>
                                <a:gd name="T29" fmla="*/ 12 h 609"/>
                                <a:gd name="T30" fmla="*/ 775 w 863"/>
                                <a:gd name="T31" fmla="*/ 2 h 609"/>
                                <a:gd name="T32" fmla="*/ 863 w 863"/>
                                <a:gd name="T33" fmla="*/ 0 h 60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863" h="609">
                                  <a:moveTo>
                                    <a:pt x="0" y="609"/>
                                  </a:moveTo>
                                  <a:lnTo>
                                    <a:pt x="5" y="549"/>
                                  </a:lnTo>
                                  <a:lnTo>
                                    <a:pt x="17" y="485"/>
                                  </a:lnTo>
                                  <a:lnTo>
                                    <a:pt x="41" y="430"/>
                                  </a:lnTo>
                                  <a:lnTo>
                                    <a:pt x="70" y="375"/>
                                  </a:lnTo>
                                  <a:lnTo>
                                    <a:pt x="105" y="322"/>
                                  </a:lnTo>
                                  <a:lnTo>
                                    <a:pt x="148" y="270"/>
                                  </a:lnTo>
                                  <a:lnTo>
                                    <a:pt x="196" y="224"/>
                                  </a:lnTo>
                                  <a:lnTo>
                                    <a:pt x="251" y="179"/>
                                  </a:lnTo>
                                  <a:lnTo>
                                    <a:pt x="316" y="141"/>
                                  </a:lnTo>
                                  <a:lnTo>
                                    <a:pt x="383" y="105"/>
                                  </a:lnTo>
                                  <a:lnTo>
                                    <a:pt x="450" y="74"/>
                                  </a:lnTo>
                                  <a:lnTo>
                                    <a:pt x="526" y="48"/>
                                  </a:lnTo>
                                  <a:lnTo>
                                    <a:pt x="605" y="29"/>
                                  </a:lnTo>
                                  <a:lnTo>
                                    <a:pt x="689" y="12"/>
                                  </a:lnTo>
                                  <a:lnTo>
                                    <a:pt x="775" y="2"/>
                                  </a:lnTo>
                                  <a:lnTo>
                                    <a:pt x="86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Line 310"/>
                          <wps:cNvCnPr>
                            <a:cxnSpLocks noChangeShapeType="1"/>
                          </wps:cNvCnPr>
                          <wps:spPr bwMode="auto">
                            <a:xfrm>
                              <a:off x="4332" y="1117"/>
                              <a:ext cx="748" cy="2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4" name="Freeform 311"/>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5" name="Freeform 312"/>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Line 313"/>
                          <wps:cNvCnPr>
                            <a:cxnSpLocks noChangeShapeType="1"/>
                          </wps:cNvCnPr>
                          <wps:spPr bwMode="auto">
                            <a:xfrm>
                              <a:off x="4325" y="1105"/>
                              <a:ext cx="55"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7" name="Line 314"/>
                          <wps:cNvCnPr>
                            <a:cxnSpLocks noChangeShapeType="1"/>
                          </wps:cNvCnPr>
                          <wps:spPr bwMode="auto">
                            <a:xfrm flipV="1">
                              <a:off x="4323" y="1081"/>
                              <a:ext cx="136"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8" name="Rectangle 315"/>
                          <wps:cNvSpPr>
                            <a:spLocks noChangeArrowheads="1"/>
                          </wps:cNvSpPr>
                          <wps:spPr bwMode="auto">
                            <a:xfrm>
                              <a:off x="4145" y="929"/>
                              <a:ext cx="17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DFC9A" w14:textId="77777777" w:rsidR="00AC6F01" w:rsidRDefault="00AC6F01" w:rsidP="00F54F68">
                                <w:r>
                                  <w:rPr>
                                    <w:color w:val="000000"/>
                                    <w:sz w:val="16"/>
                                    <w:szCs w:val="16"/>
                                    <w:lang w:val="en-US"/>
                                  </w:rPr>
                                  <w:t>0</w:t>
                                </w:r>
                              </w:p>
                            </w:txbxContent>
                          </wps:txbx>
                          <wps:bodyPr rot="0" vert="horz" wrap="square" lIns="0" tIns="0" rIns="0" bIns="0" anchor="t" anchorCtr="0" upright="1">
                            <a:spAutoFit/>
                          </wps:bodyPr>
                        </wps:wsp>
                        <wps:wsp>
                          <wps:cNvPr id="939" name="Rectangle 316"/>
                          <wps:cNvSpPr>
                            <a:spLocks noChangeArrowheads="1"/>
                          </wps:cNvSpPr>
                          <wps:spPr bwMode="auto">
                            <a:xfrm>
                              <a:off x="4167" y="89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3A897"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40" name="Line 317"/>
                          <wps:cNvCnPr>
                            <a:cxnSpLocks noChangeShapeType="1"/>
                          </wps:cNvCnPr>
                          <wps:spPr bwMode="auto">
                            <a:xfrm>
                              <a:off x="4277" y="1100"/>
                              <a:ext cx="4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1" name="Line 318"/>
                          <wps:cNvCnPr>
                            <a:cxnSpLocks noChangeShapeType="1"/>
                          </wps:cNvCnPr>
                          <wps:spPr bwMode="auto">
                            <a:xfrm>
                              <a:off x="4337" y="883"/>
                              <a:ext cx="103"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2" name="Line 319"/>
                          <wps:cNvCnPr>
                            <a:cxnSpLocks noChangeShapeType="1"/>
                          </wps:cNvCnPr>
                          <wps:spPr bwMode="auto">
                            <a:xfrm>
                              <a:off x="4487" y="721"/>
                              <a:ext cx="77"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3" name="Line 320"/>
                          <wps:cNvCnPr>
                            <a:cxnSpLocks noChangeShapeType="1"/>
                          </wps:cNvCnPr>
                          <wps:spPr bwMode="auto">
                            <a:xfrm>
                              <a:off x="4738" y="587"/>
                              <a:ext cx="3" cy="6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4" name="Line 321"/>
                          <wps:cNvCnPr>
                            <a:cxnSpLocks noChangeShapeType="1"/>
                          </wps:cNvCnPr>
                          <wps:spPr bwMode="auto">
                            <a:xfrm flipH="1">
                              <a:off x="4906" y="537"/>
                              <a:ext cx="7" cy="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5" name="Line 322"/>
                          <wps:cNvCnPr>
                            <a:cxnSpLocks noChangeShapeType="1"/>
                          </wps:cNvCnPr>
                          <wps:spPr bwMode="auto">
                            <a:xfrm>
                              <a:off x="5063" y="518"/>
                              <a:ext cx="3" cy="1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6" name="Line 323"/>
                          <wps:cNvCnPr>
                            <a:cxnSpLocks noChangeShapeType="1"/>
                          </wps:cNvCnPr>
                          <wps:spPr bwMode="auto">
                            <a:xfrm flipH="1">
                              <a:off x="5216" y="537"/>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7" name="Line 324"/>
                          <wps:cNvCnPr>
                            <a:cxnSpLocks noChangeShapeType="1"/>
                          </wps:cNvCnPr>
                          <wps:spPr bwMode="auto">
                            <a:xfrm flipH="1">
                              <a:off x="5386" y="613"/>
                              <a:ext cx="55"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8" name="Line 325"/>
                          <wps:cNvCnPr>
                            <a:cxnSpLocks noChangeShapeType="1"/>
                          </wps:cNvCnPr>
                          <wps:spPr bwMode="auto">
                            <a:xfrm flipH="1">
                              <a:off x="5555" y="728"/>
                              <a:ext cx="94" cy="6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9" name="Line 326"/>
                          <wps:cNvCnPr>
                            <a:cxnSpLocks noChangeShapeType="1"/>
                          </wps:cNvCnPr>
                          <wps:spPr bwMode="auto">
                            <a:xfrm flipH="1">
                              <a:off x="5663" y="900"/>
                              <a:ext cx="112"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0" name="Line 327"/>
                          <wps:cNvCnPr>
                            <a:cxnSpLocks noChangeShapeType="1"/>
                          </wps:cNvCnPr>
                          <wps:spPr bwMode="auto">
                            <a:xfrm flipH="1">
                              <a:off x="5739" y="1122"/>
                              <a:ext cx="115" cy="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1" name="Line 328"/>
                          <wps:cNvCnPr>
                            <a:cxnSpLocks noChangeShapeType="1"/>
                          </wps:cNvCnPr>
                          <wps:spPr bwMode="auto">
                            <a:xfrm>
                              <a:off x="5782" y="900"/>
                              <a:ext cx="7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2" name="Rectangle 329"/>
                          <wps:cNvSpPr>
                            <a:spLocks noChangeArrowheads="1"/>
                          </wps:cNvSpPr>
                          <wps:spPr bwMode="auto">
                            <a:xfrm>
                              <a:off x="5842" y="777"/>
                              <a:ext cx="17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224C" w14:textId="77777777" w:rsidR="00AC6F01" w:rsidRPr="00165940" w:rsidRDefault="00AC6F01" w:rsidP="00F54F68">
                                <w:pPr>
                                  <w:rPr>
                                    <w:position w:val="24"/>
                                  </w:rPr>
                                </w:pPr>
                                <w:r w:rsidRPr="00165940">
                                  <w:rPr>
                                    <w:color w:val="000000"/>
                                    <w:position w:val="24"/>
                                    <w:sz w:val="16"/>
                                    <w:szCs w:val="16"/>
                                    <w:lang w:val="en-US"/>
                                  </w:rPr>
                                  <w:t>10</w:t>
                                </w:r>
                              </w:p>
                            </w:txbxContent>
                          </wps:txbx>
                          <wps:bodyPr rot="0" vert="horz" wrap="square" lIns="0" tIns="0" rIns="0" bIns="0" anchor="t" anchorCtr="0" upright="1">
                            <a:spAutoFit/>
                          </wps:bodyPr>
                        </wps:wsp>
                        <wps:wsp>
                          <wps:cNvPr id="953" name="Rectangle 330"/>
                          <wps:cNvSpPr>
                            <a:spLocks noChangeArrowheads="1"/>
                          </wps:cNvSpPr>
                          <wps:spPr bwMode="auto">
                            <a:xfrm>
                              <a:off x="6002" y="859"/>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AD1B0"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54" name="Rectangle 331"/>
                          <wps:cNvSpPr>
                            <a:spLocks noChangeArrowheads="1"/>
                          </wps:cNvSpPr>
                          <wps:spPr bwMode="auto">
                            <a:xfrm>
                              <a:off x="5907" y="1040"/>
                              <a:ext cx="9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438A" w14:textId="77777777" w:rsidR="00AC6F01" w:rsidRPr="00165940" w:rsidRDefault="00AC6F01" w:rsidP="00F54F68">
                                <w:pPr>
                                  <w:rPr>
                                    <w:position w:val="24"/>
                                  </w:rPr>
                                </w:pPr>
                                <w:r w:rsidRPr="00165940">
                                  <w:rPr>
                                    <w:color w:val="000000"/>
                                    <w:position w:val="24"/>
                                    <w:sz w:val="16"/>
                                    <w:szCs w:val="16"/>
                                    <w:lang w:val="en-US"/>
                                  </w:rPr>
                                  <w:t>0</w:t>
                                </w:r>
                              </w:p>
                            </w:txbxContent>
                          </wps:txbx>
                          <wps:bodyPr rot="0" vert="horz" wrap="square" lIns="0" tIns="0" rIns="0" bIns="0" anchor="t" anchorCtr="0" upright="1">
                            <a:spAutoFit/>
                          </wps:bodyPr>
                        </wps:wsp>
                        <wps:wsp>
                          <wps:cNvPr id="955" name="Rectangle 332"/>
                          <wps:cNvSpPr>
                            <a:spLocks noChangeArrowheads="1"/>
                          </wps:cNvSpPr>
                          <wps:spPr bwMode="auto">
                            <a:xfrm>
                              <a:off x="5921" y="955"/>
                              <a:ext cx="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9A70" w14:textId="77777777" w:rsidR="00AC6F01" w:rsidRDefault="00AC6F01" w:rsidP="00F54F68"/>
                            </w:txbxContent>
                          </wps:txbx>
                          <wps:bodyPr rot="0" vert="horz" wrap="square" lIns="0" tIns="0" rIns="0" bIns="0" anchor="t" anchorCtr="0" upright="1">
                            <a:spAutoFit/>
                          </wps:bodyPr>
                        </wps:wsp>
                        <wps:wsp>
                          <wps:cNvPr id="956" name="Rectangle 333"/>
                          <wps:cNvSpPr>
                            <a:spLocks noChangeArrowheads="1"/>
                          </wps:cNvSpPr>
                          <wps:spPr bwMode="auto">
                            <a:xfrm>
                              <a:off x="4965" y="348"/>
                              <a:ext cx="161"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43F97" w14:textId="77777777" w:rsidR="00AC6F01" w:rsidRPr="00165940" w:rsidRDefault="00AC6F01" w:rsidP="00F54F68">
                                <w:pPr>
                                  <w:rPr>
                                    <w:position w:val="28"/>
                                  </w:rPr>
                                </w:pPr>
                                <w:r w:rsidRPr="00165940">
                                  <w:rPr>
                                    <w:color w:val="000000"/>
                                    <w:position w:val="28"/>
                                    <w:sz w:val="16"/>
                                    <w:szCs w:val="16"/>
                                    <w:lang w:val="en-US"/>
                                  </w:rPr>
                                  <w:t>50</w:t>
                                </w:r>
                              </w:p>
                            </w:txbxContent>
                          </wps:txbx>
                          <wps:bodyPr rot="0" vert="horz" wrap="none" lIns="0" tIns="0" rIns="0" bIns="0" anchor="t" anchorCtr="0" upright="1">
                            <a:spAutoFit/>
                          </wps:bodyPr>
                        </wps:wsp>
                        <wps:wsp>
                          <wps:cNvPr id="957" name="Rectangle 334"/>
                          <wps:cNvSpPr>
                            <a:spLocks noChangeArrowheads="1"/>
                          </wps:cNvSpPr>
                          <wps:spPr bwMode="auto">
                            <a:xfrm>
                              <a:off x="5125" y="3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972CA"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58" name="Line 335"/>
                          <wps:cNvCnPr>
                            <a:cxnSpLocks noChangeShapeType="1"/>
                          </wps:cNvCnPr>
                          <wps:spPr bwMode="auto">
                            <a:xfrm>
                              <a:off x="5343" y="1262"/>
                              <a:ext cx="1276"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9" name="Line 336"/>
                          <wps:cNvCnPr>
                            <a:cxnSpLocks noChangeShapeType="1"/>
                          </wps:cNvCnPr>
                          <wps:spPr bwMode="auto">
                            <a:xfrm>
                              <a:off x="5336" y="1267"/>
                              <a:ext cx="160"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0" name="Line 337"/>
                          <wps:cNvCnPr>
                            <a:cxnSpLocks noChangeShapeType="1"/>
                          </wps:cNvCnPr>
                          <wps:spPr bwMode="auto">
                            <a:xfrm flipV="1">
                              <a:off x="5336" y="1200"/>
                              <a:ext cx="117"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1" name="Freeform 338"/>
                          <wps:cNvSpPr>
                            <a:spLocks/>
                          </wps:cNvSpPr>
                          <wps:spPr bwMode="auto">
                            <a:xfrm>
                              <a:off x="5529" y="1604"/>
                              <a:ext cx="404" cy="393"/>
                            </a:xfrm>
                            <a:custGeom>
                              <a:avLst/>
                              <a:gdLst>
                                <a:gd name="T0" fmla="*/ 182 w 404"/>
                                <a:gd name="T1" fmla="*/ 0 h 393"/>
                                <a:gd name="T2" fmla="*/ 141 w 404"/>
                                <a:gd name="T3" fmla="*/ 9 h 393"/>
                                <a:gd name="T4" fmla="*/ 105 w 404"/>
                                <a:gd name="T5" fmla="*/ 24 h 393"/>
                                <a:gd name="T6" fmla="*/ 74 w 404"/>
                                <a:gd name="T7" fmla="*/ 45 h 393"/>
                                <a:gd name="T8" fmla="*/ 46 w 404"/>
                                <a:gd name="T9" fmla="*/ 71 h 393"/>
                                <a:gd name="T10" fmla="*/ 24 w 404"/>
                                <a:gd name="T11" fmla="*/ 102 h 393"/>
                                <a:gd name="T12" fmla="*/ 10 w 404"/>
                                <a:gd name="T13" fmla="*/ 138 h 393"/>
                                <a:gd name="T14" fmla="*/ 0 w 404"/>
                                <a:gd name="T15" fmla="*/ 176 h 393"/>
                                <a:gd name="T16" fmla="*/ 0 w 404"/>
                                <a:gd name="T17" fmla="*/ 217 h 393"/>
                                <a:gd name="T18" fmla="*/ 10 w 404"/>
                                <a:gd name="T19" fmla="*/ 255 h 393"/>
                                <a:gd name="T20" fmla="*/ 24 w 404"/>
                                <a:gd name="T21" fmla="*/ 291 h 393"/>
                                <a:gd name="T22" fmla="*/ 46 w 404"/>
                                <a:gd name="T23" fmla="*/ 322 h 393"/>
                                <a:gd name="T24" fmla="*/ 74 w 404"/>
                                <a:gd name="T25" fmla="*/ 348 h 393"/>
                                <a:gd name="T26" fmla="*/ 105 w 404"/>
                                <a:gd name="T27" fmla="*/ 370 h 393"/>
                                <a:gd name="T28" fmla="*/ 141 w 404"/>
                                <a:gd name="T29" fmla="*/ 384 h 393"/>
                                <a:gd name="T30" fmla="*/ 182 w 404"/>
                                <a:gd name="T31" fmla="*/ 391 h 393"/>
                                <a:gd name="T32" fmla="*/ 222 w 404"/>
                                <a:gd name="T33" fmla="*/ 391 h 393"/>
                                <a:gd name="T34" fmla="*/ 263 w 404"/>
                                <a:gd name="T35" fmla="*/ 384 h 393"/>
                                <a:gd name="T36" fmla="*/ 299 w 404"/>
                                <a:gd name="T37" fmla="*/ 370 h 393"/>
                                <a:gd name="T38" fmla="*/ 330 w 404"/>
                                <a:gd name="T39" fmla="*/ 348 h 393"/>
                                <a:gd name="T40" fmla="*/ 359 w 404"/>
                                <a:gd name="T41" fmla="*/ 322 h 393"/>
                                <a:gd name="T42" fmla="*/ 380 w 404"/>
                                <a:gd name="T43" fmla="*/ 291 h 393"/>
                                <a:gd name="T44" fmla="*/ 394 w 404"/>
                                <a:gd name="T45" fmla="*/ 255 h 393"/>
                                <a:gd name="T46" fmla="*/ 404 w 404"/>
                                <a:gd name="T47" fmla="*/ 217 h 393"/>
                                <a:gd name="T48" fmla="*/ 404 w 404"/>
                                <a:gd name="T49" fmla="*/ 176 h 393"/>
                                <a:gd name="T50" fmla="*/ 394 w 404"/>
                                <a:gd name="T51" fmla="*/ 138 h 393"/>
                                <a:gd name="T52" fmla="*/ 380 w 404"/>
                                <a:gd name="T53" fmla="*/ 102 h 393"/>
                                <a:gd name="T54" fmla="*/ 359 w 404"/>
                                <a:gd name="T55" fmla="*/ 71 h 393"/>
                                <a:gd name="T56" fmla="*/ 330 w 404"/>
                                <a:gd name="T57" fmla="*/ 45 h 393"/>
                                <a:gd name="T58" fmla="*/ 299 w 404"/>
                                <a:gd name="T59" fmla="*/ 24 h 393"/>
                                <a:gd name="T60" fmla="*/ 263 w 404"/>
                                <a:gd name="T61" fmla="*/ 9 h 393"/>
                                <a:gd name="T62" fmla="*/ 222 w 404"/>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4" h="393">
                                  <a:moveTo>
                                    <a:pt x="203" y="0"/>
                                  </a:moveTo>
                                  <a:lnTo>
                                    <a:pt x="182" y="0"/>
                                  </a:lnTo>
                                  <a:lnTo>
                                    <a:pt x="160" y="4"/>
                                  </a:lnTo>
                                  <a:lnTo>
                                    <a:pt x="141" y="9"/>
                                  </a:lnTo>
                                  <a:lnTo>
                                    <a:pt x="124" y="14"/>
                                  </a:lnTo>
                                  <a:lnTo>
                                    <a:pt x="105" y="24"/>
                                  </a:lnTo>
                                  <a:lnTo>
                                    <a:pt x="89" y="33"/>
                                  </a:lnTo>
                                  <a:lnTo>
                                    <a:pt x="74" y="45"/>
                                  </a:lnTo>
                                  <a:lnTo>
                                    <a:pt x="60" y="57"/>
                                  </a:lnTo>
                                  <a:lnTo>
                                    <a:pt x="46" y="71"/>
                                  </a:lnTo>
                                  <a:lnTo>
                                    <a:pt x="34" y="86"/>
                                  </a:lnTo>
                                  <a:lnTo>
                                    <a:pt x="24" y="102"/>
                                  </a:lnTo>
                                  <a:lnTo>
                                    <a:pt x="15" y="119"/>
                                  </a:lnTo>
                                  <a:lnTo>
                                    <a:pt x="10" y="138"/>
                                  </a:lnTo>
                                  <a:lnTo>
                                    <a:pt x="3" y="157"/>
                                  </a:lnTo>
                                  <a:lnTo>
                                    <a:pt x="0" y="176"/>
                                  </a:lnTo>
                                  <a:lnTo>
                                    <a:pt x="0" y="195"/>
                                  </a:lnTo>
                                  <a:lnTo>
                                    <a:pt x="0" y="217"/>
                                  </a:lnTo>
                                  <a:lnTo>
                                    <a:pt x="3" y="236"/>
                                  </a:lnTo>
                                  <a:lnTo>
                                    <a:pt x="10" y="255"/>
                                  </a:lnTo>
                                  <a:lnTo>
                                    <a:pt x="15" y="272"/>
                                  </a:lnTo>
                                  <a:lnTo>
                                    <a:pt x="24" y="291"/>
                                  </a:lnTo>
                                  <a:lnTo>
                                    <a:pt x="34" y="305"/>
                                  </a:lnTo>
                                  <a:lnTo>
                                    <a:pt x="46" y="322"/>
                                  </a:lnTo>
                                  <a:lnTo>
                                    <a:pt x="60" y="336"/>
                                  </a:lnTo>
                                  <a:lnTo>
                                    <a:pt x="74" y="348"/>
                                  </a:lnTo>
                                  <a:lnTo>
                                    <a:pt x="89" y="360"/>
                                  </a:lnTo>
                                  <a:lnTo>
                                    <a:pt x="105" y="370"/>
                                  </a:lnTo>
                                  <a:lnTo>
                                    <a:pt x="124" y="377"/>
                                  </a:lnTo>
                                  <a:lnTo>
                                    <a:pt x="141" y="384"/>
                                  </a:lnTo>
                                  <a:lnTo>
                                    <a:pt x="160" y="389"/>
                                  </a:lnTo>
                                  <a:lnTo>
                                    <a:pt x="182" y="391"/>
                                  </a:lnTo>
                                  <a:lnTo>
                                    <a:pt x="203" y="393"/>
                                  </a:lnTo>
                                  <a:lnTo>
                                    <a:pt x="222" y="391"/>
                                  </a:lnTo>
                                  <a:lnTo>
                                    <a:pt x="244" y="389"/>
                                  </a:lnTo>
                                  <a:lnTo>
                                    <a:pt x="263" y="384"/>
                                  </a:lnTo>
                                  <a:lnTo>
                                    <a:pt x="282" y="377"/>
                                  </a:lnTo>
                                  <a:lnTo>
                                    <a:pt x="299" y="370"/>
                                  </a:lnTo>
                                  <a:lnTo>
                                    <a:pt x="316" y="360"/>
                                  </a:lnTo>
                                  <a:lnTo>
                                    <a:pt x="330" y="348"/>
                                  </a:lnTo>
                                  <a:lnTo>
                                    <a:pt x="344" y="336"/>
                                  </a:lnTo>
                                  <a:lnTo>
                                    <a:pt x="359" y="322"/>
                                  </a:lnTo>
                                  <a:lnTo>
                                    <a:pt x="371" y="305"/>
                                  </a:lnTo>
                                  <a:lnTo>
                                    <a:pt x="380" y="291"/>
                                  </a:lnTo>
                                  <a:lnTo>
                                    <a:pt x="390" y="272"/>
                                  </a:lnTo>
                                  <a:lnTo>
                                    <a:pt x="394" y="255"/>
                                  </a:lnTo>
                                  <a:lnTo>
                                    <a:pt x="402" y="236"/>
                                  </a:lnTo>
                                  <a:lnTo>
                                    <a:pt x="404" y="217"/>
                                  </a:lnTo>
                                  <a:lnTo>
                                    <a:pt x="404" y="195"/>
                                  </a:lnTo>
                                  <a:lnTo>
                                    <a:pt x="404" y="176"/>
                                  </a:lnTo>
                                  <a:lnTo>
                                    <a:pt x="402" y="157"/>
                                  </a:lnTo>
                                  <a:lnTo>
                                    <a:pt x="394" y="138"/>
                                  </a:lnTo>
                                  <a:lnTo>
                                    <a:pt x="390" y="119"/>
                                  </a:lnTo>
                                  <a:lnTo>
                                    <a:pt x="380" y="102"/>
                                  </a:lnTo>
                                  <a:lnTo>
                                    <a:pt x="371" y="86"/>
                                  </a:lnTo>
                                  <a:lnTo>
                                    <a:pt x="359" y="71"/>
                                  </a:lnTo>
                                  <a:lnTo>
                                    <a:pt x="344" y="57"/>
                                  </a:lnTo>
                                  <a:lnTo>
                                    <a:pt x="330" y="45"/>
                                  </a:lnTo>
                                  <a:lnTo>
                                    <a:pt x="316" y="33"/>
                                  </a:lnTo>
                                  <a:lnTo>
                                    <a:pt x="299" y="24"/>
                                  </a:lnTo>
                                  <a:lnTo>
                                    <a:pt x="282" y="14"/>
                                  </a:lnTo>
                                  <a:lnTo>
                                    <a:pt x="263" y="9"/>
                                  </a:lnTo>
                                  <a:lnTo>
                                    <a:pt x="244" y="4"/>
                                  </a:lnTo>
                                  <a:lnTo>
                                    <a:pt x="222"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2" name="Freeform 339"/>
                          <wps:cNvSpPr>
                            <a:spLocks/>
                          </wps:cNvSpPr>
                          <wps:spPr bwMode="auto">
                            <a:xfrm>
                              <a:off x="5529" y="1773"/>
                              <a:ext cx="237" cy="198"/>
                            </a:xfrm>
                            <a:custGeom>
                              <a:avLst/>
                              <a:gdLst>
                                <a:gd name="T0" fmla="*/ 0 w 237"/>
                                <a:gd name="T1" fmla="*/ 0 h 198"/>
                                <a:gd name="T2" fmla="*/ 48 w 237"/>
                                <a:gd name="T3" fmla="*/ 5 h 198"/>
                                <a:gd name="T4" fmla="*/ 93 w 237"/>
                                <a:gd name="T5" fmla="*/ 17 h 198"/>
                                <a:gd name="T6" fmla="*/ 134 w 237"/>
                                <a:gd name="T7" fmla="*/ 31 h 198"/>
                                <a:gd name="T8" fmla="*/ 170 w 237"/>
                                <a:gd name="T9" fmla="*/ 55 h 198"/>
                                <a:gd name="T10" fmla="*/ 199 w 237"/>
                                <a:gd name="T11" fmla="*/ 86 h 198"/>
                                <a:gd name="T12" fmla="*/ 218 w 237"/>
                                <a:gd name="T13" fmla="*/ 119 h 198"/>
                                <a:gd name="T14" fmla="*/ 234 w 237"/>
                                <a:gd name="T15" fmla="*/ 158 h 198"/>
                                <a:gd name="T16" fmla="*/ 237 w 237"/>
                                <a:gd name="T17" fmla="*/ 177 h 198"/>
                                <a:gd name="T18" fmla="*/ 237 w 237"/>
                                <a:gd name="T19" fmla="*/ 198 h 19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7" h="198">
                                  <a:moveTo>
                                    <a:pt x="0" y="0"/>
                                  </a:moveTo>
                                  <a:lnTo>
                                    <a:pt x="48" y="5"/>
                                  </a:lnTo>
                                  <a:lnTo>
                                    <a:pt x="93" y="17"/>
                                  </a:lnTo>
                                  <a:lnTo>
                                    <a:pt x="134" y="31"/>
                                  </a:lnTo>
                                  <a:lnTo>
                                    <a:pt x="170" y="55"/>
                                  </a:lnTo>
                                  <a:lnTo>
                                    <a:pt x="199" y="86"/>
                                  </a:lnTo>
                                  <a:lnTo>
                                    <a:pt x="218" y="119"/>
                                  </a:lnTo>
                                  <a:lnTo>
                                    <a:pt x="234" y="158"/>
                                  </a:lnTo>
                                  <a:lnTo>
                                    <a:pt x="237" y="177"/>
                                  </a:lnTo>
                                  <a:lnTo>
                                    <a:pt x="237" y="19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3" name="Freeform 340"/>
                          <wps:cNvSpPr>
                            <a:spLocks/>
                          </wps:cNvSpPr>
                          <wps:spPr bwMode="auto">
                            <a:xfrm>
                              <a:off x="5656" y="1616"/>
                              <a:ext cx="241" cy="152"/>
                            </a:xfrm>
                            <a:custGeom>
                              <a:avLst/>
                              <a:gdLst>
                                <a:gd name="T0" fmla="*/ 241 w 241"/>
                                <a:gd name="T1" fmla="*/ 152 h 152"/>
                                <a:gd name="T2" fmla="*/ 193 w 241"/>
                                <a:gd name="T3" fmla="*/ 150 h 152"/>
                                <a:gd name="T4" fmla="*/ 146 w 241"/>
                                <a:gd name="T5" fmla="*/ 140 h 152"/>
                                <a:gd name="T6" fmla="*/ 107 w 241"/>
                                <a:gd name="T7" fmla="*/ 126 h 152"/>
                                <a:gd name="T8" fmla="*/ 72 w 241"/>
                                <a:gd name="T9" fmla="*/ 109 h 152"/>
                                <a:gd name="T10" fmla="*/ 43 w 241"/>
                                <a:gd name="T11" fmla="*/ 86 h 152"/>
                                <a:gd name="T12" fmla="*/ 19 w 241"/>
                                <a:gd name="T13" fmla="*/ 59 h 152"/>
                                <a:gd name="T14" fmla="*/ 5 w 241"/>
                                <a:gd name="T15" fmla="*/ 31 h 152"/>
                                <a:gd name="T16" fmla="*/ 2 w 241"/>
                                <a:gd name="T17" fmla="*/ 16 h 152"/>
                                <a:gd name="T18" fmla="*/ 0 w 241"/>
                                <a:gd name="T19" fmla="*/ 0 h 15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1" h="152">
                                  <a:moveTo>
                                    <a:pt x="241" y="152"/>
                                  </a:moveTo>
                                  <a:lnTo>
                                    <a:pt x="193" y="150"/>
                                  </a:lnTo>
                                  <a:lnTo>
                                    <a:pt x="146" y="140"/>
                                  </a:lnTo>
                                  <a:lnTo>
                                    <a:pt x="107" y="126"/>
                                  </a:lnTo>
                                  <a:lnTo>
                                    <a:pt x="72" y="109"/>
                                  </a:lnTo>
                                  <a:lnTo>
                                    <a:pt x="43" y="86"/>
                                  </a:lnTo>
                                  <a:lnTo>
                                    <a:pt x="19" y="59"/>
                                  </a:lnTo>
                                  <a:lnTo>
                                    <a:pt x="5" y="31"/>
                                  </a:lnTo>
                                  <a:lnTo>
                                    <a:pt x="2" y="16"/>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4" name="Line 341"/>
                          <wps:cNvCnPr>
                            <a:cxnSpLocks noChangeShapeType="1"/>
                          </wps:cNvCnPr>
                          <wps:spPr bwMode="auto">
                            <a:xfrm>
                              <a:off x="5902" y="1802"/>
                              <a:ext cx="722"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5" name="Line 342"/>
                          <wps:cNvCnPr>
                            <a:cxnSpLocks noChangeShapeType="1"/>
                          </wps:cNvCnPr>
                          <wps:spPr bwMode="auto">
                            <a:xfrm>
                              <a:off x="5914" y="1802"/>
                              <a:ext cx="129" cy="8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6" name="Line 343"/>
                          <wps:cNvCnPr>
                            <a:cxnSpLocks noChangeShapeType="1"/>
                          </wps:cNvCnPr>
                          <wps:spPr bwMode="auto">
                            <a:xfrm flipV="1">
                              <a:off x="5909" y="1735"/>
                              <a:ext cx="108"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7" name="Freeform 344"/>
                          <wps:cNvSpPr>
                            <a:spLocks/>
                          </wps:cNvSpPr>
                          <wps:spPr bwMode="auto">
                            <a:xfrm>
                              <a:off x="4265" y="1616"/>
                              <a:ext cx="406" cy="393"/>
                            </a:xfrm>
                            <a:custGeom>
                              <a:avLst/>
                              <a:gdLst>
                                <a:gd name="T0" fmla="*/ 184 w 406"/>
                                <a:gd name="T1" fmla="*/ 0 h 393"/>
                                <a:gd name="T2" fmla="*/ 144 w 406"/>
                                <a:gd name="T3" fmla="*/ 9 h 393"/>
                                <a:gd name="T4" fmla="*/ 108 w 406"/>
                                <a:gd name="T5" fmla="*/ 23 h 393"/>
                                <a:gd name="T6" fmla="*/ 74 w 406"/>
                                <a:gd name="T7" fmla="*/ 45 h 393"/>
                                <a:gd name="T8" fmla="*/ 48 w 406"/>
                                <a:gd name="T9" fmla="*/ 71 h 393"/>
                                <a:gd name="T10" fmla="*/ 26 w 406"/>
                                <a:gd name="T11" fmla="*/ 102 h 393"/>
                                <a:gd name="T12" fmla="*/ 10 w 406"/>
                                <a:gd name="T13" fmla="*/ 138 h 393"/>
                                <a:gd name="T14" fmla="*/ 3 w 406"/>
                                <a:gd name="T15" fmla="*/ 176 h 393"/>
                                <a:gd name="T16" fmla="*/ 3 w 406"/>
                                <a:gd name="T17" fmla="*/ 217 h 393"/>
                                <a:gd name="T18" fmla="*/ 10 w 406"/>
                                <a:gd name="T19" fmla="*/ 255 h 393"/>
                                <a:gd name="T20" fmla="*/ 26 w 406"/>
                                <a:gd name="T21" fmla="*/ 291 h 393"/>
                                <a:gd name="T22" fmla="*/ 48 w 406"/>
                                <a:gd name="T23" fmla="*/ 322 h 393"/>
                                <a:gd name="T24" fmla="*/ 74 w 406"/>
                                <a:gd name="T25" fmla="*/ 348 h 393"/>
                                <a:gd name="T26" fmla="*/ 108 w 406"/>
                                <a:gd name="T27" fmla="*/ 370 h 393"/>
                                <a:gd name="T28" fmla="*/ 144 w 406"/>
                                <a:gd name="T29" fmla="*/ 384 h 393"/>
                                <a:gd name="T30" fmla="*/ 184 w 406"/>
                                <a:gd name="T31" fmla="*/ 391 h 393"/>
                                <a:gd name="T32" fmla="*/ 225 w 406"/>
                                <a:gd name="T33" fmla="*/ 391 h 393"/>
                                <a:gd name="T34" fmla="*/ 265 w 406"/>
                                <a:gd name="T35" fmla="*/ 384 h 393"/>
                                <a:gd name="T36" fmla="*/ 301 w 406"/>
                                <a:gd name="T37" fmla="*/ 370 h 393"/>
                                <a:gd name="T38" fmla="*/ 332 w 406"/>
                                <a:gd name="T39" fmla="*/ 348 h 393"/>
                                <a:gd name="T40" fmla="*/ 361 w 406"/>
                                <a:gd name="T41" fmla="*/ 322 h 393"/>
                                <a:gd name="T42" fmla="*/ 382 w 406"/>
                                <a:gd name="T43" fmla="*/ 291 h 393"/>
                                <a:gd name="T44" fmla="*/ 399 w 406"/>
                                <a:gd name="T45" fmla="*/ 255 h 393"/>
                                <a:gd name="T46" fmla="*/ 406 w 406"/>
                                <a:gd name="T47" fmla="*/ 217 h 393"/>
                                <a:gd name="T48" fmla="*/ 406 w 406"/>
                                <a:gd name="T49" fmla="*/ 176 h 393"/>
                                <a:gd name="T50" fmla="*/ 399 w 406"/>
                                <a:gd name="T51" fmla="*/ 138 h 393"/>
                                <a:gd name="T52" fmla="*/ 382 w 406"/>
                                <a:gd name="T53" fmla="*/ 102 h 393"/>
                                <a:gd name="T54" fmla="*/ 361 w 406"/>
                                <a:gd name="T55" fmla="*/ 71 h 393"/>
                                <a:gd name="T56" fmla="*/ 332 w 406"/>
                                <a:gd name="T57" fmla="*/ 45 h 393"/>
                                <a:gd name="T58" fmla="*/ 301 w 406"/>
                                <a:gd name="T59" fmla="*/ 23 h 393"/>
                                <a:gd name="T60" fmla="*/ 265 w 406"/>
                                <a:gd name="T61" fmla="*/ 9 h 393"/>
                                <a:gd name="T62" fmla="*/ 225 w 406"/>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6" h="393">
                                  <a:moveTo>
                                    <a:pt x="203" y="0"/>
                                  </a:moveTo>
                                  <a:lnTo>
                                    <a:pt x="184" y="0"/>
                                  </a:lnTo>
                                  <a:lnTo>
                                    <a:pt x="163" y="4"/>
                                  </a:lnTo>
                                  <a:lnTo>
                                    <a:pt x="144" y="9"/>
                                  </a:lnTo>
                                  <a:lnTo>
                                    <a:pt x="124" y="14"/>
                                  </a:lnTo>
                                  <a:lnTo>
                                    <a:pt x="108" y="23"/>
                                  </a:lnTo>
                                  <a:lnTo>
                                    <a:pt x="91" y="33"/>
                                  </a:lnTo>
                                  <a:lnTo>
                                    <a:pt x="74" y="45"/>
                                  </a:lnTo>
                                  <a:lnTo>
                                    <a:pt x="60" y="57"/>
                                  </a:lnTo>
                                  <a:lnTo>
                                    <a:pt x="48" y="71"/>
                                  </a:lnTo>
                                  <a:lnTo>
                                    <a:pt x="36" y="86"/>
                                  </a:lnTo>
                                  <a:lnTo>
                                    <a:pt x="26" y="102"/>
                                  </a:lnTo>
                                  <a:lnTo>
                                    <a:pt x="17" y="119"/>
                                  </a:lnTo>
                                  <a:lnTo>
                                    <a:pt x="10" y="138"/>
                                  </a:lnTo>
                                  <a:lnTo>
                                    <a:pt x="5" y="157"/>
                                  </a:lnTo>
                                  <a:lnTo>
                                    <a:pt x="3" y="176"/>
                                  </a:lnTo>
                                  <a:lnTo>
                                    <a:pt x="0" y="195"/>
                                  </a:lnTo>
                                  <a:lnTo>
                                    <a:pt x="3" y="217"/>
                                  </a:lnTo>
                                  <a:lnTo>
                                    <a:pt x="5" y="236"/>
                                  </a:lnTo>
                                  <a:lnTo>
                                    <a:pt x="10" y="255"/>
                                  </a:lnTo>
                                  <a:lnTo>
                                    <a:pt x="17" y="272"/>
                                  </a:lnTo>
                                  <a:lnTo>
                                    <a:pt x="26" y="291"/>
                                  </a:lnTo>
                                  <a:lnTo>
                                    <a:pt x="36" y="305"/>
                                  </a:lnTo>
                                  <a:lnTo>
                                    <a:pt x="48" y="322"/>
                                  </a:lnTo>
                                  <a:lnTo>
                                    <a:pt x="60" y="336"/>
                                  </a:lnTo>
                                  <a:lnTo>
                                    <a:pt x="74" y="348"/>
                                  </a:lnTo>
                                  <a:lnTo>
                                    <a:pt x="91" y="360"/>
                                  </a:lnTo>
                                  <a:lnTo>
                                    <a:pt x="108" y="370"/>
                                  </a:lnTo>
                                  <a:lnTo>
                                    <a:pt x="124" y="377"/>
                                  </a:lnTo>
                                  <a:lnTo>
                                    <a:pt x="144" y="384"/>
                                  </a:lnTo>
                                  <a:lnTo>
                                    <a:pt x="163" y="389"/>
                                  </a:lnTo>
                                  <a:lnTo>
                                    <a:pt x="184" y="391"/>
                                  </a:lnTo>
                                  <a:lnTo>
                                    <a:pt x="203" y="393"/>
                                  </a:lnTo>
                                  <a:lnTo>
                                    <a:pt x="225" y="391"/>
                                  </a:lnTo>
                                  <a:lnTo>
                                    <a:pt x="246" y="389"/>
                                  </a:lnTo>
                                  <a:lnTo>
                                    <a:pt x="265" y="384"/>
                                  </a:lnTo>
                                  <a:lnTo>
                                    <a:pt x="282" y="377"/>
                                  </a:lnTo>
                                  <a:lnTo>
                                    <a:pt x="301" y="370"/>
                                  </a:lnTo>
                                  <a:lnTo>
                                    <a:pt x="318" y="360"/>
                                  </a:lnTo>
                                  <a:lnTo>
                                    <a:pt x="332" y="348"/>
                                  </a:lnTo>
                                  <a:lnTo>
                                    <a:pt x="349" y="336"/>
                                  </a:lnTo>
                                  <a:lnTo>
                                    <a:pt x="361" y="322"/>
                                  </a:lnTo>
                                  <a:lnTo>
                                    <a:pt x="373" y="305"/>
                                  </a:lnTo>
                                  <a:lnTo>
                                    <a:pt x="382" y="291"/>
                                  </a:lnTo>
                                  <a:lnTo>
                                    <a:pt x="392" y="272"/>
                                  </a:lnTo>
                                  <a:lnTo>
                                    <a:pt x="399" y="255"/>
                                  </a:lnTo>
                                  <a:lnTo>
                                    <a:pt x="404" y="236"/>
                                  </a:lnTo>
                                  <a:lnTo>
                                    <a:pt x="406" y="217"/>
                                  </a:lnTo>
                                  <a:lnTo>
                                    <a:pt x="406" y="195"/>
                                  </a:lnTo>
                                  <a:lnTo>
                                    <a:pt x="406" y="176"/>
                                  </a:lnTo>
                                  <a:lnTo>
                                    <a:pt x="404" y="157"/>
                                  </a:lnTo>
                                  <a:lnTo>
                                    <a:pt x="399" y="138"/>
                                  </a:lnTo>
                                  <a:lnTo>
                                    <a:pt x="392" y="119"/>
                                  </a:lnTo>
                                  <a:lnTo>
                                    <a:pt x="382" y="102"/>
                                  </a:lnTo>
                                  <a:lnTo>
                                    <a:pt x="373" y="86"/>
                                  </a:lnTo>
                                  <a:lnTo>
                                    <a:pt x="361" y="71"/>
                                  </a:lnTo>
                                  <a:lnTo>
                                    <a:pt x="349" y="57"/>
                                  </a:lnTo>
                                  <a:lnTo>
                                    <a:pt x="332" y="45"/>
                                  </a:lnTo>
                                  <a:lnTo>
                                    <a:pt x="318" y="33"/>
                                  </a:lnTo>
                                  <a:lnTo>
                                    <a:pt x="301" y="23"/>
                                  </a:lnTo>
                                  <a:lnTo>
                                    <a:pt x="282" y="14"/>
                                  </a:lnTo>
                                  <a:lnTo>
                                    <a:pt x="265" y="9"/>
                                  </a:lnTo>
                                  <a:lnTo>
                                    <a:pt x="246" y="4"/>
                                  </a:lnTo>
                                  <a:lnTo>
                                    <a:pt x="225"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Freeform 345"/>
                          <wps:cNvSpPr>
                            <a:spLocks/>
                          </wps:cNvSpPr>
                          <wps:spPr bwMode="auto">
                            <a:xfrm>
                              <a:off x="4289" y="1778"/>
                              <a:ext cx="196" cy="215"/>
                            </a:xfrm>
                            <a:custGeom>
                              <a:avLst/>
                              <a:gdLst>
                                <a:gd name="T0" fmla="*/ 0 w 196"/>
                                <a:gd name="T1" fmla="*/ 0 h 215"/>
                                <a:gd name="T2" fmla="*/ 41 w 196"/>
                                <a:gd name="T3" fmla="*/ 2 h 215"/>
                                <a:gd name="T4" fmla="*/ 77 w 196"/>
                                <a:gd name="T5" fmla="*/ 14 h 215"/>
                                <a:gd name="T6" fmla="*/ 112 w 196"/>
                                <a:gd name="T7" fmla="*/ 36 h 215"/>
                                <a:gd name="T8" fmla="*/ 139 w 196"/>
                                <a:gd name="T9" fmla="*/ 60 h 215"/>
                                <a:gd name="T10" fmla="*/ 163 w 196"/>
                                <a:gd name="T11" fmla="*/ 93 h 215"/>
                                <a:gd name="T12" fmla="*/ 182 w 196"/>
                                <a:gd name="T13" fmla="*/ 129 h 215"/>
                                <a:gd name="T14" fmla="*/ 191 w 196"/>
                                <a:gd name="T15" fmla="*/ 169 h 215"/>
                                <a:gd name="T16" fmla="*/ 196 w 196"/>
                                <a:gd name="T17" fmla="*/ 215 h 21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96" h="215">
                                  <a:moveTo>
                                    <a:pt x="0" y="0"/>
                                  </a:moveTo>
                                  <a:lnTo>
                                    <a:pt x="41" y="2"/>
                                  </a:lnTo>
                                  <a:lnTo>
                                    <a:pt x="77" y="14"/>
                                  </a:lnTo>
                                  <a:lnTo>
                                    <a:pt x="112" y="36"/>
                                  </a:lnTo>
                                  <a:lnTo>
                                    <a:pt x="139" y="60"/>
                                  </a:lnTo>
                                  <a:lnTo>
                                    <a:pt x="163" y="93"/>
                                  </a:lnTo>
                                  <a:lnTo>
                                    <a:pt x="182" y="129"/>
                                  </a:lnTo>
                                  <a:lnTo>
                                    <a:pt x="191" y="169"/>
                                  </a:lnTo>
                                  <a:lnTo>
                                    <a:pt x="196" y="215"/>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9" name="Freeform 346"/>
                          <wps:cNvSpPr>
                            <a:spLocks/>
                          </wps:cNvSpPr>
                          <wps:spPr bwMode="auto">
                            <a:xfrm>
                              <a:off x="4432" y="1628"/>
                              <a:ext cx="223" cy="181"/>
                            </a:xfrm>
                            <a:custGeom>
                              <a:avLst/>
                              <a:gdLst>
                                <a:gd name="T0" fmla="*/ 223 w 223"/>
                                <a:gd name="T1" fmla="*/ 181 h 181"/>
                                <a:gd name="T2" fmla="*/ 180 w 223"/>
                                <a:gd name="T3" fmla="*/ 176 h 181"/>
                                <a:gd name="T4" fmla="*/ 134 w 223"/>
                                <a:gd name="T5" fmla="*/ 169 h 181"/>
                                <a:gd name="T6" fmla="*/ 98 w 223"/>
                                <a:gd name="T7" fmla="*/ 150 h 181"/>
                                <a:gd name="T8" fmla="*/ 67 w 223"/>
                                <a:gd name="T9" fmla="*/ 126 h 181"/>
                                <a:gd name="T10" fmla="*/ 39 w 223"/>
                                <a:gd name="T11" fmla="*/ 102 h 181"/>
                                <a:gd name="T12" fmla="*/ 17 w 223"/>
                                <a:gd name="T13" fmla="*/ 71 h 181"/>
                                <a:gd name="T14" fmla="*/ 5 w 223"/>
                                <a:gd name="T15" fmla="*/ 35 h 181"/>
                                <a:gd name="T16" fmla="*/ 0 w 223"/>
                                <a:gd name="T17" fmla="*/ 0 h 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23" h="181">
                                  <a:moveTo>
                                    <a:pt x="223" y="181"/>
                                  </a:moveTo>
                                  <a:lnTo>
                                    <a:pt x="180" y="176"/>
                                  </a:lnTo>
                                  <a:lnTo>
                                    <a:pt x="134" y="169"/>
                                  </a:lnTo>
                                  <a:lnTo>
                                    <a:pt x="98" y="150"/>
                                  </a:lnTo>
                                  <a:lnTo>
                                    <a:pt x="67" y="126"/>
                                  </a:lnTo>
                                  <a:lnTo>
                                    <a:pt x="39" y="102"/>
                                  </a:lnTo>
                                  <a:lnTo>
                                    <a:pt x="17" y="71"/>
                                  </a:lnTo>
                                  <a:lnTo>
                                    <a:pt x="5" y="3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0" name="Line 347"/>
                          <wps:cNvCnPr>
                            <a:cxnSpLocks noChangeShapeType="1"/>
                          </wps:cNvCnPr>
                          <wps:spPr bwMode="auto">
                            <a:xfrm>
                              <a:off x="3460" y="1814"/>
                              <a:ext cx="8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1" name="Line 348"/>
                          <wps:cNvCnPr>
                            <a:cxnSpLocks noChangeShapeType="1"/>
                          </wps:cNvCnPr>
                          <wps:spPr bwMode="auto">
                            <a:xfrm flipH="1" flipV="1">
                              <a:off x="4093" y="1742"/>
                              <a:ext cx="153" cy="7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2" name="Line 349"/>
                          <wps:cNvCnPr>
                            <a:cxnSpLocks noChangeShapeType="1"/>
                          </wps:cNvCnPr>
                          <wps:spPr bwMode="auto">
                            <a:xfrm flipH="1">
                              <a:off x="4110" y="1823"/>
                              <a:ext cx="124"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3" name="Rectangle 350"/>
                          <wps:cNvSpPr>
                            <a:spLocks noChangeArrowheads="1"/>
                          </wps:cNvSpPr>
                          <wps:spPr bwMode="auto">
                            <a:xfrm>
                              <a:off x="2619" y="1739"/>
                              <a:ext cx="45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C9BB0" w14:textId="77777777" w:rsidR="00AC6F01" w:rsidRDefault="00AC6F01" w:rsidP="00F54F68">
                                <w:r>
                                  <w:rPr>
                                    <w:color w:val="000000"/>
                                    <w:sz w:val="24"/>
                                    <w:szCs w:val="24"/>
                                    <w:lang w:val="en-US"/>
                                  </w:rPr>
                                  <w:t>Zero</w:t>
                                </w:r>
                              </w:p>
                            </w:txbxContent>
                          </wps:txbx>
                          <wps:bodyPr rot="0" vert="horz" wrap="none" lIns="0" tIns="0" rIns="0" bIns="0" anchor="t" anchorCtr="0" upright="1">
                            <a:spAutoFit/>
                          </wps:bodyPr>
                        </wps:wsp>
                        <wps:wsp>
                          <wps:cNvPr id="974" name="Rectangle 351"/>
                          <wps:cNvSpPr>
                            <a:spLocks noChangeArrowheads="1"/>
                          </wps:cNvSpPr>
                          <wps:spPr bwMode="auto">
                            <a:xfrm>
                              <a:off x="3070" y="1777"/>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63AA2"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75" name="Rectangle 352"/>
                          <wps:cNvSpPr>
                            <a:spLocks noChangeArrowheads="1"/>
                          </wps:cNvSpPr>
                          <wps:spPr bwMode="auto">
                            <a:xfrm>
                              <a:off x="6745" y="1680"/>
                              <a:ext cx="76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5ABB" w14:textId="77777777" w:rsidR="00AC6F01" w:rsidRDefault="00AC6F01" w:rsidP="00F54F68">
                                <w:r>
                                  <w:rPr>
                                    <w:rFonts w:ascii="Arial" w:hAnsi="Arial" w:cs="Arial"/>
                                    <w:color w:val="000000"/>
                                    <w:sz w:val="16"/>
                                    <w:szCs w:val="16"/>
                                    <w:lang w:val="en-US"/>
                                  </w:rPr>
                                  <w:t>Calibration</w:t>
                                </w:r>
                              </w:p>
                            </w:txbxContent>
                          </wps:txbx>
                          <wps:bodyPr rot="0" vert="horz" wrap="none" lIns="0" tIns="0" rIns="0" bIns="0" anchor="t" anchorCtr="0" upright="1">
                            <a:spAutoFit/>
                          </wps:bodyPr>
                        </wps:wsp>
                        <wps:wsp>
                          <wps:cNvPr id="976" name="Rectangle 353"/>
                          <wps:cNvSpPr>
                            <a:spLocks noChangeArrowheads="1"/>
                          </wps:cNvSpPr>
                          <wps:spPr bwMode="auto">
                            <a:xfrm>
                              <a:off x="7508" y="16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528BD"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77" name="Rectangle 354"/>
                          <wps:cNvSpPr>
                            <a:spLocks noChangeArrowheads="1"/>
                          </wps:cNvSpPr>
                          <wps:spPr bwMode="auto">
                            <a:xfrm>
                              <a:off x="6745" y="1866"/>
                              <a:ext cx="78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3FD94" w14:textId="77777777" w:rsidR="00AC6F01" w:rsidRDefault="00AC6F01" w:rsidP="00F54F68">
                                <w:r>
                                  <w:rPr>
                                    <w:rFonts w:ascii="Arial" w:hAnsi="Arial" w:cs="Arial"/>
                                    <w:color w:val="000000"/>
                                    <w:sz w:val="16"/>
                                    <w:szCs w:val="16"/>
                                    <w:lang w:val="en-US"/>
                                  </w:rPr>
                                  <w:t>adjustment</w:t>
                                </w:r>
                              </w:p>
                            </w:txbxContent>
                          </wps:txbx>
                          <wps:bodyPr rot="0" vert="horz" wrap="none" lIns="0" tIns="0" rIns="0" bIns="0" anchor="t" anchorCtr="0" upright="1">
                            <a:spAutoFit/>
                          </wps:bodyPr>
                        </wps:wsp>
                        <wps:wsp>
                          <wps:cNvPr id="978" name="Rectangle 355"/>
                          <wps:cNvSpPr>
                            <a:spLocks noChangeArrowheads="1"/>
                          </wps:cNvSpPr>
                          <wps:spPr bwMode="auto">
                            <a:xfrm>
                              <a:off x="7524" y="183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0BC71"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79" name="Rectangle 356"/>
                          <wps:cNvSpPr>
                            <a:spLocks noChangeArrowheads="1"/>
                          </wps:cNvSpPr>
                          <wps:spPr bwMode="auto">
                            <a:xfrm>
                              <a:off x="6722" y="1045"/>
                              <a:ext cx="129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863BD" w14:textId="77777777" w:rsidR="00AC6F01" w:rsidRDefault="00AC6F01" w:rsidP="00F54F68">
                                <w:r>
                                  <w:rPr>
                                    <w:color w:val="000000"/>
                                    <w:lang w:val="en-US"/>
                                  </w:rPr>
                                  <w:t>Reflectance (%)</w:t>
                                </w:r>
                              </w:p>
                            </w:txbxContent>
                          </wps:txbx>
                          <wps:bodyPr rot="0" vert="horz" wrap="none" lIns="0" tIns="0" rIns="0" bIns="0" anchor="t" anchorCtr="0" upright="1">
                            <a:spAutoFit/>
                          </wps:bodyPr>
                        </wps:wsp>
                        <wps:wsp>
                          <wps:cNvPr id="980" name="Rectangle 357"/>
                          <wps:cNvSpPr>
                            <a:spLocks noChangeArrowheads="1"/>
                          </wps:cNvSpPr>
                          <wps:spPr bwMode="auto">
                            <a:xfrm>
                              <a:off x="7878" y="104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CCEDB"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81" name="Rectangle 358"/>
                          <wps:cNvSpPr>
                            <a:spLocks noChangeArrowheads="1"/>
                          </wps:cNvSpPr>
                          <wps:spPr bwMode="auto">
                            <a:xfrm>
                              <a:off x="4124" y="2"/>
                              <a:ext cx="188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0839F" w14:textId="77777777" w:rsidR="00AC6F01" w:rsidRDefault="00AC6F01" w:rsidP="00F54F68">
                                <w:r>
                                  <w:rPr>
                                    <w:color w:val="000000"/>
                                    <w:lang w:val="en-US"/>
                                  </w:rPr>
                                  <w:t>Meter with adjustments</w:t>
                                </w:r>
                              </w:p>
                            </w:txbxContent>
                          </wps:txbx>
                          <wps:bodyPr rot="0" vert="horz" wrap="none" lIns="0" tIns="0" rIns="0" bIns="0" anchor="t" anchorCtr="0" upright="1">
                            <a:spAutoFit/>
                          </wps:bodyPr>
                        </wps:wsp>
                        <wps:wsp>
                          <wps:cNvPr id="982" name="Rectangle 359"/>
                          <wps:cNvSpPr>
                            <a:spLocks noChangeArrowheads="1"/>
                          </wps:cNvSpPr>
                          <wps:spPr bwMode="auto">
                            <a:xfrm>
                              <a:off x="5998" y="6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4A002"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983" name="Line 360"/>
                          <wps:cNvCnPr>
                            <a:cxnSpLocks noChangeShapeType="1"/>
                          </wps:cNvCnPr>
                          <wps:spPr bwMode="auto">
                            <a:xfrm>
                              <a:off x="5011" y="2136"/>
                              <a:ext cx="2" cy="2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4" name="Line 361"/>
                          <wps:cNvCnPr>
                            <a:cxnSpLocks noChangeShapeType="1"/>
                          </wps:cNvCnPr>
                          <wps:spPr bwMode="auto">
                            <a:xfrm>
                              <a:off x="5008" y="2417"/>
                              <a:ext cx="294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5" name="Line 362"/>
                          <wps:cNvCnPr>
                            <a:cxnSpLocks noChangeShapeType="1"/>
                          </wps:cNvCnPr>
                          <wps:spPr bwMode="auto">
                            <a:xfrm>
                              <a:off x="7923" y="2417"/>
                              <a:ext cx="3" cy="47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6" name="Line 363"/>
                          <wps:cNvCnPr>
                            <a:cxnSpLocks noChangeShapeType="1"/>
                          </wps:cNvCnPr>
                          <wps:spPr bwMode="auto">
                            <a:xfrm>
                              <a:off x="8050" y="2861"/>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7" name="Line 364"/>
                          <wps:cNvCnPr>
                            <a:cxnSpLocks noChangeShapeType="1"/>
                          </wps:cNvCnPr>
                          <wps:spPr bwMode="auto">
                            <a:xfrm>
                              <a:off x="8050" y="2981"/>
                              <a:ext cx="2" cy="5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8" name="Line 365"/>
                          <wps:cNvCnPr>
                            <a:cxnSpLocks noChangeShapeType="1"/>
                          </wps:cNvCnPr>
                          <wps:spPr bwMode="auto">
                            <a:xfrm>
                              <a:off x="8050" y="3100"/>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9" name="Line 366"/>
                          <wps:cNvCnPr>
                            <a:cxnSpLocks noChangeShapeType="1"/>
                          </wps:cNvCnPr>
                          <wps:spPr bwMode="auto">
                            <a:xfrm>
                              <a:off x="8050" y="3219"/>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0" name="Line 367"/>
                          <wps:cNvCnPr>
                            <a:cxnSpLocks noChangeShapeType="1"/>
                          </wps:cNvCnPr>
                          <wps:spPr bwMode="auto">
                            <a:xfrm>
                              <a:off x="8050" y="3336"/>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1" name="Line 368"/>
                          <wps:cNvCnPr>
                            <a:cxnSpLocks noChangeShapeType="1"/>
                          </wps:cNvCnPr>
                          <wps:spPr bwMode="auto">
                            <a:xfrm>
                              <a:off x="7809" y="2880"/>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2" name="Line 369"/>
                          <wps:cNvCnPr>
                            <a:cxnSpLocks noChangeShapeType="1"/>
                          </wps:cNvCnPr>
                          <wps:spPr bwMode="auto">
                            <a:xfrm>
                              <a:off x="7809" y="3000"/>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3" name="Line 370"/>
                          <wps:cNvCnPr>
                            <a:cxnSpLocks noChangeShapeType="1"/>
                          </wps:cNvCnPr>
                          <wps:spPr bwMode="auto">
                            <a:xfrm>
                              <a:off x="7809" y="3119"/>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4" name="Line 371"/>
                          <wps:cNvCnPr>
                            <a:cxnSpLocks noChangeShapeType="1"/>
                          </wps:cNvCnPr>
                          <wps:spPr bwMode="auto">
                            <a:xfrm>
                              <a:off x="7809" y="3238"/>
                              <a:ext cx="2"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5" name="Line 372"/>
                          <wps:cNvCnPr>
                            <a:cxnSpLocks noChangeShapeType="1"/>
                          </wps:cNvCnPr>
                          <wps:spPr bwMode="auto">
                            <a:xfrm>
                              <a:off x="7809" y="3353"/>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6" name="Line 373"/>
                          <wps:cNvCnPr>
                            <a:cxnSpLocks noChangeShapeType="1"/>
                          </wps:cNvCnPr>
                          <wps:spPr bwMode="auto">
                            <a:xfrm>
                              <a:off x="7818" y="2861"/>
                              <a:ext cx="26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7" name="Line 374"/>
                          <wps:cNvCnPr>
                            <a:cxnSpLocks noChangeShapeType="1"/>
                          </wps:cNvCnPr>
                          <wps:spPr bwMode="auto">
                            <a:xfrm>
                              <a:off x="7818" y="3367"/>
                              <a:ext cx="23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8" name="Line 375"/>
                          <wps:cNvCnPr>
                            <a:cxnSpLocks noChangeShapeType="1"/>
                          </wps:cNvCnPr>
                          <wps:spPr bwMode="auto">
                            <a:xfrm>
                              <a:off x="513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9" name="Line 376"/>
                          <wps:cNvCnPr>
                            <a:cxnSpLocks noChangeShapeType="1"/>
                          </wps:cNvCnPr>
                          <wps:spPr bwMode="auto">
                            <a:xfrm>
                              <a:off x="525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0" name="Line 377"/>
                          <wps:cNvCnPr>
                            <a:cxnSpLocks noChangeShapeType="1"/>
                          </wps:cNvCnPr>
                          <wps:spPr bwMode="auto">
                            <a:xfrm>
                              <a:off x="537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1" name="Line 378"/>
                          <wps:cNvCnPr>
                            <a:cxnSpLocks noChangeShapeType="1"/>
                          </wps:cNvCnPr>
                          <wps:spPr bwMode="auto">
                            <a:xfrm>
                              <a:off x="5491"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2" name="Line 379"/>
                          <wps:cNvCnPr>
                            <a:cxnSpLocks noChangeShapeType="1"/>
                          </wps:cNvCnPr>
                          <wps:spPr bwMode="auto">
                            <a:xfrm>
                              <a:off x="5610"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3" name="Line 380"/>
                          <wps:cNvCnPr>
                            <a:cxnSpLocks noChangeShapeType="1"/>
                          </wps:cNvCnPr>
                          <wps:spPr bwMode="auto">
                            <a:xfrm>
                              <a:off x="5730"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4" name="Line 381"/>
                          <wps:cNvCnPr>
                            <a:cxnSpLocks noChangeShapeType="1"/>
                          </wps:cNvCnPr>
                          <wps:spPr bwMode="auto">
                            <a:xfrm>
                              <a:off x="584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5" name="Line 382"/>
                          <wps:cNvCnPr>
                            <a:cxnSpLocks noChangeShapeType="1"/>
                          </wps:cNvCnPr>
                          <wps:spPr bwMode="auto">
                            <a:xfrm>
                              <a:off x="596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6" name="Line 383"/>
                          <wps:cNvCnPr>
                            <a:cxnSpLocks noChangeShapeType="1"/>
                          </wps:cNvCnPr>
                          <wps:spPr bwMode="auto">
                            <a:xfrm>
                              <a:off x="6088"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7" name="Line 384"/>
                          <wps:cNvCnPr>
                            <a:cxnSpLocks noChangeShapeType="1"/>
                          </wps:cNvCnPr>
                          <wps:spPr bwMode="auto">
                            <a:xfrm>
                              <a:off x="620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8" name="Line 385"/>
                          <wps:cNvCnPr>
                            <a:cxnSpLocks noChangeShapeType="1"/>
                          </wps:cNvCnPr>
                          <wps:spPr bwMode="auto">
                            <a:xfrm>
                              <a:off x="6325"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9" name="Line 386"/>
                          <wps:cNvCnPr>
                            <a:cxnSpLocks noChangeShapeType="1"/>
                          </wps:cNvCnPr>
                          <wps:spPr bwMode="auto">
                            <a:xfrm>
                              <a:off x="6444"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0" name="Line 387"/>
                          <wps:cNvCnPr>
                            <a:cxnSpLocks noChangeShapeType="1"/>
                          </wps:cNvCnPr>
                          <wps:spPr bwMode="auto">
                            <a:xfrm>
                              <a:off x="6564"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1" name="Line 388"/>
                          <wps:cNvCnPr>
                            <a:cxnSpLocks noChangeShapeType="1"/>
                          </wps:cNvCnPr>
                          <wps:spPr bwMode="auto">
                            <a:xfrm>
                              <a:off x="6683"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2" name="Line 389"/>
                          <wps:cNvCnPr>
                            <a:cxnSpLocks noChangeShapeType="1"/>
                          </wps:cNvCnPr>
                          <wps:spPr bwMode="auto">
                            <a:xfrm>
                              <a:off x="680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3" name="Line 390"/>
                          <wps:cNvCnPr>
                            <a:cxnSpLocks noChangeShapeType="1"/>
                          </wps:cNvCnPr>
                          <wps:spPr bwMode="auto">
                            <a:xfrm>
                              <a:off x="6920"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4" name="Line 391"/>
                          <wps:cNvCnPr>
                            <a:cxnSpLocks noChangeShapeType="1"/>
                          </wps:cNvCnPr>
                          <wps:spPr bwMode="auto">
                            <a:xfrm>
                              <a:off x="7039"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5" name="Line 392"/>
                          <wps:cNvCnPr>
                            <a:cxnSpLocks noChangeShapeType="1"/>
                          </wps:cNvCnPr>
                          <wps:spPr bwMode="auto">
                            <a:xfrm>
                              <a:off x="715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6" name="Line 393"/>
                          <wps:cNvCnPr>
                            <a:cxnSpLocks noChangeShapeType="1"/>
                          </wps:cNvCnPr>
                          <wps:spPr bwMode="auto">
                            <a:xfrm>
                              <a:off x="727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7" name="Line 394"/>
                          <wps:cNvCnPr>
                            <a:cxnSpLocks noChangeShapeType="1"/>
                          </wps:cNvCnPr>
                          <wps:spPr bwMode="auto">
                            <a:xfrm>
                              <a:off x="739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8" name="Line 395"/>
                          <wps:cNvCnPr>
                            <a:cxnSpLocks noChangeShapeType="1"/>
                          </wps:cNvCnPr>
                          <wps:spPr bwMode="auto">
                            <a:xfrm>
                              <a:off x="7512"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9" name="Line 396"/>
                          <wps:cNvCnPr>
                            <a:cxnSpLocks noChangeShapeType="1"/>
                          </wps:cNvCnPr>
                          <wps:spPr bwMode="auto">
                            <a:xfrm>
                              <a:off x="763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0" name="Line 397"/>
                          <wps:cNvCnPr>
                            <a:cxnSpLocks noChangeShapeType="1"/>
                          </wps:cNvCnPr>
                          <wps:spPr bwMode="auto">
                            <a:xfrm>
                              <a:off x="7751"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1" name="Line 398"/>
                          <wps:cNvCnPr>
                            <a:cxnSpLocks noChangeShapeType="1"/>
                          </wps:cNvCnPr>
                          <wps:spPr bwMode="auto">
                            <a:xfrm>
                              <a:off x="524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2" name="Line 399"/>
                          <wps:cNvCnPr>
                            <a:cxnSpLocks noChangeShapeType="1"/>
                          </wps:cNvCnPr>
                          <wps:spPr bwMode="auto">
                            <a:xfrm>
                              <a:off x="536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3" name="Line 400"/>
                          <wps:cNvCnPr>
                            <a:cxnSpLocks noChangeShapeType="1"/>
                          </wps:cNvCnPr>
                          <wps:spPr bwMode="auto">
                            <a:xfrm>
                              <a:off x="547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4" name="Line 401"/>
                          <wps:cNvCnPr>
                            <a:cxnSpLocks noChangeShapeType="1"/>
                          </wps:cNvCnPr>
                          <wps:spPr bwMode="auto">
                            <a:xfrm>
                              <a:off x="559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5" name="Line 402"/>
                          <wps:cNvCnPr>
                            <a:cxnSpLocks noChangeShapeType="1"/>
                          </wps:cNvCnPr>
                          <wps:spPr bwMode="auto">
                            <a:xfrm>
                              <a:off x="5716"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6" name="Line 403"/>
                          <wps:cNvCnPr>
                            <a:cxnSpLocks noChangeShapeType="1"/>
                          </wps:cNvCnPr>
                          <wps:spPr bwMode="auto">
                            <a:xfrm>
                              <a:off x="5835" y="3238"/>
                              <a:ext cx="55"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7" name="Line 404"/>
                          <wps:cNvCnPr>
                            <a:cxnSpLocks noChangeShapeType="1"/>
                          </wps:cNvCnPr>
                          <wps:spPr bwMode="auto">
                            <a:xfrm>
                              <a:off x="595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8" name="Line 405"/>
                          <wps:cNvCnPr>
                            <a:cxnSpLocks noChangeShapeType="1"/>
                          </wps:cNvCnPr>
                          <wps:spPr bwMode="auto">
                            <a:xfrm>
                              <a:off x="607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9" name="Line 406"/>
                          <wps:cNvCnPr>
                            <a:cxnSpLocks noChangeShapeType="1"/>
                          </wps:cNvCnPr>
                          <wps:spPr bwMode="auto">
                            <a:xfrm>
                              <a:off x="619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0" name="Line 407"/>
                          <wps:cNvCnPr>
                            <a:cxnSpLocks noChangeShapeType="1"/>
                          </wps:cNvCnPr>
                          <wps:spPr bwMode="auto">
                            <a:xfrm>
                              <a:off x="631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1" name="Line 408"/>
                          <wps:cNvCnPr>
                            <a:cxnSpLocks noChangeShapeType="1"/>
                          </wps:cNvCnPr>
                          <wps:spPr bwMode="auto">
                            <a:xfrm>
                              <a:off x="643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2" name="Line 409"/>
                          <wps:cNvCnPr>
                            <a:cxnSpLocks noChangeShapeType="1"/>
                          </wps:cNvCnPr>
                          <wps:spPr bwMode="auto">
                            <a:xfrm>
                              <a:off x="655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3" name="Line 410"/>
                          <wps:cNvCnPr>
                            <a:cxnSpLocks noChangeShapeType="1"/>
                          </wps:cNvCnPr>
                          <wps:spPr bwMode="auto">
                            <a:xfrm>
                              <a:off x="666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4" name="Line 411"/>
                          <wps:cNvCnPr>
                            <a:cxnSpLocks noChangeShapeType="1"/>
                          </wps:cNvCnPr>
                          <wps:spPr bwMode="auto">
                            <a:xfrm>
                              <a:off x="6788"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5" name="Line 412"/>
                          <wps:cNvCnPr>
                            <a:cxnSpLocks noChangeShapeType="1"/>
                          </wps:cNvCnPr>
                          <wps:spPr bwMode="auto">
                            <a:xfrm>
                              <a:off x="6908"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6" name="Line 413"/>
                          <wps:cNvCnPr>
                            <a:cxnSpLocks noChangeShapeType="1"/>
                          </wps:cNvCnPr>
                          <wps:spPr bwMode="auto">
                            <a:xfrm>
                              <a:off x="7027"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7" name="Line 414"/>
                          <wps:cNvCnPr>
                            <a:cxnSpLocks noChangeShapeType="1"/>
                          </wps:cNvCnPr>
                          <wps:spPr bwMode="auto">
                            <a:xfrm>
                              <a:off x="714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8" name="Line 415"/>
                          <wps:cNvCnPr>
                            <a:cxnSpLocks noChangeShapeType="1"/>
                          </wps:cNvCnPr>
                          <wps:spPr bwMode="auto">
                            <a:xfrm>
                              <a:off x="726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9" name="Line 416"/>
                          <wps:cNvCnPr>
                            <a:cxnSpLocks noChangeShapeType="1"/>
                          </wps:cNvCnPr>
                          <wps:spPr bwMode="auto">
                            <a:xfrm>
                              <a:off x="7383"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0" name="Line 417"/>
                          <wps:cNvCnPr>
                            <a:cxnSpLocks noChangeShapeType="1"/>
                          </wps:cNvCnPr>
                          <wps:spPr bwMode="auto">
                            <a:xfrm>
                              <a:off x="7501"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1" name="Line 418"/>
                          <wps:cNvCnPr>
                            <a:cxnSpLocks noChangeShapeType="1"/>
                          </wps:cNvCnPr>
                          <wps:spPr bwMode="auto">
                            <a:xfrm>
                              <a:off x="762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2" name="Line 419"/>
                          <wps:cNvCnPr>
                            <a:cxnSpLocks noChangeShapeType="1"/>
                          </wps:cNvCnPr>
                          <wps:spPr bwMode="auto">
                            <a:xfrm>
                              <a:off x="7739" y="3238"/>
                              <a:ext cx="51"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3" name="Freeform 420"/>
                          <wps:cNvSpPr>
                            <a:spLocks/>
                          </wps:cNvSpPr>
                          <wps:spPr bwMode="auto">
                            <a:xfrm>
                              <a:off x="4722" y="2575"/>
                              <a:ext cx="702" cy="1060"/>
                            </a:xfrm>
                            <a:custGeom>
                              <a:avLst/>
                              <a:gdLst>
                                <a:gd name="T0" fmla="*/ 0 w 702"/>
                                <a:gd name="T1" fmla="*/ 60 h 1060"/>
                                <a:gd name="T2" fmla="*/ 602 w 702"/>
                                <a:gd name="T3" fmla="*/ 1060 h 1060"/>
                                <a:gd name="T4" fmla="*/ 702 w 702"/>
                                <a:gd name="T5" fmla="*/ 1000 h 1060"/>
                                <a:gd name="T6" fmla="*/ 100 w 702"/>
                                <a:gd name="T7" fmla="*/ 0 h 1060"/>
                                <a:gd name="T8" fmla="*/ 0 w 702"/>
                                <a:gd name="T9" fmla="*/ 60 h 10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02" h="1060">
                                  <a:moveTo>
                                    <a:pt x="0" y="60"/>
                                  </a:moveTo>
                                  <a:lnTo>
                                    <a:pt x="602" y="1060"/>
                                  </a:lnTo>
                                  <a:lnTo>
                                    <a:pt x="702" y="1000"/>
                                  </a:lnTo>
                                  <a:lnTo>
                                    <a:pt x="100" y="0"/>
                                  </a:lnTo>
                                  <a:lnTo>
                                    <a:pt x="0" y="6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4" name="Freeform 421"/>
                          <wps:cNvSpPr>
                            <a:spLocks/>
                          </wps:cNvSpPr>
                          <wps:spPr bwMode="auto">
                            <a:xfrm>
                              <a:off x="4667" y="2627"/>
                              <a:ext cx="210" cy="277"/>
                            </a:xfrm>
                            <a:custGeom>
                              <a:avLst/>
                              <a:gdLst>
                                <a:gd name="T0" fmla="*/ 0 w 210"/>
                                <a:gd name="T1" fmla="*/ 39 h 277"/>
                                <a:gd name="T2" fmla="*/ 145 w 210"/>
                                <a:gd name="T3" fmla="*/ 277 h 277"/>
                                <a:gd name="T4" fmla="*/ 210 w 210"/>
                                <a:gd name="T5" fmla="*/ 242 h 277"/>
                                <a:gd name="T6" fmla="*/ 64 w 210"/>
                                <a:gd name="T7" fmla="*/ 0 h 277"/>
                                <a:gd name="T8" fmla="*/ 0 w 210"/>
                                <a:gd name="T9" fmla="*/ 39 h 2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7">
                                  <a:moveTo>
                                    <a:pt x="0" y="39"/>
                                  </a:moveTo>
                                  <a:lnTo>
                                    <a:pt x="145" y="277"/>
                                  </a:lnTo>
                                  <a:lnTo>
                                    <a:pt x="210" y="242"/>
                                  </a:lnTo>
                                  <a:lnTo>
                                    <a:pt x="64" y="0"/>
                                  </a:lnTo>
                                  <a:lnTo>
                                    <a:pt x="0" y="3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5" name="Freeform 422"/>
                          <wps:cNvSpPr>
                            <a:spLocks/>
                          </wps:cNvSpPr>
                          <wps:spPr bwMode="auto">
                            <a:xfrm>
                              <a:off x="5118" y="3384"/>
                              <a:ext cx="210" cy="279"/>
                            </a:xfrm>
                            <a:custGeom>
                              <a:avLst/>
                              <a:gdLst>
                                <a:gd name="T0" fmla="*/ 0 w 210"/>
                                <a:gd name="T1" fmla="*/ 38 h 279"/>
                                <a:gd name="T2" fmla="*/ 146 w 210"/>
                                <a:gd name="T3" fmla="*/ 279 h 279"/>
                                <a:gd name="T4" fmla="*/ 210 w 210"/>
                                <a:gd name="T5" fmla="*/ 239 h 279"/>
                                <a:gd name="T6" fmla="*/ 65 w 210"/>
                                <a:gd name="T7" fmla="*/ 0 h 279"/>
                                <a:gd name="T8" fmla="*/ 0 w 210"/>
                                <a:gd name="T9" fmla="*/ 38 h 2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9">
                                  <a:moveTo>
                                    <a:pt x="0" y="38"/>
                                  </a:moveTo>
                                  <a:lnTo>
                                    <a:pt x="146" y="279"/>
                                  </a:lnTo>
                                  <a:lnTo>
                                    <a:pt x="210" y="239"/>
                                  </a:lnTo>
                                  <a:lnTo>
                                    <a:pt x="65" y="0"/>
                                  </a:lnTo>
                                  <a:lnTo>
                                    <a:pt x="0" y="38"/>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6" name="Line 423"/>
                          <wps:cNvCnPr>
                            <a:cxnSpLocks noChangeShapeType="1"/>
                          </wps:cNvCnPr>
                          <wps:spPr bwMode="auto">
                            <a:xfrm>
                              <a:off x="3348" y="2549"/>
                              <a:ext cx="1386" cy="2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7" name="Line 424"/>
                          <wps:cNvCnPr>
                            <a:cxnSpLocks noChangeShapeType="1"/>
                          </wps:cNvCnPr>
                          <wps:spPr bwMode="auto">
                            <a:xfrm flipH="1" flipV="1">
                              <a:off x="4614" y="2713"/>
                              <a:ext cx="127"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8" name="Line 425"/>
                          <wps:cNvCnPr>
                            <a:cxnSpLocks noChangeShapeType="1"/>
                          </wps:cNvCnPr>
                          <wps:spPr bwMode="auto">
                            <a:xfrm flipH="1">
                              <a:off x="4612" y="2773"/>
                              <a:ext cx="114" cy="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9" name="Line 426"/>
                          <wps:cNvCnPr>
                            <a:cxnSpLocks noChangeShapeType="1"/>
                          </wps:cNvCnPr>
                          <wps:spPr bwMode="auto">
                            <a:xfrm flipV="1">
                              <a:off x="3510" y="3098"/>
                              <a:ext cx="1498" cy="103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0" name="Freeform 427"/>
                          <wps:cNvSpPr>
                            <a:spLocks/>
                          </wps:cNvSpPr>
                          <wps:spPr bwMode="auto">
                            <a:xfrm>
                              <a:off x="3450" y="3286"/>
                              <a:ext cx="227" cy="726"/>
                            </a:xfrm>
                            <a:custGeom>
                              <a:avLst/>
                              <a:gdLst>
                                <a:gd name="T0" fmla="*/ 227 w 227"/>
                                <a:gd name="T1" fmla="*/ 726 h 726"/>
                                <a:gd name="T2" fmla="*/ 203 w 227"/>
                                <a:gd name="T3" fmla="*/ 721 h 726"/>
                                <a:gd name="T4" fmla="*/ 182 w 227"/>
                                <a:gd name="T5" fmla="*/ 714 h 726"/>
                                <a:gd name="T6" fmla="*/ 160 w 227"/>
                                <a:gd name="T7" fmla="*/ 692 h 726"/>
                                <a:gd name="T8" fmla="*/ 139 w 227"/>
                                <a:gd name="T9" fmla="*/ 671 h 726"/>
                                <a:gd name="T10" fmla="*/ 120 w 227"/>
                                <a:gd name="T11" fmla="*/ 637 h 726"/>
                                <a:gd name="T12" fmla="*/ 101 w 227"/>
                                <a:gd name="T13" fmla="*/ 599 h 726"/>
                                <a:gd name="T14" fmla="*/ 84 w 227"/>
                                <a:gd name="T15" fmla="*/ 559 h 726"/>
                                <a:gd name="T16" fmla="*/ 67 w 227"/>
                                <a:gd name="T17" fmla="*/ 513 h 726"/>
                                <a:gd name="T18" fmla="*/ 53 w 227"/>
                                <a:gd name="T19" fmla="*/ 461 h 726"/>
                                <a:gd name="T20" fmla="*/ 39 w 227"/>
                                <a:gd name="T21" fmla="*/ 403 h 726"/>
                                <a:gd name="T22" fmla="*/ 29 w 227"/>
                                <a:gd name="T23" fmla="*/ 344 h 726"/>
                                <a:gd name="T24" fmla="*/ 19 w 227"/>
                                <a:gd name="T25" fmla="*/ 282 h 726"/>
                                <a:gd name="T26" fmla="*/ 10 w 227"/>
                                <a:gd name="T27" fmla="*/ 215 h 726"/>
                                <a:gd name="T28" fmla="*/ 5 w 227"/>
                                <a:gd name="T29" fmla="*/ 143 h 726"/>
                                <a:gd name="T30" fmla="*/ 3 w 227"/>
                                <a:gd name="T31" fmla="*/ 72 h 726"/>
                                <a:gd name="T32" fmla="*/ 0 w 227"/>
                                <a:gd name="T33" fmla="*/ 0 h 72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227" h="726">
                                  <a:moveTo>
                                    <a:pt x="227" y="726"/>
                                  </a:moveTo>
                                  <a:lnTo>
                                    <a:pt x="203" y="721"/>
                                  </a:lnTo>
                                  <a:lnTo>
                                    <a:pt x="182" y="714"/>
                                  </a:lnTo>
                                  <a:lnTo>
                                    <a:pt x="160" y="692"/>
                                  </a:lnTo>
                                  <a:lnTo>
                                    <a:pt x="139" y="671"/>
                                  </a:lnTo>
                                  <a:lnTo>
                                    <a:pt x="120" y="637"/>
                                  </a:lnTo>
                                  <a:lnTo>
                                    <a:pt x="101" y="599"/>
                                  </a:lnTo>
                                  <a:lnTo>
                                    <a:pt x="84" y="559"/>
                                  </a:lnTo>
                                  <a:lnTo>
                                    <a:pt x="67" y="513"/>
                                  </a:lnTo>
                                  <a:lnTo>
                                    <a:pt x="53" y="461"/>
                                  </a:lnTo>
                                  <a:lnTo>
                                    <a:pt x="39" y="403"/>
                                  </a:lnTo>
                                  <a:lnTo>
                                    <a:pt x="29" y="344"/>
                                  </a:lnTo>
                                  <a:lnTo>
                                    <a:pt x="19" y="282"/>
                                  </a:lnTo>
                                  <a:lnTo>
                                    <a:pt x="10" y="215"/>
                                  </a:lnTo>
                                  <a:lnTo>
                                    <a:pt x="5" y="143"/>
                                  </a:lnTo>
                                  <a:lnTo>
                                    <a:pt x="3" y="7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1" name="Line 428"/>
                          <wps:cNvCnPr>
                            <a:cxnSpLocks noChangeShapeType="1"/>
                          </wps:cNvCnPr>
                          <wps:spPr bwMode="auto">
                            <a:xfrm flipH="1">
                              <a:off x="3364" y="3262"/>
                              <a:ext cx="86" cy="1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2" name="Line 429"/>
                          <wps:cNvCnPr>
                            <a:cxnSpLocks noChangeShapeType="1"/>
                          </wps:cNvCnPr>
                          <wps:spPr bwMode="auto">
                            <a:xfrm>
                              <a:off x="3443" y="3274"/>
                              <a:ext cx="74" cy="1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3" name="Line 430"/>
                          <wps:cNvCnPr>
                            <a:cxnSpLocks noChangeShapeType="1"/>
                          </wps:cNvCnPr>
                          <wps:spPr bwMode="auto">
                            <a:xfrm flipH="1" flipV="1">
                              <a:off x="3639" y="3885"/>
                              <a:ext cx="38"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4" name="Line 431"/>
                          <wps:cNvCnPr>
                            <a:cxnSpLocks noChangeShapeType="1"/>
                          </wps:cNvCnPr>
                          <wps:spPr bwMode="auto">
                            <a:xfrm flipH="1">
                              <a:off x="3544" y="4012"/>
                              <a:ext cx="121"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5" name="Line 432"/>
                          <wps:cNvCnPr>
                            <a:cxnSpLocks noChangeShapeType="1"/>
                          </wps:cNvCnPr>
                          <wps:spPr bwMode="auto">
                            <a:xfrm flipH="1">
                              <a:off x="3644" y="4033"/>
                              <a:ext cx="19" cy="1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6" name="Line 433"/>
                          <wps:cNvCnPr>
                            <a:cxnSpLocks noChangeShapeType="1"/>
                          </wps:cNvCnPr>
                          <wps:spPr bwMode="auto">
                            <a:xfrm>
                              <a:off x="3651" y="4040"/>
                              <a:ext cx="139" cy="9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7" name="Freeform 434"/>
                          <wps:cNvSpPr>
                            <a:spLocks/>
                          </wps:cNvSpPr>
                          <wps:spPr bwMode="auto">
                            <a:xfrm>
                              <a:off x="3675" y="4007"/>
                              <a:ext cx="471" cy="553"/>
                            </a:xfrm>
                            <a:custGeom>
                              <a:avLst/>
                              <a:gdLst>
                                <a:gd name="T0" fmla="*/ 471 w 471"/>
                                <a:gd name="T1" fmla="*/ 553 h 553"/>
                                <a:gd name="T2" fmla="*/ 423 w 471"/>
                                <a:gd name="T3" fmla="*/ 551 h 553"/>
                                <a:gd name="T4" fmla="*/ 375 w 471"/>
                                <a:gd name="T5" fmla="*/ 542 h 553"/>
                                <a:gd name="T6" fmla="*/ 330 w 471"/>
                                <a:gd name="T7" fmla="*/ 530 h 553"/>
                                <a:gd name="T8" fmla="*/ 287 w 471"/>
                                <a:gd name="T9" fmla="*/ 511 h 553"/>
                                <a:gd name="T10" fmla="*/ 246 w 471"/>
                                <a:gd name="T11" fmla="*/ 487 h 553"/>
                                <a:gd name="T12" fmla="*/ 208 w 471"/>
                                <a:gd name="T13" fmla="*/ 458 h 553"/>
                                <a:gd name="T14" fmla="*/ 172 w 471"/>
                                <a:gd name="T15" fmla="*/ 427 h 553"/>
                                <a:gd name="T16" fmla="*/ 139 w 471"/>
                                <a:gd name="T17" fmla="*/ 391 h 553"/>
                                <a:gd name="T18" fmla="*/ 108 w 471"/>
                                <a:gd name="T19" fmla="*/ 353 h 553"/>
                                <a:gd name="T20" fmla="*/ 81 w 471"/>
                                <a:gd name="T21" fmla="*/ 310 h 553"/>
                                <a:gd name="T22" fmla="*/ 57 w 471"/>
                                <a:gd name="T23" fmla="*/ 265 h 553"/>
                                <a:gd name="T24" fmla="*/ 36 w 471"/>
                                <a:gd name="T25" fmla="*/ 217 h 553"/>
                                <a:gd name="T26" fmla="*/ 21 w 471"/>
                                <a:gd name="T27" fmla="*/ 167 h 553"/>
                                <a:gd name="T28" fmla="*/ 10 w 471"/>
                                <a:gd name="T29" fmla="*/ 112 h 553"/>
                                <a:gd name="T30" fmla="*/ 2 w 471"/>
                                <a:gd name="T31" fmla="*/ 59 h 553"/>
                                <a:gd name="T32" fmla="*/ 0 w 471"/>
                                <a:gd name="T33" fmla="*/ 5 h 553"/>
                                <a:gd name="T34" fmla="*/ 0 w 471"/>
                                <a:gd name="T35" fmla="*/ 0 h 553"/>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471" h="553">
                                  <a:moveTo>
                                    <a:pt x="471" y="553"/>
                                  </a:moveTo>
                                  <a:lnTo>
                                    <a:pt x="423" y="551"/>
                                  </a:lnTo>
                                  <a:lnTo>
                                    <a:pt x="375" y="542"/>
                                  </a:lnTo>
                                  <a:lnTo>
                                    <a:pt x="330" y="530"/>
                                  </a:lnTo>
                                  <a:lnTo>
                                    <a:pt x="287" y="511"/>
                                  </a:lnTo>
                                  <a:lnTo>
                                    <a:pt x="246" y="487"/>
                                  </a:lnTo>
                                  <a:lnTo>
                                    <a:pt x="208" y="458"/>
                                  </a:lnTo>
                                  <a:lnTo>
                                    <a:pt x="172" y="427"/>
                                  </a:lnTo>
                                  <a:lnTo>
                                    <a:pt x="139" y="391"/>
                                  </a:lnTo>
                                  <a:lnTo>
                                    <a:pt x="108" y="353"/>
                                  </a:lnTo>
                                  <a:lnTo>
                                    <a:pt x="81" y="310"/>
                                  </a:lnTo>
                                  <a:lnTo>
                                    <a:pt x="57" y="265"/>
                                  </a:lnTo>
                                  <a:lnTo>
                                    <a:pt x="36" y="217"/>
                                  </a:lnTo>
                                  <a:lnTo>
                                    <a:pt x="21" y="167"/>
                                  </a:lnTo>
                                  <a:lnTo>
                                    <a:pt x="10" y="112"/>
                                  </a:lnTo>
                                  <a:lnTo>
                                    <a:pt x="2" y="59"/>
                                  </a:lnTo>
                                  <a:lnTo>
                                    <a:pt x="0" y="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8" name="Line 435"/>
                          <wps:cNvCnPr>
                            <a:cxnSpLocks noChangeShapeType="1"/>
                          </wps:cNvCnPr>
                          <wps:spPr bwMode="auto">
                            <a:xfrm flipH="1">
                              <a:off x="4026" y="4549"/>
                              <a:ext cx="136" cy="2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9" name="Line 436"/>
                          <wps:cNvCnPr>
                            <a:cxnSpLocks noChangeShapeType="1"/>
                          </wps:cNvCnPr>
                          <wps:spPr bwMode="auto">
                            <a:xfrm flipH="1" flipV="1">
                              <a:off x="4069" y="4482"/>
                              <a:ext cx="77" cy="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60" name="Rectangle 437"/>
                          <wps:cNvSpPr>
                            <a:spLocks noChangeArrowheads="1"/>
                          </wps:cNvSpPr>
                          <wps:spPr bwMode="auto">
                            <a:xfrm>
                              <a:off x="3950" y="4188"/>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D06EF" w14:textId="77777777" w:rsidR="00AC6F01" w:rsidRDefault="00AC6F01" w:rsidP="00F54F68">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1" name="Rectangle 438"/>
                          <wps:cNvSpPr>
                            <a:spLocks noChangeArrowheads="1"/>
                          </wps:cNvSpPr>
                          <wps:spPr bwMode="auto">
                            <a:xfrm>
                              <a:off x="4067" y="4205"/>
                              <a:ext cx="4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FF737" w14:textId="77777777" w:rsidR="00AC6F01" w:rsidRDefault="00AC6F01" w:rsidP="00F54F68">
                                <w:r>
                                  <w:rPr>
                                    <w:color w:val="000000"/>
                                    <w:sz w:val="16"/>
                                    <w:szCs w:val="16"/>
                                    <w:lang w:val="en-US"/>
                                  </w:rPr>
                                  <w:t xml:space="preserve"> </w:t>
                                </w:r>
                              </w:p>
                            </w:txbxContent>
                          </wps:txbx>
                          <wps:bodyPr rot="0" vert="horz" wrap="none" lIns="0" tIns="0" rIns="0" bIns="0" anchor="t" anchorCtr="0" upright="1">
                            <a:spAutoFit/>
                          </wps:bodyPr>
                        </wps:wsp>
                        <wps:wsp>
                          <wps:cNvPr id="1062" name="Rectangle 439"/>
                          <wps:cNvSpPr>
                            <a:spLocks noChangeArrowheads="1"/>
                          </wps:cNvSpPr>
                          <wps:spPr bwMode="auto">
                            <a:xfrm>
                              <a:off x="4064" y="4326"/>
                              <a:ext cx="2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357E6" w14:textId="77777777" w:rsidR="00AC6F01" w:rsidRDefault="00AC6F01" w:rsidP="00F54F68">
                                <w:r>
                                  <w:rPr>
                                    <w:rFonts w:ascii="Arial" w:hAnsi="Arial" w:cs="Arial"/>
                                    <w:color w:val="000000"/>
                                    <w:sz w:val="10"/>
                                    <w:szCs w:val="10"/>
                                    <w:lang w:val="en-US"/>
                                  </w:rPr>
                                  <w:t xml:space="preserve">  </w:t>
                                </w:r>
                              </w:p>
                            </w:txbxContent>
                          </wps:txbx>
                          <wps:bodyPr rot="0" vert="horz" wrap="none" lIns="0" tIns="0" rIns="0" bIns="0" anchor="t" anchorCtr="0" upright="1">
                            <a:spAutoFit/>
                          </wps:bodyPr>
                        </wps:wsp>
                        <wps:wsp>
                          <wps:cNvPr id="1063" name="Rectangle 440"/>
                          <wps:cNvSpPr>
                            <a:spLocks noChangeArrowheads="1"/>
                          </wps:cNvSpPr>
                          <wps:spPr bwMode="auto">
                            <a:xfrm>
                              <a:off x="4122" y="4240"/>
                              <a:ext cx="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265B3" w14:textId="77777777" w:rsidR="00AC6F01" w:rsidRDefault="00AC6F01" w:rsidP="00F54F68">
                                <w:r>
                                  <w:rPr>
                                    <w:color w:val="000000"/>
                                    <w:lang w:val="en-US"/>
                                  </w:rPr>
                                  <w:t>r</w:t>
                                </w:r>
                              </w:p>
                            </w:txbxContent>
                          </wps:txbx>
                          <wps:bodyPr rot="0" vert="horz" wrap="none" lIns="0" tIns="0" rIns="0" bIns="0" anchor="t" anchorCtr="0" upright="1">
                            <a:spAutoFit/>
                          </wps:bodyPr>
                        </wps:wsp>
                        <wps:wsp>
                          <wps:cNvPr id="1064" name="Rectangle 441"/>
                          <wps:cNvSpPr>
                            <a:spLocks noChangeArrowheads="1"/>
                          </wps:cNvSpPr>
                          <wps:spPr bwMode="auto">
                            <a:xfrm>
                              <a:off x="4186" y="4240"/>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B101D"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065" name="Rectangle 442"/>
                          <wps:cNvSpPr>
                            <a:spLocks noChangeArrowheads="1"/>
                          </wps:cNvSpPr>
                          <wps:spPr bwMode="auto">
                            <a:xfrm>
                              <a:off x="3677" y="3579"/>
                              <a:ext cx="2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0DB19" w14:textId="77777777" w:rsidR="00AC6F01" w:rsidRDefault="00AC6F01" w:rsidP="00F54F68">
                                <w:r>
                                  <w:rPr>
                                    <w:rFonts w:ascii="Arial" w:hAnsi="Arial" w:cs="Arial"/>
                                    <w:color w:val="000000"/>
                                    <w:sz w:val="10"/>
                                    <w:szCs w:val="10"/>
                                    <w:lang w:val="en-US"/>
                                  </w:rPr>
                                  <w:t>i</w:t>
                                </w:r>
                              </w:p>
                            </w:txbxContent>
                          </wps:txbx>
                          <wps:bodyPr rot="0" vert="horz" wrap="none" lIns="0" tIns="0" rIns="0" bIns="0" anchor="t" anchorCtr="0" upright="1">
                            <a:spAutoFit/>
                          </wps:bodyPr>
                        </wps:wsp>
                        <wps:wsp>
                          <wps:cNvPr id="1066" name="Rectangle 443"/>
                          <wps:cNvSpPr>
                            <a:spLocks noChangeArrowheads="1"/>
                          </wps:cNvSpPr>
                          <wps:spPr bwMode="auto">
                            <a:xfrm>
                              <a:off x="3699" y="3493"/>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41C2A"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067" name="Rectangle 444"/>
                          <wps:cNvSpPr>
                            <a:spLocks noChangeArrowheads="1"/>
                          </wps:cNvSpPr>
                          <wps:spPr bwMode="auto">
                            <a:xfrm>
                              <a:off x="3572" y="3553"/>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E9E4A" w14:textId="77777777" w:rsidR="00AC6F01" w:rsidRDefault="00AC6F01" w:rsidP="00F54F68">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8" name="Rectangle 445"/>
                          <wps:cNvSpPr>
                            <a:spLocks noChangeArrowheads="1"/>
                          </wps:cNvSpPr>
                          <wps:spPr bwMode="auto">
                            <a:xfrm>
                              <a:off x="3689" y="3536"/>
                              <a:ext cx="5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5CBFB" w14:textId="77777777" w:rsidR="00AC6F01" w:rsidRDefault="00AC6F01" w:rsidP="00F54F68">
                                <w:r>
                                  <w:rPr>
                                    <w:color w:val="000000"/>
                                    <w:lang w:val="en-US"/>
                                  </w:rPr>
                                  <w:t>i</w:t>
                                </w:r>
                              </w:p>
                            </w:txbxContent>
                          </wps:txbx>
                          <wps:bodyPr rot="0" vert="horz" wrap="none" lIns="0" tIns="0" rIns="0" bIns="0" anchor="t" anchorCtr="0" upright="1">
                            <a:spAutoFit/>
                          </wps:bodyPr>
                        </wps:wsp>
                        <wps:wsp>
                          <wps:cNvPr id="1069" name="Rectangle 446"/>
                          <wps:cNvSpPr>
                            <a:spLocks noChangeArrowheads="1"/>
                          </wps:cNvSpPr>
                          <wps:spPr bwMode="auto">
                            <a:xfrm>
                              <a:off x="3747" y="353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9F059"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070" name="Line 447"/>
                          <wps:cNvCnPr>
                            <a:cxnSpLocks noChangeShapeType="1"/>
                          </wps:cNvCnPr>
                          <wps:spPr bwMode="auto">
                            <a:xfrm flipH="1">
                              <a:off x="4853" y="3112"/>
                              <a:ext cx="136"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1" name="Line 448"/>
                          <wps:cNvCnPr>
                            <a:cxnSpLocks noChangeShapeType="1"/>
                          </wps:cNvCnPr>
                          <wps:spPr bwMode="auto">
                            <a:xfrm>
                              <a:off x="4853" y="3274"/>
                              <a:ext cx="17" cy="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2" name="Line 449"/>
                          <wps:cNvCnPr>
                            <a:cxnSpLocks noChangeShapeType="1"/>
                          </wps:cNvCnPr>
                          <wps:spPr bwMode="auto">
                            <a:xfrm flipV="1">
                              <a:off x="4865" y="332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3" name="Line 450"/>
                          <wps:cNvCnPr>
                            <a:cxnSpLocks noChangeShapeType="1"/>
                          </wps:cNvCnPr>
                          <wps:spPr bwMode="auto">
                            <a:xfrm flipH="1">
                              <a:off x="4671" y="3489"/>
                              <a:ext cx="106"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4" name="Line 451"/>
                          <wps:cNvCnPr>
                            <a:cxnSpLocks noChangeShapeType="1"/>
                          </wps:cNvCnPr>
                          <wps:spPr bwMode="auto">
                            <a:xfrm flipH="1">
                              <a:off x="4413" y="3904"/>
                              <a:ext cx="134" cy="26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5" name="Line 452"/>
                          <wps:cNvCnPr>
                            <a:cxnSpLocks noChangeShapeType="1"/>
                          </wps:cNvCnPr>
                          <wps:spPr bwMode="auto">
                            <a:xfrm flipH="1">
                              <a:off x="4174" y="4346"/>
                              <a:ext cx="137"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6" name="Line 453"/>
                          <wps:cNvCnPr>
                            <a:cxnSpLocks noChangeShapeType="1"/>
                          </wps:cNvCnPr>
                          <wps:spPr bwMode="auto">
                            <a:xfrm flipH="1">
                              <a:off x="3919" y="4759"/>
                              <a:ext cx="179" cy="3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7" name="Line 454"/>
                          <wps:cNvCnPr>
                            <a:cxnSpLocks noChangeShapeType="1"/>
                          </wps:cNvCnPr>
                          <wps:spPr bwMode="auto">
                            <a:xfrm>
                              <a:off x="4655" y="3639"/>
                              <a:ext cx="12" cy="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8" name="Line 455"/>
                          <wps:cNvCnPr>
                            <a:cxnSpLocks noChangeShapeType="1"/>
                          </wps:cNvCnPr>
                          <wps:spPr bwMode="auto">
                            <a:xfrm>
                              <a:off x="4413" y="4057"/>
                              <a:ext cx="15"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9" name="Line 456"/>
                          <wps:cNvCnPr>
                            <a:cxnSpLocks noChangeShapeType="1"/>
                          </wps:cNvCnPr>
                          <wps:spPr bwMode="auto">
                            <a:xfrm>
                              <a:off x="4150" y="4525"/>
                              <a:ext cx="17"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0" name="Line 457"/>
                          <wps:cNvCnPr>
                            <a:cxnSpLocks noChangeShapeType="1"/>
                          </wps:cNvCnPr>
                          <wps:spPr bwMode="auto">
                            <a:xfrm>
                              <a:off x="3902" y="4990"/>
                              <a:ext cx="12"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1" name="Line 458"/>
                          <wps:cNvCnPr>
                            <a:cxnSpLocks noChangeShapeType="1"/>
                          </wps:cNvCnPr>
                          <wps:spPr bwMode="auto">
                            <a:xfrm flipV="1">
                              <a:off x="4650" y="3687"/>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2" name="Line 459"/>
                          <wps:cNvCnPr>
                            <a:cxnSpLocks noChangeShapeType="1"/>
                          </wps:cNvCnPr>
                          <wps:spPr bwMode="auto">
                            <a:xfrm flipV="1">
                              <a:off x="4440" y="4095"/>
                              <a:ext cx="88"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3" name="Line 460"/>
                          <wps:cNvCnPr>
                            <a:cxnSpLocks noChangeShapeType="1"/>
                          </wps:cNvCnPr>
                          <wps:spPr bwMode="auto">
                            <a:xfrm flipV="1">
                              <a:off x="4186" y="457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4" name="Line 461"/>
                          <wps:cNvCnPr>
                            <a:cxnSpLocks noChangeShapeType="1"/>
                          </wps:cNvCnPr>
                          <wps:spPr bwMode="auto">
                            <a:xfrm flipV="1">
                              <a:off x="3909" y="5031"/>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5" name="Line 462"/>
                          <wps:cNvCnPr>
                            <a:cxnSpLocks noChangeShapeType="1"/>
                          </wps:cNvCnPr>
                          <wps:spPr bwMode="auto">
                            <a:xfrm flipH="1">
                              <a:off x="4817" y="3568"/>
                              <a:ext cx="124"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6" name="Line 463"/>
                          <wps:cNvCnPr>
                            <a:cxnSpLocks noChangeShapeType="1"/>
                          </wps:cNvCnPr>
                          <wps:spPr bwMode="auto">
                            <a:xfrm flipH="1">
                              <a:off x="4571" y="3990"/>
                              <a:ext cx="131" cy="2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7" name="Line 464"/>
                          <wps:cNvCnPr>
                            <a:cxnSpLocks noChangeShapeType="1"/>
                          </wps:cNvCnPr>
                          <wps:spPr bwMode="auto">
                            <a:xfrm flipH="1">
                              <a:off x="4323" y="4424"/>
                              <a:ext cx="129" cy="25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8" name="Line 465"/>
                          <wps:cNvCnPr>
                            <a:cxnSpLocks noChangeShapeType="1"/>
                          </wps:cNvCnPr>
                          <wps:spPr bwMode="auto">
                            <a:xfrm flipH="1">
                              <a:off x="4064" y="4864"/>
                              <a:ext cx="151" cy="2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9" name="Line 466"/>
                          <wps:cNvCnPr>
                            <a:cxnSpLocks noChangeShapeType="1"/>
                          </wps:cNvCnPr>
                          <wps:spPr bwMode="auto">
                            <a:xfrm flipH="1">
                              <a:off x="5015" y="3300"/>
                              <a:ext cx="77" cy="14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0" name="Line 467"/>
                          <wps:cNvCnPr>
                            <a:cxnSpLocks noChangeShapeType="1"/>
                          </wps:cNvCnPr>
                          <wps:spPr bwMode="auto">
                            <a:xfrm>
                              <a:off x="4810" y="3680"/>
                              <a:ext cx="2" cy="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1" name="Line 468"/>
                          <wps:cNvCnPr>
                            <a:cxnSpLocks noChangeShapeType="1"/>
                          </wps:cNvCnPr>
                          <wps:spPr bwMode="auto">
                            <a:xfrm>
                              <a:off x="4996" y="3341"/>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2" name="Line 469"/>
                          <wps:cNvCnPr>
                            <a:cxnSpLocks noChangeShapeType="1"/>
                          </wps:cNvCnPr>
                          <wps:spPr bwMode="auto">
                            <a:xfrm>
                              <a:off x="4564" y="4124"/>
                              <a:ext cx="12"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3" name="Line 470"/>
                          <wps:cNvCnPr>
                            <a:cxnSpLocks noChangeShapeType="1"/>
                          </wps:cNvCnPr>
                          <wps:spPr bwMode="auto">
                            <a:xfrm>
                              <a:off x="4325" y="4549"/>
                              <a:ext cx="2"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471"/>
                          <wps:cNvCnPr>
                            <a:cxnSpLocks noChangeShapeType="1"/>
                          </wps:cNvCnPr>
                          <wps:spPr bwMode="auto">
                            <a:xfrm>
                              <a:off x="4064" y="5023"/>
                              <a:ext cx="12"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472"/>
                          <wps:cNvCnPr>
                            <a:cxnSpLocks noChangeShapeType="1"/>
                          </wps:cNvCnPr>
                          <wps:spPr bwMode="auto">
                            <a:xfrm flipV="1">
                              <a:off x="5023" y="3391"/>
                              <a:ext cx="81"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473"/>
                          <wps:cNvCnPr>
                            <a:cxnSpLocks noChangeShapeType="1"/>
                          </wps:cNvCnPr>
                          <wps:spPr bwMode="auto">
                            <a:xfrm flipV="1">
                              <a:off x="4822" y="3723"/>
                              <a:ext cx="84"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474"/>
                          <wps:cNvCnPr>
                            <a:cxnSpLocks noChangeShapeType="1"/>
                          </wps:cNvCnPr>
                          <wps:spPr bwMode="auto">
                            <a:xfrm flipV="1">
                              <a:off x="4583" y="4195"/>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8" name="Line 475"/>
                          <wps:cNvCnPr>
                            <a:cxnSpLocks noChangeShapeType="1"/>
                          </wps:cNvCnPr>
                          <wps:spPr bwMode="auto">
                            <a:xfrm flipV="1">
                              <a:off x="4337" y="4632"/>
                              <a:ext cx="83"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9" name="Line 476"/>
                          <wps:cNvCnPr>
                            <a:cxnSpLocks noChangeShapeType="1"/>
                          </wps:cNvCnPr>
                          <wps:spPr bwMode="auto">
                            <a:xfrm flipV="1">
                              <a:off x="4093" y="5071"/>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0" name="Line 477"/>
                          <wps:cNvCnPr>
                            <a:cxnSpLocks noChangeShapeType="1"/>
                          </wps:cNvCnPr>
                          <wps:spPr bwMode="auto">
                            <a:xfrm flipH="1">
                              <a:off x="6989" y="3401"/>
                              <a:ext cx="822" cy="9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1" name="Line 478"/>
                          <wps:cNvCnPr>
                            <a:cxnSpLocks noChangeShapeType="1"/>
                          </wps:cNvCnPr>
                          <wps:spPr bwMode="auto">
                            <a:xfrm flipH="1">
                              <a:off x="7802" y="3401"/>
                              <a:ext cx="12" cy="1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2" name="Line 479"/>
                          <wps:cNvCnPr>
                            <a:cxnSpLocks noChangeShapeType="1"/>
                          </wps:cNvCnPr>
                          <wps:spPr bwMode="auto">
                            <a:xfrm flipH="1">
                              <a:off x="7677" y="3401"/>
                              <a:ext cx="129" cy="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3" name="Line 480"/>
                          <wps:cNvCnPr>
                            <a:cxnSpLocks noChangeShapeType="1"/>
                          </wps:cNvCnPr>
                          <wps:spPr bwMode="auto">
                            <a:xfrm flipV="1">
                              <a:off x="5140" y="6097"/>
                              <a:ext cx="117" cy="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4" name="Line 481"/>
                          <wps:cNvCnPr>
                            <a:cxnSpLocks noChangeShapeType="1"/>
                          </wps:cNvCnPr>
                          <wps:spPr bwMode="auto">
                            <a:xfrm flipV="1">
                              <a:off x="5348" y="6081"/>
                              <a:ext cx="11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5" name="Line 482"/>
                          <wps:cNvCnPr>
                            <a:cxnSpLocks noChangeShapeType="1"/>
                          </wps:cNvCnPr>
                          <wps:spPr bwMode="auto">
                            <a:xfrm flipV="1">
                              <a:off x="5555" y="6050"/>
                              <a:ext cx="118" cy="2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6" name="Line 483"/>
                          <wps:cNvCnPr>
                            <a:cxnSpLocks noChangeShapeType="1"/>
                          </wps:cNvCnPr>
                          <wps:spPr bwMode="auto">
                            <a:xfrm flipV="1">
                              <a:off x="5766" y="6002"/>
                              <a:ext cx="114"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7" name="Line 484"/>
                          <wps:cNvCnPr>
                            <a:cxnSpLocks noChangeShapeType="1"/>
                          </wps:cNvCnPr>
                          <wps:spPr bwMode="auto">
                            <a:xfrm flipV="1">
                              <a:off x="5974" y="5935"/>
                              <a:ext cx="114" cy="4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8" name="Line 485"/>
                          <wps:cNvCnPr>
                            <a:cxnSpLocks noChangeShapeType="1"/>
                          </wps:cNvCnPr>
                          <wps:spPr bwMode="auto">
                            <a:xfrm flipV="1">
                              <a:off x="6182" y="5866"/>
                              <a:ext cx="90"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486"/>
                          <wps:cNvCnPr>
                            <a:cxnSpLocks noChangeShapeType="1"/>
                          </wps:cNvCnPr>
                          <wps:spPr bwMode="auto">
                            <a:xfrm flipV="1">
                              <a:off x="6272" y="5854"/>
                              <a:ext cx="2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0" name="Line 487"/>
                          <wps:cNvCnPr>
                            <a:cxnSpLocks noChangeShapeType="1"/>
                          </wps:cNvCnPr>
                          <wps:spPr bwMode="auto">
                            <a:xfrm flipV="1">
                              <a:off x="6389" y="5782"/>
                              <a:ext cx="58"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1" name="Line 488"/>
                          <wps:cNvCnPr>
                            <a:cxnSpLocks noChangeShapeType="1"/>
                          </wps:cNvCnPr>
                          <wps:spPr bwMode="auto">
                            <a:xfrm flipV="1">
                              <a:off x="6447" y="5749"/>
                              <a:ext cx="59"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2" name="Line 489"/>
                          <wps:cNvCnPr>
                            <a:cxnSpLocks noChangeShapeType="1"/>
                          </wps:cNvCnPr>
                          <wps:spPr bwMode="auto">
                            <a:xfrm flipV="1">
                              <a:off x="6597" y="5687"/>
                              <a:ext cx="17" cy="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3" name="Line 490"/>
                          <wps:cNvCnPr>
                            <a:cxnSpLocks noChangeShapeType="1"/>
                          </wps:cNvCnPr>
                          <wps:spPr bwMode="auto">
                            <a:xfrm flipV="1">
                              <a:off x="6614" y="5620"/>
                              <a:ext cx="100" cy="6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4" name="Line 491"/>
                          <wps:cNvCnPr>
                            <a:cxnSpLocks noChangeShapeType="1"/>
                          </wps:cNvCnPr>
                          <wps:spPr bwMode="auto">
                            <a:xfrm flipV="1">
                              <a:off x="6808" y="5467"/>
                              <a:ext cx="114" cy="8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5" name="Line 492"/>
                          <wps:cNvCnPr>
                            <a:cxnSpLocks noChangeShapeType="1"/>
                          </wps:cNvCnPr>
                          <wps:spPr bwMode="auto">
                            <a:xfrm flipV="1">
                              <a:off x="7015" y="5334"/>
                              <a:ext cx="58"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6" name="Line 493"/>
                          <wps:cNvCnPr>
                            <a:cxnSpLocks noChangeShapeType="1"/>
                          </wps:cNvCnPr>
                          <wps:spPr bwMode="auto">
                            <a:xfrm flipV="1">
                              <a:off x="7073" y="5279"/>
                              <a:ext cx="60"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494"/>
                          <wps:cNvCnPr>
                            <a:cxnSpLocks noChangeShapeType="1"/>
                          </wps:cNvCnPr>
                          <wps:spPr bwMode="auto">
                            <a:xfrm flipV="1">
                              <a:off x="7221" y="5071"/>
                              <a:ext cx="9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495"/>
                          <wps:cNvCnPr>
                            <a:cxnSpLocks noChangeShapeType="1"/>
                          </wps:cNvCnPr>
                          <wps:spPr bwMode="auto">
                            <a:xfrm flipV="1">
                              <a:off x="7386" y="4897"/>
                              <a:ext cx="60" cy="8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496"/>
                          <wps:cNvCnPr>
                            <a:cxnSpLocks noChangeShapeType="1"/>
                          </wps:cNvCnPr>
                          <wps:spPr bwMode="auto">
                            <a:xfrm flipV="1">
                              <a:off x="7446" y="4864"/>
                              <a:ext cx="23"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0" name="Line 497"/>
                          <wps:cNvCnPr>
                            <a:cxnSpLocks noChangeShapeType="1"/>
                          </wps:cNvCnPr>
                          <wps:spPr bwMode="auto">
                            <a:xfrm flipV="1">
                              <a:off x="7527" y="4735"/>
                              <a:ext cx="24"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1" name="Line 498"/>
                          <wps:cNvCnPr>
                            <a:cxnSpLocks noChangeShapeType="1"/>
                          </wps:cNvCnPr>
                          <wps:spPr bwMode="auto">
                            <a:xfrm flipV="1">
                              <a:off x="7551" y="4656"/>
                              <a:ext cx="45" cy="7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2" name="Line 499"/>
                          <wps:cNvCnPr>
                            <a:cxnSpLocks noChangeShapeType="1"/>
                          </wps:cNvCnPr>
                          <wps:spPr bwMode="auto">
                            <a:xfrm flipV="1">
                              <a:off x="7644" y="4448"/>
                              <a:ext cx="52"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3" name="Line 500"/>
                          <wps:cNvCnPr>
                            <a:cxnSpLocks noChangeShapeType="1"/>
                          </wps:cNvCnPr>
                          <wps:spPr bwMode="auto">
                            <a:xfrm flipV="1">
                              <a:off x="7732" y="4241"/>
                              <a:ext cx="4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4" name="Line 501"/>
                          <wps:cNvCnPr>
                            <a:cxnSpLocks noChangeShapeType="1"/>
                          </wps:cNvCnPr>
                          <wps:spPr bwMode="auto">
                            <a:xfrm flipV="1">
                              <a:off x="7806" y="4033"/>
                              <a:ext cx="36"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5" name="Line 502"/>
                          <wps:cNvCnPr>
                            <a:cxnSpLocks noChangeShapeType="1"/>
                          </wps:cNvCnPr>
                          <wps:spPr bwMode="auto">
                            <a:xfrm flipV="1">
                              <a:off x="7859" y="3845"/>
                              <a:ext cx="21" cy="9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6" name="Line 503"/>
                          <wps:cNvCnPr>
                            <a:cxnSpLocks noChangeShapeType="1"/>
                          </wps:cNvCnPr>
                          <wps:spPr bwMode="auto">
                            <a:xfrm flipV="1">
                              <a:off x="7880" y="3825"/>
                              <a:ext cx="3" cy="2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7" name="Line 504"/>
                          <wps:cNvCnPr>
                            <a:cxnSpLocks noChangeShapeType="1"/>
                          </wps:cNvCnPr>
                          <wps:spPr bwMode="auto">
                            <a:xfrm flipV="1">
                              <a:off x="7897" y="3658"/>
                              <a:ext cx="12" cy="7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128" name="Line 505"/>
                        <wps:cNvCnPr>
                          <a:cxnSpLocks noChangeShapeType="1"/>
                        </wps:cNvCnPr>
                        <wps:spPr bwMode="auto">
                          <a:xfrm flipV="1">
                            <a:off x="5022869" y="2333430"/>
                            <a:ext cx="1200" cy="241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9" name="Line 506"/>
                        <wps:cNvCnPr>
                          <a:cxnSpLocks noChangeShapeType="1"/>
                        </wps:cNvCnPr>
                        <wps:spPr bwMode="auto">
                          <a:xfrm flipV="1">
                            <a:off x="5027270" y="2235029"/>
                            <a:ext cx="3200" cy="3930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0" name="Line 507"/>
                        <wps:cNvCnPr>
                          <a:cxnSpLocks noChangeShapeType="1"/>
                        </wps:cNvCnPr>
                        <wps:spPr bwMode="auto">
                          <a:xfrm flipV="1">
                            <a:off x="5030470" y="2200028"/>
                            <a:ext cx="1300"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1" name="Line 508"/>
                        <wps:cNvCnPr>
                          <a:cxnSpLocks noChangeShapeType="1"/>
                        </wps:cNvCnPr>
                        <wps:spPr bwMode="auto">
                          <a:xfrm>
                            <a:off x="2478030" y="3709447"/>
                            <a:ext cx="12102" cy="36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2" name="Line 509"/>
                        <wps:cNvCnPr>
                          <a:cxnSpLocks noChangeShapeType="1"/>
                        </wps:cNvCnPr>
                        <wps:spPr bwMode="auto">
                          <a:xfrm>
                            <a:off x="2490132" y="3745648"/>
                            <a:ext cx="38105"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3" name="Line 510"/>
                        <wps:cNvCnPr>
                          <a:cxnSpLocks noChangeShapeType="1"/>
                        </wps:cNvCnPr>
                        <wps:spPr bwMode="auto">
                          <a:xfrm>
                            <a:off x="2528237" y="3780648"/>
                            <a:ext cx="0" cy="1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4" name="Line 511"/>
                        <wps:cNvCnPr>
                          <a:cxnSpLocks noChangeShapeType="1"/>
                        </wps:cNvCnPr>
                        <wps:spPr bwMode="auto">
                          <a:xfrm>
                            <a:off x="2587245" y="3811049"/>
                            <a:ext cx="0"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5" name="Line 512"/>
                        <wps:cNvCnPr>
                          <a:cxnSpLocks noChangeShapeType="1"/>
                        </wps:cNvCnPr>
                        <wps:spPr bwMode="auto">
                          <a:xfrm>
                            <a:off x="2587245" y="3814249"/>
                            <a:ext cx="74310" cy="273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6" name="Line 513"/>
                        <wps:cNvCnPr>
                          <a:cxnSpLocks noChangeShapeType="1"/>
                        </wps:cNvCnPr>
                        <wps:spPr bwMode="auto">
                          <a:xfrm>
                            <a:off x="2719362" y="3856849"/>
                            <a:ext cx="47006" cy="12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7" name="Line 514"/>
                        <wps:cNvCnPr>
                          <a:cxnSpLocks noChangeShapeType="1"/>
                        </wps:cNvCnPr>
                        <wps:spPr bwMode="auto">
                          <a:xfrm>
                            <a:off x="2766369" y="3868849"/>
                            <a:ext cx="260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8" name="Line 515"/>
                        <wps:cNvCnPr>
                          <a:cxnSpLocks noChangeShapeType="1"/>
                        </wps:cNvCnPr>
                        <wps:spPr bwMode="auto">
                          <a:xfrm>
                            <a:off x="2849580" y="3884150"/>
                            <a:ext cx="33704" cy="6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9" name="Line 516"/>
                        <wps:cNvCnPr>
                          <a:cxnSpLocks noChangeShapeType="1"/>
                        </wps:cNvCnPr>
                        <wps:spPr bwMode="auto">
                          <a:xfrm>
                            <a:off x="2883284" y="3891050"/>
                            <a:ext cx="39305"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0" name="Line 517"/>
                        <wps:cNvCnPr>
                          <a:cxnSpLocks noChangeShapeType="1"/>
                        </wps:cNvCnPr>
                        <wps:spPr bwMode="auto">
                          <a:xfrm>
                            <a:off x="2983598" y="3901850"/>
                            <a:ext cx="254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1" name="Line 518"/>
                        <wps:cNvCnPr>
                          <a:cxnSpLocks noChangeShapeType="1"/>
                        </wps:cNvCnPr>
                        <wps:spPr bwMode="auto">
                          <a:xfrm>
                            <a:off x="3009001" y="3906350"/>
                            <a:ext cx="47006"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2" name="Line 519"/>
                        <wps:cNvCnPr>
                          <a:cxnSpLocks noChangeShapeType="1"/>
                        </wps:cNvCnPr>
                        <wps:spPr bwMode="auto">
                          <a:xfrm>
                            <a:off x="3115715" y="3913950"/>
                            <a:ext cx="2980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3" name="Line 520"/>
                        <wps:cNvCnPr>
                          <a:cxnSpLocks noChangeShapeType="1"/>
                        </wps:cNvCnPr>
                        <wps:spPr bwMode="auto">
                          <a:xfrm>
                            <a:off x="3145519" y="3913950"/>
                            <a:ext cx="4260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4" name="Line 521"/>
                        <wps:cNvCnPr>
                          <a:cxnSpLocks noChangeShapeType="1"/>
                        </wps:cNvCnPr>
                        <wps:spPr bwMode="auto">
                          <a:xfrm>
                            <a:off x="3249033" y="3917150"/>
                            <a:ext cx="38105" cy="1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5" name="Freeform 522"/>
                        <wps:cNvSpPr>
                          <a:spLocks/>
                        </wps:cNvSpPr>
                        <wps:spPr bwMode="auto">
                          <a:xfrm>
                            <a:off x="2162388" y="3532345"/>
                            <a:ext cx="334045" cy="248303"/>
                          </a:xfrm>
                          <a:custGeom>
                            <a:avLst/>
                            <a:gdLst>
                              <a:gd name="T0" fmla="*/ 51435 w 526"/>
                              <a:gd name="T1" fmla="*/ 0 h 391"/>
                              <a:gd name="T2" fmla="*/ 0 w 526"/>
                              <a:gd name="T3" fmla="*/ 104775 h 391"/>
                              <a:gd name="T4" fmla="*/ 281940 w 526"/>
                              <a:gd name="T5" fmla="*/ 248285 h 391"/>
                              <a:gd name="T6" fmla="*/ 334010 w 526"/>
                              <a:gd name="T7" fmla="*/ 144145 h 391"/>
                              <a:gd name="T8" fmla="*/ 51435 w 526"/>
                              <a:gd name="T9" fmla="*/ 0 h 39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26" h="391">
                                <a:moveTo>
                                  <a:pt x="81" y="0"/>
                                </a:moveTo>
                                <a:lnTo>
                                  <a:pt x="0" y="165"/>
                                </a:lnTo>
                                <a:lnTo>
                                  <a:pt x="444" y="391"/>
                                </a:lnTo>
                                <a:lnTo>
                                  <a:pt x="526" y="227"/>
                                </a:lnTo>
                                <a:lnTo>
                                  <a:pt x="8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6" name="Line 523"/>
                        <wps:cNvCnPr>
                          <a:cxnSpLocks noChangeShapeType="1"/>
                        </wps:cNvCnPr>
                        <wps:spPr bwMode="auto">
                          <a:xfrm>
                            <a:off x="1877250" y="3468844"/>
                            <a:ext cx="297240" cy="155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7" name="Line 524"/>
                        <wps:cNvCnPr>
                          <a:cxnSpLocks noChangeShapeType="1"/>
                        </wps:cNvCnPr>
                        <wps:spPr bwMode="auto">
                          <a:xfrm>
                            <a:off x="2109081" y="3535445"/>
                            <a:ext cx="59708" cy="87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8" name="Line 525"/>
                        <wps:cNvCnPr>
                          <a:cxnSpLocks noChangeShapeType="1"/>
                        </wps:cNvCnPr>
                        <wps:spPr bwMode="auto">
                          <a:xfrm flipH="1" flipV="1">
                            <a:off x="2065275" y="3614246"/>
                            <a:ext cx="106014" cy="15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9" name="Line 526"/>
                        <wps:cNvCnPr>
                          <a:cxnSpLocks noChangeShapeType="1"/>
                        </wps:cNvCnPr>
                        <wps:spPr bwMode="auto">
                          <a:xfrm flipH="1">
                            <a:off x="7601" y="2663634"/>
                            <a:ext cx="200027"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0" name="Line 527"/>
                        <wps:cNvCnPr>
                          <a:cxnSpLocks noChangeShapeType="1"/>
                        </wps:cNvCnPr>
                        <wps:spPr bwMode="auto">
                          <a:xfrm flipV="1">
                            <a:off x="22803" y="2147327"/>
                            <a:ext cx="1115249" cy="5163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1" name="Line 528"/>
                        <wps:cNvCnPr>
                          <a:cxnSpLocks noChangeShapeType="1"/>
                        </wps:cNvCnPr>
                        <wps:spPr bwMode="auto">
                          <a:xfrm flipH="1">
                            <a:off x="997033" y="2149927"/>
                            <a:ext cx="136518" cy="7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2" name="Line 529"/>
                        <wps:cNvCnPr>
                          <a:cxnSpLocks noChangeShapeType="1"/>
                        </wps:cNvCnPr>
                        <wps:spPr bwMode="auto">
                          <a:xfrm flipH="1">
                            <a:off x="1039539" y="2151827"/>
                            <a:ext cx="87712" cy="98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3" name="Freeform 530"/>
                        <wps:cNvSpPr>
                          <a:spLocks/>
                        </wps:cNvSpPr>
                        <wps:spPr bwMode="auto">
                          <a:xfrm>
                            <a:off x="1110748" y="1953025"/>
                            <a:ext cx="292739" cy="308004"/>
                          </a:xfrm>
                          <a:custGeom>
                            <a:avLst/>
                            <a:gdLst>
                              <a:gd name="T0" fmla="*/ 139700 w 461"/>
                              <a:gd name="T1" fmla="*/ 0 h 485"/>
                              <a:gd name="T2" fmla="*/ 124460 w 461"/>
                              <a:gd name="T3" fmla="*/ 1905 h 485"/>
                              <a:gd name="T4" fmla="*/ 103505 w 461"/>
                              <a:gd name="T5" fmla="*/ 6350 h 485"/>
                              <a:gd name="T6" fmla="*/ 76200 w 461"/>
                              <a:gd name="T7" fmla="*/ 18415 h 485"/>
                              <a:gd name="T8" fmla="*/ 53340 w 461"/>
                              <a:gd name="T9" fmla="*/ 34925 h 485"/>
                              <a:gd name="T10" fmla="*/ 33655 w 461"/>
                              <a:gd name="T11" fmla="*/ 56515 h 485"/>
                              <a:gd name="T12" fmla="*/ 16510 w 461"/>
                              <a:gd name="T13" fmla="*/ 80645 h 485"/>
                              <a:gd name="T14" fmla="*/ 6350 w 461"/>
                              <a:gd name="T15" fmla="*/ 107950 h 485"/>
                              <a:gd name="T16" fmla="*/ 0 w 461"/>
                              <a:gd name="T17" fmla="*/ 137795 h 485"/>
                              <a:gd name="T18" fmla="*/ 0 w 461"/>
                              <a:gd name="T19" fmla="*/ 153035 h 485"/>
                              <a:gd name="T20" fmla="*/ 0 w 461"/>
                              <a:gd name="T21" fmla="*/ 170180 h 485"/>
                              <a:gd name="T22" fmla="*/ 6350 w 461"/>
                              <a:gd name="T23" fmla="*/ 200025 h 485"/>
                              <a:gd name="T24" fmla="*/ 16510 w 461"/>
                              <a:gd name="T25" fmla="*/ 227330 h 485"/>
                              <a:gd name="T26" fmla="*/ 33655 w 461"/>
                              <a:gd name="T27" fmla="*/ 251460 h 485"/>
                              <a:gd name="T28" fmla="*/ 53340 w 461"/>
                              <a:gd name="T29" fmla="*/ 273050 h 485"/>
                              <a:gd name="T30" fmla="*/ 76200 w 461"/>
                              <a:gd name="T31" fmla="*/ 289560 h 485"/>
                              <a:gd name="T32" fmla="*/ 103505 w 461"/>
                              <a:gd name="T33" fmla="*/ 301625 h 485"/>
                              <a:gd name="T34" fmla="*/ 124460 w 461"/>
                              <a:gd name="T35" fmla="*/ 306070 h 485"/>
                              <a:gd name="T36" fmla="*/ 139700 w 461"/>
                              <a:gd name="T37" fmla="*/ 307975 h 485"/>
                              <a:gd name="T38" fmla="*/ 154940 w 461"/>
                              <a:gd name="T39" fmla="*/ 307975 h 485"/>
                              <a:gd name="T40" fmla="*/ 168275 w 461"/>
                              <a:gd name="T41" fmla="*/ 306070 h 485"/>
                              <a:gd name="T42" fmla="*/ 189865 w 461"/>
                              <a:gd name="T43" fmla="*/ 301625 h 485"/>
                              <a:gd name="T44" fmla="*/ 217170 w 461"/>
                              <a:gd name="T45" fmla="*/ 289560 h 485"/>
                              <a:gd name="T46" fmla="*/ 240030 w 461"/>
                              <a:gd name="T47" fmla="*/ 273050 h 485"/>
                              <a:gd name="T48" fmla="*/ 259715 w 461"/>
                              <a:gd name="T49" fmla="*/ 251460 h 485"/>
                              <a:gd name="T50" fmla="*/ 276225 w 461"/>
                              <a:gd name="T51" fmla="*/ 227330 h 485"/>
                              <a:gd name="T52" fmla="*/ 287020 w 461"/>
                              <a:gd name="T53" fmla="*/ 200025 h 485"/>
                              <a:gd name="T54" fmla="*/ 292735 w 461"/>
                              <a:gd name="T55" fmla="*/ 170180 h 485"/>
                              <a:gd name="T56" fmla="*/ 292735 w 461"/>
                              <a:gd name="T57" fmla="*/ 153035 h 485"/>
                              <a:gd name="T58" fmla="*/ 292735 w 461"/>
                              <a:gd name="T59" fmla="*/ 137795 h 485"/>
                              <a:gd name="T60" fmla="*/ 287020 w 461"/>
                              <a:gd name="T61" fmla="*/ 107950 h 485"/>
                              <a:gd name="T62" fmla="*/ 276225 w 461"/>
                              <a:gd name="T63" fmla="*/ 80645 h 485"/>
                              <a:gd name="T64" fmla="*/ 259715 w 461"/>
                              <a:gd name="T65" fmla="*/ 56515 h 485"/>
                              <a:gd name="T66" fmla="*/ 240030 w 461"/>
                              <a:gd name="T67" fmla="*/ 34925 h 485"/>
                              <a:gd name="T68" fmla="*/ 217170 w 461"/>
                              <a:gd name="T69" fmla="*/ 18415 h 485"/>
                              <a:gd name="T70" fmla="*/ 189865 w 461"/>
                              <a:gd name="T71" fmla="*/ 6350 h 485"/>
                              <a:gd name="T72" fmla="*/ 168275 w 461"/>
                              <a:gd name="T73" fmla="*/ 1905 h 485"/>
                              <a:gd name="T74" fmla="*/ 154940 w 461"/>
                              <a:gd name="T75" fmla="*/ 0 h 485"/>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61" h="485">
                                <a:moveTo>
                                  <a:pt x="232" y="0"/>
                                </a:moveTo>
                                <a:lnTo>
                                  <a:pt x="220" y="0"/>
                                </a:lnTo>
                                <a:lnTo>
                                  <a:pt x="208" y="0"/>
                                </a:lnTo>
                                <a:lnTo>
                                  <a:pt x="196" y="3"/>
                                </a:lnTo>
                                <a:lnTo>
                                  <a:pt x="184" y="5"/>
                                </a:lnTo>
                                <a:lnTo>
                                  <a:pt x="163" y="10"/>
                                </a:lnTo>
                                <a:lnTo>
                                  <a:pt x="141" y="19"/>
                                </a:lnTo>
                                <a:lnTo>
                                  <a:pt x="120" y="29"/>
                                </a:lnTo>
                                <a:lnTo>
                                  <a:pt x="100" y="41"/>
                                </a:lnTo>
                                <a:lnTo>
                                  <a:pt x="84" y="55"/>
                                </a:lnTo>
                                <a:lnTo>
                                  <a:pt x="67" y="72"/>
                                </a:lnTo>
                                <a:lnTo>
                                  <a:pt x="53" y="89"/>
                                </a:lnTo>
                                <a:lnTo>
                                  <a:pt x="38" y="108"/>
                                </a:lnTo>
                                <a:lnTo>
                                  <a:pt x="26" y="127"/>
                                </a:lnTo>
                                <a:lnTo>
                                  <a:pt x="17" y="148"/>
                                </a:lnTo>
                                <a:lnTo>
                                  <a:pt x="10" y="170"/>
                                </a:lnTo>
                                <a:lnTo>
                                  <a:pt x="5" y="194"/>
                                </a:lnTo>
                                <a:lnTo>
                                  <a:pt x="0" y="217"/>
                                </a:lnTo>
                                <a:lnTo>
                                  <a:pt x="0" y="229"/>
                                </a:lnTo>
                                <a:lnTo>
                                  <a:pt x="0" y="241"/>
                                </a:lnTo>
                                <a:lnTo>
                                  <a:pt x="0" y="256"/>
                                </a:lnTo>
                                <a:lnTo>
                                  <a:pt x="0" y="268"/>
                                </a:lnTo>
                                <a:lnTo>
                                  <a:pt x="5" y="291"/>
                                </a:lnTo>
                                <a:lnTo>
                                  <a:pt x="10" y="315"/>
                                </a:lnTo>
                                <a:lnTo>
                                  <a:pt x="17" y="337"/>
                                </a:lnTo>
                                <a:lnTo>
                                  <a:pt x="26" y="358"/>
                                </a:lnTo>
                                <a:lnTo>
                                  <a:pt x="38" y="377"/>
                                </a:lnTo>
                                <a:lnTo>
                                  <a:pt x="53" y="396"/>
                                </a:lnTo>
                                <a:lnTo>
                                  <a:pt x="67" y="413"/>
                                </a:lnTo>
                                <a:lnTo>
                                  <a:pt x="84" y="430"/>
                                </a:lnTo>
                                <a:lnTo>
                                  <a:pt x="100" y="444"/>
                                </a:lnTo>
                                <a:lnTo>
                                  <a:pt x="120" y="456"/>
                                </a:lnTo>
                                <a:lnTo>
                                  <a:pt x="141" y="466"/>
                                </a:lnTo>
                                <a:lnTo>
                                  <a:pt x="163" y="475"/>
                                </a:lnTo>
                                <a:lnTo>
                                  <a:pt x="184" y="480"/>
                                </a:lnTo>
                                <a:lnTo>
                                  <a:pt x="196" y="482"/>
                                </a:lnTo>
                                <a:lnTo>
                                  <a:pt x="208" y="485"/>
                                </a:lnTo>
                                <a:lnTo>
                                  <a:pt x="220" y="485"/>
                                </a:lnTo>
                                <a:lnTo>
                                  <a:pt x="232" y="485"/>
                                </a:lnTo>
                                <a:lnTo>
                                  <a:pt x="244" y="485"/>
                                </a:lnTo>
                                <a:lnTo>
                                  <a:pt x="253" y="485"/>
                                </a:lnTo>
                                <a:lnTo>
                                  <a:pt x="265" y="482"/>
                                </a:lnTo>
                                <a:lnTo>
                                  <a:pt x="277" y="480"/>
                                </a:lnTo>
                                <a:lnTo>
                                  <a:pt x="299" y="475"/>
                                </a:lnTo>
                                <a:lnTo>
                                  <a:pt x="320" y="466"/>
                                </a:lnTo>
                                <a:lnTo>
                                  <a:pt x="342" y="456"/>
                                </a:lnTo>
                                <a:lnTo>
                                  <a:pt x="361" y="444"/>
                                </a:lnTo>
                                <a:lnTo>
                                  <a:pt x="378" y="430"/>
                                </a:lnTo>
                                <a:lnTo>
                                  <a:pt x="394" y="413"/>
                                </a:lnTo>
                                <a:lnTo>
                                  <a:pt x="409" y="396"/>
                                </a:lnTo>
                                <a:lnTo>
                                  <a:pt x="423" y="377"/>
                                </a:lnTo>
                                <a:lnTo>
                                  <a:pt x="435" y="358"/>
                                </a:lnTo>
                                <a:lnTo>
                                  <a:pt x="445" y="337"/>
                                </a:lnTo>
                                <a:lnTo>
                                  <a:pt x="452" y="315"/>
                                </a:lnTo>
                                <a:lnTo>
                                  <a:pt x="456" y="291"/>
                                </a:lnTo>
                                <a:lnTo>
                                  <a:pt x="461" y="268"/>
                                </a:lnTo>
                                <a:lnTo>
                                  <a:pt x="461" y="256"/>
                                </a:lnTo>
                                <a:lnTo>
                                  <a:pt x="461" y="241"/>
                                </a:lnTo>
                                <a:lnTo>
                                  <a:pt x="461" y="229"/>
                                </a:lnTo>
                                <a:lnTo>
                                  <a:pt x="461" y="217"/>
                                </a:lnTo>
                                <a:lnTo>
                                  <a:pt x="456" y="194"/>
                                </a:lnTo>
                                <a:lnTo>
                                  <a:pt x="452" y="170"/>
                                </a:lnTo>
                                <a:lnTo>
                                  <a:pt x="445" y="148"/>
                                </a:lnTo>
                                <a:lnTo>
                                  <a:pt x="435" y="127"/>
                                </a:lnTo>
                                <a:lnTo>
                                  <a:pt x="423" y="108"/>
                                </a:lnTo>
                                <a:lnTo>
                                  <a:pt x="409" y="89"/>
                                </a:lnTo>
                                <a:lnTo>
                                  <a:pt x="394" y="72"/>
                                </a:lnTo>
                                <a:lnTo>
                                  <a:pt x="378" y="55"/>
                                </a:lnTo>
                                <a:lnTo>
                                  <a:pt x="361" y="41"/>
                                </a:lnTo>
                                <a:lnTo>
                                  <a:pt x="342" y="29"/>
                                </a:lnTo>
                                <a:lnTo>
                                  <a:pt x="320" y="19"/>
                                </a:lnTo>
                                <a:lnTo>
                                  <a:pt x="299" y="10"/>
                                </a:lnTo>
                                <a:lnTo>
                                  <a:pt x="277" y="5"/>
                                </a:lnTo>
                                <a:lnTo>
                                  <a:pt x="265" y="3"/>
                                </a:lnTo>
                                <a:lnTo>
                                  <a:pt x="253" y="0"/>
                                </a:lnTo>
                                <a:lnTo>
                                  <a:pt x="244" y="0"/>
                                </a:lnTo>
                                <a:lnTo>
                                  <a:pt x="2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4" name="Freeform 531"/>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close/>
                              </a:path>
                            </a:pathLst>
                          </a:custGeom>
                          <a:solidFill>
                            <a:srgbClr val="FC01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5" name="Freeform 532"/>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6" name="Line 533"/>
                        <wps:cNvCnPr>
                          <a:cxnSpLocks noChangeShapeType="1"/>
                        </wps:cNvCnPr>
                        <wps:spPr bwMode="auto">
                          <a:xfrm>
                            <a:off x="1372983" y="2007626"/>
                            <a:ext cx="294739"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7" name="Line 534"/>
                        <wps:cNvCnPr>
                          <a:cxnSpLocks noChangeShapeType="1"/>
                        </wps:cNvCnPr>
                        <wps:spPr bwMode="auto">
                          <a:xfrm>
                            <a:off x="1372983" y="2186728"/>
                            <a:ext cx="291539"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8" name="Line 535"/>
                        <wps:cNvCnPr>
                          <a:cxnSpLocks noChangeShapeType="1"/>
                        </wps:cNvCnPr>
                        <wps:spPr bwMode="auto">
                          <a:xfrm>
                            <a:off x="1655621" y="2007626"/>
                            <a:ext cx="1300" cy="183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9" name="Line 536"/>
                        <wps:cNvCnPr>
                          <a:cxnSpLocks noChangeShapeType="1"/>
                        </wps:cNvCnPr>
                        <wps:spPr bwMode="auto">
                          <a:xfrm>
                            <a:off x="1778237" y="2110527"/>
                            <a:ext cx="262835"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0" name="Line 537"/>
                        <wps:cNvCnPr>
                          <a:cxnSpLocks noChangeShapeType="1"/>
                        </wps:cNvCnPr>
                        <wps:spPr bwMode="auto">
                          <a:xfrm>
                            <a:off x="2127484" y="2108027"/>
                            <a:ext cx="186725" cy="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1" name="Line 538"/>
                        <wps:cNvCnPr>
                          <a:cxnSpLocks noChangeShapeType="1"/>
                        </wps:cNvCnPr>
                        <wps:spPr bwMode="auto">
                          <a:xfrm>
                            <a:off x="2405021" y="2102927"/>
                            <a:ext cx="217229"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2" name="Line 539"/>
                        <wps:cNvCnPr>
                          <a:cxnSpLocks noChangeShapeType="1"/>
                        </wps:cNvCnPr>
                        <wps:spPr bwMode="auto">
                          <a:xfrm>
                            <a:off x="1686125" y="2022926"/>
                            <a:ext cx="256534" cy="1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3" name="Line 540"/>
                        <wps:cNvCnPr>
                          <a:cxnSpLocks noChangeShapeType="1"/>
                        </wps:cNvCnPr>
                        <wps:spPr bwMode="auto">
                          <a:xfrm>
                            <a:off x="2066475" y="2015326"/>
                            <a:ext cx="159421"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4" name="Line 541"/>
                        <wps:cNvCnPr>
                          <a:cxnSpLocks noChangeShapeType="1"/>
                        </wps:cNvCnPr>
                        <wps:spPr bwMode="auto">
                          <a:xfrm>
                            <a:off x="2325010" y="2007626"/>
                            <a:ext cx="189225" cy="4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5" name="Line 542"/>
                        <wps:cNvCnPr>
                          <a:cxnSpLocks noChangeShapeType="1"/>
                        </wps:cNvCnPr>
                        <wps:spPr bwMode="auto">
                          <a:xfrm>
                            <a:off x="2633051" y="2007626"/>
                            <a:ext cx="2063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6" name="Line 543"/>
                        <wps:cNvCnPr>
                          <a:cxnSpLocks noChangeShapeType="1"/>
                        </wps:cNvCnPr>
                        <wps:spPr bwMode="auto">
                          <a:xfrm>
                            <a:off x="2711761" y="2100327"/>
                            <a:ext cx="214029"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7" name="Line 544"/>
                        <wps:cNvCnPr>
                          <a:cxnSpLocks noChangeShapeType="1"/>
                        </wps:cNvCnPr>
                        <wps:spPr bwMode="auto">
                          <a:xfrm>
                            <a:off x="2936591" y="2001926"/>
                            <a:ext cx="193726"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8" name="Line 545"/>
                        <wps:cNvCnPr>
                          <a:cxnSpLocks noChangeShapeType="1"/>
                        </wps:cNvCnPr>
                        <wps:spPr bwMode="auto">
                          <a:xfrm flipH="1" flipV="1">
                            <a:off x="3019802" y="1962525"/>
                            <a:ext cx="110515" cy="39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9" name="Line 546"/>
                        <wps:cNvCnPr>
                          <a:cxnSpLocks noChangeShapeType="1"/>
                        </wps:cNvCnPr>
                        <wps:spPr bwMode="auto">
                          <a:xfrm flipH="1">
                            <a:off x="3038205" y="1996825"/>
                            <a:ext cx="90812" cy="27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0" name="Line 547"/>
                        <wps:cNvCnPr>
                          <a:cxnSpLocks noChangeShapeType="1"/>
                        </wps:cNvCnPr>
                        <wps:spPr bwMode="auto">
                          <a:xfrm flipH="1" flipV="1">
                            <a:off x="2739065" y="1969525"/>
                            <a:ext cx="101614" cy="38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1" name="Line 548"/>
                        <wps:cNvCnPr>
                          <a:cxnSpLocks noChangeShapeType="1"/>
                        </wps:cNvCnPr>
                        <wps:spPr bwMode="auto">
                          <a:xfrm flipH="1">
                            <a:off x="2740365" y="2004526"/>
                            <a:ext cx="99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2" name="Line 549"/>
                        <wps:cNvCnPr>
                          <a:cxnSpLocks noChangeShapeType="1"/>
                        </wps:cNvCnPr>
                        <wps:spPr bwMode="auto">
                          <a:xfrm flipH="1" flipV="1">
                            <a:off x="2779670" y="2065426"/>
                            <a:ext cx="141719"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3" name="Line 550"/>
                        <wps:cNvCnPr>
                          <a:cxnSpLocks noChangeShapeType="1"/>
                        </wps:cNvCnPr>
                        <wps:spPr bwMode="auto">
                          <a:xfrm flipH="1">
                            <a:off x="2805774" y="2092727"/>
                            <a:ext cx="115615" cy="52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4" name="Line 551"/>
                        <wps:cNvCnPr>
                          <a:cxnSpLocks noChangeShapeType="1"/>
                        </wps:cNvCnPr>
                        <wps:spPr bwMode="auto">
                          <a:xfrm flipH="1" flipV="1">
                            <a:off x="2511735" y="2076226"/>
                            <a:ext cx="114915" cy="26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5" name="Line 552"/>
                        <wps:cNvCnPr>
                          <a:cxnSpLocks noChangeShapeType="1"/>
                        </wps:cNvCnPr>
                        <wps:spPr bwMode="auto">
                          <a:xfrm flipH="1">
                            <a:off x="2511735" y="2100327"/>
                            <a:ext cx="110515"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6" name="Line 553"/>
                        <wps:cNvCnPr>
                          <a:cxnSpLocks noChangeShapeType="1"/>
                        </wps:cNvCnPr>
                        <wps:spPr bwMode="auto">
                          <a:xfrm flipH="1" flipV="1">
                            <a:off x="2405021" y="1974625"/>
                            <a:ext cx="116816" cy="40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7" name="Line 554"/>
                        <wps:cNvCnPr>
                          <a:cxnSpLocks noChangeShapeType="1"/>
                        </wps:cNvCnPr>
                        <wps:spPr bwMode="auto">
                          <a:xfrm flipH="1">
                            <a:off x="2420223" y="2012126"/>
                            <a:ext cx="94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8" name="Line 555"/>
                        <wps:cNvCnPr>
                          <a:cxnSpLocks noChangeShapeType="1"/>
                        </wps:cNvCnPr>
                        <wps:spPr bwMode="auto">
                          <a:xfrm flipH="1" flipV="1">
                            <a:off x="2101480" y="1984825"/>
                            <a:ext cx="124417"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9" name="Line 556"/>
                        <wps:cNvCnPr>
                          <a:cxnSpLocks noChangeShapeType="1"/>
                        </wps:cNvCnPr>
                        <wps:spPr bwMode="auto">
                          <a:xfrm flipH="1">
                            <a:off x="2104580" y="2019726"/>
                            <a:ext cx="121316"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0" name="Line 557"/>
                        <wps:cNvCnPr>
                          <a:cxnSpLocks noChangeShapeType="1"/>
                        </wps:cNvCnPr>
                        <wps:spPr bwMode="auto">
                          <a:xfrm flipH="1" flipV="1">
                            <a:off x="2208094" y="2076226"/>
                            <a:ext cx="101614" cy="34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1" name="Line 558"/>
                        <wps:cNvCnPr>
                          <a:cxnSpLocks noChangeShapeType="1"/>
                        </wps:cNvCnPr>
                        <wps:spPr bwMode="auto">
                          <a:xfrm flipH="1">
                            <a:off x="2210695" y="2102927"/>
                            <a:ext cx="103514" cy="400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2" name="Line 559"/>
                        <wps:cNvCnPr>
                          <a:cxnSpLocks noChangeShapeType="1"/>
                        </wps:cNvCnPr>
                        <wps:spPr bwMode="auto">
                          <a:xfrm flipH="1" flipV="1">
                            <a:off x="1921056" y="2073026"/>
                            <a:ext cx="123216"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3" name="Line 560"/>
                        <wps:cNvCnPr>
                          <a:cxnSpLocks noChangeShapeType="1"/>
                        </wps:cNvCnPr>
                        <wps:spPr bwMode="auto">
                          <a:xfrm flipH="1">
                            <a:off x="1922356" y="2102927"/>
                            <a:ext cx="118716" cy="489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4" name="Line 561"/>
                        <wps:cNvCnPr>
                          <a:cxnSpLocks noChangeShapeType="1"/>
                        </wps:cNvCnPr>
                        <wps:spPr bwMode="auto">
                          <a:xfrm flipH="1" flipV="1">
                            <a:off x="1825843" y="1989925"/>
                            <a:ext cx="114915" cy="33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5" name="Line 562"/>
                        <wps:cNvCnPr>
                          <a:cxnSpLocks noChangeShapeType="1"/>
                        </wps:cNvCnPr>
                        <wps:spPr bwMode="auto">
                          <a:xfrm flipH="1">
                            <a:off x="1815042" y="2022926"/>
                            <a:ext cx="122516"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6" name="Rectangle 563"/>
                        <wps:cNvSpPr>
                          <a:spLocks noChangeArrowheads="1"/>
                        </wps:cNvSpPr>
                        <wps:spPr bwMode="auto">
                          <a:xfrm>
                            <a:off x="4089945" y="1072914"/>
                            <a:ext cx="1002734" cy="41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7" name="Rectangle 564"/>
                        <wps:cNvSpPr>
                          <a:spLocks noChangeArrowheads="1"/>
                        </wps:cNvSpPr>
                        <wps:spPr bwMode="auto">
                          <a:xfrm>
                            <a:off x="222830" y="2542932"/>
                            <a:ext cx="1039639" cy="375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565"/>
                        <wps:cNvSpPr>
                          <a:spLocks noChangeArrowheads="1"/>
                        </wps:cNvSpPr>
                        <wps:spPr bwMode="auto">
                          <a:xfrm>
                            <a:off x="989432" y="1081814"/>
                            <a:ext cx="1153254" cy="253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566"/>
                        <wps:cNvSpPr>
                          <a:spLocks noChangeArrowheads="1"/>
                        </wps:cNvSpPr>
                        <wps:spPr bwMode="auto">
                          <a:xfrm>
                            <a:off x="1080244" y="113641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2D485"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190" name="Rectangle 567"/>
                        <wps:cNvSpPr>
                          <a:spLocks noChangeArrowheads="1"/>
                        </wps:cNvSpPr>
                        <wps:spPr bwMode="auto">
                          <a:xfrm>
                            <a:off x="1080244" y="1311717"/>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92B6E"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191" name="Rectangle 568"/>
                        <wps:cNvSpPr>
                          <a:spLocks noChangeArrowheads="1"/>
                        </wps:cNvSpPr>
                        <wps:spPr bwMode="auto">
                          <a:xfrm>
                            <a:off x="3100413" y="2777335"/>
                            <a:ext cx="1493099" cy="5473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569"/>
                        <wps:cNvSpPr>
                          <a:spLocks noChangeArrowheads="1"/>
                        </wps:cNvSpPr>
                        <wps:spPr bwMode="auto">
                          <a:xfrm>
                            <a:off x="326343" y="3144340"/>
                            <a:ext cx="1485498" cy="6229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570"/>
                        <wps:cNvSpPr>
                          <a:spLocks noChangeArrowheads="1"/>
                        </wps:cNvSpPr>
                        <wps:spPr bwMode="auto">
                          <a:xfrm>
                            <a:off x="951327" y="1072914"/>
                            <a:ext cx="1183758" cy="272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571"/>
                        <wps:cNvSpPr>
                          <a:spLocks noChangeArrowheads="1"/>
                        </wps:cNvSpPr>
                        <wps:spPr bwMode="auto">
                          <a:xfrm>
                            <a:off x="1477597" y="1082414"/>
                            <a:ext cx="807808"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D599A" w14:textId="77777777" w:rsidR="00AC6F01" w:rsidRDefault="00AC6F01" w:rsidP="00F54F68">
                              <w:r>
                                <w:rPr>
                                  <w:color w:val="000000"/>
                                  <w:lang w:val="en-US"/>
                                </w:rPr>
                                <w:t>zero adjustment</w:t>
                              </w:r>
                            </w:p>
                          </w:txbxContent>
                        </wps:txbx>
                        <wps:bodyPr rot="0" vert="horz" wrap="none" lIns="0" tIns="0" rIns="0" bIns="0" anchor="t" anchorCtr="0" upright="1">
                          <a:spAutoFit/>
                        </wps:bodyPr>
                      </wps:wsp>
                      <wps:wsp>
                        <wps:cNvPr id="1195" name="Rectangle 573"/>
                        <wps:cNvSpPr>
                          <a:spLocks noChangeArrowheads="1"/>
                        </wps:cNvSpPr>
                        <wps:spPr bwMode="auto">
                          <a:xfrm>
                            <a:off x="1133551" y="1436118"/>
                            <a:ext cx="1183858" cy="2731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574"/>
                        <wps:cNvSpPr>
                          <a:spLocks noChangeArrowheads="1"/>
                        </wps:cNvSpPr>
                        <wps:spPr bwMode="auto">
                          <a:xfrm>
                            <a:off x="1520503" y="1550420"/>
                            <a:ext cx="716395"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E77A" w14:textId="77777777" w:rsidR="00AC6F01" w:rsidRDefault="00AC6F01" w:rsidP="00F54F68">
                              <w:r>
                                <w:rPr>
                                  <w:color w:val="000000"/>
                                  <w:lang w:val="en-US"/>
                                </w:rPr>
                                <w:t>sample holder</w:t>
                              </w:r>
                            </w:p>
                          </w:txbxContent>
                        </wps:txbx>
                        <wps:bodyPr rot="0" vert="horz" wrap="none" lIns="0" tIns="0" rIns="0" bIns="0" anchor="t" anchorCtr="0" upright="1">
                          <a:spAutoFit/>
                        </wps:bodyPr>
                      </wps:wsp>
                      <wps:wsp>
                        <wps:cNvPr id="1197" name="Rectangle 575"/>
                        <wps:cNvSpPr>
                          <a:spLocks noChangeArrowheads="1"/>
                        </wps:cNvSpPr>
                        <wps:spPr bwMode="auto">
                          <a:xfrm>
                            <a:off x="1937558" y="1486319"/>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A5239"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198" name="Rectangle 576"/>
                        <wps:cNvSpPr>
                          <a:spLocks noChangeArrowheads="1"/>
                        </wps:cNvSpPr>
                        <wps:spPr bwMode="auto">
                          <a:xfrm>
                            <a:off x="314342" y="2527732"/>
                            <a:ext cx="1301873" cy="478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577"/>
                        <wps:cNvSpPr>
                          <a:spLocks noChangeArrowheads="1"/>
                        </wps:cNvSpPr>
                        <wps:spPr bwMode="auto">
                          <a:xfrm>
                            <a:off x="405154" y="2574133"/>
                            <a:ext cx="85421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B8F10" w14:textId="77777777" w:rsidR="00AC6F01" w:rsidRDefault="00AC6F01" w:rsidP="00F54F68">
                              <w:r>
                                <w:rPr>
                                  <w:color w:val="000000"/>
                                  <w:lang w:val="en-US"/>
                                </w:rPr>
                                <w:t xml:space="preserve">Light source and </w:t>
                              </w:r>
                            </w:p>
                          </w:txbxContent>
                        </wps:txbx>
                        <wps:bodyPr rot="0" vert="horz" wrap="none" lIns="0" tIns="0" rIns="0" bIns="0" anchor="t" anchorCtr="0" upright="1">
                          <a:spAutoFit/>
                        </wps:bodyPr>
                      </wps:wsp>
                      <wps:wsp>
                        <wps:cNvPr id="1200" name="Rectangle 578"/>
                        <wps:cNvSpPr>
                          <a:spLocks noChangeArrowheads="1"/>
                        </wps:cNvSpPr>
                        <wps:spPr bwMode="auto">
                          <a:xfrm>
                            <a:off x="405154" y="2724535"/>
                            <a:ext cx="91382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93509" w14:textId="77777777" w:rsidR="00AC6F01" w:rsidRDefault="00AC6F01" w:rsidP="00F54F68">
                              <w:r>
                                <w:rPr>
                                  <w:color w:val="000000"/>
                                  <w:lang w:val="en-US"/>
                                </w:rPr>
                                <w:t>collimating optics</w:t>
                              </w:r>
                            </w:p>
                          </w:txbxContent>
                        </wps:txbx>
                        <wps:bodyPr rot="0" vert="horz" wrap="none" lIns="0" tIns="0" rIns="0" bIns="0" anchor="t" anchorCtr="0" upright="1">
                          <a:spAutoFit/>
                        </wps:bodyPr>
                      </wps:wsp>
                      <wps:wsp>
                        <wps:cNvPr id="1201" name="Rectangle 579"/>
                        <wps:cNvSpPr>
                          <a:spLocks noChangeArrowheads="1"/>
                        </wps:cNvSpPr>
                        <wps:spPr bwMode="auto">
                          <a:xfrm>
                            <a:off x="1313975" y="272453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6E160"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202" name="Rectangle 580"/>
                        <wps:cNvSpPr>
                          <a:spLocks noChangeArrowheads="1"/>
                        </wps:cNvSpPr>
                        <wps:spPr bwMode="auto">
                          <a:xfrm>
                            <a:off x="405154" y="3164040"/>
                            <a:ext cx="1552107" cy="524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581"/>
                        <wps:cNvSpPr>
                          <a:spLocks noChangeArrowheads="1"/>
                        </wps:cNvSpPr>
                        <wps:spPr bwMode="auto">
                          <a:xfrm>
                            <a:off x="495966" y="3211041"/>
                            <a:ext cx="127717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50A4A" w14:textId="77777777" w:rsidR="00AC6F01" w:rsidRDefault="00AC6F01" w:rsidP="00F54F68">
                              <w:r>
                                <w:rPr>
                                  <w:color w:val="000000"/>
                                  <w:lang w:val="en-US"/>
                                </w:rPr>
                                <w:t xml:space="preserve">Photorecepter in position </w:t>
                              </w:r>
                            </w:p>
                          </w:txbxContent>
                        </wps:txbx>
                        <wps:bodyPr rot="0" vert="horz" wrap="none" lIns="0" tIns="0" rIns="0" bIns="0" anchor="t" anchorCtr="0" upright="1">
                          <a:spAutoFit/>
                        </wps:bodyPr>
                      </wps:wsp>
                      <wps:wsp>
                        <wps:cNvPr id="1204" name="Rectangle 582"/>
                        <wps:cNvSpPr>
                          <a:spLocks noChangeArrowheads="1"/>
                        </wps:cNvSpPr>
                        <wps:spPr bwMode="auto">
                          <a:xfrm>
                            <a:off x="495966" y="3356443"/>
                            <a:ext cx="1072643"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11440" w14:textId="77777777" w:rsidR="00AC6F01" w:rsidRDefault="00AC6F01" w:rsidP="00F54F68">
                              <w:r>
                                <w:rPr>
                                  <w:color w:val="000000"/>
                                  <w:lang w:val="en-US"/>
                                </w:rPr>
                                <w:t xml:space="preserve">for measurement and </w:t>
                              </w:r>
                            </w:p>
                          </w:txbxContent>
                        </wps:txbx>
                        <wps:bodyPr rot="0" vert="horz" wrap="none" lIns="0" tIns="0" rIns="0" bIns="0" anchor="t" anchorCtr="0" upright="1">
                          <a:spAutoFit/>
                        </wps:bodyPr>
                      </wps:wsp>
                      <wps:wsp>
                        <wps:cNvPr id="1205" name="Rectangle 583"/>
                        <wps:cNvSpPr>
                          <a:spLocks noChangeArrowheads="1"/>
                        </wps:cNvSpPr>
                        <wps:spPr bwMode="auto">
                          <a:xfrm>
                            <a:off x="495966" y="3501845"/>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1DDB" w14:textId="77777777" w:rsidR="00AC6F01" w:rsidRDefault="00AC6F01" w:rsidP="00F54F68">
                              <w:r>
                                <w:rPr>
                                  <w:color w:val="000000"/>
                                  <w:lang w:val="en-US"/>
                                </w:rPr>
                                <w:t>"</w:t>
                              </w:r>
                            </w:p>
                          </w:txbxContent>
                        </wps:txbx>
                        <wps:bodyPr rot="0" vert="horz" wrap="none" lIns="0" tIns="0" rIns="0" bIns="0" anchor="t" anchorCtr="0" upright="1">
                          <a:spAutoFit/>
                        </wps:bodyPr>
                      </wps:wsp>
                      <wps:wsp>
                        <wps:cNvPr id="1206" name="Rectangle 584"/>
                        <wps:cNvSpPr>
                          <a:spLocks noChangeArrowheads="1"/>
                        </wps:cNvSpPr>
                        <wps:spPr bwMode="auto">
                          <a:xfrm>
                            <a:off x="549273" y="3501845"/>
                            <a:ext cx="38805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355EF" w14:textId="77777777" w:rsidR="00AC6F01" w:rsidRDefault="00AC6F01" w:rsidP="00F54F68">
                              <w:r>
                                <w:rPr>
                                  <w:color w:val="000000"/>
                                  <w:lang w:val="en-US"/>
                                </w:rPr>
                                <w:t>indirect</w:t>
                              </w:r>
                            </w:p>
                          </w:txbxContent>
                        </wps:txbx>
                        <wps:bodyPr rot="0" vert="horz" wrap="none" lIns="0" tIns="0" rIns="0" bIns="0" anchor="t" anchorCtr="0" upright="1">
                          <a:spAutoFit/>
                        </wps:bodyPr>
                      </wps:wsp>
                      <wps:wsp>
                        <wps:cNvPr id="1207" name="Rectangle 585"/>
                        <wps:cNvSpPr>
                          <a:spLocks noChangeArrowheads="1"/>
                        </wps:cNvSpPr>
                        <wps:spPr bwMode="auto">
                          <a:xfrm>
                            <a:off x="934825" y="3501845"/>
                            <a:ext cx="520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95B8F" w14:textId="77777777" w:rsidR="00AC6F01" w:rsidRDefault="00AC6F01" w:rsidP="00F54F68">
                              <w:r>
                                <w:rPr>
                                  <w:color w:val="000000"/>
                                  <w:lang w:val="en-US"/>
                                </w:rPr>
                                <w:t>"</w:t>
                              </w:r>
                            </w:p>
                          </w:txbxContent>
                        </wps:txbx>
                        <wps:bodyPr rot="0" vert="horz" wrap="none" lIns="0" tIns="0" rIns="0" bIns="0" anchor="t" anchorCtr="0" upright="1">
                          <a:spAutoFit/>
                        </wps:bodyPr>
                      </wps:wsp>
                      <wps:wsp>
                        <wps:cNvPr id="1208" name="Rectangle 586"/>
                        <wps:cNvSpPr>
                          <a:spLocks noChangeArrowheads="1"/>
                        </wps:cNvSpPr>
                        <wps:spPr bwMode="auto">
                          <a:xfrm>
                            <a:off x="986231" y="350184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6CD3E"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209" name="Rectangle 587"/>
                        <wps:cNvSpPr>
                          <a:spLocks noChangeArrowheads="1"/>
                        </wps:cNvSpPr>
                        <wps:spPr bwMode="auto">
                          <a:xfrm>
                            <a:off x="1018036" y="3501845"/>
                            <a:ext cx="54357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10780" w14:textId="77777777" w:rsidR="00AC6F01" w:rsidRDefault="00AC6F01" w:rsidP="00F54F68">
                              <w:r>
                                <w:rPr>
                                  <w:color w:val="000000"/>
                                  <w:lang w:val="en-US"/>
                                </w:rPr>
                                <w:t>calibration</w:t>
                              </w:r>
                            </w:p>
                          </w:txbxContent>
                        </wps:txbx>
                        <wps:bodyPr rot="0" vert="horz" wrap="none" lIns="0" tIns="0" rIns="0" bIns="0" anchor="t" anchorCtr="0" upright="1">
                          <a:spAutoFit/>
                        </wps:bodyPr>
                      </wps:wsp>
                      <wps:wsp>
                        <wps:cNvPr id="1210" name="Rectangle 588"/>
                        <wps:cNvSpPr>
                          <a:spLocks noChangeArrowheads="1"/>
                        </wps:cNvSpPr>
                        <wps:spPr bwMode="auto">
                          <a:xfrm>
                            <a:off x="1558408" y="350184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016B7"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211" name="Rectangle 589"/>
                        <wps:cNvSpPr>
                          <a:spLocks noChangeArrowheads="1"/>
                        </wps:cNvSpPr>
                        <wps:spPr bwMode="auto">
                          <a:xfrm>
                            <a:off x="4138151" y="982113"/>
                            <a:ext cx="892319" cy="4331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2" name="Rectangle 590"/>
                        <wps:cNvSpPr>
                          <a:spLocks noChangeArrowheads="1"/>
                        </wps:cNvSpPr>
                        <wps:spPr bwMode="auto">
                          <a:xfrm>
                            <a:off x="4117549" y="1017013"/>
                            <a:ext cx="571576"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49442" w14:textId="77777777" w:rsidR="00AC6F01" w:rsidRDefault="00AC6F01" w:rsidP="00F54F68">
                              <w:r>
                                <w:rPr>
                                  <w:color w:val="000000"/>
                                  <w:lang w:val="en-US"/>
                                </w:rPr>
                                <w:t xml:space="preserve">Calibration </w:t>
                              </w:r>
                            </w:p>
                          </w:txbxContent>
                        </wps:txbx>
                        <wps:bodyPr rot="0" vert="horz" wrap="none" lIns="0" tIns="0" rIns="0" bIns="0" anchor="t" anchorCtr="0" upright="1">
                          <a:spAutoFit/>
                        </wps:bodyPr>
                      </wps:wsp>
                      <wps:wsp>
                        <wps:cNvPr id="1213" name="Rectangle 591"/>
                        <wps:cNvSpPr>
                          <a:spLocks noChangeArrowheads="1"/>
                        </wps:cNvSpPr>
                        <wps:spPr bwMode="auto">
                          <a:xfrm>
                            <a:off x="4131451" y="1156815"/>
                            <a:ext cx="55767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20C56" w14:textId="77777777" w:rsidR="00AC6F01" w:rsidRDefault="00AC6F01" w:rsidP="00F54F68">
                              <w:r>
                                <w:rPr>
                                  <w:color w:val="000000"/>
                                  <w:lang w:val="en-US"/>
                                </w:rPr>
                                <w:t>adjustment</w:t>
                              </w:r>
                            </w:p>
                          </w:txbxContent>
                        </wps:txbx>
                        <wps:bodyPr rot="0" vert="horz" wrap="none" lIns="0" tIns="0" rIns="0" bIns="0" anchor="t" anchorCtr="0" upright="1">
                          <a:spAutoFit/>
                        </wps:bodyPr>
                      </wps:wsp>
                      <wps:wsp>
                        <wps:cNvPr id="1214" name="Rectangle 592"/>
                        <wps:cNvSpPr>
                          <a:spLocks noChangeArrowheads="1"/>
                        </wps:cNvSpPr>
                        <wps:spPr bwMode="auto">
                          <a:xfrm>
                            <a:off x="4784638" y="117831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83EFF"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215" name="Rectangle 593"/>
                        <wps:cNvSpPr>
                          <a:spLocks noChangeArrowheads="1"/>
                        </wps:cNvSpPr>
                        <wps:spPr bwMode="auto">
                          <a:xfrm>
                            <a:off x="3095313" y="2665534"/>
                            <a:ext cx="1593512" cy="4547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6" name="Rectangle 594"/>
                        <wps:cNvSpPr>
                          <a:spLocks noChangeArrowheads="1"/>
                        </wps:cNvSpPr>
                        <wps:spPr bwMode="auto">
                          <a:xfrm>
                            <a:off x="3188125" y="2713835"/>
                            <a:ext cx="1259368"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CC9D3" w14:textId="77777777" w:rsidR="00AC6F01" w:rsidRDefault="00AC6F01" w:rsidP="00F54F68">
                              <w:r>
                                <w:rPr>
                                  <w:color w:val="000000"/>
                                  <w:lang w:val="en-US"/>
                                </w:rPr>
                                <w:t xml:space="preserve">Receptor arm in position </w:t>
                              </w:r>
                            </w:p>
                          </w:txbxContent>
                        </wps:txbx>
                        <wps:bodyPr rot="0" vert="horz" wrap="none" lIns="0" tIns="0" rIns="0" bIns="0" anchor="t" anchorCtr="0" upright="1">
                          <a:spAutoFit/>
                        </wps:bodyPr>
                      </wps:wsp>
                      <wps:wsp>
                        <wps:cNvPr id="1217" name="Rectangle 595"/>
                        <wps:cNvSpPr>
                          <a:spLocks noChangeArrowheads="1"/>
                        </wps:cNvSpPr>
                        <wps:spPr bwMode="auto">
                          <a:xfrm>
                            <a:off x="3188125" y="2860437"/>
                            <a:ext cx="14852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2545E" w14:textId="77777777" w:rsidR="00AC6F01" w:rsidRDefault="00AC6F01" w:rsidP="00F54F68">
                              <w:r>
                                <w:rPr>
                                  <w:color w:val="000000"/>
                                  <w:lang w:val="en-US"/>
                                </w:rPr>
                                <w:t xml:space="preserve">for </w:t>
                              </w:r>
                            </w:p>
                          </w:txbxContent>
                        </wps:txbx>
                        <wps:bodyPr rot="0" vert="horz" wrap="none" lIns="0" tIns="0" rIns="0" bIns="0" anchor="t" anchorCtr="0" upright="1">
                          <a:spAutoFit/>
                        </wps:bodyPr>
                      </wps:wsp>
                      <wps:wsp>
                        <wps:cNvPr id="1218" name="Rectangle 596"/>
                        <wps:cNvSpPr>
                          <a:spLocks noChangeArrowheads="1"/>
                        </wps:cNvSpPr>
                        <wps:spPr bwMode="auto">
                          <a:xfrm>
                            <a:off x="3367149" y="2860437"/>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4097E" w14:textId="77777777" w:rsidR="00AC6F01" w:rsidRDefault="00AC6F01" w:rsidP="00F54F68">
                              <w:r>
                                <w:rPr>
                                  <w:color w:val="000000"/>
                                  <w:lang w:val="en-US"/>
                                </w:rPr>
                                <w:t>"</w:t>
                              </w:r>
                            </w:p>
                          </w:txbxContent>
                        </wps:txbx>
                        <wps:bodyPr rot="0" vert="horz" wrap="none" lIns="0" tIns="0" rIns="0" bIns="0" anchor="t" anchorCtr="0" upright="1">
                          <a:spAutoFit/>
                        </wps:bodyPr>
                      </wps:wsp>
                      <wps:wsp>
                        <wps:cNvPr id="1219" name="Rectangle 597"/>
                        <wps:cNvSpPr>
                          <a:spLocks noChangeArrowheads="1"/>
                        </wps:cNvSpPr>
                        <wps:spPr bwMode="auto">
                          <a:xfrm>
                            <a:off x="3420556" y="2860437"/>
                            <a:ext cx="289539"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40B0E" w14:textId="77777777" w:rsidR="00AC6F01" w:rsidRDefault="00AC6F01" w:rsidP="00F54F68">
                              <w:r>
                                <w:rPr>
                                  <w:color w:val="000000"/>
                                  <w:lang w:val="en-US"/>
                                </w:rPr>
                                <w:t>direct</w:t>
                              </w:r>
                            </w:p>
                          </w:txbxContent>
                        </wps:txbx>
                        <wps:bodyPr rot="0" vert="horz" wrap="none" lIns="0" tIns="0" rIns="0" bIns="0" anchor="t" anchorCtr="0" upright="1">
                          <a:spAutoFit/>
                        </wps:bodyPr>
                      </wps:wsp>
                      <wps:wsp>
                        <wps:cNvPr id="1220" name="Rectangle 598"/>
                        <wps:cNvSpPr>
                          <a:spLocks noChangeArrowheads="1"/>
                        </wps:cNvSpPr>
                        <wps:spPr bwMode="auto">
                          <a:xfrm>
                            <a:off x="3706894" y="2860437"/>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A7E3D" w14:textId="77777777" w:rsidR="00AC6F01" w:rsidRDefault="00AC6F01" w:rsidP="00F54F68">
                              <w:r>
                                <w:rPr>
                                  <w:color w:val="000000"/>
                                  <w:lang w:val="en-US"/>
                                </w:rPr>
                                <w:t>"</w:t>
                              </w:r>
                            </w:p>
                          </w:txbxContent>
                        </wps:txbx>
                        <wps:bodyPr rot="0" vert="horz" wrap="none" lIns="0" tIns="0" rIns="0" bIns="0" anchor="t" anchorCtr="0" upright="1">
                          <a:spAutoFit/>
                        </wps:bodyPr>
                      </wps:wsp>
                      <wps:wsp>
                        <wps:cNvPr id="1221" name="Rectangle 599"/>
                        <wps:cNvSpPr>
                          <a:spLocks noChangeArrowheads="1"/>
                        </wps:cNvSpPr>
                        <wps:spPr bwMode="auto">
                          <a:xfrm>
                            <a:off x="3760301" y="2860437"/>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1453"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s:wsp>
                        <wps:cNvPr id="1222" name="Rectangle 600"/>
                        <wps:cNvSpPr>
                          <a:spLocks noChangeArrowheads="1"/>
                        </wps:cNvSpPr>
                        <wps:spPr bwMode="auto">
                          <a:xfrm>
                            <a:off x="3792005" y="2860437"/>
                            <a:ext cx="54367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F1F4B" w14:textId="77777777" w:rsidR="00AC6F01" w:rsidRDefault="00AC6F01" w:rsidP="00F54F68">
                              <w:r>
                                <w:rPr>
                                  <w:color w:val="000000"/>
                                  <w:lang w:val="en-US"/>
                                </w:rPr>
                                <w:t>calibration</w:t>
                              </w:r>
                            </w:p>
                          </w:txbxContent>
                        </wps:txbx>
                        <wps:bodyPr rot="0" vert="horz" wrap="none" lIns="0" tIns="0" rIns="0" bIns="0" anchor="t" anchorCtr="0" upright="1">
                          <a:spAutoFit/>
                        </wps:bodyPr>
                      </wps:wsp>
                      <wps:wsp>
                        <wps:cNvPr id="1223" name="Rectangle 601"/>
                        <wps:cNvSpPr>
                          <a:spLocks noChangeArrowheads="1"/>
                        </wps:cNvSpPr>
                        <wps:spPr bwMode="auto">
                          <a:xfrm>
                            <a:off x="4331277" y="2860437"/>
                            <a:ext cx="323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5A0F0" w14:textId="77777777" w:rsidR="00AC6F01" w:rsidRDefault="00AC6F01" w:rsidP="00F54F68">
                              <w:r>
                                <w:rPr>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w14:anchorId="12BF159D" id="Canvas 598" o:spid="_x0000_s1035" editas="canvas" style="width:422.45pt;height:308.5pt;mso-position-horizontal-relative:char;mso-position-vertical-relative:line" coordsize="53651,39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">
                <v:shape id="_x0000_s1036" type="#_x0000_t75" style="position:absolute;width:53651;height:39179;visibility:visible;mso-wrap-style:square">
                  <v:fill o:detectmouseclick="t"/>
                  <v:path o:connecttype="none"/>
                </v:shape>
                <v:group id="Group 304" o:spid="_x0000_s1037" style="position:absolute;left:1133;top:360;width:51307;height:38735" coordorigin=",2" coordsize="8079,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rect id="Rectangle 305" o:spid="_x0000_s1038" style="position:absolute;top: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" filled="f" stroked="f">
                    <v:textbox style="mso-fit-shape-to-text:t" inset="0,0,0,0">
                      <w:txbxContent>
                        <w:p w14:paraId="6B95517C" w14:textId="77777777" w:rsidR="00AC6F01" w:rsidRDefault="00AC6F01" w:rsidP="00F54F68">
                          <w:r>
                            <w:rPr>
                              <w:color w:val="000000"/>
                              <w:lang w:val="en-US"/>
                            </w:rPr>
                            <w:t xml:space="preserve"> </w:t>
                          </w:r>
                        </w:p>
                      </w:txbxContent>
                    </v:textbox>
                  </v:rect>
                  <v:rect id="Rectangle 306" o:spid="_x0000_s1039" style="position:absolute;left:4079;top:372;width:1997;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" filled="f" strokeweight=".7pt"/>
                  <v:rect id="Rectangle 307" o:spid="_x0000_s1040" style="position:absolute;left:3945;top:265;width:224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" filled="f" strokeweight=".7pt"/>
                  <v:shape id="Freeform 308" o:spid="_x0000_s1041" style="position:absolute;left:5032;top:518;width:822;height:630;visibility:visible;mso-wrap-style:square;v-text-anchor:top" coordsize="8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" path="m,l,,84,2r81,10l244,28r76,22l392,76r67,31l523,145r58,41l631,231r48,48l722,329r36,55l786,444r19,59l817,568r5,62e" filled="f" strokeweight=".7pt">
                    <v:path arrowok="t" o:connecttype="custom" o:connectlocs="0,0;0,0;84,2;165,12;244,28;320,50;392,76;459,107;523,145;581,186;631,231;679,279;722,329;758,384;786,444;805,503;817,568;822,630" o:connectangles="0,0,0,0,0,0,0,0,0,0,0,0,0,0,0,0,0,0"/>
                  </v:shape>
                  <v:shape id="Freeform 309" o:spid="_x0000_s1042" style="position:absolute;left:4272;top:513;width:863;height:609;visibility:visible;mso-wrap-style:square;v-text-anchor:top" coordsize="86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" path="m,609l5,549,17,485,41,430,70,375r35,-53l148,270r48,-46l251,179r65,-38l383,105,450,74,526,48,605,29,689,12,775,2,863,e" filled="f" strokeweight=".7pt">
                    <v:path arrowok="t" o:connecttype="custom" o:connectlocs="0,609;5,549;17,485;41,430;70,375;105,322;148,270;196,224;251,179;316,141;383,105;450,74;526,48;605,29;689,12;775,2;863,0" o:connectangles="0,0,0,0,0,0,0,0,0,0,0,0,0,0,0,0,0"/>
                  </v:shape>
                  <v:line id="Line 310" o:spid="_x0000_s1043" style="position:absolute;visibility:visible;mso-wrap-style:square" from="4332,1117" to="5080,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" strokeweight=".7pt"/>
                  <v:shape id="Freeform 311" o:spid="_x0000_s1044"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" path="m35,l28,,21,3,16,5,9,10,7,15,2,22,,27r,7l,41r2,5l7,53r2,5l16,62r5,3l28,67r7,l43,67r7,-2l55,62r7,-4l64,53r5,-7l71,41r,-7l71,27,69,22,64,15,62,10,55,5,50,3,43,,35,xe" fillcolor="black" stroked="f">
                    <v:path arrowok="t" o:connecttype="custom" o:connectlocs="35,0;28,0;21,3;16,5;9,10;7,15;2,22;0,27;0,34;0,41;2,46;7,53;9,58;16,62;21,65;28,67;35,67;43,67;50,65;55,62;62,58;64,53;69,46;71,41;71,34;71,27;69,22;64,15;62,10;55,5;50,3;43,0;35,0" o:connectangles="0,0,0,0,0,0,0,0,0,0,0,0,0,0,0,0,0,0,0,0,0,0,0,0,0,0,0,0,0,0,0,0,0"/>
                  </v:shape>
                  <v:shape id="Freeform 312" o:spid="_x0000_s1045"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" path="m35,l28,,21,3,16,5,9,10,7,15,2,22,,27r,7l,41r2,5l7,53r2,5l16,62r5,3l28,67r7,l43,67r7,-2l55,62r7,-4l64,53r5,-7l71,41r,-7l71,27,69,22,64,15,62,10,55,5,50,3,43,,35,e" filled="f" strokeweight=".7pt">
                    <v:path arrowok="t" o:connecttype="custom" o:connectlocs="35,0;28,0;21,3;16,5;9,10;7,15;2,22;0,27;0,34;0,41;2,46;7,53;9,58;16,62;21,65;28,67;35,67;43,67;50,65;55,62;62,58;64,53;69,46;71,41;71,34;71,27;69,22;64,15;62,10;55,5;50,3;43,0;35,0" o:connectangles="0,0,0,0,0,0,0,0,0,0,0,0,0,0,0,0,0,0,0,0,0,0,0,0,0,0,0,0,0,0,0,0,0"/>
                  </v:shape>
                  <v:line id="Line 313" o:spid="_x0000_s1046" style="position:absolute;visibility:visible;mso-wrap-style:square" from="4325,1105" to="4380,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" strokeweight=".7pt"/>
                  <v:line id="Line 314" o:spid="_x0000_s1047" style="position:absolute;flip:y;visibility:visible;mso-wrap-style:square" from="4323,1081" to="445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SAxQAAANwAAAAPAAAAZHJzL2Rvd25yZXYueG1sRI9BawIx&#10;FITvhf6H8ArearYV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A4iQSAxQAAANwAAAAP&#10;AAAAAAAAAAAAAAAAAAcCAABkcnMvZG93bnJldi54bWxQSwUGAAAAAAMAAwC3AAAA+QIAAAAA&#10;" strokeweight=".7pt"/>
                  <v:rect id="Rectangle 315" o:spid="_x0000_s1048" style="position:absolute;left:4145;top:929;width:173;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" filled="f" stroked="f">
                    <v:textbox style="mso-fit-shape-to-text:t" inset="0,0,0,0">
                      <w:txbxContent>
                        <w:p w14:paraId="477DFC9A" w14:textId="77777777" w:rsidR="00AC6F01" w:rsidRDefault="00AC6F01" w:rsidP="00F54F68">
                          <w:r>
                            <w:rPr>
                              <w:color w:val="000000"/>
                              <w:sz w:val="16"/>
                              <w:szCs w:val="16"/>
                              <w:lang w:val="en-US"/>
                            </w:rPr>
                            <w:t>0</w:t>
                          </w:r>
                        </w:p>
                      </w:txbxContent>
                    </v:textbox>
                  </v:rect>
                  <v:rect id="Rectangle 316" o:spid="_x0000_s1049" style="position:absolute;left:4167;top:89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4X9wgAAANwAAAAPAAAAZHJzL2Rvd25yZXYueG1sRI/NigIx&#10;EITvgu8QWvCmGRUW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ABU4X9wgAAANwAAAAPAAAA&#10;AAAAAAAAAAAAAAcCAABkcnMvZG93bnJldi54bWxQSwUGAAAAAAMAAwC3AAAA9gIAAAAA&#10;" filled="f" stroked="f">
                    <v:textbox style="mso-fit-shape-to-text:t" inset="0,0,0,0">
                      <w:txbxContent>
                        <w:p w14:paraId="77E3A897" w14:textId="77777777" w:rsidR="00AC6F01" w:rsidRDefault="00AC6F01" w:rsidP="00F54F68">
                          <w:r>
                            <w:rPr>
                              <w:color w:val="000000"/>
                              <w:lang w:val="en-US"/>
                            </w:rPr>
                            <w:t xml:space="preserve"> </w:t>
                          </w:r>
                        </w:p>
                      </w:txbxContent>
                    </v:textbox>
                  </v:rect>
                  <v:line id="Line 317" o:spid="_x0000_s1050" style="position:absolute;visibility:visible;mso-wrap-style:square" from="4277,1100" to="4318,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" strokeweight=".7pt"/>
                  <v:line id="Line 318" o:spid="_x0000_s1051" style="position:absolute;visibility:visible;mso-wrap-style:square" from="4337,883" to="4440,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l2PxQAAANwAAAAPAAAAZHJzL2Rvd25yZXYueG1sRI/dasJA&#10;FITvC77DcgreiG4UqW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DsKl2PxQAAANwAAAAP&#10;AAAAAAAAAAAAAAAAAAcCAABkcnMvZG93bnJldi54bWxQSwUGAAAAAAMAAwC3AAAA+QIAAAAA&#10;" strokeweight=".7pt"/>
                  <v:line id="Line 319" o:spid="_x0000_s1052" style="position:absolute;visibility:visible;mso-wrap-style:square" from="4487,721" to="456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" strokeweight=".7pt"/>
                  <v:line id="Line 320" o:spid="_x0000_s1053" style="position:absolute;visibility:visible;mso-wrap-style:square" from="4738,587" to="47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" strokeweight=".7pt"/>
                  <v:line id="Line 321" o:spid="_x0000_s1054" style="position:absolute;flip:x;visibility:visible;mso-wrap-style:square" from="4906,537" to="491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" strokeweight=".7pt"/>
                  <v:line id="Line 322" o:spid="_x0000_s1055" style="position:absolute;visibility:visible;mso-wrap-style:square" from="5063,518" to="506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" strokeweight=".7pt"/>
                  <v:line id="Line 323" o:spid="_x0000_s1056" style="position:absolute;flip:x;visibility:visible;mso-wrap-style:square" from="5216,537" to="522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" strokeweight=".7pt"/>
                  <v:line id="Line 324" o:spid="_x0000_s1057" style="position:absolute;flip:x;visibility:visible;mso-wrap-style:square" from="5386,613" to="544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f9xQAAANwAAAAPAAAAZHJzL2Rvd25yZXYueG1sRI9BawIx&#10;FITvhf6H8ArearZF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Bgj3f9xQAAANwAAAAP&#10;AAAAAAAAAAAAAAAAAAcCAABkcnMvZG93bnJldi54bWxQSwUGAAAAAAMAAwC3AAAA+QIAAAAA&#10;" strokeweight=".7pt"/>
                  <v:line id="Line 325" o:spid="_x0000_s1058" style="position:absolute;flip:x;visibility:visible;mso-wrap-style:square" from="5555,728" to="564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" strokeweight=".7pt"/>
                  <v:line id="Line 326" o:spid="_x0000_s1059" style="position:absolute;flip:x;visibility:visible;mso-wrap-style:square" from="5663,900" to="5775,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" strokeweight=".7pt"/>
                  <v:line id="Line 327" o:spid="_x0000_s1060" style="position:absolute;flip:x;visibility:visible;mso-wrap-style:square" from="5739,1122" to="5854,1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" strokeweight=".7pt"/>
                  <v:line id="Line 328" o:spid="_x0000_s1061" style="position:absolute;visibility:visible;mso-wrap-style:square" from="5782,900" to="585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8tSxQAAANwAAAAPAAAAZHJzL2Rvd25yZXYueG1sRI/dasJA&#10;FITvC77DcgreiG4UrG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Bp88tSxQAAANwAAAAP&#10;AAAAAAAAAAAAAAAAAAcCAABkcnMvZG93bnJldi54bWxQSwUGAAAAAAMAAwC3AAAA+QIAAAAA&#10;" strokeweight=".7pt"/>
                  <v:rect id="Rectangle 329" o:spid="_x0000_s1062" style="position:absolute;left:5842;top:777;width:17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" filled="f" stroked="f">
                    <v:textbox style="mso-fit-shape-to-text:t" inset="0,0,0,0">
                      <w:txbxContent>
                        <w:p w14:paraId="4CA2224C" w14:textId="77777777" w:rsidR="00AC6F01" w:rsidRPr="00165940" w:rsidRDefault="00AC6F01" w:rsidP="00F54F68">
                          <w:pPr>
                            <w:rPr>
                              <w:position w:val="24"/>
                            </w:rPr>
                          </w:pPr>
                          <w:r w:rsidRPr="00165940">
                            <w:rPr>
                              <w:color w:val="000000"/>
                              <w:position w:val="24"/>
                              <w:sz w:val="16"/>
                              <w:szCs w:val="16"/>
                              <w:lang w:val="en-US"/>
                            </w:rPr>
                            <w:t>10</w:t>
                          </w:r>
                        </w:p>
                      </w:txbxContent>
                    </v:textbox>
                  </v:rect>
                  <v:rect id="Rectangle 330" o:spid="_x0000_s1063" style="position:absolute;left:6002;top:859;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e3wgAAANwAAAAPAAAAZHJzL2Rvd25yZXYueG1sRI/dagIx&#10;FITvC75DOIJ3NatS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C9ZFe3wgAAANwAAAAPAAAA&#10;AAAAAAAAAAAAAAcCAABkcnMvZG93bnJldi54bWxQSwUGAAAAAAMAAwC3AAAA9gIAAAAA&#10;" filled="f" stroked="f">
                    <v:textbox style="mso-fit-shape-to-text:t" inset="0,0,0,0">
                      <w:txbxContent>
                        <w:p w14:paraId="4A5AD1B0" w14:textId="77777777" w:rsidR="00AC6F01" w:rsidRDefault="00AC6F01" w:rsidP="00F54F68">
                          <w:r>
                            <w:rPr>
                              <w:color w:val="000000"/>
                              <w:lang w:val="en-US"/>
                            </w:rPr>
                            <w:t xml:space="preserve"> </w:t>
                          </w:r>
                        </w:p>
                      </w:txbxContent>
                    </v:textbox>
                  </v:rect>
                  <v:rect id="Rectangle 331" o:spid="_x0000_s1064" style="position:absolute;left:5907;top:1040;width:9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" filled="f" stroked="f">
                    <v:textbox style="mso-fit-shape-to-text:t" inset="0,0,0,0">
                      <w:txbxContent>
                        <w:p w14:paraId="27F4438A" w14:textId="77777777" w:rsidR="00AC6F01" w:rsidRPr="00165940" w:rsidRDefault="00AC6F01" w:rsidP="00F54F68">
                          <w:pPr>
                            <w:rPr>
                              <w:position w:val="24"/>
                            </w:rPr>
                          </w:pPr>
                          <w:r w:rsidRPr="00165940">
                            <w:rPr>
                              <w:color w:val="000000"/>
                              <w:position w:val="24"/>
                              <w:sz w:val="16"/>
                              <w:szCs w:val="16"/>
                              <w:lang w:val="en-US"/>
                            </w:rPr>
                            <w:t>0</w:t>
                          </w:r>
                        </w:p>
                      </w:txbxContent>
                    </v:textbox>
                  </v:rect>
                  <v:rect id="Rectangle 332" o:spid="_x0000_s1065" style="position:absolute;left:5921;top:955;width: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" filled="f" stroked="f">
                    <v:textbox style="mso-fit-shape-to-text:t" inset="0,0,0,0">
                      <w:txbxContent>
                        <w:p w14:paraId="1D4B9A70" w14:textId="77777777" w:rsidR="00AC6F01" w:rsidRDefault="00AC6F01" w:rsidP="00F54F68"/>
                      </w:txbxContent>
                    </v:textbox>
                  </v:rect>
                  <v:rect id="Rectangle 333" o:spid="_x0000_s1066" style="position:absolute;left:4965;top:348;width:161;height: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" filled="f" stroked="f">
                    <v:textbox style="mso-fit-shape-to-text:t" inset="0,0,0,0">
                      <w:txbxContent>
                        <w:p w14:paraId="10B43F97" w14:textId="77777777" w:rsidR="00AC6F01" w:rsidRPr="00165940" w:rsidRDefault="00AC6F01" w:rsidP="00F54F68">
                          <w:pPr>
                            <w:rPr>
                              <w:position w:val="28"/>
                            </w:rPr>
                          </w:pPr>
                          <w:r w:rsidRPr="00165940">
                            <w:rPr>
                              <w:color w:val="000000"/>
                              <w:position w:val="28"/>
                              <w:sz w:val="16"/>
                              <w:szCs w:val="16"/>
                              <w:lang w:val="en-US"/>
                            </w:rPr>
                            <w:t>50</w:t>
                          </w:r>
                        </w:p>
                      </w:txbxContent>
                    </v:textbox>
                  </v:rect>
                  <v:rect id="Rectangle 334" o:spid="_x0000_s1067" style="position:absolute;left:5125;top:3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" filled="f" stroked="f">
                    <v:textbox style="mso-fit-shape-to-text:t" inset="0,0,0,0">
                      <w:txbxContent>
                        <w:p w14:paraId="686972CA" w14:textId="77777777" w:rsidR="00AC6F01" w:rsidRDefault="00AC6F01" w:rsidP="00F54F68">
                          <w:r>
                            <w:rPr>
                              <w:color w:val="000000"/>
                              <w:lang w:val="en-US"/>
                            </w:rPr>
                            <w:t xml:space="preserve"> </w:t>
                          </w:r>
                        </w:p>
                      </w:txbxContent>
                    </v:textbox>
                  </v:rect>
                  <v:line id="Line 335" o:spid="_x0000_s1068" style="position:absolute;visibility:visible;mso-wrap-style:square" from="5343,1262" to="6619,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" strokeweight=".7pt"/>
                  <v:line id="Line 336" o:spid="_x0000_s1069" style="position:absolute;visibility:visible;mso-wrap-style:square" from="5336,1267" to="5496,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" strokeweight=".7pt"/>
                  <v:line id="Line 337" o:spid="_x0000_s1070" style="position:absolute;flip:y;visibility:visible;mso-wrap-style:square" from="5336,1200" to="5453,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" strokeweight=".7pt"/>
                  <v:shape id="Freeform 338" o:spid="_x0000_s1071" style="position:absolute;left:5529;top:1604;width:404;height:393;visibility:visible;mso-wrap-style:square;v-text-anchor:top" coordsize="404,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" path="m203,l182,,160,4,141,9r-17,5l105,24,89,33,74,45,60,57,46,71,34,86,24,102r-9,17l10,138,3,157,,176r,19l,217r3,19l10,255r5,17l24,291r10,14l46,322r14,14l74,348r15,12l105,370r19,7l141,384r19,5l182,391r21,2l222,391r22,-2l263,384r19,-7l299,370r17,-10l330,348r14,-12l359,322r12,-17l380,291r10,-19l394,255r8,-19l404,217r,-22l404,176r-2,-19l394,138r-4,-19l380,102,371,86,359,71,344,57,330,45,316,33,299,24,282,14,263,9,244,4,222,,203,e" filled="f" strokeweight=".7pt">
                    <v:path arrowok="t" o:connecttype="custom" o:connectlocs="182,0;141,9;105,24;74,45;46,71;24,102;10,138;0,176;0,217;10,255;24,291;46,322;74,348;105,370;141,384;182,391;222,391;263,384;299,370;330,348;359,322;380,291;394,255;404,217;404,176;394,138;380,102;359,71;330,45;299,24;263,9;222,0" o:connectangles="0,0,0,0,0,0,0,0,0,0,0,0,0,0,0,0,0,0,0,0,0,0,0,0,0,0,0,0,0,0,0,0"/>
                  </v:shape>
                  <v:shape id="Freeform 339" o:spid="_x0000_s1072" style="position:absolute;left:5529;top:1773;width:237;height:198;visibility:visible;mso-wrap-style:square;v-text-anchor:top" coordsize="237,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" path="m,l48,5,93,17r41,14l170,55r29,31l218,119r16,39l237,177r,21e" filled="f" strokeweight=".7pt">
                    <v:path arrowok="t" o:connecttype="custom" o:connectlocs="0,0;48,5;93,17;134,31;170,55;199,86;218,119;234,158;237,177;237,198" o:connectangles="0,0,0,0,0,0,0,0,0,0"/>
                  </v:shape>
                  <v:shape id="Freeform 340" o:spid="_x0000_s1073" style="position:absolute;left:5656;top:1616;width:241;height:152;visibility:visible;mso-wrap-style:square;v-text-anchor:top" coordsize="2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" path="m241,152r-48,-2l146,140,107,126,72,109,43,86,19,59,5,31,2,16,,e" filled="f" strokeweight=".7pt">
                    <v:path arrowok="t" o:connecttype="custom" o:connectlocs="241,152;193,150;146,140;107,126;72,109;43,86;19,59;5,31;2,16;0,0" o:connectangles="0,0,0,0,0,0,0,0,0,0"/>
                  </v:shape>
                  <v:line id="Line 341" o:spid="_x0000_s1074" style="position:absolute;visibility:visible;mso-wrap-style:square" from="5902,1802" to="66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KJ3xQAAANwAAAAPAAAAZHJzL2Rvd25yZXYueG1sRI/dasJA&#10;FITvBd9hOUJvim5ais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C36KJ3xQAAANwAAAAP&#10;AAAAAAAAAAAAAAAAAAcCAABkcnMvZG93bnJldi54bWxQSwUGAAAAAAMAAwC3AAAA+QIAAAAA&#10;" strokeweight=".7pt"/>
                  <v:line id="Line 342" o:spid="_x0000_s1075" style="position:absolute;visibility:visible;mso-wrap-style:square" from="5914,1802" to="6043,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fsxQAAANwAAAAPAAAAZHJzL2Rvd25yZXYueG1sRI/dasJA&#10;FITvBd9hOUJvim5aqM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DYpAfsxQAAANwAAAAP&#10;AAAAAAAAAAAAAAAAAAcCAABkcnMvZG93bnJldi54bWxQSwUGAAAAAAMAAwC3AAAA+QIAAAAA&#10;" strokeweight=".7pt"/>
                  <v:line id="Line 343" o:spid="_x0000_s1076" style="position:absolute;flip:y;visibility:visible;mso-wrap-style:square" from="5909,1735" to="6017,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" strokeweight=".7pt"/>
                  <v:shape id="Freeform 344" o:spid="_x0000_s1077" style="position:absolute;left:4265;top:1616;width:406;height:393;visibility:visible;mso-wrap-style:square;v-text-anchor:top" coordsize="406,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" path="m203,l184,,163,4,144,9r-20,5l108,23,91,33,74,45,60,57,48,71,36,86,26,102r-9,17l10,138,5,157,3,176,,195r3,22l5,236r5,19l17,272r9,19l36,305r12,17l60,336r14,12l91,360r17,10l124,377r20,7l163,389r21,2l203,393r22,-2l246,389r19,-5l282,377r19,-7l318,360r14,-12l349,336r12,-14l373,305r9,-14l392,272r7,-17l404,236r2,-19l406,195r,-19l404,157r-5,-19l392,119,382,102,373,86,361,71,349,57,332,45,318,33,301,23,282,14,265,9,246,4,225,,203,e" filled="f" strokeweight=".7pt">
                    <v:path arrowok="t" o:connecttype="custom" o:connectlocs="184,0;144,9;108,23;74,45;48,71;26,102;10,138;3,176;3,217;10,255;26,291;48,322;74,348;108,370;144,384;184,391;225,391;265,384;301,370;332,348;361,322;382,291;399,255;406,217;406,176;399,138;382,102;361,71;332,45;301,23;265,9;225,0" o:connectangles="0,0,0,0,0,0,0,0,0,0,0,0,0,0,0,0,0,0,0,0,0,0,0,0,0,0,0,0,0,0,0,0"/>
                  </v:shape>
                  <v:shape id="Freeform 345" o:spid="_x0000_s1078" style="position:absolute;left:4289;top:1778;width:196;height:215;visibility:visible;mso-wrap-style:square;v-text-anchor:top" coordsize="19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" path="m,l41,2,77,14r35,22l139,60r24,33l182,129r9,40l196,215e" filled="f" strokeweight=".7pt">
                    <v:path arrowok="t" o:connecttype="custom" o:connectlocs="0,0;41,2;77,14;112,36;139,60;163,93;182,129;191,169;196,215" o:connectangles="0,0,0,0,0,0,0,0,0"/>
                  </v:shape>
                  <v:shape id="Freeform 346" o:spid="_x0000_s1079" style="position:absolute;left:4432;top:1628;width:223;height:181;visibility:visible;mso-wrap-style:square;v-text-anchor:top" coordsize="22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" path="m223,181r-43,-5l134,169,98,150,67,126,39,102,17,71,5,35,,e" filled="f" strokeweight=".7pt">
                    <v:path arrowok="t" o:connecttype="custom" o:connectlocs="223,181;180,176;134,169;98,150;67,126;39,102;17,71;5,35;0,0" o:connectangles="0,0,0,0,0,0,0,0,0"/>
                  </v:shape>
                  <v:line id="Line 347" o:spid="_x0000_s1080" style="position:absolute;visibility:visible;mso-wrap-style:square" from="3460,1814" to="4287,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" strokeweight=".7pt"/>
                  <v:line id="Line 348" o:spid="_x0000_s1081" style="position:absolute;flip:x y;visibility:visible;mso-wrap-style:square" from="4093,1742" to="4246,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" strokeweight=".7pt"/>
                  <v:line id="Line 349" o:spid="_x0000_s1082" style="position:absolute;flip:x;visibility:visible;mso-wrap-style:square" from="4110,1823" to="4234,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" strokeweight=".7pt"/>
                  <v:rect id="Rectangle 350" o:spid="_x0000_s1083" style="position:absolute;left:2619;top:1739;width:454;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QvXwgAAANwAAAAPAAAAZHJzL2Rvd25yZXYueG1sRI/dagIx&#10;FITvC75DOIJ3NatC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D20QvXwgAAANwAAAAPAAAA&#10;AAAAAAAAAAAAAAcCAABkcnMvZG93bnJldi54bWxQSwUGAAAAAAMAAwC3AAAA9gIAAAAA&#10;" filled="f" stroked="f">
                    <v:textbox style="mso-fit-shape-to-text:t" inset="0,0,0,0">
                      <w:txbxContent>
                        <w:p w14:paraId="42CC9BB0" w14:textId="77777777" w:rsidR="00AC6F01" w:rsidRDefault="00AC6F01" w:rsidP="00F54F68">
                          <w:r>
                            <w:rPr>
                              <w:color w:val="000000"/>
                              <w:sz w:val="24"/>
                              <w:szCs w:val="24"/>
                              <w:lang w:val="en-US"/>
                            </w:rPr>
                            <w:t>Zero</w:t>
                          </w:r>
                        </w:p>
                      </w:txbxContent>
                    </v:textbox>
                  </v:rect>
                  <v:rect id="Rectangle 351" o:spid="_x0000_s1084" style="position:absolute;left:3070;top:1777;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JOjwgAAANwAAAAPAAAAZHJzL2Rvd25yZXYueG1sRI/dagIx&#10;FITvC75DOIJ3NatI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B5OJOjwgAAANwAAAAPAAAA&#10;AAAAAAAAAAAAAAcCAABkcnMvZG93bnJldi54bWxQSwUGAAAAAAMAAwC3AAAA9gIAAAAA&#10;" filled="f" stroked="f">
                    <v:textbox style="mso-fit-shape-to-text:t" inset="0,0,0,0">
                      <w:txbxContent>
                        <w:p w14:paraId="72763AA2" w14:textId="77777777" w:rsidR="00AC6F01" w:rsidRDefault="00AC6F01" w:rsidP="00F54F68">
                          <w:r>
                            <w:rPr>
                              <w:color w:val="000000"/>
                              <w:lang w:val="en-US"/>
                            </w:rPr>
                            <w:t xml:space="preserve"> </w:t>
                          </w:r>
                        </w:p>
                      </w:txbxContent>
                    </v:textbox>
                  </v:rect>
                  <v:rect id="Rectangle 352" o:spid="_x0000_s1085" style="position:absolute;left:6745;top:1680;width:765;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Y4wgAAANwAAAAPAAAAZHJzL2Rvd25yZXYueG1sRI/dagIx&#10;FITvC75DOIJ3Natg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AWdDY4wgAAANwAAAAPAAAA&#10;AAAAAAAAAAAAAAcCAABkcnMvZG93bnJldi54bWxQSwUGAAAAAAMAAwC3AAAA9gIAAAAA&#10;" filled="f" stroked="f">
                    <v:textbox style="mso-fit-shape-to-text:t" inset="0,0,0,0">
                      <w:txbxContent>
                        <w:p w14:paraId="6B735ABB" w14:textId="77777777" w:rsidR="00AC6F01" w:rsidRDefault="00AC6F01" w:rsidP="00F54F68">
                          <w:r>
                            <w:rPr>
                              <w:rFonts w:ascii="Arial" w:hAnsi="Arial" w:cs="Arial"/>
                              <w:color w:val="000000"/>
                              <w:sz w:val="16"/>
                              <w:szCs w:val="16"/>
                              <w:lang w:val="en-US"/>
                            </w:rPr>
                            <w:t>Calibration</w:t>
                          </w:r>
                        </w:p>
                      </w:txbxContent>
                    </v:textbox>
                  </v:rect>
                  <v:rect id="Rectangle 353" o:spid="_x0000_s1086" style="position:absolute;left:7508;top:16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" filled="f" stroked="f">
                    <v:textbox style="mso-fit-shape-to-text:t" inset="0,0,0,0">
                      <w:txbxContent>
                        <w:p w14:paraId="3A1528BD" w14:textId="77777777" w:rsidR="00AC6F01" w:rsidRDefault="00AC6F01" w:rsidP="00F54F68">
                          <w:r>
                            <w:rPr>
                              <w:color w:val="000000"/>
                              <w:lang w:val="en-US"/>
                            </w:rPr>
                            <w:t xml:space="preserve"> </w:t>
                          </w:r>
                        </w:p>
                      </w:txbxContent>
                    </v:textbox>
                  </v:rect>
                  <v:rect id="Rectangle 354" o:spid="_x0000_s1087" style="position:absolute;left:6745;top:1866;width:78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" filled="f" stroked="f">
                    <v:textbox style="mso-fit-shape-to-text:t" inset="0,0,0,0">
                      <w:txbxContent>
                        <w:p w14:paraId="2753FD94" w14:textId="77777777" w:rsidR="00AC6F01" w:rsidRDefault="00AC6F01" w:rsidP="00F54F68">
                          <w:r>
                            <w:rPr>
                              <w:rFonts w:ascii="Arial" w:hAnsi="Arial" w:cs="Arial"/>
                              <w:color w:val="000000"/>
                              <w:sz w:val="16"/>
                              <w:szCs w:val="16"/>
                              <w:lang w:val="en-US"/>
                            </w:rPr>
                            <w:t>adjustment</w:t>
                          </w:r>
                        </w:p>
                      </w:txbxContent>
                    </v:textbox>
                  </v:rect>
                  <v:rect id="Rectangle 355" o:spid="_x0000_s1088" style="position:absolute;left:7524;top:183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" filled="f" stroked="f">
                    <v:textbox style="mso-fit-shape-to-text:t" inset="0,0,0,0">
                      <w:txbxContent>
                        <w:p w14:paraId="4CD0BC71" w14:textId="77777777" w:rsidR="00AC6F01" w:rsidRDefault="00AC6F01" w:rsidP="00F54F68">
                          <w:r>
                            <w:rPr>
                              <w:color w:val="000000"/>
                              <w:lang w:val="en-US"/>
                            </w:rPr>
                            <w:t xml:space="preserve"> </w:t>
                          </w:r>
                        </w:p>
                      </w:txbxContent>
                    </v:textbox>
                  </v:rect>
                  <v:rect id="Rectangle 356" o:spid="_x0000_s1089" style="position:absolute;left:6722;top:1045;width:1294;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" filled="f" stroked="f">
                    <v:textbox style="mso-fit-shape-to-text:t" inset="0,0,0,0">
                      <w:txbxContent>
                        <w:p w14:paraId="0F1863BD" w14:textId="77777777" w:rsidR="00AC6F01" w:rsidRDefault="00AC6F01" w:rsidP="00F54F68">
                          <w:r>
                            <w:rPr>
                              <w:color w:val="000000"/>
                              <w:lang w:val="en-US"/>
                            </w:rPr>
                            <w:t>Reflectance (%)</w:t>
                          </w:r>
                        </w:p>
                      </w:txbxContent>
                    </v:textbox>
                  </v:rect>
                  <v:rect id="Rectangle 357" o:spid="_x0000_s1090" style="position:absolute;left:7878;top:104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" filled="f" stroked="f">
                    <v:textbox style="mso-fit-shape-to-text:t" inset="0,0,0,0">
                      <w:txbxContent>
                        <w:p w14:paraId="463CCEDB" w14:textId="77777777" w:rsidR="00AC6F01" w:rsidRDefault="00AC6F01" w:rsidP="00F54F68">
                          <w:r>
                            <w:rPr>
                              <w:color w:val="000000"/>
                              <w:lang w:val="en-US"/>
                            </w:rPr>
                            <w:t xml:space="preserve"> </w:t>
                          </w:r>
                        </w:p>
                      </w:txbxContent>
                    </v:textbox>
                  </v:rect>
                  <v:rect id="Rectangle 358" o:spid="_x0000_s1091" style="position:absolute;left:4124;top:2;width:188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" filled="f" stroked="f">
                    <v:textbox style="mso-fit-shape-to-text:t" inset="0,0,0,0">
                      <w:txbxContent>
                        <w:p w14:paraId="7CE0839F" w14:textId="77777777" w:rsidR="00AC6F01" w:rsidRDefault="00AC6F01" w:rsidP="00F54F68">
                          <w:r>
                            <w:rPr>
                              <w:color w:val="000000"/>
                              <w:lang w:val="en-US"/>
                            </w:rPr>
                            <w:t>Meter with adjustments</w:t>
                          </w:r>
                        </w:p>
                      </w:txbxContent>
                    </v:textbox>
                  </v:rect>
                  <v:rect id="Rectangle 359" o:spid="_x0000_s1092" style="position:absolute;left:5998;top:6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" filled="f" stroked="f">
                    <v:textbox style="mso-fit-shape-to-text:t" inset="0,0,0,0">
                      <w:txbxContent>
                        <w:p w14:paraId="7824A002" w14:textId="77777777" w:rsidR="00AC6F01" w:rsidRDefault="00AC6F01" w:rsidP="00F54F68">
                          <w:r>
                            <w:rPr>
                              <w:color w:val="000000"/>
                              <w:lang w:val="en-US"/>
                            </w:rPr>
                            <w:t xml:space="preserve"> </w:t>
                          </w:r>
                        </w:p>
                      </w:txbxContent>
                    </v:textbox>
                  </v:rect>
                  <v:line id="Line 360" o:spid="_x0000_s1093" style="position:absolute;visibility:visible;mso-wrap-style:square" from="5011,2136" to="5013,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dz5xgAAANwAAAAPAAAAZHJzL2Rvd25yZXYueG1sRI/dasJA&#10;FITvC77DcgRvSt1oo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iA3c+cYAAADcAAAA&#10;DwAAAAAAAAAAAAAAAAAHAgAAZHJzL2Rvd25yZXYueG1sUEsFBgAAAAADAAMAtwAAAPoCAAAAAA==&#10;" strokeweight=".7pt"/>
                  <v:line id="Line 361" o:spid="_x0000_s1094" style="position:absolute;visibility:visible;mso-wrap-style:square" from="5008,2417" to="7957,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SNxgAAANwAAAAPAAAAZHJzL2Rvd25yZXYueG1sRI/dasJA&#10;FITvC77DcgRvSt0op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B+REjcYAAADcAAAA&#10;DwAAAAAAAAAAAAAAAAAHAgAAZHJzL2Rvd25yZXYueG1sUEsFBgAAAAADAAMAtwAAAPoCAAAAAA==&#10;" strokeweight=".7pt"/>
                  <v:line id="Line 362" o:spid="_x0000_s1095" style="position:absolute;visibility:visible;mso-wrap-style:square" from="7923,2417" to="7926,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EWxgAAANwAAAAPAAAAZHJzL2Rvd25yZXYueG1sRI/dasJA&#10;FITvC77DcgRvSt0otK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aKjhFsYAAADcAAAA&#10;DwAAAAAAAAAAAAAAAAAHAgAAZHJzL2Rvd25yZXYueG1sUEsFBgAAAAADAAMAtwAAAPoCAAAAAA==&#10;" strokeweight=".7pt"/>
                  <v:line id="Line 363" o:spid="_x0000_s1096" style="position:absolute;visibility:visible;mso-wrap-style:square" from="8050,2861" to="805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" strokeweight=".1pt"/>
                  <v:line id="Line 364" o:spid="_x0000_s1097" style="position:absolute;visibility:visible;mso-wrap-style:square" from="8050,2981" to="8052,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" strokeweight=".1pt"/>
                  <v:line id="Line 365" o:spid="_x0000_s1098" style="position:absolute;visibility:visible;mso-wrap-style:square" from="8050,3100" to="8052,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" strokeweight=".1pt"/>
                  <v:line id="Line 366" o:spid="_x0000_s1099" style="position:absolute;visibility:visible;mso-wrap-style:square" from="8050,3219" to="8052,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" strokeweight=".1pt"/>
                  <v:line id="Line 367" o:spid="_x0000_s1100" style="position:absolute;visibility:visible;mso-wrap-style:square" from="8050,3336" to="8052,3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" strokeweight=".1pt"/>
                  <v:line id="Line 368" o:spid="_x0000_s1101" style="position:absolute;visibility:visible;mso-wrap-style:square" from="7809,2880" to="7811,2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" strokeweight=".1pt"/>
                  <v:line id="Line 369" o:spid="_x0000_s1102" style="position:absolute;visibility:visible;mso-wrap-style:square" from="7809,3000" to="7811,3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" strokeweight=".1pt"/>
                  <v:line id="Line 370" o:spid="_x0000_s1103" style="position:absolute;visibility:visible;mso-wrap-style:square" from="7809,3119" to="7811,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DZ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5jPU7idiUdALv8AAAD//wMAUEsBAi0AFAAGAAgAAAAhANvh9svuAAAAhQEAABMAAAAAAAAA&#10;AAAAAAAAAAAAAFtDb250ZW50X1R5cGVzXS54bWxQSwECLQAUAAYACAAAACEAWvQsW78AAAAVAQAA&#10;CwAAAAAAAAAAAAAAAAAfAQAAX3JlbHMvLnJlbHNQSwECLQAUAAYACAAAACEAkBZw2cYAAADcAAAA&#10;DwAAAAAAAAAAAAAAAAAHAgAAZHJzL2Rvd25yZXYueG1sUEsFBgAAAAADAAMAtwAAAPoCAAAAAA==&#10;" strokeweight=".1pt"/>
                  <v:line id="Line 371" o:spid="_x0000_s1104" style="position:absolute;visibility:visible;mso-wrap-style:square" from="7809,3238" to="781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xgAAANwAAAAPAAAAZHJzL2Rvd25yZXYueG1sRI9Ba8JA&#10;FITvhf6H5Qm9lLqxi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H//orcYAAADcAAAA&#10;DwAAAAAAAAAAAAAAAAAHAgAAZHJzL2Rvd25yZXYueG1sUEsFBgAAAAADAAMAtwAAAPoCAAAAAA==&#10;" strokeweight=".1pt"/>
                  <v:line id="Line 372" o:spid="_x0000_s1105" style="position:absolute;visibility:visible;mso-wrap-style:square" from="7809,3353" to="781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002xgAAANwAAAAPAAAAZHJzL2Rvd25yZXYueG1sRI9Ba8JA&#10;FITvhf6H5Qm9lLqxo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cLNNNsYAAADcAAAA&#10;DwAAAAAAAAAAAAAAAAAHAgAAZHJzL2Rvd25yZXYueG1sUEsFBgAAAAADAAMAtwAAAPoCAAAAAA==&#10;" strokeweight=".1pt"/>
                  <v:line id="Line 373" o:spid="_x0000_s1106" style="position:absolute;visibility:visible;mso-wrap-style:square" from="7818,2861" to="8079,2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" strokeweight=".7pt"/>
                  <v:line id="Line 374" o:spid="_x0000_s1107" style="position:absolute;visibility:visible;mso-wrap-style:square" from="7818,3367" to="8057,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" strokeweight=".7pt"/>
                  <v:line id="Line 375" o:spid="_x0000_s1108" style="position:absolute;visibility:visible;mso-wrap-style:square" from="5133,3062" to="519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" strokeweight=".1pt"/>
                  <v:line id="Line 376" o:spid="_x0000_s1109" style="position:absolute;visibility:visible;mso-wrap-style:square" from="5252,3062" to="530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" strokeweight=".1pt"/>
                  <v:line id="Line 377" o:spid="_x0000_s1110" style="position:absolute;visibility:visible;mso-wrap-style:square" from="5372,3062" to="542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iu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b45RsZQa9+AQAA//8DAFBLAQItABQABgAIAAAAIQDb4fbL7gAAAIUBAAATAAAAAAAA&#10;AAAAAAAAAAAAAABbQ29udGVudF9UeXBlc10ueG1sUEsBAi0AFAAGAAgAAAAhAFr0LFu/AAAAFQEA&#10;AAsAAAAAAAAAAAAAAAAAHwEAAF9yZWxzLy5yZWxzUEsBAi0AFAAGAAgAAAAhAOgk+K7HAAAA3QAA&#10;AA8AAAAAAAAAAAAAAAAABwIAAGRycy9kb3ducmV2LnhtbFBLBQYAAAAAAwADALcAAAD7AgAAAAA=&#10;" strokeweight=".1pt"/>
                  <v:line id="Line 378" o:spid="_x0000_s1111" style="position:absolute;visibility:visible;mso-wrap-style:square" from="5491,3062" to="554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" strokeweight=".1pt"/>
                  <v:line id="Line 379" o:spid="_x0000_s1112" style="position:absolute;visibility:visible;mso-wrap-style:square" from="5610,3062" to="566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" strokeweight=".1pt"/>
                  <v:line id="Line 380" o:spid="_x0000_s1113" style="position:absolute;visibility:visible;mso-wrap-style:square" from="5730,3062" to="578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" strokeweight=".1pt"/>
                  <v:line id="Line 381" o:spid="_x0000_s1114" style="position:absolute;visibility:visible;mso-wrap-style:square" from="5849,3062" to="590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6txAAAAN0AAAAPAAAAZHJzL2Rvd25yZXYueG1sRE9LawIx&#10;EL4L/ocwhV6KJq0i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Jcf/q3EAAAA3QAAAA8A&#10;AAAAAAAAAAAAAAAABwIAAGRycy9kb3ducmV2LnhtbFBLBQYAAAAAAwADALcAAAD4AgAAAAA=&#10;" strokeweight=".1pt"/>
                  <v:line id="Line 382" o:spid="_x0000_s1115" style="position:absolute;visibility:visible;mso-wrap-style:square" from="5969,3062" to="602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1s2xAAAAN0AAAAPAAAAZHJzL2Rvd25yZXYueG1sRE9LawIx&#10;EL4L/ocwhV6KJq0o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PhTWzbEAAAA3QAAAA8A&#10;AAAAAAAAAAAAAAAABwIAAGRycy9kb3ducmV2LnhtbFBLBQYAAAAAAwADALcAAAD4AgAAAAA=&#10;" strokeweight=".1pt"/>
                  <v:line id="Line 383" o:spid="_x0000_s1116" style="position:absolute;visibility:visible;mso-wrap-style:square" from="6088,3062" to="614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" strokeweight=".1pt"/>
                  <v:line id="Line 384" o:spid="_x0000_s1117" style="position:absolute;visibility:visible;mso-wrap-style:square" from="6205,3062" to="626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" strokeweight=".1pt"/>
                  <v:line id="Line 385" o:spid="_x0000_s1118" style="position:absolute;visibility:visible;mso-wrap-style:square" from="6325,3062" to="638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vSo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Zw5RsZQa9+AQAA//8DAFBLAQItABQABgAIAAAAIQDb4fbL7gAAAIUBAAATAAAAAAAA&#10;AAAAAAAAAAAAAABbQ29udGVudF9UeXBlc10ueG1sUEsBAi0AFAAGAAgAAAAhAFr0LFu/AAAAFQEA&#10;AAsAAAAAAAAAAAAAAAAAHwEAAF9yZWxzLy5yZWxzUEsBAi0AFAAGAAgAAAAhABZS9KjHAAAA3QAA&#10;AA8AAAAAAAAAAAAAAAAABwIAAGRycy9kb3ducmV2LnhtbFBLBQYAAAAAAwADALcAAAD7AgAAAAA=&#10;" strokeweight=".1pt"/>
                  <v:line id="Line 386" o:spid="_x0000_s1119" style="position:absolute;visibility:visible;mso-wrap-style:square" from="6444,3062" to="650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" strokeweight=".1pt"/>
                  <v:line id="Line 387" o:spid="_x0000_s1120" style="position:absolute;visibility:visible;mso-wrap-style:square" from="6564,3062" to="662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z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hl29kBL3+BQAA//8DAFBLAQItABQABgAIAAAAIQDb4fbL7gAAAIUBAAATAAAAAAAA&#10;AAAAAAAAAAAAAABbQ29udGVudF9UeXBlc10ueG1sUEsBAi0AFAAGAAgAAAAhAFr0LFu/AAAAFQEA&#10;AAsAAAAAAAAAAAAAAAAAHwEAAF9yZWxzLy5yZWxzUEsBAi0AFAAGAAgAAAAhAG39bnPHAAAA3QAA&#10;AA8AAAAAAAAAAAAAAAAABwIAAGRycy9kb3ducmV2LnhtbFBLBQYAAAAAAwADALcAAAD7AgAAAAA=&#10;" strokeweight=".1pt"/>
                  <v:line id="Line 388" o:spid="_x0000_s1121" style="position:absolute;visibility:visible;mso-wrap-style:square" from="6683,3062" to="674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" strokeweight=".1pt"/>
                  <v:line id="Line 389" o:spid="_x0000_s1122" style="position:absolute;visibility:visible;mso-wrap-style:square" from="6803,3062" to="686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" strokeweight=".1pt"/>
                  <v:line id="Line 390" o:spid="_x0000_s1123" style="position:absolute;visibility:visible;mso-wrap-style:square" from="6920,3062" to="698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" strokeweight=".1pt"/>
                  <v:line id="Line 391" o:spid="_x0000_s1124" style="position:absolute;visibility:visible;mso-wrap-style:square" from="7039,3062" to="709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hwxQAAAN0AAAAPAAAAZHJzL2Rvd25yZXYueG1sRE9Na8JA&#10;EL0L/odlhF6Kbqwi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ASxmhwxQAAAN0AAAAP&#10;AAAAAAAAAAAAAAAAAAcCAABkcnMvZG93bnJldi54bWxQSwUGAAAAAAMAAwC3AAAA+QIAAAAA&#10;" strokeweight=".1pt"/>
                  <v:line id="Line 392" o:spid="_x0000_s1125" style="position:absolute;visibility:visible;mso-wrap-style:square" from="7156,3062" to="721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3rxQAAAN0AAAAPAAAAZHJzL2Rvd25yZXYueG1sRE9Na8JA&#10;EL0L/odlhF6Kbqwo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B9is3rxQAAAN0AAAAP&#10;AAAAAAAAAAAAAAAAAAcCAABkcnMvZG93bnJldi54bWxQSwUGAAAAAAMAAwC3AAAA+QIAAAAA&#10;" strokeweight=".1pt"/>
                  <v:line id="Line 393" o:spid="_x0000_s1126" style="position:absolute;visibility:visible;mso-wrap-style:square" from="7276,3062" to="733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" strokeweight=".1pt"/>
                  <v:line id="Line 394" o:spid="_x0000_s1127" style="position:absolute;visibility:visible;mso-wrap-style:square" from="7395,3062" to="745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" strokeweight=".1pt"/>
                  <v:line id="Line 395" o:spid="_x0000_s1128" style="position:absolute;visibility:visible;mso-wrap-style:square" from="7512,3062" to="757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J1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BlW9kBL3+BQAA//8DAFBLAQItABQABgAIAAAAIQDb4fbL7gAAAIUBAAATAAAAAAAA&#10;AAAAAAAAAAAAAABbQ29udGVudF9UeXBlc10ueG1sUEsBAi0AFAAGAAgAAAAhAFr0LFu/AAAAFQEA&#10;AAsAAAAAAAAAAAAAAAAAHwEAAF9yZWxzLy5yZWxzUEsBAi0AFAAGAAgAAAAhAJOLYnXHAAAA3QAA&#10;AA8AAAAAAAAAAAAAAAAABwIAAGRycy9kb3ducmV2LnhtbFBLBQYAAAAAAwADALcAAAD7AgAAAAA=&#10;" strokeweight=".1pt"/>
                  <v:line id="Line 396" o:spid="_x0000_s1129" style="position:absolute;visibility:visible;mso-wrap-style:square" from="7632,3062" to="768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" strokeweight=".1pt"/>
                  <v:line id="Line 397" o:spid="_x0000_s1130" style="position:absolute;visibility:visible;mso-wrap-style:square" from="7751,3062" to="780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" strokeweight=".1pt"/>
                  <v:line id="Line 398" o:spid="_x0000_s1131" style="position:absolute;visibility:visible;mso-wrap-style:square" from="5240,3238" to="529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" strokeweight=".1pt"/>
                  <v:line id="Line 399" o:spid="_x0000_s1132" style="position:absolute;visibility:visible;mso-wrap-style:square" from="5360,3238" to="541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" strokeweight=".1pt"/>
                  <v:line id="Line 400" o:spid="_x0000_s1133" style="position:absolute;visibility:visible;mso-wrap-style:square" from="5479,3238" to="553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" strokeweight=".1pt"/>
                  <v:line id="Line 401" o:spid="_x0000_s1134" style="position:absolute;visibility:visible;mso-wrap-style:square" from="5599,3238" to="565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LN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" strokeweight=".1pt"/>
                  <v:line id="Line 402" o:spid="_x0000_s1135" style="position:absolute;visibility:visible;mso-wrap-style:square" from="5716,3238" to="577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" strokeweight=".1pt"/>
                  <v:line id="Line 403" o:spid="_x0000_s1136" style="position:absolute;visibility:visible;mso-wrap-style:square" from="5835,3238" to="58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" strokeweight=".1pt"/>
                  <v:line id="Line 404" o:spid="_x0000_s1137" style="position:absolute;visibility:visible;mso-wrap-style:square" from="5952,3238" to="600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" strokeweight=".1pt"/>
                  <v:line id="Line 405" o:spid="_x0000_s1138" style="position:absolute;visibility:visible;mso-wrap-style:square" from="6072,3238" to="612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" strokeweight=".1pt"/>
                  <v:line id="Line 406" o:spid="_x0000_s1139" style="position:absolute;visibility:visible;mso-wrap-style:square" from="6191,3238" to="624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" strokeweight=".1pt"/>
                  <v:line id="Line 407" o:spid="_x0000_s1140" style="position:absolute;visibility:visible;mso-wrap-style:square" from="6311,3238" to="636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DIT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z45RsZQW/+AAAA//8DAFBLAQItABQABgAIAAAAIQDb4fbL7gAAAIUBAAATAAAAAAAA&#10;AAAAAAAAAAAAAABbQ29udGVudF9UeXBlc10ueG1sUEsBAi0AFAAGAAgAAAAhAFr0LFu/AAAAFQEA&#10;AAsAAAAAAAAAAAAAAAAAHwEAAF9yZWxzLy5yZWxzUEsBAi0AFAAGAAgAAAAhACZIMhPHAAAA3QAA&#10;AA8AAAAAAAAAAAAAAAAABwIAAGRycy9kb3ducmV2LnhtbFBLBQYAAAAAAwADALcAAAD7AgAAAAA=&#10;" strokeweight=".1pt"/>
                  <v:line id="Line 408" o:spid="_x0000_s1141" style="position:absolute;visibility:visible;mso-wrap-style:square" from="6430,3238" to="648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" strokeweight=".1pt"/>
                  <v:line id="Line 409" o:spid="_x0000_s1142" style="position:absolute;visibility:visible;mso-wrap-style:square" from="6550,3238" to="660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" strokeweight=".1pt"/>
                  <v:line id="Line 410" o:spid="_x0000_s1143" style="position:absolute;visibility:visible;mso-wrap-style:square" from="6669,3238" to="672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" strokeweight=".1pt"/>
                  <v:line id="Line 411" o:spid="_x0000_s1144" style="position:absolute;visibility:visible;mso-wrap-style:square" from="6788,3238" to="684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zQQxAAAAN0AAAAPAAAAZHJzL2Rvd25yZXYueG1sRE9La8JA&#10;EL4X/A/LCL0U3dQU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FlzNBDEAAAA3QAAAA8A&#10;AAAAAAAAAAAAAAAABwIAAGRycy9kb3ducmV2LnhtbFBLBQYAAAAAAwADALcAAAD4AgAAAAA=&#10;" strokeweight=".1pt"/>
                  <v:line id="Line 412" o:spid="_x0000_s1145" style="position:absolute;visibility:visible;mso-wrap-style:square" from="6908,3238" to="696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5GLxAAAAN0AAAAPAAAAZHJzL2Rvd25yZXYueG1sRE9La8JA&#10;EL4X/A/LCL0U3dRQ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DY/kYvEAAAA3QAAAA8A&#10;AAAAAAAAAAAAAAAABwIAAGRycy9kb3ducmV2LnhtbFBLBQYAAAAAAwADALcAAAD4AgAAAAA=&#10;" strokeweight=".1pt"/>
                  <v:line id="Line 413" o:spid="_x0000_s1146" style="position:absolute;visibility:visible;mso-wrap-style:square" from="7027,3238" to="708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" strokeweight=".1pt"/>
                  <v:line id="Line 414" o:spid="_x0000_s1147" style="position:absolute;visibility:visible;mso-wrap-style:square" from="7144,3238" to="720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" strokeweight=".1pt"/>
                  <v:line id="Line 415" o:spid="_x0000_s1148" style="position:absolute;visibility:visible;mso-wrap-style:square" from="7264,3238" to="732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j4V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xw5RsZQW/+AAAA//8DAFBLAQItABQABgAIAAAAIQDb4fbL7gAAAIUBAAATAAAAAAAA&#10;AAAAAAAAAAAAAABbQ29udGVudF9UeXBlc10ueG1sUEsBAi0AFAAGAAgAAAAhAFr0LFu/AAAAFQEA&#10;AAsAAAAAAAAAAAAAAAAAHwEAAF9yZWxzLy5yZWxzUEsBAi0AFAAGAAgAAAAhANg+PhXHAAAA3QAA&#10;AA8AAAAAAAAAAAAAAAAABwIAAGRycy9kb3ducmV2LnhtbFBLBQYAAAAAAwADALcAAAD7AgAAAAA=&#10;" strokeweight=".1pt"/>
                  <v:line id="Line 416" o:spid="_x0000_s1149" style="position:absolute;visibility:visible;mso-wrap-style:square" from="7383,3238" to="7441,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" strokeweight=".1pt"/>
                  <v:line id="Line 417" o:spid="_x0000_s1150" style="position:absolute;visibility:visible;mso-wrap-style:square" from="7501,3238" to="756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" strokeweight=".1pt"/>
                  <v:line id="Line 418" o:spid="_x0000_s1151" style="position:absolute;visibility:visible;mso-wrap-style:square" from="7620,3238" to="767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" strokeweight=".1pt"/>
                  <v:line id="Line 419" o:spid="_x0000_s1152" style="position:absolute;visibility:visible;mso-wrap-style:square" from="7739,3238" to="77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HqC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" strokeweight=".1pt"/>
                  <v:shape id="Freeform 420" o:spid="_x0000_s1153" style="position:absolute;left:4722;top:2575;width:702;height:1060;visibility:visible;mso-wrap-style:square;v-text-anchor:top" coordsize="702,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" path="m,60l602,1060r100,-60l100,,,60xe" filled="f" strokeweight=".7pt">
                    <v:path arrowok="t" o:connecttype="custom" o:connectlocs="0,60;602,1060;702,1000;100,0;0,60" o:connectangles="0,0,0,0,0"/>
                  </v:shape>
                  <v:shape id="Freeform 421" o:spid="_x0000_s1154" style="position:absolute;left:4667;top:2627;width:210;height:277;visibility:visible;mso-wrap-style:square;v-text-anchor:top" coordsize="210,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" path="m,39l145,277r65,-35l64,,,39xe" filled="f" strokeweight=".7pt">
                    <v:path arrowok="t" o:connecttype="custom" o:connectlocs="0,39;145,277;210,242;64,0;0,39" o:connectangles="0,0,0,0,0"/>
                  </v:shape>
                  <v:shape id="Freeform 422" o:spid="_x0000_s1155" style="position:absolute;left:5118;top:3384;width:210;height:279;visibility:visible;mso-wrap-style:square;v-text-anchor:top" coordsize="210,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" path="m,38l146,279r64,-40l65,,,38xe" filled="f" strokeweight=".7pt">
                    <v:path arrowok="t" o:connecttype="custom" o:connectlocs="0,38;146,279;210,239;65,0;0,38" o:connectangles="0,0,0,0,0"/>
                  </v:shape>
                  <v:line id="Line 423" o:spid="_x0000_s1156" style="position:absolute;visibility:visible;mso-wrap-style:square" from="3348,2549" to="4734,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j8PwwAAAN0AAAAPAAAAZHJzL2Rvd25yZXYueG1sRE/bisIw&#10;EH1f8B/CCL4smq4s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pT4/D8MAAADdAAAADwAA&#10;AAAAAAAAAAAAAAAHAgAAZHJzL2Rvd25yZXYueG1sUEsFBgAAAAADAAMAtwAAAPcCAAAAAA==&#10;" strokeweight=".7pt"/>
                  <v:line id="Line 424" o:spid="_x0000_s1157" style="position:absolute;flip:x y;visibility:visible;mso-wrap-style:square" from="4614,2713" to="474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" strokeweight=".7pt"/>
                  <v:line id="Line 425" o:spid="_x0000_s1158" style="position:absolute;flip:x;visibility:visible;mso-wrap-style:square" from="4612,2773" to="4726,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" strokeweight=".7pt"/>
                  <v:line id="Line 426" o:spid="_x0000_s1159" style="position:absolute;flip:y;visibility:visible;mso-wrap-style:square" from="3510,3098" to="5008,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" strokeweight=".7pt"/>
                  <v:shape id="Freeform 427" o:spid="_x0000_s1160" style="position:absolute;left:3450;top:3286;width:227;height:726;visibility:visible;mso-wrap-style:square;v-text-anchor:top" coordsize="227,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" path="m227,726r-24,-5l182,714,160,692,139,671,120,637,101,599,84,559,67,513,53,461,39,403,29,344,19,282,10,215,5,143,3,72,,e" filled="f" strokeweight=".7pt">
                    <v:path arrowok="t" o:connecttype="custom" o:connectlocs="227,726;203,721;182,714;160,692;139,671;120,637;101,599;84,559;67,513;53,461;39,403;29,344;19,282;10,215;5,143;3,72;0,0" o:connectangles="0,0,0,0,0,0,0,0,0,0,0,0,0,0,0,0,0"/>
                  </v:shape>
                  <v:line id="Line 428" o:spid="_x0000_s1161" style="position:absolute;flip:x;visibility:visible;mso-wrap-style:square" from="3364,3262" to="3450,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" strokeweight=".7pt"/>
                  <v:line id="Line 429" o:spid="_x0000_s1162" style="position:absolute;visibility:visible;mso-wrap-style:square" from="3443,3274" to="351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" strokeweight=".7pt"/>
                  <v:line id="Line 430" o:spid="_x0000_s1163" style="position:absolute;flip:x y;visibility:visible;mso-wrap-style:square" from="3639,3885" to="3677,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" strokeweight=".7pt"/>
                  <v:line id="Line 431" o:spid="_x0000_s1164" style="position:absolute;flip:x;visibility:visible;mso-wrap-style:square" from="3544,4012" to="3665,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" strokeweight=".7pt"/>
                  <v:line id="Line 432" o:spid="_x0000_s1165" style="position:absolute;flip:x;visibility:visible;mso-wrap-style:square" from="3644,4033" to="3663,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" strokeweight=".7pt"/>
                  <v:line id="Line 433" o:spid="_x0000_s1166" style="position:absolute;visibility:visible;mso-wrap-style:square" from="3651,4040" to="3790,4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6nSwwAAAN0AAAAPAAAAZHJzL2Rvd25yZXYueG1sRE/bisIw&#10;EH1f8B/CCL4smq6w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IOep0sMAAADdAAAADwAA&#10;AAAAAAAAAAAAAAAHAgAAZHJzL2Rvd25yZXYueG1sUEsFBgAAAAADAAMAtwAAAPcCAAAAAA==&#10;" strokeweight=".7pt"/>
                  <v:shape id="Freeform 434" o:spid="_x0000_s1167" style="position:absolute;left:3675;top:4007;width:471;height:553;visibility:visible;mso-wrap-style:square;v-text-anchor:top" coordsize="47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" path="m471,553r-48,-2l375,542,330,530,287,511,246,487,208,458,172,427,139,391,108,353,81,310,57,265,36,217,21,167,10,112,2,59,,5,,e" filled="f" strokeweight=".7pt">
                    <v:path arrowok="t" o:connecttype="custom" o:connectlocs="471,553;423,551;375,542;330,530;287,511;246,487;208,458;172,427;139,391;108,353;81,310;57,265;36,217;21,167;10,112;2,59;0,5;0,0" o:connectangles="0,0,0,0,0,0,0,0,0,0,0,0,0,0,0,0,0,0"/>
                  </v:shape>
                  <v:line id="Line 435" o:spid="_x0000_s1168" style="position:absolute;flip:x;visibility:visible;mso-wrap-style:square" from="4026,4549" to="4162,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" strokeweight=".7pt"/>
                  <v:line id="Line 436" o:spid="_x0000_s1169" style="position:absolute;flip:x y;visibility:visible;mso-wrap-style:square" from="4069,4482" to="4146,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" strokeweight=".7pt"/>
                  <v:rect id="Rectangle 437" o:spid="_x0000_s1170" style="position:absolute;left:3950;top:4188;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" filled="f" stroked="f">
                    <v:textbox style="mso-fit-shape-to-text:t" inset="0,0,0,0">
                      <w:txbxContent>
                        <w:p w14:paraId="28AD06EF" w14:textId="77777777" w:rsidR="00AC6F01" w:rsidRDefault="00AC6F01" w:rsidP="00F54F68">
                          <w:r>
                            <w:rPr>
                              <w:rFonts w:ascii="Symbol" w:hAnsi="Symbol" w:cs="Symbol"/>
                              <w:color w:val="000000"/>
                              <w:sz w:val="16"/>
                              <w:szCs w:val="16"/>
                              <w:lang w:val="en-US"/>
                            </w:rPr>
                            <w:t></w:t>
                          </w:r>
                        </w:p>
                      </w:txbxContent>
                    </v:textbox>
                  </v:rect>
                  <v:rect id="Rectangle 438" o:spid="_x0000_s1171" style="position:absolute;left:4067;top:4205;width:4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" filled="f" stroked="f">
                    <v:textbox style="mso-fit-shape-to-text:t" inset="0,0,0,0">
                      <w:txbxContent>
                        <w:p w14:paraId="5A9FF737" w14:textId="77777777" w:rsidR="00AC6F01" w:rsidRDefault="00AC6F01" w:rsidP="00F54F68">
                          <w:r>
                            <w:rPr>
                              <w:color w:val="000000"/>
                              <w:sz w:val="16"/>
                              <w:szCs w:val="16"/>
                              <w:lang w:val="en-US"/>
                            </w:rPr>
                            <w:t xml:space="preserve"> </w:t>
                          </w:r>
                        </w:p>
                      </w:txbxContent>
                    </v:textbox>
                  </v:rect>
                  <v:rect id="Rectangle 439" o:spid="_x0000_s1172" style="position:absolute;left:4064;top:4326;width:28;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" filled="f" stroked="f">
                    <v:textbox style="mso-fit-shape-to-text:t" inset="0,0,0,0">
                      <w:txbxContent>
                        <w:p w14:paraId="1FA357E6" w14:textId="77777777" w:rsidR="00AC6F01" w:rsidRDefault="00AC6F01" w:rsidP="00F54F68">
                          <w:r>
                            <w:rPr>
                              <w:rFonts w:ascii="Arial" w:hAnsi="Arial" w:cs="Arial"/>
                              <w:color w:val="000000"/>
                              <w:sz w:val="10"/>
                              <w:szCs w:val="10"/>
                              <w:lang w:val="en-US"/>
                            </w:rPr>
                            <w:t xml:space="preserve">  </w:t>
                          </w:r>
                        </w:p>
                      </w:txbxContent>
                    </v:textbox>
                  </v:rect>
                  <v:rect id="Rectangle 440" o:spid="_x0000_s1173" style="position:absolute;left:4122;top:4240;width:67;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cWwAAAAN0AAAAPAAAAZHJzL2Rvd25yZXYueG1sRE/bagIx&#10;EH0X+g9hhL5pogW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78PHFsAAAADdAAAADwAAAAAA&#10;AAAAAAAAAAAHAgAAZHJzL2Rvd25yZXYueG1sUEsFBgAAAAADAAMAtwAAAPQCAAAAAA==&#10;" filled="f" stroked="f">
                    <v:textbox style="mso-fit-shape-to-text:t" inset="0,0,0,0">
                      <w:txbxContent>
                        <w:p w14:paraId="56F265B3" w14:textId="77777777" w:rsidR="00AC6F01" w:rsidRDefault="00AC6F01" w:rsidP="00F54F68">
                          <w:r>
                            <w:rPr>
                              <w:color w:val="000000"/>
                              <w:lang w:val="en-US"/>
                            </w:rPr>
                            <w:t>r</w:t>
                          </w:r>
                        </w:p>
                      </w:txbxContent>
                    </v:textbox>
                  </v:rect>
                  <v:rect id="Rectangle 441" o:spid="_x0000_s1174" style="position:absolute;left:4186;top:4240;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9iwAAAAN0AAAAPAAAAZHJzL2Rvd25yZXYueG1sRE/bagIx&#10;EH0X+g9hhL5pohS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YCpfYsAAAADdAAAADwAAAAAA&#10;AAAAAAAAAAAHAgAAZHJzL2Rvd25yZXYueG1sUEsFBgAAAAADAAMAtwAAAPQCAAAAAA==&#10;" filled="f" stroked="f">
                    <v:textbox style="mso-fit-shape-to-text:t" inset="0,0,0,0">
                      <w:txbxContent>
                        <w:p w14:paraId="741B101D" w14:textId="77777777" w:rsidR="00AC6F01" w:rsidRDefault="00AC6F01" w:rsidP="00F54F68">
                          <w:r>
                            <w:rPr>
                              <w:color w:val="000000"/>
                              <w:lang w:val="en-US"/>
                            </w:rPr>
                            <w:t xml:space="preserve"> </w:t>
                          </w:r>
                        </w:p>
                      </w:txbxContent>
                    </v:textbox>
                  </v:rect>
                  <v:rect id="Rectangle 442" o:spid="_x0000_s1175" style="position:absolute;left:3677;top:3579;width:2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r5wAAAAN0AAAAPAAAAZHJzL2Rvd25yZXYueG1sRE/bagIx&#10;EH0X+g9hhL5polC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D2b6+cAAAADdAAAADwAAAAAA&#10;AAAAAAAAAAAHAgAAZHJzL2Rvd25yZXYueG1sUEsFBgAAAAADAAMAtwAAAPQCAAAAAA==&#10;" filled="f" stroked="f">
                    <v:textbox style="mso-fit-shape-to-text:t" inset="0,0,0,0">
                      <w:txbxContent>
                        <w:p w14:paraId="1650DB19" w14:textId="77777777" w:rsidR="00AC6F01" w:rsidRDefault="00AC6F01" w:rsidP="00F54F68">
                          <w:r>
                            <w:rPr>
                              <w:rFonts w:ascii="Arial" w:hAnsi="Arial" w:cs="Arial"/>
                              <w:color w:val="000000"/>
                              <w:sz w:val="10"/>
                              <w:szCs w:val="10"/>
                              <w:lang w:val="en-US"/>
                            </w:rPr>
                            <w:t>i</w:t>
                          </w:r>
                        </w:p>
                      </w:txbxContent>
                    </v:textbox>
                  </v:rect>
                  <v:rect id="Rectangle 443" o:spid="_x0000_s1176" style="position:absolute;left:3699;top:3493;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" filled="f" stroked="f">
                    <v:textbox style="mso-fit-shape-to-text:t" inset="0,0,0,0">
                      <w:txbxContent>
                        <w:p w14:paraId="00041C2A" w14:textId="77777777" w:rsidR="00AC6F01" w:rsidRDefault="00AC6F01" w:rsidP="00F54F68">
                          <w:r>
                            <w:rPr>
                              <w:color w:val="000000"/>
                              <w:lang w:val="en-US"/>
                            </w:rPr>
                            <w:t xml:space="preserve"> </w:t>
                          </w:r>
                        </w:p>
                      </w:txbxContent>
                    </v:textbox>
                  </v:rect>
                  <v:rect id="Rectangle 444" o:spid="_x0000_s1177" style="position:absolute;left:3572;top:3553;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" filled="f" stroked="f">
                    <v:textbox style="mso-fit-shape-to-text:t" inset="0,0,0,0">
                      <w:txbxContent>
                        <w:p w14:paraId="32CE9E4A" w14:textId="77777777" w:rsidR="00AC6F01" w:rsidRDefault="00AC6F01" w:rsidP="00F54F68">
                          <w:r>
                            <w:rPr>
                              <w:rFonts w:ascii="Symbol" w:hAnsi="Symbol" w:cs="Symbol"/>
                              <w:color w:val="000000"/>
                              <w:sz w:val="16"/>
                              <w:szCs w:val="16"/>
                              <w:lang w:val="en-US"/>
                            </w:rPr>
                            <w:t></w:t>
                          </w:r>
                        </w:p>
                      </w:txbxContent>
                    </v:textbox>
                  </v:rect>
                  <v:rect id="Rectangle 445" o:spid="_x0000_s1178" style="position:absolute;left:3689;top:3536;width:56;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" filled="f" stroked="f">
                    <v:textbox style="mso-fit-shape-to-text:t" inset="0,0,0,0">
                      <w:txbxContent>
                        <w:p w14:paraId="5115CBFB" w14:textId="77777777" w:rsidR="00AC6F01" w:rsidRDefault="00AC6F01" w:rsidP="00F54F68">
                          <w:r>
                            <w:rPr>
                              <w:color w:val="000000"/>
                              <w:lang w:val="en-US"/>
                            </w:rPr>
                            <w:t>i</w:t>
                          </w:r>
                        </w:p>
                      </w:txbxContent>
                    </v:textbox>
                  </v:rect>
                  <v:rect id="Rectangle 446" o:spid="_x0000_s1179" style="position:absolute;left:3747;top:353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" filled="f" stroked="f">
                    <v:textbox style="mso-fit-shape-to-text:t" inset="0,0,0,0">
                      <w:txbxContent>
                        <w:p w14:paraId="3349F059" w14:textId="77777777" w:rsidR="00AC6F01" w:rsidRDefault="00AC6F01" w:rsidP="00F54F68">
                          <w:r>
                            <w:rPr>
                              <w:color w:val="000000"/>
                              <w:lang w:val="en-US"/>
                            </w:rPr>
                            <w:t xml:space="preserve"> </w:t>
                          </w:r>
                        </w:p>
                      </w:txbxContent>
                    </v:textbox>
                  </v:rect>
                  <v:line id="Line 447" o:spid="_x0000_s1180" style="position:absolute;flip:x;visibility:visible;mso-wrap-style:square" from="4853,3112" to="4989,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" strokeweight=".7pt"/>
                  <v:line id="Line 448" o:spid="_x0000_s1181" style="position:absolute;visibility:visible;mso-wrap-style:square" from="4853,3274" to="4870,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" strokeweight=".7pt"/>
                  <v:line id="Line 449" o:spid="_x0000_s1182" style="position:absolute;flip:y;visibility:visible;mso-wrap-style:square" from="4865,3320" to="4949,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" strokeweight=".7pt"/>
                  <v:line id="Line 450" o:spid="_x0000_s1183" style="position:absolute;flip:x;visibility:visible;mso-wrap-style:square" from="4671,3489" to="4777,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9uwwAAAN0AAAAPAAAAZHJzL2Rvd25yZXYueG1sRE9NawIx&#10;EL0L/ocwBW+abcV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CB/PbsMAAADdAAAADwAA&#10;AAAAAAAAAAAAAAAHAgAAZHJzL2Rvd25yZXYueG1sUEsFBgAAAAADAAMAtwAAAPcCAAAAAA==&#10;" strokeweight=".7pt"/>
                  <v:line id="Line 451" o:spid="_x0000_s1184" style="position:absolute;flip:x;visibility:visible;mso-wrap-style:square" from="4413,3904" to="4547,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lcawwAAAN0AAAAPAAAAZHJzL2Rvd25yZXYueG1sRE9NawIx&#10;EL0L/ocwBW+abdF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h/ZXGsMAAADdAAAADwAA&#10;AAAAAAAAAAAAAAAHAgAAZHJzL2Rvd25yZXYueG1sUEsFBgAAAAADAAMAtwAAAPcCAAAAAA==&#10;" strokeweight=".7pt"/>
                  <v:line id="Line 452" o:spid="_x0000_s1185" style="position:absolute;flip:x;visibility:visible;mso-wrap-style:square" from="4174,4346" to="4311,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" strokeweight=".7pt"/>
                  <v:line id="Line 453" o:spid="_x0000_s1186" style="position:absolute;flip:x;visibility:visible;mso-wrap-style:square" from="3919,4759" to="4098,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" strokeweight=".7pt"/>
                  <v:line id="Line 454" o:spid="_x0000_s1187" style="position:absolute;visibility:visible;mso-wrap-style:square" from="4655,3639" to="4667,3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" strokeweight=".7pt"/>
                  <v:line id="Line 455" o:spid="_x0000_s1188" style="position:absolute;visibility:visible;mso-wrap-style:square" from="4413,4057" to="4428,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" strokeweight=".7pt"/>
                  <v:line id="Line 456" o:spid="_x0000_s1189" style="position:absolute;visibility:visible;mso-wrap-style:square" from="4150,4525" to="4167,4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" strokeweight=".7pt"/>
                  <v:line id="Line 457" o:spid="_x0000_s1190" style="position:absolute;visibility:visible;mso-wrap-style:square" from="3902,4990" to="3914,5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" strokeweight=".7pt"/>
                  <v:line id="Line 458" o:spid="_x0000_s1191" style="position:absolute;flip:y;visibility:visible;mso-wrap-style:square" from="4650,3687" to="4734,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" strokeweight=".7pt"/>
                  <v:line id="Line 459" o:spid="_x0000_s1192" style="position:absolute;flip:y;visibility:visible;mso-wrap-style:square" from="4440,4095" to="4528,4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" strokeweight=".7pt"/>
                  <v:line id="Line 460" o:spid="_x0000_s1193" style="position:absolute;flip:y;visibility:visible;mso-wrap-style:square" from="4186,4570" to="4270,4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r9JwwAAAN0AAAAPAAAAZHJzL2Rvd25yZXYueG1sRE9Na8JA&#10;EL0X+h+WEXqrGy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Pcq/ScMAAADdAAAADwAA&#10;AAAAAAAAAAAAAAAHAgAAZHJzL2Rvd25yZXYueG1sUEsFBgAAAAADAAMAtwAAAPcCAAAAAA==&#10;" strokeweight=".7pt"/>
                  <v:line id="Line 461" o:spid="_x0000_s1194" style="position:absolute;flip:y;visibility:visible;mso-wrap-style:square" from="3909,5031" to="3993,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yc9wwAAAN0AAAAPAAAAZHJzL2Rvd25yZXYueG1sRE9Na8JA&#10;EL0X+h+WEXqrG4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siMnPcMAAADdAAAADwAA&#10;AAAAAAAAAAAAAAAHAgAAZHJzL2Rvd25yZXYueG1sUEsFBgAAAAADAAMAtwAAAPcCAAAAAA==&#10;" strokeweight=".7pt"/>
                  <v:line id="Line 462" o:spid="_x0000_s1195" style="position:absolute;flip:x;visibility:visible;mso-wrap-style:square" from="4817,3568" to="4941,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" strokeweight=".7pt"/>
                  <v:line id="Line 463" o:spid="_x0000_s1196" style="position:absolute;flip:x;visibility:visible;mso-wrap-style:square" from="4571,3990" to="4702,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" strokeweight=".7pt"/>
                  <v:line id="Line 464" o:spid="_x0000_s1197" style="position:absolute;flip:x;visibility:visible;mso-wrap-style:square" from="4323,4424" to="4452,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" strokeweight=".7pt"/>
                  <v:line id="Line 465" o:spid="_x0000_s1198" style="position:absolute;flip:x;visibility:visible;mso-wrap-style:square" from="4064,4864" to="4215,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" strokeweight=".7pt"/>
                  <v:line id="Line 466" o:spid="_x0000_s1199" style="position:absolute;flip:x;visibility:visible;mso-wrap-style:square" from="5015,3300" to="5092,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" strokeweight=".7pt"/>
                  <v:line id="Line 467" o:spid="_x0000_s1200" style="position:absolute;visibility:visible;mso-wrap-style:square" from="4810,3680" to="4812,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" strokeweight=".7pt"/>
                  <v:line id="Line 468" o:spid="_x0000_s1201" style="position:absolute;visibility:visible;mso-wrap-style:square" from="4996,3341" to="5008,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" strokeweight=".7pt"/>
                  <v:line id="Line 469" o:spid="_x0000_s1202" style="position:absolute;visibility:visible;mso-wrap-style:square" from="4564,4124" to="4576,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" strokeweight=".7pt"/>
                  <v:line id="Line 470" o:spid="_x0000_s1203" style="position:absolute;visibility:visible;mso-wrap-style:square" from="4325,4549" to="432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bDQxAAAAN0AAAAPAAAAZHJzL2Rvd25yZXYueG1sRE/basJA&#10;EH0X+g/LFPoiumkF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MspsNDEAAAA3QAAAA8A&#10;AAAAAAAAAAAAAAAABwIAAGRycy9kb3ducmV2LnhtbFBLBQYAAAAAAwADALcAAAD4AgAAAAA=&#10;" strokeweight=".7pt"/>
                  <v:line id="Line 471" o:spid="_x0000_s1204" style="position:absolute;visibility:visible;mso-wrap-style:square" from="4064,5023" to="4076,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CikxAAAAN0AAAAPAAAAZHJzL2Rvd25yZXYueG1sRE/basJA&#10;EH0X+g/LFPoiumkR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ETAKKTEAAAA3QAAAA8A&#10;AAAAAAAAAAAAAAAABwIAAGRycy9kb3ducmV2LnhtbFBLBQYAAAAAAwADALcAAAD4AgAAAAA=&#10;" strokeweight=".7pt"/>
                  <v:line id="Line 472" o:spid="_x0000_s1205" style="position:absolute;flip:y;visibility:visible;mso-wrap-style:square" from="5023,3391" to="5104,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" strokeweight=".7pt"/>
                  <v:line id="Line 473" o:spid="_x0000_s1206" style="position:absolute;flip:y;visibility:visible;mso-wrap-style:square" from="4822,3723" to="4906,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" strokeweight=".7pt"/>
                  <v:line id="Line 474" o:spid="_x0000_s1207" style="position:absolute;flip:y;visibility:visible;mso-wrap-style:square" from="4583,4195" to="4667,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" strokeweight=".7pt"/>
                  <v:line id="Line 475" o:spid="_x0000_s1208" style="position:absolute;flip:y;visibility:visible;mso-wrap-style:square" from="4337,4632" to="442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" strokeweight=".7pt"/>
                  <v:line id="Line 476" o:spid="_x0000_s1209" style="position:absolute;flip:y;visibility:visible;mso-wrap-style:square" from="4093,5071" to="4177,5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" strokeweight=".7pt"/>
                  <v:line id="Line 477" o:spid="_x0000_s1210" style="position:absolute;flip:x;visibility:visible;mso-wrap-style:square" from="6989,3401" to="7811,4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" strokeweight=".7pt"/>
                  <v:line id="Line 478" o:spid="_x0000_s1211" style="position:absolute;flip:x;visibility:visible;mso-wrap-style:square" from="7802,3401" to="7814,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" strokeweight=".7pt"/>
                  <v:line id="Line 479" o:spid="_x0000_s1212" style="position:absolute;flip:x;visibility:visible;mso-wrap-style:square" from="7677,3401" to="7806,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" strokeweight=".7pt"/>
                  <v:line id="Line 480" o:spid="_x0000_s1213" style="position:absolute;flip:y;visibility:visible;mso-wrap-style:square" from="5140,6097" to="5257,6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" strokeweight=".1pt"/>
                  <v:line id="Line 481" o:spid="_x0000_s1214" style="position:absolute;flip:y;visibility:visible;mso-wrap-style:square" from="5348,6081" to="5465,6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" strokeweight=".1pt"/>
                  <v:line id="Line 482" o:spid="_x0000_s1215" style="position:absolute;flip:y;visibility:visible;mso-wrap-style:square" from="5555,6050" to="5673,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" strokeweight=".1pt"/>
                  <v:line id="Line 483" o:spid="_x0000_s1216" style="position:absolute;flip:y;visibility:visible;mso-wrap-style:square" from="5766,6002" to="5880,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" strokeweight=".1pt"/>
                  <v:line id="Line 484" o:spid="_x0000_s1217" style="position:absolute;flip:y;visibility:visible;mso-wrap-style:square" from="5974,5935" to="6088,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" strokeweight=".1pt"/>
                  <v:line id="Line 485" o:spid="_x0000_s1218" style="position:absolute;flip:y;visibility:visible;mso-wrap-style:square" from="6182,5866" to="6272,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" strokeweight=".1pt"/>
                  <v:line id="Line 486" o:spid="_x0000_s1219" style="position:absolute;flip:y;visibility:visible;mso-wrap-style:square" from="6272,5854" to="6299,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" strokeweight=".1pt"/>
                  <v:line id="Line 487" o:spid="_x0000_s1220" style="position:absolute;flip:y;visibility:visible;mso-wrap-style:square" from="6389,5782" to="6447,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" strokeweight=".1pt"/>
                  <v:line id="Line 488" o:spid="_x0000_s1221" style="position:absolute;flip:y;visibility:visible;mso-wrap-style:square" from="6447,5749" to="6506,5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" strokeweight=".1pt"/>
                  <v:line id="Line 489" o:spid="_x0000_s1222" style="position:absolute;flip:y;visibility:visible;mso-wrap-style:square" from="6597,5687" to="6614,5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" strokeweight=".1pt"/>
                  <v:line id="Line 490" o:spid="_x0000_s1223" style="position:absolute;flip:y;visibility:visible;mso-wrap-style:square" from="6614,5620" to="6714,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" strokeweight=".1pt"/>
                  <v:line id="Line 491" o:spid="_x0000_s1224" style="position:absolute;flip:y;visibility:visible;mso-wrap-style:square" from="6808,5467" to="6922,5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" strokeweight=".1pt"/>
                  <v:line id="Line 492" o:spid="_x0000_s1225" style="position:absolute;flip:y;visibility:visible;mso-wrap-style:square" from="7015,5334" to="7073,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" strokeweight=".1pt"/>
                  <v:line id="Line 493" o:spid="_x0000_s1226" style="position:absolute;flip:y;visibility:visible;mso-wrap-style:square" from="7073,5279" to="7133,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" strokeweight=".1pt"/>
                  <v:line id="Line 494" o:spid="_x0000_s1227" style="position:absolute;flip:y;visibility:visible;mso-wrap-style:square" from="7221,5071" to="7314,5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" strokeweight=".1pt"/>
                  <v:line id="Line 495" o:spid="_x0000_s1228" style="position:absolute;flip:y;visibility:visible;mso-wrap-style:square" from="7386,4897" to="7446,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" strokeweight=".1pt"/>
                  <v:line id="Line 496" o:spid="_x0000_s1229" style="position:absolute;flip:y;visibility:visible;mso-wrap-style:square" from="7446,4864" to="7469,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" strokeweight=".1pt"/>
                  <v:line id="Line 497" o:spid="_x0000_s1230" style="position:absolute;flip:y;visibility:visible;mso-wrap-style:square" from="7527,4735" to="7551,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" strokeweight=".1pt"/>
                  <v:line id="Line 498" o:spid="_x0000_s1231" style="position:absolute;flip:y;visibility:visible;mso-wrap-style:square" from="7551,4656" to="7596,4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" strokeweight=".1pt"/>
                  <v:line id="Line 499" o:spid="_x0000_s1232" style="position:absolute;flip:y;visibility:visible;mso-wrap-style:square" from="7644,4448" to="7696,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" strokeweight=".1pt"/>
                  <v:line id="Line 500" o:spid="_x0000_s1233" style="position:absolute;flip:y;visibility:visible;mso-wrap-style:square" from="7732,4241" to="7775,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" strokeweight=".1pt"/>
                  <v:line id="Line 501" o:spid="_x0000_s1234" style="position:absolute;flip:y;visibility:visible;mso-wrap-style:square" from="7806,4033" to="7842,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" strokeweight=".1pt"/>
                  <v:line id="Line 502" o:spid="_x0000_s1235" style="position:absolute;flip:y;visibility:visible;mso-wrap-style:square" from="7859,3845" to="7880,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" strokeweight=".1pt"/>
                  <v:line id="Line 503" o:spid="_x0000_s1236" style="position:absolute;flip:y;visibility:visible;mso-wrap-style:square" from="7880,3825" to="78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" strokeweight=".1pt"/>
                  <v:line id="Line 504" o:spid="_x0000_s1237" style="position:absolute;flip:y;visibility:visible;mso-wrap-style:square" from="7897,3658" to="7909,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" strokeweight=".1pt"/>
                </v:group>
                <v:line id="Line 505" o:spid="_x0000_s1238" style="position:absolute;flip:y;visibility:visible;mso-wrap-style:square" from="50228,23334" to="50240,23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" strokeweight=".1pt"/>
                <v:line id="Line 506" o:spid="_x0000_s1239" style="position:absolute;flip:y;visibility:visible;mso-wrap-style:square" from="50272,22350" to="50304,22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" strokeweight=".1pt"/>
                <v:line id="Line 507" o:spid="_x0000_s1240" style="position:absolute;flip:y;visibility:visible;mso-wrap-style:square" from="50304,22000" to="50317,2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" strokeweight=".1pt"/>
                <v:line id="Line 508" o:spid="_x0000_s1241" style="position:absolute;visibility:visible;mso-wrap-style:square" from="24780,37094" to="24901,3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" strokeweight=".1pt"/>
                <v:line id="Line 509" o:spid="_x0000_s1242" style="position:absolute;visibility:visible;mso-wrap-style:square" from="24901,37456" to="25282,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" strokeweight=".1pt"/>
                <v:line id="Line 510" o:spid="_x0000_s1243" style="position:absolute;visibility:visible;mso-wrap-style:square" from="25282,37806" to="25282,37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" strokeweight=".1pt"/>
                <v:line id="Line 511" o:spid="_x0000_s1244" style="position:absolute;visibility:visible;mso-wrap-style:square" from="25872,38110" to="25872,38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uNxQAAAN0AAAAPAAAAZHJzL2Rvd25yZXYueG1sRE9La8JA&#10;EL4X+h+WKfQiurEp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AvkjuNxQAAAN0AAAAP&#10;AAAAAAAAAAAAAAAAAAcCAABkcnMvZG93bnJldi54bWxQSwUGAAAAAAMAAwC3AAAA+QIAAAAA&#10;" strokeweight=".1pt"/>
                <v:line id="Line 512" o:spid="_x0000_s1245" style="position:absolute;visibility:visible;mso-wrap-style:square" from="25872,38142" to="26615,38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p4WxQAAAN0AAAAPAAAAZHJzL2Rvd25yZXYueG1sRE9La8JA&#10;EL4X+h+WKfQiurGh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BA3p4WxQAAAN0AAAAP&#10;AAAAAAAAAAAAAAAAAAcCAABkcnMvZG93bnJldi54bWxQSwUGAAAAAAMAAwC3AAAA+QIAAAAA&#10;" strokeweight=".1pt"/>
                <v:line id="Line 513" o:spid="_x0000_s1246" style="position:absolute;visibility:visible;mso-wrap-style:square" from="27193,38568" to="27663,3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" strokeweight=".1pt"/>
                <v:line id="Line 514" o:spid="_x0000_s1247" style="position:absolute;visibility:visible;mso-wrap-style:square" from="27663,38688" to="27923,3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" strokeweight=".1pt"/>
                <v:line id="Line 515" o:spid="_x0000_s1248" style="position:absolute;visibility:visible;mso-wrap-style:square" from="28495,38841" to="28832,38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" strokeweight=".1pt"/>
                <v:line id="Line 516" o:spid="_x0000_s1249" style="position:absolute;visibility:visible;mso-wrap-style:square" from="28832,38910" to="29225,3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" strokeweight=".1pt"/>
                <v:line id="Line 517" o:spid="_x0000_s1250" style="position:absolute;visibility:visible;mso-wrap-style:square" from="29835,39018" to="30090,3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" strokeweight=".1pt"/>
                <v:line id="Line 518" o:spid="_x0000_s1251" style="position:absolute;visibility:visible;mso-wrap-style:square" from="30090,39063" to="30560,39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" strokeweight=".1pt"/>
                <v:line id="Line 519" o:spid="_x0000_s1252" style="position:absolute;visibility:visible;mso-wrap-style:square" from="31157,39139" to="31455,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" strokeweight=".1pt"/>
                <v:line id="Line 520" o:spid="_x0000_s1253" style="position:absolute;visibility:visible;mso-wrap-style:square" from="31455,39139" to="31881,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" strokeweight=".1pt"/>
                <v:line id="Line 521" o:spid="_x0000_s1254" style="position:absolute;visibility:visible;mso-wrap-style:square" from="32490,39171" to="32871,3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" strokeweight=".1pt"/>
                <v:shape id="Freeform 522" o:spid="_x0000_s1255" style="position:absolute;left:21623;top:35323;width:3341;height:2483;visibility:visible;mso-wrap-style:square;v-text-anchor:top" coordsize="5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" path="m81,l,165,444,391,526,227,81,xe" filled="f" strokeweight=".7pt">
                  <v:path arrowok="t" o:connecttype="custom" o:connectlocs="32664647,0;0,66536948;179050660,157672405;212118575,91538711;32664647,0" o:connectangles="0,0,0,0,0"/>
                </v:shape>
                <v:line id="Line 523" o:spid="_x0000_s1256" style="position:absolute;visibility:visible;mso-wrap-style:square" from="18772,34688" to="21744,3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CSxAAAAN0AAAAPAAAAZHJzL2Rvd25yZXYueG1sRE/NasJA&#10;EL4LfYdlCl6k2SjF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NPfMJLEAAAA3QAAAA8A&#10;AAAAAAAAAAAAAAAABwIAAGRycy9kb3ducmV2LnhtbFBLBQYAAAAAAwADALcAAAD4AgAAAAA=&#10;" strokeweight=".7pt"/>
                <v:line id="Line 524" o:spid="_x0000_s1257" style="position:absolute;visibility:visible;mso-wrap-style:square" from="21090,35354" to="21687,36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5UJxAAAAN0AAAAPAAAAZHJzL2Rvd25yZXYueG1sRE/NasJA&#10;EL4LfYdlCl6k2ShF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LyTlQnEAAAA3QAAAA8A&#10;AAAAAAAAAAAAAAAABwIAAGRycy9kb3ducmV2LnhtbFBLBQYAAAAAAwADALcAAAD4AgAAAAA=&#10;" strokeweight=".7pt"/>
                <v:line id="Line 525" o:spid="_x0000_s1258" style="position:absolute;flip:x y;visibility:visible;mso-wrap-style:square" from="20652,36142" to="21712,36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" strokeweight=".7pt"/>
                <v:line id="Line 526" o:spid="_x0000_s1259" style="position:absolute;flip:x;visibility:visible;mso-wrap-style:square" from="76,26636" to="2076,26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" strokeweight=".7pt"/>
                <v:line id="Line 527" o:spid="_x0000_s1260" style="position:absolute;flip:y;visibility:visible;mso-wrap-style:square" from="228,21473" to="11380,26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" strokeweight=".7pt"/>
                <v:line id="Line 528" o:spid="_x0000_s1261" style="position:absolute;flip:x;visibility:visible;mso-wrap-style:square" from="9970,21499" to="11335,2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" strokeweight=".7pt"/>
                <v:line id="Line 529" o:spid="_x0000_s1262" style="position:absolute;flip:x;visibility:visible;mso-wrap-style:square" from="10395,21518" to="11272,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" strokeweight=".7pt"/>
                <v:shape id="Freeform 530" o:spid="_x0000_s1263" style="position:absolute;left:11107;top:19530;width:2927;height:3080;visibility:visible;mso-wrap-style:square;v-text-anchor:top" coordsize="461,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" path="m232,l220,,208,,196,3,184,5r-21,5l141,19,120,29,100,41,84,55,67,72,53,89,38,108,26,127r-9,21l10,170,5,194,,217r,12l,241r,15l,268r5,23l10,315r7,22l26,358r12,19l53,396r14,17l84,430r16,14l120,456r21,10l163,475r21,5l196,482r12,3l220,485r12,l244,485r9,l265,482r12,-2l299,475r21,-9l342,456r19,-12l378,430r16,-17l409,396r14,-19l435,358r10,-21l452,315r4,-24l461,268r,-12l461,241r,-12l461,217r-5,-23l452,170r-7,-22l435,127,423,108,409,89,394,72,378,55,361,41,342,29,320,19,299,10,277,5,265,3,253,r-9,l232,e" filled="f" strokeweight=".7pt">
                  <v:path arrowok="t" o:connecttype="custom" o:connectlocs="88710712,0;79033180,1209789;65726573,4032630;48387661,11694626;33871363,22179463;21371217,35890404;10483993,51214397;4032305,68554705;0,87508064;0,97186376;0,108074476;4032305,127027835;10483993,144368143;21371217,159692136;33871363,173403077;48387661,183887914;65726573,191549910;79033180,194372751;88710712,195582540;98388244,195582540;106856085,194372751;120565922,191549910;137904834,183887914;152421133,173403077;164921278,159692136;175405272,144368143;182260190,127027835;185889265,108074476;185889265,97186376;185889265,87508064;182260190,68554705;175405272,51214397;164921278,35890404;152421133,22179463;137904834,11694626;120565922,4032630;106856085,1209789;98388244,0" o:connectangles="0,0,0,0,0,0,0,0,0,0,0,0,0,0,0,0,0,0,0,0,0,0,0,0,0,0,0,0,0,0,0,0,0,0,0,0,0,0"/>
                </v:shape>
                <v:shape id="Freeform 531" o:spid="_x0000_s1264"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" path="m17,l12,,10,2,8,5,5,7,,12r,5l,19r,5l,28r5,5l8,36r2,2l12,38r5,2l19,38r3,l27,36r2,-3l31,28r3,-4l34,19r,-2l31,12,29,7,27,5,22,2,19,,17,xe" fillcolor="#fc0128" stroked="f">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shape id="Freeform 532" o:spid="_x0000_s1265"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" path="m17,l12,,10,2,8,5,5,7,,12r,5l,19r,5l,28r5,5l8,36r2,2l12,38r5,2l19,38r3,l27,36r2,-3l31,28r3,-4l34,19r,-2l31,12,29,7,27,5,22,2,19,,17,e" filled="f" strokeweight=".7pt">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line id="Line 533" o:spid="_x0000_s1266" style="position:absolute;visibility:visible;mso-wrap-style:square" from="13729,20076" to="16677,2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ZPxAAAAN0AAAAPAAAAZHJzL2Rvd25yZXYueG1sRE/NasJA&#10;EL4LfYdlCl6k2SjU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FYGpk/EAAAA3QAAAA8A&#10;AAAAAAAAAAAAAAAABwIAAGRycy9kb3ducmV2LnhtbFBLBQYAAAAAAwADALcAAAD4AgAAAAA=&#10;" strokeweight=".7pt"/>
                <v:line id="Line 534" o:spid="_x0000_s1267" style="position:absolute;visibility:visible;mso-wrap-style:square" from="13729,21867" to="16645,21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gPUxAAAAN0AAAAPAAAAZHJzL2Rvd25yZXYueG1sRE/NasJA&#10;EL4LfYdlCl6k2ShU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DlKA9TEAAAA3QAAAA8A&#10;AAAAAAAAAAAAAAAABwIAAGRycy9kb3ducmV2LnhtbFBLBQYAAAAAAwADALcAAAD4AgAAAAA=&#10;" strokeweight=".7pt"/>
                <v:line id="Line 535" o:spid="_x0000_s1268" style="position:absolute;visibility:visible;mso-wrap-style:square" from="16556,20076" to="16569,2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" strokeweight=".7pt"/>
                <v:line id="Line 536" o:spid="_x0000_s1269" style="position:absolute;visibility:visible;mso-wrap-style:square" from="17782,21105" to="20410,21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" strokeweight=".7pt"/>
                <v:line id="Line 537" o:spid="_x0000_s1270" style="position:absolute;visibility:visible;mso-wrap-style:square" from="21274,21080" to="231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" strokeweight=".7pt"/>
                <v:line id="Line 538" o:spid="_x0000_s1271" style="position:absolute;visibility:visible;mso-wrap-style:square" from="24050,21029" to="26222,2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" strokeweight=".7pt"/>
                <v:line id="Line 539" o:spid="_x0000_s1272" style="position:absolute;visibility:visible;mso-wrap-style:square" from="16861,20229" to="19426,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" strokeweight=".7pt"/>
                <v:line id="Line 540" o:spid="_x0000_s1273" style="position:absolute;visibility:visible;mso-wrap-style:square" from="20664,20153"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9qxAAAAN0AAAAPAAAAZHJzL2Rvd25yZXYueG1sRE/NasJA&#10;EL4LfYdlCl6k2WjB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Igdz2rEAAAA3QAAAA8A&#10;AAAAAAAAAAAAAAAABwIAAGRycy9kb3ducmV2LnhtbFBLBQYAAAAAAwADALcAAAD4AgAAAAA=&#10;" strokeweight=".7pt"/>
                <v:line id="Line 541" o:spid="_x0000_s1274" style="position:absolute;visibility:visible;mso-wrap-style:square" from="23250,20076" to="25142,20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cexAAAAN0AAAAPAAAAZHJzL2Rvd25yZXYueG1sRE/NasJA&#10;EL4LfYdlCl6k2SjF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Af0Vx7EAAAA3QAAAA8A&#10;AAAAAAAAAAAAAAAABwIAAGRycy9kb3ducmV2LnhtbFBLBQYAAAAAAwADALcAAAD4AgAAAAA=&#10;" strokeweight=".7pt"/>
                <v:line id="Line 542" o:spid="_x0000_s1275" style="position:absolute;visibility:visible;mso-wrap-style:square" from="26330,20076" to="28393,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KFxAAAAN0AAAAPAAAAZHJzL2Rvd25yZXYueG1sRE/NasJA&#10;EL4LfYdlCl6k2SjU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Gi48oXEAAAA3QAAAA8A&#10;AAAAAAAAAAAAAAAABwIAAGRycy9kb3ducmV2LnhtbFBLBQYAAAAAAwADALcAAAD4AgAAAAA=&#10;" strokeweight=".7pt"/>
                <v:line id="Line 543" o:spid="_x0000_s1276" style="position:absolute;visibility:visible;mso-wrap-style:square" from="27117,21003" to="29257,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" strokeweight=".7pt"/>
                <v:line id="Line 544" o:spid="_x0000_s1277" style="position:absolute;visibility:visible;mso-wrap-style:square" from="29365,20019"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" strokeweight=".7pt"/>
                <v:line id="Line 545" o:spid="_x0000_s1278" style="position:absolute;flip:x y;visibility:visible;mso-wrap-style:square" from="30198,19625"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" strokeweight=".7pt"/>
                <v:line id="Line 546" o:spid="_x0000_s1279" style="position:absolute;flip:x;visibility:visible;mso-wrap-style:square" from="30382,19968" to="31290,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" strokeweight=".7pt"/>
                <v:line id="Line 547" o:spid="_x0000_s1280" style="position:absolute;flip:x y;visibility:visible;mso-wrap-style:square" from="27390,19695" to="28406,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" strokeweight=".7pt"/>
                <v:line id="Line 548" o:spid="_x0000_s1281" style="position:absolute;flip:x;visibility:visible;mso-wrap-style:square" from="27403,20045" to="28393,20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" strokeweight=".7pt"/>
                <v:line id="Line 549" o:spid="_x0000_s1282" style="position:absolute;flip:x y;visibility:visible;mso-wrap-style:square" from="27796,20654" to="29213,2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" strokeweight=".7pt"/>
                <v:line id="Line 550" o:spid="_x0000_s1283" style="position:absolute;flip:x;visibility:visible;mso-wrap-style:square" from="28057,20927" to="29213,2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" strokeweight=".7pt"/>
                <v:line id="Line 551" o:spid="_x0000_s1284" style="position:absolute;flip:x y;visibility:visible;mso-wrap-style:square" from="25117,20762" to="26266,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" strokeweight=".7pt"/>
                <v:line id="Line 552" o:spid="_x0000_s1285" style="position:absolute;flip:x;visibility:visible;mso-wrap-style:square" from="25117,21003" to="26222,2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" strokeweight=".7pt"/>
                <v:line id="Line 553" o:spid="_x0000_s1286" style="position:absolute;flip:x y;visibility:visible;mso-wrap-style:square" from="24050,19746" to="2521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" strokeweight=".7pt"/>
                <v:line id="Line 554" o:spid="_x0000_s1287" style="position:absolute;flip:x;visibility:visible;mso-wrap-style:square" from="24202,20121" to="25142,20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" strokeweight=".7pt"/>
                <v:line id="Line 555" o:spid="_x0000_s1288" style="position:absolute;flip:x y;visibility:visible;mso-wrap-style:square" from="21014,19848"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" strokeweight=".7pt"/>
                <v:line id="Line 556" o:spid="_x0000_s1289" style="position:absolute;flip:x;visibility:visible;mso-wrap-style:square" from="21045,20197" to="22258,20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" strokeweight=".7pt"/>
                <v:line id="Line 557" o:spid="_x0000_s1290" style="position:absolute;flip:x y;visibility:visible;mso-wrap-style:square" from="22080,20762" to="23097,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" strokeweight=".7pt"/>
                <v:line id="Line 558" o:spid="_x0000_s1291" style="position:absolute;flip:x;visibility:visible;mso-wrap-style:square" from="22106,21029" to="23142,21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" strokeweight=".7pt"/>
                <v:line id="Line 559" o:spid="_x0000_s1292" style="position:absolute;flip:x y;visibility:visible;mso-wrap-style:square" from="19210,20730" to="204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" strokeweight=".7pt"/>
                <v:line id="Line 560" o:spid="_x0000_s1293" style="position:absolute;flip:x;visibility:visible;mso-wrap-style:square" from="19223,21029" to="20410,2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" strokeweight=".7pt"/>
                <v:line id="Line 561" o:spid="_x0000_s1294" style="position:absolute;flip:x y;visibility:visible;mso-wrap-style:square" from="18258,19899" to="19407,20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" strokeweight=".7pt"/>
                <v:line id="Line 562" o:spid="_x0000_s1295" style="position:absolute;flip:x;visibility:visible;mso-wrap-style:square" from="18150,20229" to="19375,20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" strokeweight=".7pt"/>
                <v:rect id="Rectangle 563" o:spid="_x0000_s1296" style="position:absolute;left:40899;top:10729;width:10027;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" stroked="f"/>
                <v:rect id="Rectangle 564" o:spid="_x0000_s1297" style="position:absolute;left:2228;top:25429;width:10396;height:3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" stroked="f"/>
                <v:rect id="Rectangle 565" o:spid="_x0000_s1298" style="position:absolute;left:9894;top:10818;width:11532;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" stroked="f"/>
                <v:rect id="Rectangle 566" o:spid="_x0000_s1299" style="position:absolute;left:10802;top:11364;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" filled="f" stroked="f">
                  <v:textbox style="mso-fit-shape-to-text:t" inset="0,0,0,0">
                    <w:txbxContent>
                      <w:p w14:paraId="4102D485" w14:textId="77777777" w:rsidR="00AC6F01" w:rsidRDefault="00AC6F01" w:rsidP="00F54F68">
                        <w:r>
                          <w:rPr>
                            <w:color w:val="000000"/>
                            <w:lang w:val="en-US"/>
                          </w:rPr>
                          <w:t xml:space="preserve"> </w:t>
                        </w:r>
                      </w:p>
                    </w:txbxContent>
                  </v:textbox>
                </v:rect>
                <v:rect id="Rectangle 567" o:spid="_x0000_s1300" style="position:absolute;left:10802;top:1311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" filled="f" stroked="f">
                  <v:textbox style="mso-fit-shape-to-text:t" inset="0,0,0,0">
                    <w:txbxContent>
                      <w:p w14:paraId="21792B6E" w14:textId="77777777" w:rsidR="00AC6F01" w:rsidRDefault="00AC6F01" w:rsidP="00F54F68">
                        <w:r>
                          <w:rPr>
                            <w:color w:val="000000"/>
                            <w:lang w:val="en-US"/>
                          </w:rPr>
                          <w:t xml:space="preserve"> </w:t>
                        </w:r>
                      </w:p>
                    </w:txbxContent>
                  </v:textbox>
                </v:rect>
                <v:rect id="Rectangle 568" o:spid="_x0000_s1301" style="position:absolute;left:31004;top:27773;width:14931;height:5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" stroked="f"/>
                <v:rect id="Rectangle 569" o:spid="_x0000_s1302" style="position:absolute;left:3263;top:31443;width:14855;height:6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" stroked="f"/>
                <v:rect id="Rectangle 570" o:spid="_x0000_s1303" style="position:absolute;left:9513;top:10729;width:11837;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" stroked="f"/>
                <v:rect id="Rectangle 571" o:spid="_x0000_s1304" style="position:absolute;left:14775;top:10824;width:807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DYwAAAAN0AAAAPAAAAZHJzL2Rvd25yZXYueG1sRE/bisIw&#10;EH0X/Icwgm+aKrK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Ix4g2MAAAADdAAAADwAAAAAA&#10;AAAAAAAAAAAHAgAAZHJzL2Rvd25yZXYueG1sUEsFBgAAAAADAAMAtwAAAPQCAAAAAA==&#10;" filled="f" stroked="f">
                  <v:textbox style="mso-fit-shape-to-text:t" inset="0,0,0,0">
                    <w:txbxContent>
                      <w:p w14:paraId="1D8D599A" w14:textId="77777777" w:rsidR="00AC6F01" w:rsidRDefault="00AC6F01" w:rsidP="00F54F68">
                        <w:r>
                          <w:rPr>
                            <w:color w:val="000000"/>
                            <w:lang w:val="en-US"/>
                          </w:rPr>
                          <w:t>zero adjustment</w:t>
                        </w:r>
                      </w:p>
                    </w:txbxContent>
                  </v:textbox>
                </v:rect>
                <v:rect id="Rectangle 573" o:spid="_x0000_s1305" style="position:absolute;left:11335;top:14361;width:11839;height:2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" stroked="f"/>
                <v:rect id="Rectangle 574" o:spid="_x0000_s1306" style="position:absolute;left:15205;top:15504;width:71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s0wAAAAN0AAAAPAAAAZHJzL2Rvd25yZXYueG1sRE/NisIw&#10;EL4L+w5hBG821YO4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vIAbNMAAAADdAAAADwAAAAAA&#10;AAAAAAAAAAAHAgAAZHJzL2Rvd25yZXYueG1sUEsFBgAAAAADAAMAtwAAAPQCAAAAAA==&#10;" filled="f" stroked="f">
                  <v:textbox style="mso-fit-shape-to-text:t" inset="0,0,0,0">
                    <w:txbxContent>
                      <w:p w14:paraId="3CCEE77A" w14:textId="77777777" w:rsidR="00AC6F01" w:rsidRDefault="00AC6F01" w:rsidP="00F54F68">
                        <w:r>
                          <w:rPr>
                            <w:color w:val="000000"/>
                            <w:lang w:val="en-US"/>
                          </w:rPr>
                          <w:t>sample holder</w:t>
                        </w:r>
                      </w:p>
                    </w:txbxContent>
                  </v:textbox>
                </v:rect>
                <v:rect id="Rectangle 575" o:spid="_x0000_s1307" style="position:absolute;left:19375;top:1486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" filled="f" stroked="f">
                  <v:textbox style="mso-fit-shape-to-text:t" inset="0,0,0,0">
                    <w:txbxContent>
                      <w:p w14:paraId="696A5239" w14:textId="77777777" w:rsidR="00AC6F01" w:rsidRDefault="00AC6F01" w:rsidP="00F54F68">
                        <w:r>
                          <w:rPr>
                            <w:color w:val="000000"/>
                            <w:lang w:val="en-US"/>
                          </w:rPr>
                          <w:t xml:space="preserve"> </w:t>
                        </w:r>
                      </w:p>
                    </w:txbxContent>
                  </v:textbox>
                </v:rect>
                <v:rect id="Rectangle 576" o:spid="_x0000_s1308" style="position:absolute;left:3143;top:25277;width:1301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" stroked="f"/>
                <v:rect id="Rectangle 577" o:spid="_x0000_s1309" style="position:absolute;left:4051;top:25741;width:85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" filled="f" stroked="f">
                  <v:textbox style="mso-fit-shape-to-text:t" inset="0,0,0,0">
                    <w:txbxContent>
                      <w:p w14:paraId="143B8F10" w14:textId="77777777" w:rsidR="00AC6F01" w:rsidRDefault="00AC6F01" w:rsidP="00F54F68">
                        <w:r>
                          <w:rPr>
                            <w:color w:val="000000"/>
                            <w:lang w:val="en-US"/>
                          </w:rPr>
                          <w:t xml:space="preserve">Light source and </w:t>
                        </w:r>
                      </w:p>
                    </w:txbxContent>
                  </v:textbox>
                </v:rect>
                <v:rect id="Rectangle 578" o:spid="_x0000_s1310" style="position:absolute;left:4051;top:27245;width:913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" filled="f" stroked="f">
                  <v:textbox style="mso-fit-shape-to-text:t" inset="0,0,0,0">
                    <w:txbxContent>
                      <w:p w14:paraId="3AF93509" w14:textId="77777777" w:rsidR="00AC6F01" w:rsidRDefault="00AC6F01" w:rsidP="00F54F68">
                        <w:r>
                          <w:rPr>
                            <w:color w:val="000000"/>
                            <w:lang w:val="en-US"/>
                          </w:rPr>
                          <w:t>collimating optics</w:t>
                        </w:r>
                      </w:p>
                    </w:txbxContent>
                  </v:textbox>
                </v:rect>
                <v:rect id="Rectangle 579" o:spid="_x0000_s1311" style="position:absolute;left:13139;top:27245;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" filled="f" stroked="f">
                  <v:textbox style="mso-fit-shape-to-text:t" inset="0,0,0,0">
                    <w:txbxContent>
                      <w:p w14:paraId="6026E160" w14:textId="77777777" w:rsidR="00AC6F01" w:rsidRDefault="00AC6F01" w:rsidP="00F54F68">
                        <w:r>
                          <w:rPr>
                            <w:color w:val="000000"/>
                            <w:lang w:val="en-US"/>
                          </w:rPr>
                          <w:t xml:space="preserve"> </w:t>
                        </w:r>
                      </w:p>
                    </w:txbxContent>
                  </v:textbox>
                </v:rect>
                <v:rect id="Rectangle 580" o:spid="_x0000_s1312" style="position:absolute;left:4051;top:31640;width:15521;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" stroked="f"/>
                <v:rect id="Rectangle 581" o:spid="_x0000_s1313" style="position:absolute;left:4959;top:32110;width:127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ExXwAAAAN0AAAAPAAAAZHJzL2Rvd25yZXYueG1sRE/bagIx&#10;EH0X+g9hCn3TpC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n9hMV8AAAADdAAAADwAAAAAA&#10;AAAAAAAAAAAHAgAAZHJzL2Rvd25yZXYueG1sUEsFBgAAAAADAAMAtwAAAPQCAAAAAA==&#10;" filled="f" stroked="f">
                  <v:textbox style="mso-fit-shape-to-text:t" inset="0,0,0,0">
                    <w:txbxContent>
                      <w:p w14:paraId="14250A4A" w14:textId="77777777" w:rsidR="00AC6F01" w:rsidRDefault="00AC6F01" w:rsidP="00F54F68">
                        <w:r>
                          <w:rPr>
                            <w:color w:val="000000"/>
                            <w:lang w:val="en-US"/>
                          </w:rPr>
                          <w:t xml:space="preserve">Photorecepter in position </w:t>
                        </w:r>
                      </w:p>
                    </w:txbxContent>
                  </v:textbox>
                </v:rect>
                <v:rect id="Rectangle 582" o:spid="_x0000_s1314" style="position:absolute;left:4959;top:33564;width:1072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QjwAAAAN0AAAAPAAAAZHJzL2Rvd25yZXYueG1sRE/bagIx&#10;EH0X+g9hCn3TpI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EDHUI8AAAADdAAAADwAAAAAA&#10;AAAAAAAAAAAHAgAAZHJzL2Rvd25yZXYueG1sUEsFBgAAAAADAAMAtwAAAPQCAAAAAA==&#10;" filled="f" stroked="f">
                  <v:textbox style="mso-fit-shape-to-text:t" inset="0,0,0,0">
                    <w:txbxContent>
                      <w:p w14:paraId="1A711440" w14:textId="77777777" w:rsidR="00AC6F01" w:rsidRDefault="00AC6F01" w:rsidP="00F54F68">
                        <w:r>
                          <w:rPr>
                            <w:color w:val="000000"/>
                            <w:lang w:val="en-US"/>
                          </w:rPr>
                          <w:t xml:space="preserve">for measurement and </w:t>
                        </w:r>
                      </w:p>
                    </w:txbxContent>
                  </v:textbox>
                </v:rect>
                <v:rect id="Rectangle 583" o:spid="_x0000_s1315" style="position:absolute;left:4959;top:35018;width:5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4wAAAAN0AAAAPAAAAZHJzL2Rvd25yZXYueG1sRE/bagIx&#10;EH0X+g9hCn3TpAuK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f31xuMAAAADdAAAADwAAAAAA&#10;AAAAAAAAAAAHAgAAZHJzL2Rvd25yZXYueG1sUEsFBgAAAAADAAMAtwAAAPQCAAAAAA==&#10;" filled="f" stroked="f">
                  <v:textbox style="mso-fit-shape-to-text:t" inset="0,0,0,0">
                    <w:txbxContent>
                      <w:p w14:paraId="6F621DDB" w14:textId="77777777" w:rsidR="00AC6F01" w:rsidRDefault="00AC6F01" w:rsidP="00F54F68">
                        <w:r>
                          <w:rPr>
                            <w:color w:val="000000"/>
                            <w:lang w:val="en-US"/>
                          </w:rPr>
                          <w:t>"</w:t>
                        </w:r>
                      </w:p>
                    </w:txbxContent>
                  </v:textbox>
                </v:rect>
                <v:rect id="Rectangle 584" o:spid="_x0000_s1316" style="position:absolute;left:5492;top:35018;width:38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" filled="f" stroked="f">
                  <v:textbox style="mso-fit-shape-to-text:t" inset="0,0,0,0">
                    <w:txbxContent>
                      <w:p w14:paraId="4C1355EF" w14:textId="77777777" w:rsidR="00AC6F01" w:rsidRDefault="00AC6F01" w:rsidP="00F54F68">
                        <w:r>
                          <w:rPr>
                            <w:color w:val="000000"/>
                            <w:lang w:val="en-US"/>
                          </w:rPr>
                          <w:t>indirect</w:t>
                        </w:r>
                      </w:p>
                    </w:txbxContent>
                  </v:textbox>
                </v:rect>
                <v:rect id="Rectangle 585" o:spid="_x0000_s1317" style="position:absolute;left:9348;top:35018;width:5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" filled="f" stroked="f">
                  <v:textbox style="mso-fit-shape-to-text:t" inset="0,0,0,0">
                    <w:txbxContent>
                      <w:p w14:paraId="22495B8F" w14:textId="77777777" w:rsidR="00AC6F01" w:rsidRDefault="00AC6F01" w:rsidP="00F54F68">
                        <w:r>
                          <w:rPr>
                            <w:color w:val="000000"/>
                            <w:lang w:val="en-US"/>
                          </w:rPr>
                          <w:t>"</w:t>
                        </w:r>
                      </w:p>
                    </w:txbxContent>
                  </v:textbox>
                </v:rect>
                <v:rect id="Rectangle 586" o:spid="_x0000_s1318" style="position:absolute;left:9862;top:35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03D6CD3E" w14:textId="77777777" w:rsidR="00AC6F01" w:rsidRDefault="00AC6F01" w:rsidP="00F54F68">
                        <w:r>
                          <w:rPr>
                            <w:color w:val="000000"/>
                            <w:lang w:val="en-US"/>
                          </w:rPr>
                          <w:t xml:space="preserve"> </w:t>
                        </w:r>
                      </w:p>
                    </w:txbxContent>
                  </v:textbox>
                </v:rect>
                <v:rect id="Rectangle 587" o:spid="_x0000_s1319" style="position:absolute;left:10180;top:35018;width:54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42310780" w14:textId="77777777" w:rsidR="00AC6F01" w:rsidRDefault="00AC6F01" w:rsidP="00F54F68">
                        <w:r>
                          <w:rPr>
                            <w:color w:val="000000"/>
                            <w:lang w:val="en-US"/>
                          </w:rPr>
                          <w:t>calibration</w:t>
                        </w:r>
                      </w:p>
                    </w:txbxContent>
                  </v:textbox>
                </v:rect>
                <v:rect id="Rectangle 588" o:spid="_x0000_s1320" style="position:absolute;left:15584;top:35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18D016B7" w14:textId="77777777" w:rsidR="00AC6F01" w:rsidRDefault="00AC6F01" w:rsidP="00F54F68">
                        <w:r>
                          <w:rPr>
                            <w:color w:val="000000"/>
                            <w:lang w:val="en-US"/>
                          </w:rPr>
                          <w:t xml:space="preserve"> </w:t>
                        </w:r>
                      </w:p>
                    </w:txbxContent>
                  </v:textbox>
                </v:rect>
                <v:rect id="Rectangle 589" o:spid="_x0000_s1321" style="position:absolute;left:41381;top:9821;width:8923;height:4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" stroked="f"/>
                <v:rect id="Rectangle 590" o:spid="_x0000_s1322" style="position:absolute;left:41175;top:10170;width:57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72C49442" w14:textId="77777777" w:rsidR="00AC6F01" w:rsidRDefault="00AC6F01" w:rsidP="00F54F68">
                        <w:r>
                          <w:rPr>
                            <w:color w:val="000000"/>
                            <w:lang w:val="en-US"/>
                          </w:rPr>
                          <w:t xml:space="preserve">Calibration </w:t>
                        </w:r>
                      </w:p>
                    </w:txbxContent>
                  </v:textbox>
                </v:rect>
                <v:rect id="Rectangle 591" o:spid="_x0000_s1323" style="position:absolute;left:41314;top:11568;width:5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02A20C56" w14:textId="77777777" w:rsidR="00AC6F01" w:rsidRDefault="00AC6F01" w:rsidP="00F54F68">
                        <w:r>
                          <w:rPr>
                            <w:color w:val="000000"/>
                            <w:lang w:val="en-US"/>
                          </w:rPr>
                          <w:t>adjustment</w:t>
                        </w:r>
                      </w:p>
                    </w:txbxContent>
                  </v:textbox>
                </v:rect>
                <v:rect id="Rectangle 592" o:spid="_x0000_s1324" style="position:absolute;left:47846;top:1178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L+wAAAAN0AAAAPAAAAZHJzL2Rvd25yZXYueG1sRE/bisIw&#10;EH1f8B/CCL6tqU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lehC/sAAAADdAAAADwAAAAAA&#10;AAAAAAAAAAAHAgAAZHJzL2Rvd25yZXYueG1sUEsFBgAAAAADAAMAtwAAAPQCAAAAAA==&#10;" filled="f" stroked="f">
                  <v:textbox style="mso-fit-shape-to-text:t" inset="0,0,0,0">
                    <w:txbxContent>
                      <w:p w14:paraId="69283EFF" w14:textId="77777777" w:rsidR="00AC6F01" w:rsidRDefault="00AC6F01" w:rsidP="00F54F68">
                        <w:r>
                          <w:rPr>
                            <w:color w:val="000000"/>
                            <w:lang w:val="en-US"/>
                          </w:rPr>
                          <w:t xml:space="preserve"> </w:t>
                        </w:r>
                      </w:p>
                    </w:txbxContent>
                  </v:textbox>
                </v:rect>
                <v:rect id="Rectangle 593" o:spid="_x0000_s1325" style="position:absolute;left:30953;top:26655;width:15935;height:4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" stroked="f"/>
                <v:rect id="Rectangle 594" o:spid="_x0000_s1326" style="position:absolute;left:31881;top:27138;width:125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1D6CC9D3" w14:textId="77777777" w:rsidR="00AC6F01" w:rsidRDefault="00AC6F01" w:rsidP="00F54F68">
                        <w:r>
                          <w:rPr>
                            <w:color w:val="000000"/>
                            <w:lang w:val="en-US"/>
                          </w:rPr>
                          <w:t xml:space="preserve">Receptor arm in position </w:t>
                        </w:r>
                      </w:p>
                    </w:txbxContent>
                  </v:textbox>
                </v:rect>
                <v:rect id="Rectangle 595" o:spid="_x0000_s1327" style="position:absolute;left:31881;top:28604;width:14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73D2545E" w14:textId="77777777" w:rsidR="00AC6F01" w:rsidRDefault="00AC6F01" w:rsidP="00F54F68">
                        <w:r>
                          <w:rPr>
                            <w:color w:val="000000"/>
                            <w:lang w:val="en-US"/>
                          </w:rPr>
                          <w:t xml:space="preserve">for </w:t>
                        </w:r>
                      </w:p>
                    </w:txbxContent>
                  </v:textbox>
                </v:rect>
                <v:rect id="Rectangle 596" o:spid="_x0000_s1328" style="position:absolute;left:33671;top:28604;width:5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5C94097E" w14:textId="77777777" w:rsidR="00AC6F01" w:rsidRDefault="00AC6F01" w:rsidP="00F54F68">
                        <w:r>
                          <w:rPr>
                            <w:color w:val="000000"/>
                            <w:lang w:val="en-US"/>
                          </w:rPr>
                          <w:t>"</w:t>
                        </w:r>
                      </w:p>
                    </w:txbxContent>
                  </v:textbox>
                </v:rect>
                <v:rect id="Rectangle 597" o:spid="_x0000_s1329" style="position:absolute;left:34205;top:28604;width:2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61440B0E" w14:textId="77777777" w:rsidR="00AC6F01" w:rsidRDefault="00AC6F01" w:rsidP="00F54F68">
                        <w:r>
                          <w:rPr>
                            <w:color w:val="000000"/>
                            <w:lang w:val="en-US"/>
                          </w:rPr>
                          <w:t>direct</w:t>
                        </w:r>
                      </w:p>
                    </w:txbxContent>
                  </v:textbox>
                </v:rect>
                <v:rect id="Rectangle 598" o:spid="_x0000_s1330" style="position:absolute;left:37068;top:28604;width:52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" filled="f" stroked="f">
                  <v:textbox style="mso-fit-shape-to-text:t" inset="0,0,0,0">
                    <w:txbxContent>
                      <w:p w14:paraId="777A7E3D" w14:textId="77777777" w:rsidR="00AC6F01" w:rsidRDefault="00AC6F01" w:rsidP="00F54F68">
                        <w:r>
                          <w:rPr>
                            <w:color w:val="000000"/>
                            <w:lang w:val="en-US"/>
                          </w:rPr>
                          <w:t>"</w:t>
                        </w:r>
                      </w:p>
                    </w:txbxContent>
                  </v:textbox>
                </v:rect>
                <v:rect id="Rectangle 599" o:spid="_x0000_s1331" style="position:absolute;left:37603;top:28604;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" filled="f" stroked="f">
                  <v:textbox style="mso-fit-shape-to-text:t" inset="0,0,0,0">
                    <w:txbxContent>
                      <w:p w14:paraId="7D011453" w14:textId="77777777" w:rsidR="00AC6F01" w:rsidRDefault="00AC6F01" w:rsidP="00F54F68">
                        <w:r>
                          <w:rPr>
                            <w:color w:val="000000"/>
                            <w:lang w:val="en-US"/>
                          </w:rPr>
                          <w:t xml:space="preserve"> </w:t>
                        </w:r>
                      </w:p>
                    </w:txbxContent>
                  </v:textbox>
                </v:rect>
                <v:rect id="Rectangle 600" o:spid="_x0000_s1332" style="position:absolute;left:37920;top:28604;width:54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" filled="f" stroked="f">
                  <v:textbox style="mso-fit-shape-to-text:t" inset="0,0,0,0">
                    <w:txbxContent>
                      <w:p w14:paraId="143F1F4B" w14:textId="77777777" w:rsidR="00AC6F01" w:rsidRDefault="00AC6F01" w:rsidP="00F54F68">
                        <w:r>
                          <w:rPr>
                            <w:color w:val="000000"/>
                            <w:lang w:val="en-US"/>
                          </w:rPr>
                          <w:t>calibration</w:t>
                        </w:r>
                      </w:p>
                    </w:txbxContent>
                  </v:textbox>
                </v:rect>
                <v:rect id="Rectangle 601" o:spid="_x0000_s1333" style="position:absolute;left:43312;top:28604;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" filled="f" stroked="f">
                  <v:textbox style="mso-fit-shape-to-text:t" inset="0,0,0,0">
                    <w:txbxContent>
                      <w:p w14:paraId="2265A0F0" w14:textId="77777777" w:rsidR="00AC6F01" w:rsidRDefault="00AC6F01" w:rsidP="00F54F68">
                        <w:r>
                          <w:rPr>
                            <w:color w:val="000000"/>
                            <w:lang w:val="en-US"/>
                          </w:rPr>
                          <w:t xml:space="preserve"> </w:t>
                        </w:r>
                      </w:p>
                    </w:txbxContent>
                  </v:textbox>
                </v:rect>
                <w10:anchorlock/>
              </v:group>
            </w:pict>
          </mc:Fallback>
        </mc:AlternateContent>
      </w:r>
    </w:p>
    <w:p w14:paraId="42B82C5B" w14:textId="77777777" w:rsidR="00F54F68" w:rsidRPr="00F54F68" w:rsidRDefault="00F54F68" w:rsidP="00F54F68">
      <w:pPr>
        <w:jc w:val="center"/>
      </w:pPr>
      <w:bookmarkStart w:id="53" w:name="_MON_1088340465"/>
      <w:bookmarkStart w:id="54" w:name="_MON_1088399835"/>
      <w:bookmarkStart w:id="55" w:name="_MON_1088401566"/>
      <w:bookmarkStart w:id="56" w:name="_MON_1088401592"/>
      <w:bookmarkStart w:id="57" w:name="_MON_1088405963"/>
      <w:bookmarkStart w:id="58" w:name="_MON_1188639441"/>
      <w:bookmarkStart w:id="59" w:name="_MON_1390996071"/>
      <w:bookmarkStart w:id="60" w:name="_MON_1430308640"/>
      <w:bookmarkStart w:id="61" w:name="_MON_1430308693"/>
      <w:bookmarkStart w:id="62" w:name="_MON_1430308715"/>
      <w:bookmarkStart w:id="63" w:name="_MON_1088340381"/>
      <w:bookmarkEnd w:id="53"/>
      <w:bookmarkEnd w:id="54"/>
      <w:bookmarkEnd w:id="55"/>
      <w:bookmarkEnd w:id="56"/>
      <w:bookmarkEnd w:id="57"/>
      <w:bookmarkEnd w:id="58"/>
      <w:bookmarkEnd w:id="59"/>
      <w:bookmarkEnd w:id="60"/>
      <w:bookmarkEnd w:id="61"/>
      <w:bookmarkEnd w:id="62"/>
      <w:bookmarkEnd w:id="63"/>
    </w:p>
    <w:p w14:paraId="2E8A833D" w14:textId="77777777" w:rsidR="00F54F68" w:rsidRPr="00F54F68" w:rsidRDefault="00F54F68" w:rsidP="00F54F68">
      <w:pPr>
        <w:keepNext/>
        <w:keepLines/>
        <w:spacing w:before="120" w:after="240" w:line="240" w:lineRule="auto"/>
        <w:ind w:left="1134"/>
        <w:outlineLvl w:val="0"/>
      </w:pPr>
      <w:r w:rsidRPr="00F54F68">
        <w:t>Figure 2</w:t>
      </w:r>
      <w:r w:rsidRPr="00F54F68">
        <w:br/>
      </w:r>
      <w:r w:rsidRPr="00F54F68">
        <w:rPr>
          <w:b/>
        </w:rPr>
        <w:t>Generalised reflectometer, incorporating an integrating sphere in the receiver</w:t>
      </w:r>
    </w:p>
    <w:bookmarkStart w:id="64" w:name="_MON_1390996214"/>
    <w:bookmarkStart w:id="65" w:name="_MON_1088401881"/>
    <w:bookmarkStart w:id="66" w:name="_MON_1088402039"/>
    <w:bookmarkStart w:id="67" w:name="_MON_1088402602"/>
    <w:bookmarkStart w:id="68" w:name="_MON_1088403894"/>
    <w:bookmarkStart w:id="69" w:name="_MON_1188639516"/>
    <w:bookmarkStart w:id="70" w:name="_MON_1188639579"/>
    <w:bookmarkStart w:id="71" w:name="_MON_1188639586"/>
    <w:bookmarkEnd w:id="64"/>
    <w:bookmarkEnd w:id="65"/>
    <w:bookmarkEnd w:id="66"/>
    <w:bookmarkEnd w:id="67"/>
    <w:bookmarkEnd w:id="68"/>
    <w:bookmarkEnd w:id="69"/>
    <w:bookmarkEnd w:id="70"/>
    <w:bookmarkEnd w:id="71"/>
    <w:p w14:paraId="12D98F62" w14:textId="77777777" w:rsidR="00F54F68" w:rsidRPr="00F54F68" w:rsidRDefault="00F54F68" w:rsidP="00F54F68">
      <w:pPr>
        <w:keepNext/>
        <w:keepLines/>
        <w:ind w:left="1134"/>
        <w:jc w:val="center"/>
        <w:rPr>
          <w:u w:val="single"/>
        </w:rPr>
      </w:pPr>
      <w:r w:rsidRPr="00F54F68">
        <w:rPr>
          <w:noProof/>
          <w:u w:val="single"/>
          <w:lang w:val="en-US" w:eastAsia="ja-JP"/>
        </w:rPr>
        <mc:AlternateContent>
          <mc:Choice Requires="wpc">
            <w:drawing>
              <wp:inline distT="0" distB="0" distL="0" distR="0" wp14:anchorId="4EB2D3A6" wp14:editId="3D6E5B60">
                <wp:extent cx="8806180" cy="3257550"/>
                <wp:effectExtent l="13335" t="8890" r="635" b="10160"/>
                <wp:docPr id="926"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 name="Oval 7"/>
                        <wps:cNvSpPr>
                          <a:spLocks noChangeArrowheads="1"/>
                        </wps:cNvSpPr>
                        <wps:spPr bwMode="auto">
                          <a:xfrm>
                            <a:off x="0" y="1802130"/>
                            <a:ext cx="1093470" cy="11042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Rectangle 8"/>
                        <wps:cNvSpPr>
                          <a:spLocks noChangeArrowheads="1"/>
                        </wps:cNvSpPr>
                        <wps:spPr bwMode="auto">
                          <a:xfrm>
                            <a:off x="2727960" y="1086485"/>
                            <a:ext cx="1194435" cy="6400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Rectangle 9"/>
                        <wps:cNvSpPr>
                          <a:spLocks noChangeArrowheads="1"/>
                        </wps:cNvSpPr>
                        <wps:spPr bwMode="auto">
                          <a:xfrm>
                            <a:off x="2639695" y="1023620"/>
                            <a:ext cx="1345565" cy="11423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Line 10"/>
                        <wps:cNvCnPr>
                          <a:cxnSpLocks noChangeShapeType="1"/>
                        </wps:cNvCnPr>
                        <wps:spPr bwMode="auto">
                          <a:xfrm>
                            <a:off x="2878455" y="1538605"/>
                            <a:ext cx="440055" cy="1377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 name="Freeform 11"/>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2"/>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13"/>
                        <wps:cNvCnPr>
                          <a:cxnSpLocks noChangeShapeType="1"/>
                        </wps:cNvCnPr>
                        <wps:spPr bwMode="auto">
                          <a:xfrm>
                            <a:off x="2866390" y="1525905"/>
                            <a:ext cx="37465"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
                        <wps:cNvCnPr>
                          <a:cxnSpLocks noChangeShapeType="1"/>
                        </wps:cNvCnPr>
                        <wps:spPr bwMode="auto">
                          <a:xfrm flipV="1">
                            <a:off x="2828290" y="1513205"/>
                            <a:ext cx="8763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15"/>
                        <wps:cNvSpPr>
                          <a:spLocks noChangeArrowheads="1"/>
                        </wps:cNvSpPr>
                        <wps:spPr bwMode="auto">
                          <a:xfrm>
                            <a:off x="2727960" y="14249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ED0C7" w14:textId="77777777" w:rsidR="00AC6F01" w:rsidRDefault="00AC6F01" w:rsidP="00F54F68">
                              <w:r>
                                <w:rPr>
                                  <w:color w:val="000000"/>
                                  <w:sz w:val="14"/>
                                  <w:szCs w:val="14"/>
                                  <w:lang w:val="en-US"/>
                                </w:rPr>
                                <w:t>0</w:t>
                              </w:r>
                            </w:p>
                          </w:txbxContent>
                        </wps:txbx>
                        <wps:bodyPr rot="0" vert="horz" wrap="none" lIns="0" tIns="0" rIns="0" bIns="0" anchor="t" anchorCtr="0">
                          <a:spAutoFit/>
                        </wps:bodyPr>
                      </wps:wsp>
                      <wps:wsp>
                        <wps:cNvPr id="48" name="Rectangle 16"/>
                        <wps:cNvSpPr>
                          <a:spLocks noChangeArrowheads="1"/>
                        </wps:cNvSpPr>
                        <wps:spPr bwMode="auto">
                          <a:xfrm>
                            <a:off x="2778125" y="137477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9F006"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50" name="Line 17"/>
                        <wps:cNvCnPr>
                          <a:cxnSpLocks noChangeShapeType="1"/>
                        </wps:cNvCnPr>
                        <wps:spPr bwMode="auto">
                          <a:xfrm>
                            <a:off x="2840990" y="1525905"/>
                            <a:ext cx="2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2882265" y="139509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296672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3079750" y="1223645"/>
                            <a:ext cx="381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4" name="Line 21"/>
                        <wps:cNvCnPr>
                          <a:cxnSpLocks noChangeShapeType="1"/>
                        </wps:cNvCnPr>
                        <wps:spPr bwMode="auto">
                          <a:xfrm>
                            <a:off x="3195955" y="1183005"/>
                            <a:ext cx="20320" cy="61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5" name="Line 22"/>
                        <wps:cNvCnPr>
                          <a:cxnSpLocks noChangeShapeType="1"/>
                        </wps:cNvCnPr>
                        <wps:spPr bwMode="auto">
                          <a:xfrm flipH="1">
                            <a:off x="3298825" y="117411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8" name="Line 23"/>
                        <wps:cNvCnPr>
                          <a:cxnSpLocks noChangeShapeType="1"/>
                        </wps:cNvCnPr>
                        <wps:spPr bwMode="auto">
                          <a:xfrm>
                            <a:off x="3406775" y="1186815"/>
                            <a:ext cx="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3" name="Line 24"/>
                        <wps:cNvCnPr>
                          <a:cxnSpLocks noChangeShapeType="1"/>
                        </wps:cNvCnPr>
                        <wps:spPr bwMode="auto">
                          <a:xfrm flipH="1">
                            <a:off x="3507105" y="1224280"/>
                            <a:ext cx="38100" cy="50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Line 25"/>
                        <wps:cNvCnPr>
                          <a:cxnSpLocks noChangeShapeType="1"/>
                        </wps:cNvCnPr>
                        <wps:spPr bwMode="auto">
                          <a:xfrm flipH="1">
                            <a:off x="360807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5" name="Line 26"/>
                        <wps:cNvCnPr>
                          <a:cxnSpLocks noChangeShapeType="1"/>
                        </wps:cNvCnPr>
                        <wps:spPr bwMode="auto">
                          <a:xfrm flipH="1">
                            <a:off x="3682365" y="140017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5" name="Line 27"/>
                        <wps:cNvCnPr>
                          <a:cxnSpLocks noChangeShapeType="1"/>
                        </wps:cNvCnPr>
                        <wps:spPr bwMode="auto">
                          <a:xfrm flipH="1">
                            <a:off x="3736340" y="1538605"/>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0" name="Line 28"/>
                        <wps:cNvCnPr>
                          <a:cxnSpLocks noChangeShapeType="1"/>
                        </wps:cNvCnPr>
                        <wps:spPr bwMode="auto">
                          <a:xfrm>
                            <a:off x="3745865" y="1400175"/>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29"/>
                        <wps:cNvSpPr>
                          <a:spLocks noChangeArrowheads="1"/>
                        </wps:cNvSpPr>
                        <wps:spPr bwMode="auto">
                          <a:xfrm>
                            <a:off x="3807460" y="129984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FFF83" w14:textId="77777777" w:rsidR="00AC6F01" w:rsidRDefault="00AC6F01" w:rsidP="00F54F68">
                              <w:r>
                                <w:rPr>
                                  <w:color w:val="000000"/>
                                  <w:sz w:val="14"/>
                                  <w:szCs w:val="14"/>
                                  <w:lang w:val="en-US"/>
                                </w:rPr>
                                <w:t>10</w:t>
                              </w:r>
                            </w:p>
                          </w:txbxContent>
                        </wps:txbx>
                        <wps:bodyPr rot="0" vert="horz" wrap="none" lIns="0" tIns="0" rIns="0" bIns="0" anchor="t" anchorCtr="0">
                          <a:spAutoFit/>
                        </wps:bodyPr>
                      </wps:wsp>
                      <wps:wsp>
                        <wps:cNvPr id="103" name="Rectangle 30"/>
                        <wps:cNvSpPr>
                          <a:spLocks noChangeArrowheads="1"/>
                        </wps:cNvSpPr>
                        <wps:spPr bwMode="auto">
                          <a:xfrm>
                            <a:off x="3859530" y="13500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A104A"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104" name="Rectangle 31"/>
                        <wps:cNvSpPr>
                          <a:spLocks noChangeArrowheads="1"/>
                        </wps:cNvSpPr>
                        <wps:spPr bwMode="auto">
                          <a:xfrm>
                            <a:off x="3814445" y="14503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0D4A7" w14:textId="77777777" w:rsidR="00AC6F01" w:rsidRDefault="00AC6F01" w:rsidP="00F54F68">
                              <w:r>
                                <w:rPr>
                                  <w:color w:val="000000"/>
                                  <w:sz w:val="14"/>
                                  <w:szCs w:val="14"/>
                                  <w:lang w:val="en-US"/>
                                </w:rPr>
                                <w:t>0</w:t>
                              </w:r>
                            </w:p>
                          </w:txbxContent>
                        </wps:txbx>
                        <wps:bodyPr rot="0" vert="horz" wrap="none" lIns="0" tIns="0" rIns="0" bIns="0" anchor="t" anchorCtr="0">
                          <a:spAutoFit/>
                        </wps:bodyPr>
                      </wps:wsp>
                      <wps:wsp>
                        <wps:cNvPr id="105" name="Rectangle 32"/>
                        <wps:cNvSpPr>
                          <a:spLocks noChangeArrowheads="1"/>
                        </wps:cNvSpPr>
                        <wps:spPr bwMode="auto">
                          <a:xfrm>
                            <a:off x="3250565" y="103060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55B8" w14:textId="77777777" w:rsidR="00AC6F01" w:rsidRDefault="00AC6F01" w:rsidP="00F54F68">
                              <w:r>
                                <w:rPr>
                                  <w:color w:val="000000"/>
                                  <w:sz w:val="14"/>
                                  <w:szCs w:val="14"/>
                                  <w:lang w:val="en-US"/>
                                </w:rPr>
                                <w:t>50</w:t>
                              </w:r>
                            </w:p>
                          </w:txbxContent>
                        </wps:txbx>
                        <wps:bodyPr rot="0" vert="horz" wrap="none" lIns="0" tIns="0" rIns="0" bIns="0" anchor="t" anchorCtr="0">
                          <a:spAutoFit/>
                        </wps:bodyPr>
                      </wps:wsp>
                      <wps:wsp>
                        <wps:cNvPr id="106" name="Rectangle 33"/>
                        <wps:cNvSpPr>
                          <a:spLocks noChangeArrowheads="1"/>
                        </wps:cNvSpPr>
                        <wps:spPr bwMode="auto">
                          <a:xfrm>
                            <a:off x="3343910" y="10483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0D17F"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107" name="Line 34"/>
                        <wps:cNvCnPr>
                          <a:cxnSpLocks noChangeShapeType="1"/>
                        </wps:cNvCnPr>
                        <wps:spPr bwMode="auto">
                          <a:xfrm>
                            <a:off x="3482340" y="1626235"/>
                            <a:ext cx="7664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35"/>
                        <wps:cNvCnPr>
                          <a:cxnSpLocks noChangeShapeType="1"/>
                        </wps:cNvCnPr>
                        <wps:spPr bwMode="auto">
                          <a:xfrm>
                            <a:off x="3482340" y="1626235"/>
                            <a:ext cx="876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36"/>
                        <wps:cNvCnPr>
                          <a:cxnSpLocks noChangeShapeType="1"/>
                        </wps:cNvCnPr>
                        <wps:spPr bwMode="auto">
                          <a:xfrm flipV="1">
                            <a:off x="3482340" y="1588770"/>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7"/>
                        <wps:cNvCnPr>
                          <a:cxnSpLocks noChangeShapeType="1"/>
                        </wps:cNvCnPr>
                        <wps:spPr bwMode="auto">
                          <a:xfrm>
                            <a:off x="3808730" y="1939925"/>
                            <a:ext cx="4400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38"/>
                        <wps:cNvCnPr>
                          <a:cxnSpLocks noChangeShapeType="1"/>
                        </wps:cNvCnPr>
                        <wps:spPr bwMode="auto">
                          <a:xfrm>
                            <a:off x="3821430" y="1939925"/>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2" name="Line 39"/>
                        <wps:cNvCnPr>
                          <a:cxnSpLocks noChangeShapeType="1"/>
                        </wps:cNvCnPr>
                        <wps:spPr bwMode="auto">
                          <a:xfrm flipV="1">
                            <a:off x="3821430" y="1877060"/>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3" name="Line 40"/>
                        <wps:cNvCnPr>
                          <a:cxnSpLocks noChangeShapeType="1"/>
                        </wps:cNvCnPr>
                        <wps:spPr bwMode="auto">
                          <a:xfrm>
                            <a:off x="2350770" y="1952625"/>
                            <a:ext cx="4902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Line 41"/>
                        <wps:cNvCnPr>
                          <a:cxnSpLocks noChangeShapeType="1"/>
                        </wps:cNvCnPr>
                        <wps:spPr bwMode="auto">
                          <a:xfrm flipH="1" flipV="1">
                            <a:off x="2727960" y="1914525"/>
                            <a:ext cx="100330"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5" name="Line 42"/>
                        <wps:cNvCnPr>
                          <a:cxnSpLocks noChangeShapeType="1"/>
                        </wps:cNvCnPr>
                        <wps:spPr bwMode="auto">
                          <a:xfrm flipH="1">
                            <a:off x="2740660" y="1952625"/>
                            <a:ext cx="749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6" name="Rectangle 43"/>
                        <wps:cNvSpPr>
                          <a:spLocks noChangeArrowheads="1"/>
                        </wps:cNvSpPr>
                        <wps:spPr bwMode="auto">
                          <a:xfrm>
                            <a:off x="4298950" y="1475105"/>
                            <a:ext cx="821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CE56B" w14:textId="77777777" w:rsidR="00AC6F01" w:rsidRDefault="00AC6F01" w:rsidP="00F54F68">
                              <w:r>
                                <w:rPr>
                                  <w:color w:val="000000"/>
                                  <w:lang w:val="en-US"/>
                                </w:rPr>
                                <w:t>Reflectance (%)</w:t>
                              </w:r>
                            </w:p>
                          </w:txbxContent>
                        </wps:txbx>
                        <wps:bodyPr rot="0" vert="horz" wrap="none" lIns="0" tIns="0" rIns="0" bIns="0" anchor="t" anchorCtr="0">
                          <a:spAutoFit/>
                        </wps:bodyPr>
                      </wps:wsp>
                      <wps:wsp>
                        <wps:cNvPr id="117" name="Rectangle 44"/>
                        <wps:cNvSpPr>
                          <a:spLocks noChangeArrowheads="1"/>
                        </wps:cNvSpPr>
                        <wps:spPr bwMode="auto">
                          <a:xfrm>
                            <a:off x="5028565" y="147510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D4974"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118" name="Rectangle 45"/>
                        <wps:cNvSpPr>
                          <a:spLocks noChangeArrowheads="1"/>
                        </wps:cNvSpPr>
                        <wps:spPr bwMode="auto">
                          <a:xfrm>
                            <a:off x="2981325" y="643255"/>
                            <a:ext cx="6496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77F9C" w14:textId="77777777" w:rsidR="00AC6F01" w:rsidRDefault="00AC6F01" w:rsidP="00F54F68">
                              <w:pPr>
                                <w:rPr>
                                  <w:color w:val="000000"/>
                                  <w:lang w:val="en-US"/>
                                </w:rPr>
                              </w:pPr>
                              <w:r>
                                <w:rPr>
                                  <w:color w:val="000000"/>
                                  <w:lang w:val="en-US"/>
                                </w:rPr>
                                <w:t>Meter with</w:t>
                              </w:r>
                            </w:p>
                            <w:p w14:paraId="5C07702B" w14:textId="77777777" w:rsidR="00AC6F01" w:rsidRDefault="00AC6F01" w:rsidP="00F54F68">
                              <w:pPr>
                                <w:rPr>
                                  <w:color w:val="000000"/>
                                  <w:lang w:val="en-US"/>
                                </w:rPr>
                              </w:pPr>
                              <w:r>
                                <w:rPr>
                                  <w:color w:val="000000"/>
                                  <w:lang w:val="en-US"/>
                                </w:rPr>
                                <w:t>Adjustement</w:t>
                              </w:r>
                            </w:p>
                          </w:txbxContent>
                        </wps:txbx>
                        <wps:bodyPr rot="0" vert="horz" wrap="none" lIns="0" tIns="0" rIns="0" bIns="0" anchor="t" anchorCtr="0">
                          <a:spAutoFit/>
                        </wps:bodyPr>
                      </wps:wsp>
                      <wps:wsp>
                        <wps:cNvPr id="119" name="Rectangle 46"/>
                        <wps:cNvSpPr>
                          <a:spLocks noChangeArrowheads="1"/>
                        </wps:cNvSpPr>
                        <wps:spPr bwMode="auto">
                          <a:xfrm>
                            <a:off x="3293745" y="848360"/>
                            <a:ext cx="26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0AE82" w14:textId="77777777" w:rsidR="00AC6F01" w:rsidRDefault="00AC6F01" w:rsidP="00F54F68">
                              <w:r>
                                <w:rPr>
                                  <w:color w:val="000000"/>
                                  <w:sz w:val="16"/>
                                  <w:szCs w:val="16"/>
                                  <w:lang w:val="en-US"/>
                                </w:rPr>
                                <w:t xml:space="preserve"> </w:t>
                              </w:r>
                            </w:p>
                          </w:txbxContent>
                        </wps:txbx>
                        <wps:bodyPr rot="0" vert="horz" wrap="none" lIns="0" tIns="0" rIns="0" bIns="0" anchor="t" anchorCtr="0">
                          <a:spAutoFit/>
                        </wps:bodyPr>
                      </wps:wsp>
                      <wps:wsp>
                        <wps:cNvPr id="120" name="Rectangle 47"/>
                        <wps:cNvSpPr>
                          <a:spLocks noChangeArrowheads="1"/>
                        </wps:cNvSpPr>
                        <wps:spPr bwMode="auto">
                          <a:xfrm>
                            <a:off x="3218180" y="9480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8D686"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121" name="Line 48"/>
                        <wps:cNvCnPr>
                          <a:cxnSpLocks noChangeShapeType="1"/>
                        </wps:cNvCnPr>
                        <wps:spPr bwMode="auto">
                          <a:xfrm flipH="1">
                            <a:off x="3376295" y="2153285"/>
                            <a:ext cx="5080" cy="177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2" name="Line 49"/>
                        <wps:cNvCnPr>
                          <a:cxnSpLocks noChangeShapeType="1"/>
                        </wps:cNvCnPr>
                        <wps:spPr bwMode="auto">
                          <a:xfrm flipH="1">
                            <a:off x="1257300" y="2316480"/>
                            <a:ext cx="212407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3" name="Line 50"/>
                        <wps:cNvCnPr>
                          <a:cxnSpLocks noChangeShapeType="1"/>
                        </wps:cNvCnPr>
                        <wps:spPr bwMode="auto">
                          <a:xfrm flipV="1">
                            <a:off x="1087120" y="2178050"/>
                            <a:ext cx="125730"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4" name="Line 51"/>
                        <wps:cNvCnPr>
                          <a:cxnSpLocks noChangeShapeType="1"/>
                        </wps:cNvCnPr>
                        <wps:spPr bwMode="auto">
                          <a:xfrm>
                            <a:off x="1093470" y="2466975"/>
                            <a:ext cx="113030"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52"/>
                        <wps:cNvCnPr>
                          <a:cxnSpLocks noChangeShapeType="1"/>
                        </wps:cNvCnPr>
                        <wps:spPr bwMode="auto">
                          <a:xfrm flipV="1">
                            <a:off x="788670" y="1776730"/>
                            <a:ext cx="62865" cy="755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53"/>
                        <wps:cNvCnPr>
                          <a:cxnSpLocks noChangeShapeType="1"/>
                        </wps:cNvCnPr>
                        <wps:spPr bwMode="auto">
                          <a:xfrm flipV="1">
                            <a:off x="1049655" y="2058035"/>
                            <a:ext cx="9080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7" name="Line 54"/>
                        <wps:cNvCnPr>
                          <a:cxnSpLocks noChangeShapeType="1"/>
                        </wps:cNvCnPr>
                        <wps:spPr bwMode="auto">
                          <a:xfrm flipH="1">
                            <a:off x="1483360" y="521970"/>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2" name="Line 55"/>
                        <wps:cNvCnPr>
                          <a:cxnSpLocks noChangeShapeType="1"/>
                        </wps:cNvCnPr>
                        <wps:spPr bwMode="auto">
                          <a:xfrm>
                            <a:off x="1470660" y="60960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3" name="Line 56"/>
                        <wps:cNvCnPr>
                          <a:cxnSpLocks noChangeShapeType="1"/>
                        </wps:cNvCnPr>
                        <wps:spPr bwMode="auto">
                          <a:xfrm flipV="1">
                            <a:off x="1483360" y="647065"/>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4" name="Line 57"/>
                        <wps:cNvCnPr>
                          <a:cxnSpLocks noChangeShapeType="1"/>
                        </wps:cNvCnPr>
                        <wps:spPr bwMode="auto">
                          <a:xfrm flipH="1">
                            <a:off x="1383030" y="748030"/>
                            <a:ext cx="62865" cy="1250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5" name="Line 58"/>
                        <wps:cNvCnPr>
                          <a:cxnSpLocks noChangeShapeType="1"/>
                        </wps:cNvCnPr>
                        <wps:spPr bwMode="auto">
                          <a:xfrm flipH="1">
                            <a:off x="1257300" y="1023620"/>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6" name="Line 59"/>
                        <wps:cNvCnPr>
                          <a:cxnSpLocks noChangeShapeType="1"/>
                        </wps:cNvCnPr>
                        <wps:spPr bwMode="auto">
                          <a:xfrm flipH="1">
                            <a:off x="1131570" y="1312545"/>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7" name="Line 60"/>
                        <wps:cNvCnPr>
                          <a:cxnSpLocks noChangeShapeType="1"/>
                        </wps:cNvCnPr>
                        <wps:spPr bwMode="auto">
                          <a:xfrm flipH="1">
                            <a:off x="980440" y="1563370"/>
                            <a:ext cx="113030" cy="188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8" name="Line 61"/>
                        <wps:cNvCnPr>
                          <a:cxnSpLocks noChangeShapeType="1"/>
                        </wps:cNvCnPr>
                        <wps:spPr bwMode="auto">
                          <a:xfrm>
                            <a:off x="1370330" y="82296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9" name="Line 62"/>
                        <wps:cNvCnPr>
                          <a:cxnSpLocks noChangeShapeType="1"/>
                        </wps:cNvCnPr>
                        <wps:spPr bwMode="auto">
                          <a:xfrm>
                            <a:off x="1244600" y="1123950"/>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0" name="Line 63"/>
                        <wps:cNvCnPr>
                          <a:cxnSpLocks noChangeShapeType="1"/>
                        </wps:cNvCnPr>
                        <wps:spPr bwMode="auto">
                          <a:xfrm>
                            <a:off x="1118870" y="1412875"/>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1" name="Line 64"/>
                        <wps:cNvCnPr>
                          <a:cxnSpLocks noChangeShapeType="1"/>
                        </wps:cNvCnPr>
                        <wps:spPr bwMode="auto">
                          <a:xfrm>
                            <a:off x="980440" y="170116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2" name="Line 65"/>
                        <wps:cNvCnPr>
                          <a:cxnSpLocks noChangeShapeType="1"/>
                        </wps:cNvCnPr>
                        <wps:spPr bwMode="auto">
                          <a:xfrm flipV="1">
                            <a:off x="1383030" y="83566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3" name="Line 66"/>
                        <wps:cNvCnPr>
                          <a:cxnSpLocks noChangeShapeType="1"/>
                        </wps:cNvCnPr>
                        <wps:spPr bwMode="auto">
                          <a:xfrm flipV="1">
                            <a:off x="1257300" y="1149350"/>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4" name="Line 67"/>
                        <wps:cNvCnPr>
                          <a:cxnSpLocks noChangeShapeType="1"/>
                        </wps:cNvCnPr>
                        <wps:spPr bwMode="auto">
                          <a:xfrm flipV="1">
                            <a:off x="1131570" y="143764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5" name="Line 68"/>
                        <wps:cNvCnPr>
                          <a:cxnSpLocks noChangeShapeType="1"/>
                        </wps:cNvCnPr>
                        <wps:spPr bwMode="auto">
                          <a:xfrm flipV="1">
                            <a:off x="980440" y="172656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6" name="Line 69"/>
                        <wps:cNvCnPr>
                          <a:cxnSpLocks noChangeShapeType="1"/>
                        </wps:cNvCnPr>
                        <wps:spPr bwMode="auto">
                          <a:xfrm flipH="1">
                            <a:off x="1467485" y="822960"/>
                            <a:ext cx="75565" cy="1257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7" name="Line 70"/>
                        <wps:cNvCnPr>
                          <a:cxnSpLocks noChangeShapeType="1"/>
                        </wps:cNvCnPr>
                        <wps:spPr bwMode="auto">
                          <a:xfrm flipH="1">
                            <a:off x="1357630" y="1073785"/>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8" name="Line 71"/>
                        <wps:cNvCnPr>
                          <a:cxnSpLocks noChangeShapeType="1"/>
                        </wps:cNvCnPr>
                        <wps:spPr bwMode="auto">
                          <a:xfrm flipH="1">
                            <a:off x="1231900" y="1362710"/>
                            <a:ext cx="755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9" name="Line 72"/>
                        <wps:cNvCnPr>
                          <a:cxnSpLocks noChangeShapeType="1"/>
                        </wps:cNvCnPr>
                        <wps:spPr bwMode="auto">
                          <a:xfrm flipH="1">
                            <a:off x="1090295" y="1645285"/>
                            <a:ext cx="882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0" name="Line 73"/>
                        <wps:cNvCnPr>
                          <a:cxnSpLocks noChangeShapeType="1"/>
                        </wps:cNvCnPr>
                        <wps:spPr bwMode="auto">
                          <a:xfrm flipH="1">
                            <a:off x="1558925" y="559435"/>
                            <a:ext cx="87630" cy="1758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1" name="Line 74"/>
                        <wps:cNvCnPr>
                          <a:cxnSpLocks noChangeShapeType="1"/>
                        </wps:cNvCnPr>
                        <wps:spPr bwMode="auto">
                          <a:xfrm>
                            <a:off x="1457960" y="898525"/>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2" name="Line 75"/>
                        <wps:cNvCnPr>
                          <a:cxnSpLocks noChangeShapeType="1"/>
                        </wps:cNvCnPr>
                        <wps:spPr bwMode="auto">
                          <a:xfrm>
                            <a:off x="1558925" y="685165"/>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3" name="Line 76"/>
                        <wps:cNvCnPr>
                          <a:cxnSpLocks noChangeShapeType="1"/>
                        </wps:cNvCnPr>
                        <wps:spPr bwMode="auto">
                          <a:xfrm>
                            <a:off x="1344930" y="1162050"/>
                            <a:ext cx="1270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4" name="Line 77"/>
                        <wps:cNvCnPr>
                          <a:cxnSpLocks noChangeShapeType="1"/>
                        </wps:cNvCnPr>
                        <wps:spPr bwMode="auto">
                          <a:xfrm>
                            <a:off x="1231900" y="1437640"/>
                            <a:ext cx="0" cy="882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5" name="Line 78"/>
                        <wps:cNvCnPr>
                          <a:cxnSpLocks noChangeShapeType="1"/>
                        </wps:cNvCnPr>
                        <wps:spPr bwMode="auto">
                          <a:xfrm>
                            <a:off x="1081405" y="1764030"/>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6" name="Line 79"/>
                        <wps:cNvCnPr>
                          <a:cxnSpLocks noChangeShapeType="1"/>
                        </wps:cNvCnPr>
                        <wps:spPr bwMode="auto">
                          <a:xfrm flipV="1">
                            <a:off x="1558925" y="697230"/>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7" name="Line 80"/>
                        <wps:cNvCnPr>
                          <a:cxnSpLocks noChangeShapeType="1"/>
                        </wps:cNvCnPr>
                        <wps:spPr bwMode="auto">
                          <a:xfrm flipV="1">
                            <a:off x="1470660" y="92329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8" name="Line 81"/>
                        <wps:cNvCnPr>
                          <a:cxnSpLocks noChangeShapeType="1"/>
                        </wps:cNvCnPr>
                        <wps:spPr bwMode="auto">
                          <a:xfrm flipV="1">
                            <a:off x="1370330" y="1199515"/>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9" name="Line 82"/>
                        <wps:cNvCnPr>
                          <a:cxnSpLocks noChangeShapeType="1"/>
                        </wps:cNvCnPr>
                        <wps:spPr bwMode="auto">
                          <a:xfrm flipV="1">
                            <a:off x="1231900" y="1487805"/>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0" name="Line 83"/>
                        <wps:cNvCnPr>
                          <a:cxnSpLocks noChangeShapeType="1"/>
                        </wps:cNvCnPr>
                        <wps:spPr bwMode="auto">
                          <a:xfrm flipV="1">
                            <a:off x="1093470" y="177673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2" name="Line 84"/>
                        <wps:cNvCnPr>
                          <a:cxnSpLocks noChangeShapeType="1"/>
                        </wps:cNvCnPr>
                        <wps:spPr bwMode="auto">
                          <a:xfrm flipH="1">
                            <a:off x="578485" y="2103120"/>
                            <a:ext cx="314325" cy="69024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3" name="Line 85"/>
                        <wps:cNvCnPr>
                          <a:cxnSpLocks noChangeShapeType="1"/>
                        </wps:cNvCnPr>
                        <wps:spPr bwMode="auto">
                          <a:xfrm flipV="1">
                            <a:off x="540385" y="2040255"/>
                            <a:ext cx="0" cy="7778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4" name="Line 86"/>
                        <wps:cNvCnPr>
                          <a:cxnSpLocks noChangeShapeType="1"/>
                        </wps:cNvCnPr>
                        <wps:spPr bwMode="auto">
                          <a:xfrm flipV="1">
                            <a:off x="502920" y="2316480"/>
                            <a:ext cx="876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5" name="Line 87"/>
                        <wps:cNvCnPr>
                          <a:cxnSpLocks noChangeShapeType="1"/>
                        </wps:cNvCnPr>
                        <wps:spPr bwMode="auto">
                          <a:xfrm>
                            <a:off x="502920" y="2303780"/>
                            <a:ext cx="75565" cy="876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6" name="Rectangle 88"/>
                        <wps:cNvSpPr>
                          <a:spLocks noChangeArrowheads="1"/>
                        </wps:cNvSpPr>
                        <wps:spPr bwMode="auto">
                          <a:xfrm>
                            <a:off x="590550" y="2153285"/>
                            <a:ext cx="755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3807F" w14:textId="77777777" w:rsidR="00AC6F01" w:rsidRDefault="00AC6F01" w:rsidP="00F54F68">
                              <w:r>
                                <w:rPr>
                                  <w:rFonts w:ascii="Symbol" w:hAnsi="Symbol" w:cs="Symbol"/>
                                  <w:color w:val="000000"/>
                                  <w:sz w:val="16"/>
                                  <w:szCs w:val="16"/>
                                  <w:lang w:val="en-US"/>
                                </w:rPr>
                                <w:t></w:t>
                              </w:r>
                            </w:p>
                          </w:txbxContent>
                        </wps:txbx>
                        <wps:bodyPr rot="0" vert="horz" wrap="none" lIns="0" tIns="0" rIns="0" bIns="0" anchor="t" anchorCtr="0">
                          <a:spAutoFit/>
                        </wps:bodyPr>
                      </wps:wsp>
                      <wps:wsp>
                        <wps:cNvPr id="867" name="Rectangle 89"/>
                        <wps:cNvSpPr>
                          <a:spLocks noChangeArrowheads="1"/>
                        </wps:cNvSpPr>
                        <wps:spPr bwMode="auto">
                          <a:xfrm>
                            <a:off x="666115" y="21278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99F79"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868" name="Rectangle 90"/>
                        <wps:cNvSpPr>
                          <a:spLocks noChangeArrowheads="1"/>
                        </wps:cNvSpPr>
                        <wps:spPr bwMode="auto">
                          <a:xfrm>
                            <a:off x="666115" y="2178050"/>
                            <a:ext cx="14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59118" w14:textId="77777777" w:rsidR="00AC6F01" w:rsidRDefault="00AC6F01" w:rsidP="00F54F68">
                              <w:r>
                                <w:rPr>
                                  <w:rFonts w:ascii="Arial" w:hAnsi="Arial" w:cs="Arial"/>
                                  <w:color w:val="000000"/>
                                  <w:sz w:val="10"/>
                                  <w:szCs w:val="10"/>
                                  <w:lang w:val="en-US"/>
                                </w:rPr>
                                <w:t>i</w:t>
                              </w:r>
                            </w:p>
                          </w:txbxContent>
                        </wps:txbx>
                        <wps:bodyPr rot="0" vert="horz" wrap="none" lIns="0" tIns="0" rIns="0" bIns="0" anchor="t" anchorCtr="0">
                          <a:spAutoFit/>
                        </wps:bodyPr>
                      </wps:wsp>
                      <wps:wsp>
                        <wps:cNvPr id="869" name="Rectangle 91"/>
                        <wps:cNvSpPr>
                          <a:spLocks noChangeArrowheads="1"/>
                        </wps:cNvSpPr>
                        <wps:spPr bwMode="auto">
                          <a:xfrm>
                            <a:off x="678815" y="21151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817F2"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870" name="Line 92"/>
                        <wps:cNvCnPr>
                          <a:cxnSpLocks noChangeShapeType="1"/>
                        </wps:cNvCnPr>
                        <wps:spPr bwMode="auto">
                          <a:xfrm flipH="1">
                            <a:off x="1536700" y="186055"/>
                            <a:ext cx="125730" cy="2882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1" name="Line 93"/>
                        <wps:cNvCnPr>
                          <a:cxnSpLocks noChangeShapeType="1"/>
                        </wps:cNvCnPr>
                        <wps:spPr bwMode="auto">
                          <a:xfrm>
                            <a:off x="1533525" y="471805"/>
                            <a:ext cx="1638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2" name="Line 94"/>
                        <wps:cNvCnPr>
                          <a:cxnSpLocks noChangeShapeType="1"/>
                        </wps:cNvCnPr>
                        <wps:spPr bwMode="auto">
                          <a:xfrm flipV="1">
                            <a:off x="1697355" y="233045"/>
                            <a:ext cx="138430" cy="3136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3" name="Line 95"/>
                        <wps:cNvCnPr>
                          <a:cxnSpLocks noChangeShapeType="1"/>
                        </wps:cNvCnPr>
                        <wps:spPr bwMode="auto">
                          <a:xfrm>
                            <a:off x="1383030" y="107950"/>
                            <a:ext cx="263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4" name="Line 96"/>
                        <wps:cNvCnPr>
                          <a:cxnSpLocks noChangeShapeType="1"/>
                        </wps:cNvCnPr>
                        <wps:spPr bwMode="auto">
                          <a:xfrm>
                            <a:off x="1571625" y="57785"/>
                            <a:ext cx="75565" cy="622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5" name="Line 97"/>
                        <wps:cNvCnPr>
                          <a:cxnSpLocks noChangeShapeType="1"/>
                        </wps:cNvCnPr>
                        <wps:spPr bwMode="auto">
                          <a:xfrm flipH="1">
                            <a:off x="1546225" y="107950"/>
                            <a:ext cx="8318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6" name="Line 98"/>
                        <wps:cNvCnPr>
                          <a:cxnSpLocks noChangeShapeType="1"/>
                        </wps:cNvCnPr>
                        <wps:spPr bwMode="auto">
                          <a:xfrm>
                            <a:off x="1247775" y="2451100"/>
                            <a:ext cx="238760" cy="1511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7" name="Line 99"/>
                        <wps:cNvCnPr>
                          <a:cxnSpLocks noChangeShapeType="1"/>
                        </wps:cNvCnPr>
                        <wps:spPr bwMode="auto">
                          <a:xfrm>
                            <a:off x="1238250" y="2439035"/>
                            <a:ext cx="50165" cy="1003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8" name="Line 100"/>
                        <wps:cNvCnPr>
                          <a:cxnSpLocks noChangeShapeType="1"/>
                        </wps:cNvCnPr>
                        <wps:spPr bwMode="auto">
                          <a:xfrm>
                            <a:off x="1231900" y="2439035"/>
                            <a:ext cx="11303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9" name="Rectangle 101"/>
                        <wps:cNvSpPr>
                          <a:spLocks noChangeArrowheads="1"/>
                        </wps:cNvSpPr>
                        <wps:spPr bwMode="auto">
                          <a:xfrm>
                            <a:off x="1520825" y="2517140"/>
                            <a:ext cx="737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DF44E" w14:textId="77777777" w:rsidR="00AC6F01" w:rsidRDefault="00AC6F01" w:rsidP="00F54F68">
                              <w:r>
                                <w:rPr>
                                  <w:color w:val="000000"/>
                                  <w:lang w:val="en-US"/>
                                </w:rPr>
                                <w:t>Photo detector</w:t>
                              </w:r>
                            </w:p>
                          </w:txbxContent>
                        </wps:txbx>
                        <wps:bodyPr rot="0" vert="horz" wrap="none" lIns="0" tIns="0" rIns="0" bIns="0" anchor="t" anchorCtr="0">
                          <a:spAutoFit/>
                        </wps:bodyPr>
                      </wps:wsp>
                      <wps:wsp>
                        <wps:cNvPr id="880" name="Rectangle 102"/>
                        <wps:cNvSpPr>
                          <a:spLocks noChangeArrowheads="1"/>
                        </wps:cNvSpPr>
                        <wps:spPr bwMode="auto">
                          <a:xfrm>
                            <a:off x="2250440" y="251714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C2F42"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881" name="Rectangle 103"/>
                        <wps:cNvSpPr>
                          <a:spLocks noChangeArrowheads="1"/>
                        </wps:cNvSpPr>
                        <wps:spPr bwMode="auto">
                          <a:xfrm>
                            <a:off x="351790" y="2906395"/>
                            <a:ext cx="427355" cy="622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2" name="Rectangle 104"/>
                        <wps:cNvSpPr>
                          <a:spLocks noChangeArrowheads="1"/>
                        </wps:cNvSpPr>
                        <wps:spPr bwMode="auto">
                          <a:xfrm>
                            <a:off x="339725" y="3181985"/>
                            <a:ext cx="439420" cy="755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3" name="Line 105"/>
                        <wps:cNvCnPr>
                          <a:cxnSpLocks noChangeShapeType="1"/>
                        </wps:cNvCnPr>
                        <wps:spPr bwMode="auto">
                          <a:xfrm>
                            <a:off x="502920" y="2956560"/>
                            <a:ext cx="0" cy="2254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4" name="Line 106"/>
                        <wps:cNvCnPr>
                          <a:cxnSpLocks noChangeShapeType="1"/>
                        </wps:cNvCnPr>
                        <wps:spPr bwMode="auto">
                          <a:xfrm>
                            <a:off x="603250" y="2956560"/>
                            <a:ext cx="0" cy="238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5" name="Line 107"/>
                        <wps:cNvCnPr>
                          <a:cxnSpLocks noChangeShapeType="1"/>
                        </wps:cNvCnPr>
                        <wps:spPr bwMode="auto">
                          <a:xfrm>
                            <a:off x="615950" y="3056890"/>
                            <a:ext cx="4527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6" name="Line 108"/>
                        <wps:cNvCnPr>
                          <a:cxnSpLocks noChangeShapeType="1"/>
                        </wps:cNvCnPr>
                        <wps:spPr bwMode="auto">
                          <a:xfrm flipV="1">
                            <a:off x="603250" y="3019425"/>
                            <a:ext cx="882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7" name="Line 109"/>
                        <wps:cNvCnPr>
                          <a:cxnSpLocks noChangeShapeType="1"/>
                        </wps:cNvCnPr>
                        <wps:spPr bwMode="auto">
                          <a:xfrm>
                            <a:off x="615950" y="3056890"/>
                            <a:ext cx="7683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8" name="Rectangle 110"/>
                        <wps:cNvSpPr>
                          <a:spLocks noChangeArrowheads="1"/>
                        </wps:cNvSpPr>
                        <wps:spPr bwMode="auto">
                          <a:xfrm>
                            <a:off x="1156335" y="2981325"/>
                            <a:ext cx="737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96E2A" w14:textId="77777777" w:rsidR="00AC6F01" w:rsidRDefault="00AC6F01" w:rsidP="00F54F68">
                              <w:r>
                                <w:rPr>
                                  <w:color w:val="000000"/>
                                  <w:lang w:val="en-US"/>
                                </w:rPr>
                                <w:t>Sample holder</w:t>
                              </w:r>
                            </w:p>
                          </w:txbxContent>
                        </wps:txbx>
                        <wps:bodyPr rot="0" vert="horz" wrap="none" lIns="0" tIns="0" rIns="0" bIns="0" anchor="t" anchorCtr="0">
                          <a:spAutoFit/>
                        </wps:bodyPr>
                      </wps:wsp>
                      <wps:wsp>
                        <wps:cNvPr id="889" name="Rectangle 111"/>
                        <wps:cNvSpPr>
                          <a:spLocks noChangeArrowheads="1"/>
                        </wps:cNvSpPr>
                        <wps:spPr bwMode="auto">
                          <a:xfrm>
                            <a:off x="1885315" y="298132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DC032"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890" name="Freeform 112"/>
                        <wps:cNvSpPr>
                          <a:spLocks/>
                        </wps:cNvSpPr>
                        <wps:spPr bwMode="auto">
                          <a:xfrm>
                            <a:off x="540385" y="2994025"/>
                            <a:ext cx="62865" cy="25400"/>
                          </a:xfrm>
                          <a:custGeom>
                            <a:avLst/>
                            <a:gdLst>
                              <a:gd name="T0" fmla="*/ 99 w 99"/>
                              <a:gd name="T1" fmla="*/ 0 h 40"/>
                              <a:gd name="T2" fmla="*/ 99 w 99"/>
                              <a:gd name="T3" fmla="*/ 0 h 40"/>
                              <a:gd name="T4" fmla="*/ 99 w 99"/>
                              <a:gd name="T5" fmla="*/ 20 h 40"/>
                              <a:gd name="T6" fmla="*/ 79 w 99"/>
                              <a:gd name="T7" fmla="*/ 20 h 40"/>
                              <a:gd name="T8" fmla="*/ 79 w 99"/>
                              <a:gd name="T9" fmla="*/ 40 h 40"/>
                              <a:gd name="T10" fmla="*/ 60 w 99"/>
                              <a:gd name="T11" fmla="*/ 40 h 40"/>
                              <a:gd name="T12" fmla="*/ 40 w 99"/>
                              <a:gd name="T13" fmla="*/ 40 h 40"/>
                              <a:gd name="T14" fmla="*/ 40 w 99"/>
                              <a:gd name="T15" fmla="*/ 40 h 40"/>
                              <a:gd name="T16" fmla="*/ 0 w 99"/>
                              <a:gd name="T17"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9" h="40">
                                <a:moveTo>
                                  <a:pt x="99" y="0"/>
                                </a:moveTo>
                                <a:lnTo>
                                  <a:pt x="99" y="0"/>
                                </a:lnTo>
                                <a:lnTo>
                                  <a:pt x="99" y="20"/>
                                </a:lnTo>
                                <a:lnTo>
                                  <a:pt x="79" y="20"/>
                                </a:lnTo>
                                <a:lnTo>
                                  <a:pt x="79" y="4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1" name="Freeform 113"/>
                        <wps:cNvSpPr>
                          <a:spLocks/>
                        </wps:cNvSpPr>
                        <wps:spPr bwMode="auto">
                          <a:xfrm>
                            <a:off x="540385" y="3031490"/>
                            <a:ext cx="62865" cy="25400"/>
                          </a:xfrm>
                          <a:custGeom>
                            <a:avLst/>
                            <a:gdLst>
                              <a:gd name="T0" fmla="*/ 99 w 99"/>
                              <a:gd name="T1" fmla="*/ 0 h 40"/>
                              <a:gd name="T2" fmla="*/ 99 w 99"/>
                              <a:gd name="T3" fmla="*/ 0 h 40"/>
                              <a:gd name="T4" fmla="*/ 99 w 99"/>
                              <a:gd name="T5" fmla="*/ 20 h 40"/>
                              <a:gd name="T6" fmla="*/ 79 w 99"/>
                              <a:gd name="T7" fmla="*/ 20 h 40"/>
                              <a:gd name="T8" fmla="*/ 60 w 99"/>
                              <a:gd name="T9" fmla="*/ 40 h 40"/>
                              <a:gd name="T10" fmla="*/ 60 w 99"/>
                              <a:gd name="T11" fmla="*/ 40 h 40"/>
                              <a:gd name="T12" fmla="*/ 40 w 99"/>
                              <a:gd name="T13" fmla="*/ 40 h 40"/>
                              <a:gd name="T14" fmla="*/ 0 w 99"/>
                              <a:gd name="T15" fmla="*/ 40 h 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40">
                                <a:moveTo>
                                  <a:pt x="99" y="0"/>
                                </a:moveTo>
                                <a:lnTo>
                                  <a:pt x="99" y="0"/>
                                </a:lnTo>
                                <a:lnTo>
                                  <a:pt x="99" y="20"/>
                                </a:lnTo>
                                <a:lnTo>
                                  <a:pt x="79" y="2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2" name="Freeform 114"/>
                        <wps:cNvSpPr>
                          <a:spLocks/>
                        </wps:cNvSpPr>
                        <wps:spPr bwMode="auto">
                          <a:xfrm>
                            <a:off x="540385" y="3069590"/>
                            <a:ext cx="62865" cy="24765"/>
                          </a:xfrm>
                          <a:custGeom>
                            <a:avLst/>
                            <a:gdLst>
                              <a:gd name="T0" fmla="*/ 99 w 99"/>
                              <a:gd name="T1" fmla="*/ 0 h 39"/>
                              <a:gd name="T2" fmla="*/ 99 w 99"/>
                              <a:gd name="T3" fmla="*/ 0 h 39"/>
                              <a:gd name="T4" fmla="*/ 99 w 99"/>
                              <a:gd name="T5" fmla="*/ 0 h 39"/>
                              <a:gd name="T6" fmla="*/ 79 w 99"/>
                              <a:gd name="T7" fmla="*/ 19 h 39"/>
                              <a:gd name="T8" fmla="*/ 60 w 99"/>
                              <a:gd name="T9" fmla="*/ 19 h 39"/>
                              <a:gd name="T10" fmla="*/ 60 w 99"/>
                              <a:gd name="T11" fmla="*/ 19 h 39"/>
                              <a:gd name="T12" fmla="*/ 40 w 99"/>
                              <a:gd name="T13" fmla="*/ 39 h 39"/>
                              <a:gd name="T14" fmla="*/ 0 w 99"/>
                              <a:gd name="T15" fmla="*/ 39 h 3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39">
                                <a:moveTo>
                                  <a:pt x="99" y="0"/>
                                </a:moveTo>
                                <a:lnTo>
                                  <a:pt x="99" y="0"/>
                                </a:lnTo>
                                <a:lnTo>
                                  <a:pt x="79" y="19"/>
                                </a:lnTo>
                                <a:lnTo>
                                  <a:pt x="60" y="19"/>
                                </a:lnTo>
                                <a:lnTo>
                                  <a:pt x="40" y="39"/>
                                </a:lnTo>
                                <a:lnTo>
                                  <a:pt x="0" y="3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3" name="Freeform 115"/>
                        <wps:cNvSpPr>
                          <a:spLocks/>
                        </wps:cNvSpPr>
                        <wps:spPr bwMode="auto">
                          <a:xfrm>
                            <a:off x="527685" y="3094355"/>
                            <a:ext cx="75565" cy="37465"/>
                          </a:xfrm>
                          <a:custGeom>
                            <a:avLst/>
                            <a:gdLst>
                              <a:gd name="T0" fmla="*/ 119 w 119"/>
                              <a:gd name="T1" fmla="*/ 0 h 59"/>
                              <a:gd name="T2" fmla="*/ 119 w 119"/>
                              <a:gd name="T3" fmla="*/ 20 h 59"/>
                              <a:gd name="T4" fmla="*/ 99 w 119"/>
                              <a:gd name="T5" fmla="*/ 20 h 59"/>
                              <a:gd name="T6" fmla="*/ 99 w 119"/>
                              <a:gd name="T7" fmla="*/ 40 h 59"/>
                              <a:gd name="T8" fmla="*/ 80 w 119"/>
                              <a:gd name="T9" fmla="*/ 40 h 59"/>
                              <a:gd name="T10" fmla="*/ 60 w 119"/>
                              <a:gd name="T11" fmla="*/ 40 h 59"/>
                              <a:gd name="T12" fmla="*/ 40 w 119"/>
                              <a:gd name="T13" fmla="*/ 40 h 59"/>
                              <a:gd name="T14" fmla="*/ 0 w 119"/>
                              <a:gd name="T15" fmla="*/ 59 h 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9" h="59">
                                <a:moveTo>
                                  <a:pt x="119" y="0"/>
                                </a:moveTo>
                                <a:lnTo>
                                  <a:pt x="119" y="20"/>
                                </a:lnTo>
                                <a:lnTo>
                                  <a:pt x="99" y="20"/>
                                </a:lnTo>
                                <a:lnTo>
                                  <a:pt x="99" y="40"/>
                                </a:lnTo>
                                <a:lnTo>
                                  <a:pt x="80" y="40"/>
                                </a:lnTo>
                                <a:lnTo>
                                  <a:pt x="60" y="40"/>
                                </a:lnTo>
                                <a:lnTo>
                                  <a:pt x="40" y="40"/>
                                </a:lnTo>
                                <a:lnTo>
                                  <a:pt x="0" y="5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4" name="Rectangle 116"/>
                        <wps:cNvSpPr>
                          <a:spLocks noChangeArrowheads="1"/>
                        </wps:cNvSpPr>
                        <wps:spPr bwMode="auto">
                          <a:xfrm>
                            <a:off x="427355" y="82550"/>
                            <a:ext cx="89281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5" name="Rectangle 117"/>
                        <wps:cNvSpPr>
                          <a:spLocks noChangeArrowheads="1"/>
                        </wps:cNvSpPr>
                        <wps:spPr bwMode="auto">
                          <a:xfrm>
                            <a:off x="389890" y="82550"/>
                            <a:ext cx="854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4BC90" w14:textId="77777777" w:rsidR="00AC6F01" w:rsidRDefault="00AC6F01" w:rsidP="00F54F68">
                              <w:r>
                                <w:rPr>
                                  <w:color w:val="000000"/>
                                  <w:lang w:val="en-US"/>
                                </w:rPr>
                                <w:t>Light source and</w:t>
                              </w:r>
                            </w:p>
                          </w:txbxContent>
                        </wps:txbx>
                        <wps:bodyPr rot="0" vert="horz" wrap="none" lIns="0" tIns="0" rIns="0" bIns="0" anchor="t" anchorCtr="0">
                          <a:spAutoFit/>
                        </wps:bodyPr>
                      </wps:wsp>
                      <wps:wsp>
                        <wps:cNvPr id="896" name="Rectangle 118"/>
                        <wps:cNvSpPr>
                          <a:spLocks noChangeArrowheads="1"/>
                        </wps:cNvSpPr>
                        <wps:spPr bwMode="auto">
                          <a:xfrm>
                            <a:off x="1231900" y="8255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52C53"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897" name="Rectangle 119"/>
                        <wps:cNvSpPr>
                          <a:spLocks noChangeArrowheads="1"/>
                        </wps:cNvSpPr>
                        <wps:spPr bwMode="auto">
                          <a:xfrm>
                            <a:off x="389890" y="257810"/>
                            <a:ext cx="578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3EEB2" w14:textId="77777777" w:rsidR="00AC6F01" w:rsidRDefault="00AC6F01" w:rsidP="00F54F68">
                              <w:r>
                                <w:rPr>
                                  <w:color w:val="000000"/>
                                  <w:lang w:val="en-US"/>
                                </w:rPr>
                                <w:t>collimating</w:t>
                              </w:r>
                            </w:p>
                          </w:txbxContent>
                        </wps:txbx>
                        <wps:bodyPr rot="0" vert="horz" wrap="none" lIns="0" tIns="0" rIns="0" bIns="0" anchor="t" anchorCtr="0">
                          <a:spAutoFit/>
                        </wps:bodyPr>
                      </wps:wsp>
                      <wps:wsp>
                        <wps:cNvPr id="898" name="Rectangle 120"/>
                        <wps:cNvSpPr>
                          <a:spLocks noChangeArrowheads="1"/>
                        </wps:cNvSpPr>
                        <wps:spPr bwMode="auto">
                          <a:xfrm>
                            <a:off x="955675" y="2578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84BE3"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899" name="Rectangle 121"/>
                        <wps:cNvSpPr>
                          <a:spLocks noChangeArrowheads="1"/>
                        </wps:cNvSpPr>
                        <wps:spPr bwMode="auto">
                          <a:xfrm>
                            <a:off x="389890" y="3708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48A61" w14:textId="77777777" w:rsidR="00AC6F01" w:rsidRDefault="00AC6F01" w:rsidP="00F54F68">
                              <w:r>
                                <w:rPr>
                                  <w:color w:val="000000"/>
                                  <w:lang w:val="en-US"/>
                                </w:rPr>
                                <w:t>o</w:t>
                              </w:r>
                            </w:p>
                          </w:txbxContent>
                        </wps:txbx>
                        <wps:bodyPr rot="0" vert="horz" wrap="none" lIns="0" tIns="0" rIns="0" bIns="0" anchor="t" anchorCtr="0">
                          <a:spAutoFit/>
                        </wps:bodyPr>
                      </wps:wsp>
                      <wps:wsp>
                        <wps:cNvPr id="900" name="Rectangle 122"/>
                        <wps:cNvSpPr>
                          <a:spLocks noChangeArrowheads="1"/>
                        </wps:cNvSpPr>
                        <wps:spPr bwMode="auto">
                          <a:xfrm>
                            <a:off x="452755" y="370840"/>
                            <a:ext cx="240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F3AC6" w14:textId="77777777" w:rsidR="00AC6F01" w:rsidRDefault="00AC6F01" w:rsidP="00F54F68">
                              <w:r>
                                <w:rPr>
                                  <w:color w:val="000000"/>
                                  <w:lang w:val="en-US"/>
                                </w:rPr>
                                <w:t>ptics</w:t>
                              </w:r>
                            </w:p>
                          </w:txbxContent>
                        </wps:txbx>
                        <wps:bodyPr rot="0" vert="horz" wrap="none" lIns="0" tIns="0" rIns="0" bIns="0" anchor="t" anchorCtr="0">
                          <a:spAutoFit/>
                        </wps:bodyPr>
                      </wps:wsp>
                      <wps:wsp>
                        <wps:cNvPr id="901" name="Rectangle 123"/>
                        <wps:cNvSpPr>
                          <a:spLocks noChangeArrowheads="1"/>
                        </wps:cNvSpPr>
                        <wps:spPr bwMode="auto">
                          <a:xfrm>
                            <a:off x="691515" y="37084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4E11"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902" name="Rectangle 124"/>
                        <wps:cNvSpPr>
                          <a:spLocks noChangeArrowheads="1"/>
                        </wps:cNvSpPr>
                        <wps:spPr bwMode="auto">
                          <a:xfrm>
                            <a:off x="4261485" y="1852295"/>
                            <a:ext cx="917575" cy="338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125"/>
                        <wps:cNvSpPr>
                          <a:spLocks noChangeArrowheads="1"/>
                        </wps:cNvSpPr>
                        <wps:spPr bwMode="auto">
                          <a:xfrm>
                            <a:off x="4337050" y="1838960"/>
                            <a:ext cx="571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322C8" w14:textId="77777777" w:rsidR="00AC6F01" w:rsidRDefault="00AC6F01" w:rsidP="00F54F68">
                              <w:r>
                                <w:rPr>
                                  <w:color w:val="000000"/>
                                  <w:lang w:val="en-US"/>
                                </w:rPr>
                                <w:t>Calibration</w:t>
                              </w:r>
                            </w:p>
                          </w:txbxContent>
                        </wps:txbx>
                        <wps:bodyPr rot="0" vert="horz" wrap="none" lIns="0" tIns="0" rIns="0" bIns="0" anchor="t" anchorCtr="0">
                          <a:spAutoFit/>
                        </wps:bodyPr>
                      </wps:wsp>
                      <wps:wsp>
                        <wps:cNvPr id="904" name="Rectangle 126"/>
                        <wps:cNvSpPr>
                          <a:spLocks noChangeArrowheads="1"/>
                        </wps:cNvSpPr>
                        <wps:spPr bwMode="auto">
                          <a:xfrm>
                            <a:off x="4902835" y="183896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FC110"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905" name="Rectangle 127"/>
                        <wps:cNvSpPr>
                          <a:spLocks noChangeArrowheads="1"/>
                        </wps:cNvSpPr>
                        <wps:spPr bwMode="auto">
                          <a:xfrm>
                            <a:off x="4337050" y="2002155"/>
                            <a:ext cx="5575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11071" w14:textId="77777777" w:rsidR="00AC6F01" w:rsidRDefault="00AC6F01" w:rsidP="00F54F68">
                              <w:r>
                                <w:rPr>
                                  <w:color w:val="000000"/>
                                  <w:lang w:val="en-US"/>
                                </w:rPr>
                                <w:t>adjustment</w:t>
                              </w:r>
                            </w:p>
                          </w:txbxContent>
                        </wps:txbx>
                        <wps:bodyPr rot="0" vert="horz" wrap="none" lIns="0" tIns="0" rIns="0" bIns="0" anchor="t" anchorCtr="0">
                          <a:spAutoFit/>
                        </wps:bodyPr>
                      </wps:wsp>
                      <wps:wsp>
                        <wps:cNvPr id="906" name="Rectangle 128"/>
                        <wps:cNvSpPr>
                          <a:spLocks noChangeArrowheads="1"/>
                        </wps:cNvSpPr>
                        <wps:spPr bwMode="auto">
                          <a:xfrm>
                            <a:off x="4890135" y="20021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5ADB8"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907" name="Rectangle 129"/>
                        <wps:cNvSpPr>
                          <a:spLocks noChangeArrowheads="1"/>
                        </wps:cNvSpPr>
                        <wps:spPr bwMode="auto">
                          <a:xfrm>
                            <a:off x="1496060" y="1877060"/>
                            <a:ext cx="880110" cy="175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8" name="Rectangle 130"/>
                        <wps:cNvSpPr>
                          <a:spLocks noChangeArrowheads="1"/>
                        </wps:cNvSpPr>
                        <wps:spPr bwMode="auto">
                          <a:xfrm>
                            <a:off x="1521460" y="1852295"/>
                            <a:ext cx="829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4084" w14:textId="77777777" w:rsidR="00AC6F01" w:rsidRDefault="00AC6F01" w:rsidP="00F54F68">
                              <w:r>
                                <w:rPr>
                                  <w:color w:val="000000"/>
                                  <w:lang w:val="en-US"/>
                                </w:rPr>
                                <w:t>Zero adjustment</w:t>
                              </w:r>
                            </w:p>
                          </w:txbxContent>
                        </wps:txbx>
                        <wps:bodyPr rot="0" vert="horz" wrap="none" lIns="0" tIns="0" rIns="0" bIns="0" anchor="t" anchorCtr="0">
                          <a:spAutoFit/>
                        </wps:bodyPr>
                      </wps:wsp>
                      <wps:wsp>
                        <wps:cNvPr id="909" name="Rectangle 131"/>
                        <wps:cNvSpPr>
                          <a:spLocks noChangeArrowheads="1"/>
                        </wps:cNvSpPr>
                        <wps:spPr bwMode="auto">
                          <a:xfrm>
                            <a:off x="2338070" y="190182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6D932" w14:textId="77777777" w:rsidR="00AC6F01" w:rsidRDefault="00AC6F01" w:rsidP="00F54F68">
                              <w:r>
                                <w:rPr>
                                  <w:color w:val="000000"/>
                                  <w:lang w:val="en-US"/>
                                </w:rPr>
                                <w:t xml:space="preserve"> </w:t>
                              </w:r>
                            </w:p>
                          </w:txbxContent>
                        </wps:txbx>
                        <wps:bodyPr rot="0" vert="horz" wrap="none" lIns="0" tIns="0" rIns="0" bIns="0" anchor="t" anchorCtr="0">
                          <a:spAutoFit/>
                        </wps:bodyPr>
                      </wps:wsp>
                      <wps:wsp>
                        <wps:cNvPr id="910" name="Arc 132"/>
                        <wps:cNvSpPr>
                          <a:spLocks/>
                        </wps:cNvSpPr>
                        <wps:spPr bwMode="auto">
                          <a:xfrm>
                            <a:off x="578485" y="2054225"/>
                            <a:ext cx="263525" cy="149225"/>
                          </a:xfrm>
                          <a:custGeom>
                            <a:avLst/>
                            <a:gdLst>
                              <a:gd name="G0" fmla="+- 0 0 0"/>
                              <a:gd name="G1" fmla="+- 21600 0 0"/>
                              <a:gd name="G2" fmla="+- 21600 0 0"/>
                              <a:gd name="T0" fmla="*/ 0 w 19091"/>
                              <a:gd name="T1" fmla="*/ 0 h 21600"/>
                              <a:gd name="T2" fmla="*/ 19091 w 19091"/>
                              <a:gd name="T3" fmla="*/ 11496 h 21600"/>
                              <a:gd name="T4" fmla="*/ 0 w 19091"/>
                              <a:gd name="T5" fmla="*/ 21600 h 21600"/>
                            </a:gdLst>
                            <a:ahLst/>
                            <a:cxnLst>
                              <a:cxn ang="0">
                                <a:pos x="T0" y="T1"/>
                              </a:cxn>
                              <a:cxn ang="0">
                                <a:pos x="T2" y="T3"/>
                              </a:cxn>
                              <a:cxn ang="0">
                                <a:pos x="T4" y="T5"/>
                              </a:cxn>
                            </a:cxnLst>
                            <a:rect l="0" t="0" r="r" b="b"/>
                            <a:pathLst>
                              <a:path w="19091" h="21600" fill="none" extrusionOk="0">
                                <a:moveTo>
                                  <a:pt x="0" y="0"/>
                                </a:moveTo>
                                <a:cubicBezTo>
                                  <a:pt x="8001" y="0"/>
                                  <a:pt x="15347" y="4423"/>
                                  <a:pt x="19091" y="11495"/>
                                </a:cubicBezTo>
                              </a:path>
                              <a:path w="19091" h="21600" stroke="0" extrusionOk="0">
                                <a:moveTo>
                                  <a:pt x="0" y="0"/>
                                </a:moveTo>
                                <a:cubicBezTo>
                                  <a:pt x="8001" y="0"/>
                                  <a:pt x="15347" y="4423"/>
                                  <a:pt x="19091" y="1149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1" name="Arc 133"/>
                        <wps:cNvSpPr>
                          <a:spLocks/>
                        </wps:cNvSpPr>
                        <wps:spPr bwMode="auto">
                          <a:xfrm>
                            <a:off x="2828290" y="1175385"/>
                            <a:ext cx="979170" cy="454025"/>
                          </a:xfrm>
                          <a:custGeom>
                            <a:avLst/>
                            <a:gdLst>
                              <a:gd name="G0" fmla="+- 20909 0 0"/>
                              <a:gd name="G1" fmla="+- 21600 0 0"/>
                              <a:gd name="G2" fmla="+- 21600 0 0"/>
                              <a:gd name="T0" fmla="*/ 0 w 42142"/>
                              <a:gd name="T1" fmla="*/ 16179 h 21600"/>
                              <a:gd name="T2" fmla="*/ 42142 w 42142"/>
                              <a:gd name="T3" fmla="*/ 17633 h 21600"/>
                              <a:gd name="T4" fmla="*/ 20909 w 42142"/>
                              <a:gd name="T5" fmla="*/ 21600 h 21600"/>
                            </a:gdLst>
                            <a:ahLst/>
                            <a:cxnLst>
                              <a:cxn ang="0">
                                <a:pos x="T0" y="T1"/>
                              </a:cxn>
                              <a:cxn ang="0">
                                <a:pos x="T2" y="T3"/>
                              </a:cxn>
                              <a:cxn ang="0">
                                <a:pos x="T4" y="T5"/>
                              </a:cxn>
                            </a:cxnLst>
                            <a:rect l="0" t="0" r="r" b="b"/>
                            <a:pathLst>
                              <a:path w="42142" h="21600" fill="none" extrusionOk="0">
                                <a:moveTo>
                                  <a:pt x="0" y="16179"/>
                                </a:moveTo>
                                <a:cubicBezTo>
                                  <a:pt x="2470" y="6652"/>
                                  <a:pt x="11067" y="0"/>
                                  <a:pt x="20909" y="0"/>
                                </a:cubicBezTo>
                                <a:cubicBezTo>
                                  <a:pt x="31308" y="0"/>
                                  <a:pt x="40231" y="7410"/>
                                  <a:pt x="42141" y="17633"/>
                                </a:cubicBezTo>
                              </a:path>
                              <a:path w="42142" h="21600" stroke="0" extrusionOk="0">
                                <a:moveTo>
                                  <a:pt x="0" y="16179"/>
                                </a:moveTo>
                                <a:cubicBezTo>
                                  <a:pt x="2470" y="6652"/>
                                  <a:pt x="11067" y="0"/>
                                  <a:pt x="20909" y="0"/>
                                </a:cubicBezTo>
                                <a:cubicBezTo>
                                  <a:pt x="31308" y="0"/>
                                  <a:pt x="40231" y="7410"/>
                                  <a:pt x="42141" y="17633"/>
                                </a:cubicBezTo>
                                <a:lnTo>
                                  <a:pt x="2090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12" name="Picture 13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3545205" y="179705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3" name="Picture 13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3616325" y="1805940"/>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4" name="Picture 13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3545205"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5" name="Picture 13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2903855" y="180213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6" name="Picture 13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2974975" y="1814195"/>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7" name="Picture 13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2915920"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wps:wsp>
                        <wps:cNvPr id="918" name="AutoShape 140"/>
                        <wps:cNvCnPr>
                          <a:cxnSpLocks noChangeShapeType="1"/>
                          <a:stCxn id="24" idx="0"/>
                          <a:endCxn id="24" idx="0"/>
                        </wps:cNvCnPr>
                        <wps:spPr bwMode="auto">
                          <a:xfrm>
                            <a:off x="546735" y="180213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9" name="Line 141"/>
                        <wps:cNvCnPr>
                          <a:cxnSpLocks noChangeShapeType="1"/>
                        </wps:cNvCnPr>
                        <wps:spPr bwMode="auto">
                          <a:xfrm>
                            <a:off x="578485" y="2055495"/>
                            <a:ext cx="374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0" name="Line 142"/>
                        <wps:cNvCnPr>
                          <a:cxnSpLocks noChangeShapeType="1"/>
                        </wps:cNvCnPr>
                        <wps:spPr bwMode="auto">
                          <a:xfrm flipV="1">
                            <a:off x="574675" y="2004695"/>
                            <a:ext cx="41275" cy="457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1" name="Line 143"/>
                        <wps:cNvCnPr>
                          <a:cxnSpLocks noChangeShapeType="1"/>
                        </wps:cNvCnPr>
                        <wps:spPr bwMode="auto">
                          <a:xfrm flipH="1" flipV="1">
                            <a:off x="791845" y="2058035"/>
                            <a:ext cx="5016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2" name="Line 144"/>
                        <wps:cNvCnPr>
                          <a:cxnSpLocks noChangeShapeType="1"/>
                        </wps:cNvCnPr>
                        <wps:spPr bwMode="auto">
                          <a:xfrm flipH="1">
                            <a:off x="779145" y="2128520"/>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3" name="Oval 145"/>
                        <wps:cNvSpPr>
                          <a:spLocks noChangeArrowheads="1"/>
                        </wps:cNvSpPr>
                        <wps:spPr bwMode="auto">
                          <a:xfrm>
                            <a:off x="1646555" y="0"/>
                            <a:ext cx="288925" cy="257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4" name="Arc 146"/>
                        <wps:cNvSpPr>
                          <a:spLocks/>
                        </wps:cNvSpPr>
                        <wps:spPr bwMode="auto">
                          <a:xfrm>
                            <a:off x="791845" y="1776730"/>
                            <a:ext cx="349250" cy="316865"/>
                          </a:xfrm>
                          <a:custGeom>
                            <a:avLst/>
                            <a:gdLst>
                              <a:gd name="G0" fmla="+- 0 0 0"/>
                              <a:gd name="G1" fmla="+- 21330 0 0"/>
                              <a:gd name="G2" fmla="+- 21600 0 0"/>
                              <a:gd name="T0" fmla="*/ 3404 w 21427"/>
                              <a:gd name="T1" fmla="*/ 0 h 21330"/>
                              <a:gd name="T2" fmla="*/ 21427 w 21427"/>
                              <a:gd name="T3" fmla="*/ 18601 h 21330"/>
                              <a:gd name="T4" fmla="*/ 0 w 21427"/>
                              <a:gd name="T5" fmla="*/ 21330 h 21330"/>
                            </a:gdLst>
                            <a:ahLst/>
                            <a:cxnLst>
                              <a:cxn ang="0">
                                <a:pos x="T0" y="T1"/>
                              </a:cxn>
                              <a:cxn ang="0">
                                <a:pos x="T2" y="T3"/>
                              </a:cxn>
                              <a:cxn ang="0">
                                <a:pos x="T4" y="T5"/>
                              </a:cxn>
                            </a:cxnLst>
                            <a:rect l="0" t="0" r="r" b="b"/>
                            <a:pathLst>
                              <a:path w="21427" h="21330" fill="none" extrusionOk="0">
                                <a:moveTo>
                                  <a:pt x="3404" y="-1"/>
                                </a:moveTo>
                                <a:cubicBezTo>
                                  <a:pt x="12875" y="1511"/>
                                  <a:pt x="20215" y="9086"/>
                                  <a:pt x="21426" y="18601"/>
                                </a:cubicBezTo>
                              </a:path>
                              <a:path w="21427" h="21330" stroke="0" extrusionOk="0">
                                <a:moveTo>
                                  <a:pt x="3404" y="-1"/>
                                </a:moveTo>
                                <a:cubicBezTo>
                                  <a:pt x="12875" y="1511"/>
                                  <a:pt x="20215" y="9086"/>
                                  <a:pt x="21426" y="18601"/>
                                </a:cubicBezTo>
                                <a:lnTo>
                                  <a:pt x="0" y="21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5" name="Arc 147"/>
                        <wps:cNvSpPr>
                          <a:spLocks/>
                        </wps:cNvSpPr>
                        <wps:spPr bwMode="auto">
                          <a:xfrm>
                            <a:off x="1118870" y="2177415"/>
                            <a:ext cx="134620" cy="307975"/>
                          </a:xfrm>
                          <a:custGeom>
                            <a:avLst/>
                            <a:gdLst>
                              <a:gd name="G0" fmla="+- 0 0 0"/>
                              <a:gd name="G1" fmla="+- 16560 0 0"/>
                              <a:gd name="G2" fmla="+- 21600 0 0"/>
                              <a:gd name="T0" fmla="*/ 13868 w 21600"/>
                              <a:gd name="T1" fmla="*/ 0 h 34336"/>
                              <a:gd name="T2" fmla="*/ 12271 w 21600"/>
                              <a:gd name="T3" fmla="*/ 34336 h 34336"/>
                              <a:gd name="T4" fmla="*/ 0 w 21600"/>
                              <a:gd name="T5" fmla="*/ 16560 h 34336"/>
                            </a:gdLst>
                            <a:ahLst/>
                            <a:cxnLst>
                              <a:cxn ang="0">
                                <a:pos x="T0" y="T1"/>
                              </a:cxn>
                              <a:cxn ang="0">
                                <a:pos x="T2" y="T3"/>
                              </a:cxn>
                              <a:cxn ang="0">
                                <a:pos x="T4" y="T5"/>
                              </a:cxn>
                            </a:cxnLst>
                            <a:rect l="0" t="0" r="r" b="b"/>
                            <a:pathLst>
                              <a:path w="21600" h="34336" fill="none" extrusionOk="0">
                                <a:moveTo>
                                  <a:pt x="13868" y="-1"/>
                                </a:moveTo>
                                <a:cubicBezTo>
                                  <a:pt x="18768" y="4103"/>
                                  <a:pt x="21600" y="10167"/>
                                  <a:pt x="21600" y="16560"/>
                                </a:cubicBezTo>
                                <a:cubicBezTo>
                                  <a:pt x="21600" y="23658"/>
                                  <a:pt x="18112" y="30303"/>
                                  <a:pt x="12270" y="34335"/>
                                </a:cubicBezTo>
                              </a:path>
                              <a:path w="21600" h="34336" stroke="0" extrusionOk="0">
                                <a:moveTo>
                                  <a:pt x="13868" y="-1"/>
                                </a:moveTo>
                                <a:cubicBezTo>
                                  <a:pt x="18768" y="4103"/>
                                  <a:pt x="21600" y="10167"/>
                                  <a:pt x="21600" y="16560"/>
                                </a:cubicBezTo>
                                <a:cubicBezTo>
                                  <a:pt x="21600" y="23658"/>
                                  <a:pt x="18112" y="30303"/>
                                  <a:pt x="12270" y="34335"/>
                                </a:cubicBezTo>
                                <a:lnTo>
                                  <a:pt x="0" y="16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4EB2D3A6" id="Canvas 5" o:spid="_x0000_s1334" editas="canvas" style="width:693.4pt;height:256.5pt;mso-position-horizontal-relative:char;mso-position-vertical-relative:line" coordsize="88061,32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">
                <v:shape id="_x0000_s1335" type="#_x0000_t75" style="position:absolute;width:88061;height:32575;visibility:visible;mso-wrap-style:square">
                  <v:fill o:detectmouseclick="t"/>
                  <v:path o:connecttype="none"/>
                </v:shape>
                <v:oval id="Oval 7" o:spid="_x0000_s1336" style="position:absolute;top:18021;width:10934;height:1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8" o:spid="_x0000_s1337" style="position:absolute;left:27279;top:10864;width:11944;height:6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" filled="f" strokeweight="1pt"/>
                <v:rect id="Rectangle 9" o:spid="_x0000_s1338" style="position:absolute;left:26396;top:10236;width:13456;height:1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" filled="f" strokeweight="1pt"/>
                <v:line id="Line 10" o:spid="_x0000_s1339" style="position:absolute;visibility:visible;mso-wrap-style:square" from="28784,15386" to="33185,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shape id="Freeform 11" o:spid="_x0000_s1340"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" path="m39,l20,r,20l,20,,40,20,59r19,l59,59r,-19l59,20,39,xe" fillcolor="black" stroked="f">
                  <v:path arrowok="t" o:connecttype="custom" o:connectlocs="24765,0;12700,0;12700,12700;0,12700;0,25400;0,25400;12700,37465;12700,37465;24765,37465;24765,37465;37465,37465;37465,25400;37465,25400;37465,12700;37465,12700;24765,0;24765,0" o:connectangles="0,0,0,0,0,0,0,0,0,0,0,0,0,0,0,0,0"/>
                </v:shape>
                <v:shape id="Freeform 12" o:spid="_x0000_s1341"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" path="m39,l20,r,20l,20,,40,20,59r19,l59,59r,-19l59,20,39,e" filled="f" strokeweight="1pt">
                  <v:path arrowok="t" o:connecttype="custom" o:connectlocs="24765,0;12700,0;12700,12700;0,12700;0,25400;0,25400;12700,37465;12700,37465;24765,37465;24765,37465;37465,37465;37465,25400;37465,25400;37465,12700;37465,12700;24765,0;24765,0" o:connectangles="0,0,0,0,0,0,0,0,0,0,0,0,0,0,0,0,0"/>
                </v:shape>
                <v:line id="Line 13" o:spid="_x0000_s1342" style="position:absolute;visibility:visible;mso-wrap-style:square" from="28663,15259" to="29038,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v:line id="Line 14" o:spid="_x0000_s1343" style="position:absolute;flip:y;visibility:visible;mso-wrap-style:square" from="28282,15132" to="29159,1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" strokeweight="1pt"/>
                <v:rect id="Rectangle 15" o:spid="_x0000_s1344" style="position:absolute;left:27279;top:1424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233ED0C7" w14:textId="77777777" w:rsidR="00AC6F01" w:rsidRDefault="00AC6F01" w:rsidP="00F54F68">
                        <w:r>
                          <w:rPr>
                            <w:color w:val="000000"/>
                            <w:sz w:val="14"/>
                            <w:szCs w:val="14"/>
                            <w:lang w:val="en-US"/>
                          </w:rPr>
                          <w:t>0</w:t>
                        </w:r>
                      </w:p>
                    </w:txbxContent>
                  </v:textbox>
                </v:rect>
                <v:rect id="Rectangle 16" o:spid="_x0000_s1345" style="position:absolute;left:27781;top:1374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08B9F006" w14:textId="77777777" w:rsidR="00AC6F01" w:rsidRDefault="00AC6F01" w:rsidP="00F54F68">
                        <w:r>
                          <w:rPr>
                            <w:color w:val="000000"/>
                            <w:lang w:val="en-US"/>
                          </w:rPr>
                          <w:t xml:space="preserve"> </w:t>
                        </w:r>
                      </w:p>
                    </w:txbxContent>
                  </v:textbox>
                </v:rect>
                <v:line id="Line 17" o:spid="_x0000_s1346" style="position:absolute;visibility:visible;mso-wrap-style:square" from="28409,15259" to="28663,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line id="Line 18" o:spid="_x0000_s1347" style="position:absolute;visibility:visible;mso-wrap-style:square" from="28822,13950" to="29451,1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line id="Line 19" o:spid="_x0000_s1348" style="position:absolute;visibility:visible;mso-wrap-style:square" from="29667,12998" to="30168,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RkxAAAANsAAAAPAAAAZHJzL2Rvd25yZXYueG1sRI/dagIx&#10;FITvhb5DOIXe1axCxa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MSqZGTEAAAA2wAAAA8A&#10;AAAAAAAAAAAAAAAABwIAAGRycy9kb3ducmV2LnhtbFBLBQYAAAAAAwADALcAAAD4AgAAAAA=&#10;" strokeweight="1pt"/>
                <v:line id="Line 20" o:spid="_x0000_s1349" style="position:absolute;visibility:visible;mso-wrap-style:square" from="30797,12236" to="31178,12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H/wwAAANsAAAAPAAAAZHJzL2Rvd25yZXYueG1sRI/RagIx&#10;FETfC/5DuAXfNGul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q+bB/8MAAADbAAAADwAA&#10;AAAAAAAAAAAAAAAHAgAAZHJzL2Rvd25yZXYueG1sUEsFBgAAAAADAAMAtwAAAPcCAAAAAA==&#10;" strokeweight="1pt"/>
                <v:line id="Line 21" o:spid="_x0000_s1350" style="position:absolute;visibility:visible;mso-wrap-style:square" from="31959,11830" to="32162,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1mLwwAAANsAAAAPAAAAZHJzL2Rvd25yZXYueG1sRI/RagIx&#10;FETfC/5DuAXfNGux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JA9Zi8MAAADbAAAADwAA&#10;AAAAAAAAAAAAAAAHAgAAZHJzL2Rvd25yZXYueG1sUEsFBgAAAAADAAMAtwAAAPcCAAAAAA==&#10;" strokeweight="1pt"/>
                <v:line id="Line 22" o:spid="_x0000_s1351" style="position:absolute;flip:x;visibility:visible;mso-wrap-style:square" from="32988,11741" to="32994,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" strokeweight="1pt"/>
                <v:line id="Line 23" o:spid="_x0000_s1352" style="position:absolute;visibility:visible;mso-wrap-style:square" from="34067,11868" to="34067,12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lOOwQAAANsAAAAPAAAAZHJzL2Rvd25yZXYueG1sRE/LagIx&#10;FN0X/Idwhe5qRqF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KVCU47BAAAA2wAAAA8AAAAA&#10;AAAAAAAAAAAABwIAAGRycy9kb3ducmV2LnhtbFBLBQYAAAAAAwADALcAAAD1AgAAAAA=&#10;" strokeweight="1pt"/>
                <v:line id="Line 24" o:spid="_x0000_s1353" style="position:absolute;flip:x;visibility:visible;mso-wrap-style:square" from="35071,12242" to="35452,12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xafxQAAANsAAAAPAAAAZHJzL2Rvd25yZXYueG1sRI9fa8Iw&#10;FMXfB36HcAVfxpq6QX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Cy3xafxQAAANsAAAAP&#10;AAAAAAAAAAAAAAAAAAcCAABkcnMvZG93bnJldi54bWxQSwUGAAAAAAMAAwC3AAAA+QIAAAAA&#10;" strokeweight="1pt"/>
                <v:line id="Line 25" o:spid="_x0000_s1354" style="position:absolute;flip:x;visibility:visible;mso-wrap-style:square" from="36080,12998" to="36582,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7rxQAAANsAAAAPAAAAZHJzL2Rvd25yZXYueG1sRI9fa8Iw&#10;FMXfB36HcAVfxpo6Rn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A9No7rxQAAANsAAAAP&#10;AAAAAAAAAAAAAAAAAAcCAABkcnMvZG93bnJldi54bWxQSwUGAAAAAAMAAwC3AAAA+QIAAAAA&#10;" strokeweight="1pt"/>
                <v:line id="Line 26" o:spid="_x0000_s1355" style="position:absolute;flip:x;visibility:visible;mso-wrap-style:square" from="36823,14001" to="37452,14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itwxQAAANsAAAAPAAAAZHJzL2Rvd25yZXYueG1sRI9fa8Iw&#10;FMXfB36HcAVfxpo6WH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BSeitwxQAAANsAAAAP&#10;AAAAAAAAAAAAAAAAAAcCAABkcnMvZG93bnJldi54bWxQSwUGAAAAAAMAAwC3AAAA+QIAAAAA&#10;" strokeweight="1pt"/>
                <v:line id="Line 27" o:spid="_x0000_s1356" style="position:absolute;flip:x;visibility:visible;mso-wrap-style:square" from="37363,15386" to="37992,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" strokeweight="1pt"/>
                <v:line id="Line 28" o:spid="_x0000_s1357" style="position:absolute;visibility:visible;mso-wrap-style:square" from="37458,14001" to="37839,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rect id="Rectangle 29" o:spid="_x0000_s1358" style="position:absolute;left:38074;top:12998;width: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218FFF83" w14:textId="77777777" w:rsidR="00AC6F01" w:rsidRDefault="00AC6F01" w:rsidP="00F54F68">
                        <w:r>
                          <w:rPr>
                            <w:color w:val="000000"/>
                            <w:sz w:val="14"/>
                            <w:szCs w:val="14"/>
                            <w:lang w:val="en-US"/>
                          </w:rPr>
                          <w:t>10</w:t>
                        </w:r>
                      </w:p>
                    </w:txbxContent>
                  </v:textbox>
                </v:rect>
                <v:rect id="Rectangle 30" o:spid="_x0000_s1359" style="position:absolute;left:38595;top:1350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D3A104A" w14:textId="77777777" w:rsidR="00AC6F01" w:rsidRDefault="00AC6F01" w:rsidP="00F54F68">
                        <w:r>
                          <w:rPr>
                            <w:color w:val="000000"/>
                            <w:lang w:val="en-US"/>
                          </w:rPr>
                          <w:t xml:space="preserve"> </w:t>
                        </w:r>
                      </w:p>
                    </w:txbxContent>
                  </v:textbox>
                </v:rect>
                <v:rect id="Rectangle 31" o:spid="_x0000_s1360" style="position:absolute;left:38144;top:14503;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D40D4A7" w14:textId="77777777" w:rsidR="00AC6F01" w:rsidRDefault="00AC6F01" w:rsidP="00F54F68">
                        <w:r>
                          <w:rPr>
                            <w:color w:val="000000"/>
                            <w:sz w:val="14"/>
                            <w:szCs w:val="14"/>
                            <w:lang w:val="en-US"/>
                          </w:rPr>
                          <w:t>0</w:t>
                        </w:r>
                      </w:p>
                    </w:txbxContent>
                  </v:textbox>
                </v:rect>
                <v:rect id="Rectangle 32" o:spid="_x0000_s1361" style="position:absolute;left:32505;top:10306;width:8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5BE55B8" w14:textId="77777777" w:rsidR="00AC6F01" w:rsidRDefault="00AC6F01" w:rsidP="00F54F68">
                        <w:r>
                          <w:rPr>
                            <w:color w:val="000000"/>
                            <w:sz w:val="14"/>
                            <w:szCs w:val="14"/>
                            <w:lang w:val="en-US"/>
                          </w:rPr>
                          <w:t>50</w:t>
                        </w:r>
                      </w:p>
                    </w:txbxContent>
                  </v:textbox>
                </v:rect>
                <v:rect id="Rectangle 33" o:spid="_x0000_s1362" style="position:absolute;left:33439;top:10483;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CB0D17F" w14:textId="77777777" w:rsidR="00AC6F01" w:rsidRDefault="00AC6F01" w:rsidP="00F54F68">
                        <w:r>
                          <w:rPr>
                            <w:color w:val="000000"/>
                            <w:lang w:val="en-US"/>
                          </w:rPr>
                          <w:t xml:space="preserve"> </w:t>
                        </w:r>
                      </w:p>
                    </w:txbxContent>
                  </v:textbox>
                </v:rect>
                <v:line id="Line 34" o:spid="_x0000_s1363" style="position:absolute;visibility:visible;mso-wrap-style:square" from="34823,16262" to="4248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" strokeweight="1pt"/>
                <v:line id="Line 35" o:spid="_x0000_s1364" style="position:absolute;visibility:visible;mso-wrap-style:square" from="34823,16262" to="35699,1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" strokeweight="1pt"/>
                <v:line id="Line 36" o:spid="_x0000_s1365" style="position:absolute;flip:y;visibility:visible;mso-wrap-style:square" from="34823,15887" to="35452,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" strokeweight="1pt"/>
                <v:line id="Line 37" o:spid="_x0000_s1366" style="position:absolute;visibility:visible;mso-wrap-style:square" from="38087,19399" to="42487,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" strokeweight="1pt"/>
                <v:line id="Line 38" o:spid="_x0000_s1367" style="position:absolute;visibility:visible;mso-wrap-style:square" from="38214,19399" to="38969,2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" strokeweight="1pt"/>
                <v:line id="Line 39" o:spid="_x0000_s1368" style="position:absolute;flip:y;visibility:visible;mso-wrap-style:square" from="38214,18770" to="38969,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" strokeweight="1pt"/>
                <v:line id="Line 40" o:spid="_x0000_s1369" style="position:absolute;visibility:visible;mso-wrap-style:square" from="23507,19526" to="2840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line id="Line 41" o:spid="_x0000_s1370" style="position:absolute;flip:x y;visibility:visible;mso-wrap-style:square" from="27279,19145" to="28282,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" strokeweight="1pt"/>
                <v:line id="Line 42" o:spid="_x0000_s1371" style="position:absolute;flip:x;visibility:visible;mso-wrap-style:square" from="27406,19526" to="28155,1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" strokeweight="1pt"/>
                <v:rect id="Rectangle 43" o:spid="_x0000_s1372" style="position:absolute;left:42989;top:14751;width:821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DECE56B" w14:textId="77777777" w:rsidR="00AC6F01" w:rsidRDefault="00AC6F01" w:rsidP="00F54F68">
                        <w:r>
                          <w:rPr>
                            <w:color w:val="000000"/>
                            <w:lang w:val="en-US"/>
                          </w:rPr>
                          <w:t>Reflectance (%)</w:t>
                        </w:r>
                      </w:p>
                    </w:txbxContent>
                  </v:textbox>
                </v:rect>
                <v:rect id="Rectangle 44" o:spid="_x0000_s1373" style="position:absolute;left:50285;top:147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1F1D4974" w14:textId="77777777" w:rsidR="00AC6F01" w:rsidRDefault="00AC6F01" w:rsidP="00F54F68">
                        <w:r>
                          <w:rPr>
                            <w:color w:val="000000"/>
                            <w:lang w:val="en-US"/>
                          </w:rPr>
                          <w:t xml:space="preserve"> </w:t>
                        </w:r>
                      </w:p>
                    </w:txbxContent>
                  </v:textbox>
                </v:rect>
                <v:rect id="Rectangle 45" o:spid="_x0000_s1374" style="position:absolute;left:29813;top:6432;width:649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1977F9C" w14:textId="77777777" w:rsidR="00AC6F01" w:rsidRDefault="00AC6F01" w:rsidP="00F54F68">
                        <w:pPr>
                          <w:rPr>
                            <w:color w:val="000000"/>
                            <w:lang w:val="en-US"/>
                          </w:rPr>
                        </w:pPr>
                        <w:r>
                          <w:rPr>
                            <w:color w:val="000000"/>
                            <w:lang w:val="en-US"/>
                          </w:rPr>
                          <w:t>Meter with</w:t>
                        </w:r>
                      </w:p>
                      <w:p w14:paraId="5C07702B" w14:textId="77777777" w:rsidR="00AC6F01" w:rsidRDefault="00AC6F01" w:rsidP="00F54F68">
                        <w:pPr>
                          <w:rPr>
                            <w:color w:val="000000"/>
                            <w:lang w:val="en-US"/>
                          </w:rPr>
                        </w:pPr>
                        <w:r>
                          <w:rPr>
                            <w:color w:val="000000"/>
                            <w:lang w:val="en-US"/>
                          </w:rPr>
                          <w:t>Adjustement</w:t>
                        </w:r>
                      </w:p>
                    </w:txbxContent>
                  </v:textbox>
                </v:rect>
                <v:rect id="Rectangle 46" o:spid="_x0000_s1375" style="position:absolute;left:32937;top:8483;width:2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14:paraId="1DE0AE82" w14:textId="77777777" w:rsidR="00AC6F01" w:rsidRDefault="00AC6F01" w:rsidP="00F54F68">
                        <w:r>
                          <w:rPr>
                            <w:color w:val="000000"/>
                            <w:sz w:val="16"/>
                            <w:szCs w:val="16"/>
                            <w:lang w:val="en-US"/>
                          </w:rPr>
                          <w:t xml:space="preserve"> </w:t>
                        </w:r>
                      </w:p>
                    </w:txbxContent>
                  </v:textbox>
                </v:rect>
                <v:rect id="Rectangle 47" o:spid="_x0000_s1376" style="position:absolute;left:32181;top:948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14:paraId="6548D686" w14:textId="77777777" w:rsidR="00AC6F01" w:rsidRDefault="00AC6F01" w:rsidP="00F54F68">
                        <w:r>
                          <w:rPr>
                            <w:color w:val="000000"/>
                            <w:lang w:val="en-US"/>
                          </w:rPr>
                          <w:t xml:space="preserve"> </w:t>
                        </w:r>
                      </w:p>
                    </w:txbxContent>
                  </v:textbox>
                </v:rect>
                <v:line id="Line 48" o:spid="_x0000_s1377" style="position:absolute;flip:x;visibility:visible;mso-wrap-style:square" from="33762,21532" to="33813,2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" strokeweight="1pt"/>
                <v:line id="Line 49" o:spid="_x0000_s1378" style="position:absolute;flip:x;visibility:visible;mso-wrap-style:square" from="12573,23164" to="33813,2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" strokeweight="1pt"/>
                <v:line id="Line 50" o:spid="_x0000_s1379" style="position:absolute;flip:y;visibility:visible;mso-wrap-style:square" from="10871,21780" to="12128,2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5oxgAAANwAAAAPAAAAZHJzL2Rvd25yZXYueG1sRI9Ba8JA&#10;EIXvBf/DMoKXohtTCB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ef0OaMYAAADcAAAA&#10;DwAAAAAAAAAAAAAAAAAHAgAAZHJzL2Rvd25yZXYueG1sUEsFBgAAAAADAAMAtwAAAPoCAAAAAA==&#10;" strokeweight="1pt"/>
                <v:line id="Line 51" o:spid="_x0000_s1380" style="position:absolute;visibility:visible;mso-wrap-style:square" from="10934,24669" to="1206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line id="Line 52" o:spid="_x0000_s1381" style="position:absolute;flip:y;visibility:visible;mso-wrap-style:square" from="7886,17767" to="8515,18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DOHxgAAANwAAAAPAAAAZHJzL2Rvd25yZXYueG1sRI9Ba8JA&#10;EIXvBf/DMoKXohsDDR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mVgzh8YAAADcAAAA&#10;DwAAAAAAAAAAAAAAAAAHAgAAZHJzL2Rvd25yZXYueG1sUEsFBgAAAAADAAMAtwAAAPoCAAAAAA==&#10;" strokeweight="1pt"/>
                <v:line id="Line 53" o:spid="_x0000_s1382" style="position:absolute;flip:y;visibility:visible;mso-wrap-style:square" from="10496,20580" to="11404,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" strokeweight="1pt"/>
                <v:line id="Line 54" o:spid="_x0000_s1383" style="position:absolute;flip:x;visibility:visible;mso-wrap-style:square" from="14833,5219" to="15589,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" strokeweight="1pt"/>
                <v:line id="Line 55" o:spid="_x0000_s1384" style="position:absolute;visibility:visible;mso-wrap-style:square" from="14706,6096" to="14833,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QGYxQAAANwAAAAPAAAAZHJzL2Rvd25yZXYueG1sRI/dagIx&#10;FITvC75DOELvNKuF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DxzQGYxQAAANwAAAAP&#10;AAAAAAAAAAAAAAAAAAcCAABkcnMvZG93bnJldi54bWxQSwUGAAAAAAMAAwC3AAAA+QIAAAAA&#10;" strokeweight="1pt"/>
                <v:line id="Line 56" o:spid="_x0000_s1385" style="position:absolute;flip:y;visibility:visible;mso-wrap-style:square" from="14833,6470" to="15335,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84bxAAAANwAAAAPAAAAZHJzL2Rvd25yZXYueG1sRI9Li8Iw&#10;FIX3gv8hXMGNjKkK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LzbzhvEAAAA3AAAAA8A&#10;AAAAAAAAAAAAAAAABwIAAGRycy9kb3ducmV2LnhtbFBLBQYAAAAAAwADALcAAAD4AgAAAAA=&#10;" strokeweight="1pt"/>
                <v:line id="Line 57" o:spid="_x0000_s1386" style="position:absolute;flip:x;visibility:visible;mso-wrap-style:square" from="13830,7480" to="14458,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" strokeweight="1pt"/>
                <v:line id="Line 58" o:spid="_x0000_s1387" style="position:absolute;flip:x;visibility:visible;mso-wrap-style:square" from="12573,10236" to="13322,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P0xQAAANwAAAAPAAAAZHJzL2Rvd25yZXYueG1sRI/NisIw&#10;FIX3A75DuIKbYUxVLE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BcfvP0xQAAANwAAAAP&#10;AAAAAAAAAAAAAAAAAAcCAABkcnMvZG93bnJldi54bWxQSwUGAAAAAAMAAwC3AAAA+QIAAAAA&#10;" strokeweight="1pt"/>
                <v:line id="Line 59" o:spid="_x0000_s1388" style="position:absolute;flip:x;visibility:visible;mso-wrap-style:square" from="11315,13125" to="12065,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G2DxQAAANwAAAAPAAAAZHJzL2Rvd25yZXYueG1sRI9Li8Iw&#10;FIX3gv8hXGE2MqaOU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CsrG2DxQAAANwAAAAP&#10;AAAAAAAAAAAAAAAAAAcCAABkcnMvZG93bnJldi54bWxQSwUGAAAAAAMAAwC3AAAA+QIAAAAA&#10;" strokeweight="1pt"/>
                <v:line id="Line 60" o:spid="_x0000_s1389" style="position:absolute;flip:x;visibility:visible;mso-wrap-style:square" from="9804,15633" to="10934,17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MgYxgAAANwAAAAPAAAAZHJzL2Rvd25yZXYueG1sRI/NasJA&#10;FIX3gu8wXKEbqZNUs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w+DIGMYAAADcAAAA&#10;DwAAAAAAAAAAAAAAAAAHAgAAZHJzL2Rvd25yZXYueG1sUEsFBgAAAAADAAMAtwAAAPoCAAAAAA==&#10;" strokeweight="1pt"/>
                <v:line id="Line 61" o:spid="_x0000_s1390" style="position:absolute;visibility:visible;mso-wrap-style:square" from="13703,8229" to="13830,8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" strokeweight="1pt"/>
                <v:line id="Line 62" o:spid="_x0000_s1391" style="position:absolute;visibility:visible;mso-wrap-style:square" from="12446,11239" to="12573,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" strokeweight="1pt"/>
                <v:line id="Line 63" o:spid="_x0000_s1392" style="position:absolute;visibility:visible;mso-wrap-style:square" from="11188,14128" to="11315,1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" strokeweight="1pt"/>
                <v:line id="Line 64" o:spid="_x0000_s1393" style="position:absolute;visibility:visible;mso-wrap-style:square" from="9804,17011" to="981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ySxAAAANwAAAAPAAAAZHJzL2Rvd25yZXYueG1sRI/RagIx&#10;FETfC/2HcAu+1eyKFF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FkZ7JLEAAAA3AAAAA8A&#10;AAAAAAAAAAAAAAAABwIAAGRycy9kb3ducmV2LnhtbFBLBQYAAAAAAwADALcAAAD4AgAAAAA=&#10;" strokeweight="1pt"/>
                <v:line id="Line 65" o:spid="_x0000_s1394" style="position:absolute;flip:y;visibility:visible;mso-wrap-style:square" from="13830,8356" to="14331,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" strokeweight="1pt"/>
                <v:line id="Line 66" o:spid="_x0000_s1395" style="position:absolute;flip:y;visibility:visible;mso-wrap-style:square" from="12573,11493" to="13074,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" strokeweight="1pt"/>
                <v:line id="Line 67" o:spid="_x0000_s1396" style="position:absolute;flip:y;visibility:visible;mso-wrap-style:square" from="11315,14376" to="11817,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CUSxAAAANwAAAAPAAAAZHJzL2Rvd25yZXYueG1sRI9Li8Iw&#10;FIX3gv8hXMGNjKki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Gs0JRLEAAAA3AAAAA8A&#10;AAAAAAAAAAAAAAAABwIAAGRycy9kb3ducmV2LnhtbFBLBQYAAAAAAwADALcAAAD4AgAAAAA=&#10;" strokeweight="1pt"/>
                <v:line id="Line 68" o:spid="_x0000_s1397" style="position:absolute;flip:y;visibility:visible;mso-wrap-style:square" from="9804,17265" to="10306,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ICJxQAAANwAAAAPAAAAZHJzL2Rvd25yZXYueG1sRI/NisIw&#10;FIX3A75DuIKbYUwVLU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AEeICJxQAAANwAAAAP&#10;AAAAAAAAAAAAAAAAAAcCAABkcnMvZG93bnJldi54bWxQSwUGAAAAAAMAAwC3AAAA+QIAAAAA&#10;" strokeweight="1pt"/>
                <v:line id="Line 69" o:spid="_x0000_s1398" style="position:absolute;flip:x;visibility:visible;mso-wrap-style:square" from="14674,8229" to="15430,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h7+xQAAANwAAAAPAAAAZHJzL2Rvd25yZXYueG1sRI9Li8Iw&#10;FIX3gv8hXGE2MqYOUj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D0qh7+xQAAANwAAAAP&#10;AAAAAAAAAAAAAAAAAAcCAABkcnMvZG93bnJldi54bWxQSwUGAAAAAAMAAwC3AAAA+QIAAAAA&#10;" strokeweight="1pt"/>
                <v:line id="Line 70" o:spid="_x0000_s1399" style="position:absolute;flip:x;visibility:visible;mso-wrap-style:square" from="13576,10737" to="14331,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rtlxgAAANwAAAAPAAAAZHJzL2Rvd25yZXYueG1sRI/NasJA&#10;FIX3gu8wXKEbqZMUsT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m+a7ZcYAAADcAAAA&#10;DwAAAAAAAAAAAAAAAAAHAgAAZHJzL2Rvd25yZXYueG1sUEsFBgAAAAADAAMAtwAAAPoCAAAAAA==&#10;" strokeweight="1pt"/>
                <v:line id="Line 71" o:spid="_x0000_s1400" style="position:absolute;flip:x;visibility:visible;mso-wrap-style:square" from="12319,13627" to="13074,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S8XwgAAANwAAAAPAAAAZHJzL2Rvd25yZXYueG1sRE9Na8JA&#10;EL0X/A/LCF6KbpQi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DqeS8XwgAAANwAAAAPAAAA&#10;AAAAAAAAAAAAAAcCAABkcnMvZG93bnJldi54bWxQSwUGAAAAAAMAAwC3AAAA9gIAAAAA&#10;" strokeweight="1pt"/>
                <v:line id="Line 72" o:spid="_x0000_s1401" style="position:absolute;flip:x;visibility:visible;mso-wrap-style:square" from="10902,16452" to="11785,1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YqMxgAAANwAAAAPAAAAZHJzL2Rvd25yZXYueG1sRI/NasJA&#10;FIX3hb7DcAvdFDNJK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hTWKjMYAAADcAAAA&#10;DwAAAAAAAAAAAAAAAAAHAgAAZHJzL2Rvd25yZXYueG1sUEsFBgAAAAADAAMAtwAAAPoCAAAAAA==&#10;" strokeweight="1pt"/>
                <v:line id="Line 73" o:spid="_x0000_s1402" style="position:absolute;flip:x;visibility:visible;mso-wrap-style:square" from="15589,5594" to="16465,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" strokeweight="1pt"/>
                <v:line id="Line 74" o:spid="_x0000_s1403" style="position:absolute;visibility:visible;mso-wrap-style:square" from="14579,8985" to="1470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pPxAAAANwAAAAPAAAAZHJzL2Rvd25yZXYueG1sRI/RagIx&#10;FETfC/2HcAu+1ewKFl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NzAek/EAAAA3AAAAA8A&#10;AAAAAAAAAAAAAAAABwIAAGRycy9kb3ducmV2LnhtbFBLBQYAAAAAAwADALcAAAD4AgAAAAA=&#10;" strokeweight="1pt"/>
                <v:line id="Line 75" o:spid="_x0000_s1404" style="position:absolute;visibility:visible;mso-wrap-style:square" from="15589,6851" to="15589,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Q4xQAAANwAAAAPAAAAZHJzL2Rvd25yZXYueG1sRI/dagIx&#10;FITvC75DOELvNKvQ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AsEuQ4xQAAANwAAAAP&#10;AAAAAAAAAAAAAAAAAAcCAABkcnMvZG93bnJldi54bWxQSwUGAAAAAAMAAwC3AAAA+QIAAAAA&#10;" strokeweight="1pt"/>
                <v:line id="Line 76" o:spid="_x0000_s1405" style="position:absolute;visibility:visible;mso-wrap-style:square" from="13449,11620" to="13576,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GjxQAAANwAAAAPAAAAZHJzL2Rvd25yZXYueG1sRI/RagIx&#10;FETfC/5DuELfataW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BDXkGjxQAAANwAAAAP&#10;AAAAAAAAAAAAAAAAAAcCAABkcnMvZG93bnJldi54bWxQSwUGAAAAAAMAAwC3AAAA+QIAAAAA&#10;" strokeweight="1pt"/>
                <v:line id="Line 77" o:spid="_x0000_s1406" style="position:absolute;visibility:visible;mso-wrap-style:square" from="12319,14376" to="12319,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9nXxQAAANwAAAAPAAAAZHJzL2Rvd25yZXYueG1sRI/RagIx&#10;FETfC/5DuELfatbS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DMt9nXxQAAANwAAAAP&#10;AAAAAAAAAAAAAAAAAAcCAABkcnMvZG93bnJldi54bWxQSwUGAAAAAAMAAwC3AAAA+QIAAAAA&#10;" strokeweight="1pt"/>
                <v:line id="Line 78" o:spid="_x0000_s1407" style="position:absolute;visibility:visible;mso-wrap-style:square" from="10814,17640" to="10814,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" strokeweight="1pt"/>
                <v:line id="Line 79" o:spid="_x0000_s1408" style="position:absolute;flip:y;visibility:visible;mso-wrap-style:square" from="15589,6972" to="16090,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4gjxQAAANwAAAAPAAAAZHJzL2Rvd25yZXYueG1sRI9Li8Iw&#10;FIX3gv8hXGE2MqYOW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Bxc4gjxQAAANwAAAAP&#10;AAAAAAAAAAAAAAAAAAcCAABkcnMvZG93bnJldi54bWxQSwUGAAAAAAMAAwC3AAAA+QIAAAAA&#10;" strokeweight="1pt"/>
                <v:line id="Line 80" o:spid="_x0000_s1409" style="position:absolute;flip:y;visibility:visible;mso-wrap-style:square" from="14706,9232" to="15208,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24xgAAANwAAAAPAAAAZHJzL2Rvd25yZXYueG1sRI/NasJA&#10;FIX3gu8wXKEbqZMUt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Hj8tuMYAAADcAAAA&#10;DwAAAAAAAAAAAAAAAAAHAgAAZHJzL2Rvd25yZXYueG1sUEsFBgAAAAADAAMAtwAAAPoCAAAAAA==&#10;" strokeweight="1pt"/>
                <v:line id="Line 81" o:spid="_x0000_s1410" style="position:absolute;flip:y;visibility:visible;mso-wrap-style:square" from="13703,11995" to="14204,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LnKwgAAANwAAAAPAAAAZHJzL2Rvd25yZXYueG1sRE9Na8JA&#10;EL0X/A/LCF6KbhQq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BvoLnKwgAAANwAAAAPAAAA&#10;AAAAAAAAAAAAAAcCAABkcnMvZG93bnJldi54bWxQSwUGAAAAAAMAAwC3AAAA9gIAAAAA&#10;" strokeweight="1pt"/>
                <v:line id="Line 82" o:spid="_x0000_s1411" style="position:absolute;flip:y;visibility:visible;mso-wrap-style:square" from="12319,14878" to="12820,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BxRxgAAANwAAAAPAAAAZHJzL2Rvd25yZXYueG1sRI/NasJA&#10;FIX3hb7DcAvdFDNJo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AOwcUcYAAADcAAAA&#10;DwAAAAAAAAAAAAAAAAAHAgAAZHJzL2Rvd25yZXYueG1sUEsFBgAAAAADAAMAtwAAAPoCAAAAAA==&#10;" strokeweight="1pt"/>
                <v:line id="Line 83" o:spid="_x0000_s1412" style="position:absolute;flip:y;visibility:visible;mso-wrap-style:square" from="10934,17767" to="11436,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" strokeweight="1pt"/>
                <v:line id="Line 84" o:spid="_x0000_s1413" style="position:absolute;flip:x;visibility:visible;mso-wrap-style:square" from="5784,21031" to="8928,27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" strokeweight="1pt"/>
                <v:line id="Line 85" o:spid="_x0000_s1414" style="position:absolute;flip:y;visibility:visible;mso-wrap-style:square" from="5403,20402" to="5403,28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OEGxQAAANwAAAAPAAAAZHJzL2Rvd25yZXYueG1sRI9Li8Iw&#10;FIX3gv8hXGE2MqaOUD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CvaOEGxQAAANwAAAAP&#10;AAAAAAAAAAAAAAAAAAcCAABkcnMvZG93bnJldi54bWxQSwUGAAAAAAMAAwC3AAAA+QIAAAAA&#10;" strokeweight="1pt"/>
                <v:line id="Line 86" o:spid="_x0000_s1415" style="position:absolute;flip:y;visibility:visible;mso-wrap-style:square" from="5029,23164" to="5905,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XlyxQAAANwAAAAPAAAAZHJzL2Rvd25yZXYueG1sRI9Li8Iw&#10;FIX3gv8hXGE2MqYOUj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AggXlyxQAAANwAAAAP&#10;AAAAAAAAAAAAAAAAAAcCAABkcnMvZG93bnJldi54bWxQSwUGAAAAAAMAAwC3AAAA+QIAAAAA&#10;" strokeweight="1pt"/>
                <v:line id="Line 87" o:spid="_x0000_s1416" style="position:absolute;visibility:visible;mso-wrap-style:square" from="5029,23037" to="5784,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" strokeweight="1pt"/>
                <v:rect id="Rectangle 88" o:spid="_x0000_s1417" style="position:absolute;left:5905;top:21532;width: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" filled="f" stroked="f">
                  <v:textbox style="mso-fit-shape-to-text:t" inset="0,0,0,0">
                    <w:txbxContent>
                      <w:p w14:paraId="54C3807F" w14:textId="77777777" w:rsidR="00AC6F01" w:rsidRDefault="00AC6F01" w:rsidP="00F54F68">
                        <w:r>
                          <w:rPr>
                            <w:rFonts w:ascii="Symbol" w:hAnsi="Symbol" w:cs="Symbol"/>
                            <w:color w:val="000000"/>
                            <w:sz w:val="16"/>
                            <w:szCs w:val="16"/>
                            <w:lang w:val="en-US"/>
                          </w:rPr>
                          <w:t></w:t>
                        </w:r>
                      </w:p>
                    </w:txbxContent>
                  </v:textbox>
                </v:rect>
                <v:rect id="Rectangle 89" o:spid="_x0000_s1418" style="position:absolute;left:6661;top:212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pSUwgAAANwAAAAPAAAAZHJzL2Rvd25yZXYueG1sRI/NigIx&#10;EITvC75DaMHbmtGDO4x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60pSUwgAAANwAAAAPAAAA&#10;AAAAAAAAAAAAAAcCAABkcnMvZG93bnJldi54bWxQSwUGAAAAAAMAAwC3AAAA9gIAAAAA&#10;" filled="f" stroked="f">
                  <v:textbox style="mso-fit-shape-to-text:t" inset="0,0,0,0">
                    <w:txbxContent>
                      <w:p w14:paraId="17799F79" w14:textId="77777777" w:rsidR="00AC6F01" w:rsidRDefault="00AC6F01" w:rsidP="00F54F68">
                        <w:r>
                          <w:rPr>
                            <w:color w:val="000000"/>
                            <w:lang w:val="en-US"/>
                          </w:rPr>
                          <w:t xml:space="preserve"> </w:t>
                        </w:r>
                      </w:p>
                    </w:txbxContent>
                  </v:textbox>
                </v:rect>
                <v:rect id="Rectangle 90" o:spid="_x0000_s1419" style="position:absolute;left:6661;top:21780;width:1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" filled="f" stroked="f">
                  <v:textbox style="mso-fit-shape-to-text:t" inset="0,0,0,0">
                    <w:txbxContent>
                      <w:p w14:paraId="65259118" w14:textId="77777777" w:rsidR="00AC6F01" w:rsidRDefault="00AC6F01" w:rsidP="00F54F68">
                        <w:r>
                          <w:rPr>
                            <w:rFonts w:ascii="Arial" w:hAnsi="Arial" w:cs="Arial"/>
                            <w:color w:val="000000"/>
                            <w:sz w:val="10"/>
                            <w:szCs w:val="10"/>
                            <w:lang w:val="en-US"/>
                          </w:rPr>
                          <w:t>i</w:t>
                        </w:r>
                      </w:p>
                    </w:txbxContent>
                  </v:textbox>
                </v:rect>
                <v:rect id="Rectangle 91" o:spid="_x0000_s1420" style="position:absolute;left:6788;top:211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V9wgAAANwAAAAPAAAAZHJzL2Rvd25yZXYueG1sRI/NigIx&#10;EITvC75DaMHbmtGDzI5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kAaV9wgAAANwAAAAPAAAA&#10;AAAAAAAAAAAAAAcCAABkcnMvZG93bnJldi54bWxQSwUGAAAAAAMAAwC3AAAA9gIAAAAA&#10;" filled="f" stroked="f">
                  <v:textbox style="mso-fit-shape-to-text:t" inset="0,0,0,0">
                    <w:txbxContent>
                      <w:p w14:paraId="3A4817F2" w14:textId="77777777" w:rsidR="00AC6F01" w:rsidRDefault="00AC6F01" w:rsidP="00F54F68">
                        <w:r>
                          <w:rPr>
                            <w:color w:val="000000"/>
                            <w:lang w:val="en-US"/>
                          </w:rPr>
                          <w:t xml:space="preserve"> </w:t>
                        </w:r>
                      </w:p>
                    </w:txbxContent>
                  </v:textbox>
                </v:rect>
                <v:line id="Line 92" o:spid="_x0000_s1421" style="position:absolute;flip:x;visibility:visible;mso-wrap-style:square" from="15367,1860" to="1662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" strokeweight="1pt"/>
                <v:line id="Line 93" o:spid="_x0000_s1422" style="position:absolute;visibility:visible;mso-wrap-style:square" from="15335,4718" to="1697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" strokeweight="1pt"/>
                <v:line id="Line 94" o:spid="_x0000_s1423" style="position:absolute;flip:y;visibility:visible;mso-wrap-style:square" from="16973,2330" to="18357,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" strokeweight="1pt"/>
                <v:line id="Line 95" o:spid="_x0000_s1424" style="position:absolute;visibility:visible;mso-wrap-style:square" from="13830,1079" to="16465,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x3DxQAAANwAAAAPAAAAZHJzL2Rvd25yZXYueG1sRI/RagIx&#10;FETfC/5DuELfatYW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AI6x3DxQAAANwAAAAP&#10;AAAAAAAAAAAAAAAAAAcCAABkcnMvZG93bnJldi54bWxQSwUGAAAAAAMAAwC3AAAA+QIAAAAA&#10;" strokeweight="1pt"/>
                <v:line id="Line 96" o:spid="_x0000_s1425" style="position:absolute;visibility:visible;mso-wrap-style:square" from="15716,577" to="16471,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W3xQAAANwAAAAPAAAAZHJzL2Rvd25yZXYueG1sRI/RagIx&#10;FETfC/5DuELfatZS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CHAoW3xQAAANwAAAAP&#10;AAAAAAAAAAAAAAAAAAcCAABkcnMvZG93bnJldi54bWxQSwUGAAAAAAMAAwC3AAAA+QIAAAAA&#10;" strokeweight="1pt"/>
                <v:line id="Line 97" o:spid="_x0000_s1426" style="position:absolute;flip:x;visibility:visible;mso-wrap-style:square" from="15462,1079" to="16294,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" strokeweight="1pt"/>
                <v:line id="Line 98" o:spid="_x0000_s1427" style="position:absolute;visibility:visible;mso-wrap-style:square" from="12477,24511" to="14865,26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" strokeweight="1pt"/>
                <v:line id="Line 99" o:spid="_x0000_s1428" style="position:absolute;visibility:visible;mso-wrap-style:square" from="12382,24390" to="12884,25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" strokeweight="1pt"/>
                <v:line id="Line 100" o:spid="_x0000_s1429" style="position:absolute;visibility:visible;mso-wrap-style:square" from="12319,24390" to="13449,2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" strokeweight="1pt"/>
                <v:rect id="Rectangle 101" o:spid="_x0000_s1430" style="position:absolute;left:15208;top:25171;width:73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" filled="f" stroked="f">
                  <v:textbox style="mso-fit-shape-to-text:t" inset="0,0,0,0">
                    <w:txbxContent>
                      <w:p w14:paraId="683DF44E" w14:textId="77777777" w:rsidR="00AC6F01" w:rsidRDefault="00AC6F01" w:rsidP="00F54F68">
                        <w:r>
                          <w:rPr>
                            <w:color w:val="000000"/>
                            <w:lang w:val="en-US"/>
                          </w:rPr>
                          <w:t>Photo detector</w:t>
                        </w:r>
                      </w:p>
                    </w:txbxContent>
                  </v:textbox>
                </v:rect>
                <v:rect id="Rectangle 102" o:spid="_x0000_s1431" style="position:absolute;left:22504;top:2517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" filled="f" stroked="f">
                  <v:textbox style="mso-fit-shape-to-text:t" inset="0,0,0,0">
                    <w:txbxContent>
                      <w:p w14:paraId="3B3C2F42" w14:textId="77777777" w:rsidR="00AC6F01" w:rsidRDefault="00AC6F01" w:rsidP="00F54F68">
                        <w:r>
                          <w:rPr>
                            <w:color w:val="000000"/>
                            <w:lang w:val="en-US"/>
                          </w:rPr>
                          <w:t xml:space="preserve"> </w:t>
                        </w:r>
                      </w:p>
                    </w:txbxContent>
                  </v:textbox>
                </v:rect>
                <v:rect id="Rectangle 103" o:spid="_x0000_s1432" style="position:absolute;left:3517;top:29063;width:42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" filled="f" strokeweight="1pt"/>
                <v:rect id="Rectangle 104" o:spid="_x0000_s1433" style="position:absolute;left:3397;top:31819;width:4394;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" filled="f" strokeweight="1pt"/>
                <v:line id="Line 105" o:spid="_x0000_s1434" style="position:absolute;visibility:visible;mso-wrap-style:square" from="5029,29565" to="5029,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m3kxQAAANwAAAAPAAAAZHJzL2Rvd25yZXYueG1sRI/RagIx&#10;FETfC/2HcAt9q1kt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A9Pm3kxQAAANwAAAAP&#10;AAAAAAAAAAAAAAAAAAcCAABkcnMvZG93bnJldi54bWxQSwUGAAAAAAMAAwC3AAAA+QIAAAAA&#10;" strokeweight="1pt"/>
                <v:line id="Line 106" o:spid="_x0000_s1435" style="position:absolute;visibility:visible;mso-wrap-style:square" from="6032,29565" to="6032,31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WQxQAAANwAAAAPAAAAZHJzL2Rvd25yZXYueG1sRI/RagIx&#10;FETfC/2HcAt9q1ml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Cy1/WQxQAAANwAAAAP&#10;AAAAAAAAAAAAAAAAAAcCAABkcnMvZG93bnJldi54bWxQSwUGAAAAAAMAAwC3AAAA+QIAAAAA&#10;" strokeweight="1pt"/>
                <v:line id="Line 107" o:spid="_x0000_s1436" style="position:absolute;visibility:visible;mso-wrap-style:square" from="6159,30568" to="10687,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1ALxQAAANwAAAAPAAAAZHJzL2Rvd25yZXYueG1sRI/RagIx&#10;FETfC/2HcAt9q1mFyn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Ddm1ALxQAAANwAAAAP&#10;AAAAAAAAAAAAAAAAAAcCAABkcnMvZG93bnJldi54bWxQSwUGAAAAAAMAAwC3AAAA+QIAAAAA&#10;" strokeweight="1pt"/>
                <v:line id="Line 108" o:spid="_x0000_s1437" style="position:absolute;flip:y;visibility:visible;mso-wrap-style:square" from="6032,30194" to="6915,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" strokeweight="1pt"/>
                <v:line id="Line 109" o:spid="_x0000_s1438" style="position:absolute;visibility:visible;mso-wrap-style:square" from="6159,30568" to="6927,30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" strokeweight="1pt"/>
                <v:rect id="Rectangle 110" o:spid="_x0000_s1439" style="position:absolute;left:11563;top:29813;width:73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" filled="f" stroked="f">
                  <v:textbox style="mso-fit-shape-to-text:t" inset="0,0,0,0">
                    <w:txbxContent>
                      <w:p w14:paraId="54E96E2A" w14:textId="77777777" w:rsidR="00AC6F01" w:rsidRDefault="00AC6F01" w:rsidP="00F54F68">
                        <w:r>
                          <w:rPr>
                            <w:color w:val="000000"/>
                            <w:lang w:val="en-US"/>
                          </w:rPr>
                          <w:t>Sample holder</w:t>
                        </w:r>
                      </w:p>
                    </w:txbxContent>
                  </v:textbox>
                </v:rect>
                <v:rect id="Rectangle 111" o:spid="_x0000_s1440" style="position:absolute;left:18853;top:2981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" filled="f" stroked="f">
                  <v:textbox style="mso-fit-shape-to-text:t" inset="0,0,0,0">
                    <w:txbxContent>
                      <w:p w14:paraId="5EBDC032" w14:textId="77777777" w:rsidR="00AC6F01" w:rsidRDefault="00AC6F01" w:rsidP="00F54F68">
                        <w:r>
                          <w:rPr>
                            <w:color w:val="000000"/>
                            <w:lang w:val="en-US"/>
                          </w:rPr>
                          <w:t xml:space="preserve"> </w:t>
                        </w:r>
                      </w:p>
                    </w:txbxContent>
                  </v:textbox>
                </v:rect>
                <v:shape id="Freeform 112" o:spid="_x0000_s1441" style="position:absolute;left:5403;top:29940;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" path="m99,r,l99,20r-20,l79,40r-19,l40,40,,40e" filled="f" strokeweight="1pt">
                  <v:path arrowok="t" o:connecttype="custom" o:connectlocs="62865,0;62865,0;62865,12700;50165,12700;50165,25400;38100,25400;25400,25400;25400,25400;0,25400" o:connectangles="0,0,0,0,0,0,0,0,0"/>
                </v:shape>
                <v:shape id="Freeform 113" o:spid="_x0000_s1442" style="position:absolute;left:5403;top:30314;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" path="m99,r,l99,20r-20,l60,40r-20,l,40e" filled="f" strokeweight="1pt">
                  <v:path arrowok="t" o:connecttype="custom" o:connectlocs="62865,0;62865,0;62865,12700;50165,12700;38100,25400;38100,25400;25400,25400;0,25400" o:connectangles="0,0,0,0,0,0,0,0"/>
                </v:shape>
                <v:shape id="Freeform 114" o:spid="_x0000_s1443" style="position:absolute;left:5403;top:30695;width:629;height:248;visibility:visible;mso-wrap-style:square;v-text-anchor:top" coordsize="9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" path="m99,r,l79,19r-19,l40,39,,39e" filled="f" strokeweight="1pt">
                  <v:path arrowok="t" o:connecttype="custom" o:connectlocs="62865,0;62865,0;62865,0;50165,12065;38100,12065;38100,12065;25400,24765;0,24765" o:connectangles="0,0,0,0,0,0,0,0"/>
                </v:shape>
                <v:shape id="Freeform 115" o:spid="_x0000_s1444" style="position:absolute;left:5276;top:30943;width:756;height:375;visibility:visible;mso-wrap-style:square;v-text-anchor:top" coordsize="11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" path="m119,r,20l99,20r,20l80,40r-20,l40,40,,59e" filled="f" strokeweight="1pt">
                  <v:path arrowok="t" o:connecttype="custom" o:connectlocs="75565,0;75565,12700;62865,12700;62865,25400;50800,25400;38100,25400;25400,25400;0,37465" o:connectangles="0,0,0,0,0,0,0,0"/>
                </v:shape>
                <v:rect id="Rectangle 116" o:spid="_x0000_s1445" style="position:absolute;left:4273;top:825;width:8928;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" stroked="f"/>
                <v:rect id="Rectangle 117" o:spid="_x0000_s1446" style="position:absolute;left:3898;top:825;width:85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" filled="f" stroked="f">
                  <v:textbox style="mso-fit-shape-to-text:t" inset="0,0,0,0">
                    <w:txbxContent>
                      <w:p w14:paraId="34B4BC90" w14:textId="77777777" w:rsidR="00AC6F01" w:rsidRDefault="00AC6F01" w:rsidP="00F54F68">
                        <w:r>
                          <w:rPr>
                            <w:color w:val="000000"/>
                            <w:lang w:val="en-US"/>
                          </w:rPr>
                          <w:t>Light source and</w:t>
                        </w:r>
                      </w:p>
                    </w:txbxContent>
                  </v:textbox>
                </v:rect>
                <v:rect id="Rectangle 118" o:spid="_x0000_s1447" style="position:absolute;left:12319;top:825;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" filled="f" stroked="f">
                  <v:textbox style="mso-fit-shape-to-text:t" inset="0,0,0,0">
                    <w:txbxContent>
                      <w:p w14:paraId="28F52C53" w14:textId="77777777" w:rsidR="00AC6F01" w:rsidRDefault="00AC6F01" w:rsidP="00F54F68">
                        <w:r>
                          <w:rPr>
                            <w:color w:val="000000"/>
                            <w:lang w:val="en-US"/>
                          </w:rPr>
                          <w:t xml:space="preserve"> </w:t>
                        </w:r>
                      </w:p>
                    </w:txbxContent>
                  </v:textbox>
                </v:rect>
                <v:rect id="Rectangle 119" o:spid="_x0000_s1448" style="position:absolute;left:3898;top:2578;width:57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" filled="f" stroked="f">
                  <v:textbox style="mso-fit-shape-to-text:t" inset="0,0,0,0">
                    <w:txbxContent>
                      <w:p w14:paraId="2D03EEB2" w14:textId="77777777" w:rsidR="00AC6F01" w:rsidRDefault="00AC6F01" w:rsidP="00F54F68">
                        <w:r>
                          <w:rPr>
                            <w:color w:val="000000"/>
                            <w:lang w:val="en-US"/>
                          </w:rPr>
                          <w:t>collimating</w:t>
                        </w:r>
                      </w:p>
                    </w:txbxContent>
                  </v:textbox>
                </v:rect>
                <v:rect id="Rectangle 120" o:spid="_x0000_s1449" style="position:absolute;left:9556;top:25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" filled="f" stroked="f">
                  <v:textbox style="mso-fit-shape-to-text:t" inset="0,0,0,0">
                    <w:txbxContent>
                      <w:p w14:paraId="24F84BE3" w14:textId="77777777" w:rsidR="00AC6F01" w:rsidRDefault="00AC6F01" w:rsidP="00F54F68">
                        <w:r>
                          <w:rPr>
                            <w:color w:val="000000"/>
                            <w:lang w:val="en-US"/>
                          </w:rPr>
                          <w:t xml:space="preserve"> </w:t>
                        </w:r>
                      </w:p>
                    </w:txbxContent>
                  </v:textbox>
                </v:rect>
                <v:rect id="Rectangle 121" o:spid="_x0000_s1450" style="position:absolute;left:3898;top:3708;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" filled="f" stroked="f">
                  <v:textbox style="mso-fit-shape-to-text:t" inset="0,0,0,0">
                    <w:txbxContent>
                      <w:p w14:paraId="35E48A61" w14:textId="77777777" w:rsidR="00AC6F01" w:rsidRDefault="00AC6F01" w:rsidP="00F54F68">
                        <w:r>
                          <w:rPr>
                            <w:color w:val="000000"/>
                            <w:lang w:val="en-US"/>
                          </w:rPr>
                          <w:t>o</w:t>
                        </w:r>
                      </w:p>
                    </w:txbxContent>
                  </v:textbox>
                </v:rect>
                <v:rect id="Rectangle 122" o:spid="_x0000_s1451" style="position:absolute;left:4527;top:3708;width:240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" filled="f" stroked="f">
                  <v:textbox style="mso-fit-shape-to-text:t" inset="0,0,0,0">
                    <w:txbxContent>
                      <w:p w14:paraId="02DF3AC6" w14:textId="77777777" w:rsidR="00AC6F01" w:rsidRDefault="00AC6F01" w:rsidP="00F54F68">
                        <w:r>
                          <w:rPr>
                            <w:color w:val="000000"/>
                            <w:lang w:val="en-US"/>
                          </w:rPr>
                          <w:t>ptics</w:t>
                        </w:r>
                      </w:p>
                    </w:txbxContent>
                  </v:textbox>
                </v:rect>
                <v:rect id="Rectangle 123" o:spid="_x0000_s1452" style="position:absolute;left:6915;top:370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" filled="f" stroked="f">
                  <v:textbox style="mso-fit-shape-to-text:t" inset="0,0,0,0">
                    <w:txbxContent>
                      <w:p w14:paraId="16784E11" w14:textId="77777777" w:rsidR="00AC6F01" w:rsidRDefault="00AC6F01" w:rsidP="00F54F68">
                        <w:r>
                          <w:rPr>
                            <w:color w:val="000000"/>
                            <w:lang w:val="en-US"/>
                          </w:rPr>
                          <w:t xml:space="preserve"> </w:t>
                        </w:r>
                      </w:p>
                    </w:txbxContent>
                  </v:textbox>
                </v:rect>
                <v:rect id="Rectangle 124" o:spid="_x0000_s1453" style="position:absolute;left:42614;top:18522;width:917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" stroked="f"/>
                <v:rect id="Rectangle 125" o:spid="_x0000_s1454" style="position:absolute;left:43370;top:18389;width:57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3iqwgAAANwAAAAPAAAAZHJzL2Rvd25yZXYueG1sRI/dagIx&#10;FITvhb5DOAXvNKkF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Cu13iqwgAAANwAAAAPAAAA&#10;AAAAAAAAAAAAAAcCAABkcnMvZG93bnJldi54bWxQSwUGAAAAAAMAAwC3AAAA9gIAAAAA&#10;" filled="f" stroked="f">
                  <v:textbox style="mso-fit-shape-to-text:t" inset="0,0,0,0">
                    <w:txbxContent>
                      <w:p w14:paraId="5A4322C8" w14:textId="77777777" w:rsidR="00AC6F01" w:rsidRDefault="00AC6F01" w:rsidP="00F54F68">
                        <w:r>
                          <w:rPr>
                            <w:color w:val="000000"/>
                            <w:lang w:val="en-US"/>
                          </w:rPr>
                          <w:t>Calibration</w:t>
                        </w:r>
                      </w:p>
                    </w:txbxContent>
                  </v:textbox>
                </v:rect>
                <v:rect id="Rectangle 126" o:spid="_x0000_s1455" style="position:absolute;left:49028;top:18389;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uDewgAAANwAAAAPAAAAZHJzL2Rvd25yZXYueG1sRI/dagIx&#10;FITvhb5DOAXvNKkU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AhPuDewgAAANwAAAAPAAAA&#10;AAAAAAAAAAAAAAcCAABkcnMvZG93bnJldi54bWxQSwUGAAAAAAMAAwC3AAAA9gIAAAAA&#10;" filled="f" stroked="f">
                  <v:textbox style="mso-fit-shape-to-text:t" inset="0,0,0,0">
                    <w:txbxContent>
                      <w:p w14:paraId="20AFC110" w14:textId="77777777" w:rsidR="00AC6F01" w:rsidRDefault="00AC6F01" w:rsidP="00F54F68">
                        <w:r>
                          <w:rPr>
                            <w:color w:val="000000"/>
                            <w:lang w:val="en-US"/>
                          </w:rPr>
                          <w:t xml:space="preserve"> </w:t>
                        </w:r>
                      </w:p>
                    </w:txbxContent>
                  </v:textbox>
                </v:rect>
                <v:rect id="Rectangle 127" o:spid="_x0000_s1456" style="position:absolute;left:43370;top:20021;width:55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kVFwgAAANwAAAAPAAAAZHJzL2Rvd25yZXYueG1sRI/dagIx&#10;FITvhb5DOAXvNKlQ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BOckVFwgAAANwAAAAPAAAA&#10;AAAAAAAAAAAAAAcCAABkcnMvZG93bnJldi54bWxQSwUGAAAAAAMAAwC3AAAA9gIAAAAA&#10;" filled="f" stroked="f">
                  <v:textbox style="mso-fit-shape-to-text:t" inset="0,0,0,0">
                    <w:txbxContent>
                      <w:p w14:paraId="19B11071" w14:textId="77777777" w:rsidR="00AC6F01" w:rsidRDefault="00AC6F01" w:rsidP="00F54F68">
                        <w:r>
                          <w:rPr>
                            <w:color w:val="000000"/>
                            <w:lang w:val="en-US"/>
                          </w:rPr>
                          <w:t>adjustment</w:t>
                        </w:r>
                      </w:p>
                    </w:txbxContent>
                  </v:textbox>
                </v:rect>
                <v:rect id="Rectangle 128" o:spid="_x0000_s1457" style="position:absolute;left:48901;top:2002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" filled="f" stroked="f">
                  <v:textbox style="mso-fit-shape-to-text:t" inset="0,0,0,0">
                    <w:txbxContent>
                      <w:p w14:paraId="3355ADB8" w14:textId="77777777" w:rsidR="00AC6F01" w:rsidRDefault="00AC6F01" w:rsidP="00F54F68">
                        <w:r>
                          <w:rPr>
                            <w:color w:val="000000"/>
                            <w:lang w:val="en-US"/>
                          </w:rPr>
                          <w:t xml:space="preserve"> </w:t>
                        </w:r>
                      </w:p>
                    </w:txbxContent>
                  </v:textbox>
                </v:rect>
                <v:rect id="Rectangle 129" o:spid="_x0000_s1458" style="position:absolute;left:14960;top:18770;width:8801;height:1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" stroked="f"/>
                <v:rect id="Rectangle 130" o:spid="_x0000_s1459" style="position:absolute;left:15214;top:18522;width:82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" filled="f" stroked="f">
                  <v:textbox style="mso-fit-shape-to-text:t" inset="0,0,0,0">
                    <w:txbxContent>
                      <w:p w14:paraId="1A7D4084" w14:textId="77777777" w:rsidR="00AC6F01" w:rsidRDefault="00AC6F01" w:rsidP="00F54F68">
                        <w:r>
                          <w:rPr>
                            <w:color w:val="000000"/>
                            <w:lang w:val="en-US"/>
                          </w:rPr>
                          <w:t>Zero adjustment</w:t>
                        </w:r>
                      </w:p>
                    </w:txbxContent>
                  </v:textbox>
                </v:rect>
                <v:rect id="Rectangle 131" o:spid="_x0000_s1460" style="position:absolute;left:23380;top:19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" filled="f" stroked="f">
                  <v:textbox style="mso-fit-shape-to-text:t" inset="0,0,0,0">
                    <w:txbxContent>
                      <w:p w14:paraId="4FD6D932" w14:textId="77777777" w:rsidR="00AC6F01" w:rsidRDefault="00AC6F01" w:rsidP="00F54F68">
                        <w:r>
                          <w:rPr>
                            <w:color w:val="000000"/>
                            <w:lang w:val="en-US"/>
                          </w:rPr>
                          <w:t xml:space="preserve"> </w:t>
                        </w:r>
                      </w:p>
                    </w:txbxContent>
                  </v:textbox>
                </v:rect>
                <v:shape id="Arc 132" o:spid="_x0000_s1461" style="position:absolute;left:5784;top:20542;width:2636;height:1492;visibility:visible;mso-wrap-style:square;v-text-anchor:top" coordsize="19091,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" path="m,nfc8001,,15347,4423,19091,11495em,nsc8001,,15347,4423,19091,11495l,21600,,xe" filled="f">
                  <v:path arrowok="t" o:extrusionok="f" o:connecttype="custom" o:connectlocs="0,0;263525,79421;0,149225" o:connectangles="0,0,0"/>
                </v:shape>
                <v:shape id="Arc 133" o:spid="_x0000_s1462" style="position:absolute;left:28282;top:11753;width:9792;height:4541;visibility:visible;mso-wrap-style:square;v-text-anchor:top" coordsize="4214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" path="m,16179nfc2470,6652,11067,,20909,,31308,,40231,7410,42141,17633em,16179nsc2470,6652,11067,,20909,,31308,,40231,7410,42141,17633l20909,21600,,16179xe" filled="f">
                  <v:path arrowok="t" o:extrusionok="f" o:connecttype="custom" o:connectlocs="0,340077;979170,370640;485821,454025" o:connectangles="0,0,0"/>
                </v:shape>
                <v:shape id="Picture 134" o:spid="_x0000_s1463" type="#_x0000_t75" style="position:absolute;left:35452;top:17970;width:2622;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">
                  <v:imagedata r:id="rId42" o:title=""/>
                </v:shape>
                <v:shape id="Picture 135" o:spid="_x0000_s1464" type="#_x0000_t75" style="position:absolute;left:36163;top:18059;width:1911;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">
                  <v:imagedata r:id="rId43" o:title=""/>
                </v:shape>
                <v:shape id="Picture 136" o:spid="_x0000_s1465" type="#_x0000_t75" style="position:absolute;left:35452;top:19145;width:1574;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">
                  <v:imagedata r:id="rId44" o:title=""/>
                </v:shape>
                <v:shape id="Picture 137" o:spid="_x0000_s1466" type="#_x0000_t75" style="position:absolute;left:29038;top:18021;width:2623;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">
                  <v:imagedata r:id="rId42" o:title=""/>
                </v:shape>
                <v:shape id="Picture 138" o:spid="_x0000_s1467" type="#_x0000_t75" style="position:absolute;left:29749;top:18141;width:1912;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">
                  <v:imagedata r:id="rId43" o:title=""/>
                </v:shape>
                <v:shape id="Picture 139" o:spid="_x0000_s1468" type="#_x0000_t75" style="position:absolute;left:29159;top:19145;width:1575;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">
                  <v:imagedata r:id="rId44" o:title=""/>
                </v:shape>
                <v:shapetype id="_x0000_t32" coordsize="21600,21600" o:spt="32" o:oned="t" path="m,l21600,21600e" filled="f">
                  <v:path arrowok="t" fillok="f" o:connecttype="none"/>
                  <o:lock v:ext="edit" shapetype="t"/>
                </v:shapetype>
                <v:shape id="AutoShape 140" o:spid="_x0000_s1469" type="#_x0000_t32" style="position:absolute;left:5467;top:18021;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"/>
                <v:line id="Line 141" o:spid="_x0000_s1470" style="position:absolute;visibility:visible;mso-wrap-style:square" from="5784,20554" to="6159,2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" strokeweight="1pt"/>
                <v:line id="Line 142" o:spid="_x0000_s1471" style="position:absolute;flip:y;visibility:visible;mso-wrap-style:square" from="5746,20046" to="6159,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" strokeweight="1pt"/>
                <v:line id="Line 143" o:spid="_x0000_s1472" style="position:absolute;flip:x y;visibility:visible;mso-wrap-style:square" from="7918,20580" to="8420,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" strokeweight="1pt"/>
                <v:line id="Line 144" o:spid="_x0000_s1473" style="position:absolute;flip:x;visibility:visible;mso-wrap-style:square" from="7791,21285" to="8420,2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" strokeweight="1pt"/>
                <v:oval id="Oval 145" o:spid="_x0000_s1474" style="position:absolute;left:16465;width:2889;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"/>
                <v:shape id="Arc 146" o:spid="_x0000_s1475" style="position:absolute;left:7918;top:17767;width:3492;height:3168;visibility:visible;mso-wrap-style:square;v-text-anchor:top" coordsize="21427,2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" path="m3404,-1nfc12875,1511,20215,9086,21426,18601em3404,-1nsc12875,1511,20215,9086,21426,18601l,21330,3404,-1xe" filled="f">
                  <v:path arrowok="t" o:extrusionok="f" o:connecttype="custom" o:connectlocs="55484,0;349250,276325;0,316865" o:connectangles="0,0,0"/>
                </v:shape>
                <v:shape id="Arc 147" o:spid="_x0000_s1476" style="position:absolute;left:11188;top:21774;width:1346;height:3079;visibility:visible;mso-wrap-style:square;v-text-anchor:top" coordsize="21600,3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" path="m13868,-1nfc18768,4103,21600,10167,21600,16560v,7098,-3488,13743,-9330,17775em13868,-1nsc18768,4103,21600,10167,21600,16560v,7098,-3488,13743,-9330,17775l,16560,13868,-1xe" filled="f">
                  <v:path arrowok="t" o:extrusionok="f" o:connecttype="custom" o:connectlocs="86431,0;76478,307975;0,148534" o:connectangles="0,0,0"/>
                </v:shape>
                <w10:anchorlock/>
              </v:group>
            </w:pict>
          </mc:Fallback>
        </mc:AlternateContent>
      </w:r>
    </w:p>
    <w:p w14:paraId="3F5E5C5F" w14:textId="77777777" w:rsidR="00F54F68" w:rsidRPr="00F54F68" w:rsidRDefault="00F54F68" w:rsidP="00F54F68">
      <w:pPr>
        <w:spacing w:after="120"/>
        <w:ind w:left="2268" w:right="1133" w:hanging="1134"/>
        <w:jc w:val="both"/>
      </w:pPr>
      <w:r w:rsidRPr="00F54F68">
        <w:br w:type="page"/>
      </w:r>
      <w:r w:rsidRPr="00F54F68">
        <w:lastRenderedPageBreak/>
        <w:t>4.</w:t>
      </w:r>
      <w:r w:rsidRPr="00F54F68">
        <w:tab/>
        <w:t xml:space="preserve">Spectral tristimulus values for the CIE 1931 standard </w:t>
      </w:r>
      <w:proofErr w:type="spellStart"/>
      <w:r w:rsidRPr="00F54F68">
        <w:t>colormetric</w:t>
      </w:r>
      <w:proofErr w:type="spellEnd"/>
      <w:r w:rsidRPr="00F54F68">
        <w:t xml:space="preserve"> observer</w:t>
      </w:r>
      <w:r w:rsidRPr="00F54F68">
        <w:rPr>
          <w:sz w:val="18"/>
          <w:vertAlign w:val="superscript"/>
        </w:rPr>
        <w:footnoteReference w:id="12"/>
      </w:r>
    </w:p>
    <w:p w14:paraId="220A8414" w14:textId="77777777" w:rsidR="00F54F68" w:rsidRPr="00F54F68" w:rsidRDefault="00F54F68" w:rsidP="00F54F68">
      <w:pPr>
        <w:spacing w:after="120"/>
        <w:ind w:left="2268" w:right="1134"/>
        <w:jc w:val="both"/>
      </w:pPr>
      <w:r w:rsidRPr="00F54F68">
        <w:t>This table is taken from CIE publication 50 (45) (1970)</w:t>
      </w:r>
    </w:p>
    <w:bookmarkStart w:id="72" w:name="_MON_1188724939"/>
    <w:bookmarkEnd w:id="72"/>
    <w:p w14:paraId="0879A565" w14:textId="77777777" w:rsidR="00F54F68" w:rsidRPr="00F54F68" w:rsidRDefault="00F54F68" w:rsidP="00F54F68">
      <w:pPr>
        <w:ind w:left="851"/>
      </w:pPr>
      <w:r w:rsidRPr="00F54F68">
        <w:rPr>
          <w:sz w:val="24"/>
          <w:szCs w:val="24"/>
        </w:rPr>
        <w:object w:dxaOrig="8296" w:dyaOrig="10666" w14:anchorId="70978053">
          <v:shape id="_x0000_i1027" type="#_x0000_t75" style="width:410.4pt;height:532.8pt" o:ole="" fillcolor="window">
            <v:imagedata r:id="rId45" o:title=""/>
          </v:shape>
          <o:OLEObject Type="Embed" ProgID="Word.Picture.8" ShapeID="_x0000_i1027" DrawAspect="Content" ObjectID="_1641101635" r:id="rId46"/>
        </w:object>
      </w:r>
    </w:p>
    <w:p w14:paraId="3DCADB06" w14:textId="77777777" w:rsidR="00F54F68" w:rsidRPr="00F54F68" w:rsidRDefault="00F54F68" w:rsidP="00F54F68">
      <w:pPr>
        <w:keepNext/>
        <w:spacing w:line="240" w:lineRule="auto"/>
        <w:ind w:left="1134"/>
        <w:outlineLvl w:val="0"/>
      </w:pPr>
      <w:r w:rsidRPr="00F54F68">
        <w:lastRenderedPageBreak/>
        <w:t>Explanatory figure</w:t>
      </w:r>
    </w:p>
    <w:p w14:paraId="2A414C06" w14:textId="77777777" w:rsidR="00F54F68" w:rsidRPr="00F54F68" w:rsidRDefault="00F54F68" w:rsidP="00F54F68">
      <w:pPr>
        <w:keepNext/>
        <w:ind w:left="567" w:firstLine="567"/>
        <w:rPr>
          <w:b/>
        </w:rPr>
      </w:pPr>
      <w:r w:rsidRPr="00F54F68">
        <w:rPr>
          <w:b/>
        </w:rPr>
        <w:t>Example of device for measuring the reflection factor of spherical mirrors</w:t>
      </w:r>
    </w:p>
    <w:p w14:paraId="260E49AA" w14:textId="77777777" w:rsidR="00F54F68" w:rsidRPr="00F54F68" w:rsidRDefault="00F54F68" w:rsidP="00F54F68">
      <w:pPr>
        <w:keepNext/>
        <w:rPr>
          <w:u w:val="single"/>
        </w:rPr>
      </w:pPr>
    </w:p>
    <w:p w14:paraId="0D2CBD2D" w14:textId="77777777" w:rsidR="00F54F68" w:rsidRPr="00F54F68" w:rsidRDefault="00F54F68" w:rsidP="00F54F68">
      <w:pPr>
        <w:keepNext/>
        <w:ind w:left="993"/>
      </w:pPr>
      <w:r w:rsidRPr="00F54F68">
        <w:rPr>
          <w:noProof/>
          <w:lang w:val="en-US" w:eastAsia="ja-JP"/>
        </w:rPr>
        <w:drawing>
          <wp:inline distT="0" distB="0" distL="0" distR="0" wp14:anchorId="4DB44412" wp14:editId="17A44A59">
            <wp:extent cx="3657600" cy="3571875"/>
            <wp:effectExtent l="0" t="0" r="0" b="0"/>
            <wp:docPr id="66" name="Picture 66" descr="R046r5explan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R046r5explanfi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57600" cy="3571875"/>
                    </a:xfrm>
                    <a:prstGeom prst="rect">
                      <a:avLst/>
                    </a:prstGeom>
                    <a:noFill/>
                    <a:ln>
                      <a:noFill/>
                    </a:ln>
                  </pic:spPr>
                </pic:pic>
              </a:graphicData>
            </a:graphic>
          </wp:inline>
        </w:drawing>
      </w:r>
    </w:p>
    <w:p w14:paraId="08622697" w14:textId="77777777" w:rsidR="00F54F68" w:rsidRPr="00F54F68" w:rsidRDefault="00F54F68" w:rsidP="00F54F68">
      <w:pPr>
        <w:ind w:left="1134"/>
      </w:pPr>
    </w:p>
    <w:p w14:paraId="386F2E05" w14:textId="77777777" w:rsidR="00F54F68" w:rsidRPr="00F54F68" w:rsidRDefault="00F54F68" w:rsidP="00F54F68">
      <w:pPr>
        <w:ind w:left="1134"/>
      </w:pPr>
    </w:p>
    <w:tbl>
      <w:tblPr>
        <w:tblW w:w="0" w:type="auto"/>
        <w:tblInd w:w="1260" w:type="dxa"/>
        <w:tblCellMar>
          <w:left w:w="0" w:type="dxa"/>
          <w:right w:w="0" w:type="dxa"/>
        </w:tblCellMar>
        <w:tblLook w:val="01E0" w:firstRow="1" w:lastRow="1" w:firstColumn="1" w:lastColumn="1" w:noHBand="0" w:noVBand="0"/>
      </w:tblPr>
      <w:tblGrid>
        <w:gridCol w:w="685"/>
        <w:gridCol w:w="553"/>
        <w:gridCol w:w="2700"/>
      </w:tblGrid>
      <w:tr w:rsidR="00F54F68" w:rsidRPr="00F54F68" w14:paraId="6102C6A7" w14:textId="77777777" w:rsidTr="00073056">
        <w:tc>
          <w:tcPr>
            <w:tcW w:w="540" w:type="dxa"/>
            <w:shd w:val="clear" w:color="auto" w:fill="auto"/>
          </w:tcPr>
          <w:p w14:paraId="1C455461" w14:textId="77777777" w:rsidR="00F54F68" w:rsidRPr="00F54F68" w:rsidRDefault="00F54F68" w:rsidP="00073056">
            <w:pPr>
              <w:ind w:left="440"/>
            </w:pPr>
            <w:r w:rsidRPr="00F54F68">
              <w:t>C</w:t>
            </w:r>
          </w:p>
        </w:tc>
        <w:tc>
          <w:tcPr>
            <w:tcW w:w="360" w:type="dxa"/>
            <w:shd w:val="clear" w:color="auto" w:fill="auto"/>
          </w:tcPr>
          <w:p w14:paraId="2AC2C98F" w14:textId="77777777" w:rsidR="00F54F68" w:rsidRPr="00F54F68" w:rsidRDefault="00F54F68" w:rsidP="00073056">
            <w:pPr>
              <w:ind w:left="440"/>
            </w:pPr>
            <w:r w:rsidRPr="00F54F68">
              <w:t>=</w:t>
            </w:r>
          </w:p>
        </w:tc>
        <w:tc>
          <w:tcPr>
            <w:tcW w:w="2700" w:type="dxa"/>
            <w:shd w:val="clear" w:color="auto" w:fill="auto"/>
          </w:tcPr>
          <w:p w14:paraId="0DBB2EE5" w14:textId="77777777" w:rsidR="00F54F68" w:rsidRPr="00F54F68" w:rsidRDefault="00F54F68" w:rsidP="00073056">
            <w:pPr>
              <w:ind w:left="440"/>
            </w:pPr>
            <w:r w:rsidRPr="00F54F68">
              <w:t>Receiver</w:t>
            </w:r>
          </w:p>
        </w:tc>
      </w:tr>
      <w:tr w:rsidR="00F54F68" w:rsidRPr="00F54F68" w14:paraId="44101C58" w14:textId="77777777" w:rsidTr="00073056">
        <w:tc>
          <w:tcPr>
            <w:tcW w:w="540" w:type="dxa"/>
            <w:shd w:val="clear" w:color="auto" w:fill="auto"/>
          </w:tcPr>
          <w:p w14:paraId="428BEF1A" w14:textId="77777777" w:rsidR="00F54F68" w:rsidRPr="00F54F68" w:rsidRDefault="00F54F68" w:rsidP="00073056">
            <w:pPr>
              <w:ind w:left="440"/>
            </w:pPr>
            <w:r w:rsidRPr="00F54F68">
              <w:t>D</w:t>
            </w:r>
          </w:p>
        </w:tc>
        <w:tc>
          <w:tcPr>
            <w:tcW w:w="360" w:type="dxa"/>
            <w:shd w:val="clear" w:color="auto" w:fill="auto"/>
          </w:tcPr>
          <w:p w14:paraId="0D608AA5" w14:textId="77777777" w:rsidR="00F54F68" w:rsidRPr="00F54F68" w:rsidRDefault="00F54F68" w:rsidP="00073056">
            <w:pPr>
              <w:ind w:left="440"/>
            </w:pPr>
            <w:r w:rsidRPr="00F54F68">
              <w:t>=</w:t>
            </w:r>
          </w:p>
        </w:tc>
        <w:tc>
          <w:tcPr>
            <w:tcW w:w="2700" w:type="dxa"/>
            <w:shd w:val="clear" w:color="auto" w:fill="auto"/>
          </w:tcPr>
          <w:p w14:paraId="4BB39962" w14:textId="77777777" w:rsidR="00F54F68" w:rsidRPr="00F54F68" w:rsidRDefault="00F54F68" w:rsidP="00073056">
            <w:pPr>
              <w:ind w:left="440"/>
            </w:pPr>
            <w:r w:rsidRPr="00F54F68">
              <w:t>Diaphragm</w:t>
            </w:r>
          </w:p>
        </w:tc>
      </w:tr>
      <w:tr w:rsidR="00F54F68" w:rsidRPr="00F54F68" w14:paraId="12C5119F" w14:textId="77777777" w:rsidTr="00073056">
        <w:tc>
          <w:tcPr>
            <w:tcW w:w="540" w:type="dxa"/>
            <w:shd w:val="clear" w:color="auto" w:fill="auto"/>
          </w:tcPr>
          <w:p w14:paraId="391C2A58" w14:textId="77777777" w:rsidR="00F54F68" w:rsidRPr="00F54F68" w:rsidRDefault="00F54F68" w:rsidP="00073056">
            <w:pPr>
              <w:ind w:left="440"/>
            </w:pPr>
            <w:r w:rsidRPr="00F54F68">
              <w:t>E</w:t>
            </w:r>
          </w:p>
        </w:tc>
        <w:tc>
          <w:tcPr>
            <w:tcW w:w="360" w:type="dxa"/>
            <w:shd w:val="clear" w:color="auto" w:fill="auto"/>
          </w:tcPr>
          <w:p w14:paraId="08914BA9" w14:textId="77777777" w:rsidR="00F54F68" w:rsidRPr="00F54F68" w:rsidRDefault="00F54F68" w:rsidP="00073056">
            <w:pPr>
              <w:ind w:left="440"/>
            </w:pPr>
            <w:r w:rsidRPr="00F54F68">
              <w:t>=</w:t>
            </w:r>
          </w:p>
        </w:tc>
        <w:tc>
          <w:tcPr>
            <w:tcW w:w="2700" w:type="dxa"/>
            <w:shd w:val="clear" w:color="auto" w:fill="auto"/>
          </w:tcPr>
          <w:p w14:paraId="49105621" w14:textId="77777777" w:rsidR="00F54F68" w:rsidRPr="00F54F68" w:rsidRDefault="00F54F68" w:rsidP="00073056">
            <w:pPr>
              <w:ind w:left="440"/>
            </w:pPr>
            <w:r w:rsidRPr="00F54F68">
              <w:t>Window of entry</w:t>
            </w:r>
          </w:p>
        </w:tc>
      </w:tr>
      <w:tr w:rsidR="00F54F68" w:rsidRPr="00F54F68" w14:paraId="6FFD1F26" w14:textId="77777777" w:rsidTr="00073056">
        <w:tc>
          <w:tcPr>
            <w:tcW w:w="540" w:type="dxa"/>
            <w:shd w:val="clear" w:color="auto" w:fill="auto"/>
          </w:tcPr>
          <w:p w14:paraId="2D41CE3D" w14:textId="77777777" w:rsidR="00F54F68" w:rsidRPr="00F54F68" w:rsidRDefault="00F54F68" w:rsidP="00073056">
            <w:pPr>
              <w:ind w:left="440"/>
            </w:pPr>
            <w:r w:rsidRPr="00F54F68">
              <w:t>F</w:t>
            </w:r>
          </w:p>
        </w:tc>
        <w:tc>
          <w:tcPr>
            <w:tcW w:w="360" w:type="dxa"/>
            <w:shd w:val="clear" w:color="auto" w:fill="auto"/>
          </w:tcPr>
          <w:p w14:paraId="5091CCF5" w14:textId="77777777" w:rsidR="00F54F68" w:rsidRPr="00F54F68" w:rsidRDefault="00F54F68" w:rsidP="00073056">
            <w:pPr>
              <w:ind w:left="440"/>
            </w:pPr>
            <w:r w:rsidRPr="00F54F68">
              <w:t>=</w:t>
            </w:r>
          </w:p>
        </w:tc>
        <w:tc>
          <w:tcPr>
            <w:tcW w:w="2700" w:type="dxa"/>
            <w:shd w:val="clear" w:color="auto" w:fill="auto"/>
          </w:tcPr>
          <w:p w14:paraId="0470A1D5" w14:textId="77777777" w:rsidR="00F54F68" w:rsidRPr="00F54F68" w:rsidRDefault="00F54F68" w:rsidP="00073056">
            <w:pPr>
              <w:ind w:left="440"/>
            </w:pPr>
            <w:r w:rsidRPr="00F54F68">
              <w:t>Window of measurement</w:t>
            </w:r>
          </w:p>
        </w:tc>
      </w:tr>
      <w:tr w:rsidR="00F54F68" w:rsidRPr="00F54F68" w14:paraId="553F0182" w14:textId="77777777" w:rsidTr="00073056">
        <w:tc>
          <w:tcPr>
            <w:tcW w:w="540" w:type="dxa"/>
            <w:shd w:val="clear" w:color="auto" w:fill="auto"/>
          </w:tcPr>
          <w:p w14:paraId="5CA0EC8A" w14:textId="77777777" w:rsidR="00F54F68" w:rsidRPr="00F54F68" w:rsidRDefault="00F54F68" w:rsidP="00073056">
            <w:pPr>
              <w:ind w:left="440"/>
            </w:pPr>
            <w:r w:rsidRPr="00F54F68">
              <w:t>L</w:t>
            </w:r>
          </w:p>
        </w:tc>
        <w:tc>
          <w:tcPr>
            <w:tcW w:w="360" w:type="dxa"/>
            <w:shd w:val="clear" w:color="auto" w:fill="auto"/>
          </w:tcPr>
          <w:p w14:paraId="249F4E2A" w14:textId="77777777" w:rsidR="00F54F68" w:rsidRPr="00F54F68" w:rsidRDefault="00F54F68" w:rsidP="00073056">
            <w:pPr>
              <w:ind w:left="440"/>
            </w:pPr>
            <w:r w:rsidRPr="00F54F68">
              <w:t>=</w:t>
            </w:r>
          </w:p>
        </w:tc>
        <w:tc>
          <w:tcPr>
            <w:tcW w:w="2700" w:type="dxa"/>
            <w:shd w:val="clear" w:color="auto" w:fill="auto"/>
          </w:tcPr>
          <w:p w14:paraId="0E86678B" w14:textId="77777777" w:rsidR="00F54F68" w:rsidRPr="00F54F68" w:rsidRDefault="00F54F68" w:rsidP="00073056">
            <w:pPr>
              <w:ind w:left="440"/>
            </w:pPr>
            <w:r w:rsidRPr="00F54F68">
              <w:t>Lens</w:t>
            </w:r>
          </w:p>
        </w:tc>
      </w:tr>
      <w:tr w:rsidR="00F54F68" w:rsidRPr="00F54F68" w14:paraId="4600F084" w14:textId="77777777" w:rsidTr="00073056">
        <w:tc>
          <w:tcPr>
            <w:tcW w:w="540" w:type="dxa"/>
            <w:shd w:val="clear" w:color="auto" w:fill="auto"/>
          </w:tcPr>
          <w:p w14:paraId="6D29B30A" w14:textId="77777777" w:rsidR="00F54F68" w:rsidRPr="00F54F68" w:rsidRDefault="00F54F68" w:rsidP="00073056">
            <w:pPr>
              <w:ind w:left="440"/>
            </w:pPr>
            <w:r w:rsidRPr="00F54F68">
              <w:t>M</w:t>
            </w:r>
          </w:p>
        </w:tc>
        <w:tc>
          <w:tcPr>
            <w:tcW w:w="360" w:type="dxa"/>
            <w:shd w:val="clear" w:color="auto" w:fill="auto"/>
          </w:tcPr>
          <w:p w14:paraId="73C6662A" w14:textId="77777777" w:rsidR="00F54F68" w:rsidRPr="00F54F68" w:rsidRDefault="00F54F68" w:rsidP="00073056">
            <w:pPr>
              <w:ind w:left="440"/>
            </w:pPr>
            <w:r w:rsidRPr="00F54F68">
              <w:t>=</w:t>
            </w:r>
          </w:p>
        </w:tc>
        <w:tc>
          <w:tcPr>
            <w:tcW w:w="2700" w:type="dxa"/>
            <w:shd w:val="clear" w:color="auto" w:fill="auto"/>
          </w:tcPr>
          <w:p w14:paraId="1D4A49E1" w14:textId="77777777" w:rsidR="00F54F68" w:rsidRPr="00F54F68" w:rsidRDefault="00F54F68" w:rsidP="00073056">
            <w:pPr>
              <w:ind w:left="440"/>
            </w:pPr>
            <w:r w:rsidRPr="00F54F68">
              <w:t>Object window</w:t>
            </w:r>
          </w:p>
        </w:tc>
      </w:tr>
      <w:tr w:rsidR="00F54F68" w:rsidRPr="00F54F68" w14:paraId="0CA1EA15" w14:textId="77777777" w:rsidTr="00073056">
        <w:tc>
          <w:tcPr>
            <w:tcW w:w="540" w:type="dxa"/>
            <w:shd w:val="clear" w:color="auto" w:fill="auto"/>
          </w:tcPr>
          <w:p w14:paraId="2D17BF23" w14:textId="77777777" w:rsidR="00F54F68" w:rsidRPr="00F54F68" w:rsidRDefault="00F54F68" w:rsidP="00073056">
            <w:pPr>
              <w:ind w:left="440"/>
            </w:pPr>
            <w:r w:rsidRPr="00F54F68">
              <w:t>S</w:t>
            </w:r>
          </w:p>
        </w:tc>
        <w:tc>
          <w:tcPr>
            <w:tcW w:w="360" w:type="dxa"/>
            <w:shd w:val="clear" w:color="auto" w:fill="auto"/>
          </w:tcPr>
          <w:p w14:paraId="030C6AA0" w14:textId="77777777" w:rsidR="00F54F68" w:rsidRPr="00F54F68" w:rsidRDefault="00F54F68" w:rsidP="00073056">
            <w:pPr>
              <w:ind w:left="440"/>
            </w:pPr>
            <w:r w:rsidRPr="00F54F68">
              <w:t>=</w:t>
            </w:r>
          </w:p>
        </w:tc>
        <w:tc>
          <w:tcPr>
            <w:tcW w:w="2700" w:type="dxa"/>
            <w:shd w:val="clear" w:color="auto" w:fill="auto"/>
          </w:tcPr>
          <w:p w14:paraId="0E63257D" w14:textId="77777777" w:rsidR="00F54F68" w:rsidRPr="00F54F68" w:rsidRDefault="00F54F68" w:rsidP="00073056">
            <w:pPr>
              <w:ind w:left="440"/>
            </w:pPr>
            <w:r w:rsidRPr="00F54F68">
              <w:t>Light source</w:t>
            </w:r>
          </w:p>
        </w:tc>
      </w:tr>
      <w:tr w:rsidR="00F54F68" w:rsidRPr="00F54F68" w14:paraId="41670474" w14:textId="77777777" w:rsidTr="00073056">
        <w:tc>
          <w:tcPr>
            <w:tcW w:w="540" w:type="dxa"/>
            <w:shd w:val="clear" w:color="auto" w:fill="auto"/>
          </w:tcPr>
          <w:p w14:paraId="3A9DDE8D" w14:textId="77777777" w:rsidR="00F54F68" w:rsidRPr="00F54F68" w:rsidRDefault="00F54F68" w:rsidP="00073056">
            <w:pPr>
              <w:ind w:left="440"/>
            </w:pPr>
            <w:r w:rsidRPr="00F54F68">
              <w:t>(S)</w:t>
            </w:r>
          </w:p>
        </w:tc>
        <w:tc>
          <w:tcPr>
            <w:tcW w:w="360" w:type="dxa"/>
            <w:shd w:val="clear" w:color="auto" w:fill="auto"/>
          </w:tcPr>
          <w:p w14:paraId="556FA688" w14:textId="77777777" w:rsidR="00F54F68" w:rsidRPr="00F54F68" w:rsidRDefault="00F54F68" w:rsidP="00073056">
            <w:pPr>
              <w:ind w:left="440"/>
            </w:pPr>
            <w:r w:rsidRPr="00F54F68">
              <w:t>=</w:t>
            </w:r>
          </w:p>
        </w:tc>
        <w:tc>
          <w:tcPr>
            <w:tcW w:w="2700" w:type="dxa"/>
            <w:shd w:val="clear" w:color="auto" w:fill="auto"/>
          </w:tcPr>
          <w:p w14:paraId="37548B0B" w14:textId="77777777" w:rsidR="00F54F68" w:rsidRPr="00F54F68" w:rsidRDefault="00F54F68" w:rsidP="00073056">
            <w:pPr>
              <w:ind w:left="440"/>
            </w:pPr>
            <w:r w:rsidRPr="00F54F68">
              <w:t>Integrating sphere</w:t>
            </w:r>
          </w:p>
        </w:tc>
      </w:tr>
    </w:tbl>
    <w:p w14:paraId="2822BFB7" w14:textId="77777777" w:rsidR="00F54F68" w:rsidRPr="00F54F68" w:rsidRDefault="00F54F68" w:rsidP="00F54F68">
      <w:pPr>
        <w:ind w:left="1134"/>
      </w:pPr>
    </w:p>
    <w:p w14:paraId="5821A6B2" w14:textId="77777777" w:rsidR="00F54F68" w:rsidRPr="00F54F68" w:rsidRDefault="00F54F68" w:rsidP="00F54F68">
      <w:pPr>
        <w:sectPr w:rsidR="00F54F68" w:rsidRPr="00F54F68" w:rsidSect="00B11C1D">
          <w:headerReference w:type="even" r:id="rId48"/>
          <w:type w:val="nextColumn"/>
          <w:pgSz w:w="11906" w:h="16838" w:code="9"/>
          <w:pgMar w:top="1418" w:right="1134" w:bottom="1134" w:left="1134" w:header="851" w:footer="567" w:gutter="0"/>
          <w:cols w:space="720"/>
          <w:docGrid w:linePitch="272"/>
        </w:sectPr>
      </w:pPr>
    </w:p>
    <w:p w14:paraId="1E04E4FD" w14:textId="77777777" w:rsidR="00F54F68" w:rsidRPr="00F54F68" w:rsidRDefault="00F54F68" w:rsidP="00F54F68">
      <w:pPr>
        <w:pStyle w:val="HChG"/>
      </w:pPr>
      <w:bookmarkStart w:id="73" w:name="_Toc437351642"/>
      <w:r w:rsidRPr="00F54F68">
        <w:lastRenderedPageBreak/>
        <w:t>Annex 7</w:t>
      </w:r>
      <w:bookmarkEnd w:id="73"/>
    </w:p>
    <w:p w14:paraId="3CD18E15" w14:textId="77777777" w:rsidR="00F54F68" w:rsidRPr="00F54F68" w:rsidRDefault="00F54F68" w:rsidP="00EC350C">
      <w:pPr>
        <w:pStyle w:val="HChG"/>
      </w:pPr>
      <w:r w:rsidRPr="00F54F68">
        <w:tab/>
      </w:r>
      <w:r w:rsidRPr="00F54F68">
        <w:tab/>
      </w:r>
      <w:bookmarkStart w:id="74" w:name="_Toc437351643"/>
      <w:r w:rsidRPr="00F54F68">
        <w:t xml:space="preserve">Procedure for determining the radius of curvature "r" of the </w:t>
      </w:r>
      <w:r w:rsidRPr="00EC350C">
        <w:t>reflecting</w:t>
      </w:r>
      <w:r w:rsidRPr="00F54F68">
        <w:t xml:space="preserve"> surface of a mirror</w:t>
      </w:r>
      <w:bookmarkEnd w:id="74"/>
    </w:p>
    <w:p w14:paraId="4E44A31B" w14:textId="77777777" w:rsidR="00F54F68" w:rsidRPr="00F54F68" w:rsidRDefault="00F54F68" w:rsidP="00F54F68">
      <w:pPr>
        <w:spacing w:after="120"/>
        <w:ind w:left="2268" w:right="849" w:hanging="1134"/>
        <w:jc w:val="both"/>
      </w:pPr>
      <w:r w:rsidRPr="00F54F68">
        <w:t>1.</w:t>
      </w:r>
      <w:r w:rsidRPr="00F54F68">
        <w:tab/>
        <w:t>Measurement</w:t>
      </w:r>
    </w:p>
    <w:p w14:paraId="3A3216BB" w14:textId="77777777" w:rsidR="00F54F68" w:rsidRPr="00F54F68" w:rsidRDefault="00F54F68" w:rsidP="00F54F68">
      <w:pPr>
        <w:spacing w:after="120"/>
        <w:ind w:left="2268" w:right="849" w:hanging="1134"/>
        <w:jc w:val="both"/>
      </w:pPr>
      <w:r w:rsidRPr="00F54F68">
        <w:t>1.1.</w:t>
      </w:r>
      <w:r w:rsidRPr="00F54F68">
        <w:tab/>
        <w:t>Equipment</w:t>
      </w:r>
    </w:p>
    <w:p w14:paraId="2E9EC832" w14:textId="77777777" w:rsidR="00F54F68" w:rsidRPr="00F54F68" w:rsidRDefault="00F54F68" w:rsidP="00F54F68">
      <w:pPr>
        <w:spacing w:after="120"/>
        <w:ind w:left="2268" w:right="1133" w:hanging="1134"/>
        <w:jc w:val="both"/>
      </w:pPr>
      <w:r w:rsidRPr="00F54F68">
        <w:tab/>
        <w:t>A "spherometer" similar to the one described in Figure 1 of this annex having the indicated distances between the tracing pin of the dial gauge and the fixed legs of the bar is used.</w:t>
      </w:r>
    </w:p>
    <w:p w14:paraId="1C72EBDA" w14:textId="77777777" w:rsidR="00F54F68" w:rsidRPr="00F54F68" w:rsidRDefault="00F54F68" w:rsidP="00F54F68">
      <w:pPr>
        <w:spacing w:after="120"/>
        <w:ind w:left="2268" w:right="1133" w:hanging="1134"/>
        <w:jc w:val="both"/>
      </w:pPr>
      <w:r w:rsidRPr="00F54F68">
        <w:t>1.2.</w:t>
      </w:r>
      <w:r w:rsidRPr="00F54F68">
        <w:tab/>
        <w:t>Measuring points</w:t>
      </w:r>
    </w:p>
    <w:p w14:paraId="7FCEBAD2" w14:textId="77777777" w:rsidR="00F54F68" w:rsidRPr="00F54F68" w:rsidRDefault="00F54F68" w:rsidP="00F54F68">
      <w:pPr>
        <w:spacing w:after="120"/>
        <w:ind w:left="2268" w:right="1133" w:hanging="1134"/>
        <w:jc w:val="both"/>
      </w:pPr>
      <w:r w:rsidRPr="00F54F68">
        <w:t>1.2.1.</w:t>
      </w:r>
      <w:r w:rsidRPr="00F54F68">
        <w:tab/>
        <w:t>The principal radii of curvature shall be measured at three points situated as close as possible to positions at one-third, one-half and two-thirds of the distance along the arc of the reflecting surface passing through the centre of this surface and parallel to segment b, or of the arc passing through the centre of the reflecting surface which is perpendicular to it if this arc is the longer.</w:t>
      </w:r>
    </w:p>
    <w:p w14:paraId="38E20612" w14:textId="603D578C" w:rsidR="00F54F68" w:rsidRPr="00F54F68" w:rsidRDefault="00F54F68" w:rsidP="00F54F68">
      <w:pPr>
        <w:spacing w:after="120"/>
        <w:ind w:left="2268" w:right="1133" w:hanging="1134"/>
        <w:jc w:val="both"/>
      </w:pPr>
      <w:r w:rsidRPr="00F54F68">
        <w:t>1.2.2.</w:t>
      </w:r>
      <w:r w:rsidRPr="00F54F68">
        <w:tab/>
        <w:t>Where, owing to the size of the reflecting surface, it is impossible to obtain measurements in the directions defined in paragraph</w:t>
      </w:r>
      <w:r w:rsidR="008D0995">
        <w:t xml:space="preserve"> </w:t>
      </w:r>
      <w:r w:rsidRPr="00F54F68">
        <w:t>2.1.</w:t>
      </w:r>
      <w:r w:rsidR="00A3304D">
        <w:t>2.2.2.</w:t>
      </w:r>
      <w:r w:rsidRPr="00F54F68">
        <w:t xml:space="preserve"> of this Regulation, the Technical Services responsible for the tests may take measurements at the said point in two perpendicular directions as close as possible to those prescribed above.</w:t>
      </w:r>
    </w:p>
    <w:p w14:paraId="520FBD13" w14:textId="77777777" w:rsidR="00F54F68" w:rsidRPr="00F54F68" w:rsidRDefault="00F54F68" w:rsidP="00F54F68">
      <w:pPr>
        <w:spacing w:after="120"/>
        <w:ind w:left="2268" w:right="849" w:hanging="1134"/>
        <w:jc w:val="both"/>
      </w:pPr>
      <w:r w:rsidRPr="00F54F68">
        <w:t>2.</w:t>
      </w:r>
      <w:r w:rsidRPr="00F54F68">
        <w:tab/>
        <w:t>Calculation of the radius of curvature "r"</w:t>
      </w:r>
    </w:p>
    <w:p w14:paraId="40D56841" w14:textId="77777777" w:rsidR="00F54F68" w:rsidRPr="00F54F68" w:rsidRDefault="00F54F68" w:rsidP="00F54F68">
      <w:pPr>
        <w:spacing w:after="120"/>
        <w:ind w:left="2268" w:right="849" w:hanging="1134"/>
        <w:jc w:val="both"/>
      </w:pPr>
      <w:r w:rsidRPr="00F54F68">
        <w:tab/>
        <w:t>"r" expressed in mm is calculated from the formula:</w:t>
      </w:r>
    </w:p>
    <w:p w14:paraId="560D6419" w14:textId="77777777" w:rsidR="00F54F68" w:rsidRPr="00F54F68" w:rsidRDefault="00F54F68" w:rsidP="00F54F68">
      <w:pPr>
        <w:ind w:left="1134" w:right="849"/>
        <w:jc w:val="center"/>
      </w:pPr>
      <w:r w:rsidRPr="00F54F68">
        <w:rPr>
          <w:noProof/>
          <w:position w:val="-22"/>
          <w:lang w:val="en-US" w:eastAsia="ja-JP"/>
        </w:rPr>
        <w:drawing>
          <wp:inline distT="0" distB="0" distL="0" distR="0" wp14:anchorId="14C4E9B6" wp14:editId="6146B97E">
            <wp:extent cx="962025"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62025" cy="381000"/>
                    </a:xfrm>
                    <a:prstGeom prst="rect">
                      <a:avLst/>
                    </a:prstGeom>
                    <a:noFill/>
                    <a:ln>
                      <a:noFill/>
                    </a:ln>
                  </pic:spPr>
                </pic:pic>
              </a:graphicData>
            </a:graphic>
          </wp:inline>
        </w:drawing>
      </w:r>
    </w:p>
    <w:p w14:paraId="5AC5EECB" w14:textId="77777777" w:rsidR="00F54F68" w:rsidRPr="00F54F68" w:rsidRDefault="00F54F68" w:rsidP="00F54F68">
      <w:pPr>
        <w:spacing w:after="120"/>
        <w:ind w:left="2268" w:right="849" w:hanging="1134"/>
        <w:jc w:val="both"/>
      </w:pPr>
      <w:r w:rsidRPr="00F54F68">
        <w:tab/>
        <w:t>Where:</w:t>
      </w:r>
    </w:p>
    <w:p w14:paraId="7666C82C" w14:textId="77777777" w:rsidR="00F54F68" w:rsidRPr="00F54F68" w:rsidRDefault="00F54F68" w:rsidP="00F54F68">
      <w:pPr>
        <w:spacing w:after="120"/>
        <w:ind w:left="2268" w:right="849" w:hanging="1134"/>
        <w:jc w:val="both"/>
      </w:pPr>
      <w:r w:rsidRPr="00F54F68">
        <w:tab/>
        <w:t>r</w:t>
      </w:r>
      <w:r w:rsidRPr="00F54F68">
        <w:rPr>
          <w:vertAlign w:val="subscript"/>
        </w:rPr>
        <w:t>p</w:t>
      </w:r>
      <w:r w:rsidRPr="00F54F68">
        <w:t>1</w:t>
      </w:r>
      <w:r w:rsidRPr="00F54F68">
        <w:tab/>
        <w:t>= the radius of curvature at the first measuring point,</w:t>
      </w:r>
    </w:p>
    <w:p w14:paraId="601A2570" w14:textId="77777777" w:rsidR="00F54F68" w:rsidRPr="00F54F68" w:rsidRDefault="00F54F68" w:rsidP="00F54F68">
      <w:pPr>
        <w:spacing w:after="120"/>
        <w:ind w:left="2268" w:right="849" w:hanging="1134"/>
        <w:jc w:val="both"/>
      </w:pPr>
      <w:r w:rsidRPr="00F54F68">
        <w:tab/>
        <w:t>r</w:t>
      </w:r>
      <w:r w:rsidRPr="00F54F68">
        <w:rPr>
          <w:vertAlign w:val="subscript"/>
        </w:rPr>
        <w:t>p</w:t>
      </w:r>
      <w:r w:rsidRPr="00F54F68">
        <w:t>2</w:t>
      </w:r>
      <w:r w:rsidRPr="00F54F68">
        <w:tab/>
        <w:t>= the radius of curvature at the second measuring point,</w:t>
      </w:r>
    </w:p>
    <w:p w14:paraId="661B116D" w14:textId="77777777" w:rsidR="00F54F68" w:rsidRPr="00F54F68" w:rsidRDefault="00F54F68" w:rsidP="00F54F68">
      <w:pPr>
        <w:spacing w:after="120"/>
        <w:ind w:left="2268" w:right="849" w:hanging="1134"/>
        <w:jc w:val="both"/>
      </w:pPr>
      <w:r w:rsidRPr="00F54F68">
        <w:tab/>
        <w:t>r</w:t>
      </w:r>
      <w:r w:rsidRPr="00F54F68">
        <w:rPr>
          <w:vertAlign w:val="subscript"/>
        </w:rPr>
        <w:t>p</w:t>
      </w:r>
      <w:r w:rsidRPr="00F54F68">
        <w:t>3</w:t>
      </w:r>
      <w:r w:rsidRPr="00F54F68">
        <w:tab/>
        <w:t>= the radius of curvature at the third measuring point.</w:t>
      </w:r>
    </w:p>
    <w:p w14:paraId="37787756" w14:textId="77777777" w:rsidR="00F54F68" w:rsidRPr="00F54F68" w:rsidRDefault="00F54F68" w:rsidP="00F54F68">
      <w:pPr>
        <w:spacing w:after="120"/>
        <w:ind w:left="2268" w:right="1134" w:hanging="1134"/>
        <w:jc w:val="both"/>
      </w:pPr>
    </w:p>
    <w:p w14:paraId="2386F7EF" w14:textId="77777777" w:rsidR="00F54F68" w:rsidRPr="00F54F68" w:rsidRDefault="00F54F68" w:rsidP="00F54F68">
      <w:pPr>
        <w:spacing w:after="120"/>
        <w:ind w:left="1134" w:right="1134"/>
        <w:jc w:val="both"/>
        <w:sectPr w:rsidR="00F54F68" w:rsidRPr="00F54F68" w:rsidSect="00B11C1D">
          <w:headerReference w:type="even" r:id="rId50"/>
          <w:footerReference w:type="even" r:id="rId51"/>
          <w:footerReference w:type="default" r:id="rId52"/>
          <w:pgSz w:w="11906" w:h="16838" w:code="9"/>
          <w:pgMar w:top="1418" w:right="1134" w:bottom="1134" w:left="1134" w:header="851" w:footer="567" w:gutter="0"/>
          <w:cols w:space="720"/>
          <w:docGrid w:linePitch="272"/>
        </w:sectPr>
      </w:pPr>
    </w:p>
    <w:tbl>
      <w:tblPr>
        <w:tblpPr w:leftFromText="180" w:rightFromText="180" w:vertAnchor="text" w:tblpY="1"/>
        <w:tblOverlap w:val="never"/>
        <w:tblW w:w="0" w:type="auto"/>
        <w:tblCellMar>
          <w:left w:w="70" w:type="dxa"/>
          <w:right w:w="70" w:type="dxa"/>
        </w:tblCellMar>
        <w:tblLook w:val="0000" w:firstRow="0" w:lastRow="0" w:firstColumn="0" w:lastColumn="0" w:noHBand="0" w:noVBand="0"/>
      </w:tblPr>
      <w:tblGrid>
        <w:gridCol w:w="7630"/>
        <w:gridCol w:w="5040"/>
      </w:tblGrid>
      <w:tr w:rsidR="00F54F68" w:rsidRPr="00F54F68" w14:paraId="67339C1A" w14:textId="77777777" w:rsidTr="00073056">
        <w:trPr>
          <w:cantSplit/>
        </w:trPr>
        <w:tc>
          <w:tcPr>
            <w:tcW w:w="7630" w:type="dxa"/>
          </w:tcPr>
          <w:p w14:paraId="0BE24F90" w14:textId="77777777" w:rsidR="00F54F68" w:rsidRPr="00F54F68" w:rsidRDefault="00F54F68" w:rsidP="00073056">
            <w:r w:rsidRPr="00F54F68">
              <w:lastRenderedPageBreak/>
              <w:t>Figure 1</w:t>
            </w:r>
          </w:p>
          <w:p w14:paraId="04130296" w14:textId="77777777" w:rsidR="00F54F68" w:rsidRPr="00F54F68" w:rsidRDefault="00F54F68" w:rsidP="00073056">
            <w:pPr>
              <w:spacing w:line="240" w:lineRule="auto"/>
              <w:outlineLvl w:val="0"/>
              <w:rPr>
                <w:b/>
              </w:rPr>
            </w:pPr>
            <w:r w:rsidRPr="00F54F68">
              <w:rPr>
                <w:b/>
              </w:rPr>
              <w:t>Spherometer</w:t>
            </w:r>
          </w:p>
        </w:tc>
        <w:tc>
          <w:tcPr>
            <w:tcW w:w="5040" w:type="dxa"/>
          </w:tcPr>
          <w:p w14:paraId="6856DB9A" w14:textId="77777777" w:rsidR="00F54F68" w:rsidRPr="00F54F68" w:rsidRDefault="00F54F68" w:rsidP="00073056"/>
        </w:tc>
      </w:tr>
      <w:tr w:rsidR="00F54F68" w:rsidRPr="00F54F68" w14:paraId="3BF1A848" w14:textId="77777777" w:rsidTr="00073056">
        <w:trPr>
          <w:cantSplit/>
          <w:trHeight w:val="7921"/>
        </w:trPr>
        <w:tc>
          <w:tcPr>
            <w:tcW w:w="7630" w:type="dxa"/>
          </w:tcPr>
          <w:p w14:paraId="41F886A2" w14:textId="77777777" w:rsidR="00F54F68" w:rsidRPr="00F54F68" w:rsidRDefault="00F54F68" w:rsidP="00073056">
            <w:r w:rsidRPr="00F54F68">
              <w:rPr>
                <w:noProof/>
                <w:lang w:val="en-US" w:eastAsia="ja-JP"/>
              </w:rPr>
              <w:drawing>
                <wp:inline distT="0" distB="0" distL="0" distR="0" wp14:anchorId="7146F076" wp14:editId="4983C8F7">
                  <wp:extent cx="3514725" cy="45815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14725" cy="4581525"/>
                          </a:xfrm>
                          <a:prstGeom prst="rect">
                            <a:avLst/>
                          </a:prstGeom>
                          <a:noFill/>
                          <a:ln>
                            <a:noFill/>
                          </a:ln>
                        </pic:spPr>
                      </pic:pic>
                    </a:graphicData>
                  </a:graphic>
                </wp:inline>
              </w:drawing>
            </w:r>
          </w:p>
        </w:tc>
        <w:tc>
          <w:tcPr>
            <w:tcW w:w="5040" w:type="dxa"/>
          </w:tcPr>
          <w:p w14:paraId="7651D1FC" w14:textId="77777777" w:rsidR="00F54F68" w:rsidRPr="00F54F68" w:rsidRDefault="00F54F68" w:rsidP="00073056">
            <w:r w:rsidRPr="00F54F68">
              <w:rPr>
                <w:noProof/>
                <w:lang w:val="en-US" w:eastAsia="ja-JP"/>
              </w:rPr>
              <w:drawing>
                <wp:inline distT="0" distB="0" distL="0" distR="0" wp14:anchorId="5FC18D5C" wp14:editId="1F58F643">
                  <wp:extent cx="2419350" cy="45434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419350" cy="4543425"/>
                          </a:xfrm>
                          <a:prstGeom prst="rect">
                            <a:avLst/>
                          </a:prstGeom>
                          <a:noFill/>
                          <a:ln>
                            <a:noFill/>
                          </a:ln>
                        </pic:spPr>
                      </pic:pic>
                    </a:graphicData>
                  </a:graphic>
                </wp:inline>
              </w:drawing>
            </w:r>
          </w:p>
        </w:tc>
      </w:tr>
    </w:tbl>
    <w:p w14:paraId="40D1B630" w14:textId="4CD04DE3" w:rsidR="00F54F68" w:rsidRPr="00F54F68" w:rsidRDefault="00FF629A" w:rsidP="00FF629A">
      <w:pPr>
        <w:jc w:val="center"/>
      </w:pPr>
      <w:r>
        <w:t>(all dimensions in millimetres)</w:t>
      </w:r>
    </w:p>
    <w:p w14:paraId="484715B8" w14:textId="77777777" w:rsidR="00F54F68" w:rsidRPr="00F54F68" w:rsidRDefault="00F54F68" w:rsidP="00F54F68"/>
    <w:p w14:paraId="6A191C37" w14:textId="77777777" w:rsidR="00F54F68" w:rsidRPr="00F54F68" w:rsidRDefault="00F54F68" w:rsidP="00F54F68"/>
    <w:p w14:paraId="605C6B28" w14:textId="77777777" w:rsidR="00F54F68" w:rsidRPr="00F54F68" w:rsidRDefault="00F54F68" w:rsidP="00F54F68">
      <w:pPr>
        <w:sectPr w:rsidR="00F54F68" w:rsidRPr="00F54F68" w:rsidSect="00073056">
          <w:headerReference w:type="even" r:id="rId55"/>
          <w:footerReference w:type="even" r:id="rId56"/>
          <w:footerReference w:type="default" r:id="rId57"/>
          <w:pgSz w:w="16838" w:h="11906" w:orient="landscape" w:code="9"/>
          <w:pgMar w:top="1134" w:right="1701" w:bottom="1134" w:left="2268" w:header="567" w:footer="567" w:gutter="0"/>
          <w:cols w:space="720"/>
          <w:docGrid w:linePitch="272"/>
        </w:sectPr>
      </w:pPr>
    </w:p>
    <w:p w14:paraId="5487BD10" w14:textId="77777777" w:rsidR="00F54F68" w:rsidRPr="00F54F68" w:rsidRDefault="00F54F68" w:rsidP="00F54F68">
      <w:pPr>
        <w:pStyle w:val="HChG"/>
      </w:pPr>
      <w:bookmarkStart w:id="75" w:name="_Toc437351644"/>
      <w:r w:rsidRPr="00F54F68">
        <w:lastRenderedPageBreak/>
        <w:t>Annex 8</w:t>
      </w:r>
      <w:bookmarkEnd w:id="75"/>
    </w:p>
    <w:p w14:paraId="766CFF5A" w14:textId="0803D3E4" w:rsidR="00F54F68" w:rsidRPr="00F54F68" w:rsidRDefault="00F54F68" w:rsidP="00F54F68">
      <w:pPr>
        <w:pStyle w:val="HChG"/>
      </w:pPr>
      <w:r w:rsidRPr="00F54F68">
        <w:tab/>
      </w:r>
      <w:r w:rsidRPr="00F54F68">
        <w:tab/>
      </w:r>
      <w:bookmarkStart w:id="76" w:name="_Toc437351645"/>
      <w:r w:rsidRPr="00F54F68">
        <w:t>Procedure for determining the "H" point and the actual torso angle for seating positions in motor vehicles</w:t>
      </w:r>
      <w:r w:rsidR="00710ABF" w:rsidRPr="00F54F68">
        <w:rPr>
          <w:vertAlign w:val="superscript"/>
        </w:rPr>
        <w:t>1</w:t>
      </w:r>
      <w:bookmarkEnd w:id="76"/>
    </w:p>
    <w:p w14:paraId="4E8D1927" w14:textId="567F1931" w:rsidR="00F54F68" w:rsidRDefault="00F54F68" w:rsidP="00F54F68">
      <w:pPr>
        <w:pStyle w:val="HChG"/>
        <w:rPr>
          <w:vertAlign w:val="superscript"/>
        </w:rPr>
      </w:pPr>
      <w:r w:rsidRPr="00F54F68">
        <w:tab/>
      </w:r>
      <w:r w:rsidRPr="00F54F68">
        <w:tab/>
      </w:r>
      <w:bookmarkStart w:id="77" w:name="_Toc437351646"/>
      <w:r w:rsidRPr="00F54F68">
        <w:t>Appendix 1 -</w:t>
      </w:r>
      <w:r w:rsidRPr="00F54F68">
        <w:tab/>
        <w:t xml:space="preserve">Description of the three dimensional "H" </w:t>
      </w:r>
      <w:r w:rsidRPr="00F54F68">
        <w:tab/>
      </w:r>
      <w:r w:rsidRPr="00F54F68">
        <w:tab/>
      </w:r>
      <w:r w:rsidRPr="00F54F68">
        <w:tab/>
      </w:r>
      <w:r w:rsidRPr="00F54F68">
        <w:tab/>
      </w:r>
      <w:r w:rsidR="00EC350C">
        <w:tab/>
      </w:r>
      <w:r w:rsidRPr="00F54F68">
        <w:t>point machine (3-D H machine)</w:t>
      </w:r>
      <w:r w:rsidRPr="00F54F68">
        <w:rPr>
          <w:vertAlign w:val="superscript"/>
        </w:rPr>
        <w:t>1</w:t>
      </w:r>
      <w:bookmarkEnd w:id="77"/>
    </w:p>
    <w:p w14:paraId="598AF2B1" w14:textId="4D5F9CE6" w:rsidR="0077692C" w:rsidRPr="00F54F68" w:rsidRDefault="0077692C" w:rsidP="0077692C">
      <w:pPr>
        <w:pStyle w:val="HChG"/>
      </w:pPr>
      <w:r w:rsidRPr="00F54F68">
        <w:tab/>
      </w:r>
      <w:r w:rsidRPr="00F54F68">
        <w:tab/>
        <w:t>Appendix 2 -</w:t>
      </w:r>
      <w:r w:rsidRPr="00F54F68">
        <w:tab/>
        <w:t>Three-dimensional reference system</w:t>
      </w:r>
      <w:r w:rsidRPr="00F54F68">
        <w:rPr>
          <w:vertAlign w:val="superscript"/>
        </w:rPr>
        <w:t>1</w:t>
      </w:r>
    </w:p>
    <w:p w14:paraId="587C422E" w14:textId="77777777" w:rsidR="00241CD7" w:rsidRDefault="00F54F68" w:rsidP="00DF74F6">
      <w:pPr>
        <w:pStyle w:val="HChG"/>
      </w:pPr>
      <w:r w:rsidRPr="00F54F68">
        <w:tab/>
      </w:r>
      <w:r w:rsidRPr="00F54F68">
        <w:tab/>
      </w:r>
      <w:bookmarkStart w:id="78" w:name="_Toc437351648"/>
      <w:r w:rsidRPr="00F54F68">
        <w:t>Appendix 3 -</w:t>
      </w:r>
      <w:r w:rsidRPr="00F54F68">
        <w:tab/>
        <w:t>Reference data concerning seating positions</w:t>
      </w:r>
      <w:bookmarkEnd w:id="78"/>
      <w:r w:rsidR="00241CD7">
        <w:rPr>
          <w:rStyle w:val="FootnoteReference"/>
        </w:rPr>
        <w:footnoteReference w:id="13"/>
      </w:r>
    </w:p>
    <w:p w14:paraId="52B21791" w14:textId="77777777" w:rsidR="00EC350C" w:rsidRDefault="00EC350C" w:rsidP="00EC350C"/>
    <w:p w14:paraId="7B4A1D52" w14:textId="3203B135" w:rsidR="00EC350C" w:rsidRPr="00EC350C" w:rsidRDefault="00EC350C" w:rsidP="00EC350C">
      <w:pPr>
        <w:sectPr w:rsidR="00EC350C" w:rsidRPr="00EC350C" w:rsidSect="00241CD7">
          <w:headerReference w:type="even" r:id="rId58"/>
          <w:headerReference w:type="default" r:id="rId59"/>
          <w:footerReference w:type="even" r:id="rId60"/>
          <w:footerReference w:type="default" r:id="rId61"/>
          <w:type w:val="continuous"/>
          <w:pgSz w:w="11905" w:h="16837" w:code="9"/>
          <w:pgMar w:top="1418" w:right="1134" w:bottom="1134" w:left="1134" w:header="851" w:footer="567" w:gutter="0"/>
          <w:paperSrc w:first="7" w:other="7"/>
          <w:cols w:space="720"/>
          <w:noEndnote/>
          <w:docGrid w:linePitch="272"/>
        </w:sectPr>
      </w:pPr>
    </w:p>
    <w:p w14:paraId="390B0C2C" w14:textId="51C7DBDA" w:rsidR="00F54F68" w:rsidRPr="00F54F68" w:rsidRDefault="00F54F68" w:rsidP="00F54F68">
      <w:pPr>
        <w:pStyle w:val="HChG"/>
      </w:pPr>
    </w:p>
    <w:p w14:paraId="77DEC2BB" w14:textId="77777777" w:rsidR="00F54F68" w:rsidRPr="00F54F68" w:rsidRDefault="00F54F68" w:rsidP="00F54F68">
      <w:pPr>
        <w:spacing w:after="120"/>
        <w:ind w:left="2268" w:right="1134" w:hanging="1134"/>
        <w:jc w:val="both"/>
      </w:pPr>
    </w:p>
    <w:p w14:paraId="37E17C77" w14:textId="77777777" w:rsidR="00F54F68" w:rsidRPr="00F54F68" w:rsidRDefault="00F54F68" w:rsidP="00F54F68">
      <w:pPr>
        <w:spacing w:after="120"/>
        <w:ind w:left="2268" w:right="1134" w:hanging="1134"/>
        <w:jc w:val="both"/>
        <w:sectPr w:rsidR="00F54F68" w:rsidRPr="00F54F68" w:rsidSect="00241CD7">
          <w:type w:val="continuous"/>
          <w:pgSz w:w="11905" w:h="16837" w:code="9"/>
          <w:pgMar w:top="1418" w:right="1134" w:bottom="1134" w:left="1134" w:header="851" w:footer="567" w:gutter="0"/>
          <w:paperSrc w:first="7" w:other="7"/>
          <w:cols w:space="720"/>
          <w:noEndnote/>
          <w:docGrid w:linePitch="272"/>
        </w:sectPr>
      </w:pPr>
    </w:p>
    <w:p w14:paraId="015E04D2" w14:textId="5B1FE035" w:rsidR="00F54F68" w:rsidRPr="00F54F68" w:rsidRDefault="00F54F68" w:rsidP="00F54F68">
      <w:pPr>
        <w:pStyle w:val="HChG"/>
      </w:pPr>
      <w:r w:rsidRPr="00F54F68">
        <w:lastRenderedPageBreak/>
        <w:t xml:space="preserve">Annex </w:t>
      </w:r>
      <w:r w:rsidR="000817F1">
        <w:t>9</w:t>
      </w:r>
    </w:p>
    <w:p w14:paraId="0EEB9714" w14:textId="4B0802B2" w:rsidR="00F54F68" w:rsidRPr="00F54F68" w:rsidRDefault="00F54F68" w:rsidP="00F54F68">
      <w:pPr>
        <w:pStyle w:val="HChG"/>
      </w:pPr>
      <w:r w:rsidRPr="00F54F68">
        <w:tab/>
      </w:r>
      <w:r w:rsidRPr="00F54F68">
        <w:tab/>
        <w:t xml:space="preserve">Test </w:t>
      </w:r>
      <w:r w:rsidR="00EB7C80">
        <w:t>method</w:t>
      </w:r>
      <w:r w:rsidRPr="00F54F68">
        <w:t>s for Close-proximity rear-view field of vision</w:t>
      </w:r>
    </w:p>
    <w:p w14:paraId="7F0F82E0"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lang w:eastAsia="ja-JP"/>
        </w:rPr>
      </w:pPr>
      <w:r w:rsidRPr="00F54F68">
        <w:rPr>
          <w:rFonts w:eastAsiaTheme="majorEastAsia"/>
          <w:bCs/>
          <w:lang w:eastAsia="ja-JP"/>
        </w:rPr>
        <w:t>1.</w:t>
      </w:r>
      <w:r w:rsidRPr="00F54F68">
        <w:rPr>
          <w:rFonts w:eastAsiaTheme="majorEastAsia"/>
          <w:bCs/>
          <w:lang w:eastAsia="ja-JP"/>
        </w:rPr>
        <w:tab/>
      </w:r>
      <w:r w:rsidRPr="00F54F68">
        <w:rPr>
          <w:rFonts w:eastAsiaTheme="majorEastAsia"/>
          <w:lang w:eastAsia="ja-JP"/>
        </w:rPr>
        <w:t>Field of vision</w:t>
      </w:r>
    </w:p>
    <w:p w14:paraId="71707044" w14:textId="63D117A9" w:rsidR="00372865" w:rsidRDefault="00F54F68" w:rsidP="00372865">
      <w:pPr>
        <w:tabs>
          <w:tab w:val="left" w:pos="567"/>
          <w:tab w:val="left" w:pos="2268"/>
        </w:tabs>
        <w:spacing w:before="120" w:after="120" w:line="240" w:lineRule="auto"/>
        <w:ind w:leftChars="567" w:left="2268" w:right="1134" w:hangingChars="567" w:hanging="1134"/>
        <w:jc w:val="both"/>
        <w:rPr>
          <w:rFonts w:eastAsiaTheme="majorEastAsia"/>
          <w:lang w:eastAsia="ja-JP"/>
        </w:rPr>
      </w:pPr>
      <w:r w:rsidRPr="00F54F68">
        <w:rPr>
          <w:rFonts w:eastAsiaTheme="majorEastAsia"/>
          <w:lang w:eastAsia="ja-JP"/>
        </w:rPr>
        <w:tab/>
      </w:r>
      <w:r w:rsidR="00372865" w:rsidRPr="00F54F68">
        <w:rPr>
          <w:rFonts w:eastAsiaTheme="majorEastAsia"/>
          <w:lang w:eastAsia="ja-JP"/>
        </w:rPr>
        <w:t xml:space="preserve">The requirements of field of vision defined in </w:t>
      </w:r>
      <w:r w:rsidR="00372865" w:rsidRPr="00BE7B3A">
        <w:rPr>
          <w:rFonts w:eastAsiaTheme="majorEastAsia"/>
          <w:lang w:eastAsia="ja-JP"/>
        </w:rPr>
        <w:t>paragraph</w:t>
      </w:r>
      <w:r w:rsidR="00680B35">
        <w:rPr>
          <w:rFonts w:eastAsiaTheme="majorEastAsia"/>
          <w:lang w:eastAsia="ja-JP"/>
        </w:rPr>
        <w:t>s</w:t>
      </w:r>
      <w:r w:rsidR="00372865" w:rsidRPr="00BE7B3A">
        <w:rPr>
          <w:rFonts w:eastAsiaTheme="majorEastAsia"/>
          <w:lang w:eastAsia="ja-JP"/>
        </w:rPr>
        <w:t xml:space="preserve"> 15.2.</w:t>
      </w:r>
      <w:r w:rsidR="00372865" w:rsidRPr="00286C45">
        <w:rPr>
          <w:rFonts w:eastAsiaTheme="majorEastAsia"/>
          <w:color w:val="C00000"/>
          <w:lang w:eastAsia="ja-JP"/>
        </w:rPr>
        <w:t xml:space="preserve"> </w:t>
      </w:r>
      <w:r w:rsidR="00372865" w:rsidRPr="00F54F68">
        <w:rPr>
          <w:rFonts w:eastAsiaTheme="majorEastAsia"/>
          <w:lang w:eastAsia="ja-JP"/>
        </w:rPr>
        <w:t>of this Regulation can be tested under the conditions described in this Annex.</w:t>
      </w:r>
    </w:p>
    <w:p w14:paraId="17495F2C" w14:textId="7736192B" w:rsidR="00F54F68" w:rsidRPr="00F54F68" w:rsidRDefault="00F54F68" w:rsidP="00372865">
      <w:pPr>
        <w:tabs>
          <w:tab w:val="left" w:pos="567"/>
          <w:tab w:val="left" w:pos="2268"/>
        </w:tabs>
        <w:spacing w:before="120" w:after="120" w:line="240" w:lineRule="auto"/>
        <w:ind w:leftChars="567" w:left="2268" w:right="1134" w:hangingChars="567" w:hanging="1134"/>
        <w:jc w:val="both"/>
        <w:rPr>
          <w:rFonts w:eastAsiaTheme="majorEastAsia"/>
          <w:lang w:eastAsia="ja-JP"/>
        </w:rPr>
      </w:pPr>
      <w:r w:rsidRPr="00F54F68">
        <w:rPr>
          <w:rFonts w:eastAsiaTheme="majorEastAsia"/>
          <w:bCs/>
          <w:lang w:eastAsia="ja-JP"/>
        </w:rPr>
        <w:t>1.1.</w:t>
      </w:r>
      <w:r w:rsidRPr="00F54F68">
        <w:rPr>
          <w:rFonts w:eastAsiaTheme="majorEastAsia"/>
          <w:bCs/>
          <w:lang w:eastAsia="ja-JP"/>
        </w:rPr>
        <w:tab/>
      </w:r>
      <w:r w:rsidRPr="00F54F68">
        <w:rPr>
          <w:rFonts w:eastAsiaTheme="majorEastAsia"/>
          <w:lang w:eastAsia="ja-JP"/>
        </w:rPr>
        <w:t>Test objects</w:t>
      </w:r>
    </w:p>
    <w:p w14:paraId="74D4D0EE"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Each test object shall be a right circular cylinder that is 0.8 m high and 0.3 m in external</w:t>
      </w:r>
      <w:r w:rsidRPr="00F54F68">
        <w:rPr>
          <w:rFonts w:hint="eastAsia"/>
          <w:lang w:eastAsia="ja-JP"/>
        </w:rPr>
        <w:t xml:space="preserve"> </w:t>
      </w:r>
      <w:r w:rsidRPr="00F54F68">
        <w:rPr>
          <w:rFonts w:eastAsiaTheme="majorEastAsia"/>
          <w:lang w:eastAsia="ja-JP"/>
        </w:rPr>
        <w:t>diameter. Each test object shall be marked as follows.</w:t>
      </w:r>
    </w:p>
    <w:p w14:paraId="23603246"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(a) The test object shall have a painted patch measuring 0.15 m x 0.15 m that can be moved from the bottom to the top of the side of the cylinder.</w:t>
      </w:r>
    </w:p>
    <w:p w14:paraId="3C756BFD"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(b) The painted patch shall be of a colour that contrasts with</w:t>
      </w:r>
      <w:r w:rsidRPr="00F54F68">
        <w:rPr>
          <w:rFonts w:hint="eastAsia"/>
          <w:lang w:eastAsia="ja-JP"/>
        </w:rPr>
        <w:t xml:space="preserve"> </w:t>
      </w:r>
      <w:r w:rsidRPr="00F54F68">
        <w:rPr>
          <w:rFonts w:eastAsiaTheme="majorEastAsia"/>
          <w:lang w:eastAsia="ja-JP"/>
        </w:rPr>
        <w:t>both the rest of the cylinder and the test surface.</w:t>
      </w:r>
    </w:p>
    <w:p w14:paraId="7FBCAA77" w14:textId="77777777" w:rsidR="00F54F68" w:rsidRPr="00F54F68" w:rsidRDefault="00F54F68" w:rsidP="003F1765">
      <w:pPr>
        <w:widowControl w:val="0"/>
        <w:tabs>
          <w:tab w:val="left" w:pos="2268"/>
        </w:tabs>
        <w:suppressAutoHyphens w:val="0"/>
        <w:autoSpaceDE w:val="0"/>
        <w:autoSpaceDN w:val="0"/>
        <w:adjustRightInd w:val="0"/>
        <w:spacing w:before="120" w:line="240" w:lineRule="auto"/>
        <w:ind w:left="2268" w:right="1134" w:hanging="1134"/>
        <w:jc w:val="both"/>
        <w:rPr>
          <w:rFonts w:eastAsiaTheme="majorEastAsia"/>
          <w:lang w:eastAsia="ja-JP"/>
        </w:rPr>
      </w:pPr>
      <w:r w:rsidRPr="00F54F68">
        <w:rPr>
          <w:rFonts w:eastAsiaTheme="majorEastAsia"/>
          <w:lang w:eastAsia="ja-JP"/>
        </w:rPr>
        <w:t xml:space="preserve">Figure A </w:t>
      </w:r>
    </w:p>
    <w:p w14:paraId="03E4841B" w14:textId="77777777" w:rsidR="00F54F68" w:rsidRPr="00F54F68" w:rsidRDefault="00F54F68" w:rsidP="003F1765">
      <w:pPr>
        <w:widowControl w:val="0"/>
        <w:tabs>
          <w:tab w:val="left" w:pos="2268"/>
        </w:tabs>
        <w:suppressAutoHyphens w:val="0"/>
        <w:autoSpaceDE w:val="0"/>
        <w:autoSpaceDN w:val="0"/>
        <w:adjustRightInd w:val="0"/>
        <w:spacing w:after="120" w:line="240" w:lineRule="exact"/>
        <w:ind w:left="2268" w:right="1134" w:hanging="1134"/>
        <w:jc w:val="both"/>
        <w:rPr>
          <w:rFonts w:eastAsiaTheme="majorEastAsia"/>
          <w:b/>
          <w:lang w:eastAsia="ja-JP"/>
        </w:rPr>
      </w:pPr>
      <w:r w:rsidRPr="00F54F68">
        <w:rPr>
          <w:rFonts w:eastAsiaTheme="majorEastAsia"/>
          <w:b/>
          <w:lang w:eastAsia="ja-JP"/>
        </w:rPr>
        <w:t>Test object</w:t>
      </w:r>
    </w:p>
    <w:p w14:paraId="70ACB06F" w14:textId="33AE3AE2" w:rsidR="00F54F68" w:rsidRPr="00F54F68" w:rsidRDefault="00BA0929" w:rsidP="00F54F68">
      <w:pPr>
        <w:widowControl w:val="0"/>
        <w:tabs>
          <w:tab w:val="left" w:pos="2268"/>
        </w:tabs>
        <w:suppressAutoHyphens w:val="0"/>
        <w:autoSpaceDE w:val="0"/>
        <w:autoSpaceDN w:val="0"/>
        <w:adjustRightInd w:val="0"/>
        <w:spacing w:before="120" w:after="120" w:line="240" w:lineRule="auto"/>
        <w:ind w:left="2268" w:right="1134" w:hanging="1134"/>
        <w:rPr>
          <w:lang w:eastAsia="ja-JP"/>
        </w:rPr>
      </w:pPr>
      <w:r>
        <w:rPr>
          <w:noProof/>
          <w:lang w:val="en-US" w:eastAsia="ja-JP"/>
        </w:rPr>
        <w:drawing>
          <wp:inline distT="0" distB="0" distL="0" distR="0" wp14:anchorId="2352470E" wp14:editId="025E47BC">
            <wp:extent cx="1751836" cy="2221856"/>
            <wp:effectExtent l="0" t="0" r="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751836" cy="2221856"/>
                    </a:xfrm>
                    <a:prstGeom prst="rect">
                      <a:avLst/>
                    </a:prstGeom>
                    <a:noFill/>
                    <a:ln>
                      <a:noFill/>
                    </a:ln>
                  </pic:spPr>
                </pic:pic>
              </a:graphicData>
            </a:graphic>
          </wp:inline>
        </w:drawing>
      </w:r>
    </w:p>
    <w:p w14:paraId="2BF98E1B"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right="1134"/>
        <w:jc w:val="both"/>
        <w:rPr>
          <w:b/>
          <w:lang w:eastAsia="ja-JP"/>
        </w:rPr>
      </w:pPr>
    </w:p>
    <w:p w14:paraId="1FCD7E59"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bCs/>
          <w:lang w:eastAsia="ja-JP"/>
        </w:rPr>
      </w:pPr>
      <w:r w:rsidRPr="00F54F68">
        <w:rPr>
          <w:rFonts w:eastAsiaTheme="majorEastAsia"/>
          <w:bCs/>
          <w:lang w:eastAsia="ja-JP"/>
        </w:rPr>
        <w:t>1.2.</w:t>
      </w:r>
      <w:r w:rsidRPr="00F54F68">
        <w:rPr>
          <w:rFonts w:eastAsiaTheme="majorEastAsia"/>
          <w:bCs/>
          <w:lang w:eastAsia="ja-JP"/>
        </w:rPr>
        <w:tab/>
      </w:r>
      <w:r w:rsidRPr="00F54F68">
        <w:rPr>
          <w:rFonts w:eastAsiaTheme="majorEastAsia"/>
          <w:lang w:eastAsia="ja-JP"/>
        </w:rPr>
        <w:t>Test object locations and orientations</w:t>
      </w:r>
    </w:p>
    <w:p w14:paraId="2974DC53"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lang w:eastAsia="ja-JP"/>
        </w:rPr>
      </w:pPr>
      <w:r w:rsidRPr="00F54F68">
        <w:rPr>
          <w:rFonts w:eastAsiaTheme="majorEastAsia"/>
          <w:lang w:eastAsia="ja-JP"/>
        </w:rPr>
        <w:tab/>
        <w:t>Place the test objects at the locations specified in (a) to (h) and illustrated in Figure B.</w:t>
      </w:r>
      <w:r w:rsidRPr="00F54F68">
        <w:rPr>
          <w:rFonts w:hint="eastAsia"/>
          <w:lang w:eastAsia="ja-JP"/>
        </w:rPr>
        <w:t xml:space="preserve"> </w:t>
      </w:r>
      <w:r w:rsidRPr="00F54F68">
        <w:rPr>
          <w:rFonts w:eastAsiaTheme="majorEastAsia"/>
          <w:lang w:eastAsia="ja-JP"/>
        </w:rPr>
        <w:t>Measure the distances shown in Figure B from a test object to another test object or other</w:t>
      </w:r>
      <w:r w:rsidRPr="00F54F68">
        <w:rPr>
          <w:rFonts w:hint="eastAsia"/>
          <w:lang w:eastAsia="ja-JP"/>
        </w:rPr>
        <w:t xml:space="preserve"> </w:t>
      </w:r>
      <w:r w:rsidRPr="00F54F68">
        <w:rPr>
          <w:rFonts w:eastAsiaTheme="majorEastAsia"/>
          <w:lang w:eastAsia="ja-JP"/>
        </w:rPr>
        <w:t>object from the cylindrical centre (axis) of the test object as viewed from above. Each</w:t>
      </w:r>
      <w:r w:rsidRPr="00F54F68">
        <w:rPr>
          <w:rFonts w:hint="eastAsia"/>
          <w:lang w:eastAsia="ja-JP"/>
        </w:rPr>
        <w:t xml:space="preserve"> </w:t>
      </w:r>
      <w:r w:rsidRPr="00F54F68">
        <w:rPr>
          <w:rFonts w:eastAsiaTheme="majorEastAsia"/>
          <w:lang w:eastAsia="ja-JP"/>
        </w:rPr>
        <w:t>test object shall be oriented so that its axis is vertical.</w:t>
      </w:r>
      <w:r w:rsidRPr="00F54F68">
        <w:rPr>
          <w:lang w:eastAsia="ja-JP"/>
        </w:rPr>
        <w:t xml:space="preserve"> </w:t>
      </w:r>
    </w:p>
    <w:p w14:paraId="03351447" w14:textId="153F034C"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lang w:eastAsia="ja-JP"/>
        </w:rPr>
      </w:pPr>
      <w:r w:rsidRPr="00F54F68">
        <w:rPr>
          <w:rFonts w:eastAsiaTheme="majorEastAsia"/>
          <w:lang w:eastAsia="ja-JP"/>
        </w:rPr>
        <w:t xml:space="preserve">(a) </w:t>
      </w:r>
      <w:r w:rsidR="00EC350C">
        <w:rPr>
          <w:rFonts w:eastAsiaTheme="majorEastAsia"/>
          <w:lang w:eastAsia="ja-JP"/>
        </w:rPr>
        <w:tab/>
      </w:r>
      <w:r w:rsidRPr="00F54F68">
        <w:rPr>
          <w:rFonts w:eastAsiaTheme="majorEastAsia"/>
          <w:lang w:eastAsia="ja-JP"/>
        </w:rPr>
        <w:t>Place test objects A, B, and C so that their centres are in a transverse vertical plane</w:t>
      </w:r>
      <w:r w:rsidRPr="00F54F68">
        <w:rPr>
          <w:rFonts w:hint="eastAsia"/>
          <w:lang w:eastAsia="ja-JP"/>
        </w:rPr>
        <w:t xml:space="preserve"> </w:t>
      </w:r>
      <w:r w:rsidRPr="00F54F68">
        <w:rPr>
          <w:rFonts w:eastAsiaTheme="majorEastAsia"/>
          <w:lang w:eastAsia="ja-JP"/>
        </w:rPr>
        <w:t>that is 0.3 m to the rear of a transverse vertical plane tangential to the rearmost</w:t>
      </w:r>
      <w:r w:rsidRPr="00F54F68">
        <w:rPr>
          <w:rFonts w:hint="eastAsia"/>
          <w:lang w:eastAsia="ja-JP"/>
        </w:rPr>
        <w:t xml:space="preserve"> </w:t>
      </w:r>
      <w:r w:rsidRPr="00F54F68">
        <w:rPr>
          <w:rFonts w:eastAsiaTheme="majorEastAsia"/>
          <w:lang w:eastAsia="ja-JP"/>
        </w:rPr>
        <w:t>surface of the rear bumper.</w:t>
      </w:r>
    </w:p>
    <w:p w14:paraId="26579D25" w14:textId="2D6E4A7C"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lang w:eastAsia="ja-JP"/>
        </w:rPr>
      </w:pPr>
      <w:r w:rsidRPr="00F54F68">
        <w:rPr>
          <w:rFonts w:hint="eastAsia"/>
          <w:lang w:eastAsia="ja-JP"/>
        </w:rPr>
        <w:t xml:space="preserve">(b) </w:t>
      </w:r>
      <w:r w:rsidR="00EC350C">
        <w:rPr>
          <w:lang w:eastAsia="ja-JP"/>
        </w:rPr>
        <w:tab/>
      </w:r>
      <w:r w:rsidRPr="00F54F68">
        <w:rPr>
          <w:rFonts w:eastAsiaTheme="majorEastAsia"/>
          <w:lang w:eastAsia="ja-JP"/>
        </w:rPr>
        <w:t>Place test object B so that its centre is in a longitudinal vertical plane passing</w:t>
      </w:r>
      <w:r w:rsidRPr="00F54F68">
        <w:rPr>
          <w:rFonts w:hint="eastAsia"/>
          <w:lang w:eastAsia="ja-JP"/>
        </w:rPr>
        <w:t xml:space="preserve"> </w:t>
      </w:r>
      <w:r w:rsidRPr="00F54F68">
        <w:rPr>
          <w:rFonts w:eastAsiaTheme="majorEastAsia"/>
          <w:lang w:eastAsia="ja-JP"/>
        </w:rPr>
        <w:t>through the vehicle's longitudinal centreline.</w:t>
      </w:r>
    </w:p>
    <w:p w14:paraId="0A345483" w14:textId="7B2C42A5"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lang w:eastAsia="ja-JP"/>
        </w:rPr>
      </w:pPr>
      <w:r w:rsidRPr="00F54F68">
        <w:rPr>
          <w:rFonts w:eastAsiaTheme="majorEastAsia"/>
          <w:lang w:eastAsia="ja-JP"/>
        </w:rPr>
        <w:t xml:space="preserve">(c) </w:t>
      </w:r>
      <w:r w:rsidR="00EC350C">
        <w:rPr>
          <w:rFonts w:eastAsiaTheme="majorEastAsia"/>
          <w:lang w:eastAsia="ja-JP"/>
        </w:rPr>
        <w:tab/>
      </w:r>
      <w:r w:rsidRPr="00F54F68">
        <w:rPr>
          <w:rFonts w:eastAsiaTheme="majorEastAsia"/>
          <w:lang w:eastAsia="ja-JP"/>
        </w:rPr>
        <w:t>Place test objects D, E, and F so that their centres are in a transverse vertical plane</w:t>
      </w:r>
      <w:r w:rsidRPr="00F54F68">
        <w:rPr>
          <w:rFonts w:hint="eastAsia"/>
          <w:lang w:eastAsia="ja-JP"/>
        </w:rPr>
        <w:t xml:space="preserve"> </w:t>
      </w:r>
      <w:r w:rsidRPr="00F54F68">
        <w:rPr>
          <w:rFonts w:eastAsiaTheme="majorEastAsia"/>
          <w:lang w:eastAsia="ja-JP"/>
        </w:rPr>
        <w:t>that is 1.5 m to the rear of a transverse vertical plane tangential to the rearmost</w:t>
      </w:r>
      <w:r w:rsidRPr="00F54F68">
        <w:rPr>
          <w:rFonts w:hint="eastAsia"/>
          <w:lang w:eastAsia="ja-JP"/>
        </w:rPr>
        <w:t xml:space="preserve"> </w:t>
      </w:r>
      <w:r w:rsidRPr="00F54F68">
        <w:rPr>
          <w:rFonts w:eastAsiaTheme="majorEastAsia"/>
          <w:lang w:eastAsia="ja-JP"/>
        </w:rPr>
        <w:t>surface of the rear bumper.</w:t>
      </w:r>
    </w:p>
    <w:p w14:paraId="149AD552" w14:textId="6C05BEB5"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sidRPr="00F54F68">
        <w:rPr>
          <w:rFonts w:hint="eastAsia"/>
          <w:lang w:eastAsia="ja-JP"/>
        </w:rPr>
        <w:t>(</w:t>
      </w:r>
      <w:r w:rsidRPr="00F54F68">
        <w:rPr>
          <w:lang w:eastAsia="ja-JP"/>
        </w:rPr>
        <w:t>d</w:t>
      </w:r>
      <w:r w:rsidRPr="00F54F68">
        <w:rPr>
          <w:rFonts w:hint="eastAsia"/>
          <w:lang w:eastAsia="ja-JP"/>
        </w:rPr>
        <w:t xml:space="preserve">) </w:t>
      </w:r>
      <w:r w:rsidR="00EC350C">
        <w:rPr>
          <w:lang w:eastAsia="ja-JP"/>
        </w:rPr>
        <w:tab/>
      </w:r>
      <w:r w:rsidRPr="00F54F68">
        <w:rPr>
          <w:rFonts w:eastAsiaTheme="majorEastAsia"/>
          <w:lang w:eastAsia="ja-JP"/>
        </w:rPr>
        <w:t>Place test object E so that its centre is in a longitudinal vertical plane passing</w:t>
      </w:r>
      <w:r w:rsidRPr="00F54F68">
        <w:rPr>
          <w:rFonts w:hint="eastAsia"/>
          <w:lang w:eastAsia="ja-JP"/>
        </w:rPr>
        <w:t xml:space="preserve"> </w:t>
      </w:r>
      <w:r w:rsidRPr="00F54F68">
        <w:rPr>
          <w:rFonts w:eastAsiaTheme="majorEastAsia"/>
          <w:lang w:eastAsia="ja-JP"/>
        </w:rPr>
        <w:t>through the vehicle's longitudinal centreline.</w:t>
      </w:r>
    </w:p>
    <w:p w14:paraId="12F67951" w14:textId="33720EE1"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lang w:eastAsia="ja-JP"/>
        </w:rPr>
      </w:pPr>
      <w:r w:rsidRPr="00F54F68">
        <w:rPr>
          <w:rFonts w:eastAsiaTheme="majorEastAsia"/>
          <w:lang w:eastAsia="ja-JP"/>
        </w:rPr>
        <w:t xml:space="preserve">(e) </w:t>
      </w:r>
      <w:r w:rsidR="00EC350C">
        <w:rPr>
          <w:rFonts w:eastAsiaTheme="majorEastAsia"/>
          <w:lang w:eastAsia="ja-JP"/>
        </w:rPr>
        <w:tab/>
      </w:r>
      <w:r w:rsidRPr="00F54F68">
        <w:rPr>
          <w:rFonts w:eastAsiaTheme="majorEastAsia"/>
          <w:lang w:eastAsia="ja-JP"/>
        </w:rPr>
        <w:t>Place test objects G, H, and I so that their centres are in a transverse vertical plane</w:t>
      </w:r>
      <w:r w:rsidRPr="00F54F68">
        <w:rPr>
          <w:rFonts w:hint="eastAsia"/>
          <w:lang w:eastAsia="ja-JP"/>
        </w:rPr>
        <w:t xml:space="preserve"> </w:t>
      </w:r>
      <w:r w:rsidRPr="00F54F68">
        <w:rPr>
          <w:rFonts w:eastAsiaTheme="majorEastAsia"/>
          <w:lang w:eastAsia="ja-JP"/>
        </w:rPr>
        <w:t>that is 3.5 m to the rear of a transverse vertical plane tangential to the rearmost</w:t>
      </w:r>
      <w:r w:rsidRPr="00F54F68">
        <w:rPr>
          <w:rFonts w:hint="eastAsia"/>
          <w:lang w:eastAsia="ja-JP"/>
        </w:rPr>
        <w:t xml:space="preserve"> </w:t>
      </w:r>
      <w:r w:rsidRPr="00F54F68">
        <w:rPr>
          <w:rFonts w:eastAsiaTheme="majorEastAsia"/>
          <w:lang w:eastAsia="ja-JP"/>
        </w:rPr>
        <w:t>surface of the rear bumper.</w:t>
      </w:r>
    </w:p>
    <w:p w14:paraId="1498D9B1" w14:textId="39B1A195"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lang w:eastAsia="ja-JP"/>
        </w:rPr>
      </w:pPr>
      <w:r w:rsidRPr="00F54F68">
        <w:rPr>
          <w:rFonts w:hint="eastAsia"/>
          <w:lang w:eastAsia="ja-JP"/>
        </w:rPr>
        <w:t>(</w:t>
      </w:r>
      <w:r w:rsidRPr="00F54F68">
        <w:rPr>
          <w:lang w:eastAsia="ja-JP"/>
        </w:rPr>
        <w:t>f</w:t>
      </w:r>
      <w:r w:rsidRPr="00F54F68">
        <w:rPr>
          <w:rFonts w:hint="eastAsia"/>
          <w:lang w:eastAsia="ja-JP"/>
        </w:rPr>
        <w:t xml:space="preserve">) </w:t>
      </w:r>
      <w:r w:rsidR="00EC350C">
        <w:rPr>
          <w:lang w:eastAsia="ja-JP"/>
        </w:rPr>
        <w:tab/>
      </w:r>
      <w:r w:rsidRPr="00F54F68">
        <w:rPr>
          <w:rFonts w:eastAsiaTheme="majorEastAsia"/>
          <w:lang w:eastAsia="ja-JP"/>
        </w:rPr>
        <w:t xml:space="preserve">Place test object H so that its centre is in a longitudinal vertical plane </w:t>
      </w:r>
      <w:r w:rsidRPr="00F54F68">
        <w:rPr>
          <w:rFonts w:eastAsiaTheme="majorEastAsia"/>
          <w:lang w:eastAsia="ja-JP"/>
        </w:rPr>
        <w:lastRenderedPageBreak/>
        <w:t>passing</w:t>
      </w:r>
      <w:r w:rsidRPr="00F54F68">
        <w:rPr>
          <w:rFonts w:hint="eastAsia"/>
          <w:lang w:eastAsia="ja-JP"/>
        </w:rPr>
        <w:t xml:space="preserve"> </w:t>
      </w:r>
      <w:r w:rsidRPr="00F54F68">
        <w:rPr>
          <w:rFonts w:eastAsiaTheme="majorEastAsia"/>
          <w:lang w:eastAsia="ja-JP"/>
        </w:rPr>
        <w:t>through the vehicle's longitudinal centreline.</w:t>
      </w:r>
    </w:p>
    <w:p w14:paraId="46E416CB" w14:textId="6E90B4C8"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lang w:eastAsia="ja-JP"/>
        </w:rPr>
      </w:pPr>
      <w:r w:rsidRPr="00F54F68">
        <w:rPr>
          <w:rFonts w:eastAsiaTheme="majorEastAsia"/>
          <w:lang w:eastAsia="ja-JP"/>
        </w:rPr>
        <w:t xml:space="preserve">(g) </w:t>
      </w:r>
      <w:r w:rsidR="00EC350C">
        <w:rPr>
          <w:rFonts w:eastAsiaTheme="majorEastAsia"/>
          <w:lang w:eastAsia="ja-JP"/>
        </w:rPr>
        <w:tab/>
      </w:r>
      <w:r w:rsidRPr="00F54F68">
        <w:rPr>
          <w:rFonts w:eastAsiaTheme="majorEastAsia"/>
          <w:lang w:eastAsia="ja-JP"/>
        </w:rPr>
        <w:t xml:space="preserve">Place test objects A, D, and G so that their </w:t>
      </w:r>
      <w:proofErr w:type="spellStart"/>
      <w:r w:rsidRPr="00F54F68">
        <w:rPr>
          <w:rFonts w:eastAsiaTheme="majorEastAsia"/>
          <w:lang w:eastAsia="ja-JP"/>
        </w:rPr>
        <w:t>outermosts</w:t>
      </w:r>
      <w:proofErr w:type="spellEnd"/>
      <w:r w:rsidRPr="00F54F68">
        <w:rPr>
          <w:rFonts w:eastAsiaTheme="majorEastAsia"/>
          <w:lang w:eastAsia="ja-JP"/>
        </w:rPr>
        <w:t xml:space="preserve"> are in a longitudinal vertical</w:t>
      </w:r>
      <w:r w:rsidRPr="00F54F68">
        <w:rPr>
          <w:rFonts w:hint="eastAsia"/>
          <w:lang w:eastAsia="ja-JP"/>
        </w:rPr>
        <w:t xml:space="preserve"> </w:t>
      </w:r>
      <w:r w:rsidRPr="00F54F68">
        <w:rPr>
          <w:rFonts w:eastAsiaTheme="majorEastAsia"/>
          <w:lang w:eastAsia="ja-JP"/>
        </w:rPr>
        <w:t>plane tangential to the left-side outermost</w:t>
      </w:r>
      <w:r w:rsidRPr="00F54F68">
        <w:rPr>
          <w:rFonts w:hint="eastAsia"/>
          <w:lang w:eastAsia="ja-JP"/>
        </w:rPr>
        <w:t xml:space="preserve"> </w:t>
      </w:r>
      <w:r w:rsidRPr="00F54F68">
        <w:rPr>
          <w:rFonts w:eastAsiaTheme="majorEastAsia"/>
          <w:lang w:eastAsia="ja-JP"/>
        </w:rPr>
        <w:t>surface of the vehicle.</w:t>
      </w:r>
    </w:p>
    <w:p w14:paraId="374B4C21" w14:textId="40744CD3" w:rsidR="00F54F68" w:rsidRPr="00F54F68" w:rsidRDefault="00F54F68"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sidRPr="00F54F68">
        <w:rPr>
          <w:rFonts w:eastAsiaTheme="majorEastAsia"/>
          <w:lang w:eastAsia="ja-JP"/>
        </w:rPr>
        <w:t xml:space="preserve">(h) </w:t>
      </w:r>
      <w:r w:rsidR="00EC350C">
        <w:rPr>
          <w:rFonts w:eastAsiaTheme="majorEastAsia"/>
          <w:lang w:eastAsia="ja-JP"/>
        </w:rPr>
        <w:tab/>
      </w:r>
      <w:r w:rsidRPr="00F54F68">
        <w:rPr>
          <w:rFonts w:eastAsiaTheme="majorEastAsia"/>
          <w:lang w:eastAsia="ja-JP"/>
        </w:rPr>
        <w:t xml:space="preserve">Place test objects C, F, and I so that their </w:t>
      </w:r>
      <w:proofErr w:type="spellStart"/>
      <w:r w:rsidRPr="00F54F68">
        <w:rPr>
          <w:rFonts w:eastAsiaTheme="majorEastAsia"/>
          <w:lang w:eastAsia="ja-JP"/>
        </w:rPr>
        <w:t>outermosts</w:t>
      </w:r>
      <w:proofErr w:type="spellEnd"/>
      <w:r w:rsidRPr="00F54F68">
        <w:rPr>
          <w:rFonts w:eastAsiaTheme="majorEastAsia"/>
          <w:lang w:eastAsia="ja-JP"/>
        </w:rPr>
        <w:t xml:space="preserve"> are in a longitudinal vertical</w:t>
      </w:r>
      <w:r w:rsidRPr="00F54F68">
        <w:rPr>
          <w:rFonts w:hint="eastAsia"/>
          <w:lang w:eastAsia="ja-JP"/>
        </w:rPr>
        <w:t xml:space="preserve"> </w:t>
      </w:r>
      <w:r w:rsidRPr="00F54F68">
        <w:rPr>
          <w:rFonts w:eastAsiaTheme="majorEastAsia"/>
          <w:lang w:eastAsia="ja-JP"/>
        </w:rPr>
        <w:t>plane tangential to the right-side outermost</w:t>
      </w:r>
      <w:r w:rsidRPr="00F54F68">
        <w:rPr>
          <w:rFonts w:hint="eastAsia"/>
          <w:lang w:eastAsia="ja-JP"/>
        </w:rPr>
        <w:t xml:space="preserve"> </w:t>
      </w:r>
      <w:r w:rsidRPr="00F54F68">
        <w:rPr>
          <w:rFonts w:eastAsiaTheme="majorEastAsia"/>
          <w:lang w:eastAsia="ja-JP"/>
        </w:rPr>
        <w:t>surface of the vehicle.</w:t>
      </w:r>
    </w:p>
    <w:p w14:paraId="4717832F" w14:textId="77777777" w:rsidR="00F54F68" w:rsidRPr="00F54F68" w:rsidRDefault="00F54F68" w:rsidP="00191578">
      <w:pPr>
        <w:widowControl w:val="0"/>
        <w:tabs>
          <w:tab w:val="left" w:pos="2268"/>
        </w:tabs>
        <w:suppressAutoHyphens w:val="0"/>
        <w:autoSpaceDE w:val="0"/>
        <w:autoSpaceDN w:val="0"/>
        <w:adjustRightInd w:val="0"/>
        <w:spacing w:before="120" w:line="240" w:lineRule="auto"/>
        <w:ind w:left="2268" w:right="1134" w:hanging="1134"/>
        <w:jc w:val="both"/>
        <w:rPr>
          <w:rFonts w:eastAsiaTheme="majorEastAsia"/>
          <w:lang w:eastAsia="ja-JP"/>
        </w:rPr>
      </w:pPr>
      <w:r w:rsidRPr="00F54F68">
        <w:rPr>
          <w:rFonts w:eastAsiaTheme="majorEastAsia"/>
          <w:lang w:eastAsia="ja-JP"/>
        </w:rPr>
        <w:t xml:space="preserve">Figure B </w:t>
      </w:r>
    </w:p>
    <w:p w14:paraId="6C1074A5" w14:textId="77777777" w:rsidR="00F54F68" w:rsidRPr="00191578" w:rsidRDefault="00F54F68" w:rsidP="00191578">
      <w:pPr>
        <w:widowControl w:val="0"/>
        <w:tabs>
          <w:tab w:val="left" w:pos="2268"/>
        </w:tabs>
        <w:suppressAutoHyphens w:val="0"/>
        <w:autoSpaceDE w:val="0"/>
        <w:autoSpaceDN w:val="0"/>
        <w:adjustRightInd w:val="0"/>
        <w:spacing w:after="120" w:line="240" w:lineRule="auto"/>
        <w:ind w:left="2268" w:right="1134" w:hanging="1134"/>
        <w:jc w:val="both"/>
        <w:rPr>
          <w:rFonts w:eastAsiaTheme="majorEastAsia"/>
          <w:b/>
          <w:bCs/>
          <w:lang w:eastAsia="ja-JP"/>
        </w:rPr>
      </w:pPr>
      <w:r w:rsidRPr="00191578">
        <w:rPr>
          <w:rFonts w:eastAsiaTheme="majorEastAsia"/>
          <w:b/>
          <w:bCs/>
          <w:lang w:eastAsia="ja-JP"/>
        </w:rPr>
        <w:t>Test object locations</w:t>
      </w:r>
    </w:p>
    <w:p w14:paraId="4E57BE39"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noProof/>
          <w:lang w:val="en-US" w:eastAsia="ja-JP"/>
        </w:rPr>
        <w:drawing>
          <wp:inline distT="0" distB="0" distL="0" distR="0" wp14:anchorId="6E58D281" wp14:editId="6090A030">
            <wp:extent cx="1771184" cy="2358858"/>
            <wp:effectExtent l="0" t="0" r="635" b="0"/>
            <wp:docPr id="473" name="図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777219" cy="2366896"/>
                    </a:xfrm>
                    <a:prstGeom prst="rect">
                      <a:avLst/>
                    </a:prstGeom>
                    <a:noFill/>
                    <a:ln>
                      <a:noFill/>
                    </a:ln>
                  </pic:spPr>
                </pic:pic>
              </a:graphicData>
            </a:graphic>
          </wp:inline>
        </w:drawing>
      </w:r>
    </w:p>
    <w:p w14:paraId="6F02F8F6" w14:textId="3F4EF19B" w:rsidR="007F4F5C" w:rsidRDefault="007F4F5C" w:rsidP="00F54F68">
      <w:pPr>
        <w:tabs>
          <w:tab w:val="left" w:pos="567"/>
          <w:tab w:val="left" w:pos="2268"/>
        </w:tabs>
        <w:spacing w:before="120" w:after="120" w:line="240" w:lineRule="auto"/>
        <w:ind w:leftChars="567" w:left="1134" w:right="1134"/>
        <w:jc w:val="both"/>
        <w:rPr>
          <w:bCs/>
          <w:lang w:eastAsia="ja-JP"/>
        </w:rPr>
      </w:pPr>
      <w:r>
        <w:rPr>
          <w:rFonts w:hint="eastAsia"/>
          <w:bCs/>
          <w:lang w:eastAsia="ja-JP"/>
        </w:rPr>
        <w:t>1.4</w:t>
      </w:r>
      <w:r>
        <w:rPr>
          <w:rFonts w:hint="eastAsia"/>
          <w:bCs/>
          <w:lang w:eastAsia="ja-JP"/>
        </w:rPr>
        <w:tab/>
      </w:r>
      <w:r>
        <w:rPr>
          <w:bCs/>
          <w:lang w:eastAsia="ja-JP"/>
        </w:rPr>
        <w:t>Test conditions</w:t>
      </w:r>
    </w:p>
    <w:p w14:paraId="55270EBA" w14:textId="011E3590" w:rsidR="007F4F5C" w:rsidRPr="007F4F5C" w:rsidRDefault="007F4F5C" w:rsidP="007F4F5C">
      <w:pPr>
        <w:tabs>
          <w:tab w:val="left" w:pos="567"/>
          <w:tab w:val="left" w:pos="2268"/>
        </w:tabs>
        <w:spacing w:before="120" w:after="120" w:line="240" w:lineRule="auto"/>
        <w:ind w:leftChars="567" w:left="1134" w:right="1134"/>
        <w:jc w:val="both"/>
        <w:rPr>
          <w:bCs/>
          <w:lang w:eastAsia="ja-JP"/>
        </w:rPr>
      </w:pPr>
      <w:r>
        <w:rPr>
          <w:bCs/>
          <w:lang w:eastAsia="ja-JP"/>
        </w:rPr>
        <w:t>1.4.1.</w:t>
      </w:r>
      <w:r>
        <w:rPr>
          <w:bCs/>
          <w:lang w:eastAsia="ja-JP"/>
        </w:rPr>
        <w:tab/>
      </w:r>
      <w:r w:rsidRPr="007F4F5C">
        <w:rPr>
          <w:bCs/>
          <w:lang w:eastAsia="ja-JP"/>
        </w:rPr>
        <w:t>Lighting.</w:t>
      </w:r>
    </w:p>
    <w:p w14:paraId="2A829C9B" w14:textId="6E4983EF" w:rsidR="007F4F5C" w:rsidRPr="007F4F5C" w:rsidRDefault="007F4F5C" w:rsidP="007F4F5C">
      <w:pPr>
        <w:tabs>
          <w:tab w:val="left" w:pos="567"/>
          <w:tab w:val="left" w:pos="2268"/>
        </w:tabs>
        <w:spacing w:before="120" w:after="120" w:line="240" w:lineRule="auto"/>
        <w:ind w:leftChars="1134" w:left="2268" w:right="1134"/>
        <w:jc w:val="both"/>
        <w:rPr>
          <w:bCs/>
          <w:lang w:eastAsia="ja-JP"/>
        </w:rPr>
      </w:pPr>
      <w:r>
        <w:rPr>
          <w:bCs/>
          <w:lang w:eastAsia="ja-JP"/>
        </w:rPr>
        <w:tab/>
      </w:r>
      <w:r w:rsidRPr="007F4F5C">
        <w:rPr>
          <w:bCs/>
          <w:lang w:eastAsia="ja-JP"/>
        </w:rPr>
        <w:t xml:space="preserve">The ambient illumination conditions in which testing is conducted consists of light that is evenly distributed from above and is at an intensity of between 7,000 lux and 10,000 lux, as measured at the </w:t>
      </w:r>
      <w:r w:rsidR="008D0995" w:rsidRPr="007F4F5C">
        <w:rPr>
          <w:bCs/>
          <w:lang w:eastAsia="ja-JP"/>
        </w:rPr>
        <w:t>centre</w:t>
      </w:r>
      <w:r w:rsidRPr="007F4F5C">
        <w:rPr>
          <w:bCs/>
          <w:lang w:eastAsia="ja-JP"/>
        </w:rPr>
        <w:t xml:space="preserve"> of the exterior surface of the vehicle's roof.</w:t>
      </w:r>
    </w:p>
    <w:p w14:paraId="6FBEBCB3" w14:textId="67E8C7ED" w:rsidR="007F4F5C" w:rsidRPr="007F4F5C" w:rsidRDefault="007F4F5C" w:rsidP="007F4F5C">
      <w:pPr>
        <w:tabs>
          <w:tab w:val="left" w:pos="567"/>
          <w:tab w:val="left" w:pos="2268"/>
        </w:tabs>
        <w:spacing w:before="120" w:after="120" w:line="240" w:lineRule="auto"/>
        <w:ind w:leftChars="567" w:left="1134" w:right="1134"/>
        <w:jc w:val="both"/>
        <w:rPr>
          <w:bCs/>
          <w:lang w:eastAsia="ja-JP"/>
        </w:rPr>
      </w:pPr>
      <w:r>
        <w:rPr>
          <w:bCs/>
          <w:lang w:eastAsia="ja-JP"/>
        </w:rPr>
        <w:t>1.4.2.</w:t>
      </w:r>
      <w:r>
        <w:rPr>
          <w:bCs/>
          <w:lang w:eastAsia="ja-JP"/>
        </w:rPr>
        <w:tab/>
      </w:r>
      <w:r w:rsidRPr="007F4F5C">
        <w:rPr>
          <w:bCs/>
          <w:lang w:eastAsia="ja-JP"/>
        </w:rPr>
        <w:t>Vehicle conditions.</w:t>
      </w:r>
    </w:p>
    <w:p w14:paraId="035A096E" w14:textId="0DF1ACD7" w:rsidR="007F4F5C" w:rsidRPr="007F4F5C" w:rsidRDefault="007F4F5C" w:rsidP="007F4F5C">
      <w:pPr>
        <w:tabs>
          <w:tab w:val="left" w:pos="567"/>
          <w:tab w:val="left" w:pos="2268"/>
        </w:tabs>
        <w:spacing w:before="120" w:after="120" w:line="240" w:lineRule="auto"/>
        <w:ind w:leftChars="567" w:left="1134" w:right="1134"/>
        <w:jc w:val="both"/>
        <w:rPr>
          <w:bCs/>
          <w:lang w:eastAsia="ja-JP"/>
        </w:rPr>
      </w:pPr>
      <w:r>
        <w:rPr>
          <w:bCs/>
          <w:lang w:eastAsia="ja-JP"/>
        </w:rPr>
        <w:t>1.4.2.1</w:t>
      </w:r>
      <w:r>
        <w:rPr>
          <w:bCs/>
          <w:lang w:eastAsia="ja-JP"/>
        </w:rPr>
        <w:tab/>
      </w:r>
      <w:r w:rsidRPr="007F4F5C">
        <w:rPr>
          <w:bCs/>
          <w:lang w:eastAsia="ja-JP"/>
        </w:rPr>
        <w:t>Tires.</w:t>
      </w:r>
    </w:p>
    <w:p w14:paraId="302871BE" w14:textId="0B8072F9" w:rsidR="007F4F5C" w:rsidRPr="007F4F5C" w:rsidRDefault="007F4F5C" w:rsidP="007F4F5C">
      <w:pPr>
        <w:tabs>
          <w:tab w:val="left" w:pos="567"/>
          <w:tab w:val="left" w:pos="2268"/>
        </w:tabs>
        <w:spacing w:before="120" w:after="120" w:line="240" w:lineRule="auto"/>
        <w:ind w:leftChars="850" w:left="2268" w:right="1134" w:hangingChars="284" w:hanging="568"/>
        <w:jc w:val="both"/>
        <w:rPr>
          <w:bCs/>
          <w:lang w:eastAsia="ja-JP"/>
        </w:rPr>
      </w:pPr>
      <w:r>
        <w:rPr>
          <w:bCs/>
          <w:lang w:eastAsia="ja-JP"/>
        </w:rPr>
        <w:tab/>
      </w:r>
      <w:r w:rsidRPr="007F4F5C">
        <w:rPr>
          <w:bCs/>
          <w:lang w:eastAsia="ja-JP"/>
        </w:rPr>
        <w:t>The vehicle's tires are set to the vehicle manufacturer's recommended cold inflation pressure.</w:t>
      </w:r>
    </w:p>
    <w:p w14:paraId="1AA04305" w14:textId="3B0A831C" w:rsidR="007F4F5C" w:rsidRPr="007F4F5C" w:rsidRDefault="007F4F5C" w:rsidP="007F4F5C">
      <w:pPr>
        <w:tabs>
          <w:tab w:val="left" w:pos="567"/>
          <w:tab w:val="left" w:pos="2268"/>
        </w:tabs>
        <w:spacing w:before="120" w:after="120" w:line="240" w:lineRule="auto"/>
        <w:ind w:leftChars="567" w:left="1134" w:right="1134"/>
        <w:jc w:val="both"/>
        <w:rPr>
          <w:bCs/>
          <w:lang w:eastAsia="ja-JP"/>
        </w:rPr>
      </w:pPr>
      <w:r w:rsidRPr="007F4F5C">
        <w:rPr>
          <w:bCs/>
          <w:lang w:eastAsia="ja-JP"/>
        </w:rPr>
        <w:t>1</w:t>
      </w:r>
      <w:r>
        <w:rPr>
          <w:bCs/>
          <w:lang w:eastAsia="ja-JP"/>
        </w:rPr>
        <w:t>.</w:t>
      </w:r>
      <w:r w:rsidRPr="007F4F5C">
        <w:rPr>
          <w:bCs/>
          <w:lang w:eastAsia="ja-JP"/>
        </w:rPr>
        <w:t>4.</w:t>
      </w:r>
      <w:r>
        <w:rPr>
          <w:bCs/>
          <w:lang w:eastAsia="ja-JP"/>
        </w:rPr>
        <w:t>2.2.</w:t>
      </w:r>
      <w:r>
        <w:rPr>
          <w:bCs/>
          <w:lang w:eastAsia="ja-JP"/>
        </w:rPr>
        <w:tab/>
      </w:r>
      <w:r w:rsidRPr="007F4F5C">
        <w:rPr>
          <w:bCs/>
          <w:lang w:eastAsia="ja-JP"/>
        </w:rPr>
        <w:t>Fuel tank loading.</w:t>
      </w:r>
    </w:p>
    <w:p w14:paraId="1137C4C0" w14:textId="1D549514" w:rsidR="007F4F5C" w:rsidRPr="007F4F5C" w:rsidRDefault="007F4F5C" w:rsidP="007F4F5C">
      <w:pPr>
        <w:tabs>
          <w:tab w:val="left" w:pos="567"/>
          <w:tab w:val="left" w:pos="2268"/>
        </w:tabs>
        <w:spacing w:before="120" w:after="120" w:line="240" w:lineRule="auto"/>
        <w:ind w:leftChars="567" w:left="1134" w:right="1134"/>
        <w:jc w:val="both"/>
        <w:rPr>
          <w:bCs/>
          <w:lang w:eastAsia="ja-JP"/>
        </w:rPr>
      </w:pPr>
      <w:r>
        <w:rPr>
          <w:bCs/>
          <w:lang w:eastAsia="ja-JP"/>
        </w:rPr>
        <w:tab/>
      </w:r>
      <w:r w:rsidRPr="007F4F5C">
        <w:rPr>
          <w:bCs/>
          <w:lang w:eastAsia="ja-JP"/>
        </w:rPr>
        <w:t>The fuel tank is full.</w:t>
      </w:r>
    </w:p>
    <w:p w14:paraId="2383BA7D" w14:textId="40B2E7DE" w:rsidR="007F4F5C" w:rsidRPr="007F4F5C" w:rsidRDefault="007F4F5C" w:rsidP="007F4F5C">
      <w:pPr>
        <w:tabs>
          <w:tab w:val="left" w:pos="567"/>
          <w:tab w:val="left" w:pos="2268"/>
        </w:tabs>
        <w:spacing w:before="120" w:after="120" w:line="240" w:lineRule="auto"/>
        <w:ind w:leftChars="567" w:left="1134" w:right="1134"/>
        <w:jc w:val="both"/>
        <w:rPr>
          <w:bCs/>
          <w:lang w:eastAsia="ja-JP"/>
        </w:rPr>
      </w:pPr>
      <w:r>
        <w:rPr>
          <w:bCs/>
          <w:lang w:eastAsia="ja-JP"/>
        </w:rPr>
        <w:t>1.4.2.3.</w:t>
      </w:r>
      <w:r>
        <w:rPr>
          <w:bCs/>
          <w:lang w:eastAsia="ja-JP"/>
        </w:rPr>
        <w:tab/>
      </w:r>
      <w:r w:rsidRPr="007F4F5C">
        <w:rPr>
          <w:bCs/>
          <w:lang w:eastAsia="ja-JP"/>
        </w:rPr>
        <w:t>Vehicle load.</w:t>
      </w:r>
    </w:p>
    <w:p w14:paraId="0F9624DB" w14:textId="08822037" w:rsidR="007F4F5C" w:rsidRPr="007F4F5C" w:rsidRDefault="007F4F5C" w:rsidP="005F6D92">
      <w:pPr>
        <w:tabs>
          <w:tab w:val="left" w:pos="567"/>
          <w:tab w:val="left" w:pos="2268"/>
        </w:tabs>
        <w:spacing w:before="120" w:after="120" w:line="240" w:lineRule="auto"/>
        <w:ind w:leftChars="850" w:left="2268" w:right="1134" w:hangingChars="284" w:hanging="568"/>
        <w:jc w:val="both"/>
        <w:rPr>
          <w:bCs/>
          <w:lang w:eastAsia="ja-JP"/>
        </w:rPr>
      </w:pPr>
      <w:r>
        <w:rPr>
          <w:bCs/>
          <w:lang w:eastAsia="ja-JP"/>
        </w:rPr>
        <w:tab/>
      </w:r>
      <w:r w:rsidR="005F6D92" w:rsidRPr="005F6D92">
        <w:rPr>
          <w:bCs/>
          <w:lang w:eastAsia="ja-JP"/>
        </w:rPr>
        <w:t xml:space="preserve">The vehicle is in running order as defined in the consolidated Resolution on the Construction of vehicles (R.E.3) (ECE/TRANS/WP.29/78/Rev.6, para. </w:t>
      </w:r>
    </w:p>
    <w:p w14:paraId="692537E4" w14:textId="6EB5FB79" w:rsidR="005F6D92" w:rsidRDefault="005F6D92" w:rsidP="005F6D92">
      <w:pPr>
        <w:tabs>
          <w:tab w:val="left" w:pos="567"/>
          <w:tab w:val="left" w:pos="2268"/>
        </w:tabs>
        <w:spacing w:before="120" w:after="120" w:line="240" w:lineRule="auto"/>
        <w:ind w:leftChars="567" w:left="2268" w:right="1134" w:hangingChars="567" w:hanging="1134"/>
        <w:jc w:val="both"/>
        <w:rPr>
          <w:bCs/>
          <w:lang w:eastAsia="ja-JP"/>
        </w:rPr>
      </w:pPr>
      <w:r>
        <w:rPr>
          <w:rFonts w:hint="eastAsia"/>
          <w:bCs/>
          <w:lang w:eastAsia="ja-JP"/>
        </w:rPr>
        <w:t>1.4.2.4.</w:t>
      </w:r>
      <w:r>
        <w:rPr>
          <w:rFonts w:hint="eastAsia"/>
          <w:bCs/>
          <w:lang w:eastAsia="ja-JP"/>
        </w:rPr>
        <w:tab/>
      </w:r>
      <w:r>
        <w:rPr>
          <w:bCs/>
          <w:lang w:eastAsia="ja-JP"/>
        </w:rPr>
        <w:t>Adjustable suspension</w:t>
      </w:r>
    </w:p>
    <w:p w14:paraId="031A8FE3" w14:textId="06330791" w:rsidR="005F6D92" w:rsidRDefault="005F6D92" w:rsidP="005F6D92">
      <w:pPr>
        <w:tabs>
          <w:tab w:val="left" w:pos="567"/>
          <w:tab w:val="left" w:pos="2268"/>
        </w:tabs>
        <w:spacing w:before="120" w:after="120" w:line="240" w:lineRule="auto"/>
        <w:ind w:leftChars="567" w:left="2268" w:right="1134" w:hangingChars="567" w:hanging="1134"/>
        <w:jc w:val="both"/>
        <w:rPr>
          <w:bCs/>
          <w:lang w:eastAsia="ja-JP"/>
        </w:rPr>
      </w:pPr>
      <w:r>
        <w:rPr>
          <w:bCs/>
          <w:lang w:eastAsia="ja-JP"/>
        </w:rPr>
        <w:tab/>
      </w:r>
      <w:r w:rsidRPr="007F4F5C">
        <w:rPr>
          <w:bCs/>
          <w:lang w:eastAsia="ja-JP"/>
        </w:rPr>
        <w:t>If the vehicle is equipped with</w:t>
      </w:r>
      <w:r>
        <w:rPr>
          <w:bCs/>
          <w:lang w:eastAsia="ja-JP"/>
        </w:rPr>
        <w:t xml:space="preserve"> </w:t>
      </w:r>
      <w:r>
        <w:rPr>
          <w:rFonts w:hint="eastAsia"/>
          <w:bCs/>
          <w:lang w:eastAsia="ja-JP"/>
        </w:rPr>
        <w:t>adjustable suspension system</w:t>
      </w:r>
      <w:r>
        <w:rPr>
          <w:bCs/>
          <w:lang w:eastAsia="ja-JP"/>
        </w:rPr>
        <w:t>, it shall be set at worst condition.</w:t>
      </w:r>
    </w:p>
    <w:p w14:paraId="0E109810" w14:textId="3B44A5FB" w:rsidR="007F4F5C" w:rsidRPr="007F4F5C" w:rsidRDefault="005F6D92" w:rsidP="007F4F5C">
      <w:pPr>
        <w:tabs>
          <w:tab w:val="left" w:pos="567"/>
          <w:tab w:val="left" w:pos="2268"/>
        </w:tabs>
        <w:spacing w:before="120" w:after="120" w:line="240" w:lineRule="auto"/>
        <w:ind w:leftChars="567" w:left="1134" w:right="1134"/>
        <w:jc w:val="both"/>
        <w:rPr>
          <w:bCs/>
          <w:lang w:eastAsia="ja-JP"/>
        </w:rPr>
      </w:pPr>
      <w:r>
        <w:rPr>
          <w:bCs/>
          <w:lang w:eastAsia="ja-JP"/>
        </w:rPr>
        <w:t>1.4.2.5.</w:t>
      </w:r>
      <w:r>
        <w:rPr>
          <w:bCs/>
          <w:lang w:eastAsia="ja-JP"/>
        </w:rPr>
        <w:tab/>
      </w:r>
      <w:r w:rsidR="007F4F5C" w:rsidRPr="007F4F5C">
        <w:rPr>
          <w:bCs/>
          <w:lang w:eastAsia="ja-JP"/>
        </w:rPr>
        <w:t>Rear hatch and trunk lids.</w:t>
      </w:r>
    </w:p>
    <w:p w14:paraId="450D78B3" w14:textId="4AE909AE" w:rsidR="007F4F5C" w:rsidRPr="007F4F5C" w:rsidRDefault="005F6D92" w:rsidP="005F6D92">
      <w:pPr>
        <w:tabs>
          <w:tab w:val="left" w:pos="567"/>
          <w:tab w:val="left" w:pos="2268"/>
        </w:tabs>
        <w:spacing w:before="120" w:after="120" w:line="240" w:lineRule="auto"/>
        <w:ind w:leftChars="567" w:left="2268" w:right="1134" w:hangingChars="567" w:hanging="1134"/>
        <w:jc w:val="both"/>
        <w:rPr>
          <w:bCs/>
          <w:lang w:eastAsia="ja-JP"/>
        </w:rPr>
      </w:pPr>
      <w:r>
        <w:rPr>
          <w:bCs/>
          <w:lang w:eastAsia="ja-JP"/>
        </w:rPr>
        <w:tab/>
      </w:r>
      <w:r w:rsidR="007F4F5C" w:rsidRPr="007F4F5C">
        <w:rPr>
          <w:bCs/>
          <w:lang w:eastAsia="ja-JP"/>
        </w:rPr>
        <w:t>If the vehicle is equipped with rear hatches or trunk lids, they are closed and latched in their normal vehicle operating condition.</w:t>
      </w:r>
    </w:p>
    <w:p w14:paraId="13FD4AF8" w14:textId="6B69AA24" w:rsidR="00F54F68" w:rsidRPr="00F54F68" w:rsidRDefault="005F6D92" w:rsidP="00F54F68">
      <w:pPr>
        <w:tabs>
          <w:tab w:val="left" w:pos="567"/>
          <w:tab w:val="left" w:pos="2268"/>
        </w:tabs>
        <w:spacing w:before="120" w:after="120" w:line="240" w:lineRule="auto"/>
        <w:ind w:leftChars="567" w:left="1134" w:right="1134"/>
        <w:jc w:val="both"/>
        <w:rPr>
          <w:rFonts w:eastAsiaTheme="majorEastAsia"/>
          <w:bCs/>
          <w:lang w:eastAsia="ja-JP"/>
        </w:rPr>
      </w:pPr>
      <w:r>
        <w:rPr>
          <w:rFonts w:eastAsiaTheme="majorEastAsia"/>
          <w:bCs/>
          <w:lang w:eastAsia="ja-JP"/>
        </w:rPr>
        <w:t>1.5</w:t>
      </w:r>
      <w:r w:rsidR="00F54F68" w:rsidRPr="00F54F68">
        <w:rPr>
          <w:rFonts w:eastAsiaTheme="majorEastAsia"/>
          <w:bCs/>
          <w:lang w:eastAsia="ja-JP"/>
        </w:rPr>
        <w:t>.</w:t>
      </w:r>
      <w:r w:rsidR="00F54F68" w:rsidRPr="00F54F68">
        <w:rPr>
          <w:rFonts w:eastAsiaTheme="majorEastAsia"/>
          <w:bCs/>
          <w:lang w:eastAsia="ja-JP"/>
        </w:rPr>
        <w:tab/>
      </w:r>
      <w:r w:rsidR="00F54F68" w:rsidRPr="00F54F68">
        <w:rPr>
          <w:rFonts w:eastAsiaTheme="majorEastAsia"/>
          <w:lang w:eastAsia="ja-JP"/>
        </w:rPr>
        <w:t>Test procedure</w:t>
      </w:r>
      <w:r w:rsidR="00F54F68" w:rsidRPr="00F54F68">
        <w:rPr>
          <w:rFonts w:eastAsiaTheme="majorEastAsia"/>
          <w:bCs/>
          <w:lang w:eastAsia="ja-JP"/>
        </w:rPr>
        <w:t xml:space="preserve"> </w:t>
      </w:r>
    </w:p>
    <w:p w14:paraId="7731D05A" w14:textId="77777777" w:rsid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 visibility of each pole shall be tested one by one.</w:t>
      </w:r>
    </w:p>
    <w:p w14:paraId="37583061" w14:textId="43C04EC5" w:rsidR="00286C45" w:rsidRPr="00BE7B3A" w:rsidRDefault="0077692C"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lang w:eastAsia="ja-JP"/>
        </w:rPr>
        <w:t>2.</w:t>
      </w:r>
      <w:r w:rsidR="00286C45" w:rsidRPr="00BE7B3A">
        <w:rPr>
          <w:rFonts w:hint="eastAsia"/>
          <w:lang w:eastAsia="ja-JP"/>
        </w:rPr>
        <w:tab/>
      </w:r>
      <w:r>
        <w:rPr>
          <w:rFonts w:eastAsiaTheme="majorEastAsia"/>
          <w:lang w:eastAsia="ja-JP"/>
        </w:rPr>
        <w:t>System readiness</w:t>
      </w:r>
    </w:p>
    <w:p w14:paraId="4D44C42B" w14:textId="66156AA5" w:rsidR="00286C45" w:rsidRPr="00BE7B3A" w:rsidRDefault="0077692C"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2</w:t>
      </w:r>
      <w:r w:rsidR="00286C45" w:rsidRPr="00BE7B3A">
        <w:rPr>
          <w:rFonts w:eastAsiaTheme="majorEastAsia"/>
          <w:lang w:eastAsia="ja-JP"/>
        </w:rPr>
        <w:t>.1.</w:t>
      </w:r>
      <w:r w:rsidR="00286C45" w:rsidRPr="00BE7B3A">
        <w:rPr>
          <w:rFonts w:eastAsiaTheme="majorEastAsia"/>
          <w:lang w:eastAsia="ja-JP"/>
        </w:rPr>
        <w:tab/>
        <w:t xml:space="preserve">Test </w:t>
      </w:r>
      <w:r w:rsidR="004164FC" w:rsidRPr="00BE7B3A">
        <w:rPr>
          <w:rFonts w:eastAsiaTheme="majorEastAsia"/>
          <w:lang w:eastAsia="ja-JP"/>
        </w:rPr>
        <w:t>conditions</w:t>
      </w:r>
    </w:p>
    <w:p w14:paraId="622671AC" w14:textId="05E63102"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lastRenderedPageBreak/>
        <w:tab/>
        <w:t>- The vehicle shall be left in a parked parking status until it is ensured that all electronic systems are de-activated; or for a minimum of 30 minutes.</w:t>
      </w:r>
    </w:p>
    <w:p w14:paraId="77E3BB55" w14:textId="0C17F96C"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It is permissible for the test person or equipment to be already situat</w:t>
      </w:r>
      <w:r w:rsidR="00EB7C80">
        <w:rPr>
          <w:rFonts w:eastAsiaTheme="majorEastAsia"/>
          <w:lang w:eastAsia="ja-JP"/>
        </w:rPr>
        <w:t xml:space="preserve">ed within </w:t>
      </w:r>
      <w:r w:rsidRPr="00BE7B3A">
        <w:rPr>
          <w:rFonts w:eastAsiaTheme="majorEastAsia"/>
          <w:lang w:eastAsia="ja-JP"/>
        </w:rPr>
        <w:t xml:space="preserve">the vehicle. </w:t>
      </w:r>
    </w:p>
    <w:p w14:paraId="7696A2A3" w14:textId="37E5E18D"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xml:space="preserve">- Ensure the vehicle gear selector is in neutral or forward gear. </w:t>
      </w:r>
    </w:p>
    <w:p w14:paraId="0BEA43AD" w14:textId="090AA33C"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The test may start with opening the driver door. Once the door is opened, it shall be closed again.</w:t>
      </w:r>
    </w:p>
    <w:p w14:paraId="6AA43097" w14:textId="1CCE709E" w:rsidR="004164FC" w:rsidRPr="00BE7B3A" w:rsidRDefault="0077692C" w:rsidP="004164FC">
      <w:pPr>
        <w:widowControl w:val="0"/>
        <w:tabs>
          <w:tab w:val="left" w:pos="2268"/>
        </w:tabs>
        <w:suppressAutoHyphens w:val="0"/>
        <w:autoSpaceDE w:val="0"/>
        <w:autoSpaceDN w:val="0"/>
        <w:adjustRightInd w:val="0"/>
        <w:spacing w:before="120" w:after="120" w:line="240" w:lineRule="auto"/>
        <w:ind w:left="2268" w:right="1134" w:hanging="1134"/>
        <w:jc w:val="both"/>
        <w:rPr>
          <w:lang w:eastAsia="ja-JP"/>
        </w:rPr>
      </w:pPr>
      <w:r>
        <w:rPr>
          <w:rFonts w:eastAsiaTheme="majorEastAsia"/>
          <w:lang w:eastAsia="ja-JP"/>
        </w:rPr>
        <w:t>2</w:t>
      </w:r>
      <w:r w:rsidR="004164FC" w:rsidRPr="00BE7B3A">
        <w:rPr>
          <w:rFonts w:eastAsiaTheme="majorEastAsia"/>
          <w:lang w:eastAsia="ja-JP"/>
        </w:rPr>
        <w:t>.2.</w:t>
      </w:r>
      <w:r w:rsidR="004164FC" w:rsidRPr="00BE7B3A">
        <w:rPr>
          <w:rFonts w:eastAsiaTheme="majorEastAsia"/>
          <w:lang w:eastAsia="ja-JP"/>
        </w:rPr>
        <w:tab/>
        <w:t>Test procedure</w:t>
      </w:r>
    </w:p>
    <w:p w14:paraId="441BF871" w14:textId="297C030D"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Put the vehicle into the active vehicle mode. This action shall initiate/start the first timer.</w:t>
      </w:r>
    </w:p>
    <w:p w14:paraId="0016E9E3" w14:textId="7E7FA711"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Wait for a minimum of 6 sec</w:t>
      </w:r>
    </w:p>
    <w:p w14:paraId="1FD37F83" w14:textId="77777777"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xml:space="preserve">- Start the backing event by selecting the reverse gear. If it is not possible to put the vehicle into reversing mode 6 sec after being put into active vehicle mode, the backing event shall be started as soon as technically possible. </w:t>
      </w:r>
    </w:p>
    <w:p w14:paraId="0A174CFC" w14:textId="1C641B9F" w:rsidR="00286C45" w:rsidRPr="00BE7B3A"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Initiate/start the second timer.</w:t>
      </w:r>
    </w:p>
    <w:p w14:paraId="3AF116C5" w14:textId="2A28C81A" w:rsidR="00286C45"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BE7B3A">
        <w:rPr>
          <w:rFonts w:eastAsiaTheme="majorEastAsia"/>
          <w:lang w:eastAsia="ja-JP"/>
        </w:rPr>
        <w:tab/>
        <w:t>- Record the response time on second timer until the rear</w:t>
      </w:r>
      <w:r w:rsidR="00311E9D">
        <w:rPr>
          <w:rFonts w:eastAsiaTheme="majorEastAsia"/>
          <w:lang w:eastAsia="ja-JP"/>
        </w:rPr>
        <w:t>-</w:t>
      </w:r>
      <w:r w:rsidRPr="00BE7B3A">
        <w:rPr>
          <w:rFonts w:eastAsiaTheme="majorEastAsia"/>
          <w:lang w:eastAsia="ja-JP"/>
        </w:rPr>
        <w:t>view is completely visible on the display.</w:t>
      </w:r>
    </w:p>
    <w:p w14:paraId="36746B84" w14:textId="12307453" w:rsidR="005F6D92" w:rsidRDefault="0077692C"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3</w:t>
      </w:r>
      <w:r w:rsidR="005F6D92">
        <w:rPr>
          <w:rFonts w:eastAsiaTheme="majorEastAsia"/>
          <w:lang w:eastAsia="ja-JP"/>
        </w:rPr>
        <w:t>.</w:t>
      </w:r>
      <w:r w:rsidR="005F6D92">
        <w:rPr>
          <w:rFonts w:eastAsiaTheme="majorEastAsia"/>
          <w:lang w:eastAsia="ja-JP"/>
        </w:rPr>
        <w:tab/>
      </w:r>
      <w:r>
        <w:rPr>
          <w:rFonts w:eastAsiaTheme="majorEastAsia"/>
          <w:lang w:eastAsia="ja-JP"/>
        </w:rPr>
        <w:t>Object size</w:t>
      </w:r>
    </w:p>
    <w:p w14:paraId="6E4C8F04" w14:textId="5D3F2825" w:rsidR="004A6556" w:rsidRPr="004A6556"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3</w:t>
      </w:r>
      <w:r w:rsidR="004A6556">
        <w:rPr>
          <w:rFonts w:eastAsiaTheme="majorEastAsia"/>
          <w:lang w:eastAsia="ja-JP"/>
        </w:rPr>
        <w:t>.1</w:t>
      </w:r>
      <w:r w:rsidR="004A6556" w:rsidRPr="004A6556">
        <w:rPr>
          <w:rFonts w:eastAsiaTheme="majorEastAsia"/>
          <w:lang w:eastAsia="ja-JP"/>
        </w:rPr>
        <w:t xml:space="preserve">. </w:t>
      </w:r>
      <w:r w:rsidR="004A6556">
        <w:rPr>
          <w:rFonts w:eastAsiaTheme="majorEastAsia"/>
          <w:lang w:eastAsia="ja-JP"/>
        </w:rPr>
        <w:tab/>
      </w:r>
      <w:r>
        <w:rPr>
          <w:rFonts w:eastAsiaTheme="majorEastAsia"/>
          <w:lang w:eastAsia="ja-JP"/>
        </w:rPr>
        <w:t>Measurement</w:t>
      </w:r>
      <w:r w:rsidR="004A6556" w:rsidRPr="004A6556">
        <w:rPr>
          <w:rFonts w:eastAsiaTheme="majorEastAsia"/>
          <w:lang w:eastAsia="ja-JP"/>
        </w:rPr>
        <w:t xml:space="preserve"> procedure.</w:t>
      </w:r>
    </w:p>
    <w:p w14:paraId="0499A394" w14:textId="52A98409" w:rsidR="004A6556" w:rsidRPr="004A6556" w:rsidRDefault="004A6556" w:rsidP="004A6556">
      <w:pPr>
        <w:widowControl w:val="0"/>
        <w:tabs>
          <w:tab w:val="left" w:pos="2268"/>
        </w:tabs>
        <w:suppressAutoHyphens w:val="0"/>
        <w:autoSpaceDE w:val="0"/>
        <w:autoSpaceDN w:val="0"/>
        <w:adjustRightInd w:val="0"/>
        <w:spacing w:before="120" w:after="120" w:line="240" w:lineRule="auto"/>
        <w:ind w:leftChars="1134" w:left="2268" w:rightChars="567" w:right="1134" w:firstLine="1"/>
        <w:jc w:val="both"/>
        <w:rPr>
          <w:rFonts w:eastAsiaTheme="majorEastAsia"/>
          <w:lang w:eastAsia="ja-JP"/>
        </w:rPr>
      </w:pPr>
      <w:r w:rsidRPr="004A6556">
        <w:rPr>
          <w:rFonts w:eastAsiaTheme="majorEastAsia"/>
          <w:lang w:eastAsia="ja-JP"/>
        </w:rPr>
        <w:t>(a) Locate a 35 mm or larger format still camera, video camera, or digital equivalent</w:t>
      </w:r>
      <w:r>
        <w:rPr>
          <w:rFonts w:hint="eastAsia"/>
          <w:lang w:eastAsia="ja-JP"/>
        </w:rPr>
        <w:t xml:space="preserve"> </w:t>
      </w:r>
      <w:r w:rsidRPr="004A6556">
        <w:rPr>
          <w:rFonts w:eastAsiaTheme="majorEastAsia"/>
          <w:lang w:eastAsia="ja-JP"/>
        </w:rPr>
        <w:t xml:space="preserve">such that the </w:t>
      </w:r>
      <w:r w:rsidR="008D0995" w:rsidRPr="004A6556">
        <w:rPr>
          <w:rFonts w:eastAsiaTheme="majorEastAsia"/>
          <w:lang w:eastAsia="ja-JP"/>
        </w:rPr>
        <w:t>centre</w:t>
      </w:r>
      <w:r w:rsidRPr="004A6556">
        <w:rPr>
          <w:rFonts w:eastAsiaTheme="majorEastAsia"/>
          <w:lang w:eastAsia="ja-JP"/>
        </w:rPr>
        <w:t xml:space="preserve"> of the camera's image plane is located at Mr and the camera</w:t>
      </w:r>
      <w:r>
        <w:rPr>
          <w:rFonts w:eastAsiaTheme="majorEastAsia"/>
          <w:lang w:eastAsia="ja-JP"/>
        </w:rPr>
        <w:t xml:space="preserve"> </w:t>
      </w:r>
      <w:r w:rsidRPr="004A6556">
        <w:rPr>
          <w:rFonts w:eastAsiaTheme="majorEastAsia"/>
          <w:lang w:eastAsia="ja-JP"/>
        </w:rPr>
        <w:t xml:space="preserve">lens is directed at the </w:t>
      </w:r>
      <w:r w:rsidR="008D0995" w:rsidRPr="004A6556">
        <w:rPr>
          <w:rFonts w:eastAsiaTheme="majorEastAsia"/>
          <w:lang w:eastAsia="ja-JP"/>
        </w:rPr>
        <w:t>centre</w:t>
      </w:r>
      <w:r w:rsidRPr="004A6556">
        <w:rPr>
          <w:rFonts w:eastAsiaTheme="majorEastAsia"/>
          <w:lang w:eastAsia="ja-JP"/>
        </w:rPr>
        <w:t xml:space="preserve"> of the display's rear</w:t>
      </w:r>
      <w:r w:rsidR="00745F14">
        <w:rPr>
          <w:rFonts w:eastAsiaTheme="majorEastAsia"/>
          <w:lang w:eastAsia="ja-JP"/>
        </w:rPr>
        <w:t>-</w:t>
      </w:r>
      <w:r w:rsidRPr="004A6556">
        <w:rPr>
          <w:rFonts w:eastAsiaTheme="majorEastAsia"/>
          <w:lang w:eastAsia="ja-JP"/>
        </w:rPr>
        <w:t>view image.</w:t>
      </w:r>
    </w:p>
    <w:p w14:paraId="1B105937" w14:textId="72B5DEBE" w:rsidR="004A6556" w:rsidRPr="004A6556" w:rsidRDefault="004A6556" w:rsidP="002B69AE">
      <w:pPr>
        <w:widowControl w:val="0"/>
        <w:tabs>
          <w:tab w:val="left" w:pos="2268"/>
        </w:tabs>
        <w:suppressAutoHyphens w:val="0"/>
        <w:autoSpaceDE w:val="0"/>
        <w:autoSpaceDN w:val="0"/>
        <w:adjustRightInd w:val="0"/>
        <w:spacing w:before="120" w:after="120" w:line="240" w:lineRule="auto"/>
        <w:ind w:leftChars="1134" w:left="2268" w:rightChars="567" w:right="1134" w:firstLine="1"/>
        <w:jc w:val="both"/>
        <w:rPr>
          <w:rFonts w:eastAsiaTheme="majorEastAsia"/>
          <w:lang w:eastAsia="ja-JP"/>
        </w:rPr>
      </w:pPr>
      <w:r w:rsidRPr="004A6556">
        <w:rPr>
          <w:rFonts w:eastAsiaTheme="majorEastAsia"/>
          <w:lang w:eastAsia="ja-JP"/>
        </w:rPr>
        <w:t>(b) Affix a ruler at the base of the rear</w:t>
      </w:r>
      <w:r w:rsidR="00745F14">
        <w:rPr>
          <w:rFonts w:eastAsiaTheme="majorEastAsia"/>
          <w:lang w:eastAsia="ja-JP"/>
        </w:rPr>
        <w:t>-</w:t>
      </w:r>
      <w:r w:rsidRPr="004A6556">
        <w:rPr>
          <w:rFonts w:eastAsiaTheme="majorEastAsia"/>
          <w:lang w:eastAsia="ja-JP"/>
        </w:rPr>
        <w:t xml:space="preserve">view image </w:t>
      </w:r>
      <w:r w:rsidR="002B69AE">
        <w:rPr>
          <w:rFonts w:eastAsiaTheme="majorEastAsia"/>
          <w:lang w:eastAsia="ja-JP"/>
        </w:rPr>
        <w:t>in an orientation perpendicular</w:t>
      </w:r>
      <w:r w:rsidR="002B69AE">
        <w:rPr>
          <w:rFonts w:hint="eastAsia"/>
          <w:lang w:eastAsia="ja-JP"/>
        </w:rPr>
        <w:t xml:space="preserve"> </w:t>
      </w:r>
      <w:r w:rsidRPr="004A6556">
        <w:rPr>
          <w:rFonts w:eastAsiaTheme="majorEastAsia"/>
          <w:lang w:eastAsia="ja-JP"/>
        </w:rPr>
        <w:t xml:space="preserve">with a test object cylinder </w:t>
      </w:r>
      <w:r w:rsidR="008D0995" w:rsidRPr="004A6556">
        <w:rPr>
          <w:rFonts w:eastAsiaTheme="majorEastAsia"/>
          <w:lang w:eastAsia="ja-JP"/>
        </w:rPr>
        <w:t>centre</w:t>
      </w:r>
      <w:r w:rsidR="008D0995">
        <w:rPr>
          <w:rFonts w:eastAsiaTheme="majorEastAsia"/>
          <w:lang w:eastAsia="ja-JP"/>
        </w:rPr>
        <w:t>line</w:t>
      </w:r>
      <w:r w:rsidRPr="004A6556">
        <w:rPr>
          <w:rFonts w:eastAsiaTheme="majorEastAsia"/>
          <w:lang w:eastAsia="ja-JP"/>
        </w:rPr>
        <w:t>. If the vehicle</w:t>
      </w:r>
      <w:r w:rsidR="002B69AE">
        <w:rPr>
          <w:rFonts w:eastAsiaTheme="majorEastAsia"/>
          <w:lang w:eastAsia="ja-JP"/>
        </w:rPr>
        <w:t xml:space="preserve"> head restraints obstruct the</w:t>
      </w:r>
      <w:r w:rsidR="002B69AE">
        <w:rPr>
          <w:rFonts w:hint="eastAsia"/>
          <w:lang w:eastAsia="ja-JP"/>
        </w:rPr>
        <w:t xml:space="preserve"> </w:t>
      </w:r>
      <w:r w:rsidRPr="004A6556">
        <w:rPr>
          <w:rFonts w:eastAsiaTheme="majorEastAsia"/>
          <w:lang w:eastAsia="ja-JP"/>
        </w:rPr>
        <w:t>camera's view of the display, they may be adjusted or removed.</w:t>
      </w:r>
    </w:p>
    <w:p w14:paraId="164B6172" w14:textId="7B568B58" w:rsidR="005F6D92" w:rsidRDefault="004A6556" w:rsidP="002B69AE">
      <w:pPr>
        <w:widowControl w:val="0"/>
        <w:tabs>
          <w:tab w:val="left" w:pos="2268"/>
        </w:tabs>
        <w:suppressAutoHyphens w:val="0"/>
        <w:autoSpaceDE w:val="0"/>
        <w:autoSpaceDN w:val="0"/>
        <w:adjustRightInd w:val="0"/>
        <w:spacing w:before="120" w:after="120" w:line="240" w:lineRule="auto"/>
        <w:ind w:leftChars="1134" w:left="2268" w:rightChars="567" w:right="1134" w:firstLine="1"/>
        <w:jc w:val="both"/>
        <w:rPr>
          <w:rFonts w:eastAsiaTheme="majorEastAsia"/>
          <w:lang w:eastAsia="ja-JP"/>
        </w:rPr>
      </w:pPr>
      <w:r w:rsidRPr="004A6556">
        <w:rPr>
          <w:rFonts w:eastAsiaTheme="majorEastAsia"/>
          <w:lang w:eastAsia="ja-JP"/>
        </w:rPr>
        <w:t xml:space="preserve">(c) Photograph the image of the visual display with </w:t>
      </w:r>
      <w:r w:rsidR="002B69AE">
        <w:rPr>
          <w:rFonts w:eastAsiaTheme="majorEastAsia"/>
          <w:lang w:eastAsia="ja-JP"/>
        </w:rPr>
        <w:t>the ruler included in the frame</w:t>
      </w:r>
      <w:r w:rsidR="002B69AE">
        <w:rPr>
          <w:rFonts w:hint="eastAsia"/>
          <w:lang w:eastAsia="ja-JP"/>
        </w:rPr>
        <w:t xml:space="preserve"> </w:t>
      </w:r>
      <w:r w:rsidRPr="004A6556">
        <w:rPr>
          <w:rFonts w:eastAsiaTheme="majorEastAsia"/>
          <w:lang w:eastAsia="ja-JP"/>
        </w:rPr>
        <w:t>and the rear</w:t>
      </w:r>
      <w:r w:rsidR="00745F14">
        <w:rPr>
          <w:rFonts w:eastAsiaTheme="majorEastAsia"/>
          <w:lang w:eastAsia="ja-JP"/>
        </w:rPr>
        <w:t>-</w:t>
      </w:r>
      <w:r w:rsidRPr="004A6556">
        <w:rPr>
          <w:rFonts w:eastAsiaTheme="majorEastAsia"/>
          <w:lang w:eastAsia="ja-JP"/>
        </w:rPr>
        <w:t>view image displayed.</w:t>
      </w:r>
    </w:p>
    <w:p w14:paraId="0C49EE42" w14:textId="7FD66303" w:rsidR="004A6556" w:rsidRPr="004A6556"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3</w:t>
      </w:r>
      <w:r w:rsidR="002B69AE">
        <w:rPr>
          <w:rFonts w:eastAsiaTheme="majorEastAsia"/>
          <w:lang w:eastAsia="ja-JP"/>
        </w:rPr>
        <w:t>.2.</w:t>
      </w:r>
      <w:r w:rsidR="004A6556">
        <w:rPr>
          <w:rFonts w:eastAsiaTheme="majorEastAsia"/>
          <w:lang w:eastAsia="ja-JP"/>
        </w:rPr>
        <w:tab/>
      </w:r>
      <w:r w:rsidR="004A6556" w:rsidRPr="004A6556">
        <w:rPr>
          <w:rFonts w:eastAsiaTheme="majorEastAsia"/>
          <w:lang w:eastAsia="ja-JP"/>
        </w:rPr>
        <w:t>Extract photographic data.</w:t>
      </w:r>
    </w:p>
    <w:p w14:paraId="74669057" w14:textId="462F225F" w:rsidR="004A6556" w:rsidRPr="004A6556"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4A6556">
        <w:rPr>
          <w:rFonts w:eastAsiaTheme="majorEastAsia"/>
          <w:lang w:eastAsia="ja-JP"/>
        </w:rPr>
        <w:t>(a) Using the photograph, measure the apparent length, of a 50 mm delineate</w:t>
      </w:r>
      <w:r>
        <w:rPr>
          <w:rFonts w:eastAsiaTheme="majorEastAsia"/>
          <w:lang w:eastAsia="ja-JP"/>
        </w:rPr>
        <w:t>d</w:t>
      </w:r>
      <w:r>
        <w:rPr>
          <w:rFonts w:hint="eastAsia"/>
          <w:lang w:eastAsia="ja-JP"/>
        </w:rPr>
        <w:t xml:space="preserve"> </w:t>
      </w:r>
      <w:r w:rsidRPr="004A6556">
        <w:rPr>
          <w:rFonts w:eastAsiaTheme="majorEastAsia"/>
          <w:lang w:eastAsia="ja-JP"/>
        </w:rPr>
        <w:t>section of the in-photo ruler, along the ruler's edge</w:t>
      </w:r>
      <w:r>
        <w:rPr>
          <w:rFonts w:eastAsiaTheme="majorEastAsia"/>
          <w:lang w:eastAsia="ja-JP"/>
        </w:rPr>
        <w:t>, closest to the rear</w:t>
      </w:r>
      <w:r w:rsidR="00745F14">
        <w:rPr>
          <w:rFonts w:eastAsiaTheme="majorEastAsia"/>
          <w:lang w:eastAsia="ja-JP"/>
        </w:rPr>
        <w:t>-</w:t>
      </w:r>
      <w:r>
        <w:rPr>
          <w:rFonts w:eastAsiaTheme="majorEastAsia"/>
          <w:lang w:eastAsia="ja-JP"/>
        </w:rPr>
        <w:t>view image</w:t>
      </w:r>
      <w:r>
        <w:rPr>
          <w:rFonts w:hint="eastAsia"/>
          <w:lang w:eastAsia="ja-JP"/>
        </w:rPr>
        <w:t xml:space="preserve"> </w:t>
      </w:r>
      <w:r w:rsidRPr="004A6556">
        <w:rPr>
          <w:rFonts w:eastAsiaTheme="majorEastAsia"/>
          <w:lang w:eastAsia="ja-JP"/>
        </w:rPr>
        <w:t>and at a point near the horizonta</w:t>
      </w:r>
      <w:r>
        <w:rPr>
          <w:rFonts w:eastAsiaTheme="majorEastAsia"/>
          <w:lang w:eastAsia="ja-JP"/>
        </w:rPr>
        <w:t xml:space="preserve">l </w:t>
      </w:r>
      <w:r w:rsidR="008D0995">
        <w:rPr>
          <w:rFonts w:eastAsiaTheme="majorEastAsia"/>
          <w:lang w:eastAsia="ja-JP"/>
        </w:rPr>
        <w:t>centre</w:t>
      </w:r>
      <w:r>
        <w:rPr>
          <w:rFonts w:eastAsiaTheme="majorEastAsia"/>
          <w:lang w:eastAsia="ja-JP"/>
        </w:rPr>
        <w:t xml:space="preserve"> of the rear</w:t>
      </w:r>
      <w:r w:rsidR="00745F14">
        <w:rPr>
          <w:rFonts w:eastAsiaTheme="majorEastAsia"/>
          <w:lang w:eastAsia="ja-JP"/>
        </w:rPr>
        <w:t>-</w:t>
      </w:r>
      <w:r>
        <w:rPr>
          <w:rFonts w:eastAsiaTheme="majorEastAsia"/>
          <w:lang w:eastAsia="ja-JP"/>
        </w:rPr>
        <w:t>view image.</w:t>
      </w:r>
    </w:p>
    <w:p w14:paraId="698B84BF" w14:textId="19468063" w:rsidR="004A6556"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4A6556">
        <w:rPr>
          <w:rFonts w:eastAsiaTheme="majorEastAsia"/>
          <w:lang w:eastAsia="ja-JP"/>
        </w:rPr>
        <w:t>(b) Using the photograph, measure the horizontal w</w:t>
      </w:r>
      <w:r>
        <w:rPr>
          <w:rFonts w:eastAsiaTheme="majorEastAsia"/>
          <w:lang w:eastAsia="ja-JP"/>
        </w:rPr>
        <w:t xml:space="preserve">idth of the </w:t>
      </w:r>
      <w:r w:rsidR="008D0995">
        <w:rPr>
          <w:rFonts w:eastAsiaTheme="majorEastAsia"/>
          <w:lang w:eastAsia="ja-JP"/>
        </w:rPr>
        <w:t>coloured</w:t>
      </w:r>
      <w:r>
        <w:rPr>
          <w:rFonts w:eastAsiaTheme="majorEastAsia"/>
          <w:lang w:eastAsia="ja-JP"/>
        </w:rPr>
        <w:t xml:space="preserve"> band at the</w:t>
      </w:r>
      <w:r>
        <w:rPr>
          <w:rFonts w:hint="eastAsia"/>
          <w:lang w:eastAsia="ja-JP"/>
        </w:rPr>
        <w:t xml:space="preserve"> </w:t>
      </w:r>
      <w:r w:rsidRPr="004A6556">
        <w:rPr>
          <w:rFonts w:eastAsiaTheme="majorEastAsia"/>
          <w:lang w:eastAsia="ja-JP"/>
        </w:rPr>
        <w:t>upper portion of each of the three test objects loca</w:t>
      </w:r>
      <w:r>
        <w:rPr>
          <w:rFonts w:eastAsiaTheme="majorEastAsia"/>
          <w:lang w:eastAsia="ja-JP"/>
        </w:rPr>
        <w:t>ted at positions G, H, and I in</w:t>
      </w:r>
      <w:r>
        <w:rPr>
          <w:rFonts w:hint="eastAsia"/>
          <w:lang w:eastAsia="ja-JP"/>
        </w:rPr>
        <w:t xml:space="preserve"> </w:t>
      </w:r>
      <w:r>
        <w:rPr>
          <w:rFonts w:eastAsiaTheme="majorEastAsia"/>
          <w:lang w:eastAsia="ja-JP"/>
        </w:rPr>
        <w:t>Figure B</w:t>
      </w:r>
      <w:r w:rsidRPr="004A6556">
        <w:rPr>
          <w:rFonts w:eastAsiaTheme="majorEastAsia"/>
          <w:lang w:eastAsia="ja-JP"/>
        </w:rPr>
        <w:t>.</w:t>
      </w:r>
    </w:p>
    <w:p w14:paraId="159E7154" w14:textId="40B822B1" w:rsidR="004A6556" w:rsidRPr="004A6556"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4A6556">
        <w:rPr>
          <w:rFonts w:eastAsiaTheme="majorEastAsia"/>
          <w:lang w:eastAsia="ja-JP"/>
        </w:rPr>
        <w:t xml:space="preserve">(c) Define the measured horizontal widths of the </w:t>
      </w:r>
      <w:r w:rsidR="008D0995">
        <w:rPr>
          <w:rFonts w:eastAsiaTheme="majorEastAsia"/>
          <w:lang w:eastAsia="ja-JP"/>
        </w:rPr>
        <w:t>coloured</w:t>
      </w:r>
      <w:r>
        <w:rPr>
          <w:rFonts w:eastAsiaTheme="majorEastAsia"/>
          <w:lang w:eastAsia="ja-JP"/>
        </w:rPr>
        <w:t xml:space="preserve"> bands of the three test</w:t>
      </w:r>
      <w:r>
        <w:rPr>
          <w:rFonts w:hint="eastAsia"/>
          <w:lang w:eastAsia="ja-JP"/>
        </w:rPr>
        <w:t xml:space="preserve"> </w:t>
      </w:r>
      <w:r w:rsidRPr="004A6556">
        <w:rPr>
          <w:rFonts w:eastAsiaTheme="majorEastAsia"/>
          <w:lang w:eastAsia="ja-JP"/>
        </w:rPr>
        <w:t xml:space="preserve">objects as da, </w:t>
      </w:r>
      <w:proofErr w:type="spellStart"/>
      <w:r w:rsidRPr="004A6556">
        <w:rPr>
          <w:rFonts w:eastAsiaTheme="majorEastAsia"/>
          <w:lang w:eastAsia="ja-JP"/>
        </w:rPr>
        <w:t>db</w:t>
      </w:r>
      <w:proofErr w:type="spellEnd"/>
      <w:r w:rsidRPr="004A6556">
        <w:rPr>
          <w:rFonts w:eastAsiaTheme="majorEastAsia"/>
          <w:lang w:eastAsia="ja-JP"/>
        </w:rPr>
        <w:t>, and dc.</w:t>
      </w:r>
    </w:p>
    <w:p w14:paraId="7A6E618E" w14:textId="6E80B322" w:rsidR="004A6556" w:rsidRPr="004A6556"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3</w:t>
      </w:r>
      <w:r w:rsidR="004A6556">
        <w:rPr>
          <w:rFonts w:eastAsiaTheme="majorEastAsia"/>
          <w:lang w:eastAsia="ja-JP"/>
        </w:rPr>
        <w:t>.3.</w:t>
      </w:r>
      <w:r w:rsidR="004A6556">
        <w:rPr>
          <w:rFonts w:eastAsiaTheme="majorEastAsia"/>
          <w:lang w:eastAsia="ja-JP"/>
        </w:rPr>
        <w:tab/>
      </w:r>
      <w:r w:rsidR="004A6556" w:rsidRPr="004A6556">
        <w:rPr>
          <w:rFonts w:eastAsiaTheme="majorEastAsia"/>
          <w:lang w:eastAsia="ja-JP"/>
        </w:rPr>
        <w:t>Obtain scaling factor.</w:t>
      </w:r>
    </w:p>
    <w:p w14:paraId="5AB06B18" w14:textId="58590697" w:rsidR="004A6556" w:rsidRPr="004A6556"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lang w:eastAsia="ja-JP"/>
        </w:rPr>
      </w:pPr>
      <w:r w:rsidRPr="004A6556">
        <w:rPr>
          <w:rFonts w:eastAsiaTheme="majorEastAsia"/>
          <w:lang w:eastAsia="ja-JP"/>
        </w:rPr>
        <w:t>Using the apparent length of the 50 mm portion of the ruler as it appears in the</w:t>
      </w:r>
      <w:r>
        <w:rPr>
          <w:rFonts w:eastAsiaTheme="majorEastAsia"/>
          <w:lang w:eastAsia="ja-JP"/>
        </w:rPr>
        <w:t xml:space="preserve"> </w:t>
      </w:r>
      <w:r w:rsidRPr="004A6556">
        <w:rPr>
          <w:rFonts w:eastAsiaTheme="majorEastAsia"/>
          <w:lang w:eastAsia="ja-JP"/>
        </w:rPr>
        <w:t>photograph, divide this apparent length by 50 mm to obtain a scaling factor. Define this</w:t>
      </w:r>
      <w:r>
        <w:rPr>
          <w:rFonts w:eastAsiaTheme="majorEastAsia"/>
          <w:lang w:eastAsia="ja-JP"/>
        </w:rPr>
        <w:t xml:space="preserve"> </w:t>
      </w:r>
      <w:r w:rsidR="002B69AE">
        <w:rPr>
          <w:rFonts w:eastAsiaTheme="majorEastAsia"/>
          <w:lang w:eastAsia="ja-JP"/>
        </w:rPr>
        <w:t>scaling factor as s</w:t>
      </w:r>
      <w:r w:rsidRPr="004A6556">
        <w:rPr>
          <w:rFonts w:eastAsiaTheme="majorEastAsia"/>
          <w:lang w:eastAsia="ja-JP"/>
        </w:rPr>
        <w:t>cale.</w:t>
      </w:r>
    </w:p>
    <w:p w14:paraId="3D096EDB" w14:textId="71C39B93" w:rsidR="004A6556" w:rsidRPr="004A6556"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3</w:t>
      </w:r>
      <w:r w:rsidR="004A6556">
        <w:rPr>
          <w:rFonts w:eastAsiaTheme="majorEastAsia"/>
          <w:lang w:eastAsia="ja-JP"/>
        </w:rPr>
        <w:t>.4.</w:t>
      </w:r>
      <w:r w:rsidR="004A6556">
        <w:rPr>
          <w:rFonts w:eastAsiaTheme="majorEastAsia"/>
          <w:lang w:eastAsia="ja-JP"/>
        </w:rPr>
        <w:tab/>
      </w:r>
      <w:r w:rsidR="004A6556" w:rsidRPr="004A6556">
        <w:rPr>
          <w:rFonts w:eastAsiaTheme="majorEastAsia"/>
          <w:lang w:eastAsia="ja-JP"/>
        </w:rPr>
        <w:t>Determine viewing distance.</w:t>
      </w:r>
    </w:p>
    <w:p w14:paraId="3598E467" w14:textId="7317BA23" w:rsidR="004A6556" w:rsidRPr="004A6556"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lang w:eastAsia="ja-JP"/>
        </w:rPr>
      </w:pPr>
      <w:r w:rsidRPr="004A6556">
        <w:rPr>
          <w:rFonts w:eastAsiaTheme="majorEastAsia"/>
          <w:lang w:eastAsia="ja-JP"/>
        </w:rPr>
        <w:t xml:space="preserve">Determine the actual distance from the rotated eye midpoint location (Mr) to the </w:t>
      </w:r>
      <w:r w:rsidR="008D0995" w:rsidRPr="004A6556">
        <w:rPr>
          <w:rFonts w:eastAsiaTheme="majorEastAsia"/>
          <w:lang w:eastAsia="ja-JP"/>
        </w:rPr>
        <w:t>centre</w:t>
      </w:r>
      <w:r>
        <w:rPr>
          <w:rFonts w:eastAsiaTheme="majorEastAsia"/>
          <w:lang w:eastAsia="ja-JP"/>
        </w:rPr>
        <w:t xml:space="preserve"> </w:t>
      </w:r>
      <w:r w:rsidRPr="004A6556">
        <w:rPr>
          <w:rFonts w:eastAsiaTheme="majorEastAsia"/>
          <w:lang w:eastAsia="ja-JP"/>
        </w:rPr>
        <w:t>of the rear</w:t>
      </w:r>
      <w:r w:rsidR="002B69AE">
        <w:rPr>
          <w:rFonts w:eastAsiaTheme="majorEastAsia"/>
          <w:lang w:eastAsia="ja-JP"/>
        </w:rPr>
        <w:t>-</w:t>
      </w:r>
      <w:r w:rsidRPr="004A6556">
        <w:rPr>
          <w:rFonts w:eastAsiaTheme="majorEastAsia"/>
          <w:lang w:eastAsia="ja-JP"/>
        </w:rPr>
        <w:t xml:space="preserve">view image. Define this viewing distance as </w:t>
      </w:r>
      <w:proofErr w:type="spellStart"/>
      <w:r w:rsidRPr="004A6556">
        <w:rPr>
          <w:rFonts w:eastAsiaTheme="majorEastAsia"/>
          <w:lang w:eastAsia="ja-JP"/>
        </w:rPr>
        <w:t>a</w:t>
      </w:r>
      <w:r w:rsidRPr="004A6556">
        <w:rPr>
          <w:rFonts w:eastAsiaTheme="majorEastAsia"/>
          <w:vertAlign w:val="subscript"/>
          <w:lang w:eastAsia="ja-JP"/>
        </w:rPr>
        <w:t>eye</w:t>
      </w:r>
      <w:proofErr w:type="spellEnd"/>
      <w:r w:rsidRPr="004A6556">
        <w:rPr>
          <w:rFonts w:eastAsiaTheme="majorEastAsia"/>
          <w:lang w:eastAsia="ja-JP"/>
        </w:rPr>
        <w:t>.</w:t>
      </w:r>
    </w:p>
    <w:p w14:paraId="457F0AAD" w14:textId="068D1C71" w:rsidR="004A6556" w:rsidRPr="004A6556"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3</w:t>
      </w:r>
      <w:r w:rsidR="004A6556">
        <w:rPr>
          <w:rFonts w:eastAsiaTheme="majorEastAsia"/>
          <w:lang w:eastAsia="ja-JP"/>
        </w:rPr>
        <w:t>.5</w:t>
      </w:r>
      <w:r w:rsidR="004A6556" w:rsidRPr="004A6556">
        <w:rPr>
          <w:rFonts w:eastAsiaTheme="majorEastAsia"/>
          <w:lang w:eastAsia="ja-JP"/>
        </w:rPr>
        <w:t xml:space="preserve">. </w:t>
      </w:r>
      <w:r w:rsidR="004A6556">
        <w:rPr>
          <w:rFonts w:eastAsiaTheme="majorEastAsia"/>
          <w:lang w:eastAsia="ja-JP"/>
        </w:rPr>
        <w:tab/>
      </w:r>
      <w:r w:rsidR="004A6556" w:rsidRPr="004A6556">
        <w:rPr>
          <w:rFonts w:eastAsiaTheme="majorEastAsia"/>
          <w:lang w:eastAsia="ja-JP"/>
        </w:rPr>
        <w:t>Calculate visual angle subtended by test objects.</w:t>
      </w:r>
    </w:p>
    <w:p w14:paraId="4DD016FA" w14:textId="35C95EB9" w:rsidR="004A6556"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lang w:eastAsia="ja-JP"/>
        </w:rPr>
      </w:pPr>
      <w:r w:rsidRPr="004A6556">
        <w:rPr>
          <w:rFonts w:eastAsiaTheme="majorEastAsia"/>
          <w:lang w:eastAsia="ja-JP"/>
        </w:rPr>
        <w:t>Use the following equation to calculate the subtended visual angles:</w:t>
      </w:r>
    </w:p>
    <w:p w14:paraId="1A833FAE" w14:textId="3BD63ADE" w:rsidR="004A6556" w:rsidRDefault="00266168"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lang w:eastAsia="ja-JP"/>
        </w:rPr>
      </w:pPr>
      <m:oMathPara>
        <m:oMath>
          <m:sSub>
            <m:sSubPr>
              <m:ctrlPr>
                <w:rPr>
                  <w:rFonts w:ascii="Cambria Math" w:eastAsiaTheme="majorEastAsia" w:hAnsi="Cambria Math"/>
                  <w:lang w:eastAsia="ja-JP"/>
                </w:rPr>
              </m:ctrlPr>
            </m:sSubPr>
            <m:e>
              <m:r>
                <w:rPr>
                  <w:rFonts w:ascii="Cambria Math" w:eastAsiaTheme="majorEastAsia" w:hAnsi="Cambria Math"/>
                  <w:lang w:eastAsia="ja-JP"/>
                </w:rPr>
                <m:t>θ</m:t>
              </m:r>
            </m:e>
            <m:sub>
              <m:r>
                <w:rPr>
                  <w:rFonts w:ascii="Cambria Math" w:eastAsiaTheme="majorEastAsia" w:hAnsi="Cambria Math"/>
                  <w:lang w:eastAsia="ja-JP"/>
                </w:rPr>
                <m:t>i</m:t>
              </m:r>
            </m:sub>
          </m:sSub>
          <m:r>
            <w:rPr>
              <w:rFonts w:ascii="Cambria Math" w:eastAsiaTheme="majorEastAsia" w:hAnsi="Cambria Math"/>
              <w:lang w:eastAsia="ja-JP"/>
            </w:rPr>
            <m:t>=60</m:t>
          </m:r>
          <m:sSup>
            <m:sSupPr>
              <m:ctrlPr>
                <w:rPr>
                  <w:rFonts w:ascii="Cambria Math" w:eastAsiaTheme="majorEastAsia" w:hAnsi="Cambria Math"/>
                  <w:i/>
                  <w:lang w:eastAsia="ja-JP"/>
                </w:rPr>
              </m:ctrlPr>
            </m:sSupPr>
            <m:e>
              <m:r>
                <w:rPr>
                  <w:rFonts w:ascii="Cambria Math" w:eastAsiaTheme="majorEastAsia" w:hAnsi="Cambria Math"/>
                  <w:lang w:eastAsia="ja-JP"/>
                </w:rPr>
                <m:t xml:space="preserve"> sin</m:t>
              </m:r>
            </m:e>
            <m:sup>
              <m:r>
                <w:rPr>
                  <w:rFonts w:ascii="Cambria Math" w:eastAsiaTheme="majorEastAsia" w:hAnsi="Cambria Math"/>
                  <w:lang w:eastAsia="ja-JP"/>
                </w:rPr>
                <m:t>-1</m:t>
              </m:r>
            </m:sup>
          </m:sSup>
          <m:d>
            <m:dPr>
              <m:ctrlPr>
                <w:rPr>
                  <w:rFonts w:ascii="Cambria Math" w:eastAsiaTheme="majorEastAsia" w:hAnsi="Cambria Math"/>
                  <w:i/>
                  <w:lang w:eastAsia="ja-JP"/>
                </w:rPr>
              </m:ctrlPr>
            </m:dPr>
            <m:e>
              <m:f>
                <m:fPr>
                  <m:ctrlPr>
                    <w:rPr>
                      <w:rFonts w:ascii="Cambria Math" w:eastAsiaTheme="majorEastAsia" w:hAnsi="Cambria Math"/>
                      <w:i/>
                      <w:lang w:eastAsia="ja-JP"/>
                    </w:rPr>
                  </m:ctrlPr>
                </m:fPr>
                <m:num>
                  <m:sSub>
                    <m:sSubPr>
                      <m:ctrlPr>
                        <w:rPr>
                          <w:rFonts w:ascii="Cambria Math" w:eastAsiaTheme="majorEastAsia" w:hAnsi="Cambria Math"/>
                          <w:i/>
                          <w:lang w:eastAsia="ja-JP"/>
                        </w:rPr>
                      </m:ctrlPr>
                    </m:sSubPr>
                    <m:e>
                      <m:r>
                        <w:rPr>
                          <w:rFonts w:ascii="Cambria Math" w:eastAsiaTheme="majorEastAsia" w:hAnsi="Cambria Math"/>
                          <w:lang w:eastAsia="ja-JP"/>
                        </w:rPr>
                        <m:t>d</m:t>
                      </m:r>
                    </m:e>
                    <m:sub>
                      <m:r>
                        <w:rPr>
                          <w:rFonts w:ascii="Cambria Math" w:eastAsiaTheme="majorEastAsia" w:hAnsi="Cambria Math"/>
                          <w:lang w:eastAsia="ja-JP"/>
                        </w:rPr>
                        <m:t>i</m:t>
                      </m:r>
                    </m:sub>
                  </m:sSub>
                </m:num>
                <m:den>
                  <m:sSub>
                    <m:sSubPr>
                      <m:ctrlPr>
                        <w:rPr>
                          <w:rFonts w:ascii="Cambria Math" w:eastAsiaTheme="majorEastAsia" w:hAnsi="Cambria Math"/>
                          <w:i/>
                          <w:lang w:eastAsia="ja-JP"/>
                        </w:rPr>
                      </m:ctrlPr>
                    </m:sSubPr>
                    <m:e>
                      <m:r>
                        <w:rPr>
                          <w:rFonts w:ascii="Cambria Math" w:eastAsiaTheme="majorEastAsia" w:hAnsi="Cambria Math"/>
                          <w:lang w:eastAsia="ja-JP"/>
                        </w:rPr>
                        <m:t>a</m:t>
                      </m:r>
                    </m:e>
                    <m:sub>
                      <m:r>
                        <w:rPr>
                          <w:rFonts w:ascii="Cambria Math" w:eastAsiaTheme="majorEastAsia" w:hAnsi="Cambria Math"/>
                          <w:lang w:eastAsia="ja-JP"/>
                        </w:rPr>
                        <m:t>eye</m:t>
                      </m:r>
                    </m:sub>
                  </m:sSub>
                  <m:sSub>
                    <m:sSubPr>
                      <m:ctrlPr>
                        <w:rPr>
                          <w:rFonts w:ascii="Cambria Math" w:eastAsiaTheme="majorEastAsia" w:hAnsi="Cambria Math"/>
                          <w:i/>
                          <w:lang w:eastAsia="ja-JP"/>
                        </w:rPr>
                      </m:ctrlPr>
                    </m:sSubPr>
                    <m:e>
                      <m:r>
                        <w:rPr>
                          <w:rFonts w:ascii="Cambria Math" w:eastAsiaTheme="majorEastAsia" w:hAnsi="Cambria Math"/>
                          <w:lang w:eastAsia="ja-JP"/>
                        </w:rPr>
                        <m:t>S</m:t>
                      </m:r>
                    </m:e>
                    <m:sub>
                      <m:r>
                        <w:rPr>
                          <w:rFonts w:ascii="Cambria Math" w:eastAsiaTheme="majorEastAsia" w:hAnsi="Cambria Math"/>
                          <w:lang w:eastAsia="ja-JP"/>
                        </w:rPr>
                        <m:t>scale</m:t>
                      </m:r>
                    </m:sub>
                  </m:sSub>
                </m:den>
              </m:f>
            </m:e>
          </m:d>
        </m:oMath>
      </m:oMathPara>
    </w:p>
    <w:p w14:paraId="4D12F8BE" w14:textId="280C1474" w:rsidR="00F54F68" w:rsidRPr="002B69AE" w:rsidRDefault="004A6556" w:rsidP="002B69AE">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Pr>
          <w:lang w:eastAsia="ja-JP"/>
        </w:rPr>
        <w:lastRenderedPageBreak/>
        <w:t xml:space="preserve">where </w:t>
      </w:r>
      <w:proofErr w:type="spellStart"/>
      <w:r>
        <w:rPr>
          <w:lang w:eastAsia="ja-JP"/>
        </w:rPr>
        <w:t>i</w:t>
      </w:r>
      <w:proofErr w:type="spellEnd"/>
      <w:r>
        <w:rPr>
          <w:lang w:eastAsia="ja-JP"/>
        </w:rPr>
        <w:t xml:space="preserve"> can take on the value of either test object G, H, or I, and arcsine is calculated in</w:t>
      </w:r>
      <w:r>
        <w:rPr>
          <w:rFonts w:hint="eastAsia"/>
          <w:lang w:eastAsia="ja-JP"/>
        </w:rPr>
        <w:t xml:space="preserve"> </w:t>
      </w:r>
      <w:r>
        <w:rPr>
          <w:lang w:eastAsia="ja-JP"/>
        </w:rPr>
        <w:t>units of degrees.</w:t>
      </w:r>
    </w:p>
    <w:p w14:paraId="401D783A" w14:textId="77777777" w:rsidR="00842EA3" w:rsidRDefault="00842EA3">
      <w:pPr>
        <w:suppressAutoHyphens w:val="0"/>
        <w:spacing w:line="240" w:lineRule="auto"/>
        <w:rPr>
          <w:b/>
          <w:sz w:val="26"/>
          <w:szCs w:val="26"/>
        </w:rPr>
      </w:pPr>
      <w:bookmarkStart w:id="79" w:name="_MON_1390747071"/>
      <w:bookmarkEnd w:id="79"/>
      <w:r>
        <w:rPr>
          <w:sz w:val="26"/>
          <w:szCs w:val="26"/>
        </w:rPr>
        <w:br w:type="page"/>
      </w:r>
    </w:p>
    <w:p w14:paraId="6BDD682A" w14:textId="3FCA5F7D" w:rsidR="00F54F68" w:rsidRPr="00F54F68" w:rsidRDefault="00F54F68" w:rsidP="00F54F68">
      <w:pPr>
        <w:pStyle w:val="HChG"/>
      </w:pPr>
      <w:r w:rsidRPr="00F54F68">
        <w:lastRenderedPageBreak/>
        <w:t>Annex 1</w:t>
      </w:r>
      <w:r w:rsidR="000817F1">
        <w:t>0</w:t>
      </w:r>
      <w:r w:rsidRPr="00F54F68">
        <w:t xml:space="preserve"> </w:t>
      </w:r>
    </w:p>
    <w:p w14:paraId="27F1F69D" w14:textId="77777777" w:rsidR="00F54F68" w:rsidRPr="00F54F68" w:rsidRDefault="00F54F68" w:rsidP="00F54F68">
      <w:pPr>
        <w:pStyle w:val="HChG"/>
      </w:pPr>
      <w:r w:rsidRPr="00F54F68">
        <w:tab/>
      </w:r>
      <w:r w:rsidRPr="00F54F68">
        <w:tab/>
        <w:t>Test Methods for Detection Systems</w:t>
      </w:r>
    </w:p>
    <w:p w14:paraId="542FE7F3" w14:textId="0A603C09"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1.</w:t>
      </w:r>
      <w:r w:rsidRPr="00F54F68">
        <w:rPr>
          <w:rFonts w:eastAsiaTheme="majorEastAsia"/>
          <w:lang w:eastAsia="ja-JP"/>
        </w:rPr>
        <w:tab/>
        <w:t>Rear horizontal area detection</w:t>
      </w:r>
    </w:p>
    <w:p w14:paraId="1BF4468C" w14:textId="56625521" w:rsidR="00F54F68" w:rsidRDefault="00F54F68" w:rsidP="0077692C">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Audible warning systems shall fulfil the test as specified in paragraph </w:t>
      </w:r>
      <w:r w:rsidR="00BA0929">
        <w:rPr>
          <w:rFonts w:eastAsiaTheme="majorEastAsia"/>
          <w:lang w:eastAsia="ja-JP"/>
        </w:rPr>
        <w:t>1.3.1.</w:t>
      </w:r>
      <w:r w:rsidRPr="00F54F68">
        <w:rPr>
          <w:rFonts w:eastAsiaTheme="majorEastAsia"/>
          <w:lang w:eastAsia="ja-JP"/>
        </w:rPr>
        <w:t xml:space="preserve"> in this Annex. However, if audible warning systems fulfil the test as specified in paragraph </w:t>
      </w:r>
      <w:r w:rsidR="00BA0929">
        <w:rPr>
          <w:rFonts w:eastAsiaTheme="majorEastAsia"/>
          <w:lang w:eastAsia="ja-JP"/>
        </w:rPr>
        <w:t>1.4.</w:t>
      </w:r>
      <w:r w:rsidRPr="00F54F68">
        <w:rPr>
          <w:rFonts w:eastAsiaTheme="majorEastAsia"/>
          <w:lang w:eastAsia="ja-JP"/>
        </w:rPr>
        <w:t xml:space="preserve"> in this Annex,</w:t>
      </w:r>
      <w:r w:rsidRPr="00F54F68">
        <w:t xml:space="preserve"> </w:t>
      </w:r>
      <w:r w:rsidRPr="00F54F68">
        <w:rPr>
          <w:rFonts w:eastAsiaTheme="majorEastAsia"/>
          <w:lang w:eastAsia="ja-JP"/>
        </w:rPr>
        <w:t xml:space="preserve">the test as specified in paragraph </w:t>
      </w:r>
      <w:r w:rsidR="00BA0929">
        <w:rPr>
          <w:rFonts w:eastAsiaTheme="majorEastAsia"/>
          <w:lang w:eastAsia="ja-JP"/>
        </w:rPr>
        <w:t>1.3.1.</w:t>
      </w:r>
      <w:r w:rsidRPr="00F54F68">
        <w:rPr>
          <w:rFonts w:eastAsiaTheme="majorEastAsia"/>
          <w:lang w:eastAsia="ja-JP"/>
        </w:rPr>
        <w:t xml:space="preserve"> in this Annex shall</w:t>
      </w:r>
      <w:r w:rsidR="0077692C">
        <w:rPr>
          <w:rFonts w:eastAsiaTheme="majorEastAsia"/>
          <w:lang w:eastAsia="ja-JP"/>
        </w:rPr>
        <w:t xml:space="preserve"> be considered to be satisfied.</w:t>
      </w:r>
    </w:p>
    <w:p w14:paraId="2FC4248B" w14:textId="77777777" w:rsidR="00AC6595" w:rsidRPr="00F54F68" w:rsidRDefault="00AC6595" w:rsidP="00AC659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1.1</w:t>
      </w:r>
      <w:r w:rsidRPr="00F54F68">
        <w:rPr>
          <w:rFonts w:eastAsiaTheme="majorEastAsia"/>
          <w:lang w:eastAsia="ja-JP"/>
        </w:rPr>
        <w:t>.</w:t>
      </w:r>
      <w:r w:rsidRPr="00F54F68">
        <w:rPr>
          <w:rFonts w:eastAsiaTheme="majorEastAsia"/>
          <w:lang w:eastAsia="ja-JP"/>
        </w:rPr>
        <w:tab/>
      </w:r>
      <w:r>
        <w:rPr>
          <w:rFonts w:eastAsiaTheme="majorEastAsia"/>
          <w:lang w:eastAsia="ja-JP"/>
        </w:rPr>
        <w:t>T</w:t>
      </w:r>
      <w:r w:rsidRPr="00F54F68">
        <w:rPr>
          <w:rFonts w:eastAsiaTheme="majorEastAsia"/>
          <w:lang w:eastAsia="ja-JP"/>
        </w:rPr>
        <w:t>est conditions</w:t>
      </w:r>
    </w:p>
    <w:p w14:paraId="12BAAF9B" w14:textId="77777777" w:rsidR="00AC6595" w:rsidRPr="00F54F68" w:rsidRDefault="00AC6595" w:rsidP="00AC659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The test object shall be as per paragraph 7.1. of ISO 17386:2010. During testing, the wind speed shall not exceed 1 m/s. The temperature shall be 20 </w:t>
      </w:r>
      <w:r w:rsidRPr="00F54F68">
        <w:rPr>
          <w:rFonts w:eastAsiaTheme="majorEastAsia"/>
          <w:lang w:eastAsia="ja-JP"/>
        </w:rPr>
        <w:sym w:font="Symbol" w:char="F0B1"/>
      </w:r>
      <w:r w:rsidRPr="00F54F68">
        <w:rPr>
          <w:rFonts w:eastAsiaTheme="majorEastAsia"/>
          <w:lang w:eastAsia="ja-JP"/>
        </w:rPr>
        <w:t xml:space="preserve"> 5</w:t>
      </w:r>
      <w:r w:rsidRPr="00F54F68">
        <w:rPr>
          <w:rFonts w:eastAsiaTheme="majorEastAsia"/>
          <w:lang w:eastAsia="ja-JP"/>
        </w:rPr>
        <w:sym w:font="Symbol" w:char="F0B0"/>
      </w:r>
      <w:r w:rsidRPr="00F54F68">
        <w:rPr>
          <w:rFonts w:eastAsiaTheme="majorEastAsia"/>
          <w:lang w:eastAsia="ja-JP"/>
        </w:rPr>
        <w:t xml:space="preserve">C and the humidity shall be 60 </w:t>
      </w:r>
      <w:r w:rsidRPr="00F54F68">
        <w:rPr>
          <w:rFonts w:eastAsiaTheme="majorEastAsia"/>
          <w:lang w:eastAsia="ja-JP"/>
        </w:rPr>
        <w:sym w:font="Symbol" w:char="F0B1"/>
      </w:r>
      <w:r w:rsidRPr="00F54F68">
        <w:rPr>
          <w:rFonts w:eastAsiaTheme="majorEastAsia"/>
          <w:lang w:eastAsia="ja-JP"/>
        </w:rPr>
        <w:t xml:space="preserve"> 25 percent. There shall be no rain or snow. The test shall be performed on a flat, dry asphalt or concrete surface. The test shall not be affected by the reflection of sound waves or electromagnetic waves from any walls, auxiliary testing equipment or any other objects in the environment.</w:t>
      </w:r>
    </w:p>
    <w:p w14:paraId="1EEF8F3F" w14:textId="77777777" w:rsidR="00AC6595" w:rsidRPr="00F54F68" w:rsidRDefault="00AC6595" w:rsidP="00AC659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1.2.</w:t>
      </w:r>
      <w:r w:rsidRPr="00F54F68">
        <w:rPr>
          <w:rFonts w:eastAsiaTheme="majorEastAsia"/>
          <w:lang w:eastAsia="ja-JP"/>
        </w:rPr>
        <w:tab/>
      </w:r>
      <w:r w:rsidRPr="00BE7B3A">
        <w:rPr>
          <w:rFonts w:eastAsiaTheme="majorEastAsia"/>
          <w:lang w:eastAsia="ja-JP"/>
        </w:rPr>
        <w:t>Test preparation</w:t>
      </w:r>
    </w:p>
    <w:p w14:paraId="35022EA4" w14:textId="1568C8B4" w:rsidR="00AC6595" w:rsidRPr="00AC6595" w:rsidRDefault="00AC6595" w:rsidP="00AC6595">
      <w:pPr>
        <w:tabs>
          <w:tab w:val="left" w:pos="2268"/>
        </w:tabs>
        <w:adjustRightInd w:val="0"/>
        <w:snapToGrid w:val="0"/>
        <w:spacing w:before="120" w:after="120" w:line="240" w:lineRule="auto"/>
        <w:ind w:left="2268" w:right="1134" w:hanging="1134"/>
        <w:jc w:val="both"/>
        <w:rPr>
          <w:lang w:eastAsia="ja-JP"/>
        </w:rPr>
      </w:pPr>
      <w:r w:rsidRPr="00F54F68">
        <w:rPr>
          <w:rFonts w:eastAsiaTheme="majorEastAsia"/>
          <w:lang w:eastAsia="ja-JP"/>
        </w:rPr>
        <w:tab/>
        <w:t xml:space="preserve">One test object shall be used. The distance from the rear edge to the test object and the position of the test object are selected by the manufacturer to ensure the detection of the test object. The test object shall be located in the detectable grids within the rear horizontal area in </w:t>
      </w:r>
      <w:r w:rsidR="00BA0929">
        <w:rPr>
          <w:rFonts w:eastAsiaTheme="majorEastAsia"/>
          <w:lang w:eastAsia="ja-JP"/>
        </w:rPr>
        <w:t>1.3.1.</w:t>
      </w:r>
      <w:r w:rsidRPr="00F54F68">
        <w:rPr>
          <w:rFonts w:eastAsiaTheme="majorEastAsia"/>
          <w:lang w:eastAsia="ja-JP"/>
        </w:rPr>
        <w:t xml:space="preserve"> of this annex. The test vehicle in the initial state shall be with the detection system in the activated state, which is declared [by the manufacturer OR in the owner’s manual] and shall be in the parking condition. Here, the parking condition means that the P (park) position is selected in the case of vehicles equipped with automatic transmissions, whereas it means the neutral gear being selected and the parking brake being engaged in the case of vehicles equipped with manual transmissions.</w:t>
      </w:r>
    </w:p>
    <w:p w14:paraId="05432DF2" w14:textId="182C028A" w:rsidR="00F54F68" w:rsidRPr="00F54F68" w:rsidRDefault="00AC6595"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Cs/>
          <w:lang w:eastAsia="ja-JP"/>
        </w:rPr>
      </w:pPr>
      <w:r>
        <w:rPr>
          <w:bCs/>
          <w:lang w:eastAsia="ja-JP"/>
        </w:rPr>
        <w:t>1</w:t>
      </w:r>
      <w:r w:rsidR="00F54F68" w:rsidRPr="00F54F68">
        <w:rPr>
          <w:rFonts w:hint="eastAsia"/>
          <w:bCs/>
          <w:lang w:eastAsia="ja-JP"/>
        </w:rPr>
        <w:t>.</w:t>
      </w:r>
      <w:r>
        <w:rPr>
          <w:bCs/>
          <w:lang w:eastAsia="ja-JP"/>
        </w:rPr>
        <w:t>3</w:t>
      </w:r>
      <w:r w:rsidR="00F54F68" w:rsidRPr="00F54F68">
        <w:rPr>
          <w:bCs/>
          <w:lang w:eastAsia="ja-JP"/>
        </w:rPr>
        <w:t>.</w:t>
      </w:r>
      <w:r w:rsidR="00F54F68" w:rsidRPr="00F54F68">
        <w:rPr>
          <w:rFonts w:hint="eastAsia"/>
          <w:bCs/>
          <w:lang w:eastAsia="ja-JP"/>
        </w:rPr>
        <w:tab/>
      </w:r>
      <w:r w:rsidR="00F54F68" w:rsidRPr="00F54F68">
        <w:rPr>
          <w:bCs/>
          <w:lang w:eastAsia="ja-JP"/>
        </w:rPr>
        <w:t>Test method</w:t>
      </w:r>
    </w:p>
    <w:p w14:paraId="7D466285" w14:textId="0A59866D" w:rsidR="00F54F68" w:rsidRPr="00F54F68" w:rsidRDefault="00AC6595"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bCs/>
          <w:lang w:eastAsia="ja-JP"/>
        </w:rPr>
        <w:t>1.3</w:t>
      </w:r>
      <w:r w:rsidR="00F54F68" w:rsidRPr="00F54F68">
        <w:rPr>
          <w:rFonts w:eastAsiaTheme="majorEastAsia"/>
          <w:bCs/>
          <w:lang w:eastAsia="ja-JP"/>
        </w:rPr>
        <w:t>.1.</w:t>
      </w:r>
      <w:r w:rsidR="00F54F68" w:rsidRPr="00F54F68">
        <w:rPr>
          <w:rFonts w:eastAsiaTheme="majorEastAsia"/>
          <w:bCs/>
          <w:lang w:eastAsia="ja-JP"/>
        </w:rPr>
        <w:tab/>
      </w:r>
      <w:r w:rsidR="00C73551">
        <w:rPr>
          <w:rFonts w:eastAsiaTheme="majorEastAsia"/>
          <w:bCs/>
          <w:lang w:eastAsia="ja-JP"/>
        </w:rPr>
        <w:t>Field of detection</w:t>
      </w:r>
    </w:p>
    <w:p w14:paraId="7594AC4C" w14:textId="77FE5C80" w:rsidR="00AC6595" w:rsidRPr="00AC6595" w:rsidRDefault="00F54F68" w:rsidP="00AC6595">
      <w:pPr>
        <w:tabs>
          <w:tab w:val="left" w:pos="2268"/>
        </w:tabs>
        <w:adjustRightInd w:val="0"/>
        <w:snapToGrid w:val="0"/>
        <w:spacing w:before="120" w:after="120" w:line="240" w:lineRule="auto"/>
        <w:ind w:left="2268" w:right="1134" w:hanging="1134"/>
        <w:jc w:val="both"/>
        <w:rPr>
          <w:lang w:eastAsia="ja-JP"/>
        </w:rPr>
      </w:pPr>
      <w:r w:rsidRPr="00F54F68">
        <w:rPr>
          <w:rFonts w:eastAsiaTheme="majorEastAsia"/>
          <w:lang w:eastAsia="ja-JP"/>
        </w:rPr>
        <w:tab/>
        <w:t xml:space="preserve">The maximum detection distance in paragraphs 5.4.2. and 5.4.3. of ISO 17386:2010 shall be 1.0 m (Class R2). The width of the rectangle, </w:t>
      </w:r>
      <w:proofErr w:type="spellStart"/>
      <w:r w:rsidRPr="00F54F68">
        <w:rPr>
          <w:rFonts w:eastAsiaTheme="majorEastAsia"/>
          <w:lang w:eastAsia="ja-JP"/>
        </w:rPr>
        <w:t>w_r</w:t>
      </w:r>
      <w:proofErr w:type="spellEnd"/>
      <w:r w:rsidRPr="00F54F68">
        <w:rPr>
          <w:rFonts w:eastAsiaTheme="majorEastAsia"/>
          <w:lang w:eastAsia="ja-JP"/>
        </w:rPr>
        <w:t>, is equal to the vehicle width, measured along the rear axle. The dimensions shall be rounded up to the nearest 0,1 m. The figure below gives examples of differen</w:t>
      </w:r>
      <w:r w:rsidR="00AC6595">
        <w:rPr>
          <w:rFonts w:eastAsiaTheme="majorEastAsia"/>
          <w:lang w:eastAsia="ja-JP"/>
        </w:rPr>
        <w:t xml:space="preserve">t </w:t>
      </w:r>
      <w:proofErr w:type="spellStart"/>
      <w:r w:rsidR="00AC6595">
        <w:rPr>
          <w:rFonts w:eastAsiaTheme="majorEastAsia"/>
          <w:lang w:eastAsia="ja-JP"/>
        </w:rPr>
        <w:t>w_r</w:t>
      </w:r>
      <w:proofErr w:type="spellEnd"/>
      <w:r w:rsidR="00AC6595">
        <w:rPr>
          <w:rFonts w:eastAsiaTheme="majorEastAsia"/>
          <w:lang w:eastAsia="ja-JP"/>
        </w:rPr>
        <w:t>. (Figure 1 and 2).</w:t>
      </w:r>
    </w:p>
    <w:p w14:paraId="47EABE9F" w14:textId="77777777" w:rsidR="00F54F68" w:rsidRPr="00F54F68" w:rsidRDefault="00F54F68" w:rsidP="006C51C3">
      <w:pPr>
        <w:suppressAutoHyphens w:val="0"/>
        <w:spacing w:line="240" w:lineRule="auto"/>
        <w:ind w:left="1134"/>
        <w:rPr>
          <w:rFonts w:eastAsiaTheme="majorEastAsia"/>
          <w:lang w:eastAsia="ja-JP"/>
        </w:rPr>
      </w:pPr>
      <w:r w:rsidRPr="00F54F68">
        <w:rPr>
          <w:rFonts w:eastAsiaTheme="majorEastAsia"/>
          <w:lang w:eastAsia="ja-JP"/>
        </w:rPr>
        <w:t>Figure 1</w:t>
      </w:r>
    </w:p>
    <w:p w14:paraId="139FC3A3" w14:textId="349F8CA2" w:rsidR="00F54F68" w:rsidRPr="00F54F68" w:rsidRDefault="00F54F68" w:rsidP="006C51C3">
      <w:pPr>
        <w:tabs>
          <w:tab w:val="left" w:pos="2268"/>
        </w:tabs>
        <w:adjustRightInd w:val="0"/>
        <w:snapToGrid w:val="0"/>
        <w:spacing w:before="120" w:after="120" w:line="240" w:lineRule="auto"/>
        <w:ind w:left="1134" w:right="1134"/>
        <w:jc w:val="both"/>
        <w:rPr>
          <w:lang w:eastAsia="ja-JP"/>
        </w:rPr>
      </w:pPr>
      <w:r w:rsidRPr="00F54F68">
        <w:rPr>
          <w:lang w:eastAsia="ja-JP"/>
        </w:rPr>
        <w:t>I</w:t>
      </w:r>
      <w:r w:rsidRPr="00F54F68">
        <w:rPr>
          <w:rFonts w:hint="eastAsia"/>
          <w:lang w:eastAsia="ja-JP"/>
        </w:rPr>
        <w:t xml:space="preserve">n </w:t>
      </w:r>
      <w:r w:rsidRPr="00F54F68">
        <w:rPr>
          <w:lang w:eastAsia="ja-JP"/>
        </w:rPr>
        <w:t>the case of odd-numbered poles</w:t>
      </w:r>
      <w:r w:rsidRPr="00F54F68">
        <w:rPr>
          <w:rFonts w:hint="eastAsia"/>
          <w:lang w:eastAsia="ja-JP"/>
        </w:rPr>
        <w:t xml:space="preserve"> in the vehicle lateral direction</w:t>
      </w:r>
      <w:r w:rsidRPr="00F54F68">
        <w:rPr>
          <w:lang w:eastAsia="ja-JP"/>
        </w:rPr>
        <w:t xml:space="preserve"> (e.g. </w:t>
      </w:r>
      <w:proofErr w:type="spellStart"/>
      <w:r w:rsidRPr="00F54F68">
        <w:rPr>
          <w:lang w:eastAsia="ja-JP"/>
        </w:rPr>
        <w:t>w_r</w:t>
      </w:r>
      <w:proofErr w:type="spellEnd"/>
      <w:r w:rsidRPr="00F54F68">
        <w:rPr>
          <w:lang w:eastAsia="ja-JP"/>
        </w:rPr>
        <w:t>=1</w:t>
      </w:r>
      <w:r w:rsidR="009C4F20">
        <w:rPr>
          <w:lang w:eastAsia="ja-JP"/>
        </w:rPr>
        <w:t>.</w:t>
      </w:r>
      <w:r w:rsidRPr="00F54F68">
        <w:rPr>
          <w:lang w:eastAsia="ja-JP"/>
        </w:rPr>
        <w:t>67m)</w:t>
      </w:r>
    </w:p>
    <w:p w14:paraId="3914EC22" w14:textId="77777777" w:rsidR="00372865" w:rsidRDefault="00F54F68" w:rsidP="00372865">
      <w:pPr>
        <w:suppressAutoHyphens w:val="0"/>
        <w:spacing w:line="240" w:lineRule="auto"/>
        <w:ind w:left="1134"/>
        <w:rPr>
          <w:rFonts w:eastAsiaTheme="majorEastAsia"/>
          <w:lang w:eastAsia="ja-JP"/>
        </w:rPr>
      </w:pPr>
      <w:r w:rsidRPr="00F54F68">
        <w:rPr>
          <w:noProof/>
          <w:lang w:val="en-US" w:eastAsia="ja-JP"/>
        </w:rPr>
        <w:drawing>
          <wp:inline distT="0" distB="0" distL="0" distR="0" wp14:anchorId="275E3F0F" wp14:editId="65A5F252">
            <wp:extent cx="3530695" cy="25146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7.png"/>
                    <pic:cNvPicPr/>
                  </pic:nvPicPr>
                  <pic:blipFill>
                    <a:blip r:embed="rId64">
                      <a:extLst>
                        <a:ext uri="{28A0092B-C50C-407E-A947-70E740481C1C}">
                          <a14:useLocalDpi xmlns:a14="http://schemas.microsoft.com/office/drawing/2010/main" val="0"/>
                        </a:ext>
                      </a:extLst>
                    </a:blip>
                    <a:stretch>
                      <a:fillRect/>
                    </a:stretch>
                  </pic:blipFill>
                  <pic:spPr>
                    <a:xfrm>
                      <a:off x="0" y="0"/>
                      <a:ext cx="3555751" cy="2532445"/>
                    </a:xfrm>
                    <a:prstGeom prst="rect">
                      <a:avLst/>
                    </a:prstGeom>
                  </pic:spPr>
                </pic:pic>
              </a:graphicData>
            </a:graphic>
          </wp:inline>
        </w:drawing>
      </w:r>
      <w:r w:rsidR="00372865" w:rsidRPr="00372865">
        <w:rPr>
          <w:rFonts w:eastAsiaTheme="majorEastAsia"/>
          <w:lang w:eastAsia="ja-JP"/>
        </w:rPr>
        <w:t xml:space="preserve"> </w:t>
      </w:r>
    </w:p>
    <w:p w14:paraId="67678345" w14:textId="72B3A964" w:rsidR="00372865" w:rsidRPr="00F54F68" w:rsidRDefault="00372865" w:rsidP="00372865">
      <w:pPr>
        <w:suppressAutoHyphens w:val="0"/>
        <w:spacing w:line="240" w:lineRule="auto"/>
        <w:ind w:left="1134"/>
        <w:rPr>
          <w:rFonts w:eastAsiaTheme="majorEastAsia"/>
          <w:lang w:eastAsia="ja-JP"/>
        </w:rPr>
      </w:pPr>
      <w:r w:rsidRPr="00F54F68">
        <w:rPr>
          <w:rFonts w:eastAsiaTheme="majorEastAsia"/>
          <w:lang w:eastAsia="ja-JP"/>
        </w:rPr>
        <w:lastRenderedPageBreak/>
        <w:t>Figure 2</w:t>
      </w:r>
    </w:p>
    <w:p w14:paraId="0923D53F" w14:textId="77777777" w:rsidR="00372865" w:rsidRPr="00F54F68" w:rsidRDefault="00372865" w:rsidP="00372865">
      <w:pPr>
        <w:tabs>
          <w:tab w:val="left" w:pos="2268"/>
        </w:tabs>
        <w:adjustRightInd w:val="0"/>
        <w:snapToGrid w:val="0"/>
        <w:spacing w:before="120" w:after="120" w:line="240" w:lineRule="auto"/>
        <w:ind w:left="1134" w:right="1134"/>
        <w:jc w:val="both"/>
        <w:rPr>
          <w:lang w:eastAsia="ja-JP"/>
        </w:rPr>
      </w:pPr>
      <w:r w:rsidRPr="00F54F68">
        <w:rPr>
          <w:lang w:eastAsia="ja-JP"/>
        </w:rPr>
        <w:t>I</w:t>
      </w:r>
      <w:r w:rsidRPr="00F54F68">
        <w:rPr>
          <w:rFonts w:hint="eastAsia"/>
          <w:lang w:eastAsia="ja-JP"/>
        </w:rPr>
        <w:t xml:space="preserve">n </w:t>
      </w:r>
      <w:r w:rsidRPr="00F54F68">
        <w:rPr>
          <w:lang w:eastAsia="ja-JP"/>
        </w:rPr>
        <w:t>the case of</w:t>
      </w:r>
      <w:r w:rsidRPr="00F54F68">
        <w:t xml:space="preserve"> </w:t>
      </w:r>
      <w:r w:rsidRPr="00F54F68">
        <w:rPr>
          <w:lang w:eastAsia="ja-JP"/>
        </w:rPr>
        <w:t xml:space="preserve">even-numbered poles </w:t>
      </w:r>
      <w:r w:rsidRPr="00F54F68">
        <w:rPr>
          <w:rFonts w:hint="eastAsia"/>
          <w:lang w:eastAsia="ja-JP"/>
        </w:rPr>
        <w:t>in the vehicle lateral direction</w:t>
      </w:r>
      <w:r w:rsidRPr="00F54F68">
        <w:rPr>
          <w:lang w:eastAsia="ja-JP"/>
        </w:rPr>
        <w:t xml:space="preserve"> (e.g. </w:t>
      </w:r>
      <w:proofErr w:type="spellStart"/>
      <w:r w:rsidRPr="00F54F68">
        <w:rPr>
          <w:lang w:eastAsia="ja-JP"/>
        </w:rPr>
        <w:t>w_r</w:t>
      </w:r>
      <w:proofErr w:type="spellEnd"/>
      <w:r w:rsidRPr="00F54F68">
        <w:rPr>
          <w:lang w:eastAsia="ja-JP"/>
        </w:rPr>
        <w:t>=1,74m)</w:t>
      </w:r>
    </w:p>
    <w:p w14:paraId="3EB889EF" w14:textId="77777777" w:rsidR="00372865" w:rsidRPr="00F54F68" w:rsidRDefault="00372865" w:rsidP="00372865">
      <w:pPr>
        <w:tabs>
          <w:tab w:val="left" w:pos="2268"/>
        </w:tabs>
        <w:adjustRightInd w:val="0"/>
        <w:snapToGrid w:val="0"/>
        <w:spacing w:before="120" w:after="120" w:line="240" w:lineRule="auto"/>
        <w:ind w:left="2268" w:right="1134" w:hanging="1134"/>
        <w:jc w:val="both"/>
        <w:rPr>
          <w:lang w:eastAsia="ja-JP"/>
        </w:rPr>
      </w:pPr>
      <w:r w:rsidRPr="00F54F68">
        <w:rPr>
          <w:noProof/>
          <w:lang w:val="en-US" w:eastAsia="ja-JP"/>
        </w:rPr>
        <w:drawing>
          <wp:inline distT="0" distB="0" distL="0" distR="0" wp14:anchorId="48906A91" wp14:editId="67552739">
            <wp:extent cx="3485749" cy="2596501"/>
            <wp:effectExtent l="0" t="0" r="63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png"/>
                    <pic:cNvPicPr/>
                  </pic:nvPicPr>
                  <pic:blipFill>
                    <a:blip r:embed="rId65">
                      <a:extLst>
                        <a:ext uri="{28A0092B-C50C-407E-A947-70E740481C1C}">
                          <a14:useLocalDpi xmlns:a14="http://schemas.microsoft.com/office/drawing/2010/main" val="0"/>
                        </a:ext>
                      </a:extLst>
                    </a:blip>
                    <a:stretch>
                      <a:fillRect/>
                    </a:stretch>
                  </pic:blipFill>
                  <pic:spPr>
                    <a:xfrm>
                      <a:off x="0" y="0"/>
                      <a:ext cx="3517302" cy="2620005"/>
                    </a:xfrm>
                    <a:prstGeom prst="rect">
                      <a:avLst/>
                    </a:prstGeom>
                  </pic:spPr>
                </pic:pic>
              </a:graphicData>
            </a:graphic>
          </wp:inline>
        </w:drawing>
      </w:r>
    </w:p>
    <w:p w14:paraId="73867F82" w14:textId="184F82E4" w:rsidR="00372865" w:rsidRPr="00F54F68" w:rsidRDefault="00AC6595" w:rsidP="0037286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bCs/>
          <w:lang w:eastAsia="ja-JP"/>
        </w:rPr>
        <w:t>1.3</w:t>
      </w:r>
      <w:r w:rsidR="00372865" w:rsidRPr="00F54F68">
        <w:rPr>
          <w:rFonts w:eastAsiaTheme="majorEastAsia"/>
          <w:bCs/>
          <w:lang w:eastAsia="ja-JP"/>
        </w:rPr>
        <w:t>.2.</w:t>
      </w:r>
      <w:r w:rsidR="00372865" w:rsidRPr="00F54F68">
        <w:rPr>
          <w:rFonts w:eastAsiaTheme="majorEastAsia"/>
          <w:bCs/>
          <w:lang w:eastAsia="ja-JP"/>
        </w:rPr>
        <w:tab/>
      </w:r>
      <w:r w:rsidR="00372865" w:rsidRPr="00F54F68">
        <w:rPr>
          <w:rFonts w:eastAsiaTheme="majorEastAsia"/>
          <w:lang w:eastAsia="ja-JP"/>
        </w:rPr>
        <w:t>Minimum detection rate</w:t>
      </w:r>
    </w:p>
    <w:p w14:paraId="09D6A6D3" w14:textId="77777777" w:rsidR="00372865" w:rsidRPr="00F54F68" w:rsidRDefault="00372865" w:rsidP="00372865">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 minimum detection rate required for the rear horizontal area shall be as follows:</w:t>
      </w:r>
    </w:p>
    <w:p w14:paraId="0ACAA53A" w14:textId="77777777" w:rsidR="00372865" w:rsidRPr="00F54F68" w:rsidRDefault="00372865" w:rsidP="00372865">
      <w:pPr>
        <w:tabs>
          <w:tab w:val="left" w:pos="2268"/>
          <w:tab w:val="left" w:pos="2835"/>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(a)</w:t>
      </w:r>
      <w:r w:rsidRPr="00F54F68">
        <w:rPr>
          <w:rFonts w:eastAsiaTheme="majorEastAsia"/>
          <w:lang w:eastAsia="ja-JP"/>
        </w:rPr>
        <w:tab/>
        <w:t>90 percent for A1 as defined in paragraph 5.4.3. of ISO 17386:2010;</w:t>
      </w:r>
    </w:p>
    <w:p w14:paraId="1B315ADE" w14:textId="77777777" w:rsidR="00372865" w:rsidRPr="00F54F68" w:rsidRDefault="00372865" w:rsidP="00C73551">
      <w:pPr>
        <w:tabs>
          <w:tab w:val="left" w:pos="2268"/>
        </w:tabs>
        <w:adjustRightInd w:val="0"/>
        <w:snapToGrid w:val="0"/>
        <w:spacing w:before="120" w:after="120" w:line="240" w:lineRule="auto"/>
        <w:ind w:left="2829" w:right="1134" w:hanging="1695"/>
        <w:jc w:val="both"/>
        <w:rPr>
          <w:rFonts w:eastAsiaTheme="majorEastAsia"/>
          <w:lang w:eastAsia="ja-JP"/>
        </w:rPr>
      </w:pPr>
      <w:r w:rsidRPr="00F54F68">
        <w:rPr>
          <w:rFonts w:eastAsiaTheme="majorEastAsia"/>
          <w:lang w:eastAsia="ja-JP"/>
        </w:rPr>
        <w:tab/>
        <w:t>(b)</w:t>
      </w:r>
      <w:r w:rsidRPr="00F54F68">
        <w:rPr>
          <w:rFonts w:eastAsiaTheme="majorEastAsia"/>
          <w:lang w:eastAsia="ja-JP"/>
        </w:rPr>
        <w:tab/>
        <w:t>87 percent for the rear-2 range in A2 as defined in paragraph 5.4.3. of ISO 17386:2010.</w:t>
      </w:r>
    </w:p>
    <w:p w14:paraId="4F77C459" w14:textId="77777777" w:rsidR="00372865" w:rsidRPr="00F54F68" w:rsidRDefault="00372865" w:rsidP="00372865">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There shall be no undetected hole larger than a square consisting of two-by-two grids.</w:t>
      </w:r>
    </w:p>
    <w:p w14:paraId="40B47208" w14:textId="77777777" w:rsidR="00372865" w:rsidRPr="00F54F68" w:rsidRDefault="00372865" w:rsidP="00372865">
      <w:pPr>
        <w:tabs>
          <w:tab w:val="left" w:pos="2268"/>
        </w:tabs>
        <w:adjustRightInd w:val="0"/>
        <w:snapToGrid w:val="0"/>
        <w:spacing w:before="120" w:after="120" w:line="240" w:lineRule="auto"/>
        <w:ind w:left="2268" w:right="1134" w:hanging="1134"/>
        <w:jc w:val="both"/>
        <w:rPr>
          <w:lang w:eastAsia="ja-JP"/>
        </w:rPr>
      </w:pPr>
      <w:r w:rsidRPr="00F54F68">
        <w:rPr>
          <w:rFonts w:eastAsiaTheme="majorEastAsia"/>
          <w:lang w:eastAsia="ja-JP"/>
        </w:rPr>
        <w:tab/>
        <w:t>Here, the rear horizontal area test procedures shall be as per paragraph 7.3. of ISO 17386:2010.</w:t>
      </w:r>
    </w:p>
    <w:p w14:paraId="658785BB" w14:textId="7205B811" w:rsidR="00372865" w:rsidRDefault="00372865" w:rsidP="00372865">
      <w:pPr>
        <w:tabs>
          <w:tab w:val="left" w:pos="2268"/>
        </w:tabs>
        <w:adjustRightInd w:val="0"/>
        <w:snapToGrid w:val="0"/>
        <w:spacing w:before="120" w:after="120" w:line="240" w:lineRule="auto"/>
        <w:ind w:left="2268" w:right="1134" w:hanging="1134"/>
        <w:jc w:val="both"/>
        <w:rPr>
          <w:lang w:eastAsia="ja-JP"/>
        </w:rPr>
      </w:pPr>
      <w:r w:rsidRPr="00F54F68">
        <w:rPr>
          <w:rFonts w:eastAsiaTheme="majorEastAsia"/>
          <w:lang w:eastAsia="ja-JP"/>
        </w:rPr>
        <w:tab/>
        <w:t xml:space="preserve">When the warning is provided for more than </w:t>
      </w:r>
      <w:r w:rsidR="0047406B">
        <w:rPr>
          <w:rFonts w:eastAsiaTheme="majorEastAsia"/>
          <w:lang w:eastAsia="ja-JP"/>
        </w:rPr>
        <w:t>5</w:t>
      </w:r>
      <w:r w:rsidRPr="00F54F68">
        <w:rPr>
          <w:rFonts w:eastAsiaTheme="majorEastAsia"/>
          <w:lang w:eastAsia="ja-JP"/>
        </w:rPr>
        <w:t xml:space="preserve"> seconds continuously, it is judged that the test object is detected</w:t>
      </w:r>
      <w:r w:rsidRPr="00F54F68">
        <w:rPr>
          <w:rFonts w:hint="eastAsia"/>
          <w:lang w:eastAsia="ja-JP"/>
        </w:rPr>
        <w:t xml:space="preserve">. </w:t>
      </w:r>
      <w:r w:rsidRPr="00F54F68">
        <w:rPr>
          <w:lang w:eastAsia="ja-JP"/>
        </w:rPr>
        <w:t xml:space="preserve">The detection test shall be performed </w:t>
      </w:r>
      <w:r w:rsidR="0047406B">
        <w:rPr>
          <w:lang w:eastAsia="ja-JP"/>
        </w:rPr>
        <w:t>1</w:t>
      </w:r>
      <w:r w:rsidRPr="00F54F68">
        <w:rPr>
          <w:lang w:eastAsia="ja-JP"/>
        </w:rPr>
        <w:t xml:space="preserve"> time for each test object. However, if necessary, according to the agreement of the Technical Service and manufacturer, </w:t>
      </w:r>
      <w:r w:rsidRPr="00F54F68">
        <w:rPr>
          <w:rFonts w:eastAsiaTheme="majorEastAsia"/>
          <w:lang w:eastAsia="ja-JP"/>
        </w:rPr>
        <w:t>it can be judged that the test object is detected</w:t>
      </w:r>
      <w:r w:rsidRPr="00F54F68">
        <w:rPr>
          <w:rFonts w:hint="eastAsia"/>
          <w:lang w:eastAsia="ja-JP"/>
        </w:rPr>
        <w:t xml:space="preserve"> in case </w:t>
      </w:r>
      <w:r w:rsidRPr="00F54F68">
        <w:rPr>
          <w:lang w:eastAsia="ja-JP"/>
        </w:rPr>
        <w:t xml:space="preserve">warnings are provided in </w:t>
      </w:r>
      <w:r w:rsidR="0047406B">
        <w:rPr>
          <w:lang w:eastAsia="ja-JP"/>
        </w:rPr>
        <w:t>4</w:t>
      </w:r>
      <w:r w:rsidRPr="00F54F68">
        <w:rPr>
          <w:lang w:eastAsia="ja-JP"/>
        </w:rPr>
        <w:t xml:space="preserve"> out of </w:t>
      </w:r>
      <w:r w:rsidR="0047406B">
        <w:rPr>
          <w:lang w:eastAsia="ja-JP"/>
        </w:rPr>
        <w:t>5</w:t>
      </w:r>
      <w:r w:rsidRPr="00F54F68">
        <w:rPr>
          <w:lang w:eastAsia="ja-JP"/>
        </w:rPr>
        <w:t xml:space="preserve"> tests.</w:t>
      </w:r>
    </w:p>
    <w:p w14:paraId="1BAF6D1F" w14:textId="54AFABB3" w:rsidR="00372865" w:rsidRPr="00F54F68" w:rsidRDefault="00AC6595" w:rsidP="00372865">
      <w:pPr>
        <w:tabs>
          <w:tab w:val="left" w:pos="2268"/>
        </w:tabs>
        <w:adjustRightInd w:val="0"/>
        <w:snapToGrid w:val="0"/>
        <w:spacing w:before="120" w:after="120" w:line="240" w:lineRule="auto"/>
        <w:ind w:left="2268" w:right="1134" w:hanging="1134"/>
        <w:jc w:val="both"/>
        <w:rPr>
          <w:lang w:eastAsia="ja-JP"/>
        </w:rPr>
      </w:pPr>
      <w:r>
        <w:rPr>
          <w:lang w:eastAsia="ja-JP"/>
        </w:rPr>
        <w:t>[1.4</w:t>
      </w:r>
      <w:r w:rsidR="00372865" w:rsidRPr="00F54F68">
        <w:rPr>
          <w:lang w:eastAsia="ja-JP"/>
        </w:rPr>
        <w:tab/>
        <w:t>Alternative (simplified) test method</w:t>
      </w:r>
    </w:p>
    <w:p w14:paraId="33F9EFCA" w14:textId="72C6EE44" w:rsidR="00372865" w:rsidRPr="00AC6595" w:rsidRDefault="00AC6595" w:rsidP="0037286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AC6595">
        <w:rPr>
          <w:rFonts w:eastAsiaTheme="majorEastAsia"/>
          <w:bCs/>
          <w:lang w:eastAsia="ja-JP"/>
        </w:rPr>
        <w:t>1.4</w:t>
      </w:r>
      <w:r w:rsidR="00372865" w:rsidRPr="00AC6595">
        <w:rPr>
          <w:rFonts w:eastAsiaTheme="majorEastAsia"/>
          <w:bCs/>
          <w:lang w:eastAsia="ja-JP"/>
        </w:rPr>
        <w:t>.1.</w:t>
      </w:r>
      <w:r w:rsidR="00372865" w:rsidRPr="00AC6595">
        <w:rPr>
          <w:rFonts w:eastAsiaTheme="majorEastAsia"/>
          <w:bCs/>
          <w:lang w:eastAsia="ja-JP"/>
        </w:rPr>
        <w:tab/>
      </w:r>
      <w:r w:rsidR="006E49F9" w:rsidRPr="00AC6595">
        <w:rPr>
          <w:rFonts w:eastAsiaTheme="majorEastAsia"/>
          <w:bCs/>
          <w:lang w:eastAsia="ja-JP"/>
        </w:rPr>
        <w:t>Field of detect</w:t>
      </w:r>
      <w:r w:rsidR="00C73551" w:rsidRPr="00AC6595">
        <w:rPr>
          <w:rFonts w:eastAsiaTheme="majorEastAsia"/>
          <w:bCs/>
          <w:lang w:eastAsia="ja-JP"/>
        </w:rPr>
        <w:t>ion</w:t>
      </w:r>
    </w:p>
    <w:p w14:paraId="54E4041E" w14:textId="0870B643" w:rsidR="00C73551" w:rsidRPr="00AC6595" w:rsidRDefault="00372865" w:rsidP="00372865">
      <w:pPr>
        <w:tabs>
          <w:tab w:val="left" w:pos="2268"/>
        </w:tabs>
        <w:adjustRightInd w:val="0"/>
        <w:snapToGrid w:val="0"/>
        <w:spacing w:before="120" w:after="120" w:line="240" w:lineRule="auto"/>
        <w:ind w:left="2268" w:right="1134" w:hanging="1134"/>
        <w:jc w:val="both"/>
        <w:rPr>
          <w:lang w:eastAsia="ja-JP"/>
        </w:rPr>
      </w:pPr>
      <w:r w:rsidRPr="00AC6595">
        <w:rPr>
          <w:lang w:eastAsia="ja-JP"/>
        </w:rPr>
        <w:tab/>
      </w:r>
      <w:r w:rsidR="009C1E9B" w:rsidRPr="00AC6595">
        <w:rPr>
          <w:lang w:eastAsia="ja-JP"/>
        </w:rPr>
        <w:t>If the vehicle width is less than [2]m</w:t>
      </w:r>
      <w:r w:rsidR="00C73551" w:rsidRPr="00AC6595">
        <w:rPr>
          <w:lang w:eastAsia="ja-JP"/>
        </w:rPr>
        <w:t xml:space="preserve">, the </w:t>
      </w:r>
      <w:r w:rsidR="00311E9D" w:rsidRPr="00AC6595">
        <w:rPr>
          <w:lang w:eastAsia="ja-JP"/>
        </w:rPr>
        <w:t xml:space="preserve">field of detection </w:t>
      </w:r>
      <w:r w:rsidR="00C73551" w:rsidRPr="00AC6595">
        <w:rPr>
          <w:lang w:eastAsia="ja-JP"/>
        </w:rPr>
        <w:t xml:space="preserve">are the six points shown in Figure 3 below within the </w:t>
      </w:r>
      <w:r w:rsidR="00311E9D" w:rsidRPr="00AC6595">
        <w:rPr>
          <w:lang w:eastAsia="ja-JP"/>
        </w:rPr>
        <w:t>field of detection</w:t>
      </w:r>
      <w:r w:rsidR="00C73551" w:rsidRPr="00AC6595">
        <w:rPr>
          <w:lang w:eastAsia="ja-JP"/>
        </w:rPr>
        <w:t xml:space="preserve"> of paragraph </w:t>
      </w:r>
      <w:r w:rsidR="00AC6595">
        <w:rPr>
          <w:lang w:eastAsia="ja-JP"/>
        </w:rPr>
        <w:t>1.3.1</w:t>
      </w:r>
      <w:r w:rsidR="00C73551" w:rsidRPr="00AC6595">
        <w:rPr>
          <w:lang w:eastAsia="ja-JP"/>
        </w:rPr>
        <w:t>.</w:t>
      </w:r>
    </w:p>
    <w:p w14:paraId="0C7F175D" w14:textId="4A7EDF8B" w:rsidR="00372865" w:rsidRPr="00AC6595" w:rsidRDefault="00372865" w:rsidP="00EC350C">
      <w:pPr>
        <w:keepNext/>
        <w:keepLines/>
        <w:tabs>
          <w:tab w:val="left" w:pos="2268"/>
        </w:tabs>
        <w:adjustRightInd w:val="0"/>
        <w:snapToGrid w:val="0"/>
        <w:spacing w:before="120" w:after="120" w:line="240" w:lineRule="auto"/>
        <w:ind w:left="2268" w:right="1134" w:hanging="1134"/>
        <w:jc w:val="both"/>
        <w:rPr>
          <w:lang w:eastAsia="ja-JP"/>
        </w:rPr>
      </w:pPr>
      <w:r w:rsidRPr="00AC6595">
        <w:rPr>
          <w:lang w:eastAsia="ja-JP"/>
        </w:rPr>
        <w:lastRenderedPageBreak/>
        <w:t>Figure 3</w:t>
      </w:r>
    </w:p>
    <w:p w14:paraId="0FD1D9F8" w14:textId="2F288ECC" w:rsidR="00372865" w:rsidRPr="00C73551" w:rsidRDefault="00C73551" w:rsidP="00EC350C">
      <w:pPr>
        <w:keepNext/>
        <w:keepLines/>
        <w:tabs>
          <w:tab w:val="left" w:pos="2268"/>
        </w:tabs>
        <w:adjustRightInd w:val="0"/>
        <w:snapToGrid w:val="0"/>
        <w:spacing w:before="120" w:after="120" w:line="240" w:lineRule="auto"/>
        <w:ind w:left="2268" w:right="1134" w:hanging="1134"/>
        <w:jc w:val="both"/>
        <w:rPr>
          <w:b/>
          <w:color w:val="00B050"/>
          <w:lang w:eastAsia="ja-JP"/>
        </w:rPr>
      </w:pPr>
      <w:r w:rsidRPr="003A6FD7">
        <w:rPr>
          <w:noProof/>
          <w:lang w:val="en-US" w:eastAsia="ja-JP"/>
        </w:rPr>
        <w:drawing>
          <wp:inline distT="0" distB="0" distL="0" distR="0" wp14:anchorId="41FB0206" wp14:editId="558978D2">
            <wp:extent cx="4391522" cy="2889250"/>
            <wp:effectExtent l="0" t="0" r="9525"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422517" cy="2909642"/>
                    </a:xfrm>
                    <a:prstGeom prst="rect">
                      <a:avLst/>
                    </a:prstGeom>
                    <a:noFill/>
                    <a:ln>
                      <a:noFill/>
                    </a:ln>
                  </pic:spPr>
                </pic:pic>
              </a:graphicData>
            </a:graphic>
          </wp:inline>
        </w:drawing>
      </w:r>
    </w:p>
    <w:p w14:paraId="63235CE4" w14:textId="712163DC" w:rsidR="00372865" w:rsidRPr="00AC6595" w:rsidRDefault="00C73551" w:rsidP="00C73551">
      <w:pPr>
        <w:tabs>
          <w:tab w:val="left" w:pos="2268"/>
        </w:tabs>
        <w:adjustRightInd w:val="0"/>
        <w:snapToGrid w:val="0"/>
        <w:spacing w:before="120" w:after="120" w:line="240" w:lineRule="auto"/>
        <w:ind w:left="2268" w:right="1134" w:hanging="1134"/>
        <w:jc w:val="both"/>
        <w:rPr>
          <w:lang w:eastAsia="ja-JP"/>
        </w:rPr>
      </w:pPr>
      <w:r>
        <w:rPr>
          <w:lang w:eastAsia="ja-JP"/>
        </w:rPr>
        <w:tab/>
      </w:r>
      <w:r w:rsidR="009C1E9B" w:rsidRPr="00AC6595">
        <w:rPr>
          <w:lang w:eastAsia="ja-JP"/>
        </w:rPr>
        <w:t xml:space="preserve">If the vehicle width is [2]m and over, the monitoring areas are the ten points shown in Figure 4 below within the monitoring area of paragraph </w:t>
      </w:r>
      <w:r w:rsidR="00AC6595">
        <w:rPr>
          <w:lang w:eastAsia="ja-JP"/>
        </w:rPr>
        <w:t>1.3.1</w:t>
      </w:r>
      <w:r w:rsidR="009C1E9B" w:rsidRPr="00AC6595">
        <w:rPr>
          <w:lang w:eastAsia="ja-JP"/>
        </w:rPr>
        <w:t>.</w:t>
      </w:r>
    </w:p>
    <w:p w14:paraId="5EAF8CBA" w14:textId="77777777" w:rsidR="00372865" w:rsidRPr="00AC6595" w:rsidRDefault="00372865" w:rsidP="00372865">
      <w:pPr>
        <w:tabs>
          <w:tab w:val="left" w:pos="2268"/>
        </w:tabs>
        <w:adjustRightInd w:val="0"/>
        <w:snapToGrid w:val="0"/>
        <w:spacing w:before="120" w:after="120" w:line="240" w:lineRule="auto"/>
        <w:ind w:left="2268" w:right="1134" w:hanging="1134"/>
        <w:jc w:val="both"/>
        <w:rPr>
          <w:lang w:eastAsia="ja-JP"/>
        </w:rPr>
      </w:pPr>
      <w:r w:rsidRPr="00AC6595">
        <w:rPr>
          <w:lang w:eastAsia="ja-JP"/>
        </w:rPr>
        <w:t>Figure 4</w:t>
      </w:r>
    </w:p>
    <w:p w14:paraId="1B223532" w14:textId="08E8E518" w:rsidR="00372865" w:rsidRDefault="00C73551" w:rsidP="00C73551">
      <w:pPr>
        <w:tabs>
          <w:tab w:val="left" w:pos="2268"/>
        </w:tabs>
        <w:adjustRightInd w:val="0"/>
        <w:snapToGrid w:val="0"/>
        <w:spacing w:before="120" w:after="120" w:line="240" w:lineRule="auto"/>
        <w:ind w:left="2268" w:right="1134" w:hanging="1134"/>
        <w:jc w:val="both"/>
        <w:rPr>
          <w:lang w:eastAsia="ja-JP"/>
        </w:rPr>
      </w:pPr>
      <w:r w:rsidRPr="003A6FD7">
        <w:rPr>
          <w:noProof/>
          <w:lang w:val="en-US" w:eastAsia="ja-JP"/>
        </w:rPr>
        <w:drawing>
          <wp:inline distT="0" distB="0" distL="0" distR="0" wp14:anchorId="10C67928" wp14:editId="41E5833D">
            <wp:extent cx="3574806" cy="2837814"/>
            <wp:effectExtent l="0" t="0" r="6985" b="1270"/>
            <wp:docPr id="466" name="図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601815" cy="2859255"/>
                    </a:xfrm>
                    <a:prstGeom prst="rect">
                      <a:avLst/>
                    </a:prstGeom>
                    <a:noFill/>
                    <a:ln>
                      <a:noFill/>
                    </a:ln>
                  </pic:spPr>
                </pic:pic>
              </a:graphicData>
            </a:graphic>
          </wp:inline>
        </w:drawing>
      </w:r>
    </w:p>
    <w:p w14:paraId="6E9DF969" w14:textId="6CF8E597" w:rsidR="00372865" w:rsidRPr="00F54F68" w:rsidRDefault="00BA0929" w:rsidP="0037286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bCs/>
          <w:lang w:eastAsia="ja-JP"/>
        </w:rPr>
        <w:t>1.4.2.</w:t>
      </w:r>
      <w:r w:rsidR="00372865" w:rsidRPr="00F54F68">
        <w:rPr>
          <w:rFonts w:eastAsiaTheme="majorEastAsia"/>
          <w:bCs/>
          <w:lang w:eastAsia="ja-JP"/>
        </w:rPr>
        <w:tab/>
      </w:r>
      <w:r w:rsidR="00372865" w:rsidRPr="00F54F68">
        <w:rPr>
          <w:rFonts w:eastAsiaTheme="majorEastAsia"/>
          <w:lang w:eastAsia="ja-JP"/>
        </w:rPr>
        <w:t>Minimum detection rate</w:t>
      </w:r>
    </w:p>
    <w:p w14:paraId="3D76122E" w14:textId="77777777" w:rsidR="00372865" w:rsidRPr="00F54F68" w:rsidRDefault="00372865" w:rsidP="00372865">
      <w:pPr>
        <w:tabs>
          <w:tab w:val="left" w:pos="2268"/>
        </w:tabs>
        <w:adjustRightInd w:val="0"/>
        <w:snapToGrid w:val="0"/>
        <w:spacing w:before="120" w:after="120" w:line="240" w:lineRule="auto"/>
        <w:ind w:left="2268" w:right="1134" w:hanging="1134"/>
        <w:jc w:val="both"/>
        <w:rPr>
          <w:lang w:eastAsia="ja-JP"/>
        </w:rPr>
      </w:pPr>
      <w:r w:rsidRPr="00F54F68">
        <w:rPr>
          <w:rFonts w:eastAsiaTheme="majorEastAsia"/>
          <w:lang w:eastAsia="ja-JP"/>
        </w:rPr>
        <w:tab/>
        <w:t>The minimum detection rate required for the area of six points shall be 100%.</w:t>
      </w:r>
    </w:p>
    <w:p w14:paraId="75A43883" w14:textId="3F33323F" w:rsidR="00372865" w:rsidRPr="00F54F68" w:rsidRDefault="00372865" w:rsidP="00372865">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When the war</w:t>
      </w:r>
      <w:r w:rsidR="00AC6595">
        <w:rPr>
          <w:rFonts w:eastAsiaTheme="majorEastAsia"/>
          <w:lang w:eastAsia="ja-JP"/>
        </w:rPr>
        <w:t>ning is provided for more than five</w:t>
      </w:r>
      <w:r w:rsidRPr="00F54F68">
        <w:rPr>
          <w:rFonts w:eastAsiaTheme="majorEastAsia"/>
          <w:lang w:eastAsia="ja-JP"/>
        </w:rPr>
        <w:t xml:space="preserve"> seconds continuously, it is judged that the test object is detected</w:t>
      </w:r>
      <w:r w:rsidRPr="00F54F68">
        <w:rPr>
          <w:rFonts w:hint="eastAsia"/>
          <w:lang w:eastAsia="ja-JP"/>
        </w:rPr>
        <w:t xml:space="preserve">. </w:t>
      </w:r>
      <w:r w:rsidRPr="00F54F68">
        <w:rPr>
          <w:lang w:eastAsia="ja-JP"/>
        </w:rPr>
        <w:t xml:space="preserve">The detection test shall be performed [one] time for each test object. However, if necessary, according to the agreement of the Technical Service and manufacturer, </w:t>
      </w:r>
      <w:r w:rsidRPr="00F54F68">
        <w:rPr>
          <w:rFonts w:eastAsiaTheme="majorEastAsia"/>
          <w:lang w:eastAsia="ja-JP"/>
        </w:rPr>
        <w:t>it can be judged that the test object is detected</w:t>
      </w:r>
      <w:r w:rsidRPr="00F54F68">
        <w:rPr>
          <w:rFonts w:hint="eastAsia"/>
          <w:lang w:eastAsia="ja-JP"/>
        </w:rPr>
        <w:t xml:space="preserve"> in case </w:t>
      </w:r>
      <w:r w:rsidR="00AC6595">
        <w:rPr>
          <w:lang w:eastAsia="ja-JP"/>
        </w:rPr>
        <w:t>warnings are provided in four out of five</w:t>
      </w:r>
      <w:r w:rsidRPr="00F54F68">
        <w:rPr>
          <w:lang w:eastAsia="ja-JP"/>
        </w:rPr>
        <w:t xml:space="preserve"> tests.</w:t>
      </w:r>
    </w:p>
    <w:p w14:paraId="3818F692" w14:textId="50A0DE46" w:rsidR="00372865" w:rsidRPr="00F54F68" w:rsidRDefault="00EC350C" w:rsidP="00372865">
      <w:pPr>
        <w:tabs>
          <w:tab w:val="left" w:pos="2268"/>
        </w:tabs>
        <w:adjustRightInd w:val="0"/>
        <w:snapToGrid w:val="0"/>
        <w:spacing w:before="120" w:after="120" w:line="240" w:lineRule="auto"/>
        <w:ind w:left="2268" w:right="1134" w:hanging="1134"/>
        <w:jc w:val="both"/>
        <w:rPr>
          <w:rFonts w:eastAsiaTheme="majorEastAsia"/>
          <w:lang w:eastAsia="ja-JP"/>
        </w:rPr>
      </w:pPr>
      <w:r>
        <w:rPr>
          <w:rFonts w:eastAsiaTheme="majorEastAsia"/>
          <w:lang w:eastAsia="ja-JP"/>
        </w:rPr>
        <w:t>1.4.</w:t>
      </w:r>
      <w:r w:rsidR="00372865" w:rsidRPr="00F54F68">
        <w:rPr>
          <w:rFonts w:eastAsiaTheme="majorEastAsia"/>
          <w:lang w:eastAsia="ja-JP"/>
        </w:rPr>
        <w:t>3.</w:t>
      </w:r>
      <w:r w:rsidR="00372865" w:rsidRPr="00F54F68">
        <w:rPr>
          <w:rFonts w:eastAsiaTheme="majorEastAsia"/>
          <w:lang w:eastAsia="ja-JP"/>
        </w:rPr>
        <w:tab/>
      </w:r>
      <w:r w:rsidR="00372865" w:rsidRPr="00F54F68">
        <w:rPr>
          <w:rFonts w:eastAsiaTheme="majorEastAsia"/>
        </w:rPr>
        <w:t>Self-test capabilities and failure indication</w:t>
      </w:r>
    </w:p>
    <w:p w14:paraId="30B817FB" w14:textId="725ADBC0" w:rsidR="00372865" w:rsidRDefault="00372865" w:rsidP="0037286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As per paragraph </w:t>
      </w:r>
      <w:r w:rsidRPr="00F54F68">
        <w:rPr>
          <w:rFonts w:eastAsiaTheme="majorEastAsia"/>
        </w:rPr>
        <w:t>5.5.</w:t>
      </w:r>
      <w:r w:rsidRPr="00F54F68">
        <w:rPr>
          <w:rFonts w:eastAsiaTheme="majorEastAsia"/>
          <w:lang w:eastAsia="ja-JP"/>
        </w:rPr>
        <w:t xml:space="preserve"> of </w:t>
      </w:r>
      <w:r w:rsidRPr="00F54F68">
        <w:rPr>
          <w:rFonts w:eastAsiaTheme="majorEastAsia"/>
        </w:rPr>
        <w:t>ISO 17386:2010, t</w:t>
      </w:r>
      <w:r w:rsidRPr="00F54F68">
        <w:rPr>
          <w:rFonts w:eastAsiaTheme="majorEastAsia"/>
          <w:lang w:eastAsia="ja-JP"/>
        </w:rPr>
        <w:t>he system shall provide self-test functions. It shall generate a warning signal, which is audible or visible or both, whenever a fault condition is detected.</w:t>
      </w:r>
      <w:r w:rsidR="00AC6595">
        <w:rPr>
          <w:rFonts w:eastAsiaTheme="majorEastAsia"/>
          <w:lang w:eastAsia="ja-JP"/>
        </w:rPr>
        <w:t>]</w:t>
      </w:r>
    </w:p>
    <w:p w14:paraId="7CB5B382" w14:textId="18FA3EF3" w:rsidR="0047406B" w:rsidRPr="00AC6595" w:rsidRDefault="00AC6595" w:rsidP="0047406B">
      <w:pPr>
        <w:widowControl w:val="0"/>
        <w:tabs>
          <w:tab w:val="left" w:pos="2268"/>
        </w:tabs>
        <w:suppressAutoHyphens w:val="0"/>
        <w:autoSpaceDE w:val="0"/>
        <w:autoSpaceDN w:val="0"/>
        <w:adjustRightInd w:val="0"/>
        <w:spacing w:before="120" w:after="120" w:line="240" w:lineRule="auto"/>
        <w:ind w:left="2268" w:right="1134" w:hanging="1134"/>
        <w:jc w:val="both"/>
        <w:rPr>
          <w:lang w:eastAsia="ja-JP"/>
        </w:rPr>
      </w:pPr>
      <w:r w:rsidRPr="00AC6595">
        <w:rPr>
          <w:rFonts w:eastAsiaTheme="majorEastAsia"/>
          <w:lang w:eastAsia="ja-JP"/>
        </w:rPr>
        <w:t>[</w:t>
      </w:r>
      <w:r>
        <w:rPr>
          <w:rFonts w:eastAsiaTheme="majorEastAsia"/>
          <w:lang w:eastAsia="ja-JP"/>
        </w:rPr>
        <w:t>2</w:t>
      </w:r>
      <w:r w:rsidR="0047406B" w:rsidRPr="00AC6595">
        <w:rPr>
          <w:rFonts w:eastAsiaTheme="majorEastAsia"/>
          <w:lang w:eastAsia="ja-JP"/>
        </w:rPr>
        <w:t>.</w:t>
      </w:r>
      <w:r w:rsidR="0047406B" w:rsidRPr="00AC6595">
        <w:rPr>
          <w:rFonts w:eastAsiaTheme="majorEastAsia"/>
          <w:lang w:eastAsia="ja-JP"/>
        </w:rPr>
        <w:tab/>
        <w:t>Response time</w:t>
      </w:r>
    </w:p>
    <w:p w14:paraId="61B47025" w14:textId="691C2068" w:rsidR="0047406B" w:rsidRPr="00AC6595" w:rsidRDefault="00AC6595" w:rsidP="0047406B">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2</w:t>
      </w:r>
      <w:r w:rsidR="0047406B" w:rsidRPr="00AC6595">
        <w:rPr>
          <w:rFonts w:eastAsiaTheme="majorEastAsia"/>
          <w:lang w:eastAsia="ja-JP"/>
        </w:rPr>
        <w:t>.1.</w:t>
      </w:r>
      <w:r w:rsidR="0047406B" w:rsidRPr="00AC6595">
        <w:rPr>
          <w:rFonts w:eastAsiaTheme="majorEastAsia"/>
          <w:lang w:eastAsia="ja-JP"/>
        </w:rPr>
        <w:tab/>
        <w:t xml:space="preserve">Test conditions </w:t>
      </w:r>
    </w:p>
    <w:p w14:paraId="623F2743" w14:textId="0A817444"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lastRenderedPageBreak/>
        <w:t>(a)</w:t>
      </w:r>
      <w:r>
        <w:rPr>
          <w:rFonts w:eastAsiaTheme="majorEastAsia"/>
          <w:lang w:eastAsia="ja-JP"/>
        </w:rPr>
        <w:tab/>
      </w:r>
      <w:r w:rsidR="0047406B" w:rsidRPr="00AC6595">
        <w:rPr>
          <w:rFonts w:eastAsiaTheme="majorEastAsia"/>
          <w:lang w:eastAsia="ja-JP"/>
        </w:rPr>
        <w:t xml:space="preserve">The vehicle shall be left in a parked parking status until it is ensured that all electronic systems are de-activated; or for a minimum of 30 minutes. </w:t>
      </w:r>
    </w:p>
    <w:p w14:paraId="2BD21DCB" w14:textId="20EC8181"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(b)</w:t>
      </w:r>
      <w:r>
        <w:rPr>
          <w:rFonts w:eastAsiaTheme="majorEastAsia"/>
          <w:lang w:eastAsia="ja-JP"/>
        </w:rPr>
        <w:tab/>
      </w:r>
      <w:r w:rsidR="0047406B" w:rsidRPr="00AC6595">
        <w:rPr>
          <w:rFonts w:eastAsiaTheme="majorEastAsia"/>
          <w:lang w:eastAsia="ja-JP"/>
        </w:rPr>
        <w:t xml:space="preserve">It is permissible for the test person or equipment to be already situated within the vehicle. </w:t>
      </w:r>
    </w:p>
    <w:p w14:paraId="36CDB02A" w14:textId="2283377E"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(c)</w:t>
      </w:r>
      <w:r>
        <w:rPr>
          <w:rFonts w:eastAsiaTheme="majorEastAsia"/>
          <w:lang w:eastAsia="ja-JP"/>
        </w:rPr>
        <w:tab/>
      </w:r>
      <w:r w:rsidR="0047406B" w:rsidRPr="00AC6595">
        <w:rPr>
          <w:rFonts w:eastAsiaTheme="majorEastAsia"/>
          <w:lang w:eastAsia="ja-JP"/>
        </w:rPr>
        <w:t xml:space="preserve"> Ensure the vehicle gear selector is in neutral or forward gear. </w:t>
      </w:r>
    </w:p>
    <w:p w14:paraId="0BEC16AD" w14:textId="4636AFC9"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(d)</w:t>
      </w:r>
      <w:r>
        <w:rPr>
          <w:rFonts w:eastAsiaTheme="majorEastAsia"/>
          <w:lang w:eastAsia="ja-JP"/>
        </w:rPr>
        <w:tab/>
      </w:r>
      <w:r w:rsidR="0047406B" w:rsidRPr="00AC6595">
        <w:rPr>
          <w:rFonts w:eastAsiaTheme="majorEastAsia"/>
          <w:lang w:eastAsia="ja-JP"/>
        </w:rPr>
        <w:t>The test may start with opening the driver door. Once the door is opened, it shall be closed again.</w:t>
      </w:r>
    </w:p>
    <w:p w14:paraId="7B2E8F09" w14:textId="5A6E187D" w:rsidR="0047406B" w:rsidRPr="00AC6595" w:rsidRDefault="00AC6595" w:rsidP="0047406B">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lang w:eastAsia="ja-JP"/>
        </w:rPr>
        <w:t>2</w:t>
      </w:r>
      <w:r w:rsidR="0047406B" w:rsidRPr="00AC6595">
        <w:rPr>
          <w:rFonts w:eastAsiaTheme="majorEastAsia"/>
          <w:lang w:eastAsia="ja-JP"/>
        </w:rPr>
        <w:t>.2.</w:t>
      </w:r>
      <w:r w:rsidR="0047406B" w:rsidRPr="00AC6595">
        <w:rPr>
          <w:rFonts w:eastAsiaTheme="majorEastAsia"/>
          <w:lang w:eastAsia="ja-JP"/>
        </w:rPr>
        <w:tab/>
        <w:t>Test procedure</w:t>
      </w:r>
    </w:p>
    <w:p w14:paraId="44324235" w14:textId="0BB3F1F5"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(a)</w:t>
      </w:r>
      <w:r>
        <w:rPr>
          <w:rFonts w:eastAsiaTheme="majorEastAsia"/>
          <w:lang w:eastAsia="ja-JP"/>
        </w:rPr>
        <w:tab/>
      </w:r>
      <w:r w:rsidR="0047406B" w:rsidRPr="00AC6595">
        <w:rPr>
          <w:rFonts w:eastAsiaTheme="majorEastAsia"/>
          <w:lang w:eastAsia="ja-JP"/>
        </w:rPr>
        <w:t>Place a test object in the required field of detection</w:t>
      </w:r>
    </w:p>
    <w:p w14:paraId="5722C17F" w14:textId="7F24E28B"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(b)</w:t>
      </w:r>
      <w:r>
        <w:rPr>
          <w:rFonts w:eastAsiaTheme="majorEastAsia"/>
          <w:lang w:eastAsia="ja-JP"/>
        </w:rPr>
        <w:tab/>
      </w:r>
      <w:r w:rsidR="0047406B" w:rsidRPr="00AC6595">
        <w:rPr>
          <w:rFonts w:eastAsiaTheme="majorEastAsia"/>
          <w:lang w:eastAsia="ja-JP"/>
        </w:rPr>
        <w:t>Put the vehicle into the active vehicle mode. This action shall initiate/start the first timer.</w:t>
      </w:r>
    </w:p>
    <w:p w14:paraId="6B660199" w14:textId="2E274F2E"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(c)</w:t>
      </w:r>
      <w:r>
        <w:rPr>
          <w:rFonts w:eastAsiaTheme="majorEastAsia"/>
          <w:lang w:eastAsia="ja-JP"/>
        </w:rPr>
        <w:tab/>
      </w:r>
      <w:r w:rsidR="0047406B" w:rsidRPr="00AC6595">
        <w:rPr>
          <w:rFonts w:eastAsiaTheme="majorEastAsia"/>
          <w:lang w:eastAsia="ja-JP"/>
        </w:rPr>
        <w:t>Wait for a minimum of 6 sec</w:t>
      </w:r>
    </w:p>
    <w:p w14:paraId="435829F7" w14:textId="376C9B42"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(d)</w:t>
      </w:r>
      <w:r w:rsidR="0047406B" w:rsidRPr="00AC6595">
        <w:rPr>
          <w:rFonts w:eastAsiaTheme="majorEastAsia"/>
          <w:lang w:eastAsia="ja-JP"/>
        </w:rPr>
        <w:tab/>
        <w:t>Start the backing event by selecting the reverse gear. If it is not possible to put the vehicle into reversing mode 6 sec after being put into active vehicle mode, the backing event shall be started as soon as technically possible. Initiate/start the second timer.</w:t>
      </w:r>
    </w:p>
    <w:p w14:paraId="370CA2B7" w14:textId="5BDB71F2" w:rsidR="0047406B" w:rsidRPr="00AC6595"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lang w:eastAsia="ja-JP"/>
        </w:rPr>
      </w:pPr>
      <w:r>
        <w:rPr>
          <w:rFonts w:eastAsiaTheme="majorEastAsia"/>
          <w:lang w:eastAsia="ja-JP"/>
        </w:rPr>
        <w:t>(e)</w:t>
      </w:r>
      <w:r w:rsidR="0047406B" w:rsidRPr="00AC6595">
        <w:rPr>
          <w:rFonts w:eastAsiaTheme="majorEastAsia"/>
          <w:lang w:eastAsia="ja-JP"/>
        </w:rPr>
        <w:tab/>
        <w:t>Record the response time on second timer until information signal is available.</w:t>
      </w:r>
      <w:r w:rsidR="00AC6595" w:rsidRPr="00AC6595">
        <w:rPr>
          <w:rFonts w:eastAsiaTheme="majorEastAsia"/>
          <w:lang w:eastAsia="ja-JP"/>
        </w:rPr>
        <w:t>]</w:t>
      </w:r>
    </w:p>
    <w:p w14:paraId="732110F0" w14:textId="77777777" w:rsidR="00F54F68" w:rsidRPr="00372865" w:rsidRDefault="00F54F68" w:rsidP="00F54F68">
      <w:pPr>
        <w:tabs>
          <w:tab w:val="left" w:pos="2268"/>
        </w:tabs>
        <w:adjustRightInd w:val="0"/>
        <w:snapToGrid w:val="0"/>
        <w:spacing w:before="120" w:after="120" w:line="240" w:lineRule="auto"/>
        <w:ind w:left="2268" w:right="1134" w:hanging="1134"/>
        <w:jc w:val="both"/>
        <w:rPr>
          <w:lang w:eastAsia="ja-JP"/>
        </w:rPr>
      </w:pPr>
    </w:p>
    <w:p w14:paraId="7088AA97" w14:textId="33BF8FD4" w:rsidR="00F54F68" w:rsidRPr="00372865" w:rsidRDefault="00F54F68" w:rsidP="00372865">
      <w:pPr>
        <w:suppressAutoHyphens w:val="0"/>
        <w:spacing w:line="240" w:lineRule="auto"/>
        <w:ind w:left="1134"/>
        <w:rPr>
          <w:lang w:eastAsia="ja-JP"/>
        </w:rPr>
      </w:pPr>
      <w:r w:rsidRPr="00F54F68">
        <w:rPr>
          <w:rFonts w:eastAsiaTheme="majorEastAsia"/>
          <w:lang w:eastAsia="ja-JP"/>
        </w:rPr>
        <w:br w:type="page"/>
      </w:r>
    </w:p>
    <w:p w14:paraId="3599B52C" w14:textId="77777777" w:rsidR="00F54F68" w:rsidRPr="00F54F68" w:rsidRDefault="00F54F68" w:rsidP="00F54F68">
      <w:pPr>
        <w:pStyle w:val="HChG"/>
      </w:pPr>
      <w:r w:rsidRPr="00F54F68">
        <w:lastRenderedPageBreak/>
        <w:tab/>
        <w:t>II.</w:t>
      </w:r>
      <w:r w:rsidRPr="00F54F68">
        <w:tab/>
        <w:t>Justification</w:t>
      </w:r>
    </w:p>
    <w:p w14:paraId="757BC528" w14:textId="1155F622" w:rsidR="00AE68BF" w:rsidRPr="00F54F68" w:rsidRDefault="00EC350C" w:rsidP="00AE68BF">
      <w:pPr>
        <w:spacing w:before="120" w:line="240" w:lineRule="auto"/>
        <w:ind w:left="1134" w:right="1134"/>
        <w:jc w:val="both"/>
        <w:rPr>
          <w:position w:val="-1"/>
        </w:rPr>
      </w:pPr>
      <w:r>
        <w:tab/>
      </w:r>
      <w:r w:rsidR="00F54F68" w:rsidRPr="00F54F68">
        <w:tab/>
      </w:r>
      <w:r w:rsidR="00F54F68" w:rsidRPr="00F54F68">
        <w:rPr>
          <w:position w:val="-1"/>
        </w:rPr>
        <w:t>This proposal is an update and rebuild of ECE</w:t>
      </w:r>
      <w:r w:rsidR="009C4F20">
        <w:rPr>
          <w:position w:val="-1"/>
        </w:rPr>
        <w:t>/</w:t>
      </w:r>
      <w:r w:rsidR="00F54F68" w:rsidRPr="00F54F68">
        <w:rPr>
          <w:position w:val="-1"/>
        </w:rPr>
        <w:t>TRANS</w:t>
      </w:r>
      <w:r w:rsidR="009C4F20">
        <w:rPr>
          <w:position w:val="-1"/>
        </w:rPr>
        <w:t>/</w:t>
      </w:r>
      <w:r w:rsidR="00F54F68" w:rsidRPr="00F54F68">
        <w:rPr>
          <w:position w:val="-1"/>
        </w:rPr>
        <w:t>WP.29</w:t>
      </w:r>
      <w:r w:rsidR="009C4F20">
        <w:rPr>
          <w:position w:val="-1"/>
        </w:rPr>
        <w:t>/</w:t>
      </w:r>
      <w:r w:rsidR="00F54F68" w:rsidRPr="00F54F68">
        <w:rPr>
          <w:position w:val="-1"/>
        </w:rPr>
        <w:t>GRSG</w:t>
      </w:r>
      <w:r w:rsidR="009C4F20">
        <w:rPr>
          <w:position w:val="-1"/>
        </w:rPr>
        <w:t>/</w:t>
      </w:r>
      <w:r w:rsidR="00F54F68" w:rsidRPr="00F54F68">
        <w:rPr>
          <w:position w:val="-1"/>
        </w:rPr>
        <w:t>2019</w:t>
      </w:r>
      <w:r w:rsidR="009C4F20">
        <w:rPr>
          <w:position w:val="-1"/>
        </w:rPr>
        <w:t>/</w:t>
      </w:r>
      <w:r w:rsidR="00F54F68" w:rsidRPr="00F54F68">
        <w:rPr>
          <w:position w:val="-1"/>
        </w:rPr>
        <w:t>10 on the Close-proximity rear-view field of vision based on the discussions and conclusions of the VRU-</w:t>
      </w:r>
      <w:proofErr w:type="spellStart"/>
      <w:r w:rsidR="00F54F68" w:rsidRPr="00F54F68">
        <w:rPr>
          <w:position w:val="-1"/>
        </w:rPr>
        <w:t>Proxi</w:t>
      </w:r>
      <w:proofErr w:type="spellEnd"/>
      <w:r w:rsidR="00F54F68" w:rsidRPr="00F54F68">
        <w:rPr>
          <w:position w:val="-1"/>
        </w:rPr>
        <w:t xml:space="preserve"> Informal Working Group. Key updates are </w:t>
      </w:r>
      <w:proofErr w:type="gramStart"/>
      <w:r w:rsidR="00F54F68" w:rsidRPr="00F54F68">
        <w:rPr>
          <w:position w:val="-1"/>
        </w:rPr>
        <w:t>rebuild</w:t>
      </w:r>
      <w:proofErr w:type="gramEnd"/>
      <w:r w:rsidR="00F54F68" w:rsidRPr="00F54F68">
        <w:rPr>
          <w:position w:val="-1"/>
        </w:rPr>
        <w:t xml:space="preserve"> as new </w:t>
      </w:r>
      <w:r w:rsidR="00FF629A">
        <w:rPr>
          <w:position w:val="-1"/>
        </w:rPr>
        <w:t>UN Regulation</w:t>
      </w:r>
      <w:r w:rsidR="00F54F68" w:rsidRPr="00F54F68">
        <w:rPr>
          <w:position w:val="-1"/>
        </w:rPr>
        <w:t xml:space="preserve"> proposal and modifications of requirements. This proposal reflects the ongoing discussions in the VRU-</w:t>
      </w:r>
      <w:proofErr w:type="spellStart"/>
      <w:r w:rsidR="00F54F68" w:rsidRPr="00F54F68">
        <w:rPr>
          <w:position w:val="-1"/>
        </w:rPr>
        <w:t>Proxi</w:t>
      </w:r>
      <w:proofErr w:type="spellEnd"/>
      <w:r w:rsidR="00F54F68" w:rsidRPr="00F54F68">
        <w:rPr>
          <w:position w:val="-1"/>
        </w:rPr>
        <w:t xml:space="preserve"> Informal Working Group.</w:t>
      </w:r>
    </w:p>
    <w:p w14:paraId="5A344A22" w14:textId="29D03DAF" w:rsidR="00AE68BF" w:rsidRPr="00EC350C" w:rsidRDefault="00F54F68" w:rsidP="00EC350C">
      <w:pPr>
        <w:suppressAutoHyphens w:val="0"/>
        <w:spacing w:before="120" w:line="240" w:lineRule="auto"/>
        <w:jc w:val="center"/>
        <w:rPr>
          <w:u w:val="single"/>
        </w:rPr>
      </w:pPr>
      <w:r w:rsidRPr="00F54F68">
        <w:rPr>
          <w:u w:val="single"/>
        </w:rPr>
        <w:tab/>
      </w:r>
      <w:r w:rsidRPr="00F54F68">
        <w:rPr>
          <w:u w:val="single"/>
        </w:rPr>
        <w:tab/>
      </w:r>
      <w:r w:rsidRPr="00F54F68">
        <w:rPr>
          <w:u w:val="single"/>
        </w:rPr>
        <w:tab/>
      </w:r>
    </w:p>
    <w:sectPr w:rsidR="00AE68BF" w:rsidRPr="00EC350C" w:rsidSect="00B11C1D">
      <w:headerReference w:type="even" r:id="rId68"/>
      <w:headerReference w:type="default" r:id="rId69"/>
      <w:footerReference w:type="even" r:id="rId70"/>
      <w:footerReference w:type="default" r:id="rId71"/>
      <w:headerReference w:type="first" r:id="rId72"/>
      <w:footerReference w:type="first" r:id="rId7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2856A" w14:textId="77777777" w:rsidR="00AC6F01" w:rsidRDefault="00AC6F01"/>
  </w:endnote>
  <w:endnote w:type="continuationSeparator" w:id="0">
    <w:p w14:paraId="036E6DF1" w14:textId="77777777" w:rsidR="00AC6F01" w:rsidRDefault="00AC6F01"/>
  </w:endnote>
  <w:endnote w:type="continuationNotice" w:id="1">
    <w:p w14:paraId="447571CE" w14:textId="77777777" w:rsidR="00AC6F01" w:rsidRDefault="00AC6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01B05" w14:textId="0EC71728" w:rsidR="00AC6F01" w:rsidRPr="00A658D2" w:rsidRDefault="00266168">
    <w:pPr>
      <w:pStyle w:val="Footer"/>
      <w:rPr>
        <w:b/>
        <w:bCs/>
        <w:sz w:val="18"/>
        <w:szCs w:val="22"/>
      </w:rPr>
    </w:pPr>
    <w:sdt>
      <w:sdtPr>
        <w:id w:val="-2012060163"/>
        <w:docPartObj>
          <w:docPartGallery w:val="Page Numbers (Bottom of Page)"/>
          <w:docPartUnique/>
        </w:docPartObj>
      </w:sdtPr>
      <w:sdtEndPr>
        <w:rPr>
          <w:b/>
          <w:bCs/>
          <w:noProof/>
          <w:sz w:val="18"/>
          <w:szCs w:val="22"/>
        </w:rPr>
      </w:sdtEndPr>
      <w:sdtContent>
        <w:r w:rsidR="00AC6F01" w:rsidRPr="00A658D2">
          <w:rPr>
            <w:b/>
            <w:bCs/>
            <w:sz w:val="18"/>
            <w:szCs w:val="22"/>
          </w:rPr>
          <w:fldChar w:fldCharType="begin"/>
        </w:r>
        <w:r w:rsidR="00AC6F01" w:rsidRPr="00A658D2">
          <w:rPr>
            <w:b/>
            <w:bCs/>
            <w:sz w:val="18"/>
            <w:szCs w:val="22"/>
          </w:rPr>
          <w:instrText xml:space="preserve"> PAGE   \* MERGEFORMAT </w:instrText>
        </w:r>
        <w:r w:rsidR="00AC6F01" w:rsidRPr="00A658D2">
          <w:rPr>
            <w:b/>
            <w:bCs/>
            <w:sz w:val="18"/>
            <w:szCs w:val="22"/>
          </w:rPr>
          <w:fldChar w:fldCharType="separate"/>
        </w:r>
        <w:r w:rsidR="00AC6F01" w:rsidRPr="00A658D2">
          <w:rPr>
            <w:b/>
            <w:bCs/>
            <w:noProof/>
            <w:sz w:val="18"/>
            <w:szCs w:val="22"/>
          </w:rPr>
          <w:t>18</w:t>
        </w:r>
        <w:r w:rsidR="00AC6F01" w:rsidRPr="00A658D2">
          <w:rPr>
            <w:b/>
            <w:bCs/>
            <w:noProof/>
            <w:sz w:val="18"/>
            <w:szCs w:val="22"/>
          </w:rPr>
          <w:fldChar w:fldCharType="end"/>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8874" w14:textId="77777777" w:rsidR="00AC6F01" w:rsidRPr="003337FA" w:rsidRDefault="00AC6F01" w:rsidP="0007305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768A5" w14:textId="77777777" w:rsidR="00AC6F01" w:rsidRPr="00C66C3C" w:rsidRDefault="00AC6F01" w:rsidP="0007305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5AA69" w14:textId="56C79BE7" w:rsidR="00AC6F01" w:rsidRPr="00E239A1" w:rsidRDefault="00AC6F01"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32</w:t>
    </w:r>
    <w:r w:rsidRPr="000E2F00">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71A0" w14:textId="1336B7D6" w:rsidR="00AC6F01" w:rsidRPr="0010799A" w:rsidRDefault="00AC6F01"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33</w:t>
    </w:r>
    <w:r w:rsidRPr="000E2F00">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64808E68" w:rsidR="00AC6F01" w:rsidRPr="00803BF8" w:rsidRDefault="00AC6F01"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Pr>
        <w:b/>
        <w:noProof/>
        <w:sz w:val="18"/>
      </w:rPr>
      <w:t>40</w:t>
    </w:r>
    <w:r w:rsidRPr="00803BF8">
      <w:rPr>
        <w:b/>
        <w:sz w:val="18"/>
      </w:rPr>
      <w:fldChar w:fldCharType="end"/>
    </w:r>
    <w:r>
      <w:rPr>
        <w:sz w:val="18"/>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6F7818DC" w:rsidR="00AC6F01" w:rsidRPr="00803BF8" w:rsidRDefault="00AC6F01"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Pr>
        <w:b/>
        <w:noProof/>
        <w:sz w:val="18"/>
      </w:rPr>
      <w:t>39</w:t>
    </w:r>
    <w:r w:rsidRPr="00803BF8">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80" w:name="_GoBack"/>
  <w:bookmarkEnd w:id="80"/>
  <w:p w14:paraId="16D01CA8" w14:textId="00EB5786" w:rsidR="00AC6F01" w:rsidRPr="00B72E6F" w:rsidRDefault="00AC6F01" w:rsidP="00D7287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BB147" w14:textId="78646251" w:rsidR="00AC6F01" w:rsidRPr="00BD67E9" w:rsidRDefault="00266168" w:rsidP="005F707C">
    <w:pPr>
      <w:pStyle w:val="Footer"/>
      <w:jc w:val="right"/>
      <w:rPr>
        <w:b/>
        <w:bCs/>
        <w:sz w:val="18"/>
        <w:szCs w:val="22"/>
      </w:rPr>
    </w:pPr>
    <w:sdt>
      <w:sdtPr>
        <w:id w:val="544715794"/>
        <w:docPartObj>
          <w:docPartGallery w:val="Page Numbers (Bottom of Page)"/>
          <w:docPartUnique/>
        </w:docPartObj>
      </w:sdtPr>
      <w:sdtEndPr>
        <w:rPr>
          <w:b/>
          <w:bCs/>
          <w:noProof/>
          <w:sz w:val="18"/>
          <w:szCs w:val="22"/>
        </w:rPr>
      </w:sdtEndPr>
      <w:sdtContent>
        <w:r w:rsidR="00AC6F01" w:rsidRPr="00BD67E9">
          <w:rPr>
            <w:b/>
            <w:bCs/>
            <w:sz w:val="18"/>
            <w:szCs w:val="22"/>
          </w:rPr>
          <w:fldChar w:fldCharType="begin"/>
        </w:r>
        <w:r w:rsidR="00AC6F01" w:rsidRPr="00BD67E9">
          <w:rPr>
            <w:b/>
            <w:bCs/>
            <w:sz w:val="18"/>
            <w:szCs w:val="22"/>
          </w:rPr>
          <w:instrText xml:space="preserve"> PAGE   \* MERGEFORMAT </w:instrText>
        </w:r>
        <w:r w:rsidR="00AC6F01" w:rsidRPr="00BD67E9">
          <w:rPr>
            <w:b/>
            <w:bCs/>
            <w:sz w:val="18"/>
            <w:szCs w:val="22"/>
          </w:rPr>
          <w:fldChar w:fldCharType="separate"/>
        </w:r>
        <w:r w:rsidR="00AC6F01" w:rsidRPr="00BD67E9">
          <w:rPr>
            <w:b/>
            <w:bCs/>
            <w:noProof/>
            <w:sz w:val="18"/>
            <w:szCs w:val="22"/>
          </w:rPr>
          <w:t>19</w:t>
        </w:r>
        <w:r w:rsidR="00AC6F01" w:rsidRPr="00BD67E9">
          <w:rPr>
            <w:b/>
            <w:bCs/>
            <w:noProof/>
            <w:sz w:val="18"/>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03919" w14:textId="47CD192A" w:rsidR="00AC6F01" w:rsidRDefault="00AC6F01">
    <w:pPr>
      <w:pStyle w:val="Footer"/>
      <w:jc w:val="center"/>
    </w:pPr>
    <w:r>
      <w:rPr>
        <w:noProof/>
        <w:lang w:eastAsia="zh-CN"/>
      </w:rPr>
      <w:drawing>
        <wp:anchor distT="0" distB="0" distL="114300" distR="114300" simplePos="0" relativeHeight="251663360" behindDoc="1" locked="1" layoutInCell="1" allowOverlap="1" wp14:anchorId="224B4CFB" wp14:editId="3DD5022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C2B5770" w14:textId="2FC0DBF3" w:rsidR="00AC6F01" w:rsidRDefault="00AC6F01" w:rsidP="00F0557E">
    <w:pPr>
      <w:pStyle w:val="Footer"/>
    </w:pPr>
  </w:p>
  <w:p w14:paraId="14C2D930" w14:textId="2D857B12" w:rsidR="00AC6F01" w:rsidRDefault="00AC6F01" w:rsidP="00F0557E">
    <w:pPr>
      <w:pStyle w:val="Footer"/>
      <w:ind w:right="1134"/>
      <w:rPr>
        <w:sz w:val="20"/>
      </w:rPr>
    </w:pPr>
    <w:r>
      <w:rPr>
        <w:sz w:val="20"/>
      </w:rPr>
      <w:t>GE.20-00821(E)</w:t>
    </w:r>
  </w:p>
  <w:p w14:paraId="74CF3C93" w14:textId="37871451" w:rsidR="00AC6F01" w:rsidRPr="00F0557E" w:rsidRDefault="00AC6F01" w:rsidP="00F0557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4384" behindDoc="0" locked="0" layoutInCell="1" allowOverlap="1" wp14:anchorId="3ABBF8B7" wp14:editId="2699BCA4">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29/GRSG/2020/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FA7FF" w14:textId="3E184497" w:rsidR="00AC6F01" w:rsidRPr="00E239A1" w:rsidRDefault="00AC6F01"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22</w:t>
    </w:r>
    <w:r w:rsidRPr="000E2F00">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F9A01" w14:textId="1F207105" w:rsidR="00AC6F01" w:rsidRPr="006E4D5A" w:rsidRDefault="00AC6F01"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23</w:t>
    </w:r>
    <w:r w:rsidRPr="000E2F00">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C9711" w14:textId="78A8370E" w:rsidR="00AC6F01" w:rsidRPr="00E239A1" w:rsidRDefault="00AC6F01"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30</w:t>
    </w:r>
    <w:r w:rsidRPr="000E2F00">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236BE" w14:textId="33DEACFD" w:rsidR="00AC6F01" w:rsidRPr="006E4D5A" w:rsidRDefault="00AC6F01"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29</w:t>
    </w:r>
    <w:r w:rsidRPr="000E2F00">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677C9" w14:textId="77D70728" w:rsidR="00AC6F01" w:rsidRPr="00E239A1" w:rsidRDefault="00AC6F01"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30</w:t>
    </w:r>
    <w:r w:rsidRPr="000E2F00">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172BC" w14:textId="22A8F577" w:rsidR="00AC6F01" w:rsidRPr="006E4D5A" w:rsidRDefault="00AC6F01"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31</w:t>
    </w:r>
    <w:r w:rsidRPr="000E2F0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27305" w14:textId="77777777" w:rsidR="00AC6F01" w:rsidRPr="000B175B" w:rsidRDefault="00AC6F01" w:rsidP="000B175B">
      <w:pPr>
        <w:tabs>
          <w:tab w:val="right" w:pos="2155"/>
        </w:tabs>
        <w:spacing w:after="80"/>
        <w:ind w:left="680"/>
        <w:rPr>
          <w:u w:val="single"/>
        </w:rPr>
      </w:pPr>
      <w:r>
        <w:rPr>
          <w:u w:val="single"/>
        </w:rPr>
        <w:tab/>
      </w:r>
    </w:p>
  </w:footnote>
  <w:footnote w:type="continuationSeparator" w:id="0">
    <w:p w14:paraId="78A2FEE3" w14:textId="77777777" w:rsidR="00AC6F01" w:rsidRPr="00FC68B7" w:rsidRDefault="00AC6F01" w:rsidP="00FC68B7">
      <w:pPr>
        <w:tabs>
          <w:tab w:val="left" w:pos="2155"/>
        </w:tabs>
        <w:spacing w:after="80"/>
        <w:ind w:left="680"/>
        <w:rPr>
          <w:u w:val="single"/>
        </w:rPr>
      </w:pPr>
      <w:r>
        <w:rPr>
          <w:u w:val="single"/>
        </w:rPr>
        <w:tab/>
      </w:r>
    </w:p>
  </w:footnote>
  <w:footnote w:type="continuationNotice" w:id="1">
    <w:p w14:paraId="02CE70D7" w14:textId="77777777" w:rsidR="00AC6F01" w:rsidRDefault="00AC6F01"/>
  </w:footnote>
  <w:footnote w:id="2">
    <w:p w14:paraId="378ED419" w14:textId="425EBDE4" w:rsidR="00AC6F01" w:rsidRPr="00517911" w:rsidRDefault="00AC6F01">
      <w:pPr>
        <w:pStyle w:val="FootnoteText"/>
      </w:pPr>
      <w:r>
        <w:rPr>
          <w:rStyle w:val="FootnoteReference"/>
        </w:rPr>
        <w:tab/>
      </w:r>
      <w:r w:rsidRPr="00CE4F6A">
        <w:rPr>
          <w:rStyle w:val="FootnoteReference"/>
          <w:sz w:val="20"/>
          <w:vertAlign w:val="baseline"/>
        </w:rPr>
        <w:t>*</w:t>
      </w:r>
      <w:r>
        <w:rPr>
          <w:rStyle w:val="FootnoteReference"/>
          <w:sz w:val="20"/>
          <w:vertAlign w:val="baseline"/>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Pr>
          <w:lang w:val="en-US"/>
        </w:rPr>
        <w:t xml:space="preserve">2020 as outlined in proposed </w:t>
      </w:r>
      <w:proofErr w:type="spellStart"/>
      <w:r>
        <w:rPr>
          <w:lang w:val="en-US"/>
        </w:rPr>
        <w:t>programme</w:t>
      </w:r>
      <w:proofErr w:type="spellEnd"/>
      <w:r>
        <w:rPr>
          <w:lang w:val="en-US"/>
        </w:rPr>
        <w:t xml:space="preserve"> budget for 2020</w:t>
      </w:r>
      <w:r w:rsidRPr="001D00B0">
        <w:rPr>
          <w:lang w:val="en-US"/>
        </w:rPr>
        <w:t xml:space="preserve"> (</w:t>
      </w:r>
      <w:r>
        <w:rPr>
          <w:lang w:val="en-US"/>
        </w:rPr>
        <w:t>A/74/6 (part V sect. 20) para 20.37</w:t>
      </w:r>
      <w:r w:rsidRPr="00F70621">
        <w:rPr>
          <w:lang w:val="en-US"/>
        </w:rPr>
        <w:t>)</w:t>
      </w:r>
      <w:r>
        <w:rPr>
          <w:szCs w:val="18"/>
          <w:lang w:val="en-US"/>
        </w:rPr>
        <w:t>, the World Forum will develop, harmonize and update UN Regulations in order to enhance the performance of vehicles. The present document is submitted in conformity with that mandate.</w:t>
      </w:r>
    </w:p>
  </w:footnote>
  <w:footnote w:id="3">
    <w:p w14:paraId="5F344E2F" w14:textId="737CA005" w:rsidR="00AC6F01" w:rsidRPr="00517911" w:rsidRDefault="00AC6F01" w:rsidP="00D55DDD">
      <w:pPr>
        <w:pStyle w:val="FootnoteText"/>
      </w:pPr>
      <w:r>
        <w:tab/>
      </w:r>
      <w:r>
        <w:rPr>
          <w:rStyle w:val="FootnoteReference"/>
        </w:rPr>
        <w:footnoteRef/>
      </w:r>
      <w:r>
        <w:tab/>
        <w:t xml:space="preserve">The Regulation </w:t>
      </w:r>
      <w:r w:rsidRPr="00D55DDD">
        <w:t>number</w:t>
      </w:r>
      <w:r>
        <w:t xml:space="preserve"> will be known at the time of entry into force of this UN Regulation. [XXX] is intended to be replaced by the Regulation number once known. </w:t>
      </w:r>
    </w:p>
  </w:footnote>
  <w:footnote w:id="4">
    <w:p w14:paraId="3B0C28F1" w14:textId="7AEB6D45" w:rsidR="00AC6F01" w:rsidRPr="00CB4145" w:rsidRDefault="00AC6F01">
      <w:pPr>
        <w:pStyle w:val="FootnoteText"/>
        <w:rPr>
          <w:lang w:val="fr-CH"/>
        </w:rPr>
      </w:pPr>
      <w:r>
        <w:rPr>
          <w:rStyle w:val="FootnoteReference"/>
        </w:rPr>
        <w:tab/>
      </w:r>
      <w:r w:rsidRPr="00CB4145">
        <w:rPr>
          <w:rStyle w:val="FootnoteReference"/>
          <w:sz w:val="20"/>
          <w:vertAlign w:val="baseline"/>
        </w:rPr>
        <w:t>**</w:t>
      </w:r>
      <w:r>
        <w:rPr>
          <w:rStyle w:val="FootnoteReference"/>
          <w:sz w:val="20"/>
          <w:vertAlign w:val="baseline"/>
        </w:rPr>
        <w:tab/>
      </w:r>
      <w:r>
        <w:t xml:space="preserve">Page numbers will be added at a later stage. </w:t>
      </w:r>
    </w:p>
  </w:footnote>
  <w:footnote w:id="5">
    <w:p w14:paraId="45733994" w14:textId="5C2CAB58" w:rsidR="00AC6F01" w:rsidRDefault="00AC6F01" w:rsidP="00541B33">
      <w:pPr>
        <w:pStyle w:val="FootnoteText"/>
      </w:pPr>
      <w:r>
        <w:tab/>
      </w:r>
      <w:r>
        <w:rPr>
          <w:rStyle w:val="FootnoteReference"/>
        </w:rPr>
        <w:footnoteRef/>
      </w:r>
      <w:r>
        <w:tab/>
      </w:r>
      <w:r w:rsidRPr="00E603A1">
        <w:t>The distinguishing numbers of the Contracting Parties to the 1958 Agreement are reproduced in Annex 3 to the Consolidated Resolution on the Construction of Vehicles (R.E.3), document</w:t>
      </w:r>
      <w:r>
        <w:t xml:space="preserve"> ECE/TRANS/WP.29/78/Rev.6</w:t>
      </w:r>
      <w:r w:rsidRPr="00E603A1">
        <w:t xml:space="preserve"> - www.unece.org/trans/main/wp29/wp29wgs/wp29gen/wp29resolutions.html</w:t>
      </w:r>
    </w:p>
  </w:footnote>
  <w:footnote w:id="6">
    <w:p w14:paraId="4AC788B8" w14:textId="77777777" w:rsidR="00AC6F01" w:rsidRPr="008C4A36" w:rsidRDefault="00AC6F01" w:rsidP="00F54F68">
      <w:pPr>
        <w:pStyle w:val="FootnoteText"/>
        <w:widowControl w:val="0"/>
        <w:ind w:right="849"/>
      </w:pPr>
      <w:r w:rsidRPr="008C4A36">
        <w:tab/>
      </w:r>
      <w:r>
        <w:rPr>
          <w:rStyle w:val="FootnoteReference"/>
        </w:rPr>
        <w:footnoteRef/>
      </w:r>
      <w:r w:rsidRPr="008C4A36">
        <w:tab/>
      </w:r>
      <w:r>
        <w:t>"</w:t>
      </w:r>
      <w:r w:rsidRPr="008C4A36">
        <w:t>Overall width</w:t>
      </w:r>
      <w:r>
        <w:t>"</w:t>
      </w:r>
      <w:r w:rsidRPr="008C4A36">
        <w:t xml:space="preserve"> of a vehicle means a dimension which is measured according to ISO standard 612-1978, term No. 6.2. In </w:t>
      </w:r>
      <w:r>
        <w:t xml:space="preserve">the </w:t>
      </w:r>
      <w:r w:rsidRPr="008C4A36">
        <w:t>case of vehicles of category other than M</w:t>
      </w:r>
      <w:r w:rsidRPr="008C4A36">
        <w:rPr>
          <w:vertAlign w:val="subscript"/>
        </w:rPr>
        <w:t>1</w:t>
      </w:r>
      <w:r w:rsidRPr="008C4A36">
        <w:t>, in addition to the provisions of that standard, when measuring the vehicle width the following devices shall not be taken into account:</w:t>
      </w:r>
    </w:p>
    <w:p w14:paraId="63D4E0AB"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(a)</w:t>
      </w:r>
      <w:r w:rsidRPr="008C4A36">
        <w:tab/>
      </w:r>
      <w:r>
        <w:t>C</w:t>
      </w:r>
      <w:r w:rsidRPr="008C4A36">
        <w:t>ustoms sealing devices and their protection</w:t>
      </w:r>
      <w:r>
        <w:t>;</w:t>
      </w:r>
    </w:p>
    <w:p w14:paraId="78BBFA8D"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(b)</w:t>
      </w:r>
      <w:r w:rsidRPr="008C4A36">
        <w:tab/>
      </w:r>
      <w:r>
        <w:t>D</w:t>
      </w:r>
      <w:r w:rsidRPr="008C4A36">
        <w:t>evices for securing the tarpaulin and their protection</w:t>
      </w:r>
      <w:r>
        <w:t>;</w:t>
      </w:r>
    </w:p>
    <w:p w14:paraId="5E87EBC8"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(c)</w:t>
      </w:r>
      <w:r w:rsidRPr="008C4A36">
        <w:tab/>
      </w:r>
      <w:r>
        <w:t>T</w:t>
      </w:r>
      <w:r w:rsidRPr="008C4A36">
        <w:t>yre failure tell-tale devices</w:t>
      </w:r>
      <w:r>
        <w:t>;</w:t>
      </w:r>
    </w:p>
    <w:p w14:paraId="1F6D3B8A"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(d)</w:t>
      </w:r>
      <w:r w:rsidRPr="008C4A36">
        <w:tab/>
      </w:r>
      <w:r>
        <w:t>P</w:t>
      </w:r>
      <w:r w:rsidRPr="008C4A36">
        <w:t>rotruding flexible parts of a spray-suppression system</w:t>
      </w:r>
      <w:r>
        <w:t>;</w:t>
      </w:r>
    </w:p>
    <w:p w14:paraId="3C91D57B"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(e)</w:t>
      </w:r>
      <w:r w:rsidRPr="008C4A36">
        <w:tab/>
      </w:r>
      <w:r>
        <w:t>L</w:t>
      </w:r>
      <w:r w:rsidRPr="008C4A36">
        <w:t>ighting equipment</w:t>
      </w:r>
      <w:r>
        <w:t>;</w:t>
      </w:r>
    </w:p>
    <w:p w14:paraId="41B799F0" w14:textId="77777777" w:rsidR="00AC6F01" w:rsidRPr="008C4A36" w:rsidRDefault="00AC6F01" w:rsidP="00F54F68">
      <w:pPr>
        <w:pStyle w:val="FootnoteText"/>
        <w:widowControl w:val="0"/>
        <w:tabs>
          <w:tab w:val="clear" w:pos="1021"/>
          <w:tab w:val="left" w:pos="1560"/>
        </w:tabs>
        <w:ind w:left="1560" w:right="849" w:hanging="426"/>
      </w:pPr>
      <w:r w:rsidRPr="008C4A36">
        <w:t>(f)</w:t>
      </w:r>
      <w:r w:rsidRPr="008C4A36">
        <w:tab/>
      </w:r>
      <w:r>
        <w:t>F</w:t>
      </w:r>
      <w:r w:rsidRPr="008C4A36">
        <w:t>or buses, access ramps in running order, lifting platforms and similar equipment in running order provided that they do not exceed 10 mm from the side of the vehicle and the corners of the ramps facing forwards or rearwards are rounded to a radius of not less than 5 mm; the edges shall be rounded to a radius of not less than 2.5 mm</w:t>
      </w:r>
      <w:r>
        <w:t>;</w:t>
      </w:r>
    </w:p>
    <w:p w14:paraId="3B996640"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(g)</w:t>
      </w:r>
      <w:r w:rsidRPr="008C4A36">
        <w:tab/>
      </w:r>
      <w:r>
        <w:t>D</w:t>
      </w:r>
      <w:r w:rsidRPr="008C4A36">
        <w:t>evices for indirect vision</w:t>
      </w:r>
      <w:r>
        <w:t>;</w:t>
      </w:r>
    </w:p>
    <w:p w14:paraId="06F48BD5"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(h)</w:t>
      </w:r>
      <w:r w:rsidRPr="008C4A36">
        <w:tab/>
      </w:r>
      <w:r>
        <w:t>T</w:t>
      </w:r>
      <w:r w:rsidRPr="008C4A36">
        <w:t>yre-pressure indicators</w:t>
      </w:r>
      <w:r>
        <w:t>;</w:t>
      </w:r>
    </w:p>
    <w:p w14:paraId="6EA5110A" w14:textId="77777777" w:rsidR="00AC6F01" w:rsidRPr="008C4A36" w:rsidRDefault="00AC6F01" w:rsidP="00F54F68">
      <w:pPr>
        <w:pStyle w:val="FootnoteText"/>
        <w:widowControl w:val="0"/>
        <w:tabs>
          <w:tab w:val="clear" w:pos="1021"/>
          <w:tab w:val="right" w:pos="1020"/>
          <w:tab w:val="left" w:pos="1560"/>
        </w:tabs>
        <w:ind w:right="849"/>
      </w:pPr>
      <w:r w:rsidRPr="008C4A36">
        <w:tab/>
      </w:r>
      <w:r w:rsidRPr="008C4A36">
        <w:tab/>
        <w:t>(</w:t>
      </w:r>
      <w:proofErr w:type="spellStart"/>
      <w:r w:rsidRPr="008C4A36">
        <w:t>i</w:t>
      </w:r>
      <w:proofErr w:type="spellEnd"/>
      <w:r w:rsidRPr="008C4A36">
        <w:t>)</w:t>
      </w:r>
      <w:r w:rsidRPr="008C4A36">
        <w:tab/>
      </w:r>
      <w:r>
        <w:t>R</w:t>
      </w:r>
      <w:r w:rsidRPr="008C4A36">
        <w:t>etractable steps</w:t>
      </w:r>
      <w:r>
        <w:t>;</w:t>
      </w:r>
    </w:p>
    <w:p w14:paraId="4D8BA258" w14:textId="77777777" w:rsidR="00AC6F01" w:rsidRPr="008C4A36" w:rsidRDefault="00AC6F01" w:rsidP="00F54F68">
      <w:pPr>
        <w:pStyle w:val="FootnoteText"/>
        <w:widowControl w:val="0"/>
        <w:tabs>
          <w:tab w:val="left" w:pos="1560"/>
        </w:tabs>
        <w:ind w:right="849"/>
      </w:pPr>
      <w:r w:rsidRPr="008C4A36">
        <w:tab/>
      </w:r>
      <w:r w:rsidRPr="008C4A36">
        <w:tab/>
        <w:t>(j)</w:t>
      </w:r>
      <w:r w:rsidRPr="008C4A36">
        <w:tab/>
      </w:r>
      <w:r>
        <w:t>T</w:t>
      </w:r>
      <w:r w:rsidRPr="008C4A36">
        <w:t>he deflected part of the tyre walls immediately above the point of contact with the ground.</w:t>
      </w:r>
    </w:p>
  </w:footnote>
  <w:footnote w:id="7">
    <w:p w14:paraId="00DFF199" w14:textId="77777777" w:rsidR="00AC6F01" w:rsidRPr="002324E2" w:rsidRDefault="00AC6F01" w:rsidP="00F54F68">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8">
    <w:p w14:paraId="2A443614" w14:textId="5292D97B" w:rsidR="00AC6F01" w:rsidRPr="002324E2" w:rsidRDefault="00AC6F01" w:rsidP="00F54F68">
      <w:pPr>
        <w:pStyle w:val="FootnoteText"/>
        <w:rPr>
          <w:lang w:val="en-US"/>
        </w:rPr>
      </w:pPr>
      <w:r w:rsidRPr="008C4A36">
        <w:tab/>
      </w:r>
      <w:r w:rsidRPr="00A658D2">
        <w:rPr>
          <w:rFonts w:asciiTheme="majorBidi" w:hAnsiTheme="majorBidi" w:cstheme="majorBidi" w:hint="eastAsia"/>
          <w:vertAlign w:val="superscript"/>
          <w:lang w:eastAsia="ja-JP"/>
        </w:rPr>
        <w:t>2</w:t>
      </w:r>
      <w:r w:rsidRPr="008C4A36">
        <w:tab/>
        <w:t>Strike out what does not apply.</w:t>
      </w:r>
    </w:p>
  </w:footnote>
  <w:footnote w:id="9">
    <w:p w14:paraId="15DB594A" w14:textId="4F7F6F8E" w:rsidR="00AC6F01" w:rsidRPr="002324E2" w:rsidRDefault="00AC6F01" w:rsidP="00F54F68">
      <w:pPr>
        <w:pStyle w:val="FootnoteText"/>
        <w:ind w:right="849"/>
        <w:rPr>
          <w:lang w:val="en-US"/>
        </w:rPr>
      </w:pPr>
      <w:r w:rsidRPr="008C4A36">
        <w:tab/>
      </w:r>
      <w:r>
        <w:rPr>
          <w:rStyle w:val="FootnoteReference"/>
          <w:rFonts w:hint="eastAsia"/>
          <w:lang w:eastAsia="ja-JP"/>
        </w:rPr>
        <w:t>１</w:t>
      </w:r>
      <w:r w:rsidRPr="008C4A36">
        <w:tab/>
        <w:t>Distinguishing number of the country which has granted/extended/refused/withdrawn approval (see approval provisions in the Regulation).</w:t>
      </w:r>
    </w:p>
  </w:footnote>
  <w:footnote w:id="10">
    <w:p w14:paraId="1AFD1775" w14:textId="11CF05C4" w:rsidR="00AC6F01" w:rsidRPr="002324E2" w:rsidRDefault="00AC6F01" w:rsidP="00F54F68">
      <w:pPr>
        <w:pStyle w:val="FootnoteText"/>
        <w:rPr>
          <w:lang w:val="en-US"/>
        </w:rPr>
      </w:pPr>
      <w:r w:rsidRPr="008C4A36">
        <w:tab/>
      </w:r>
      <w:r>
        <w:rPr>
          <w:rStyle w:val="FootnoteReference"/>
          <w:rFonts w:hint="eastAsia"/>
          <w:lang w:eastAsia="ja-JP"/>
        </w:rPr>
        <w:t>2</w:t>
      </w:r>
      <w:r w:rsidRPr="008C4A36">
        <w:t xml:space="preserve"> </w:t>
      </w:r>
      <w:r w:rsidRPr="008C4A36">
        <w:tab/>
        <w:t>Strike out what does not apply.</w:t>
      </w:r>
    </w:p>
  </w:footnote>
  <w:footnote w:id="11">
    <w:p w14:paraId="265874A5" w14:textId="77777777" w:rsidR="00AC6F01" w:rsidRPr="002324E2" w:rsidRDefault="00AC6F01" w:rsidP="00F54F68">
      <w:pPr>
        <w:pStyle w:val="FootnoteText"/>
        <w:rPr>
          <w:lang w:val="en-US"/>
        </w:rPr>
      </w:pPr>
      <w:r w:rsidRPr="008C4A36">
        <w:tab/>
      </w:r>
      <w:r>
        <w:rPr>
          <w:rStyle w:val="FootnoteReference"/>
        </w:rPr>
        <w:footnoteRef/>
      </w:r>
      <w:r w:rsidRPr="008C4A36">
        <w:tab/>
        <w:t>Definitions taken from CIE publication 50 (45), International Electronical Vocabulary, Group 45, Lighting</w:t>
      </w:r>
    </w:p>
  </w:footnote>
  <w:footnote w:id="12">
    <w:p w14:paraId="2A7FAB0B" w14:textId="77777777" w:rsidR="00AC6F01" w:rsidRPr="008C4A36" w:rsidRDefault="00AC6F01" w:rsidP="00F54F68">
      <w:pPr>
        <w:pStyle w:val="FootnoteText"/>
      </w:pPr>
      <w:r>
        <w:tab/>
      </w:r>
      <w:r>
        <w:rPr>
          <w:rStyle w:val="FootnoteReference"/>
        </w:rPr>
        <w:footnoteRef/>
      </w:r>
      <w:r w:rsidRPr="008C4A36">
        <w:t xml:space="preserve"> </w:t>
      </w:r>
      <w:r w:rsidRPr="008C4A36">
        <w:tab/>
        <w:t xml:space="preserve">Abridged table. The values of </w:t>
      </w:r>
      <w:r>
        <w:rPr>
          <w:noProof/>
          <w:lang w:val="en-US" w:eastAsia="ja-JP"/>
        </w:rPr>
        <w:drawing>
          <wp:inline distT="0" distB="0" distL="0" distR="0" wp14:anchorId="4A402F7E" wp14:editId="537A4ADA">
            <wp:extent cx="828675" cy="14287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142875"/>
                    </a:xfrm>
                    <a:prstGeom prst="rect">
                      <a:avLst/>
                    </a:prstGeom>
                    <a:noFill/>
                    <a:ln>
                      <a:noFill/>
                    </a:ln>
                  </pic:spPr>
                </pic:pic>
              </a:graphicData>
            </a:graphic>
          </wp:inline>
        </w:drawing>
      </w:r>
      <w:r w:rsidRPr="008C4A36">
        <w:t>are rounded off to four decimal places</w:t>
      </w:r>
    </w:p>
  </w:footnote>
  <w:footnote w:id="13">
    <w:p w14:paraId="20B4B86C" w14:textId="60BF7708" w:rsidR="00AC6F01" w:rsidRPr="00241CD7" w:rsidRDefault="00AC6F01">
      <w:pPr>
        <w:pStyle w:val="FootnoteText"/>
        <w:rPr>
          <w:lang w:val="fr-CH"/>
        </w:rPr>
      </w:pPr>
      <w:r w:rsidRPr="008C4A36">
        <w:tab/>
      </w:r>
      <w:r>
        <w:rPr>
          <w:rStyle w:val="FootnoteReference"/>
        </w:rPr>
        <w:footnoteRef/>
      </w:r>
      <w:r w:rsidRPr="008C4A36">
        <w:tab/>
      </w:r>
      <w:r w:rsidRPr="003622EC">
        <w:t>The procedure is described in Annex 1 to the Consolidated Resolution on the Construction of Vehicles (R</w:t>
      </w:r>
      <w:r>
        <w:t>.</w:t>
      </w:r>
      <w:r w:rsidRPr="003622EC">
        <w:t>E.3) (document ECE/TRANS/WP.29/78/Rev.</w:t>
      </w:r>
      <w:r>
        <w:t>4</w:t>
      </w:r>
      <w:r w:rsidRPr="003622EC">
        <w:t xml:space="preserve">). </w:t>
      </w:r>
      <w:hyperlink r:id="rId2" w:history="1">
        <w:r w:rsidRPr="001062D3">
          <w:rPr>
            <w:rStyle w:val="Hyperlink"/>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D18DF" w14:textId="0B73007B" w:rsidR="00AC6F01" w:rsidRDefault="00AC6F01" w:rsidP="00A076A9">
    <w:pPr>
      <w:pStyle w:val="Header"/>
      <w:rPr>
        <w:lang w:eastAsia="ja-JP"/>
      </w:rPr>
    </w:pPr>
    <w:r>
      <w:rPr>
        <w:iCs/>
        <w:lang w:val="fr-CH"/>
      </w:rPr>
      <w:t>ECE/TRANS/WP.29/GRSG/2020/4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D98C9" w14:textId="77777777" w:rsidR="00AC6F01" w:rsidRPr="0040362C" w:rsidRDefault="00AC6F01" w:rsidP="00073056">
    <w:pPr>
      <w:pStyle w:val="Header"/>
      <w:pBdr>
        <w:bottom w:val="single" w:sz="4" w:space="2"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695D" w14:textId="329A8B46" w:rsidR="00AC6F01" w:rsidRPr="003337FA" w:rsidRDefault="00AC6F01" w:rsidP="00073056">
    <w:r>
      <w:rPr>
        <w:noProof/>
        <w:lang w:val="en-US" w:eastAsia="ja-JP"/>
      </w:rPr>
      <mc:AlternateContent>
        <mc:Choice Requires="wps">
          <w:drawing>
            <wp:anchor distT="0" distB="0" distL="114300" distR="114300" simplePos="0" relativeHeight="251657216" behindDoc="0" locked="0" layoutInCell="1" allowOverlap="1" wp14:anchorId="60C103D6" wp14:editId="603628EA">
              <wp:simplePos x="0" y="0"/>
              <wp:positionH relativeFrom="page">
                <wp:posOffset>10183090</wp:posOffset>
              </wp:positionH>
              <wp:positionV relativeFrom="margin">
                <wp:align>top</wp:align>
              </wp:positionV>
              <wp:extent cx="197097" cy="6120130"/>
              <wp:effectExtent l="0" t="0" r="0" b="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097"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EAC1E" w14:textId="5E884DEC" w:rsidR="00AC6F01" w:rsidRPr="00EC350C" w:rsidRDefault="00AC6F01" w:rsidP="00EC350C">
                          <w:pPr>
                            <w:pBdr>
                              <w:bottom w:val="single" w:sz="2" w:space="1" w:color="auto"/>
                            </w:pBdr>
                            <w:rPr>
                              <w:b/>
                              <w:bCs/>
                              <w:sz w:val="18"/>
                              <w:szCs w:val="18"/>
                              <w:lang w:val="es-ES"/>
                            </w:rPr>
                          </w:pPr>
                          <w:r w:rsidRPr="00EC350C">
                            <w:rPr>
                              <w:b/>
                              <w:bCs/>
                              <w:iCs/>
                              <w:sz w:val="18"/>
                              <w:szCs w:val="18"/>
                              <w:lang w:val="es-ES"/>
                            </w:rPr>
                            <w:t>ECE/TRANS/WP.29/GRSG/2020/4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103D6" id="_x0000_t202" coordsize="21600,21600" o:spt="202" path="m,l,21600r21600,l21600,xe">
              <v:stroke joinstyle="miter"/>
              <v:path gradientshapeok="t" o:connecttype="rect"/>
            </v:shapetype>
            <v:shape id="Text Box 43" o:spid="_x0000_s1477" type="#_x0000_t202" style="position:absolute;margin-left:801.8pt;margin-top:0;width:15.5pt;height:481.9pt;z-index:251657216;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" stroked="f">
              <v:textbox style="layout-flow:vertical" inset="0,0,0,0">
                <w:txbxContent>
                  <w:p w14:paraId="6BBEAC1E" w14:textId="5E884DEC" w:rsidR="00AC6F01" w:rsidRPr="00EC350C" w:rsidRDefault="00AC6F01" w:rsidP="00EC350C">
                    <w:pPr>
                      <w:pBdr>
                        <w:bottom w:val="single" w:sz="2" w:space="1" w:color="auto"/>
                      </w:pBdr>
                      <w:rPr>
                        <w:b/>
                        <w:bCs/>
                        <w:sz w:val="18"/>
                        <w:szCs w:val="18"/>
                        <w:lang w:val="es-ES"/>
                      </w:rPr>
                    </w:pPr>
                    <w:r w:rsidRPr="00EC350C">
                      <w:rPr>
                        <w:b/>
                        <w:bCs/>
                        <w:iCs/>
                        <w:sz w:val="18"/>
                        <w:szCs w:val="18"/>
                        <w:lang w:val="es-ES"/>
                      </w:rPr>
                      <w:t>ECE/TRANS/WP.29/GRSG/2020/4</w:t>
                    </w:r>
                  </w:p>
                </w:txbxContent>
              </v:textbox>
              <w10:wrap anchorx="page" anchory="margin"/>
            </v:shape>
          </w:pict>
        </mc:Fallback>
      </mc:AlternateContent>
    </w:r>
    <w:r>
      <w:rPr>
        <w:noProof/>
        <w:lang w:val="en-US" w:eastAsia="ja-JP"/>
      </w:rPr>
      <mc:AlternateContent>
        <mc:Choice Requires="wps">
          <w:drawing>
            <wp:anchor distT="0" distB="0" distL="114300" distR="114300" simplePos="0" relativeHeight="251661312" behindDoc="0" locked="0" layoutInCell="1" allowOverlap="1" wp14:anchorId="5DB36AC7" wp14:editId="676093A6">
              <wp:simplePos x="0" y="0"/>
              <wp:positionH relativeFrom="margin">
                <wp:posOffset>-1150925</wp:posOffset>
              </wp:positionH>
              <wp:positionV relativeFrom="margin">
                <wp:posOffset>0</wp:posOffset>
              </wp:positionV>
              <wp:extent cx="222885" cy="6120130"/>
              <wp:effectExtent l="0" t="0" r="5715" b="0"/>
              <wp:wrapNone/>
              <wp:docPr id="1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0B30CC" w14:textId="0B11FB18" w:rsidR="00AC6F01" w:rsidRDefault="00AC6F01"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32</w:t>
                          </w:r>
                          <w:r w:rsidRPr="000E2F00">
                            <w:rPr>
                              <w:b/>
                              <w:sz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36AC7" id="Text Box 44" o:spid="_x0000_s1478" type="#_x0000_t202" style="position:absolute;margin-left:-90.6pt;margin-top:0;width:17.55pt;height:481.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" stroked="f">
              <v:textbox style="layout-flow:vertical" inset="0,0,0,0">
                <w:txbxContent>
                  <w:p w14:paraId="3A0B30CC" w14:textId="0B11FB18" w:rsidR="00AC6F01" w:rsidRDefault="00AC6F01"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32</w:t>
                    </w:r>
                    <w:r w:rsidRPr="000E2F00">
                      <w:rPr>
                        <w:b/>
                        <w:sz w:val="18"/>
                      </w:rPr>
                      <w:fldChar w:fldCharType="end"/>
                    </w:r>
                  </w:p>
                </w:txbxContent>
              </v:textbox>
              <w10:wrap anchorx="margin"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240F6" w14:textId="77777777" w:rsidR="00AC6F01" w:rsidRPr="0040362C" w:rsidRDefault="00AC6F01" w:rsidP="0007305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824CC" w14:textId="78A3616F" w:rsidR="00AC6F01" w:rsidRPr="00567A8C" w:rsidRDefault="00AC6F01" w:rsidP="00E37EB6">
    <w:pPr>
      <w:pStyle w:val="Header"/>
      <w:jc w:val="right"/>
      <w:rPr>
        <w:lang w:eastAsia="ja-JP"/>
      </w:rPr>
    </w:pPr>
    <w:r>
      <w:rPr>
        <w:iCs/>
        <w:lang w:val="fr-CH"/>
      </w:rPr>
      <w:t>ECE/TRANS/WP.29/GRSG/2020/4</w:t>
    </w:r>
  </w:p>
  <w:p w14:paraId="672884AB" w14:textId="77777777" w:rsidR="00AC6F01" w:rsidRPr="00A076A9" w:rsidRDefault="00AC6F01" w:rsidP="00517911">
    <w:pPr>
      <w:pStyle w:val="Header"/>
      <w:pBdr>
        <w:bottom w:val="none" w:sz="0" w:space="0" w:color="auto"/>
      </w:pBdr>
      <w:jc w:val="right"/>
      <w:rPr>
        <w:iCs/>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6F2B2D22" w:rsidR="00AC6F01" w:rsidRPr="00803BF8" w:rsidRDefault="00AC6F01">
    <w:pPr>
      <w:pStyle w:val="Header"/>
    </w:pPr>
    <w:r>
      <w:t>ECE/TRANS/WP.29/GRSG/</w:t>
    </w:r>
    <w:r w:rsidRPr="00DF418A">
      <w:t>20</w:t>
    </w:r>
    <w:r>
      <w:t>20/4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48443FDF" w:rsidR="00AC6F01" w:rsidRPr="00803BF8" w:rsidRDefault="00AC6F01" w:rsidP="00803BF8">
    <w:pPr>
      <w:pStyle w:val="Header"/>
      <w:jc w:val="right"/>
    </w:pPr>
    <w:r>
      <w:t>ECE/TRANS/WP.29/GRSG/2020/4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50F3" w14:textId="77777777" w:rsidR="00AC6F01" w:rsidRPr="00567A8C" w:rsidRDefault="00AC6F01" w:rsidP="00667E4E">
    <w:pPr>
      <w:pStyle w:val="Header"/>
      <w:ind w:right="141"/>
      <w:rPr>
        <w:lang w:eastAsia="ja-JP"/>
      </w:rPr>
    </w:pPr>
    <w:r>
      <w:rPr>
        <w:iCs/>
        <w:lang w:val="fr-CH"/>
      </w:rPr>
      <w:t>ECE/TRANS/WP.29/GRSG/2020/4</w:t>
    </w:r>
  </w:p>
  <w:p w14:paraId="6D75DCB1" w14:textId="77777777" w:rsidR="00AC6F01" w:rsidRDefault="00AC6F01" w:rsidP="00AC6F01">
    <w:pPr>
      <w:pStyle w:val="Header"/>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1E080" w14:textId="770FE3B4" w:rsidR="00AC6F01" w:rsidRPr="00567A8C" w:rsidRDefault="00AC6F01" w:rsidP="00E37EB6">
    <w:pPr>
      <w:pStyle w:val="Header"/>
      <w:jc w:val="right"/>
      <w:rPr>
        <w:lang w:eastAsia="ja-JP"/>
      </w:rPr>
    </w:pPr>
    <w:r>
      <w:rPr>
        <w:iCs/>
        <w:lang w:val="fr-CH"/>
      </w:rPr>
      <w:t>ECE/TRANS/WP.29/GRSG/2020/4</w:t>
    </w:r>
  </w:p>
  <w:p w14:paraId="51C86406" w14:textId="7EF991E4" w:rsidR="00AC6F01" w:rsidRPr="00A076A9" w:rsidRDefault="00AC6F01" w:rsidP="00517911">
    <w:pPr>
      <w:pStyle w:val="Header"/>
      <w:pBdr>
        <w:bottom w:val="none" w:sz="0" w:space="0" w:color="auto"/>
      </w:pBdr>
      <w:jc w:val="right"/>
      <w:rPr>
        <w:iCs/>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B0CD1" w14:textId="77777777" w:rsidR="00D72879" w:rsidRDefault="00D728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5EAF6" w14:textId="4E019239" w:rsidR="00AC6F01" w:rsidRPr="00A658D2" w:rsidRDefault="00AC6F01" w:rsidP="00A658D2">
    <w:pPr>
      <w:pBdr>
        <w:bottom w:val="single" w:sz="4" w:space="1" w:color="auto"/>
      </w:pBdr>
      <w:spacing w:line="240" w:lineRule="auto"/>
      <w:rPr>
        <w:b/>
        <w:bCs/>
        <w:sz w:val="16"/>
        <w:szCs w:val="16"/>
      </w:rPr>
    </w:pPr>
    <w:r w:rsidRPr="00A658D2">
      <w:rPr>
        <w:b/>
        <w:bCs/>
        <w:iCs/>
        <w:sz w:val="18"/>
        <w:szCs w:val="18"/>
        <w:lang w:val="fr-CH"/>
      </w:rPr>
      <w:t>ECE/TRANS/WP.29/GRSG/2020/4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77822" w14:textId="5F0AFC48" w:rsidR="00AC6F01" w:rsidRPr="0040362C" w:rsidRDefault="00AC6F01" w:rsidP="00073056">
    <w:pPr>
      <w:pStyle w:val="Header"/>
    </w:pPr>
    <w:r>
      <w:rPr>
        <w:iCs/>
        <w:lang w:val="fr-CH"/>
      </w:rPr>
      <w:t>ECE/TRANS/WP.29/GRSG/2020/4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A0F69" w14:textId="6F079AF9" w:rsidR="00AC6F01" w:rsidRPr="00567A8C" w:rsidRDefault="00AC6F01" w:rsidP="00073056">
    <w:pPr>
      <w:pStyle w:val="Header"/>
    </w:pPr>
    <w:r>
      <w:rPr>
        <w:iCs/>
        <w:lang w:val="fr-CH"/>
      </w:rPr>
      <w:t>ECE/TRANS/WP.29/GRSG/2019/16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1328F" w14:textId="1B6FBED6" w:rsidR="00AC6F01" w:rsidRPr="0040362C" w:rsidRDefault="00AC6F01" w:rsidP="00073056">
    <w:pPr>
      <w:pStyle w:val="Header"/>
    </w:pPr>
    <w:r>
      <w:rPr>
        <w:iCs/>
        <w:lang w:val="fr-CH"/>
      </w:rPr>
      <w:t>ECE/TRANS/WP.29/GRSG/2020/4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39C4" w14:textId="364C25A3" w:rsidR="00AC6F01" w:rsidRPr="00567A8C" w:rsidRDefault="00AC6F01" w:rsidP="00073056">
    <w:pPr>
      <w:pStyle w:val="Header"/>
    </w:pPr>
    <w:r>
      <w:rPr>
        <w:iCs/>
        <w:lang w:val="fr-CH"/>
      </w:rPr>
      <w:t>ECE/TRANS/WP.29/GRSG/2019/16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78D48" w14:textId="51A7E798" w:rsidR="00AC6F01" w:rsidRDefault="00AC6F01" w:rsidP="00073056">
    <w:pPr>
      <w:pStyle w:val="Header"/>
      <w:pBdr>
        <w:bottom w:val="single" w:sz="4" w:space="1" w:color="auto"/>
      </w:pBdr>
    </w:pPr>
    <w:r>
      <w:rPr>
        <w:iCs/>
        <w:lang w:val="fr-CH"/>
      </w:rPr>
      <w:t>ECE/TRANS/WP.29/GRSG/2020/4</w:t>
    </w:r>
  </w:p>
  <w:p w14:paraId="06D3D030" w14:textId="77777777" w:rsidR="00AC6F01" w:rsidRPr="0040362C" w:rsidRDefault="00AC6F01" w:rsidP="0007305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3"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8"/>
  </w:num>
  <w:num w:numId="15">
    <w:abstractNumId w:val="20"/>
  </w:num>
  <w:num w:numId="16">
    <w:abstractNumId w:val="21"/>
  </w:num>
  <w:num w:numId="17">
    <w:abstractNumId w:val="14"/>
  </w:num>
  <w:num w:numId="18">
    <w:abstractNumId w:val="13"/>
  </w:num>
  <w:num w:numId="19">
    <w:abstractNumId w:val="16"/>
  </w:num>
  <w:num w:numId="20">
    <w:abstractNumId w:val="15"/>
  </w:num>
  <w:num w:numId="21">
    <w:abstractNumId w:val="19"/>
  </w:num>
  <w:num w:numId="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fr-CH" w:vendorID="64" w:dllVersion="0" w:nlCheck="1" w:checkStyle="0"/>
  <w:activeWritingStyle w:appName="MSWord" w:lang="es-ES" w:vendorID="64" w:dllVersion="0" w:nlCheck="1" w:checkStyle="0"/>
  <w:activeWritingStyle w:appName="MSWord" w:lang="ja-JP" w:vendorID="64" w:dllVersion="6" w:nlCheck="1" w:checkStyle="1"/>
  <w:activeWritingStyle w:appName="MSWord" w:lang="ja-JP" w:vendorID="64" w:dllVersion="0" w:nlCheck="1" w:checkStyle="1"/>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0376D"/>
    <w:rsid w:val="00012E14"/>
    <w:rsid w:val="00013D2A"/>
    <w:rsid w:val="00014605"/>
    <w:rsid w:val="000148A1"/>
    <w:rsid w:val="00015434"/>
    <w:rsid w:val="00015799"/>
    <w:rsid w:val="00016AE9"/>
    <w:rsid w:val="00024525"/>
    <w:rsid w:val="00031ABF"/>
    <w:rsid w:val="000333D4"/>
    <w:rsid w:val="00034C7C"/>
    <w:rsid w:val="0003564D"/>
    <w:rsid w:val="00037160"/>
    <w:rsid w:val="00041169"/>
    <w:rsid w:val="00043B2C"/>
    <w:rsid w:val="00045889"/>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1103"/>
    <w:rsid w:val="00072C8C"/>
    <w:rsid w:val="00073056"/>
    <w:rsid w:val="000733B5"/>
    <w:rsid w:val="00073F5F"/>
    <w:rsid w:val="00074B8A"/>
    <w:rsid w:val="00075E1A"/>
    <w:rsid w:val="00081037"/>
    <w:rsid w:val="0008164E"/>
    <w:rsid w:val="000817F1"/>
    <w:rsid w:val="00081815"/>
    <w:rsid w:val="000876DE"/>
    <w:rsid w:val="000929FE"/>
    <w:rsid w:val="000931C0"/>
    <w:rsid w:val="00093832"/>
    <w:rsid w:val="00094F47"/>
    <w:rsid w:val="00095AC9"/>
    <w:rsid w:val="000A1800"/>
    <w:rsid w:val="000A525F"/>
    <w:rsid w:val="000A5649"/>
    <w:rsid w:val="000A63F8"/>
    <w:rsid w:val="000B0595"/>
    <w:rsid w:val="000B170F"/>
    <w:rsid w:val="000B175B"/>
    <w:rsid w:val="000B1CD2"/>
    <w:rsid w:val="000B2D7B"/>
    <w:rsid w:val="000B2F02"/>
    <w:rsid w:val="000B3A0F"/>
    <w:rsid w:val="000B4DF2"/>
    <w:rsid w:val="000B4EF7"/>
    <w:rsid w:val="000B599E"/>
    <w:rsid w:val="000B5ECB"/>
    <w:rsid w:val="000C050B"/>
    <w:rsid w:val="000C2C03"/>
    <w:rsid w:val="000C2D2E"/>
    <w:rsid w:val="000C4093"/>
    <w:rsid w:val="000C5DE5"/>
    <w:rsid w:val="000D0516"/>
    <w:rsid w:val="000D1E01"/>
    <w:rsid w:val="000D33FA"/>
    <w:rsid w:val="000D4EB3"/>
    <w:rsid w:val="000D690E"/>
    <w:rsid w:val="000D70AC"/>
    <w:rsid w:val="000E034C"/>
    <w:rsid w:val="000E0415"/>
    <w:rsid w:val="000E0B20"/>
    <w:rsid w:val="000E2AC1"/>
    <w:rsid w:val="000E5E72"/>
    <w:rsid w:val="000F1AC1"/>
    <w:rsid w:val="000F2AD8"/>
    <w:rsid w:val="000F2D8F"/>
    <w:rsid w:val="000F39BC"/>
    <w:rsid w:val="000F7E76"/>
    <w:rsid w:val="00101131"/>
    <w:rsid w:val="001044E5"/>
    <w:rsid w:val="001058B4"/>
    <w:rsid w:val="00105BF1"/>
    <w:rsid w:val="00107CBF"/>
    <w:rsid w:val="00110360"/>
    <w:rsid w:val="001103AA"/>
    <w:rsid w:val="00112D6E"/>
    <w:rsid w:val="001144D1"/>
    <w:rsid w:val="00115308"/>
    <w:rsid w:val="0011666B"/>
    <w:rsid w:val="001228BD"/>
    <w:rsid w:val="00122CBC"/>
    <w:rsid w:val="00123206"/>
    <w:rsid w:val="00130933"/>
    <w:rsid w:val="00130E03"/>
    <w:rsid w:val="0013231C"/>
    <w:rsid w:val="0013381C"/>
    <w:rsid w:val="00133E6D"/>
    <w:rsid w:val="001359D2"/>
    <w:rsid w:val="00135BEE"/>
    <w:rsid w:val="0013675E"/>
    <w:rsid w:val="001407D5"/>
    <w:rsid w:val="00143418"/>
    <w:rsid w:val="00147241"/>
    <w:rsid w:val="00147816"/>
    <w:rsid w:val="00151D03"/>
    <w:rsid w:val="00152B52"/>
    <w:rsid w:val="0015404F"/>
    <w:rsid w:val="00154165"/>
    <w:rsid w:val="00155592"/>
    <w:rsid w:val="00156C8F"/>
    <w:rsid w:val="001602AF"/>
    <w:rsid w:val="00160B90"/>
    <w:rsid w:val="001615F1"/>
    <w:rsid w:val="00163BF7"/>
    <w:rsid w:val="00164A85"/>
    <w:rsid w:val="00165F3A"/>
    <w:rsid w:val="001662EC"/>
    <w:rsid w:val="00170A05"/>
    <w:rsid w:val="00172D26"/>
    <w:rsid w:val="0017324C"/>
    <w:rsid w:val="00174F76"/>
    <w:rsid w:val="00182290"/>
    <w:rsid w:val="001827D1"/>
    <w:rsid w:val="001833BC"/>
    <w:rsid w:val="00184490"/>
    <w:rsid w:val="00184A77"/>
    <w:rsid w:val="0019102D"/>
    <w:rsid w:val="00191578"/>
    <w:rsid w:val="00192180"/>
    <w:rsid w:val="00193F1C"/>
    <w:rsid w:val="00194E3F"/>
    <w:rsid w:val="001963AC"/>
    <w:rsid w:val="00197D24"/>
    <w:rsid w:val="001A3955"/>
    <w:rsid w:val="001A5101"/>
    <w:rsid w:val="001B4B04"/>
    <w:rsid w:val="001C1271"/>
    <w:rsid w:val="001C4AFE"/>
    <w:rsid w:val="001C6663"/>
    <w:rsid w:val="001C7895"/>
    <w:rsid w:val="001D0C8C"/>
    <w:rsid w:val="001D1419"/>
    <w:rsid w:val="001D26DF"/>
    <w:rsid w:val="001D3177"/>
    <w:rsid w:val="001D3882"/>
    <w:rsid w:val="001D3A03"/>
    <w:rsid w:val="001D4261"/>
    <w:rsid w:val="001D6907"/>
    <w:rsid w:val="001E0C22"/>
    <w:rsid w:val="001E2593"/>
    <w:rsid w:val="001E4121"/>
    <w:rsid w:val="001E47B9"/>
    <w:rsid w:val="001E7B67"/>
    <w:rsid w:val="001E7CAC"/>
    <w:rsid w:val="001F0DAC"/>
    <w:rsid w:val="001F20EF"/>
    <w:rsid w:val="001F6F76"/>
    <w:rsid w:val="001F72E8"/>
    <w:rsid w:val="00202BF3"/>
    <w:rsid w:val="00202DA8"/>
    <w:rsid w:val="002057AE"/>
    <w:rsid w:val="0021164B"/>
    <w:rsid w:val="00211E0B"/>
    <w:rsid w:val="002134E0"/>
    <w:rsid w:val="00221398"/>
    <w:rsid w:val="00221BD3"/>
    <w:rsid w:val="00226409"/>
    <w:rsid w:val="00230A28"/>
    <w:rsid w:val="00231677"/>
    <w:rsid w:val="00233BB0"/>
    <w:rsid w:val="002354AE"/>
    <w:rsid w:val="002355D5"/>
    <w:rsid w:val="00237023"/>
    <w:rsid w:val="00241CD7"/>
    <w:rsid w:val="00243627"/>
    <w:rsid w:val="0024568B"/>
    <w:rsid w:val="00246027"/>
    <w:rsid w:val="0024772E"/>
    <w:rsid w:val="00250957"/>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5B62"/>
    <w:rsid w:val="00286888"/>
    <w:rsid w:val="00286B4D"/>
    <w:rsid w:val="00286C45"/>
    <w:rsid w:val="0028776F"/>
    <w:rsid w:val="00287D12"/>
    <w:rsid w:val="00290B79"/>
    <w:rsid w:val="002925FB"/>
    <w:rsid w:val="0029260D"/>
    <w:rsid w:val="002934A0"/>
    <w:rsid w:val="002938CC"/>
    <w:rsid w:val="00293C65"/>
    <w:rsid w:val="00294129"/>
    <w:rsid w:val="00297E26"/>
    <w:rsid w:val="002A0D4A"/>
    <w:rsid w:val="002A42DD"/>
    <w:rsid w:val="002A4687"/>
    <w:rsid w:val="002A4D51"/>
    <w:rsid w:val="002A63D3"/>
    <w:rsid w:val="002A7DBF"/>
    <w:rsid w:val="002B31F7"/>
    <w:rsid w:val="002B4079"/>
    <w:rsid w:val="002B47CA"/>
    <w:rsid w:val="002B69AE"/>
    <w:rsid w:val="002B6B22"/>
    <w:rsid w:val="002C0D4D"/>
    <w:rsid w:val="002C1B3A"/>
    <w:rsid w:val="002C2315"/>
    <w:rsid w:val="002C2A08"/>
    <w:rsid w:val="002C3497"/>
    <w:rsid w:val="002C5141"/>
    <w:rsid w:val="002C567B"/>
    <w:rsid w:val="002C64E5"/>
    <w:rsid w:val="002C6BB6"/>
    <w:rsid w:val="002C73E0"/>
    <w:rsid w:val="002D046E"/>
    <w:rsid w:val="002D0F59"/>
    <w:rsid w:val="002D1AE4"/>
    <w:rsid w:val="002D33A6"/>
    <w:rsid w:val="002D33D6"/>
    <w:rsid w:val="002D4643"/>
    <w:rsid w:val="002D4AD3"/>
    <w:rsid w:val="002D4C85"/>
    <w:rsid w:val="002D4CFC"/>
    <w:rsid w:val="002E093F"/>
    <w:rsid w:val="002E2EB7"/>
    <w:rsid w:val="002E4A30"/>
    <w:rsid w:val="002E53B4"/>
    <w:rsid w:val="002E5532"/>
    <w:rsid w:val="002E5684"/>
    <w:rsid w:val="002E7F93"/>
    <w:rsid w:val="002F04B8"/>
    <w:rsid w:val="002F0546"/>
    <w:rsid w:val="002F1452"/>
    <w:rsid w:val="002F175C"/>
    <w:rsid w:val="002F1D8E"/>
    <w:rsid w:val="002F5AC5"/>
    <w:rsid w:val="002F6B30"/>
    <w:rsid w:val="002F725C"/>
    <w:rsid w:val="002F7A67"/>
    <w:rsid w:val="002F7DE0"/>
    <w:rsid w:val="0030176D"/>
    <w:rsid w:val="0030272D"/>
    <w:rsid w:val="0030298D"/>
    <w:rsid w:val="00302E18"/>
    <w:rsid w:val="003067D5"/>
    <w:rsid w:val="00311E9D"/>
    <w:rsid w:val="00312F59"/>
    <w:rsid w:val="00313C10"/>
    <w:rsid w:val="0031733E"/>
    <w:rsid w:val="00320995"/>
    <w:rsid w:val="00320D2F"/>
    <w:rsid w:val="00321CB6"/>
    <w:rsid w:val="003229D8"/>
    <w:rsid w:val="003237A4"/>
    <w:rsid w:val="00325908"/>
    <w:rsid w:val="00326932"/>
    <w:rsid w:val="00330F1A"/>
    <w:rsid w:val="003311A6"/>
    <w:rsid w:val="003351DE"/>
    <w:rsid w:val="00336789"/>
    <w:rsid w:val="003369B2"/>
    <w:rsid w:val="003406CC"/>
    <w:rsid w:val="0034070E"/>
    <w:rsid w:val="0034168B"/>
    <w:rsid w:val="00341F69"/>
    <w:rsid w:val="0034288D"/>
    <w:rsid w:val="0034477E"/>
    <w:rsid w:val="003450DD"/>
    <w:rsid w:val="003451F4"/>
    <w:rsid w:val="00347A83"/>
    <w:rsid w:val="003516C1"/>
    <w:rsid w:val="00352181"/>
    <w:rsid w:val="00352709"/>
    <w:rsid w:val="003561F8"/>
    <w:rsid w:val="00356E54"/>
    <w:rsid w:val="003619B5"/>
    <w:rsid w:val="00361AC3"/>
    <w:rsid w:val="00364F13"/>
    <w:rsid w:val="00365763"/>
    <w:rsid w:val="00371178"/>
    <w:rsid w:val="00372865"/>
    <w:rsid w:val="003734E3"/>
    <w:rsid w:val="00377817"/>
    <w:rsid w:val="003800C8"/>
    <w:rsid w:val="003810F8"/>
    <w:rsid w:val="00383155"/>
    <w:rsid w:val="0038516A"/>
    <w:rsid w:val="00391650"/>
    <w:rsid w:val="00392E47"/>
    <w:rsid w:val="00394CC7"/>
    <w:rsid w:val="003951CC"/>
    <w:rsid w:val="00396E5F"/>
    <w:rsid w:val="003A06B5"/>
    <w:rsid w:val="003A135A"/>
    <w:rsid w:val="003A3D17"/>
    <w:rsid w:val="003A5828"/>
    <w:rsid w:val="003A6810"/>
    <w:rsid w:val="003A7420"/>
    <w:rsid w:val="003A749D"/>
    <w:rsid w:val="003B1EDF"/>
    <w:rsid w:val="003B3516"/>
    <w:rsid w:val="003B38FA"/>
    <w:rsid w:val="003B4673"/>
    <w:rsid w:val="003B5C51"/>
    <w:rsid w:val="003C17CC"/>
    <w:rsid w:val="003C2CC4"/>
    <w:rsid w:val="003C46E4"/>
    <w:rsid w:val="003C472E"/>
    <w:rsid w:val="003C4BA1"/>
    <w:rsid w:val="003C534D"/>
    <w:rsid w:val="003D4B23"/>
    <w:rsid w:val="003D751D"/>
    <w:rsid w:val="003E120B"/>
    <w:rsid w:val="003E130E"/>
    <w:rsid w:val="003E44F5"/>
    <w:rsid w:val="003F00E3"/>
    <w:rsid w:val="003F0532"/>
    <w:rsid w:val="003F1765"/>
    <w:rsid w:val="003F23F3"/>
    <w:rsid w:val="003F33B8"/>
    <w:rsid w:val="003F4275"/>
    <w:rsid w:val="003F5AFC"/>
    <w:rsid w:val="003F5B8D"/>
    <w:rsid w:val="003F6FC1"/>
    <w:rsid w:val="004019C4"/>
    <w:rsid w:val="00402CD1"/>
    <w:rsid w:val="00403D20"/>
    <w:rsid w:val="0040438C"/>
    <w:rsid w:val="00406C85"/>
    <w:rsid w:val="00410C89"/>
    <w:rsid w:val="00413FC7"/>
    <w:rsid w:val="00414256"/>
    <w:rsid w:val="004156AC"/>
    <w:rsid w:val="004164FC"/>
    <w:rsid w:val="00420557"/>
    <w:rsid w:val="00422E03"/>
    <w:rsid w:val="00423D86"/>
    <w:rsid w:val="00424EA7"/>
    <w:rsid w:val="0042591D"/>
    <w:rsid w:val="00425C32"/>
    <w:rsid w:val="00426B9B"/>
    <w:rsid w:val="00427447"/>
    <w:rsid w:val="004325CB"/>
    <w:rsid w:val="004329B2"/>
    <w:rsid w:val="0043676F"/>
    <w:rsid w:val="004371F7"/>
    <w:rsid w:val="0044059D"/>
    <w:rsid w:val="00442A83"/>
    <w:rsid w:val="00443911"/>
    <w:rsid w:val="004476E6"/>
    <w:rsid w:val="00452E75"/>
    <w:rsid w:val="0045368E"/>
    <w:rsid w:val="0045495B"/>
    <w:rsid w:val="004561E5"/>
    <w:rsid w:val="00456BF3"/>
    <w:rsid w:val="004572AE"/>
    <w:rsid w:val="00464BD6"/>
    <w:rsid w:val="004657CB"/>
    <w:rsid w:val="004675F5"/>
    <w:rsid w:val="00467FEF"/>
    <w:rsid w:val="00470779"/>
    <w:rsid w:val="00471015"/>
    <w:rsid w:val="00471BD2"/>
    <w:rsid w:val="0047406B"/>
    <w:rsid w:val="00475FCC"/>
    <w:rsid w:val="0047621F"/>
    <w:rsid w:val="00477526"/>
    <w:rsid w:val="00477A0D"/>
    <w:rsid w:val="00477B4B"/>
    <w:rsid w:val="00477C6B"/>
    <w:rsid w:val="0048237A"/>
    <w:rsid w:val="0048397A"/>
    <w:rsid w:val="0048413F"/>
    <w:rsid w:val="0048419F"/>
    <w:rsid w:val="00485CBB"/>
    <w:rsid w:val="004866B7"/>
    <w:rsid w:val="004935FC"/>
    <w:rsid w:val="00493DB9"/>
    <w:rsid w:val="00494AC7"/>
    <w:rsid w:val="00495A5D"/>
    <w:rsid w:val="004979E7"/>
    <w:rsid w:val="004A46A7"/>
    <w:rsid w:val="004A4BF7"/>
    <w:rsid w:val="004A6556"/>
    <w:rsid w:val="004A79FD"/>
    <w:rsid w:val="004B05F0"/>
    <w:rsid w:val="004B3889"/>
    <w:rsid w:val="004B3B45"/>
    <w:rsid w:val="004B79D0"/>
    <w:rsid w:val="004C2461"/>
    <w:rsid w:val="004C3774"/>
    <w:rsid w:val="004C409D"/>
    <w:rsid w:val="004C6B14"/>
    <w:rsid w:val="004C6CF7"/>
    <w:rsid w:val="004C7462"/>
    <w:rsid w:val="004C791A"/>
    <w:rsid w:val="004C7D42"/>
    <w:rsid w:val="004D0424"/>
    <w:rsid w:val="004D271C"/>
    <w:rsid w:val="004D65FF"/>
    <w:rsid w:val="004E040E"/>
    <w:rsid w:val="004E0683"/>
    <w:rsid w:val="004E0FDB"/>
    <w:rsid w:val="004E4A1A"/>
    <w:rsid w:val="004E58ED"/>
    <w:rsid w:val="004E6380"/>
    <w:rsid w:val="004E77B2"/>
    <w:rsid w:val="004F00B6"/>
    <w:rsid w:val="004F1622"/>
    <w:rsid w:val="004F1CBD"/>
    <w:rsid w:val="004F2665"/>
    <w:rsid w:val="004F504A"/>
    <w:rsid w:val="004F7100"/>
    <w:rsid w:val="00501396"/>
    <w:rsid w:val="0050261A"/>
    <w:rsid w:val="00503971"/>
    <w:rsid w:val="0050463D"/>
    <w:rsid w:val="00504B2D"/>
    <w:rsid w:val="00506897"/>
    <w:rsid w:val="00507132"/>
    <w:rsid w:val="005075B1"/>
    <w:rsid w:val="00513450"/>
    <w:rsid w:val="00514D2C"/>
    <w:rsid w:val="005153D5"/>
    <w:rsid w:val="00516F20"/>
    <w:rsid w:val="00517911"/>
    <w:rsid w:val="0052136D"/>
    <w:rsid w:val="00521B5A"/>
    <w:rsid w:val="00524D7A"/>
    <w:rsid w:val="00527001"/>
    <w:rsid w:val="0052775E"/>
    <w:rsid w:val="005305DD"/>
    <w:rsid w:val="00540E10"/>
    <w:rsid w:val="00541B33"/>
    <w:rsid w:val="005420F2"/>
    <w:rsid w:val="00542312"/>
    <w:rsid w:val="00544CB6"/>
    <w:rsid w:val="0055161F"/>
    <w:rsid w:val="00551A59"/>
    <w:rsid w:val="0055217D"/>
    <w:rsid w:val="0055307C"/>
    <w:rsid w:val="005534A0"/>
    <w:rsid w:val="005541C4"/>
    <w:rsid w:val="00554D08"/>
    <w:rsid w:val="00556130"/>
    <w:rsid w:val="00557459"/>
    <w:rsid w:val="00557D04"/>
    <w:rsid w:val="0056209A"/>
    <w:rsid w:val="005628B6"/>
    <w:rsid w:val="005637BE"/>
    <w:rsid w:val="00564BCC"/>
    <w:rsid w:val="00566C4A"/>
    <w:rsid w:val="00567FD5"/>
    <w:rsid w:val="0057118C"/>
    <w:rsid w:val="0057288A"/>
    <w:rsid w:val="005751FB"/>
    <w:rsid w:val="00581DFE"/>
    <w:rsid w:val="00583363"/>
    <w:rsid w:val="00583457"/>
    <w:rsid w:val="005907C7"/>
    <w:rsid w:val="00593353"/>
    <w:rsid w:val="00593753"/>
    <w:rsid w:val="005941EC"/>
    <w:rsid w:val="00594D8B"/>
    <w:rsid w:val="00595700"/>
    <w:rsid w:val="00596CF1"/>
    <w:rsid w:val="0059724D"/>
    <w:rsid w:val="0059757F"/>
    <w:rsid w:val="005A1047"/>
    <w:rsid w:val="005A56A2"/>
    <w:rsid w:val="005B04D8"/>
    <w:rsid w:val="005B1513"/>
    <w:rsid w:val="005B23A6"/>
    <w:rsid w:val="005B320C"/>
    <w:rsid w:val="005B3DB3"/>
    <w:rsid w:val="005B41A3"/>
    <w:rsid w:val="005B4E13"/>
    <w:rsid w:val="005C0816"/>
    <w:rsid w:val="005C1629"/>
    <w:rsid w:val="005C342F"/>
    <w:rsid w:val="005C5509"/>
    <w:rsid w:val="005C5CC4"/>
    <w:rsid w:val="005C7D1E"/>
    <w:rsid w:val="005D04B2"/>
    <w:rsid w:val="005D3A46"/>
    <w:rsid w:val="005D3BF7"/>
    <w:rsid w:val="005D6B0A"/>
    <w:rsid w:val="005E001B"/>
    <w:rsid w:val="005E0D4D"/>
    <w:rsid w:val="005E48F9"/>
    <w:rsid w:val="005E74B4"/>
    <w:rsid w:val="005F4257"/>
    <w:rsid w:val="005F51A8"/>
    <w:rsid w:val="005F6D92"/>
    <w:rsid w:val="005F707C"/>
    <w:rsid w:val="005F72B3"/>
    <w:rsid w:val="005F7B75"/>
    <w:rsid w:val="005F7E66"/>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3070C"/>
    <w:rsid w:val="0063242B"/>
    <w:rsid w:val="006339D2"/>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55266"/>
    <w:rsid w:val="00662BB6"/>
    <w:rsid w:val="00662D8A"/>
    <w:rsid w:val="00663B3A"/>
    <w:rsid w:val="00664F9E"/>
    <w:rsid w:val="00667E4E"/>
    <w:rsid w:val="00671B51"/>
    <w:rsid w:val="00671C7E"/>
    <w:rsid w:val="006731C7"/>
    <w:rsid w:val="0067362F"/>
    <w:rsid w:val="00675314"/>
    <w:rsid w:val="006764C1"/>
    <w:rsid w:val="00676606"/>
    <w:rsid w:val="00676FBB"/>
    <w:rsid w:val="00680563"/>
    <w:rsid w:val="00680B35"/>
    <w:rsid w:val="00682E86"/>
    <w:rsid w:val="00683612"/>
    <w:rsid w:val="0068459E"/>
    <w:rsid w:val="00684C21"/>
    <w:rsid w:val="006958E8"/>
    <w:rsid w:val="00695A80"/>
    <w:rsid w:val="0069757E"/>
    <w:rsid w:val="006A0BC2"/>
    <w:rsid w:val="006A0DA5"/>
    <w:rsid w:val="006A2530"/>
    <w:rsid w:val="006A2748"/>
    <w:rsid w:val="006A284C"/>
    <w:rsid w:val="006A46E9"/>
    <w:rsid w:val="006A5AEC"/>
    <w:rsid w:val="006A7CA7"/>
    <w:rsid w:val="006B0475"/>
    <w:rsid w:val="006B4D98"/>
    <w:rsid w:val="006B4E99"/>
    <w:rsid w:val="006B4E9F"/>
    <w:rsid w:val="006B5488"/>
    <w:rsid w:val="006B5A77"/>
    <w:rsid w:val="006C3589"/>
    <w:rsid w:val="006C4609"/>
    <w:rsid w:val="006C51C3"/>
    <w:rsid w:val="006C70CD"/>
    <w:rsid w:val="006D0AE1"/>
    <w:rsid w:val="006D1FAC"/>
    <w:rsid w:val="006D211A"/>
    <w:rsid w:val="006D37AF"/>
    <w:rsid w:val="006D4C02"/>
    <w:rsid w:val="006D51D0"/>
    <w:rsid w:val="006D5219"/>
    <w:rsid w:val="006D52CA"/>
    <w:rsid w:val="006D5FB9"/>
    <w:rsid w:val="006D658E"/>
    <w:rsid w:val="006E15CA"/>
    <w:rsid w:val="006E3518"/>
    <w:rsid w:val="006E49F9"/>
    <w:rsid w:val="006E564B"/>
    <w:rsid w:val="006E7191"/>
    <w:rsid w:val="006E72E0"/>
    <w:rsid w:val="006E7863"/>
    <w:rsid w:val="006F01F6"/>
    <w:rsid w:val="006F0360"/>
    <w:rsid w:val="006F2D70"/>
    <w:rsid w:val="006F3112"/>
    <w:rsid w:val="006F3D7F"/>
    <w:rsid w:val="0070003C"/>
    <w:rsid w:val="007006A2"/>
    <w:rsid w:val="00700887"/>
    <w:rsid w:val="00702B9C"/>
    <w:rsid w:val="00703577"/>
    <w:rsid w:val="00703633"/>
    <w:rsid w:val="00704CB6"/>
    <w:rsid w:val="00705894"/>
    <w:rsid w:val="007072C1"/>
    <w:rsid w:val="007107A7"/>
    <w:rsid w:val="00710ABF"/>
    <w:rsid w:val="00715FB5"/>
    <w:rsid w:val="007162C0"/>
    <w:rsid w:val="00716CB7"/>
    <w:rsid w:val="0071721F"/>
    <w:rsid w:val="00720319"/>
    <w:rsid w:val="00721230"/>
    <w:rsid w:val="007247D3"/>
    <w:rsid w:val="0072632A"/>
    <w:rsid w:val="00727B60"/>
    <w:rsid w:val="007304FA"/>
    <w:rsid w:val="0073055F"/>
    <w:rsid w:val="00731186"/>
    <w:rsid w:val="007327D5"/>
    <w:rsid w:val="00735128"/>
    <w:rsid w:val="00736D05"/>
    <w:rsid w:val="00737569"/>
    <w:rsid w:val="007377C5"/>
    <w:rsid w:val="00740CE5"/>
    <w:rsid w:val="00740D04"/>
    <w:rsid w:val="00745F14"/>
    <w:rsid w:val="00746FB0"/>
    <w:rsid w:val="00750B8D"/>
    <w:rsid w:val="00757F2F"/>
    <w:rsid w:val="0076035A"/>
    <w:rsid w:val="007629C8"/>
    <w:rsid w:val="0076799C"/>
    <w:rsid w:val="0077047D"/>
    <w:rsid w:val="00774188"/>
    <w:rsid w:val="00775D04"/>
    <w:rsid w:val="00775F7C"/>
    <w:rsid w:val="0077691F"/>
    <w:rsid w:val="0077692C"/>
    <w:rsid w:val="00787E1A"/>
    <w:rsid w:val="00790854"/>
    <w:rsid w:val="00790A9A"/>
    <w:rsid w:val="00792500"/>
    <w:rsid w:val="00792970"/>
    <w:rsid w:val="00793B94"/>
    <w:rsid w:val="00794272"/>
    <w:rsid w:val="007948F3"/>
    <w:rsid w:val="00795767"/>
    <w:rsid w:val="0079616C"/>
    <w:rsid w:val="007A1FFD"/>
    <w:rsid w:val="007A238A"/>
    <w:rsid w:val="007A52E6"/>
    <w:rsid w:val="007B0E1A"/>
    <w:rsid w:val="007B12C9"/>
    <w:rsid w:val="007B2A30"/>
    <w:rsid w:val="007B6BA5"/>
    <w:rsid w:val="007C0546"/>
    <w:rsid w:val="007C2E71"/>
    <w:rsid w:val="007C3390"/>
    <w:rsid w:val="007C3B1C"/>
    <w:rsid w:val="007C481C"/>
    <w:rsid w:val="007C4F4B"/>
    <w:rsid w:val="007D0567"/>
    <w:rsid w:val="007D2276"/>
    <w:rsid w:val="007D24C3"/>
    <w:rsid w:val="007D2ADA"/>
    <w:rsid w:val="007D4D27"/>
    <w:rsid w:val="007E01E9"/>
    <w:rsid w:val="007E037D"/>
    <w:rsid w:val="007E318F"/>
    <w:rsid w:val="007E3C7D"/>
    <w:rsid w:val="007E5E15"/>
    <w:rsid w:val="007E63F3"/>
    <w:rsid w:val="007F0E12"/>
    <w:rsid w:val="007F1133"/>
    <w:rsid w:val="007F1DDA"/>
    <w:rsid w:val="007F1E3A"/>
    <w:rsid w:val="007F3673"/>
    <w:rsid w:val="007F4485"/>
    <w:rsid w:val="007F4F5C"/>
    <w:rsid w:val="007F53E5"/>
    <w:rsid w:val="007F6611"/>
    <w:rsid w:val="007F6FD3"/>
    <w:rsid w:val="00801D6A"/>
    <w:rsid w:val="00803BF8"/>
    <w:rsid w:val="00804C91"/>
    <w:rsid w:val="00806E1C"/>
    <w:rsid w:val="0081017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694A"/>
    <w:rsid w:val="00837D8A"/>
    <w:rsid w:val="00842EA3"/>
    <w:rsid w:val="00843767"/>
    <w:rsid w:val="00846374"/>
    <w:rsid w:val="00847CEC"/>
    <w:rsid w:val="00851184"/>
    <w:rsid w:val="00852982"/>
    <w:rsid w:val="0085465D"/>
    <w:rsid w:val="0085492E"/>
    <w:rsid w:val="00854B2C"/>
    <w:rsid w:val="008562C9"/>
    <w:rsid w:val="00856494"/>
    <w:rsid w:val="00856FAA"/>
    <w:rsid w:val="00857209"/>
    <w:rsid w:val="00861117"/>
    <w:rsid w:val="0086135A"/>
    <w:rsid w:val="00863DFD"/>
    <w:rsid w:val="00865560"/>
    <w:rsid w:val="008663CE"/>
    <w:rsid w:val="008679D9"/>
    <w:rsid w:val="008702C6"/>
    <w:rsid w:val="00870770"/>
    <w:rsid w:val="00872EA9"/>
    <w:rsid w:val="00873BB6"/>
    <w:rsid w:val="00875F24"/>
    <w:rsid w:val="00876569"/>
    <w:rsid w:val="008774E7"/>
    <w:rsid w:val="008809C1"/>
    <w:rsid w:val="00881AE2"/>
    <w:rsid w:val="00881F52"/>
    <w:rsid w:val="00883E85"/>
    <w:rsid w:val="00886679"/>
    <w:rsid w:val="00886690"/>
    <w:rsid w:val="008878DE"/>
    <w:rsid w:val="00896117"/>
    <w:rsid w:val="00896B38"/>
    <w:rsid w:val="00896B58"/>
    <w:rsid w:val="008979B1"/>
    <w:rsid w:val="00897C33"/>
    <w:rsid w:val="008A0372"/>
    <w:rsid w:val="008A05CB"/>
    <w:rsid w:val="008A137D"/>
    <w:rsid w:val="008A1ED5"/>
    <w:rsid w:val="008A402D"/>
    <w:rsid w:val="008A4091"/>
    <w:rsid w:val="008A5A86"/>
    <w:rsid w:val="008A5F7A"/>
    <w:rsid w:val="008A6467"/>
    <w:rsid w:val="008A6B25"/>
    <w:rsid w:val="008A6C4F"/>
    <w:rsid w:val="008B03AD"/>
    <w:rsid w:val="008B2335"/>
    <w:rsid w:val="008B279D"/>
    <w:rsid w:val="008B2E36"/>
    <w:rsid w:val="008B5E98"/>
    <w:rsid w:val="008B654D"/>
    <w:rsid w:val="008D0995"/>
    <w:rsid w:val="008D2851"/>
    <w:rsid w:val="008D2FFA"/>
    <w:rsid w:val="008D37F7"/>
    <w:rsid w:val="008D39EC"/>
    <w:rsid w:val="008D6E0D"/>
    <w:rsid w:val="008D7558"/>
    <w:rsid w:val="008E05FB"/>
    <w:rsid w:val="008E0678"/>
    <w:rsid w:val="008E2147"/>
    <w:rsid w:val="008E305A"/>
    <w:rsid w:val="008E6DB5"/>
    <w:rsid w:val="008E7431"/>
    <w:rsid w:val="008F2D94"/>
    <w:rsid w:val="008F31D2"/>
    <w:rsid w:val="008F4D26"/>
    <w:rsid w:val="008F5E28"/>
    <w:rsid w:val="0090098B"/>
    <w:rsid w:val="009014EE"/>
    <w:rsid w:val="00906A89"/>
    <w:rsid w:val="00906EB5"/>
    <w:rsid w:val="00912A15"/>
    <w:rsid w:val="009159E9"/>
    <w:rsid w:val="00915EF6"/>
    <w:rsid w:val="00916E52"/>
    <w:rsid w:val="0091721D"/>
    <w:rsid w:val="00920951"/>
    <w:rsid w:val="00920C5D"/>
    <w:rsid w:val="00921397"/>
    <w:rsid w:val="00921E9E"/>
    <w:rsid w:val="009223CA"/>
    <w:rsid w:val="009235EA"/>
    <w:rsid w:val="0092494D"/>
    <w:rsid w:val="0092535E"/>
    <w:rsid w:val="00927C2B"/>
    <w:rsid w:val="00934FAC"/>
    <w:rsid w:val="00935F65"/>
    <w:rsid w:val="00940F93"/>
    <w:rsid w:val="0094307E"/>
    <w:rsid w:val="009448C3"/>
    <w:rsid w:val="00945A10"/>
    <w:rsid w:val="009465E1"/>
    <w:rsid w:val="009515A8"/>
    <w:rsid w:val="0095793C"/>
    <w:rsid w:val="0096259B"/>
    <w:rsid w:val="009629C4"/>
    <w:rsid w:val="00963752"/>
    <w:rsid w:val="00963BF3"/>
    <w:rsid w:val="00963E1A"/>
    <w:rsid w:val="0096421E"/>
    <w:rsid w:val="009650B1"/>
    <w:rsid w:val="00967ACA"/>
    <w:rsid w:val="00972EEF"/>
    <w:rsid w:val="00974C2D"/>
    <w:rsid w:val="009760F3"/>
    <w:rsid w:val="009764DA"/>
    <w:rsid w:val="00976CFB"/>
    <w:rsid w:val="0098157E"/>
    <w:rsid w:val="00981AA1"/>
    <w:rsid w:val="00982DEB"/>
    <w:rsid w:val="00985228"/>
    <w:rsid w:val="00990FF4"/>
    <w:rsid w:val="0099130F"/>
    <w:rsid w:val="00992774"/>
    <w:rsid w:val="0099285B"/>
    <w:rsid w:val="00997605"/>
    <w:rsid w:val="00997D09"/>
    <w:rsid w:val="009A0830"/>
    <w:rsid w:val="009A08AC"/>
    <w:rsid w:val="009A0E8D"/>
    <w:rsid w:val="009A1E55"/>
    <w:rsid w:val="009A1E86"/>
    <w:rsid w:val="009A26E0"/>
    <w:rsid w:val="009A38EF"/>
    <w:rsid w:val="009A4025"/>
    <w:rsid w:val="009A43DF"/>
    <w:rsid w:val="009A5E59"/>
    <w:rsid w:val="009A6914"/>
    <w:rsid w:val="009A7FFA"/>
    <w:rsid w:val="009B26E7"/>
    <w:rsid w:val="009B5B90"/>
    <w:rsid w:val="009B64BB"/>
    <w:rsid w:val="009B69E9"/>
    <w:rsid w:val="009C1E9B"/>
    <w:rsid w:val="009C2456"/>
    <w:rsid w:val="009C4F20"/>
    <w:rsid w:val="009C5020"/>
    <w:rsid w:val="009C7E79"/>
    <w:rsid w:val="009D133E"/>
    <w:rsid w:val="009D272C"/>
    <w:rsid w:val="009D456F"/>
    <w:rsid w:val="009D4BEE"/>
    <w:rsid w:val="009D5431"/>
    <w:rsid w:val="009E15C8"/>
    <w:rsid w:val="009E5620"/>
    <w:rsid w:val="009E7B72"/>
    <w:rsid w:val="009F07C1"/>
    <w:rsid w:val="009F0B23"/>
    <w:rsid w:val="009F2CA6"/>
    <w:rsid w:val="009F36A3"/>
    <w:rsid w:val="009F61FE"/>
    <w:rsid w:val="009F71D1"/>
    <w:rsid w:val="009F7B0E"/>
    <w:rsid w:val="00A00697"/>
    <w:rsid w:val="00A00A3F"/>
    <w:rsid w:val="00A01489"/>
    <w:rsid w:val="00A053B0"/>
    <w:rsid w:val="00A0709D"/>
    <w:rsid w:val="00A076A9"/>
    <w:rsid w:val="00A11337"/>
    <w:rsid w:val="00A14A4D"/>
    <w:rsid w:val="00A17E8B"/>
    <w:rsid w:val="00A20CD4"/>
    <w:rsid w:val="00A20DE2"/>
    <w:rsid w:val="00A23763"/>
    <w:rsid w:val="00A27E4A"/>
    <w:rsid w:val="00A3026E"/>
    <w:rsid w:val="00A32120"/>
    <w:rsid w:val="00A3304D"/>
    <w:rsid w:val="00A338F1"/>
    <w:rsid w:val="00A34868"/>
    <w:rsid w:val="00A3529B"/>
    <w:rsid w:val="00A35BE0"/>
    <w:rsid w:val="00A4129A"/>
    <w:rsid w:val="00A44338"/>
    <w:rsid w:val="00A443C3"/>
    <w:rsid w:val="00A44D34"/>
    <w:rsid w:val="00A508DF"/>
    <w:rsid w:val="00A51DCC"/>
    <w:rsid w:val="00A52B68"/>
    <w:rsid w:val="00A54EBE"/>
    <w:rsid w:val="00A574F6"/>
    <w:rsid w:val="00A6129C"/>
    <w:rsid w:val="00A62630"/>
    <w:rsid w:val="00A6269B"/>
    <w:rsid w:val="00A63E35"/>
    <w:rsid w:val="00A6507F"/>
    <w:rsid w:val="00A658D2"/>
    <w:rsid w:val="00A668CC"/>
    <w:rsid w:val="00A66EBD"/>
    <w:rsid w:val="00A70DD4"/>
    <w:rsid w:val="00A72F22"/>
    <w:rsid w:val="00A7360F"/>
    <w:rsid w:val="00A748A6"/>
    <w:rsid w:val="00A75670"/>
    <w:rsid w:val="00A769F4"/>
    <w:rsid w:val="00A776B4"/>
    <w:rsid w:val="00A802A4"/>
    <w:rsid w:val="00A80D02"/>
    <w:rsid w:val="00A816DB"/>
    <w:rsid w:val="00A81C59"/>
    <w:rsid w:val="00A83C2D"/>
    <w:rsid w:val="00A84E7E"/>
    <w:rsid w:val="00A85A67"/>
    <w:rsid w:val="00A86546"/>
    <w:rsid w:val="00A86764"/>
    <w:rsid w:val="00A877CE"/>
    <w:rsid w:val="00A87C87"/>
    <w:rsid w:val="00A90194"/>
    <w:rsid w:val="00A925F4"/>
    <w:rsid w:val="00A94361"/>
    <w:rsid w:val="00A979DD"/>
    <w:rsid w:val="00AA293C"/>
    <w:rsid w:val="00AA506A"/>
    <w:rsid w:val="00AB01AB"/>
    <w:rsid w:val="00AB10D2"/>
    <w:rsid w:val="00AB19E3"/>
    <w:rsid w:val="00AB2364"/>
    <w:rsid w:val="00AB4689"/>
    <w:rsid w:val="00AB6EC7"/>
    <w:rsid w:val="00AB7BF6"/>
    <w:rsid w:val="00AC1563"/>
    <w:rsid w:val="00AC3244"/>
    <w:rsid w:val="00AC38EE"/>
    <w:rsid w:val="00AC3BEE"/>
    <w:rsid w:val="00AC3D15"/>
    <w:rsid w:val="00AC4409"/>
    <w:rsid w:val="00AC56C3"/>
    <w:rsid w:val="00AC6595"/>
    <w:rsid w:val="00AC6F01"/>
    <w:rsid w:val="00AD0033"/>
    <w:rsid w:val="00AD0663"/>
    <w:rsid w:val="00AD0670"/>
    <w:rsid w:val="00AD087C"/>
    <w:rsid w:val="00AE02E1"/>
    <w:rsid w:val="00AE03EE"/>
    <w:rsid w:val="00AE05DE"/>
    <w:rsid w:val="00AE59C2"/>
    <w:rsid w:val="00AE6437"/>
    <w:rsid w:val="00AE68BF"/>
    <w:rsid w:val="00AF0DB7"/>
    <w:rsid w:val="00AF221F"/>
    <w:rsid w:val="00AF5118"/>
    <w:rsid w:val="00AF518B"/>
    <w:rsid w:val="00AF6850"/>
    <w:rsid w:val="00AF6B6C"/>
    <w:rsid w:val="00B048EE"/>
    <w:rsid w:val="00B11C1D"/>
    <w:rsid w:val="00B132E6"/>
    <w:rsid w:val="00B15ADE"/>
    <w:rsid w:val="00B21178"/>
    <w:rsid w:val="00B213A0"/>
    <w:rsid w:val="00B220CC"/>
    <w:rsid w:val="00B22EC9"/>
    <w:rsid w:val="00B238A5"/>
    <w:rsid w:val="00B253FC"/>
    <w:rsid w:val="00B25FAF"/>
    <w:rsid w:val="00B276F0"/>
    <w:rsid w:val="00B30179"/>
    <w:rsid w:val="00B323DE"/>
    <w:rsid w:val="00B32CBF"/>
    <w:rsid w:val="00B33901"/>
    <w:rsid w:val="00B341FF"/>
    <w:rsid w:val="00B371CD"/>
    <w:rsid w:val="00B4142E"/>
    <w:rsid w:val="00B421C1"/>
    <w:rsid w:val="00B433B1"/>
    <w:rsid w:val="00B43821"/>
    <w:rsid w:val="00B44C89"/>
    <w:rsid w:val="00B4630C"/>
    <w:rsid w:val="00B47053"/>
    <w:rsid w:val="00B50BFB"/>
    <w:rsid w:val="00B50D1A"/>
    <w:rsid w:val="00B52507"/>
    <w:rsid w:val="00B53C21"/>
    <w:rsid w:val="00B540FF"/>
    <w:rsid w:val="00B55C71"/>
    <w:rsid w:val="00B5695E"/>
    <w:rsid w:val="00B56E37"/>
    <w:rsid w:val="00B56E4A"/>
    <w:rsid w:val="00B56E9C"/>
    <w:rsid w:val="00B61570"/>
    <w:rsid w:val="00B61A08"/>
    <w:rsid w:val="00B638C9"/>
    <w:rsid w:val="00B64B1F"/>
    <w:rsid w:val="00B6553F"/>
    <w:rsid w:val="00B67544"/>
    <w:rsid w:val="00B73F39"/>
    <w:rsid w:val="00B74954"/>
    <w:rsid w:val="00B77D05"/>
    <w:rsid w:val="00B80C05"/>
    <w:rsid w:val="00B81206"/>
    <w:rsid w:val="00B8192C"/>
    <w:rsid w:val="00B81E12"/>
    <w:rsid w:val="00B845A8"/>
    <w:rsid w:val="00B8584A"/>
    <w:rsid w:val="00B91F2C"/>
    <w:rsid w:val="00B924F0"/>
    <w:rsid w:val="00B928FA"/>
    <w:rsid w:val="00B93D00"/>
    <w:rsid w:val="00B973F0"/>
    <w:rsid w:val="00BA0141"/>
    <w:rsid w:val="00BA0929"/>
    <w:rsid w:val="00BA12BA"/>
    <w:rsid w:val="00BA20D1"/>
    <w:rsid w:val="00BA22E5"/>
    <w:rsid w:val="00BA2B79"/>
    <w:rsid w:val="00BA51B3"/>
    <w:rsid w:val="00BA523F"/>
    <w:rsid w:val="00BA5FB8"/>
    <w:rsid w:val="00BA73AB"/>
    <w:rsid w:val="00BA770E"/>
    <w:rsid w:val="00BB214B"/>
    <w:rsid w:val="00BB290D"/>
    <w:rsid w:val="00BB3086"/>
    <w:rsid w:val="00BB6197"/>
    <w:rsid w:val="00BB646D"/>
    <w:rsid w:val="00BB6741"/>
    <w:rsid w:val="00BC14F0"/>
    <w:rsid w:val="00BC1657"/>
    <w:rsid w:val="00BC3415"/>
    <w:rsid w:val="00BC3FA0"/>
    <w:rsid w:val="00BC48C8"/>
    <w:rsid w:val="00BC6ABF"/>
    <w:rsid w:val="00BC74E9"/>
    <w:rsid w:val="00BC7E50"/>
    <w:rsid w:val="00BD0112"/>
    <w:rsid w:val="00BD1ED3"/>
    <w:rsid w:val="00BD4813"/>
    <w:rsid w:val="00BD577B"/>
    <w:rsid w:val="00BD5D4E"/>
    <w:rsid w:val="00BD6484"/>
    <w:rsid w:val="00BD67E9"/>
    <w:rsid w:val="00BD6F32"/>
    <w:rsid w:val="00BE0050"/>
    <w:rsid w:val="00BE1BD5"/>
    <w:rsid w:val="00BE54D3"/>
    <w:rsid w:val="00BE584F"/>
    <w:rsid w:val="00BE7104"/>
    <w:rsid w:val="00BE75E4"/>
    <w:rsid w:val="00BE7B3A"/>
    <w:rsid w:val="00BF071E"/>
    <w:rsid w:val="00BF42D1"/>
    <w:rsid w:val="00BF5951"/>
    <w:rsid w:val="00BF68A8"/>
    <w:rsid w:val="00C0035E"/>
    <w:rsid w:val="00C04469"/>
    <w:rsid w:val="00C046F1"/>
    <w:rsid w:val="00C06013"/>
    <w:rsid w:val="00C06463"/>
    <w:rsid w:val="00C0710B"/>
    <w:rsid w:val="00C074E5"/>
    <w:rsid w:val="00C11A03"/>
    <w:rsid w:val="00C12A40"/>
    <w:rsid w:val="00C15D44"/>
    <w:rsid w:val="00C22C0C"/>
    <w:rsid w:val="00C235F5"/>
    <w:rsid w:val="00C24EC4"/>
    <w:rsid w:val="00C24F50"/>
    <w:rsid w:val="00C26B17"/>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3BCB"/>
    <w:rsid w:val="00C57E75"/>
    <w:rsid w:val="00C629A0"/>
    <w:rsid w:val="00C64574"/>
    <w:rsid w:val="00C64629"/>
    <w:rsid w:val="00C65898"/>
    <w:rsid w:val="00C6695D"/>
    <w:rsid w:val="00C67A88"/>
    <w:rsid w:val="00C67DB7"/>
    <w:rsid w:val="00C67F0F"/>
    <w:rsid w:val="00C7153B"/>
    <w:rsid w:val="00C73551"/>
    <w:rsid w:val="00C73591"/>
    <w:rsid w:val="00C738D1"/>
    <w:rsid w:val="00C74128"/>
    <w:rsid w:val="00C745C3"/>
    <w:rsid w:val="00C752BA"/>
    <w:rsid w:val="00C7656E"/>
    <w:rsid w:val="00C76836"/>
    <w:rsid w:val="00C81F83"/>
    <w:rsid w:val="00C8229A"/>
    <w:rsid w:val="00C83769"/>
    <w:rsid w:val="00C83F48"/>
    <w:rsid w:val="00C843AA"/>
    <w:rsid w:val="00C844EE"/>
    <w:rsid w:val="00C85255"/>
    <w:rsid w:val="00C85C77"/>
    <w:rsid w:val="00C86E02"/>
    <w:rsid w:val="00C91017"/>
    <w:rsid w:val="00C92769"/>
    <w:rsid w:val="00C93C84"/>
    <w:rsid w:val="00C953EC"/>
    <w:rsid w:val="00C96DF2"/>
    <w:rsid w:val="00C9755B"/>
    <w:rsid w:val="00CA032B"/>
    <w:rsid w:val="00CA1420"/>
    <w:rsid w:val="00CA2CD1"/>
    <w:rsid w:val="00CA3217"/>
    <w:rsid w:val="00CA4DAC"/>
    <w:rsid w:val="00CA622E"/>
    <w:rsid w:val="00CA6DDD"/>
    <w:rsid w:val="00CA711E"/>
    <w:rsid w:val="00CB3E03"/>
    <w:rsid w:val="00CB4145"/>
    <w:rsid w:val="00CB4625"/>
    <w:rsid w:val="00CB6B18"/>
    <w:rsid w:val="00CB7013"/>
    <w:rsid w:val="00CC138B"/>
    <w:rsid w:val="00CC187A"/>
    <w:rsid w:val="00CC1AE0"/>
    <w:rsid w:val="00CC3C06"/>
    <w:rsid w:val="00CC4839"/>
    <w:rsid w:val="00CC515C"/>
    <w:rsid w:val="00CD2AAC"/>
    <w:rsid w:val="00CD4AA6"/>
    <w:rsid w:val="00CD6993"/>
    <w:rsid w:val="00CD6D62"/>
    <w:rsid w:val="00CD730A"/>
    <w:rsid w:val="00CE3A1E"/>
    <w:rsid w:val="00CE4A8F"/>
    <w:rsid w:val="00CE4F6A"/>
    <w:rsid w:val="00CE5946"/>
    <w:rsid w:val="00CE7719"/>
    <w:rsid w:val="00CE7816"/>
    <w:rsid w:val="00CF1FA5"/>
    <w:rsid w:val="00CF263E"/>
    <w:rsid w:val="00CF2B7C"/>
    <w:rsid w:val="00CF2CD5"/>
    <w:rsid w:val="00CF62AC"/>
    <w:rsid w:val="00CF7C95"/>
    <w:rsid w:val="00D0010F"/>
    <w:rsid w:val="00D03348"/>
    <w:rsid w:val="00D0541A"/>
    <w:rsid w:val="00D05E5E"/>
    <w:rsid w:val="00D06862"/>
    <w:rsid w:val="00D12117"/>
    <w:rsid w:val="00D138E6"/>
    <w:rsid w:val="00D153A7"/>
    <w:rsid w:val="00D2031B"/>
    <w:rsid w:val="00D2267D"/>
    <w:rsid w:val="00D227AC"/>
    <w:rsid w:val="00D248B6"/>
    <w:rsid w:val="00D25FB2"/>
    <w:rsid w:val="00D25FE2"/>
    <w:rsid w:val="00D26E07"/>
    <w:rsid w:val="00D27713"/>
    <w:rsid w:val="00D32431"/>
    <w:rsid w:val="00D32629"/>
    <w:rsid w:val="00D32DF8"/>
    <w:rsid w:val="00D342A8"/>
    <w:rsid w:val="00D35450"/>
    <w:rsid w:val="00D40653"/>
    <w:rsid w:val="00D41447"/>
    <w:rsid w:val="00D43252"/>
    <w:rsid w:val="00D46A88"/>
    <w:rsid w:val="00D46D61"/>
    <w:rsid w:val="00D47EEA"/>
    <w:rsid w:val="00D514CE"/>
    <w:rsid w:val="00D51801"/>
    <w:rsid w:val="00D53E7A"/>
    <w:rsid w:val="00D54E2A"/>
    <w:rsid w:val="00D55DDD"/>
    <w:rsid w:val="00D57885"/>
    <w:rsid w:val="00D5792F"/>
    <w:rsid w:val="00D60A2A"/>
    <w:rsid w:val="00D6539B"/>
    <w:rsid w:val="00D66211"/>
    <w:rsid w:val="00D70083"/>
    <w:rsid w:val="00D709BA"/>
    <w:rsid w:val="00D72879"/>
    <w:rsid w:val="00D72E1D"/>
    <w:rsid w:val="00D75C92"/>
    <w:rsid w:val="00D773DF"/>
    <w:rsid w:val="00D77746"/>
    <w:rsid w:val="00D84D4D"/>
    <w:rsid w:val="00D86DCB"/>
    <w:rsid w:val="00D90F84"/>
    <w:rsid w:val="00D92E08"/>
    <w:rsid w:val="00D94543"/>
    <w:rsid w:val="00D95303"/>
    <w:rsid w:val="00D978C6"/>
    <w:rsid w:val="00DA2C03"/>
    <w:rsid w:val="00DA3C1C"/>
    <w:rsid w:val="00DA3C80"/>
    <w:rsid w:val="00DA3CA2"/>
    <w:rsid w:val="00DA6998"/>
    <w:rsid w:val="00DB0466"/>
    <w:rsid w:val="00DB0FF4"/>
    <w:rsid w:val="00DB1B2B"/>
    <w:rsid w:val="00DB259A"/>
    <w:rsid w:val="00DB3822"/>
    <w:rsid w:val="00DB440A"/>
    <w:rsid w:val="00DC022E"/>
    <w:rsid w:val="00DC3A93"/>
    <w:rsid w:val="00DC6097"/>
    <w:rsid w:val="00DC6D39"/>
    <w:rsid w:val="00DC7014"/>
    <w:rsid w:val="00DD01A8"/>
    <w:rsid w:val="00DD13A2"/>
    <w:rsid w:val="00DD19F5"/>
    <w:rsid w:val="00DD455F"/>
    <w:rsid w:val="00DD640F"/>
    <w:rsid w:val="00DE5A72"/>
    <w:rsid w:val="00DE5FF7"/>
    <w:rsid w:val="00DF2CAD"/>
    <w:rsid w:val="00DF418A"/>
    <w:rsid w:val="00DF49B0"/>
    <w:rsid w:val="00DF74F6"/>
    <w:rsid w:val="00E00FC9"/>
    <w:rsid w:val="00E03443"/>
    <w:rsid w:val="00E046DF"/>
    <w:rsid w:val="00E04BE9"/>
    <w:rsid w:val="00E05277"/>
    <w:rsid w:val="00E072F7"/>
    <w:rsid w:val="00E1085B"/>
    <w:rsid w:val="00E109DD"/>
    <w:rsid w:val="00E118EB"/>
    <w:rsid w:val="00E1554F"/>
    <w:rsid w:val="00E16242"/>
    <w:rsid w:val="00E2018A"/>
    <w:rsid w:val="00E201F4"/>
    <w:rsid w:val="00E2176E"/>
    <w:rsid w:val="00E22B0C"/>
    <w:rsid w:val="00E22F73"/>
    <w:rsid w:val="00E26093"/>
    <w:rsid w:val="00E27346"/>
    <w:rsid w:val="00E27533"/>
    <w:rsid w:val="00E27794"/>
    <w:rsid w:val="00E319F7"/>
    <w:rsid w:val="00E320F1"/>
    <w:rsid w:val="00E325A3"/>
    <w:rsid w:val="00E33C21"/>
    <w:rsid w:val="00E34CD5"/>
    <w:rsid w:val="00E36EB6"/>
    <w:rsid w:val="00E36FBF"/>
    <w:rsid w:val="00E37EB6"/>
    <w:rsid w:val="00E40A45"/>
    <w:rsid w:val="00E42A61"/>
    <w:rsid w:val="00E42E80"/>
    <w:rsid w:val="00E451D5"/>
    <w:rsid w:val="00E466D9"/>
    <w:rsid w:val="00E47066"/>
    <w:rsid w:val="00E502E6"/>
    <w:rsid w:val="00E5085F"/>
    <w:rsid w:val="00E525B6"/>
    <w:rsid w:val="00E546C5"/>
    <w:rsid w:val="00E55173"/>
    <w:rsid w:val="00E55F5B"/>
    <w:rsid w:val="00E560CA"/>
    <w:rsid w:val="00E60FB1"/>
    <w:rsid w:val="00E62CEA"/>
    <w:rsid w:val="00E6447E"/>
    <w:rsid w:val="00E655A5"/>
    <w:rsid w:val="00E70AF2"/>
    <w:rsid w:val="00E71BC8"/>
    <w:rsid w:val="00E71F79"/>
    <w:rsid w:val="00E7260F"/>
    <w:rsid w:val="00E73F5D"/>
    <w:rsid w:val="00E767AC"/>
    <w:rsid w:val="00E77E4E"/>
    <w:rsid w:val="00E83966"/>
    <w:rsid w:val="00E84B92"/>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B7C80"/>
    <w:rsid w:val="00EC12CB"/>
    <w:rsid w:val="00EC350C"/>
    <w:rsid w:val="00EC5980"/>
    <w:rsid w:val="00EC5F72"/>
    <w:rsid w:val="00ED09AC"/>
    <w:rsid w:val="00ED46C6"/>
    <w:rsid w:val="00ED5F6E"/>
    <w:rsid w:val="00ED72B5"/>
    <w:rsid w:val="00ED754F"/>
    <w:rsid w:val="00ED7A2A"/>
    <w:rsid w:val="00EE07F8"/>
    <w:rsid w:val="00EE0B1C"/>
    <w:rsid w:val="00EE118B"/>
    <w:rsid w:val="00EE3082"/>
    <w:rsid w:val="00EE40EF"/>
    <w:rsid w:val="00EE4993"/>
    <w:rsid w:val="00EE5FCD"/>
    <w:rsid w:val="00EF088A"/>
    <w:rsid w:val="00EF1D7F"/>
    <w:rsid w:val="00EF54BA"/>
    <w:rsid w:val="00EF6DC7"/>
    <w:rsid w:val="00F02C84"/>
    <w:rsid w:val="00F0557E"/>
    <w:rsid w:val="00F06159"/>
    <w:rsid w:val="00F10F68"/>
    <w:rsid w:val="00F11455"/>
    <w:rsid w:val="00F11A60"/>
    <w:rsid w:val="00F1224B"/>
    <w:rsid w:val="00F15DC0"/>
    <w:rsid w:val="00F1633A"/>
    <w:rsid w:val="00F20293"/>
    <w:rsid w:val="00F211B8"/>
    <w:rsid w:val="00F222A3"/>
    <w:rsid w:val="00F235A3"/>
    <w:rsid w:val="00F23709"/>
    <w:rsid w:val="00F24A28"/>
    <w:rsid w:val="00F2770E"/>
    <w:rsid w:val="00F31CE6"/>
    <w:rsid w:val="00F31E5F"/>
    <w:rsid w:val="00F32DE4"/>
    <w:rsid w:val="00F36B7B"/>
    <w:rsid w:val="00F435BD"/>
    <w:rsid w:val="00F43A56"/>
    <w:rsid w:val="00F452EF"/>
    <w:rsid w:val="00F45825"/>
    <w:rsid w:val="00F469F3"/>
    <w:rsid w:val="00F51A5B"/>
    <w:rsid w:val="00F5203B"/>
    <w:rsid w:val="00F54668"/>
    <w:rsid w:val="00F54F68"/>
    <w:rsid w:val="00F55ADC"/>
    <w:rsid w:val="00F57182"/>
    <w:rsid w:val="00F608E4"/>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353"/>
    <w:rsid w:val="00F96D3C"/>
    <w:rsid w:val="00FA3475"/>
    <w:rsid w:val="00FA455A"/>
    <w:rsid w:val="00FA47C2"/>
    <w:rsid w:val="00FA77E4"/>
    <w:rsid w:val="00FA7A84"/>
    <w:rsid w:val="00FB0E26"/>
    <w:rsid w:val="00FB1056"/>
    <w:rsid w:val="00FB46E7"/>
    <w:rsid w:val="00FB4C45"/>
    <w:rsid w:val="00FB4FEB"/>
    <w:rsid w:val="00FB613B"/>
    <w:rsid w:val="00FB664B"/>
    <w:rsid w:val="00FB67BC"/>
    <w:rsid w:val="00FC0204"/>
    <w:rsid w:val="00FC3ADB"/>
    <w:rsid w:val="00FC3AEF"/>
    <w:rsid w:val="00FC3DE0"/>
    <w:rsid w:val="00FC4DD3"/>
    <w:rsid w:val="00FC5743"/>
    <w:rsid w:val="00FC598C"/>
    <w:rsid w:val="00FC67B0"/>
    <w:rsid w:val="00FC68B7"/>
    <w:rsid w:val="00FC71C6"/>
    <w:rsid w:val="00FC772D"/>
    <w:rsid w:val="00FD14FA"/>
    <w:rsid w:val="00FD3F98"/>
    <w:rsid w:val="00FD4DDB"/>
    <w:rsid w:val="00FD5B66"/>
    <w:rsid w:val="00FD66B5"/>
    <w:rsid w:val="00FD7AAF"/>
    <w:rsid w:val="00FE106A"/>
    <w:rsid w:val="00FE2B53"/>
    <w:rsid w:val="00FE7450"/>
    <w:rsid w:val="00FF145D"/>
    <w:rsid w:val="00FF51D5"/>
    <w:rsid w:val="00FF5955"/>
    <w:rsid w:val="00FF6053"/>
    <w:rsid w:val="00FF629A"/>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49053C3"/>
  <w15:docId w15:val="{B20AE383-D1CE-4C5B-BB5D-50DD3B3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1">
    <w:name w:val="Footnote Text Char1"/>
    <w:aliases w:val="5_G Char,PP Char,5_GR Char,Footnote Text Cha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F54F68"/>
    <w:pPr>
      <w:ind w:left="2835" w:hanging="567"/>
    </w:pPr>
    <w:rPr>
      <w:rFonts w:eastAsiaTheme="minorEastAsia"/>
    </w:rPr>
  </w:style>
  <w:style w:type="paragraph" w:styleId="Revision">
    <w:name w:val="Revision"/>
    <w:hidden/>
    <w:uiPriority w:val="99"/>
    <w:semiHidden/>
    <w:rsid w:val="00F54F68"/>
    <w:rPr>
      <w:lang w:val="en-GB" w:eastAsia="en-US"/>
    </w:rPr>
  </w:style>
  <w:style w:type="numbering" w:customStyle="1" w:styleId="1ai1">
    <w:name w:val="1 / a / i1"/>
    <w:basedOn w:val="NoList"/>
    <w:next w:val="1ai"/>
    <w:rsid w:val="00F54F68"/>
    <w:pPr>
      <w:numPr>
        <w:numId w:val="16"/>
      </w:numPr>
    </w:pPr>
  </w:style>
  <w:style w:type="paragraph" w:customStyle="1" w:styleId="REVERSINGTitle">
    <w:name w:val="REVERSING Title"/>
    <w:basedOn w:val="HChG"/>
    <w:next w:val="Title"/>
    <w:link w:val="REVERSINGTitleCar"/>
    <w:qFormat/>
    <w:rsid w:val="004657CB"/>
    <w:pPr>
      <w:ind w:left="0" w:firstLine="0"/>
    </w:pPr>
  </w:style>
  <w:style w:type="character" w:customStyle="1" w:styleId="REVERSINGTitleCar">
    <w:name w:val="REVERSING Title Car"/>
    <w:basedOn w:val="HChGChar"/>
    <w:link w:val="REVERSINGTitle"/>
    <w:rsid w:val="004657CB"/>
    <w:rPr>
      <w:b/>
      <w:sz w:val="28"/>
      <w:lang w:val="en-GB" w:eastAsia="en-US"/>
    </w:rPr>
  </w:style>
  <w:style w:type="character" w:styleId="PlaceholderText">
    <w:name w:val="Placeholder Text"/>
    <w:basedOn w:val="DefaultParagraphFont"/>
    <w:uiPriority w:val="99"/>
    <w:semiHidden/>
    <w:rsid w:val="004A65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03715327">
      <w:bodyDiv w:val="1"/>
      <w:marLeft w:val="0"/>
      <w:marRight w:val="0"/>
      <w:marTop w:val="0"/>
      <w:marBottom w:val="0"/>
      <w:divBdr>
        <w:top w:val="none" w:sz="0" w:space="0" w:color="auto"/>
        <w:left w:val="none" w:sz="0" w:space="0" w:color="auto"/>
        <w:bottom w:val="none" w:sz="0" w:space="0" w:color="auto"/>
        <w:right w:val="none" w:sz="0" w:space="0" w:color="auto"/>
      </w:divBdr>
      <w:divsChild>
        <w:div w:id="856041415">
          <w:marLeft w:val="547"/>
          <w:marRight w:val="0"/>
          <w:marTop w:val="67"/>
          <w:marBottom w:val="0"/>
          <w:divBdr>
            <w:top w:val="none" w:sz="0" w:space="0" w:color="auto"/>
            <w:left w:val="none" w:sz="0" w:space="0" w:color="auto"/>
            <w:bottom w:val="none" w:sz="0" w:space="0" w:color="auto"/>
            <w:right w:val="none" w:sz="0" w:space="0" w:color="auto"/>
          </w:divBdr>
        </w:div>
      </w:divsChild>
    </w:div>
    <w:div w:id="675576264">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912935221">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1.xml"/><Relationship Id="rId26" Type="http://schemas.openxmlformats.org/officeDocument/2006/relationships/image" Target="media/image100.emf"/><Relationship Id="rId39" Type="http://schemas.openxmlformats.org/officeDocument/2006/relationships/image" Target="media/image16.png"/><Relationship Id="rId21" Type="http://schemas.openxmlformats.org/officeDocument/2006/relationships/footer" Target="footer3.xml"/><Relationship Id="rId34" Type="http://schemas.openxmlformats.org/officeDocument/2006/relationships/image" Target="media/image13.emf"/><Relationship Id="rId42" Type="http://schemas.openxmlformats.org/officeDocument/2006/relationships/image" Target="media/image19.png"/><Relationship Id="rId47" Type="http://schemas.openxmlformats.org/officeDocument/2006/relationships/image" Target="media/image21.jpeg"/><Relationship Id="rId50" Type="http://schemas.openxmlformats.org/officeDocument/2006/relationships/header" Target="header10.xml"/><Relationship Id="rId55" Type="http://schemas.openxmlformats.org/officeDocument/2006/relationships/header" Target="header11.xml"/><Relationship Id="rId63" Type="http://schemas.openxmlformats.org/officeDocument/2006/relationships/image" Target="media/image26.png"/><Relationship Id="rId68" Type="http://schemas.openxmlformats.org/officeDocument/2006/relationships/header" Target="header14.xml"/><Relationship Id="rId7" Type="http://schemas.openxmlformats.org/officeDocument/2006/relationships/endnotes" Target="endnotes.xml"/><Relationship Id="rId71"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image" Target="media/image12.png"/><Relationship Id="rId11" Type="http://schemas.openxmlformats.org/officeDocument/2006/relationships/image" Target="media/image4.wmf"/><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image" Target="media/image14.wmf"/><Relationship Id="rId40" Type="http://schemas.openxmlformats.org/officeDocument/2006/relationships/image" Target="media/image17.png"/><Relationship Id="rId45" Type="http://schemas.openxmlformats.org/officeDocument/2006/relationships/image" Target="media/image20.wmf"/><Relationship Id="rId53" Type="http://schemas.openxmlformats.org/officeDocument/2006/relationships/image" Target="media/image23.wmf"/><Relationship Id="rId58" Type="http://schemas.openxmlformats.org/officeDocument/2006/relationships/header" Target="header12.xml"/><Relationship Id="rId66" Type="http://schemas.openxmlformats.org/officeDocument/2006/relationships/image" Target="media/image29.e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4.xml"/><Relationship Id="rId28" Type="http://schemas.openxmlformats.org/officeDocument/2006/relationships/header" Target="header5.xml"/><Relationship Id="rId36" Type="http://schemas.openxmlformats.org/officeDocument/2006/relationships/header" Target="header8.xml"/><Relationship Id="rId49" Type="http://schemas.openxmlformats.org/officeDocument/2006/relationships/image" Target="media/image22.wmf"/><Relationship Id="rId57" Type="http://schemas.openxmlformats.org/officeDocument/2006/relationships/footer" Target="footer11.xml"/><Relationship Id="rId61" Type="http://schemas.openxmlformats.org/officeDocument/2006/relationships/footer" Target="footer13.xml"/><Relationship Id="rId10" Type="http://schemas.openxmlformats.org/officeDocument/2006/relationships/image" Target="media/image3.wmf"/><Relationship Id="rId19" Type="http://schemas.openxmlformats.org/officeDocument/2006/relationships/footer" Target="footer2.xml"/><Relationship Id="rId31" Type="http://schemas.openxmlformats.org/officeDocument/2006/relationships/header" Target="header7.xml"/><Relationship Id="rId44" Type="http://schemas.openxmlformats.org/officeDocument/2006/relationships/image" Target="media/image21.png"/><Relationship Id="rId52" Type="http://schemas.openxmlformats.org/officeDocument/2006/relationships/footer" Target="footer9.xml"/><Relationship Id="rId60" Type="http://schemas.openxmlformats.org/officeDocument/2006/relationships/footer" Target="footer12.xml"/><Relationship Id="rId65" Type="http://schemas.openxmlformats.org/officeDocument/2006/relationships/image" Target="media/image28.png"/><Relationship Id="rId73"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header" Target="header4.xml"/><Relationship Id="rId27" Type="http://schemas.openxmlformats.org/officeDocument/2006/relationships/image" Target="media/image11.png"/><Relationship Id="rId30" Type="http://schemas.openxmlformats.org/officeDocument/2006/relationships/header" Target="header6.xml"/><Relationship Id="rId35" Type="http://schemas.openxmlformats.org/officeDocument/2006/relationships/oleObject" Target="embeddings/oleObject2.bin"/><Relationship Id="rId43" Type="http://schemas.openxmlformats.org/officeDocument/2006/relationships/image" Target="media/image20.png"/><Relationship Id="rId48" Type="http://schemas.openxmlformats.org/officeDocument/2006/relationships/header" Target="header9.xml"/><Relationship Id="rId56" Type="http://schemas.openxmlformats.org/officeDocument/2006/relationships/footer" Target="footer10.xml"/><Relationship Id="rId64" Type="http://schemas.openxmlformats.org/officeDocument/2006/relationships/image" Target="media/image27.png"/><Relationship Id="rId69" Type="http://schemas.openxmlformats.org/officeDocument/2006/relationships/header" Target="header15.xml"/><Relationship Id="rId8" Type="http://schemas.openxmlformats.org/officeDocument/2006/relationships/image" Target="media/image1.wmf"/><Relationship Id="rId51" Type="http://schemas.openxmlformats.org/officeDocument/2006/relationships/footer" Target="footer8.xml"/><Relationship Id="rId72" Type="http://schemas.openxmlformats.org/officeDocument/2006/relationships/header" Target="header16.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eader" Target="header2.xml"/><Relationship Id="rId25" Type="http://schemas.openxmlformats.org/officeDocument/2006/relationships/image" Target="media/image10.emf"/><Relationship Id="rId33" Type="http://schemas.openxmlformats.org/officeDocument/2006/relationships/footer" Target="footer7.xml"/><Relationship Id="rId38" Type="http://schemas.openxmlformats.org/officeDocument/2006/relationships/image" Target="media/image15.wmf"/><Relationship Id="rId46" Type="http://schemas.openxmlformats.org/officeDocument/2006/relationships/oleObject" Target="embeddings/oleObject3.bin"/><Relationship Id="rId59" Type="http://schemas.openxmlformats.org/officeDocument/2006/relationships/header" Target="header13.xml"/><Relationship Id="rId67" Type="http://schemas.openxmlformats.org/officeDocument/2006/relationships/image" Target="media/image30.emf"/><Relationship Id="rId20" Type="http://schemas.openxmlformats.org/officeDocument/2006/relationships/header" Target="header3.xml"/><Relationship Id="rId41" Type="http://schemas.openxmlformats.org/officeDocument/2006/relationships/image" Target="media/image18.png"/><Relationship Id="rId54" Type="http://schemas.openxmlformats.org/officeDocument/2006/relationships/image" Target="media/image24.wmf"/><Relationship Id="rId62" Type="http://schemas.openxmlformats.org/officeDocument/2006/relationships/image" Target="media/image25.png"/><Relationship Id="rId70" Type="http://schemas.openxmlformats.org/officeDocument/2006/relationships/footer" Target="footer14.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image" Target="media/image19.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5F654-E7E7-4C5B-AB09-74206A3A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42</Pages>
  <Words>11011</Words>
  <Characters>57857</Characters>
  <Application>Microsoft Office Word</Application>
  <DocSecurity>0</DocSecurity>
  <Lines>1304</Lines>
  <Paragraphs>664</Paragraphs>
  <ScaleCrop>false</ScaleCrop>
  <HeadingPairs>
    <vt:vector size="6" baseType="variant">
      <vt:variant>
        <vt:lpstr>Title</vt:lpstr>
      </vt:variant>
      <vt:variant>
        <vt:i4>1</vt:i4>
      </vt:variant>
      <vt:variant>
        <vt:lpstr>タイトル</vt:lpstr>
      </vt:variant>
      <vt:variant>
        <vt:i4>1</vt:i4>
      </vt:variant>
      <vt:variant>
        <vt:lpstr>Titolo</vt:lpstr>
      </vt:variant>
      <vt:variant>
        <vt:i4>1</vt:i4>
      </vt:variant>
    </vt:vector>
  </HeadingPairs>
  <TitlesOfParts>
    <vt:vector size="3" baseType="lpstr">
      <vt:lpstr>ECE/TRANS/WP.29/GRSG/2020/4</vt:lpstr>
      <vt:lpstr>United Nations</vt:lpstr>
      <vt:lpstr>United Nations</vt:lpstr>
    </vt:vector>
  </TitlesOfParts>
  <Company>ECE-ISU</Company>
  <LinksUpToDate>false</LinksUpToDate>
  <CharactersWithSpaces>68751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ECE/TRANS/WP.29/GRSG/2020/4</dc:title>
  <dc:subject>2000821</dc:subject>
  <dc:creator>Microsoft Office User</dc:creator>
  <cp:keywords/>
  <dc:description/>
  <cp:lastModifiedBy>Maria Rosario Corazon Gatmaytan</cp:lastModifiedBy>
  <cp:revision>2</cp:revision>
  <cp:lastPrinted>2020-01-21T07:41:00Z</cp:lastPrinted>
  <dcterms:created xsi:type="dcterms:W3CDTF">2020-01-21T07:47:00Z</dcterms:created>
  <dcterms:modified xsi:type="dcterms:W3CDTF">2020-01-21T07:47:00Z</dcterms:modified>
</cp:coreProperties>
</file>