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2789A" w14:paraId="2E11DA81" w14:textId="77777777" w:rsidTr="00DE325D">
        <w:trPr>
          <w:cantSplit/>
          <w:trHeight w:hRule="exact" w:val="567"/>
        </w:trPr>
        <w:tc>
          <w:tcPr>
            <w:tcW w:w="1276" w:type="dxa"/>
            <w:tcBorders>
              <w:bottom w:val="single" w:sz="4" w:space="0" w:color="auto"/>
            </w:tcBorders>
            <w:shd w:val="clear" w:color="auto" w:fill="auto"/>
            <w:vAlign w:val="bottom"/>
          </w:tcPr>
          <w:p w14:paraId="084B219C" w14:textId="77777777" w:rsidR="00B56E9C" w:rsidRPr="0052789A" w:rsidRDefault="00B56E9C" w:rsidP="00686C23">
            <w:pPr>
              <w:spacing w:line="20" w:lineRule="exact"/>
              <w:rPr>
                <w:sz w:val="2"/>
              </w:rPr>
            </w:pPr>
          </w:p>
          <w:p w14:paraId="4555205C" w14:textId="77777777" w:rsidR="00686C23" w:rsidRPr="0052789A" w:rsidRDefault="00686C23" w:rsidP="0018231F">
            <w:pPr>
              <w:spacing w:after="80"/>
            </w:pPr>
          </w:p>
        </w:tc>
        <w:tc>
          <w:tcPr>
            <w:tcW w:w="2268" w:type="dxa"/>
            <w:tcBorders>
              <w:bottom w:val="single" w:sz="4" w:space="0" w:color="auto"/>
            </w:tcBorders>
            <w:shd w:val="clear" w:color="auto" w:fill="auto"/>
            <w:vAlign w:val="bottom"/>
          </w:tcPr>
          <w:p w14:paraId="6DC73639" w14:textId="77777777" w:rsidR="00B56E9C" w:rsidRPr="0052789A" w:rsidRDefault="00B56E9C" w:rsidP="0018231F">
            <w:pPr>
              <w:spacing w:after="80" w:line="300" w:lineRule="exact"/>
              <w:rPr>
                <w:b/>
                <w:sz w:val="24"/>
                <w:szCs w:val="24"/>
              </w:rPr>
            </w:pPr>
            <w:r w:rsidRPr="0052789A">
              <w:rPr>
                <w:sz w:val="28"/>
                <w:szCs w:val="28"/>
              </w:rPr>
              <w:t>United Nations</w:t>
            </w:r>
          </w:p>
        </w:tc>
        <w:tc>
          <w:tcPr>
            <w:tcW w:w="6095" w:type="dxa"/>
            <w:gridSpan w:val="2"/>
            <w:tcBorders>
              <w:bottom w:val="single" w:sz="4" w:space="0" w:color="auto"/>
            </w:tcBorders>
            <w:shd w:val="clear" w:color="auto" w:fill="auto"/>
            <w:vAlign w:val="bottom"/>
          </w:tcPr>
          <w:p w14:paraId="0E780985" w14:textId="6A66D47A" w:rsidR="00B56E9C" w:rsidRPr="0052789A" w:rsidRDefault="00803BF8" w:rsidP="001437F9">
            <w:pPr>
              <w:jc w:val="right"/>
            </w:pPr>
            <w:r w:rsidRPr="0052789A">
              <w:rPr>
                <w:sz w:val="40"/>
              </w:rPr>
              <w:t>ECE</w:t>
            </w:r>
            <w:r w:rsidRPr="0052789A">
              <w:t>/TRANS/WP.29/</w:t>
            </w:r>
            <w:r w:rsidR="000F32D4" w:rsidRPr="0052789A">
              <w:t>GRBP</w:t>
            </w:r>
            <w:r w:rsidRPr="0052789A">
              <w:t>/</w:t>
            </w:r>
            <w:r w:rsidR="00752208" w:rsidRPr="0052789A">
              <w:t>20</w:t>
            </w:r>
            <w:r w:rsidR="002C0C8D" w:rsidRPr="0052789A">
              <w:t>20</w:t>
            </w:r>
            <w:r w:rsidRPr="0052789A">
              <w:t>/</w:t>
            </w:r>
            <w:r w:rsidR="00601D0F" w:rsidRPr="0052789A">
              <w:t>7</w:t>
            </w:r>
            <w:r w:rsidR="00E841DB" w:rsidRPr="0052789A">
              <w:t xml:space="preserve"> </w:t>
            </w:r>
          </w:p>
        </w:tc>
      </w:tr>
      <w:tr w:rsidR="00B56E9C" w:rsidRPr="0052789A" w14:paraId="6EC4A80B" w14:textId="77777777" w:rsidTr="0018231F">
        <w:trPr>
          <w:cantSplit/>
          <w:trHeight w:hRule="exact" w:val="2835"/>
        </w:trPr>
        <w:tc>
          <w:tcPr>
            <w:tcW w:w="1276" w:type="dxa"/>
            <w:tcBorders>
              <w:top w:val="single" w:sz="4" w:space="0" w:color="auto"/>
              <w:bottom w:val="single" w:sz="12" w:space="0" w:color="auto"/>
            </w:tcBorders>
            <w:shd w:val="clear" w:color="auto" w:fill="auto"/>
          </w:tcPr>
          <w:p w14:paraId="7DF860A0" w14:textId="77777777" w:rsidR="00B56E9C" w:rsidRPr="0052789A" w:rsidRDefault="00057B9A" w:rsidP="0018231F">
            <w:pPr>
              <w:spacing w:before="120"/>
            </w:pPr>
            <w:r w:rsidRPr="0052789A">
              <w:rPr>
                <w:noProof/>
                <w:lang w:eastAsia="zh-CN"/>
              </w:rPr>
              <w:drawing>
                <wp:inline distT="0" distB="0" distL="0" distR="0" wp14:anchorId="38E980C6" wp14:editId="70FE0B29">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9FCB31" w14:textId="77777777" w:rsidR="00B56E9C" w:rsidRPr="0052789A" w:rsidRDefault="00D773DF" w:rsidP="0018231F">
            <w:pPr>
              <w:spacing w:before="120" w:line="420" w:lineRule="exact"/>
              <w:rPr>
                <w:sz w:val="40"/>
                <w:szCs w:val="40"/>
              </w:rPr>
            </w:pPr>
            <w:r w:rsidRPr="0052789A">
              <w:rPr>
                <w:b/>
                <w:sz w:val="40"/>
                <w:szCs w:val="40"/>
              </w:rPr>
              <w:t>Economic and Social Council</w:t>
            </w:r>
          </w:p>
        </w:tc>
        <w:tc>
          <w:tcPr>
            <w:tcW w:w="2835" w:type="dxa"/>
            <w:tcBorders>
              <w:top w:val="single" w:sz="4" w:space="0" w:color="auto"/>
              <w:bottom w:val="single" w:sz="12" w:space="0" w:color="auto"/>
            </w:tcBorders>
            <w:shd w:val="clear" w:color="auto" w:fill="auto"/>
          </w:tcPr>
          <w:p w14:paraId="5942F463" w14:textId="77777777" w:rsidR="00803BF8" w:rsidRPr="0052789A" w:rsidRDefault="00D74D23" w:rsidP="0018231F">
            <w:pPr>
              <w:spacing w:before="240" w:line="240" w:lineRule="exact"/>
            </w:pPr>
            <w:r w:rsidRPr="0052789A">
              <w:t>Distr.: General</w:t>
            </w:r>
          </w:p>
          <w:p w14:paraId="78A64EC8" w14:textId="7E962392" w:rsidR="00803BF8" w:rsidRPr="0052789A" w:rsidRDefault="00132014" w:rsidP="0018231F">
            <w:pPr>
              <w:spacing w:line="240" w:lineRule="exact"/>
            </w:pPr>
            <w:r w:rsidRPr="0052789A">
              <w:t>1</w:t>
            </w:r>
            <w:r w:rsidR="00DE325D">
              <w:t>7</w:t>
            </w:r>
            <w:r w:rsidR="001437F9" w:rsidRPr="0052789A">
              <w:t xml:space="preserve"> </w:t>
            </w:r>
            <w:r w:rsidRPr="0052789A">
              <w:t xml:space="preserve">June </w:t>
            </w:r>
            <w:r w:rsidR="00752208" w:rsidRPr="0052789A">
              <w:t>20</w:t>
            </w:r>
            <w:r w:rsidRPr="0052789A">
              <w:t>20</w:t>
            </w:r>
          </w:p>
          <w:p w14:paraId="1F29402D" w14:textId="77777777" w:rsidR="00803BF8" w:rsidRPr="0052789A" w:rsidRDefault="00803BF8" w:rsidP="0018231F">
            <w:pPr>
              <w:spacing w:line="240" w:lineRule="exact"/>
            </w:pPr>
          </w:p>
          <w:p w14:paraId="0C8FB905" w14:textId="77777777" w:rsidR="003C17CC" w:rsidRPr="0052789A" w:rsidRDefault="00803BF8" w:rsidP="0018231F">
            <w:pPr>
              <w:spacing w:line="240" w:lineRule="exact"/>
            </w:pPr>
            <w:r w:rsidRPr="0052789A">
              <w:t>Original: English</w:t>
            </w:r>
          </w:p>
          <w:p w14:paraId="00B9B0EA" w14:textId="77777777" w:rsidR="00EA2A77" w:rsidRPr="0052789A" w:rsidRDefault="00EA2A77" w:rsidP="0018231F">
            <w:pPr>
              <w:spacing w:line="240" w:lineRule="exact"/>
            </w:pPr>
          </w:p>
        </w:tc>
      </w:tr>
    </w:tbl>
    <w:p w14:paraId="096FA031" w14:textId="77777777" w:rsidR="00442A83" w:rsidRPr="0052789A" w:rsidRDefault="00C96DF2" w:rsidP="00C96DF2">
      <w:pPr>
        <w:spacing w:before="120"/>
        <w:rPr>
          <w:b/>
          <w:sz w:val="28"/>
          <w:szCs w:val="28"/>
        </w:rPr>
      </w:pPr>
      <w:r w:rsidRPr="0052789A">
        <w:rPr>
          <w:b/>
          <w:sz w:val="28"/>
          <w:szCs w:val="28"/>
        </w:rPr>
        <w:t>Economic Commission for Europe</w:t>
      </w:r>
    </w:p>
    <w:p w14:paraId="1A612FED" w14:textId="77777777" w:rsidR="00C96DF2" w:rsidRPr="0052789A" w:rsidRDefault="008F31D2" w:rsidP="00C96DF2">
      <w:pPr>
        <w:spacing w:before="120"/>
        <w:rPr>
          <w:sz w:val="28"/>
          <w:szCs w:val="28"/>
        </w:rPr>
      </w:pPr>
      <w:r w:rsidRPr="0052789A">
        <w:rPr>
          <w:sz w:val="28"/>
          <w:szCs w:val="28"/>
        </w:rPr>
        <w:t>Inland Transport Committee</w:t>
      </w:r>
    </w:p>
    <w:p w14:paraId="1D784C73" w14:textId="77777777" w:rsidR="00EA2A77" w:rsidRPr="0052789A" w:rsidRDefault="00EA2A77" w:rsidP="00EA2A77">
      <w:pPr>
        <w:spacing w:before="120"/>
        <w:rPr>
          <w:b/>
          <w:sz w:val="24"/>
          <w:szCs w:val="24"/>
        </w:rPr>
      </w:pPr>
      <w:r w:rsidRPr="0052789A">
        <w:rPr>
          <w:b/>
          <w:sz w:val="24"/>
          <w:szCs w:val="24"/>
        </w:rPr>
        <w:t xml:space="preserve">World Forum for Harmonization of Vehicle </w:t>
      </w:r>
      <w:r w:rsidR="00D26E07" w:rsidRPr="0052789A">
        <w:rPr>
          <w:b/>
          <w:sz w:val="24"/>
          <w:szCs w:val="24"/>
        </w:rPr>
        <w:t>Regulation</w:t>
      </w:r>
      <w:r w:rsidRPr="0052789A">
        <w:rPr>
          <w:b/>
          <w:sz w:val="24"/>
          <w:szCs w:val="24"/>
        </w:rPr>
        <w:t>s</w:t>
      </w:r>
    </w:p>
    <w:p w14:paraId="2B1997D8" w14:textId="77777777" w:rsidR="003C17CC" w:rsidRPr="0052789A" w:rsidRDefault="003C17CC" w:rsidP="00EA2A77">
      <w:pPr>
        <w:spacing w:before="120"/>
        <w:rPr>
          <w:b/>
        </w:rPr>
      </w:pPr>
      <w:r w:rsidRPr="0052789A">
        <w:rPr>
          <w:b/>
        </w:rPr>
        <w:t xml:space="preserve">Working Party on </w:t>
      </w:r>
      <w:r w:rsidR="0031733E" w:rsidRPr="0052789A">
        <w:rPr>
          <w:b/>
        </w:rPr>
        <w:t>Noise</w:t>
      </w:r>
      <w:r w:rsidR="009B1D3C" w:rsidRPr="0052789A">
        <w:rPr>
          <w:b/>
        </w:rPr>
        <w:t xml:space="preserve"> and Tyres</w:t>
      </w:r>
    </w:p>
    <w:p w14:paraId="0FE2F890" w14:textId="4A1BE5E8" w:rsidR="00C96DF2" w:rsidRPr="0052789A" w:rsidRDefault="001437F9" w:rsidP="00C96DF2">
      <w:pPr>
        <w:spacing w:before="120"/>
        <w:rPr>
          <w:b/>
        </w:rPr>
      </w:pPr>
      <w:r w:rsidRPr="0052789A">
        <w:rPr>
          <w:b/>
        </w:rPr>
        <w:t>S</w:t>
      </w:r>
      <w:r w:rsidR="0048370C" w:rsidRPr="0052789A">
        <w:rPr>
          <w:b/>
        </w:rPr>
        <w:t>event</w:t>
      </w:r>
      <w:r w:rsidR="002C0C8D" w:rsidRPr="0052789A">
        <w:rPr>
          <w:b/>
        </w:rPr>
        <w:t>y-</w:t>
      </w:r>
      <w:r w:rsidR="00132014" w:rsidRPr="0052789A">
        <w:rPr>
          <w:b/>
        </w:rPr>
        <w:t>second</w:t>
      </w:r>
      <w:r w:rsidR="002C0C8D" w:rsidRPr="0052789A">
        <w:rPr>
          <w:b/>
        </w:rPr>
        <w:t xml:space="preserve"> </w:t>
      </w:r>
      <w:r w:rsidR="00182290" w:rsidRPr="0052789A">
        <w:rPr>
          <w:b/>
        </w:rPr>
        <w:t>session</w:t>
      </w:r>
    </w:p>
    <w:p w14:paraId="11665D8B" w14:textId="50EFA683" w:rsidR="0067362F" w:rsidRPr="0052789A" w:rsidRDefault="00915EF6" w:rsidP="00C96DF2">
      <w:r w:rsidRPr="0052789A">
        <w:t>Gen</w:t>
      </w:r>
      <w:r w:rsidR="003C17CC" w:rsidRPr="0052789A">
        <w:t>e</w:t>
      </w:r>
      <w:r w:rsidRPr="0052789A">
        <w:t>v</w:t>
      </w:r>
      <w:r w:rsidR="003C17CC" w:rsidRPr="0052789A">
        <w:t>a</w:t>
      </w:r>
      <w:r w:rsidRPr="0052789A">
        <w:t xml:space="preserve">, </w:t>
      </w:r>
      <w:r w:rsidR="00132014" w:rsidRPr="0052789A">
        <w:t>7</w:t>
      </w:r>
      <w:bookmarkStart w:id="0" w:name="_Hlk30413188"/>
      <w:r w:rsidR="00411198" w:rsidRPr="00C930CD">
        <w:t>–</w:t>
      </w:r>
      <w:bookmarkEnd w:id="0"/>
      <w:r w:rsidR="00132014" w:rsidRPr="0052789A">
        <w:t xml:space="preserve">9 September </w:t>
      </w:r>
      <w:r w:rsidR="00752208" w:rsidRPr="0052789A">
        <w:t>20</w:t>
      </w:r>
      <w:r w:rsidR="002C0C8D" w:rsidRPr="0052789A">
        <w:t>20</w:t>
      </w:r>
    </w:p>
    <w:p w14:paraId="1F1F5DF0" w14:textId="77777777" w:rsidR="00B53C21" w:rsidRPr="0052789A" w:rsidRDefault="00915EF6" w:rsidP="00C96DF2">
      <w:r w:rsidRPr="0052789A">
        <w:t xml:space="preserve">Item </w:t>
      </w:r>
      <w:r w:rsidR="003C17CC" w:rsidRPr="0052789A">
        <w:t>1</w:t>
      </w:r>
      <w:r w:rsidRPr="0052789A">
        <w:t xml:space="preserve"> of the provisional agenda</w:t>
      </w:r>
    </w:p>
    <w:p w14:paraId="11637BC2" w14:textId="77777777" w:rsidR="00915EF6" w:rsidRPr="0052789A" w:rsidRDefault="003C17CC" w:rsidP="00C96DF2">
      <w:pPr>
        <w:rPr>
          <w:b/>
        </w:rPr>
      </w:pPr>
      <w:r w:rsidRPr="0052789A">
        <w:rPr>
          <w:b/>
        </w:rPr>
        <w:t>Adoption of the agenda</w:t>
      </w:r>
    </w:p>
    <w:p w14:paraId="308F8477" w14:textId="77777777" w:rsidR="003C17CC" w:rsidRPr="0052789A" w:rsidRDefault="003C17CC" w:rsidP="00C96DF2"/>
    <w:p w14:paraId="0CD98B8C" w14:textId="1814D3C5" w:rsidR="00614F39" w:rsidRPr="0052789A" w:rsidRDefault="003C17CC" w:rsidP="00132014">
      <w:pPr>
        <w:pStyle w:val="HChG"/>
        <w:ind w:right="992"/>
      </w:pPr>
      <w:r w:rsidRPr="0052789A">
        <w:tab/>
      </w:r>
      <w:r w:rsidRPr="0052789A">
        <w:tab/>
        <w:t xml:space="preserve">Annotated provisional agenda for the </w:t>
      </w:r>
      <w:r w:rsidR="0048370C" w:rsidRPr="0052789A">
        <w:t>sevent</w:t>
      </w:r>
      <w:r w:rsidR="002C0C8D" w:rsidRPr="0052789A">
        <w:t>y-</w:t>
      </w:r>
      <w:r w:rsidR="00132014" w:rsidRPr="0052789A">
        <w:t xml:space="preserve">second </w:t>
      </w:r>
      <w:r w:rsidR="00EA7F6C" w:rsidRPr="0052789A">
        <w:t>session</w:t>
      </w:r>
      <w:r w:rsidR="00614F39" w:rsidRPr="0052789A">
        <w:rPr>
          <w:rStyle w:val="FootnoteReference"/>
          <w:szCs w:val="28"/>
        </w:rPr>
        <w:footnoteReference w:customMarkFollows="1" w:id="2"/>
        <w:t>*</w:t>
      </w:r>
      <w:r w:rsidR="00EA7F6C" w:rsidRPr="0052789A">
        <w:rPr>
          <w:sz w:val="18"/>
          <w:szCs w:val="18"/>
          <w:vertAlign w:val="superscript"/>
        </w:rPr>
        <w:t>,</w:t>
      </w:r>
      <w:r w:rsidR="00EA7F6C" w:rsidRPr="0052789A">
        <w:rPr>
          <w:rStyle w:val="FootnoteReference"/>
          <w:szCs w:val="28"/>
        </w:rPr>
        <w:t xml:space="preserve"> </w:t>
      </w:r>
      <w:r w:rsidR="000F493E" w:rsidRPr="0052789A">
        <w:rPr>
          <w:rStyle w:val="FootnoteReference"/>
          <w:szCs w:val="28"/>
        </w:rPr>
        <w:footnoteReference w:customMarkFollows="1" w:id="3"/>
        <w:t xml:space="preserve">**    </w:t>
      </w:r>
    </w:p>
    <w:p w14:paraId="10CB23D3" w14:textId="198AF80A" w:rsidR="00C14E8D" w:rsidRPr="0052789A" w:rsidRDefault="003C17CC" w:rsidP="00614F39">
      <w:pPr>
        <w:pStyle w:val="SingleTxtG"/>
      </w:pPr>
      <w:r w:rsidRPr="0052789A">
        <w:t xml:space="preserve">to be held at the Palais des Nations, Geneva, starting at </w:t>
      </w:r>
      <w:r w:rsidR="00C14E8D" w:rsidRPr="0052789A">
        <w:t xml:space="preserve">2.30 p.m. on </w:t>
      </w:r>
      <w:r w:rsidR="00132014" w:rsidRPr="0052789A">
        <w:t xml:space="preserve">7 September </w:t>
      </w:r>
      <w:r w:rsidR="00C14E8D" w:rsidRPr="0052789A">
        <w:t xml:space="preserve">and concluding at </w:t>
      </w:r>
      <w:r w:rsidR="00132014" w:rsidRPr="0052789A">
        <w:t>5</w:t>
      </w:r>
      <w:r w:rsidR="00C14E8D" w:rsidRPr="0052789A">
        <w:t xml:space="preserve">.30 </w:t>
      </w:r>
      <w:r w:rsidR="001437F9" w:rsidRPr="0052789A">
        <w:t>p</w:t>
      </w:r>
      <w:r w:rsidR="00C14E8D" w:rsidRPr="0052789A">
        <w:t xml:space="preserve">.m. on </w:t>
      </w:r>
      <w:r w:rsidR="00132014" w:rsidRPr="0052789A">
        <w:t xml:space="preserve">9 September </w:t>
      </w:r>
      <w:r w:rsidR="00C14E8D" w:rsidRPr="0052789A">
        <w:t>20</w:t>
      </w:r>
      <w:r w:rsidR="002C0C8D" w:rsidRPr="0052789A">
        <w:t>20</w:t>
      </w:r>
      <w:r w:rsidR="00C14E8D" w:rsidRPr="0052789A">
        <w:t xml:space="preserve"> </w:t>
      </w:r>
    </w:p>
    <w:p w14:paraId="5C29FE56" w14:textId="77777777" w:rsidR="00614F39" w:rsidRPr="0052789A" w:rsidRDefault="00614F39">
      <w:pPr>
        <w:suppressAutoHyphens w:val="0"/>
        <w:spacing w:line="240" w:lineRule="auto"/>
        <w:rPr>
          <w:b/>
          <w:sz w:val="28"/>
        </w:rPr>
      </w:pPr>
      <w:r w:rsidRPr="0052789A">
        <w:br w:type="page"/>
      </w:r>
    </w:p>
    <w:p w14:paraId="520F1B48" w14:textId="77777777" w:rsidR="00757F2F" w:rsidRPr="0052789A" w:rsidRDefault="00757F2F" w:rsidP="00757F2F">
      <w:pPr>
        <w:pStyle w:val="HChG"/>
        <w:ind w:hanging="567"/>
      </w:pPr>
      <w:r w:rsidRPr="0052789A">
        <w:lastRenderedPageBreak/>
        <w:t>I.</w:t>
      </w:r>
      <w:r w:rsidRPr="0052789A">
        <w:tab/>
      </w:r>
      <w:r w:rsidRPr="0052789A">
        <w:tab/>
        <w:t>Provisional agenda</w:t>
      </w:r>
    </w:p>
    <w:p w14:paraId="28968488" w14:textId="77777777" w:rsidR="009836F3" w:rsidRPr="0052789A" w:rsidRDefault="009836F3" w:rsidP="009836F3">
      <w:pPr>
        <w:pStyle w:val="SingleTxtG"/>
      </w:pPr>
      <w:r w:rsidRPr="0052789A">
        <w:t>1.</w:t>
      </w:r>
      <w:r w:rsidRPr="0052789A">
        <w:tab/>
        <w:t>Adoption of the agenda.</w:t>
      </w:r>
    </w:p>
    <w:p w14:paraId="5A78E481" w14:textId="558604EF" w:rsidR="009836F3" w:rsidRPr="0052789A" w:rsidRDefault="00A17B4D" w:rsidP="009836F3">
      <w:pPr>
        <w:pStyle w:val="SingleTxtG"/>
      </w:pPr>
      <w:r w:rsidRPr="0052789A">
        <w:t>2</w:t>
      </w:r>
      <w:r w:rsidR="009836F3" w:rsidRPr="0052789A">
        <w:t>.</w:t>
      </w:r>
      <w:r w:rsidR="009836F3" w:rsidRPr="0052789A">
        <w:tab/>
      </w:r>
      <w:r w:rsidR="004F155E" w:rsidRPr="0052789A">
        <w:t xml:space="preserve">UN </w:t>
      </w:r>
      <w:r w:rsidR="009836F3" w:rsidRPr="0052789A">
        <w:t>Regulation No. 41 (Noise emissions of motorcycles).</w:t>
      </w:r>
    </w:p>
    <w:p w14:paraId="6AE30207" w14:textId="5BA7C59B" w:rsidR="009836F3" w:rsidRPr="0052789A" w:rsidRDefault="00A17B4D" w:rsidP="007F78A5">
      <w:pPr>
        <w:pStyle w:val="SingleTxtG"/>
      </w:pPr>
      <w:r w:rsidRPr="0052789A">
        <w:t>3</w:t>
      </w:r>
      <w:r w:rsidR="009836F3" w:rsidRPr="0052789A">
        <w:t>.</w:t>
      </w:r>
      <w:r w:rsidR="009836F3" w:rsidRPr="0052789A">
        <w:tab/>
      </w:r>
      <w:r w:rsidR="004F155E" w:rsidRPr="0052789A">
        <w:t xml:space="preserve">UN </w:t>
      </w:r>
      <w:r w:rsidR="009836F3" w:rsidRPr="0052789A">
        <w:t>Regulation No. 51 (Noise of M and N categories of vehicles)</w:t>
      </w:r>
      <w:r w:rsidR="007F78A5" w:rsidRPr="0052789A">
        <w:t>.</w:t>
      </w:r>
    </w:p>
    <w:p w14:paraId="21D1A63B" w14:textId="2420F1CB" w:rsidR="00BD7B4F" w:rsidRPr="0052789A" w:rsidRDefault="00A17B4D" w:rsidP="00234671">
      <w:pPr>
        <w:pStyle w:val="SingleTxtG"/>
      </w:pPr>
      <w:r w:rsidRPr="0052789A">
        <w:t>4</w:t>
      </w:r>
      <w:r w:rsidR="00BD7B4F" w:rsidRPr="0052789A">
        <w:t>.</w:t>
      </w:r>
      <w:r w:rsidR="00BD7B4F" w:rsidRPr="0052789A">
        <w:tab/>
      </w:r>
      <w:r w:rsidR="004F155E" w:rsidRPr="0052789A">
        <w:t xml:space="preserve">UN </w:t>
      </w:r>
      <w:r w:rsidR="00BD7B4F" w:rsidRPr="0052789A">
        <w:t xml:space="preserve">Regulation No. </w:t>
      </w:r>
      <w:r w:rsidRPr="0052789A">
        <w:t>138</w:t>
      </w:r>
      <w:r w:rsidR="00BD7B4F" w:rsidRPr="0052789A">
        <w:t xml:space="preserve"> (</w:t>
      </w:r>
      <w:r w:rsidRPr="0052789A">
        <w:t>Quiet road transport vehicles</w:t>
      </w:r>
      <w:r w:rsidR="00BD7B4F" w:rsidRPr="0052789A">
        <w:t>)</w:t>
      </w:r>
      <w:r w:rsidR="00617443" w:rsidRPr="0052789A">
        <w:t>.</w:t>
      </w:r>
    </w:p>
    <w:p w14:paraId="02E2D744" w14:textId="6065C9E5" w:rsidR="001437F9" w:rsidRPr="0052789A" w:rsidRDefault="00A17B4D" w:rsidP="001437F9">
      <w:pPr>
        <w:pStyle w:val="SingleTxtG"/>
      </w:pPr>
      <w:r w:rsidRPr="0052789A">
        <w:t>5</w:t>
      </w:r>
      <w:r w:rsidR="001437F9" w:rsidRPr="0052789A">
        <w:t>.</w:t>
      </w:r>
      <w:r w:rsidR="001437F9" w:rsidRPr="0052789A">
        <w:tab/>
        <w:t>Tyres:</w:t>
      </w:r>
    </w:p>
    <w:p w14:paraId="5368F729" w14:textId="61FAF48D" w:rsidR="001437F9" w:rsidRPr="0052789A" w:rsidRDefault="00981477" w:rsidP="001437F9">
      <w:pPr>
        <w:pStyle w:val="SingleTxtG"/>
      </w:pPr>
      <w:r w:rsidRPr="0052789A">
        <w:tab/>
      </w:r>
      <w:r w:rsidR="001437F9" w:rsidRPr="0052789A">
        <w:tab/>
        <w:t>(a)</w:t>
      </w:r>
      <w:r w:rsidR="001437F9" w:rsidRPr="0052789A">
        <w:tab/>
      </w:r>
      <w:r w:rsidR="00876FF5" w:rsidRPr="0052789A">
        <w:t xml:space="preserve">UN Regulation No. </w:t>
      </w:r>
      <w:r w:rsidR="00A17B4D" w:rsidRPr="0052789A">
        <w:t>30</w:t>
      </w:r>
      <w:r w:rsidR="00876FF5" w:rsidRPr="0052789A">
        <w:t xml:space="preserve"> (Tyres for</w:t>
      </w:r>
      <w:r w:rsidR="00A17B4D" w:rsidRPr="0052789A">
        <w:t xml:space="preserve"> passenger cars and their trailers</w:t>
      </w:r>
      <w:r w:rsidR="00876FF5" w:rsidRPr="0052789A">
        <w:t>)</w:t>
      </w:r>
      <w:r w:rsidR="001437F9" w:rsidRPr="0052789A">
        <w:t>;</w:t>
      </w:r>
    </w:p>
    <w:p w14:paraId="7CDEC738" w14:textId="185E9B6C" w:rsidR="00996674" w:rsidRPr="0052789A" w:rsidRDefault="00996674" w:rsidP="009745DE">
      <w:pPr>
        <w:pStyle w:val="SingleTxtG"/>
        <w:ind w:left="2268" w:hanging="567"/>
      </w:pPr>
      <w:r w:rsidRPr="0052789A">
        <w:t>(b)</w:t>
      </w:r>
      <w:r w:rsidRPr="0052789A">
        <w:tab/>
      </w:r>
      <w:r w:rsidR="00876FF5" w:rsidRPr="0052789A">
        <w:t xml:space="preserve">UN Regulation No. </w:t>
      </w:r>
      <w:r w:rsidR="003A3B54" w:rsidRPr="0052789A">
        <w:t>54 (Tyres for commercial vehicles and their trailers)</w:t>
      </w:r>
      <w:r w:rsidRPr="0052789A">
        <w:t>;</w:t>
      </w:r>
    </w:p>
    <w:p w14:paraId="098DB2B2" w14:textId="0BD96B2D" w:rsidR="00876FF5" w:rsidRPr="0052789A" w:rsidRDefault="0031154E" w:rsidP="0031154E">
      <w:pPr>
        <w:pStyle w:val="SingleTxtG"/>
        <w:ind w:left="2268" w:hanging="567"/>
      </w:pPr>
      <w:r w:rsidRPr="0052789A">
        <w:t>(c)</w:t>
      </w:r>
      <w:r w:rsidRPr="0052789A">
        <w:tab/>
        <w:t xml:space="preserve">UN Regulation No. </w:t>
      </w:r>
      <w:r w:rsidR="003A3B54" w:rsidRPr="0052789A">
        <w:t>75 (Tyres for L-category vehicles)</w:t>
      </w:r>
      <w:r w:rsidRPr="0052789A">
        <w:t>;</w:t>
      </w:r>
    </w:p>
    <w:p w14:paraId="60C5E3CF" w14:textId="12FB95D7" w:rsidR="003A3B54" w:rsidRPr="0052789A" w:rsidRDefault="003A3B54" w:rsidP="0031154E">
      <w:pPr>
        <w:pStyle w:val="SingleTxtG"/>
        <w:ind w:left="2268" w:hanging="567"/>
      </w:pPr>
      <w:r w:rsidRPr="0052789A">
        <w:t>(d)</w:t>
      </w:r>
      <w:r w:rsidRPr="0052789A">
        <w:tab/>
        <w:t>UN Regulation No. 106 (Tyres for agricultural vehicles and their trailers);</w:t>
      </w:r>
    </w:p>
    <w:p w14:paraId="08E738F1" w14:textId="1993CE38" w:rsidR="003A3B54" w:rsidRPr="0052789A" w:rsidRDefault="001437F9" w:rsidP="00F41608">
      <w:pPr>
        <w:pStyle w:val="SingleTxtG"/>
        <w:ind w:firstLine="567"/>
      </w:pPr>
      <w:r w:rsidRPr="0052789A">
        <w:t>(</w:t>
      </w:r>
      <w:r w:rsidR="003A3B54" w:rsidRPr="0052789A">
        <w:t>e</w:t>
      </w:r>
      <w:r w:rsidRPr="0052789A">
        <w:t>)</w:t>
      </w:r>
      <w:r w:rsidRPr="0052789A">
        <w:tab/>
        <w:t>UN Regulation No. 117 (Tyre rolling resistance, rolling noise and wet grip)</w:t>
      </w:r>
      <w:r w:rsidR="003A3B54" w:rsidRPr="0052789A">
        <w:t>;</w:t>
      </w:r>
    </w:p>
    <w:p w14:paraId="1C0D1A2D" w14:textId="6D554035" w:rsidR="001437F9" w:rsidRPr="0052789A" w:rsidRDefault="003A3B54" w:rsidP="003A3B54">
      <w:pPr>
        <w:pStyle w:val="SingleTxtG"/>
        <w:ind w:firstLine="567"/>
      </w:pPr>
      <w:r w:rsidRPr="0052789A">
        <w:t>(f)</w:t>
      </w:r>
      <w:r w:rsidRPr="0052789A">
        <w:tab/>
        <w:t>UN Regulation No. 124 (Replacement wheels for passenger cars);</w:t>
      </w:r>
    </w:p>
    <w:p w14:paraId="71AD3526" w14:textId="2A971739" w:rsidR="003A3B54" w:rsidRPr="0052789A" w:rsidRDefault="003A3B54" w:rsidP="003A3B54">
      <w:pPr>
        <w:pStyle w:val="SingleTxtG"/>
        <w:ind w:firstLine="567"/>
      </w:pPr>
      <w:r w:rsidRPr="0052789A">
        <w:t>(g)</w:t>
      </w:r>
      <w:r w:rsidRPr="0052789A">
        <w:tab/>
        <w:t>UN Regulation No. 141 (Tyre pressure monitoring system);</w:t>
      </w:r>
    </w:p>
    <w:p w14:paraId="5878AF9B" w14:textId="5FB0F4E8" w:rsidR="003A3B54" w:rsidRPr="0052789A" w:rsidRDefault="003A3B54" w:rsidP="003A3B54">
      <w:pPr>
        <w:pStyle w:val="SingleTxtG"/>
        <w:ind w:firstLine="567"/>
      </w:pPr>
      <w:r w:rsidRPr="0052789A">
        <w:t>(h)</w:t>
      </w:r>
      <w:r w:rsidRPr="0052789A">
        <w:tab/>
        <w:t>UN Regulation No. 142 (Tyre installation).</w:t>
      </w:r>
    </w:p>
    <w:p w14:paraId="70469BBD" w14:textId="425294EC" w:rsidR="00234671" w:rsidRPr="0052789A" w:rsidRDefault="00981477" w:rsidP="004F68DD">
      <w:pPr>
        <w:pStyle w:val="SingleTxtG"/>
        <w:ind w:left="1701" w:hanging="567"/>
      </w:pPr>
      <w:r w:rsidRPr="0052789A">
        <w:t>6</w:t>
      </w:r>
      <w:r w:rsidR="00234671" w:rsidRPr="0052789A">
        <w:t>.</w:t>
      </w:r>
      <w:r w:rsidR="00234671" w:rsidRPr="0052789A">
        <w:tab/>
        <w:t xml:space="preserve">Draft </w:t>
      </w:r>
      <w:r w:rsidR="004F155E" w:rsidRPr="0052789A">
        <w:t xml:space="preserve">UN </w:t>
      </w:r>
      <w:r w:rsidR="00234671" w:rsidRPr="0052789A">
        <w:t xml:space="preserve">Regulation on reversing alarm. </w:t>
      </w:r>
    </w:p>
    <w:p w14:paraId="5FD199B2" w14:textId="1C0D2F81" w:rsidR="009836F3" w:rsidRPr="0052789A" w:rsidRDefault="00981477" w:rsidP="009836F3">
      <w:pPr>
        <w:pStyle w:val="SingleTxtG"/>
        <w:ind w:left="1701" w:hanging="567"/>
      </w:pPr>
      <w:r w:rsidRPr="0052789A">
        <w:t>7</w:t>
      </w:r>
      <w:r w:rsidR="009836F3" w:rsidRPr="0052789A">
        <w:t>.</w:t>
      </w:r>
      <w:r w:rsidR="009836F3" w:rsidRPr="0052789A">
        <w:tab/>
        <w:t>Exchange of information on national and international requirements on noise levels.</w:t>
      </w:r>
    </w:p>
    <w:p w14:paraId="76DA760D" w14:textId="1F10CE09" w:rsidR="009836F3" w:rsidRPr="0052789A" w:rsidRDefault="00873426" w:rsidP="009836F3">
      <w:pPr>
        <w:pStyle w:val="SingleTxtG"/>
        <w:ind w:left="1701" w:hanging="567"/>
      </w:pPr>
      <w:r>
        <w:t>8</w:t>
      </w:r>
      <w:r w:rsidR="009836F3" w:rsidRPr="0052789A">
        <w:t>.</w:t>
      </w:r>
      <w:r w:rsidR="009836F3" w:rsidRPr="0052789A">
        <w:tab/>
        <w:t>Proposal</w:t>
      </w:r>
      <w:r w:rsidR="005967A2" w:rsidRPr="0052789A">
        <w:t>s</w:t>
      </w:r>
      <w:r w:rsidR="009836F3" w:rsidRPr="0052789A">
        <w:t xml:space="preserve"> for amendments to the Consolidated Resolution</w:t>
      </w:r>
      <w:r w:rsidR="004E0100" w:rsidRPr="0052789A">
        <w:t xml:space="preserve"> </w:t>
      </w:r>
      <w:r w:rsidR="009836F3" w:rsidRPr="0052789A">
        <w:t>on the Construction of Vehicles.</w:t>
      </w:r>
    </w:p>
    <w:p w14:paraId="35EFBA99" w14:textId="5FD518ED" w:rsidR="009836F3" w:rsidRPr="0052789A" w:rsidRDefault="00873426" w:rsidP="009836F3">
      <w:pPr>
        <w:pStyle w:val="SingleTxtG"/>
        <w:ind w:left="1701" w:hanging="567"/>
      </w:pPr>
      <w:r>
        <w:t>9</w:t>
      </w:r>
      <w:r w:rsidR="009836F3" w:rsidRPr="0052789A">
        <w:t>.</w:t>
      </w:r>
      <w:r w:rsidR="009836F3" w:rsidRPr="0052789A">
        <w:tab/>
        <w:t>Development of the International Whole Vehicle Type Approval system.</w:t>
      </w:r>
    </w:p>
    <w:p w14:paraId="48D64C62" w14:textId="26417FB3" w:rsidR="009836F3" w:rsidRPr="0052789A" w:rsidRDefault="009836F3" w:rsidP="00ED07B5">
      <w:pPr>
        <w:pStyle w:val="SingleTxtG"/>
        <w:ind w:left="1710" w:hanging="576"/>
      </w:pPr>
      <w:r w:rsidRPr="0052789A">
        <w:t>1</w:t>
      </w:r>
      <w:r w:rsidR="00873426">
        <w:t>0</w:t>
      </w:r>
      <w:r w:rsidRPr="0052789A">
        <w:t>.</w:t>
      </w:r>
      <w:r w:rsidRPr="0052789A">
        <w:tab/>
        <w:t xml:space="preserve">Highlights of the </w:t>
      </w:r>
      <w:r w:rsidR="00A17B4D" w:rsidRPr="0052789A">
        <w:t xml:space="preserve">recent </w:t>
      </w:r>
      <w:r w:rsidRPr="0052789A">
        <w:t>session</w:t>
      </w:r>
      <w:r w:rsidR="009B1D3C" w:rsidRPr="0052789A">
        <w:t>s</w:t>
      </w:r>
      <w:r w:rsidRPr="0052789A">
        <w:t xml:space="preserve"> of </w:t>
      </w:r>
      <w:r w:rsidR="004E0100" w:rsidRPr="0052789A">
        <w:t>the World Forum for Harmonization of Vehicle Regulations</w:t>
      </w:r>
      <w:r w:rsidRPr="0052789A">
        <w:t>.</w:t>
      </w:r>
    </w:p>
    <w:p w14:paraId="603D2C68" w14:textId="00C7B7B2" w:rsidR="009836F3" w:rsidRPr="0052789A" w:rsidRDefault="009836F3" w:rsidP="009836F3">
      <w:pPr>
        <w:pStyle w:val="SingleTxtG"/>
      </w:pPr>
      <w:r w:rsidRPr="0052789A">
        <w:t>1</w:t>
      </w:r>
      <w:r w:rsidR="00873426">
        <w:t>1</w:t>
      </w:r>
      <w:r w:rsidRPr="0052789A">
        <w:t>.</w:t>
      </w:r>
      <w:r w:rsidRPr="0052789A">
        <w:tab/>
        <w:t xml:space="preserve">Exchange of views </w:t>
      </w:r>
      <w:r w:rsidR="007862C7" w:rsidRPr="0052789A">
        <w:t xml:space="preserve">on </w:t>
      </w:r>
      <w:r w:rsidRPr="0052789A">
        <w:t>the future work of</w:t>
      </w:r>
      <w:r w:rsidR="004E0100" w:rsidRPr="0052789A">
        <w:t xml:space="preserve"> the Working Party on Noise and Tyres</w:t>
      </w:r>
      <w:r w:rsidRPr="0052789A">
        <w:t>.</w:t>
      </w:r>
    </w:p>
    <w:p w14:paraId="25DD85B2" w14:textId="6AD9EB1C" w:rsidR="009836F3" w:rsidRPr="0052789A" w:rsidRDefault="009836F3" w:rsidP="009836F3">
      <w:pPr>
        <w:pStyle w:val="SingleTxtG"/>
      </w:pPr>
      <w:r w:rsidRPr="0052789A">
        <w:t>1</w:t>
      </w:r>
      <w:r w:rsidR="00873426">
        <w:t>2</w:t>
      </w:r>
      <w:r w:rsidRPr="0052789A">
        <w:t>.</w:t>
      </w:r>
      <w:r w:rsidRPr="0052789A">
        <w:tab/>
        <w:t>Other business.</w:t>
      </w:r>
    </w:p>
    <w:p w14:paraId="3E5ED76E" w14:textId="15896956" w:rsidR="009836F3" w:rsidRPr="0052789A" w:rsidRDefault="009836F3" w:rsidP="009836F3">
      <w:pPr>
        <w:pStyle w:val="SingleTxtG"/>
      </w:pPr>
      <w:r w:rsidRPr="0052789A">
        <w:t>1</w:t>
      </w:r>
      <w:r w:rsidR="00873426">
        <w:t>3</w:t>
      </w:r>
      <w:r w:rsidRPr="0052789A">
        <w:t>.</w:t>
      </w:r>
      <w:r w:rsidRPr="0052789A">
        <w:tab/>
        <w:t xml:space="preserve">Provisional agenda for the </w:t>
      </w:r>
      <w:r w:rsidR="002C0C8D" w:rsidRPr="0052789A">
        <w:t xml:space="preserve">next </w:t>
      </w:r>
      <w:r w:rsidRPr="0052789A">
        <w:t>session.</w:t>
      </w:r>
    </w:p>
    <w:p w14:paraId="69C21321" w14:textId="7508D204" w:rsidR="00601D0F" w:rsidRPr="0052789A" w:rsidRDefault="00601D0F" w:rsidP="009836F3">
      <w:pPr>
        <w:pStyle w:val="SingleTxtG"/>
      </w:pPr>
      <w:r w:rsidRPr="0052789A">
        <w:t>1</w:t>
      </w:r>
      <w:r w:rsidR="00873426">
        <w:t>4</w:t>
      </w:r>
      <w:r w:rsidRPr="0052789A">
        <w:t>.</w:t>
      </w:r>
      <w:r w:rsidRPr="0052789A">
        <w:tab/>
        <w:t>Election of officers.</w:t>
      </w:r>
    </w:p>
    <w:p w14:paraId="335E9445" w14:textId="77777777" w:rsidR="00EA3595" w:rsidRPr="0052789A" w:rsidRDefault="00757F2F" w:rsidP="00326932">
      <w:pPr>
        <w:pStyle w:val="HChG"/>
      </w:pPr>
      <w:r w:rsidRPr="0052789A">
        <w:tab/>
        <w:t>II.</w:t>
      </w:r>
      <w:r w:rsidRPr="0052789A">
        <w:tab/>
        <w:t>Annotations</w:t>
      </w:r>
    </w:p>
    <w:p w14:paraId="4E6AE8EB" w14:textId="77777777" w:rsidR="00757F2F" w:rsidRPr="0052789A" w:rsidRDefault="00757F2F" w:rsidP="00326932">
      <w:pPr>
        <w:pStyle w:val="H1G"/>
      </w:pPr>
      <w:r w:rsidRPr="0052789A">
        <w:tab/>
        <w:t>1.</w:t>
      </w:r>
      <w:r w:rsidRPr="0052789A">
        <w:tab/>
        <w:t>Adoption of the agenda</w:t>
      </w:r>
    </w:p>
    <w:p w14:paraId="76764EA4" w14:textId="1354D731" w:rsidR="00C84994" w:rsidRPr="0052789A" w:rsidRDefault="00682E86" w:rsidP="002B55EC">
      <w:pPr>
        <w:pStyle w:val="SingleTxtG"/>
        <w:ind w:firstLine="567"/>
      </w:pPr>
      <w:r w:rsidRPr="0052789A">
        <w:t>In accordance with Chapter</w:t>
      </w:r>
      <w:r w:rsidR="001A5099" w:rsidRPr="0052789A">
        <w:t xml:space="preserve"> </w:t>
      </w:r>
      <w:r w:rsidRPr="0052789A">
        <w:t>III, Rule</w:t>
      </w:r>
      <w:r w:rsidR="001A5099" w:rsidRPr="0052789A">
        <w:t xml:space="preserve"> </w:t>
      </w:r>
      <w:r w:rsidRPr="0052789A">
        <w:t>7 of the Rules of Procedure (TRANS/WP.29/690</w:t>
      </w:r>
      <w:r w:rsidR="00634135" w:rsidRPr="0052789A">
        <w:t>,</w:t>
      </w:r>
      <w:r w:rsidRPr="0052789A">
        <w:t xml:space="preserve"> Amend.1</w:t>
      </w:r>
      <w:r w:rsidR="00634135" w:rsidRPr="0052789A">
        <w:t xml:space="preserve"> and Amend. 2</w:t>
      </w:r>
      <w:r w:rsidRPr="0052789A">
        <w:t>) of the World Forum for Harmonization of Vehicle Regulations (WP.29), the first</w:t>
      </w:r>
      <w:r w:rsidR="00D54E2A" w:rsidRPr="0052789A">
        <w:t xml:space="preserve"> </w:t>
      </w:r>
      <w:r w:rsidRPr="0052789A">
        <w:t xml:space="preserve">item on the provisional agenda is </w:t>
      </w:r>
      <w:r w:rsidR="00A17B4D" w:rsidRPr="0052789A">
        <w:t xml:space="preserve">its </w:t>
      </w:r>
      <w:r w:rsidRPr="0052789A">
        <w:t>adoption.</w:t>
      </w:r>
    </w:p>
    <w:p w14:paraId="33B3F086" w14:textId="77777777" w:rsidR="002C73B2" w:rsidRPr="00873426" w:rsidRDefault="002C73B2" w:rsidP="002C73B2">
      <w:pPr>
        <w:pStyle w:val="SingleTxtG"/>
        <w:rPr>
          <w:b/>
          <w:lang w:val="fr-CH"/>
        </w:rPr>
      </w:pPr>
      <w:r w:rsidRPr="00873426">
        <w:rPr>
          <w:b/>
          <w:lang w:val="fr-CH"/>
        </w:rPr>
        <w:t>Documentation</w:t>
      </w:r>
    </w:p>
    <w:p w14:paraId="191F23C4" w14:textId="401625B1" w:rsidR="002C73B2" w:rsidRPr="00873426" w:rsidRDefault="002C73B2" w:rsidP="00614F39">
      <w:pPr>
        <w:pStyle w:val="SingleTxtG"/>
        <w:spacing w:after="0"/>
        <w:rPr>
          <w:lang w:val="fr-CH"/>
        </w:rPr>
      </w:pPr>
      <w:r w:rsidRPr="00873426">
        <w:rPr>
          <w:lang w:val="fr-CH"/>
        </w:rPr>
        <w:t>ECE/TRANS/WP.29/</w:t>
      </w:r>
      <w:r w:rsidR="000F32D4" w:rsidRPr="00873426">
        <w:rPr>
          <w:lang w:val="fr-CH"/>
        </w:rPr>
        <w:t>GRBP</w:t>
      </w:r>
      <w:r w:rsidRPr="00873426">
        <w:rPr>
          <w:lang w:val="fr-CH"/>
        </w:rPr>
        <w:t>/</w:t>
      </w:r>
      <w:r w:rsidR="00752208" w:rsidRPr="00873426">
        <w:rPr>
          <w:lang w:val="fr-CH"/>
        </w:rPr>
        <w:t>20</w:t>
      </w:r>
      <w:r w:rsidR="002C0C8D" w:rsidRPr="00873426">
        <w:rPr>
          <w:lang w:val="fr-CH"/>
        </w:rPr>
        <w:t>20</w:t>
      </w:r>
      <w:r w:rsidR="00AC318E" w:rsidRPr="00873426">
        <w:rPr>
          <w:lang w:val="fr-CH"/>
        </w:rPr>
        <w:t>/</w:t>
      </w:r>
      <w:r w:rsidR="003A3B54" w:rsidRPr="00873426">
        <w:rPr>
          <w:lang w:val="fr-CH"/>
        </w:rPr>
        <w:t>7</w:t>
      </w:r>
    </w:p>
    <w:p w14:paraId="48F12DA9" w14:textId="691BD5B6" w:rsidR="003A5828" w:rsidRPr="0052789A" w:rsidRDefault="003A5828" w:rsidP="003A5828">
      <w:pPr>
        <w:pStyle w:val="H1G"/>
      </w:pPr>
      <w:r w:rsidRPr="00873426">
        <w:rPr>
          <w:lang w:val="fr-CH"/>
        </w:rPr>
        <w:tab/>
      </w:r>
      <w:r w:rsidR="002C0C8D" w:rsidRPr="0052789A">
        <w:t>2</w:t>
      </w:r>
      <w:r w:rsidRPr="0052789A">
        <w:t>.</w:t>
      </w:r>
      <w:r w:rsidRPr="0052789A">
        <w:tab/>
      </w:r>
      <w:r w:rsidR="004F155E" w:rsidRPr="0052789A">
        <w:t xml:space="preserve">UN </w:t>
      </w:r>
      <w:r w:rsidR="005C5509" w:rsidRPr="0052789A">
        <w:t xml:space="preserve">Regulation No. 41 (Noise </w:t>
      </w:r>
      <w:r w:rsidR="009836F3" w:rsidRPr="0052789A">
        <w:t xml:space="preserve">emissions </w:t>
      </w:r>
      <w:r w:rsidR="005C5509" w:rsidRPr="0052789A">
        <w:t>of motorcycles)</w:t>
      </w:r>
    </w:p>
    <w:p w14:paraId="4401AE3A" w14:textId="2A007381" w:rsidR="003A3B54" w:rsidRPr="0052789A" w:rsidRDefault="000F32D4" w:rsidP="003A3B54">
      <w:pPr>
        <w:pStyle w:val="SingleTxtG"/>
        <w:ind w:firstLine="567"/>
      </w:pPr>
      <w:r w:rsidRPr="0052789A">
        <w:t>GRBP</w:t>
      </w:r>
      <w:r w:rsidR="00255284" w:rsidRPr="0052789A">
        <w:t xml:space="preserve"> </w:t>
      </w:r>
      <w:r w:rsidR="003A3B54" w:rsidRPr="0052789A">
        <w:t>is invited to address a proposal for a new 05 series of amendments submitted by the experts of the Informal Working Group on Additional Sound Emission Provisions (IWG ASEP).</w:t>
      </w:r>
    </w:p>
    <w:p w14:paraId="07F882D5" w14:textId="77777777" w:rsidR="0002719F" w:rsidRPr="00873426" w:rsidRDefault="0002719F" w:rsidP="0002719F">
      <w:pPr>
        <w:spacing w:after="120"/>
        <w:ind w:left="1134" w:right="1134"/>
        <w:jc w:val="both"/>
        <w:rPr>
          <w:b/>
          <w:lang w:val="fr-CH"/>
        </w:rPr>
      </w:pPr>
      <w:r w:rsidRPr="00873426">
        <w:rPr>
          <w:b/>
          <w:lang w:val="fr-CH"/>
        </w:rPr>
        <w:t>Documentation</w:t>
      </w:r>
    </w:p>
    <w:p w14:paraId="63BFCC6A" w14:textId="715D78BB" w:rsidR="0002719F" w:rsidRPr="00873426" w:rsidRDefault="0002719F" w:rsidP="00815B82">
      <w:pPr>
        <w:spacing w:after="120"/>
        <w:ind w:left="1134" w:right="1134"/>
        <w:jc w:val="both"/>
        <w:rPr>
          <w:lang w:val="fr-CH"/>
        </w:rPr>
      </w:pPr>
      <w:r w:rsidRPr="00873426">
        <w:rPr>
          <w:lang w:val="fr-CH"/>
        </w:rPr>
        <w:t>ECE/TRANS/WP.29/GRBP/20</w:t>
      </w:r>
      <w:r w:rsidR="003A3B54" w:rsidRPr="00873426">
        <w:rPr>
          <w:lang w:val="fr-CH"/>
        </w:rPr>
        <w:t>20</w:t>
      </w:r>
      <w:r w:rsidRPr="00873426">
        <w:rPr>
          <w:lang w:val="fr-CH"/>
        </w:rPr>
        <w:t>/</w:t>
      </w:r>
      <w:r w:rsidR="003A3B54" w:rsidRPr="00873426">
        <w:rPr>
          <w:lang w:val="fr-CH"/>
        </w:rPr>
        <w:t>9</w:t>
      </w:r>
    </w:p>
    <w:p w14:paraId="728D7B45" w14:textId="09B7CAB7" w:rsidR="00815B82" w:rsidRPr="0052789A" w:rsidRDefault="00815B82" w:rsidP="00815B82">
      <w:pPr>
        <w:spacing w:after="120"/>
        <w:ind w:left="1134" w:right="1134"/>
        <w:jc w:val="both"/>
      </w:pPr>
      <w:r w:rsidRPr="00873426">
        <w:rPr>
          <w:lang w:val="fr-CH"/>
        </w:rPr>
        <w:lastRenderedPageBreak/>
        <w:tab/>
      </w:r>
      <w:r w:rsidRPr="00873426">
        <w:rPr>
          <w:lang w:val="fr-CH"/>
        </w:rPr>
        <w:tab/>
      </w:r>
      <w:r w:rsidRPr="0052789A">
        <w:t>GRBP will consider a proposal prepared by the expert from the International Motorcycle Manufacturers Association (IMMA), which aligns UN Regulation No. 41 with standard ISO 10844:2014</w:t>
      </w:r>
      <w:r w:rsidR="00873426">
        <w:t>.</w:t>
      </w:r>
      <w:r w:rsidR="00131EEE">
        <w:rPr>
          <w:rStyle w:val="FootnoteReference"/>
        </w:rPr>
        <w:footnoteReference w:id="4"/>
      </w:r>
      <w:r w:rsidRPr="0052789A">
        <w:t xml:space="preserve"> </w:t>
      </w:r>
    </w:p>
    <w:p w14:paraId="619B6CCC" w14:textId="77777777" w:rsidR="00815B82" w:rsidRPr="00873426" w:rsidRDefault="00815B82" w:rsidP="00815B82">
      <w:pPr>
        <w:spacing w:after="120"/>
        <w:ind w:left="1134" w:right="1134"/>
        <w:jc w:val="both"/>
        <w:rPr>
          <w:b/>
          <w:lang w:val="fr-CH"/>
        </w:rPr>
      </w:pPr>
      <w:r w:rsidRPr="00873426">
        <w:rPr>
          <w:b/>
          <w:lang w:val="fr-CH"/>
        </w:rPr>
        <w:t>Documentation</w:t>
      </w:r>
    </w:p>
    <w:p w14:paraId="42BCD746" w14:textId="62E7C9A9" w:rsidR="00815B82" w:rsidRPr="00873426" w:rsidRDefault="00815B82" w:rsidP="00815B82">
      <w:pPr>
        <w:ind w:left="1134" w:right="1134"/>
        <w:jc w:val="both"/>
        <w:rPr>
          <w:lang w:val="fr-CH"/>
        </w:rPr>
      </w:pPr>
      <w:r w:rsidRPr="00873426">
        <w:rPr>
          <w:lang w:val="fr-CH"/>
        </w:rPr>
        <w:t>ECE/TRANS/WP.29/GRBP/2020/18</w:t>
      </w:r>
    </w:p>
    <w:p w14:paraId="5011F0B3" w14:textId="2050747B" w:rsidR="00F947D6" w:rsidRPr="0052789A" w:rsidRDefault="00F02C84" w:rsidP="007F78A5">
      <w:pPr>
        <w:pStyle w:val="H1G"/>
        <w:keepNext w:val="0"/>
        <w:keepLines w:val="0"/>
      </w:pPr>
      <w:r w:rsidRPr="00873426">
        <w:rPr>
          <w:lang w:val="fr-CH"/>
        </w:rPr>
        <w:tab/>
      </w:r>
      <w:r w:rsidR="002C0C8D" w:rsidRPr="0052789A">
        <w:t>3</w:t>
      </w:r>
      <w:r w:rsidR="003A5828" w:rsidRPr="0052789A">
        <w:t>.</w:t>
      </w:r>
      <w:r w:rsidR="003A5828" w:rsidRPr="0052789A">
        <w:tab/>
      </w:r>
      <w:r w:rsidR="004F155E" w:rsidRPr="0052789A">
        <w:t xml:space="preserve">UN </w:t>
      </w:r>
      <w:r w:rsidR="00F947D6" w:rsidRPr="0052789A">
        <w:t>Regulation No. 51 (Noise of M and N categories of ve</w:t>
      </w:r>
      <w:r w:rsidR="00D5138F" w:rsidRPr="0052789A">
        <w:t>hicles)</w:t>
      </w:r>
    </w:p>
    <w:p w14:paraId="5B4BD5F9" w14:textId="4D7262C2" w:rsidR="001E0D8B" w:rsidRPr="0052789A" w:rsidRDefault="003A3B54" w:rsidP="001E0D8B">
      <w:pPr>
        <w:pStyle w:val="SingleTxtG"/>
        <w:ind w:firstLine="567"/>
      </w:pPr>
      <w:r w:rsidRPr="0052789A">
        <w:t xml:space="preserve">In conjunction </w:t>
      </w:r>
      <w:r w:rsidR="00131EEE">
        <w:t xml:space="preserve">with </w:t>
      </w:r>
      <w:r w:rsidRPr="0052789A">
        <w:t>agenda item</w:t>
      </w:r>
      <w:r w:rsidR="00AD5B52" w:rsidRPr="0052789A">
        <w:t xml:space="preserve"> 2</w:t>
      </w:r>
      <w:r w:rsidRPr="0052789A">
        <w:t xml:space="preserve">, </w:t>
      </w:r>
      <w:r w:rsidR="000F32D4" w:rsidRPr="0052789A">
        <w:t>GRBP</w:t>
      </w:r>
      <w:r w:rsidR="00656A18" w:rsidRPr="0052789A">
        <w:t xml:space="preserve"> </w:t>
      </w:r>
      <w:r w:rsidR="00A01273" w:rsidRPr="0052789A">
        <w:t xml:space="preserve">will </w:t>
      </w:r>
      <w:r w:rsidR="00C83A39" w:rsidRPr="0052789A">
        <w:t xml:space="preserve">be informed about </w:t>
      </w:r>
      <w:r w:rsidR="001E0D8B" w:rsidRPr="0052789A">
        <w:t xml:space="preserve">the activities of </w:t>
      </w:r>
      <w:r w:rsidR="000D088F" w:rsidRPr="0052789A">
        <w:t xml:space="preserve">IWG </w:t>
      </w:r>
      <w:r w:rsidR="00DB3B9A" w:rsidRPr="0052789A">
        <w:t>ASEP</w:t>
      </w:r>
      <w:r w:rsidRPr="0052789A">
        <w:t xml:space="preserve"> and will consider its revised Terms of Reference</w:t>
      </w:r>
      <w:r w:rsidR="000611CE" w:rsidRPr="0052789A">
        <w:t>.</w:t>
      </w:r>
    </w:p>
    <w:p w14:paraId="71F4D1DE" w14:textId="77777777" w:rsidR="003A3B54" w:rsidRPr="00873426" w:rsidRDefault="003A3B54" w:rsidP="003A3B54">
      <w:pPr>
        <w:spacing w:after="120"/>
        <w:ind w:left="1134" w:right="1134"/>
        <w:jc w:val="both"/>
        <w:rPr>
          <w:b/>
          <w:lang w:val="fr-CH"/>
        </w:rPr>
      </w:pPr>
      <w:r w:rsidRPr="00873426">
        <w:rPr>
          <w:b/>
          <w:lang w:val="fr-CH"/>
        </w:rPr>
        <w:t>Documentation</w:t>
      </w:r>
    </w:p>
    <w:p w14:paraId="5824317A" w14:textId="209C3D93" w:rsidR="003A3B54" w:rsidRPr="00873426" w:rsidRDefault="003A3B54" w:rsidP="00AD5B52">
      <w:pPr>
        <w:spacing w:after="120"/>
        <w:ind w:left="1134" w:right="1134"/>
        <w:jc w:val="both"/>
        <w:rPr>
          <w:lang w:val="fr-CH"/>
        </w:rPr>
      </w:pPr>
      <w:r w:rsidRPr="00873426">
        <w:rPr>
          <w:lang w:val="fr-CH"/>
        </w:rPr>
        <w:t>ECE/TRANS/WP.29/GRBP/2020/10</w:t>
      </w:r>
    </w:p>
    <w:p w14:paraId="3525D2CE" w14:textId="5AA6D07D" w:rsidR="003A3B54" w:rsidRPr="0052789A" w:rsidRDefault="00AD5B52" w:rsidP="00AD5B52">
      <w:pPr>
        <w:pStyle w:val="SingleTxtG"/>
        <w:ind w:firstLine="567"/>
      </w:pPr>
      <w:r w:rsidRPr="0052789A">
        <w:t xml:space="preserve">GRBP may wish to be informed about the activities of the newly </w:t>
      </w:r>
      <w:r w:rsidR="00131EEE">
        <w:t>form</w:t>
      </w:r>
      <w:r w:rsidR="00131EEE" w:rsidRPr="0052789A">
        <w:t xml:space="preserve">ed </w:t>
      </w:r>
      <w:r w:rsidR="003A3B54" w:rsidRPr="0052789A">
        <w:t>Informal Working Group on Measurement Uncertainties (IWG MU)</w:t>
      </w:r>
      <w:r w:rsidRPr="0052789A">
        <w:t>.</w:t>
      </w:r>
    </w:p>
    <w:p w14:paraId="67F82C77" w14:textId="652C2557" w:rsidR="005C50EC" w:rsidRPr="0052789A" w:rsidRDefault="005C50EC" w:rsidP="005C50EC">
      <w:pPr>
        <w:pStyle w:val="H1G"/>
        <w:keepNext w:val="0"/>
        <w:keepLines w:val="0"/>
      </w:pPr>
      <w:r w:rsidRPr="0052789A">
        <w:tab/>
        <w:t>4.</w:t>
      </w:r>
      <w:r w:rsidRPr="0052789A">
        <w:tab/>
        <w:t>UN Regulation No. 138 (Quiet road transport vehicles)</w:t>
      </w:r>
    </w:p>
    <w:p w14:paraId="0992D2AD" w14:textId="69A16CB8" w:rsidR="005C50EC" w:rsidRPr="0052789A" w:rsidRDefault="00AD5B52" w:rsidP="00AD5B52">
      <w:pPr>
        <w:pStyle w:val="SingleTxtG"/>
        <w:ind w:firstLine="567"/>
      </w:pPr>
      <w:r w:rsidRPr="0052789A">
        <w:t>GRBP will consider new proposals, if any.</w:t>
      </w:r>
    </w:p>
    <w:p w14:paraId="43AFA8B1" w14:textId="4497E802" w:rsidR="00665DBC" w:rsidRPr="0052789A" w:rsidRDefault="00665DBC" w:rsidP="00665DBC">
      <w:pPr>
        <w:pStyle w:val="H1G"/>
      </w:pPr>
      <w:r w:rsidRPr="0052789A">
        <w:tab/>
      </w:r>
      <w:r w:rsidR="005C50EC" w:rsidRPr="0052789A">
        <w:t>5</w:t>
      </w:r>
      <w:r w:rsidRPr="0052789A">
        <w:t>.</w:t>
      </w:r>
      <w:r w:rsidRPr="0052789A">
        <w:tab/>
        <w:t>Tyres</w:t>
      </w:r>
    </w:p>
    <w:p w14:paraId="44E766A4" w14:textId="47E5C558" w:rsidR="0024532F" w:rsidRPr="0052789A" w:rsidRDefault="0024532F" w:rsidP="0024532F">
      <w:pPr>
        <w:pStyle w:val="H23G"/>
        <w:keepNext w:val="0"/>
        <w:keepLines w:val="0"/>
      </w:pPr>
      <w:r w:rsidRPr="0052789A">
        <w:tab/>
        <w:t>(</w:t>
      </w:r>
      <w:r w:rsidR="00DE6580" w:rsidRPr="0052789A">
        <w:t>a</w:t>
      </w:r>
      <w:r w:rsidRPr="0052789A">
        <w:t>)</w:t>
      </w:r>
      <w:r w:rsidRPr="0052789A">
        <w:tab/>
        <w:t xml:space="preserve">UN Regulation No. </w:t>
      </w:r>
      <w:r w:rsidR="005C50EC" w:rsidRPr="0052789A">
        <w:t>30</w:t>
      </w:r>
      <w:r w:rsidRPr="0052789A">
        <w:t xml:space="preserve"> (</w:t>
      </w:r>
      <w:r w:rsidR="000D1443" w:rsidRPr="0052789A">
        <w:t xml:space="preserve">Tyres for </w:t>
      </w:r>
      <w:r w:rsidR="005C50EC" w:rsidRPr="0052789A">
        <w:t>passenger cars and their trailers</w:t>
      </w:r>
      <w:r w:rsidRPr="0052789A">
        <w:t>)</w:t>
      </w:r>
    </w:p>
    <w:p w14:paraId="5AB2795B" w14:textId="579FDB57" w:rsidR="00805D60" w:rsidRPr="0052789A" w:rsidRDefault="00805D60" w:rsidP="00805D60">
      <w:pPr>
        <w:pStyle w:val="SingleTxtG"/>
        <w:ind w:firstLine="567"/>
      </w:pPr>
      <w:r w:rsidRPr="0052789A">
        <w:t xml:space="preserve">GRBP is invited to consider a proposal by the expert </w:t>
      </w:r>
      <w:r w:rsidR="00AD5B52" w:rsidRPr="0052789A">
        <w:t xml:space="preserve">from </w:t>
      </w:r>
      <w:r w:rsidRPr="0052789A">
        <w:t>France.</w:t>
      </w:r>
    </w:p>
    <w:p w14:paraId="0BE67280" w14:textId="77777777" w:rsidR="00805D60" w:rsidRPr="00873426" w:rsidRDefault="00805D60" w:rsidP="00805D60">
      <w:pPr>
        <w:spacing w:after="120"/>
        <w:ind w:left="1134" w:right="1134"/>
        <w:jc w:val="both"/>
        <w:rPr>
          <w:b/>
          <w:lang w:val="fr-CH"/>
        </w:rPr>
      </w:pPr>
      <w:r w:rsidRPr="00873426">
        <w:rPr>
          <w:b/>
          <w:lang w:val="fr-CH"/>
        </w:rPr>
        <w:t>Documentation</w:t>
      </w:r>
    </w:p>
    <w:p w14:paraId="22C35532" w14:textId="77777777" w:rsidR="00805D60" w:rsidRPr="00873426" w:rsidRDefault="00805D60" w:rsidP="00805D60">
      <w:pPr>
        <w:spacing w:after="120"/>
        <w:ind w:left="1134" w:right="1134"/>
        <w:jc w:val="both"/>
        <w:rPr>
          <w:lang w:val="fr-CH"/>
        </w:rPr>
      </w:pPr>
      <w:r w:rsidRPr="00873426">
        <w:rPr>
          <w:lang w:val="fr-CH"/>
        </w:rPr>
        <w:t>ECE/TRANS/WP.29/GRBP/2020/21</w:t>
      </w:r>
    </w:p>
    <w:p w14:paraId="7C598155" w14:textId="41658C13" w:rsidR="009B5C98" w:rsidRPr="0052789A" w:rsidRDefault="000F32D4" w:rsidP="0024532F">
      <w:pPr>
        <w:pStyle w:val="SingleTxtG"/>
        <w:ind w:firstLine="567"/>
      </w:pPr>
      <w:r w:rsidRPr="0052789A">
        <w:t>GRBP</w:t>
      </w:r>
      <w:r w:rsidR="0024532F" w:rsidRPr="0052789A">
        <w:t xml:space="preserve"> will </w:t>
      </w:r>
      <w:r w:rsidR="00805D60" w:rsidRPr="0052789A">
        <w:t xml:space="preserve">also </w:t>
      </w:r>
      <w:r w:rsidR="0024532F" w:rsidRPr="0052789A">
        <w:t xml:space="preserve">consider </w:t>
      </w:r>
      <w:r w:rsidR="00B527F6" w:rsidRPr="0052789A">
        <w:t xml:space="preserve">a </w:t>
      </w:r>
      <w:r w:rsidR="009B5C98" w:rsidRPr="0052789A">
        <w:t>proposal by the expert from the European Tyre and Rim Technical Organi</w:t>
      </w:r>
      <w:r w:rsidR="00F41608" w:rsidRPr="0052789A">
        <w:t>z</w:t>
      </w:r>
      <w:r w:rsidR="009B5C98" w:rsidRPr="0052789A">
        <w:t>ation (ETRTO)</w:t>
      </w:r>
      <w:r w:rsidR="00DE6580" w:rsidRPr="0052789A">
        <w:t>.</w:t>
      </w:r>
    </w:p>
    <w:p w14:paraId="10C39F54" w14:textId="77777777" w:rsidR="0024532F" w:rsidRPr="00873426" w:rsidRDefault="0024532F" w:rsidP="0024532F">
      <w:pPr>
        <w:spacing w:after="120"/>
        <w:ind w:left="1134" w:right="1134"/>
        <w:jc w:val="both"/>
        <w:rPr>
          <w:b/>
          <w:lang w:val="fr-CH"/>
        </w:rPr>
      </w:pPr>
      <w:r w:rsidRPr="00873426">
        <w:rPr>
          <w:b/>
          <w:lang w:val="fr-CH"/>
        </w:rPr>
        <w:t>Documentation</w:t>
      </w:r>
    </w:p>
    <w:p w14:paraId="3BC42053" w14:textId="632FC6F0" w:rsidR="0024532F" w:rsidRPr="00873426" w:rsidRDefault="0024532F" w:rsidP="00596AE4">
      <w:pPr>
        <w:spacing w:after="120"/>
        <w:ind w:left="1134" w:right="1134"/>
        <w:jc w:val="both"/>
        <w:rPr>
          <w:lang w:val="fr-CH"/>
        </w:rPr>
      </w:pPr>
      <w:r w:rsidRPr="00873426">
        <w:rPr>
          <w:lang w:val="fr-CH"/>
        </w:rPr>
        <w:t>ECE/TRANS/WP.29/</w:t>
      </w:r>
      <w:r w:rsidR="000F32D4" w:rsidRPr="00873426">
        <w:rPr>
          <w:lang w:val="fr-CH"/>
        </w:rPr>
        <w:t>GRBP</w:t>
      </w:r>
      <w:r w:rsidRPr="00873426">
        <w:rPr>
          <w:lang w:val="fr-CH"/>
        </w:rPr>
        <w:t>/</w:t>
      </w:r>
      <w:r w:rsidR="009B5C98" w:rsidRPr="00873426">
        <w:rPr>
          <w:lang w:val="fr-CH"/>
        </w:rPr>
        <w:t>20</w:t>
      </w:r>
      <w:r w:rsidR="005C50EC" w:rsidRPr="00873426">
        <w:rPr>
          <w:lang w:val="fr-CH"/>
        </w:rPr>
        <w:t>20</w:t>
      </w:r>
      <w:r w:rsidR="009B5C98" w:rsidRPr="00873426">
        <w:rPr>
          <w:lang w:val="fr-CH"/>
        </w:rPr>
        <w:t>/</w:t>
      </w:r>
      <w:r w:rsidR="00464C99" w:rsidRPr="00873426">
        <w:rPr>
          <w:lang w:val="fr-CH"/>
        </w:rPr>
        <w:t>12</w:t>
      </w:r>
    </w:p>
    <w:p w14:paraId="6E18DC94" w14:textId="0A7CC6AA" w:rsidR="0024532F" w:rsidRPr="0052789A" w:rsidRDefault="0024532F" w:rsidP="0024532F">
      <w:pPr>
        <w:pStyle w:val="H23G"/>
        <w:keepNext w:val="0"/>
        <w:keepLines w:val="0"/>
      </w:pPr>
      <w:r w:rsidRPr="00873426">
        <w:rPr>
          <w:lang w:val="fr-CH"/>
        </w:rPr>
        <w:tab/>
      </w:r>
      <w:r w:rsidRPr="0052789A">
        <w:t>(b)</w:t>
      </w:r>
      <w:r w:rsidRPr="0052789A">
        <w:tab/>
      </w:r>
      <w:r w:rsidR="003A3B54" w:rsidRPr="0052789A">
        <w:t>UN Regulation No. 54 (Tyres for commercial vehicles and their trailers)</w:t>
      </w:r>
    </w:p>
    <w:p w14:paraId="4A62455A" w14:textId="70D4C12F" w:rsidR="003A3B54" w:rsidRPr="0052789A" w:rsidRDefault="000F32D4" w:rsidP="00464C99">
      <w:pPr>
        <w:pStyle w:val="SingleTxtG"/>
        <w:ind w:firstLine="567"/>
      </w:pPr>
      <w:r w:rsidRPr="0052789A">
        <w:t>GRBP</w:t>
      </w:r>
      <w:r w:rsidR="0024532F" w:rsidRPr="0052789A">
        <w:t xml:space="preserve"> </w:t>
      </w:r>
      <w:r w:rsidR="00DE6580" w:rsidRPr="0052789A">
        <w:t xml:space="preserve">is invited to </w:t>
      </w:r>
      <w:r w:rsidR="00464C99" w:rsidRPr="0052789A">
        <w:t>address a proposal submitted by the experts of ETRTO.</w:t>
      </w:r>
    </w:p>
    <w:p w14:paraId="1B6AC0F4" w14:textId="77777777" w:rsidR="0024532F" w:rsidRPr="00873426" w:rsidRDefault="0024532F" w:rsidP="0024532F">
      <w:pPr>
        <w:spacing w:after="120"/>
        <w:ind w:left="1134" w:right="1134"/>
        <w:jc w:val="both"/>
        <w:rPr>
          <w:b/>
          <w:lang w:val="fr-CH"/>
        </w:rPr>
      </w:pPr>
      <w:r w:rsidRPr="00873426">
        <w:rPr>
          <w:b/>
          <w:lang w:val="fr-CH"/>
        </w:rPr>
        <w:t>Documentation</w:t>
      </w:r>
    </w:p>
    <w:p w14:paraId="69790922" w14:textId="5D4243CB" w:rsidR="0024532F" w:rsidRPr="00873426" w:rsidRDefault="0024532F" w:rsidP="0024532F">
      <w:pPr>
        <w:ind w:left="1134" w:right="1134"/>
        <w:jc w:val="both"/>
        <w:rPr>
          <w:lang w:val="fr-CH"/>
        </w:rPr>
      </w:pPr>
      <w:r w:rsidRPr="00873426">
        <w:rPr>
          <w:lang w:val="fr-CH"/>
        </w:rPr>
        <w:t>ECE/TRANS/WP.29/</w:t>
      </w:r>
      <w:r w:rsidR="000F32D4" w:rsidRPr="00873426">
        <w:rPr>
          <w:lang w:val="fr-CH"/>
        </w:rPr>
        <w:t>GRBP</w:t>
      </w:r>
      <w:r w:rsidRPr="00873426">
        <w:rPr>
          <w:lang w:val="fr-CH"/>
        </w:rPr>
        <w:t>/</w:t>
      </w:r>
      <w:r w:rsidR="00DE6580" w:rsidRPr="00873426">
        <w:rPr>
          <w:lang w:val="fr-CH"/>
        </w:rPr>
        <w:t>20</w:t>
      </w:r>
      <w:r w:rsidR="00464C99" w:rsidRPr="00873426">
        <w:rPr>
          <w:lang w:val="fr-CH"/>
        </w:rPr>
        <w:t>20/</w:t>
      </w:r>
      <w:r w:rsidR="00B527F6" w:rsidRPr="00873426">
        <w:rPr>
          <w:lang w:val="fr-CH"/>
        </w:rPr>
        <w:t>1</w:t>
      </w:r>
      <w:r w:rsidR="00464C99" w:rsidRPr="00873426">
        <w:rPr>
          <w:lang w:val="fr-CH"/>
        </w:rPr>
        <w:t>3</w:t>
      </w:r>
    </w:p>
    <w:p w14:paraId="5ECB1CC0" w14:textId="6C617418" w:rsidR="003A3B54" w:rsidRPr="0052789A" w:rsidRDefault="00ED73ED" w:rsidP="00815B82">
      <w:pPr>
        <w:pStyle w:val="H23G"/>
        <w:keepNext w:val="0"/>
        <w:keepLines w:val="0"/>
      </w:pPr>
      <w:r w:rsidRPr="00873426">
        <w:rPr>
          <w:lang w:val="fr-CH"/>
        </w:rPr>
        <w:tab/>
      </w:r>
      <w:r w:rsidRPr="0052789A">
        <w:t>(c)</w:t>
      </w:r>
      <w:r w:rsidRPr="0052789A">
        <w:tab/>
      </w:r>
      <w:r w:rsidR="003A3B54" w:rsidRPr="0052789A">
        <w:t>UN Regulation No. 75 (Tyres for L-category vehicles)</w:t>
      </w:r>
    </w:p>
    <w:p w14:paraId="5EFFFF84" w14:textId="2D0408F5" w:rsidR="005C50EC" w:rsidRPr="0052789A" w:rsidRDefault="005C50EC" w:rsidP="005C50EC">
      <w:pPr>
        <w:pStyle w:val="SingleTxtG"/>
        <w:ind w:firstLine="567"/>
      </w:pPr>
      <w:r w:rsidRPr="0052789A">
        <w:t>GRBP will consider a proposal by the expert from ETRTO.</w:t>
      </w:r>
    </w:p>
    <w:p w14:paraId="4A107C8C" w14:textId="77777777" w:rsidR="005C50EC" w:rsidRPr="00873426" w:rsidRDefault="005C50EC" w:rsidP="005C50EC">
      <w:pPr>
        <w:spacing w:after="120"/>
        <w:ind w:left="1134" w:right="1134"/>
        <w:jc w:val="both"/>
        <w:rPr>
          <w:b/>
          <w:lang w:val="fr-CH"/>
        </w:rPr>
      </w:pPr>
      <w:r w:rsidRPr="00873426">
        <w:rPr>
          <w:b/>
          <w:lang w:val="fr-CH"/>
        </w:rPr>
        <w:t>Documentation</w:t>
      </w:r>
    </w:p>
    <w:p w14:paraId="42A2C094" w14:textId="4A306810" w:rsidR="005C50EC" w:rsidRPr="00873426" w:rsidRDefault="005C50EC" w:rsidP="005C50EC">
      <w:pPr>
        <w:pStyle w:val="SingleTxtG"/>
        <w:rPr>
          <w:lang w:val="fr-CH"/>
        </w:rPr>
      </w:pPr>
      <w:r w:rsidRPr="00873426">
        <w:rPr>
          <w:lang w:val="fr-CH"/>
        </w:rPr>
        <w:t>ECE/TRANS/WP.29/GRBP/2020/</w:t>
      </w:r>
      <w:r w:rsidR="00815B82" w:rsidRPr="00873426">
        <w:rPr>
          <w:lang w:val="fr-CH"/>
        </w:rPr>
        <w:t>1</w:t>
      </w:r>
      <w:r w:rsidRPr="00873426">
        <w:rPr>
          <w:lang w:val="fr-CH"/>
        </w:rPr>
        <w:t>4</w:t>
      </w:r>
    </w:p>
    <w:p w14:paraId="4871D2F2" w14:textId="3EC39D89" w:rsidR="003A3B54" w:rsidRPr="0052789A" w:rsidRDefault="003A3B54" w:rsidP="003A3B54">
      <w:pPr>
        <w:pStyle w:val="H23G"/>
        <w:keepNext w:val="0"/>
        <w:keepLines w:val="0"/>
      </w:pPr>
      <w:r w:rsidRPr="00873426">
        <w:rPr>
          <w:lang w:val="fr-CH"/>
        </w:rPr>
        <w:tab/>
      </w:r>
      <w:r w:rsidRPr="0052789A">
        <w:t>(d)</w:t>
      </w:r>
      <w:r w:rsidRPr="0052789A">
        <w:tab/>
        <w:t>UN Regulation No. 106 (Tyres for agricultural vehicles and their trailers)</w:t>
      </w:r>
    </w:p>
    <w:p w14:paraId="24840E1B" w14:textId="0ED8739A" w:rsidR="003A3B54" w:rsidRPr="0052789A" w:rsidRDefault="003A3B54" w:rsidP="003A3B54">
      <w:pPr>
        <w:pStyle w:val="SingleTxtG"/>
        <w:ind w:firstLine="567"/>
      </w:pPr>
      <w:r w:rsidRPr="0052789A">
        <w:t xml:space="preserve">GRBP will </w:t>
      </w:r>
      <w:r w:rsidR="00815B82" w:rsidRPr="0052789A">
        <w:t xml:space="preserve">address </w:t>
      </w:r>
      <w:r w:rsidRPr="0052789A">
        <w:t>a proposal by the expert from ETRTO.</w:t>
      </w:r>
    </w:p>
    <w:p w14:paraId="791DE3AB" w14:textId="77777777" w:rsidR="003A3B54" w:rsidRPr="00873426" w:rsidRDefault="003A3B54" w:rsidP="003A3B54">
      <w:pPr>
        <w:spacing w:after="120"/>
        <w:ind w:left="1134" w:right="1134"/>
        <w:jc w:val="both"/>
        <w:rPr>
          <w:b/>
          <w:lang w:val="fr-CH"/>
        </w:rPr>
      </w:pPr>
      <w:r w:rsidRPr="00873426">
        <w:rPr>
          <w:b/>
          <w:lang w:val="fr-CH"/>
        </w:rPr>
        <w:t>Documentation</w:t>
      </w:r>
    </w:p>
    <w:p w14:paraId="0BA11AEB" w14:textId="20D79132" w:rsidR="00476DDF" w:rsidRPr="00873426" w:rsidRDefault="003A3B54" w:rsidP="003A3B54">
      <w:pPr>
        <w:pStyle w:val="SingleTxtG"/>
        <w:rPr>
          <w:lang w:val="fr-CH"/>
        </w:rPr>
      </w:pPr>
      <w:r w:rsidRPr="00873426">
        <w:rPr>
          <w:lang w:val="fr-CH"/>
        </w:rPr>
        <w:t>ECE/TRANS/WP.29/GRBP/2020/</w:t>
      </w:r>
      <w:r w:rsidR="00815B82" w:rsidRPr="00873426">
        <w:rPr>
          <w:lang w:val="fr-CH"/>
        </w:rPr>
        <w:t>15</w:t>
      </w:r>
    </w:p>
    <w:p w14:paraId="3E926683" w14:textId="572197A6" w:rsidR="0024532F" w:rsidRPr="0052789A" w:rsidRDefault="00476DDF" w:rsidP="0024532F">
      <w:pPr>
        <w:pStyle w:val="H23G"/>
        <w:keepNext w:val="0"/>
        <w:keepLines w:val="0"/>
      </w:pPr>
      <w:r w:rsidRPr="00873426">
        <w:rPr>
          <w:lang w:val="fr-CH"/>
        </w:rPr>
        <w:lastRenderedPageBreak/>
        <w:tab/>
      </w:r>
      <w:r w:rsidR="0024532F" w:rsidRPr="0052789A">
        <w:t>(</w:t>
      </w:r>
      <w:r w:rsidR="003A3B54" w:rsidRPr="0052789A">
        <w:t>e</w:t>
      </w:r>
      <w:r w:rsidR="0024532F" w:rsidRPr="0052789A">
        <w:t>)</w:t>
      </w:r>
      <w:r w:rsidR="0024532F" w:rsidRPr="0052789A">
        <w:tab/>
        <w:t>UN Regulation No. 117 (Tyre rolling resistance, rolling noise and wet grip)</w:t>
      </w:r>
    </w:p>
    <w:p w14:paraId="1E4ED929" w14:textId="5C8FA622" w:rsidR="00815B82" w:rsidRPr="0052789A" w:rsidRDefault="00815B82" w:rsidP="00815B82">
      <w:pPr>
        <w:pStyle w:val="SingleTxtG"/>
        <w:ind w:firstLine="567"/>
      </w:pPr>
      <w:r w:rsidRPr="0052789A">
        <w:t xml:space="preserve">GRBP will consider two proposals tabled by the experts from ETRTO. </w:t>
      </w:r>
    </w:p>
    <w:p w14:paraId="51EDB96F" w14:textId="77777777" w:rsidR="00815B82" w:rsidRPr="0052789A" w:rsidRDefault="00815B82" w:rsidP="00815B82">
      <w:pPr>
        <w:spacing w:after="120"/>
        <w:ind w:left="1134" w:right="1134"/>
        <w:jc w:val="both"/>
        <w:rPr>
          <w:b/>
        </w:rPr>
      </w:pPr>
      <w:r w:rsidRPr="0052789A">
        <w:rPr>
          <w:b/>
        </w:rPr>
        <w:t>Documentation</w:t>
      </w:r>
    </w:p>
    <w:p w14:paraId="27EFB25D" w14:textId="4F266CA4" w:rsidR="00815B82" w:rsidRPr="0052789A" w:rsidRDefault="00815B82" w:rsidP="00815B82">
      <w:pPr>
        <w:pStyle w:val="SingleTxtG"/>
      </w:pPr>
      <w:r w:rsidRPr="0052789A">
        <w:t>ECE/TRANS/WP.29/GRBP/2020/16, ECE/TRANS/WP.29/GRBP/2020/17</w:t>
      </w:r>
    </w:p>
    <w:p w14:paraId="117391D3" w14:textId="393B275C" w:rsidR="0024532F" w:rsidRPr="0052789A" w:rsidRDefault="000F32D4" w:rsidP="0024532F">
      <w:pPr>
        <w:pStyle w:val="SingleTxtG"/>
        <w:ind w:firstLine="567"/>
      </w:pPr>
      <w:r w:rsidRPr="0052789A">
        <w:t>GRBP</w:t>
      </w:r>
      <w:r w:rsidR="0024532F" w:rsidRPr="0052789A">
        <w:t xml:space="preserve"> </w:t>
      </w:r>
      <w:r w:rsidR="00AD5B52" w:rsidRPr="0052789A">
        <w:t xml:space="preserve">may </w:t>
      </w:r>
      <w:r w:rsidR="005C50EC" w:rsidRPr="0052789A">
        <w:t xml:space="preserve">resume discussion on the </w:t>
      </w:r>
      <w:r w:rsidR="0024532F" w:rsidRPr="0052789A">
        <w:t xml:space="preserve">proposal </w:t>
      </w:r>
      <w:r w:rsidR="009B5C98" w:rsidRPr="0052789A">
        <w:t xml:space="preserve">submitted </w:t>
      </w:r>
      <w:r w:rsidR="0024532F" w:rsidRPr="0052789A">
        <w:t xml:space="preserve">by the </w:t>
      </w:r>
      <w:r w:rsidR="00131EEE">
        <w:t>G</w:t>
      </w:r>
      <w:r w:rsidR="000D1443" w:rsidRPr="0052789A">
        <w:t xml:space="preserve">roup </w:t>
      </w:r>
      <w:r w:rsidR="00683E39">
        <w:t>O</w:t>
      </w:r>
      <w:r w:rsidR="000D1443" w:rsidRPr="0052789A">
        <w:t xml:space="preserve">f </w:t>
      </w:r>
      <w:r w:rsidR="00131EEE">
        <w:t>I</w:t>
      </w:r>
      <w:r w:rsidR="000D1443" w:rsidRPr="0052789A">
        <w:t xml:space="preserve">nterested </w:t>
      </w:r>
      <w:r w:rsidR="00131EEE">
        <w:t>E</w:t>
      </w:r>
      <w:r w:rsidR="000D1443" w:rsidRPr="0052789A">
        <w:t>xperts on snow tyre provisions</w:t>
      </w:r>
      <w:r w:rsidR="00AD5B52" w:rsidRPr="0052789A">
        <w:t xml:space="preserve"> (GOIE).</w:t>
      </w:r>
    </w:p>
    <w:p w14:paraId="19AE0427" w14:textId="77777777" w:rsidR="0024532F" w:rsidRPr="00873426" w:rsidRDefault="0024532F" w:rsidP="0024532F">
      <w:pPr>
        <w:spacing w:after="120"/>
        <w:ind w:left="1134" w:right="1134"/>
        <w:jc w:val="both"/>
        <w:rPr>
          <w:b/>
          <w:lang w:val="fr-CH"/>
        </w:rPr>
      </w:pPr>
      <w:r w:rsidRPr="00873426">
        <w:rPr>
          <w:b/>
          <w:lang w:val="fr-CH"/>
        </w:rPr>
        <w:t>Documentation</w:t>
      </w:r>
    </w:p>
    <w:p w14:paraId="43E1FDFF" w14:textId="77777777" w:rsidR="0024532F" w:rsidRPr="00873426" w:rsidRDefault="0024532F" w:rsidP="009B5C98">
      <w:pPr>
        <w:spacing w:after="120"/>
        <w:ind w:left="1134" w:right="1134"/>
        <w:jc w:val="both"/>
        <w:rPr>
          <w:lang w:val="fr-CH"/>
        </w:rPr>
      </w:pPr>
      <w:r w:rsidRPr="00873426">
        <w:rPr>
          <w:lang w:val="fr-CH"/>
        </w:rPr>
        <w:t>ECE/TRANS/WP.29/</w:t>
      </w:r>
      <w:r w:rsidR="000F32D4" w:rsidRPr="00873426">
        <w:rPr>
          <w:lang w:val="fr-CH"/>
        </w:rPr>
        <w:t>GRBP</w:t>
      </w:r>
      <w:r w:rsidRPr="00873426">
        <w:rPr>
          <w:lang w:val="fr-CH"/>
        </w:rPr>
        <w:t>/2019/</w:t>
      </w:r>
      <w:r w:rsidR="000D1443" w:rsidRPr="00873426">
        <w:rPr>
          <w:lang w:val="fr-CH"/>
        </w:rPr>
        <w:t>14</w:t>
      </w:r>
    </w:p>
    <w:p w14:paraId="145DEC04" w14:textId="7E8B81A6" w:rsidR="00AE1358" w:rsidRPr="0052789A" w:rsidRDefault="005C50EC" w:rsidP="00AD5B52">
      <w:pPr>
        <w:spacing w:after="120"/>
        <w:ind w:left="1134" w:right="1134"/>
        <w:jc w:val="both"/>
      </w:pPr>
      <w:r w:rsidRPr="00873426">
        <w:rPr>
          <w:lang w:val="fr-CH"/>
        </w:rPr>
        <w:tab/>
      </w:r>
      <w:r w:rsidR="00AD5B52" w:rsidRPr="00873426">
        <w:rPr>
          <w:lang w:val="fr-CH"/>
        </w:rPr>
        <w:tab/>
      </w:r>
      <w:r w:rsidR="002E7C28" w:rsidRPr="0052789A">
        <w:t xml:space="preserve">GRBP will be briefed </w:t>
      </w:r>
      <w:r w:rsidR="00AE1358" w:rsidRPr="0052789A">
        <w:t xml:space="preserve">on </w:t>
      </w:r>
      <w:r w:rsidR="002E7C28" w:rsidRPr="0052789A">
        <w:t>the activities of the IWG on Wet Grip Performance of Tyres in a Worn State (IWG WGWT)</w:t>
      </w:r>
      <w:r w:rsidR="00464C99" w:rsidRPr="0052789A">
        <w:t xml:space="preserve"> and will consider a proposal for its revised Terms of Reference</w:t>
      </w:r>
      <w:r w:rsidR="00805D60" w:rsidRPr="0052789A">
        <w:t>, together with a complement</w:t>
      </w:r>
      <w:r w:rsidR="00131EEE">
        <w:t>ary</w:t>
      </w:r>
      <w:r w:rsidR="00805D60" w:rsidRPr="0052789A">
        <w:t xml:space="preserve"> amendment submitted by the expert from EC.</w:t>
      </w:r>
    </w:p>
    <w:p w14:paraId="74EF7CC7" w14:textId="77777777" w:rsidR="00AE1358" w:rsidRPr="00873426" w:rsidRDefault="00AE1358" w:rsidP="00AE1358">
      <w:pPr>
        <w:spacing w:after="120"/>
        <w:ind w:left="1134" w:right="1134"/>
        <w:rPr>
          <w:b/>
          <w:bCs/>
          <w:lang w:val="fr-CH"/>
        </w:rPr>
      </w:pPr>
      <w:r w:rsidRPr="00873426">
        <w:rPr>
          <w:b/>
          <w:bCs/>
          <w:lang w:val="fr-CH"/>
        </w:rPr>
        <w:t>Documentation</w:t>
      </w:r>
    </w:p>
    <w:p w14:paraId="122916FC" w14:textId="43A4740E" w:rsidR="0017425D" w:rsidRPr="00873426" w:rsidRDefault="00464C99" w:rsidP="00AE1358">
      <w:pPr>
        <w:spacing w:after="120"/>
        <w:ind w:left="1134" w:right="1134"/>
        <w:jc w:val="both"/>
        <w:rPr>
          <w:lang w:val="fr-CH"/>
        </w:rPr>
      </w:pPr>
      <w:r w:rsidRPr="00873426">
        <w:rPr>
          <w:lang w:val="fr-CH"/>
        </w:rPr>
        <w:t>ECE/TRANS/WP.29/GRBP/2020/11</w:t>
      </w:r>
      <w:r w:rsidR="00805D60" w:rsidRPr="00873426">
        <w:rPr>
          <w:lang w:val="fr-CH"/>
        </w:rPr>
        <w:t xml:space="preserve">, </w:t>
      </w:r>
      <w:r w:rsidR="00AD5B52" w:rsidRPr="00873426">
        <w:rPr>
          <w:lang w:val="fr-CH"/>
        </w:rPr>
        <w:t>I</w:t>
      </w:r>
      <w:r w:rsidR="00805D60" w:rsidRPr="00873426">
        <w:rPr>
          <w:lang w:val="fr-CH"/>
        </w:rPr>
        <w:t>nformal document GRBP-72-02</w:t>
      </w:r>
      <w:r w:rsidR="00912918" w:rsidRPr="00873426">
        <w:rPr>
          <w:lang w:val="fr-CH"/>
        </w:rPr>
        <w:tab/>
      </w:r>
    </w:p>
    <w:p w14:paraId="31E6B7F3" w14:textId="0D1A9102" w:rsidR="003A3B54" w:rsidRPr="0052789A" w:rsidRDefault="003A3B54" w:rsidP="003A3B54">
      <w:pPr>
        <w:pStyle w:val="H23G"/>
        <w:keepNext w:val="0"/>
        <w:keepLines w:val="0"/>
      </w:pPr>
      <w:r w:rsidRPr="00873426">
        <w:rPr>
          <w:lang w:val="fr-CH"/>
        </w:rPr>
        <w:tab/>
      </w:r>
      <w:r w:rsidRPr="0052789A">
        <w:t>(f)</w:t>
      </w:r>
      <w:r w:rsidRPr="0052789A">
        <w:tab/>
        <w:t>UN Regulation No. 124 (Replacement wheels for passenger cars)</w:t>
      </w:r>
    </w:p>
    <w:p w14:paraId="1DB30E21" w14:textId="2042A996" w:rsidR="003A3B54" w:rsidRPr="0052789A" w:rsidRDefault="003A3B54" w:rsidP="003A3B54">
      <w:pPr>
        <w:pStyle w:val="SingleTxtG"/>
        <w:ind w:firstLine="567"/>
      </w:pPr>
      <w:r w:rsidRPr="0052789A">
        <w:t>GRBP is invited to consider a proposal submitted by expert from the Russian Federation which aims to align the criteri</w:t>
      </w:r>
      <w:r w:rsidR="00AD5B52" w:rsidRPr="0052789A">
        <w:t xml:space="preserve">a </w:t>
      </w:r>
      <w:r w:rsidR="00E96DAB" w:rsidRPr="0052789A">
        <w:t xml:space="preserve">on the total loss of inflation pressure within one minute </w:t>
      </w:r>
      <w:r w:rsidRPr="0052789A">
        <w:t xml:space="preserve">in Annex 8, paragraph 3 </w:t>
      </w:r>
      <w:r w:rsidR="00AD5B52" w:rsidRPr="0052789A">
        <w:t xml:space="preserve">and </w:t>
      </w:r>
      <w:r w:rsidRPr="0052789A">
        <w:t>in paragraph 5 (c).</w:t>
      </w:r>
    </w:p>
    <w:p w14:paraId="7931D6BC" w14:textId="77777777" w:rsidR="003A3B54" w:rsidRPr="00873426" w:rsidRDefault="003A3B54" w:rsidP="003A3B54">
      <w:pPr>
        <w:spacing w:after="120"/>
        <w:ind w:left="1134" w:right="1134"/>
        <w:jc w:val="both"/>
        <w:rPr>
          <w:b/>
          <w:lang w:val="fr-CH"/>
        </w:rPr>
      </w:pPr>
      <w:r w:rsidRPr="00873426">
        <w:rPr>
          <w:b/>
          <w:lang w:val="fr-CH"/>
        </w:rPr>
        <w:t>Documentation</w:t>
      </w:r>
    </w:p>
    <w:p w14:paraId="51DB6EBE" w14:textId="3D364D2D" w:rsidR="003A3B54" w:rsidRPr="00873426" w:rsidRDefault="003A3B54" w:rsidP="003A3B54">
      <w:pPr>
        <w:spacing w:after="120"/>
        <w:ind w:left="1134" w:right="1134"/>
        <w:jc w:val="both"/>
        <w:rPr>
          <w:lang w:val="fr-CH"/>
        </w:rPr>
      </w:pPr>
      <w:r w:rsidRPr="00873426">
        <w:rPr>
          <w:lang w:val="fr-CH"/>
        </w:rPr>
        <w:t>ECE/TRANS/WP.29/GRBP/2020/8</w:t>
      </w:r>
    </w:p>
    <w:p w14:paraId="7B2BBC0B" w14:textId="48F9C48D" w:rsidR="003A3B54" w:rsidRPr="0052789A" w:rsidRDefault="003A3B54" w:rsidP="003A3B54">
      <w:pPr>
        <w:pStyle w:val="H23G"/>
        <w:keepNext w:val="0"/>
        <w:keepLines w:val="0"/>
      </w:pPr>
      <w:r w:rsidRPr="00873426">
        <w:rPr>
          <w:lang w:val="fr-CH"/>
        </w:rPr>
        <w:tab/>
      </w:r>
      <w:r w:rsidRPr="0052789A">
        <w:t>(g)</w:t>
      </w:r>
      <w:r w:rsidRPr="0052789A">
        <w:tab/>
        <w:t>UN Regulation No. 141 (Tyre pressure monitoring system)</w:t>
      </w:r>
    </w:p>
    <w:p w14:paraId="719CE99C" w14:textId="6EAF1389" w:rsidR="00815B82" w:rsidRPr="0052789A" w:rsidRDefault="003A3B54" w:rsidP="00815B82">
      <w:pPr>
        <w:pStyle w:val="SingleTxtG"/>
        <w:ind w:firstLine="567"/>
      </w:pPr>
      <w:bookmarkStart w:id="2" w:name="_Hlk43207602"/>
      <w:r w:rsidRPr="0052789A">
        <w:t xml:space="preserve">GRBP </w:t>
      </w:r>
      <w:r w:rsidR="00815B82" w:rsidRPr="0052789A">
        <w:t>will address a proposal for a new series of amendments which was submitted by the Task Force</w:t>
      </w:r>
      <w:r w:rsidR="00E96DAB" w:rsidRPr="0052789A">
        <w:t xml:space="preserve"> on</w:t>
      </w:r>
      <w:r w:rsidR="00815B82" w:rsidRPr="0052789A">
        <w:t xml:space="preserve"> Tyre Pressure Monitoring System and</w:t>
      </w:r>
      <w:r w:rsidR="00E96DAB" w:rsidRPr="0052789A">
        <w:t xml:space="preserve"> on</w:t>
      </w:r>
      <w:r w:rsidR="00815B82" w:rsidRPr="0052789A">
        <w:t xml:space="preserve"> Tyre Installation (TF TPMSTI)</w:t>
      </w:r>
      <w:r w:rsidR="00131EEE">
        <w:t>,</w:t>
      </w:r>
      <w:r w:rsidR="00815B82" w:rsidRPr="0052789A">
        <w:t xml:space="preserve"> </w:t>
      </w:r>
      <w:r w:rsidR="00131EEE">
        <w:t xml:space="preserve">that </w:t>
      </w:r>
      <w:r w:rsidR="00815B82" w:rsidRPr="0052789A">
        <w:t>aim</w:t>
      </w:r>
      <w:r w:rsidR="00131EEE">
        <w:t>s</w:t>
      </w:r>
      <w:r w:rsidR="00815B82" w:rsidRPr="0052789A">
        <w:t xml:space="preserve"> to align UN Regulation No. 141 with the provisions of </w:t>
      </w:r>
      <w:r w:rsidR="00131EEE">
        <w:t xml:space="preserve">European Union </w:t>
      </w:r>
      <w:r w:rsidR="00815B82" w:rsidRPr="0052789A">
        <w:t>Regulation 2019/2144 and to introduce the TPMS requirements for all vehicle categories.</w:t>
      </w:r>
    </w:p>
    <w:bookmarkEnd w:id="2"/>
    <w:p w14:paraId="5637A679" w14:textId="77777777" w:rsidR="003A3B54" w:rsidRPr="00873426" w:rsidRDefault="003A3B54" w:rsidP="003A3B54">
      <w:pPr>
        <w:spacing w:after="120"/>
        <w:ind w:left="1134" w:right="1134"/>
        <w:jc w:val="both"/>
        <w:rPr>
          <w:b/>
          <w:lang w:val="fr-CH"/>
        </w:rPr>
      </w:pPr>
      <w:r w:rsidRPr="00873426">
        <w:rPr>
          <w:b/>
          <w:lang w:val="fr-CH"/>
        </w:rPr>
        <w:t>Documentation</w:t>
      </w:r>
    </w:p>
    <w:p w14:paraId="748584D0" w14:textId="1A59DAD2" w:rsidR="003A3B54" w:rsidRPr="00873426" w:rsidRDefault="003A3B54" w:rsidP="00815B82">
      <w:pPr>
        <w:spacing w:after="120"/>
        <w:ind w:left="1134" w:right="1134"/>
        <w:jc w:val="both"/>
        <w:rPr>
          <w:lang w:val="fr-CH"/>
        </w:rPr>
      </w:pPr>
      <w:r w:rsidRPr="00873426">
        <w:rPr>
          <w:lang w:val="fr-CH"/>
        </w:rPr>
        <w:t>ECE/TRANS/WP.29/GRBP/20</w:t>
      </w:r>
      <w:r w:rsidR="00815B82" w:rsidRPr="00873426">
        <w:rPr>
          <w:lang w:val="fr-CH"/>
        </w:rPr>
        <w:t>20</w:t>
      </w:r>
      <w:r w:rsidRPr="00873426">
        <w:rPr>
          <w:lang w:val="fr-CH"/>
        </w:rPr>
        <w:t>/</w:t>
      </w:r>
      <w:r w:rsidR="00815B82" w:rsidRPr="00873426">
        <w:rPr>
          <w:lang w:val="fr-CH"/>
        </w:rPr>
        <w:t>20</w:t>
      </w:r>
    </w:p>
    <w:p w14:paraId="57D9D8DF" w14:textId="4D8D5C17" w:rsidR="003A3B54" w:rsidRPr="0052789A" w:rsidRDefault="003A3B54" w:rsidP="003A3B54">
      <w:pPr>
        <w:pStyle w:val="H23G"/>
        <w:keepNext w:val="0"/>
        <w:keepLines w:val="0"/>
      </w:pPr>
      <w:r w:rsidRPr="00873426">
        <w:rPr>
          <w:lang w:val="fr-CH"/>
        </w:rPr>
        <w:tab/>
      </w:r>
      <w:r w:rsidRPr="0052789A">
        <w:t>(h)</w:t>
      </w:r>
      <w:r w:rsidRPr="0052789A">
        <w:tab/>
        <w:t>UN Regulation No. 142 (Tyre installation)</w:t>
      </w:r>
    </w:p>
    <w:p w14:paraId="66E4FDC5" w14:textId="404826CD" w:rsidR="00815B82" w:rsidRPr="0052789A" w:rsidRDefault="00815B82" w:rsidP="00815B82">
      <w:pPr>
        <w:pStyle w:val="SingleTxtG"/>
        <w:ind w:firstLine="567"/>
      </w:pPr>
      <w:r w:rsidRPr="0052789A">
        <w:t>GRBP will consider a proposal for a new series of amendments which was submitted by TF TPMSTI w</w:t>
      </w:r>
      <w:r w:rsidR="00131EEE">
        <w:t>h</w:t>
      </w:r>
      <w:r w:rsidRPr="0052789A">
        <w:t>i</w:t>
      </w:r>
      <w:r w:rsidR="00131EEE">
        <w:t>ch</w:t>
      </w:r>
      <w:r w:rsidRPr="0052789A">
        <w:t xml:space="preserve"> aim</w:t>
      </w:r>
      <w:r w:rsidR="00131EEE">
        <w:t>s</w:t>
      </w:r>
      <w:r w:rsidRPr="0052789A">
        <w:t xml:space="preserve"> to align UN Regulation No. 142 with the provisions of </w:t>
      </w:r>
      <w:r w:rsidR="00131EEE">
        <w:t xml:space="preserve">European </w:t>
      </w:r>
      <w:r w:rsidR="009905C1">
        <w:t xml:space="preserve">Union </w:t>
      </w:r>
      <w:r w:rsidRPr="0052789A">
        <w:t>Regulation 2019/2144 and to introduce the tyre installation requirements for all vehicle categories.</w:t>
      </w:r>
    </w:p>
    <w:p w14:paraId="3194EDD4" w14:textId="77777777" w:rsidR="003A3B54" w:rsidRPr="00873426" w:rsidRDefault="003A3B54" w:rsidP="003A3B54">
      <w:pPr>
        <w:spacing w:after="120"/>
        <w:ind w:left="1134" w:right="1134"/>
        <w:jc w:val="both"/>
        <w:rPr>
          <w:b/>
          <w:lang w:val="fr-CH"/>
        </w:rPr>
      </w:pPr>
      <w:r w:rsidRPr="00873426">
        <w:rPr>
          <w:b/>
          <w:lang w:val="fr-CH"/>
        </w:rPr>
        <w:t>Documentation</w:t>
      </w:r>
    </w:p>
    <w:p w14:paraId="345C5416" w14:textId="20CED3CA" w:rsidR="003A3B54" w:rsidRPr="00873426" w:rsidRDefault="003A3B54" w:rsidP="00815B82">
      <w:pPr>
        <w:spacing w:after="120"/>
        <w:ind w:left="1134" w:right="1134"/>
        <w:jc w:val="both"/>
        <w:rPr>
          <w:lang w:val="fr-CH"/>
        </w:rPr>
      </w:pPr>
      <w:r w:rsidRPr="00873426">
        <w:rPr>
          <w:lang w:val="fr-CH"/>
        </w:rPr>
        <w:t>ECE/TRANS/WP.29/GRBP/20</w:t>
      </w:r>
      <w:r w:rsidR="00815B82" w:rsidRPr="00873426">
        <w:rPr>
          <w:lang w:val="fr-CH"/>
        </w:rPr>
        <w:t>20</w:t>
      </w:r>
      <w:r w:rsidRPr="00873426">
        <w:rPr>
          <w:lang w:val="fr-CH"/>
        </w:rPr>
        <w:t>/1</w:t>
      </w:r>
      <w:r w:rsidR="00815B82" w:rsidRPr="00873426">
        <w:rPr>
          <w:lang w:val="fr-CH"/>
        </w:rPr>
        <w:t>9</w:t>
      </w:r>
    </w:p>
    <w:p w14:paraId="4D638E7F" w14:textId="4748DC6C" w:rsidR="00887EEB" w:rsidRPr="0052789A" w:rsidRDefault="00A17B4D" w:rsidP="00887EEB">
      <w:pPr>
        <w:pStyle w:val="H1G"/>
        <w:ind w:left="675" w:firstLine="0"/>
      </w:pPr>
      <w:r w:rsidRPr="0052789A">
        <w:t>6</w:t>
      </w:r>
      <w:r w:rsidR="00887EEB" w:rsidRPr="0052789A">
        <w:t>.</w:t>
      </w:r>
      <w:r w:rsidR="00887EEB" w:rsidRPr="0052789A">
        <w:tab/>
        <w:t>Draft</w:t>
      </w:r>
      <w:r w:rsidR="004F155E" w:rsidRPr="0052789A">
        <w:t xml:space="preserve"> UN</w:t>
      </w:r>
      <w:r w:rsidR="00887EEB" w:rsidRPr="0052789A">
        <w:t xml:space="preserve"> Regulation on reversing alarm</w:t>
      </w:r>
    </w:p>
    <w:p w14:paraId="7F5E8CE1" w14:textId="2B056542" w:rsidR="002650C7" w:rsidRPr="0052789A" w:rsidRDefault="000F32D4" w:rsidP="002650C7">
      <w:pPr>
        <w:pStyle w:val="SingleTxtG"/>
        <w:ind w:firstLine="567"/>
      </w:pPr>
      <w:r w:rsidRPr="0052789A">
        <w:t>GRBP</w:t>
      </w:r>
      <w:r w:rsidR="002650C7" w:rsidRPr="0052789A">
        <w:t xml:space="preserve"> will be informed about </w:t>
      </w:r>
      <w:r w:rsidR="00983FB7" w:rsidRPr="0052789A">
        <w:t xml:space="preserve">the </w:t>
      </w:r>
      <w:r w:rsidR="00E96DAB" w:rsidRPr="0052789A">
        <w:t xml:space="preserve">progress </w:t>
      </w:r>
      <w:r w:rsidR="00983FB7" w:rsidRPr="0052789A">
        <w:t xml:space="preserve">of the </w:t>
      </w:r>
      <w:r w:rsidR="005C3FA2" w:rsidRPr="0052789A">
        <w:t>Task Force on Reverse Warning (TF RW)</w:t>
      </w:r>
      <w:r w:rsidR="000F04D7" w:rsidRPr="0052789A">
        <w:t xml:space="preserve"> and</w:t>
      </w:r>
      <w:r w:rsidR="00D60D81" w:rsidRPr="0052789A">
        <w:t xml:space="preserve"> </w:t>
      </w:r>
      <w:r w:rsidR="00E96DAB" w:rsidRPr="0052789A">
        <w:t xml:space="preserve">cooperation </w:t>
      </w:r>
      <w:r w:rsidR="000F04D7" w:rsidRPr="0052789A">
        <w:t>with the Working Party on General Safety (GRSG) on th</w:t>
      </w:r>
      <w:r w:rsidR="003E112E">
        <w:t>is</w:t>
      </w:r>
      <w:r w:rsidR="000F04D7" w:rsidRPr="0052789A">
        <w:t xml:space="preserve"> issue. </w:t>
      </w:r>
    </w:p>
    <w:p w14:paraId="694F7F68" w14:textId="2B4203B0" w:rsidR="003A5828" w:rsidRPr="0052789A" w:rsidRDefault="00A52427" w:rsidP="00945A10">
      <w:pPr>
        <w:pStyle w:val="H1G"/>
      </w:pPr>
      <w:r w:rsidRPr="0052789A">
        <w:tab/>
      </w:r>
      <w:r w:rsidR="00A17B4D" w:rsidRPr="0052789A">
        <w:t>7</w:t>
      </w:r>
      <w:r w:rsidR="003A5828" w:rsidRPr="0052789A">
        <w:t>.</w:t>
      </w:r>
      <w:r w:rsidR="003A5828" w:rsidRPr="0052789A">
        <w:tab/>
      </w:r>
      <w:r w:rsidR="00F02C84" w:rsidRPr="0052789A">
        <w:t xml:space="preserve">Exchange of information on national and international requirements on </w:t>
      </w:r>
      <w:r w:rsidR="001E2593" w:rsidRPr="0052789A">
        <w:t>noise levels</w:t>
      </w:r>
    </w:p>
    <w:p w14:paraId="14A82220" w14:textId="11A0C691" w:rsidR="00F65228" w:rsidRPr="0052789A" w:rsidRDefault="000F32D4" w:rsidP="003A3B54">
      <w:pPr>
        <w:pStyle w:val="SingleTxtG"/>
        <w:ind w:firstLine="567"/>
      </w:pPr>
      <w:r w:rsidRPr="0052789A">
        <w:t>GRBP</w:t>
      </w:r>
      <w:r w:rsidR="002A48CE" w:rsidRPr="0052789A">
        <w:t xml:space="preserve"> </w:t>
      </w:r>
      <w:r w:rsidR="002D640C" w:rsidRPr="0052789A">
        <w:t xml:space="preserve">will </w:t>
      </w:r>
      <w:r w:rsidR="002E75E2" w:rsidRPr="0052789A">
        <w:t xml:space="preserve">continue the exchange of views on developing national or regional legislation and international requirements </w:t>
      </w:r>
      <w:r w:rsidR="00D60D81" w:rsidRPr="0052789A">
        <w:t xml:space="preserve">on </w:t>
      </w:r>
      <w:r w:rsidR="002E75E2" w:rsidRPr="0052789A">
        <w:t>noise levels.</w:t>
      </w:r>
    </w:p>
    <w:p w14:paraId="1131E35E" w14:textId="054787D5" w:rsidR="000C299B" w:rsidRPr="0052789A" w:rsidRDefault="000C299B" w:rsidP="00A41390">
      <w:pPr>
        <w:pStyle w:val="H1G"/>
        <w:keepNext w:val="0"/>
        <w:keepLines w:val="0"/>
      </w:pPr>
      <w:r w:rsidRPr="0052789A">
        <w:lastRenderedPageBreak/>
        <w:tab/>
      </w:r>
      <w:r w:rsidR="00E96DAB" w:rsidRPr="0052789A">
        <w:t>8</w:t>
      </w:r>
      <w:r w:rsidRPr="0052789A">
        <w:t>.</w:t>
      </w:r>
      <w:r w:rsidRPr="0052789A">
        <w:tab/>
        <w:t>Proposal</w:t>
      </w:r>
      <w:r w:rsidR="00B93DB8" w:rsidRPr="0052789A">
        <w:t>s</w:t>
      </w:r>
      <w:r w:rsidRPr="0052789A">
        <w:t xml:space="preserve"> for amendments to the Consolidated Resolution on th</w:t>
      </w:r>
      <w:r w:rsidR="0038663A" w:rsidRPr="0052789A">
        <w:t>e Construction of Vehicles</w:t>
      </w:r>
    </w:p>
    <w:p w14:paraId="41EC5A66" w14:textId="4D8B8F74" w:rsidR="00EA3595" w:rsidRPr="0052789A" w:rsidRDefault="000F32D4" w:rsidP="008C5110">
      <w:pPr>
        <w:pStyle w:val="SingleTxtG"/>
        <w:ind w:firstLine="567"/>
        <w:rPr>
          <w:bCs/>
        </w:rPr>
      </w:pPr>
      <w:r w:rsidRPr="0052789A">
        <w:rPr>
          <w:bCs/>
        </w:rPr>
        <w:t>GRBP</w:t>
      </w:r>
      <w:r w:rsidR="00B949E7" w:rsidRPr="0052789A">
        <w:rPr>
          <w:bCs/>
        </w:rPr>
        <w:t xml:space="preserve"> </w:t>
      </w:r>
      <w:r w:rsidR="006D44A6" w:rsidRPr="0052789A">
        <w:rPr>
          <w:bCs/>
        </w:rPr>
        <w:t>will</w:t>
      </w:r>
      <w:r w:rsidR="008C5110" w:rsidRPr="0052789A">
        <w:rPr>
          <w:bCs/>
        </w:rPr>
        <w:t xml:space="preserve"> consider new proposals, if any.</w:t>
      </w:r>
    </w:p>
    <w:p w14:paraId="2354DF50" w14:textId="435C2986" w:rsidR="00A54002" w:rsidRPr="0052789A" w:rsidRDefault="0074234C" w:rsidP="008C5897">
      <w:pPr>
        <w:pStyle w:val="H1G"/>
        <w:jc w:val="both"/>
      </w:pPr>
      <w:r w:rsidRPr="0052789A">
        <w:tab/>
      </w:r>
      <w:r w:rsidR="00E96DAB" w:rsidRPr="0052789A">
        <w:t>9</w:t>
      </w:r>
      <w:r w:rsidR="00A54002" w:rsidRPr="0052789A">
        <w:t>.</w:t>
      </w:r>
      <w:r w:rsidR="00A54002" w:rsidRPr="0052789A">
        <w:tab/>
        <w:t>Development of the International Whole Vehicle Type Approval system</w:t>
      </w:r>
    </w:p>
    <w:p w14:paraId="0A07B4E4" w14:textId="7E0B2190" w:rsidR="00A54002" w:rsidRPr="0052789A" w:rsidRDefault="000F32D4" w:rsidP="00C647AC">
      <w:pPr>
        <w:spacing w:after="120"/>
        <w:ind w:left="1134" w:right="1134" w:firstLine="567"/>
        <w:jc w:val="both"/>
      </w:pPr>
      <w:r w:rsidRPr="0052789A">
        <w:t>GRBP</w:t>
      </w:r>
      <w:r w:rsidR="0038663A" w:rsidRPr="0052789A">
        <w:t xml:space="preserve"> </w:t>
      </w:r>
      <w:r w:rsidR="00EB3091" w:rsidRPr="0052789A">
        <w:t xml:space="preserve">will be informed about progress in implementing the </w:t>
      </w:r>
      <w:r w:rsidR="007E4061" w:rsidRPr="0052789A">
        <w:t>International Whole Vehicle Type Approval (IWVTA)</w:t>
      </w:r>
      <w:r w:rsidR="00EB3091" w:rsidRPr="0052789A">
        <w:t xml:space="preserve"> (UN Regulation No. 0)</w:t>
      </w:r>
      <w:r w:rsidR="007E4061" w:rsidRPr="0052789A">
        <w:t>.</w:t>
      </w:r>
    </w:p>
    <w:p w14:paraId="64B3447A" w14:textId="595B70FA" w:rsidR="005D5B89" w:rsidRPr="0052789A" w:rsidRDefault="0074234C" w:rsidP="005D5B89">
      <w:pPr>
        <w:pStyle w:val="H1G"/>
      </w:pPr>
      <w:r w:rsidRPr="0052789A">
        <w:tab/>
        <w:t>1</w:t>
      </w:r>
      <w:r w:rsidR="00E96DAB" w:rsidRPr="0052789A">
        <w:t>0</w:t>
      </w:r>
      <w:r w:rsidR="005D5B89" w:rsidRPr="0052789A">
        <w:t>.</w:t>
      </w:r>
      <w:r w:rsidR="005D5B89" w:rsidRPr="0052789A">
        <w:tab/>
      </w:r>
      <w:r w:rsidR="00C84994" w:rsidRPr="0052789A">
        <w:t xml:space="preserve">Highlights of the </w:t>
      </w:r>
      <w:r w:rsidR="00AE1358" w:rsidRPr="0052789A">
        <w:t xml:space="preserve">recent </w:t>
      </w:r>
      <w:r w:rsidR="00C84994" w:rsidRPr="0052789A">
        <w:t>session</w:t>
      </w:r>
      <w:r w:rsidR="00AE1358" w:rsidRPr="0052789A">
        <w:t>s</w:t>
      </w:r>
      <w:r w:rsidR="00C84994" w:rsidRPr="0052789A">
        <w:t xml:space="preserve"> of </w:t>
      </w:r>
      <w:r w:rsidR="00E849EE" w:rsidRPr="0052789A">
        <w:t>the World Forum for Harmonization of Vehicle Regulations</w:t>
      </w:r>
    </w:p>
    <w:p w14:paraId="4C56D842" w14:textId="0ADC4E45" w:rsidR="000F04D7" w:rsidRPr="0052789A" w:rsidRDefault="00EA3595" w:rsidP="000F04D7">
      <w:pPr>
        <w:pStyle w:val="H23G"/>
        <w:keepNext w:val="0"/>
        <w:keepLines w:val="0"/>
        <w:ind w:firstLine="0"/>
        <w:jc w:val="both"/>
        <w:rPr>
          <w:b w:val="0"/>
          <w:bCs/>
        </w:rPr>
      </w:pPr>
      <w:r w:rsidRPr="0052789A">
        <w:tab/>
      </w:r>
      <w:r w:rsidR="00981477" w:rsidRPr="0052789A">
        <w:tab/>
      </w:r>
      <w:r w:rsidR="000F32D4" w:rsidRPr="0052789A">
        <w:rPr>
          <w:b w:val="0"/>
          <w:color w:val="000000"/>
          <w:szCs w:val="24"/>
        </w:rPr>
        <w:t>GRBP</w:t>
      </w:r>
      <w:r w:rsidR="005D5B89" w:rsidRPr="0052789A">
        <w:rPr>
          <w:b w:val="0"/>
          <w:color w:val="000000"/>
          <w:szCs w:val="24"/>
        </w:rPr>
        <w:t xml:space="preserve"> will</w:t>
      </w:r>
      <w:r w:rsidR="005D5B89" w:rsidRPr="0052789A">
        <w:rPr>
          <w:b w:val="0"/>
          <w:color w:val="000000"/>
        </w:rPr>
        <w:t xml:space="preserve"> be briefed by the secretariat about the highlights of the</w:t>
      </w:r>
      <w:r w:rsidR="009353B4" w:rsidRPr="0052789A">
        <w:rPr>
          <w:b w:val="0"/>
          <w:color w:val="000000"/>
        </w:rPr>
        <w:t xml:space="preserve"> recent</w:t>
      </w:r>
      <w:r w:rsidR="000161C1" w:rsidRPr="0052789A">
        <w:rPr>
          <w:b w:val="0"/>
          <w:color w:val="000000"/>
        </w:rPr>
        <w:t xml:space="preserve"> </w:t>
      </w:r>
      <w:r w:rsidR="0081535A" w:rsidRPr="0052789A">
        <w:rPr>
          <w:b w:val="0"/>
          <w:color w:val="000000"/>
        </w:rPr>
        <w:t>session</w:t>
      </w:r>
      <w:r w:rsidR="0017425D" w:rsidRPr="0052789A">
        <w:rPr>
          <w:b w:val="0"/>
          <w:color w:val="000000"/>
        </w:rPr>
        <w:t>s</w:t>
      </w:r>
      <w:r w:rsidR="0081535A" w:rsidRPr="0052789A">
        <w:rPr>
          <w:b w:val="0"/>
          <w:color w:val="000000"/>
        </w:rPr>
        <w:t xml:space="preserve"> of W</w:t>
      </w:r>
      <w:r w:rsidR="005D5B89" w:rsidRPr="0052789A">
        <w:rPr>
          <w:b w:val="0"/>
          <w:color w:val="000000"/>
        </w:rPr>
        <w:t xml:space="preserve">P.29 on </w:t>
      </w:r>
      <w:r w:rsidR="000F32D4" w:rsidRPr="0052789A">
        <w:rPr>
          <w:b w:val="0"/>
          <w:color w:val="000000"/>
        </w:rPr>
        <w:t>GRBP</w:t>
      </w:r>
      <w:r w:rsidR="005D5B89" w:rsidRPr="0052789A">
        <w:rPr>
          <w:b w:val="0"/>
          <w:color w:val="000000"/>
        </w:rPr>
        <w:t xml:space="preserve"> and common issues.</w:t>
      </w:r>
    </w:p>
    <w:p w14:paraId="3AB330F2" w14:textId="40B35FB8" w:rsidR="0023472C" w:rsidRPr="0052789A" w:rsidRDefault="00B93DB8" w:rsidP="0023472C">
      <w:pPr>
        <w:keepNext/>
        <w:keepLines/>
        <w:tabs>
          <w:tab w:val="right" w:pos="851"/>
        </w:tabs>
        <w:spacing w:before="360" w:after="240" w:line="270" w:lineRule="exact"/>
        <w:ind w:left="1134" w:right="1134" w:hanging="1134"/>
        <w:rPr>
          <w:b/>
          <w:sz w:val="24"/>
        </w:rPr>
      </w:pPr>
      <w:r w:rsidRPr="0052789A">
        <w:rPr>
          <w:b/>
          <w:sz w:val="24"/>
        </w:rPr>
        <w:tab/>
        <w:t>1</w:t>
      </w:r>
      <w:r w:rsidR="00E96DAB" w:rsidRPr="0052789A">
        <w:rPr>
          <w:b/>
          <w:sz w:val="24"/>
        </w:rPr>
        <w:t>1</w:t>
      </w:r>
      <w:r w:rsidR="0023472C" w:rsidRPr="0052789A">
        <w:rPr>
          <w:b/>
          <w:sz w:val="24"/>
        </w:rPr>
        <w:t>.</w:t>
      </w:r>
      <w:r w:rsidR="0023472C" w:rsidRPr="0052789A">
        <w:rPr>
          <w:b/>
          <w:sz w:val="24"/>
        </w:rPr>
        <w:tab/>
        <w:t xml:space="preserve">Exchange of views </w:t>
      </w:r>
      <w:r w:rsidR="007862C7" w:rsidRPr="0052789A">
        <w:rPr>
          <w:b/>
          <w:sz w:val="24"/>
        </w:rPr>
        <w:t xml:space="preserve">on </w:t>
      </w:r>
      <w:r w:rsidR="0023472C" w:rsidRPr="0052789A">
        <w:rPr>
          <w:b/>
          <w:sz w:val="24"/>
        </w:rPr>
        <w:t xml:space="preserve">the future work of </w:t>
      </w:r>
      <w:r w:rsidR="00E849EE" w:rsidRPr="0052789A">
        <w:rPr>
          <w:b/>
          <w:sz w:val="24"/>
        </w:rPr>
        <w:t>the Working Party on Noise and Tyres</w:t>
      </w:r>
    </w:p>
    <w:p w14:paraId="77533813" w14:textId="12A06C37" w:rsidR="000F04D7" w:rsidRPr="0052789A" w:rsidRDefault="000F32D4" w:rsidP="00AE1358">
      <w:pPr>
        <w:spacing w:after="120"/>
        <w:ind w:left="1134" w:right="1134" w:firstLine="567"/>
        <w:jc w:val="both"/>
      </w:pPr>
      <w:r w:rsidRPr="0052789A">
        <w:t>GRBP</w:t>
      </w:r>
      <w:r w:rsidR="00B93DB8" w:rsidRPr="0052789A">
        <w:t xml:space="preserve"> may wish to </w:t>
      </w:r>
      <w:r w:rsidR="00AE1358" w:rsidRPr="0052789A">
        <w:t>review the list of priorities for the future work.</w:t>
      </w:r>
    </w:p>
    <w:p w14:paraId="6070A0D9" w14:textId="77777777" w:rsidR="00AE1358" w:rsidRPr="00873426" w:rsidRDefault="00AE1358" w:rsidP="00AE1358">
      <w:pPr>
        <w:pStyle w:val="SingleTxtG"/>
        <w:rPr>
          <w:b/>
          <w:lang w:val="fr-CH"/>
        </w:rPr>
      </w:pPr>
      <w:r w:rsidRPr="00873426">
        <w:rPr>
          <w:b/>
          <w:lang w:val="fr-CH"/>
        </w:rPr>
        <w:t>Documentation</w:t>
      </w:r>
    </w:p>
    <w:p w14:paraId="71006825" w14:textId="2F78660A" w:rsidR="00AE1358" w:rsidRPr="00873426" w:rsidRDefault="00AE1358" w:rsidP="00AE1358">
      <w:pPr>
        <w:pStyle w:val="SingleTxtG"/>
        <w:spacing w:after="0"/>
        <w:jc w:val="left"/>
        <w:rPr>
          <w:lang w:val="fr-CH"/>
        </w:rPr>
      </w:pPr>
      <w:r w:rsidRPr="00873426">
        <w:rPr>
          <w:lang w:val="fr-CH"/>
        </w:rPr>
        <w:t>Informal document GRBP-7</w:t>
      </w:r>
      <w:r w:rsidR="00E96DAB" w:rsidRPr="00873426">
        <w:rPr>
          <w:lang w:val="fr-CH"/>
        </w:rPr>
        <w:t>1</w:t>
      </w:r>
      <w:r w:rsidRPr="00873426">
        <w:rPr>
          <w:lang w:val="fr-CH"/>
        </w:rPr>
        <w:t>-</w:t>
      </w:r>
      <w:r w:rsidR="00E96DAB" w:rsidRPr="00873426">
        <w:rPr>
          <w:lang w:val="fr-CH"/>
        </w:rPr>
        <w:t>22-Rev.1</w:t>
      </w:r>
    </w:p>
    <w:p w14:paraId="4E9B3380" w14:textId="394AD5CE" w:rsidR="003A5828" w:rsidRPr="0052789A" w:rsidRDefault="003A5828" w:rsidP="003A5828">
      <w:pPr>
        <w:pStyle w:val="H1G"/>
      </w:pPr>
      <w:r w:rsidRPr="00873426">
        <w:rPr>
          <w:lang w:val="fr-CH"/>
        </w:rPr>
        <w:tab/>
      </w:r>
      <w:r w:rsidRPr="0052789A">
        <w:t>1</w:t>
      </w:r>
      <w:r w:rsidR="00E96DAB" w:rsidRPr="0052789A">
        <w:t>2</w:t>
      </w:r>
      <w:r w:rsidRPr="0052789A">
        <w:t>.</w:t>
      </w:r>
      <w:r w:rsidRPr="0052789A">
        <w:tab/>
        <w:t>Other business</w:t>
      </w:r>
    </w:p>
    <w:p w14:paraId="02BA7B9E" w14:textId="53591345" w:rsidR="003A3B54" w:rsidRPr="0052789A" w:rsidRDefault="00E96DAB" w:rsidP="00E96DAB">
      <w:pPr>
        <w:spacing w:after="120"/>
        <w:ind w:left="1134" w:right="1134" w:firstLine="567"/>
        <w:jc w:val="both"/>
      </w:pPr>
      <w:r w:rsidRPr="0052789A">
        <w:t>At its previous session, GRBP was informed about the progress of the electronic Database for the Exchange of Type Approval documentation (DETA) (GRBP-71-03) and agreed to consider, at its next session, whether the Unique Identifier (UI) may replace the traditional E markings in the UN Regulations under the auspices of GRBP.</w:t>
      </w:r>
    </w:p>
    <w:p w14:paraId="46C07369" w14:textId="77777777" w:rsidR="00E96DAB" w:rsidRPr="00873426" w:rsidRDefault="00E96DAB" w:rsidP="00E96DAB">
      <w:pPr>
        <w:pStyle w:val="SingleTxtG"/>
        <w:rPr>
          <w:b/>
          <w:lang w:val="fr-CH"/>
        </w:rPr>
      </w:pPr>
      <w:r w:rsidRPr="00873426">
        <w:rPr>
          <w:b/>
          <w:lang w:val="fr-CH"/>
        </w:rPr>
        <w:t>Documentation</w:t>
      </w:r>
    </w:p>
    <w:p w14:paraId="60186F7D" w14:textId="77777777" w:rsidR="00E96DAB" w:rsidRPr="00873426" w:rsidRDefault="00E96DAB" w:rsidP="00E96DAB">
      <w:pPr>
        <w:pStyle w:val="SingleTxtG"/>
        <w:jc w:val="left"/>
        <w:rPr>
          <w:lang w:val="fr-CH"/>
        </w:rPr>
      </w:pPr>
      <w:r w:rsidRPr="00873426">
        <w:rPr>
          <w:lang w:val="fr-CH"/>
        </w:rPr>
        <w:t>Informal document GRBP-71-22-Rev.1</w:t>
      </w:r>
    </w:p>
    <w:p w14:paraId="2F217F12" w14:textId="60C894C7" w:rsidR="003A3B54" w:rsidRPr="0052789A" w:rsidRDefault="003A3B54" w:rsidP="00D51463">
      <w:pPr>
        <w:pStyle w:val="SingleTxtG"/>
        <w:ind w:firstLine="567"/>
      </w:pPr>
      <w:r w:rsidRPr="0052789A">
        <w:t>The expert from France presented a draft 2020 schedule of meetings that was of interest to GRBP experts (GRBP-71-13-Rev.</w:t>
      </w:r>
      <w:r w:rsidR="00E96DAB" w:rsidRPr="0052789A">
        <w:t>2</w:t>
      </w:r>
      <w:r w:rsidRPr="0052789A">
        <w:t>). GRBP welcomed this document as a useful planning tool and invited its IWGs and TFs to provide updates to the expert from France, with the aim to issue a revised schedule on the GRBP website</w:t>
      </w:r>
      <w:r w:rsidR="00E96DAB" w:rsidRPr="0052789A">
        <w:t>.</w:t>
      </w:r>
    </w:p>
    <w:p w14:paraId="20261A10" w14:textId="77777777" w:rsidR="00E96DAB" w:rsidRPr="00873426" w:rsidRDefault="00E96DAB" w:rsidP="00E96DAB">
      <w:pPr>
        <w:pStyle w:val="SingleTxtG"/>
        <w:rPr>
          <w:b/>
          <w:lang w:val="fr-CH"/>
        </w:rPr>
      </w:pPr>
      <w:r w:rsidRPr="00873426">
        <w:rPr>
          <w:b/>
          <w:lang w:val="fr-CH"/>
        </w:rPr>
        <w:t>Documentation</w:t>
      </w:r>
    </w:p>
    <w:p w14:paraId="70C2A25D" w14:textId="3AF5F0FC" w:rsidR="00E96DAB" w:rsidRPr="00873426" w:rsidRDefault="00E96DAB" w:rsidP="00E96DAB">
      <w:pPr>
        <w:pStyle w:val="SingleTxtG"/>
        <w:jc w:val="left"/>
        <w:rPr>
          <w:lang w:val="fr-CH"/>
        </w:rPr>
      </w:pPr>
      <w:r w:rsidRPr="00873426">
        <w:rPr>
          <w:lang w:val="fr-CH"/>
        </w:rPr>
        <w:t>Informal document GRBP-71-13-Rev.2</w:t>
      </w:r>
    </w:p>
    <w:p w14:paraId="28889CD0" w14:textId="2BA105D1" w:rsidR="00E96DAB" w:rsidRPr="0052789A" w:rsidRDefault="00E96DAB" w:rsidP="00E96DAB">
      <w:pPr>
        <w:pStyle w:val="SingleTxtG"/>
        <w:ind w:firstLine="567"/>
      </w:pPr>
      <w:r w:rsidRPr="0052789A">
        <w:t>GRBP will consider any other subjects, if necessary.</w:t>
      </w:r>
    </w:p>
    <w:p w14:paraId="4E107EC0" w14:textId="1967010B" w:rsidR="009669D3" w:rsidRPr="0052789A" w:rsidRDefault="009669D3" w:rsidP="009669D3">
      <w:pPr>
        <w:pStyle w:val="H1G"/>
      </w:pPr>
      <w:r w:rsidRPr="0052789A">
        <w:tab/>
        <w:t>1</w:t>
      </w:r>
      <w:r w:rsidR="00E96DAB" w:rsidRPr="0052789A">
        <w:t>3</w:t>
      </w:r>
      <w:r w:rsidRPr="0052789A">
        <w:t>.</w:t>
      </w:r>
      <w:r w:rsidRPr="0052789A">
        <w:tab/>
        <w:t xml:space="preserve">Provisional agenda for the </w:t>
      </w:r>
      <w:r w:rsidR="002C0C8D" w:rsidRPr="0052789A">
        <w:t xml:space="preserve">next </w:t>
      </w:r>
      <w:r w:rsidRPr="0052789A">
        <w:t>session</w:t>
      </w:r>
    </w:p>
    <w:p w14:paraId="69DB7360" w14:textId="6EFF8878" w:rsidR="00E841DB" w:rsidRPr="0052789A" w:rsidRDefault="00981477" w:rsidP="00610182">
      <w:pPr>
        <w:ind w:left="1134" w:right="1134"/>
        <w:jc w:val="both"/>
      </w:pPr>
      <w:r w:rsidRPr="0052789A">
        <w:tab/>
      </w:r>
      <w:r w:rsidR="00476DDF" w:rsidRPr="0052789A">
        <w:tab/>
      </w:r>
      <w:r w:rsidR="000F32D4" w:rsidRPr="0052789A">
        <w:t>GRBP</w:t>
      </w:r>
      <w:r w:rsidR="0084766E" w:rsidRPr="0052789A">
        <w:t xml:space="preserve"> is invited to provide guidance </w:t>
      </w:r>
      <w:r w:rsidR="00626170" w:rsidRPr="0052789A">
        <w:t xml:space="preserve">on </w:t>
      </w:r>
      <w:r w:rsidR="008F7891" w:rsidRPr="0052789A">
        <w:t xml:space="preserve">the </w:t>
      </w:r>
      <w:r w:rsidR="0084766E" w:rsidRPr="0052789A">
        <w:t xml:space="preserve">provisional agenda for the next session </w:t>
      </w:r>
      <w:r w:rsidR="008F7891" w:rsidRPr="0052789A">
        <w:t xml:space="preserve">scheduled to be held in Geneva from </w:t>
      </w:r>
      <w:r w:rsidR="003A3B54" w:rsidRPr="0052789A">
        <w:t>26</w:t>
      </w:r>
      <w:r w:rsidR="002C0C8D" w:rsidRPr="0052789A">
        <w:t xml:space="preserve"> </w:t>
      </w:r>
      <w:r w:rsidR="008F7891" w:rsidRPr="0052789A">
        <w:t xml:space="preserve">(starting at </w:t>
      </w:r>
      <w:r w:rsidR="00616C31">
        <w:t>2</w:t>
      </w:r>
      <w:r w:rsidR="008F7891" w:rsidRPr="0052789A">
        <w:t xml:space="preserve">.30 </w:t>
      </w:r>
      <w:r w:rsidR="002C0C8D" w:rsidRPr="0052789A">
        <w:t>p</w:t>
      </w:r>
      <w:r w:rsidR="008F7891" w:rsidRPr="0052789A">
        <w:t>.m.) to</w:t>
      </w:r>
      <w:r w:rsidR="003A3B54" w:rsidRPr="0052789A">
        <w:t xml:space="preserve"> 2</w:t>
      </w:r>
      <w:r w:rsidR="002C0C8D" w:rsidRPr="0052789A">
        <w:t>9</w:t>
      </w:r>
      <w:r w:rsidR="006F7CC1" w:rsidRPr="0052789A">
        <w:t xml:space="preserve"> </w:t>
      </w:r>
      <w:r w:rsidR="008F7891" w:rsidRPr="0052789A">
        <w:t xml:space="preserve">(concluding at </w:t>
      </w:r>
      <w:r w:rsidR="003A3B54" w:rsidRPr="0052789A">
        <w:t>12</w:t>
      </w:r>
      <w:r w:rsidR="008F7891" w:rsidRPr="0052789A">
        <w:t xml:space="preserve">.30 p.m.) </w:t>
      </w:r>
      <w:r w:rsidR="003A3B54" w:rsidRPr="0052789A">
        <w:t xml:space="preserve">January </w:t>
      </w:r>
      <w:r w:rsidR="008F7891" w:rsidRPr="0052789A">
        <w:t>20</w:t>
      </w:r>
      <w:r w:rsidR="00D15BE6" w:rsidRPr="0052789A">
        <w:t>2</w:t>
      </w:r>
      <w:r w:rsidR="003A3B54" w:rsidRPr="0052789A">
        <w:t>1.</w:t>
      </w:r>
    </w:p>
    <w:p w14:paraId="126C7443" w14:textId="51C29C9B" w:rsidR="00601D0F" w:rsidRPr="0052789A" w:rsidRDefault="00601D0F" w:rsidP="00601D0F">
      <w:pPr>
        <w:pStyle w:val="H1G"/>
      </w:pPr>
      <w:r w:rsidRPr="0052789A">
        <w:tab/>
        <w:t>1</w:t>
      </w:r>
      <w:r w:rsidR="00E96DAB" w:rsidRPr="0052789A">
        <w:t>4</w:t>
      </w:r>
      <w:r w:rsidRPr="0052789A">
        <w:t>.</w:t>
      </w:r>
      <w:r w:rsidRPr="0052789A">
        <w:tab/>
        <w:t>Election of officers</w:t>
      </w:r>
    </w:p>
    <w:p w14:paraId="65B4D84C" w14:textId="282F6978" w:rsidR="00601D0F" w:rsidRPr="0052789A" w:rsidRDefault="00601D0F" w:rsidP="00601D0F">
      <w:pPr>
        <w:ind w:left="1134" w:right="1134"/>
        <w:jc w:val="both"/>
      </w:pPr>
      <w:r w:rsidRPr="0052789A">
        <w:tab/>
      </w:r>
      <w:r w:rsidRPr="0052789A">
        <w:tab/>
        <w:t>In compliance with Rule 37 of the Rules of Procedure (TRANS/WP.29/690 and Amend.1), GRBP will elect the Chair and Vice-Chair for the sessions scheduled for the year 2020.</w:t>
      </w:r>
    </w:p>
    <w:p w14:paraId="3C4CCBDF" w14:textId="6F0DF309" w:rsidR="00963E1A" w:rsidRPr="0052789A" w:rsidRDefault="00435564" w:rsidP="003E112E">
      <w:pPr>
        <w:jc w:val="center"/>
        <w:rPr>
          <w:u w:val="single"/>
        </w:rPr>
      </w:pPr>
      <w:r w:rsidRPr="0052789A">
        <w:rPr>
          <w:u w:val="single"/>
        </w:rPr>
        <w:tab/>
      </w:r>
      <w:r w:rsidRPr="0052789A">
        <w:rPr>
          <w:u w:val="single"/>
        </w:rPr>
        <w:tab/>
      </w:r>
      <w:r w:rsidRPr="0052789A">
        <w:rPr>
          <w:u w:val="single"/>
        </w:rPr>
        <w:tab/>
      </w:r>
    </w:p>
    <w:sectPr w:rsidR="00963E1A" w:rsidRPr="0052789A" w:rsidSect="00132F54">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44A3B" w14:textId="77777777" w:rsidR="00516A0B" w:rsidRDefault="00516A0B"/>
  </w:endnote>
  <w:endnote w:type="continuationSeparator" w:id="0">
    <w:p w14:paraId="7020A177" w14:textId="77777777" w:rsidR="00516A0B" w:rsidRDefault="00516A0B"/>
  </w:endnote>
  <w:endnote w:type="continuationNotice" w:id="1">
    <w:p w14:paraId="44344E7E" w14:textId="77777777" w:rsidR="00516A0B" w:rsidRDefault="00516A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D9942" w14:textId="7EC1BAD2"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7BEDE" w14:textId="65E91C80"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877405">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B59D7" w14:textId="4764AFDD" w:rsidR="00877405" w:rsidRDefault="00045C74" w:rsidP="00877405">
    <w:pPr>
      <w:pStyle w:val="Footer"/>
    </w:pPr>
    <w:r>
      <w:rPr>
        <w:noProof/>
        <w:lang w:eastAsia="zh-CN"/>
      </w:rPr>
      <w:drawing>
        <wp:anchor distT="0" distB="0" distL="114300" distR="114300" simplePos="0" relativeHeight="251659264" behindDoc="1" locked="1" layoutInCell="1" allowOverlap="1" wp14:anchorId="7CBB9C34" wp14:editId="44647ED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0F4E57B" w14:textId="5E61B838" w:rsidR="00877405" w:rsidRDefault="00877405" w:rsidP="00045C74">
    <w:pPr>
      <w:pStyle w:val="Footer"/>
    </w:pPr>
  </w:p>
  <w:p w14:paraId="65E52132" w14:textId="04666DC4" w:rsidR="00045C74" w:rsidRDefault="00045C74" w:rsidP="00045C74">
    <w:pPr>
      <w:pStyle w:val="Footer"/>
      <w:ind w:right="1134"/>
      <w:rPr>
        <w:sz w:val="20"/>
      </w:rPr>
    </w:pPr>
    <w:r>
      <w:rPr>
        <w:sz w:val="20"/>
      </w:rPr>
      <w:t>GE.20-07999(E)</w:t>
    </w:r>
  </w:p>
  <w:p w14:paraId="688DB98A" w14:textId="5E203157" w:rsidR="00045C74" w:rsidRPr="00045C74" w:rsidRDefault="00045C74" w:rsidP="00045C7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62C206C8" wp14:editId="734FDFDA">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E15B5" w14:textId="77777777" w:rsidR="00516A0B" w:rsidRPr="000B175B" w:rsidRDefault="00516A0B" w:rsidP="000B175B">
      <w:pPr>
        <w:tabs>
          <w:tab w:val="right" w:pos="2155"/>
        </w:tabs>
        <w:spacing w:after="80"/>
        <w:ind w:left="680"/>
        <w:rPr>
          <w:u w:val="single"/>
        </w:rPr>
      </w:pPr>
      <w:r>
        <w:rPr>
          <w:u w:val="single"/>
        </w:rPr>
        <w:tab/>
      </w:r>
    </w:p>
  </w:footnote>
  <w:footnote w:type="continuationSeparator" w:id="0">
    <w:p w14:paraId="16EAE207" w14:textId="77777777" w:rsidR="00516A0B" w:rsidRPr="00FC68B7" w:rsidRDefault="00516A0B" w:rsidP="00FC68B7">
      <w:pPr>
        <w:tabs>
          <w:tab w:val="left" w:pos="2155"/>
        </w:tabs>
        <w:spacing w:after="80"/>
        <w:ind w:left="680"/>
        <w:rPr>
          <w:u w:val="single"/>
        </w:rPr>
      </w:pPr>
      <w:r>
        <w:rPr>
          <w:u w:val="single"/>
        </w:rPr>
        <w:tab/>
      </w:r>
    </w:p>
  </w:footnote>
  <w:footnote w:type="continuationNotice" w:id="1">
    <w:p w14:paraId="7F1100A4" w14:textId="77777777" w:rsidR="00516A0B" w:rsidRDefault="00516A0B"/>
  </w:footnote>
  <w:footnote w:id="2">
    <w:p w14:paraId="3E1FC480" w14:textId="5C234A8B"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00132014" w:rsidRPr="00132014">
        <w:rPr>
          <w:szCs w:val="22"/>
        </w:rPr>
        <w:t>www.unece.org/trans/main/wp29/wp29wgs/wp29grb/grb2020.html</w:t>
      </w:r>
      <w:r>
        <w:rPr>
          <w:szCs w:val="22"/>
        </w:rPr>
        <w:t xml:space="preserve">). On an exceptional basis, documents may also be obtained by email </w:t>
      </w:r>
      <w:r w:rsidRPr="003539BF">
        <w:rPr>
          <w:szCs w:val="22"/>
        </w:rPr>
        <w:t>(</w:t>
      </w:r>
      <w:r w:rsidR="000F32D4" w:rsidRPr="003539BF">
        <w:rPr>
          <w:szCs w:val="22"/>
        </w:rPr>
        <w:t>GRB</w:t>
      </w:r>
      <w:r w:rsidR="00132014">
        <w:rPr>
          <w:szCs w:val="22"/>
        </w:rPr>
        <w:t>P</w:t>
      </w:r>
      <w:r w:rsidRPr="003539BF">
        <w:rPr>
          <w:szCs w:val="22"/>
        </w:rPr>
        <w:t>@un.org).</w:t>
      </w:r>
      <w:r>
        <w:rPr>
          <w:szCs w:val="22"/>
        </w:rPr>
        <w:t xml:space="preserve">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14:paraId="63C2433B" w14:textId="179FC758"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 xml:space="preserve">registration system on the ECE website </w:t>
      </w:r>
      <w:r w:rsidR="009B1D3C">
        <w:t>(</w:t>
      </w:r>
      <w:r w:rsidR="00132014" w:rsidRPr="00132014">
        <w:t>https://uncdb.unece.org/app/ext/meeting-registration?id=_xyuSv</w:t>
      </w:r>
      <w:r w:rsidR="000A1EA6" w:rsidRPr="00C959C4">
        <w:t>).</w:t>
      </w:r>
      <w:r w:rsidR="000A1EA6">
        <w:t xml:space="preserve"> </w:t>
      </w:r>
      <w:r w:rsidRPr="00397432">
        <w:t xml:space="preserve">Upon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xml:space="preserve">). In </w:t>
      </w:r>
      <w:bookmarkStart w:id="1" w:name="_GoBack"/>
      <w:bookmarkEnd w:id="1"/>
      <w:r w:rsidRPr="00397432">
        <w:t>case of difficulty, please contact the secretariat by telephone (ext. 74323). For a map of the Palais des Nations and other useful information, please go to: www.unece.org/meetings/practical.htm</w:t>
      </w:r>
      <w:r w:rsidR="004363E7">
        <w:t>l</w:t>
      </w:r>
      <w:r w:rsidRPr="00397432">
        <w:t>.</w:t>
      </w:r>
    </w:p>
  </w:footnote>
  <w:footnote w:id="4">
    <w:p w14:paraId="5CFC0E06" w14:textId="77777777" w:rsidR="00131EEE" w:rsidRPr="00C174AD" w:rsidRDefault="00131EEE" w:rsidP="00131EEE">
      <w:pPr>
        <w:pStyle w:val="FootnoteText"/>
        <w:rPr>
          <w:lang w:val="fr-CH"/>
        </w:rPr>
      </w:pPr>
      <w:r>
        <w:tab/>
      </w:r>
      <w:r>
        <w:rPr>
          <w:rStyle w:val="FootnoteReference"/>
        </w:rPr>
        <w:footnoteRef/>
      </w:r>
      <w:r>
        <w:t xml:space="preserve">  </w:t>
      </w:r>
      <w:r>
        <w:tab/>
      </w:r>
      <w:r w:rsidRPr="003B474E">
        <w:t>International Organization for Standardization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BFD84" w14:textId="7BA841E6" w:rsidR="008F7B97" w:rsidRPr="000161C1" w:rsidRDefault="008F7B97">
    <w:pPr>
      <w:pStyle w:val="Header"/>
      <w:rPr>
        <w:lang w:val="en-US"/>
      </w:rPr>
    </w:pPr>
    <w:r>
      <w:t>ECE/TRANS/WP.29/</w:t>
    </w:r>
    <w:r w:rsidR="000F32D4">
      <w:t>GRBP</w:t>
    </w:r>
    <w:r>
      <w:t>/</w:t>
    </w:r>
    <w:r w:rsidR="00752208">
      <w:t>20</w:t>
    </w:r>
    <w:r w:rsidR="002C0C8D">
      <w:t>20</w:t>
    </w:r>
    <w:r>
      <w:t>/</w:t>
    </w:r>
    <w:r w:rsidR="00AD5B52">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E6E12" w14:textId="788012E9" w:rsidR="008F7B97" w:rsidRPr="00803BF8" w:rsidRDefault="008F7B97" w:rsidP="00803BF8">
    <w:pPr>
      <w:pStyle w:val="Header"/>
      <w:jc w:val="right"/>
    </w:pPr>
    <w:r>
      <w:t>ECE/TRANS/WP.29/</w:t>
    </w:r>
    <w:r w:rsidR="000F32D4">
      <w:t>GRBP</w:t>
    </w:r>
    <w:r>
      <w:t>/</w:t>
    </w:r>
    <w:r w:rsidR="00752208">
      <w:t>20</w:t>
    </w:r>
    <w:r w:rsidR="002C0C8D">
      <w:t>20</w:t>
    </w:r>
    <w:r>
      <w:t>/</w:t>
    </w:r>
    <w:r w:rsidR="00AD5B52">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BF8"/>
    <w:rsid w:val="00002621"/>
    <w:rsid w:val="0000658C"/>
    <w:rsid w:val="000102F2"/>
    <w:rsid w:val="00010C8C"/>
    <w:rsid w:val="00014973"/>
    <w:rsid w:val="00015BC4"/>
    <w:rsid w:val="000161C1"/>
    <w:rsid w:val="0002445E"/>
    <w:rsid w:val="00025960"/>
    <w:rsid w:val="0002705D"/>
    <w:rsid w:val="0002719F"/>
    <w:rsid w:val="000277A6"/>
    <w:rsid w:val="0003072A"/>
    <w:rsid w:val="00031ABF"/>
    <w:rsid w:val="00033352"/>
    <w:rsid w:val="000363B9"/>
    <w:rsid w:val="00045C74"/>
    <w:rsid w:val="00046B1F"/>
    <w:rsid w:val="00050F6B"/>
    <w:rsid w:val="00052036"/>
    <w:rsid w:val="00052635"/>
    <w:rsid w:val="00057B9A"/>
    <w:rsid w:val="00057E97"/>
    <w:rsid w:val="00060B7A"/>
    <w:rsid w:val="000611CE"/>
    <w:rsid w:val="0006201C"/>
    <w:rsid w:val="000646F4"/>
    <w:rsid w:val="00066C0D"/>
    <w:rsid w:val="00072C8C"/>
    <w:rsid w:val="000732C8"/>
    <w:rsid w:val="000733B5"/>
    <w:rsid w:val="00075000"/>
    <w:rsid w:val="00075E1A"/>
    <w:rsid w:val="0007748A"/>
    <w:rsid w:val="00077D7A"/>
    <w:rsid w:val="00080810"/>
    <w:rsid w:val="00081815"/>
    <w:rsid w:val="000876DE"/>
    <w:rsid w:val="00087B53"/>
    <w:rsid w:val="000931C0"/>
    <w:rsid w:val="000A10FF"/>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443"/>
    <w:rsid w:val="000D1B37"/>
    <w:rsid w:val="000D2711"/>
    <w:rsid w:val="000D28DC"/>
    <w:rsid w:val="000D301A"/>
    <w:rsid w:val="000D33BF"/>
    <w:rsid w:val="000D38D7"/>
    <w:rsid w:val="000D3CE6"/>
    <w:rsid w:val="000D53D2"/>
    <w:rsid w:val="000D5763"/>
    <w:rsid w:val="000E034C"/>
    <w:rsid w:val="000E0415"/>
    <w:rsid w:val="000E0584"/>
    <w:rsid w:val="000E0C4B"/>
    <w:rsid w:val="000F04D7"/>
    <w:rsid w:val="000F09C7"/>
    <w:rsid w:val="000F13A0"/>
    <w:rsid w:val="000F32D4"/>
    <w:rsid w:val="000F493E"/>
    <w:rsid w:val="000F66B6"/>
    <w:rsid w:val="001044E5"/>
    <w:rsid w:val="0010651A"/>
    <w:rsid w:val="001103AA"/>
    <w:rsid w:val="00110CE2"/>
    <w:rsid w:val="00110F01"/>
    <w:rsid w:val="00111747"/>
    <w:rsid w:val="001154CF"/>
    <w:rsid w:val="0011666B"/>
    <w:rsid w:val="00117B44"/>
    <w:rsid w:val="001201AB"/>
    <w:rsid w:val="00120B62"/>
    <w:rsid w:val="00131EEE"/>
    <w:rsid w:val="00132014"/>
    <w:rsid w:val="001325C0"/>
    <w:rsid w:val="00132F54"/>
    <w:rsid w:val="001418FB"/>
    <w:rsid w:val="001437F9"/>
    <w:rsid w:val="00147241"/>
    <w:rsid w:val="001474E4"/>
    <w:rsid w:val="0015264E"/>
    <w:rsid w:val="00155DDA"/>
    <w:rsid w:val="0016197D"/>
    <w:rsid w:val="00165F3A"/>
    <w:rsid w:val="0016637A"/>
    <w:rsid w:val="00167D9F"/>
    <w:rsid w:val="0017425D"/>
    <w:rsid w:val="00175A83"/>
    <w:rsid w:val="00182290"/>
    <w:rsid w:val="0018231F"/>
    <w:rsid w:val="0018696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D7902"/>
    <w:rsid w:val="001E01DD"/>
    <w:rsid w:val="001E0D8B"/>
    <w:rsid w:val="001E2593"/>
    <w:rsid w:val="001E7494"/>
    <w:rsid w:val="001E7B67"/>
    <w:rsid w:val="001F2C11"/>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532F"/>
    <w:rsid w:val="0024772E"/>
    <w:rsid w:val="00247C29"/>
    <w:rsid w:val="00250367"/>
    <w:rsid w:val="00255284"/>
    <w:rsid w:val="002558A5"/>
    <w:rsid w:val="00260E65"/>
    <w:rsid w:val="0026232B"/>
    <w:rsid w:val="002650C7"/>
    <w:rsid w:val="002663C4"/>
    <w:rsid w:val="00267F5F"/>
    <w:rsid w:val="00280D79"/>
    <w:rsid w:val="00281758"/>
    <w:rsid w:val="00286B4D"/>
    <w:rsid w:val="0028776F"/>
    <w:rsid w:val="002934A0"/>
    <w:rsid w:val="00295693"/>
    <w:rsid w:val="002A110F"/>
    <w:rsid w:val="002A39B8"/>
    <w:rsid w:val="002A42DD"/>
    <w:rsid w:val="002A433C"/>
    <w:rsid w:val="002A48CE"/>
    <w:rsid w:val="002A6F0E"/>
    <w:rsid w:val="002A7B1C"/>
    <w:rsid w:val="002B1D7B"/>
    <w:rsid w:val="002B4079"/>
    <w:rsid w:val="002B55EC"/>
    <w:rsid w:val="002B717D"/>
    <w:rsid w:val="002C0C8D"/>
    <w:rsid w:val="002C1378"/>
    <w:rsid w:val="002C376F"/>
    <w:rsid w:val="002C4048"/>
    <w:rsid w:val="002C64E5"/>
    <w:rsid w:val="002C73B2"/>
    <w:rsid w:val="002D116F"/>
    <w:rsid w:val="002D20D2"/>
    <w:rsid w:val="002D4643"/>
    <w:rsid w:val="002D54A5"/>
    <w:rsid w:val="002D640C"/>
    <w:rsid w:val="002D735F"/>
    <w:rsid w:val="002E4326"/>
    <w:rsid w:val="002E4897"/>
    <w:rsid w:val="002E5C5C"/>
    <w:rsid w:val="002E75E2"/>
    <w:rsid w:val="002E7C28"/>
    <w:rsid w:val="002F175C"/>
    <w:rsid w:val="002F17C8"/>
    <w:rsid w:val="002F1D8E"/>
    <w:rsid w:val="002F7DE0"/>
    <w:rsid w:val="00301C4F"/>
    <w:rsid w:val="00302E18"/>
    <w:rsid w:val="0031154E"/>
    <w:rsid w:val="00311D8F"/>
    <w:rsid w:val="00314251"/>
    <w:rsid w:val="00314F3A"/>
    <w:rsid w:val="0031733E"/>
    <w:rsid w:val="003217FF"/>
    <w:rsid w:val="003229D8"/>
    <w:rsid w:val="00326932"/>
    <w:rsid w:val="00326FAC"/>
    <w:rsid w:val="003367B2"/>
    <w:rsid w:val="003379B4"/>
    <w:rsid w:val="00342301"/>
    <w:rsid w:val="00342359"/>
    <w:rsid w:val="003451F4"/>
    <w:rsid w:val="00346A55"/>
    <w:rsid w:val="00352181"/>
    <w:rsid w:val="00352709"/>
    <w:rsid w:val="003539BF"/>
    <w:rsid w:val="00354AD3"/>
    <w:rsid w:val="00354C75"/>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928"/>
    <w:rsid w:val="00392E47"/>
    <w:rsid w:val="003A1BBA"/>
    <w:rsid w:val="003A3B54"/>
    <w:rsid w:val="003A5828"/>
    <w:rsid w:val="003A6810"/>
    <w:rsid w:val="003B1006"/>
    <w:rsid w:val="003B1EDF"/>
    <w:rsid w:val="003B34F4"/>
    <w:rsid w:val="003B4788"/>
    <w:rsid w:val="003C17CC"/>
    <w:rsid w:val="003C1DA2"/>
    <w:rsid w:val="003C2CC4"/>
    <w:rsid w:val="003C46E4"/>
    <w:rsid w:val="003C534D"/>
    <w:rsid w:val="003C5ED5"/>
    <w:rsid w:val="003D4B23"/>
    <w:rsid w:val="003E112E"/>
    <w:rsid w:val="003E120B"/>
    <w:rsid w:val="003E130E"/>
    <w:rsid w:val="003E4404"/>
    <w:rsid w:val="003E6F30"/>
    <w:rsid w:val="003E7EA4"/>
    <w:rsid w:val="003F0944"/>
    <w:rsid w:val="003F68B5"/>
    <w:rsid w:val="003F6FC3"/>
    <w:rsid w:val="0040457F"/>
    <w:rsid w:val="00404900"/>
    <w:rsid w:val="00410C89"/>
    <w:rsid w:val="0041118A"/>
    <w:rsid w:val="00411198"/>
    <w:rsid w:val="00412F79"/>
    <w:rsid w:val="00414205"/>
    <w:rsid w:val="004164E7"/>
    <w:rsid w:val="00422E03"/>
    <w:rsid w:val="00423249"/>
    <w:rsid w:val="004232D1"/>
    <w:rsid w:val="00426B9B"/>
    <w:rsid w:val="00430248"/>
    <w:rsid w:val="004325CB"/>
    <w:rsid w:val="00435564"/>
    <w:rsid w:val="004363E7"/>
    <w:rsid w:val="00442A83"/>
    <w:rsid w:val="00454420"/>
    <w:rsid w:val="0045495B"/>
    <w:rsid w:val="00454DEF"/>
    <w:rsid w:val="004561E5"/>
    <w:rsid w:val="00460F62"/>
    <w:rsid w:val="00463172"/>
    <w:rsid w:val="00463E31"/>
    <w:rsid w:val="00464C99"/>
    <w:rsid w:val="00467AC8"/>
    <w:rsid w:val="00472B59"/>
    <w:rsid w:val="004736EC"/>
    <w:rsid w:val="00476DDF"/>
    <w:rsid w:val="0048370C"/>
    <w:rsid w:val="0048397A"/>
    <w:rsid w:val="0048419F"/>
    <w:rsid w:val="00485CBB"/>
    <w:rsid w:val="0048659D"/>
    <w:rsid w:val="004866B7"/>
    <w:rsid w:val="00490874"/>
    <w:rsid w:val="00491493"/>
    <w:rsid w:val="004A3112"/>
    <w:rsid w:val="004A42E1"/>
    <w:rsid w:val="004A739D"/>
    <w:rsid w:val="004B0A38"/>
    <w:rsid w:val="004B39B7"/>
    <w:rsid w:val="004C0B9A"/>
    <w:rsid w:val="004C2461"/>
    <w:rsid w:val="004C2F41"/>
    <w:rsid w:val="004C4A63"/>
    <w:rsid w:val="004C52BF"/>
    <w:rsid w:val="004C685B"/>
    <w:rsid w:val="004C7462"/>
    <w:rsid w:val="004E0100"/>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16A0B"/>
    <w:rsid w:val="0052136D"/>
    <w:rsid w:val="00523032"/>
    <w:rsid w:val="005249EC"/>
    <w:rsid w:val="0052626C"/>
    <w:rsid w:val="0052775E"/>
    <w:rsid w:val="0052789A"/>
    <w:rsid w:val="0053045C"/>
    <w:rsid w:val="005348FB"/>
    <w:rsid w:val="0053636D"/>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AE4"/>
    <w:rsid w:val="00596CF1"/>
    <w:rsid w:val="0059724D"/>
    <w:rsid w:val="005A27AE"/>
    <w:rsid w:val="005A42F6"/>
    <w:rsid w:val="005A6B83"/>
    <w:rsid w:val="005B12E2"/>
    <w:rsid w:val="005B320C"/>
    <w:rsid w:val="005B39D2"/>
    <w:rsid w:val="005B3DB3"/>
    <w:rsid w:val="005B3F60"/>
    <w:rsid w:val="005B4E13"/>
    <w:rsid w:val="005B5CCD"/>
    <w:rsid w:val="005B5D1E"/>
    <w:rsid w:val="005B7B88"/>
    <w:rsid w:val="005C312D"/>
    <w:rsid w:val="005C342F"/>
    <w:rsid w:val="005C3FA2"/>
    <w:rsid w:val="005C50EC"/>
    <w:rsid w:val="005C5509"/>
    <w:rsid w:val="005C5715"/>
    <w:rsid w:val="005C7D1E"/>
    <w:rsid w:val="005D48DB"/>
    <w:rsid w:val="005D5A69"/>
    <w:rsid w:val="005D5B89"/>
    <w:rsid w:val="005F7B75"/>
    <w:rsid w:val="006001EE"/>
    <w:rsid w:val="00601D0F"/>
    <w:rsid w:val="00601EDA"/>
    <w:rsid w:val="00604BC8"/>
    <w:rsid w:val="00605042"/>
    <w:rsid w:val="00610182"/>
    <w:rsid w:val="006116CC"/>
    <w:rsid w:val="00611FC4"/>
    <w:rsid w:val="00614F39"/>
    <w:rsid w:val="00616C31"/>
    <w:rsid w:val="00617443"/>
    <w:rsid w:val="006176FB"/>
    <w:rsid w:val="0062490B"/>
    <w:rsid w:val="00626170"/>
    <w:rsid w:val="00626FBD"/>
    <w:rsid w:val="00631500"/>
    <w:rsid w:val="00634135"/>
    <w:rsid w:val="00636A09"/>
    <w:rsid w:val="006375CF"/>
    <w:rsid w:val="00640399"/>
    <w:rsid w:val="00640B26"/>
    <w:rsid w:val="00645170"/>
    <w:rsid w:val="00647370"/>
    <w:rsid w:val="006514FE"/>
    <w:rsid w:val="00652D0A"/>
    <w:rsid w:val="006560E0"/>
    <w:rsid w:val="00656A18"/>
    <w:rsid w:val="006572E7"/>
    <w:rsid w:val="006617AA"/>
    <w:rsid w:val="00662BB6"/>
    <w:rsid w:val="0066324C"/>
    <w:rsid w:val="00663B3A"/>
    <w:rsid w:val="00665DBC"/>
    <w:rsid w:val="00671B51"/>
    <w:rsid w:val="0067285A"/>
    <w:rsid w:val="0067362F"/>
    <w:rsid w:val="00674D1A"/>
    <w:rsid w:val="00676606"/>
    <w:rsid w:val="00682E86"/>
    <w:rsid w:val="00683E39"/>
    <w:rsid w:val="00684C21"/>
    <w:rsid w:val="00684F1C"/>
    <w:rsid w:val="00686C23"/>
    <w:rsid w:val="00694807"/>
    <w:rsid w:val="006A197E"/>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38D7"/>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96B93"/>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7F78A5"/>
    <w:rsid w:val="00801218"/>
    <w:rsid w:val="00801D6A"/>
    <w:rsid w:val="00803BF8"/>
    <w:rsid w:val="00804B85"/>
    <w:rsid w:val="00805D60"/>
    <w:rsid w:val="00811897"/>
    <w:rsid w:val="00811920"/>
    <w:rsid w:val="0081535A"/>
    <w:rsid w:val="00815AD0"/>
    <w:rsid w:val="00815B82"/>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3426"/>
    <w:rsid w:val="008742C3"/>
    <w:rsid w:val="00876FF5"/>
    <w:rsid w:val="00877405"/>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7B3B"/>
    <w:rsid w:val="00912918"/>
    <w:rsid w:val="009129D6"/>
    <w:rsid w:val="00915EF6"/>
    <w:rsid w:val="00917E3C"/>
    <w:rsid w:val="009223CA"/>
    <w:rsid w:val="00922C99"/>
    <w:rsid w:val="00926E14"/>
    <w:rsid w:val="00927EDF"/>
    <w:rsid w:val="009353B4"/>
    <w:rsid w:val="00935F97"/>
    <w:rsid w:val="00937E99"/>
    <w:rsid w:val="00940F93"/>
    <w:rsid w:val="00942948"/>
    <w:rsid w:val="00943069"/>
    <w:rsid w:val="009448C3"/>
    <w:rsid w:val="00945754"/>
    <w:rsid w:val="00945A10"/>
    <w:rsid w:val="00951D2B"/>
    <w:rsid w:val="0095222F"/>
    <w:rsid w:val="009576AF"/>
    <w:rsid w:val="00957D10"/>
    <w:rsid w:val="00961D6D"/>
    <w:rsid w:val="00963107"/>
    <w:rsid w:val="00963E1A"/>
    <w:rsid w:val="00964F92"/>
    <w:rsid w:val="00965816"/>
    <w:rsid w:val="009669D3"/>
    <w:rsid w:val="009740F1"/>
    <w:rsid w:val="0097429E"/>
    <w:rsid w:val="009745DE"/>
    <w:rsid w:val="00975FDA"/>
    <w:rsid w:val="009760F3"/>
    <w:rsid w:val="00976CFB"/>
    <w:rsid w:val="00976E3E"/>
    <w:rsid w:val="00981477"/>
    <w:rsid w:val="00981A7F"/>
    <w:rsid w:val="009836F3"/>
    <w:rsid w:val="00983FB7"/>
    <w:rsid w:val="00985EF8"/>
    <w:rsid w:val="00986F13"/>
    <w:rsid w:val="009905C1"/>
    <w:rsid w:val="00996674"/>
    <w:rsid w:val="00996DBA"/>
    <w:rsid w:val="009A0830"/>
    <w:rsid w:val="009A0E8D"/>
    <w:rsid w:val="009B0901"/>
    <w:rsid w:val="009B1D3C"/>
    <w:rsid w:val="009B26E7"/>
    <w:rsid w:val="009B5644"/>
    <w:rsid w:val="009B5B90"/>
    <w:rsid w:val="009B5C98"/>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17B4D"/>
    <w:rsid w:val="00A20AE9"/>
    <w:rsid w:val="00A22232"/>
    <w:rsid w:val="00A22772"/>
    <w:rsid w:val="00A23B3C"/>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83FF4"/>
    <w:rsid w:val="00A94361"/>
    <w:rsid w:val="00A97777"/>
    <w:rsid w:val="00AA1ADB"/>
    <w:rsid w:val="00AA293C"/>
    <w:rsid w:val="00AA3937"/>
    <w:rsid w:val="00AA51F0"/>
    <w:rsid w:val="00AB314B"/>
    <w:rsid w:val="00AB7E3D"/>
    <w:rsid w:val="00AC1553"/>
    <w:rsid w:val="00AC318E"/>
    <w:rsid w:val="00AD0670"/>
    <w:rsid w:val="00AD5B52"/>
    <w:rsid w:val="00AE0B99"/>
    <w:rsid w:val="00AE1358"/>
    <w:rsid w:val="00AE394B"/>
    <w:rsid w:val="00AF049D"/>
    <w:rsid w:val="00AF525A"/>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27F6"/>
    <w:rsid w:val="00B53C21"/>
    <w:rsid w:val="00B54936"/>
    <w:rsid w:val="00B55C71"/>
    <w:rsid w:val="00B56E4A"/>
    <w:rsid w:val="00B56E9C"/>
    <w:rsid w:val="00B633E4"/>
    <w:rsid w:val="00B64B1F"/>
    <w:rsid w:val="00B6553F"/>
    <w:rsid w:val="00B67230"/>
    <w:rsid w:val="00B678EA"/>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5D66"/>
    <w:rsid w:val="00BF68A8"/>
    <w:rsid w:val="00C04B97"/>
    <w:rsid w:val="00C06463"/>
    <w:rsid w:val="00C11A03"/>
    <w:rsid w:val="00C14E8D"/>
    <w:rsid w:val="00C205BC"/>
    <w:rsid w:val="00C22C0C"/>
    <w:rsid w:val="00C36F26"/>
    <w:rsid w:val="00C37306"/>
    <w:rsid w:val="00C420AF"/>
    <w:rsid w:val="00C43206"/>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3A39"/>
    <w:rsid w:val="00C84994"/>
    <w:rsid w:val="00C86D6F"/>
    <w:rsid w:val="00C873EF"/>
    <w:rsid w:val="00C9396B"/>
    <w:rsid w:val="00C959C4"/>
    <w:rsid w:val="00C96BE8"/>
    <w:rsid w:val="00C96DF2"/>
    <w:rsid w:val="00C97ADB"/>
    <w:rsid w:val="00C97C28"/>
    <w:rsid w:val="00CA07BF"/>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14C56"/>
    <w:rsid w:val="00D15BE6"/>
    <w:rsid w:val="00D2031B"/>
    <w:rsid w:val="00D248B6"/>
    <w:rsid w:val="00D25FE2"/>
    <w:rsid w:val="00D26E07"/>
    <w:rsid w:val="00D342A8"/>
    <w:rsid w:val="00D37789"/>
    <w:rsid w:val="00D42594"/>
    <w:rsid w:val="00D43252"/>
    <w:rsid w:val="00D4498D"/>
    <w:rsid w:val="00D45D3D"/>
    <w:rsid w:val="00D47EEA"/>
    <w:rsid w:val="00D50CFA"/>
    <w:rsid w:val="00D5138F"/>
    <w:rsid w:val="00D51463"/>
    <w:rsid w:val="00D51BF7"/>
    <w:rsid w:val="00D54499"/>
    <w:rsid w:val="00D54E2A"/>
    <w:rsid w:val="00D55740"/>
    <w:rsid w:val="00D60D81"/>
    <w:rsid w:val="00D6100E"/>
    <w:rsid w:val="00D62975"/>
    <w:rsid w:val="00D65B37"/>
    <w:rsid w:val="00D66211"/>
    <w:rsid w:val="00D67CD4"/>
    <w:rsid w:val="00D70612"/>
    <w:rsid w:val="00D73780"/>
    <w:rsid w:val="00D74D23"/>
    <w:rsid w:val="00D773DF"/>
    <w:rsid w:val="00D80D98"/>
    <w:rsid w:val="00D818F5"/>
    <w:rsid w:val="00D87A61"/>
    <w:rsid w:val="00D92E08"/>
    <w:rsid w:val="00D95303"/>
    <w:rsid w:val="00D978C6"/>
    <w:rsid w:val="00DA3C1C"/>
    <w:rsid w:val="00DA423F"/>
    <w:rsid w:val="00DA4FD2"/>
    <w:rsid w:val="00DA58E8"/>
    <w:rsid w:val="00DA6998"/>
    <w:rsid w:val="00DA7C98"/>
    <w:rsid w:val="00DB27EF"/>
    <w:rsid w:val="00DB2A6C"/>
    <w:rsid w:val="00DB3822"/>
    <w:rsid w:val="00DB3B9A"/>
    <w:rsid w:val="00DC1A7E"/>
    <w:rsid w:val="00DC3F5A"/>
    <w:rsid w:val="00DC6D39"/>
    <w:rsid w:val="00DD4387"/>
    <w:rsid w:val="00DD47FB"/>
    <w:rsid w:val="00DE325D"/>
    <w:rsid w:val="00DE48A4"/>
    <w:rsid w:val="00DE5391"/>
    <w:rsid w:val="00DE5C8F"/>
    <w:rsid w:val="00DE6580"/>
    <w:rsid w:val="00DE6660"/>
    <w:rsid w:val="00DF0F46"/>
    <w:rsid w:val="00DF3723"/>
    <w:rsid w:val="00DF487D"/>
    <w:rsid w:val="00E03718"/>
    <w:rsid w:val="00E03A17"/>
    <w:rsid w:val="00E046DF"/>
    <w:rsid w:val="00E1085B"/>
    <w:rsid w:val="00E12FDD"/>
    <w:rsid w:val="00E15B01"/>
    <w:rsid w:val="00E161F9"/>
    <w:rsid w:val="00E2018A"/>
    <w:rsid w:val="00E201F4"/>
    <w:rsid w:val="00E20B6E"/>
    <w:rsid w:val="00E2176E"/>
    <w:rsid w:val="00E2229A"/>
    <w:rsid w:val="00E22B0C"/>
    <w:rsid w:val="00E22E63"/>
    <w:rsid w:val="00E27346"/>
    <w:rsid w:val="00E30241"/>
    <w:rsid w:val="00E358B2"/>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41DB"/>
    <w:rsid w:val="00E849EE"/>
    <w:rsid w:val="00E867BA"/>
    <w:rsid w:val="00E943E8"/>
    <w:rsid w:val="00E96492"/>
    <w:rsid w:val="00E96630"/>
    <w:rsid w:val="00E96A5E"/>
    <w:rsid w:val="00E96DAB"/>
    <w:rsid w:val="00EA23A2"/>
    <w:rsid w:val="00EA2A77"/>
    <w:rsid w:val="00EA3595"/>
    <w:rsid w:val="00EA4B54"/>
    <w:rsid w:val="00EA7F6C"/>
    <w:rsid w:val="00EB3091"/>
    <w:rsid w:val="00EB3D4F"/>
    <w:rsid w:val="00EB54B6"/>
    <w:rsid w:val="00EB5E9B"/>
    <w:rsid w:val="00EC2032"/>
    <w:rsid w:val="00EC457B"/>
    <w:rsid w:val="00EC51DF"/>
    <w:rsid w:val="00EC5F72"/>
    <w:rsid w:val="00ED07B5"/>
    <w:rsid w:val="00ED43D4"/>
    <w:rsid w:val="00ED73ED"/>
    <w:rsid w:val="00ED7A2A"/>
    <w:rsid w:val="00EE40EF"/>
    <w:rsid w:val="00EE5FCD"/>
    <w:rsid w:val="00EF1D7F"/>
    <w:rsid w:val="00EF3F79"/>
    <w:rsid w:val="00F02C84"/>
    <w:rsid w:val="00F1685D"/>
    <w:rsid w:val="00F2018F"/>
    <w:rsid w:val="00F25EAC"/>
    <w:rsid w:val="00F26770"/>
    <w:rsid w:val="00F31153"/>
    <w:rsid w:val="00F31E5F"/>
    <w:rsid w:val="00F3545B"/>
    <w:rsid w:val="00F41608"/>
    <w:rsid w:val="00F435BD"/>
    <w:rsid w:val="00F44715"/>
    <w:rsid w:val="00F51448"/>
    <w:rsid w:val="00F5203B"/>
    <w:rsid w:val="00F52B19"/>
    <w:rsid w:val="00F54B76"/>
    <w:rsid w:val="00F57142"/>
    <w:rsid w:val="00F6100A"/>
    <w:rsid w:val="00F65228"/>
    <w:rsid w:val="00F67416"/>
    <w:rsid w:val="00F742A3"/>
    <w:rsid w:val="00F74981"/>
    <w:rsid w:val="00F751B1"/>
    <w:rsid w:val="00F7536B"/>
    <w:rsid w:val="00F80AA5"/>
    <w:rsid w:val="00F84BDA"/>
    <w:rsid w:val="00F86A7F"/>
    <w:rsid w:val="00F871B7"/>
    <w:rsid w:val="00F90029"/>
    <w:rsid w:val="00F90969"/>
    <w:rsid w:val="00F93781"/>
    <w:rsid w:val="00F947D6"/>
    <w:rsid w:val="00F9626F"/>
    <w:rsid w:val="00FA076C"/>
    <w:rsid w:val="00FA6EBB"/>
    <w:rsid w:val="00FB0E26"/>
    <w:rsid w:val="00FB613B"/>
    <w:rsid w:val="00FB6299"/>
    <w:rsid w:val="00FC0A24"/>
    <w:rsid w:val="00FC12BC"/>
    <w:rsid w:val="00FC3823"/>
    <w:rsid w:val="00FC598C"/>
    <w:rsid w:val="00FC68B7"/>
    <w:rsid w:val="00FD3F98"/>
    <w:rsid w:val="00FD6B0B"/>
    <w:rsid w:val="00FE106A"/>
    <w:rsid w:val="00FE42B8"/>
    <w:rsid w:val="00FE7450"/>
    <w:rsid w:val="00FF039D"/>
    <w:rsid w:val="00FF145D"/>
    <w:rsid w:val="00FF45E6"/>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54D0848"/>
  <w15:docId w15:val="{DFCBBA1F-8EE1-41EB-BDC0-6580F03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C50EC"/>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 w:type="character" w:customStyle="1" w:styleId="UnresolvedMention1">
    <w:name w:val="Unresolved Mention1"/>
    <w:basedOn w:val="DefaultParagraphFont"/>
    <w:uiPriority w:val="99"/>
    <w:semiHidden/>
    <w:unhideWhenUsed/>
    <w:rsid w:val="00436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3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79D43-42AC-43F2-97F5-217CA3BC4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5</Pages>
  <Words>1257</Words>
  <Characters>7097</Characters>
  <Application>Microsoft Office Word</Application>
  <DocSecurity>0</DocSecurity>
  <Lines>175</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ECE/TRANS/WP.29/GRBP/2019/12</vt:lpstr>
      <vt:lpstr>ECE/TRANS/WP.29/GRBP/2019/12</vt:lpstr>
    </vt:vector>
  </TitlesOfParts>
  <Company>CSD</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ECE/TRANS/WP.29/GRBP/2020/7</dc:title>
  <dc:subject>2007999</dc:subject>
  <dc:creator>Generic Pdf eng</dc:creator>
  <cp:keywords/>
  <dc:description/>
  <cp:lastModifiedBy>Edna KAY</cp:lastModifiedBy>
  <cp:revision>2</cp:revision>
  <cp:lastPrinted>2019-11-08T13:49:00Z</cp:lastPrinted>
  <dcterms:created xsi:type="dcterms:W3CDTF">2020-06-18T06:14:00Z</dcterms:created>
  <dcterms:modified xsi:type="dcterms:W3CDTF">2020-06-18T06:14:00Z</dcterms:modified>
</cp:coreProperties>
</file>