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8C38AC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45F1571" w14:textId="77777777" w:rsidR="002D5AAC" w:rsidRDefault="002D5AAC" w:rsidP="00DA508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EC656C9" w14:textId="77777777" w:rsidR="002D5AAC" w:rsidRPr="00BD33EE" w:rsidRDefault="00DF71B9" w:rsidP="00DA5080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9FC227A" w14:textId="77777777" w:rsidR="002D5AAC" w:rsidRDefault="008B5F28" w:rsidP="00DA5080">
            <w:pPr>
              <w:jc w:val="right"/>
            </w:pPr>
            <w:r w:rsidRPr="008B5F28">
              <w:rPr>
                <w:sz w:val="40"/>
              </w:rPr>
              <w:t>ECE</w:t>
            </w:r>
            <w:r>
              <w:t>/TRANS/WP.29/GRBP/2020/14</w:t>
            </w:r>
          </w:p>
        </w:tc>
      </w:tr>
      <w:tr w:rsidR="002D5AAC" w:rsidRPr="00393CCB" w14:paraId="295055D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0AF8959" w14:textId="77777777" w:rsidR="002D5AAC" w:rsidRDefault="002E5067" w:rsidP="00DA5080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0CEC4C" wp14:editId="44D1D0F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34F6BE" w14:textId="77777777" w:rsidR="002D5AAC" w:rsidRPr="00033EE1" w:rsidRDefault="008A37C8" w:rsidP="00DA5080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FEAC7F0" w14:textId="77777777" w:rsidR="002D5AAC" w:rsidRDefault="008B5F28" w:rsidP="00DA5080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D053832" w14:textId="77777777" w:rsidR="008B5F28" w:rsidRDefault="008B5F28" w:rsidP="00DA50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June 2020</w:t>
            </w:r>
          </w:p>
          <w:p w14:paraId="7C49D9A9" w14:textId="77777777" w:rsidR="008B5F28" w:rsidRDefault="008B5F28" w:rsidP="00DA50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8302035" w14:textId="77777777" w:rsidR="008B5F28" w:rsidRPr="008D53B6" w:rsidRDefault="008B5F28" w:rsidP="00DA50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9F8EE1F" w14:textId="77777777" w:rsidR="008B5F28" w:rsidRDefault="008A37C8" w:rsidP="00DA5080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DD3E1C5" w14:textId="77777777" w:rsidR="008B5F28" w:rsidRPr="008B5F28" w:rsidRDefault="008B5F28" w:rsidP="00DA5080">
      <w:pPr>
        <w:spacing w:before="120"/>
        <w:rPr>
          <w:color w:val="000000"/>
          <w:sz w:val="28"/>
          <w:szCs w:val="28"/>
        </w:rPr>
      </w:pPr>
      <w:r w:rsidRPr="008B5F28">
        <w:rPr>
          <w:sz w:val="28"/>
          <w:szCs w:val="28"/>
        </w:rPr>
        <w:t xml:space="preserve">Комитет по внутреннему транспорту </w:t>
      </w:r>
    </w:p>
    <w:p w14:paraId="3489197C" w14:textId="77777777" w:rsidR="008B5F28" w:rsidRPr="008B5F28" w:rsidRDefault="008B5F28" w:rsidP="00DA5080">
      <w:pPr>
        <w:spacing w:before="120"/>
        <w:rPr>
          <w:sz w:val="24"/>
          <w:szCs w:val="24"/>
        </w:rPr>
      </w:pPr>
      <w:r w:rsidRPr="008B5F28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8B5F28">
        <w:rPr>
          <w:b/>
          <w:bCs/>
          <w:sz w:val="24"/>
          <w:szCs w:val="24"/>
        </w:rPr>
        <w:t>в области транспортных средств</w:t>
      </w:r>
      <w:r w:rsidRPr="008B5F28">
        <w:rPr>
          <w:sz w:val="24"/>
          <w:szCs w:val="24"/>
        </w:rPr>
        <w:t xml:space="preserve"> </w:t>
      </w:r>
    </w:p>
    <w:p w14:paraId="0AA37880" w14:textId="77777777" w:rsidR="008B5F28" w:rsidRPr="003430E5" w:rsidRDefault="008B5F28" w:rsidP="00DA5080">
      <w:pPr>
        <w:spacing w:before="120" w:after="120"/>
        <w:rPr>
          <w:b/>
          <w:bCs/>
        </w:rPr>
      </w:pPr>
      <w:r>
        <w:rPr>
          <w:b/>
          <w:bCs/>
        </w:rPr>
        <w:t>Рабочая группа по вопросам шума и шин</w:t>
      </w:r>
    </w:p>
    <w:p w14:paraId="3C5280CB" w14:textId="77777777" w:rsidR="008B5F28" w:rsidRPr="003430E5" w:rsidRDefault="008B5F28" w:rsidP="00DA5080">
      <w:pPr>
        <w:rPr>
          <w:b/>
        </w:rPr>
      </w:pPr>
      <w:r>
        <w:rPr>
          <w:b/>
          <w:bCs/>
        </w:rPr>
        <w:t>Семьдесят вторая сессия</w:t>
      </w:r>
      <w:r>
        <w:t xml:space="preserve"> </w:t>
      </w:r>
    </w:p>
    <w:p w14:paraId="4423D1B9" w14:textId="77777777" w:rsidR="008B5F28" w:rsidRPr="003430E5" w:rsidRDefault="008B5F28" w:rsidP="00DA5080">
      <w:pPr>
        <w:rPr>
          <w:bCs/>
        </w:rPr>
      </w:pPr>
      <w:r>
        <w:t>Женева, 7–9 сентября 2020 года</w:t>
      </w:r>
    </w:p>
    <w:p w14:paraId="2D318837" w14:textId="77777777" w:rsidR="008B5F28" w:rsidRPr="003430E5" w:rsidRDefault="008B5F28" w:rsidP="00DA5080">
      <w:pPr>
        <w:rPr>
          <w:bCs/>
        </w:rPr>
      </w:pPr>
      <w:r>
        <w:t>Пункт 5 с) предварительной повестки дня</w:t>
      </w:r>
    </w:p>
    <w:p w14:paraId="60436FEF" w14:textId="77777777" w:rsidR="008B5F28" w:rsidRPr="003430E5" w:rsidRDefault="008B5F28" w:rsidP="00DA5080">
      <w:pPr>
        <w:rPr>
          <w:b/>
          <w:bCs/>
        </w:rPr>
      </w:pPr>
      <w:r>
        <w:rPr>
          <w:b/>
          <w:bCs/>
        </w:rPr>
        <w:t xml:space="preserve">Шины: Правила № 75 ООН </w:t>
      </w:r>
      <w:r>
        <w:rPr>
          <w:b/>
          <w:bCs/>
        </w:rPr>
        <w:br/>
        <w:t>(шины для транспортных средств категории L)</w:t>
      </w:r>
    </w:p>
    <w:p w14:paraId="162A0862" w14:textId="77777777" w:rsidR="008B5F28" w:rsidRPr="008B5F28" w:rsidRDefault="008B5F28" w:rsidP="00DA5080">
      <w:pPr>
        <w:pStyle w:val="HChG"/>
        <w:rPr>
          <w:sz w:val="24"/>
          <w:szCs w:val="24"/>
        </w:rPr>
      </w:pPr>
      <w:r>
        <w:tab/>
      </w:r>
      <w:r w:rsidRPr="008B5F28">
        <w:tab/>
        <w:t xml:space="preserve">Предложение по поправкам к Правилам № 75 ООН </w:t>
      </w:r>
    </w:p>
    <w:p w14:paraId="659041EF" w14:textId="77777777" w:rsidR="008B5F28" w:rsidRPr="008B5F28" w:rsidRDefault="008B5F28" w:rsidP="00DA5080">
      <w:pPr>
        <w:pStyle w:val="H1G"/>
      </w:pPr>
      <w:r w:rsidRPr="008B5F28">
        <w:tab/>
      </w:r>
      <w:r w:rsidRPr="008B5F28">
        <w:tab/>
        <w:t>Представлено экспертами от Европейской технической организации по вопросам пневматических шин и ободьев колес</w:t>
      </w:r>
      <w:r w:rsidRPr="008B5F28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8B5F28">
        <w:rPr>
          <w:b w:val="0"/>
          <w:bCs/>
          <w:sz w:val="20"/>
        </w:rPr>
        <w:t xml:space="preserve"> </w:t>
      </w:r>
    </w:p>
    <w:p w14:paraId="6A3E5FB7" w14:textId="77777777" w:rsidR="00E12C5F" w:rsidRDefault="008B5F28" w:rsidP="00DA5080">
      <w:pPr>
        <w:pStyle w:val="SingleTxtG"/>
      </w:pPr>
      <w:r>
        <w:tab/>
      </w:r>
      <w:r>
        <w:tab/>
        <w:t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(ЕТОПОК). Изменения к действующему тексту Правил ООН выделены жирным шрифтом в случае новых положений или зачеркиванием в случае исключенных элементов.</w:t>
      </w:r>
    </w:p>
    <w:p w14:paraId="75EACCEA" w14:textId="77777777" w:rsidR="008B5F28" w:rsidRDefault="008B5F28" w:rsidP="00DA5080">
      <w:pPr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4BC41A41" w14:textId="77777777" w:rsidR="008B5F28" w:rsidRPr="003430E5" w:rsidRDefault="008B5F28" w:rsidP="00DA5080">
      <w:pPr>
        <w:pStyle w:val="HChG"/>
        <w:rPr>
          <w:sz w:val="40"/>
          <w:szCs w:val="28"/>
        </w:rPr>
      </w:pPr>
      <w:r>
        <w:lastRenderedPageBreak/>
        <w:tab/>
      </w:r>
      <w:r w:rsidRPr="00763B3C">
        <w:t>I.</w:t>
      </w:r>
      <w:r w:rsidRPr="00763B3C">
        <w:tab/>
      </w:r>
      <w:r>
        <w:t>Предложение</w:t>
      </w:r>
    </w:p>
    <w:p w14:paraId="3D300329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  <w:i/>
        </w:rPr>
      </w:pPr>
      <w:r>
        <w:rPr>
          <w:i/>
          <w:iCs/>
        </w:rPr>
        <w:t>Пункт 2.5.1</w:t>
      </w:r>
      <w:r>
        <w:t>, исключить ссылку на сноску:</w:t>
      </w:r>
    </w:p>
    <w:p w14:paraId="75F603AC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2.5.1</w:t>
      </w:r>
      <w:r>
        <w:tab/>
      </w:r>
      <w:r w:rsidR="00855CAB">
        <w:rPr>
          <w:i/>
          <w:iCs/>
        </w:rPr>
        <w:t>«</w:t>
      </w:r>
      <w:r w:rsidRPr="00B374D5">
        <w:rPr>
          <w:i/>
          <w:iCs/>
        </w:rPr>
        <w:t>шина диагональной конструкции</w:t>
      </w:r>
      <w:r w:rsidR="00855CAB">
        <w:rPr>
          <w:i/>
          <w:iCs/>
        </w:rPr>
        <w:t>»</w:t>
      </w:r>
      <w:r>
        <w:t xml:space="preserve"> или </w:t>
      </w:r>
      <w:r w:rsidR="00855CAB">
        <w:rPr>
          <w:i/>
          <w:iCs/>
        </w:rPr>
        <w:t>«</w:t>
      </w:r>
      <w:r w:rsidRPr="00B374D5">
        <w:rPr>
          <w:i/>
          <w:iCs/>
        </w:rPr>
        <w:t>шина с перекрещивающимися слоями корда</w:t>
      </w:r>
      <w:r w:rsidR="00855CAB">
        <w:rPr>
          <w:i/>
          <w:iCs/>
        </w:rPr>
        <w:t>»</w:t>
      </w:r>
      <w:r>
        <w:t xml:space="preserve"> − шина, нити корда которой достигают борта и располагаются таким образом, что образуют чередующиеся углы, значительно меньше 90°, относительно осевой линии протектора</w:t>
      </w:r>
      <w:r>
        <w:rPr>
          <w:strike/>
          <w:vertAlign w:val="superscript"/>
        </w:rPr>
        <w:t>1</w:t>
      </w:r>
      <w:r>
        <w:t>,</w:t>
      </w:r>
    </w:p>
    <w:p w14:paraId="79F7DE22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  <w:i/>
        </w:rPr>
      </w:pPr>
      <w:r>
        <w:rPr>
          <w:i/>
          <w:iCs/>
        </w:rPr>
        <w:t>Пункт 2.5.2</w:t>
      </w:r>
      <w:r>
        <w:t xml:space="preserve"> изменить следующим образом:</w:t>
      </w:r>
    </w:p>
    <w:p w14:paraId="3511B9E9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«2.5.2</w:t>
      </w:r>
      <w:r>
        <w:tab/>
      </w:r>
      <w:r w:rsidRPr="00B374D5">
        <w:rPr>
          <w:i/>
          <w:iCs/>
        </w:rPr>
        <w:t>"шина диагонально-переплете</w:t>
      </w:r>
      <w:r>
        <w:rPr>
          <w:i/>
          <w:iCs/>
        </w:rPr>
        <w:t>н</w:t>
      </w:r>
      <w:r w:rsidRPr="00B374D5">
        <w:rPr>
          <w:i/>
          <w:iCs/>
        </w:rPr>
        <w:t>ной конструкции"</w:t>
      </w:r>
      <w:r>
        <w:t xml:space="preserve"> − шина </w:t>
      </w:r>
      <w:r>
        <w:rPr>
          <w:strike/>
        </w:rPr>
        <w:t>диагональной конструкции (с перекрещивающимися слоями корда), каркас</w:t>
      </w:r>
      <w:r>
        <w:rPr>
          <w:b/>
          <w:bCs/>
        </w:rPr>
        <w:t>, нити корда которой достигают борта и располагаются таким образом, что образуют чередующиеся углы, значительно меньше 90°, относительно осевой линии протектора, и вся конструкция</w:t>
      </w:r>
      <w:r>
        <w:t xml:space="preserve"> которой стягивается поясом, состоящим из </w:t>
      </w:r>
      <w:proofErr w:type="spellStart"/>
      <w:r>
        <w:rPr>
          <w:strike/>
        </w:rPr>
        <w:t>двух</w:t>
      </w:r>
      <w:r>
        <w:rPr>
          <w:b/>
          <w:bCs/>
        </w:rPr>
        <w:t>одного</w:t>
      </w:r>
      <w:proofErr w:type="spellEnd"/>
      <w:r>
        <w:t xml:space="preserve"> или более слоев практически нерастяжимого корда</w:t>
      </w:r>
      <w:r>
        <w:rPr>
          <w:strike/>
        </w:rPr>
        <w:t>, образующего почти такие же чередующиеся углы, что и в каркасе</w:t>
      </w:r>
      <w:r>
        <w:t>».</w:t>
      </w:r>
    </w:p>
    <w:p w14:paraId="0415E75B" w14:textId="77777777" w:rsidR="008B5F28" w:rsidRPr="003430E5" w:rsidRDefault="008B5F28" w:rsidP="00DA5080">
      <w:pPr>
        <w:spacing w:after="120"/>
        <w:ind w:left="1134"/>
        <w:rPr>
          <w:rFonts w:eastAsia="Calibri"/>
          <w:i/>
        </w:rPr>
      </w:pPr>
      <w:r>
        <w:rPr>
          <w:i/>
          <w:iCs/>
        </w:rPr>
        <w:t>Пункт 2.5.3</w:t>
      </w:r>
      <w:r>
        <w:t>, исключить ссылку на сноску 1:</w:t>
      </w:r>
    </w:p>
    <w:p w14:paraId="57593B04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2.5.3</w:t>
      </w:r>
      <w:r>
        <w:tab/>
      </w:r>
      <w:r w:rsidRPr="00B374D5">
        <w:rPr>
          <w:i/>
          <w:iCs/>
        </w:rPr>
        <w:t>"шина радиальной конструкции"</w:t>
      </w:r>
      <w:r>
        <w:t xml:space="preserve"> − шина, нити корда которой достигают борта и располагаются под углами, близкими к 90º, по отношению к средней линии протектора и каркас которой укрепляется по окружности при помощи практически нерастяжимого пояса</w:t>
      </w:r>
      <w:r>
        <w:rPr>
          <w:strike/>
          <w:vertAlign w:val="superscript"/>
        </w:rPr>
        <w:t>1</w:t>
      </w:r>
      <w:r>
        <w:t>;</w:t>
      </w:r>
    </w:p>
    <w:p w14:paraId="1539E1B2" w14:textId="77777777" w:rsidR="008B5F28" w:rsidRPr="003430E5" w:rsidRDefault="008B5F28" w:rsidP="00DA5080">
      <w:pPr>
        <w:tabs>
          <w:tab w:val="right" w:pos="1021"/>
        </w:tabs>
        <w:spacing w:after="120"/>
        <w:ind w:left="1134" w:right="1134"/>
        <w:rPr>
          <w:rFonts w:asciiTheme="majorBidi" w:eastAsia="Calibri" w:hAnsiTheme="majorBidi" w:cstheme="majorBidi"/>
        </w:rPr>
      </w:pPr>
      <w:r>
        <w:rPr>
          <w:i/>
          <w:iCs/>
        </w:rPr>
        <w:t>Сноску 1</w:t>
      </w:r>
      <w:r>
        <w:t xml:space="preserve"> удалить:</w:t>
      </w:r>
    </w:p>
    <w:p w14:paraId="689429F3" w14:textId="77777777" w:rsidR="008B5F28" w:rsidRPr="003430E5" w:rsidRDefault="008B5F28" w:rsidP="00DA5080">
      <w:pPr>
        <w:tabs>
          <w:tab w:val="right" w:pos="1021"/>
        </w:tabs>
        <w:spacing w:after="120"/>
        <w:ind w:left="1134" w:right="1134"/>
        <w:rPr>
          <w:rFonts w:asciiTheme="majorBidi" w:eastAsia="Calibri" w:hAnsiTheme="majorBidi" w:cstheme="majorBidi"/>
          <w:strike/>
          <w:sz w:val="18"/>
          <w:szCs w:val="18"/>
        </w:rPr>
      </w:pPr>
      <w:r>
        <w:rPr>
          <w:strike/>
          <w:vertAlign w:val="superscript"/>
        </w:rPr>
        <w:t>1</w:t>
      </w:r>
      <w:r>
        <w:rPr>
          <w:strike/>
        </w:rPr>
        <w:t>Применяется также в случае Правил № 54.</w:t>
      </w:r>
    </w:p>
    <w:p w14:paraId="171A49A3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2.5.4</w:t>
      </w:r>
      <w:r>
        <w:t>, изменить нумерацию на 2.6.</w:t>
      </w:r>
    </w:p>
    <w:p w14:paraId="6687BD71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Пункты 2.6−2.18</w:t>
      </w:r>
      <w:r>
        <w:t xml:space="preserve">, изменить нумерацию на 2.7−2.19 соответственно.  </w:t>
      </w:r>
    </w:p>
    <w:p w14:paraId="007B7FFB" w14:textId="77777777" w:rsidR="008B5F28" w:rsidRPr="003430E5" w:rsidRDefault="008B5F28" w:rsidP="00DA5080">
      <w:pPr>
        <w:spacing w:after="120"/>
        <w:ind w:left="1134"/>
        <w:rPr>
          <w:rFonts w:eastAsia="Calibri"/>
          <w:i/>
        </w:rPr>
      </w:pPr>
      <w:r>
        <w:rPr>
          <w:i/>
          <w:iCs/>
        </w:rPr>
        <w:t>Пункт 2.19</w:t>
      </w:r>
      <w:r>
        <w:t>, изменить нумерацию на 2.20 и изменить следующим образом:</w:t>
      </w:r>
    </w:p>
    <w:p w14:paraId="1CE97130" w14:textId="77777777" w:rsidR="008B5F28" w:rsidRPr="003430E5" w:rsidRDefault="008B5F28" w:rsidP="00DA5080">
      <w:pPr>
        <w:spacing w:after="120"/>
        <w:ind w:left="2268" w:right="1134" w:hanging="1134"/>
        <w:jc w:val="both"/>
      </w:pPr>
      <w:bookmarkStart w:id="0" w:name="_Hlk40104251"/>
      <w:r>
        <w:t>«2.</w:t>
      </w:r>
      <w:r>
        <w:rPr>
          <w:strike/>
        </w:rPr>
        <w:t>19</w:t>
      </w:r>
      <w:r>
        <w:rPr>
          <w:b/>
          <w:bCs/>
        </w:rPr>
        <w:t>20</w:t>
      </w:r>
      <w:r>
        <w:tab/>
      </w:r>
      <w:r w:rsidRPr="00B374D5">
        <w:rPr>
          <w:i/>
          <w:iCs/>
        </w:rPr>
        <w:t>"обозначение размера шины"</w:t>
      </w:r>
      <w:r>
        <w:t xml:space="preserve"> </w:t>
      </w:r>
      <w:r>
        <w:rPr>
          <w:b/>
          <w:bCs/>
        </w:rPr>
        <w:t xml:space="preserve">в случае размеров шин, перечисленных в приложении 5 к настоящим Правилам, </w:t>
      </w:r>
      <w:r>
        <w:t xml:space="preserve">означает </w:t>
      </w:r>
      <w:r>
        <w:rPr>
          <w:b/>
          <w:bCs/>
        </w:rPr>
        <w:t>обозначение, указанное в первой колонке таблиц, приведенных в приложении 5, а</w:t>
      </w:r>
      <w:r w:rsidR="00393CCB">
        <w:rPr>
          <w:b/>
          <w:bCs/>
          <w:lang w:val="en-US"/>
        </w:rPr>
        <w:t> </w:t>
      </w:r>
      <w:r>
        <w:rPr>
          <w:b/>
          <w:bCs/>
        </w:rPr>
        <w:t xml:space="preserve">в случае шин других размеров шин – </w:t>
      </w:r>
      <w:r>
        <w:t>обозначение, включающее:</w:t>
      </w:r>
      <w:bookmarkEnd w:id="0"/>
      <w:r>
        <w:t>»</w:t>
      </w:r>
    </w:p>
    <w:p w14:paraId="42A81056" w14:textId="77777777" w:rsidR="008B5F28" w:rsidRPr="003430E5" w:rsidRDefault="008B5F28" w:rsidP="00DA5080">
      <w:pPr>
        <w:spacing w:after="120"/>
        <w:ind w:left="1134"/>
        <w:rPr>
          <w:rFonts w:eastAsia="Calibri"/>
          <w:i/>
        </w:rPr>
      </w:pPr>
      <w:r>
        <w:rPr>
          <w:i/>
          <w:iCs/>
        </w:rPr>
        <w:t>Пункт 2.19.1</w:t>
      </w:r>
      <w:r>
        <w:t>, изменить нумерацию на 2.20.1 и изменить следующим образом:</w:t>
      </w:r>
    </w:p>
    <w:p w14:paraId="448786AD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«2.</w:t>
      </w:r>
      <w:r>
        <w:rPr>
          <w:strike/>
        </w:rPr>
        <w:t>19</w:t>
      </w:r>
      <w:r>
        <w:rPr>
          <w:b/>
          <w:bCs/>
        </w:rPr>
        <w:t>20.</w:t>
      </w:r>
      <w:r>
        <w:t>1</w:t>
      </w:r>
      <w:r>
        <w:tab/>
        <w:t>номинальную ширину профиля (S1), которая должна быть выражена в миллиметрах</w:t>
      </w:r>
      <w:r>
        <w:rPr>
          <w:strike/>
        </w:rPr>
        <w:t>, за исключением тех типов шин, обозначение размеров которых приводится в первой колонке таблиц, приведенных в приложении 5 к настоящим Правилам;</w:t>
      </w:r>
      <w:r>
        <w:t>»</w:t>
      </w:r>
    </w:p>
    <w:p w14:paraId="1E466B53" w14:textId="77777777" w:rsidR="008B5F28" w:rsidRPr="003430E5" w:rsidRDefault="008B5F28" w:rsidP="00DA5080">
      <w:pPr>
        <w:spacing w:after="120"/>
        <w:ind w:left="1134"/>
        <w:rPr>
          <w:rFonts w:eastAsia="Calibri"/>
          <w:i/>
        </w:rPr>
      </w:pPr>
      <w:r>
        <w:rPr>
          <w:i/>
          <w:iCs/>
        </w:rPr>
        <w:t>Пункт 2.19.2</w:t>
      </w:r>
      <w:r>
        <w:t>, изменить нумерацию на 2.20.2 и изменить следующим образом:</w:t>
      </w:r>
    </w:p>
    <w:p w14:paraId="0E9005C7" w14:textId="77777777" w:rsidR="008B5F28" w:rsidRPr="003430E5" w:rsidRDefault="008B5F28" w:rsidP="00DA5080">
      <w:pPr>
        <w:spacing w:after="120"/>
        <w:ind w:left="2268" w:right="1134" w:hanging="1134"/>
        <w:jc w:val="both"/>
        <w:rPr>
          <w:rFonts w:eastAsia="Calibri"/>
          <w:i/>
        </w:rPr>
      </w:pPr>
      <w:r>
        <w:t>«2.</w:t>
      </w:r>
      <w:r>
        <w:rPr>
          <w:strike/>
        </w:rPr>
        <w:t>19</w:t>
      </w:r>
      <w:r>
        <w:rPr>
          <w:b/>
          <w:bCs/>
        </w:rPr>
        <w:t>20.</w:t>
      </w:r>
      <w:r>
        <w:t>2</w:t>
      </w:r>
      <w:r>
        <w:tab/>
        <w:t>номинальное отношение высоты профиля к его ширине</w:t>
      </w:r>
      <w:r>
        <w:rPr>
          <w:strike/>
        </w:rPr>
        <w:t>, за исключением некоторых типов шин, обозначение размеров которых приводится в первой колонке таблиц, приведенных в приложении 5 к настоящим Правилам</w:t>
      </w:r>
      <w:r>
        <w:t>;»</w:t>
      </w:r>
    </w:p>
    <w:p w14:paraId="463A66BA" w14:textId="77777777" w:rsidR="008B5F28" w:rsidRPr="003430E5" w:rsidRDefault="008B5F28" w:rsidP="00DA5080">
      <w:pPr>
        <w:spacing w:after="120"/>
        <w:ind w:left="1134"/>
        <w:rPr>
          <w:rFonts w:eastAsia="Calibri"/>
          <w:iCs/>
        </w:rPr>
      </w:pPr>
      <w:r>
        <w:rPr>
          <w:i/>
          <w:iCs/>
        </w:rPr>
        <w:t>Включить новые пункты 2.20.3–2.20.3.2</w:t>
      </w:r>
      <w:r>
        <w:t xml:space="preserve"> следующего содержания:</w:t>
      </w:r>
    </w:p>
    <w:p w14:paraId="4983D9B1" w14:textId="77777777" w:rsidR="008B5F28" w:rsidRPr="003430E5" w:rsidRDefault="008B5F28" w:rsidP="00DA5080">
      <w:pPr>
        <w:spacing w:after="120"/>
        <w:ind w:left="2268" w:right="1134" w:hanging="1134"/>
        <w:jc w:val="both"/>
        <w:rPr>
          <w:b/>
        </w:rPr>
      </w:pPr>
      <w:r>
        <w:t>«</w:t>
      </w:r>
      <w:r>
        <w:rPr>
          <w:b/>
          <w:bCs/>
        </w:rPr>
        <w:t>2.20.3</w:t>
      </w:r>
      <w:r>
        <w:tab/>
      </w:r>
      <w:r>
        <w:rPr>
          <w:b/>
          <w:bCs/>
        </w:rPr>
        <w:t>указание конструкции:</w:t>
      </w:r>
    </w:p>
    <w:p w14:paraId="62433942" w14:textId="6DC71F65" w:rsidR="008B5F28" w:rsidRPr="003430E5" w:rsidRDefault="008B5F28" w:rsidP="00DA5080">
      <w:pPr>
        <w:spacing w:after="120"/>
        <w:ind w:left="2268" w:right="1134" w:hanging="1134"/>
        <w:jc w:val="both"/>
        <w:rPr>
          <w:b/>
          <w:bCs/>
        </w:rPr>
      </w:pPr>
      <w:r w:rsidRPr="00FF4EC6">
        <w:rPr>
          <w:b/>
          <w:bCs/>
        </w:rPr>
        <w:t>2.20.3.1</w:t>
      </w:r>
      <w:r w:rsidRPr="00FF4EC6">
        <w:rPr>
          <w:b/>
          <w:bCs/>
        </w:rPr>
        <w:tab/>
        <w:t>на шинах диагональной конструкции (с перекрещивающимися слоями корда) указывается символ "-" или проставляется буква</w:t>
      </w:r>
      <w:r w:rsidR="006A1130">
        <w:rPr>
          <w:b/>
          <w:bCs/>
        </w:rPr>
        <w:t> </w:t>
      </w:r>
      <w:bookmarkStart w:id="1" w:name="_GoBack"/>
      <w:bookmarkEnd w:id="1"/>
      <w:r w:rsidRPr="00FF4EC6">
        <w:rPr>
          <w:b/>
          <w:bCs/>
        </w:rPr>
        <w:t>"D";</w:t>
      </w:r>
    </w:p>
    <w:p w14:paraId="47F890A3" w14:textId="77777777" w:rsidR="008B5F28" w:rsidRPr="003430E5" w:rsidRDefault="008B5F28" w:rsidP="00DA5080">
      <w:pPr>
        <w:spacing w:after="120"/>
        <w:ind w:left="2268" w:right="1134" w:hanging="1134"/>
        <w:jc w:val="both"/>
        <w:rPr>
          <w:b/>
          <w:bCs/>
        </w:rPr>
      </w:pPr>
      <w:r w:rsidRPr="00FF4EC6">
        <w:rPr>
          <w:b/>
          <w:bCs/>
        </w:rPr>
        <w:t>2.20.3.2</w:t>
      </w:r>
      <w:r w:rsidRPr="00FF4EC6">
        <w:rPr>
          <w:b/>
          <w:bCs/>
        </w:rPr>
        <w:tab/>
        <w:t>на шинах диагонально-переплетен</w:t>
      </w:r>
      <w:r>
        <w:rPr>
          <w:b/>
          <w:bCs/>
        </w:rPr>
        <w:t>н</w:t>
      </w:r>
      <w:r w:rsidRPr="00FF4EC6">
        <w:rPr>
          <w:b/>
          <w:bCs/>
        </w:rPr>
        <w:t>ой конструкции проставляется буква "B";</w:t>
      </w:r>
    </w:p>
    <w:p w14:paraId="25D19A21" w14:textId="77777777" w:rsidR="008B5F28" w:rsidRPr="003430E5" w:rsidRDefault="008B5F28" w:rsidP="00DA5080">
      <w:pPr>
        <w:spacing w:after="120"/>
        <w:ind w:left="2268" w:right="1134" w:hanging="1134"/>
        <w:jc w:val="both"/>
        <w:rPr>
          <w:b/>
        </w:rPr>
      </w:pPr>
      <w:r w:rsidRPr="00FF4EC6">
        <w:rPr>
          <w:b/>
          <w:bCs/>
        </w:rPr>
        <w:t>2.20.3.3</w:t>
      </w:r>
      <w:r>
        <w:tab/>
      </w:r>
      <w:r>
        <w:rPr>
          <w:b/>
          <w:bCs/>
        </w:rPr>
        <w:t xml:space="preserve">на шинах радиальной конструкции </w:t>
      </w:r>
      <w:r w:rsidRPr="00FF4EC6">
        <w:rPr>
          <w:b/>
          <w:bCs/>
        </w:rPr>
        <w:t>проставляется</w:t>
      </w:r>
      <w:r>
        <w:rPr>
          <w:b/>
          <w:bCs/>
        </w:rPr>
        <w:t xml:space="preserve"> буква "R";</w:t>
      </w:r>
      <w:r>
        <w:t>»</w:t>
      </w:r>
    </w:p>
    <w:p w14:paraId="7512A074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lastRenderedPageBreak/>
        <w:t>Пункты 2.19.3 и 2.19.3.1</w:t>
      </w:r>
      <w:r>
        <w:t>, изменить нумерацию на 2.20.5 и 2.20.5.1.</w:t>
      </w:r>
    </w:p>
    <w:p w14:paraId="66A27262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 xml:space="preserve">Пункт 2.19.4 </w:t>
      </w:r>
      <w:r>
        <w:t>исключить.</w:t>
      </w:r>
    </w:p>
    <w:p w14:paraId="010AF757" w14:textId="77777777" w:rsidR="008B5F28" w:rsidRPr="003430E5" w:rsidRDefault="008B5F28" w:rsidP="00DA5080">
      <w:pPr>
        <w:spacing w:after="120"/>
        <w:ind w:left="1134"/>
        <w:rPr>
          <w:rFonts w:eastAsia="Calibri"/>
          <w:i/>
        </w:rPr>
      </w:pPr>
      <w:r w:rsidRPr="00393CCB">
        <w:rPr>
          <w:i/>
          <w:iCs/>
        </w:rPr>
        <w:t>Включить новый пункт 2.20.6</w:t>
      </w:r>
      <w:r>
        <w:t xml:space="preserve"> следующего содержания:</w:t>
      </w:r>
    </w:p>
    <w:p w14:paraId="1CBF8100" w14:textId="77777777" w:rsidR="008B5F28" w:rsidRPr="003430E5" w:rsidRDefault="008B5F28" w:rsidP="00DA5080">
      <w:pPr>
        <w:spacing w:after="120"/>
        <w:ind w:left="2268" w:right="1134" w:hanging="1134"/>
        <w:jc w:val="both"/>
        <w:rPr>
          <w:b/>
        </w:rPr>
      </w:pPr>
      <w:bookmarkStart w:id="2" w:name="_Hlk40104086"/>
      <w:r w:rsidRPr="00393CCB">
        <w:t>«</w:t>
      </w:r>
      <w:r>
        <w:rPr>
          <w:b/>
          <w:bCs/>
        </w:rPr>
        <w:t>2.20.6</w:t>
      </w:r>
      <w:r>
        <w:tab/>
      </w:r>
      <w:r>
        <w:rPr>
          <w:b/>
          <w:bCs/>
        </w:rPr>
        <w:t>буквы "M/C" для шин, предназначенных для установки на ободьях для мотоциклов;</w:t>
      </w:r>
      <w:r>
        <w:t xml:space="preserve"> </w:t>
      </w:r>
      <w:r>
        <w:rPr>
          <w:b/>
          <w:bCs/>
        </w:rPr>
        <w:t>нанесение этих букв является обязательным для шин с номинальным диаметром обода, эквивалентным коду 13 (330</w:t>
      </w:r>
      <w:r w:rsidR="00393CCB">
        <w:rPr>
          <w:b/>
          <w:bCs/>
          <w:lang w:val="en-US"/>
        </w:rPr>
        <w:t> </w:t>
      </w:r>
      <w:r>
        <w:rPr>
          <w:b/>
          <w:bCs/>
        </w:rPr>
        <w:t>мм) или выше, и факультативным для размеров шин, перечисленных в приложении 5</w:t>
      </w:r>
      <w:r w:rsidRPr="00393CCB">
        <w:t>».</w:t>
      </w:r>
      <w:bookmarkEnd w:id="2"/>
    </w:p>
    <w:p w14:paraId="79C49FE9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Пункты 2.20–2.31</w:t>
      </w:r>
      <w:r>
        <w:t xml:space="preserve">, изменить нумерацию на 2.21–2.32 соответственно. </w:t>
      </w:r>
    </w:p>
    <w:p w14:paraId="07379ADB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2.31.1</w:t>
      </w:r>
      <w:r>
        <w:t>, изменить нумерацию на 2.32.1 и изложить в следующей редакции:</w:t>
      </w:r>
    </w:p>
    <w:p w14:paraId="7B3C8052" w14:textId="77777777" w:rsidR="008B5F28" w:rsidRPr="003430E5" w:rsidRDefault="008B5F28" w:rsidP="00DA5080">
      <w:pPr>
        <w:spacing w:after="120"/>
        <w:ind w:left="2268" w:hanging="1134"/>
        <w:rPr>
          <w:rFonts w:eastAsia="Calibri"/>
        </w:rPr>
      </w:pPr>
      <w:r>
        <w:t>«2.</w:t>
      </w:r>
      <w:r>
        <w:rPr>
          <w:strike/>
        </w:rPr>
        <w:t>31.</w:t>
      </w:r>
      <w:r>
        <w:rPr>
          <w:b/>
          <w:bCs/>
        </w:rPr>
        <w:t>32.</w:t>
      </w:r>
      <w:r>
        <w:t>1</w:t>
      </w:r>
      <w:r>
        <w:tab/>
        <w:t xml:space="preserve">скорости, выраженные обозначением категории скорости, как показано в таблице в пункте </w:t>
      </w:r>
      <w:r>
        <w:rPr>
          <w:strike/>
        </w:rPr>
        <w:t>2.28.2</w:t>
      </w:r>
      <w:r>
        <w:rPr>
          <w:b/>
          <w:bCs/>
        </w:rPr>
        <w:t>2.32.2 ниже</w:t>
      </w:r>
      <w:r w:rsidRPr="00B374D5">
        <w:t>»</w:t>
      </w:r>
      <w:r>
        <w:t>.</w:t>
      </w:r>
    </w:p>
    <w:p w14:paraId="5B13D5E7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2.31.2</w:t>
      </w:r>
      <w:r>
        <w:t>, изменить нумерацию на 2.32.2.</w:t>
      </w:r>
    </w:p>
    <w:p w14:paraId="2301F289" w14:textId="77777777" w:rsidR="008B5F28" w:rsidRPr="003430E5" w:rsidRDefault="008B5F28" w:rsidP="00DA5080">
      <w:pPr>
        <w:spacing w:after="120"/>
        <w:ind w:left="1134"/>
        <w:rPr>
          <w:rFonts w:eastAsia="Calibri"/>
          <w:i/>
        </w:rPr>
      </w:pPr>
      <w:r>
        <w:rPr>
          <w:i/>
          <w:iCs/>
        </w:rPr>
        <w:t>Пункт 2.31.3</w:t>
      </w:r>
      <w:r>
        <w:t>, изменить нумерацию на 2.20.4 и изложить в следующей редакции:</w:t>
      </w:r>
    </w:p>
    <w:p w14:paraId="1CC22FAA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«2.</w:t>
      </w:r>
      <w:r>
        <w:rPr>
          <w:strike/>
        </w:rPr>
        <w:t>31.3</w:t>
      </w:r>
      <w:r>
        <w:rPr>
          <w:b/>
          <w:bCs/>
        </w:rPr>
        <w:t>20.4</w:t>
      </w:r>
      <w:r>
        <w:tab/>
      </w:r>
      <w:r>
        <w:rPr>
          <w:b/>
          <w:bCs/>
        </w:rPr>
        <w:t>Буквенным кодом "V", расположенным перед указанием конструкции, обозначают</w:t>
      </w:r>
      <w:r>
        <w:t xml:space="preserve"> </w:t>
      </w:r>
      <w:r>
        <w:rPr>
          <w:strike/>
        </w:rPr>
        <w:t>Шины</w:t>
      </w:r>
      <w:r>
        <w:t xml:space="preserve"> </w:t>
      </w:r>
      <w:proofErr w:type="spellStart"/>
      <w:r>
        <w:rPr>
          <w:b/>
          <w:bCs/>
        </w:rPr>
        <w:t>шины</w:t>
      </w:r>
      <w:proofErr w:type="spellEnd"/>
      <w:r>
        <w:t xml:space="preserve">, пригодные для максимальных скоростей свыше 240 км/ч, но ниже 270 км/ч, </w:t>
      </w:r>
      <w:r>
        <w:rPr>
          <w:strike/>
        </w:rPr>
        <w:t xml:space="preserve">обозначают буквенным кодом "V", </w:t>
      </w:r>
      <w:r>
        <w:t xml:space="preserve">а </w:t>
      </w:r>
      <w:r>
        <w:rPr>
          <w:b/>
          <w:bCs/>
        </w:rPr>
        <w:t>буквенным кодом "Z" –</w:t>
      </w:r>
      <w:r>
        <w:t xml:space="preserve"> шины, пригодные для максимальных скоростей 270 км/ч или более</w:t>
      </w:r>
      <w:r>
        <w:rPr>
          <w:b/>
          <w:bCs/>
        </w:rPr>
        <w:t>;</w:t>
      </w:r>
      <w:r>
        <w:t xml:space="preserve"> </w:t>
      </w:r>
      <w:r>
        <w:rPr>
          <w:strike/>
        </w:rPr>
        <w:t>, обозначают буквенным кодом "Z".</w:t>
      </w:r>
      <w:r w:rsidRPr="00393CCB">
        <w:rPr>
          <w:strike/>
        </w:rPr>
        <w:t xml:space="preserve"> </w:t>
      </w:r>
      <w:r>
        <w:rPr>
          <w:strike/>
        </w:rPr>
        <w:t>Буквенное обозначение проставляют в ряду обозначения размеров шины перед указанием конструкции (см. пункт 3.1.4).</w:t>
      </w:r>
      <w:r>
        <w:t xml:space="preserve"> </w:t>
      </w:r>
      <w:r>
        <w:rPr>
          <w:b/>
          <w:bCs/>
        </w:rPr>
        <w:t>в этом случае обозначение конструкции с использованием символа "-" на шинах диагональной конструкции (с перекрещивающимися слоями корда) может быть опущено;</w:t>
      </w:r>
      <w:r w:rsidRPr="00B374D5">
        <w:t>»</w:t>
      </w:r>
    </w:p>
    <w:p w14:paraId="60AB4195" w14:textId="77777777" w:rsidR="008B5F28" w:rsidRPr="003430E5" w:rsidRDefault="008B5F28" w:rsidP="00DA5080">
      <w:pPr>
        <w:spacing w:after="120"/>
        <w:ind w:left="1134"/>
        <w:rPr>
          <w:rFonts w:eastAsia="Calibri"/>
          <w:i/>
        </w:rPr>
      </w:pPr>
      <w:r>
        <w:rPr>
          <w:i/>
          <w:iCs/>
        </w:rPr>
        <w:t>Пункт 2.32</w:t>
      </w:r>
      <w:r>
        <w:t>, изменить нумерацию на 2.33 и изложить в следующей редакции:</w:t>
      </w:r>
    </w:p>
    <w:p w14:paraId="24FFCD25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«2.</w:t>
      </w:r>
      <w:r>
        <w:rPr>
          <w:strike/>
        </w:rPr>
        <w:t>32</w:t>
      </w:r>
      <w:r>
        <w:rPr>
          <w:b/>
          <w:bCs/>
        </w:rPr>
        <w:t>33</w:t>
      </w:r>
      <w:r>
        <w:tab/>
      </w:r>
      <w:r w:rsidRPr="00B374D5">
        <w:rPr>
          <w:i/>
          <w:iCs/>
        </w:rPr>
        <w:t>"зимняя шина"</w:t>
      </w:r>
      <w:r>
        <w:t xml:space="preserve"> означает шину, рисунок протектора и конструкция которой разработаны таким образом, чтобы обеспечить в условиях грязи и свежевыпавшего или тающего снега лучшие эксплуатационные качества, чем у </w:t>
      </w:r>
      <w:r w:rsidRPr="002713AE">
        <w:t>обычной</w:t>
      </w:r>
      <w:r>
        <w:t xml:space="preserve"> шины </w:t>
      </w:r>
      <w:r>
        <w:rPr>
          <w:strike/>
        </w:rPr>
        <w:t>(дорожного типа)</w:t>
      </w:r>
      <w:r>
        <w:rPr>
          <w:b/>
          <w:bCs/>
        </w:rPr>
        <w:t xml:space="preserve">, с точки зрения ее способности приводить транспортное средство в движение или поддерживать его </w:t>
      </w:r>
      <w:proofErr w:type="spellStart"/>
      <w:r>
        <w:rPr>
          <w:b/>
          <w:bCs/>
        </w:rPr>
        <w:t>движение</w:t>
      </w:r>
      <w:r>
        <w:t>.</w:t>
      </w:r>
      <w:r>
        <w:rPr>
          <w:strike/>
        </w:rPr>
        <w:t>Рисунок</w:t>
      </w:r>
      <w:proofErr w:type="spellEnd"/>
      <w:r>
        <w:rPr>
          <w:strike/>
        </w:rPr>
        <w:t xml:space="preserve"> протектора зимней шины характеризуется, как правило, </w:t>
      </w:r>
      <w:proofErr w:type="spellStart"/>
      <w:r>
        <w:rPr>
          <w:strike/>
        </w:rPr>
        <w:t>бóльшим</w:t>
      </w:r>
      <w:proofErr w:type="spellEnd"/>
      <w:r>
        <w:rPr>
          <w:strike/>
        </w:rPr>
        <w:t xml:space="preserve"> удалением друг от друга канавок и/или массивных выступов, чем у обычных шин дорожного типа</w:t>
      </w:r>
      <w:r>
        <w:t>;»</w:t>
      </w:r>
    </w:p>
    <w:p w14:paraId="046DBA05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Пункты 2.33–2.34</w:t>
      </w:r>
      <w:r>
        <w:t xml:space="preserve">, изменить нумерацию на 2.34–2.35. </w:t>
      </w:r>
    </w:p>
    <w:p w14:paraId="0086006D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2.35</w:t>
      </w:r>
      <w:r>
        <w:t>, изменить нумерацию на 2.36 и изменить следующим образом:</w:t>
      </w:r>
    </w:p>
    <w:p w14:paraId="2FCB0853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«2.</w:t>
      </w:r>
      <w:r>
        <w:rPr>
          <w:strike/>
        </w:rPr>
        <w:t>35</w:t>
      </w:r>
      <w:r>
        <w:rPr>
          <w:b/>
          <w:bCs/>
        </w:rPr>
        <w:t>36</w:t>
      </w:r>
      <w:r>
        <w:tab/>
      </w:r>
      <w:r w:rsidRPr="00B374D5">
        <w:rPr>
          <w:i/>
          <w:iCs/>
        </w:rPr>
        <w:t>"мотоциклетная шина"</w:t>
      </w:r>
      <w:r>
        <w:t xml:space="preserve"> означает шину, предназначенную главным образом для установки на мотоциклах (категорий L</w:t>
      </w:r>
      <w:r>
        <w:rPr>
          <w:vertAlign w:val="subscript"/>
        </w:rPr>
        <w:t>3</w:t>
      </w:r>
      <w:r>
        <w:t>, L</w:t>
      </w:r>
      <w:r>
        <w:rPr>
          <w:vertAlign w:val="subscript"/>
        </w:rPr>
        <w:t>4</w:t>
      </w:r>
      <w:r>
        <w:t xml:space="preserve"> и L</w:t>
      </w:r>
      <w:r>
        <w:rPr>
          <w:vertAlign w:val="subscript"/>
        </w:rPr>
        <w:t>5</w:t>
      </w:r>
      <w:r>
        <w:t>). Однако она может также устанавливаться на мопедах (категорий L</w:t>
      </w:r>
      <w:r>
        <w:rPr>
          <w:vertAlign w:val="subscript"/>
        </w:rPr>
        <w:t>1</w:t>
      </w:r>
      <w:r>
        <w:t xml:space="preserve"> и L</w:t>
      </w:r>
      <w:r>
        <w:rPr>
          <w:vertAlign w:val="subscript"/>
        </w:rPr>
        <w:t>2</w:t>
      </w:r>
      <w:r>
        <w:t xml:space="preserve">) и легких прицепах (категории </w:t>
      </w:r>
      <w:r>
        <w:rPr>
          <w:strike/>
        </w:rPr>
        <w:t>01</w:t>
      </w:r>
      <w:r>
        <w:rPr>
          <w:b/>
          <w:bCs/>
        </w:rPr>
        <w:t>О</w:t>
      </w:r>
      <w:r>
        <w:rPr>
          <w:b/>
          <w:bCs/>
          <w:vertAlign w:val="subscript"/>
        </w:rPr>
        <w:t>1</w:t>
      </w:r>
      <w:r>
        <w:t>);»</w:t>
      </w:r>
    </w:p>
    <w:p w14:paraId="1B0B30DF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2.36</w:t>
      </w:r>
      <w:r>
        <w:t>, изменить нумерацию на 2.37.</w:t>
      </w:r>
    </w:p>
    <w:p w14:paraId="175E9C64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2.36.1</w:t>
      </w:r>
      <w:r>
        <w:t>, изменить нумерацию на 2.37.1 и изложить в следующей редакции:</w:t>
      </w:r>
    </w:p>
    <w:p w14:paraId="23A25B18" w14:textId="77777777" w:rsidR="008B5F28" w:rsidRPr="003430E5" w:rsidRDefault="008B5F28" w:rsidP="00DA5080">
      <w:pPr>
        <w:spacing w:after="120"/>
        <w:ind w:left="2268" w:right="1134" w:hanging="1134"/>
        <w:jc w:val="both"/>
        <w:rPr>
          <w:rFonts w:eastAsia="Calibri"/>
        </w:rPr>
      </w:pPr>
      <w:r>
        <w:t>«2.</w:t>
      </w:r>
      <w:r>
        <w:rPr>
          <w:strike/>
        </w:rPr>
        <w:t>36</w:t>
      </w:r>
      <w:r>
        <w:rPr>
          <w:b/>
          <w:bCs/>
        </w:rPr>
        <w:t>37.</w:t>
      </w:r>
      <w:r>
        <w:t>1</w:t>
      </w:r>
      <w:r>
        <w:tab/>
        <w:t>Для скоростей, меньших или равных 130 км/ч, допустимая нагрузка не должна превышать процентной величины, соответствующей индексу несущей способности шины, как это указано в таблице "</w:t>
      </w:r>
      <w:r>
        <w:rPr>
          <w:strike/>
        </w:rPr>
        <w:t>Изменения несущей способности в зависимости от скорости</w:t>
      </w:r>
      <w:r w:rsidR="00DA5080" w:rsidRPr="00DA5080">
        <w:rPr>
          <w:strike/>
        </w:rPr>
        <w:t xml:space="preserve"> </w:t>
      </w:r>
      <w:r>
        <w:rPr>
          <w:b/>
          <w:bCs/>
        </w:rPr>
        <w:t>Изменение несущей способности шины в зависимости от скорости</w:t>
      </w:r>
      <w:r>
        <w:t>"</w:t>
      </w:r>
      <w:r w:rsidR="00DA5080" w:rsidRPr="00DA5080">
        <w:t xml:space="preserve"> </w:t>
      </w:r>
      <w:r>
        <w:t xml:space="preserve">(см. </w:t>
      </w:r>
      <w:r>
        <w:rPr>
          <w:strike/>
        </w:rPr>
        <w:t>пункт</w:t>
      </w:r>
      <w:r w:rsidR="00DA5080">
        <w:rPr>
          <w:strike/>
          <w:lang w:val="en-US"/>
        </w:rPr>
        <w:t> </w:t>
      </w:r>
      <w:r>
        <w:rPr>
          <w:strike/>
        </w:rPr>
        <w:t>2.27</w:t>
      </w:r>
      <w:r w:rsidR="00DA5080" w:rsidRPr="00DA5080">
        <w:t xml:space="preserve"> </w:t>
      </w:r>
      <w:r>
        <w:rPr>
          <w:b/>
          <w:bCs/>
        </w:rPr>
        <w:t>приложение 8</w:t>
      </w:r>
      <w:r>
        <w:t>), с учетом обозначения категории скорости шины и максимальной скорости транспортного средства, на которое устанавливают данную шину».</w:t>
      </w:r>
    </w:p>
    <w:p w14:paraId="268D70BD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Пункты 2.36.2–2.37</w:t>
      </w:r>
      <w:r>
        <w:t xml:space="preserve">, изменить нумерацию на 2.37.2–2.38 соответственно. </w:t>
      </w:r>
    </w:p>
    <w:p w14:paraId="1B2AC9A8" w14:textId="77777777" w:rsidR="008B5F28" w:rsidRPr="003430E5" w:rsidRDefault="008B5F28" w:rsidP="00DA5080">
      <w:pPr>
        <w:spacing w:after="120"/>
        <w:ind w:left="1134" w:right="1134"/>
        <w:jc w:val="both"/>
      </w:pPr>
      <w:r>
        <w:rPr>
          <w:i/>
          <w:iCs/>
        </w:rPr>
        <w:lastRenderedPageBreak/>
        <w:t>Включить новый пункт 2.38</w:t>
      </w:r>
      <w:r>
        <w:t xml:space="preserve"> следующего содержания:</w:t>
      </w:r>
    </w:p>
    <w:p w14:paraId="5386FCB2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</w:t>
      </w:r>
      <w:r>
        <w:rPr>
          <w:b/>
          <w:bCs/>
        </w:rPr>
        <w:t>2.38</w:t>
      </w:r>
      <w:r>
        <w:tab/>
      </w:r>
      <w:r w:rsidRPr="00B374D5">
        <w:rPr>
          <w:b/>
          <w:bCs/>
          <w:i/>
          <w:iCs/>
        </w:rPr>
        <w:t>"эксплуатационное описание"</w:t>
      </w:r>
      <w:r>
        <w:rPr>
          <w:b/>
          <w:bCs/>
        </w:rPr>
        <w:t xml:space="preserve"> означает индекс нагрузки вместе с обозначением категории скорости (например, 72H);</w:t>
      </w:r>
      <w:r>
        <w:t>»</w:t>
      </w:r>
    </w:p>
    <w:p w14:paraId="7C9925DE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3.1.4</w:t>
      </w:r>
      <w:r>
        <w:t xml:space="preserve"> изменить следующим образом:</w:t>
      </w:r>
    </w:p>
    <w:p w14:paraId="1A4EBF12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«3.1.4</w:t>
      </w:r>
      <w:r>
        <w:tab/>
      </w:r>
      <w:r>
        <w:rPr>
          <w:b/>
          <w:bCs/>
        </w:rPr>
        <w:t xml:space="preserve">факультативно – </w:t>
      </w:r>
      <w:r>
        <w:t>указание конструкции:</w:t>
      </w:r>
    </w:p>
    <w:p w14:paraId="5A04CE1C" w14:textId="77777777" w:rsidR="008B5F28" w:rsidRPr="003430E5" w:rsidRDefault="008B5F28" w:rsidP="00DA5080">
      <w:pPr>
        <w:spacing w:after="120"/>
        <w:ind w:left="2268" w:right="1134" w:hanging="1134"/>
        <w:jc w:val="both"/>
        <w:rPr>
          <w:strike/>
        </w:rPr>
      </w:pPr>
      <w:r w:rsidRPr="002713AE">
        <w:rPr>
          <w:strike/>
        </w:rPr>
        <w:t>3.1.4.1</w:t>
      </w:r>
      <w:r w:rsidRPr="002713AE">
        <w:rPr>
          <w:strike/>
        </w:rPr>
        <w:tab/>
        <w:t>на</w:t>
      </w:r>
      <w:r>
        <w:rPr>
          <w:strike/>
        </w:rPr>
        <w:t xml:space="preserve"> шинах диагональной конструкции (с перекрещивающимися слоями корда) указание или не приводится, или проставляется буква "D";</w:t>
      </w:r>
    </w:p>
    <w:p w14:paraId="0563E756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3.1.4.</w:t>
      </w:r>
      <w:r w:rsidRPr="003119F8">
        <w:rPr>
          <w:strike/>
        </w:rPr>
        <w:t>2.</w:t>
      </w:r>
      <w:r w:rsidRPr="003119F8">
        <w:rPr>
          <w:b/>
          <w:bCs/>
        </w:rPr>
        <w:t>1</w:t>
      </w:r>
      <w:r>
        <w:tab/>
        <w:t>на шинах диагонально-переплетенной конструкции</w:t>
      </w:r>
      <w:r>
        <w:rPr>
          <w:strike/>
        </w:rPr>
        <w:t xml:space="preserve"> ставится буква "B" перед указанием диаметра обода и, кроме того,</w:t>
      </w:r>
      <w:r>
        <w:t xml:space="preserve"> могут быть добавлены слова "BIAS-BELTED";</w:t>
      </w:r>
    </w:p>
    <w:p w14:paraId="64AE7594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3.1.4.</w:t>
      </w:r>
      <w:r w:rsidRPr="003119F8">
        <w:rPr>
          <w:strike/>
        </w:rPr>
        <w:t>3.</w:t>
      </w:r>
      <w:r w:rsidRPr="003119F8">
        <w:rPr>
          <w:b/>
          <w:bCs/>
        </w:rPr>
        <w:t>2</w:t>
      </w:r>
      <w:r>
        <w:tab/>
        <w:t xml:space="preserve">на шинах радиальной конструкции </w:t>
      </w:r>
      <w:r>
        <w:rPr>
          <w:strike/>
        </w:rPr>
        <w:t>ставится буква "R" перед указанием диаметра обода и, кроме того,</w:t>
      </w:r>
      <w:r>
        <w:t xml:space="preserve"> может быть добавлено слово "RADIAL";»</w:t>
      </w:r>
    </w:p>
    <w:p w14:paraId="13E19678" w14:textId="77777777" w:rsidR="008B5F28" w:rsidRPr="003430E5" w:rsidRDefault="008B5F28" w:rsidP="00DA5080">
      <w:pPr>
        <w:spacing w:after="120"/>
        <w:ind w:left="1134" w:right="1134"/>
        <w:jc w:val="both"/>
      </w:pPr>
      <w:r>
        <w:rPr>
          <w:i/>
          <w:iCs/>
        </w:rPr>
        <w:t>Пункт 3.1.5</w:t>
      </w:r>
      <w:r>
        <w:t xml:space="preserve"> изменить следующим образом:</w:t>
      </w:r>
    </w:p>
    <w:p w14:paraId="50563C0E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«3.1.5</w:t>
      </w:r>
      <w:r>
        <w:tab/>
      </w:r>
      <w:r>
        <w:rPr>
          <w:b/>
          <w:bCs/>
        </w:rPr>
        <w:t>эксплуатационное описание</w:t>
      </w:r>
      <w:r w:rsidR="00DA5080" w:rsidRPr="00DA5080">
        <w:rPr>
          <w:strike/>
        </w:rPr>
        <w:t xml:space="preserve"> </w:t>
      </w:r>
      <w:r>
        <w:rPr>
          <w:strike/>
        </w:rPr>
        <w:t>указание обозначения категории скорости, к которой относится шина</w:t>
      </w:r>
      <w:r>
        <w:t>;»</w:t>
      </w:r>
    </w:p>
    <w:p w14:paraId="174AC359" w14:textId="77777777" w:rsidR="008B5F28" w:rsidRPr="003430E5" w:rsidRDefault="008B5F28" w:rsidP="00DA5080">
      <w:pPr>
        <w:spacing w:after="120"/>
        <w:ind w:left="1134"/>
        <w:rPr>
          <w:rFonts w:eastAsia="Calibri"/>
          <w:iCs/>
        </w:rPr>
      </w:pPr>
      <w:r>
        <w:rPr>
          <w:i/>
          <w:iCs/>
        </w:rPr>
        <w:t>Пункт 3.1.6</w:t>
      </w:r>
      <w:r>
        <w:t xml:space="preserve"> исключить. </w:t>
      </w:r>
    </w:p>
    <w:p w14:paraId="2A34F424" w14:textId="77777777" w:rsidR="008B5F28" w:rsidRPr="003430E5" w:rsidRDefault="008B5F28" w:rsidP="00DA5080">
      <w:pPr>
        <w:spacing w:after="120"/>
        <w:ind w:left="1134"/>
        <w:rPr>
          <w:rFonts w:eastAsia="Calibri"/>
          <w:i/>
        </w:rPr>
      </w:pPr>
      <w:r>
        <w:rPr>
          <w:i/>
          <w:iCs/>
        </w:rPr>
        <w:t>Пункты 3.1.7–3.1.12</w:t>
      </w:r>
      <w:r>
        <w:t xml:space="preserve">, изменить нумерацию на 3.1.6–3.1.11 соответственно. </w:t>
      </w:r>
    </w:p>
    <w:p w14:paraId="4C86D581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Пункты 3.1.13 и 3.1.14</w:t>
      </w:r>
      <w:r>
        <w:t xml:space="preserve"> исключить.</w:t>
      </w:r>
    </w:p>
    <w:p w14:paraId="6BB99A31" w14:textId="77777777" w:rsidR="008B5F28" w:rsidRPr="003430E5" w:rsidRDefault="008B5F28" w:rsidP="00DA5080">
      <w:pPr>
        <w:spacing w:after="120"/>
        <w:ind w:left="1134"/>
        <w:rPr>
          <w:rFonts w:eastAsia="Calibri"/>
          <w:i/>
        </w:rPr>
      </w:pPr>
      <w:r>
        <w:rPr>
          <w:i/>
          <w:iCs/>
        </w:rPr>
        <w:t>Пункт 3.1.15</w:t>
      </w:r>
      <w:r>
        <w:t>, изменить нумерацию на 3.1.5.1 и изложить в следующей редакции:</w:t>
      </w:r>
    </w:p>
    <w:p w14:paraId="4A5D2BF5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«3.1.5.1</w:t>
      </w:r>
      <w:r>
        <w:tab/>
      </w:r>
      <w:r>
        <w:rPr>
          <w:strike/>
        </w:rPr>
        <w:t>На шинах</w:t>
      </w:r>
      <w:r>
        <w:t xml:space="preserve"> </w:t>
      </w:r>
      <w:r>
        <w:rPr>
          <w:b/>
          <w:bCs/>
        </w:rPr>
        <w:t>В случае шин</w:t>
      </w:r>
      <w:r>
        <w:t xml:space="preserve">, пригодных для скоростей свыше 240 км/ч, но ниже 270 км/ч </w:t>
      </w:r>
      <w:r>
        <w:rPr>
          <w:b/>
          <w:bCs/>
        </w:rPr>
        <w:t xml:space="preserve">и обозначенных в ряду обозначения размера шины буквенным кодом "V", эксплуатационное описание указывается </w:t>
      </w:r>
      <w:r>
        <w:t xml:space="preserve">в круглых скобках </w:t>
      </w:r>
      <w:r>
        <w:rPr>
          <w:strike/>
        </w:rPr>
        <w:t>должны быть нанесены</w:t>
      </w:r>
      <w:r>
        <w:t xml:space="preserve"> </w:t>
      </w:r>
      <w:r>
        <w:rPr>
          <w:b/>
          <w:bCs/>
        </w:rPr>
        <w:t>и включает</w:t>
      </w:r>
      <w:r>
        <w:t xml:space="preserve"> индекс несущей способности шины </w:t>
      </w:r>
      <w:r>
        <w:rPr>
          <w:strike/>
        </w:rPr>
        <w:t>(см. пункт 3)</w:t>
      </w:r>
      <w:r>
        <w:t xml:space="preserve">, применимый к скорости 210 км/ч, и обозначение категории скорости шины </w:t>
      </w:r>
      <w:r>
        <w:rPr>
          <w:strike/>
        </w:rPr>
        <w:t>(см. пункт 3) следующим образом:</w:t>
      </w:r>
      <w:r>
        <w:t xml:space="preserve"> "V" </w:t>
      </w:r>
      <w:r>
        <w:rPr>
          <w:strike/>
        </w:rPr>
        <w:t>в случае шин, обозначенных в ряду обозначения размера шины буквенным кодом "V"</w:t>
      </w:r>
      <w:r>
        <w:t>;»</w:t>
      </w:r>
    </w:p>
    <w:p w14:paraId="736C2E0B" w14:textId="77777777" w:rsidR="008B5F28" w:rsidRPr="003430E5" w:rsidRDefault="008B5F28" w:rsidP="00DA5080">
      <w:pPr>
        <w:spacing w:after="120"/>
        <w:ind w:left="1134"/>
        <w:rPr>
          <w:rFonts w:eastAsia="Calibri"/>
          <w:i/>
        </w:rPr>
      </w:pPr>
      <w:r>
        <w:rPr>
          <w:i/>
          <w:iCs/>
        </w:rPr>
        <w:t>Пункт 3.1.16</w:t>
      </w:r>
      <w:r>
        <w:t>, изменить нумерацию на 3.1.5.2 и изменить следующим образом:</w:t>
      </w:r>
    </w:p>
    <w:p w14:paraId="182F463F" w14:textId="77777777" w:rsidR="008B5F28" w:rsidRPr="003430E5" w:rsidRDefault="008B5F28" w:rsidP="00DA5080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>«3.1.5.2</w:t>
      </w:r>
      <w:r>
        <w:tab/>
      </w:r>
      <w:r>
        <w:rPr>
          <w:strike/>
        </w:rPr>
        <w:t>На шинах</w:t>
      </w:r>
      <w:r w:rsidRPr="00DA5080">
        <w:rPr>
          <w:strike/>
        </w:rPr>
        <w:t xml:space="preserve"> </w:t>
      </w:r>
      <w:r>
        <w:rPr>
          <w:b/>
          <w:bCs/>
        </w:rPr>
        <w:t>В случае шин</w:t>
      </w:r>
      <w:r>
        <w:t xml:space="preserve">, пригодных для скоростей свыше 270 км/ч </w:t>
      </w:r>
      <w:r>
        <w:rPr>
          <w:b/>
          <w:bCs/>
        </w:rPr>
        <w:t>и обозначенных в ряду обозначения размера шины буквенным кодом</w:t>
      </w:r>
      <w:r w:rsidR="00DA5080">
        <w:rPr>
          <w:b/>
          <w:bCs/>
          <w:lang w:val="en-US"/>
        </w:rPr>
        <w:t> </w:t>
      </w:r>
      <w:r>
        <w:rPr>
          <w:b/>
          <w:bCs/>
        </w:rPr>
        <w:t>"Z", эксплуатационное описание указывается</w:t>
      </w:r>
      <w:r>
        <w:t xml:space="preserve"> в круглых скобках </w:t>
      </w:r>
      <w:r>
        <w:rPr>
          <w:strike/>
        </w:rPr>
        <w:t>должны быть нанесены</w:t>
      </w:r>
      <w:r>
        <w:t xml:space="preserve"> </w:t>
      </w:r>
      <w:r>
        <w:rPr>
          <w:b/>
          <w:bCs/>
        </w:rPr>
        <w:t>и включает</w:t>
      </w:r>
      <w:r>
        <w:t xml:space="preserve"> индекс несущей способности шины </w:t>
      </w:r>
      <w:r>
        <w:rPr>
          <w:strike/>
        </w:rPr>
        <w:t>(см. пункт 3)</w:t>
      </w:r>
      <w:r>
        <w:t>, применимый к скорости 240 км/ч, и</w:t>
      </w:r>
      <w:r w:rsidR="00DA5080">
        <w:t> </w:t>
      </w:r>
      <w:r>
        <w:t xml:space="preserve">обозначение категории скорости шины </w:t>
      </w:r>
      <w:r>
        <w:rPr>
          <w:strike/>
        </w:rPr>
        <w:t>(см. пункт 3) следующим образом:</w:t>
      </w:r>
      <w:r>
        <w:t xml:space="preserve"> "W" </w:t>
      </w:r>
      <w:r>
        <w:rPr>
          <w:strike/>
        </w:rPr>
        <w:t>в случае шин, обозначенных в ряду обозначения размера шины буквенным кодом "Z"</w:t>
      </w:r>
      <w:r>
        <w:t>».</w:t>
      </w:r>
    </w:p>
    <w:p w14:paraId="68A6A83D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3.1.17</w:t>
      </w:r>
      <w:r>
        <w:t>, изменить нумерацию на 3.1.12.</w:t>
      </w:r>
    </w:p>
    <w:p w14:paraId="5C9125B1" w14:textId="77777777" w:rsidR="008B5F28" w:rsidRPr="003430E5" w:rsidRDefault="008B5F28" w:rsidP="00DA5080">
      <w:pPr>
        <w:spacing w:after="120"/>
        <w:ind w:left="1134" w:right="993"/>
        <w:jc w:val="both"/>
        <w:rPr>
          <w:rFonts w:eastAsia="Calibri" w:cs="Arial"/>
          <w:iCs/>
        </w:rPr>
      </w:pPr>
      <w:r>
        <w:rPr>
          <w:i/>
          <w:iCs/>
        </w:rPr>
        <w:t xml:space="preserve">Пункт 3.4 </w:t>
      </w:r>
      <w:r>
        <w:t>изменить следующим образом:</w:t>
      </w:r>
    </w:p>
    <w:p w14:paraId="475FE8F8" w14:textId="77777777" w:rsidR="008B5F28" w:rsidRPr="003430E5" w:rsidRDefault="008B5F28" w:rsidP="00DA5080">
      <w:pPr>
        <w:spacing w:after="120"/>
        <w:ind w:left="2410" w:right="993" w:hanging="1276"/>
        <w:jc w:val="both"/>
        <w:rPr>
          <w:rFonts w:eastAsia="Calibri" w:cs="Arial"/>
        </w:rPr>
      </w:pPr>
      <w:r>
        <w:t>«3.4</w:t>
      </w:r>
      <w:r>
        <w:tab/>
        <w:t xml:space="preserve">Указанная в пункте 3.1 маркировка и предусмотренный в пункте 5.4 настоящих Правил знак официального утверждения </w:t>
      </w:r>
      <w:r>
        <w:rPr>
          <w:strike/>
        </w:rPr>
        <w:t>являются рельефными или выдавливаются.</w:t>
      </w:r>
      <w:r w:rsidRPr="00DA5080">
        <w:rPr>
          <w:strike/>
        </w:rPr>
        <w:t xml:space="preserve"> </w:t>
      </w:r>
      <w:r>
        <w:rPr>
          <w:strike/>
        </w:rPr>
        <w:t>Они</w:t>
      </w:r>
      <w:r>
        <w:t xml:space="preserve"> должны быть четкими, </w:t>
      </w:r>
      <w:r>
        <w:rPr>
          <w:b/>
          <w:bCs/>
        </w:rPr>
        <w:t xml:space="preserve">нестираемыми </w:t>
      </w:r>
      <w:r w:rsidRPr="00705A32">
        <w:rPr>
          <w:b/>
          <w:bCs/>
        </w:rPr>
        <w:t>и выступа</w:t>
      </w:r>
      <w:r>
        <w:rPr>
          <w:b/>
          <w:bCs/>
        </w:rPr>
        <w:t>ть</w:t>
      </w:r>
      <w:r w:rsidRPr="00705A32">
        <w:rPr>
          <w:b/>
          <w:bCs/>
        </w:rPr>
        <w:t xml:space="preserve"> над поверхностью шины </w:t>
      </w:r>
      <w:r>
        <w:rPr>
          <w:b/>
          <w:bCs/>
        </w:rPr>
        <w:t>или</w:t>
      </w:r>
      <w:r w:rsidRPr="00705A32">
        <w:rPr>
          <w:b/>
          <w:bCs/>
        </w:rPr>
        <w:t xml:space="preserve"> </w:t>
      </w:r>
      <w:r>
        <w:rPr>
          <w:b/>
          <w:bCs/>
        </w:rPr>
        <w:t xml:space="preserve">быть </w:t>
      </w:r>
      <w:r w:rsidRPr="00705A32">
        <w:rPr>
          <w:b/>
          <w:bCs/>
        </w:rPr>
        <w:t>утоплен</w:t>
      </w:r>
      <w:r>
        <w:rPr>
          <w:b/>
          <w:bCs/>
        </w:rPr>
        <w:t>ы</w:t>
      </w:r>
      <w:r w:rsidRPr="00705A32">
        <w:rPr>
          <w:b/>
          <w:bCs/>
        </w:rPr>
        <w:t xml:space="preserve"> </w:t>
      </w:r>
      <w:r>
        <w:rPr>
          <w:b/>
          <w:bCs/>
        </w:rPr>
        <w:t xml:space="preserve">ниже </w:t>
      </w:r>
      <w:r w:rsidRPr="00705A32">
        <w:rPr>
          <w:b/>
          <w:bCs/>
        </w:rPr>
        <w:t>ее</w:t>
      </w:r>
      <w:r>
        <w:rPr>
          <w:b/>
          <w:bCs/>
        </w:rPr>
        <w:t xml:space="preserve"> уровня</w:t>
      </w:r>
      <w:r>
        <w:t>».</w:t>
      </w:r>
    </w:p>
    <w:p w14:paraId="45793AA0" w14:textId="77777777" w:rsidR="008B5F28" w:rsidRPr="003430E5" w:rsidRDefault="008B5F28" w:rsidP="00DA5080">
      <w:pPr>
        <w:spacing w:after="120"/>
        <w:ind w:left="1134" w:right="993"/>
        <w:jc w:val="both"/>
        <w:rPr>
          <w:rFonts w:eastAsia="Calibri" w:cs="Arial"/>
        </w:rPr>
      </w:pPr>
      <w:r>
        <w:rPr>
          <w:i/>
          <w:iCs/>
        </w:rPr>
        <w:t>Включить новый пункт 3.4.1</w:t>
      </w:r>
      <w:r>
        <w:t xml:space="preserve"> следующего содержания:</w:t>
      </w:r>
    </w:p>
    <w:p w14:paraId="56CADF5F" w14:textId="77777777" w:rsidR="008B5F28" w:rsidRPr="003430E5" w:rsidRDefault="008B5F28" w:rsidP="00DA5080">
      <w:pPr>
        <w:spacing w:after="120"/>
        <w:ind w:left="2410" w:right="993" w:hanging="1276"/>
        <w:jc w:val="both"/>
        <w:rPr>
          <w:rFonts w:eastAsia="Calibri" w:cs="Arial"/>
        </w:rPr>
      </w:pPr>
      <w:r>
        <w:t>«</w:t>
      </w:r>
      <w:r>
        <w:rPr>
          <w:b/>
          <w:bCs/>
        </w:rPr>
        <w:t>3.4.1</w:t>
      </w:r>
      <w:r>
        <w:tab/>
      </w:r>
      <w:bookmarkStart w:id="3" w:name="_Hlk44562601"/>
      <w:r w:rsidRPr="00705A32">
        <w:rPr>
          <w:b/>
          <w:bCs/>
        </w:rPr>
        <w:t>В том случае если маркировка с датой изготовления не формуется при вулканизации, то она наносится не позднее чем через 24 часа после извлечения шины из пресс-формы</w:t>
      </w:r>
      <w:bookmarkEnd w:id="3"/>
      <w:r w:rsidRPr="00DA5080">
        <w:t>».</w:t>
      </w:r>
    </w:p>
    <w:p w14:paraId="3FE811C9" w14:textId="77777777" w:rsidR="008B5F28" w:rsidRPr="003430E5" w:rsidRDefault="008B5F28" w:rsidP="00DA5080">
      <w:pPr>
        <w:keepNext/>
        <w:keepLines/>
        <w:spacing w:after="120"/>
        <w:ind w:left="1134"/>
        <w:rPr>
          <w:rFonts w:eastAsia="Calibri"/>
        </w:rPr>
      </w:pPr>
      <w:r>
        <w:rPr>
          <w:i/>
          <w:iCs/>
        </w:rPr>
        <w:lastRenderedPageBreak/>
        <w:t>Пункт 4.1.14</w:t>
      </w:r>
      <w:r>
        <w:t xml:space="preserve"> изменить следующим образом:</w:t>
      </w:r>
    </w:p>
    <w:p w14:paraId="44FF106E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«4.1.14</w:t>
      </w:r>
      <w:r>
        <w:tab/>
        <w:t xml:space="preserve">коэффициент X, указанный выше в пункте </w:t>
      </w:r>
      <w:r>
        <w:rPr>
          <w:strike/>
        </w:rPr>
        <w:t>2.19</w:t>
      </w:r>
      <w:r>
        <w:rPr>
          <w:b/>
          <w:bCs/>
        </w:rPr>
        <w:t>2.23</w:t>
      </w:r>
      <w:r>
        <w:t xml:space="preserve">;» </w:t>
      </w:r>
    </w:p>
    <w:p w14:paraId="08261F96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 xml:space="preserve">Пункт 4.1.16 </w:t>
      </w:r>
      <w:r>
        <w:t>изменить следующим образом:</w:t>
      </w:r>
    </w:p>
    <w:p w14:paraId="399665E1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«4.1.16</w:t>
      </w:r>
      <w:r>
        <w:tab/>
        <w:t xml:space="preserve">Для шин повышенной проходимости (AT) – обозначение, указывающее номинальное давление накачки (см. пункт </w:t>
      </w:r>
      <w:r>
        <w:rPr>
          <w:strike/>
        </w:rPr>
        <w:t>3.1.15</w:t>
      </w:r>
      <w:r>
        <w:rPr>
          <w:b/>
          <w:bCs/>
        </w:rPr>
        <w:t>3.1.12</w:t>
      </w:r>
      <w:r>
        <w:t xml:space="preserve">)». </w:t>
      </w:r>
    </w:p>
    <w:p w14:paraId="59CF3EE8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4.2</w:t>
      </w:r>
      <w:r>
        <w:t xml:space="preserve"> изменить следующим образом </w:t>
      </w:r>
      <w:r>
        <w:rPr>
          <w:i/>
          <w:iCs/>
        </w:rPr>
        <w:t>(к тексту на русском языке не относится)</w:t>
      </w:r>
      <w:r>
        <w:t>:</w:t>
      </w:r>
    </w:p>
    <w:p w14:paraId="7EAD1FC5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«4.2</w:t>
      </w:r>
      <w:r>
        <w:tab/>
        <w:t>К заявке на официальное утверждение прилагаются (в трех экземплярах) схематический чертеж или фотография образца шины с указанием характеристики ее протектора и схематический чертеж борта накачанной шины, смонтированной на измерительном ободе, с указанием соответствующих габаритов (см. пункты 6.1.1 и 6.1.2) типа, представленного на официальное утверждение. К нему, по усмотрению компетентного органа, должны прилагаться также протокол испытаний, составленный лабораторией, уполномоченной проводить испытания, либо один или два образца типа шины. После налаживания производства</w:t>
      </w:r>
      <w:r w:rsidR="001E2EB9">
        <w:t> </w:t>
      </w:r>
      <w:r>
        <w:t>− не позднее чем через один год после даты официального утверждения типа − должны представляться чертежи или фотографии боковой стенки и протектора шины».</w:t>
      </w:r>
    </w:p>
    <w:p w14:paraId="52A8D26F" w14:textId="77777777" w:rsidR="008B5F28" w:rsidRPr="003430E5" w:rsidRDefault="008B5F28" w:rsidP="00DA5080">
      <w:pPr>
        <w:keepNext/>
        <w:spacing w:after="120"/>
        <w:ind w:left="1134"/>
        <w:rPr>
          <w:rFonts w:eastAsia="Calibri"/>
        </w:rPr>
      </w:pPr>
      <w:r>
        <w:rPr>
          <w:i/>
          <w:iCs/>
        </w:rPr>
        <w:t xml:space="preserve">Пункт 5.2 </w:t>
      </w:r>
      <w:r>
        <w:t xml:space="preserve">изменить следующим образом </w:t>
      </w:r>
      <w:r>
        <w:rPr>
          <w:i/>
          <w:iCs/>
        </w:rPr>
        <w:t>(к тексту на русском языке не относится)</w:t>
      </w:r>
      <w:r>
        <w:t>:</w:t>
      </w:r>
    </w:p>
    <w:p w14:paraId="319DCE8E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«5.2</w:t>
      </w:r>
      <w:r>
        <w:tab/>
        <w:t>Каждому официально утвержденному типу шины присваивают номер официального утверждения, первые две цифры которого (в настоящее время "00" для Правил в их первоначальном варианте) указывают номер серии поправок, соответствующих последним наиболее значительным техническим изменениям, внесенным в Правила к моменту официального утверждения. Одна и та же Договаривающаяся сторона не может присвоить этот номер другому типу шины, охваченному настоящими Правилами».</w:t>
      </w:r>
    </w:p>
    <w:p w14:paraId="0E09FC73" w14:textId="77777777" w:rsidR="008B5F28" w:rsidRPr="003430E5" w:rsidRDefault="008B5F28" w:rsidP="00DA5080">
      <w:pPr>
        <w:keepNext/>
        <w:spacing w:after="120"/>
        <w:ind w:left="1134"/>
        <w:rPr>
          <w:rFonts w:eastAsia="Calibri"/>
        </w:rPr>
      </w:pPr>
      <w:r>
        <w:rPr>
          <w:i/>
          <w:iCs/>
        </w:rPr>
        <w:t>Пункт 6.1.2.1</w:t>
      </w:r>
      <w:r>
        <w:t xml:space="preserve"> изменить следующим образом:</w:t>
      </w:r>
    </w:p>
    <w:p w14:paraId="3026799B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«6.1.2.1</w:t>
      </w:r>
      <w:r>
        <w:tab/>
        <w:t>Наружный диаметр шины рассчитывают по следующей формуле:</w:t>
      </w:r>
    </w:p>
    <w:p w14:paraId="4F140121" w14:textId="77777777" w:rsidR="008B5F28" w:rsidRPr="003430E5" w:rsidRDefault="008B5F28" w:rsidP="00DA5080">
      <w:pPr>
        <w:spacing w:after="120"/>
        <w:ind w:left="1134" w:right="1134"/>
        <w:jc w:val="center"/>
      </w:pPr>
      <w:r>
        <w:t>D = d + 2H,</w:t>
      </w:r>
    </w:p>
    <w:p w14:paraId="4D7C3650" w14:textId="77777777" w:rsidR="008B5F28" w:rsidRPr="003430E5" w:rsidRDefault="008B5F28" w:rsidP="00DA5080">
      <w:pPr>
        <w:spacing w:after="120"/>
        <w:ind w:left="2835" w:right="1134" w:hanging="567"/>
        <w:jc w:val="both"/>
      </w:pPr>
      <w:r>
        <w:t>где:</w:t>
      </w:r>
    </w:p>
    <w:p w14:paraId="313C8769" w14:textId="77777777" w:rsidR="008B5F28" w:rsidRPr="003430E5" w:rsidRDefault="008B5F28" w:rsidP="00DA5080">
      <w:pPr>
        <w:spacing w:after="120"/>
        <w:ind w:left="2835" w:right="1134" w:hanging="567"/>
        <w:jc w:val="both"/>
      </w:pPr>
      <w:r>
        <w:t>D</w:t>
      </w:r>
      <w:r>
        <w:tab/>
        <w:t>наружный диаметр в миллиметрах;</w:t>
      </w:r>
    </w:p>
    <w:p w14:paraId="7A2393A5" w14:textId="77777777" w:rsidR="008B5F28" w:rsidRPr="003430E5" w:rsidRDefault="008B5F28" w:rsidP="00DA5080">
      <w:pPr>
        <w:spacing w:after="120"/>
        <w:ind w:left="2835" w:right="1134" w:hanging="567"/>
        <w:jc w:val="both"/>
      </w:pPr>
      <w:r>
        <w:t>d</w:t>
      </w:r>
      <w:r>
        <w:tab/>
        <w:t xml:space="preserve">номинальный диаметр обода, указанный в пункте </w:t>
      </w:r>
      <w:r>
        <w:rPr>
          <w:strike/>
        </w:rPr>
        <w:t>2.16.3</w:t>
      </w:r>
      <w:r>
        <w:rPr>
          <w:b/>
          <w:bCs/>
        </w:rPr>
        <w:t>2.20.5</w:t>
      </w:r>
      <w:r>
        <w:t xml:space="preserve"> </w:t>
      </w:r>
      <w:r>
        <w:rPr>
          <w:strike/>
        </w:rPr>
        <w:t>выше</w:t>
      </w:r>
      <w:r>
        <w:t xml:space="preserve"> и выраженный в мм;   </w:t>
      </w:r>
    </w:p>
    <w:p w14:paraId="41E40C3D" w14:textId="77777777" w:rsidR="008B5F28" w:rsidRPr="003430E5" w:rsidRDefault="008B5F28" w:rsidP="00DA5080">
      <w:pPr>
        <w:spacing w:after="120"/>
        <w:ind w:left="2835" w:right="1134" w:hanging="567"/>
        <w:jc w:val="both"/>
      </w:pPr>
      <w:r>
        <w:t>H</w:t>
      </w:r>
      <w:r>
        <w:tab/>
        <w:t>номинальная высота профиля, округленная до целого миллиметра и равная</w:t>
      </w:r>
    </w:p>
    <w:p w14:paraId="64B65E31" w14:textId="77777777" w:rsidR="008B5F28" w:rsidRPr="003430E5" w:rsidRDefault="008B5F28" w:rsidP="00DA5080">
      <w:pPr>
        <w:tabs>
          <w:tab w:val="left" w:pos="2600"/>
          <w:tab w:val="left" w:pos="3100"/>
        </w:tabs>
        <w:spacing w:after="120"/>
        <w:ind w:left="2835" w:right="1134" w:hanging="567"/>
        <w:jc w:val="both"/>
      </w:pPr>
      <w:r>
        <w:tab/>
      </w:r>
      <w:r>
        <w:tab/>
        <w:t>H = S</w:t>
      </w:r>
      <w:r>
        <w:rPr>
          <w:vertAlign w:val="subscript"/>
        </w:rPr>
        <w:t>1</w:t>
      </w:r>
      <w:r>
        <w:t xml:space="preserve"> • 0,01 </w:t>
      </w:r>
      <w:proofErr w:type="spellStart"/>
      <w:r>
        <w:t>Ra</w:t>
      </w:r>
      <w:proofErr w:type="spellEnd"/>
      <w:r>
        <w:t>, где:</w:t>
      </w:r>
    </w:p>
    <w:p w14:paraId="43487C6E" w14:textId="77777777" w:rsidR="008B5F28" w:rsidRPr="003430E5" w:rsidRDefault="008B5F28" w:rsidP="00DA5080">
      <w:pPr>
        <w:tabs>
          <w:tab w:val="left" w:pos="2600"/>
          <w:tab w:val="left" w:pos="3100"/>
          <w:tab w:val="left" w:pos="3200"/>
        </w:tabs>
        <w:spacing w:after="120"/>
        <w:ind w:left="2835" w:right="1134" w:hanging="567"/>
        <w:jc w:val="both"/>
      </w:pPr>
      <w:r>
        <w:tab/>
      </w:r>
      <w:r>
        <w:tab/>
        <w:t>S</w:t>
      </w:r>
      <w:r>
        <w:rPr>
          <w:vertAlign w:val="subscript"/>
        </w:rPr>
        <w:t>1</w:t>
      </w:r>
      <w:r>
        <w:tab/>
      </w:r>
      <w:r>
        <w:tab/>
        <w:t>номинальная ширина профиля в мм;</w:t>
      </w:r>
    </w:p>
    <w:p w14:paraId="4EDA60C0" w14:textId="77777777" w:rsidR="008B5F28" w:rsidRPr="003430E5" w:rsidRDefault="008B5F28" w:rsidP="00DA5080">
      <w:pPr>
        <w:tabs>
          <w:tab w:val="left" w:pos="2600"/>
          <w:tab w:val="left" w:pos="3100"/>
          <w:tab w:val="left" w:pos="3200"/>
        </w:tabs>
        <w:spacing w:after="120"/>
        <w:ind w:left="2835" w:right="1134" w:hanging="567"/>
        <w:jc w:val="both"/>
      </w:pPr>
      <w:r>
        <w:tab/>
      </w:r>
      <w:r>
        <w:tab/>
      </w:r>
      <w:proofErr w:type="spellStart"/>
      <w:r>
        <w:t>Ra</w:t>
      </w:r>
      <w:proofErr w:type="spellEnd"/>
      <w:r>
        <w:tab/>
      </w:r>
      <w:r>
        <w:tab/>
        <w:t>номинальное отношение высоты профиля к его ширине;</w:t>
      </w:r>
    </w:p>
    <w:p w14:paraId="2ABE88F5" w14:textId="77777777" w:rsidR="008B5F28" w:rsidRPr="003430E5" w:rsidRDefault="008B5F28" w:rsidP="00DA5080">
      <w:pPr>
        <w:spacing w:after="120"/>
        <w:ind w:left="2268" w:right="1134"/>
        <w:jc w:val="both"/>
      </w:pPr>
      <w:r>
        <w:tab/>
        <w:t>как они указаны на боковине шины в обозначении ее размеров в соответствии с предписаниями пункта 3.4 выше».</w:t>
      </w:r>
    </w:p>
    <w:p w14:paraId="6A98E55C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6.2.1.1</w:t>
      </w:r>
      <w:r>
        <w:t xml:space="preserve"> изменить следующим образом:</w:t>
      </w:r>
    </w:p>
    <w:p w14:paraId="06A3E9C5" w14:textId="77777777" w:rsidR="008B5F28" w:rsidRPr="003430E5" w:rsidRDefault="008B5F28" w:rsidP="00DA5080">
      <w:pPr>
        <w:spacing w:after="120"/>
        <w:ind w:left="2268" w:right="1134" w:hanging="1134"/>
        <w:jc w:val="both"/>
      </w:pPr>
      <w:bookmarkStart w:id="4" w:name="_Hlk22654172"/>
      <w:r>
        <w:t>«6.2.1.1</w:t>
      </w:r>
      <w:r>
        <w:tab/>
        <w:t xml:space="preserve">В случае применения шин, обозначенных в ряду обозначения размера шины буквенным кодом "V" и пригодных для скоростей свыше 240 км/ч, или шин, обозначенных в ряду обозначения размера шины буквенным кодом "Z" и пригодных для скоростей свыше 270 км/ч (см. пункт 4.1.15), вышеупомянутое испытание на нагрузку/скорость проводят на одной шине при таких значениях нагрузки и скорости, которые указаны в круглых скобках на этой шине (см. </w:t>
      </w:r>
      <w:r>
        <w:rPr>
          <w:strike/>
        </w:rPr>
        <w:t>пункт 3.1.15</w:t>
      </w:r>
      <w:r>
        <w:t xml:space="preserve"> </w:t>
      </w:r>
      <w:r>
        <w:rPr>
          <w:b/>
          <w:bCs/>
        </w:rPr>
        <w:t>пункты 3.1.5.1 и 3.1.5.2</w:t>
      </w:r>
      <w:r w:rsidRPr="001E2EB9">
        <w:t>)</w:t>
      </w:r>
      <w:r>
        <w:t xml:space="preserve">. </w:t>
      </w:r>
      <w:r>
        <w:lastRenderedPageBreak/>
        <w:t xml:space="preserve">Еще одно испытание на нагрузку/скорость должно быть проведено на второй шине такого же типа при таких значениях нагрузки и скорости – если они нанесены на шину, − которые указаны изготовителем шины как максимальные (см. пункт 4.1.15). Для шин, обозначенных в ряду обозначения размера шины буквенным кодом "V" и пригодных для скоростей свыше 240 км/ч, максимальная допустимая нагрузка, указанная изготовителем, не должна превышать значения максимальной допустимой нагрузки, предусмотренной в пункте </w:t>
      </w:r>
      <w:r>
        <w:rPr>
          <w:strike/>
        </w:rPr>
        <w:t>2.36.4</w:t>
      </w:r>
      <w:r>
        <w:rPr>
          <w:b/>
          <w:bCs/>
        </w:rPr>
        <w:t>2.37.4</w:t>
      </w:r>
      <w:r>
        <w:t xml:space="preserve">, с учетом максимальной скорости, указанной изготовителем».  </w:t>
      </w:r>
    </w:p>
    <w:bookmarkEnd w:id="4"/>
    <w:p w14:paraId="594BDAE5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Пункт 6.2.3</w:t>
      </w:r>
      <w:r>
        <w:t xml:space="preserve"> изменить следующим образом:</w:t>
      </w:r>
    </w:p>
    <w:p w14:paraId="4E196319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«6.2.3</w:t>
      </w:r>
      <w:r>
        <w:tab/>
      </w:r>
      <w:r>
        <w:rPr>
          <w:b/>
          <w:bCs/>
        </w:rPr>
        <w:t>За исключением шин радиальной конструкции,</w:t>
      </w:r>
      <w:r>
        <w:t xml:space="preserve"> </w:t>
      </w:r>
      <w:proofErr w:type="spellStart"/>
      <w:r>
        <w:rPr>
          <w:strike/>
        </w:rPr>
        <w:t>Н</w:t>
      </w:r>
      <w:r>
        <w:rPr>
          <w:b/>
          <w:bCs/>
        </w:rPr>
        <w:t>н</w:t>
      </w:r>
      <w:r>
        <w:t>аружный</w:t>
      </w:r>
      <w:proofErr w:type="spellEnd"/>
      <w:r>
        <w:t xml:space="preserve"> диаметр шины, измеренный через шесть часов после испытания на прочность в зависимости от нагрузки/скорости, не должен отличаться более чем на 3,5% от наружного диаметра, измеренного до испытания».</w:t>
      </w:r>
    </w:p>
    <w:p w14:paraId="3EFBA31A" w14:textId="77777777" w:rsidR="008B5F28" w:rsidRPr="003430E5" w:rsidRDefault="008B5F28" w:rsidP="00DA5080">
      <w:pPr>
        <w:spacing w:after="120"/>
        <w:ind w:left="1134"/>
        <w:rPr>
          <w:rFonts w:eastAsia="Calibri"/>
        </w:rPr>
      </w:pPr>
      <w:r>
        <w:rPr>
          <w:i/>
          <w:iCs/>
        </w:rPr>
        <w:t>Вставить новый пункт 12.4</w:t>
      </w:r>
      <w:r>
        <w:t xml:space="preserve"> следующего содержания:</w:t>
      </w:r>
    </w:p>
    <w:p w14:paraId="56AD014C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</w:t>
      </w:r>
      <w:r>
        <w:rPr>
          <w:b/>
          <w:bCs/>
        </w:rPr>
        <w:t>12.4</w:t>
      </w:r>
      <w:r>
        <w:tab/>
      </w:r>
      <w:r w:rsidRPr="00B374D5">
        <w:rPr>
          <w:b/>
          <w:bCs/>
        </w:rPr>
        <w:t>До истечения трех месяцев после даты вступления в силу дополнения [</w:t>
      </w:r>
      <w:proofErr w:type="spellStart"/>
      <w:r w:rsidRPr="00B374D5">
        <w:rPr>
          <w:b/>
          <w:bCs/>
        </w:rPr>
        <w:t>xx</w:t>
      </w:r>
      <w:proofErr w:type="spellEnd"/>
      <w:r w:rsidRPr="00B374D5">
        <w:rPr>
          <w:b/>
          <w:bCs/>
        </w:rPr>
        <w:t>] к настоящим Правилам в их первоначальном варианте Договаривающиеся стороны, применяющие настоящие Правила, могут продолжать предоставлять и/или распространять официальные утверждения типа на основании первоначального варианта настоящих Правил без учета положений дополнения [</w:t>
      </w:r>
      <w:proofErr w:type="spellStart"/>
      <w:r w:rsidRPr="00B374D5">
        <w:rPr>
          <w:b/>
          <w:bCs/>
        </w:rPr>
        <w:t>xx</w:t>
      </w:r>
      <w:proofErr w:type="spellEnd"/>
      <w:r w:rsidRPr="00B374D5">
        <w:rPr>
          <w:b/>
          <w:bCs/>
        </w:rPr>
        <w:t>]</w:t>
      </w:r>
      <w:r w:rsidRPr="001E2EB9">
        <w:t>».</w:t>
      </w:r>
    </w:p>
    <w:p w14:paraId="4617AD2E" w14:textId="77777777" w:rsidR="001E2EB9" w:rsidRDefault="008B5F28" w:rsidP="00DA5080">
      <w:pPr>
        <w:spacing w:after="120"/>
        <w:ind w:left="1134"/>
      </w:pPr>
      <w:r>
        <w:rPr>
          <w:i/>
          <w:iCs/>
        </w:rPr>
        <w:t>Приложение 2</w:t>
      </w:r>
      <w:r>
        <w:t xml:space="preserve"> изменить следующим образом:</w:t>
      </w:r>
    </w:p>
    <w:p w14:paraId="155B9F1F" w14:textId="77777777" w:rsidR="001E2EB9" w:rsidRPr="009F4EE8" w:rsidRDefault="001E2EB9" w:rsidP="001E2EB9">
      <w:pPr>
        <w:spacing w:after="120"/>
        <w:ind w:left="1134" w:right="113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ABC62" wp14:editId="7099B1D9">
                <wp:simplePos x="0" y="0"/>
                <wp:positionH relativeFrom="column">
                  <wp:posOffset>4165284</wp:posOffset>
                </wp:positionH>
                <wp:positionV relativeFrom="paragraph">
                  <wp:posOffset>824958</wp:posOffset>
                </wp:positionV>
                <wp:extent cx="1210963" cy="222422"/>
                <wp:effectExtent l="0" t="0" r="8255" b="63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63" cy="222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E945D8" w14:textId="77777777" w:rsidR="001E2EB9" w:rsidRPr="001E2EB9" w:rsidRDefault="001E2E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E2EB9">
                              <w:rPr>
                                <w:sz w:val="28"/>
                                <w:szCs w:val="28"/>
                              </w:rPr>
                              <w:t>а = 8 мм 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7ABC62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328pt;margin-top:64.95pt;width:95.35pt;height:1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" fillcolor="white [3201]" stroked="f" strokeweight=".5pt">
                <v:textbox inset="0,0,0,0">
                  <w:txbxContent>
                    <w:p w14:paraId="0BE945D8" w14:textId="77777777" w:rsidR="001E2EB9" w:rsidRPr="001E2EB9" w:rsidRDefault="001E2EB9">
                      <w:pPr>
                        <w:rPr>
                          <w:sz w:val="28"/>
                          <w:szCs w:val="28"/>
                        </w:rPr>
                      </w:pPr>
                      <w:r w:rsidRPr="001E2EB9">
                        <w:rPr>
                          <w:sz w:val="28"/>
                          <w:szCs w:val="28"/>
                        </w:rPr>
                        <w:t>а = 8 мм мин.</w:t>
                      </w:r>
                    </w:p>
                  </w:txbxContent>
                </v:textbox>
              </v:shape>
            </w:pict>
          </mc:Fallback>
        </mc:AlternateContent>
      </w:r>
      <w:r w:rsidRPr="001A401C">
        <w:rPr>
          <w:rFonts w:ascii="Arial Unicode MS" w:eastAsia="Arial Unicode MS" w:hAnsi="Arial Unicode MS" w:cs="Arial Unicode MS"/>
          <w:b/>
          <w:noProof/>
          <w:sz w:val="48"/>
          <w:szCs w:val="4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8BF27" wp14:editId="28DA159C">
                <wp:simplePos x="0" y="0"/>
                <wp:positionH relativeFrom="column">
                  <wp:posOffset>916437</wp:posOffset>
                </wp:positionH>
                <wp:positionV relativeFrom="paragraph">
                  <wp:posOffset>1840050</wp:posOffset>
                </wp:positionV>
                <wp:extent cx="2029460" cy="537845"/>
                <wp:effectExtent l="0" t="635" r="3175" b="444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DF14A" w14:textId="77777777" w:rsidR="001E2EB9" w:rsidRPr="008C572C" w:rsidRDefault="001E2EB9" w:rsidP="001E2EB9">
                            <w:r w:rsidRPr="00523314">
                              <w:rPr>
                                <w:rFonts w:ascii="Arial Unicode MS" w:eastAsia="Arial Unicode MS" w:hAnsi="Arial Unicode MS" w:cs="Arial Unicode MS"/>
                                <w:b/>
                                <w:sz w:val="48"/>
                                <w:szCs w:val="48"/>
                              </w:rPr>
                              <w:t>75 R</w:t>
                            </w:r>
                            <w:r w:rsidRPr="00A42ECD">
                              <w:rPr>
                                <w:rFonts w:ascii="Arial Unicode MS" w:eastAsia="Arial Unicode MS" w:hAnsi="Arial Unicode MS" w:cs="Arial Unicode MS"/>
                                <w:b/>
                                <w:sz w:val="46"/>
                                <w:szCs w:val="46"/>
                              </w:rPr>
                              <w:t xml:space="preserve"> -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46"/>
                                <w:szCs w:val="46"/>
                              </w:rPr>
                              <w:t xml:space="preserve"> </w:t>
                            </w:r>
                            <w:r w:rsidRPr="00523314">
                              <w:rPr>
                                <w:rFonts w:ascii="Arial Unicode MS" w:eastAsia="Arial Unicode MS" w:hAnsi="Arial Unicode MS" w:cs="Arial Unicode MS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523314">
                              <w:rPr>
                                <w:rFonts w:ascii="Arial Unicode MS" w:eastAsia="Arial Unicode MS" w:hAnsi="Arial Unicode MS" w:cs="Arial Unicode MS"/>
                                <w:b/>
                                <w:sz w:val="48"/>
                                <w:szCs w:val="48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BF27" id="Text Box 4" o:spid="_x0000_s1027" type="#_x0000_t202" style="position:absolute;left:0;text-align:left;margin-left:72.15pt;margin-top:144.9pt;width:159.8pt;height:4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" stroked="f">
                <v:textbox inset="0,0,0,0">
                  <w:txbxContent>
                    <w:p w14:paraId="561DF14A" w14:textId="77777777" w:rsidR="001E2EB9" w:rsidRPr="008C572C" w:rsidRDefault="001E2EB9" w:rsidP="001E2EB9">
                      <w:r w:rsidRPr="00523314">
                        <w:rPr>
                          <w:rFonts w:ascii="Arial Unicode MS" w:eastAsia="Arial Unicode MS" w:hAnsi="Arial Unicode MS" w:cs="Arial Unicode MS"/>
                          <w:b/>
                          <w:sz w:val="48"/>
                          <w:szCs w:val="48"/>
                        </w:rPr>
                        <w:t>75 R</w:t>
                      </w:r>
                      <w:r w:rsidRPr="00A42ECD">
                        <w:rPr>
                          <w:rFonts w:ascii="Arial Unicode MS" w:eastAsia="Arial Unicode MS" w:hAnsi="Arial Unicode MS" w:cs="Arial Unicode MS"/>
                          <w:b/>
                          <w:sz w:val="46"/>
                          <w:szCs w:val="46"/>
                        </w:rPr>
                        <w:t xml:space="preserve"> -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46"/>
                          <w:szCs w:val="46"/>
                        </w:rPr>
                        <w:t xml:space="preserve"> </w:t>
                      </w:r>
                      <w:r w:rsidRPr="00523314">
                        <w:rPr>
                          <w:rFonts w:ascii="Arial Unicode MS" w:eastAsia="Arial Unicode MS" w:hAnsi="Arial Unicode MS" w:cs="Arial Unicode MS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48"/>
                          <w:szCs w:val="48"/>
                        </w:rPr>
                        <w:t>0</w:t>
                      </w:r>
                      <w:r w:rsidRPr="00523314">
                        <w:rPr>
                          <w:rFonts w:ascii="Arial Unicode MS" w:eastAsia="Arial Unicode MS" w:hAnsi="Arial Unicode MS" w:cs="Arial Unicode MS"/>
                          <w:b/>
                          <w:sz w:val="48"/>
                          <w:szCs w:val="48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>
        <w:t>«</w:t>
      </w:r>
      <w:r w:rsidRPr="009F4EE8">
        <w:t>…</w:t>
      </w:r>
      <w:r w:rsidRPr="001A401C">
        <w:rPr>
          <w:noProof/>
          <w:lang w:val="de-DE" w:eastAsia="de-DE"/>
        </w:rPr>
        <w:drawing>
          <wp:inline distT="0" distB="0" distL="0" distR="0" wp14:anchorId="3E1B78A6" wp14:editId="3EF0585D">
            <wp:extent cx="4549775" cy="2143125"/>
            <wp:effectExtent l="19050" t="0" r="317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7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F420D4" w14:textId="77777777" w:rsidR="001E2EB9" w:rsidRPr="009F4EE8" w:rsidRDefault="001E2EB9" w:rsidP="001E2EB9">
      <w:pPr>
        <w:spacing w:after="120"/>
        <w:ind w:left="1134" w:right="1134"/>
        <w:jc w:val="both"/>
      </w:pPr>
    </w:p>
    <w:p w14:paraId="0E9C6A8B" w14:textId="77777777" w:rsidR="001E2EB9" w:rsidRPr="009F4EE8" w:rsidRDefault="001E2EB9" w:rsidP="001E2EB9">
      <w:pPr>
        <w:spacing w:after="120"/>
        <w:ind w:left="1134" w:right="1134"/>
        <w:jc w:val="both"/>
        <w:rPr>
          <w:strike/>
        </w:rPr>
      </w:pPr>
      <w:r w:rsidRPr="009F4EE8">
        <w:rPr>
          <w:strike/>
        </w:rPr>
        <w:tab/>
      </w:r>
      <w:r w:rsidRPr="009F4EE8">
        <w:rPr>
          <w:strike/>
        </w:rPr>
        <w:tab/>
      </w:r>
      <w:r w:rsidRPr="009F4EE8">
        <w:rPr>
          <w:strike/>
        </w:rPr>
        <w:tab/>
      </w:r>
      <w:r w:rsidRPr="009F4EE8">
        <w:rPr>
          <w:strike/>
        </w:rPr>
        <w:tab/>
      </w:r>
      <w:r w:rsidRPr="009F4EE8">
        <w:rPr>
          <w:strike/>
        </w:rPr>
        <w:tab/>
        <w:t xml:space="preserve">   </w:t>
      </w:r>
      <w:r w:rsidRPr="001A401C">
        <w:rPr>
          <w:strike/>
          <w:lang w:val="en-US"/>
        </w:rPr>
        <w:t>a</w:t>
      </w:r>
      <w:r w:rsidRPr="009F4EE8">
        <w:rPr>
          <w:strike/>
        </w:rPr>
        <w:t xml:space="preserve"> = 9 </w:t>
      </w:r>
      <w:r>
        <w:rPr>
          <w:strike/>
        </w:rPr>
        <w:t>мм</w:t>
      </w:r>
      <w:r w:rsidRPr="009F4EE8">
        <w:rPr>
          <w:strike/>
        </w:rPr>
        <w:t xml:space="preserve"> (</w:t>
      </w:r>
      <w:r>
        <w:rPr>
          <w:strike/>
        </w:rPr>
        <w:t>мин</w:t>
      </w:r>
      <w:r w:rsidRPr="009F4EE8">
        <w:rPr>
          <w:strike/>
        </w:rPr>
        <w:t>.)</w:t>
      </w:r>
    </w:p>
    <w:p w14:paraId="21AFFDFC" w14:textId="77777777" w:rsidR="008B5F28" w:rsidRPr="003430E5" w:rsidRDefault="008B5F28" w:rsidP="00DA5080">
      <w:pPr>
        <w:spacing w:after="120"/>
        <w:ind w:left="1134" w:right="1134"/>
        <w:jc w:val="both"/>
      </w:pPr>
      <w:r>
        <w:t>Приведенный выше знак официального утверждения, проставленный на шине, указывает, что данный тип шины официально утвержден в Нидерландах (E 4) на основании Правил № 75 под номером официального утверждения</w:t>
      </w:r>
      <w:r>
        <w:rPr>
          <w:strike/>
        </w:rPr>
        <w:t xml:space="preserve"> 022439</w:t>
      </w:r>
      <w:r>
        <w:rPr>
          <w:b/>
          <w:bCs/>
        </w:rPr>
        <w:t>002439</w:t>
      </w:r>
      <w:r>
        <w:t>. Первые две цифры номера официального утверждения указывают, что официальное утверждение было предоставлено в соответствии с требованиями Правил № 75 в их первоначальном варианте.</w:t>
      </w:r>
    </w:p>
    <w:p w14:paraId="77AF7BD1" w14:textId="77777777" w:rsidR="008B5F28" w:rsidRPr="003430E5" w:rsidRDefault="008B5F28" w:rsidP="00DA5080">
      <w:pPr>
        <w:spacing w:after="120"/>
        <w:ind w:left="1134" w:right="1134"/>
        <w:jc w:val="both"/>
      </w:pPr>
      <w:r>
        <w:t>…»</w:t>
      </w:r>
    </w:p>
    <w:p w14:paraId="222E07E0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</w:rPr>
      </w:pPr>
      <w:r>
        <w:rPr>
          <w:i/>
          <w:iCs/>
        </w:rPr>
        <w:t>Приложение 3, последний пункт,</w:t>
      </w:r>
      <w:r>
        <w:t xml:space="preserve"> изменить следующим образом:</w:t>
      </w:r>
    </w:p>
    <w:p w14:paraId="5AF0D518" w14:textId="77777777" w:rsidR="008B5F28" w:rsidRPr="003430E5" w:rsidRDefault="008B5F28" w:rsidP="00DA5080">
      <w:pPr>
        <w:spacing w:after="160" w:line="259" w:lineRule="auto"/>
        <w:ind w:left="1134"/>
      </w:pPr>
      <w:r>
        <w:t>«</w:t>
      </w:r>
      <w:r>
        <w:tab/>
      </w:r>
      <w:r>
        <w:tab/>
        <w:t>…</w:t>
      </w:r>
    </w:p>
    <w:p w14:paraId="642BE6D0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d)</w:t>
      </w:r>
      <w:r>
        <w:tab/>
        <w:t xml:space="preserve">в случае шин, пригодных для скоростей свыше 240 км/ч, перед обозначением конструкции шины должны быть нанесены в соответствующих случаях буквенные коды "V" или "Z" (например,140/60ZR18). В соответствующих случаях в скобках должны </w:t>
      </w:r>
      <w:r>
        <w:lastRenderedPageBreak/>
        <w:t>быть</w:t>
      </w:r>
      <w:r w:rsidR="009F4EE8">
        <w:t xml:space="preserve"> </w:t>
      </w:r>
      <w:r>
        <w:t>указаны справочный индекс несущей способности и обозначение</w:t>
      </w:r>
      <w:r w:rsidR="009F4EE8">
        <w:t xml:space="preserve"> </w:t>
      </w:r>
      <w:r>
        <w:t xml:space="preserve">категории скорости (см. </w:t>
      </w:r>
      <w:r>
        <w:rPr>
          <w:strike/>
        </w:rPr>
        <w:t>пункт 3.1.14</w:t>
      </w:r>
      <w:r>
        <w:rPr>
          <w:b/>
          <w:bCs/>
        </w:rPr>
        <w:t xml:space="preserve"> пункты 3.1.5.1 и 3.1.5.2</w:t>
      </w:r>
      <w:r>
        <w:t>)».</w:t>
      </w:r>
    </w:p>
    <w:p w14:paraId="0342A563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  <w:i/>
        </w:rPr>
      </w:pPr>
      <w:r>
        <w:rPr>
          <w:i/>
          <w:iCs/>
        </w:rPr>
        <w:t>Приложение 7,</w:t>
      </w:r>
      <w:r>
        <w:t xml:space="preserve"> </w:t>
      </w:r>
    </w:p>
    <w:p w14:paraId="2ECF890E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</w:rPr>
      </w:pPr>
      <w:r>
        <w:rPr>
          <w:i/>
          <w:iCs/>
        </w:rPr>
        <w:t>пункт 2.2.2</w:t>
      </w:r>
      <w:r>
        <w:t xml:space="preserve"> изменить следующим образом:</w:t>
      </w:r>
    </w:p>
    <w:p w14:paraId="6AC99981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«2.2.2</w:t>
      </w:r>
      <w:r>
        <w:tab/>
        <w:t>допустимой нагрузки, соответствующей максимальной скорости</w:t>
      </w:r>
      <w:r w:rsidR="009F4EE8">
        <w:t xml:space="preserve"> </w:t>
      </w:r>
      <w:r>
        <w:t>240</w:t>
      </w:r>
      <w:r w:rsidR="009F4EE8">
        <w:t> </w:t>
      </w:r>
      <w:r>
        <w:t xml:space="preserve">км/ч для шин категории скорости "V" (см. пункт </w:t>
      </w:r>
      <w:r>
        <w:rPr>
          <w:strike/>
        </w:rPr>
        <w:t>2.33.3</w:t>
      </w:r>
      <w:r>
        <w:rPr>
          <w:b/>
          <w:bCs/>
        </w:rPr>
        <w:t>2.37.3</w:t>
      </w:r>
      <w:r>
        <w:t xml:space="preserve"> настоящих Правил);»  </w:t>
      </w:r>
    </w:p>
    <w:p w14:paraId="5312DC47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</w:rPr>
      </w:pPr>
      <w:r>
        <w:rPr>
          <w:i/>
          <w:iCs/>
        </w:rPr>
        <w:t>Пункт 2.2.3</w:t>
      </w:r>
      <w:r>
        <w:t xml:space="preserve"> изменить следующим образом:</w:t>
      </w:r>
    </w:p>
    <w:p w14:paraId="159977B9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«2.2.3</w:t>
      </w:r>
      <w:r>
        <w:tab/>
        <w:t xml:space="preserve">максимальной нагрузки, связанной с максимальной скоростью 270 км/ч для шин категории скорости "W" (см. пункт </w:t>
      </w:r>
      <w:r>
        <w:rPr>
          <w:strike/>
        </w:rPr>
        <w:t>2.36.5</w:t>
      </w:r>
      <w:r>
        <w:rPr>
          <w:b/>
          <w:bCs/>
        </w:rPr>
        <w:t xml:space="preserve">2.37.5 </w:t>
      </w:r>
      <w:r>
        <w:t xml:space="preserve">настоящих Правил);»  </w:t>
      </w:r>
    </w:p>
    <w:p w14:paraId="3B92A536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</w:rPr>
      </w:pPr>
      <w:r>
        <w:rPr>
          <w:i/>
          <w:iCs/>
        </w:rPr>
        <w:t>Пункт 2.2.5</w:t>
      </w:r>
      <w:r>
        <w:t>, изменить нумерацию на 2.2.4.</w:t>
      </w:r>
    </w:p>
    <w:p w14:paraId="03D8DA85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</w:rPr>
      </w:pPr>
      <w:r>
        <w:rPr>
          <w:i/>
          <w:iCs/>
        </w:rPr>
        <w:t xml:space="preserve">Пункт 2.4 </w:t>
      </w:r>
      <w:r>
        <w:t xml:space="preserve">изменить следующим образом </w:t>
      </w:r>
      <w:r>
        <w:rPr>
          <w:i/>
          <w:iCs/>
        </w:rPr>
        <w:t>(к тексту на русском языке не относится)</w:t>
      </w:r>
      <w:r>
        <w:t>:</w:t>
      </w:r>
    </w:p>
    <w:p w14:paraId="3143C1E3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«2.4</w:t>
      </w:r>
      <w:r>
        <w:tab/>
        <w:t>Во время испытаний температура помещения, в котором проводят</w:t>
      </w:r>
      <w:r w:rsidR="009F4EE8">
        <w:t xml:space="preserve"> </w:t>
      </w:r>
      <w:r>
        <w:t>испытание, должна поддерживаться в пределах 20−30 °С или, с согласия изготовит</w:t>
      </w:r>
      <w:r w:rsidR="009F4EE8">
        <w:t>ел</w:t>
      </w:r>
      <w:r>
        <w:t>я, в более высоких пределах».</w:t>
      </w:r>
    </w:p>
    <w:p w14:paraId="0F71E355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</w:rPr>
      </w:pPr>
      <w:r>
        <w:rPr>
          <w:i/>
          <w:iCs/>
        </w:rPr>
        <w:t>Пункт 2.5.2</w:t>
      </w:r>
      <w:r>
        <w:t xml:space="preserve"> изменить следующим образом:</w:t>
      </w:r>
    </w:p>
    <w:p w14:paraId="1F2ADA65" w14:textId="77777777" w:rsidR="008B5F28" w:rsidRPr="003430E5" w:rsidRDefault="008B5F28" w:rsidP="00DA5080">
      <w:pPr>
        <w:spacing w:after="120"/>
        <w:ind w:left="2268" w:right="1134" w:hanging="1134"/>
        <w:jc w:val="both"/>
      </w:pPr>
      <w:r>
        <w:t>«2.5.2</w:t>
      </w:r>
      <w:r>
        <w:tab/>
        <w:t xml:space="preserve">начальная скорость испытания: скорость, соответствующая обозначению индекса скорости на шине </w:t>
      </w:r>
      <w:r>
        <w:rPr>
          <w:strike/>
        </w:rPr>
        <w:t>(см. пункт 2.28.2 настоящих Правил),</w:t>
      </w:r>
      <w:r>
        <w:t xml:space="preserve"> минус 30 км/ч, если используют испытательный маховик диаметром 2,0 м, либо</w:t>
      </w:r>
      <w:r w:rsidR="009F4EE8">
        <w:t> </w:t>
      </w:r>
      <w:r>
        <w:t>минус 40 км/ч, если используют испытательный маховик диаметром 1,7</w:t>
      </w:r>
      <w:r w:rsidR="009F4EE8">
        <w:t> </w:t>
      </w:r>
      <w:r>
        <w:t xml:space="preserve">м;» </w:t>
      </w:r>
    </w:p>
    <w:p w14:paraId="4A09161B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</w:rPr>
      </w:pPr>
      <w:r>
        <w:rPr>
          <w:i/>
          <w:iCs/>
        </w:rPr>
        <w:t>Пункт 2.5.2.1</w:t>
      </w:r>
      <w:r>
        <w:t xml:space="preserve"> исключить.</w:t>
      </w:r>
    </w:p>
    <w:p w14:paraId="59A1D33D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</w:rPr>
      </w:pPr>
      <w:r>
        <w:rPr>
          <w:i/>
          <w:iCs/>
        </w:rPr>
        <w:t>Пункт 2.5.6.1</w:t>
      </w:r>
      <w:r>
        <w:t xml:space="preserve"> исключить.</w:t>
      </w:r>
    </w:p>
    <w:p w14:paraId="3031A54D" w14:textId="77777777" w:rsidR="008B5F28" w:rsidRPr="003430E5" w:rsidRDefault="008B5F28" w:rsidP="00DA5080">
      <w:pPr>
        <w:spacing w:after="160" w:line="259" w:lineRule="auto"/>
        <w:ind w:left="1134"/>
        <w:rPr>
          <w:rFonts w:eastAsia="Calibri"/>
        </w:rPr>
      </w:pPr>
      <w:r>
        <w:rPr>
          <w:i/>
          <w:iCs/>
        </w:rPr>
        <w:t>Пункт 2.6</w:t>
      </w:r>
      <w:r>
        <w:t xml:space="preserve"> изменить следующим образом:</w:t>
      </w:r>
    </w:p>
    <w:p w14:paraId="7B9F4227" w14:textId="77777777" w:rsidR="008B5F28" w:rsidRPr="003430E5" w:rsidRDefault="008B5F28" w:rsidP="00DA5080">
      <w:pPr>
        <w:spacing w:after="120"/>
        <w:ind w:left="2268" w:right="1134" w:hanging="1134"/>
        <w:jc w:val="both"/>
        <w:rPr>
          <w:bCs/>
        </w:rPr>
      </w:pPr>
      <w:r>
        <w:t>«2.6</w:t>
      </w:r>
      <w:r>
        <w:tab/>
        <w:t>Однако в случае, если проводят второе испытание для оценки оптимальных характеристик шин, пригодных для скоростей свыше 240</w:t>
      </w:r>
      <w:r w:rsidR="009F4EE8">
        <w:rPr>
          <w:lang w:val="en-US"/>
        </w:rPr>
        <w:t> </w:t>
      </w:r>
      <w:r>
        <w:t xml:space="preserve">км/ч, </w:t>
      </w:r>
      <w:r>
        <w:rPr>
          <w:b/>
          <w:bCs/>
        </w:rPr>
        <w:t xml:space="preserve">эксплуатационное описание которых указано в круглых скобках (см. пункты 3.1.5.1 и 3.1.5.2 настоящих Правил), </w:t>
      </w:r>
      <w:r>
        <w:t>применяют следующую процедуру:»</w:t>
      </w:r>
    </w:p>
    <w:p w14:paraId="27B9C170" w14:textId="77777777" w:rsidR="008B5F28" w:rsidRDefault="008B5F28" w:rsidP="009F4EE8">
      <w:pPr>
        <w:pStyle w:val="HChG"/>
      </w:pPr>
      <w:r>
        <w:tab/>
      </w:r>
      <w:r w:rsidRPr="00763B3C">
        <w:t>II.</w:t>
      </w:r>
      <w:r w:rsidRPr="00763B3C">
        <w:tab/>
      </w:r>
      <w:r>
        <w:t>Обоснование</w:t>
      </w:r>
    </w:p>
    <w:p w14:paraId="1C3EB57D" w14:textId="77777777" w:rsidR="008B5F28" w:rsidRPr="00E25A96" w:rsidRDefault="008B5F28" w:rsidP="00DA5080">
      <w:pPr>
        <w:spacing w:after="120"/>
        <w:ind w:left="1134" w:right="1134"/>
        <w:jc w:val="both"/>
      </w:pPr>
      <w:r w:rsidRPr="003430E5">
        <w:t>1.</w:t>
      </w:r>
      <w:r w:rsidRPr="003430E5">
        <w:tab/>
      </w:r>
      <w:r w:rsidRPr="00E25A96">
        <w:t>В соответствии с изменениями, внесенными в Правила № 30 ООН дополнением</w:t>
      </w:r>
      <w:r w:rsidR="009F4EE8">
        <w:rPr>
          <w:lang w:val="en-US"/>
        </w:rPr>
        <w:t> </w:t>
      </w:r>
      <w:r w:rsidRPr="00E25A96">
        <w:t>21 к поправкам серии 02, предлагается изменить определение термина «обозначение размеров шины», включив в него буквенные обозначения, а также код конструкции шины. В дополнение к изменениям, внесенным в Правила № 30 ООН, в</w:t>
      </w:r>
      <w:r w:rsidR="009F4EE8">
        <w:rPr>
          <w:lang w:val="en-US"/>
        </w:rPr>
        <w:t> </w:t>
      </w:r>
      <w:r w:rsidRPr="00E25A96">
        <w:t>первом пункте этого раздела предлагается уточнить, что последующее определение относится только к размерам, которые не перечислены в приложении 5; в случае же размеров, перечисленных в приложении 5, обозначения размеров представлены в первой колонке соответствующей таблицы.</w:t>
      </w:r>
    </w:p>
    <w:p w14:paraId="2CC5410C" w14:textId="77777777" w:rsidR="008B5F28" w:rsidRPr="00E25A96" w:rsidRDefault="008B5F28" w:rsidP="00DA5080">
      <w:pPr>
        <w:spacing w:after="120"/>
        <w:ind w:left="1134" w:right="1134"/>
        <w:jc w:val="both"/>
      </w:pPr>
      <w:r w:rsidRPr="003430E5">
        <w:t>2.</w:t>
      </w:r>
      <w:r w:rsidRPr="003430E5">
        <w:tab/>
      </w:r>
      <w:r w:rsidRPr="00E25A96">
        <w:t>В соответствии с изменениями, внесенными в Правила № 30 ООН дополнением</w:t>
      </w:r>
      <w:r w:rsidR="009F4EE8">
        <w:rPr>
          <w:lang w:val="en-US"/>
        </w:rPr>
        <w:t> </w:t>
      </w:r>
      <w:r w:rsidRPr="00E25A96">
        <w:t>21 к поправкам серии 02, предлагается перенести определение термина «усиленная» в пункт, который не относится к определению термина «конструкция шины», поскольку термин «усиленная» не используется для описания типа конструкции шины, как</w:t>
      </w:r>
      <w:r w:rsidR="009F4EE8">
        <w:t>,</w:t>
      </w:r>
      <w:r w:rsidRPr="00E25A96">
        <w:t xml:space="preserve"> например, термины «радиальная» или «диагональная».</w:t>
      </w:r>
    </w:p>
    <w:p w14:paraId="265D2B86" w14:textId="77777777" w:rsidR="008B5F28" w:rsidRPr="00E25A96" w:rsidRDefault="008B5F28" w:rsidP="00DA5080">
      <w:pPr>
        <w:spacing w:after="120"/>
        <w:ind w:left="1134" w:right="1134"/>
        <w:jc w:val="both"/>
      </w:pPr>
      <w:r w:rsidRPr="003430E5">
        <w:t>3.</w:t>
      </w:r>
      <w:r w:rsidRPr="003430E5">
        <w:tab/>
      </w:r>
      <w:r w:rsidRPr="00E25A96">
        <w:t>Данное предложение направлено на исправление ссылок и опечаток.</w:t>
      </w:r>
    </w:p>
    <w:p w14:paraId="5F5B7611" w14:textId="77777777" w:rsidR="008B5F28" w:rsidRPr="00E25A96" w:rsidRDefault="008B5F28" w:rsidP="00DA5080">
      <w:pPr>
        <w:spacing w:after="120"/>
        <w:ind w:left="1134" w:right="1134"/>
        <w:jc w:val="both"/>
      </w:pPr>
      <w:r w:rsidRPr="003430E5">
        <w:lastRenderedPageBreak/>
        <w:t>4.</w:t>
      </w:r>
      <w:r w:rsidRPr="003430E5">
        <w:tab/>
      </w:r>
      <w:r w:rsidRPr="00E25A96">
        <w:t>В соответствии с предложением предлагается изменить порядок следования пунктов и поправок для повышения удобочитаемости Правил.</w:t>
      </w:r>
    </w:p>
    <w:p w14:paraId="52CD4177" w14:textId="77777777" w:rsidR="008B5F28" w:rsidRPr="00E25A96" w:rsidRDefault="008B5F28" w:rsidP="00DA5080">
      <w:pPr>
        <w:spacing w:after="120"/>
        <w:ind w:left="1134" w:right="1134"/>
        <w:jc w:val="both"/>
      </w:pPr>
      <w:r w:rsidRPr="003430E5">
        <w:t>5.</w:t>
      </w:r>
      <w:r w:rsidRPr="003430E5">
        <w:tab/>
      </w:r>
      <w:r w:rsidRPr="00E25A96">
        <w:t>Данное предложение направлено на исключение избыточной перекрестной ссылки на Правила № 54 ООН.</w:t>
      </w:r>
    </w:p>
    <w:p w14:paraId="27556386" w14:textId="77777777" w:rsidR="008B5F28" w:rsidRPr="00E25A96" w:rsidRDefault="008B5F28" w:rsidP="00DA5080">
      <w:pPr>
        <w:spacing w:after="120"/>
        <w:ind w:left="1134" w:right="1134"/>
        <w:jc w:val="both"/>
      </w:pPr>
      <w:r w:rsidRPr="003430E5">
        <w:t>6.</w:t>
      </w:r>
      <w:r w:rsidRPr="003430E5">
        <w:tab/>
      </w:r>
      <w:r w:rsidRPr="00E25A96">
        <w:t>В соответствии с изменениями, внесенными в Правила № 30 ООН дополнением</w:t>
      </w:r>
      <w:r w:rsidR="009F4EE8">
        <w:t> </w:t>
      </w:r>
      <w:r w:rsidRPr="00E25A96">
        <w:t xml:space="preserve">21 к поправкам серии 02, предлагается изменить определение термина «шины диагонально-переплетенной конструкции». Как указано в неофициальном документе № GRRF-82-21, цель данного изменения заключается в том, чтобы обеспечить использование во всех правилах ООН, касающихся шин, согласованных определений, которые необходимо изменить, с тем чтобы не препятствовать техническому прогрессу. </w:t>
      </w:r>
    </w:p>
    <w:p w14:paraId="11D7D7BC" w14:textId="77777777" w:rsidR="008B5F28" w:rsidRPr="00E25A96" w:rsidRDefault="008B5F28" w:rsidP="00DA5080">
      <w:pPr>
        <w:spacing w:after="120"/>
        <w:ind w:left="1134" w:right="1134"/>
        <w:jc w:val="both"/>
      </w:pPr>
      <w:r w:rsidRPr="003430E5">
        <w:t>7.</w:t>
      </w:r>
      <w:r w:rsidRPr="003430E5">
        <w:tab/>
      </w:r>
      <w:r w:rsidRPr="00E25A96">
        <w:t xml:space="preserve">Предлагается изменить определение термина «зимние шины» путем замены термина «обычные шины (дорожного типа)» (определение которого отсутствует) термином «обычные шины», исключения замечания о том, что зимние шины характеризуется, как правило, </w:t>
      </w:r>
      <w:proofErr w:type="spellStart"/>
      <w:r w:rsidRPr="00E25A96">
        <w:t>бóльшим</w:t>
      </w:r>
      <w:proofErr w:type="spellEnd"/>
      <w:r w:rsidRPr="00E25A96">
        <w:t xml:space="preserve"> удалением друг от друга канавок или массивных выступов (с тем чтобы не препятствовать техническому прогрессу), и</w:t>
      </w:r>
      <w:r w:rsidR="009F4EE8">
        <w:t> </w:t>
      </w:r>
      <w:r w:rsidRPr="00E25A96">
        <w:t>согласования формулировки с формулировками, используемыми в других правилах ООН, касающихся шин (в частности, в правилах № 30</w:t>
      </w:r>
      <w:r w:rsidR="009F4EE8">
        <w:t>,</w:t>
      </w:r>
      <w:r w:rsidRPr="00E25A96">
        <w:t xml:space="preserve"> 54</w:t>
      </w:r>
      <w:r w:rsidR="009F4EE8">
        <w:t xml:space="preserve"> …</w:t>
      </w:r>
      <w:r w:rsidRPr="00E25A96">
        <w:t>).</w:t>
      </w:r>
    </w:p>
    <w:p w14:paraId="207C08C9" w14:textId="77777777" w:rsidR="008B5F28" w:rsidRPr="00E25A96" w:rsidRDefault="008B5F28" w:rsidP="00DA5080">
      <w:pPr>
        <w:spacing w:after="120"/>
        <w:ind w:left="1134" w:right="1134"/>
        <w:jc w:val="both"/>
      </w:pPr>
      <w:r w:rsidRPr="00E25A96">
        <w:t>8.</w:t>
      </w:r>
      <w:r w:rsidRPr="00E25A96">
        <w:tab/>
        <w:t>В соответствии с изменениями, внесенными в Правила № 30 ООН дополнением</w:t>
      </w:r>
      <w:r w:rsidR="009F4EE8">
        <w:t> </w:t>
      </w:r>
      <w:r w:rsidRPr="00E25A96">
        <w:t>21 к поправкам серии 02, предлагается включить общее положение с целью устранить нестыковку между датой вступления данного дополнения в силу и датой уведомления договаривающихся сторон о его принятии. В настоящее время в течение этого периода невозможно предоставить официальное утверждение типа на основании нового вступившего в силу дополнения, хотя оно и является обязательным. Даже после уведомления о принятии данного дополнения органам по официальному утверждению типа и техническим службам может потребоваться дополнительное время для того, чтобы выполнить требования этого нового дополнения. Предлагаемые здесь положения будут распространяться и на этот период.</w:t>
      </w:r>
    </w:p>
    <w:p w14:paraId="5169D76B" w14:textId="77777777" w:rsidR="008B5F28" w:rsidRPr="00E25A96" w:rsidRDefault="008B5F28" w:rsidP="00DA5080">
      <w:pPr>
        <w:spacing w:after="120"/>
        <w:ind w:left="1134" w:right="1134"/>
        <w:jc w:val="both"/>
      </w:pPr>
      <w:r w:rsidRPr="003430E5">
        <w:t>9.</w:t>
      </w:r>
      <w:r w:rsidRPr="003430E5">
        <w:tab/>
      </w:r>
      <w:r w:rsidRPr="00E25A96">
        <w:t>В случае радиальных шин изменение наружного диаметра шины, измеренное через шесть часов после испытания на устойчивость к нагрузке/скорости в соответствии с пунктом 2 приложения 7, намного меньше ±3,5% от наружного диаметра, измеренного до проведения испытания. Ограничение, касающееся измерения габаритного диаметра после испытания на нагрузку/скорость, предлагается сохранить только для шин диагональной конструкции.</w:t>
      </w:r>
    </w:p>
    <w:p w14:paraId="6479F9E3" w14:textId="77777777" w:rsidR="008B5F28" w:rsidRPr="00E25A96" w:rsidRDefault="008B5F28" w:rsidP="00DA5080">
      <w:pPr>
        <w:spacing w:after="120"/>
        <w:ind w:left="1134" w:right="1134"/>
        <w:jc w:val="both"/>
      </w:pPr>
      <w:r w:rsidRPr="003430E5">
        <w:t>10.</w:t>
      </w:r>
      <w:r w:rsidRPr="003430E5">
        <w:tab/>
      </w:r>
      <w:r w:rsidRPr="00E25A96">
        <w:t xml:space="preserve">Как указано в неофициальном документе GRBP-71-08, использование формулировки «формуются на шине при вулканизации» обусловлено техническими ограничениями, связанными с доступной на момент первого издания правил технологией, однако сегодня эта технология является лишь одним из нескольких технических решений. </w:t>
      </w:r>
      <w:bookmarkStart w:id="5" w:name="_Hlk44562942"/>
      <w:r w:rsidRPr="00E25A96">
        <w:t xml:space="preserve">В соответствии с принципом </w:t>
      </w:r>
      <w:proofErr w:type="spellStart"/>
      <w:r w:rsidRPr="00E25A96">
        <w:t>непрепятствования</w:t>
      </w:r>
      <w:proofErr w:type="spellEnd"/>
      <w:r w:rsidRPr="00E25A96">
        <w:t xml:space="preserve"> техническому прогрессу данное технологическое ограничение целесообразно устранить</w:t>
      </w:r>
      <w:bookmarkEnd w:id="5"/>
      <w:r w:rsidRPr="00E25A96">
        <w:t>. ЕТОПОК предлагает внести поправки в Правила ООН, касающиеся шин, чтобы предоставить возможность использования других методов маркировки шин, отличных от метода формовки при вулканизации, придерживаясь при этом следующих критериев:</w:t>
      </w:r>
    </w:p>
    <w:p w14:paraId="36746763" w14:textId="77777777" w:rsidR="008B5F28" w:rsidRPr="00E25A96" w:rsidRDefault="008B5F28" w:rsidP="00235C3A">
      <w:pPr>
        <w:pStyle w:val="Bullet1G"/>
      </w:pPr>
      <w:r w:rsidRPr="003430E5">
        <w:rPr>
          <w:rFonts w:ascii="Symbol" w:hAnsi="Symbol"/>
        </w:rPr>
        <w:tab/>
      </w:r>
      <w:r w:rsidRPr="00E25A96">
        <w:t xml:space="preserve">любое техническое решение, отличное от метода формовки при вулканизации, должно гарантировать, что маркировка на боковине шины будет четкой и нестираемой; </w:t>
      </w:r>
    </w:p>
    <w:p w14:paraId="2AAF065A" w14:textId="77777777" w:rsidR="008B5F28" w:rsidRPr="00E25A96" w:rsidRDefault="008B5F28" w:rsidP="00235C3A">
      <w:pPr>
        <w:pStyle w:val="Bullet1G"/>
      </w:pPr>
      <w:r w:rsidRPr="003430E5">
        <w:rPr>
          <w:rFonts w:ascii="Symbol" w:hAnsi="Symbol"/>
        </w:rPr>
        <w:tab/>
      </w:r>
      <w:r w:rsidRPr="00E25A96">
        <w:t>необходимо обеспечить, чтобы маркировка с датой изготовления наносилась в течение 24 часов после извлечения шины из пресс-формы (по аналогии с Кодексом федеральных правил Соединенных Штатов Америки, правило 49 CFR 574.5).</w:t>
      </w:r>
    </w:p>
    <w:p w14:paraId="179365D1" w14:textId="77777777" w:rsidR="008B5F28" w:rsidRPr="00E25A96" w:rsidRDefault="008B5F28" w:rsidP="00DA5080">
      <w:pPr>
        <w:spacing w:after="120"/>
        <w:ind w:left="1134" w:right="1134"/>
        <w:jc w:val="both"/>
      </w:pPr>
      <w:r w:rsidRPr="00E25A96">
        <w:t>11.</w:t>
      </w:r>
      <w:r w:rsidRPr="00E25A96">
        <w:tab/>
        <w:t xml:space="preserve">В приложении 2 содержатся два противоречащих друг другу положения, касающиеся минимального размера знака официального утверждения. Предлагается исключить </w:t>
      </w:r>
      <w:proofErr w:type="spellStart"/>
      <w:r w:rsidRPr="00E25A96">
        <w:t>бóльшее</w:t>
      </w:r>
      <w:proofErr w:type="spellEnd"/>
      <w:r w:rsidRPr="00E25A96">
        <w:t xml:space="preserve"> из двух значений.</w:t>
      </w:r>
    </w:p>
    <w:p w14:paraId="0CB5C278" w14:textId="77777777" w:rsidR="008B5F28" w:rsidRDefault="008B5F28" w:rsidP="00DA5080">
      <w:pPr>
        <w:pStyle w:val="SingleTxtG"/>
      </w:pPr>
      <w:r w:rsidRPr="003430E5">
        <w:lastRenderedPageBreak/>
        <w:t>12.</w:t>
      </w:r>
      <w:r w:rsidRPr="003430E5">
        <w:tab/>
      </w:r>
      <w:r w:rsidRPr="00E25A96">
        <w:t xml:space="preserve">В нынешнем пункте 3.1.13 формулировка, касающаяся маркировки </w:t>
      </w:r>
      <w:r w:rsidR="00235C3A">
        <w:t>«</w:t>
      </w:r>
      <w:r w:rsidRPr="00E25A96">
        <w:t>M/C</w:t>
      </w:r>
      <w:r w:rsidR="00235C3A">
        <w:t>»</w:t>
      </w:r>
      <w:r w:rsidRPr="00E25A96">
        <w:t xml:space="preserve">, подразумевает, что установка шин для мотоциклов на ободья для мотоциклов не является стандартной конфигурацией. Новая формулировка предлагается с целью уточнения, что установка шин для мотоциклов на ободья для мотоциклов является стандартной конфигурацией и что в случае размеров шин, перечисленных в приложении 5, маркировка </w:t>
      </w:r>
      <w:r w:rsidR="00235C3A">
        <w:t>«</w:t>
      </w:r>
      <w:r w:rsidRPr="00E25A96">
        <w:t>M/C</w:t>
      </w:r>
      <w:r w:rsidR="00235C3A">
        <w:t>»</w:t>
      </w:r>
      <w:r w:rsidRPr="00E25A96">
        <w:t xml:space="preserve"> является факультативной. Буквенное обозначение </w:t>
      </w:r>
      <w:r w:rsidR="00235C3A">
        <w:t>«</w:t>
      </w:r>
      <w:r w:rsidRPr="00E25A96">
        <w:t>M/C</w:t>
      </w:r>
      <w:r w:rsidR="00235C3A">
        <w:t>»</w:t>
      </w:r>
      <w:r w:rsidRPr="00E25A96">
        <w:t xml:space="preserve"> проставляется в ряду обозначения размеров шины, которое представляет собой обязательную маркировку.</w:t>
      </w:r>
    </w:p>
    <w:p w14:paraId="33F22A45" w14:textId="77777777" w:rsidR="008B5F28" w:rsidRPr="008B5F28" w:rsidRDefault="008B5F28" w:rsidP="00DA508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B5F28" w:rsidRPr="008B5F28" w:rsidSect="008B5F2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CEBF5" w14:textId="77777777" w:rsidR="004D5058" w:rsidRPr="00A312BC" w:rsidRDefault="004D5058" w:rsidP="00A312BC"/>
  </w:endnote>
  <w:endnote w:type="continuationSeparator" w:id="0">
    <w:p w14:paraId="56882A74" w14:textId="77777777" w:rsidR="004D5058" w:rsidRPr="00A312BC" w:rsidRDefault="004D505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AAF50" w14:textId="77777777" w:rsidR="008B5F28" w:rsidRPr="008B5F28" w:rsidRDefault="008B5F28">
    <w:pPr>
      <w:pStyle w:val="a8"/>
    </w:pPr>
    <w:r w:rsidRPr="008B5F28">
      <w:rPr>
        <w:b/>
        <w:sz w:val="18"/>
      </w:rPr>
      <w:fldChar w:fldCharType="begin"/>
    </w:r>
    <w:r w:rsidRPr="008B5F28">
      <w:rPr>
        <w:b/>
        <w:sz w:val="18"/>
      </w:rPr>
      <w:instrText xml:space="preserve"> PAGE  \* MERGEFORMAT </w:instrText>
    </w:r>
    <w:r w:rsidRPr="008B5F28">
      <w:rPr>
        <w:b/>
        <w:sz w:val="18"/>
      </w:rPr>
      <w:fldChar w:fldCharType="separate"/>
    </w:r>
    <w:r w:rsidRPr="008B5F28">
      <w:rPr>
        <w:b/>
        <w:noProof/>
        <w:sz w:val="18"/>
      </w:rPr>
      <w:t>2</w:t>
    </w:r>
    <w:r w:rsidRPr="008B5F28">
      <w:rPr>
        <w:b/>
        <w:sz w:val="18"/>
      </w:rPr>
      <w:fldChar w:fldCharType="end"/>
    </w:r>
    <w:r>
      <w:rPr>
        <w:b/>
        <w:sz w:val="18"/>
      </w:rPr>
      <w:tab/>
    </w:r>
    <w:r>
      <w:t>GE.20-08175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43A8A" w14:textId="77777777" w:rsidR="008B5F28" w:rsidRPr="008B5F28" w:rsidRDefault="008B5F28" w:rsidP="008B5F28">
    <w:pPr>
      <w:pStyle w:val="a8"/>
      <w:tabs>
        <w:tab w:val="clear" w:pos="9639"/>
        <w:tab w:val="right" w:pos="9638"/>
      </w:tabs>
      <w:rPr>
        <w:b/>
        <w:sz w:val="18"/>
      </w:rPr>
    </w:pPr>
    <w:r>
      <w:t>GE.20-08175</w:t>
    </w:r>
    <w:r>
      <w:tab/>
    </w:r>
    <w:r w:rsidRPr="008B5F28">
      <w:rPr>
        <w:b/>
        <w:sz w:val="18"/>
      </w:rPr>
      <w:fldChar w:fldCharType="begin"/>
    </w:r>
    <w:r w:rsidRPr="008B5F28">
      <w:rPr>
        <w:b/>
        <w:sz w:val="18"/>
      </w:rPr>
      <w:instrText xml:space="preserve"> PAGE  \* MERGEFORMAT </w:instrText>
    </w:r>
    <w:r w:rsidRPr="008B5F28">
      <w:rPr>
        <w:b/>
        <w:sz w:val="18"/>
      </w:rPr>
      <w:fldChar w:fldCharType="separate"/>
    </w:r>
    <w:r w:rsidRPr="008B5F28">
      <w:rPr>
        <w:b/>
        <w:noProof/>
        <w:sz w:val="18"/>
      </w:rPr>
      <w:t>3</w:t>
    </w:r>
    <w:r w:rsidRPr="008B5F2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277F5" w14:textId="77777777" w:rsidR="00042B72" w:rsidRPr="008B5F28" w:rsidRDefault="008B5F28" w:rsidP="008B5F28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58BB1A7" wp14:editId="1B2B2CC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20-08175  (R)</w:t>
    </w:r>
    <w:r>
      <w:rPr>
        <w:lang w:val="en-US"/>
      </w:rPr>
      <w:t xml:space="preserve">  020720  0</w:t>
    </w:r>
    <w:r w:rsidR="00393CCB">
      <w:rPr>
        <w:lang w:val="en-US"/>
      </w:rPr>
      <w:t>6</w:t>
    </w:r>
    <w:r>
      <w:rPr>
        <w:lang w:val="en-US"/>
      </w:rPr>
      <w:t>0720</w:t>
    </w:r>
    <w:r>
      <w:br/>
    </w:r>
    <w:r w:rsidRPr="008B5F28">
      <w:rPr>
        <w:rFonts w:ascii="C39T30Lfz" w:hAnsi="C39T30Lfz"/>
        <w:kern w:val="14"/>
        <w:sz w:val="56"/>
      </w:rPr>
      <w:t></w:t>
    </w:r>
    <w:r w:rsidRPr="008B5F28">
      <w:rPr>
        <w:rFonts w:ascii="C39T30Lfz" w:hAnsi="C39T30Lfz"/>
        <w:kern w:val="14"/>
        <w:sz w:val="56"/>
      </w:rPr>
      <w:t></w:t>
    </w:r>
    <w:r w:rsidRPr="008B5F28">
      <w:rPr>
        <w:rFonts w:ascii="C39T30Lfz" w:hAnsi="C39T30Lfz"/>
        <w:kern w:val="14"/>
        <w:sz w:val="56"/>
      </w:rPr>
      <w:t></w:t>
    </w:r>
    <w:r w:rsidRPr="008B5F28">
      <w:rPr>
        <w:rFonts w:ascii="C39T30Lfz" w:hAnsi="C39T30Lfz"/>
        <w:kern w:val="14"/>
        <w:sz w:val="56"/>
      </w:rPr>
      <w:t></w:t>
    </w:r>
    <w:r w:rsidRPr="008B5F28">
      <w:rPr>
        <w:rFonts w:ascii="C39T30Lfz" w:hAnsi="C39T30Lfz"/>
        <w:kern w:val="14"/>
        <w:sz w:val="56"/>
      </w:rPr>
      <w:t></w:t>
    </w:r>
    <w:r w:rsidRPr="008B5F28">
      <w:rPr>
        <w:rFonts w:ascii="C39T30Lfz" w:hAnsi="C39T30Lfz"/>
        <w:kern w:val="14"/>
        <w:sz w:val="56"/>
      </w:rPr>
      <w:t></w:t>
    </w:r>
    <w:r w:rsidRPr="008B5F28">
      <w:rPr>
        <w:rFonts w:ascii="C39T30Lfz" w:hAnsi="C39T30Lfz"/>
        <w:kern w:val="14"/>
        <w:sz w:val="56"/>
      </w:rPr>
      <w:t></w:t>
    </w:r>
    <w:r w:rsidRPr="008B5F28">
      <w:rPr>
        <w:rFonts w:ascii="C39T30Lfz" w:hAnsi="C39T30Lfz"/>
        <w:kern w:val="14"/>
        <w:sz w:val="56"/>
      </w:rPr>
      <w:t></w:t>
    </w:r>
    <w:r w:rsidRPr="008B5F28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260E731" wp14:editId="3A921F0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1B644" w14:textId="77777777" w:rsidR="004D5058" w:rsidRPr="001075E9" w:rsidRDefault="004D505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33CF71B" w14:textId="77777777" w:rsidR="004D5058" w:rsidRDefault="004D505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2BD8D1D" w14:textId="77777777" w:rsidR="008B5F28" w:rsidRPr="00FE243B" w:rsidRDefault="008B5F28" w:rsidP="008B5F28">
      <w:pPr>
        <w:pStyle w:val="ad"/>
      </w:pPr>
      <w:r>
        <w:tab/>
      </w:r>
      <w:r w:rsidRPr="008B5F28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52CEB" w14:textId="19BB596C" w:rsidR="008B5F28" w:rsidRPr="008B5F28" w:rsidRDefault="003B57C2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9CCD3" w14:textId="2D1C4EF8" w:rsidR="008B5F28" w:rsidRPr="008B5F28" w:rsidRDefault="003B57C2" w:rsidP="008B5F28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5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2EB9"/>
    <w:rsid w:val="00235C3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4B94"/>
    <w:rsid w:val="00381C24"/>
    <w:rsid w:val="00387CD4"/>
    <w:rsid w:val="00393CCB"/>
    <w:rsid w:val="003958D0"/>
    <w:rsid w:val="003A0D43"/>
    <w:rsid w:val="003A48CE"/>
    <w:rsid w:val="003B00E5"/>
    <w:rsid w:val="003B57C2"/>
    <w:rsid w:val="003E0B46"/>
    <w:rsid w:val="00407B78"/>
    <w:rsid w:val="00424203"/>
    <w:rsid w:val="00452493"/>
    <w:rsid w:val="00453318"/>
    <w:rsid w:val="00454AF2"/>
    <w:rsid w:val="00454E07"/>
    <w:rsid w:val="00472C5C"/>
    <w:rsid w:val="004D5058"/>
    <w:rsid w:val="004E05B7"/>
    <w:rsid w:val="0050108D"/>
    <w:rsid w:val="00513081"/>
    <w:rsid w:val="00517901"/>
    <w:rsid w:val="00526683"/>
    <w:rsid w:val="005639C1"/>
    <w:rsid w:val="005709E0"/>
    <w:rsid w:val="00572E19"/>
    <w:rsid w:val="00595758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13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55CAB"/>
    <w:rsid w:val="0086445C"/>
    <w:rsid w:val="00894693"/>
    <w:rsid w:val="008A08D7"/>
    <w:rsid w:val="008A37C8"/>
    <w:rsid w:val="008B5F2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F4EE8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A5080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EF7DCC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D2A0AD"/>
  <w15:docId w15:val="{3AD1F1DC-B659-42ED-8F8D-8D011510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9</Pages>
  <Words>2715</Words>
  <Characters>17797</Characters>
  <Application>Microsoft Office Word</Application>
  <DocSecurity>0</DocSecurity>
  <Lines>368</Lines>
  <Paragraphs>142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ECE/TRANS/WP.29/GRBP/2020/14</vt:lpstr>
      <vt:lpstr>A/</vt:lpstr>
      <vt:lpstr>A/</vt:lpstr>
    </vt:vector>
  </TitlesOfParts>
  <Company>DCM</Company>
  <LinksUpToDate>false</LinksUpToDate>
  <CharactersWithSpaces>20430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ECE/TRANS/WP.29/GRBP/2020/14</dc:title>
  <dc:subject/>
  <dc:creator>Marina KOROTKOVA</dc:creator>
  <cp:keywords/>
  <cp:lastModifiedBy>Marina Korotkova</cp:lastModifiedBy>
  <cp:revision>3</cp:revision>
  <cp:lastPrinted>2020-07-06T05:51:00Z</cp:lastPrinted>
  <dcterms:created xsi:type="dcterms:W3CDTF">2020-07-06T05:51:00Z</dcterms:created>
  <dcterms:modified xsi:type="dcterms:W3CDTF">2020-07-06T05:52:00Z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