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957A7"/>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957A7" w:rsidP="00F957A7">
            <w:pPr>
              <w:jc w:val="right"/>
            </w:pPr>
            <w:r w:rsidRPr="00F957A7">
              <w:rPr>
                <w:sz w:val="40"/>
              </w:rPr>
              <w:t>ECE</w:t>
            </w:r>
            <w:r>
              <w:t>/TRANS/WP.29/1151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957A7" w:rsidP="00C97039">
            <w:pPr>
              <w:spacing w:before="240"/>
            </w:pPr>
            <w:proofErr w:type="spellStart"/>
            <w:r>
              <w:t>Distr</w:t>
            </w:r>
            <w:proofErr w:type="spellEnd"/>
            <w:r>
              <w:t>. générale</w:t>
            </w:r>
          </w:p>
          <w:p w:rsidR="00F957A7" w:rsidRDefault="00F957A7" w:rsidP="00F957A7">
            <w:pPr>
              <w:spacing w:line="240" w:lineRule="exact"/>
            </w:pPr>
            <w:r>
              <w:t>20 mars 2020</w:t>
            </w:r>
          </w:p>
          <w:p w:rsidR="00F957A7" w:rsidRDefault="00F957A7" w:rsidP="00F957A7">
            <w:pPr>
              <w:spacing w:line="240" w:lineRule="exact"/>
            </w:pPr>
            <w:r>
              <w:t>Français</w:t>
            </w:r>
          </w:p>
          <w:p w:rsidR="00F957A7" w:rsidRPr="00DB58B5" w:rsidRDefault="00F957A7" w:rsidP="00F957A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4F3EF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F957A7" w:rsidRDefault="00F957A7" w:rsidP="00AF0CB5">
      <w:pPr>
        <w:spacing w:before="120"/>
        <w:rPr>
          <w:b/>
          <w:sz w:val="24"/>
          <w:szCs w:val="24"/>
        </w:rPr>
      </w:pPr>
      <w:r w:rsidRPr="00685843">
        <w:rPr>
          <w:b/>
          <w:sz w:val="24"/>
          <w:szCs w:val="24"/>
        </w:rPr>
        <w:t>Forum mondial de l</w:t>
      </w:r>
      <w:r w:rsidR="004F3EF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F957A7" w:rsidRDefault="00690149" w:rsidP="00AF0CB5">
      <w:pPr>
        <w:spacing w:before="120" w:line="240" w:lineRule="exact"/>
        <w:rPr>
          <w:b/>
        </w:rPr>
      </w:pPr>
      <w:r>
        <w:rPr>
          <w:b/>
        </w:rPr>
        <w:t>1</w:t>
      </w:r>
      <w:r w:rsidR="00F957A7">
        <w:rPr>
          <w:b/>
        </w:rPr>
        <w:t>80</w:t>
      </w:r>
      <w:r w:rsidR="00F957A7" w:rsidRPr="00F957A7">
        <w:rPr>
          <w:b/>
          <w:vertAlign w:val="superscript"/>
        </w:rPr>
        <w:t>e</w:t>
      </w:r>
      <w:r w:rsidR="00F957A7">
        <w:rPr>
          <w:b/>
        </w:rPr>
        <w:t> session</w:t>
      </w:r>
    </w:p>
    <w:p w:rsidR="00F957A7" w:rsidRDefault="00F957A7" w:rsidP="00AF0CB5">
      <w:pPr>
        <w:spacing w:line="240" w:lineRule="exact"/>
      </w:pPr>
      <w:r>
        <w:t xml:space="preserve">Genève, </w:t>
      </w:r>
      <w:r w:rsidRPr="00F957A7">
        <w:t>10-12</w:t>
      </w:r>
      <w:r>
        <w:t> </w:t>
      </w:r>
      <w:r w:rsidRPr="00F957A7">
        <w:t>mars 2020</w:t>
      </w:r>
    </w:p>
    <w:p w:rsidR="00F957A7" w:rsidRPr="00664355" w:rsidRDefault="00F957A7" w:rsidP="00F957A7">
      <w:pPr>
        <w:pStyle w:val="HChG"/>
      </w:pPr>
      <w:r>
        <w:tab/>
      </w:r>
      <w:r>
        <w:tab/>
      </w:r>
      <w:r w:rsidRPr="00664355">
        <w:t>Rapports</w:t>
      </w:r>
      <w:bookmarkStart w:id="0" w:name="_Toc341077962"/>
      <w:bookmarkStart w:id="1" w:name="_Toc341100686"/>
      <w:bookmarkStart w:id="2" w:name="_Toc341107605"/>
      <w:bookmarkStart w:id="3" w:name="_Toc382923484"/>
      <w:bookmarkEnd w:id="0"/>
      <w:bookmarkEnd w:id="1"/>
      <w:bookmarkEnd w:id="2"/>
      <w:bookmarkEnd w:id="3"/>
    </w:p>
    <w:p w:rsidR="00F957A7" w:rsidRPr="00664355" w:rsidRDefault="00F957A7" w:rsidP="00F957A7">
      <w:pPr>
        <w:pStyle w:val="HChG"/>
        <w:rPr>
          <w:szCs w:val="28"/>
        </w:rPr>
      </w:pPr>
      <w:r w:rsidRPr="00664355">
        <w:rPr>
          <w:szCs w:val="28"/>
        </w:rPr>
        <w:tab/>
      </w:r>
      <w:r w:rsidRPr="00664355">
        <w:rPr>
          <w:szCs w:val="28"/>
        </w:rPr>
        <w:tab/>
      </w:r>
      <w:r w:rsidRPr="00664355">
        <w:rPr>
          <w:bCs/>
          <w:szCs w:val="28"/>
        </w:rPr>
        <w:t>du Forum mondial de l</w:t>
      </w:r>
      <w:r w:rsidR="004F3EFE">
        <w:rPr>
          <w:bCs/>
          <w:szCs w:val="28"/>
        </w:rPr>
        <w:t>’</w:t>
      </w:r>
      <w:r w:rsidRPr="00664355">
        <w:rPr>
          <w:bCs/>
          <w:szCs w:val="28"/>
        </w:rPr>
        <w:t>harmonisation des Règlements concernant les véhicules sur sa 180</w:t>
      </w:r>
      <w:r w:rsidRPr="00664355">
        <w:rPr>
          <w:bCs/>
          <w:szCs w:val="28"/>
          <w:vertAlign w:val="superscript"/>
        </w:rPr>
        <w:t>e</w:t>
      </w:r>
      <w:r>
        <w:rPr>
          <w:bCs/>
          <w:szCs w:val="28"/>
        </w:rPr>
        <w:t> </w:t>
      </w:r>
      <w:r w:rsidRPr="00664355">
        <w:rPr>
          <w:bCs/>
          <w:szCs w:val="28"/>
        </w:rPr>
        <w:t>session</w:t>
      </w:r>
      <w:bookmarkStart w:id="4" w:name="_Toc341077963"/>
      <w:bookmarkStart w:id="5" w:name="_Toc341100687"/>
      <w:bookmarkStart w:id="6" w:name="_Toc341107606"/>
      <w:bookmarkStart w:id="7" w:name="_Toc382923485"/>
      <w:bookmarkEnd w:id="4"/>
      <w:bookmarkEnd w:id="5"/>
      <w:bookmarkEnd w:id="6"/>
      <w:bookmarkEnd w:id="7"/>
    </w:p>
    <w:p w:rsidR="00F957A7" w:rsidRPr="00664355" w:rsidRDefault="00F957A7" w:rsidP="00F957A7">
      <w:pPr>
        <w:pStyle w:val="HChG"/>
        <w:rPr>
          <w:szCs w:val="28"/>
        </w:rPr>
      </w:pPr>
      <w:r w:rsidRPr="00664355">
        <w:rPr>
          <w:szCs w:val="28"/>
        </w:rPr>
        <w:tab/>
      </w:r>
      <w:r w:rsidRPr="00664355">
        <w:rPr>
          <w:szCs w:val="28"/>
        </w:rPr>
        <w:tab/>
      </w:r>
      <w:r w:rsidRPr="00664355">
        <w:rPr>
          <w:bCs/>
          <w:szCs w:val="28"/>
        </w:rPr>
        <w:t>du Comité d</w:t>
      </w:r>
      <w:r w:rsidR="004F3EFE">
        <w:rPr>
          <w:bCs/>
          <w:szCs w:val="28"/>
        </w:rPr>
        <w:t>’</w:t>
      </w:r>
      <w:r w:rsidRPr="00664355">
        <w:rPr>
          <w:bCs/>
          <w:szCs w:val="28"/>
        </w:rPr>
        <w:t>administration de l</w:t>
      </w:r>
      <w:r w:rsidR="004F3EFE">
        <w:rPr>
          <w:bCs/>
          <w:szCs w:val="28"/>
        </w:rPr>
        <w:t>’</w:t>
      </w:r>
      <w:r w:rsidRPr="00664355">
        <w:rPr>
          <w:bCs/>
          <w:szCs w:val="28"/>
        </w:rPr>
        <w:t>Accord de 1958 sur sa soixante-quatorzième session</w:t>
      </w:r>
      <w:bookmarkStart w:id="8" w:name="_Toc341077964"/>
      <w:bookmarkStart w:id="9" w:name="_Toc341100688"/>
      <w:bookmarkStart w:id="10" w:name="_Toc341107607"/>
      <w:bookmarkStart w:id="11" w:name="_Toc382923486"/>
      <w:bookmarkStart w:id="12" w:name="_Toc423423676"/>
      <w:bookmarkStart w:id="13" w:name="_Toc436139518"/>
      <w:bookmarkStart w:id="14" w:name="_Toc445734981"/>
      <w:bookmarkStart w:id="15" w:name="_Toc455503941"/>
      <w:bookmarkStart w:id="16" w:name="_Toc468111661"/>
      <w:bookmarkStart w:id="17" w:name="_Toc478663100"/>
      <w:bookmarkStart w:id="18" w:name="_Toc517879302"/>
      <w:bookmarkStart w:id="19" w:name="_Toc35591653"/>
      <w:bookmarkEnd w:id="8"/>
      <w:bookmarkEnd w:id="9"/>
      <w:bookmarkEnd w:id="10"/>
      <w:bookmarkEnd w:id="11"/>
      <w:bookmarkEnd w:id="12"/>
      <w:bookmarkEnd w:id="13"/>
      <w:bookmarkEnd w:id="14"/>
      <w:bookmarkEnd w:id="15"/>
      <w:bookmarkEnd w:id="16"/>
      <w:bookmarkEnd w:id="17"/>
      <w:bookmarkEnd w:id="18"/>
      <w:bookmarkEnd w:id="19"/>
    </w:p>
    <w:p w:rsidR="00F957A7" w:rsidRPr="00664355" w:rsidRDefault="00F957A7" w:rsidP="00F957A7">
      <w:pPr>
        <w:pStyle w:val="HChG"/>
        <w:rPr>
          <w:szCs w:val="28"/>
        </w:rPr>
      </w:pPr>
      <w:r w:rsidRPr="00664355">
        <w:rPr>
          <w:szCs w:val="28"/>
        </w:rPr>
        <w:tab/>
      </w:r>
      <w:r w:rsidRPr="00664355">
        <w:rPr>
          <w:szCs w:val="28"/>
        </w:rPr>
        <w:tab/>
      </w:r>
      <w:r w:rsidRPr="00664355">
        <w:rPr>
          <w:bCs/>
          <w:szCs w:val="28"/>
        </w:rPr>
        <w:t>du Comité exécutif de l</w:t>
      </w:r>
      <w:r w:rsidR="004F3EFE">
        <w:rPr>
          <w:bCs/>
          <w:szCs w:val="28"/>
        </w:rPr>
        <w:t>’</w:t>
      </w:r>
      <w:r w:rsidRPr="00664355">
        <w:rPr>
          <w:bCs/>
          <w:szCs w:val="28"/>
        </w:rPr>
        <w:t>Accord de 1998 sur sa cinquante</w:t>
      </w:r>
      <w:r w:rsidRPr="00664355">
        <w:rPr>
          <w:bCs/>
          <w:szCs w:val="28"/>
        </w:rPr>
        <w:noBreakHyphen/>
        <w:t>huitième session</w:t>
      </w:r>
      <w:bookmarkStart w:id="20" w:name="_Toc341077965"/>
      <w:bookmarkStart w:id="21" w:name="_Toc341100689"/>
      <w:bookmarkStart w:id="22" w:name="_Toc341107608"/>
      <w:bookmarkStart w:id="23" w:name="_Toc382923487"/>
      <w:bookmarkEnd w:id="20"/>
      <w:bookmarkEnd w:id="21"/>
      <w:bookmarkEnd w:id="22"/>
      <w:bookmarkEnd w:id="23"/>
    </w:p>
    <w:p w:rsidR="00F957A7" w:rsidRDefault="00F957A7" w:rsidP="00F957A7">
      <w:pPr>
        <w:pStyle w:val="HChG"/>
        <w:rPr>
          <w:bCs/>
          <w:szCs w:val="28"/>
        </w:rPr>
      </w:pPr>
      <w:r w:rsidRPr="00664355">
        <w:rPr>
          <w:szCs w:val="28"/>
        </w:rPr>
        <w:tab/>
      </w:r>
      <w:r w:rsidRPr="00664355">
        <w:rPr>
          <w:szCs w:val="28"/>
        </w:rPr>
        <w:tab/>
      </w:r>
      <w:r w:rsidRPr="00664355">
        <w:rPr>
          <w:bCs/>
          <w:szCs w:val="28"/>
        </w:rPr>
        <w:t>du Comité d</w:t>
      </w:r>
      <w:r w:rsidR="004F3EFE">
        <w:rPr>
          <w:bCs/>
          <w:szCs w:val="28"/>
        </w:rPr>
        <w:t>’</w:t>
      </w:r>
      <w:r w:rsidRPr="00664355">
        <w:rPr>
          <w:bCs/>
          <w:szCs w:val="28"/>
        </w:rPr>
        <w:t>administration de l</w:t>
      </w:r>
      <w:r w:rsidR="004F3EFE">
        <w:rPr>
          <w:bCs/>
          <w:szCs w:val="28"/>
        </w:rPr>
        <w:t>’</w:t>
      </w:r>
      <w:r w:rsidRPr="00664355">
        <w:rPr>
          <w:bCs/>
          <w:szCs w:val="28"/>
        </w:rPr>
        <w:t>Accord de 1997 sur sa treizième session</w:t>
      </w:r>
      <w:bookmarkStart w:id="24" w:name="_Toc341077966"/>
      <w:bookmarkStart w:id="25" w:name="_Toc341100690"/>
      <w:bookmarkStart w:id="26" w:name="_Toc341107609"/>
      <w:bookmarkStart w:id="27" w:name="_Toc382923488"/>
      <w:bookmarkStart w:id="28" w:name="_Toc423423677"/>
      <w:bookmarkStart w:id="29" w:name="_Toc436139519"/>
      <w:bookmarkStart w:id="30" w:name="_Toc445734982"/>
      <w:bookmarkStart w:id="31" w:name="_Toc455503942"/>
      <w:bookmarkStart w:id="32" w:name="_Toc468111662"/>
      <w:bookmarkStart w:id="33" w:name="_Toc478663101"/>
      <w:bookmarkStart w:id="34" w:name="_Toc517879303"/>
      <w:bookmarkStart w:id="35" w:name="_Toc35591654"/>
      <w:bookmarkEnd w:id="24"/>
      <w:bookmarkEnd w:id="25"/>
      <w:bookmarkEnd w:id="26"/>
      <w:bookmarkEnd w:id="27"/>
      <w:bookmarkEnd w:id="28"/>
      <w:bookmarkEnd w:id="29"/>
      <w:bookmarkEnd w:id="30"/>
      <w:bookmarkEnd w:id="31"/>
      <w:bookmarkEnd w:id="32"/>
      <w:bookmarkEnd w:id="33"/>
      <w:bookmarkEnd w:id="34"/>
      <w:bookmarkEnd w:id="35"/>
    </w:p>
    <w:p w:rsidR="003417E7" w:rsidRPr="003417E7" w:rsidRDefault="00F957A7" w:rsidP="003417E7">
      <w:pPr>
        <w:spacing w:after="120"/>
        <w:rPr>
          <w:sz w:val="28"/>
        </w:rPr>
      </w:pPr>
      <w:bookmarkStart w:id="36" w:name="_GoBack"/>
      <w:bookmarkEnd w:id="36"/>
      <w:r>
        <w:br w:type="page"/>
      </w:r>
      <w:r w:rsidR="003417E7" w:rsidRPr="003417E7">
        <w:rPr>
          <w:sz w:val="28"/>
        </w:rPr>
        <w:lastRenderedPageBreak/>
        <w:t>Table des matières</w:t>
      </w:r>
    </w:p>
    <w:p w:rsidR="003417E7" w:rsidRPr="003417E7" w:rsidRDefault="003417E7" w:rsidP="003417E7">
      <w:pPr>
        <w:tabs>
          <w:tab w:val="right" w:pos="8929"/>
          <w:tab w:val="right" w:pos="9638"/>
        </w:tabs>
        <w:spacing w:after="120"/>
        <w:ind w:left="283"/>
        <w:rPr>
          <w:i/>
          <w:sz w:val="18"/>
        </w:rPr>
      </w:pPr>
      <w:r w:rsidRPr="003417E7">
        <w:rPr>
          <w:i/>
          <w:sz w:val="18"/>
        </w:rPr>
        <w:tab/>
        <w:t>Paragraphes</w:t>
      </w:r>
      <w:r w:rsidRPr="003417E7">
        <w:rPr>
          <w:i/>
          <w:sz w:val="18"/>
        </w:rPr>
        <w:tab/>
        <w:t>Page</w:t>
      </w:r>
    </w:p>
    <w:p w:rsidR="003417E7" w:rsidRPr="003417E7" w:rsidRDefault="003417E7" w:rsidP="003417E7">
      <w:pPr>
        <w:pStyle w:val="HChG"/>
      </w:pPr>
      <w:bookmarkStart w:id="37" w:name="_Hlk25773402"/>
      <w:r w:rsidRPr="00664355">
        <w:tab/>
        <w:t>A.</w:t>
      </w:r>
      <w:r w:rsidRPr="00664355">
        <w:tab/>
        <w:t>Forum mondial de l</w:t>
      </w:r>
      <w:r w:rsidR="004F3EFE">
        <w:t>’</w:t>
      </w:r>
      <w:r w:rsidRPr="00664355">
        <w:t>harmonisation des Règlements concernant les véhicules</w:t>
      </w:r>
      <w:bookmarkEnd w:id="37"/>
    </w:p>
    <w:p w:rsidR="003417E7" w:rsidRDefault="003417E7" w:rsidP="003417E7">
      <w:pPr>
        <w:tabs>
          <w:tab w:val="right" w:pos="850"/>
          <w:tab w:val="right" w:leader="dot" w:pos="7654"/>
          <w:tab w:val="right" w:pos="8929"/>
          <w:tab w:val="right" w:pos="9638"/>
        </w:tabs>
        <w:spacing w:after="120"/>
        <w:ind w:left="1134" w:hanging="1134"/>
      </w:pPr>
      <w:r>
        <w:tab/>
        <w:t>I.</w:t>
      </w:r>
      <w:r>
        <w:tab/>
      </w:r>
      <w:r w:rsidRPr="00664355">
        <w:t>Participation</w:t>
      </w:r>
      <w:r>
        <w:tab/>
      </w:r>
      <w:r>
        <w:tab/>
        <w:t>1</w:t>
      </w:r>
      <w:r>
        <w:tab/>
      </w:r>
      <w:r w:rsidR="00B15CF9">
        <w:t>7</w:t>
      </w:r>
    </w:p>
    <w:p w:rsidR="003417E7" w:rsidRDefault="003417E7" w:rsidP="003417E7">
      <w:pPr>
        <w:tabs>
          <w:tab w:val="right" w:pos="850"/>
          <w:tab w:val="right" w:leader="dot" w:pos="7654"/>
          <w:tab w:val="right" w:pos="8929"/>
          <w:tab w:val="right" w:pos="9638"/>
        </w:tabs>
        <w:spacing w:after="120"/>
        <w:ind w:left="1134" w:hanging="1134"/>
      </w:pPr>
      <w:r>
        <w:tab/>
        <w:t>II.</w:t>
      </w:r>
      <w:r>
        <w:tab/>
      </w:r>
      <w:r w:rsidRPr="00664355">
        <w:t>Déclarations liminaires</w:t>
      </w:r>
      <w:r>
        <w:tab/>
      </w:r>
      <w:r>
        <w:tab/>
        <w:t>2-4</w:t>
      </w:r>
      <w:r>
        <w:tab/>
      </w:r>
      <w:r w:rsidR="00B15CF9">
        <w:t>7</w:t>
      </w:r>
    </w:p>
    <w:p w:rsidR="003417E7" w:rsidRDefault="003417E7" w:rsidP="003417E7">
      <w:pPr>
        <w:tabs>
          <w:tab w:val="right" w:pos="850"/>
          <w:tab w:val="right" w:leader="dot" w:pos="7654"/>
          <w:tab w:val="right" w:pos="8929"/>
          <w:tab w:val="right" w:pos="9638"/>
        </w:tabs>
        <w:spacing w:after="120"/>
        <w:ind w:left="1134" w:hanging="1134"/>
      </w:pPr>
      <w:r>
        <w:tab/>
        <w:t>III.</w:t>
      </w:r>
      <w:r>
        <w:tab/>
      </w:r>
      <w:r w:rsidRPr="00664355">
        <w:t>Adoption de l</w:t>
      </w:r>
      <w:r w:rsidR="004F3EFE">
        <w:t>’</w:t>
      </w:r>
      <w:r w:rsidRPr="00664355">
        <w:t>ordre du jour (point 1 de l</w:t>
      </w:r>
      <w:r w:rsidR="004F3EFE">
        <w:t>’</w:t>
      </w:r>
      <w:r w:rsidRPr="00664355">
        <w:t>ordre du jour)</w:t>
      </w:r>
      <w:r>
        <w:tab/>
      </w:r>
      <w:r>
        <w:tab/>
        <w:t>5-6</w:t>
      </w:r>
      <w:r>
        <w:tab/>
      </w:r>
      <w:r w:rsidR="00B15CF9">
        <w:t>8</w:t>
      </w:r>
    </w:p>
    <w:p w:rsidR="003417E7" w:rsidRDefault="003417E7" w:rsidP="003417E7">
      <w:pPr>
        <w:tabs>
          <w:tab w:val="right" w:pos="850"/>
          <w:tab w:val="right" w:leader="dot" w:pos="7654"/>
          <w:tab w:val="right" w:pos="8929"/>
          <w:tab w:val="right" w:pos="9638"/>
        </w:tabs>
        <w:spacing w:after="120"/>
        <w:ind w:left="1134" w:hanging="1134"/>
      </w:pPr>
      <w:r>
        <w:tab/>
        <w:t>IV.</w:t>
      </w:r>
      <w:r>
        <w:tab/>
      </w:r>
      <w:r w:rsidRPr="00664355">
        <w:t>Coordination et organisation des travaux (point 2 de l</w:t>
      </w:r>
      <w:r w:rsidR="004F3EFE">
        <w:t>’</w:t>
      </w:r>
      <w:r w:rsidRPr="00664355">
        <w:t>ordre du jour)</w:t>
      </w:r>
      <w:r>
        <w:tab/>
      </w:r>
      <w:r>
        <w:tab/>
        <w:t>7-46</w:t>
      </w:r>
      <w:r>
        <w:tab/>
      </w:r>
      <w:r w:rsidR="00B15CF9">
        <w:t>8</w:t>
      </w:r>
    </w:p>
    <w:p w:rsidR="003417E7" w:rsidRDefault="003417E7" w:rsidP="003417E7">
      <w:pPr>
        <w:tabs>
          <w:tab w:val="right" w:leader="dot" w:pos="7654"/>
          <w:tab w:val="right" w:pos="8929"/>
          <w:tab w:val="right" w:pos="9638"/>
        </w:tabs>
        <w:spacing w:after="120"/>
        <w:ind w:left="1559" w:hanging="425"/>
      </w:pPr>
      <w:r>
        <w:t>A.</w:t>
      </w:r>
      <w:r>
        <w:tab/>
      </w:r>
      <w:r w:rsidRPr="00664355">
        <w:t xml:space="preserve">Rapport de la session du Comité de gestion pour la coordination </w:t>
      </w:r>
      <w:r>
        <w:br/>
      </w:r>
      <w:r w:rsidRPr="00664355">
        <w:t xml:space="preserve">des travaux (AC.2) (point 2.1 de </w:t>
      </w:r>
      <w:r w:rsidRPr="00664355">
        <w:rPr>
          <w:bCs/>
          <w:noProof/>
        </w:rPr>
        <w:t>l</w:t>
      </w:r>
      <w:r w:rsidR="004F3EFE">
        <w:rPr>
          <w:bCs/>
          <w:noProof/>
        </w:rPr>
        <w:t>’</w:t>
      </w:r>
      <w:r w:rsidRPr="00664355">
        <w:rPr>
          <w:bCs/>
          <w:noProof/>
        </w:rPr>
        <w:t>ordre</w:t>
      </w:r>
      <w:r w:rsidRPr="00664355">
        <w:t xml:space="preserve"> du jour)</w:t>
      </w:r>
      <w:r>
        <w:tab/>
      </w:r>
      <w:r>
        <w:tab/>
        <w:t>7-15</w:t>
      </w:r>
      <w:r>
        <w:tab/>
      </w:r>
      <w:r w:rsidR="00B15CF9">
        <w:t>8</w:t>
      </w:r>
    </w:p>
    <w:p w:rsidR="003417E7" w:rsidRDefault="003417E7" w:rsidP="003417E7">
      <w:pPr>
        <w:tabs>
          <w:tab w:val="right" w:leader="dot" w:pos="7654"/>
          <w:tab w:val="right" w:pos="8929"/>
          <w:tab w:val="right" w:pos="9638"/>
        </w:tabs>
        <w:spacing w:after="120"/>
        <w:ind w:left="1559" w:hanging="425"/>
      </w:pPr>
      <w:r>
        <w:t>B.</w:t>
      </w:r>
      <w:r>
        <w:tab/>
      </w:r>
      <w:r w:rsidRPr="00664355">
        <w:t>Programme de travail et documents (point 2.2 de l</w:t>
      </w:r>
      <w:r w:rsidR="004F3EFE">
        <w:t>’</w:t>
      </w:r>
      <w:r w:rsidRPr="00664355">
        <w:t>ordre du jour)</w:t>
      </w:r>
      <w:r>
        <w:tab/>
      </w:r>
      <w:r>
        <w:tab/>
        <w:t>16-19</w:t>
      </w:r>
      <w:r>
        <w:tab/>
      </w:r>
      <w:r w:rsidR="00B15CF9">
        <w:t>9</w:t>
      </w:r>
    </w:p>
    <w:p w:rsidR="00AB3880" w:rsidRDefault="00AB3880" w:rsidP="003417E7">
      <w:pPr>
        <w:tabs>
          <w:tab w:val="right" w:leader="dot" w:pos="7654"/>
          <w:tab w:val="right" w:pos="8929"/>
          <w:tab w:val="right" w:pos="9638"/>
        </w:tabs>
        <w:spacing w:after="120"/>
        <w:ind w:left="1559" w:hanging="425"/>
      </w:pPr>
      <w:r>
        <w:t>C.</w:t>
      </w:r>
      <w:r>
        <w:tab/>
      </w:r>
      <w:r w:rsidRPr="00664355">
        <w:t xml:space="preserve">Systèmes de transport intelligents et coordination des activités relatives </w:t>
      </w:r>
      <w:r>
        <w:br/>
      </w:r>
      <w:r w:rsidRPr="00664355">
        <w:t>aux véhicules automatisés (point 2.3 de l</w:t>
      </w:r>
      <w:r w:rsidR="004F3EFE">
        <w:t>’</w:t>
      </w:r>
      <w:r w:rsidRPr="00664355">
        <w:t>ordre du jour)</w:t>
      </w:r>
      <w:r>
        <w:tab/>
      </w:r>
      <w:r>
        <w:tab/>
        <w:t>20-33</w:t>
      </w:r>
      <w:r>
        <w:tab/>
      </w:r>
      <w:r w:rsidR="00B15CF9">
        <w:t>9</w:t>
      </w:r>
    </w:p>
    <w:p w:rsidR="00AB3880" w:rsidRDefault="00AB3880" w:rsidP="003417E7">
      <w:pPr>
        <w:tabs>
          <w:tab w:val="right" w:leader="dot" w:pos="7654"/>
          <w:tab w:val="right" w:pos="8929"/>
          <w:tab w:val="right" w:pos="9638"/>
        </w:tabs>
        <w:spacing w:after="120"/>
        <w:ind w:left="1559" w:hanging="425"/>
      </w:pPr>
      <w:r>
        <w:t>D.</w:t>
      </w:r>
      <w:r>
        <w:tab/>
      </w:r>
      <w:r w:rsidRPr="00664355">
        <w:t xml:space="preserve">Suivi de la quatre-vingt-deuxième session du Comité des transports intérieurs </w:t>
      </w:r>
      <w:r>
        <w:br/>
      </w:r>
      <w:r w:rsidRPr="00664355">
        <w:t>(point 2.4 de l</w:t>
      </w:r>
      <w:r w:rsidR="004F3EFE">
        <w:t>’</w:t>
      </w:r>
      <w:r w:rsidRPr="00664355">
        <w:t>ordre du jour)</w:t>
      </w:r>
      <w:r>
        <w:tab/>
      </w:r>
      <w:r>
        <w:tab/>
        <w:t>34-36</w:t>
      </w:r>
      <w:r>
        <w:tab/>
      </w:r>
      <w:r w:rsidR="00B15CF9">
        <w:t>11</w:t>
      </w:r>
    </w:p>
    <w:p w:rsidR="003B6E4E" w:rsidRDefault="003B6E4E" w:rsidP="003B6E4E">
      <w:pPr>
        <w:tabs>
          <w:tab w:val="right" w:pos="850"/>
          <w:tab w:val="right" w:leader="dot" w:pos="7654"/>
          <w:tab w:val="right" w:pos="8929"/>
          <w:tab w:val="right" w:pos="9638"/>
        </w:tabs>
        <w:spacing w:after="120"/>
        <w:ind w:left="1134" w:hanging="1134"/>
      </w:pPr>
      <w:r>
        <w:tab/>
        <w:t>V.</w:t>
      </w:r>
      <w:r>
        <w:tab/>
      </w:r>
      <w:r w:rsidRPr="00664355">
        <w:t xml:space="preserve">Examen des rapports des groupes de travail subsidiaires du WP.29 </w:t>
      </w:r>
      <w:r w:rsidRPr="00664355">
        <w:br/>
        <w:t>(point 3 de l</w:t>
      </w:r>
      <w:r w:rsidR="004F3EFE">
        <w:t>’</w:t>
      </w:r>
      <w:r w:rsidRPr="00664355">
        <w:t>ordre du jour)</w:t>
      </w:r>
      <w:r>
        <w:tab/>
      </w:r>
      <w:r>
        <w:tab/>
        <w:t>47-73</w:t>
      </w:r>
      <w:r>
        <w:tab/>
      </w:r>
      <w:r w:rsidR="00B15CF9">
        <w:t>13</w:t>
      </w:r>
    </w:p>
    <w:p w:rsidR="003B6E4E" w:rsidRDefault="003B6E4E" w:rsidP="003B6E4E">
      <w:pPr>
        <w:tabs>
          <w:tab w:val="right" w:leader="dot" w:pos="7654"/>
          <w:tab w:val="right" w:pos="8929"/>
          <w:tab w:val="right" w:pos="9638"/>
        </w:tabs>
        <w:spacing w:after="120"/>
        <w:ind w:left="1559" w:hanging="425"/>
      </w:pPr>
      <w:r>
        <w:t>A.</w:t>
      </w:r>
      <w:r>
        <w:tab/>
      </w:r>
      <w:r w:rsidRPr="00664355">
        <w:t xml:space="preserve">Groupe de travail du bruit et des pneumatiques (GRBP) (soixante-dixième </w:t>
      </w:r>
      <w:r>
        <w:br/>
      </w:r>
      <w:r w:rsidRPr="00664355">
        <w:t>session, 11-13 septembre 2019) (point 3.1 de l</w:t>
      </w:r>
      <w:r w:rsidR="004F3EFE">
        <w:t>’</w:t>
      </w:r>
      <w:r w:rsidRPr="00664355">
        <w:t>ordre du jour)</w:t>
      </w:r>
      <w:r>
        <w:tab/>
      </w:r>
      <w:r>
        <w:tab/>
        <w:t>47</w:t>
      </w:r>
      <w:r>
        <w:tab/>
      </w:r>
      <w:r w:rsidR="00B15CF9">
        <w:t>13</w:t>
      </w:r>
    </w:p>
    <w:p w:rsidR="003B6E4E" w:rsidRDefault="003B6E4E" w:rsidP="003B6E4E">
      <w:pPr>
        <w:tabs>
          <w:tab w:val="right" w:leader="dot" w:pos="7654"/>
          <w:tab w:val="right" w:pos="8929"/>
          <w:tab w:val="right" w:pos="9638"/>
        </w:tabs>
        <w:spacing w:after="120"/>
        <w:ind w:left="1559" w:hanging="425"/>
      </w:pPr>
      <w:r>
        <w:t>B.</w:t>
      </w:r>
      <w:r>
        <w:tab/>
      </w:r>
      <w:r w:rsidRPr="00664355">
        <w:t xml:space="preserve">Groupe de travail des véhicules automatisés/autonomes et connectés (GRVA) </w:t>
      </w:r>
      <w:r w:rsidRPr="00664355">
        <w:br/>
        <w:t>(quatrième session, 24-27 septembre 2019) (point 3.2 de l</w:t>
      </w:r>
      <w:r w:rsidR="004F3EFE">
        <w:t>’</w:t>
      </w:r>
      <w:r w:rsidRPr="00664355">
        <w:t>ordre du jour)</w:t>
      </w:r>
      <w:r>
        <w:tab/>
      </w:r>
      <w:r>
        <w:tab/>
        <w:t>48</w:t>
      </w:r>
      <w:r>
        <w:tab/>
      </w:r>
      <w:r w:rsidR="00B15CF9">
        <w:t>13</w:t>
      </w:r>
    </w:p>
    <w:p w:rsidR="003B6E4E" w:rsidRDefault="003B6E4E" w:rsidP="003B6E4E">
      <w:pPr>
        <w:tabs>
          <w:tab w:val="right" w:leader="dot" w:pos="7654"/>
          <w:tab w:val="right" w:pos="8929"/>
          <w:tab w:val="right" w:pos="9638"/>
        </w:tabs>
        <w:spacing w:after="120"/>
        <w:ind w:left="1559" w:hanging="425"/>
      </w:pPr>
      <w:r>
        <w:t>C.</w:t>
      </w:r>
      <w:r>
        <w:tab/>
      </w:r>
      <w:r w:rsidRPr="00664355">
        <w:t xml:space="preserve">Groupe de travail des dispositions générales de sécurité (GRSG) </w:t>
      </w:r>
      <w:r w:rsidRPr="00664355">
        <w:br/>
        <w:t>(117</w:t>
      </w:r>
      <w:r w:rsidRPr="00664355">
        <w:rPr>
          <w:vertAlign w:val="superscript"/>
        </w:rPr>
        <w:t>e</w:t>
      </w:r>
      <w:r>
        <w:t> </w:t>
      </w:r>
      <w:r w:rsidRPr="00664355">
        <w:t>session, 8-11 octobre 2019) (point 3.3 de l</w:t>
      </w:r>
      <w:r w:rsidR="004F3EFE">
        <w:t>’</w:t>
      </w:r>
      <w:r w:rsidRPr="00664355">
        <w:t>ordre du jour)</w:t>
      </w:r>
      <w:r>
        <w:tab/>
      </w:r>
      <w:r>
        <w:tab/>
        <w:t>49</w:t>
      </w:r>
      <w:r>
        <w:tab/>
      </w:r>
      <w:r w:rsidR="00B15CF9">
        <w:t>13</w:t>
      </w:r>
    </w:p>
    <w:p w:rsidR="003B6E4E" w:rsidRDefault="003B6E4E" w:rsidP="003B6E4E">
      <w:pPr>
        <w:tabs>
          <w:tab w:val="right" w:leader="dot" w:pos="7654"/>
          <w:tab w:val="right" w:pos="8929"/>
          <w:tab w:val="right" w:pos="9638"/>
        </w:tabs>
        <w:spacing w:after="120"/>
        <w:ind w:left="1559" w:hanging="425"/>
      </w:pPr>
      <w:r>
        <w:t>D.</w:t>
      </w:r>
      <w:r>
        <w:tab/>
      </w:r>
      <w:r w:rsidRPr="00664355">
        <w:t>Groupe de travail de l</w:t>
      </w:r>
      <w:r w:rsidR="004F3EFE">
        <w:t>’</w:t>
      </w:r>
      <w:r w:rsidRPr="00664355">
        <w:t xml:space="preserve">éclairage et de la signalisation lumineuse (GRE) </w:t>
      </w:r>
      <w:r w:rsidRPr="00664355">
        <w:br/>
        <w:t>(quatre-vingt-deuxième session, 22-25 octobre 2019) (point 3.4 de l</w:t>
      </w:r>
      <w:r w:rsidR="004F3EFE">
        <w:t>’</w:t>
      </w:r>
      <w:r w:rsidRPr="00664355">
        <w:t>ordre du jour)</w:t>
      </w:r>
      <w:r>
        <w:tab/>
        <w:t>50</w:t>
      </w:r>
      <w:r>
        <w:tab/>
      </w:r>
      <w:r w:rsidR="00B15CF9">
        <w:t>13</w:t>
      </w:r>
    </w:p>
    <w:p w:rsidR="003B6E4E" w:rsidRDefault="003B6E4E" w:rsidP="003B6E4E">
      <w:pPr>
        <w:tabs>
          <w:tab w:val="right" w:leader="dot" w:pos="7654"/>
          <w:tab w:val="right" w:pos="8929"/>
          <w:tab w:val="right" w:pos="9638"/>
        </w:tabs>
        <w:spacing w:after="120"/>
        <w:ind w:left="1559" w:hanging="425"/>
      </w:pPr>
      <w:r>
        <w:t>E.</w:t>
      </w:r>
      <w:r>
        <w:tab/>
      </w:r>
      <w:r w:rsidRPr="00664355">
        <w:t>Faits marquants des dernières sessions (point 3.5 de l</w:t>
      </w:r>
      <w:r w:rsidR="004F3EFE">
        <w:t>’</w:t>
      </w:r>
      <w:r w:rsidRPr="00664355">
        <w:t>ordre du jour)</w:t>
      </w:r>
      <w:r>
        <w:tab/>
      </w:r>
      <w:r>
        <w:tab/>
        <w:t>51-</w:t>
      </w:r>
      <w:r w:rsidR="00FF6C53">
        <w:t>7</w:t>
      </w:r>
      <w:r>
        <w:t>3</w:t>
      </w:r>
      <w:r>
        <w:tab/>
      </w:r>
      <w:r w:rsidR="00B15CF9">
        <w:t>13</w:t>
      </w:r>
    </w:p>
    <w:p w:rsidR="003B6E4E" w:rsidRDefault="003B6E4E" w:rsidP="003B6E4E">
      <w:pPr>
        <w:tabs>
          <w:tab w:val="right" w:leader="dot" w:pos="7654"/>
          <w:tab w:val="right" w:pos="8929"/>
          <w:tab w:val="right" w:pos="9638"/>
        </w:tabs>
        <w:spacing w:after="120"/>
        <w:ind w:left="1984" w:hanging="425"/>
      </w:pPr>
      <w:r>
        <w:t>1.</w:t>
      </w:r>
      <w:r>
        <w:tab/>
      </w:r>
      <w:r w:rsidRPr="00664355">
        <w:t xml:space="preserve">Groupe de travail de la sécurité passive (GRSP) (soixante-sixième </w:t>
      </w:r>
      <w:r>
        <w:br/>
      </w:r>
      <w:r w:rsidRPr="00664355">
        <w:t>session, 10-13 décembre 2019) (point 3.5.1 de l</w:t>
      </w:r>
      <w:r w:rsidR="004F3EFE">
        <w:t>’</w:t>
      </w:r>
      <w:r w:rsidRPr="00664355">
        <w:t>ordre du jour)</w:t>
      </w:r>
      <w:r>
        <w:tab/>
      </w:r>
      <w:r>
        <w:tab/>
        <w:t>51-53</w:t>
      </w:r>
      <w:r>
        <w:tab/>
      </w:r>
      <w:r w:rsidR="00B15CF9">
        <w:t>13</w:t>
      </w:r>
    </w:p>
    <w:p w:rsidR="003B6E4E" w:rsidRDefault="003B6E4E" w:rsidP="003B6E4E">
      <w:pPr>
        <w:tabs>
          <w:tab w:val="right" w:leader="dot" w:pos="7654"/>
          <w:tab w:val="right" w:pos="8929"/>
          <w:tab w:val="right" w:pos="9638"/>
        </w:tabs>
        <w:spacing w:after="120"/>
        <w:ind w:left="1984" w:hanging="425"/>
      </w:pPr>
      <w:r>
        <w:t>2.</w:t>
      </w:r>
      <w:r>
        <w:tab/>
      </w:r>
      <w:r w:rsidRPr="00664355">
        <w:t>Groupe de travail de la pollution et de l</w:t>
      </w:r>
      <w:r w:rsidR="004F3EFE">
        <w:t>’</w:t>
      </w:r>
      <w:r w:rsidRPr="00664355">
        <w:t xml:space="preserve">énergie (GRPE) (quatre-vingtième </w:t>
      </w:r>
      <w:r>
        <w:br/>
      </w:r>
      <w:r w:rsidRPr="00664355">
        <w:t>session, 14-17 janvier 2020) (point 3.5.2 de l</w:t>
      </w:r>
      <w:r w:rsidR="004F3EFE">
        <w:t>’</w:t>
      </w:r>
      <w:r w:rsidRPr="00664355">
        <w:t>ordre du jour)</w:t>
      </w:r>
      <w:r>
        <w:tab/>
      </w:r>
      <w:r>
        <w:tab/>
        <w:t>54-58</w:t>
      </w:r>
      <w:r>
        <w:tab/>
      </w:r>
      <w:r w:rsidR="00B15CF9">
        <w:t>14</w:t>
      </w:r>
    </w:p>
    <w:p w:rsidR="003B6E4E" w:rsidRDefault="003B6E4E" w:rsidP="003417E7">
      <w:pPr>
        <w:tabs>
          <w:tab w:val="right" w:leader="dot" w:pos="7654"/>
          <w:tab w:val="right" w:pos="8929"/>
          <w:tab w:val="right" w:pos="9638"/>
        </w:tabs>
        <w:spacing w:after="120"/>
        <w:ind w:left="1984" w:hanging="425"/>
      </w:pPr>
      <w:r>
        <w:t>3.</w:t>
      </w:r>
      <w:r>
        <w:tab/>
      </w:r>
      <w:r w:rsidRPr="00664355">
        <w:t xml:space="preserve">Groupe de travail du bruit et des pneumatiques (GRBP) (soixante et onzième </w:t>
      </w:r>
      <w:r>
        <w:br/>
      </w:r>
      <w:r w:rsidRPr="00664355">
        <w:t>session, 28-31 janvier 2020) (point 3.5.3 de l</w:t>
      </w:r>
      <w:r w:rsidR="004F3EFE">
        <w:t>’</w:t>
      </w:r>
      <w:r w:rsidRPr="00664355">
        <w:t>ordre du jour)</w:t>
      </w:r>
      <w:r>
        <w:tab/>
      </w:r>
      <w:r>
        <w:tab/>
        <w:t>59-62</w:t>
      </w:r>
      <w:r>
        <w:tab/>
      </w:r>
      <w:r w:rsidR="00B15CF9">
        <w:t>14</w:t>
      </w:r>
    </w:p>
    <w:p w:rsidR="003B6E4E" w:rsidRDefault="003B6E4E" w:rsidP="003417E7">
      <w:pPr>
        <w:tabs>
          <w:tab w:val="right" w:leader="dot" w:pos="7654"/>
          <w:tab w:val="right" w:pos="8929"/>
          <w:tab w:val="right" w:pos="9638"/>
        </w:tabs>
        <w:spacing w:after="120"/>
        <w:ind w:left="1984" w:hanging="425"/>
      </w:pPr>
      <w:r>
        <w:t>4.</w:t>
      </w:r>
      <w:r>
        <w:tab/>
      </w:r>
      <w:r w:rsidRPr="00664355">
        <w:t xml:space="preserve">Groupe de travail des véhicules automatisés/autonomes et connectés </w:t>
      </w:r>
      <w:r>
        <w:br/>
      </w:r>
      <w:r w:rsidRPr="00664355">
        <w:t xml:space="preserve">(GRVA) (cinquième session, 10-14 février 2020, et sixième session, </w:t>
      </w:r>
      <w:r>
        <w:br/>
      </w:r>
      <w:r w:rsidRPr="00664355">
        <w:t>3-4 mars 2020) (point 3.5.4 de l</w:t>
      </w:r>
      <w:r w:rsidR="004F3EFE">
        <w:t>’</w:t>
      </w:r>
      <w:r w:rsidRPr="00664355">
        <w:t>ordre du jour)</w:t>
      </w:r>
      <w:r>
        <w:tab/>
      </w:r>
      <w:r>
        <w:tab/>
        <w:t>63-73</w:t>
      </w:r>
      <w:r>
        <w:tab/>
      </w:r>
      <w:r w:rsidR="00B15CF9">
        <w:t>15</w:t>
      </w:r>
    </w:p>
    <w:p w:rsidR="00C440A9" w:rsidRDefault="00C440A9" w:rsidP="00C440A9">
      <w:pPr>
        <w:tabs>
          <w:tab w:val="right" w:pos="850"/>
          <w:tab w:val="right" w:leader="dot" w:pos="7654"/>
          <w:tab w:val="right" w:pos="8929"/>
          <w:tab w:val="right" w:pos="9638"/>
        </w:tabs>
        <w:spacing w:after="120"/>
        <w:ind w:left="1134" w:hanging="1134"/>
      </w:pPr>
      <w:r>
        <w:tab/>
        <w:t>VI.</w:t>
      </w:r>
      <w:r>
        <w:tab/>
      </w:r>
      <w:r w:rsidRPr="00664355">
        <w:t>Accord de 1958 (point 4 de l</w:t>
      </w:r>
      <w:r w:rsidR="004F3EFE">
        <w:t>’</w:t>
      </w:r>
      <w:r w:rsidRPr="00664355">
        <w:t>ordre du jour)</w:t>
      </w:r>
      <w:r>
        <w:tab/>
      </w:r>
      <w:r>
        <w:tab/>
        <w:t>74-97</w:t>
      </w:r>
      <w:r>
        <w:tab/>
      </w:r>
      <w:r w:rsidR="00B15CF9">
        <w:t>16</w:t>
      </w:r>
    </w:p>
    <w:p w:rsidR="00C440A9" w:rsidRDefault="00C440A9" w:rsidP="00C440A9">
      <w:pPr>
        <w:tabs>
          <w:tab w:val="right" w:leader="dot" w:pos="7654"/>
          <w:tab w:val="right" w:pos="8929"/>
          <w:tab w:val="right" w:pos="9638"/>
        </w:tabs>
        <w:spacing w:after="120"/>
        <w:ind w:left="1559" w:hanging="425"/>
      </w:pPr>
      <w:r>
        <w:t>A.</w:t>
      </w:r>
      <w:r>
        <w:tab/>
      </w:r>
      <w:r w:rsidRPr="00664355">
        <w:t>État de l</w:t>
      </w:r>
      <w:r w:rsidR="004F3EFE">
        <w:t>’</w:t>
      </w:r>
      <w:r w:rsidRPr="00664355">
        <w:t>Accord et des Règlements ONU y annexés (point 4.1 de l</w:t>
      </w:r>
      <w:r w:rsidR="004F3EFE">
        <w:t>’</w:t>
      </w:r>
      <w:r w:rsidRPr="00664355">
        <w:t>ordre du jour)</w:t>
      </w:r>
      <w:r>
        <w:tab/>
        <w:t>74</w:t>
      </w:r>
      <w:r>
        <w:tab/>
      </w:r>
      <w:r w:rsidR="00B15CF9">
        <w:t>16</w:t>
      </w:r>
      <w:r>
        <w:tab/>
      </w:r>
    </w:p>
    <w:p w:rsidR="00C440A9" w:rsidRDefault="00C440A9" w:rsidP="00C440A9">
      <w:pPr>
        <w:tabs>
          <w:tab w:val="right" w:leader="dot" w:pos="7654"/>
          <w:tab w:val="right" w:pos="8929"/>
          <w:tab w:val="right" w:pos="9638"/>
        </w:tabs>
        <w:spacing w:after="120"/>
        <w:ind w:left="1559" w:hanging="425"/>
      </w:pPr>
      <w:r>
        <w:t>B.</w:t>
      </w:r>
      <w:r>
        <w:tab/>
      </w:r>
      <w:r w:rsidRPr="00664355">
        <w:t xml:space="preserve">Orientations demandées par les groupes de travail à propos de questions </w:t>
      </w:r>
      <w:r>
        <w:br/>
      </w:r>
      <w:r w:rsidRPr="00664355">
        <w:t>relatives aux Règlements ONU annexés à l</w:t>
      </w:r>
      <w:r w:rsidR="004F3EFE">
        <w:t>’</w:t>
      </w:r>
      <w:r w:rsidRPr="00664355">
        <w:t xml:space="preserve">Accord de 1958 </w:t>
      </w:r>
      <w:r>
        <w:br/>
      </w:r>
      <w:r w:rsidRPr="00664355">
        <w:t>(point 4.2 de l</w:t>
      </w:r>
      <w:r w:rsidR="004F3EFE">
        <w:t>’</w:t>
      </w:r>
      <w:r w:rsidRPr="00664355">
        <w:t>ordre du jour)</w:t>
      </w:r>
      <w:r>
        <w:tab/>
      </w:r>
      <w:r>
        <w:tab/>
        <w:t>75-76</w:t>
      </w:r>
      <w:r>
        <w:tab/>
      </w:r>
      <w:r w:rsidR="00B15CF9">
        <w:t>16</w:t>
      </w:r>
    </w:p>
    <w:p w:rsidR="00C440A9" w:rsidRDefault="00C440A9" w:rsidP="003417E7">
      <w:pPr>
        <w:tabs>
          <w:tab w:val="right" w:leader="dot" w:pos="7654"/>
          <w:tab w:val="right" w:pos="8929"/>
          <w:tab w:val="right" w:pos="9638"/>
        </w:tabs>
        <w:spacing w:after="120"/>
        <w:ind w:left="1984" w:hanging="425"/>
      </w:pPr>
      <w:r>
        <w:t>1.</w:t>
      </w:r>
      <w:r>
        <w:tab/>
      </w:r>
      <w:r w:rsidRPr="00664355">
        <w:t xml:space="preserve">Reproduction de normes privées et renvoi à celles-ci dans les Règlements </w:t>
      </w:r>
      <w:r>
        <w:br/>
      </w:r>
      <w:r w:rsidRPr="00664355">
        <w:t>ONU, les Règlements techniques mondiaux ONU et les Règles de l</w:t>
      </w:r>
      <w:r w:rsidR="004F3EFE">
        <w:t>’</w:t>
      </w:r>
      <w:r w:rsidRPr="00664355">
        <w:t xml:space="preserve">ONU </w:t>
      </w:r>
      <w:r>
        <w:br/>
      </w:r>
      <w:r w:rsidRPr="00664355">
        <w:t>(point 4.2.1 de l</w:t>
      </w:r>
      <w:r w:rsidR="004F3EFE">
        <w:t>’</w:t>
      </w:r>
      <w:r w:rsidRPr="00664355">
        <w:t>ordre du jour)</w:t>
      </w:r>
      <w:r>
        <w:tab/>
      </w:r>
      <w:r>
        <w:tab/>
        <w:t>75</w:t>
      </w:r>
      <w:r>
        <w:tab/>
      </w:r>
      <w:r w:rsidR="00B15CF9">
        <w:t>16</w:t>
      </w:r>
    </w:p>
    <w:p w:rsidR="00C440A9" w:rsidRDefault="00C440A9" w:rsidP="003417E7">
      <w:pPr>
        <w:tabs>
          <w:tab w:val="right" w:leader="dot" w:pos="7654"/>
          <w:tab w:val="right" w:pos="8929"/>
          <w:tab w:val="right" w:pos="9638"/>
        </w:tabs>
        <w:spacing w:after="120"/>
        <w:ind w:left="1984" w:hanging="425"/>
      </w:pPr>
      <w:r>
        <w:lastRenderedPageBreak/>
        <w:t>2.</w:t>
      </w:r>
      <w:r>
        <w:tab/>
      </w:r>
      <w:r w:rsidRPr="00664355">
        <w:t xml:space="preserve">Orientations concernant les amendements aux Règlements ONU </w:t>
      </w:r>
      <w:r w:rsidRPr="00664355">
        <w:br/>
        <w:t>annexés à l</w:t>
      </w:r>
      <w:r w:rsidR="004F3EFE">
        <w:t>’</w:t>
      </w:r>
      <w:r w:rsidRPr="00664355">
        <w:t>Accord de 1958 (point 4.2.2 de l</w:t>
      </w:r>
      <w:r w:rsidR="004F3EFE">
        <w:t>’</w:t>
      </w:r>
      <w:r w:rsidRPr="00664355">
        <w:t>ordre du jour)</w:t>
      </w:r>
      <w:r>
        <w:tab/>
      </w:r>
      <w:r>
        <w:tab/>
        <w:t>76</w:t>
      </w:r>
      <w:r>
        <w:tab/>
      </w:r>
      <w:r w:rsidR="00B15CF9">
        <w:t>16</w:t>
      </w:r>
    </w:p>
    <w:p w:rsidR="0082772E" w:rsidRDefault="0082772E" w:rsidP="0082772E">
      <w:pPr>
        <w:tabs>
          <w:tab w:val="right" w:leader="dot" w:pos="7654"/>
          <w:tab w:val="right" w:pos="8929"/>
          <w:tab w:val="right" w:pos="9638"/>
        </w:tabs>
        <w:spacing w:after="120"/>
        <w:ind w:left="1559" w:hanging="425"/>
      </w:pPr>
      <w:r>
        <w:t>C.</w:t>
      </w:r>
      <w:r>
        <w:tab/>
      </w:r>
      <w:r w:rsidRPr="00664355">
        <w:t>Mise au point d</w:t>
      </w:r>
      <w:r w:rsidR="004F3EFE">
        <w:t>’</w:t>
      </w:r>
      <w:r w:rsidRPr="00664355">
        <w:t>une homologation de type internationale de l</w:t>
      </w:r>
      <w:r w:rsidR="004F3EFE">
        <w:t>’</w:t>
      </w:r>
      <w:r w:rsidRPr="00664355">
        <w:t xml:space="preserve">ensemble </w:t>
      </w:r>
      <w:r>
        <w:br/>
      </w:r>
      <w:r w:rsidRPr="00664355">
        <w:t>du véhicule (IWVTA) (point 4.3 de l</w:t>
      </w:r>
      <w:r w:rsidR="004F3EFE">
        <w:t>’</w:t>
      </w:r>
      <w:r w:rsidRPr="00664355">
        <w:t>ordre du jour)</w:t>
      </w:r>
      <w:r>
        <w:tab/>
      </w:r>
      <w:r>
        <w:tab/>
        <w:t>77</w:t>
      </w:r>
      <w:r>
        <w:tab/>
      </w:r>
      <w:r w:rsidR="00B15CF9">
        <w:t>16</w:t>
      </w:r>
    </w:p>
    <w:p w:rsidR="0082772E" w:rsidRDefault="0082772E" w:rsidP="0082772E">
      <w:pPr>
        <w:tabs>
          <w:tab w:val="right" w:leader="dot" w:pos="7654"/>
          <w:tab w:val="right" w:pos="8929"/>
          <w:tab w:val="right" w:pos="9638"/>
        </w:tabs>
        <w:spacing w:after="120"/>
        <w:ind w:left="1559" w:hanging="425"/>
      </w:pPr>
      <w:r>
        <w:t>D.</w:t>
      </w:r>
      <w:r>
        <w:tab/>
      </w:r>
      <w:r w:rsidRPr="00664355">
        <w:t>Révision 3 de l</w:t>
      </w:r>
      <w:r w:rsidR="004F3EFE">
        <w:t>’</w:t>
      </w:r>
      <w:r w:rsidRPr="00664355">
        <w:t>Accord de 1958 (point 4.4 de l</w:t>
      </w:r>
      <w:r w:rsidR="004F3EFE">
        <w:t>’</w:t>
      </w:r>
      <w:r w:rsidRPr="00664355">
        <w:t>ordre du jour)</w:t>
      </w:r>
      <w:r>
        <w:tab/>
      </w:r>
      <w:r>
        <w:tab/>
        <w:t>78</w:t>
      </w:r>
      <w:r>
        <w:tab/>
      </w:r>
      <w:r w:rsidR="00B15CF9">
        <w:t>16</w:t>
      </w:r>
    </w:p>
    <w:p w:rsidR="0082772E" w:rsidRDefault="0082772E" w:rsidP="0082772E">
      <w:pPr>
        <w:tabs>
          <w:tab w:val="right" w:leader="dot" w:pos="7654"/>
          <w:tab w:val="right" w:pos="8929"/>
          <w:tab w:val="right" w:pos="9638"/>
        </w:tabs>
        <w:spacing w:after="120"/>
        <w:ind w:left="1559" w:hanging="425"/>
      </w:pPr>
      <w:r>
        <w:t>E.</w:t>
      </w:r>
      <w:r>
        <w:tab/>
      </w:r>
      <w:r w:rsidRPr="00664355">
        <w:t>Élaboration d</w:t>
      </w:r>
      <w:r w:rsidR="004F3EFE">
        <w:t>’</w:t>
      </w:r>
      <w:r w:rsidRPr="00664355">
        <w:t>une base de données pour l</w:t>
      </w:r>
      <w:r w:rsidR="004F3EFE">
        <w:t>’</w:t>
      </w:r>
      <w:r w:rsidRPr="00664355">
        <w:t>échange d</w:t>
      </w:r>
      <w:r w:rsidR="004F3EFE">
        <w:t>’</w:t>
      </w:r>
      <w:r w:rsidRPr="00664355">
        <w:t xml:space="preserve">informations concernant </w:t>
      </w:r>
      <w:r w:rsidRPr="00664355">
        <w:br/>
        <w:t>l</w:t>
      </w:r>
      <w:r w:rsidR="004F3EFE">
        <w:t>’</w:t>
      </w:r>
      <w:r w:rsidRPr="00664355">
        <w:t>homologation de type (DETA) (point 4.5 de l</w:t>
      </w:r>
      <w:r w:rsidR="004F3EFE">
        <w:t>’</w:t>
      </w:r>
      <w:r w:rsidRPr="00664355">
        <w:t>ordre du jour)</w:t>
      </w:r>
      <w:r>
        <w:tab/>
      </w:r>
      <w:r>
        <w:tab/>
        <w:t>79-84</w:t>
      </w:r>
      <w:r>
        <w:tab/>
      </w:r>
      <w:r w:rsidR="00B15CF9">
        <w:t>17</w:t>
      </w:r>
    </w:p>
    <w:p w:rsidR="0082772E" w:rsidRDefault="0082772E" w:rsidP="0082772E">
      <w:pPr>
        <w:tabs>
          <w:tab w:val="right" w:leader="dot" w:pos="7654"/>
          <w:tab w:val="right" w:pos="8929"/>
          <w:tab w:val="right" w:pos="9638"/>
        </w:tabs>
        <w:spacing w:after="120"/>
        <w:ind w:left="1559" w:hanging="425"/>
      </w:pPr>
      <w:r>
        <w:t>F.</w:t>
      </w:r>
      <w:r>
        <w:tab/>
      </w:r>
      <w:r w:rsidRPr="00664355">
        <w:t>Examen de projets d</w:t>
      </w:r>
      <w:r w:rsidR="004F3EFE">
        <w:t>’</w:t>
      </w:r>
      <w:r w:rsidRPr="00664355">
        <w:t xml:space="preserve">amendements à des Règlements ONU existants, </w:t>
      </w:r>
      <w:r w:rsidRPr="00664355">
        <w:br/>
        <w:t>soumis par le GRBP (point 4.6 de l</w:t>
      </w:r>
      <w:r w:rsidR="004F3EFE">
        <w:t>’</w:t>
      </w:r>
      <w:r w:rsidRPr="00664355">
        <w:t>ordre du jour)</w:t>
      </w:r>
      <w:r>
        <w:tab/>
      </w:r>
      <w:r>
        <w:tab/>
        <w:t>85-86</w:t>
      </w:r>
      <w:r>
        <w:tab/>
      </w:r>
      <w:r w:rsidR="00B15CF9">
        <w:t>17</w:t>
      </w:r>
    </w:p>
    <w:p w:rsidR="0082772E" w:rsidRDefault="0082772E" w:rsidP="0082772E">
      <w:pPr>
        <w:tabs>
          <w:tab w:val="right" w:leader="dot" w:pos="7654"/>
          <w:tab w:val="right" w:pos="8929"/>
          <w:tab w:val="right" w:pos="9638"/>
        </w:tabs>
        <w:spacing w:after="120"/>
        <w:ind w:left="1559" w:hanging="425"/>
      </w:pPr>
      <w:r>
        <w:t>G.</w:t>
      </w:r>
      <w:r>
        <w:tab/>
      </w:r>
      <w:r w:rsidRPr="00664355">
        <w:t>Examen de projets d</w:t>
      </w:r>
      <w:r w:rsidR="004F3EFE">
        <w:t>’</w:t>
      </w:r>
      <w:r w:rsidRPr="00664355">
        <w:t xml:space="preserve">amendements à des Règlements ONU existants, </w:t>
      </w:r>
      <w:r w:rsidRPr="00664355">
        <w:br/>
        <w:t>soumis par le GRVA (point 4.7 de l</w:t>
      </w:r>
      <w:r w:rsidR="004F3EFE">
        <w:t>’</w:t>
      </w:r>
      <w:r w:rsidRPr="00664355">
        <w:t>ordre du jour)</w:t>
      </w:r>
      <w:r>
        <w:tab/>
      </w:r>
      <w:r>
        <w:tab/>
        <w:t>87</w:t>
      </w:r>
      <w:r>
        <w:tab/>
      </w:r>
      <w:r w:rsidR="00B15CF9">
        <w:t>18</w:t>
      </w:r>
    </w:p>
    <w:p w:rsidR="0082772E" w:rsidRDefault="0082772E" w:rsidP="0082772E">
      <w:pPr>
        <w:tabs>
          <w:tab w:val="right" w:leader="dot" w:pos="7654"/>
          <w:tab w:val="right" w:pos="8929"/>
          <w:tab w:val="right" w:pos="9638"/>
        </w:tabs>
        <w:spacing w:after="120"/>
        <w:ind w:left="1559" w:hanging="425"/>
      </w:pPr>
      <w:r>
        <w:t>H.</w:t>
      </w:r>
      <w:r>
        <w:tab/>
      </w:r>
      <w:r w:rsidRPr="00664355">
        <w:t>Examen de projets d</w:t>
      </w:r>
      <w:r w:rsidR="004F3EFE">
        <w:t>’</w:t>
      </w:r>
      <w:r w:rsidRPr="00664355">
        <w:t xml:space="preserve">amendements à des Règlements ONU existants, </w:t>
      </w:r>
      <w:r w:rsidRPr="00664355">
        <w:br/>
        <w:t>soumis par le GRSG (point 4.8 de l</w:t>
      </w:r>
      <w:r w:rsidR="004F3EFE">
        <w:t>’</w:t>
      </w:r>
      <w:r w:rsidRPr="00664355">
        <w:t>ordre du jour)</w:t>
      </w:r>
      <w:r>
        <w:tab/>
      </w:r>
      <w:r>
        <w:tab/>
        <w:t>88-89</w:t>
      </w:r>
      <w:r>
        <w:tab/>
      </w:r>
      <w:r w:rsidR="00B15CF9">
        <w:t>18</w:t>
      </w:r>
    </w:p>
    <w:p w:rsidR="0082772E" w:rsidRDefault="0082772E" w:rsidP="0082772E">
      <w:pPr>
        <w:tabs>
          <w:tab w:val="right" w:leader="dot" w:pos="7654"/>
          <w:tab w:val="right" w:pos="8929"/>
          <w:tab w:val="right" w:pos="9638"/>
        </w:tabs>
        <w:spacing w:after="120"/>
        <w:ind w:left="1559" w:hanging="425"/>
      </w:pPr>
      <w:r>
        <w:t>I.</w:t>
      </w:r>
      <w:r>
        <w:tab/>
      </w:r>
      <w:r w:rsidRPr="00664355">
        <w:t>Examen de projets d</w:t>
      </w:r>
      <w:r w:rsidR="004F3EFE">
        <w:t>’</w:t>
      </w:r>
      <w:r w:rsidRPr="00664355">
        <w:t xml:space="preserve">amendements à des Règlements ONU existants, </w:t>
      </w:r>
      <w:r w:rsidRPr="00664355">
        <w:br/>
        <w:t>soumis par le GRE (point 4.9 de l</w:t>
      </w:r>
      <w:r w:rsidR="004F3EFE">
        <w:t>’</w:t>
      </w:r>
      <w:r w:rsidRPr="00664355">
        <w:t>ordre du jour)</w:t>
      </w:r>
      <w:r>
        <w:tab/>
      </w:r>
      <w:r>
        <w:tab/>
        <w:t>90-91</w:t>
      </w:r>
      <w:r>
        <w:tab/>
      </w:r>
      <w:r w:rsidR="00B15CF9">
        <w:t>19</w:t>
      </w:r>
    </w:p>
    <w:p w:rsidR="0082772E" w:rsidRDefault="0082772E" w:rsidP="0082772E">
      <w:pPr>
        <w:tabs>
          <w:tab w:val="right" w:leader="dot" w:pos="7654"/>
          <w:tab w:val="right" w:pos="8929"/>
          <w:tab w:val="right" w:pos="9638"/>
        </w:tabs>
        <w:spacing w:after="120"/>
        <w:ind w:left="1559" w:hanging="425"/>
      </w:pPr>
      <w:r>
        <w:t>J.</w:t>
      </w:r>
      <w:r>
        <w:tab/>
      </w:r>
      <w:r w:rsidRPr="00664355">
        <w:t xml:space="preserve">Examen des éventuels projets de rectificatifs à des Règlements ONU existants </w:t>
      </w:r>
      <w:r w:rsidRPr="00664355">
        <w:br/>
        <w:t>soumis par les groupes de travail (point 4.10 de l</w:t>
      </w:r>
      <w:r w:rsidR="004F3EFE">
        <w:t>’</w:t>
      </w:r>
      <w:r w:rsidRPr="00664355">
        <w:t>ordre du jour)</w:t>
      </w:r>
      <w:r>
        <w:tab/>
      </w:r>
      <w:r>
        <w:tab/>
        <w:t>92</w:t>
      </w:r>
      <w:r>
        <w:tab/>
      </w:r>
      <w:r w:rsidR="00B15CF9">
        <w:t>19</w:t>
      </w:r>
    </w:p>
    <w:p w:rsidR="0082772E" w:rsidRDefault="0082772E" w:rsidP="0082772E">
      <w:pPr>
        <w:tabs>
          <w:tab w:val="right" w:leader="dot" w:pos="7654"/>
          <w:tab w:val="right" w:pos="8929"/>
          <w:tab w:val="right" w:pos="9638"/>
        </w:tabs>
        <w:spacing w:after="120"/>
        <w:ind w:left="1559" w:hanging="425"/>
      </w:pPr>
      <w:r>
        <w:t>K.</w:t>
      </w:r>
      <w:r>
        <w:tab/>
      </w:r>
      <w:r w:rsidRPr="00664355">
        <w:t>Examen des éventuelles propositions en suspens d</w:t>
      </w:r>
      <w:r w:rsidR="004F3EFE">
        <w:t>’</w:t>
      </w:r>
      <w:r w:rsidRPr="00664355">
        <w:t xml:space="preserve">amendements </w:t>
      </w:r>
      <w:r>
        <w:br/>
      </w:r>
      <w:r w:rsidRPr="00664355">
        <w:t xml:space="preserve">à des Règlements ONU existants, soumises par les groupes de travail </w:t>
      </w:r>
      <w:r>
        <w:br/>
      </w:r>
      <w:r w:rsidRPr="00664355">
        <w:t>subsidiaires du Forum mondial (point 4.11 de l</w:t>
      </w:r>
      <w:r w:rsidR="004F3EFE">
        <w:t>’</w:t>
      </w:r>
      <w:r w:rsidRPr="00664355">
        <w:t>ordre du jour)</w:t>
      </w:r>
      <w:r>
        <w:tab/>
      </w:r>
      <w:r>
        <w:tab/>
        <w:t>93</w:t>
      </w:r>
      <w:r>
        <w:tab/>
      </w:r>
      <w:r w:rsidR="00B15CF9">
        <w:t>19</w:t>
      </w:r>
    </w:p>
    <w:p w:rsidR="0082772E" w:rsidRDefault="0082772E" w:rsidP="0082772E">
      <w:pPr>
        <w:tabs>
          <w:tab w:val="right" w:leader="dot" w:pos="7654"/>
          <w:tab w:val="right" w:pos="8929"/>
          <w:tab w:val="right" w:pos="9638"/>
        </w:tabs>
        <w:spacing w:after="120"/>
        <w:ind w:left="1559" w:hanging="425"/>
      </w:pPr>
      <w:r>
        <w:t>L.</w:t>
      </w:r>
      <w:r>
        <w:tab/>
      </w:r>
      <w:r w:rsidRPr="00664355">
        <w:t xml:space="preserve">Examen de propositions de nouveaux Règlements ONU, soumises par les </w:t>
      </w:r>
      <w:r>
        <w:br/>
      </w:r>
      <w:r w:rsidRPr="00664355">
        <w:t>groupes de travail subsidiaires du Forum mondial (point 4.12 de l</w:t>
      </w:r>
      <w:r w:rsidR="004F3EFE">
        <w:t>’</w:t>
      </w:r>
      <w:r w:rsidRPr="00664355">
        <w:t>ordre du jour)</w:t>
      </w:r>
      <w:r>
        <w:tab/>
        <w:t>94</w:t>
      </w:r>
      <w:r>
        <w:tab/>
      </w:r>
      <w:r w:rsidR="00B15CF9">
        <w:t>19</w:t>
      </w:r>
    </w:p>
    <w:p w:rsidR="0082772E" w:rsidRDefault="0082772E" w:rsidP="0082772E">
      <w:pPr>
        <w:tabs>
          <w:tab w:val="right" w:leader="dot" w:pos="7654"/>
          <w:tab w:val="right" w:pos="8929"/>
          <w:tab w:val="right" w:pos="9638"/>
        </w:tabs>
        <w:spacing w:after="120"/>
        <w:ind w:left="1559" w:hanging="425"/>
      </w:pPr>
      <w:r>
        <w:t>M.</w:t>
      </w:r>
      <w:r>
        <w:tab/>
      </w:r>
      <w:r w:rsidRPr="00664355">
        <w:t>Éventuelles propositions d</w:t>
      </w:r>
      <w:r w:rsidR="004F3EFE">
        <w:t>’</w:t>
      </w:r>
      <w:r w:rsidRPr="00664355">
        <w:t>amendements à la Résolution d</w:t>
      </w:r>
      <w:r w:rsidR="004F3EFE">
        <w:t>’</w:t>
      </w:r>
      <w:r w:rsidRPr="00664355">
        <w:t xml:space="preserve">ensemble sur </w:t>
      </w:r>
      <w:r>
        <w:br/>
      </w:r>
      <w:r w:rsidRPr="00664355">
        <w:t>la construction des véhicules (R.E.3) soumises pour examen au Forum mondial</w:t>
      </w:r>
      <w:r>
        <w:t xml:space="preserve"> </w:t>
      </w:r>
      <w:r>
        <w:br/>
      </w:r>
      <w:r w:rsidRPr="00664355">
        <w:t>par ses groupes de travail (point 4.13 de l</w:t>
      </w:r>
      <w:r w:rsidR="004F3EFE">
        <w:t>’</w:t>
      </w:r>
      <w:r w:rsidRPr="00664355">
        <w:t>ordre du jour)</w:t>
      </w:r>
      <w:r>
        <w:tab/>
      </w:r>
      <w:r>
        <w:tab/>
        <w:t>95</w:t>
      </w:r>
      <w:r>
        <w:tab/>
      </w:r>
      <w:r w:rsidR="00B15CF9">
        <w:t>20</w:t>
      </w:r>
    </w:p>
    <w:p w:rsidR="0082772E" w:rsidRDefault="0082772E" w:rsidP="0082772E">
      <w:pPr>
        <w:tabs>
          <w:tab w:val="right" w:leader="dot" w:pos="7654"/>
          <w:tab w:val="right" w:pos="8929"/>
          <w:tab w:val="right" w:pos="9638"/>
        </w:tabs>
        <w:spacing w:after="120"/>
        <w:ind w:left="1559" w:hanging="425"/>
      </w:pPr>
      <w:r>
        <w:t>N.</w:t>
      </w:r>
      <w:r>
        <w:tab/>
      </w:r>
      <w:r w:rsidRPr="00664355">
        <w:t>Propositions d</w:t>
      </w:r>
      <w:r w:rsidR="004F3EFE">
        <w:t>’</w:t>
      </w:r>
      <w:r w:rsidRPr="00664355">
        <w:t>amendements à la Résolution d</w:t>
      </w:r>
      <w:r w:rsidR="004F3EFE">
        <w:t>’</w:t>
      </w:r>
      <w:r w:rsidRPr="00664355">
        <w:t xml:space="preserve">ensemble sur une spécification </w:t>
      </w:r>
      <w:r>
        <w:br/>
      </w:r>
      <w:r w:rsidRPr="00664355">
        <w:t xml:space="preserve">commune des catégories de sources lumineuses (R.E.5) </w:t>
      </w:r>
      <w:r>
        <w:br/>
      </w:r>
      <w:r w:rsidRPr="00664355">
        <w:t>(point 4.14 de l</w:t>
      </w:r>
      <w:r w:rsidR="004F3EFE">
        <w:t>’</w:t>
      </w:r>
      <w:r w:rsidRPr="00664355">
        <w:t>ordre du jour)</w:t>
      </w:r>
      <w:r>
        <w:tab/>
      </w:r>
      <w:r>
        <w:tab/>
        <w:t>96</w:t>
      </w:r>
      <w:r>
        <w:tab/>
      </w:r>
      <w:r w:rsidR="00B15CF9">
        <w:t>20</w:t>
      </w:r>
    </w:p>
    <w:p w:rsidR="0082772E" w:rsidRDefault="0082772E" w:rsidP="0082772E">
      <w:pPr>
        <w:tabs>
          <w:tab w:val="right" w:leader="dot" w:pos="7654"/>
          <w:tab w:val="right" w:pos="8929"/>
          <w:tab w:val="right" w:pos="9638"/>
        </w:tabs>
        <w:spacing w:after="120"/>
        <w:ind w:left="1559" w:hanging="425"/>
      </w:pPr>
      <w:r>
        <w:t>O.</w:t>
      </w:r>
      <w:r>
        <w:tab/>
      </w:r>
      <w:r w:rsidRPr="00664355">
        <w:t>Propositions d</w:t>
      </w:r>
      <w:r w:rsidR="004F3EFE">
        <w:t>’</w:t>
      </w:r>
      <w:r w:rsidRPr="00664355">
        <w:t>amendements aux Résolutions mutuelles de l</w:t>
      </w:r>
      <w:r w:rsidR="004F3EFE">
        <w:t>’</w:t>
      </w:r>
      <w:r w:rsidRPr="00664355">
        <w:t xml:space="preserve">Accord de 1958 </w:t>
      </w:r>
      <w:r w:rsidRPr="00664355">
        <w:br/>
        <w:t>et de l</w:t>
      </w:r>
      <w:r w:rsidR="004F3EFE">
        <w:t>’</w:t>
      </w:r>
      <w:r w:rsidRPr="00664355">
        <w:t>Accord de 1998 (point 4.15 de l</w:t>
      </w:r>
      <w:r w:rsidR="004F3EFE">
        <w:t>’</w:t>
      </w:r>
      <w:r w:rsidRPr="00664355">
        <w:t>ordre du jour)</w:t>
      </w:r>
      <w:r>
        <w:tab/>
      </w:r>
      <w:r>
        <w:tab/>
        <w:t>97</w:t>
      </w:r>
      <w:r>
        <w:tab/>
      </w:r>
      <w:r w:rsidR="00B15CF9">
        <w:t>20</w:t>
      </w:r>
    </w:p>
    <w:p w:rsidR="0082772E" w:rsidRDefault="0082772E" w:rsidP="0082772E">
      <w:pPr>
        <w:tabs>
          <w:tab w:val="right" w:pos="850"/>
          <w:tab w:val="right" w:leader="dot" w:pos="7654"/>
          <w:tab w:val="right" w:pos="8929"/>
          <w:tab w:val="right" w:pos="9638"/>
        </w:tabs>
        <w:spacing w:after="120"/>
        <w:ind w:left="1134" w:hanging="1134"/>
      </w:pPr>
      <w:r>
        <w:tab/>
        <w:t>VII.</w:t>
      </w:r>
      <w:r>
        <w:tab/>
      </w:r>
      <w:r w:rsidRPr="00664355">
        <w:t>Accord de 1998 (point 5 de l</w:t>
      </w:r>
      <w:r w:rsidR="004F3EFE">
        <w:t>’</w:t>
      </w:r>
      <w:r w:rsidRPr="00664355">
        <w:t>ordre du jour)</w:t>
      </w:r>
      <w:r>
        <w:tab/>
      </w:r>
      <w:r>
        <w:tab/>
        <w:t>98-100</w:t>
      </w:r>
      <w:r>
        <w:tab/>
      </w:r>
      <w:r w:rsidR="00B15CF9">
        <w:t>20</w:t>
      </w:r>
    </w:p>
    <w:p w:rsidR="00CB2BE6" w:rsidRDefault="00CB2BE6" w:rsidP="0082772E">
      <w:pPr>
        <w:tabs>
          <w:tab w:val="right" w:pos="850"/>
          <w:tab w:val="right" w:leader="dot" w:pos="7654"/>
          <w:tab w:val="right" w:pos="8929"/>
          <w:tab w:val="right" w:pos="9638"/>
        </w:tabs>
        <w:spacing w:after="120"/>
        <w:ind w:left="1134" w:hanging="1134"/>
      </w:pPr>
      <w:r>
        <w:tab/>
      </w:r>
      <w:r>
        <w:tab/>
      </w:r>
      <w:r w:rsidRPr="00664355">
        <w:t>État de l</w:t>
      </w:r>
      <w:r w:rsidR="004F3EFE">
        <w:t>’</w:t>
      </w:r>
      <w:r w:rsidRPr="00664355">
        <w:t>Accord, y compris l</w:t>
      </w:r>
      <w:r w:rsidR="004F3EFE">
        <w:t>’</w:t>
      </w:r>
      <w:r w:rsidRPr="00664355">
        <w:t xml:space="preserve">application de son paragraphe 7.1 </w:t>
      </w:r>
      <w:r>
        <w:br/>
      </w:r>
      <w:r w:rsidRPr="00664355">
        <w:t>(point 5.1 de l</w:t>
      </w:r>
      <w:r w:rsidR="004F3EFE">
        <w:t>’</w:t>
      </w:r>
      <w:r w:rsidRPr="00664355">
        <w:t>ordre du jour)</w:t>
      </w:r>
      <w:r>
        <w:tab/>
      </w:r>
      <w:r>
        <w:tab/>
        <w:t>98-100</w:t>
      </w:r>
      <w:r>
        <w:tab/>
      </w:r>
      <w:r w:rsidR="00B15CF9">
        <w:t>20</w:t>
      </w:r>
    </w:p>
    <w:p w:rsidR="00CB2BE6" w:rsidRDefault="00CB2BE6" w:rsidP="00CB2BE6">
      <w:pPr>
        <w:tabs>
          <w:tab w:val="right" w:pos="850"/>
          <w:tab w:val="right" w:leader="dot" w:pos="7654"/>
          <w:tab w:val="right" w:pos="8929"/>
          <w:tab w:val="right" w:pos="9638"/>
        </w:tabs>
        <w:spacing w:after="120"/>
        <w:ind w:left="1134" w:hanging="1134"/>
      </w:pPr>
      <w:r>
        <w:tab/>
        <w:t>VIII.</w:t>
      </w:r>
      <w:r>
        <w:tab/>
      </w:r>
      <w:r w:rsidRPr="00664355">
        <w:t xml:space="preserve">Échange de vues sur les procédures législatives nationales ou régionales </w:t>
      </w:r>
      <w:r w:rsidRPr="00664355">
        <w:br/>
        <w:t xml:space="preserve">et sur la transposition dans la réglementation nationale ou régionale </w:t>
      </w:r>
      <w:r w:rsidRPr="00664355">
        <w:br/>
        <w:t>des Règlements ONU ou RTM ONU en vigueur (point 6 de l</w:t>
      </w:r>
      <w:r w:rsidR="004F3EFE">
        <w:t>’</w:t>
      </w:r>
      <w:r w:rsidRPr="00664355">
        <w:t>ordre du jour)</w:t>
      </w:r>
      <w:r>
        <w:tab/>
      </w:r>
      <w:r>
        <w:tab/>
        <w:t>101</w:t>
      </w:r>
      <w:r>
        <w:tab/>
      </w:r>
      <w:r w:rsidR="00B15CF9">
        <w:t>20</w:t>
      </w:r>
    </w:p>
    <w:p w:rsidR="00CB2BE6" w:rsidRDefault="00CB2BE6" w:rsidP="00CB2BE6">
      <w:pPr>
        <w:tabs>
          <w:tab w:val="right" w:pos="850"/>
          <w:tab w:val="right" w:leader="dot" w:pos="7654"/>
          <w:tab w:val="right" w:pos="8929"/>
          <w:tab w:val="right" w:pos="9638"/>
        </w:tabs>
        <w:spacing w:after="120"/>
        <w:ind w:left="1134" w:hanging="1134"/>
      </w:pPr>
      <w:r>
        <w:tab/>
        <w:t>IX.</w:t>
      </w:r>
      <w:r>
        <w:tab/>
      </w:r>
      <w:r w:rsidRPr="00664355">
        <w:t>Accord de 1997 (Contrôles techniques périodiques) (point 7 de l</w:t>
      </w:r>
      <w:r w:rsidR="004F3EFE">
        <w:t>’</w:t>
      </w:r>
      <w:r w:rsidRPr="00664355">
        <w:t>ordre du jour)</w:t>
      </w:r>
      <w:r>
        <w:tab/>
      </w:r>
      <w:r>
        <w:tab/>
        <w:t>102-111</w:t>
      </w:r>
      <w:r>
        <w:tab/>
      </w:r>
      <w:r w:rsidR="00695A6F">
        <w:t>21</w:t>
      </w:r>
    </w:p>
    <w:p w:rsidR="00CB2BE6" w:rsidRDefault="00CB2BE6" w:rsidP="0082772E">
      <w:pPr>
        <w:tabs>
          <w:tab w:val="right" w:leader="dot" w:pos="7654"/>
          <w:tab w:val="right" w:pos="8929"/>
          <w:tab w:val="right" w:pos="9638"/>
        </w:tabs>
        <w:spacing w:after="120"/>
        <w:ind w:left="1559" w:hanging="425"/>
      </w:pPr>
      <w:r>
        <w:t>A.</w:t>
      </w:r>
      <w:r>
        <w:tab/>
      </w:r>
      <w:r w:rsidR="00EA7901" w:rsidRPr="00664355">
        <w:t>État de l</w:t>
      </w:r>
      <w:r w:rsidR="004F3EFE">
        <w:t>’</w:t>
      </w:r>
      <w:r w:rsidR="00EA7901" w:rsidRPr="00664355">
        <w:t>Accord (point 7.1 de l</w:t>
      </w:r>
      <w:r w:rsidR="004F3EFE">
        <w:t>’</w:t>
      </w:r>
      <w:r w:rsidR="00EA7901" w:rsidRPr="00664355">
        <w:t>ordre du jour)</w:t>
      </w:r>
      <w:r w:rsidR="00EA7901">
        <w:tab/>
      </w:r>
      <w:r w:rsidR="00EA7901">
        <w:tab/>
        <w:t>106</w:t>
      </w:r>
      <w:r w:rsidR="00EA7901">
        <w:tab/>
      </w:r>
      <w:r w:rsidR="00695A6F">
        <w:t>21</w:t>
      </w:r>
    </w:p>
    <w:p w:rsidR="00EA7901" w:rsidRDefault="00EA7901" w:rsidP="0082772E">
      <w:pPr>
        <w:tabs>
          <w:tab w:val="right" w:leader="dot" w:pos="7654"/>
          <w:tab w:val="right" w:pos="8929"/>
          <w:tab w:val="right" w:pos="9638"/>
        </w:tabs>
        <w:spacing w:after="120"/>
        <w:ind w:left="1559" w:hanging="425"/>
      </w:pPr>
      <w:r>
        <w:t>B.</w:t>
      </w:r>
      <w:r>
        <w:tab/>
      </w:r>
      <w:r w:rsidRPr="00664355">
        <w:t>Amendement à l</w:t>
      </w:r>
      <w:r w:rsidR="004F3EFE">
        <w:t>’</w:t>
      </w:r>
      <w:r w:rsidRPr="00664355">
        <w:t>Accord de 1997 (point 7.2 de l</w:t>
      </w:r>
      <w:r w:rsidR="004F3EFE">
        <w:t>’</w:t>
      </w:r>
      <w:r w:rsidRPr="00664355">
        <w:t>ordre du jour)</w:t>
      </w:r>
      <w:r>
        <w:tab/>
      </w:r>
      <w:r>
        <w:tab/>
        <w:t>107-108</w:t>
      </w:r>
      <w:r>
        <w:tab/>
      </w:r>
      <w:r w:rsidR="00695A6F">
        <w:t>21</w:t>
      </w:r>
    </w:p>
    <w:p w:rsidR="00EA7901" w:rsidRDefault="00EA7901" w:rsidP="0082772E">
      <w:pPr>
        <w:tabs>
          <w:tab w:val="right" w:leader="dot" w:pos="7654"/>
          <w:tab w:val="right" w:pos="8929"/>
          <w:tab w:val="right" w:pos="9638"/>
        </w:tabs>
        <w:spacing w:after="120"/>
        <w:ind w:left="1559" w:hanging="425"/>
      </w:pPr>
      <w:r>
        <w:t>C.</w:t>
      </w:r>
      <w:r>
        <w:tab/>
      </w:r>
      <w:r w:rsidRPr="00664355">
        <w:t>Établissement de nouvelles Règles de l</w:t>
      </w:r>
      <w:r w:rsidR="004F3EFE">
        <w:t>’</w:t>
      </w:r>
      <w:r w:rsidRPr="00664355">
        <w:t>ONU annexées à l</w:t>
      </w:r>
      <w:r w:rsidR="004F3EFE">
        <w:t>’</w:t>
      </w:r>
      <w:r w:rsidRPr="00664355">
        <w:t xml:space="preserve">Accord de 1997 </w:t>
      </w:r>
      <w:r w:rsidRPr="00664355">
        <w:br/>
        <w:t>(point 7.3 de l</w:t>
      </w:r>
      <w:r w:rsidR="004F3EFE">
        <w:t>’</w:t>
      </w:r>
      <w:r w:rsidRPr="00664355">
        <w:t>ordre du jour)</w:t>
      </w:r>
      <w:r>
        <w:tab/>
      </w:r>
      <w:r>
        <w:tab/>
        <w:t>109</w:t>
      </w:r>
      <w:r>
        <w:tab/>
      </w:r>
      <w:r w:rsidR="00695A6F">
        <w:t>21</w:t>
      </w:r>
    </w:p>
    <w:p w:rsidR="00EA7901" w:rsidRDefault="00EA7901" w:rsidP="0082772E">
      <w:pPr>
        <w:tabs>
          <w:tab w:val="right" w:leader="dot" w:pos="7654"/>
          <w:tab w:val="right" w:pos="8929"/>
          <w:tab w:val="right" w:pos="9638"/>
        </w:tabs>
        <w:spacing w:after="120"/>
        <w:ind w:left="1559" w:hanging="425"/>
      </w:pPr>
      <w:r>
        <w:t>D.</w:t>
      </w:r>
      <w:r>
        <w:tab/>
      </w:r>
      <w:r w:rsidRPr="00664355">
        <w:t>Mise à jour des Règles de l</w:t>
      </w:r>
      <w:r w:rsidR="004F3EFE">
        <w:t>’</w:t>
      </w:r>
      <w:r w:rsidRPr="00664355">
        <w:t>ONU existantes annexées à l</w:t>
      </w:r>
      <w:r w:rsidR="004F3EFE">
        <w:t>’</w:t>
      </w:r>
      <w:r w:rsidRPr="00664355">
        <w:t xml:space="preserve">Accord de 1997 </w:t>
      </w:r>
      <w:r w:rsidRPr="00664355">
        <w:br/>
        <w:t>(point 7.4 de l</w:t>
      </w:r>
      <w:r w:rsidR="004F3EFE">
        <w:t>’</w:t>
      </w:r>
      <w:r w:rsidRPr="00664355">
        <w:t>ordre du jour)</w:t>
      </w:r>
      <w:r>
        <w:tab/>
      </w:r>
      <w:r>
        <w:tab/>
        <w:t>110</w:t>
      </w:r>
      <w:r>
        <w:tab/>
      </w:r>
      <w:r w:rsidR="00695A6F">
        <w:t>21</w:t>
      </w:r>
    </w:p>
    <w:p w:rsidR="00EA7901" w:rsidRDefault="00EA7901" w:rsidP="0082772E">
      <w:pPr>
        <w:tabs>
          <w:tab w:val="right" w:leader="dot" w:pos="7654"/>
          <w:tab w:val="right" w:pos="8929"/>
          <w:tab w:val="right" w:pos="9638"/>
        </w:tabs>
        <w:spacing w:after="120"/>
        <w:ind w:left="1559" w:hanging="425"/>
      </w:pPr>
      <w:r>
        <w:t>E.</w:t>
      </w:r>
      <w:r>
        <w:tab/>
      </w:r>
      <w:r w:rsidRPr="00664355">
        <w:t>Mise à jour de la Résolution d</w:t>
      </w:r>
      <w:r w:rsidR="004F3EFE">
        <w:t>’</w:t>
      </w:r>
      <w:r w:rsidRPr="00664355">
        <w:t xml:space="preserve">ensemble R.E.6 relative aux prescriptions </w:t>
      </w:r>
      <w:r>
        <w:br/>
      </w:r>
      <w:r w:rsidRPr="00664355">
        <w:t>applicables au matériel d</w:t>
      </w:r>
      <w:r w:rsidR="004F3EFE">
        <w:t>’</w:t>
      </w:r>
      <w:r w:rsidRPr="00664355">
        <w:t xml:space="preserve">essai, aux qualifications et à la formation des </w:t>
      </w:r>
      <w:r>
        <w:br/>
      </w:r>
      <w:r w:rsidRPr="00664355">
        <w:t>inspecteurs et à la supervision des centres d</w:t>
      </w:r>
      <w:r w:rsidR="004F3EFE">
        <w:t>’</w:t>
      </w:r>
      <w:r w:rsidRPr="00664355">
        <w:t>essai (point 7.5 de l</w:t>
      </w:r>
      <w:r w:rsidR="004F3EFE">
        <w:t>’</w:t>
      </w:r>
      <w:r w:rsidRPr="00664355">
        <w:t>ordre du jour)</w:t>
      </w:r>
      <w:r>
        <w:tab/>
        <w:t>111</w:t>
      </w:r>
      <w:r>
        <w:tab/>
      </w:r>
      <w:r w:rsidR="00695A6F">
        <w:t>22</w:t>
      </w:r>
    </w:p>
    <w:p w:rsidR="00EA7901" w:rsidRDefault="00EA7901" w:rsidP="00EA7901">
      <w:pPr>
        <w:tabs>
          <w:tab w:val="right" w:pos="850"/>
          <w:tab w:val="right" w:leader="dot" w:pos="7654"/>
          <w:tab w:val="right" w:pos="8929"/>
          <w:tab w:val="right" w:pos="9638"/>
        </w:tabs>
        <w:spacing w:after="120"/>
        <w:ind w:left="1134" w:hanging="1134"/>
      </w:pPr>
      <w:r>
        <w:tab/>
        <w:t>X.</w:t>
      </w:r>
      <w:r>
        <w:tab/>
      </w:r>
      <w:r w:rsidRPr="00664355">
        <w:t>Questions diverses (point 8 de l</w:t>
      </w:r>
      <w:r w:rsidR="004F3EFE">
        <w:t>’</w:t>
      </w:r>
      <w:r w:rsidRPr="00664355">
        <w:t>ordre du jour)</w:t>
      </w:r>
      <w:r>
        <w:tab/>
      </w:r>
      <w:r>
        <w:tab/>
        <w:t>112-121</w:t>
      </w:r>
      <w:r>
        <w:tab/>
      </w:r>
      <w:r w:rsidR="00695A6F">
        <w:t>22</w:t>
      </w:r>
    </w:p>
    <w:p w:rsidR="00EA7901" w:rsidRDefault="00EA7901" w:rsidP="00EA7901">
      <w:pPr>
        <w:tabs>
          <w:tab w:val="right" w:leader="dot" w:pos="7654"/>
          <w:tab w:val="right" w:pos="8929"/>
          <w:tab w:val="right" w:pos="9638"/>
        </w:tabs>
        <w:spacing w:after="120"/>
        <w:ind w:left="1559" w:hanging="425"/>
      </w:pPr>
      <w:r>
        <w:lastRenderedPageBreak/>
        <w:t>A.</w:t>
      </w:r>
      <w:r>
        <w:tab/>
      </w:r>
      <w:r w:rsidRPr="00664355">
        <w:t>Échange d</w:t>
      </w:r>
      <w:r w:rsidR="004F3EFE">
        <w:t>’</w:t>
      </w:r>
      <w:r w:rsidRPr="00664355">
        <w:t xml:space="preserve">informations sur les mesures appliquées en cas de défaut et </w:t>
      </w:r>
      <w:r>
        <w:br/>
      </w:r>
      <w:r w:rsidRPr="00664355">
        <w:t xml:space="preserve">de non-conformité, notamment les systèmes de rappel </w:t>
      </w:r>
      <w:r>
        <w:br/>
      </w:r>
      <w:r w:rsidRPr="00664355">
        <w:t>(point 8.1 de l</w:t>
      </w:r>
      <w:r w:rsidR="004F3EFE">
        <w:t>’</w:t>
      </w:r>
      <w:r w:rsidRPr="00664355">
        <w:t>ordre du jour)</w:t>
      </w:r>
      <w:r>
        <w:tab/>
      </w:r>
      <w:r>
        <w:tab/>
        <w:t>112</w:t>
      </w:r>
      <w:r>
        <w:tab/>
      </w:r>
      <w:r w:rsidR="00695A6F">
        <w:t>22</w:t>
      </w:r>
    </w:p>
    <w:p w:rsidR="00EA7901" w:rsidRDefault="00EA7901" w:rsidP="00EA7901">
      <w:pPr>
        <w:tabs>
          <w:tab w:val="right" w:leader="dot" w:pos="7654"/>
          <w:tab w:val="right" w:pos="8929"/>
          <w:tab w:val="right" w:pos="9638"/>
        </w:tabs>
        <w:spacing w:after="120"/>
        <w:ind w:left="1559" w:hanging="425"/>
      </w:pPr>
      <w:r>
        <w:t>B.</w:t>
      </w:r>
      <w:r>
        <w:tab/>
      </w:r>
      <w:r w:rsidRPr="00664355">
        <w:t xml:space="preserve">Cohérence entre les dispositions de la Convention de Vienne de 1968 et </w:t>
      </w:r>
      <w:r>
        <w:br/>
      </w:r>
      <w:r w:rsidRPr="00664355">
        <w:t xml:space="preserve">les dispositions techniques concernant les véhicules des Règlements ONU </w:t>
      </w:r>
      <w:r>
        <w:br/>
      </w:r>
      <w:r w:rsidRPr="00664355">
        <w:t xml:space="preserve">et RTM ONU adoptées dans le cadre des Accords de 1958 et de 1998 </w:t>
      </w:r>
      <w:r>
        <w:br/>
      </w:r>
      <w:r w:rsidRPr="00664355">
        <w:t>(point 8.2 de l</w:t>
      </w:r>
      <w:r w:rsidR="004F3EFE">
        <w:t>’</w:t>
      </w:r>
      <w:r w:rsidRPr="00664355">
        <w:t>ordre du jour)</w:t>
      </w:r>
      <w:r>
        <w:tab/>
      </w:r>
      <w:r>
        <w:tab/>
        <w:t>113-119</w:t>
      </w:r>
      <w:r>
        <w:tab/>
      </w:r>
      <w:r w:rsidR="00695A6F">
        <w:t>22</w:t>
      </w:r>
    </w:p>
    <w:p w:rsidR="00EA7901" w:rsidRDefault="00EA7901" w:rsidP="00EA7901">
      <w:pPr>
        <w:tabs>
          <w:tab w:val="right" w:leader="dot" w:pos="7654"/>
          <w:tab w:val="right" w:pos="8929"/>
          <w:tab w:val="right" w:pos="9638"/>
        </w:tabs>
        <w:spacing w:after="120"/>
        <w:ind w:left="1559" w:hanging="425"/>
      </w:pPr>
      <w:r>
        <w:t>C.</w:t>
      </w:r>
      <w:r>
        <w:tab/>
      </w:r>
      <w:r w:rsidRPr="00664355">
        <w:t xml:space="preserve">Sécurité des enfants transportés par autobus et autocar </w:t>
      </w:r>
      <w:r>
        <w:br/>
      </w:r>
      <w:r w:rsidRPr="00664355">
        <w:t>(point 8.3 de l</w:t>
      </w:r>
      <w:r w:rsidR="004F3EFE">
        <w:t>’</w:t>
      </w:r>
      <w:r w:rsidRPr="00664355">
        <w:t>ordre du jour)</w:t>
      </w:r>
      <w:r>
        <w:tab/>
      </w:r>
      <w:r>
        <w:tab/>
        <w:t>120</w:t>
      </w:r>
      <w:r>
        <w:tab/>
      </w:r>
      <w:r w:rsidR="00695A6F">
        <w:t>24</w:t>
      </w:r>
    </w:p>
    <w:p w:rsidR="00EA7901" w:rsidRDefault="00EA7901" w:rsidP="00EA7901">
      <w:pPr>
        <w:tabs>
          <w:tab w:val="right" w:leader="dot" w:pos="7654"/>
          <w:tab w:val="right" w:pos="8929"/>
          <w:tab w:val="right" w:pos="9638"/>
        </w:tabs>
        <w:spacing w:after="120"/>
        <w:ind w:left="1559" w:hanging="425"/>
      </w:pPr>
      <w:r>
        <w:t>D.</w:t>
      </w:r>
      <w:r>
        <w:tab/>
      </w:r>
      <w:r w:rsidRPr="00664355">
        <w:t>Documents destinés à la publication (point 8.4 de l</w:t>
      </w:r>
      <w:r w:rsidR="004F3EFE">
        <w:t>’</w:t>
      </w:r>
      <w:r w:rsidRPr="00664355">
        <w:t>ordre du jour)</w:t>
      </w:r>
      <w:r>
        <w:tab/>
      </w:r>
      <w:r>
        <w:tab/>
        <w:t>121</w:t>
      </w:r>
      <w:r>
        <w:tab/>
      </w:r>
      <w:r w:rsidR="00695A6F">
        <w:t>24</w:t>
      </w:r>
    </w:p>
    <w:p w:rsidR="00837343" w:rsidRDefault="00837343" w:rsidP="00837343">
      <w:pPr>
        <w:tabs>
          <w:tab w:val="right" w:pos="850"/>
          <w:tab w:val="right" w:leader="dot" w:pos="7654"/>
          <w:tab w:val="right" w:pos="8929"/>
          <w:tab w:val="right" w:pos="9638"/>
        </w:tabs>
        <w:spacing w:after="120"/>
        <w:ind w:left="1134" w:hanging="1134"/>
      </w:pPr>
      <w:r>
        <w:tab/>
        <w:t>XI.</w:t>
      </w:r>
      <w:r>
        <w:tab/>
      </w:r>
      <w:r w:rsidRPr="00664355">
        <w:t>Adoption du rapport (point 9 de l</w:t>
      </w:r>
      <w:r w:rsidR="004F3EFE">
        <w:t>’</w:t>
      </w:r>
      <w:r w:rsidRPr="00664355">
        <w:t>ordre du jour)</w:t>
      </w:r>
      <w:r>
        <w:tab/>
      </w:r>
      <w:r>
        <w:tab/>
        <w:t>122</w:t>
      </w:r>
      <w:r>
        <w:tab/>
      </w:r>
      <w:r w:rsidR="00695A6F">
        <w:t>24</w:t>
      </w:r>
    </w:p>
    <w:p w:rsidR="00837343" w:rsidRPr="00664355" w:rsidRDefault="00837343" w:rsidP="00837343">
      <w:pPr>
        <w:tabs>
          <w:tab w:val="right" w:pos="850"/>
          <w:tab w:val="left" w:pos="1134"/>
          <w:tab w:val="left" w:pos="1559"/>
          <w:tab w:val="left" w:pos="1984"/>
          <w:tab w:val="left" w:leader="dot" w:pos="7654"/>
          <w:tab w:val="right" w:pos="8929"/>
          <w:tab w:val="right" w:pos="9638"/>
        </w:tabs>
        <w:spacing w:after="120"/>
        <w:ind w:left="1559" w:hanging="1559"/>
        <w:rPr>
          <w:b/>
          <w:bCs/>
          <w:sz w:val="28"/>
          <w:szCs w:val="28"/>
        </w:rPr>
      </w:pPr>
      <w:r w:rsidRPr="00664355">
        <w:rPr>
          <w:b/>
          <w:bCs/>
          <w:sz w:val="28"/>
          <w:szCs w:val="28"/>
        </w:rPr>
        <w:tab/>
        <w:t>B.</w:t>
      </w:r>
      <w:r w:rsidRPr="00664355">
        <w:rPr>
          <w:b/>
          <w:bCs/>
          <w:sz w:val="28"/>
          <w:szCs w:val="28"/>
        </w:rPr>
        <w:tab/>
        <w:t>Comité d</w:t>
      </w:r>
      <w:r w:rsidR="004F3EFE">
        <w:rPr>
          <w:b/>
          <w:bCs/>
          <w:sz w:val="28"/>
          <w:szCs w:val="28"/>
        </w:rPr>
        <w:t>’</w:t>
      </w:r>
      <w:r w:rsidRPr="00664355">
        <w:rPr>
          <w:b/>
          <w:bCs/>
          <w:sz w:val="28"/>
          <w:szCs w:val="28"/>
        </w:rPr>
        <w:t>administration de l</w:t>
      </w:r>
      <w:r w:rsidR="004F3EFE">
        <w:rPr>
          <w:b/>
          <w:bCs/>
          <w:sz w:val="28"/>
          <w:szCs w:val="28"/>
        </w:rPr>
        <w:t>’</w:t>
      </w:r>
      <w:r w:rsidRPr="00664355">
        <w:rPr>
          <w:b/>
          <w:bCs/>
          <w:sz w:val="28"/>
          <w:szCs w:val="28"/>
        </w:rPr>
        <w:t xml:space="preserve">Accord de 1958 (AC.1) </w:t>
      </w:r>
    </w:p>
    <w:p w:rsidR="00837343" w:rsidRDefault="00837343" w:rsidP="00837343">
      <w:pPr>
        <w:tabs>
          <w:tab w:val="right" w:pos="850"/>
          <w:tab w:val="right" w:leader="dot" w:pos="7654"/>
          <w:tab w:val="right" w:pos="8929"/>
          <w:tab w:val="right" w:pos="9638"/>
        </w:tabs>
        <w:spacing w:after="120"/>
        <w:ind w:left="1134" w:hanging="1134"/>
      </w:pPr>
      <w:r>
        <w:tab/>
        <w:t>XII.</w:t>
      </w:r>
      <w:r>
        <w:tab/>
      </w:r>
      <w:r w:rsidRPr="00664355">
        <w:t>Constitution du Comité d</w:t>
      </w:r>
      <w:r w:rsidR="004F3EFE">
        <w:t>’</w:t>
      </w:r>
      <w:r w:rsidRPr="00664355">
        <w:t>administration (AC.1) (point 10 de l</w:t>
      </w:r>
      <w:r w:rsidR="004F3EFE">
        <w:t>’</w:t>
      </w:r>
      <w:r w:rsidRPr="00664355">
        <w:t>ordre du jour)</w:t>
      </w:r>
      <w:r>
        <w:tab/>
      </w:r>
      <w:r>
        <w:tab/>
        <w:t>123-125</w:t>
      </w:r>
      <w:r>
        <w:tab/>
      </w:r>
      <w:r w:rsidR="00695A6F">
        <w:t>24</w:t>
      </w:r>
    </w:p>
    <w:p w:rsidR="00FA4BE6" w:rsidRDefault="00FA4BE6" w:rsidP="00837343">
      <w:pPr>
        <w:tabs>
          <w:tab w:val="right" w:pos="850"/>
          <w:tab w:val="right" w:leader="dot" w:pos="7654"/>
          <w:tab w:val="right" w:pos="8929"/>
          <w:tab w:val="right" w:pos="9638"/>
        </w:tabs>
        <w:spacing w:after="120"/>
        <w:ind w:left="1134" w:hanging="1134"/>
      </w:pPr>
      <w:r>
        <w:tab/>
        <w:t>XIII.</w:t>
      </w:r>
      <w:r>
        <w:tab/>
      </w:r>
      <w:r w:rsidRPr="00664355">
        <w:t>Propositions d</w:t>
      </w:r>
      <w:r w:rsidR="004F3EFE">
        <w:t>’</w:t>
      </w:r>
      <w:r w:rsidRPr="00664355">
        <w:t xml:space="preserve">amendements et de rectificatifs à des Règlements ONU existants </w:t>
      </w:r>
      <w:r w:rsidRPr="00664355">
        <w:br/>
        <w:t>et propositions de nouveaux Règlements ONU − Vote de l</w:t>
      </w:r>
      <w:r w:rsidR="004F3EFE">
        <w:t>’</w:t>
      </w:r>
      <w:r w:rsidRPr="00664355">
        <w:t xml:space="preserve">AC.1 </w:t>
      </w:r>
      <w:r w:rsidRPr="00664355">
        <w:br/>
        <w:t>(point 11 de l</w:t>
      </w:r>
      <w:r w:rsidR="004F3EFE">
        <w:t>’</w:t>
      </w:r>
      <w:r w:rsidRPr="00664355">
        <w:t>ordre du jour)</w:t>
      </w:r>
      <w:r>
        <w:tab/>
      </w:r>
      <w:r>
        <w:tab/>
        <w:t>126</w:t>
      </w:r>
      <w:r>
        <w:tab/>
      </w:r>
      <w:r w:rsidR="00695A6F">
        <w:t>24</w:t>
      </w:r>
    </w:p>
    <w:p w:rsidR="00FA4BE6" w:rsidRDefault="00FA4BE6" w:rsidP="00837343">
      <w:pPr>
        <w:tabs>
          <w:tab w:val="right" w:pos="850"/>
          <w:tab w:val="right" w:leader="dot" w:pos="7654"/>
          <w:tab w:val="right" w:pos="8929"/>
          <w:tab w:val="right" w:pos="9638"/>
        </w:tabs>
        <w:spacing w:after="120"/>
        <w:ind w:left="1134" w:hanging="1134"/>
      </w:pPr>
      <w:r w:rsidRPr="00664355">
        <w:rPr>
          <w:b/>
          <w:bCs/>
          <w:sz w:val="28"/>
          <w:szCs w:val="28"/>
        </w:rPr>
        <w:tab/>
        <w:t>C.</w:t>
      </w:r>
      <w:r w:rsidRPr="00664355">
        <w:rPr>
          <w:b/>
          <w:bCs/>
          <w:sz w:val="28"/>
          <w:szCs w:val="28"/>
        </w:rPr>
        <w:tab/>
        <w:t>Comité exécutif de l</w:t>
      </w:r>
      <w:r w:rsidR="004F3EFE">
        <w:rPr>
          <w:b/>
          <w:bCs/>
          <w:sz w:val="28"/>
          <w:szCs w:val="28"/>
        </w:rPr>
        <w:t>’</w:t>
      </w:r>
      <w:r w:rsidRPr="00664355">
        <w:rPr>
          <w:b/>
          <w:bCs/>
          <w:sz w:val="28"/>
          <w:szCs w:val="28"/>
        </w:rPr>
        <w:t>Accord de 1998 (AC.3)</w:t>
      </w:r>
    </w:p>
    <w:p w:rsidR="00FA4BE6" w:rsidRDefault="00FA4BE6" w:rsidP="00837343">
      <w:pPr>
        <w:tabs>
          <w:tab w:val="right" w:pos="850"/>
          <w:tab w:val="right" w:leader="dot" w:pos="7654"/>
          <w:tab w:val="right" w:pos="8929"/>
          <w:tab w:val="right" w:pos="9638"/>
        </w:tabs>
        <w:spacing w:after="120"/>
        <w:ind w:left="1134" w:hanging="1134"/>
      </w:pPr>
      <w:r>
        <w:tab/>
        <w:t>XIV.</w:t>
      </w:r>
      <w:r>
        <w:tab/>
      </w:r>
      <w:r w:rsidRPr="00664355">
        <w:t>Constitution du Comité exécutif (AC.3) (point 12 de l</w:t>
      </w:r>
      <w:r w:rsidR="004F3EFE">
        <w:t>’</w:t>
      </w:r>
      <w:r w:rsidRPr="00664355">
        <w:t>ordre du jour)</w:t>
      </w:r>
      <w:r>
        <w:tab/>
      </w:r>
      <w:r>
        <w:tab/>
        <w:t>127-129</w:t>
      </w:r>
      <w:r>
        <w:tab/>
      </w:r>
      <w:r w:rsidR="00695A6F">
        <w:t>27</w:t>
      </w:r>
    </w:p>
    <w:p w:rsidR="00FA4BE6" w:rsidRDefault="00FA4BE6" w:rsidP="00837343">
      <w:pPr>
        <w:tabs>
          <w:tab w:val="right" w:pos="850"/>
          <w:tab w:val="right" w:leader="dot" w:pos="7654"/>
          <w:tab w:val="right" w:pos="8929"/>
          <w:tab w:val="right" w:pos="9638"/>
        </w:tabs>
        <w:spacing w:after="120"/>
        <w:ind w:left="1134" w:hanging="1134"/>
        <w:rPr>
          <w:b/>
          <w:bCs/>
          <w:sz w:val="28"/>
          <w:szCs w:val="28"/>
        </w:rPr>
      </w:pPr>
      <w:r>
        <w:tab/>
      </w:r>
      <w:r w:rsidRPr="00FA4BE6">
        <w:rPr>
          <w:b/>
          <w:bCs/>
          <w:sz w:val="28"/>
          <w:szCs w:val="28"/>
        </w:rPr>
        <w:t>A.</w:t>
      </w:r>
      <w:r>
        <w:tab/>
      </w:r>
      <w:r w:rsidRPr="00664355">
        <w:rPr>
          <w:b/>
          <w:bCs/>
          <w:sz w:val="28"/>
          <w:szCs w:val="28"/>
        </w:rPr>
        <w:t>Forum mondial de l</w:t>
      </w:r>
      <w:r w:rsidR="004F3EFE">
        <w:rPr>
          <w:b/>
          <w:bCs/>
          <w:sz w:val="28"/>
          <w:szCs w:val="28"/>
        </w:rPr>
        <w:t>’</w:t>
      </w:r>
      <w:r w:rsidRPr="00664355">
        <w:rPr>
          <w:b/>
          <w:bCs/>
          <w:sz w:val="28"/>
          <w:szCs w:val="28"/>
        </w:rPr>
        <w:t xml:space="preserve">harmonisation des Règlements </w:t>
      </w:r>
      <w:r>
        <w:rPr>
          <w:b/>
          <w:bCs/>
          <w:sz w:val="28"/>
          <w:szCs w:val="28"/>
        </w:rPr>
        <w:br/>
      </w:r>
      <w:r w:rsidRPr="00664355">
        <w:rPr>
          <w:b/>
          <w:bCs/>
          <w:sz w:val="28"/>
          <w:szCs w:val="28"/>
        </w:rPr>
        <w:t>concernant les véhicules (WP.29)</w:t>
      </w:r>
    </w:p>
    <w:p w:rsidR="00FA4BE6" w:rsidRDefault="00FA4BE6" w:rsidP="00837343">
      <w:pPr>
        <w:tabs>
          <w:tab w:val="right" w:pos="850"/>
          <w:tab w:val="right" w:leader="dot" w:pos="7654"/>
          <w:tab w:val="right" w:pos="8929"/>
          <w:tab w:val="right" w:pos="9638"/>
        </w:tabs>
        <w:spacing w:after="120"/>
        <w:ind w:left="1134" w:hanging="1134"/>
      </w:pPr>
      <w:r>
        <w:tab/>
        <w:t>XV.</w:t>
      </w:r>
      <w:r>
        <w:tab/>
      </w:r>
      <w:r w:rsidRPr="00664355">
        <w:t>Suivi de la mise en œuvre de l</w:t>
      </w:r>
      <w:r w:rsidR="004F3EFE">
        <w:t>’</w:t>
      </w:r>
      <w:r w:rsidRPr="00664355">
        <w:t xml:space="preserve">Accord de 1998 : Rapports des Parties contractantes </w:t>
      </w:r>
      <w:r>
        <w:br/>
      </w:r>
      <w:r w:rsidRPr="00664355">
        <w:t xml:space="preserve">sur la transposition des RTM ONU et de leurs amendements dans la législation </w:t>
      </w:r>
      <w:r>
        <w:br/>
      </w:r>
      <w:r w:rsidRPr="00664355">
        <w:t>nationale ou régionale (point 5.1 de l</w:t>
      </w:r>
      <w:r w:rsidR="004F3EFE">
        <w:t>’</w:t>
      </w:r>
      <w:r w:rsidRPr="00664355">
        <w:t xml:space="preserve">ordre du jour correspondant au point 13 </w:t>
      </w:r>
      <w:r>
        <w:br/>
      </w:r>
      <w:r w:rsidRPr="00664355">
        <w:t>de l</w:t>
      </w:r>
      <w:r w:rsidR="004F3EFE">
        <w:t>’</w:t>
      </w:r>
      <w:r w:rsidRPr="00664355">
        <w:t>ordre du jour)</w:t>
      </w:r>
      <w:r>
        <w:tab/>
      </w:r>
      <w:r>
        <w:tab/>
        <w:t>130</w:t>
      </w:r>
      <w:r>
        <w:tab/>
      </w:r>
      <w:r w:rsidR="00695A6F">
        <w:t>27</w:t>
      </w:r>
    </w:p>
    <w:p w:rsidR="0014158C" w:rsidRPr="00FA4BE6" w:rsidRDefault="0014158C" w:rsidP="00837343">
      <w:pPr>
        <w:tabs>
          <w:tab w:val="right" w:pos="850"/>
          <w:tab w:val="right" w:leader="dot" w:pos="7654"/>
          <w:tab w:val="right" w:pos="8929"/>
          <w:tab w:val="right" w:pos="9638"/>
        </w:tabs>
        <w:spacing w:after="120"/>
        <w:ind w:left="1134" w:hanging="1134"/>
      </w:pPr>
      <w:r>
        <w:tab/>
        <w:t>XVI.</w:t>
      </w:r>
      <w:r>
        <w:tab/>
      </w:r>
      <w:r w:rsidRPr="00664355">
        <w:t xml:space="preserve">Examen et mise aux voix par le Comité exécutif des éventuels projets de RTM ONU </w:t>
      </w:r>
      <w:r>
        <w:br/>
      </w:r>
      <w:r w:rsidRPr="00664355">
        <w:t>et/ou projets d</w:t>
      </w:r>
      <w:r w:rsidR="004F3EFE">
        <w:t>’</w:t>
      </w:r>
      <w:r w:rsidRPr="00664355">
        <w:t>amendements à des RTM ONU existants (point 5.2 de l</w:t>
      </w:r>
      <w:r w:rsidR="004F3EFE">
        <w:t>’</w:t>
      </w:r>
      <w:r w:rsidRPr="00664355">
        <w:t xml:space="preserve">ordre du jour </w:t>
      </w:r>
      <w:r>
        <w:br/>
      </w:r>
      <w:r w:rsidRPr="00664355">
        <w:t>correspondant au point 14 de l</w:t>
      </w:r>
      <w:r w:rsidR="004F3EFE">
        <w:t>’</w:t>
      </w:r>
      <w:r w:rsidRPr="00664355">
        <w:t>ordre du jour)</w:t>
      </w:r>
      <w:r>
        <w:tab/>
      </w:r>
      <w:r>
        <w:tab/>
        <w:t>131-136</w:t>
      </w:r>
      <w:r>
        <w:tab/>
      </w:r>
      <w:r w:rsidR="00695A6F">
        <w:t>27</w:t>
      </w:r>
    </w:p>
    <w:p w:rsidR="00F32FF5" w:rsidRDefault="00F32FF5" w:rsidP="00F32FF5">
      <w:pPr>
        <w:tabs>
          <w:tab w:val="right" w:leader="dot" w:pos="7654"/>
          <w:tab w:val="right" w:pos="8929"/>
          <w:tab w:val="right" w:pos="9638"/>
        </w:tabs>
        <w:spacing w:after="120"/>
        <w:ind w:left="1559" w:hanging="425"/>
      </w:pPr>
      <w:r>
        <w:t>A.</w:t>
      </w:r>
      <w:r>
        <w:tab/>
      </w:r>
      <w:r w:rsidRPr="00664355">
        <w:t>Proposition d</w:t>
      </w:r>
      <w:r w:rsidR="004F3EFE">
        <w:t>’</w:t>
      </w:r>
      <w:r w:rsidRPr="00664355">
        <w:t>un nouveau RTM ONU (point 14.1 de l</w:t>
      </w:r>
      <w:r w:rsidR="004F3EFE">
        <w:t>’</w:t>
      </w:r>
      <w:r w:rsidRPr="00664355">
        <w:t>ordre du jour)</w:t>
      </w:r>
      <w:r>
        <w:tab/>
      </w:r>
      <w:r>
        <w:tab/>
        <w:t>131</w:t>
      </w:r>
      <w:r>
        <w:tab/>
      </w:r>
      <w:r w:rsidR="00695A6F">
        <w:t>27</w:t>
      </w:r>
    </w:p>
    <w:p w:rsidR="00EA7901" w:rsidRDefault="00F32FF5" w:rsidP="002B4FD3">
      <w:pPr>
        <w:tabs>
          <w:tab w:val="right" w:leader="dot" w:pos="7654"/>
          <w:tab w:val="right" w:pos="8929"/>
          <w:tab w:val="right" w:pos="9638"/>
        </w:tabs>
        <w:spacing w:after="120"/>
        <w:ind w:left="1559" w:hanging="425"/>
      </w:pPr>
      <w:r>
        <w:t>B.</w:t>
      </w:r>
      <w:r>
        <w:tab/>
      </w:r>
      <w:r w:rsidRPr="00664355">
        <w:t>Éventuelles propositions d</w:t>
      </w:r>
      <w:r w:rsidR="004F3EFE">
        <w:t>’</w:t>
      </w:r>
      <w:r w:rsidRPr="00664355">
        <w:t xml:space="preserve">amendements à des RTM ONU </w:t>
      </w:r>
      <w:r w:rsidRPr="00664355">
        <w:br/>
        <w:t>(point 14.2 de l</w:t>
      </w:r>
      <w:r w:rsidR="004F3EFE">
        <w:t>’</w:t>
      </w:r>
      <w:r w:rsidRPr="00664355">
        <w:t>ordre du jour)</w:t>
      </w:r>
      <w:r>
        <w:tab/>
      </w:r>
      <w:r>
        <w:tab/>
        <w:t>132-135</w:t>
      </w:r>
      <w:r>
        <w:tab/>
      </w:r>
      <w:r w:rsidR="00695A6F">
        <w:t>28</w:t>
      </w:r>
    </w:p>
    <w:p w:rsidR="0082772E" w:rsidRDefault="002B4FD3" w:rsidP="003417E7">
      <w:pPr>
        <w:tabs>
          <w:tab w:val="right" w:leader="dot" w:pos="7654"/>
          <w:tab w:val="right" w:pos="8929"/>
          <w:tab w:val="right" w:pos="9638"/>
        </w:tabs>
        <w:spacing w:after="120"/>
        <w:ind w:left="1984" w:hanging="425"/>
      </w:pPr>
      <w:r>
        <w:t>1.</w:t>
      </w:r>
      <w:r>
        <w:tab/>
      </w:r>
      <w:r w:rsidRPr="00664355">
        <w:t>Proposition d</w:t>
      </w:r>
      <w:r w:rsidR="004F3EFE">
        <w:t>’</w:t>
      </w:r>
      <w:r w:rsidRPr="00664355">
        <w:t xml:space="preserve">amendement 4 au RTM ONU </w:t>
      </w:r>
      <w:r>
        <w:rPr>
          <w:rFonts w:eastAsia="MS Mincho"/>
        </w:rPr>
        <w:t>n</w:t>
      </w:r>
      <w:r>
        <w:rPr>
          <w:rFonts w:eastAsia="MS Mincho"/>
          <w:vertAlign w:val="superscript"/>
        </w:rPr>
        <w:t>o</w:t>
      </w:r>
      <w:r w:rsidRPr="00664355">
        <w:t xml:space="preserve"> 3 (Freinage des motocycles) </w:t>
      </w:r>
      <w:r w:rsidRPr="00664355">
        <w:br/>
        <w:t>(point 14.2.1 de l</w:t>
      </w:r>
      <w:r w:rsidR="004F3EFE">
        <w:t>’</w:t>
      </w:r>
      <w:r w:rsidRPr="00664355">
        <w:t>ordre du jour)</w:t>
      </w:r>
      <w:r>
        <w:tab/>
      </w:r>
      <w:r>
        <w:tab/>
        <w:t>132</w:t>
      </w:r>
      <w:r>
        <w:tab/>
      </w:r>
      <w:r w:rsidR="00695A6F">
        <w:t>28</w:t>
      </w:r>
    </w:p>
    <w:p w:rsidR="002B4FD3" w:rsidRDefault="002B4FD3" w:rsidP="003417E7">
      <w:pPr>
        <w:tabs>
          <w:tab w:val="right" w:leader="dot" w:pos="7654"/>
          <w:tab w:val="right" w:pos="8929"/>
          <w:tab w:val="right" w:pos="9638"/>
        </w:tabs>
        <w:spacing w:after="120"/>
        <w:ind w:left="1984" w:hanging="425"/>
      </w:pPr>
      <w:r>
        <w:t>2.</w:t>
      </w:r>
      <w:r>
        <w:tab/>
      </w:r>
      <w:r w:rsidRPr="00664355">
        <w:t>Proposition d</w:t>
      </w:r>
      <w:r w:rsidR="004F3EFE">
        <w:t>’</w:t>
      </w:r>
      <w:r w:rsidRPr="00664355">
        <w:t xml:space="preserve">amendement 2 au RTM ONU </w:t>
      </w:r>
      <w:r>
        <w:rPr>
          <w:rFonts w:eastAsia="MS Mincho"/>
        </w:rPr>
        <w:t>n</w:t>
      </w:r>
      <w:r>
        <w:rPr>
          <w:rFonts w:eastAsia="MS Mincho"/>
          <w:vertAlign w:val="superscript"/>
        </w:rPr>
        <w:t>o</w:t>
      </w:r>
      <w:r w:rsidRPr="00664355">
        <w:t xml:space="preserve"> 6 (Vitrages de sécurité) </w:t>
      </w:r>
      <w:r w:rsidRPr="00664355">
        <w:br/>
        <w:t>(point 14.2.2 de l</w:t>
      </w:r>
      <w:r w:rsidR="004F3EFE">
        <w:t>’</w:t>
      </w:r>
      <w:r w:rsidRPr="00664355">
        <w:t>ordre du jour)</w:t>
      </w:r>
      <w:r>
        <w:tab/>
      </w:r>
      <w:r>
        <w:tab/>
        <w:t>133</w:t>
      </w:r>
      <w:r>
        <w:tab/>
      </w:r>
      <w:r w:rsidR="00695A6F">
        <w:t>28</w:t>
      </w:r>
    </w:p>
    <w:p w:rsidR="002B4FD3" w:rsidRDefault="002B4FD3" w:rsidP="003417E7">
      <w:pPr>
        <w:tabs>
          <w:tab w:val="right" w:leader="dot" w:pos="7654"/>
          <w:tab w:val="right" w:pos="8929"/>
          <w:tab w:val="right" w:pos="9638"/>
        </w:tabs>
        <w:spacing w:after="120"/>
        <w:ind w:left="1984" w:hanging="425"/>
      </w:pPr>
      <w:r>
        <w:t>3.</w:t>
      </w:r>
      <w:r>
        <w:tab/>
      </w:r>
      <w:r w:rsidR="0055689E" w:rsidRPr="00664355">
        <w:t>Proposition d</w:t>
      </w:r>
      <w:r w:rsidR="004F3EFE">
        <w:t>’</w:t>
      </w:r>
      <w:r w:rsidR="0055689E" w:rsidRPr="00664355">
        <w:t xml:space="preserve">amendement 3 au RTM ONU </w:t>
      </w:r>
      <w:r w:rsidR="0055689E">
        <w:rPr>
          <w:rFonts w:eastAsia="MS Mincho"/>
        </w:rPr>
        <w:t>n</w:t>
      </w:r>
      <w:r w:rsidR="0055689E">
        <w:rPr>
          <w:rFonts w:eastAsia="MS Mincho"/>
          <w:vertAlign w:val="superscript"/>
        </w:rPr>
        <w:t>o</w:t>
      </w:r>
      <w:r w:rsidR="0055689E">
        <w:t> </w:t>
      </w:r>
      <w:r w:rsidR="0055689E" w:rsidRPr="00664355">
        <w:t xml:space="preserve">6 (Vitrages de sécurité) </w:t>
      </w:r>
      <w:r w:rsidR="0055689E" w:rsidRPr="00664355">
        <w:br/>
        <w:t>(point 14.2.3 de l</w:t>
      </w:r>
      <w:r w:rsidR="004F3EFE">
        <w:t>’</w:t>
      </w:r>
      <w:r w:rsidR="0055689E" w:rsidRPr="00664355">
        <w:t>ordre du jour)</w:t>
      </w:r>
      <w:r>
        <w:tab/>
      </w:r>
      <w:r w:rsidR="0055689E">
        <w:tab/>
        <w:t>134</w:t>
      </w:r>
      <w:r w:rsidR="0055689E">
        <w:tab/>
      </w:r>
      <w:r w:rsidR="00695A6F">
        <w:t>28</w:t>
      </w:r>
    </w:p>
    <w:p w:rsidR="0055689E" w:rsidRDefault="0055689E" w:rsidP="003417E7">
      <w:pPr>
        <w:tabs>
          <w:tab w:val="right" w:leader="dot" w:pos="7654"/>
          <w:tab w:val="right" w:pos="8929"/>
          <w:tab w:val="right" w:pos="9638"/>
        </w:tabs>
        <w:spacing w:after="120"/>
        <w:ind w:left="1984" w:hanging="425"/>
      </w:pPr>
      <w:r>
        <w:t>4.</w:t>
      </w:r>
      <w:r>
        <w:tab/>
      </w:r>
      <w:r w:rsidRPr="00664355">
        <w:t>Proposition d</w:t>
      </w:r>
      <w:r w:rsidR="004F3EFE">
        <w:t>’</w:t>
      </w:r>
      <w:r w:rsidRPr="00664355">
        <w:t xml:space="preserve">amendement 2 au RTM ONU </w:t>
      </w:r>
      <w:r>
        <w:rPr>
          <w:rFonts w:eastAsia="MS Mincho"/>
        </w:rPr>
        <w:t>n</w:t>
      </w:r>
      <w:r>
        <w:rPr>
          <w:rFonts w:eastAsia="MS Mincho"/>
          <w:vertAlign w:val="superscript"/>
        </w:rPr>
        <w:t>o</w:t>
      </w:r>
      <w:r>
        <w:t> </w:t>
      </w:r>
      <w:r w:rsidRPr="00664355">
        <w:t xml:space="preserve">16 (Pneumatiques) </w:t>
      </w:r>
      <w:r w:rsidRPr="00664355">
        <w:br/>
        <w:t>(point 14.2.4 de l</w:t>
      </w:r>
      <w:r w:rsidR="004F3EFE">
        <w:t>’</w:t>
      </w:r>
      <w:r w:rsidRPr="00664355">
        <w:t>ordre du jour)</w:t>
      </w:r>
      <w:r>
        <w:tab/>
      </w:r>
      <w:r>
        <w:tab/>
        <w:t>135</w:t>
      </w:r>
      <w:r>
        <w:tab/>
      </w:r>
      <w:r w:rsidR="00695A6F">
        <w:t>28</w:t>
      </w:r>
    </w:p>
    <w:p w:rsidR="0055689E" w:rsidRDefault="0055689E" w:rsidP="0055689E">
      <w:pPr>
        <w:tabs>
          <w:tab w:val="right" w:leader="dot" w:pos="7654"/>
          <w:tab w:val="right" w:pos="8929"/>
          <w:tab w:val="right" w:pos="9638"/>
        </w:tabs>
        <w:spacing w:after="120"/>
        <w:ind w:left="1559" w:hanging="425"/>
      </w:pPr>
      <w:r>
        <w:t>C.</w:t>
      </w:r>
      <w:r>
        <w:tab/>
      </w:r>
      <w:r w:rsidRPr="00664355">
        <w:t>Éventuelles propositions d</w:t>
      </w:r>
      <w:r w:rsidR="004F3EFE">
        <w:t>’</w:t>
      </w:r>
      <w:r w:rsidRPr="00664355">
        <w:t>amendements aux Résolutions mutuelles de l</w:t>
      </w:r>
      <w:r w:rsidR="004F3EFE">
        <w:t>’</w:t>
      </w:r>
      <w:r w:rsidRPr="00664355">
        <w:t xml:space="preserve">Accord </w:t>
      </w:r>
      <w:r w:rsidRPr="00664355">
        <w:br/>
        <w:t>de 1958 et de l</w:t>
      </w:r>
      <w:r w:rsidR="004F3EFE">
        <w:t>’</w:t>
      </w:r>
      <w:r w:rsidRPr="00664355">
        <w:t>Accord de 1998 (point 14.3 de l</w:t>
      </w:r>
      <w:r w:rsidR="004F3EFE">
        <w:t>’</w:t>
      </w:r>
      <w:r w:rsidRPr="00664355">
        <w:t>ordre du jour)</w:t>
      </w:r>
      <w:r>
        <w:tab/>
      </w:r>
      <w:r>
        <w:tab/>
        <w:t>136</w:t>
      </w:r>
      <w:r>
        <w:tab/>
      </w:r>
      <w:r w:rsidR="00695A6F">
        <w:t>28</w:t>
      </w:r>
    </w:p>
    <w:p w:rsidR="0055689E" w:rsidRDefault="0055689E" w:rsidP="0055689E">
      <w:pPr>
        <w:tabs>
          <w:tab w:val="right" w:pos="850"/>
          <w:tab w:val="right" w:leader="dot" w:pos="7654"/>
          <w:tab w:val="right" w:pos="8929"/>
          <w:tab w:val="right" w:pos="9638"/>
        </w:tabs>
        <w:spacing w:after="120"/>
        <w:ind w:left="1134" w:hanging="1134"/>
      </w:pPr>
      <w:r>
        <w:tab/>
        <w:t>XVII.</w:t>
      </w:r>
      <w:r>
        <w:tab/>
      </w:r>
      <w:r w:rsidRPr="00664355">
        <w:t xml:space="preserve">Examen des éventuels RTM ONU à inscrire dans le Recueil des Règlements admissibles </w:t>
      </w:r>
      <w:r w:rsidRPr="00664355">
        <w:br/>
        <w:t>(point 5.3 de l</w:t>
      </w:r>
      <w:r w:rsidR="004F3EFE">
        <w:t>’</w:t>
      </w:r>
      <w:r w:rsidRPr="00664355">
        <w:t>ordre du jour correspondant au point 15 de l</w:t>
      </w:r>
      <w:r w:rsidR="004F3EFE">
        <w:t>’</w:t>
      </w:r>
      <w:r w:rsidRPr="00664355">
        <w:t>ordre du jour)</w:t>
      </w:r>
      <w:r>
        <w:tab/>
      </w:r>
      <w:r>
        <w:tab/>
        <w:t>137</w:t>
      </w:r>
      <w:r>
        <w:tab/>
      </w:r>
      <w:r w:rsidR="00695A6F">
        <w:t>28</w:t>
      </w:r>
    </w:p>
    <w:p w:rsidR="0055689E" w:rsidRDefault="0055689E" w:rsidP="0055689E">
      <w:pPr>
        <w:tabs>
          <w:tab w:val="right" w:pos="850"/>
          <w:tab w:val="right" w:leader="dot" w:pos="7654"/>
          <w:tab w:val="right" w:pos="8929"/>
          <w:tab w:val="right" w:pos="9638"/>
        </w:tabs>
        <w:spacing w:after="120"/>
        <w:ind w:left="1134" w:hanging="1134"/>
      </w:pPr>
      <w:r>
        <w:tab/>
        <w:t>XVIII.</w:t>
      </w:r>
      <w:r>
        <w:tab/>
      </w:r>
      <w:r w:rsidRPr="00664355">
        <w:t xml:space="preserve">Éventuelles orientations adoptées par consensus concernant les éléments de projets </w:t>
      </w:r>
      <w:r>
        <w:br/>
      </w:r>
      <w:r w:rsidRPr="00664355">
        <w:t>de RTM ONU qui n</w:t>
      </w:r>
      <w:r w:rsidR="004F3EFE">
        <w:t>’</w:t>
      </w:r>
      <w:r w:rsidRPr="00664355">
        <w:t xml:space="preserve">ont pas été réglés par les groupes de travail subsidiaires du Forum </w:t>
      </w:r>
      <w:r>
        <w:br/>
      </w:r>
      <w:r w:rsidRPr="00664355">
        <w:t>mondial (point 5.4 de l</w:t>
      </w:r>
      <w:r w:rsidR="004F3EFE">
        <w:t>’</w:t>
      </w:r>
      <w:r w:rsidRPr="00664355">
        <w:t>ordre du jour correspondant au point 16 de l</w:t>
      </w:r>
      <w:r w:rsidR="004F3EFE">
        <w:t>’</w:t>
      </w:r>
      <w:r w:rsidRPr="00664355">
        <w:t>ordre du jour)</w:t>
      </w:r>
      <w:r>
        <w:tab/>
        <w:t>138</w:t>
      </w:r>
      <w:r>
        <w:tab/>
      </w:r>
      <w:r w:rsidR="00695A6F">
        <w:t>29</w:t>
      </w:r>
    </w:p>
    <w:p w:rsidR="0055689E" w:rsidRDefault="0055689E" w:rsidP="0055689E">
      <w:pPr>
        <w:tabs>
          <w:tab w:val="right" w:pos="850"/>
          <w:tab w:val="right" w:leader="dot" w:pos="7654"/>
          <w:tab w:val="right" w:pos="8929"/>
          <w:tab w:val="right" w:pos="9638"/>
        </w:tabs>
        <w:spacing w:after="120"/>
        <w:ind w:left="1134" w:hanging="1134"/>
      </w:pPr>
      <w:r>
        <w:tab/>
        <w:t>XIX.</w:t>
      </w:r>
      <w:r>
        <w:tab/>
      </w:r>
      <w:r w:rsidRPr="00664355">
        <w:t>Échange d</w:t>
      </w:r>
      <w:r w:rsidR="004F3EFE">
        <w:t>’</w:t>
      </w:r>
      <w:r w:rsidRPr="00664355">
        <w:t xml:space="preserve">informations sur les nouvelles priorités à inclure dans le programme de travail </w:t>
      </w:r>
      <w:r w:rsidRPr="00664355">
        <w:br/>
        <w:t>(point 5.5 de l</w:t>
      </w:r>
      <w:r w:rsidR="004F3EFE">
        <w:t>’</w:t>
      </w:r>
      <w:r w:rsidRPr="00664355">
        <w:t>ordre du jour correspondant au point 17 de l</w:t>
      </w:r>
      <w:r w:rsidR="004F3EFE">
        <w:t>’</w:t>
      </w:r>
      <w:r w:rsidRPr="00664355">
        <w:t>ordre du jour)</w:t>
      </w:r>
      <w:r>
        <w:tab/>
      </w:r>
      <w:r>
        <w:tab/>
        <w:t>139</w:t>
      </w:r>
      <w:r>
        <w:tab/>
      </w:r>
      <w:r w:rsidR="00695A6F">
        <w:t>29</w:t>
      </w:r>
    </w:p>
    <w:p w:rsidR="0055689E" w:rsidRDefault="0055689E" w:rsidP="0055689E">
      <w:pPr>
        <w:tabs>
          <w:tab w:val="right" w:pos="850"/>
          <w:tab w:val="right" w:leader="dot" w:pos="7654"/>
          <w:tab w:val="right" w:pos="8929"/>
          <w:tab w:val="right" w:pos="9638"/>
        </w:tabs>
        <w:spacing w:after="120"/>
        <w:ind w:left="1134" w:hanging="1134"/>
      </w:pPr>
      <w:r>
        <w:lastRenderedPageBreak/>
        <w:tab/>
        <w:t>XX.</w:t>
      </w:r>
      <w:r>
        <w:tab/>
      </w:r>
      <w:r w:rsidRPr="00664355">
        <w:t>État d</w:t>
      </w:r>
      <w:r w:rsidR="004F3EFE">
        <w:t>’</w:t>
      </w:r>
      <w:r w:rsidRPr="00664355">
        <w:t>avancement de l</w:t>
      </w:r>
      <w:r w:rsidR="004F3EFE">
        <w:t>’</w:t>
      </w:r>
      <w:r w:rsidRPr="00664355">
        <w:t>élaboration de nouveaux RTM ONU ou d</w:t>
      </w:r>
      <w:r w:rsidR="004F3EFE">
        <w:t>’</w:t>
      </w:r>
      <w:r w:rsidRPr="00664355">
        <w:t xml:space="preserve">amendements à </w:t>
      </w:r>
      <w:r w:rsidRPr="00664355">
        <w:br/>
        <w:t>des RTM ONU existants (point 5.5 de l</w:t>
      </w:r>
      <w:r w:rsidR="004F3EFE">
        <w:t>’</w:t>
      </w:r>
      <w:r w:rsidRPr="00664355">
        <w:t xml:space="preserve">ordre du jour correspondant au point 18 </w:t>
      </w:r>
      <w:r w:rsidRPr="00664355">
        <w:br/>
        <w:t>de l</w:t>
      </w:r>
      <w:r w:rsidR="004F3EFE">
        <w:t>’</w:t>
      </w:r>
      <w:r w:rsidRPr="00664355">
        <w:t>ordre du jour)</w:t>
      </w:r>
      <w:r>
        <w:tab/>
      </w:r>
      <w:r>
        <w:tab/>
        <w:t>140-177</w:t>
      </w:r>
      <w:r>
        <w:tab/>
      </w:r>
      <w:r w:rsidR="00A53295">
        <w:t>29</w:t>
      </w:r>
    </w:p>
    <w:p w:rsidR="0055689E" w:rsidRDefault="0055689E" w:rsidP="0055689E">
      <w:pPr>
        <w:tabs>
          <w:tab w:val="right" w:leader="dot" w:pos="7654"/>
          <w:tab w:val="right" w:pos="8929"/>
          <w:tab w:val="right" w:pos="9638"/>
        </w:tabs>
        <w:spacing w:after="120"/>
        <w:ind w:left="1559" w:hanging="425"/>
      </w:pPr>
      <w:r>
        <w:t>A.</w:t>
      </w:r>
      <w:r>
        <w:tab/>
      </w:r>
      <w:r w:rsidRPr="00664355">
        <w:t xml:space="preserve">RTM ONU </w:t>
      </w:r>
      <w:r>
        <w:rPr>
          <w:rFonts w:eastAsia="MS Mincho"/>
        </w:rPr>
        <w:t>n</w:t>
      </w:r>
      <w:r>
        <w:rPr>
          <w:rFonts w:eastAsia="MS Mincho"/>
          <w:vertAlign w:val="superscript"/>
        </w:rPr>
        <w:t>o</w:t>
      </w:r>
      <w:r>
        <w:t> </w:t>
      </w:r>
      <w:r w:rsidRPr="00664355">
        <w:t xml:space="preserve">1 (Serrures et organes de fixation des portes) </w:t>
      </w:r>
      <w:r w:rsidRPr="00664355">
        <w:br/>
        <w:t>(point 18.1 de l</w:t>
      </w:r>
      <w:r w:rsidR="004F3EFE">
        <w:t>’</w:t>
      </w:r>
      <w:r w:rsidRPr="00664355">
        <w:t>ordre du jour)</w:t>
      </w:r>
      <w:r>
        <w:tab/>
      </w:r>
      <w:r>
        <w:tab/>
        <w:t>140</w:t>
      </w:r>
      <w:r>
        <w:tab/>
      </w:r>
      <w:r w:rsidR="00A53295">
        <w:t>29</w:t>
      </w:r>
    </w:p>
    <w:p w:rsidR="0055689E" w:rsidRDefault="0055689E" w:rsidP="0055689E">
      <w:pPr>
        <w:tabs>
          <w:tab w:val="right" w:leader="dot" w:pos="7654"/>
          <w:tab w:val="right" w:pos="8929"/>
          <w:tab w:val="right" w:pos="9638"/>
        </w:tabs>
        <w:spacing w:after="120"/>
        <w:ind w:left="1559" w:hanging="425"/>
      </w:pPr>
      <w:r>
        <w:t>B.</w:t>
      </w:r>
      <w:r>
        <w:tab/>
      </w:r>
      <w:r w:rsidRPr="00664355">
        <w:t xml:space="preserve">RTM ONU </w:t>
      </w:r>
      <w:r>
        <w:rPr>
          <w:rFonts w:eastAsia="MS Mincho"/>
        </w:rPr>
        <w:t>n</w:t>
      </w:r>
      <w:r>
        <w:rPr>
          <w:rFonts w:eastAsia="MS Mincho"/>
          <w:vertAlign w:val="superscript"/>
        </w:rPr>
        <w:t>o</w:t>
      </w:r>
      <w:r w:rsidRPr="00664355">
        <w:t> 2 [Cycle d</w:t>
      </w:r>
      <w:r w:rsidR="004F3EFE">
        <w:t>’</w:t>
      </w:r>
      <w:r w:rsidRPr="00664355">
        <w:t xml:space="preserve">essai mondial harmonisé de mesure des émissions </w:t>
      </w:r>
      <w:r>
        <w:br/>
      </w:r>
      <w:r w:rsidRPr="00664355">
        <w:t>des motocycles (WMTC)] (point 18.2 de l</w:t>
      </w:r>
      <w:r w:rsidR="004F3EFE">
        <w:t>’</w:t>
      </w:r>
      <w:r w:rsidRPr="00664355">
        <w:t>ordre du jour)</w:t>
      </w:r>
      <w:r>
        <w:tab/>
      </w:r>
      <w:r>
        <w:tab/>
        <w:t>141</w:t>
      </w:r>
      <w:r>
        <w:tab/>
      </w:r>
      <w:r w:rsidR="00A53295">
        <w:t>29</w:t>
      </w:r>
    </w:p>
    <w:p w:rsidR="0055689E" w:rsidRDefault="0055689E" w:rsidP="0055689E">
      <w:pPr>
        <w:tabs>
          <w:tab w:val="right" w:leader="dot" w:pos="7654"/>
          <w:tab w:val="right" w:pos="8929"/>
          <w:tab w:val="right" w:pos="9638"/>
        </w:tabs>
        <w:spacing w:after="120"/>
        <w:ind w:left="1559" w:hanging="425"/>
      </w:pPr>
      <w:r>
        <w:t>C.</w:t>
      </w:r>
      <w:r>
        <w:tab/>
      </w:r>
      <w:r w:rsidRPr="00664355">
        <w:t xml:space="preserve">RTM ONU </w:t>
      </w:r>
      <w:r>
        <w:rPr>
          <w:rFonts w:eastAsia="MS Mincho"/>
        </w:rPr>
        <w:t>n</w:t>
      </w:r>
      <w:r>
        <w:rPr>
          <w:rFonts w:eastAsia="MS Mincho"/>
          <w:vertAlign w:val="superscript"/>
        </w:rPr>
        <w:t>o</w:t>
      </w:r>
      <w:r w:rsidRPr="00664355">
        <w:t xml:space="preserve"> 3 (Systèmes de freinage des motocycles) (point 18.3 de </w:t>
      </w:r>
      <w:r>
        <w:br/>
      </w:r>
      <w:r w:rsidRPr="00664355">
        <w:t>l</w:t>
      </w:r>
      <w:r w:rsidR="004F3EFE">
        <w:t>’</w:t>
      </w:r>
      <w:r w:rsidRPr="00664355">
        <w:t>ordre du jour)</w:t>
      </w:r>
      <w:r>
        <w:tab/>
      </w:r>
      <w:r>
        <w:tab/>
        <w:t>142</w:t>
      </w:r>
      <w:r>
        <w:tab/>
      </w:r>
      <w:r w:rsidR="00A53295">
        <w:t>29</w:t>
      </w:r>
    </w:p>
    <w:p w:rsidR="0055689E" w:rsidRDefault="0055689E" w:rsidP="0055689E">
      <w:pPr>
        <w:tabs>
          <w:tab w:val="right" w:leader="dot" w:pos="7654"/>
          <w:tab w:val="right" w:pos="8929"/>
          <w:tab w:val="right" w:pos="9638"/>
        </w:tabs>
        <w:spacing w:after="120"/>
        <w:ind w:left="1559" w:hanging="425"/>
      </w:pPr>
      <w:r>
        <w:t>D.</w:t>
      </w:r>
      <w:r>
        <w:tab/>
      </w:r>
      <w:r w:rsidRPr="00664355">
        <w:t xml:space="preserve">RTM ONU </w:t>
      </w:r>
      <w:r>
        <w:rPr>
          <w:rFonts w:eastAsia="MS Mincho"/>
        </w:rPr>
        <w:t>n</w:t>
      </w:r>
      <w:r>
        <w:rPr>
          <w:rFonts w:eastAsia="MS Mincho"/>
          <w:vertAlign w:val="superscript"/>
        </w:rPr>
        <w:t>o</w:t>
      </w:r>
      <w:r w:rsidRPr="00664355">
        <w:t> 4 [Procédure mondiale harmonisée d</w:t>
      </w:r>
      <w:r w:rsidR="004F3EFE">
        <w:t>’</w:t>
      </w:r>
      <w:r w:rsidRPr="00664355">
        <w:t xml:space="preserve">homologation </w:t>
      </w:r>
      <w:r>
        <w:br/>
      </w:r>
      <w:r w:rsidRPr="00664355">
        <w:t>des véhicules utilitaires lourds (WHDC)] (point 18.4 de l</w:t>
      </w:r>
      <w:r w:rsidR="004F3EFE">
        <w:t>’</w:t>
      </w:r>
      <w:r w:rsidRPr="00664355">
        <w:t>ordre du jour)</w:t>
      </w:r>
      <w:r>
        <w:tab/>
      </w:r>
      <w:r>
        <w:tab/>
        <w:t>1</w:t>
      </w:r>
      <w:r w:rsidR="00D64D4A">
        <w:t>43</w:t>
      </w:r>
      <w:r>
        <w:tab/>
      </w:r>
      <w:r w:rsidR="00A53295">
        <w:t>30</w:t>
      </w:r>
    </w:p>
    <w:p w:rsidR="0055689E" w:rsidRDefault="00D64D4A" w:rsidP="0055689E">
      <w:pPr>
        <w:tabs>
          <w:tab w:val="right" w:leader="dot" w:pos="7654"/>
          <w:tab w:val="right" w:pos="8929"/>
          <w:tab w:val="right" w:pos="9638"/>
        </w:tabs>
        <w:spacing w:after="120"/>
        <w:ind w:left="1559" w:hanging="425"/>
      </w:pPr>
      <w:r>
        <w:t>E</w:t>
      </w:r>
      <w:r w:rsidR="0055689E">
        <w:t>.</w:t>
      </w:r>
      <w:r w:rsidR="0055689E">
        <w:tab/>
      </w:r>
      <w:r w:rsidRPr="00664355">
        <w:t xml:space="preserve">RTM ONU </w:t>
      </w:r>
      <w:r w:rsidR="00B00DC1">
        <w:rPr>
          <w:rFonts w:eastAsia="MS Mincho"/>
        </w:rPr>
        <w:t>n</w:t>
      </w:r>
      <w:r w:rsidR="00B00DC1">
        <w:rPr>
          <w:rFonts w:eastAsia="MS Mincho"/>
          <w:vertAlign w:val="superscript"/>
        </w:rPr>
        <w:t>o</w:t>
      </w:r>
      <w:r w:rsidRPr="00664355">
        <w:t> 5 [Systèmes d</w:t>
      </w:r>
      <w:r w:rsidR="004F3EFE">
        <w:t>’</w:t>
      </w:r>
      <w:r w:rsidRPr="00664355">
        <w:t xml:space="preserve">autodiagnostic (Systèmes OBD)] </w:t>
      </w:r>
      <w:r w:rsidRPr="00664355">
        <w:br/>
        <w:t>(point 18.5 de l</w:t>
      </w:r>
      <w:r w:rsidR="004F3EFE">
        <w:t>’</w:t>
      </w:r>
      <w:r w:rsidRPr="00664355">
        <w:t>ordre du jour)</w:t>
      </w:r>
      <w:r w:rsidR="0055689E">
        <w:tab/>
      </w:r>
      <w:r w:rsidR="0055689E">
        <w:tab/>
        <w:t>1</w:t>
      </w:r>
      <w:r w:rsidR="00B00DC1">
        <w:t>44</w:t>
      </w:r>
      <w:r w:rsidR="0055689E">
        <w:tab/>
      </w:r>
      <w:r w:rsidR="00A53295">
        <w:t>30</w:t>
      </w:r>
    </w:p>
    <w:p w:rsidR="0055689E" w:rsidRDefault="008C6DC8" w:rsidP="0055689E">
      <w:pPr>
        <w:tabs>
          <w:tab w:val="right" w:leader="dot" w:pos="7654"/>
          <w:tab w:val="right" w:pos="8929"/>
          <w:tab w:val="right" w:pos="9638"/>
        </w:tabs>
        <w:spacing w:after="120"/>
        <w:ind w:left="1559" w:hanging="425"/>
      </w:pPr>
      <w:r>
        <w:t>F</w:t>
      </w:r>
      <w:r w:rsidR="0055689E">
        <w:t>.</w:t>
      </w:r>
      <w:r w:rsidR="0055689E">
        <w:tab/>
      </w:r>
      <w:r w:rsidRPr="00664355">
        <w:t xml:space="preserve">RTM ONU </w:t>
      </w:r>
      <w:r>
        <w:rPr>
          <w:rFonts w:eastAsia="MS Mincho"/>
        </w:rPr>
        <w:t>n</w:t>
      </w:r>
      <w:r>
        <w:rPr>
          <w:rFonts w:eastAsia="MS Mincho"/>
          <w:vertAlign w:val="superscript"/>
        </w:rPr>
        <w:t>o</w:t>
      </w:r>
      <w:r w:rsidRPr="00664355">
        <w:t> 6 (Vitrages de sécurité) (point 18.6 de l</w:t>
      </w:r>
      <w:r w:rsidR="004F3EFE">
        <w:t>’</w:t>
      </w:r>
      <w:r w:rsidRPr="00664355">
        <w:t>ordre du jour)</w:t>
      </w:r>
      <w:r w:rsidR="0055689E">
        <w:tab/>
      </w:r>
      <w:r w:rsidR="0055689E">
        <w:tab/>
        <w:t>1</w:t>
      </w:r>
      <w:r>
        <w:t>45-150</w:t>
      </w:r>
      <w:r w:rsidR="0055689E">
        <w:tab/>
      </w:r>
      <w:r w:rsidR="00A53295">
        <w:t>30</w:t>
      </w:r>
    </w:p>
    <w:p w:rsidR="0055689E" w:rsidRDefault="008C6DC8" w:rsidP="0055689E">
      <w:pPr>
        <w:tabs>
          <w:tab w:val="right" w:leader="dot" w:pos="7654"/>
          <w:tab w:val="right" w:pos="8929"/>
          <w:tab w:val="right" w:pos="9638"/>
        </w:tabs>
        <w:spacing w:after="120"/>
        <w:ind w:left="1559" w:hanging="425"/>
      </w:pPr>
      <w:r>
        <w:t>G</w:t>
      </w:r>
      <w:r w:rsidR="0055689E">
        <w:t>.</w:t>
      </w:r>
      <w:r w:rsidR="0055689E">
        <w:tab/>
      </w:r>
      <w:r w:rsidR="006B1A38" w:rsidRPr="00664355">
        <w:t xml:space="preserve">RTM ONU </w:t>
      </w:r>
      <w:r w:rsidR="006B1A38">
        <w:rPr>
          <w:rFonts w:eastAsia="MS Mincho"/>
        </w:rPr>
        <w:t>n</w:t>
      </w:r>
      <w:r w:rsidR="006B1A38">
        <w:rPr>
          <w:rFonts w:eastAsia="MS Mincho"/>
          <w:vertAlign w:val="superscript"/>
        </w:rPr>
        <w:t>o</w:t>
      </w:r>
      <w:r w:rsidR="006B1A38" w:rsidRPr="00664355">
        <w:t> 7 (Appuie-tête) (point 18.7 de l</w:t>
      </w:r>
      <w:r w:rsidR="004F3EFE">
        <w:t>’</w:t>
      </w:r>
      <w:r w:rsidR="006B1A38" w:rsidRPr="00664355">
        <w:t>ordre du jour)</w:t>
      </w:r>
      <w:r w:rsidR="0055689E">
        <w:tab/>
      </w:r>
      <w:r w:rsidR="0055689E">
        <w:tab/>
      </w:r>
      <w:r w:rsidR="006B1A38">
        <w:t>151-152</w:t>
      </w:r>
      <w:r w:rsidR="0055689E">
        <w:tab/>
      </w:r>
      <w:r w:rsidR="00A53295">
        <w:t>31</w:t>
      </w:r>
    </w:p>
    <w:p w:rsidR="0055689E" w:rsidRDefault="008C6DC8" w:rsidP="0055689E">
      <w:pPr>
        <w:tabs>
          <w:tab w:val="right" w:leader="dot" w:pos="7654"/>
          <w:tab w:val="right" w:pos="8929"/>
          <w:tab w:val="right" w:pos="9638"/>
        </w:tabs>
        <w:spacing w:after="120"/>
        <w:ind w:left="1559" w:hanging="425"/>
      </w:pPr>
      <w:r>
        <w:t>H</w:t>
      </w:r>
      <w:r w:rsidR="0055689E">
        <w:t>.</w:t>
      </w:r>
      <w:r w:rsidR="0055689E">
        <w:tab/>
      </w:r>
      <w:r w:rsidR="007805C2" w:rsidRPr="00664355">
        <w:t xml:space="preserve">RTM ONU </w:t>
      </w:r>
      <w:r w:rsidR="007805C2">
        <w:rPr>
          <w:rFonts w:eastAsia="MS Mincho"/>
        </w:rPr>
        <w:t>n</w:t>
      </w:r>
      <w:r w:rsidR="007805C2">
        <w:rPr>
          <w:rFonts w:eastAsia="MS Mincho"/>
          <w:vertAlign w:val="superscript"/>
        </w:rPr>
        <w:t>o</w:t>
      </w:r>
      <w:r w:rsidR="007805C2" w:rsidRPr="00664355">
        <w:t xml:space="preserve"> 8 (Systèmes électroniques de contrôle de la stabilité </w:t>
      </w:r>
      <w:r w:rsidR="007805C2">
        <w:br/>
      </w:r>
      <w:r w:rsidR="007805C2" w:rsidRPr="00664355">
        <w:t>directionnelle (ESC)) (point 18.8 de l</w:t>
      </w:r>
      <w:r w:rsidR="004F3EFE">
        <w:t>’</w:t>
      </w:r>
      <w:r w:rsidR="007805C2" w:rsidRPr="00664355">
        <w:t>ordre du jour)</w:t>
      </w:r>
      <w:r w:rsidR="0055689E">
        <w:tab/>
      </w:r>
      <w:r w:rsidR="0055689E">
        <w:tab/>
        <w:t>1</w:t>
      </w:r>
      <w:r w:rsidR="007805C2">
        <w:t>53-156</w:t>
      </w:r>
      <w:r w:rsidR="0055689E">
        <w:tab/>
      </w:r>
      <w:r w:rsidR="00A53295">
        <w:t>31</w:t>
      </w:r>
    </w:p>
    <w:p w:rsidR="0055689E" w:rsidRDefault="008C6DC8" w:rsidP="0055689E">
      <w:pPr>
        <w:tabs>
          <w:tab w:val="right" w:leader="dot" w:pos="7654"/>
          <w:tab w:val="right" w:pos="8929"/>
          <w:tab w:val="right" w:pos="9638"/>
        </w:tabs>
        <w:spacing w:after="120"/>
        <w:ind w:left="1559" w:hanging="425"/>
      </w:pPr>
      <w:r>
        <w:t>I</w:t>
      </w:r>
      <w:r w:rsidR="0055689E">
        <w:t>.</w:t>
      </w:r>
      <w:r w:rsidR="0055689E">
        <w:tab/>
      </w:r>
      <w:r w:rsidR="007805C2" w:rsidRPr="00664355">
        <w:t xml:space="preserve">RTM ONU </w:t>
      </w:r>
      <w:r w:rsidR="007805C2">
        <w:rPr>
          <w:rFonts w:eastAsia="MS Mincho"/>
        </w:rPr>
        <w:t>n</w:t>
      </w:r>
      <w:r w:rsidR="007805C2">
        <w:rPr>
          <w:rFonts w:eastAsia="MS Mincho"/>
          <w:vertAlign w:val="superscript"/>
        </w:rPr>
        <w:t>o</w:t>
      </w:r>
      <w:r w:rsidR="007805C2" w:rsidRPr="00664355">
        <w:t> 9 (Sécurité des piétons) (point 18.9 de l</w:t>
      </w:r>
      <w:r w:rsidR="004F3EFE">
        <w:t>’</w:t>
      </w:r>
      <w:r w:rsidR="007805C2" w:rsidRPr="00664355">
        <w:t>ordre du jour)</w:t>
      </w:r>
      <w:r w:rsidR="0055689E">
        <w:tab/>
      </w:r>
      <w:r w:rsidR="0055689E">
        <w:tab/>
        <w:t>1</w:t>
      </w:r>
      <w:r w:rsidR="007805C2">
        <w:t>57-158</w:t>
      </w:r>
      <w:r w:rsidR="0055689E">
        <w:tab/>
      </w:r>
      <w:r w:rsidR="00A53295">
        <w:t>32</w:t>
      </w:r>
    </w:p>
    <w:p w:rsidR="0055689E" w:rsidRDefault="008C6DC8" w:rsidP="0055689E">
      <w:pPr>
        <w:tabs>
          <w:tab w:val="right" w:leader="dot" w:pos="7654"/>
          <w:tab w:val="right" w:pos="8929"/>
          <w:tab w:val="right" w:pos="9638"/>
        </w:tabs>
        <w:spacing w:after="120"/>
        <w:ind w:left="1559" w:hanging="425"/>
      </w:pPr>
      <w:r>
        <w:t>J</w:t>
      </w:r>
      <w:r w:rsidR="0055689E">
        <w:t>.</w:t>
      </w:r>
      <w:r w:rsidR="0055689E">
        <w:tab/>
      </w:r>
      <w:r w:rsidR="007805C2" w:rsidRPr="00664355">
        <w:t xml:space="preserve">RTM ONU </w:t>
      </w:r>
      <w:r w:rsidR="006B7AA7">
        <w:rPr>
          <w:rFonts w:eastAsia="MS Mincho"/>
        </w:rPr>
        <w:t>n</w:t>
      </w:r>
      <w:r w:rsidR="006B7AA7">
        <w:rPr>
          <w:rFonts w:eastAsia="MS Mincho"/>
          <w:vertAlign w:val="superscript"/>
        </w:rPr>
        <w:t>o</w:t>
      </w:r>
      <w:r w:rsidR="007805C2" w:rsidRPr="00664355">
        <w:t xml:space="preserve"> 10 [Émissions hors cycle (OCE)] </w:t>
      </w:r>
      <w:r w:rsidR="007805C2">
        <w:br/>
      </w:r>
      <w:r w:rsidR="007805C2" w:rsidRPr="00664355">
        <w:t>(point 18.10 de l</w:t>
      </w:r>
      <w:r w:rsidR="004F3EFE">
        <w:t>’</w:t>
      </w:r>
      <w:r w:rsidR="007805C2" w:rsidRPr="00664355">
        <w:t>ordre du jour)</w:t>
      </w:r>
      <w:r w:rsidR="0055689E">
        <w:tab/>
      </w:r>
      <w:r w:rsidR="0055689E">
        <w:tab/>
        <w:t>1</w:t>
      </w:r>
      <w:r w:rsidR="007805C2">
        <w:t>59</w:t>
      </w:r>
      <w:r w:rsidR="0055689E">
        <w:tab/>
      </w:r>
      <w:r w:rsidR="00A53295">
        <w:t>32</w:t>
      </w:r>
    </w:p>
    <w:p w:rsidR="0055689E" w:rsidRDefault="008C6DC8" w:rsidP="0055689E">
      <w:pPr>
        <w:tabs>
          <w:tab w:val="right" w:leader="dot" w:pos="7654"/>
          <w:tab w:val="right" w:pos="8929"/>
          <w:tab w:val="right" w:pos="9638"/>
        </w:tabs>
        <w:spacing w:after="120"/>
        <w:ind w:left="1559" w:hanging="425"/>
      </w:pPr>
      <w:r>
        <w:t>K</w:t>
      </w:r>
      <w:r w:rsidR="0055689E">
        <w:t>.</w:t>
      </w:r>
      <w:r w:rsidR="0055689E">
        <w:tab/>
      </w:r>
      <w:r w:rsidR="006B7AA7" w:rsidRPr="00664355">
        <w:t xml:space="preserve">RTM ONU </w:t>
      </w:r>
      <w:r w:rsidR="006B7AA7">
        <w:rPr>
          <w:rFonts w:eastAsia="MS Mincho"/>
        </w:rPr>
        <w:t>n</w:t>
      </w:r>
      <w:r w:rsidR="006B7AA7">
        <w:rPr>
          <w:rFonts w:eastAsia="MS Mincho"/>
          <w:vertAlign w:val="superscript"/>
        </w:rPr>
        <w:t>o</w:t>
      </w:r>
      <w:r w:rsidR="006B7AA7" w:rsidRPr="00664355">
        <w:t xml:space="preserve"> 11 (Émissions des moteurs des tracteurs agricoles et </w:t>
      </w:r>
      <w:r w:rsidR="006B7AA7">
        <w:br/>
      </w:r>
      <w:r w:rsidR="006B7AA7" w:rsidRPr="00664355">
        <w:t>forestiers et des engins mobiles non routiers) (point 18.11 de l</w:t>
      </w:r>
      <w:r w:rsidR="004F3EFE">
        <w:t>’</w:t>
      </w:r>
      <w:r w:rsidR="006B7AA7" w:rsidRPr="00664355">
        <w:t>ordre du jour)</w:t>
      </w:r>
      <w:r w:rsidR="0055689E">
        <w:tab/>
      </w:r>
      <w:r w:rsidR="006B7AA7">
        <w:t>160</w:t>
      </w:r>
      <w:r w:rsidR="0055689E">
        <w:tab/>
      </w:r>
      <w:r w:rsidR="00A53295">
        <w:t>32</w:t>
      </w:r>
      <w:r w:rsidR="0055689E">
        <w:tab/>
      </w:r>
    </w:p>
    <w:p w:rsidR="0055689E" w:rsidRDefault="008C6DC8" w:rsidP="0055689E">
      <w:pPr>
        <w:tabs>
          <w:tab w:val="right" w:leader="dot" w:pos="7654"/>
          <w:tab w:val="right" w:pos="8929"/>
          <w:tab w:val="right" w:pos="9638"/>
        </w:tabs>
        <w:spacing w:after="120"/>
        <w:ind w:left="1559" w:hanging="425"/>
      </w:pPr>
      <w:r>
        <w:t>L</w:t>
      </w:r>
      <w:r w:rsidR="0055689E">
        <w:t>.</w:t>
      </w:r>
      <w:r w:rsidR="0055689E">
        <w:tab/>
      </w:r>
      <w:r w:rsidR="006B7AA7" w:rsidRPr="00664355">
        <w:t xml:space="preserve">RTM ONU </w:t>
      </w:r>
      <w:r w:rsidR="006B7AA7">
        <w:rPr>
          <w:rFonts w:eastAsia="MS Mincho"/>
        </w:rPr>
        <w:t>n</w:t>
      </w:r>
      <w:r w:rsidR="006B7AA7">
        <w:rPr>
          <w:rFonts w:eastAsia="MS Mincho"/>
          <w:vertAlign w:val="superscript"/>
        </w:rPr>
        <w:t>o</w:t>
      </w:r>
      <w:r w:rsidR="006B7AA7" w:rsidRPr="00664355">
        <w:t xml:space="preserve"> 12 (Commandes, témoins et indicateurs des motocycles) </w:t>
      </w:r>
      <w:r w:rsidR="006B7AA7" w:rsidRPr="00664355">
        <w:br/>
        <w:t>(point 18.12 de l</w:t>
      </w:r>
      <w:r w:rsidR="004F3EFE">
        <w:t>’</w:t>
      </w:r>
      <w:r w:rsidR="006B7AA7" w:rsidRPr="00664355">
        <w:t>ordre du jour)</w:t>
      </w:r>
      <w:r w:rsidR="0055689E">
        <w:tab/>
      </w:r>
      <w:r w:rsidR="0055689E">
        <w:tab/>
        <w:t>1</w:t>
      </w:r>
      <w:r w:rsidR="006B7AA7">
        <w:t>6</w:t>
      </w:r>
      <w:r w:rsidR="0055689E">
        <w:t>1</w:t>
      </w:r>
      <w:r w:rsidR="0055689E">
        <w:tab/>
      </w:r>
      <w:r w:rsidR="00A53295">
        <w:t>32</w:t>
      </w:r>
    </w:p>
    <w:p w:rsidR="0055689E" w:rsidRDefault="008C6DC8" w:rsidP="0055689E">
      <w:pPr>
        <w:tabs>
          <w:tab w:val="right" w:leader="dot" w:pos="7654"/>
          <w:tab w:val="right" w:pos="8929"/>
          <w:tab w:val="right" w:pos="9638"/>
        </w:tabs>
        <w:spacing w:after="120"/>
        <w:ind w:left="1559" w:hanging="425"/>
      </w:pPr>
      <w:r>
        <w:t>M</w:t>
      </w:r>
      <w:r w:rsidR="0055689E">
        <w:t>.</w:t>
      </w:r>
      <w:r w:rsidR="0055689E">
        <w:tab/>
      </w:r>
      <w:r w:rsidR="0029299F" w:rsidRPr="00664355">
        <w:t xml:space="preserve">RTM ONU </w:t>
      </w:r>
      <w:r w:rsidR="0029299F">
        <w:rPr>
          <w:rFonts w:eastAsia="MS Mincho"/>
        </w:rPr>
        <w:t>n</w:t>
      </w:r>
      <w:r w:rsidR="0029299F">
        <w:rPr>
          <w:rFonts w:eastAsia="MS Mincho"/>
          <w:vertAlign w:val="superscript"/>
        </w:rPr>
        <w:t>o</w:t>
      </w:r>
      <w:r w:rsidR="0029299F" w:rsidRPr="00664355">
        <w:t xml:space="preserve"> 13 (Véhicules à hydrogène et à pile à combustible (HFCV) </w:t>
      </w:r>
      <w:r w:rsidR="0029299F">
        <w:br/>
      </w:r>
      <w:r w:rsidR="0029299F" w:rsidRPr="00664355">
        <w:t>− Phase 2) (point 18.13 de l</w:t>
      </w:r>
      <w:r w:rsidR="004F3EFE">
        <w:t>’</w:t>
      </w:r>
      <w:r w:rsidR="0029299F" w:rsidRPr="00664355">
        <w:t>ordre du jour)</w:t>
      </w:r>
      <w:r w:rsidR="0055689E">
        <w:tab/>
      </w:r>
      <w:r w:rsidR="0055689E">
        <w:tab/>
        <w:t>1</w:t>
      </w:r>
      <w:r w:rsidR="0029299F">
        <w:t>62</w:t>
      </w:r>
      <w:r w:rsidR="0055689E">
        <w:tab/>
      </w:r>
      <w:r w:rsidR="00A53295">
        <w:t>32</w:t>
      </w:r>
    </w:p>
    <w:p w:rsidR="0055689E" w:rsidRDefault="008C6DC8" w:rsidP="0055689E">
      <w:pPr>
        <w:tabs>
          <w:tab w:val="right" w:leader="dot" w:pos="7654"/>
          <w:tab w:val="right" w:pos="8929"/>
          <w:tab w:val="right" w:pos="9638"/>
        </w:tabs>
        <w:spacing w:after="120"/>
        <w:ind w:left="1559" w:hanging="425"/>
      </w:pPr>
      <w:r>
        <w:t>N.</w:t>
      </w:r>
      <w:r w:rsidR="0055689E">
        <w:tab/>
      </w:r>
      <w:r w:rsidR="00F16541" w:rsidRPr="00664355">
        <w:t xml:space="preserve">RTM ONU </w:t>
      </w:r>
      <w:r w:rsidR="00F16541">
        <w:rPr>
          <w:rFonts w:eastAsia="MS Mincho"/>
        </w:rPr>
        <w:t>n</w:t>
      </w:r>
      <w:r w:rsidR="00F16541">
        <w:rPr>
          <w:rFonts w:eastAsia="MS Mincho"/>
          <w:vertAlign w:val="superscript"/>
        </w:rPr>
        <w:t>o</w:t>
      </w:r>
      <w:r w:rsidR="00F16541" w:rsidRPr="00664355">
        <w:t xml:space="preserve"> 14 (Choc latéral contre un poteau) </w:t>
      </w:r>
      <w:r w:rsidR="00F16541">
        <w:br/>
      </w:r>
      <w:r w:rsidR="00F16541" w:rsidRPr="00664355">
        <w:t>(point 18.14 de l</w:t>
      </w:r>
      <w:r w:rsidR="004F3EFE">
        <w:t>’</w:t>
      </w:r>
      <w:r w:rsidR="00F16541" w:rsidRPr="00664355">
        <w:t>ordre du jour)</w:t>
      </w:r>
      <w:r w:rsidR="0055689E">
        <w:tab/>
      </w:r>
      <w:r w:rsidR="0055689E">
        <w:tab/>
        <w:t>1</w:t>
      </w:r>
      <w:r w:rsidR="00F16541">
        <w:t>63</w:t>
      </w:r>
      <w:r w:rsidR="0055689E">
        <w:tab/>
      </w:r>
      <w:r w:rsidR="00665F8C">
        <w:t>33</w:t>
      </w:r>
    </w:p>
    <w:p w:rsidR="0055689E" w:rsidRDefault="006B7AA7" w:rsidP="0055689E">
      <w:pPr>
        <w:tabs>
          <w:tab w:val="right" w:leader="dot" w:pos="7654"/>
          <w:tab w:val="right" w:pos="8929"/>
          <w:tab w:val="right" w:pos="9638"/>
        </w:tabs>
        <w:spacing w:after="120"/>
        <w:ind w:left="1559" w:hanging="425"/>
      </w:pPr>
      <w:r>
        <w:t>O</w:t>
      </w:r>
      <w:r w:rsidR="0055689E">
        <w:t>.</w:t>
      </w:r>
      <w:r w:rsidR="0055689E">
        <w:tab/>
      </w:r>
      <w:r w:rsidR="00A8657E" w:rsidRPr="00664355">
        <w:t xml:space="preserve">RTM ONU </w:t>
      </w:r>
      <w:r w:rsidR="00A8657E">
        <w:rPr>
          <w:rFonts w:eastAsia="MS Mincho"/>
        </w:rPr>
        <w:t>n</w:t>
      </w:r>
      <w:r w:rsidR="00A8657E">
        <w:rPr>
          <w:rFonts w:eastAsia="MS Mincho"/>
          <w:vertAlign w:val="superscript"/>
        </w:rPr>
        <w:t>o</w:t>
      </w:r>
      <w:r w:rsidR="00A8657E" w:rsidRPr="00664355">
        <w:t> 15 (Procédure d</w:t>
      </w:r>
      <w:r w:rsidR="004F3EFE">
        <w:t>’</w:t>
      </w:r>
      <w:r w:rsidR="00A8657E" w:rsidRPr="00664355">
        <w:t xml:space="preserve">essai mondiale harmonisée pour les voitures </w:t>
      </w:r>
      <w:r w:rsidR="00A8657E">
        <w:br/>
      </w:r>
      <w:r w:rsidR="00A8657E" w:rsidRPr="00664355">
        <w:t xml:space="preserve">particulières et les véhicules utilitaires légers (WLTP) − Phase 2) </w:t>
      </w:r>
      <w:r w:rsidR="00A8657E">
        <w:br/>
      </w:r>
      <w:r w:rsidR="00A8657E" w:rsidRPr="00664355">
        <w:t>(point 18.15 de l</w:t>
      </w:r>
      <w:r w:rsidR="004F3EFE">
        <w:t>’</w:t>
      </w:r>
      <w:r w:rsidR="00A8657E" w:rsidRPr="00664355">
        <w:t>ordre du jour)</w:t>
      </w:r>
      <w:r w:rsidR="0055689E">
        <w:tab/>
      </w:r>
      <w:r w:rsidR="0055689E">
        <w:tab/>
        <w:t>1</w:t>
      </w:r>
      <w:r w:rsidR="00A8657E">
        <w:t>64-165</w:t>
      </w:r>
      <w:r w:rsidR="0055689E">
        <w:tab/>
      </w:r>
      <w:r w:rsidR="00665F8C">
        <w:t>33</w:t>
      </w:r>
    </w:p>
    <w:p w:rsidR="0055689E" w:rsidRDefault="006B7AA7" w:rsidP="0055689E">
      <w:pPr>
        <w:tabs>
          <w:tab w:val="right" w:leader="dot" w:pos="7654"/>
          <w:tab w:val="right" w:pos="8929"/>
          <w:tab w:val="right" w:pos="9638"/>
        </w:tabs>
        <w:spacing w:after="120"/>
        <w:ind w:left="1559" w:hanging="425"/>
      </w:pPr>
      <w:r>
        <w:t>P</w:t>
      </w:r>
      <w:r w:rsidR="0055689E">
        <w:t>.</w:t>
      </w:r>
      <w:r w:rsidR="0055689E">
        <w:tab/>
      </w:r>
      <w:r w:rsidR="00A8657E" w:rsidRPr="00664355">
        <w:t xml:space="preserve">RTM ONU </w:t>
      </w:r>
      <w:r w:rsidR="00A8657E">
        <w:rPr>
          <w:rFonts w:eastAsia="MS Mincho"/>
        </w:rPr>
        <w:t>n</w:t>
      </w:r>
      <w:r w:rsidR="00A8657E">
        <w:rPr>
          <w:rFonts w:eastAsia="MS Mincho"/>
          <w:vertAlign w:val="superscript"/>
        </w:rPr>
        <w:t>o</w:t>
      </w:r>
      <w:r w:rsidR="00A8657E" w:rsidRPr="00664355">
        <w:t> 16 (Pneumatiques) (point 18.16 de l</w:t>
      </w:r>
      <w:r w:rsidR="004F3EFE">
        <w:t>’</w:t>
      </w:r>
      <w:r w:rsidR="00A8657E" w:rsidRPr="00664355">
        <w:t>ordre du jour)</w:t>
      </w:r>
      <w:r w:rsidR="0055689E">
        <w:tab/>
      </w:r>
      <w:r w:rsidR="0055689E">
        <w:tab/>
      </w:r>
      <w:r w:rsidR="00A8657E">
        <w:t>166</w:t>
      </w:r>
      <w:r w:rsidR="00A8657E">
        <w:tab/>
      </w:r>
      <w:r w:rsidR="00665F8C">
        <w:t>34</w:t>
      </w:r>
    </w:p>
    <w:p w:rsidR="0055689E" w:rsidRDefault="006B7AA7" w:rsidP="0055689E">
      <w:pPr>
        <w:tabs>
          <w:tab w:val="right" w:leader="dot" w:pos="7654"/>
          <w:tab w:val="right" w:pos="8929"/>
          <w:tab w:val="right" w:pos="9638"/>
        </w:tabs>
        <w:spacing w:after="120"/>
        <w:ind w:left="1559" w:hanging="425"/>
      </w:pPr>
      <w:r>
        <w:t>Q</w:t>
      </w:r>
      <w:r w:rsidR="0055689E">
        <w:t>.</w:t>
      </w:r>
      <w:r w:rsidR="0055689E">
        <w:tab/>
      </w:r>
      <w:r w:rsidR="00A8657E" w:rsidRPr="00664355">
        <w:t xml:space="preserve">RTM ONU </w:t>
      </w:r>
      <w:r w:rsidR="00A8657E">
        <w:rPr>
          <w:rFonts w:eastAsia="MS Mincho"/>
        </w:rPr>
        <w:t>n</w:t>
      </w:r>
      <w:r w:rsidR="00A8657E">
        <w:rPr>
          <w:rFonts w:eastAsia="MS Mincho"/>
          <w:vertAlign w:val="superscript"/>
        </w:rPr>
        <w:t>o</w:t>
      </w:r>
      <w:r w:rsidR="00A8657E" w:rsidRPr="00664355">
        <w:t xml:space="preserve"> 17 (Émissions de gaz de carter et émissions par évaporation </w:t>
      </w:r>
      <w:r w:rsidR="00A8657E">
        <w:br/>
      </w:r>
      <w:r w:rsidR="00A8657E" w:rsidRPr="00664355">
        <w:t>des véhicules à moteur à deux ou trois roues) (point 18.17 de l</w:t>
      </w:r>
      <w:r w:rsidR="004F3EFE">
        <w:t>’</w:t>
      </w:r>
      <w:r w:rsidR="00A8657E" w:rsidRPr="00664355">
        <w:t>ordre du jour)</w:t>
      </w:r>
      <w:r w:rsidR="0055689E">
        <w:tab/>
      </w:r>
      <w:r w:rsidR="0087279F">
        <w:t>167</w:t>
      </w:r>
      <w:r w:rsidR="0055689E">
        <w:tab/>
      </w:r>
      <w:r w:rsidR="00665F8C">
        <w:t>34</w:t>
      </w:r>
      <w:r w:rsidR="0055689E">
        <w:tab/>
      </w:r>
    </w:p>
    <w:p w:rsidR="0055689E" w:rsidRDefault="006B7AA7" w:rsidP="0055689E">
      <w:pPr>
        <w:tabs>
          <w:tab w:val="right" w:leader="dot" w:pos="7654"/>
          <w:tab w:val="right" w:pos="8929"/>
          <w:tab w:val="right" w:pos="9638"/>
        </w:tabs>
        <w:spacing w:after="120"/>
        <w:ind w:left="1559" w:hanging="425"/>
      </w:pPr>
      <w:r>
        <w:t>R</w:t>
      </w:r>
      <w:r w:rsidR="0055689E">
        <w:t>.</w:t>
      </w:r>
      <w:r w:rsidR="0055689E">
        <w:tab/>
      </w:r>
      <w:r w:rsidR="0087279F" w:rsidRPr="00664355">
        <w:t xml:space="preserve">RTM ONU </w:t>
      </w:r>
      <w:r w:rsidR="00BC7D9C">
        <w:rPr>
          <w:rFonts w:eastAsia="MS Mincho"/>
        </w:rPr>
        <w:t>n</w:t>
      </w:r>
      <w:r w:rsidR="00BC7D9C">
        <w:rPr>
          <w:rFonts w:eastAsia="MS Mincho"/>
          <w:vertAlign w:val="superscript"/>
        </w:rPr>
        <w:t>o</w:t>
      </w:r>
      <w:r w:rsidR="0087279F" w:rsidRPr="00664355">
        <w:t> 18 (Systèmes d</w:t>
      </w:r>
      <w:r w:rsidR="004F3EFE">
        <w:t>’</w:t>
      </w:r>
      <w:r w:rsidR="0087279F" w:rsidRPr="00664355">
        <w:t xml:space="preserve">autodiagnostic des véhicules à moteur à </w:t>
      </w:r>
      <w:r w:rsidR="0087279F">
        <w:br/>
      </w:r>
      <w:r w:rsidR="0087279F" w:rsidRPr="00664355">
        <w:t>deux ou trois roues) (point 18.18 de l</w:t>
      </w:r>
      <w:r w:rsidR="004F3EFE">
        <w:t>’</w:t>
      </w:r>
      <w:r w:rsidR="0087279F" w:rsidRPr="00664355">
        <w:t>ordre du jour)</w:t>
      </w:r>
      <w:r w:rsidR="0055689E">
        <w:tab/>
      </w:r>
      <w:r w:rsidR="0055689E">
        <w:tab/>
        <w:t>1</w:t>
      </w:r>
      <w:r w:rsidR="0087279F">
        <w:t>68</w:t>
      </w:r>
      <w:r w:rsidR="00BC7D9C">
        <w:t>-169</w:t>
      </w:r>
      <w:r w:rsidR="0055689E">
        <w:tab/>
      </w:r>
      <w:r w:rsidR="00665F8C">
        <w:t>34</w:t>
      </w:r>
    </w:p>
    <w:p w:rsidR="0055689E" w:rsidRDefault="006B7AA7" w:rsidP="0055689E">
      <w:pPr>
        <w:tabs>
          <w:tab w:val="right" w:leader="dot" w:pos="7654"/>
          <w:tab w:val="right" w:pos="8929"/>
          <w:tab w:val="right" w:pos="9638"/>
        </w:tabs>
        <w:spacing w:after="120"/>
        <w:ind w:left="1559" w:hanging="425"/>
      </w:pPr>
      <w:r>
        <w:t>S</w:t>
      </w:r>
      <w:r w:rsidR="0055689E">
        <w:t>.</w:t>
      </w:r>
      <w:r w:rsidR="0055689E">
        <w:tab/>
      </w:r>
      <w:r w:rsidR="00BC7D9C" w:rsidRPr="00664355">
        <w:t xml:space="preserve">RTM ONU </w:t>
      </w:r>
      <w:r w:rsidR="00BC7D9C">
        <w:rPr>
          <w:rFonts w:eastAsia="MS Mincho"/>
        </w:rPr>
        <w:t>n</w:t>
      </w:r>
      <w:r w:rsidR="00BC7D9C">
        <w:rPr>
          <w:rFonts w:eastAsia="MS Mincho"/>
          <w:vertAlign w:val="superscript"/>
        </w:rPr>
        <w:t>o</w:t>
      </w:r>
      <w:r w:rsidR="00BC7D9C" w:rsidRPr="00664355">
        <w:t xml:space="preserve"> 19 [Procédure de mesure des émissions par évaporation </w:t>
      </w:r>
      <w:r w:rsidR="00BC7D9C">
        <w:br/>
      </w:r>
      <w:r w:rsidR="00BC7D9C" w:rsidRPr="00664355">
        <w:t>dans le cadre de la procédure d</w:t>
      </w:r>
      <w:r w:rsidR="004F3EFE">
        <w:t>’</w:t>
      </w:r>
      <w:r w:rsidR="00BC7D9C" w:rsidRPr="00664355">
        <w:t xml:space="preserve">essai mondiale harmonisée pour les voitures </w:t>
      </w:r>
      <w:r w:rsidR="00BC7D9C">
        <w:br/>
      </w:r>
      <w:r w:rsidR="00BC7D9C" w:rsidRPr="00664355">
        <w:t xml:space="preserve">particulières et véhicules utilitaires légers (WLTP EVAP)] </w:t>
      </w:r>
      <w:r w:rsidR="00BC7D9C">
        <w:br/>
      </w:r>
      <w:r w:rsidR="00BC7D9C" w:rsidRPr="00664355">
        <w:t>(point 18.19 de l</w:t>
      </w:r>
      <w:r w:rsidR="004F3EFE">
        <w:t>’</w:t>
      </w:r>
      <w:r w:rsidR="00BC7D9C" w:rsidRPr="00664355">
        <w:t>ordre du jour)</w:t>
      </w:r>
      <w:r w:rsidR="0055689E">
        <w:tab/>
      </w:r>
      <w:r w:rsidR="0055689E">
        <w:tab/>
        <w:t>1</w:t>
      </w:r>
      <w:r w:rsidR="00BC7D9C">
        <w:t>70</w:t>
      </w:r>
      <w:r w:rsidR="0055689E">
        <w:tab/>
      </w:r>
      <w:r w:rsidR="00665F8C">
        <w:t>34</w:t>
      </w:r>
    </w:p>
    <w:p w:rsidR="0055689E" w:rsidRDefault="006B7AA7" w:rsidP="0055689E">
      <w:pPr>
        <w:tabs>
          <w:tab w:val="right" w:leader="dot" w:pos="7654"/>
          <w:tab w:val="right" w:pos="8929"/>
          <w:tab w:val="right" w:pos="9638"/>
        </w:tabs>
        <w:spacing w:after="120"/>
        <w:ind w:left="1559" w:hanging="425"/>
      </w:pPr>
      <w:r>
        <w:t>T</w:t>
      </w:r>
      <w:r w:rsidR="0055689E">
        <w:t>.</w:t>
      </w:r>
      <w:r w:rsidR="0055689E">
        <w:tab/>
      </w:r>
      <w:r w:rsidR="00BC7D9C" w:rsidRPr="00664355">
        <w:t xml:space="preserve">RTM ONU </w:t>
      </w:r>
      <w:r w:rsidR="00C44E33">
        <w:rPr>
          <w:rFonts w:eastAsia="MS Mincho"/>
        </w:rPr>
        <w:t>n</w:t>
      </w:r>
      <w:r w:rsidR="00C44E33">
        <w:rPr>
          <w:rFonts w:eastAsia="MS Mincho"/>
          <w:vertAlign w:val="superscript"/>
        </w:rPr>
        <w:t>o</w:t>
      </w:r>
      <w:r w:rsidR="00BC7D9C" w:rsidRPr="00664355">
        <w:t xml:space="preserve"> 20 (Sécurité des véhicules électriques) </w:t>
      </w:r>
      <w:r w:rsidR="00BC7D9C" w:rsidRPr="00664355">
        <w:br/>
        <w:t>(point 18.20 de l</w:t>
      </w:r>
      <w:r w:rsidR="004F3EFE">
        <w:t>’</w:t>
      </w:r>
      <w:r w:rsidR="00BC7D9C" w:rsidRPr="00664355">
        <w:t>ordre du jour)</w:t>
      </w:r>
      <w:r w:rsidR="0055689E">
        <w:tab/>
      </w:r>
      <w:r w:rsidR="0055689E">
        <w:tab/>
        <w:t>1</w:t>
      </w:r>
      <w:r w:rsidR="00BC7D9C">
        <w:t>7</w:t>
      </w:r>
      <w:r w:rsidR="0055689E">
        <w:t>1</w:t>
      </w:r>
      <w:r w:rsidR="0055689E">
        <w:tab/>
      </w:r>
      <w:r w:rsidR="00665F8C">
        <w:t>35</w:t>
      </w:r>
    </w:p>
    <w:p w:rsidR="0055689E" w:rsidRDefault="006B7AA7" w:rsidP="0055689E">
      <w:pPr>
        <w:tabs>
          <w:tab w:val="right" w:leader="dot" w:pos="7654"/>
          <w:tab w:val="right" w:pos="8929"/>
          <w:tab w:val="right" w:pos="9638"/>
        </w:tabs>
        <w:spacing w:after="120"/>
        <w:ind w:left="1559" w:hanging="425"/>
      </w:pPr>
      <w:r>
        <w:t>U</w:t>
      </w:r>
      <w:r w:rsidR="0055689E">
        <w:t>.</w:t>
      </w:r>
      <w:r w:rsidR="0055689E">
        <w:tab/>
      </w:r>
      <w:r w:rsidR="007649B3" w:rsidRPr="00664355">
        <w:t xml:space="preserve">Projet de RTM ONU sur les véhicules à moteur silencieux </w:t>
      </w:r>
      <w:r w:rsidR="007649B3" w:rsidRPr="00664355">
        <w:br/>
        <w:t>(point 18.21 de l</w:t>
      </w:r>
      <w:r w:rsidR="004F3EFE">
        <w:t>’</w:t>
      </w:r>
      <w:r w:rsidR="007649B3" w:rsidRPr="00664355">
        <w:t>ordre du jour)</w:t>
      </w:r>
      <w:r w:rsidR="0055689E">
        <w:tab/>
      </w:r>
      <w:r w:rsidR="0055689E">
        <w:tab/>
        <w:t>1</w:t>
      </w:r>
      <w:r w:rsidR="007649B3">
        <w:t>72</w:t>
      </w:r>
      <w:r w:rsidR="0055689E">
        <w:tab/>
      </w:r>
      <w:r w:rsidR="00665F8C">
        <w:t>35</w:t>
      </w:r>
    </w:p>
    <w:p w:rsidR="0055689E" w:rsidRDefault="007649B3" w:rsidP="0055689E">
      <w:pPr>
        <w:tabs>
          <w:tab w:val="right" w:leader="dot" w:pos="7654"/>
          <w:tab w:val="right" w:pos="8929"/>
          <w:tab w:val="right" w:pos="9638"/>
        </w:tabs>
        <w:spacing w:after="120"/>
        <w:ind w:left="1559" w:hanging="425"/>
      </w:pPr>
      <w:r>
        <w:t>V</w:t>
      </w:r>
      <w:r w:rsidR="0055689E">
        <w:t>.</w:t>
      </w:r>
      <w:r w:rsidR="0055689E">
        <w:tab/>
      </w:r>
      <w:r w:rsidRPr="00664355">
        <w:t xml:space="preserve">Projet de RTM ONU sur les émissions en conditions réelles de conduite </w:t>
      </w:r>
      <w:r>
        <w:br/>
      </w:r>
      <w:r w:rsidRPr="00664355">
        <w:t>au niveau mondial (GRDE) (point 18.22 de l</w:t>
      </w:r>
      <w:r w:rsidR="004F3EFE">
        <w:t>’</w:t>
      </w:r>
      <w:r w:rsidRPr="00664355">
        <w:t>ordre du jour)</w:t>
      </w:r>
      <w:r w:rsidR="0055689E">
        <w:tab/>
      </w:r>
      <w:r w:rsidR="0055689E">
        <w:tab/>
        <w:t>1</w:t>
      </w:r>
      <w:r>
        <w:t>73-175</w:t>
      </w:r>
      <w:r w:rsidR="0055689E">
        <w:tab/>
      </w:r>
      <w:r w:rsidR="00665F8C">
        <w:t>35</w:t>
      </w:r>
    </w:p>
    <w:p w:rsidR="0055689E" w:rsidRDefault="007649B3" w:rsidP="0055689E">
      <w:pPr>
        <w:tabs>
          <w:tab w:val="right" w:leader="dot" w:pos="7654"/>
          <w:tab w:val="right" w:pos="8929"/>
          <w:tab w:val="right" w:pos="9638"/>
        </w:tabs>
        <w:spacing w:after="120"/>
        <w:ind w:left="1559" w:hanging="425"/>
      </w:pPr>
      <w:r>
        <w:lastRenderedPageBreak/>
        <w:t>W</w:t>
      </w:r>
      <w:r w:rsidR="0055689E">
        <w:t>.</w:t>
      </w:r>
      <w:r w:rsidR="0055689E">
        <w:tab/>
      </w:r>
      <w:r w:rsidRPr="00664355">
        <w:t xml:space="preserve">Projet de RTM ONU sur la détermination de la puissance des véhicules </w:t>
      </w:r>
      <w:r>
        <w:br/>
      </w:r>
      <w:r w:rsidRPr="00664355">
        <w:t xml:space="preserve">électriques (Véhicules électriques et environnement) </w:t>
      </w:r>
      <w:r>
        <w:br/>
      </w:r>
      <w:r w:rsidRPr="00664355">
        <w:t>(point 18.23 de l</w:t>
      </w:r>
      <w:r w:rsidR="004F3EFE">
        <w:t>’</w:t>
      </w:r>
      <w:r w:rsidRPr="00664355">
        <w:t>ordre du jour)</w:t>
      </w:r>
      <w:r w:rsidR="0055689E">
        <w:tab/>
      </w:r>
      <w:r w:rsidR="0055689E">
        <w:tab/>
      </w:r>
      <w:r>
        <w:t>176-177</w:t>
      </w:r>
      <w:r w:rsidR="0055689E">
        <w:tab/>
      </w:r>
      <w:r w:rsidR="00E5265A">
        <w:t>36</w:t>
      </w:r>
    </w:p>
    <w:p w:rsidR="00B675EF" w:rsidRDefault="00B675EF" w:rsidP="00B675EF">
      <w:pPr>
        <w:tabs>
          <w:tab w:val="right" w:pos="850"/>
          <w:tab w:val="right" w:leader="dot" w:pos="7654"/>
          <w:tab w:val="right" w:pos="8929"/>
          <w:tab w:val="right" w:pos="9638"/>
        </w:tabs>
        <w:spacing w:after="120"/>
        <w:ind w:left="1134" w:hanging="1134"/>
      </w:pPr>
      <w:r>
        <w:tab/>
        <w:t>XXI.</w:t>
      </w:r>
      <w:r>
        <w:tab/>
      </w:r>
      <w:r w:rsidRPr="00664355">
        <w:t>Questions sur lesquelles un échange de vues et de données devrait s</w:t>
      </w:r>
      <w:r w:rsidR="004F3EFE">
        <w:t>’</w:t>
      </w:r>
      <w:r w:rsidRPr="00664355">
        <w:t xml:space="preserve">engager </w:t>
      </w:r>
      <w:r>
        <w:br/>
      </w:r>
      <w:r w:rsidRPr="00664355">
        <w:t>ou se poursuivre (point 19 de l</w:t>
      </w:r>
      <w:r w:rsidR="004F3EFE">
        <w:t>’</w:t>
      </w:r>
      <w:r w:rsidRPr="00664355">
        <w:t>ordre du jour)</w:t>
      </w:r>
      <w:r>
        <w:tab/>
      </w:r>
      <w:r>
        <w:tab/>
        <w:t>178-181</w:t>
      </w:r>
      <w:r>
        <w:tab/>
      </w:r>
      <w:r w:rsidR="00E5265A">
        <w:t>36</w:t>
      </w:r>
    </w:p>
    <w:p w:rsidR="00B675EF" w:rsidRDefault="00B675EF" w:rsidP="0055689E">
      <w:pPr>
        <w:tabs>
          <w:tab w:val="right" w:leader="dot" w:pos="7654"/>
          <w:tab w:val="right" w:pos="8929"/>
          <w:tab w:val="right" w:pos="9638"/>
        </w:tabs>
        <w:spacing w:after="120"/>
        <w:ind w:left="1559" w:hanging="425"/>
      </w:pPr>
      <w:r>
        <w:t>A.</w:t>
      </w:r>
      <w:r>
        <w:tab/>
      </w:r>
      <w:r w:rsidRPr="00664355">
        <w:t xml:space="preserve">Harmonisation des dispositions relatives aux chocs latéraux </w:t>
      </w:r>
      <w:r w:rsidRPr="00664355">
        <w:br/>
        <w:t>(point 19.1 de l</w:t>
      </w:r>
      <w:r w:rsidR="004F3EFE">
        <w:t>’</w:t>
      </w:r>
      <w:r w:rsidRPr="00664355">
        <w:t>ordre du jour)</w:t>
      </w:r>
      <w:r>
        <w:tab/>
      </w:r>
      <w:r>
        <w:tab/>
        <w:t>178-179</w:t>
      </w:r>
      <w:r>
        <w:tab/>
      </w:r>
      <w:r w:rsidR="00E5265A">
        <w:t>36</w:t>
      </w:r>
    </w:p>
    <w:p w:rsidR="00B675EF" w:rsidRDefault="00B675EF" w:rsidP="00B675EF">
      <w:pPr>
        <w:tabs>
          <w:tab w:val="right" w:leader="dot" w:pos="7654"/>
          <w:tab w:val="right" w:pos="8929"/>
          <w:tab w:val="right" w:pos="9638"/>
        </w:tabs>
        <w:spacing w:after="120"/>
        <w:ind w:left="1984" w:hanging="425"/>
      </w:pPr>
      <w:r>
        <w:t>1.</w:t>
      </w:r>
      <w:r>
        <w:tab/>
      </w:r>
      <w:r w:rsidRPr="00664355">
        <w:t xml:space="preserve">Mannequins utilisés pour les essais de choc latéral </w:t>
      </w:r>
      <w:r w:rsidRPr="00664355">
        <w:br/>
        <w:t>(point 19.1 a) de l</w:t>
      </w:r>
      <w:r w:rsidR="004F3EFE">
        <w:t>’</w:t>
      </w:r>
      <w:r w:rsidRPr="00664355">
        <w:t>ordre du jour)</w:t>
      </w:r>
      <w:r>
        <w:tab/>
      </w:r>
      <w:r>
        <w:tab/>
        <w:t>178</w:t>
      </w:r>
      <w:r>
        <w:tab/>
      </w:r>
      <w:r w:rsidR="00E5265A">
        <w:t>36</w:t>
      </w:r>
    </w:p>
    <w:p w:rsidR="00B675EF" w:rsidRDefault="00B675EF" w:rsidP="00B675EF">
      <w:pPr>
        <w:tabs>
          <w:tab w:val="right" w:leader="dot" w:pos="7654"/>
          <w:tab w:val="right" w:pos="8929"/>
          <w:tab w:val="right" w:pos="9638"/>
        </w:tabs>
        <w:spacing w:after="120"/>
        <w:ind w:left="1984" w:hanging="425"/>
      </w:pPr>
      <w:r>
        <w:t>2.</w:t>
      </w:r>
      <w:r>
        <w:tab/>
      </w:r>
      <w:r w:rsidRPr="00664355">
        <w:t>Choc latéral contre un poteau (point 19.1 b) de l</w:t>
      </w:r>
      <w:r w:rsidR="004F3EFE">
        <w:t>’</w:t>
      </w:r>
      <w:r w:rsidRPr="00664355">
        <w:t>ordre du jour)</w:t>
      </w:r>
      <w:r>
        <w:tab/>
      </w:r>
      <w:r>
        <w:tab/>
        <w:t>179</w:t>
      </w:r>
      <w:r>
        <w:tab/>
      </w:r>
      <w:r w:rsidR="00E5265A">
        <w:t>37</w:t>
      </w:r>
    </w:p>
    <w:p w:rsidR="00B675EF" w:rsidRDefault="00B675EF" w:rsidP="0055689E">
      <w:pPr>
        <w:tabs>
          <w:tab w:val="right" w:leader="dot" w:pos="7654"/>
          <w:tab w:val="right" w:pos="8929"/>
          <w:tab w:val="right" w:pos="9638"/>
        </w:tabs>
        <w:spacing w:after="120"/>
        <w:ind w:left="1559" w:hanging="425"/>
      </w:pPr>
      <w:r>
        <w:t>B.</w:t>
      </w:r>
      <w:r>
        <w:tab/>
      </w:r>
      <w:r w:rsidR="00136EC5" w:rsidRPr="00664355">
        <w:t>Caractéristiques de la machine 3-D H (point 19.2 de l</w:t>
      </w:r>
      <w:r w:rsidR="004F3EFE">
        <w:t>’</w:t>
      </w:r>
      <w:r w:rsidR="00136EC5" w:rsidRPr="00664355">
        <w:t>ordre du jour)</w:t>
      </w:r>
      <w:r>
        <w:tab/>
      </w:r>
      <w:r>
        <w:tab/>
      </w:r>
      <w:r w:rsidR="00136EC5">
        <w:t>180</w:t>
      </w:r>
      <w:r>
        <w:tab/>
      </w:r>
      <w:r w:rsidR="00E5265A">
        <w:t>37</w:t>
      </w:r>
    </w:p>
    <w:p w:rsidR="00B675EF" w:rsidRDefault="00B675EF" w:rsidP="0055689E">
      <w:pPr>
        <w:tabs>
          <w:tab w:val="right" w:leader="dot" w:pos="7654"/>
          <w:tab w:val="right" w:pos="8929"/>
          <w:tab w:val="right" w:pos="9638"/>
        </w:tabs>
        <w:spacing w:after="120"/>
        <w:ind w:left="1559" w:hanging="425"/>
      </w:pPr>
      <w:r>
        <w:t>C.</w:t>
      </w:r>
      <w:r>
        <w:tab/>
      </w:r>
      <w:r w:rsidR="00136EC5" w:rsidRPr="00664355">
        <w:t>Enregistreur de données de route (EDR) (point 19.3 de l</w:t>
      </w:r>
      <w:r w:rsidR="004F3EFE">
        <w:t>’</w:t>
      </w:r>
      <w:r w:rsidR="00136EC5" w:rsidRPr="00664355">
        <w:t>ordre du jour)</w:t>
      </w:r>
      <w:r>
        <w:tab/>
      </w:r>
      <w:r>
        <w:tab/>
      </w:r>
      <w:r w:rsidR="00136EC5">
        <w:t>181</w:t>
      </w:r>
      <w:r>
        <w:tab/>
      </w:r>
      <w:r w:rsidR="00E5265A">
        <w:t>37</w:t>
      </w:r>
    </w:p>
    <w:p w:rsidR="00136EC5" w:rsidRDefault="00136EC5" w:rsidP="00136EC5">
      <w:pPr>
        <w:tabs>
          <w:tab w:val="right" w:pos="850"/>
          <w:tab w:val="right" w:leader="dot" w:pos="7654"/>
          <w:tab w:val="right" w:pos="8929"/>
          <w:tab w:val="right" w:pos="9638"/>
        </w:tabs>
        <w:spacing w:after="120"/>
        <w:ind w:left="1134" w:hanging="1134"/>
      </w:pPr>
      <w:r>
        <w:tab/>
        <w:t>XXII.</w:t>
      </w:r>
      <w:r>
        <w:tab/>
      </w:r>
      <w:r w:rsidRPr="00664355">
        <w:t>Questions diverses (point 5.5 de l</w:t>
      </w:r>
      <w:r w:rsidR="004F3EFE">
        <w:t>’</w:t>
      </w:r>
      <w:r w:rsidRPr="00664355">
        <w:t xml:space="preserve">ordre du jour correspondant au point 20 </w:t>
      </w:r>
      <w:r>
        <w:br/>
      </w:r>
      <w:r w:rsidRPr="00664355">
        <w:t>de l</w:t>
      </w:r>
      <w:r w:rsidR="004F3EFE">
        <w:t>’</w:t>
      </w:r>
      <w:r w:rsidRPr="00664355">
        <w:t>ordre du jour)</w:t>
      </w:r>
      <w:r>
        <w:tab/>
      </w:r>
      <w:r>
        <w:tab/>
        <w:t>182</w:t>
      </w:r>
      <w:r>
        <w:tab/>
      </w:r>
      <w:r w:rsidR="00E5265A">
        <w:t>37</w:t>
      </w:r>
    </w:p>
    <w:p w:rsidR="00136EC5" w:rsidRPr="00136EC5" w:rsidRDefault="00136EC5" w:rsidP="00136EC5">
      <w:pPr>
        <w:tabs>
          <w:tab w:val="right" w:pos="850"/>
          <w:tab w:val="left" w:pos="1134"/>
          <w:tab w:val="left" w:pos="1559"/>
          <w:tab w:val="left" w:pos="1984"/>
          <w:tab w:val="left" w:leader="dot" w:pos="7654"/>
          <w:tab w:val="right" w:pos="8929"/>
          <w:tab w:val="right" w:pos="9638"/>
        </w:tabs>
        <w:spacing w:after="120"/>
        <w:ind w:left="1559" w:hanging="1559"/>
        <w:rPr>
          <w:b/>
          <w:bCs/>
          <w:sz w:val="28"/>
          <w:szCs w:val="28"/>
        </w:rPr>
      </w:pPr>
      <w:r w:rsidRPr="00664355">
        <w:rPr>
          <w:b/>
          <w:bCs/>
          <w:sz w:val="28"/>
          <w:szCs w:val="28"/>
        </w:rPr>
        <w:tab/>
        <w:t>D.</w:t>
      </w:r>
      <w:r w:rsidRPr="00664355">
        <w:rPr>
          <w:b/>
          <w:bCs/>
          <w:sz w:val="28"/>
          <w:szCs w:val="28"/>
        </w:rPr>
        <w:tab/>
        <w:t>Comité d</w:t>
      </w:r>
      <w:r w:rsidR="004F3EFE">
        <w:rPr>
          <w:b/>
          <w:bCs/>
          <w:sz w:val="28"/>
          <w:szCs w:val="28"/>
        </w:rPr>
        <w:t>’</w:t>
      </w:r>
      <w:r w:rsidRPr="00664355">
        <w:rPr>
          <w:b/>
          <w:bCs/>
          <w:sz w:val="28"/>
          <w:szCs w:val="28"/>
        </w:rPr>
        <w:t>administration de l</w:t>
      </w:r>
      <w:r w:rsidR="004F3EFE">
        <w:rPr>
          <w:b/>
          <w:bCs/>
          <w:sz w:val="28"/>
          <w:szCs w:val="28"/>
        </w:rPr>
        <w:t>’</w:t>
      </w:r>
      <w:r w:rsidRPr="00664355">
        <w:rPr>
          <w:b/>
          <w:bCs/>
          <w:sz w:val="28"/>
          <w:szCs w:val="28"/>
        </w:rPr>
        <w:t>Accord de 1997 (AC.4)</w:t>
      </w:r>
    </w:p>
    <w:p w:rsidR="00136EC5" w:rsidRPr="00C9674D" w:rsidRDefault="00136EC5" w:rsidP="00136EC5">
      <w:pPr>
        <w:tabs>
          <w:tab w:val="right" w:pos="850"/>
          <w:tab w:val="right" w:leader="dot" w:pos="7654"/>
          <w:tab w:val="right" w:pos="8929"/>
          <w:tab w:val="right" w:pos="9638"/>
        </w:tabs>
        <w:spacing w:after="120"/>
        <w:ind w:left="1134" w:hanging="1134"/>
      </w:pPr>
      <w:r>
        <w:tab/>
      </w:r>
      <w:r w:rsidRPr="00C9674D">
        <w:t>XXII</w:t>
      </w:r>
      <w:r w:rsidR="00BB31B6" w:rsidRPr="00C9674D">
        <w:t>I</w:t>
      </w:r>
      <w:r w:rsidRPr="00C9674D">
        <w:t>.</w:t>
      </w:r>
      <w:r w:rsidRPr="00C9674D">
        <w:tab/>
        <w:t>Constitution du Comité AC.4 et élection du Bureau pour l</w:t>
      </w:r>
      <w:r w:rsidR="004F3EFE">
        <w:t>’</w:t>
      </w:r>
      <w:r w:rsidRPr="00C9674D">
        <w:t xml:space="preserve">année 2020 </w:t>
      </w:r>
      <w:r w:rsidRPr="00C9674D">
        <w:br/>
        <w:t>(point 21 de l</w:t>
      </w:r>
      <w:r w:rsidR="004F3EFE">
        <w:t>’</w:t>
      </w:r>
      <w:r w:rsidRPr="00C9674D">
        <w:t>ordre du jour)</w:t>
      </w:r>
      <w:r w:rsidRPr="00C9674D">
        <w:tab/>
      </w:r>
      <w:r w:rsidRPr="00C9674D">
        <w:tab/>
        <w:t>183-186</w:t>
      </w:r>
      <w:r w:rsidRPr="00C9674D">
        <w:tab/>
      </w:r>
      <w:r w:rsidR="00E5265A">
        <w:t>37</w:t>
      </w:r>
    </w:p>
    <w:p w:rsidR="00136EC5" w:rsidRPr="00C9674D" w:rsidRDefault="00136EC5" w:rsidP="00136EC5">
      <w:pPr>
        <w:tabs>
          <w:tab w:val="right" w:pos="850"/>
          <w:tab w:val="right" w:leader="dot" w:pos="7654"/>
          <w:tab w:val="right" w:pos="8929"/>
          <w:tab w:val="right" w:pos="9638"/>
        </w:tabs>
        <w:spacing w:after="120"/>
        <w:ind w:left="1134" w:hanging="1134"/>
      </w:pPr>
      <w:r w:rsidRPr="00C9674D">
        <w:tab/>
        <w:t>XXI</w:t>
      </w:r>
      <w:r w:rsidR="00BB31B6" w:rsidRPr="00C9674D">
        <w:t>V</w:t>
      </w:r>
      <w:r w:rsidRPr="00C9674D">
        <w:t>.</w:t>
      </w:r>
      <w:r w:rsidRPr="00C9674D">
        <w:tab/>
      </w:r>
      <w:r w:rsidR="00BB31B6" w:rsidRPr="00C9674D">
        <w:t>Amendements aux Règles de l</w:t>
      </w:r>
      <w:r w:rsidR="004F3EFE">
        <w:t>’</w:t>
      </w:r>
      <w:r w:rsidR="00BB31B6" w:rsidRPr="00C9674D">
        <w:t>ONU annexées à l</w:t>
      </w:r>
      <w:r w:rsidR="004F3EFE">
        <w:t>’</w:t>
      </w:r>
      <w:r w:rsidR="00BB31B6" w:rsidRPr="00C9674D">
        <w:t xml:space="preserve">Accord de 1997 </w:t>
      </w:r>
      <w:r w:rsidR="00BB31B6" w:rsidRPr="00C9674D">
        <w:br/>
        <w:t>(point 22 de l</w:t>
      </w:r>
      <w:r w:rsidR="004F3EFE">
        <w:t>’</w:t>
      </w:r>
      <w:r w:rsidR="00BB31B6" w:rsidRPr="00C9674D">
        <w:t>ordre du jour)</w:t>
      </w:r>
      <w:r w:rsidRPr="00C9674D">
        <w:tab/>
      </w:r>
      <w:r w:rsidRPr="00C9674D">
        <w:tab/>
        <w:t>18</w:t>
      </w:r>
      <w:r w:rsidR="00A52A98" w:rsidRPr="00C9674D">
        <w:t>7-188</w:t>
      </w:r>
      <w:r w:rsidRPr="00C9674D">
        <w:tab/>
      </w:r>
      <w:r w:rsidR="00E5265A">
        <w:t>37</w:t>
      </w:r>
    </w:p>
    <w:p w:rsidR="00136EC5" w:rsidRPr="00C9674D" w:rsidRDefault="00A52A98" w:rsidP="0055689E">
      <w:pPr>
        <w:tabs>
          <w:tab w:val="right" w:leader="dot" w:pos="7654"/>
          <w:tab w:val="right" w:pos="8929"/>
          <w:tab w:val="right" w:pos="9638"/>
        </w:tabs>
        <w:spacing w:after="120"/>
        <w:ind w:left="1559" w:hanging="425"/>
      </w:pPr>
      <w:r w:rsidRPr="00C9674D">
        <w:t>A.</w:t>
      </w:r>
      <w:r w:rsidRPr="00C9674D">
        <w:tab/>
        <w:t>Proposition d</w:t>
      </w:r>
      <w:r w:rsidR="004F3EFE">
        <w:t>’</w:t>
      </w:r>
      <w:r w:rsidRPr="00C9674D">
        <w:t>amendement 1 à la Règle de l</w:t>
      </w:r>
      <w:r w:rsidR="004F3EFE">
        <w:t>’</w:t>
      </w:r>
      <w:r w:rsidRPr="00C9674D">
        <w:t xml:space="preserve">ONU </w:t>
      </w:r>
      <w:r w:rsidRPr="00C9674D">
        <w:rPr>
          <w:rFonts w:eastAsia="MS Mincho"/>
          <w:szCs w:val="22"/>
        </w:rPr>
        <w:t>n</w:t>
      </w:r>
      <w:r w:rsidRPr="00C9674D">
        <w:rPr>
          <w:rFonts w:eastAsia="MS Mincho"/>
          <w:szCs w:val="22"/>
          <w:vertAlign w:val="superscript"/>
        </w:rPr>
        <w:t>o</w:t>
      </w:r>
      <w:r w:rsidRPr="00C9674D">
        <w:t xml:space="preserve"> 3 </w:t>
      </w:r>
      <w:r w:rsidRPr="00C9674D">
        <w:br/>
        <w:t>(point 22.1 de l</w:t>
      </w:r>
      <w:r w:rsidR="004F3EFE">
        <w:t>’</w:t>
      </w:r>
      <w:r w:rsidRPr="00C9674D">
        <w:t>ordre du jour)</w:t>
      </w:r>
      <w:r w:rsidRPr="00C9674D">
        <w:tab/>
      </w:r>
      <w:r w:rsidRPr="00C9674D">
        <w:tab/>
        <w:t>187</w:t>
      </w:r>
      <w:r w:rsidRPr="00C9674D">
        <w:tab/>
      </w:r>
      <w:r w:rsidR="00E5265A">
        <w:t>37</w:t>
      </w:r>
    </w:p>
    <w:p w:rsidR="00A52A98" w:rsidRPr="00C9674D" w:rsidRDefault="00A52A98" w:rsidP="0055689E">
      <w:pPr>
        <w:tabs>
          <w:tab w:val="right" w:leader="dot" w:pos="7654"/>
          <w:tab w:val="right" w:pos="8929"/>
          <w:tab w:val="right" w:pos="9638"/>
        </w:tabs>
        <w:spacing w:after="120"/>
        <w:ind w:left="1559" w:hanging="425"/>
      </w:pPr>
      <w:r w:rsidRPr="00C9674D">
        <w:t>B.</w:t>
      </w:r>
      <w:r w:rsidRPr="00C9674D">
        <w:tab/>
        <w:t>Proposition d</w:t>
      </w:r>
      <w:r w:rsidR="004F3EFE">
        <w:t>’</w:t>
      </w:r>
      <w:r w:rsidRPr="00C9674D">
        <w:t>amendement 1 à la Règle de l</w:t>
      </w:r>
      <w:r w:rsidR="004F3EFE">
        <w:t>’</w:t>
      </w:r>
      <w:r w:rsidRPr="00C9674D">
        <w:t xml:space="preserve">ONU </w:t>
      </w:r>
      <w:r w:rsidRPr="00C9674D">
        <w:rPr>
          <w:rFonts w:eastAsia="MS Mincho"/>
          <w:szCs w:val="22"/>
        </w:rPr>
        <w:t>n</w:t>
      </w:r>
      <w:r w:rsidRPr="00C9674D">
        <w:rPr>
          <w:rFonts w:eastAsia="MS Mincho"/>
          <w:szCs w:val="22"/>
          <w:vertAlign w:val="superscript"/>
        </w:rPr>
        <w:t>o</w:t>
      </w:r>
      <w:r w:rsidRPr="00C9674D">
        <w:t xml:space="preserve"> 4 (point 22.2 </w:t>
      </w:r>
      <w:r w:rsidRPr="00C9674D">
        <w:br/>
        <w:t>de l</w:t>
      </w:r>
      <w:r w:rsidR="004F3EFE">
        <w:t>’</w:t>
      </w:r>
      <w:r w:rsidRPr="00C9674D">
        <w:t>ordre du jour)</w:t>
      </w:r>
      <w:r w:rsidRPr="00C9674D">
        <w:tab/>
      </w:r>
      <w:r w:rsidRPr="00C9674D">
        <w:tab/>
        <w:t>188</w:t>
      </w:r>
      <w:r w:rsidRPr="00C9674D">
        <w:tab/>
      </w:r>
      <w:r w:rsidR="00E5265A">
        <w:t>38</w:t>
      </w:r>
    </w:p>
    <w:p w:rsidR="006F30BE" w:rsidRPr="00C9674D" w:rsidRDefault="006F30BE" w:rsidP="006F30BE">
      <w:pPr>
        <w:tabs>
          <w:tab w:val="right" w:pos="850"/>
          <w:tab w:val="right" w:leader="dot" w:pos="7654"/>
          <w:tab w:val="right" w:pos="8929"/>
          <w:tab w:val="right" w:pos="9638"/>
        </w:tabs>
        <w:spacing w:after="120"/>
        <w:ind w:left="1134" w:hanging="1134"/>
      </w:pPr>
      <w:r w:rsidRPr="00C9674D">
        <w:tab/>
        <w:t>XXV.</w:t>
      </w:r>
      <w:r w:rsidRPr="00C9674D">
        <w:tab/>
        <w:t>Établissement de nouvelles Règles de l</w:t>
      </w:r>
      <w:r w:rsidR="004F3EFE">
        <w:t>’</w:t>
      </w:r>
      <w:r w:rsidRPr="00C9674D">
        <w:t>ONU annexées à l</w:t>
      </w:r>
      <w:r w:rsidR="004F3EFE">
        <w:t>’</w:t>
      </w:r>
      <w:r w:rsidRPr="00C9674D">
        <w:t>Accord de 1997</w:t>
      </w:r>
      <w:r w:rsidRPr="00C9674D">
        <w:br/>
        <w:t>(point 23 de l</w:t>
      </w:r>
      <w:r w:rsidR="004F3EFE">
        <w:t>’</w:t>
      </w:r>
      <w:r w:rsidRPr="00C9674D">
        <w:t>ordre du jour)</w:t>
      </w:r>
      <w:r w:rsidRPr="00C9674D">
        <w:tab/>
      </w:r>
      <w:r w:rsidRPr="00C9674D">
        <w:tab/>
        <w:t>189</w:t>
      </w:r>
      <w:r w:rsidRPr="00C9674D">
        <w:tab/>
      </w:r>
      <w:r w:rsidR="00E5265A">
        <w:t>38</w:t>
      </w:r>
    </w:p>
    <w:p w:rsidR="0055689E" w:rsidRDefault="006F30BE" w:rsidP="006F30BE">
      <w:pPr>
        <w:tabs>
          <w:tab w:val="right" w:pos="850"/>
          <w:tab w:val="right" w:leader="dot" w:pos="7654"/>
          <w:tab w:val="right" w:pos="8929"/>
          <w:tab w:val="right" w:pos="9638"/>
        </w:tabs>
        <w:spacing w:after="120"/>
        <w:ind w:left="1134" w:hanging="1134"/>
      </w:pPr>
      <w:r w:rsidRPr="00C9674D">
        <w:tab/>
        <w:t>XXVI.</w:t>
      </w:r>
      <w:r>
        <w:tab/>
      </w:r>
      <w:r w:rsidRPr="00664355">
        <w:t>Questions diverses (point 24 de l</w:t>
      </w:r>
      <w:r w:rsidR="004F3EFE">
        <w:t>’</w:t>
      </w:r>
      <w:r w:rsidRPr="00664355">
        <w:t>ordre du jour)</w:t>
      </w:r>
      <w:r>
        <w:tab/>
      </w:r>
      <w:r>
        <w:tab/>
        <w:t>190</w:t>
      </w:r>
      <w:r>
        <w:tab/>
      </w:r>
      <w:r w:rsidR="00E5265A">
        <w:t>38</w:t>
      </w:r>
    </w:p>
    <w:p w:rsidR="003417E7" w:rsidRPr="003417E7" w:rsidRDefault="003417E7" w:rsidP="003417E7">
      <w:pPr>
        <w:tabs>
          <w:tab w:val="right" w:pos="850"/>
        </w:tabs>
        <w:spacing w:after="120"/>
      </w:pPr>
      <w:r>
        <w:tab/>
        <w:t>Annexes</w:t>
      </w:r>
    </w:p>
    <w:p w:rsidR="00F957A7" w:rsidRDefault="003417E7" w:rsidP="00B675EF">
      <w:pPr>
        <w:tabs>
          <w:tab w:val="right" w:pos="850"/>
          <w:tab w:val="right" w:leader="dot" w:pos="8929"/>
          <w:tab w:val="right" w:pos="9638"/>
        </w:tabs>
        <w:spacing w:after="120"/>
        <w:ind w:left="1134" w:hanging="1134"/>
      </w:pPr>
      <w:r>
        <w:tab/>
        <w:t>I.</w:t>
      </w:r>
      <w:r>
        <w:tab/>
      </w:r>
      <w:r w:rsidR="006F30BE" w:rsidRPr="00664355">
        <w:t>Liste des documents informels (WP.29-180-…) distribués pendant la 180</w:t>
      </w:r>
      <w:r w:rsidR="006F30BE" w:rsidRPr="00664355">
        <w:rPr>
          <w:vertAlign w:val="superscript"/>
        </w:rPr>
        <w:t>e</w:t>
      </w:r>
      <w:r w:rsidR="006F30BE">
        <w:t> </w:t>
      </w:r>
      <w:r w:rsidR="006F30BE" w:rsidRPr="00664355">
        <w:t>session</w:t>
      </w:r>
      <w:r>
        <w:tab/>
      </w:r>
      <w:r>
        <w:tab/>
      </w:r>
      <w:r w:rsidR="00E5265A">
        <w:t>39</w:t>
      </w:r>
    </w:p>
    <w:p w:rsidR="006F30BE" w:rsidRDefault="006F30BE" w:rsidP="00B675EF">
      <w:pPr>
        <w:tabs>
          <w:tab w:val="right" w:pos="850"/>
          <w:tab w:val="right" w:leader="dot" w:pos="8929"/>
          <w:tab w:val="right" w:pos="9638"/>
        </w:tabs>
        <w:spacing w:after="120"/>
        <w:ind w:left="1134" w:hanging="1134"/>
      </w:pPr>
      <w:r>
        <w:tab/>
        <w:t>II.</w:t>
      </w:r>
      <w:r>
        <w:tab/>
      </w:r>
      <w:r w:rsidRPr="00664355">
        <w:t>État de l</w:t>
      </w:r>
      <w:r w:rsidR="004F3EFE">
        <w:t>’</w:t>
      </w:r>
      <w:r w:rsidRPr="00664355">
        <w:t>Accord de 1998, du Registre mondial et du Recueil des Règlements admissibles</w:t>
      </w:r>
      <w:r>
        <w:tab/>
      </w:r>
      <w:r>
        <w:tab/>
      </w:r>
      <w:r w:rsidR="00E5265A">
        <w:t>41</w:t>
      </w:r>
    </w:p>
    <w:p w:rsidR="006F30BE" w:rsidRDefault="006F30BE" w:rsidP="00B675EF">
      <w:pPr>
        <w:tabs>
          <w:tab w:val="right" w:pos="850"/>
          <w:tab w:val="right" w:leader="dot" w:pos="8929"/>
          <w:tab w:val="right" w:pos="9638"/>
        </w:tabs>
        <w:spacing w:after="120"/>
        <w:ind w:left="1134" w:hanging="1134"/>
      </w:pPr>
      <w:r>
        <w:tab/>
      </w:r>
      <w:r>
        <w:tab/>
      </w:r>
      <w:r w:rsidRPr="00664355">
        <w:t>Priorités et propositions en ce qui concerne l</w:t>
      </w:r>
      <w:r w:rsidR="004F3EFE">
        <w:t>’</w:t>
      </w:r>
      <w:r w:rsidRPr="00664355">
        <w:t>élaboration de RTM ONU au 11</w:t>
      </w:r>
      <w:r>
        <w:t> </w:t>
      </w:r>
      <w:r w:rsidRPr="00664355">
        <w:t>mars 2020</w:t>
      </w:r>
      <w:r>
        <w:tab/>
      </w:r>
      <w:r>
        <w:tab/>
      </w:r>
      <w:r w:rsidR="00E5265A">
        <w:t>41</w:t>
      </w:r>
    </w:p>
    <w:p w:rsidR="006F30BE" w:rsidRDefault="006F30BE" w:rsidP="00B675EF">
      <w:pPr>
        <w:tabs>
          <w:tab w:val="right" w:pos="850"/>
          <w:tab w:val="right" w:leader="dot" w:pos="8929"/>
          <w:tab w:val="right" w:pos="9638"/>
        </w:tabs>
        <w:spacing w:after="120"/>
        <w:ind w:left="1134" w:hanging="1134"/>
      </w:pPr>
      <w:r>
        <w:tab/>
        <w:t>I</w:t>
      </w:r>
      <w:r w:rsidR="00C9674D">
        <w:t>II</w:t>
      </w:r>
      <w:r>
        <w:t>.</w:t>
      </w:r>
      <w:r>
        <w:tab/>
      </w:r>
      <w:r w:rsidRPr="00664355">
        <w:t>Forum mondial de l</w:t>
      </w:r>
      <w:r w:rsidR="004F3EFE">
        <w:t>’</w:t>
      </w:r>
      <w:r w:rsidRPr="00664355">
        <w:t xml:space="preserve">harmonisation des Règlements concernant les véhicules (WP.29) : </w:t>
      </w:r>
      <w:r w:rsidRPr="00664355">
        <w:br/>
        <w:t>groupes de travail, groupes de travail informels et présidents au 1</w:t>
      </w:r>
      <w:r w:rsidRPr="00664355">
        <w:rPr>
          <w:vertAlign w:val="superscript"/>
        </w:rPr>
        <w:t>er</w:t>
      </w:r>
      <w:r>
        <w:t> </w:t>
      </w:r>
      <w:r w:rsidRPr="00664355">
        <w:t>février 2020</w:t>
      </w:r>
      <w:r>
        <w:tab/>
      </w:r>
      <w:r>
        <w:tab/>
      </w:r>
      <w:r w:rsidR="00E5265A">
        <w:t>45</w:t>
      </w:r>
    </w:p>
    <w:p w:rsidR="006F30BE" w:rsidRPr="00B675EF" w:rsidRDefault="006F30BE" w:rsidP="00B675EF">
      <w:pPr>
        <w:tabs>
          <w:tab w:val="right" w:pos="850"/>
          <w:tab w:val="right" w:leader="dot" w:pos="8929"/>
          <w:tab w:val="right" w:pos="9638"/>
        </w:tabs>
        <w:spacing w:after="120"/>
        <w:ind w:left="1134" w:hanging="1134"/>
      </w:pPr>
      <w:r>
        <w:tab/>
      </w:r>
      <w:r w:rsidR="00C9674D">
        <w:t>I</w:t>
      </w:r>
      <w:r>
        <w:t>V.</w:t>
      </w:r>
      <w:r>
        <w:tab/>
      </w:r>
      <w:r w:rsidRPr="00664355">
        <w:t>Projet de calendrier des réunions du WP.29 et de ses organes subsidiaires au 10</w:t>
      </w:r>
      <w:r>
        <w:t> </w:t>
      </w:r>
      <w:r w:rsidRPr="00664355">
        <w:t>mars 2020</w:t>
      </w:r>
      <w:r>
        <w:tab/>
      </w:r>
      <w:r>
        <w:tab/>
      </w:r>
      <w:r w:rsidR="00E5265A">
        <w:t>48</w:t>
      </w:r>
    </w:p>
    <w:p w:rsidR="00F957A7" w:rsidRPr="00664355" w:rsidRDefault="00F957A7" w:rsidP="00EF5850">
      <w:pPr>
        <w:pStyle w:val="HChG"/>
      </w:pPr>
      <w:r w:rsidRPr="00664355">
        <w:br w:type="page"/>
      </w:r>
      <w:r w:rsidR="00EF5850">
        <w:lastRenderedPageBreak/>
        <w:tab/>
      </w:r>
      <w:r w:rsidRPr="00664355">
        <w:t>A.</w:t>
      </w:r>
      <w:r w:rsidRPr="00664355">
        <w:tab/>
        <w:t>Forum mondial de l</w:t>
      </w:r>
      <w:r w:rsidR="004F3EFE">
        <w:t>’</w:t>
      </w:r>
      <w:r w:rsidRPr="00664355">
        <w:t>harmonisation des Règlements concernant les véhicules (WP.29)</w:t>
      </w:r>
      <w:bookmarkStart w:id="38" w:name="_Hlk22119346"/>
      <w:bookmarkStart w:id="39" w:name="_Toc35591655"/>
      <w:bookmarkEnd w:id="38"/>
      <w:bookmarkEnd w:id="39"/>
    </w:p>
    <w:p w:rsidR="00F957A7" w:rsidRPr="00664355" w:rsidRDefault="00F957A7" w:rsidP="00EF5850">
      <w:pPr>
        <w:pStyle w:val="HChG"/>
      </w:pPr>
      <w:r w:rsidRPr="00664355">
        <w:tab/>
        <w:t>I.</w:t>
      </w:r>
      <w:r w:rsidRPr="00664355">
        <w:tab/>
        <w:t>Participation</w:t>
      </w:r>
      <w:bookmarkStart w:id="40" w:name="_Toc35591656"/>
      <w:bookmarkEnd w:id="40"/>
    </w:p>
    <w:p w:rsidR="00F957A7" w:rsidRPr="00664355" w:rsidRDefault="00F957A7" w:rsidP="004B5D4E">
      <w:pPr>
        <w:pStyle w:val="SingleTxtG"/>
      </w:pPr>
      <w:r w:rsidRPr="00664355">
        <w:t>1.</w:t>
      </w:r>
      <w:r w:rsidRPr="00664355">
        <w:tab/>
        <w:t>Le Forum mondial de l</w:t>
      </w:r>
      <w:r w:rsidR="004F3EFE">
        <w:t>’</w:t>
      </w:r>
      <w:r w:rsidRPr="00664355">
        <w:t>harmonisation des Règlements concernant les véhicules (WP.29) a tenu sa 180</w:t>
      </w:r>
      <w:r w:rsidRPr="00664355">
        <w:rPr>
          <w:vertAlign w:val="superscript"/>
        </w:rPr>
        <w:t>e</w:t>
      </w:r>
      <w:r w:rsidR="00EF5850">
        <w:t> </w:t>
      </w:r>
      <w:r w:rsidRPr="00664355">
        <w:t>session du 10 au 12</w:t>
      </w:r>
      <w:r w:rsidR="00EF5850">
        <w:t> </w:t>
      </w:r>
      <w:r w:rsidRPr="00664355">
        <w:t>mars 2020, sous la présidence de M. A. </w:t>
      </w:r>
      <w:proofErr w:type="spellStart"/>
      <w:r w:rsidRPr="00664355">
        <w:t>Erario</w:t>
      </w:r>
      <w:proofErr w:type="spellEnd"/>
      <w:r w:rsidRPr="00664355">
        <w:t xml:space="preserve"> (Italie). Conformément à l</w:t>
      </w:r>
      <w:r w:rsidR="004F3EFE">
        <w:t>’</w:t>
      </w:r>
      <w:r w:rsidRPr="00664355">
        <w:t>article premier du Règlement intérieur du WP.29 (ECE/TRANS/WP.29/690/Rev.1), y étaient représentés les pays suivants : Afrique du Sud, Albanie, Allemagne, Autriche, Bélarus, Bosnie-Herzégovine</w:t>
      </w:r>
      <w:r w:rsidRPr="00664355">
        <w:rPr>
          <w:rStyle w:val="Appelnotedebasdep"/>
        </w:rPr>
        <w:footnoteReference w:id="2"/>
      </w:r>
      <w:r w:rsidRPr="00664355">
        <w:t>, Canada, Croatie, Espagne, États-Unis d</w:t>
      </w:r>
      <w:r w:rsidR="004F3EFE">
        <w:t>’</w:t>
      </w:r>
      <w:r w:rsidRPr="00664355">
        <w:t>Amérique, Fédération de Russie</w:t>
      </w:r>
      <w:r w:rsidRPr="00664355">
        <w:rPr>
          <w:sz w:val="18"/>
          <w:szCs w:val="18"/>
          <w:vertAlign w:val="superscript"/>
        </w:rPr>
        <w:t>1</w:t>
      </w:r>
      <w:r w:rsidRPr="00664355">
        <w:t>, Finlande, France, Hongrie, Irlande, Italie, Japon, Lettonie, Luxembourg, Malaisie, Nigéria, Pays-Bas</w:t>
      </w:r>
      <w:r w:rsidRPr="00664355">
        <w:rPr>
          <w:sz w:val="18"/>
          <w:szCs w:val="18"/>
          <w:vertAlign w:val="superscript"/>
        </w:rPr>
        <w:t>1</w:t>
      </w:r>
      <w:r w:rsidRPr="00664355">
        <w:t>, Pologne, République de Corée, Roumanie, Royaume-Uni de Grande-Bretagne et d</w:t>
      </w:r>
      <w:r w:rsidR="004F3EFE">
        <w:t>’</w:t>
      </w:r>
      <w:r w:rsidRPr="00664355">
        <w:t>Irlande du Nord, Suède</w:t>
      </w:r>
      <w:r w:rsidRPr="00664355">
        <w:rPr>
          <w:sz w:val="18"/>
          <w:szCs w:val="18"/>
          <w:vertAlign w:val="superscript"/>
        </w:rPr>
        <w:t>1</w:t>
      </w:r>
      <w:r w:rsidRPr="00664355">
        <w:t>, Suisse et Turquie. L</w:t>
      </w:r>
      <w:r w:rsidR="004F3EFE">
        <w:t>’</w:t>
      </w:r>
      <w:r w:rsidRPr="00664355">
        <w:t>Union européenne (UE) était aussi représentée, de même qu</w:t>
      </w:r>
      <w:r w:rsidR="004F3EFE">
        <w:t>’</w:t>
      </w:r>
      <w:r w:rsidRPr="00664355">
        <w:t>une organisation internationale, l</w:t>
      </w:r>
      <w:r w:rsidR="004F3EFE">
        <w:t>’</w:t>
      </w:r>
      <w:r w:rsidRPr="00664355">
        <w:t>Union internationale des télécommunications (UIT). Y étaient également représentées les organisations non gouvernementales ci-après : Association européenne des fournisseurs de l</w:t>
      </w:r>
      <w:r w:rsidR="004F3EFE">
        <w:t>’</w:t>
      </w:r>
      <w:r w:rsidRPr="00664355">
        <w:t>automobile (CLEPA</w:t>
      </w:r>
      <w:r w:rsidRPr="00664355">
        <w:rPr>
          <w:vertAlign w:val="superscript"/>
        </w:rPr>
        <w:t>1</w:t>
      </w:r>
      <w:r w:rsidRPr="00664355">
        <w:t>/MEMA/JAPIA)</w:t>
      </w:r>
      <w:r w:rsidRPr="00664355">
        <w:rPr>
          <w:rStyle w:val="Appelnotedebasdep"/>
        </w:rPr>
        <w:footnoteReference w:id="3"/>
      </w:r>
      <w:r w:rsidRPr="00664355">
        <w:t>, Association internationale des constructeurs de motocycles (IMMA), Association pour la limitation des émissions par catalyseur (AECC), Comité international de l</w:t>
      </w:r>
      <w:r w:rsidR="004F3EFE">
        <w:t>’</w:t>
      </w:r>
      <w:r w:rsidRPr="00664355">
        <w:t xml:space="preserve">inspection technique automobile (CITA), </w:t>
      </w:r>
      <w:proofErr w:type="spellStart"/>
      <w:r w:rsidRPr="00664355">
        <w:t>Consumers</w:t>
      </w:r>
      <w:proofErr w:type="spellEnd"/>
      <w:r w:rsidRPr="00664355">
        <w:t xml:space="preserve"> International (CI), Fédération internationale des grossistes, importateurs et exportateurs en fournitures automobiles (FIGIEFA), Organisation internationale des constructeurs d</w:t>
      </w:r>
      <w:r w:rsidR="004F3EFE">
        <w:t>’</w:t>
      </w:r>
      <w:r w:rsidRPr="00664355">
        <w:t>automobiles (OICA), Organisation technique européenne du pneumatique et de la jante (ETRTO). Par ailleurs, des organisations non gouvernementales étaient représentées au titre de l</w:t>
      </w:r>
      <w:r w:rsidR="004F3EFE">
        <w:t>’</w:t>
      </w:r>
      <w:r w:rsidRPr="00664355">
        <w:t>alinéa d) de l</w:t>
      </w:r>
      <w:r w:rsidR="004F3EFE">
        <w:t>’</w:t>
      </w:r>
      <w:r w:rsidRPr="00664355">
        <w:t>article premier du Règlement intérieur : Association de l</w:t>
      </w:r>
      <w:r w:rsidR="004F3EFE">
        <w:t>’</w:t>
      </w:r>
      <w:r w:rsidRPr="00664355">
        <w:t>industrie des véhicules de loisirs</w:t>
      </w:r>
      <w:r w:rsidRPr="00664355">
        <w:rPr>
          <w:vertAlign w:val="superscript"/>
        </w:rPr>
        <w:t>1</w:t>
      </w:r>
      <w:r w:rsidRPr="00664355">
        <w:t xml:space="preserve">, Conseil américain de la politique en matière automobile et World Bicycle </w:t>
      </w:r>
      <w:proofErr w:type="spellStart"/>
      <w:r w:rsidRPr="00664355">
        <w:t>Industry</w:t>
      </w:r>
      <w:proofErr w:type="spellEnd"/>
      <w:r w:rsidRPr="00664355">
        <w:t xml:space="preserve"> Association (WBIA)</w:t>
      </w:r>
      <w:r w:rsidRPr="00664355">
        <w:rPr>
          <w:vertAlign w:val="superscript"/>
        </w:rPr>
        <w:t>1</w:t>
      </w:r>
      <w:r w:rsidRPr="00664355">
        <w:t>, de même que d</w:t>
      </w:r>
      <w:r w:rsidR="004F3EFE">
        <w:t>’</w:t>
      </w:r>
      <w:r w:rsidRPr="00664355">
        <w:t>autres organisations non gouvernementales, organismes du secteur privé, experts indépendants et observateurs : Comité européen de normalisation (CEN).</w:t>
      </w:r>
    </w:p>
    <w:p w:rsidR="00F957A7" w:rsidRPr="00664355" w:rsidRDefault="00F957A7" w:rsidP="00F957A7">
      <w:pPr>
        <w:pStyle w:val="HChG"/>
      </w:pPr>
      <w:r w:rsidRPr="00664355">
        <w:tab/>
        <w:t>II.</w:t>
      </w:r>
      <w:r w:rsidRPr="00664355">
        <w:tab/>
      </w:r>
      <w:r w:rsidRPr="00664355">
        <w:rPr>
          <w:bCs/>
        </w:rPr>
        <w:t>Déclarations liminaires</w:t>
      </w:r>
      <w:bookmarkStart w:id="41" w:name="_Toc35591657"/>
      <w:bookmarkEnd w:id="41"/>
    </w:p>
    <w:p w:rsidR="00F957A7" w:rsidRPr="00664355" w:rsidRDefault="00F957A7" w:rsidP="00F957A7">
      <w:pPr>
        <w:spacing w:after="120"/>
        <w:ind w:left="1134" w:right="1134"/>
        <w:jc w:val="both"/>
      </w:pPr>
      <w:r w:rsidRPr="00664355">
        <w:t>2.</w:t>
      </w:r>
      <w:r w:rsidRPr="00664355">
        <w:tab/>
        <w:t>M.</w:t>
      </w:r>
      <w:r w:rsidR="004B5D4E">
        <w:t> </w:t>
      </w:r>
      <w:r w:rsidRPr="00664355">
        <w:t>A.</w:t>
      </w:r>
      <w:r w:rsidR="004B5D4E">
        <w:t> </w:t>
      </w:r>
      <w:proofErr w:type="spellStart"/>
      <w:r w:rsidRPr="00664355">
        <w:t>Erario</w:t>
      </w:r>
      <w:proofErr w:type="spellEnd"/>
      <w:r w:rsidRPr="00664355">
        <w:t xml:space="preserve"> (Italie), Vice-Président du WP.29, agissant en qualité de Président de la session en cours, a souhaité aux représentants la bienvenue à la 180</w:t>
      </w:r>
      <w:r w:rsidRPr="00664355">
        <w:rPr>
          <w:vertAlign w:val="superscript"/>
        </w:rPr>
        <w:t>e</w:t>
      </w:r>
      <w:r w:rsidR="004B5D4E">
        <w:t> </w:t>
      </w:r>
      <w:r w:rsidRPr="00664355">
        <w:t>session du WP.29 et a ouvert la réunion. Il a rappelé les circonstances exceptionnelles dans lesquelles la session en cours se déroulait, en raison de la pandémie de maladie à coronavirus (COVID-19). Il a également souhaité la bienvenue aux représentants participant à distance à la session et a informé le WP.29 de l</w:t>
      </w:r>
      <w:r w:rsidR="004F3EFE">
        <w:t>’</w:t>
      </w:r>
      <w:r w:rsidRPr="00664355">
        <w:t xml:space="preserve">absence de son Président. </w:t>
      </w:r>
    </w:p>
    <w:p w:rsidR="00F957A7" w:rsidRPr="00664355" w:rsidRDefault="00F957A7" w:rsidP="00F957A7">
      <w:pPr>
        <w:spacing w:after="120"/>
        <w:ind w:left="1134" w:right="1134"/>
        <w:jc w:val="both"/>
      </w:pPr>
      <w:r w:rsidRPr="00664355">
        <w:t>3.</w:t>
      </w:r>
      <w:r w:rsidRPr="00664355">
        <w:tab/>
        <w:t>Le Secrétaire du WP.29 a fourni aux participants des informations sur la pandémie de COVID-19, les mesures de prévention pour lutter contre cette dernière et les précautions d</w:t>
      </w:r>
      <w:r w:rsidR="004F3EFE">
        <w:t>’</w:t>
      </w:r>
      <w:r w:rsidRPr="00664355">
        <w:t>ordre général prises à cet égard pour organiser la réunion en cours.</w:t>
      </w:r>
    </w:p>
    <w:p w:rsidR="00F957A7" w:rsidRPr="00664355" w:rsidRDefault="00F957A7" w:rsidP="00F957A7">
      <w:pPr>
        <w:pStyle w:val="SingleTxtG"/>
      </w:pPr>
      <w:r w:rsidRPr="00664355">
        <w:t>4.</w:t>
      </w:r>
      <w:r w:rsidRPr="00664355">
        <w:tab/>
        <w:t>Le représentant de la Malaisie a fait le point sur le développement automobile en Malaisie dans le cadre de la National Automotive Policy [NAP 2020 (politique nationale de l</w:t>
      </w:r>
      <w:r w:rsidR="004F3EFE">
        <w:t>’</w:t>
      </w:r>
      <w:r w:rsidRPr="00664355">
        <w:t>automobile)] adoptée par le pays (WP.29-180-24). Il a indiqué que le WP.29 avait largement influencé la formulation de la NAP 2020, en particulier dans le domaine des normes de sécurité et du renforcement de l</w:t>
      </w:r>
      <w:r w:rsidR="004F3EFE">
        <w:t>’</w:t>
      </w:r>
      <w:r w:rsidRPr="00664355">
        <w:t>administration en Malaisie. Il a également souligné que la NAP 2020 visait à transformer le secteur malaisien de l</w:t>
      </w:r>
      <w:r w:rsidR="004F3EFE">
        <w:t>’</w:t>
      </w:r>
      <w:r w:rsidRPr="00664355">
        <w:t>automobile pour l</w:t>
      </w:r>
      <w:r w:rsidR="004F3EFE">
        <w:t>’</w:t>
      </w:r>
      <w:r w:rsidRPr="00664355">
        <w:t>intégrer à un écosystème de mobilité connectée d</w:t>
      </w:r>
      <w:r w:rsidR="004F3EFE">
        <w:t>’</w:t>
      </w:r>
      <w:r w:rsidRPr="00664355">
        <w:t>ici 2030. Il a conclu en déclarant que son pays appuierait pleinement l</w:t>
      </w:r>
      <w:r w:rsidR="004F3EFE">
        <w:t>’</w:t>
      </w:r>
      <w:r w:rsidRPr="00664355">
        <w:t xml:space="preserve">élaboration des Règlements ONU, en particulier dans </w:t>
      </w:r>
      <w:r w:rsidRPr="00664355">
        <w:lastRenderedPageBreak/>
        <w:t>le domaine des véhicules automatisés, autonomes et connectés, dont se chargeait le Groupe de travail des véhicules automatisés/autonomes et connectés (GRVA).</w:t>
      </w:r>
      <w:bookmarkStart w:id="42" w:name="_Hlk34820564"/>
      <w:bookmarkEnd w:id="42"/>
    </w:p>
    <w:p w:rsidR="00F957A7" w:rsidRPr="00664355" w:rsidRDefault="00F957A7" w:rsidP="004B5D4E">
      <w:pPr>
        <w:pStyle w:val="HChG"/>
      </w:pPr>
      <w:r w:rsidRPr="00664355">
        <w:tab/>
        <w:t>III.</w:t>
      </w:r>
      <w:r w:rsidRPr="00664355">
        <w:tab/>
        <w:t>Adoption de l</w:t>
      </w:r>
      <w:r w:rsidR="004F3EFE">
        <w:t>’</w:t>
      </w:r>
      <w:r w:rsidRPr="00664355">
        <w:t>ordre du jour (point 1 de l</w:t>
      </w:r>
      <w:r w:rsidR="004F3EFE">
        <w:t>’</w:t>
      </w:r>
      <w:r w:rsidRPr="00664355">
        <w:t>ordre du jour)</w:t>
      </w:r>
      <w:bookmarkStart w:id="43" w:name="_Toc35591658"/>
      <w:bookmarkEnd w:id="43"/>
    </w:p>
    <w:p w:rsidR="00F957A7" w:rsidRPr="00664355" w:rsidRDefault="00F957A7" w:rsidP="00F957A7">
      <w:pPr>
        <w:spacing w:after="120" w:line="240" w:lineRule="auto"/>
        <w:ind w:left="2699" w:right="1134" w:hanging="1531"/>
        <w:jc w:val="both"/>
      </w:pPr>
      <w:r w:rsidRPr="00664355">
        <w:rPr>
          <w:i/>
          <w:iCs/>
        </w:rPr>
        <w:t>Document(s) :</w:t>
      </w:r>
      <w:r w:rsidRPr="00664355">
        <w:tab/>
        <w:t xml:space="preserve">ECE/TRANS/WP.29/1150/1/Rev.1 ; </w:t>
      </w:r>
      <w:r w:rsidRPr="00664355">
        <w:br/>
        <w:t>Documents informels : WP.29-180-03 et WP.29-180-04.</w:t>
      </w:r>
    </w:p>
    <w:p w:rsidR="00F957A7" w:rsidRPr="00664355" w:rsidRDefault="00F957A7" w:rsidP="00F957A7">
      <w:pPr>
        <w:spacing w:after="120"/>
        <w:ind w:left="1134" w:right="1134"/>
        <w:jc w:val="both"/>
      </w:pPr>
      <w:r w:rsidRPr="00664355">
        <w:t>5.</w:t>
      </w:r>
      <w:r w:rsidRPr="00664355">
        <w:tab/>
        <w:t>Le WP.29 a adopté l</w:t>
      </w:r>
      <w:r w:rsidR="004F3EFE">
        <w:t>’</w:t>
      </w:r>
      <w:r w:rsidRPr="00664355">
        <w:t>ordre du jour provisoire annoté et l</w:t>
      </w:r>
      <w:r w:rsidR="004F3EFE">
        <w:t>’</w:t>
      </w:r>
      <w:r w:rsidRPr="00664355">
        <w:t>ordre d</w:t>
      </w:r>
      <w:r w:rsidR="004F3EFE">
        <w:t>’</w:t>
      </w:r>
      <w:r w:rsidRPr="00664355">
        <w:t>examen des points pour sa 180</w:t>
      </w:r>
      <w:r w:rsidRPr="00664355">
        <w:rPr>
          <w:vertAlign w:val="superscript"/>
        </w:rPr>
        <w:t>e</w:t>
      </w:r>
      <w:r w:rsidRPr="00664355">
        <w:t xml:space="preserve"> session.</w:t>
      </w:r>
    </w:p>
    <w:p w:rsidR="00F957A7" w:rsidRPr="00664355" w:rsidRDefault="00F957A7" w:rsidP="00F957A7">
      <w:pPr>
        <w:spacing w:after="120"/>
        <w:ind w:left="1700" w:right="1134" w:hanging="566"/>
        <w:jc w:val="both"/>
        <w:rPr>
          <w:bCs/>
        </w:rPr>
      </w:pPr>
      <w:r w:rsidRPr="00664355">
        <w:t>6.</w:t>
      </w:r>
      <w:r w:rsidRPr="00664355">
        <w:tab/>
        <w:t>La liste des documents informels est reproduite dans l</w:t>
      </w:r>
      <w:r w:rsidR="004F3EFE">
        <w:t>’</w:t>
      </w:r>
      <w:r w:rsidRPr="00664355">
        <w:t>annexe I du présent rapport.</w:t>
      </w:r>
    </w:p>
    <w:p w:rsidR="00F957A7" w:rsidRPr="00664355" w:rsidRDefault="00F957A7" w:rsidP="00F957A7">
      <w:pPr>
        <w:pStyle w:val="HChG"/>
      </w:pPr>
      <w:r w:rsidRPr="00664355">
        <w:tab/>
        <w:t>IV.</w:t>
      </w:r>
      <w:r w:rsidRPr="00664355">
        <w:tab/>
      </w:r>
      <w:r w:rsidRPr="00664355">
        <w:rPr>
          <w:bCs/>
        </w:rPr>
        <w:t>Coordination et organisation des travaux (point 2 de l</w:t>
      </w:r>
      <w:r w:rsidR="004F3EFE">
        <w:rPr>
          <w:bCs/>
        </w:rPr>
        <w:t>’</w:t>
      </w:r>
      <w:r w:rsidRPr="00664355">
        <w:rPr>
          <w:bCs/>
        </w:rPr>
        <w:t>ordre du jour)</w:t>
      </w:r>
      <w:bookmarkStart w:id="44" w:name="_Toc35591659"/>
      <w:bookmarkEnd w:id="44"/>
    </w:p>
    <w:p w:rsidR="00F957A7" w:rsidRPr="00664355" w:rsidRDefault="00F957A7" w:rsidP="00F957A7">
      <w:pPr>
        <w:pStyle w:val="H1G"/>
      </w:pPr>
      <w:r w:rsidRPr="00664355">
        <w:tab/>
        <w:t>A.</w:t>
      </w:r>
      <w:r w:rsidRPr="00664355">
        <w:tab/>
        <w:t>Rapport de la session du Comité de gestion pour la coordination des travaux (AC.2) (point 2.1 de l</w:t>
      </w:r>
      <w:r w:rsidR="004F3EFE">
        <w:t>’</w:t>
      </w:r>
      <w:r w:rsidRPr="00664355">
        <w:t>ordre du jour)</w:t>
      </w:r>
      <w:bookmarkStart w:id="45" w:name="_Toc35591660"/>
      <w:bookmarkEnd w:id="45"/>
    </w:p>
    <w:p w:rsidR="00F957A7" w:rsidRPr="00664355" w:rsidRDefault="00F957A7" w:rsidP="00F957A7">
      <w:pPr>
        <w:spacing w:after="120"/>
        <w:ind w:left="1134" w:right="1134"/>
        <w:jc w:val="both"/>
      </w:pPr>
      <w:r w:rsidRPr="00664355">
        <w:t>7.</w:t>
      </w:r>
      <w:r w:rsidRPr="00664355">
        <w:tab/>
        <w:t>La 132</w:t>
      </w:r>
      <w:r w:rsidRPr="00664355">
        <w:rPr>
          <w:vertAlign w:val="superscript"/>
        </w:rPr>
        <w:t>e</w:t>
      </w:r>
      <w:r w:rsidR="004B5D4E">
        <w:t> </w:t>
      </w:r>
      <w:r w:rsidRPr="00664355">
        <w:t>session de l</w:t>
      </w:r>
      <w:r w:rsidR="004F3EFE">
        <w:t>’</w:t>
      </w:r>
      <w:r w:rsidRPr="00664355">
        <w:t>AC.2, qui s</w:t>
      </w:r>
      <w:r w:rsidR="004F3EFE">
        <w:t>’</w:t>
      </w:r>
      <w:r w:rsidRPr="00664355">
        <w:t>est tenue le 10</w:t>
      </w:r>
      <w:r w:rsidR="004B5D4E">
        <w:t> </w:t>
      </w:r>
      <w:r w:rsidRPr="00664355">
        <w:t>mars 2020, a été présidée par M. A. </w:t>
      </w:r>
      <w:proofErr w:type="spellStart"/>
      <w:r w:rsidRPr="00664355">
        <w:t>Erario</w:t>
      </w:r>
      <w:proofErr w:type="spellEnd"/>
      <w:r w:rsidRPr="00664355">
        <w:t xml:space="preserve"> (Italie). Étaient présents, conformément à l</w:t>
      </w:r>
      <w:r w:rsidR="004F3EFE">
        <w:t>’</w:t>
      </w:r>
      <w:r w:rsidRPr="00664355">
        <w:t>article</w:t>
      </w:r>
      <w:r w:rsidR="004B5D4E">
        <w:t> </w:t>
      </w:r>
      <w:r w:rsidRPr="00664355">
        <w:t>29 du Règlement intérieur du WP.29 (ECE/TRANS/WP.29/690/Rev.1), les Présidents du GRBP (France), du GRPE (Pays</w:t>
      </w:r>
      <w:r w:rsidRPr="00664355">
        <w:noBreakHyphen/>
        <w:t>Bas)</w:t>
      </w:r>
      <w:r w:rsidRPr="00664355">
        <w:rPr>
          <w:rStyle w:val="Appelnotedebasdep"/>
        </w:rPr>
        <w:footnoteReference w:id="4"/>
      </w:r>
      <w:r w:rsidRPr="00664355">
        <w:t>, du GRVA (Allemagne), du GRSG (Italie) et du GRSP (représenté par le</w:t>
      </w:r>
      <w:r w:rsidR="004B5D4E">
        <w:t xml:space="preserve"> </w:t>
      </w:r>
      <w:r w:rsidRPr="00664355">
        <w:t>représentant des États-Unis d</w:t>
      </w:r>
      <w:r w:rsidR="004F3EFE">
        <w:t>’</w:t>
      </w:r>
      <w:r w:rsidRPr="00664355">
        <w:t>Amérique), les Vice-Présidents du GRSG (représentés par le représentant du Canada), du GRPE (Royaume-Uni de Grande-Bretagne et d</w:t>
      </w:r>
      <w:r w:rsidR="004F3EFE">
        <w:t>’</w:t>
      </w:r>
      <w:r w:rsidRPr="00664355">
        <w:t>Irlande du Nord) et du GRVA (Japon) et le Président du Comité exécutif de l</w:t>
      </w:r>
      <w:r w:rsidR="004F3EFE">
        <w:t>’</w:t>
      </w:r>
      <w:r w:rsidRPr="00664355">
        <w:t>Accord de 1998 (AC.3) (États-Unis d</w:t>
      </w:r>
      <w:r w:rsidR="004F3EFE">
        <w:t>’</w:t>
      </w:r>
      <w:r w:rsidRPr="00664355">
        <w:t>Amérique), ainsi que les représentants de l</w:t>
      </w:r>
      <w:r w:rsidR="004F3EFE">
        <w:t>’</w:t>
      </w:r>
      <w:r w:rsidRPr="00664355">
        <w:t>Union européenne</w:t>
      </w:r>
      <w:r w:rsidRPr="00664355">
        <w:rPr>
          <w:vertAlign w:val="superscript"/>
        </w:rPr>
        <w:t>3</w:t>
      </w:r>
      <w:r w:rsidRPr="00664355">
        <w:t>.</w:t>
      </w:r>
    </w:p>
    <w:p w:rsidR="00F957A7" w:rsidRPr="00664355" w:rsidRDefault="00F957A7" w:rsidP="00F957A7">
      <w:pPr>
        <w:spacing w:after="120"/>
        <w:ind w:left="1134" w:right="1134"/>
        <w:jc w:val="both"/>
      </w:pPr>
      <w:r w:rsidRPr="00664355">
        <w:t>8.</w:t>
      </w:r>
      <w:r w:rsidRPr="00664355">
        <w:tab/>
        <w:t>L</w:t>
      </w:r>
      <w:r w:rsidR="004F3EFE">
        <w:t>’</w:t>
      </w:r>
      <w:r w:rsidRPr="00664355">
        <w:t>AC.2 s</w:t>
      </w:r>
      <w:r w:rsidR="004F3EFE">
        <w:t>’</w:t>
      </w:r>
      <w:r w:rsidRPr="00664355">
        <w:t>est félicité du travail accompli par l</w:t>
      </w:r>
      <w:r w:rsidR="004F3EFE">
        <w:t>’</w:t>
      </w:r>
      <w:r w:rsidRPr="00664355">
        <w:t>ensemble des présidents des groupes de travail chargés de leur planification stratégique. Il a décidé de poursuivre les échanges par voie écrite et a prié les représentants auprès de l</w:t>
      </w:r>
      <w:r w:rsidR="004F3EFE">
        <w:t>’</w:t>
      </w:r>
      <w:r w:rsidRPr="00664355">
        <w:t>AC.2 de formuler des observations jusqu</w:t>
      </w:r>
      <w:r w:rsidR="004F3EFE">
        <w:t>’</w:t>
      </w:r>
      <w:r w:rsidRPr="00664355">
        <w:t>au 16 mars 2020.</w:t>
      </w:r>
    </w:p>
    <w:p w:rsidR="00F957A7" w:rsidRPr="00664355" w:rsidRDefault="00F957A7" w:rsidP="00F957A7">
      <w:pPr>
        <w:spacing w:after="120"/>
        <w:ind w:left="1134" w:right="1134"/>
        <w:jc w:val="both"/>
      </w:pPr>
      <w:r w:rsidRPr="00664355">
        <w:t>9.</w:t>
      </w:r>
      <w:r w:rsidRPr="00664355">
        <w:tab/>
        <w:t>L</w:t>
      </w:r>
      <w:r w:rsidR="004F3EFE">
        <w:t>’</w:t>
      </w:r>
      <w:r w:rsidRPr="00664355">
        <w:t xml:space="preserve">AC.2 a examiné le programme de travail pour 2020 qui reprend les principaux éléments de la stratégie du Comité des transports intérieurs et les priorités pour les groupes de travail. Le programme de travail serait révisé en fonction des observations reçues. </w:t>
      </w:r>
    </w:p>
    <w:p w:rsidR="00F957A7" w:rsidRPr="00664355" w:rsidRDefault="00F957A7" w:rsidP="00F957A7">
      <w:pPr>
        <w:spacing w:after="120"/>
        <w:ind w:left="1134" w:right="1134"/>
        <w:jc w:val="both"/>
      </w:pPr>
      <w:r w:rsidRPr="00664355">
        <w:t>10.</w:t>
      </w:r>
      <w:r w:rsidRPr="00664355">
        <w:tab/>
        <w:t>À l</w:t>
      </w:r>
      <w:r w:rsidR="004F3EFE">
        <w:t>’</w:t>
      </w:r>
      <w:r w:rsidRPr="00664355">
        <w:t>issue de ces discussions, l</w:t>
      </w:r>
      <w:r w:rsidR="004F3EFE">
        <w:t>’</w:t>
      </w:r>
      <w:r w:rsidRPr="00664355">
        <w:t>AC.2 a décidé d</w:t>
      </w:r>
      <w:r w:rsidR="004F3EFE">
        <w:t>’</w:t>
      </w:r>
      <w:r w:rsidRPr="00664355">
        <w:t>adresser les recommandations suivantes au WP.29 : a) accorder au GRVA une matinée supplémentaire le 21 septembre</w:t>
      </w:r>
      <w:r w:rsidR="00F2516F">
        <w:t xml:space="preserve"> </w:t>
      </w:r>
      <w:r w:rsidRPr="00664355">
        <w:t>2020 ; b) inviter l</w:t>
      </w:r>
      <w:r w:rsidR="004F3EFE">
        <w:t>’</w:t>
      </w:r>
      <w:r w:rsidRPr="00664355">
        <w:t>équipe spéciale du GRE concernant les prescriptions relatives à la signalisation des véhicules automatisés/autonomes à collaborer avec le groupe de travail informel du GRVA chargé des prescriptions fonctionnelles concernant les</w:t>
      </w:r>
      <w:r w:rsidR="00F2516F">
        <w:t xml:space="preserve"> </w:t>
      </w:r>
      <w:r w:rsidRPr="00664355">
        <w:t>véhicules automatisés/autonomes ; c) prévoir pour l</w:t>
      </w:r>
      <w:r w:rsidR="004F3EFE">
        <w:t>’</w:t>
      </w:r>
      <w:r w:rsidRPr="00664355">
        <w:t>AC.2 deux sessions d</w:t>
      </w:r>
      <w:r w:rsidR="004F3EFE">
        <w:t>’</w:t>
      </w:r>
      <w:r w:rsidRPr="00664355">
        <w:t>une</w:t>
      </w:r>
      <w:r w:rsidR="00F2516F">
        <w:t xml:space="preserve"> </w:t>
      </w:r>
      <w:r w:rsidRPr="00664355">
        <w:t>demi</w:t>
      </w:r>
      <w:r w:rsidRPr="00664355">
        <w:noBreakHyphen/>
        <w:t>journée chacune durant les semaines du WP.29 en novembre, en vue de l</w:t>
      </w:r>
      <w:r w:rsidR="004F3EFE">
        <w:t>’</w:t>
      </w:r>
      <w:r w:rsidRPr="00664355">
        <w:t>élaboration détaillée du programme de travail pour l</w:t>
      </w:r>
      <w:r w:rsidR="004F3EFE">
        <w:t>’</w:t>
      </w:r>
      <w:r w:rsidRPr="00664355">
        <w:t>année suivante.</w:t>
      </w:r>
    </w:p>
    <w:p w:rsidR="00F957A7" w:rsidRPr="00664355" w:rsidRDefault="00F957A7" w:rsidP="00F957A7">
      <w:pPr>
        <w:spacing w:after="120"/>
        <w:ind w:left="1134" w:right="1134"/>
        <w:jc w:val="both"/>
      </w:pPr>
      <w:r w:rsidRPr="00664355">
        <w:t>11.</w:t>
      </w:r>
      <w:r w:rsidRPr="00664355">
        <w:tab/>
        <w:t>L</w:t>
      </w:r>
      <w:r w:rsidR="004F3EFE">
        <w:t>’</w:t>
      </w:r>
      <w:r w:rsidRPr="00664355">
        <w:t>AC.2 a prié le secrétariat de mettre à jour le calendrier des sessions pour 2020, compte tenu de ces changements (voir WP.29-179-02/Rev.1).</w:t>
      </w:r>
    </w:p>
    <w:p w:rsidR="00F957A7" w:rsidRPr="00664355" w:rsidRDefault="00F957A7" w:rsidP="00F957A7">
      <w:pPr>
        <w:spacing w:after="120"/>
        <w:ind w:left="1134" w:right="1134"/>
        <w:jc w:val="both"/>
      </w:pPr>
      <w:r w:rsidRPr="00664355">
        <w:t>12.</w:t>
      </w:r>
      <w:r w:rsidRPr="00664355">
        <w:tab/>
        <w:t>L</w:t>
      </w:r>
      <w:r w:rsidR="004F3EFE">
        <w:t>’</w:t>
      </w:r>
      <w:r w:rsidRPr="00664355">
        <w:t>AC.2 a examiné et adopté l</w:t>
      </w:r>
      <w:r w:rsidR="004F3EFE">
        <w:t>’</w:t>
      </w:r>
      <w:r w:rsidRPr="00664355">
        <w:t>ordre du jour provisoire de la 180</w:t>
      </w:r>
      <w:r w:rsidRPr="00664355">
        <w:rPr>
          <w:vertAlign w:val="superscript"/>
        </w:rPr>
        <w:t>e</w:t>
      </w:r>
      <w:r w:rsidR="00F2516F">
        <w:t> </w:t>
      </w:r>
      <w:r w:rsidRPr="00664355">
        <w:t>session du WP.29 et a examiné le projet d</w:t>
      </w:r>
      <w:r w:rsidR="004F3EFE">
        <w:t>’</w:t>
      </w:r>
      <w:r w:rsidRPr="00664355">
        <w:t>ordre du jour de la 181</w:t>
      </w:r>
      <w:r w:rsidRPr="00664355">
        <w:rPr>
          <w:vertAlign w:val="superscript"/>
        </w:rPr>
        <w:t>e</w:t>
      </w:r>
      <w:r w:rsidR="00F2516F">
        <w:t> </w:t>
      </w:r>
      <w:r w:rsidRPr="00664355">
        <w:t>session, qui devrait se tenir à Genève du 23 au 25</w:t>
      </w:r>
      <w:r w:rsidR="00F2516F">
        <w:t> </w:t>
      </w:r>
      <w:r w:rsidRPr="00664355">
        <w:t>juin 2020.</w:t>
      </w:r>
    </w:p>
    <w:p w:rsidR="00F957A7" w:rsidRPr="00664355" w:rsidRDefault="00F957A7" w:rsidP="00F957A7">
      <w:pPr>
        <w:spacing w:after="120"/>
        <w:ind w:left="1134" w:right="1134"/>
        <w:jc w:val="both"/>
      </w:pPr>
      <w:r w:rsidRPr="00664355">
        <w:t>13.</w:t>
      </w:r>
      <w:r w:rsidRPr="00664355">
        <w:tab/>
        <w:t>L</w:t>
      </w:r>
      <w:r w:rsidR="004F3EFE">
        <w:t>’</w:t>
      </w:r>
      <w:r w:rsidRPr="00664355">
        <w:t>AC.2 a examiné les décisions n</w:t>
      </w:r>
      <w:r w:rsidRPr="00664355">
        <w:rPr>
          <w:vertAlign w:val="superscript"/>
        </w:rPr>
        <w:t>os</w:t>
      </w:r>
      <w:r w:rsidRPr="00664355">
        <w:t> 17 et 18 du Comité des transports intérieurs relatives à la feuille de route pour les systèmes de transport intelligents et a proposé que le</w:t>
      </w:r>
      <w:r w:rsidR="00F2516F">
        <w:t xml:space="preserve"> </w:t>
      </w:r>
      <w:r w:rsidRPr="00664355">
        <w:t>groupe de travail informel chargé de la question dirige les activités de mise à jour de la</w:t>
      </w:r>
      <w:r w:rsidR="00F2516F">
        <w:t xml:space="preserve"> </w:t>
      </w:r>
      <w:r w:rsidRPr="00664355">
        <w:t>feuille de route. Il s</w:t>
      </w:r>
      <w:r w:rsidR="004F3EFE">
        <w:t>’</w:t>
      </w:r>
      <w:r w:rsidRPr="00664355">
        <w:t xml:space="preserve">est également penché sur la décision </w:t>
      </w:r>
      <w:r w:rsidR="00F2516F" w:rsidRPr="002D76F4">
        <w:rPr>
          <w:rFonts w:eastAsia="MS Mincho"/>
          <w:szCs w:val="22"/>
        </w:rPr>
        <w:t>n</w:t>
      </w:r>
      <w:r w:rsidR="00F2516F" w:rsidRPr="002D76F4">
        <w:rPr>
          <w:rFonts w:eastAsia="MS Mincho"/>
          <w:szCs w:val="22"/>
          <w:vertAlign w:val="superscript"/>
        </w:rPr>
        <w:t>o</w:t>
      </w:r>
      <w:r w:rsidRPr="00664355">
        <w:t xml:space="preserve"> 52 relative au financement de la </w:t>
      </w:r>
      <w:r w:rsidRPr="00664355">
        <w:lastRenderedPageBreak/>
        <w:t>base de données pour l</w:t>
      </w:r>
      <w:r w:rsidR="004F3EFE">
        <w:t>’</w:t>
      </w:r>
      <w:r w:rsidRPr="00664355">
        <w:t>échange d</w:t>
      </w:r>
      <w:r w:rsidR="004F3EFE">
        <w:t>’</w:t>
      </w:r>
      <w:r w:rsidRPr="00664355">
        <w:t>informations concernant l</w:t>
      </w:r>
      <w:r w:rsidR="004F3EFE">
        <w:t>’</w:t>
      </w:r>
      <w:r w:rsidRPr="00664355">
        <w:t>homologation de type (DETA).</w:t>
      </w:r>
    </w:p>
    <w:p w:rsidR="00F957A7" w:rsidRPr="00664355" w:rsidRDefault="00F957A7" w:rsidP="00F957A7">
      <w:pPr>
        <w:spacing w:after="120"/>
        <w:ind w:left="1134" w:right="1134"/>
        <w:jc w:val="both"/>
      </w:pPr>
      <w:r w:rsidRPr="00664355">
        <w:t>14.</w:t>
      </w:r>
      <w:r w:rsidRPr="00664355">
        <w:tab/>
        <w:t>L</w:t>
      </w:r>
      <w:r w:rsidR="004F3EFE">
        <w:t>’</w:t>
      </w:r>
      <w:r w:rsidRPr="00664355">
        <w:t>AC.2 a approuvé, conformément à l</w:t>
      </w:r>
      <w:r w:rsidR="004F3EFE">
        <w:t>’</w:t>
      </w:r>
      <w:r w:rsidRPr="00664355">
        <w:t>alinéa</w:t>
      </w:r>
      <w:r w:rsidR="008A6B2C">
        <w:t> </w:t>
      </w:r>
      <w:r w:rsidRPr="00664355">
        <w:t>d) de l</w:t>
      </w:r>
      <w:r w:rsidR="004F3EFE">
        <w:t>’</w:t>
      </w:r>
      <w:r w:rsidRPr="00664355">
        <w:t xml:space="preserve">article premier du Règlement intérieur du WP.29, la participation au WP.29 des organisations non gouvernementales suivantes : </w:t>
      </w:r>
    </w:p>
    <w:p w:rsidR="00F957A7" w:rsidRPr="00664355" w:rsidRDefault="00F957A7" w:rsidP="00F957A7">
      <w:pPr>
        <w:numPr>
          <w:ilvl w:val="0"/>
          <w:numId w:val="25"/>
        </w:numPr>
        <w:tabs>
          <w:tab w:val="left" w:pos="2268"/>
        </w:tabs>
        <w:spacing w:after="120"/>
        <w:ind w:left="1134" w:right="1134" w:firstLine="567"/>
        <w:jc w:val="both"/>
        <w:rPr>
          <w:lang w:val="en-US"/>
        </w:rPr>
      </w:pPr>
      <w:r w:rsidRPr="00664355">
        <w:rPr>
          <w:lang w:val="en-US"/>
        </w:rPr>
        <w:t xml:space="preserve">Imported </w:t>
      </w:r>
      <w:proofErr w:type="spellStart"/>
      <w:r w:rsidRPr="00664355">
        <w:rPr>
          <w:lang w:val="en-US"/>
        </w:rPr>
        <w:t>Tyre</w:t>
      </w:r>
      <w:proofErr w:type="spellEnd"/>
      <w:r w:rsidRPr="00664355">
        <w:rPr>
          <w:lang w:val="en-US"/>
        </w:rPr>
        <w:t xml:space="preserve"> Manufacturers Association (ITMA) ;</w:t>
      </w:r>
    </w:p>
    <w:p w:rsidR="00F957A7" w:rsidRPr="00664355" w:rsidRDefault="00F957A7" w:rsidP="00F957A7">
      <w:pPr>
        <w:numPr>
          <w:ilvl w:val="0"/>
          <w:numId w:val="25"/>
        </w:numPr>
        <w:tabs>
          <w:tab w:val="left" w:pos="2268"/>
        </w:tabs>
        <w:spacing w:after="120"/>
        <w:ind w:left="1134" w:right="1134" w:firstLine="567"/>
        <w:jc w:val="both"/>
      </w:pPr>
      <w:r w:rsidRPr="00664355">
        <w:t>Comité de liaison de la construction de carrosseries et de remorques (CLCCR) ;</w:t>
      </w:r>
    </w:p>
    <w:p w:rsidR="00F957A7" w:rsidRPr="00664355" w:rsidRDefault="00F957A7" w:rsidP="00F957A7">
      <w:pPr>
        <w:numPr>
          <w:ilvl w:val="0"/>
          <w:numId w:val="25"/>
        </w:numPr>
        <w:tabs>
          <w:tab w:val="left" w:pos="2268"/>
        </w:tabs>
        <w:spacing w:after="120"/>
        <w:ind w:left="1134" w:right="1134" w:firstLine="567"/>
        <w:jc w:val="both"/>
      </w:pPr>
      <w:r w:rsidRPr="00664355">
        <w:t>Comité européen des groupements de constructeurs du machinisme agricole (CEMA).</w:t>
      </w:r>
    </w:p>
    <w:p w:rsidR="00F957A7" w:rsidRPr="00664355" w:rsidRDefault="00F957A7" w:rsidP="00F957A7">
      <w:pPr>
        <w:spacing w:after="120"/>
        <w:ind w:left="1134" w:right="1134" w:firstLine="567"/>
        <w:jc w:val="both"/>
      </w:pPr>
      <w:r w:rsidRPr="00664355">
        <w:t>L</w:t>
      </w:r>
      <w:r w:rsidR="004F3EFE">
        <w:t>’</w:t>
      </w:r>
      <w:r w:rsidRPr="00664355">
        <w:t>AC.2 a par ailleurs renouvelé, pour l</w:t>
      </w:r>
      <w:r w:rsidR="004F3EFE">
        <w:t>’</w:t>
      </w:r>
      <w:r w:rsidRPr="00664355">
        <w:t>exercice biennal 2020-2021, l</w:t>
      </w:r>
      <w:r w:rsidR="004F3EFE">
        <w:t>’</w:t>
      </w:r>
      <w:r w:rsidRPr="00664355">
        <w:t>agrément initialement accordé à sa 126</w:t>
      </w:r>
      <w:r w:rsidRPr="00664355">
        <w:rPr>
          <w:vertAlign w:val="superscript"/>
        </w:rPr>
        <w:t>e</w:t>
      </w:r>
      <w:r w:rsidR="008A6B2C">
        <w:rPr>
          <w:vertAlign w:val="superscript"/>
        </w:rPr>
        <w:t> </w:t>
      </w:r>
      <w:r w:rsidRPr="00664355">
        <w:t>session aux organisations non gouvernementales suivantes :</w:t>
      </w:r>
    </w:p>
    <w:p w:rsidR="00F957A7" w:rsidRPr="00664355" w:rsidRDefault="00F957A7" w:rsidP="00F957A7">
      <w:pPr>
        <w:numPr>
          <w:ilvl w:val="0"/>
          <w:numId w:val="25"/>
        </w:numPr>
        <w:tabs>
          <w:tab w:val="left" w:pos="2268"/>
        </w:tabs>
        <w:spacing w:after="120"/>
        <w:ind w:left="1134" w:right="1134" w:firstLine="567"/>
        <w:jc w:val="both"/>
      </w:pPr>
      <w:r w:rsidRPr="00664355">
        <w:tab/>
        <w:t>Conseil américain de la politique en matière automobile ;</w:t>
      </w:r>
    </w:p>
    <w:p w:rsidR="00F957A7" w:rsidRPr="00664355" w:rsidRDefault="00F957A7" w:rsidP="00F957A7">
      <w:pPr>
        <w:numPr>
          <w:ilvl w:val="0"/>
          <w:numId w:val="25"/>
        </w:numPr>
        <w:tabs>
          <w:tab w:val="left" w:pos="2268"/>
        </w:tabs>
        <w:spacing w:after="120"/>
        <w:ind w:left="1134" w:right="1134" w:firstLine="567"/>
        <w:jc w:val="both"/>
      </w:pPr>
      <w:r w:rsidRPr="00664355">
        <w:tab/>
        <w:t xml:space="preserve">Bureau international permanent des associations de vendeurs et </w:t>
      </w:r>
      <w:proofErr w:type="spellStart"/>
      <w:r w:rsidRPr="00664355">
        <w:t>rechapeurs</w:t>
      </w:r>
      <w:proofErr w:type="spellEnd"/>
      <w:r w:rsidRPr="00664355">
        <w:t xml:space="preserve"> de pneumatiques (BIPAVER) ;</w:t>
      </w:r>
    </w:p>
    <w:p w:rsidR="00F957A7" w:rsidRPr="00664355" w:rsidRDefault="00F957A7" w:rsidP="00F957A7">
      <w:pPr>
        <w:numPr>
          <w:ilvl w:val="0"/>
          <w:numId w:val="25"/>
        </w:numPr>
        <w:tabs>
          <w:tab w:val="left" w:pos="2268"/>
        </w:tabs>
        <w:spacing w:after="120"/>
        <w:ind w:left="1134" w:right="1134" w:firstLine="567"/>
        <w:jc w:val="both"/>
      </w:pPr>
      <w:r w:rsidRPr="00664355">
        <w:tab/>
        <w:t>Programme européen d</w:t>
      </w:r>
      <w:r w:rsidR="004F3EFE">
        <w:t>’</w:t>
      </w:r>
      <w:r w:rsidRPr="00664355">
        <w:t>évaluation des nouveaux modèles de voitures (NCAP) ;</w:t>
      </w:r>
    </w:p>
    <w:p w:rsidR="00F957A7" w:rsidRPr="00664355" w:rsidRDefault="00F957A7" w:rsidP="00F957A7">
      <w:pPr>
        <w:numPr>
          <w:ilvl w:val="0"/>
          <w:numId w:val="25"/>
        </w:numPr>
        <w:tabs>
          <w:tab w:val="left" w:pos="2268"/>
        </w:tabs>
        <w:spacing w:after="120"/>
        <w:ind w:left="1134" w:right="1134" w:firstLine="567"/>
        <w:jc w:val="both"/>
      </w:pPr>
      <w:r w:rsidRPr="00664355">
        <w:tab/>
        <w:t>Fédération internationale de motocyclisme (FIM) ;</w:t>
      </w:r>
    </w:p>
    <w:p w:rsidR="00F957A7" w:rsidRPr="00664355" w:rsidRDefault="00F957A7" w:rsidP="00F957A7">
      <w:pPr>
        <w:numPr>
          <w:ilvl w:val="0"/>
          <w:numId w:val="25"/>
        </w:numPr>
        <w:tabs>
          <w:tab w:val="left" w:pos="2268"/>
        </w:tabs>
        <w:spacing w:after="120"/>
        <w:ind w:left="1134" w:right="1134" w:firstLine="567"/>
        <w:jc w:val="both"/>
      </w:pPr>
      <w:r w:rsidRPr="00664355">
        <w:tab/>
        <w:t>Union internationale des transports publics (UITP) Europe ;</w:t>
      </w:r>
    </w:p>
    <w:p w:rsidR="00F957A7" w:rsidRPr="00664355" w:rsidRDefault="00F957A7" w:rsidP="00F957A7">
      <w:pPr>
        <w:numPr>
          <w:ilvl w:val="0"/>
          <w:numId w:val="25"/>
        </w:numPr>
        <w:tabs>
          <w:tab w:val="left" w:pos="2268"/>
        </w:tabs>
        <w:spacing w:after="120"/>
        <w:ind w:left="1134" w:right="1134" w:firstLine="567"/>
        <w:jc w:val="both"/>
        <w:rPr>
          <w:lang w:val="en-US"/>
        </w:rPr>
      </w:pPr>
      <w:r w:rsidRPr="00664355">
        <w:tab/>
      </w:r>
      <w:r w:rsidRPr="00664355">
        <w:rPr>
          <w:lang w:val="en-US"/>
        </w:rPr>
        <w:t>World Bicycle Industry Association (WBIA).</w:t>
      </w:r>
    </w:p>
    <w:p w:rsidR="00F957A7" w:rsidRPr="00664355" w:rsidRDefault="00F957A7" w:rsidP="00F957A7">
      <w:pPr>
        <w:spacing w:after="120"/>
        <w:ind w:left="1134" w:right="1134"/>
        <w:jc w:val="both"/>
      </w:pPr>
      <w:r w:rsidRPr="00664355">
        <w:t>15.</w:t>
      </w:r>
      <w:r w:rsidRPr="00664355">
        <w:tab/>
        <w:t>L</w:t>
      </w:r>
      <w:r w:rsidR="004F3EFE">
        <w:t>’</w:t>
      </w:r>
      <w:r w:rsidRPr="00664355">
        <w:t>AC.2 a recommandé à l</w:t>
      </w:r>
      <w:r w:rsidR="004F3EFE">
        <w:t>’</w:t>
      </w:r>
      <w:r w:rsidRPr="00664355">
        <w:t>AC.4 de se réunir.</w:t>
      </w:r>
    </w:p>
    <w:p w:rsidR="00F957A7" w:rsidRPr="00664355" w:rsidRDefault="00F957A7" w:rsidP="00F957A7">
      <w:pPr>
        <w:pStyle w:val="H1G"/>
      </w:pPr>
      <w:r w:rsidRPr="00664355">
        <w:tab/>
        <w:t>B.</w:t>
      </w:r>
      <w:r w:rsidRPr="00664355">
        <w:tab/>
      </w:r>
      <w:r w:rsidRPr="00664355">
        <w:rPr>
          <w:bCs/>
        </w:rPr>
        <w:t>Programme de travail et documents (point 2.2 de l</w:t>
      </w:r>
      <w:r w:rsidR="004F3EFE">
        <w:rPr>
          <w:bCs/>
        </w:rPr>
        <w:t>’</w:t>
      </w:r>
      <w:r w:rsidRPr="00664355">
        <w:rPr>
          <w:bCs/>
        </w:rPr>
        <w:t>ordre du jour)</w:t>
      </w:r>
      <w:bookmarkStart w:id="46" w:name="_Toc35591661"/>
      <w:bookmarkEnd w:id="46"/>
    </w:p>
    <w:p w:rsidR="00F957A7" w:rsidRPr="00664355" w:rsidRDefault="00F957A7" w:rsidP="00F957A7">
      <w:pPr>
        <w:tabs>
          <w:tab w:val="left" w:pos="2835"/>
        </w:tabs>
        <w:spacing w:after="120" w:line="240" w:lineRule="auto"/>
        <w:ind w:left="2835" w:right="1134" w:hanging="1701"/>
      </w:pPr>
      <w:r w:rsidRPr="00664355">
        <w:rPr>
          <w:i/>
          <w:iCs/>
        </w:rPr>
        <w:t>Document(s) :</w:t>
      </w:r>
      <w:r w:rsidRPr="00664355">
        <w:tab/>
        <w:t xml:space="preserve">ECE/TRANS/WP.29/2020/1 ; </w:t>
      </w:r>
      <w:r w:rsidRPr="00664355">
        <w:br/>
        <w:t>Documents informels : WP.29-180-01, WP.29-180-02 et WP.29</w:t>
      </w:r>
      <w:r w:rsidRPr="00664355">
        <w:noBreakHyphen/>
        <w:t>179</w:t>
      </w:r>
      <w:r w:rsidRPr="00664355">
        <w:noBreakHyphen/>
        <w:t>02/Rev.1</w:t>
      </w:r>
    </w:p>
    <w:p w:rsidR="00F957A7" w:rsidRPr="00664355" w:rsidRDefault="00F957A7" w:rsidP="00F957A7">
      <w:pPr>
        <w:spacing w:after="120"/>
        <w:ind w:left="1134" w:right="1134"/>
        <w:jc w:val="both"/>
      </w:pPr>
      <w:r w:rsidRPr="00664355">
        <w:t>16.</w:t>
      </w:r>
      <w:r w:rsidRPr="00664355">
        <w:tab/>
        <w:t>Le Secrétaire du WP.29 a présenté le programme de travail en commençant par en exposer les grandes priorités stratégiques, à savoir la mise en œuvre de la stratégie à l</w:t>
      </w:r>
      <w:r w:rsidR="004F3EFE">
        <w:t>’</w:t>
      </w:r>
      <w:r w:rsidRPr="00664355">
        <w:t>horizon 2030 du Comité des transports intérieurs, et, entre autres, l</w:t>
      </w:r>
      <w:r w:rsidR="004F3EFE">
        <w:t>’</w:t>
      </w:r>
      <w:r w:rsidRPr="00664355">
        <w:t>automatisation des véhicules et la protection de l</w:t>
      </w:r>
      <w:r w:rsidR="004F3EFE">
        <w:t>’</w:t>
      </w:r>
      <w:r w:rsidRPr="00664355">
        <w:t xml:space="preserve">environnement (ECE/TRANS/WP.29/2020/1). </w:t>
      </w:r>
    </w:p>
    <w:p w:rsidR="00F957A7" w:rsidRPr="00664355" w:rsidRDefault="00F957A7" w:rsidP="00F957A7">
      <w:pPr>
        <w:spacing w:after="120"/>
        <w:ind w:left="1134" w:right="1134"/>
        <w:jc w:val="both"/>
      </w:pPr>
      <w:r w:rsidRPr="00664355">
        <w:t>17.</w:t>
      </w:r>
      <w:r w:rsidRPr="00664355">
        <w:tab/>
        <w:t>Le WP.29 a adopté le programme de travail pour 2020 sur la base du document</w:t>
      </w:r>
      <w:r w:rsidR="008A6B2C">
        <w:t xml:space="preserve"> </w:t>
      </w:r>
      <w:r w:rsidRPr="00664355">
        <w:t>ECE/TRANS/WP.29/2020/1. D</w:t>
      </w:r>
      <w:r w:rsidR="004F3EFE">
        <w:t>’</w:t>
      </w:r>
      <w:r w:rsidRPr="00664355">
        <w:t>autres modifications pourront être introduites durant la</w:t>
      </w:r>
      <w:r w:rsidR="008A6B2C">
        <w:t xml:space="preserve"> </w:t>
      </w:r>
      <w:r w:rsidRPr="00664355">
        <w:t>session de juin 2020 du WP.29 par le biais d</w:t>
      </w:r>
      <w:r w:rsidR="004F3EFE">
        <w:t>’</w:t>
      </w:r>
      <w:r w:rsidRPr="00664355">
        <w:t>un document révisé en fonction des</w:t>
      </w:r>
      <w:r w:rsidR="008A6B2C">
        <w:t xml:space="preserve"> </w:t>
      </w:r>
      <w:r w:rsidRPr="00664355">
        <w:t>contributions apportées par les présidents des groupes de travail.</w:t>
      </w:r>
    </w:p>
    <w:p w:rsidR="00F957A7" w:rsidRPr="00664355" w:rsidRDefault="00F957A7" w:rsidP="00F957A7">
      <w:pPr>
        <w:spacing w:after="120"/>
        <w:ind w:left="1134" w:right="1134"/>
        <w:jc w:val="both"/>
      </w:pPr>
      <w:r w:rsidRPr="00664355">
        <w:t>18.</w:t>
      </w:r>
      <w:r w:rsidRPr="00664355">
        <w:tab/>
        <w:t>Le WP.29 a pris note de la liste des groupes de travail et de leurs présidents (WP.29</w:t>
      </w:r>
      <w:r w:rsidRPr="00664355">
        <w:noBreakHyphen/>
        <w:t>180-01), des priorités des groupes de travail (WP.29-180-02) et du calendrier révisé pour 2020 de ses réunions et de celles de ses organes subsidiaires (WP.29-179-02/Rev.2). Conformément aux recommandations de l</w:t>
      </w:r>
      <w:r w:rsidR="004F3EFE">
        <w:t>’</w:t>
      </w:r>
      <w:r w:rsidRPr="00664355">
        <w:t>AC.2, le WP.29 a approuvé le calendrier révisé des réunions pour 2020.</w:t>
      </w:r>
    </w:p>
    <w:p w:rsidR="00F957A7" w:rsidRPr="00664355" w:rsidRDefault="00F957A7" w:rsidP="00F957A7">
      <w:pPr>
        <w:spacing w:after="120"/>
        <w:ind w:left="1134" w:right="1134"/>
        <w:jc w:val="both"/>
      </w:pPr>
      <w:r w:rsidRPr="00664355">
        <w:t>19.</w:t>
      </w:r>
      <w:r w:rsidRPr="00664355">
        <w:tab/>
        <w:t>Le calendrier révisé des réunions pour 2020 et la liste des groupes de travail, des groupes de travail informels et de leurs présidents figurent, respectivement, dans les annexes III et IV du présent rapport.</w:t>
      </w:r>
    </w:p>
    <w:p w:rsidR="00F957A7" w:rsidRPr="00664355" w:rsidRDefault="00F957A7" w:rsidP="00F957A7">
      <w:pPr>
        <w:pStyle w:val="H1G"/>
      </w:pPr>
      <w:r w:rsidRPr="00664355">
        <w:tab/>
        <w:t>C.</w:t>
      </w:r>
      <w:r w:rsidRPr="00664355">
        <w:tab/>
      </w:r>
      <w:r w:rsidRPr="00664355">
        <w:rPr>
          <w:bCs/>
        </w:rPr>
        <w:t>Systèmes de transport intelligents et coordination des activités relatives aux véhicules automatisés (point 2.3 de l</w:t>
      </w:r>
      <w:r w:rsidR="004F3EFE">
        <w:rPr>
          <w:bCs/>
        </w:rPr>
        <w:t>’</w:t>
      </w:r>
      <w:r w:rsidRPr="00664355">
        <w:rPr>
          <w:bCs/>
        </w:rPr>
        <w:t>ordre du jour)</w:t>
      </w:r>
      <w:bookmarkStart w:id="47" w:name="_Toc35591662"/>
      <w:bookmarkEnd w:id="47"/>
    </w:p>
    <w:p w:rsidR="00F957A7" w:rsidRPr="00664355" w:rsidRDefault="00F957A7" w:rsidP="00F957A7">
      <w:pPr>
        <w:tabs>
          <w:tab w:val="left" w:pos="2835"/>
        </w:tabs>
        <w:spacing w:after="120" w:line="240" w:lineRule="auto"/>
        <w:ind w:left="2835" w:right="1134" w:hanging="1701"/>
      </w:pPr>
      <w:r w:rsidRPr="00664355">
        <w:rPr>
          <w:i/>
          <w:iCs/>
        </w:rPr>
        <w:t>Document(s) :</w:t>
      </w:r>
      <w:r w:rsidRPr="00664355">
        <w:tab/>
        <w:t>Documents informels : WP.29-180-10, WP.29-180-18 et WP.29</w:t>
      </w:r>
      <w:r w:rsidRPr="00664355">
        <w:noBreakHyphen/>
        <w:t>180</w:t>
      </w:r>
      <w:r w:rsidRPr="00664355">
        <w:noBreakHyphen/>
        <w:t>19</w:t>
      </w:r>
    </w:p>
    <w:p w:rsidR="00F957A7" w:rsidRPr="00664355" w:rsidRDefault="00F957A7" w:rsidP="00F957A7">
      <w:pPr>
        <w:spacing w:after="120"/>
        <w:ind w:left="1134" w:right="1134"/>
        <w:jc w:val="both"/>
      </w:pPr>
      <w:r w:rsidRPr="00664355">
        <w:lastRenderedPageBreak/>
        <w:t>20.</w:t>
      </w:r>
      <w:r w:rsidRPr="00664355">
        <w:tab/>
        <w:t>Le représentant du Japon a présenté le document WP.29-180-19 en faisant état des progrès dans la mise en œuvre de la loi révisée sur les véhicules routiers relative à la conduite automatisée, dont l</w:t>
      </w:r>
      <w:r w:rsidR="004F3EFE">
        <w:t>’</w:t>
      </w:r>
      <w:r w:rsidRPr="00664355">
        <w:t>entrée en vigueur au Japon est prévue le 1</w:t>
      </w:r>
      <w:r w:rsidRPr="00664355">
        <w:rPr>
          <w:vertAlign w:val="superscript"/>
        </w:rPr>
        <w:t>er</w:t>
      </w:r>
      <w:r w:rsidR="007971DB">
        <w:t> </w:t>
      </w:r>
      <w:r w:rsidRPr="00664355">
        <w:t>avril 2020. Il a indiqué que les prescriptions techniques en cours d</w:t>
      </w:r>
      <w:r w:rsidR="004F3EFE">
        <w:t>’</w:t>
      </w:r>
      <w:r w:rsidRPr="00664355">
        <w:t>élaboration seraient conformes aux prescriptions internationales examinées par le WP.29 et que le Japon les appliquerait sans tarder dès la mise au point des Règlements ONU y afférents, à laquelle le Japon continuait par ailleurs de contribuer vigoureusement.</w:t>
      </w:r>
    </w:p>
    <w:p w:rsidR="00F957A7" w:rsidRPr="00664355" w:rsidRDefault="00F957A7" w:rsidP="00F957A7">
      <w:pPr>
        <w:spacing w:after="120"/>
        <w:ind w:left="1134" w:right="1134"/>
        <w:jc w:val="both"/>
        <w:rPr>
          <w:strike/>
        </w:rPr>
      </w:pPr>
      <w:r w:rsidRPr="00664355">
        <w:t>21.</w:t>
      </w:r>
      <w:r w:rsidRPr="00664355">
        <w:tab/>
        <w:t>Le représentant de l</w:t>
      </w:r>
      <w:r w:rsidR="004F3EFE">
        <w:t>’</w:t>
      </w:r>
      <w:r w:rsidRPr="00664355">
        <w:t>Allemagne et Président du GRVA a présenté au WP.29 un point sur la mise en œuvre du Document-cadre sur les véhicules automatisés/autonomes (le « Document-cadre ») et du programme figurant dans son annexe. Il a fait état de l</w:t>
      </w:r>
      <w:r w:rsidR="004F3EFE">
        <w:t>’</w:t>
      </w:r>
      <w:r w:rsidRPr="00664355">
        <w:t>achèvement des travaux relatifs au système d</w:t>
      </w:r>
      <w:r w:rsidR="004F3EFE">
        <w:t>’</w:t>
      </w:r>
      <w:r w:rsidRPr="00664355">
        <w:t>aide au maintien dans la voie menés par les groupes de travail informels des fonctions de direction à commande automatique (ACSF), des enregistreurs de données de route et systèmes de stockage des données pour la conduite automatisée (EDR/DSSAD) et des méthodes de validation applicables à la conduite automatisée (VMAD), ainsi que des résultats obtenus par le groupe de travail informel des prescriptions fonctionnelles applicables aux véhicules automatisés et autonomes (FRAV).</w:t>
      </w:r>
    </w:p>
    <w:p w:rsidR="00F957A7" w:rsidRPr="00664355" w:rsidRDefault="00F957A7" w:rsidP="00F957A7">
      <w:pPr>
        <w:spacing w:after="120"/>
        <w:ind w:left="1134" w:right="1134"/>
        <w:jc w:val="both"/>
      </w:pPr>
      <w:r w:rsidRPr="00664355">
        <w:t>22.</w:t>
      </w:r>
      <w:r w:rsidRPr="00664355">
        <w:tab/>
        <w:t>Le représentant des États-Unis d</w:t>
      </w:r>
      <w:r w:rsidR="004F3EFE">
        <w:t>’</w:t>
      </w:r>
      <w:r w:rsidRPr="00664355">
        <w:t>Amérique, Coprésident du groupe de travail informel des FRAV, a présenté le document WP.29-180-10, en résumant les travaux menés par le groupe, en proposant des améliorations à apporter au Document-cadre et en décrivant le consensus auquel était parvenu le groupe au sujet des prescriptions de haut niveau. Il a souligné que le groupe de travail informel des FRAV avait tenu deux réunions conjointes avec</w:t>
      </w:r>
      <w:r w:rsidR="007971DB">
        <w:t xml:space="preserve"> </w:t>
      </w:r>
      <w:r w:rsidRPr="00664355">
        <w:t>le groupe de travail informel des VMAD, auxquelles avaient participé plus de 100 experts. Il a indiqué que le groupe tenait particulièrement à la précision des termes employés. Le groupe décourageait l</w:t>
      </w:r>
      <w:r w:rsidR="004F3EFE">
        <w:t>’</w:t>
      </w:r>
      <w:r w:rsidRPr="00664355">
        <w:t>utilisation du terme « autonome », considérant qu</w:t>
      </w:r>
      <w:r w:rsidR="004F3EFE">
        <w:t>’</w:t>
      </w:r>
      <w:r w:rsidRPr="00664355">
        <w:t>il prêtait à confusion, et préférait parler de manœuvres présentant un risque « minimal » et non pas « minimum », car le risque dépendait de l</w:t>
      </w:r>
      <w:r w:rsidR="004F3EFE">
        <w:t>’</w:t>
      </w:r>
      <w:r w:rsidRPr="00664355">
        <w:t>état des routes et des meilleures solutions disponibles. Outre l</w:t>
      </w:r>
      <w:r w:rsidR="004F3EFE">
        <w:t>’</w:t>
      </w:r>
      <w:r w:rsidRPr="00664355">
        <w:t>évitement des blessures ou de la mort et le respect des règles de circulation routière, le groupe a relevé certains aspects supplémentaires, tels qu</w:t>
      </w:r>
      <w:r w:rsidR="004F3EFE">
        <w:t>’</w:t>
      </w:r>
      <w:r w:rsidRPr="00664355">
        <w:t>un comportement favorisant l</w:t>
      </w:r>
      <w:r w:rsidR="004F3EFE">
        <w:t>’</w:t>
      </w:r>
      <w:r w:rsidRPr="00664355">
        <w:t xml:space="preserve">écoulement sûr et fluide du trafic et la prise en compte des conséquences économiques, notamment la destruction de biens. </w:t>
      </w:r>
      <w:bookmarkStart w:id="48" w:name="_Hlk35597851"/>
      <w:bookmarkEnd w:id="48"/>
    </w:p>
    <w:p w:rsidR="00F957A7" w:rsidRPr="00664355" w:rsidRDefault="00F957A7" w:rsidP="00F957A7">
      <w:pPr>
        <w:spacing w:after="120"/>
        <w:ind w:left="1134" w:right="1134"/>
        <w:jc w:val="both"/>
      </w:pPr>
      <w:r w:rsidRPr="00664355">
        <w:t>23.</w:t>
      </w:r>
      <w:r w:rsidRPr="00664355">
        <w:tab/>
        <w:t>Le représentant des États-Unis d</w:t>
      </w:r>
      <w:r w:rsidR="004F3EFE">
        <w:t>’</w:t>
      </w:r>
      <w:r w:rsidRPr="00664355">
        <w:t xml:space="preserve">Amérique a déclaré que le groupe avait recensé des configurations de véhicule automatisé qui ne relèvent pas des catégories définies dans la Résolution spéciale </w:t>
      </w:r>
      <w:r w:rsidR="007971DB" w:rsidRPr="002D76F4">
        <w:rPr>
          <w:rFonts w:eastAsia="MS Mincho"/>
          <w:szCs w:val="22"/>
        </w:rPr>
        <w:t>n</w:t>
      </w:r>
      <w:r w:rsidR="007971DB" w:rsidRPr="002D76F4">
        <w:rPr>
          <w:rFonts w:eastAsia="MS Mincho"/>
          <w:szCs w:val="22"/>
          <w:vertAlign w:val="superscript"/>
        </w:rPr>
        <w:t>o</w:t>
      </w:r>
      <w:r w:rsidRPr="00664355">
        <w:t> 1 (R.S.1). Il a mentionné certains éléments non attribués du Document-cadre (par ex., l</w:t>
      </w:r>
      <w:r w:rsidR="004F3EFE">
        <w:t>’</w:t>
      </w:r>
      <w:r w:rsidRPr="00664355">
        <w:t>entretien et l</w:t>
      </w:r>
      <w:r w:rsidR="004F3EFE">
        <w:t>’</w:t>
      </w:r>
      <w:r w:rsidRPr="00664355">
        <w:t>inspection des véhicules, l</w:t>
      </w:r>
      <w:r w:rsidR="004F3EFE">
        <w:t>’</w:t>
      </w:r>
      <w:r w:rsidRPr="00664355">
        <w:t>éducation et la formation des consommateurs, le comportement au choc et la compatibilité, et le comportement après un accident d</w:t>
      </w:r>
      <w:r w:rsidR="004F3EFE">
        <w:t>’</w:t>
      </w:r>
      <w:r w:rsidRPr="00664355">
        <w:t xml:space="preserve">un véhicule automatisé/autonome) qui relèvent de la sécurité fonctionnelle. Il a annoncé la tenue de réunions prévues à Paris (avril 2020) et en Californie (septembre 2020). </w:t>
      </w:r>
    </w:p>
    <w:p w:rsidR="00F957A7" w:rsidRPr="00664355" w:rsidRDefault="00F957A7" w:rsidP="00F957A7">
      <w:pPr>
        <w:spacing w:after="120"/>
        <w:ind w:left="1134" w:right="1134"/>
        <w:jc w:val="both"/>
      </w:pPr>
      <w:r w:rsidRPr="00664355">
        <w:t>24.</w:t>
      </w:r>
      <w:r w:rsidRPr="00664355">
        <w:tab/>
        <w:t>Le représentant du Royaume-Uni de Grande-Bretagne et d</w:t>
      </w:r>
      <w:r w:rsidR="004F3EFE">
        <w:t>’</w:t>
      </w:r>
      <w:r w:rsidRPr="00664355">
        <w:t>Irlande du Nord a salué l</w:t>
      </w:r>
      <w:r w:rsidR="004F3EFE">
        <w:t>’</w:t>
      </w:r>
      <w:r w:rsidRPr="00664355">
        <w:t>exposé mais a demandé à savoir si le groupe était parvenu à une conclusion concernant l</w:t>
      </w:r>
      <w:r w:rsidR="004F3EFE">
        <w:t>’</w:t>
      </w:r>
      <w:r w:rsidRPr="00664355">
        <w:t>utilisation du terme « domaine de conception fonctionnelle » ou « domaine fonctionnel », comme indiqué dans le document informel WP.29-180-10. Il a ajouté que le débat relatif aux catégories de véhicules ne devrait pas uniquement porter sur la R.S.1, mais également sur la Résolution d</w:t>
      </w:r>
      <w:r w:rsidR="004F3EFE">
        <w:t>’</w:t>
      </w:r>
      <w:r w:rsidRPr="00664355">
        <w:t xml:space="preserve">ensemble </w:t>
      </w:r>
      <w:r w:rsidR="006E0B34" w:rsidRPr="002D76F4">
        <w:rPr>
          <w:rFonts w:eastAsia="MS Mincho"/>
          <w:szCs w:val="22"/>
        </w:rPr>
        <w:t>n</w:t>
      </w:r>
      <w:r w:rsidR="006E0B34" w:rsidRPr="002D76F4">
        <w:rPr>
          <w:rFonts w:eastAsia="MS Mincho"/>
          <w:szCs w:val="22"/>
          <w:vertAlign w:val="superscript"/>
        </w:rPr>
        <w:t>o</w:t>
      </w:r>
      <w:r w:rsidRPr="00664355">
        <w:t> 3 (R.E.3). Enfin, il a suggéré que le</w:t>
      </w:r>
      <w:r w:rsidR="00546A6B">
        <w:t xml:space="preserve"> </w:t>
      </w:r>
      <w:r w:rsidR="00546A6B" w:rsidRPr="00664355">
        <w:t>Forum mondial de la sécurité routière (WP.1)</w:t>
      </w:r>
      <w:r w:rsidR="00546A6B">
        <w:t xml:space="preserve"> soit associé au</w:t>
      </w:r>
      <w:r w:rsidRPr="00664355">
        <w:t xml:space="preserve"> débat.</w:t>
      </w:r>
    </w:p>
    <w:p w:rsidR="00F957A7" w:rsidRPr="00664355" w:rsidRDefault="00F957A7" w:rsidP="00F957A7">
      <w:pPr>
        <w:spacing w:after="120"/>
        <w:ind w:left="1134" w:right="1134"/>
        <w:jc w:val="both"/>
      </w:pPr>
      <w:r w:rsidRPr="00664355">
        <w:t>25.</w:t>
      </w:r>
      <w:r w:rsidRPr="00664355">
        <w:tab/>
        <w:t>Le représentant des États-Unis d</w:t>
      </w:r>
      <w:r w:rsidR="004F3EFE">
        <w:t>’</w:t>
      </w:r>
      <w:r w:rsidRPr="00664355">
        <w:t>Amérique a répondu que le document</w:t>
      </w:r>
      <w:r w:rsidR="006E0B34">
        <w:t xml:space="preserve"> </w:t>
      </w:r>
      <w:r w:rsidRPr="00664355">
        <w:t>WP.29</w:t>
      </w:r>
      <w:r w:rsidRPr="00664355">
        <w:noBreakHyphen/>
        <w:t>180</w:t>
      </w:r>
      <w:r w:rsidRPr="00664355">
        <w:noBreakHyphen/>
        <w:t>10 présentait le consensus de haut niveau auquel était parvenu le groupe. Cependant, la</w:t>
      </w:r>
      <w:r w:rsidR="006E0B34">
        <w:t xml:space="preserve"> </w:t>
      </w:r>
      <w:r w:rsidRPr="00664355">
        <w:t>question du domaine de conception fonctionnelle serait examinée en profondeur à sa session suivante. Le représentant a fait part d</w:t>
      </w:r>
      <w:r w:rsidR="004F3EFE">
        <w:t>’</w:t>
      </w:r>
      <w:r w:rsidRPr="00664355">
        <w:t>une proposition de la Chine visant à retenir le terme « conditions de conception fonctionnelle », au motif que « domaine de conception fonctionnelle » ne prenait pas en compte le lien de dépendance qui existait avec l</w:t>
      </w:r>
      <w:r w:rsidR="004F3EFE">
        <w:t>’</w:t>
      </w:r>
      <w:r w:rsidRPr="00664355">
        <w:t>état du conducteur. Par</w:t>
      </w:r>
      <w:r w:rsidR="006E0B34">
        <w:t xml:space="preserve"> </w:t>
      </w:r>
      <w:r w:rsidRPr="00664355">
        <w:t>conséquent, le groupe allait travailler à l</w:t>
      </w:r>
      <w:r w:rsidR="004F3EFE">
        <w:t>’</w:t>
      </w:r>
      <w:r w:rsidRPr="00664355">
        <w:t>élaboration d</w:t>
      </w:r>
      <w:r w:rsidR="004F3EFE">
        <w:t>’</w:t>
      </w:r>
      <w:r w:rsidRPr="00664355">
        <w:t>une définition plus précise de « domaine de conception fonctionnelle », ainsi que d</w:t>
      </w:r>
      <w:r w:rsidR="004F3EFE">
        <w:t>’</w:t>
      </w:r>
      <w:r w:rsidRPr="00664355">
        <w:t>autres termes.</w:t>
      </w:r>
    </w:p>
    <w:p w:rsidR="00F957A7" w:rsidRPr="00664355" w:rsidRDefault="00F957A7" w:rsidP="00F957A7">
      <w:pPr>
        <w:spacing w:after="120"/>
        <w:ind w:left="1134" w:right="1134"/>
        <w:jc w:val="both"/>
      </w:pPr>
      <w:r w:rsidRPr="00664355">
        <w:lastRenderedPageBreak/>
        <w:t>26.</w:t>
      </w:r>
      <w:r w:rsidRPr="00664355">
        <w:tab/>
        <w:t>Le représentant de la Finlande a souscrit à l</w:t>
      </w:r>
      <w:r w:rsidR="004F3EFE">
        <w:t>’</w:t>
      </w:r>
      <w:r w:rsidRPr="00664355">
        <w:t>idée qu</w:t>
      </w:r>
      <w:r w:rsidR="004F3EFE">
        <w:t>’</w:t>
      </w:r>
      <w:r w:rsidRPr="00664355">
        <w:t>il faudrait parvenir à une vision commune avec le WP.1. Il a également rappelé les débats tenus au sein du GRSG concernant les catégories de navettes automatisées, a salué la proposition de révision des R.S.1 et R.E.3 et s</w:t>
      </w:r>
      <w:r w:rsidR="004F3EFE">
        <w:t>’</w:t>
      </w:r>
      <w:r w:rsidRPr="00664355">
        <w:t>est porté volontaire pour y contribuer.</w:t>
      </w:r>
    </w:p>
    <w:p w:rsidR="00F957A7" w:rsidRPr="00664355" w:rsidRDefault="00F957A7" w:rsidP="00F957A7">
      <w:pPr>
        <w:spacing w:after="120"/>
        <w:ind w:left="1134" w:right="1134"/>
        <w:jc w:val="both"/>
      </w:pPr>
      <w:r w:rsidRPr="00664355">
        <w:t>27.</w:t>
      </w:r>
      <w:r w:rsidRPr="00664355">
        <w:tab/>
        <w:t>Le représentant des États-Unis d</w:t>
      </w:r>
      <w:r w:rsidR="004F3EFE">
        <w:t>’</w:t>
      </w:r>
      <w:r w:rsidRPr="00664355">
        <w:t>Amérique a accueilli avec satisfaction les</w:t>
      </w:r>
      <w:r w:rsidR="004C40C4">
        <w:t xml:space="preserve"> </w:t>
      </w:r>
      <w:r w:rsidRPr="00664355">
        <w:t>observations reçues. Il a déclaré que les représentants du WP.1 devraient participer à la</w:t>
      </w:r>
      <w:r w:rsidR="004C40C4">
        <w:t xml:space="preserve"> </w:t>
      </w:r>
      <w:r w:rsidRPr="00664355">
        <w:t xml:space="preserve">réunion et y contribuer ou présenter des documents. </w:t>
      </w:r>
    </w:p>
    <w:p w:rsidR="00F957A7" w:rsidRPr="00664355" w:rsidRDefault="00F957A7" w:rsidP="00F957A7">
      <w:pPr>
        <w:spacing w:after="120"/>
        <w:ind w:left="1134" w:right="1134"/>
        <w:jc w:val="both"/>
      </w:pPr>
      <w:r w:rsidRPr="00664355">
        <w:t>28.</w:t>
      </w:r>
      <w:r w:rsidRPr="00664355">
        <w:tab/>
        <w:t>Le Vice-Président du WP.29 a convenu qu</w:t>
      </w:r>
      <w:r w:rsidR="004F3EFE">
        <w:t>’</w:t>
      </w:r>
      <w:r w:rsidRPr="00664355">
        <w:t>il fallait discuter de solutions pratiques avec le WP.1 durant la réunion conjointe (voir le point 8.2 de l</w:t>
      </w:r>
      <w:r w:rsidR="004F3EFE">
        <w:t>’</w:t>
      </w:r>
      <w:r w:rsidRPr="00664355">
        <w:t>ordre du jour). Il a également rappelé que le groupe de travail informel des FRAV continuerait à faire rapport au GRVA.</w:t>
      </w:r>
    </w:p>
    <w:p w:rsidR="00F957A7" w:rsidRPr="00664355" w:rsidRDefault="00F957A7" w:rsidP="00F957A7">
      <w:pPr>
        <w:spacing w:after="120"/>
        <w:ind w:left="1134" w:right="1134"/>
        <w:jc w:val="both"/>
      </w:pPr>
      <w:r w:rsidRPr="00664355">
        <w:t>29.</w:t>
      </w:r>
      <w:r w:rsidRPr="00664355">
        <w:tab/>
        <w:t>Le Secrétaire du groupe de travail informel des FRAV (Conseil américain de la</w:t>
      </w:r>
      <w:r w:rsidR="004C40C4">
        <w:t xml:space="preserve"> </w:t>
      </w:r>
      <w:r w:rsidRPr="00664355">
        <w:t xml:space="preserve">politique en matière automobile) a </w:t>
      </w:r>
      <w:r w:rsidR="00624CBD">
        <w:t>mis l</w:t>
      </w:r>
      <w:r w:rsidR="004F3EFE">
        <w:t>’</w:t>
      </w:r>
      <w:r w:rsidR="00624CBD">
        <w:t>accent sur des points intéressant également le</w:t>
      </w:r>
      <w:r w:rsidRPr="00664355">
        <w:t xml:space="preserve"> WP.1. Par exemple, les experts en matière de FRAV étaient parvenus à un consensus de haut niveau, selon lequel un véhicule devrait informer les usagers de la route qui l</w:t>
      </w:r>
      <w:r w:rsidR="004F3EFE">
        <w:t>’</w:t>
      </w:r>
      <w:r w:rsidRPr="00664355">
        <w:t>entourent du lancement de manœuvres à risque minimal (WP.29-180-10, point</w:t>
      </w:r>
      <w:r w:rsidR="004C40C4">
        <w:t> </w:t>
      </w:r>
      <w:r w:rsidRPr="00664355">
        <w:t>33). Il a suggéré que le WP.1 envisage d</w:t>
      </w:r>
      <w:r w:rsidR="004F3EFE">
        <w:t>’</w:t>
      </w:r>
      <w:r w:rsidRPr="00664355">
        <w:t>imposer aux conducteurs des obligations d</w:t>
      </w:r>
      <w:r w:rsidR="004F3EFE">
        <w:t>’</w:t>
      </w:r>
      <w:r w:rsidRPr="00664355">
        <w:t>utilisation correcte des systèmes de conduite automatisée ou d</w:t>
      </w:r>
      <w:r w:rsidR="004F3EFE">
        <w:t>’</w:t>
      </w:r>
      <w:r w:rsidRPr="00664355">
        <w:t xml:space="preserve">interdire les dispositifs permettant de contourner leurs mécanismes de sécurité (par ex., des poids simulant la présence de la main du conducteur sur le volant). </w:t>
      </w:r>
    </w:p>
    <w:p w:rsidR="00F957A7" w:rsidRPr="00664355" w:rsidRDefault="00F957A7" w:rsidP="00F957A7">
      <w:pPr>
        <w:spacing w:after="120"/>
        <w:ind w:left="1134" w:right="1134"/>
        <w:jc w:val="both"/>
      </w:pPr>
      <w:r w:rsidRPr="00664355">
        <w:t>30.</w:t>
      </w:r>
      <w:r w:rsidRPr="00664355">
        <w:tab/>
        <w:t>Le représentant du Royaume-Uni de Grande-Bretagne et d</w:t>
      </w:r>
      <w:r w:rsidR="004F3EFE">
        <w:t>’</w:t>
      </w:r>
      <w:r w:rsidRPr="00664355">
        <w:t>Irlande du Nord a expliqué qu</w:t>
      </w:r>
      <w:r w:rsidR="004F3EFE">
        <w:t>’</w:t>
      </w:r>
      <w:r w:rsidRPr="00664355">
        <w:t>il avait entrepris, à la réunion de l</w:t>
      </w:r>
      <w:r w:rsidR="004F3EFE">
        <w:t>’</w:t>
      </w:r>
      <w:r w:rsidRPr="00664355">
        <w:t>équipe spéciale exécutive WP.1/WP.29 tenue en juin 2019, d</w:t>
      </w:r>
      <w:r w:rsidR="004F3EFE">
        <w:t>’</w:t>
      </w:r>
      <w:r w:rsidRPr="00664355">
        <w:t>élaborer un tableau comparatif des termes utilisés par le WP.29 et le WP.1. Il</w:t>
      </w:r>
      <w:r w:rsidR="004C40C4">
        <w:t xml:space="preserve"> </w:t>
      </w:r>
      <w:r w:rsidRPr="00664355">
        <w:t>avait été invité à présenter ces informations à la réunion conjointe.</w:t>
      </w:r>
    </w:p>
    <w:p w:rsidR="00F957A7" w:rsidRPr="00664355" w:rsidRDefault="00F957A7" w:rsidP="00F957A7">
      <w:pPr>
        <w:spacing w:after="120"/>
        <w:ind w:left="1134" w:right="1134"/>
        <w:jc w:val="both"/>
      </w:pPr>
      <w:r w:rsidRPr="00664355">
        <w:t>31.</w:t>
      </w:r>
      <w:r w:rsidRPr="00664355">
        <w:tab/>
        <w:t>Le secrétariat a présenté le document WP.29-180-18 sur le fondement juridique de l</w:t>
      </w:r>
      <w:r w:rsidR="004F3EFE">
        <w:t>’</w:t>
      </w:r>
      <w:r w:rsidRPr="00664355">
        <w:t>élaboration de dispositions relatives au cycle de vie et à la durée de vie dans le cadre de l</w:t>
      </w:r>
      <w:r w:rsidR="004F3EFE">
        <w:t>’</w:t>
      </w:r>
      <w:r w:rsidRPr="00664355">
        <w:t>Accord de 1958, que le WP.29 l</w:t>
      </w:r>
      <w:r w:rsidR="004F3EFE">
        <w:t>’</w:t>
      </w:r>
      <w:r w:rsidRPr="00664355">
        <w:t>avait chargé d</w:t>
      </w:r>
      <w:r w:rsidR="004F3EFE">
        <w:t>’</w:t>
      </w:r>
      <w:r w:rsidRPr="00664355">
        <w:t>établir à sa 179</w:t>
      </w:r>
      <w:r w:rsidRPr="00664355">
        <w:rPr>
          <w:vertAlign w:val="superscript"/>
        </w:rPr>
        <w:t>e</w:t>
      </w:r>
      <w:r w:rsidR="004C40C4">
        <w:t> </w:t>
      </w:r>
      <w:r w:rsidRPr="00664355">
        <w:t>session.</w:t>
      </w:r>
    </w:p>
    <w:p w:rsidR="00F957A7" w:rsidRPr="00664355" w:rsidRDefault="00F957A7" w:rsidP="00F957A7">
      <w:pPr>
        <w:spacing w:after="120"/>
        <w:ind w:left="1134" w:right="1134"/>
        <w:jc w:val="both"/>
      </w:pPr>
      <w:r w:rsidRPr="00664355">
        <w:t>32.</w:t>
      </w:r>
      <w:r w:rsidRPr="00664355">
        <w:tab/>
        <w:t>Le représentant de la France a proposé de distribuer ce document à l</w:t>
      </w:r>
      <w:r w:rsidR="004F3EFE">
        <w:t>’</w:t>
      </w:r>
      <w:r w:rsidRPr="00664355">
        <w:t>ensemble des groupes de travail, pour examen et observations éventuelles. Le WP.29 a approuvé la proposition et a décidé de conserver ce document dans son ordre du jour.</w:t>
      </w:r>
    </w:p>
    <w:p w:rsidR="00F957A7" w:rsidRPr="00664355" w:rsidRDefault="00F957A7" w:rsidP="00F957A7">
      <w:pPr>
        <w:spacing w:after="120"/>
        <w:ind w:left="1134" w:right="1134"/>
        <w:jc w:val="both"/>
      </w:pPr>
      <w:bookmarkStart w:id="49" w:name="_Hlk35249224"/>
      <w:r w:rsidRPr="00664355">
        <w:t>33.</w:t>
      </w:r>
      <w:r w:rsidRPr="00664355">
        <w:tab/>
        <w:t>Le représentant de l</w:t>
      </w:r>
      <w:r w:rsidR="004F3EFE">
        <w:t>’</w:t>
      </w:r>
      <w:r w:rsidRPr="00664355">
        <w:t>OICA a réaffirmé ses vues concernant les objectifs de l</w:t>
      </w:r>
      <w:r w:rsidR="004F3EFE">
        <w:t>’</w:t>
      </w:r>
      <w:r w:rsidRPr="00664355">
        <w:t>Accord de 1958 et de l</w:t>
      </w:r>
      <w:r w:rsidR="004F3EFE">
        <w:t>’</w:t>
      </w:r>
      <w:r w:rsidRPr="00664355">
        <w:t>Accord de 1997, soulignant que l</w:t>
      </w:r>
      <w:r w:rsidR="004F3EFE">
        <w:t>’</w:t>
      </w:r>
      <w:r w:rsidRPr="00664355">
        <w:t>Accord de 1958 définit les prescriptions de performances auxquelles les véhicules et leurs équipements doivent se conformer pour pouvoir être mis sur le marché, tandis que l</w:t>
      </w:r>
      <w:r w:rsidR="004F3EFE">
        <w:t>’</w:t>
      </w:r>
      <w:r w:rsidRPr="00664355">
        <w:t>Accord de 1997 aspire à vérifier que ces véhicules et équipements demeurent en bon état, conformément aux Règlements. Le représentant a ajouté que, bien que l</w:t>
      </w:r>
      <w:r w:rsidR="004F3EFE">
        <w:t>’</w:t>
      </w:r>
      <w:r w:rsidRPr="00664355">
        <w:t>Accord de 1958 et ses Règlements ONU puissent anticiper des</w:t>
      </w:r>
      <w:r w:rsidR="004C40C4">
        <w:t xml:space="preserve"> </w:t>
      </w:r>
      <w:r w:rsidRPr="00664355">
        <w:t>dispositions visant à faciliter les inspections ultérieures au titre de l</w:t>
      </w:r>
      <w:r w:rsidR="004F3EFE">
        <w:t>’</w:t>
      </w:r>
      <w:r w:rsidRPr="00664355">
        <w:t>Accord de 1997, les</w:t>
      </w:r>
      <w:r w:rsidR="004C40C4">
        <w:t xml:space="preserve"> </w:t>
      </w:r>
      <w:r w:rsidRPr="00664355">
        <w:t>objectifs des deux Accords ne devraient pas être confondus. Le secrétariat a confirmé que le document présenté n</w:t>
      </w:r>
      <w:r w:rsidR="004F3EFE">
        <w:t>’</w:t>
      </w:r>
      <w:r w:rsidRPr="00664355">
        <w:t>avait pas pour objet d</w:t>
      </w:r>
      <w:r w:rsidR="004F3EFE">
        <w:t>’</w:t>
      </w:r>
      <w:r w:rsidRPr="00664355">
        <w:t>examiner le lien éventuel entre les</w:t>
      </w:r>
      <w:r w:rsidR="004C40C4">
        <w:t xml:space="preserve"> </w:t>
      </w:r>
      <w:r w:rsidRPr="00664355">
        <w:t>deux</w:t>
      </w:r>
      <w:r w:rsidR="004C40C4">
        <w:t xml:space="preserve"> </w:t>
      </w:r>
      <w:r w:rsidRPr="00664355">
        <w:t>Accords mais simplement de proposer une interprétation de l</w:t>
      </w:r>
      <w:r w:rsidR="004F3EFE">
        <w:t>’</w:t>
      </w:r>
      <w:r w:rsidRPr="00664355">
        <w:t>Accord de 1958.</w:t>
      </w:r>
    </w:p>
    <w:bookmarkEnd w:id="49"/>
    <w:p w:rsidR="00F957A7" w:rsidRPr="00664355" w:rsidRDefault="00F957A7" w:rsidP="00F957A7">
      <w:pPr>
        <w:pStyle w:val="H1G"/>
      </w:pPr>
      <w:r w:rsidRPr="00664355">
        <w:tab/>
        <w:t>D.</w:t>
      </w:r>
      <w:r w:rsidRPr="00664355">
        <w:tab/>
      </w:r>
      <w:r w:rsidRPr="00664355">
        <w:rPr>
          <w:bCs/>
        </w:rPr>
        <w:t>Suivi de la quatre-vingt-deuxième session du Comité des transports intérieurs (point 2.4 de l</w:t>
      </w:r>
      <w:r w:rsidR="004F3EFE">
        <w:rPr>
          <w:bCs/>
        </w:rPr>
        <w:t>’</w:t>
      </w:r>
      <w:r w:rsidRPr="00664355">
        <w:rPr>
          <w:bCs/>
        </w:rPr>
        <w:t>ordre du jour)</w:t>
      </w:r>
      <w:bookmarkStart w:id="50" w:name="_Toc35591663"/>
      <w:bookmarkEnd w:id="50"/>
    </w:p>
    <w:p w:rsidR="00F957A7" w:rsidRPr="00664355" w:rsidRDefault="00F957A7" w:rsidP="00F957A7">
      <w:pPr>
        <w:tabs>
          <w:tab w:val="left" w:pos="2835"/>
        </w:tabs>
        <w:spacing w:after="120" w:line="240" w:lineRule="auto"/>
        <w:ind w:left="2835" w:right="1134" w:hanging="1701"/>
      </w:pPr>
      <w:r w:rsidRPr="00664355">
        <w:rPr>
          <w:i/>
          <w:iCs/>
        </w:rPr>
        <w:t>Document(s) :</w:t>
      </w:r>
      <w:r w:rsidRPr="00664355">
        <w:tab/>
        <w:t xml:space="preserve">Document informel </w:t>
      </w:r>
      <w:r w:rsidR="001D399B" w:rsidRPr="002D76F4">
        <w:rPr>
          <w:rFonts w:eastAsia="MS Mincho"/>
          <w:szCs w:val="22"/>
        </w:rPr>
        <w:t>n</w:t>
      </w:r>
      <w:r w:rsidR="001D399B" w:rsidRPr="002D76F4">
        <w:rPr>
          <w:rFonts w:eastAsia="MS Mincho"/>
          <w:szCs w:val="22"/>
          <w:vertAlign w:val="superscript"/>
        </w:rPr>
        <w:t>o</w:t>
      </w:r>
      <w:r w:rsidRPr="00664355">
        <w:t> 10/Rev.6 du Comité des transports intérieurs.</w:t>
      </w:r>
    </w:p>
    <w:p w:rsidR="00F957A7" w:rsidRPr="00664355" w:rsidRDefault="00F957A7" w:rsidP="00F957A7">
      <w:pPr>
        <w:spacing w:after="120"/>
        <w:ind w:left="1134" w:right="1134"/>
        <w:jc w:val="both"/>
      </w:pPr>
      <w:r w:rsidRPr="00664355">
        <w:t>34.</w:t>
      </w:r>
      <w:r w:rsidRPr="00664355">
        <w:tab/>
        <w:t>Le secrétariat a présenté la liste des principales décisions adoptées à la</w:t>
      </w:r>
      <w:r w:rsidR="001D399B">
        <w:t xml:space="preserve"> </w:t>
      </w:r>
      <w:r w:rsidRPr="00664355">
        <w:t>quatre</w:t>
      </w:r>
      <w:r w:rsidRPr="00664355">
        <w:noBreakHyphen/>
        <w:t>vingt</w:t>
      </w:r>
      <w:r w:rsidRPr="00664355">
        <w:noBreakHyphen/>
        <w:t>deuxième session du Comité des transports intérieurs (25-28</w:t>
      </w:r>
      <w:r w:rsidR="001D399B">
        <w:t> </w:t>
      </w:r>
      <w:r w:rsidRPr="00664355">
        <w:t>février 2020). Les décisions n</w:t>
      </w:r>
      <w:r w:rsidRPr="00664355">
        <w:rPr>
          <w:vertAlign w:val="superscript"/>
        </w:rPr>
        <w:t>os</w:t>
      </w:r>
      <w:r w:rsidRPr="00664355">
        <w:t> 15 à 18 et n</w:t>
      </w:r>
      <w:r w:rsidRPr="00664355">
        <w:rPr>
          <w:vertAlign w:val="superscript"/>
        </w:rPr>
        <w:t>os</w:t>
      </w:r>
      <w:r w:rsidRPr="00664355">
        <w:t> 50 à 52 ont été jugées particulièrement importantes pour les travaux du WP.29.</w:t>
      </w:r>
    </w:p>
    <w:p w:rsidR="00F957A7" w:rsidRPr="00664355" w:rsidRDefault="00F957A7" w:rsidP="00F957A7">
      <w:pPr>
        <w:spacing w:after="120"/>
        <w:ind w:left="1134" w:right="1134"/>
        <w:jc w:val="both"/>
      </w:pPr>
      <w:r w:rsidRPr="00664355">
        <w:t>35.</w:t>
      </w:r>
      <w:r w:rsidRPr="00664355">
        <w:tab/>
        <w:t xml:space="preserve">Dans sa décision </w:t>
      </w:r>
      <w:r w:rsidR="001D399B" w:rsidRPr="002D76F4">
        <w:rPr>
          <w:rFonts w:eastAsia="MS Mincho"/>
          <w:szCs w:val="22"/>
        </w:rPr>
        <w:t>n</w:t>
      </w:r>
      <w:r w:rsidR="001D399B" w:rsidRPr="002D76F4">
        <w:rPr>
          <w:rFonts w:eastAsia="MS Mincho"/>
          <w:szCs w:val="22"/>
          <w:vertAlign w:val="superscript"/>
        </w:rPr>
        <w:t>o</w:t>
      </w:r>
      <w:r w:rsidRPr="00664355">
        <w:t> 15, le Comité avait pris note de l</w:t>
      </w:r>
      <w:r w:rsidR="004F3EFE">
        <w:t>’</w:t>
      </w:r>
      <w:r w:rsidRPr="00664355">
        <w:t>état d</w:t>
      </w:r>
      <w:r w:rsidR="004F3EFE">
        <w:t>’</w:t>
      </w:r>
      <w:r w:rsidRPr="00664355">
        <w:t>avancement du plan d</w:t>
      </w:r>
      <w:r w:rsidR="004F3EFE">
        <w:t>’</w:t>
      </w:r>
      <w:r w:rsidRPr="00664355">
        <w:t>action pour les systèmes de transport intelligents qui avait été établi à sa</w:t>
      </w:r>
      <w:r w:rsidR="001D399B">
        <w:t xml:space="preserve"> </w:t>
      </w:r>
      <w:r w:rsidRPr="00664355">
        <w:t>soixante</w:t>
      </w:r>
      <w:r w:rsidRPr="00664355">
        <w:noBreakHyphen/>
        <w:t>quatorzième session et avait encouragé</w:t>
      </w:r>
      <w:r w:rsidRPr="00664355">
        <w:rPr>
          <w:b/>
          <w:bCs/>
        </w:rPr>
        <w:t xml:space="preserve"> </w:t>
      </w:r>
      <w:r w:rsidRPr="00664355">
        <w:t>la poursuite : des activités du SC.1 dans le domaine des infrastructures routières intelligentes ; des travaux du SC.3 sur les transports par voie navigable intelligents, les services d</w:t>
      </w:r>
      <w:r w:rsidR="004F3EFE">
        <w:t>’</w:t>
      </w:r>
      <w:r w:rsidRPr="00664355">
        <w:t xml:space="preserve">information fluviale et les technologies </w:t>
      </w:r>
      <w:r w:rsidRPr="00664355">
        <w:lastRenderedPageBreak/>
        <w:t>innovantes dans le cadre du Code européen de la signalisation et du balisage des voies navigables (SIGNI) adopté récemment ; des travaux du WP.1 sur le déploiement en toute sécurité de véhicules automatisés dans la circulation ; des travaux du WP.15 sur l</w:t>
      </w:r>
      <w:r w:rsidR="004F3EFE">
        <w:t>’</w:t>
      </w:r>
      <w:r w:rsidRPr="00664355">
        <w:t>utilisation de la télématique pour le transport des marchandises dangereuses ; des travaux du WP.29 sur l</w:t>
      </w:r>
      <w:r w:rsidR="004F3EFE">
        <w:t>’</w:t>
      </w:r>
      <w:r w:rsidRPr="00664355">
        <w:t xml:space="preserve">adoption du document-cadre sur la sûreté des véhicules automatisés ; des travaux du Groupe de travail des véhicules automatisés/autonomes et connectés (WP.29/GRVA) sur la réglementation des véhicules autonomes/automatisés et connectés (y compris la cybersécurité) ; et des travaux du WP.30 sur le projet </w:t>
      </w:r>
      <w:proofErr w:type="spellStart"/>
      <w:r w:rsidRPr="00664355">
        <w:t>eTIR</w:t>
      </w:r>
      <w:proofErr w:type="spellEnd"/>
      <w:r w:rsidRPr="00664355">
        <w:t>, car favoriser la mise en œuvre d</w:t>
      </w:r>
      <w:r w:rsidR="004F3EFE">
        <w:t>’</w:t>
      </w:r>
      <w:r w:rsidRPr="00664355">
        <w:t>activités réglementaires et autres dans ces domaines permettrait de mettre à profit les avantages que les STI peuvent apporter en matière de sécurité, de protection de l</w:t>
      </w:r>
      <w:r w:rsidR="004F3EFE">
        <w:t>’</w:t>
      </w:r>
      <w:r w:rsidRPr="00664355">
        <w:t>environnement, de développement des infrastructures, d</w:t>
      </w:r>
      <w:r w:rsidR="004F3EFE">
        <w:t>’</w:t>
      </w:r>
      <w:r w:rsidRPr="00664355">
        <w:t>efficacité énergétique et de gestion de la circulation.</w:t>
      </w:r>
    </w:p>
    <w:p w:rsidR="00F957A7" w:rsidRPr="00664355" w:rsidRDefault="00F957A7" w:rsidP="00F957A7">
      <w:pPr>
        <w:spacing w:after="120"/>
        <w:ind w:left="1134" w:right="1134"/>
        <w:jc w:val="both"/>
      </w:pPr>
      <w:r w:rsidRPr="00664355">
        <w:t>36.</w:t>
      </w:r>
      <w:r w:rsidRPr="00664355">
        <w:tab/>
        <w:t xml:space="preserve">Dans sa décision </w:t>
      </w:r>
      <w:r w:rsidR="001D399B" w:rsidRPr="002D76F4">
        <w:rPr>
          <w:rFonts w:eastAsia="MS Mincho"/>
          <w:szCs w:val="22"/>
        </w:rPr>
        <w:t>n</w:t>
      </w:r>
      <w:r w:rsidR="001D399B" w:rsidRPr="002D76F4">
        <w:rPr>
          <w:rFonts w:eastAsia="MS Mincho"/>
          <w:szCs w:val="22"/>
          <w:vertAlign w:val="superscript"/>
        </w:rPr>
        <w:t>o</w:t>
      </w:r>
      <w:r w:rsidRPr="00664355">
        <w:t> 16, le Comité avait invité le WP.1 et le WP.29 à poursuivre leur</w:t>
      </w:r>
      <w:r w:rsidR="001D399B">
        <w:t xml:space="preserve"> </w:t>
      </w:r>
      <w:r w:rsidRPr="00664355">
        <w:t>étroite collaboration pour faciliter le déploiement en toute sécurité des véhicules automatisés.</w:t>
      </w:r>
    </w:p>
    <w:p w:rsidR="00F957A7" w:rsidRPr="00664355" w:rsidRDefault="00F957A7" w:rsidP="00F957A7">
      <w:pPr>
        <w:spacing w:after="120"/>
        <w:ind w:left="1134" w:right="1134"/>
        <w:jc w:val="both"/>
      </w:pPr>
      <w:r w:rsidRPr="00664355">
        <w:t>37.</w:t>
      </w:r>
      <w:r w:rsidRPr="00664355">
        <w:tab/>
        <w:t xml:space="preserve">Dans sa décision </w:t>
      </w:r>
      <w:r w:rsidR="001D399B" w:rsidRPr="002D76F4">
        <w:rPr>
          <w:rFonts w:eastAsia="MS Mincho"/>
          <w:szCs w:val="22"/>
        </w:rPr>
        <w:t>n</w:t>
      </w:r>
      <w:r w:rsidR="001D399B" w:rsidRPr="002D76F4">
        <w:rPr>
          <w:rFonts w:eastAsia="MS Mincho"/>
          <w:szCs w:val="22"/>
          <w:vertAlign w:val="superscript"/>
        </w:rPr>
        <w:t>o</w:t>
      </w:r>
      <w:r w:rsidRPr="00664355">
        <w:t> 17, le Comité avait pris note avec satisfaction du fait que le plan d</w:t>
      </w:r>
      <w:r w:rsidR="004F3EFE">
        <w:t>’</w:t>
      </w:r>
      <w:r w:rsidRPr="00664355">
        <w:t>action pour les systèmes de transport intelligents (STI) 2011-2020, qui viendra à son terme en 2020, a favorisé les activités relatives aux STI en lien avec les infrastructures et tous les modes de transport, et contribué à la mise en œuvre d</w:t>
      </w:r>
      <w:r w:rsidR="004F3EFE">
        <w:t>’</w:t>
      </w:r>
      <w:r w:rsidRPr="00664355">
        <w:t>une approche intégrée dans ce domaine.</w:t>
      </w:r>
    </w:p>
    <w:p w:rsidR="00F957A7" w:rsidRPr="00664355" w:rsidRDefault="00F957A7" w:rsidP="00F957A7">
      <w:pPr>
        <w:spacing w:after="120"/>
        <w:ind w:left="1134" w:right="1134"/>
        <w:jc w:val="both"/>
      </w:pPr>
      <w:r w:rsidRPr="00664355">
        <w:t>38.</w:t>
      </w:r>
      <w:r w:rsidRPr="00664355">
        <w:tab/>
        <w:t xml:space="preserve">Dans sa décision </w:t>
      </w:r>
      <w:r w:rsidR="00705E10" w:rsidRPr="002D76F4">
        <w:rPr>
          <w:rFonts w:eastAsia="MS Mincho"/>
          <w:szCs w:val="22"/>
        </w:rPr>
        <w:t>n</w:t>
      </w:r>
      <w:r w:rsidR="00705E10" w:rsidRPr="002D76F4">
        <w:rPr>
          <w:rFonts w:eastAsia="MS Mincho"/>
          <w:szCs w:val="22"/>
          <w:vertAlign w:val="superscript"/>
        </w:rPr>
        <w:t>o</w:t>
      </w:r>
      <w:r w:rsidRPr="00664355">
        <w:t> 18, le Comité avait décidé, sur la base de ce constat et compte tenu des grandes tendances mondiales, des évolutions technologiques et de la transformation que vivent actuellement le Comité et ses Groupes de travail, qu</w:t>
      </w:r>
      <w:r w:rsidR="004F3EFE">
        <w:t>’</w:t>
      </w:r>
      <w:r w:rsidRPr="00664355">
        <w:t>il conviendrait d</w:t>
      </w:r>
      <w:r w:rsidR="004F3EFE">
        <w:t>’</w:t>
      </w:r>
      <w:r w:rsidRPr="00664355">
        <w:t>établir u</w:t>
      </w:r>
      <w:r w:rsidR="00705E10">
        <w:t xml:space="preserve">n </w:t>
      </w:r>
      <w:r w:rsidRPr="00664355">
        <w:t>plan d</w:t>
      </w:r>
      <w:r w:rsidR="004F3EFE">
        <w:t>’</w:t>
      </w:r>
      <w:r w:rsidRPr="00664355">
        <w:t>action actualisé et avait donc demandé au secrétariat, en étroite coopération avec les</w:t>
      </w:r>
      <w:r w:rsidR="00705E10">
        <w:t xml:space="preserve"> </w:t>
      </w:r>
      <w:r w:rsidRPr="00664355">
        <w:t>groupes de travail et organes subsidiaires concernés, de l</w:t>
      </w:r>
      <w:r w:rsidR="004F3EFE">
        <w:t>’</w:t>
      </w:r>
      <w:r w:rsidRPr="00664355">
        <w:t>élaborer</w:t>
      </w:r>
      <w:r w:rsidRPr="00664355">
        <w:rPr>
          <w:b/>
          <w:bCs/>
        </w:rPr>
        <w:t xml:space="preserve"> </w:t>
      </w:r>
      <w:r w:rsidRPr="00664355">
        <w:t>en vue de son examen par les groupes de travail concernés et le Bureau du CTI, et de son éventuelle adoption à sa</w:t>
      </w:r>
      <w:r w:rsidR="00705E10">
        <w:t xml:space="preserve"> </w:t>
      </w:r>
      <w:r w:rsidRPr="00664355">
        <w:t>quatre-vingt-troisième session, sous réserve de la disponibilité de ressources.</w:t>
      </w:r>
    </w:p>
    <w:p w:rsidR="00F957A7" w:rsidRPr="00664355" w:rsidRDefault="00F957A7" w:rsidP="00F957A7">
      <w:pPr>
        <w:spacing w:after="120"/>
        <w:ind w:left="1134" w:right="1134"/>
        <w:jc w:val="both"/>
      </w:pPr>
      <w:r w:rsidRPr="00664355">
        <w:t>39.</w:t>
      </w:r>
      <w:r w:rsidRPr="00664355">
        <w:tab/>
        <w:t xml:space="preserve">Dans sa décision </w:t>
      </w:r>
      <w:r w:rsidR="00705E10" w:rsidRPr="002D76F4">
        <w:rPr>
          <w:rFonts w:eastAsia="MS Mincho"/>
          <w:szCs w:val="22"/>
        </w:rPr>
        <w:t>n</w:t>
      </w:r>
      <w:r w:rsidR="00705E10" w:rsidRPr="002D76F4">
        <w:rPr>
          <w:rFonts w:eastAsia="MS Mincho"/>
          <w:szCs w:val="22"/>
          <w:vertAlign w:val="superscript"/>
        </w:rPr>
        <w:t>o</w:t>
      </w:r>
      <w:r w:rsidRPr="00664355">
        <w:t> 50, le Comité avait approuvé l</w:t>
      </w:r>
      <w:r w:rsidR="004F3EFE">
        <w:t>’</w:t>
      </w:r>
      <w:r w:rsidRPr="00664355">
        <w:t>établissement par le WP</w:t>
      </w:r>
      <w:r w:rsidR="00D94E33">
        <w:t>.</w:t>
      </w:r>
      <w:r w:rsidRPr="00664355">
        <w:t xml:space="preserve">29 du Document-cadre sur les véhicules automatisés/autonomes et son application par le GRVA à titre principal. </w:t>
      </w:r>
    </w:p>
    <w:p w:rsidR="00F957A7" w:rsidRPr="00664355" w:rsidRDefault="00F957A7" w:rsidP="00F957A7">
      <w:pPr>
        <w:spacing w:after="120"/>
        <w:ind w:left="1134" w:right="1134"/>
        <w:jc w:val="both"/>
      </w:pPr>
      <w:r w:rsidRPr="00664355">
        <w:t>40.</w:t>
      </w:r>
      <w:r w:rsidRPr="00664355">
        <w:tab/>
        <w:t xml:space="preserve">Dans sa décision </w:t>
      </w:r>
      <w:r w:rsidR="00705E10" w:rsidRPr="002D76F4">
        <w:rPr>
          <w:rFonts w:eastAsia="MS Mincho"/>
          <w:szCs w:val="22"/>
        </w:rPr>
        <w:t>n</w:t>
      </w:r>
      <w:r w:rsidR="00705E10" w:rsidRPr="002D76F4">
        <w:rPr>
          <w:rFonts w:eastAsia="MS Mincho"/>
          <w:szCs w:val="22"/>
          <w:vertAlign w:val="superscript"/>
        </w:rPr>
        <w:t>o</w:t>
      </w:r>
      <w:r w:rsidRPr="00664355">
        <w:t> 51, le Comité avait pris note avec regret</w:t>
      </w:r>
      <w:r w:rsidRPr="00664355">
        <w:rPr>
          <w:b/>
          <w:bCs/>
        </w:rPr>
        <w:t xml:space="preserve"> </w:t>
      </w:r>
      <w:r w:rsidRPr="00664355">
        <w:t>de la réduction de la durée de la 179</w:t>
      </w:r>
      <w:r w:rsidRPr="00664355">
        <w:rPr>
          <w:vertAlign w:val="superscript"/>
        </w:rPr>
        <w:t>e</w:t>
      </w:r>
      <w:r w:rsidR="00705E10">
        <w:t> </w:t>
      </w:r>
      <w:r w:rsidRPr="00664355">
        <w:t>session du WP.29, qui n</w:t>
      </w:r>
      <w:r w:rsidR="004F3EFE">
        <w:t>’</w:t>
      </w:r>
      <w:r w:rsidRPr="00664355">
        <w:t>était plus que de trois jours, en raison de la crise financière.</w:t>
      </w:r>
    </w:p>
    <w:p w:rsidR="00F957A7" w:rsidRPr="00664355" w:rsidRDefault="00F957A7" w:rsidP="00F957A7">
      <w:pPr>
        <w:spacing w:after="120"/>
        <w:ind w:left="1134" w:right="1134"/>
        <w:jc w:val="both"/>
      </w:pPr>
      <w:r w:rsidRPr="00664355">
        <w:t>41.</w:t>
      </w:r>
      <w:r w:rsidRPr="00664355">
        <w:tab/>
        <w:t xml:space="preserve">Dans sa décision </w:t>
      </w:r>
      <w:r w:rsidR="00705E10" w:rsidRPr="002D76F4">
        <w:rPr>
          <w:rFonts w:eastAsia="MS Mincho"/>
          <w:szCs w:val="22"/>
        </w:rPr>
        <w:t>n</w:t>
      </w:r>
      <w:r w:rsidR="00705E10" w:rsidRPr="002D76F4">
        <w:rPr>
          <w:rFonts w:eastAsia="MS Mincho"/>
          <w:szCs w:val="22"/>
          <w:vertAlign w:val="superscript"/>
        </w:rPr>
        <w:t>o</w:t>
      </w:r>
      <w:r w:rsidRPr="00664355">
        <w:t> 52, le Comité avait réaffirmé son appui à l</w:t>
      </w:r>
      <w:r w:rsidR="004F3EFE">
        <w:t>’</w:t>
      </w:r>
      <w:r w:rsidRPr="00664355">
        <w:t>hébergement de la base de données pour l</w:t>
      </w:r>
      <w:r w:rsidR="004F3EFE">
        <w:t>’</w:t>
      </w:r>
      <w:r w:rsidRPr="00664355">
        <w:t>échange d</w:t>
      </w:r>
      <w:r w:rsidR="004F3EFE">
        <w:t>’</w:t>
      </w:r>
      <w:r w:rsidRPr="00664355">
        <w:t>informations concernant l</w:t>
      </w:r>
      <w:r w:rsidR="004F3EFE">
        <w:t>’</w:t>
      </w:r>
      <w:r w:rsidRPr="00664355">
        <w:t>homologation de type (DETA) par la</w:t>
      </w:r>
      <w:r w:rsidR="00705E10">
        <w:t xml:space="preserve"> </w:t>
      </w:r>
      <w:r w:rsidRPr="00664355">
        <w:t>CEE, à la suite de l</w:t>
      </w:r>
      <w:r w:rsidR="004F3EFE">
        <w:t>’</w:t>
      </w:r>
      <w:r w:rsidRPr="00664355">
        <w:t>entrée en vigueur de la troisième version révisée de l</w:t>
      </w:r>
      <w:r w:rsidR="004F3EFE">
        <w:t>’</w:t>
      </w:r>
      <w:r w:rsidRPr="00664355">
        <w:t>Accord de 1958, avait pris note des informations concernant cet hébergement et avait réaffirmé son soutien à la demande de financement de la DETA par le budget régulier de l</w:t>
      </w:r>
      <w:r w:rsidR="004F3EFE">
        <w:t>’</w:t>
      </w:r>
      <w:r w:rsidRPr="00664355">
        <w:t>ONU.</w:t>
      </w:r>
    </w:p>
    <w:p w:rsidR="00F957A7" w:rsidRPr="00664355" w:rsidRDefault="00F957A7" w:rsidP="00F957A7">
      <w:pPr>
        <w:spacing w:after="120"/>
        <w:ind w:left="1134" w:right="1134"/>
        <w:jc w:val="both"/>
      </w:pPr>
      <w:r w:rsidRPr="00664355">
        <w:t>42.</w:t>
      </w:r>
      <w:r w:rsidRPr="00664355">
        <w:tab/>
        <w:t>Le WP.29 a estimé que le groupe de travail informel des systèmes de transport intelligents était l</w:t>
      </w:r>
      <w:r w:rsidR="004F3EFE">
        <w:t>’</w:t>
      </w:r>
      <w:r w:rsidRPr="00664355">
        <w:t>organe idéal pour accompagner la mise à jour de la feuille de route pour les systèmes de transport intelligents et a prié ce dernier d</w:t>
      </w:r>
      <w:r w:rsidR="004F3EFE">
        <w:t>’</w:t>
      </w:r>
      <w:r w:rsidRPr="00664355">
        <w:t>élaborer un premier projet en ce sens, en collaboration étroite avec le secrétariat, en vue de la prochaine session du Comité des transports intérieurs.</w:t>
      </w:r>
    </w:p>
    <w:p w:rsidR="00F957A7" w:rsidRPr="00664355" w:rsidRDefault="00F957A7" w:rsidP="00F957A7">
      <w:pPr>
        <w:spacing w:after="120"/>
        <w:ind w:left="1134" w:right="1134"/>
        <w:jc w:val="both"/>
      </w:pPr>
      <w:r w:rsidRPr="00664355">
        <w:t>43.</w:t>
      </w:r>
      <w:r w:rsidRPr="00664355">
        <w:tab/>
        <w:t>Le Secrétaire a donné au WP.29 des informations sur la manifestation parallèle consacrée aux « véhicules d</w:t>
      </w:r>
      <w:r w:rsidR="004F3EFE">
        <w:t>’</w:t>
      </w:r>
      <w:r w:rsidRPr="00664355">
        <w:t>occasion plus sûrs et plus propres » organisée par le Comité au cours de la première journée de la semaine du CTI, édition 2020. Il a également informé le WP.29 de la décision du Fonds des Nations Unies pour la sécurité routière de financer un projet dans ce domaine (« Des véhicules d</w:t>
      </w:r>
      <w:r w:rsidR="004F3EFE">
        <w:t>’</w:t>
      </w:r>
      <w:r w:rsidRPr="00664355">
        <w:t>occasion plus sûrs et plus propres en Afrique »), sous la houlette du Programme des Nations Unies pour l</w:t>
      </w:r>
      <w:r w:rsidR="004F3EFE">
        <w:t>’</w:t>
      </w:r>
      <w:r w:rsidRPr="00664355">
        <w:t>environnement et avec l</w:t>
      </w:r>
      <w:r w:rsidR="004F3EFE">
        <w:t>’</w:t>
      </w:r>
      <w:r w:rsidRPr="00664355">
        <w:t>appui de la Commission économique pour l</w:t>
      </w:r>
      <w:r w:rsidR="004F3EFE">
        <w:t>’</w:t>
      </w:r>
      <w:r w:rsidRPr="00664355">
        <w:t>Afrique, de la CEE, de l</w:t>
      </w:r>
      <w:r w:rsidR="004F3EFE">
        <w:t>’</w:t>
      </w:r>
      <w:r w:rsidRPr="00664355">
        <w:t>Organisation mondiale de la Santé et du Forum international des transports, ainsi que du CITA. Il a expliqué que les</w:t>
      </w:r>
      <w:r w:rsidR="00705E10">
        <w:t xml:space="preserve"> </w:t>
      </w:r>
      <w:r w:rsidRPr="00664355">
        <w:t>résultats des travaux du WP.29 pourraient être utiles à ce projet, compte tenu de son lien étroit avec les activités menées au titre de l</w:t>
      </w:r>
      <w:r w:rsidR="004F3EFE">
        <w:t>’</w:t>
      </w:r>
      <w:r w:rsidRPr="00664355">
        <w:t>Accord de 1997.</w:t>
      </w:r>
    </w:p>
    <w:p w:rsidR="00F957A7" w:rsidRPr="00664355" w:rsidRDefault="00F957A7" w:rsidP="00F957A7">
      <w:pPr>
        <w:spacing w:after="120"/>
        <w:ind w:left="1134" w:right="1134"/>
        <w:jc w:val="both"/>
      </w:pPr>
      <w:r w:rsidRPr="00664355">
        <w:lastRenderedPageBreak/>
        <w:t>44.</w:t>
      </w:r>
      <w:r w:rsidRPr="00664355">
        <w:tab/>
        <w:t>Le Président a accueilli avec satisfaction ces informations et a déclaré que le WP.29 était prêt à appuyer ces activités.</w:t>
      </w:r>
    </w:p>
    <w:p w:rsidR="00F957A7" w:rsidRPr="00664355" w:rsidRDefault="00F957A7" w:rsidP="00F957A7">
      <w:pPr>
        <w:spacing w:after="120"/>
        <w:ind w:left="1134" w:right="1134"/>
        <w:jc w:val="both"/>
      </w:pPr>
      <w:r w:rsidRPr="00664355">
        <w:t>45.</w:t>
      </w:r>
      <w:r w:rsidRPr="00664355">
        <w:tab/>
        <w:t>Le représentant de l</w:t>
      </w:r>
      <w:r w:rsidR="004F3EFE">
        <w:t>’</w:t>
      </w:r>
      <w:r w:rsidRPr="00664355">
        <w:t>Afrique du Sud a attiré l</w:t>
      </w:r>
      <w:r w:rsidR="004F3EFE">
        <w:t>’</w:t>
      </w:r>
      <w:r w:rsidRPr="00664355">
        <w:t>attention sur la pertinence de ces activités. Il en a cité deux exemples. Il a mis en relief la question de la vente de pneumatiques d</w:t>
      </w:r>
      <w:r w:rsidR="004F3EFE">
        <w:t>’</w:t>
      </w:r>
      <w:r w:rsidRPr="00664355">
        <w:t>occasion et le problème global de l</w:t>
      </w:r>
      <w:r w:rsidR="004F3EFE">
        <w:t>’</w:t>
      </w:r>
      <w:r w:rsidRPr="00664355">
        <w:t>importation de véhicules d</w:t>
      </w:r>
      <w:r w:rsidR="004F3EFE">
        <w:t>’</w:t>
      </w:r>
      <w:r w:rsidRPr="00664355">
        <w:t>occasion hors d</w:t>
      </w:r>
      <w:r w:rsidR="004F3EFE">
        <w:t>’</w:t>
      </w:r>
      <w:r w:rsidRPr="00664355">
        <w:t>état de circuler qui affligent l</w:t>
      </w:r>
      <w:r w:rsidR="004F3EFE">
        <w:t>’</w:t>
      </w:r>
      <w:r w:rsidRPr="00664355">
        <w:t>Afrique. Le WP.29 serait bien placé pour régler ces problèmes sur le plan technique.</w:t>
      </w:r>
    </w:p>
    <w:p w:rsidR="00F957A7" w:rsidRPr="00664355" w:rsidRDefault="00F957A7" w:rsidP="00F957A7">
      <w:pPr>
        <w:spacing w:after="120"/>
        <w:ind w:left="1134" w:right="1134"/>
        <w:jc w:val="both"/>
      </w:pPr>
      <w:r w:rsidRPr="00664355">
        <w:t>46.</w:t>
      </w:r>
      <w:r w:rsidRPr="00664355">
        <w:tab/>
        <w:t>Le WP.29 a convenu d</w:t>
      </w:r>
      <w:r w:rsidR="004F3EFE">
        <w:t>’</w:t>
      </w:r>
      <w:r w:rsidRPr="00664355">
        <w:t>appuyer ces activités et d</w:t>
      </w:r>
      <w:r w:rsidR="004F3EFE">
        <w:t>’</w:t>
      </w:r>
      <w:r w:rsidRPr="00664355">
        <w:t>y contribuer.</w:t>
      </w:r>
    </w:p>
    <w:p w:rsidR="00F957A7" w:rsidRPr="00664355" w:rsidRDefault="00F957A7" w:rsidP="00F957A7">
      <w:pPr>
        <w:pStyle w:val="HChG"/>
      </w:pPr>
      <w:r w:rsidRPr="00664355">
        <w:tab/>
        <w:t>V.</w:t>
      </w:r>
      <w:r w:rsidRPr="00664355">
        <w:tab/>
      </w:r>
      <w:r w:rsidRPr="00664355">
        <w:rPr>
          <w:bCs/>
        </w:rPr>
        <w:t>Examen des rapports des groupes de travail subsidiaires du WP.29 (point 3 de l</w:t>
      </w:r>
      <w:r w:rsidR="004F3EFE">
        <w:rPr>
          <w:bCs/>
        </w:rPr>
        <w:t>’</w:t>
      </w:r>
      <w:r w:rsidRPr="00664355">
        <w:rPr>
          <w:bCs/>
        </w:rPr>
        <w:t>ordre du jour)</w:t>
      </w:r>
      <w:bookmarkStart w:id="51" w:name="_Toc35591664"/>
      <w:bookmarkEnd w:id="51"/>
    </w:p>
    <w:p w:rsidR="00F957A7" w:rsidRPr="00664355" w:rsidRDefault="00F957A7" w:rsidP="00F957A7">
      <w:pPr>
        <w:pStyle w:val="H1G"/>
      </w:pPr>
      <w:r w:rsidRPr="00664355">
        <w:tab/>
        <w:t>A.</w:t>
      </w:r>
      <w:r w:rsidRPr="00664355">
        <w:tab/>
      </w:r>
      <w:r w:rsidRPr="00664355">
        <w:rPr>
          <w:bCs/>
        </w:rPr>
        <w:t>Groupe de travail du bruit et des pneumatiques (GRBP) (soixante</w:t>
      </w:r>
      <w:r w:rsidRPr="00664355">
        <w:rPr>
          <w:bCs/>
        </w:rPr>
        <w:noBreakHyphen/>
        <w:t>dixième session, 11-13</w:t>
      </w:r>
      <w:r w:rsidR="00705E10">
        <w:rPr>
          <w:bCs/>
        </w:rPr>
        <w:t> </w:t>
      </w:r>
      <w:r w:rsidRPr="00664355">
        <w:rPr>
          <w:bCs/>
        </w:rPr>
        <w:t>septembre 2019) (point 3.1 de l</w:t>
      </w:r>
      <w:r w:rsidR="004F3EFE">
        <w:rPr>
          <w:bCs/>
        </w:rPr>
        <w:t>’</w:t>
      </w:r>
      <w:r w:rsidRPr="00664355">
        <w:rPr>
          <w:bCs/>
        </w:rPr>
        <w:t>ordre du jour)</w:t>
      </w:r>
      <w:bookmarkStart w:id="52" w:name="_Toc35591665"/>
      <w:bookmarkEnd w:id="52"/>
    </w:p>
    <w:p w:rsidR="00F957A7" w:rsidRPr="00664355" w:rsidRDefault="00F957A7" w:rsidP="00F957A7">
      <w:pPr>
        <w:spacing w:after="120"/>
        <w:ind w:left="1134" w:right="1134"/>
        <w:jc w:val="both"/>
        <w:rPr>
          <w:lang w:val="en-US"/>
        </w:rPr>
      </w:pPr>
      <w:r w:rsidRPr="00664355">
        <w:rPr>
          <w:i/>
          <w:iCs/>
          <w:lang w:val="en-US"/>
        </w:rPr>
        <w:t>Document(s) :</w:t>
      </w:r>
      <w:r w:rsidRPr="00664355">
        <w:rPr>
          <w:lang w:val="en-US"/>
        </w:rPr>
        <w:tab/>
        <w:t>ECE/TRANS/WP.29/GRBP/68</w:t>
      </w:r>
      <w:bookmarkStart w:id="53" w:name="_Hlk33459722"/>
      <w:r w:rsidRPr="00664355">
        <w:rPr>
          <w:lang w:val="en-US"/>
        </w:rPr>
        <w:t>.</w:t>
      </w:r>
    </w:p>
    <w:bookmarkEnd w:id="53"/>
    <w:p w:rsidR="00F957A7" w:rsidRPr="00664355" w:rsidRDefault="00F957A7" w:rsidP="00F957A7">
      <w:pPr>
        <w:spacing w:after="120"/>
        <w:ind w:left="1134" w:right="1134"/>
        <w:jc w:val="both"/>
      </w:pPr>
      <w:r w:rsidRPr="00664355">
        <w:t>47.</w:t>
      </w:r>
      <w:r w:rsidRPr="00664355">
        <w:tab/>
        <w:t>Le WP.29 a rappelé le rapport établi par le Président du GRBP sur les travaux de</w:t>
      </w:r>
      <w:r w:rsidR="00705E10">
        <w:t xml:space="preserve"> </w:t>
      </w:r>
      <w:r w:rsidRPr="00664355">
        <w:t>sa</w:t>
      </w:r>
      <w:r w:rsidR="00705E10">
        <w:t xml:space="preserve"> </w:t>
      </w:r>
      <w:r w:rsidRPr="00664355">
        <w:t>soixante-dixième session (ECE/TRANS/WP.29/GRBP/68) et l</w:t>
      </w:r>
      <w:r w:rsidR="004F3EFE">
        <w:t>’</w:t>
      </w:r>
      <w:r w:rsidRPr="00664355">
        <w:t>a approuvé.</w:t>
      </w:r>
    </w:p>
    <w:p w:rsidR="00F957A7" w:rsidRPr="00664355" w:rsidRDefault="00F957A7" w:rsidP="00F957A7">
      <w:pPr>
        <w:pStyle w:val="H1G"/>
      </w:pPr>
      <w:r w:rsidRPr="00664355">
        <w:tab/>
        <w:t>B.</w:t>
      </w:r>
      <w:r w:rsidRPr="00664355">
        <w:tab/>
      </w:r>
      <w:r w:rsidRPr="00664355">
        <w:rPr>
          <w:bCs/>
        </w:rPr>
        <w:t>Groupe de travail des véhicules automatisés/autonomes et connectés (GRVA) (quatrième session, 24-27 septembre 2019) (point 3.2 de l</w:t>
      </w:r>
      <w:r w:rsidR="004F3EFE">
        <w:rPr>
          <w:bCs/>
        </w:rPr>
        <w:t>’</w:t>
      </w:r>
      <w:r w:rsidRPr="00664355">
        <w:rPr>
          <w:bCs/>
        </w:rPr>
        <w:t>ordre du jour)</w:t>
      </w:r>
      <w:bookmarkStart w:id="54" w:name="_Toc35591666"/>
      <w:bookmarkEnd w:id="54"/>
    </w:p>
    <w:p w:rsidR="00F957A7" w:rsidRPr="00664355" w:rsidRDefault="00F957A7" w:rsidP="00F957A7">
      <w:pPr>
        <w:spacing w:after="120"/>
        <w:ind w:left="1134" w:firstLine="6"/>
      </w:pPr>
      <w:r w:rsidRPr="00664355">
        <w:rPr>
          <w:i/>
          <w:iCs/>
        </w:rPr>
        <w:t>Document(s) :</w:t>
      </w:r>
      <w:r w:rsidRPr="00664355">
        <w:tab/>
        <w:t>ECE/TRANS/WP.29/GRVA/4.</w:t>
      </w:r>
    </w:p>
    <w:p w:rsidR="00F957A7" w:rsidRPr="00664355" w:rsidRDefault="00F957A7" w:rsidP="00F957A7">
      <w:pPr>
        <w:ind w:left="1134" w:firstLine="6"/>
      </w:pPr>
      <w:r w:rsidRPr="00664355">
        <w:t>48.</w:t>
      </w:r>
      <w:r w:rsidRPr="00664355">
        <w:tab/>
        <w:t>Le WP.29 a rappelé le rapport établi par le Président du GRVA sur les travaux de sa quatrième session (ECE/TRANS/WP.29/GRVA/4) et l</w:t>
      </w:r>
      <w:r w:rsidR="004F3EFE">
        <w:t>’</w:t>
      </w:r>
      <w:r w:rsidRPr="00664355">
        <w:t>a approuvé.</w:t>
      </w:r>
    </w:p>
    <w:p w:rsidR="00F957A7" w:rsidRPr="00664355" w:rsidRDefault="00F957A7" w:rsidP="00F957A7">
      <w:pPr>
        <w:pStyle w:val="H1G"/>
        <w:rPr>
          <w:iCs/>
        </w:rPr>
      </w:pPr>
      <w:r w:rsidRPr="00664355">
        <w:tab/>
        <w:t>C.</w:t>
      </w:r>
      <w:r w:rsidRPr="00664355">
        <w:tab/>
      </w:r>
      <w:r w:rsidRPr="00664355">
        <w:rPr>
          <w:bCs/>
        </w:rPr>
        <w:t>Groupe de travail des dispositions générales de sécurité (GRSG) (117</w:t>
      </w:r>
      <w:r w:rsidRPr="00664355">
        <w:rPr>
          <w:bCs/>
          <w:vertAlign w:val="superscript"/>
        </w:rPr>
        <w:t>e</w:t>
      </w:r>
      <w:r w:rsidRPr="00664355">
        <w:rPr>
          <w:bCs/>
        </w:rPr>
        <w:t> session, 8-11</w:t>
      </w:r>
      <w:r w:rsidR="00705E10">
        <w:rPr>
          <w:bCs/>
        </w:rPr>
        <w:t> </w:t>
      </w:r>
      <w:r w:rsidRPr="00664355">
        <w:rPr>
          <w:bCs/>
        </w:rPr>
        <w:t>octobre 2019) (point 3.3 de l</w:t>
      </w:r>
      <w:r w:rsidR="004F3EFE">
        <w:rPr>
          <w:bCs/>
        </w:rPr>
        <w:t>’</w:t>
      </w:r>
      <w:r w:rsidRPr="00664355">
        <w:rPr>
          <w:bCs/>
        </w:rPr>
        <w:t>ordre du jour)</w:t>
      </w:r>
      <w:bookmarkStart w:id="55" w:name="_Toc35591667"/>
      <w:bookmarkEnd w:id="55"/>
    </w:p>
    <w:p w:rsidR="00F957A7" w:rsidRPr="00664355" w:rsidRDefault="00F957A7" w:rsidP="00F957A7">
      <w:pPr>
        <w:spacing w:after="120"/>
        <w:ind w:left="1134" w:right="1134"/>
        <w:rPr>
          <w:lang w:val="en-US"/>
        </w:rPr>
      </w:pPr>
      <w:r w:rsidRPr="00664355">
        <w:rPr>
          <w:i/>
          <w:iCs/>
          <w:lang w:val="en-US"/>
        </w:rPr>
        <w:t>Document(s) :</w:t>
      </w:r>
      <w:r w:rsidRPr="00664355">
        <w:rPr>
          <w:lang w:val="en-US"/>
        </w:rPr>
        <w:tab/>
        <w:t>ECE/TRANS/WP.29/GRSG/96.</w:t>
      </w:r>
    </w:p>
    <w:p w:rsidR="00F957A7" w:rsidRPr="00664355" w:rsidRDefault="00F957A7" w:rsidP="00F957A7">
      <w:pPr>
        <w:spacing w:after="120"/>
        <w:ind w:left="1134" w:right="1134"/>
        <w:jc w:val="both"/>
      </w:pPr>
      <w:r w:rsidRPr="00664355">
        <w:t>49.</w:t>
      </w:r>
      <w:r w:rsidRPr="00664355">
        <w:tab/>
        <w:t>Le WP.29 a rappelé le rapport établi par le Président du GRSG sur les travaux de sa 117</w:t>
      </w:r>
      <w:r w:rsidRPr="00664355">
        <w:rPr>
          <w:vertAlign w:val="superscript"/>
        </w:rPr>
        <w:t>e</w:t>
      </w:r>
      <w:r w:rsidR="00705E10">
        <w:t> </w:t>
      </w:r>
      <w:r w:rsidRPr="00664355">
        <w:t>session (ECE/TRANS/WP.29/GRSG/96) et l</w:t>
      </w:r>
      <w:r w:rsidR="004F3EFE">
        <w:t>’</w:t>
      </w:r>
      <w:r w:rsidRPr="00664355">
        <w:t xml:space="preserve">a approuvé. </w:t>
      </w:r>
    </w:p>
    <w:p w:rsidR="00F957A7" w:rsidRPr="00664355" w:rsidRDefault="00F957A7" w:rsidP="00F957A7">
      <w:pPr>
        <w:pStyle w:val="H1G"/>
      </w:pPr>
      <w:r w:rsidRPr="00664355">
        <w:tab/>
        <w:t>D.</w:t>
      </w:r>
      <w:r w:rsidRPr="00664355">
        <w:tab/>
      </w:r>
      <w:r w:rsidRPr="00664355">
        <w:rPr>
          <w:bCs/>
        </w:rPr>
        <w:t>Groupe de travail de l</w:t>
      </w:r>
      <w:r w:rsidR="004F3EFE">
        <w:rPr>
          <w:bCs/>
        </w:rPr>
        <w:t>’</w:t>
      </w:r>
      <w:r w:rsidRPr="00664355">
        <w:rPr>
          <w:bCs/>
        </w:rPr>
        <w:t>éclairage et de la signalisation lumineuse (GRE) (quatre-vingt-deuxième session, 22-25</w:t>
      </w:r>
      <w:r w:rsidR="009F70B1">
        <w:rPr>
          <w:bCs/>
        </w:rPr>
        <w:t> </w:t>
      </w:r>
      <w:r w:rsidRPr="00664355">
        <w:rPr>
          <w:bCs/>
        </w:rPr>
        <w:t>octobre 2019) (point 3.4 de l</w:t>
      </w:r>
      <w:r w:rsidR="004F3EFE">
        <w:rPr>
          <w:bCs/>
        </w:rPr>
        <w:t>’</w:t>
      </w:r>
      <w:r w:rsidRPr="00664355">
        <w:rPr>
          <w:bCs/>
        </w:rPr>
        <w:t>ordre du jour)</w:t>
      </w:r>
      <w:bookmarkStart w:id="56" w:name="_Toc35591668"/>
      <w:bookmarkEnd w:id="56"/>
    </w:p>
    <w:p w:rsidR="00F957A7" w:rsidRPr="00664355" w:rsidRDefault="00F957A7" w:rsidP="00F957A7">
      <w:pPr>
        <w:spacing w:after="120"/>
        <w:ind w:left="1134" w:right="1134"/>
      </w:pPr>
      <w:r w:rsidRPr="00664355">
        <w:rPr>
          <w:i/>
          <w:iCs/>
        </w:rPr>
        <w:t>Document(s) :</w:t>
      </w:r>
      <w:r w:rsidRPr="00664355">
        <w:tab/>
        <w:t>ECE/TRANS/WP.29/GRE/82.</w:t>
      </w:r>
    </w:p>
    <w:p w:rsidR="00F957A7" w:rsidRPr="00664355" w:rsidRDefault="00F957A7" w:rsidP="00F957A7">
      <w:pPr>
        <w:pStyle w:val="SingleTxtG"/>
      </w:pPr>
      <w:r w:rsidRPr="00664355">
        <w:t>50.</w:t>
      </w:r>
      <w:r w:rsidRPr="00664355">
        <w:tab/>
        <w:t>Le WP.29 a rappelé le rapport établi par le Président du GRE sur les travaux de sa quatre-vingt-deuxième session (ECE/TRANS/WP.29/GRE/82) et l</w:t>
      </w:r>
      <w:r w:rsidR="004F3EFE">
        <w:t>’</w:t>
      </w:r>
      <w:r w:rsidRPr="00664355">
        <w:t>a approuvé.</w:t>
      </w:r>
    </w:p>
    <w:p w:rsidR="00F957A7" w:rsidRPr="00664355" w:rsidRDefault="00F957A7" w:rsidP="00F957A7">
      <w:pPr>
        <w:pStyle w:val="H1G"/>
      </w:pPr>
      <w:r w:rsidRPr="00664355">
        <w:tab/>
        <w:t>E.</w:t>
      </w:r>
      <w:r w:rsidRPr="00664355">
        <w:tab/>
      </w:r>
      <w:r w:rsidRPr="00664355">
        <w:rPr>
          <w:bCs/>
        </w:rPr>
        <w:t>Faits marquants des dernières sessions (point</w:t>
      </w:r>
      <w:r w:rsidR="009F70B1">
        <w:rPr>
          <w:bCs/>
        </w:rPr>
        <w:t> </w:t>
      </w:r>
      <w:r w:rsidRPr="00664355">
        <w:rPr>
          <w:bCs/>
        </w:rPr>
        <w:t>3.5 de l</w:t>
      </w:r>
      <w:r w:rsidR="004F3EFE">
        <w:rPr>
          <w:bCs/>
        </w:rPr>
        <w:t>’</w:t>
      </w:r>
      <w:r w:rsidRPr="00664355">
        <w:rPr>
          <w:bCs/>
        </w:rPr>
        <w:t>ordre du jour)</w:t>
      </w:r>
      <w:bookmarkStart w:id="57" w:name="_Toc35591669"/>
      <w:bookmarkEnd w:id="57"/>
    </w:p>
    <w:p w:rsidR="00F957A7" w:rsidRPr="00664355" w:rsidRDefault="00F957A7" w:rsidP="009F70B1">
      <w:pPr>
        <w:pStyle w:val="H23G"/>
      </w:pPr>
      <w:r w:rsidRPr="00664355">
        <w:tab/>
        <w:t>1.</w:t>
      </w:r>
      <w:r w:rsidRPr="00664355">
        <w:tab/>
        <w:t>Groupe de travail de la sécurité passive (GRSP) (soixante-sixième session, 10</w:t>
      </w:r>
      <w:r w:rsidRPr="00664355">
        <w:noBreakHyphen/>
        <w:t>13 décembre 2019) (point 3.5.1 de l</w:t>
      </w:r>
      <w:r w:rsidR="004F3EFE">
        <w:t>’</w:t>
      </w:r>
      <w:r w:rsidRPr="00664355">
        <w:t>ordre du jour)</w:t>
      </w:r>
      <w:bookmarkStart w:id="58" w:name="_Toc35591670"/>
      <w:bookmarkEnd w:id="58"/>
    </w:p>
    <w:p w:rsidR="00F957A7" w:rsidRPr="00664355" w:rsidRDefault="00F957A7" w:rsidP="00F957A7">
      <w:pPr>
        <w:spacing w:after="120"/>
        <w:ind w:left="1134" w:right="1134"/>
        <w:jc w:val="both"/>
      </w:pPr>
      <w:r w:rsidRPr="00664355">
        <w:t>51.</w:t>
      </w:r>
      <w:r w:rsidRPr="00664355">
        <w:tab/>
        <w:t>Le représentant des États-Unis d</w:t>
      </w:r>
      <w:r w:rsidR="004F3EFE">
        <w:t>’</w:t>
      </w:r>
      <w:r w:rsidRPr="00664355">
        <w:t>Amérique, au nom du Président du GRSP, a informé le WP.29 des résultats obtenus par le groupe à sa soixante-sixième session (pour plus de</w:t>
      </w:r>
      <w:r w:rsidR="009F70B1">
        <w:t xml:space="preserve"> </w:t>
      </w:r>
      <w:r w:rsidRPr="00664355">
        <w:t>détails, voir le rapport de la session figurant dans le</w:t>
      </w:r>
      <w:r w:rsidR="00862A8D">
        <w:t xml:space="preserve"> </w:t>
      </w:r>
      <w:r w:rsidRPr="00664355">
        <w:t>document</w:t>
      </w:r>
      <w:r w:rsidR="00862A8D">
        <w:t xml:space="preserve"> </w:t>
      </w:r>
      <w:r w:rsidRPr="00664355">
        <w:t>ECE/TRANS/WP.29/GRSP/66).</w:t>
      </w:r>
    </w:p>
    <w:p w:rsidR="00F957A7" w:rsidRPr="00664355" w:rsidRDefault="00F957A7" w:rsidP="00F957A7">
      <w:pPr>
        <w:spacing w:after="120"/>
        <w:ind w:left="1134" w:right="1134"/>
        <w:jc w:val="both"/>
      </w:pPr>
      <w:r w:rsidRPr="00664355">
        <w:lastRenderedPageBreak/>
        <w:t>52.</w:t>
      </w:r>
      <w:r w:rsidRPr="00664355">
        <w:tab/>
        <w:t>Le WP.29 a pris note du fait que M.</w:t>
      </w:r>
      <w:r w:rsidR="007610AE">
        <w:t> </w:t>
      </w:r>
      <w:r w:rsidRPr="00664355">
        <w:t>M.</w:t>
      </w:r>
      <w:r w:rsidR="007610AE">
        <w:t> </w:t>
      </w:r>
      <w:proofErr w:type="spellStart"/>
      <w:r w:rsidRPr="00664355">
        <w:t>Koubek</w:t>
      </w:r>
      <w:proofErr w:type="spellEnd"/>
      <w:r w:rsidRPr="00664355">
        <w:t xml:space="preserve"> (États-Unis d</w:t>
      </w:r>
      <w:r w:rsidR="004F3EFE">
        <w:t>’</w:t>
      </w:r>
      <w:r w:rsidRPr="00664355">
        <w:t>Amérique) avait présidé la session, en application de l</w:t>
      </w:r>
      <w:r w:rsidR="004F3EFE">
        <w:t>’</w:t>
      </w:r>
      <w:r w:rsidRPr="00664355">
        <w:t>article</w:t>
      </w:r>
      <w:r w:rsidR="007610AE">
        <w:t> </w:t>
      </w:r>
      <w:r w:rsidRPr="00664355">
        <w:t>14 du Règlement intérieur de la CEE (E/ECE/778/Rev.5), le précédent Président, M.</w:t>
      </w:r>
      <w:r w:rsidR="007610AE">
        <w:t> </w:t>
      </w:r>
      <w:r w:rsidRPr="00664355">
        <w:t>Nha Nguyen, ayant quitté ses fonctions au sein du Département des transports du Gouvernement fédéral des États-Unis d</w:t>
      </w:r>
      <w:r w:rsidR="004F3EFE">
        <w:t>’</w:t>
      </w:r>
      <w:r w:rsidRPr="00664355">
        <w:t>Amérique.</w:t>
      </w:r>
    </w:p>
    <w:p w:rsidR="00F957A7" w:rsidRPr="00664355" w:rsidRDefault="00F957A7" w:rsidP="00F957A7">
      <w:pPr>
        <w:spacing w:after="120"/>
        <w:ind w:left="1134" w:right="1134"/>
        <w:jc w:val="both"/>
      </w:pPr>
      <w:r w:rsidRPr="00664355">
        <w:t>53.</w:t>
      </w:r>
      <w:r w:rsidRPr="00664355">
        <w:tab/>
        <w:t>Le WP.29 a également pris note du fait que M.</w:t>
      </w:r>
      <w:r w:rsidR="007610AE">
        <w:t> </w:t>
      </w:r>
      <w:r w:rsidRPr="00664355">
        <w:t>M.</w:t>
      </w:r>
      <w:r w:rsidR="007610AE">
        <w:t> </w:t>
      </w:r>
      <w:proofErr w:type="spellStart"/>
      <w:r w:rsidRPr="00664355">
        <w:t>Koubek</w:t>
      </w:r>
      <w:proofErr w:type="spellEnd"/>
      <w:r w:rsidRPr="00664355">
        <w:t xml:space="preserve"> (États-Unis d</w:t>
      </w:r>
      <w:r w:rsidR="004F3EFE">
        <w:t>’</w:t>
      </w:r>
      <w:r w:rsidRPr="00664355">
        <w:t>Amérique) avait été élu Président du GRSP et que M.</w:t>
      </w:r>
      <w:r w:rsidR="007610AE">
        <w:t> </w:t>
      </w:r>
      <w:r w:rsidRPr="00664355">
        <w:t>H.G.</w:t>
      </w:r>
      <w:r w:rsidR="007610AE">
        <w:t> </w:t>
      </w:r>
      <w:r w:rsidRPr="00664355">
        <w:t>Kim (République de Corée) avait été élu Vice-Président du GRSP pour les sessions prévues durant l</w:t>
      </w:r>
      <w:r w:rsidR="004F3EFE">
        <w:t>’</w:t>
      </w:r>
      <w:r w:rsidRPr="00664355">
        <w:t xml:space="preserve">année 2020. </w:t>
      </w:r>
    </w:p>
    <w:p w:rsidR="00F957A7" w:rsidRPr="00664355" w:rsidRDefault="00F957A7" w:rsidP="00F957A7">
      <w:pPr>
        <w:pStyle w:val="H23G"/>
      </w:pPr>
      <w:r w:rsidRPr="00664355">
        <w:tab/>
        <w:t>2.</w:t>
      </w:r>
      <w:r w:rsidRPr="00664355">
        <w:tab/>
      </w:r>
      <w:r w:rsidRPr="00664355">
        <w:rPr>
          <w:bCs/>
        </w:rPr>
        <w:t>Groupe de travail de la pollution et de l</w:t>
      </w:r>
      <w:r w:rsidR="004F3EFE">
        <w:rPr>
          <w:bCs/>
        </w:rPr>
        <w:t>’</w:t>
      </w:r>
      <w:r w:rsidRPr="00664355">
        <w:rPr>
          <w:bCs/>
        </w:rPr>
        <w:t>énergie (GRPE) (quatre-vingtième session, 14-17</w:t>
      </w:r>
      <w:r w:rsidR="007610AE">
        <w:rPr>
          <w:bCs/>
        </w:rPr>
        <w:t> </w:t>
      </w:r>
      <w:r w:rsidRPr="00664355">
        <w:rPr>
          <w:bCs/>
        </w:rPr>
        <w:t>janvier 2020) (point 3.5.2 de l</w:t>
      </w:r>
      <w:r w:rsidR="004F3EFE">
        <w:rPr>
          <w:bCs/>
        </w:rPr>
        <w:t>’</w:t>
      </w:r>
      <w:r w:rsidRPr="00664355">
        <w:rPr>
          <w:bCs/>
        </w:rPr>
        <w:t>ordre du jour)</w:t>
      </w:r>
      <w:bookmarkStart w:id="59" w:name="_Toc35591671"/>
      <w:bookmarkEnd w:id="59"/>
    </w:p>
    <w:p w:rsidR="00F957A7" w:rsidRPr="00664355" w:rsidRDefault="00F957A7" w:rsidP="00F957A7">
      <w:pPr>
        <w:spacing w:after="120"/>
        <w:ind w:left="1134" w:right="1134"/>
        <w:jc w:val="both"/>
      </w:pPr>
      <w:r w:rsidRPr="00664355">
        <w:t>54.</w:t>
      </w:r>
      <w:r w:rsidRPr="00664355">
        <w:tab/>
        <w:t>Le Vice-Président du GRPE (Royaume-Uni de Grande-Bretagne et d</w:t>
      </w:r>
      <w:r w:rsidR="004F3EFE">
        <w:t>’</w:t>
      </w:r>
      <w:r w:rsidRPr="00664355">
        <w:t>Irlande du Nord) a rendu compte au WP.29 des résultats obtenus par le groupe à sa</w:t>
      </w:r>
      <w:r w:rsidR="007610AE">
        <w:t xml:space="preserve"> </w:t>
      </w:r>
      <w:r w:rsidRPr="00664355">
        <w:t>quatre</w:t>
      </w:r>
      <w:r w:rsidRPr="00664355">
        <w:noBreakHyphen/>
        <w:t>vingtième</w:t>
      </w:r>
      <w:r w:rsidR="007610AE">
        <w:t xml:space="preserve"> s</w:t>
      </w:r>
      <w:r w:rsidRPr="00664355">
        <w:t>ession (pour plus de détails, voir le rapport de la session figurant dans le document ECE/TRANS/WP.29/GRPE/80).</w:t>
      </w:r>
    </w:p>
    <w:p w:rsidR="00F957A7" w:rsidRPr="00664355" w:rsidRDefault="00F957A7" w:rsidP="00F957A7">
      <w:pPr>
        <w:spacing w:after="120"/>
        <w:ind w:left="1134" w:right="1134"/>
        <w:jc w:val="both"/>
      </w:pPr>
      <w:r w:rsidRPr="00664355">
        <w:t>55.</w:t>
      </w:r>
      <w:r w:rsidRPr="00664355">
        <w:tab/>
        <w:t>Le GRPE a approuvé une proposition concernant les séries 00 et 01 d</w:t>
      </w:r>
      <w:r w:rsidR="004F3EFE">
        <w:t>’</w:t>
      </w:r>
      <w:r w:rsidRPr="00664355">
        <w:t>amendements à un nouveau Règlement ONU relatif à la Procédure WLTP. La transposition des</w:t>
      </w:r>
      <w:r w:rsidR="007610AE">
        <w:t xml:space="preserve"> </w:t>
      </w:r>
      <w:r w:rsidRPr="00664355">
        <w:t>RTM ONU n</w:t>
      </w:r>
      <w:r w:rsidRPr="00664355">
        <w:rPr>
          <w:vertAlign w:val="superscript"/>
        </w:rPr>
        <w:t>os</w:t>
      </w:r>
      <w:r w:rsidRPr="00664355">
        <w:t> 15 et 19 dans des Règlements ONU a également conduit à de nouveaux amendements à ces RTM ONU, l</w:t>
      </w:r>
      <w:r w:rsidR="004F3EFE">
        <w:t>’</w:t>
      </w:r>
      <w:r w:rsidRPr="00664355">
        <w:t xml:space="preserve">amendement 3 au RTM ONU </w:t>
      </w:r>
      <w:r w:rsidR="007610AE" w:rsidRPr="002D76F4">
        <w:rPr>
          <w:rFonts w:eastAsia="MS Mincho"/>
          <w:szCs w:val="22"/>
        </w:rPr>
        <w:t>n</w:t>
      </w:r>
      <w:r w:rsidR="007610AE" w:rsidRPr="002D76F4">
        <w:rPr>
          <w:rFonts w:eastAsia="MS Mincho"/>
          <w:szCs w:val="22"/>
          <w:vertAlign w:val="superscript"/>
        </w:rPr>
        <w:t>o</w:t>
      </w:r>
      <w:r w:rsidRPr="00664355">
        <w:t> 19 ayant par ailleurs été approuvé par le GRPE. L</w:t>
      </w:r>
      <w:r w:rsidR="004F3EFE">
        <w:t>’</w:t>
      </w:r>
      <w:r w:rsidRPr="00664355">
        <w:t xml:space="preserve">amendement 6 au RTM ONU </w:t>
      </w:r>
      <w:r w:rsidR="007610AE" w:rsidRPr="002D76F4">
        <w:rPr>
          <w:rFonts w:eastAsia="MS Mincho"/>
          <w:szCs w:val="22"/>
        </w:rPr>
        <w:t>n</w:t>
      </w:r>
      <w:r w:rsidR="007610AE" w:rsidRPr="002D76F4">
        <w:rPr>
          <w:rFonts w:eastAsia="MS Mincho"/>
          <w:szCs w:val="22"/>
          <w:vertAlign w:val="superscript"/>
        </w:rPr>
        <w:t>o</w:t>
      </w:r>
      <w:r w:rsidRPr="00664355">
        <w:t> 15 et la série 08 d</w:t>
      </w:r>
      <w:r w:rsidR="004F3EFE">
        <w:t>’</w:t>
      </w:r>
      <w:r w:rsidRPr="00664355">
        <w:t xml:space="preserve">amendements au RTM ONU </w:t>
      </w:r>
      <w:r w:rsidR="007610AE" w:rsidRPr="002D76F4">
        <w:rPr>
          <w:rFonts w:eastAsia="MS Mincho"/>
          <w:szCs w:val="22"/>
        </w:rPr>
        <w:t>n</w:t>
      </w:r>
      <w:r w:rsidR="007610AE" w:rsidRPr="002D76F4">
        <w:rPr>
          <w:rFonts w:eastAsia="MS Mincho"/>
          <w:szCs w:val="22"/>
          <w:vertAlign w:val="superscript"/>
        </w:rPr>
        <w:t>o</w:t>
      </w:r>
      <w:r w:rsidRPr="00664355">
        <w:t> 83 sont prévus pour la session de juin 2020 du GRPE.</w:t>
      </w:r>
    </w:p>
    <w:p w:rsidR="00F957A7" w:rsidRPr="00664355" w:rsidRDefault="00F957A7" w:rsidP="00F957A7">
      <w:pPr>
        <w:spacing w:after="120"/>
        <w:ind w:left="1134" w:right="1134"/>
        <w:jc w:val="both"/>
      </w:pPr>
      <w:r w:rsidRPr="00664355">
        <w:t>56.</w:t>
      </w:r>
      <w:r w:rsidRPr="00664355">
        <w:tab/>
        <w:t>Le GRPE a manifesté le désir de poursuivre les travaux sur les questions de conformité des systèmes anti-pollution tout au long de leur durée de vie et a décidé de créer un point spécifique de l</w:t>
      </w:r>
      <w:r w:rsidR="004F3EFE">
        <w:t>’</w:t>
      </w:r>
      <w:r w:rsidRPr="00664355">
        <w:t>ordre du jour à cet effet, afin de présenter des démarches approfondies pour évaluer les incidences de la modification éventuelle de plusieurs Règlements ONU.</w:t>
      </w:r>
    </w:p>
    <w:p w:rsidR="00F957A7" w:rsidRPr="00664355" w:rsidRDefault="00F957A7" w:rsidP="00F957A7">
      <w:pPr>
        <w:spacing w:after="120"/>
        <w:ind w:left="1134" w:right="1134"/>
        <w:jc w:val="both"/>
      </w:pPr>
      <w:r w:rsidRPr="00664355">
        <w:t>57.</w:t>
      </w:r>
      <w:r w:rsidRPr="00664355">
        <w:tab/>
        <w:t>Le GRPE a été informé de la création d</w:t>
      </w:r>
      <w:r w:rsidR="004F3EFE">
        <w:t>’</w:t>
      </w:r>
      <w:r w:rsidRPr="00664355">
        <w:t>un groupe spécial d</w:t>
      </w:r>
      <w:r w:rsidR="004F3EFE">
        <w:t>’</w:t>
      </w:r>
      <w:r w:rsidRPr="00664355">
        <w:t>experts chargé d</w:t>
      </w:r>
      <w:r w:rsidR="004F3EFE">
        <w:t>’</w:t>
      </w:r>
      <w:r w:rsidRPr="00664355">
        <w:t>harmoniser les protocoles de mesure de la consommation de carburant des véhicules utilitaires lourds. Celui-ci se ciblerait dans un premier temps certains éléments, tels que le test des composants et la traînée aérodynamique. La participation au groupe d</w:t>
      </w:r>
      <w:r w:rsidR="004F3EFE">
        <w:t>’</w:t>
      </w:r>
      <w:r w:rsidRPr="00664355">
        <w:t>experts serait probablement ouverte à toutes les parties intéressées et les travaux du groupe commenceraient sous peu.</w:t>
      </w:r>
    </w:p>
    <w:p w:rsidR="00F957A7" w:rsidRPr="00664355" w:rsidRDefault="00F957A7" w:rsidP="00F957A7">
      <w:pPr>
        <w:spacing w:after="120"/>
        <w:ind w:left="1134" w:right="1134"/>
        <w:jc w:val="both"/>
      </w:pPr>
      <w:r w:rsidRPr="00664355">
        <w:t>58.</w:t>
      </w:r>
      <w:r w:rsidRPr="00664355">
        <w:tab/>
        <w:t>M.</w:t>
      </w:r>
      <w:r w:rsidR="007610AE">
        <w:t> </w:t>
      </w:r>
      <w:r w:rsidRPr="00664355">
        <w:t>Duncan Kay, représentant du Royaume-Uni de Grande-Bretagne et d</w:t>
      </w:r>
      <w:r w:rsidR="004F3EFE">
        <w:t>’</w:t>
      </w:r>
      <w:r w:rsidRPr="00664355">
        <w:t>Irlande du Nord, avait été élu Vice-Président du GRPE pour l</w:t>
      </w:r>
      <w:r w:rsidR="004F3EFE">
        <w:t>’</w:t>
      </w:r>
      <w:r w:rsidRPr="00664355">
        <w:t>année 2020. Il a pris ses fonctions immédiatement après le vote, lequel s</w:t>
      </w:r>
      <w:r w:rsidR="004F3EFE">
        <w:t>’</w:t>
      </w:r>
      <w:r w:rsidRPr="00664355">
        <w:t>est exceptionnellement tenu au début de la session.</w:t>
      </w:r>
    </w:p>
    <w:p w:rsidR="00F957A7" w:rsidRPr="00664355" w:rsidRDefault="00F957A7" w:rsidP="00F957A7">
      <w:pPr>
        <w:pStyle w:val="H23G"/>
      </w:pPr>
      <w:r w:rsidRPr="00664355">
        <w:tab/>
        <w:t>3.</w:t>
      </w:r>
      <w:r w:rsidRPr="00664355">
        <w:tab/>
      </w:r>
      <w:r w:rsidRPr="00664355">
        <w:rPr>
          <w:bCs/>
        </w:rPr>
        <w:t>Groupe de travail du bruit et des pneumatiques (GRBP) (soixante et onzième session, 28-31</w:t>
      </w:r>
      <w:r w:rsidR="007610AE">
        <w:rPr>
          <w:bCs/>
        </w:rPr>
        <w:t> </w:t>
      </w:r>
      <w:r w:rsidRPr="00664355">
        <w:rPr>
          <w:bCs/>
        </w:rPr>
        <w:t>janvier 2020) (point 3.5.3 de l</w:t>
      </w:r>
      <w:r w:rsidR="004F3EFE">
        <w:rPr>
          <w:bCs/>
        </w:rPr>
        <w:t>’</w:t>
      </w:r>
      <w:r w:rsidRPr="00664355">
        <w:rPr>
          <w:bCs/>
        </w:rPr>
        <w:t>ordre du jour)</w:t>
      </w:r>
      <w:bookmarkStart w:id="60" w:name="_Toc35591672"/>
      <w:bookmarkEnd w:id="60"/>
    </w:p>
    <w:p w:rsidR="00F957A7" w:rsidRPr="00664355" w:rsidRDefault="00F957A7" w:rsidP="00F957A7">
      <w:pPr>
        <w:spacing w:after="120"/>
        <w:ind w:left="1134" w:right="1134"/>
        <w:jc w:val="both"/>
      </w:pPr>
      <w:r w:rsidRPr="00664355">
        <w:t>59.</w:t>
      </w:r>
      <w:r w:rsidRPr="00664355">
        <w:tab/>
        <w:t>Le Président du GRBP a rendu compte des résultats obtenus par le groupe à sa soixante et onzième session (pour plus de détails, voir le rapport de la session figurant dans le document ECE/TRANS/WP.29/GRBP/69).</w:t>
      </w:r>
    </w:p>
    <w:p w:rsidR="00F957A7" w:rsidRPr="00664355" w:rsidRDefault="00F957A7" w:rsidP="00F957A7">
      <w:pPr>
        <w:spacing w:after="120"/>
        <w:ind w:left="1134" w:right="1134"/>
        <w:jc w:val="both"/>
      </w:pPr>
      <w:r w:rsidRPr="00664355">
        <w:t>60.</w:t>
      </w:r>
      <w:r w:rsidRPr="00664355">
        <w:tab/>
        <w:t>Il a souligné que le GRBP avait décidé de créer un nouveau groupe de travail informel chargé d</w:t>
      </w:r>
      <w:r w:rsidR="004F3EFE">
        <w:t>’</w:t>
      </w:r>
      <w:r w:rsidRPr="00664355">
        <w:t>examiner la question des incertitudes de mesure, avec un mandat courant jusqu</w:t>
      </w:r>
      <w:r w:rsidR="004F3EFE">
        <w:t>’</w:t>
      </w:r>
      <w:r w:rsidRPr="00664355">
        <w:t>en décembre 2021, dont la Norvège assurerait la présidence et l</w:t>
      </w:r>
      <w:r w:rsidR="004F3EFE">
        <w:t>’</w:t>
      </w:r>
      <w:r w:rsidRPr="00664355">
        <w:t>OICA le secrétariat. Le WP.29 a donné son accord à la création de ce groupe.</w:t>
      </w:r>
    </w:p>
    <w:p w:rsidR="00F957A7" w:rsidRPr="00664355" w:rsidRDefault="00F957A7" w:rsidP="00F957A7">
      <w:pPr>
        <w:spacing w:after="120"/>
        <w:ind w:left="1134" w:right="1134"/>
        <w:jc w:val="both"/>
      </w:pPr>
      <w:r w:rsidRPr="00664355">
        <w:t>61.</w:t>
      </w:r>
      <w:r w:rsidRPr="00664355">
        <w:tab/>
        <w:t>Le Président du GRBP a également indiqué que le groupe était convenu de créer deux nouvelles équipes spéciales :</w:t>
      </w:r>
    </w:p>
    <w:p w:rsidR="00F957A7" w:rsidRPr="00664355" w:rsidRDefault="00F957A7" w:rsidP="00F957A7">
      <w:pPr>
        <w:spacing w:after="120"/>
        <w:ind w:left="1134" w:right="1134" w:firstLine="578"/>
        <w:jc w:val="both"/>
      </w:pPr>
      <w:r w:rsidRPr="00664355">
        <w:t>a)</w:t>
      </w:r>
      <w:r w:rsidRPr="00664355">
        <w:tab/>
        <w:t>L</w:t>
      </w:r>
      <w:r w:rsidR="004F3EFE">
        <w:t>’</w:t>
      </w:r>
      <w:r w:rsidRPr="00664355">
        <w:t>une chargée de la question des pneumatiques cloutés, en vue d</w:t>
      </w:r>
      <w:r w:rsidR="004F3EFE">
        <w:t>’</w:t>
      </w:r>
      <w:r w:rsidRPr="00664355">
        <w:t>élaborer un nouveau Règlement ONU sur l</w:t>
      </w:r>
      <w:r w:rsidR="004F3EFE">
        <w:t>’</w:t>
      </w:r>
      <w:r w:rsidRPr="00664355">
        <w:t>approbation des pneumatiques cloutés au regard de leurs performances sur la neige ;</w:t>
      </w:r>
    </w:p>
    <w:p w:rsidR="00F957A7" w:rsidRPr="00664355" w:rsidRDefault="00F957A7" w:rsidP="00F957A7">
      <w:pPr>
        <w:spacing w:after="120"/>
        <w:ind w:left="1134" w:right="1134" w:firstLine="578"/>
        <w:jc w:val="both"/>
      </w:pPr>
      <w:r w:rsidRPr="00664355">
        <w:t>b)</w:t>
      </w:r>
      <w:r w:rsidRPr="00664355">
        <w:tab/>
        <w:t>L</w:t>
      </w:r>
      <w:r w:rsidR="004F3EFE">
        <w:t>’</w:t>
      </w:r>
      <w:r w:rsidRPr="00664355">
        <w:t>autre chargée d</w:t>
      </w:r>
      <w:r w:rsidR="004F3EFE">
        <w:t>’</w:t>
      </w:r>
      <w:r w:rsidRPr="00664355">
        <w:t>amender les Règlements ONU n</w:t>
      </w:r>
      <w:r w:rsidRPr="00664355">
        <w:rPr>
          <w:vertAlign w:val="superscript"/>
        </w:rPr>
        <w:t>os</w:t>
      </w:r>
      <w:r w:rsidRPr="00664355">
        <w:t> 141 (système de surveillance de la pression des pneumatiques) et 142 (montage des pneumatiques), en vue d</w:t>
      </w:r>
      <w:r w:rsidR="004F3EFE">
        <w:t>’</w:t>
      </w:r>
      <w:r w:rsidRPr="00664355">
        <w:t>étendre leur portée pour transposer les prescriptions en matière de système de surveillance de la pression des pneumatiques et de montage de ces derniers définies dans le Règlement (UE) 2019/2144.</w:t>
      </w:r>
    </w:p>
    <w:p w:rsidR="00F957A7" w:rsidRPr="00664355" w:rsidRDefault="00F957A7" w:rsidP="00F957A7">
      <w:pPr>
        <w:spacing w:after="120"/>
        <w:ind w:left="1134" w:right="1134"/>
        <w:jc w:val="both"/>
      </w:pPr>
      <w:r w:rsidRPr="00664355">
        <w:lastRenderedPageBreak/>
        <w:t>62.</w:t>
      </w:r>
      <w:r w:rsidRPr="00664355">
        <w:tab/>
        <w:t>Le WP.29 a pris note de la création de ces équipes spéciales.</w:t>
      </w:r>
    </w:p>
    <w:p w:rsidR="00F957A7" w:rsidRPr="00664355" w:rsidRDefault="00F957A7" w:rsidP="00F957A7">
      <w:pPr>
        <w:pStyle w:val="H23G"/>
      </w:pPr>
      <w:r w:rsidRPr="00664355">
        <w:tab/>
        <w:t>4.</w:t>
      </w:r>
      <w:r w:rsidRPr="00664355">
        <w:tab/>
      </w:r>
      <w:r w:rsidRPr="00664355">
        <w:rPr>
          <w:bCs/>
        </w:rPr>
        <w:t>Groupe de travail des véhicules automatisés/autonomes et connectés (GRVA) (cinquième session, 10-14 février 2020, et sixième session, 3-4 mars 2020) (point 3.5.4 de l</w:t>
      </w:r>
      <w:r w:rsidR="004F3EFE">
        <w:rPr>
          <w:bCs/>
        </w:rPr>
        <w:t>’</w:t>
      </w:r>
      <w:r w:rsidRPr="00664355">
        <w:rPr>
          <w:bCs/>
        </w:rPr>
        <w:t>ordre du jour)</w:t>
      </w:r>
      <w:bookmarkStart w:id="61" w:name="_Toc35591673"/>
      <w:bookmarkEnd w:id="61"/>
    </w:p>
    <w:p w:rsidR="00F957A7" w:rsidRPr="00664355" w:rsidRDefault="00F957A7" w:rsidP="00F957A7">
      <w:pPr>
        <w:spacing w:after="120"/>
        <w:ind w:left="1134" w:right="1134"/>
        <w:jc w:val="both"/>
      </w:pPr>
      <w:r w:rsidRPr="00664355">
        <w:t>63</w:t>
      </w:r>
      <w:r w:rsidR="0017734B">
        <w:t>.</w:t>
      </w:r>
      <w:r w:rsidRPr="00664355">
        <w:tab/>
        <w:t>Le Président du GRVA a rendu compte des résultats obtenus par le groupe à ses</w:t>
      </w:r>
      <w:r w:rsidR="007670E0">
        <w:t xml:space="preserve"> </w:t>
      </w:r>
      <w:r w:rsidRPr="00664355">
        <w:t>cinquième et sixième sessions (pour plus de détails, voir les rapports des sessions figurant dans les documents ECE/TRANS/WP.29/GRVA/5 et ECE/TRANS/WP.29/GRVA/6).</w:t>
      </w:r>
    </w:p>
    <w:p w:rsidR="00F957A7" w:rsidRPr="00664355" w:rsidRDefault="00F957A7" w:rsidP="00F957A7">
      <w:pPr>
        <w:spacing w:after="120"/>
        <w:ind w:left="1134" w:right="1134"/>
        <w:jc w:val="both"/>
      </w:pPr>
      <w:r w:rsidRPr="00664355">
        <w:t>64.</w:t>
      </w:r>
      <w:r w:rsidRPr="00664355">
        <w:tab/>
        <w:t>Le Président a fait état des progrès réalisés au regard du programme établi par le Document-cadre sur les véhicules automatisés/autonomes.</w:t>
      </w:r>
    </w:p>
    <w:p w:rsidR="00F957A7" w:rsidRPr="00664355" w:rsidRDefault="00F957A7" w:rsidP="00F957A7">
      <w:pPr>
        <w:spacing w:after="120"/>
        <w:ind w:left="1134" w:right="1134"/>
        <w:jc w:val="both"/>
      </w:pPr>
      <w:r w:rsidRPr="00664355">
        <w:t>65.</w:t>
      </w:r>
      <w:r w:rsidRPr="00664355">
        <w:tab/>
        <w:t>Il a mentionné la présentation en juin 2020 de trois projets de Règlements ONU (dans les domaines suivants : i) </w:t>
      </w:r>
      <w:bookmarkStart w:id="62" w:name="_Hlk41634543"/>
      <w:r w:rsidRPr="00664355">
        <w:t>cybersécurité et systèmes de gestion de la cybersécurité</w:t>
      </w:r>
      <w:bookmarkEnd w:id="62"/>
      <w:r w:rsidRPr="00664355">
        <w:t> ; ii) systèmes automatisés de maintien dans la voie ; iii) mise à jour des logiciels et systèmes de gestion des mises à jour logicielles) à l</w:t>
      </w:r>
      <w:r w:rsidR="004F3EFE">
        <w:t>’</w:t>
      </w:r>
      <w:r w:rsidRPr="00664355">
        <w:t>AC.1, en vue de leur adoption.</w:t>
      </w:r>
    </w:p>
    <w:p w:rsidR="00F957A7" w:rsidRPr="00664355" w:rsidRDefault="00F957A7" w:rsidP="00F957A7">
      <w:pPr>
        <w:spacing w:after="120"/>
        <w:ind w:left="1134" w:right="1134"/>
        <w:jc w:val="both"/>
      </w:pPr>
      <w:r w:rsidRPr="00664355">
        <w:t>66.</w:t>
      </w:r>
      <w:r w:rsidRPr="00664355">
        <w:tab/>
        <w:t>Le représentant du Japon a salué le grand dévouement de l</w:t>
      </w:r>
      <w:r w:rsidR="004F3EFE">
        <w:t>’</w:t>
      </w:r>
      <w:r w:rsidRPr="00664355">
        <w:t>Allemagne à la présidence du groupe, ainsi que les efforts déployés par les autres Parties contractantes et différents secteurs industriels pour mettre au point le projet de Règlement ONU relatif à la mise à jour des logiciels et aux systèmes de gestion des mises à jour logicielles. Il a souligné que l</w:t>
      </w:r>
      <w:r w:rsidR="004F3EFE">
        <w:t>’</w:t>
      </w:r>
      <w:r w:rsidRPr="00664355">
        <w:t>un</w:t>
      </w:r>
      <w:r w:rsidR="007670E0">
        <w:t xml:space="preserve"> </w:t>
      </w:r>
      <w:r w:rsidRPr="00664355">
        <w:t>des paragraphes du projet de Règlement ONU relatif à la cybersécurité et aux systèmes de gestion de la cybersécurité et ses alinéas se trouvaient encore entre crochets. Il a rappelé que le Japon et d</w:t>
      </w:r>
      <w:r w:rsidR="004F3EFE">
        <w:t>’</w:t>
      </w:r>
      <w:r w:rsidRPr="00664355">
        <w:t>autres Parties contractantes avaient fait part de graves préoccupations concernant ces</w:t>
      </w:r>
      <w:r w:rsidR="007670E0">
        <w:t xml:space="preserve"> </w:t>
      </w:r>
      <w:r w:rsidRPr="00664355">
        <w:t>dispositions.</w:t>
      </w:r>
    </w:p>
    <w:p w:rsidR="00F957A7" w:rsidRPr="00664355" w:rsidRDefault="00F957A7" w:rsidP="00F957A7">
      <w:pPr>
        <w:spacing w:after="120"/>
        <w:ind w:left="1134" w:right="1134"/>
        <w:jc w:val="both"/>
      </w:pPr>
      <w:r w:rsidRPr="00664355">
        <w:t>67.</w:t>
      </w:r>
      <w:r w:rsidRPr="00664355">
        <w:tab/>
        <w:t>Il a estimé que les dispositions demandant aux autorités d</w:t>
      </w:r>
      <w:r w:rsidR="004F3EFE">
        <w:t>’</w:t>
      </w:r>
      <w:r w:rsidRPr="00664355">
        <w:t>homologation de type de partager des informations sur les dossiers en cours de traitement avec les autres autorités et de recueillir leurs vues avant de délivrer l</w:t>
      </w:r>
      <w:r w:rsidR="004F3EFE">
        <w:t>’</w:t>
      </w:r>
      <w:r w:rsidRPr="00664355">
        <w:t>homologation seraient contraires à l</w:t>
      </w:r>
      <w:r w:rsidR="004F3EFE">
        <w:t>’</w:t>
      </w:r>
      <w:r w:rsidRPr="00664355">
        <w:t>esprit et aux</w:t>
      </w:r>
      <w:r w:rsidR="007670E0">
        <w:t xml:space="preserve"> </w:t>
      </w:r>
      <w:r w:rsidRPr="00664355">
        <w:t>principes de l</w:t>
      </w:r>
      <w:r w:rsidR="004F3EFE">
        <w:t>’</w:t>
      </w:r>
      <w:r w:rsidRPr="00664355">
        <w:t>Accord de 1958, qui prône la confiance et la reconnaissance mutuelles. Il</w:t>
      </w:r>
      <w:r w:rsidR="007670E0">
        <w:t xml:space="preserve"> </w:t>
      </w:r>
      <w:r w:rsidRPr="00664355">
        <w:t>a conclu que le Japon était prêt à contribuer à la révision de ces dispositions en coopération avec d</w:t>
      </w:r>
      <w:r w:rsidR="004F3EFE">
        <w:t>’</w:t>
      </w:r>
      <w:r w:rsidRPr="00664355">
        <w:t xml:space="preserve">autres Parties contractantes et différents secteurs industriels avant la session du WP.29 prévue en juin 2020. </w:t>
      </w:r>
    </w:p>
    <w:p w:rsidR="00F957A7" w:rsidRPr="00664355" w:rsidRDefault="00F957A7" w:rsidP="00F957A7">
      <w:pPr>
        <w:spacing w:after="120"/>
        <w:ind w:left="1134" w:right="1134"/>
        <w:jc w:val="both"/>
      </w:pPr>
      <w:r w:rsidRPr="00664355">
        <w:t>68.</w:t>
      </w:r>
      <w:r w:rsidRPr="00664355">
        <w:tab/>
        <w:t>Le Président du GRVA a confirmé que le groupe s</w:t>
      </w:r>
      <w:r w:rsidR="004F3EFE">
        <w:t>’</w:t>
      </w:r>
      <w:r w:rsidRPr="00664355">
        <w:t>était accordé sur des objectifs pour ces paragraphes, mais n</w:t>
      </w:r>
      <w:r w:rsidR="004F3EFE">
        <w:t>’</w:t>
      </w:r>
      <w:r w:rsidRPr="00664355">
        <w:t>avait pas eu le temps les y incorporer comme convenu. Il a ajouté que les délégations auprès du GRVA auraient jusqu</w:t>
      </w:r>
      <w:r w:rsidR="004F3EFE">
        <w:t>’</w:t>
      </w:r>
      <w:r w:rsidRPr="00664355">
        <w:t>à la fin du mois de mars 2020 pour achever le processus d</w:t>
      </w:r>
      <w:r w:rsidR="004F3EFE">
        <w:t>’</w:t>
      </w:r>
      <w:r w:rsidRPr="00664355">
        <w:t xml:space="preserve">élaboration, par le biais de réunions virtuelles. </w:t>
      </w:r>
    </w:p>
    <w:p w:rsidR="00F957A7" w:rsidRPr="00664355" w:rsidRDefault="00F957A7" w:rsidP="00F957A7">
      <w:pPr>
        <w:spacing w:after="120"/>
        <w:ind w:left="1134" w:right="1134"/>
        <w:jc w:val="both"/>
      </w:pPr>
      <w:r w:rsidRPr="00664355">
        <w:t>69.</w:t>
      </w:r>
      <w:r w:rsidRPr="00664355">
        <w:tab/>
        <w:t>Le Président du GRVA a attiré l</w:t>
      </w:r>
      <w:r w:rsidR="004F3EFE">
        <w:t>’</w:t>
      </w:r>
      <w:r w:rsidRPr="00664355">
        <w:t>attention sur l</w:t>
      </w:r>
      <w:r w:rsidR="004F3EFE">
        <w:t>’</w:t>
      </w:r>
      <w:r w:rsidRPr="00664355">
        <w:t>adoption du concept de numéro d</w:t>
      </w:r>
      <w:r w:rsidR="004F3EFE">
        <w:t>’</w:t>
      </w:r>
      <w:r w:rsidRPr="00664355">
        <w:t xml:space="preserve">identification du logiciel au titre du Règlement ONU </w:t>
      </w:r>
      <w:r w:rsidR="007670E0" w:rsidRPr="002D76F4">
        <w:rPr>
          <w:rFonts w:eastAsia="MS Mincho"/>
          <w:szCs w:val="22"/>
        </w:rPr>
        <w:t>n</w:t>
      </w:r>
      <w:r w:rsidR="007670E0" w:rsidRPr="002D76F4">
        <w:rPr>
          <w:rFonts w:eastAsia="MS Mincho"/>
          <w:szCs w:val="22"/>
          <w:vertAlign w:val="superscript"/>
        </w:rPr>
        <w:t>o</w:t>
      </w:r>
      <w:r w:rsidRPr="00664355">
        <w:t xml:space="preserve"> X (code </w:t>
      </w:r>
      <w:proofErr w:type="spellStart"/>
      <w:r w:rsidRPr="00664355">
        <w:t>RxSWIN</w:t>
      </w:r>
      <w:proofErr w:type="spellEnd"/>
      <w:r w:rsidRPr="00664355">
        <w:t>) et a demandé des conseils sur la façon de l</w:t>
      </w:r>
      <w:r w:rsidR="004F3EFE">
        <w:t>’</w:t>
      </w:r>
      <w:r w:rsidRPr="00664355">
        <w:t>appliquer dans les Règlements ONU concernés. Le WP.29 a recommandé aux groupes de travail d</w:t>
      </w:r>
      <w:r w:rsidR="004F3EFE">
        <w:t>’</w:t>
      </w:r>
      <w:r w:rsidRPr="00664355">
        <w:t>établir la liste des Règlements ONU relevant de leur</w:t>
      </w:r>
      <w:r w:rsidR="007670E0">
        <w:t xml:space="preserve"> </w:t>
      </w:r>
      <w:r w:rsidRPr="00664355">
        <w:t>champ de compétence auxquels il faudrait incorporer des dispositions relatives au</w:t>
      </w:r>
      <w:r w:rsidR="007670E0">
        <w:t xml:space="preserve"> </w:t>
      </w:r>
      <w:proofErr w:type="spellStart"/>
      <w:r w:rsidRPr="00664355">
        <w:t>RxSWIN</w:t>
      </w:r>
      <w:proofErr w:type="spellEnd"/>
      <w:r w:rsidRPr="00664355">
        <w:t>. Il a en outre prié le secrétariat d</w:t>
      </w:r>
      <w:r w:rsidR="004F3EFE">
        <w:t>’</w:t>
      </w:r>
      <w:r w:rsidRPr="00664355">
        <w:t>élaborer un projet d</w:t>
      </w:r>
      <w:r w:rsidR="004F3EFE">
        <w:t>’</w:t>
      </w:r>
      <w:r w:rsidRPr="00664355">
        <w:t xml:space="preserve">amendement visant à incorporer à la R.E.3 des dispositions relatives au </w:t>
      </w:r>
      <w:proofErr w:type="spellStart"/>
      <w:r w:rsidRPr="00664355">
        <w:t>RxSWIN</w:t>
      </w:r>
      <w:proofErr w:type="spellEnd"/>
      <w:r w:rsidRPr="00664355">
        <w:t>, afin qu</w:t>
      </w:r>
      <w:r w:rsidR="004F3EFE">
        <w:t>’</w:t>
      </w:r>
      <w:r w:rsidRPr="00664355">
        <w:t>il l</w:t>
      </w:r>
      <w:r w:rsidR="004F3EFE">
        <w:t>’</w:t>
      </w:r>
      <w:r w:rsidRPr="00664355">
        <w:t>examine à sa session prévue en juin 2020. Un tel amendement de la R.E.3 pouvait, s</w:t>
      </w:r>
      <w:r w:rsidR="004F3EFE">
        <w:t>’</w:t>
      </w:r>
      <w:r w:rsidRPr="00664355">
        <w:t xml:space="preserve">il était adopté, servir de référence à tous les groupes de travail pour les Règlements ONU concernés. </w:t>
      </w:r>
    </w:p>
    <w:p w:rsidR="00F957A7" w:rsidRPr="00664355" w:rsidRDefault="00F957A7" w:rsidP="00F957A7">
      <w:pPr>
        <w:spacing w:after="120"/>
        <w:ind w:left="1134" w:right="1134"/>
        <w:jc w:val="both"/>
      </w:pPr>
      <w:r w:rsidRPr="00664355">
        <w:t>70.</w:t>
      </w:r>
      <w:r w:rsidRPr="00664355">
        <w:tab/>
        <w:t>Le WP.29 a convenu de prolonger de deux</w:t>
      </w:r>
      <w:r w:rsidR="007670E0">
        <w:t xml:space="preserve"> </w:t>
      </w:r>
      <w:r w:rsidRPr="00664355">
        <w:t>ans, à savoir jusqu</w:t>
      </w:r>
      <w:r w:rsidR="004F3EFE">
        <w:t>’</w:t>
      </w:r>
      <w:r w:rsidRPr="00664355">
        <w:t>en mars 2022, le mandat du groupe de travail informel des systèmes actifs de freinage d</w:t>
      </w:r>
      <w:r w:rsidR="004F3EFE">
        <w:t>’</w:t>
      </w:r>
      <w:r w:rsidRPr="00664355">
        <w:t>urgence.</w:t>
      </w:r>
    </w:p>
    <w:p w:rsidR="00F957A7" w:rsidRPr="00664355" w:rsidRDefault="00F957A7" w:rsidP="00F957A7">
      <w:pPr>
        <w:spacing w:after="120"/>
        <w:ind w:left="1134" w:right="1134"/>
        <w:jc w:val="both"/>
      </w:pPr>
      <w:r w:rsidRPr="00664355">
        <w:t>71.</w:t>
      </w:r>
      <w:r w:rsidRPr="00664355">
        <w:tab/>
        <w:t>Le WP.29 a également convenu de prolonger de deux</w:t>
      </w:r>
      <w:r w:rsidR="007670E0">
        <w:t xml:space="preserve"> </w:t>
      </w:r>
      <w:r w:rsidRPr="00664355">
        <w:t>ans, à savoir jusqu</w:t>
      </w:r>
      <w:r w:rsidR="004F3EFE">
        <w:t>’</w:t>
      </w:r>
      <w:r w:rsidRPr="00664355">
        <w:t>en mars 2022, le mandat de l</w:t>
      </w:r>
      <w:r w:rsidR="004F3EFE">
        <w:t>’</w:t>
      </w:r>
      <w:r w:rsidRPr="00664355">
        <w:t>équipe spéciale de la cybersécurité et des questions de sûreté des</w:t>
      </w:r>
      <w:r w:rsidR="007670E0">
        <w:t xml:space="preserve"> </w:t>
      </w:r>
      <w:r w:rsidRPr="00664355">
        <w:t>transmissions sans fil et de la convertir en groupe de travail informel.</w:t>
      </w:r>
    </w:p>
    <w:p w:rsidR="00F957A7" w:rsidRPr="00664355" w:rsidRDefault="00F957A7" w:rsidP="00F957A7">
      <w:pPr>
        <w:spacing w:after="120"/>
        <w:ind w:left="1134" w:right="1134"/>
        <w:jc w:val="both"/>
      </w:pPr>
      <w:r w:rsidRPr="00664355">
        <w:t>72.</w:t>
      </w:r>
      <w:r w:rsidRPr="00664355">
        <w:tab/>
        <w:t>Le WP.29 a en outre discuté de la nécessité de réviser le Document-cadre au cours de sa session de juin 2020, vu les progrès réalisés par le GRVA dans ses travaux, les nouvelles connaissances acquises par les groupes de travail s</w:t>
      </w:r>
      <w:r w:rsidR="004F3EFE">
        <w:t>’</w:t>
      </w:r>
      <w:r w:rsidRPr="00664355">
        <w:t>occupant des véhicules automatisés, qui</w:t>
      </w:r>
      <w:r w:rsidR="007670E0">
        <w:t xml:space="preserve"> </w:t>
      </w:r>
      <w:r w:rsidRPr="00664355">
        <w:t>pourraient justifier de nouvelles activités, et le fait que certains groupes de travail informels arrivaient au terme de leur mandat. La prorogation du mandat de ces groupes pourrait être décidée à cette occasion.</w:t>
      </w:r>
    </w:p>
    <w:p w:rsidR="00F957A7" w:rsidRPr="00664355" w:rsidRDefault="00F957A7" w:rsidP="00F957A7">
      <w:pPr>
        <w:spacing w:after="120"/>
        <w:ind w:left="1134" w:right="1134"/>
        <w:jc w:val="both"/>
      </w:pPr>
      <w:r w:rsidRPr="00664355">
        <w:lastRenderedPageBreak/>
        <w:t>73.</w:t>
      </w:r>
      <w:r w:rsidRPr="00664355">
        <w:tab/>
        <w:t>Le Président a noté que les groupes de travail informels réunissaient des Parties contractantes aux Accords de 1958 et 1998 qui collaboraient efficacement en matière de réglementations techniques relevant de l</w:t>
      </w:r>
      <w:r w:rsidR="004F3EFE">
        <w:t>’</w:t>
      </w:r>
      <w:r w:rsidRPr="00664355">
        <w:t>Accord de 1958. Il a remercié les délégations de leur dévouement et de leur ardeur au travail au sein du GRVA et des groupes de travail informels.</w:t>
      </w:r>
    </w:p>
    <w:p w:rsidR="00F957A7" w:rsidRPr="00664355" w:rsidRDefault="00F957A7" w:rsidP="00F957A7">
      <w:pPr>
        <w:pStyle w:val="HChG"/>
      </w:pPr>
      <w:r w:rsidRPr="00664355">
        <w:tab/>
        <w:t>VI.</w:t>
      </w:r>
      <w:r w:rsidRPr="00664355">
        <w:tab/>
      </w:r>
      <w:r w:rsidRPr="00664355">
        <w:rPr>
          <w:bCs/>
        </w:rPr>
        <w:t>Accord de 1958 (point 4 de l</w:t>
      </w:r>
      <w:r w:rsidR="004F3EFE">
        <w:rPr>
          <w:bCs/>
        </w:rPr>
        <w:t>’</w:t>
      </w:r>
      <w:r w:rsidRPr="00664355">
        <w:rPr>
          <w:bCs/>
        </w:rPr>
        <w:t>ordre du jour)</w:t>
      </w:r>
      <w:bookmarkStart w:id="63" w:name="_Toc35591674"/>
      <w:bookmarkEnd w:id="63"/>
    </w:p>
    <w:p w:rsidR="00F957A7" w:rsidRPr="00664355" w:rsidRDefault="00F957A7" w:rsidP="00F957A7">
      <w:pPr>
        <w:pStyle w:val="H1G"/>
        <w:rPr>
          <w:bCs/>
        </w:rPr>
      </w:pPr>
      <w:r w:rsidRPr="00664355">
        <w:tab/>
        <w:t>A.</w:t>
      </w:r>
      <w:r w:rsidRPr="00664355">
        <w:tab/>
      </w:r>
      <w:r w:rsidRPr="00664355">
        <w:rPr>
          <w:bCs/>
        </w:rPr>
        <w:t>État de l</w:t>
      </w:r>
      <w:r w:rsidR="004F3EFE">
        <w:rPr>
          <w:bCs/>
        </w:rPr>
        <w:t>’</w:t>
      </w:r>
      <w:r w:rsidRPr="00664355">
        <w:rPr>
          <w:bCs/>
        </w:rPr>
        <w:t>Accord et des Règlements ONU y annexés (point 4.1 de l</w:t>
      </w:r>
      <w:r w:rsidR="004F3EFE">
        <w:rPr>
          <w:bCs/>
        </w:rPr>
        <w:t>’</w:t>
      </w:r>
      <w:r w:rsidRPr="00664355">
        <w:rPr>
          <w:bCs/>
        </w:rPr>
        <w:t>ordre du jour)</w:t>
      </w:r>
      <w:bookmarkStart w:id="64" w:name="_Toc35591675"/>
      <w:bookmarkEnd w:id="64"/>
    </w:p>
    <w:p w:rsidR="00F957A7" w:rsidRPr="00664355" w:rsidRDefault="00F957A7" w:rsidP="00F957A7">
      <w:pPr>
        <w:spacing w:after="120"/>
        <w:ind w:left="1134" w:right="1134"/>
        <w:jc w:val="both"/>
      </w:pPr>
      <w:r w:rsidRPr="00664355">
        <w:t>74.</w:t>
      </w:r>
      <w:r w:rsidRPr="00664355">
        <w:tab/>
        <w:t>Le secrétariat a fait le point auprès du WP.29 concernant l</w:t>
      </w:r>
      <w:r w:rsidR="004F3EFE">
        <w:t>’</w:t>
      </w:r>
      <w:r w:rsidRPr="00664355">
        <w:t>état de l</w:t>
      </w:r>
      <w:r w:rsidR="004F3EFE">
        <w:t>’</w:t>
      </w:r>
      <w:r w:rsidRPr="00664355">
        <w:t>Accord de 1958 en s</w:t>
      </w:r>
      <w:r w:rsidR="004F3EFE">
        <w:t>’</w:t>
      </w:r>
      <w:r w:rsidRPr="00664355">
        <w:t>appuyant sur le document ECE/TRANS/WP.29/343/Rev.28, disponible à l</w:t>
      </w:r>
      <w:r w:rsidR="004F3EFE">
        <w:t>’</w:t>
      </w:r>
      <w:r w:rsidRPr="00664355">
        <w:t xml:space="preserve">adresse </w:t>
      </w:r>
      <w:hyperlink r:id="rId8" w:history="1">
        <w:r w:rsidRPr="00664355">
          <w:t>www.unece.org/trans/main/wp29/wp29wgs/wp29gen/wp29fdocstts.html</w:t>
        </w:r>
      </w:hyperlink>
      <w:r w:rsidRPr="00664355">
        <w:t>. Le WP.29 a noté que les Parties contractantes ne devraient informer le secrétariat de toute modification à apporter au document sur l</w:t>
      </w:r>
      <w:r w:rsidR="004F3EFE">
        <w:t>’</w:t>
      </w:r>
      <w:r w:rsidRPr="00664355">
        <w:t>état de l</w:t>
      </w:r>
      <w:r w:rsidR="004F3EFE">
        <w:t>’</w:t>
      </w:r>
      <w:r w:rsidRPr="00664355">
        <w:t>Accord qu</w:t>
      </w:r>
      <w:r w:rsidR="004F3EFE">
        <w:t>’</w:t>
      </w:r>
      <w:r w:rsidRPr="00664355">
        <w:t>au moyen de la base de données en ligne nouvellement établie (application 343). Le secrétariat a invité les Parties contractantes qui n</w:t>
      </w:r>
      <w:r w:rsidR="004F3EFE">
        <w:t>’</w:t>
      </w:r>
      <w:r w:rsidRPr="00664355">
        <w:t>avaient pas encore fait connaître leur point de contact unique à le faire dès que possible pour pouvoir obtenir l</w:t>
      </w:r>
      <w:r w:rsidR="004F3EFE">
        <w:t>’</w:t>
      </w:r>
      <w:r w:rsidRPr="00664355">
        <w:t xml:space="preserve">accès en écriture à la base de données. </w:t>
      </w:r>
    </w:p>
    <w:p w:rsidR="00F957A7" w:rsidRPr="00664355" w:rsidRDefault="00F957A7" w:rsidP="00F957A7">
      <w:pPr>
        <w:pStyle w:val="H1G"/>
      </w:pPr>
      <w:r w:rsidRPr="00664355">
        <w:tab/>
        <w:t>B.</w:t>
      </w:r>
      <w:r w:rsidRPr="00664355">
        <w:tab/>
      </w:r>
      <w:r w:rsidRPr="00664355">
        <w:rPr>
          <w:bCs/>
        </w:rPr>
        <w:t>Orientations demandées par les groupes de travail à propos de questions relatives aux Règlements ONU annexés à l</w:t>
      </w:r>
      <w:r w:rsidR="004F3EFE">
        <w:rPr>
          <w:bCs/>
        </w:rPr>
        <w:t>’</w:t>
      </w:r>
      <w:r w:rsidRPr="00664355">
        <w:rPr>
          <w:bCs/>
        </w:rPr>
        <w:t>Accord de 1958 (point 4.2 de l</w:t>
      </w:r>
      <w:r w:rsidR="004F3EFE">
        <w:rPr>
          <w:bCs/>
        </w:rPr>
        <w:t>’</w:t>
      </w:r>
      <w:r w:rsidRPr="00664355">
        <w:rPr>
          <w:bCs/>
        </w:rPr>
        <w:t>ordre du jour)</w:t>
      </w:r>
      <w:bookmarkStart w:id="65" w:name="_Toc35591676"/>
      <w:bookmarkEnd w:id="65"/>
    </w:p>
    <w:p w:rsidR="00F957A7" w:rsidRPr="00664355" w:rsidRDefault="00F957A7" w:rsidP="00F957A7">
      <w:pPr>
        <w:pStyle w:val="H23G"/>
      </w:pPr>
      <w:bookmarkStart w:id="66" w:name="_Toc392251122"/>
      <w:r w:rsidRPr="00664355">
        <w:tab/>
        <w:t>1.</w:t>
      </w:r>
      <w:r w:rsidRPr="00664355">
        <w:tab/>
      </w:r>
      <w:r w:rsidRPr="00664355">
        <w:rPr>
          <w:bCs/>
        </w:rPr>
        <w:t>Reproduction de normes privées et renvoi à celles-ci dans les Règlements ONU, les Règlements techniques mondiaux ONU et les Règles de l</w:t>
      </w:r>
      <w:r w:rsidR="004F3EFE">
        <w:rPr>
          <w:bCs/>
        </w:rPr>
        <w:t>’</w:t>
      </w:r>
      <w:r w:rsidRPr="00664355">
        <w:rPr>
          <w:bCs/>
        </w:rPr>
        <w:t>ONU (point 4.2.1 de l</w:t>
      </w:r>
      <w:r w:rsidR="004F3EFE">
        <w:rPr>
          <w:bCs/>
        </w:rPr>
        <w:t>’</w:t>
      </w:r>
      <w:r w:rsidRPr="00664355">
        <w:rPr>
          <w:bCs/>
        </w:rPr>
        <w:t>ordre du jour)</w:t>
      </w:r>
      <w:bookmarkStart w:id="67" w:name="_Toc35591677"/>
      <w:bookmarkEnd w:id="66"/>
      <w:bookmarkEnd w:id="67"/>
    </w:p>
    <w:p w:rsidR="00F957A7" w:rsidRPr="00664355" w:rsidRDefault="00F957A7" w:rsidP="00F957A7">
      <w:pPr>
        <w:spacing w:after="120"/>
        <w:ind w:left="1134" w:right="1134"/>
        <w:jc w:val="both"/>
      </w:pPr>
      <w:r w:rsidRPr="00664355">
        <w:t>75.</w:t>
      </w:r>
      <w:r w:rsidRPr="00664355">
        <w:tab/>
        <w:t>Aucune question n</w:t>
      </w:r>
      <w:r w:rsidR="004F3EFE">
        <w:t>’</w:t>
      </w:r>
      <w:r w:rsidRPr="00664355">
        <w:t xml:space="preserve">a été examinée au titre de ce point. </w:t>
      </w:r>
    </w:p>
    <w:p w:rsidR="00F957A7" w:rsidRPr="00664355" w:rsidRDefault="00F957A7" w:rsidP="00F957A7">
      <w:pPr>
        <w:pStyle w:val="H23G"/>
      </w:pPr>
      <w:r w:rsidRPr="00664355">
        <w:tab/>
        <w:t>2.</w:t>
      </w:r>
      <w:r w:rsidRPr="00664355">
        <w:tab/>
      </w:r>
      <w:r w:rsidRPr="00664355">
        <w:rPr>
          <w:bCs/>
        </w:rPr>
        <w:t>Orientations concernant les amendements aux Règlements ONU annexés à l</w:t>
      </w:r>
      <w:r w:rsidR="004F3EFE">
        <w:rPr>
          <w:bCs/>
        </w:rPr>
        <w:t>’</w:t>
      </w:r>
      <w:r w:rsidRPr="00664355">
        <w:rPr>
          <w:bCs/>
        </w:rPr>
        <w:t>Accord de 1958 (point 4.2.2 de l</w:t>
      </w:r>
      <w:r w:rsidR="004F3EFE">
        <w:rPr>
          <w:bCs/>
        </w:rPr>
        <w:t>’</w:t>
      </w:r>
      <w:r w:rsidRPr="00664355">
        <w:rPr>
          <w:bCs/>
        </w:rPr>
        <w:t>ordre du jour)</w:t>
      </w:r>
      <w:bookmarkStart w:id="68" w:name="_Toc35591678"/>
      <w:bookmarkEnd w:id="68"/>
    </w:p>
    <w:p w:rsidR="00F957A7" w:rsidRPr="00664355" w:rsidRDefault="00F957A7" w:rsidP="00F957A7">
      <w:pPr>
        <w:pStyle w:val="SingleTxtG"/>
      </w:pPr>
      <w:r w:rsidRPr="00664355">
        <w:t>76.</w:t>
      </w:r>
      <w:r w:rsidRPr="00664355">
        <w:tab/>
        <w:t>Aucune question n</w:t>
      </w:r>
      <w:r w:rsidR="004F3EFE">
        <w:t>’</w:t>
      </w:r>
      <w:r w:rsidRPr="00664355">
        <w:t>a été examinée au titre de ce point.</w:t>
      </w:r>
    </w:p>
    <w:p w:rsidR="00F957A7" w:rsidRPr="00664355" w:rsidRDefault="00F957A7" w:rsidP="00F957A7">
      <w:pPr>
        <w:pStyle w:val="H1G"/>
      </w:pPr>
      <w:r w:rsidRPr="00664355">
        <w:tab/>
        <w:t>C.</w:t>
      </w:r>
      <w:r w:rsidRPr="00664355">
        <w:tab/>
      </w:r>
      <w:r w:rsidRPr="00664355">
        <w:rPr>
          <w:bCs/>
        </w:rPr>
        <w:t>Mise au point d</w:t>
      </w:r>
      <w:r w:rsidR="004F3EFE">
        <w:rPr>
          <w:bCs/>
        </w:rPr>
        <w:t>’</w:t>
      </w:r>
      <w:r w:rsidRPr="00664355">
        <w:rPr>
          <w:bCs/>
        </w:rPr>
        <w:t>une homologation de type internationale de l</w:t>
      </w:r>
      <w:r w:rsidR="004F3EFE">
        <w:rPr>
          <w:bCs/>
        </w:rPr>
        <w:t>’</w:t>
      </w:r>
      <w:r w:rsidRPr="00664355">
        <w:rPr>
          <w:bCs/>
        </w:rPr>
        <w:t>ensemble du véhicule (IWVTA) (point 4.3 de l</w:t>
      </w:r>
      <w:r w:rsidR="004F3EFE">
        <w:rPr>
          <w:bCs/>
        </w:rPr>
        <w:t>’</w:t>
      </w:r>
      <w:r w:rsidRPr="00664355">
        <w:rPr>
          <w:bCs/>
        </w:rPr>
        <w:t>ordre du jour)</w:t>
      </w:r>
      <w:bookmarkStart w:id="69" w:name="_Toc35591679"/>
      <w:bookmarkEnd w:id="69"/>
    </w:p>
    <w:p w:rsidR="00F957A7" w:rsidRPr="00664355" w:rsidRDefault="00F957A7" w:rsidP="00F957A7">
      <w:pPr>
        <w:spacing w:after="120"/>
        <w:ind w:left="567" w:firstLine="567"/>
        <w:jc w:val="both"/>
      </w:pPr>
      <w:r w:rsidRPr="00664355">
        <w:rPr>
          <w:i/>
          <w:iCs/>
        </w:rPr>
        <w:t>Document(s) :</w:t>
      </w:r>
      <w:r w:rsidRPr="00664355">
        <w:tab/>
        <w:t>document informel WP.29-180-11.</w:t>
      </w:r>
    </w:p>
    <w:p w:rsidR="00F957A7" w:rsidRPr="00664355" w:rsidRDefault="00F957A7" w:rsidP="00F957A7">
      <w:pPr>
        <w:spacing w:after="120"/>
        <w:ind w:left="1134" w:right="1134"/>
        <w:jc w:val="both"/>
      </w:pPr>
      <w:r w:rsidRPr="00664355">
        <w:t>77.</w:t>
      </w:r>
      <w:r w:rsidRPr="00664355">
        <w:tab/>
        <w:t>Le Président du groupe de travail informel de l</w:t>
      </w:r>
      <w:r w:rsidR="004F3EFE">
        <w:t>’</w:t>
      </w:r>
      <w:r w:rsidRPr="00664355">
        <w:t>IWVTA a fait rapport sur les résultats des travaux du groupe à sa session de mars 2020 (WP.29-180-11). Il a annoncé que le groupe présenterait, à la session de juin 2020 du WP.29, un document informel contenant des projets d</w:t>
      </w:r>
      <w:r w:rsidR="004F3EFE">
        <w:t>’</w:t>
      </w:r>
      <w:r w:rsidRPr="00664355">
        <w:t>amendements à l</w:t>
      </w:r>
      <w:r w:rsidR="004F3EFE">
        <w:t>’</w:t>
      </w:r>
      <w:r w:rsidRPr="00664355">
        <w:t xml:space="preserve">annexe 4 du Règlement </w:t>
      </w:r>
      <w:r w:rsidR="007670E0" w:rsidRPr="002D76F4">
        <w:rPr>
          <w:rFonts w:eastAsia="MS Mincho"/>
          <w:szCs w:val="22"/>
        </w:rPr>
        <w:t>n</w:t>
      </w:r>
      <w:r w:rsidR="007670E0" w:rsidRPr="002D76F4">
        <w:rPr>
          <w:rFonts w:eastAsia="MS Mincho"/>
          <w:szCs w:val="22"/>
          <w:vertAlign w:val="superscript"/>
        </w:rPr>
        <w:t>o</w:t>
      </w:r>
      <w:r w:rsidRPr="00664355">
        <w:t xml:space="preserve"> 0. Il a signalé que la première homologation de type au titre du Règlement ONU </w:t>
      </w:r>
      <w:r w:rsidR="007670E0" w:rsidRPr="002D76F4">
        <w:rPr>
          <w:rFonts w:eastAsia="MS Mincho"/>
          <w:szCs w:val="22"/>
        </w:rPr>
        <w:t>n</w:t>
      </w:r>
      <w:r w:rsidR="007670E0" w:rsidRPr="002D76F4">
        <w:rPr>
          <w:rFonts w:eastAsia="MS Mincho"/>
          <w:szCs w:val="22"/>
          <w:vertAlign w:val="superscript"/>
        </w:rPr>
        <w:t>o</w:t>
      </w:r>
      <w:r w:rsidRPr="00664355">
        <w:t> 0 avait été délivrée par le Japon. Il a également rendu compte des débats tenus par le groupe sur les manières de constater qu</w:t>
      </w:r>
      <w:r w:rsidR="004F3EFE">
        <w:t>’</w:t>
      </w:r>
      <w:r w:rsidRPr="00664355">
        <w:t>une homologation de type avait été délivrée au titre de versions antérieures d</w:t>
      </w:r>
      <w:r w:rsidR="004F3EFE">
        <w:t>’</w:t>
      </w:r>
      <w:r w:rsidRPr="00664355">
        <w:t>un Règlement ONU et n</w:t>
      </w:r>
      <w:r w:rsidR="004F3EFE">
        <w:t>’</w:t>
      </w:r>
      <w:r w:rsidRPr="00664355">
        <w:t>était par conséquent pas sujette à une reconnaissance mutuelle.</w:t>
      </w:r>
    </w:p>
    <w:p w:rsidR="00F957A7" w:rsidRPr="00664355" w:rsidRDefault="00F957A7" w:rsidP="00F957A7">
      <w:pPr>
        <w:pStyle w:val="H1G"/>
      </w:pPr>
      <w:r w:rsidRPr="00664355">
        <w:tab/>
        <w:t>D.</w:t>
      </w:r>
      <w:r w:rsidRPr="00664355">
        <w:tab/>
      </w:r>
      <w:r w:rsidRPr="00664355">
        <w:rPr>
          <w:bCs/>
        </w:rPr>
        <w:t>Révision 3 de l</w:t>
      </w:r>
      <w:r w:rsidR="004F3EFE">
        <w:rPr>
          <w:bCs/>
        </w:rPr>
        <w:t>’</w:t>
      </w:r>
      <w:r w:rsidRPr="00664355">
        <w:rPr>
          <w:bCs/>
        </w:rPr>
        <w:t>Accord de 1958 (point 4.4 de l</w:t>
      </w:r>
      <w:r w:rsidR="004F3EFE">
        <w:rPr>
          <w:bCs/>
        </w:rPr>
        <w:t>’</w:t>
      </w:r>
      <w:r w:rsidRPr="00664355">
        <w:rPr>
          <w:bCs/>
        </w:rPr>
        <w:t>ordre du jour)</w:t>
      </w:r>
      <w:bookmarkStart w:id="70" w:name="_Toc35591680"/>
      <w:bookmarkEnd w:id="70"/>
    </w:p>
    <w:p w:rsidR="00F957A7" w:rsidRPr="00664355" w:rsidRDefault="00F957A7" w:rsidP="00F957A7">
      <w:pPr>
        <w:spacing w:after="120"/>
        <w:ind w:left="1134" w:right="1134"/>
        <w:jc w:val="both"/>
      </w:pPr>
      <w:r w:rsidRPr="00664355">
        <w:t>78.</w:t>
      </w:r>
      <w:r w:rsidRPr="00664355">
        <w:tab/>
        <w:t>Le secrétariat informé les participants au sujet de l</w:t>
      </w:r>
      <w:r w:rsidR="004F3EFE">
        <w:t>’</w:t>
      </w:r>
      <w:r w:rsidRPr="00664355">
        <w:t>entrée en vigueur de l</w:t>
      </w:r>
      <w:r w:rsidR="004F3EFE">
        <w:t>’</w:t>
      </w:r>
      <w:r w:rsidRPr="00664355">
        <w:t>amendement à l</w:t>
      </w:r>
      <w:r w:rsidR="004F3EFE">
        <w:t>’</w:t>
      </w:r>
      <w:r w:rsidRPr="00664355">
        <w:t>annexe 4 de l</w:t>
      </w:r>
      <w:r w:rsidR="004F3EFE">
        <w:t>’</w:t>
      </w:r>
      <w:r w:rsidRPr="00664355">
        <w:t>Accord de 1958.</w:t>
      </w:r>
    </w:p>
    <w:p w:rsidR="00F957A7" w:rsidRPr="00664355" w:rsidRDefault="00F957A7" w:rsidP="00F957A7">
      <w:pPr>
        <w:pStyle w:val="H1G"/>
      </w:pPr>
      <w:r w:rsidRPr="00664355">
        <w:lastRenderedPageBreak/>
        <w:tab/>
        <w:t>E.</w:t>
      </w:r>
      <w:r w:rsidRPr="00664355">
        <w:tab/>
      </w:r>
      <w:r w:rsidRPr="00664355">
        <w:rPr>
          <w:bCs/>
        </w:rPr>
        <w:t>Élaboration d</w:t>
      </w:r>
      <w:r w:rsidR="004F3EFE">
        <w:rPr>
          <w:bCs/>
        </w:rPr>
        <w:t>’</w:t>
      </w:r>
      <w:r w:rsidRPr="00664355">
        <w:rPr>
          <w:bCs/>
        </w:rPr>
        <w:t>une base de données pour l</w:t>
      </w:r>
      <w:r w:rsidR="004F3EFE">
        <w:rPr>
          <w:bCs/>
        </w:rPr>
        <w:t>’</w:t>
      </w:r>
      <w:r w:rsidRPr="00664355">
        <w:rPr>
          <w:bCs/>
        </w:rPr>
        <w:t>échange d</w:t>
      </w:r>
      <w:r w:rsidR="004F3EFE">
        <w:rPr>
          <w:bCs/>
        </w:rPr>
        <w:t>’</w:t>
      </w:r>
      <w:r w:rsidRPr="00664355">
        <w:rPr>
          <w:bCs/>
        </w:rPr>
        <w:t>informations concernant l</w:t>
      </w:r>
      <w:r w:rsidR="004F3EFE">
        <w:rPr>
          <w:bCs/>
        </w:rPr>
        <w:t>’</w:t>
      </w:r>
      <w:r w:rsidRPr="00664355">
        <w:rPr>
          <w:bCs/>
        </w:rPr>
        <w:t>homologation de type (DETA) (point 4.5 de l</w:t>
      </w:r>
      <w:r w:rsidR="004F3EFE">
        <w:rPr>
          <w:bCs/>
        </w:rPr>
        <w:t>’</w:t>
      </w:r>
      <w:r w:rsidRPr="00664355">
        <w:rPr>
          <w:bCs/>
        </w:rPr>
        <w:t>ordre du jour)</w:t>
      </w:r>
      <w:bookmarkStart w:id="71" w:name="_Toc35591681"/>
      <w:bookmarkEnd w:id="71"/>
    </w:p>
    <w:p w:rsidR="00F957A7" w:rsidRPr="00664355" w:rsidRDefault="00F957A7" w:rsidP="00F957A7">
      <w:pPr>
        <w:spacing w:before="240" w:after="120"/>
        <w:ind w:left="1134" w:right="1134"/>
      </w:pPr>
      <w:r w:rsidRPr="00664355">
        <w:rPr>
          <w:i/>
          <w:iCs/>
        </w:rPr>
        <w:t>Document(s) :</w:t>
      </w:r>
      <w:r w:rsidRPr="00664355">
        <w:t xml:space="preserve"> </w:t>
      </w:r>
      <w:r w:rsidRPr="00664355">
        <w:tab/>
        <w:t>Documents informels WP.29-180-12 et WP.29-180-13.</w:t>
      </w:r>
    </w:p>
    <w:p w:rsidR="00F957A7" w:rsidRPr="00664355" w:rsidRDefault="00F957A7" w:rsidP="00F957A7">
      <w:pPr>
        <w:spacing w:after="120"/>
        <w:ind w:left="1134" w:right="1134"/>
        <w:jc w:val="both"/>
        <w:rPr>
          <w:iCs/>
        </w:rPr>
      </w:pPr>
      <w:r w:rsidRPr="00664355">
        <w:t>79.</w:t>
      </w:r>
      <w:r w:rsidRPr="00664355">
        <w:tab/>
        <w:t>Le secrétariat a fait rapport, au nom du Président du groupe de travail informel de la DETA, sur les résultats des travaux de ce groupe à sa trente-sixième réunion (WP.29</w:t>
      </w:r>
      <w:r w:rsidRPr="00664355">
        <w:noBreakHyphen/>
        <w:t>180</w:t>
      </w:r>
      <w:r w:rsidRPr="00664355">
        <w:noBreakHyphen/>
        <w:t xml:space="preserve">12 et WP.29-180-13). </w:t>
      </w:r>
    </w:p>
    <w:p w:rsidR="00F957A7" w:rsidRPr="00664355" w:rsidRDefault="00F957A7" w:rsidP="00F957A7">
      <w:pPr>
        <w:spacing w:after="120"/>
        <w:ind w:left="1134" w:right="1134"/>
        <w:jc w:val="both"/>
        <w:rPr>
          <w:iCs/>
        </w:rPr>
      </w:pPr>
      <w:r w:rsidRPr="00664355">
        <w:t>80.</w:t>
      </w:r>
      <w:r w:rsidRPr="00664355">
        <w:tab/>
        <w:t>Le WP.29 a confirmé la demande adressée aux groupes de travail tendant à ce qu</w:t>
      </w:r>
      <w:r w:rsidR="004F3EFE">
        <w:t>’</w:t>
      </w:r>
      <w:r w:rsidRPr="00664355">
        <w:t>ils examinent les spécifications de l</w:t>
      </w:r>
      <w:r w:rsidR="004F3EFE">
        <w:t>’</w:t>
      </w:r>
      <w:r w:rsidRPr="00664355">
        <w:t>identifiant unique et lui fassent rapport à ce sujet. Le secrétariat a expliqué que le GRBP et le GRVA avaient déjà été consultés mais n</w:t>
      </w:r>
      <w:r w:rsidR="004F3EFE">
        <w:t>’</w:t>
      </w:r>
      <w:r w:rsidRPr="00664355">
        <w:t>avaient pas fourni de réponse claire. Le représentant de l</w:t>
      </w:r>
      <w:r w:rsidR="004F3EFE">
        <w:t>’</w:t>
      </w:r>
      <w:r w:rsidRPr="00664355">
        <w:t>Autriche s</w:t>
      </w:r>
      <w:r w:rsidR="004F3EFE">
        <w:t>’</w:t>
      </w:r>
      <w:r w:rsidRPr="00664355">
        <w:t>est déclaré en faveur de la</w:t>
      </w:r>
      <w:r w:rsidR="00061A04">
        <w:t xml:space="preserve"> </w:t>
      </w:r>
      <w:r w:rsidRPr="00664355">
        <w:t xml:space="preserve">solution </w:t>
      </w:r>
      <w:r w:rsidR="00061A04" w:rsidRPr="002D76F4">
        <w:rPr>
          <w:rFonts w:eastAsia="MS Mincho"/>
          <w:szCs w:val="22"/>
        </w:rPr>
        <w:t>n</w:t>
      </w:r>
      <w:r w:rsidR="00061A04" w:rsidRPr="002D76F4">
        <w:rPr>
          <w:rFonts w:eastAsia="MS Mincho"/>
          <w:szCs w:val="22"/>
          <w:vertAlign w:val="superscript"/>
        </w:rPr>
        <w:t>o</w:t>
      </w:r>
      <w:r w:rsidRPr="00664355">
        <w:t> 2 (« Transférer les marques informatives supplémentaires dans la fiche de communication de la DETA ») proposée par le groupe de travail informel de la DETA. Le représentant de l</w:t>
      </w:r>
      <w:r w:rsidR="004F3EFE">
        <w:t>’</w:t>
      </w:r>
      <w:r w:rsidRPr="00664355">
        <w:t>OICA a encouragé les groupes de travail à se pencher sur la finalité des marques existantes et à évaluer la pertinence de chacune d</w:t>
      </w:r>
      <w:r w:rsidR="004F3EFE">
        <w:t>’</w:t>
      </w:r>
      <w:r w:rsidRPr="00664355">
        <w:t xml:space="preserve">elles. </w:t>
      </w:r>
    </w:p>
    <w:p w:rsidR="00F957A7" w:rsidRPr="00664355" w:rsidRDefault="00F957A7" w:rsidP="00F957A7">
      <w:pPr>
        <w:spacing w:after="120"/>
        <w:ind w:left="1134" w:right="1134"/>
        <w:jc w:val="both"/>
        <w:rPr>
          <w:iCs/>
        </w:rPr>
      </w:pPr>
      <w:r w:rsidRPr="00664355">
        <w:t>81.</w:t>
      </w:r>
      <w:r w:rsidRPr="00664355">
        <w:tab/>
        <w:t>Le WP.29 a suivi le conseil du groupe de travail informel de la DETA concernant la fonctionnalité de chargement en masse automatisé par le biais d</w:t>
      </w:r>
      <w:r w:rsidR="004F3EFE">
        <w:t>’</w:t>
      </w:r>
      <w:r w:rsidRPr="00664355">
        <w:t>un service en ligne, mais a souligné que la question du financement demeurait ouverte.</w:t>
      </w:r>
    </w:p>
    <w:p w:rsidR="00F957A7" w:rsidRPr="00664355" w:rsidRDefault="00F957A7" w:rsidP="00F957A7">
      <w:pPr>
        <w:spacing w:after="120"/>
        <w:ind w:left="1134" w:right="1134"/>
        <w:jc w:val="both"/>
        <w:rPr>
          <w:iCs/>
        </w:rPr>
      </w:pPr>
      <w:r w:rsidRPr="00664355">
        <w:t>82.</w:t>
      </w:r>
      <w:r w:rsidRPr="00664355">
        <w:tab/>
        <w:t>Le Président par intérim du WP.29 a présenté la question du financement de l</w:t>
      </w:r>
      <w:r w:rsidR="004F3EFE">
        <w:t>’</w:t>
      </w:r>
      <w:r w:rsidRPr="00664355">
        <w:t>hébergement de la DETA par la CEE. Il a remercié l</w:t>
      </w:r>
      <w:r w:rsidR="004F3EFE">
        <w:t>’</w:t>
      </w:r>
      <w:r w:rsidRPr="00664355">
        <w:t>Allemagne d</w:t>
      </w:r>
      <w:r w:rsidR="004F3EFE">
        <w:t>’</w:t>
      </w:r>
      <w:r w:rsidRPr="00664355">
        <w:t>avoir offert de continuer à héberger la DETA. Il a également remercié les promoteurs ayant accepté de financer l</w:t>
      </w:r>
      <w:r w:rsidR="004F3EFE">
        <w:t>’</w:t>
      </w:r>
      <w:r w:rsidRPr="00664355">
        <w:t>élaboration de l</w:t>
      </w:r>
      <w:r w:rsidR="004F3EFE">
        <w:t>’</w:t>
      </w:r>
      <w:r w:rsidRPr="00664355">
        <w:t>identifiant unique et de la déclaration de conformité. Il a noté que le WP.29 et le Comité des transports intérieurs avaient convenu de demander que la DETA soit financée sur le budget ordinaire du Secrétariat de l</w:t>
      </w:r>
      <w:r w:rsidR="004F3EFE">
        <w:t>’</w:t>
      </w:r>
      <w:r w:rsidRPr="00664355">
        <w:t>ONU, mais comme les États Membres n</w:t>
      </w:r>
      <w:r w:rsidR="004F3EFE">
        <w:t>’</w:t>
      </w:r>
      <w:r w:rsidRPr="00664355">
        <w:t>arrivaient pas à s</w:t>
      </w:r>
      <w:r w:rsidR="004F3EFE">
        <w:t>’</w:t>
      </w:r>
      <w:r w:rsidRPr="00664355">
        <w:t>accorder entièrement sur le sujet, le Siège avait rejeté la proposition. Le</w:t>
      </w:r>
      <w:r w:rsidR="00061A04">
        <w:t xml:space="preserve"> </w:t>
      </w:r>
      <w:r w:rsidRPr="00664355">
        <w:t>secrétariat a fourni des informations supplémentaires sur les mesures prises en vue du financement de la DETA.</w:t>
      </w:r>
    </w:p>
    <w:p w:rsidR="00F957A7" w:rsidRPr="00664355" w:rsidRDefault="00F957A7" w:rsidP="00F957A7">
      <w:pPr>
        <w:spacing w:after="120"/>
        <w:ind w:left="1134" w:right="1134"/>
        <w:jc w:val="both"/>
        <w:rPr>
          <w:iCs/>
        </w:rPr>
      </w:pPr>
      <w:r w:rsidRPr="00664355">
        <w:t>83.</w:t>
      </w:r>
      <w:r w:rsidRPr="00664355">
        <w:tab/>
        <w:t>Le représentant du Royaume-Uni a renouvelé son offre de contribuer de manière équitable au financement de la DETA. Il a invité le secrétariat à donner des informations sur les coûts.</w:t>
      </w:r>
    </w:p>
    <w:p w:rsidR="00F957A7" w:rsidRPr="00664355" w:rsidRDefault="00F957A7" w:rsidP="00F957A7">
      <w:pPr>
        <w:pStyle w:val="SingleTxtG"/>
      </w:pPr>
      <w:r w:rsidRPr="00664355">
        <w:t>84.</w:t>
      </w:r>
      <w:r w:rsidRPr="00664355">
        <w:tab/>
        <w:t>Le secrétariat a souligné les difficultés mentionnées par les promoteurs concernant l</w:t>
      </w:r>
      <w:r w:rsidR="004F3EFE">
        <w:t>’</w:t>
      </w:r>
      <w:r w:rsidRPr="00664355">
        <w:t>établissement de contrats relatifs à l</w:t>
      </w:r>
      <w:r w:rsidR="004F3EFE">
        <w:t>’</w:t>
      </w:r>
      <w:r w:rsidRPr="00664355">
        <w:t>identifiant unique et à la déclaration de conformité, ainsi que celles liées à la conception d</w:t>
      </w:r>
      <w:r w:rsidR="004F3EFE">
        <w:t>’</w:t>
      </w:r>
      <w:r w:rsidRPr="00664355">
        <w:t>un mécanisme de financement. Il a proposé que le WP.29 se penche, dans le cadre d</w:t>
      </w:r>
      <w:r w:rsidR="004F3EFE">
        <w:t>’</w:t>
      </w:r>
      <w:r w:rsidRPr="00664355">
        <w:t>une séance de réflexion, sur la possibilité d</w:t>
      </w:r>
      <w:r w:rsidR="004F3EFE">
        <w:t>’</w:t>
      </w:r>
      <w:r w:rsidRPr="00664355">
        <w:t>établir un partenariat avec les parties prenantes, afin d</w:t>
      </w:r>
      <w:r w:rsidR="004F3EFE">
        <w:t>’</w:t>
      </w:r>
      <w:r w:rsidRPr="00664355">
        <w:t>aider à concrétiser l</w:t>
      </w:r>
      <w:r w:rsidR="004F3EFE">
        <w:t>’</w:t>
      </w:r>
      <w:r w:rsidRPr="00664355">
        <w:t>hébergement de la DETA par la CEE. Il a déclaré avoir trouvé dans le système des Nations Unies deux cas comparables à celui de la DETA, à savoir ceux du Système douanier automatisé pour la saisie, le contrôle et la gestion et du Système de gestion et d</w:t>
      </w:r>
      <w:r w:rsidR="004F3EFE">
        <w:t>’</w:t>
      </w:r>
      <w:r w:rsidRPr="00664355">
        <w:t>analyse de la dette. Les représentants du Royaume-Uni et du CITA ont convenu d</w:t>
      </w:r>
      <w:r w:rsidR="004F3EFE">
        <w:t>’</w:t>
      </w:r>
      <w:r w:rsidRPr="00664355">
        <w:t>examiner cette option avec le secrétariat.</w:t>
      </w:r>
    </w:p>
    <w:p w:rsidR="00F957A7" w:rsidRPr="00664355" w:rsidRDefault="00F957A7" w:rsidP="00F957A7">
      <w:pPr>
        <w:pStyle w:val="H1G"/>
      </w:pPr>
      <w:r w:rsidRPr="00664355">
        <w:tab/>
        <w:t>F.</w:t>
      </w:r>
      <w:r w:rsidRPr="00664355">
        <w:tab/>
      </w:r>
      <w:r w:rsidRPr="00664355">
        <w:rPr>
          <w:bCs/>
        </w:rPr>
        <w:t>Examen de projets d</w:t>
      </w:r>
      <w:r w:rsidR="004F3EFE">
        <w:rPr>
          <w:bCs/>
        </w:rPr>
        <w:t>’</w:t>
      </w:r>
      <w:r w:rsidRPr="00664355">
        <w:rPr>
          <w:bCs/>
        </w:rPr>
        <w:t>amendements à des Règlements ONU existants, soumis par le GRBP (point 4.6 de l</w:t>
      </w:r>
      <w:r w:rsidR="004F3EFE">
        <w:rPr>
          <w:bCs/>
        </w:rPr>
        <w:t>’</w:t>
      </w:r>
      <w:r w:rsidRPr="00664355">
        <w:rPr>
          <w:bCs/>
        </w:rPr>
        <w:t>ordre du jour)</w:t>
      </w:r>
      <w:bookmarkStart w:id="72" w:name="_Toc35591682"/>
      <w:bookmarkEnd w:id="72"/>
    </w:p>
    <w:p w:rsidR="00F957A7" w:rsidRPr="00664355" w:rsidRDefault="00F957A7" w:rsidP="00F957A7">
      <w:pPr>
        <w:spacing w:after="120" w:line="240" w:lineRule="auto"/>
        <w:ind w:left="2835" w:right="1138" w:hanging="1697"/>
        <w:jc w:val="both"/>
        <w:rPr>
          <w:lang w:val="en-US"/>
        </w:rPr>
      </w:pPr>
      <w:r w:rsidRPr="00664355">
        <w:rPr>
          <w:i/>
          <w:lang w:val="en-US"/>
        </w:rPr>
        <w:t>Document(s) :</w:t>
      </w:r>
      <w:r w:rsidRPr="00664355">
        <w:rPr>
          <w:lang w:val="en-US"/>
        </w:rPr>
        <w:tab/>
        <w:t xml:space="preserve">ECE/TRANS/WP.29/2020/2 ; </w:t>
      </w:r>
      <w:r w:rsidRPr="00664355">
        <w:rPr>
          <w:lang w:val="en-US"/>
        </w:rPr>
        <w:br/>
        <w:t xml:space="preserve">ECE/TRANS/WP.29/2020/3 ; </w:t>
      </w:r>
      <w:r w:rsidRPr="00664355">
        <w:rPr>
          <w:lang w:val="en-US"/>
        </w:rPr>
        <w:br/>
        <w:t xml:space="preserve">ECE/TRANS/WP.29/2020/4 ; </w:t>
      </w:r>
      <w:r w:rsidRPr="00664355">
        <w:rPr>
          <w:lang w:val="en-US"/>
        </w:rPr>
        <w:br/>
        <w:t xml:space="preserve">ECE/TRANS/WP.29/2020/5 ; </w:t>
      </w:r>
      <w:r w:rsidRPr="00664355">
        <w:rPr>
          <w:lang w:val="en-US"/>
        </w:rPr>
        <w:br/>
        <w:t xml:space="preserve">ECE/TRANS/WP.29/2020/6 ; </w:t>
      </w:r>
      <w:r w:rsidRPr="00664355">
        <w:rPr>
          <w:lang w:val="en-US"/>
        </w:rPr>
        <w:br/>
        <w:t>ECE/TRANS/WP.29/2020/7.</w:t>
      </w:r>
    </w:p>
    <w:p w:rsidR="00F957A7" w:rsidRPr="00664355" w:rsidRDefault="00F957A7" w:rsidP="00F957A7">
      <w:pPr>
        <w:spacing w:after="120"/>
        <w:ind w:left="1140" w:right="1140"/>
        <w:jc w:val="both"/>
      </w:pPr>
      <w:r w:rsidRPr="00664355">
        <w:t>85.</w:t>
      </w:r>
      <w:r w:rsidRPr="00664355">
        <w:tab/>
        <w:t>Le WP.29 a examiné les projets d</w:t>
      </w:r>
      <w:r w:rsidR="004F3EFE">
        <w:t>’</w:t>
      </w:r>
      <w:r w:rsidRPr="00664355">
        <w:t>amendements présentés au titre des points 4.6.1 à</w:t>
      </w:r>
      <w:r w:rsidR="00B55770">
        <w:t xml:space="preserve"> </w:t>
      </w:r>
      <w:r w:rsidRPr="00664355">
        <w:t>4.6.5 de l</w:t>
      </w:r>
      <w:r w:rsidR="004F3EFE">
        <w:t>’</w:t>
      </w:r>
      <w:r w:rsidRPr="00664355">
        <w:t>ordre du jour et a recommandé qu</w:t>
      </w:r>
      <w:r w:rsidR="004F3EFE">
        <w:t>’</w:t>
      </w:r>
      <w:r w:rsidRPr="00664355">
        <w:t>ils soient soumis au vote de l</w:t>
      </w:r>
      <w:r w:rsidR="004F3EFE">
        <w:t>’</w:t>
      </w:r>
      <w:r w:rsidRPr="00664355">
        <w:t>AC.1. Il</w:t>
      </w:r>
      <w:r w:rsidR="00B55770">
        <w:t xml:space="preserve"> </w:t>
      </w:r>
      <w:r w:rsidRPr="00664355">
        <w:t>a</w:t>
      </w:r>
      <w:r w:rsidR="00B55770">
        <w:t xml:space="preserve"> </w:t>
      </w:r>
      <w:r w:rsidRPr="00664355">
        <w:t>noté</w:t>
      </w:r>
      <w:r w:rsidR="00B55770">
        <w:t xml:space="preserve"> </w:t>
      </w:r>
      <w:r w:rsidRPr="00664355">
        <w:t>que la proposition de complément 11 à la</w:t>
      </w:r>
      <w:r w:rsidR="00B55770">
        <w:t xml:space="preserve"> </w:t>
      </w:r>
      <w:r w:rsidRPr="00664355">
        <w:t>série 02 d</w:t>
      </w:r>
      <w:r w:rsidR="004F3EFE">
        <w:t>’</w:t>
      </w:r>
      <w:r w:rsidRPr="00664355">
        <w:t>amendements au</w:t>
      </w:r>
      <w:r w:rsidR="00B55770">
        <w:t xml:space="preserve"> </w:t>
      </w:r>
      <w:r w:rsidRPr="00664355">
        <w:t xml:space="preserve">Règlement ONU </w:t>
      </w:r>
      <w:r w:rsidR="00B55770" w:rsidRPr="002D76F4">
        <w:rPr>
          <w:rFonts w:eastAsia="MS Mincho"/>
          <w:szCs w:val="22"/>
        </w:rPr>
        <w:lastRenderedPageBreak/>
        <w:t>n</w:t>
      </w:r>
      <w:r w:rsidR="00B55770" w:rsidRPr="002D76F4">
        <w:rPr>
          <w:rFonts w:eastAsia="MS Mincho"/>
          <w:szCs w:val="22"/>
          <w:vertAlign w:val="superscript"/>
        </w:rPr>
        <w:t>o</w:t>
      </w:r>
      <w:r w:rsidRPr="00664355">
        <w:t> 117 (ECE/TRANS/WP.29/2020/6, point 4.6.5 de l</w:t>
      </w:r>
      <w:r w:rsidR="004F3EFE">
        <w:t>’</w:t>
      </w:r>
      <w:r w:rsidRPr="00664355">
        <w:t>ordre du jour) contenait plusieurs mots biffés qu</w:t>
      </w:r>
      <w:r w:rsidR="004F3EFE">
        <w:t>’</w:t>
      </w:r>
      <w:r w:rsidRPr="00664355">
        <w:t>il conviendrait d</w:t>
      </w:r>
      <w:r w:rsidR="004F3EFE">
        <w:t>’</w:t>
      </w:r>
      <w:r w:rsidRPr="00664355">
        <w:t>effacer.</w:t>
      </w:r>
    </w:p>
    <w:p w:rsidR="00F957A7" w:rsidRPr="00664355" w:rsidRDefault="00F957A7" w:rsidP="00F957A7">
      <w:pPr>
        <w:spacing w:after="120"/>
        <w:ind w:left="1140" w:right="1140"/>
        <w:jc w:val="both"/>
      </w:pPr>
      <w:r w:rsidRPr="00664355">
        <w:t>86.</w:t>
      </w:r>
      <w:r w:rsidRPr="00664355">
        <w:tab/>
        <w:t>Le Président du GRBP a présenté, au titre du point 4.6.6 de l</w:t>
      </w:r>
      <w:r w:rsidR="004F3EFE">
        <w:t>’</w:t>
      </w:r>
      <w:r w:rsidRPr="00664355">
        <w:t>ordre du jour, le document ECE/TRANS/WP.29/2020/7, qui contenait le projet de proposition de nouvelle série 03 d</w:t>
      </w:r>
      <w:r w:rsidR="004F3EFE">
        <w:t>’</w:t>
      </w:r>
      <w:r w:rsidRPr="00664355">
        <w:t xml:space="preserve">amendements au Règlement ONU </w:t>
      </w:r>
      <w:r w:rsidR="00B55770" w:rsidRPr="002D76F4">
        <w:rPr>
          <w:rFonts w:eastAsia="MS Mincho"/>
          <w:szCs w:val="22"/>
        </w:rPr>
        <w:t>n</w:t>
      </w:r>
      <w:r w:rsidR="00B55770" w:rsidRPr="002D76F4">
        <w:rPr>
          <w:rFonts w:eastAsia="MS Mincho"/>
          <w:szCs w:val="22"/>
          <w:vertAlign w:val="superscript"/>
        </w:rPr>
        <w:t>o</w:t>
      </w:r>
      <w:r w:rsidRPr="00664355">
        <w:t> 59. Le WP.29 a recommandé de le soumettre au vote de l</w:t>
      </w:r>
      <w:r w:rsidR="004F3EFE">
        <w:t>’</w:t>
      </w:r>
      <w:r w:rsidRPr="00664355">
        <w:t>AC.1.</w:t>
      </w:r>
    </w:p>
    <w:p w:rsidR="00F957A7" w:rsidRPr="00664355" w:rsidRDefault="00F957A7" w:rsidP="00F957A7">
      <w:pPr>
        <w:pStyle w:val="H1G"/>
      </w:pPr>
      <w:r w:rsidRPr="00664355">
        <w:tab/>
        <w:t>G.</w:t>
      </w:r>
      <w:r w:rsidRPr="00664355">
        <w:tab/>
      </w:r>
      <w:r w:rsidRPr="00664355">
        <w:rPr>
          <w:bCs/>
        </w:rPr>
        <w:t>Examen de projets d</w:t>
      </w:r>
      <w:r w:rsidR="004F3EFE">
        <w:rPr>
          <w:bCs/>
        </w:rPr>
        <w:t>’</w:t>
      </w:r>
      <w:r w:rsidRPr="00664355">
        <w:rPr>
          <w:bCs/>
        </w:rPr>
        <w:t>amendements à des Règlements ONU existants, soumis par le GRVA (point 4.7 de l</w:t>
      </w:r>
      <w:r w:rsidR="004F3EFE">
        <w:rPr>
          <w:bCs/>
        </w:rPr>
        <w:t>’</w:t>
      </w:r>
      <w:r w:rsidRPr="00664355">
        <w:rPr>
          <w:bCs/>
        </w:rPr>
        <w:t>ordre du jour)</w:t>
      </w:r>
      <w:bookmarkStart w:id="73" w:name="_Toc35591683"/>
      <w:bookmarkEnd w:id="73"/>
    </w:p>
    <w:p w:rsidR="00F957A7" w:rsidRPr="00664355" w:rsidRDefault="00F957A7" w:rsidP="00F957A7">
      <w:pPr>
        <w:spacing w:after="120" w:line="240" w:lineRule="auto"/>
        <w:ind w:left="2835" w:right="1134" w:hanging="1701"/>
        <w:jc w:val="both"/>
        <w:rPr>
          <w:lang w:val="en-US"/>
        </w:rPr>
      </w:pPr>
      <w:r w:rsidRPr="00664355">
        <w:rPr>
          <w:i/>
          <w:lang w:val="en-US"/>
        </w:rPr>
        <w:t>Document(s) :</w:t>
      </w:r>
      <w:r w:rsidRPr="00664355">
        <w:rPr>
          <w:lang w:val="en-US"/>
        </w:rPr>
        <w:tab/>
        <w:t xml:space="preserve">ECE/TRANS/WP.29/2020/08 ; </w:t>
      </w:r>
      <w:r w:rsidRPr="00664355">
        <w:rPr>
          <w:lang w:val="en-US"/>
        </w:rPr>
        <w:br/>
        <w:t xml:space="preserve">ECE/TRANS/WP.29/2020/09 ; </w:t>
      </w:r>
      <w:r w:rsidRPr="00664355">
        <w:rPr>
          <w:lang w:val="en-US"/>
        </w:rPr>
        <w:br/>
        <w:t xml:space="preserve">ECE/TRANS/WP.29/2020/10 ; </w:t>
      </w:r>
      <w:r w:rsidRPr="00664355">
        <w:rPr>
          <w:lang w:val="en-US"/>
        </w:rPr>
        <w:br/>
        <w:t>ECE/TRANS/WP.29/2020/11.</w:t>
      </w:r>
    </w:p>
    <w:p w:rsidR="00F957A7" w:rsidRPr="00664355" w:rsidRDefault="00F957A7" w:rsidP="00E75C87">
      <w:pPr>
        <w:spacing w:line="240" w:lineRule="auto"/>
        <w:ind w:left="1134" w:right="1134"/>
        <w:jc w:val="both"/>
      </w:pPr>
      <w:r w:rsidRPr="00664355">
        <w:t>87.</w:t>
      </w:r>
      <w:r w:rsidRPr="00664355">
        <w:tab/>
        <w:t>Le WP.29 a examiné les projets d</w:t>
      </w:r>
      <w:r w:rsidR="004F3EFE">
        <w:t>’</w:t>
      </w:r>
      <w:r w:rsidRPr="00664355">
        <w:t>amendements présentés au titre des points 4.7.1 et 4.7.2 de l</w:t>
      </w:r>
      <w:r w:rsidR="004F3EFE">
        <w:t>’</w:t>
      </w:r>
      <w:r w:rsidRPr="00664355">
        <w:t>ordre du jour et a recommandé qu</w:t>
      </w:r>
      <w:r w:rsidR="004F3EFE">
        <w:t>’</w:t>
      </w:r>
      <w:r w:rsidRPr="00664355">
        <w:t>ils soient soumis au vote de l</w:t>
      </w:r>
      <w:r w:rsidR="004F3EFE">
        <w:t>’</w:t>
      </w:r>
      <w:r w:rsidRPr="00664355">
        <w:t>AC.1.</w:t>
      </w:r>
      <w:r w:rsidR="00E75C87">
        <w:t xml:space="preserve"> </w:t>
      </w:r>
      <w:r w:rsidRPr="00664355">
        <w:t>Le Président du GRVA a présenté les projets de proposition figurant dans les documents ECE/TRANS/WP.29/2020/10 (proposition relative à la série 01 d</w:t>
      </w:r>
      <w:r w:rsidR="004F3EFE">
        <w:t>’</w:t>
      </w:r>
      <w:r w:rsidRPr="00664355">
        <w:t xml:space="preserve">amendements du Règlement ONU </w:t>
      </w:r>
      <w:r w:rsidR="00E75C87" w:rsidRPr="002D76F4">
        <w:rPr>
          <w:rFonts w:eastAsia="MS Mincho"/>
          <w:szCs w:val="22"/>
        </w:rPr>
        <w:t>n</w:t>
      </w:r>
      <w:r w:rsidR="00E75C87" w:rsidRPr="002D76F4">
        <w:rPr>
          <w:rFonts w:eastAsia="MS Mincho"/>
          <w:szCs w:val="22"/>
          <w:vertAlign w:val="superscript"/>
        </w:rPr>
        <w:t>o</w:t>
      </w:r>
      <w:r w:rsidRPr="00664355">
        <w:t> 152) et ECE/TRANS/WP.29/2020/11 (proposition de complément 2 à la</w:t>
      </w:r>
      <w:r w:rsidR="00E75C87">
        <w:t xml:space="preserve"> </w:t>
      </w:r>
      <w:r w:rsidRPr="00664355">
        <w:t>série 03 d</w:t>
      </w:r>
      <w:r w:rsidR="004F3EFE">
        <w:t>’</w:t>
      </w:r>
      <w:r w:rsidRPr="00664355">
        <w:t xml:space="preserve">amendements au Règlement ONU </w:t>
      </w:r>
      <w:r w:rsidR="00E75C87" w:rsidRPr="002D76F4">
        <w:rPr>
          <w:rFonts w:eastAsia="MS Mincho"/>
          <w:szCs w:val="22"/>
        </w:rPr>
        <w:t>n</w:t>
      </w:r>
      <w:r w:rsidR="00E75C87" w:rsidRPr="002D76F4">
        <w:rPr>
          <w:rFonts w:eastAsia="MS Mincho"/>
          <w:szCs w:val="22"/>
          <w:vertAlign w:val="superscript"/>
        </w:rPr>
        <w:t>o</w:t>
      </w:r>
      <w:r w:rsidR="00E75C87">
        <w:t> </w:t>
      </w:r>
      <w:r w:rsidRPr="00664355">
        <w:t>79) au titre des point 4.7.3 et 4.7.4 de l</w:t>
      </w:r>
      <w:r w:rsidR="004F3EFE">
        <w:t>’</w:t>
      </w:r>
      <w:r w:rsidRPr="00664355">
        <w:t>ordre du jour. Le WP.29 a recommandé qu</w:t>
      </w:r>
      <w:r w:rsidR="004F3EFE">
        <w:t>’</w:t>
      </w:r>
      <w:r w:rsidRPr="00664355">
        <w:t>ils soient soumis au vote de l</w:t>
      </w:r>
      <w:r w:rsidR="004F3EFE">
        <w:t>’</w:t>
      </w:r>
      <w:r w:rsidRPr="00664355">
        <w:t>AC.1.</w:t>
      </w:r>
    </w:p>
    <w:p w:rsidR="00F957A7" w:rsidRPr="00664355" w:rsidRDefault="00F957A7" w:rsidP="00F957A7">
      <w:pPr>
        <w:pStyle w:val="H1G"/>
        <w:rPr>
          <w:rFonts w:eastAsia="SimSun"/>
        </w:rPr>
      </w:pPr>
      <w:r w:rsidRPr="00664355">
        <w:tab/>
        <w:t>H.</w:t>
      </w:r>
      <w:r w:rsidRPr="00664355">
        <w:tab/>
      </w:r>
      <w:r w:rsidRPr="00664355">
        <w:rPr>
          <w:bCs/>
        </w:rPr>
        <w:t>Examen de projets d</w:t>
      </w:r>
      <w:r w:rsidR="004F3EFE">
        <w:rPr>
          <w:bCs/>
        </w:rPr>
        <w:t>’</w:t>
      </w:r>
      <w:r w:rsidRPr="00664355">
        <w:rPr>
          <w:bCs/>
        </w:rPr>
        <w:t>amendements à des Règlements ONU existants, soumis par le GRSG (point 4.8 de l</w:t>
      </w:r>
      <w:r w:rsidR="004F3EFE">
        <w:rPr>
          <w:bCs/>
        </w:rPr>
        <w:t>’</w:t>
      </w:r>
      <w:r w:rsidRPr="00664355">
        <w:rPr>
          <w:bCs/>
        </w:rPr>
        <w:t>ordre du jour)</w:t>
      </w:r>
      <w:bookmarkStart w:id="74" w:name="_Toc35591684"/>
      <w:bookmarkEnd w:id="74"/>
    </w:p>
    <w:p w:rsidR="00F957A7" w:rsidRPr="00664355" w:rsidRDefault="00F957A7" w:rsidP="00F957A7">
      <w:pPr>
        <w:spacing w:after="120" w:line="240" w:lineRule="auto"/>
        <w:ind w:left="2835" w:right="1138" w:hanging="1697"/>
        <w:jc w:val="both"/>
        <w:rPr>
          <w:rFonts w:eastAsia="SimSun"/>
        </w:rPr>
      </w:pPr>
      <w:r w:rsidRPr="00664355">
        <w:rPr>
          <w:i/>
        </w:rPr>
        <w:t>Document(s) :</w:t>
      </w:r>
      <w:r w:rsidRPr="00664355">
        <w:tab/>
        <w:t xml:space="preserve">ECE/TRANS/WP.29/2020/12 ; </w:t>
      </w:r>
      <w:r w:rsidRPr="00664355">
        <w:br/>
        <w:t xml:space="preserve">ECE/TRANS/WP.29/2020/13 ; </w:t>
      </w:r>
      <w:r w:rsidRPr="00664355">
        <w:br/>
        <w:t xml:space="preserve">ECE/TRANS/WP.29/2020/14 ; </w:t>
      </w:r>
      <w:r w:rsidRPr="00664355">
        <w:br/>
        <w:t xml:space="preserve">ECE/TRANS/WP.29/2020/15 ; </w:t>
      </w:r>
      <w:r w:rsidRPr="00664355">
        <w:br/>
        <w:t xml:space="preserve">ECE/TRANS/WP.29/2020/16 ; </w:t>
      </w:r>
      <w:r w:rsidRPr="00664355">
        <w:br/>
        <w:t xml:space="preserve">ECE/TRANS/WP.29/2020/17 ; </w:t>
      </w:r>
      <w:r w:rsidRPr="00664355">
        <w:br/>
        <w:t xml:space="preserve">ECE/TRANS/WP.29/2020/18 ; </w:t>
      </w:r>
      <w:r w:rsidRPr="00664355">
        <w:br/>
        <w:t xml:space="preserve">ECE/TRANS/WP.29/2020/19 ; </w:t>
      </w:r>
      <w:r w:rsidRPr="00664355">
        <w:br/>
        <w:t xml:space="preserve">ECE/TRANS/WP.29/2020/20 ; </w:t>
      </w:r>
      <w:r w:rsidRPr="00664355">
        <w:br/>
        <w:t xml:space="preserve">ECE/TRANS/WP.29/2020/22 ; </w:t>
      </w:r>
      <w:r w:rsidRPr="00664355">
        <w:br/>
        <w:t xml:space="preserve">ECE/TRANS/WP.29/2020/23 ; </w:t>
      </w:r>
      <w:r w:rsidRPr="00664355">
        <w:br/>
        <w:t xml:space="preserve">ECE/TRANS/WP.29/2020/24 ; </w:t>
      </w:r>
      <w:r w:rsidRPr="00664355">
        <w:br/>
        <w:t xml:space="preserve">ECE/TRANS/WP.29/2020/25 ; </w:t>
      </w:r>
      <w:r w:rsidRPr="00664355">
        <w:br/>
        <w:t xml:space="preserve">ECE/TRANS/WP.29/2020/26 ; </w:t>
      </w:r>
      <w:r w:rsidRPr="00664355">
        <w:br/>
        <w:t xml:space="preserve">ECE/TRANS/WP.29/2020/27 ; </w:t>
      </w:r>
      <w:r w:rsidRPr="00664355">
        <w:br/>
        <w:t>ECE/TRANS/WP.29/2020/28 ;</w:t>
      </w:r>
      <w:r w:rsidRPr="00664355">
        <w:br/>
        <w:t xml:space="preserve">ECE/TRANS/WP.29/2020/29 ; </w:t>
      </w:r>
      <w:r w:rsidRPr="00664355">
        <w:br/>
        <w:t>document informel WP.29-180-05.</w:t>
      </w:r>
    </w:p>
    <w:p w:rsidR="00F957A7" w:rsidRDefault="00F957A7" w:rsidP="00F957A7">
      <w:pPr>
        <w:spacing w:before="120" w:after="120" w:line="240" w:lineRule="auto"/>
        <w:ind w:left="1134" w:right="1134"/>
        <w:jc w:val="both"/>
      </w:pPr>
      <w:r w:rsidRPr="00664355">
        <w:t>88.</w:t>
      </w:r>
      <w:r w:rsidRPr="00664355">
        <w:tab/>
        <w:t>Le WP.29 a examiné les projets d</w:t>
      </w:r>
      <w:r w:rsidR="004F3EFE">
        <w:t>’</w:t>
      </w:r>
      <w:r w:rsidRPr="00664355">
        <w:t>amendements présentés au titre des points 4.8.1 à 4.8.14 de l</w:t>
      </w:r>
      <w:r w:rsidR="004F3EFE">
        <w:t>’</w:t>
      </w:r>
      <w:r w:rsidRPr="00664355">
        <w:t>ordre du jour et a recommandé qu</w:t>
      </w:r>
      <w:r w:rsidR="004F3EFE">
        <w:t>’</w:t>
      </w:r>
      <w:r w:rsidRPr="00664355">
        <w:t>ils soient soumis au vote de l</w:t>
      </w:r>
      <w:r w:rsidR="004F3EFE">
        <w:t>’</w:t>
      </w:r>
      <w:r w:rsidRPr="00664355">
        <w:t xml:space="preserve">AC.1, sous réserve de la modification </w:t>
      </w:r>
      <w:r w:rsidRPr="008A2A5E">
        <w:t>suivante :</w:t>
      </w:r>
    </w:p>
    <w:p w:rsidR="008A2A5E" w:rsidRPr="004F3EFE" w:rsidRDefault="008A2A5E" w:rsidP="004F3EFE">
      <w:pPr>
        <w:spacing w:before="120" w:after="120" w:line="240" w:lineRule="auto"/>
        <w:ind w:left="1701" w:right="1134"/>
        <w:jc w:val="both"/>
      </w:pPr>
      <w:r>
        <w:t>Point</w:t>
      </w:r>
      <w:r w:rsidR="004F3EFE">
        <w:t> </w:t>
      </w:r>
      <w:r>
        <w:t xml:space="preserve">4.8.7, </w:t>
      </w:r>
      <w:r w:rsidR="004F3EFE" w:rsidRPr="004F3EFE">
        <w:t>document ECE/TRANS/WP.29/2020/18, modifier le tableau</w:t>
      </w:r>
      <w:r w:rsidR="004F3EFE">
        <w:t> </w:t>
      </w:r>
      <w:r w:rsidR="004F3EFE" w:rsidRPr="004F3EFE">
        <w:t>1 de l</w:t>
      </w:r>
      <w:r w:rsidR="004F3EFE">
        <w:t>’</w:t>
      </w:r>
      <w:r w:rsidR="004F3EFE" w:rsidRPr="004F3EFE">
        <w:t>appendice 1 comme suit</w:t>
      </w:r>
      <w:r w:rsidR="004F3EFE">
        <w:t> </w:t>
      </w:r>
      <w:r w:rsidR="004F3EFE" w:rsidRPr="004F3EFE">
        <w:t>: huitième colonne (d</w:t>
      </w:r>
      <w:r w:rsidR="004F3EFE" w:rsidRPr="004F3EFE">
        <w:rPr>
          <w:vertAlign w:val="subscript"/>
        </w:rPr>
        <w:t>d</w:t>
      </w:r>
      <w:r w:rsidR="004F3EFE" w:rsidRPr="004F3EFE">
        <w:t xml:space="preserve">[m]), deuxième ligne, </w:t>
      </w:r>
      <w:r w:rsidR="004F3EFE" w:rsidRPr="004F3EFE">
        <w:rPr>
          <w:i/>
          <w:iCs/>
        </w:rPr>
        <w:t xml:space="preserve">remplacer </w:t>
      </w:r>
      <w:r w:rsidR="004F3EFE" w:rsidRPr="004F3EFE">
        <w:t xml:space="preserve">32,3 </w:t>
      </w:r>
      <w:r w:rsidR="004F3EFE" w:rsidRPr="004F3EFE">
        <w:rPr>
          <w:i/>
          <w:iCs/>
        </w:rPr>
        <w:t xml:space="preserve">par </w:t>
      </w:r>
      <w:r w:rsidR="004F3EFE" w:rsidRPr="004F3EFE">
        <w:t>38,4</w:t>
      </w:r>
      <w:r w:rsidR="004F3EFE">
        <w:t> </w:t>
      </w:r>
      <w:r w:rsidR="004F3EFE" w:rsidRPr="004F3EFE">
        <w:t xml:space="preserve">; quatrième ligne, </w:t>
      </w:r>
      <w:r w:rsidR="004F3EFE" w:rsidRPr="004F3EFE">
        <w:rPr>
          <w:i/>
          <w:iCs/>
        </w:rPr>
        <w:t xml:space="preserve">remplacer </w:t>
      </w:r>
      <w:r w:rsidR="004F3EFE" w:rsidRPr="004F3EFE">
        <w:t xml:space="preserve">43,2 </w:t>
      </w:r>
      <w:r w:rsidR="004F3EFE" w:rsidRPr="004F3EFE">
        <w:rPr>
          <w:i/>
          <w:iCs/>
        </w:rPr>
        <w:t xml:space="preserve">par </w:t>
      </w:r>
      <w:r w:rsidR="004F3EFE" w:rsidRPr="004F3EFE">
        <w:t>37,2</w:t>
      </w:r>
      <w:r w:rsidR="004F3EFE">
        <w:t> </w:t>
      </w:r>
      <w:r w:rsidR="004F3EFE" w:rsidRPr="004F3EFE">
        <w:t xml:space="preserve">; sixième ligne, </w:t>
      </w:r>
      <w:r w:rsidR="004F3EFE" w:rsidRPr="004F3EFE">
        <w:rPr>
          <w:i/>
          <w:iCs/>
        </w:rPr>
        <w:t xml:space="preserve">remplacer </w:t>
      </w:r>
      <w:r w:rsidR="004F3EFE" w:rsidRPr="004F3EFE">
        <w:t xml:space="preserve">26,1 </w:t>
      </w:r>
      <w:r w:rsidR="004F3EFE" w:rsidRPr="004F3EFE">
        <w:rPr>
          <w:i/>
          <w:iCs/>
        </w:rPr>
        <w:t xml:space="preserve">par </w:t>
      </w:r>
      <w:r w:rsidR="004F3EFE" w:rsidRPr="004F3EFE">
        <w:t>28</w:t>
      </w:r>
      <w:r w:rsidR="004F3EFE">
        <w:t> </w:t>
      </w:r>
      <w:r w:rsidR="004F3EFE" w:rsidRPr="004F3EFE">
        <w:t xml:space="preserve">; septième ligne, </w:t>
      </w:r>
      <w:r w:rsidR="004F3EFE" w:rsidRPr="004F3EFE">
        <w:rPr>
          <w:i/>
          <w:iCs/>
        </w:rPr>
        <w:t xml:space="preserve">remplacer </w:t>
      </w:r>
      <w:r w:rsidR="004F3EFE" w:rsidRPr="004F3EFE">
        <w:t xml:space="preserve">29,1 </w:t>
      </w:r>
      <w:r w:rsidR="004F3EFE" w:rsidRPr="004F3EFE">
        <w:rPr>
          <w:i/>
          <w:iCs/>
        </w:rPr>
        <w:t xml:space="preserve">par </w:t>
      </w:r>
      <w:r w:rsidR="004F3EFE" w:rsidRPr="004F3EFE">
        <w:t>34</w:t>
      </w:r>
      <w:r w:rsidR="004F3EFE">
        <w:t> ;</w:t>
      </w:r>
    </w:p>
    <w:p w:rsidR="00F957A7" w:rsidRPr="00664355" w:rsidRDefault="00F957A7" w:rsidP="00F957A7">
      <w:pPr>
        <w:spacing w:before="120" w:after="120" w:line="240" w:lineRule="auto"/>
        <w:ind w:left="1701" w:right="1134"/>
        <w:jc w:val="both"/>
        <w:rPr>
          <w:rFonts w:eastAsia="SimSun"/>
        </w:rPr>
      </w:pPr>
      <w:r w:rsidRPr="008A2A5E">
        <w:t>Point 4.8.8, document ECE/TRANS/WP.29/2020/19, modifier le titre comme suit : « Complément 2 à la série 03 d</w:t>
      </w:r>
      <w:r w:rsidR="004F3EFE">
        <w:t>’</w:t>
      </w:r>
      <w:r w:rsidRPr="008A2A5E">
        <w:t xml:space="preserve">amendements au Règlement ONU </w:t>
      </w:r>
      <w:r w:rsidR="0089273D" w:rsidRPr="008A2A5E">
        <w:rPr>
          <w:rFonts w:eastAsia="MS Mincho"/>
          <w:szCs w:val="22"/>
        </w:rPr>
        <w:t>n</w:t>
      </w:r>
      <w:r w:rsidR="0089273D" w:rsidRPr="008A2A5E">
        <w:rPr>
          <w:rFonts w:eastAsia="MS Mincho"/>
          <w:szCs w:val="22"/>
          <w:vertAlign w:val="superscript"/>
        </w:rPr>
        <w:t>o</w:t>
      </w:r>
      <w:r w:rsidRPr="008A2A5E">
        <w:t> 58 (dispositifs de protection arrière contre l</w:t>
      </w:r>
      <w:r w:rsidR="004F3EFE">
        <w:t>’</w:t>
      </w:r>
      <w:r w:rsidRPr="008A2A5E">
        <w:t>encastrement) ».</w:t>
      </w:r>
    </w:p>
    <w:p w:rsidR="00F957A7" w:rsidRPr="00664355" w:rsidRDefault="00F957A7" w:rsidP="00F957A7">
      <w:pPr>
        <w:spacing w:before="120" w:after="120" w:line="240" w:lineRule="auto"/>
        <w:ind w:left="1134" w:right="1134"/>
        <w:jc w:val="both"/>
        <w:rPr>
          <w:rFonts w:eastAsia="SimSun"/>
        </w:rPr>
      </w:pPr>
      <w:r w:rsidRPr="00664355">
        <w:t>89.</w:t>
      </w:r>
      <w:r w:rsidRPr="00664355">
        <w:tab/>
        <w:t>Le Président du GRSG a présenté, au titre des points 4.8.15 à 4.8.18 de l</w:t>
      </w:r>
      <w:r w:rsidR="004F3EFE">
        <w:t>’</w:t>
      </w:r>
      <w:r w:rsidRPr="00664355">
        <w:t>ordre du jour, les projets de propositions d</w:t>
      </w:r>
      <w:r w:rsidR="004F3EFE">
        <w:t>’</w:t>
      </w:r>
      <w:r w:rsidRPr="00664355">
        <w:t>amendement des Règlements ONU n</w:t>
      </w:r>
      <w:r w:rsidRPr="00664355">
        <w:rPr>
          <w:vertAlign w:val="superscript"/>
        </w:rPr>
        <w:t>os</w:t>
      </w:r>
      <w:r w:rsidRPr="00664355">
        <w:t xml:space="preserve"> 26, 55, 62 et 144 figurant dans les documents ECE/TRANS/WP.29/2020/26, ECE/TRANS/WP.29/2020/27, </w:t>
      </w:r>
      <w:r w:rsidRPr="00664355">
        <w:lastRenderedPageBreak/>
        <w:t>ECE/TRANS/WP.29/2020/28, et ECE/TRANS/WP.29/2020/29. Le WP.29 a recommandé de les soumettre au vote de l</w:t>
      </w:r>
      <w:r w:rsidR="004F3EFE">
        <w:t>’</w:t>
      </w:r>
      <w:r w:rsidRPr="00664355">
        <w:t>AC.1.</w:t>
      </w:r>
    </w:p>
    <w:p w:rsidR="00F957A7" w:rsidRPr="00664355" w:rsidRDefault="00F957A7" w:rsidP="00F957A7">
      <w:pPr>
        <w:pStyle w:val="H1G"/>
        <w:rPr>
          <w:rFonts w:eastAsia="SimSun"/>
          <w:bCs/>
        </w:rPr>
      </w:pPr>
      <w:r w:rsidRPr="00664355">
        <w:tab/>
        <w:t>I.</w:t>
      </w:r>
      <w:r w:rsidRPr="00664355">
        <w:tab/>
      </w:r>
      <w:r w:rsidRPr="00664355">
        <w:rPr>
          <w:bCs/>
        </w:rPr>
        <w:t>Examen de projets d</w:t>
      </w:r>
      <w:r w:rsidR="004F3EFE">
        <w:rPr>
          <w:bCs/>
        </w:rPr>
        <w:t>’</w:t>
      </w:r>
      <w:r w:rsidRPr="00664355">
        <w:rPr>
          <w:bCs/>
        </w:rPr>
        <w:t>amendements à des Règlements ONU existants, soumis par le GRE (point 4.9 de l</w:t>
      </w:r>
      <w:r w:rsidR="004F3EFE">
        <w:rPr>
          <w:bCs/>
        </w:rPr>
        <w:t>’</w:t>
      </w:r>
      <w:r w:rsidRPr="00664355">
        <w:rPr>
          <w:bCs/>
        </w:rPr>
        <w:t>ordre du jour)</w:t>
      </w:r>
      <w:bookmarkStart w:id="75" w:name="_Toc35591685"/>
      <w:bookmarkEnd w:id="75"/>
    </w:p>
    <w:p w:rsidR="00F957A7" w:rsidRPr="00664355" w:rsidRDefault="00F957A7" w:rsidP="00F957A7">
      <w:pPr>
        <w:spacing w:after="120" w:line="240" w:lineRule="auto"/>
        <w:ind w:left="2834" w:right="1134" w:hanging="1700"/>
        <w:jc w:val="both"/>
        <w:rPr>
          <w:rFonts w:eastAsia="SimSun"/>
        </w:rPr>
      </w:pPr>
      <w:r w:rsidRPr="00664355">
        <w:rPr>
          <w:i/>
          <w:iCs/>
        </w:rPr>
        <w:t>Document(s) :</w:t>
      </w:r>
      <w:r w:rsidRPr="00664355">
        <w:tab/>
        <w:t xml:space="preserve">ECE/TRANS/WP.29/2020/30 ; </w:t>
      </w:r>
      <w:r w:rsidRPr="00664355">
        <w:br/>
        <w:t xml:space="preserve">ECE/TRANS/WP.29/2020/31 ; </w:t>
      </w:r>
      <w:r w:rsidRPr="00664355">
        <w:br/>
        <w:t xml:space="preserve">ECE/TRANS/WP.29/2020/32 ; </w:t>
      </w:r>
      <w:r w:rsidRPr="00664355">
        <w:br/>
        <w:t xml:space="preserve">ECE/TRANS/WP.29/2020/33 ; </w:t>
      </w:r>
      <w:r w:rsidRPr="00664355">
        <w:br/>
        <w:t xml:space="preserve">ECE/TRANS/WP.29/2020/34 ; </w:t>
      </w:r>
      <w:r w:rsidRPr="00664355">
        <w:br/>
        <w:t xml:space="preserve">ECE/TRANS/WP.29/2020/36 ; </w:t>
      </w:r>
      <w:r w:rsidRPr="00664355">
        <w:br/>
        <w:t>document informel WP.29-180-</w:t>
      </w:r>
      <w:r w:rsidR="009504C9">
        <w:t>0</w:t>
      </w:r>
      <w:r w:rsidRPr="00664355">
        <w:t>7.</w:t>
      </w:r>
    </w:p>
    <w:p w:rsidR="00F957A7" w:rsidRPr="00664355" w:rsidRDefault="00F957A7" w:rsidP="00F957A7">
      <w:pPr>
        <w:spacing w:line="240" w:lineRule="auto"/>
        <w:ind w:left="1134" w:right="1134"/>
        <w:jc w:val="both"/>
        <w:rPr>
          <w:rFonts w:eastAsia="SimSun"/>
        </w:rPr>
      </w:pPr>
      <w:r w:rsidRPr="00664355">
        <w:t>90.</w:t>
      </w:r>
      <w:r w:rsidRPr="00664355">
        <w:tab/>
        <w:t>Le WP.29 a examiné les projets d</w:t>
      </w:r>
      <w:r w:rsidR="004F3EFE">
        <w:t>’</w:t>
      </w:r>
      <w:r w:rsidRPr="00664355">
        <w:t>amendements présentés au titre des points 4.9.1 à 4.9.5 de l</w:t>
      </w:r>
      <w:r w:rsidR="004F3EFE">
        <w:t>’</w:t>
      </w:r>
      <w:r w:rsidRPr="00664355">
        <w:t>ordre du jour et a recommandé qu</w:t>
      </w:r>
      <w:r w:rsidR="004F3EFE">
        <w:t>’</w:t>
      </w:r>
      <w:r w:rsidRPr="00664355">
        <w:t>ils soient soumis au vote de l</w:t>
      </w:r>
      <w:r w:rsidR="004F3EFE">
        <w:t>’</w:t>
      </w:r>
      <w:r w:rsidRPr="00664355">
        <w:t>AC.1.</w:t>
      </w:r>
    </w:p>
    <w:p w:rsidR="00F957A7" w:rsidRPr="00664355" w:rsidRDefault="00F957A7" w:rsidP="00F957A7">
      <w:pPr>
        <w:spacing w:before="120" w:after="120" w:line="240" w:lineRule="auto"/>
        <w:ind w:left="1134" w:right="1134"/>
        <w:jc w:val="both"/>
        <w:rPr>
          <w:rFonts w:eastAsia="SimSun"/>
        </w:rPr>
      </w:pPr>
      <w:r w:rsidRPr="00664355">
        <w:t>91.</w:t>
      </w:r>
      <w:r w:rsidRPr="00664355">
        <w:tab/>
        <w:t>Au nom du Président du GRE, le secrétariat a présenté le projet de proposition d</w:t>
      </w:r>
      <w:r w:rsidR="004F3EFE">
        <w:t>’</w:t>
      </w:r>
      <w:r w:rsidRPr="00664355">
        <w:t xml:space="preserve">amendement au Règlement ONU </w:t>
      </w:r>
      <w:r w:rsidR="0089273D" w:rsidRPr="002D76F4">
        <w:rPr>
          <w:rFonts w:eastAsia="MS Mincho"/>
          <w:szCs w:val="22"/>
        </w:rPr>
        <w:t>n</w:t>
      </w:r>
      <w:r w:rsidR="0089273D" w:rsidRPr="002D76F4">
        <w:rPr>
          <w:rFonts w:eastAsia="MS Mincho"/>
          <w:szCs w:val="22"/>
          <w:vertAlign w:val="superscript"/>
        </w:rPr>
        <w:t>o</w:t>
      </w:r>
      <w:r w:rsidRPr="00664355">
        <w:t> 48 figurant dans le document ECE/TRANS/WP.29/2020/36, soumis au titre du point 4.9.6 de l</w:t>
      </w:r>
      <w:r w:rsidR="004F3EFE">
        <w:t>’</w:t>
      </w:r>
      <w:r w:rsidRPr="00664355">
        <w:t>ordre du jour. Le représentant de l</w:t>
      </w:r>
      <w:r w:rsidR="004F3EFE">
        <w:t>’</w:t>
      </w:r>
      <w:r w:rsidRPr="00664355">
        <w:t>Union européenne a proposé d</w:t>
      </w:r>
      <w:r w:rsidR="004F3EFE">
        <w:t>’</w:t>
      </w:r>
      <w:r w:rsidRPr="00664355">
        <w:t>apporter des corrections aux dispositions transitoires (WP.29-180-07). Le WP.29 a recommandé qu</w:t>
      </w:r>
      <w:r w:rsidR="004F3EFE">
        <w:t>’</w:t>
      </w:r>
      <w:r w:rsidRPr="00664355">
        <w:t>ils soient soumis au vote de l</w:t>
      </w:r>
      <w:r w:rsidR="004F3EFE">
        <w:t>’</w:t>
      </w:r>
      <w:r w:rsidRPr="00664355">
        <w:t>AC.1, sous réserve des modifications suivantes :</w:t>
      </w:r>
    </w:p>
    <w:p w:rsidR="00F957A7" w:rsidRPr="00664355" w:rsidRDefault="00F957A7" w:rsidP="00F957A7">
      <w:pPr>
        <w:spacing w:after="120"/>
        <w:ind w:left="2268" w:right="1134" w:hanging="1134"/>
        <w:jc w:val="both"/>
        <w:rPr>
          <w:rFonts w:eastAsia="SimSun"/>
        </w:rPr>
      </w:pPr>
      <w:r w:rsidRPr="00664355">
        <w:t>Paragraphes 12.6.2 à 12.6.4, modifier comme suit :</w:t>
      </w:r>
    </w:p>
    <w:p w:rsidR="00F957A7" w:rsidRPr="00664355" w:rsidRDefault="00F957A7" w:rsidP="00F957A7">
      <w:pPr>
        <w:spacing w:after="120"/>
        <w:ind w:left="2268" w:right="1134" w:hanging="1134"/>
        <w:jc w:val="both"/>
        <w:rPr>
          <w:rFonts w:eastAsia="SimSun"/>
        </w:rPr>
      </w:pPr>
      <w:r w:rsidRPr="00664355">
        <w:t>« 12.6.2</w:t>
      </w:r>
      <w:r w:rsidRPr="00664355">
        <w:tab/>
        <w:t>À compter du 6 juillet 2022, les Parties contractantes appliquant le présent Règlement ne seront plus tenues d</w:t>
      </w:r>
      <w:r w:rsidR="004F3EFE">
        <w:t>’</w:t>
      </w:r>
      <w:r w:rsidRPr="00664355">
        <w:t>accepter les homologations de type au titre des précédentes séries d</w:t>
      </w:r>
      <w:r w:rsidR="004F3EFE">
        <w:t>’</w:t>
      </w:r>
      <w:r w:rsidRPr="00664355">
        <w:t xml:space="preserve">amendements délivrées pour la première fois après le 5 juillet 2022. </w:t>
      </w:r>
    </w:p>
    <w:p w:rsidR="00F957A7" w:rsidRPr="00664355" w:rsidRDefault="00F957A7" w:rsidP="00F957A7">
      <w:pPr>
        <w:spacing w:after="120"/>
        <w:ind w:left="2268" w:right="1134" w:hanging="1134"/>
        <w:jc w:val="both"/>
        <w:rPr>
          <w:rFonts w:eastAsia="SimSun"/>
        </w:rPr>
      </w:pPr>
      <w:r w:rsidRPr="00664355">
        <w:t>12.6.3</w:t>
      </w:r>
      <w:r w:rsidRPr="00664355">
        <w:tab/>
        <w:t>Jusqu</w:t>
      </w:r>
      <w:r w:rsidR="004F3EFE">
        <w:t>’</w:t>
      </w:r>
      <w:r w:rsidRPr="00664355">
        <w:t>au 6 juillet 2024, les Parties contractantes appliquant le présent Règlement seront tenues d</w:t>
      </w:r>
      <w:r w:rsidR="004F3EFE">
        <w:t>’</w:t>
      </w:r>
      <w:r w:rsidRPr="00664355">
        <w:t>accepter les homologations de type et leurs extensions au titre des précédentes séries d</w:t>
      </w:r>
      <w:r w:rsidR="004F3EFE">
        <w:t>’</w:t>
      </w:r>
      <w:r w:rsidRPr="00664355">
        <w:t xml:space="preserve">amendements délivrées pour la première fois après le 6 juillet 2022. </w:t>
      </w:r>
    </w:p>
    <w:p w:rsidR="00F957A7" w:rsidRPr="00664355" w:rsidRDefault="00F957A7" w:rsidP="00F957A7">
      <w:pPr>
        <w:spacing w:after="120"/>
        <w:ind w:left="2268" w:right="1134" w:hanging="1134"/>
        <w:jc w:val="both"/>
        <w:rPr>
          <w:rFonts w:eastAsia="SimSun"/>
        </w:rPr>
      </w:pPr>
      <w:r w:rsidRPr="00664355">
        <w:t>12.6.4</w:t>
      </w:r>
      <w:r w:rsidRPr="00664355">
        <w:tab/>
        <w:t>À compter du 7 juillet 2024, les Parties contractantes appliquant le présent Règlement ne seront plus tenues d</w:t>
      </w:r>
      <w:r w:rsidR="004F3EFE">
        <w:t>’</w:t>
      </w:r>
      <w:r w:rsidRPr="00664355">
        <w:t>accepter les homologations de type et leurs extensions au titre des précédentes séries d</w:t>
      </w:r>
      <w:r w:rsidR="004F3EFE">
        <w:t>’</w:t>
      </w:r>
      <w:r w:rsidRPr="00664355">
        <w:t>amendements, sauf à ce qu</w:t>
      </w:r>
      <w:r w:rsidR="004F3EFE">
        <w:t>’</w:t>
      </w:r>
      <w:r w:rsidRPr="00664355">
        <w:t>un signal d</w:t>
      </w:r>
      <w:r w:rsidR="004F3EFE">
        <w:t>’</w:t>
      </w:r>
      <w:r w:rsidRPr="00664355">
        <w:t>arrêt d</w:t>
      </w:r>
      <w:r w:rsidR="004F3EFE">
        <w:t>’</w:t>
      </w:r>
      <w:r w:rsidRPr="00664355">
        <w:t>urgence ait été installé ».</w:t>
      </w:r>
    </w:p>
    <w:p w:rsidR="00F957A7" w:rsidRPr="00664355" w:rsidRDefault="00F957A7" w:rsidP="00F957A7">
      <w:pPr>
        <w:pStyle w:val="H1G"/>
        <w:rPr>
          <w:rFonts w:eastAsia="SimSun"/>
        </w:rPr>
      </w:pPr>
      <w:r w:rsidRPr="00664355">
        <w:tab/>
        <w:t>J.</w:t>
      </w:r>
      <w:r w:rsidRPr="00664355">
        <w:tab/>
      </w:r>
      <w:r w:rsidRPr="00664355">
        <w:rPr>
          <w:bCs/>
        </w:rPr>
        <w:t>Examen des éventuels projets de rectificatifs à des Règlements ONU existants soumis par les groupes de travail (point 4.10 de l</w:t>
      </w:r>
      <w:r w:rsidR="004F3EFE">
        <w:rPr>
          <w:bCs/>
        </w:rPr>
        <w:t>’</w:t>
      </w:r>
      <w:r w:rsidRPr="00664355">
        <w:rPr>
          <w:bCs/>
        </w:rPr>
        <w:t>ordre du jour)</w:t>
      </w:r>
      <w:bookmarkStart w:id="76" w:name="_Toc35591686"/>
      <w:bookmarkEnd w:id="76"/>
    </w:p>
    <w:p w:rsidR="00F957A7" w:rsidRPr="00664355" w:rsidRDefault="00F957A7" w:rsidP="00F957A7">
      <w:pPr>
        <w:spacing w:after="120" w:line="240" w:lineRule="auto"/>
        <w:ind w:left="1134" w:right="1134"/>
        <w:jc w:val="both"/>
        <w:rPr>
          <w:rFonts w:eastAsia="SimSun"/>
          <w:lang w:val="en-US"/>
        </w:rPr>
      </w:pPr>
      <w:r w:rsidRPr="00664355">
        <w:rPr>
          <w:i/>
          <w:iCs/>
          <w:lang w:val="en-US"/>
        </w:rPr>
        <w:t>Document(s) :</w:t>
      </w:r>
      <w:r w:rsidRPr="00664355">
        <w:rPr>
          <w:lang w:val="en-US"/>
        </w:rPr>
        <w:tab/>
        <w:t>ECE/TRANS/WP.29/2020/49.</w:t>
      </w:r>
    </w:p>
    <w:p w:rsidR="00F957A7" w:rsidRPr="00664355" w:rsidRDefault="00F957A7" w:rsidP="00F957A7">
      <w:pPr>
        <w:spacing w:line="240" w:lineRule="auto"/>
        <w:ind w:left="1134" w:right="1134"/>
        <w:jc w:val="both"/>
        <w:rPr>
          <w:rFonts w:eastAsia="SimSun"/>
        </w:rPr>
      </w:pPr>
      <w:r w:rsidRPr="00664355">
        <w:t>92.</w:t>
      </w:r>
      <w:r w:rsidRPr="00664355">
        <w:tab/>
        <w:t>Le WP.29 a examiné le projet d</w:t>
      </w:r>
      <w:r w:rsidR="004F3EFE">
        <w:t>’</w:t>
      </w:r>
      <w:r w:rsidRPr="00664355">
        <w:t>amendement présenté au titre du point 4.10.1 de l</w:t>
      </w:r>
      <w:r w:rsidR="004F3EFE">
        <w:t>’</w:t>
      </w:r>
      <w:r w:rsidRPr="00664355">
        <w:t>ordre du jour et a recommandé qu</w:t>
      </w:r>
      <w:r w:rsidR="004F3EFE">
        <w:t>’</w:t>
      </w:r>
      <w:r w:rsidRPr="00664355">
        <w:t>il soit soumis au vote de l</w:t>
      </w:r>
      <w:r w:rsidR="004F3EFE">
        <w:t>’</w:t>
      </w:r>
      <w:r w:rsidRPr="00664355">
        <w:t xml:space="preserve">AC.1. </w:t>
      </w:r>
    </w:p>
    <w:p w:rsidR="00F957A7" w:rsidRPr="00664355" w:rsidRDefault="00F957A7" w:rsidP="00F957A7">
      <w:pPr>
        <w:pStyle w:val="H1G"/>
        <w:rPr>
          <w:rFonts w:eastAsia="SimSun"/>
        </w:rPr>
      </w:pPr>
      <w:r w:rsidRPr="00664355">
        <w:tab/>
        <w:t>K.</w:t>
      </w:r>
      <w:r w:rsidRPr="00664355">
        <w:tab/>
      </w:r>
      <w:r w:rsidRPr="00664355">
        <w:rPr>
          <w:bCs/>
        </w:rPr>
        <w:t>Examen des éventuelles propositions en suspens d</w:t>
      </w:r>
      <w:r w:rsidR="004F3EFE">
        <w:rPr>
          <w:bCs/>
        </w:rPr>
        <w:t>’</w:t>
      </w:r>
      <w:r w:rsidRPr="00664355">
        <w:rPr>
          <w:bCs/>
        </w:rPr>
        <w:t>amendements à des Règlements ONU existants soumises par les groupes de travail subsidiaires du Forum mondial (point 4.11 de l</w:t>
      </w:r>
      <w:r w:rsidR="004F3EFE">
        <w:rPr>
          <w:bCs/>
        </w:rPr>
        <w:t>’</w:t>
      </w:r>
      <w:r w:rsidRPr="00664355">
        <w:rPr>
          <w:bCs/>
        </w:rPr>
        <w:t>ordre du jour)</w:t>
      </w:r>
      <w:bookmarkStart w:id="77" w:name="_Toc35591687"/>
      <w:bookmarkEnd w:id="77"/>
    </w:p>
    <w:p w:rsidR="00F957A7" w:rsidRPr="00664355" w:rsidRDefault="00F957A7" w:rsidP="00F957A7">
      <w:pPr>
        <w:spacing w:line="240" w:lineRule="auto"/>
        <w:ind w:left="1134" w:right="1134"/>
        <w:jc w:val="both"/>
        <w:rPr>
          <w:rFonts w:eastAsia="SimSun"/>
        </w:rPr>
      </w:pPr>
      <w:r w:rsidRPr="00664355">
        <w:t>93.</w:t>
      </w:r>
      <w:r w:rsidRPr="00664355">
        <w:tab/>
        <w:t>Le WP.29 a noté qu</w:t>
      </w:r>
      <w:r w:rsidR="004F3EFE">
        <w:t>’</w:t>
      </w:r>
      <w:r w:rsidRPr="00664355">
        <w:t>aucun document n</w:t>
      </w:r>
      <w:r w:rsidR="004F3EFE">
        <w:t>’</w:t>
      </w:r>
      <w:r w:rsidRPr="00664355">
        <w:t>avait été soumis au titre de ce point de l</w:t>
      </w:r>
      <w:r w:rsidR="004F3EFE">
        <w:t>’</w:t>
      </w:r>
      <w:r w:rsidRPr="00664355">
        <w:t>ordre du jour.</w:t>
      </w:r>
    </w:p>
    <w:p w:rsidR="00F957A7" w:rsidRPr="00664355" w:rsidRDefault="00F957A7" w:rsidP="00F957A7">
      <w:pPr>
        <w:pStyle w:val="H1G"/>
        <w:rPr>
          <w:rFonts w:eastAsia="SimSun"/>
        </w:rPr>
      </w:pPr>
      <w:r w:rsidRPr="00664355">
        <w:lastRenderedPageBreak/>
        <w:tab/>
        <w:t>L.</w:t>
      </w:r>
      <w:r w:rsidRPr="00664355">
        <w:tab/>
      </w:r>
      <w:r w:rsidRPr="00664355">
        <w:rPr>
          <w:bCs/>
        </w:rPr>
        <w:t>Examen de propositions de nouveaux Règlements ONU, soumises par les groupes de travail subsidiaires du Forum mondial (point 4.12 de l</w:t>
      </w:r>
      <w:r w:rsidR="004F3EFE">
        <w:rPr>
          <w:bCs/>
        </w:rPr>
        <w:t>’</w:t>
      </w:r>
      <w:r w:rsidRPr="00664355">
        <w:rPr>
          <w:bCs/>
        </w:rPr>
        <w:t>ordre du jour)</w:t>
      </w:r>
      <w:bookmarkStart w:id="78" w:name="_Toc35591688"/>
      <w:bookmarkEnd w:id="78"/>
    </w:p>
    <w:p w:rsidR="00F957A7" w:rsidRPr="00664355" w:rsidRDefault="00F957A7" w:rsidP="00F957A7">
      <w:pPr>
        <w:spacing w:before="240" w:after="120"/>
        <w:ind w:left="1134" w:right="1134"/>
        <w:jc w:val="both"/>
        <w:rPr>
          <w:rFonts w:eastAsia="SimSun"/>
        </w:rPr>
      </w:pPr>
      <w:r w:rsidRPr="00664355">
        <w:t>94.</w:t>
      </w:r>
      <w:r w:rsidRPr="00664355">
        <w:tab/>
        <w:t>Le WP.29 a noté qu</w:t>
      </w:r>
      <w:r w:rsidR="004F3EFE">
        <w:t>’</w:t>
      </w:r>
      <w:r w:rsidRPr="00664355">
        <w:t>aucun document n</w:t>
      </w:r>
      <w:r w:rsidR="004F3EFE">
        <w:t>’</w:t>
      </w:r>
      <w:r w:rsidRPr="00664355">
        <w:t>avait été soumis au titre de ce point de l</w:t>
      </w:r>
      <w:r w:rsidR="004F3EFE">
        <w:t>’</w:t>
      </w:r>
      <w:r w:rsidRPr="00664355">
        <w:t>ordre du jour.</w:t>
      </w:r>
    </w:p>
    <w:p w:rsidR="00F957A7" w:rsidRPr="00664355" w:rsidRDefault="00F957A7" w:rsidP="00F957A7">
      <w:pPr>
        <w:pStyle w:val="H1G"/>
        <w:rPr>
          <w:rFonts w:eastAsia="SimSun"/>
          <w:bCs/>
        </w:rPr>
      </w:pPr>
      <w:r w:rsidRPr="00664355">
        <w:tab/>
        <w:t>M.</w:t>
      </w:r>
      <w:r w:rsidRPr="00664355">
        <w:tab/>
        <w:t>Éventuelles p</w:t>
      </w:r>
      <w:r w:rsidRPr="00664355">
        <w:rPr>
          <w:bCs/>
        </w:rPr>
        <w:t>ropositions d</w:t>
      </w:r>
      <w:r w:rsidR="004F3EFE">
        <w:rPr>
          <w:bCs/>
        </w:rPr>
        <w:t>’</w:t>
      </w:r>
      <w:r w:rsidRPr="00664355">
        <w:rPr>
          <w:bCs/>
        </w:rPr>
        <w:t>amendements à la Résolution d</w:t>
      </w:r>
      <w:r w:rsidR="004F3EFE">
        <w:rPr>
          <w:bCs/>
        </w:rPr>
        <w:t>’</w:t>
      </w:r>
      <w:r w:rsidRPr="00664355">
        <w:rPr>
          <w:bCs/>
        </w:rPr>
        <w:t>ensemble sur la construction des véhicules (R.E.3), soumise pour examen au Forum mondial par ses groupes de travail (point 4.13 de l</w:t>
      </w:r>
      <w:r w:rsidR="004F3EFE">
        <w:rPr>
          <w:bCs/>
        </w:rPr>
        <w:t>’</w:t>
      </w:r>
      <w:r w:rsidRPr="00664355">
        <w:rPr>
          <w:bCs/>
        </w:rPr>
        <w:t>ordre du jour)</w:t>
      </w:r>
      <w:bookmarkStart w:id="79" w:name="_Toc35591689"/>
      <w:bookmarkEnd w:id="79"/>
    </w:p>
    <w:p w:rsidR="00F957A7" w:rsidRPr="00664355" w:rsidRDefault="00F957A7" w:rsidP="00F957A7">
      <w:pPr>
        <w:spacing w:before="240" w:after="120"/>
        <w:ind w:left="1134" w:right="1134"/>
        <w:jc w:val="both"/>
        <w:rPr>
          <w:rFonts w:eastAsia="SimSun"/>
        </w:rPr>
      </w:pPr>
      <w:r w:rsidRPr="00664355">
        <w:t>95.</w:t>
      </w:r>
      <w:r w:rsidRPr="00664355">
        <w:tab/>
        <w:t>Le WP.29 a noté qu</w:t>
      </w:r>
      <w:r w:rsidR="004F3EFE">
        <w:t>’</w:t>
      </w:r>
      <w:r w:rsidRPr="00664355">
        <w:t>aucun document n</w:t>
      </w:r>
      <w:r w:rsidR="004F3EFE">
        <w:t>’</w:t>
      </w:r>
      <w:r w:rsidRPr="00664355">
        <w:t>avait été soumis au titre de ce point de l</w:t>
      </w:r>
      <w:r w:rsidR="004F3EFE">
        <w:t>’</w:t>
      </w:r>
      <w:r w:rsidRPr="00664355">
        <w:t>ordre du jour.</w:t>
      </w:r>
    </w:p>
    <w:p w:rsidR="00F957A7" w:rsidRPr="00664355" w:rsidRDefault="00F957A7" w:rsidP="00F957A7">
      <w:pPr>
        <w:pStyle w:val="H1G"/>
        <w:rPr>
          <w:rFonts w:eastAsia="SimSun"/>
          <w:bCs/>
        </w:rPr>
      </w:pPr>
      <w:r w:rsidRPr="00664355">
        <w:tab/>
        <w:t>N.</w:t>
      </w:r>
      <w:r w:rsidRPr="00664355">
        <w:tab/>
      </w:r>
      <w:r w:rsidRPr="00664355">
        <w:rPr>
          <w:bCs/>
        </w:rPr>
        <w:t>Proposition d</w:t>
      </w:r>
      <w:r w:rsidR="004F3EFE">
        <w:rPr>
          <w:bCs/>
        </w:rPr>
        <w:t>’</w:t>
      </w:r>
      <w:r w:rsidRPr="00664355">
        <w:rPr>
          <w:bCs/>
        </w:rPr>
        <w:t>amendements à la Résolution d</w:t>
      </w:r>
      <w:r w:rsidR="004F3EFE">
        <w:rPr>
          <w:bCs/>
        </w:rPr>
        <w:t>’</w:t>
      </w:r>
      <w:r w:rsidRPr="00664355">
        <w:rPr>
          <w:bCs/>
        </w:rPr>
        <w:t>ensemble sur une spécification commune des catégories de sources lumineuses (R.E.5) (point 4.14 de l</w:t>
      </w:r>
      <w:r w:rsidR="004F3EFE">
        <w:rPr>
          <w:bCs/>
        </w:rPr>
        <w:t>’</w:t>
      </w:r>
      <w:r w:rsidRPr="00664355">
        <w:rPr>
          <w:bCs/>
        </w:rPr>
        <w:t>ordre du jour)</w:t>
      </w:r>
      <w:bookmarkStart w:id="80" w:name="_Toc35591690"/>
      <w:bookmarkEnd w:id="80"/>
    </w:p>
    <w:p w:rsidR="00F957A7" w:rsidRPr="00664355" w:rsidRDefault="00F957A7" w:rsidP="00F957A7">
      <w:pPr>
        <w:spacing w:after="120"/>
        <w:ind w:left="567" w:firstLine="567"/>
        <w:rPr>
          <w:rFonts w:eastAsia="SimSun"/>
          <w:lang w:val="en-US"/>
        </w:rPr>
      </w:pPr>
      <w:r w:rsidRPr="00664355">
        <w:rPr>
          <w:i/>
          <w:iCs/>
          <w:lang w:val="en-US"/>
        </w:rPr>
        <w:t>Document(s) :</w:t>
      </w:r>
      <w:r w:rsidRPr="00664355">
        <w:rPr>
          <w:lang w:val="en-US"/>
        </w:rPr>
        <w:tab/>
        <w:t>ECE/TRANS/WP.29/2020/37.</w:t>
      </w:r>
    </w:p>
    <w:p w:rsidR="00F957A7" w:rsidRPr="00664355" w:rsidRDefault="00F957A7" w:rsidP="00F957A7">
      <w:pPr>
        <w:spacing w:after="120"/>
        <w:ind w:left="1134" w:right="1134"/>
        <w:jc w:val="both"/>
        <w:rPr>
          <w:rFonts w:eastAsia="SimSun"/>
        </w:rPr>
      </w:pPr>
      <w:r w:rsidRPr="00664355">
        <w:t>96.</w:t>
      </w:r>
      <w:r w:rsidRPr="00664355">
        <w:tab/>
        <w:t>Le WP.29 a approuvé les amendements à la Résolution d</w:t>
      </w:r>
      <w:r w:rsidR="004F3EFE">
        <w:t>’</w:t>
      </w:r>
      <w:r w:rsidRPr="00664355">
        <w:t>ensemble sur une spécification commune des catégories de sources lumineuses (R.E.5).</w:t>
      </w:r>
    </w:p>
    <w:p w:rsidR="00F957A7" w:rsidRPr="00664355" w:rsidRDefault="00F957A7" w:rsidP="00F957A7">
      <w:pPr>
        <w:pStyle w:val="H1G"/>
        <w:rPr>
          <w:rFonts w:eastAsia="SimSun"/>
          <w:bCs/>
        </w:rPr>
      </w:pPr>
      <w:r w:rsidRPr="00664355">
        <w:tab/>
        <w:t>O.</w:t>
      </w:r>
      <w:r w:rsidRPr="00664355">
        <w:tab/>
      </w:r>
      <w:r w:rsidRPr="00664355">
        <w:rPr>
          <w:bCs/>
        </w:rPr>
        <w:t>Proposition d</w:t>
      </w:r>
      <w:r w:rsidR="004F3EFE">
        <w:rPr>
          <w:bCs/>
        </w:rPr>
        <w:t>’</w:t>
      </w:r>
      <w:r w:rsidRPr="00664355">
        <w:rPr>
          <w:bCs/>
        </w:rPr>
        <w:t>amendements aux Résolutions mutuelles de l</w:t>
      </w:r>
      <w:r w:rsidR="004F3EFE">
        <w:rPr>
          <w:bCs/>
        </w:rPr>
        <w:t>’</w:t>
      </w:r>
      <w:r w:rsidRPr="00664355">
        <w:rPr>
          <w:bCs/>
        </w:rPr>
        <w:t>Accord de 1958 et de l</w:t>
      </w:r>
      <w:r w:rsidR="004F3EFE">
        <w:rPr>
          <w:bCs/>
        </w:rPr>
        <w:t>’</w:t>
      </w:r>
      <w:r w:rsidRPr="00664355">
        <w:rPr>
          <w:bCs/>
        </w:rPr>
        <w:t>Accord de 1998 (point 4.15 de l</w:t>
      </w:r>
      <w:r w:rsidR="004F3EFE">
        <w:rPr>
          <w:bCs/>
        </w:rPr>
        <w:t>’</w:t>
      </w:r>
      <w:r w:rsidRPr="00664355">
        <w:rPr>
          <w:bCs/>
        </w:rPr>
        <w:t>ordre du jour)</w:t>
      </w:r>
      <w:bookmarkStart w:id="81" w:name="_Toc35591691"/>
      <w:bookmarkEnd w:id="81"/>
    </w:p>
    <w:p w:rsidR="00F957A7" w:rsidRPr="00664355" w:rsidRDefault="00F957A7" w:rsidP="00F957A7">
      <w:pPr>
        <w:spacing w:before="120" w:after="120" w:line="240" w:lineRule="auto"/>
        <w:ind w:left="1134" w:right="1134"/>
        <w:jc w:val="both"/>
      </w:pPr>
      <w:r w:rsidRPr="00664355">
        <w:t>97.</w:t>
      </w:r>
      <w:r w:rsidRPr="00664355">
        <w:tab/>
        <w:t>Le WP.29 a noté qu</w:t>
      </w:r>
      <w:r w:rsidR="004F3EFE">
        <w:t>’</w:t>
      </w:r>
      <w:r w:rsidRPr="00664355">
        <w:t>aucun document n</w:t>
      </w:r>
      <w:r w:rsidR="004F3EFE">
        <w:t>’</w:t>
      </w:r>
      <w:r w:rsidRPr="00664355">
        <w:t>avait été soumis au titre de ce point de l</w:t>
      </w:r>
      <w:r w:rsidR="004F3EFE">
        <w:t>’</w:t>
      </w:r>
      <w:r w:rsidRPr="00664355">
        <w:t xml:space="preserve">ordre du jour. </w:t>
      </w:r>
    </w:p>
    <w:p w:rsidR="00F957A7" w:rsidRPr="00664355" w:rsidRDefault="00F957A7" w:rsidP="001D3969">
      <w:pPr>
        <w:pStyle w:val="HChG"/>
      </w:pPr>
      <w:r w:rsidRPr="00664355">
        <w:tab/>
      </w:r>
      <w:bookmarkStart w:id="82" w:name="_Toc35591692"/>
      <w:bookmarkEnd w:id="82"/>
      <w:r w:rsidRPr="00664355">
        <w:t>VII.</w:t>
      </w:r>
      <w:r w:rsidRPr="00664355">
        <w:tab/>
        <w:t>Accord de 1998 (point 5 de l</w:t>
      </w:r>
      <w:r w:rsidR="004F3EFE">
        <w:t>’</w:t>
      </w:r>
      <w:r w:rsidRPr="00664355">
        <w:t>ordre du jour)</w:t>
      </w:r>
    </w:p>
    <w:p w:rsidR="00F957A7" w:rsidRPr="00664355" w:rsidRDefault="00F957A7" w:rsidP="00F957A7">
      <w:pPr>
        <w:pStyle w:val="H1G"/>
        <w:rPr>
          <w:rFonts w:eastAsia="SimSun"/>
          <w:bCs/>
        </w:rPr>
      </w:pPr>
      <w:r w:rsidRPr="00664355">
        <w:tab/>
      </w:r>
      <w:r w:rsidRPr="00664355">
        <w:tab/>
      </w:r>
      <w:r w:rsidRPr="00664355">
        <w:rPr>
          <w:bCs/>
        </w:rPr>
        <w:t>État de l</w:t>
      </w:r>
      <w:r w:rsidR="004F3EFE">
        <w:rPr>
          <w:bCs/>
        </w:rPr>
        <w:t>’</w:t>
      </w:r>
      <w:r w:rsidRPr="00664355">
        <w:rPr>
          <w:bCs/>
        </w:rPr>
        <w:t>Accord, y compris l</w:t>
      </w:r>
      <w:r w:rsidR="004F3EFE">
        <w:rPr>
          <w:bCs/>
        </w:rPr>
        <w:t>’</w:t>
      </w:r>
      <w:r w:rsidRPr="00664355">
        <w:rPr>
          <w:bCs/>
        </w:rPr>
        <w:t>application de son paragraphe 7.1 (point 5.1 de l</w:t>
      </w:r>
      <w:r w:rsidR="004F3EFE">
        <w:rPr>
          <w:bCs/>
        </w:rPr>
        <w:t>’</w:t>
      </w:r>
      <w:r w:rsidRPr="00664355">
        <w:rPr>
          <w:bCs/>
        </w:rPr>
        <w:t>ordre du jour)</w:t>
      </w:r>
      <w:bookmarkStart w:id="83" w:name="_Toc35591693"/>
      <w:bookmarkEnd w:id="83"/>
    </w:p>
    <w:p w:rsidR="00F957A7" w:rsidRPr="00664355" w:rsidRDefault="00F957A7" w:rsidP="00F957A7">
      <w:pPr>
        <w:spacing w:after="120"/>
        <w:ind w:left="2829" w:hanging="1695"/>
        <w:rPr>
          <w:rFonts w:eastAsia="SimSun"/>
          <w:i/>
        </w:rPr>
      </w:pPr>
      <w:r w:rsidRPr="00664355">
        <w:rPr>
          <w:i/>
          <w:iCs/>
        </w:rPr>
        <w:t>Document(s) :</w:t>
      </w:r>
      <w:r w:rsidRPr="00664355">
        <w:tab/>
        <w:t xml:space="preserve">ECE/TRANS/WP.29/1073/Rev.27 ; </w:t>
      </w:r>
      <w:r w:rsidRPr="00664355">
        <w:br/>
        <w:t>document informel WP.29-180-08.</w:t>
      </w:r>
    </w:p>
    <w:p w:rsidR="00F957A7" w:rsidRPr="00664355" w:rsidRDefault="00F957A7" w:rsidP="00F957A7">
      <w:pPr>
        <w:spacing w:before="120" w:after="120" w:line="240" w:lineRule="auto"/>
        <w:ind w:left="1134" w:right="1134"/>
        <w:jc w:val="both"/>
        <w:rPr>
          <w:rFonts w:eastAsia="SimSun"/>
        </w:rPr>
      </w:pPr>
      <w:r w:rsidRPr="00664355">
        <w:t>98.</w:t>
      </w:r>
      <w:r w:rsidRPr="00664355">
        <w:tab/>
        <w:t>Le WP.29 a convenu que les points 5.2 à 5.5 de l</w:t>
      </w:r>
      <w:r w:rsidR="004F3EFE">
        <w:t>’</w:t>
      </w:r>
      <w:r w:rsidRPr="00664355">
        <w:t>ordre du jour relatifs à l</w:t>
      </w:r>
      <w:r w:rsidR="004F3EFE">
        <w:t>’</w:t>
      </w:r>
      <w:r w:rsidRPr="00664355">
        <w:t>Accord de 1998 devraient faire l</w:t>
      </w:r>
      <w:r w:rsidR="004F3EFE">
        <w:t>’</w:t>
      </w:r>
      <w:r w:rsidRPr="00664355">
        <w:t>objet d</w:t>
      </w:r>
      <w:r w:rsidR="004F3EFE">
        <w:t>’</w:t>
      </w:r>
      <w:r w:rsidRPr="00664355">
        <w:t>un examen approfondi au titre des points 15 à 20 de l</w:t>
      </w:r>
      <w:r w:rsidR="004F3EFE">
        <w:t>’</w:t>
      </w:r>
      <w:r w:rsidRPr="00664355">
        <w:t>ordre du jour initialement établi pour le Comité exécutif de l</w:t>
      </w:r>
      <w:r w:rsidR="004F3EFE">
        <w:t>’</w:t>
      </w:r>
      <w:r w:rsidRPr="00664355">
        <w:t>Accord de 1998 (AC.3).</w:t>
      </w:r>
    </w:p>
    <w:p w:rsidR="00F957A7" w:rsidRPr="00664355" w:rsidRDefault="00F957A7" w:rsidP="00F957A7">
      <w:pPr>
        <w:spacing w:before="120" w:after="120" w:line="240" w:lineRule="auto"/>
        <w:ind w:left="1134" w:right="1134"/>
        <w:jc w:val="both"/>
        <w:rPr>
          <w:rFonts w:eastAsia="SimSun"/>
        </w:rPr>
      </w:pPr>
      <w:r w:rsidRPr="00664355">
        <w:t>99.</w:t>
      </w:r>
      <w:r w:rsidRPr="00664355">
        <w:tab/>
        <w:t>La session de l</w:t>
      </w:r>
      <w:r w:rsidR="004F3EFE">
        <w:t>’</w:t>
      </w:r>
      <w:r w:rsidRPr="00664355">
        <w:t>AC.3 ne s</w:t>
      </w:r>
      <w:r w:rsidR="004F3EFE">
        <w:t>’</w:t>
      </w:r>
      <w:r w:rsidRPr="00664355">
        <w:t>est pas tenue, le quorum fixé n</w:t>
      </w:r>
      <w:r w:rsidR="004F3EFE">
        <w:t>’</w:t>
      </w:r>
      <w:r w:rsidRPr="00664355">
        <w:t>ayant pu être atteint. Par</w:t>
      </w:r>
      <w:r w:rsidR="001D3969">
        <w:t xml:space="preserve"> </w:t>
      </w:r>
      <w:r w:rsidRPr="00664355">
        <w:t>conséquent, le vote sur les propositions d</w:t>
      </w:r>
      <w:r w:rsidR="004F3EFE">
        <w:t>’</w:t>
      </w:r>
      <w:r w:rsidRPr="00664355">
        <w:t>amendement aux RTM ONU au titre du</w:t>
      </w:r>
      <w:r w:rsidR="001D3969">
        <w:t xml:space="preserve"> </w:t>
      </w:r>
      <w:r w:rsidRPr="00664355">
        <w:t>point 14.2 de l</w:t>
      </w:r>
      <w:r w:rsidR="004F3EFE">
        <w:t>’</w:t>
      </w:r>
      <w:r w:rsidRPr="00664355">
        <w:t>ordre du jour de l</w:t>
      </w:r>
      <w:r w:rsidR="004F3EFE">
        <w:t>’</w:t>
      </w:r>
      <w:r w:rsidRPr="00664355">
        <w:t>AC.3 a été reporté à la session de l</w:t>
      </w:r>
      <w:r w:rsidR="004F3EFE">
        <w:t>’</w:t>
      </w:r>
      <w:r w:rsidRPr="00664355">
        <w:t>AC.3 prévue en</w:t>
      </w:r>
      <w:r w:rsidR="001D3969">
        <w:t xml:space="preserve"> </w:t>
      </w:r>
      <w:r w:rsidRPr="00664355">
        <w:t>juin 2020.</w:t>
      </w:r>
    </w:p>
    <w:p w:rsidR="00F957A7" w:rsidRPr="00664355" w:rsidRDefault="00F957A7" w:rsidP="00F957A7">
      <w:pPr>
        <w:spacing w:before="120" w:after="120" w:line="240" w:lineRule="auto"/>
        <w:ind w:left="1134" w:right="1134"/>
        <w:jc w:val="both"/>
        <w:rPr>
          <w:rFonts w:eastAsia="SimSun"/>
        </w:rPr>
      </w:pPr>
      <w:r w:rsidRPr="00664355">
        <w:t>100.</w:t>
      </w:r>
      <w:r w:rsidRPr="00664355">
        <w:tab/>
        <w:t>Le WP.29 a convenu que les points de l</w:t>
      </w:r>
      <w:r w:rsidR="004F3EFE">
        <w:t>’</w:t>
      </w:r>
      <w:r w:rsidRPr="00664355">
        <w:t>ordre du jour de l</w:t>
      </w:r>
      <w:r w:rsidR="004F3EFE">
        <w:t>’</w:t>
      </w:r>
      <w:r w:rsidRPr="00664355">
        <w:t>AC.3 relatifs à l</w:t>
      </w:r>
      <w:r w:rsidR="004F3EFE">
        <w:t>’</w:t>
      </w:r>
      <w:r w:rsidRPr="00664355">
        <w:t>Accord de 1998 (points 5.1 à 5.5) seraient examinés conformément aux annotations des points 15 à 20 de l</w:t>
      </w:r>
      <w:r w:rsidR="004F3EFE">
        <w:t>’</w:t>
      </w:r>
      <w:r w:rsidRPr="00664355">
        <w:t>ordre du jour de l</w:t>
      </w:r>
      <w:r w:rsidR="004F3EFE">
        <w:t>’</w:t>
      </w:r>
      <w:r w:rsidRPr="00664355">
        <w:t>AC.3. Le WP.29 a invité le Président de l</w:t>
      </w:r>
      <w:r w:rsidR="004F3EFE">
        <w:t>’</w:t>
      </w:r>
      <w:r w:rsidRPr="00664355">
        <w:t>AC.3 à mener les débats au titre de ces points de l</w:t>
      </w:r>
      <w:r w:rsidR="004F3EFE">
        <w:t>’</w:t>
      </w:r>
      <w:r w:rsidRPr="00664355">
        <w:t>ordre du jour.</w:t>
      </w:r>
    </w:p>
    <w:p w:rsidR="00F957A7" w:rsidRPr="00664355" w:rsidRDefault="00F957A7" w:rsidP="00F957A7">
      <w:pPr>
        <w:pStyle w:val="HChG"/>
      </w:pPr>
      <w:r w:rsidRPr="00664355">
        <w:lastRenderedPageBreak/>
        <w:tab/>
        <w:t>VIII.</w:t>
      </w:r>
      <w:r w:rsidRPr="00664355">
        <w:tab/>
      </w:r>
      <w:r w:rsidRPr="00664355">
        <w:rPr>
          <w:bCs/>
        </w:rPr>
        <w:t>Échange de vues sur les procédures législatives nationales ou régionales et sur la transposition dans la réglementation nationale ou régionale des Règlements ONU ou RTM ONU en vigueur (point 6 de l</w:t>
      </w:r>
      <w:r w:rsidR="004F3EFE">
        <w:rPr>
          <w:bCs/>
        </w:rPr>
        <w:t>’</w:t>
      </w:r>
      <w:r w:rsidRPr="00664355">
        <w:rPr>
          <w:bCs/>
        </w:rPr>
        <w:t>ordre du jour)</w:t>
      </w:r>
      <w:bookmarkStart w:id="84" w:name="_Toc35591694"/>
      <w:bookmarkEnd w:id="84"/>
    </w:p>
    <w:p w:rsidR="00F957A7" w:rsidRPr="00664355" w:rsidRDefault="00F957A7" w:rsidP="00F957A7">
      <w:pPr>
        <w:pStyle w:val="SingleTxtG"/>
        <w:rPr>
          <w:rFonts w:eastAsia="SimSun"/>
        </w:rPr>
      </w:pPr>
      <w:r w:rsidRPr="00664355">
        <w:t>101.</w:t>
      </w:r>
      <w:r w:rsidRPr="00664355">
        <w:tab/>
        <w:t>Le WP.29 a convenu de maintenir ce point à son ordre du jour en attendant la présentation d</w:t>
      </w:r>
      <w:r w:rsidR="004F3EFE">
        <w:t>’</w:t>
      </w:r>
      <w:r w:rsidRPr="00664355">
        <w:t>autres exposés.</w:t>
      </w:r>
    </w:p>
    <w:p w:rsidR="00F957A7" w:rsidRPr="00664355" w:rsidRDefault="00F957A7" w:rsidP="00F957A7">
      <w:pPr>
        <w:pStyle w:val="HChG"/>
        <w:rPr>
          <w:rFonts w:eastAsia="SimSun"/>
        </w:rPr>
      </w:pPr>
      <w:r w:rsidRPr="00664355">
        <w:tab/>
        <w:t>IX.</w:t>
      </w:r>
      <w:r w:rsidRPr="00664355">
        <w:tab/>
      </w:r>
      <w:r w:rsidRPr="00664355">
        <w:rPr>
          <w:bCs/>
        </w:rPr>
        <w:t>Accord de 1997 (Contrôles techniques périodiques) (point 7 de l</w:t>
      </w:r>
      <w:r w:rsidR="004F3EFE">
        <w:rPr>
          <w:bCs/>
        </w:rPr>
        <w:t>’</w:t>
      </w:r>
      <w:r w:rsidRPr="00664355">
        <w:rPr>
          <w:bCs/>
        </w:rPr>
        <w:t>ordre du jour)</w:t>
      </w:r>
      <w:bookmarkStart w:id="85" w:name="_Toc35591695"/>
      <w:bookmarkEnd w:id="85"/>
    </w:p>
    <w:p w:rsidR="00F957A7" w:rsidRPr="00664355" w:rsidRDefault="00F957A7" w:rsidP="00F957A7">
      <w:pPr>
        <w:spacing w:after="120"/>
      </w:pPr>
      <w:r w:rsidRPr="00664355">
        <w:tab/>
      </w:r>
      <w:r w:rsidRPr="00664355">
        <w:tab/>
      </w:r>
      <w:r w:rsidRPr="00664355">
        <w:rPr>
          <w:i/>
          <w:iCs/>
        </w:rPr>
        <w:t>Document(s) :</w:t>
      </w:r>
      <w:r w:rsidRPr="00664355">
        <w:tab/>
        <w:t>Document informel WP.29-180-21.</w:t>
      </w:r>
    </w:p>
    <w:p w:rsidR="00F957A7" w:rsidRPr="00664355" w:rsidRDefault="00F957A7" w:rsidP="00F957A7">
      <w:pPr>
        <w:spacing w:after="120"/>
        <w:ind w:left="1134" w:right="1134"/>
        <w:jc w:val="both"/>
      </w:pPr>
      <w:r w:rsidRPr="00664355">
        <w:t>102.</w:t>
      </w:r>
      <w:r w:rsidRPr="00664355">
        <w:tab/>
        <w:t>Le représentant du CITA et Secrétaire du groupe de travail informel des contrôles techniques périodiques a fait rapport sur les résultats des travaux du groupe à sa réunion de février 2020. Il a indiqué que le groupe avait examiné les activités du WP.29 intéressant la durée de vie et le cycle de vie, notamment celles relatives à l</w:t>
      </w:r>
      <w:r w:rsidR="004F3EFE">
        <w:t>’</w:t>
      </w:r>
      <w:r w:rsidRPr="00664355">
        <w:t xml:space="preserve">Accord de 1997, au GRVA (DSSAD, </w:t>
      </w:r>
      <w:proofErr w:type="spellStart"/>
      <w:r w:rsidRPr="00664355">
        <w:t>RxSWIN</w:t>
      </w:r>
      <w:proofErr w:type="spellEnd"/>
      <w:r w:rsidRPr="00664355">
        <w:t>, etc.) et au GRPE (essais de mesure des émissions en conduite réelle). Il a ajouté que le groupe envisageait d</w:t>
      </w:r>
      <w:r w:rsidR="004F3EFE">
        <w:t>’</w:t>
      </w:r>
      <w:r w:rsidRPr="00664355">
        <w:t>entrer en contact avec le groupe de travail informel de la DETA. Il a fait savoir que le groupe échangeait des informations sur la détection des modifications non autorisées, les technologies novatrices et la mesure du nombre de particules. Il a fait état d</w:t>
      </w:r>
      <w:r w:rsidR="004F3EFE">
        <w:t>’</w:t>
      </w:r>
      <w:r w:rsidRPr="00664355">
        <w:t>une manifestation parallèle de démonstration technologique organisée au cours de la session du CTI sur la mesure des émissions de particules.</w:t>
      </w:r>
    </w:p>
    <w:p w:rsidR="00F957A7" w:rsidRPr="00664355" w:rsidRDefault="00F957A7" w:rsidP="00F957A7">
      <w:pPr>
        <w:spacing w:after="120"/>
        <w:ind w:left="1134" w:right="1134"/>
        <w:jc w:val="both"/>
      </w:pPr>
      <w:r w:rsidRPr="00664355">
        <w:t>103.</w:t>
      </w:r>
      <w:r w:rsidRPr="00664355">
        <w:tab/>
        <w:t>Le secrétariat a fourni des informations supplémentaires sur la démonstration, qui avait inclus un système mobile ainsi qu</w:t>
      </w:r>
      <w:r w:rsidR="004F3EFE">
        <w:t>’</w:t>
      </w:r>
      <w:r w:rsidRPr="00664355">
        <w:t>un appareil miniaturisé de mesure des émissions et un banc d</w:t>
      </w:r>
      <w:r w:rsidR="004F3EFE">
        <w:t>’</w:t>
      </w:r>
      <w:r w:rsidRPr="00664355">
        <w:t>essai de freinage à rouleaux modifié pour permettre de réaliser un mini-essai sous charge des émissions d</w:t>
      </w:r>
      <w:r w:rsidR="004F3EFE">
        <w:t>’</w:t>
      </w:r>
      <w:r w:rsidRPr="00664355">
        <w:t>oxydes d</w:t>
      </w:r>
      <w:r w:rsidR="004F3EFE">
        <w:t>’</w:t>
      </w:r>
      <w:r w:rsidRPr="00664355">
        <w:t>azote.</w:t>
      </w:r>
    </w:p>
    <w:p w:rsidR="00F957A7" w:rsidRPr="00664355" w:rsidRDefault="00F957A7" w:rsidP="00F957A7">
      <w:pPr>
        <w:spacing w:after="120"/>
        <w:ind w:left="1134" w:right="1134"/>
        <w:jc w:val="both"/>
      </w:pPr>
      <w:r w:rsidRPr="00664355">
        <w:t>104.</w:t>
      </w:r>
      <w:r w:rsidRPr="00664355">
        <w:tab/>
        <w:t>Le représentant de la Suisse a informé les participants que son pays participait à l</w:t>
      </w:r>
      <w:r w:rsidR="004F3EFE">
        <w:t>’</w:t>
      </w:r>
      <w:r w:rsidRPr="00664355">
        <w:t>élaboration des critères d</w:t>
      </w:r>
      <w:r w:rsidR="004F3EFE">
        <w:t>’</w:t>
      </w:r>
      <w:r w:rsidRPr="00664355">
        <w:t>évaluation de la mesure des émissions de particules dans le contexte des contrôles techniques périodiques.</w:t>
      </w:r>
    </w:p>
    <w:p w:rsidR="00F957A7" w:rsidRPr="00664355" w:rsidRDefault="00F957A7" w:rsidP="00F957A7">
      <w:pPr>
        <w:widowControl w:val="0"/>
        <w:suppressAutoHyphens w:val="0"/>
        <w:spacing w:after="120"/>
        <w:ind w:left="1134" w:right="1134"/>
        <w:jc w:val="both"/>
      </w:pPr>
      <w:r w:rsidRPr="00664355">
        <w:t>105.</w:t>
      </w:r>
      <w:r w:rsidRPr="00664355">
        <w:tab/>
        <w:t>Le WP.29 s</w:t>
      </w:r>
      <w:r w:rsidR="004F3EFE">
        <w:t>’</w:t>
      </w:r>
      <w:r w:rsidRPr="00664355">
        <w:t>est dit intéressé par ces évolutions technologiques et a encouragé le groupe de travail informel à en rendre compte au GRPE.</w:t>
      </w:r>
    </w:p>
    <w:p w:rsidR="00F957A7" w:rsidRPr="00664355" w:rsidRDefault="00F957A7" w:rsidP="00F957A7">
      <w:pPr>
        <w:pStyle w:val="H1G"/>
      </w:pPr>
      <w:r w:rsidRPr="00664355">
        <w:tab/>
        <w:t>A.</w:t>
      </w:r>
      <w:r w:rsidRPr="00664355">
        <w:tab/>
      </w:r>
      <w:r w:rsidRPr="00664355">
        <w:rPr>
          <w:bCs/>
        </w:rPr>
        <w:t>État de l</w:t>
      </w:r>
      <w:r w:rsidR="004F3EFE">
        <w:rPr>
          <w:bCs/>
        </w:rPr>
        <w:t>’</w:t>
      </w:r>
      <w:r w:rsidRPr="00664355">
        <w:rPr>
          <w:bCs/>
        </w:rPr>
        <w:t>Accord (point 7.1 de l</w:t>
      </w:r>
      <w:r w:rsidR="004F3EFE">
        <w:rPr>
          <w:bCs/>
        </w:rPr>
        <w:t>’</w:t>
      </w:r>
      <w:r w:rsidRPr="00664355">
        <w:rPr>
          <w:bCs/>
        </w:rPr>
        <w:t>ordre du jour)</w:t>
      </w:r>
      <w:bookmarkStart w:id="86" w:name="_Toc35591696"/>
      <w:bookmarkEnd w:id="86"/>
    </w:p>
    <w:p w:rsidR="00F957A7" w:rsidRPr="00664355" w:rsidRDefault="00F957A7" w:rsidP="00F957A7">
      <w:pPr>
        <w:spacing w:after="120"/>
        <w:ind w:left="1138" w:right="1138"/>
        <w:jc w:val="both"/>
        <w:rPr>
          <w:lang w:val="en-US"/>
        </w:rPr>
      </w:pPr>
      <w:r w:rsidRPr="00664355">
        <w:rPr>
          <w:i/>
          <w:lang w:val="en-US"/>
        </w:rPr>
        <w:t>Document(s) :</w:t>
      </w:r>
      <w:r w:rsidRPr="00664355">
        <w:rPr>
          <w:lang w:val="en-US"/>
        </w:rPr>
        <w:tab/>
        <w:t>ECE/TRANS/WP.29/1074/Rev.14.</w:t>
      </w:r>
    </w:p>
    <w:p w:rsidR="00F957A7" w:rsidRPr="00664355" w:rsidRDefault="00F957A7" w:rsidP="00F957A7">
      <w:pPr>
        <w:spacing w:after="120"/>
        <w:ind w:left="1134" w:right="1134"/>
        <w:jc w:val="both"/>
      </w:pPr>
      <w:r w:rsidRPr="00664355">
        <w:t>106.</w:t>
      </w:r>
      <w:r w:rsidRPr="00664355">
        <w:tab/>
        <w:t>Le WP.29 a pris note du document de synthèse sur l</w:t>
      </w:r>
      <w:r w:rsidR="004F3EFE">
        <w:t>’</w:t>
      </w:r>
      <w:r w:rsidRPr="00664355">
        <w:t>état de l</w:t>
      </w:r>
      <w:r w:rsidR="004F3EFE">
        <w:t>’</w:t>
      </w:r>
      <w:r w:rsidRPr="00664355">
        <w:t>Accord (ECE/TRANS/WP.29/1074/Rev.14), y compris l</w:t>
      </w:r>
      <w:r w:rsidR="004F3EFE">
        <w:t>’</w:t>
      </w:r>
      <w:r w:rsidRPr="00664355">
        <w:t>état des Règles de l</w:t>
      </w:r>
      <w:r w:rsidR="004F3EFE">
        <w:t>’</w:t>
      </w:r>
      <w:r w:rsidRPr="00664355">
        <w:t>ONU qui lui sont annexées et la liste des Parties contractantes à l</w:t>
      </w:r>
      <w:r w:rsidR="004F3EFE">
        <w:t>’</w:t>
      </w:r>
      <w:r w:rsidRPr="00664355">
        <w:t xml:space="preserve">Accord et de leurs services administratifs. </w:t>
      </w:r>
    </w:p>
    <w:p w:rsidR="00F957A7" w:rsidRPr="00664355" w:rsidRDefault="00F957A7" w:rsidP="00F957A7">
      <w:pPr>
        <w:pStyle w:val="H1G"/>
      </w:pPr>
      <w:r w:rsidRPr="00664355">
        <w:tab/>
        <w:t>B.</w:t>
      </w:r>
      <w:r w:rsidRPr="00664355">
        <w:tab/>
      </w:r>
      <w:r w:rsidRPr="00664355">
        <w:rPr>
          <w:bCs/>
        </w:rPr>
        <w:t>Amendement à l</w:t>
      </w:r>
      <w:r w:rsidR="004F3EFE">
        <w:rPr>
          <w:bCs/>
        </w:rPr>
        <w:t>’</w:t>
      </w:r>
      <w:r w:rsidRPr="00664355">
        <w:rPr>
          <w:bCs/>
        </w:rPr>
        <w:t>Accord de 1997 (point 7.2 de l</w:t>
      </w:r>
      <w:r w:rsidR="004F3EFE">
        <w:rPr>
          <w:bCs/>
        </w:rPr>
        <w:t>’</w:t>
      </w:r>
      <w:r w:rsidRPr="00664355">
        <w:rPr>
          <w:bCs/>
        </w:rPr>
        <w:t>ordre du jour)</w:t>
      </w:r>
      <w:bookmarkStart w:id="87" w:name="_Toc35591697"/>
      <w:bookmarkEnd w:id="87"/>
    </w:p>
    <w:p w:rsidR="00F957A7" w:rsidRPr="00664355" w:rsidRDefault="00F957A7" w:rsidP="00F957A7">
      <w:pPr>
        <w:spacing w:after="120"/>
        <w:ind w:left="1140" w:right="1140"/>
        <w:jc w:val="both"/>
        <w:rPr>
          <w:iCs/>
          <w:lang w:val="en-US"/>
        </w:rPr>
      </w:pPr>
      <w:r w:rsidRPr="00664355">
        <w:rPr>
          <w:i/>
          <w:iCs/>
          <w:lang w:val="en-US"/>
        </w:rPr>
        <w:t>Document(s) :</w:t>
      </w:r>
      <w:r w:rsidRPr="00664355">
        <w:rPr>
          <w:lang w:val="en-US"/>
        </w:rPr>
        <w:tab/>
        <w:t>ECE/TRANS/WP.29/2020/38.</w:t>
      </w:r>
    </w:p>
    <w:p w:rsidR="00F957A7" w:rsidRPr="00664355" w:rsidRDefault="00F957A7" w:rsidP="00F957A7">
      <w:pPr>
        <w:spacing w:after="120"/>
        <w:ind w:left="1134" w:right="1134"/>
        <w:jc w:val="both"/>
      </w:pPr>
      <w:r w:rsidRPr="00664355">
        <w:t>107.</w:t>
      </w:r>
      <w:r w:rsidRPr="00664355">
        <w:tab/>
        <w:t>Le secrétariat a présenté le document ECE/TRANS/WP.29/2020/38, qui proposait un texte de synthèse de l</w:t>
      </w:r>
      <w:r w:rsidR="004F3EFE">
        <w:t>’</w:t>
      </w:r>
      <w:r w:rsidRPr="00664355">
        <w:t>Accord de 1997 sur le contrôle technique périodique des véhicules à roues. Le WP.29 a observé que le dernier amendement en date ne reflétait pas l</w:t>
      </w:r>
      <w:r w:rsidR="004F3EFE">
        <w:t>’</w:t>
      </w:r>
      <w:r w:rsidRPr="00664355">
        <w:t xml:space="preserve">ensemble des amendements précédents. </w:t>
      </w:r>
    </w:p>
    <w:p w:rsidR="00F957A7" w:rsidRPr="00664355" w:rsidRDefault="00F957A7" w:rsidP="00F957A7">
      <w:pPr>
        <w:spacing w:after="120"/>
        <w:ind w:left="1134" w:right="1134"/>
        <w:jc w:val="both"/>
      </w:pPr>
      <w:r w:rsidRPr="00664355">
        <w:t>108.</w:t>
      </w:r>
      <w:r w:rsidRPr="00664355">
        <w:tab/>
        <w:t>Le WP.29 a approuvé le document et a prié le secrétariat de le publier en tant que document de référence sur le site Web de la CEE.</w:t>
      </w:r>
    </w:p>
    <w:p w:rsidR="00F957A7" w:rsidRPr="00664355" w:rsidRDefault="00F957A7" w:rsidP="00F957A7">
      <w:pPr>
        <w:pStyle w:val="H1G"/>
      </w:pPr>
      <w:r w:rsidRPr="00664355">
        <w:lastRenderedPageBreak/>
        <w:tab/>
        <w:t>C.</w:t>
      </w:r>
      <w:r w:rsidRPr="00664355">
        <w:tab/>
      </w:r>
      <w:r w:rsidRPr="00664355">
        <w:rPr>
          <w:bCs/>
        </w:rPr>
        <w:t>Établissement de nouvelles Règles de l</w:t>
      </w:r>
      <w:r w:rsidR="004F3EFE">
        <w:rPr>
          <w:bCs/>
        </w:rPr>
        <w:t>’</w:t>
      </w:r>
      <w:r w:rsidRPr="00664355">
        <w:rPr>
          <w:bCs/>
        </w:rPr>
        <w:t>ONU annexées à l</w:t>
      </w:r>
      <w:r w:rsidR="004F3EFE">
        <w:rPr>
          <w:bCs/>
        </w:rPr>
        <w:t>’</w:t>
      </w:r>
      <w:r w:rsidRPr="00664355">
        <w:rPr>
          <w:bCs/>
        </w:rPr>
        <w:t>Accord de 1997 (point 7.3 de l</w:t>
      </w:r>
      <w:r w:rsidR="004F3EFE">
        <w:rPr>
          <w:bCs/>
        </w:rPr>
        <w:t>’</w:t>
      </w:r>
      <w:r w:rsidRPr="00664355">
        <w:rPr>
          <w:bCs/>
        </w:rPr>
        <w:t>ordre du jour)</w:t>
      </w:r>
      <w:bookmarkStart w:id="88" w:name="_Hlk22111603"/>
      <w:bookmarkStart w:id="89" w:name="_Toc35591698"/>
      <w:bookmarkEnd w:id="88"/>
      <w:bookmarkEnd w:id="89"/>
    </w:p>
    <w:p w:rsidR="00F957A7" w:rsidRPr="00664355" w:rsidRDefault="00F957A7" w:rsidP="00F957A7">
      <w:pPr>
        <w:pStyle w:val="SingleTxtG"/>
        <w:rPr>
          <w:rFonts w:eastAsia="SimSun"/>
        </w:rPr>
      </w:pPr>
      <w:r w:rsidRPr="00664355">
        <w:t>109.</w:t>
      </w:r>
      <w:r w:rsidRPr="00664355">
        <w:tab/>
        <w:t>Le WP.29 a noté qu</w:t>
      </w:r>
      <w:r w:rsidR="004F3EFE">
        <w:t>’</w:t>
      </w:r>
      <w:r w:rsidRPr="00664355">
        <w:t>aucun document n</w:t>
      </w:r>
      <w:r w:rsidR="004F3EFE">
        <w:t>’</w:t>
      </w:r>
      <w:r w:rsidRPr="00664355">
        <w:t>avait été soumis au titre de ce point de l</w:t>
      </w:r>
      <w:r w:rsidR="004F3EFE">
        <w:t>’</w:t>
      </w:r>
      <w:r w:rsidRPr="00664355">
        <w:t>ordre du jour.</w:t>
      </w:r>
    </w:p>
    <w:p w:rsidR="00F957A7" w:rsidRPr="00664355" w:rsidRDefault="00F957A7" w:rsidP="00F957A7">
      <w:pPr>
        <w:pStyle w:val="H1G"/>
        <w:rPr>
          <w:rFonts w:eastAsia="SimSun"/>
        </w:rPr>
      </w:pPr>
      <w:r w:rsidRPr="00664355">
        <w:tab/>
        <w:t>D.</w:t>
      </w:r>
      <w:r w:rsidRPr="00664355">
        <w:tab/>
      </w:r>
      <w:r w:rsidRPr="00664355">
        <w:rPr>
          <w:bCs/>
        </w:rPr>
        <w:t>Mise à jour des Règles de l</w:t>
      </w:r>
      <w:r w:rsidR="004F3EFE">
        <w:rPr>
          <w:bCs/>
        </w:rPr>
        <w:t>’</w:t>
      </w:r>
      <w:r w:rsidRPr="00664355">
        <w:rPr>
          <w:bCs/>
        </w:rPr>
        <w:t>ONU existantes annexées à l</w:t>
      </w:r>
      <w:r w:rsidR="004F3EFE">
        <w:rPr>
          <w:bCs/>
        </w:rPr>
        <w:t>’</w:t>
      </w:r>
      <w:r w:rsidRPr="00664355">
        <w:rPr>
          <w:bCs/>
        </w:rPr>
        <w:t>Accord de 1997 (point 7.4 de l</w:t>
      </w:r>
      <w:r w:rsidR="004F3EFE">
        <w:rPr>
          <w:bCs/>
        </w:rPr>
        <w:t>’</w:t>
      </w:r>
      <w:r w:rsidRPr="00664355">
        <w:rPr>
          <w:bCs/>
        </w:rPr>
        <w:t>ordre du jour)</w:t>
      </w:r>
      <w:bookmarkStart w:id="90" w:name="_Toc35591699"/>
      <w:bookmarkEnd w:id="90"/>
    </w:p>
    <w:p w:rsidR="00F957A7" w:rsidRPr="00664355" w:rsidRDefault="00F957A7" w:rsidP="00F957A7">
      <w:pPr>
        <w:spacing w:after="120"/>
        <w:ind w:left="2835" w:right="1134" w:hanging="1701"/>
        <w:jc w:val="both"/>
        <w:rPr>
          <w:rFonts w:eastAsia="SimSun"/>
          <w:lang w:val="en-US"/>
        </w:rPr>
      </w:pPr>
      <w:r w:rsidRPr="00664355">
        <w:rPr>
          <w:i/>
          <w:lang w:val="en-US"/>
        </w:rPr>
        <w:t>Document(s) :</w:t>
      </w:r>
      <w:r w:rsidRPr="00664355">
        <w:rPr>
          <w:lang w:val="en-US"/>
        </w:rPr>
        <w:tab/>
        <w:t xml:space="preserve">ECE/TRANS/WP.29/2020/39 ; </w:t>
      </w:r>
      <w:r w:rsidRPr="00664355">
        <w:rPr>
          <w:lang w:val="en-US"/>
        </w:rPr>
        <w:br/>
        <w:t>ECE/TRANS/WP.29/2020/40.</w:t>
      </w:r>
    </w:p>
    <w:p w:rsidR="00F957A7" w:rsidRPr="00664355" w:rsidRDefault="00F957A7" w:rsidP="00F957A7">
      <w:pPr>
        <w:spacing w:line="240" w:lineRule="auto"/>
        <w:ind w:left="1134" w:right="1134"/>
        <w:jc w:val="both"/>
        <w:rPr>
          <w:rFonts w:eastAsia="SimSun"/>
        </w:rPr>
      </w:pPr>
      <w:r w:rsidRPr="00664355">
        <w:t>110.</w:t>
      </w:r>
      <w:r w:rsidRPr="00664355">
        <w:tab/>
        <w:t>Le WP.29 a examiné les projets de mise à jour des Règles de l</w:t>
      </w:r>
      <w:r w:rsidR="004F3EFE">
        <w:t>’</w:t>
      </w:r>
      <w:r w:rsidRPr="00664355">
        <w:t>ONU existantes annexées à l</w:t>
      </w:r>
      <w:r w:rsidR="004F3EFE">
        <w:t>’</w:t>
      </w:r>
      <w:r w:rsidRPr="00664355">
        <w:t>Accord de 1997 au titre des points 7.4.1 et 7.4.2 de l</w:t>
      </w:r>
      <w:r w:rsidR="004F3EFE">
        <w:t>’</w:t>
      </w:r>
      <w:r w:rsidRPr="00664355">
        <w:t>ordre du jour et a recommandé qu</w:t>
      </w:r>
      <w:r w:rsidR="004F3EFE">
        <w:t>’</w:t>
      </w:r>
      <w:r w:rsidRPr="00664355">
        <w:t>ils soient soumis au vote de l</w:t>
      </w:r>
      <w:r w:rsidR="004F3EFE">
        <w:t>’</w:t>
      </w:r>
      <w:r w:rsidRPr="00664355">
        <w:t>AC.4.</w:t>
      </w:r>
    </w:p>
    <w:p w:rsidR="00F957A7" w:rsidRPr="00664355" w:rsidRDefault="00F957A7" w:rsidP="00F957A7">
      <w:pPr>
        <w:pStyle w:val="H1G"/>
        <w:rPr>
          <w:rFonts w:eastAsia="SimSun"/>
        </w:rPr>
      </w:pPr>
      <w:r w:rsidRPr="00664355">
        <w:tab/>
        <w:t>E.</w:t>
      </w:r>
      <w:r w:rsidRPr="00664355">
        <w:tab/>
      </w:r>
      <w:r w:rsidRPr="00664355">
        <w:rPr>
          <w:bCs/>
        </w:rPr>
        <w:t>Mise à jour de la Résolution d</w:t>
      </w:r>
      <w:r w:rsidR="004F3EFE">
        <w:rPr>
          <w:bCs/>
        </w:rPr>
        <w:t>’</w:t>
      </w:r>
      <w:r w:rsidRPr="00664355">
        <w:rPr>
          <w:bCs/>
        </w:rPr>
        <w:t>ensemble R.E.6 relative aux prescriptions applicables au matériel d</w:t>
      </w:r>
      <w:r w:rsidR="004F3EFE">
        <w:rPr>
          <w:bCs/>
        </w:rPr>
        <w:t>’</w:t>
      </w:r>
      <w:r w:rsidRPr="00664355">
        <w:rPr>
          <w:bCs/>
        </w:rPr>
        <w:t>essai, aux qualifications et à la formation des inspecteurs et à la supervision des centres d</w:t>
      </w:r>
      <w:r w:rsidR="004F3EFE">
        <w:rPr>
          <w:bCs/>
        </w:rPr>
        <w:t>’</w:t>
      </w:r>
      <w:r w:rsidRPr="00664355">
        <w:rPr>
          <w:bCs/>
        </w:rPr>
        <w:t>essai (point 7.5 de l</w:t>
      </w:r>
      <w:r w:rsidR="004F3EFE">
        <w:rPr>
          <w:bCs/>
        </w:rPr>
        <w:t>’</w:t>
      </w:r>
      <w:r w:rsidRPr="00664355">
        <w:rPr>
          <w:bCs/>
        </w:rPr>
        <w:t>ordre du jour)</w:t>
      </w:r>
      <w:bookmarkStart w:id="91" w:name="_Toc35591700"/>
      <w:bookmarkEnd w:id="91"/>
    </w:p>
    <w:p w:rsidR="00F957A7" w:rsidRPr="00664355" w:rsidRDefault="00F957A7" w:rsidP="00F957A7">
      <w:pPr>
        <w:spacing w:after="120"/>
        <w:ind w:left="2835" w:right="1140" w:hanging="1695"/>
        <w:jc w:val="both"/>
        <w:rPr>
          <w:rFonts w:eastAsia="SimSun"/>
        </w:rPr>
      </w:pPr>
      <w:r w:rsidRPr="00664355">
        <w:rPr>
          <w:i/>
          <w:iCs/>
        </w:rPr>
        <w:t>Document(s) :</w:t>
      </w:r>
      <w:r w:rsidRPr="00664355">
        <w:tab/>
        <w:t xml:space="preserve">ECE/TRANS/WP.29/2019/120 ; </w:t>
      </w:r>
      <w:r w:rsidRPr="00664355">
        <w:rPr>
          <w:rFonts w:eastAsia="SimSun"/>
        </w:rPr>
        <w:br/>
      </w:r>
      <w:r w:rsidRPr="00664355">
        <w:t>document informel WP.29-180-06.</w:t>
      </w:r>
    </w:p>
    <w:p w:rsidR="00F957A7" w:rsidRPr="00664355" w:rsidRDefault="00F957A7" w:rsidP="00F957A7">
      <w:pPr>
        <w:spacing w:after="120"/>
        <w:ind w:left="1134" w:right="1134"/>
        <w:jc w:val="both"/>
      </w:pPr>
      <w:r w:rsidRPr="00664355">
        <w:t>111.</w:t>
      </w:r>
      <w:r w:rsidRPr="00664355">
        <w:tab/>
        <w:t>Le Secrétaire du groupe de travail informel sur les contrôles techniques périodiques a demandé au WP.29 de reporter son examen du document ECE/TRANS/WP.29/2019/120, le groupe souhaitant débattre davantage du document informel WP.29-180-06 présenté par le GRPE. Il a annoncé qu</w:t>
      </w:r>
      <w:r w:rsidR="004F3EFE">
        <w:t>’</w:t>
      </w:r>
      <w:r w:rsidRPr="00664355">
        <w:t>une version consolidée du document serait présentée à une session ultérieure du WP.29.</w:t>
      </w:r>
    </w:p>
    <w:p w:rsidR="00F957A7" w:rsidRPr="00664355" w:rsidRDefault="00F957A7" w:rsidP="00F957A7">
      <w:pPr>
        <w:pStyle w:val="HChG"/>
        <w:rPr>
          <w:rFonts w:eastAsia="SimSun"/>
        </w:rPr>
      </w:pPr>
      <w:bookmarkStart w:id="92" w:name="_Hlk34857810"/>
      <w:r w:rsidRPr="00664355">
        <w:tab/>
        <w:t>X.</w:t>
      </w:r>
      <w:r w:rsidRPr="00664355">
        <w:tab/>
      </w:r>
      <w:r w:rsidRPr="00664355">
        <w:rPr>
          <w:bCs/>
        </w:rPr>
        <w:t>Questions diverses (point 8 de l</w:t>
      </w:r>
      <w:r w:rsidR="004F3EFE">
        <w:rPr>
          <w:bCs/>
        </w:rPr>
        <w:t>’</w:t>
      </w:r>
      <w:r w:rsidRPr="00664355">
        <w:rPr>
          <w:bCs/>
        </w:rPr>
        <w:t>ordre du jour)</w:t>
      </w:r>
      <w:bookmarkStart w:id="93" w:name="_Toc35591701"/>
      <w:bookmarkEnd w:id="93"/>
    </w:p>
    <w:p w:rsidR="00F957A7" w:rsidRPr="00664355" w:rsidRDefault="00F957A7" w:rsidP="00F957A7">
      <w:pPr>
        <w:pStyle w:val="H1G"/>
        <w:rPr>
          <w:rFonts w:eastAsia="SimSun"/>
        </w:rPr>
      </w:pPr>
      <w:r w:rsidRPr="00664355">
        <w:tab/>
        <w:t>A.</w:t>
      </w:r>
      <w:r w:rsidRPr="00664355">
        <w:tab/>
      </w:r>
      <w:r w:rsidRPr="00664355">
        <w:rPr>
          <w:bCs/>
        </w:rPr>
        <w:t>Échange d</w:t>
      </w:r>
      <w:r w:rsidR="004F3EFE">
        <w:rPr>
          <w:bCs/>
        </w:rPr>
        <w:t>’</w:t>
      </w:r>
      <w:r w:rsidRPr="00664355">
        <w:rPr>
          <w:bCs/>
        </w:rPr>
        <w:t>informations sur les mesures appliquées en cas de défaut</w:t>
      </w:r>
      <w:r w:rsidRPr="00664355">
        <w:rPr>
          <w:bCs/>
          <w:vertAlign w:val="superscript"/>
        </w:rPr>
        <w:t xml:space="preserve"> </w:t>
      </w:r>
      <w:r w:rsidRPr="00664355">
        <w:rPr>
          <w:bCs/>
        </w:rPr>
        <w:t>et de non-conformité, notamment les systèmes de rappel</w:t>
      </w:r>
      <w:r w:rsidRPr="00664355">
        <w:rPr>
          <w:bCs/>
          <w:vertAlign w:val="superscript"/>
        </w:rPr>
        <w:t xml:space="preserve"> </w:t>
      </w:r>
      <w:r w:rsidRPr="00664355">
        <w:rPr>
          <w:bCs/>
        </w:rPr>
        <w:t>(point 8.1 de l</w:t>
      </w:r>
      <w:r w:rsidR="004F3EFE">
        <w:rPr>
          <w:bCs/>
        </w:rPr>
        <w:t>’</w:t>
      </w:r>
      <w:r w:rsidRPr="00664355">
        <w:rPr>
          <w:bCs/>
        </w:rPr>
        <w:t>ordre du jour)</w:t>
      </w:r>
      <w:bookmarkStart w:id="94" w:name="_Toc35591702"/>
      <w:bookmarkEnd w:id="94"/>
    </w:p>
    <w:p w:rsidR="00F957A7" w:rsidRPr="00664355" w:rsidRDefault="00F957A7" w:rsidP="00F957A7">
      <w:pPr>
        <w:spacing w:after="120"/>
        <w:ind w:left="1134" w:right="1134"/>
        <w:jc w:val="both"/>
        <w:rPr>
          <w:rFonts w:eastAsia="SimSun"/>
        </w:rPr>
      </w:pPr>
      <w:r w:rsidRPr="00664355">
        <w:rPr>
          <w:i/>
          <w:iCs/>
        </w:rPr>
        <w:t>Document(s) :</w:t>
      </w:r>
      <w:r w:rsidRPr="00664355">
        <w:tab/>
        <w:t>Documents informels WP.29-180-16 et WP.29-180-17.</w:t>
      </w:r>
    </w:p>
    <w:p w:rsidR="00F957A7" w:rsidRPr="00664355" w:rsidRDefault="00F957A7" w:rsidP="00F957A7">
      <w:pPr>
        <w:pStyle w:val="SingleTxtG"/>
        <w:rPr>
          <w:rFonts w:eastAsia="SimSun"/>
        </w:rPr>
      </w:pPr>
      <w:r w:rsidRPr="00664355">
        <w:t>112.</w:t>
      </w:r>
      <w:r w:rsidRPr="00664355">
        <w:tab/>
        <w:t>Le WP.29 a décidé de remettre l</w:t>
      </w:r>
      <w:r w:rsidR="004F3EFE">
        <w:t>’</w:t>
      </w:r>
      <w:r w:rsidRPr="00664355">
        <w:t>examen de ce point à sa prochaine session.</w:t>
      </w:r>
    </w:p>
    <w:bookmarkEnd w:id="92"/>
    <w:p w:rsidR="00F957A7" w:rsidRPr="00664355" w:rsidRDefault="00F957A7" w:rsidP="00F957A7">
      <w:pPr>
        <w:pStyle w:val="H1G"/>
        <w:rPr>
          <w:rFonts w:eastAsia="SimSun"/>
        </w:rPr>
      </w:pPr>
      <w:r w:rsidRPr="00664355">
        <w:tab/>
        <w:t>B.</w:t>
      </w:r>
      <w:r w:rsidRPr="00664355">
        <w:tab/>
      </w:r>
      <w:r w:rsidRPr="00664355">
        <w:rPr>
          <w:bCs/>
        </w:rPr>
        <w:t>Cohérence entre les dispositions de la Convention de Vienne de 1968</w:t>
      </w:r>
      <w:r w:rsidRPr="00664355">
        <w:rPr>
          <w:bCs/>
          <w:vertAlign w:val="superscript"/>
        </w:rPr>
        <w:t xml:space="preserve"> </w:t>
      </w:r>
      <w:r w:rsidRPr="00664355">
        <w:rPr>
          <w:bCs/>
        </w:rPr>
        <w:t>et les dispositions techniques concernant les véhicules des Règlements ONU et des RTM ONU adoptées dans le cadre des Accords de 1958</w:t>
      </w:r>
      <w:r w:rsidRPr="00664355">
        <w:rPr>
          <w:bCs/>
          <w:vertAlign w:val="superscript"/>
        </w:rPr>
        <w:t xml:space="preserve"> </w:t>
      </w:r>
      <w:r w:rsidRPr="00664355">
        <w:rPr>
          <w:bCs/>
        </w:rPr>
        <w:t>et de 1998 (point 8.2 de l</w:t>
      </w:r>
      <w:r w:rsidR="004F3EFE">
        <w:rPr>
          <w:bCs/>
        </w:rPr>
        <w:t>’</w:t>
      </w:r>
      <w:r w:rsidRPr="00664355">
        <w:rPr>
          <w:bCs/>
        </w:rPr>
        <w:t>ordre du jour)</w:t>
      </w:r>
      <w:bookmarkStart w:id="95" w:name="_Toc35591703"/>
      <w:bookmarkEnd w:id="95"/>
    </w:p>
    <w:p w:rsidR="00F957A7" w:rsidRPr="00664355" w:rsidRDefault="00F957A7" w:rsidP="00F957A7">
      <w:pPr>
        <w:spacing w:after="120"/>
        <w:ind w:left="2835" w:right="1134" w:hanging="1701"/>
        <w:rPr>
          <w:rFonts w:eastAsia="SimSun"/>
          <w:iCs/>
        </w:rPr>
      </w:pPr>
      <w:r w:rsidRPr="00664355">
        <w:rPr>
          <w:i/>
          <w:iCs/>
        </w:rPr>
        <w:t>Document(s) :</w:t>
      </w:r>
      <w:r w:rsidRPr="00664355">
        <w:tab/>
        <w:t>Documents informels WP.29-180-23, WP.29-180-25 et WP.29</w:t>
      </w:r>
      <w:r w:rsidRPr="00664355">
        <w:noBreakHyphen/>
        <w:t>180</w:t>
      </w:r>
      <w:r w:rsidRPr="00664355">
        <w:noBreakHyphen/>
        <w:t>26.</w:t>
      </w:r>
    </w:p>
    <w:p w:rsidR="00F957A7" w:rsidRPr="00664355" w:rsidRDefault="00F957A7" w:rsidP="00F957A7">
      <w:pPr>
        <w:spacing w:after="120" w:line="240" w:lineRule="auto"/>
        <w:ind w:left="1140" w:right="1140"/>
        <w:jc w:val="both"/>
      </w:pPr>
      <w:r w:rsidRPr="00664355">
        <w:t>113.</w:t>
      </w:r>
      <w:r w:rsidRPr="00664355">
        <w:tab/>
        <w:t>Une réunion conjointe du WP.29 et du Forum mondial de la sécurité routière (WP.1), sur des sujets d</w:t>
      </w:r>
      <w:r w:rsidR="004F3EFE">
        <w:t>’</w:t>
      </w:r>
      <w:r w:rsidRPr="00664355">
        <w:t>intérêt commun se rapportant à la conduite automatisée a eu lieu le 11 mars 2020. Les présidents du WP.1 et du WP.29 ont ouvert la réunion et ont rappelé les activités de collaboration entreprises dans le domaine des véhicules automatisés, notamment la récente manifestation parallèle organisée pendant la semaine de la 3</w:t>
      </w:r>
      <w:r w:rsidRPr="00664355">
        <w:rPr>
          <w:vertAlign w:val="superscript"/>
        </w:rPr>
        <w:t>e</w:t>
      </w:r>
      <w:r w:rsidRPr="00664355">
        <w:t> Conférence ministérielle mondiale sur la sécurité routière en Suède (février 2020). Le Président du WP.29 s</w:t>
      </w:r>
      <w:r w:rsidR="004F3EFE">
        <w:t>’</w:t>
      </w:r>
      <w:r w:rsidRPr="00664355">
        <w:t>est déclaré reconnaissant de la tenue de cette réunion.</w:t>
      </w:r>
    </w:p>
    <w:p w:rsidR="00F957A7" w:rsidRPr="00664355" w:rsidRDefault="00F957A7" w:rsidP="00F957A7">
      <w:pPr>
        <w:spacing w:after="120" w:line="240" w:lineRule="auto"/>
        <w:ind w:left="1140" w:right="1140"/>
        <w:jc w:val="both"/>
      </w:pPr>
      <w:r w:rsidRPr="00664355">
        <w:lastRenderedPageBreak/>
        <w:t>114.</w:t>
      </w:r>
      <w:r w:rsidRPr="00664355">
        <w:tab/>
        <w:t>Le représentant de la France, en sa qualité de Vice-Président du WP.1, a rappelé un premier résultat obtenu en septembre 2018 par le WP.1, à savoir l</w:t>
      </w:r>
      <w:r w:rsidR="004F3EFE">
        <w:t>’</w:t>
      </w:r>
      <w:r w:rsidRPr="00664355">
        <w:t>adoption d</w:t>
      </w:r>
      <w:r w:rsidR="004F3EFE">
        <w:t>’</w:t>
      </w:r>
      <w:r w:rsidRPr="00664355">
        <w:t>une résolution sur le déploiement de véhicules hautement et entièrement automatisés dans la circulation routière. Il a signalé que le WP.1 souhaitait avoir un échange de vues sur les activités autres que la conduite, sur le délai donné par les systèmes de conduite automatisés de niveau 3 aux conducteurs pour reprendre le contrôle lorsque</w:t>
      </w:r>
      <w:r w:rsidRPr="00664355">
        <w:rPr>
          <w:vertAlign w:val="superscript"/>
        </w:rPr>
        <w:t xml:space="preserve"> </w:t>
      </w:r>
      <w:r w:rsidRPr="00664355">
        <w:t>leur véhicule le leur demande, sur l</w:t>
      </w:r>
      <w:r w:rsidR="004F3EFE">
        <w:t>’</w:t>
      </w:r>
      <w:r w:rsidRPr="00664355">
        <w:t>interface homme-machine (IHM) externe de ces véhicules et sur l</w:t>
      </w:r>
      <w:r w:rsidR="004F3EFE">
        <w:t>’</w:t>
      </w:r>
      <w:r w:rsidRPr="00664355">
        <w:t>accès aux données contenues dans le système de stockage des données pour la conduite automatisée. La Présidente du WP.1 a souligné que les activités menées devraient avoir un « sens ». Le représentant du Japon, en sa qualité de Vice-Présiden</w:t>
      </w:r>
      <w:r w:rsidR="00D34F33">
        <w:t>t</w:t>
      </w:r>
      <w:r w:rsidRPr="00664355">
        <w:t xml:space="preserve"> du GRVA, a présenté le document WP.29-180-25 qui informe sur la structure des groupes relevant du WP.29, la stratégie du WP.29 en matière de véhicules automatisés et les réalisations récentes du WP.29 les concernant.</w:t>
      </w:r>
    </w:p>
    <w:p w:rsidR="00F957A7" w:rsidRPr="00664355" w:rsidRDefault="00F957A7" w:rsidP="00F957A7">
      <w:pPr>
        <w:spacing w:after="120" w:line="240" w:lineRule="auto"/>
        <w:ind w:left="1140" w:right="1140"/>
        <w:jc w:val="both"/>
      </w:pPr>
      <w:r w:rsidRPr="00664355">
        <w:t>115.</w:t>
      </w:r>
      <w:r w:rsidRPr="00664355">
        <w:tab/>
        <w:t>La Présidente du WP.1 a constaté la complexité de la structure présentée. La représentante des États-Unis d</w:t>
      </w:r>
      <w:r w:rsidR="004F3EFE">
        <w:t>’</w:t>
      </w:r>
      <w:r w:rsidRPr="00664355">
        <w:t>Amérique a salué la présentation au WP.1 par le représentant du Canada d</w:t>
      </w:r>
      <w:r w:rsidR="004F3EFE">
        <w:t>’</w:t>
      </w:r>
      <w:r w:rsidRPr="00664355">
        <w:t>un document sur la collaboration entre le WP.1 et le WP.29. Elle a exprimé l</w:t>
      </w:r>
      <w:r w:rsidR="004F3EFE">
        <w:t>’</w:t>
      </w:r>
      <w:r w:rsidRPr="00664355">
        <w:t>espoir que cela se reproduise éventuellement tous les ans ou, si ce n</w:t>
      </w:r>
      <w:r w:rsidR="004F3EFE">
        <w:t>’</w:t>
      </w:r>
      <w:r w:rsidRPr="00664355">
        <w:t>est pas possible, que les deux groupes puissent échanger des informations succinctes consignées dans des documents d</w:t>
      </w:r>
      <w:r w:rsidR="004F3EFE">
        <w:t>’</w:t>
      </w:r>
      <w:r w:rsidRPr="00664355">
        <w:t>une ou deux pages. Le représentant de l</w:t>
      </w:r>
      <w:r w:rsidR="004F3EFE">
        <w:t>’</w:t>
      </w:r>
      <w:r w:rsidRPr="00664355">
        <w:t>Allemagne, en sa qualité de Président du GRVA, a souligné la nécessité d</w:t>
      </w:r>
      <w:r w:rsidR="004F3EFE">
        <w:t>’</w:t>
      </w:r>
      <w:r w:rsidRPr="00664355">
        <w:t>une coopération. Il a annoncé l</w:t>
      </w:r>
      <w:r w:rsidR="004F3EFE">
        <w:t>’</w:t>
      </w:r>
      <w:r w:rsidRPr="00664355">
        <w:t>achèvement par le GRVA de la rédaction des Règlements ONU concernant les ALKS, la cybersécurité et les mises à jour de logiciels. Il a salué l</w:t>
      </w:r>
      <w:r w:rsidR="004F3EFE">
        <w:t>’</w:t>
      </w:r>
      <w:r w:rsidRPr="00664355">
        <w:t>intervention de la représentante des États-Unis et a appuyé l</w:t>
      </w:r>
      <w:r w:rsidR="004F3EFE">
        <w:t>’</w:t>
      </w:r>
      <w:r w:rsidRPr="00664355">
        <w:t>idée d</w:t>
      </w:r>
      <w:r w:rsidR="004F3EFE">
        <w:t>’</w:t>
      </w:r>
      <w:r w:rsidRPr="00664355">
        <w:t>avoir des échanges réguliers. Le représentant du Canada a cité quelques sujets se trouvant à l</w:t>
      </w:r>
      <w:r w:rsidR="004F3EFE">
        <w:t>’</w:t>
      </w:r>
      <w:r w:rsidRPr="00664355">
        <w:t>intersection des domaines d</w:t>
      </w:r>
      <w:r w:rsidR="004F3EFE">
        <w:t>’</w:t>
      </w:r>
      <w:r w:rsidRPr="00664355">
        <w:t>activité des deux groupes, dont certaines considérations relatives à l</w:t>
      </w:r>
      <w:r w:rsidR="004F3EFE">
        <w:t>’</w:t>
      </w:r>
      <w:r w:rsidRPr="00664355">
        <w:t>IHM et le langage commun. Il a mis en relief le rôle central joué par le groupe de travail informel des prescriptions fonctionnelles applicables aux véhicules automatisés et autonomes du GRVA et le Groupe informel d</w:t>
      </w:r>
      <w:r w:rsidR="004F3EFE">
        <w:t>’</w:t>
      </w:r>
      <w:r w:rsidRPr="00664355">
        <w:t>experts sur la conduite automatisée du WP.1.</w:t>
      </w:r>
    </w:p>
    <w:p w:rsidR="00F957A7" w:rsidRPr="00664355" w:rsidRDefault="00F957A7" w:rsidP="00F957A7">
      <w:pPr>
        <w:spacing w:after="120" w:line="240" w:lineRule="auto"/>
        <w:ind w:left="1140" w:right="1140"/>
        <w:jc w:val="both"/>
      </w:pPr>
      <w:r w:rsidRPr="00664355">
        <w:t>116.</w:t>
      </w:r>
      <w:r w:rsidRPr="00664355">
        <w:tab/>
        <w:t xml:space="preserve">Le </w:t>
      </w:r>
      <w:r w:rsidR="00345A70">
        <w:t>P</w:t>
      </w:r>
      <w:r w:rsidRPr="00664355">
        <w:t>résident du WP.29 a lancé le débat sur la terminologie commune. Le représentant du Royaume-Uni de Grande-Bretagne et d</w:t>
      </w:r>
      <w:r w:rsidR="004F3EFE">
        <w:t>’</w:t>
      </w:r>
      <w:r w:rsidRPr="00664355">
        <w:t>Irlande du Nord, coprésident du groupe de travail informel des STI, a présenté le document WP.29-180-26, ainsi qu</w:t>
      </w:r>
      <w:r w:rsidR="004F3EFE">
        <w:t>’</w:t>
      </w:r>
      <w:r w:rsidRPr="00664355">
        <w:t>un glossaire des termes et définitions utilisés par le WP.1 et le WP.29. Il a fourni trois exemples démontrant l</w:t>
      </w:r>
      <w:r w:rsidR="004F3EFE">
        <w:t>’</w:t>
      </w:r>
      <w:r w:rsidRPr="00664355">
        <w:t>existence d</w:t>
      </w:r>
      <w:r w:rsidR="004F3EFE">
        <w:t>’</w:t>
      </w:r>
      <w:r w:rsidRPr="00664355">
        <w:t xml:space="preserve">incohérences dans les définitions exactes mais pas de contradictions directes. Le </w:t>
      </w:r>
      <w:r w:rsidR="00E070E1">
        <w:t>S</w:t>
      </w:r>
      <w:r w:rsidRPr="00664355">
        <w:t xml:space="preserve">ecrétaire du WP.1 a présenté un document mettant en évidence les définitions du Règlement </w:t>
      </w:r>
      <w:r w:rsidR="00337BB2" w:rsidRPr="002D76F4">
        <w:rPr>
          <w:rFonts w:eastAsia="MS Mincho"/>
          <w:szCs w:val="22"/>
        </w:rPr>
        <w:t>n</w:t>
      </w:r>
      <w:r w:rsidR="00337BB2" w:rsidRPr="002D76F4">
        <w:rPr>
          <w:rFonts w:eastAsia="MS Mincho"/>
          <w:szCs w:val="22"/>
          <w:vertAlign w:val="superscript"/>
        </w:rPr>
        <w:t>o</w:t>
      </w:r>
      <w:r w:rsidRPr="00664355">
        <w:t> 79 que le WP.1 aurait certainement rédigées différemment. L</w:t>
      </w:r>
      <w:r w:rsidR="004F3EFE">
        <w:t>’</w:t>
      </w:r>
      <w:r w:rsidRPr="00664355">
        <w:t>expert de l</w:t>
      </w:r>
      <w:r w:rsidR="004F3EFE">
        <w:t>’</w:t>
      </w:r>
      <w:r w:rsidRPr="00664355">
        <w:t>UIT a fait rapport sur les</w:t>
      </w:r>
      <w:r w:rsidR="00337BB2">
        <w:t xml:space="preserve"> </w:t>
      </w:r>
      <w:r w:rsidRPr="00664355">
        <w:t>activités menées par cette organisation dans la perspective de la cible de développement durable 3.6 et sur l</w:t>
      </w:r>
      <w:r w:rsidR="004F3EFE">
        <w:t>’</w:t>
      </w:r>
      <w:r w:rsidRPr="00664355">
        <w:t>évaluation des comportements au volant. Il a souligné l</w:t>
      </w:r>
      <w:r w:rsidR="004F3EFE">
        <w:t>’</w:t>
      </w:r>
      <w:r w:rsidRPr="00664355">
        <w:t>intérêt porté par l</w:t>
      </w:r>
      <w:r w:rsidR="004F3EFE">
        <w:t>’</w:t>
      </w:r>
      <w:r w:rsidRPr="00664355">
        <w:t>UIT aux questions de la durée de vie, du cycle de vie et du suivi, entre autres. Il a fait observer que dans la Convention sur la circulation routière, il était implicitement admis que tous les conducteurs étaient de niveau 5 et qu</w:t>
      </w:r>
      <w:r w:rsidR="004F3EFE">
        <w:t>’</w:t>
      </w:r>
      <w:r w:rsidRPr="00664355">
        <w:t>ils pouvaient transposer leur savoir d</w:t>
      </w:r>
      <w:r w:rsidR="004F3EFE">
        <w:t>’</w:t>
      </w:r>
      <w:r w:rsidRPr="00664355">
        <w:t>un environnement à un autre, ce qui n</w:t>
      </w:r>
      <w:r w:rsidR="004F3EFE">
        <w:t>’</w:t>
      </w:r>
      <w:r w:rsidRPr="00664355">
        <w:t>était pas le cas pour les systèmes de conduite automatisés. Il a noté que la situation évoluait dans le sens d</w:t>
      </w:r>
      <w:r w:rsidR="004F3EFE">
        <w:t>’</w:t>
      </w:r>
      <w:r w:rsidRPr="00664355">
        <w:t>un double système de réglementation, l</w:t>
      </w:r>
      <w:r w:rsidR="004F3EFE">
        <w:t>’</w:t>
      </w:r>
      <w:r w:rsidRPr="00664355">
        <w:t>un pour la conduite manuelle et l</w:t>
      </w:r>
      <w:r w:rsidR="004F3EFE">
        <w:t>’</w:t>
      </w:r>
      <w:r w:rsidRPr="00664355">
        <w:t>autre pour la conduite automatisée. À</w:t>
      </w:r>
      <w:r w:rsidR="00337BB2">
        <w:t xml:space="preserve"> </w:t>
      </w:r>
      <w:r w:rsidRPr="00664355">
        <w:t>son</w:t>
      </w:r>
      <w:r w:rsidR="00337BB2">
        <w:t xml:space="preserve"> </w:t>
      </w:r>
      <w:r w:rsidRPr="00664355">
        <w:t>avis, il fallait que les manœuvres décidées par une intelligence artificielle ne soient pas négligentes, dangereuses ou téméraires, mais judicieuses, raisonnables et circonspectes. Le système devait être informé et toujours prêt à prendre des mesures.</w:t>
      </w:r>
    </w:p>
    <w:p w:rsidR="00F957A7" w:rsidRPr="00664355" w:rsidRDefault="00F957A7" w:rsidP="00F957A7">
      <w:pPr>
        <w:spacing w:after="120" w:line="240" w:lineRule="auto"/>
        <w:ind w:left="1140" w:right="1140"/>
        <w:jc w:val="both"/>
      </w:pPr>
      <w:r w:rsidRPr="00664355">
        <w:t>117.</w:t>
      </w:r>
      <w:r w:rsidRPr="00664355">
        <w:tab/>
        <w:t xml:space="preserve">Le </w:t>
      </w:r>
      <w:r w:rsidR="00657974">
        <w:t>V</w:t>
      </w:r>
      <w:r w:rsidRPr="00664355">
        <w:t>ice-président du WP.1 a souligné la nécessité de prendre des décisions en faveur de la collaboration. La représentante des États-Unis d</w:t>
      </w:r>
      <w:r w:rsidR="004F3EFE">
        <w:t>’</w:t>
      </w:r>
      <w:r w:rsidRPr="00664355">
        <w:t>Amérique a rappelé l</w:t>
      </w:r>
      <w:r w:rsidR="004F3EFE">
        <w:t>’</w:t>
      </w:r>
      <w:r w:rsidRPr="00664355">
        <w:t>invitation du Président du GRVA. Elle a fait valoir l</w:t>
      </w:r>
      <w:r w:rsidR="004F3EFE">
        <w:t>’</w:t>
      </w:r>
      <w:r w:rsidRPr="00664355">
        <w:t>importance de mieux comprendre les perspectives des deux groupes. Elle a souligné que les délégués des deux groupes ne devraient pas éprouver de gêne à participer à toutes les réunions du GRVA (et de ses sous-groupes). Le représentant du Canada a exprimé l</w:t>
      </w:r>
      <w:r w:rsidR="004F3EFE">
        <w:t>’</w:t>
      </w:r>
      <w:r w:rsidRPr="00664355">
        <w:t>espoir que les deux forums s</w:t>
      </w:r>
      <w:r w:rsidR="004F3EFE">
        <w:t>’</w:t>
      </w:r>
      <w:r w:rsidRPr="00664355">
        <w:t>accordent pour i) se réunir régulièrement, ii) travailler sur la terminologie et permettre ainsi au groupe de travail informel des prescriptions fonctionnelles applicables aux véhicules automatisés et autonomes et au Groupe informel d</w:t>
      </w:r>
      <w:r w:rsidR="004F3EFE">
        <w:t>’</w:t>
      </w:r>
      <w:r w:rsidRPr="00664355">
        <w:t>experts sur la conduite automatisée de se rencontrer et de travailler ensemble en vue de mener à bien un plan de travail ambitieux et iii) s</w:t>
      </w:r>
      <w:r w:rsidR="004F3EFE">
        <w:t>’</w:t>
      </w:r>
      <w:r w:rsidRPr="00664355">
        <w:t>engager à partager, examiner et commenter dans un délai raisonnable, sur demande, les documents pertinents. La Présidente du WP.1 a invité les délégués du WP.29 à se joindre à la discussion sur le</w:t>
      </w:r>
      <w:r w:rsidR="00191222">
        <w:t xml:space="preserve"> </w:t>
      </w:r>
      <w:r w:rsidRPr="00664355">
        <w:t xml:space="preserve">point 11 </w:t>
      </w:r>
      <w:r w:rsidR="005456A7">
        <w:t>en vue de rédiger</w:t>
      </w:r>
      <w:r w:rsidRPr="00664355">
        <w:t xml:space="preserve"> de</w:t>
      </w:r>
      <w:r w:rsidR="005456A7">
        <w:t>s</w:t>
      </w:r>
      <w:r w:rsidRPr="00664355">
        <w:t xml:space="preserve"> conclusions </w:t>
      </w:r>
      <w:r w:rsidR="005456A7">
        <w:t>d’ici la fin</w:t>
      </w:r>
      <w:r w:rsidRPr="00664355">
        <w:t xml:space="preserve"> de la semaine. Le </w:t>
      </w:r>
      <w:r w:rsidRPr="00664355">
        <w:lastRenderedPageBreak/>
        <w:t>représentant de l</w:t>
      </w:r>
      <w:r w:rsidR="004F3EFE">
        <w:t>’</w:t>
      </w:r>
      <w:r w:rsidRPr="00664355">
        <w:t>OICA s</w:t>
      </w:r>
      <w:r w:rsidR="004F3EFE">
        <w:t>’</w:t>
      </w:r>
      <w:r w:rsidRPr="00664355">
        <w:t>est félicité de l</w:t>
      </w:r>
      <w:r w:rsidR="004F3EFE">
        <w:t>’</w:t>
      </w:r>
      <w:r w:rsidRPr="00664355">
        <w:t>échange de vues et a proposé de nommer un nouveau représentant du WP.29 auprès du WP.1 pour remplacer M.</w:t>
      </w:r>
      <w:r w:rsidR="00191222">
        <w:t> </w:t>
      </w:r>
      <w:proofErr w:type="spellStart"/>
      <w:r w:rsidRPr="00664355">
        <w:t>Asplund</w:t>
      </w:r>
      <w:proofErr w:type="spellEnd"/>
      <w:r w:rsidRPr="00664355">
        <w:t xml:space="preserve"> (Finlande), qui ne faisait plus partie des</w:t>
      </w:r>
      <w:r w:rsidR="00191222">
        <w:t xml:space="preserve"> </w:t>
      </w:r>
      <w:r w:rsidRPr="00664355">
        <w:t>deux groupes.</w:t>
      </w:r>
    </w:p>
    <w:p w:rsidR="00F957A7" w:rsidRPr="00664355" w:rsidRDefault="00F957A7" w:rsidP="00F957A7">
      <w:pPr>
        <w:spacing w:after="120" w:line="240" w:lineRule="auto"/>
        <w:ind w:left="1140" w:right="1140"/>
        <w:jc w:val="both"/>
      </w:pPr>
      <w:r w:rsidRPr="00664355">
        <w:t>118.</w:t>
      </w:r>
      <w:r w:rsidRPr="00664355">
        <w:tab/>
        <w:t>Le représentant du Royaume-Uni de Grande-Bretagne et d</w:t>
      </w:r>
      <w:r w:rsidR="004F3EFE">
        <w:t>’</w:t>
      </w:r>
      <w:r w:rsidRPr="00664355">
        <w:t>Irlande du Nord au WP.1 a demandé s</w:t>
      </w:r>
      <w:r w:rsidR="004F3EFE">
        <w:t>’</w:t>
      </w:r>
      <w:r w:rsidRPr="00664355">
        <w:t>il était possible de discuter du document relatif à la création d</w:t>
      </w:r>
      <w:r w:rsidR="004F3EFE">
        <w:t>’</w:t>
      </w:r>
      <w:r w:rsidRPr="00664355">
        <w:t>un nouveau groupe d</w:t>
      </w:r>
      <w:r w:rsidR="004F3EFE">
        <w:t>’</w:t>
      </w:r>
      <w:r w:rsidRPr="00664355">
        <w:t>experts du WP.1 sur une nouvelle convention. La Présidente du WP.1 a expliqué qu</w:t>
      </w:r>
      <w:r w:rsidR="004F3EFE">
        <w:t>’</w:t>
      </w:r>
      <w:r w:rsidRPr="00664355">
        <w:t>il était prévu d</w:t>
      </w:r>
      <w:r w:rsidR="004F3EFE">
        <w:t>’</w:t>
      </w:r>
      <w:r w:rsidRPr="00664355">
        <w:t>examiner ce document le lendemain. Elle a fait savoir que la réponse à la question se trouvait dans la décision 35 du CTI.</w:t>
      </w:r>
    </w:p>
    <w:p w:rsidR="00F957A7" w:rsidRPr="00664355" w:rsidRDefault="00F957A7" w:rsidP="00F957A7">
      <w:pPr>
        <w:pStyle w:val="SingleTxtG"/>
        <w:rPr>
          <w:rFonts w:eastAsia="SimSun"/>
          <w:iCs/>
        </w:rPr>
      </w:pPr>
      <w:r w:rsidRPr="00664355">
        <w:t>119.</w:t>
      </w:r>
      <w:r w:rsidRPr="00664355">
        <w:tab/>
        <w:t>Le Président du WP.29 a conclu la séance en faisant part de son impression que la réunion conjointe a été utile et qu</w:t>
      </w:r>
      <w:r w:rsidR="004F3EFE">
        <w:t>’</w:t>
      </w:r>
      <w:r w:rsidRPr="00664355">
        <w:t>on pourrait répéter l</w:t>
      </w:r>
      <w:r w:rsidR="004F3EFE">
        <w:t>’</w:t>
      </w:r>
      <w:r w:rsidRPr="00664355">
        <w:t>expérience. Il a noté qu</w:t>
      </w:r>
      <w:r w:rsidR="004F3EFE">
        <w:t>’</w:t>
      </w:r>
      <w:r w:rsidRPr="00664355">
        <w:t>il pourrait être utile de travailler sur la terminologie et que l</w:t>
      </w:r>
      <w:r w:rsidR="004F3EFE">
        <w:t>’</w:t>
      </w:r>
      <w:r w:rsidRPr="00664355">
        <w:t>échange de documents donnant des informations sur les dernières évolutions de la situation était une bonne idée. La Présidente du WP.1 a invité les représentants des États-Unis et du Canada à rédiger des parties du rapport du WP.1.</w:t>
      </w:r>
    </w:p>
    <w:p w:rsidR="00F957A7" w:rsidRPr="00664355" w:rsidRDefault="00F957A7" w:rsidP="00F957A7">
      <w:pPr>
        <w:pStyle w:val="H1G"/>
        <w:rPr>
          <w:rFonts w:eastAsia="SimSun"/>
        </w:rPr>
      </w:pPr>
      <w:r w:rsidRPr="00664355">
        <w:tab/>
        <w:t>C.</w:t>
      </w:r>
      <w:r w:rsidRPr="00664355">
        <w:tab/>
      </w:r>
      <w:r w:rsidRPr="00664355">
        <w:rPr>
          <w:bCs/>
        </w:rPr>
        <w:t>Sécurité des enfants transportés par autobus et autocar (point </w:t>
      </w:r>
      <w:r w:rsidR="003A679E">
        <w:rPr>
          <w:bCs/>
        </w:rPr>
        <w:t>8.3</w:t>
      </w:r>
      <w:r w:rsidRPr="00664355">
        <w:rPr>
          <w:bCs/>
        </w:rPr>
        <w:t xml:space="preserve"> de l</w:t>
      </w:r>
      <w:r w:rsidR="004F3EFE">
        <w:rPr>
          <w:bCs/>
        </w:rPr>
        <w:t>’</w:t>
      </w:r>
      <w:r w:rsidRPr="00664355">
        <w:rPr>
          <w:bCs/>
        </w:rPr>
        <w:t>ordre du jour)</w:t>
      </w:r>
      <w:bookmarkStart w:id="96" w:name="_Toc35591704"/>
      <w:bookmarkEnd w:id="96"/>
    </w:p>
    <w:p w:rsidR="00F957A7" w:rsidRPr="00664355" w:rsidRDefault="00F957A7" w:rsidP="00F957A7">
      <w:pPr>
        <w:spacing w:after="120"/>
        <w:ind w:left="2834" w:right="1134" w:hanging="1700"/>
        <w:rPr>
          <w:rFonts w:eastAsia="SimSun"/>
          <w:iCs/>
          <w:lang w:val="en-US"/>
        </w:rPr>
      </w:pPr>
      <w:r w:rsidRPr="00664355">
        <w:rPr>
          <w:i/>
          <w:iCs/>
          <w:lang w:val="en-US"/>
        </w:rPr>
        <w:t>Document(s) :</w:t>
      </w:r>
      <w:r w:rsidRPr="00664355">
        <w:rPr>
          <w:lang w:val="en-US"/>
        </w:rPr>
        <w:tab/>
        <w:t>ECE/TRANS/WP.29/2020/35.</w:t>
      </w:r>
    </w:p>
    <w:p w:rsidR="00F957A7" w:rsidRPr="00664355" w:rsidRDefault="00F957A7" w:rsidP="00F957A7">
      <w:pPr>
        <w:spacing w:after="120"/>
        <w:ind w:left="1134" w:right="1134"/>
        <w:jc w:val="both"/>
        <w:rPr>
          <w:rFonts w:eastAsia="SimSun"/>
        </w:rPr>
      </w:pPr>
      <w:r w:rsidRPr="00664355">
        <w:t>120.</w:t>
      </w:r>
      <w:r w:rsidRPr="00664355">
        <w:tab/>
        <w:t>Le secrétariat a présenté le document ECE/TRANS/WP.29/2020/35 sur la sécurité du transport des enfants dans les autobus et les autocars, qui présentait le premier rapport d</w:t>
      </w:r>
      <w:r w:rsidR="004F3EFE">
        <w:t>’</w:t>
      </w:r>
      <w:r w:rsidRPr="00664355">
        <w:t>activité et le mandat du groupe de travail informel. Le WP.29 a noté que les mandats des groupes de travail informels étaient généralement joints en annexe aux rapports des groupes de travail et approuvés par le WP.29 lors de l</w:t>
      </w:r>
      <w:r w:rsidR="004F3EFE">
        <w:t>’</w:t>
      </w:r>
      <w:r w:rsidRPr="00664355">
        <w:t>adoption du rapport. Le WP.29 a approuvé le mandat du groupe de travail informel reproduit dans l</w:t>
      </w:r>
      <w:r w:rsidR="004F3EFE">
        <w:t>’</w:t>
      </w:r>
      <w:r w:rsidRPr="00664355">
        <w:t>annexe du</w:t>
      </w:r>
      <w:r w:rsidR="00DD39E7">
        <w:t xml:space="preserve"> </w:t>
      </w:r>
      <w:r w:rsidRPr="00664355">
        <w:t>document</w:t>
      </w:r>
      <w:r w:rsidR="00DD39E7">
        <w:t xml:space="preserve"> </w:t>
      </w:r>
      <w:r w:rsidRPr="00664355">
        <w:t>ECE/TRANS/WP.29/2020/35.</w:t>
      </w:r>
    </w:p>
    <w:p w:rsidR="00F957A7" w:rsidRPr="00664355" w:rsidRDefault="00F957A7" w:rsidP="00F957A7">
      <w:pPr>
        <w:pStyle w:val="H1G"/>
        <w:rPr>
          <w:rFonts w:eastAsia="SimSun"/>
        </w:rPr>
      </w:pPr>
      <w:r w:rsidRPr="00664355">
        <w:tab/>
        <w:t>D.</w:t>
      </w:r>
      <w:r w:rsidRPr="00664355">
        <w:tab/>
      </w:r>
      <w:r w:rsidRPr="00664355">
        <w:rPr>
          <w:bCs/>
        </w:rPr>
        <w:t>Documents destinés à la publication (point 8.4 de l</w:t>
      </w:r>
      <w:r w:rsidR="004F3EFE">
        <w:rPr>
          <w:bCs/>
        </w:rPr>
        <w:t>’</w:t>
      </w:r>
      <w:r w:rsidRPr="00664355">
        <w:rPr>
          <w:bCs/>
        </w:rPr>
        <w:t>ordre du jour)</w:t>
      </w:r>
      <w:bookmarkStart w:id="97" w:name="_Toc35591705"/>
      <w:bookmarkEnd w:id="97"/>
    </w:p>
    <w:p w:rsidR="00F957A7" w:rsidRPr="00664355" w:rsidRDefault="00F957A7" w:rsidP="00F957A7">
      <w:pPr>
        <w:spacing w:after="120"/>
        <w:ind w:left="1140" w:right="1140"/>
        <w:jc w:val="both"/>
      </w:pPr>
      <w:r w:rsidRPr="00664355">
        <w:rPr>
          <w:i/>
          <w:iCs/>
        </w:rPr>
        <w:t>Document(s) :</w:t>
      </w:r>
      <w:r w:rsidRPr="00664355">
        <w:tab/>
        <w:t>Document informel WP.29-180-14.</w:t>
      </w:r>
    </w:p>
    <w:p w:rsidR="00F957A7" w:rsidRPr="00664355" w:rsidRDefault="00F957A7" w:rsidP="00F957A7">
      <w:pPr>
        <w:pStyle w:val="SingleTxtG"/>
        <w:rPr>
          <w:rFonts w:eastAsia="SimSun"/>
        </w:rPr>
      </w:pPr>
      <w:r w:rsidRPr="00664355">
        <w:t>121.</w:t>
      </w:r>
      <w:r w:rsidRPr="00664355">
        <w:tab/>
        <w:t>Le Secrétaire du WP.29 a présenté le document informel WP.29-180-14 et a annoncé que les amendements convenus en novembre 2019 entreraient en vigueur en mai 2020. Il</w:t>
      </w:r>
      <w:r w:rsidR="00DD39E7">
        <w:t xml:space="preserve"> </w:t>
      </w:r>
      <w:r w:rsidRPr="00664355">
        <w:t>a</w:t>
      </w:r>
      <w:r w:rsidR="00DD39E7">
        <w:t xml:space="preserve"> </w:t>
      </w:r>
      <w:r w:rsidRPr="00664355">
        <w:t>précisé que les rectificatifs devraient uniquement porter sur les fautes de frappe et ne devraient avoir aucun impact sur le fond.</w:t>
      </w:r>
    </w:p>
    <w:p w:rsidR="00F957A7" w:rsidRPr="00664355" w:rsidRDefault="00F957A7" w:rsidP="00F957A7">
      <w:pPr>
        <w:pStyle w:val="HChG"/>
        <w:rPr>
          <w:rFonts w:eastAsia="SimSun"/>
        </w:rPr>
      </w:pPr>
      <w:r w:rsidRPr="00664355">
        <w:tab/>
        <w:t>XI.</w:t>
      </w:r>
      <w:r w:rsidRPr="00664355">
        <w:tab/>
      </w:r>
      <w:r w:rsidRPr="00664355">
        <w:rPr>
          <w:bCs/>
        </w:rPr>
        <w:t>Adoption du rapport (point 9 de l</w:t>
      </w:r>
      <w:r w:rsidR="004F3EFE">
        <w:rPr>
          <w:bCs/>
        </w:rPr>
        <w:t>’</w:t>
      </w:r>
      <w:r w:rsidRPr="00664355">
        <w:rPr>
          <w:bCs/>
        </w:rPr>
        <w:t>ordre du jour)</w:t>
      </w:r>
      <w:bookmarkStart w:id="98" w:name="_Toc35591706"/>
      <w:bookmarkEnd w:id="98"/>
    </w:p>
    <w:p w:rsidR="00F957A7" w:rsidRPr="00664355" w:rsidRDefault="00F957A7" w:rsidP="00F957A7">
      <w:pPr>
        <w:pStyle w:val="SingleTxtG"/>
        <w:rPr>
          <w:rFonts w:eastAsia="SimSun"/>
          <w:iCs/>
        </w:rPr>
      </w:pPr>
      <w:r w:rsidRPr="00664355">
        <w:t>122.</w:t>
      </w:r>
      <w:r w:rsidRPr="00664355">
        <w:tab/>
        <w:t>Le Forum mondial a adopté le rapport de sa 180</w:t>
      </w:r>
      <w:r w:rsidRPr="00664355">
        <w:rPr>
          <w:vertAlign w:val="superscript"/>
        </w:rPr>
        <w:t>e</w:t>
      </w:r>
      <w:r w:rsidRPr="00664355">
        <w:t> session et ses annexes sur la base d</w:t>
      </w:r>
      <w:r w:rsidR="004F3EFE">
        <w:t>’</w:t>
      </w:r>
      <w:r w:rsidRPr="00664355">
        <w:t>un projet établi par le secrétariat. Le rapport comprend des sections relatives à la soixante</w:t>
      </w:r>
      <w:r w:rsidRPr="00664355">
        <w:noBreakHyphen/>
        <w:t>quatorzième session du Comité d</w:t>
      </w:r>
      <w:r w:rsidR="004F3EFE">
        <w:t>’</w:t>
      </w:r>
      <w:r w:rsidRPr="00664355">
        <w:t>administration de l</w:t>
      </w:r>
      <w:r w:rsidR="004F3EFE">
        <w:t>’</w:t>
      </w:r>
      <w:r w:rsidRPr="00664355">
        <w:t>Accord de 1958 (AC.1), à la cinquante-huitième session du Comité exécutif de l</w:t>
      </w:r>
      <w:r w:rsidR="004F3EFE">
        <w:t>’</w:t>
      </w:r>
      <w:r w:rsidRPr="00664355">
        <w:t>Accord de 1998 (AC.3) et à la</w:t>
      </w:r>
      <w:r w:rsidR="00DD39E7">
        <w:t xml:space="preserve"> </w:t>
      </w:r>
      <w:r w:rsidRPr="00664355">
        <w:t>tre</w:t>
      </w:r>
      <w:r w:rsidR="009C29B3">
        <w:t>izi</w:t>
      </w:r>
      <w:r w:rsidRPr="00664355">
        <w:t>ème</w:t>
      </w:r>
      <w:r w:rsidR="00DD39E7">
        <w:t xml:space="preserve"> </w:t>
      </w:r>
      <w:r w:rsidRPr="00664355">
        <w:t>session du Comité d</w:t>
      </w:r>
      <w:r w:rsidR="004F3EFE">
        <w:t>’</w:t>
      </w:r>
      <w:r w:rsidRPr="00664355">
        <w:t>administration de l</w:t>
      </w:r>
      <w:r w:rsidR="004F3EFE">
        <w:t>’</w:t>
      </w:r>
      <w:r w:rsidRPr="00664355">
        <w:t>Accord de 1997 (AC.4).</w:t>
      </w:r>
    </w:p>
    <w:p w:rsidR="00F957A7" w:rsidRPr="00664355" w:rsidRDefault="00F957A7" w:rsidP="00F957A7">
      <w:pPr>
        <w:pStyle w:val="HChG"/>
        <w:rPr>
          <w:rFonts w:eastAsia="SimSun"/>
          <w:sz w:val="24"/>
        </w:rPr>
      </w:pPr>
      <w:r w:rsidRPr="00664355">
        <w:tab/>
        <w:t>B.</w:t>
      </w:r>
      <w:r w:rsidRPr="00664355">
        <w:tab/>
      </w:r>
      <w:r w:rsidRPr="00664355">
        <w:rPr>
          <w:bCs/>
        </w:rPr>
        <w:t>Comité d</w:t>
      </w:r>
      <w:r w:rsidR="004F3EFE">
        <w:rPr>
          <w:bCs/>
        </w:rPr>
        <w:t>’</w:t>
      </w:r>
      <w:r w:rsidRPr="00664355">
        <w:rPr>
          <w:bCs/>
        </w:rPr>
        <w:t>administration de l</w:t>
      </w:r>
      <w:r w:rsidR="004F3EFE">
        <w:rPr>
          <w:bCs/>
        </w:rPr>
        <w:t>’</w:t>
      </w:r>
      <w:r w:rsidRPr="00664355">
        <w:rPr>
          <w:bCs/>
        </w:rPr>
        <w:t>Accord de 1958 (AC.1)</w:t>
      </w:r>
      <w:bookmarkStart w:id="99" w:name="_Toc35591707"/>
      <w:bookmarkEnd w:id="99"/>
    </w:p>
    <w:p w:rsidR="00F957A7" w:rsidRPr="00664355" w:rsidRDefault="00F957A7" w:rsidP="00F957A7">
      <w:pPr>
        <w:pStyle w:val="HChG"/>
        <w:rPr>
          <w:rFonts w:eastAsia="SimSun"/>
        </w:rPr>
      </w:pPr>
      <w:r w:rsidRPr="00664355">
        <w:tab/>
        <w:t>XII.</w:t>
      </w:r>
      <w:r w:rsidRPr="00664355">
        <w:tab/>
      </w:r>
      <w:r w:rsidRPr="00664355">
        <w:rPr>
          <w:bCs/>
        </w:rPr>
        <w:t>Constitution du Comité AC.1 (point 10 de l</w:t>
      </w:r>
      <w:r w:rsidR="004F3EFE">
        <w:rPr>
          <w:bCs/>
        </w:rPr>
        <w:t>’</w:t>
      </w:r>
      <w:r w:rsidRPr="00664355">
        <w:rPr>
          <w:bCs/>
        </w:rPr>
        <w:t>ordre du jour)</w:t>
      </w:r>
      <w:bookmarkStart w:id="100" w:name="_Toc35591708"/>
      <w:bookmarkEnd w:id="100"/>
    </w:p>
    <w:p w:rsidR="00F957A7" w:rsidRPr="00664355" w:rsidRDefault="00F957A7" w:rsidP="00F957A7">
      <w:pPr>
        <w:spacing w:before="120" w:after="120"/>
        <w:ind w:left="1134" w:right="1134"/>
        <w:jc w:val="both"/>
        <w:rPr>
          <w:rFonts w:eastAsia="SimSun"/>
        </w:rPr>
      </w:pPr>
      <w:r w:rsidRPr="00664355">
        <w:t>123.</w:t>
      </w:r>
      <w:r w:rsidRPr="00664355">
        <w:tab/>
        <w:t>Les membres de l</w:t>
      </w:r>
      <w:r w:rsidR="004F3EFE">
        <w:t>’</w:t>
      </w:r>
      <w:r w:rsidRPr="00664355">
        <w:t>AC.1 ont décidé que les membres participant à distance seraient pris en compte dans le calcul du quorum et seraient admis à voter, en raison des circonstances exceptionnelles liées à l</w:t>
      </w:r>
      <w:r w:rsidR="004F3EFE">
        <w:t>’</w:t>
      </w:r>
      <w:r w:rsidRPr="00664355">
        <w:t>épidémie de COVID-19.</w:t>
      </w:r>
    </w:p>
    <w:p w:rsidR="00F957A7" w:rsidRPr="00664355" w:rsidRDefault="00F957A7" w:rsidP="00F957A7">
      <w:pPr>
        <w:spacing w:before="120" w:after="120"/>
        <w:ind w:left="1134" w:right="1134"/>
        <w:jc w:val="both"/>
        <w:rPr>
          <w:rFonts w:eastAsia="SimSun"/>
        </w:rPr>
      </w:pPr>
      <w:r w:rsidRPr="00664355">
        <w:lastRenderedPageBreak/>
        <w:t>124.</w:t>
      </w:r>
      <w:r w:rsidRPr="00664355">
        <w:tab/>
        <w:t>Sur les 56 Parties contractantes à l</w:t>
      </w:r>
      <w:r w:rsidR="004F3EFE">
        <w:t>’</w:t>
      </w:r>
      <w:r w:rsidRPr="00664355">
        <w:t>Accord, 39</w:t>
      </w:r>
      <w:r w:rsidRPr="00664355">
        <w:rPr>
          <w:rStyle w:val="Appelnotedebasdep"/>
        </w:rPr>
        <w:footnoteReference w:id="5"/>
      </w:r>
      <w:r w:rsidRPr="00664355">
        <w:t xml:space="preserve"> étaient représentées. Elles ont constitué le Comité AC.1 pour sa soixante-quatorzième session tenue le 11 mars 2020.</w:t>
      </w:r>
    </w:p>
    <w:p w:rsidR="00F957A7" w:rsidRPr="00664355" w:rsidRDefault="00F957A7" w:rsidP="00F957A7">
      <w:pPr>
        <w:spacing w:after="120"/>
        <w:ind w:left="1134" w:right="1134"/>
        <w:jc w:val="both"/>
        <w:rPr>
          <w:rFonts w:eastAsia="SimSun"/>
        </w:rPr>
      </w:pPr>
      <w:r w:rsidRPr="00664355">
        <w:t>125.</w:t>
      </w:r>
      <w:r w:rsidRPr="00664355">
        <w:tab/>
        <w:t>L</w:t>
      </w:r>
      <w:r w:rsidR="004F3EFE">
        <w:t>’</w:t>
      </w:r>
      <w:r w:rsidRPr="00664355">
        <w:t>AC.1 a invité le Président du Forum mondial à présider la session.</w:t>
      </w:r>
    </w:p>
    <w:p w:rsidR="00F957A7" w:rsidRPr="00664355" w:rsidRDefault="00F957A7" w:rsidP="00F957A7">
      <w:pPr>
        <w:pStyle w:val="HChG"/>
        <w:rPr>
          <w:rFonts w:eastAsia="SimSun"/>
        </w:rPr>
      </w:pPr>
      <w:r w:rsidRPr="00664355">
        <w:tab/>
        <w:t>XIII.</w:t>
      </w:r>
      <w:r w:rsidRPr="00664355">
        <w:tab/>
      </w:r>
      <w:r w:rsidRPr="00664355">
        <w:rPr>
          <w:bCs/>
        </w:rPr>
        <w:t>Propositions d</w:t>
      </w:r>
      <w:r w:rsidR="004F3EFE">
        <w:rPr>
          <w:bCs/>
        </w:rPr>
        <w:t>’</w:t>
      </w:r>
      <w:r w:rsidRPr="00664355">
        <w:rPr>
          <w:bCs/>
        </w:rPr>
        <w:t>amendements et de rectificatifs à des Règlements ONU</w:t>
      </w:r>
      <w:r w:rsidRPr="00664355">
        <w:rPr>
          <w:bCs/>
          <w:vertAlign w:val="superscript"/>
        </w:rPr>
        <w:t xml:space="preserve"> </w:t>
      </w:r>
      <w:r w:rsidRPr="00664355">
        <w:rPr>
          <w:bCs/>
        </w:rPr>
        <w:t>existants et de nouveaux Règlements ONU − Vote du Comité d</w:t>
      </w:r>
      <w:r w:rsidR="004F3EFE">
        <w:rPr>
          <w:bCs/>
        </w:rPr>
        <w:t>’</w:t>
      </w:r>
      <w:r w:rsidRPr="00664355">
        <w:rPr>
          <w:bCs/>
        </w:rPr>
        <w:t>administration</w:t>
      </w:r>
      <w:r w:rsidRPr="00664355">
        <w:rPr>
          <w:bCs/>
          <w:vertAlign w:val="superscript"/>
        </w:rPr>
        <w:t xml:space="preserve"> </w:t>
      </w:r>
      <w:r w:rsidRPr="00664355">
        <w:rPr>
          <w:bCs/>
        </w:rPr>
        <w:t>AC.1 (point 11 de l</w:t>
      </w:r>
      <w:r w:rsidR="004F3EFE">
        <w:rPr>
          <w:bCs/>
        </w:rPr>
        <w:t>’</w:t>
      </w:r>
      <w:r w:rsidRPr="00664355">
        <w:rPr>
          <w:bCs/>
        </w:rPr>
        <w:t>ordre du jour)</w:t>
      </w:r>
      <w:bookmarkStart w:id="101" w:name="_Toc35591709"/>
      <w:bookmarkEnd w:id="101"/>
    </w:p>
    <w:p w:rsidR="00F9573C" w:rsidRDefault="00F957A7" w:rsidP="00F957A7">
      <w:pPr>
        <w:pStyle w:val="SingleTxtG"/>
      </w:pPr>
      <w:r w:rsidRPr="00664355">
        <w:t>126.</w:t>
      </w:r>
      <w:r w:rsidRPr="00664355">
        <w:tab/>
        <w:t>Les résultats du vote sur les documents présentés sont indiqués dans les tableaux ci</w:t>
      </w:r>
      <w:r w:rsidRPr="00664355">
        <w:noBreakHyphen/>
        <w:t>après, conformément aux dispositions de l</w:t>
      </w:r>
      <w:r w:rsidR="004F3EFE">
        <w:t>’</w:t>
      </w:r>
      <w:r w:rsidRPr="00664355">
        <w:t>article 12 et de l</w:t>
      </w:r>
      <w:r w:rsidR="004F3EFE">
        <w:t>’</w:t>
      </w:r>
      <w:r w:rsidRPr="00664355">
        <w:t>appendice de la révision 3 de l</w:t>
      </w:r>
      <w:r w:rsidR="004F3EFE">
        <w:t>’</w:t>
      </w:r>
      <w:r w:rsidRPr="00664355">
        <w:t>Accord de 1958 :</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59"/>
        <w:gridCol w:w="630"/>
        <w:gridCol w:w="1440"/>
        <w:gridCol w:w="891"/>
        <w:gridCol w:w="1702"/>
        <w:gridCol w:w="452"/>
      </w:tblGrid>
      <w:tr w:rsidR="00F957A7" w:rsidRPr="00664355" w:rsidTr="00D64D4A">
        <w:trPr>
          <w:cantSplit/>
          <w:trHeight w:val="350"/>
          <w:tblHeader/>
        </w:trPr>
        <w:tc>
          <w:tcPr>
            <w:tcW w:w="9525" w:type="dxa"/>
            <w:gridSpan w:val="8"/>
            <w:tcBorders>
              <w:bottom w:val="single" w:sz="4" w:space="0" w:color="auto"/>
            </w:tcBorders>
            <w:vAlign w:val="center"/>
          </w:tcPr>
          <w:p w:rsidR="00F957A7" w:rsidRPr="00664355" w:rsidRDefault="00F957A7" w:rsidP="00D64D4A">
            <w:pPr>
              <w:keepNext/>
              <w:keepLines/>
              <w:tabs>
                <w:tab w:val="left" w:pos="851"/>
                <w:tab w:val="left" w:pos="5727"/>
                <w:tab w:val="left" w:pos="9575"/>
              </w:tabs>
              <w:spacing w:before="80" w:after="80" w:line="220" w:lineRule="exact"/>
              <w:ind w:left="57" w:right="57"/>
              <w:jc w:val="center"/>
              <w:outlineLvl w:val="0"/>
              <w:rPr>
                <w:rFonts w:eastAsia="SimSun"/>
                <w:i/>
                <w:sz w:val="18"/>
                <w:szCs w:val="18"/>
              </w:rPr>
            </w:pPr>
            <w:r w:rsidRPr="00664355">
              <w:rPr>
                <w:i/>
                <w:iCs/>
                <w:sz w:val="18"/>
                <w:szCs w:val="18"/>
              </w:rPr>
              <w:t>Amendements à des Règlements existants</w:t>
            </w:r>
          </w:p>
        </w:tc>
      </w:tr>
      <w:tr w:rsidR="00F957A7" w:rsidRPr="00664355" w:rsidTr="00215118">
        <w:trPr>
          <w:cantSplit/>
          <w:trHeight w:val="1154"/>
          <w:tblHeader/>
        </w:trPr>
        <w:tc>
          <w:tcPr>
            <w:tcW w:w="709"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 xml:space="preserve">Règlement </w:t>
            </w:r>
            <w:r w:rsidR="00215118" w:rsidRPr="00215118">
              <w:rPr>
                <w:rFonts w:eastAsia="MS Mincho"/>
                <w:i/>
                <w:iCs/>
                <w:sz w:val="18"/>
                <w:szCs w:val="18"/>
              </w:rPr>
              <w:t>n</w:t>
            </w:r>
            <w:r w:rsidR="00215118" w:rsidRPr="00215118">
              <w:rPr>
                <w:rFonts w:eastAsia="MS Mincho"/>
                <w:i/>
                <w:iCs/>
                <w:sz w:val="18"/>
                <w:szCs w:val="18"/>
                <w:vertAlign w:val="superscript"/>
              </w:rPr>
              <w:t>o</w:t>
            </w:r>
            <w:r w:rsidR="00215118">
              <w:rPr>
                <w:i/>
                <w:iCs/>
                <w:sz w:val="18"/>
                <w:szCs w:val="18"/>
              </w:rPr>
              <w:t xml:space="preserve"> </w:t>
            </w:r>
          </w:p>
        </w:tc>
        <w:tc>
          <w:tcPr>
            <w:tcW w:w="3042"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Sujet du Règlement</w:t>
            </w:r>
          </w:p>
        </w:tc>
        <w:tc>
          <w:tcPr>
            <w:tcW w:w="1289" w:type="dxa"/>
            <w:gridSpan w:val="2"/>
            <w:tcBorders>
              <w:bottom w:val="single" w:sz="4"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Parties contractantes</w:t>
            </w:r>
          </w:p>
        </w:tc>
        <w:tc>
          <w:tcPr>
            <w:tcW w:w="1440"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Document :</w:t>
            </w:r>
          </w:p>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ECE/TRANS/WP.29/….</w:t>
            </w:r>
          </w:p>
        </w:tc>
        <w:tc>
          <w:tcPr>
            <w:tcW w:w="891"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sz w:val="18"/>
                <w:szCs w:val="18"/>
              </w:rPr>
            </w:pPr>
            <w:r w:rsidRPr="00664355">
              <w:rPr>
                <w:i/>
                <w:iCs/>
                <w:sz w:val="18"/>
                <w:szCs w:val="18"/>
              </w:rPr>
              <w:t>Résultat du vote :</w:t>
            </w:r>
          </w:p>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Pour/contre/abstentions</w:t>
            </w:r>
          </w:p>
        </w:tc>
        <w:tc>
          <w:tcPr>
            <w:tcW w:w="1702"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Statut du document</w:t>
            </w:r>
          </w:p>
        </w:tc>
        <w:tc>
          <w:tcPr>
            <w:tcW w:w="452"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Remarque</w:t>
            </w:r>
          </w:p>
        </w:tc>
      </w:tr>
      <w:tr w:rsidR="00F957A7" w:rsidRPr="00664355" w:rsidTr="00D64D4A">
        <w:trPr>
          <w:cantSplit/>
          <w:trHeight w:val="1351"/>
          <w:tblHeader/>
        </w:trPr>
        <w:tc>
          <w:tcPr>
            <w:tcW w:w="709"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3042"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659" w:type="dxa"/>
            <w:tcBorders>
              <w:top w:val="single" w:sz="4" w:space="0" w:color="auto"/>
              <w:bottom w:val="single" w:sz="12" w:space="0" w:color="auto"/>
            </w:tcBorders>
            <w:textDirection w:val="btL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Appliquant</w:t>
            </w:r>
            <w:r w:rsidRPr="00664355">
              <w:rPr>
                <w:i/>
                <w:iCs/>
                <w:sz w:val="18"/>
                <w:szCs w:val="18"/>
                <w:vertAlign w:val="superscript"/>
              </w:rPr>
              <w:t xml:space="preserve"> </w:t>
            </w:r>
            <w:r w:rsidRPr="00664355">
              <w:rPr>
                <w:i/>
                <w:iCs/>
                <w:sz w:val="18"/>
                <w:szCs w:val="18"/>
              </w:rPr>
              <w:t>le Règlement</w:t>
            </w:r>
          </w:p>
        </w:tc>
        <w:tc>
          <w:tcPr>
            <w:tcW w:w="630" w:type="dxa"/>
            <w:tcBorders>
              <w:top w:val="single" w:sz="4" w:space="0" w:color="auto"/>
              <w:bottom w:val="single" w:sz="12" w:space="0" w:color="auto"/>
            </w:tcBorders>
            <w:textDirection w:val="btL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Représentées et votantes</w:t>
            </w:r>
          </w:p>
        </w:tc>
        <w:tc>
          <w:tcPr>
            <w:tcW w:w="1440"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891"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1702"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452"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r>
      <w:tr w:rsidR="00F957A7" w:rsidRPr="00664355" w:rsidTr="00D64D4A">
        <w:trPr>
          <w:cantSplit/>
          <w:trHeight w:val="454"/>
        </w:trPr>
        <w:tc>
          <w:tcPr>
            <w:tcW w:w="70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9</w:t>
            </w:r>
          </w:p>
        </w:tc>
        <w:tc>
          <w:tcPr>
            <w:tcW w:w="3042" w:type="dxa"/>
            <w:tcBorders>
              <w:top w:val="single" w:sz="12" w:space="0" w:color="auto"/>
              <w:bottom w:val="single" w:sz="4" w:space="0" w:color="auto"/>
            </w:tcBorders>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Bruit des véhicules à trois roues</w:t>
            </w:r>
          </w:p>
        </w:tc>
        <w:tc>
          <w:tcPr>
            <w:tcW w:w="659" w:type="dxa"/>
            <w:tcBorders>
              <w:top w:val="single" w:sz="12" w:space="0" w:color="auto"/>
              <w:bottom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29</w:t>
            </w:r>
          </w:p>
        </w:tc>
        <w:tc>
          <w:tcPr>
            <w:tcW w:w="630" w:type="dxa"/>
            <w:tcBorders>
              <w:top w:val="single" w:sz="12" w:space="0" w:color="auto"/>
              <w:bottom w:val="single" w:sz="4" w:space="0" w:color="auto"/>
            </w:tcBorders>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w:t>
            </w:r>
          </w:p>
        </w:tc>
        <w:tc>
          <w:tcPr>
            <w:tcW w:w="1440" w:type="dxa"/>
            <w:tcBorders>
              <w:top w:val="single" w:sz="12" w:space="0" w:color="auto"/>
              <w:bottom w:val="single" w:sz="4" w:space="0" w:color="auto"/>
            </w:tcBorders>
            <w:shd w:val="clear" w:color="auto" w:fill="auto"/>
          </w:tcPr>
          <w:p w:rsidR="00F957A7" w:rsidRPr="00664355" w:rsidRDefault="00F957A7" w:rsidP="00D64D4A">
            <w:pPr>
              <w:keepNext/>
              <w:keepLines/>
              <w:rPr>
                <w:rFonts w:eastAsia="SimSun"/>
                <w:sz w:val="18"/>
                <w:szCs w:val="18"/>
              </w:rPr>
            </w:pPr>
            <w:r w:rsidRPr="00664355">
              <w:rPr>
                <w:sz w:val="18"/>
                <w:szCs w:val="18"/>
              </w:rPr>
              <w:t>2020/2</w:t>
            </w:r>
          </w:p>
        </w:tc>
        <w:tc>
          <w:tcPr>
            <w:tcW w:w="891" w:type="dxa"/>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20/0/0</w:t>
            </w:r>
          </w:p>
        </w:tc>
        <w:tc>
          <w:tcPr>
            <w:tcW w:w="1702" w:type="dxa"/>
            <w:shd w:val="clear" w:color="auto" w:fill="auto"/>
          </w:tcPr>
          <w:p w:rsidR="00F957A7" w:rsidRPr="00664355" w:rsidRDefault="00F957A7" w:rsidP="00D64D4A">
            <w:pPr>
              <w:keepNext/>
              <w:keepLines/>
              <w:rPr>
                <w:rFonts w:eastAsia="SimSun"/>
                <w:sz w:val="18"/>
                <w:szCs w:val="18"/>
              </w:rPr>
            </w:pPr>
            <w:r w:rsidRPr="00664355">
              <w:rPr>
                <w:sz w:val="18"/>
                <w:szCs w:val="18"/>
              </w:rPr>
              <w:t>Complément 1</w:t>
            </w:r>
            <w:r w:rsidRPr="00664355">
              <w:rPr>
                <w:sz w:val="18"/>
                <w:szCs w:val="18"/>
                <w:vertAlign w:val="superscript"/>
              </w:rPr>
              <w:t xml:space="preserve"> </w:t>
            </w:r>
            <w:r w:rsidRPr="00664355">
              <w:rPr>
                <w:sz w:val="18"/>
                <w:szCs w:val="18"/>
              </w:rPr>
              <w:t>à la série 08</w:t>
            </w:r>
          </w:p>
        </w:tc>
        <w:tc>
          <w:tcPr>
            <w:tcW w:w="452" w:type="dxa"/>
            <w:shd w:val="clear" w:color="auto" w:fill="auto"/>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10</w:t>
            </w:r>
          </w:p>
        </w:tc>
        <w:tc>
          <w:tcPr>
            <w:tcW w:w="3042" w:type="dxa"/>
            <w:tcBorders>
              <w:top w:val="single" w:sz="4" w:space="0" w:color="auto"/>
              <w:bottom w:val="single" w:sz="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Compatibilité électromagnétique</w:t>
            </w:r>
          </w:p>
        </w:tc>
        <w:tc>
          <w:tcPr>
            <w:tcW w:w="659" w:type="dxa"/>
            <w:tcBorders>
              <w:top w:val="single" w:sz="4" w:space="0" w:color="auto"/>
              <w:bottom w:val="single" w:sz="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49</w:t>
            </w:r>
          </w:p>
        </w:tc>
        <w:tc>
          <w:tcPr>
            <w:tcW w:w="630" w:type="dxa"/>
            <w:tcBorders>
              <w:top w:val="single" w:sz="4" w:space="0" w:color="auto"/>
              <w:bottom w:val="single" w:sz="2" w:space="0" w:color="auto"/>
            </w:tcBorders>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w:t>
            </w:r>
          </w:p>
        </w:tc>
        <w:tc>
          <w:tcPr>
            <w:tcW w:w="1440" w:type="dxa"/>
            <w:tcBorders>
              <w:top w:val="single" w:sz="4" w:space="0" w:color="auto"/>
              <w:bottom w:val="single" w:sz="2" w:space="0" w:color="auto"/>
            </w:tcBorders>
            <w:shd w:val="clear" w:color="auto" w:fill="auto"/>
          </w:tcPr>
          <w:p w:rsidR="00F957A7" w:rsidRPr="00664355" w:rsidRDefault="00F957A7" w:rsidP="00D64D4A">
            <w:pPr>
              <w:rPr>
                <w:rFonts w:eastAsia="SimSun"/>
                <w:sz w:val="18"/>
                <w:szCs w:val="18"/>
              </w:rPr>
            </w:pPr>
            <w:r w:rsidRPr="00664355">
              <w:rPr>
                <w:sz w:val="18"/>
                <w:szCs w:val="18"/>
              </w:rPr>
              <w:t>2020/30</w:t>
            </w:r>
          </w:p>
        </w:tc>
        <w:tc>
          <w:tcPr>
            <w:tcW w:w="891" w:type="dxa"/>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37/0/0</w:t>
            </w:r>
          </w:p>
        </w:tc>
        <w:tc>
          <w:tcPr>
            <w:tcW w:w="1702" w:type="dxa"/>
            <w:shd w:val="clear" w:color="auto" w:fill="auto"/>
          </w:tcPr>
          <w:p w:rsidR="00F957A7" w:rsidRPr="00664355" w:rsidRDefault="00F957A7" w:rsidP="00D64D4A">
            <w:pPr>
              <w:rPr>
                <w:rFonts w:eastAsia="SimSun"/>
                <w:sz w:val="18"/>
                <w:szCs w:val="18"/>
              </w:rPr>
            </w:pPr>
            <w:r w:rsidRPr="00664355">
              <w:rPr>
                <w:sz w:val="18"/>
                <w:szCs w:val="18"/>
              </w:rPr>
              <w:t>Complément 1</w:t>
            </w:r>
            <w:r w:rsidRPr="00664355">
              <w:rPr>
                <w:sz w:val="18"/>
                <w:szCs w:val="18"/>
                <w:vertAlign w:val="superscript"/>
              </w:rPr>
              <w:t xml:space="preserve"> </w:t>
            </w:r>
            <w:r w:rsidRPr="00664355">
              <w:rPr>
                <w:sz w:val="18"/>
                <w:szCs w:val="18"/>
              </w:rPr>
              <w:t>à la série 06</w:t>
            </w:r>
          </w:p>
        </w:tc>
        <w:tc>
          <w:tcPr>
            <w:tcW w:w="452" w:type="dxa"/>
            <w:shd w:val="clear" w:color="auto" w:fill="auto"/>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26</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Saillies extérieures des voitures particulières</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48</w:t>
            </w:r>
          </w:p>
        </w:tc>
        <w:tc>
          <w:tcPr>
            <w:tcW w:w="630" w:type="dxa"/>
            <w:tcBorders>
              <w:top w:val="single" w:sz="4" w:space="0" w:color="auto"/>
            </w:tcBorders>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shd w:val="clear" w:color="auto" w:fill="auto"/>
          </w:tcPr>
          <w:p w:rsidR="00F957A7" w:rsidRPr="00664355" w:rsidRDefault="00F957A7" w:rsidP="00D64D4A">
            <w:pPr>
              <w:rPr>
                <w:rFonts w:eastAsia="SimSun"/>
                <w:sz w:val="18"/>
                <w:szCs w:val="18"/>
              </w:rPr>
            </w:pPr>
            <w:r w:rsidRPr="00664355">
              <w:rPr>
                <w:sz w:val="18"/>
                <w:szCs w:val="18"/>
              </w:rPr>
              <w:t>2020/15</w:t>
            </w:r>
          </w:p>
        </w:tc>
        <w:tc>
          <w:tcPr>
            <w:tcW w:w="891" w:type="dxa"/>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shd w:val="clear" w:color="auto" w:fill="auto"/>
          </w:tcPr>
          <w:p w:rsidR="00F957A7" w:rsidRPr="00664355" w:rsidRDefault="00F957A7" w:rsidP="00D64D4A">
            <w:pPr>
              <w:rPr>
                <w:rFonts w:eastAsia="SimSun"/>
                <w:sz w:val="18"/>
                <w:szCs w:val="18"/>
              </w:rPr>
            </w:pPr>
            <w:r w:rsidRPr="00664355">
              <w:rPr>
                <w:sz w:val="18"/>
                <w:szCs w:val="18"/>
              </w:rPr>
              <w:t>Complément 4</w:t>
            </w:r>
            <w:r w:rsidRPr="00664355">
              <w:rPr>
                <w:sz w:val="18"/>
                <w:szCs w:val="18"/>
                <w:vertAlign w:val="superscript"/>
              </w:rPr>
              <w:t xml:space="preserve"> </w:t>
            </w:r>
            <w:r w:rsidRPr="00664355">
              <w:rPr>
                <w:sz w:val="18"/>
                <w:szCs w:val="18"/>
              </w:rPr>
              <w:t>à la série 03</w:t>
            </w:r>
          </w:p>
        </w:tc>
        <w:tc>
          <w:tcPr>
            <w:tcW w:w="452" w:type="dxa"/>
            <w:shd w:val="clear" w:color="auto" w:fill="auto"/>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26</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Saillies extérieures des voitures particulières</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48</w:t>
            </w:r>
          </w:p>
        </w:tc>
        <w:tc>
          <w:tcPr>
            <w:tcW w:w="630" w:type="dxa"/>
            <w:tcBorders>
              <w:top w:val="single" w:sz="4" w:space="0" w:color="auto"/>
            </w:tcBorders>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shd w:val="clear" w:color="auto" w:fill="auto"/>
          </w:tcPr>
          <w:p w:rsidR="00F957A7" w:rsidRPr="00664355" w:rsidRDefault="00F957A7" w:rsidP="00D64D4A">
            <w:pPr>
              <w:rPr>
                <w:rFonts w:eastAsia="SimSun"/>
                <w:sz w:val="18"/>
                <w:szCs w:val="18"/>
              </w:rPr>
            </w:pPr>
            <w:r w:rsidRPr="00664355">
              <w:rPr>
                <w:sz w:val="18"/>
                <w:szCs w:val="18"/>
              </w:rPr>
              <w:t>2020/26</w:t>
            </w:r>
          </w:p>
        </w:tc>
        <w:tc>
          <w:tcPr>
            <w:tcW w:w="891" w:type="dxa"/>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shd w:val="clear" w:color="auto" w:fill="auto"/>
          </w:tcPr>
          <w:p w:rsidR="00F957A7" w:rsidRPr="00664355" w:rsidRDefault="00F957A7" w:rsidP="00D64D4A">
            <w:pPr>
              <w:rPr>
                <w:rFonts w:eastAsia="SimSun"/>
                <w:sz w:val="18"/>
                <w:szCs w:val="18"/>
              </w:rPr>
            </w:pPr>
            <w:r w:rsidRPr="00664355">
              <w:rPr>
                <w:sz w:val="18"/>
                <w:szCs w:val="18"/>
              </w:rPr>
              <w:t>Série 04</w:t>
            </w:r>
          </w:p>
        </w:tc>
        <w:tc>
          <w:tcPr>
            <w:tcW w:w="452" w:type="dxa"/>
            <w:shd w:val="clear" w:color="auto" w:fill="auto"/>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28</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Avertisseurs sonores</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48</w:t>
            </w:r>
          </w:p>
        </w:tc>
        <w:tc>
          <w:tcPr>
            <w:tcW w:w="630" w:type="dxa"/>
            <w:tcBorders>
              <w:top w:val="single" w:sz="4" w:space="0" w:color="auto"/>
            </w:tcBorders>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w:t>
            </w:r>
          </w:p>
        </w:tc>
        <w:tc>
          <w:tcPr>
            <w:tcW w:w="1440" w:type="dxa"/>
            <w:shd w:val="clear" w:color="auto" w:fill="auto"/>
          </w:tcPr>
          <w:p w:rsidR="00F957A7" w:rsidRPr="00664355" w:rsidRDefault="00F957A7" w:rsidP="00D64D4A">
            <w:pPr>
              <w:rPr>
                <w:rFonts w:eastAsia="SimSun"/>
                <w:sz w:val="18"/>
                <w:szCs w:val="18"/>
              </w:rPr>
            </w:pPr>
            <w:r w:rsidRPr="00664355">
              <w:rPr>
                <w:sz w:val="18"/>
                <w:szCs w:val="18"/>
              </w:rPr>
              <w:t>2020/3</w:t>
            </w:r>
          </w:p>
        </w:tc>
        <w:tc>
          <w:tcPr>
            <w:tcW w:w="891" w:type="dxa"/>
            <w:shd w:val="clear" w:color="auto" w:fill="auto"/>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37/0/0</w:t>
            </w:r>
          </w:p>
        </w:tc>
        <w:tc>
          <w:tcPr>
            <w:tcW w:w="1702" w:type="dxa"/>
            <w:shd w:val="clear" w:color="auto" w:fill="auto"/>
          </w:tcPr>
          <w:p w:rsidR="00F957A7" w:rsidRPr="00664355" w:rsidRDefault="00F957A7" w:rsidP="00D64D4A">
            <w:pPr>
              <w:rPr>
                <w:rFonts w:eastAsia="SimSun"/>
                <w:sz w:val="18"/>
                <w:szCs w:val="18"/>
              </w:rPr>
            </w:pPr>
            <w:r w:rsidRPr="00664355">
              <w:rPr>
                <w:sz w:val="18"/>
                <w:szCs w:val="18"/>
              </w:rPr>
              <w:t>Complément 6</w:t>
            </w:r>
            <w:r w:rsidRPr="00664355">
              <w:rPr>
                <w:sz w:val="18"/>
                <w:szCs w:val="18"/>
                <w:vertAlign w:val="superscript"/>
              </w:rPr>
              <w:t xml:space="preserve"> </w:t>
            </w:r>
            <w:r w:rsidRPr="00664355">
              <w:rPr>
                <w:sz w:val="18"/>
                <w:szCs w:val="18"/>
              </w:rPr>
              <w:t>à la série 00</w:t>
            </w:r>
          </w:p>
        </w:tc>
        <w:tc>
          <w:tcPr>
            <w:tcW w:w="452" w:type="dxa"/>
            <w:shd w:val="clear" w:color="auto" w:fill="auto"/>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46</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Systèmes de vision indirecte</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47</w:t>
            </w:r>
          </w:p>
        </w:tc>
        <w:tc>
          <w:tcPr>
            <w:tcW w:w="630"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2020/16</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7</w:t>
            </w:r>
            <w:r w:rsidRPr="00664355">
              <w:rPr>
                <w:sz w:val="18"/>
                <w:szCs w:val="18"/>
                <w:vertAlign w:val="superscript"/>
              </w:rPr>
              <w:t xml:space="preserve"> </w:t>
            </w:r>
            <w:r w:rsidRPr="00664355">
              <w:rPr>
                <w:sz w:val="18"/>
                <w:szCs w:val="18"/>
              </w:rPr>
              <w:t>à la série 04</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46</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Systèmes de vision indirecte</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47</w:t>
            </w:r>
          </w:p>
        </w:tc>
        <w:tc>
          <w:tcPr>
            <w:tcW w:w="630"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2020/17</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8</w:t>
            </w:r>
            <w:r w:rsidRPr="00664355">
              <w:rPr>
                <w:sz w:val="18"/>
                <w:szCs w:val="18"/>
                <w:vertAlign w:val="superscript"/>
              </w:rPr>
              <w:t xml:space="preserve"> </w:t>
            </w:r>
            <w:r w:rsidRPr="00664355">
              <w:rPr>
                <w:sz w:val="18"/>
                <w:szCs w:val="18"/>
              </w:rPr>
              <w:t>à la série 04</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48</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Installation des dispositifs d</w:t>
            </w:r>
            <w:r w:rsidR="004F3EFE">
              <w:rPr>
                <w:sz w:val="18"/>
                <w:szCs w:val="18"/>
              </w:rPr>
              <w:t>’</w:t>
            </w:r>
            <w:r w:rsidRPr="00664355">
              <w:rPr>
                <w:sz w:val="18"/>
                <w:szCs w:val="18"/>
              </w:rPr>
              <w:t>éclairage</w:t>
            </w:r>
            <w:r w:rsidRPr="00664355">
              <w:rPr>
                <w:sz w:val="18"/>
                <w:szCs w:val="18"/>
                <w:vertAlign w:val="superscript"/>
              </w:rPr>
              <w:t xml:space="preserve"> </w:t>
            </w:r>
            <w:r w:rsidRPr="00664355">
              <w:rPr>
                <w:sz w:val="18"/>
                <w:szCs w:val="18"/>
              </w:rPr>
              <w:t>et de signalisation lumineuse</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47</w:t>
            </w:r>
          </w:p>
        </w:tc>
        <w:tc>
          <w:tcPr>
            <w:tcW w:w="630"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2020/36 tel que modifié par le paragraphe 91 ci-dessus</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Série 07</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51</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Bruit émis par les véhicules des catégories M et N</w:t>
            </w:r>
          </w:p>
        </w:tc>
        <w:tc>
          <w:tcPr>
            <w:tcW w:w="659"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48</w:t>
            </w:r>
          </w:p>
        </w:tc>
        <w:tc>
          <w:tcPr>
            <w:tcW w:w="630" w:type="dxa"/>
            <w:tcBorders>
              <w:top w:val="single" w:sz="4"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w:t>
            </w:r>
          </w:p>
        </w:tc>
        <w:tc>
          <w:tcPr>
            <w:tcW w:w="1440" w:type="dxa"/>
          </w:tcPr>
          <w:p w:rsidR="00F957A7" w:rsidRPr="00664355" w:rsidRDefault="00F957A7" w:rsidP="00D64D4A">
            <w:pPr>
              <w:rPr>
                <w:rFonts w:eastAsia="SimSun"/>
                <w:sz w:val="18"/>
                <w:szCs w:val="18"/>
              </w:rPr>
            </w:pPr>
            <w:r w:rsidRPr="00664355">
              <w:rPr>
                <w:sz w:val="18"/>
                <w:szCs w:val="18"/>
              </w:rPr>
              <w:t>2020/4</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37/0/0</w:t>
            </w:r>
          </w:p>
        </w:tc>
        <w:tc>
          <w:tcPr>
            <w:tcW w:w="1702" w:type="dxa"/>
          </w:tcPr>
          <w:p w:rsidR="00F957A7" w:rsidRPr="00664355" w:rsidRDefault="00F957A7" w:rsidP="00D64D4A">
            <w:pPr>
              <w:rPr>
                <w:rFonts w:eastAsia="SimSun"/>
                <w:sz w:val="18"/>
                <w:szCs w:val="18"/>
              </w:rPr>
            </w:pPr>
            <w:r w:rsidRPr="00664355">
              <w:rPr>
                <w:sz w:val="18"/>
                <w:szCs w:val="18"/>
              </w:rPr>
              <w:t>Complément 6</w:t>
            </w:r>
            <w:r w:rsidRPr="00664355">
              <w:rPr>
                <w:sz w:val="18"/>
                <w:szCs w:val="18"/>
                <w:vertAlign w:val="superscript"/>
              </w:rPr>
              <w:t xml:space="preserve"> </w:t>
            </w:r>
            <w:r w:rsidRPr="00664355">
              <w:rPr>
                <w:sz w:val="18"/>
                <w:szCs w:val="18"/>
              </w:rPr>
              <w:t>à la série 03</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55</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Pièces mécaniques d</w:t>
            </w:r>
            <w:r w:rsidR="004F3EFE">
              <w:rPr>
                <w:sz w:val="18"/>
                <w:szCs w:val="18"/>
              </w:rPr>
              <w:t>’</w:t>
            </w:r>
            <w:r w:rsidRPr="00664355">
              <w:rPr>
                <w:sz w:val="18"/>
                <w:szCs w:val="18"/>
              </w:rPr>
              <w:t>attelage</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45</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2020/27</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 xml:space="preserve">Série 02 </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58</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 xml:space="preserve">Dispositifs arrière de protection </w:t>
            </w:r>
            <w:proofErr w:type="spellStart"/>
            <w:r w:rsidRPr="00664355">
              <w:rPr>
                <w:sz w:val="18"/>
                <w:szCs w:val="18"/>
              </w:rPr>
              <w:t>antiencastrement</w:t>
            </w:r>
            <w:proofErr w:type="spellEnd"/>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47</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w:t>
            </w:r>
          </w:p>
        </w:tc>
        <w:tc>
          <w:tcPr>
            <w:tcW w:w="1440" w:type="dxa"/>
          </w:tcPr>
          <w:p w:rsidR="00F957A7" w:rsidRPr="00664355" w:rsidRDefault="00F957A7" w:rsidP="00D64D4A">
            <w:pPr>
              <w:rPr>
                <w:rFonts w:eastAsia="SimSun"/>
                <w:sz w:val="18"/>
                <w:szCs w:val="18"/>
              </w:rPr>
            </w:pPr>
            <w:r w:rsidRPr="00664355">
              <w:rPr>
                <w:sz w:val="18"/>
                <w:szCs w:val="18"/>
              </w:rPr>
              <w:t>2020/19 tel que modifié par</w:t>
            </w:r>
            <w:r w:rsidRPr="00664355">
              <w:rPr>
                <w:sz w:val="18"/>
                <w:szCs w:val="18"/>
                <w:vertAlign w:val="superscript"/>
              </w:rPr>
              <w:t xml:space="preserve"> </w:t>
            </w:r>
            <w:r w:rsidRPr="00664355">
              <w:rPr>
                <w:sz w:val="18"/>
                <w:szCs w:val="18"/>
              </w:rPr>
              <w:t>le paragraphe 88 ci-dessus</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37/0/0</w:t>
            </w:r>
          </w:p>
        </w:tc>
        <w:tc>
          <w:tcPr>
            <w:tcW w:w="1702" w:type="dxa"/>
          </w:tcPr>
          <w:p w:rsidR="00F957A7" w:rsidRPr="00664355" w:rsidRDefault="00F957A7" w:rsidP="00D64D4A">
            <w:pPr>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 xml:space="preserve">à la série 03 </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59</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Silencieux de remplacement</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45</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34</w:t>
            </w:r>
          </w:p>
        </w:tc>
        <w:tc>
          <w:tcPr>
            <w:tcW w:w="1440" w:type="dxa"/>
          </w:tcPr>
          <w:p w:rsidR="00F957A7" w:rsidRPr="00664355" w:rsidRDefault="00F957A7" w:rsidP="00D64D4A">
            <w:pPr>
              <w:rPr>
                <w:rFonts w:eastAsia="SimSun"/>
                <w:sz w:val="18"/>
                <w:szCs w:val="18"/>
              </w:rPr>
            </w:pPr>
            <w:r w:rsidRPr="00664355">
              <w:rPr>
                <w:sz w:val="18"/>
                <w:szCs w:val="18"/>
              </w:rPr>
              <w:t>2020/7</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34/0/0</w:t>
            </w:r>
          </w:p>
        </w:tc>
        <w:tc>
          <w:tcPr>
            <w:tcW w:w="1702" w:type="dxa"/>
          </w:tcPr>
          <w:p w:rsidR="00F957A7" w:rsidRPr="00664355" w:rsidRDefault="00F957A7" w:rsidP="00D64D4A">
            <w:pPr>
              <w:rPr>
                <w:rFonts w:eastAsia="SimSun"/>
                <w:sz w:val="18"/>
                <w:szCs w:val="18"/>
              </w:rPr>
            </w:pPr>
            <w:r w:rsidRPr="00664355">
              <w:rPr>
                <w:sz w:val="18"/>
                <w:szCs w:val="18"/>
              </w:rPr>
              <w:t>Série 03</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62</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Dispositifs antivol des cyclomoteurs et motocycles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44</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35</w:t>
            </w:r>
          </w:p>
        </w:tc>
        <w:tc>
          <w:tcPr>
            <w:tcW w:w="1440" w:type="dxa"/>
          </w:tcPr>
          <w:p w:rsidR="00F957A7" w:rsidRPr="00664355" w:rsidRDefault="00F957A7" w:rsidP="00D64D4A">
            <w:pPr>
              <w:rPr>
                <w:rFonts w:eastAsia="SimSun"/>
                <w:sz w:val="18"/>
                <w:szCs w:val="18"/>
              </w:rPr>
            </w:pPr>
            <w:r w:rsidRPr="00664355">
              <w:rPr>
                <w:sz w:val="18"/>
                <w:szCs w:val="18"/>
              </w:rPr>
              <w:t>2020/28</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35/0/0</w:t>
            </w:r>
          </w:p>
        </w:tc>
        <w:tc>
          <w:tcPr>
            <w:tcW w:w="1702" w:type="dxa"/>
          </w:tcPr>
          <w:p w:rsidR="00F957A7" w:rsidRPr="00664355" w:rsidRDefault="00F957A7" w:rsidP="00D64D4A">
            <w:pPr>
              <w:rPr>
                <w:rFonts w:eastAsia="SimSun"/>
                <w:sz w:val="18"/>
                <w:szCs w:val="18"/>
              </w:rPr>
            </w:pPr>
            <w:r w:rsidRPr="00664355">
              <w:rPr>
                <w:sz w:val="18"/>
                <w:szCs w:val="18"/>
              </w:rPr>
              <w:t>Série 01</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lastRenderedPageBreak/>
              <w:t>79</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Équipement de direction</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2020/11</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à la série 03</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90</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Pièces de rechange de frein</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35</w:t>
            </w:r>
          </w:p>
        </w:tc>
        <w:tc>
          <w:tcPr>
            <w:tcW w:w="1440" w:type="dxa"/>
          </w:tcPr>
          <w:p w:rsidR="00F957A7" w:rsidRPr="00664355" w:rsidRDefault="00F957A7" w:rsidP="00D64D4A">
            <w:pPr>
              <w:rPr>
                <w:rFonts w:eastAsia="SimSun"/>
                <w:sz w:val="18"/>
                <w:szCs w:val="18"/>
              </w:rPr>
            </w:pPr>
            <w:r w:rsidRPr="00664355">
              <w:rPr>
                <w:sz w:val="18"/>
                <w:szCs w:val="18"/>
              </w:rPr>
              <w:t>2020/8</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35/0/0</w:t>
            </w:r>
          </w:p>
        </w:tc>
        <w:tc>
          <w:tcPr>
            <w:tcW w:w="1702" w:type="dxa"/>
          </w:tcPr>
          <w:p w:rsidR="00F957A7" w:rsidRPr="00664355" w:rsidRDefault="00F957A7" w:rsidP="00D64D4A">
            <w:pPr>
              <w:rPr>
                <w:rFonts w:eastAsia="SimSun"/>
                <w:sz w:val="18"/>
                <w:szCs w:val="18"/>
              </w:rPr>
            </w:pPr>
            <w:r w:rsidRPr="00664355">
              <w:rPr>
                <w:sz w:val="18"/>
                <w:szCs w:val="18"/>
              </w:rPr>
              <w:t>Complément 5 à la série 02</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106</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Pneumatiques pour véhicules agricoles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50</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2020/5</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18 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107</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Véhicules des catégories M</w:t>
            </w:r>
            <w:r w:rsidRPr="00664355">
              <w:rPr>
                <w:sz w:val="18"/>
                <w:szCs w:val="18"/>
                <w:vertAlign w:val="subscript"/>
              </w:rPr>
              <w:t>2</w:t>
            </w:r>
            <w:r w:rsidRPr="00664355">
              <w:rPr>
                <w:sz w:val="18"/>
                <w:szCs w:val="18"/>
              </w:rPr>
              <w:t xml:space="preserve"> et M</w:t>
            </w:r>
            <w:r w:rsidRPr="00664355">
              <w:rPr>
                <w:sz w:val="18"/>
                <w:szCs w:val="18"/>
                <w:vertAlign w:val="subscript"/>
              </w:rPr>
              <w:t>3</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49</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2020/12</w:t>
            </w:r>
          </w:p>
        </w:tc>
        <w:tc>
          <w:tcPr>
            <w:tcW w:w="891" w:type="dxa"/>
          </w:tcPr>
          <w:p w:rsidR="00F957A7" w:rsidRPr="00664355" w:rsidDel="00A11089"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9</w:t>
            </w:r>
            <w:r w:rsidRPr="00664355">
              <w:rPr>
                <w:sz w:val="18"/>
                <w:szCs w:val="18"/>
                <w:vertAlign w:val="superscript"/>
              </w:rPr>
              <w:t xml:space="preserve"> </w:t>
            </w:r>
            <w:r w:rsidRPr="00664355">
              <w:rPr>
                <w:sz w:val="18"/>
                <w:szCs w:val="18"/>
              </w:rPr>
              <w:t>à la série 06</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107</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Véhicules des catégories M</w:t>
            </w:r>
            <w:r w:rsidRPr="00664355">
              <w:rPr>
                <w:sz w:val="18"/>
                <w:szCs w:val="18"/>
                <w:vertAlign w:val="subscript"/>
              </w:rPr>
              <w:t>2</w:t>
            </w:r>
            <w:r w:rsidRPr="00664355">
              <w:rPr>
                <w:sz w:val="18"/>
                <w:szCs w:val="18"/>
              </w:rPr>
              <w:t xml:space="preserve"> et M</w:t>
            </w:r>
            <w:r w:rsidRPr="00664355">
              <w:rPr>
                <w:sz w:val="18"/>
                <w:szCs w:val="18"/>
                <w:vertAlign w:val="subscript"/>
              </w:rPr>
              <w:t>3</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49</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2020/13</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4</w:t>
            </w:r>
            <w:r w:rsidRPr="00664355">
              <w:rPr>
                <w:sz w:val="18"/>
                <w:szCs w:val="18"/>
                <w:vertAlign w:val="superscript"/>
              </w:rPr>
              <w:t xml:space="preserve"> </w:t>
            </w:r>
            <w:r w:rsidRPr="00664355">
              <w:rPr>
                <w:sz w:val="18"/>
                <w:szCs w:val="18"/>
              </w:rPr>
              <w:t>à la série 07</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107</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Véhicules des catégories M</w:t>
            </w:r>
            <w:r w:rsidRPr="00664355">
              <w:rPr>
                <w:sz w:val="18"/>
                <w:szCs w:val="18"/>
                <w:vertAlign w:val="subscript"/>
              </w:rPr>
              <w:t>2</w:t>
            </w:r>
            <w:r w:rsidRPr="00664355">
              <w:rPr>
                <w:sz w:val="18"/>
                <w:szCs w:val="18"/>
              </w:rPr>
              <w:t xml:space="preserve"> et M</w:t>
            </w:r>
            <w:r w:rsidRPr="00664355">
              <w:rPr>
                <w:sz w:val="18"/>
                <w:szCs w:val="18"/>
                <w:vertAlign w:val="subscript"/>
              </w:rPr>
              <w:t>3</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49</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w:t>
            </w:r>
          </w:p>
        </w:tc>
        <w:tc>
          <w:tcPr>
            <w:tcW w:w="1440" w:type="dxa"/>
          </w:tcPr>
          <w:p w:rsidR="00F957A7" w:rsidRPr="00664355" w:rsidRDefault="00F957A7" w:rsidP="00D64D4A">
            <w:pPr>
              <w:rPr>
                <w:rFonts w:eastAsia="SimSun"/>
                <w:sz w:val="18"/>
                <w:szCs w:val="18"/>
              </w:rPr>
            </w:pPr>
            <w:r w:rsidRPr="00664355">
              <w:rPr>
                <w:sz w:val="18"/>
                <w:szCs w:val="18"/>
              </w:rPr>
              <w:t>2020/14</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36/0/0</w:t>
            </w:r>
          </w:p>
        </w:tc>
        <w:tc>
          <w:tcPr>
            <w:tcW w:w="1702" w:type="dxa"/>
          </w:tcPr>
          <w:p w:rsidR="00F957A7" w:rsidRPr="00664355" w:rsidRDefault="00F957A7" w:rsidP="00D64D4A">
            <w:pPr>
              <w:rPr>
                <w:rFonts w:eastAsia="SimSun"/>
                <w:sz w:val="18"/>
                <w:szCs w:val="18"/>
              </w:rPr>
            </w:pPr>
            <w:r w:rsidRPr="00664355">
              <w:rPr>
                <w:sz w:val="18"/>
                <w:szCs w:val="18"/>
              </w:rPr>
              <w:t>Complément 3 à la série 08</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110</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Véhicules alimentés au GNC/GNL</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52</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w:t>
            </w:r>
          </w:p>
        </w:tc>
        <w:tc>
          <w:tcPr>
            <w:tcW w:w="1440" w:type="dxa"/>
          </w:tcPr>
          <w:p w:rsidR="00F957A7" w:rsidRPr="00664355" w:rsidRDefault="00F957A7" w:rsidP="00D64D4A">
            <w:pPr>
              <w:rPr>
                <w:rFonts w:eastAsia="SimSun"/>
                <w:sz w:val="18"/>
                <w:szCs w:val="18"/>
              </w:rPr>
            </w:pPr>
            <w:r w:rsidRPr="00664355">
              <w:rPr>
                <w:sz w:val="18"/>
                <w:szCs w:val="18"/>
              </w:rPr>
              <w:t>2020/20</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38/0/0</w:t>
            </w:r>
          </w:p>
        </w:tc>
        <w:tc>
          <w:tcPr>
            <w:tcW w:w="1702" w:type="dxa"/>
          </w:tcPr>
          <w:p w:rsidR="00F957A7" w:rsidRPr="00664355" w:rsidRDefault="00F957A7" w:rsidP="00D64D4A">
            <w:pPr>
              <w:rPr>
                <w:rFonts w:eastAsia="SimSun"/>
                <w:sz w:val="18"/>
                <w:szCs w:val="18"/>
              </w:rPr>
            </w:pPr>
            <w:r w:rsidRPr="00664355">
              <w:rPr>
                <w:sz w:val="18"/>
                <w:szCs w:val="18"/>
              </w:rPr>
              <w:t>Complément 1</w:t>
            </w:r>
            <w:r w:rsidRPr="00664355">
              <w:rPr>
                <w:sz w:val="18"/>
                <w:szCs w:val="18"/>
                <w:vertAlign w:val="superscript"/>
              </w:rPr>
              <w:t xml:space="preserve"> </w:t>
            </w:r>
            <w:r w:rsidRPr="00664355">
              <w:rPr>
                <w:sz w:val="18"/>
                <w:szCs w:val="18"/>
              </w:rPr>
              <w:t>à la série 04</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110</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Véhicules alimentés au GNC/GNL</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52</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w:t>
            </w:r>
          </w:p>
        </w:tc>
        <w:tc>
          <w:tcPr>
            <w:tcW w:w="1440" w:type="dxa"/>
          </w:tcPr>
          <w:p w:rsidR="00F957A7" w:rsidRPr="00664355" w:rsidRDefault="00F957A7" w:rsidP="00D64D4A">
            <w:pPr>
              <w:rPr>
                <w:rFonts w:eastAsia="SimSun"/>
                <w:sz w:val="18"/>
                <w:szCs w:val="18"/>
              </w:rPr>
            </w:pPr>
            <w:r w:rsidRPr="00664355">
              <w:rPr>
                <w:sz w:val="18"/>
                <w:szCs w:val="18"/>
              </w:rPr>
              <w:t>2020/21</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38/0/0</w:t>
            </w:r>
          </w:p>
        </w:tc>
        <w:tc>
          <w:tcPr>
            <w:tcW w:w="1702" w:type="dxa"/>
          </w:tcPr>
          <w:p w:rsidR="00F957A7" w:rsidRPr="00664355" w:rsidRDefault="00F957A7" w:rsidP="00D64D4A">
            <w:pPr>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à la série 04</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117</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Pneumatiques − Résistance au roulement, bruit de roulement et adhérence sur sol mouillé</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53</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w:t>
            </w:r>
          </w:p>
        </w:tc>
        <w:tc>
          <w:tcPr>
            <w:tcW w:w="1440" w:type="dxa"/>
          </w:tcPr>
          <w:p w:rsidR="00F957A7" w:rsidRPr="00664355" w:rsidRDefault="00F957A7" w:rsidP="00D64D4A">
            <w:pPr>
              <w:rPr>
                <w:rFonts w:eastAsia="SimSun"/>
                <w:sz w:val="18"/>
                <w:szCs w:val="18"/>
              </w:rPr>
            </w:pPr>
            <w:r w:rsidRPr="00664355">
              <w:rPr>
                <w:sz w:val="18"/>
                <w:szCs w:val="18"/>
              </w:rPr>
              <w:t>2020/6 tel que modifié par</w:t>
            </w:r>
            <w:r w:rsidRPr="00664355">
              <w:rPr>
                <w:sz w:val="18"/>
                <w:szCs w:val="18"/>
                <w:vertAlign w:val="superscript"/>
              </w:rPr>
              <w:t xml:space="preserve"> </w:t>
            </w:r>
            <w:r w:rsidRPr="00664355">
              <w:rPr>
                <w:sz w:val="18"/>
                <w:szCs w:val="18"/>
              </w:rPr>
              <w:t>le paragraphe 85 ci-dessus</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38/0/0</w:t>
            </w:r>
          </w:p>
        </w:tc>
        <w:tc>
          <w:tcPr>
            <w:tcW w:w="1702" w:type="dxa"/>
          </w:tcPr>
          <w:p w:rsidR="00F957A7" w:rsidRPr="00664355" w:rsidRDefault="00F957A7" w:rsidP="00D64D4A">
            <w:pPr>
              <w:rPr>
                <w:rFonts w:eastAsia="SimSun"/>
                <w:sz w:val="18"/>
                <w:szCs w:val="18"/>
              </w:rPr>
            </w:pPr>
            <w:r w:rsidRPr="00664355">
              <w:rPr>
                <w:sz w:val="18"/>
                <w:szCs w:val="18"/>
              </w:rPr>
              <w:t xml:space="preserve">Complément 11 à la série 02 </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121</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Identification des commandes manuelles, des témoins et des indicateurs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54</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rPr>
                <w:rFonts w:eastAsia="SimSun"/>
                <w:sz w:val="18"/>
                <w:szCs w:val="18"/>
              </w:rPr>
            </w:pPr>
            <w:r w:rsidRPr="00664355">
              <w:rPr>
                <w:sz w:val="18"/>
                <w:szCs w:val="18"/>
              </w:rPr>
              <w:t>2020/22</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rPr>
                <w:rFonts w:eastAsia="SimSun"/>
                <w:sz w:val="18"/>
                <w:szCs w:val="18"/>
              </w:rPr>
            </w:pPr>
            <w:r w:rsidRPr="00664355">
              <w:rPr>
                <w:sz w:val="18"/>
                <w:szCs w:val="18"/>
              </w:rPr>
              <w:t>Complément 4</w:t>
            </w:r>
            <w:r w:rsidRPr="00664355">
              <w:rPr>
                <w:sz w:val="18"/>
                <w:szCs w:val="18"/>
                <w:vertAlign w:val="superscript"/>
              </w:rPr>
              <w:t xml:space="preserve"> </w:t>
            </w:r>
            <w:r w:rsidRPr="00664355">
              <w:rPr>
                <w:sz w:val="18"/>
                <w:szCs w:val="18"/>
              </w:rPr>
              <w:t>à la série 01</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122</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Systèmes de chauffage</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53</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w:t>
            </w:r>
          </w:p>
        </w:tc>
        <w:tc>
          <w:tcPr>
            <w:tcW w:w="1440" w:type="dxa"/>
          </w:tcPr>
          <w:p w:rsidR="00F957A7" w:rsidRPr="00664355" w:rsidRDefault="00F957A7" w:rsidP="00D64D4A">
            <w:pPr>
              <w:rPr>
                <w:rFonts w:eastAsia="SimSun"/>
                <w:sz w:val="18"/>
                <w:szCs w:val="18"/>
              </w:rPr>
            </w:pPr>
            <w:r w:rsidRPr="00664355">
              <w:rPr>
                <w:sz w:val="18"/>
                <w:szCs w:val="18"/>
              </w:rPr>
              <w:t>2020/23</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38/0/0</w:t>
            </w:r>
          </w:p>
        </w:tc>
        <w:tc>
          <w:tcPr>
            <w:tcW w:w="1702" w:type="dxa"/>
          </w:tcPr>
          <w:p w:rsidR="00F957A7" w:rsidRPr="00664355" w:rsidRDefault="00F957A7" w:rsidP="00D64D4A">
            <w:pPr>
              <w:rPr>
                <w:rFonts w:eastAsia="SimSun"/>
                <w:sz w:val="18"/>
                <w:szCs w:val="18"/>
              </w:rPr>
            </w:pPr>
            <w:r w:rsidRPr="00664355">
              <w:rPr>
                <w:sz w:val="18"/>
                <w:szCs w:val="18"/>
              </w:rPr>
              <w:t>Complément 6</w:t>
            </w:r>
            <w:r w:rsidRPr="00664355">
              <w:rPr>
                <w:sz w:val="18"/>
                <w:szCs w:val="18"/>
                <w:vertAlign w:val="superscript"/>
              </w:rPr>
              <w:t xml:space="preserve"> </w:t>
            </w:r>
            <w:r w:rsidRPr="00664355">
              <w:rPr>
                <w:sz w:val="18"/>
                <w:szCs w:val="18"/>
              </w:rPr>
              <w:t>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128</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Sources lumineuses à diodes électroluminescentes (DEL)</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rPr>
                <w:rFonts w:eastAsia="SimSun"/>
                <w:sz w:val="18"/>
                <w:szCs w:val="18"/>
              </w:rPr>
            </w:pPr>
            <w:r w:rsidRPr="00664355">
              <w:rPr>
                <w:sz w:val="18"/>
                <w:szCs w:val="18"/>
              </w:rPr>
              <w:t>2020/31</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rPr>
                <w:rFonts w:eastAsia="SimSun"/>
                <w:sz w:val="18"/>
                <w:szCs w:val="18"/>
              </w:rPr>
            </w:pPr>
            <w:r w:rsidRPr="00664355">
              <w:rPr>
                <w:sz w:val="18"/>
                <w:szCs w:val="18"/>
              </w:rPr>
              <w:t>Complément 10</w:t>
            </w:r>
            <w:r w:rsidRPr="00664355">
              <w:rPr>
                <w:sz w:val="18"/>
                <w:szCs w:val="18"/>
                <w:vertAlign w:val="superscript"/>
              </w:rPr>
              <w:t xml:space="preserve"> </w:t>
            </w:r>
            <w:r w:rsidRPr="00664355">
              <w:rPr>
                <w:sz w:val="18"/>
                <w:szCs w:val="18"/>
              </w:rPr>
              <w:t>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144</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Systèmes automatiques d</w:t>
            </w:r>
            <w:r w:rsidR="004F3EFE">
              <w:rPr>
                <w:sz w:val="18"/>
                <w:szCs w:val="18"/>
              </w:rPr>
              <w:t>’</w:t>
            </w:r>
            <w:r w:rsidRPr="00664355">
              <w:rPr>
                <w:sz w:val="18"/>
                <w:szCs w:val="18"/>
              </w:rPr>
              <w:t>appel d</w:t>
            </w:r>
            <w:r w:rsidR="004F3EFE">
              <w:rPr>
                <w:sz w:val="18"/>
                <w:szCs w:val="18"/>
              </w:rPr>
              <w:t>’</w:t>
            </w:r>
            <w:r w:rsidRPr="00664355">
              <w:rPr>
                <w:sz w:val="18"/>
                <w:szCs w:val="18"/>
              </w:rPr>
              <w:t>urgence (AECS)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2020/24</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1 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144</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Systèmes automatiques d</w:t>
            </w:r>
            <w:r w:rsidR="004F3EFE">
              <w:rPr>
                <w:sz w:val="18"/>
                <w:szCs w:val="18"/>
              </w:rPr>
              <w:t>’</w:t>
            </w:r>
            <w:r w:rsidRPr="00664355">
              <w:rPr>
                <w:sz w:val="18"/>
                <w:szCs w:val="18"/>
              </w:rPr>
              <w:t>appel d</w:t>
            </w:r>
            <w:r w:rsidR="004F3EFE">
              <w:rPr>
                <w:sz w:val="18"/>
                <w:szCs w:val="18"/>
              </w:rPr>
              <w:t>’</w:t>
            </w:r>
            <w:r w:rsidRPr="00664355">
              <w:rPr>
                <w:sz w:val="18"/>
                <w:szCs w:val="18"/>
              </w:rPr>
              <w:t>urgence (AECS)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2020/25</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11/28/0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144</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Systèmes automatiques d</w:t>
            </w:r>
            <w:r w:rsidR="004F3EFE">
              <w:rPr>
                <w:sz w:val="18"/>
                <w:szCs w:val="18"/>
              </w:rPr>
              <w:t>’</w:t>
            </w:r>
            <w:r w:rsidRPr="00664355">
              <w:rPr>
                <w:sz w:val="18"/>
                <w:szCs w:val="18"/>
              </w:rPr>
              <w:t>appel d</w:t>
            </w:r>
            <w:r w:rsidR="004F3EFE">
              <w:rPr>
                <w:sz w:val="18"/>
                <w:szCs w:val="18"/>
              </w:rPr>
              <w:t>’</w:t>
            </w:r>
            <w:r w:rsidRPr="00664355">
              <w:rPr>
                <w:sz w:val="18"/>
                <w:szCs w:val="18"/>
              </w:rPr>
              <w:t>urgence (AECS)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2020/29</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 xml:space="preserve">Série 01 </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148</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Dispositifs de signalisation lumineuse</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55</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2020/32</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149</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Dispositifs d</w:t>
            </w:r>
            <w:r w:rsidR="004F3EFE">
              <w:rPr>
                <w:sz w:val="18"/>
                <w:szCs w:val="18"/>
              </w:rPr>
              <w:t>’</w:t>
            </w:r>
            <w:r w:rsidRPr="00664355">
              <w:rPr>
                <w:sz w:val="18"/>
                <w:szCs w:val="18"/>
              </w:rPr>
              <w:t>éclairage de la route</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55</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2020/33</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150</w:t>
            </w:r>
          </w:p>
        </w:tc>
        <w:tc>
          <w:tcPr>
            <w:tcW w:w="304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 xml:space="preserve">Dispositifs </w:t>
            </w:r>
            <w:proofErr w:type="spellStart"/>
            <w:r w:rsidRPr="00664355">
              <w:rPr>
                <w:sz w:val="18"/>
                <w:szCs w:val="18"/>
              </w:rPr>
              <w:t>rétroréfléchissants</w:t>
            </w:r>
            <w:proofErr w:type="spellEnd"/>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55</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2020/34</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2</w:t>
            </w:r>
            <w:r w:rsidRPr="00664355">
              <w:rPr>
                <w:sz w:val="18"/>
                <w:szCs w:val="18"/>
                <w:vertAlign w:val="superscript"/>
              </w:rPr>
              <w:t xml:space="preserve"> </w:t>
            </w:r>
            <w:r w:rsidRPr="00664355">
              <w:rPr>
                <w:sz w:val="18"/>
                <w:szCs w:val="18"/>
              </w:rPr>
              <w:t>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151</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Systèmes de surveillance des angles morts</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 xml:space="preserve">2020/18 </w:t>
            </w:r>
            <w:r w:rsidR="00851BC0" w:rsidRPr="00664355">
              <w:rPr>
                <w:sz w:val="18"/>
                <w:szCs w:val="18"/>
              </w:rPr>
              <w:t>tel que modifié par</w:t>
            </w:r>
            <w:r w:rsidR="00851BC0" w:rsidRPr="00664355">
              <w:rPr>
                <w:sz w:val="18"/>
                <w:szCs w:val="18"/>
                <w:vertAlign w:val="superscript"/>
              </w:rPr>
              <w:t xml:space="preserve"> </w:t>
            </w:r>
            <w:r w:rsidR="00851BC0" w:rsidRPr="00664355">
              <w:rPr>
                <w:sz w:val="18"/>
                <w:szCs w:val="18"/>
              </w:rPr>
              <w:t>le paragraphe 88 ci-dessus</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1 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152</w:t>
            </w:r>
          </w:p>
        </w:tc>
        <w:tc>
          <w:tcPr>
            <w:tcW w:w="3042" w:type="dxa"/>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Systèmes actifs de freinage d</w:t>
            </w:r>
            <w:r w:rsidR="004F3EFE">
              <w:rPr>
                <w:sz w:val="18"/>
                <w:szCs w:val="18"/>
              </w:rPr>
              <w:t>’</w:t>
            </w:r>
            <w:r w:rsidRPr="00664355">
              <w:rPr>
                <w:sz w:val="18"/>
                <w:szCs w:val="18"/>
              </w:rPr>
              <w:t>urgence pour les véhicules des catégories M</w:t>
            </w:r>
            <w:r w:rsidRPr="00664355">
              <w:rPr>
                <w:sz w:val="18"/>
                <w:szCs w:val="18"/>
                <w:vertAlign w:val="subscript"/>
              </w:rPr>
              <w:t>1</w:t>
            </w:r>
            <w:r w:rsidRPr="00664355">
              <w:rPr>
                <w:sz w:val="18"/>
                <w:szCs w:val="18"/>
              </w:rPr>
              <w:t xml:space="preserve"> et N</w:t>
            </w:r>
            <w:r w:rsidRPr="00664355">
              <w:rPr>
                <w:sz w:val="18"/>
                <w:szCs w:val="18"/>
                <w:vertAlign w:val="subscript"/>
              </w:rPr>
              <w:t>1</w:t>
            </w:r>
          </w:p>
        </w:tc>
        <w:tc>
          <w:tcPr>
            <w:tcW w:w="659"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2020/9</w:t>
            </w:r>
          </w:p>
        </w:tc>
        <w:tc>
          <w:tcPr>
            <w:tcW w:w="891"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Complément 1 à la série 00</w:t>
            </w:r>
          </w:p>
        </w:tc>
        <w:tc>
          <w:tcPr>
            <w:tcW w:w="452" w:type="dxa"/>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r w:rsidR="00F957A7" w:rsidRPr="00664355" w:rsidTr="00D64D4A">
        <w:trPr>
          <w:cantSplit/>
          <w:trHeight w:val="454"/>
        </w:trPr>
        <w:tc>
          <w:tcPr>
            <w:tcW w:w="709" w:type="dxa"/>
            <w:tcBorders>
              <w:bottom w:val="single" w:sz="12" w:space="0" w:color="auto"/>
            </w:tcBorders>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lastRenderedPageBreak/>
              <w:t>152</w:t>
            </w:r>
          </w:p>
        </w:tc>
        <w:tc>
          <w:tcPr>
            <w:tcW w:w="3042"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bCs/>
                <w:sz w:val="18"/>
                <w:szCs w:val="18"/>
              </w:rPr>
            </w:pPr>
            <w:r w:rsidRPr="00664355">
              <w:rPr>
                <w:sz w:val="18"/>
                <w:szCs w:val="18"/>
              </w:rPr>
              <w:t>Systèmes actifs de freinage d</w:t>
            </w:r>
            <w:r w:rsidR="004F3EFE">
              <w:rPr>
                <w:sz w:val="18"/>
                <w:szCs w:val="18"/>
              </w:rPr>
              <w:t>’</w:t>
            </w:r>
            <w:r w:rsidRPr="00664355">
              <w:rPr>
                <w:sz w:val="18"/>
                <w:szCs w:val="18"/>
              </w:rPr>
              <w:t>urgence pour les véhicules des catégories M1 et N1</w:t>
            </w:r>
          </w:p>
        </w:tc>
        <w:tc>
          <w:tcPr>
            <w:tcW w:w="659"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56</w:t>
            </w:r>
          </w:p>
        </w:tc>
        <w:tc>
          <w:tcPr>
            <w:tcW w:w="630"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w:t>
            </w:r>
          </w:p>
        </w:tc>
        <w:tc>
          <w:tcPr>
            <w:tcW w:w="1440"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2020/10</w:t>
            </w:r>
          </w:p>
        </w:tc>
        <w:tc>
          <w:tcPr>
            <w:tcW w:w="891"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39/0/0</w:t>
            </w:r>
          </w:p>
        </w:tc>
        <w:tc>
          <w:tcPr>
            <w:tcW w:w="1702"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Série 01</w:t>
            </w:r>
          </w:p>
        </w:tc>
        <w:tc>
          <w:tcPr>
            <w:tcW w:w="452" w:type="dxa"/>
            <w:tcBorders>
              <w:bottom w:val="single" w:sz="12" w:space="0" w:color="auto"/>
            </w:tcBorders>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bl>
    <w:p w:rsidR="00F957A7" w:rsidRPr="00664355" w:rsidRDefault="00F957A7" w:rsidP="00F957A7">
      <w:pPr>
        <w:suppressAutoHyphens w:val="0"/>
        <w:spacing w:after="120" w:line="240" w:lineRule="auto"/>
        <w:ind w:left="270" w:right="432"/>
        <w:contextualSpacing/>
        <w:rPr>
          <w:rFonts w:eastAsia="SimSun"/>
        </w:rPr>
      </w:pP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72"/>
        <w:gridCol w:w="591"/>
        <w:gridCol w:w="1466"/>
        <w:gridCol w:w="810"/>
        <w:gridCol w:w="1783"/>
        <w:gridCol w:w="452"/>
      </w:tblGrid>
      <w:tr w:rsidR="00F957A7" w:rsidRPr="00664355" w:rsidTr="00D64D4A">
        <w:trPr>
          <w:cantSplit/>
          <w:trHeight w:val="350"/>
          <w:tblHeader/>
        </w:trPr>
        <w:tc>
          <w:tcPr>
            <w:tcW w:w="9525" w:type="dxa"/>
            <w:gridSpan w:val="8"/>
            <w:tcBorders>
              <w:bottom w:val="single" w:sz="4" w:space="0" w:color="auto"/>
            </w:tcBorders>
            <w:vAlign w:val="center"/>
          </w:tcPr>
          <w:p w:rsidR="00F957A7" w:rsidRPr="00664355" w:rsidRDefault="00F957A7" w:rsidP="00D64D4A">
            <w:pPr>
              <w:keepNext/>
              <w:keepLines/>
              <w:tabs>
                <w:tab w:val="left" w:pos="851"/>
                <w:tab w:val="left" w:pos="5727"/>
                <w:tab w:val="left" w:pos="9575"/>
              </w:tabs>
              <w:spacing w:before="80" w:after="80" w:line="220" w:lineRule="exact"/>
              <w:ind w:left="57" w:right="57"/>
              <w:jc w:val="center"/>
              <w:outlineLvl w:val="0"/>
              <w:rPr>
                <w:rFonts w:eastAsia="SimSun"/>
                <w:i/>
                <w:sz w:val="18"/>
                <w:szCs w:val="18"/>
              </w:rPr>
            </w:pPr>
            <w:r w:rsidRPr="00664355">
              <w:rPr>
                <w:i/>
                <w:iCs/>
                <w:sz w:val="18"/>
                <w:szCs w:val="18"/>
              </w:rPr>
              <w:t>Rectificatifs à des Règlements existants</w:t>
            </w:r>
          </w:p>
        </w:tc>
      </w:tr>
      <w:tr w:rsidR="00F957A7" w:rsidRPr="00664355" w:rsidTr="00F55BAF">
        <w:trPr>
          <w:cantSplit/>
          <w:trHeight w:val="1154"/>
          <w:tblHeader/>
        </w:trPr>
        <w:tc>
          <w:tcPr>
            <w:tcW w:w="709"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 xml:space="preserve">Règlement </w:t>
            </w:r>
            <w:r w:rsidR="00F55BAF" w:rsidRPr="00F55BAF">
              <w:rPr>
                <w:rFonts w:eastAsia="MS Mincho"/>
                <w:i/>
                <w:iCs/>
                <w:sz w:val="18"/>
                <w:szCs w:val="18"/>
              </w:rPr>
              <w:t>n</w:t>
            </w:r>
            <w:r w:rsidR="00F55BAF" w:rsidRPr="00F55BAF">
              <w:rPr>
                <w:rFonts w:eastAsia="MS Mincho"/>
                <w:i/>
                <w:iCs/>
                <w:sz w:val="18"/>
                <w:szCs w:val="18"/>
                <w:vertAlign w:val="superscript"/>
              </w:rPr>
              <w:t>o</w:t>
            </w:r>
            <w:r w:rsidR="00F55BAF">
              <w:rPr>
                <w:i/>
                <w:iCs/>
                <w:sz w:val="18"/>
                <w:szCs w:val="18"/>
              </w:rPr>
              <w:t xml:space="preserve"> </w:t>
            </w:r>
          </w:p>
        </w:tc>
        <w:tc>
          <w:tcPr>
            <w:tcW w:w="3042"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Sujet du Règlement</w:t>
            </w:r>
          </w:p>
        </w:tc>
        <w:tc>
          <w:tcPr>
            <w:tcW w:w="1263" w:type="dxa"/>
            <w:gridSpan w:val="2"/>
            <w:tcBorders>
              <w:bottom w:val="single" w:sz="4"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Parties contractantes</w:t>
            </w:r>
          </w:p>
        </w:tc>
        <w:tc>
          <w:tcPr>
            <w:tcW w:w="1466"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Document :</w:t>
            </w:r>
          </w:p>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ECE/TRANS/WP.29/….</w:t>
            </w:r>
          </w:p>
        </w:tc>
        <w:tc>
          <w:tcPr>
            <w:tcW w:w="810"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sz w:val="18"/>
                <w:szCs w:val="18"/>
              </w:rPr>
            </w:pPr>
            <w:r w:rsidRPr="00664355">
              <w:rPr>
                <w:i/>
                <w:iCs/>
                <w:sz w:val="18"/>
                <w:szCs w:val="18"/>
              </w:rPr>
              <w:t>Résultat du vote :</w:t>
            </w:r>
          </w:p>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Pour/contre/abstentions</w:t>
            </w:r>
          </w:p>
        </w:tc>
        <w:tc>
          <w:tcPr>
            <w:tcW w:w="1783"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Statut du document</w:t>
            </w:r>
          </w:p>
        </w:tc>
        <w:tc>
          <w:tcPr>
            <w:tcW w:w="452"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Remarque</w:t>
            </w:r>
          </w:p>
        </w:tc>
      </w:tr>
      <w:tr w:rsidR="00F957A7" w:rsidRPr="00664355" w:rsidTr="00D64D4A">
        <w:trPr>
          <w:cantSplit/>
          <w:trHeight w:val="1141"/>
          <w:tblHeader/>
        </w:trPr>
        <w:tc>
          <w:tcPr>
            <w:tcW w:w="709"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3042"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672" w:type="dxa"/>
            <w:tcBorders>
              <w:top w:val="single" w:sz="4" w:space="0" w:color="auto"/>
              <w:bottom w:val="single" w:sz="12" w:space="0" w:color="auto"/>
            </w:tcBorders>
            <w:textDirection w:val="btL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Appliquant</w:t>
            </w:r>
            <w:r w:rsidRPr="00664355">
              <w:rPr>
                <w:i/>
                <w:iCs/>
                <w:sz w:val="18"/>
                <w:szCs w:val="18"/>
                <w:vertAlign w:val="superscript"/>
              </w:rPr>
              <w:t xml:space="preserve"> </w:t>
            </w:r>
            <w:r w:rsidRPr="00664355">
              <w:rPr>
                <w:i/>
                <w:iCs/>
                <w:sz w:val="18"/>
                <w:szCs w:val="18"/>
              </w:rPr>
              <w:t>le Règlement</w:t>
            </w:r>
          </w:p>
        </w:tc>
        <w:tc>
          <w:tcPr>
            <w:tcW w:w="591" w:type="dxa"/>
            <w:tcBorders>
              <w:top w:val="single" w:sz="4" w:space="0" w:color="auto"/>
              <w:bottom w:val="single" w:sz="12" w:space="0" w:color="auto"/>
            </w:tcBorders>
            <w:textDirection w:val="btLr"/>
          </w:tcPr>
          <w:p w:rsidR="00F957A7" w:rsidRPr="00664355" w:rsidRDefault="00F957A7" w:rsidP="00D64D4A">
            <w:pPr>
              <w:keepNext/>
              <w:keepLines/>
              <w:tabs>
                <w:tab w:val="left" w:pos="851"/>
                <w:tab w:val="left" w:pos="5727"/>
                <w:tab w:val="left" w:pos="9575"/>
              </w:tabs>
              <w:ind w:left="57" w:right="57"/>
              <w:outlineLvl w:val="0"/>
              <w:rPr>
                <w:rFonts w:eastAsia="SimSun"/>
                <w:i/>
                <w:sz w:val="18"/>
                <w:szCs w:val="18"/>
              </w:rPr>
            </w:pPr>
            <w:r w:rsidRPr="00664355">
              <w:rPr>
                <w:i/>
                <w:iCs/>
                <w:sz w:val="18"/>
                <w:szCs w:val="18"/>
              </w:rPr>
              <w:t>Représentées et votantes</w:t>
            </w:r>
          </w:p>
        </w:tc>
        <w:tc>
          <w:tcPr>
            <w:tcW w:w="1466"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810"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1783"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c>
          <w:tcPr>
            <w:tcW w:w="452"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rFonts w:eastAsia="SimSun"/>
                <w:sz w:val="16"/>
                <w:szCs w:val="16"/>
              </w:rPr>
            </w:pPr>
          </w:p>
        </w:tc>
      </w:tr>
      <w:tr w:rsidR="00F957A7" w:rsidRPr="00664355" w:rsidTr="00D64D4A">
        <w:trPr>
          <w:cantSplit/>
          <w:trHeight w:val="454"/>
        </w:trPr>
        <w:tc>
          <w:tcPr>
            <w:tcW w:w="709" w:type="dxa"/>
            <w:tcBorders>
              <w:top w:val="single" w:sz="12" w:space="0" w:color="auto"/>
              <w:bottom w:val="single" w:sz="12" w:space="0" w:color="auto"/>
            </w:tcBorders>
          </w:tcPr>
          <w:p w:rsidR="00F957A7" w:rsidRPr="00664355" w:rsidRDefault="00F957A7" w:rsidP="00D64D4A">
            <w:pPr>
              <w:tabs>
                <w:tab w:val="left" w:pos="851"/>
                <w:tab w:val="left" w:pos="5727"/>
                <w:tab w:val="left" w:pos="9575"/>
              </w:tabs>
              <w:outlineLvl w:val="0"/>
              <w:rPr>
                <w:rFonts w:eastAsia="SimSun"/>
                <w:sz w:val="18"/>
                <w:szCs w:val="18"/>
              </w:rPr>
            </w:pPr>
            <w:r w:rsidRPr="00664355">
              <w:rPr>
                <w:sz w:val="18"/>
                <w:szCs w:val="18"/>
              </w:rPr>
              <w:t>115</w:t>
            </w:r>
          </w:p>
        </w:tc>
        <w:tc>
          <w:tcPr>
            <w:tcW w:w="3042" w:type="dxa"/>
            <w:tcBorders>
              <w:top w:val="single" w:sz="12" w:space="0" w:color="auto"/>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Systèmes de conversion ultérieure au GPL et GNC</w:t>
            </w:r>
          </w:p>
        </w:tc>
        <w:tc>
          <w:tcPr>
            <w:tcW w:w="672" w:type="dxa"/>
            <w:tcBorders>
              <w:top w:val="single" w:sz="12" w:space="0" w:color="auto"/>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51</w:t>
            </w:r>
          </w:p>
        </w:tc>
        <w:tc>
          <w:tcPr>
            <w:tcW w:w="591" w:type="dxa"/>
            <w:tcBorders>
              <w:top w:val="single" w:sz="12" w:space="0" w:color="auto"/>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w:t>
            </w:r>
          </w:p>
        </w:tc>
        <w:tc>
          <w:tcPr>
            <w:tcW w:w="1466" w:type="dxa"/>
            <w:tcBorders>
              <w:top w:val="single" w:sz="12" w:space="0" w:color="auto"/>
              <w:bottom w:val="single" w:sz="12" w:space="0" w:color="auto"/>
            </w:tcBorders>
          </w:tcPr>
          <w:p w:rsidR="00F957A7" w:rsidRPr="00664355" w:rsidRDefault="00F957A7" w:rsidP="00D64D4A">
            <w:pPr>
              <w:rPr>
                <w:rFonts w:eastAsia="SimSun"/>
                <w:sz w:val="18"/>
                <w:szCs w:val="18"/>
              </w:rPr>
            </w:pPr>
            <w:r w:rsidRPr="00664355">
              <w:rPr>
                <w:sz w:val="18"/>
                <w:szCs w:val="18"/>
              </w:rPr>
              <w:t>2020/49</w:t>
            </w:r>
          </w:p>
        </w:tc>
        <w:tc>
          <w:tcPr>
            <w:tcW w:w="810" w:type="dxa"/>
            <w:tcBorders>
              <w:top w:val="single" w:sz="12" w:space="0" w:color="auto"/>
              <w:bottom w:val="single" w:sz="12" w:space="0" w:color="auto"/>
            </w:tcBorders>
          </w:tcPr>
          <w:p w:rsidR="00F957A7" w:rsidRPr="00664355" w:rsidRDefault="00F957A7" w:rsidP="00D64D4A">
            <w:pPr>
              <w:keepNext/>
              <w:keepLines/>
              <w:tabs>
                <w:tab w:val="left" w:pos="851"/>
                <w:tab w:val="left" w:pos="5727"/>
                <w:tab w:val="left" w:pos="9575"/>
              </w:tabs>
              <w:outlineLvl w:val="0"/>
              <w:rPr>
                <w:rFonts w:eastAsia="SimSun"/>
                <w:sz w:val="18"/>
                <w:szCs w:val="18"/>
              </w:rPr>
            </w:pPr>
            <w:r w:rsidRPr="00664355">
              <w:rPr>
                <w:sz w:val="18"/>
                <w:szCs w:val="18"/>
              </w:rPr>
              <w:t>37/0/0</w:t>
            </w:r>
          </w:p>
        </w:tc>
        <w:tc>
          <w:tcPr>
            <w:tcW w:w="1783" w:type="dxa"/>
            <w:tcBorders>
              <w:top w:val="single" w:sz="12" w:space="0" w:color="auto"/>
              <w:bottom w:val="single" w:sz="12" w:space="0" w:color="auto"/>
            </w:tcBorders>
          </w:tcPr>
          <w:p w:rsidR="00F957A7" w:rsidRPr="00664355" w:rsidRDefault="00F957A7" w:rsidP="00D64D4A">
            <w:pPr>
              <w:rPr>
                <w:rFonts w:eastAsia="SimSun"/>
                <w:sz w:val="18"/>
                <w:szCs w:val="18"/>
              </w:rPr>
            </w:pPr>
            <w:r w:rsidRPr="00664355">
              <w:rPr>
                <w:sz w:val="18"/>
                <w:szCs w:val="18"/>
              </w:rPr>
              <w:t>Rectificatif 1 au complément 8</w:t>
            </w:r>
          </w:p>
        </w:tc>
        <w:tc>
          <w:tcPr>
            <w:tcW w:w="452" w:type="dxa"/>
            <w:tcBorders>
              <w:top w:val="single" w:sz="12" w:space="0" w:color="auto"/>
              <w:bottom w:val="single" w:sz="12" w:space="0" w:color="auto"/>
            </w:tcBorders>
          </w:tcPr>
          <w:p w:rsidR="00F957A7" w:rsidRPr="00664355" w:rsidRDefault="00F957A7" w:rsidP="00D64D4A">
            <w:pPr>
              <w:keepNext/>
              <w:keepLines/>
              <w:tabs>
                <w:tab w:val="left" w:pos="851"/>
                <w:tab w:val="left" w:pos="5727"/>
                <w:tab w:val="left" w:pos="9575"/>
              </w:tabs>
              <w:spacing w:before="120"/>
              <w:outlineLvl w:val="0"/>
              <w:rPr>
                <w:rFonts w:eastAsia="SimSun"/>
                <w:sz w:val="18"/>
                <w:szCs w:val="18"/>
              </w:rPr>
            </w:pPr>
            <w:r w:rsidRPr="00664355">
              <w:rPr>
                <w:sz w:val="18"/>
                <w:szCs w:val="18"/>
              </w:rPr>
              <w:t>*</w:t>
            </w:r>
          </w:p>
        </w:tc>
      </w:tr>
    </w:tbl>
    <w:p w:rsidR="00F957A7" w:rsidRPr="00664355" w:rsidRDefault="00F957A7" w:rsidP="00F957A7">
      <w:pPr>
        <w:pStyle w:val="SingleTxtG"/>
        <w:ind w:left="142" w:right="283"/>
        <w:rPr>
          <w:rFonts w:eastAsia="SimSun"/>
        </w:rPr>
      </w:pPr>
      <w:r w:rsidRPr="00664355">
        <w:t>*</w:t>
      </w:r>
      <w:r w:rsidRPr="00664355">
        <w:tab/>
        <w:t>L</w:t>
      </w:r>
      <w:r w:rsidR="004F3EFE">
        <w:t>’</w:t>
      </w:r>
      <w:r w:rsidRPr="00664355">
        <w:t>Union européenne votant au nom de ses États membres et du Royaume-Uni de Grande-Bretagne et d</w:t>
      </w:r>
      <w:r w:rsidR="004F3EFE">
        <w:t>’</w:t>
      </w:r>
      <w:r w:rsidRPr="00664355">
        <w:t>Irlande du Nord.</w:t>
      </w:r>
    </w:p>
    <w:p w:rsidR="00F957A7" w:rsidRPr="00664355" w:rsidRDefault="00F957A7" w:rsidP="00F957A7">
      <w:pPr>
        <w:pStyle w:val="HChG"/>
        <w:rPr>
          <w:sz w:val="24"/>
        </w:rPr>
      </w:pPr>
      <w:r w:rsidRPr="00664355">
        <w:tab/>
        <w:t>C.</w:t>
      </w:r>
      <w:r w:rsidRPr="00664355">
        <w:tab/>
      </w:r>
      <w:r w:rsidRPr="00664355">
        <w:rPr>
          <w:bCs/>
        </w:rPr>
        <w:t>Comité exécutif de l</w:t>
      </w:r>
      <w:r w:rsidR="004F3EFE">
        <w:rPr>
          <w:bCs/>
        </w:rPr>
        <w:t>’</w:t>
      </w:r>
      <w:r w:rsidRPr="00664355">
        <w:rPr>
          <w:bCs/>
        </w:rPr>
        <w:t>Accord de 1998 (AC.3)</w:t>
      </w:r>
      <w:bookmarkStart w:id="102" w:name="_Toc35591710"/>
      <w:bookmarkEnd w:id="102"/>
    </w:p>
    <w:p w:rsidR="00F957A7" w:rsidRPr="00664355" w:rsidRDefault="00F957A7" w:rsidP="00F957A7">
      <w:pPr>
        <w:pStyle w:val="HChG"/>
      </w:pPr>
      <w:r w:rsidRPr="00664355">
        <w:tab/>
        <w:t>XIV.</w:t>
      </w:r>
      <w:r w:rsidRPr="00664355">
        <w:tab/>
      </w:r>
      <w:r w:rsidRPr="00664355">
        <w:rPr>
          <w:bCs/>
        </w:rPr>
        <w:t>Constitution du Comité AC.3 (point 12 de l</w:t>
      </w:r>
      <w:r w:rsidR="004F3EFE">
        <w:rPr>
          <w:bCs/>
        </w:rPr>
        <w:t>’</w:t>
      </w:r>
      <w:r w:rsidRPr="00664355">
        <w:rPr>
          <w:bCs/>
        </w:rPr>
        <w:t>ordre du jour)</w:t>
      </w:r>
      <w:bookmarkStart w:id="103" w:name="_Toc35591711"/>
      <w:bookmarkEnd w:id="103"/>
    </w:p>
    <w:p w:rsidR="00F957A7" w:rsidRPr="00664355" w:rsidRDefault="00F957A7" w:rsidP="00F957A7">
      <w:pPr>
        <w:spacing w:after="120"/>
        <w:ind w:left="1134" w:right="1134"/>
        <w:jc w:val="both"/>
      </w:pPr>
      <w:r w:rsidRPr="00664355">
        <w:rPr>
          <w:i/>
          <w:iCs/>
        </w:rPr>
        <w:t>Document(s) :</w:t>
      </w:r>
      <w:r w:rsidRPr="00664355">
        <w:tab/>
        <w:t>Document informel WP.29-180-09.</w:t>
      </w:r>
    </w:p>
    <w:p w:rsidR="00F957A7" w:rsidRPr="00664355" w:rsidRDefault="00F957A7" w:rsidP="00F957A7">
      <w:pPr>
        <w:spacing w:before="120" w:after="120"/>
        <w:ind w:left="1134" w:right="1134"/>
        <w:jc w:val="both"/>
        <w:rPr>
          <w:rFonts w:eastAsia="SimSun"/>
        </w:rPr>
      </w:pPr>
      <w:r w:rsidRPr="00664355">
        <w:t>127.</w:t>
      </w:r>
      <w:r w:rsidRPr="00664355">
        <w:tab/>
        <w:t>Les membres de l</w:t>
      </w:r>
      <w:r w:rsidR="004F3EFE">
        <w:t>’</w:t>
      </w:r>
      <w:r w:rsidRPr="00664355">
        <w:t>AC.3 ont décidé que les membres participant à distance seraient pris en compte dans le calcul du quorum et seraient admis à voter, en raison des circonstances exceptionnelles liées à l</w:t>
      </w:r>
      <w:r w:rsidR="004F3EFE">
        <w:t>’</w:t>
      </w:r>
      <w:r w:rsidRPr="00664355">
        <w:t>épidémie de COVID-19.</w:t>
      </w:r>
    </w:p>
    <w:p w:rsidR="00F957A7" w:rsidRPr="00664355" w:rsidRDefault="00F957A7" w:rsidP="00F957A7">
      <w:pPr>
        <w:spacing w:after="120"/>
        <w:ind w:left="1134" w:right="1134"/>
        <w:jc w:val="both"/>
      </w:pPr>
      <w:r w:rsidRPr="00664355">
        <w:t>128.</w:t>
      </w:r>
      <w:r w:rsidRPr="00664355">
        <w:tab/>
        <w:t>La cinquante-huitième session du Comité exécutif (AC.3) prévue le 11 mars 2020 n</w:t>
      </w:r>
      <w:r w:rsidR="004F3EFE">
        <w:t>’</w:t>
      </w:r>
      <w:r w:rsidRPr="00664355">
        <w:t>a pas eu lieu faute de quorum.</w:t>
      </w:r>
    </w:p>
    <w:p w:rsidR="00F957A7" w:rsidRPr="00664355" w:rsidRDefault="00F957A7" w:rsidP="00F957A7">
      <w:pPr>
        <w:spacing w:after="120"/>
        <w:ind w:left="1134" w:right="1134"/>
        <w:jc w:val="both"/>
      </w:pPr>
      <w:r w:rsidRPr="00664355">
        <w:t>129.</w:t>
      </w:r>
      <w:r w:rsidRPr="00664355">
        <w:tab/>
        <w:t>Il a été convenu que les points 13 à 19 de l</w:t>
      </w:r>
      <w:r w:rsidR="004F3EFE">
        <w:t>’</w:t>
      </w:r>
      <w:r w:rsidRPr="00664355">
        <w:t>ordre du jour seraient examinés au titre des points 5.2 à 5.5 de l</w:t>
      </w:r>
      <w:r w:rsidR="004F3EFE">
        <w:t>’</w:t>
      </w:r>
      <w:r w:rsidRPr="00664355">
        <w:t>ordre du jour du WP.29 (voir paragraphe 100 ci-dessus).</w:t>
      </w:r>
    </w:p>
    <w:p w:rsidR="00F957A7" w:rsidRPr="00664355" w:rsidRDefault="00F957A7" w:rsidP="00F957A7">
      <w:pPr>
        <w:pStyle w:val="HChG"/>
        <w:rPr>
          <w:iCs/>
        </w:rPr>
      </w:pPr>
      <w:bookmarkStart w:id="104" w:name="_Hlk34897067"/>
      <w:r w:rsidRPr="00664355">
        <w:lastRenderedPageBreak/>
        <w:tab/>
        <w:t>A.</w:t>
      </w:r>
      <w:r w:rsidRPr="00664355">
        <w:tab/>
      </w:r>
      <w:r w:rsidRPr="00664355">
        <w:rPr>
          <w:bCs/>
        </w:rPr>
        <w:t>Forum mondial de l</w:t>
      </w:r>
      <w:r w:rsidR="004F3EFE">
        <w:rPr>
          <w:bCs/>
        </w:rPr>
        <w:t>’</w:t>
      </w:r>
      <w:r w:rsidRPr="00664355">
        <w:rPr>
          <w:bCs/>
        </w:rPr>
        <w:t>harmonisation des Règlements concernant les véhicules (WP.29)</w:t>
      </w:r>
      <w:bookmarkStart w:id="105" w:name="_Toc35591712"/>
      <w:bookmarkEnd w:id="105"/>
    </w:p>
    <w:bookmarkEnd w:id="104"/>
    <w:p w:rsidR="00F957A7" w:rsidRPr="00664355" w:rsidRDefault="00F957A7" w:rsidP="00F957A7">
      <w:pPr>
        <w:pStyle w:val="HChG"/>
      </w:pPr>
      <w:r w:rsidRPr="00664355">
        <w:tab/>
        <w:t>XV.</w:t>
      </w:r>
      <w:r w:rsidRPr="00664355">
        <w:tab/>
      </w:r>
      <w:r w:rsidRPr="00664355">
        <w:rPr>
          <w:bCs/>
        </w:rPr>
        <w:t>Suivi de la mise en œuvre de l</w:t>
      </w:r>
      <w:r w:rsidR="004F3EFE">
        <w:rPr>
          <w:bCs/>
        </w:rPr>
        <w:t>’</w:t>
      </w:r>
      <w:r w:rsidRPr="00664355">
        <w:rPr>
          <w:bCs/>
        </w:rPr>
        <w:t>Accord de 1998 : Rapports des Parties contractantes sur la transposition des RTM ONU</w:t>
      </w:r>
      <w:r w:rsidRPr="00664355">
        <w:rPr>
          <w:bCs/>
          <w:vertAlign w:val="superscript"/>
        </w:rPr>
        <w:t xml:space="preserve"> </w:t>
      </w:r>
      <w:r w:rsidRPr="00664355">
        <w:rPr>
          <w:bCs/>
        </w:rPr>
        <w:t>et de leurs amendements dans la législation nationale</w:t>
      </w:r>
      <w:r w:rsidRPr="00664355">
        <w:rPr>
          <w:bCs/>
          <w:vertAlign w:val="superscript"/>
        </w:rPr>
        <w:t xml:space="preserve"> </w:t>
      </w:r>
      <w:r w:rsidRPr="00664355">
        <w:rPr>
          <w:bCs/>
        </w:rPr>
        <w:t>ou régionale (point 5.1 de l</w:t>
      </w:r>
      <w:r w:rsidR="004F3EFE">
        <w:rPr>
          <w:bCs/>
        </w:rPr>
        <w:t>’</w:t>
      </w:r>
      <w:r w:rsidRPr="00664355">
        <w:rPr>
          <w:bCs/>
        </w:rPr>
        <w:t>ordre du jour correspondant au point 13 de l</w:t>
      </w:r>
      <w:r w:rsidR="004F3EFE">
        <w:rPr>
          <w:bCs/>
        </w:rPr>
        <w:t>’</w:t>
      </w:r>
      <w:r w:rsidRPr="00664355">
        <w:rPr>
          <w:bCs/>
        </w:rPr>
        <w:t>ordre du jour)</w:t>
      </w:r>
      <w:bookmarkStart w:id="106" w:name="_Toc35591713"/>
      <w:bookmarkEnd w:id="106"/>
    </w:p>
    <w:p w:rsidR="00F957A7" w:rsidRPr="00664355" w:rsidRDefault="00F957A7" w:rsidP="00F957A7">
      <w:pPr>
        <w:spacing w:after="120"/>
        <w:ind w:left="2835" w:right="1138" w:hanging="1697"/>
        <w:jc w:val="both"/>
      </w:pPr>
      <w:r w:rsidRPr="00664355">
        <w:rPr>
          <w:i/>
          <w:iCs/>
        </w:rPr>
        <w:t>Document(s) :</w:t>
      </w:r>
      <w:r w:rsidRPr="00664355">
        <w:tab/>
        <w:t xml:space="preserve">ECE/TRANS/WP.29/1073/Rev.27 ; </w:t>
      </w:r>
      <w:r w:rsidRPr="00664355">
        <w:br/>
        <w:t>Document informel WP.29-180-0</w:t>
      </w:r>
      <w:r w:rsidR="00F55BAF">
        <w:t>8</w:t>
      </w:r>
      <w:r w:rsidRPr="00664355">
        <w:t>.</w:t>
      </w:r>
    </w:p>
    <w:p w:rsidR="00F957A7" w:rsidRPr="00664355" w:rsidRDefault="00F957A7" w:rsidP="00F957A7">
      <w:pPr>
        <w:spacing w:after="120"/>
        <w:ind w:left="1134" w:right="1134"/>
        <w:jc w:val="both"/>
      </w:pPr>
      <w:r w:rsidRPr="00664355">
        <w:t>130.</w:t>
      </w:r>
      <w:r w:rsidRPr="00664355">
        <w:tab/>
        <w:t>Le WP.29 a pris note de l</w:t>
      </w:r>
      <w:r w:rsidR="004F3EFE">
        <w:t>’</w:t>
      </w:r>
      <w:r w:rsidRPr="00664355">
        <w:t>état, au</w:t>
      </w:r>
      <w:r w:rsidR="00DD39E7">
        <w:t xml:space="preserve"> </w:t>
      </w:r>
      <w:r w:rsidRPr="00664355">
        <w:t>5</w:t>
      </w:r>
      <w:r w:rsidR="00DD39E7">
        <w:t> </w:t>
      </w:r>
      <w:r w:rsidRPr="00664355">
        <w:t>mars</w:t>
      </w:r>
      <w:r w:rsidR="00DD39E7">
        <w:t xml:space="preserve"> </w:t>
      </w:r>
      <w:r w:rsidRPr="00664355">
        <w:t>2020, de l</w:t>
      </w:r>
      <w:r w:rsidR="004F3EFE">
        <w:t>’</w:t>
      </w:r>
      <w:r w:rsidRPr="00664355">
        <w:t>Accord, du Registre mondial et du Recueil des règlements admissibles (ECE/TRANS/WP.29/1073/Rev.27), de l</w:t>
      </w:r>
      <w:r w:rsidR="004F3EFE">
        <w:t>’</w:t>
      </w:r>
      <w:r w:rsidRPr="00664355">
        <w:t>état des priorités de l</w:t>
      </w:r>
      <w:r w:rsidR="004F3EFE">
        <w:t>’</w:t>
      </w:r>
      <w:r w:rsidRPr="00664355">
        <w:t>Accord de</w:t>
      </w:r>
      <w:r w:rsidR="00DD39E7">
        <w:t xml:space="preserve"> </w:t>
      </w:r>
      <w:r w:rsidRPr="00664355">
        <w:t>1998 (sur la base du document informel WP.29-180-08 reproduit dans l</w:t>
      </w:r>
      <w:r w:rsidR="004F3EFE">
        <w:t>’</w:t>
      </w:r>
      <w:r w:rsidRPr="00664355">
        <w:t>annexe II du présent rapport) et des questions sur lesquelles l</w:t>
      </w:r>
      <w:r w:rsidR="004F3EFE">
        <w:t>’</w:t>
      </w:r>
      <w:r w:rsidRPr="00664355">
        <w:t>échange de vues devrait être poursuivi. Il a constaté que les notifications et les rapports obligatoires sur le processus de transposition envoyés au secrétariat par l</w:t>
      </w:r>
      <w:r w:rsidR="004F3EFE">
        <w:t>’</w:t>
      </w:r>
      <w:r w:rsidRPr="00664355">
        <w:t xml:space="preserve">intermédiaire des missions permanentes à Genève étaient accessibles en ligne sur le site : </w:t>
      </w:r>
      <w:hyperlink r:id="rId9" w:history="1">
        <w:r w:rsidRPr="00DD39E7">
          <w:rPr>
            <w:rStyle w:val="Lienhypertexte"/>
          </w:rPr>
          <w:t>https://wiki.unece.org/display/TRAN/Home</w:t>
        </w:r>
      </w:hyperlink>
      <w:r w:rsidRPr="00664355">
        <w:t>. Il a décidé que les rapports et notifications susmentionnés seraient toujours envoyés par l</w:t>
      </w:r>
      <w:r w:rsidR="004F3EFE">
        <w:t>’</w:t>
      </w:r>
      <w:r w:rsidRPr="00664355">
        <w:t>intermédiaire des missions permanentes à Genève et directement par courrier électronique au secrétariat (</w:t>
      </w:r>
      <w:hyperlink r:id="rId10" w:history="1">
        <w:r w:rsidRPr="00DD39E7">
          <w:rPr>
            <w:rStyle w:val="Lienhypertexte"/>
          </w:rPr>
          <w:t>edoardo.gianotti@un.org</w:t>
        </w:r>
      </w:hyperlink>
      <w:r w:rsidRPr="00664355">
        <w:t>) afin de permettre l</w:t>
      </w:r>
      <w:r w:rsidR="004F3EFE">
        <w:t>’</w:t>
      </w:r>
      <w:r w:rsidRPr="00664355">
        <w:t>actualisation du document sur l</w:t>
      </w:r>
      <w:r w:rsidR="004F3EFE">
        <w:t>’</w:t>
      </w:r>
      <w:r w:rsidRPr="00664355">
        <w:t>état d</w:t>
      </w:r>
      <w:r w:rsidR="004F3EFE">
        <w:t>’</w:t>
      </w:r>
      <w:r w:rsidRPr="00664355">
        <w:t>avancement de la mise en œuvre de l</w:t>
      </w:r>
      <w:r w:rsidR="004F3EFE">
        <w:t>’</w:t>
      </w:r>
      <w:r w:rsidRPr="00664355">
        <w:t>Accord. Pour finir, il a demandé aux</w:t>
      </w:r>
      <w:r w:rsidR="00ED2284">
        <w:t xml:space="preserve"> </w:t>
      </w:r>
      <w:r w:rsidRPr="00664355">
        <w:t>représentants de communiquer au secrétariat les coordonnées des points de contact pour les questions se rapportant à l</w:t>
      </w:r>
      <w:r w:rsidR="004F3EFE">
        <w:t>’</w:t>
      </w:r>
      <w:r w:rsidRPr="00664355">
        <w:t>Accord désignés par les autorités de leur pays pour établir les</w:t>
      </w:r>
      <w:r w:rsidR="00ED2284">
        <w:t xml:space="preserve"> </w:t>
      </w:r>
      <w:r w:rsidRPr="00664355">
        <w:t>rapports et les notifications, afin que chacun puisse être informé des renseignements échangés sur le site Web susmentionné.</w:t>
      </w:r>
    </w:p>
    <w:p w:rsidR="00F957A7" w:rsidRPr="00664355" w:rsidRDefault="00F957A7" w:rsidP="00F957A7">
      <w:pPr>
        <w:pStyle w:val="HChG"/>
      </w:pPr>
      <w:r w:rsidRPr="00664355">
        <w:tab/>
        <w:t>XVI.</w:t>
      </w:r>
      <w:r w:rsidRPr="00664355">
        <w:tab/>
      </w:r>
      <w:r w:rsidRPr="00664355">
        <w:rPr>
          <w:bCs/>
        </w:rPr>
        <w:t>Examen et mise aux voix par l</w:t>
      </w:r>
      <w:r w:rsidR="004F3EFE">
        <w:rPr>
          <w:bCs/>
        </w:rPr>
        <w:t>’</w:t>
      </w:r>
      <w:r w:rsidRPr="00664355">
        <w:rPr>
          <w:bCs/>
        </w:rPr>
        <w:t>AC.3 des éventuels projets de RTM ONU</w:t>
      </w:r>
      <w:r w:rsidRPr="00664355">
        <w:rPr>
          <w:bCs/>
          <w:vertAlign w:val="superscript"/>
        </w:rPr>
        <w:t xml:space="preserve"> </w:t>
      </w:r>
      <w:r w:rsidRPr="00664355">
        <w:rPr>
          <w:bCs/>
        </w:rPr>
        <w:t>et/ou projets d</w:t>
      </w:r>
      <w:r w:rsidR="004F3EFE">
        <w:rPr>
          <w:bCs/>
        </w:rPr>
        <w:t>’</w:t>
      </w:r>
      <w:r w:rsidRPr="00664355">
        <w:rPr>
          <w:bCs/>
        </w:rPr>
        <w:t>amendements à des RTM ONU</w:t>
      </w:r>
      <w:r w:rsidRPr="00664355">
        <w:rPr>
          <w:bCs/>
          <w:vertAlign w:val="superscript"/>
        </w:rPr>
        <w:t xml:space="preserve"> </w:t>
      </w:r>
      <w:r w:rsidRPr="00664355">
        <w:rPr>
          <w:bCs/>
        </w:rPr>
        <w:t>existants (point 5.2 de l</w:t>
      </w:r>
      <w:r w:rsidR="004F3EFE">
        <w:rPr>
          <w:bCs/>
        </w:rPr>
        <w:t>’</w:t>
      </w:r>
      <w:r w:rsidRPr="00664355">
        <w:rPr>
          <w:bCs/>
        </w:rPr>
        <w:t>ordre du jour correspondant au point 14 de l</w:t>
      </w:r>
      <w:r w:rsidR="004F3EFE">
        <w:rPr>
          <w:bCs/>
        </w:rPr>
        <w:t>’</w:t>
      </w:r>
      <w:r w:rsidRPr="00664355">
        <w:rPr>
          <w:bCs/>
        </w:rPr>
        <w:t>ordre du jour)</w:t>
      </w:r>
      <w:bookmarkStart w:id="107" w:name="_Toc35591714"/>
      <w:bookmarkEnd w:id="107"/>
    </w:p>
    <w:p w:rsidR="00F957A7" w:rsidRPr="00664355" w:rsidRDefault="00F957A7" w:rsidP="00F957A7">
      <w:pPr>
        <w:spacing w:after="120"/>
        <w:ind w:left="1134" w:right="1134"/>
        <w:jc w:val="both"/>
      </w:pPr>
      <w:r w:rsidRPr="00664355">
        <w:rPr>
          <w:i/>
          <w:iCs/>
        </w:rPr>
        <w:t>Document(s) :</w:t>
      </w:r>
      <w:r w:rsidRPr="00664355">
        <w:tab/>
        <w:t>Document informel WP.29-180-09.</w:t>
      </w:r>
    </w:p>
    <w:p w:rsidR="00F957A7" w:rsidRPr="00664355" w:rsidRDefault="00F957A7" w:rsidP="00F957A7">
      <w:pPr>
        <w:pStyle w:val="H1G"/>
      </w:pPr>
      <w:r w:rsidRPr="00664355">
        <w:tab/>
        <w:t>A.</w:t>
      </w:r>
      <w:r w:rsidRPr="00664355">
        <w:tab/>
      </w:r>
      <w:r w:rsidRPr="00664355">
        <w:rPr>
          <w:bCs/>
        </w:rPr>
        <w:t>Proposition de nouveau RTM ONU (point 14.1 de l</w:t>
      </w:r>
      <w:r w:rsidR="004F3EFE">
        <w:rPr>
          <w:bCs/>
        </w:rPr>
        <w:t>’</w:t>
      </w:r>
      <w:r w:rsidRPr="00664355">
        <w:rPr>
          <w:bCs/>
        </w:rPr>
        <w:t>ordre du jour)</w:t>
      </w:r>
      <w:bookmarkStart w:id="108" w:name="_Toc35591715"/>
      <w:bookmarkEnd w:id="108"/>
    </w:p>
    <w:p w:rsidR="00F957A7" w:rsidRPr="00664355" w:rsidRDefault="00F957A7" w:rsidP="00F957A7">
      <w:pPr>
        <w:spacing w:after="120"/>
        <w:ind w:left="1134" w:right="1134"/>
        <w:jc w:val="both"/>
      </w:pPr>
      <w:r w:rsidRPr="00664355">
        <w:t>131.</w:t>
      </w:r>
      <w:r w:rsidRPr="00664355">
        <w:tab/>
        <w:t>Aucune nouvelle proposition de nouveau RTM ONU n</w:t>
      </w:r>
      <w:r w:rsidR="004F3EFE">
        <w:t>’</w:t>
      </w:r>
      <w:r w:rsidRPr="00664355">
        <w:t>a été soumise au titre de ce point de l</w:t>
      </w:r>
      <w:r w:rsidR="004F3EFE">
        <w:t>’</w:t>
      </w:r>
      <w:r w:rsidRPr="00664355">
        <w:t>ordre du jour.</w:t>
      </w:r>
    </w:p>
    <w:p w:rsidR="00F957A7" w:rsidRPr="00664355" w:rsidRDefault="00F957A7" w:rsidP="00F957A7">
      <w:pPr>
        <w:pStyle w:val="H1G"/>
      </w:pPr>
      <w:r w:rsidRPr="00664355">
        <w:tab/>
        <w:t>B.</w:t>
      </w:r>
      <w:r w:rsidRPr="00664355">
        <w:tab/>
      </w:r>
      <w:r w:rsidRPr="00664355">
        <w:rPr>
          <w:bCs/>
        </w:rPr>
        <w:t>Éventuelles propositions d</w:t>
      </w:r>
      <w:r w:rsidR="004F3EFE">
        <w:rPr>
          <w:bCs/>
        </w:rPr>
        <w:t>’</w:t>
      </w:r>
      <w:r w:rsidRPr="00664355">
        <w:rPr>
          <w:bCs/>
        </w:rPr>
        <w:t>amendements à des RTM ONU (point 14.2 de l</w:t>
      </w:r>
      <w:r w:rsidR="004F3EFE">
        <w:rPr>
          <w:bCs/>
        </w:rPr>
        <w:t>’</w:t>
      </w:r>
      <w:r w:rsidRPr="00664355">
        <w:rPr>
          <w:bCs/>
        </w:rPr>
        <w:t>ordre du jour)</w:t>
      </w:r>
      <w:bookmarkStart w:id="109" w:name="_Toc35591716"/>
      <w:bookmarkEnd w:id="109"/>
    </w:p>
    <w:p w:rsidR="00F957A7" w:rsidRPr="00664355" w:rsidRDefault="00F957A7" w:rsidP="00F957A7">
      <w:pPr>
        <w:pStyle w:val="H23G"/>
      </w:pPr>
      <w:r w:rsidRPr="00664355">
        <w:tab/>
        <w:t>1.</w:t>
      </w:r>
      <w:r w:rsidRPr="00664355">
        <w:tab/>
      </w:r>
      <w:r w:rsidRPr="00664355">
        <w:rPr>
          <w:bCs/>
        </w:rPr>
        <w:t>Proposition d</w:t>
      </w:r>
      <w:r w:rsidR="004F3EFE">
        <w:rPr>
          <w:bCs/>
        </w:rPr>
        <w:t>’</w:t>
      </w:r>
      <w:r w:rsidRPr="00664355">
        <w:rPr>
          <w:bCs/>
        </w:rPr>
        <w:t>amendement 4 au RTM</w:t>
      </w:r>
      <w:r w:rsidRPr="00664355">
        <w:rPr>
          <w:bCs/>
          <w:vertAlign w:val="superscript"/>
        </w:rPr>
        <w:t xml:space="preserve"> </w:t>
      </w:r>
      <w:r w:rsidRPr="00664355">
        <w:rPr>
          <w:bCs/>
        </w:rPr>
        <w:t>ONU n</w:t>
      </w:r>
      <w:r w:rsidRPr="00664355">
        <w:rPr>
          <w:bCs/>
          <w:vertAlign w:val="superscript"/>
        </w:rPr>
        <w:t>o</w:t>
      </w:r>
      <w:r w:rsidRPr="00664355">
        <w:rPr>
          <w:bCs/>
        </w:rPr>
        <w:t> 3 (Freinage des motocycles) (point 14.2.1 de l</w:t>
      </w:r>
      <w:r w:rsidR="004F3EFE">
        <w:rPr>
          <w:bCs/>
        </w:rPr>
        <w:t>’</w:t>
      </w:r>
      <w:r w:rsidRPr="00664355">
        <w:rPr>
          <w:bCs/>
        </w:rPr>
        <w:t>ordre du jour)</w:t>
      </w:r>
      <w:bookmarkStart w:id="110" w:name="_Toc35591717"/>
      <w:bookmarkEnd w:id="110"/>
    </w:p>
    <w:p w:rsidR="00F957A7" w:rsidRPr="00664355" w:rsidRDefault="00F957A7" w:rsidP="00F957A7">
      <w:pPr>
        <w:spacing w:before="120" w:after="120"/>
        <w:ind w:left="2835" w:right="1138" w:hanging="1701"/>
        <w:jc w:val="both"/>
        <w:rPr>
          <w:lang w:val="en-US"/>
        </w:rPr>
      </w:pPr>
      <w:r w:rsidRPr="00664355">
        <w:rPr>
          <w:i/>
          <w:lang w:val="en-US"/>
        </w:rPr>
        <w:t>Document(s) :</w:t>
      </w:r>
      <w:r w:rsidRPr="00664355">
        <w:rPr>
          <w:lang w:val="en-US"/>
        </w:rPr>
        <w:tab/>
        <w:t xml:space="preserve">ECE/TRANS/WP.29/2020/47 ; </w:t>
      </w:r>
      <w:r w:rsidRPr="00664355">
        <w:rPr>
          <w:lang w:val="en-US"/>
        </w:rPr>
        <w:br/>
        <w:t>ECE/TRANS/WP.29/2020/48 ;</w:t>
      </w:r>
      <w:r w:rsidRPr="00664355">
        <w:rPr>
          <w:lang w:val="en-US"/>
        </w:rPr>
        <w:br/>
        <w:t>ECE/TRANS/WP.29/AC.3/47.</w:t>
      </w:r>
    </w:p>
    <w:p w:rsidR="00F957A7" w:rsidRPr="00664355" w:rsidRDefault="00F957A7" w:rsidP="00F957A7">
      <w:pPr>
        <w:spacing w:before="120" w:after="120"/>
        <w:ind w:left="1134" w:right="1140"/>
        <w:jc w:val="both"/>
      </w:pPr>
      <w:r w:rsidRPr="00664355">
        <w:t>132.</w:t>
      </w:r>
      <w:r w:rsidRPr="00664355">
        <w:tab/>
        <w:t>Faute de quorum, l</w:t>
      </w:r>
      <w:r w:rsidR="004F3EFE">
        <w:t>’</w:t>
      </w:r>
      <w:r w:rsidRPr="00664355">
        <w:t>AC.3 n</w:t>
      </w:r>
      <w:r w:rsidR="004F3EFE">
        <w:t>’</w:t>
      </w:r>
      <w:r w:rsidRPr="00664355">
        <w:t>a pas voté et le WP.29 a décidé de reprendre ce sujet à sa session de juin 2020.</w:t>
      </w:r>
    </w:p>
    <w:p w:rsidR="00F957A7" w:rsidRPr="00664355" w:rsidRDefault="00F957A7" w:rsidP="00F957A7">
      <w:pPr>
        <w:pStyle w:val="H23G"/>
      </w:pPr>
      <w:r w:rsidRPr="00664355">
        <w:lastRenderedPageBreak/>
        <w:tab/>
        <w:t>2.</w:t>
      </w:r>
      <w:r w:rsidRPr="00664355">
        <w:tab/>
      </w:r>
      <w:r w:rsidRPr="00664355">
        <w:rPr>
          <w:bCs/>
        </w:rPr>
        <w:t>Proposition d</w:t>
      </w:r>
      <w:r w:rsidR="004F3EFE">
        <w:rPr>
          <w:bCs/>
        </w:rPr>
        <w:t>’</w:t>
      </w:r>
      <w:r w:rsidRPr="00664355">
        <w:rPr>
          <w:bCs/>
        </w:rPr>
        <w:t>amendement 2 au RTM ONU n</w:t>
      </w:r>
      <w:r w:rsidRPr="00664355">
        <w:rPr>
          <w:bCs/>
          <w:vertAlign w:val="superscript"/>
        </w:rPr>
        <w:t>o</w:t>
      </w:r>
      <w:r w:rsidRPr="00664355">
        <w:rPr>
          <w:bCs/>
        </w:rPr>
        <w:t> 6 (Vitrages de sécurité) (point 14.2.2 de l</w:t>
      </w:r>
      <w:r w:rsidR="004F3EFE">
        <w:rPr>
          <w:bCs/>
        </w:rPr>
        <w:t>’</w:t>
      </w:r>
      <w:r w:rsidRPr="00664355">
        <w:rPr>
          <w:bCs/>
        </w:rPr>
        <w:t>ordre du jour)</w:t>
      </w:r>
      <w:bookmarkStart w:id="111" w:name="_Toc35591718"/>
      <w:bookmarkEnd w:id="111"/>
    </w:p>
    <w:p w:rsidR="00F957A7" w:rsidRPr="00664355" w:rsidRDefault="00F957A7" w:rsidP="00F957A7">
      <w:pPr>
        <w:spacing w:before="120" w:after="120"/>
        <w:ind w:left="2835" w:right="1138" w:hanging="1701"/>
        <w:jc w:val="both"/>
        <w:rPr>
          <w:lang w:val="en-US"/>
        </w:rPr>
      </w:pPr>
      <w:r w:rsidRPr="00664355">
        <w:rPr>
          <w:i/>
          <w:lang w:val="en-US"/>
        </w:rPr>
        <w:t>Document(s) :</w:t>
      </w:r>
      <w:r w:rsidRPr="00664355">
        <w:rPr>
          <w:lang w:val="en-US"/>
        </w:rPr>
        <w:tab/>
        <w:t xml:space="preserve">ECE/TRANS/WP.29/2020/43 ; </w:t>
      </w:r>
      <w:r w:rsidRPr="00664355">
        <w:rPr>
          <w:lang w:val="en-US"/>
        </w:rPr>
        <w:br/>
        <w:t xml:space="preserve">ECE/TRANS/WP.29/2020/44 ; </w:t>
      </w:r>
      <w:r w:rsidRPr="00664355">
        <w:rPr>
          <w:lang w:val="en-US"/>
        </w:rPr>
        <w:br/>
        <w:t>ECE/TRANS/WP.29/AC.3/52.</w:t>
      </w:r>
    </w:p>
    <w:p w:rsidR="00F957A7" w:rsidRPr="00664355" w:rsidRDefault="00F957A7" w:rsidP="00F957A7">
      <w:pPr>
        <w:spacing w:before="120" w:after="120"/>
        <w:ind w:left="1134" w:right="1140"/>
        <w:jc w:val="both"/>
      </w:pPr>
      <w:r w:rsidRPr="00664355">
        <w:t>133.</w:t>
      </w:r>
      <w:r w:rsidRPr="00664355">
        <w:tab/>
        <w:t>Faute de quorum, l</w:t>
      </w:r>
      <w:r w:rsidR="004F3EFE">
        <w:t>’</w:t>
      </w:r>
      <w:r w:rsidRPr="00664355">
        <w:t>AC.3 n</w:t>
      </w:r>
      <w:r w:rsidR="004F3EFE">
        <w:t>’</w:t>
      </w:r>
      <w:r w:rsidRPr="00664355">
        <w:t>a pas voté et le WP.29 a décidé de reprendre ce sujet à sa session de juin 2020.</w:t>
      </w:r>
    </w:p>
    <w:p w:rsidR="00F957A7" w:rsidRPr="00664355" w:rsidRDefault="00F957A7" w:rsidP="00F957A7">
      <w:pPr>
        <w:pStyle w:val="H23G"/>
      </w:pPr>
      <w:r w:rsidRPr="00664355">
        <w:tab/>
        <w:t>3.</w:t>
      </w:r>
      <w:r w:rsidRPr="00664355">
        <w:tab/>
      </w:r>
      <w:r w:rsidRPr="00664355">
        <w:rPr>
          <w:bCs/>
        </w:rPr>
        <w:t>Proposition d</w:t>
      </w:r>
      <w:r w:rsidR="004F3EFE">
        <w:rPr>
          <w:bCs/>
        </w:rPr>
        <w:t>’</w:t>
      </w:r>
      <w:r w:rsidRPr="00664355">
        <w:rPr>
          <w:bCs/>
        </w:rPr>
        <w:t>amendement 3 au RTM ONU n</w:t>
      </w:r>
      <w:r w:rsidRPr="00664355">
        <w:rPr>
          <w:bCs/>
          <w:vertAlign w:val="superscript"/>
        </w:rPr>
        <w:t>o</w:t>
      </w:r>
      <w:r w:rsidRPr="00664355">
        <w:rPr>
          <w:bCs/>
        </w:rPr>
        <w:t> 6 (Vitrages de sécurité) (point 14.2.3 de l</w:t>
      </w:r>
      <w:r w:rsidR="004F3EFE">
        <w:rPr>
          <w:bCs/>
        </w:rPr>
        <w:t>’</w:t>
      </w:r>
      <w:r w:rsidRPr="00664355">
        <w:rPr>
          <w:bCs/>
        </w:rPr>
        <w:t>ordre du jour)</w:t>
      </w:r>
      <w:bookmarkStart w:id="112" w:name="_Toc35591719"/>
      <w:bookmarkEnd w:id="112"/>
    </w:p>
    <w:p w:rsidR="00F957A7" w:rsidRPr="00664355" w:rsidRDefault="00F957A7" w:rsidP="00F957A7">
      <w:pPr>
        <w:spacing w:before="120" w:after="120"/>
        <w:ind w:left="2835" w:right="1138" w:hanging="1701"/>
        <w:jc w:val="both"/>
        <w:rPr>
          <w:lang w:val="en-US"/>
        </w:rPr>
      </w:pPr>
      <w:r w:rsidRPr="00664355">
        <w:rPr>
          <w:i/>
          <w:lang w:val="en-US"/>
        </w:rPr>
        <w:t>Document(s) :</w:t>
      </w:r>
      <w:r w:rsidRPr="00664355">
        <w:rPr>
          <w:lang w:val="en-US"/>
        </w:rPr>
        <w:tab/>
        <w:t xml:space="preserve">ECE/TRANS/WP.29/2020/45 ; </w:t>
      </w:r>
      <w:r w:rsidRPr="00664355">
        <w:rPr>
          <w:lang w:val="en-US"/>
        </w:rPr>
        <w:br/>
        <w:t xml:space="preserve">ECE/TRANS/WP.29/2020/46 ; </w:t>
      </w:r>
      <w:r w:rsidRPr="00664355">
        <w:rPr>
          <w:lang w:val="en-US"/>
        </w:rPr>
        <w:br/>
        <w:t>ECE/TRANS/WP.29/AC.3/55.</w:t>
      </w:r>
    </w:p>
    <w:p w:rsidR="00F957A7" w:rsidRPr="00664355" w:rsidRDefault="00F957A7" w:rsidP="00F957A7">
      <w:pPr>
        <w:spacing w:before="120" w:after="120"/>
        <w:ind w:left="1134" w:right="1140"/>
        <w:jc w:val="both"/>
      </w:pPr>
      <w:r w:rsidRPr="00664355">
        <w:t>134.</w:t>
      </w:r>
      <w:r w:rsidRPr="00664355">
        <w:tab/>
        <w:t>Faute de quorum, l</w:t>
      </w:r>
      <w:r w:rsidR="004F3EFE">
        <w:t>’</w:t>
      </w:r>
      <w:r w:rsidRPr="00664355">
        <w:t>AC.3 n</w:t>
      </w:r>
      <w:r w:rsidR="004F3EFE">
        <w:t>’</w:t>
      </w:r>
      <w:r w:rsidRPr="00664355">
        <w:t>a pas voté et le WP.29 a décidé de reprendre ce sujet à sa session de juin 2020.</w:t>
      </w:r>
    </w:p>
    <w:p w:rsidR="00F957A7" w:rsidRPr="00664355" w:rsidRDefault="00F957A7" w:rsidP="00F957A7">
      <w:pPr>
        <w:pStyle w:val="H23G"/>
      </w:pPr>
      <w:r w:rsidRPr="00664355">
        <w:tab/>
        <w:t>4.</w:t>
      </w:r>
      <w:r w:rsidRPr="00664355">
        <w:tab/>
      </w:r>
      <w:r w:rsidRPr="00664355">
        <w:rPr>
          <w:bCs/>
        </w:rPr>
        <w:t>Proposition d</w:t>
      </w:r>
      <w:r w:rsidR="004F3EFE">
        <w:rPr>
          <w:bCs/>
        </w:rPr>
        <w:t>’</w:t>
      </w:r>
      <w:r w:rsidRPr="00664355">
        <w:rPr>
          <w:bCs/>
        </w:rPr>
        <w:t>amendement 2 au RTM ONU n</w:t>
      </w:r>
      <w:r w:rsidRPr="00664355">
        <w:rPr>
          <w:bCs/>
          <w:vertAlign w:val="superscript"/>
        </w:rPr>
        <w:t>o</w:t>
      </w:r>
      <w:r w:rsidRPr="00664355">
        <w:rPr>
          <w:bCs/>
        </w:rPr>
        <w:t> 16 (Pneumatiques) (point 14.2.4 de l</w:t>
      </w:r>
      <w:r w:rsidR="004F3EFE">
        <w:rPr>
          <w:bCs/>
        </w:rPr>
        <w:t>’</w:t>
      </w:r>
      <w:r w:rsidRPr="00664355">
        <w:rPr>
          <w:bCs/>
        </w:rPr>
        <w:t>ordre du jour)</w:t>
      </w:r>
      <w:bookmarkStart w:id="113" w:name="_Toc35591720"/>
      <w:bookmarkEnd w:id="113"/>
    </w:p>
    <w:p w:rsidR="00F957A7" w:rsidRPr="00664355" w:rsidRDefault="00F957A7" w:rsidP="00F957A7">
      <w:pPr>
        <w:spacing w:before="120" w:after="120"/>
        <w:ind w:left="2835" w:right="1138" w:hanging="1701"/>
        <w:jc w:val="both"/>
      </w:pPr>
      <w:r w:rsidRPr="00664355">
        <w:rPr>
          <w:i/>
          <w:iCs/>
        </w:rPr>
        <w:t>Document(s) :</w:t>
      </w:r>
      <w:r w:rsidRPr="00664355">
        <w:tab/>
        <w:t xml:space="preserve">ECE/TRANS/WP.29/2020/41 ; </w:t>
      </w:r>
      <w:r w:rsidRPr="00664355">
        <w:br/>
        <w:t xml:space="preserve">ECE/TRANS/WP.29/2020/42 ; </w:t>
      </w:r>
      <w:r w:rsidRPr="00664355">
        <w:br/>
        <w:t xml:space="preserve">ECE/TRANS/WP.29/AC.3/48 ; </w:t>
      </w:r>
      <w:r w:rsidRPr="00664355">
        <w:br/>
        <w:t>Document informel WP.29-180-20.</w:t>
      </w:r>
    </w:p>
    <w:p w:rsidR="00F957A7" w:rsidRPr="00664355" w:rsidRDefault="00F957A7" w:rsidP="00F957A7">
      <w:pPr>
        <w:spacing w:before="120" w:after="120"/>
        <w:ind w:left="1134" w:right="1140"/>
        <w:jc w:val="both"/>
      </w:pPr>
      <w:r w:rsidRPr="00664355">
        <w:t>135.</w:t>
      </w:r>
      <w:r w:rsidRPr="00664355">
        <w:tab/>
        <w:t>Faute de quorum, l</w:t>
      </w:r>
      <w:r w:rsidR="004F3EFE">
        <w:t>’</w:t>
      </w:r>
      <w:r w:rsidRPr="00664355">
        <w:t>AC.3 n</w:t>
      </w:r>
      <w:r w:rsidR="004F3EFE">
        <w:t>’</w:t>
      </w:r>
      <w:r w:rsidRPr="00664355">
        <w:t>a pas voté et le WP.29 a décidé de reprendre ce sujet à sa session de juin 2020.</w:t>
      </w:r>
    </w:p>
    <w:p w:rsidR="00F957A7" w:rsidRPr="00664355" w:rsidRDefault="00F957A7" w:rsidP="00F957A7">
      <w:pPr>
        <w:pStyle w:val="H1G"/>
      </w:pPr>
      <w:r w:rsidRPr="00664355">
        <w:tab/>
        <w:t>C.</w:t>
      </w:r>
      <w:r w:rsidRPr="00664355">
        <w:tab/>
      </w:r>
      <w:r w:rsidRPr="00664355">
        <w:rPr>
          <w:bCs/>
        </w:rPr>
        <w:t>Éventuelles propositions d</w:t>
      </w:r>
      <w:r w:rsidR="004F3EFE">
        <w:rPr>
          <w:bCs/>
        </w:rPr>
        <w:t>’</w:t>
      </w:r>
      <w:r w:rsidRPr="00664355">
        <w:rPr>
          <w:bCs/>
        </w:rPr>
        <w:t>amendements aux Résolutions mutuelles de l</w:t>
      </w:r>
      <w:r w:rsidR="004F3EFE">
        <w:rPr>
          <w:bCs/>
        </w:rPr>
        <w:t>’</w:t>
      </w:r>
      <w:r w:rsidRPr="00664355">
        <w:rPr>
          <w:bCs/>
        </w:rPr>
        <w:t>Accord de 1958 et de l</w:t>
      </w:r>
      <w:r w:rsidR="004F3EFE">
        <w:rPr>
          <w:bCs/>
        </w:rPr>
        <w:t>’</w:t>
      </w:r>
      <w:r w:rsidRPr="00664355">
        <w:rPr>
          <w:bCs/>
        </w:rPr>
        <w:t>Accord de 1998 (point 14.3 de l</w:t>
      </w:r>
      <w:r w:rsidR="004F3EFE">
        <w:rPr>
          <w:bCs/>
        </w:rPr>
        <w:t>’</w:t>
      </w:r>
      <w:r w:rsidRPr="00664355">
        <w:rPr>
          <w:bCs/>
        </w:rPr>
        <w:t>ordre du jour)</w:t>
      </w:r>
      <w:bookmarkStart w:id="114" w:name="_Toc35591721"/>
      <w:bookmarkEnd w:id="114"/>
    </w:p>
    <w:p w:rsidR="00F957A7" w:rsidRPr="00664355" w:rsidRDefault="00F957A7" w:rsidP="00F957A7">
      <w:pPr>
        <w:spacing w:after="120"/>
        <w:ind w:left="1134" w:right="1134"/>
        <w:jc w:val="both"/>
      </w:pPr>
      <w:r w:rsidRPr="00664355">
        <w:t>136.</w:t>
      </w:r>
      <w:r w:rsidRPr="00664355">
        <w:tab/>
        <w:t>Aucune nouvelle proposition d</w:t>
      </w:r>
      <w:r w:rsidR="004F3EFE">
        <w:t>’</w:t>
      </w:r>
      <w:r w:rsidRPr="00664355">
        <w:t>amendement aux Résolutions mutuelles de l</w:t>
      </w:r>
      <w:r w:rsidR="004F3EFE">
        <w:t>’</w:t>
      </w:r>
      <w:r w:rsidRPr="00664355">
        <w:t>Accord de 1958 et de l</w:t>
      </w:r>
      <w:r w:rsidR="004F3EFE">
        <w:t>’</w:t>
      </w:r>
      <w:r w:rsidRPr="00664355">
        <w:t>Accord de 1998</w:t>
      </w:r>
      <w:r w:rsidRPr="00664355">
        <w:rPr>
          <w:vertAlign w:val="superscript"/>
        </w:rPr>
        <w:t xml:space="preserve"> </w:t>
      </w:r>
      <w:r w:rsidRPr="00664355">
        <w:t>n</w:t>
      </w:r>
      <w:r w:rsidR="004F3EFE">
        <w:t>’</w:t>
      </w:r>
      <w:r w:rsidRPr="00664355">
        <w:t>a été soumise au titre de ce point.</w:t>
      </w:r>
    </w:p>
    <w:p w:rsidR="00F957A7" w:rsidRPr="00664355" w:rsidRDefault="00F957A7" w:rsidP="00F957A7">
      <w:pPr>
        <w:pStyle w:val="HChG"/>
      </w:pPr>
      <w:r w:rsidRPr="00664355">
        <w:tab/>
        <w:t>XVII.</w:t>
      </w:r>
      <w:r w:rsidRPr="00664355">
        <w:tab/>
      </w:r>
      <w:r w:rsidRPr="00664355">
        <w:rPr>
          <w:bCs/>
        </w:rPr>
        <w:t>Examen des éventuels RTM ONU à inscrire dans le Recueil des Règlements admissibles (point 5.3 de l</w:t>
      </w:r>
      <w:r w:rsidR="004F3EFE">
        <w:rPr>
          <w:bCs/>
        </w:rPr>
        <w:t>’</w:t>
      </w:r>
      <w:r w:rsidRPr="00664355">
        <w:rPr>
          <w:bCs/>
        </w:rPr>
        <w:t>ordre du jour correspondant au point 15 de l</w:t>
      </w:r>
      <w:r w:rsidR="004F3EFE">
        <w:rPr>
          <w:bCs/>
        </w:rPr>
        <w:t>’</w:t>
      </w:r>
      <w:r w:rsidRPr="00664355">
        <w:rPr>
          <w:bCs/>
        </w:rPr>
        <w:t>ordre du jour)</w:t>
      </w:r>
      <w:bookmarkStart w:id="115" w:name="_Toc35591722"/>
      <w:bookmarkEnd w:id="115"/>
    </w:p>
    <w:p w:rsidR="00F957A7" w:rsidRPr="00664355" w:rsidRDefault="00F957A7" w:rsidP="00F957A7">
      <w:pPr>
        <w:spacing w:after="120"/>
        <w:ind w:left="1134" w:right="1134"/>
        <w:jc w:val="both"/>
      </w:pPr>
      <w:r w:rsidRPr="00664355">
        <w:t>137.</w:t>
      </w:r>
      <w:r w:rsidRPr="00664355">
        <w:tab/>
        <w:t>Le président de l</w:t>
      </w:r>
      <w:r w:rsidR="004F3EFE">
        <w:t>’</w:t>
      </w:r>
      <w:r w:rsidRPr="00664355">
        <w:t>AC.3 a rappelé aux représentants auprès du WP.29 des parties contractantes à l</w:t>
      </w:r>
      <w:r w:rsidR="004F3EFE">
        <w:t>’</w:t>
      </w:r>
      <w:r w:rsidRPr="00664355">
        <w:t>Accord de 1998 d</w:t>
      </w:r>
      <w:r w:rsidR="004F3EFE">
        <w:t>’</w:t>
      </w:r>
      <w:r w:rsidRPr="00664355">
        <w:t>adresser au secrétariat des lettres demandant officiellement le maintien des règlements admissibles dont la durée de validité de cinq ans expirerait en juin.</w:t>
      </w:r>
    </w:p>
    <w:p w:rsidR="00F957A7" w:rsidRPr="00664355" w:rsidRDefault="00F957A7" w:rsidP="00F957A7">
      <w:pPr>
        <w:pStyle w:val="HChG"/>
        <w:rPr>
          <w:color w:val="000000"/>
          <w:sz w:val="24"/>
        </w:rPr>
      </w:pPr>
      <w:r w:rsidRPr="00664355">
        <w:tab/>
        <w:t>XVIII.</w:t>
      </w:r>
      <w:r w:rsidRPr="00664355">
        <w:tab/>
      </w:r>
      <w:r w:rsidRPr="00664355">
        <w:rPr>
          <w:bCs/>
        </w:rPr>
        <w:t>Éventuelles orientations adoptées par consensus concernant les éléments de projets de RTM ONU qui n</w:t>
      </w:r>
      <w:r w:rsidR="004F3EFE">
        <w:rPr>
          <w:bCs/>
        </w:rPr>
        <w:t>’</w:t>
      </w:r>
      <w:r w:rsidRPr="00664355">
        <w:rPr>
          <w:bCs/>
        </w:rPr>
        <w:t>ont pas été réglés</w:t>
      </w:r>
      <w:r w:rsidRPr="00664355">
        <w:rPr>
          <w:bCs/>
          <w:vertAlign w:val="superscript"/>
        </w:rPr>
        <w:t xml:space="preserve"> </w:t>
      </w:r>
      <w:r w:rsidRPr="00664355">
        <w:rPr>
          <w:bCs/>
        </w:rPr>
        <w:t>par les Groupes de travail subsidiaires du Forum mondial (point 5.4 de l</w:t>
      </w:r>
      <w:r w:rsidR="004F3EFE">
        <w:rPr>
          <w:bCs/>
        </w:rPr>
        <w:t>’</w:t>
      </w:r>
      <w:r w:rsidRPr="00664355">
        <w:rPr>
          <w:bCs/>
        </w:rPr>
        <w:t>ordre du jour correspondant au point 16 de l</w:t>
      </w:r>
      <w:r w:rsidR="004F3EFE">
        <w:rPr>
          <w:bCs/>
        </w:rPr>
        <w:t>’</w:t>
      </w:r>
      <w:r w:rsidRPr="00664355">
        <w:rPr>
          <w:bCs/>
        </w:rPr>
        <w:t>ordre du jour)</w:t>
      </w:r>
      <w:bookmarkStart w:id="116" w:name="_Toc35591723"/>
      <w:bookmarkEnd w:id="116"/>
    </w:p>
    <w:p w:rsidR="00F957A7" w:rsidRPr="00664355" w:rsidRDefault="00F957A7" w:rsidP="00F957A7">
      <w:pPr>
        <w:spacing w:after="120"/>
        <w:ind w:left="1134" w:right="1134"/>
        <w:jc w:val="both"/>
      </w:pPr>
      <w:r w:rsidRPr="00664355">
        <w:t>138.</w:t>
      </w:r>
      <w:r w:rsidRPr="00664355">
        <w:tab/>
        <w:t>Les Parties contractantes n</w:t>
      </w:r>
      <w:r w:rsidR="004F3EFE">
        <w:t>’</w:t>
      </w:r>
      <w:r w:rsidRPr="00664355">
        <w:t>ont pas demandé d</w:t>
      </w:r>
      <w:r w:rsidR="004F3EFE">
        <w:t>’</w:t>
      </w:r>
      <w:r w:rsidRPr="00664355">
        <w:t>orientations supplémentaires au titre de ce point de l</w:t>
      </w:r>
      <w:r w:rsidR="004F3EFE">
        <w:t>’</w:t>
      </w:r>
      <w:r w:rsidRPr="00664355">
        <w:t>ordre du jour, en dehors des débats qui ont eu lieu au titre du point 16.</w:t>
      </w:r>
    </w:p>
    <w:p w:rsidR="00F957A7" w:rsidRPr="00664355" w:rsidRDefault="00F957A7" w:rsidP="00F957A7">
      <w:pPr>
        <w:pStyle w:val="HChG"/>
      </w:pPr>
      <w:r w:rsidRPr="00664355">
        <w:lastRenderedPageBreak/>
        <w:tab/>
        <w:t>XIX.</w:t>
      </w:r>
      <w:r w:rsidRPr="00664355">
        <w:tab/>
      </w:r>
      <w:r w:rsidRPr="00664355">
        <w:rPr>
          <w:bCs/>
        </w:rPr>
        <w:t>Échange d</w:t>
      </w:r>
      <w:r w:rsidR="004F3EFE">
        <w:rPr>
          <w:bCs/>
        </w:rPr>
        <w:t>’</w:t>
      </w:r>
      <w:r w:rsidRPr="00664355">
        <w:rPr>
          <w:bCs/>
        </w:rPr>
        <w:t>informations sur les nouvelles priorités à inclure dans le programme de travail (point 5.5 de l</w:t>
      </w:r>
      <w:r w:rsidR="004F3EFE">
        <w:rPr>
          <w:bCs/>
        </w:rPr>
        <w:t>’</w:t>
      </w:r>
      <w:r w:rsidRPr="00664355">
        <w:rPr>
          <w:bCs/>
        </w:rPr>
        <w:t>ordre du jour correspondant au point 17 de l</w:t>
      </w:r>
      <w:r w:rsidR="004F3EFE">
        <w:rPr>
          <w:bCs/>
        </w:rPr>
        <w:t>’</w:t>
      </w:r>
      <w:r w:rsidRPr="00664355">
        <w:rPr>
          <w:bCs/>
        </w:rPr>
        <w:t>ordre du jour)</w:t>
      </w:r>
      <w:bookmarkStart w:id="117" w:name="_Toc35591724"/>
      <w:bookmarkEnd w:id="117"/>
    </w:p>
    <w:p w:rsidR="00F957A7" w:rsidRPr="00664355" w:rsidRDefault="00F957A7" w:rsidP="00F957A7">
      <w:pPr>
        <w:spacing w:after="120"/>
        <w:ind w:left="1134" w:right="1138"/>
        <w:jc w:val="both"/>
        <w:rPr>
          <w:lang w:val="en-US"/>
        </w:rPr>
      </w:pPr>
      <w:r w:rsidRPr="00664355">
        <w:rPr>
          <w:i/>
          <w:lang w:val="en-US"/>
        </w:rPr>
        <w:t>Document(s) :</w:t>
      </w:r>
      <w:r w:rsidRPr="00664355">
        <w:rPr>
          <w:lang w:val="en-US"/>
        </w:rPr>
        <w:tab/>
        <w:t>ECE/TRANS/WP.29/2019/31/Rev.1.</w:t>
      </w:r>
    </w:p>
    <w:p w:rsidR="00F957A7" w:rsidRPr="00664355" w:rsidRDefault="00F957A7" w:rsidP="00F957A7">
      <w:pPr>
        <w:pStyle w:val="SingleTxtG"/>
        <w:rPr>
          <w:iCs/>
        </w:rPr>
      </w:pPr>
      <w:r w:rsidRPr="00664355">
        <w:t>139.</w:t>
      </w:r>
      <w:r w:rsidRPr="00664355">
        <w:tab/>
        <w:t>Aucune question n</w:t>
      </w:r>
      <w:r w:rsidR="004F3EFE">
        <w:t>’</w:t>
      </w:r>
      <w:r w:rsidRPr="00664355">
        <w:t>a été examinée au titre de ce point.</w:t>
      </w:r>
    </w:p>
    <w:p w:rsidR="00F957A7" w:rsidRPr="00B552B7" w:rsidRDefault="00F957A7" w:rsidP="00F957A7">
      <w:pPr>
        <w:pStyle w:val="HChG"/>
        <w:rPr>
          <w:bCs/>
          <w:highlight w:val="yellow"/>
        </w:rPr>
      </w:pPr>
      <w:r w:rsidRPr="00664355">
        <w:tab/>
        <w:t>XX.</w:t>
      </w:r>
      <w:r w:rsidRPr="00664355">
        <w:tab/>
      </w:r>
      <w:r w:rsidR="00B552B7" w:rsidRPr="00B552B7">
        <w:rPr>
          <w:bCs/>
        </w:rPr>
        <w:t>État d’avancement de l’élaboration de nouveaux RTM ONU ou d’amendements à des RTM ONU existants</w:t>
      </w:r>
      <w:r w:rsidRPr="00B552B7">
        <w:rPr>
          <w:bCs/>
        </w:rPr>
        <w:t xml:space="preserve"> (point 5.</w:t>
      </w:r>
      <w:r w:rsidR="00B552B7" w:rsidRPr="00B552B7">
        <w:rPr>
          <w:bCs/>
        </w:rPr>
        <w:t>5</w:t>
      </w:r>
      <w:r w:rsidRPr="00B552B7">
        <w:rPr>
          <w:bCs/>
        </w:rPr>
        <w:t xml:space="preserve"> de l</w:t>
      </w:r>
      <w:r w:rsidR="004F3EFE" w:rsidRPr="00B552B7">
        <w:rPr>
          <w:bCs/>
        </w:rPr>
        <w:t>’</w:t>
      </w:r>
      <w:r w:rsidRPr="00B552B7">
        <w:rPr>
          <w:bCs/>
        </w:rPr>
        <w:t>ordre du jour correspondant au point 1</w:t>
      </w:r>
      <w:r w:rsidR="00B552B7" w:rsidRPr="00B552B7">
        <w:rPr>
          <w:bCs/>
        </w:rPr>
        <w:t>8</w:t>
      </w:r>
      <w:r w:rsidRPr="00B552B7">
        <w:rPr>
          <w:bCs/>
        </w:rPr>
        <w:t xml:space="preserve"> de l</w:t>
      </w:r>
      <w:r w:rsidR="004F3EFE" w:rsidRPr="00B552B7">
        <w:rPr>
          <w:bCs/>
        </w:rPr>
        <w:t>’</w:t>
      </w:r>
      <w:r w:rsidRPr="00B552B7">
        <w:rPr>
          <w:bCs/>
        </w:rPr>
        <w:t>ordre du jour)</w:t>
      </w:r>
      <w:bookmarkStart w:id="118" w:name="_Toc35591725"/>
      <w:bookmarkEnd w:id="118"/>
    </w:p>
    <w:p w:rsidR="00F957A7" w:rsidRPr="00664355" w:rsidRDefault="00F957A7" w:rsidP="00F957A7">
      <w:pPr>
        <w:pStyle w:val="H1G"/>
      </w:pPr>
      <w:r w:rsidRPr="00664355">
        <w:tab/>
        <w:t>A.</w:t>
      </w:r>
      <w:r w:rsidRPr="00664355">
        <w:tab/>
      </w:r>
      <w:r w:rsidRPr="00664355">
        <w:rPr>
          <w:bCs/>
        </w:rPr>
        <w:t>RTM ONU n</w:t>
      </w:r>
      <w:r w:rsidRPr="00664355">
        <w:rPr>
          <w:bCs/>
          <w:vertAlign w:val="superscript"/>
        </w:rPr>
        <w:t>o</w:t>
      </w:r>
      <w:r w:rsidRPr="00664355">
        <w:rPr>
          <w:bCs/>
        </w:rPr>
        <w:t> 1 (Serrures et organes de fixation des portes) (point 18.1 de l</w:t>
      </w:r>
      <w:r w:rsidR="004F3EFE">
        <w:rPr>
          <w:bCs/>
        </w:rPr>
        <w:t>’</w:t>
      </w:r>
      <w:r w:rsidRPr="00664355">
        <w:rPr>
          <w:bCs/>
        </w:rPr>
        <w:t>ordre du jour)</w:t>
      </w:r>
      <w:bookmarkStart w:id="119" w:name="_Toc35591726"/>
      <w:bookmarkEnd w:id="119"/>
    </w:p>
    <w:p w:rsidR="00F957A7" w:rsidRPr="00664355" w:rsidRDefault="00F957A7" w:rsidP="00F957A7">
      <w:pPr>
        <w:ind w:left="1134" w:right="1134"/>
        <w:jc w:val="both"/>
        <w:rPr>
          <w:bCs/>
        </w:rPr>
      </w:pPr>
      <w:r w:rsidRPr="00664355">
        <w:t>140.</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tab/>
        <w:t>B.</w:t>
      </w:r>
      <w:r w:rsidRPr="00664355">
        <w:tab/>
      </w:r>
      <w:r w:rsidRPr="00664355">
        <w:rPr>
          <w:bCs/>
        </w:rPr>
        <w:t>RTM ONU n</w:t>
      </w:r>
      <w:r w:rsidRPr="00664355">
        <w:rPr>
          <w:bCs/>
          <w:vertAlign w:val="superscript"/>
        </w:rPr>
        <w:t>o</w:t>
      </w:r>
      <w:r w:rsidRPr="00664355">
        <w:rPr>
          <w:bCs/>
        </w:rPr>
        <w:t> 2 (Cycle d</w:t>
      </w:r>
      <w:r w:rsidR="004F3EFE">
        <w:rPr>
          <w:bCs/>
        </w:rPr>
        <w:t>’</w:t>
      </w:r>
      <w:r w:rsidRPr="00664355">
        <w:rPr>
          <w:bCs/>
        </w:rPr>
        <w:t>essai mondial harmonisé de mesure des émissions des motocycles (WMTC)) (point 18.2 de l</w:t>
      </w:r>
      <w:r w:rsidR="004F3EFE">
        <w:rPr>
          <w:bCs/>
        </w:rPr>
        <w:t>’</w:t>
      </w:r>
      <w:r w:rsidRPr="00664355">
        <w:rPr>
          <w:bCs/>
        </w:rPr>
        <w:t>ordre du jour)</w:t>
      </w:r>
      <w:bookmarkStart w:id="120" w:name="_Toc35591727"/>
      <w:bookmarkEnd w:id="120"/>
    </w:p>
    <w:p w:rsidR="00F957A7" w:rsidRPr="00664355" w:rsidRDefault="00F957A7" w:rsidP="00F957A7">
      <w:pPr>
        <w:spacing w:after="120"/>
        <w:ind w:left="1140" w:right="1140"/>
        <w:jc w:val="both"/>
        <w:rPr>
          <w:lang w:val="en-US"/>
        </w:rPr>
      </w:pPr>
      <w:r w:rsidRPr="00664355">
        <w:rPr>
          <w:i/>
          <w:lang w:val="en-US"/>
        </w:rPr>
        <w:t>Document(s) :</w:t>
      </w:r>
      <w:r w:rsidRPr="00664355">
        <w:rPr>
          <w:lang w:val="en-US"/>
        </w:rPr>
        <w:tab/>
        <w:t>ECE/TRANS/WP.29/AC.3/36/Rev.1.</w:t>
      </w:r>
    </w:p>
    <w:p w:rsidR="00F957A7" w:rsidRPr="00664355" w:rsidRDefault="00F957A7" w:rsidP="00F957A7">
      <w:pPr>
        <w:spacing w:before="240" w:after="120"/>
        <w:ind w:left="1134" w:right="1134"/>
        <w:jc w:val="both"/>
      </w:pPr>
      <w:r w:rsidRPr="00664355">
        <w:t>141.</w:t>
      </w:r>
      <w:r w:rsidRPr="00664355">
        <w:tab/>
        <w:t>Le représentant de l</w:t>
      </w:r>
      <w:r w:rsidR="004F3EFE">
        <w:t>’</w:t>
      </w:r>
      <w:r w:rsidRPr="00664355">
        <w:t>Union européenne a rappelé que le groupe de travail informel des prescriptions d</w:t>
      </w:r>
      <w:r w:rsidR="004F3EFE">
        <w:t>’</w:t>
      </w:r>
      <w:r w:rsidRPr="00664355">
        <w:t>efficacité en matière d</w:t>
      </w:r>
      <w:r w:rsidR="004F3EFE">
        <w:t>’</w:t>
      </w:r>
      <w:r w:rsidRPr="00664355">
        <w:t>environnement et de propulsion des véhicules de la catégorie L (EPPR) avait achevé l</w:t>
      </w:r>
      <w:r w:rsidR="004F3EFE">
        <w:t>’</w:t>
      </w:r>
      <w:r w:rsidRPr="00664355">
        <w:t>élaboration de l</w:t>
      </w:r>
      <w:r w:rsidR="004F3EFE">
        <w:t>’</w:t>
      </w:r>
      <w:r w:rsidRPr="00664355">
        <w:t xml:space="preserve">amendement 4 au RTM ONU </w:t>
      </w:r>
      <w:r w:rsidR="00575B86">
        <w:rPr>
          <w:rFonts w:eastAsia="MS Mincho"/>
        </w:rPr>
        <w:t>n</w:t>
      </w:r>
      <w:r w:rsidR="00575B86">
        <w:rPr>
          <w:rFonts w:eastAsia="MS Mincho"/>
          <w:vertAlign w:val="superscript"/>
        </w:rPr>
        <w:t>o</w:t>
      </w:r>
      <w:r w:rsidRPr="00664355">
        <w:t> 2 adopté par l</w:t>
      </w:r>
      <w:r w:rsidR="004F3EFE">
        <w:t>’</w:t>
      </w:r>
      <w:r w:rsidRPr="00664355">
        <w:t>AC.3 à sa session de novembre 2019. Il a fait savoir que le groupe faisait maintenant porter ses efforts sur la conversion de cet amendement en Règlement ONU pour les véhicules de la catégorie L.</w:t>
      </w:r>
    </w:p>
    <w:p w:rsidR="00F957A7" w:rsidRPr="00664355" w:rsidRDefault="00F957A7" w:rsidP="00F957A7">
      <w:pPr>
        <w:pStyle w:val="H1G"/>
      </w:pPr>
      <w:r w:rsidRPr="00664355">
        <w:tab/>
        <w:t>C.</w:t>
      </w:r>
      <w:r w:rsidRPr="00664355">
        <w:tab/>
      </w:r>
      <w:r w:rsidRPr="00664355">
        <w:rPr>
          <w:bCs/>
        </w:rPr>
        <w:t>RTM ONU n</w:t>
      </w:r>
      <w:r w:rsidRPr="00664355">
        <w:rPr>
          <w:bCs/>
          <w:vertAlign w:val="superscript"/>
        </w:rPr>
        <w:t>o</w:t>
      </w:r>
      <w:r w:rsidRPr="00664355">
        <w:rPr>
          <w:bCs/>
        </w:rPr>
        <w:t> 3 (Freinage des motocycles) (point 18</w:t>
      </w:r>
      <w:r w:rsidR="00575B86">
        <w:rPr>
          <w:bCs/>
        </w:rPr>
        <w:t>.</w:t>
      </w:r>
      <w:r w:rsidRPr="00664355">
        <w:rPr>
          <w:bCs/>
        </w:rPr>
        <w:t>3 de l</w:t>
      </w:r>
      <w:r w:rsidR="004F3EFE">
        <w:rPr>
          <w:bCs/>
        </w:rPr>
        <w:t>’</w:t>
      </w:r>
      <w:r w:rsidRPr="00664355">
        <w:rPr>
          <w:bCs/>
        </w:rPr>
        <w:t>ordre du jour)</w:t>
      </w:r>
      <w:bookmarkStart w:id="121" w:name="_Toc35591728"/>
      <w:bookmarkEnd w:id="121"/>
    </w:p>
    <w:p w:rsidR="00F957A7" w:rsidRPr="00664355" w:rsidRDefault="00F957A7" w:rsidP="00F957A7">
      <w:pPr>
        <w:spacing w:after="120"/>
        <w:ind w:left="1140" w:right="1140"/>
        <w:jc w:val="both"/>
        <w:rPr>
          <w:lang w:val="en-US"/>
        </w:rPr>
      </w:pPr>
      <w:r w:rsidRPr="00664355">
        <w:rPr>
          <w:i/>
          <w:iCs/>
          <w:lang w:val="en-US"/>
        </w:rPr>
        <w:t>Document(s) :</w:t>
      </w:r>
      <w:r w:rsidRPr="00664355">
        <w:rPr>
          <w:lang w:val="en-US"/>
        </w:rPr>
        <w:tab/>
        <w:t>ECE/TRANS/WP.29/AC.3/47.</w:t>
      </w:r>
    </w:p>
    <w:p w:rsidR="00F957A7" w:rsidRPr="00664355" w:rsidRDefault="00F957A7" w:rsidP="00F957A7">
      <w:pPr>
        <w:spacing w:after="120"/>
        <w:ind w:left="1134" w:right="1134"/>
        <w:jc w:val="both"/>
      </w:pPr>
      <w:r w:rsidRPr="00664355">
        <w:t>142.</w:t>
      </w:r>
      <w:r w:rsidRPr="00664355">
        <w:tab/>
        <w:t>Le représentant de l</w:t>
      </w:r>
      <w:r w:rsidR="004F3EFE">
        <w:t>’</w:t>
      </w:r>
      <w:r w:rsidRPr="00664355">
        <w:t>Italie a rappelé le rapport qu</w:t>
      </w:r>
      <w:r w:rsidR="004F3EFE">
        <w:t>’</w:t>
      </w:r>
      <w:r w:rsidRPr="00664355">
        <w:t>il avait présenté à la session de novembre</w:t>
      </w:r>
      <w:r w:rsidR="00575B86">
        <w:t xml:space="preserve"> 2019</w:t>
      </w:r>
      <w:r w:rsidRPr="00664355">
        <w:t xml:space="preserve"> de l</w:t>
      </w:r>
      <w:r w:rsidR="004F3EFE">
        <w:t>’</w:t>
      </w:r>
      <w:r w:rsidRPr="00664355">
        <w:t>AC.3 sur les progrès réalisés dans l</w:t>
      </w:r>
      <w:r w:rsidR="004F3EFE">
        <w:t>’</w:t>
      </w:r>
      <w:r w:rsidRPr="00664355">
        <w:t>harmonisation des dispositions du RTM ONU n</w:t>
      </w:r>
      <w:r w:rsidRPr="00664355">
        <w:rPr>
          <w:vertAlign w:val="superscript"/>
        </w:rPr>
        <w:t>o</w:t>
      </w:r>
      <w:r w:rsidRPr="00664355">
        <w:t> 3 et du Règlement ONU n</w:t>
      </w:r>
      <w:r w:rsidRPr="00664355">
        <w:rPr>
          <w:vertAlign w:val="superscript"/>
        </w:rPr>
        <w:t>o</w:t>
      </w:r>
      <w:r w:rsidRPr="00664355">
        <w:t> 78 conformément au mandat (ECE/TRANS/WP.29/AC.3/47). Il a ajouté que le GRVA avait adopté une proposition d</w:t>
      </w:r>
      <w:r w:rsidR="004F3EFE">
        <w:t>’</w:t>
      </w:r>
      <w:r w:rsidRPr="00664355">
        <w:t xml:space="preserve">amendements au RTM ONU </w:t>
      </w:r>
      <w:r w:rsidR="00093E3E" w:rsidRPr="002D76F4">
        <w:rPr>
          <w:rFonts w:eastAsia="MS Mincho"/>
          <w:szCs w:val="22"/>
        </w:rPr>
        <w:t>n</w:t>
      </w:r>
      <w:r w:rsidR="00093E3E" w:rsidRPr="002D76F4">
        <w:rPr>
          <w:rFonts w:eastAsia="MS Mincho"/>
          <w:szCs w:val="22"/>
          <w:vertAlign w:val="superscript"/>
        </w:rPr>
        <w:t>o</w:t>
      </w:r>
      <w:r w:rsidRPr="00664355">
        <w:t> 3, avec le rapport technique correspondant, dont l</w:t>
      </w:r>
      <w:r w:rsidR="004F3EFE">
        <w:t>’</w:t>
      </w:r>
      <w:r w:rsidRPr="00664355">
        <w:t>AC.3 avait été saisi pour adoption à sa cinquante-huitième session.</w:t>
      </w:r>
    </w:p>
    <w:p w:rsidR="00F957A7" w:rsidRPr="00664355" w:rsidRDefault="00F957A7" w:rsidP="00F957A7">
      <w:pPr>
        <w:pStyle w:val="H1G"/>
        <w:rPr>
          <w:color w:val="000000"/>
        </w:rPr>
      </w:pPr>
      <w:r w:rsidRPr="00664355">
        <w:tab/>
        <w:t>D.</w:t>
      </w:r>
      <w:r w:rsidRPr="00664355">
        <w:tab/>
      </w:r>
      <w:r w:rsidRPr="00664355">
        <w:rPr>
          <w:bCs/>
        </w:rPr>
        <w:t>RTM ONU n</w:t>
      </w:r>
      <w:r w:rsidRPr="00664355">
        <w:rPr>
          <w:bCs/>
          <w:vertAlign w:val="superscript"/>
        </w:rPr>
        <w:t>o</w:t>
      </w:r>
      <w:r w:rsidRPr="00664355">
        <w:rPr>
          <w:bCs/>
        </w:rPr>
        <w:t> 4 (Procédure mondiale harmonisée d</w:t>
      </w:r>
      <w:r w:rsidR="004F3EFE">
        <w:rPr>
          <w:bCs/>
        </w:rPr>
        <w:t>’</w:t>
      </w:r>
      <w:r w:rsidRPr="00664355">
        <w:rPr>
          <w:bCs/>
        </w:rPr>
        <w:t>homologation des véhicules utilitaires lourds) (point 18.4 de l</w:t>
      </w:r>
      <w:r w:rsidR="004F3EFE">
        <w:rPr>
          <w:bCs/>
        </w:rPr>
        <w:t>’</w:t>
      </w:r>
      <w:r w:rsidRPr="00664355">
        <w:rPr>
          <w:bCs/>
        </w:rPr>
        <w:t>ordre du jour)</w:t>
      </w:r>
      <w:bookmarkStart w:id="122" w:name="_Toc35591729"/>
      <w:bookmarkEnd w:id="122"/>
    </w:p>
    <w:p w:rsidR="00F957A7" w:rsidRPr="00664355" w:rsidRDefault="00F957A7" w:rsidP="00F957A7">
      <w:pPr>
        <w:ind w:left="1134" w:right="1134"/>
        <w:jc w:val="both"/>
        <w:rPr>
          <w:bCs/>
        </w:rPr>
      </w:pPr>
      <w:r w:rsidRPr="00664355">
        <w:t>143.</w:t>
      </w:r>
      <w:r w:rsidRPr="00664355">
        <w:tab/>
        <w:t>Le représentant des États-Unis d</w:t>
      </w:r>
      <w:r w:rsidR="004F3EFE">
        <w:t>’</w:t>
      </w:r>
      <w:r w:rsidRPr="00664355">
        <w:t>Amérique a rappelé le rapport qu</w:t>
      </w:r>
      <w:r w:rsidR="004F3EFE">
        <w:t>’</w:t>
      </w:r>
      <w:r w:rsidRPr="00664355">
        <w:t>il avait présenté à l</w:t>
      </w:r>
      <w:r w:rsidR="004F3EFE">
        <w:t>’</w:t>
      </w:r>
      <w:r w:rsidRPr="00664355">
        <w:t>AC.3</w:t>
      </w:r>
      <w:r w:rsidRPr="00664355">
        <w:rPr>
          <w:vertAlign w:val="superscript"/>
        </w:rPr>
        <w:t xml:space="preserve"> </w:t>
      </w:r>
      <w:r w:rsidRPr="00664355">
        <w:t>à sa session de novembre 2019 pour informer le WP.29 des progrès des travaux menés par son pays sur le projet de nouvelles normes fédérales concernant les émissions de polluants produites par les véhicules utilitaires lourds. Il a en outre fait savoir que les États</w:t>
      </w:r>
      <w:r w:rsidR="0057495B">
        <w:noBreakHyphen/>
      </w:r>
      <w:r w:rsidRPr="00664355">
        <w:t>Unis d</w:t>
      </w:r>
      <w:r w:rsidR="004F3EFE">
        <w:t>’</w:t>
      </w:r>
      <w:r w:rsidRPr="00664355">
        <w:t>Amérique avaient présenté un préavis de réglementation dans ce domaine et qu</w:t>
      </w:r>
      <w:r w:rsidR="004F3EFE">
        <w:t>’</w:t>
      </w:r>
      <w:r w:rsidRPr="00664355">
        <w:t>une proposition de réglementation était attendue dans le courant de l</w:t>
      </w:r>
      <w:r w:rsidR="004F3EFE">
        <w:t>’</w:t>
      </w:r>
      <w:r w:rsidRPr="00664355">
        <w:t>année 2020. La proposition porterait sur les normes d</w:t>
      </w:r>
      <w:r w:rsidR="004F3EFE">
        <w:t>’</w:t>
      </w:r>
      <w:r w:rsidRPr="00664355">
        <w:t>émission et les procédures en la matière auxquelles les moteurs de poids lourds pourraient être soumis. Il a confirmé que la version définitive de la proposition serait présentée aux Parties contractantes à l</w:t>
      </w:r>
      <w:r w:rsidR="004F3EFE">
        <w:t>’</w:t>
      </w:r>
      <w:r w:rsidRPr="00664355">
        <w:t>Accord de 1998 et aux autres parties intéressées au sein du GRPE.</w:t>
      </w:r>
    </w:p>
    <w:p w:rsidR="00F957A7" w:rsidRPr="00664355" w:rsidRDefault="00F957A7" w:rsidP="00F957A7">
      <w:pPr>
        <w:pStyle w:val="H1G"/>
      </w:pPr>
      <w:r w:rsidRPr="00664355">
        <w:lastRenderedPageBreak/>
        <w:tab/>
        <w:t>E.</w:t>
      </w:r>
      <w:r w:rsidRPr="00664355">
        <w:tab/>
      </w:r>
      <w:r w:rsidRPr="00664355">
        <w:rPr>
          <w:bCs/>
        </w:rPr>
        <w:t>RTM ONU n</w:t>
      </w:r>
      <w:r w:rsidRPr="00664355">
        <w:rPr>
          <w:bCs/>
          <w:vertAlign w:val="superscript"/>
        </w:rPr>
        <w:t>o</w:t>
      </w:r>
      <w:r w:rsidRPr="00664355">
        <w:rPr>
          <w:bCs/>
        </w:rPr>
        <w:t> 5 (Systèmes d</w:t>
      </w:r>
      <w:r w:rsidR="004F3EFE">
        <w:rPr>
          <w:bCs/>
        </w:rPr>
        <w:t>’</w:t>
      </w:r>
      <w:r w:rsidRPr="00664355">
        <w:rPr>
          <w:bCs/>
        </w:rPr>
        <w:t>autodiagnostic)</w:t>
      </w:r>
      <w:r w:rsidRPr="00664355">
        <w:rPr>
          <w:bCs/>
          <w:vertAlign w:val="superscript"/>
        </w:rPr>
        <w:t xml:space="preserve"> </w:t>
      </w:r>
      <w:r w:rsidRPr="00664355">
        <w:rPr>
          <w:bCs/>
        </w:rPr>
        <w:t>(point 18.5 de l</w:t>
      </w:r>
      <w:r w:rsidR="004F3EFE">
        <w:rPr>
          <w:bCs/>
        </w:rPr>
        <w:t>’</w:t>
      </w:r>
      <w:r w:rsidRPr="00664355">
        <w:rPr>
          <w:bCs/>
        </w:rPr>
        <w:t>ordre du jour)</w:t>
      </w:r>
      <w:bookmarkStart w:id="123" w:name="_Toc35591730"/>
      <w:bookmarkEnd w:id="123"/>
    </w:p>
    <w:p w:rsidR="00F957A7" w:rsidRPr="00664355" w:rsidRDefault="00F957A7" w:rsidP="00F957A7">
      <w:pPr>
        <w:ind w:left="1134" w:right="1134"/>
        <w:jc w:val="both"/>
        <w:rPr>
          <w:bCs/>
        </w:rPr>
      </w:pPr>
      <w:r w:rsidRPr="00664355">
        <w:t>144.</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tab/>
        <w:t>F.</w:t>
      </w:r>
      <w:r w:rsidRPr="00664355">
        <w:tab/>
      </w:r>
      <w:r w:rsidRPr="00664355">
        <w:rPr>
          <w:bCs/>
        </w:rPr>
        <w:t>RTM ONU n</w:t>
      </w:r>
      <w:r w:rsidRPr="00664355">
        <w:rPr>
          <w:bCs/>
          <w:vertAlign w:val="superscript"/>
        </w:rPr>
        <w:t>o</w:t>
      </w:r>
      <w:r w:rsidRPr="00664355">
        <w:rPr>
          <w:bCs/>
        </w:rPr>
        <w:t> 6 (Vitrages de sécurité) (point 18.6 de l</w:t>
      </w:r>
      <w:r w:rsidR="004F3EFE">
        <w:rPr>
          <w:bCs/>
        </w:rPr>
        <w:t>’</w:t>
      </w:r>
      <w:r w:rsidRPr="00664355">
        <w:rPr>
          <w:bCs/>
        </w:rPr>
        <w:t>ordre du jour)</w:t>
      </w:r>
      <w:bookmarkStart w:id="124" w:name="_Toc35591731"/>
      <w:bookmarkEnd w:id="124"/>
    </w:p>
    <w:p w:rsidR="00F957A7" w:rsidRPr="00664355" w:rsidRDefault="00F957A7" w:rsidP="00F957A7">
      <w:pPr>
        <w:spacing w:after="120"/>
        <w:ind w:left="2835" w:hanging="1701"/>
        <w:rPr>
          <w:lang w:val="en-US"/>
        </w:rPr>
      </w:pPr>
      <w:r w:rsidRPr="00664355">
        <w:rPr>
          <w:i/>
          <w:lang w:val="en-US"/>
        </w:rPr>
        <w:t>Document(s) :</w:t>
      </w:r>
      <w:r w:rsidRPr="00664355">
        <w:rPr>
          <w:lang w:val="en-US"/>
        </w:rPr>
        <w:tab/>
        <w:t xml:space="preserve">ECE/TRANS/WP.29/AC.3/41 ; </w:t>
      </w:r>
      <w:r w:rsidRPr="00664355">
        <w:rPr>
          <w:lang w:val="en-US"/>
        </w:rPr>
        <w:br/>
      </w:r>
      <w:r w:rsidRPr="00664355">
        <w:rPr>
          <w:lang w:val="en-US"/>
        </w:rPr>
        <w:tab/>
        <w:t xml:space="preserve">ECE/TRANS/WP.29/AC.3/52 ; </w:t>
      </w:r>
      <w:r w:rsidRPr="00664355">
        <w:rPr>
          <w:lang w:val="en-US"/>
        </w:rPr>
        <w:br/>
        <w:t xml:space="preserve">ECE/TRANS/WP.29/2019/123 ; </w:t>
      </w:r>
      <w:r w:rsidRPr="00664355">
        <w:rPr>
          <w:lang w:val="en-US"/>
        </w:rPr>
        <w:br/>
        <w:t>ECE/TRANS/WP.29/AC.3/55.</w:t>
      </w:r>
    </w:p>
    <w:p w:rsidR="00F957A7" w:rsidRPr="00664355" w:rsidRDefault="00F957A7" w:rsidP="00F957A7">
      <w:pPr>
        <w:spacing w:after="120"/>
        <w:ind w:left="1134" w:right="1134"/>
        <w:jc w:val="both"/>
      </w:pPr>
      <w:r w:rsidRPr="00664355">
        <w:t>145.</w:t>
      </w:r>
      <w:r w:rsidRPr="00664355">
        <w:tab/>
        <w:t>Le représentant de la République de Corée a rendu compte de l</w:t>
      </w:r>
      <w:r w:rsidR="004F3EFE">
        <w:t>’</w:t>
      </w:r>
      <w:r w:rsidRPr="00664355">
        <w:t>état d</w:t>
      </w:r>
      <w:r w:rsidR="004F3EFE">
        <w:t>’</w:t>
      </w:r>
      <w:r w:rsidRPr="00664355">
        <w:t>avancement des travaux menés par le groupe de travail informel des vitrages de toit panoramique en vue de l</w:t>
      </w:r>
      <w:r w:rsidR="004F3EFE">
        <w:t>’</w:t>
      </w:r>
      <w:r w:rsidRPr="00664355">
        <w:t>élaboration d</w:t>
      </w:r>
      <w:r w:rsidR="004F3EFE">
        <w:t>’</w:t>
      </w:r>
      <w:r w:rsidRPr="00664355">
        <w:t>un amendement au RTM ONU n</w:t>
      </w:r>
      <w:r w:rsidRPr="00664355">
        <w:rPr>
          <w:vertAlign w:val="superscript"/>
        </w:rPr>
        <w:t>o</w:t>
      </w:r>
      <w:r w:rsidRPr="00664355">
        <w:t> 6 (Vitrages de sécurité).</w:t>
      </w:r>
    </w:p>
    <w:p w:rsidR="00F957A7" w:rsidRPr="00664355" w:rsidRDefault="00F957A7" w:rsidP="00F957A7">
      <w:pPr>
        <w:spacing w:after="120"/>
        <w:ind w:left="1134" w:right="1134"/>
        <w:jc w:val="both"/>
      </w:pPr>
      <w:r w:rsidRPr="00664355">
        <w:t>146.</w:t>
      </w:r>
      <w:r w:rsidRPr="00664355">
        <w:tab/>
        <w:t>Le représentant a rappelé que l</w:t>
      </w:r>
      <w:r w:rsidR="004F3EFE">
        <w:t>’</w:t>
      </w:r>
      <w:r w:rsidRPr="00664355">
        <w:t>objectif initial du groupe de travail informel était d</w:t>
      </w:r>
      <w:r w:rsidR="004F3EFE">
        <w:t>’</w:t>
      </w:r>
      <w:r w:rsidRPr="00664355">
        <w:t xml:space="preserve">élaborer un amendement au RTM ONU </w:t>
      </w:r>
      <w:r w:rsidR="0057495B" w:rsidRPr="002D76F4">
        <w:rPr>
          <w:rFonts w:eastAsia="MS Mincho"/>
          <w:szCs w:val="22"/>
        </w:rPr>
        <w:t>n</w:t>
      </w:r>
      <w:r w:rsidR="0057495B" w:rsidRPr="002D76F4">
        <w:rPr>
          <w:rFonts w:eastAsia="MS Mincho"/>
          <w:szCs w:val="22"/>
          <w:vertAlign w:val="superscript"/>
        </w:rPr>
        <w:t>o</w:t>
      </w:r>
      <w:r w:rsidRPr="00664355">
        <w:t xml:space="preserve"> 6. Le groupe avait essayé de trouver la cause des ruptures </w:t>
      </w:r>
      <w:r w:rsidRPr="00575B86">
        <w:t>de vitrages de toit panoramique. Toutefois, une telle étude nécessitait beaucoup de temps et une nouvelle technologie utilisant des matériaux émaillés au lieu de céramiques avait été mise au point dans l</w:t>
      </w:r>
      <w:r w:rsidR="004F3EFE">
        <w:t>’</w:t>
      </w:r>
      <w:r w:rsidRPr="00575B86">
        <w:t>intervalle. En conséquence, les membres du groupe de travail informel avaient unanimement convenu d</w:t>
      </w:r>
      <w:r w:rsidR="004F3EFE">
        <w:t>’</w:t>
      </w:r>
      <w:r w:rsidRPr="00575B86">
        <w:t>établir une recommandation (Résolution mutuelle) définissant éventuellement des valeurs limites pour les surfaces à impression céramique des</w:t>
      </w:r>
      <w:r w:rsidR="0057495B" w:rsidRPr="00575B86">
        <w:t xml:space="preserve"> </w:t>
      </w:r>
      <w:r w:rsidRPr="00575B86">
        <w:t>vitrages de toit panoramique.</w:t>
      </w:r>
      <w:r w:rsidRPr="00664355">
        <w:t xml:space="preserve"> Selon les explications du représentant, le groupe considérait cette approche comme une bonne solution provisoire en attendant que de nouvelles technologies deviennent disponibles.</w:t>
      </w:r>
    </w:p>
    <w:p w:rsidR="00F957A7" w:rsidRPr="00664355" w:rsidRDefault="00F957A7" w:rsidP="00F957A7">
      <w:pPr>
        <w:spacing w:after="120"/>
        <w:ind w:left="1134" w:right="1134"/>
        <w:jc w:val="both"/>
      </w:pPr>
      <w:r w:rsidRPr="00664355">
        <w:t>147.</w:t>
      </w:r>
      <w:r w:rsidRPr="00664355">
        <w:tab/>
        <w:t>Le représentant de la République de Corée a ajouté que le groupe avait communiqué le projet de Résolution mutuelle au GRSG à sa dernière session et que le GRSG en serait saisi à sa prochaine session en tant que document de travail. Le groupe de travail informel avait prévu de procéder à un examen final du projet de Résolution mutuelle à sa prochaine réunion qui se tiendrait en même temps que la prochaine session du GRSG en avril 2020. Le projet de Résolution mutuelle sur les vitrages de toit panoramique serait adopté à cette session du GRSG et serait par la suite soumis au WP.29 à sa session de novembre 2020.</w:t>
      </w:r>
    </w:p>
    <w:p w:rsidR="00F957A7" w:rsidRPr="00664355" w:rsidRDefault="00F957A7" w:rsidP="00F957A7">
      <w:pPr>
        <w:spacing w:after="120"/>
        <w:ind w:left="1134" w:right="1134"/>
        <w:jc w:val="both"/>
      </w:pPr>
      <w:r w:rsidRPr="00664355">
        <w:t>148.</w:t>
      </w:r>
      <w:r w:rsidRPr="00664355">
        <w:tab/>
        <w:t>Le Président de l</w:t>
      </w:r>
      <w:r w:rsidR="004F3EFE">
        <w:t>’</w:t>
      </w:r>
      <w:r w:rsidRPr="00664355">
        <w:t>AC.3 a noté que le groupe de travail informel n</w:t>
      </w:r>
      <w:r w:rsidR="004F3EFE">
        <w:t>’</w:t>
      </w:r>
      <w:r w:rsidRPr="00664355">
        <w:t>avait pas rédigé</w:t>
      </w:r>
      <w:r w:rsidR="00D0739D">
        <w:t xml:space="preserve"> </w:t>
      </w:r>
      <w:r w:rsidRPr="00664355">
        <w:t>l</w:t>
      </w:r>
      <w:r w:rsidR="004F3EFE">
        <w:t>’</w:t>
      </w:r>
      <w:r w:rsidRPr="00664355">
        <w:t>amendement au RTM ONU n</w:t>
      </w:r>
      <w:r w:rsidRPr="00664355">
        <w:rPr>
          <w:vertAlign w:val="superscript"/>
        </w:rPr>
        <w:t>o</w:t>
      </w:r>
      <w:r w:rsidRPr="00664355">
        <w:t> 6 demandé dans le</w:t>
      </w:r>
      <w:r w:rsidR="008B30F2">
        <w:t xml:space="preserve"> </w:t>
      </w:r>
      <w:r w:rsidRPr="00664355">
        <w:t>document</w:t>
      </w:r>
      <w:r w:rsidR="008B30F2">
        <w:t xml:space="preserve"> </w:t>
      </w:r>
      <w:r w:rsidRPr="00664355">
        <w:t>ECE/TRANS/WP.29/</w:t>
      </w:r>
      <w:r w:rsidR="008B30F2">
        <w:br/>
      </w:r>
      <w:r w:rsidRPr="00664355">
        <w:t>AC.3/41. Il a incité le représentant de la Corée à préparer une version révisée du document reflétant les activités en cours sur la rédaction d</w:t>
      </w:r>
      <w:r w:rsidR="004F3EFE">
        <w:t>’</w:t>
      </w:r>
      <w:r w:rsidRPr="00664355">
        <w:t>une</w:t>
      </w:r>
      <w:r w:rsidR="008B30F2">
        <w:t xml:space="preserve"> </w:t>
      </w:r>
      <w:r w:rsidRPr="00664355">
        <w:t>résolution mutuelle.</w:t>
      </w:r>
    </w:p>
    <w:p w:rsidR="00F957A7" w:rsidRPr="00664355" w:rsidRDefault="00F957A7" w:rsidP="00F957A7">
      <w:pPr>
        <w:spacing w:after="120"/>
        <w:ind w:left="1134" w:right="1134"/>
        <w:jc w:val="both"/>
      </w:pPr>
      <w:r w:rsidRPr="00664355">
        <w:t>149.</w:t>
      </w:r>
      <w:r w:rsidRPr="00664355">
        <w:tab/>
        <w:t>Le représentant du Royaume-Uni a exprimé des doutes quant à l</w:t>
      </w:r>
      <w:r w:rsidR="004F3EFE">
        <w:t>’</w:t>
      </w:r>
      <w:r w:rsidRPr="00664355">
        <w:t>efficacité des dispositions d</w:t>
      </w:r>
      <w:r w:rsidR="004F3EFE">
        <w:t>’</w:t>
      </w:r>
      <w:r w:rsidRPr="00664355">
        <w:t>une future Résolution mutuelle en l</w:t>
      </w:r>
      <w:r w:rsidR="004F3EFE">
        <w:t>’</w:t>
      </w:r>
      <w:r w:rsidRPr="00664355">
        <w:t>absence d</w:t>
      </w:r>
      <w:r w:rsidR="004F3EFE">
        <w:t>’</w:t>
      </w:r>
      <w:r w:rsidRPr="00664355">
        <w:t xml:space="preserve">une mention dans le RTM ONU </w:t>
      </w:r>
      <w:r w:rsidR="008B30F2" w:rsidRPr="002D76F4">
        <w:rPr>
          <w:rFonts w:eastAsia="MS Mincho"/>
          <w:szCs w:val="22"/>
        </w:rPr>
        <w:t>n</w:t>
      </w:r>
      <w:r w:rsidR="008B30F2" w:rsidRPr="002D76F4">
        <w:rPr>
          <w:rFonts w:eastAsia="MS Mincho"/>
          <w:szCs w:val="22"/>
          <w:vertAlign w:val="superscript"/>
        </w:rPr>
        <w:t>o</w:t>
      </w:r>
      <w:r w:rsidRPr="00664355">
        <w:t xml:space="preserve"> 6 ou le Règlement ONU </w:t>
      </w:r>
      <w:r w:rsidR="008B30F2">
        <w:rPr>
          <w:rFonts w:eastAsia="MS Mincho"/>
        </w:rPr>
        <w:t>n</w:t>
      </w:r>
      <w:r w:rsidR="008B30F2">
        <w:rPr>
          <w:rFonts w:eastAsia="MS Mincho"/>
          <w:vertAlign w:val="superscript"/>
        </w:rPr>
        <w:t>o</w:t>
      </w:r>
      <w:r w:rsidRPr="00664355">
        <w:t> 43.</w:t>
      </w:r>
    </w:p>
    <w:p w:rsidR="00F957A7" w:rsidRPr="00664355" w:rsidRDefault="00F957A7" w:rsidP="00F957A7">
      <w:pPr>
        <w:spacing w:after="120"/>
        <w:ind w:left="1134" w:right="1134"/>
        <w:jc w:val="both"/>
      </w:pPr>
      <w:r w:rsidRPr="00664355">
        <w:t>150.</w:t>
      </w:r>
      <w:r w:rsidRPr="00664355">
        <w:tab/>
        <w:t>Le WP.29 a décidé de reprendre les débats à la prochaine session de l</w:t>
      </w:r>
      <w:r w:rsidR="004F3EFE">
        <w:t>’</w:t>
      </w:r>
      <w:r w:rsidRPr="00664355">
        <w:t>AC.3 sur la base d</w:t>
      </w:r>
      <w:r w:rsidR="004F3EFE">
        <w:t>’</w:t>
      </w:r>
      <w:r w:rsidRPr="00664355">
        <w:t>un document révisé établi à partir du document ECE/TRANS/WP.29/AC.3/41.</w:t>
      </w:r>
    </w:p>
    <w:p w:rsidR="00F957A7" w:rsidRPr="00664355" w:rsidRDefault="00F957A7" w:rsidP="00F957A7">
      <w:pPr>
        <w:pStyle w:val="H1G"/>
      </w:pPr>
      <w:r w:rsidRPr="00664355">
        <w:tab/>
        <w:t>G.</w:t>
      </w:r>
      <w:r w:rsidRPr="00664355">
        <w:tab/>
        <w:t>RTM ONU n</w:t>
      </w:r>
      <w:r w:rsidRPr="00664355">
        <w:rPr>
          <w:vertAlign w:val="superscript"/>
        </w:rPr>
        <w:t>o</w:t>
      </w:r>
      <w:r w:rsidRPr="00664355">
        <w:t> 7 (Appuie-tête) (point 18.7 de l</w:t>
      </w:r>
      <w:r w:rsidR="004F3EFE">
        <w:t>’</w:t>
      </w:r>
      <w:r w:rsidRPr="00664355">
        <w:t>ordre du jour)</w:t>
      </w:r>
      <w:bookmarkStart w:id="125" w:name="_Toc35591732"/>
      <w:bookmarkEnd w:id="125"/>
    </w:p>
    <w:p w:rsidR="00F957A7" w:rsidRPr="00664355" w:rsidRDefault="00F957A7" w:rsidP="00F957A7">
      <w:pPr>
        <w:spacing w:after="120"/>
        <w:ind w:left="2835" w:right="1138" w:hanging="1697"/>
        <w:jc w:val="both"/>
      </w:pPr>
      <w:r w:rsidRPr="00664355">
        <w:rPr>
          <w:i/>
        </w:rPr>
        <w:t>Document(s) :</w:t>
      </w:r>
      <w:r w:rsidRPr="00664355">
        <w:tab/>
        <w:t xml:space="preserve">ECE/TRANS/WP.29/2014/86 ; </w:t>
      </w:r>
      <w:r w:rsidRPr="00664355">
        <w:br/>
        <w:t xml:space="preserve">ECE/TRANS/WP.29/2012/34 ; </w:t>
      </w:r>
      <w:r w:rsidRPr="00664355">
        <w:br/>
        <w:t xml:space="preserve">ECE/TRANS/WP.29/2011/86 ; </w:t>
      </w:r>
      <w:r w:rsidRPr="00664355">
        <w:br/>
        <w:t xml:space="preserve">ECE/TRANS/WP.29/2010/136 ; </w:t>
      </w:r>
      <w:r w:rsidRPr="00664355">
        <w:br/>
        <w:t>ECE/TRANS/WP.29/AC.3/25 et Rev.1.</w:t>
      </w:r>
    </w:p>
    <w:p w:rsidR="00F957A7" w:rsidRPr="00664355" w:rsidRDefault="00F957A7" w:rsidP="00F957A7">
      <w:pPr>
        <w:spacing w:after="120"/>
        <w:ind w:left="1134" w:right="1134"/>
        <w:jc w:val="both"/>
      </w:pPr>
      <w:r w:rsidRPr="00664355">
        <w:t>151.</w:t>
      </w:r>
      <w:r w:rsidRPr="00664355">
        <w:tab/>
        <w:t>Le représentant du Japon, en tant que responsable technique, a fait savoir que le GRSP avait finalement recommandé l</w:t>
      </w:r>
      <w:r w:rsidR="004F3EFE">
        <w:t>’</w:t>
      </w:r>
      <w:r w:rsidRPr="00664355">
        <w:t>amendement 1 au RTM ONU n</w:t>
      </w:r>
      <w:r w:rsidRPr="00664355">
        <w:rPr>
          <w:vertAlign w:val="superscript"/>
        </w:rPr>
        <w:t>o</w:t>
      </w:r>
      <w:r w:rsidRPr="00664355">
        <w:t> 7 et le rapport d</w:t>
      </w:r>
      <w:r w:rsidR="004F3EFE">
        <w:t>’</w:t>
      </w:r>
      <w:r w:rsidRPr="00664355">
        <w:t>activité final du Groupe de travail informel sur la phase 2 du RTM ONU n</w:t>
      </w:r>
      <w:r w:rsidRPr="00664355">
        <w:rPr>
          <w:vertAlign w:val="superscript"/>
        </w:rPr>
        <w:t>o</w:t>
      </w:r>
      <w:r w:rsidRPr="00664355">
        <w:t> 7 au WP.29 et au Comité exécutif de l</w:t>
      </w:r>
      <w:r w:rsidR="004F3EFE">
        <w:t>’</w:t>
      </w:r>
      <w:r w:rsidRPr="00664355">
        <w:t xml:space="preserve">Accord de 1998 (AC.3) pour examen et mise aux voix à leur </w:t>
      </w:r>
      <w:r w:rsidRPr="00664355">
        <w:lastRenderedPageBreak/>
        <w:t>session de juin 2020. Le GRSP avait décidé de reprendre l</w:t>
      </w:r>
      <w:r w:rsidR="004F3EFE">
        <w:t>’</w:t>
      </w:r>
      <w:r w:rsidRPr="00664355">
        <w:t>examen de cette question à sa session de mai 2020 en se fondant sur une proposition d</w:t>
      </w:r>
      <w:r w:rsidR="004F3EFE">
        <w:t>’</w:t>
      </w:r>
      <w:r w:rsidRPr="00664355">
        <w:t>additif à la Résolution mutuelle n</w:t>
      </w:r>
      <w:r w:rsidRPr="00664355">
        <w:rPr>
          <w:vertAlign w:val="superscript"/>
        </w:rPr>
        <w:t>o</w:t>
      </w:r>
      <w:r w:rsidRPr="00664355">
        <w:t xml:space="preserve"> 1 (R.M.1), qui inclurait les dessins, les spécifications et le manuel du mannequin </w:t>
      </w:r>
      <w:proofErr w:type="spellStart"/>
      <w:r w:rsidRPr="00664355">
        <w:t>BioRID</w:t>
      </w:r>
      <w:proofErr w:type="spellEnd"/>
      <w:r w:rsidRPr="00664355">
        <w:t>. Le WP.29 a noté que les dessins et spécifications devraient s</w:t>
      </w:r>
      <w:r w:rsidR="004F3EFE">
        <w:t>’</w:t>
      </w:r>
      <w:r w:rsidRPr="00664355">
        <w:t>accompagner d</w:t>
      </w:r>
      <w:r w:rsidR="004F3EFE">
        <w:t>’</w:t>
      </w:r>
      <w:r w:rsidRPr="00664355">
        <w:t>une mise en garde contre les violations des droits de propriété intellectuelle du fabricant une fois l</w:t>
      </w:r>
      <w:r w:rsidR="004F3EFE">
        <w:t>’</w:t>
      </w:r>
      <w:r w:rsidRPr="00664355">
        <w:t>amendement à la</w:t>
      </w:r>
      <w:r w:rsidR="0030350B">
        <w:t xml:space="preserve"> </w:t>
      </w:r>
      <w:r w:rsidRPr="00664355">
        <w:t>R.M.1 (Additif 1) publié sur le site Web du WP.29.</w:t>
      </w:r>
    </w:p>
    <w:p w:rsidR="00F957A7" w:rsidRPr="00664355" w:rsidRDefault="00F957A7" w:rsidP="00F957A7">
      <w:pPr>
        <w:spacing w:after="120"/>
        <w:ind w:left="1134" w:right="1134"/>
        <w:jc w:val="both"/>
      </w:pPr>
      <w:r w:rsidRPr="00664355">
        <w:t>152.</w:t>
      </w:r>
      <w:r w:rsidRPr="00664355">
        <w:tab/>
        <w:t>Pour finir, le représentant du Japon a annoncé que la délégation de son pays et la Commission européenne (CE) ont, au nom de l</w:t>
      </w:r>
      <w:r w:rsidR="004F3EFE">
        <w:t>’</w:t>
      </w:r>
      <w:r w:rsidRPr="00664355">
        <w:t>équipe de rédaction, soumis au GRSP à sa session de mai une proposition parallèle d</w:t>
      </w:r>
      <w:r w:rsidR="004F3EFE">
        <w:t>’</w:t>
      </w:r>
      <w:r w:rsidRPr="00664355">
        <w:t xml:space="preserve">amendements au Règlement ONU </w:t>
      </w:r>
      <w:r w:rsidR="0030350B">
        <w:rPr>
          <w:rFonts w:eastAsia="MS Mincho"/>
        </w:rPr>
        <w:t>n</w:t>
      </w:r>
      <w:r w:rsidR="0030350B">
        <w:rPr>
          <w:rFonts w:eastAsia="MS Mincho"/>
          <w:vertAlign w:val="superscript"/>
        </w:rPr>
        <w:t>o</w:t>
      </w:r>
      <w:r w:rsidRPr="00664355">
        <w:t> 17 visant à le réaligner sur le RTM ONU.</w:t>
      </w:r>
    </w:p>
    <w:p w:rsidR="00F957A7" w:rsidRPr="00664355" w:rsidRDefault="00F957A7" w:rsidP="00F957A7">
      <w:pPr>
        <w:pStyle w:val="H1G"/>
      </w:pPr>
      <w:r w:rsidRPr="00664355">
        <w:tab/>
        <w:t>H.</w:t>
      </w:r>
      <w:r w:rsidRPr="00664355">
        <w:tab/>
      </w:r>
      <w:r w:rsidRPr="00664355">
        <w:rPr>
          <w:bCs/>
        </w:rPr>
        <w:t>RTM ONU n</w:t>
      </w:r>
      <w:r w:rsidRPr="00664355">
        <w:rPr>
          <w:bCs/>
          <w:vertAlign w:val="superscript"/>
        </w:rPr>
        <w:t>o</w:t>
      </w:r>
      <w:r w:rsidRPr="00664355">
        <w:rPr>
          <w:bCs/>
        </w:rPr>
        <w:t> 8 (Systèmes électroniques de contrôle de la stabilité directionnelle (ESC)) (point 18.8 de l</w:t>
      </w:r>
      <w:r w:rsidR="004F3EFE">
        <w:rPr>
          <w:bCs/>
        </w:rPr>
        <w:t>’</w:t>
      </w:r>
      <w:r w:rsidRPr="00664355">
        <w:rPr>
          <w:bCs/>
        </w:rPr>
        <w:t>ordre du jour)</w:t>
      </w:r>
      <w:bookmarkStart w:id="126" w:name="_Toc35591733"/>
      <w:bookmarkEnd w:id="126"/>
    </w:p>
    <w:p w:rsidR="00F957A7" w:rsidRPr="00664355" w:rsidRDefault="00F957A7" w:rsidP="00F957A7">
      <w:pPr>
        <w:spacing w:after="120"/>
        <w:ind w:left="1134" w:right="1138"/>
        <w:jc w:val="both"/>
      </w:pPr>
      <w:r w:rsidRPr="00664355">
        <w:rPr>
          <w:i/>
          <w:iCs/>
        </w:rPr>
        <w:t>Document(s) :</w:t>
      </w:r>
      <w:r w:rsidRPr="00664355">
        <w:tab/>
        <w:t>Document informel WP.29-180-15.</w:t>
      </w:r>
    </w:p>
    <w:p w:rsidR="00F957A7" w:rsidRPr="00664355" w:rsidRDefault="00F957A7" w:rsidP="00F957A7">
      <w:pPr>
        <w:spacing w:after="120"/>
        <w:ind w:left="1134" w:right="1134"/>
        <w:jc w:val="both"/>
      </w:pPr>
      <w:r w:rsidRPr="00664355">
        <w:t>153.</w:t>
      </w:r>
      <w:r w:rsidRPr="00664355">
        <w:tab/>
        <w:t>Le représentant de la République de Corée a présenté au WP.29 le contenu du document WP.29-180-15, à savoir la demande d</w:t>
      </w:r>
      <w:r w:rsidR="004F3EFE">
        <w:t>’</w:t>
      </w:r>
      <w:r w:rsidRPr="00664355">
        <w:t>autorisation relative à l</w:t>
      </w:r>
      <w:r w:rsidR="004F3EFE">
        <w:t>’</w:t>
      </w:r>
      <w:r w:rsidRPr="00664355">
        <w:t>élaboration de l</w:t>
      </w:r>
      <w:r w:rsidR="004F3EFE">
        <w:t>’</w:t>
      </w:r>
      <w:r w:rsidRPr="00664355">
        <w:t>amendement 1 au RTM ONU n</w:t>
      </w:r>
      <w:r w:rsidRPr="00664355">
        <w:rPr>
          <w:vertAlign w:val="superscript"/>
        </w:rPr>
        <w:t>o</w:t>
      </w:r>
      <w:r w:rsidRPr="00664355">
        <w:t> 8 (Systèmes de contrôle de la stabilité). Il a expliqué que l</w:t>
      </w:r>
      <w:r w:rsidR="004F3EFE">
        <w:t>’</w:t>
      </w:r>
      <w:r w:rsidRPr="00664355">
        <w:t>amendement visait à faciliter l</w:t>
      </w:r>
      <w:r w:rsidR="004F3EFE">
        <w:t>’</w:t>
      </w:r>
      <w:r w:rsidRPr="00664355">
        <w:t>introduction d</w:t>
      </w:r>
      <w:r w:rsidR="004F3EFE">
        <w:t>’</w:t>
      </w:r>
      <w:r w:rsidRPr="00664355">
        <w:t>un système de direction innovant doté d</w:t>
      </w:r>
      <w:r w:rsidR="004F3EFE">
        <w:t>’</w:t>
      </w:r>
      <w:r w:rsidRPr="00664355">
        <w:t>un rapport de démultiplication sensiblement inférieur à ceux pour lesquels la procédure d</w:t>
      </w:r>
      <w:r w:rsidR="004F3EFE">
        <w:t>’</w:t>
      </w:r>
      <w:r w:rsidRPr="00664355">
        <w:t>essai des systèmes électroniques de contrôle de la stabilité avait été définie.</w:t>
      </w:r>
    </w:p>
    <w:p w:rsidR="00F957A7" w:rsidRPr="00664355" w:rsidRDefault="00F957A7" w:rsidP="00F957A7">
      <w:pPr>
        <w:spacing w:after="120"/>
        <w:ind w:left="1134" w:right="1134"/>
        <w:jc w:val="both"/>
      </w:pPr>
      <w:r w:rsidRPr="00664355">
        <w:t>154.</w:t>
      </w:r>
      <w:r w:rsidRPr="00664355">
        <w:tab/>
        <w:t>Le RTM ONU n</w:t>
      </w:r>
      <w:r w:rsidRPr="00664355">
        <w:rPr>
          <w:vertAlign w:val="superscript"/>
        </w:rPr>
        <w:t>o</w:t>
      </w:r>
      <w:r w:rsidRPr="00664355">
        <w:t> 8 (ESC) prescrivait une amplitude de braquage du volant comprise entre</w:t>
      </w:r>
      <w:r w:rsidR="0030350B">
        <w:t xml:space="preserve"> </w:t>
      </w:r>
      <w:r w:rsidRPr="00664355">
        <w:t xml:space="preserve">270 </w:t>
      </w:r>
      <w:r w:rsidRPr="00575B86">
        <w:t>et</w:t>
      </w:r>
      <w:r w:rsidR="0030350B" w:rsidRPr="00575B86">
        <w:t xml:space="preserve"> </w:t>
      </w:r>
      <w:r w:rsidRPr="00575B86">
        <w:t>300 </w:t>
      </w:r>
      <w:r w:rsidR="00575B86" w:rsidRPr="00575B86">
        <w:t>degrés</w:t>
      </w:r>
      <w:r w:rsidRPr="00664355">
        <w:t xml:space="preserve"> pour les essais « sinus avec palier » visant à vérifier la stabilité directionnelle du véhicule. Il était possible qu</w:t>
      </w:r>
      <w:r w:rsidR="004F3EFE">
        <w:t>’</w:t>
      </w:r>
      <w:r w:rsidRPr="00664355">
        <w:t>à l</w:t>
      </w:r>
      <w:r w:rsidR="004F3EFE">
        <w:t>’</w:t>
      </w:r>
      <w:r w:rsidRPr="00664355">
        <w:t>avenir, des véhicules équipés de systèmes de direction possédant un rapport de démultiplication nettement plus faible soient conçus, qui réagissent rapidement aux commandes du conducteur mais ne sont pas en mesure d</w:t>
      </w:r>
      <w:r w:rsidR="004F3EFE">
        <w:t>’</w:t>
      </w:r>
      <w:r w:rsidRPr="00664355">
        <w:t>atteindre l</w:t>
      </w:r>
      <w:r w:rsidR="004F3EFE">
        <w:t>’</w:t>
      </w:r>
      <w:r w:rsidRPr="00664355">
        <w:t>amplitude finale de braquage requise pour l</w:t>
      </w:r>
      <w:r w:rsidR="004F3EFE">
        <w:t>’</w:t>
      </w:r>
      <w:r w:rsidRPr="00664355">
        <w:t>essai du système ESC, en raison d</w:t>
      </w:r>
      <w:r w:rsidR="004F3EFE">
        <w:t>’</w:t>
      </w:r>
      <w:r w:rsidRPr="00664355">
        <w:t xml:space="preserve">un angle maximal de braquage du volant </w:t>
      </w:r>
      <w:r w:rsidRPr="002F61BC">
        <w:t>inférieur à</w:t>
      </w:r>
      <w:r w:rsidR="0030350B" w:rsidRPr="002F61BC">
        <w:t xml:space="preserve"> </w:t>
      </w:r>
      <w:r w:rsidRPr="002F61BC">
        <w:t>270 degrés.</w:t>
      </w:r>
    </w:p>
    <w:p w:rsidR="00F957A7" w:rsidRPr="00664355" w:rsidRDefault="00F957A7" w:rsidP="00F957A7">
      <w:pPr>
        <w:spacing w:after="120"/>
        <w:ind w:left="1134" w:right="1134"/>
        <w:jc w:val="both"/>
      </w:pPr>
      <w:r w:rsidRPr="00664355">
        <w:t>155.</w:t>
      </w:r>
      <w:r w:rsidRPr="00664355">
        <w:tab/>
        <w:t>Le représentant de la République de Corée a souligné qu</w:t>
      </w:r>
      <w:r w:rsidR="004F3EFE">
        <w:t>’</w:t>
      </w:r>
      <w:r w:rsidRPr="00664355">
        <w:t>il importait, lors de l</w:t>
      </w:r>
      <w:r w:rsidR="004F3EFE">
        <w:t>’</w:t>
      </w:r>
      <w:r w:rsidRPr="00664355">
        <w:t>adoption par le GRVA d</w:t>
      </w:r>
      <w:r w:rsidR="004F3EFE">
        <w:t>’</w:t>
      </w:r>
      <w:r w:rsidRPr="00664355">
        <w:t xml:space="preserve">amendements au Règlement ONU </w:t>
      </w:r>
      <w:r w:rsidR="0030350B">
        <w:rPr>
          <w:rFonts w:eastAsia="MS Mincho"/>
        </w:rPr>
        <w:t>n</w:t>
      </w:r>
      <w:r w:rsidR="0030350B">
        <w:rPr>
          <w:rFonts w:eastAsia="MS Mincho"/>
          <w:vertAlign w:val="superscript"/>
        </w:rPr>
        <w:t>o</w:t>
      </w:r>
      <w:r w:rsidRPr="00664355">
        <w:t> 140 (ESC) portant sur la procédure d</w:t>
      </w:r>
      <w:r w:rsidR="004F3EFE">
        <w:t>’</w:t>
      </w:r>
      <w:r w:rsidRPr="00664355">
        <w:t>essai pour l</w:t>
      </w:r>
      <w:r w:rsidR="004F3EFE">
        <w:t>’</w:t>
      </w:r>
      <w:r w:rsidRPr="00664355">
        <w:t xml:space="preserve">homologation de systèmes de direction novateurs, de maintenir la cohérence entre les dispositions techniques du Règlement ONU </w:t>
      </w:r>
      <w:r w:rsidR="0030350B">
        <w:rPr>
          <w:rFonts w:eastAsia="MS Mincho"/>
        </w:rPr>
        <w:t>n</w:t>
      </w:r>
      <w:r w:rsidR="0030350B">
        <w:rPr>
          <w:rFonts w:eastAsia="MS Mincho"/>
          <w:vertAlign w:val="superscript"/>
        </w:rPr>
        <w:t>o</w:t>
      </w:r>
      <w:r w:rsidRPr="00664355">
        <w:t> 140 et du RTM ONU </w:t>
      </w:r>
      <w:r w:rsidR="0030350B">
        <w:rPr>
          <w:rFonts w:eastAsia="MS Mincho"/>
        </w:rPr>
        <w:t>n</w:t>
      </w:r>
      <w:r w:rsidR="0030350B">
        <w:rPr>
          <w:rFonts w:eastAsia="MS Mincho"/>
          <w:vertAlign w:val="superscript"/>
        </w:rPr>
        <w:t>o</w:t>
      </w:r>
      <w:r w:rsidRPr="00664355">
        <w:t> 8 relatives aux dernières innovations en matière de systèmes de direction dotés d</w:t>
      </w:r>
      <w:r w:rsidR="004F3EFE">
        <w:t>’</w:t>
      </w:r>
      <w:r w:rsidRPr="00664355">
        <w:t>un rapport de démultiplication notablement peu élevé.</w:t>
      </w:r>
    </w:p>
    <w:p w:rsidR="00F957A7" w:rsidRPr="00664355" w:rsidRDefault="00F957A7" w:rsidP="00F957A7">
      <w:pPr>
        <w:spacing w:after="120"/>
        <w:ind w:left="1134" w:right="1134"/>
        <w:jc w:val="both"/>
      </w:pPr>
      <w:r w:rsidRPr="00664355">
        <w:t>156.</w:t>
      </w:r>
      <w:r w:rsidRPr="00664355">
        <w:tab/>
        <w:t>Le WP.29 a demandé que le document WP.29-180-15 soit distribué sous une cote officielle à la prochaine session de l</w:t>
      </w:r>
      <w:r w:rsidR="004F3EFE">
        <w:t>’</w:t>
      </w:r>
      <w:r w:rsidRPr="00664355">
        <w:t>AC.3.</w:t>
      </w:r>
    </w:p>
    <w:p w:rsidR="00F957A7" w:rsidRPr="00664355" w:rsidRDefault="00F957A7" w:rsidP="00F957A7">
      <w:pPr>
        <w:pStyle w:val="H1G"/>
        <w:keepLines w:val="0"/>
        <w:rPr>
          <w:bCs/>
        </w:rPr>
      </w:pPr>
      <w:r w:rsidRPr="00664355">
        <w:tab/>
        <w:t>I.</w:t>
      </w:r>
      <w:r w:rsidRPr="00664355">
        <w:tab/>
      </w:r>
      <w:r w:rsidRPr="00664355">
        <w:rPr>
          <w:bCs/>
        </w:rPr>
        <w:t>RTM ONU n</w:t>
      </w:r>
      <w:r w:rsidRPr="00664355">
        <w:rPr>
          <w:bCs/>
          <w:vertAlign w:val="superscript"/>
        </w:rPr>
        <w:t>o</w:t>
      </w:r>
      <w:r w:rsidRPr="00664355">
        <w:rPr>
          <w:bCs/>
        </w:rPr>
        <w:t> 9 (Sécurité des piétons) (point 18.9 de l</w:t>
      </w:r>
      <w:r w:rsidR="004F3EFE">
        <w:rPr>
          <w:bCs/>
        </w:rPr>
        <w:t>’</w:t>
      </w:r>
      <w:r w:rsidRPr="00664355">
        <w:rPr>
          <w:bCs/>
        </w:rPr>
        <w:t>ordre du jour)</w:t>
      </w:r>
      <w:bookmarkStart w:id="127" w:name="_Toc35591734"/>
      <w:bookmarkEnd w:id="127"/>
    </w:p>
    <w:p w:rsidR="00F957A7" w:rsidRPr="00664355" w:rsidRDefault="00F957A7" w:rsidP="00F957A7">
      <w:pPr>
        <w:spacing w:after="120"/>
        <w:ind w:left="2835" w:right="1138" w:hanging="1705"/>
      </w:pPr>
      <w:r w:rsidRPr="00664355">
        <w:rPr>
          <w:i/>
          <w:iCs/>
        </w:rPr>
        <w:t>Document(s) :</w:t>
      </w:r>
      <w:r w:rsidRPr="00664355">
        <w:tab/>
        <w:t xml:space="preserve">ECE/TRANS/WP.29/AC.3/45 et Rev.1 ; </w:t>
      </w:r>
      <w:r w:rsidRPr="00664355">
        <w:br/>
      </w:r>
      <w:r w:rsidRPr="00664355">
        <w:tab/>
        <w:t xml:space="preserve">ECE/TRANS/WP.29/2018/162 ; </w:t>
      </w:r>
      <w:r w:rsidRPr="00664355">
        <w:br/>
        <w:t xml:space="preserve">ECE/TRANS/WP.29/AC.3/31 ; </w:t>
      </w:r>
      <w:r w:rsidRPr="00664355">
        <w:br/>
        <w:t xml:space="preserve">ECE/TRANS/WP.29/GRSP/2012/2 ; </w:t>
      </w:r>
      <w:r w:rsidRPr="00664355">
        <w:br/>
        <w:t>ECE/TRANS/WP.29/GRSP/2014/5.</w:t>
      </w:r>
    </w:p>
    <w:p w:rsidR="00F957A7" w:rsidRPr="00664355" w:rsidRDefault="00F957A7" w:rsidP="00F957A7">
      <w:pPr>
        <w:spacing w:after="120"/>
        <w:ind w:left="1134" w:right="1140"/>
        <w:jc w:val="both"/>
      </w:pPr>
      <w:r w:rsidRPr="00664355">
        <w:t>157.</w:t>
      </w:r>
      <w:r w:rsidRPr="00664355">
        <w:tab/>
        <w:t>Au nom du Président du groupe de travail informel des dispositifs actifs de protection du piéton, le représentant de la République de Corée a informé le GRSP de l</w:t>
      </w:r>
      <w:r w:rsidR="004F3EFE">
        <w:t>’</w:t>
      </w:r>
      <w:r w:rsidRPr="00664355">
        <w:t>état d</w:t>
      </w:r>
      <w:r w:rsidR="004F3EFE">
        <w:t>’</w:t>
      </w:r>
      <w:r w:rsidRPr="00664355">
        <w:t>avancement des travaux du groupe. Il a fait savoir que la sixième réunion du groupe s</w:t>
      </w:r>
      <w:r w:rsidR="004F3EFE">
        <w:t>’</w:t>
      </w:r>
      <w:r w:rsidRPr="00664355">
        <w:t>est tenue les</w:t>
      </w:r>
      <w:r w:rsidR="001A140E">
        <w:t xml:space="preserve"> </w:t>
      </w:r>
      <w:r w:rsidRPr="00664355">
        <w:t>4 et</w:t>
      </w:r>
      <w:r w:rsidR="001A140E">
        <w:t xml:space="preserve"> </w:t>
      </w:r>
      <w:r w:rsidRPr="00664355">
        <w:t>5</w:t>
      </w:r>
      <w:r w:rsidR="001A140E">
        <w:t> </w:t>
      </w:r>
      <w:r w:rsidRPr="00664355">
        <w:t>mars sous forme de conférence en ligne, plutôt qu</w:t>
      </w:r>
      <w:r w:rsidR="004F3EFE">
        <w:t>’</w:t>
      </w:r>
      <w:r w:rsidRPr="00664355">
        <w:t>en présentiel. Au cours des deux dernières années, le groupe s</w:t>
      </w:r>
      <w:r w:rsidR="004F3EFE">
        <w:t>’</w:t>
      </w:r>
      <w:r w:rsidRPr="00664355">
        <w:t>était penché sur diverses questions se rapportant aux essais de dispositifs actifs de protection du piéton, mais il en restait encore quelques-unes à régler comme, par exemple, la simulation du délai d</w:t>
      </w:r>
      <w:r w:rsidR="004F3EFE">
        <w:t>’</w:t>
      </w:r>
      <w:r w:rsidRPr="00664355">
        <w:t>impact de la tête. Le représentant a demandé que le mandat du groupe soit prolongé d</w:t>
      </w:r>
      <w:r w:rsidR="004F3EFE">
        <w:t>’</w:t>
      </w:r>
      <w:r w:rsidRPr="00664355">
        <w:t>un an, à savoir jusqu</w:t>
      </w:r>
      <w:r w:rsidR="004F3EFE">
        <w:t>’</w:t>
      </w:r>
      <w:r w:rsidRPr="00664355">
        <w:t>en juin 2021, afin qu</w:t>
      </w:r>
      <w:r w:rsidR="004F3EFE">
        <w:t>’</w:t>
      </w:r>
      <w:r w:rsidRPr="00664355">
        <w:t>il puisse achever l</w:t>
      </w:r>
      <w:r w:rsidR="004F3EFE">
        <w:t>’</w:t>
      </w:r>
      <w:r w:rsidRPr="00664355">
        <w:t>élaboration de l</w:t>
      </w:r>
      <w:r w:rsidR="004F3EFE">
        <w:t>’</w:t>
      </w:r>
      <w:r w:rsidRPr="00664355">
        <w:t xml:space="preserve">amendement au RTM ONU </w:t>
      </w:r>
      <w:r w:rsidR="001A140E">
        <w:rPr>
          <w:rFonts w:eastAsia="MS Mincho"/>
        </w:rPr>
        <w:t>n</w:t>
      </w:r>
      <w:r w:rsidR="001A140E">
        <w:rPr>
          <w:rFonts w:eastAsia="MS Mincho"/>
          <w:vertAlign w:val="superscript"/>
        </w:rPr>
        <w:t>o</w:t>
      </w:r>
      <w:r w:rsidRPr="00664355">
        <w:t> 9.</w:t>
      </w:r>
    </w:p>
    <w:p w:rsidR="00F957A7" w:rsidRPr="00664355" w:rsidRDefault="00F957A7" w:rsidP="00F957A7">
      <w:pPr>
        <w:spacing w:after="120"/>
        <w:ind w:left="1134" w:right="1140"/>
        <w:jc w:val="both"/>
      </w:pPr>
      <w:r w:rsidRPr="00664355">
        <w:lastRenderedPageBreak/>
        <w:t>158.</w:t>
      </w:r>
      <w:r w:rsidRPr="00664355">
        <w:tab/>
        <w:t>Le WP.29 a noté que le GRSP avait décidé de poursuivre les travaux d</w:t>
      </w:r>
      <w:r w:rsidR="004F3EFE">
        <w:t>’</w:t>
      </w:r>
      <w:r w:rsidRPr="00664355">
        <w:t>alignement du RTM ONU n</w:t>
      </w:r>
      <w:r w:rsidRPr="00664355">
        <w:rPr>
          <w:vertAlign w:val="superscript"/>
        </w:rPr>
        <w:t>o</w:t>
      </w:r>
      <w:r w:rsidRPr="00664355">
        <w:t> 9 sur le Règlement ONU n</w:t>
      </w:r>
      <w:r w:rsidRPr="00664355">
        <w:rPr>
          <w:vertAlign w:val="superscript"/>
        </w:rPr>
        <w:t>o</w:t>
      </w:r>
      <w:r w:rsidRPr="00664355">
        <w:t> 127, dans lequel les amendements proposés concernant l</w:t>
      </w:r>
      <w:r w:rsidR="004F3EFE">
        <w:t>’</w:t>
      </w:r>
      <w:r w:rsidRPr="00664355">
        <w:t>essai de comportement au choc de la tête avaient déjà été incorporés. Il a donc approuvé la décision du GRSP de recommander à l</w:t>
      </w:r>
      <w:r w:rsidR="004F3EFE">
        <w:t>’</w:t>
      </w:r>
      <w:r w:rsidRPr="00664355">
        <w:t>AC.3, à sa session de mai 2020, l</w:t>
      </w:r>
      <w:r w:rsidR="004F3EFE">
        <w:t>’</w:t>
      </w:r>
      <w:r w:rsidRPr="00664355">
        <w:t>amendement 3 au RTM ONU qui avait déjà été élaboré et examiné avec le responsable technique des Pays-Bas.</w:t>
      </w:r>
    </w:p>
    <w:p w:rsidR="00F957A7" w:rsidRPr="00664355" w:rsidRDefault="00F957A7" w:rsidP="00F957A7">
      <w:pPr>
        <w:pStyle w:val="H1G"/>
      </w:pPr>
      <w:r w:rsidRPr="00664355">
        <w:tab/>
        <w:t>J.</w:t>
      </w:r>
      <w:r w:rsidRPr="00664355">
        <w:tab/>
      </w:r>
      <w:r w:rsidRPr="00664355">
        <w:rPr>
          <w:bCs/>
        </w:rPr>
        <w:t>RTM ONU n</w:t>
      </w:r>
      <w:r w:rsidRPr="00664355">
        <w:rPr>
          <w:bCs/>
          <w:vertAlign w:val="superscript"/>
        </w:rPr>
        <w:t>o</w:t>
      </w:r>
      <w:r w:rsidRPr="00664355">
        <w:rPr>
          <w:bCs/>
        </w:rPr>
        <w:t> 10 (Émissions hors cycle (OCE)) (point 18.10 de l</w:t>
      </w:r>
      <w:r w:rsidR="004F3EFE">
        <w:rPr>
          <w:bCs/>
        </w:rPr>
        <w:t>’</w:t>
      </w:r>
      <w:r w:rsidRPr="00664355">
        <w:rPr>
          <w:bCs/>
        </w:rPr>
        <w:t>ordre du jour)</w:t>
      </w:r>
      <w:bookmarkStart w:id="128" w:name="_Toc35591735"/>
      <w:bookmarkEnd w:id="128"/>
    </w:p>
    <w:p w:rsidR="00F957A7" w:rsidRPr="00664355" w:rsidRDefault="00F957A7" w:rsidP="00F957A7">
      <w:pPr>
        <w:ind w:left="1134" w:right="1134"/>
        <w:jc w:val="both"/>
      </w:pPr>
      <w:r w:rsidRPr="00664355">
        <w:t>159.</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tab/>
        <w:t>K.</w:t>
      </w:r>
      <w:r w:rsidRPr="00664355">
        <w:tab/>
      </w:r>
      <w:r w:rsidRPr="00664355">
        <w:rPr>
          <w:bCs/>
        </w:rPr>
        <w:t>RTM ONU n</w:t>
      </w:r>
      <w:r w:rsidRPr="00664355">
        <w:rPr>
          <w:bCs/>
          <w:vertAlign w:val="superscript"/>
        </w:rPr>
        <w:t>o</w:t>
      </w:r>
      <w:r w:rsidRPr="00664355">
        <w:rPr>
          <w:bCs/>
        </w:rPr>
        <w:t> 11 (Émissions des moteurs des tracteurs agricoles</w:t>
      </w:r>
      <w:r w:rsidRPr="00664355">
        <w:rPr>
          <w:bCs/>
          <w:vertAlign w:val="superscript"/>
        </w:rPr>
        <w:t xml:space="preserve"> </w:t>
      </w:r>
      <w:r w:rsidRPr="00664355">
        <w:rPr>
          <w:bCs/>
        </w:rPr>
        <w:t>et forestiers et des engins mobiles non routiers)</w:t>
      </w:r>
      <w:r w:rsidRPr="00664355">
        <w:rPr>
          <w:bCs/>
          <w:vertAlign w:val="superscript"/>
        </w:rPr>
        <w:t xml:space="preserve"> </w:t>
      </w:r>
      <w:r w:rsidRPr="00664355">
        <w:rPr>
          <w:bCs/>
        </w:rPr>
        <w:t>(point 18.11 de l</w:t>
      </w:r>
      <w:r w:rsidR="004F3EFE">
        <w:rPr>
          <w:bCs/>
        </w:rPr>
        <w:t>’</w:t>
      </w:r>
      <w:r w:rsidRPr="00664355">
        <w:rPr>
          <w:bCs/>
        </w:rPr>
        <w:t>ordre du jour)</w:t>
      </w:r>
      <w:bookmarkStart w:id="129" w:name="_Toc35591736"/>
      <w:bookmarkEnd w:id="129"/>
    </w:p>
    <w:p w:rsidR="00F957A7" w:rsidRPr="00664355" w:rsidRDefault="00F957A7" w:rsidP="00F957A7">
      <w:pPr>
        <w:ind w:left="1134" w:right="1134"/>
        <w:jc w:val="both"/>
      </w:pPr>
      <w:r w:rsidRPr="00664355">
        <w:t>160.</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tab/>
        <w:t>L.</w:t>
      </w:r>
      <w:r w:rsidRPr="00664355">
        <w:tab/>
      </w:r>
      <w:r w:rsidRPr="00664355">
        <w:rPr>
          <w:bCs/>
        </w:rPr>
        <w:t>RTM ONU n</w:t>
      </w:r>
      <w:r w:rsidRPr="00664355">
        <w:rPr>
          <w:bCs/>
          <w:vertAlign w:val="superscript"/>
        </w:rPr>
        <w:t>o</w:t>
      </w:r>
      <w:r w:rsidRPr="00664355">
        <w:rPr>
          <w:bCs/>
        </w:rPr>
        <w:t> 12 (Commandes, témoins et indicateurs des motocycles) (point 18.12 de l</w:t>
      </w:r>
      <w:r w:rsidR="004F3EFE">
        <w:rPr>
          <w:bCs/>
        </w:rPr>
        <w:t>’</w:t>
      </w:r>
      <w:r w:rsidRPr="00664355">
        <w:rPr>
          <w:bCs/>
        </w:rPr>
        <w:t>ordre du jour)</w:t>
      </w:r>
      <w:bookmarkStart w:id="130" w:name="_Toc35591737"/>
      <w:bookmarkEnd w:id="130"/>
    </w:p>
    <w:p w:rsidR="00F957A7" w:rsidRPr="00664355" w:rsidRDefault="00F957A7" w:rsidP="00F957A7">
      <w:pPr>
        <w:ind w:left="1134" w:right="1134"/>
        <w:jc w:val="both"/>
      </w:pPr>
      <w:r w:rsidRPr="00664355">
        <w:t>161.</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tab/>
        <w:t>M.</w:t>
      </w:r>
      <w:r w:rsidRPr="00664355">
        <w:tab/>
      </w:r>
      <w:r w:rsidRPr="00664355">
        <w:rPr>
          <w:bCs/>
        </w:rPr>
        <w:t>RTM ONU n</w:t>
      </w:r>
      <w:r w:rsidRPr="00664355">
        <w:rPr>
          <w:bCs/>
          <w:vertAlign w:val="superscript"/>
        </w:rPr>
        <w:t>o</w:t>
      </w:r>
      <w:r w:rsidRPr="00664355">
        <w:rPr>
          <w:bCs/>
        </w:rPr>
        <w:t> 13 (Véhicules à hydrogène et à pile à combustible (HFCV) − Phase 2) (point 18.13 de l</w:t>
      </w:r>
      <w:r w:rsidR="004F3EFE">
        <w:rPr>
          <w:bCs/>
        </w:rPr>
        <w:t>’</w:t>
      </w:r>
      <w:r w:rsidRPr="00664355">
        <w:rPr>
          <w:bCs/>
        </w:rPr>
        <w:t>ordre du jour)</w:t>
      </w:r>
      <w:bookmarkStart w:id="131" w:name="_Toc35591738"/>
      <w:bookmarkEnd w:id="131"/>
    </w:p>
    <w:p w:rsidR="00F957A7" w:rsidRPr="00664355" w:rsidRDefault="00F957A7" w:rsidP="00F957A7">
      <w:pPr>
        <w:spacing w:after="120"/>
        <w:ind w:left="1138" w:right="1138"/>
        <w:jc w:val="both"/>
        <w:rPr>
          <w:lang w:val="en-US"/>
        </w:rPr>
      </w:pPr>
      <w:r w:rsidRPr="00664355">
        <w:rPr>
          <w:i/>
          <w:iCs/>
          <w:lang w:val="en-US"/>
        </w:rPr>
        <w:t>Document(s) :</w:t>
      </w:r>
      <w:r w:rsidRPr="00664355">
        <w:rPr>
          <w:lang w:val="en-US"/>
        </w:rPr>
        <w:tab/>
        <w:t>ECE/TRANS/WP.29/AC.3/49.</w:t>
      </w:r>
    </w:p>
    <w:p w:rsidR="00F957A7" w:rsidRPr="00664355" w:rsidRDefault="00F957A7" w:rsidP="00F957A7">
      <w:pPr>
        <w:spacing w:after="120"/>
        <w:ind w:left="1134" w:right="1134"/>
        <w:jc w:val="both"/>
      </w:pPr>
      <w:r w:rsidRPr="00664355">
        <w:t>162.</w:t>
      </w:r>
      <w:r w:rsidRPr="00664355">
        <w:tab/>
        <w:t>La représentante des États-Unis d</w:t>
      </w:r>
      <w:r w:rsidR="004F3EFE">
        <w:t>’</w:t>
      </w:r>
      <w:r w:rsidRPr="00664355">
        <w:t xml:space="preserve">Amérique a, au nom des </w:t>
      </w:r>
      <w:proofErr w:type="spellStart"/>
      <w:r w:rsidRPr="00664355">
        <w:t>coauteurs</w:t>
      </w:r>
      <w:proofErr w:type="spellEnd"/>
      <w:r w:rsidRPr="00664355">
        <w:t xml:space="preserve"> (Japon, République de Corée et Union européenne), informé le GRSP de l</w:t>
      </w:r>
      <w:r w:rsidR="004F3EFE">
        <w:t>’</w:t>
      </w:r>
      <w:r w:rsidRPr="00664355">
        <w:t>état d</w:t>
      </w:r>
      <w:r w:rsidR="004F3EFE">
        <w:t>’</w:t>
      </w:r>
      <w:r w:rsidRPr="00664355">
        <w:t>avancement des travaux du groupe de travail informel des véhicules à hydrogène et à pile à combustible (HFCV) (RTM ONU n</w:t>
      </w:r>
      <w:r w:rsidRPr="00664355">
        <w:rPr>
          <w:vertAlign w:val="superscript"/>
        </w:rPr>
        <w:t>o</w:t>
      </w:r>
      <w:r w:rsidRPr="00664355">
        <w:t> 13, phase 2). Elle a brièvement fait rapport sur la septième réunion du groupe, tenue du</w:t>
      </w:r>
      <w:r w:rsidR="001A140E">
        <w:t xml:space="preserve"> </w:t>
      </w:r>
      <w:r w:rsidRPr="00664355">
        <w:t>3 au</w:t>
      </w:r>
      <w:r w:rsidR="001A140E">
        <w:t xml:space="preserve"> </w:t>
      </w:r>
      <w:r w:rsidRPr="00664355">
        <w:t>7</w:t>
      </w:r>
      <w:r w:rsidR="001A140E">
        <w:t> </w:t>
      </w:r>
      <w:r w:rsidRPr="00664355">
        <w:t>novembre à Stuttgart (Allemagne). Celle-ci avait rassemblé un bon nombre de participants, à savoir plus de 60 représentants de Parties contractantes (Allemagne, Canada, Chine, États-Unis d</w:t>
      </w:r>
      <w:r w:rsidR="004F3EFE">
        <w:t>’</w:t>
      </w:r>
      <w:r w:rsidRPr="00664355">
        <w:t>Amérique, Japon, République de Corée, Union européenne), de constructeurs automobiles, du secteur du transport par conteneurs, d</w:t>
      </w:r>
      <w:r w:rsidR="004F3EFE">
        <w:t>’</w:t>
      </w:r>
      <w:r w:rsidRPr="00664355">
        <w:t>organismes de normalisation et du milieu universitaire. Le groupe de travail informel avait continué à travailler sur les principaux points de la phase 2, qu</w:t>
      </w:r>
      <w:r w:rsidR="004F3EFE">
        <w:t>’</w:t>
      </w:r>
      <w:r w:rsidRPr="00664355">
        <w:t>il avait répartis entre cinq équipes spéciales et quatre sous-groupes chargés de se pencher sur un large éventail de questions comprenant l</w:t>
      </w:r>
      <w:r w:rsidR="004F3EFE">
        <w:t>’</w:t>
      </w:r>
      <w:r w:rsidRPr="00664355">
        <w:t>élargissement du champ d</w:t>
      </w:r>
      <w:r w:rsidR="004F3EFE">
        <w:t>’</w:t>
      </w:r>
      <w:r w:rsidRPr="00664355">
        <w:t>application du RTM ONU aux véhicules utilitaires lourds, y compris les camions et autobus, la compatibilité des matériaux avec l</w:t>
      </w:r>
      <w:r w:rsidR="004F3EFE">
        <w:t>’</w:t>
      </w:r>
      <w:r w:rsidRPr="00664355">
        <w:t>hydrogène, la limite de résistance des réservoirs, les paramètres de répétabilité des essais de comportement au feu, l</w:t>
      </w:r>
      <w:r w:rsidR="004F3EFE">
        <w:t>’</w:t>
      </w:r>
      <w:r w:rsidRPr="00664355">
        <w:t>ouverture en toute sécurité des soupapes d</w:t>
      </w:r>
      <w:r w:rsidR="004F3EFE">
        <w:t>’</w:t>
      </w:r>
      <w:r w:rsidRPr="00664355">
        <w:t>expansion thermique et les modifications supplémentaires à apporter aux actuelles procédures d</w:t>
      </w:r>
      <w:r w:rsidR="004F3EFE">
        <w:t>’</w:t>
      </w:r>
      <w:r w:rsidRPr="00664355">
        <w:t>essai prévues dans le RTM ONU. Le groupe avait fait de bons progrès et était parvenu à un consensus dans certains domaines clés, dont : a)</w:t>
      </w:r>
      <w:r w:rsidR="001A140E">
        <w:t> </w:t>
      </w:r>
      <w:r w:rsidRPr="00664355">
        <w:t>l</w:t>
      </w:r>
      <w:r w:rsidR="004F3EFE">
        <w:t>’</w:t>
      </w:r>
      <w:r w:rsidRPr="00664355">
        <w:t>élargissement du champ d</w:t>
      </w:r>
      <w:r w:rsidR="004F3EFE">
        <w:t>’</w:t>
      </w:r>
      <w:r w:rsidRPr="00664355">
        <w:t>application du RTM ONU aux camions et autobus ; b)</w:t>
      </w:r>
      <w:r w:rsidR="001A140E">
        <w:t> </w:t>
      </w:r>
      <w:r w:rsidRPr="00664355">
        <w:t>les critères de résistance à la perméation pour les réservoirs des</w:t>
      </w:r>
      <w:r w:rsidR="001A140E">
        <w:t xml:space="preserve"> </w:t>
      </w:r>
      <w:r w:rsidRPr="00664355">
        <w:t>véhicules utilitaires lourds et les critères de résistance aux fuites d</w:t>
      </w:r>
      <w:r w:rsidR="004F3EFE">
        <w:t>’</w:t>
      </w:r>
      <w:r w:rsidRPr="00664355">
        <w:t>hydrogène ; c) le</w:t>
      </w:r>
      <w:r w:rsidR="001A140E">
        <w:t xml:space="preserve"> </w:t>
      </w:r>
      <w:r w:rsidRPr="00664355">
        <w:t xml:space="preserve">transfert au RTM ONU </w:t>
      </w:r>
      <w:r w:rsidR="001A140E">
        <w:rPr>
          <w:rFonts w:eastAsia="MS Mincho"/>
        </w:rPr>
        <w:t>n</w:t>
      </w:r>
      <w:r w:rsidR="001A140E">
        <w:rPr>
          <w:rFonts w:eastAsia="MS Mincho"/>
          <w:vertAlign w:val="superscript"/>
        </w:rPr>
        <w:t>o</w:t>
      </w:r>
      <w:r w:rsidRPr="00664355">
        <w:t> 20 du dossier des exigences en matière de sécurité applicables aux batteries haute tension et aux systèmes électriques. Toutefois, plusieurs autres points continuaient de poser problème, à l</w:t>
      </w:r>
      <w:r w:rsidR="004F3EFE">
        <w:t>’</w:t>
      </w:r>
      <w:r w:rsidRPr="00664355">
        <w:t>exemple de la question de savoir si un essai dynamique sur catapulte est nécessaire pour vérifier que les éléments potentiellement critiques pour la</w:t>
      </w:r>
      <w:r w:rsidR="001A140E">
        <w:t xml:space="preserve"> </w:t>
      </w:r>
      <w:r w:rsidRPr="00664355">
        <w:t>sécurité sont installés d</w:t>
      </w:r>
      <w:r w:rsidR="004F3EFE">
        <w:t>’</w:t>
      </w:r>
      <w:r w:rsidRPr="00664355">
        <w:t xml:space="preserve">une manière qui ne présente aucun </w:t>
      </w:r>
      <w:r w:rsidRPr="00664355">
        <w:lastRenderedPageBreak/>
        <w:t>danger, s</w:t>
      </w:r>
      <w:r w:rsidR="004F3EFE">
        <w:t>’</w:t>
      </w:r>
      <w:r w:rsidRPr="00664355">
        <w:t>il faut spécifier l</w:t>
      </w:r>
      <w:r w:rsidR="004F3EFE">
        <w:t>’</w:t>
      </w:r>
      <w:r w:rsidRPr="00664355">
        <w:t>installation de ces éléments, et quelle configuration géométrique donner à la buse de ravitaillement pour éviter autant que possible qu</w:t>
      </w:r>
      <w:r w:rsidR="004F3EFE">
        <w:t>’</w:t>
      </w:r>
      <w:r w:rsidRPr="00664355">
        <w:t>elle ne gèle dans l</w:t>
      </w:r>
      <w:r w:rsidR="004F3EFE">
        <w:t>’</w:t>
      </w:r>
      <w:r w:rsidRPr="00664355">
        <w:t>embout de remplissage du réservoir pendant le transfert de carburant. Cela avait conduit le groupe à se poser d</w:t>
      </w:r>
      <w:r w:rsidR="004F3EFE">
        <w:t>’</w:t>
      </w:r>
      <w:r w:rsidRPr="00664355">
        <w:t>autres questions concernant : a)</w:t>
      </w:r>
      <w:r w:rsidR="001A140E">
        <w:t> </w:t>
      </w:r>
      <w:r w:rsidRPr="00664355">
        <w:t>les systèmes de stockage d</w:t>
      </w:r>
      <w:r w:rsidR="004F3EFE">
        <w:t>’</w:t>
      </w:r>
      <w:r w:rsidRPr="00664355">
        <w:t>hydrogène de conception différente et b) la possibilité de proposer une extension de la durée d</w:t>
      </w:r>
      <w:r w:rsidR="004F3EFE">
        <w:t>’</w:t>
      </w:r>
      <w:r w:rsidRPr="00664355">
        <w:t>utilisation de ces systèmes de</w:t>
      </w:r>
      <w:r w:rsidR="001A140E">
        <w:t xml:space="preserve"> </w:t>
      </w:r>
      <w:r w:rsidRPr="00664355">
        <w:t>15 à</w:t>
      </w:r>
      <w:r w:rsidR="001A140E">
        <w:t xml:space="preserve"> </w:t>
      </w:r>
      <w:r w:rsidRPr="00664355">
        <w:t>25</w:t>
      </w:r>
      <w:r w:rsidR="001A140E">
        <w:t> </w:t>
      </w:r>
      <w:r w:rsidRPr="00664355">
        <w:t>ans sur la base des données recueillies en milieu réel. Le groupe avait convenu de commencer dans un délai de deux semaines la rédaction des propositions d</w:t>
      </w:r>
      <w:r w:rsidR="004F3EFE">
        <w:t>’</w:t>
      </w:r>
      <w:r w:rsidRPr="00664355">
        <w:t xml:space="preserve">amendements au RTM ONU </w:t>
      </w:r>
      <w:r w:rsidR="001A140E">
        <w:rPr>
          <w:rFonts w:eastAsia="MS Mincho"/>
        </w:rPr>
        <w:t>n</w:t>
      </w:r>
      <w:r w:rsidR="001A140E">
        <w:rPr>
          <w:rFonts w:eastAsia="MS Mincho"/>
          <w:vertAlign w:val="superscript"/>
        </w:rPr>
        <w:t>o</w:t>
      </w:r>
      <w:r w:rsidRPr="00664355">
        <w:t> 13 pour les points sur lesquels il était parvenu à un consensus, de façon à pouvoir en disposer à sa réunion de mars 2020, au cours de laquelle il évaluerait les progrès et les lacunes, et déciderait s</w:t>
      </w:r>
      <w:r w:rsidR="004F3EFE">
        <w:t>’</w:t>
      </w:r>
      <w:r w:rsidRPr="00664355">
        <w:t>il fallait éventuellement demander une prolongation de son</w:t>
      </w:r>
      <w:r w:rsidR="001A140E">
        <w:t xml:space="preserve"> </w:t>
      </w:r>
      <w:r w:rsidRPr="00664355">
        <w:t>mandat à la session de mai 2020 du GRSP.</w:t>
      </w:r>
    </w:p>
    <w:p w:rsidR="00F957A7" w:rsidRPr="00664355" w:rsidRDefault="00F957A7" w:rsidP="00F957A7">
      <w:pPr>
        <w:pStyle w:val="H1G"/>
      </w:pPr>
      <w:r w:rsidRPr="00664355">
        <w:tab/>
        <w:t>N.</w:t>
      </w:r>
      <w:r w:rsidRPr="00664355">
        <w:tab/>
      </w:r>
      <w:r w:rsidRPr="00664355">
        <w:rPr>
          <w:bCs/>
        </w:rPr>
        <w:t>RTM ONU n</w:t>
      </w:r>
      <w:r w:rsidRPr="00664355">
        <w:rPr>
          <w:bCs/>
          <w:vertAlign w:val="superscript"/>
        </w:rPr>
        <w:t>o</w:t>
      </w:r>
      <w:r w:rsidRPr="00664355">
        <w:rPr>
          <w:bCs/>
        </w:rPr>
        <w:t> 14 (Choc latéral contre un poteau) (point 18.14 de l</w:t>
      </w:r>
      <w:r w:rsidR="004F3EFE">
        <w:rPr>
          <w:bCs/>
        </w:rPr>
        <w:t>’</w:t>
      </w:r>
      <w:r w:rsidRPr="00664355">
        <w:rPr>
          <w:bCs/>
        </w:rPr>
        <w:t>ordre du jour)</w:t>
      </w:r>
      <w:bookmarkStart w:id="132" w:name="_Toc35591739"/>
      <w:bookmarkEnd w:id="132"/>
    </w:p>
    <w:p w:rsidR="00F957A7" w:rsidRPr="00664355" w:rsidRDefault="00F957A7" w:rsidP="00F957A7">
      <w:pPr>
        <w:ind w:left="1134" w:right="1134"/>
        <w:jc w:val="both"/>
      </w:pPr>
      <w:r w:rsidRPr="00664355">
        <w:t>163.</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tab/>
        <w:t>O.</w:t>
      </w:r>
      <w:r w:rsidRPr="00664355">
        <w:tab/>
      </w:r>
      <w:r w:rsidRPr="00664355">
        <w:rPr>
          <w:bCs/>
        </w:rPr>
        <w:t>RTM ONU n</w:t>
      </w:r>
      <w:r w:rsidRPr="00664355">
        <w:rPr>
          <w:bCs/>
          <w:vertAlign w:val="superscript"/>
        </w:rPr>
        <w:t>o</w:t>
      </w:r>
      <w:r w:rsidRPr="00664355">
        <w:rPr>
          <w:bCs/>
        </w:rPr>
        <w:t> 15 (Procédure d</w:t>
      </w:r>
      <w:r w:rsidR="004F3EFE">
        <w:rPr>
          <w:bCs/>
        </w:rPr>
        <w:t>’</w:t>
      </w:r>
      <w:r w:rsidRPr="00664355">
        <w:rPr>
          <w:bCs/>
        </w:rPr>
        <w:t>essai mondiale harmonisée pour</w:t>
      </w:r>
      <w:r w:rsidRPr="00664355">
        <w:rPr>
          <w:bCs/>
          <w:vertAlign w:val="superscript"/>
        </w:rPr>
        <w:t xml:space="preserve"> </w:t>
      </w:r>
      <w:r w:rsidRPr="00664355">
        <w:rPr>
          <w:bCs/>
        </w:rPr>
        <w:t xml:space="preserve">les voitures particulières et véhicules utilitaires légers (WLTP) </w:t>
      </w:r>
      <w:r w:rsidR="00657B1A">
        <w:rPr>
          <w:bCs/>
        </w:rPr>
        <w:t>− </w:t>
      </w:r>
      <w:r w:rsidRPr="00664355">
        <w:rPr>
          <w:bCs/>
        </w:rPr>
        <w:t>Phase 2) (point 18.15 de l</w:t>
      </w:r>
      <w:r w:rsidR="004F3EFE">
        <w:rPr>
          <w:bCs/>
        </w:rPr>
        <w:t>’</w:t>
      </w:r>
      <w:r w:rsidRPr="00664355">
        <w:rPr>
          <w:bCs/>
        </w:rPr>
        <w:t>ordre du jour)</w:t>
      </w:r>
      <w:bookmarkStart w:id="133" w:name="_Toc35591740"/>
      <w:bookmarkEnd w:id="133"/>
    </w:p>
    <w:p w:rsidR="00F957A7" w:rsidRPr="00664355" w:rsidRDefault="00F957A7" w:rsidP="00F957A7">
      <w:pPr>
        <w:spacing w:after="120"/>
        <w:ind w:left="2835" w:right="1140" w:hanging="1701"/>
        <w:jc w:val="both"/>
        <w:rPr>
          <w:lang w:val="en-US"/>
        </w:rPr>
      </w:pPr>
      <w:r w:rsidRPr="00664355">
        <w:rPr>
          <w:i/>
          <w:lang w:val="en-US"/>
        </w:rPr>
        <w:t>Document(s) :</w:t>
      </w:r>
      <w:r w:rsidRPr="00664355">
        <w:rPr>
          <w:lang w:val="en-US"/>
        </w:rPr>
        <w:tab/>
        <w:t xml:space="preserve">ECE/TRANS/WP.29/AC.3/39 ; </w:t>
      </w:r>
      <w:r w:rsidRPr="00664355">
        <w:rPr>
          <w:iCs/>
          <w:lang w:val="en-US"/>
        </w:rPr>
        <w:br/>
      </w:r>
      <w:r w:rsidRPr="00664355">
        <w:rPr>
          <w:lang w:val="en-US"/>
        </w:rPr>
        <w:t>ECE/TRANS/WP.29/AC.3/44.</w:t>
      </w:r>
    </w:p>
    <w:p w:rsidR="00F957A7" w:rsidRPr="00664355" w:rsidRDefault="00F957A7" w:rsidP="00F957A7">
      <w:pPr>
        <w:spacing w:after="120"/>
        <w:ind w:left="1134" w:right="1134"/>
        <w:jc w:val="both"/>
      </w:pPr>
      <w:r w:rsidRPr="00664355">
        <w:t>164.</w:t>
      </w:r>
      <w:r w:rsidRPr="00664355">
        <w:tab/>
        <w:t>Le représentant de l</w:t>
      </w:r>
      <w:r w:rsidR="004F3EFE">
        <w:t>’</w:t>
      </w:r>
      <w:r w:rsidRPr="00664355">
        <w:t>UE a rappelé au WP.29 que l</w:t>
      </w:r>
      <w:r w:rsidR="004F3EFE">
        <w:t>’</w:t>
      </w:r>
      <w:r w:rsidRPr="00664355">
        <w:t xml:space="preserve">amendement 5 au RTM ONU </w:t>
      </w:r>
      <w:r w:rsidR="00657B1A">
        <w:rPr>
          <w:rFonts w:eastAsia="MS Mincho"/>
        </w:rPr>
        <w:t>n</w:t>
      </w:r>
      <w:r w:rsidR="00657B1A">
        <w:rPr>
          <w:rFonts w:eastAsia="MS Mincho"/>
          <w:vertAlign w:val="superscript"/>
        </w:rPr>
        <w:t>o</w:t>
      </w:r>
      <w:r w:rsidRPr="00664355">
        <w:t> 15 avait été adopté à la cinquante-sixième session du Comité exécutif de l</w:t>
      </w:r>
      <w:r w:rsidR="004F3EFE">
        <w:t>’</w:t>
      </w:r>
      <w:r w:rsidRPr="00664355">
        <w:t>Accord de 1998 (AC.3) en juin 2019 et inscrit au Registre mondial le</w:t>
      </w:r>
      <w:r w:rsidR="00657B1A">
        <w:t xml:space="preserve"> </w:t>
      </w:r>
      <w:r w:rsidRPr="00664355">
        <w:t>26</w:t>
      </w:r>
      <w:r w:rsidR="00657B1A">
        <w:t> </w:t>
      </w:r>
      <w:r w:rsidRPr="00664355">
        <w:t>juin</w:t>
      </w:r>
      <w:r w:rsidR="00657B1A">
        <w:t xml:space="preserve"> </w:t>
      </w:r>
      <w:r w:rsidRPr="00664355">
        <w:t>2019. Il a informé l</w:t>
      </w:r>
      <w:r w:rsidR="004F3EFE">
        <w:t>’</w:t>
      </w:r>
      <w:r w:rsidRPr="00664355">
        <w:t xml:space="preserve">AC.3 que le processus parallèle de transposition du RTM ONU </w:t>
      </w:r>
      <w:r w:rsidR="00657B1A">
        <w:rPr>
          <w:rFonts w:eastAsia="MS Mincho"/>
        </w:rPr>
        <w:t>n</w:t>
      </w:r>
      <w:r w:rsidR="00657B1A">
        <w:rPr>
          <w:rFonts w:eastAsia="MS Mincho"/>
          <w:vertAlign w:val="superscript"/>
        </w:rPr>
        <w:t>o</w:t>
      </w:r>
      <w:r w:rsidRPr="00664355">
        <w:t xml:space="preserve"> 15 dans un nouveau Règlement ONU concernant la WLTP avait contribué à mettre en lumière de nouveaux éléments qui relevaient du RTM ONU </w:t>
      </w:r>
      <w:r w:rsidR="00657B1A">
        <w:rPr>
          <w:rFonts w:eastAsia="MS Mincho"/>
        </w:rPr>
        <w:t>n</w:t>
      </w:r>
      <w:r w:rsidR="00657B1A">
        <w:rPr>
          <w:rFonts w:eastAsia="MS Mincho"/>
          <w:vertAlign w:val="superscript"/>
        </w:rPr>
        <w:t>o</w:t>
      </w:r>
      <w:r w:rsidRPr="00664355">
        <w:t> 15, de sorte qu</w:t>
      </w:r>
      <w:r w:rsidR="004F3EFE">
        <w:t>’</w:t>
      </w:r>
      <w:r w:rsidRPr="00664355">
        <w:t>il avait fallu élaborer un amendement 6 à ce dernier.</w:t>
      </w:r>
    </w:p>
    <w:p w:rsidR="00F957A7" w:rsidRPr="00664355" w:rsidRDefault="00F957A7" w:rsidP="00F957A7">
      <w:pPr>
        <w:spacing w:after="120"/>
        <w:ind w:left="1134" w:right="1134"/>
        <w:jc w:val="both"/>
      </w:pPr>
      <w:r w:rsidRPr="00664355">
        <w:t>165.</w:t>
      </w:r>
      <w:r w:rsidRPr="00664355">
        <w:tab/>
        <w:t>Le projet d</w:t>
      </w:r>
      <w:r w:rsidR="004F3EFE">
        <w:t>’</w:t>
      </w:r>
      <w:r w:rsidRPr="00664355">
        <w:t xml:space="preserve">amendement 6 au RTM ONU </w:t>
      </w:r>
      <w:r w:rsidR="00657B1A">
        <w:rPr>
          <w:rFonts w:eastAsia="MS Mincho"/>
        </w:rPr>
        <w:t>n</w:t>
      </w:r>
      <w:r w:rsidR="00657B1A">
        <w:rPr>
          <w:rFonts w:eastAsia="MS Mincho"/>
          <w:vertAlign w:val="superscript"/>
        </w:rPr>
        <w:t>o</w:t>
      </w:r>
      <w:r w:rsidRPr="00664355">
        <w:t> 15 apportait plusieurs mises à jour aux prescriptions actuelles du Règlement, qui concernaient notamment la sélection des rapports et la détermination du point de changement de rapports pour</w:t>
      </w:r>
      <w:r w:rsidRPr="00664355">
        <w:rPr>
          <w:vertAlign w:val="superscript"/>
        </w:rPr>
        <w:t xml:space="preserve"> </w:t>
      </w:r>
      <w:r w:rsidRPr="00664355">
        <w:t>les véhicules équipés d</w:t>
      </w:r>
      <w:r w:rsidR="004F3EFE">
        <w:t>’</w:t>
      </w:r>
      <w:r w:rsidRPr="00664355">
        <w:t>une transmission manuelle, de nouveaux carburants de référence de type 6, une nouvelle annexe sur les systèmes d</w:t>
      </w:r>
      <w:r w:rsidR="004F3EFE">
        <w:t>’</w:t>
      </w:r>
      <w:r w:rsidRPr="00664355">
        <w:t>autodiagnostic (OBD) et de nouvelles annexes facultatives sur l</w:t>
      </w:r>
      <w:r w:rsidR="004F3EFE">
        <w:t>’</w:t>
      </w:r>
      <w:r w:rsidRPr="00664355">
        <w:t>essai de type 5 (durabilité), l</w:t>
      </w:r>
      <w:r w:rsidR="004F3EFE">
        <w:t>’</w:t>
      </w:r>
      <w:r w:rsidRPr="00664355">
        <w:t>essai de type 6 (basse température) et la conformité de la production (</w:t>
      </w:r>
      <w:proofErr w:type="spellStart"/>
      <w:r w:rsidRPr="00664355">
        <w:t>CdP</w:t>
      </w:r>
      <w:proofErr w:type="spellEnd"/>
      <w:r w:rsidRPr="00664355">
        <w:t>).</w:t>
      </w:r>
    </w:p>
    <w:p w:rsidR="00F957A7" w:rsidRPr="00664355" w:rsidRDefault="00F957A7" w:rsidP="00F957A7">
      <w:pPr>
        <w:pStyle w:val="H1G"/>
      </w:pPr>
      <w:r w:rsidRPr="00664355">
        <w:tab/>
        <w:t>P.</w:t>
      </w:r>
      <w:r w:rsidRPr="00664355">
        <w:tab/>
      </w:r>
      <w:r w:rsidRPr="00664355">
        <w:rPr>
          <w:bCs/>
        </w:rPr>
        <w:t>RTM ONU n</w:t>
      </w:r>
      <w:r w:rsidRPr="00664355">
        <w:rPr>
          <w:bCs/>
          <w:vertAlign w:val="superscript"/>
        </w:rPr>
        <w:t>o</w:t>
      </w:r>
      <w:r w:rsidRPr="00664355">
        <w:rPr>
          <w:bCs/>
        </w:rPr>
        <w:t> 16 (Pneumatiques) (point 18.16 de l</w:t>
      </w:r>
      <w:r w:rsidR="004F3EFE">
        <w:rPr>
          <w:bCs/>
        </w:rPr>
        <w:t>’</w:t>
      </w:r>
      <w:r w:rsidRPr="00664355">
        <w:rPr>
          <w:bCs/>
        </w:rPr>
        <w:t>ordre du jour)</w:t>
      </w:r>
      <w:bookmarkStart w:id="134" w:name="_Toc35591741"/>
      <w:bookmarkEnd w:id="134"/>
    </w:p>
    <w:p w:rsidR="00F957A7" w:rsidRPr="00664355" w:rsidRDefault="00F957A7" w:rsidP="00F957A7">
      <w:pPr>
        <w:spacing w:after="120"/>
        <w:ind w:left="2835" w:right="1138" w:hanging="1701"/>
        <w:rPr>
          <w:lang w:val="en-US"/>
        </w:rPr>
      </w:pPr>
      <w:r w:rsidRPr="00664355">
        <w:rPr>
          <w:i/>
          <w:lang w:val="en-US"/>
        </w:rPr>
        <w:t>Document(s) :</w:t>
      </w:r>
      <w:r w:rsidRPr="00664355">
        <w:rPr>
          <w:lang w:val="en-US"/>
        </w:rPr>
        <w:tab/>
        <w:t xml:space="preserve">ECE/TRANS/WP.29/2020/41, ECE/TRANS/WP.29/2020/42 ; </w:t>
      </w:r>
      <w:r w:rsidRPr="00664355">
        <w:rPr>
          <w:lang w:val="en-US"/>
        </w:rPr>
        <w:br/>
        <w:t>ECE/TRANS/WP.29/AC.3/48/Rev.1.</w:t>
      </w:r>
    </w:p>
    <w:p w:rsidR="00F957A7" w:rsidRPr="00664355" w:rsidRDefault="00F957A7" w:rsidP="00F957A7">
      <w:pPr>
        <w:spacing w:after="120"/>
        <w:ind w:left="1134" w:right="1134"/>
        <w:jc w:val="both"/>
      </w:pPr>
      <w:r w:rsidRPr="00664355">
        <w:t>166.</w:t>
      </w:r>
      <w:r w:rsidRPr="00664355">
        <w:tab/>
        <w:t>Le Forum mondial a rappelé que le GRBP, à sa soixante-dixième session tenue en</w:t>
      </w:r>
      <w:r w:rsidR="00657B1A">
        <w:t xml:space="preserve"> </w:t>
      </w:r>
      <w:r w:rsidRPr="00664355">
        <w:t>septembre 2019, avait adopté le projet d</w:t>
      </w:r>
      <w:r w:rsidR="004F3EFE">
        <w:t>’</w:t>
      </w:r>
      <w:r w:rsidRPr="00664355">
        <w:t>amendement 2 au RTM ONU n</w:t>
      </w:r>
      <w:r w:rsidRPr="00664355">
        <w:rPr>
          <w:vertAlign w:val="superscript"/>
        </w:rPr>
        <w:t>o</w:t>
      </w:r>
      <w:r w:rsidRPr="00664355">
        <w:t> 16, avec le rapport technique correspondant, et que les documents adoptés avaient été soumis à l</w:t>
      </w:r>
      <w:r w:rsidR="004F3EFE">
        <w:t>’</w:t>
      </w:r>
      <w:r w:rsidRPr="00664355">
        <w:t>AC.3, en attendant leur examen et mise aux voix.</w:t>
      </w:r>
    </w:p>
    <w:p w:rsidR="00F957A7" w:rsidRPr="00664355" w:rsidRDefault="00F957A7" w:rsidP="00F957A7">
      <w:pPr>
        <w:pStyle w:val="H1G"/>
      </w:pPr>
      <w:r w:rsidRPr="00664355">
        <w:tab/>
        <w:t>Q.</w:t>
      </w:r>
      <w:r w:rsidRPr="00664355">
        <w:tab/>
      </w:r>
      <w:r w:rsidRPr="00664355">
        <w:rPr>
          <w:bCs/>
        </w:rPr>
        <w:t>RTM ONU n</w:t>
      </w:r>
      <w:r w:rsidRPr="00664355">
        <w:rPr>
          <w:bCs/>
          <w:vertAlign w:val="superscript"/>
        </w:rPr>
        <w:t>o</w:t>
      </w:r>
      <w:r w:rsidRPr="00664355">
        <w:rPr>
          <w:bCs/>
        </w:rPr>
        <w:t> 17 (Émissions de gaz de carter et émissions par évaporation des véhicules à moteur à deux ou trois roues) (point 18.17 de l</w:t>
      </w:r>
      <w:r w:rsidR="004F3EFE">
        <w:rPr>
          <w:bCs/>
        </w:rPr>
        <w:t>’</w:t>
      </w:r>
      <w:r w:rsidRPr="00664355">
        <w:rPr>
          <w:bCs/>
        </w:rPr>
        <w:t>ordre du jour)</w:t>
      </w:r>
      <w:bookmarkStart w:id="135" w:name="_Toc35591742"/>
      <w:bookmarkEnd w:id="135"/>
    </w:p>
    <w:p w:rsidR="00F957A7" w:rsidRPr="00664355" w:rsidRDefault="00F957A7" w:rsidP="00F957A7">
      <w:pPr>
        <w:ind w:left="1134" w:right="1134"/>
        <w:jc w:val="both"/>
      </w:pPr>
      <w:r w:rsidRPr="00664355">
        <w:t>167.</w:t>
      </w:r>
      <w:r w:rsidRPr="00664355">
        <w:tab/>
        <w:t>Aucune information nouvelle n</w:t>
      </w:r>
      <w:r w:rsidR="004F3EFE">
        <w:t>’</w:t>
      </w:r>
      <w:r w:rsidRPr="00664355">
        <w:t>a été communiquée au titre de ce point. Le WP.29 a décidé de maintenir ce point à l</w:t>
      </w:r>
      <w:r w:rsidR="004F3EFE">
        <w:t>’</w:t>
      </w:r>
      <w:r w:rsidRPr="00664355">
        <w:t>ordre du jour dans l</w:t>
      </w:r>
      <w:r w:rsidR="004F3EFE">
        <w:t>’</w:t>
      </w:r>
      <w:r w:rsidRPr="00664355">
        <w:t>attente d</w:t>
      </w:r>
      <w:r w:rsidR="004F3EFE">
        <w:t>’</w:t>
      </w:r>
      <w:r w:rsidRPr="00664355">
        <w:t>une nouvelle proposition.</w:t>
      </w:r>
    </w:p>
    <w:p w:rsidR="00F957A7" w:rsidRPr="00664355" w:rsidRDefault="00F957A7" w:rsidP="00F957A7">
      <w:pPr>
        <w:pStyle w:val="H1G"/>
      </w:pPr>
      <w:r w:rsidRPr="00664355">
        <w:lastRenderedPageBreak/>
        <w:tab/>
        <w:t>R.</w:t>
      </w:r>
      <w:r w:rsidRPr="00664355">
        <w:tab/>
      </w:r>
      <w:r w:rsidRPr="00664355">
        <w:rPr>
          <w:bCs/>
        </w:rPr>
        <w:t>RTM ONU n</w:t>
      </w:r>
      <w:r w:rsidRPr="00664355">
        <w:rPr>
          <w:bCs/>
          <w:vertAlign w:val="superscript"/>
        </w:rPr>
        <w:t>o</w:t>
      </w:r>
      <w:r w:rsidRPr="00664355">
        <w:rPr>
          <w:bCs/>
        </w:rPr>
        <w:t> 18 (Systèmes d</w:t>
      </w:r>
      <w:r w:rsidR="004F3EFE">
        <w:rPr>
          <w:bCs/>
        </w:rPr>
        <w:t>’</w:t>
      </w:r>
      <w:r w:rsidRPr="00664355">
        <w:rPr>
          <w:bCs/>
        </w:rPr>
        <w:t>autodiagnostic des véhicules à moteur à deux ou trois roues) (point 18.18 de l</w:t>
      </w:r>
      <w:r w:rsidR="004F3EFE">
        <w:rPr>
          <w:bCs/>
        </w:rPr>
        <w:t>’</w:t>
      </w:r>
      <w:r w:rsidRPr="00664355">
        <w:rPr>
          <w:bCs/>
        </w:rPr>
        <w:t>ordre du jour)</w:t>
      </w:r>
      <w:bookmarkStart w:id="136" w:name="_Toc35591743"/>
      <w:bookmarkEnd w:id="136"/>
    </w:p>
    <w:p w:rsidR="00F957A7" w:rsidRPr="00664355" w:rsidRDefault="00F957A7" w:rsidP="00F957A7">
      <w:pPr>
        <w:spacing w:after="120"/>
        <w:ind w:left="1134"/>
      </w:pPr>
      <w:r w:rsidRPr="00664355">
        <w:rPr>
          <w:i/>
          <w:iCs/>
        </w:rPr>
        <w:t>Document(s) :</w:t>
      </w:r>
      <w:r w:rsidRPr="00664355">
        <w:tab/>
        <w:t>ECE/TRANS/WP.29/AC.3/36 et Rev.1.</w:t>
      </w:r>
    </w:p>
    <w:p w:rsidR="00F957A7" w:rsidRPr="00664355" w:rsidRDefault="00F957A7" w:rsidP="00F957A7">
      <w:pPr>
        <w:spacing w:after="120"/>
        <w:ind w:left="1134" w:right="1134"/>
        <w:jc w:val="both"/>
      </w:pPr>
      <w:r w:rsidRPr="00664355">
        <w:t>168.</w:t>
      </w:r>
      <w:r w:rsidRPr="00664355">
        <w:tab/>
        <w:t>Le représentant de l</w:t>
      </w:r>
      <w:r w:rsidR="004F3EFE">
        <w:t>’</w:t>
      </w:r>
      <w:r w:rsidRPr="00664355">
        <w:t>Union européenne a fait savoir que le groupe de travail informel des EPPR avait communiqué au GRPE, à sa quatre-vingtième session, le document informel GRPE-80-32, qui faisait le point des travaux du groupe sur le projet d</w:t>
      </w:r>
      <w:r w:rsidR="004F3EFE">
        <w:t>’</w:t>
      </w:r>
      <w:r w:rsidRPr="00664355">
        <w:t>amendement 1 au RTM ONU n</w:t>
      </w:r>
      <w:r w:rsidRPr="00664355">
        <w:rPr>
          <w:vertAlign w:val="superscript"/>
        </w:rPr>
        <w:t>o</w:t>
      </w:r>
      <w:r w:rsidRPr="00664355">
        <w:t> 18 portant sur la phase 2 du système OBD.</w:t>
      </w:r>
    </w:p>
    <w:p w:rsidR="00F957A7" w:rsidRPr="00664355" w:rsidRDefault="00F957A7" w:rsidP="00F957A7">
      <w:pPr>
        <w:ind w:left="1134" w:right="1134"/>
        <w:jc w:val="both"/>
      </w:pPr>
      <w:r w:rsidRPr="00664355">
        <w:t>169.</w:t>
      </w:r>
      <w:r w:rsidRPr="00664355">
        <w:tab/>
        <w:t>Le groupe avait prévu de soumettre la proposition de projet d</w:t>
      </w:r>
      <w:r w:rsidR="004F3EFE">
        <w:t>’</w:t>
      </w:r>
      <w:r w:rsidRPr="00664355">
        <w:t>amendement 1 au RTM ONU n</w:t>
      </w:r>
      <w:r w:rsidRPr="00664355">
        <w:rPr>
          <w:vertAlign w:val="superscript"/>
        </w:rPr>
        <w:t>o</w:t>
      </w:r>
      <w:r w:rsidRPr="00664355">
        <w:t> 18 à la session de novembre de l</w:t>
      </w:r>
      <w:r w:rsidR="004F3EFE">
        <w:t>’</w:t>
      </w:r>
      <w:r w:rsidRPr="00664355">
        <w:t>AC.3, mais il se pouvait qu</w:t>
      </w:r>
      <w:r w:rsidR="004F3EFE">
        <w:t>’</w:t>
      </w:r>
      <w:r w:rsidRPr="00664355">
        <w:t>il demande un report de la présentation du document de travail à la session de janvier 2021 du GRPE, afin de pouvoir clarifier la question de la surveillance du catalyseur. La décision correspondante serait prise lors de la</w:t>
      </w:r>
      <w:r w:rsidR="00657B1A">
        <w:t xml:space="preserve"> </w:t>
      </w:r>
      <w:r w:rsidRPr="00664355">
        <w:t>34</w:t>
      </w:r>
      <w:r w:rsidRPr="00664355">
        <w:rPr>
          <w:vertAlign w:val="superscript"/>
        </w:rPr>
        <w:t>e</w:t>
      </w:r>
      <w:r w:rsidR="00657B1A">
        <w:t> </w:t>
      </w:r>
      <w:r w:rsidRPr="00664355">
        <w:t>réunion du groupe de travail informel EPPR qui se tiendrait les</w:t>
      </w:r>
      <w:r w:rsidR="00657B1A">
        <w:t xml:space="preserve"> </w:t>
      </w:r>
      <w:r w:rsidRPr="00664355">
        <w:t>12 et</w:t>
      </w:r>
      <w:r w:rsidR="00657B1A">
        <w:t xml:space="preserve"> </w:t>
      </w:r>
      <w:r w:rsidRPr="00664355">
        <w:t>13</w:t>
      </w:r>
      <w:r w:rsidR="00657B1A">
        <w:t> </w:t>
      </w:r>
      <w:r w:rsidRPr="00664355">
        <w:t>mars</w:t>
      </w:r>
      <w:r w:rsidR="00657B1A">
        <w:t xml:space="preserve"> </w:t>
      </w:r>
      <w:r w:rsidRPr="00664355">
        <w:t>2020.</w:t>
      </w:r>
    </w:p>
    <w:p w:rsidR="00F957A7" w:rsidRPr="00664355" w:rsidRDefault="00F957A7" w:rsidP="00F957A7">
      <w:pPr>
        <w:pStyle w:val="H1G"/>
      </w:pPr>
      <w:r w:rsidRPr="00664355">
        <w:tab/>
        <w:t>S.</w:t>
      </w:r>
      <w:r w:rsidRPr="00664355">
        <w:tab/>
      </w:r>
      <w:r w:rsidRPr="00664355">
        <w:rPr>
          <w:bCs/>
        </w:rPr>
        <w:t>RTM ONU n</w:t>
      </w:r>
      <w:r w:rsidRPr="00664355">
        <w:rPr>
          <w:bCs/>
          <w:vertAlign w:val="superscript"/>
        </w:rPr>
        <w:t>o</w:t>
      </w:r>
      <w:r w:rsidRPr="00664355">
        <w:rPr>
          <w:bCs/>
        </w:rPr>
        <w:t> 19 (Procédure de mesure des émissions par évaporation dans le cadre de la procédure d</w:t>
      </w:r>
      <w:r w:rsidR="004F3EFE">
        <w:rPr>
          <w:bCs/>
        </w:rPr>
        <w:t>’</w:t>
      </w:r>
      <w:r w:rsidRPr="00664355">
        <w:rPr>
          <w:bCs/>
        </w:rPr>
        <w:t>essai mondiale harmonisée pour les voitures particulières et véhicules utilitaires légers (WLTP EVAP)) (point 18.19 de l</w:t>
      </w:r>
      <w:r w:rsidR="004F3EFE">
        <w:rPr>
          <w:bCs/>
        </w:rPr>
        <w:t>’</w:t>
      </w:r>
      <w:r w:rsidRPr="00664355">
        <w:rPr>
          <w:bCs/>
        </w:rPr>
        <w:t>ordre du jour)</w:t>
      </w:r>
      <w:bookmarkStart w:id="137" w:name="_Toc35591744"/>
      <w:bookmarkEnd w:id="137"/>
    </w:p>
    <w:p w:rsidR="00F957A7" w:rsidRPr="00664355" w:rsidRDefault="00F957A7" w:rsidP="00F957A7">
      <w:pPr>
        <w:spacing w:after="120"/>
        <w:ind w:left="2835" w:hanging="1701"/>
        <w:rPr>
          <w:lang w:val="en-US"/>
        </w:rPr>
      </w:pPr>
      <w:r w:rsidRPr="00664355">
        <w:rPr>
          <w:i/>
          <w:lang w:val="en-US"/>
        </w:rPr>
        <w:t>Document(s) :</w:t>
      </w:r>
      <w:r w:rsidRPr="00664355">
        <w:rPr>
          <w:lang w:val="en-US"/>
        </w:rPr>
        <w:tab/>
        <w:t xml:space="preserve">ECE/TRANS/WP.29/AC.3/39 ; </w:t>
      </w:r>
      <w:r w:rsidRPr="00664355">
        <w:rPr>
          <w:lang w:val="en-US"/>
        </w:rPr>
        <w:br/>
        <w:t>ECE/TRANS/WP.29/AC.3/44.</w:t>
      </w:r>
    </w:p>
    <w:p w:rsidR="00F957A7" w:rsidRPr="00664355" w:rsidRDefault="00F957A7" w:rsidP="00F957A7">
      <w:pPr>
        <w:ind w:left="1134" w:right="1134"/>
        <w:jc w:val="both"/>
      </w:pPr>
      <w:r w:rsidRPr="00664355">
        <w:t>170.</w:t>
      </w:r>
      <w:r w:rsidRPr="00664355">
        <w:tab/>
        <w:t>Le représentant de l</w:t>
      </w:r>
      <w:r w:rsidR="004F3EFE">
        <w:t>’</w:t>
      </w:r>
      <w:r w:rsidRPr="00664355">
        <w:t>Union européenne a informé le WP.29 qu</w:t>
      </w:r>
      <w:r w:rsidR="004F3EFE">
        <w:t>’</w:t>
      </w:r>
      <w:r w:rsidRPr="00664355">
        <w:t>une proposition d</w:t>
      </w:r>
      <w:r w:rsidR="004F3EFE">
        <w:t>’</w:t>
      </w:r>
      <w:r w:rsidRPr="00664355">
        <w:t>amendement 3 au RTM ONU n</w:t>
      </w:r>
      <w:r w:rsidRPr="00664355">
        <w:rPr>
          <w:vertAlign w:val="superscript"/>
        </w:rPr>
        <w:t>o</w:t>
      </w:r>
      <w:r w:rsidRPr="00664355">
        <w:t> 19 (Procédure de mesure des émissions par évaporation dans le cadre de la procédure d</w:t>
      </w:r>
      <w:r w:rsidR="004F3EFE">
        <w:t>’</w:t>
      </w:r>
      <w:r w:rsidRPr="00664355">
        <w:t>essai mondiale harmonisée pour les voitures particulières et véhicules utilitaires légers) avait été approuvée par le GRPE à sa session de janvier 2020 et serait présentée à l</w:t>
      </w:r>
      <w:r w:rsidR="004F3EFE">
        <w:t>’</w:t>
      </w:r>
      <w:r w:rsidRPr="00664355">
        <w:t>AC.3 à sa session de juin 2020. L</w:t>
      </w:r>
      <w:r w:rsidR="004F3EFE">
        <w:t>’</w:t>
      </w:r>
      <w:r w:rsidRPr="00664355">
        <w:t>amendement contenait des dispositions modifiées concernant le champ d</w:t>
      </w:r>
      <w:r w:rsidR="004F3EFE">
        <w:t>’</w:t>
      </w:r>
      <w:r w:rsidRPr="00664355">
        <w:t>application, la mesure en enceinte étanche du trop-plein de pertes liées à la dépressurisation et, en annexe facultative, les procédures et prescriptions applicables en matière de conformité de la production.</w:t>
      </w:r>
    </w:p>
    <w:p w:rsidR="00F957A7" w:rsidRPr="00664355" w:rsidRDefault="00F957A7" w:rsidP="00F957A7">
      <w:pPr>
        <w:pStyle w:val="H1G"/>
      </w:pPr>
      <w:r w:rsidRPr="00664355">
        <w:tab/>
        <w:t>T.</w:t>
      </w:r>
      <w:r w:rsidRPr="00664355">
        <w:tab/>
      </w:r>
      <w:r w:rsidRPr="00664355">
        <w:rPr>
          <w:bCs/>
        </w:rPr>
        <w:t>RTM ONU n</w:t>
      </w:r>
      <w:r w:rsidRPr="00664355">
        <w:rPr>
          <w:bCs/>
          <w:vertAlign w:val="superscript"/>
        </w:rPr>
        <w:t>o</w:t>
      </w:r>
      <w:r w:rsidRPr="00664355">
        <w:rPr>
          <w:bCs/>
        </w:rPr>
        <w:t> 20 (Sécurité des véhicules électriques)</w:t>
      </w:r>
      <w:r w:rsidRPr="00664355">
        <w:rPr>
          <w:bCs/>
          <w:vertAlign w:val="superscript"/>
        </w:rPr>
        <w:t xml:space="preserve"> </w:t>
      </w:r>
      <w:r w:rsidRPr="00664355">
        <w:rPr>
          <w:bCs/>
        </w:rPr>
        <w:t>(point 18.20 de l</w:t>
      </w:r>
      <w:r w:rsidR="004F3EFE">
        <w:rPr>
          <w:bCs/>
        </w:rPr>
        <w:t>’</w:t>
      </w:r>
      <w:r w:rsidRPr="00664355">
        <w:rPr>
          <w:bCs/>
        </w:rPr>
        <w:t>ordre du jour)</w:t>
      </w:r>
      <w:bookmarkStart w:id="138" w:name="_Toc35591745"/>
      <w:bookmarkEnd w:id="138"/>
    </w:p>
    <w:p w:rsidR="00F957A7" w:rsidRPr="00664355" w:rsidRDefault="00F957A7" w:rsidP="00F957A7">
      <w:pPr>
        <w:keepNext/>
        <w:spacing w:after="120"/>
        <w:ind w:left="2835" w:hanging="1701"/>
        <w:rPr>
          <w:lang w:val="en-US"/>
        </w:rPr>
      </w:pPr>
      <w:r w:rsidRPr="00664355">
        <w:rPr>
          <w:i/>
          <w:lang w:val="en-US"/>
        </w:rPr>
        <w:t>Document(s)</w:t>
      </w:r>
      <w:r w:rsidRPr="00664355">
        <w:rPr>
          <w:i/>
          <w:iCs/>
          <w:lang w:val="en-US"/>
        </w:rPr>
        <w:t xml:space="preserve"> </w:t>
      </w:r>
      <w:r w:rsidRPr="00664355">
        <w:rPr>
          <w:i/>
          <w:lang w:val="en-US"/>
        </w:rPr>
        <w:t>:</w:t>
      </w:r>
      <w:r w:rsidRPr="00664355">
        <w:rPr>
          <w:lang w:val="en-US"/>
        </w:rPr>
        <w:tab/>
        <w:t xml:space="preserve">ECE/TRANS/WP.29/AC.3/50/Corr.1 ; </w:t>
      </w:r>
      <w:r w:rsidRPr="00664355">
        <w:rPr>
          <w:lang w:val="en-US"/>
        </w:rPr>
        <w:br/>
        <w:t>ECE/TRANS/WP.29/AC.3/50.</w:t>
      </w:r>
    </w:p>
    <w:p w:rsidR="00F957A7" w:rsidRPr="00664355" w:rsidRDefault="00F957A7" w:rsidP="00F957A7">
      <w:pPr>
        <w:keepNext/>
        <w:spacing w:after="120"/>
        <w:ind w:left="1134" w:right="1134"/>
        <w:jc w:val="both"/>
        <w:rPr>
          <w:color w:val="000000"/>
        </w:rPr>
      </w:pPr>
      <w:r w:rsidRPr="00664355">
        <w:t>171.</w:t>
      </w:r>
      <w:r w:rsidRPr="00664355">
        <w:tab/>
        <w:t>La représentante des États-Unis d</w:t>
      </w:r>
      <w:r w:rsidR="004F3EFE">
        <w:t>’</w:t>
      </w:r>
      <w:r w:rsidRPr="00664355">
        <w:t xml:space="preserve">Amérique, au nom des </w:t>
      </w:r>
      <w:proofErr w:type="spellStart"/>
      <w:r w:rsidRPr="00664355">
        <w:t>coresponsables</w:t>
      </w:r>
      <w:proofErr w:type="spellEnd"/>
      <w:r w:rsidRPr="00664355">
        <w:t xml:space="preserve"> du groupe (Chine, Japon, Union européenne et les membres du groupe de travail informel de la phase 2 du RTM ONU n</w:t>
      </w:r>
      <w:r w:rsidRPr="00664355">
        <w:rPr>
          <w:vertAlign w:val="superscript"/>
        </w:rPr>
        <w:t>o</w:t>
      </w:r>
      <w:r w:rsidRPr="00664355">
        <w:t> 20), a rendu compte de l</w:t>
      </w:r>
      <w:r w:rsidR="004F3EFE">
        <w:t>’</w:t>
      </w:r>
      <w:r w:rsidRPr="00664355">
        <w:t>état d</w:t>
      </w:r>
      <w:r w:rsidR="004F3EFE">
        <w:t>’</w:t>
      </w:r>
      <w:r w:rsidRPr="00664355">
        <w:t>avancement des travaux du groupe de travail informel de la phase 2 du RTM ONU sur la sécurité des véhicules électriques. La dernière réunion du groupe, qui avait eu lieu du</w:t>
      </w:r>
      <w:r w:rsidR="005A0C9F">
        <w:t xml:space="preserve"> </w:t>
      </w:r>
      <w:r w:rsidRPr="00664355">
        <w:t>3 au</w:t>
      </w:r>
      <w:r w:rsidR="005A0C9F">
        <w:t xml:space="preserve"> </w:t>
      </w:r>
      <w:r w:rsidRPr="00664355">
        <w:t>5</w:t>
      </w:r>
      <w:r w:rsidR="005A0C9F">
        <w:t> </w:t>
      </w:r>
      <w:r w:rsidRPr="00664355">
        <w:t>décembre à Berlin (Allemagne), avait rassemblé plus de</w:t>
      </w:r>
      <w:r w:rsidR="005A0C9F">
        <w:t xml:space="preserve"> </w:t>
      </w:r>
      <w:r w:rsidRPr="00664355">
        <w:t>70</w:t>
      </w:r>
      <w:r w:rsidR="005A0C9F">
        <w:t> </w:t>
      </w:r>
      <w:r w:rsidRPr="00664355">
        <w:t>représentants des Parties contractantes suivantes : Allemagne, Canada, Chine, États-Unis d</w:t>
      </w:r>
      <w:r w:rsidR="004F3EFE">
        <w:t>’</w:t>
      </w:r>
      <w:r w:rsidRPr="00664355">
        <w:t>Amérique, Fédération de Russie, Inde, Japon, République de Corée et CE, ainsi que d</w:t>
      </w:r>
      <w:r w:rsidR="004F3EFE">
        <w:t>’</w:t>
      </w:r>
      <w:r w:rsidRPr="00664355">
        <w:t>autorités d</w:t>
      </w:r>
      <w:r w:rsidR="004F3EFE">
        <w:t>’</w:t>
      </w:r>
      <w:r w:rsidRPr="00664355">
        <w:t>homologation de type, d</w:t>
      </w:r>
      <w:r w:rsidR="004F3EFE">
        <w:t>’</w:t>
      </w:r>
      <w:r w:rsidRPr="00664355">
        <w:t>universités, d</w:t>
      </w:r>
      <w:r w:rsidR="004F3EFE">
        <w:t>’</w:t>
      </w:r>
      <w:r w:rsidRPr="00664355">
        <w:t>organismes de normalisation et de l</w:t>
      </w:r>
      <w:r w:rsidR="004F3EFE">
        <w:t>’</w:t>
      </w:r>
      <w:r w:rsidRPr="00664355">
        <w:t>industrie, qui avaient participé à titre individuel ou en tant que membres de l</w:t>
      </w:r>
      <w:r w:rsidR="004F3EFE">
        <w:t>’</w:t>
      </w:r>
      <w:r w:rsidRPr="00664355">
        <w:t>équipe de l</w:t>
      </w:r>
      <w:r w:rsidR="004F3EFE">
        <w:t>’</w:t>
      </w:r>
      <w:r w:rsidRPr="00664355">
        <w:t>OICA. Le groupe s</w:t>
      </w:r>
      <w:r w:rsidR="004F3EFE">
        <w:t>’</w:t>
      </w:r>
      <w:r w:rsidRPr="00664355">
        <w:t>était penché de manière approfondie sur les questions de la propagation thermique et les méthodes d</w:t>
      </w:r>
      <w:r w:rsidR="004F3EFE">
        <w:t>’</w:t>
      </w:r>
      <w:r w:rsidRPr="00664355">
        <w:t>amorçage d</w:t>
      </w:r>
      <w:r w:rsidR="004F3EFE">
        <w:t>’</w:t>
      </w:r>
      <w:r w:rsidRPr="00664355">
        <w:t>un emballement thermique dans les</w:t>
      </w:r>
      <w:r w:rsidR="005A0C9F">
        <w:t xml:space="preserve"> </w:t>
      </w:r>
      <w:r w:rsidRPr="00664355">
        <w:t>systèmes de batteries mais n</w:t>
      </w:r>
      <w:r w:rsidR="004F3EFE">
        <w:t>’</w:t>
      </w:r>
      <w:r w:rsidRPr="00664355">
        <w:t>avait pas pu s</w:t>
      </w:r>
      <w:r w:rsidR="004F3EFE">
        <w:t>’</w:t>
      </w:r>
      <w:r w:rsidRPr="00664355">
        <w:t>accorder sur la méthode optimale. La représentante a précisé que les autorités de son pays doutaient de la pertinence de ces</w:t>
      </w:r>
      <w:r w:rsidR="005A0C9F">
        <w:t xml:space="preserve"> </w:t>
      </w:r>
      <w:r w:rsidRPr="00664355">
        <w:t>méthodes, vu qu</w:t>
      </w:r>
      <w:r w:rsidR="004F3EFE">
        <w:t>’</w:t>
      </w:r>
      <w:r w:rsidRPr="00664355">
        <w:t>elles nécessitaient une effraction du boîtier. Plusieurs Parties contractantes avaient fait des exposés sur l</w:t>
      </w:r>
      <w:r w:rsidR="004F3EFE">
        <w:t>’</w:t>
      </w:r>
      <w:r w:rsidRPr="00664355">
        <w:t>inflammabilité, la corrosivité et la toxicité des gaz évacués et le groupe en avait discuté. Le profil de vibration du système rechargeable de stockage de l</w:t>
      </w:r>
      <w:r w:rsidR="004F3EFE">
        <w:t>’</w:t>
      </w:r>
      <w:r w:rsidRPr="00664355">
        <w:t>énergie électrique (REESS) avait été examiné, mais les opinions divergeaient au sujet de la perception que le RTM ONU débordait peut-être de son cadre en énonçant des</w:t>
      </w:r>
      <w:r w:rsidR="005A0C9F">
        <w:t xml:space="preserve"> </w:t>
      </w:r>
      <w:r w:rsidRPr="00664355">
        <w:t xml:space="preserve">prescriptions relatives à une question considérée comme liée non pas </w:t>
      </w:r>
      <w:r w:rsidRPr="00664355">
        <w:lastRenderedPageBreak/>
        <w:t>à la sécurité mais à la durabilité ou à la fiabilité. Le groupe avait également abordé la question de l</w:t>
      </w:r>
      <w:r w:rsidR="004F3EFE">
        <w:t>’</w:t>
      </w:r>
      <w:r w:rsidRPr="00664355">
        <w:t>immersion dans l</w:t>
      </w:r>
      <w:r w:rsidR="004F3EFE">
        <w:t>’</w:t>
      </w:r>
      <w:r w:rsidRPr="00664355">
        <w:t>eau et la nécessité de la régler, comme demandé par plusieurs Parties contractantes, mais en l</w:t>
      </w:r>
      <w:r w:rsidR="004F3EFE">
        <w:t>’</w:t>
      </w:r>
      <w:r w:rsidRPr="00664355">
        <w:t>absence de données recueillies en milieu réel qui faisaient ressortir les besoins spécifiques en matière de sécurité justifiant la formulation d</w:t>
      </w:r>
      <w:r w:rsidR="004F3EFE">
        <w:t>’</w:t>
      </w:r>
      <w:r w:rsidRPr="00664355">
        <w:t>une prescription, il n</w:t>
      </w:r>
      <w:r w:rsidR="004F3EFE">
        <w:t>’</w:t>
      </w:r>
      <w:r w:rsidRPr="00664355">
        <w:t>avait pas été en mesure de parvenir à un consensus. Le groupe avait en outre été mis en garde contre l</w:t>
      </w:r>
      <w:r w:rsidR="004F3EFE">
        <w:t>’</w:t>
      </w:r>
      <w:r w:rsidRPr="00664355">
        <w:t>établissement de règlements fondés sur des éventualités de catastrophe naturelle qui pourraient conduire à placer sur les véhicules électriques des exigences plus strictes que celles applicables aux véhicules à moteur à combustion interne classique. Finalement, la</w:t>
      </w:r>
      <w:r w:rsidR="005A0C9F">
        <w:t xml:space="preserve"> </w:t>
      </w:r>
      <w:r w:rsidRPr="00664355">
        <w:t>représente a fait savoir au WP.29 que le groupe avait décidé de suspendre brièvement ses</w:t>
      </w:r>
      <w:r w:rsidR="005A0C9F">
        <w:t xml:space="preserve"> </w:t>
      </w:r>
      <w:r w:rsidRPr="00664355">
        <w:t>travaux et de reporter sa réunion de mi-printemps à la fin mai 2020 afin de pouvoir rassembler et absorber les nouvelles informations et terminer les recherches que plusieurs Parties contractantes et parties prenantes étaient en train de mener.</w:t>
      </w:r>
    </w:p>
    <w:p w:rsidR="00F957A7" w:rsidRPr="00664355" w:rsidRDefault="00F957A7" w:rsidP="00F957A7">
      <w:pPr>
        <w:pStyle w:val="H1G"/>
      </w:pPr>
      <w:r w:rsidRPr="00664355">
        <w:tab/>
        <w:t>U.</w:t>
      </w:r>
      <w:r w:rsidRPr="00664355">
        <w:tab/>
      </w:r>
      <w:r w:rsidRPr="00664355">
        <w:rPr>
          <w:bCs/>
        </w:rPr>
        <w:t>Projet de RTM ONU sur les véhicules à moteur silencieux (QRTV)</w:t>
      </w:r>
      <w:r w:rsidRPr="00664355">
        <w:rPr>
          <w:bCs/>
          <w:vertAlign w:val="superscript"/>
        </w:rPr>
        <w:t xml:space="preserve"> </w:t>
      </w:r>
      <w:r w:rsidRPr="00664355">
        <w:rPr>
          <w:bCs/>
        </w:rPr>
        <w:t>(point 18.21 de l</w:t>
      </w:r>
      <w:r w:rsidR="004F3EFE">
        <w:rPr>
          <w:bCs/>
        </w:rPr>
        <w:t>’</w:t>
      </w:r>
      <w:r w:rsidRPr="00664355">
        <w:rPr>
          <w:bCs/>
        </w:rPr>
        <w:t>ordre du jour)</w:t>
      </w:r>
      <w:bookmarkStart w:id="139" w:name="_Toc35591746"/>
      <w:bookmarkEnd w:id="139"/>
    </w:p>
    <w:p w:rsidR="00F957A7" w:rsidRPr="00664355" w:rsidRDefault="00F957A7" w:rsidP="00F957A7">
      <w:pPr>
        <w:spacing w:after="120"/>
        <w:ind w:left="567" w:firstLine="567"/>
        <w:rPr>
          <w:lang w:val="en-US"/>
        </w:rPr>
      </w:pPr>
      <w:r w:rsidRPr="00664355">
        <w:rPr>
          <w:i/>
          <w:iCs/>
          <w:lang w:val="en-US"/>
        </w:rPr>
        <w:t>Document(s) :</w:t>
      </w:r>
      <w:r w:rsidRPr="00664355">
        <w:rPr>
          <w:lang w:val="en-US"/>
        </w:rPr>
        <w:tab/>
        <w:t>ECE/TRANS/WP.29/AC.3/33.</w:t>
      </w:r>
    </w:p>
    <w:p w:rsidR="00F957A7" w:rsidRPr="00664355" w:rsidRDefault="00F957A7" w:rsidP="00F957A7">
      <w:pPr>
        <w:ind w:left="1134" w:right="1134"/>
        <w:jc w:val="both"/>
      </w:pPr>
      <w:r w:rsidRPr="00664355">
        <w:t>172.</w:t>
      </w:r>
      <w:r w:rsidRPr="00664355">
        <w:tab/>
        <w:t>Aucune information nouvelle n</w:t>
      </w:r>
      <w:r w:rsidR="004F3EFE">
        <w:t>’</w:t>
      </w:r>
      <w:r w:rsidRPr="00664355">
        <w:t>a été communiquée au titre de ce point.</w:t>
      </w:r>
    </w:p>
    <w:p w:rsidR="00F957A7" w:rsidRPr="00664355" w:rsidRDefault="00F957A7" w:rsidP="00F957A7">
      <w:pPr>
        <w:pStyle w:val="H1G"/>
      </w:pPr>
      <w:r w:rsidRPr="00664355">
        <w:tab/>
        <w:t>V.</w:t>
      </w:r>
      <w:r w:rsidRPr="00664355">
        <w:tab/>
      </w:r>
      <w:r w:rsidRPr="00664355">
        <w:rPr>
          <w:bCs/>
        </w:rPr>
        <w:t>Projet de RTM ONU sur les émissions en conditions réelles de conduite au niveau mondial (GRDE) (point 18.22 de l</w:t>
      </w:r>
      <w:r w:rsidR="004F3EFE">
        <w:rPr>
          <w:bCs/>
        </w:rPr>
        <w:t>’</w:t>
      </w:r>
      <w:r w:rsidRPr="00664355">
        <w:rPr>
          <w:bCs/>
        </w:rPr>
        <w:t>ordre du jour)</w:t>
      </w:r>
      <w:bookmarkStart w:id="140" w:name="_Toc35591747"/>
      <w:bookmarkEnd w:id="140"/>
    </w:p>
    <w:p w:rsidR="00F957A7" w:rsidRPr="00664355" w:rsidRDefault="00F957A7" w:rsidP="00F957A7">
      <w:pPr>
        <w:spacing w:after="120"/>
        <w:ind w:left="2835" w:hanging="1701"/>
        <w:rPr>
          <w:lang w:val="en-US"/>
        </w:rPr>
      </w:pPr>
      <w:r w:rsidRPr="00664355">
        <w:rPr>
          <w:i/>
          <w:lang w:val="en-US"/>
        </w:rPr>
        <w:t>Document(s) :</w:t>
      </w:r>
      <w:r w:rsidRPr="00664355">
        <w:rPr>
          <w:lang w:val="en-US"/>
        </w:rPr>
        <w:tab/>
        <w:t xml:space="preserve">ECE/TRANS/WP.29/AC.3/51 ; </w:t>
      </w:r>
      <w:r w:rsidRPr="00664355">
        <w:rPr>
          <w:lang w:val="en-US"/>
        </w:rPr>
        <w:br/>
        <w:t xml:space="preserve">ECE/TRANS/WP.29/AC.3/54 ; </w:t>
      </w:r>
      <w:r w:rsidRPr="00664355">
        <w:rPr>
          <w:lang w:val="en-US"/>
        </w:rPr>
        <w:br/>
        <w:t xml:space="preserve">ECE/TRANS/WP.29/2019/72. </w:t>
      </w:r>
    </w:p>
    <w:p w:rsidR="00F957A7" w:rsidRPr="00664355" w:rsidRDefault="00F957A7" w:rsidP="00F957A7">
      <w:pPr>
        <w:spacing w:after="120"/>
        <w:ind w:left="1134" w:right="1134"/>
        <w:jc w:val="both"/>
      </w:pPr>
      <w:r w:rsidRPr="00664355">
        <w:t>173.</w:t>
      </w:r>
      <w:r w:rsidRPr="00664355">
        <w:tab/>
        <w:t>Le représentant de l</w:t>
      </w:r>
      <w:r w:rsidR="004F3EFE">
        <w:t>’</w:t>
      </w:r>
      <w:r w:rsidRPr="00664355">
        <w:t>Union européenne a informé le WP.29 de l</w:t>
      </w:r>
      <w:r w:rsidR="004F3EFE">
        <w:t>’</w:t>
      </w:r>
      <w:r w:rsidRPr="00664355">
        <w:t>évolution de la situation et des dernières réunions du groupe de travail informel concernant les GRDE. Il</w:t>
      </w:r>
      <w:r w:rsidR="005A0C9F">
        <w:t xml:space="preserve"> </w:t>
      </w:r>
      <w:r w:rsidRPr="00664355">
        <w:t>a expliqué que certains éléments manquaient encore comme, par exemple, une méthodologie de mesure des émissions de matières particulaires à l</w:t>
      </w:r>
      <w:r w:rsidR="004F3EFE">
        <w:t>’</w:t>
      </w:r>
      <w:r w:rsidRPr="00664355">
        <w:t>aide de systèmes mobiles, des méthodes améliorées de contrôle de la cohérence des signaux et un examen approfondi par toutes les</w:t>
      </w:r>
      <w:r w:rsidR="005A0C9F">
        <w:t xml:space="preserve"> </w:t>
      </w:r>
      <w:r w:rsidRPr="00664355">
        <w:t>Parties contractantes pour vérifier l</w:t>
      </w:r>
      <w:r w:rsidR="004F3EFE">
        <w:t>’</w:t>
      </w:r>
      <w:r w:rsidRPr="00664355">
        <w:t>adéquation du projet de RTM ONU par rapport aux</w:t>
      </w:r>
      <w:r w:rsidR="005A0C9F">
        <w:t xml:space="preserve"> </w:t>
      </w:r>
      <w:r w:rsidRPr="00664355">
        <w:t>objectifs régionaux. En particulier, il a souligné les problèmes qui subsistaient avec l</w:t>
      </w:r>
      <w:r w:rsidR="004F3EFE">
        <w:t>’</w:t>
      </w:r>
      <w:r w:rsidRPr="00664355">
        <w:t>Inde concernant le choix de la méthode d</w:t>
      </w:r>
      <w:r w:rsidR="004F3EFE">
        <w:t>’</w:t>
      </w:r>
      <w:r w:rsidRPr="00664355">
        <w:t>évaluation à utiliser dans le projet de RTM ONU.</w:t>
      </w:r>
    </w:p>
    <w:p w:rsidR="00F957A7" w:rsidRPr="00664355" w:rsidRDefault="00F957A7" w:rsidP="00F957A7">
      <w:pPr>
        <w:spacing w:after="120"/>
        <w:ind w:left="1134" w:right="1134"/>
        <w:jc w:val="both"/>
      </w:pPr>
      <w:r w:rsidRPr="00664355">
        <w:t>174.</w:t>
      </w:r>
      <w:r w:rsidRPr="00664355">
        <w:tab/>
        <w:t>Ces problèmes qu</w:t>
      </w:r>
      <w:r w:rsidR="004F3EFE">
        <w:t>’</w:t>
      </w:r>
      <w:r w:rsidRPr="00664355">
        <w:t>il restait à régler avaient empêché la mise au point de la version définitive du projet de RTM ONU sur les GRDE et légèrement retardé sa présentation qui, initialement prévue pour la session de juin 2020 du groupe de travail informel, n</w:t>
      </w:r>
      <w:r w:rsidR="004F3EFE">
        <w:t>’</w:t>
      </w:r>
      <w:r w:rsidRPr="00664355">
        <w:t>aurait lieu qu</w:t>
      </w:r>
      <w:r w:rsidR="004F3EFE">
        <w:t>’</w:t>
      </w:r>
      <w:r w:rsidRPr="00664355">
        <w:t>à celle de janvier 2021. Le Japon et l</w:t>
      </w:r>
      <w:r w:rsidR="004F3EFE">
        <w:t>’</w:t>
      </w:r>
      <w:r w:rsidRPr="00664355">
        <w:t>UE élaboraient entre-temps un nouveau Règlement ONU distinct sur les émissions en conditions réelles de conduite qui pouvait s</w:t>
      </w:r>
      <w:r w:rsidR="004F3EFE">
        <w:t>’</w:t>
      </w:r>
      <w:r w:rsidRPr="00664355">
        <w:t>utiliser avec le nouveau Règlement ONU sur la WLTP. Le texte de ce Règlement serait présenté, comme prévu, à la session de juin 2020 du groupe.</w:t>
      </w:r>
    </w:p>
    <w:p w:rsidR="00F957A7" w:rsidRPr="00664355" w:rsidRDefault="00F957A7" w:rsidP="00F957A7">
      <w:pPr>
        <w:spacing w:after="120"/>
        <w:ind w:left="1134" w:right="1134"/>
        <w:jc w:val="both"/>
      </w:pPr>
      <w:r w:rsidRPr="00664355">
        <w:t>175.</w:t>
      </w:r>
      <w:r w:rsidRPr="00664355">
        <w:tab/>
        <w:t>La représentante des États-Unis d</w:t>
      </w:r>
      <w:r w:rsidR="004F3EFE">
        <w:t>’</w:t>
      </w:r>
      <w:r w:rsidRPr="00664355">
        <w:t>Amérique a approuvé les travaux menés à ce jour et a reconnu qu</w:t>
      </w:r>
      <w:r w:rsidR="004F3EFE">
        <w:t>’</w:t>
      </w:r>
      <w:r w:rsidRPr="00664355">
        <w:t>il fallait plus de temps pour établir la version définitive du projet de RTM ONU sur les GRDE.</w:t>
      </w:r>
    </w:p>
    <w:p w:rsidR="00F957A7" w:rsidRPr="00664355" w:rsidRDefault="00F957A7" w:rsidP="00F957A7">
      <w:pPr>
        <w:pStyle w:val="H1G"/>
      </w:pPr>
      <w:r w:rsidRPr="00664355">
        <w:tab/>
        <w:t>W.</w:t>
      </w:r>
      <w:r w:rsidRPr="00664355">
        <w:tab/>
      </w:r>
      <w:r w:rsidRPr="00664355">
        <w:rPr>
          <w:bCs/>
        </w:rPr>
        <w:t>Projet de RTM ONU sur la détermination de la puissance</w:t>
      </w:r>
      <w:r w:rsidRPr="00664355">
        <w:rPr>
          <w:bCs/>
          <w:vertAlign w:val="superscript"/>
        </w:rPr>
        <w:t xml:space="preserve"> </w:t>
      </w:r>
      <w:r w:rsidRPr="00664355">
        <w:rPr>
          <w:bCs/>
        </w:rPr>
        <w:t>des véhicules électriques (Véhicules électriques</w:t>
      </w:r>
      <w:r w:rsidRPr="00664355">
        <w:rPr>
          <w:bCs/>
          <w:vertAlign w:val="superscript"/>
        </w:rPr>
        <w:t xml:space="preserve"> </w:t>
      </w:r>
      <w:r w:rsidRPr="00664355">
        <w:rPr>
          <w:bCs/>
        </w:rPr>
        <w:t>et environnement) (point 18.23 de l</w:t>
      </w:r>
      <w:r w:rsidR="004F3EFE">
        <w:rPr>
          <w:bCs/>
        </w:rPr>
        <w:t>’</w:t>
      </w:r>
      <w:r w:rsidRPr="00664355">
        <w:rPr>
          <w:bCs/>
        </w:rPr>
        <w:t>ordre du jour)</w:t>
      </w:r>
      <w:bookmarkStart w:id="141" w:name="_Toc35591748"/>
      <w:bookmarkEnd w:id="141"/>
    </w:p>
    <w:p w:rsidR="00F957A7" w:rsidRPr="00664355" w:rsidRDefault="00F957A7" w:rsidP="00F957A7">
      <w:pPr>
        <w:spacing w:after="120"/>
        <w:ind w:left="2835" w:hanging="1701"/>
      </w:pPr>
      <w:r w:rsidRPr="00664355">
        <w:rPr>
          <w:i/>
        </w:rPr>
        <w:t>Document(s) :</w:t>
      </w:r>
      <w:r w:rsidRPr="00664355">
        <w:tab/>
        <w:t xml:space="preserve">ECE/TRANS/WP.29/AC.3/46 ; </w:t>
      </w:r>
      <w:r w:rsidRPr="00664355">
        <w:br/>
        <w:t xml:space="preserve">ECE/TRANS/WP.29/2014/81 ; </w:t>
      </w:r>
      <w:r w:rsidRPr="00664355">
        <w:br/>
        <w:t xml:space="preserve">ECE/TRANS/WP.29/AC.3/40 ; </w:t>
      </w:r>
      <w:r w:rsidRPr="00664355">
        <w:br/>
        <w:t xml:space="preserve">ECE/TRANS/WP.29/AC.3/32 ; </w:t>
      </w:r>
      <w:r w:rsidRPr="00664355">
        <w:br/>
        <w:t xml:space="preserve">ECE/TRANS/WP.29/AC.3/53 et Rev.1 ; </w:t>
      </w:r>
      <w:r w:rsidRPr="00664355">
        <w:br/>
      </w:r>
      <w:r w:rsidRPr="00664355">
        <w:lastRenderedPageBreak/>
        <w:t xml:space="preserve">ECE/TRANS/WP.29/2019/33 ; </w:t>
      </w:r>
      <w:r w:rsidRPr="00664355">
        <w:br/>
        <w:t>ECE/TRANS/WP.29/2019/124.</w:t>
      </w:r>
    </w:p>
    <w:p w:rsidR="00F957A7" w:rsidRPr="00664355" w:rsidRDefault="00F957A7" w:rsidP="00F957A7">
      <w:pPr>
        <w:spacing w:after="120"/>
        <w:ind w:left="1134" w:right="1134"/>
        <w:jc w:val="both"/>
      </w:pPr>
      <w:r w:rsidRPr="00664355">
        <w:t>176.</w:t>
      </w:r>
      <w:r w:rsidRPr="00664355">
        <w:tab/>
        <w:t>Le représentant du Canada</w:t>
      </w:r>
      <w:r w:rsidRPr="00664355">
        <w:rPr>
          <w:rStyle w:val="Appelnotedebasdep"/>
        </w:rPr>
        <w:footnoteReference w:id="6"/>
      </w:r>
      <w:r w:rsidRPr="00664355">
        <w:t xml:space="preserve"> et Secrétaire du groupe de travail informel des véhicules électriques et de l</w:t>
      </w:r>
      <w:r w:rsidR="004F3EFE">
        <w:t>’</w:t>
      </w:r>
      <w:r w:rsidRPr="00664355">
        <w:t>environnement (EVE) a informé le WP.29 des dernières activités menées dans le domaine de la mise au point du nouveau RTM ONU sur la détermination de la puissance des véhicules électriques (DEVP), comme suite à l</w:t>
      </w:r>
      <w:r w:rsidR="004F3EFE">
        <w:t>’</w:t>
      </w:r>
      <w:r w:rsidRPr="00664355">
        <w:t>autorisation révisée adoptée par l</w:t>
      </w:r>
      <w:r w:rsidR="004F3EFE">
        <w:t>’</w:t>
      </w:r>
      <w:r w:rsidRPr="00664355">
        <w:t>AC.3 à sa session de novembre 2019 (ECE/TRANS/WP.29/AC.3/53/Rev.1).</w:t>
      </w:r>
    </w:p>
    <w:p w:rsidR="00F957A7" w:rsidRPr="00664355" w:rsidRDefault="00F957A7" w:rsidP="00F957A7">
      <w:pPr>
        <w:spacing w:after="120"/>
        <w:ind w:left="1134" w:right="1134"/>
        <w:jc w:val="both"/>
      </w:pPr>
      <w:r w:rsidRPr="00664355">
        <w:t>177.</w:t>
      </w:r>
      <w:r w:rsidRPr="00664355">
        <w:tab/>
        <w:t>En raison d</w:t>
      </w:r>
      <w:r w:rsidR="004F3EFE">
        <w:t>’</w:t>
      </w:r>
      <w:r w:rsidRPr="00664355">
        <w:t>un problème de connexion avec les participants à distance, le représentant n</w:t>
      </w:r>
      <w:r w:rsidR="004F3EFE">
        <w:t>’</w:t>
      </w:r>
      <w:r w:rsidRPr="00664355">
        <w:t>a pas pu terminer son intervention, et le Président de l</w:t>
      </w:r>
      <w:r w:rsidR="004F3EFE">
        <w:t>’</w:t>
      </w:r>
      <w:r w:rsidRPr="00664355">
        <w:t>AC.3 a demandé au Canada de présenter une mise à jour complète à la session de juin 2020 du Comité. Le représentant du Canada a exprimé son regret et sa déception de ne pas avoir pu finir son exposé.</w:t>
      </w:r>
    </w:p>
    <w:p w:rsidR="00F957A7" w:rsidRPr="00664355" w:rsidRDefault="00F957A7" w:rsidP="00F957A7">
      <w:pPr>
        <w:pStyle w:val="HChG"/>
      </w:pPr>
      <w:r w:rsidRPr="00664355">
        <w:tab/>
        <w:t>XXI.</w:t>
      </w:r>
      <w:r w:rsidRPr="00664355">
        <w:tab/>
      </w:r>
      <w:r w:rsidRPr="00664355">
        <w:rPr>
          <w:bCs/>
        </w:rPr>
        <w:t>Questions sur lesquelles un échange de vues et de données devrait s</w:t>
      </w:r>
      <w:r w:rsidR="004F3EFE">
        <w:rPr>
          <w:bCs/>
        </w:rPr>
        <w:t>’</w:t>
      </w:r>
      <w:r w:rsidRPr="00664355">
        <w:rPr>
          <w:bCs/>
        </w:rPr>
        <w:t>engager ou se poursuivre (</w:t>
      </w:r>
      <w:r w:rsidR="001121C2" w:rsidRPr="00B552B7">
        <w:rPr>
          <w:bCs/>
        </w:rPr>
        <w:t xml:space="preserve">point 5.5 de l’ordre du jour correspondant au </w:t>
      </w:r>
      <w:r w:rsidRPr="00664355">
        <w:rPr>
          <w:bCs/>
        </w:rPr>
        <w:t>point 19 de l</w:t>
      </w:r>
      <w:r w:rsidR="004F3EFE">
        <w:rPr>
          <w:bCs/>
        </w:rPr>
        <w:t>’</w:t>
      </w:r>
      <w:r w:rsidRPr="00664355">
        <w:rPr>
          <w:bCs/>
        </w:rPr>
        <w:t>ordre</w:t>
      </w:r>
      <w:r w:rsidRPr="00664355">
        <w:rPr>
          <w:bCs/>
          <w:vertAlign w:val="superscript"/>
        </w:rPr>
        <w:t xml:space="preserve"> </w:t>
      </w:r>
      <w:r w:rsidRPr="00664355">
        <w:rPr>
          <w:bCs/>
        </w:rPr>
        <w:t>du jour)</w:t>
      </w:r>
      <w:bookmarkStart w:id="142" w:name="_Toc35591749"/>
      <w:bookmarkEnd w:id="142"/>
    </w:p>
    <w:p w:rsidR="00F957A7" w:rsidRPr="00664355" w:rsidRDefault="00F957A7" w:rsidP="00F957A7">
      <w:pPr>
        <w:pStyle w:val="H1G"/>
      </w:pPr>
      <w:r w:rsidRPr="00664355">
        <w:tab/>
        <w:t>A.</w:t>
      </w:r>
      <w:r w:rsidRPr="00664355">
        <w:tab/>
      </w:r>
      <w:r w:rsidRPr="00664355">
        <w:rPr>
          <w:bCs/>
        </w:rPr>
        <w:t>Harmonisation des dispositions relatives aux chocs latéraux</w:t>
      </w:r>
      <w:r w:rsidRPr="00664355">
        <w:rPr>
          <w:bCs/>
          <w:vertAlign w:val="superscript"/>
        </w:rPr>
        <w:t xml:space="preserve"> </w:t>
      </w:r>
      <w:r w:rsidRPr="00664355">
        <w:rPr>
          <w:bCs/>
        </w:rPr>
        <w:t>(point 19.1 de l</w:t>
      </w:r>
      <w:r w:rsidR="004F3EFE">
        <w:rPr>
          <w:bCs/>
        </w:rPr>
        <w:t>’</w:t>
      </w:r>
      <w:r w:rsidRPr="00664355">
        <w:rPr>
          <w:bCs/>
        </w:rPr>
        <w:t>ordre du jour)</w:t>
      </w:r>
      <w:bookmarkStart w:id="143" w:name="_Toc35591750"/>
      <w:bookmarkEnd w:id="143"/>
    </w:p>
    <w:p w:rsidR="00F957A7" w:rsidRPr="00664355" w:rsidRDefault="00F957A7" w:rsidP="00F957A7">
      <w:pPr>
        <w:pStyle w:val="H23G"/>
      </w:pPr>
      <w:bookmarkStart w:id="144" w:name="_Toc478663178"/>
      <w:r w:rsidRPr="00664355">
        <w:tab/>
        <w:t>1.</w:t>
      </w:r>
      <w:r w:rsidRPr="00664355">
        <w:tab/>
      </w:r>
      <w:r w:rsidRPr="00664355">
        <w:rPr>
          <w:bCs/>
        </w:rPr>
        <w:t>Mannequins utilisés pour les essais de choc latéral (point 19.1 a) de l</w:t>
      </w:r>
      <w:r w:rsidR="004F3EFE">
        <w:rPr>
          <w:bCs/>
        </w:rPr>
        <w:t>’</w:t>
      </w:r>
      <w:r w:rsidRPr="00664355">
        <w:rPr>
          <w:bCs/>
        </w:rPr>
        <w:t>ordre du jour)</w:t>
      </w:r>
      <w:bookmarkStart w:id="145" w:name="_Toc35591751"/>
      <w:bookmarkEnd w:id="144"/>
      <w:bookmarkEnd w:id="145"/>
    </w:p>
    <w:p w:rsidR="00F957A7" w:rsidRPr="00664355" w:rsidRDefault="00F957A7" w:rsidP="00F957A7">
      <w:pPr>
        <w:spacing w:after="120"/>
        <w:ind w:left="1134" w:right="1134"/>
        <w:jc w:val="both"/>
      </w:pPr>
      <w:r w:rsidRPr="00664355">
        <w:t>178.</w:t>
      </w:r>
      <w:r w:rsidRPr="00664355">
        <w:tab/>
        <w:t>Le Président de l</w:t>
      </w:r>
      <w:r w:rsidR="004F3EFE">
        <w:t>’</w:t>
      </w:r>
      <w:r w:rsidRPr="00664355">
        <w:t>AC.3 a rappelé que les droits de propriété intellectuelle pour ces mannequins étaient détenus par leurs fabricants, ce qui avait entravé leur introduction dans la R.M.1 dans le passé. Les travaux concernant la jambe d</w:t>
      </w:r>
      <w:r w:rsidR="004F3EFE">
        <w:t>’</w:t>
      </w:r>
      <w:r w:rsidRPr="00664355">
        <w:t>essai piéton souple (</w:t>
      </w:r>
      <w:proofErr w:type="spellStart"/>
      <w:r w:rsidRPr="00664355">
        <w:t>FlexPLI</w:t>
      </w:r>
      <w:proofErr w:type="spellEnd"/>
      <w:r w:rsidRPr="00664355">
        <w:t>) menés dans le cadre de la phase 2 du RTM ONU n</w:t>
      </w:r>
      <w:r w:rsidRPr="00664355">
        <w:rPr>
          <w:vertAlign w:val="superscript"/>
        </w:rPr>
        <w:t>o</w:t>
      </w:r>
      <w:r w:rsidRPr="00664355">
        <w:t> 9 avaient permis d</w:t>
      </w:r>
      <w:r w:rsidR="004F3EFE">
        <w:t>’</w:t>
      </w:r>
      <w:r w:rsidRPr="00664355">
        <w:t>acquérir une bonne expérience, le fabricant du mannequin ayant fourni l</w:t>
      </w:r>
      <w:r w:rsidR="004F3EFE">
        <w:t>’</w:t>
      </w:r>
      <w:r w:rsidRPr="00664355">
        <w:t>ensemble des dessins pour l</w:t>
      </w:r>
      <w:r w:rsidR="004F3EFE">
        <w:t>’</w:t>
      </w:r>
      <w:r w:rsidRPr="00664355">
        <w:t>instrument d</w:t>
      </w:r>
      <w:r w:rsidR="004F3EFE">
        <w:t>’</w:t>
      </w:r>
      <w:r w:rsidRPr="00664355">
        <w:t>essai et accepté que l</w:t>
      </w:r>
      <w:r w:rsidR="004F3EFE">
        <w:t>’</w:t>
      </w:r>
      <w:r w:rsidRPr="00664355">
        <w:t>avertissement relatif aux droits de propriété intellectuelle en soit retiré, ce qui avait été fait après le vote positif de l</w:t>
      </w:r>
      <w:r w:rsidR="004F3EFE">
        <w:t>’</w:t>
      </w:r>
      <w:r w:rsidRPr="00664355">
        <w:t>AC.3 sur l</w:t>
      </w:r>
      <w:r w:rsidR="004F3EFE">
        <w:t>’</w:t>
      </w:r>
      <w:r w:rsidRPr="00664355">
        <w:t>amendement relatif à la phase 2.</w:t>
      </w:r>
    </w:p>
    <w:p w:rsidR="00F957A7" w:rsidRPr="00664355" w:rsidRDefault="00F957A7" w:rsidP="00F957A7">
      <w:pPr>
        <w:pStyle w:val="H23G"/>
      </w:pPr>
      <w:r w:rsidRPr="00664355">
        <w:tab/>
        <w:t>2.</w:t>
      </w:r>
      <w:r w:rsidRPr="00664355">
        <w:tab/>
      </w:r>
      <w:r w:rsidRPr="00664355">
        <w:rPr>
          <w:bCs/>
        </w:rPr>
        <w:t>Choc latéral contre un poteau (point 19.1</w:t>
      </w:r>
      <w:r w:rsidR="000940CC">
        <w:rPr>
          <w:bCs/>
        </w:rPr>
        <w:t> </w:t>
      </w:r>
      <w:r w:rsidRPr="00664355">
        <w:rPr>
          <w:bCs/>
        </w:rPr>
        <w:t>b) de l</w:t>
      </w:r>
      <w:r w:rsidR="004F3EFE">
        <w:rPr>
          <w:bCs/>
        </w:rPr>
        <w:t>’</w:t>
      </w:r>
      <w:r w:rsidRPr="00664355">
        <w:rPr>
          <w:bCs/>
        </w:rPr>
        <w:t>ordre du jour)</w:t>
      </w:r>
      <w:bookmarkStart w:id="146" w:name="_Toc478663179"/>
      <w:bookmarkStart w:id="147" w:name="_Toc35591752"/>
      <w:bookmarkEnd w:id="146"/>
      <w:bookmarkEnd w:id="147"/>
    </w:p>
    <w:p w:rsidR="00F957A7" w:rsidRPr="00664355" w:rsidRDefault="00F957A7" w:rsidP="00F957A7">
      <w:pPr>
        <w:spacing w:after="120"/>
        <w:ind w:left="1134" w:right="1134"/>
        <w:jc w:val="both"/>
      </w:pPr>
      <w:r w:rsidRPr="00664355">
        <w:t>179.</w:t>
      </w:r>
      <w:r w:rsidRPr="00664355">
        <w:tab/>
        <w:t>Le Président de l</w:t>
      </w:r>
      <w:r w:rsidR="004F3EFE">
        <w:t>’</w:t>
      </w:r>
      <w:r w:rsidRPr="00664355">
        <w:t>AC.3 a rappelé au WP.29 qu</w:t>
      </w:r>
      <w:r w:rsidR="004F3EFE">
        <w:t>’</w:t>
      </w:r>
      <w:r w:rsidRPr="00664355">
        <w:t>il convenait d</w:t>
      </w:r>
      <w:r w:rsidR="004F3EFE">
        <w:t>’</w:t>
      </w:r>
      <w:r w:rsidRPr="00664355">
        <w:t>achever les travaux d</w:t>
      </w:r>
      <w:r w:rsidR="004F3EFE">
        <w:t>’</w:t>
      </w:r>
      <w:r w:rsidRPr="00664355">
        <w:t>incorporation des dessins et spécifications du mannequin d</w:t>
      </w:r>
      <w:r w:rsidR="004F3EFE">
        <w:t>’</w:t>
      </w:r>
      <w:r w:rsidRPr="00664355">
        <w:t xml:space="preserve">impact latéral mondial dans la R.M.1. Il a donc demandé des volontaires pour cette tâche, afin que le RTM ONU </w:t>
      </w:r>
      <w:r w:rsidR="000940CC">
        <w:rPr>
          <w:rFonts w:eastAsia="MS Mincho"/>
        </w:rPr>
        <w:t>n</w:t>
      </w:r>
      <w:r w:rsidR="000940CC">
        <w:rPr>
          <w:rFonts w:eastAsia="MS Mincho"/>
          <w:vertAlign w:val="superscript"/>
        </w:rPr>
        <w:t>o</w:t>
      </w:r>
      <w:r w:rsidRPr="00664355">
        <w:t xml:space="preserve"> 14 et le Règlement ONU </w:t>
      </w:r>
      <w:r w:rsidR="000940CC">
        <w:rPr>
          <w:rFonts w:eastAsia="MS Mincho"/>
        </w:rPr>
        <w:t>n</w:t>
      </w:r>
      <w:r w:rsidR="000940CC">
        <w:rPr>
          <w:rFonts w:eastAsia="MS Mincho"/>
          <w:vertAlign w:val="superscript"/>
        </w:rPr>
        <w:t>o</w:t>
      </w:r>
      <w:r w:rsidRPr="00664355">
        <w:t> 135 sur les essais de choc latéral contre un poteau puissent être pleinement opérationnels.</w:t>
      </w:r>
    </w:p>
    <w:p w:rsidR="00F957A7" w:rsidRPr="00664355" w:rsidRDefault="00F957A7" w:rsidP="00F957A7">
      <w:pPr>
        <w:pStyle w:val="H1G"/>
      </w:pPr>
      <w:r w:rsidRPr="00664355">
        <w:tab/>
        <w:t>B.</w:t>
      </w:r>
      <w:r w:rsidRPr="00664355">
        <w:tab/>
      </w:r>
      <w:r w:rsidRPr="00664355">
        <w:rPr>
          <w:bCs/>
        </w:rPr>
        <w:t>Caractéristiques de la machine 3-D H (point 19.2 de l</w:t>
      </w:r>
      <w:r w:rsidR="004F3EFE">
        <w:rPr>
          <w:bCs/>
        </w:rPr>
        <w:t>’</w:t>
      </w:r>
      <w:r w:rsidRPr="00664355">
        <w:rPr>
          <w:bCs/>
        </w:rPr>
        <w:t>ordre du jour)</w:t>
      </w:r>
      <w:bookmarkStart w:id="148" w:name="_Toc35591753"/>
      <w:bookmarkEnd w:id="148"/>
    </w:p>
    <w:p w:rsidR="00F957A7" w:rsidRPr="00664355" w:rsidRDefault="00F957A7" w:rsidP="00F957A7">
      <w:pPr>
        <w:spacing w:after="120"/>
        <w:ind w:left="1134" w:right="1134"/>
        <w:jc w:val="both"/>
      </w:pPr>
      <w:r w:rsidRPr="00664355">
        <w:t>180.</w:t>
      </w:r>
      <w:r w:rsidRPr="00664355">
        <w:tab/>
        <w:t>Le représentant de l</w:t>
      </w:r>
      <w:r w:rsidR="004F3EFE">
        <w:t>’</w:t>
      </w:r>
      <w:r w:rsidRPr="00664355">
        <w:t>Espagne a annoncé, au nom du Président du groupe de travail informel, que le groupe prévoyait, en mai 2020, de présenter au GRSP un document officiel visant à amender la Résolution d</w:t>
      </w:r>
      <w:r w:rsidR="004F3EFE">
        <w:t>’</w:t>
      </w:r>
      <w:r w:rsidRPr="00664355">
        <w:t>ensemble R.E.3 de façon pratique.</w:t>
      </w:r>
    </w:p>
    <w:p w:rsidR="00F957A7" w:rsidRPr="00664355" w:rsidRDefault="00F957A7" w:rsidP="00F957A7">
      <w:pPr>
        <w:pStyle w:val="H1G"/>
      </w:pPr>
      <w:r w:rsidRPr="00664355">
        <w:tab/>
        <w:t>C.</w:t>
      </w:r>
      <w:r w:rsidRPr="00664355">
        <w:tab/>
      </w:r>
      <w:r w:rsidRPr="00664355">
        <w:rPr>
          <w:bCs/>
        </w:rPr>
        <w:t>Enregistreur de données de route (EDR) (point 19.3 de l</w:t>
      </w:r>
      <w:r w:rsidR="004F3EFE">
        <w:rPr>
          <w:bCs/>
        </w:rPr>
        <w:t>’</w:t>
      </w:r>
      <w:r w:rsidRPr="00664355">
        <w:rPr>
          <w:bCs/>
        </w:rPr>
        <w:t>ordre du jour)</w:t>
      </w:r>
      <w:bookmarkStart w:id="149" w:name="_Toc35591754"/>
      <w:bookmarkEnd w:id="149"/>
    </w:p>
    <w:p w:rsidR="00F957A7" w:rsidRPr="00664355" w:rsidRDefault="00F957A7" w:rsidP="00F957A7">
      <w:pPr>
        <w:ind w:left="1134" w:right="1134"/>
      </w:pPr>
      <w:r w:rsidRPr="00664355">
        <w:t>181.</w:t>
      </w:r>
      <w:r w:rsidRPr="00664355">
        <w:tab/>
        <w:t>Le président du GRSG a rappelé que cette question avait été examinée au titre du point 2.3 de l</w:t>
      </w:r>
      <w:r w:rsidR="004F3EFE">
        <w:t>’</w:t>
      </w:r>
      <w:r w:rsidRPr="00664355">
        <w:t>ordre du jour (voir paragraphe XX ci-dessus).</w:t>
      </w:r>
    </w:p>
    <w:p w:rsidR="00F957A7" w:rsidRPr="00664355" w:rsidRDefault="00F957A7" w:rsidP="00F957A7">
      <w:pPr>
        <w:pStyle w:val="HChG"/>
      </w:pPr>
      <w:r w:rsidRPr="00664355">
        <w:lastRenderedPageBreak/>
        <w:tab/>
        <w:t>XXII.</w:t>
      </w:r>
      <w:r w:rsidRPr="00664355">
        <w:tab/>
      </w:r>
      <w:r w:rsidRPr="00664355">
        <w:rPr>
          <w:bCs/>
        </w:rPr>
        <w:t>Questions diverses (point 5.5 de l</w:t>
      </w:r>
      <w:r w:rsidR="004F3EFE">
        <w:rPr>
          <w:bCs/>
        </w:rPr>
        <w:t>’</w:t>
      </w:r>
      <w:r w:rsidRPr="00664355">
        <w:rPr>
          <w:bCs/>
        </w:rPr>
        <w:t>ordre du jour correspondant au point 20 de l</w:t>
      </w:r>
      <w:r w:rsidR="004F3EFE">
        <w:rPr>
          <w:bCs/>
        </w:rPr>
        <w:t>’</w:t>
      </w:r>
      <w:r w:rsidRPr="00664355">
        <w:rPr>
          <w:bCs/>
        </w:rPr>
        <w:t>ordre du jour)</w:t>
      </w:r>
      <w:bookmarkStart w:id="150" w:name="_Toc35591755"/>
      <w:bookmarkEnd w:id="150"/>
    </w:p>
    <w:p w:rsidR="00F957A7" w:rsidRPr="00664355" w:rsidRDefault="00F957A7" w:rsidP="00F957A7">
      <w:pPr>
        <w:pStyle w:val="SingleTxtG"/>
      </w:pPr>
      <w:r w:rsidRPr="00664355">
        <w:t>182.</w:t>
      </w:r>
      <w:r w:rsidRPr="00664355">
        <w:tab/>
        <w:t>Aucune question n</w:t>
      </w:r>
      <w:r w:rsidR="004F3EFE">
        <w:t>’</w:t>
      </w:r>
      <w:r w:rsidRPr="00664355">
        <w:t>a été soulevée au titre de ce point de l</w:t>
      </w:r>
      <w:r w:rsidR="004F3EFE">
        <w:t>’</w:t>
      </w:r>
      <w:r w:rsidRPr="00664355">
        <w:t>ordre du jour.</w:t>
      </w:r>
    </w:p>
    <w:p w:rsidR="00F957A7" w:rsidRPr="00664355" w:rsidRDefault="00F957A7" w:rsidP="00F957A7">
      <w:pPr>
        <w:pStyle w:val="HChG"/>
      </w:pPr>
      <w:r w:rsidRPr="00664355">
        <w:tab/>
        <w:t>D.</w:t>
      </w:r>
      <w:r w:rsidRPr="00664355">
        <w:tab/>
      </w:r>
      <w:r w:rsidRPr="00664355">
        <w:rPr>
          <w:bCs/>
        </w:rPr>
        <w:t>Comité d</w:t>
      </w:r>
      <w:r w:rsidR="004F3EFE">
        <w:rPr>
          <w:bCs/>
        </w:rPr>
        <w:t>’</w:t>
      </w:r>
      <w:r w:rsidRPr="00664355">
        <w:rPr>
          <w:bCs/>
        </w:rPr>
        <w:t>administration de l</w:t>
      </w:r>
      <w:r w:rsidR="004F3EFE">
        <w:rPr>
          <w:bCs/>
        </w:rPr>
        <w:t>’</w:t>
      </w:r>
      <w:r w:rsidRPr="00664355">
        <w:rPr>
          <w:bCs/>
        </w:rPr>
        <w:t>Accord de 1997 (AC.4)</w:t>
      </w:r>
      <w:bookmarkStart w:id="151" w:name="_Toc35591756"/>
      <w:bookmarkEnd w:id="151"/>
    </w:p>
    <w:p w:rsidR="00F957A7" w:rsidRPr="00664355" w:rsidRDefault="00F957A7" w:rsidP="00F957A7">
      <w:pPr>
        <w:pStyle w:val="HChG"/>
      </w:pPr>
      <w:r w:rsidRPr="00664355">
        <w:tab/>
      </w:r>
      <w:r w:rsidRPr="002F61BC">
        <w:t>XXII</w:t>
      </w:r>
      <w:r w:rsidR="005F3435" w:rsidRPr="002F61BC">
        <w:t>I</w:t>
      </w:r>
      <w:r w:rsidRPr="002F61BC">
        <w:t>.</w:t>
      </w:r>
      <w:r w:rsidRPr="00664355">
        <w:tab/>
      </w:r>
      <w:r w:rsidRPr="00664355">
        <w:rPr>
          <w:bCs/>
        </w:rPr>
        <w:t>Constitution du Comité AC.4 et élection du bureau</w:t>
      </w:r>
      <w:r w:rsidRPr="00664355">
        <w:rPr>
          <w:bCs/>
          <w:vertAlign w:val="superscript"/>
        </w:rPr>
        <w:t xml:space="preserve"> </w:t>
      </w:r>
      <w:r w:rsidRPr="00664355">
        <w:rPr>
          <w:bCs/>
        </w:rPr>
        <w:t>pour l</w:t>
      </w:r>
      <w:r w:rsidR="004F3EFE">
        <w:rPr>
          <w:bCs/>
        </w:rPr>
        <w:t>’</w:t>
      </w:r>
      <w:r w:rsidRPr="00664355">
        <w:rPr>
          <w:bCs/>
        </w:rPr>
        <w:t>année 2020 (point 21 de l</w:t>
      </w:r>
      <w:r w:rsidR="004F3EFE">
        <w:rPr>
          <w:bCs/>
        </w:rPr>
        <w:t>’</w:t>
      </w:r>
      <w:r w:rsidRPr="00664355">
        <w:rPr>
          <w:bCs/>
        </w:rPr>
        <w:t>ordre du jour)</w:t>
      </w:r>
      <w:bookmarkStart w:id="152" w:name="_Toc35591757"/>
      <w:bookmarkEnd w:id="152"/>
    </w:p>
    <w:p w:rsidR="00F957A7" w:rsidRPr="00664355" w:rsidRDefault="00F957A7" w:rsidP="00F957A7">
      <w:pPr>
        <w:spacing w:before="120" w:after="120"/>
        <w:ind w:left="1134" w:right="1134"/>
        <w:jc w:val="both"/>
      </w:pPr>
      <w:r w:rsidRPr="00664355">
        <w:rPr>
          <w:i/>
          <w:iCs/>
        </w:rPr>
        <w:t>Document(s) :</w:t>
      </w:r>
      <w:r w:rsidRPr="00664355">
        <w:tab/>
        <w:t>Document informel WP.29-180-22.</w:t>
      </w:r>
    </w:p>
    <w:p w:rsidR="00F957A7" w:rsidRPr="00664355" w:rsidRDefault="00F957A7" w:rsidP="00F957A7">
      <w:pPr>
        <w:spacing w:before="120" w:after="120"/>
        <w:ind w:left="1134" w:right="1134"/>
        <w:jc w:val="both"/>
      </w:pPr>
      <w:r w:rsidRPr="00664355">
        <w:t>183.</w:t>
      </w:r>
      <w:r w:rsidRPr="00664355">
        <w:tab/>
        <w:t>Les membres de l</w:t>
      </w:r>
      <w:r w:rsidR="004F3EFE">
        <w:t>’</w:t>
      </w:r>
      <w:r w:rsidRPr="00664355">
        <w:t>AC.4 ont décidé que les membres participant à distance seraient pris en compte dans le calcul du quorum et seraient admis à voter, en raison des circonstances exceptionnelles liées à l</w:t>
      </w:r>
      <w:r w:rsidR="004F3EFE">
        <w:t>’</w:t>
      </w:r>
      <w:r w:rsidRPr="00664355">
        <w:t>épidémie de COVID-19.</w:t>
      </w:r>
    </w:p>
    <w:p w:rsidR="00F957A7" w:rsidRPr="00664355" w:rsidRDefault="00F957A7" w:rsidP="00F957A7">
      <w:pPr>
        <w:spacing w:before="120" w:after="120"/>
        <w:ind w:left="1134" w:right="1134"/>
        <w:jc w:val="both"/>
      </w:pPr>
      <w:r w:rsidRPr="00664355">
        <w:t>184.</w:t>
      </w:r>
      <w:r w:rsidRPr="00664355">
        <w:tab/>
        <w:t>Sur les</w:t>
      </w:r>
      <w:r w:rsidR="00AB4E6B">
        <w:t xml:space="preserve"> </w:t>
      </w:r>
      <w:r w:rsidRPr="00664355">
        <w:t>15</w:t>
      </w:r>
      <w:r w:rsidR="00AB4E6B">
        <w:t> </w:t>
      </w:r>
      <w:r w:rsidRPr="00664355">
        <w:t>Parties contractantes à l</w:t>
      </w:r>
      <w:r w:rsidR="004F3EFE">
        <w:t>’</w:t>
      </w:r>
      <w:r w:rsidRPr="00664355">
        <w:t>Accord, huit</w:t>
      </w:r>
      <w:r w:rsidRPr="00664355">
        <w:rPr>
          <w:rStyle w:val="Appelnotedebasdep"/>
        </w:rPr>
        <w:footnoteReference w:id="7"/>
      </w:r>
      <w:r w:rsidRPr="00664355">
        <w:t xml:space="preserve"> étaient représentées. Elles ont constitué le Comité AC.4 pour sa treizième session tenue le</w:t>
      </w:r>
      <w:r w:rsidR="00AB4E6B">
        <w:t xml:space="preserve"> </w:t>
      </w:r>
      <w:r w:rsidRPr="00664355">
        <w:t>11</w:t>
      </w:r>
      <w:r w:rsidR="00AB4E6B">
        <w:t> </w:t>
      </w:r>
      <w:r w:rsidRPr="00664355">
        <w:t>mars</w:t>
      </w:r>
      <w:r w:rsidR="00AB4E6B">
        <w:t xml:space="preserve"> </w:t>
      </w:r>
      <w:r w:rsidRPr="00664355">
        <w:t>2020.</w:t>
      </w:r>
    </w:p>
    <w:p w:rsidR="00F957A7" w:rsidRPr="00664355" w:rsidRDefault="00F957A7" w:rsidP="00F957A7">
      <w:pPr>
        <w:spacing w:before="120" w:after="120"/>
        <w:ind w:left="1134" w:right="1134"/>
        <w:jc w:val="both"/>
      </w:pPr>
      <w:r w:rsidRPr="00664355">
        <w:t>185.</w:t>
      </w:r>
      <w:r w:rsidRPr="00664355">
        <w:tab/>
        <w:t>L</w:t>
      </w:r>
      <w:r w:rsidR="004F3EFE">
        <w:t>’</w:t>
      </w:r>
      <w:r w:rsidRPr="00664355">
        <w:t>AC.4 a reporté l</w:t>
      </w:r>
      <w:r w:rsidR="004F3EFE">
        <w:t>’</w:t>
      </w:r>
      <w:r w:rsidRPr="00664355">
        <w:t>élection de son Président et de son Vice-Président à sa prochaine session.</w:t>
      </w:r>
    </w:p>
    <w:p w:rsidR="00F957A7" w:rsidRPr="00664355" w:rsidRDefault="00F957A7" w:rsidP="00F957A7">
      <w:pPr>
        <w:spacing w:before="120" w:after="120"/>
        <w:ind w:left="1134" w:right="1134"/>
        <w:jc w:val="both"/>
      </w:pPr>
      <w:r w:rsidRPr="00664355">
        <w:t>186.</w:t>
      </w:r>
      <w:r w:rsidRPr="00664355">
        <w:tab/>
        <w:t>Ne disposant ni d</w:t>
      </w:r>
      <w:r w:rsidR="004F3EFE">
        <w:t>’</w:t>
      </w:r>
      <w:r w:rsidRPr="00664355">
        <w:t>un Président, ni d</w:t>
      </w:r>
      <w:r w:rsidR="004F3EFE">
        <w:t>’</w:t>
      </w:r>
      <w:r w:rsidRPr="00664355">
        <w:t>un Vice-Président, l</w:t>
      </w:r>
      <w:r w:rsidR="004F3EFE">
        <w:t>’</w:t>
      </w:r>
      <w:r w:rsidRPr="00664355">
        <w:t>AC.4 a convenu que la session serait présidée par le Secrétaire du Forum mondial.</w:t>
      </w:r>
    </w:p>
    <w:p w:rsidR="00F957A7" w:rsidRPr="00664355" w:rsidRDefault="00F957A7" w:rsidP="00F957A7">
      <w:pPr>
        <w:pStyle w:val="HChG"/>
      </w:pPr>
      <w:r w:rsidRPr="00664355">
        <w:tab/>
      </w:r>
      <w:r w:rsidRPr="002F61BC">
        <w:t>XXI</w:t>
      </w:r>
      <w:r w:rsidR="005F3435" w:rsidRPr="002F61BC">
        <w:t>V</w:t>
      </w:r>
      <w:r w:rsidRPr="002F61BC">
        <w:t>.</w:t>
      </w:r>
      <w:r w:rsidRPr="002F61BC">
        <w:tab/>
      </w:r>
      <w:r w:rsidRPr="002F61BC">
        <w:rPr>
          <w:bCs/>
        </w:rPr>
        <w:t>Amendements</w:t>
      </w:r>
      <w:r w:rsidRPr="00664355">
        <w:rPr>
          <w:bCs/>
        </w:rPr>
        <w:t xml:space="preserve"> aux Règles de l</w:t>
      </w:r>
      <w:r w:rsidR="004F3EFE">
        <w:rPr>
          <w:bCs/>
        </w:rPr>
        <w:t>’</w:t>
      </w:r>
      <w:r w:rsidRPr="00664355">
        <w:rPr>
          <w:bCs/>
        </w:rPr>
        <w:t>ONU annexées à l</w:t>
      </w:r>
      <w:r w:rsidR="004F3EFE">
        <w:rPr>
          <w:bCs/>
        </w:rPr>
        <w:t>’</w:t>
      </w:r>
      <w:r w:rsidRPr="00664355">
        <w:rPr>
          <w:bCs/>
        </w:rPr>
        <w:t>Accord</w:t>
      </w:r>
      <w:r w:rsidRPr="00664355">
        <w:rPr>
          <w:bCs/>
          <w:vertAlign w:val="superscript"/>
        </w:rPr>
        <w:t xml:space="preserve"> </w:t>
      </w:r>
      <w:r w:rsidRPr="00664355">
        <w:rPr>
          <w:bCs/>
        </w:rPr>
        <w:t>de 1997 (point 22 de l</w:t>
      </w:r>
      <w:r w:rsidR="004F3EFE">
        <w:rPr>
          <w:bCs/>
        </w:rPr>
        <w:t>’</w:t>
      </w:r>
      <w:r w:rsidRPr="00664355">
        <w:rPr>
          <w:bCs/>
        </w:rPr>
        <w:t>ordre du jour)</w:t>
      </w:r>
      <w:bookmarkStart w:id="153" w:name="_Toc35591758"/>
      <w:bookmarkEnd w:id="153"/>
    </w:p>
    <w:p w:rsidR="00F957A7" w:rsidRPr="00664355" w:rsidRDefault="00F957A7" w:rsidP="00F957A7">
      <w:pPr>
        <w:pStyle w:val="H1G"/>
      </w:pPr>
      <w:r w:rsidRPr="00664355">
        <w:tab/>
        <w:t>A.</w:t>
      </w:r>
      <w:r w:rsidRPr="00664355">
        <w:tab/>
      </w:r>
      <w:r w:rsidRPr="00664355">
        <w:rPr>
          <w:bCs/>
        </w:rPr>
        <w:t>Proposition d</w:t>
      </w:r>
      <w:r w:rsidR="004F3EFE">
        <w:rPr>
          <w:bCs/>
        </w:rPr>
        <w:t>’</w:t>
      </w:r>
      <w:r w:rsidRPr="00664355">
        <w:rPr>
          <w:bCs/>
        </w:rPr>
        <w:t>amendement 1 à la Règle de l</w:t>
      </w:r>
      <w:r w:rsidR="004F3EFE">
        <w:rPr>
          <w:bCs/>
        </w:rPr>
        <w:t>’</w:t>
      </w:r>
      <w:r w:rsidRPr="00664355">
        <w:rPr>
          <w:bCs/>
        </w:rPr>
        <w:t xml:space="preserve">ONU </w:t>
      </w:r>
      <w:r w:rsidR="005255C5" w:rsidRPr="005255C5">
        <w:rPr>
          <w:rFonts w:eastAsia="MS Mincho"/>
          <w:bCs/>
        </w:rPr>
        <w:t>n</w:t>
      </w:r>
      <w:r w:rsidR="005255C5" w:rsidRPr="005255C5">
        <w:rPr>
          <w:rFonts w:eastAsia="MS Mincho"/>
          <w:bCs/>
          <w:vertAlign w:val="superscript"/>
        </w:rPr>
        <w:t>o</w:t>
      </w:r>
      <w:r w:rsidRPr="00664355">
        <w:rPr>
          <w:bCs/>
        </w:rPr>
        <w:t> 3 (point 22.1 de l</w:t>
      </w:r>
      <w:r w:rsidR="004F3EFE">
        <w:rPr>
          <w:bCs/>
        </w:rPr>
        <w:t>’</w:t>
      </w:r>
      <w:r w:rsidRPr="00664355">
        <w:rPr>
          <w:bCs/>
        </w:rPr>
        <w:t>ordre du jour)</w:t>
      </w:r>
      <w:bookmarkStart w:id="154" w:name="_Toc35591759"/>
      <w:bookmarkEnd w:id="154"/>
    </w:p>
    <w:p w:rsidR="00F957A7" w:rsidRPr="00664355" w:rsidRDefault="00F957A7" w:rsidP="00F957A7">
      <w:pPr>
        <w:spacing w:after="120"/>
        <w:ind w:left="1140" w:right="1140"/>
        <w:jc w:val="both"/>
        <w:rPr>
          <w:lang w:val="en-US"/>
        </w:rPr>
      </w:pPr>
      <w:r w:rsidRPr="00664355">
        <w:rPr>
          <w:i/>
          <w:iCs/>
          <w:lang w:val="en-US"/>
        </w:rPr>
        <w:t>Document(s) :</w:t>
      </w:r>
      <w:r w:rsidRPr="00664355">
        <w:rPr>
          <w:lang w:val="en-US"/>
        </w:rPr>
        <w:tab/>
        <w:t>ECE/TRANS/WP.29/2020/39.</w:t>
      </w:r>
    </w:p>
    <w:p w:rsidR="00F957A7" w:rsidRPr="00664355" w:rsidRDefault="00F957A7" w:rsidP="00F957A7">
      <w:pPr>
        <w:spacing w:after="120"/>
        <w:ind w:left="1140" w:right="1140"/>
        <w:jc w:val="both"/>
        <w:rPr>
          <w:iCs/>
        </w:rPr>
      </w:pPr>
      <w:r w:rsidRPr="00664355">
        <w:t>187.</w:t>
      </w:r>
      <w:r w:rsidRPr="00664355">
        <w:tab/>
        <w:t>Voir par. 188 ci-dessous.</w:t>
      </w:r>
    </w:p>
    <w:p w:rsidR="00F957A7" w:rsidRPr="00664355" w:rsidRDefault="00F957A7" w:rsidP="00F957A7">
      <w:pPr>
        <w:pStyle w:val="H1G"/>
      </w:pPr>
      <w:r w:rsidRPr="00664355">
        <w:tab/>
        <w:t>B.</w:t>
      </w:r>
      <w:r w:rsidRPr="00664355">
        <w:tab/>
      </w:r>
      <w:r w:rsidRPr="00664355">
        <w:rPr>
          <w:bCs/>
        </w:rPr>
        <w:t>Proposition d</w:t>
      </w:r>
      <w:r w:rsidR="004F3EFE">
        <w:rPr>
          <w:bCs/>
        </w:rPr>
        <w:t>’</w:t>
      </w:r>
      <w:r w:rsidRPr="00664355">
        <w:rPr>
          <w:bCs/>
        </w:rPr>
        <w:t>amendement 1 à la Règle de l</w:t>
      </w:r>
      <w:r w:rsidR="004F3EFE">
        <w:rPr>
          <w:bCs/>
        </w:rPr>
        <w:t>’</w:t>
      </w:r>
      <w:r w:rsidRPr="00664355">
        <w:rPr>
          <w:bCs/>
        </w:rPr>
        <w:t xml:space="preserve">ONU </w:t>
      </w:r>
      <w:r w:rsidR="005255C5" w:rsidRPr="005255C5">
        <w:rPr>
          <w:rFonts w:eastAsia="MS Mincho"/>
          <w:bCs/>
        </w:rPr>
        <w:t>n</w:t>
      </w:r>
      <w:r w:rsidR="005255C5" w:rsidRPr="005255C5">
        <w:rPr>
          <w:rFonts w:eastAsia="MS Mincho"/>
          <w:bCs/>
          <w:vertAlign w:val="superscript"/>
        </w:rPr>
        <w:t>o</w:t>
      </w:r>
      <w:r w:rsidRPr="00664355">
        <w:rPr>
          <w:bCs/>
        </w:rPr>
        <w:t> 4 (point 22.2 de l</w:t>
      </w:r>
      <w:r w:rsidR="004F3EFE">
        <w:rPr>
          <w:bCs/>
        </w:rPr>
        <w:t>’</w:t>
      </w:r>
      <w:r w:rsidRPr="00664355">
        <w:rPr>
          <w:bCs/>
        </w:rPr>
        <w:t>ordre du jour)</w:t>
      </w:r>
      <w:bookmarkStart w:id="155" w:name="_Toc35591760"/>
      <w:bookmarkEnd w:id="155"/>
    </w:p>
    <w:p w:rsidR="00F957A7" w:rsidRPr="00664355" w:rsidRDefault="00F957A7" w:rsidP="00F957A7">
      <w:pPr>
        <w:spacing w:after="120"/>
        <w:ind w:left="1140" w:right="1140"/>
        <w:jc w:val="both"/>
        <w:rPr>
          <w:lang w:val="en-US"/>
        </w:rPr>
      </w:pPr>
      <w:r w:rsidRPr="00664355">
        <w:rPr>
          <w:i/>
          <w:iCs/>
          <w:lang w:val="en-US"/>
        </w:rPr>
        <w:t>Document(s) :</w:t>
      </w:r>
      <w:r w:rsidRPr="00664355">
        <w:rPr>
          <w:lang w:val="en-US"/>
        </w:rPr>
        <w:tab/>
        <w:t>ECE/TRANS/WP.29/2020/40.</w:t>
      </w:r>
    </w:p>
    <w:p w:rsidR="00F957A7" w:rsidRPr="00664355" w:rsidRDefault="00F957A7" w:rsidP="00F957A7">
      <w:pPr>
        <w:spacing w:after="120"/>
        <w:ind w:left="1134" w:right="1134"/>
        <w:jc w:val="both"/>
        <w:rPr>
          <w:spacing w:val="-2"/>
        </w:rPr>
      </w:pPr>
      <w:r w:rsidRPr="00664355">
        <w:t>188.</w:t>
      </w:r>
      <w:r w:rsidRPr="00664355">
        <w:tab/>
        <w:t>Les résultats du vote sur les documents présentés sont indiqués dans le tableau</w:t>
      </w:r>
      <w:r w:rsidRPr="00664355">
        <w:rPr>
          <w:vertAlign w:val="superscript"/>
        </w:rPr>
        <w:t xml:space="preserve"> </w:t>
      </w:r>
      <w:r w:rsidRPr="00664355">
        <w:t>ci</w:t>
      </w:r>
      <w:r w:rsidR="005255C5">
        <w:noBreakHyphen/>
      </w:r>
      <w:r w:rsidRPr="00664355">
        <w:t>après.</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814"/>
        <w:gridCol w:w="851"/>
        <w:gridCol w:w="923"/>
        <w:gridCol w:w="794"/>
        <w:gridCol w:w="2392"/>
      </w:tblGrid>
      <w:tr w:rsidR="00F957A7" w:rsidRPr="00664355" w:rsidTr="00D64D4A">
        <w:trPr>
          <w:cantSplit/>
          <w:trHeight w:val="350"/>
          <w:tblHeader/>
        </w:trPr>
        <w:tc>
          <w:tcPr>
            <w:tcW w:w="9525" w:type="dxa"/>
            <w:gridSpan w:val="7"/>
            <w:tcBorders>
              <w:bottom w:val="single" w:sz="4" w:space="0" w:color="auto"/>
            </w:tcBorders>
            <w:vAlign w:val="center"/>
          </w:tcPr>
          <w:p w:rsidR="00F957A7" w:rsidRPr="00664355" w:rsidRDefault="00F957A7" w:rsidP="00D64D4A">
            <w:pPr>
              <w:keepNext/>
              <w:keepLines/>
              <w:tabs>
                <w:tab w:val="left" w:pos="851"/>
                <w:tab w:val="left" w:pos="5727"/>
                <w:tab w:val="left" w:pos="9575"/>
              </w:tabs>
              <w:spacing w:before="80" w:after="80" w:line="220" w:lineRule="exact"/>
              <w:ind w:left="57" w:right="57"/>
              <w:jc w:val="center"/>
              <w:outlineLvl w:val="0"/>
              <w:rPr>
                <w:i/>
                <w:sz w:val="18"/>
                <w:szCs w:val="18"/>
              </w:rPr>
            </w:pPr>
            <w:r w:rsidRPr="00664355">
              <w:rPr>
                <w:i/>
                <w:iCs/>
                <w:sz w:val="18"/>
                <w:szCs w:val="18"/>
              </w:rPr>
              <w:lastRenderedPageBreak/>
              <w:t>Amendements à des Règles existantes</w:t>
            </w:r>
          </w:p>
        </w:tc>
      </w:tr>
      <w:tr w:rsidR="00F957A7" w:rsidRPr="00664355" w:rsidTr="00D64D4A">
        <w:trPr>
          <w:cantSplit/>
          <w:trHeight w:val="1120"/>
          <w:tblHeader/>
        </w:trPr>
        <w:tc>
          <w:tcPr>
            <w:tcW w:w="709"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Règle n</w:t>
            </w:r>
            <w:r w:rsidRPr="00664355">
              <w:rPr>
                <w:i/>
                <w:iCs/>
                <w:sz w:val="18"/>
                <w:szCs w:val="18"/>
                <w:vertAlign w:val="superscript"/>
              </w:rPr>
              <w:t>o</w:t>
            </w:r>
          </w:p>
        </w:tc>
        <w:tc>
          <w:tcPr>
            <w:tcW w:w="3042"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Objet de la Règle</w:t>
            </w:r>
          </w:p>
        </w:tc>
        <w:tc>
          <w:tcPr>
            <w:tcW w:w="1665" w:type="dxa"/>
            <w:gridSpan w:val="2"/>
            <w:tcBorders>
              <w:bottom w:val="single" w:sz="4"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Parties contractantes</w:t>
            </w:r>
          </w:p>
        </w:tc>
        <w:tc>
          <w:tcPr>
            <w:tcW w:w="923"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Document :</w:t>
            </w:r>
          </w:p>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ECE/TRANS/WP.29/….</w:t>
            </w:r>
          </w:p>
        </w:tc>
        <w:tc>
          <w:tcPr>
            <w:tcW w:w="794" w:type="dxa"/>
            <w:vMerge w:val="restart"/>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57" w:right="57"/>
              <w:outlineLvl w:val="0"/>
              <w:rPr>
                <w:sz w:val="18"/>
                <w:szCs w:val="18"/>
              </w:rPr>
            </w:pPr>
            <w:r w:rsidRPr="00664355">
              <w:rPr>
                <w:i/>
                <w:iCs/>
                <w:sz w:val="18"/>
                <w:szCs w:val="18"/>
              </w:rPr>
              <w:t>Résultat du vote :</w:t>
            </w:r>
          </w:p>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Pour/contre/abstentions</w:t>
            </w:r>
          </w:p>
        </w:tc>
        <w:tc>
          <w:tcPr>
            <w:tcW w:w="2392" w:type="dxa"/>
            <w:vMerge w:val="restart"/>
            <w:textDirection w:val="btLr"/>
            <w:vAlign w:val="cente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Statut du document</w:t>
            </w:r>
          </w:p>
        </w:tc>
      </w:tr>
      <w:tr w:rsidR="00F957A7" w:rsidRPr="00664355" w:rsidTr="00D64D4A">
        <w:trPr>
          <w:cantSplit/>
          <w:trHeight w:val="1102"/>
          <w:tblHeader/>
        </w:trPr>
        <w:tc>
          <w:tcPr>
            <w:tcW w:w="709"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sz w:val="16"/>
                <w:szCs w:val="16"/>
              </w:rPr>
            </w:pPr>
          </w:p>
        </w:tc>
        <w:tc>
          <w:tcPr>
            <w:tcW w:w="3042"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sz w:val="16"/>
                <w:szCs w:val="16"/>
              </w:rPr>
            </w:pPr>
          </w:p>
        </w:tc>
        <w:tc>
          <w:tcPr>
            <w:tcW w:w="814" w:type="dxa"/>
            <w:tcBorders>
              <w:top w:val="single" w:sz="4" w:space="0" w:color="auto"/>
              <w:bottom w:val="single" w:sz="12" w:space="0" w:color="auto"/>
            </w:tcBorders>
            <w:textDirection w:val="btL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appliquant la Règle</w:t>
            </w:r>
          </w:p>
        </w:tc>
        <w:tc>
          <w:tcPr>
            <w:tcW w:w="851" w:type="dxa"/>
            <w:tcBorders>
              <w:top w:val="single" w:sz="4" w:space="0" w:color="auto"/>
              <w:bottom w:val="single" w:sz="12" w:space="0" w:color="auto"/>
            </w:tcBorders>
            <w:textDirection w:val="btLr"/>
          </w:tcPr>
          <w:p w:rsidR="00F957A7" w:rsidRPr="00664355" w:rsidRDefault="00F957A7" w:rsidP="00D64D4A">
            <w:pPr>
              <w:keepNext/>
              <w:keepLines/>
              <w:tabs>
                <w:tab w:val="left" w:pos="851"/>
                <w:tab w:val="left" w:pos="5727"/>
                <w:tab w:val="left" w:pos="9575"/>
              </w:tabs>
              <w:ind w:left="57" w:right="57"/>
              <w:outlineLvl w:val="0"/>
              <w:rPr>
                <w:i/>
                <w:sz w:val="18"/>
                <w:szCs w:val="18"/>
              </w:rPr>
            </w:pPr>
            <w:r w:rsidRPr="00664355">
              <w:rPr>
                <w:i/>
                <w:iCs/>
                <w:sz w:val="18"/>
                <w:szCs w:val="18"/>
              </w:rPr>
              <w:t>Représentées et votantes</w:t>
            </w:r>
          </w:p>
        </w:tc>
        <w:tc>
          <w:tcPr>
            <w:tcW w:w="923"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sz w:val="16"/>
                <w:szCs w:val="16"/>
              </w:rPr>
            </w:pPr>
          </w:p>
        </w:tc>
        <w:tc>
          <w:tcPr>
            <w:tcW w:w="794" w:type="dxa"/>
            <w:vMerge/>
            <w:tcBorders>
              <w:top w:val="single" w:sz="4" w:space="0" w:color="auto"/>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sz w:val="16"/>
                <w:szCs w:val="16"/>
              </w:rPr>
            </w:pPr>
          </w:p>
        </w:tc>
        <w:tc>
          <w:tcPr>
            <w:tcW w:w="2392" w:type="dxa"/>
            <w:vMerge/>
            <w:tcBorders>
              <w:bottom w:val="single" w:sz="12" w:space="0" w:color="auto"/>
            </w:tcBorders>
            <w:textDirection w:val="btLr"/>
            <w:vAlign w:val="center"/>
          </w:tcPr>
          <w:p w:rsidR="00F957A7" w:rsidRPr="00664355" w:rsidRDefault="00F957A7" w:rsidP="00D64D4A">
            <w:pPr>
              <w:keepNext/>
              <w:keepLines/>
              <w:tabs>
                <w:tab w:val="left" w:pos="851"/>
                <w:tab w:val="left" w:pos="5727"/>
                <w:tab w:val="left" w:pos="9575"/>
              </w:tabs>
              <w:ind w:left="113" w:right="113"/>
              <w:outlineLvl w:val="0"/>
              <w:rPr>
                <w:sz w:val="16"/>
                <w:szCs w:val="16"/>
              </w:rPr>
            </w:pPr>
          </w:p>
        </w:tc>
      </w:tr>
      <w:tr w:rsidR="00F957A7" w:rsidRPr="00664355" w:rsidTr="00D64D4A">
        <w:trPr>
          <w:cantSplit/>
          <w:trHeight w:val="454"/>
        </w:trPr>
        <w:tc>
          <w:tcPr>
            <w:tcW w:w="709" w:type="dxa"/>
          </w:tcPr>
          <w:p w:rsidR="00F957A7" w:rsidRPr="00664355" w:rsidRDefault="00F957A7" w:rsidP="00D64D4A">
            <w:pPr>
              <w:tabs>
                <w:tab w:val="left" w:pos="851"/>
                <w:tab w:val="left" w:pos="5727"/>
                <w:tab w:val="left" w:pos="9575"/>
              </w:tabs>
              <w:outlineLvl w:val="0"/>
              <w:rPr>
                <w:sz w:val="18"/>
                <w:szCs w:val="18"/>
              </w:rPr>
            </w:pPr>
            <w:r w:rsidRPr="00664355">
              <w:rPr>
                <w:sz w:val="18"/>
                <w:szCs w:val="18"/>
              </w:rPr>
              <w:t>3</w:t>
            </w:r>
          </w:p>
        </w:tc>
        <w:tc>
          <w:tcPr>
            <w:tcW w:w="3042" w:type="dxa"/>
          </w:tcPr>
          <w:p w:rsidR="00F957A7" w:rsidRPr="00664355" w:rsidRDefault="00F957A7" w:rsidP="00D64D4A">
            <w:pPr>
              <w:keepNext/>
              <w:keepLines/>
              <w:tabs>
                <w:tab w:val="left" w:pos="851"/>
                <w:tab w:val="left" w:pos="5727"/>
                <w:tab w:val="left" w:pos="9575"/>
              </w:tabs>
              <w:outlineLvl w:val="0"/>
              <w:rPr>
                <w:bCs/>
                <w:sz w:val="18"/>
                <w:szCs w:val="18"/>
              </w:rPr>
            </w:pPr>
            <w:r w:rsidRPr="00664355">
              <w:rPr>
                <w:sz w:val="18"/>
                <w:szCs w:val="18"/>
              </w:rPr>
              <w:t>Contrôle technique périodique des véhicules équipés de systèmes de propulsion au GNC, GPL et GNL</w:t>
            </w:r>
          </w:p>
        </w:tc>
        <w:tc>
          <w:tcPr>
            <w:tcW w:w="814" w:type="dxa"/>
            <w:tcBorders>
              <w:top w:val="single" w:sz="6" w:space="0" w:color="auto"/>
              <w:bottom w:val="single" w:sz="4" w:space="0" w:color="auto"/>
            </w:tcBorders>
          </w:tcPr>
          <w:p w:rsidR="00F957A7" w:rsidRPr="00664355" w:rsidRDefault="00F957A7" w:rsidP="00D64D4A">
            <w:pPr>
              <w:keepNext/>
              <w:keepLines/>
              <w:tabs>
                <w:tab w:val="left" w:pos="851"/>
                <w:tab w:val="left" w:pos="5727"/>
                <w:tab w:val="left" w:pos="9575"/>
              </w:tabs>
              <w:jc w:val="right"/>
              <w:outlineLvl w:val="0"/>
              <w:rPr>
                <w:sz w:val="18"/>
                <w:szCs w:val="18"/>
              </w:rPr>
            </w:pPr>
            <w:r w:rsidRPr="00664355">
              <w:rPr>
                <w:sz w:val="18"/>
                <w:szCs w:val="18"/>
              </w:rPr>
              <w:t>15</w:t>
            </w:r>
          </w:p>
        </w:tc>
        <w:tc>
          <w:tcPr>
            <w:tcW w:w="851" w:type="dxa"/>
            <w:tcBorders>
              <w:top w:val="single" w:sz="6" w:space="0" w:color="auto"/>
              <w:bottom w:val="single" w:sz="4" w:space="0" w:color="auto"/>
            </w:tcBorders>
          </w:tcPr>
          <w:p w:rsidR="00F957A7" w:rsidRPr="00664355" w:rsidRDefault="00F957A7" w:rsidP="00D64D4A">
            <w:pPr>
              <w:keepNext/>
              <w:keepLines/>
              <w:tabs>
                <w:tab w:val="left" w:pos="851"/>
                <w:tab w:val="left" w:pos="5727"/>
                <w:tab w:val="left" w:pos="9575"/>
              </w:tabs>
              <w:jc w:val="right"/>
              <w:outlineLvl w:val="0"/>
              <w:rPr>
                <w:sz w:val="18"/>
                <w:szCs w:val="18"/>
              </w:rPr>
            </w:pPr>
            <w:r w:rsidRPr="00664355">
              <w:rPr>
                <w:sz w:val="18"/>
                <w:szCs w:val="18"/>
              </w:rPr>
              <w:t>8</w:t>
            </w:r>
          </w:p>
        </w:tc>
        <w:tc>
          <w:tcPr>
            <w:tcW w:w="923" w:type="dxa"/>
          </w:tcPr>
          <w:p w:rsidR="00F957A7" w:rsidRPr="00664355" w:rsidRDefault="00F957A7" w:rsidP="00D64D4A">
            <w:pPr>
              <w:jc w:val="right"/>
              <w:rPr>
                <w:sz w:val="18"/>
                <w:szCs w:val="18"/>
              </w:rPr>
            </w:pPr>
            <w:r w:rsidRPr="00664355">
              <w:rPr>
                <w:sz w:val="18"/>
                <w:szCs w:val="18"/>
              </w:rPr>
              <w:t xml:space="preserve">2020/39 </w:t>
            </w:r>
          </w:p>
        </w:tc>
        <w:tc>
          <w:tcPr>
            <w:tcW w:w="794" w:type="dxa"/>
          </w:tcPr>
          <w:p w:rsidR="00F957A7" w:rsidRPr="00664355" w:rsidRDefault="00F957A7" w:rsidP="00D64D4A">
            <w:pPr>
              <w:keepNext/>
              <w:keepLines/>
              <w:tabs>
                <w:tab w:val="left" w:pos="851"/>
                <w:tab w:val="left" w:pos="5727"/>
                <w:tab w:val="left" w:pos="9575"/>
              </w:tabs>
              <w:jc w:val="right"/>
              <w:outlineLvl w:val="0"/>
              <w:rPr>
                <w:sz w:val="18"/>
                <w:szCs w:val="18"/>
              </w:rPr>
            </w:pPr>
            <w:r w:rsidRPr="00664355">
              <w:rPr>
                <w:sz w:val="18"/>
                <w:szCs w:val="18"/>
              </w:rPr>
              <w:t>6/0/2</w:t>
            </w:r>
          </w:p>
        </w:tc>
        <w:tc>
          <w:tcPr>
            <w:tcW w:w="2392" w:type="dxa"/>
          </w:tcPr>
          <w:p w:rsidR="00F957A7" w:rsidRPr="00664355" w:rsidRDefault="00F957A7" w:rsidP="00D64D4A">
            <w:pPr>
              <w:keepNext/>
              <w:keepLines/>
              <w:tabs>
                <w:tab w:val="left" w:pos="851"/>
                <w:tab w:val="left" w:pos="5727"/>
                <w:tab w:val="left" w:pos="9575"/>
              </w:tabs>
              <w:jc w:val="right"/>
              <w:outlineLvl w:val="0"/>
              <w:rPr>
                <w:sz w:val="18"/>
                <w:szCs w:val="18"/>
                <w:vertAlign w:val="superscript"/>
              </w:rPr>
            </w:pPr>
            <w:r w:rsidRPr="00664355">
              <w:rPr>
                <w:sz w:val="18"/>
                <w:szCs w:val="18"/>
              </w:rPr>
              <w:t>Amendement 1</w:t>
            </w:r>
          </w:p>
        </w:tc>
      </w:tr>
      <w:tr w:rsidR="00F957A7" w:rsidRPr="00664355" w:rsidTr="00D64D4A">
        <w:trPr>
          <w:cantSplit/>
          <w:trHeight w:val="454"/>
        </w:trPr>
        <w:tc>
          <w:tcPr>
            <w:tcW w:w="709" w:type="dxa"/>
            <w:tcBorders>
              <w:bottom w:val="single" w:sz="12" w:space="0" w:color="auto"/>
            </w:tcBorders>
          </w:tcPr>
          <w:p w:rsidR="00F957A7" w:rsidRPr="00664355" w:rsidRDefault="00F957A7" w:rsidP="00D64D4A">
            <w:pPr>
              <w:tabs>
                <w:tab w:val="left" w:pos="851"/>
                <w:tab w:val="left" w:pos="5727"/>
                <w:tab w:val="left" w:pos="9575"/>
              </w:tabs>
              <w:outlineLvl w:val="0"/>
              <w:rPr>
                <w:sz w:val="18"/>
                <w:szCs w:val="18"/>
              </w:rPr>
            </w:pPr>
            <w:r w:rsidRPr="00664355">
              <w:rPr>
                <w:sz w:val="18"/>
                <w:szCs w:val="18"/>
              </w:rPr>
              <w:t>4</w:t>
            </w:r>
          </w:p>
        </w:tc>
        <w:tc>
          <w:tcPr>
            <w:tcW w:w="3042" w:type="dxa"/>
            <w:tcBorders>
              <w:bottom w:val="single" w:sz="12" w:space="0" w:color="auto"/>
            </w:tcBorders>
          </w:tcPr>
          <w:p w:rsidR="00F957A7" w:rsidRPr="00664355" w:rsidRDefault="00F957A7" w:rsidP="00D64D4A">
            <w:pPr>
              <w:keepNext/>
              <w:keepLines/>
              <w:tabs>
                <w:tab w:val="left" w:pos="851"/>
                <w:tab w:val="left" w:pos="5727"/>
                <w:tab w:val="left" w:pos="9575"/>
              </w:tabs>
              <w:outlineLvl w:val="0"/>
              <w:rPr>
                <w:bCs/>
                <w:sz w:val="18"/>
                <w:szCs w:val="18"/>
              </w:rPr>
            </w:pPr>
            <w:r w:rsidRPr="00664355">
              <w:rPr>
                <w:sz w:val="18"/>
                <w:szCs w:val="18"/>
              </w:rPr>
              <w:t>Contrôle de l</w:t>
            </w:r>
            <w:r w:rsidR="004F3EFE">
              <w:rPr>
                <w:sz w:val="18"/>
                <w:szCs w:val="18"/>
              </w:rPr>
              <w:t>’</w:t>
            </w:r>
            <w:r w:rsidRPr="00664355">
              <w:rPr>
                <w:sz w:val="18"/>
                <w:szCs w:val="18"/>
              </w:rPr>
              <w:t>aptitude à la circulation des véhicules équipés de systèmes de propulsion électriques ou hybrides</w:t>
            </w:r>
          </w:p>
        </w:tc>
        <w:tc>
          <w:tcPr>
            <w:tcW w:w="814" w:type="dxa"/>
            <w:tcBorders>
              <w:top w:val="single" w:sz="6" w:space="0" w:color="auto"/>
              <w:bottom w:val="single" w:sz="12" w:space="0" w:color="auto"/>
            </w:tcBorders>
          </w:tcPr>
          <w:p w:rsidR="00F957A7" w:rsidRPr="00664355" w:rsidRDefault="00F957A7" w:rsidP="00D64D4A">
            <w:pPr>
              <w:keepNext/>
              <w:keepLines/>
              <w:tabs>
                <w:tab w:val="left" w:pos="851"/>
                <w:tab w:val="left" w:pos="5727"/>
                <w:tab w:val="left" w:pos="9575"/>
              </w:tabs>
              <w:jc w:val="right"/>
              <w:outlineLvl w:val="0"/>
              <w:rPr>
                <w:sz w:val="18"/>
                <w:szCs w:val="18"/>
              </w:rPr>
            </w:pPr>
            <w:r w:rsidRPr="00664355">
              <w:rPr>
                <w:sz w:val="18"/>
                <w:szCs w:val="18"/>
              </w:rPr>
              <w:t>15</w:t>
            </w:r>
          </w:p>
        </w:tc>
        <w:tc>
          <w:tcPr>
            <w:tcW w:w="851" w:type="dxa"/>
            <w:tcBorders>
              <w:top w:val="single" w:sz="6" w:space="0" w:color="auto"/>
              <w:bottom w:val="single" w:sz="12" w:space="0" w:color="auto"/>
            </w:tcBorders>
          </w:tcPr>
          <w:p w:rsidR="00F957A7" w:rsidRPr="00664355" w:rsidRDefault="00F957A7" w:rsidP="00D64D4A">
            <w:pPr>
              <w:keepNext/>
              <w:keepLines/>
              <w:tabs>
                <w:tab w:val="left" w:pos="851"/>
                <w:tab w:val="left" w:pos="5727"/>
                <w:tab w:val="left" w:pos="9575"/>
              </w:tabs>
              <w:jc w:val="right"/>
              <w:outlineLvl w:val="0"/>
              <w:rPr>
                <w:sz w:val="18"/>
                <w:szCs w:val="18"/>
              </w:rPr>
            </w:pPr>
            <w:r w:rsidRPr="00664355">
              <w:rPr>
                <w:sz w:val="18"/>
                <w:szCs w:val="18"/>
              </w:rPr>
              <w:t>8</w:t>
            </w:r>
          </w:p>
        </w:tc>
        <w:tc>
          <w:tcPr>
            <w:tcW w:w="923" w:type="dxa"/>
            <w:tcBorders>
              <w:bottom w:val="single" w:sz="12" w:space="0" w:color="auto"/>
            </w:tcBorders>
          </w:tcPr>
          <w:p w:rsidR="00F957A7" w:rsidRPr="00664355" w:rsidRDefault="00F957A7" w:rsidP="00D64D4A">
            <w:pPr>
              <w:jc w:val="right"/>
              <w:rPr>
                <w:sz w:val="18"/>
                <w:szCs w:val="18"/>
              </w:rPr>
            </w:pPr>
            <w:r w:rsidRPr="00664355">
              <w:rPr>
                <w:sz w:val="18"/>
                <w:szCs w:val="18"/>
              </w:rPr>
              <w:t xml:space="preserve">2020/40 </w:t>
            </w:r>
          </w:p>
        </w:tc>
        <w:tc>
          <w:tcPr>
            <w:tcW w:w="794" w:type="dxa"/>
            <w:tcBorders>
              <w:bottom w:val="single" w:sz="12" w:space="0" w:color="auto"/>
            </w:tcBorders>
          </w:tcPr>
          <w:p w:rsidR="00F957A7" w:rsidRPr="00664355" w:rsidRDefault="00F957A7" w:rsidP="00D64D4A">
            <w:pPr>
              <w:keepNext/>
              <w:keepLines/>
              <w:tabs>
                <w:tab w:val="left" w:pos="851"/>
                <w:tab w:val="left" w:pos="5727"/>
                <w:tab w:val="left" w:pos="9575"/>
              </w:tabs>
              <w:jc w:val="right"/>
              <w:outlineLvl w:val="0"/>
              <w:rPr>
                <w:sz w:val="18"/>
                <w:szCs w:val="18"/>
              </w:rPr>
            </w:pPr>
            <w:r w:rsidRPr="00664355">
              <w:rPr>
                <w:sz w:val="18"/>
                <w:szCs w:val="18"/>
              </w:rPr>
              <w:t>6/0/2</w:t>
            </w:r>
          </w:p>
        </w:tc>
        <w:tc>
          <w:tcPr>
            <w:tcW w:w="2392" w:type="dxa"/>
            <w:tcBorders>
              <w:bottom w:val="single" w:sz="12" w:space="0" w:color="auto"/>
            </w:tcBorders>
          </w:tcPr>
          <w:p w:rsidR="00F957A7" w:rsidRPr="00664355" w:rsidRDefault="00F957A7" w:rsidP="00D64D4A">
            <w:pPr>
              <w:keepNext/>
              <w:keepLines/>
              <w:tabs>
                <w:tab w:val="left" w:pos="851"/>
                <w:tab w:val="left" w:pos="5727"/>
                <w:tab w:val="left" w:pos="9575"/>
              </w:tabs>
              <w:jc w:val="right"/>
              <w:outlineLvl w:val="0"/>
              <w:rPr>
                <w:sz w:val="18"/>
                <w:szCs w:val="18"/>
                <w:vertAlign w:val="superscript"/>
              </w:rPr>
            </w:pPr>
            <w:r w:rsidRPr="00664355">
              <w:rPr>
                <w:sz w:val="18"/>
                <w:szCs w:val="18"/>
              </w:rPr>
              <w:t>Amendement 1</w:t>
            </w:r>
          </w:p>
        </w:tc>
      </w:tr>
    </w:tbl>
    <w:p w:rsidR="00F957A7" w:rsidRPr="00664355" w:rsidRDefault="00F957A7" w:rsidP="00F957A7">
      <w:pPr>
        <w:pStyle w:val="HChG"/>
      </w:pPr>
      <w:r w:rsidRPr="00664355">
        <w:tab/>
      </w:r>
      <w:r w:rsidRPr="002F61BC">
        <w:t>XXV.</w:t>
      </w:r>
      <w:r w:rsidRPr="00664355">
        <w:tab/>
      </w:r>
      <w:r w:rsidRPr="00664355">
        <w:rPr>
          <w:bCs/>
        </w:rPr>
        <w:t>Établissement de nouvelles Règles de l</w:t>
      </w:r>
      <w:r w:rsidR="004F3EFE">
        <w:rPr>
          <w:bCs/>
        </w:rPr>
        <w:t>’</w:t>
      </w:r>
      <w:r w:rsidRPr="00664355">
        <w:rPr>
          <w:bCs/>
        </w:rPr>
        <w:t>ONU annexées à l</w:t>
      </w:r>
      <w:r w:rsidR="004F3EFE">
        <w:rPr>
          <w:bCs/>
        </w:rPr>
        <w:t>’</w:t>
      </w:r>
      <w:r w:rsidRPr="00664355">
        <w:rPr>
          <w:bCs/>
        </w:rPr>
        <w:t>Accord de 1997 (point 23 de l</w:t>
      </w:r>
      <w:r w:rsidR="004F3EFE">
        <w:rPr>
          <w:bCs/>
        </w:rPr>
        <w:t>’</w:t>
      </w:r>
      <w:r w:rsidRPr="00664355">
        <w:rPr>
          <w:bCs/>
        </w:rPr>
        <w:t>ordre du jour)</w:t>
      </w:r>
      <w:bookmarkStart w:id="156" w:name="_Toc35591761"/>
      <w:bookmarkEnd w:id="156"/>
    </w:p>
    <w:p w:rsidR="00F957A7" w:rsidRPr="00664355" w:rsidRDefault="00F957A7" w:rsidP="00F957A7">
      <w:pPr>
        <w:spacing w:before="120" w:after="120"/>
        <w:ind w:left="1134" w:right="1134"/>
        <w:jc w:val="both"/>
      </w:pPr>
      <w:r w:rsidRPr="00664355">
        <w:t>189.</w:t>
      </w:r>
      <w:r w:rsidRPr="00664355">
        <w:tab/>
        <w:t>Aucune question n</w:t>
      </w:r>
      <w:r w:rsidR="004F3EFE">
        <w:t>’</w:t>
      </w:r>
      <w:r w:rsidRPr="00664355">
        <w:t>a été soulevée au titre de ce point de l</w:t>
      </w:r>
      <w:r w:rsidR="004F3EFE">
        <w:t>’</w:t>
      </w:r>
      <w:r w:rsidRPr="00664355">
        <w:t>ordre du jour.</w:t>
      </w:r>
    </w:p>
    <w:p w:rsidR="00F957A7" w:rsidRPr="00664355" w:rsidRDefault="00F957A7" w:rsidP="00F957A7">
      <w:pPr>
        <w:pStyle w:val="HChG"/>
      </w:pPr>
      <w:r w:rsidRPr="00664355">
        <w:tab/>
      </w:r>
      <w:r w:rsidRPr="002F61BC">
        <w:t>XXV</w:t>
      </w:r>
      <w:r w:rsidR="005F3435" w:rsidRPr="002F61BC">
        <w:t>I</w:t>
      </w:r>
      <w:r w:rsidRPr="002F61BC">
        <w:t>.</w:t>
      </w:r>
      <w:r w:rsidRPr="00664355">
        <w:tab/>
      </w:r>
      <w:r w:rsidRPr="00664355">
        <w:rPr>
          <w:bCs/>
        </w:rPr>
        <w:t>Questions diverses (point 24 de l</w:t>
      </w:r>
      <w:r w:rsidR="004F3EFE">
        <w:rPr>
          <w:bCs/>
        </w:rPr>
        <w:t>’</w:t>
      </w:r>
      <w:r w:rsidRPr="00664355">
        <w:rPr>
          <w:bCs/>
        </w:rPr>
        <w:t>ordre du jour)</w:t>
      </w:r>
      <w:bookmarkStart w:id="157" w:name="_Toc35591762"/>
      <w:bookmarkEnd w:id="157"/>
    </w:p>
    <w:p w:rsidR="00F957A7" w:rsidRPr="00664355" w:rsidRDefault="00F957A7" w:rsidP="00F957A7">
      <w:pPr>
        <w:pStyle w:val="SingleTxtG"/>
      </w:pPr>
      <w:r w:rsidRPr="00664355">
        <w:t>190.</w:t>
      </w:r>
      <w:r w:rsidRPr="00664355">
        <w:tab/>
        <w:t>Aucune question n</w:t>
      </w:r>
      <w:r w:rsidR="004F3EFE">
        <w:t>’</w:t>
      </w:r>
      <w:r w:rsidRPr="00664355">
        <w:t>a été soulevée au titre de ce point de l</w:t>
      </w:r>
      <w:r w:rsidR="004F3EFE">
        <w:t>’</w:t>
      </w:r>
      <w:r w:rsidRPr="00664355">
        <w:t>ordre du jour.</w:t>
      </w:r>
    </w:p>
    <w:p w:rsidR="00F957A7" w:rsidRPr="005F3435" w:rsidRDefault="00F957A7" w:rsidP="005F3435">
      <w:pPr>
        <w:pStyle w:val="HChG"/>
        <w:rPr>
          <w:sz w:val="20"/>
        </w:rPr>
      </w:pPr>
      <w:r w:rsidRPr="00664355">
        <w:br w:type="page"/>
      </w:r>
      <w:bookmarkStart w:id="158" w:name="_Toc455504037"/>
      <w:r w:rsidRPr="00664355">
        <w:lastRenderedPageBreak/>
        <w:t>Annexe I</w:t>
      </w:r>
      <w:bookmarkEnd w:id="158"/>
    </w:p>
    <w:p w:rsidR="00F957A7" w:rsidRPr="00664355" w:rsidRDefault="00F957A7" w:rsidP="00F957A7">
      <w:pPr>
        <w:pStyle w:val="HChG"/>
      </w:pPr>
      <w:r w:rsidRPr="00664355">
        <w:tab/>
      </w:r>
      <w:r w:rsidRPr="00664355">
        <w:tab/>
      </w:r>
      <w:r w:rsidRPr="00664355">
        <w:rPr>
          <w:bCs/>
        </w:rPr>
        <w:t>Liste des documents informels (WP.29-180-…) sans cote distribués</w:t>
      </w:r>
      <w:r w:rsidRPr="00664355">
        <w:rPr>
          <w:bCs/>
          <w:vertAlign w:val="superscript"/>
        </w:rPr>
        <w:t xml:space="preserve"> </w:t>
      </w:r>
      <w:r w:rsidRPr="00664355">
        <w:rPr>
          <w:bCs/>
        </w:rPr>
        <w:t>lors de la</w:t>
      </w:r>
      <w:r w:rsidR="000C22C7">
        <w:rPr>
          <w:bCs/>
        </w:rPr>
        <w:t xml:space="preserve"> </w:t>
      </w:r>
      <w:r w:rsidRPr="00664355">
        <w:rPr>
          <w:bCs/>
        </w:rPr>
        <w:t>180</w:t>
      </w:r>
      <w:r w:rsidRPr="00664355">
        <w:rPr>
          <w:bCs/>
          <w:vertAlign w:val="superscript"/>
        </w:rPr>
        <w:t>e</w:t>
      </w:r>
      <w:r w:rsidR="000C22C7">
        <w:rPr>
          <w:bCs/>
        </w:rPr>
        <w:t> </w:t>
      </w:r>
      <w:r w:rsidRPr="00664355">
        <w:rPr>
          <w:bCs/>
        </w:rPr>
        <w:t>session</w:t>
      </w:r>
      <w:bookmarkStart w:id="159" w:name="_Toc455504038"/>
      <w:bookmarkStart w:id="160" w:name="_Toc35591763"/>
      <w:bookmarkEnd w:id="159"/>
      <w:bookmarkEnd w:id="160"/>
    </w:p>
    <w:tbl>
      <w:tblPr>
        <w:tblW w:w="8380" w:type="dxa"/>
        <w:tblInd w:w="70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1001"/>
        <w:gridCol w:w="1701"/>
        <w:gridCol w:w="851"/>
        <w:gridCol w:w="778"/>
        <w:gridCol w:w="3324"/>
        <w:gridCol w:w="725"/>
      </w:tblGrid>
      <w:tr w:rsidR="00F957A7" w:rsidRPr="00664355" w:rsidTr="00D64D4A">
        <w:trPr>
          <w:cantSplit/>
          <w:tblHeader/>
        </w:trPr>
        <w:tc>
          <w:tcPr>
            <w:tcW w:w="1001" w:type="dxa"/>
            <w:tcBorders>
              <w:top w:val="nil"/>
              <w:left w:val="nil"/>
              <w:bottom w:val="single" w:sz="12" w:space="0" w:color="auto"/>
              <w:right w:val="nil"/>
            </w:tcBorders>
            <w:shd w:val="clear" w:color="auto" w:fill="auto"/>
            <w:vAlign w:val="bottom"/>
          </w:tcPr>
          <w:p w:rsidR="00F957A7" w:rsidRPr="00664355" w:rsidRDefault="00F957A7" w:rsidP="00D64D4A">
            <w:pPr>
              <w:spacing w:before="80" w:after="80" w:line="200" w:lineRule="exact"/>
              <w:ind w:right="113"/>
              <w:jc w:val="center"/>
              <w:rPr>
                <w:i/>
                <w:sz w:val="16"/>
                <w:szCs w:val="16"/>
              </w:rPr>
            </w:pPr>
            <w:r w:rsidRPr="00664355">
              <w:rPr>
                <w:i/>
                <w:iCs/>
                <w:sz w:val="16"/>
                <w:szCs w:val="16"/>
              </w:rPr>
              <w:t>WP.29-</w:t>
            </w:r>
            <w:r w:rsidRPr="00664355">
              <w:rPr>
                <w:i/>
                <w:iCs/>
                <w:sz w:val="16"/>
                <w:szCs w:val="16"/>
              </w:rPr>
              <w:br/>
              <w:t>180-</w:t>
            </w:r>
          </w:p>
        </w:tc>
        <w:tc>
          <w:tcPr>
            <w:tcW w:w="1701" w:type="dxa"/>
            <w:tcBorders>
              <w:top w:val="nil"/>
              <w:left w:val="nil"/>
              <w:bottom w:val="single" w:sz="12" w:space="0" w:color="auto"/>
              <w:right w:val="nil"/>
            </w:tcBorders>
            <w:shd w:val="clear" w:color="auto" w:fill="auto"/>
            <w:vAlign w:val="bottom"/>
          </w:tcPr>
          <w:p w:rsidR="00F957A7" w:rsidRPr="00664355" w:rsidRDefault="00F957A7" w:rsidP="00D64D4A">
            <w:pPr>
              <w:spacing w:before="80" w:after="80" w:line="200" w:lineRule="exact"/>
              <w:ind w:right="113"/>
              <w:rPr>
                <w:i/>
                <w:sz w:val="16"/>
                <w:szCs w:val="16"/>
              </w:rPr>
            </w:pPr>
            <w:r w:rsidRPr="00664355">
              <w:rPr>
                <w:i/>
                <w:iCs/>
                <w:sz w:val="16"/>
                <w:szCs w:val="16"/>
              </w:rPr>
              <w:t>Auteur</w:t>
            </w:r>
          </w:p>
        </w:tc>
        <w:tc>
          <w:tcPr>
            <w:tcW w:w="851" w:type="dxa"/>
            <w:tcBorders>
              <w:top w:val="nil"/>
              <w:left w:val="nil"/>
              <w:bottom w:val="single" w:sz="12" w:space="0" w:color="auto"/>
              <w:right w:val="nil"/>
            </w:tcBorders>
            <w:shd w:val="clear" w:color="auto" w:fill="auto"/>
            <w:vAlign w:val="bottom"/>
          </w:tcPr>
          <w:p w:rsidR="00F957A7" w:rsidRPr="00664355" w:rsidRDefault="00F957A7" w:rsidP="00D64D4A">
            <w:pPr>
              <w:spacing w:before="80" w:after="80" w:line="200" w:lineRule="exact"/>
              <w:ind w:right="113"/>
              <w:rPr>
                <w:i/>
                <w:sz w:val="16"/>
                <w:szCs w:val="16"/>
              </w:rPr>
            </w:pPr>
            <w:r w:rsidRPr="00664355">
              <w:rPr>
                <w:i/>
                <w:iCs/>
                <w:sz w:val="16"/>
                <w:szCs w:val="16"/>
              </w:rPr>
              <w:t>Point de l</w:t>
            </w:r>
            <w:r w:rsidR="004F3EFE">
              <w:rPr>
                <w:i/>
                <w:iCs/>
                <w:sz w:val="16"/>
                <w:szCs w:val="16"/>
              </w:rPr>
              <w:t>’</w:t>
            </w:r>
            <w:r w:rsidRPr="00664355">
              <w:rPr>
                <w:i/>
                <w:iCs/>
                <w:sz w:val="16"/>
                <w:szCs w:val="16"/>
              </w:rPr>
              <w:t>ordre du jour</w:t>
            </w:r>
          </w:p>
        </w:tc>
        <w:tc>
          <w:tcPr>
            <w:tcW w:w="778" w:type="dxa"/>
            <w:tcBorders>
              <w:top w:val="nil"/>
              <w:left w:val="nil"/>
              <w:bottom w:val="single" w:sz="12" w:space="0" w:color="auto"/>
              <w:right w:val="nil"/>
            </w:tcBorders>
            <w:shd w:val="clear" w:color="auto" w:fill="auto"/>
            <w:vAlign w:val="bottom"/>
          </w:tcPr>
          <w:p w:rsidR="00F957A7" w:rsidRPr="00664355" w:rsidRDefault="00F957A7" w:rsidP="00D64D4A">
            <w:pPr>
              <w:spacing w:before="80" w:after="80" w:line="200" w:lineRule="exact"/>
              <w:ind w:right="113"/>
              <w:jc w:val="center"/>
              <w:rPr>
                <w:i/>
                <w:sz w:val="16"/>
                <w:szCs w:val="16"/>
              </w:rPr>
            </w:pPr>
            <w:r w:rsidRPr="00664355">
              <w:rPr>
                <w:i/>
                <w:iCs/>
                <w:sz w:val="16"/>
                <w:szCs w:val="16"/>
              </w:rPr>
              <w:t>Langue</w:t>
            </w:r>
          </w:p>
        </w:tc>
        <w:tc>
          <w:tcPr>
            <w:tcW w:w="3324" w:type="dxa"/>
            <w:tcBorders>
              <w:top w:val="nil"/>
              <w:left w:val="nil"/>
              <w:bottom w:val="single" w:sz="12" w:space="0" w:color="auto"/>
              <w:right w:val="nil"/>
            </w:tcBorders>
            <w:shd w:val="clear" w:color="auto" w:fill="auto"/>
            <w:vAlign w:val="bottom"/>
          </w:tcPr>
          <w:p w:rsidR="00F957A7" w:rsidRPr="00664355" w:rsidRDefault="00F957A7" w:rsidP="00D64D4A">
            <w:pPr>
              <w:spacing w:before="80" w:after="80" w:line="200" w:lineRule="exact"/>
              <w:ind w:right="113"/>
              <w:rPr>
                <w:i/>
                <w:sz w:val="16"/>
                <w:szCs w:val="16"/>
              </w:rPr>
            </w:pPr>
            <w:r w:rsidRPr="00664355">
              <w:rPr>
                <w:i/>
                <w:iCs/>
                <w:sz w:val="16"/>
                <w:szCs w:val="16"/>
              </w:rPr>
              <w:t>Titre</w:t>
            </w:r>
          </w:p>
        </w:tc>
        <w:tc>
          <w:tcPr>
            <w:tcW w:w="725" w:type="dxa"/>
            <w:tcBorders>
              <w:top w:val="nil"/>
              <w:left w:val="nil"/>
              <w:bottom w:val="single" w:sz="12" w:space="0" w:color="auto"/>
              <w:right w:val="nil"/>
            </w:tcBorders>
            <w:shd w:val="clear" w:color="auto" w:fill="auto"/>
            <w:vAlign w:val="bottom"/>
          </w:tcPr>
          <w:p w:rsidR="00F957A7" w:rsidRPr="00664355" w:rsidRDefault="00F957A7" w:rsidP="00D64D4A">
            <w:pPr>
              <w:spacing w:before="80" w:after="80" w:line="200" w:lineRule="exact"/>
              <w:jc w:val="center"/>
              <w:rPr>
                <w:i/>
                <w:sz w:val="16"/>
                <w:szCs w:val="16"/>
              </w:rPr>
            </w:pPr>
            <w:r w:rsidRPr="00664355">
              <w:rPr>
                <w:i/>
                <w:iCs/>
                <w:sz w:val="16"/>
                <w:szCs w:val="16"/>
              </w:rPr>
              <w:t>Suite donnée/ à donner</w:t>
            </w:r>
          </w:p>
        </w:tc>
      </w:tr>
      <w:tr w:rsidR="00F957A7" w:rsidRPr="00664355" w:rsidTr="00D64D4A">
        <w:trPr>
          <w:cantSplit/>
        </w:trPr>
        <w:tc>
          <w:tcPr>
            <w:tcW w:w="1001" w:type="dxa"/>
            <w:tcBorders>
              <w:top w:val="single" w:sz="12" w:space="0" w:color="auto"/>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w:t>
            </w:r>
          </w:p>
        </w:tc>
        <w:tc>
          <w:tcPr>
            <w:tcW w:w="1701" w:type="dxa"/>
            <w:tcBorders>
              <w:top w:val="single" w:sz="12" w:space="0" w:color="auto"/>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single" w:sz="12" w:space="0" w:color="auto"/>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2.2.</w:t>
            </w:r>
          </w:p>
        </w:tc>
        <w:tc>
          <w:tcPr>
            <w:tcW w:w="778" w:type="dxa"/>
            <w:tcBorders>
              <w:top w:val="single" w:sz="12" w:space="0" w:color="auto"/>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single" w:sz="12" w:space="0" w:color="auto"/>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WP.29, Working Parties, Informal Working Groups and Chairmanship</w:t>
            </w:r>
          </w:p>
        </w:tc>
        <w:tc>
          <w:tcPr>
            <w:tcW w:w="725" w:type="dxa"/>
            <w:tcBorders>
              <w:top w:val="single" w:sz="12" w:space="0" w:color="auto"/>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2.2</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Priorities of work for the GRs</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c)</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3</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1</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180th WP.29 running-</w:t>
            </w:r>
            <w:proofErr w:type="spellStart"/>
            <w:r w:rsidRPr="00664355">
              <w:t>order</w:t>
            </w:r>
            <w:proofErr w:type="spellEnd"/>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bookmarkStart w:id="161" w:name="_Hlk11399761"/>
            <w:r w:rsidRPr="00664355">
              <w:t>4</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1</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proofErr w:type="spellStart"/>
            <w:r w:rsidRPr="00664355">
              <w:t>Consolidated</w:t>
            </w:r>
            <w:proofErr w:type="spellEnd"/>
            <w:r w:rsidRPr="00664355">
              <w:t xml:space="preserve"> </w:t>
            </w:r>
            <w:proofErr w:type="spellStart"/>
            <w:r w:rsidRPr="00664355">
              <w:t>Annotated</w:t>
            </w:r>
            <w:proofErr w:type="spellEnd"/>
            <w:r w:rsidRPr="00664355">
              <w:t xml:space="preserve"> agenda</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b)</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5</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Commission européenne</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4.8.7</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Proposal for amendments to ECE/TRANS/WP.29/2020/18</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b)</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6</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GRPE</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7.5</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Proposal for amendments to ECE/TRANS/WP.29/2019/120</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e)</w:t>
            </w:r>
          </w:p>
        </w:tc>
      </w:tr>
      <w:bookmarkEnd w:id="161"/>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7</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 xml:space="preserve">Commission européenne </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4.9.6</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Proposal for amendments to ECE/TRANS/WP.29/2020/36</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b)</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8</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5.1 &amp; 13</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5"/>
              <w:rPr>
                <w:lang w:val="en-US"/>
              </w:rPr>
            </w:pPr>
            <w:r w:rsidRPr="00664355">
              <w:rPr>
                <w:lang w:val="en-US"/>
              </w:rPr>
              <w:t>Status of the 1998 Agreement of the global registry and of the compendium of candidates – Situation on priorities and proposals to develop UN GTRs as of 6 March 2020</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9</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snapToGrid w:val="0"/>
              </w:rPr>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12 &amp; 14</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Establishment of the Executive Committee (AC.3) and vote</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10</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GRVA</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2.3</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Common Functional Performance Requirements for Automated Driving Systems and ADS-Equipped Vehicles</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e)</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11</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Groupe de travail informel de l</w:t>
            </w:r>
            <w:r w:rsidR="004F3EFE">
              <w:t>’</w:t>
            </w:r>
            <w:r w:rsidRPr="00664355">
              <w:t>IWVTA</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4.3</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Report to 180th WP.29 session from the 32nd IWVTA Informal Group meeting (Phase 2)</w:t>
            </w:r>
          </w:p>
        </w:tc>
        <w:tc>
          <w:tcPr>
            <w:tcW w:w="725"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12</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Groupe de travail informel de la base DETA</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4.5</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Report to 180th WP.29 session from the 37th IWG on DETA meeting</w:t>
            </w:r>
          </w:p>
        </w:tc>
        <w:tc>
          <w:tcPr>
            <w:tcW w:w="725"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13</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Groupe de travail informel de la base DETA</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4.5</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 xml:space="preserve">Report of the 37th session of the IWG on DETA </w:t>
            </w:r>
          </w:p>
        </w:tc>
        <w:tc>
          <w:tcPr>
            <w:tcW w:w="725"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14</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8.4</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Adopted proposals, amendments, corrigenda and new UN Regulations and situation of their entry into force</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15</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République de Corée</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18.8</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Request for authorization to develop Amendment 1 to UN GTR No. 8</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c)</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16</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Fédération de Russie</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8.1</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bCs/>
                <w:lang w:val="en-US"/>
              </w:rPr>
            </w:pPr>
            <w:r w:rsidRPr="00664355">
              <w:rPr>
                <w:lang w:val="en-US"/>
              </w:rPr>
              <w:t>Results of state surveillance over passenger vehicles</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c)</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lastRenderedPageBreak/>
              <w:t>17</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Fédération de Russie</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8.1</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E/R</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Draft proposals on amendments to UN Regulation No.66</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c)</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18</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2.3</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The 1958 Agreement and lifetime/lifecycle considerations</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19</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Japon</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2.3</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6"/>
              <w:rPr>
                <w:lang w:val="en-US"/>
              </w:rPr>
            </w:pPr>
            <w:r w:rsidRPr="00664355">
              <w:rPr>
                <w:lang w:val="en-US"/>
              </w:rPr>
              <w:t>Japan</w:t>
            </w:r>
            <w:r w:rsidR="004F3EFE">
              <w:rPr>
                <w:lang w:val="en-US"/>
              </w:rPr>
              <w:t>’</w:t>
            </w:r>
            <w:r w:rsidRPr="00664355">
              <w:rPr>
                <w:lang w:val="en-US"/>
              </w:rPr>
              <w:t>s Policy and Contribution to the International Activities on Automated Driving</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20</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Groupe de travail informel du RTM sur les pneumatiques</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14.2.4</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 xml:space="preserve">Amend. 2 to GTR No. 16 on </w:t>
            </w:r>
            <w:proofErr w:type="spellStart"/>
            <w:r w:rsidRPr="00664355">
              <w:rPr>
                <w:lang w:val="en-US"/>
              </w:rPr>
              <w:t>Tyres</w:t>
            </w:r>
            <w:proofErr w:type="spellEnd"/>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c)</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21</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Groupe de travail informel des contrôles techniques périodiques</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7</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Report to WP.29 about results of the 17th meeting of the Informal Working Group on Periodical Technical Inspections</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22</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21</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Thirteenth session of the Administrative Committee AC.4</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23</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Secrétariat</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8.2</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Joint WP.1-WP.29 meeting</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24</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Malaisie</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 xml:space="preserve">Update on Malaysia Automotive </w:t>
            </w:r>
            <w:proofErr w:type="spellStart"/>
            <w:r w:rsidRPr="00664355">
              <w:t>Development</w:t>
            </w:r>
            <w:proofErr w:type="spellEnd"/>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25</w:t>
            </w:r>
          </w:p>
        </w:tc>
        <w:tc>
          <w:tcPr>
            <w:tcW w:w="170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GRVA</w:t>
            </w:r>
          </w:p>
        </w:tc>
        <w:tc>
          <w:tcPr>
            <w:tcW w:w="851"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pPr>
            <w:r w:rsidRPr="00664355">
              <w:t>8.2</w:t>
            </w:r>
          </w:p>
        </w:tc>
        <w:tc>
          <w:tcPr>
            <w:tcW w:w="778"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nil"/>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Status report on WP.29 activities related to Automated and connected Vehicles</w:t>
            </w:r>
          </w:p>
        </w:tc>
        <w:tc>
          <w:tcPr>
            <w:tcW w:w="725" w:type="dxa"/>
            <w:tcBorders>
              <w:top w:val="nil"/>
              <w:left w:val="nil"/>
              <w:bottom w:val="nil"/>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r w:rsidR="00F957A7" w:rsidRPr="00664355" w:rsidTr="00D64D4A">
        <w:trPr>
          <w:cantSplit/>
        </w:trPr>
        <w:tc>
          <w:tcPr>
            <w:tcW w:w="1001" w:type="dxa"/>
            <w:tcBorders>
              <w:top w:val="nil"/>
              <w:left w:val="nil"/>
              <w:bottom w:val="single" w:sz="12" w:space="0" w:color="auto"/>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26</w:t>
            </w:r>
          </w:p>
        </w:tc>
        <w:tc>
          <w:tcPr>
            <w:tcW w:w="1701" w:type="dxa"/>
            <w:tcBorders>
              <w:top w:val="nil"/>
              <w:left w:val="nil"/>
              <w:bottom w:val="single" w:sz="12" w:space="0" w:color="auto"/>
              <w:right w:val="nil"/>
            </w:tcBorders>
            <w:shd w:val="clear" w:color="auto" w:fill="auto"/>
            <w:tcMar>
              <w:bottom w:w="51" w:type="dxa"/>
            </w:tcMar>
          </w:tcPr>
          <w:p w:rsidR="00F957A7" w:rsidRPr="00664355" w:rsidRDefault="00F957A7" w:rsidP="00D64D4A">
            <w:pPr>
              <w:spacing w:before="40" w:after="120" w:line="220" w:lineRule="exact"/>
              <w:ind w:right="113"/>
            </w:pPr>
            <w:r w:rsidRPr="00664355">
              <w:t>Royaume-Uni</w:t>
            </w:r>
          </w:p>
        </w:tc>
        <w:tc>
          <w:tcPr>
            <w:tcW w:w="851" w:type="dxa"/>
            <w:tcBorders>
              <w:top w:val="nil"/>
              <w:left w:val="nil"/>
              <w:bottom w:val="single" w:sz="12" w:space="0" w:color="auto"/>
              <w:right w:val="nil"/>
            </w:tcBorders>
            <w:shd w:val="clear" w:color="auto" w:fill="auto"/>
            <w:tcMar>
              <w:bottom w:w="51" w:type="dxa"/>
            </w:tcMar>
          </w:tcPr>
          <w:p w:rsidR="00F957A7" w:rsidRPr="00664355" w:rsidRDefault="00F957A7" w:rsidP="00D64D4A">
            <w:pPr>
              <w:spacing w:before="40" w:after="120" w:line="220" w:lineRule="exact"/>
              <w:ind w:right="113"/>
            </w:pPr>
            <w:r w:rsidRPr="00664355">
              <w:t>8.2</w:t>
            </w:r>
          </w:p>
        </w:tc>
        <w:tc>
          <w:tcPr>
            <w:tcW w:w="778" w:type="dxa"/>
            <w:tcBorders>
              <w:top w:val="nil"/>
              <w:left w:val="nil"/>
              <w:bottom w:val="single" w:sz="12" w:space="0" w:color="auto"/>
              <w:right w:val="nil"/>
            </w:tcBorders>
            <w:shd w:val="clear" w:color="auto" w:fill="auto"/>
            <w:tcMar>
              <w:bottom w:w="51" w:type="dxa"/>
            </w:tcMar>
          </w:tcPr>
          <w:p w:rsidR="00F957A7" w:rsidRPr="00664355" w:rsidRDefault="00F957A7" w:rsidP="00D64D4A">
            <w:pPr>
              <w:spacing w:before="40" w:after="120" w:line="220" w:lineRule="exact"/>
              <w:ind w:right="113"/>
              <w:jc w:val="center"/>
            </w:pPr>
            <w:r w:rsidRPr="00664355">
              <w:t>E</w:t>
            </w:r>
          </w:p>
        </w:tc>
        <w:tc>
          <w:tcPr>
            <w:tcW w:w="3324" w:type="dxa"/>
            <w:tcBorders>
              <w:top w:val="nil"/>
              <w:left w:val="nil"/>
              <w:bottom w:val="single" w:sz="12" w:space="0" w:color="auto"/>
              <w:right w:val="nil"/>
            </w:tcBorders>
            <w:shd w:val="clear" w:color="auto" w:fill="auto"/>
            <w:tcMar>
              <w:bottom w:w="51" w:type="dxa"/>
            </w:tcMar>
          </w:tcPr>
          <w:p w:rsidR="00F957A7" w:rsidRPr="00664355" w:rsidRDefault="00F957A7" w:rsidP="00D64D4A">
            <w:pPr>
              <w:spacing w:before="40" w:after="120" w:line="220" w:lineRule="exact"/>
              <w:ind w:right="113"/>
              <w:rPr>
                <w:lang w:val="en-US"/>
              </w:rPr>
            </w:pPr>
            <w:r w:rsidRPr="00664355">
              <w:rPr>
                <w:lang w:val="en-US"/>
              </w:rPr>
              <w:t>Automated vehicle terminology Comparison between WP.1 and WP.29</w:t>
            </w:r>
          </w:p>
        </w:tc>
        <w:tc>
          <w:tcPr>
            <w:tcW w:w="725" w:type="dxa"/>
            <w:tcBorders>
              <w:top w:val="nil"/>
              <w:left w:val="nil"/>
              <w:bottom w:val="single" w:sz="12" w:space="0" w:color="auto"/>
              <w:right w:val="nil"/>
            </w:tcBorders>
            <w:shd w:val="clear" w:color="auto" w:fill="auto"/>
            <w:tcMar>
              <w:bottom w:w="51" w:type="dxa"/>
            </w:tcMar>
            <w:vAlign w:val="center"/>
          </w:tcPr>
          <w:p w:rsidR="00F957A7" w:rsidRPr="00664355" w:rsidRDefault="00F957A7" w:rsidP="00D64D4A">
            <w:pPr>
              <w:spacing w:before="40" w:after="120" w:line="220" w:lineRule="exact"/>
              <w:jc w:val="center"/>
            </w:pPr>
            <w:r w:rsidRPr="00664355">
              <w:t>d)</w:t>
            </w:r>
          </w:p>
        </w:tc>
      </w:tr>
    </w:tbl>
    <w:p w:rsidR="00F957A7" w:rsidRPr="00664355" w:rsidRDefault="00F957A7" w:rsidP="00F957A7">
      <w:pPr>
        <w:tabs>
          <w:tab w:val="right" w:pos="851"/>
        </w:tabs>
        <w:spacing w:line="240" w:lineRule="exact"/>
        <w:ind w:left="1134" w:right="1134"/>
        <w:rPr>
          <w:sz w:val="18"/>
          <w:szCs w:val="18"/>
        </w:rPr>
      </w:pPr>
      <w:r w:rsidRPr="00664355">
        <w:rPr>
          <w:i/>
          <w:iCs/>
          <w:sz w:val="18"/>
          <w:szCs w:val="18"/>
        </w:rPr>
        <w:t>Notes</w:t>
      </w:r>
      <w:r w:rsidRPr="00664355">
        <w:rPr>
          <w:sz w:val="18"/>
          <w:szCs w:val="18"/>
        </w:rPr>
        <w:t> :</w:t>
      </w:r>
    </w:p>
    <w:p w:rsidR="00F957A7" w:rsidRPr="00664355" w:rsidRDefault="00F957A7" w:rsidP="00F957A7">
      <w:pPr>
        <w:tabs>
          <w:tab w:val="right" w:pos="851"/>
        </w:tabs>
        <w:spacing w:line="240" w:lineRule="exact"/>
        <w:ind w:left="1134" w:right="1134"/>
        <w:rPr>
          <w:sz w:val="18"/>
          <w:szCs w:val="18"/>
        </w:rPr>
      </w:pPr>
      <w:r w:rsidRPr="00664355">
        <w:rPr>
          <w:sz w:val="18"/>
          <w:szCs w:val="18"/>
        </w:rPr>
        <w:t>a)</w:t>
      </w:r>
      <w:r w:rsidRPr="00664355">
        <w:rPr>
          <w:sz w:val="18"/>
          <w:szCs w:val="18"/>
        </w:rPr>
        <w:tab/>
        <w:t>À publier en tant que document officiel pour la session suivante.</w:t>
      </w:r>
    </w:p>
    <w:p w:rsidR="00F957A7" w:rsidRPr="00664355" w:rsidRDefault="00F957A7" w:rsidP="00F957A7">
      <w:pPr>
        <w:tabs>
          <w:tab w:val="right" w:pos="851"/>
        </w:tabs>
        <w:spacing w:line="240" w:lineRule="exact"/>
        <w:ind w:left="1134" w:right="1134"/>
        <w:rPr>
          <w:sz w:val="18"/>
          <w:szCs w:val="18"/>
        </w:rPr>
      </w:pPr>
      <w:r w:rsidRPr="00664355">
        <w:rPr>
          <w:sz w:val="18"/>
          <w:szCs w:val="18"/>
        </w:rPr>
        <w:t>b)</w:t>
      </w:r>
      <w:r w:rsidRPr="00664355">
        <w:rPr>
          <w:sz w:val="18"/>
          <w:szCs w:val="18"/>
        </w:rPr>
        <w:tab/>
        <w:t>Adopté.</w:t>
      </w:r>
    </w:p>
    <w:p w:rsidR="00F957A7" w:rsidRPr="00664355" w:rsidRDefault="00F957A7" w:rsidP="00F957A7">
      <w:pPr>
        <w:tabs>
          <w:tab w:val="right" w:pos="851"/>
        </w:tabs>
        <w:spacing w:line="240" w:lineRule="exact"/>
        <w:ind w:left="1134" w:right="1134"/>
        <w:rPr>
          <w:sz w:val="18"/>
          <w:szCs w:val="18"/>
        </w:rPr>
      </w:pPr>
      <w:r w:rsidRPr="00664355">
        <w:rPr>
          <w:sz w:val="18"/>
          <w:szCs w:val="18"/>
        </w:rPr>
        <w:t>c)</w:t>
      </w:r>
      <w:r w:rsidRPr="00664355">
        <w:rPr>
          <w:sz w:val="18"/>
          <w:szCs w:val="18"/>
        </w:rPr>
        <w:tab/>
        <w:t>Examen reporté ou à poursuivre à la prochaine session.</w:t>
      </w:r>
    </w:p>
    <w:p w:rsidR="00F957A7" w:rsidRPr="00664355" w:rsidRDefault="00F957A7" w:rsidP="00F957A7">
      <w:pPr>
        <w:tabs>
          <w:tab w:val="right" w:pos="851"/>
        </w:tabs>
        <w:spacing w:line="240" w:lineRule="exact"/>
        <w:ind w:left="1134" w:right="1134"/>
        <w:rPr>
          <w:sz w:val="18"/>
          <w:szCs w:val="18"/>
        </w:rPr>
      </w:pPr>
      <w:r w:rsidRPr="00664355">
        <w:rPr>
          <w:sz w:val="18"/>
          <w:szCs w:val="18"/>
        </w:rPr>
        <w:t>d)</w:t>
      </w:r>
      <w:r w:rsidRPr="00664355">
        <w:rPr>
          <w:sz w:val="18"/>
          <w:szCs w:val="18"/>
        </w:rPr>
        <w:tab/>
      </w:r>
      <w:r w:rsidR="00223DAE">
        <w:rPr>
          <w:sz w:val="18"/>
          <w:szCs w:val="18"/>
        </w:rPr>
        <w:t>Document dont l’examen est achevé ou qui doit être remplacé</w:t>
      </w:r>
      <w:r w:rsidRPr="00664355">
        <w:rPr>
          <w:sz w:val="18"/>
          <w:szCs w:val="18"/>
        </w:rPr>
        <w:t>.</w:t>
      </w:r>
    </w:p>
    <w:p w:rsidR="00F957A7" w:rsidRPr="00664355" w:rsidRDefault="00F957A7" w:rsidP="00F957A7">
      <w:pPr>
        <w:tabs>
          <w:tab w:val="right" w:pos="851"/>
        </w:tabs>
        <w:spacing w:line="240" w:lineRule="exact"/>
        <w:ind w:left="1134" w:right="1134"/>
        <w:rPr>
          <w:sz w:val="18"/>
          <w:szCs w:val="18"/>
        </w:rPr>
      </w:pPr>
      <w:r w:rsidRPr="00664355">
        <w:rPr>
          <w:sz w:val="18"/>
          <w:szCs w:val="18"/>
        </w:rPr>
        <w:t>e)</w:t>
      </w:r>
      <w:r w:rsidRPr="00664355">
        <w:rPr>
          <w:sz w:val="18"/>
          <w:szCs w:val="18"/>
        </w:rPr>
        <w:tab/>
        <w:t>Renvoyé au groupe de travail/groupe de travail informel</w:t>
      </w:r>
      <w:r w:rsidRPr="00664355">
        <w:rPr>
          <w:sz w:val="18"/>
          <w:szCs w:val="18"/>
          <w:vertAlign w:val="superscript"/>
        </w:rPr>
        <w:t xml:space="preserve"> </w:t>
      </w:r>
      <w:r w:rsidRPr="00664355">
        <w:rPr>
          <w:sz w:val="18"/>
          <w:szCs w:val="18"/>
        </w:rPr>
        <w:t>pour examen.</w:t>
      </w:r>
    </w:p>
    <w:p w:rsidR="00F957A7" w:rsidRPr="00921284" w:rsidRDefault="00F957A7" w:rsidP="00921284">
      <w:pPr>
        <w:pStyle w:val="HChG"/>
        <w:rPr>
          <w:sz w:val="18"/>
          <w:szCs w:val="18"/>
        </w:rPr>
      </w:pPr>
      <w:r w:rsidRPr="00664355">
        <w:rPr>
          <w:sz w:val="18"/>
          <w:szCs w:val="18"/>
        </w:rPr>
        <w:br w:type="page"/>
      </w:r>
      <w:bookmarkStart w:id="162" w:name="_Toc35591764"/>
      <w:r w:rsidRPr="00664355">
        <w:lastRenderedPageBreak/>
        <w:t>Annexe II</w:t>
      </w:r>
      <w:bookmarkEnd w:id="162"/>
    </w:p>
    <w:p w:rsidR="00F957A7" w:rsidRPr="00664355" w:rsidRDefault="00F957A7" w:rsidP="00F957A7">
      <w:pPr>
        <w:pStyle w:val="HChG"/>
        <w:rPr>
          <w:szCs w:val="28"/>
          <w:vertAlign w:val="superscript"/>
        </w:rPr>
      </w:pPr>
      <w:bookmarkStart w:id="163" w:name="_Toc392251189"/>
      <w:r w:rsidRPr="00664355">
        <w:tab/>
      </w:r>
      <w:r w:rsidRPr="00664355">
        <w:tab/>
      </w:r>
      <w:r w:rsidRPr="00664355">
        <w:rPr>
          <w:bCs/>
        </w:rPr>
        <w:t>État de l</w:t>
      </w:r>
      <w:r w:rsidR="004F3EFE">
        <w:rPr>
          <w:bCs/>
        </w:rPr>
        <w:t>’</w:t>
      </w:r>
      <w:r w:rsidRPr="00664355">
        <w:rPr>
          <w:bCs/>
        </w:rPr>
        <w:t>Accord de 1998, du Registre mondial et du Recueil de règlements admissibles</w:t>
      </w:r>
      <w:bookmarkStart w:id="164" w:name="_Toc478663192"/>
      <w:bookmarkStart w:id="165" w:name="_Toc468111754"/>
      <w:bookmarkStart w:id="166" w:name="_Toc455504040"/>
      <w:bookmarkStart w:id="167" w:name="_Toc35591765"/>
      <w:bookmarkStart w:id="168" w:name="_Hlk4427328"/>
      <w:bookmarkEnd w:id="163"/>
      <w:bookmarkEnd w:id="164"/>
      <w:bookmarkEnd w:id="165"/>
      <w:bookmarkEnd w:id="166"/>
      <w:bookmarkEnd w:id="167"/>
      <w:r w:rsidR="00921284" w:rsidRPr="00921284">
        <w:rPr>
          <w:rStyle w:val="Appelnotedebasdep"/>
          <w:b w:val="0"/>
          <w:sz w:val="20"/>
          <w:vertAlign w:val="baseline"/>
        </w:rPr>
        <w:footnoteReference w:customMarkFollows="1" w:id="8"/>
        <w:t>*</w:t>
      </w:r>
    </w:p>
    <w:p w:rsidR="00F957A7" w:rsidRPr="00664355" w:rsidRDefault="00F957A7" w:rsidP="00F957A7">
      <w:pPr>
        <w:pStyle w:val="HChG"/>
      </w:pPr>
      <w:bookmarkStart w:id="169" w:name="_Toc423423786"/>
      <w:bookmarkStart w:id="170" w:name="_Toc436139625"/>
      <w:r w:rsidRPr="00664355">
        <w:tab/>
      </w:r>
      <w:r w:rsidRPr="00664355">
        <w:tab/>
      </w:r>
      <w:r w:rsidRPr="00664355">
        <w:rPr>
          <w:bCs/>
        </w:rPr>
        <w:t>Priorités et propositions en ce qui concerne l</w:t>
      </w:r>
      <w:r w:rsidR="004F3EFE">
        <w:rPr>
          <w:bCs/>
        </w:rPr>
        <w:t>’</w:t>
      </w:r>
      <w:r w:rsidRPr="00664355">
        <w:rPr>
          <w:bCs/>
        </w:rPr>
        <w:t>élaboration de RTM ONU : Situation au</w:t>
      </w:r>
      <w:r w:rsidR="003412CF">
        <w:rPr>
          <w:bCs/>
        </w:rPr>
        <w:t xml:space="preserve"> </w:t>
      </w:r>
      <w:r w:rsidRPr="00664355">
        <w:rPr>
          <w:bCs/>
        </w:rPr>
        <w:t>11</w:t>
      </w:r>
      <w:r w:rsidR="003412CF">
        <w:rPr>
          <w:bCs/>
        </w:rPr>
        <w:t> </w:t>
      </w:r>
      <w:r w:rsidRPr="00664355">
        <w:rPr>
          <w:bCs/>
        </w:rPr>
        <w:t>mars</w:t>
      </w:r>
      <w:r w:rsidR="003412CF">
        <w:rPr>
          <w:bCs/>
        </w:rPr>
        <w:t xml:space="preserve"> </w:t>
      </w:r>
      <w:r w:rsidRPr="00664355">
        <w:rPr>
          <w:bCs/>
        </w:rPr>
        <w:t>2020</w:t>
      </w:r>
      <w:bookmarkStart w:id="171" w:name="_Toc35591766"/>
      <w:bookmarkEnd w:id="168"/>
      <w:bookmarkEnd w:id="169"/>
      <w:bookmarkEnd w:id="170"/>
      <w:bookmarkEnd w:id="171"/>
    </w:p>
    <w:p w:rsidR="00F957A7" w:rsidRPr="00664355" w:rsidRDefault="00F957A7" w:rsidP="00E51AB7">
      <w:pPr>
        <w:pStyle w:val="H1G"/>
      </w:pPr>
      <w:r w:rsidRPr="00664355">
        <w:t>GRVA</w:t>
      </w:r>
    </w:p>
    <w:tbl>
      <w:tblPr>
        <w:tblW w:w="997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5"/>
        <w:gridCol w:w="1025"/>
        <w:gridCol w:w="924"/>
        <w:gridCol w:w="1064"/>
        <w:gridCol w:w="1852"/>
        <w:gridCol w:w="3124"/>
      </w:tblGrid>
      <w:tr w:rsidR="00F957A7" w:rsidRPr="00664355" w:rsidTr="00E51AB7">
        <w:trPr>
          <w:trHeight w:val="603"/>
          <w:tblHeader/>
        </w:trPr>
        <w:tc>
          <w:tcPr>
            <w:tcW w:w="1985"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Rubrique</w:t>
            </w:r>
          </w:p>
        </w:tc>
        <w:tc>
          <w:tcPr>
            <w:tcW w:w="1025"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Groupe informel (oui</w:t>
            </w:r>
            <w:r w:rsidRPr="00664355">
              <w:rPr>
                <w:i/>
                <w:iCs/>
                <w:sz w:val="18"/>
                <w:szCs w:val="18"/>
              </w:rPr>
              <w:noBreakHyphen/>
              <w:t>non)/ Président(e) et</w:t>
            </w:r>
            <w:r w:rsidRPr="00664355">
              <w:rPr>
                <w:i/>
                <w:iCs/>
                <w:sz w:val="18"/>
                <w:szCs w:val="18"/>
                <w:vertAlign w:val="superscript"/>
              </w:rPr>
              <w:t xml:space="preserve"> </w:t>
            </w:r>
            <w:r w:rsidRPr="00664355">
              <w:rPr>
                <w:i/>
                <w:iCs/>
                <w:sz w:val="18"/>
                <w:szCs w:val="18"/>
              </w:rPr>
              <w:t>Vice-Président(e)</w:t>
            </w:r>
          </w:p>
        </w:tc>
        <w:tc>
          <w:tcPr>
            <w:tcW w:w="924"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rPr>
                <w:i/>
                <w:sz w:val="18"/>
                <w:szCs w:val="18"/>
              </w:rPr>
            </w:pPr>
            <w:r w:rsidRPr="00664355">
              <w:rPr>
                <w:i/>
                <w:iCs/>
                <w:sz w:val="18"/>
                <w:szCs w:val="18"/>
              </w:rPr>
              <w:t>Responsable</w:t>
            </w:r>
            <w:r w:rsidRPr="00664355">
              <w:rPr>
                <w:sz w:val="18"/>
                <w:szCs w:val="18"/>
              </w:rPr>
              <w:t xml:space="preserve"> </w:t>
            </w:r>
            <w:r w:rsidRPr="00664355">
              <w:rPr>
                <w:i/>
                <w:iCs/>
                <w:sz w:val="18"/>
                <w:szCs w:val="18"/>
              </w:rPr>
              <w:t>tech.</w:t>
            </w:r>
          </w:p>
        </w:tc>
        <w:tc>
          <w:tcPr>
            <w:tcW w:w="1064"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79"/>
              <w:rPr>
                <w:i/>
                <w:sz w:val="18"/>
                <w:szCs w:val="18"/>
              </w:rPr>
            </w:pPr>
            <w:r w:rsidRPr="00664355">
              <w:rPr>
                <w:i/>
                <w:iCs/>
                <w:sz w:val="18"/>
                <w:szCs w:val="18"/>
              </w:rPr>
              <w:t>Proposition officielle (ECE/TRANS/WP.29/...)</w:t>
            </w:r>
          </w:p>
        </w:tc>
        <w:tc>
          <w:tcPr>
            <w:tcW w:w="1852"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4"/>
              <w:rPr>
                <w:i/>
                <w:sz w:val="18"/>
                <w:szCs w:val="18"/>
              </w:rPr>
            </w:pPr>
            <w:r w:rsidRPr="00664355">
              <w:rPr>
                <w:i/>
                <w:iCs/>
                <w:sz w:val="18"/>
                <w:szCs w:val="18"/>
              </w:rPr>
              <w:t>Proposition de projet</w:t>
            </w:r>
            <w:r w:rsidRPr="00664355">
              <w:rPr>
                <w:i/>
                <w:iCs/>
                <w:sz w:val="18"/>
                <w:szCs w:val="18"/>
                <w:vertAlign w:val="superscript"/>
              </w:rPr>
              <w:t xml:space="preserve"> </w:t>
            </w:r>
            <w:r w:rsidRPr="00664355">
              <w:rPr>
                <w:i/>
                <w:iCs/>
                <w:sz w:val="18"/>
                <w:szCs w:val="18"/>
              </w:rPr>
              <w:t>de RTM ONU (ECE/TRANS/WP.29/…)</w:t>
            </w:r>
          </w:p>
        </w:tc>
        <w:tc>
          <w:tcPr>
            <w:tcW w:w="3124"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Stade/Observations</w:t>
            </w:r>
          </w:p>
        </w:tc>
      </w:tr>
      <w:tr w:rsidR="00F957A7" w:rsidRPr="00664355" w:rsidTr="00E51AB7">
        <w:tc>
          <w:tcPr>
            <w:tcW w:w="1985" w:type="dxa"/>
            <w:tcBorders>
              <w:top w:val="nil"/>
              <w:left w:val="nil"/>
              <w:bottom w:val="single" w:sz="12" w:space="0" w:color="auto"/>
              <w:right w:val="nil"/>
            </w:tcBorders>
            <w:hideMark/>
          </w:tcPr>
          <w:p w:rsidR="00F957A7" w:rsidRPr="00664355" w:rsidRDefault="00F957A7" w:rsidP="00D64D4A">
            <w:pPr>
              <w:spacing w:before="40" w:after="120" w:line="220" w:lineRule="exact"/>
              <w:ind w:right="9"/>
              <w:rPr>
                <w:sz w:val="18"/>
                <w:szCs w:val="18"/>
              </w:rPr>
            </w:pPr>
            <w:r w:rsidRPr="00664355">
              <w:rPr>
                <w:sz w:val="18"/>
                <w:szCs w:val="18"/>
              </w:rPr>
              <w:t>[Amendement 3]</w:t>
            </w:r>
            <w:r w:rsidRPr="00664355">
              <w:rPr>
                <w:sz w:val="18"/>
                <w:szCs w:val="18"/>
                <w:vertAlign w:val="superscript"/>
              </w:rPr>
              <w:t xml:space="preserve"> </w:t>
            </w:r>
            <w:r w:rsidRPr="00664355">
              <w:rPr>
                <w:sz w:val="18"/>
                <w:szCs w:val="18"/>
              </w:rPr>
              <w:t>au RTM ONU n</w:t>
            </w:r>
            <w:r w:rsidRPr="00664355">
              <w:rPr>
                <w:sz w:val="18"/>
                <w:szCs w:val="18"/>
                <w:vertAlign w:val="superscript"/>
              </w:rPr>
              <w:t>o</w:t>
            </w:r>
            <w:r w:rsidRPr="00664355">
              <w:rPr>
                <w:sz w:val="18"/>
                <w:szCs w:val="18"/>
              </w:rPr>
              <w:t> 3 (Systèmes de freinage des motocycles)</w:t>
            </w:r>
          </w:p>
          <w:p w:rsidR="00F957A7" w:rsidRPr="00664355" w:rsidRDefault="00F957A7" w:rsidP="00D64D4A">
            <w:pPr>
              <w:spacing w:before="40" w:after="120" w:line="220" w:lineRule="exact"/>
              <w:ind w:right="9"/>
              <w:rPr>
                <w:sz w:val="18"/>
                <w:szCs w:val="18"/>
              </w:rPr>
            </w:pPr>
            <w:r w:rsidRPr="00664355">
              <w:rPr>
                <w:sz w:val="18"/>
                <w:szCs w:val="18"/>
              </w:rPr>
              <w:t>[Amendement 1 au RTM</w:t>
            </w:r>
            <w:r w:rsidR="00E51AB7">
              <w:rPr>
                <w:sz w:val="18"/>
                <w:szCs w:val="18"/>
              </w:rPr>
              <w:t xml:space="preserve"> </w:t>
            </w:r>
            <w:r w:rsidRPr="00664355">
              <w:rPr>
                <w:sz w:val="18"/>
                <w:szCs w:val="18"/>
              </w:rPr>
              <w:t>ONU n</w:t>
            </w:r>
            <w:r w:rsidRPr="00664355">
              <w:rPr>
                <w:sz w:val="18"/>
                <w:szCs w:val="18"/>
                <w:vertAlign w:val="superscript"/>
              </w:rPr>
              <w:t>o</w:t>
            </w:r>
            <w:r w:rsidRPr="00664355">
              <w:rPr>
                <w:sz w:val="18"/>
                <w:szCs w:val="18"/>
              </w:rPr>
              <w:t> 8 (ESC)]</w:t>
            </w:r>
          </w:p>
        </w:tc>
        <w:tc>
          <w:tcPr>
            <w:tcW w:w="1025" w:type="dxa"/>
            <w:tcBorders>
              <w:top w:val="nil"/>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Non</w:t>
            </w:r>
          </w:p>
        </w:tc>
        <w:tc>
          <w:tcPr>
            <w:tcW w:w="924" w:type="dxa"/>
            <w:tcBorders>
              <w:top w:val="nil"/>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Italie</w:t>
            </w:r>
          </w:p>
        </w:tc>
        <w:tc>
          <w:tcPr>
            <w:tcW w:w="1064" w:type="dxa"/>
            <w:tcBorders>
              <w:top w:val="nil"/>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AC.3/47</w:t>
            </w:r>
          </w:p>
        </w:tc>
        <w:tc>
          <w:tcPr>
            <w:tcW w:w="1852" w:type="dxa"/>
            <w:tcBorders>
              <w:top w:val="nil"/>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GRVA/2019/23</w:t>
            </w:r>
          </w:p>
        </w:tc>
        <w:tc>
          <w:tcPr>
            <w:tcW w:w="3124" w:type="dxa"/>
            <w:tcBorders>
              <w:top w:val="nil"/>
              <w:left w:val="nil"/>
              <w:bottom w:val="single" w:sz="12"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Le GRVA a achevé les travaux sur ce point et a recommandé sa proposition à l</w:t>
            </w:r>
            <w:r w:rsidR="004F3EFE">
              <w:rPr>
                <w:sz w:val="18"/>
                <w:szCs w:val="18"/>
              </w:rPr>
              <w:t>’</w:t>
            </w:r>
            <w:r w:rsidRPr="00664355">
              <w:rPr>
                <w:sz w:val="18"/>
                <w:szCs w:val="18"/>
              </w:rPr>
              <w:t>AC.3 pour une mise aux voix en mars 2020.</w:t>
            </w:r>
          </w:p>
          <w:p w:rsidR="00F957A7" w:rsidRPr="00664355" w:rsidRDefault="00F957A7" w:rsidP="00D64D4A">
            <w:pPr>
              <w:spacing w:before="40" w:after="120" w:line="220" w:lineRule="exact"/>
              <w:ind w:right="113"/>
              <w:jc w:val="both"/>
              <w:rPr>
                <w:sz w:val="18"/>
                <w:szCs w:val="18"/>
              </w:rPr>
            </w:pPr>
            <w:r w:rsidRPr="00664355">
              <w:rPr>
                <w:sz w:val="18"/>
                <w:szCs w:val="18"/>
              </w:rPr>
              <w:t>Des discussions préliminaires ont eu lieu lors de la réunion du GRVA et de la session en cours.</w:t>
            </w:r>
          </w:p>
        </w:tc>
      </w:tr>
    </w:tbl>
    <w:p w:rsidR="00F957A7" w:rsidRPr="00664355" w:rsidRDefault="00F957A7" w:rsidP="00E51AB7">
      <w:pPr>
        <w:pStyle w:val="H1G"/>
      </w:pPr>
      <w:r w:rsidRPr="00664355">
        <w:t>GRSP</w:t>
      </w:r>
    </w:p>
    <w:tbl>
      <w:tblPr>
        <w:tblW w:w="99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3"/>
        <w:gridCol w:w="1160"/>
        <w:gridCol w:w="1107"/>
        <w:gridCol w:w="1019"/>
        <w:gridCol w:w="1813"/>
        <w:gridCol w:w="3003"/>
      </w:tblGrid>
      <w:tr w:rsidR="00F957A7" w:rsidRPr="00664355" w:rsidTr="00D64D4A">
        <w:trPr>
          <w:trHeight w:val="1012"/>
          <w:tblHeader/>
        </w:trPr>
        <w:tc>
          <w:tcPr>
            <w:tcW w:w="1843"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Rubrique</w:t>
            </w:r>
          </w:p>
        </w:tc>
        <w:tc>
          <w:tcPr>
            <w:tcW w:w="1160"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23"/>
              <w:rPr>
                <w:i/>
                <w:sz w:val="18"/>
                <w:szCs w:val="18"/>
              </w:rPr>
            </w:pPr>
            <w:r w:rsidRPr="00664355">
              <w:rPr>
                <w:i/>
                <w:iCs/>
                <w:sz w:val="18"/>
                <w:szCs w:val="18"/>
              </w:rPr>
              <w:t>Groupe informel (oui</w:t>
            </w:r>
            <w:r w:rsidRPr="00664355">
              <w:rPr>
                <w:i/>
                <w:iCs/>
                <w:sz w:val="18"/>
                <w:szCs w:val="18"/>
              </w:rPr>
              <w:noBreakHyphen/>
              <w:t>non)/ Président(e) et</w:t>
            </w:r>
            <w:r w:rsidRPr="00664355">
              <w:rPr>
                <w:i/>
                <w:iCs/>
                <w:sz w:val="18"/>
                <w:szCs w:val="18"/>
                <w:vertAlign w:val="superscript"/>
              </w:rPr>
              <w:t xml:space="preserve"> </w:t>
            </w:r>
            <w:r w:rsidRPr="00664355">
              <w:rPr>
                <w:i/>
                <w:iCs/>
                <w:sz w:val="18"/>
                <w:szCs w:val="18"/>
              </w:rPr>
              <w:t>Vice-Président(e)</w:t>
            </w:r>
          </w:p>
        </w:tc>
        <w:tc>
          <w:tcPr>
            <w:tcW w:w="1107"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Responsable</w:t>
            </w:r>
            <w:r w:rsidRPr="00664355">
              <w:rPr>
                <w:sz w:val="18"/>
                <w:szCs w:val="18"/>
              </w:rPr>
              <w:t xml:space="preserve"> </w:t>
            </w:r>
            <w:r w:rsidRPr="00664355">
              <w:rPr>
                <w:i/>
                <w:iCs/>
                <w:sz w:val="18"/>
                <w:szCs w:val="18"/>
              </w:rPr>
              <w:t>tech.</w:t>
            </w:r>
          </w:p>
        </w:tc>
        <w:tc>
          <w:tcPr>
            <w:tcW w:w="1019"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rPr>
                <w:i/>
                <w:sz w:val="18"/>
                <w:szCs w:val="18"/>
              </w:rPr>
            </w:pPr>
            <w:r w:rsidRPr="00664355">
              <w:rPr>
                <w:i/>
                <w:iCs/>
                <w:sz w:val="18"/>
                <w:szCs w:val="18"/>
              </w:rPr>
              <w:t>Proposition officielle (ECE/TRANS/WP.29/...)</w:t>
            </w:r>
          </w:p>
        </w:tc>
        <w:tc>
          <w:tcPr>
            <w:tcW w:w="1813"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rPr>
                <w:i/>
                <w:sz w:val="18"/>
                <w:szCs w:val="18"/>
              </w:rPr>
            </w:pPr>
            <w:r w:rsidRPr="00664355">
              <w:rPr>
                <w:i/>
                <w:iCs/>
                <w:sz w:val="18"/>
                <w:szCs w:val="18"/>
              </w:rPr>
              <w:t>Proposition de projet</w:t>
            </w:r>
            <w:r w:rsidRPr="00664355">
              <w:rPr>
                <w:i/>
                <w:iCs/>
                <w:sz w:val="18"/>
                <w:szCs w:val="18"/>
                <w:vertAlign w:val="superscript"/>
              </w:rPr>
              <w:t xml:space="preserve"> </w:t>
            </w:r>
            <w:r w:rsidRPr="00664355">
              <w:rPr>
                <w:i/>
                <w:iCs/>
                <w:sz w:val="18"/>
                <w:szCs w:val="18"/>
              </w:rPr>
              <w:t>de RTM ONU (ECE/TRANS/WP.29/…)</w:t>
            </w:r>
          </w:p>
        </w:tc>
        <w:tc>
          <w:tcPr>
            <w:tcW w:w="3003"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Stade/Observations</w:t>
            </w:r>
          </w:p>
        </w:tc>
      </w:tr>
      <w:tr w:rsidR="00F957A7" w:rsidRPr="00664355" w:rsidTr="00D64D4A">
        <w:trPr>
          <w:trHeight w:val="642"/>
        </w:trPr>
        <w:tc>
          <w:tcPr>
            <w:tcW w:w="1843" w:type="dxa"/>
            <w:tcBorders>
              <w:top w:val="nil"/>
              <w:left w:val="nil"/>
              <w:bottom w:val="single" w:sz="4" w:space="0" w:color="auto"/>
              <w:right w:val="nil"/>
            </w:tcBorders>
            <w:hideMark/>
          </w:tcPr>
          <w:p w:rsidR="00F957A7" w:rsidRPr="00664355" w:rsidRDefault="00F957A7" w:rsidP="00D64D4A">
            <w:pPr>
              <w:spacing w:before="40" w:after="120" w:line="220" w:lineRule="exact"/>
              <w:ind w:right="42"/>
              <w:rPr>
                <w:sz w:val="18"/>
                <w:szCs w:val="18"/>
              </w:rPr>
            </w:pPr>
            <w:r w:rsidRPr="00664355">
              <w:rPr>
                <w:sz w:val="18"/>
                <w:szCs w:val="18"/>
              </w:rPr>
              <w:t>Phase 2 du RTM ONU n</w:t>
            </w:r>
            <w:r w:rsidRPr="00664355">
              <w:rPr>
                <w:sz w:val="18"/>
                <w:szCs w:val="18"/>
                <w:vertAlign w:val="superscript"/>
              </w:rPr>
              <w:t>o</w:t>
            </w:r>
            <w:r w:rsidRPr="00664355">
              <w:rPr>
                <w:sz w:val="18"/>
                <w:szCs w:val="18"/>
              </w:rPr>
              <w:t> 7</w:t>
            </w:r>
            <w:r w:rsidRPr="00664355">
              <w:rPr>
                <w:sz w:val="18"/>
                <w:szCs w:val="18"/>
                <w:vertAlign w:val="superscript"/>
              </w:rPr>
              <w:t xml:space="preserve"> </w:t>
            </w:r>
            <w:r w:rsidRPr="00664355">
              <w:rPr>
                <w:sz w:val="18"/>
                <w:szCs w:val="18"/>
              </w:rPr>
              <w:t>(Appuie-tête)</w:t>
            </w:r>
          </w:p>
        </w:tc>
        <w:tc>
          <w:tcPr>
            <w:tcW w:w="1160" w:type="dxa"/>
            <w:tcBorders>
              <w:top w:val="nil"/>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Oui/</w:t>
            </w:r>
            <w:r w:rsidRPr="00664355">
              <w:rPr>
                <w:sz w:val="18"/>
                <w:szCs w:val="18"/>
              </w:rPr>
              <w:br/>
              <w:t>Royaume-Uni</w:t>
            </w:r>
          </w:p>
        </w:tc>
        <w:tc>
          <w:tcPr>
            <w:tcW w:w="1107" w:type="dxa"/>
            <w:tcBorders>
              <w:top w:val="nil"/>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Japon</w:t>
            </w:r>
          </w:p>
        </w:tc>
        <w:tc>
          <w:tcPr>
            <w:tcW w:w="1019" w:type="dxa"/>
            <w:tcBorders>
              <w:top w:val="nil"/>
              <w:left w:val="nil"/>
              <w:bottom w:val="single" w:sz="4" w:space="0" w:color="auto"/>
              <w:right w:val="nil"/>
            </w:tcBorders>
          </w:tcPr>
          <w:p w:rsidR="00F957A7" w:rsidRPr="00664355" w:rsidRDefault="00F957A7" w:rsidP="00D64D4A">
            <w:pPr>
              <w:spacing w:before="40" w:after="120" w:line="220" w:lineRule="exact"/>
              <w:ind w:right="113"/>
              <w:rPr>
                <w:sz w:val="18"/>
                <w:szCs w:val="18"/>
              </w:rPr>
            </w:pPr>
            <w:r w:rsidRPr="00664355">
              <w:rPr>
                <w:sz w:val="18"/>
                <w:szCs w:val="18"/>
              </w:rPr>
              <w:t>AC.3/25/ Rev.1</w:t>
            </w:r>
          </w:p>
        </w:tc>
        <w:tc>
          <w:tcPr>
            <w:tcW w:w="1813" w:type="dxa"/>
            <w:tcBorders>
              <w:top w:val="nil"/>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2014/86</w:t>
            </w:r>
          </w:p>
          <w:p w:rsidR="00F957A7" w:rsidRPr="00664355" w:rsidRDefault="00F957A7" w:rsidP="00D64D4A">
            <w:pPr>
              <w:spacing w:before="40" w:after="120" w:line="220" w:lineRule="exact"/>
              <w:ind w:right="113"/>
              <w:rPr>
                <w:sz w:val="18"/>
                <w:szCs w:val="18"/>
              </w:rPr>
            </w:pPr>
            <w:r w:rsidRPr="00664355">
              <w:rPr>
                <w:sz w:val="18"/>
                <w:szCs w:val="18"/>
              </w:rPr>
              <w:t>(4</w:t>
            </w:r>
            <w:r w:rsidRPr="00664355">
              <w:rPr>
                <w:sz w:val="18"/>
                <w:szCs w:val="18"/>
                <w:vertAlign w:val="superscript"/>
              </w:rPr>
              <w:t>e</w:t>
            </w:r>
            <w:r w:rsidR="007865FA">
              <w:rPr>
                <w:sz w:val="18"/>
                <w:szCs w:val="18"/>
              </w:rPr>
              <w:t> </w:t>
            </w:r>
            <w:r w:rsidRPr="00664355">
              <w:rPr>
                <w:sz w:val="18"/>
                <w:szCs w:val="18"/>
              </w:rPr>
              <w:t>rapport d</w:t>
            </w:r>
            <w:r w:rsidR="004F3EFE">
              <w:rPr>
                <w:sz w:val="18"/>
                <w:szCs w:val="18"/>
              </w:rPr>
              <w:t>’</w:t>
            </w:r>
            <w:r w:rsidRPr="00664355">
              <w:rPr>
                <w:sz w:val="18"/>
                <w:szCs w:val="18"/>
              </w:rPr>
              <w:t>activité)</w:t>
            </w:r>
          </w:p>
          <w:p w:rsidR="00F957A7" w:rsidRPr="00664355" w:rsidRDefault="00F957A7" w:rsidP="00D64D4A">
            <w:pPr>
              <w:spacing w:before="40" w:after="120" w:line="220" w:lineRule="exact"/>
              <w:ind w:right="113"/>
              <w:rPr>
                <w:sz w:val="18"/>
                <w:szCs w:val="18"/>
              </w:rPr>
            </w:pPr>
            <w:r w:rsidRPr="00664355">
              <w:rPr>
                <w:sz w:val="18"/>
                <w:szCs w:val="18"/>
              </w:rPr>
              <w:t>GRSP/2019/5</w:t>
            </w:r>
          </w:p>
          <w:p w:rsidR="00F957A7" w:rsidRPr="00664355" w:rsidRDefault="00F957A7" w:rsidP="00D64D4A">
            <w:pPr>
              <w:spacing w:before="40" w:after="120" w:line="220" w:lineRule="exact"/>
              <w:ind w:right="113"/>
              <w:rPr>
                <w:sz w:val="18"/>
                <w:szCs w:val="18"/>
              </w:rPr>
            </w:pPr>
            <w:r w:rsidRPr="00664355">
              <w:rPr>
                <w:sz w:val="18"/>
                <w:szCs w:val="18"/>
              </w:rPr>
              <w:t>(Projet de RTM ONU)</w:t>
            </w:r>
          </w:p>
        </w:tc>
        <w:tc>
          <w:tcPr>
            <w:tcW w:w="3003" w:type="dxa"/>
            <w:tcBorders>
              <w:top w:val="nil"/>
              <w:left w:val="nil"/>
              <w:bottom w:val="single" w:sz="4" w:space="0" w:color="auto"/>
              <w:right w:val="nil"/>
            </w:tcBorders>
            <w:hideMark/>
          </w:tcPr>
          <w:p w:rsidR="00F957A7" w:rsidRPr="007865FA" w:rsidRDefault="00F957A7" w:rsidP="00D64D4A">
            <w:pPr>
              <w:spacing w:before="40" w:after="120" w:line="220" w:lineRule="exact"/>
              <w:ind w:right="113"/>
              <w:jc w:val="both"/>
              <w:rPr>
                <w:spacing w:val="-2"/>
                <w:sz w:val="18"/>
                <w:szCs w:val="18"/>
              </w:rPr>
            </w:pPr>
            <w:r w:rsidRPr="007865FA">
              <w:rPr>
                <w:spacing w:val="-2"/>
                <w:sz w:val="18"/>
                <w:szCs w:val="18"/>
              </w:rPr>
              <w:t>L</w:t>
            </w:r>
            <w:r w:rsidR="004F3EFE">
              <w:rPr>
                <w:spacing w:val="-2"/>
                <w:sz w:val="18"/>
                <w:szCs w:val="18"/>
              </w:rPr>
              <w:t>’</w:t>
            </w:r>
            <w:r w:rsidRPr="007865FA">
              <w:rPr>
                <w:spacing w:val="-2"/>
                <w:sz w:val="18"/>
                <w:szCs w:val="18"/>
              </w:rPr>
              <w:t>AC.3 est censé voter sur l</w:t>
            </w:r>
            <w:r w:rsidR="004F3EFE">
              <w:rPr>
                <w:spacing w:val="-2"/>
                <w:sz w:val="18"/>
                <w:szCs w:val="18"/>
              </w:rPr>
              <w:t>’</w:t>
            </w:r>
            <w:r w:rsidRPr="007865FA">
              <w:rPr>
                <w:spacing w:val="-2"/>
                <w:sz w:val="18"/>
                <w:szCs w:val="18"/>
              </w:rPr>
              <w:t>amendement</w:t>
            </w:r>
            <w:r w:rsidR="00CA02A6">
              <w:rPr>
                <w:spacing w:val="-2"/>
                <w:sz w:val="18"/>
                <w:szCs w:val="18"/>
              </w:rPr>
              <w:t xml:space="preserve"> 1 au RTM ONU </w:t>
            </w:r>
            <w:r w:rsidR="00CA02A6" w:rsidRPr="00CA02A6">
              <w:rPr>
                <w:rFonts w:eastAsia="MS Mincho"/>
                <w:spacing w:val="-2"/>
                <w:sz w:val="18"/>
                <w:szCs w:val="18"/>
              </w:rPr>
              <w:t>n</w:t>
            </w:r>
            <w:r w:rsidR="00CA02A6" w:rsidRPr="00CA02A6">
              <w:rPr>
                <w:rFonts w:eastAsia="MS Mincho"/>
                <w:spacing w:val="-2"/>
                <w:sz w:val="18"/>
                <w:szCs w:val="18"/>
                <w:vertAlign w:val="superscript"/>
              </w:rPr>
              <w:t>o</w:t>
            </w:r>
            <w:r w:rsidR="00CA02A6">
              <w:rPr>
                <w:spacing w:val="-2"/>
                <w:sz w:val="18"/>
                <w:szCs w:val="18"/>
              </w:rPr>
              <w:t xml:space="preserve"> 7 </w:t>
            </w:r>
            <w:r w:rsidRPr="007865FA">
              <w:rPr>
                <w:spacing w:val="-2"/>
                <w:sz w:val="18"/>
                <w:szCs w:val="18"/>
              </w:rPr>
              <w:t>à sa session de juin 2020</w:t>
            </w:r>
            <w:r w:rsidR="007865FA" w:rsidRPr="007865FA">
              <w:rPr>
                <w:spacing w:val="-2"/>
                <w:sz w:val="18"/>
                <w:szCs w:val="18"/>
              </w:rPr>
              <w:t>.</w:t>
            </w:r>
          </w:p>
          <w:p w:rsidR="00F957A7" w:rsidRPr="00664355" w:rsidRDefault="00F957A7" w:rsidP="00D64D4A">
            <w:pPr>
              <w:spacing w:before="40" w:after="120" w:line="220" w:lineRule="exact"/>
              <w:ind w:right="113"/>
              <w:jc w:val="both"/>
              <w:rPr>
                <w:sz w:val="18"/>
                <w:szCs w:val="18"/>
              </w:rPr>
            </w:pPr>
            <w:r w:rsidRPr="00664355">
              <w:rPr>
                <w:sz w:val="18"/>
                <w:szCs w:val="18"/>
              </w:rPr>
              <w:t>Il est prévu que le GRSP achève ses discussions sur le projet d</w:t>
            </w:r>
            <w:r w:rsidR="004F3EFE">
              <w:rPr>
                <w:sz w:val="18"/>
                <w:szCs w:val="18"/>
              </w:rPr>
              <w:t>’</w:t>
            </w:r>
            <w:r w:rsidRPr="00664355">
              <w:rPr>
                <w:sz w:val="18"/>
                <w:szCs w:val="18"/>
              </w:rPr>
              <w:t xml:space="preserve">additif 1 à la R.M.1, à sa session de mai 2020. </w:t>
            </w:r>
          </w:p>
        </w:tc>
      </w:tr>
      <w:tr w:rsidR="00F957A7" w:rsidRPr="00664355" w:rsidTr="00D64D4A">
        <w:trPr>
          <w:cantSplit/>
          <w:trHeight w:val="826"/>
        </w:trPr>
        <w:tc>
          <w:tcPr>
            <w:tcW w:w="184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Amendement 2 − Phase 2 du RTM ONU n</w:t>
            </w:r>
            <w:r w:rsidRPr="00664355">
              <w:rPr>
                <w:sz w:val="18"/>
                <w:szCs w:val="18"/>
                <w:vertAlign w:val="superscript"/>
              </w:rPr>
              <w:t>o</w:t>
            </w:r>
            <w:r w:rsidRPr="00664355">
              <w:rPr>
                <w:sz w:val="18"/>
                <w:szCs w:val="18"/>
              </w:rPr>
              <w:t> 9 (Flex-PLI) (Protection des piétons)</w:t>
            </w:r>
          </w:p>
        </w:tc>
        <w:tc>
          <w:tcPr>
            <w:tcW w:w="1160" w:type="dxa"/>
            <w:tcBorders>
              <w:top w:val="single" w:sz="4" w:space="0" w:color="auto"/>
              <w:left w:val="nil"/>
              <w:bottom w:val="single" w:sz="4" w:space="0" w:color="auto"/>
              <w:right w:val="nil"/>
            </w:tcBorders>
            <w:hideMark/>
          </w:tcPr>
          <w:p w:rsidR="002F61BC" w:rsidRDefault="00F957A7" w:rsidP="00D64D4A">
            <w:pPr>
              <w:spacing w:before="40" w:after="120" w:line="220" w:lineRule="exact"/>
              <w:rPr>
                <w:sz w:val="18"/>
                <w:szCs w:val="18"/>
              </w:rPr>
            </w:pPr>
            <w:r w:rsidRPr="00664355">
              <w:rPr>
                <w:sz w:val="18"/>
                <w:szCs w:val="18"/>
              </w:rPr>
              <w:t>Oui/</w:t>
            </w:r>
          </w:p>
          <w:p w:rsidR="00F957A7" w:rsidRPr="00664355" w:rsidRDefault="00F957A7" w:rsidP="00D64D4A">
            <w:pPr>
              <w:spacing w:before="40" w:after="120" w:line="220" w:lineRule="exact"/>
              <w:rPr>
                <w:sz w:val="18"/>
                <w:szCs w:val="18"/>
              </w:rPr>
            </w:pPr>
            <w:r w:rsidRPr="00664355">
              <w:rPr>
                <w:sz w:val="18"/>
                <w:szCs w:val="18"/>
              </w:rPr>
              <w:t>Allemagne/ Japon</w:t>
            </w:r>
          </w:p>
        </w:tc>
        <w:tc>
          <w:tcPr>
            <w:tcW w:w="1107"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Allemagne/ Japon</w:t>
            </w:r>
          </w:p>
        </w:tc>
        <w:tc>
          <w:tcPr>
            <w:tcW w:w="1019"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AC.3/24</w:t>
            </w:r>
          </w:p>
        </w:tc>
        <w:tc>
          <w:tcPr>
            <w:tcW w:w="181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rPr>
                <w:sz w:val="18"/>
                <w:szCs w:val="18"/>
              </w:rPr>
            </w:pPr>
            <w:r w:rsidRPr="00664355">
              <w:rPr>
                <w:sz w:val="18"/>
                <w:szCs w:val="18"/>
              </w:rPr>
              <w:t>2019/119</w:t>
            </w:r>
          </w:p>
        </w:tc>
        <w:tc>
          <w:tcPr>
            <w:tcW w:w="300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À sa session de novembre 2019, l</w:t>
            </w:r>
            <w:r w:rsidR="004F3EFE">
              <w:rPr>
                <w:sz w:val="18"/>
                <w:szCs w:val="18"/>
              </w:rPr>
              <w:t>’</w:t>
            </w:r>
            <w:r w:rsidRPr="00664355">
              <w:rPr>
                <w:sz w:val="18"/>
                <w:szCs w:val="18"/>
              </w:rPr>
              <w:t>AC.3 a adopté l</w:t>
            </w:r>
            <w:r w:rsidR="004F3EFE">
              <w:rPr>
                <w:sz w:val="18"/>
                <w:szCs w:val="18"/>
              </w:rPr>
              <w:t>’</w:t>
            </w:r>
            <w:r w:rsidRPr="00664355">
              <w:rPr>
                <w:sz w:val="18"/>
                <w:szCs w:val="18"/>
              </w:rPr>
              <w:t>amendement 2 à la Résolution mutuelle n</w:t>
            </w:r>
            <w:r w:rsidRPr="00664355">
              <w:rPr>
                <w:sz w:val="18"/>
                <w:szCs w:val="18"/>
                <w:vertAlign w:val="superscript"/>
              </w:rPr>
              <w:t>o</w:t>
            </w:r>
            <w:r w:rsidRPr="00664355">
              <w:rPr>
                <w:sz w:val="18"/>
                <w:szCs w:val="18"/>
              </w:rPr>
              <w:t> 1 tendant à insérer l</w:t>
            </w:r>
            <w:r w:rsidR="004F3EFE">
              <w:rPr>
                <w:sz w:val="18"/>
                <w:szCs w:val="18"/>
              </w:rPr>
              <w:t>’</w:t>
            </w:r>
            <w:r w:rsidRPr="00664355">
              <w:rPr>
                <w:sz w:val="18"/>
                <w:szCs w:val="18"/>
              </w:rPr>
              <w:t>additif 3 relatif aux</w:t>
            </w:r>
            <w:r w:rsidR="009B5CCF">
              <w:rPr>
                <w:sz w:val="18"/>
                <w:szCs w:val="18"/>
              </w:rPr>
              <w:t xml:space="preserve"> </w:t>
            </w:r>
            <w:r w:rsidRPr="00664355">
              <w:rPr>
                <w:sz w:val="18"/>
                <w:szCs w:val="18"/>
              </w:rPr>
              <w:t>dessins et spécifications techniques des jambes d</w:t>
            </w:r>
            <w:r w:rsidR="004F3EFE">
              <w:rPr>
                <w:sz w:val="18"/>
                <w:szCs w:val="18"/>
              </w:rPr>
              <w:t>’</w:t>
            </w:r>
            <w:r w:rsidRPr="00664355">
              <w:rPr>
                <w:sz w:val="18"/>
                <w:szCs w:val="18"/>
              </w:rPr>
              <w:t>essai souples.</w:t>
            </w:r>
          </w:p>
        </w:tc>
      </w:tr>
      <w:tr w:rsidR="00F957A7" w:rsidRPr="00664355" w:rsidTr="00D64D4A">
        <w:trPr>
          <w:trHeight w:val="711"/>
        </w:trPr>
        <w:tc>
          <w:tcPr>
            <w:tcW w:w="184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Amendement 3 au RTM-ONU n</w:t>
            </w:r>
            <w:r w:rsidRPr="00664355">
              <w:rPr>
                <w:sz w:val="18"/>
                <w:szCs w:val="18"/>
                <w:vertAlign w:val="superscript"/>
              </w:rPr>
              <w:t>o</w:t>
            </w:r>
            <w:r w:rsidRPr="00664355">
              <w:rPr>
                <w:sz w:val="18"/>
                <w:szCs w:val="18"/>
              </w:rPr>
              <w:t> 9</w:t>
            </w:r>
          </w:p>
        </w:tc>
        <w:tc>
          <w:tcPr>
            <w:tcW w:w="1160" w:type="dxa"/>
            <w:tcBorders>
              <w:top w:val="single" w:sz="4"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rPr>
            </w:pPr>
          </w:p>
        </w:tc>
        <w:tc>
          <w:tcPr>
            <w:tcW w:w="1107"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pacing w:val="-4"/>
                <w:sz w:val="18"/>
                <w:szCs w:val="18"/>
              </w:rPr>
            </w:pPr>
            <w:r w:rsidRPr="00664355">
              <w:rPr>
                <w:sz w:val="18"/>
                <w:szCs w:val="18"/>
              </w:rPr>
              <w:t>Pays-Bas</w:t>
            </w:r>
          </w:p>
        </w:tc>
        <w:tc>
          <w:tcPr>
            <w:tcW w:w="1019"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AC.3/31</w:t>
            </w:r>
          </w:p>
        </w:tc>
        <w:tc>
          <w:tcPr>
            <w:tcW w:w="181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GRSP/2012/2 GRSP/2014/5</w:t>
            </w:r>
          </w:p>
        </w:tc>
        <w:tc>
          <w:tcPr>
            <w:tcW w:w="300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À sa session de mai 2020, le GRSP poursuivra l</w:t>
            </w:r>
            <w:r w:rsidR="004F3EFE">
              <w:rPr>
                <w:sz w:val="18"/>
                <w:szCs w:val="18"/>
              </w:rPr>
              <w:t>’</w:t>
            </w:r>
            <w:r w:rsidRPr="00664355">
              <w:rPr>
                <w:sz w:val="18"/>
                <w:szCs w:val="18"/>
              </w:rPr>
              <w:t>examen d</w:t>
            </w:r>
            <w:r w:rsidR="004F3EFE">
              <w:rPr>
                <w:sz w:val="18"/>
                <w:szCs w:val="18"/>
              </w:rPr>
              <w:t>’</w:t>
            </w:r>
            <w:r w:rsidRPr="00664355">
              <w:rPr>
                <w:sz w:val="18"/>
                <w:szCs w:val="18"/>
              </w:rPr>
              <w:t>une proposition concernant les</w:t>
            </w:r>
            <w:r w:rsidR="009B5CCF">
              <w:rPr>
                <w:sz w:val="18"/>
                <w:szCs w:val="18"/>
              </w:rPr>
              <w:t xml:space="preserve"> </w:t>
            </w:r>
            <w:r w:rsidRPr="00664355">
              <w:rPr>
                <w:sz w:val="18"/>
                <w:szCs w:val="18"/>
              </w:rPr>
              <w:t>points de contact des éléments de frappe tête et se penchera sur la</w:t>
            </w:r>
            <w:r w:rsidR="009B5CCF">
              <w:rPr>
                <w:sz w:val="18"/>
                <w:szCs w:val="18"/>
              </w:rPr>
              <w:t xml:space="preserve"> </w:t>
            </w:r>
            <w:r w:rsidRPr="00664355">
              <w:rPr>
                <w:sz w:val="18"/>
                <w:szCs w:val="18"/>
              </w:rPr>
              <w:t xml:space="preserve">question des systèmes </w:t>
            </w:r>
            <w:r w:rsidRPr="00664355">
              <w:rPr>
                <w:sz w:val="18"/>
                <w:szCs w:val="18"/>
              </w:rPr>
              <w:lastRenderedPageBreak/>
              <w:t xml:space="preserve">de suspension réglables. </w:t>
            </w:r>
          </w:p>
        </w:tc>
      </w:tr>
      <w:tr w:rsidR="00F957A7" w:rsidRPr="00664355" w:rsidTr="00D64D4A">
        <w:trPr>
          <w:trHeight w:val="711"/>
        </w:trPr>
        <w:tc>
          <w:tcPr>
            <w:tcW w:w="184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lastRenderedPageBreak/>
              <w:t>Amendement 4 au RTM</w:t>
            </w:r>
            <w:r w:rsidR="009B5CCF">
              <w:rPr>
                <w:sz w:val="18"/>
                <w:szCs w:val="18"/>
              </w:rPr>
              <w:t xml:space="preserve"> </w:t>
            </w:r>
            <w:r w:rsidRPr="00664355">
              <w:rPr>
                <w:sz w:val="18"/>
                <w:szCs w:val="18"/>
              </w:rPr>
              <w:t>ONU n</w:t>
            </w:r>
            <w:r w:rsidRPr="00664355">
              <w:rPr>
                <w:sz w:val="18"/>
                <w:szCs w:val="18"/>
                <w:vertAlign w:val="superscript"/>
              </w:rPr>
              <w:t>o</w:t>
            </w:r>
            <w:r w:rsidRPr="00664355">
              <w:rPr>
                <w:sz w:val="18"/>
                <w:szCs w:val="18"/>
              </w:rPr>
              <w:t> 9</w:t>
            </w:r>
          </w:p>
        </w:tc>
        <w:tc>
          <w:tcPr>
            <w:tcW w:w="1160" w:type="dxa"/>
            <w:tcBorders>
              <w:top w:val="single" w:sz="4"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rPr>
            </w:pPr>
          </w:p>
        </w:tc>
        <w:tc>
          <w:tcPr>
            <w:tcW w:w="1107"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pacing w:val="-4"/>
                <w:sz w:val="18"/>
                <w:szCs w:val="18"/>
              </w:rPr>
            </w:pPr>
            <w:r w:rsidRPr="00664355">
              <w:rPr>
                <w:sz w:val="18"/>
                <w:szCs w:val="18"/>
              </w:rPr>
              <w:t>République de Corée</w:t>
            </w:r>
          </w:p>
        </w:tc>
        <w:tc>
          <w:tcPr>
            <w:tcW w:w="1019" w:type="dxa"/>
            <w:tcBorders>
              <w:top w:val="single" w:sz="4"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rPr>
            </w:pPr>
          </w:p>
        </w:tc>
        <w:tc>
          <w:tcPr>
            <w:tcW w:w="181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AC.3/45/Rev.1</w:t>
            </w:r>
          </w:p>
          <w:p w:rsidR="00F957A7" w:rsidRPr="00664355" w:rsidRDefault="00F957A7" w:rsidP="00D64D4A">
            <w:pPr>
              <w:spacing w:before="40" w:after="120" w:line="220" w:lineRule="exact"/>
              <w:ind w:right="113"/>
              <w:rPr>
                <w:sz w:val="18"/>
                <w:szCs w:val="18"/>
              </w:rPr>
            </w:pPr>
            <w:r w:rsidRPr="00664355">
              <w:rPr>
                <w:sz w:val="18"/>
                <w:szCs w:val="18"/>
              </w:rPr>
              <w:t>2018/162 (mandat)</w:t>
            </w:r>
          </w:p>
        </w:tc>
        <w:tc>
          <w:tcPr>
            <w:tcW w:w="3003" w:type="dxa"/>
            <w:tcBorders>
              <w:top w:val="single" w:sz="4" w:space="0" w:color="auto"/>
              <w:left w:val="nil"/>
              <w:bottom w:val="single" w:sz="4" w:space="0" w:color="auto"/>
              <w:right w:val="nil"/>
            </w:tcBorders>
            <w:hideMark/>
          </w:tcPr>
          <w:p w:rsidR="00F957A7" w:rsidRPr="00664355" w:rsidRDefault="00F957A7" w:rsidP="00D64D4A">
            <w:pPr>
              <w:spacing w:after="120"/>
              <w:rPr>
                <w:sz w:val="18"/>
                <w:szCs w:val="18"/>
              </w:rPr>
            </w:pPr>
            <w:r w:rsidRPr="00664355">
              <w:rPr>
                <w:sz w:val="18"/>
                <w:szCs w:val="18"/>
              </w:rPr>
              <w:t>L</w:t>
            </w:r>
            <w:r w:rsidR="004F3EFE">
              <w:rPr>
                <w:sz w:val="18"/>
                <w:szCs w:val="18"/>
              </w:rPr>
              <w:t>’</w:t>
            </w:r>
            <w:r w:rsidRPr="00664355">
              <w:rPr>
                <w:sz w:val="18"/>
                <w:szCs w:val="18"/>
              </w:rPr>
              <w:t>AC.3 a approuvé le mandat du groupe de travail informel des systèmes de capot actif pour la</w:t>
            </w:r>
            <w:r w:rsidR="009B5CCF">
              <w:rPr>
                <w:sz w:val="18"/>
                <w:szCs w:val="18"/>
              </w:rPr>
              <w:t xml:space="preserve"> </w:t>
            </w:r>
            <w:r w:rsidRPr="00664355">
              <w:rPr>
                <w:sz w:val="18"/>
                <w:szCs w:val="18"/>
              </w:rPr>
              <w:t>protection des piétons (.../2018/162).</w:t>
            </w:r>
          </w:p>
          <w:p w:rsidR="00F957A7" w:rsidRPr="00664355" w:rsidRDefault="00F957A7" w:rsidP="00D64D4A">
            <w:pPr>
              <w:spacing w:before="40" w:after="120" w:line="220" w:lineRule="exact"/>
              <w:ind w:right="113"/>
              <w:jc w:val="both"/>
              <w:rPr>
                <w:sz w:val="18"/>
                <w:szCs w:val="18"/>
              </w:rPr>
            </w:pPr>
            <w:r w:rsidRPr="00664355">
              <w:rPr>
                <w:sz w:val="18"/>
                <w:szCs w:val="18"/>
              </w:rPr>
              <w:t>Le GRSP reprendra l</w:t>
            </w:r>
            <w:r w:rsidR="004F3EFE">
              <w:rPr>
                <w:sz w:val="18"/>
                <w:szCs w:val="18"/>
              </w:rPr>
              <w:t>’</w:t>
            </w:r>
            <w:r w:rsidRPr="00664355">
              <w:rPr>
                <w:sz w:val="18"/>
                <w:szCs w:val="18"/>
              </w:rPr>
              <w:t>examen de l</w:t>
            </w:r>
            <w:r w:rsidR="004F3EFE">
              <w:rPr>
                <w:sz w:val="18"/>
                <w:szCs w:val="18"/>
              </w:rPr>
              <w:t>’</w:t>
            </w:r>
            <w:r w:rsidRPr="00664355">
              <w:rPr>
                <w:sz w:val="18"/>
                <w:szCs w:val="18"/>
              </w:rPr>
              <w:t>amendement 4 au RTM ONU afin d</w:t>
            </w:r>
            <w:r w:rsidR="004F3EFE">
              <w:rPr>
                <w:sz w:val="18"/>
                <w:szCs w:val="18"/>
              </w:rPr>
              <w:t>’</w:t>
            </w:r>
            <w:r w:rsidRPr="00664355">
              <w:rPr>
                <w:sz w:val="18"/>
                <w:szCs w:val="18"/>
              </w:rPr>
              <w:t>établir une procédure d</w:t>
            </w:r>
            <w:r w:rsidR="004F3EFE">
              <w:rPr>
                <w:sz w:val="18"/>
                <w:szCs w:val="18"/>
              </w:rPr>
              <w:t>’</w:t>
            </w:r>
            <w:r w:rsidRPr="00664355">
              <w:rPr>
                <w:sz w:val="18"/>
                <w:szCs w:val="18"/>
              </w:rPr>
              <w:t>essai pour les</w:t>
            </w:r>
            <w:r w:rsidR="009B5CCF">
              <w:rPr>
                <w:sz w:val="18"/>
                <w:szCs w:val="18"/>
              </w:rPr>
              <w:t xml:space="preserve"> </w:t>
            </w:r>
            <w:r w:rsidRPr="00664355">
              <w:rPr>
                <w:sz w:val="18"/>
                <w:szCs w:val="18"/>
              </w:rPr>
              <w:t>systèmes de capot actif visant à assurer une protection adéquate aux piétons à sa</w:t>
            </w:r>
            <w:r w:rsidR="009B5CCF">
              <w:rPr>
                <w:sz w:val="18"/>
                <w:szCs w:val="18"/>
              </w:rPr>
              <w:t xml:space="preserve"> </w:t>
            </w:r>
            <w:r w:rsidRPr="00664355">
              <w:rPr>
                <w:sz w:val="18"/>
                <w:szCs w:val="18"/>
              </w:rPr>
              <w:t xml:space="preserve">session de mai 2020. </w:t>
            </w:r>
          </w:p>
        </w:tc>
      </w:tr>
      <w:tr w:rsidR="00F957A7" w:rsidRPr="00664355" w:rsidTr="00D64D4A">
        <w:trPr>
          <w:trHeight w:val="551"/>
        </w:trPr>
        <w:tc>
          <w:tcPr>
            <w:tcW w:w="184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lang w:val="en-US"/>
              </w:rPr>
            </w:pPr>
            <w:r w:rsidRPr="00664355">
              <w:rPr>
                <w:sz w:val="18"/>
                <w:szCs w:val="18"/>
                <w:lang w:val="en-US"/>
              </w:rPr>
              <w:t>Phase 2 du RTM ONU n</w:t>
            </w:r>
            <w:r w:rsidRPr="00664355">
              <w:rPr>
                <w:sz w:val="18"/>
                <w:szCs w:val="18"/>
                <w:vertAlign w:val="superscript"/>
                <w:lang w:val="en-US"/>
              </w:rPr>
              <w:t>o</w:t>
            </w:r>
            <w:r w:rsidRPr="00664355">
              <w:rPr>
                <w:sz w:val="18"/>
                <w:szCs w:val="18"/>
                <w:lang w:val="en-US"/>
              </w:rPr>
              <w:t> 13 (HFCV)</w:t>
            </w:r>
          </w:p>
        </w:tc>
        <w:tc>
          <w:tcPr>
            <w:tcW w:w="1160" w:type="dxa"/>
            <w:tcBorders>
              <w:top w:val="single" w:sz="4"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lang w:val="en-US"/>
              </w:rPr>
            </w:pPr>
          </w:p>
        </w:tc>
        <w:tc>
          <w:tcPr>
            <w:tcW w:w="1107"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Japon, République de Corée et Union européenne</w:t>
            </w:r>
          </w:p>
        </w:tc>
        <w:tc>
          <w:tcPr>
            <w:tcW w:w="1019" w:type="dxa"/>
            <w:tcBorders>
              <w:top w:val="single" w:sz="4"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rPr>
            </w:pPr>
          </w:p>
        </w:tc>
        <w:tc>
          <w:tcPr>
            <w:tcW w:w="181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AC.3/49</w:t>
            </w:r>
          </w:p>
          <w:p w:rsidR="00F957A7" w:rsidRPr="00664355" w:rsidRDefault="00F957A7" w:rsidP="00D64D4A">
            <w:pPr>
              <w:spacing w:before="40" w:after="120" w:line="220" w:lineRule="exact"/>
              <w:ind w:right="113"/>
              <w:rPr>
                <w:sz w:val="18"/>
                <w:szCs w:val="18"/>
              </w:rPr>
            </w:pPr>
            <w:r w:rsidRPr="00664355">
              <w:rPr>
                <w:sz w:val="18"/>
                <w:szCs w:val="18"/>
              </w:rPr>
              <w:t>2018/75 (mandat)</w:t>
            </w:r>
          </w:p>
        </w:tc>
        <w:tc>
          <w:tcPr>
            <w:tcW w:w="300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Le mandat du groupe de travail informel a été approuvé par l</w:t>
            </w:r>
            <w:r w:rsidR="004F3EFE">
              <w:rPr>
                <w:sz w:val="18"/>
                <w:szCs w:val="18"/>
              </w:rPr>
              <w:t>’</w:t>
            </w:r>
            <w:r w:rsidRPr="00664355">
              <w:rPr>
                <w:sz w:val="18"/>
                <w:szCs w:val="18"/>
              </w:rPr>
              <w:t>AC.3 à sa session de juin</w:t>
            </w:r>
            <w:r w:rsidR="009B5CCF">
              <w:rPr>
                <w:sz w:val="18"/>
                <w:szCs w:val="18"/>
              </w:rPr>
              <w:t xml:space="preserve"> </w:t>
            </w:r>
            <w:r w:rsidRPr="00664355">
              <w:rPr>
                <w:sz w:val="18"/>
                <w:szCs w:val="18"/>
              </w:rPr>
              <w:t>2018 (ECE/TRANS/</w:t>
            </w:r>
            <w:r w:rsidR="009B5CCF">
              <w:rPr>
                <w:sz w:val="18"/>
                <w:szCs w:val="18"/>
              </w:rPr>
              <w:br/>
            </w:r>
            <w:r w:rsidRPr="00664355">
              <w:rPr>
                <w:sz w:val="18"/>
                <w:szCs w:val="18"/>
              </w:rPr>
              <w:t>WP.29/2018/75).</w:t>
            </w:r>
          </w:p>
        </w:tc>
      </w:tr>
      <w:tr w:rsidR="00F957A7" w:rsidRPr="00664355" w:rsidTr="00D64D4A">
        <w:trPr>
          <w:trHeight w:val="195"/>
        </w:trPr>
        <w:tc>
          <w:tcPr>
            <w:tcW w:w="184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9"/>
              <w:rPr>
                <w:sz w:val="18"/>
                <w:szCs w:val="18"/>
              </w:rPr>
            </w:pPr>
            <w:r w:rsidRPr="00664355">
              <w:rPr>
                <w:sz w:val="18"/>
                <w:szCs w:val="18"/>
              </w:rPr>
              <w:t>RTM ONU n</w:t>
            </w:r>
            <w:r w:rsidRPr="00664355">
              <w:rPr>
                <w:sz w:val="18"/>
                <w:szCs w:val="18"/>
                <w:vertAlign w:val="superscript"/>
              </w:rPr>
              <w:t>o</w:t>
            </w:r>
            <w:r w:rsidRPr="00664355">
              <w:rPr>
                <w:sz w:val="18"/>
                <w:szCs w:val="18"/>
              </w:rPr>
              <w:t> 14 (Choc latéral contre un poteau)</w:t>
            </w:r>
          </w:p>
        </w:tc>
        <w:tc>
          <w:tcPr>
            <w:tcW w:w="1160"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Oui/Australie</w:t>
            </w:r>
          </w:p>
        </w:tc>
        <w:tc>
          <w:tcPr>
            <w:tcW w:w="1107"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Australie</w:t>
            </w:r>
          </w:p>
        </w:tc>
        <w:tc>
          <w:tcPr>
            <w:tcW w:w="1019"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AC.3/28</w:t>
            </w:r>
          </w:p>
        </w:tc>
        <w:tc>
          <w:tcPr>
            <w:tcW w:w="1813" w:type="dxa"/>
            <w:tcBorders>
              <w:top w:val="single" w:sz="4"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rPr>
            </w:pPr>
          </w:p>
        </w:tc>
        <w:tc>
          <w:tcPr>
            <w:tcW w:w="300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Aucune nouvelle information n</w:t>
            </w:r>
            <w:r w:rsidR="004F3EFE">
              <w:rPr>
                <w:sz w:val="18"/>
                <w:szCs w:val="18"/>
              </w:rPr>
              <w:t>’</w:t>
            </w:r>
            <w:r w:rsidRPr="00664355">
              <w:rPr>
                <w:sz w:val="18"/>
                <w:szCs w:val="18"/>
              </w:rPr>
              <w:t>a été fournie à la session de mars 2020 du WP.29.</w:t>
            </w:r>
          </w:p>
        </w:tc>
      </w:tr>
      <w:tr w:rsidR="00F957A7" w:rsidRPr="00664355" w:rsidTr="00D64D4A">
        <w:trPr>
          <w:trHeight w:val="723"/>
        </w:trPr>
        <w:tc>
          <w:tcPr>
            <w:tcW w:w="1843"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RTM ONU n</w:t>
            </w:r>
            <w:r w:rsidRPr="00664355">
              <w:rPr>
                <w:sz w:val="18"/>
                <w:szCs w:val="18"/>
                <w:vertAlign w:val="superscript"/>
              </w:rPr>
              <w:t>o</w:t>
            </w:r>
            <w:r w:rsidRPr="00664355">
              <w:rPr>
                <w:sz w:val="18"/>
                <w:szCs w:val="18"/>
              </w:rPr>
              <w:t> 20 (Sécurité</w:t>
            </w:r>
            <w:r w:rsidRPr="00664355">
              <w:rPr>
                <w:sz w:val="18"/>
                <w:szCs w:val="18"/>
                <w:vertAlign w:val="superscript"/>
              </w:rPr>
              <w:t xml:space="preserve"> </w:t>
            </w:r>
            <w:r w:rsidRPr="00664355">
              <w:rPr>
                <w:sz w:val="18"/>
                <w:szCs w:val="18"/>
              </w:rPr>
              <w:t>des véhicules électriques)</w:t>
            </w:r>
            <w:r w:rsidRPr="00664355">
              <w:rPr>
                <w:sz w:val="18"/>
                <w:szCs w:val="18"/>
                <w:vertAlign w:val="superscript"/>
              </w:rPr>
              <w:t xml:space="preserve"> </w:t>
            </w:r>
            <w:r w:rsidRPr="00664355">
              <w:rPr>
                <w:sz w:val="18"/>
                <w:szCs w:val="18"/>
              </w:rPr>
              <w:t>− Phase 2</w:t>
            </w:r>
          </w:p>
        </w:tc>
        <w:tc>
          <w:tcPr>
            <w:tcW w:w="1160" w:type="dxa"/>
            <w:tcBorders>
              <w:top w:val="single" w:sz="4" w:space="0" w:color="auto"/>
              <w:left w:val="nil"/>
              <w:bottom w:val="single" w:sz="12" w:space="0" w:color="auto"/>
              <w:right w:val="nil"/>
            </w:tcBorders>
            <w:hideMark/>
          </w:tcPr>
          <w:p w:rsidR="002F61BC" w:rsidRDefault="00F957A7" w:rsidP="00D64D4A">
            <w:pPr>
              <w:spacing w:before="40" w:after="120" w:line="220" w:lineRule="exact"/>
              <w:ind w:right="113"/>
              <w:rPr>
                <w:sz w:val="18"/>
                <w:szCs w:val="18"/>
              </w:rPr>
            </w:pPr>
            <w:r w:rsidRPr="00664355">
              <w:rPr>
                <w:sz w:val="18"/>
                <w:szCs w:val="18"/>
              </w:rPr>
              <w:t>Oui/</w:t>
            </w:r>
          </w:p>
          <w:p w:rsidR="00F957A7" w:rsidRPr="00664355" w:rsidRDefault="00F957A7" w:rsidP="00D64D4A">
            <w:pPr>
              <w:spacing w:before="40" w:after="120" w:line="220" w:lineRule="exact"/>
              <w:ind w:right="113"/>
              <w:rPr>
                <w:sz w:val="18"/>
                <w:szCs w:val="18"/>
              </w:rPr>
            </w:pPr>
            <w:r w:rsidRPr="00664355">
              <w:rPr>
                <w:sz w:val="18"/>
                <w:szCs w:val="18"/>
              </w:rPr>
              <w:t>États</w:t>
            </w:r>
            <w:r w:rsidR="002F61BC">
              <w:rPr>
                <w:sz w:val="18"/>
                <w:szCs w:val="18"/>
              </w:rPr>
              <w:t>-</w:t>
            </w:r>
            <w:r w:rsidRPr="00664355">
              <w:rPr>
                <w:sz w:val="18"/>
                <w:szCs w:val="18"/>
              </w:rPr>
              <w:t>Unis/</w:t>
            </w:r>
            <w:r w:rsidR="002F61BC">
              <w:rPr>
                <w:sz w:val="18"/>
                <w:szCs w:val="18"/>
              </w:rPr>
              <w:t xml:space="preserve"> </w:t>
            </w:r>
            <w:r w:rsidRPr="00664355">
              <w:rPr>
                <w:sz w:val="18"/>
                <w:szCs w:val="18"/>
              </w:rPr>
              <w:t>Union européenne/</w:t>
            </w:r>
            <w:r w:rsidR="002F61BC">
              <w:rPr>
                <w:sz w:val="18"/>
                <w:szCs w:val="18"/>
              </w:rPr>
              <w:t xml:space="preserve"> </w:t>
            </w:r>
            <w:r w:rsidRPr="00664355">
              <w:rPr>
                <w:sz w:val="18"/>
                <w:szCs w:val="18"/>
              </w:rPr>
              <w:t>Japon/ Chine</w:t>
            </w:r>
          </w:p>
        </w:tc>
        <w:tc>
          <w:tcPr>
            <w:tcW w:w="1107"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Union européenne/</w:t>
            </w:r>
            <w:r w:rsidRPr="00664355">
              <w:rPr>
                <w:sz w:val="18"/>
                <w:szCs w:val="18"/>
              </w:rPr>
              <w:br/>
              <w:t>Japon/</w:t>
            </w:r>
            <w:r w:rsidR="002F61BC">
              <w:rPr>
                <w:sz w:val="18"/>
                <w:szCs w:val="18"/>
              </w:rPr>
              <w:t xml:space="preserve"> </w:t>
            </w:r>
            <w:r w:rsidRPr="00664355">
              <w:rPr>
                <w:sz w:val="18"/>
                <w:szCs w:val="18"/>
              </w:rPr>
              <w:t>États</w:t>
            </w:r>
            <w:r w:rsidR="002F61BC">
              <w:rPr>
                <w:sz w:val="18"/>
                <w:szCs w:val="18"/>
              </w:rPr>
              <w:noBreakHyphen/>
            </w:r>
            <w:r w:rsidRPr="00664355">
              <w:rPr>
                <w:sz w:val="18"/>
                <w:szCs w:val="18"/>
              </w:rPr>
              <w:t>Unis/</w:t>
            </w:r>
            <w:r w:rsidR="002F61BC">
              <w:rPr>
                <w:sz w:val="18"/>
                <w:szCs w:val="18"/>
              </w:rPr>
              <w:br/>
            </w:r>
            <w:r w:rsidRPr="00664355">
              <w:rPr>
                <w:sz w:val="18"/>
                <w:szCs w:val="18"/>
              </w:rPr>
              <w:t>Chine.</w:t>
            </w:r>
          </w:p>
        </w:tc>
        <w:tc>
          <w:tcPr>
            <w:tcW w:w="1019"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AC.3/50 &amp; Corr.1</w:t>
            </w:r>
          </w:p>
          <w:p w:rsidR="00F957A7" w:rsidRPr="00664355" w:rsidRDefault="00F957A7" w:rsidP="00D64D4A">
            <w:pPr>
              <w:spacing w:before="40" w:after="120" w:line="220" w:lineRule="exact"/>
              <w:ind w:right="113"/>
              <w:rPr>
                <w:sz w:val="18"/>
                <w:szCs w:val="18"/>
              </w:rPr>
            </w:pPr>
            <w:r w:rsidRPr="00664355">
              <w:rPr>
                <w:sz w:val="18"/>
                <w:szCs w:val="18"/>
              </w:rPr>
              <w:t>(</w:t>
            </w:r>
            <w:proofErr w:type="spellStart"/>
            <w:r w:rsidRPr="00664355">
              <w:rPr>
                <w:sz w:val="18"/>
                <w:szCs w:val="18"/>
              </w:rPr>
              <w:t>Autorisa</w:t>
            </w:r>
            <w:r w:rsidR="002F61BC">
              <w:rPr>
                <w:sz w:val="18"/>
                <w:szCs w:val="18"/>
              </w:rPr>
              <w:t>-</w:t>
            </w:r>
            <w:r w:rsidRPr="00664355">
              <w:rPr>
                <w:sz w:val="18"/>
                <w:szCs w:val="18"/>
              </w:rPr>
              <w:t>tion</w:t>
            </w:r>
            <w:proofErr w:type="spellEnd"/>
            <w:r w:rsidRPr="00664355">
              <w:rPr>
                <w:sz w:val="18"/>
                <w:szCs w:val="18"/>
              </w:rPr>
              <w:t xml:space="preserve"> de lancement de la phase 2)</w:t>
            </w:r>
          </w:p>
        </w:tc>
        <w:tc>
          <w:tcPr>
            <w:tcW w:w="1813" w:type="dxa"/>
            <w:tcBorders>
              <w:top w:val="single" w:sz="4" w:space="0" w:color="auto"/>
              <w:left w:val="nil"/>
              <w:bottom w:val="single" w:sz="12" w:space="0" w:color="auto"/>
              <w:right w:val="nil"/>
            </w:tcBorders>
            <w:hideMark/>
          </w:tcPr>
          <w:p w:rsidR="00F957A7" w:rsidRPr="00664355" w:rsidRDefault="00F957A7" w:rsidP="00D64D4A">
            <w:pPr>
              <w:rPr>
                <w:sz w:val="18"/>
                <w:szCs w:val="18"/>
              </w:rPr>
            </w:pPr>
          </w:p>
        </w:tc>
        <w:tc>
          <w:tcPr>
            <w:tcW w:w="3003"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Le GRSP a entamé la phase 2, concernant la recherche à long terme. L</w:t>
            </w:r>
            <w:r w:rsidR="004F3EFE">
              <w:rPr>
                <w:sz w:val="18"/>
                <w:szCs w:val="18"/>
              </w:rPr>
              <w:t>’</w:t>
            </w:r>
            <w:r w:rsidRPr="00664355">
              <w:rPr>
                <w:sz w:val="18"/>
                <w:szCs w:val="18"/>
              </w:rPr>
              <w:t>AC.3 a :</w:t>
            </w:r>
          </w:p>
        </w:tc>
      </w:tr>
    </w:tbl>
    <w:p w:rsidR="00F957A7" w:rsidRPr="00664355" w:rsidRDefault="00F957A7" w:rsidP="00FF229C">
      <w:pPr>
        <w:pStyle w:val="H1G"/>
      </w:pPr>
      <w:r w:rsidRPr="00664355">
        <w:t>GRPE</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3"/>
        <w:gridCol w:w="1134"/>
        <w:gridCol w:w="1417"/>
        <w:gridCol w:w="1116"/>
        <w:gridCol w:w="1763"/>
        <w:gridCol w:w="2366"/>
      </w:tblGrid>
      <w:tr w:rsidR="00F957A7" w:rsidRPr="00664355" w:rsidTr="00D64D4A">
        <w:trPr>
          <w:cantSplit/>
          <w:tblHeader/>
        </w:trPr>
        <w:tc>
          <w:tcPr>
            <w:tcW w:w="1843"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Rubrique</w:t>
            </w:r>
          </w:p>
        </w:tc>
        <w:tc>
          <w:tcPr>
            <w:tcW w:w="1134"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Groupe informel (oui-non)/ Président(e) et</w:t>
            </w:r>
            <w:r w:rsidRPr="00664355">
              <w:rPr>
                <w:i/>
                <w:iCs/>
                <w:sz w:val="18"/>
                <w:szCs w:val="18"/>
                <w:vertAlign w:val="superscript"/>
              </w:rPr>
              <w:t xml:space="preserve"> </w:t>
            </w:r>
            <w:r w:rsidRPr="00664355">
              <w:rPr>
                <w:i/>
                <w:iCs/>
                <w:sz w:val="18"/>
                <w:szCs w:val="18"/>
              </w:rPr>
              <w:t>Vice-Président(e)</w:t>
            </w:r>
          </w:p>
        </w:tc>
        <w:tc>
          <w:tcPr>
            <w:tcW w:w="1417"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Responsable</w:t>
            </w:r>
            <w:r w:rsidRPr="00664355">
              <w:rPr>
                <w:sz w:val="18"/>
                <w:szCs w:val="18"/>
                <w:vertAlign w:val="superscript"/>
              </w:rPr>
              <w:t xml:space="preserve"> </w:t>
            </w:r>
            <w:r w:rsidRPr="00664355">
              <w:rPr>
                <w:i/>
                <w:iCs/>
                <w:sz w:val="18"/>
                <w:szCs w:val="18"/>
              </w:rPr>
              <w:t>tech.</w:t>
            </w:r>
          </w:p>
        </w:tc>
        <w:tc>
          <w:tcPr>
            <w:tcW w:w="1116"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left="57"/>
              <w:rPr>
                <w:i/>
                <w:sz w:val="18"/>
                <w:szCs w:val="18"/>
              </w:rPr>
            </w:pPr>
            <w:r w:rsidRPr="00664355">
              <w:rPr>
                <w:i/>
                <w:iCs/>
                <w:sz w:val="18"/>
                <w:szCs w:val="18"/>
              </w:rPr>
              <w:t>Proposition officielle (ECE/TRANS/ WP.29/...)</w:t>
            </w:r>
          </w:p>
        </w:tc>
        <w:tc>
          <w:tcPr>
            <w:tcW w:w="1763"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3"/>
              <w:rPr>
                <w:i/>
                <w:sz w:val="18"/>
                <w:szCs w:val="18"/>
              </w:rPr>
            </w:pPr>
            <w:r w:rsidRPr="00664355">
              <w:rPr>
                <w:i/>
                <w:iCs/>
                <w:sz w:val="18"/>
                <w:szCs w:val="18"/>
              </w:rPr>
              <w:t>Proposition de projet</w:t>
            </w:r>
            <w:r w:rsidRPr="00664355">
              <w:rPr>
                <w:i/>
                <w:iCs/>
                <w:sz w:val="18"/>
                <w:szCs w:val="18"/>
                <w:vertAlign w:val="superscript"/>
              </w:rPr>
              <w:t xml:space="preserve"> </w:t>
            </w:r>
            <w:r w:rsidRPr="00664355">
              <w:rPr>
                <w:i/>
                <w:iCs/>
                <w:sz w:val="18"/>
                <w:szCs w:val="18"/>
              </w:rPr>
              <w:t>de RTM ONU (ECE/TRANS/WP.29/…)</w:t>
            </w:r>
          </w:p>
        </w:tc>
        <w:tc>
          <w:tcPr>
            <w:tcW w:w="2366"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Stade/Observations</w:t>
            </w:r>
          </w:p>
        </w:tc>
      </w:tr>
      <w:tr w:rsidR="00F957A7" w:rsidRPr="00664355" w:rsidTr="00D64D4A">
        <w:trPr>
          <w:cantSplit/>
        </w:trPr>
        <w:tc>
          <w:tcPr>
            <w:tcW w:w="1843"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sz w:val="18"/>
                <w:szCs w:val="18"/>
              </w:rPr>
            </w:pPr>
            <w:r w:rsidRPr="00664355">
              <w:rPr>
                <w:sz w:val="18"/>
                <w:szCs w:val="18"/>
              </w:rPr>
              <w:t>Amendement 4 au RTM ONU n</w:t>
            </w:r>
            <w:r w:rsidRPr="00664355">
              <w:rPr>
                <w:sz w:val="18"/>
                <w:szCs w:val="18"/>
                <w:vertAlign w:val="superscript"/>
              </w:rPr>
              <w:t>o</w:t>
            </w:r>
            <w:r w:rsidRPr="00664355">
              <w:rPr>
                <w:sz w:val="18"/>
                <w:szCs w:val="18"/>
              </w:rPr>
              <w:t> 2 (WMTC)</w:t>
            </w:r>
          </w:p>
        </w:tc>
        <w:tc>
          <w:tcPr>
            <w:tcW w:w="1134"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57"/>
              <w:rPr>
                <w:sz w:val="18"/>
                <w:szCs w:val="18"/>
              </w:rPr>
            </w:pPr>
            <w:r w:rsidRPr="00664355">
              <w:rPr>
                <w:sz w:val="18"/>
                <w:szCs w:val="18"/>
              </w:rPr>
              <w:t>Oui/Union européenne (EPPR)</w:t>
            </w:r>
          </w:p>
        </w:tc>
        <w:tc>
          <w:tcPr>
            <w:tcW w:w="1417"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sz w:val="18"/>
                <w:szCs w:val="18"/>
              </w:rPr>
            </w:pPr>
            <w:r w:rsidRPr="00664355">
              <w:rPr>
                <w:sz w:val="18"/>
                <w:szCs w:val="18"/>
              </w:rPr>
              <w:t>Union européenne</w:t>
            </w:r>
          </w:p>
        </w:tc>
        <w:tc>
          <w:tcPr>
            <w:tcW w:w="1116"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left="57" w:right="113"/>
              <w:rPr>
                <w:sz w:val="18"/>
                <w:szCs w:val="18"/>
              </w:rPr>
            </w:pPr>
            <w:r w:rsidRPr="00664355">
              <w:rPr>
                <w:sz w:val="18"/>
                <w:szCs w:val="18"/>
              </w:rPr>
              <w:t xml:space="preserve">AC.3/36/ Rev.1 </w:t>
            </w:r>
            <w:r w:rsidRPr="00664355">
              <w:rPr>
                <w:sz w:val="18"/>
                <w:szCs w:val="18"/>
              </w:rPr>
              <w:br/>
              <w:t>(sur la base du</w:t>
            </w:r>
            <w:r w:rsidR="00FF229C">
              <w:rPr>
                <w:sz w:val="18"/>
                <w:szCs w:val="18"/>
              </w:rPr>
              <w:t xml:space="preserve"> </w:t>
            </w:r>
            <w:r w:rsidRPr="00664355">
              <w:rPr>
                <w:sz w:val="18"/>
                <w:szCs w:val="18"/>
              </w:rPr>
              <w:t>2015/</w:t>
            </w:r>
            <w:r w:rsidRPr="00664355">
              <w:rPr>
                <w:sz w:val="18"/>
                <w:szCs w:val="18"/>
              </w:rPr>
              <w:br/>
              <w:t>113)</w:t>
            </w:r>
          </w:p>
        </w:tc>
        <w:tc>
          <w:tcPr>
            <w:tcW w:w="1763" w:type="dxa"/>
            <w:tcBorders>
              <w:top w:val="single" w:sz="12" w:space="0" w:color="auto"/>
              <w:left w:val="nil"/>
              <w:bottom w:val="single" w:sz="4" w:space="0" w:color="auto"/>
              <w:right w:val="nil"/>
            </w:tcBorders>
          </w:tcPr>
          <w:p w:rsidR="00F957A7" w:rsidRPr="00664355" w:rsidRDefault="00F957A7" w:rsidP="00D64D4A">
            <w:pPr>
              <w:keepNext/>
              <w:keepLines/>
              <w:spacing w:before="40" w:after="120" w:line="220" w:lineRule="exact"/>
              <w:ind w:right="113"/>
              <w:rPr>
                <w:sz w:val="18"/>
                <w:szCs w:val="18"/>
              </w:rPr>
            </w:pPr>
          </w:p>
        </w:tc>
        <w:tc>
          <w:tcPr>
            <w:tcW w:w="2366"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a adopté l</w:t>
            </w:r>
            <w:r w:rsidR="004F3EFE">
              <w:rPr>
                <w:sz w:val="18"/>
                <w:szCs w:val="18"/>
              </w:rPr>
              <w:t>’</w:t>
            </w:r>
            <w:r w:rsidRPr="00664355">
              <w:rPr>
                <w:sz w:val="18"/>
                <w:szCs w:val="18"/>
              </w:rPr>
              <w:t>amendement 4 à sa session de novembre 2019.</w:t>
            </w:r>
          </w:p>
        </w:tc>
      </w:tr>
      <w:tr w:rsidR="00F957A7" w:rsidRPr="00664355" w:rsidTr="00D64D4A">
        <w:trPr>
          <w:cantSplit/>
        </w:trPr>
        <w:tc>
          <w:tcPr>
            <w:tcW w:w="1843"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rPr>
                <w:i/>
                <w:sz w:val="18"/>
                <w:szCs w:val="18"/>
              </w:rPr>
            </w:pPr>
            <w:r w:rsidRPr="00664355">
              <w:rPr>
                <w:sz w:val="18"/>
                <w:szCs w:val="18"/>
              </w:rPr>
              <w:t>[Amendement 6] au RTM ONU n</w:t>
            </w:r>
            <w:r w:rsidRPr="00664355">
              <w:rPr>
                <w:sz w:val="18"/>
                <w:szCs w:val="18"/>
                <w:vertAlign w:val="superscript"/>
              </w:rPr>
              <w:t>o</w:t>
            </w:r>
            <w:r w:rsidRPr="00664355">
              <w:rPr>
                <w:sz w:val="18"/>
                <w:szCs w:val="18"/>
              </w:rPr>
              <w:t> 15 (WLTP)</w:t>
            </w:r>
          </w:p>
        </w:tc>
        <w:tc>
          <w:tcPr>
            <w:tcW w:w="1134"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i/>
                <w:sz w:val="18"/>
                <w:szCs w:val="18"/>
              </w:rPr>
            </w:pPr>
            <w:r w:rsidRPr="00664355">
              <w:rPr>
                <w:sz w:val="18"/>
                <w:szCs w:val="18"/>
              </w:rPr>
              <w:t>Oui/Pays-Bas (WLTP)</w:t>
            </w:r>
          </w:p>
        </w:tc>
        <w:tc>
          <w:tcPr>
            <w:tcW w:w="1417"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Union européenne/</w:t>
            </w:r>
            <w:r w:rsidRPr="00664355">
              <w:rPr>
                <w:sz w:val="18"/>
                <w:szCs w:val="18"/>
              </w:rPr>
              <w:br/>
              <w:t>Japon</w:t>
            </w:r>
          </w:p>
        </w:tc>
        <w:tc>
          <w:tcPr>
            <w:tcW w:w="1116"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left="57" w:right="113"/>
              <w:rPr>
                <w:sz w:val="18"/>
                <w:szCs w:val="18"/>
              </w:rPr>
            </w:pPr>
            <w:r w:rsidRPr="00664355">
              <w:rPr>
                <w:sz w:val="18"/>
                <w:szCs w:val="18"/>
              </w:rPr>
              <w:t>AC.3/44 (sur la base du 2016/73)</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p>
        </w:tc>
        <w:tc>
          <w:tcPr>
            <w:tcW w:w="2366"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doit voter sur ce point à sa session de novembre 2020.</w:t>
            </w:r>
          </w:p>
        </w:tc>
      </w:tr>
      <w:tr w:rsidR="00F957A7" w:rsidRPr="00664355" w:rsidTr="00D64D4A">
        <w:trPr>
          <w:cantSplit/>
        </w:trPr>
        <w:tc>
          <w:tcPr>
            <w:tcW w:w="1843"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rPr>
                <w:sz w:val="18"/>
                <w:szCs w:val="18"/>
              </w:rPr>
            </w:pPr>
            <w:r w:rsidRPr="00664355">
              <w:rPr>
                <w:sz w:val="18"/>
                <w:szCs w:val="18"/>
              </w:rPr>
              <w:lastRenderedPageBreak/>
              <w:t>[Amendement 1] au RTM-ONU n</w:t>
            </w:r>
            <w:r w:rsidRPr="00664355">
              <w:rPr>
                <w:sz w:val="18"/>
                <w:szCs w:val="18"/>
                <w:vertAlign w:val="superscript"/>
              </w:rPr>
              <w:t>o</w:t>
            </w:r>
            <w:r w:rsidRPr="00664355">
              <w:rPr>
                <w:sz w:val="18"/>
                <w:szCs w:val="18"/>
              </w:rPr>
              <w:t> 18 (Systèmes OBD pour les véhicules de la catégorie L)</w:t>
            </w:r>
          </w:p>
        </w:tc>
        <w:tc>
          <w:tcPr>
            <w:tcW w:w="1134"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Oui/Union européenne (EPPR)</w:t>
            </w:r>
          </w:p>
        </w:tc>
        <w:tc>
          <w:tcPr>
            <w:tcW w:w="1417"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Union européenne</w:t>
            </w:r>
          </w:p>
        </w:tc>
        <w:tc>
          <w:tcPr>
            <w:tcW w:w="1116"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left="57" w:right="113"/>
              <w:rPr>
                <w:sz w:val="18"/>
                <w:szCs w:val="18"/>
              </w:rPr>
            </w:pPr>
            <w:r w:rsidRPr="00664355">
              <w:rPr>
                <w:sz w:val="18"/>
                <w:szCs w:val="18"/>
              </w:rPr>
              <w:t>AC.3/36/ Rev.1 (sur la base du 2015/113)</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p>
        </w:tc>
        <w:tc>
          <w:tcPr>
            <w:tcW w:w="2366"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doit voter sur ce point à sa session de [novembre 2020].</w:t>
            </w:r>
          </w:p>
        </w:tc>
      </w:tr>
      <w:tr w:rsidR="00F957A7" w:rsidRPr="00664355" w:rsidTr="00D64D4A">
        <w:trPr>
          <w:cantSplit/>
        </w:trPr>
        <w:tc>
          <w:tcPr>
            <w:tcW w:w="1843"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[Amendement 3] au RTM ONU n</w:t>
            </w:r>
            <w:r w:rsidRPr="00664355">
              <w:rPr>
                <w:sz w:val="18"/>
                <w:szCs w:val="18"/>
                <w:vertAlign w:val="superscript"/>
              </w:rPr>
              <w:t>o</w:t>
            </w:r>
            <w:r w:rsidRPr="00664355">
              <w:rPr>
                <w:sz w:val="18"/>
                <w:szCs w:val="18"/>
              </w:rPr>
              <w:t> 19 (WLTP EVAP)</w:t>
            </w:r>
          </w:p>
        </w:tc>
        <w:tc>
          <w:tcPr>
            <w:tcW w:w="1134"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Oui/Pays-Bas (WLTP)</w:t>
            </w:r>
          </w:p>
        </w:tc>
        <w:tc>
          <w:tcPr>
            <w:tcW w:w="1417"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5"/>
              <w:rPr>
                <w:sz w:val="18"/>
                <w:szCs w:val="18"/>
              </w:rPr>
            </w:pPr>
            <w:r w:rsidRPr="00664355">
              <w:rPr>
                <w:sz w:val="18"/>
                <w:szCs w:val="18"/>
              </w:rPr>
              <w:t>Union européenne/</w:t>
            </w:r>
            <w:r w:rsidRPr="00664355">
              <w:rPr>
                <w:sz w:val="18"/>
                <w:szCs w:val="18"/>
              </w:rPr>
              <w:br/>
              <w:t>Japon</w:t>
            </w:r>
          </w:p>
        </w:tc>
        <w:tc>
          <w:tcPr>
            <w:tcW w:w="1116"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left="57" w:right="113"/>
              <w:rPr>
                <w:sz w:val="18"/>
                <w:szCs w:val="18"/>
              </w:rPr>
            </w:pPr>
            <w:r w:rsidRPr="00664355">
              <w:rPr>
                <w:sz w:val="18"/>
                <w:szCs w:val="18"/>
              </w:rPr>
              <w:t>AC.3/44 (sur la base du 2016/73)</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p>
        </w:tc>
        <w:tc>
          <w:tcPr>
            <w:tcW w:w="2366" w:type="dxa"/>
            <w:tcBorders>
              <w:top w:val="single" w:sz="4" w:space="0" w:color="auto"/>
              <w:left w:val="nil"/>
              <w:bottom w:val="single" w:sz="4" w:space="0" w:color="auto"/>
              <w:right w:val="nil"/>
            </w:tcBorders>
            <w:tcMar>
              <w:top w:w="0" w:type="dxa"/>
              <w:left w:w="0" w:type="dxa"/>
              <w:bottom w:w="0" w:type="dxa"/>
              <w:right w:w="113" w:type="dxa"/>
            </w:tcMar>
            <w:hideMark/>
          </w:tcPr>
          <w:p w:rsidR="00F957A7" w:rsidRPr="00664355" w:rsidRDefault="00F957A7" w:rsidP="00D64D4A">
            <w:pPr>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doit voter sur ce point à sa session de juin 2020.</w:t>
            </w:r>
          </w:p>
        </w:tc>
      </w:tr>
      <w:tr w:rsidR="00F957A7" w:rsidRPr="00664355" w:rsidTr="00D64D4A">
        <w:trPr>
          <w:cantSplit/>
        </w:trPr>
        <w:tc>
          <w:tcPr>
            <w:tcW w:w="184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RTM ONU n</w:t>
            </w:r>
            <w:r w:rsidRPr="00664355">
              <w:rPr>
                <w:sz w:val="18"/>
                <w:szCs w:val="18"/>
                <w:vertAlign w:val="superscript"/>
              </w:rPr>
              <w:t>o</w:t>
            </w:r>
            <w:r w:rsidRPr="00664355">
              <w:rPr>
                <w:sz w:val="18"/>
                <w:szCs w:val="18"/>
              </w:rPr>
              <w:t> [XX] sur la détermination de la puissance des véhicules électriques (DEVP)</w:t>
            </w:r>
          </w:p>
        </w:tc>
        <w:tc>
          <w:tcPr>
            <w:tcW w:w="1134"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Oui/États-Unis/ Chine/Japon</w:t>
            </w:r>
          </w:p>
        </w:tc>
        <w:tc>
          <w:tcPr>
            <w:tcW w:w="1417"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5"/>
              <w:rPr>
                <w:sz w:val="18"/>
                <w:szCs w:val="18"/>
              </w:rPr>
            </w:pPr>
            <w:r w:rsidRPr="00664355">
              <w:rPr>
                <w:sz w:val="18"/>
                <w:szCs w:val="18"/>
              </w:rPr>
              <w:t>Canada/ Chine/ Union européenne/</w:t>
            </w:r>
            <w:r w:rsidRPr="00664355">
              <w:rPr>
                <w:sz w:val="18"/>
                <w:szCs w:val="18"/>
              </w:rPr>
              <w:br/>
              <w:t>Japon/États-Unis</w:t>
            </w:r>
          </w:p>
        </w:tc>
        <w:tc>
          <w:tcPr>
            <w:tcW w:w="1116"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left="57" w:right="113"/>
              <w:rPr>
                <w:sz w:val="18"/>
                <w:szCs w:val="18"/>
              </w:rPr>
            </w:pPr>
            <w:r w:rsidRPr="00664355">
              <w:rPr>
                <w:sz w:val="18"/>
                <w:szCs w:val="18"/>
              </w:rPr>
              <w:t xml:space="preserve">AC.3/53/Rev.1 </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p>
        </w:tc>
        <w:tc>
          <w:tcPr>
            <w:tcW w:w="2366"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doit voter sur ce point à sa session de novembre 2020.</w:t>
            </w:r>
          </w:p>
        </w:tc>
      </w:tr>
      <w:tr w:rsidR="00F957A7" w:rsidRPr="00664355" w:rsidTr="00D64D4A">
        <w:trPr>
          <w:cantSplit/>
        </w:trPr>
        <w:tc>
          <w:tcPr>
            <w:tcW w:w="184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RTM ONU n</w:t>
            </w:r>
            <w:r w:rsidRPr="00664355">
              <w:rPr>
                <w:sz w:val="18"/>
                <w:szCs w:val="18"/>
                <w:vertAlign w:val="superscript"/>
              </w:rPr>
              <w:t>o</w:t>
            </w:r>
            <w:r w:rsidRPr="00664355">
              <w:rPr>
                <w:sz w:val="18"/>
                <w:szCs w:val="18"/>
              </w:rPr>
              <w:t> </w:t>
            </w:r>
            <w:r w:rsidR="002F61BC">
              <w:rPr>
                <w:sz w:val="18"/>
                <w:szCs w:val="18"/>
              </w:rPr>
              <w:t>[</w:t>
            </w:r>
            <w:r w:rsidRPr="00664355">
              <w:rPr>
                <w:sz w:val="18"/>
                <w:szCs w:val="18"/>
              </w:rPr>
              <w:t>XX] sur les émissions en conduite réelle au niveau mondial (RDE)</w:t>
            </w:r>
          </w:p>
        </w:tc>
        <w:tc>
          <w:tcPr>
            <w:tcW w:w="1134"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 xml:space="preserve">Oui/Union européenne/ Japon/ </w:t>
            </w:r>
            <w:proofErr w:type="spellStart"/>
            <w:r w:rsidRPr="00664355">
              <w:rPr>
                <w:sz w:val="18"/>
                <w:szCs w:val="18"/>
              </w:rPr>
              <w:t>Rép</w:t>
            </w:r>
            <w:proofErr w:type="spellEnd"/>
            <w:r w:rsidRPr="00664355">
              <w:rPr>
                <w:sz w:val="18"/>
                <w:szCs w:val="18"/>
              </w:rPr>
              <w:t>. de Corée</w:t>
            </w:r>
          </w:p>
        </w:tc>
        <w:tc>
          <w:tcPr>
            <w:tcW w:w="1417"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5"/>
              <w:rPr>
                <w:sz w:val="18"/>
                <w:szCs w:val="18"/>
              </w:rPr>
            </w:pPr>
            <w:r w:rsidRPr="00664355">
              <w:rPr>
                <w:sz w:val="18"/>
                <w:szCs w:val="18"/>
              </w:rPr>
              <w:t xml:space="preserve">Oui/Union européenne/ Japon/ </w:t>
            </w:r>
            <w:proofErr w:type="spellStart"/>
            <w:r w:rsidRPr="00664355">
              <w:rPr>
                <w:sz w:val="18"/>
                <w:szCs w:val="18"/>
              </w:rPr>
              <w:t>Rép</w:t>
            </w:r>
            <w:proofErr w:type="spellEnd"/>
            <w:r w:rsidRPr="00664355">
              <w:rPr>
                <w:sz w:val="18"/>
                <w:szCs w:val="18"/>
              </w:rPr>
              <w:t>. de Corée</w:t>
            </w:r>
          </w:p>
        </w:tc>
        <w:tc>
          <w:tcPr>
            <w:tcW w:w="1116"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left="57" w:right="113"/>
              <w:rPr>
                <w:sz w:val="18"/>
                <w:szCs w:val="18"/>
              </w:rPr>
            </w:pPr>
            <w:r w:rsidRPr="00664355">
              <w:rPr>
                <w:sz w:val="18"/>
                <w:szCs w:val="18"/>
              </w:rPr>
              <w:t>AC.3/54</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p>
        </w:tc>
        <w:tc>
          <w:tcPr>
            <w:tcW w:w="2366" w:type="dxa"/>
            <w:tcBorders>
              <w:top w:val="single" w:sz="4" w:space="0" w:color="auto"/>
              <w:left w:val="nil"/>
              <w:bottom w:val="single" w:sz="4"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AC.3/51 modifié par l</w:t>
            </w:r>
            <w:r w:rsidR="004F3EFE">
              <w:rPr>
                <w:sz w:val="18"/>
                <w:szCs w:val="18"/>
              </w:rPr>
              <w:t>’</w:t>
            </w:r>
            <w:r w:rsidRPr="00664355">
              <w:rPr>
                <w:sz w:val="18"/>
                <w:szCs w:val="18"/>
              </w:rPr>
              <w:t>AC.3/54 ; RTM ONU prévu pour la session de juin 2021 de l</w:t>
            </w:r>
            <w:r w:rsidR="004F3EFE">
              <w:rPr>
                <w:sz w:val="18"/>
                <w:szCs w:val="18"/>
              </w:rPr>
              <w:t>’</w:t>
            </w:r>
            <w:r w:rsidRPr="00664355">
              <w:rPr>
                <w:sz w:val="18"/>
                <w:szCs w:val="18"/>
              </w:rPr>
              <w:t>AC.3</w:t>
            </w:r>
          </w:p>
        </w:tc>
      </w:tr>
      <w:tr w:rsidR="00F957A7" w:rsidRPr="00664355" w:rsidTr="00D64D4A">
        <w:trPr>
          <w:cantSplit/>
        </w:trPr>
        <w:tc>
          <w:tcPr>
            <w:tcW w:w="1843" w:type="dxa"/>
            <w:tcBorders>
              <w:top w:val="single" w:sz="4" w:space="0" w:color="auto"/>
              <w:left w:val="nil"/>
              <w:bottom w:val="single" w:sz="12"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[RTM ONU n</w:t>
            </w:r>
            <w:r w:rsidRPr="00664355">
              <w:rPr>
                <w:sz w:val="18"/>
                <w:szCs w:val="18"/>
                <w:vertAlign w:val="superscript"/>
              </w:rPr>
              <w:t>o</w:t>
            </w:r>
            <w:r w:rsidRPr="00664355">
              <w:rPr>
                <w:sz w:val="18"/>
                <w:szCs w:val="18"/>
              </w:rPr>
              <w:t> XX sur la durabilité des batteries des véhicules électriques]</w:t>
            </w:r>
          </w:p>
        </w:tc>
        <w:tc>
          <w:tcPr>
            <w:tcW w:w="1134" w:type="dxa"/>
            <w:tcBorders>
              <w:top w:val="single" w:sz="4" w:space="0" w:color="auto"/>
              <w:left w:val="nil"/>
              <w:bottom w:val="single" w:sz="12"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Oui/États-Unis/ Chine/Japon</w:t>
            </w:r>
          </w:p>
        </w:tc>
        <w:tc>
          <w:tcPr>
            <w:tcW w:w="1417" w:type="dxa"/>
            <w:tcBorders>
              <w:top w:val="single" w:sz="4" w:space="0" w:color="auto"/>
              <w:left w:val="nil"/>
              <w:bottom w:val="single" w:sz="12"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5"/>
              <w:rPr>
                <w:sz w:val="18"/>
                <w:szCs w:val="18"/>
              </w:rPr>
            </w:pPr>
            <w:r w:rsidRPr="00664355">
              <w:rPr>
                <w:sz w:val="18"/>
                <w:szCs w:val="18"/>
              </w:rPr>
              <w:t>Canada/ Chine/ Union européenne/Japon/États-Unis</w:t>
            </w:r>
          </w:p>
        </w:tc>
        <w:tc>
          <w:tcPr>
            <w:tcW w:w="1116" w:type="dxa"/>
            <w:tcBorders>
              <w:top w:val="single" w:sz="4" w:space="0" w:color="auto"/>
              <w:left w:val="nil"/>
              <w:bottom w:val="single" w:sz="12"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left="57" w:right="113"/>
              <w:rPr>
                <w:sz w:val="18"/>
                <w:szCs w:val="18"/>
              </w:rPr>
            </w:pPr>
            <w:r w:rsidRPr="00664355">
              <w:rPr>
                <w:sz w:val="18"/>
                <w:szCs w:val="18"/>
              </w:rPr>
              <w:t>ECE/TRANS/WP29/GRPE/80, annexe X</w:t>
            </w:r>
          </w:p>
        </w:tc>
        <w:tc>
          <w:tcPr>
            <w:tcW w:w="1763" w:type="dxa"/>
            <w:tcBorders>
              <w:top w:val="single" w:sz="4" w:space="0" w:color="auto"/>
              <w:left w:val="nil"/>
              <w:bottom w:val="single" w:sz="12"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p>
        </w:tc>
        <w:tc>
          <w:tcPr>
            <w:tcW w:w="2366" w:type="dxa"/>
            <w:tcBorders>
              <w:top w:val="single" w:sz="4" w:space="0" w:color="auto"/>
              <w:left w:val="nil"/>
              <w:bottom w:val="single" w:sz="12" w:space="0" w:color="auto"/>
              <w:right w:val="nil"/>
            </w:tcBorders>
            <w:tcMar>
              <w:top w:w="0" w:type="dxa"/>
              <w:left w:w="0" w:type="dxa"/>
              <w:bottom w:w="0" w:type="dxa"/>
              <w:right w:w="113" w:type="dxa"/>
            </w:tcMar>
          </w:tcPr>
          <w:p w:rsidR="00F957A7" w:rsidRPr="00664355" w:rsidRDefault="00F957A7" w:rsidP="00D64D4A">
            <w:pPr>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doit examiner la demande d</w:t>
            </w:r>
            <w:r w:rsidR="004F3EFE">
              <w:rPr>
                <w:sz w:val="18"/>
                <w:szCs w:val="18"/>
              </w:rPr>
              <w:t>’</w:t>
            </w:r>
            <w:r w:rsidRPr="00664355">
              <w:rPr>
                <w:sz w:val="18"/>
                <w:szCs w:val="18"/>
              </w:rPr>
              <w:t>autorisation à sa session de juin 2020</w:t>
            </w:r>
          </w:p>
        </w:tc>
      </w:tr>
    </w:tbl>
    <w:p w:rsidR="00F957A7" w:rsidRPr="00664355" w:rsidRDefault="00F957A7" w:rsidP="00FF229C">
      <w:pPr>
        <w:pStyle w:val="H1G"/>
      </w:pPr>
      <w:r w:rsidRPr="00664355">
        <w:t>GRBP</w:t>
      </w:r>
    </w:p>
    <w:tbl>
      <w:tblPr>
        <w:tblW w:w="9638"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44"/>
        <w:gridCol w:w="1667"/>
        <w:gridCol w:w="1551"/>
        <w:gridCol w:w="1135"/>
        <w:gridCol w:w="1785"/>
        <w:gridCol w:w="2156"/>
      </w:tblGrid>
      <w:tr w:rsidR="00F957A7" w:rsidRPr="00664355" w:rsidTr="00FF229C">
        <w:trPr>
          <w:tblHeader/>
        </w:trPr>
        <w:tc>
          <w:tcPr>
            <w:tcW w:w="1344"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Rubrique</w:t>
            </w:r>
          </w:p>
        </w:tc>
        <w:tc>
          <w:tcPr>
            <w:tcW w:w="1667"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Groupe informel (oui-non)/ Président(e) et</w:t>
            </w:r>
            <w:r w:rsidRPr="00664355">
              <w:rPr>
                <w:i/>
                <w:iCs/>
                <w:sz w:val="18"/>
                <w:szCs w:val="18"/>
                <w:vertAlign w:val="superscript"/>
              </w:rPr>
              <w:t xml:space="preserve"> </w:t>
            </w:r>
            <w:r w:rsidRPr="00664355">
              <w:rPr>
                <w:i/>
                <w:iCs/>
                <w:sz w:val="18"/>
                <w:szCs w:val="18"/>
              </w:rPr>
              <w:t>Vice-Président(e)</w:t>
            </w:r>
          </w:p>
        </w:tc>
        <w:tc>
          <w:tcPr>
            <w:tcW w:w="1551"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Responsable</w:t>
            </w:r>
            <w:r w:rsidRPr="00664355">
              <w:rPr>
                <w:sz w:val="18"/>
                <w:szCs w:val="18"/>
              </w:rPr>
              <w:t xml:space="preserve"> </w:t>
            </w:r>
            <w:r w:rsidRPr="00664355">
              <w:rPr>
                <w:i/>
                <w:iCs/>
                <w:sz w:val="18"/>
                <w:szCs w:val="18"/>
              </w:rPr>
              <w:t>tech.</w:t>
            </w:r>
          </w:p>
        </w:tc>
        <w:tc>
          <w:tcPr>
            <w:tcW w:w="1135"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rPr>
                <w:i/>
                <w:sz w:val="18"/>
                <w:szCs w:val="18"/>
              </w:rPr>
            </w:pPr>
            <w:r w:rsidRPr="00664355">
              <w:rPr>
                <w:i/>
                <w:iCs/>
                <w:sz w:val="18"/>
                <w:szCs w:val="18"/>
              </w:rPr>
              <w:t>Proposition officielle (ECE/TRANS/WP.29/...)</w:t>
            </w:r>
          </w:p>
        </w:tc>
        <w:tc>
          <w:tcPr>
            <w:tcW w:w="1785"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25"/>
              <w:rPr>
                <w:i/>
                <w:sz w:val="18"/>
                <w:szCs w:val="18"/>
              </w:rPr>
            </w:pPr>
            <w:r w:rsidRPr="00664355">
              <w:rPr>
                <w:i/>
                <w:iCs/>
                <w:sz w:val="18"/>
                <w:szCs w:val="18"/>
              </w:rPr>
              <w:t>Proposition de projet de RTM ONU (ECE/TRANS/WP.29/…)</w:t>
            </w:r>
          </w:p>
        </w:tc>
        <w:tc>
          <w:tcPr>
            <w:tcW w:w="2156" w:type="dxa"/>
            <w:tcBorders>
              <w:top w:val="single" w:sz="4" w:space="0" w:color="auto"/>
              <w:left w:val="nil"/>
              <w:bottom w:val="single" w:sz="12" w:space="0" w:color="auto"/>
              <w:right w:val="nil"/>
            </w:tcBorders>
            <w:vAlign w:val="bottom"/>
            <w:hideMark/>
          </w:tcPr>
          <w:p w:rsidR="00F957A7" w:rsidRPr="00664355" w:rsidRDefault="00F957A7" w:rsidP="00D64D4A">
            <w:pPr>
              <w:spacing w:before="80" w:after="80" w:line="200" w:lineRule="exact"/>
              <w:ind w:right="113"/>
              <w:rPr>
                <w:i/>
                <w:sz w:val="18"/>
                <w:szCs w:val="18"/>
              </w:rPr>
            </w:pPr>
            <w:r w:rsidRPr="00664355">
              <w:rPr>
                <w:i/>
                <w:iCs/>
                <w:sz w:val="18"/>
                <w:szCs w:val="18"/>
              </w:rPr>
              <w:t>Stade/Observations</w:t>
            </w:r>
          </w:p>
        </w:tc>
      </w:tr>
      <w:tr w:rsidR="00F957A7" w:rsidRPr="00664355" w:rsidTr="00FF229C">
        <w:tc>
          <w:tcPr>
            <w:tcW w:w="1344"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Véhicule à moteur silencieux</w:t>
            </w:r>
          </w:p>
        </w:tc>
        <w:tc>
          <w:tcPr>
            <w:tcW w:w="1667"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Oui/ États-Unis/ Japon</w:t>
            </w:r>
          </w:p>
        </w:tc>
        <w:tc>
          <w:tcPr>
            <w:tcW w:w="1551"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ind w:right="19"/>
              <w:rPr>
                <w:i/>
                <w:sz w:val="18"/>
                <w:szCs w:val="18"/>
              </w:rPr>
            </w:pPr>
            <w:r w:rsidRPr="00664355">
              <w:rPr>
                <w:sz w:val="18"/>
                <w:szCs w:val="18"/>
              </w:rPr>
              <w:t>Union européenne/Japon/</w:t>
            </w:r>
            <w:r w:rsidR="00FF229C">
              <w:rPr>
                <w:sz w:val="18"/>
                <w:szCs w:val="18"/>
              </w:rPr>
              <w:t xml:space="preserve"> </w:t>
            </w:r>
            <w:r w:rsidRPr="00664355">
              <w:rPr>
                <w:sz w:val="18"/>
                <w:szCs w:val="18"/>
              </w:rPr>
              <w:t>États-Unis</w:t>
            </w:r>
          </w:p>
        </w:tc>
        <w:tc>
          <w:tcPr>
            <w:tcW w:w="1135"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AC.3/33 (y</w:t>
            </w:r>
            <w:r w:rsidR="00FF229C">
              <w:rPr>
                <w:sz w:val="18"/>
                <w:szCs w:val="18"/>
              </w:rPr>
              <w:t> </w:t>
            </w:r>
            <w:r w:rsidRPr="00664355">
              <w:rPr>
                <w:sz w:val="18"/>
                <w:szCs w:val="18"/>
              </w:rPr>
              <w:t>compris le mandat)</w:t>
            </w:r>
          </w:p>
        </w:tc>
        <w:tc>
          <w:tcPr>
            <w:tcW w:w="1785" w:type="dxa"/>
            <w:tcBorders>
              <w:top w:val="single" w:sz="12" w:space="0" w:color="auto"/>
              <w:left w:val="nil"/>
              <w:bottom w:val="single" w:sz="4" w:space="0" w:color="auto"/>
              <w:right w:val="nil"/>
            </w:tcBorders>
          </w:tcPr>
          <w:p w:rsidR="00F957A7" w:rsidRPr="00664355" w:rsidRDefault="00F957A7" w:rsidP="00D64D4A">
            <w:pPr>
              <w:spacing w:before="40" w:after="120" w:line="220" w:lineRule="exact"/>
              <w:ind w:right="113"/>
              <w:rPr>
                <w:sz w:val="18"/>
                <w:szCs w:val="18"/>
              </w:rPr>
            </w:pPr>
          </w:p>
        </w:tc>
        <w:tc>
          <w:tcPr>
            <w:tcW w:w="2156"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L</w:t>
            </w:r>
            <w:r w:rsidR="004F3EFE">
              <w:rPr>
                <w:sz w:val="18"/>
                <w:szCs w:val="18"/>
              </w:rPr>
              <w:t>’</w:t>
            </w:r>
            <w:r w:rsidRPr="00664355">
              <w:rPr>
                <w:sz w:val="18"/>
                <w:szCs w:val="18"/>
              </w:rPr>
              <w:t>AC.3 attend un rapport d</w:t>
            </w:r>
            <w:r w:rsidR="004F3EFE">
              <w:rPr>
                <w:sz w:val="18"/>
                <w:szCs w:val="18"/>
              </w:rPr>
              <w:t>’</w:t>
            </w:r>
            <w:r w:rsidRPr="00664355">
              <w:rPr>
                <w:sz w:val="18"/>
                <w:szCs w:val="18"/>
              </w:rPr>
              <w:t>activité du groupe de travail informel des</w:t>
            </w:r>
            <w:r w:rsidR="00FF229C">
              <w:rPr>
                <w:sz w:val="18"/>
                <w:szCs w:val="18"/>
              </w:rPr>
              <w:t xml:space="preserve"> </w:t>
            </w:r>
            <w:r w:rsidRPr="00664355">
              <w:rPr>
                <w:sz w:val="18"/>
                <w:szCs w:val="18"/>
              </w:rPr>
              <w:t xml:space="preserve">véhicules à moteur silencieux (QRTV). </w:t>
            </w:r>
          </w:p>
        </w:tc>
      </w:tr>
      <w:tr w:rsidR="00F957A7" w:rsidRPr="00664355" w:rsidTr="00FF229C">
        <w:tc>
          <w:tcPr>
            <w:tcW w:w="1344"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ind w:right="113"/>
              <w:rPr>
                <w:sz w:val="18"/>
                <w:szCs w:val="18"/>
              </w:rPr>
            </w:pPr>
            <w:r w:rsidRPr="00664355">
              <w:rPr>
                <w:sz w:val="18"/>
                <w:szCs w:val="18"/>
              </w:rPr>
              <w:t>[Amendement 2] au RTM ONU n</w:t>
            </w:r>
            <w:r w:rsidRPr="00664355">
              <w:rPr>
                <w:sz w:val="18"/>
                <w:szCs w:val="18"/>
                <w:vertAlign w:val="superscript"/>
              </w:rPr>
              <w:t>o</w:t>
            </w:r>
            <w:r w:rsidRPr="00664355">
              <w:rPr>
                <w:sz w:val="18"/>
                <w:szCs w:val="18"/>
              </w:rPr>
              <w:t> 16 (Pneumatiques)</w:t>
            </w:r>
          </w:p>
        </w:tc>
        <w:tc>
          <w:tcPr>
            <w:tcW w:w="1667" w:type="dxa"/>
            <w:tcBorders>
              <w:top w:val="single" w:sz="4" w:space="0" w:color="auto"/>
              <w:left w:val="nil"/>
              <w:bottom w:val="single" w:sz="12" w:space="0" w:color="auto"/>
              <w:right w:val="nil"/>
            </w:tcBorders>
          </w:tcPr>
          <w:p w:rsidR="00F957A7" w:rsidRPr="00664355" w:rsidRDefault="002F61BC" w:rsidP="00D64D4A">
            <w:pPr>
              <w:spacing w:before="40" w:after="120" w:line="220" w:lineRule="exact"/>
              <w:ind w:right="113"/>
              <w:rPr>
                <w:sz w:val="18"/>
                <w:szCs w:val="18"/>
              </w:rPr>
            </w:pPr>
            <w:r>
              <w:rPr>
                <w:sz w:val="18"/>
                <w:szCs w:val="18"/>
              </w:rPr>
              <w:t xml:space="preserve">Oui/ </w:t>
            </w:r>
            <w:r w:rsidR="00F957A7" w:rsidRPr="00664355">
              <w:rPr>
                <w:sz w:val="18"/>
                <w:szCs w:val="18"/>
              </w:rPr>
              <w:t>Fédération de Russie</w:t>
            </w:r>
          </w:p>
        </w:tc>
        <w:tc>
          <w:tcPr>
            <w:tcW w:w="1551"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ind w:right="19"/>
              <w:rPr>
                <w:sz w:val="18"/>
                <w:szCs w:val="18"/>
              </w:rPr>
            </w:pPr>
            <w:r w:rsidRPr="00664355">
              <w:rPr>
                <w:sz w:val="18"/>
                <w:szCs w:val="18"/>
              </w:rPr>
              <w:t>Fédération de Russie</w:t>
            </w:r>
          </w:p>
        </w:tc>
        <w:tc>
          <w:tcPr>
            <w:tcW w:w="1135"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ind w:right="113"/>
              <w:rPr>
                <w:sz w:val="18"/>
                <w:szCs w:val="18"/>
              </w:rPr>
            </w:pPr>
            <w:r w:rsidRPr="00664355">
              <w:rPr>
                <w:sz w:val="18"/>
                <w:szCs w:val="18"/>
              </w:rPr>
              <w:t>AC.3/48</w:t>
            </w:r>
          </w:p>
        </w:tc>
        <w:tc>
          <w:tcPr>
            <w:tcW w:w="1785"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ind w:right="113"/>
              <w:rPr>
                <w:sz w:val="18"/>
                <w:szCs w:val="18"/>
              </w:rPr>
            </w:pPr>
            <w:r w:rsidRPr="00664355">
              <w:rPr>
                <w:sz w:val="18"/>
                <w:szCs w:val="18"/>
              </w:rPr>
              <w:t>-</w:t>
            </w:r>
          </w:p>
        </w:tc>
        <w:tc>
          <w:tcPr>
            <w:tcW w:w="2156"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ind w:right="113"/>
              <w:jc w:val="both"/>
              <w:rPr>
                <w:sz w:val="18"/>
                <w:szCs w:val="18"/>
              </w:rPr>
            </w:pPr>
            <w:r w:rsidRPr="00664355">
              <w:rPr>
                <w:sz w:val="18"/>
                <w:szCs w:val="18"/>
              </w:rPr>
              <w:t>Cette ancienne activité du GRRF a</w:t>
            </w:r>
            <w:r w:rsidR="00FF229C">
              <w:rPr>
                <w:sz w:val="18"/>
                <w:szCs w:val="18"/>
              </w:rPr>
              <w:t xml:space="preserve"> </w:t>
            </w:r>
            <w:r w:rsidRPr="00664355">
              <w:rPr>
                <w:sz w:val="18"/>
                <w:szCs w:val="18"/>
              </w:rPr>
              <w:t xml:space="preserve">été transférée au GRBP. </w:t>
            </w:r>
          </w:p>
        </w:tc>
      </w:tr>
    </w:tbl>
    <w:p w:rsidR="00F957A7" w:rsidRPr="00664355" w:rsidRDefault="00F957A7" w:rsidP="00FF229C">
      <w:pPr>
        <w:pStyle w:val="H1G"/>
      </w:pPr>
      <w:r w:rsidRPr="00664355">
        <w:t>GRSG</w:t>
      </w:r>
    </w:p>
    <w:tbl>
      <w:tblPr>
        <w:tblW w:w="964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72"/>
        <w:gridCol w:w="1662"/>
        <w:gridCol w:w="1687"/>
        <w:gridCol w:w="966"/>
        <w:gridCol w:w="1850"/>
        <w:gridCol w:w="2103"/>
      </w:tblGrid>
      <w:tr w:rsidR="00F957A7" w:rsidRPr="00664355" w:rsidTr="00FF229C">
        <w:trPr>
          <w:tblHeader/>
        </w:trPr>
        <w:tc>
          <w:tcPr>
            <w:tcW w:w="1372"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Rubrique</w:t>
            </w:r>
          </w:p>
        </w:tc>
        <w:tc>
          <w:tcPr>
            <w:tcW w:w="1662"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 xml:space="preserve">Groupe informel </w:t>
            </w:r>
            <w:r w:rsidRPr="00664355">
              <w:rPr>
                <w:i/>
                <w:iCs/>
                <w:sz w:val="18"/>
                <w:szCs w:val="18"/>
              </w:rPr>
              <w:br/>
              <w:t xml:space="preserve">(oui-non)/ </w:t>
            </w:r>
            <w:r w:rsidRPr="00664355">
              <w:rPr>
                <w:i/>
                <w:iCs/>
                <w:sz w:val="18"/>
                <w:szCs w:val="18"/>
              </w:rPr>
              <w:br/>
              <w:t xml:space="preserve">Président(e) </w:t>
            </w:r>
            <w:r w:rsidRPr="00664355">
              <w:rPr>
                <w:i/>
                <w:iCs/>
                <w:sz w:val="18"/>
                <w:szCs w:val="18"/>
              </w:rPr>
              <w:br/>
              <w:t>et</w:t>
            </w:r>
            <w:r w:rsidRPr="00664355">
              <w:rPr>
                <w:i/>
                <w:iCs/>
                <w:sz w:val="18"/>
                <w:szCs w:val="18"/>
                <w:vertAlign w:val="superscript"/>
              </w:rPr>
              <w:t xml:space="preserve"> </w:t>
            </w:r>
            <w:r w:rsidRPr="00664355">
              <w:rPr>
                <w:i/>
                <w:iCs/>
                <w:sz w:val="18"/>
                <w:szCs w:val="18"/>
              </w:rPr>
              <w:t>Vice-Président(e)</w:t>
            </w:r>
          </w:p>
        </w:tc>
        <w:tc>
          <w:tcPr>
            <w:tcW w:w="1687"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Responsable</w:t>
            </w:r>
            <w:r w:rsidRPr="00664355">
              <w:rPr>
                <w:sz w:val="18"/>
                <w:szCs w:val="18"/>
              </w:rPr>
              <w:t xml:space="preserve"> </w:t>
            </w:r>
            <w:r w:rsidRPr="00664355">
              <w:rPr>
                <w:i/>
                <w:iCs/>
                <w:sz w:val="18"/>
                <w:szCs w:val="18"/>
              </w:rPr>
              <w:t>tech.</w:t>
            </w:r>
          </w:p>
        </w:tc>
        <w:tc>
          <w:tcPr>
            <w:tcW w:w="966"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rPr>
                <w:i/>
                <w:sz w:val="18"/>
                <w:szCs w:val="18"/>
              </w:rPr>
            </w:pPr>
            <w:r w:rsidRPr="00664355">
              <w:rPr>
                <w:i/>
                <w:iCs/>
                <w:sz w:val="18"/>
                <w:szCs w:val="18"/>
              </w:rPr>
              <w:t>Proposition officielle (ECE/TRANS/WP.29/...)</w:t>
            </w:r>
          </w:p>
        </w:tc>
        <w:tc>
          <w:tcPr>
            <w:tcW w:w="1850"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25"/>
              <w:rPr>
                <w:i/>
                <w:sz w:val="18"/>
                <w:szCs w:val="18"/>
              </w:rPr>
            </w:pPr>
            <w:r w:rsidRPr="00664355">
              <w:rPr>
                <w:i/>
                <w:iCs/>
                <w:sz w:val="18"/>
                <w:szCs w:val="18"/>
              </w:rPr>
              <w:t>Proposition de projet</w:t>
            </w:r>
            <w:r w:rsidRPr="00664355">
              <w:rPr>
                <w:i/>
                <w:iCs/>
                <w:sz w:val="18"/>
                <w:szCs w:val="18"/>
                <w:vertAlign w:val="superscript"/>
              </w:rPr>
              <w:t xml:space="preserve"> </w:t>
            </w:r>
            <w:r w:rsidRPr="00664355">
              <w:rPr>
                <w:i/>
                <w:iCs/>
                <w:sz w:val="18"/>
                <w:szCs w:val="18"/>
                <w:vertAlign w:val="superscript"/>
              </w:rPr>
              <w:br/>
            </w:r>
            <w:r w:rsidRPr="00664355">
              <w:rPr>
                <w:i/>
                <w:iCs/>
                <w:sz w:val="18"/>
                <w:szCs w:val="18"/>
              </w:rPr>
              <w:t>de RTM ONU (ECE/TRANS/WP.29/…)</w:t>
            </w:r>
          </w:p>
        </w:tc>
        <w:tc>
          <w:tcPr>
            <w:tcW w:w="2103"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Stade/Observations</w:t>
            </w:r>
          </w:p>
        </w:tc>
      </w:tr>
      <w:tr w:rsidR="00F957A7" w:rsidRPr="00664355" w:rsidTr="00FF229C">
        <w:tc>
          <w:tcPr>
            <w:tcW w:w="1372"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rPr>
                <w:sz w:val="18"/>
                <w:szCs w:val="18"/>
              </w:rPr>
            </w:pPr>
            <w:r w:rsidRPr="00664355">
              <w:rPr>
                <w:sz w:val="18"/>
                <w:szCs w:val="18"/>
              </w:rPr>
              <w:t>Vitrages de toit panoramique (PSG)</w:t>
            </w:r>
          </w:p>
        </w:tc>
        <w:tc>
          <w:tcPr>
            <w:tcW w:w="1662"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rPr>
                <w:sz w:val="18"/>
                <w:szCs w:val="18"/>
              </w:rPr>
            </w:pPr>
            <w:r w:rsidRPr="00664355">
              <w:rPr>
                <w:sz w:val="18"/>
                <w:szCs w:val="18"/>
              </w:rPr>
              <w:t>Oui/ République</w:t>
            </w:r>
            <w:r w:rsidRPr="00664355">
              <w:rPr>
                <w:sz w:val="18"/>
                <w:szCs w:val="18"/>
                <w:vertAlign w:val="superscript"/>
              </w:rPr>
              <w:t xml:space="preserve"> </w:t>
            </w:r>
            <w:r w:rsidRPr="00664355">
              <w:rPr>
                <w:sz w:val="18"/>
                <w:szCs w:val="18"/>
              </w:rPr>
              <w:t>de Corée/ Allemagne</w:t>
            </w:r>
          </w:p>
        </w:tc>
        <w:tc>
          <w:tcPr>
            <w:tcW w:w="1687"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rPr>
                <w:sz w:val="18"/>
                <w:szCs w:val="18"/>
              </w:rPr>
            </w:pPr>
            <w:r w:rsidRPr="00664355">
              <w:rPr>
                <w:sz w:val="18"/>
                <w:szCs w:val="18"/>
              </w:rPr>
              <w:t>République de Corée</w:t>
            </w:r>
          </w:p>
        </w:tc>
        <w:tc>
          <w:tcPr>
            <w:tcW w:w="966"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rPr>
                <w:sz w:val="18"/>
                <w:szCs w:val="18"/>
              </w:rPr>
            </w:pPr>
            <w:r w:rsidRPr="00664355">
              <w:rPr>
                <w:sz w:val="18"/>
                <w:szCs w:val="18"/>
              </w:rPr>
              <w:t>AC.3/41</w:t>
            </w:r>
          </w:p>
        </w:tc>
        <w:tc>
          <w:tcPr>
            <w:tcW w:w="1850" w:type="dxa"/>
            <w:tcBorders>
              <w:top w:val="single" w:sz="12" w:space="0" w:color="auto"/>
              <w:left w:val="nil"/>
              <w:bottom w:val="single" w:sz="4" w:space="0" w:color="auto"/>
              <w:right w:val="nil"/>
            </w:tcBorders>
          </w:tcPr>
          <w:p w:rsidR="00F957A7" w:rsidRPr="00664355" w:rsidRDefault="00F957A7" w:rsidP="00D64D4A">
            <w:pPr>
              <w:spacing w:before="40" w:after="120" w:line="220" w:lineRule="exact"/>
              <w:rPr>
                <w:sz w:val="18"/>
                <w:szCs w:val="18"/>
              </w:rPr>
            </w:pPr>
          </w:p>
        </w:tc>
        <w:tc>
          <w:tcPr>
            <w:tcW w:w="2103" w:type="dxa"/>
            <w:tcBorders>
              <w:top w:val="single" w:sz="12" w:space="0" w:color="auto"/>
              <w:left w:val="nil"/>
              <w:bottom w:val="single" w:sz="4" w:space="0" w:color="auto"/>
              <w:right w:val="nil"/>
            </w:tcBorders>
            <w:hideMark/>
          </w:tcPr>
          <w:p w:rsidR="00F957A7" w:rsidRPr="00664355" w:rsidRDefault="00F957A7" w:rsidP="00D64D4A">
            <w:pPr>
              <w:spacing w:before="40" w:after="120" w:line="220" w:lineRule="exact"/>
              <w:rPr>
                <w:sz w:val="18"/>
                <w:szCs w:val="18"/>
              </w:rPr>
            </w:pPr>
            <w:r w:rsidRPr="00664355">
              <w:rPr>
                <w:sz w:val="18"/>
                <w:szCs w:val="18"/>
              </w:rPr>
              <w:t>L</w:t>
            </w:r>
            <w:r w:rsidR="004F3EFE">
              <w:rPr>
                <w:sz w:val="18"/>
                <w:szCs w:val="18"/>
              </w:rPr>
              <w:t>’</w:t>
            </w:r>
            <w:r w:rsidRPr="00664355">
              <w:rPr>
                <w:sz w:val="18"/>
                <w:szCs w:val="18"/>
              </w:rPr>
              <w:t>AC.3 a prorogé jusqu</w:t>
            </w:r>
            <w:r w:rsidR="004F3EFE">
              <w:rPr>
                <w:sz w:val="18"/>
                <w:szCs w:val="18"/>
              </w:rPr>
              <w:t>’</w:t>
            </w:r>
            <w:r w:rsidRPr="00664355">
              <w:rPr>
                <w:sz w:val="18"/>
                <w:szCs w:val="18"/>
              </w:rPr>
              <w:t xml:space="preserve">en avril 2020 le mandat du groupe de travail informel </w:t>
            </w:r>
            <w:r w:rsidRPr="00664355">
              <w:rPr>
                <w:sz w:val="18"/>
                <w:szCs w:val="18"/>
              </w:rPr>
              <w:lastRenderedPageBreak/>
              <w:t>des vitrages de toit panoramique. Dans l</w:t>
            </w:r>
            <w:r w:rsidR="004F3EFE">
              <w:rPr>
                <w:sz w:val="18"/>
                <w:szCs w:val="18"/>
              </w:rPr>
              <w:t>’</w:t>
            </w:r>
            <w:r w:rsidRPr="00664355">
              <w:rPr>
                <w:sz w:val="18"/>
                <w:szCs w:val="18"/>
              </w:rPr>
              <w:t>intervalle, l</w:t>
            </w:r>
            <w:r w:rsidR="004F3EFE">
              <w:rPr>
                <w:sz w:val="18"/>
                <w:szCs w:val="18"/>
              </w:rPr>
              <w:t>’</w:t>
            </w:r>
            <w:r w:rsidRPr="00664355">
              <w:rPr>
                <w:sz w:val="18"/>
                <w:szCs w:val="18"/>
              </w:rPr>
              <w:t xml:space="preserve">AC.3 a inscrit au Registre mondial le rectificatif 2 au RTM ONU </w:t>
            </w:r>
            <w:r w:rsidR="00FF229C" w:rsidRPr="00FF229C">
              <w:rPr>
                <w:rFonts w:eastAsia="MS Mincho"/>
                <w:sz w:val="18"/>
                <w:szCs w:val="18"/>
              </w:rPr>
              <w:t>n</w:t>
            </w:r>
            <w:r w:rsidR="00FF229C" w:rsidRPr="00FF229C">
              <w:rPr>
                <w:rFonts w:eastAsia="MS Mincho"/>
                <w:sz w:val="18"/>
                <w:szCs w:val="18"/>
                <w:vertAlign w:val="superscript"/>
              </w:rPr>
              <w:t>o</w:t>
            </w:r>
            <w:r w:rsidRPr="00664355">
              <w:rPr>
                <w:sz w:val="18"/>
                <w:szCs w:val="18"/>
              </w:rPr>
              <w:t> 6 (visant à en préciser le champ d</w:t>
            </w:r>
            <w:r w:rsidR="004F3EFE">
              <w:rPr>
                <w:sz w:val="18"/>
                <w:szCs w:val="18"/>
              </w:rPr>
              <w:t>’</w:t>
            </w:r>
            <w:r w:rsidRPr="00664355">
              <w:rPr>
                <w:sz w:val="18"/>
                <w:szCs w:val="18"/>
              </w:rPr>
              <w:t>application).</w:t>
            </w:r>
          </w:p>
        </w:tc>
      </w:tr>
      <w:tr w:rsidR="00F957A7" w:rsidRPr="00664355" w:rsidTr="00FF229C">
        <w:tc>
          <w:tcPr>
            <w:tcW w:w="1372"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rPr>
                <w:sz w:val="18"/>
                <w:szCs w:val="18"/>
              </w:rPr>
            </w:pPr>
            <w:r w:rsidRPr="00664355">
              <w:rPr>
                <w:sz w:val="18"/>
                <w:szCs w:val="18"/>
              </w:rPr>
              <w:lastRenderedPageBreak/>
              <w:t>Amendements au RTM ONU n</w:t>
            </w:r>
            <w:r w:rsidRPr="00664355">
              <w:rPr>
                <w:sz w:val="18"/>
                <w:szCs w:val="18"/>
                <w:vertAlign w:val="superscript"/>
              </w:rPr>
              <w:t>o</w:t>
            </w:r>
            <w:r w:rsidRPr="00664355">
              <w:rPr>
                <w:sz w:val="18"/>
                <w:szCs w:val="18"/>
              </w:rPr>
              <w:t> 6 (Vitrages de sécurité)</w:t>
            </w:r>
          </w:p>
        </w:tc>
        <w:tc>
          <w:tcPr>
            <w:tcW w:w="1662" w:type="dxa"/>
            <w:tcBorders>
              <w:top w:val="single" w:sz="4" w:space="0" w:color="auto"/>
              <w:left w:val="nil"/>
              <w:bottom w:val="single" w:sz="12" w:space="0" w:color="auto"/>
              <w:right w:val="nil"/>
            </w:tcBorders>
          </w:tcPr>
          <w:p w:rsidR="00F957A7" w:rsidRPr="00FF229C" w:rsidRDefault="00F957A7" w:rsidP="00FF229C">
            <w:pPr>
              <w:spacing w:before="40" w:after="120" w:line="220" w:lineRule="exact"/>
              <w:rPr>
                <w:sz w:val="18"/>
                <w:szCs w:val="18"/>
              </w:rPr>
            </w:pPr>
            <w:r w:rsidRPr="00FF229C">
              <w:rPr>
                <w:sz w:val="18"/>
                <w:szCs w:val="18"/>
              </w:rPr>
              <w:t>Non</w:t>
            </w:r>
          </w:p>
        </w:tc>
        <w:tc>
          <w:tcPr>
            <w:tcW w:w="1687"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rPr>
                <w:sz w:val="18"/>
                <w:szCs w:val="18"/>
              </w:rPr>
            </w:pPr>
            <w:r w:rsidRPr="00664355">
              <w:rPr>
                <w:sz w:val="18"/>
                <w:szCs w:val="18"/>
              </w:rPr>
              <w:t>Inde</w:t>
            </w:r>
          </w:p>
        </w:tc>
        <w:tc>
          <w:tcPr>
            <w:tcW w:w="966"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rPr>
                <w:sz w:val="18"/>
                <w:szCs w:val="18"/>
              </w:rPr>
            </w:pPr>
            <w:r w:rsidRPr="00664355">
              <w:rPr>
                <w:sz w:val="18"/>
                <w:szCs w:val="18"/>
              </w:rPr>
              <w:t>AC.3/52</w:t>
            </w:r>
          </w:p>
        </w:tc>
        <w:tc>
          <w:tcPr>
            <w:tcW w:w="1850"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rPr>
                <w:sz w:val="18"/>
                <w:szCs w:val="18"/>
              </w:rPr>
            </w:pPr>
          </w:p>
        </w:tc>
        <w:tc>
          <w:tcPr>
            <w:tcW w:w="2103" w:type="dxa"/>
            <w:tcBorders>
              <w:top w:val="single" w:sz="4" w:space="0" w:color="auto"/>
              <w:left w:val="nil"/>
              <w:bottom w:val="single" w:sz="12" w:space="0" w:color="auto"/>
              <w:right w:val="nil"/>
            </w:tcBorders>
          </w:tcPr>
          <w:p w:rsidR="00F957A7" w:rsidRPr="00664355" w:rsidRDefault="00F957A7" w:rsidP="00D64D4A">
            <w:pPr>
              <w:spacing w:before="40" w:after="120" w:line="220" w:lineRule="exact"/>
              <w:rPr>
                <w:sz w:val="18"/>
                <w:szCs w:val="18"/>
              </w:rPr>
            </w:pPr>
            <w:r w:rsidRPr="00664355">
              <w:rPr>
                <w:sz w:val="18"/>
                <w:szCs w:val="18"/>
              </w:rPr>
              <w:t>L</w:t>
            </w:r>
            <w:r w:rsidR="004F3EFE">
              <w:rPr>
                <w:sz w:val="18"/>
                <w:szCs w:val="18"/>
              </w:rPr>
              <w:t>’</w:t>
            </w:r>
            <w:r w:rsidRPr="00664355">
              <w:rPr>
                <w:sz w:val="18"/>
                <w:szCs w:val="18"/>
              </w:rPr>
              <w:t>AC.3 a approuvé l</w:t>
            </w:r>
            <w:r w:rsidR="004F3EFE">
              <w:rPr>
                <w:sz w:val="18"/>
                <w:szCs w:val="18"/>
              </w:rPr>
              <w:t>’</w:t>
            </w:r>
            <w:r w:rsidRPr="00664355">
              <w:rPr>
                <w:sz w:val="18"/>
                <w:szCs w:val="18"/>
              </w:rPr>
              <w:t>autorisation (2018/167) d</w:t>
            </w:r>
            <w:r w:rsidR="004F3EFE">
              <w:rPr>
                <w:sz w:val="18"/>
                <w:szCs w:val="18"/>
              </w:rPr>
              <w:t>’</w:t>
            </w:r>
            <w:r w:rsidRPr="00664355">
              <w:rPr>
                <w:sz w:val="18"/>
                <w:szCs w:val="18"/>
              </w:rPr>
              <w:t>élaborer un amendement au RTM ONU n</w:t>
            </w:r>
            <w:r w:rsidRPr="00664355">
              <w:rPr>
                <w:sz w:val="18"/>
                <w:szCs w:val="18"/>
                <w:vertAlign w:val="superscript"/>
              </w:rPr>
              <w:t>o</w:t>
            </w:r>
            <w:r w:rsidRPr="00664355">
              <w:rPr>
                <w:sz w:val="18"/>
                <w:szCs w:val="18"/>
              </w:rPr>
              <w:t> 6 sur les vitres en verre feuilleté plus minces pour le vitrage avant du niveau supérieur des autobus à deux étages.</w:t>
            </w:r>
          </w:p>
        </w:tc>
      </w:tr>
    </w:tbl>
    <w:p w:rsidR="00F957A7" w:rsidRPr="00664355" w:rsidRDefault="00F957A7" w:rsidP="00FF229C">
      <w:pPr>
        <w:pStyle w:val="H1G"/>
      </w:pPr>
      <w:r w:rsidRPr="00664355">
        <w:t>Questions devant faire l</w:t>
      </w:r>
      <w:r w:rsidR="004F3EFE">
        <w:t>’</w:t>
      </w:r>
      <w:r w:rsidRPr="00664355">
        <w:t>objet d</w:t>
      </w:r>
      <w:r w:rsidR="004F3EFE">
        <w:t>’</w:t>
      </w:r>
      <w:r w:rsidRPr="00664355">
        <w:t>un échange de vues</w:t>
      </w:r>
    </w:p>
    <w:tbl>
      <w:tblPr>
        <w:tblW w:w="964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136"/>
        <w:gridCol w:w="910"/>
        <w:gridCol w:w="1021"/>
        <w:gridCol w:w="1873"/>
        <w:gridCol w:w="3418"/>
      </w:tblGrid>
      <w:tr w:rsidR="00F957A7" w:rsidRPr="00664355" w:rsidTr="00FF229C">
        <w:trPr>
          <w:cantSplit/>
          <w:tblHeader/>
        </w:trPr>
        <w:tc>
          <w:tcPr>
            <w:tcW w:w="1286"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Groupe de travail</w:t>
            </w:r>
          </w:p>
        </w:tc>
        <w:tc>
          <w:tcPr>
            <w:tcW w:w="1136"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Rubrique</w:t>
            </w:r>
          </w:p>
        </w:tc>
        <w:tc>
          <w:tcPr>
            <w:tcW w:w="910"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9"/>
              <w:rPr>
                <w:i/>
                <w:sz w:val="18"/>
                <w:szCs w:val="18"/>
              </w:rPr>
            </w:pPr>
            <w:r w:rsidRPr="00664355">
              <w:rPr>
                <w:i/>
                <w:iCs/>
                <w:sz w:val="18"/>
                <w:szCs w:val="18"/>
              </w:rPr>
              <w:t>Inf.</w:t>
            </w:r>
            <w:r w:rsidRPr="00664355">
              <w:rPr>
                <w:sz w:val="18"/>
                <w:szCs w:val="18"/>
              </w:rPr>
              <w:t xml:space="preserve"> </w:t>
            </w:r>
            <w:r w:rsidRPr="00664355">
              <w:rPr>
                <w:i/>
                <w:iCs/>
                <w:sz w:val="18"/>
                <w:szCs w:val="18"/>
              </w:rPr>
              <w:t>Groupe informel (oui-non)/ Président(e) et</w:t>
            </w:r>
            <w:r w:rsidRPr="00664355">
              <w:rPr>
                <w:i/>
                <w:iCs/>
                <w:sz w:val="18"/>
                <w:szCs w:val="18"/>
                <w:vertAlign w:val="superscript"/>
              </w:rPr>
              <w:t xml:space="preserve"> </w:t>
            </w:r>
            <w:r w:rsidRPr="00664355">
              <w:rPr>
                <w:i/>
                <w:iCs/>
                <w:sz w:val="18"/>
                <w:szCs w:val="18"/>
              </w:rPr>
              <w:t>Vice-Président(e)</w:t>
            </w:r>
          </w:p>
        </w:tc>
        <w:tc>
          <w:tcPr>
            <w:tcW w:w="1021"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left="17" w:right="50" w:firstLine="14"/>
              <w:rPr>
                <w:i/>
                <w:sz w:val="18"/>
                <w:szCs w:val="18"/>
              </w:rPr>
            </w:pPr>
            <w:r w:rsidRPr="00664355">
              <w:rPr>
                <w:i/>
                <w:iCs/>
                <w:sz w:val="18"/>
                <w:szCs w:val="18"/>
              </w:rPr>
              <w:t>Responsable</w:t>
            </w:r>
            <w:r w:rsidRPr="00664355">
              <w:rPr>
                <w:sz w:val="18"/>
                <w:szCs w:val="18"/>
              </w:rPr>
              <w:t xml:space="preserve"> </w:t>
            </w:r>
            <w:r w:rsidRPr="00664355">
              <w:rPr>
                <w:i/>
                <w:iCs/>
                <w:sz w:val="18"/>
                <w:szCs w:val="18"/>
              </w:rPr>
              <w:t>tech.</w:t>
            </w:r>
          </w:p>
        </w:tc>
        <w:tc>
          <w:tcPr>
            <w:tcW w:w="1873"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Proposition officielle (ECE/TRANS/WP.29/...)</w:t>
            </w:r>
          </w:p>
        </w:tc>
        <w:tc>
          <w:tcPr>
            <w:tcW w:w="3418" w:type="dxa"/>
            <w:tcBorders>
              <w:top w:val="single" w:sz="4" w:space="0" w:color="auto"/>
              <w:left w:val="nil"/>
              <w:bottom w:val="single" w:sz="12" w:space="0" w:color="auto"/>
              <w:right w:val="nil"/>
            </w:tcBorders>
            <w:vAlign w:val="bottom"/>
            <w:hideMark/>
          </w:tcPr>
          <w:p w:rsidR="00F957A7" w:rsidRPr="00664355" w:rsidRDefault="00F957A7" w:rsidP="00D64D4A">
            <w:pPr>
              <w:keepNext/>
              <w:keepLines/>
              <w:spacing w:before="80" w:after="80" w:line="200" w:lineRule="exact"/>
              <w:ind w:right="113"/>
              <w:rPr>
                <w:i/>
                <w:sz w:val="18"/>
                <w:szCs w:val="18"/>
              </w:rPr>
            </w:pPr>
            <w:r w:rsidRPr="00664355">
              <w:rPr>
                <w:i/>
                <w:iCs/>
                <w:sz w:val="18"/>
                <w:szCs w:val="18"/>
              </w:rPr>
              <w:t>Stade</w:t>
            </w:r>
            <w:r w:rsidRPr="00664355">
              <w:rPr>
                <w:sz w:val="18"/>
                <w:szCs w:val="18"/>
              </w:rPr>
              <w:t xml:space="preserve"> </w:t>
            </w:r>
          </w:p>
        </w:tc>
      </w:tr>
      <w:tr w:rsidR="00F957A7" w:rsidRPr="00664355" w:rsidTr="00FF229C">
        <w:trPr>
          <w:cantSplit/>
          <w:trHeight w:val="506"/>
        </w:trPr>
        <w:tc>
          <w:tcPr>
            <w:tcW w:w="1286"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sz w:val="18"/>
                <w:szCs w:val="18"/>
              </w:rPr>
            </w:pPr>
            <w:r w:rsidRPr="00664355">
              <w:rPr>
                <w:sz w:val="18"/>
                <w:szCs w:val="18"/>
              </w:rPr>
              <w:t>GRSP</w:t>
            </w:r>
          </w:p>
        </w:tc>
        <w:tc>
          <w:tcPr>
            <w:tcW w:w="1136"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sz w:val="18"/>
                <w:szCs w:val="18"/>
              </w:rPr>
            </w:pPr>
            <w:r w:rsidRPr="00664355">
              <w:rPr>
                <w:sz w:val="18"/>
                <w:szCs w:val="18"/>
              </w:rPr>
              <w:t>Compatibilité entre véhicules en cas de collision</w:t>
            </w:r>
          </w:p>
        </w:tc>
        <w:tc>
          <w:tcPr>
            <w:tcW w:w="910"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i/>
                <w:sz w:val="18"/>
                <w:szCs w:val="18"/>
              </w:rPr>
            </w:pPr>
            <w:r w:rsidRPr="00664355">
              <w:rPr>
                <w:i/>
                <w:iCs/>
                <w:sz w:val="18"/>
                <w:szCs w:val="18"/>
              </w:rPr>
              <w:t>Non</w:t>
            </w:r>
          </w:p>
        </w:tc>
        <w:tc>
          <w:tcPr>
            <w:tcW w:w="1021"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50" w:firstLine="48"/>
              <w:rPr>
                <w:sz w:val="18"/>
                <w:szCs w:val="18"/>
              </w:rPr>
            </w:pPr>
            <w:r w:rsidRPr="00664355">
              <w:rPr>
                <w:sz w:val="18"/>
                <w:szCs w:val="18"/>
              </w:rPr>
              <w:t>Non</w:t>
            </w:r>
          </w:p>
        </w:tc>
        <w:tc>
          <w:tcPr>
            <w:tcW w:w="1873"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rPr>
                <w:sz w:val="18"/>
                <w:szCs w:val="18"/>
              </w:rPr>
            </w:pPr>
            <w:r w:rsidRPr="00664355">
              <w:rPr>
                <w:sz w:val="18"/>
                <w:szCs w:val="18"/>
              </w:rPr>
              <w:t>---</w:t>
            </w:r>
          </w:p>
        </w:tc>
        <w:tc>
          <w:tcPr>
            <w:tcW w:w="3418" w:type="dxa"/>
            <w:tcBorders>
              <w:top w:val="single" w:sz="12" w:space="0" w:color="auto"/>
              <w:left w:val="nil"/>
              <w:bottom w:val="single" w:sz="4" w:space="0" w:color="auto"/>
              <w:right w:val="nil"/>
            </w:tcBorders>
            <w:hideMark/>
          </w:tcPr>
          <w:p w:rsidR="00F957A7" w:rsidRPr="00664355" w:rsidRDefault="00F957A7" w:rsidP="00D64D4A">
            <w:pPr>
              <w:keepNext/>
              <w:keepLines/>
              <w:spacing w:before="40" w:after="120" w:line="220" w:lineRule="exact"/>
              <w:ind w:right="113"/>
              <w:jc w:val="both"/>
              <w:rPr>
                <w:sz w:val="18"/>
                <w:szCs w:val="18"/>
              </w:rPr>
            </w:pPr>
            <w:r w:rsidRPr="00664355">
              <w:rPr>
                <w:sz w:val="18"/>
                <w:szCs w:val="18"/>
              </w:rPr>
              <w:t>Aucune information nouvelle n</w:t>
            </w:r>
            <w:r w:rsidR="004F3EFE">
              <w:rPr>
                <w:sz w:val="18"/>
                <w:szCs w:val="18"/>
              </w:rPr>
              <w:t>’</w:t>
            </w:r>
            <w:r w:rsidRPr="00664355">
              <w:rPr>
                <w:sz w:val="18"/>
                <w:szCs w:val="18"/>
              </w:rPr>
              <w:t>a été communiquée.</w:t>
            </w:r>
          </w:p>
        </w:tc>
      </w:tr>
      <w:tr w:rsidR="00F957A7" w:rsidRPr="00664355" w:rsidTr="00FF229C">
        <w:trPr>
          <w:cantSplit/>
          <w:trHeight w:val="882"/>
        </w:trPr>
        <w:tc>
          <w:tcPr>
            <w:tcW w:w="1286"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GRSP</w:t>
            </w:r>
          </w:p>
        </w:tc>
        <w:tc>
          <w:tcPr>
            <w:tcW w:w="1136"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Mannequins</w:t>
            </w:r>
            <w:r w:rsidRPr="00664355">
              <w:rPr>
                <w:sz w:val="18"/>
                <w:szCs w:val="18"/>
                <w:vertAlign w:val="superscript"/>
              </w:rPr>
              <w:t xml:space="preserve"> </w:t>
            </w:r>
            <w:r w:rsidRPr="00664355">
              <w:rPr>
                <w:sz w:val="18"/>
                <w:szCs w:val="18"/>
              </w:rPr>
              <w:t>de choc latéral harmonisés</w:t>
            </w:r>
          </w:p>
        </w:tc>
        <w:tc>
          <w:tcPr>
            <w:tcW w:w="910"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i/>
                <w:sz w:val="18"/>
                <w:szCs w:val="18"/>
              </w:rPr>
            </w:pPr>
            <w:r w:rsidRPr="00664355">
              <w:rPr>
                <w:i/>
                <w:iCs/>
                <w:sz w:val="18"/>
                <w:szCs w:val="18"/>
              </w:rPr>
              <w:t>Oui</w:t>
            </w:r>
          </w:p>
        </w:tc>
        <w:tc>
          <w:tcPr>
            <w:tcW w:w="1021"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50" w:firstLine="48"/>
              <w:rPr>
                <w:sz w:val="18"/>
                <w:szCs w:val="18"/>
              </w:rPr>
            </w:pPr>
            <w:r w:rsidRPr="00664355">
              <w:rPr>
                <w:sz w:val="18"/>
                <w:szCs w:val="18"/>
              </w:rPr>
              <w:t>États-Unis</w:t>
            </w:r>
          </w:p>
        </w:tc>
        <w:tc>
          <w:tcPr>
            <w:tcW w:w="187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2010/88 (deuxième rapport d</w:t>
            </w:r>
            <w:r w:rsidR="004F3EFE">
              <w:rPr>
                <w:sz w:val="18"/>
                <w:szCs w:val="18"/>
              </w:rPr>
              <w:t>’</w:t>
            </w:r>
            <w:r w:rsidRPr="00664355">
              <w:rPr>
                <w:sz w:val="18"/>
                <w:szCs w:val="18"/>
              </w:rPr>
              <w:t>activité)</w:t>
            </w:r>
          </w:p>
        </w:tc>
        <w:tc>
          <w:tcPr>
            <w:tcW w:w="3418"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L</w:t>
            </w:r>
            <w:r w:rsidR="004F3EFE">
              <w:rPr>
                <w:sz w:val="18"/>
                <w:szCs w:val="18"/>
              </w:rPr>
              <w:t>’</w:t>
            </w:r>
            <w:r w:rsidRPr="00664355">
              <w:rPr>
                <w:sz w:val="18"/>
                <w:szCs w:val="18"/>
              </w:rPr>
              <w:t>AC.3 a été informé des progrès réalisés dans l</w:t>
            </w:r>
            <w:r w:rsidR="004F3EFE">
              <w:rPr>
                <w:sz w:val="18"/>
                <w:szCs w:val="18"/>
              </w:rPr>
              <w:t>’</w:t>
            </w:r>
            <w:r w:rsidRPr="00664355">
              <w:rPr>
                <w:sz w:val="18"/>
                <w:szCs w:val="18"/>
              </w:rPr>
              <w:t>élaboration du mannequin femme du</w:t>
            </w:r>
            <w:r w:rsidR="00100634">
              <w:rPr>
                <w:sz w:val="18"/>
                <w:szCs w:val="18"/>
              </w:rPr>
              <w:t xml:space="preserve"> </w:t>
            </w:r>
            <w:r w:rsidRPr="00664355">
              <w:rPr>
                <w:sz w:val="18"/>
                <w:szCs w:val="18"/>
              </w:rPr>
              <w:t>5</w:t>
            </w:r>
            <w:r w:rsidRPr="00664355">
              <w:rPr>
                <w:sz w:val="18"/>
                <w:szCs w:val="18"/>
                <w:vertAlign w:val="superscript"/>
              </w:rPr>
              <w:t>e</w:t>
            </w:r>
            <w:r w:rsidR="00100634">
              <w:rPr>
                <w:sz w:val="18"/>
                <w:szCs w:val="18"/>
              </w:rPr>
              <w:t> </w:t>
            </w:r>
            <w:r w:rsidRPr="00664355">
              <w:rPr>
                <w:sz w:val="18"/>
                <w:szCs w:val="18"/>
              </w:rPr>
              <w:t>centile et a noté que ce mannequin devrait peut-être faire l</w:t>
            </w:r>
            <w:r w:rsidR="004F3EFE">
              <w:rPr>
                <w:sz w:val="18"/>
                <w:szCs w:val="18"/>
              </w:rPr>
              <w:t>’</w:t>
            </w:r>
            <w:r w:rsidRPr="00664355">
              <w:rPr>
                <w:sz w:val="18"/>
                <w:szCs w:val="18"/>
              </w:rPr>
              <w:t>objet de modifications. L</w:t>
            </w:r>
            <w:r w:rsidR="004F3EFE">
              <w:rPr>
                <w:sz w:val="18"/>
                <w:szCs w:val="18"/>
              </w:rPr>
              <w:t>’</w:t>
            </w:r>
            <w:r w:rsidRPr="00664355">
              <w:rPr>
                <w:sz w:val="18"/>
                <w:szCs w:val="18"/>
              </w:rPr>
              <w:t>AC.3 a prolongé le mandat du groupe de travail informel jusqu</w:t>
            </w:r>
            <w:r w:rsidR="004F3EFE">
              <w:rPr>
                <w:sz w:val="18"/>
                <w:szCs w:val="18"/>
              </w:rPr>
              <w:t>’</w:t>
            </w:r>
            <w:r w:rsidRPr="00664355">
              <w:rPr>
                <w:sz w:val="18"/>
                <w:szCs w:val="18"/>
              </w:rPr>
              <w:t>en décembre 2017.</w:t>
            </w:r>
          </w:p>
        </w:tc>
      </w:tr>
      <w:tr w:rsidR="00F957A7" w:rsidRPr="00664355" w:rsidTr="00FF229C">
        <w:trPr>
          <w:cantSplit/>
          <w:trHeight w:val="570"/>
        </w:trPr>
        <w:tc>
          <w:tcPr>
            <w:tcW w:w="1286"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WP.29</w:t>
            </w:r>
          </w:p>
        </w:tc>
        <w:tc>
          <w:tcPr>
            <w:tcW w:w="1136"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STI</w:t>
            </w:r>
          </w:p>
        </w:tc>
        <w:tc>
          <w:tcPr>
            <w:tcW w:w="910"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i/>
                <w:sz w:val="18"/>
                <w:szCs w:val="18"/>
              </w:rPr>
            </w:pPr>
            <w:r w:rsidRPr="00664355">
              <w:rPr>
                <w:i/>
                <w:iCs/>
                <w:sz w:val="18"/>
                <w:szCs w:val="18"/>
              </w:rPr>
              <w:t>Non</w:t>
            </w:r>
          </w:p>
        </w:tc>
        <w:tc>
          <w:tcPr>
            <w:tcW w:w="1021"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50" w:firstLine="48"/>
              <w:rPr>
                <w:sz w:val="18"/>
                <w:szCs w:val="18"/>
              </w:rPr>
            </w:pPr>
            <w:r w:rsidRPr="00664355">
              <w:rPr>
                <w:sz w:val="18"/>
                <w:szCs w:val="18"/>
              </w:rPr>
              <w:t>---</w:t>
            </w:r>
          </w:p>
        </w:tc>
        <w:tc>
          <w:tcPr>
            <w:tcW w:w="1873"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w:t>
            </w:r>
          </w:p>
        </w:tc>
        <w:tc>
          <w:tcPr>
            <w:tcW w:w="3418" w:type="dxa"/>
            <w:tcBorders>
              <w:top w:val="single" w:sz="4" w:space="0" w:color="auto"/>
              <w:left w:val="nil"/>
              <w:bottom w:val="single" w:sz="4" w:space="0" w:color="auto"/>
              <w:right w:val="nil"/>
            </w:tcBorders>
            <w:hideMark/>
          </w:tcPr>
          <w:p w:rsidR="00F957A7" w:rsidRPr="00664355" w:rsidRDefault="00F957A7" w:rsidP="00D64D4A">
            <w:pPr>
              <w:spacing w:before="40" w:after="120" w:line="220" w:lineRule="exact"/>
              <w:ind w:right="113"/>
              <w:jc w:val="both"/>
              <w:rPr>
                <w:sz w:val="18"/>
                <w:szCs w:val="18"/>
              </w:rPr>
            </w:pPr>
            <w:r w:rsidRPr="00664355">
              <w:rPr>
                <w:sz w:val="18"/>
                <w:szCs w:val="18"/>
              </w:rPr>
              <w:t>Aucune information nouvelle n</w:t>
            </w:r>
            <w:r w:rsidR="004F3EFE">
              <w:rPr>
                <w:sz w:val="18"/>
                <w:szCs w:val="18"/>
              </w:rPr>
              <w:t>’</w:t>
            </w:r>
            <w:r w:rsidRPr="00664355">
              <w:rPr>
                <w:sz w:val="18"/>
                <w:szCs w:val="18"/>
              </w:rPr>
              <w:t>a été communiquée à l</w:t>
            </w:r>
            <w:r w:rsidR="004F3EFE">
              <w:rPr>
                <w:sz w:val="18"/>
                <w:szCs w:val="18"/>
              </w:rPr>
              <w:t>’</w:t>
            </w:r>
            <w:r w:rsidRPr="00664355">
              <w:rPr>
                <w:sz w:val="18"/>
                <w:szCs w:val="18"/>
              </w:rPr>
              <w:t>AC.3.</w:t>
            </w:r>
          </w:p>
        </w:tc>
      </w:tr>
      <w:tr w:rsidR="00F957A7" w:rsidRPr="00664355" w:rsidTr="00FF229C">
        <w:trPr>
          <w:cantSplit/>
          <w:trHeight w:val="1529"/>
        </w:trPr>
        <w:tc>
          <w:tcPr>
            <w:tcW w:w="1286"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WP.29</w:t>
            </w:r>
          </w:p>
        </w:tc>
        <w:tc>
          <w:tcPr>
            <w:tcW w:w="1136"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Nouvelles technologies n</w:t>
            </w:r>
            <w:r w:rsidR="004F3EFE">
              <w:rPr>
                <w:sz w:val="18"/>
                <w:szCs w:val="18"/>
              </w:rPr>
              <w:t>’</w:t>
            </w:r>
            <w:r w:rsidRPr="00664355">
              <w:rPr>
                <w:sz w:val="18"/>
                <w:szCs w:val="18"/>
              </w:rPr>
              <w:t>ayant pas encore fait l</w:t>
            </w:r>
            <w:r w:rsidR="004F3EFE">
              <w:rPr>
                <w:sz w:val="18"/>
                <w:szCs w:val="18"/>
              </w:rPr>
              <w:t>’</w:t>
            </w:r>
            <w:r w:rsidRPr="00664355">
              <w:rPr>
                <w:sz w:val="18"/>
                <w:szCs w:val="18"/>
              </w:rPr>
              <w:t>objet d</w:t>
            </w:r>
            <w:r w:rsidR="004F3EFE">
              <w:rPr>
                <w:sz w:val="18"/>
                <w:szCs w:val="18"/>
              </w:rPr>
              <w:t>’</w:t>
            </w:r>
            <w:r w:rsidRPr="00664355">
              <w:rPr>
                <w:sz w:val="18"/>
                <w:szCs w:val="18"/>
              </w:rPr>
              <w:t xml:space="preserve">un règlement </w:t>
            </w:r>
          </w:p>
        </w:tc>
        <w:tc>
          <w:tcPr>
            <w:tcW w:w="910"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i/>
                <w:sz w:val="18"/>
                <w:szCs w:val="18"/>
              </w:rPr>
            </w:pPr>
            <w:r w:rsidRPr="00664355">
              <w:rPr>
                <w:i/>
                <w:iCs/>
                <w:sz w:val="18"/>
                <w:szCs w:val="18"/>
              </w:rPr>
              <w:t>Non</w:t>
            </w:r>
          </w:p>
        </w:tc>
        <w:tc>
          <w:tcPr>
            <w:tcW w:w="1021"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50" w:firstLine="48"/>
              <w:rPr>
                <w:sz w:val="18"/>
                <w:szCs w:val="18"/>
              </w:rPr>
            </w:pPr>
            <w:r w:rsidRPr="00664355">
              <w:rPr>
                <w:sz w:val="18"/>
                <w:szCs w:val="18"/>
              </w:rPr>
              <w:t>Non</w:t>
            </w:r>
          </w:p>
        </w:tc>
        <w:tc>
          <w:tcPr>
            <w:tcW w:w="1873"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w:t>
            </w:r>
          </w:p>
        </w:tc>
        <w:tc>
          <w:tcPr>
            <w:tcW w:w="3418" w:type="dxa"/>
            <w:tcBorders>
              <w:top w:val="single" w:sz="4" w:space="0" w:color="auto"/>
              <w:left w:val="nil"/>
              <w:bottom w:val="single" w:sz="12" w:space="0" w:color="auto"/>
              <w:right w:val="nil"/>
            </w:tcBorders>
            <w:hideMark/>
          </w:tcPr>
          <w:p w:rsidR="00F957A7" w:rsidRPr="00664355" w:rsidRDefault="00F957A7" w:rsidP="00D64D4A">
            <w:pPr>
              <w:spacing w:before="40" w:after="120" w:line="220" w:lineRule="exact"/>
              <w:ind w:right="113"/>
              <w:rPr>
                <w:sz w:val="18"/>
                <w:szCs w:val="18"/>
              </w:rPr>
            </w:pPr>
            <w:r w:rsidRPr="00664355">
              <w:rPr>
                <w:sz w:val="18"/>
                <w:szCs w:val="18"/>
              </w:rPr>
              <w:t>Un échange de vues a eu lieu concernant les travaux prioritaires sur les nouvelles technologies, y compris la conduite automatisée, les systèmes de communication embarqués, la cybersécurité et la protection des données.</w:t>
            </w:r>
          </w:p>
        </w:tc>
      </w:tr>
    </w:tbl>
    <w:p w:rsidR="00F957A7" w:rsidRPr="00100634" w:rsidRDefault="00F957A7" w:rsidP="00100634">
      <w:pPr>
        <w:pStyle w:val="HChG"/>
      </w:pPr>
      <w:r w:rsidRPr="00664355">
        <w:br w:type="page"/>
      </w:r>
      <w:r w:rsidRPr="00664355">
        <w:lastRenderedPageBreak/>
        <w:t>Annexe III</w:t>
      </w:r>
    </w:p>
    <w:p w:rsidR="00F957A7" w:rsidRPr="00664355" w:rsidRDefault="00F957A7" w:rsidP="00F957A7">
      <w:pPr>
        <w:pStyle w:val="HChG"/>
      </w:pPr>
      <w:r w:rsidRPr="00664355">
        <w:tab/>
      </w:r>
      <w:r w:rsidRPr="00664355">
        <w:tab/>
      </w:r>
      <w:r w:rsidRPr="00664355">
        <w:rPr>
          <w:bCs/>
        </w:rPr>
        <w:t>Forum mondial de l</w:t>
      </w:r>
      <w:r w:rsidR="004F3EFE">
        <w:rPr>
          <w:bCs/>
        </w:rPr>
        <w:t>’</w:t>
      </w:r>
      <w:r w:rsidRPr="00664355">
        <w:rPr>
          <w:bCs/>
        </w:rPr>
        <w:t>harmonisation des Règlements concernant les véhicules (WP.29) : groupes de travail, groupes de travail informels et présidents au</w:t>
      </w:r>
      <w:r w:rsidR="00100634">
        <w:rPr>
          <w:bCs/>
        </w:rPr>
        <w:t xml:space="preserve"> </w:t>
      </w:r>
      <w:r w:rsidRPr="00664355">
        <w:rPr>
          <w:bCs/>
        </w:rPr>
        <w:t>1</w:t>
      </w:r>
      <w:r w:rsidRPr="00664355">
        <w:rPr>
          <w:bCs/>
          <w:vertAlign w:val="superscript"/>
        </w:rPr>
        <w:t>er</w:t>
      </w:r>
      <w:r w:rsidRPr="00664355">
        <w:rPr>
          <w:bCs/>
        </w:rPr>
        <w:t> février</w:t>
      </w:r>
      <w:r w:rsidR="00100634">
        <w:rPr>
          <w:bCs/>
        </w:rPr>
        <w:t xml:space="preserve"> </w:t>
      </w:r>
      <w:r w:rsidRPr="00664355">
        <w:rPr>
          <w:bCs/>
        </w:rPr>
        <w:t>2020</w:t>
      </w:r>
      <w:bookmarkStart w:id="172" w:name="_Toc35591767"/>
      <w:bookmarkEnd w:id="172"/>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97"/>
        <w:gridCol w:w="3978"/>
        <w:gridCol w:w="1622"/>
        <w:gridCol w:w="1796"/>
        <w:gridCol w:w="1552"/>
      </w:tblGrid>
      <w:tr w:rsidR="00F957A7" w:rsidRPr="00664355" w:rsidTr="00D64D4A">
        <w:trPr>
          <w:cantSplit/>
          <w:tblHeader/>
          <w:jc w:val="center"/>
        </w:trPr>
        <w:tc>
          <w:tcPr>
            <w:tcW w:w="697"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113" w:right="-57"/>
              <w:rPr>
                <w:i/>
                <w:sz w:val="16"/>
                <w:szCs w:val="16"/>
                <w:lang w:eastAsia="en-GB"/>
              </w:rPr>
            </w:pPr>
            <w:r w:rsidRPr="00664355">
              <w:rPr>
                <w:i/>
                <w:sz w:val="16"/>
                <w:szCs w:val="16"/>
                <w:lang w:eastAsia="en-GB"/>
              </w:rPr>
              <w:t> </w:t>
            </w:r>
          </w:p>
        </w:tc>
        <w:tc>
          <w:tcPr>
            <w:tcW w:w="3978"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113" w:right="-57"/>
              <w:rPr>
                <w:bCs/>
                <w:i/>
                <w:sz w:val="16"/>
                <w:szCs w:val="16"/>
              </w:rPr>
            </w:pPr>
            <w:r w:rsidRPr="00664355">
              <w:rPr>
                <w:i/>
                <w:iCs/>
                <w:sz w:val="16"/>
                <w:szCs w:val="16"/>
              </w:rPr>
              <w:t>Groupes de travail et groupes de travail informels</w:t>
            </w:r>
          </w:p>
        </w:tc>
        <w:tc>
          <w:tcPr>
            <w:tcW w:w="1622"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113" w:right="-57"/>
              <w:rPr>
                <w:bCs/>
                <w:i/>
                <w:sz w:val="16"/>
                <w:szCs w:val="16"/>
              </w:rPr>
            </w:pPr>
            <w:r w:rsidRPr="00664355">
              <w:rPr>
                <w:i/>
                <w:iCs/>
                <w:sz w:val="16"/>
                <w:szCs w:val="16"/>
              </w:rPr>
              <w:t xml:space="preserve">Président(e )ou Coprésident(e)s / </w:t>
            </w:r>
            <w:r w:rsidRPr="00664355">
              <w:rPr>
                <w:i/>
                <w:iCs/>
                <w:sz w:val="16"/>
                <w:szCs w:val="16"/>
              </w:rPr>
              <w:br/>
              <w:t>Vice-Président(e)</w:t>
            </w:r>
          </w:p>
        </w:tc>
        <w:tc>
          <w:tcPr>
            <w:tcW w:w="1796"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113" w:right="-57"/>
              <w:rPr>
                <w:i/>
                <w:sz w:val="16"/>
                <w:szCs w:val="16"/>
              </w:rPr>
            </w:pPr>
            <w:r w:rsidRPr="00664355">
              <w:rPr>
                <w:i/>
                <w:iCs/>
                <w:sz w:val="16"/>
                <w:szCs w:val="16"/>
              </w:rPr>
              <w:t>Pays</w:t>
            </w:r>
          </w:p>
        </w:tc>
        <w:tc>
          <w:tcPr>
            <w:tcW w:w="1552" w:type="dxa"/>
            <w:tcBorders>
              <w:top w:val="single" w:sz="2" w:space="0" w:color="auto"/>
              <w:bottom w:val="single" w:sz="12" w:space="0" w:color="auto"/>
            </w:tcBorders>
            <w:hideMark/>
          </w:tcPr>
          <w:p w:rsidR="00F957A7" w:rsidRPr="00664355" w:rsidRDefault="00F957A7" w:rsidP="00D64D4A">
            <w:pPr>
              <w:spacing w:before="80" w:after="80" w:line="200" w:lineRule="exact"/>
              <w:ind w:left="113" w:right="-57"/>
              <w:rPr>
                <w:i/>
                <w:sz w:val="16"/>
                <w:szCs w:val="16"/>
              </w:rPr>
            </w:pPr>
            <w:r w:rsidRPr="00664355">
              <w:rPr>
                <w:i/>
                <w:iCs/>
                <w:sz w:val="16"/>
                <w:szCs w:val="16"/>
              </w:rPr>
              <w:t>Date d</w:t>
            </w:r>
            <w:r w:rsidR="004F3EFE">
              <w:rPr>
                <w:i/>
                <w:iCs/>
                <w:sz w:val="16"/>
                <w:szCs w:val="16"/>
              </w:rPr>
              <w:t>’</w:t>
            </w:r>
            <w:r w:rsidRPr="00664355">
              <w:rPr>
                <w:i/>
                <w:iCs/>
                <w:sz w:val="16"/>
                <w:szCs w:val="16"/>
              </w:rPr>
              <w:t>expiration</w:t>
            </w:r>
            <w:r w:rsidRPr="00664355">
              <w:rPr>
                <w:i/>
                <w:iCs/>
                <w:sz w:val="16"/>
                <w:szCs w:val="16"/>
                <w:vertAlign w:val="superscript"/>
              </w:rPr>
              <w:t xml:space="preserve"> </w:t>
            </w:r>
            <w:r w:rsidRPr="00664355">
              <w:rPr>
                <w:i/>
                <w:iCs/>
                <w:sz w:val="16"/>
                <w:szCs w:val="16"/>
              </w:rPr>
              <w:t>du mandat</w:t>
            </w:r>
          </w:p>
        </w:tc>
      </w:tr>
      <w:tr w:rsidR="00F957A7" w:rsidRPr="00664355" w:rsidTr="00D64D4A">
        <w:trPr>
          <w:cantSplit/>
          <w:jc w:val="center"/>
        </w:trPr>
        <w:tc>
          <w:tcPr>
            <w:tcW w:w="697" w:type="dxa"/>
            <w:tcBorders>
              <w:top w:val="single" w:sz="12" w:space="0" w:color="auto"/>
            </w:tcBorders>
            <w:hideMark/>
          </w:tcPr>
          <w:p w:rsidR="00F957A7" w:rsidRPr="00664355" w:rsidRDefault="00F957A7" w:rsidP="00D64D4A">
            <w:pPr>
              <w:spacing w:before="40" w:after="120" w:line="220" w:lineRule="exact"/>
              <w:ind w:left="57"/>
              <w:rPr>
                <w:b/>
                <w:sz w:val="18"/>
                <w:szCs w:val="18"/>
              </w:rPr>
            </w:pPr>
            <w:r w:rsidRPr="00664355">
              <w:rPr>
                <w:b/>
                <w:bCs/>
                <w:sz w:val="18"/>
                <w:szCs w:val="18"/>
              </w:rPr>
              <w:t>WP.29</w:t>
            </w:r>
          </w:p>
        </w:tc>
        <w:tc>
          <w:tcPr>
            <w:tcW w:w="3978" w:type="dxa"/>
            <w:tcBorders>
              <w:top w:val="single" w:sz="12" w:space="0" w:color="auto"/>
            </w:tcBorders>
            <w:hideMark/>
          </w:tcPr>
          <w:p w:rsidR="00F957A7" w:rsidRPr="00664355" w:rsidRDefault="00F957A7" w:rsidP="00D64D4A">
            <w:pPr>
              <w:spacing w:before="40" w:after="120" w:line="220" w:lineRule="exact"/>
              <w:ind w:left="57"/>
              <w:rPr>
                <w:b/>
                <w:sz w:val="18"/>
                <w:szCs w:val="18"/>
              </w:rPr>
            </w:pPr>
            <w:r w:rsidRPr="00664355">
              <w:rPr>
                <w:sz w:val="18"/>
                <w:szCs w:val="18"/>
              </w:rPr>
              <w:t xml:space="preserve"> </w:t>
            </w:r>
            <w:r w:rsidRPr="00664355">
              <w:rPr>
                <w:b/>
                <w:bCs/>
                <w:sz w:val="18"/>
                <w:szCs w:val="18"/>
              </w:rPr>
              <w:t>Forum mondial</w:t>
            </w:r>
            <w:r w:rsidRPr="00664355">
              <w:rPr>
                <w:sz w:val="18"/>
                <w:szCs w:val="18"/>
              </w:rPr>
              <w:t xml:space="preserve"> </w:t>
            </w:r>
          </w:p>
        </w:tc>
        <w:tc>
          <w:tcPr>
            <w:tcW w:w="1622" w:type="dxa"/>
            <w:tcBorders>
              <w:top w:val="single" w:sz="12" w:space="0" w:color="auto"/>
            </w:tcBorders>
            <w:hideMark/>
          </w:tcPr>
          <w:p w:rsidR="00F957A7" w:rsidRPr="00664355" w:rsidRDefault="00F957A7" w:rsidP="00D64D4A">
            <w:pPr>
              <w:spacing w:before="40" w:after="120" w:line="220" w:lineRule="exact"/>
              <w:ind w:left="57"/>
              <w:rPr>
                <w:b/>
                <w:bCs/>
                <w:sz w:val="18"/>
                <w:szCs w:val="18"/>
                <w:lang w:val="it-IT"/>
              </w:rPr>
            </w:pPr>
            <w:r w:rsidRPr="00664355">
              <w:rPr>
                <w:b/>
                <w:bCs/>
                <w:sz w:val="18"/>
                <w:szCs w:val="18"/>
                <w:lang w:val="it-IT"/>
              </w:rPr>
              <w:t>M.</w:t>
            </w:r>
            <w:r w:rsidR="006840D8">
              <w:rPr>
                <w:b/>
                <w:bCs/>
                <w:sz w:val="18"/>
                <w:szCs w:val="18"/>
                <w:lang w:val="it-IT"/>
              </w:rPr>
              <w:t> </w:t>
            </w:r>
            <w:r w:rsidRPr="00664355">
              <w:rPr>
                <w:b/>
                <w:bCs/>
                <w:sz w:val="18"/>
                <w:szCs w:val="18"/>
                <w:lang w:val="it-IT"/>
              </w:rPr>
              <w:t>B. Kisulenko M. A. Erario</w:t>
            </w:r>
          </w:p>
        </w:tc>
        <w:tc>
          <w:tcPr>
            <w:tcW w:w="1796" w:type="dxa"/>
            <w:tcBorders>
              <w:top w:val="single" w:sz="12" w:space="0" w:color="auto"/>
            </w:tcBorders>
            <w:hideMark/>
          </w:tcPr>
          <w:p w:rsidR="00F957A7" w:rsidRPr="00664355" w:rsidRDefault="00F957A7" w:rsidP="00D64D4A">
            <w:pPr>
              <w:spacing w:before="40" w:after="120" w:line="220" w:lineRule="exact"/>
              <w:ind w:left="57"/>
              <w:rPr>
                <w:b/>
                <w:sz w:val="18"/>
                <w:szCs w:val="18"/>
              </w:rPr>
            </w:pPr>
            <w:r w:rsidRPr="00664355">
              <w:rPr>
                <w:b/>
                <w:bCs/>
                <w:sz w:val="18"/>
                <w:szCs w:val="18"/>
              </w:rPr>
              <w:t>Fédération de Russie</w:t>
            </w:r>
            <w:r w:rsidR="00F14E02">
              <w:rPr>
                <w:b/>
                <w:bCs/>
                <w:sz w:val="18"/>
                <w:szCs w:val="18"/>
              </w:rPr>
              <w:br/>
              <w:t>Italie</w:t>
            </w:r>
          </w:p>
        </w:tc>
        <w:tc>
          <w:tcPr>
            <w:tcW w:w="1552" w:type="dxa"/>
            <w:tcBorders>
              <w:top w:val="single" w:sz="12" w:space="0" w:color="auto"/>
            </w:tcBorders>
            <w:hideMark/>
          </w:tcPr>
          <w:p w:rsidR="00F957A7" w:rsidRPr="00664355" w:rsidRDefault="00F957A7" w:rsidP="00D64D4A">
            <w:pPr>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Systèmes de transport intelligents (STI)</w:t>
            </w:r>
          </w:p>
        </w:tc>
        <w:tc>
          <w:tcPr>
            <w:tcW w:w="1622" w:type="dxa"/>
            <w:hideMark/>
          </w:tcPr>
          <w:p w:rsidR="00F957A7" w:rsidRPr="00664355" w:rsidRDefault="00F957A7" w:rsidP="00D64D4A">
            <w:pPr>
              <w:spacing w:before="40" w:after="120" w:line="220" w:lineRule="exact"/>
              <w:ind w:left="57"/>
              <w:rPr>
                <w:sz w:val="18"/>
                <w:szCs w:val="18"/>
                <w:lang w:val="es-ES"/>
              </w:rPr>
            </w:pPr>
            <w:r w:rsidRPr="00664355">
              <w:rPr>
                <w:sz w:val="18"/>
                <w:szCs w:val="18"/>
                <w:lang w:val="es-ES"/>
              </w:rPr>
              <w:t xml:space="preserve">M. H. </w:t>
            </w:r>
            <w:proofErr w:type="spellStart"/>
            <w:r w:rsidRPr="00664355">
              <w:rPr>
                <w:sz w:val="18"/>
                <w:szCs w:val="18"/>
                <w:lang w:val="es-ES"/>
              </w:rPr>
              <w:t>Inomata</w:t>
            </w:r>
            <w:proofErr w:type="spellEnd"/>
            <w:r w:rsidRPr="00664355">
              <w:rPr>
                <w:sz w:val="18"/>
                <w:szCs w:val="18"/>
                <w:vertAlign w:val="superscript"/>
                <w:lang w:val="es-ES"/>
              </w:rPr>
              <w:br/>
            </w:r>
            <w:r w:rsidRPr="00664355">
              <w:rPr>
                <w:sz w:val="18"/>
                <w:szCs w:val="18"/>
                <w:lang w:val="es-ES"/>
              </w:rPr>
              <w:t xml:space="preserve">M. I. </w:t>
            </w:r>
            <w:proofErr w:type="spellStart"/>
            <w:r w:rsidRPr="00664355">
              <w:rPr>
                <w:sz w:val="18"/>
                <w:szCs w:val="18"/>
                <w:lang w:val="es-ES"/>
              </w:rPr>
              <w:t>Yarnold</w:t>
            </w:r>
            <w:proofErr w:type="spellEnd"/>
            <w:r w:rsidRPr="00664355">
              <w:rPr>
                <w:sz w:val="18"/>
                <w:szCs w:val="18"/>
                <w:vertAlign w:val="superscript"/>
                <w:lang w:val="es-ES"/>
              </w:rPr>
              <w:br/>
            </w:r>
            <w:r w:rsidR="006840D8" w:rsidRPr="006840D8">
              <w:rPr>
                <w:sz w:val="18"/>
                <w:szCs w:val="18"/>
                <w:lang w:val="es-ES"/>
              </w:rPr>
              <w:t>M</w:t>
            </w:r>
            <w:r w:rsidR="006840D8" w:rsidRPr="006840D8">
              <w:rPr>
                <w:sz w:val="18"/>
                <w:szCs w:val="18"/>
                <w:vertAlign w:val="superscript"/>
                <w:lang w:val="es-ES"/>
              </w:rPr>
              <w:t>me</w:t>
            </w:r>
            <w:r w:rsidR="006840D8" w:rsidRPr="006840D8">
              <w:rPr>
                <w:sz w:val="18"/>
                <w:szCs w:val="18"/>
                <w:lang w:val="es-ES"/>
              </w:rPr>
              <w:t> </w:t>
            </w:r>
            <w:r w:rsidRPr="00664355">
              <w:rPr>
                <w:sz w:val="18"/>
                <w:szCs w:val="18"/>
                <w:lang w:val="es-ES"/>
              </w:rPr>
              <w:t xml:space="preserve">J. </w:t>
            </w:r>
            <w:proofErr w:type="spellStart"/>
            <w:r w:rsidRPr="00664355">
              <w:rPr>
                <w:sz w:val="18"/>
                <w:szCs w:val="18"/>
                <w:lang w:val="es-ES"/>
              </w:rPr>
              <w:t>Doherty</w:t>
            </w:r>
            <w:proofErr w:type="spellEnd"/>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Japon </w:t>
            </w:r>
            <w:r w:rsidRPr="00664355">
              <w:rPr>
                <w:sz w:val="18"/>
                <w:szCs w:val="18"/>
              </w:rPr>
              <w:br/>
              <w:t xml:space="preserve">Royaume-Uni </w:t>
            </w:r>
            <w:r w:rsidRPr="00664355">
              <w:rPr>
                <w:sz w:val="18"/>
                <w:szCs w:val="18"/>
              </w:rPr>
              <w:br/>
              <w:t>États-Unis</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Mars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Base de données électronique pour l</w:t>
            </w:r>
            <w:r w:rsidR="004F3EFE">
              <w:rPr>
                <w:sz w:val="18"/>
                <w:szCs w:val="18"/>
              </w:rPr>
              <w:t>’</w:t>
            </w:r>
            <w:r w:rsidRPr="00664355">
              <w:rPr>
                <w:sz w:val="18"/>
                <w:szCs w:val="18"/>
              </w:rPr>
              <w:t>échange d</w:t>
            </w:r>
            <w:r w:rsidR="004F3EFE">
              <w:rPr>
                <w:sz w:val="18"/>
                <w:szCs w:val="18"/>
              </w:rPr>
              <w:t>’</w:t>
            </w:r>
            <w:r w:rsidRPr="00664355">
              <w:rPr>
                <w:sz w:val="18"/>
                <w:szCs w:val="18"/>
              </w:rPr>
              <w:t>informations concernant les homologations de type (DETA)</w:t>
            </w:r>
          </w:p>
        </w:tc>
        <w:tc>
          <w:tcPr>
            <w:tcW w:w="1622"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M. S. </w:t>
            </w:r>
            <w:proofErr w:type="spellStart"/>
            <w:r w:rsidRPr="00664355">
              <w:rPr>
                <w:sz w:val="18"/>
                <w:szCs w:val="18"/>
              </w:rPr>
              <w:t>Paeslack</w:t>
            </w:r>
            <w:proofErr w:type="spellEnd"/>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Allemagne</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Juin 2019</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Homologation de type internationale de l</w:t>
            </w:r>
            <w:r w:rsidR="004F3EFE">
              <w:rPr>
                <w:sz w:val="18"/>
                <w:szCs w:val="18"/>
              </w:rPr>
              <w:t>’</w:t>
            </w:r>
            <w:r w:rsidRPr="00664355">
              <w:rPr>
                <w:sz w:val="18"/>
                <w:szCs w:val="18"/>
              </w:rPr>
              <w:t>ensemble du véhicule (IWVTA)</w:t>
            </w:r>
          </w:p>
        </w:tc>
        <w:tc>
          <w:tcPr>
            <w:tcW w:w="1622"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M. T. </w:t>
            </w:r>
            <w:proofErr w:type="spellStart"/>
            <w:r w:rsidRPr="00664355">
              <w:rPr>
                <w:sz w:val="18"/>
                <w:szCs w:val="18"/>
              </w:rPr>
              <w:t>Onoda</w:t>
            </w:r>
            <w:proofErr w:type="spellEnd"/>
            <w:r w:rsidRPr="00664355">
              <w:rPr>
                <w:sz w:val="18"/>
                <w:szCs w:val="18"/>
              </w:rPr>
              <w:t xml:space="preserve"> </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Japon </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Novembre 2019</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Groupe de travail de l</w:t>
            </w:r>
            <w:r w:rsidR="004F3EFE">
              <w:rPr>
                <w:sz w:val="18"/>
                <w:szCs w:val="18"/>
              </w:rPr>
              <w:t>’</w:t>
            </w:r>
            <w:r w:rsidRPr="00664355">
              <w:rPr>
                <w:sz w:val="18"/>
                <w:szCs w:val="18"/>
              </w:rPr>
              <w:t>exécution des obligations</w:t>
            </w:r>
          </w:p>
        </w:tc>
        <w:tc>
          <w:tcPr>
            <w:tcW w:w="1622" w:type="dxa"/>
            <w:hideMark/>
          </w:tcPr>
          <w:p w:rsidR="00F957A7" w:rsidRPr="00664355" w:rsidRDefault="00F957A7" w:rsidP="00D64D4A">
            <w:pPr>
              <w:spacing w:before="40" w:after="120" w:line="220" w:lineRule="exact"/>
              <w:ind w:left="57"/>
              <w:rPr>
                <w:sz w:val="18"/>
                <w:szCs w:val="18"/>
              </w:rPr>
            </w:pPr>
            <w:r w:rsidRPr="00664355">
              <w:rPr>
                <w:sz w:val="18"/>
                <w:szCs w:val="18"/>
              </w:rPr>
              <w:t>-</w:t>
            </w:r>
          </w:p>
        </w:tc>
        <w:tc>
          <w:tcPr>
            <w:tcW w:w="1796" w:type="dxa"/>
            <w:hideMark/>
          </w:tcPr>
          <w:p w:rsidR="00F957A7" w:rsidRPr="00664355" w:rsidRDefault="00F957A7" w:rsidP="00D64D4A">
            <w:pPr>
              <w:spacing w:before="40" w:after="120" w:line="220" w:lineRule="exact"/>
              <w:ind w:left="57"/>
              <w:rPr>
                <w:strike/>
                <w:sz w:val="18"/>
                <w:szCs w:val="18"/>
                <w:lang w:eastAsia="en-GB"/>
              </w:rPr>
            </w:pP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Contrôles techniques périodiques (PTI)</w:t>
            </w:r>
          </w:p>
        </w:tc>
        <w:tc>
          <w:tcPr>
            <w:tcW w:w="1622" w:type="dxa"/>
            <w:hideMark/>
          </w:tcPr>
          <w:p w:rsidR="00F957A7" w:rsidRPr="00664355" w:rsidRDefault="00F957A7" w:rsidP="00D64D4A">
            <w:pPr>
              <w:spacing w:before="40" w:after="120" w:line="220" w:lineRule="exact"/>
              <w:ind w:left="57"/>
              <w:rPr>
                <w:sz w:val="18"/>
                <w:szCs w:val="18"/>
                <w:lang w:val="en-US"/>
              </w:rPr>
            </w:pPr>
            <w:r w:rsidRPr="00664355">
              <w:rPr>
                <w:sz w:val="18"/>
                <w:szCs w:val="18"/>
                <w:lang w:val="en-US"/>
              </w:rPr>
              <w:t xml:space="preserve">M. </w:t>
            </w:r>
            <w:proofErr w:type="spellStart"/>
            <w:r w:rsidRPr="00664355">
              <w:rPr>
                <w:sz w:val="18"/>
                <w:szCs w:val="18"/>
                <w:lang w:val="en-US"/>
              </w:rPr>
              <w:t>H.P.Weem</w:t>
            </w:r>
            <w:proofErr w:type="spellEnd"/>
            <w:r w:rsidRPr="00664355">
              <w:rPr>
                <w:sz w:val="18"/>
                <w:szCs w:val="18"/>
                <w:lang w:val="en-US"/>
              </w:rPr>
              <w:t xml:space="preserve"> </w:t>
            </w:r>
            <w:r w:rsidRPr="00664355">
              <w:rPr>
                <w:sz w:val="18"/>
                <w:szCs w:val="18"/>
                <w:lang w:val="en-US"/>
              </w:rPr>
              <w:br/>
              <w:t>M. V. Komarov</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Pays-Bas </w:t>
            </w:r>
            <w:r w:rsidRPr="00664355">
              <w:rPr>
                <w:sz w:val="18"/>
                <w:szCs w:val="18"/>
              </w:rPr>
              <w:br/>
              <w:t>Fédération de Russie</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Novembre 2019</w:t>
            </w:r>
          </w:p>
        </w:tc>
      </w:tr>
      <w:tr w:rsidR="00F957A7" w:rsidRPr="00664355" w:rsidTr="00D64D4A">
        <w:trPr>
          <w:cantSplit/>
          <w:jc w:val="center"/>
        </w:trPr>
        <w:tc>
          <w:tcPr>
            <w:tcW w:w="697" w:type="dxa"/>
            <w:hideMark/>
          </w:tcPr>
          <w:p w:rsidR="00F957A7" w:rsidRPr="00664355" w:rsidRDefault="00F957A7" w:rsidP="00D64D4A">
            <w:pPr>
              <w:spacing w:before="40" w:after="120" w:line="220" w:lineRule="exact"/>
              <w:ind w:left="57"/>
              <w:rPr>
                <w:b/>
                <w:sz w:val="18"/>
                <w:szCs w:val="18"/>
              </w:rPr>
            </w:pPr>
            <w:r w:rsidRPr="00664355">
              <w:rPr>
                <w:b/>
                <w:bCs/>
                <w:sz w:val="18"/>
                <w:szCs w:val="18"/>
              </w:rPr>
              <w:t>GRBP</w:t>
            </w:r>
          </w:p>
        </w:tc>
        <w:tc>
          <w:tcPr>
            <w:tcW w:w="3978" w:type="dxa"/>
            <w:hideMark/>
          </w:tcPr>
          <w:p w:rsidR="00F957A7" w:rsidRPr="00664355" w:rsidRDefault="00F957A7" w:rsidP="00D64D4A">
            <w:pPr>
              <w:spacing w:before="40" w:after="120" w:line="220" w:lineRule="exact"/>
              <w:ind w:left="57"/>
              <w:rPr>
                <w:b/>
                <w:sz w:val="18"/>
                <w:szCs w:val="18"/>
              </w:rPr>
            </w:pPr>
            <w:r w:rsidRPr="00664355">
              <w:rPr>
                <w:sz w:val="18"/>
                <w:szCs w:val="18"/>
              </w:rPr>
              <w:t xml:space="preserve"> </w:t>
            </w:r>
            <w:r w:rsidRPr="00664355">
              <w:rPr>
                <w:b/>
                <w:bCs/>
                <w:sz w:val="18"/>
                <w:szCs w:val="18"/>
              </w:rPr>
              <w:t>Bruit et pneumatiques</w:t>
            </w:r>
          </w:p>
        </w:tc>
        <w:tc>
          <w:tcPr>
            <w:tcW w:w="1622" w:type="dxa"/>
            <w:hideMark/>
          </w:tcPr>
          <w:p w:rsidR="00F957A7" w:rsidRPr="00664355" w:rsidRDefault="00F957A7" w:rsidP="00D64D4A">
            <w:pPr>
              <w:spacing w:before="40" w:after="120" w:line="220" w:lineRule="exact"/>
              <w:ind w:left="57"/>
              <w:rPr>
                <w:b/>
                <w:bCs/>
                <w:sz w:val="18"/>
                <w:szCs w:val="18"/>
              </w:rPr>
            </w:pPr>
            <w:r w:rsidRPr="00664355">
              <w:rPr>
                <w:b/>
                <w:bCs/>
                <w:sz w:val="18"/>
                <w:szCs w:val="18"/>
              </w:rPr>
              <w:t>M. S. Ficheux</w:t>
            </w:r>
            <w:r w:rsidRPr="00664355">
              <w:rPr>
                <w:b/>
                <w:bCs/>
                <w:sz w:val="18"/>
                <w:szCs w:val="18"/>
              </w:rPr>
              <w:br/>
              <w:t xml:space="preserve">M. A. </w:t>
            </w:r>
            <w:proofErr w:type="spellStart"/>
            <w:r w:rsidRPr="00664355">
              <w:rPr>
                <w:b/>
                <w:bCs/>
                <w:sz w:val="18"/>
                <w:szCs w:val="18"/>
              </w:rPr>
              <w:t>Bocharov</w:t>
            </w:r>
            <w:proofErr w:type="spellEnd"/>
          </w:p>
        </w:tc>
        <w:tc>
          <w:tcPr>
            <w:tcW w:w="1796" w:type="dxa"/>
            <w:hideMark/>
          </w:tcPr>
          <w:p w:rsidR="00F957A7" w:rsidRPr="00664355" w:rsidRDefault="00F957A7" w:rsidP="00D64D4A">
            <w:pPr>
              <w:spacing w:before="40" w:after="120" w:line="220" w:lineRule="exact"/>
              <w:ind w:left="57"/>
              <w:rPr>
                <w:b/>
                <w:sz w:val="18"/>
                <w:szCs w:val="18"/>
              </w:rPr>
            </w:pPr>
            <w:r w:rsidRPr="00664355">
              <w:rPr>
                <w:b/>
                <w:bCs/>
                <w:sz w:val="18"/>
                <w:szCs w:val="18"/>
              </w:rPr>
              <w:t xml:space="preserve">France </w:t>
            </w:r>
            <w:r w:rsidRPr="00664355">
              <w:rPr>
                <w:b/>
                <w:bCs/>
                <w:sz w:val="18"/>
                <w:szCs w:val="18"/>
              </w:rPr>
              <w:br/>
              <w:t>Fédération de Russie</w:t>
            </w:r>
          </w:p>
        </w:tc>
        <w:tc>
          <w:tcPr>
            <w:tcW w:w="1552" w:type="dxa"/>
            <w:hideMark/>
          </w:tcPr>
          <w:p w:rsidR="00F957A7" w:rsidRPr="00664355" w:rsidRDefault="00F957A7" w:rsidP="00D64D4A">
            <w:pPr>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Véhicules à moteur silencieux (RTM ONU</w:t>
            </w:r>
            <w:r w:rsidRPr="00664355">
              <w:rPr>
                <w:sz w:val="18"/>
                <w:szCs w:val="18"/>
                <w:vertAlign w:val="superscript"/>
              </w:rPr>
              <w:t xml:space="preserve"> </w:t>
            </w:r>
            <w:r w:rsidRPr="00664355">
              <w:rPr>
                <w:sz w:val="18"/>
                <w:szCs w:val="18"/>
              </w:rPr>
              <w:t>sur les QRTV)</w:t>
            </w:r>
          </w:p>
        </w:tc>
        <w:tc>
          <w:tcPr>
            <w:tcW w:w="1622" w:type="dxa"/>
            <w:hideMark/>
          </w:tcPr>
          <w:p w:rsidR="00F957A7" w:rsidRPr="00664355" w:rsidRDefault="00F957A7" w:rsidP="00D64D4A">
            <w:pPr>
              <w:spacing w:before="40" w:after="120" w:line="220" w:lineRule="exact"/>
              <w:ind w:left="57"/>
              <w:rPr>
                <w:sz w:val="18"/>
                <w:szCs w:val="18"/>
                <w:lang w:val="en-US"/>
              </w:rPr>
            </w:pPr>
            <w:r w:rsidRPr="00664355">
              <w:rPr>
                <w:sz w:val="18"/>
                <w:szCs w:val="18"/>
                <w:lang w:val="en-US"/>
              </w:rPr>
              <w:t xml:space="preserve">M. H. Mohammed </w:t>
            </w:r>
            <w:r w:rsidRPr="00664355">
              <w:rPr>
                <w:sz w:val="18"/>
                <w:szCs w:val="18"/>
                <w:lang w:val="en-US"/>
              </w:rPr>
              <w:br/>
              <w:t xml:space="preserve">M. I. Sakamoto </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États-Unis </w:t>
            </w:r>
            <w:r w:rsidRPr="00664355">
              <w:rPr>
                <w:sz w:val="18"/>
                <w:szCs w:val="18"/>
              </w:rPr>
              <w:br/>
              <w:t>Japon</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Décembre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Prescriptions supplémentaires concernant les émissions sonores (PSES)</w:t>
            </w:r>
          </w:p>
        </w:tc>
        <w:tc>
          <w:tcPr>
            <w:tcW w:w="1622"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M. B. </w:t>
            </w:r>
            <w:proofErr w:type="spellStart"/>
            <w:r w:rsidRPr="00664355">
              <w:rPr>
                <w:sz w:val="18"/>
                <w:szCs w:val="18"/>
              </w:rPr>
              <w:t>Schuttler</w:t>
            </w:r>
            <w:proofErr w:type="spellEnd"/>
            <w:r w:rsidRPr="00664355">
              <w:rPr>
                <w:sz w:val="18"/>
                <w:szCs w:val="18"/>
              </w:rPr>
              <w:t xml:space="preserve"> </w:t>
            </w:r>
            <w:r w:rsidRPr="00664355">
              <w:rPr>
                <w:sz w:val="18"/>
                <w:szCs w:val="18"/>
              </w:rPr>
              <w:br/>
              <w:t xml:space="preserve">M. D. Xie </w:t>
            </w:r>
            <w:r w:rsidRPr="00664355">
              <w:rPr>
                <w:sz w:val="18"/>
                <w:szCs w:val="18"/>
              </w:rPr>
              <w:br/>
              <w:t>M. K. Okamoto</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Allemagne </w:t>
            </w:r>
            <w:r w:rsidRPr="00664355">
              <w:rPr>
                <w:sz w:val="18"/>
                <w:szCs w:val="18"/>
              </w:rPr>
              <w:br/>
              <w:t xml:space="preserve">Chine </w:t>
            </w:r>
            <w:r w:rsidRPr="00664355">
              <w:rPr>
                <w:sz w:val="18"/>
                <w:szCs w:val="18"/>
              </w:rPr>
              <w:br/>
              <w:t>Japon</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Septembre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Adhérence sur sol mouillé des pneumatiques usés</w:t>
            </w:r>
          </w:p>
        </w:tc>
        <w:tc>
          <w:tcPr>
            <w:tcW w:w="1622" w:type="dxa"/>
          </w:tcPr>
          <w:p w:rsidR="00F957A7" w:rsidRPr="00664355" w:rsidRDefault="0031744B" w:rsidP="00D64D4A">
            <w:pPr>
              <w:spacing w:before="40" w:after="120" w:line="220" w:lineRule="exact"/>
              <w:ind w:left="57"/>
              <w:rPr>
                <w:sz w:val="18"/>
                <w:szCs w:val="18"/>
              </w:rPr>
            </w:pPr>
            <w:r w:rsidRPr="0031744B">
              <w:rPr>
                <w:sz w:val="18"/>
                <w:szCs w:val="18"/>
              </w:rPr>
              <w:t>M</w:t>
            </w:r>
            <w:r w:rsidRPr="0031744B">
              <w:rPr>
                <w:sz w:val="18"/>
                <w:szCs w:val="18"/>
                <w:vertAlign w:val="superscript"/>
              </w:rPr>
              <w:t>me</w:t>
            </w:r>
            <w:r w:rsidRPr="0031744B">
              <w:rPr>
                <w:sz w:val="18"/>
                <w:szCs w:val="18"/>
              </w:rPr>
              <w:t> </w:t>
            </w:r>
            <w:r w:rsidR="00F957A7" w:rsidRPr="00664355">
              <w:rPr>
                <w:sz w:val="18"/>
                <w:szCs w:val="18"/>
              </w:rPr>
              <w:t xml:space="preserve">E. Collot </w:t>
            </w:r>
            <w:r w:rsidR="00F957A7" w:rsidRPr="00664355">
              <w:rPr>
                <w:sz w:val="18"/>
                <w:szCs w:val="18"/>
              </w:rPr>
              <w:br/>
              <w:t xml:space="preserve">M. A. </w:t>
            </w:r>
            <w:proofErr w:type="spellStart"/>
            <w:r w:rsidR="00F957A7" w:rsidRPr="00664355">
              <w:rPr>
                <w:sz w:val="18"/>
                <w:szCs w:val="18"/>
              </w:rPr>
              <w:t>Vosinis</w:t>
            </w:r>
            <w:proofErr w:type="spellEnd"/>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 xml:space="preserve">France </w:t>
            </w:r>
            <w:r w:rsidRPr="00664355">
              <w:rPr>
                <w:sz w:val="18"/>
                <w:szCs w:val="18"/>
              </w:rPr>
              <w:br/>
              <w:t>CE</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Septembre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Incertitudes de mesure</w:t>
            </w:r>
          </w:p>
        </w:tc>
        <w:tc>
          <w:tcPr>
            <w:tcW w:w="1622" w:type="dxa"/>
          </w:tcPr>
          <w:p w:rsidR="00F957A7" w:rsidRPr="00664355" w:rsidRDefault="00F957A7" w:rsidP="00D64D4A">
            <w:pPr>
              <w:spacing w:before="40" w:after="120" w:line="220" w:lineRule="exact"/>
              <w:ind w:left="57"/>
              <w:rPr>
                <w:sz w:val="18"/>
                <w:szCs w:val="18"/>
              </w:rPr>
            </w:pPr>
            <w:r w:rsidRPr="00664355">
              <w:rPr>
                <w:sz w:val="18"/>
                <w:szCs w:val="18"/>
              </w:rPr>
              <w:t>M. T. Berge</w:t>
            </w:r>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Norvège</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Décembre 2021</w:t>
            </w:r>
          </w:p>
        </w:tc>
      </w:tr>
      <w:tr w:rsidR="00F957A7" w:rsidRPr="00664355" w:rsidTr="00D64D4A">
        <w:trPr>
          <w:cantSplit/>
          <w:jc w:val="center"/>
        </w:trPr>
        <w:tc>
          <w:tcPr>
            <w:tcW w:w="697" w:type="dxa"/>
            <w:hideMark/>
          </w:tcPr>
          <w:p w:rsidR="00F957A7" w:rsidRPr="00664355" w:rsidRDefault="00F957A7" w:rsidP="00D64D4A">
            <w:pPr>
              <w:spacing w:before="40" w:after="120" w:line="220" w:lineRule="exact"/>
              <w:ind w:left="57"/>
              <w:rPr>
                <w:b/>
                <w:sz w:val="18"/>
                <w:szCs w:val="18"/>
              </w:rPr>
            </w:pPr>
            <w:r w:rsidRPr="00664355">
              <w:rPr>
                <w:b/>
                <w:bCs/>
                <w:sz w:val="18"/>
                <w:szCs w:val="18"/>
              </w:rPr>
              <w:t>GRE</w:t>
            </w:r>
          </w:p>
        </w:tc>
        <w:tc>
          <w:tcPr>
            <w:tcW w:w="3978" w:type="dxa"/>
            <w:hideMark/>
          </w:tcPr>
          <w:p w:rsidR="00F957A7" w:rsidRPr="00664355" w:rsidRDefault="00F957A7" w:rsidP="00D64D4A">
            <w:pPr>
              <w:spacing w:before="40" w:after="120" w:line="220" w:lineRule="exact"/>
              <w:ind w:left="57"/>
              <w:rPr>
                <w:b/>
                <w:sz w:val="18"/>
                <w:szCs w:val="18"/>
              </w:rPr>
            </w:pPr>
            <w:r w:rsidRPr="00664355">
              <w:rPr>
                <w:sz w:val="18"/>
                <w:szCs w:val="18"/>
              </w:rPr>
              <w:t xml:space="preserve"> </w:t>
            </w:r>
            <w:r w:rsidRPr="00664355">
              <w:rPr>
                <w:b/>
                <w:bCs/>
                <w:sz w:val="18"/>
                <w:szCs w:val="18"/>
              </w:rPr>
              <w:t>Éclairage et signalisation lumineuse</w:t>
            </w:r>
          </w:p>
        </w:tc>
        <w:tc>
          <w:tcPr>
            <w:tcW w:w="1622" w:type="dxa"/>
            <w:hideMark/>
          </w:tcPr>
          <w:p w:rsidR="00F957A7" w:rsidRPr="00664355" w:rsidRDefault="00F957A7" w:rsidP="00D64D4A">
            <w:pPr>
              <w:spacing w:before="40" w:after="120" w:line="220" w:lineRule="exact"/>
              <w:ind w:left="57"/>
              <w:rPr>
                <w:b/>
                <w:sz w:val="18"/>
                <w:szCs w:val="18"/>
              </w:rPr>
            </w:pPr>
            <w:r w:rsidRPr="00664355">
              <w:rPr>
                <w:b/>
                <w:bCs/>
                <w:sz w:val="18"/>
                <w:szCs w:val="18"/>
              </w:rPr>
              <w:t xml:space="preserve">M. M. </w:t>
            </w:r>
            <w:proofErr w:type="spellStart"/>
            <w:r w:rsidRPr="00664355">
              <w:rPr>
                <w:b/>
                <w:bCs/>
                <w:sz w:val="18"/>
                <w:szCs w:val="18"/>
              </w:rPr>
              <w:t>Loccufier</w:t>
            </w:r>
            <w:proofErr w:type="spellEnd"/>
            <w:r w:rsidRPr="00664355">
              <w:rPr>
                <w:b/>
                <w:bCs/>
                <w:sz w:val="18"/>
                <w:szCs w:val="18"/>
              </w:rPr>
              <w:t xml:space="preserve"> </w:t>
            </w:r>
            <w:r w:rsidRPr="00664355">
              <w:rPr>
                <w:b/>
                <w:bCs/>
                <w:sz w:val="18"/>
                <w:szCs w:val="18"/>
              </w:rPr>
              <w:br/>
              <w:t>M. D. Rovers</w:t>
            </w:r>
          </w:p>
        </w:tc>
        <w:tc>
          <w:tcPr>
            <w:tcW w:w="1796" w:type="dxa"/>
            <w:hideMark/>
          </w:tcPr>
          <w:p w:rsidR="00F957A7" w:rsidRPr="00664355" w:rsidRDefault="00F957A7" w:rsidP="00D64D4A">
            <w:pPr>
              <w:spacing w:before="40" w:after="120" w:line="220" w:lineRule="exact"/>
              <w:ind w:left="57"/>
              <w:rPr>
                <w:b/>
                <w:sz w:val="18"/>
                <w:szCs w:val="18"/>
              </w:rPr>
            </w:pPr>
            <w:r w:rsidRPr="00664355">
              <w:rPr>
                <w:b/>
                <w:bCs/>
                <w:sz w:val="18"/>
                <w:szCs w:val="18"/>
              </w:rPr>
              <w:t xml:space="preserve">Belgique </w:t>
            </w:r>
            <w:r w:rsidRPr="00664355">
              <w:rPr>
                <w:b/>
                <w:bCs/>
                <w:sz w:val="18"/>
                <w:szCs w:val="18"/>
              </w:rPr>
              <w:br/>
              <w:t>Pays-Bas</w:t>
            </w:r>
          </w:p>
        </w:tc>
        <w:tc>
          <w:tcPr>
            <w:tcW w:w="1552" w:type="dxa"/>
            <w:hideMark/>
          </w:tcPr>
          <w:p w:rsidR="00F957A7" w:rsidRPr="00664355" w:rsidRDefault="00F957A7" w:rsidP="00D64D4A">
            <w:pPr>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b/>
                <w:sz w:val="18"/>
                <w:szCs w:val="18"/>
                <w:lang w:eastAsia="en-GB"/>
              </w:rPr>
            </w:pPr>
          </w:p>
        </w:tc>
        <w:tc>
          <w:tcPr>
            <w:tcW w:w="3978" w:type="dxa"/>
            <w:hideMark/>
          </w:tcPr>
          <w:p w:rsidR="00F957A7" w:rsidRPr="00664355" w:rsidRDefault="00F957A7" w:rsidP="00D64D4A">
            <w:pPr>
              <w:spacing w:before="40" w:after="120" w:line="220" w:lineRule="exact"/>
              <w:ind w:left="57"/>
              <w:rPr>
                <w:b/>
                <w:bCs/>
                <w:sz w:val="18"/>
                <w:szCs w:val="18"/>
              </w:rPr>
            </w:pPr>
            <w:r w:rsidRPr="00664355">
              <w:rPr>
                <w:sz w:val="18"/>
                <w:szCs w:val="18"/>
              </w:rPr>
              <w:t>Simplification des Règlements relatifs</w:t>
            </w:r>
            <w:r w:rsidRPr="00664355">
              <w:rPr>
                <w:sz w:val="18"/>
                <w:szCs w:val="18"/>
                <w:vertAlign w:val="superscript"/>
              </w:rPr>
              <w:t xml:space="preserve"> </w:t>
            </w:r>
            <w:r w:rsidRPr="00664355">
              <w:rPr>
                <w:sz w:val="18"/>
                <w:szCs w:val="18"/>
              </w:rPr>
              <w:t>à l</w:t>
            </w:r>
            <w:r w:rsidR="004F3EFE">
              <w:rPr>
                <w:sz w:val="18"/>
                <w:szCs w:val="18"/>
              </w:rPr>
              <w:t>’</w:t>
            </w:r>
            <w:r w:rsidRPr="00664355">
              <w:rPr>
                <w:sz w:val="18"/>
                <w:szCs w:val="18"/>
              </w:rPr>
              <w:t>éclairage et à la signalisation lumineuse (SLR)</w:t>
            </w:r>
          </w:p>
        </w:tc>
        <w:tc>
          <w:tcPr>
            <w:tcW w:w="1622" w:type="dxa"/>
            <w:hideMark/>
          </w:tcPr>
          <w:p w:rsidR="00F957A7" w:rsidRPr="00664355" w:rsidRDefault="00F957A7" w:rsidP="00D64D4A">
            <w:pPr>
              <w:spacing w:before="40" w:after="120" w:line="220" w:lineRule="exact"/>
              <w:ind w:left="57"/>
              <w:rPr>
                <w:bCs/>
                <w:sz w:val="18"/>
                <w:szCs w:val="18"/>
              </w:rPr>
            </w:pPr>
            <w:r w:rsidRPr="00664355">
              <w:rPr>
                <w:sz w:val="18"/>
                <w:szCs w:val="18"/>
              </w:rPr>
              <w:t xml:space="preserve">M. M. </w:t>
            </w:r>
            <w:proofErr w:type="spellStart"/>
            <w:r w:rsidRPr="00664355">
              <w:rPr>
                <w:sz w:val="18"/>
                <w:szCs w:val="18"/>
              </w:rPr>
              <w:t>Loccufier</w:t>
            </w:r>
            <w:proofErr w:type="spellEnd"/>
            <w:r w:rsidRPr="00664355">
              <w:rPr>
                <w:sz w:val="18"/>
                <w:szCs w:val="18"/>
              </w:rPr>
              <w:t xml:space="preserve"> </w:t>
            </w:r>
            <w:r w:rsidRPr="00664355">
              <w:rPr>
                <w:sz w:val="18"/>
                <w:szCs w:val="18"/>
              </w:rPr>
              <w:br/>
              <w:t>M. A. Lazarevic</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Belgique </w:t>
            </w:r>
            <w:r w:rsidRPr="00664355">
              <w:rPr>
                <w:sz w:val="18"/>
                <w:szCs w:val="18"/>
              </w:rPr>
              <w:br/>
              <w:t>CE</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Décembre 2022 </w:t>
            </w:r>
          </w:p>
        </w:tc>
      </w:tr>
      <w:tr w:rsidR="00F957A7" w:rsidRPr="00664355" w:rsidTr="00D64D4A">
        <w:trPr>
          <w:cantSplit/>
          <w:jc w:val="center"/>
        </w:trPr>
        <w:tc>
          <w:tcPr>
            <w:tcW w:w="697" w:type="dxa"/>
            <w:hideMark/>
          </w:tcPr>
          <w:p w:rsidR="00F957A7" w:rsidRPr="00664355" w:rsidRDefault="00F957A7" w:rsidP="00D64D4A">
            <w:pPr>
              <w:spacing w:before="40" w:after="120" w:line="220" w:lineRule="exact"/>
              <w:ind w:left="57"/>
              <w:rPr>
                <w:b/>
                <w:sz w:val="18"/>
                <w:szCs w:val="18"/>
              </w:rPr>
            </w:pPr>
            <w:r w:rsidRPr="00664355">
              <w:rPr>
                <w:b/>
                <w:bCs/>
                <w:sz w:val="18"/>
                <w:szCs w:val="18"/>
              </w:rPr>
              <w:t>GRPE</w:t>
            </w:r>
          </w:p>
        </w:tc>
        <w:tc>
          <w:tcPr>
            <w:tcW w:w="3978" w:type="dxa"/>
            <w:hideMark/>
          </w:tcPr>
          <w:p w:rsidR="00F957A7" w:rsidRPr="00664355" w:rsidRDefault="00F957A7" w:rsidP="00D64D4A">
            <w:pPr>
              <w:spacing w:before="40" w:after="120" w:line="220" w:lineRule="exact"/>
              <w:ind w:left="57"/>
              <w:rPr>
                <w:b/>
                <w:sz w:val="18"/>
                <w:szCs w:val="18"/>
              </w:rPr>
            </w:pPr>
            <w:r w:rsidRPr="00664355">
              <w:rPr>
                <w:sz w:val="18"/>
                <w:szCs w:val="18"/>
              </w:rPr>
              <w:t xml:space="preserve"> </w:t>
            </w:r>
            <w:r w:rsidRPr="00664355">
              <w:rPr>
                <w:b/>
                <w:bCs/>
                <w:sz w:val="18"/>
                <w:szCs w:val="18"/>
              </w:rPr>
              <w:t>Pollution et énergie</w:t>
            </w:r>
          </w:p>
        </w:tc>
        <w:tc>
          <w:tcPr>
            <w:tcW w:w="1622" w:type="dxa"/>
            <w:hideMark/>
          </w:tcPr>
          <w:p w:rsidR="00F957A7" w:rsidRPr="00664355" w:rsidRDefault="00F957A7" w:rsidP="00D64D4A">
            <w:pPr>
              <w:spacing w:before="40" w:after="120" w:line="220" w:lineRule="exact"/>
              <w:ind w:left="57"/>
              <w:rPr>
                <w:b/>
                <w:bCs/>
                <w:sz w:val="18"/>
                <w:szCs w:val="18"/>
                <w:lang w:val="en-US"/>
              </w:rPr>
            </w:pPr>
            <w:r w:rsidRPr="00664355">
              <w:rPr>
                <w:b/>
                <w:sz w:val="18"/>
                <w:szCs w:val="18"/>
                <w:lang w:val="en-US"/>
              </w:rPr>
              <w:t xml:space="preserve">M. A. </w:t>
            </w:r>
            <w:proofErr w:type="spellStart"/>
            <w:r w:rsidRPr="00664355">
              <w:rPr>
                <w:b/>
                <w:sz w:val="18"/>
                <w:szCs w:val="18"/>
                <w:lang w:val="en-US"/>
              </w:rPr>
              <w:t>Rijnders</w:t>
            </w:r>
            <w:proofErr w:type="spellEnd"/>
            <w:r w:rsidRPr="00664355">
              <w:rPr>
                <w:b/>
                <w:sz w:val="18"/>
                <w:szCs w:val="18"/>
                <w:lang w:val="en-US"/>
              </w:rPr>
              <w:t xml:space="preserve"> </w:t>
            </w:r>
            <w:r w:rsidRPr="00664355">
              <w:rPr>
                <w:b/>
                <w:sz w:val="18"/>
                <w:szCs w:val="18"/>
                <w:lang w:val="en-US"/>
              </w:rPr>
              <w:br/>
              <w:t>M. D. Kay</w:t>
            </w:r>
          </w:p>
        </w:tc>
        <w:tc>
          <w:tcPr>
            <w:tcW w:w="1796" w:type="dxa"/>
            <w:hideMark/>
          </w:tcPr>
          <w:p w:rsidR="00F957A7" w:rsidRPr="00664355" w:rsidRDefault="00F957A7" w:rsidP="00D64D4A">
            <w:pPr>
              <w:spacing w:before="40" w:after="120" w:line="220" w:lineRule="exact"/>
              <w:ind w:left="57"/>
              <w:rPr>
                <w:b/>
                <w:sz w:val="18"/>
                <w:szCs w:val="18"/>
              </w:rPr>
            </w:pPr>
            <w:r w:rsidRPr="00664355">
              <w:rPr>
                <w:b/>
                <w:bCs/>
                <w:sz w:val="18"/>
                <w:szCs w:val="18"/>
              </w:rPr>
              <w:t xml:space="preserve">Pays-Bas </w:t>
            </w:r>
            <w:r w:rsidRPr="00664355">
              <w:rPr>
                <w:b/>
                <w:bCs/>
                <w:sz w:val="18"/>
                <w:szCs w:val="18"/>
              </w:rPr>
              <w:br/>
              <w:t>Royaume-Uni</w:t>
            </w:r>
          </w:p>
        </w:tc>
        <w:tc>
          <w:tcPr>
            <w:tcW w:w="1552" w:type="dxa"/>
            <w:hideMark/>
          </w:tcPr>
          <w:p w:rsidR="00F957A7" w:rsidRPr="00664355" w:rsidRDefault="00F957A7" w:rsidP="00D64D4A">
            <w:pPr>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Prescriptions d</w:t>
            </w:r>
            <w:r w:rsidR="004F3EFE">
              <w:rPr>
                <w:sz w:val="18"/>
                <w:szCs w:val="18"/>
              </w:rPr>
              <w:t>’</w:t>
            </w:r>
            <w:r w:rsidRPr="00664355">
              <w:rPr>
                <w:sz w:val="18"/>
                <w:szCs w:val="18"/>
              </w:rPr>
              <w:t>efficacité en matière d</w:t>
            </w:r>
            <w:r w:rsidR="004F3EFE">
              <w:rPr>
                <w:sz w:val="18"/>
                <w:szCs w:val="18"/>
              </w:rPr>
              <w:t>’</w:t>
            </w:r>
            <w:r w:rsidRPr="00664355">
              <w:rPr>
                <w:sz w:val="18"/>
                <w:szCs w:val="18"/>
              </w:rPr>
              <w:t>environnement et de propulsion des véhicules de la catégorie L (EPPR)</w:t>
            </w:r>
          </w:p>
        </w:tc>
        <w:tc>
          <w:tcPr>
            <w:tcW w:w="1622" w:type="dxa"/>
            <w:hideMark/>
          </w:tcPr>
          <w:p w:rsidR="00F957A7" w:rsidRPr="00664355" w:rsidRDefault="00F957A7" w:rsidP="00D64D4A">
            <w:pPr>
              <w:spacing w:before="40" w:after="120" w:line="220" w:lineRule="exact"/>
              <w:ind w:left="57"/>
              <w:rPr>
                <w:sz w:val="18"/>
                <w:szCs w:val="18"/>
                <w:lang w:val="es-ES"/>
              </w:rPr>
            </w:pPr>
            <w:r w:rsidRPr="00664355">
              <w:rPr>
                <w:sz w:val="18"/>
                <w:szCs w:val="18"/>
                <w:lang w:val="es-ES"/>
              </w:rPr>
              <w:t xml:space="preserve">M. A. </w:t>
            </w:r>
            <w:proofErr w:type="spellStart"/>
            <w:r w:rsidRPr="00664355">
              <w:rPr>
                <w:sz w:val="18"/>
                <w:szCs w:val="18"/>
                <w:lang w:val="es-ES"/>
              </w:rPr>
              <w:t>Perujo</w:t>
            </w:r>
            <w:proofErr w:type="spellEnd"/>
            <w:r w:rsidRPr="00664355">
              <w:rPr>
                <w:sz w:val="18"/>
                <w:szCs w:val="18"/>
                <w:lang w:val="es-ES"/>
              </w:rPr>
              <w:t xml:space="preserve"> </w:t>
            </w:r>
            <w:r w:rsidRPr="00664355">
              <w:rPr>
                <w:sz w:val="18"/>
                <w:szCs w:val="18"/>
                <w:lang w:val="es-ES"/>
              </w:rPr>
              <w:br/>
              <w:t>M. H. Suzuki</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CE </w:t>
            </w:r>
            <w:r w:rsidRPr="00664355">
              <w:rPr>
                <w:sz w:val="18"/>
                <w:szCs w:val="18"/>
              </w:rPr>
              <w:br/>
              <w:t>Japon</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Décembre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Véhicules électriques et environnement (EVE)</w:t>
            </w:r>
          </w:p>
        </w:tc>
        <w:tc>
          <w:tcPr>
            <w:tcW w:w="1622"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M. M. </w:t>
            </w:r>
            <w:proofErr w:type="spellStart"/>
            <w:r w:rsidRPr="00664355">
              <w:rPr>
                <w:sz w:val="18"/>
                <w:szCs w:val="18"/>
              </w:rPr>
              <w:t>Olechiw</w:t>
            </w:r>
            <w:proofErr w:type="spellEnd"/>
            <w:r w:rsidRPr="00664355">
              <w:rPr>
                <w:sz w:val="18"/>
                <w:szCs w:val="18"/>
              </w:rPr>
              <w:t xml:space="preserve"> </w:t>
            </w:r>
            <w:r w:rsidRPr="00664355">
              <w:rPr>
                <w:sz w:val="18"/>
                <w:szCs w:val="18"/>
              </w:rPr>
              <w:br/>
            </w:r>
            <w:r w:rsidR="0031744B" w:rsidRPr="0031744B">
              <w:rPr>
                <w:sz w:val="18"/>
                <w:szCs w:val="18"/>
              </w:rPr>
              <w:t>M</w:t>
            </w:r>
            <w:r w:rsidR="0031744B" w:rsidRPr="0031744B">
              <w:rPr>
                <w:sz w:val="18"/>
                <w:szCs w:val="18"/>
                <w:vertAlign w:val="superscript"/>
              </w:rPr>
              <w:t>me</w:t>
            </w:r>
            <w:r w:rsidR="0031744B" w:rsidRPr="0031744B">
              <w:rPr>
                <w:sz w:val="18"/>
                <w:szCs w:val="18"/>
              </w:rPr>
              <w:t> </w:t>
            </w:r>
            <w:r w:rsidRPr="00664355">
              <w:rPr>
                <w:sz w:val="18"/>
                <w:szCs w:val="18"/>
              </w:rPr>
              <w:t xml:space="preserve">C. Chen </w:t>
            </w:r>
            <w:r w:rsidRPr="00664355">
              <w:rPr>
                <w:sz w:val="18"/>
                <w:szCs w:val="18"/>
              </w:rPr>
              <w:br/>
              <w:t>M. H. Ishii</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États-Unis </w:t>
            </w:r>
            <w:r w:rsidRPr="00664355">
              <w:rPr>
                <w:sz w:val="18"/>
                <w:szCs w:val="18"/>
              </w:rPr>
              <w:br/>
              <w:t xml:space="preserve">Chine </w:t>
            </w:r>
            <w:r w:rsidRPr="00664355">
              <w:rPr>
                <w:sz w:val="18"/>
                <w:szCs w:val="18"/>
              </w:rPr>
              <w:br/>
              <w:t>Japon</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Juin 2021</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Programme de mesure des particules (PMP)</w:t>
            </w:r>
          </w:p>
        </w:tc>
        <w:tc>
          <w:tcPr>
            <w:tcW w:w="1622" w:type="dxa"/>
            <w:hideMark/>
          </w:tcPr>
          <w:p w:rsidR="00F957A7" w:rsidRPr="00664355" w:rsidRDefault="00F957A7" w:rsidP="00D64D4A">
            <w:pPr>
              <w:spacing w:before="40" w:after="120" w:line="220" w:lineRule="exact"/>
              <w:ind w:left="57"/>
              <w:rPr>
                <w:sz w:val="18"/>
                <w:szCs w:val="18"/>
              </w:rPr>
            </w:pPr>
            <w:r w:rsidRPr="00664355">
              <w:rPr>
                <w:sz w:val="18"/>
                <w:szCs w:val="18"/>
              </w:rPr>
              <w:t>M. G. Martini</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CE</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Juin 2021 </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Qualité de l</w:t>
            </w:r>
            <w:r w:rsidR="004F3EFE">
              <w:rPr>
                <w:sz w:val="18"/>
                <w:szCs w:val="18"/>
              </w:rPr>
              <w:t>’</w:t>
            </w:r>
            <w:r w:rsidRPr="00664355">
              <w:rPr>
                <w:sz w:val="18"/>
                <w:szCs w:val="18"/>
              </w:rPr>
              <w:t>air à l</w:t>
            </w:r>
            <w:r w:rsidR="004F3EFE">
              <w:rPr>
                <w:sz w:val="18"/>
                <w:szCs w:val="18"/>
              </w:rPr>
              <w:t>’</w:t>
            </w:r>
            <w:r w:rsidRPr="00664355">
              <w:rPr>
                <w:sz w:val="18"/>
                <w:szCs w:val="18"/>
              </w:rPr>
              <w:t>intérieur des véhicules (VIAQ)</w:t>
            </w:r>
          </w:p>
        </w:tc>
        <w:tc>
          <w:tcPr>
            <w:tcW w:w="1622" w:type="dxa"/>
          </w:tcPr>
          <w:p w:rsidR="00F957A7" w:rsidRPr="00664355" w:rsidRDefault="00F957A7" w:rsidP="00D64D4A">
            <w:pPr>
              <w:spacing w:before="40" w:after="120" w:line="220" w:lineRule="exact"/>
              <w:ind w:left="57"/>
              <w:rPr>
                <w:sz w:val="18"/>
                <w:szCs w:val="18"/>
                <w:lang w:val="en-US"/>
              </w:rPr>
            </w:pPr>
            <w:r w:rsidRPr="00664355">
              <w:rPr>
                <w:sz w:val="18"/>
                <w:szCs w:val="18"/>
                <w:lang w:val="en-US"/>
              </w:rPr>
              <w:t xml:space="preserve">M. A. Kozlov </w:t>
            </w:r>
            <w:r w:rsidRPr="00664355">
              <w:rPr>
                <w:sz w:val="18"/>
                <w:szCs w:val="18"/>
                <w:lang w:val="en-US"/>
              </w:rPr>
              <w:br/>
              <w:t>M. J. Lim</w:t>
            </w:r>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Fédération de Russie </w:t>
            </w:r>
            <w:r w:rsidRPr="00664355">
              <w:rPr>
                <w:sz w:val="18"/>
                <w:szCs w:val="18"/>
              </w:rPr>
              <w:br/>
              <w:t>République de Corée</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Novembre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hideMark/>
          </w:tcPr>
          <w:p w:rsidR="00F957A7" w:rsidRPr="00664355" w:rsidRDefault="00F957A7" w:rsidP="00D64D4A">
            <w:pPr>
              <w:spacing w:before="40" w:after="120" w:line="220" w:lineRule="exact"/>
              <w:ind w:left="57"/>
              <w:rPr>
                <w:sz w:val="18"/>
                <w:szCs w:val="18"/>
              </w:rPr>
            </w:pPr>
            <w:r w:rsidRPr="00664355">
              <w:rPr>
                <w:sz w:val="18"/>
                <w:szCs w:val="18"/>
              </w:rPr>
              <w:t>Procédure d</w:t>
            </w:r>
            <w:r w:rsidR="004F3EFE">
              <w:rPr>
                <w:sz w:val="18"/>
                <w:szCs w:val="18"/>
              </w:rPr>
              <w:t>’</w:t>
            </w:r>
            <w:r w:rsidRPr="00664355">
              <w:rPr>
                <w:sz w:val="18"/>
                <w:szCs w:val="18"/>
              </w:rPr>
              <w:t>essai mondiale harmonisée pour les voitures particulières et véhicules utilitaires légers (WLTP phase 2)</w:t>
            </w:r>
          </w:p>
        </w:tc>
        <w:tc>
          <w:tcPr>
            <w:tcW w:w="1622" w:type="dxa"/>
            <w:hideMark/>
          </w:tcPr>
          <w:p w:rsidR="00F957A7" w:rsidRPr="00664355" w:rsidRDefault="00F957A7" w:rsidP="00D64D4A">
            <w:pPr>
              <w:spacing w:before="40" w:after="120" w:line="220" w:lineRule="exact"/>
              <w:ind w:left="57"/>
              <w:rPr>
                <w:sz w:val="18"/>
                <w:szCs w:val="18"/>
                <w:lang w:val="es-ES"/>
              </w:rPr>
            </w:pPr>
            <w:r w:rsidRPr="00664355">
              <w:rPr>
                <w:sz w:val="18"/>
                <w:szCs w:val="18"/>
                <w:lang w:val="es-ES"/>
              </w:rPr>
              <w:t xml:space="preserve">M. R. </w:t>
            </w:r>
            <w:proofErr w:type="spellStart"/>
            <w:r w:rsidRPr="00664355">
              <w:rPr>
                <w:sz w:val="18"/>
                <w:szCs w:val="18"/>
                <w:lang w:val="es-ES"/>
              </w:rPr>
              <w:t>Cuelenaere</w:t>
            </w:r>
            <w:proofErr w:type="spellEnd"/>
            <w:r w:rsidRPr="00664355">
              <w:rPr>
                <w:sz w:val="18"/>
                <w:szCs w:val="18"/>
                <w:lang w:val="es-ES"/>
              </w:rPr>
              <w:t xml:space="preserve"> </w:t>
            </w:r>
            <w:r w:rsidRPr="00664355">
              <w:rPr>
                <w:sz w:val="18"/>
                <w:szCs w:val="18"/>
                <w:lang w:val="es-ES"/>
              </w:rPr>
              <w:br/>
              <w:t xml:space="preserve">M. D. </w:t>
            </w:r>
            <w:proofErr w:type="spellStart"/>
            <w:r w:rsidRPr="00664355">
              <w:rPr>
                <w:sz w:val="18"/>
                <w:szCs w:val="18"/>
                <w:lang w:val="es-ES"/>
              </w:rPr>
              <w:t>Kawano</w:t>
            </w:r>
            <w:proofErr w:type="spellEnd"/>
          </w:p>
        </w:tc>
        <w:tc>
          <w:tcPr>
            <w:tcW w:w="1796" w:type="dxa"/>
            <w:hideMark/>
          </w:tcPr>
          <w:p w:rsidR="00F957A7" w:rsidRPr="00664355" w:rsidRDefault="00F957A7" w:rsidP="00D64D4A">
            <w:pPr>
              <w:spacing w:before="40" w:after="120" w:line="220" w:lineRule="exact"/>
              <w:ind w:left="57"/>
              <w:rPr>
                <w:sz w:val="18"/>
                <w:szCs w:val="18"/>
              </w:rPr>
            </w:pPr>
            <w:r w:rsidRPr="00664355">
              <w:rPr>
                <w:sz w:val="18"/>
                <w:szCs w:val="18"/>
              </w:rPr>
              <w:t xml:space="preserve">Pays-Bas </w:t>
            </w:r>
            <w:r w:rsidRPr="00664355">
              <w:rPr>
                <w:sz w:val="18"/>
                <w:szCs w:val="18"/>
              </w:rPr>
              <w:br/>
              <w:t>Japon</w:t>
            </w:r>
          </w:p>
        </w:tc>
        <w:tc>
          <w:tcPr>
            <w:tcW w:w="1552" w:type="dxa"/>
            <w:hideMark/>
          </w:tcPr>
          <w:p w:rsidR="00F957A7" w:rsidRPr="00664355" w:rsidRDefault="00F957A7" w:rsidP="00D64D4A">
            <w:pPr>
              <w:spacing w:before="40" w:after="120" w:line="220" w:lineRule="exact"/>
              <w:ind w:left="57"/>
              <w:rPr>
                <w:sz w:val="18"/>
                <w:szCs w:val="18"/>
              </w:rPr>
            </w:pPr>
            <w:r w:rsidRPr="00664355">
              <w:rPr>
                <w:sz w:val="18"/>
                <w:szCs w:val="18"/>
              </w:rPr>
              <w:t>Juin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Émissions en conduite réelle au niveau mondial (RDE)</w:t>
            </w:r>
          </w:p>
        </w:tc>
        <w:tc>
          <w:tcPr>
            <w:tcW w:w="1622" w:type="dxa"/>
          </w:tcPr>
          <w:p w:rsidR="00F957A7" w:rsidRPr="00664355" w:rsidRDefault="0031744B" w:rsidP="00D64D4A">
            <w:pPr>
              <w:spacing w:before="40" w:after="120" w:line="220" w:lineRule="exact"/>
              <w:ind w:left="57"/>
              <w:rPr>
                <w:sz w:val="18"/>
                <w:szCs w:val="18"/>
              </w:rPr>
            </w:pPr>
            <w:r w:rsidRPr="0031744B">
              <w:rPr>
                <w:sz w:val="18"/>
                <w:szCs w:val="18"/>
              </w:rPr>
              <w:t>M</w:t>
            </w:r>
            <w:r w:rsidRPr="0031744B">
              <w:rPr>
                <w:sz w:val="18"/>
                <w:szCs w:val="18"/>
                <w:vertAlign w:val="superscript"/>
              </w:rPr>
              <w:t>me</w:t>
            </w:r>
            <w:r w:rsidRPr="0031744B">
              <w:rPr>
                <w:sz w:val="18"/>
                <w:szCs w:val="18"/>
              </w:rPr>
              <w:t> </w:t>
            </w:r>
            <w:r w:rsidR="00F957A7" w:rsidRPr="00664355">
              <w:rPr>
                <w:sz w:val="18"/>
                <w:szCs w:val="18"/>
              </w:rPr>
              <w:t xml:space="preserve">P. </w:t>
            </w:r>
            <w:proofErr w:type="spellStart"/>
            <w:r w:rsidR="00F957A7" w:rsidRPr="00664355">
              <w:rPr>
                <w:sz w:val="18"/>
                <w:szCs w:val="18"/>
              </w:rPr>
              <w:t>Dilara</w:t>
            </w:r>
            <w:proofErr w:type="spellEnd"/>
            <w:r w:rsidR="00F957A7" w:rsidRPr="00664355">
              <w:rPr>
                <w:sz w:val="18"/>
                <w:szCs w:val="18"/>
              </w:rPr>
              <w:t xml:space="preserve"> </w:t>
            </w:r>
            <w:r w:rsidR="00F957A7" w:rsidRPr="00664355">
              <w:rPr>
                <w:sz w:val="18"/>
                <w:szCs w:val="18"/>
              </w:rPr>
              <w:br/>
              <w:t xml:space="preserve">M. Y. </w:t>
            </w:r>
            <w:proofErr w:type="spellStart"/>
            <w:r w:rsidR="00F957A7" w:rsidRPr="00664355">
              <w:rPr>
                <w:sz w:val="18"/>
                <w:szCs w:val="18"/>
              </w:rPr>
              <w:t>Kono</w:t>
            </w:r>
            <w:proofErr w:type="spellEnd"/>
            <w:r w:rsidR="00F957A7" w:rsidRPr="00664355">
              <w:rPr>
                <w:sz w:val="18"/>
                <w:szCs w:val="18"/>
              </w:rPr>
              <w:t xml:space="preserve"> </w:t>
            </w:r>
            <w:r w:rsidR="00F957A7" w:rsidRPr="00664355">
              <w:rPr>
                <w:sz w:val="18"/>
                <w:szCs w:val="18"/>
              </w:rPr>
              <w:br/>
              <w:t>M. J. Park</w:t>
            </w:r>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 xml:space="preserve">CE </w:t>
            </w:r>
            <w:r w:rsidRPr="00664355">
              <w:rPr>
                <w:sz w:val="18"/>
                <w:szCs w:val="18"/>
              </w:rPr>
              <w:br/>
              <w:t xml:space="preserve">Japon </w:t>
            </w:r>
            <w:r w:rsidRPr="00664355">
              <w:rPr>
                <w:sz w:val="18"/>
                <w:szCs w:val="18"/>
              </w:rPr>
              <w:br/>
              <w:t>République de Corée</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Novembre 2021</w:t>
            </w:r>
          </w:p>
        </w:tc>
      </w:tr>
      <w:tr w:rsidR="00F957A7" w:rsidRPr="00664355" w:rsidTr="00D64D4A">
        <w:trPr>
          <w:cantSplit/>
          <w:jc w:val="center"/>
        </w:trPr>
        <w:tc>
          <w:tcPr>
            <w:tcW w:w="697" w:type="dxa"/>
            <w:hideMark/>
          </w:tcPr>
          <w:p w:rsidR="00F957A7" w:rsidRPr="00664355" w:rsidRDefault="00F957A7" w:rsidP="00D64D4A">
            <w:pPr>
              <w:keepNext/>
              <w:keepLines/>
              <w:spacing w:before="40" w:after="120" w:line="220" w:lineRule="exact"/>
              <w:ind w:left="57"/>
              <w:rPr>
                <w:b/>
                <w:sz w:val="18"/>
                <w:szCs w:val="18"/>
              </w:rPr>
            </w:pPr>
            <w:bookmarkStart w:id="173" w:name="_Hlk11239246"/>
            <w:r w:rsidRPr="00664355">
              <w:rPr>
                <w:b/>
                <w:bCs/>
                <w:sz w:val="18"/>
                <w:szCs w:val="18"/>
              </w:rPr>
              <w:t>GRVA</w:t>
            </w:r>
          </w:p>
        </w:tc>
        <w:tc>
          <w:tcPr>
            <w:tcW w:w="3978" w:type="dxa"/>
            <w:hideMark/>
          </w:tcPr>
          <w:p w:rsidR="00F957A7" w:rsidRPr="00664355" w:rsidRDefault="00F957A7" w:rsidP="00D64D4A">
            <w:pPr>
              <w:keepNext/>
              <w:keepLines/>
              <w:spacing w:before="40" w:after="120" w:line="220" w:lineRule="exact"/>
              <w:ind w:left="57"/>
              <w:rPr>
                <w:b/>
                <w:bCs/>
                <w:sz w:val="18"/>
                <w:szCs w:val="18"/>
              </w:rPr>
            </w:pPr>
            <w:r w:rsidRPr="00664355">
              <w:rPr>
                <w:b/>
                <w:bCs/>
                <w:sz w:val="18"/>
                <w:szCs w:val="18"/>
              </w:rPr>
              <w:t>Véhicules automatisés/autonomes et connectés</w:t>
            </w:r>
          </w:p>
        </w:tc>
        <w:tc>
          <w:tcPr>
            <w:tcW w:w="1622" w:type="dxa"/>
            <w:hideMark/>
          </w:tcPr>
          <w:p w:rsidR="00F957A7" w:rsidRPr="00664355" w:rsidRDefault="00F957A7" w:rsidP="00D64D4A">
            <w:pPr>
              <w:keepNext/>
              <w:keepLines/>
              <w:spacing w:before="40" w:after="120" w:line="220" w:lineRule="exact"/>
              <w:ind w:left="57"/>
              <w:rPr>
                <w:b/>
                <w:bCs/>
                <w:sz w:val="18"/>
                <w:szCs w:val="18"/>
              </w:rPr>
            </w:pPr>
            <w:r w:rsidRPr="00664355">
              <w:rPr>
                <w:b/>
                <w:bCs/>
                <w:sz w:val="18"/>
                <w:szCs w:val="18"/>
              </w:rPr>
              <w:t xml:space="preserve">M. R. </w:t>
            </w:r>
            <w:proofErr w:type="spellStart"/>
            <w:r w:rsidRPr="00664355">
              <w:rPr>
                <w:b/>
                <w:bCs/>
                <w:sz w:val="18"/>
                <w:szCs w:val="18"/>
              </w:rPr>
              <w:t>Damm</w:t>
            </w:r>
            <w:proofErr w:type="spellEnd"/>
            <w:r w:rsidRPr="00664355">
              <w:rPr>
                <w:b/>
                <w:bCs/>
                <w:sz w:val="18"/>
                <w:szCs w:val="18"/>
              </w:rPr>
              <w:t xml:space="preserve"> </w:t>
            </w:r>
            <w:r w:rsidRPr="00664355">
              <w:rPr>
                <w:b/>
                <w:bCs/>
                <w:sz w:val="18"/>
                <w:szCs w:val="18"/>
              </w:rPr>
              <w:br/>
            </w:r>
            <w:r w:rsidR="0031744B" w:rsidRPr="0031744B">
              <w:rPr>
                <w:b/>
                <w:bCs/>
                <w:sz w:val="18"/>
                <w:szCs w:val="18"/>
              </w:rPr>
              <w:t>M</w:t>
            </w:r>
            <w:r w:rsidR="0031744B" w:rsidRPr="0031744B">
              <w:rPr>
                <w:b/>
                <w:bCs/>
                <w:sz w:val="18"/>
                <w:szCs w:val="18"/>
                <w:vertAlign w:val="superscript"/>
              </w:rPr>
              <w:t>me</w:t>
            </w:r>
            <w:r w:rsidR="0031744B" w:rsidRPr="0031744B">
              <w:rPr>
                <w:b/>
                <w:bCs/>
                <w:sz w:val="18"/>
                <w:szCs w:val="18"/>
              </w:rPr>
              <w:t> </w:t>
            </w:r>
            <w:r w:rsidRPr="00664355">
              <w:rPr>
                <w:b/>
                <w:bCs/>
                <w:sz w:val="18"/>
                <w:szCs w:val="18"/>
              </w:rPr>
              <w:t xml:space="preserve">C. Chen </w:t>
            </w:r>
            <w:r w:rsidRPr="00664355">
              <w:rPr>
                <w:b/>
                <w:bCs/>
                <w:sz w:val="18"/>
                <w:szCs w:val="18"/>
              </w:rPr>
              <w:br/>
              <w:t xml:space="preserve">M. T. </w:t>
            </w:r>
            <w:proofErr w:type="spellStart"/>
            <w:r w:rsidRPr="00664355">
              <w:rPr>
                <w:b/>
                <w:bCs/>
                <w:sz w:val="18"/>
                <w:szCs w:val="18"/>
              </w:rPr>
              <w:t>Onoda</w:t>
            </w:r>
            <w:proofErr w:type="spellEnd"/>
          </w:p>
        </w:tc>
        <w:tc>
          <w:tcPr>
            <w:tcW w:w="1796" w:type="dxa"/>
            <w:hideMark/>
          </w:tcPr>
          <w:p w:rsidR="00F957A7" w:rsidRPr="00664355" w:rsidRDefault="00F957A7" w:rsidP="00D64D4A">
            <w:pPr>
              <w:keepNext/>
              <w:keepLines/>
              <w:spacing w:before="40" w:after="120" w:line="220" w:lineRule="exact"/>
              <w:ind w:left="57"/>
              <w:rPr>
                <w:b/>
                <w:sz w:val="18"/>
                <w:szCs w:val="18"/>
              </w:rPr>
            </w:pPr>
            <w:r w:rsidRPr="00664355">
              <w:rPr>
                <w:b/>
                <w:bCs/>
                <w:sz w:val="18"/>
                <w:szCs w:val="18"/>
              </w:rPr>
              <w:t xml:space="preserve">Allemagne </w:t>
            </w:r>
            <w:r w:rsidRPr="00664355">
              <w:rPr>
                <w:b/>
                <w:sz w:val="18"/>
                <w:szCs w:val="18"/>
              </w:rPr>
              <w:br/>
            </w:r>
            <w:r w:rsidRPr="00664355">
              <w:rPr>
                <w:b/>
                <w:bCs/>
                <w:sz w:val="18"/>
                <w:szCs w:val="18"/>
              </w:rPr>
              <w:t xml:space="preserve">Chine </w:t>
            </w:r>
            <w:r w:rsidRPr="00664355">
              <w:rPr>
                <w:b/>
                <w:bCs/>
                <w:sz w:val="18"/>
                <w:szCs w:val="18"/>
              </w:rPr>
              <w:br/>
              <w:t>Japon</w:t>
            </w:r>
          </w:p>
        </w:tc>
        <w:tc>
          <w:tcPr>
            <w:tcW w:w="1552" w:type="dxa"/>
            <w:hideMark/>
          </w:tcPr>
          <w:p w:rsidR="00F957A7" w:rsidRPr="00664355" w:rsidRDefault="00F957A7" w:rsidP="00D64D4A">
            <w:pPr>
              <w:keepNext/>
              <w:keepLines/>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Pr>
          <w:p w:rsidR="00F957A7" w:rsidRPr="00664355" w:rsidRDefault="00F957A7" w:rsidP="00D64D4A">
            <w:pPr>
              <w:keepNext/>
              <w:keepLines/>
              <w:spacing w:before="40" w:after="120" w:line="220" w:lineRule="exact"/>
              <w:ind w:left="57"/>
              <w:rPr>
                <w:b/>
                <w:sz w:val="18"/>
                <w:szCs w:val="18"/>
                <w:lang w:eastAsia="en-GB"/>
              </w:rPr>
            </w:pPr>
          </w:p>
        </w:tc>
        <w:tc>
          <w:tcPr>
            <w:tcW w:w="3978" w:type="dxa"/>
          </w:tcPr>
          <w:p w:rsidR="00F957A7" w:rsidRPr="00664355" w:rsidRDefault="00F957A7" w:rsidP="00D64D4A">
            <w:pPr>
              <w:keepNext/>
              <w:keepLines/>
              <w:spacing w:before="40" w:after="120" w:line="220" w:lineRule="exact"/>
              <w:ind w:left="57"/>
              <w:rPr>
                <w:bCs/>
                <w:sz w:val="18"/>
                <w:szCs w:val="18"/>
              </w:rPr>
            </w:pPr>
            <w:r w:rsidRPr="00664355">
              <w:rPr>
                <w:sz w:val="18"/>
                <w:szCs w:val="18"/>
              </w:rPr>
              <w:t>Prescriptions fonctionnelles applicables aux véhicules automatisés et autonomes (FRAV)</w:t>
            </w:r>
          </w:p>
          <w:p w:rsidR="00F957A7" w:rsidRPr="00664355" w:rsidRDefault="00F957A7" w:rsidP="00D64D4A">
            <w:pPr>
              <w:keepNext/>
              <w:keepLines/>
              <w:spacing w:before="40" w:after="120" w:line="220" w:lineRule="exact"/>
              <w:ind w:left="57"/>
              <w:rPr>
                <w:bCs/>
                <w:strike/>
                <w:sz w:val="18"/>
                <w:szCs w:val="18"/>
              </w:rPr>
            </w:pPr>
            <w:r w:rsidRPr="00664355">
              <w:rPr>
                <w:strike/>
                <w:sz w:val="18"/>
                <w:szCs w:val="18"/>
              </w:rPr>
              <w:t>[Y compris ACSF ci-dessous]</w:t>
            </w:r>
          </w:p>
        </w:tc>
        <w:tc>
          <w:tcPr>
            <w:tcW w:w="1622" w:type="dxa"/>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M. E. </w:t>
            </w:r>
            <w:proofErr w:type="spellStart"/>
            <w:r w:rsidRPr="00664355">
              <w:rPr>
                <w:sz w:val="18"/>
                <w:szCs w:val="18"/>
              </w:rPr>
              <w:t>Wondimneh</w:t>
            </w:r>
            <w:proofErr w:type="spellEnd"/>
            <w:r w:rsidRPr="00664355">
              <w:rPr>
                <w:rStyle w:val="Appelnotedebasdep"/>
              </w:rPr>
              <w:footnoteReference w:id="9"/>
            </w:r>
            <w:r w:rsidRPr="00664355">
              <w:rPr>
                <w:sz w:val="18"/>
                <w:szCs w:val="18"/>
              </w:rPr>
              <w:t xml:space="preserve"> </w:t>
            </w:r>
            <w:r w:rsidRPr="00664355">
              <w:rPr>
                <w:sz w:val="18"/>
                <w:szCs w:val="18"/>
              </w:rPr>
              <w:br/>
            </w:r>
            <w:r w:rsidR="0031744B" w:rsidRPr="0031744B">
              <w:rPr>
                <w:sz w:val="18"/>
                <w:szCs w:val="18"/>
              </w:rPr>
              <w:t>M</w:t>
            </w:r>
            <w:r w:rsidR="0031744B" w:rsidRPr="0031744B">
              <w:rPr>
                <w:sz w:val="18"/>
                <w:szCs w:val="18"/>
                <w:vertAlign w:val="superscript"/>
              </w:rPr>
              <w:t>me</w:t>
            </w:r>
            <w:r w:rsidR="0031744B" w:rsidRPr="0031744B">
              <w:rPr>
                <w:sz w:val="18"/>
                <w:szCs w:val="18"/>
              </w:rPr>
              <w:t> </w:t>
            </w:r>
            <w:r w:rsidRPr="00664355">
              <w:rPr>
                <w:sz w:val="18"/>
                <w:szCs w:val="18"/>
              </w:rPr>
              <w:t>C. Chen</w:t>
            </w:r>
            <w:r w:rsidRPr="00664355">
              <w:rPr>
                <w:sz w:val="18"/>
                <w:szCs w:val="18"/>
                <w:vertAlign w:val="superscript"/>
              </w:rPr>
              <w:t xml:space="preserve">1 </w:t>
            </w:r>
            <w:r w:rsidRPr="00664355">
              <w:rPr>
                <w:sz w:val="18"/>
                <w:szCs w:val="18"/>
              </w:rPr>
              <w:br/>
              <w:t>M. R. Damm</w:t>
            </w:r>
            <w:r w:rsidRPr="00664355">
              <w:rPr>
                <w:sz w:val="18"/>
                <w:szCs w:val="18"/>
                <w:vertAlign w:val="superscript"/>
              </w:rPr>
              <w:t xml:space="preserve">1 </w:t>
            </w:r>
          </w:p>
        </w:tc>
        <w:tc>
          <w:tcPr>
            <w:tcW w:w="1796" w:type="dxa"/>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États-Unis </w:t>
            </w:r>
            <w:r w:rsidRPr="00664355">
              <w:rPr>
                <w:sz w:val="18"/>
                <w:szCs w:val="18"/>
              </w:rPr>
              <w:br/>
              <w:t xml:space="preserve">Chine </w:t>
            </w:r>
            <w:r w:rsidRPr="00664355">
              <w:rPr>
                <w:sz w:val="18"/>
                <w:szCs w:val="18"/>
              </w:rPr>
              <w:br/>
              <w:t>Allemagne</w:t>
            </w:r>
          </w:p>
        </w:tc>
        <w:tc>
          <w:tcPr>
            <w:tcW w:w="1552" w:type="dxa"/>
          </w:tcPr>
          <w:p w:rsidR="00F957A7" w:rsidRPr="00664355" w:rsidRDefault="00F957A7" w:rsidP="00D64D4A">
            <w:pPr>
              <w:keepNext/>
              <w:keepLines/>
              <w:spacing w:before="40" w:after="120" w:line="220" w:lineRule="exact"/>
              <w:ind w:left="57"/>
              <w:rPr>
                <w:sz w:val="18"/>
                <w:szCs w:val="18"/>
              </w:rPr>
            </w:pPr>
            <w:r w:rsidRPr="00664355">
              <w:rPr>
                <w:sz w:val="18"/>
                <w:szCs w:val="18"/>
              </w:rPr>
              <w:t>Mars 2020</w:t>
            </w:r>
          </w:p>
        </w:tc>
      </w:tr>
      <w:tr w:rsidR="00F957A7" w:rsidRPr="00664355" w:rsidTr="00D64D4A">
        <w:trPr>
          <w:cantSplit/>
          <w:jc w:val="center"/>
        </w:trPr>
        <w:tc>
          <w:tcPr>
            <w:tcW w:w="697" w:type="dxa"/>
          </w:tcPr>
          <w:p w:rsidR="00F957A7" w:rsidRPr="00664355" w:rsidRDefault="00F957A7" w:rsidP="00D64D4A">
            <w:pPr>
              <w:keepNext/>
              <w:keepLines/>
              <w:spacing w:before="40" w:after="120" w:line="220" w:lineRule="exact"/>
              <w:ind w:left="57"/>
              <w:rPr>
                <w:b/>
                <w:sz w:val="18"/>
                <w:szCs w:val="18"/>
                <w:lang w:eastAsia="en-GB"/>
              </w:rPr>
            </w:pPr>
          </w:p>
        </w:tc>
        <w:tc>
          <w:tcPr>
            <w:tcW w:w="3978" w:type="dxa"/>
          </w:tcPr>
          <w:p w:rsidR="00F957A7" w:rsidRPr="00664355" w:rsidRDefault="00F957A7" w:rsidP="00D64D4A">
            <w:pPr>
              <w:keepNext/>
              <w:keepLines/>
              <w:spacing w:before="40" w:after="120" w:line="220" w:lineRule="exact"/>
              <w:ind w:left="57"/>
              <w:rPr>
                <w:bCs/>
                <w:sz w:val="18"/>
                <w:szCs w:val="18"/>
              </w:rPr>
            </w:pPr>
            <w:r w:rsidRPr="00664355">
              <w:rPr>
                <w:sz w:val="18"/>
                <w:szCs w:val="18"/>
              </w:rPr>
              <w:t>Méthodes de validation pour la conduite automatisée (VMAD)</w:t>
            </w:r>
          </w:p>
        </w:tc>
        <w:tc>
          <w:tcPr>
            <w:tcW w:w="1622" w:type="dxa"/>
          </w:tcPr>
          <w:p w:rsidR="00F957A7" w:rsidRPr="00664355" w:rsidRDefault="00F957A7" w:rsidP="00D64D4A">
            <w:pPr>
              <w:keepNext/>
              <w:keepLines/>
              <w:spacing w:before="40" w:after="120" w:line="220" w:lineRule="exact"/>
              <w:ind w:left="57"/>
              <w:rPr>
                <w:bCs/>
                <w:sz w:val="18"/>
                <w:szCs w:val="18"/>
                <w:vertAlign w:val="superscript"/>
                <w:lang w:val="en-US"/>
              </w:rPr>
            </w:pPr>
            <w:r w:rsidRPr="00664355">
              <w:rPr>
                <w:sz w:val="18"/>
                <w:szCs w:val="18"/>
                <w:lang w:val="en-US"/>
              </w:rPr>
              <w:t>M. T. Onoda</w:t>
            </w:r>
            <w:r w:rsidRPr="00664355">
              <w:rPr>
                <w:sz w:val="18"/>
                <w:szCs w:val="18"/>
                <w:vertAlign w:val="superscript"/>
                <w:lang w:val="en-US"/>
              </w:rPr>
              <w:t xml:space="preserve">1 </w:t>
            </w:r>
            <w:r w:rsidRPr="00664355">
              <w:rPr>
                <w:sz w:val="18"/>
                <w:szCs w:val="18"/>
                <w:lang w:val="en-US"/>
              </w:rPr>
              <w:br/>
              <w:t>M. P. Striekwold</w:t>
            </w:r>
            <w:r w:rsidRPr="00664355">
              <w:rPr>
                <w:sz w:val="18"/>
                <w:szCs w:val="18"/>
                <w:vertAlign w:val="superscript"/>
                <w:lang w:val="en-US"/>
              </w:rPr>
              <w:t xml:space="preserve">1 </w:t>
            </w:r>
            <w:r w:rsidRPr="00664355">
              <w:rPr>
                <w:sz w:val="18"/>
                <w:szCs w:val="18"/>
                <w:lang w:val="en-US"/>
              </w:rPr>
              <w:br/>
              <w:t>M. I. Sow</w:t>
            </w:r>
            <w:r w:rsidRPr="00664355">
              <w:rPr>
                <w:sz w:val="18"/>
                <w:szCs w:val="18"/>
                <w:vertAlign w:val="superscript"/>
                <w:lang w:val="en-US"/>
              </w:rPr>
              <w:t xml:space="preserve">1 </w:t>
            </w:r>
          </w:p>
        </w:tc>
        <w:tc>
          <w:tcPr>
            <w:tcW w:w="1796" w:type="dxa"/>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Japon </w:t>
            </w:r>
            <w:r w:rsidRPr="00664355">
              <w:rPr>
                <w:sz w:val="18"/>
                <w:szCs w:val="18"/>
              </w:rPr>
              <w:br/>
              <w:t xml:space="preserve">Pays-Bas </w:t>
            </w:r>
            <w:r w:rsidRPr="00664355">
              <w:rPr>
                <w:sz w:val="18"/>
                <w:szCs w:val="18"/>
              </w:rPr>
              <w:br/>
              <w:t>Canada</w:t>
            </w:r>
            <w:r w:rsidRPr="00664355">
              <w:rPr>
                <w:rStyle w:val="Appelnotedebasdep"/>
              </w:rPr>
              <w:footnoteReference w:id="10"/>
            </w:r>
          </w:p>
        </w:tc>
        <w:tc>
          <w:tcPr>
            <w:tcW w:w="1552" w:type="dxa"/>
          </w:tcPr>
          <w:p w:rsidR="00F957A7" w:rsidRPr="00664355" w:rsidRDefault="00F957A7" w:rsidP="00D64D4A">
            <w:pPr>
              <w:keepNext/>
              <w:keepLines/>
              <w:spacing w:before="40" w:after="120" w:line="220" w:lineRule="exact"/>
              <w:ind w:left="57"/>
              <w:rPr>
                <w:sz w:val="18"/>
                <w:szCs w:val="18"/>
              </w:rPr>
            </w:pPr>
            <w:r w:rsidRPr="00664355">
              <w:rPr>
                <w:sz w:val="18"/>
                <w:szCs w:val="18"/>
              </w:rPr>
              <w:t>Décembre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Cybersécurité et mises à jour logicielles par radiocommunication (CS/OTA)</w:t>
            </w:r>
          </w:p>
        </w:tc>
        <w:tc>
          <w:tcPr>
            <w:tcW w:w="1622" w:type="dxa"/>
          </w:tcPr>
          <w:p w:rsidR="00F957A7" w:rsidRPr="00664355" w:rsidRDefault="00F957A7" w:rsidP="00D64D4A">
            <w:pPr>
              <w:spacing w:before="40" w:after="120" w:line="220" w:lineRule="exact"/>
              <w:ind w:left="57"/>
              <w:rPr>
                <w:sz w:val="18"/>
                <w:szCs w:val="18"/>
              </w:rPr>
            </w:pPr>
            <w:r w:rsidRPr="00664355">
              <w:rPr>
                <w:sz w:val="18"/>
                <w:szCs w:val="18"/>
              </w:rPr>
              <w:t>M. T. Niikuni</w:t>
            </w:r>
            <w:r w:rsidRPr="00664355">
              <w:rPr>
                <w:sz w:val="18"/>
                <w:szCs w:val="18"/>
                <w:vertAlign w:val="superscript"/>
              </w:rPr>
              <w:t xml:space="preserve">1 </w:t>
            </w:r>
            <w:r w:rsidRPr="00664355">
              <w:rPr>
                <w:sz w:val="18"/>
                <w:szCs w:val="18"/>
              </w:rPr>
              <w:br/>
              <w:t>M. D. Handley</w:t>
            </w:r>
            <w:r w:rsidRPr="00664355">
              <w:rPr>
                <w:sz w:val="18"/>
                <w:szCs w:val="18"/>
                <w:vertAlign w:val="superscript"/>
              </w:rPr>
              <w:t xml:space="preserve">1 </w:t>
            </w:r>
            <w:r w:rsidRPr="00664355">
              <w:rPr>
                <w:sz w:val="18"/>
                <w:szCs w:val="18"/>
                <w:vertAlign w:val="superscript"/>
              </w:rPr>
              <w:br/>
            </w:r>
            <w:r w:rsidR="003C6872" w:rsidRPr="003C6872">
              <w:rPr>
                <w:sz w:val="18"/>
                <w:szCs w:val="18"/>
              </w:rPr>
              <w:t>M</w:t>
            </w:r>
            <w:r w:rsidR="003C6872" w:rsidRPr="003C6872">
              <w:rPr>
                <w:sz w:val="18"/>
                <w:szCs w:val="18"/>
                <w:vertAlign w:val="superscript"/>
              </w:rPr>
              <w:t>me</w:t>
            </w:r>
            <w:r w:rsidR="003C6872" w:rsidRPr="003C6872">
              <w:rPr>
                <w:sz w:val="18"/>
                <w:szCs w:val="18"/>
              </w:rPr>
              <w:t> </w:t>
            </w:r>
            <w:r w:rsidRPr="00664355">
              <w:rPr>
                <w:sz w:val="18"/>
                <w:szCs w:val="18"/>
              </w:rPr>
              <w:t>M. Versailles</w:t>
            </w:r>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 xml:space="preserve">Japon </w:t>
            </w:r>
            <w:r w:rsidRPr="00664355">
              <w:rPr>
                <w:sz w:val="18"/>
                <w:szCs w:val="18"/>
                <w:vertAlign w:val="superscript"/>
              </w:rPr>
              <w:br/>
            </w:r>
            <w:r w:rsidRPr="00664355">
              <w:rPr>
                <w:sz w:val="18"/>
                <w:szCs w:val="18"/>
              </w:rPr>
              <w:t xml:space="preserve">Royaume-Uni </w:t>
            </w:r>
            <w:r w:rsidRPr="00664355">
              <w:rPr>
                <w:sz w:val="18"/>
                <w:szCs w:val="18"/>
              </w:rPr>
              <w:br/>
              <w:t>États-Unis</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Novembre 2022</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Enregistreurs de données de route et systèmes de stockage de données pour la conduite automatisée (EDR/DSSAD)</w:t>
            </w:r>
          </w:p>
        </w:tc>
        <w:tc>
          <w:tcPr>
            <w:tcW w:w="1622" w:type="dxa"/>
          </w:tcPr>
          <w:p w:rsidR="00F957A7" w:rsidRPr="00664355" w:rsidRDefault="00F957A7" w:rsidP="00D64D4A">
            <w:pPr>
              <w:spacing w:before="40" w:after="120" w:line="220" w:lineRule="exact"/>
              <w:ind w:left="57"/>
              <w:rPr>
                <w:sz w:val="18"/>
                <w:szCs w:val="18"/>
                <w:vertAlign w:val="superscript"/>
                <w:lang w:val="en-US"/>
              </w:rPr>
            </w:pPr>
            <w:r w:rsidRPr="00664355">
              <w:rPr>
                <w:sz w:val="18"/>
                <w:szCs w:val="18"/>
                <w:lang w:val="en-US"/>
              </w:rPr>
              <w:t>T. Guiting</w:t>
            </w:r>
            <w:r w:rsidRPr="00664355">
              <w:rPr>
                <w:sz w:val="18"/>
                <w:szCs w:val="18"/>
                <w:vertAlign w:val="superscript"/>
                <w:lang w:val="en-US"/>
              </w:rPr>
              <w:t xml:space="preserve">1 </w:t>
            </w:r>
            <w:r w:rsidRPr="00664355">
              <w:rPr>
                <w:sz w:val="18"/>
                <w:szCs w:val="18"/>
                <w:lang w:val="en-US"/>
              </w:rPr>
              <w:br/>
              <w:t>T. Niikuni</w:t>
            </w:r>
            <w:r w:rsidRPr="00664355">
              <w:rPr>
                <w:sz w:val="18"/>
                <w:szCs w:val="18"/>
                <w:vertAlign w:val="superscript"/>
                <w:lang w:val="en-US"/>
              </w:rPr>
              <w:t xml:space="preserve">1 </w:t>
            </w:r>
            <w:r w:rsidRPr="00664355">
              <w:rPr>
                <w:sz w:val="18"/>
                <w:szCs w:val="18"/>
                <w:lang w:val="en-US"/>
              </w:rPr>
              <w:br/>
            </w:r>
            <w:r w:rsidR="003C6872" w:rsidRPr="003C6872">
              <w:rPr>
                <w:sz w:val="18"/>
                <w:szCs w:val="18"/>
                <w:lang w:val="en-US"/>
              </w:rPr>
              <w:t>M</w:t>
            </w:r>
            <w:r w:rsidR="003C6872" w:rsidRPr="003C6872">
              <w:rPr>
                <w:sz w:val="18"/>
                <w:szCs w:val="18"/>
                <w:vertAlign w:val="superscript"/>
                <w:lang w:val="en-US"/>
              </w:rPr>
              <w:t>me</w:t>
            </w:r>
            <w:r w:rsidR="003C6872" w:rsidRPr="003C6872">
              <w:rPr>
                <w:sz w:val="18"/>
                <w:szCs w:val="18"/>
                <w:lang w:val="en-US"/>
              </w:rPr>
              <w:t> </w:t>
            </w:r>
            <w:r w:rsidRPr="00664355">
              <w:rPr>
                <w:sz w:val="18"/>
                <w:szCs w:val="18"/>
                <w:lang w:val="en-US"/>
              </w:rPr>
              <w:t>J. Doherty</w:t>
            </w:r>
            <w:r w:rsidRPr="00664355">
              <w:rPr>
                <w:sz w:val="18"/>
                <w:szCs w:val="18"/>
                <w:vertAlign w:val="superscript"/>
                <w:lang w:val="en-US"/>
              </w:rPr>
              <w:t>1</w:t>
            </w:r>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 xml:space="preserve">Pays-Bas </w:t>
            </w:r>
            <w:r w:rsidRPr="00664355">
              <w:rPr>
                <w:sz w:val="18"/>
                <w:szCs w:val="18"/>
              </w:rPr>
              <w:br/>
              <w:t xml:space="preserve">Japon </w:t>
            </w:r>
            <w:r w:rsidRPr="00664355">
              <w:rPr>
                <w:sz w:val="18"/>
                <w:szCs w:val="18"/>
              </w:rPr>
              <w:br/>
              <w:t>États-Unis</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Novembre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trike/>
                <w:sz w:val="18"/>
                <w:szCs w:val="18"/>
                <w:lang w:eastAsia="en-GB"/>
              </w:rPr>
            </w:pPr>
          </w:p>
        </w:tc>
        <w:tc>
          <w:tcPr>
            <w:tcW w:w="3978" w:type="dxa"/>
          </w:tcPr>
          <w:p w:rsidR="00F957A7" w:rsidRPr="00664355" w:rsidRDefault="00F957A7" w:rsidP="00D64D4A">
            <w:pPr>
              <w:spacing w:before="40" w:after="120" w:line="220" w:lineRule="exact"/>
              <w:ind w:left="57"/>
              <w:rPr>
                <w:strike/>
                <w:sz w:val="18"/>
                <w:szCs w:val="18"/>
              </w:rPr>
            </w:pPr>
            <w:r w:rsidRPr="00664355">
              <w:rPr>
                <w:strike/>
                <w:sz w:val="18"/>
                <w:szCs w:val="18"/>
              </w:rPr>
              <w:t>Fonctions de direction à commande automatique (ACSF)</w:t>
            </w:r>
          </w:p>
          <w:p w:rsidR="00F957A7" w:rsidRPr="00664355" w:rsidRDefault="00F957A7" w:rsidP="00D64D4A">
            <w:pPr>
              <w:spacing w:before="40" w:after="120" w:line="220" w:lineRule="exact"/>
              <w:ind w:left="57"/>
              <w:rPr>
                <w:strike/>
                <w:sz w:val="18"/>
                <w:szCs w:val="18"/>
              </w:rPr>
            </w:pPr>
            <w:r w:rsidRPr="00664355">
              <w:rPr>
                <w:strike/>
                <w:sz w:val="18"/>
                <w:szCs w:val="18"/>
              </w:rPr>
              <w:t>[Inclus dans FRAV ci-dessus]</w:t>
            </w:r>
          </w:p>
        </w:tc>
        <w:tc>
          <w:tcPr>
            <w:tcW w:w="1622" w:type="dxa"/>
          </w:tcPr>
          <w:p w:rsidR="00F957A7" w:rsidRPr="00664355" w:rsidRDefault="00F957A7" w:rsidP="00D64D4A">
            <w:pPr>
              <w:spacing w:before="40" w:after="120" w:line="220" w:lineRule="exact"/>
              <w:ind w:left="57"/>
              <w:rPr>
                <w:strike/>
                <w:sz w:val="18"/>
                <w:szCs w:val="18"/>
              </w:rPr>
            </w:pPr>
            <w:r w:rsidRPr="00664355">
              <w:rPr>
                <w:strike/>
                <w:sz w:val="18"/>
                <w:szCs w:val="18"/>
              </w:rPr>
              <w:t>M. C. Theis</w:t>
            </w:r>
            <w:r w:rsidRPr="00664355">
              <w:rPr>
                <w:strike/>
                <w:sz w:val="18"/>
                <w:szCs w:val="18"/>
                <w:vertAlign w:val="superscript"/>
              </w:rPr>
              <w:t xml:space="preserve">1 </w:t>
            </w:r>
            <w:r w:rsidRPr="00664355">
              <w:rPr>
                <w:strike/>
                <w:sz w:val="18"/>
                <w:szCs w:val="18"/>
              </w:rPr>
              <w:br/>
              <w:t>M. H. Morimoto</w:t>
            </w:r>
            <w:r w:rsidRPr="003C6872">
              <w:rPr>
                <w:strike/>
                <w:sz w:val="18"/>
                <w:szCs w:val="18"/>
                <w:vertAlign w:val="superscript"/>
              </w:rPr>
              <w:t>1</w:t>
            </w:r>
          </w:p>
        </w:tc>
        <w:tc>
          <w:tcPr>
            <w:tcW w:w="1796" w:type="dxa"/>
          </w:tcPr>
          <w:p w:rsidR="00F957A7" w:rsidRPr="00664355" w:rsidRDefault="00F957A7" w:rsidP="00D64D4A">
            <w:pPr>
              <w:spacing w:before="40" w:after="120" w:line="220" w:lineRule="exact"/>
              <w:ind w:left="57"/>
              <w:rPr>
                <w:rFonts w:eastAsia="MS Mincho"/>
                <w:strike/>
                <w:sz w:val="18"/>
                <w:szCs w:val="18"/>
              </w:rPr>
            </w:pPr>
            <w:r w:rsidRPr="00664355">
              <w:rPr>
                <w:strike/>
                <w:sz w:val="18"/>
                <w:szCs w:val="18"/>
              </w:rPr>
              <w:t xml:space="preserve">Allemagne </w:t>
            </w:r>
            <w:r w:rsidRPr="00664355">
              <w:rPr>
                <w:strike/>
                <w:sz w:val="18"/>
                <w:szCs w:val="18"/>
              </w:rPr>
              <w:br/>
              <w:t>Japon</w:t>
            </w:r>
          </w:p>
        </w:tc>
        <w:tc>
          <w:tcPr>
            <w:tcW w:w="1552" w:type="dxa"/>
          </w:tcPr>
          <w:p w:rsidR="00F957A7" w:rsidRPr="00664355" w:rsidRDefault="00F957A7" w:rsidP="00D64D4A">
            <w:pPr>
              <w:spacing w:before="40" w:after="120" w:line="220" w:lineRule="exact"/>
              <w:ind w:left="57"/>
              <w:rPr>
                <w:strike/>
                <w:sz w:val="18"/>
                <w:szCs w:val="18"/>
              </w:rPr>
            </w:pPr>
            <w:r w:rsidRPr="00664355">
              <w:rPr>
                <w:sz w:val="18"/>
                <w:szCs w:val="18"/>
              </w:rPr>
              <w:t>Mars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Systèmes actifs de freinage d</w:t>
            </w:r>
            <w:r w:rsidR="004F3EFE">
              <w:rPr>
                <w:sz w:val="18"/>
                <w:szCs w:val="18"/>
              </w:rPr>
              <w:t>’</w:t>
            </w:r>
            <w:r w:rsidRPr="00664355">
              <w:rPr>
                <w:sz w:val="18"/>
                <w:szCs w:val="18"/>
              </w:rPr>
              <w:t>urgence (AEBS)</w:t>
            </w:r>
          </w:p>
        </w:tc>
        <w:tc>
          <w:tcPr>
            <w:tcW w:w="1622" w:type="dxa"/>
          </w:tcPr>
          <w:p w:rsidR="00F957A7" w:rsidRPr="00664355" w:rsidRDefault="00F957A7" w:rsidP="00D64D4A">
            <w:pPr>
              <w:spacing w:before="40" w:after="120" w:line="220" w:lineRule="exact"/>
              <w:ind w:left="57"/>
              <w:rPr>
                <w:sz w:val="18"/>
                <w:szCs w:val="18"/>
                <w:lang w:val="en-US"/>
              </w:rPr>
            </w:pPr>
            <w:r w:rsidRPr="00664355">
              <w:rPr>
                <w:sz w:val="18"/>
                <w:szCs w:val="18"/>
                <w:lang w:val="en-US"/>
              </w:rPr>
              <w:t>M. A. Lagrange</w:t>
            </w:r>
            <w:r w:rsidRPr="00664355">
              <w:rPr>
                <w:sz w:val="18"/>
                <w:szCs w:val="18"/>
                <w:vertAlign w:val="superscript"/>
                <w:lang w:val="en-US"/>
              </w:rPr>
              <w:t xml:space="preserve">1 </w:t>
            </w:r>
            <w:r w:rsidRPr="00664355">
              <w:rPr>
                <w:sz w:val="18"/>
                <w:szCs w:val="18"/>
                <w:vertAlign w:val="superscript"/>
                <w:lang w:val="en-US"/>
              </w:rPr>
              <w:br/>
            </w:r>
            <w:r w:rsidRPr="00664355">
              <w:rPr>
                <w:sz w:val="18"/>
                <w:szCs w:val="18"/>
                <w:lang w:val="en-US"/>
              </w:rPr>
              <w:t>M. T. Hirose</w:t>
            </w:r>
            <w:r w:rsidRPr="00664355">
              <w:rPr>
                <w:sz w:val="18"/>
                <w:szCs w:val="18"/>
                <w:vertAlign w:val="superscript"/>
                <w:lang w:val="en-US"/>
              </w:rPr>
              <w:t>1</w:t>
            </w:r>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 xml:space="preserve">CE </w:t>
            </w:r>
            <w:r w:rsidRPr="00664355">
              <w:rPr>
                <w:sz w:val="18"/>
                <w:szCs w:val="18"/>
              </w:rPr>
              <w:br/>
              <w:t>Japon</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Mars 2020</w:t>
            </w:r>
          </w:p>
        </w:tc>
      </w:tr>
      <w:tr w:rsidR="00F957A7" w:rsidRPr="00664355" w:rsidTr="00D64D4A">
        <w:trPr>
          <w:cantSplit/>
          <w:jc w:val="center"/>
        </w:trPr>
        <w:tc>
          <w:tcPr>
            <w:tcW w:w="697" w:type="dxa"/>
          </w:tcPr>
          <w:p w:rsidR="00F957A7" w:rsidRPr="00664355" w:rsidRDefault="00F957A7" w:rsidP="00D64D4A">
            <w:pPr>
              <w:spacing w:before="40" w:after="120" w:line="220" w:lineRule="exact"/>
              <w:ind w:left="57"/>
              <w:rPr>
                <w:sz w:val="18"/>
                <w:szCs w:val="18"/>
                <w:lang w:eastAsia="en-GB"/>
              </w:rPr>
            </w:pPr>
          </w:p>
        </w:tc>
        <w:tc>
          <w:tcPr>
            <w:tcW w:w="3978" w:type="dxa"/>
          </w:tcPr>
          <w:p w:rsidR="00F957A7" w:rsidRPr="00664355" w:rsidRDefault="00F957A7" w:rsidP="00D64D4A">
            <w:pPr>
              <w:spacing w:before="40" w:after="120" w:line="220" w:lineRule="exact"/>
              <w:ind w:left="57"/>
              <w:rPr>
                <w:sz w:val="18"/>
                <w:szCs w:val="18"/>
              </w:rPr>
            </w:pPr>
            <w:r w:rsidRPr="00664355">
              <w:rPr>
                <w:sz w:val="18"/>
                <w:szCs w:val="18"/>
              </w:rPr>
              <w:t>Ensembles modulaires de véhicules (MVC)</w:t>
            </w:r>
          </w:p>
        </w:tc>
        <w:tc>
          <w:tcPr>
            <w:tcW w:w="1622" w:type="dxa"/>
          </w:tcPr>
          <w:p w:rsidR="00F957A7" w:rsidRPr="00664355" w:rsidRDefault="00F957A7" w:rsidP="00D64D4A">
            <w:pPr>
              <w:spacing w:before="40" w:after="120" w:line="220" w:lineRule="exact"/>
              <w:ind w:left="57"/>
              <w:rPr>
                <w:sz w:val="18"/>
                <w:szCs w:val="18"/>
              </w:rPr>
            </w:pPr>
            <w:r w:rsidRPr="00664355">
              <w:rPr>
                <w:sz w:val="18"/>
                <w:szCs w:val="18"/>
              </w:rPr>
              <w:t xml:space="preserve">M. A. </w:t>
            </w:r>
            <w:proofErr w:type="spellStart"/>
            <w:r w:rsidRPr="00664355">
              <w:rPr>
                <w:sz w:val="18"/>
                <w:szCs w:val="18"/>
              </w:rPr>
              <w:t>Gunneriusson</w:t>
            </w:r>
            <w:proofErr w:type="spellEnd"/>
          </w:p>
        </w:tc>
        <w:tc>
          <w:tcPr>
            <w:tcW w:w="1796" w:type="dxa"/>
          </w:tcPr>
          <w:p w:rsidR="00F957A7" w:rsidRPr="00664355" w:rsidRDefault="00F957A7" w:rsidP="00D64D4A">
            <w:pPr>
              <w:spacing w:before="40" w:after="120" w:line="220" w:lineRule="exact"/>
              <w:ind w:left="57"/>
              <w:rPr>
                <w:sz w:val="18"/>
                <w:szCs w:val="18"/>
              </w:rPr>
            </w:pPr>
            <w:r w:rsidRPr="00664355">
              <w:rPr>
                <w:sz w:val="18"/>
                <w:szCs w:val="18"/>
              </w:rPr>
              <w:t>Suède</w:t>
            </w:r>
          </w:p>
        </w:tc>
        <w:tc>
          <w:tcPr>
            <w:tcW w:w="1552" w:type="dxa"/>
          </w:tcPr>
          <w:p w:rsidR="00F957A7" w:rsidRPr="00664355" w:rsidRDefault="00F957A7" w:rsidP="00D64D4A">
            <w:pPr>
              <w:spacing w:before="40" w:after="120" w:line="220" w:lineRule="exact"/>
              <w:ind w:left="57"/>
              <w:rPr>
                <w:sz w:val="18"/>
                <w:szCs w:val="18"/>
              </w:rPr>
            </w:pPr>
            <w:r w:rsidRPr="00664355">
              <w:rPr>
                <w:sz w:val="18"/>
                <w:szCs w:val="18"/>
              </w:rPr>
              <w:t>Mars 2020</w:t>
            </w:r>
          </w:p>
        </w:tc>
      </w:tr>
      <w:bookmarkEnd w:id="173"/>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b/>
                <w:sz w:val="18"/>
                <w:szCs w:val="18"/>
              </w:rPr>
            </w:pPr>
            <w:r w:rsidRPr="00664355">
              <w:rPr>
                <w:b/>
                <w:bCs/>
                <w:sz w:val="18"/>
                <w:szCs w:val="18"/>
              </w:rPr>
              <w:t>GRSP</w:t>
            </w: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b/>
                <w:sz w:val="18"/>
                <w:szCs w:val="18"/>
              </w:rPr>
            </w:pPr>
            <w:r w:rsidRPr="00664355">
              <w:rPr>
                <w:b/>
                <w:bCs/>
                <w:sz w:val="18"/>
                <w:szCs w:val="18"/>
              </w:rPr>
              <w:t>Sécurité passive</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b/>
                <w:sz w:val="18"/>
                <w:szCs w:val="18"/>
                <w:lang w:val="en-US"/>
              </w:rPr>
            </w:pPr>
            <w:r w:rsidRPr="00664355">
              <w:rPr>
                <w:b/>
                <w:sz w:val="18"/>
                <w:szCs w:val="18"/>
                <w:lang w:val="en-US"/>
              </w:rPr>
              <w:t xml:space="preserve">M. M. </w:t>
            </w:r>
            <w:proofErr w:type="spellStart"/>
            <w:r w:rsidRPr="00664355">
              <w:rPr>
                <w:b/>
                <w:sz w:val="18"/>
                <w:szCs w:val="18"/>
                <w:lang w:val="en-US"/>
              </w:rPr>
              <w:t>Koubek</w:t>
            </w:r>
            <w:proofErr w:type="spellEnd"/>
            <w:r w:rsidRPr="00664355">
              <w:rPr>
                <w:b/>
                <w:sz w:val="18"/>
                <w:szCs w:val="18"/>
                <w:lang w:val="en-US"/>
              </w:rPr>
              <w:t xml:space="preserve"> </w:t>
            </w:r>
            <w:r w:rsidRPr="00664355">
              <w:rPr>
                <w:b/>
                <w:sz w:val="18"/>
                <w:szCs w:val="18"/>
                <w:lang w:val="en-US"/>
              </w:rPr>
              <w:br/>
              <w:t>M. H. G. Kim</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b/>
                <w:sz w:val="18"/>
                <w:szCs w:val="18"/>
              </w:rPr>
            </w:pPr>
            <w:r w:rsidRPr="00664355">
              <w:rPr>
                <w:b/>
                <w:bCs/>
                <w:sz w:val="18"/>
                <w:szCs w:val="18"/>
              </w:rPr>
              <w:t xml:space="preserve">États-Unis </w:t>
            </w:r>
            <w:r w:rsidRPr="00664355">
              <w:rPr>
                <w:b/>
                <w:bCs/>
                <w:sz w:val="18"/>
                <w:szCs w:val="18"/>
              </w:rPr>
              <w:br/>
              <w:t>République de Corée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Harmonisation des mannequins d</w:t>
            </w:r>
            <w:r w:rsidR="004F3EFE">
              <w:rPr>
                <w:sz w:val="18"/>
                <w:szCs w:val="18"/>
              </w:rPr>
              <w:t>’</w:t>
            </w:r>
            <w:r w:rsidRPr="00664355">
              <w:rPr>
                <w:sz w:val="18"/>
                <w:szCs w:val="18"/>
              </w:rPr>
              <w:t>essai de choc latéral</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trike/>
                <w:sz w:val="18"/>
                <w:szCs w:val="18"/>
                <w:lang w:eastAsia="en-GB"/>
              </w:rPr>
            </w:pPr>
          </w:p>
        </w:tc>
        <w:tc>
          <w:tcPr>
            <w:tcW w:w="1552" w:type="dxa"/>
            <w:tcBorders>
              <w:top w:val="single" w:sz="6" w:space="0" w:color="auto"/>
              <w:left w:val="single" w:sz="6" w:space="0" w:color="auto"/>
              <w:bottom w:val="single" w:sz="6" w:space="0" w:color="auto"/>
              <w:right w:val="single" w:sz="2" w:space="0" w:color="auto"/>
            </w:tcBorders>
            <w:shd w:val="clear" w:color="auto" w:fill="auto"/>
          </w:tcPr>
          <w:p w:rsidR="00F957A7" w:rsidRPr="00664355" w:rsidRDefault="00F957A7" w:rsidP="00D64D4A">
            <w:pPr>
              <w:spacing w:before="40" w:after="120" w:line="220" w:lineRule="exact"/>
              <w:ind w:left="57"/>
              <w:rPr>
                <w:sz w:val="18"/>
                <w:szCs w:val="18"/>
              </w:rPr>
            </w:pPr>
            <w:r w:rsidRPr="00664355">
              <w:rPr>
                <w:sz w:val="18"/>
                <w:szCs w:val="18"/>
              </w:rPr>
              <w:t>À déterminer</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RTM ONU n</w:t>
            </w:r>
            <w:r w:rsidRPr="00664355">
              <w:rPr>
                <w:sz w:val="18"/>
                <w:szCs w:val="18"/>
                <w:vertAlign w:val="superscript"/>
              </w:rPr>
              <w:t>o</w:t>
            </w:r>
            <w:r w:rsidRPr="00664355">
              <w:rPr>
                <w:sz w:val="18"/>
                <w:szCs w:val="18"/>
              </w:rPr>
              <w:t> 7 sur les appuie-tête − Élaboration de la phase 2</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M. B. Frost</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Royaume-Uni</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Dissous</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RTM ONU n</w:t>
            </w:r>
            <w:r w:rsidRPr="00664355">
              <w:rPr>
                <w:sz w:val="18"/>
                <w:szCs w:val="18"/>
                <w:vertAlign w:val="superscript"/>
              </w:rPr>
              <w:t>o</w:t>
            </w:r>
            <w:r w:rsidRPr="00664355">
              <w:rPr>
                <w:sz w:val="18"/>
                <w:szCs w:val="18"/>
              </w:rPr>
              <w:t> 9 sur la sécurité des piétons − Élaboration de la phase 2</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 xml:space="preserve">M. R. </w:t>
            </w:r>
            <w:proofErr w:type="spellStart"/>
            <w:r w:rsidRPr="00664355">
              <w:rPr>
                <w:sz w:val="18"/>
                <w:szCs w:val="18"/>
              </w:rPr>
              <w:t>Damm</w:t>
            </w:r>
            <w:proofErr w:type="spellEnd"/>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 xml:space="preserve">Allemagne </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Dissous</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RTM ONU n</w:t>
            </w:r>
            <w:r w:rsidRPr="00664355">
              <w:rPr>
                <w:sz w:val="18"/>
                <w:szCs w:val="18"/>
                <w:vertAlign w:val="superscript"/>
              </w:rPr>
              <w:t>o</w:t>
            </w:r>
            <w:r w:rsidRPr="00664355">
              <w:rPr>
                <w:sz w:val="18"/>
                <w:szCs w:val="18"/>
              </w:rPr>
              <w:t> 9 sur la sécurité des piétons − Systèmes déployables de protection des piétons (DPPS)</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M. J. S. Park</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République de Corée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Juin 2020</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Sécurité des véhicules électriques (EVS) − Phase 2</w:t>
            </w:r>
          </w:p>
        </w:tc>
        <w:tc>
          <w:tcPr>
            <w:tcW w:w="1622" w:type="dxa"/>
            <w:tcBorders>
              <w:top w:val="single" w:sz="6" w:space="0" w:color="auto"/>
              <w:left w:val="single" w:sz="6" w:space="0" w:color="auto"/>
              <w:bottom w:val="single" w:sz="6" w:space="0" w:color="auto"/>
              <w:right w:val="single" w:sz="6" w:space="0" w:color="auto"/>
            </w:tcBorders>
          </w:tcPr>
          <w:p w:rsidR="00F14E02" w:rsidRDefault="00F957A7" w:rsidP="00D64D4A">
            <w:pPr>
              <w:spacing w:before="40" w:after="120" w:line="220" w:lineRule="exact"/>
              <w:ind w:left="57"/>
              <w:rPr>
                <w:sz w:val="18"/>
                <w:szCs w:val="18"/>
                <w:lang w:val="en-US"/>
              </w:rPr>
            </w:pPr>
            <w:r w:rsidRPr="00664355">
              <w:rPr>
                <w:sz w:val="18"/>
                <w:szCs w:val="18"/>
                <w:lang w:val="en-US"/>
              </w:rPr>
              <w:t xml:space="preserve">M. M. </w:t>
            </w:r>
            <w:proofErr w:type="spellStart"/>
            <w:r w:rsidRPr="00664355">
              <w:rPr>
                <w:sz w:val="18"/>
                <w:szCs w:val="18"/>
                <w:lang w:val="en-US"/>
              </w:rPr>
              <w:t>Koubek</w:t>
            </w:r>
            <w:proofErr w:type="spellEnd"/>
            <w:r w:rsidRPr="00664355">
              <w:rPr>
                <w:sz w:val="18"/>
                <w:szCs w:val="18"/>
                <w:lang w:val="en-US"/>
              </w:rPr>
              <w:t xml:space="preserve"> </w:t>
            </w:r>
          </w:p>
          <w:p w:rsidR="00F957A7" w:rsidRPr="00664355" w:rsidRDefault="00F957A7" w:rsidP="00D64D4A">
            <w:pPr>
              <w:spacing w:before="40" w:after="120" w:line="220" w:lineRule="exact"/>
              <w:ind w:left="57"/>
              <w:rPr>
                <w:sz w:val="18"/>
                <w:szCs w:val="18"/>
                <w:lang w:val="en-US"/>
              </w:rPr>
            </w:pPr>
            <w:r w:rsidRPr="00664355">
              <w:rPr>
                <w:sz w:val="18"/>
                <w:szCs w:val="18"/>
                <w:vertAlign w:val="superscript"/>
                <w:lang w:val="en-US"/>
              </w:rPr>
              <w:br/>
            </w:r>
            <w:r w:rsidRPr="00664355">
              <w:rPr>
                <w:sz w:val="18"/>
                <w:szCs w:val="18"/>
                <w:lang w:val="en-US"/>
              </w:rPr>
              <w:t>M. A. Lazarevic</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États-Unis</w:t>
            </w:r>
            <w:r w:rsidRPr="00664355">
              <w:rPr>
                <w:sz w:val="18"/>
                <w:szCs w:val="18"/>
                <w:vertAlign w:val="superscript"/>
              </w:rPr>
              <w:t xml:space="preserve">  </w:t>
            </w:r>
            <w:r w:rsidRPr="00664355">
              <w:rPr>
                <w:sz w:val="18"/>
                <w:szCs w:val="18"/>
                <w:vertAlign w:val="superscript"/>
              </w:rPr>
              <w:br/>
            </w:r>
            <w:r w:rsidRPr="00664355">
              <w:rPr>
                <w:sz w:val="18"/>
                <w:szCs w:val="18"/>
              </w:rPr>
              <w:t>(Vice-Présidents : Chine et CE)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Décembre 2021</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Spécifications de la machine 3D-H</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M. L. Martinez</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Espagne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À déterminer</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Véhicules à hydrogène et à pile à combustible (HFCV) − Phase 2</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val="en-US"/>
              </w:rPr>
            </w:pPr>
            <w:r w:rsidRPr="00664355">
              <w:rPr>
                <w:sz w:val="18"/>
                <w:szCs w:val="18"/>
                <w:lang w:val="en-US"/>
              </w:rPr>
              <w:t xml:space="preserve">M. M. </w:t>
            </w:r>
            <w:proofErr w:type="spellStart"/>
            <w:r w:rsidRPr="00664355">
              <w:rPr>
                <w:sz w:val="18"/>
                <w:szCs w:val="18"/>
                <w:lang w:val="en-US"/>
              </w:rPr>
              <w:t>Koubek</w:t>
            </w:r>
            <w:proofErr w:type="spellEnd"/>
            <w:r w:rsidRPr="00664355">
              <w:rPr>
                <w:sz w:val="18"/>
                <w:szCs w:val="18"/>
                <w:lang w:val="en-US"/>
              </w:rPr>
              <w:t xml:space="preserve"> </w:t>
            </w:r>
            <w:r w:rsidRPr="00664355">
              <w:rPr>
                <w:sz w:val="18"/>
                <w:szCs w:val="18"/>
                <w:lang w:val="en-US"/>
              </w:rPr>
              <w:br/>
              <w:t>M. M. Takahashi</w:t>
            </w:r>
            <w:r w:rsidRPr="00664355">
              <w:rPr>
                <w:sz w:val="18"/>
                <w:szCs w:val="18"/>
                <w:vertAlign w:val="superscript"/>
                <w:lang w:val="en-US"/>
              </w:rPr>
              <w:t>1</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 xml:space="preserve">États-Unis </w:t>
            </w:r>
            <w:r w:rsidRPr="00664355">
              <w:rPr>
                <w:sz w:val="18"/>
                <w:szCs w:val="18"/>
              </w:rPr>
              <w:br/>
              <w:t xml:space="preserve">Japon </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Décembre 2020</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Casques de protection</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M. L. Rocco</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Italie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Suspendu</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 xml:space="preserve">Sécurité des enfants transportés par autobus </w:t>
            </w:r>
            <w:r w:rsidRPr="00664355">
              <w:rPr>
                <w:sz w:val="18"/>
                <w:szCs w:val="18"/>
              </w:rPr>
              <w:br/>
              <w:t>et autocar</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3C6872" w:rsidP="00D64D4A">
            <w:pPr>
              <w:spacing w:before="40" w:after="120" w:line="220" w:lineRule="exact"/>
              <w:ind w:left="57"/>
              <w:rPr>
                <w:sz w:val="18"/>
                <w:szCs w:val="18"/>
              </w:rPr>
            </w:pPr>
            <w:r w:rsidRPr="003C6872">
              <w:rPr>
                <w:sz w:val="18"/>
                <w:szCs w:val="18"/>
              </w:rPr>
              <w:t>M</w:t>
            </w:r>
            <w:r w:rsidRPr="003C6872">
              <w:rPr>
                <w:sz w:val="18"/>
                <w:szCs w:val="18"/>
                <w:vertAlign w:val="superscript"/>
              </w:rPr>
              <w:t>me</w:t>
            </w:r>
            <w:r w:rsidRPr="003C6872">
              <w:rPr>
                <w:sz w:val="18"/>
                <w:szCs w:val="18"/>
              </w:rPr>
              <w:t> </w:t>
            </w:r>
            <w:r w:rsidR="00F957A7" w:rsidRPr="00664355">
              <w:rPr>
                <w:sz w:val="18"/>
                <w:szCs w:val="18"/>
              </w:rPr>
              <w:t>Marta Angles</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spacing w:before="40" w:after="120" w:line="220" w:lineRule="exact"/>
              <w:ind w:left="57"/>
              <w:rPr>
                <w:sz w:val="18"/>
                <w:szCs w:val="18"/>
              </w:rPr>
            </w:pPr>
            <w:r w:rsidRPr="00664355">
              <w:rPr>
                <w:sz w:val="18"/>
                <w:szCs w:val="18"/>
              </w:rPr>
              <w:t>Espagne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spacing w:before="40" w:after="120" w:line="220" w:lineRule="exact"/>
              <w:ind w:left="57"/>
              <w:rPr>
                <w:sz w:val="18"/>
                <w:szCs w:val="18"/>
              </w:rPr>
            </w:pPr>
            <w:r w:rsidRPr="00664355">
              <w:rPr>
                <w:sz w:val="18"/>
                <w:szCs w:val="18"/>
              </w:rPr>
              <w:t>Mars 2023</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b/>
                <w:sz w:val="18"/>
                <w:szCs w:val="18"/>
              </w:rPr>
            </w:pPr>
            <w:r w:rsidRPr="00664355">
              <w:rPr>
                <w:b/>
                <w:bCs/>
                <w:sz w:val="18"/>
                <w:szCs w:val="18"/>
              </w:rPr>
              <w:t>GRSG</w:t>
            </w: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b/>
                <w:sz w:val="18"/>
                <w:szCs w:val="18"/>
              </w:rPr>
            </w:pPr>
            <w:r w:rsidRPr="00664355">
              <w:rPr>
                <w:sz w:val="18"/>
                <w:szCs w:val="18"/>
              </w:rPr>
              <w:t xml:space="preserve"> </w:t>
            </w:r>
            <w:r w:rsidRPr="00664355">
              <w:rPr>
                <w:b/>
                <w:bCs/>
                <w:sz w:val="18"/>
                <w:szCs w:val="18"/>
              </w:rPr>
              <w:t>Dispositions générales de sécurité</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b/>
                <w:sz w:val="18"/>
                <w:szCs w:val="18"/>
                <w:lang w:val="it-IT"/>
              </w:rPr>
            </w:pPr>
            <w:r w:rsidRPr="00664355">
              <w:rPr>
                <w:b/>
                <w:bCs/>
                <w:sz w:val="18"/>
                <w:szCs w:val="18"/>
                <w:lang w:val="it-IT"/>
              </w:rPr>
              <w:t xml:space="preserve">M. A. Erario </w:t>
            </w:r>
            <w:r w:rsidRPr="00664355">
              <w:rPr>
                <w:b/>
                <w:bCs/>
                <w:sz w:val="18"/>
                <w:szCs w:val="18"/>
                <w:lang w:val="it-IT"/>
              </w:rPr>
              <w:br/>
              <w:t>M. K. Hendershot</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b/>
                <w:sz w:val="18"/>
                <w:szCs w:val="18"/>
              </w:rPr>
            </w:pPr>
            <w:r w:rsidRPr="00664355">
              <w:rPr>
                <w:b/>
                <w:bCs/>
                <w:sz w:val="18"/>
                <w:szCs w:val="18"/>
              </w:rPr>
              <w:t xml:space="preserve">Italie </w:t>
            </w:r>
            <w:r w:rsidRPr="00664355">
              <w:rPr>
                <w:b/>
                <w:bCs/>
                <w:sz w:val="18"/>
                <w:szCs w:val="18"/>
                <w:vertAlign w:val="superscript"/>
              </w:rPr>
              <w:br/>
            </w:r>
            <w:r w:rsidRPr="00664355">
              <w:rPr>
                <w:b/>
                <w:bCs/>
                <w:sz w:val="18"/>
                <w:szCs w:val="18"/>
              </w:rPr>
              <w:t>Canada</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keepNext/>
              <w:keepLines/>
              <w:spacing w:before="40" w:after="120" w:line="220" w:lineRule="exact"/>
              <w:ind w:left="57"/>
              <w:rPr>
                <w:b/>
                <w:sz w:val="18"/>
                <w:szCs w:val="18"/>
              </w:rPr>
            </w:pPr>
            <w:r w:rsidRPr="00664355">
              <w:rPr>
                <w:b/>
                <w:bCs/>
                <w:sz w:val="18"/>
                <w:szCs w:val="18"/>
              </w:rPr>
              <w:t>2020</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Vitrages de toit panoramique (PSG)</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lang w:val="en-US"/>
              </w:rPr>
            </w:pPr>
            <w:r w:rsidRPr="00664355">
              <w:rPr>
                <w:sz w:val="18"/>
                <w:szCs w:val="18"/>
                <w:lang w:val="en-US"/>
              </w:rPr>
              <w:t xml:space="preserve">M. S. </w:t>
            </w:r>
            <w:proofErr w:type="spellStart"/>
            <w:r w:rsidRPr="00664355">
              <w:rPr>
                <w:sz w:val="18"/>
                <w:szCs w:val="18"/>
                <w:lang w:val="en-US"/>
              </w:rPr>
              <w:t>Eom</w:t>
            </w:r>
            <w:proofErr w:type="spellEnd"/>
            <w:r w:rsidRPr="00664355">
              <w:rPr>
                <w:sz w:val="18"/>
                <w:szCs w:val="18"/>
                <w:lang w:val="en-US"/>
              </w:rPr>
              <w:t xml:space="preserve"> </w:t>
            </w:r>
            <w:r w:rsidRPr="00664355">
              <w:rPr>
                <w:sz w:val="18"/>
                <w:szCs w:val="18"/>
                <w:vertAlign w:val="superscript"/>
                <w:lang w:val="en-US"/>
              </w:rPr>
              <w:br/>
            </w:r>
            <w:r w:rsidRPr="00664355">
              <w:rPr>
                <w:sz w:val="18"/>
                <w:szCs w:val="18"/>
                <w:lang w:val="en-US"/>
              </w:rPr>
              <w:t>M. T. Fuhrmann</w:t>
            </w:r>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République de Corée </w:t>
            </w:r>
            <w:r w:rsidRPr="00664355">
              <w:rPr>
                <w:sz w:val="18"/>
                <w:szCs w:val="18"/>
              </w:rPr>
              <w:br/>
              <w:t>Allemagne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Avril 2020 </w:t>
            </w:r>
          </w:p>
        </w:tc>
      </w:tr>
      <w:tr w:rsidR="00F957A7" w:rsidRPr="00664355" w:rsidTr="00D64D4A">
        <w:trPr>
          <w:cantSplit/>
          <w:jc w:val="center"/>
        </w:trPr>
        <w:tc>
          <w:tcPr>
            <w:tcW w:w="697" w:type="dxa"/>
            <w:tcBorders>
              <w:top w:val="single" w:sz="6" w:space="0" w:color="auto"/>
              <w:left w:val="single" w:sz="2"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lang w:eastAsia="en-GB"/>
              </w:rPr>
            </w:pPr>
          </w:p>
        </w:tc>
        <w:tc>
          <w:tcPr>
            <w:tcW w:w="3978"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Sensibilité à la proximité d</w:t>
            </w:r>
            <w:r w:rsidR="004F3EFE">
              <w:rPr>
                <w:sz w:val="18"/>
                <w:szCs w:val="18"/>
              </w:rPr>
              <w:t>’</w:t>
            </w:r>
            <w:r w:rsidRPr="00664355">
              <w:rPr>
                <w:sz w:val="18"/>
                <w:szCs w:val="18"/>
              </w:rPr>
              <w:t>usagers</w:t>
            </w:r>
            <w:r w:rsidRPr="00664355">
              <w:rPr>
                <w:sz w:val="18"/>
                <w:szCs w:val="18"/>
                <w:vertAlign w:val="superscript"/>
              </w:rPr>
              <w:t xml:space="preserve"> </w:t>
            </w:r>
            <w:r w:rsidRPr="00664355">
              <w:rPr>
                <w:sz w:val="18"/>
                <w:szCs w:val="18"/>
              </w:rPr>
              <w:t>de la route vulnérables (VRU-Proxi)</w:t>
            </w:r>
          </w:p>
        </w:tc>
        <w:tc>
          <w:tcPr>
            <w:tcW w:w="1622"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lang w:val="es-ES"/>
              </w:rPr>
            </w:pPr>
            <w:r w:rsidRPr="00664355">
              <w:rPr>
                <w:sz w:val="18"/>
                <w:szCs w:val="18"/>
                <w:lang w:val="es-ES"/>
              </w:rPr>
              <w:t xml:space="preserve">M. Y. Matsui </w:t>
            </w:r>
            <w:r w:rsidRPr="00664355">
              <w:rPr>
                <w:sz w:val="18"/>
                <w:szCs w:val="18"/>
                <w:lang w:val="es-ES"/>
              </w:rPr>
              <w:br/>
              <w:t xml:space="preserve">M. P. </w:t>
            </w:r>
            <w:proofErr w:type="spellStart"/>
            <w:r w:rsidRPr="00664355">
              <w:rPr>
                <w:sz w:val="18"/>
                <w:szCs w:val="18"/>
                <w:lang w:val="es-ES"/>
              </w:rPr>
              <w:t>Broertjes</w:t>
            </w:r>
            <w:proofErr w:type="spellEnd"/>
          </w:p>
        </w:tc>
        <w:tc>
          <w:tcPr>
            <w:tcW w:w="1796" w:type="dxa"/>
            <w:tcBorders>
              <w:top w:val="single" w:sz="6" w:space="0" w:color="auto"/>
              <w:left w:val="single" w:sz="6" w:space="0" w:color="auto"/>
              <w:bottom w:val="single" w:sz="6"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Japon </w:t>
            </w:r>
            <w:r w:rsidRPr="00664355">
              <w:rPr>
                <w:sz w:val="18"/>
                <w:szCs w:val="18"/>
                <w:vertAlign w:val="superscript"/>
              </w:rPr>
              <w:br/>
            </w:r>
            <w:r w:rsidRPr="00664355">
              <w:rPr>
                <w:sz w:val="18"/>
                <w:szCs w:val="18"/>
              </w:rPr>
              <w:t>CE</w:t>
            </w:r>
          </w:p>
        </w:tc>
        <w:tc>
          <w:tcPr>
            <w:tcW w:w="1552" w:type="dxa"/>
            <w:tcBorders>
              <w:top w:val="single" w:sz="6" w:space="0" w:color="auto"/>
              <w:left w:val="single" w:sz="6" w:space="0" w:color="auto"/>
              <w:bottom w:val="single" w:sz="6" w:space="0" w:color="auto"/>
              <w:right w:val="single" w:sz="2"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Avril 2021</w:t>
            </w:r>
          </w:p>
        </w:tc>
      </w:tr>
      <w:tr w:rsidR="00F957A7" w:rsidRPr="00664355" w:rsidTr="00D64D4A">
        <w:trPr>
          <w:cantSplit/>
          <w:jc w:val="center"/>
        </w:trPr>
        <w:tc>
          <w:tcPr>
            <w:tcW w:w="697" w:type="dxa"/>
            <w:tcBorders>
              <w:top w:val="single" w:sz="6" w:space="0" w:color="auto"/>
              <w:left w:val="single" w:sz="2" w:space="0" w:color="auto"/>
              <w:bottom w:val="single" w:sz="12" w:space="0" w:color="auto"/>
              <w:right w:val="single" w:sz="6" w:space="0" w:color="auto"/>
            </w:tcBorders>
          </w:tcPr>
          <w:p w:rsidR="00F957A7" w:rsidRPr="00664355" w:rsidRDefault="00F957A7" w:rsidP="00D64D4A">
            <w:pPr>
              <w:keepNext/>
              <w:keepLines/>
              <w:spacing w:before="40" w:after="120" w:line="220" w:lineRule="exact"/>
              <w:ind w:left="57"/>
              <w:rPr>
                <w:sz w:val="18"/>
                <w:szCs w:val="18"/>
                <w:lang w:eastAsia="en-GB"/>
              </w:rPr>
            </w:pPr>
          </w:p>
        </w:tc>
        <w:tc>
          <w:tcPr>
            <w:tcW w:w="3978" w:type="dxa"/>
            <w:tcBorders>
              <w:top w:val="single" w:sz="6" w:space="0" w:color="auto"/>
              <w:left w:val="single" w:sz="6" w:space="0" w:color="auto"/>
              <w:bottom w:val="single" w:sz="12"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Comportement général des véhicules des catégories M</w:t>
            </w:r>
            <w:r w:rsidRPr="00F14E02">
              <w:rPr>
                <w:sz w:val="18"/>
                <w:szCs w:val="18"/>
                <w:vertAlign w:val="subscript"/>
              </w:rPr>
              <w:t>2</w:t>
            </w:r>
            <w:r w:rsidRPr="00664355">
              <w:rPr>
                <w:sz w:val="18"/>
                <w:szCs w:val="18"/>
              </w:rPr>
              <w:t xml:space="preserve"> et M</w:t>
            </w:r>
            <w:r w:rsidRPr="00F14E02">
              <w:rPr>
                <w:sz w:val="18"/>
                <w:szCs w:val="18"/>
                <w:vertAlign w:val="subscript"/>
              </w:rPr>
              <w:t>3</w:t>
            </w:r>
            <w:r w:rsidRPr="00664355">
              <w:rPr>
                <w:sz w:val="18"/>
                <w:szCs w:val="18"/>
              </w:rPr>
              <w:t xml:space="preserve"> en cas d</w:t>
            </w:r>
            <w:r w:rsidR="004F3EFE">
              <w:rPr>
                <w:sz w:val="18"/>
                <w:szCs w:val="18"/>
              </w:rPr>
              <w:t>’</w:t>
            </w:r>
            <w:r w:rsidRPr="00664355">
              <w:rPr>
                <w:sz w:val="18"/>
                <w:szCs w:val="18"/>
              </w:rPr>
              <w:t>incendie (BMFE)</w:t>
            </w:r>
          </w:p>
        </w:tc>
        <w:tc>
          <w:tcPr>
            <w:tcW w:w="1622" w:type="dxa"/>
            <w:tcBorders>
              <w:top w:val="single" w:sz="6" w:space="0" w:color="auto"/>
              <w:left w:val="single" w:sz="6" w:space="0" w:color="auto"/>
              <w:bottom w:val="single" w:sz="12"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 xml:space="preserve">M. F. </w:t>
            </w:r>
            <w:proofErr w:type="spellStart"/>
            <w:r w:rsidRPr="00664355">
              <w:rPr>
                <w:sz w:val="18"/>
                <w:szCs w:val="18"/>
              </w:rPr>
              <w:t>Herveleu</w:t>
            </w:r>
            <w:proofErr w:type="spellEnd"/>
          </w:p>
        </w:tc>
        <w:tc>
          <w:tcPr>
            <w:tcW w:w="1796" w:type="dxa"/>
            <w:tcBorders>
              <w:top w:val="single" w:sz="6" w:space="0" w:color="auto"/>
              <w:left w:val="single" w:sz="6" w:space="0" w:color="auto"/>
              <w:bottom w:val="single" w:sz="12" w:space="0" w:color="auto"/>
              <w:right w:val="single" w:sz="6"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France</w:t>
            </w:r>
          </w:p>
        </w:tc>
        <w:tc>
          <w:tcPr>
            <w:tcW w:w="1552" w:type="dxa"/>
            <w:tcBorders>
              <w:top w:val="single" w:sz="6" w:space="0" w:color="auto"/>
              <w:left w:val="single" w:sz="6" w:space="0" w:color="auto"/>
              <w:bottom w:val="single" w:sz="12" w:space="0" w:color="auto"/>
              <w:right w:val="single" w:sz="2" w:space="0" w:color="auto"/>
            </w:tcBorders>
          </w:tcPr>
          <w:p w:rsidR="00F957A7" w:rsidRPr="00664355" w:rsidRDefault="00F957A7" w:rsidP="00D64D4A">
            <w:pPr>
              <w:keepNext/>
              <w:keepLines/>
              <w:spacing w:before="40" w:after="120" w:line="220" w:lineRule="exact"/>
              <w:ind w:left="57"/>
              <w:rPr>
                <w:sz w:val="18"/>
                <w:szCs w:val="18"/>
              </w:rPr>
            </w:pPr>
            <w:r w:rsidRPr="00664355">
              <w:rPr>
                <w:sz w:val="18"/>
                <w:szCs w:val="18"/>
              </w:rPr>
              <w:t>Octobre 2020</w:t>
            </w:r>
          </w:p>
        </w:tc>
      </w:tr>
    </w:tbl>
    <w:p w:rsidR="00F957A7" w:rsidRPr="00664355" w:rsidRDefault="00C561CD" w:rsidP="00C561CD">
      <w:pPr>
        <w:pStyle w:val="HChG"/>
      </w:pPr>
      <w:bookmarkStart w:id="174" w:name="_Toc486845770"/>
      <w:r>
        <w:tab/>
      </w:r>
      <w:r>
        <w:tab/>
      </w:r>
      <w:r w:rsidR="00F957A7" w:rsidRPr="00664355">
        <w:t>Forum mondial de l</w:t>
      </w:r>
      <w:r w:rsidR="004F3EFE">
        <w:t>’</w:t>
      </w:r>
      <w:r w:rsidR="00F957A7" w:rsidRPr="00664355">
        <w:t>harmonisation des Règlements concernant les</w:t>
      </w:r>
      <w:r>
        <w:t xml:space="preserve"> </w:t>
      </w:r>
      <w:r w:rsidR="00F957A7" w:rsidRPr="00664355">
        <w:t>véhicules : Comités d</w:t>
      </w:r>
      <w:r w:rsidR="004F3EFE">
        <w:t>’</w:t>
      </w:r>
      <w:r w:rsidR="00F957A7" w:rsidRPr="00664355">
        <w:t>administration, Comité de gestion et</w:t>
      </w:r>
      <w:r>
        <w:t xml:space="preserve"> </w:t>
      </w:r>
      <w:r w:rsidR="00F957A7" w:rsidRPr="00664355">
        <w:t>Comité exécutif et Présidents</w:t>
      </w:r>
      <w:bookmarkEnd w:id="174"/>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51"/>
        <w:gridCol w:w="4108"/>
        <w:gridCol w:w="1984"/>
        <w:gridCol w:w="1567"/>
        <w:gridCol w:w="1135"/>
      </w:tblGrid>
      <w:tr w:rsidR="00F957A7" w:rsidRPr="00664355" w:rsidTr="00D64D4A">
        <w:trPr>
          <w:cantSplit/>
          <w:tblHeader/>
          <w:jc w:val="center"/>
        </w:trPr>
        <w:tc>
          <w:tcPr>
            <w:tcW w:w="851"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57" w:right="57"/>
              <w:rPr>
                <w:i/>
                <w:sz w:val="16"/>
                <w:lang w:eastAsia="en-GB"/>
              </w:rPr>
            </w:pPr>
            <w:r w:rsidRPr="00664355">
              <w:rPr>
                <w:i/>
                <w:sz w:val="16"/>
                <w:lang w:eastAsia="en-GB"/>
              </w:rPr>
              <w:t> </w:t>
            </w:r>
          </w:p>
        </w:tc>
        <w:tc>
          <w:tcPr>
            <w:tcW w:w="4108"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57" w:right="57"/>
              <w:rPr>
                <w:i/>
                <w:sz w:val="16"/>
                <w:szCs w:val="16"/>
              </w:rPr>
            </w:pPr>
            <w:r w:rsidRPr="00664355">
              <w:rPr>
                <w:i/>
                <w:iCs/>
                <w:sz w:val="16"/>
                <w:szCs w:val="16"/>
              </w:rPr>
              <w:t>Comités</w:t>
            </w:r>
          </w:p>
        </w:tc>
        <w:tc>
          <w:tcPr>
            <w:tcW w:w="1984"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57" w:right="57"/>
              <w:rPr>
                <w:bCs/>
                <w:i/>
                <w:sz w:val="16"/>
                <w:szCs w:val="16"/>
              </w:rPr>
            </w:pPr>
            <w:r w:rsidRPr="00664355">
              <w:rPr>
                <w:i/>
                <w:iCs/>
                <w:sz w:val="16"/>
                <w:szCs w:val="16"/>
              </w:rPr>
              <w:t>Président(e) /</w:t>
            </w:r>
            <w:r w:rsidRPr="00664355">
              <w:rPr>
                <w:i/>
                <w:iCs/>
                <w:sz w:val="16"/>
                <w:szCs w:val="16"/>
              </w:rPr>
              <w:br/>
            </w:r>
            <w:r w:rsidRPr="00664355">
              <w:rPr>
                <w:i/>
                <w:iCs/>
                <w:sz w:val="16"/>
                <w:szCs w:val="16"/>
                <w:vertAlign w:val="superscript"/>
              </w:rPr>
              <w:t xml:space="preserve"> </w:t>
            </w:r>
            <w:r w:rsidRPr="00664355">
              <w:rPr>
                <w:i/>
                <w:iCs/>
                <w:sz w:val="16"/>
                <w:szCs w:val="16"/>
              </w:rPr>
              <w:t>Vice-Président(e)</w:t>
            </w:r>
          </w:p>
        </w:tc>
        <w:tc>
          <w:tcPr>
            <w:tcW w:w="1567" w:type="dxa"/>
            <w:tcBorders>
              <w:top w:val="single" w:sz="2" w:space="0" w:color="auto"/>
              <w:bottom w:val="single" w:sz="12" w:space="0" w:color="auto"/>
            </w:tcBorders>
            <w:vAlign w:val="bottom"/>
            <w:hideMark/>
          </w:tcPr>
          <w:p w:rsidR="00F957A7" w:rsidRPr="00664355" w:rsidRDefault="00F957A7" w:rsidP="00D64D4A">
            <w:pPr>
              <w:spacing w:before="80" w:after="80" w:line="200" w:lineRule="exact"/>
              <w:ind w:left="57" w:right="57"/>
              <w:rPr>
                <w:i/>
                <w:sz w:val="16"/>
                <w:szCs w:val="16"/>
              </w:rPr>
            </w:pPr>
            <w:r w:rsidRPr="00664355">
              <w:rPr>
                <w:i/>
                <w:iCs/>
                <w:sz w:val="16"/>
                <w:szCs w:val="16"/>
              </w:rPr>
              <w:t>Pays</w:t>
            </w:r>
          </w:p>
        </w:tc>
        <w:tc>
          <w:tcPr>
            <w:tcW w:w="1135" w:type="dxa"/>
            <w:tcBorders>
              <w:top w:val="single" w:sz="2" w:space="0" w:color="auto"/>
              <w:bottom w:val="single" w:sz="12" w:space="0" w:color="auto"/>
            </w:tcBorders>
            <w:hideMark/>
          </w:tcPr>
          <w:p w:rsidR="00F957A7" w:rsidRPr="00664355" w:rsidRDefault="00F957A7" w:rsidP="00D64D4A">
            <w:pPr>
              <w:spacing w:before="80" w:after="80" w:line="200" w:lineRule="exact"/>
              <w:ind w:left="57" w:right="57"/>
              <w:rPr>
                <w:i/>
                <w:sz w:val="16"/>
                <w:szCs w:val="16"/>
              </w:rPr>
            </w:pPr>
            <w:r w:rsidRPr="00664355">
              <w:rPr>
                <w:i/>
                <w:iCs/>
                <w:sz w:val="16"/>
                <w:szCs w:val="16"/>
              </w:rPr>
              <w:t>Date d</w:t>
            </w:r>
            <w:r w:rsidR="004F3EFE">
              <w:rPr>
                <w:i/>
                <w:iCs/>
                <w:sz w:val="16"/>
                <w:szCs w:val="16"/>
              </w:rPr>
              <w:t>’</w:t>
            </w:r>
            <w:r w:rsidRPr="00664355">
              <w:rPr>
                <w:i/>
                <w:iCs/>
                <w:sz w:val="16"/>
                <w:szCs w:val="16"/>
              </w:rPr>
              <w:t>expiration</w:t>
            </w:r>
            <w:r w:rsidRPr="00664355">
              <w:rPr>
                <w:i/>
                <w:iCs/>
                <w:sz w:val="16"/>
                <w:szCs w:val="16"/>
                <w:vertAlign w:val="superscript"/>
              </w:rPr>
              <w:t xml:space="preserve"> </w:t>
            </w:r>
            <w:r w:rsidRPr="00664355">
              <w:rPr>
                <w:i/>
                <w:iCs/>
                <w:sz w:val="16"/>
                <w:szCs w:val="16"/>
              </w:rPr>
              <w:t>du mandat</w:t>
            </w:r>
          </w:p>
        </w:tc>
      </w:tr>
      <w:tr w:rsidR="00F957A7" w:rsidRPr="00664355" w:rsidTr="00D64D4A">
        <w:trPr>
          <w:cantSplit/>
          <w:jc w:val="center"/>
        </w:trPr>
        <w:tc>
          <w:tcPr>
            <w:tcW w:w="851" w:type="dxa"/>
            <w:tcBorders>
              <w:top w:val="single" w:sz="12"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AC.1</w:t>
            </w:r>
          </w:p>
        </w:tc>
        <w:tc>
          <w:tcPr>
            <w:tcW w:w="4108" w:type="dxa"/>
            <w:tcBorders>
              <w:top w:val="single" w:sz="12" w:space="0" w:color="auto"/>
            </w:tcBorders>
            <w:hideMark/>
          </w:tcPr>
          <w:p w:rsidR="00F957A7" w:rsidRPr="00664355" w:rsidRDefault="00F957A7" w:rsidP="00D64D4A">
            <w:pPr>
              <w:spacing w:before="40" w:after="120" w:line="220" w:lineRule="exact"/>
              <w:ind w:left="57" w:right="57"/>
              <w:rPr>
                <w:bCs/>
                <w:sz w:val="18"/>
                <w:szCs w:val="18"/>
              </w:rPr>
            </w:pPr>
            <w:r w:rsidRPr="00664355">
              <w:rPr>
                <w:sz w:val="18"/>
                <w:szCs w:val="18"/>
              </w:rPr>
              <w:t>Comité d</w:t>
            </w:r>
            <w:r w:rsidR="004F3EFE">
              <w:rPr>
                <w:sz w:val="18"/>
                <w:szCs w:val="18"/>
              </w:rPr>
              <w:t>’</w:t>
            </w:r>
            <w:r w:rsidRPr="00664355">
              <w:rPr>
                <w:sz w:val="18"/>
                <w:szCs w:val="18"/>
              </w:rPr>
              <w:t>administration de l</w:t>
            </w:r>
            <w:r w:rsidR="004F3EFE">
              <w:rPr>
                <w:sz w:val="18"/>
                <w:szCs w:val="18"/>
              </w:rPr>
              <w:t>’</w:t>
            </w:r>
            <w:r w:rsidRPr="00664355">
              <w:rPr>
                <w:sz w:val="18"/>
                <w:szCs w:val="18"/>
              </w:rPr>
              <w:t xml:space="preserve">Accord de 1958 </w:t>
            </w:r>
          </w:p>
        </w:tc>
        <w:tc>
          <w:tcPr>
            <w:tcW w:w="1984" w:type="dxa"/>
            <w:tcBorders>
              <w:top w:val="single" w:sz="12" w:space="0" w:color="auto"/>
            </w:tcBorders>
            <w:hideMark/>
          </w:tcPr>
          <w:p w:rsidR="00F957A7" w:rsidRPr="00664355" w:rsidRDefault="00F957A7" w:rsidP="00D64D4A">
            <w:pPr>
              <w:spacing w:before="40" w:after="120" w:line="220" w:lineRule="exact"/>
              <w:ind w:left="57" w:right="57"/>
              <w:rPr>
                <w:bCs/>
                <w:sz w:val="18"/>
                <w:szCs w:val="18"/>
                <w:lang w:val="it-IT"/>
              </w:rPr>
            </w:pPr>
            <w:r w:rsidRPr="00664355">
              <w:rPr>
                <w:sz w:val="18"/>
                <w:szCs w:val="18"/>
                <w:lang w:val="it-IT"/>
              </w:rPr>
              <w:t>M. B. Kisulenko</w:t>
            </w:r>
            <w:r w:rsidRPr="00664355">
              <w:rPr>
                <w:sz w:val="18"/>
                <w:szCs w:val="18"/>
                <w:lang w:val="it-IT"/>
              </w:rPr>
              <w:br/>
              <w:t>M. A. Erario</w:t>
            </w:r>
            <w:r w:rsidRPr="00664355">
              <w:rPr>
                <w:sz w:val="18"/>
                <w:szCs w:val="18"/>
                <w:vertAlign w:val="superscript"/>
                <w:lang w:val="it-IT"/>
              </w:rPr>
              <w:t xml:space="preserve"> </w:t>
            </w:r>
          </w:p>
        </w:tc>
        <w:tc>
          <w:tcPr>
            <w:tcW w:w="1567" w:type="dxa"/>
            <w:tcBorders>
              <w:top w:val="single" w:sz="12"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Fédération de Russie</w:t>
            </w:r>
          </w:p>
          <w:p w:rsidR="00F957A7" w:rsidRPr="00664355" w:rsidRDefault="00F957A7" w:rsidP="00D64D4A">
            <w:pPr>
              <w:spacing w:before="40" w:after="120" w:line="220" w:lineRule="exact"/>
              <w:ind w:left="57" w:right="57"/>
              <w:rPr>
                <w:sz w:val="18"/>
                <w:szCs w:val="18"/>
              </w:rPr>
            </w:pPr>
            <w:r w:rsidRPr="00664355">
              <w:rPr>
                <w:sz w:val="18"/>
                <w:szCs w:val="18"/>
              </w:rPr>
              <w:t>Italie</w:t>
            </w:r>
            <w:r w:rsidRPr="00664355">
              <w:rPr>
                <w:sz w:val="18"/>
                <w:szCs w:val="18"/>
                <w:vertAlign w:val="superscript"/>
              </w:rPr>
              <w:t xml:space="preserve"> </w:t>
            </w:r>
          </w:p>
        </w:tc>
        <w:tc>
          <w:tcPr>
            <w:tcW w:w="1135" w:type="dxa"/>
            <w:tcBorders>
              <w:top w:val="single" w:sz="12" w:space="0" w:color="auto"/>
            </w:tcBorders>
            <w:hideMark/>
          </w:tcPr>
          <w:p w:rsidR="00F957A7" w:rsidRPr="00664355" w:rsidRDefault="00F957A7" w:rsidP="00D64D4A">
            <w:pPr>
              <w:spacing w:before="40" w:after="120" w:line="220" w:lineRule="exact"/>
              <w:ind w:left="57" w:right="57"/>
              <w:rPr>
                <w:sz w:val="18"/>
                <w:szCs w:val="18"/>
              </w:rPr>
            </w:pPr>
            <w:proofErr w:type="spellStart"/>
            <w:r w:rsidRPr="00664355">
              <w:rPr>
                <w:sz w:val="18"/>
                <w:szCs w:val="18"/>
              </w:rPr>
              <w:t>s.o</w:t>
            </w:r>
            <w:proofErr w:type="spellEnd"/>
            <w:r w:rsidRPr="00664355">
              <w:rPr>
                <w:sz w:val="18"/>
                <w:szCs w:val="18"/>
              </w:rPr>
              <w:t>.</w:t>
            </w:r>
          </w:p>
        </w:tc>
      </w:tr>
      <w:tr w:rsidR="00F957A7" w:rsidRPr="00664355" w:rsidTr="00D64D4A">
        <w:trPr>
          <w:cantSplit/>
          <w:jc w:val="center"/>
        </w:trPr>
        <w:tc>
          <w:tcPr>
            <w:tcW w:w="851" w:type="dxa"/>
            <w:hideMark/>
          </w:tcPr>
          <w:p w:rsidR="00F957A7" w:rsidRPr="00664355" w:rsidRDefault="00F957A7" w:rsidP="00D64D4A">
            <w:pPr>
              <w:spacing w:before="40" w:after="120" w:line="220" w:lineRule="exact"/>
              <w:ind w:left="57" w:right="57"/>
              <w:rPr>
                <w:sz w:val="18"/>
                <w:szCs w:val="18"/>
              </w:rPr>
            </w:pPr>
            <w:r w:rsidRPr="00664355">
              <w:rPr>
                <w:sz w:val="18"/>
                <w:szCs w:val="18"/>
              </w:rPr>
              <w:t>AC.2</w:t>
            </w:r>
          </w:p>
        </w:tc>
        <w:tc>
          <w:tcPr>
            <w:tcW w:w="4108" w:type="dxa"/>
            <w:hideMark/>
          </w:tcPr>
          <w:p w:rsidR="00F957A7" w:rsidRPr="00664355" w:rsidRDefault="00F957A7" w:rsidP="00D64D4A">
            <w:pPr>
              <w:spacing w:before="40" w:after="120" w:line="220" w:lineRule="exact"/>
              <w:ind w:left="57" w:right="57"/>
              <w:rPr>
                <w:sz w:val="18"/>
                <w:szCs w:val="18"/>
              </w:rPr>
            </w:pPr>
            <w:r w:rsidRPr="00664355">
              <w:rPr>
                <w:sz w:val="18"/>
                <w:szCs w:val="18"/>
              </w:rPr>
              <w:t>Comité de gestion pour la coordination des travaux</w:t>
            </w:r>
          </w:p>
        </w:tc>
        <w:tc>
          <w:tcPr>
            <w:tcW w:w="1984" w:type="dxa"/>
            <w:hideMark/>
          </w:tcPr>
          <w:p w:rsidR="00F957A7" w:rsidRPr="00664355" w:rsidRDefault="00F957A7" w:rsidP="00D64D4A">
            <w:pPr>
              <w:spacing w:before="40" w:after="120" w:line="220" w:lineRule="exact"/>
              <w:ind w:left="57" w:right="57"/>
              <w:rPr>
                <w:sz w:val="18"/>
                <w:szCs w:val="18"/>
              </w:rPr>
            </w:pPr>
            <w:r w:rsidRPr="00664355">
              <w:rPr>
                <w:sz w:val="18"/>
                <w:szCs w:val="18"/>
              </w:rPr>
              <w:t xml:space="preserve">M. B. </w:t>
            </w:r>
            <w:proofErr w:type="spellStart"/>
            <w:r w:rsidRPr="00664355">
              <w:rPr>
                <w:sz w:val="18"/>
                <w:szCs w:val="18"/>
              </w:rPr>
              <w:t>Kisulenko</w:t>
            </w:r>
            <w:proofErr w:type="spellEnd"/>
          </w:p>
        </w:tc>
        <w:tc>
          <w:tcPr>
            <w:tcW w:w="1567" w:type="dxa"/>
            <w:hideMark/>
          </w:tcPr>
          <w:p w:rsidR="00F957A7" w:rsidRPr="00664355" w:rsidRDefault="00F957A7" w:rsidP="00D64D4A">
            <w:pPr>
              <w:spacing w:before="40" w:after="120" w:line="220" w:lineRule="exact"/>
              <w:ind w:left="57" w:right="57"/>
              <w:rPr>
                <w:sz w:val="18"/>
                <w:szCs w:val="18"/>
              </w:rPr>
            </w:pPr>
            <w:r w:rsidRPr="00664355">
              <w:rPr>
                <w:sz w:val="18"/>
                <w:szCs w:val="18"/>
              </w:rPr>
              <w:t>Fédération de Russie</w:t>
            </w:r>
          </w:p>
        </w:tc>
        <w:tc>
          <w:tcPr>
            <w:tcW w:w="1135" w:type="dxa"/>
            <w:hideMark/>
          </w:tcPr>
          <w:p w:rsidR="00F957A7" w:rsidRPr="00664355" w:rsidRDefault="00F957A7" w:rsidP="00D64D4A">
            <w:pPr>
              <w:spacing w:before="40" w:after="120" w:line="220" w:lineRule="exact"/>
              <w:ind w:left="57" w:right="57"/>
              <w:rPr>
                <w:sz w:val="18"/>
                <w:szCs w:val="18"/>
              </w:rPr>
            </w:pPr>
            <w:r w:rsidRPr="00664355">
              <w:rPr>
                <w:sz w:val="18"/>
                <w:szCs w:val="18"/>
              </w:rPr>
              <w:t>2020</w:t>
            </w:r>
          </w:p>
        </w:tc>
      </w:tr>
      <w:tr w:rsidR="00F957A7" w:rsidRPr="00664355" w:rsidTr="00D64D4A">
        <w:trPr>
          <w:cantSplit/>
          <w:jc w:val="center"/>
        </w:trPr>
        <w:tc>
          <w:tcPr>
            <w:tcW w:w="851" w:type="dxa"/>
            <w:tcBorders>
              <w:bottom w:val="single" w:sz="6"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AC.3</w:t>
            </w:r>
          </w:p>
        </w:tc>
        <w:tc>
          <w:tcPr>
            <w:tcW w:w="4108" w:type="dxa"/>
            <w:tcBorders>
              <w:bottom w:val="single" w:sz="6"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Comité exécutif de l</w:t>
            </w:r>
            <w:r w:rsidR="004F3EFE">
              <w:rPr>
                <w:sz w:val="18"/>
                <w:szCs w:val="18"/>
              </w:rPr>
              <w:t>’</w:t>
            </w:r>
            <w:r w:rsidRPr="00664355">
              <w:rPr>
                <w:sz w:val="18"/>
                <w:szCs w:val="18"/>
              </w:rPr>
              <w:t xml:space="preserve">Accord de 1998 </w:t>
            </w:r>
          </w:p>
        </w:tc>
        <w:tc>
          <w:tcPr>
            <w:tcW w:w="1984" w:type="dxa"/>
            <w:tcBorders>
              <w:bottom w:val="single" w:sz="6" w:space="0" w:color="auto"/>
            </w:tcBorders>
            <w:hideMark/>
          </w:tcPr>
          <w:p w:rsidR="00F957A7" w:rsidRPr="00664355" w:rsidRDefault="00F957A7" w:rsidP="00D64D4A">
            <w:pPr>
              <w:spacing w:before="40" w:after="120" w:line="220" w:lineRule="exact"/>
              <w:ind w:left="57" w:right="57"/>
              <w:rPr>
                <w:sz w:val="18"/>
                <w:szCs w:val="18"/>
                <w:lang w:val="es-ES"/>
              </w:rPr>
            </w:pPr>
            <w:r w:rsidRPr="00664355">
              <w:rPr>
                <w:sz w:val="18"/>
                <w:szCs w:val="18"/>
                <w:lang w:val="es-ES"/>
              </w:rPr>
              <w:t xml:space="preserve">M. E. </w:t>
            </w:r>
            <w:proofErr w:type="spellStart"/>
            <w:r w:rsidRPr="00664355">
              <w:rPr>
                <w:sz w:val="18"/>
                <w:szCs w:val="18"/>
                <w:lang w:val="es-ES"/>
              </w:rPr>
              <w:t>Wondimneh</w:t>
            </w:r>
            <w:proofErr w:type="spellEnd"/>
            <w:r w:rsidRPr="00664355">
              <w:rPr>
                <w:sz w:val="18"/>
                <w:szCs w:val="18"/>
                <w:lang w:val="es-ES"/>
              </w:rPr>
              <w:t xml:space="preserve"> </w:t>
            </w:r>
            <w:r w:rsidRPr="00664355">
              <w:rPr>
                <w:sz w:val="18"/>
                <w:szCs w:val="18"/>
                <w:vertAlign w:val="superscript"/>
                <w:lang w:val="es-ES"/>
              </w:rPr>
              <w:br/>
            </w:r>
            <w:r w:rsidRPr="00664355">
              <w:rPr>
                <w:sz w:val="18"/>
                <w:szCs w:val="18"/>
                <w:lang w:val="es-ES"/>
              </w:rPr>
              <w:t xml:space="preserve">M. I. </w:t>
            </w:r>
            <w:proofErr w:type="spellStart"/>
            <w:r w:rsidRPr="00664355">
              <w:rPr>
                <w:sz w:val="18"/>
                <w:szCs w:val="18"/>
                <w:lang w:val="es-ES"/>
              </w:rPr>
              <w:t>Yarnold</w:t>
            </w:r>
            <w:proofErr w:type="spellEnd"/>
            <w:r w:rsidRPr="00664355">
              <w:rPr>
                <w:sz w:val="18"/>
                <w:szCs w:val="18"/>
                <w:lang w:val="es-ES"/>
              </w:rPr>
              <w:t xml:space="preserve"> </w:t>
            </w:r>
            <w:r w:rsidRPr="00664355">
              <w:rPr>
                <w:sz w:val="18"/>
                <w:szCs w:val="18"/>
                <w:lang w:val="es-ES"/>
              </w:rPr>
              <w:br/>
              <w:t xml:space="preserve">M. H. </w:t>
            </w:r>
            <w:proofErr w:type="spellStart"/>
            <w:r w:rsidRPr="00664355">
              <w:rPr>
                <w:sz w:val="18"/>
                <w:szCs w:val="18"/>
                <w:lang w:val="es-ES"/>
              </w:rPr>
              <w:t>Inomata</w:t>
            </w:r>
            <w:proofErr w:type="spellEnd"/>
          </w:p>
        </w:tc>
        <w:tc>
          <w:tcPr>
            <w:tcW w:w="1567" w:type="dxa"/>
            <w:tcBorders>
              <w:bottom w:val="single" w:sz="6"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 xml:space="preserve">États-Unis </w:t>
            </w:r>
            <w:r w:rsidRPr="00664355">
              <w:rPr>
                <w:sz w:val="18"/>
                <w:szCs w:val="18"/>
              </w:rPr>
              <w:br/>
              <w:t xml:space="preserve">Royaume-Uni </w:t>
            </w:r>
            <w:r w:rsidRPr="00664355">
              <w:rPr>
                <w:sz w:val="18"/>
                <w:szCs w:val="18"/>
              </w:rPr>
              <w:br/>
              <w:t>Japon</w:t>
            </w:r>
          </w:p>
        </w:tc>
        <w:tc>
          <w:tcPr>
            <w:tcW w:w="1135" w:type="dxa"/>
            <w:tcBorders>
              <w:bottom w:val="single" w:sz="6" w:space="0" w:color="auto"/>
            </w:tcBorders>
            <w:hideMark/>
          </w:tcPr>
          <w:p w:rsidR="00F957A7" w:rsidRPr="00664355" w:rsidRDefault="00F957A7" w:rsidP="00D64D4A">
            <w:pPr>
              <w:spacing w:before="40" w:after="120" w:line="220" w:lineRule="exact"/>
              <w:ind w:left="57" w:right="57"/>
              <w:rPr>
                <w:sz w:val="18"/>
                <w:szCs w:val="18"/>
              </w:rPr>
            </w:pPr>
            <w:proofErr w:type="spellStart"/>
            <w:r w:rsidRPr="00664355">
              <w:rPr>
                <w:sz w:val="18"/>
                <w:szCs w:val="18"/>
              </w:rPr>
              <w:t>s.o</w:t>
            </w:r>
            <w:proofErr w:type="spellEnd"/>
            <w:r w:rsidRPr="00664355">
              <w:rPr>
                <w:sz w:val="18"/>
                <w:szCs w:val="18"/>
              </w:rPr>
              <w:t>.</w:t>
            </w:r>
          </w:p>
        </w:tc>
      </w:tr>
      <w:tr w:rsidR="00F957A7" w:rsidRPr="00664355" w:rsidTr="00D64D4A">
        <w:trPr>
          <w:cantSplit/>
          <w:jc w:val="center"/>
        </w:trPr>
        <w:tc>
          <w:tcPr>
            <w:tcW w:w="851" w:type="dxa"/>
            <w:tcBorders>
              <w:top w:val="single" w:sz="6" w:space="0" w:color="auto"/>
              <w:bottom w:val="single" w:sz="12"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AC.4</w:t>
            </w:r>
          </w:p>
        </w:tc>
        <w:tc>
          <w:tcPr>
            <w:tcW w:w="4108" w:type="dxa"/>
            <w:tcBorders>
              <w:top w:val="single" w:sz="6" w:space="0" w:color="auto"/>
              <w:bottom w:val="single" w:sz="12"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Comité d</w:t>
            </w:r>
            <w:r w:rsidR="004F3EFE">
              <w:rPr>
                <w:sz w:val="18"/>
                <w:szCs w:val="18"/>
              </w:rPr>
              <w:t>’</w:t>
            </w:r>
            <w:r w:rsidRPr="00664355">
              <w:rPr>
                <w:sz w:val="18"/>
                <w:szCs w:val="18"/>
              </w:rPr>
              <w:t>administration de l</w:t>
            </w:r>
            <w:r w:rsidR="004F3EFE">
              <w:rPr>
                <w:sz w:val="18"/>
                <w:szCs w:val="18"/>
              </w:rPr>
              <w:t>’</w:t>
            </w:r>
            <w:r w:rsidRPr="00664355">
              <w:rPr>
                <w:sz w:val="18"/>
                <w:szCs w:val="18"/>
              </w:rPr>
              <w:t>Accord de 1997</w:t>
            </w:r>
          </w:p>
        </w:tc>
        <w:tc>
          <w:tcPr>
            <w:tcW w:w="1984" w:type="dxa"/>
            <w:tcBorders>
              <w:top w:val="single" w:sz="6" w:space="0" w:color="auto"/>
              <w:bottom w:val="single" w:sz="12"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 xml:space="preserve">M. B. </w:t>
            </w:r>
            <w:proofErr w:type="spellStart"/>
            <w:r w:rsidRPr="00664355">
              <w:rPr>
                <w:sz w:val="18"/>
                <w:szCs w:val="18"/>
              </w:rPr>
              <w:t>Kisulenko</w:t>
            </w:r>
            <w:proofErr w:type="spellEnd"/>
          </w:p>
        </w:tc>
        <w:tc>
          <w:tcPr>
            <w:tcW w:w="1567" w:type="dxa"/>
            <w:tcBorders>
              <w:top w:val="single" w:sz="6" w:space="0" w:color="auto"/>
              <w:bottom w:val="single" w:sz="12" w:space="0" w:color="auto"/>
            </w:tcBorders>
            <w:hideMark/>
          </w:tcPr>
          <w:p w:rsidR="00F957A7" w:rsidRPr="00664355" w:rsidRDefault="00F957A7" w:rsidP="00D64D4A">
            <w:pPr>
              <w:spacing w:before="40" w:after="120" w:line="220" w:lineRule="exact"/>
              <w:ind w:left="57" w:right="57"/>
              <w:rPr>
                <w:sz w:val="18"/>
                <w:szCs w:val="18"/>
              </w:rPr>
            </w:pPr>
            <w:r w:rsidRPr="00664355">
              <w:rPr>
                <w:sz w:val="18"/>
                <w:szCs w:val="18"/>
              </w:rPr>
              <w:t>Fédération de Russie</w:t>
            </w:r>
          </w:p>
        </w:tc>
        <w:tc>
          <w:tcPr>
            <w:tcW w:w="1135" w:type="dxa"/>
            <w:tcBorders>
              <w:top w:val="single" w:sz="6" w:space="0" w:color="auto"/>
              <w:bottom w:val="single" w:sz="12" w:space="0" w:color="auto"/>
            </w:tcBorders>
            <w:hideMark/>
          </w:tcPr>
          <w:p w:rsidR="00F957A7" w:rsidRPr="00664355" w:rsidRDefault="00F957A7" w:rsidP="00D64D4A">
            <w:pPr>
              <w:spacing w:before="40" w:after="120" w:line="220" w:lineRule="exact"/>
              <w:ind w:left="57" w:right="57"/>
              <w:rPr>
                <w:sz w:val="18"/>
                <w:szCs w:val="18"/>
              </w:rPr>
            </w:pPr>
            <w:proofErr w:type="spellStart"/>
            <w:r w:rsidRPr="00664355">
              <w:rPr>
                <w:sz w:val="18"/>
                <w:szCs w:val="18"/>
              </w:rPr>
              <w:t>s.o</w:t>
            </w:r>
            <w:proofErr w:type="spellEnd"/>
            <w:r w:rsidRPr="00664355">
              <w:rPr>
                <w:sz w:val="18"/>
                <w:szCs w:val="18"/>
              </w:rPr>
              <w:t>.</w:t>
            </w:r>
          </w:p>
        </w:tc>
      </w:tr>
    </w:tbl>
    <w:p w:rsidR="00F957A7" w:rsidRPr="009B3442" w:rsidRDefault="00F957A7" w:rsidP="009B3442">
      <w:pPr>
        <w:pStyle w:val="HChG"/>
      </w:pPr>
      <w:r w:rsidRPr="00664355">
        <w:br w:type="page"/>
      </w:r>
      <w:r w:rsidRPr="00664355">
        <w:lastRenderedPageBreak/>
        <w:t>Annexe IV</w:t>
      </w:r>
    </w:p>
    <w:p w:rsidR="00F957A7" w:rsidRPr="00664355" w:rsidRDefault="00F957A7" w:rsidP="009B3442">
      <w:pPr>
        <w:pStyle w:val="HChG"/>
      </w:pPr>
      <w:r w:rsidRPr="00664355">
        <w:tab/>
      </w:r>
      <w:r w:rsidRPr="00664355">
        <w:tab/>
        <w:t>Projet de calendrier, au</w:t>
      </w:r>
      <w:r w:rsidR="009B3442">
        <w:t xml:space="preserve"> </w:t>
      </w:r>
      <w:r w:rsidRPr="00664355">
        <w:t>10</w:t>
      </w:r>
      <w:r w:rsidR="009B3442">
        <w:t> </w:t>
      </w:r>
      <w:r w:rsidRPr="00664355">
        <w:t>mars</w:t>
      </w:r>
      <w:r w:rsidR="009B3442">
        <w:t xml:space="preserve"> </w:t>
      </w:r>
      <w:r w:rsidRPr="00664355">
        <w:t>2020, des réunions du Forum mondial (WP.29) et de ses organes</w:t>
      </w:r>
      <w:r w:rsidRPr="00664355">
        <w:rPr>
          <w:vertAlign w:val="superscript"/>
        </w:rPr>
        <w:t xml:space="preserve"> </w:t>
      </w:r>
      <w:r w:rsidRPr="00664355">
        <w:t>subsidiaires pour l</w:t>
      </w:r>
      <w:r w:rsidR="004F3EFE">
        <w:t>’</w:t>
      </w:r>
      <w:r w:rsidRPr="00664355">
        <w:t>année 2020</w:t>
      </w:r>
      <w:bookmarkStart w:id="175" w:name="_Toc35591768"/>
      <w:bookmarkEnd w:id="175"/>
    </w:p>
    <w:tbl>
      <w:tblPr>
        <w:tblW w:w="9757" w:type="dxa"/>
        <w:jc w:val="center"/>
        <w:tblCellMar>
          <w:left w:w="88" w:type="dxa"/>
          <w:right w:w="88" w:type="dxa"/>
        </w:tblCellMar>
        <w:tblLook w:val="0000" w:firstRow="0" w:lastRow="0" w:firstColumn="0" w:lastColumn="0" w:noHBand="0" w:noVBand="0"/>
      </w:tblPr>
      <w:tblGrid>
        <w:gridCol w:w="1222"/>
        <w:gridCol w:w="3521"/>
        <w:gridCol w:w="913"/>
        <w:gridCol w:w="1042"/>
        <w:gridCol w:w="666"/>
        <w:gridCol w:w="750"/>
        <w:gridCol w:w="997"/>
        <w:gridCol w:w="646"/>
      </w:tblGrid>
      <w:tr w:rsidR="00F957A7" w:rsidRPr="00664355" w:rsidTr="00D64D4A">
        <w:trPr>
          <w:tblHeader/>
          <w:jc w:val="center"/>
        </w:trPr>
        <w:tc>
          <w:tcPr>
            <w:tcW w:w="993" w:type="dxa"/>
            <w:tcBorders>
              <w:top w:val="single" w:sz="4" w:space="0" w:color="auto"/>
              <w:left w:val="single" w:sz="4" w:space="0" w:color="auto"/>
              <w:bottom w:val="single" w:sz="12" w:space="0" w:color="auto"/>
              <w:right w:val="single" w:sz="8" w:space="0" w:color="000000"/>
            </w:tcBorders>
            <w:tcMar>
              <w:left w:w="57" w:type="dxa"/>
              <w:right w:w="57" w:type="dxa"/>
            </w:tcMar>
            <w:vAlign w:val="center"/>
          </w:tcPr>
          <w:p w:rsidR="00F957A7" w:rsidRPr="00664355" w:rsidRDefault="00F957A7" w:rsidP="00D64D4A">
            <w:pPr>
              <w:spacing w:before="60" w:line="286" w:lineRule="auto"/>
              <w:ind w:right="-65"/>
              <w:jc w:val="center"/>
              <w:rPr>
                <w:i/>
                <w:sz w:val="16"/>
                <w:szCs w:val="16"/>
              </w:rPr>
            </w:pPr>
            <w:r w:rsidRPr="00664355">
              <w:rPr>
                <w:i/>
                <w:iCs/>
                <w:sz w:val="16"/>
                <w:szCs w:val="16"/>
              </w:rPr>
              <w:t>Mois</w:t>
            </w:r>
          </w:p>
        </w:tc>
        <w:tc>
          <w:tcPr>
            <w:tcW w:w="4389" w:type="dxa"/>
            <w:tcBorders>
              <w:top w:val="single" w:sz="4" w:space="0" w:color="auto"/>
              <w:left w:val="single" w:sz="8" w:space="0" w:color="000000"/>
              <w:bottom w:val="single" w:sz="12" w:space="0" w:color="auto"/>
              <w:right w:val="single" w:sz="6" w:space="0" w:color="FFFFFF"/>
            </w:tcBorders>
            <w:tcMar>
              <w:left w:w="57" w:type="dxa"/>
              <w:right w:w="57" w:type="dxa"/>
            </w:tcMar>
            <w:vAlign w:val="center"/>
          </w:tcPr>
          <w:p w:rsidR="00F957A7" w:rsidRPr="00664355" w:rsidRDefault="00F957A7" w:rsidP="00D64D4A">
            <w:pPr>
              <w:tabs>
                <w:tab w:val="center" w:pos="2254"/>
              </w:tabs>
              <w:spacing w:before="60" w:line="286" w:lineRule="auto"/>
              <w:jc w:val="center"/>
              <w:rPr>
                <w:bCs/>
                <w:i/>
                <w:sz w:val="16"/>
                <w:szCs w:val="16"/>
              </w:rPr>
            </w:pPr>
            <w:r w:rsidRPr="00664355">
              <w:rPr>
                <w:i/>
                <w:iCs/>
                <w:sz w:val="16"/>
                <w:szCs w:val="16"/>
              </w:rPr>
              <w:t>Réunion (titre et numéro</w:t>
            </w:r>
            <w:r w:rsidRPr="00664355">
              <w:rPr>
                <w:i/>
                <w:iCs/>
                <w:sz w:val="16"/>
                <w:szCs w:val="16"/>
                <w:vertAlign w:val="superscript"/>
              </w:rPr>
              <w:t xml:space="preserve"> </w:t>
            </w:r>
            <w:r w:rsidRPr="00664355">
              <w:rPr>
                <w:i/>
                <w:iCs/>
                <w:sz w:val="16"/>
                <w:szCs w:val="16"/>
              </w:rPr>
              <w:t>de session)</w:t>
            </w:r>
          </w:p>
        </w:tc>
        <w:tc>
          <w:tcPr>
            <w:tcW w:w="992"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rsidR="00F957A7" w:rsidRPr="00664355" w:rsidRDefault="00F957A7" w:rsidP="00D64D4A">
            <w:pPr>
              <w:spacing w:before="60" w:line="286" w:lineRule="auto"/>
              <w:jc w:val="center"/>
              <w:rPr>
                <w:i/>
                <w:sz w:val="16"/>
                <w:szCs w:val="16"/>
              </w:rPr>
            </w:pPr>
            <w:r w:rsidRPr="00664355">
              <w:rPr>
                <w:i/>
                <w:iCs/>
                <w:sz w:val="16"/>
                <w:szCs w:val="16"/>
              </w:rPr>
              <w:t>Dates proposées</w:t>
            </w:r>
          </w:p>
        </w:tc>
        <w:tc>
          <w:tcPr>
            <w:tcW w:w="958"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rsidR="00F957A7" w:rsidRPr="00664355" w:rsidRDefault="00F957A7" w:rsidP="00D64D4A">
            <w:pPr>
              <w:tabs>
                <w:tab w:val="center" w:pos="389"/>
              </w:tabs>
              <w:spacing w:before="60" w:line="286" w:lineRule="auto"/>
              <w:ind w:left="-39" w:right="-65"/>
              <w:jc w:val="center"/>
              <w:rPr>
                <w:i/>
                <w:sz w:val="16"/>
                <w:szCs w:val="16"/>
              </w:rPr>
            </w:pPr>
            <w:r w:rsidRPr="00664355">
              <w:rPr>
                <w:i/>
                <w:iCs/>
                <w:sz w:val="16"/>
                <w:szCs w:val="16"/>
              </w:rPr>
              <w:t>Calendrier</w:t>
            </w:r>
          </w:p>
        </w:tc>
        <w:tc>
          <w:tcPr>
            <w:tcW w:w="426" w:type="dxa"/>
            <w:tcBorders>
              <w:top w:val="single" w:sz="4" w:space="0" w:color="auto"/>
              <w:left w:val="single" w:sz="7" w:space="0" w:color="000000"/>
              <w:bottom w:val="single" w:sz="12" w:space="0" w:color="auto"/>
              <w:right w:val="single" w:sz="4" w:space="0" w:color="auto"/>
            </w:tcBorders>
            <w:tcMar>
              <w:left w:w="57" w:type="dxa"/>
              <w:right w:w="57" w:type="dxa"/>
            </w:tcMar>
            <w:vAlign w:val="center"/>
          </w:tcPr>
          <w:p w:rsidR="00F957A7" w:rsidRPr="00664355" w:rsidRDefault="00F957A7" w:rsidP="00D64D4A">
            <w:pPr>
              <w:tabs>
                <w:tab w:val="center" w:pos="284"/>
              </w:tabs>
              <w:spacing w:before="60" w:line="286" w:lineRule="auto"/>
              <w:jc w:val="center"/>
              <w:rPr>
                <w:i/>
                <w:sz w:val="16"/>
                <w:szCs w:val="16"/>
              </w:rPr>
            </w:pPr>
            <w:r w:rsidRPr="00664355">
              <w:rPr>
                <w:i/>
                <w:iCs/>
                <w:sz w:val="16"/>
                <w:szCs w:val="16"/>
              </w:rPr>
              <w:t>Nombre</w:t>
            </w:r>
            <w:r w:rsidRPr="00664355">
              <w:rPr>
                <w:i/>
                <w:iCs/>
                <w:sz w:val="16"/>
                <w:szCs w:val="16"/>
                <w:vertAlign w:val="superscript"/>
              </w:rPr>
              <w:t xml:space="preserve"> </w:t>
            </w:r>
            <w:r w:rsidRPr="00664355">
              <w:rPr>
                <w:i/>
                <w:iCs/>
                <w:sz w:val="16"/>
                <w:szCs w:val="16"/>
              </w:rPr>
              <w:t>de demi-journées</w:t>
            </w:r>
          </w:p>
        </w:tc>
        <w:tc>
          <w:tcPr>
            <w:tcW w:w="601" w:type="dxa"/>
            <w:tcBorders>
              <w:top w:val="single" w:sz="4" w:space="0" w:color="auto"/>
              <w:left w:val="single" w:sz="4" w:space="0" w:color="auto"/>
              <w:bottom w:val="single" w:sz="12" w:space="0" w:color="auto"/>
              <w:right w:val="single" w:sz="4" w:space="0" w:color="auto"/>
            </w:tcBorders>
            <w:tcMar>
              <w:left w:w="57" w:type="dxa"/>
              <w:right w:w="57" w:type="dxa"/>
            </w:tcMar>
            <w:vAlign w:val="center"/>
          </w:tcPr>
          <w:p w:rsidR="00F957A7" w:rsidRPr="00664355" w:rsidRDefault="00F957A7" w:rsidP="00D64D4A">
            <w:pPr>
              <w:spacing w:before="60" w:line="285" w:lineRule="auto"/>
              <w:ind w:left="-64" w:right="-3"/>
              <w:jc w:val="center"/>
              <w:rPr>
                <w:i/>
                <w:sz w:val="16"/>
                <w:szCs w:val="16"/>
              </w:rPr>
            </w:pPr>
            <w:proofErr w:type="spellStart"/>
            <w:r w:rsidRPr="00664355">
              <w:rPr>
                <w:i/>
                <w:iCs/>
                <w:sz w:val="16"/>
                <w:szCs w:val="16"/>
              </w:rPr>
              <w:t>Interpréta-tion</w:t>
            </w:r>
            <w:proofErr w:type="spellEnd"/>
          </w:p>
        </w:tc>
        <w:tc>
          <w:tcPr>
            <w:tcW w:w="850" w:type="dxa"/>
            <w:tcBorders>
              <w:top w:val="single" w:sz="4" w:space="0" w:color="auto"/>
              <w:left w:val="single" w:sz="4" w:space="0" w:color="auto"/>
              <w:bottom w:val="single" w:sz="12" w:space="0" w:color="auto"/>
              <w:right w:val="single" w:sz="4" w:space="0" w:color="auto"/>
            </w:tcBorders>
          </w:tcPr>
          <w:p w:rsidR="00F957A7" w:rsidRPr="00664355" w:rsidRDefault="00F957A7" w:rsidP="00D64D4A">
            <w:pPr>
              <w:spacing w:before="60" w:line="285" w:lineRule="auto"/>
              <w:ind w:left="-32" w:right="-14"/>
              <w:jc w:val="center"/>
              <w:rPr>
                <w:i/>
                <w:sz w:val="16"/>
                <w:szCs w:val="16"/>
              </w:rPr>
            </w:pPr>
            <w:r w:rsidRPr="00664355">
              <w:rPr>
                <w:i/>
                <w:iCs/>
                <w:sz w:val="16"/>
                <w:szCs w:val="16"/>
              </w:rPr>
              <w:t>Délai de 12 semaines</w:t>
            </w:r>
          </w:p>
        </w:tc>
        <w:tc>
          <w:tcPr>
            <w:tcW w:w="548" w:type="dxa"/>
            <w:tcBorders>
              <w:top w:val="single" w:sz="4" w:space="0" w:color="auto"/>
              <w:left w:val="single" w:sz="4" w:space="0" w:color="auto"/>
              <w:bottom w:val="single" w:sz="12" w:space="0" w:color="auto"/>
              <w:right w:val="single" w:sz="4" w:space="0" w:color="auto"/>
            </w:tcBorders>
            <w:vAlign w:val="center"/>
          </w:tcPr>
          <w:p w:rsidR="00F957A7" w:rsidRPr="00664355" w:rsidRDefault="00F957A7" w:rsidP="00D64D4A">
            <w:pPr>
              <w:spacing w:before="60" w:line="285" w:lineRule="auto"/>
              <w:ind w:left="-32" w:right="-14"/>
              <w:jc w:val="center"/>
              <w:rPr>
                <w:i/>
                <w:sz w:val="16"/>
                <w:szCs w:val="16"/>
              </w:rPr>
            </w:pPr>
            <w:r w:rsidRPr="00664355">
              <w:rPr>
                <w:i/>
                <w:iCs/>
                <w:sz w:val="16"/>
                <w:szCs w:val="16"/>
              </w:rPr>
              <w:t xml:space="preserve">Nombre de </w:t>
            </w:r>
            <w:proofErr w:type="spellStart"/>
            <w:r w:rsidRPr="00664355">
              <w:rPr>
                <w:i/>
                <w:iCs/>
                <w:sz w:val="16"/>
                <w:szCs w:val="16"/>
              </w:rPr>
              <w:t>partici-pants</w:t>
            </w:r>
            <w:proofErr w:type="spellEnd"/>
          </w:p>
        </w:tc>
      </w:tr>
      <w:tr w:rsidR="00F957A7" w:rsidRPr="00664355" w:rsidTr="00D64D4A">
        <w:trPr>
          <w:trHeight w:val="283"/>
          <w:jc w:val="center"/>
        </w:trPr>
        <w:tc>
          <w:tcPr>
            <w:tcW w:w="993" w:type="dxa"/>
            <w:tcBorders>
              <w:top w:val="single" w:sz="12" w:space="0" w:color="auto"/>
              <w:left w:val="single" w:sz="4" w:space="0" w:color="auto"/>
              <w:bottom w:val="single" w:sz="4" w:space="0" w:color="auto"/>
              <w:right w:val="single" w:sz="8" w:space="0" w:color="000000"/>
            </w:tcBorders>
          </w:tcPr>
          <w:p w:rsidR="00F957A7" w:rsidRPr="00A77399" w:rsidRDefault="00F957A7" w:rsidP="00D64D4A">
            <w:pPr>
              <w:spacing w:before="40" w:line="285" w:lineRule="auto"/>
              <w:ind w:right="-65"/>
              <w:rPr>
                <w:sz w:val="18"/>
                <w:szCs w:val="18"/>
              </w:rPr>
            </w:pPr>
            <w:r w:rsidRPr="00A77399">
              <w:rPr>
                <w:sz w:val="18"/>
                <w:szCs w:val="18"/>
              </w:rPr>
              <w:t>JANVIER</w:t>
            </w:r>
          </w:p>
        </w:tc>
        <w:tc>
          <w:tcPr>
            <w:tcW w:w="4389" w:type="dxa"/>
            <w:tcBorders>
              <w:top w:val="single" w:sz="12" w:space="0" w:color="auto"/>
              <w:left w:val="single" w:sz="8" w:space="0" w:color="000000"/>
              <w:bottom w:val="single" w:sz="6" w:space="0" w:color="FFFFFF"/>
              <w:right w:val="single" w:sz="6" w:space="0" w:color="FFFFFF"/>
            </w:tcBorders>
          </w:tcPr>
          <w:p w:rsidR="00F957A7" w:rsidRPr="00A77399" w:rsidRDefault="00F957A7" w:rsidP="00D64D4A">
            <w:pPr>
              <w:spacing w:before="40" w:line="285" w:lineRule="auto"/>
              <w:rPr>
                <w:sz w:val="18"/>
                <w:szCs w:val="18"/>
              </w:rPr>
            </w:pPr>
            <w:r w:rsidRPr="00A77399">
              <w:rPr>
                <w:sz w:val="18"/>
                <w:szCs w:val="18"/>
              </w:rPr>
              <w:t>Groupe de travail de la pollution et de l</w:t>
            </w:r>
            <w:r w:rsidR="004F3EFE">
              <w:rPr>
                <w:sz w:val="18"/>
                <w:szCs w:val="18"/>
              </w:rPr>
              <w:t>’</w:t>
            </w:r>
            <w:r w:rsidRPr="00A77399">
              <w:rPr>
                <w:sz w:val="18"/>
                <w:szCs w:val="18"/>
              </w:rPr>
              <w:t xml:space="preserve">énergie (GRPE) </w:t>
            </w:r>
            <w:r w:rsidRPr="00A77399">
              <w:rPr>
                <w:sz w:val="18"/>
                <w:szCs w:val="18"/>
              </w:rPr>
              <w:br/>
              <w:t>(quatre-vingtième session)</w:t>
            </w:r>
          </w:p>
        </w:tc>
        <w:tc>
          <w:tcPr>
            <w:tcW w:w="992" w:type="dxa"/>
            <w:tcBorders>
              <w:top w:val="single" w:sz="12" w:space="0" w:color="auto"/>
              <w:left w:val="single" w:sz="7" w:space="0" w:color="000000"/>
              <w:bottom w:val="single" w:sz="6" w:space="0" w:color="FFFFFF"/>
              <w:right w:val="single" w:sz="6" w:space="0" w:color="FFFFFF"/>
            </w:tcBorders>
          </w:tcPr>
          <w:p w:rsidR="00F957A7" w:rsidRPr="00A77399" w:rsidRDefault="00F957A7" w:rsidP="00D64D4A">
            <w:pPr>
              <w:spacing w:before="40" w:line="285" w:lineRule="auto"/>
              <w:jc w:val="center"/>
              <w:rPr>
                <w:sz w:val="18"/>
                <w:szCs w:val="18"/>
              </w:rPr>
            </w:pPr>
            <w:r w:rsidRPr="00A77399">
              <w:rPr>
                <w:sz w:val="18"/>
                <w:szCs w:val="18"/>
              </w:rPr>
              <w:t>14-17</w:t>
            </w:r>
          </w:p>
        </w:tc>
        <w:tc>
          <w:tcPr>
            <w:tcW w:w="958" w:type="dxa"/>
            <w:tcBorders>
              <w:top w:val="single" w:sz="12" w:space="0" w:color="auto"/>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5" w:lineRule="auto"/>
              <w:ind w:left="-39" w:right="-65"/>
              <w:jc w:val="center"/>
              <w:rPr>
                <w:sz w:val="18"/>
                <w:szCs w:val="18"/>
              </w:rPr>
            </w:pPr>
            <w:r w:rsidRPr="00A77399">
              <w:rPr>
                <w:sz w:val="18"/>
                <w:szCs w:val="18"/>
              </w:rPr>
              <w:t>Après-midi/matin</w:t>
            </w:r>
          </w:p>
        </w:tc>
        <w:tc>
          <w:tcPr>
            <w:tcW w:w="426" w:type="dxa"/>
            <w:tcBorders>
              <w:top w:val="single" w:sz="12" w:space="0" w:color="auto"/>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5" w:lineRule="auto"/>
              <w:jc w:val="center"/>
              <w:rPr>
                <w:sz w:val="18"/>
                <w:szCs w:val="18"/>
              </w:rPr>
            </w:pPr>
            <w:r w:rsidRPr="00A77399">
              <w:rPr>
                <w:sz w:val="18"/>
                <w:szCs w:val="18"/>
              </w:rPr>
              <w:t>6</w:t>
            </w:r>
          </w:p>
        </w:tc>
        <w:tc>
          <w:tcPr>
            <w:tcW w:w="601" w:type="dxa"/>
            <w:tcBorders>
              <w:top w:val="single" w:sz="12" w:space="0" w:color="auto"/>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12" w:space="0" w:color="auto"/>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21/10/2019</w:t>
            </w:r>
          </w:p>
        </w:tc>
        <w:tc>
          <w:tcPr>
            <w:tcW w:w="548" w:type="dxa"/>
            <w:tcBorders>
              <w:top w:val="single" w:sz="12" w:space="0" w:color="auto"/>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150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5" w:lineRule="auto"/>
              <w:ind w:right="-65"/>
              <w:rPr>
                <w:sz w:val="18"/>
                <w:szCs w:val="18"/>
              </w:rPr>
            </w:pPr>
            <w:r w:rsidRPr="00A77399">
              <w:rPr>
                <w:sz w:val="18"/>
                <w:szCs w:val="18"/>
              </w:rPr>
              <w:t>JANVIER</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5" w:lineRule="auto"/>
              <w:rPr>
                <w:sz w:val="18"/>
                <w:szCs w:val="18"/>
              </w:rPr>
            </w:pPr>
            <w:r w:rsidRPr="00A77399">
              <w:rPr>
                <w:sz w:val="18"/>
                <w:szCs w:val="18"/>
              </w:rPr>
              <w:t>Groupe de travail du bruit</w:t>
            </w:r>
            <w:r w:rsidRPr="00A77399">
              <w:rPr>
                <w:sz w:val="18"/>
                <w:szCs w:val="18"/>
                <w:vertAlign w:val="superscript"/>
              </w:rPr>
              <w:t xml:space="preserve"> </w:t>
            </w:r>
            <w:r w:rsidRPr="00A77399">
              <w:rPr>
                <w:sz w:val="18"/>
                <w:szCs w:val="18"/>
              </w:rPr>
              <w:t>et des pneumatiques (GRBP)</w:t>
            </w:r>
            <w:r w:rsidRPr="00A77399">
              <w:rPr>
                <w:sz w:val="18"/>
                <w:szCs w:val="18"/>
                <w:vertAlign w:val="superscript"/>
              </w:rPr>
              <w:t xml:space="preserve"> </w:t>
            </w:r>
            <w:r w:rsidRPr="00A77399">
              <w:rPr>
                <w:sz w:val="18"/>
                <w:szCs w:val="18"/>
                <w:vertAlign w:val="superscript"/>
              </w:rPr>
              <w:br/>
            </w:r>
            <w:r w:rsidRPr="00A77399">
              <w:rPr>
                <w:sz w:val="18"/>
                <w:szCs w:val="18"/>
              </w:rPr>
              <w:t>(soixante et onzième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5" w:lineRule="auto"/>
              <w:jc w:val="center"/>
              <w:rPr>
                <w:sz w:val="18"/>
                <w:szCs w:val="18"/>
              </w:rPr>
            </w:pPr>
            <w:r w:rsidRPr="00A77399">
              <w:rPr>
                <w:sz w:val="18"/>
                <w:szCs w:val="18"/>
              </w:rPr>
              <w:t>28-31</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5" w:lineRule="auto"/>
              <w:ind w:left="-39" w:right="-65"/>
              <w:jc w:val="center"/>
              <w:rPr>
                <w:sz w:val="18"/>
                <w:szCs w:val="18"/>
              </w:rPr>
            </w:pPr>
            <w:r w:rsidRPr="00A77399">
              <w:rPr>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5" w:lineRule="auto"/>
              <w:jc w:val="center"/>
              <w:rPr>
                <w:sz w:val="18"/>
                <w:szCs w:val="18"/>
              </w:rPr>
            </w:pPr>
            <w:r w:rsidRPr="00A77399">
              <w:rPr>
                <w:sz w:val="18"/>
                <w:szCs w:val="18"/>
              </w:rPr>
              <w:t>6</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04/11/2019</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FÉVRIER</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des véhicules automatisés/autonomes et connectés (GRVA) (cinquième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10-14</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8</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18/11/2019</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150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b/>
                <w:sz w:val="18"/>
                <w:szCs w:val="18"/>
              </w:rPr>
            </w:pPr>
            <w:r w:rsidRPr="00A77399">
              <w:rPr>
                <w:b/>
                <w:bCs/>
                <w:sz w:val="18"/>
                <w:szCs w:val="18"/>
              </w:rPr>
              <w:t>MARS</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ind w:right="-87"/>
              <w:rPr>
                <w:b/>
                <w:bCs/>
                <w:spacing w:val="-2"/>
                <w:sz w:val="18"/>
                <w:szCs w:val="18"/>
              </w:rPr>
            </w:pPr>
            <w:r w:rsidRPr="00A77399">
              <w:rPr>
                <w:b/>
                <w:bCs/>
                <w:sz w:val="18"/>
                <w:szCs w:val="18"/>
              </w:rPr>
              <w:t>Groupe de travail des véhicules automatisés/autonomes et connectés (GRVA) (sixième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b/>
                <w:sz w:val="18"/>
                <w:szCs w:val="18"/>
              </w:rPr>
            </w:pPr>
            <w:r w:rsidRPr="00A77399">
              <w:rPr>
                <w:b/>
                <w:bCs/>
                <w:sz w:val="18"/>
                <w:szCs w:val="18"/>
              </w:rPr>
              <w:t>3-4</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b/>
                <w:sz w:val="18"/>
                <w:szCs w:val="18"/>
              </w:rPr>
            </w:pPr>
            <w:r w:rsidRPr="00A77399">
              <w:rPr>
                <w:b/>
                <w:bCs/>
                <w:sz w:val="18"/>
                <w:szCs w:val="18"/>
              </w:rPr>
              <w:t>Matin/matin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b/>
                <w:sz w:val="18"/>
                <w:szCs w:val="18"/>
              </w:rPr>
            </w:pPr>
            <w:r w:rsidRPr="00A77399">
              <w:rPr>
                <w:b/>
                <w:bCs/>
                <w:sz w:val="18"/>
                <w:szCs w:val="18"/>
              </w:rPr>
              <w:t>4</w:t>
            </w:r>
          </w:p>
        </w:tc>
        <w:tc>
          <w:tcPr>
            <w:tcW w:w="601" w:type="dxa"/>
            <w:tcBorders>
              <w:top w:val="single" w:sz="7" w:space="0" w:color="000000"/>
              <w:left w:val="single" w:sz="4" w:space="0" w:color="auto"/>
              <w:bottom w:val="single" w:sz="6" w:space="0" w:color="FFFFFF"/>
              <w:right w:val="single" w:sz="4" w:space="0" w:color="auto"/>
            </w:tcBorders>
          </w:tcPr>
          <w:p w:rsidR="00F957A7" w:rsidRPr="00F14E02" w:rsidRDefault="00F957A7" w:rsidP="00D64D4A">
            <w:pPr>
              <w:spacing w:before="40" w:line="286" w:lineRule="auto"/>
              <w:jc w:val="center"/>
              <w:rPr>
                <w:b/>
                <w:bCs/>
                <w:sz w:val="18"/>
                <w:szCs w:val="18"/>
              </w:rPr>
            </w:pPr>
            <w:r w:rsidRPr="00F14E02">
              <w:rPr>
                <w:b/>
                <w:bCs/>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F14E02" w:rsidRDefault="00F957A7" w:rsidP="00D64D4A">
            <w:pPr>
              <w:spacing w:before="40" w:line="286" w:lineRule="auto"/>
              <w:jc w:val="center"/>
              <w:rPr>
                <w:b/>
                <w:bCs/>
                <w:sz w:val="18"/>
                <w:szCs w:val="18"/>
              </w:rPr>
            </w:pPr>
          </w:p>
        </w:tc>
        <w:tc>
          <w:tcPr>
            <w:tcW w:w="548" w:type="dxa"/>
            <w:tcBorders>
              <w:top w:val="single" w:sz="7" w:space="0" w:color="000000"/>
              <w:left w:val="single" w:sz="4" w:space="0" w:color="auto"/>
              <w:bottom w:val="single" w:sz="6" w:space="0" w:color="FFFFFF"/>
              <w:right w:val="single" w:sz="4" w:space="0" w:color="auto"/>
            </w:tcBorders>
          </w:tcPr>
          <w:p w:rsidR="00F957A7" w:rsidRPr="00F14E02" w:rsidRDefault="00F957A7" w:rsidP="00D64D4A">
            <w:pPr>
              <w:spacing w:before="40" w:line="286" w:lineRule="auto"/>
              <w:jc w:val="center"/>
              <w:rPr>
                <w:b/>
                <w:bCs/>
                <w:sz w:val="18"/>
                <w:szCs w:val="18"/>
              </w:rPr>
            </w:pPr>
            <w:r w:rsidRPr="00F14E02">
              <w:rPr>
                <w:b/>
                <w:bCs/>
                <w:sz w:val="18"/>
                <w:szCs w:val="18"/>
              </w:rPr>
              <w:t>150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F14E02" w:rsidRDefault="00F957A7" w:rsidP="00D64D4A">
            <w:pPr>
              <w:spacing w:before="40" w:line="286" w:lineRule="auto"/>
              <w:ind w:right="-65"/>
              <w:rPr>
                <w:sz w:val="18"/>
                <w:szCs w:val="18"/>
              </w:rPr>
            </w:pPr>
            <w:r w:rsidRPr="00F14E02">
              <w:rPr>
                <w:sz w:val="18"/>
                <w:szCs w:val="18"/>
              </w:rPr>
              <w:t>MARS</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ind w:right="-87"/>
              <w:rPr>
                <w:spacing w:val="-2"/>
                <w:sz w:val="18"/>
                <w:szCs w:val="18"/>
              </w:rPr>
            </w:pPr>
            <w:r w:rsidRPr="00A77399">
              <w:rPr>
                <w:sz w:val="18"/>
                <w:szCs w:val="18"/>
              </w:rPr>
              <w:t xml:space="preserve">Comité de gestion pour la coordination des travaux (WP.29/AC.2) </w:t>
            </w:r>
            <w:r w:rsidRPr="00A77399">
              <w:rPr>
                <w:sz w:val="18"/>
                <w:szCs w:val="18"/>
              </w:rPr>
              <w:br/>
              <w:t>(132</w:t>
            </w:r>
            <w:r w:rsidRPr="00A77399">
              <w:rPr>
                <w:sz w:val="18"/>
                <w:szCs w:val="18"/>
                <w:vertAlign w:val="superscript"/>
              </w:rPr>
              <w:t>e</w:t>
            </w:r>
            <w:r w:rsidRPr="00A77399">
              <w:rPr>
                <w:sz w:val="18"/>
                <w:szCs w:val="18"/>
              </w:rPr>
              <w:t xml:space="preserv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b/>
                <w:sz w:val="18"/>
                <w:szCs w:val="18"/>
              </w:rPr>
            </w:pPr>
            <w:r w:rsidRPr="00A77399">
              <w:rPr>
                <w:b/>
                <w:bCs/>
                <w:sz w:val="18"/>
                <w:szCs w:val="18"/>
              </w:rPr>
              <w:t>9−10</w:t>
            </w:r>
          </w:p>
        </w:tc>
        <w:tc>
          <w:tcPr>
            <w:tcW w:w="958" w:type="dxa"/>
            <w:tcBorders>
              <w:top w:val="single" w:sz="7" w:space="0" w:color="000000"/>
              <w:left w:val="single" w:sz="7" w:space="0" w:color="000000"/>
              <w:bottom w:val="single" w:sz="6" w:space="0" w:color="FFFFFF"/>
              <w:right w:val="single" w:sz="6" w:space="0" w:color="FFFFFF"/>
            </w:tcBorders>
          </w:tcPr>
          <w:p w:rsidR="00F957A7" w:rsidRPr="00F14E02" w:rsidRDefault="00F957A7" w:rsidP="00D64D4A">
            <w:pPr>
              <w:tabs>
                <w:tab w:val="center" w:pos="389"/>
              </w:tabs>
              <w:spacing w:before="40" w:line="286" w:lineRule="auto"/>
              <w:ind w:left="-39" w:right="-65"/>
              <w:jc w:val="center"/>
              <w:rPr>
                <w:b/>
                <w:bCs/>
                <w:sz w:val="18"/>
                <w:szCs w:val="18"/>
              </w:rPr>
            </w:pPr>
            <w:r w:rsidRPr="00F14E02">
              <w:rPr>
                <w:b/>
                <w:bCs/>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2</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Non</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35</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F14E02" w:rsidRDefault="00F957A7" w:rsidP="00D64D4A">
            <w:pPr>
              <w:spacing w:before="40" w:line="286" w:lineRule="auto"/>
              <w:ind w:right="-65"/>
              <w:rPr>
                <w:sz w:val="18"/>
                <w:szCs w:val="18"/>
              </w:rPr>
            </w:pPr>
            <w:r w:rsidRPr="00F14E02">
              <w:rPr>
                <w:sz w:val="18"/>
                <w:szCs w:val="18"/>
              </w:rPr>
              <w:t>MARS</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Forum mondial de l</w:t>
            </w:r>
            <w:r w:rsidR="004F3EFE">
              <w:rPr>
                <w:sz w:val="18"/>
                <w:szCs w:val="18"/>
              </w:rPr>
              <w:t>’</w:t>
            </w:r>
            <w:r w:rsidRPr="00A77399">
              <w:rPr>
                <w:sz w:val="18"/>
                <w:szCs w:val="18"/>
              </w:rPr>
              <w:t>harmonisation des Règlements concernant les véhicules (WP.29) (180</w:t>
            </w:r>
            <w:r w:rsidRPr="00A77399">
              <w:rPr>
                <w:sz w:val="18"/>
                <w:szCs w:val="18"/>
                <w:vertAlign w:val="superscript"/>
              </w:rPr>
              <w:t>e</w:t>
            </w:r>
            <w:r w:rsidRPr="00A77399">
              <w:rPr>
                <w:sz w:val="18"/>
                <w:szCs w:val="18"/>
              </w:rPr>
              <w:t xml:space="preserve"> session)</w:t>
            </w:r>
            <w:r w:rsidRPr="00A77399">
              <w:rPr>
                <w:sz w:val="18"/>
                <w:szCs w:val="18"/>
                <w:vertAlign w:val="superscript"/>
              </w:rPr>
              <w:t> </w:t>
            </w:r>
            <w:r w:rsidRPr="00A77399">
              <w:rPr>
                <w:sz w:val="18"/>
                <w:szCs w:val="18"/>
              </w:rPr>
              <w:t>;</w:t>
            </w:r>
          </w:p>
          <w:p w:rsidR="00F957A7" w:rsidRPr="00A77399" w:rsidRDefault="00F957A7" w:rsidP="00D64D4A">
            <w:pPr>
              <w:spacing w:before="40" w:line="286" w:lineRule="auto"/>
              <w:rPr>
                <w:sz w:val="18"/>
                <w:szCs w:val="18"/>
              </w:rPr>
            </w:pPr>
            <w:r w:rsidRPr="00A77399">
              <w:rPr>
                <w:sz w:val="18"/>
                <w:szCs w:val="18"/>
              </w:rPr>
              <w:t>Comité d</w:t>
            </w:r>
            <w:r w:rsidR="004F3EFE">
              <w:rPr>
                <w:sz w:val="18"/>
                <w:szCs w:val="18"/>
              </w:rPr>
              <w:t>’</w:t>
            </w:r>
            <w:r w:rsidRPr="00A77399">
              <w:rPr>
                <w:sz w:val="18"/>
                <w:szCs w:val="18"/>
              </w:rPr>
              <w:t>administration de l</w:t>
            </w:r>
            <w:r w:rsidR="004F3EFE">
              <w:rPr>
                <w:sz w:val="18"/>
                <w:szCs w:val="18"/>
              </w:rPr>
              <w:t>’</w:t>
            </w:r>
            <w:r w:rsidRPr="00A77399">
              <w:rPr>
                <w:sz w:val="18"/>
                <w:szCs w:val="18"/>
              </w:rPr>
              <w:t xml:space="preserve">Accord de 1958 (AC.1) </w:t>
            </w:r>
            <w:r w:rsidRPr="00A77399">
              <w:rPr>
                <w:sz w:val="18"/>
                <w:szCs w:val="18"/>
              </w:rPr>
              <w:br/>
              <w:t xml:space="preserve">(soixante-quatorzième session) ; </w:t>
            </w:r>
          </w:p>
          <w:p w:rsidR="00F957A7" w:rsidRPr="00A77399" w:rsidRDefault="00F957A7" w:rsidP="00D64D4A">
            <w:pPr>
              <w:spacing w:before="40" w:line="286" w:lineRule="auto"/>
              <w:rPr>
                <w:sz w:val="18"/>
                <w:szCs w:val="18"/>
              </w:rPr>
            </w:pPr>
            <w:r w:rsidRPr="00A77399">
              <w:rPr>
                <w:sz w:val="18"/>
                <w:szCs w:val="18"/>
              </w:rPr>
              <w:t>Comité exécutif de l</w:t>
            </w:r>
            <w:r w:rsidR="004F3EFE">
              <w:rPr>
                <w:sz w:val="18"/>
                <w:szCs w:val="18"/>
              </w:rPr>
              <w:t>’</w:t>
            </w:r>
            <w:r w:rsidRPr="00A77399">
              <w:rPr>
                <w:sz w:val="18"/>
                <w:szCs w:val="18"/>
              </w:rPr>
              <w:t xml:space="preserve">Accord de 1998 (AC.3) </w:t>
            </w:r>
            <w:r w:rsidRPr="00A77399">
              <w:rPr>
                <w:sz w:val="18"/>
                <w:szCs w:val="18"/>
              </w:rPr>
              <w:br/>
              <w:t>(cinquante-huitième session)</w:t>
            </w:r>
            <w:r w:rsidRPr="00A77399">
              <w:rPr>
                <w:sz w:val="18"/>
                <w:szCs w:val="18"/>
                <w:vertAlign w:val="superscript"/>
              </w:rPr>
              <w:t> </w:t>
            </w:r>
            <w:r w:rsidRPr="00A77399">
              <w:rPr>
                <w:sz w:val="18"/>
                <w:szCs w:val="18"/>
              </w:rPr>
              <w:t xml:space="preserve">; </w:t>
            </w:r>
          </w:p>
          <w:p w:rsidR="00F957A7" w:rsidRPr="00A77399" w:rsidRDefault="00F957A7" w:rsidP="00D64D4A">
            <w:pPr>
              <w:spacing w:before="40" w:line="286" w:lineRule="auto"/>
              <w:rPr>
                <w:sz w:val="18"/>
                <w:szCs w:val="18"/>
              </w:rPr>
            </w:pPr>
            <w:r w:rsidRPr="00A77399">
              <w:rPr>
                <w:sz w:val="18"/>
                <w:szCs w:val="18"/>
              </w:rPr>
              <w:t>Comité d</w:t>
            </w:r>
            <w:r w:rsidR="004F3EFE">
              <w:rPr>
                <w:sz w:val="18"/>
                <w:szCs w:val="18"/>
              </w:rPr>
              <w:t>’</w:t>
            </w:r>
            <w:r w:rsidRPr="00A77399">
              <w:rPr>
                <w:sz w:val="18"/>
                <w:szCs w:val="18"/>
              </w:rPr>
              <w:t>administration de l</w:t>
            </w:r>
            <w:r w:rsidR="004F3EFE">
              <w:rPr>
                <w:sz w:val="18"/>
                <w:szCs w:val="18"/>
              </w:rPr>
              <w:t>’</w:t>
            </w:r>
            <w:r w:rsidRPr="00A77399">
              <w:rPr>
                <w:sz w:val="18"/>
                <w:szCs w:val="18"/>
              </w:rPr>
              <w:t>Accord de 1997 (AC.4) (</w:t>
            </w:r>
            <w:r w:rsidRPr="00F14E02">
              <w:rPr>
                <w:b/>
                <w:bCs/>
                <w:sz w:val="18"/>
                <w:szCs w:val="18"/>
              </w:rPr>
              <w:t>quinzième</w:t>
            </w:r>
            <w:r w:rsidRPr="00A77399">
              <w:rPr>
                <w:sz w:val="18"/>
                <w:szCs w:val="18"/>
              </w:rPr>
              <w:t>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10-12(11</w:t>
            </w:r>
            <w:r w:rsidRPr="00A77399">
              <w:rPr>
                <w:sz w:val="18"/>
                <w:szCs w:val="18"/>
              </w:rPr>
              <w:br/>
              <w:t>11-12)</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bCs/>
                <w:sz w:val="18"/>
                <w:szCs w:val="18"/>
              </w:rPr>
            </w:pPr>
            <w:r w:rsidRPr="00F14E02">
              <w:rPr>
                <w:b/>
                <w:bCs/>
                <w:sz w:val="18"/>
                <w:szCs w:val="18"/>
              </w:rPr>
              <w:t>Après-midi/après-midi</w:t>
            </w:r>
            <w:r w:rsidRPr="00A77399">
              <w:rPr>
                <w:sz w:val="18"/>
                <w:szCs w:val="18"/>
              </w:rPr>
              <w:t xml:space="preserve"> </w:t>
            </w:r>
            <w:r w:rsidRPr="00A77399">
              <w:rPr>
                <w:strike/>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b/>
                <w:sz w:val="18"/>
                <w:szCs w:val="18"/>
              </w:rPr>
            </w:pPr>
            <w:r w:rsidRPr="00A77399">
              <w:rPr>
                <w:b/>
                <w:bCs/>
                <w:sz w:val="18"/>
                <w:szCs w:val="18"/>
              </w:rPr>
              <w:t>5</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09/12/2019</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160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MARS/AVRIL</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sur les dispositions générales de sécurité (GRSG) (118</w:t>
            </w:r>
            <w:r w:rsidRPr="00A77399">
              <w:rPr>
                <w:sz w:val="18"/>
                <w:szCs w:val="18"/>
                <w:vertAlign w:val="superscript"/>
              </w:rPr>
              <w:t>e</w:t>
            </w:r>
            <w:r w:rsidRPr="00A77399">
              <w:rPr>
                <w:sz w:val="18"/>
                <w:szCs w:val="18"/>
              </w:rPr>
              <w:t xml:space="preserv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30-3</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8</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06/01/2020</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AVRIL</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de l</w:t>
            </w:r>
            <w:r w:rsidR="004F3EFE">
              <w:rPr>
                <w:sz w:val="18"/>
                <w:szCs w:val="18"/>
              </w:rPr>
              <w:t>’</w:t>
            </w:r>
            <w:r w:rsidRPr="00A77399">
              <w:rPr>
                <w:sz w:val="18"/>
                <w:szCs w:val="18"/>
              </w:rPr>
              <w:t>éclairage et de la signalisation lumineuse (GRE) (quatre-vingt-troisième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21−24</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Matin/ après-midi</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8</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28/01/2020</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MAI</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 xml:space="preserve">Groupe de travail de la sécurité passive (GRSP) </w:t>
            </w:r>
            <w:r w:rsidRPr="00A77399">
              <w:rPr>
                <w:sz w:val="18"/>
                <w:szCs w:val="18"/>
              </w:rPr>
              <w:br/>
              <w:t>(soixante-septième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11-15</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8</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17/02/2020</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JUIN</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de la pollution et de l</w:t>
            </w:r>
            <w:r w:rsidR="004F3EFE">
              <w:rPr>
                <w:sz w:val="18"/>
                <w:szCs w:val="18"/>
              </w:rPr>
              <w:t>’</w:t>
            </w:r>
            <w:r w:rsidRPr="00A77399">
              <w:rPr>
                <w:sz w:val="18"/>
                <w:szCs w:val="18"/>
              </w:rPr>
              <w:t xml:space="preserve">énergie (GRPE) </w:t>
            </w:r>
            <w:r w:rsidRPr="00A77399">
              <w:rPr>
                <w:sz w:val="18"/>
                <w:szCs w:val="18"/>
              </w:rPr>
              <w:br/>
              <w:t>(quatre-vingt et unième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9-12</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Après-midi/matin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6</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17/3/2020</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150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JUIN</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ind w:right="-87"/>
              <w:rPr>
                <w:spacing w:val="-2"/>
                <w:sz w:val="18"/>
                <w:szCs w:val="18"/>
              </w:rPr>
            </w:pPr>
            <w:r w:rsidRPr="00A77399">
              <w:rPr>
                <w:sz w:val="18"/>
                <w:szCs w:val="18"/>
              </w:rPr>
              <w:t xml:space="preserve">Comité de gestion pour la coordination des travaux (WP.29/AC.2) </w:t>
            </w:r>
            <w:r w:rsidRPr="00A77399">
              <w:rPr>
                <w:sz w:val="18"/>
                <w:szCs w:val="18"/>
              </w:rPr>
              <w:br/>
              <w:t>(133</w:t>
            </w:r>
            <w:r w:rsidRPr="00A77399">
              <w:rPr>
                <w:sz w:val="18"/>
                <w:szCs w:val="18"/>
                <w:vertAlign w:val="superscript"/>
              </w:rPr>
              <w:t>e</w:t>
            </w:r>
            <w:r w:rsidRPr="00A77399">
              <w:rPr>
                <w:sz w:val="18"/>
                <w:szCs w:val="18"/>
              </w:rPr>
              <w:t xml:space="preserv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b/>
                <w:sz w:val="18"/>
                <w:szCs w:val="18"/>
              </w:rPr>
            </w:pPr>
            <w:r w:rsidRPr="00A77399">
              <w:rPr>
                <w:b/>
                <w:bCs/>
                <w:sz w:val="18"/>
                <w:szCs w:val="18"/>
              </w:rPr>
              <w:t>23</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b/>
                <w:sz w:val="18"/>
                <w:szCs w:val="18"/>
              </w:rPr>
            </w:pPr>
            <w:r w:rsidRPr="00A77399">
              <w:rPr>
                <w:b/>
                <w:bCs/>
                <w:sz w:val="18"/>
                <w:szCs w:val="18"/>
              </w:rPr>
              <w:t>Matin</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2</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Non</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35</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F14E02">
            <w:pPr>
              <w:keepNext/>
              <w:spacing w:before="40" w:line="286" w:lineRule="auto"/>
              <w:ind w:right="-65"/>
              <w:rPr>
                <w:sz w:val="18"/>
                <w:szCs w:val="18"/>
              </w:rPr>
            </w:pPr>
            <w:r w:rsidRPr="00A77399">
              <w:rPr>
                <w:sz w:val="18"/>
                <w:szCs w:val="18"/>
              </w:rPr>
              <w:lastRenderedPageBreak/>
              <w:t>JUIN</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F14E02">
            <w:pPr>
              <w:keepNext/>
              <w:spacing w:before="40" w:line="286" w:lineRule="auto"/>
              <w:rPr>
                <w:sz w:val="18"/>
                <w:szCs w:val="18"/>
              </w:rPr>
            </w:pPr>
            <w:r w:rsidRPr="00A77399">
              <w:rPr>
                <w:sz w:val="18"/>
                <w:szCs w:val="18"/>
              </w:rPr>
              <w:t>Forum mondial de l</w:t>
            </w:r>
            <w:r w:rsidR="004F3EFE">
              <w:rPr>
                <w:sz w:val="18"/>
                <w:szCs w:val="18"/>
              </w:rPr>
              <w:t>’</w:t>
            </w:r>
            <w:r w:rsidRPr="00A77399">
              <w:rPr>
                <w:sz w:val="18"/>
                <w:szCs w:val="18"/>
              </w:rPr>
              <w:t>harmonisation des Règlements concernant les véhicules (WP.29) (181</w:t>
            </w:r>
            <w:r w:rsidRPr="00A77399">
              <w:rPr>
                <w:sz w:val="18"/>
                <w:szCs w:val="18"/>
                <w:vertAlign w:val="superscript"/>
              </w:rPr>
              <w:t>e</w:t>
            </w:r>
            <w:r w:rsidRPr="00A77399">
              <w:rPr>
                <w:sz w:val="18"/>
                <w:szCs w:val="18"/>
              </w:rPr>
              <w:t xml:space="preserve"> session)</w:t>
            </w:r>
            <w:r w:rsidRPr="00A77399">
              <w:rPr>
                <w:sz w:val="18"/>
                <w:szCs w:val="18"/>
                <w:vertAlign w:val="superscript"/>
              </w:rPr>
              <w:t> </w:t>
            </w:r>
            <w:r w:rsidRPr="00A77399">
              <w:rPr>
                <w:sz w:val="18"/>
                <w:szCs w:val="18"/>
              </w:rPr>
              <w:t>;</w:t>
            </w:r>
            <w:r w:rsidRPr="00A77399">
              <w:rPr>
                <w:sz w:val="18"/>
                <w:szCs w:val="18"/>
                <w:vertAlign w:val="superscript"/>
              </w:rPr>
              <w:br/>
            </w:r>
            <w:r w:rsidRPr="00A77399">
              <w:rPr>
                <w:sz w:val="18"/>
                <w:szCs w:val="18"/>
              </w:rPr>
              <w:t>Comité d</w:t>
            </w:r>
            <w:r w:rsidR="004F3EFE">
              <w:rPr>
                <w:sz w:val="18"/>
                <w:szCs w:val="18"/>
              </w:rPr>
              <w:t>’</w:t>
            </w:r>
            <w:r w:rsidRPr="00A77399">
              <w:rPr>
                <w:sz w:val="18"/>
                <w:szCs w:val="18"/>
              </w:rPr>
              <w:t>administration de l</w:t>
            </w:r>
            <w:r w:rsidR="004F3EFE">
              <w:rPr>
                <w:sz w:val="18"/>
                <w:szCs w:val="18"/>
              </w:rPr>
              <w:t>’</w:t>
            </w:r>
            <w:r w:rsidRPr="00A77399">
              <w:rPr>
                <w:sz w:val="18"/>
                <w:szCs w:val="18"/>
              </w:rPr>
              <w:t xml:space="preserve">Accord de 1958 (AC.1) </w:t>
            </w:r>
            <w:r w:rsidRPr="00A77399">
              <w:rPr>
                <w:sz w:val="18"/>
                <w:szCs w:val="18"/>
              </w:rPr>
              <w:br/>
              <w:t xml:space="preserve">(soixante-quinzième session) ; </w:t>
            </w:r>
            <w:r w:rsidRPr="00A77399">
              <w:rPr>
                <w:sz w:val="18"/>
                <w:szCs w:val="18"/>
              </w:rPr>
              <w:br/>
              <w:t>Comité exécutif de l</w:t>
            </w:r>
            <w:r w:rsidR="004F3EFE">
              <w:rPr>
                <w:sz w:val="18"/>
                <w:szCs w:val="18"/>
              </w:rPr>
              <w:t>’</w:t>
            </w:r>
            <w:r w:rsidRPr="00A77399">
              <w:rPr>
                <w:sz w:val="18"/>
                <w:szCs w:val="18"/>
              </w:rPr>
              <w:t xml:space="preserve">Accord de 1998 (AC.3) </w:t>
            </w:r>
            <w:r w:rsidRPr="00A77399">
              <w:rPr>
                <w:sz w:val="18"/>
                <w:szCs w:val="18"/>
              </w:rPr>
              <w:br/>
              <w:t>(cinquante-neuvième session)</w:t>
            </w:r>
            <w:r w:rsidRPr="00A77399">
              <w:rPr>
                <w:sz w:val="18"/>
                <w:szCs w:val="18"/>
                <w:vertAlign w:val="superscript"/>
              </w:rPr>
              <w:t> </w:t>
            </w:r>
            <w:r w:rsidRPr="00A77399">
              <w:rPr>
                <w:sz w:val="18"/>
                <w:szCs w:val="18"/>
              </w:rPr>
              <w:t>;</w:t>
            </w:r>
            <w:r w:rsidRPr="00A77399">
              <w:rPr>
                <w:sz w:val="18"/>
                <w:szCs w:val="18"/>
                <w:vertAlign w:val="superscript"/>
              </w:rPr>
              <w:br/>
            </w:r>
            <w:r w:rsidRPr="00A77399">
              <w:rPr>
                <w:sz w:val="18"/>
                <w:szCs w:val="18"/>
              </w:rPr>
              <w:t>Comité d</w:t>
            </w:r>
            <w:r w:rsidR="004F3EFE">
              <w:rPr>
                <w:sz w:val="18"/>
                <w:szCs w:val="18"/>
              </w:rPr>
              <w:t>’</w:t>
            </w:r>
            <w:r w:rsidRPr="00A77399">
              <w:rPr>
                <w:sz w:val="18"/>
                <w:szCs w:val="18"/>
              </w:rPr>
              <w:t>administration de l</w:t>
            </w:r>
            <w:r w:rsidR="004F3EFE">
              <w:rPr>
                <w:sz w:val="18"/>
                <w:szCs w:val="18"/>
              </w:rPr>
              <w:t>’</w:t>
            </w:r>
            <w:r w:rsidRPr="00A77399">
              <w:rPr>
                <w:sz w:val="18"/>
                <w:szCs w:val="18"/>
              </w:rPr>
              <w:t>Accord</w:t>
            </w:r>
            <w:r w:rsidRPr="00A77399">
              <w:rPr>
                <w:sz w:val="18"/>
                <w:szCs w:val="18"/>
                <w:vertAlign w:val="superscript"/>
              </w:rPr>
              <w:t xml:space="preserve"> </w:t>
            </w:r>
            <w:r w:rsidRPr="00A77399">
              <w:rPr>
                <w:sz w:val="18"/>
                <w:szCs w:val="18"/>
              </w:rPr>
              <w:t xml:space="preserve">de 1997 (AC.4) </w:t>
            </w:r>
            <w:r w:rsidRPr="00A77399">
              <w:rPr>
                <w:sz w:val="18"/>
                <w:szCs w:val="18"/>
              </w:rPr>
              <w:br/>
              <w:t>(</w:t>
            </w:r>
            <w:r w:rsidRPr="00A77399">
              <w:rPr>
                <w:b/>
                <w:bCs/>
                <w:sz w:val="18"/>
                <w:szCs w:val="18"/>
              </w:rPr>
              <w:t>seizième</w:t>
            </w:r>
            <w:r w:rsidRPr="00A77399">
              <w:rPr>
                <w:sz w:val="18"/>
                <w:szCs w:val="18"/>
              </w:rPr>
              <w:t xml:space="preserv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F14E02">
            <w:pPr>
              <w:keepNext/>
              <w:spacing w:before="40" w:line="286" w:lineRule="auto"/>
              <w:jc w:val="center"/>
              <w:rPr>
                <w:sz w:val="18"/>
                <w:szCs w:val="18"/>
              </w:rPr>
            </w:pPr>
            <w:r w:rsidRPr="00A77399">
              <w:rPr>
                <w:b/>
                <w:bCs/>
                <w:sz w:val="18"/>
                <w:szCs w:val="18"/>
              </w:rPr>
              <w:t>23-25</w:t>
            </w:r>
            <w:r w:rsidRPr="00A77399">
              <w:rPr>
                <w:b/>
                <w:bCs/>
                <w:sz w:val="18"/>
                <w:szCs w:val="18"/>
              </w:rPr>
              <w:br/>
            </w:r>
            <w:r w:rsidRPr="00A77399">
              <w:rPr>
                <w:strike/>
                <w:sz w:val="18"/>
                <w:szCs w:val="18"/>
              </w:rPr>
              <w:t>(24 24-25 25)</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14E02" w:rsidP="00F14E02">
            <w:pPr>
              <w:keepNext/>
              <w:tabs>
                <w:tab w:val="center" w:pos="389"/>
              </w:tabs>
              <w:spacing w:before="40" w:line="286" w:lineRule="auto"/>
              <w:ind w:left="-39" w:right="-65"/>
              <w:jc w:val="center"/>
              <w:rPr>
                <w:bCs/>
                <w:sz w:val="18"/>
                <w:szCs w:val="18"/>
              </w:rPr>
            </w:pPr>
            <w:r w:rsidRPr="00F14E02">
              <w:rPr>
                <w:b/>
                <w:bCs/>
                <w:sz w:val="18"/>
                <w:szCs w:val="18"/>
              </w:rPr>
              <w:t>Après-midi/après-midi</w:t>
            </w:r>
            <w:r w:rsidR="00F957A7" w:rsidRPr="00A77399">
              <w:rPr>
                <w:sz w:val="18"/>
                <w:szCs w:val="18"/>
                <w:vertAlign w:val="superscript"/>
              </w:rPr>
              <w:t xml:space="preserve"> </w:t>
            </w:r>
            <w:r w:rsidR="00F957A7" w:rsidRPr="00A77399">
              <w:rPr>
                <w:strike/>
                <w:sz w:val="18"/>
                <w:szCs w:val="18"/>
              </w:rPr>
              <w:t>(Après-midi après-midi/matin</w:t>
            </w:r>
            <w:r w:rsidR="00F957A7" w:rsidRPr="00A77399">
              <w:rPr>
                <w:strike/>
                <w:sz w:val="18"/>
                <w:szCs w:val="18"/>
                <w:vertAlign w:val="superscript"/>
              </w:rPr>
              <w:t xml:space="preserve"> </w:t>
            </w:r>
            <w:r w:rsidR="00F957A7" w:rsidRPr="00A77399">
              <w:rPr>
                <w:strike/>
                <w:sz w:val="18"/>
                <w:szCs w:val="18"/>
              </w:rPr>
              <w:t>après-midi)</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b/>
                <w:sz w:val="18"/>
                <w:szCs w:val="18"/>
              </w:rPr>
            </w:pPr>
            <w:r w:rsidRPr="00A77399">
              <w:rPr>
                <w:b/>
                <w:bCs/>
                <w:sz w:val="18"/>
                <w:szCs w:val="18"/>
              </w:rPr>
              <w:t>5</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30/03/2020</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160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SEPTEMBRE</w:t>
            </w:r>
          </w:p>
        </w:tc>
        <w:tc>
          <w:tcPr>
            <w:tcW w:w="4389" w:type="dxa"/>
            <w:tcBorders>
              <w:top w:val="single" w:sz="7" w:space="0" w:color="000000"/>
              <w:left w:val="single" w:sz="8" w:space="0" w:color="000000"/>
              <w:bottom w:val="single" w:sz="6" w:space="0" w:color="FFFFFF"/>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du bruit</w:t>
            </w:r>
            <w:r w:rsidRPr="00A77399">
              <w:rPr>
                <w:sz w:val="18"/>
                <w:szCs w:val="18"/>
                <w:vertAlign w:val="superscript"/>
              </w:rPr>
              <w:t xml:space="preserve"> </w:t>
            </w:r>
            <w:r w:rsidRPr="00A77399">
              <w:rPr>
                <w:sz w:val="18"/>
                <w:szCs w:val="18"/>
              </w:rPr>
              <w:t>et des pneumatiques (GRBP)</w:t>
            </w:r>
            <w:r w:rsidRPr="00A77399">
              <w:rPr>
                <w:sz w:val="18"/>
                <w:szCs w:val="18"/>
                <w:vertAlign w:val="superscript"/>
              </w:rPr>
              <w:t xml:space="preserve"> </w:t>
            </w:r>
            <w:r w:rsidRPr="00A77399">
              <w:rPr>
                <w:sz w:val="18"/>
                <w:szCs w:val="18"/>
                <w:vertAlign w:val="superscript"/>
              </w:rPr>
              <w:br/>
            </w:r>
            <w:r w:rsidRPr="00A77399">
              <w:rPr>
                <w:sz w:val="18"/>
                <w:szCs w:val="18"/>
              </w:rPr>
              <w:t>(soixante-douzième session)</w:t>
            </w:r>
          </w:p>
        </w:tc>
        <w:tc>
          <w:tcPr>
            <w:tcW w:w="992"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7 −9</w:t>
            </w:r>
          </w:p>
        </w:tc>
        <w:tc>
          <w:tcPr>
            <w:tcW w:w="958" w:type="dxa"/>
            <w:tcBorders>
              <w:top w:val="single" w:sz="7" w:space="0" w:color="000000"/>
              <w:left w:val="single" w:sz="7" w:space="0" w:color="000000"/>
              <w:bottom w:val="single" w:sz="6" w:space="0" w:color="FFFFFF"/>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Après-midi/ après-midi</w:t>
            </w:r>
          </w:p>
        </w:tc>
        <w:tc>
          <w:tcPr>
            <w:tcW w:w="426" w:type="dxa"/>
            <w:tcBorders>
              <w:top w:val="single" w:sz="7" w:space="0" w:color="000000"/>
              <w:left w:val="single" w:sz="7" w:space="0" w:color="000000"/>
              <w:bottom w:val="single" w:sz="6" w:space="0" w:color="FFFFFF"/>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b/>
                <w:bCs/>
                <w:sz w:val="18"/>
                <w:szCs w:val="18"/>
              </w:rPr>
              <w:t>5</w:t>
            </w:r>
          </w:p>
        </w:tc>
        <w:tc>
          <w:tcPr>
            <w:tcW w:w="601"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15/06/2020</w:t>
            </w:r>
          </w:p>
        </w:tc>
        <w:tc>
          <w:tcPr>
            <w:tcW w:w="548" w:type="dxa"/>
            <w:tcBorders>
              <w:top w:val="single" w:sz="7" w:space="0" w:color="000000"/>
              <w:left w:val="single" w:sz="4" w:space="0" w:color="auto"/>
              <w:bottom w:val="single" w:sz="6" w:space="0" w:color="FFFFFF"/>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SEPTEMBRE</w:t>
            </w:r>
          </w:p>
        </w:tc>
        <w:tc>
          <w:tcPr>
            <w:tcW w:w="4389" w:type="dxa"/>
            <w:tcBorders>
              <w:top w:val="single" w:sz="7" w:space="0" w:color="000000"/>
              <w:left w:val="single" w:sz="8" w:space="0" w:color="000000"/>
              <w:bottom w:val="single" w:sz="4" w:space="0" w:color="000000"/>
              <w:right w:val="single" w:sz="6" w:space="0" w:color="FFFFFF"/>
            </w:tcBorders>
          </w:tcPr>
          <w:p w:rsidR="00F957A7" w:rsidRPr="00A77399" w:rsidRDefault="00F957A7" w:rsidP="00D64D4A">
            <w:pPr>
              <w:spacing w:before="40" w:line="286" w:lineRule="auto"/>
              <w:rPr>
                <w:sz w:val="18"/>
                <w:szCs w:val="18"/>
              </w:rPr>
            </w:pPr>
            <w:r w:rsidRPr="00A77399">
              <w:rPr>
                <w:sz w:val="18"/>
                <w:szCs w:val="18"/>
              </w:rPr>
              <w:t xml:space="preserve">Groupe de travail des véhicules automatisés/autonomes et connectés (GRVA) </w:t>
            </w:r>
            <w:r w:rsidRPr="00157D22">
              <w:rPr>
                <w:sz w:val="18"/>
                <w:szCs w:val="18"/>
              </w:rPr>
              <w:t>(septième</w:t>
            </w:r>
            <w:r w:rsidRPr="00A77399">
              <w:rPr>
                <w:sz w:val="18"/>
                <w:szCs w:val="18"/>
              </w:rPr>
              <w:t xml:space="preserve"> session)</w:t>
            </w:r>
          </w:p>
        </w:tc>
        <w:tc>
          <w:tcPr>
            <w:tcW w:w="992" w:type="dxa"/>
            <w:tcBorders>
              <w:top w:val="single" w:sz="7" w:space="0" w:color="000000"/>
              <w:left w:val="single" w:sz="7" w:space="0" w:color="000000"/>
              <w:bottom w:val="single" w:sz="4" w:space="0" w:color="000000"/>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21–25</w:t>
            </w:r>
          </w:p>
        </w:tc>
        <w:tc>
          <w:tcPr>
            <w:tcW w:w="958" w:type="dxa"/>
            <w:tcBorders>
              <w:top w:val="single" w:sz="7" w:space="0" w:color="000000"/>
              <w:left w:val="single" w:sz="7" w:space="0" w:color="000000"/>
              <w:bottom w:val="single" w:sz="4" w:space="0" w:color="000000"/>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Matin/matin</w:t>
            </w:r>
            <w:r w:rsidR="00157D22">
              <w:rPr>
                <w:sz w:val="18"/>
                <w:szCs w:val="18"/>
              </w:rPr>
              <w:t xml:space="preserve"> </w:t>
            </w:r>
            <w:r w:rsidRPr="00157D22">
              <w:rPr>
                <w:b/>
                <w:bCs/>
                <w:sz w:val="18"/>
                <w:szCs w:val="18"/>
              </w:rPr>
              <w:t>10</w:t>
            </w:r>
            <w:r w:rsidR="00157D22">
              <w:rPr>
                <w:b/>
                <w:bCs/>
                <w:sz w:val="18"/>
                <w:szCs w:val="18"/>
              </w:rPr>
              <w:t> </w:t>
            </w:r>
            <w:r w:rsidRPr="00157D22">
              <w:rPr>
                <w:b/>
                <w:bCs/>
                <w:sz w:val="18"/>
                <w:szCs w:val="18"/>
              </w:rPr>
              <w:t>heures</w:t>
            </w:r>
          </w:p>
        </w:tc>
        <w:tc>
          <w:tcPr>
            <w:tcW w:w="426" w:type="dxa"/>
            <w:tcBorders>
              <w:top w:val="single" w:sz="7" w:space="0" w:color="000000"/>
              <w:left w:val="single" w:sz="7" w:space="0" w:color="000000"/>
              <w:bottom w:val="single" w:sz="4" w:space="0" w:color="000000"/>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8</w:t>
            </w:r>
          </w:p>
        </w:tc>
        <w:tc>
          <w:tcPr>
            <w:tcW w:w="601" w:type="dxa"/>
            <w:tcBorders>
              <w:top w:val="single" w:sz="7"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7"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29/06/2020</w:t>
            </w:r>
          </w:p>
        </w:tc>
        <w:tc>
          <w:tcPr>
            <w:tcW w:w="548" w:type="dxa"/>
            <w:tcBorders>
              <w:top w:val="single" w:sz="7"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150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OCTOBRE</w:t>
            </w:r>
          </w:p>
        </w:tc>
        <w:tc>
          <w:tcPr>
            <w:tcW w:w="4389" w:type="dxa"/>
            <w:tcBorders>
              <w:top w:val="single" w:sz="4" w:space="0" w:color="000000"/>
              <w:left w:val="single" w:sz="8" w:space="0" w:color="000000"/>
              <w:bottom w:val="single" w:sz="4" w:space="0" w:color="000000"/>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des dispositions générales de sécurité (GRSG) (119</w:t>
            </w:r>
            <w:r w:rsidRPr="00A77399">
              <w:rPr>
                <w:sz w:val="18"/>
                <w:szCs w:val="18"/>
                <w:vertAlign w:val="superscript"/>
              </w:rPr>
              <w:t>e</w:t>
            </w:r>
            <w:r w:rsidRPr="00A77399">
              <w:rPr>
                <w:sz w:val="18"/>
                <w:szCs w:val="18"/>
              </w:rPr>
              <w:t> session)</w:t>
            </w:r>
          </w:p>
        </w:tc>
        <w:tc>
          <w:tcPr>
            <w:tcW w:w="992" w:type="dxa"/>
            <w:tcBorders>
              <w:top w:val="single" w:sz="4" w:space="0" w:color="000000"/>
              <w:left w:val="single" w:sz="7" w:space="0" w:color="000000"/>
              <w:bottom w:val="single" w:sz="4" w:space="0" w:color="000000"/>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6-9</w:t>
            </w:r>
          </w:p>
        </w:tc>
        <w:tc>
          <w:tcPr>
            <w:tcW w:w="958" w:type="dxa"/>
            <w:tcBorders>
              <w:top w:val="single" w:sz="4" w:space="0" w:color="000000"/>
              <w:left w:val="single" w:sz="7" w:space="0" w:color="000000"/>
              <w:bottom w:val="single" w:sz="4" w:space="0" w:color="000000"/>
              <w:right w:val="single" w:sz="6" w:space="0" w:color="FFFFFF"/>
            </w:tcBorders>
          </w:tcPr>
          <w:p w:rsidR="00F957A7" w:rsidRPr="00157D22" w:rsidRDefault="00F957A7" w:rsidP="00D64D4A">
            <w:pPr>
              <w:tabs>
                <w:tab w:val="center" w:pos="389"/>
              </w:tabs>
              <w:spacing w:before="40" w:line="286" w:lineRule="auto"/>
              <w:ind w:left="-39" w:right="-65"/>
              <w:jc w:val="center"/>
              <w:rPr>
                <w:sz w:val="18"/>
                <w:szCs w:val="18"/>
              </w:rPr>
            </w:pPr>
            <w:r w:rsidRPr="00157D22">
              <w:rPr>
                <w:sz w:val="18"/>
                <w:szCs w:val="18"/>
              </w:rPr>
              <w:t>Matin/matin</w:t>
            </w:r>
          </w:p>
        </w:tc>
        <w:tc>
          <w:tcPr>
            <w:tcW w:w="426" w:type="dxa"/>
            <w:tcBorders>
              <w:top w:val="single" w:sz="4" w:space="0" w:color="000000"/>
              <w:left w:val="single" w:sz="7" w:space="0" w:color="000000"/>
              <w:bottom w:val="single" w:sz="4" w:space="0" w:color="000000"/>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7</w:t>
            </w:r>
          </w:p>
        </w:tc>
        <w:tc>
          <w:tcPr>
            <w:tcW w:w="601"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14/07/2020</w:t>
            </w:r>
          </w:p>
        </w:tc>
        <w:tc>
          <w:tcPr>
            <w:tcW w:w="548"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OCTOBRE</w:t>
            </w:r>
          </w:p>
        </w:tc>
        <w:tc>
          <w:tcPr>
            <w:tcW w:w="4389" w:type="dxa"/>
            <w:tcBorders>
              <w:top w:val="single" w:sz="4" w:space="0" w:color="000000"/>
              <w:left w:val="single" w:sz="8" w:space="0" w:color="000000"/>
              <w:bottom w:val="single" w:sz="4" w:space="0" w:color="000000"/>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de l</w:t>
            </w:r>
            <w:r w:rsidR="004F3EFE">
              <w:rPr>
                <w:sz w:val="18"/>
                <w:szCs w:val="18"/>
              </w:rPr>
              <w:t>’</w:t>
            </w:r>
            <w:r w:rsidRPr="00A77399">
              <w:rPr>
                <w:sz w:val="18"/>
                <w:szCs w:val="18"/>
              </w:rPr>
              <w:t>éclairage et de la signalisation lumineuse (GRE) (quatre-vingt-quatrième session)</w:t>
            </w:r>
          </w:p>
        </w:tc>
        <w:tc>
          <w:tcPr>
            <w:tcW w:w="992" w:type="dxa"/>
            <w:tcBorders>
              <w:top w:val="single" w:sz="4" w:space="0" w:color="000000"/>
              <w:left w:val="single" w:sz="7" w:space="0" w:color="000000"/>
              <w:bottom w:val="single" w:sz="4" w:space="0" w:color="000000"/>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20-23</w:t>
            </w:r>
          </w:p>
        </w:tc>
        <w:tc>
          <w:tcPr>
            <w:tcW w:w="958" w:type="dxa"/>
            <w:tcBorders>
              <w:top w:val="single" w:sz="4" w:space="0" w:color="000000"/>
              <w:left w:val="single" w:sz="7" w:space="0" w:color="000000"/>
              <w:bottom w:val="single" w:sz="4" w:space="0" w:color="000000"/>
              <w:right w:val="single" w:sz="6" w:space="0" w:color="FFFFFF"/>
            </w:tcBorders>
          </w:tcPr>
          <w:p w:rsidR="00F957A7" w:rsidRPr="00157D22" w:rsidRDefault="00F957A7" w:rsidP="00D64D4A">
            <w:pPr>
              <w:tabs>
                <w:tab w:val="center" w:pos="389"/>
              </w:tabs>
              <w:spacing w:before="40" w:line="286" w:lineRule="auto"/>
              <w:ind w:left="-39" w:right="-65"/>
              <w:jc w:val="center"/>
              <w:rPr>
                <w:sz w:val="18"/>
                <w:szCs w:val="18"/>
              </w:rPr>
            </w:pPr>
            <w:r w:rsidRPr="00157D22">
              <w:rPr>
                <w:sz w:val="18"/>
                <w:szCs w:val="18"/>
              </w:rPr>
              <w:t>Matin/matin</w:t>
            </w:r>
          </w:p>
        </w:tc>
        <w:tc>
          <w:tcPr>
            <w:tcW w:w="426" w:type="dxa"/>
            <w:tcBorders>
              <w:top w:val="single" w:sz="4" w:space="0" w:color="000000"/>
              <w:left w:val="single" w:sz="7" w:space="0" w:color="000000"/>
              <w:bottom w:val="single" w:sz="4" w:space="0" w:color="000000"/>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7</w:t>
            </w:r>
          </w:p>
        </w:tc>
        <w:tc>
          <w:tcPr>
            <w:tcW w:w="601"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28/07/2020</w:t>
            </w:r>
          </w:p>
        </w:tc>
        <w:tc>
          <w:tcPr>
            <w:tcW w:w="548"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NOVEMBRE</w:t>
            </w:r>
          </w:p>
        </w:tc>
        <w:tc>
          <w:tcPr>
            <w:tcW w:w="4389" w:type="dxa"/>
            <w:tcBorders>
              <w:top w:val="single" w:sz="4" w:space="0" w:color="000000"/>
              <w:left w:val="single" w:sz="8" w:space="0" w:color="000000"/>
              <w:bottom w:val="single" w:sz="4" w:space="0" w:color="000000"/>
              <w:right w:val="single" w:sz="6" w:space="0" w:color="FFFFFF"/>
            </w:tcBorders>
          </w:tcPr>
          <w:p w:rsidR="00F957A7" w:rsidRPr="00A77399" w:rsidRDefault="00F957A7" w:rsidP="00D64D4A">
            <w:pPr>
              <w:spacing w:before="40" w:line="286" w:lineRule="auto"/>
              <w:rPr>
                <w:spacing w:val="-2"/>
                <w:sz w:val="18"/>
                <w:szCs w:val="18"/>
              </w:rPr>
            </w:pPr>
            <w:r w:rsidRPr="00A77399">
              <w:rPr>
                <w:sz w:val="18"/>
                <w:szCs w:val="18"/>
              </w:rPr>
              <w:t>Comité de gestion pour la coordination des travaux (WP.29/AC.2) (134</w:t>
            </w:r>
            <w:r w:rsidRPr="00A77399">
              <w:rPr>
                <w:sz w:val="18"/>
                <w:szCs w:val="18"/>
                <w:vertAlign w:val="superscript"/>
              </w:rPr>
              <w:t>e</w:t>
            </w:r>
            <w:r w:rsidRPr="00A77399">
              <w:rPr>
                <w:sz w:val="18"/>
                <w:szCs w:val="18"/>
              </w:rPr>
              <w:t xml:space="preserve"> session)</w:t>
            </w:r>
          </w:p>
        </w:tc>
        <w:tc>
          <w:tcPr>
            <w:tcW w:w="992" w:type="dxa"/>
            <w:tcBorders>
              <w:top w:val="single" w:sz="4" w:space="0" w:color="000000"/>
              <w:left w:val="single" w:sz="7" w:space="0" w:color="000000"/>
              <w:bottom w:val="single" w:sz="4" w:space="0" w:color="000000"/>
              <w:right w:val="single" w:sz="6" w:space="0" w:color="FFFFFF"/>
            </w:tcBorders>
          </w:tcPr>
          <w:p w:rsidR="00F957A7" w:rsidRPr="00A77399" w:rsidRDefault="00F957A7" w:rsidP="00D64D4A">
            <w:pPr>
              <w:spacing w:before="40" w:line="286" w:lineRule="auto"/>
              <w:jc w:val="center"/>
              <w:rPr>
                <w:b/>
                <w:sz w:val="18"/>
                <w:szCs w:val="18"/>
              </w:rPr>
            </w:pPr>
            <w:r w:rsidRPr="00A77399">
              <w:rPr>
                <w:b/>
                <w:bCs/>
                <w:sz w:val="18"/>
                <w:szCs w:val="18"/>
              </w:rPr>
              <w:t>9−10</w:t>
            </w:r>
          </w:p>
        </w:tc>
        <w:tc>
          <w:tcPr>
            <w:tcW w:w="958" w:type="dxa"/>
            <w:tcBorders>
              <w:top w:val="single" w:sz="4" w:space="0" w:color="000000"/>
              <w:left w:val="single" w:sz="7" w:space="0" w:color="000000"/>
              <w:bottom w:val="single" w:sz="4" w:space="0" w:color="000000"/>
              <w:right w:val="single" w:sz="6" w:space="0" w:color="FFFFFF"/>
            </w:tcBorders>
          </w:tcPr>
          <w:p w:rsidR="00F957A7" w:rsidRPr="00157D22" w:rsidRDefault="00F957A7" w:rsidP="00D64D4A">
            <w:pPr>
              <w:tabs>
                <w:tab w:val="center" w:pos="389"/>
              </w:tabs>
              <w:spacing w:before="40" w:line="286" w:lineRule="auto"/>
              <w:ind w:left="-39" w:right="-65"/>
              <w:jc w:val="center"/>
              <w:rPr>
                <w:b/>
                <w:bCs/>
                <w:sz w:val="18"/>
                <w:szCs w:val="18"/>
              </w:rPr>
            </w:pPr>
            <w:r w:rsidRPr="00157D22">
              <w:rPr>
                <w:b/>
                <w:bCs/>
                <w:sz w:val="18"/>
                <w:szCs w:val="18"/>
              </w:rPr>
              <w:t>Après-midi/matin</w:t>
            </w:r>
          </w:p>
        </w:tc>
        <w:tc>
          <w:tcPr>
            <w:tcW w:w="426" w:type="dxa"/>
            <w:tcBorders>
              <w:top w:val="single" w:sz="4" w:space="0" w:color="000000"/>
              <w:left w:val="single" w:sz="7" w:space="0" w:color="000000"/>
              <w:bottom w:val="single" w:sz="4" w:space="0" w:color="000000"/>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2</w:t>
            </w:r>
          </w:p>
        </w:tc>
        <w:tc>
          <w:tcPr>
            <w:tcW w:w="601"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Non</w:t>
            </w:r>
          </w:p>
        </w:tc>
        <w:tc>
          <w:tcPr>
            <w:tcW w:w="850"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p>
        </w:tc>
        <w:tc>
          <w:tcPr>
            <w:tcW w:w="548"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35</w:t>
            </w:r>
          </w:p>
        </w:tc>
      </w:tr>
      <w:tr w:rsidR="00F957A7" w:rsidRPr="00664355" w:rsidTr="00D64D4A">
        <w:trPr>
          <w:trHeight w:val="283"/>
          <w:jc w:val="center"/>
        </w:trPr>
        <w:tc>
          <w:tcPr>
            <w:tcW w:w="993" w:type="dxa"/>
            <w:tcBorders>
              <w:top w:val="single" w:sz="4" w:space="0" w:color="auto"/>
              <w:left w:val="single" w:sz="4" w:space="0" w:color="auto"/>
              <w:bottom w:val="single" w:sz="4"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NOVEMBRE</w:t>
            </w:r>
          </w:p>
        </w:tc>
        <w:tc>
          <w:tcPr>
            <w:tcW w:w="4389" w:type="dxa"/>
            <w:tcBorders>
              <w:top w:val="single" w:sz="4" w:space="0" w:color="000000"/>
              <w:left w:val="single" w:sz="8" w:space="0" w:color="000000"/>
              <w:bottom w:val="single" w:sz="4" w:space="0" w:color="000000"/>
              <w:right w:val="single" w:sz="6" w:space="0" w:color="FFFFFF"/>
            </w:tcBorders>
          </w:tcPr>
          <w:p w:rsidR="00F957A7" w:rsidRPr="00A77399" w:rsidRDefault="00F957A7" w:rsidP="00D64D4A">
            <w:pPr>
              <w:spacing w:before="40" w:line="286" w:lineRule="auto"/>
              <w:rPr>
                <w:sz w:val="18"/>
                <w:szCs w:val="18"/>
              </w:rPr>
            </w:pPr>
            <w:r w:rsidRPr="00A77399">
              <w:rPr>
                <w:sz w:val="18"/>
                <w:szCs w:val="18"/>
              </w:rPr>
              <w:t>Forum mondial de l</w:t>
            </w:r>
            <w:r w:rsidR="004F3EFE">
              <w:rPr>
                <w:sz w:val="18"/>
                <w:szCs w:val="18"/>
              </w:rPr>
              <w:t>’</w:t>
            </w:r>
            <w:r w:rsidRPr="00A77399">
              <w:rPr>
                <w:sz w:val="18"/>
                <w:szCs w:val="18"/>
              </w:rPr>
              <w:t>harmonisation des Règlements concernant les véhicules (WP.29)</w:t>
            </w:r>
            <w:r w:rsidR="00157D22" w:rsidRPr="00A77399">
              <w:rPr>
                <w:sz w:val="18"/>
                <w:szCs w:val="18"/>
              </w:rPr>
              <w:t xml:space="preserve"> (182</w:t>
            </w:r>
            <w:r w:rsidR="00157D22" w:rsidRPr="00A77399">
              <w:rPr>
                <w:sz w:val="18"/>
                <w:szCs w:val="18"/>
                <w:vertAlign w:val="superscript"/>
              </w:rPr>
              <w:t>e</w:t>
            </w:r>
            <w:r w:rsidR="00157D22" w:rsidRPr="00A77399">
              <w:rPr>
                <w:sz w:val="18"/>
                <w:szCs w:val="18"/>
              </w:rPr>
              <w:t xml:space="preserve"> session)</w:t>
            </w:r>
            <w:r w:rsidRPr="00A77399">
              <w:rPr>
                <w:sz w:val="18"/>
                <w:szCs w:val="18"/>
              </w:rPr>
              <w:t> ;</w:t>
            </w:r>
          </w:p>
          <w:p w:rsidR="00F957A7" w:rsidRPr="00A77399" w:rsidRDefault="00F957A7" w:rsidP="00D64D4A">
            <w:pPr>
              <w:spacing w:before="40" w:line="286" w:lineRule="auto"/>
              <w:rPr>
                <w:sz w:val="18"/>
                <w:szCs w:val="18"/>
              </w:rPr>
            </w:pPr>
            <w:r w:rsidRPr="00A77399">
              <w:rPr>
                <w:sz w:val="18"/>
                <w:szCs w:val="18"/>
              </w:rPr>
              <w:t>Comité d</w:t>
            </w:r>
            <w:r w:rsidR="004F3EFE">
              <w:rPr>
                <w:sz w:val="18"/>
                <w:szCs w:val="18"/>
              </w:rPr>
              <w:t>’</w:t>
            </w:r>
            <w:r w:rsidRPr="00A77399">
              <w:rPr>
                <w:sz w:val="18"/>
                <w:szCs w:val="18"/>
              </w:rPr>
              <w:t>administration de l</w:t>
            </w:r>
            <w:r w:rsidR="004F3EFE">
              <w:rPr>
                <w:sz w:val="18"/>
                <w:szCs w:val="18"/>
              </w:rPr>
              <w:t>’</w:t>
            </w:r>
            <w:r w:rsidRPr="00A77399">
              <w:rPr>
                <w:sz w:val="18"/>
                <w:szCs w:val="18"/>
              </w:rPr>
              <w:t xml:space="preserve">Accord de 1958 (AC.1) (soixante-seizième session) ; </w:t>
            </w:r>
          </w:p>
          <w:p w:rsidR="00F957A7" w:rsidRPr="00A77399" w:rsidRDefault="00F957A7" w:rsidP="00D64D4A">
            <w:pPr>
              <w:spacing w:before="40" w:line="286" w:lineRule="auto"/>
              <w:rPr>
                <w:sz w:val="18"/>
                <w:szCs w:val="18"/>
              </w:rPr>
            </w:pPr>
            <w:r w:rsidRPr="00A77399">
              <w:rPr>
                <w:sz w:val="18"/>
                <w:szCs w:val="18"/>
              </w:rPr>
              <w:t>Comité exécutif de l</w:t>
            </w:r>
            <w:r w:rsidR="004F3EFE">
              <w:rPr>
                <w:sz w:val="18"/>
                <w:szCs w:val="18"/>
              </w:rPr>
              <w:t>’</w:t>
            </w:r>
            <w:r w:rsidRPr="00A77399">
              <w:rPr>
                <w:sz w:val="18"/>
                <w:szCs w:val="18"/>
              </w:rPr>
              <w:t>Accord de 1998 (AC.3) (soixantième session) ;</w:t>
            </w:r>
            <w:r w:rsidRPr="00A77399">
              <w:rPr>
                <w:sz w:val="18"/>
                <w:szCs w:val="18"/>
                <w:vertAlign w:val="superscript"/>
              </w:rPr>
              <w:t xml:space="preserve"> </w:t>
            </w:r>
            <w:r w:rsidR="00157D22">
              <w:rPr>
                <w:sz w:val="18"/>
                <w:szCs w:val="18"/>
                <w:vertAlign w:val="superscript"/>
              </w:rPr>
              <w:br/>
            </w:r>
            <w:r w:rsidRPr="00A77399">
              <w:rPr>
                <w:sz w:val="18"/>
                <w:szCs w:val="18"/>
              </w:rPr>
              <w:t>Comité d</w:t>
            </w:r>
            <w:r w:rsidR="004F3EFE">
              <w:rPr>
                <w:sz w:val="18"/>
                <w:szCs w:val="18"/>
              </w:rPr>
              <w:t>’</w:t>
            </w:r>
            <w:r w:rsidRPr="00A77399">
              <w:rPr>
                <w:sz w:val="18"/>
                <w:szCs w:val="18"/>
              </w:rPr>
              <w:t>administration de l</w:t>
            </w:r>
            <w:r w:rsidR="004F3EFE">
              <w:rPr>
                <w:sz w:val="18"/>
                <w:szCs w:val="18"/>
              </w:rPr>
              <w:t>’</w:t>
            </w:r>
            <w:r w:rsidRPr="00A77399">
              <w:rPr>
                <w:sz w:val="18"/>
                <w:szCs w:val="18"/>
              </w:rPr>
              <w:t>Accord de 1997 (AC.4) (</w:t>
            </w:r>
            <w:r w:rsidRPr="00157D22">
              <w:rPr>
                <w:b/>
                <w:bCs/>
                <w:sz w:val="18"/>
                <w:szCs w:val="18"/>
              </w:rPr>
              <w:t>dix-septième</w:t>
            </w:r>
            <w:r w:rsidRPr="00A77399">
              <w:rPr>
                <w:sz w:val="18"/>
                <w:szCs w:val="18"/>
              </w:rPr>
              <w:t xml:space="preserve"> session)</w:t>
            </w:r>
          </w:p>
        </w:tc>
        <w:tc>
          <w:tcPr>
            <w:tcW w:w="992" w:type="dxa"/>
            <w:tcBorders>
              <w:top w:val="single" w:sz="4" w:space="0" w:color="000000"/>
              <w:left w:val="single" w:sz="7" w:space="0" w:color="000000"/>
              <w:bottom w:val="single" w:sz="4" w:space="0" w:color="000000"/>
              <w:right w:val="single" w:sz="6" w:space="0" w:color="FFFFFF"/>
            </w:tcBorders>
          </w:tcPr>
          <w:p w:rsidR="00F957A7" w:rsidRPr="00A77399" w:rsidRDefault="00F957A7" w:rsidP="00D64D4A">
            <w:pPr>
              <w:spacing w:before="40" w:line="286" w:lineRule="auto"/>
              <w:jc w:val="center"/>
              <w:rPr>
                <w:sz w:val="18"/>
                <w:szCs w:val="18"/>
              </w:rPr>
            </w:pPr>
            <w:r w:rsidRPr="00157D22">
              <w:rPr>
                <w:b/>
                <w:bCs/>
                <w:sz w:val="18"/>
                <w:szCs w:val="18"/>
              </w:rPr>
              <w:t>10-12</w:t>
            </w:r>
            <w:r w:rsidRPr="00A77399">
              <w:rPr>
                <w:sz w:val="18"/>
                <w:szCs w:val="18"/>
              </w:rPr>
              <w:t xml:space="preserve"> </w:t>
            </w:r>
            <w:r w:rsidRPr="00A77399">
              <w:rPr>
                <w:strike/>
                <w:sz w:val="18"/>
                <w:szCs w:val="18"/>
              </w:rPr>
              <w:t>(11</w:t>
            </w:r>
            <w:r w:rsidRPr="00A77399">
              <w:rPr>
                <w:strike/>
                <w:sz w:val="18"/>
                <w:szCs w:val="18"/>
              </w:rPr>
              <w:br/>
              <w:t>11-12</w:t>
            </w:r>
            <w:r w:rsidRPr="00A77399">
              <w:rPr>
                <w:strike/>
                <w:sz w:val="18"/>
                <w:szCs w:val="18"/>
              </w:rPr>
              <w:br/>
              <w:t>12)</w:t>
            </w:r>
          </w:p>
        </w:tc>
        <w:tc>
          <w:tcPr>
            <w:tcW w:w="958" w:type="dxa"/>
            <w:tcBorders>
              <w:top w:val="single" w:sz="4" w:space="0" w:color="000000"/>
              <w:left w:val="single" w:sz="7" w:space="0" w:color="000000"/>
              <w:bottom w:val="single" w:sz="4" w:space="0" w:color="000000"/>
              <w:right w:val="single" w:sz="6" w:space="0" w:color="FFFFFF"/>
            </w:tcBorders>
          </w:tcPr>
          <w:p w:rsidR="00F957A7" w:rsidRPr="00A77399" w:rsidRDefault="00F957A7" w:rsidP="00D64D4A">
            <w:pPr>
              <w:tabs>
                <w:tab w:val="center" w:pos="389"/>
              </w:tabs>
              <w:spacing w:before="40" w:line="286" w:lineRule="auto"/>
              <w:ind w:left="-39" w:right="-65"/>
              <w:jc w:val="center"/>
              <w:rPr>
                <w:bCs/>
                <w:sz w:val="18"/>
                <w:szCs w:val="18"/>
              </w:rPr>
            </w:pPr>
            <w:r w:rsidRPr="00157D22">
              <w:rPr>
                <w:b/>
                <w:bCs/>
                <w:sz w:val="18"/>
                <w:szCs w:val="18"/>
              </w:rPr>
              <w:t>Après-midi/après-midi</w:t>
            </w:r>
            <w:r w:rsidRPr="00A77399">
              <w:rPr>
                <w:strike/>
                <w:sz w:val="18"/>
                <w:szCs w:val="18"/>
              </w:rPr>
              <w:t xml:space="preserve"> (Matin après-midi/ matin après-midi/matin)</w:t>
            </w:r>
          </w:p>
        </w:tc>
        <w:tc>
          <w:tcPr>
            <w:tcW w:w="426" w:type="dxa"/>
            <w:tcBorders>
              <w:top w:val="single" w:sz="4" w:space="0" w:color="000000"/>
              <w:left w:val="single" w:sz="7" w:space="0" w:color="000000"/>
              <w:bottom w:val="single" w:sz="4" w:space="0" w:color="000000"/>
              <w:right w:val="single" w:sz="4" w:space="0" w:color="auto"/>
            </w:tcBorders>
          </w:tcPr>
          <w:p w:rsidR="00F957A7" w:rsidRPr="00A77399" w:rsidRDefault="00F957A7" w:rsidP="00D64D4A">
            <w:pPr>
              <w:tabs>
                <w:tab w:val="center" w:pos="284"/>
              </w:tabs>
              <w:spacing w:before="40" w:line="286" w:lineRule="auto"/>
              <w:jc w:val="center"/>
              <w:rPr>
                <w:b/>
                <w:sz w:val="18"/>
                <w:szCs w:val="18"/>
              </w:rPr>
            </w:pPr>
            <w:r w:rsidRPr="00A77399">
              <w:rPr>
                <w:b/>
                <w:bCs/>
                <w:sz w:val="18"/>
                <w:szCs w:val="18"/>
              </w:rPr>
              <w:t>5</w:t>
            </w:r>
          </w:p>
        </w:tc>
        <w:tc>
          <w:tcPr>
            <w:tcW w:w="601"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17/08/2020</w:t>
            </w:r>
          </w:p>
        </w:tc>
        <w:tc>
          <w:tcPr>
            <w:tcW w:w="548" w:type="dxa"/>
            <w:tcBorders>
              <w:top w:val="single" w:sz="4" w:space="0" w:color="000000"/>
              <w:left w:val="single" w:sz="4" w:space="0" w:color="auto"/>
              <w:bottom w:val="single" w:sz="4" w:space="0" w:color="000000"/>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160</w:t>
            </w:r>
          </w:p>
        </w:tc>
      </w:tr>
      <w:tr w:rsidR="00F957A7" w:rsidRPr="00664355" w:rsidTr="00D64D4A">
        <w:trPr>
          <w:trHeight w:val="283"/>
          <w:jc w:val="center"/>
        </w:trPr>
        <w:tc>
          <w:tcPr>
            <w:tcW w:w="993" w:type="dxa"/>
            <w:tcBorders>
              <w:top w:val="single" w:sz="4" w:space="0" w:color="auto"/>
              <w:left w:val="single" w:sz="4" w:space="0" w:color="auto"/>
              <w:bottom w:val="single" w:sz="12" w:space="0" w:color="auto"/>
              <w:right w:val="single" w:sz="8" w:space="0" w:color="000000"/>
            </w:tcBorders>
          </w:tcPr>
          <w:p w:rsidR="00F957A7" w:rsidRPr="00A77399" w:rsidRDefault="00F957A7" w:rsidP="00D64D4A">
            <w:pPr>
              <w:spacing w:before="40" w:line="286" w:lineRule="auto"/>
              <w:ind w:right="-65"/>
              <w:rPr>
                <w:sz w:val="18"/>
                <w:szCs w:val="18"/>
              </w:rPr>
            </w:pPr>
            <w:r w:rsidRPr="00A77399">
              <w:rPr>
                <w:sz w:val="18"/>
                <w:szCs w:val="18"/>
              </w:rPr>
              <w:t>DÉCEMBRE</w:t>
            </w:r>
          </w:p>
        </w:tc>
        <w:tc>
          <w:tcPr>
            <w:tcW w:w="4389" w:type="dxa"/>
            <w:tcBorders>
              <w:top w:val="single" w:sz="4" w:space="0" w:color="000000"/>
              <w:left w:val="single" w:sz="8" w:space="0" w:color="000000"/>
              <w:bottom w:val="single" w:sz="12" w:space="0" w:color="auto"/>
              <w:right w:val="single" w:sz="6" w:space="0" w:color="FFFFFF"/>
            </w:tcBorders>
          </w:tcPr>
          <w:p w:rsidR="00F957A7" w:rsidRPr="00A77399" w:rsidRDefault="00F957A7" w:rsidP="00D64D4A">
            <w:pPr>
              <w:spacing w:before="40" w:line="286" w:lineRule="auto"/>
              <w:rPr>
                <w:sz w:val="18"/>
                <w:szCs w:val="18"/>
              </w:rPr>
            </w:pPr>
            <w:r w:rsidRPr="00A77399">
              <w:rPr>
                <w:sz w:val="18"/>
                <w:szCs w:val="18"/>
              </w:rPr>
              <w:t>Groupe de travail de la sécurité passive (GRSP)</w:t>
            </w:r>
            <w:r w:rsidRPr="00A77399">
              <w:rPr>
                <w:sz w:val="18"/>
                <w:szCs w:val="18"/>
              </w:rPr>
              <w:br/>
              <w:t>(soixante-huitième session)</w:t>
            </w:r>
          </w:p>
        </w:tc>
        <w:tc>
          <w:tcPr>
            <w:tcW w:w="992" w:type="dxa"/>
            <w:tcBorders>
              <w:top w:val="single" w:sz="4" w:space="0" w:color="000000"/>
              <w:left w:val="single" w:sz="7" w:space="0" w:color="000000"/>
              <w:bottom w:val="single" w:sz="12" w:space="0" w:color="auto"/>
              <w:right w:val="single" w:sz="6" w:space="0" w:color="FFFFFF"/>
            </w:tcBorders>
          </w:tcPr>
          <w:p w:rsidR="00F957A7" w:rsidRPr="00A77399" w:rsidRDefault="00F957A7" w:rsidP="00D64D4A">
            <w:pPr>
              <w:spacing w:before="40" w:line="286" w:lineRule="auto"/>
              <w:jc w:val="center"/>
              <w:rPr>
                <w:sz w:val="18"/>
                <w:szCs w:val="18"/>
              </w:rPr>
            </w:pPr>
            <w:r w:rsidRPr="00A77399">
              <w:rPr>
                <w:sz w:val="18"/>
                <w:szCs w:val="18"/>
              </w:rPr>
              <w:t>7-11</w:t>
            </w:r>
          </w:p>
        </w:tc>
        <w:tc>
          <w:tcPr>
            <w:tcW w:w="958" w:type="dxa"/>
            <w:tcBorders>
              <w:top w:val="single" w:sz="4" w:space="0" w:color="000000"/>
              <w:left w:val="single" w:sz="7" w:space="0" w:color="000000"/>
              <w:bottom w:val="single" w:sz="12" w:space="0" w:color="auto"/>
              <w:right w:val="single" w:sz="6" w:space="0" w:color="FFFFFF"/>
            </w:tcBorders>
          </w:tcPr>
          <w:p w:rsidR="00F957A7" w:rsidRPr="00A77399" w:rsidRDefault="00F957A7" w:rsidP="00D64D4A">
            <w:pPr>
              <w:tabs>
                <w:tab w:val="center" w:pos="389"/>
              </w:tabs>
              <w:spacing w:before="40" w:line="286" w:lineRule="auto"/>
              <w:ind w:left="-39" w:right="-65"/>
              <w:jc w:val="center"/>
              <w:rPr>
                <w:sz w:val="18"/>
                <w:szCs w:val="18"/>
              </w:rPr>
            </w:pPr>
            <w:r w:rsidRPr="00A77399">
              <w:rPr>
                <w:sz w:val="18"/>
                <w:szCs w:val="18"/>
              </w:rPr>
              <w:t>Après-midi/matin</w:t>
            </w:r>
          </w:p>
        </w:tc>
        <w:tc>
          <w:tcPr>
            <w:tcW w:w="426" w:type="dxa"/>
            <w:tcBorders>
              <w:top w:val="single" w:sz="4" w:space="0" w:color="000000"/>
              <w:left w:val="single" w:sz="7" w:space="0" w:color="000000"/>
              <w:bottom w:val="single" w:sz="12" w:space="0" w:color="auto"/>
              <w:right w:val="single" w:sz="4" w:space="0" w:color="auto"/>
            </w:tcBorders>
          </w:tcPr>
          <w:p w:rsidR="00F957A7" w:rsidRPr="00A77399" w:rsidRDefault="00F957A7" w:rsidP="00D64D4A">
            <w:pPr>
              <w:tabs>
                <w:tab w:val="center" w:pos="284"/>
              </w:tabs>
              <w:spacing w:before="40" w:line="286" w:lineRule="auto"/>
              <w:jc w:val="center"/>
              <w:rPr>
                <w:sz w:val="18"/>
                <w:szCs w:val="18"/>
              </w:rPr>
            </w:pPr>
            <w:r w:rsidRPr="00A77399">
              <w:rPr>
                <w:sz w:val="18"/>
                <w:szCs w:val="18"/>
              </w:rPr>
              <w:t>8</w:t>
            </w:r>
          </w:p>
        </w:tc>
        <w:tc>
          <w:tcPr>
            <w:tcW w:w="601" w:type="dxa"/>
            <w:tcBorders>
              <w:top w:val="single" w:sz="4" w:space="0" w:color="000000"/>
              <w:left w:val="single" w:sz="4" w:space="0" w:color="auto"/>
              <w:bottom w:val="single" w:sz="12" w:space="0" w:color="auto"/>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Oui</w:t>
            </w:r>
          </w:p>
        </w:tc>
        <w:tc>
          <w:tcPr>
            <w:tcW w:w="850" w:type="dxa"/>
            <w:tcBorders>
              <w:top w:val="single" w:sz="4" w:space="0" w:color="000000"/>
              <w:left w:val="single" w:sz="4" w:space="0" w:color="auto"/>
              <w:bottom w:val="single" w:sz="12" w:space="0" w:color="auto"/>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14/09/2020</w:t>
            </w:r>
          </w:p>
        </w:tc>
        <w:tc>
          <w:tcPr>
            <w:tcW w:w="548" w:type="dxa"/>
            <w:tcBorders>
              <w:top w:val="single" w:sz="4" w:space="0" w:color="000000"/>
              <w:left w:val="single" w:sz="4" w:space="0" w:color="auto"/>
              <w:bottom w:val="single" w:sz="12" w:space="0" w:color="auto"/>
              <w:right w:val="single" w:sz="4" w:space="0" w:color="auto"/>
            </w:tcBorders>
          </w:tcPr>
          <w:p w:rsidR="00F957A7" w:rsidRPr="00A77399" w:rsidRDefault="00F957A7" w:rsidP="00D64D4A">
            <w:pPr>
              <w:spacing w:before="40" w:line="286" w:lineRule="auto"/>
              <w:jc w:val="center"/>
              <w:rPr>
                <w:sz w:val="18"/>
                <w:szCs w:val="18"/>
              </w:rPr>
            </w:pPr>
            <w:r w:rsidRPr="00A77399">
              <w:rPr>
                <w:sz w:val="18"/>
                <w:szCs w:val="18"/>
              </w:rPr>
              <w:t>120</w:t>
            </w:r>
          </w:p>
        </w:tc>
      </w:tr>
      <w:tr w:rsidR="00F957A7" w:rsidRPr="00664355" w:rsidTr="00D64D4A">
        <w:trPr>
          <w:jc w:val="center"/>
        </w:trPr>
        <w:tc>
          <w:tcPr>
            <w:tcW w:w="993" w:type="dxa"/>
            <w:tcBorders>
              <w:top w:val="single" w:sz="12" w:space="0" w:color="auto"/>
              <w:left w:val="single" w:sz="4" w:space="0" w:color="auto"/>
              <w:bottom w:val="single" w:sz="12" w:space="0" w:color="auto"/>
              <w:right w:val="single" w:sz="8" w:space="0" w:color="000000"/>
            </w:tcBorders>
          </w:tcPr>
          <w:p w:rsidR="00F957A7" w:rsidRPr="00A77399" w:rsidRDefault="00F957A7" w:rsidP="00D64D4A">
            <w:pPr>
              <w:spacing w:before="40" w:after="58" w:line="286" w:lineRule="auto"/>
              <w:ind w:right="-65"/>
              <w:rPr>
                <w:sz w:val="18"/>
                <w:szCs w:val="18"/>
              </w:rPr>
            </w:pPr>
          </w:p>
        </w:tc>
        <w:tc>
          <w:tcPr>
            <w:tcW w:w="4389" w:type="dxa"/>
            <w:tcBorders>
              <w:top w:val="single" w:sz="12" w:space="0" w:color="auto"/>
              <w:left w:val="single" w:sz="8" w:space="0" w:color="000000"/>
              <w:bottom w:val="single" w:sz="12" w:space="0" w:color="auto"/>
              <w:right w:val="single" w:sz="6" w:space="0" w:color="FFFFFF"/>
            </w:tcBorders>
          </w:tcPr>
          <w:p w:rsidR="00F957A7" w:rsidRPr="00A77399" w:rsidRDefault="00F957A7" w:rsidP="00D64D4A">
            <w:pPr>
              <w:spacing w:before="40" w:after="58" w:line="286" w:lineRule="auto"/>
              <w:rPr>
                <w:sz w:val="18"/>
                <w:szCs w:val="18"/>
              </w:rPr>
            </w:pPr>
          </w:p>
        </w:tc>
        <w:tc>
          <w:tcPr>
            <w:tcW w:w="2376" w:type="dxa"/>
            <w:gridSpan w:val="3"/>
            <w:tcBorders>
              <w:top w:val="single" w:sz="12" w:space="0" w:color="auto"/>
              <w:left w:val="single" w:sz="7" w:space="0" w:color="000000"/>
              <w:bottom w:val="single" w:sz="12" w:space="0" w:color="auto"/>
              <w:right w:val="single" w:sz="4" w:space="0" w:color="auto"/>
            </w:tcBorders>
          </w:tcPr>
          <w:p w:rsidR="00F957A7" w:rsidRPr="00A77399" w:rsidRDefault="00F957A7" w:rsidP="00D64D4A">
            <w:pPr>
              <w:spacing w:before="40" w:after="58" w:line="286" w:lineRule="auto"/>
              <w:ind w:left="-39" w:right="-65"/>
              <w:rPr>
                <w:b/>
                <w:sz w:val="18"/>
                <w:szCs w:val="18"/>
              </w:rPr>
            </w:pPr>
            <w:r w:rsidRPr="00A77399">
              <w:rPr>
                <w:b/>
                <w:bCs/>
                <w:sz w:val="18"/>
                <w:szCs w:val="18"/>
              </w:rPr>
              <w:t>Total :</w:t>
            </w:r>
            <w:r w:rsidR="004F3144" w:rsidRPr="00A77399">
              <w:rPr>
                <w:b/>
                <w:bCs/>
                <w:sz w:val="18"/>
                <w:szCs w:val="18"/>
              </w:rPr>
              <w:t xml:space="preserve"> </w:t>
            </w:r>
            <w:r w:rsidRPr="00A77399">
              <w:rPr>
                <w:b/>
                <w:bCs/>
                <w:sz w:val="18"/>
                <w:szCs w:val="18"/>
              </w:rPr>
              <w:t>111</w:t>
            </w:r>
            <w:r w:rsidR="004F3144" w:rsidRPr="00A77399">
              <w:rPr>
                <w:b/>
                <w:bCs/>
                <w:sz w:val="18"/>
                <w:szCs w:val="18"/>
              </w:rPr>
              <w:t> </w:t>
            </w:r>
            <w:r w:rsidRPr="00A77399">
              <w:rPr>
                <w:b/>
                <w:bCs/>
                <w:sz w:val="18"/>
                <w:szCs w:val="18"/>
              </w:rPr>
              <w:t>demi-journées = 55,5</w:t>
            </w:r>
            <w:r w:rsidR="004F3144" w:rsidRPr="00A77399">
              <w:rPr>
                <w:b/>
                <w:bCs/>
                <w:sz w:val="18"/>
                <w:szCs w:val="18"/>
              </w:rPr>
              <w:t> </w:t>
            </w:r>
            <w:r w:rsidRPr="00A77399">
              <w:rPr>
                <w:b/>
                <w:bCs/>
                <w:sz w:val="18"/>
                <w:szCs w:val="18"/>
              </w:rPr>
              <w:t>jours</w:t>
            </w:r>
          </w:p>
        </w:tc>
        <w:tc>
          <w:tcPr>
            <w:tcW w:w="601" w:type="dxa"/>
            <w:tcBorders>
              <w:top w:val="single" w:sz="12" w:space="0" w:color="auto"/>
              <w:left w:val="single" w:sz="4" w:space="0" w:color="auto"/>
              <w:bottom w:val="single" w:sz="12" w:space="0" w:color="auto"/>
              <w:right w:val="single" w:sz="4" w:space="0" w:color="auto"/>
            </w:tcBorders>
          </w:tcPr>
          <w:p w:rsidR="00F957A7" w:rsidRPr="00A77399" w:rsidRDefault="00F957A7" w:rsidP="00D64D4A">
            <w:pPr>
              <w:spacing w:before="40" w:after="58" w:line="286" w:lineRule="auto"/>
              <w:jc w:val="center"/>
              <w:rPr>
                <w:sz w:val="18"/>
                <w:szCs w:val="18"/>
              </w:rPr>
            </w:pPr>
          </w:p>
        </w:tc>
        <w:tc>
          <w:tcPr>
            <w:tcW w:w="850" w:type="dxa"/>
            <w:tcBorders>
              <w:top w:val="single" w:sz="12" w:space="0" w:color="auto"/>
              <w:left w:val="single" w:sz="4" w:space="0" w:color="auto"/>
              <w:bottom w:val="single" w:sz="12" w:space="0" w:color="auto"/>
              <w:right w:val="single" w:sz="4" w:space="0" w:color="auto"/>
            </w:tcBorders>
          </w:tcPr>
          <w:p w:rsidR="00F957A7" w:rsidRPr="00A77399" w:rsidRDefault="00F957A7" w:rsidP="00D64D4A">
            <w:pPr>
              <w:spacing w:before="40" w:after="58" w:line="286" w:lineRule="auto"/>
              <w:jc w:val="center"/>
              <w:rPr>
                <w:sz w:val="18"/>
                <w:szCs w:val="18"/>
              </w:rPr>
            </w:pPr>
          </w:p>
        </w:tc>
        <w:tc>
          <w:tcPr>
            <w:tcW w:w="548" w:type="dxa"/>
            <w:tcBorders>
              <w:top w:val="single" w:sz="12" w:space="0" w:color="auto"/>
              <w:left w:val="single" w:sz="4" w:space="0" w:color="auto"/>
              <w:bottom w:val="single" w:sz="12" w:space="0" w:color="auto"/>
              <w:right w:val="single" w:sz="4" w:space="0" w:color="auto"/>
            </w:tcBorders>
          </w:tcPr>
          <w:p w:rsidR="00F957A7" w:rsidRPr="00A77399" w:rsidRDefault="00F957A7" w:rsidP="00D64D4A">
            <w:pPr>
              <w:spacing w:before="40" w:after="58" w:line="286" w:lineRule="auto"/>
              <w:jc w:val="center"/>
              <w:rPr>
                <w:sz w:val="18"/>
                <w:szCs w:val="18"/>
              </w:rPr>
            </w:pPr>
          </w:p>
        </w:tc>
      </w:tr>
    </w:tbl>
    <w:p w:rsidR="00F957A7" w:rsidRPr="00664355" w:rsidRDefault="00F957A7" w:rsidP="00F957A7">
      <w:pPr>
        <w:spacing w:after="120"/>
        <w:rPr>
          <w:sz w:val="18"/>
          <w:szCs w:val="18"/>
        </w:rPr>
      </w:pPr>
      <w:r w:rsidRPr="00664355">
        <w:rPr>
          <w:sz w:val="18"/>
          <w:szCs w:val="18"/>
        </w:rPr>
        <w:t>À l</w:t>
      </w:r>
      <w:r w:rsidR="004F3EFE">
        <w:rPr>
          <w:sz w:val="18"/>
          <w:szCs w:val="18"/>
        </w:rPr>
        <w:t>’</w:t>
      </w:r>
      <w:r w:rsidRPr="00664355">
        <w:rPr>
          <w:sz w:val="18"/>
          <w:szCs w:val="18"/>
        </w:rPr>
        <w:t xml:space="preserve">exception des trois sessions du WP.29/AC.2 (qui se tiendront sans interprétation), toutes les sessions seront </w:t>
      </w:r>
      <w:r w:rsidRPr="00664355">
        <w:rPr>
          <w:b/>
          <w:sz w:val="18"/>
          <w:szCs w:val="18"/>
        </w:rPr>
        <w:t>publiques</w:t>
      </w:r>
      <w:r w:rsidRPr="00664355">
        <w:rPr>
          <w:sz w:val="18"/>
          <w:szCs w:val="18"/>
        </w:rPr>
        <w:t>.</w:t>
      </w:r>
    </w:p>
    <w:p w:rsidR="00F957A7" w:rsidRPr="00664355" w:rsidRDefault="00F957A7" w:rsidP="00F957A7">
      <w:pPr>
        <w:spacing w:after="120"/>
        <w:rPr>
          <w:sz w:val="18"/>
          <w:szCs w:val="18"/>
        </w:rPr>
      </w:pPr>
      <w:r w:rsidRPr="00664355">
        <w:rPr>
          <w:sz w:val="18"/>
          <w:szCs w:val="18"/>
        </w:rPr>
        <w:t>La mention «</w:t>
      </w:r>
      <w:r w:rsidR="004269A2">
        <w:rPr>
          <w:sz w:val="18"/>
          <w:szCs w:val="18"/>
        </w:rPr>
        <w:t> </w:t>
      </w:r>
      <w:r w:rsidRPr="00664355">
        <w:rPr>
          <w:sz w:val="18"/>
          <w:szCs w:val="18"/>
        </w:rPr>
        <w:t>après-midi/matin</w:t>
      </w:r>
      <w:r w:rsidR="004269A2">
        <w:rPr>
          <w:sz w:val="18"/>
          <w:szCs w:val="18"/>
        </w:rPr>
        <w:t> </w:t>
      </w:r>
      <w:r w:rsidRPr="00664355">
        <w:rPr>
          <w:sz w:val="18"/>
          <w:szCs w:val="18"/>
        </w:rPr>
        <w:t>» signifie que la session commencera le premier jour à 14 h 30 et se terminera le dernier jour à 12 h 30.</w:t>
      </w:r>
    </w:p>
    <w:p w:rsidR="00F957A7" w:rsidRPr="00664355" w:rsidRDefault="00F957A7" w:rsidP="00F957A7">
      <w:pPr>
        <w:spacing w:after="120"/>
        <w:rPr>
          <w:sz w:val="18"/>
          <w:szCs w:val="18"/>
        </w:rPr>
      </w:pPr>
      <w:r w:rsidRPr="00664355">
        <w:rPr>
          <w:sz w:val="18"/>
          <w:szCs w:val="18"/>
        </w:rPr>
        <w:t>La mention «</w:t>
      </w:r>
      <w:r w:rsidR="004269A2">
        <w:rPr>
          <w:sz w:val="18"/>
          <w:szCs w:val="18"/>
        </w:rPr>
        <w:t> </w:t>
      </w:r>
      <w:r w:rsidRPr="00664355">
        <w:rPr>
          <w:sz w:val="18"/>
          <w:szCs w:val="18"/>
        </w:rPr>
        <w:t>après-midi/après-midi</w:t>
      </w:r>
      <w:r w:rsidR="004269A2">
        <w:rPr>
          <w:sz w:val="18"/>
          <w:szCs w:val="18"/>
        </w:rPr>
        <w:t> </w:t>
      </w:r>
      <w:r w:rsidRPr="00664355">
        <w:rPr>
          <w:sz w:val="18"/>
          <w:szCs w:val="18"/>
        </w:rPr>
        <w:t>» signifie que la session commencera le premier jour à 14 h 30 et se terminera le dernier jour à 17 h 30.</w:t>
      </w:r>
    </w:p>
    <w:p w:rsidR="00F957A7" w:rsidRPr="00664355" w:rsidRDefault="00F957A7" w:rsidP="00F957A7">
      <w:pPr>
        <w:spacing w:after="120"/>
        <w:rPr>
          <w:sz w:val="18"/>
          <w:szCs w:val="18"/>
        </w:rPr>
      </w:pPr>
      <w:r w:rsidRPr="00664355">
        <w:rPr>
          <w:sz w:val="18"/>
          <w:szCs w:val="18"/>
        </w:rPr>
        <w:t>Les sessions pour lesquelles il ne figure aucune mention particulière s</w:t>
      </w:r>
      <w:r w:rsidR="004F3EFE">
        <w:rPr>
          <w:sz w:val="18"/>
          <w:szCs w:val="18"/>
        </w:rPr>
        <w:t>’</w:t>
      </w:r>
      <w:r w:rsidRPr="00664355">
        <w:rPr>
          <w:sz w:val="18"/>
          <w:szCs w:val="18"/>
        </w:rPr>
        <w:t>ouvriront le premier jour à 9 h 30 et sont censées se terminer à 17 h 30 le dernier jour.</w:t>
      </w:r>
    </w:p>
    <w:p w:rsidR="00F957A7" w:rsidRPr="004269A2" w:rsidRDefault="00F957A7" w:rsidP="00A64CBA">
      <w:pPr>
        <w:keepNext/>
        <w:keepLines/>
        <w:spacing w:after="120"/>
        <w:rPr>
          <w:spacing w:val="-2"/>
          <w:sz w:val="18"/>
          <w:szCs w:val="18"/>
        </w:rPr>
      </w:pPr>
      <w:r w:rsidRPr="004269A2">
        <w:rPr>
          <w:spacing w:val="-2"/>
          <w:sz w:val="18"/>
          <w:szCs w:val="18"/>
        </w:rPr>
        <w:lastRenderedPageBreak/>
        <w:t>Les sessions du Comité de gestion (WP.29/AC.2) et du Forum mondial (WP.29) commenceront à 10 heures (seulement le premier jour) et à 10 h 30 le dernier jour (vendredi). Pendant les sessions du WP.29, le Comité d</w:t>
      </w:r>
      <w:r w:rsidR="004F3EFE">
        <w:rPr>
          <w:spacing w:val="-2"/>
          <w:sz w:val="18"/>
          <w:szCs w:val="18"/>
        </w:rPr>
        <w:t>’</w:t>
      </w:r>
      <w:r w:rsidRPr="004269A2">
        <w:rPr>
          <w:spacing w:val="-2"/>
          <w:sz w:val="18"/>
          <w:szCs w:val="18"/>
        </w:rPr>
        <w:t>administration de l</w:t>
      </w:r>
      <w:r w:rsidR="004F3EFE">
        <w:rPr>
          <w:spacing w:val="-2"/>
          <w:sz w:val="18"/>
          <w:szCs w:val="18"/>
        </w:rPr>
        <w:t>’</w:t>
      </w:r>
      <w:r w:rsidRPr="004269A2">
        <w:rPr>
          <w:spacing w:val="-2"/>
          <w:sz w:val="18"/>
          <w:szCs w:val="18"/>
        </w:rPr>
        <w:t>Accord de 1958 (AC.1) tiendra normalement ses sessions le mercredi ; les sessions du Comité exécutif de l</w:t>
      </w:r>
      <w:r w:rsidR="004F3EFE">
        <w:rPr>
          <w:spacing w:val="-2"/>
          <w:sz w:val="18"/>
          <w:szCs w:val="18"/>
        </w:rPr>
        <w:t>’</w:t>
      </w:r>
      <w:r w:rsidRPr="004269A2">
        <w:rPr>
          <w:spacing w:val="-2"/>
          <w:sz w:val="18"/>
          <w:szCs w:val="18"/>
        </w:rPr>
        <w:t>Accord de 1998 (AC.3) se tiendront normalement le mercredi après-midi et les sessions du Comité d</w:t>
      </w:r>
      <w:r w:rsidR="004F3EFE">
        <w:rPr>
          <w:spacing w:val="-2"/>
          <w:sz w:val="18"/>
          <w:szCs w:val="18"/>
        </w:rPr>
        <w:t>’</w:t>
      </w:r>
      <w:r w:rsidRPr="004269A2">
        <w:rPr>
          <w:spacing w:val="-2"/>
          <w:sz w:val="18"/>
          <w:szCs w:val="18"/>
        </w:rPr>
        <w:t>administration de l</w:t>
      </w:r>
      <w:r w:rsidR="004F3EFE">
        <w:rPr>
          <w:spacing w:val="-2"/>
          <w:sz w:val="18"/>
          <w:szCs w:val="18"/>
        </w:rPr>
        <w:t>’</w:t>
      </w:r>
      <w:r w:rsidRPr="004269A2">
        <w:rPr>
          <w:spacing w:val="-2"/>
          <w:sz w:val="18"/>
          <w:szCs w:val="18"/>
        </w:rPr>
        <w:t>Accord de 1997 (AC.4) se tiendront le mercredi immédiatement après celles de l</w:t>
      </w:r>
      <w:r w:rsidR="004F3EFE">
        <w:rPr>
          <w:spacing w:val="-2"/>
          <w:sz w:val="18"/>
          <w:szCs w:val="18"/>
        </w:rPr>
        <w:t>’</w:t>
      </w:r>
      <w:r w:rsidRPr="004269A2">
        <w:rPr>
          <w:spacing w:val="-2"/>
          <w:sz w:val="18"/>
          <w:szCs w:val="18"/>
        </w:rPr>
        <w:t>AC.1, si nécessaire.</w:t>
      </w:r>
    </w:p>
    <w:p w:rsidR="00F957A7" w:rsidRPr="00F957A7" w:rsidRDefault="00F957A7" w:rsidP="00F957A7">
      <w:pPr>
        <w:spacing w:before="240"/>
        <w:jc w:val="center"/>
        <w:rPr>
          <w:u w:val="single"/>
        </w:rPr>
      </w:pPr>
      <w:r w:rsidRPr="00664355">
        <w:rPr>
          <w:u w:val="single"/>
        </w:rPr>
        <w:tab/>
      </w:r>
      <w:r w:rsidRPr="00664355">
        <w:rPr>
          <w:u w:val="single"/>
        </w:rPr>
        <w:tab/>
      </w:r>
      <w:r w:rsidRPr="00664355">
        <w:rPr>
          <w:u w:val="single"/>
        </w:rPr>
        <w:tab/>
      </w:r>
    </w:p>
    <w:sectPr w:rsidR="00F957A7" w:rsidRPr="00F957A7" w:rsidSect="00F957A7">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A5E" w:rsidRDefault="008A2A5E" w:rsidP="00F95C08">
      <w:pPr>
        <w:spacing w:line="240" w:lineRule="auto"/>
      </w:pPr>
    </w:p>
  </w:endnote>
  <w:endnote w:type="continuationSeparator" w:id="0">
    <w:p w:rsidR="008A2A5E" w:rsidRPr="00AC3823" w:rsidRDefault="008A2A5E" w:rsidP="00AC3823">
      <w:pPr>
        <w:pStyle w:val="Pieddepage"/>
      </w:pPr>
    </w:p>
  </w:endnote>
  <w:endnote w:type="continuationNotice" w:id="1">
    <w:p w:rsidR="008A2A5E" w:rsidRDefault="008A2A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A5E" w:rsidRPr="00F957A7" w:rsidRDefault="008A2A5E" w:rsidP="00F957A7">
    <w:pPr>
      <w:pStyle w:val="Pieddepage"/>
      <w:tabs>
        <w:tab w:val="right" w:pos="9638"/>
      </w:tabs>
    </w:pPr>
    <w:r w:rsidRPr="00F957A7">
      <w:rPr>
        <w:b/>
        <w:sz w:val="18"/>
      </w:rPr>
      <w:fldChar w:fldCharType="begin"/>
    </w:r>
    <w:r w:rsidRPr="00F957A7">
      <w:rPr>
        <w:b/>
        <w:sz w:val="18"/>
      </w:rPr>
      <w:instrText xml:space="preserve"> PAGE  \* MERGEFORMAT </w:instrText>
    </w:r>
    <w:r w:rsidRPr="00F957A7">
      <w:rPr>
        <w:b/>
        <w:sz w:val="18"/>
      </w:rPr>
      <w:fldChar w:fldCharType="separate"/>
    </w:r>
    <w:r w:rsidRPr="00F957A7">
      <w:rPr>
        <w:b/>
        <w:noProof/>
        <w:sz w:val="18"/>
      </w:rPr>
      <w:t>2</w:t>
    </w:r>
    <w:r w:rsidRPr="00F957A7">
      <w:rPr>
        <w:b/>
        <w:sz w:val="18"/>
      </w:rPr>
      <w:fldChar w:fldCharType="end"/>
    </w:r>
    <w:r>
      <w:rPr>
        <w:b/>
        <w:sz w:val="18"/>
      </w:rPr>
      <w:tab/>
    </w:r>
    <w:r>
      <w:t>GE.20-04284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A5E" w:rsidRPr="00F957A7" w:rsidRDefault="008A2A5E" w:rsidP="00F957A7">
    <w:pPr>
      <w:pStyle w:val="Pieddepage"/>
      <w:tabs>
        <w:tab w:val="right" w:pos="9638"/>
      </w:tabs>
      <w:rPr>
        <w:b/>
        <w:sz w:val="18"/>
      </w:rPr>
    </w:pPr>
    <w:r>
      <w:t>GE.20-04284</w:t>
    </w:r>
    <w:r>
      <w:tab/>
    </w:r>
    <w:r w:rsidRPr="00F957A7">
      <w:rPr>
        <w:b/>
        <w:sz w:val="18"/>
      </w:rPr>
      <w:fldChar w:fldCharType="begin"/>
    </w:r>
    <w:r w:rsidRPr="00F957A7">
      <w:rPr>
        <w:b/>
        <w:sz w:val="18"/>
      </w:rPr>
      <w:instrText xml:space="preserve"> PAGE  \* MERGEFORMAT </w:instrText>
    </w:r>
    <w:r w:rsidRPr="00F957A7">
      <w:rPr>
        <w:b/>
        <w:sz w:val="18"/>
      </w:rPr>
      <w:fldChar w:fldCharType="separate"/>
    </w:r>
    <w:r w:rsidRPr="00F957A7">
      <w:rPr>
        <w:b/>
        <w:noProof/>
        <w:sz w:val="18"/>
      </w:rPr>
      <w:t>3</w:t>
    </w:r>
    <w:r w:rsidRPr="00F957A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A5E" w:rsidRPr="00F957A7" w:rsidRDefault="008A2A5E" w:rsidP="00F957A7">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20-04284  (F)    020620    0</w:t>
    </w:r>
    <w:r w:rsidR="00466C36">
      <w:rPr>
        <w:sz w:val="20"/>
      </w:rPr>
      <w:t>9</w:t>
    </w:r>
    <w:r>
      <w:rPr>
        <w:sz w:val="20"/>
      </w:rPr>
      <w:t>0620</w:t>
    </w:r>
    <w:r>
      <w:rPr>
        <w:sz w:val="20"/>
      </w:rPr>
      <w:br/>
    </w:r>
    <w:r w:rsidRPr="00F957A7">
      <w:rPr>
        <w:rFonts w:ascii="C39T30Lfz" w:hAnsi="C39T30Lfz"/>
        <w:sz w:val="56"/>
      </w:rPr>
      <w:t></w:t>
    </w:r>
    <w:r w:rsidRPr="00F957A7">
      <w:rPr>
        <w:rFonts w:ascii="C39T30Lfz" w:hAnsi="C39T30Lfz"/>
        <w:sz w:val="56"/>
      </w:rPr>
      <w:t></w:t>
    </w:r>
    <w:r w:rsidRPr="00F957A7">
      <w:rPr>
        <w:rFonts w:ascii="C39T30Lfz" w:hAnsi="C39T30Lfz"/>
        <w:sz w:val="56"/>
      </w:rPr>
      <w:t></w:t>
    </w:r>
    <w:r w:rsidRPr="00F957A7">
      <w:rPr>
        <w:rFonts w:ascii="C39T30Lfz" w:hAnsi="C39T30Lfz"/>
        <w:sz w:val="56"/>
      </w:rPr>
      <w:t></w:t>
    </w:r>
    <w:r w:rsidRPr="00F957A7">
      <w:rPr>
        <w:rFonts w:ascii="C39T30Lfz" w:hAnsi="C39T30Lfz"/>
        <w:sz w:val="56"/>
      </w:rPr>
      <w:t></w:t>
    </w:r>
    <w:r w:rsidRPr="00F957A7">
      <w:rPr>
        <w:rFonts w:ascii="C39T30Lfz" w:hAnsi="C39T30Lfz"/>
        <w:sz w:val="56"/>
      </w:rPr>
      <w:t></w:t>
    </w:r>
    <w:r w:rsidRPr="00F957A7">
      <w:rPr>
        <w:rFonts w:ascii="C39T30Lfz" w:hAnsi="C39T30Lfz"/>
        <w:sz w:val="56"/>
      </w:rPr>
      <w:t></w:t>
    </w:r>
    <w:r w:rsidRPr="00F957A7">
      <w:rPr>
        <w:rFonts w:ascii="C39T30Lfz" w:hAnsi="C39T30Lfz"/>
        <w:sz w:val="56"/>
      </w:rPr>
      <w:t></w:t>
    </w:r>
    <w:r w:rsidRPr="00F957A7">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A5E" w:rsidRPr="00AC3823" w:rsidRDefault="008A2A5E" w:rsidP="00AC3823">
      <w:pPr>
        <w:pStyle w:val="Pieddepage"/>
        <w:tabs>
          <w:tab w:val="right" w:pos="2155"/>
        </w:tabs>
        <w:spacing w:after="80" w:line="240" w:lineRule="atLeast"/>
        <w:ind w:left="680"/>
        <w:rPr>
          <w:u w:val="single"/>
        </w:rPr>
      </w:pPr>
      <w:r>
        <w:rPr>
          <w:u w:val="single"/>
        </w:rPr>
        <w:tab/>
      </w:r>
    </w:p>
  </w:footnote>
  <w:footnote w:type="continuationSeparator" w:id="0">
    <w:p w:rsidR="008A2A5E" w:rsidRPr="00AC3823" w:rsidRDefault="008A2A5E" w:rsidP="00AC3823">
      <w:pPr>
        <w:pStyle w:val="Pieddepage"/>
        <w:tabs>
          <w:tab w:val="right" w:pos="2155"/>
        </w:tabs>
        <w:spacing w:after="80" w:line="240" w:lineRule="atLeast"/>
        <w:ind w:left="680"/>
        <w:rPr>
          <w:u w:val="single"/>
        </w:rPr>
      </w:pPr>
      <w:r>
        <w:rPr>
          <w:u w:val="single"/>
        </w:rPr>
        <w:tab/>
      </w:r>
    </w:p>
  </w:footnote>
  <w:footnote w:type="continuationNotice" w:id="1">
    <w:p w:rsidR="008A2A5E" w:rsidRPr="00AC3823" w:rsidRDefault="008A2A5E">
      <w:pPr>
        <w:spacing w:line="240" w:lineRule="auto"/>
        <w:rPr>
          <w:sz w:val="2"/>
          <w:szCs w:val="2"/>
        </w:rPr>
      </w:pPr>
    </w:p>
  </w:footnote>
  <w:footnote w:id="2">
    <w:p w:rsidR="008A2A5E" w:rsidRPr="00682F76" w:rsidRDefault="008A2A5E" w:rsidP="00F957A7">
      <w:pPr>
        <w:pStyle w:val="Notedebasdepage"/>
        <w:rPr>
          <w:lang w:val="fr-FR"/>
        </w:rPr>
      </w:pPr>
      <w:r>
        <w:rPr>
          <w:lang w:val="fr-FR"/>
        </w:rPr>
        <w:tab/>
      </w:r>
      <w:r w:rsidRPr="00664355">
        <w:rPr>
          <w:rStyle w:val="Appelnotedebasdep"/>
        </w:rPr>
        <w:footnoteRef/>
      </w:r>
      <w:r>
        <w:rPr>
          <w:lang w:val="fr-FR"/>
        </w:rPr>
        <w:tab/>
        <w:t>Participation à distance.</w:t>
      </w:r>
    </w:p>
  </w:footnote>
  <w:footnote w:id="3">
    <w:p w:rsidR="008A2A5E" w:rsidRPr="00682F76" w:rsidRDefault="008A2A5E" w:rsidP="00F957A7">
      <w:pPr>
        <w:pStyle w:val="Notedebasdepage"/>
        <w:rPr>
          <w:lang w:val="fr-FR"/>
        </w:rPr>
      </w:pPr>
      <w:r>
        <w:rPr>
          <w:lang w:val="fr-FR"/>
        </w:rPr>
        <w:tab/>
      </w:r>
      <w:r w:rsidRPr="00664355">
        <w:rPr>
          <w:rStyle w:val="Appelnotedebasdep"/>
        </w:rPr>
        <w:footnoteRef/>
      </w:r>
      <w:r>
        <w:rPr>
          <w:lang w:val="fr-FR"/>
        </w:rPr>
        <w:tab/>
        <w:t xml:space="preserve">La CLEPA représentait aussi la </w:t>
      </w:r>
      <w:proofErr w:type="spellStart"/>
      <w:r>
        <w:rPr>
          <w:lang w:val="fr-FR"/>
        </w:rPr>
        <w:t>Motor</w:t>
      </w:r>
      <w:proofErr w:type="spellEnd"/>
      <w:r>
        <w:rPr>
          <w:lang w:val="fr-FR"/>
        </w:rPr>
        <w:t xml:space="preserve"> and Equipment </w:t>
      </w:r>
      <w:proofErr w:type="spellStart"/>
      <w:r>
        <w:rPr>
          <w:lang w:val="fr-FR"/>
        </w:rPr>
        <w:t>Manufacturers</w:t>
      </w:r>
      <w:proofErr w:type="spellEnd"/>
      <w:r>
        <w:rPr>
          <w:lang w:val="fr-FR"/>
        </w:rPr>
        <w:t xml:space="preserve"> Association (MEMA − Association des équipementiers des États-Unis d’Amérique) et la Japan Auto Parts Industries Association (JAPIA − Association des équipementiers japonais) (TRANS/WP.29/885, par. 4).</w:t>
      </w:r>
    </w:p>
  </w:footnote>
  <w:footnote w:id="4">
    <w:p w:rsidR="008A2A5E" w:rsidRPr="00D2054A" w:rsidRDefault="008A2A5E" w:rsidP="00F957A7">
      <w:pPr>
        <w:pStyle w:val="Notedebasdepage"/>
        <w:rPr>
          <w:lang w:val="fr-FR"/>
        </w:rPr>
      </w:pPr>
      <w:r>
        <w:rPr>
          <w:lang w:val="fr-FR"/>
        </w:rPr>
        <w:tab/>
      </w:r>
      <w:r w:rsidRPr="00664355">
        <w:rPr>
          <w:rStyle w:val="Appelnotedebasdep"/>
        </w:rPr>
        <w:footnoteRef/>
      </w:r>
      <w:r>
        <w:rPr>
          <w:lang w:val="fr-FR"/>
        </w:rPr>
        <w:tab/>
        <w:t xml:space="preserve">Participation à distance. </w:t>
      </w:r>
    </w:p>
  </w:footnote>
  <w:footnote w:id="5">
    <w:p w:rsidR="008A2A5E" w:rsidRPr="004D3F9D" w:rsidRDefault="008A2A5E" w:rsidP="00F957A7">
      <w:pPr>
        <w:pStyle w:val="Notedebasdepage"/>
        <w:rPr>
          <w:lang w:val="fr-FR"/>
        </w:rPr>
      </w:pPr>
      <w:r>
        <w:rPr>
          <w:lang w:val="fr-FR"/>
        </w:rPr>
        <w:tab/>
      </w:r>
      <w:r w:rsidRPr="00664355">
        <w:rPr>
          <w:rStyle w:val="Appelnotedebasdep"/>
        </w:rPr>
        <w:footnoteRef/>
      </w:r>
      <w:r>
        <w:rPr>
          <w:lang w:val="fr-FR"/>
        </w:rPr>
        <w:tab/>
        <w:t>Les représentants de la Bosnie-Herzégovine et de la Fédération de Russie ont participé à distance.</w:t>
      </w:r>
    </w:p>
  </w:footnote>
  <w:footnote w:id="6">
    <w:p w:rsidR="008A2A5E" w:rsidRPr="004D3F9D" w:rsidRDefault="008A2A5E" w:rsidP="00F957A7">
      <w:pPr>
        <w:pStyle w:val="Notedebasdepage"/>
        <w:rPr>
          <w:lang w:val="fr-FR"/>
        </w:rPr>
      </w:pPr>
      <w:r>
        <w:rPr>
          <w:lang w:val="fr-FR"/>
        </w:rPr>
        <w:tab/>
      </w:r>
      <w:r w:rsidRPr="00664355">
        <w:rPr>
          <w:rStyle w:val="Appelnotedebasdep"/>
        </w:rPr>
        <w:footnoteRef/>
      </w:r>
      <w:r>
        <w:rPr>
          <w:lang w:val="fr-FR"/>
        </w:rPr>
        <w:tab/>
        <w:t>Participant à distance.</w:t>
      </w:r>
    </w:p>
  </w:footnote>
  <w:footnote w:id="7">
    <w:p w:rsidR="008A2A5E" w:rsidRPr="004D3F9D" w:rsidRDefault="008A2A5E" w:rsidP="00F957A7">
      <w:pPr>
        <w:pStyle w:val="Notedebasdepage"/>
        <w:rPr>
          <w:lang w:val="fr-FR"/>
        </w:rPr>
      </w:pPr>
      <w:r>
        <w:rPr>
          <w:lang w:val="fr-FR"/>
        </w:rPr>
        <w:tab/>
      </w:r>
      <w:r w:rsidRPr="00664355">
        <w:rPr>
          <w:rStyle w:val="Appelnotedebasdep"/>
        </w:rPr>
        <w:footnoteRef/>
      </w:r>
      <w:r>
        <w:rPr>
          <w:lang w:val="fr-FR"/>
        </w:rPr>
        <w:tab/>
        <w:t>Les représentants du Pays-Bas et de la Fédération de Russie ont participé à distance.</w:t>
      </w:r>
    </w:p>
  </w:footnote>
  <w:footnote w:id="8">
    <w:p w:rsidR="008A2A5E" w:rsidRPr="00921284" w:rsidRDefault="008A2A5E">
      <w:pPr>
        <w:pStyle w:val="Notedebasdepage"/>
      </w:pPr>
      <w:r>
        <w:rPr>
          <w:rStyle w:val="Appelnotedebasdep"/>
        </w:rPr>
        <w:tab/>
      </w:r>
      <w:r w:rsidRPr="00921284">
        <w:rPr>
          <w:rStyle w:val="Appelnotedebasdep"/>
          <w:sz w:val="20"/>
          <w:vertAlign w:val="baseline"/>
        </w:rPr>
        <w:t>*</w:t>
      </w:r>
      <w:r>
        <w:rPr>
          <w:rStyle w:val="Appelnotedebasdep"/>
          <w:sz w:val="20"/>
          <w:vertAlign w:val="baseline"/>
        </w:rPr>
        <w:tab/>
      </w:r>
      <w:r>
        <w:rPr>
          <w:lang w:val="fr-FR"/>
        </w:rPr>
        <w:t>Les informations concernant les Parties contractantes (38), le Registre mondial et le Recueil des Règlements admissibles figurent dans le document ECE/TRANS/WP.29/1073/Rev.26.</w:t>
      </w:r>
    </w:p>
  </w:footnote>
  <w:footnote w:id="9">
    <w:p w:rsidR="008A2A5E" w:rsidRPr="004D3F9D" w:rsidRDefault="008A2A5E" w:rsidP="00F957A7">
      <w:pPr>
        <w:pStyle w:val="Notedebasdepage"/>
        <w:rPr>
          <w:lang w:val="fr-FR"/>
        </w:rPr>
      </w:pPr>
      <w:r>
        <w:rPr>
          <w:lang w:val="fr-FR"/>
        </w:rPr>
        <w:tab/>
      </w:r>
      <w:r w:rsidRPr="00664355">
        <w:rPr>
          <w:rStyle w:val="Appelnotedebasdep"/>
        </w:rPr>
        <w:footnoteRef/>
      </w:r>
      <w:r>
        <w:rPr>
          <w:lang w:val="fr-FR"/>
        </w:rPr>
        <w:tab/>
        <w:t xml:space="preserve">Coprésidents du groupe de travail informel. </w:t>
      </w:r>
    </w:p>
  </w:footnote>
  <w:footnote w:id="10">
    <w:p w:rsidR="008A2A5E" w:rsidRPr="004D3F9D" w:rsidRDefault="008A2A5E" w:rsidP="00F957A7">
      <w:pPr>
        <w:pStyle w:val="Notedebasdepage"/>
        <w:rPr>
          <w:lang w:val="fr-FR"/>
        </w:rPr>
      </w:pPr>
      <w:r>
        <w:rPr>
          <w:lang w:val="fr-FR"/>
        </w:rPr>
        <w:tab/>
      </w:r>
      <w:r w:rsidRPr="00664355">
        <w:rPr>
          <w:rStyle w:val="Appelnotedebasdep"/>
        </w:rPr>
        <w:footnoteRef/>
      </w:r>
      <w:r>
        <w:rPr>
          <w:lang w:val="fr-FR"/>
        </w:rPr>
        <w:tab/>
        <w:t>Sous réserve de confirmation politique.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A5E" w:rsidRPr="00F957A7" w:rsidRDefault="008A2A5E">
    <w:pPr>
      <w:pStyle w:val="En-tte"/>
    </w:pPr>
    <w:fldSimple w:instr=" TITLE  \* MERGEFORMAT ">
      <w:r>
        <w:t>ECE/TRANS/WP.29/1151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A5E" w:rsidRPr="00F957A7" w:rsidRDefault="008A2A5E" w:rsidP="00F957A7">
    <w:pPr>
      <w:pStyle w:val="En-tte"/>
      <w:jc w:val="right"/>
    </w:pPr>
    <w:fldSimple w:instr=" TITLE  \* MERGEFORMAT ">
      <w:r>
        <w:t>ECE/TRANS/WP.29/1151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3" w15:restartNumberingAfterBreak="0">
    <w:nsid w:val="0B7D6EA4"/>
    <w:multiLevelType w:val="hybridMultilevel"/>
    <w:tmpl w:val="84E839A4"/>
    <w:lvl w:ilvl="0" w:tplc="F80CA2A0">
      <w:start w:val="1"/>
      <w:numFmt w:val="upperLetter"/>
      <w:lvlText w:val="%1."/>
      <w:lvlJc w:val="left"/>
      <w:pPr>
        <w:ind w:left="1140" w:hanging="5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C4626F"/>
    <w:multiLevelType w:val="multilevel"/>
    <w:tmpl w:val="3176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7771614"/>
    <w:multiLevelType w:val="hybridMultilevel"/>
    <w:tmpl w:val="295E7AB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15:restartNumberingAfterBreak="0">
    <w:nsid w:val="46317B7C"/>
    <w:multiLevelType w:val="hybridMultilevel"/>
    <w:tmpl w:val="D0E6B7D4"/>
    <w:lvl w:ilvl="0" w:tplc="FCC81298">
      <w:start w:val="1"/>
      <w:numFmt w:val="upperLetter"/>
      <w:lvlText w:val="%1."/>
      <w:lvlJc w:val="left"/>
      <w:pPr>
        <w:ind w:left="1144" w:hanging="525"/>
      </w:pPr>
      <w:rPr>
        <w:rFonts w:hint="default"/>
      </w:rPr>
    </w:lvl>
    <w:lvl w:ilvl="1" w:tplc="04090019">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4"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6D31B11"/>
    <w:multiLevelType w:val="multilevel"/>
    <w:tmpl w:val="9B22EA08"/>
    <w:lvl w:ilvl="0">
      <w:start w:val="1"/>
      <w:numFmt w:val="decimal"/>
      <w:lvlText w:val="%1."/>
      <w:lvlJc w:val="left"/>
      <w:pPr>
        <w:ind w:left="562" w:hanging="420"/>
      </w:pPr>
    </w:lvl>
    <w:lvl w:ilvl="1">
      <w:start w:val="1"/>
      <w:numFmt w:val="aiueoFullWidth"/>
      <w:lvlText w:val="(%2)"/>
      <w:lvlJc w:val="left"/>
      <w:pPr>
        <w:ind w:left="982" w:hanging="420"/>
      </w:pPr>
    </w:lvl>
    <w:lvl w:ilvl="2">
      <w:start w:val="1"/>
      <w:numFmt w:val="decimalEnclosedCircle"/>
      <w:lvlText w:val="%3"/>
      <w:lvlJc w:val="left"/>
      <w:pPr>
        <w:ind w:left="1402" w:hanging="420"/>
      </w:pPr>
    </w:lvl>
    <w:lvl w:ilvl="3">
      <w:start w:val="1"/>
      <w:numFmt w:val="decimal"/>
      <w:lvlText w:val="%4."/>
      <w:lvlJc w:val="left"/>
      <w:pPr>
        <w:ind w:left="1822" w:hanging="420"/>
      </w:pPr>
    </w:lvl>
    <w:lvl w:ilvl="4">
      <w:start w:val="1"/>
      <w:numFmt w:val="aiueoFullWidth"/>
      <w:lvlText w:val="(%5)"/>
      <w:lvlJc w:val="left"/>
      <w:pPr>
        <w:ind w:left="2242" w:hanging="420"/>
      </w:pPr>
    </w:lvl>
    <w:lvl w:ilvl="5">
      <w:start w:val="1"/>
      <w:numFmt w:val="decimalEnclosedCircle"/>
      <w:lvlText w:val="%6"/>
      <w:lvlJc w:val="left"/>
      <w:pPr>
        <w:ind w:left="2662" w:hanging="420"/>
      </w:pPr>
    </w:lvl>
    <w:lvl w:ilvl="6">
      <w:start w:val="1"/>
      <w:numFmt w:val="decimal"/>
      <w:lvlText w:val="%7."/>
      <w:lvlJc w:val="left"/>
      <w:pPr>
        <w:ind w:left="3082" w:hanging="420"/>
      </w:pPr>
    </w:lvl>
    <w:lvl w:ilvl="7">
      <w:start w:val="1"/>
      <w:numFmt w:val="aiueoFullWidth"/>
      <w:lvlText w:val="(%8)"/>
      <w:lvlJc w:val="left"/>
      <w:pPr>
        <w:ind w:left="3502" w:hanging="420"/>
      </w:pPr>
    </w:lvl>
    <w:lvl w:ilvl="8">
      <w:start w:val="1"/>
      <w:numFmt w:val="decimalEnclosedCircle"/>
      <w:lvlText w:val="%9"/>
      <w:lvlJc w:val="left"/>
      <w:pPr>
        <w:ind w:left="3922" w:hanging="420"/>
      </w:pPr>
    </w:lvl>
  </w:abstractNum>
  <w:abstractNum w:abstractNumId="26" w15:restartNumberingAfterBreak="0">
    <w:nsid w:val="573D018D"/>
    <w:multiLevelType w:val="hybridMultilevel"/>
    <w:tmpl w:val="7D04A6EC"/>
    <w:lvl w:ilvl="0" w:tplc="E338950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57872959"/>
    <w:multiLevelType w:val="hybridMultilevel"/>
    <w:tmpl w:val="07D499BC"/>
    <w:lvl w:ilvl="0" w:tplc="08090003">
      <w:start w:val="1"/>
      <w:numFmt w:val="bullet"/>
      <w:lvlText w:val="o"/>
      <w:lvlJc w:val="left"/>
      <w:pPr>
        <w:ind w:left="2574" w:hanging="360"/>
      </w:pPr>
      <w:rPr>
        <w:rFonts w:ascii="Courier New" w:hAnsi="Courier New" w:cs="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74FF26D4"/>
    <w:multiLevelType w:val="multilevel"/>
    <w:tmpl w:val="239C6046"/>
    <w:lvl w:ilvl="0">
      <w:start w:val="2"/>
      <w:numFmt w:val="decimal"/>
      <w:lvlText w:val="%1."/>
      <w:lvlJc w:val="left"/>
      <w:pPr>
        <w:ind w:left="360" w:hanging="360"/>
      </w:pPr>
    </w:lvl>
    <w:lvl w:ilvl="1">
      <w:start w:val="1"/>
      <w:numFmt w:val="decimal"/>
      <w:lvlText w:val="%1.%2."/>
      <w:lvlJc w:val="left"/>
      <w:pPr>
        <w:ind w:left="360" w:hanging="360"/>
      </w:pPr>
      <w:rPr>
        <w:b/>
        <w:sz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E92710"/>
    <w:multiLevelType w:val="multilevel"/>
    <w:tmpl w:val="7848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2"/>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9"/>
  </w:num>
  <w:num w:numId="15">
    <w:abstractNumId w:val="22"/>
  </w:num>
  <w:num w:numId="16">
    <w:abstractNumId w:val="14"/>
  </w:num>
  <w:num w:numId="17">
    <w:abstractNumId w:val="19"/>
  </w:num>
  <w:num w:numId="18">
    <w:abstractNumId w:val="17"/>
  </w:num>
  <w:num w:numId="19">
    <w:abstractNumId w:val="11"/>
  </w:num>
  <w:num w:numId="20">
    <w:abstractNumId w:val="15"/>
  </w:num>
  <w:num w:numId="21">
    <w:abstractNumId w:val="20"/>
  </w:num>
  <w:num w:numId="22">
    <w:abstractNumId w:val="16"/>
  </w:num>
  <w:num w:numId="23">
    <w:abstractNumId w:val="28"/>
  </w:num>
  <w:num w:numId="24">
    <w:abstractNumId w:val="31"/>
  </w:num>
  <w:num w:numId="25">
    <w:abstractNumId w:val="26"/>
    <w:lvlOverride w:ilvl="0">
      <w:lvl w:ilvl="0" w:tplc="E3389502">
        <w:start w:val="1"/>
        <w:numFmt w:val="lowerLetter"/>
        <w:lvlText w:val="%1)"/>
        <w:lvlJc w:val="left"/>
        <w:pPr>
          <w:ind w:left="1854" w:hanging="360"/>
        </w:pPr>
        <w:rPr>
          <w:rFonts w:hint="default"/>
        </w:rPr>
      </w:lvl>
    </w:lvlOverride>
  </w:num>
  <w:num w:numId="26">
    <w:abstractNumId w:val="23"/>
  </w:num>
  <w:num w:numId="27">
    <w:abstractNumId w:val="1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1"/>
  </w:num>
  <w:num w:numId="35">
    <w:abstractNumId w:val="18"/>
  </w:num>
  <w:num w:numId="36">
    <w:abstractNumId w:val="32"/>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attachedTemplate r:id="rId1"/>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615E1"/>
    <w:rsid w:val="00017F94"/>
    <w:rsid w:val="00023842"/>
    <w:rsid w:val="000334F9"/>
    <w:rsid w:val="00045FEB"/>
    <w:rsid w:val="00061A04"/>
    <w:rsid w:val="0007796D"/>
    <w:rsid w:val="00093E3E"/>
    <w:rsid w:val="000940CC"/>
    <w:rsid w:val="000B7790"/>
    <w:rsid w:val="000C22C7"/>
    <w:rsid w:val="00100634"/>
    <w:rsid w:val="00111F2F"/>
    <w:rsid w:val="001121C2"/>
    <w:rsid w:val="00136EC5"/>
    <w:rsid w:val="0014158C"/>
    <w:rsid w:val="0014365E"/>
    <w:rsid w:val="00143C66"/>
    <w:rsid w:val="00157D22"/>
    <w:rsid w:val="00176178"/>
    <w:rsid w:val="0017734B"/>
    <w:rsid w:val="00191222"/>
    <w:rsid w:val="001A140E"/>
    <w:rsid w:val="001D3969"/>
    <w:rsid w:val="001D399B"/>
    <w:rsid w:val="001F525A"/>
    <w:rsid w:val="00204D27"/>
    <w:rsid w:val="00215118"/>
    <w:rsid w:val="00223272"/>
    <w:rsid w:val="00223DAE"/>
    <w:rsid w:val="0024779E"/>
    <w:rsid w:val="00257168"/>
    <w:rsid w:val="002744B8"/>
    <w:rsid w:val="002832AC"/>
    <w:rsid w:val="0029299F"/>
    <w:rsid w:val="002B4FD3"/>
    <w:rsid w:val="002D7C93"/>
    <w:rsid w:val="002F61BC"/>
    <w:rsid w:val="0030350B"/>
    <w:rsid w:val="00305801"/>
    <w:rsid w:val="0031744B"/>
    <w:rsid w:val="00337BB2"/>
    <w:rsid w:val="003412CF"/>
    <w:rsid w:val="003417E7"/>
    <w:rsid w:val="00345A70"/>
    <w:rsid w:val="00346587"/>
    <w:rsid w:val="00357AB4"/>
    <w:rsid w:val="003613CA"/>
    <w:rsid w:val="003916DE"/>
    <w:rsid w:val="003A679E"/>
    <w:rsid w:val="003B6E4E"/>
    <w:rsid w:val="003C6872"/>
    <w:rsid w:val="00421996"/>
    <w:rsid w:val="004269A2"/>
    <w:rsid w:val="00441C3B"/>
    <w:rsid w:val="00446FE5"/>
    <w:rsid w:val="00452396"/>
    <w:rsid w:val="00466C36"/>
    <w:rsid w:val="004837D8"/>
    <w:rsid w:val="004B0130"/>
    <w:rsid w:val="004B5D4E"/>
    <w:rsid w:val="004C40C4"/>
    <w:rsid w:val="004E2EED"/>
    <w:rsid w:val="004E468C"/>
    <w:rsid w:val="004F3144"/>
    <w:rsid w:val="004F3EFE"/>
    <w:rsid w:val="005255C5"/>
    <w:rsid w:val="005456A7"/>
    <w:rsid w:val="00546A6B"/>
    <w:rsid w:val="005505B7"/>
    <w:rsid w:val="0055689E"/>
    <w:rsid w:val="005615E1"/>
    <w:rsid w:val="00573BE5"/>
    <w:rsid w:val="0057495B"/>
    <w:rsid w:val="00575B86"/>
    <w:rsid w:val="00586ED3"/>
    <w:rsid w:val="00596AA9"/>
    <w:rsid w:val="005A0C9F"/>
    <w:rsid w:val="005F3435"/>
    <w:rsid w:val="00624CBD"/>
    <w:rsid w:val="00657974"/>
    <w:rsid w:val="00657B1A"/>
    <w:rsid w:val="00662D63"/>
    <w:rsid w:val="00665F8C"/>
    <w:rsid w:val="006840D8"/>
    <w:rsid w:val="00690149"/>
    <w:rsid w:val="00695A6F"/>
    <w:rsid w:val="006B1A38"/>
    <w:rsid w:val="006B7AA7"/>
    <w:rsid w:val="006D7E1F"/>
    <w:rsid w:val="006E0B34"/>
    <w:rsid w:val="006E0C04"/>
    <w:rsid w:val="006F30BE"/>
    <w:rsid w:val="00705E10"/>
    <w:rsid w:val="0071601D"/>
    <w:rsid w:val="007610AE"/>
    <w:rsid w:val="00761DFA"/>
    <w:rsid w:val="007649B3"/>
    <w:rsid w:val="007670E0"/>
    <w:rsid w:val="007805C2"/>
    <w:rsid w:val="007865FA"/>
    <w:rsid w:val="007971DB"/>
    <w:rsid w:val="007A62E6"/>
    <w:rsid w:val="007F20FA"/>
    <w:rsid w:val="0080684C"/>
    <w:rsid w:val="0082772E"/>
    <w:rsid w:val="00837343"/>
    <w:rsid w:val="00851BC0"/>
    <w:rsid w:val="00862A8D"/>
    <w:rsid w:val="00871C75"/>
    <w:rsid w:val="0087279F"/>
    <w:rsid w:val="008776DC"/>
    <w:rsid w:val="0089273D"/>
    <w:rsid w:val="008A2A5E"/>
    <w:rsid w:val="008A6B2C"/>
    <w:rsid w:val="008A7FEB"/>
    <w:rsid w:val="008B30F2"/>
    <w:rsid w:val="008C6DC8"/>
    <w:rsid w:val="00921284"/>
    <w:rsid w:val="009446C0"/>
    <w:rsid w:val="009504C9"/>
    <w:rsid w:val="009705C8"/>
    <w:rsid w:val="009B3442"/>
    <w:rsid w:val="009B5CCF"/>
    <w:rsid w:val="009C1CF4"/>
    <w:rsid w:val="009C29B3"/>
    <w:rsid w:val="009F6B74"/>
    <w:rsid w:val="009F70B1"/>
    <w:rsid w:val="00A3029F"/>
    <w:rsid w:val="00A30353"/>
    <w:rsid w:val="00A52A98"/>
    <w:rsid w:val="00A53295"/>
    <w:rsid w:val="00A64CBA"/>
    <w:rsid w:val="00A77399"/>
    <w:rsid w:val="00A8657E"/>
    <w:rsid w:val="00AB3880"/>
    <w:rsid w:val="00AB4E6B"/>
    <w:rsid w:val="00AC3823"/>
    <w:rsid w:val="00AE323C"/>
    <w:rsid w:val="00AF0CB5"/>
    <w:rsid w:val="00B00181"/>
    <w:rsid w:val="00B00B0D"/>
    <w:rsid w:val="00B00DC1"/>
    <w:rsid w:val="00B15CF9"/>
    <w:rsid w:val="00B45F2E"/>
    <w:rsid w:val="00B552B7"/>
    <w:rsid w:val="00B55770"/>
    <w:rsid w:val="00B60197"/>
    <w:rsid w:val="00B675EF"/>
    <w:rsid w:val="00B72E27"/>
    <w:rsid w:val="00B765F7"/>
    <w:rsid w:val="00BA0CA9"/>
    <w:rsid w:val="00BB11F0"/>
    <w:rsid w:val="00BB31B6"/>
    <w:rsid w:val="00BC3024"/>
    <w:rsid w:val="00BC7D9C"/>
    <w:rsid w:val="00C02897"/>
    <w:rsid w:val="00C440A9"/>
    <w:rsid w:val="00C44E33"/>
    <w:rsid w:val="00C561CD"/>
    <w:rsid w:val="00C9674D"/>
    <w:rsid w:val="00C97039"/>
    <w:rsid w:val="00CA02A6"/>
    <w:rsid w:val="00CB2BE6"/>
    <w:rsid w:val="00D0739D"/>
    <w:rsid w:val="00D3439C"/>
    <w:rsid w:val="00D34F33"/>
    <w:rsid w:val="00D64D4A"/>
    <w:rsid w:val="00D94E33"/>
    <w:rsid w:val="00DB1831"/>
    <w:rsid w:val="00DD39E7"/>
    <w:rsid w:val="00DD3BFD"/>
    <w:rsid w:val="00DF6662"/>
    <w:rsid w:val="00DF6678"/>
    <w:rsid w:val="00E0299A"/>
    <w:rsid w:val="00E070E1"/>
    <w:rsid w:val="00E51AB7"/>
    <w:rsid w:val="00E5265A"/>
    <w:rsid w:val="00E75C87"/>
    <w:rsid w:val="00E85C74"/>
    <w:rsid w:val="00EA6547"/>
    <w:rsid w:val="00EA7901"/>
    <w:rsid w:val="00ED2284"/>
    <w:rsid w:val="00EF2E22"/>
    <w:rsid w:val="00EF5850"/>
    <w:rsid w:val="00F14E02"/>
    <w:rsid w:val="00F16541"/>
    <w:rsid w:val="00F2516F"/>
    <w:rsid w:val="00F32FF5"/>
    <w:rsid w:val="00F35BAF"/>
    <w:rsid w:val="00F55BAF"/>
    <w:rsid w:val="00F660DF"/>
    <w:rsid w:val="00F94664"/>
    <w:rsid w:val="00F9573C"/>
    <w:rsid w:val="00F957A7"/>
    <w:rsid w:val="00F95C08"/>
    <w:rsid w:val="00FA2030"/>
    <w:rsid w:val="00FA4BE6"/>
    <w:rsid w:val="00FF229C"/>
    <w:rsid w:val="00FF6C5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586703"/>
  <w15:docId w15:val="{1E0002A5-37F9-4843-9371-1B5754DC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F957A7"/>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F957A7"/>
    <w:rPr>
      <w:rFonts w:ascii="Times New Roman" w:eastAsiaTheme="minorHAnsi" w:hAnsi="Times New Roman" w:cs="Times New Roman"/>
      <w:sz w:val="20"/>
      <w:szCs w:val="20"/>
      <w:lang w:eastAsia="en-US"/>
    </w:rPr>
  </w:style>
  <w:style w:type="character" w:customStyle="1" w:styleId="H1GChar">
    <w:name w:val="_ H_1_G Char"/>
    <w:link w:val="H1G"/>
    <w:rsid w:val="00F957A7"/>
    <w:rPr>
      <w:rFonts w:ascii="Times New Roman" w:eastAsiaTheme="minorHAnsi" w:hAnsi="Times New Roman" w:cs="Times New Roman"/>
      <w:b/>
      <w:sz w:val="24"/>
      <w:szCs w:val="20"/>
      <w:lang w:eastAsia="en-US"/>
    </w:rPr>
  </w:style>
  <w:style w:type="paragraph" w:styleId="Rvision">
    <w:name w:val="Revision"/>
    <w:hidden/>
    <w:uiPriority w:val="99"/>
    <w:semiHidden/>
    <w:rsid w:val="00F957A7"/>
    <w:pPr>
      <w:spacing w:after="0" w:line="240" w:lineRule="auto"/>
    </w:pPr>
    <w:rPr>
      <w:rFonts w:ascii="Times New Roman" w:hAnsi="Times New Roman" w:cs="Times New Roman"/>
      <w:sz w:val="20"/>
      <w:szCs w:val="20"/>
      <w:lang w:val="en-GB" w:eastAsia="fr-FR"/>
    </w:rPr>
  </w:style>
  <w:style w:type="character" w:styleId="Mentionnonrsolue">
    <w:name w:val="Unresolved Mention"/>
    <w:basedOn w:val="Policepardfaut"/>
    <w:uiPriority w:val="99"/>
    <w:semiHidden/>
    <w:unhideWhenUsed/>
    <w:rsid w:val="00DD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070323">
      <w:bodyDiv w:val="1"/>
      <w:marLeft w:val="0"/>
      <w:marRight w:val="0"/>
      <w:marTop w:val="0"/>
      <w:marBottom w:val="0"/>
      <w:divBdr>
        <w:top w:val="none" w:sz="0" w:space="0" w:color="auto"/>
        <w:left w:val="none" w:sz="0" w:space="0" w:color="auto"/>
        <w:bottom w:val="none" w:sz="0" w:space="0" w:color="auto"/>
        <w:right w:val="none" w:sz="0" w:space="0" w:color="auto"/>
      </w:divBdr>
      <w:divsChild>
        <w:div w:id="712774661">
          <w:marLeft w:val="0"/>
          <w:marRight w:val="0"/>
          <w:marTop w:val="0"/>
          <w:marBottom w:val="0"/>
          <w:divBdr>
            <w:top w:val="none" w:sz="0" w:space="0" w:color="auto"/>
            <w:left w:val="none" w:sz="0" w:space="0" w:color="auto"/>
            <w:bottom w:val="none" w:sz="0" w:space="0" w:color="auto"/>
            <w:right w:val="none" w:sz="0" w:space="0" w:color="auto"/>
          </w:divBdr>
        </w:div>
      </w:divsChild>
    </w:div>
    <w:div w:id="783964720">
      <w:bodyDiv w:val="1"/>
      <w:marLeft w:val="0"/>
      <w:marRight w:val="0"/>
      <w:marTop w:val="0"/>
      <w:marBottom w:val="0"/>
      <w:divBdr>
        <w:top w:val="none" w:sz="0" w:space="0" w:color="auto"/>
        <w:left w:val="none" w:sz="0" w:space="0" w:color="auto"/>
        <w:bottom w:val="none" w:sz="0" w:space="0" w:color="auto"/>
        <w:right w:val="none" w:sz="0" w:space="0" w:color="auto"/>
      </w:divBdr>
      <w:divsChild>
        <w:div w:id="1159273679">
          <w:marLeft w:val="0"/>
          <w:marRight w:val="0"/>
          <w:marTop w:val="0"/>
          <w:marBottom w:val="0"/>
          <w:divBdr>
            <w:top w:val="none" w:sz="0" w:space="0" w:color="auto"/>
            <w:left w:val="none" w:sz="0" w:space="0" w:color="auto"/>
            <w:bottom w:val="none" w:sz="0" w:space="0" w:color="auto"/>
            <w:right w:val="none" w:sz="0" w:space="0" w:color="auto"/>
          </w:divBdr>
        </w:div>
      </w:divsChild>
    </w:div>
    <w:div w:id="1690371722">
      <w:bodyDiv w:val="1"/>
      <w:marLeft w:val="0"/>
      <w:marRight w:val="0"/>
      <w:marTop w:val="0"/>
      <w:marBottom w:val="0"/>
      <w:divBdr>
        <w:top w:val="none" w:sz="0" w:space="0" w:color="auto"/>
        <w:left w:val="none" w:sz="0" w:space="0" w:color="auto"/>
        <w:bottom w:val="none" w:sz="0" w:space="0" w:color="auto"/>
        <w:right w:val="none" w:sz="0" w:space="0" w:color="auto"/>
      </w:divBdr>
      <w:divsChild>
        <w:div w:id="2008288993">
          <w:marLeft w:val="0"/>
          <w:marRight w:val="0"/>
          <w:marTop w:val="0"/>
          <w:marBottom w:val="0"/>
          <w:divBdr>
            <w:top w:val="none" w:sz="0" w:space="0" w:color="auto"/>
            <w:left w:val="none" w:sz="0" w:space="0" w:color="auto"/>
            <w:bottom w:val="none" w:sz="0" w:space="0" w:color="auto"/>
            <w:right w:val="none" w:sz="0" w:space="0" w:color="auto"/>
          </w:divBdr>
        </w:div>
      </w:divsChild>
    </w:div>
    <w:div w:id="1715227659">
      <w:bodyDiv w:val="1"/>
      <w:marLeft w:val="0"/>
      <w:marRight w:val="0"/>
      <w:marTop w:val="0"/>
      <w:marBottom w:val="0"/>
      <w:divBdr>
        <w:top w:val="none" w:sz="0" w:space="0" w:color="auto"/>
        <w:left w:val="none" w:sz="0" w:space="0" w:color="auto"/>
        <w:bottom w:val="none" w:sz="0" w:space="0" w:color="auto"/>
        <w:right w:val="none" w:sz="0" w:space="0" w:color="auto"/>
      </w:divBdr>
      <w:divsChild>
        <w:div w:id="2065399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29/wp29wgs/wp29gen/wp29fdocstt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edoardo.gianotti@un.org" TargetMode="External"/><Relationship Id="rId4" Type="http://schemas.openxmlformats.org/officeDocument/2006/relationships/webSettings" Target="webSettings.xml"/><Relationship Id="rId9" Type="http://schemas.openxmlformats.org/officeDocument/2006/relationships/hyperlink" Target="https://wiki.unece.org/display/TRAN/Home"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51</Pages>
  <Words>20264</Words>
  <Characters>115506</Characters>
  <Application>Microsoft Office Word</Application>
  <DocSecurity>0</DocSecurity>
  <Lines>962</Lines>
  <Paragraphs>270</Paragraphs>
  <ScaleCrop>false</ScaleCrop>
  <HeadingPairs>
    <vt:vector size="2" baseType="variant">
      <vt:variant>
        <vt:lpstr>Titre</vt:lpstr>
      </vt:variant>
      <vt:variant>
        <vt:i4>1</vt:i4>
      </vt:variant>
    </vt:vector>
  </HeadingPairs>
  <TitlesOfParts>
    <vt:vector size="1" baseType="lpstr">
      <vt:lpstr>ECE/TRANS/WP.29/1151</vt:lpstr>
    </vt:vector>
  </TitlesOfParts>
  <Company>DCM</Company>
  <LinksUpToDate>false</LinksUpToDate>
  <CharactersWithSpaces>135500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ECE/TRANS/WP.29/1151</dc:title>
  <dc:subject/>
  <dc:creator>Brianne MAGNAT</dc:creator>
  <cp:keywords/>
  <cp:lastModifiedBy>Brianne Magnat</cp:lastModifiedBy>
  <cp:revision>2</cp:revision>
  <cp:lastPrinted>2020-06-05T09:57:00Z</cp:lastPrinted>
  <dcterms:created xsi:type="dcterms:W3CDTF">2020-06-09T09:59:00Z</dcterms:created>
  <dcterms:modified xsi:type="dcterms:W3CDTF">2020-06-09T09:59:00Z</dcterms:modified>
</cp:coreProperties>
</file>