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E52109" w14:paraId="7311E04C" w14:textId="77777777" w:rsidTr="006476E1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33795F" w14:textId="77777777" w:rsidR="00E52109" w:rsidRPr="002A32CB" w:rsidRDefault="00E52109" w:rsidP="004858F5"/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C3D2A2" w14:textId="77777777" w:rsidR="00E52109" w:rsidRDefault="00E52109" w:rsidP="006476E1">
            <w:pPr>
              <w:spacing w:after="80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744F44" w14:textId="77777777" w:rsidR="00E52109" w:rsidRDefault="004A1759" w:rsidP="004A1759">
            <w:pPr>
              <w:suppressAutoHyphens w:val="0"/>
              <w:jc w:val="right"/>
            </w:pPr>
            <w:r w:rsidRPr="004A1759">
              <w:rPr>
                <w:sz w:val="40"/>
              </w:rPr>
              <w:t>ST</w:t>
            </w:r>
            <w:r>
              <w:t>/SG/AC.10/C.4/77</w:t>
            </w:r>
          </w:p>
        </w:tc>
      </w:tr>
      <w:tr w:rsidR="00E52109" w14:paraId="34BD5085" w14:textId="77777777" w:rsidTr="006476E1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0FD6B73A" w14:textId="77777777" w:rsidR="00E52109" w:rsidRDefault="00E52109" w:rsidP="006476E1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BF2E98D" wp14:editId="40F6B664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3B3FEA09" w14:textId="77777777" w:rsidR="00E52109" w:rsidRDefault="00D94B05" w:rsidP="006476E1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1E023D6E" w14:textId="77777777" w:rsidR="00D94B05" w:rsidRDefault="004A1759" w:rsidP="004A1759">
            <w:pPr>
              <w:suppressAutoHyphens w:val="0"/>
              <w:spacing w:before="240" w:line="240" w:lineRule="exact"/>
            </w:pPr>
            <w:r>
              <w:t>Distr.: General</w:t>
            </w:r>
          </w:p>
          <w:p w14:paraId="56FB567D" w14:textId="77777777" w:rsidR="004A1759" w:rsidRDefault="004A1759" w:rsidP="004A1759">
            <w:pPr>
              <w:suppressAutoHyphens w:val="0"/>
              <w:spacing w:line="240" w:lineRule="exact"/>
            </w:pPr>
            <w:r>
              <w:t>18 February 2020</w:t>
            </w:r>
          </w:p>
          <w:p w14:paraId="0331D5BA" w14:textId="77777777" w:rsidR="004A1759" w:rsidRDefault="004A1759" w:rsidP="004A1759">
            <w:pPr>
              <w:suppressAutoHyphens w:val="0"/>
              <w:spacing w:line="240" w:lineRule="exact"/>
            </w:pPr>
          </w:p>
          <w:p w14:paraId="29E0EBA8" w14:textId="77777777" w:rsidR="004A1759" w:rsidRDefault="004A1759" w:rsidP="004A1759">
            <w:pPr>
              <w:suppressAutoHyphens w:val="0"/>
              <w:spacing w:line="240" w:lineRule="exact"/>
            </w:pPr>
            <w:r>
              <w:t>Original: English</w:t>
            </w:r>
          </w:p>
        </w:tc>
      </w:tr>
    </w:tbl>
    <w:p w14:paraId="5DC6C98B" w14:textId="77777777" w:rsidR="008631D8" w:rsidRPr="00283442" w:rsidRDefault="008631D8" w:rsidP="008631D8">
      <w:pPr>
        <w:spacing w:before="120"/>
        <w:rPr>
          <w:b/>
          <w:sz w:val="24"/>
          <w:szCs w:val="24"/>
          <w:lang w:val="en-US"/>
        </w:rPr>
      </w:pPr>
      <w:r w:rsidRPr="00283442">
        <w:rPr>
          <w:b/>
          <w:sz w:val="24"/>
          <w:szCs w:val="24"/>
          <w:lang w:val="en-US"/>
        </w:rPr>
        <w:t>Committee of Experts on the Transport of Dangerous Goods</w:t>
      </w:r>
      <w:r w:rsidRPr="00283442">
        <w:rPr>
          <w:b/>
          <w:sz w:val="24"/>
          <w:szCs w:val="24"/>
          <w:lang w:val="en-US"/>
        </w:rPr>
        <w:br/>
        <w:t>and on the Globally Harmonized System of Classification</w:t>
      </w:r>
      <w:r w:rsidRPr="00283442">
        <w:rPr>
          <w:b/>
          <w:sz w:val="24"/>
          <w:szCs w:val="24"/>
          <w:lang w:val="en-US"/>
        </w:rPr>
        <w:br/>
        <w:t>and Labelling of Chemicals</w:t>
      </w:r>
    </w:p>
    <w:p w14:paraId="2E2EC16C" w14:textId="77777777" w:rsidR="008631D8" w:rsidRPr="00283442" w:rsidRDefault="008631D8" w:rsidP="008631D8">
      <w:pPr>
        <w:spacing w:before="120"/>
        <w:rPr>
          <w:rFonts w:ascii="Helv" w:hAnsi="Helv" w:cs="Helv"/>
          <w:b/>
          <w:color w:val="000000"/>
          <w:lang w:val="en-US"/>
        </w:rPr>
      </w:pPr>
      <w:r w:rsidRPr="00283442">
        <w:rPr>
          <w:b/>
          <w:lang w:val="en-US"/>
        </w:rPr>
        <w:t>Sub-Committee of Experts on the Globally Harmonized</w:t>
      </w:r>
      <w:r w:rsidRPr="00283442">
        <w:rPr>
          <w:b/>
          <w:lang w:val="en-US"/>
        </w:rPr>
        <w:br/>
        <w:t>System of Classification and Labelling of Chemicals</w:t>
      </w:r>
    </w:p>
    <w:p w14:paraId="52BF239A" w14:textId="77777777" w:rsidR="008631D8" w:rsidRPr="00283442" w:rsidRDefault="008631D8" w:rsidP="008631D8">
      <w:pPr>
        <w:spacing w:before="120"/>
        <w:rPr>
          <w:b/>
        </w:rPr>
      </w:pPr>
      <w:r w:rsidRPr="00283442">
        <w:rPr>
          <w:b/>
          <w:bCs/>
        </w:rPr>
        <w:t>T</w:t>
      </w:r>
      <w:r>
        <w:rPr>
          <w:b/>
          <w:bCs/>
        </w:rPr>
        <w:t>hirty-ninth</w:t>
      </w:r>
      <w:r w:rsidRPr="00283442">
        <w:rPr>
          <w:b/>
          <w:bCs/>
        </w:rPr>
        <w:t xml:space="preserve"> session</w:t>
      </w:r>
    </w:p>
    <w:p w14:paraId="09C59CD8" w14:textId="77777777" w:rsidR="008631D8" w:rsidRPr="00283442" w:rsidRDefault="008631D8" w:rsidP="008631D8">
      <w:pPr>
        <w:jc w:val="both"/>
      </w:pPr>
      <w:r w:rsidRPr="00283442">
        <w:t xml:space="preserve">Geneva, </w:t>
      </w:r>
      <w:r>
        <w:t>8-10 July 2020</w:t>
      </w:r>
    </w:p>
    <w:p w14:paraId="7D1ED266" w14:textId="77777777" w:rsidR="008631D8" w:rsidRPr="00283442" w:rsidRDefault="008631D8" w:rsidP="008631D8">
      <w:pPr>
        <w:jc w:val="both"/>
        <w:rPr>
          <w:lang w:val="en-US"/>
        </w:rPr>
      </w:pPr>
      <w:r w:rsidRPr="00283442">
        <w:rPr>
          <w:lang w:val="en-US"/>
        </w:rPr>
        <w:t>Item 1 of the provisional agenda</w:t>
      </w:r>
    </w:p>
    <w:p w14:paraId="227A7B48" w14:textId="77777777" w:rsidR="008631D8" w:rsidRPr="00283442" w:rsidRDefault="008631D8" w:rsidP="008631D8">
      <w:pPr>
        <w:jc w:val="both"/>
        <w:rPr>
          <w:b/>
        </w:rPr>
      </w:pPr>
      <w:r w:rsidRPr="00283442">
        <w:rPr>
          <w:b/>
          <w:lang w:val="en-US"/>
        </w:rPr>
        <w:t>Adoption of the agenda</w:t>
      </w:r>
    </w:p>
    <w:p w14:paraId="4FD8461B" w14:textId="77777777" w:rsidR="008631D8" w:rsidRPr="00283442" w:rsidRDefault="008631D8" w:rsidP="008631D8">
      <w:pPr>
        <w:pStyle w:val="HChG"/>
        <w:keepNext w:val="0"/>
        <w:keepLines w:val="0"/>
        <w:rPr>
          <w:b w:val="0"/>
        </w:rPr>
      </w:pPr>
      <w:r w:rsidRPr="00283442">
        <w:tab/>
      </w:r>
      <w:r w:rsidRPr="00283442">
        <w:tab/>
        <w:t>Provisional agenda for the t</w:t>
      </w:r>
      <w:r>
        <w:t>hirty-ninth</w:t>
      </w:r>
      <w:r w:rsidRPr="00283442">
        <w:t xml:space="preserve"> session</w:t>
      </w:r>
      <w:r w:rsidR="009A51E7" w:rsidRPr="009A51E7">
        <w:rPr>
          <w:rStyle w:val="FootnoteReference"/>
          <w:sz w:val="20"/>
          <w:vertAlign w:val="baseline"/>
        </w:rPr>
        <w:footnoteReference w:customMarkFollows="1" w:id="2"/>
        <w:t>*</w:t>
      </w:r>
      <w:r w:rsidR="009A51E7" w:rsidRPr="009A51E7">
        <w:rPr>
          <w:sz w:val="20"/>
          <w:vertAlign w:val="superscript"/>
        </w:rPr>
        <w:t>,</w:t>
      </w:r>
      <w:r w:rsidRPr="00283442">
        <w:t xml:space="preserve"> </w:t>
      </w:r>
      <w:r w:rsidR="009A51E7" w:rsidRPr="009A51E7">
        <w:rPr>
          <w:rStyle w:val="FootnoteReference"/>
          <w:sz w:val="20"/>
          <w:vertAlign w:val="baseline"/>
        </w:rPr>
        <w:footnoteReference w:customMarkFollows="1" w:id="3"/>
        <w:t>**</w:t>
      </w:r>
      <w:r w:rsidR="009A51E7" w:rsidRPr="009A51E7">
        <w:rPr>
          <w:sz w:val="20"/>
          <w:vertAlign w:val="superscript"/>
        </w:rPr>
        <w:t>,</w:t>
      </w:r>
      <w:r w:rsidR="009A51E7">
        <w:rPr>
          <w:sz w:val="20"/>
        </w:rPr>
        <w:t xml:space="preserve"> </w:t>
      </w:r>
      <w:r w:rsidR="009A51E7" w:rsidRPr="009A51E7">
        <w:rPr>
          <w:rStyle w:val="FootnoteReference"/>
          <w:sz w:val="20"/>
          <w:vertAlign w:val="baseline"/>
        </w:rPr>
        <w:footnoteReference w:customMarkFollows="1" w:id="4"/>
        <w:t>***</w:t>
      </w:r>
    </w:p>
    <w:p w14:paraId="3706688E" w14:textId="77777777" w:rsidR="008631D8" w:rsidRPr="00283442" w:rsidRDefault="008631D8" w:rsidP="008631D8">
      <w:pPr>
        <w:pStyle w:val="H56G"/>
        <w:keepNext w:val="0"/>
        <w:keepLines w:val="0"/>
      </w:pPr>
      <w:r w:rsidRPr="00283442">
        <w:tab/>
      </w:r>
      <w:r w:rsidRPr="00283442">
        <w:tab/>
      </w:r>
      <w:r w:rsidR="00DF2224">
        <w:t>T</w:t>
      </w:r>
      <w:r w:rsidRPr="00283442">
        <w:t>o be held at the Palais des Nations, Geneva</w:t>
      </w:r>
      <w:r>
        <w:t>,</w:t>
      </w:r>
      <w:r w:rsidRPr="00283442">
        <w:t xml:space="preserve"> starting at </w:t>
      </w:r>
      <w:r>
        <w:t xml:space="preserve">14:30 </w:t>
      </w:r>
      <w:r w:rsidRPr="00283442">
        <w:t xml:space="preserve">on </w:t>
      </w:r>
      <w:r>
        <w:t>Wednesday</w:t>
      </w:r>
      <w:r w:rsidRPr="00283442">
        <w:t xml:space="preserve"> </w:t>
      </w:r>
      <w:r>
        <w:t>8 July 2020</w:t>
      </w:r>
    </w:p>
    <w:p w14:paraId="0BE5D4E6" w14:textId="77777777" w:rsidR="008631D8" w:rsidRPr="008631D8" w:rsidRDefault="008631D8" w:rsidP="008631D8">
      <w:pPr>
        <w:pStyle w:val="SingleTxtG"/>
      </w:pPr>
      <w:r w:rsidRPr="008631D8">
        <w:t>1.</w:t>
      </w:r>
      <w:r w:rsidRPr="008631D8">
        <w:tab/>
        <w:t>Adoption of the agenda.</w:t>
      </w:r>
    </w:p>
    <w:p w14:paraId="0B252FB5" w14:textId="77777777" w:rsidR="008631D8" w:rsidRPr="008631D8" w:rsidRDefault="008631D8" w:rsidP="008631D8">
      <w:pPr>
        <w:pStyle w:val="SingleTxtG"/>
      </w:pPr>
      <w:r w:rsidRPr="008631D8">
        <w:t>2.</w:t>
      </w:r>
      <w:r w:rsidRPr="008631D8">
        <w:tab/>
        <w:t>Classification criteria and related hazard communication:</w:t>
      </w:r>
    </w:p>
    <w:p w14:paraId="2CA3F66A" w14:textId="77777777" w:rsidR="008631D8" w:rsidRDefault="008631D8" w:rsidP="008631D8">
      <w:pPr>
        <w:pStyle w:val="SingleTxtG"/>
        <w:spacing w:line="220" w:lineRule="exact"/>
        <w:ind w:left="2268" w:hanging="567"/>
      </w:pPr>
      <w:r w:rsidRPr="00283442">
        <w:t>(</w:t>
      </w:r>
      <w:r>
        <w:t>a</w:t>
      </w:r>
      <w:r w:rsidRPr="00283442">
        <w:t>)</w:t>
      </w:r>
      <w:r w:rsidRPr="00283442">
        <w:tab/>
        <w:t>Work of the Sub-Committee of Experts on the Transport of Dangerous Goods (TDG)</w:t>
      </w:r>
      <w:r>
        <w:t xml:space="preserve"> on matters of interest to the GHS Sub-Committee</w:t>
      </w:r>
      <w:r>
        <w:rPr>
          <w:rStyle w:val="FootnoteReference"/>
        </w:rPr>
        <w:footnoteReference w:id="5"/>
      </w:r>
      <w:r>
        <w:t>;</w:t>
      </w:r>
    </w:p>
    <w:p w14:paraId="29311B2C" w14:textId="77777777" w:rsidR="008631D8" w:rsidRDefault="008631D8" w:rsidP="008631D8">
      <w:pPr>
        <w:pStyle w:val="SingleTxtG"/>
        <w:ind w:left="2268"/>
      </w:pPr>
      <w:r w:rsidRPr="00BF39C5">
        <w:t xml:space="preserve">At </w:t>
      </w:r>
      <w:r>
        <w:t>its</w:t>
      </w:r>
      <w:r w:rsidRPr="00BF39C5">
        <w:t xml:space="preserve"> thirty-eighth session</w:t>
      </w:r>
      <w:r>
        <w:t>,</w:t>
      </w:r>
      <w:r w:rsidRPr="00BF39C5">
        <w:t xml:space="preserve"> </w:t>
      </w:r>
      <w:r>
        <w:t>the GHS Sub-Committee considered that</w:t>
      </w:r>
      <w:r w:rsidRPr="00BF39C5">
        <w:t xml:space="preserve"> </w:t>
      </w:r>
      <w:r>
        <w:t xml:space="preserve">it would be appropriate to hold a joint session with the TDG Sub-Committee in July 2020 to discuss matters of common interest, particularly, the review of Chapter 2.1. </w:t>
      </w:r>
      <w:r w:rsidRPr="00BF39C5">
        <w:t>The Chair of the TDG Sub-Committee concurred with this suggestion</w:t>
      </w:r>
      <w:r>
        <w:rPr>
          <w:rStyle w:val="FootnoteReference"/>
        </w:rPr>
        <w:footnoteReference w:id="6"/>
      </w:r>
      <w:r w:rsidRPr="00BF39C5">
        <w:t>.</w:t>
      </w:r>
      <w:r>
        <w:t xml:space="preserve"> However, following consultations between the chairs and vice-chairs of both sub-committees, the secretariat and the experts leading the work </w:t>
      </w:r>
      <w:r>
        <w:lastRenderedPageBreak/>
        <w:t xml:space="preserve">on matters of common interest to both sub-committees (notably on the review of Chapter 2.1), it was concluded that a joint decision on these matters was not required at this session. Consequently, the proposal to organise a joint session has been withdrawn. </w:t>
      </w:r>
    </w:p>
    <w:p w14:paraId="5BEC3894" w14:textId="77777777" w:rsidR="008631D8" w:rsidRDefault="008631D8" w:rsidP="008631D8">
      <w:pPr>
        <w:pStyle w:val="SingleTxtG"/>
        <w:ind w:left="2268"/>
      </w:pPr>
      <w:bookmarkStart w:id="2" w:name="_Hlk32841757"/>
      <w:r>
        <w:t>To facilitate participation of interested GHS Sub-Committee delegates, the TDG Sub-Committee will consider matters relating to the GHS under item 10 of its provisional agenda</w:t>
      </w:r>
      <w:r>
        <w:rPr>
          <w:rStyle w:val="FootnoteReference"/>
        </w:rPr>
        <w:footnoteReference w:id="7"/>
      </w:r>
      <w:r>
        <w:t xml:space="preserve"> on Tuesday 7 July. </w:t>
      </w:r>
      <w:bookmarkStart w:id="3" w:name="_Hlk32841724"/>
      <w:r w:rsidRPr="00B9105A">
        <w:t>GHS Sub-Committee delegates interested in participating in the</w:t>
      </w:r>
      <w:r>
        <w:t xml:space="preserve"> discussions</w:t>
      </w:r>
      <w:r w:rsidRPr="00B9105A">
        <w:t xml:space="preserve"> should register for </w:t>
      </w:r>
      <w:r>
        <w:t xml:space="preserve">the TDG </w:t>
      </w:r>
      <w:r w:rsidR="00DF2224">
        <w:br/>
      </w:r>
      <w:r>
        <w:t>Sub-Committee session</w:t>
      </w:r>
      <w:r>
        <w:rPr>
          <w:rStyle w:val="FootnoteReference"/>
        </w:rPr>
        <w:footnoteReference w:id="8"/>
      </w:r>
      <w:r>
        <w:t xml:space="preserve">. </w:t>
      </w:r>
    </w:p>
    <w:bookmarkEnd w:id="2"/>
    <w:bookmarkEnd w:id="3"/>
    <w:p w14:paraId="10437E8E" w14:textId="77777777" w:rsidR="008631D8" w:rsidRPr="00E130E9" w:rsidRDefault="008631D8" w:rsidP="008631D8">
      <w:pPr>
        <w:pStyle w:val="SingleTxtG"/>
        <w:spacing w:line="220" w:lineRule="atLeast"/>
        <w:ind w:left="2268" w:hanging="567"/>
      </w:pPr>
      <w:r>
        <w:t>(</w:t>
      </w:r>
      <w:r w:rsidRPr="00E130E9">
        <w:t>b)</w:t>
      </w:r>
      <w:r w:rsidRPr="00E130E9">
        <w:tab/>
        <w:t>Review of Chapter 2.1;</w:t>
      </w:r>
    </w:p>
    <w:p w14:paraId="085AB993" w14:textId="77777777" w:rsidR="008631D8" w:rsidRPr="00E130E9" w:rsidRDefault="008631D8" w:rsidP="008631D8">
      <w:pPr>
        <w:pStyle w:val="SingleTxtG"/>
        <w:spacing w:line="240" w:lineRule="auto"/>
        <w:ind w:left="1701"/>
      </w:pPr>
      <w:r w:rsidRPr="00E130E9">
        <w:t>(c)</w:t>
      </w:r>
      <w:r w:rsidRPr="00E130E9">
        <w:tab/>
        <w:t>Clarification of 2.9.3.4.3.4 of the Model Regulations and 4.1.3.3.4 of the GHS</w:t>
      </w:r>
      <w:r w:rsidR="00DF2224">
        <w:t>;</w:t>
      </w:r>
    </w:p>
    <w:p w14:paraId="1B8DE16B" w14:textId="77777777" w:rsidR="008631D8" w:rsidRDefault="008631D8" w:rsidP="008631D8">
      <w:pPr>
        <w:pStyle w:val="SingleTxtG"/>
        <w:spacing w:line="220" w:lineRule="atLeast"/>
        <w:ind w:left="2268" w:hanging="567"/>
      </w:pPr>
      <w:r w:rsidRPr="00E130E9">
        <w:t>(d)</w:t>
      </w:r>
      <w:r w:rsidRPr="00E130E9">
        <w:tab/>
        <w:t>Simultaneous classification in physical hazard classes and precedence of hazards;</w:t>
      </w:r>
    </w:p>
    <w:p w14:paraId="2D0D955F" w14:textId="77777777" w:rsidR="008631D8" w:rsidRDefault="008631D8" w:rsidP="008631D8">
      <w:pPr>
        <w:pStyle w:val="SingleTxtG"/>
        <w:spacing w:line="220" w:lineRule="atLeast"/>
        <w:ind w:left="2268" w:hanging="567"/>
      </w:pPr>
      <w:r>
        <w:t>(e)</w:t>
      </w:r>
      <w:r>
        <w:tab/>
        <w:t>Use of non-animal testing methods for classification of health hazards;</w:t>
      </w:r>
      <w:r w:rsidRPr="00276CA2">
        <w:t xml:space="preserve"> </w:t>
      </w:r>
    </w:p>
    <w:p w14:paraId="7D282CA2" w14:textId="77777777" w:rsidR="008631D8" w:rsidRPr="00283442" w:rsidRDefault="008631D8" w:rsidP="008631D8">
      <w:pPr>
        <w:pStyle w:val="SingleTxtG"/>
        <w:spacing w:line="220" w:lineRule="atLeast"/>
        <w:ind w:left="2268" w:hanging="567"/>
      </w:pPr>
      <w:r w:rsidRPr="00283442">
        <w:t>(</w:t>
      </w:r>
      <w:r>
        <w:t>f</w:t>
      </w:r>
      <w:r w:rsidRPr="00283442">
        <w:t>)</w:t>
      </w:r>
      <w:r w:rsidRPr="00283442">
        <w:tab/>
        <w:t>Practical classification issues;</w:t>
      </w:r>
    </w:p>
    <w:p w14:paraId="09453BDD" w14:textId="77777777" w:rsidR="008631D8" w:rsidRPr="00283442" w:rsidRDefault="008631D8" w:rsidP="008631D8">
      <w:pPr>
        <w:pStyle w:val="SingleTxtG"/>
        <w:spacing w:line="220" w:lineRule="atLeast"/>
        <w:ind w:left="2268" w:hanging="567"/>
      </w:pPr>
      <w:r w:rsidRPr="00283442">
        <w:t>(</w:t>
      </w:r>
      <w:r>
        <w:t>g</w:t>
      </w:r>
      <w:r w:rsidRPr="00283442">
        <w:t>)</w:t>
      </w:r>
      <w:r w:rsidRPr="00283442">
        <w:tab/>
        <w:t>Aspiration hazard;</w:t>
      </w:r>
    </w:p>
    <w:p w14:paraId="40164E40" w14:textId="77777777" w:rsidR="008631D8" w:rsidRDefault="008631D8" w:rsidP="008631D8">
      <w:pPr>
        <w:pStyle w:val="SingleTxtG"/>
        <w:spacing w:line="220" w:lineRule="atLeast"/>
        <w:ind w:left="2268" w:hanging="567"/>
      </w:pPr>
      <w:r w:rsidRPr="00283442">
        <w:t>(</w:t>
      </w:r>
      <w:r>
        <w:t>h</w:t>
      </w:r>
      <w:r w:rsidRPr="00283442">
        <w:t>)</w:t>
      </w:r>
      <w:r w:rsidRPr="00283442">
        <w:tab/>
        <w:t>Nanomaterials;</w:t>
      </w:r>
    </w:p>
    <w:p w14:paraId="32C4B33C" w14:textId="77777777" w:rsidR="008631D8" w:rsidRPr="00283442" w:rsidRDefault="008631D8" w:rsidP="008631D8">
      <w:pPr>
        <w:pStyle w:val="SingleTxtG"/>
        <w:ind w:left="2268" w:hanging="567"/>
      </w:pPr>
      <w:r w:rsidRPr="00283442">
        <w:t>(</w:t>
      </w:r>
      <w:proofErr w:type="spellStart"/>
      <w:r>
        <w:t>i</w:t>
      </w:r>
      <w:proofErr w:type="spellEnd"/>
      <w:r w:rsidRPr="00283442">
        <w:t>)</w:t>
      </w:r>
      <w:r w:rsidRPr="00283442">
        <w:tab/>
      </w:r>
      <w:r>
        <w:t>Other issues</w:t>
      </w:r>
      <w:r w:rsidRPr="00283442">
        <w:t>.</w:t>
      </w:r>
    </w:p>
    <w:p w14:paraId="3F1CD14D" w14:textId="330937F9" w:rsidR="008631D8" w:rsidRPr="00283442" w:rsidRDefault="00D175FE" w:rsidP="008631D8">
      <w:pPr>
        <w:pStyle w:val="SingleTxtG"/>
      </w:pPr>
      <w:r>
        <w:t>3</w:t>
      </w:r>
      <w:r w:rsidR="008631D8" w:rsidRPr="00283442">
        <w:t>.</w:t>
      </w:r>
      <w:r w:rsidR="008631D8" w:rsidRPr="00283442">
        <w:tab/>
        <w:t>Hazard communication:</w:t>
      </w:r>
    </w:p>
    <w:p w14:paraId="4F963BE8" w14:textId="77777777" w:rsidR="008631D8" w:rsidRPr="00283442" w:rsidRDefault="008631D8" w:rsidP="008631D8">
      <w:pPr>
        <w:pStyle w:val="SingleTxtG"/>
        <w:spacing w:line="220" w:lineRule="atLeast"/>
        <w:ind w:left="2268" w:hanging="567"/>
      </w:pPr>
      <w:r w:rsidRPr="00283442">
        <w:t>(</w:t>
      </w:r>
      <w:r>
        <w:t>a</w:t>
      </w:r>
      <w:r w:rsidRPr="00283442">
        <w:t>)</w:t>
      </w:r>
      <w:r w:rsidRPr="00283442">
        <w:tab/>
      </w:r>
      <w:r>
        <w:t>Practical labelling issues</w:t>
      </w:r>
      <w:r w:rsidRPr="00283442">
        <w:t>;</w:t>
      </w:r>
    </w:p>
    <w:p w14:paraId="51851151" w14:textId="77777777" w:rsidR="008631D8" w:rsidRPr="00283442" w:rsidRDefault="008631D8" w:rsidP="008631D8">
      <w:pPr>
        <w:pStyle w:val="SingleTxtG"/>
        <w:spacing w:line="220" w:lineRule="atLeast"/>
        <w:ind w:left="2268" w:hanging="567"/>
      </w:pPr>
      <w:r w:rsidRPr="00283442">
        <w:t>(</w:t>
      </w:r>
      <w:r>
        <w:t>b</w:t>
      </w:r>
      <w:r w:rsidRPr="00283442">
        <w:t>)</w:t>
      </w:r>
      <w:r w:rsidRPr="00283442">
        <w:tab/>
        <w:t>Improvement of annexes 1 to 3 and further rationalization of precautionary statements;</w:t>
      </w:r>
    </w:p>
    <w:p w14:paraId="78F628B0" w14:textId="77777777" w:rsidR="008631D8" w:rsidRDefault="008631D8" w:rsidP="008631D8">
      <w:pPr>
        <w:pStyle w:val="SingleTxtG"/>
        <w:spacing w:line="220" w:lineRule="atLeast"/>
        <w:ind w:left="2268" w:hanging="567"/>
      </w:pPr>
      <w:r w:rsidRPr="00283442">
        <w:t>(</w:t>
      </w:r>
      <w:r>
        <w:t>c</w:t>
      </w:r>
      <w:r w:rsidRPr="00283442">
        <w:t>)</w:t>
      </w:r>
      <w:r w:rsidRPr="00283442">
        <w:tab/>
      </w:r>
      <w:r>
        <w:t xml:space="preserve">Review of Annex 4, sub-section A4.3.3.2.3; </w:t>
      </w:r>
    </w:p>
    <w:p w14:paraId="1683E718" w14:textId="77777777" w:rsidR="008631D8" w:rsidRPr="00283442" w:rsidRDefault="008631D8" w:rsidP="008631D8">
      <w:pPr>
        <w:pStyle w:val="SingleTxtG"/>
        <w:spacing w:line="220" w:lineRule="atLeast"/>
        <w:ind w:left="2268" w:hanging="567"/>
      </w:pPr>
      <w:r>
        <w:t>(d)</w:t>
      </w:r>
      <w:r>
        <w:tab/>
        <w:t>Other issues</w:t>
      </w:r>
      <w:r w:rsidRPr="00283442">
        <w:t>.</w:t>
      </w:r>
    </w:p>
    <w:p w14:paraId="5D4540A2" w14:textId="5695AF97" w:rsidR="008631D8" w:rsidRPr="00283442" w:rsidRDefault="00D175FE" w:rsidP="008631D8">
      <w:pPr>
        <w:pStyle w:val="SingleTxtG"/>
      </w:pPr>
      <w:r>
        <w:t>4</w:t>
      </w:r>
      <w:r w:rsidR="008631D8" w:rsidRPr="00283442">
        <w:t>.</w:t>
      </w:r>
      <w:r w:rsidR="008631D8" w:rsidRPr="00283442">
        <w:tab/>
        <w:t>Implementation of the GHS:</w:t>
      </w:r>
    </w:p>
    <w:p w14:paraId="44CD7A8A" w14:textId="77777777" w:rsidR="008631D8" w:rsidRPr="00283442" w:rsidRDefault="008631D8" w:rsidP="008631D8">
      <w:pPr>
        <w:pStyle w:val="SingleTxtG"/>
        <w:spacing w:line="220" w:lineRule="atLeast"/>
        <w:ind w:left="2268" w:hanging="567"/>
      </w:pPr>
      <w:r w:rsidRPr="00283442">
        <w:t>(a)</w:t>
      </w:r>
      <w:r w:rsidRPr="00283442">
        <w:tab/>
      </w:r>
      <w:r>
        <w:t>Possible d</w:t>
      </w:r>
      <w:r w:rsidRPr="00283442">
        <w:t>evelopment of a list of chemicals classified in accordance with the GHS;</w:t>
      </w:r>
    </w:p>
    <w:p w14:paraId="19E2EB5C" w14:textId="77777777" w:rsidR="008631D8" w:rsidRPr="00283442" w:rsidRDefault="008631D8" w:rsidP="008631D8">
      <w:pPr>
        <w:pStyle w:val="SingleTxtG"/>
        <w:spacing w:line="220" w:lineRule="atLeast"/>
        <w:ind w:left="2268" w:hanging="567"/>
      </w:pPr>
      <w:r w:rsidRPr="00283442">
        <w:t>(b)</w:t>
      </w:r>
      <w:r w:rsidRPr="00283442">
        <w:tab/>
        <w:t>Reports on the status of implementation;</w:t>
      </w:r>
    </w:p>
    <w:p w14:paraId="316BD920" w14:textId="77777777" w:rsidR="008631D8" w:rsidRPr="00283442" w:rsidRDefault="008631D8" w:rsidP="008631D8">
      <w:pPr>
        <w:pStyle w:val="SingleTxtG"/>
        <w:spacing w:line="220" w:lineRule="atLeast"/>
        <w:ind w:left="2268" w:hanging="567"/>
      </w:pPr>
      <w:r w:rsidRPr="00283442">
        <w:t>(c)</w:t>
      </w:r>
      <w:r w:rsidRPr="00283442">
        <w:tab/>
        <w:t>Cooperation with other bodies or international organizations;</w:t>
      </w:r>
    </w:p>
    <w:p w14:paraId="11757D04" w14:textId="77777777" w:rsidR="008631D8" w:rsidRPr="00283442" w:rsidRDefault="008631D8" w:rsidP="008631D8">
      <w:pPr>
        <w:pStyle w:val="SingleTxtG"/>
        <w:spacing w:line="220" w:lineRule="atLeast"/>
        <w:ind w:left="2268" w:hanging="567"/>
      </w:pPr>
      <w:r w:rsidRPr="00283442">
        <w:t>(d)</w:t>
      </w:r>
      <w:r w:rsidRPr="00283442">
        <w:tab/>
        <w:t>Miscellaneous.</w:t>
      </w:r>
    </w:p>
    <w:p w14:paraId="6349B481" w14:textId="4E07C77C" w:rsidR="008631D8" w:rsidRPr="00283442" w:rsidRDefault="00D175FE" w:rsidP="008631D8">
      <w:pPr>
        <w:pStyle w:val="SingleTxtG"/>
      </w:pPr>
      <w:r>
        <w:t>5</w:t>
      </w:r>
      <w:r w:rsidR="008631D8" w:rsidRPr="00283442">
        <w:t>.</w:t>
      </w:r>
      <w:r w:rsidR="008631D8" w:rsidRPr="00283442">
        <w:tab/>
        <w:t>Development of guidance on the application of GHS criteria.</w:t>
      </w:r>
    </w:p>
    <w:p w14:paraId="1D9E9F98" w14:textId="1C587B1A" w:rsidR="008631D8" w:rsidRPr="00283442" w:rsidRDefault="00D175FE" w:rsidP="008631D8">
      <w:pPr>
        <w:pStyle w:val="SingleTxtG"/>
      </w:pPr>
      <w:r>
        <w:t>6</w:t>
      </w:r>
      <w:r w:rsidR="008631D8" w:rsidRPr="00283442">
        <w:t>.</w:t>
      </w:r>
      <w:r w:rsidR="008631D8" w:rsidRPr="00283442">
        <w:tab/>
        <w:t>Capacity building.</w:t>
      </w:r>
    </w:p>
    <w:p w14:paraId="695D3ED1" w14:textId="43E60E2D" w:rsidR="008631D8" w:rsidRPr="00283442" w:rsidRDefault="00D175FE" w:rsidP="008631D8">
      <w:pPr>
        <w:pStyle w:val="SingleTxtG"/>
      </w:pPr>
      <w:r>
        <w:t>7</w:t>
      </w:r>
      <w:r w:rsidR="008631D8" w:rsidRPr="00283442">
        <w:t>.</w:t>
      </w:r>
      <w:r w:rsidR="008631D8" w:rsidRPr="00283442">
        <w:tab/>
        <w:t>Other business.</w:t>
      </w:r>
    </w:p>
    <w:p w14:paraId="393FC566" w14:textId="7529288D" w:rsidR="008631D8" w:rsidRDefault="00D175FE" w:rsidP="008631D8">
      <w:pPr>
        <w:pStyle w:val="SingleTxtG"/>
      </w:pPr>
      <w:r>
        <w:t>8</w:t>
      </w:r>
      <w:bookmarkStart w:id="5" w:name="_GoBack"/>
      <w:bookmarkEnd w:id="5"/>
      <w:r w:rsidR="008631D8" w:rsidRPr="00283442">
        <w:t>.</w:t>
      </w:r>
      <w:r w:rsidR="008631D8" w:rsidRPr="00283442">
        <w:tab/>
        <w:t>Adoption of the report.</w:t>
      </w:r>
    </w:p>
    <w:p w14:paraId="5E849BFD" w14:textId="77777777" w:rsidR="008631D8" w:rsidRPr="008631D8" w:rsidRDefault="008631D8" w:rsidP="008631D8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061331F" w14:textId="77777777" w:rsidR="00AF5DE1" w:rsidRPr="004A1759" w:rsidRDefault="00AF5DE1" w:rsidP="004858F5"/>
    <w:sectPr w:rsidR="00AF5DE1" w:rsidRPr="004A1759" w:rsidSect="004A175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F89CE" w14:textId="77777777" w:rsidR="004A1759" w:rsidRPr="00C47B2E" w:rsidRDefault="004A1759" w:rsidP="00C47B2E">
      <w:pPr>
        <w:pStyle w:val="Footer"/>
      </w:pPr>
    </w:p>
  </w:endnote>
  <w:endnote w:type="continuationSeparator" w:id="0">
    <w:p w14:paraId="1020022A" w14:textId="77777777" w:rsidR="004A1759" w:rsidRPr="00C47B2E" w:rsidRDefault="004A1759" w:rsidP="00C47B2E">
      <w:pPr>
        <w:pStyle w:val="Footer"/>
      </w:pPr>
    </w:p>
  </w:endnote>
  <w:endnote w:type="continuationNotice" w:id="1">
    <w:p w14:paraId="0C0B4E36" w14:textId="77777777" w:rsidR="004A1759" w:rsidRPr="00C47B2E" w:rsidRDefault="004A1759" w:rsidP="00C47B2E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8E036" w14:textId="77777777" w:rsidR="00D94B05" w:rsidRPr="004A1759" w:rsidRDefault="004A1759" w:rsidP="004A1759">
    <w:pPr>
      <w:pStyle w:val="Footer"/>
      <w:tabs>
        <w:tab w:val="right" w:pos="9598"/>
        <w:tab w:val="right" w:pos="9638"/>
      </w:tabs>
      <w:rPr>
        <w:sz w:val="18"/>
      </w:rPr>
    </w:pPr>
    <w:r w:rsidRPr="004A1759">
      <w:rPr>
        <w:b/>
        <w:sz w:val="18"/>
      </w:rPr>
      <w:fldChar w:fldCharType="begin"/>
    </w:r>
    <w:r w:rsidRPr="004A1759">
      <w:rPr>
        <w:b/>
        <w:sz w:val="18"/>
      </w:rPr>
      <w:instrText xml:space="preserve"> PAGE  \* MERGEFORMAT </w:instrText>
    </w:r>
    <w:r w:rsidRPr="004A1759">
      <w:rPr>
        <w:b/>
        <w:sz w:val="18"/>
      </w:rPr>
      <w:fldChar w:fldCharType="separate"/>
    </w:r>
    <w:r w:rsidRPr="004A1759">
      <w:rPr>
        <w:b/>
        <w:noProof/>
        <w:sz w:val="18"/>
      </w:rPr>
      <w:t>2</w:t>
    </w:r>
    <w:r w:rsidRPr="004A1759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31500" w14:textId="77777777" w:rsidR="00D94B05" w:rsidRPr="004A1759" w:rsidRDefault="004A1759" w:rsidP="004A1759">
    <w:pPr>
      <w:pStyle w:val="Footer"/>
      <w:tabs>
        <w:tab w:val="left" w:pos="5775"/>
        <w:tab w:val="right" w:pos="9598"/>
        <w:tab w:val="right" w:pos="9638"/>
      </w:tabs>
      <w:rPr>
        <w:sz w:val="18"/>
      </w:rPr>
    </w:pPr>
    <w:r>
      <w:rPr>
        <w:b/>
        <w:sz w:val="18"/>
      </w:rPr>
      <w:tab/>
    </w:r>
    <w:r w:rsidRPr="004A1759">
      <w:rPr>
        <w:sz w:val="18"/>
      </w:rPr>
      <w:fldChar w:fldCharType="begin"/>
    </w:r>
    <w:r w:rsidRPr="004A1759">
      <w:rPr>
        <w:sz w:val="18"/>
      </w:rPr>
      <w:instrText xml:space="preserve"> PAGE  \* MERGEFORMAT </w:instrText>
    </w:r>
    <w:r w:rsidRPr="004A1759">
      <w:rPr>
        <w:sz w:val="18"/>
      </w:rPr>
      <w:fldChar w:fldCharType="separate"/>
    </w:r>
    <w:r w:rsidRPr="004A1759">
      <w:rPr>
        <w:noProof/>
        <w:sz w:val="18"/>
      </w:rPr>
      <w:t>3</w:t>
    </w:r>
    <w:r w:rsidRPr="004A1759"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6894E" w14:textId="77777777" w:rsidR="00D94B05" w:rsidRPr="004A1759" w:rsidRDefault="00E52109" w:rsidP="00764440">
    <w:pPr>
      <w:pStyle w:val="Footer"/>
      <w:rPr>
        <w:rFonts w:asciiTheme="majorBidi" w:hAnsiTheme="majorBidi" w:cstheme="majorBidi"/>
        <w:sz w:val="20"/>
      </w:rPr>
    </w:pPr>
    <w:r>
      <w:rPr>
        <w:noProof/>
        <w:lang w:val="fr-CH" w:eastAsia="fr-CH"/>
      </w:rPr>
      <w:drawing>
        <wp:anchor distT="0" distB="0" distL="114300" distR="114300" simplePos="0" relativeHeight="251659264" behindDoc="0" locked="1" layoutInCell="1" allowOverlap="1" wp14:anchorId="69C2CB45" wp14:editId="70FCF320">
          <wp:simplePos x="0" y="0"/>
          <wp:positionH relativeFrom="margin">
            <wp:posOffset>5003800</wp:posOffset>
          </wp:positionH>
          <wp:positionV relativeFrom="margin">
            <wp:posOffset>9323705</wp:posOffset>
          </wp:positionV>
          <wp:extent cx="923925" cy="228600"/>
          <wp:effectExtent l="0" t="0" r="9525" b="0"/>
          <wp:wrapNone/>
          <wp:docPr id="2" name="Pictur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FF0F2" w14:textId="77777777" w:rsidR="004A1759" w:rsidRPr="00C47B2E" w:rsidRDefault="004A1759" w:rsidP="00C47B2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4C103856" w14:textId="77777777" w:rsidR="004A1759" w:rsidRPr="00C47B2E" w:rsidRDefault="004A1759" w:rsidP="005E716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Notice" w:id="1">
    <w:p w14:paraId="4123C5F0" w14:textId="77777777" w:rsidR="004A1759" w:rsidRPr="00C47B2E" w:rsidRDefault="004A1759" w:rsidP="00C47B2E">
      <w:pPr>
        <w:pStyle w:val="Footer"/>
      </w:pPr>
    </w:p>
  </w:footnote>
  <w:footnote w:id="2">
    <w:p w14:paraId="33080365" w14:textId="77777777" w:rsidR="009A51E7" w:rsidRPr="009A51E7" w:rsidRDefault="009A51E7">
      <w:pPr>
        <w:pStyle w:val="FootnoteText"/>
        <w:rPr>
          <w:lang w:val="fr-CH"/>
        </w:rPr>
      </w:pPr>
      <w:r>
        <w:rPr>
          <w:rStyle w:val="FootnoteReference"/>
        </w:rPr>
        <w:tab/>
      </w:r>
      <w:r w:rsidRPr="009A51E7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2219F6">
        <w:rPr>
          <w:bCs/>
          <w:szCs w:val="18"/>
        </w:rPr>
        <w:t>Annotations to the agenda will be circulated as document ST/SG/AC.10/C.4/</w:t>
      </w:r>
      <w:r>
        <w:rPr>
          <w:bCs/>
          <w:szCs w:val="18"/>
        </w:rPr>
        <w:t>77</w:t>
      </w:r>
      <w:r w:rsidRPr="002219F6">
        <w:rPr>
          <w:bCs/>
          <w:szCs w:val="18"/>
        </w:rPr>
        <w:t xml:space="preserve">/Add.1. The deadline </w:t>
      </w:r>
      <w:r>
        <w:rPr>
          <w:bCs/>
          <w:szCs w:val="18"/>
        </w:rPr>
        <w:t>for submission of documents to be considered by the GHS Sub-Committee is 9 April 2020</w:t>
      </w:r>
      <w:r w:rsidRPr="002219F6">
        <w:rPr>
          <w:bCs/>
          <w:szCs w:val="18"/>
        </w:rPr>
        <w:t>.</w:t>
      </w:r>
      <w:r w:rsidRPr="00B07B78">
        <w:rPr>
          <w:bCs/>
          <w:szCs w:val="18"/>
        </w:rPr>
        <w:t xml:space="preserve"> </w:t>
      </w:r>
      <w:r>
        <w:rPr>
          <w:bCs/>
          <w:szCs w:val="18"/>
        </w:rPr>
        <w:t>The deadline for submission of documents to be considered by both sub-committees (TDG and GHS) is 3</w:t>
      </w:r>
      <w:r w:rsidR="00B50940">
        <w:rPr>
          <w:bCs/>
          <w:szCs w:val="18"/>
        </w:rPr>
        <w:t> </w:t>
      </w:r>
      <w:r>
        <w:rPr>
          <w:bCs/>
          <w:szCs w:val="18"/>
        </w:rPr>
        <w:t>April 2020.</w:t>
      </w:r>
    </w:p>
  </w:footnote>
  <w:footnote w:id="3">
    <w:p w14:paraId="5576FB67" w14:textId="77777777" w:rsidR="009A51E7" w:rsidRPr="009A51E7" w:rsidRDefault="009A51E7">
      <w:pPr>
        <w:pStyle w:val="FootnoteText"/>
        <w:rPr>
          <w:lang w:val="fr-CH"/>
        </w:rPr>
      </w:pPr>
      <w:r>
        <w:rPr>
          <w:rStyle w:val="FootnoteReference"/>
        </w:rPr>
        <w:tab/>
      </w:r>
      <w:r w:rsidRPr="009A51E7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bookmarkStart w:id="0" w:name="_Hlk15914872"/>
      <w:r>
        <w:rPr>
          <w:szCs w:val="18"/>
        </w:rPr>
        <w:t xml:space="preserve">All documentation for the session will be made available online </w:t>
      </w:r>
      <w:bookmarkStart w:id="1" w:name="_Hlk15909003"/>
      <w:r>
        <w:rPr>
          <w:szCs w:val="18"/>
        </w:rPr>
        <w:t xml:space="preserve">at: </w:t>
      </w:r>
      <w:r w:rsidRPr="008B0905">
        <w:rPr>
          <w:szCs w:val="18"/>
        </w:rPr>
        <w:t>http://www.unece.org/trans/danger/danger.html</w:t>
      </w:r>
      <w:bookmarkEnd w:id="1"/>
      <w:r>
        <w:rPr>
          <w:szCs w:val="18"/>
        </w:rPr>
        <w:t xml:space="preserve">. </w:t>
      </w:r>
      <w:r w:rsidRPr="00EB47D3">
        <w:rPr>
          <w:szCs w:val="18"/>
        </w:rPr>
        <w:t>Delegates are kindly asked to bring their own copies of documents with them, as no paper copies</w:t>
      </w:r>
      <w:r w:rsidRPr="00EB47D3" w:rsidDel="00EB47D3">
        <w:rPr>
          <w:szCs w:val="18"/>
        </w:rPr>
        <w:t xml:space="preserve"> </w:t>
      </w:r>
      <w:r>
        <w:rPr>
          <w:szCs w:val="18"/>
        </w:rPr>
        <w:t>of documents made available online before the start of the session will be made available in the meeting room.</w:t>
      </w:r>
      <w:r w:rsidRPr="002219F6">
        <w:rPr>
          <w:szCs w:val="18"/>
        </w:rPr>
        <w:t xml:space="preserve"> </w:t>
      </w:r>
      <w:r>
        <w:rPr>
          <w:szCs w:val="18"/>
        </w:rPr>
        <w:t>Delegates wishing to obtain paper copies of</w:t>
      </w:r>
      <w:r w:rsidRPr="002219F6">
        <w:rPr>
          <w:szCs w:val="18"/>
        </w:rPr>
        <w:t xml:space="preserve"> official documents </w:t>
      </w:r>
      <w:r>
        <w:rPr>
          <w:szCs w:val="18"/>
        </w:rPr>
        <w:t xml:space="preserve">during the session are invited to contact </w:t>
      </w:r>
      <w:r w:rsidRPr="002219F6">
        <w:rPr>
          <w:szCs w:val="18"/>
        </w:rPr>
        <w:t>the UNOG Documents Distribution Section (Room C.337, third floor, Palais des Nations).</w:t>
      </w:r>
      <w:bookmarkEnd w:id="0"/>
    </w:p>
  </w:footnote>
  <w:footnote w:id="4">
    <w:p w14:paraId="509783B8" w14:textId="77777777" w:rsidR="009A51E7" w:rsidRPr="009A51E7" w:rsidRDefault="009A51E7">
      <w:pPr>
        <w:pStyle w:val="FootnoteText"/>
        <w:rPr>
          <w:lang w:val="fr-CH"/>
        </w:rPr>
      </w:pPr>
      <w:r>
        <w:rPr>
          <w:rStyle w:val="FootnoteReference"/>
        </w:rPr>
        <w:tab/>
      </w:r>
      <w:r w:rsidRPr="009A51E7">
        <w:rPr>
          <w:rStyle w:val="FootnoteReference"/>
          <w:sz w:val="20"/>
          <w:vertAlign w:val="baseline"/>
        </w:rPr>
        <w:t>***</w:t>
      </w:r>
      <w:r>
        <w:rPr>
          <w:rStyle w:val="FootnoteReference"/>
          <w:sz w:val="20"/>
          <w:vertAlign w:val="baseline"/>
        </w:rPr>
        <w:tab/>
      </w:r>
      <w:r>
        <w:rPr>
          <w:color w:val="000000"/>
          <w:szCs w:val="18"/>
        </w:rPr>
        <w:t xml:space="preserve">Delegates are requested to register online at </w:t>
      </w:r>
      <w:r w:rsidRPr="00A2512E">
        <w:rPr>
          <w:color w:val="000000"/>
          <w:szCs w:val="18"/>
        </w:rPr>
        <w:t>https://uncdb.unece.org/app/ext/meeting-registration?id=Y0gx28</w:t>
      </w:r>
      <w:r>
        <w:rPr>
          <w:color w:val="000000"/>
          <w:szCs w:val="18"/>
        </w:rPr>
        <w:t xml:space="preserve">. Upon arrival at the Palais des Nations, delegates should obtain an identification badge at the UNOG Security and Safety Section, located at the </w:t>
      </w:r>
      <w:proofErr w:type="spellStart"/>
      <w:r>
        <w:rPr>
          <w:color w:val="000000"/>
          <w:szCs w:val="18"/>
        </w:rPr>
        <w:t>Pregny</w:t>
      </w:r>
      <w:proofErr w:type="spellEnd"/>
      <w:r>
        <w:rPr>
          <w:color w:val="000000"/>
          <w:szCs w:val="18"/>
        </w:rPr>
        <w:t xml:space="preserve"> Gate (14, Avenue de la </w:t>
      </w:r>
      <w:proofErr w:type="spellStart"/>
      <w:r>
        <w:rPr>
          <w:color w:val="000000"/>
          <w:szCs w:val="18"/>
        </w:rPr>
        <w:t>Paix</w:t>
      </w:r>
      <w:proofErr w:type="spellEnd"/>
      <w:r>
        <w:rPr>
          <w:color w:val="000000"/>
          <w:szCs w:val="18"/>
        </w:rPr>
        <w:t xml:space="preserve">).  In case of difficulty, please contact the secretariat by telephone (ext. 72106).  For a map of the Palais des Nations and other useful information, see </w:t>
      </w:r>
      <w:r w:rsidRPr="003400A8">
        <w:rPr>
          <w:color w:val="000000"/>
        </w:rPr>
        <w:t>www.unece.org/meetings/practical.htm</w:t>
      </w:r>
      <w:r>
        <w:rPr>
          <w:color w:val="000000"/>
        </w:rPr>
        <w:t>l.</w:t>
      </w:r>
    </w:p>
  </w:footnote>
  <w:footnote w:id="5">
    <w:p w14:paraId="5FA519DC" w14:textId="77777777" w:rsidR="008631D8" w:rsidRPr="004C4315" w:rsidRDefault="008631D8" w:rsidP="008631D8">
      <w:pPr>
        <w:pStyle w:val="FootnoteText"/>
        <w:rPr>
          <w:lang w:val="fr-CH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Delegates participating </w:t>
      </w:r>
      <w:r w:rsidRPr="00554224">
        <w:t xml:space="preserve">in the work of the GHS Sub-Committee are invited to participate in </w:t>
      </w:r>
      <w:r>
        <w:t xml:space="preserve">the </w:t>
      </w:r>
      <w:r w:rsidRPr="00554224">
        <w:t>sessions of the TDG Sub-Committee when the TDG Sub-Committee is acting as GHS focal point on physical hazar</w:t>
      </w:r>
      <w:r>
        <w:t>ds (s</w:t>
      </w:r>
      <w:r w:rsidRPr="00B9105A">
        <w:t>ee ST/SG/AC.10/C.4/2, par</w:t>
      </w:r>
      <w:r>
        <w:t>a</w:t>
      </w:r>
      <w:r w:rsidR="00B50940">
        <w:t>.</w:t>
      </w:r>
      <w:r>
        <w:t> </w:t>
      </w:r>
      <w:r w:rsidRPr="00B9105A">
        <w:t>43</w:t>
      </w:r>
      <w:r>
        <w:t> </w:t>
      </w:r>
      <w:r w:rsidRPr="00B9105A">
        <w:t>(b))</w:t>
      </w:r>
      <w:r>
        <w:t>.</w:t>
      </w:r>
    </w:p>
  </w:footnote>
  <w:footnote w:id="6">
    <w:p w14:paraId="5BDDFBF7" w14:textId="77777777" w:rsidR="008631D8" w:rsidRPr="004A10AC" w:rsidRDefault="008631D8" w:rsidP="008631D8">
      <w:pPr>
        <w:pStyle w:val="FootnoteText"/>
        <w:rPr>
          <w:lang w:val="fr-CH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>See</w:t>
      </w:r>
      <w:r w:rsidRPr="00BF39C5">
        <w:t xml:space="preserve"> the report of the GHS Sub-Committee, ST/SG/AC.10</w:t>
      </w:r>
      <w:r>
        <w:t>/</w:t>
      </w:r>
      <w:r w:rsidRPr="00BF39C5">
        <w:t>C.4/76, para</w:t>
      </w:r>
      <w:r>
        <w:t> </w:t>
      </w:r>
      <w:r w:rsidRPr="00BF39C5">
        <w:t>58</w:t>
      </w:r>
      <w:r>
        <w:t>.</w:t>
      </w:r>
    </w:p>
  </w:footnote>
  <w:footnote w:id="7">
    <w:p w14:paraId="6E1813E9" w14:textId="77777777" w:rsidR="008631D8" w:rsidRPr="00ED0103" w:rsidRDefault="008631D8" w:rsidP="008631D8">
      <w:pPr>
        <w:pStyle w:val="FootnoteText"/>
        <w:rPr>
          <w:lang w:val="fr-CH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</w:r>
      <w:proofErr w:type="spellStart"/>
      <w:r>
        <w:rPr>
          <w:lang w:val="fr-CH"/>
        </w:rPr>
        <w:t>See</w:t>
      </w:r>
      <w:proofErr w:type="spellEnd"/>
      <w:r>
        <w:rPr>
          <w:lang w:val="fr-CH"/>
        </w:rPr>
        <w:t xml:space="preserve"> ST/SG/AC.10/C.3/113 (</w:t>
      </w:r>
      <w:hyperlink r:id="rId1" w:history="1">
        <w:r w:rsidRPr="00B010A4">
          <w:rPr>
            <w:color w:val="0000FF"/>
            <w:sz w:val="20"/>
            <w:u w:val="single"/>
          </w:rPr>
          <w:t>http://www.unece.org/trans/main/dgdb/dgsubc3/c3age.html</w:t>
        </w:r>
      </w:hyperlink>
      <w:r>
        <w:rPr>
          <w:sz w:val="20"/>
        </w:rPr>
        <w:t xml:space="preserve">). </w:t>
      </w:r>
      <w:r w:rsidRPr="00DF2224">
        <w:rPr>
          <w:lang w:val="fr-CH"/>
        </w:rPr>
        <w:t xml:space="preserve">Annotations to the agenda will be circulated as document </w:t>
      </w:r>
      <w:r>
        <w:rPr>
          <w:lang w:val="fr-CH"/>
        </w:rPr>
        <w:t>ST/SG/AC.10/C.3/113/Add.1.</w:t>
      </w:r>
    </w:p>
  </w:footnote>
  <w:footnote w:id="8">
    <w:p w14:paraId="2CC0C20A" w14:textId="77777777" w:rsidR="008631D8" w:rsidRPr="00CD3662" w:rsidRDefault="008631D8" w:rsidP="008631D8">
      <w:pPr>
        <w:pStyle w:val="FootnoteText"/>
        <w:rPr>
          <w:lang w:val="fr-CH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</w:r>
      <w:bookmarkStart w:id="4" w:name="_Hlk32843700"/>
      <w:r w:rsidRPr="0011177A">
        <w:rPr>
          <w:color w:val="000000"/>
        </w:rPr>
        <w:t>https://uncdb.unece.org/app/ext/meeting-registration?id=MSUSx8</w:t>
      </w:r>
      <w:bookmarkEnd w:id="4"/>
      <w:r>
        <w:rPr>
          <w:color w:val="00000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58371" w14:textId="33451AAF" w:rsidR="004A1759" w:rsidRPr="004A1759" w:rsidRDefault="00CC6DB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ST/SG/AC.10/C.4/77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3B970" w14:textId="6EDC38F7" w:rsidR="00D94B05" w:rsidRPr="004A1759" w:rsidRDefault="00CC6DBA" w:rsidP="004A175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ST/SG/AC.10/C.4/77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9"/>
  </w:num>
  <w:num w:numId="7">
    <w:abstractNumId w:val="3"/>
  </w:num>
  <w:num w:numId="8">
    <w:abstractNumId w:val="1"/>
  </w:num>
  <w:num w:numId="9">
    <w:abstractNumId w:val="8"/>
  </w:num>
  <w:num w:numId="10">
    <w:abstractNumId w:val="1"/>
  </w:num>
  <w:num w:numId="11">
    <w:abstractNumId w:val="8"/>
  </w:num>
  <w:num w:numId="12">
    <w:abstractNumId w:val="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759"/>
    <w:rsid w:val="00046E92"/>
    <w:rsid w:val="00063C90"/>
    <w:rsid w:val="00101B98"/>
    <w:rsid w:val="001514D1"/>
    <w:rsid w:val="00191D07"/>
    <w:rsid w:val="00247E2C"/>
    <w:rsid w:val="002A32CB"/>
    <w:rsid w:val="002D5B2C"/>
    <w:rsid w:val="002D6C53"/>
    <w:rsid w:val="002F5595"/>
    <w:rsid w:val="00334F6A"/>
    <w:rsid w:val="00342AC8"/>
    <w:rsid w:val="00343302"/>
    <w:rsid w:val="003979DE"/>
    <w:rsid w:val="003B4550"/>
    <w:rsid w:val="003D2A18"/>
    <w:rsid w:val="00413386"/>
    <w:rsid w:val="00461253"/>
    <w:rsid w:val="004858F5"/>
    <w:rsid w:val="004A1759"/>
    <w:rsid w:val="004A2814"/>
    <w:rsid w:val="004C0622"/>
    <w:rsid w:val="005042C2"/>
    <w:rsid w:val="005E716E"/>
    <w:rsid w:val="006476E1"/>
    <w:rsid w:val="006604DF"/>
    <w:rsid w:val="00671529"/>
    <w:rsid w:val="0070489D"/>
    <w:rsid w:val="007268F9"/>
    <w:rsid w:val="00750282"/>
    <w:rsid w:val="00764440"/>
    <w:rsid w:val="0077101B"/>
    <w:rsid w:val="007C52B0"/>
    <w:rsid w:val="007C6033"/>
    <w:rsid w:val="008147C8"/>
    <w:rsid w:val="0081753A"/>
    <w:rsid w:val="00857D23"/>
    <w:rsid w:val="008631D8"/>
    <w:rsid w:val="009411B4"/>
    <w:rsid w:val="00946F1D"/>
    <w:rsid w:val="009A51E7"/>
    <w:rsid w:val="009B2719"/>
    <w:rsid w:val="009D0139"/>
    <w:rsid w:val="009D717D"/>
    <w:rsid w:val="009F5CDC"/>
    <w:rsid w:val="00A072D7"/>
    <w:rsid w:val="00A775CF"/>
    <w:rsid w:val="00AD1A9C"/>
    <w:rsid w:val="00AF5DE1"/>
    <w:rsid w:val="00B06045"/>
    <w:rsid w:val="00B206DD"/>
    <w:rsid w:val="00B50940"/>
    <w:rsid w:val="00B52EF4"/>
    <w:rsid w:val="00B777AD"/>
    <w:rsid w:val="00C03015"/>
    <w:rsid w:val="00C0358D"/>
    <w:rsid w:val="00C35A27"/>
    <w:rsid w:val="00C47B2E"/>
    <w:rsid w:val="00CC6DBA"/>
    <w:rsid w:val="00D175FE"/>
    <w:rsid w:val="00D63CD2"/>
    <w:rsid w:val="00D87DC2"/>
    <w:rsid w:val="00D94B05"/>
    <w:rsid w:val="00DF2224"/>
    <w:rsid w:val="00E02C2B"/>
    <w:rsid w:val="00E21C27"/>
    <w:rsid w:val="00E26BCF"/>
    <w:rsid w:val="00E52109"/>
    <w:rsid w:val="00E75317"/>
    <w:rsid w:val="00EC0CE6"/>
    <w:rsid w:val="00EC7C1D"/>
    <w:rsid w:val="00ED6C48"/>
    <w:rsid w:val="00EE3045"/>
    <w:rsid w:val="00F65F5D"/>
    <w:rsid w:val="00F86A3A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3D7C234"/>
  <w15:docId w15:val="{7C7B5C6F-5090-4835-87F6-2EFE571F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 w:qFormat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0CE6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4A28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4A281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semiHidden/>
    <w:rsid w:val="004A281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semiHidden/>
    <w:rsid w:val="004A281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semiHidden/>
    <w:rsid w:val="004A281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semiHidden/>
    <w:rsid w:val="004A281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semiHidden/>
    <w:rsid w:val="004A281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semiHidden/>
    <w:rsid w:val="004A281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semiHidden/>
    <w:rsid w:val="004A28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qFormat/>
    <w:rsid w:val="004A281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3B4550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link w:val="FooterChar"/>
    <w:qFormat/>
    <w:rsid w:val="004A281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4A28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4A28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4A281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4A28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4A28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4A28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A28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A2814"/>
    <w:pPr>
      <w:numPr>
        <w:numId w:val="10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A2814"/>
    <w:pPr>
      <w:numPr>
        <w:numId w:val="11"/>
      </w:numPr>
      <w:spacing w:after="120"/>
      <w:ind w:right="1134"/>
      <w:jc w:val="both"/>
    </w:pPr>
  </w:style>
  <w:style w:type="paragraph" w:customStyle="1" w:styleId="ParNoG">
    <w:name w:val="_ParNo_G"/>
    <w:basedOn w:val="SingleTxtG"/>
    <w:qFormat/>
    <w:rsid w:val="00B206DD"/>
    <w:pPr>
      <w:numPr>
        <w:numId w:val="13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qFormat/>
    <w:rsid w:val="004A281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4A28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7268F9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4A2814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FootnoteReference">
    <w:name w:val="footnote reference"/>
    <w:aliases w:val="4_G"/>
    <w:uiPriority w:val="99"/>
    <w:qFormat/>
    <w:rsid w:val="004A2814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styleId="PageNumber">
    <w:name w:val="page number"/>
    <w:aliases w:val="7_G"/>
    <w:rsid w:val="004A2814"/>
    <w:rPr>
      <w:rFonts w:ascii="Times New Roman" w:hAnsi="Times New Roman"/>
      <w:b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1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109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EC0CE6"/>
    <w:rPr>
      <w:color w:val="0000FF"/>
      <w:u w:val="none"/>
    </w:rPr>
  </w:style>
  <w:style w:type="character" w:styleId="FollowedHyperlink">
    <w:name w:val="FollowedHyperlink"/>
    <w:basedOn w:val="DefaultParagraphFont"/>
    <w:rsid w:val="00EC0CE6"/>
    <w:rPr>
      <w:color w:val="0000FF"/>
      <w:u w:val="none"/>
    </w:rPr>
  </w:style>
  <w:style w:type="table" w:styleId="TableGrid">
    <w:name w:val="Table Grid"/>
    <w:basedOn w:val="TableNormal"/>
    <w:rsid w:val="004A2814"/>
    <w:pPr>
      <w:suppressAutoHyphens/>
      <w:spacing w:after="0" w:line="240" w:lineRule="atLeast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2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ece.org/trans/main/dgdb/dgsubc3/c3age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ST\SGAC10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550A8-07AD-4180-998C-8798361A1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SGAC10_E.dotm</Template>
  <TotalTime>11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ST/SG/AC.10/C.4/77</vt:lpstr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ST/SG/AC.10/C.4/77</dc:title>
  <dc:subject/>
  <dc:creator>Rosa</dc:creator>
  <cp:lastModifiedBy>Laurence Berthet</cp:lastModifiedBy>
  <cp:revision>9</cp:revision>
  <cp:lastPrinted>2020-03-12T10:58:00Z</cp:lastPrinted>
  <dcterms:created xsi:type="dcterms:W3CDTF">2020-02-17T16:14:00Z</dcterms:created>
  <dcterms:modified xsi:type="dcterms:W3CDTF">2020-03-12T10:58:00Z</dcterms:modified>
</cp:coreProperties>
</file>