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5" w:tblpY="285"/>
        <w:tblOverlap w:val="never"/>
        <w:tblW w:w="9639" w:type="dxa"/>
        <w:tblLayout w:type="fixed"/>
        <w:tblCellMar>
          <w:left w:w="0" w:type="dxa"/>
          <w:right w:w="0" w:type="dxa"/>
        </w:tblCellMar>
        <w:tblLook w:val="01E0" w:firstRow="1" w:lastRow="1" w:firstColumn="1" w:lastColumn="1" w:noHBand="0" w:noVBand="0"/>
      </w:tblPr>
      <w:tblGrid>
        <w:gridCol w:w="142"/>
        <w:gridCol w:w="1138"/>
        <w:gridCol w:w="3398"/>
        <w:gridCol w:w="2268"/>
        <w:gridCol w:w="2693"/>
      </w:tblGrid>
      <w:tr w:rsidR="002D5AAC" w14:paraId="5ADB9D6A" w14:textId="77777777" w:rsidTr="00387CD4">
        <w:trPr>
          <w:trHeight w:hRule="exact" w:val="851"/>
        </w:trPr>
        <w:tc>
          <w:tcPr>
            <w:tcW w:w="142" w:type="dxa"/>
            <w:tcBorders>
              <w:bottom w:val="single" w:sz="4" w:space="0" w:color="auto"/>
            </w:tcBorders>
          </w:tcPr>
          <w:p w14:paraId="267047B9" w14:textId="77777777" w:rsidR="002D5AAC" w:rsidRDefault="002D5AAC" w:rsidP="00C405CB">
            <w:pPr>
              <w:kinsoku w:val="0"/>
              <w:overflowPunct w:val="0"/>
              <w:autoSpaceDE w:val="0"/>
              <w:autoSpaceDN w:val="0"/>
              <w:adjustRightInd w:val="0"/>
              <w:snapToGrid w:val="0"/>
            </w:pPr>
          </w:p>
        </w:tc>
        <w:tc>
          <w:tcPr>
            <w:tcW w:w="4536" w:type="dxa"/>
            <w:gridSpan w:val="2"/>
            <w:tcBorders>
              <w:bottom w:val="single" w:sz="4" w:space="0" w:color="auto"/>
            </w:tcBorders>
            <w:vAlign w:val="bottom"/>
          </w:tcPr>
          <w:p w14:paraId="3C7C550E" w14:textId="77777777" w:rsidR="002D5AAC" w:rsidRPr="00BD33EE" w:rsidRDefault="00DF71B9" w:rsidP="00387CD4">
            <w:pPr>
              <w:spacing w:after="80" w:line="300" w:lineRule="exact"/>
              <w:rPr>
                <w:sz w:val="28"/>
              </w:rPr>
            </w:pPr>
            <w:r>
              <w:rPr>
                <w:sz w:val="28"/>
              </w:rPr>
              <w:t>Организация Объединенных Наций</w:t>
            </w:r>
          </w:p>
        </w:tc>
        <w:tc>
          <w:tcPr>
            <w:tcW w:w="4961" w:type="dxa"/>
            <w:gridSpan w:val="2"/>
            <w:tcBorders>
              <w:bottom w:val="single" w:sz="4" w:space="0" w:color="auto"/>
            </w:tcBorders>
            <w:vAlign w:val="bottom"/>
          </w:tcPr>
          <w:p w14:paraId="08D7D38E" w14:textId="77777777" w:rsidR="002D5AAC" w:rsidRDefault="00C405CB" w:rsidP="00C405CB">
            <w:pPr>
              <w:jc w:val="right"/>
            </w:pPr>
            <w:r w:rsidRPr="00C405CB">
              <w:rPr>
                <w:sz w:val="40"/>
              </w:rPr>
              <w:t>ECE</w:t>
            </w:r>
            <w:r>
              <w:t>/TRANS/WP.29/GRSG/96</w:t>
            </w:r>
          </w:p>
        </w:tc>
      </w:tr>
      <w:tr w:rsidR="002D5AAC" w:rsidRPr="00AB3E43" w14:paraId="7F2B878F" w14:textId="77777777" w:rsidTr="00387CD4">
        <w:trPr>
          <w:trHeight w:hRule="exact" w:val="2835"/>
        </w:trPr>
        <w:tc>
          <w:tcPr>
            <w:tcW w:w="1280" w:type="dxa"/>
            <w:gridSpan w:val="2"/>
            <w:tcBorders>
              <w:top w:val="single" w:sz="4" w:space="0" w:color="auto"/>
              <w:bottom w:val="single" w:sz="12" w:space="0" w:color="auto"/>
            </w:tcBorders>
          </w:tcPr>
          <w:p w14:paraId="3632D981" w14:textId="77777777" w:rsidR="002D5AAC" w:rsidRDefault="002E5067" w:rsidP="00387CD4">
            <w:pPr>
              <w:spacing w:before="120"/>
              <w:jc w:val="center"/>
            </w:pPr>
            <w:r>
              <w:rPr>
                <w:noProof/>
                <w:lang w:val="en-US"/>
              </w:rPr>
              <w:drawing>
                <wp:inline distT="0" distB="0" distL="0" distR="0" wp14:anchorId="16611C03" wp14:editId="267C5F4E">
                  <wp:extent cx="714375" cy="590550"/>
                  <wp:effectExtent l="0" t="0" r="0" b="0"/>
                  <wp:docPr id="2" name="Imagen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666" w:type="dxa"/>
            <w:gridSpan w:val="2"/>
            <w:tcBorders>
              <w:top w:val="single" w:sz="4" w:space="0" w:color="auto"/>
              <w:bottom w:val="single" w:sz="12" w:space="0" w:color="auto"/>
            </w:tcBorders>
          </w:tcPr>
          <w:p w14:paraId="57CEF637" w14:textId="77777777" w:rsidR="002D5AAC" w:rsidRPr="00033EE1" w:rsidRDefault="008A37C8" w:rsidP="00387CD4">
            <w:pPr>
              <w:spacing w:before="120" w:line="460" w:lineRule="exact"/>
              <w:rPr>
                <w:b/>
                <w:sz w:val="34"/>
                <w:szCs w:val="34"/>
              </w:rPr>
            </w:pPr>
            <w:r w:rsidRPr="008A37C8">
              <w:rPr>
                <w:rFonts w:eastAsia="Times New Roman" w:cs="Times New Roman"/>
                <w:b/>
                <w:spacing w:val="-4"/>
                <w:sz w:val="40"/>
                <w:szCs w:val="40"/>
              </w:rPr>
              <w:t xml:space="preserve">Экономический </w:t>
            </w:r>
            <w:r w:rsidRPr="008A37C8">
              <w:rPr>
                <w:rFonts w:eastAsia="Times New Roman" w:cs="Times New Roman"/>
                <w:b/>
                <w:spacing w:val="-4"/>
                <w:sz w:val="40"/>
                <w:szCs w:val="40"/>
              </w:rPr>
              <w:br/>
              <w:t>и Социальный Совет</w:t>
            </w:r>
          </w:p>
        </w:tc>
        <w:tc>
          <w:tcPr>
            <w:tcW w:w="2693" w:type="dxa"/>
            <w:tcBorders>
              <w:top w:val="single" w:sz="4" w:space="0" w:color="auto"/>
              <w:bottom w:val="single" w:sz="12" w:space="0" w:color="auto"/>
            </w:tcBorders>
          </w:tcPr>
          <w:p w14:paraId="39C87958" w14:textId="77777777" w:rsidR="002D5AAC" w:rsidRDefault="00C405CB" w:rsidP="00387CD4">
            <w:pPr>
              <w:spacing w:before="240"/>
              <w:rPr>
                <w:lang w:val="en-US"/>
              </w:rPr>
            </w:pPr>
            <w:r>
              <w:rPr>
                <w:lang w:val="en-US"/>
              </w:rPr>
              <w:t>Distr.: General</w:t>
            </w:r>
          </w:p>
          <w:p w14:paraId="5AE3E4E2" w14:textId="77777777" w:rsidR="00C405CB" w:rsidRDefault="00C405CB" w:rsidP="00C405CB">
            <w:pPr>
              <w:spacing w:line="240" w:lineRule="exact"/>
              <w:rPr>
                <w:lang w:val="en-US"/>
              </w:rPr>
            </w:pPr>
            <w:r>
              <w:rPr>
                <w:lang w:val="en-US"/>
              </w:rPr>
              <w:t>2 December 2019</w:t>
            </w:r>
          </w:p>
          <w:p w14:paraId="73D0899D" w14:textId="77777777" w:rsidR="00C405CB" w:rsidRDefault="00C405CB" w:rsidP="00C405CB">
            <w:pPr>
              <w:spacing w:line="240" w:lineRule="exact"/>
              <w:rPr>
                <w:lang w:val="en-US"/>
              </w:rPr>
            </w:pPr>
            <w:r>
              <w:rPr>
                <w:lang w:val="en-US"/>
              </w:rPr>
              <w:t>Russian</w:t>
            </w:r>
          </w:p>
          <w:p w14:paraId="223C523C" w14:textId="77777777" w:rsidR="00C405CB" w:rsidRPr="008D53B6" w:rsidRDefault="00C405CB" w:rsidP="00C405CB">
            <w:pPr>
              <w:spacing w:line="240" w:lineRule="exact"/>
              <w:rPr>
                <w:lang w:val="en-US"/>
              </w:rPr>
            </w:pPr>
            <w:r>
              <w:rPr>
                <w:lang w:val="en-US"/>
              </w:rPr>
              <w:t>Original: English</w:t>
            </w:r>
          </w:p>
        </w:tc>
      </w:tr>
    </w:tbl>
    <w:p w14:paraId="43FC68E4" w14:textId="77777777" w:rsidR="00C405CB" w:rsidRDefault="008A37C8" w:rsidP="00255343">
      <w:pPr>
        <w:spacing w:before="120"/>
        <w:rPr>
          <w:b/>
          <w:sz w:val="28"/>
          <w:szCs w:val="28"/>
        </w:rPr>
      </w:pPr>
      <w:r w:rsidRPr="00245892">
        <w:rPr>
          <w:b/>
          <w:sz w:val="28"/>
          <w:szCs w:val="28"/>
        </w:rPr>
        <w:t>Европейская экономическая комиссия</w:t>
      </w:r>
    </w:p>
    <w:p w14:paraId="4550DB0E" w14:textId="77777777" w:rsidR="00C405CB" w:rsidRPr="00451867" w:rsidRDefault="00C405CB" w:rsidP="00C405CB">
      <w:pPr>
        <w:spacing w:before="120"/>
        <w:rPr>
          <w:sz w:val="28"/>
          <w:szCs w:val="28"/>
        </w:rPr>
      </w:pPr>
      <w:r w:rsidRPr="00451867">
        <w:rPr>
          <w:sz w:val="28"/>
          <w:szCs w:val="28"/>
        </w:rPr>
        <w:t>Комитет по внутреннему транспорту</w:t>
      </w:r>
    </w:p>
    <w:p w14:paraId="49F074F6" w14:textId="77777777" w:rsidR="00C405CB" w:rsidRPr="00451867" w:rsidRDefault="00C405CB" w:rsidP="00C405CB">
      <w:pPr>
        <w:spacing w:before="120"/>
        <w:rPr>
          <w:b/>
          <w:sz w:val="24"/>
          <w:szCs w:val="24"/>
        </w:rPr>
      </w:pPr>
      <w:r w:rsidRPr="00451867">
        <w:rPr>
          <w:b/>
          <w:bCs/>
          <w:sz w:val="24"/>
          <w:szCs w:val="24"/>
        </w:rPr>
        <w:t xml:space="preserve">Всемирный форум для согласования правил </w:t>
      </w:r>
      <w:r w:rsidRPr="00451867">
        <w:rPr>
          <w:b/>
          <w:bCs/>
          <w:sz w:val="24"/>
          <w:szCs w:val="24"/>
        </w:rPr>
        <w:br/>
        <w:t>в области транспортных средств</w:t>
      </w:r>
    </w:p>
    <w:p w14:paraId="28C3E925" w14:textId="77777777" w:rsidR="00C405CB" w:rsidRPr="00451867" w:rsidRDefault="00C405CB" w:rsidP="00C405CB">
      <w:pPr>
        <w:spacing w:before="120"/>
        <w:rPr>
          <w:b/>
        </w:rPr>
      </w:pPr>
      <w:r w:rsidRPr="00451867">
        <w:rPr>
          <w:b/>
          <w:bCs/>
        </w:rPr>
        <w:t xml:space="preserve">Рабочая группа по общим предписаниям, </w:t>
      </w:r>
      <w:r w:rsidRPr="00451867">
        <w:rPr>
          <w:b/>
          <w:bCs/>
        </w:rPr>
        <w:br/>
        <w:t>касающимся безопасности</w:t>
      </w:r>
    </w:p>
    <w:p w14:paraId="7ED3F9DE" w14:textId="77777777" w:rsidR="00C405CB" w:rsidRPr="00451867" w:rsidRDefault="00C405CB" w:rsidP="00C405CB">
      <w:pPr>
        <w:spacing w:before="120"/>
        <w:rPr>
          <w:b/>
        </w:rPr>
      </w:pPr>
      <w:r w:rsidRPr="00451867">
        <w:rPr>
          <w:b/>
          <w:bCs/>
        </w:rPr>
        <w:t>11</w:t>
      </w:r>
      <w:r>
        <w:rPr>
          <w:b/>
          <w:bCs/>
        </w:rPr>
        <w:t>7</w:t>
      </w:r>
      <w:r w:rsidRPr="00451867">
        <w:rPr>
          <w:b/>
          <w:bCs/>
        </w:rPr>
        <w:t>-я сессия</w:t>
      </w:r>
    </w:p>
    <w:p w14:paraId="2525BA27" w14:textId="77777777" w:rsidR="00C405CB" w:rsidRPr="00451867" w:rsidRDefault="00C405CB" w:rsidP="00C405CB">
      <w:r w:rsidRPr="00451867">
        <w:t xml:space="preserve">Женева, </w:t>
      </w:r>
      <w:r>
        <w:t>8</w:t>
      </w:r>
      <w:r w:rsidRPr="00451867">
        <w:t>–1</w:t>
      </w:r>
      <w:r>
        <w:t>1</w:t>
      </w:r>
      <w:r w:rsidRPr="00451867">
        <w:t xml:space="preserve"> октября 201</w:t>
      </w:r>
      <w:r>
        <w:t>9</w:t>
      </w:r>
      <w:r w:rsidRPr="00451867">
        <w:t xml:space="preserve"> года</w:t>
      </w:r>
    </w:p>
    <w:p w14:paraId="3363316D" w14:textId="77777777" w:rsidR="00C405CB" w:rsidRPr="00C405CB" w:rsidRDefault="00C405CB" w:rsidP="00260822">
      <w:pPr>
        <w:pStyle w:val="HChG"/>
      </w:pPr>
      <w:r w:rsidRPr="00AB3E43">
        <w:tab/>
      </w:r>
      <w:r w:rsidRPr="00AB3E43">
        <w:tab/>
      </w:r>
      <w:r w:rsidRPr="00C405CB">
        <w:t xml:space="preserve">Доклад Рабочей группы по общим предписаниям, касающимся безопасности, о работе ее 117-й сессии </w:t>
      </w:r>
    </w:p>
    <w:p w14:paraId="7F6BF278" w14:textId="77777777" w:rsidR="00260822" w:rsidRDefault="00260822" w:rsidP="00BD44D9">
      <w:pPr>
        <w:spacing w:after="120"/>
        <w:rPr>
          <w:sz w:val="28"/>
        </w:rPr>
      </w:pPr>
      <w:r>
        <w:rPr>
          <w:sz w:val="28"/>
        </w:rPr>
        <w:t>Содержание</w:t>
      </w:r>
    </w:p>
    <w:p w14:paraId="6B41D78F" w14:textId="77777777" w:rsidR="00260822" w:rsidRDefault="00260822" w:rsidP="00BD44D9">
      <w:pPr>
        <w:tabs>
          <w:tab w:val="right" w:pos="8929"/>
          <w:tab w:val="right" w:pos="9638"/>
        </w:tabs>
        <w:spacing w:after="120"/>
        <w:ind w:left="283"/>
        <w:rPr>
          <w:sz w:val="18"/>
        </w:rPr>
      </w:pPr>
      <w:r>
        <w:rPr>
          <w:i/>
          <w:sz w:val="18"/>
        </w:rPr>
        <w:tab/>
        <w:t>Пункты</w:t>
      </w:r>
      <w:r>
        <w:rPr>
          <w:i/>
          <w:sz w:val="18"/>
        </w:rPr>
        <w:tab/>
        <w:t>Стр.</w:t>
      </w:r>
    </w:p>
    <w:p w14:paraId="57F76D6D" w14:textId="77777777" w:rsidR="00260822" w:rsidRPr="00794A20" w:rsidRDefault="00260822" w:rsidP="00BD44D9">
      <w:pPr>
        <w:tabs>
          <w:tab w:val="right" w:pos="850"/>
          <w:tab w:val="left" w:pos="1134"/>
          <w:tab w:val="left" w:pos="1559"/>
          <w:tab w:val="left" w:pos="1984"/>
          <w:tab w:val="left" w:leader="dot" w:pos="7654"/>
          <w:tab w:val="right" w:pos="8929"/>
          <w:tab w:val="right" w:pos="9638"/>
        </w:tabs>
        <w:spacing w:after="120"/>
      </w:pPr>
      <w:r w:rsidRPr="00794A20">
        <w:tab/>
        <w:t>I.</w:t>
      </w:r>
      <w:r w:rsidRPr="00794A20">
        <w:tab/>
        <w:t>Участники</w:t>
      </w:r>
      <w:r w:rsidRPr="00794A20">
        <w:tab/>
      </w:r>
      <w:r w:rsidRPr="00794A20">
        <w:tab/>
        <w:t>1</w:t>
      </w:r>
      <w:r w:rsidRPr="00794A20">
        <w:tab/>
      </w:r>
      <w:r w:rsidR="00794A20">
        <w:t>3</w:t>
      </w:r>
    </w:p>
    <w:p w14:paraId="4A2DDEC4" w14:textId="77777777" w:rsidR="00260822" w:rsidRPr="00794A20" w:rsidRDefault="00260822" w:rsidP="00BD44D9">
      <w:pPr>
        <w:tabs>
          <w:tab w:val="right" w:pos="850"/>
          <w:tab w:val="left" w:pos="1134"/>
          <w:tab w:val="left" w:pos="1559"/>
          <w:tab w:val="left" w:pos="1984"/>
          <w:tab w:val="left" w:leader="dot" w:pos="7654"/>
          <w:tab w:val="right" w:pos="8929"/>
          <w:tab w:val="right" w:pos="9638"/>
        </w:tabs>
        <w:spacing w:after="120"/>
      </w:pPr>
      <w:r w:rsidRPr="00794A20">
        <w:tab/>
        <w:t>II.</w:t>
      </w:r>
      <w:r w:rsidRPr="00794A20">
        <w:tab/>
        <w:t>Утверждение повестки дня (пункт 1 повестки дня)</w:t>
      </w:r>
      <w:r w:rsidRPr="00794A20">
        <w:tab/>
      </w:r>
      <w:r w:rsidRPr="00794A20">
        <w:tab/>
        <w:t>2–4</w:t>
      </w:r>
      <w:r w:rsidRPr="00794A20">
        <w:tab/>
      </w:r>
      <w:r w:rsidR="00794A20">
        <w:t>3</w:t>
      </w:r>
    </w:p>
    <w:p w14:paraId="5CC7DBD2" w14:textId="77777777" w:rsidR="00260822" w:rsidRPr="00794A20" w:rsidRDefault="00260822" w:rsidP="00260822">
      <w:pPr>
        <w:tabs>
          <w:tab w:val="right" w:pos="850"/>
          <w:tab w:val="left" w:pos="1134"/>
          <w:tab w:val="left" w:pos="1559"/>
          <w:tab w:val="left" w:pos="1984"/>
          <w:tab w:val="left" w:leader="dot" w:pos="7654"/>
          <w:tab w:val="right" w:pos="8929"/>
          <w:tab w:val="right" w:pos="9638"/>
        </w:tabs>
        <w:spacing w:after="120"/>
        <w:ind w:left="1134" w:hanging="1134"/>
      </w:pPr>
      <w:r w:rsidRPr="00794A20">
        <w:tab/>
        <w:t>III.</w:t>
      </w:r>
      <w:r w:rsidRPr="00794A20">
        <w:tab/>
        <w:t xml:space="preserve">Поправки к правилам, касающимся городских и междугородных </w:t>
      </w:r>
      <w:r w:rsidRPr="00794A20">
        <w:br/>
        <w:t>автобусов (пункт 2 повестки дня)</w:t>
      </w:r>
      <w:r w:rsidRPr="00794A20">
        <w:tab/>
      </w:r>
      <w:r w:rsidRPr="00794A20">
        <w:tab/>
        <w:t>5–11</w:t>
      </w:r>
      <w:r w:rsidRPr="00794A20">
        <w:tab/>
      </w:r>
      <w:r w:rsidR="00794A20">
        <w:t>3</w:t>
      </w:r>
    </w:p>
    <w:p w14:paraId="7A48E03A" w14:textId="77777777" w:rsidR="00260822" w:rsidRPr="00794A20" w:rsidRDefault="00260822" w:rsidP="00260822">
      <w:pPr>
        <w:tabs>
          <w:tab w:val="right" w:pos="850"/>
          <w:tab w:val="left" w:pos="1134"/>
          <w:tab w:val="left" w:pos="1559"/>
          <w:tab w:val="left" w:pos="1984"/>
          <w:tab w:val="left" w:leader="dot" w:pos="7654"/>
          <w:tab w:val="right" w:pos="8929"/>
          <w:tab w:val="right" w:pos="9638"/>
        </w:tabs>
        <w:spacing w:after="120"/>
        <w:ind w:left="1134" w:hanging="1134"/>
      </w:pPr>
      <w:r w:rsidRPr="00794A20">
        <w:tab/>
      </w:r>
      <w:r w:rsidRPr="00794A20">
        <w:tab/>
        <w:t>A.</w:t>
      </w:r>
      <w:r w:rsidRPr="00794A20">
        <w:tab/>
        <w:t>Правила № 107 ООН (транспортные средства категорий М</w:t>
      </w:r>
      <w:r w:rsidRPr="00794A20">
        <w:rPr>
          <w:vertAlign w:val="subscript"/>
        </w:rPr>
        <w:t>2</w:t>
      </w:r>
      <w:r w:rsidRPr="00794A20">
        <w:t xml:space="preserve"> и М</w:t>
      </w:r>
      <w:r w:rsidRPr="00794A20">
        <w:rPr>
          <w:vertAlign w:val="subscript"/>
        </w:rPr>
        <w:t>3</w:t>
      </w:r>
      <w:r w:rsidRPr="00794A20">
        <w:t>)</w:t>
      </w:r>
      <w:r w:rsidRPr="00794A20">
        <w:tab/>
      </w:r>
      <w:r w:rsidRPr="00794A20">
        <w:tab/>
        <w:t>5–10</w:t>
      </w:r>
      <w:r w:rsidRPr="00794A20">
        <w:tab/>
      </w:r>
      <w:r w:rsidR="00794A20">
        <w:t>3</w:t>
      </w:r>
    </w:p>
    <w:p w14:paraId="58CF0236" w14:textId="77777777" w:rsidR="00260822" w:rsidRPr="00794A20" w:rsidRDefault="00260822" w:rsidP="00260822">
      <w:pPr>
        <w:tabs>
          <w:tab w:val="right" w:pos="850"/>
          <w:tab w:val="left" w:pos="1134"/>
          <w:tab w:val="left" w:pos="1559"/>
          <w:tab w:val="left" w:pos="1984"/>
          <w:tab w:val="left" w:leader="dot" w:pos="7654"/>
          <w:tab w:val="right" w:pos="8929"/>
          <w:tab w:val="right" w:pos="9638"/>
        </w:tabs>
        <w:spacing w:after="120"/>
        <w:ind w:left="1134" w:hanging="1134"/>
      </w:pPr>
      <w:r w:rsidRPr="00794A20">
        <w:tab/>
      </w:r>
      <w:r w:rsidRPr="00794A20">
        <w:tab/>
        <w:t>B.</w:t>
      </w:r>
      <w:r w:rsidRPr="00794A20">
        <w:tab/>
        <w:t>Правила № 118 ООН (характеристики горения материалов)</w:t>
      </w:r>
      <w:r w:rsidRPr="00794A20">
        <w:tab/>
      </w:r>
      <w:r w:rsidRPr="00794A20">
        <w:tab/>
        <w:t>11</w:t>
      </w:r>
      <w:r w:rsidRPr="00794A20">
        <w:tab/>
      </w:r>
      <w:r w:rsidR="00794A20">
        <w:t>5</w:t>
      </w:r>
    </w:p>
    <w:p w14:paraId="1894B640" w14:textId="77777777" w:rsidR="00260822" w:rsidRPr="00794A20" w:rsidRDefault="00260822" w:rsidP="00260822">
      <w:pPr>
        <w:tabs>
          <w:tab w:val="right" w:pos="850"/>
          <w:tab w:val="left" w:pos="1134"/>
          <w:tab w:val="left" w:pos="1559"/>
          <w:tab w:val="left" w:pos="1984"/>
          <w:tab w:val="left" w:leader="dot" w:pos="7654"/>
          <w:tab w:val="right" w:pos="8929"/>
          <w:tab w:val="right" w:pos="9638"/>
        </w:tabs>
        <w:spacing w:after="120"/>
        <w:ind w:left="1134" w:hanging="1134"/>
      </w:pPr>
      <w:r w:rsidRPr="00794A20">
        <w:tab/>
        <w:t>IV.</w:t>
      </w:r>
      <w:r w:rsidRPr="00794A20">
        <w:tab/>
        <w:t xml:space="preserve">Правила № 26 ООН (наружные выступы пассажирских автомобилей) </w:t>
      </w:r>
      <w:r w:rsidRPr="00794A20">
        <w:br/>
        <w:t>(пункт 3 повестки дня)</w:t>
      </w:r>
      <w:r w:rsidRPr="00794A20">
        <w:tab/>
      </w:r>
      <w:r w:rsidRPr="00794A20">
        <w:tab/>
        <w:t>12–13</w:t>
      </w:r>
      <w:r w:rsidRPr="00794A20">
        <w:tab/>
      </w:r>
      <w:r w:rsidR="00794A20">
        <w:t>5</w:t>
      </w:r>
    </w:p>
    <w:p w14:paraId="1C20668E" w14:textId="77777777" w:rsidR="00260822" w:rsidRPr="00794A20" w:rsidRDefault="00260822" w:rsidP="00260822">
      <w:pPr>
        <w:tabs>
          <w:tab w:val="right" w:pos="850"/>
          <w:tab w:val="left" w:pos="1134"/>
          <w:tab w:val="left" w:pos="1559"/>
          <w:tab w:val="left" w:pos="1984"/>
          <w:tab w:val="left" w:leader="dot" w:pos="7654"/>
          <w:tab w:val="right" w:pos="8929"/>
          <w:tab w:val="right" w:pos="9638"/>
        </w:tabs>
        <w:spacing w:after="120"/>
        <w:ind w:left="1134" w:hanging="1134"/>
      </w:pPr>
      <w:r w:rsidRPr="00794A20">
        <w:tab/>
        <w:t>V.</w:t>
      </w:r>
      <w:r w:rsidRPr="00794A20">
        <w:tab/>
        <w:t>Правила</w:t>
      </w:r>
      <w:r w:rsidR="00794A20" w:rsidRPr="00794A20">
        <w:t xml:space="preserve"> </w:t>
      </w:r>
      <w:r w:rsidRPr="00794A20">
        <w:t xml:space="preserve">№ 34 ООН (предотвращение опасности возникновения пожара) </w:t>
      </w:r>
      <w:r w:rsidRPr="00794A20">
        <w:br/>
        <w:t>(пункт 4 повестки дня)</w:t>
      </w:r>
      <w:r w:rsidRPr="00794A20">
        <w:tab/>
      </w:r>
      <w:r w:rsidRPr="00794A20">
        <w:tab/>
        <w:t>14</w:t>
      </w:r>
      <w:r w:rsidRPr="00794A20">
        <w:tab/>
      </w:r>
      <w:r w:rsidR="00794A20">
        <w:t>5</w:t>
      </w:r>
    </w:p>
    <w:p w14:paraId="220B1CFF" w14:textId="77777777" w:rsidR="00260822" w:rsidRPr="00794A20" w:rsidRDefault="00260822" w:rsidP="00260822">
      <w:pPr>
        <w:tabs>
          <w:tab w:val="right" w:pos="850"/>
          <w:tab w:val="left" w:pos="1134"/>
          <w:tab w:val="left" w:pos="1559"/>
          <w:tab w:val="left" w:pos="1984"/>
          <w:tab w:val="left" w:leader="dot" w:pos="7654"/>
          <w:tab w:val="right" w:pos="8929"/>
          <w:tab w:val="right" w:pos="9638"/>
        </w:tabs>
        <w:spacing w:after="120"/>
        <w:ind w:left="1134" w:hanging="1134"/>
      </w:pPr>
      <w:r w:rsidRPr="00794A20">
        <w:tab/>
        <w:t>VI.</w:t>
      </w:r>
      <w:r w:rsidRPr="00794A20">
        <w:tab/>
        <w:t>Правила № 35 ООН (педали управления) (пункт 5 повестки дня)</w:t>
      </w:r>
      <w:r w:rsidRPr="00794A20">
        <w:tab/>
      </w:r>
      <w:r w:rsidRPr="00794A20">
        <w:tab/>
        <w:t>15–16</w:t>
      </w:r>
      <w:r w:rsidRPr="00794A20">
        <w:tab/>
      </w:r>
      <w:r w:rsidR="00794A20">
        <w:t>6</w:t>
      </w:r>
    </w:p>
    <w:p w14:paraId="1F641A16" w14:textId="77777777" w:rsidR="00260822" w:rsidRPr="00794A20" w:rsidRDefault="00260822" w:rsidP="00260822">
      <w:pPr>
        <w:tabs>
          <w:tab w:val="right" w:pos="850"/>
          <w:tab w:val="left" w:pos="1134"/>
          <w:tab w:val="left" w:pos="1559"/>
          <w:tab w:val="left" w:pos="1984"/>
          <w:tab w:val="left" w:leader="dot" w:pos="7654"/>
          <w:tab w:val="right" w:pos="8929"/>
          <w:tab w:val="right" w:pos="9638"/>
        </w:tabs>
        <w:spacing w:after="120"/>
        <w:ind w:left="1134" w:hanging="1134"/>
      </w:pPr>
      <w:r w:rsidRPr="00794A20">
        <w:tab/>
        <w:t>VII.</w:t>
      </w:r>
      <w:r w:rsidRPr="00794A20">
        <w:tab/>
        <w:t xml:space="preserve">Поправки к правилам, касающимся безопасных стекловых материалов </w:t>
      </w:r>
      <w:r w:rsidR="00924832" w:rsidRPr="00794A20">
        <w:br/>
      </w:r>
      <w:r w:rsidRPr="00794A20">
        <w:t>(пункт 6 повестки дня)</w:t>
      </w:r>
      <w:r w:rsidR="00924832" w:rsidRPr="00794A20">
        <w:tab/>
      </w:r>
      <w:r w:rsidR="00924832" w:rsidRPr="00794A20">
        <w:tab/>
        <w:t>17–26</w:t>
      </w:r>
      <w:r w:rsidR="00924832" w:rsidRPr="00794A20">
        <w:tab/>
      </w:r>
      <w:r w:rsidR="00794A20">
        <w:t>6</w:t>
      </w:r>
    </w:p>
    <w:p w14:paraId="5E49815A" w14:textId="77777777" w:rsidR="00924832" w:rsidRPr="00794A20" w:rsidRDefault="00924832" w:rsidP="00924832">
      <w:pPr>
        <w:tabs>
          <w:tab w:val="right" w:pos="850"/>
          <w:tab w:val="left" w:pos="1134"/>
          <w:tab w:val="left" w:pos="1559"/>
          <w:tab w:val="left" w:pos="1984"/>
          <w:tab w:val="left" w:leader="dot" w:pos="7654"/>
          <w:tab w:val="right" w:pos="8929"/>
          <w:tab w:val="right" w:pos="9638"/>
        </w:tabs>
        <w:spacing w:after="120"/>
        <w:ind w:left="1559" w:hanging="1559"/>
      </w:pPr>
      <w:r w:rsidRPr="00794A20">
        <w:tab/>
      </w:r>
      <w:r w:rsidRPr="00794A20">
        <w:tab/>
        <w:t>A.</w:t>
      </w:r>
      <w:r w:rsidRPr="00794A20">
        <w:tab/>
        <w:t xml:space="preserve">Глобальные технические правила № 6 ООН </w:t>
      </w:r>
      <w:r w:rsidRPr="00794A20">
        <w:br/>
        <w:t>(безопасные стекловые материалы)</w:t>
      </w:r>
      <w:r w:rsidRPr="00794A20">
        <w:tab/>
      </w:r>
      <w:r w:rsidRPr="00794A20">
        <w:tab/>
        <w:t>21–23</w:t>
      </w:r>
      <w:r w:rsidRPr="00794A20">
        <w:tab/>
      </w:r>
      <w:r w:rsidR="00794A20">
        <w:t>6</w:t>
      </w:r>
    </w:p>
    <w:p w14:paraId="44F43ED9" w14:textId="77777777" w:rsidR="00924832" w:rsidRPr="00794A20" w:rsidRDefault="00924832" w:rsidP="00260822">
      <w:pPr>
        <w:tabs>
          <w:tab w:val="right" w:pos="850"/>
          <w:tab w:val="left" w:pos="1134"/>
          <w:tab w:val="left" w:pos="1559"/>
          <w:tab w:val="left" w:pos="1984"/>
          <w:tab w:val="left" w:leader="dot" w:pos="7654"/>
          <w:tab w:val="right" w:pos="8929"/>
          <w:tab w:val="right" w:pos="9638"/>
        </w:tabs>
        <w:spacing w:after="120"/>
        <w:ind w:left="1134" w:hanging="1134"/>
      </w:pPr>
      <w:r w:rsidRPr="00794A20">
        <w:tab/>
      </w:r>
      <w:r w:rsidRPr="00794A20">
        <w:tab/>
        <w:t>B.</w:t>
      </w:r>
      <w:r w:rsidRPr="00794A20">
        <w:tab/>
        <w:t>Правила № 43 ООН (безопасные стекловые материалы)</w:t>
      </w:r>
      <w:r w:rsidRPr="00794A20">
        <w:tab/>
      </w:r>
      <w:r w:rsidRPr="00794A20">
        <w:tab/>
        <w:t>24–25</w:t>
      </w:r>
      <w:r w:rsidRPr="00794A20">
        <w:tab/>
      </w:r>
      <w:r w:rsidR="00794A20">
        <w:t>7</w:t>
      </w:r>
    </w:p>
    <w:p w14:paraId="691BECE9" w14:textId="77777777" w:rsidR="00924832" w:rsidRPr="00794A20" w:rsidRDefault="00924832" w:rsidP="00260822">
      <w:pPr>
        <w:tabs>
          <w:tab w:val="right" w:pos="850"/>
          <w:tab w:val="left" w:pos="1134"/>
          <w:tab w:val="left" w:pos="1559"/>
          <w:tab w:val="left" w:pos="1984"/>
          <w:tab w:val="left" w:leader="dot" w:pos="7654"/>
          <w:tab w:val="right" w:pos="8929"/>
          <w:tab w:val="right" w:pos="9638"/>
        </w:tabs>
        <w:spacing w:after="120"/>
        <w:ind w:left="1134" w:hanging="1134"/>
      </w:pPr>
      <w:r w:rsidRPr="00794A20">
        <w:tab/>
        <w:t>VIII.</w:t>
      </w:r>
      <w:r w:rsidRPr="00794A20">
        <w:tab/>
        <w:t xml:space="preserve">Информирование о непосредственной близости уязвимых участников </w:t>
      </w:r>
      <w:r w:rsidRPr="00794A20">
        <w:br/>
        <w:t>дорожного движения (пункт 7 повестки дня)</w:t>
      </w:r>
      <w:r w:rsidRPr="00794A20">
        <w:tab/>
      </w:r>
      <w:r w:rsidRPr="00794A20">
        <w:tab/>
        <w:t>26–36</w:t>
      </w:r>
      <w:r w:rsidRPr="00794A20">
        <w:tab/>
      </w:r>
      <w:r w:rsidR="00794A20">
        <w:t>7</w:t>
      </w:r>
    </w:p>
    <w:p w14:paraId="6F5C9DEE" w14:textId="77777777" w:rsidR="00924832" w:rsidRPr="00794A20" w:rsidRDefault="00924832" w:rsidP="00260822">
      <w:pPr>
        <w:tabs>
          <w:tab w:val="right" w:pos="850"/>
          <w:tab w:val="left" w:pos="1134"/>
          <w:tab w:val="left" w:pos="1559"/>
          <w:tab w:val="left" w:pos="1984"/>
          <w:tab w:val="left" w:leader="dot" w:pos="7654"/>
          <w:tab w:val="right" w:pos="8929"/>
          <w:tab w:val="right" w:pos="9638"/>
        </w:tabs>
        <w:spacing w:after="120"/>
        <w:ind w:left="1134" w:hanging="1134"/>
      </w:pPr>
      <w:r w:rsidRPr="00794A20">
        <w:tab/>
      </w:r>
      <w:r w:rsidRPr="00794A20">
        <w:tab/>
        <w:t>A.</w:t>
      </w:r>
      <w:r w:rsidRPr="00794A20">
        <w:tab/>
        <w:t>Правила № 46 ООН (устройства непрямого обзора)</w:t>
      </w:r>
      <w:r w:rsidRPr="00794A20">
        <w:tab/>
      </w:r>
      <w:r w:rsidRPr="00794A20">
        <w:tab/>
        <w:t>29–34</w:t>
      </w:r>
      <w:r w:rsidRPr="00794A20">
        <w:tab/>
      </w:r>
      <w:r w:rsidR="00794A20">
        <w:t>8</w:t>
      </w:r>
    </w:p>
    <w:p w14:paraId="4F2393E5" w14:textId="77777777" w:rsidR="00924832" w:rsidRPr="00794A20" w:rsidRDefault="00924832" w:rsidP="00924832">
      <w:pPr>
        <w:tabs>
          <w:tab w:val="right" w:pos="850"/>
          <w:tab w:val="left" w:pos="1134"/>
          <w:tab w:val="left" w:pos="1559"/>
          <w:tab w:val="left" w:pos="1984"/>
          <w:tab w:val="left" w:leader="dot" w:pos="7654"/>
          <w:tab w:val="right" w:pos="8929"/>
          <w:tab w:val="right" w:pos="9638"/>
        </w:tabs>
        <w:spacing w:after="120"/>
        <w:ind w:left="1559" w:hanging="1559"/>
      </w:pPr>
      <w:r w:rsidRPr="00794A20">
        <w:tab/>
      </w:r>
      <w:r w:rsidRPr="00794A20">
        <w:tab/>
        <w:t>B.</w:t>
      </w:r>
      <w:r w:rsidRPr="00794A20">
        <w:tab/>
      </w:r>
      <w:r w:rsidRPr="00794A20">
        <w:rPr>
          <w:spacing w:val="-2"/>
        </w:rPr>
        <w:t>Правила ООН, касающиеся систем индикации мертвой зоны (СИМЗ)</w:t>
      </w:r>
      <w:r w:rsidRPr="00794A20">
        <w:tab/>
      </w:r>
      <w:r w:rsidRPr="00794A20">
        <w:tab/>
        <w:t>35–36</w:t>
      </w:r>
      <w:r w:rsidRPr="00794A20">
        <w:tab/>
      </w:r>
      <w:r w:rsidR="00794A20">
        <w:t>9</w:t>
      </w:r>
    </w:p>
    <w:p w14:paraId="22ED8957" w14:textId="77777777" w:rsidR="00924832" w:rsidRPr="00794A20" w:rsidRDefault="00924832" w:rsidP="00924832">
      <w:pPr>
        <w:tabs>
          <w:tab w:val="right" w:pos="850"/>
          <w:tab w:val="left" w:pos="1134"/>
          <w:tab w:val="left" w:pos="1559"/>
          <w:tab w:val="left" w:pos="1984"/>
          <w:tab w:val="left" w:leader="dot" w:pos="7654"/>
          <w:tab w:val="right" w:pos="8929"/>
          <w:tab w:val="right" w:pos="9638"/>
        </w:tabs>
        <w:spacing w:after="120"/>
        <w:ind w:left="1134" w:hanging="1134"/>
      </w:pPr>
      <w:r w:rsidRPr="00794A20">
        <w:lastRenderedPageBreak/>
        <w:tab/>
        <w:t>IX.</w:t>
      </w:r>
      <w:r w:rsidRPr="00794A20">
        <w:tab/>
        <w:t xml:space="preserve">Правила № 55 ООН (механические сцепные устройства) </w:t>
      </w:r>
      <w:r w:rsidRPr="00794A20">
        <w:br/>
        <w:t>(пункт 8 повестки дня)</w:t>
      </w:r>
      <w:r w:rsidRPr="00794A20">
        <w:tab/>
      </w:r>
      <w:r w:rsidRPr="00794A20">
        <w:tab/>
        <w:t>37–39</w:t>
      </w:r>
      <w:r w:rsidRPr="00794A20">
        <w:tab/>
      </w:r>
      <w:r w:rsidR="00B42057">
        <w:t>9</w:t>
      </w:r>
    </w:p>
    <w:p w14:paraId="0DBA9D95" w14:textId="77777777" w:rsidR="00924832" w:rsidRPr="00794A20" w:rsidRDefault="00924832" w:rsidP="00924832">
      <w:pPr>
        <w:tabs>
          <w:tab w:val="right" w:pos="850"/>
          <w:tab w:val="left" w:pos="1134"/>
          <w:tab w:val="left" w:pos="1559"/>
          <w:tab w:val="left" w:pos="1984"/>
          <w:tab w:val="left" w:leader="dot" w:pos="7654"/>
          <w:tab w:val="right" w:pos="8929"/>
          <w:tab w:val="right" w:pos="9638"/>
        </w:tabs>
        <w:spacing w:after="120"/>
        <w:ind w:left="1134" w:hanging="1134"/>
      </w:pPr>
      <w:r w:rsidRPr="00794A20">
        <w:tab/>
        <w:t>X.</w:t>
      </w:r>
      <w:r w:rsidRPr="00794A20">
        <w:tab/>
        <w:t xml:space="preserve">Правила № 58 ООН (задние противоподкатные защитные устройства) </w:t>
      </w:r>
      <w:r w:rsidRPr="00794A20">
        <w:br/>
        <w:t>(пункт 9 повестки дня)</w:t>
      </w:r>
      <w:r w:rsidRPr="00794A20">
        <w:tab/>
      </w:r>
      <w:r w:rsidRPr="00794A20">
        <w:tab/>
        <w:t>40–41</w:t>
      </w:r>
      <w:r w:rsidRPr="00794A20">
        <w:tab/>
      </w:r>
      <w:r w:rsidR="00B42057">
        <w:t>9</w:t>
      </w:r>
    </w:p>
    <w:p w14:paraId="4B3C21D6" w14:textId="77777777" w:rsidR="00924832" w:rsidRPr="00794A20" w:rsidRDefault="00924832" w:rsidP="00924832">
      <w:pPr>
        <w:tabs>
          <w:tab w:val="right" w:pos="850"/>
          <w:tab w:val="left" w:pos="1134"/>
          <w:tab w:val="left" w:pos="1559"/>
          <w:tab w:val="left" w:pos="1984"/>
          <w:tab w:val="left" w:leader="dot" w:pos="7654"/>
          <w:tab w:val="right" w:pos="8929"/>
          <w:tab w:val="right" w:pos="9638"/>
        </w:tabs>
        <w:spacing w:after="120"/>
        <w:ind w:left="1134" w:hanging="1134"/>
      </w:pPr>
      <w:r w:rsidRPr="00794A20">
        <w:tab/>
        <w:t>XI.</w:t>
      </w:r>
      <w:r w:rsidRPr="00794A20">
        <w:tab/>
        <w:t xml:space="preserve">Правила № 62 ООН (противоугонные системы для мопедов/мотоциклов) </w:t>
      </w:r>
      <w:r w:rsidRPr="00794A20">
        <w:br/>
        <w:t>(пункт 10 повестки дня)</w:t>
      </w:r>
      <w:r w:rsidRPr="00794A20">
        <w:tab/>
      </w:r>
      <w:r w:rsidRPr="00794A20">
        <w:tab/>
        <w:t>42–43</w:t>
      </w:r>
      <w:r w:rsidRPr="00794A20">
        <w:tab/>
      </w:r>
      <w:r w:rsidR="00B42057">
        <w:t>10</w:t>
      </w:r>
    </w:p>
    <w:p w14:paraId="5CEAFE3C" w14:textId="77777777" w:rsidR="00924832" w:rsidRPr="00794A20" w:rsidRDefault="00924832" w:rsidP="00924832">
      <w:pPr>
        <w:tabs>
          <w:tab w:val="right" w:pos="850"/>
          <w:tab w:val="left" w:pos="1134"/>
          <w:tab w:val="left" w:pos="1559"/>
          <w:tab w:val="left" w:pos="1984"/>
          <w:tab w:val="left" w:leader="dot" w:pos="7654"/>
          <w:tab w:val="right" w:pos="8929"/>
          <w:tab w:val="right" w:pos="9638"/>
        </w:tabs>
        <w:spacing w:after="120"/>
        <w:ind w:left="1134" w:hanging="1134"/>
      </w:pPr>
      <w:r w:rsidRPr="00794A20">
        <w:tab/>
        <w:t>XII.</w:t>
      </w:r>
      <w:r w:rsidRPr="00794A20">
        <w:tab/>
        <w:t xml:space="preserve">Поправки к правилам, касающимся транспортных средств, </w:t>
      </w:r>
      <w:r w:rsidRPr="00794A20">
        <w:br/>
        <w:t>работающих на газе (пункт 11 повестки дня)</w:t>
      </w:r>
      <w:r w:rsidRPr="00794A20">
        <w:tab/>
      </w:r>
      <w:r w:rsidRPr="00794A20">
        <w:tab/>
        <w:t>44–49</w:t>
      </w:r>
      <w:r w:rsidRPr="00794A20">
        <w:tab/>
      </w:r>
      <w:r w:rsidR="00B42057">
        <w:t>10</w:t>
      </w:r>
    </w:p>
    <w:p w14:paraId="3E28286D" w14:textId="77777777" w:rsidR="00924832" w:rsidRPr="00794A20" w:rsidRDefault="00924832" w:rsidP="00924832">
      <w:pPr>
        <w:tabs>
          <w:tab w:val="right" w:pos="850"/>
          <w:tab w:val="left" w:pos="1134"/>
          <w:tab w:val="left" w:pos="1559"/>
          <w:tab w:val="left" w:pos="1984"/>
          <w:tab w:val="left" w:leader="dot" w:pos="7654"/>
          <w:tab w:val="right" w:pos="8929"/>
          <w:tab w:val="right" w:pos="9638"/>
        </w:tabs>
        <w:spacing w:after="120"/>
        <w:ind w:left="1134" w:hanging="1134"/>
      </w:pPr>
      <w:r w:rsidRPr="00794A20">
        <w:tab/>
      </w:r>
      <w:r w:rsidRPr="00794A20">
        <w:tab/>
        <w:t>A.</w:t>
      </w:r>
      <w:r w:rsidRPr="00794A20">
        <w:tab/>
        <w:t>Правила № 67 ООН (транспортные средства, работающие на СНГ)</w:t>
      </w:r>
      <w:r w:rsidRPr="00794A20">
        <w:tab/>
      </w:r>
      <w:r w:rsidRPr="00794A20">
        <w:tab/>
        <w:t>44–45</w:t>
      </w:r>
      <w:r w:rsidRPr="00794A20">
        <w:tab/>
      </w:r>
      <w:r w:rsidR="00B42057">
        <w:t>10</w:t>
      </w:r>
    </w:p>
    <w:p w14:paraId="25A3B544" w14:textId="77777777" w:rsidR="00924832" w:rsidRPr="00794A20" w:rsidRDefault="00924832" w:rsidP="00924832">
      <w:pPr>
        <w:tabs>
          <w:tab w:val="right" w:pos="850"/>
          <w:tab w:val="left" w:pos="1134"/>
          <w:tab w:val="left" w:pos="1559"/>
          <w:tab w:val="left" w:pos="1984"/>
          <w:tab w:val="left" w:leader="dot" w:pos="7654"/>
          <w:tab w:val="right" w:pos="8929"/>
          <w:tab w:val="right" w:pos="9638"/>
        </w:tabs>
        <w:spacing w:after="120"/>
        <w:ind w:left="1559" w:hanging="1559"/>
      </w:pPr>
      <w:r w:rsidRPr="00794A20">
        <w:tab/>
      </w:r>
      <w:r w:rsidRPr="00794A20">
        <w:tab/>
        <w:t>B.</w:t>
      </w:r>
      <w:r w:rsidRPr="00794A20">
        <w:tab/>
        <w:t xml:space="preserve">Правила № 110 ООН (транспортные средства, работающие </w:t>
      </w:r>
      <w:r w:rsidRPr="00794A20">
        <w:br/>
        <w:t>на КПГ и СПГ)</w:t>
      </w:r>
      <w:r w:rsidRPr="00794A20">
        <w:tab/>
      </w:r>
      <w:r w:rsidRPr="00794A20">
        <w:tab/>
        <w:t>46–49</w:t>
      </w:r>
      <w:r w:rsidRPr="00794A20">
        <w:tab/>
      </w:r>
      <w:r w:rsidR="00B42057">
        <w:t>10</w:t>
      </w:r>
    </w:p>
    <w:p w14:paraId="146DB91D" w14:textId="77777777" w:rsidR="00924832" w:rsidRPr="00794A20" w:rsidRDefault="00924832" w:rsidP="00924832">
      <w:pPr>
        <w:tabs>
          <w:tab w:val="right" w:pos="850"/>
          <w:tab w:val="left" w:pos="1134"/>
          <w:tab w:val="left" w:pos="1559"/>
          <w:tab w:val="left" w:pos="1984"/>
          <w:tab w:val="left" w:leader="dot" w:pos="7654"/>
          <w:tab w:val="right" w:pos="8929"/>
          <w:tab w:val="right" w:pos="9638"/>
        </w:tabs>
        <w:spacing w:after="120"/>
        <w:ind w:left="1134" w:hanging="1134"/>
      </w:pPr>
      <w:r w:rsidRPr="00794A20">
        <w:tab/>
        <w:t>XIII.</w:t>
      </w:r>
      <w:r w:rsidRPr="00794A20">
        <w:tab/>
        <w:t xml:space="preserve">Правила № 93 ООН (передняя противоподкатная защита) </w:t>
      </w:r>
      <w:r w:rsidRPr="00794A20">
        <w:br/>
        <w:t>(пункт 12 повестки дня)</w:t>
      </w:r>
      <w:r w:rsidRPr="00794A20">
        <w:tab/>
      </w:r>
      <w:r w:rsidRPr="00794A20">
        <w:tab/>
        <w:t>50–51</w:t>
      </w:r>
      <w:r w:rsidRPr="00794A20">
        <w:tab/>
      </w:r>
      <w:r w:rsidR="00B42057">
        <w:t>11</w:t>
      </w:r>
    </w:p>
    <w:p w14:paraId="506344FB" w14:textId="77777777" w:rsidR="00924832" w:rsidRPr="00794A20" w:rsidRDefault="00924832" w:rsidP="00924832">
      <w:pPr>
        <w:tabs>
          <w:tab w:val="right" w:pos="850"/>
          <w:tab w:val="left" w:pos="1134"/>
          <w:tab w:val="left" w:pos="1559"/>
          <w:tab w:val="left" w:pos="1984"/>
          <w:tab w:val="left" w:leader="dot" w:pos="7654"/>
          <w:tab w:val="right" w:pos="8929"/>
          <w:tab w:val="right" w:pos="9638"/>
        </w:tabs>
        <w:spacing w:after="120"/>
        <w:ind w:left="1134" w:hanging="1134"/>
      </w:pPr>
      <w:r w:rsidRPr="00794A20">
        <w:tab/>
      </w:r>
      <w:r w:rsidR="00D801F5" w:rsidRPr="00794A20">
        <w:t>XIV.</w:t>
      </w:r>
      <w:r w:rsidR="00D801F5" w:rsidRPr="00794A20">
        <w:tab/>
        <w:t xml:space="preserve">Правила № 116 ООН (противоугонные системы и системы охранной </w:t>
      </w:r>
      <w:r w:rsidR="00D801F5" w:rsidRPr="00794A20">
        <w:br/>
        <w:t>сигнализации) (пункт 13 повестки дня)</w:t>
      </w:r>
      <w:r w:rsidR="00D801F5" w:rsidRPr="00794A20">
        <w:tab/>
      </w:r>
      <w:r w:rsidR="00D801F5" w:rsidRPr="00794A20">
        <w:tab/>
      </w:r>
      <w:r w:rsidRPr="00794A20">
        <w:t>52–54</w:t>
      </w:r>
      <w:r w:rsidRPr="00794A20">
        <w:tab/>
      </w:r>
      <w:r w:rsidR="00B42057">
        <w:t>11</w:t>
      </w:r>
    </w:p>
    <w:p w14:paraId="0B5A3AE9" w14:textId="77777777" w:rsidR="00D801F5" w:rsidRPr="00794A20" w:rsidRDefault="00D801F5" w:rsidP="00924832">
      <w:pPr>
        <w:tabs>
          <w:tab w:val="right" w:pos="850"/>
          <w:tab w:val="left" w:pos="1134"/>
          <w:tab w:val="left" w:pos="1559"/>
          <w:tab w:val="left" w:pos="1984"/>
          <w:tab w:val="left" w:leader="dot" w:pos="7654"/>
          <w:tab w:val="right" w:pos="8929"/>
          <w:tab w:val="right" w:pos="9638"/>
        </w:tabs>
        <w:spacing w:after="120"/>
        <w:ind w:left="1134" w:hanging="1134"/>
      </w:pPr>
      <w:r w:rsidRPr="00794A20">
        <w:tab/>
        <w:t>XV.</w:t>
      </w:r>
      <w:r w:rsidRPr="00794A20">
        <w:tab/>
        <w:t xml:space="preserve">Правила № 121 ООН (идентификация органов управления, контрольных </w:t>
      </w:r>
      <w:r w:rsidRPr="00794A20">
        <w:br/>
        <w:t>сигналов и индикаторов) (пункт 14 повестки дня)</w:t>
      </w:r>
      <w:r w:rsidRPr="00794A20">
        <w:tab/>
      </w:r>
      <w:r w:rsidRPr="00794A20">
        <w:tab/>
        <w:t>55–56</w:t>
      </w:r>
      <w:r w:rsidRPr="00794A20">
        <w:tab/>
      </w:r>
      <w:r w:rsidR="00B42057">
        <w:t>12</w:t>
      </w:r>
    </w:p>
    <w:p w14:paraId="1F92BB70" w14:textId="77777777" w:rsidR="00D801F5" w:rsidRPr="00794A20" w:rsidRDefault="00D801F5" w:rsidP="00924832">
      <w:pPr>
        <w:tabs>
          <w:tab w:val="right" w:pos="850"/>
          <w:tab w:val="left" w:pos="1134"/>
          <w:tab w:val="left" w:pos="1559"/>
          <w:tab w:val="left" w:pos="1984"/>
          <w:tab w:val="left" w:leader="dot" w:pos="7654"/>
          <w:tab w:val="right" w:pos="8929"/>
          <w:tab w:val="right" w:pos="9638"/>
        </w:tabs>
        <w:spacing w:after="120"/>
        <w:ind w:left="1134" w:hanging="1134"/>
      </w:pPr>
      <w:r w:rsidRPr="00794A20">
        <w:tab/>
        <w:t>XVI.</w:t>
      </w:r>
      <w:r w:rsidRPr="00794A20">
        <w:tab/>
        <w:t>Правила № 122 ООН (системы отопления) (пункт 1</w:t>
      </w:r>
      <w:r w:rsidR="00B42057">
        <w:t>5</w:t>
      </w:r>
      <w:r w:rsidRPr="00794A20">
        <w:t xml:space="preserve"> повестки дня)</w:t>
      </w:r>
      <w:r w:rsidRPr="00794A20">
        <w:tab/>
      </w:r>
      <w:r w:rsidRPr="00794A20">
        <w:tab/>
        <w:t>57–58</w:t>
      </w:r>
      <w:r w:rsidRPr="00794A20">
        <w:tab/>
      </w:r>
      <w:r w:rsidR="00B42057">
        <w:t>12</w:t>
      </w:r>
    </w:p>
    <w:p w14:paraId="5B2D7367" w14:textId="77777777" w:rsidR="00D801F5" w:rsidRPr="00794A20" w:rsidRDefault="00D801F5" w:rsidP="00924832">
      <w:pPr>
        <w:tabs>
          <w:tab w:val="right" w:pos="850"/>
          <w:tab w:val="left" w:pos="1134"/>
          <w:tab w:val="left" w:pos="1559"/>
          <w:tab w:val="left" w:pos="1984"/>
          <w:tab w:val="left" w:leader="dot" w:pos="7654"/>
          <w:tab w:val="right" w:pos="8929"/>
          <w:tab w:val="right" w:pos="9638"/>
        </w:tabs>
        <w:spacing w:after="120"/>
        <w:ind w:left="1134" w:hanging="1134"/>
      </w:pPr>
      <w:r w:rsidRPr="00794A20">
        <w:tab/>
        <w:t>XVII.</w:t>
      </w:r>
      <w:r w:rsidRPr="00794A20">
        <w:tab/>
        <w:t xml:space="preserve">Правила № 144 ООН (автоматические системы вызова экстренных </w:t>
      </w:r>
      <w:r w:rsidRPr="00794A20">
        <w:br/>
        <w:t>оперативных служб) (пункт 16 повестки дня)</w:t>
      </w:r>
      <w:r w:rsidRPr="00794A20">
        <w:tab/>
      </w:r>
      <w:r w:rsidRPr="00794A20">
        <w:tab/>
        <w:t>59–64</w:t>
      </w:r>
      <w:r w:rsidRPr="00794A20">
        <w:tab/>
      </w:r>
      <w:r w:rsidR="00B42057">
        <w:t>12</w:t>
      </w:r>
    </w:p>
    <w:p w14:paraId="79B12DB3" w14:textId="77777777" w:rsidR="00D801F5" w:rsidRPr="00794A20" w:rsidRDefault="00D801F5" w:rsidP="00924832">
      <w:pPr>
        <w:tabs>
          <w:tab w:val="right" w:pos="850"/>
          <w:tab w:val="left" w:pos="1134"/>
          <w:tab w:val="left" w:pos="1559"/>
          <w:tab w:val="left" w:pos="1984"/>
          <w:tab w:val="left" w:leader="dot" w:pos="7654"/>
          <w:tab w:val="right" w:pos="8929"/>
          <w:tab w:val="right" w:pos="9638"/>
        </w:tabs>
        <w:spacing w:after="120"/>
        <w:ind w:left="1134" w:hanging="1134"/>
      </w:pPr>
      <w:r w:rsidRPr="00794A20">
        <w:tab/>
        <w:t>XVIII.</w:t>
      </w:r>
      <w:r w:rsidRPr="00794A20">
        <w:tab/>
        <w:t xml:space="preserve">Правила № 0 ООН (международная система официального утверждения </w:t>
      </w:r>
      <w:r w:rsidRPr="00794A20">
        <w:br/>
        <w:t>типа комплектного транспортного средства) (пункт 17 повестки дня)</w:t>
      </w:r>
      <w:r w:rsidRPr="00794A20">
        <w:tab/>
      </w:r>
      <w:r w:rsidRPr="00794A20">
        <w:tab/>
        <w:t>65</w:t>
      </w:r>
      <w:r w:rsidRPr="00794A20">
        <w:tab/>
      </w:r>
      <w:r w:rsidR="00B42057">
        <w:t>13</w:t>
      </w:r>
    </w:p>
    <w:p w14:paraId="1D3332D3" w14:textId="77777777" w:rsidR="00D801F5" w:rsidRPr="00794A20" w:rsidRDefault="00D801F5" w:rsidP="00D801F5">
      <w:pPr>
        <w:tabs>
          <w:tab w:val="right" w:pos="850"/>
          <w:tab w:val="left" w:pos="1134"/>
          <w:tab w:val="left" w:pos="1559"/>
          <w:tab w:val="left" w:pos="1984"/>
          <w:tab w:val="left" w:leader="dot" w:pos="7654"/>
          <w:tab w:val="right" w:pos="8929"/>
          <w:tab w:val="right" w:pos="9638"/>
        </w:tabs>
        <w:spacing w:after="120"/>
        <w:ind w:left="1134" w:hanging="1134"/>
      </w:pPr>
      <w:r w:rsidRPr="00794A20">
        <w:tab/>
        <w:t>XIX.</w:t>
      </w:r>
      <w:r w:rsidRPr="00794A20">
        <w:tab/>
        <w:t xml:space="preserve">Cводная резолюция о конструкции транспортных средств (СР.3) </w:t>
      </w:r>
      <w:r w:rsidRPr="00794A20">
        <w:br/>
        <w:t>(пункт 18 повестки дня)</w:t>
      </w:r>
      <w:r w:rsidRPr="00794A20">
        <w:tab/>
      </w:r>
      <w:r w:rsidRPr="00794A20">
        <w:tab/>
        <w:t>66–67</w:t>
      </w:r>
      <w:r w:rsidRPr="00794A20">
        <w:tab/>
      </w:r>
      <w:r w:rsidR="00B42057">
        <w:t>13</w:t>
      </w:r>
    </w:p>
    <w:p w14:paraId="503199CD" w14:textId="77777777" w:rsidR="00D801F5" w:rsidRPr="00794A20" w:rsidRDefault="00D801F5" w:rsidP="00D801F5">
      <w:pPr>
        <w:tabs>
          <w:tab w:val="right" w:pos="850"/>
          <w:tab w:val="left" w:pos="1134"/>
          <w:tab w:val="left" w:pos="1559"/>
          <w:tab w:val="left" w:pos="1984"/>
          <w:tab w:val="left" w:leader="dot" w:pos="7654"/>
          <w:tab w:val="right" w:pos="8929"/>
          <w:tab w:val="right" w:pos="9638"/>
        </w:tabs>
        <w:spacing w:after="120"/>
        <w:ind w:left="1134" w:hanging="1134"/>
      </w:pPr>
      <w:r w:rsidRPr="00794A20">
        <w:tab/>
        <w:t>XX.</w:t>
      </w:r>
      <w:r w:rsidRPr="00794A20">
        <w:tab/>
        <w:t>Регистратор данных об аварии (пункт 19 повестки дня)</w:t>
      </w:r>
      <w:r w:rsidRPr="00794A20">
        <w:tab/>
      </w:r>
      <w:r w:rsidRPr="00794A20">
        <w:tab/>
        <w:t>68–71</w:t>
      </w:r>
      <w:r w:rsidRPr="00794A20">
        <w:tab/>
      </w:r>
      <w:r w:rsidR="00B42057">
        <w:t>13</w:t>
      </w:r>
    </w:p>
    <w:p w14:paraId="19E61C73" w14:textId="77777777" w:rsidR="00D801F5" w:rsidRPr="00794A20" w:rsidRDefault="00D801F5" w:rsidP="00D801F5">
      <w:pPr>
        <w:tabs>
          <w:tab w:val="right" w:pos="850"/>
          <w:tab w:val="left" w:pos="1134"/>
          <w:tab w:val="left" w:pos="1559"/>
          <w:tab w:val="left" w:pos="1984"/>
          <w:tab w:val="left" w:leader="dot" w:pos="7654"/>
          <w:tab w:val="right" w:pos="8929"/>
          <w:tab w:val="right" w:pos="9638"/>
        </w:tabs>
        <w:spacing w:after="120"/>
        <w:ind w:left="1134" w:hanging="1134"/>
      </w:pPr>
      <w:r w:rsidRPr="00794A20">
        <w:tab/>
        <w:t>XXI.</w:t>
      </w:r>
      <w:r w:rsidRPr="00794A20">
        <w:tab/>
        <w:t xml:space="preserve">Обмен мнениями по вопросу об автоматизации транспортных средств </w:t>
      </w:r>
      <w:r w:rsidRPr="00794A20">
        <w:br/>
        <w:t>(пункт 20 повестки дня)</w:t>
      </w:r>
      <w:r w:rsidRPr="00794A20">
        <w:tab/>
      </w:r>
      <w:r w:rsidRPr="00794A20">
        <w:tab/>
        <w:t>72–73</w:t>
      </w:r>
      <w:r w:rsidRPr="00794A20">
        <w:tab/>
      </w:r>
      <w:r w:rsidR="00B42057">
        <w:t>14</w:t>
      </w:r>
    </w:p>
    <w:p w14:paraId="2BDE2C7D" w14:textId="77777777" w:rsidR="00D801F5" w:rsidRPr="00794A20" w:rsidRDefault="00D801F5" w:rsidP="00D801F5">
      <w:pPr>
        <w:tabs>
          <w:tab w:val="right" w:pos="850"/>
          <w:tab w:val="left" w:pos="1134"/>
          <w:tab w:val="left" w:pos="1559"/>
          <w:tab w:val="left" w:pos="1984"/>
          <w:tab w:val="left" w:leader="dot" w:pos="7654"/>
          <w:tab w:val="right" w:pos="8929"/>
          <w:tab w:val="right" w:pos="9638"/>
        </w:tabs>
        <w:spacing w:after="120"/>
        <w:ind w:left="1134" w:hanging="1134"/>
      </w:pPr>
      <w:r w:rsidRPr="00794A20">
        <w:tab/>
        <w:t>XXII.</w:t>
      </w:r>
      <w:r w:rsidRPr="00794A20">
        <w:tab/>
        <w:t>Выборы должностных лиц (пункт 21 повестки дня)</w:t>
      </w:r>
      <w:r w:rsidRPr="00794A20">
        <w:tab/>
      </w:r>
      <w:r w:rsidRPr="00794A20">
        <w:tab/>
        <w:t>74</w:t>
      </w:r>
      <w:r w:rsidRPr="00794A20">
        <w:tab/>
      </w:r>
      <w:r w:rsidR="00B42057">
        <w:t>14</w:t>
      </w:r>
    </w:p>
    <w:p w14:paraId="055D808B" w14:textId="77777777" w:rsidR="00D801F5" w:rsidRPr="00794A20" w:rsidRDefault="00D801F5" w:rsidP="00D801F5">
      <w:pPr>
        <w:tabs>
          <w:tab w:val="right" w:pos="850"/>
          <w:tab w:val="left" w:pos="1134"/>
          <w:tab w:val="left" w:pos="1559"/>
          <w:tab w:val="left" w:pos="1984"/>
          <w:tab w:val="left" w:leader="dot" w:pos="7654"/>
          <w:tab w:val="right" w:pos="8929"/>
          <w:tab w:val="right" w:pos="9638"/>
        </w:tabs>
        <w:spacing w:after="120"/>
        <w:ind w:left="1134" w:hanging="1134"/>
      </w:pPr>
      <w:r w:rsidRPr="00794A20">
        <w:tab/>
        <w:t>XXIII.</w:t>
      </w:r>
      <w:r w:rsidRPr="00794A20">
        <w:tab/>
        <w:t>Прочие вопросы (пункт 22 повестки дня)</w:t>
      </w:r>
      <w:r w:rsidRPr="00794A20">
        <w:tab/>
      </w:r>
      <w:r w:rsidRPr="00794A20">
        <w:tab/>
        <w:t>75–83</w:t>
      </w:r>
      <w:r w:rsidRPr="00794A20">
        <w:tab/>
      </w:r>
      <w:r w:rsidR="00B42057">
        <w:t>14</w:t>
      </w:r>
    </w:p>
    <w:p w14:paraId="6F1912C2" w14:textId="77777777" w:rsidR="00D801F5" w:rsidRPr="00794A20" w:rsidRDefault="00D801F5" w:rsidP="00D801F5">
      <w:pPr>
        <w:tabs>
          <w:tab w:val="right" w:pos="850"/>
          <w:tab w:val="left" w:pos="1134"/>
          <w:tab w:val="left" w:pos="1559"/>
          <w:tab w:val="left" w:pos="1984"/>
          <w:tab w:val="left" w:leader="dot" w:pos="7654"/>
          <w:tab w:val="right" w:pos="8929"/>
          <w:tab w:val="right" w:pos="9638"/>
        </w:tabs>
        <w:spacing w:after="120"/>
        <w:ind w:left="1134" w:hanging="1134"/>
      </w:pPr>
      <w:r w:rsidRPr="00794A20">
        <w:tab/>
      </w:r>
      <w:r w:rsidRPr="00794A20">
        <w:tab/>
        <w:t>A.</w:t>
      </w:r>
      <w:r w:rsidRPr="00794A20">
        <w:tab/>
        <w:t>Система предупреждения об открытии двери</w:t>
      </w:r>
      <w:r w:rsidRPr="00794A20">
        <w:tab/>
      </w:r>
      <w:r w:rsidRPr="00794A20">
        <w:tab/>
        <w:t>75–76</w:t>
      </w:r>
      <w:r w:rsidRPr="00794A20">
        <w:tab/>
      </w:r>
      <w:r w:rsidR="00B42057">
        <w:t>14</w:t>
      </w:r>
    </w:p>
    <w:p w14:paraId="2FF19A82" w14:textId="77777777" w:rsidR="00D801F5" w:rsidRPr="00794A20" w:rsidRDefault="00D801F5" w:rsidP="00D801F5">
      <w:pPr>
        <w:tabs>
          <w:tab w:val="right" w:pos="850"/>
          <w:tab w:val="left" w:pos="1134"/>
          <w:tab w:val="left" w:pos="1559"/>
          <w:tab w:val="left" w:pos="1984"/>
          <w:tab w:val="left" w:leader="dot" w:pos="7654"/>
          <w:tab w:val="right" w:pos="8929"/>
          <w:tab w:val="right" w:pos="9638"/>
        </w:tabs>
        <w:spacing w:after="120"/>
        <w:ind w:left="1134" w:hanging="1134"/>
      </w:pPr>
      <w:r w:rsidRPr="00794A20">
        <w:tab/>
      </w:r>
      <w:r w:rsidRPr="00794A20">
        <w:tab/>
        <w:t>B.</w:t>
      </w:r>
      <w:r w:rsidRPr="00794A20">
        <w:tab/>
        <w:t>Предлагаемая поправка к Резолюции СР.6</w:t>
      </w:r>
      <w:r w:rsidRPr="00794A20">
        <w:tab/>
      </w:r>
      <w:r w:rsidRPr="00794A20">
        <w:tab/>
        <w:t>77–78</w:t>
      </w:r>
      <w:r w:rsidRPr="00794A20">
        <w:tab/>
      </w:r>
      <w:r w:rsidR="00B42057">
        <w:t>15</w:t>
      </w:r>
    </w:p>
    <w:p w14:paraId="62C134C8" w14:textId="77777777" w:rsidR="00D801F5" w:rsidRPr="00794A20" w:rsidRDefault="00D801F5" w:rsidP="00D801F5">
      <w:pPr>
        <w:tabs>
          <w:tab w:val="right" w:pos="850"/>
          <w:tab w:val="left" w:pos="1134"/>
          <w:tab w:val="left" w:pos="1559"/>
          <w:tab w:val="left" w:pos="1984"/>
          <w:tab w:val="left" w:leader="dot" w:pos="7654"/>
          <w:tab w:val="right" w:pos="8929"/>
          <w:tab w:val="right" w:pos="9638"/>
        </w:tabs>
        <w:spacing w:after="120"/>
        <w:ind w:left="1134" w:hanging="1134"/>
      </w:pPr>
      <w:r w:rsidRPr="00794A20">
        <w:tab/>
      </w:r>
      <w:r w:rsidRPr="00794A20">
        <w:tab/>
        <w:t>C.</w:t>
      </w:r>
      <w:r w:rsidRPr="00794A20">
        <w:tab/>
        <w:t>Осуществление Стратегии КВТ</w:t>
      </w:r>
      <w:r w:rsidRPr="00794A20">
        <w:tab/>
      </w:r>
      <w:r w:rsidRPr="00794A20">
        <w:tab/>
        <w:t>79–80</w:t>
      </w:r>
      <w:r w:rsidRPr="00794A20">
        <w:tab/>
      </w:r>
      <w:r w:rsidR="00B42057">
        <w:t>15</w:t>
      </w:r>
    </w:p>
    <w:p w14:paraId="2912C868" w14:textId="77777777" w:rsidR="00D801F5" w:rsidRPr="00794A20" w:rsidRDefault="00D801F5" w:rsidP="00D801F5">
      <w:pPr>
        <w:tabs>
          <w:tab w:val="right" w:pos="850"/>
          <w:tab w:val="left" w:pos="1134"/>
          <w:tab w:val="left" w:pos="1559"/>
          <w:tab w:val="left" w:pos="1984"/>
          <w:tab w:val="left" w:leader="dot" w:pos="7654"/>
          <w:tab w:val="right" w:pos="8929"/>
          <w:tab w:val="right" w:pos="9638"/>
        </w:tabs>
        <w:spacing w:after="120"/>
        <w:ind w:left="1134" w:hanging="1134"/>
      </w:pPr>
      <w:r w:rsidRPr="00794A20">
        <w:tab/>
      </w:r>
      <w:r w:rsidRPr="00794A20">
        <w:tab/>
        <w:t>D.</w:t>
      </w:r>
      <w:r w:rsidRPr="00794A20">
        <w:tab/>
        <w:t>Приоритетные направления деятельности GRSG</w:t>
      </w:r>
      <w:r w:rsidRPr="00794A20">
        <w:tab/>
      </w:r>
      <w:r w:rsidRPr="00794A20">
        <w:tab/>
        <w:t>81</w:t>
      </w:r>
      <w:r w:rsidRPr="00794A20">
        <w:tab/>
      </w:r>
      <w:r w:rsidR="00B42057">
        <w:t>15</w:t>
      </w:r>
    </w:p>
    <w:p w14:paraId="509EF8E6" w14:textId="77777777" w:rsidR="00D801F5" w:rsidRPr="00794A20" w:rsidRDefault="00D801F5" w:rsidP="00D801F5">
      <w:pPr>
        <w:tabs>
          <w:tab w:val="right" w:pos="850"/>
          <w:tab w:val="left" w:pos="1134"/>
          <w:tab w:val="left" w:pos="1559"/>
          <w:tab w:val="left" w:pos="1984"/>
          <w:tab w:val="left" w:leader="dot" w:pos="7654"/>
          <w:tab w:val="right" w:pos="8929"/>
          <w:tab w:val="right" w:pos="9638"/>
        </w:tabs>
        <w:spacing w:after="120"/>
        <w:ind w:left="1134" w:hanging="1134"/>
      </w:pPr>
      <w:r w:rsidRPr="00794A20">
        <w:tab/>
      </w:r>
      <w:r w:rsidRPr="00794A20">
        <w:tab/>
        <w:t>E.</w:t>
      </w:r>
      <w:r w:rsidRPr="00794A20">
        <w:tab/>
        <w:t>Прочие вопросы</w:t>
      </w:r>
      <w:r w:rsidRPr="00794A20">
        <w:tab/>
      </w:r>
      <w:r w:rsidRPr="00794A20">
        <w:tab/>
        <w:t>82–83</w:t>
      </w:r>
      <w:r w:rsidRPr="00794A20">
        <w:tab/>
      </w:r>
      <w:r w:rsidR="00B42057">
        <w:t>15</w:t>
      </w:r>
    </w:p>
    <w:p w14:paraId="7DBF7574" w14:textId="77777777" w:rsidR="00D801F5" w:rsidRPr="00794A20" w:rsidRDefault="00D801F5" w:rsidP="00D801F5">
      <w:pPr>
        <w:tabs>
          <w:tab w:val="right" w:pos="850"/>
          <w:tab w:val="left" w:pos="1134"/>
          <w:tab w:val="left" w:pos="1559"/>
          <w:tab w:val="left" w:pos="1984"/>
          <w:tab w:val="left" w:leader="dot" w:pos="7654"/>
          <w:tab w:val="right" w:pos="8929"/>
          <w:tab w:val="right" w:pos="9638"/>
        </w:tabs>
        <w:spacing w:after="120"/>
        <w:ind w:left="1134" w:hanging="1134"/>
      </w:pPr>
      <w:r w:rsidRPr="00794A20">
        <w:tab/>
        <w:t>XXIV.</w:t>
      </w:r>
      <w:r w:rsidRPr="00794A20">
        <w:tab/>
        <w:t>Предварительная повестка дня 118-й сессии</w:t>
      </w:r>
      <w:r w:rsidRPr="00794A20">
        <w:tab/>
      </w:r>
      <w:r w:rsidRPr="00794A20">
        <w:tab/>
        <w:t>84</w:t>
      </w:r>
      <w:r w:rsidRPr="00794A20">
        <w:tab/>
      </w:r>
      <w:r w:rsidR="00B42057">
        <w:t>16</w:t>
      </w:r>
    </w:p>
    <w:p w14:paraId="3509E48B" w14:textId="77777777" w:rsidR="00D801F5" w:rsidRPr="00AB3E43" w:rsidRDefault="00D801F5" w:rsidP="00D801F5">
      <w:pPr>
        <w:tabs>
          <w:tab w:val="right" w:pos="850"/>
          <w:tab w:val="left" w:pos="1134"/>
          <w:tab w:val="left" w:pos="1559"/>
          <w:tab w:val="left" w:pos="1984"/>
          <w:tab w:val="left" w:leader="dot" w:pos="7654"/>
          <w:tab w:val="right" w:pos="8929"/>
          <w:tab w:val="right" w:pos="9638"/>
        </w:tabs>
        <w:spacing w:after="120"/>
        <w:ind w:left="1134" w:hanging="1134"/>
        <w:rPr>
          <w:lang w:val="en-US"/>
        </w:rPr>
      </w:pPr>
      <w:r w:rsidRPr="00794A20">
        <w:t>Приложения</w:t>
      </w:r>
    </w:p>
    <w:p w14:paraId="579176A5" w14:textId="77777777" w:rsidR="00D801F5" w:rsidRPr="00AB3E43" w:rsidRDefault="00D801F5" w:rsidP="00D801F5">
      <w:pPr>
        <w:tabs>
          <w:tab w:val="right" w:pos="850"/>
          <w:tab w:val="left" w:pos="1134"/>
          <w:tab w:val="left" w:pos="1559"/>
          <w:tab w:val="left" w:pos="1984"/>
          <w:tab w:val="left" w:leader="dot" w:pos="8931"/>
          <w:tab w:val="right" w:pos="9638"/>
        </w:tabs>
        <w:spacing w:after="120"/>
        <w:ind w:left="1134" w:hanging="1134"/>
        <w:rPr>
          <w:lang w:val="en-US"/>
        </w:rPr>
      </w:pPr>
      <w:r w:rsidRPr="00AB3E43">
        <w:rPr>
          <w:lang w:val="en-US"/>
        </w:rPr>
        <w:tab/>
        <w:t>I.</w:t>
      </w:r>
      <w:r w:rsidRPr="00AB3E43">
        <w:rPr>
          <w:lang w:val="en-US"/>
        </w:rPr>
        <w:tab/>
        <w:t>List of informal documents considered during the session</w:t>
      </w:r>
      <w:r w:rsidRPr="00AB3E43">
        <w:rPr>
          <w:lang w:val="en-US"/>
        </w:rPr>
        <w:tab/>
      </w:r>
      <w:r w:rsidRPr="00AB3E43">
        <w:rPr>
          <w:lang w:val="en-US"/>
        </w:rPr>
        <w:tab/>
      </w:r>
      <w:r w:rsidR="00B42057" w:rsidRPr="00AB3E43">
        <w:rPr>
          <w:lang w:val="en-US"/>
        </w:rPr>
        <w:t>17</w:t>
      </w:r>
    </w:p>
    <w:p w14:paraId="02818318" w14:textId="77777777" w:rsidR="00D801F5" w:rsidRPr="00794A20" w:rsidRDefault="00D801F5" w:rsidP="00D801F5">
      <w:pPr>
        <w:tabs>
          <w:tab w:val="right" w:pos="850"/>
          <w:tab w:val="left" w:pos="1134"/>
          <w:tab w:val="left" w:pos="1559"/>
          <w:tab w:val="left" w:pos="1984"/>
          <w:tab w:val="left" w:leader="dot" w:pos="8931"/>
          <w:tab w:val="right" w:pos="9638"/>
        </w:tabs>
        <w:spacing w:after="120"/>
        <w:ind w:left="1134" w:hanging="1134"/>
      </w:pPr>
      <w:r w:rsidRPr="00AB3E43">
        <w:rPr>
          <w:lang w:val="en-US"/>
        </w:rPr>
        <w:tab/>
      </w:r>
      <w:r w:rsidRPr="00794A20">
        <w:t>II.</w:t>
      </w:r>
      <w:r w:rsidRPr="00794A20">
        <w:tab/>
        <w:t xml:space="preserve">Предложение по поправкам к Правилам № [151] ООН (системы индикации мертвой </w:t>
      </w:r>
      <w:r w:rsidRPr="00794A20">
        <w:br/>
        <w:t>зоны для большегрузных транспортных средств)</w:t>
      </w:r>
      <w:r w:rsidRPr="00794A20">
        <w:tab/>
      </w:r>
      <w:r w:rsidRPr="00794A20">
        <w:tab/>
      </w:r>
      <w:r w:rsidR="00B42057">
        <w:t>19</w:t>
      </w:r>
    </w:p>
    <w:p w14:paraId="3D8ED974" w14:textId="77777777" w:rsidR="00D801F5" w:rsidRPr="00794A20" w:rsidRDefault="00D801F5" w:rsidP="00D801F5">
      <w:pPr>
        <w:tabs>
          <w:tab w:val="right" w:pos="850"/>
          <w:tab w:val="left" w:pos="1134"/>
          <w:tab w:val="left" w:pos="1559"/>
          <w:tab w:val="left" w:pos="1984"/>
          <w:tab w:val="left" w:leader="dot" w:pos="8931"/>
          <w:tab w:val="right" w:pos="9638"/>
        </w:tabs>
        <w:spacing w:after="120"/>
        <w:ind w:left="1134" w:hanging="1134"/>
      </w:pPr>
      <w:r w:rsidRPr="00794A20">
        <w:tab/>
        <w:t>III.</w:t>
      </w:r>
      <w:r w:rsidRPr="00794A20">
        <w:tab/>
        <w:t>Неофициальные рабочие группы GRSG</w:t>
      </w:r>
      <w:r w:rsidRPr="00794A20">
        <w:tab/>
      </w:r>
      <w:r w:rsidRPr="00794A20">
        <w:tab/>
      </w:r>
      <w:r w:rsidR="00B42057">
        <w:t>24</w:t>
      </w:r>
    </w:p>
    <w:p w14:paraId="2C3917A7" w14:textId="77777777" w:rsidR="00C405CB" w:rsidRPr="00794A20" w:rsidRDefault="00C405CB">
      <w:pPr>
        <w:suppressAutoHyphens w:val="0"/>
        <w:spacing w:line="240" w:lineRule="auto"/>
        <w:rPr>
          <w:rFonts w:eastAsia="Times New Roman" w:cs="Times New Roman"/>
          <w:szCs w:val="20"/>
        </w:rPr>
      </w:pPr>
      <w:r w:rsidRPr="00794A20">
        <w:br w:type="page"/>
      </w:r>
    </w:p>
    <w:p w14:paraId="254D2A5A" w14:textId="77777777" w:rsidR="00C405CB" w:rsidRPr="00794A20" w:rsidRDefault="00C405CB" w:rsidP="00D801F5">
      <w:pPr>
        <w:pStyle w:val="HChG"/>
      </w:pPr>
      <w:bookmarkStart w:id="0" w:name="_Hlk31208752"/>
      <w:r w:rsidRPr="00794A20">
        <w:tab/>
        <w:t>I.</w:t>
      </w:r>
      <w:r w:rsidRPr="00794A20">
        <w:tab/>
        <w:t>Участники</w:t>
      </w:r>
    </w:p>
    <w:bookmarkEnd w:id="0"/>
    <w:p w14:paraId="1C5E7984" w14:textId="77777777" w:rsidR="00C405CB" w:rsidRPr="00794A20" w:rsidRDefault="00C405CB" w:rsidP="00C405CB">
      <w:pPr>
        <w:pStyle w:val="SingleTxtG"/>
      </w:pPr>
      <w:r w:rsidRPr="00794A20">
        <w:t>1.</w:t>
      </w:r>
      <w:r w:rsidRPr="00794A20">
        <w:tab/>
        <w:t>Рабочая группа по общим предписаниям, касающимся безопасности (GRSG), провела 117-ю сессию 8–11 октября 2019 года в Женеве. Обязанности Председателя сессии исполнял г-н А. Эрарио (Италия). В соответствии с правилом 1) правил процедуры Всемирного форума для согласования правил в области транспортных средств (WP.29) (ECE/TRANS/WP.29/690/Rev.1) в работе сессии участвовали эксперты от следующих стран: Бельгии, Венгрии, Германии, Индии, Испании, Италии, Канады, Китая, Кувейта, Латвии, Нидерландов, Норвегии, Польши, Республики Корея, Российской Федерации, Румынии, Саудовской Аравии, Сербии, Соединенного Королевства Великобритании и Северной Ирландии (Соединенного Королевства), Финляндии, Франции, Чешской Республики, Швейцарии, Швеции, Южно-Африканской Республики и Японии. В ней участвовали также эксперт от Европейской комиссии (ЕК) и эксперты от следующих неправительственных организаций: Европейской ассоциации поставщиков автомобильных деталей (КСАОД), Международной ассоциации заводов –изготовителей мотоциклов (МАЗМ), Ассоциации по использованию природного газа на транспортных средствах («НГВ–глобал»), Международной организации по стандартизации (ИСО), Международной организации предприятий автомобильной промышленности (МОПАП), Европейской ассоциации сжиженного газа («СГ–Европа»), а также Ассоциации изготовителей рекреационных автомобилей (АИРА) и Всемирной ассоциации изготовителей велосипедов (ВАИВ). По особому приглашению Председателя в работе сессии принял участие эксперт от Европейского комитета по стандартизации (ЕКС).</w:t>
      </w:r>
    </w:p>
    <w:p w14:paraId="6F6886FB" w14:textId="77777777" w:rsidR="00C405CB" w:rsidRPr="00794A20" w:rsidRDefault="00C405CB" w:rsidP="00D801F5">
      <w:pPr>
        <w:pStyle w:val="HChG"/>
      </w:pPr>
      <w:r w:rsidRPr="00794A20">
        <w:tab/>
        <w:t>II.</w:t>
      </w:r>
      <w:r w:rsidRPr="00794A20">
        <w:tab/>
      </w:r>
      <w:bookmarkStart w:id="1" w:name="_Hlk31208773"/>
      <w:r w:rsidRPr="00794A20">
        <w:t>Утверждение повестки дня (пункт 1 повестки дня)</w:t>
      </w:r>
      <w:bookmarkEnd w:id="1"/>
    </w:p>
    <w:p w14:paraId="180F36B5" w14:textId="77777777" w:rsidR="00C405CB" w:rsidRPr="00794A20" w:rsidRDefault="00C405CB" w:rsidP="00D801F5">
      <w:pPr>
        <w:pStyle w:val="SingleTxtG"/>
        <w:ind w:left="2835" w:hanging="1701"/>
        <w:jc w:val="left"/>
      </w:pPr>
      <w:r w:rsidRPr="00794A20">
        <w:rPr>
          <w:i/>
        </w:rPr>
        <w:t>Документация</w:t>
      </w:r>
      <w:r w:rsidRPr="00B42057">
        <w:rPr>
          <w:i/>
        </w:rPr>
        <w:t>:</w:t>
      </w:r>
      <w:r w:rsidRPr="00794A20">
        <w:tab/>
        <w:t>ECE/TRANS/WP.29/GRSG/2019/15 и Add.1</w:t>
      </w:r>
      <w:r w:rsidRPr="00794A20">
        <w:br/>
        <w:t>неофициальные документы GRSG-117-01 и GRSG-117-20</w:t>
      </w:r>
    </w:p>
    <w:p w14:paraId="1AB28A68" w14:textId="77777777" w:rsidR="00C405CB" w:rsidRPr="00794A20" w:rsidRDefault="00C405CB" w:rsidP="00C405CB">
      <w:pPr>
        <w:pStyle w:val="SingleTxtG"/>
      </w:pPr>
      <w:r w:rsidRPr="00794A20">
        <w:t>2.</w:t>
      </w:r>
      <w:r w:rsidRPr="00794A20">
        <w:tab/>
        <w:t>GRSG рассмотрела и утвердила предложенную повестку дня 117-й сессии (ECE/TRANS/WP.29/GRSG/2019/15 и Add.1), сводный и обновленный вариант которой содержится в документе GRSG-117-20.</w:t>
      </w:r>
    </w:p>
    <w:p w14:paraId="4E748AA7" w14:textId="77777777" w:rsidR="00C405CB" w:rsidRPr="00794A20" w:rsidRDefault="00C405CB" w:rsidP="00C405CB">
      <w:pPr>
        <w:pStyle w:val="SingleTxtG"/>
      </w:pPr>
      <w:r w:rsidRPr="00794A20">
        <w:t>3.</w:t>
      </w:r>
      <w:r w:rsidRPr="00794A20">
        <w:tab/>
        <w:t>GRSG утвердила также порядок рассмотрения пунктов повестки дня (GRSG-117-01), предложенный Председателем.</w:t>
      </w:r>
    </w:p>
    <w:p w14:paraId="67F7FE75" w14:textId="77777777" w:rsidR="00C405CB" w:rsidRPr="00794A20" w:rsidRDefault="00C405CB" w:rsidP="00C405CB">
      <w:pPr>
        <w:pStyle w:val="SingleTxtG"/>
      </w:pPr>
      <w:r w:rsidRPr="00794A20">
        <w:t>4.</w:t>
      </w:r>
      <w:r w:rsidRPr="00794A20">
        <w:tab/>
        <w:t>Неофициальные документы, распространенные в ходе сессии, перечислены в приложении I к настоящему докладу. Перечень неофициальных рабочих групп GRSG содержится в приложении III.</w:t>
      </w:r>
    </w:p>
    <w:p w14:paraId="2FE9CDE2" w14:textId="77777777" w:rsidR="00C405CB" w:rsidRPr="00794A20" w:rsidRDefault="00C405CB" w:rsidP="00BD44D9">
      <w:pPr>
        <w:pStyle w:val="HChG"/>
      </w:pPr>
      <w:r w:rsidRPr="00794A20">
        <w:tab/>
        <w:t>III.</w:t>
      </w:r>
      <w:r w:rsidRPr="00794A20">
        <w:tab/>
        <w:t>Поправки к правилам, касающимся городских и междугородных автобусов (пункт 2 повестки дня)</w:t>
      </w:r>
    </w:p>
    <w:p w14:paraId="378C28D9" w14:textId="77777777" w:rsidR="00C405CB" w:rsidRPr="00794A20" w:rsidRDefault="00C405CB" w:rsidP="00BD44D9">
      <w:pPr>
        <w:pStyle w:val="H1G"/>
      </w:pPr>
      <w:r w:rsidRPr="00794A20">
        <w:tab/>
        <w:t>A.</w:t>
      </w:r>
      <w:r w:rsidRPr="00794A20">
        <w:tab/>
        <w:t>Правила № 107 ООН (транспортные средства категорий М</w:t>
      </w:r>
      <w:r w:rsidRPr="00794A20">
        <w:rPr>
          <w:vertAlign w:val="subscript"/>
        </w:rPr>
        <w:t>2</w:t>
      </w:r>
      <w:r w:rsidRPr="00794A20">
        <w:t xml:space="preserve"> и М</w:t>
      </w:r>
      <w:r w:rsidRPr="00794A20">
        <w:rPr>
          <w:vertAlign w:val="subscript"/>
        </w:rPr>
        <w:t>3</w:t>
      </w:r>
      <w:r w:rsidRPr="00794A20">
        <w:t>)</w:t>
      </w:r>
    </w:p>
    <w:p w14:paraId="1707ED31" w14:textId="77777777" w:rsidR="00C405CB" w:rsidRPr="00794A20" w:rsidRDefault="00C405CB" w:rsidP="00BD44D9">
      <w:pPr>
        <w:pStyle w:val="SingleTxtG"/>
        <w:ind w:left="2835" w:hanging="1701"/>
        <w:jc w:val="left"/>
      </w:pPr>
      <w:r w:rsidRPr="00794A20">
        <w:rPr>
          <w:i/>
        </w:rPr>
        <w:t>Документация</w:t>
      </w:r>
      <w:r w:rsidRPr="00B42057">
        <w:rPr>
          <w:i/>
        </w:rPr>
        <w:t>:</w:t>
      </w:r>
      <w:r w:rsidRPr="00794A20">
        <w:tab/>
        <w:t>ECE/TRANS/WP.29/GRSG/2019/30</w:t>
      </w:r>
      <w:r w:rsidRPr="00794A20">
        <w:br/>
      </w:r>
      <w:bookmarkStart w:id="2" w:name="_Hlk23264929"/>
      <w:r w:rsidRPr="00794A20">
        <w:rPr>
          <w:b/>
        </w:rPr>
        <w:tab/>
      </w:r>
      <w:r w:rsidRPr="00794A20">
        <w:t>ECE/TRANS/WP.29/2019/99</w:t>
      </w:r>
      <w:r w:rsidRPr="00794A20">
        <w:br/>
      </w:r>
      <w:r w:rsidRPr="00794A20">
        <w:tab/>
        <w:t>ECE/TRANS/WP.29/2019/100</w:t>
      </w:r>
      <w:r w:rsidRPr="00794A20">
        <w:br/>
      </w:r>
      <w:r w:rsidRPr="00794A20">
        <w:tab/>
        <w:t>ECE/TRANS/WP.29/2019/101</w:t>
      </w:r>
      <w:bookmarkEnd w:id="2"/>
      <w:r w:rsidRPr="00794A20">
        <w:br/>
      </w:r>
      <w:r w:rsidRPr="00794A20">
        <w:rPr>
          <w:b/>
        </w:rPr>
        <w:tab/>
      </w:r>
      <w:r w:rsidRPr="00794A20">
        <w:t xml:space="preserve">неофициальные документы GRSG-117-03, GRSG-117-07, </w:t>
      </w:r>
      <w:r w:rsidR="00BD44D9" w:rsidRPr="00794A20">
        <w:br/>
      </w:r>
      <w:r w:rsidRPr="00794A20">
        <w:t>GRSG-117-08 и GRSG-117-10, GRSG-117-54</w:t>
      </w:r>
    </w:p>
    <w:p w14:paraId="26233AE8" w14:textId="77777777" w:rsidR="00C405CB" w:rsidRPr="00794A20" w:rsidRDefault="00C405CB" w:rsidP="00C405CB">
      <w:pPr>
        <w:pStyle w:val="SingleTxtG"/>
      </w:pPr>
      <w:r w:rsidRPr="00794A20">
        <w:t>5.</w:t>
      </w:r>
      <w:r w:rsidRPr="00794A20">
        <w:tab/>
        <w:t>Председатель напомнил о состоявшейся на 116-й сессии GRSG дискуссии по предлагаемым поправкам к содержащимся в приложении 11 к Правилам № 107 ООН предписаниям о минимальной массе передней оси сочлененны</w:t>
      </w:r>
      <w:r w:rsidR="00B42057">
        <w:t>х</w:t>
      </w:r>
      <w:r w:rsidRPr="00794A20">
        <w:t xml:space="preserve"> транспортных средств класса I (ECE/TRANS/WP.29/GRSG/95, </w:t>
      </w:r>
      <w:r w:rsidR="00B42057">
        <w:t xml:space="preserve">пункт </w:t>
      </w:r>
      <w:r w:rsidRPr="00794A20">
        <w:t>5). В качестве официальных рабочих документов ECE/TRANS/WP.29/2019/99, ECE/TRANS/WP.29/2019/100 и ECE/TRANS/</w:t>
      </w:r>
      <w:r w:rsidR="00BD44D9" w:rsidRPr="00794A20">
        <w:br/>
      </w:r>
      <w:r w:rsidRPr="00794A20">
        <w:t>WP.29/2019/101 были распространены предлагаемые поправки для рассмотрения и принятия WP.29 и Административным комитетом AC.1 Соглашения 1958 года на их сессиях в ноябре 2019 года. Эксперт от Соединенного Королевства напомнил о своих оговорках в отношении тормозных характеристик и устойчивости торможения. GRSG решила сохранить эти документы в повестке дня WP.29, с тем чтобы при необходимости всегда можно было внести дальнейшие поправки.</w:t>
      </w:r>
    </w:p>
    <w:p w14:paraId="3097A269" w14:textId="77777777" w:rsidR="00C405CB" w:rsidRPr="00794A20" w:rsidRDefault="00C405CB" w:rsidP="00C405CB">
      <w:pPr>
        <w:pStyle w:val="SingleTxtG"/>
      </w:pPr>
      <w:r w:rsidRPr="00794A20">
        <w:t>6.</w:t>
      </w:r>
      <w:r w:rsidRPr="00794A20">
        <w:tab/>
        <w:t>Секретарь Рабочей группы по пассивной безопасности (GRSP) проинформировал GRSG oб учреждении неофициальной рабочей группы (НРГ) по обеспечению безопасности детей в городских и международных автобусах. Он</w:t>
      </w:r>
      <w:r w:rsidR="00BD44D9" w:rsidRPr="00794A20">
        <w:t> </w:t>
      </w:r>
      <w:r w:rsidRPr="00794A20">
        <w:t>сослался на состоявшуюся на шестьдесят пятой сессии GRSP дискуссию, в ходе которой прозвучал призыв к введению новых правил ООН, охватывающих этот вопрос (см. также документ ECE/TRANS/WP.29/GRSP/2019/22, пункт 3). Далее он напомнил, что область применения правил № 44 и 129 ограничена транспортными средствами категории M</w:t>
      </w:r>
      <w:r w:rsidRPr="00794A20">
        <w:rPr>
          <w:vertAlign w:val="subscript"/>
        </w:rPr>
        <w:t>1</w:t>
      </w:r>
      <w:r w:rsidRPr="00794A20">
        <w:t>. GRSP рассматривает вопрос о расширении области применения для включения в нее также транспортных средств категорий M</w:t>
      </w:r>
      <w:r w:rsidRPr="00794A20">
        <w:rPr>
          <w:vertAlign w:val="subscript"/>
        </w:rPr>
        <w:t>2</w:t>
      </w:r>
      <w:r w:rsidRPr="00794A20">
        <w:t xml:space="preserve"> и M</w:t>
      </w:r>
      <w:r w:rsidRPr="00794A20">
        <w:rPr>
          <w:vertAlign w:val="subscript"/>
        </w:rPr>
        <w:t>3</w:t>
      </w:r>
      <w:r w:rsidRPr="00794A20">
        <w:t>. Кроме того, он сообщил GRSG, что WP.29 уже одобрил мандат и что новая НРГ представит свой круг ведения в качестве официального документа к следующей сессии GRSP. И наконец, он напомнил, что работа по этой теме потребует сочетания экспертных знаний и опыта как GRSG, так и GRSP.</w:t>
      </w:r>
    </w:p>
    <w:p w14:paraId="443E5E9A" w14:textId="77777777" w:rsidR="00C405CB" w:rsidRPr="00794A20" w:rsidRDefault="00C405CB" w:rsidP="00C405CB">
      <w:pPr>
        <w:pStyle w:val="SingleTxtG"/>
      </w:pPr>
      <w:r w:rsidRPr="00794A20">
        <w:t>7.</w:t>
      </w:r>
      <w:r w:rsidRPr="00794A20">
        <w:tab/>
        <w:t>Эксперт от Германии напомнил, что для перевозки детей в городских и международных автобусах законодательство Европейского союза потребует использования детских удерживающих систем. Вместе с тем с учетом нынешних конструкций и способов установки сидений и ремней безопасности были затронуты некоторые аспекты транспортных средств категорий M</w:t>
      </w:r>
      <w:r w:rsidRPr="00794A20">
        <w:rPr>
          <w:vertAlign w:val="subscript"/>
        </w:rPr>
        <w:t>2</w:t>
      </w:r>
      <w:r w:rsidRPr="00794A20">
        <w:t xml:space="preserve"> и M</w:t>
      </w:r>
      <w:r w:rsidRPr="00794A20">
        <w:rPr>
          <w:vertAlign w:val="subscript"/>
        </w:rPr>
        <w:t>3</w:t>
      </w:r>
      <w:r w:rsidRPr="00794A20">
        <w:t>, требующие более подробного рассмотрения. GRSG признала важное значение обеспечения безопасности детей в городских и международных автобусах и решила сохранить этот вопрос в повестке дня своей следующей сессии.</w:t>
      </w:r>
    </w:p>
    <w:p w14:paraId="27C00639" w14:textId="77777777" w:rsidR="00C405CB" w:rsidRPr="00794A20" w:rsidRDefault="00C405CB" w:rsidP="00C405CB">
      <w:pPr>
        <w:pStyle w:val="SingleTxtG"/>
      </w:pPr>
      <w:r w:rsidRPr="00794A20">
        <w:t>8.</w:t>
      </w:r>
      <w:r w:rsidRPr="00794A20">
        <w:tab/>
        <w:t>Эксперт от МОПАП представил документ ECE/TRANS/WP.29/GRSG/2019/30, касающийся конкретных проблем, связанных с расположением аварийных люков на автобусах М</w:t>
      </w:r>
      <w:r w:rsidRPr="00794A20">
        <w:rPr>
          <w:vertAlign w:val="subscript"/>
        </w:rPr>
        <w:t>2</w:t>
      </w:r>
      <w:r w:rsidRPr="00794A20">
        <w:t xml:space="preserve"> классов А и В, в контексте перехода от поправок серий 05 и 06 к</w:t>
      </w:r>
      <w:r w:rsidR="00BD44D9" w:rsidRPr="00794A20">
        <w:t> </w:t>
      </w:r>
      <w:r w:rsidRPr="00794A20">
        <w:t xml:space="preserve">Правилам № 107 ООН. После уточнения расположения аварийных люков на данных транспортных средствах и корректировки используемых формулировок </w:t>
      </w:r>
      <w:r w:rsidR="00BD44D9" w:rsidRPr="00794A20">
        <w:br/>
      </w:r>
      <w:r w:rsidRPr="00794A20">
        <w:t>(GRSG-117-54) GRSG приняла документ ECE/TRANS/WP.29/GRSG/2019/30 с поправками, содержащимися в документе GRSG-117-54. Секретариату было поручено представить его WP.29 и AC.1 в качестве проекта дополнения 7 к поправкам серии 06, дополнения 2 к поправкам серии 07 и дополнения 2 к поправкам серии 08 к</w:t>
      </w:r>
      <w:r w:rsidR="00BD44D9" w:rsidRPr="00794A20">
        <w:t> </w:t>
      </w:r>
      <w:r w:rsidRPr="00794A20">
        <w:t>Правилам</w:t>
      </w:r>
      <w:r w:rsidR="00BD44D9" w:rsidRPr="00794A20">
        <w:t> </w:t>
      </w:r>
      <w:r w:rsidRPr="00794A20">
        <w:t>№ 107 ООН для рассмотрения на их сессиях в марте 2020 года.</w:t>
      </w:r>
    </w:p>
    <w:p w14:paraId="0CBB8F1A" w14:textId="77777777" w:rsidR="00C405CB" w:rsidRPr="00794A20" w:rsidRDefault="00C405CB" w:rsidP="00C405CB">
      <w:pPr>
        <w:pStyle w:val="SingleTxtG"/>
      </w:pPr>
      <w:r w:rsidRPr="00794A20">
        <w:t>9.</w:t>
      </w:r>
      <w:r w:rsidRPr="00794A20">
        <w:tab/>
        <w:t>Эксперт от Испании представил документ GRSG-117-03 по предложению о внесении поправки в Правила № 107 ООН с целью недопущения движения транспортных средств категорий M</w:t>
      </w:r>
      <w:r w:rsidRPr="00794A20">
        <w:rPr>
          <w:vertAlign w:val="subscript"/>
        </w:rPr>
        <w:t>2</w:t>
      </w:r>
      <w:r w:rsidRPr="00794A20">
        <w:t xml:space="preserve"> и M</w:t>
      </w:r>
      <w:r w:rsidRPr="00794A20">
        <w:rPr>
          <w:vertAlign w:val="subscript"/>
        </w:rPr>
        <w:t>3</w:t>
      </w:r>
      <w:r w:rsidRPr="00794A20">
        <w:t xml:space="preserve"> во время использования их подъемных устройств или пандусов. GRSG решила возобновить дискуссию на своей следующей сессии на основе официального документа.</w:t>
      </w:r>
    </w:p>
    <w:p w14:paraId="126D9C7C" w14:textId="77777777" w:rsidR="00C405CB" w:rsidRPr="00794A20" w:rsidRDefault="00C405CB" w:rsidP="00C405CB">
      <w:pPr>
        <w:pStyle w:val="SingleTxtG"/>
      </w:pPr>
      <w:r w:rsidRPr="00794A20">
        <w:t>10.</w:t>
      </w:r>
      <w:r w:rsidRPr="00794A20">
        <w:tab/>
        <w:t>Эксперт от Франции представил документ GRSG-117-07, касающийся национального законодательства в области автономных городских маршрутных такси, способных перевозить от девяти до шестнадцати пассажиров как сидя, так и стоя. Он</w:t>
      </w:r>
      <w:r w:rsidR="00BD44D9" w:rsidRPr="00794A20">
        <w:t> </w:t>
      </w:r>
      <w:r w:rsidRPr="00794A20">
        <w:t>отметил, что это национальное законодательство основано на принципах Правил</w:t>
      </w:r>
      <w:r w:rsidR="00BD44D9" w:rsidRPr="00794A20">
        <w:t> </w:t>
      </w:r>
      <w:r w:rsidRPr="00794A20">
        <w:t>№ 107 ООН, касающихся транспортных средств категорий M</w:t>
      </w:r>
      <w:r w:rsidRPr="00794A20">
        <w:rPr>
          <w:vertAlign w:val="subscript"/>
        </w:rPr>
        <w:t>2</w:t>
      </w:r>
      <w:r w:rsidRPr="00794A20">
        <w:t xml:space="preserve"> и M</w:t>
      </w:r>
      <w:r w:rsidRPr="00794A20">
        <w:rPr>
          <w:vertAlign w:val="subscript"/>
        </w:rPr>
        <w:t>3</w:t>
      </w:r>
      <w:r w:rsidRPr="00794A20">
        <w:t xml:space="preserve"> класса А, с учетом некоторых отступлений, в частности, в контексте минимального числа сидений или ширины служебной двери. Далее он отметил необходимость внесения поправок, касающихся тормозных систем, рулевого управления и оценок устойчивости, на случай автономного функционирования. Он сообщил GRSG, что процедуры проведения испытаний основаны на правилах № 151 и [152] ООН, а также на протоколах Европейской программы оценки новых автомобилей (ЕвроПОНА). К</w:t>
      </w:r>
      <w:r w:rsidR="00BD44D9" w:rsidRPr="00794A20">
        <w:t> </w:t>
      </w:r>
      <w:r w:rsidRPr="00794A20">
        <w:t>национальным требованиям в области официального утверждения были добавлены такие дополнительные элементы, как процесс проверки, кибербезопасность и подключенность. GRSG проявила большой интерес к этим последним изменениям и обсудила вопрос о таких разнообразных смежных аспектах, как необходимость использования новой категории транспортных средств, мониторинг операций через центр управления или потребность в системах хранения данных для автоматизированного вождения (СХДАВ). GRSG признала большое значение новой технологии эксплуатации автономных маршрутных такси и решила сохранить этот пункт в повестке дня своей следующей сессии.</w:t>
      </w:r>
    </w:p>
    <w:p w14:paraId="1218F1D4" w14:textId="77777777" w:rsidR="00C405CB" w:rsidRPr="00794A20" w:rsidRDefault="00C405CB" w:rsidP="00BD44D9">
      <w:pPr>
        <w:pStyle w:val="H1G"/>
      </w:pPr>
      <w:r w:rsidRPr="00794A20">
        <w:tab/>
        <w:t>B.</w:t>
      </w:r>
      <w:r w:rsidRPr="00794A20">
        <w:tab/>
        <w:t>Правила № 118 ООН (характеристики горения материалов)</w:t>
      </w:r>
    </w:p>
    <w:p w14:paraId="62020F01" w14:textId="77777777" w:rsidR="00C405CB" w:rsidRPr="00794A20" w:rsidRDefault="00C405CB" w:rsidP="00C405CB">
      <w:pPr>
        <w:pStyle w:val="SingleTxtG"/>
      </w:pPr>
      <w:r w:rsidRPr="00794A20">
        <w:rPr>
          <w:i/>
        </w:rPr>
        <w:t>Документация</w:t>
      </w:r>
      <w:r w:rsidRPr="00B42057">
        <w:rPr>
          <w:i/>
        </w:rPr>
        <w:t>:</w:t>
      </w:r>
      <w:r w:rsidRPr="00794A20">
        <w:tab/>
        <w:t xml:space="preserve">неофициальный документ GRSG-117-08 </w:t>
      </w:r>
    </w:p>
    <w:p w14:paraId="04069406" w14:textId="77777777" w:rsidR="00C405CB" w:rsidRPr="00794A20" w:rsidRDefault="00C405CB" w:rsidP="00C405CB">
      <w:pPr>
        <w:pStyle w:val="SingleTxtG"/>
      </w:pPr>
      <w:r w:rsidRPr="00794A20">
        <w:t>11.</w:t>
      </w:r>
      <w:r w:rsidRPr="00794A20">
        <w:tab/>
        <w:t>Эксперт от Франции, являющийся Председателем неофициальной рабочей группы (НРГ) по вопросу о поведении общей конструкции транспортных средств М</w:t>
      </w:r>
      <w:r w:rsidRPr="00794A20">
        <w:rPr>
          <w:vertAlign w:val="subscript"/>
        </w:rPr>
        <w:t>2</w:t>
      </w:r>
      <w:r w:rsidRPr="00794A20">
        <w:t xml:space="preserve"> и М</w:t>
      </w:r>
      <w:r w:rsidRPr="00794A20">
        <w:rPr>
          <w:vertAlign w:val="subscript"/>
        </w:rPr>
        <w:t>3</w:t>
      </w:r>
      <w:r w:rsidRPr="00794A20">
        <w:t xml:space="preserve"> в случае пожара (ПМСП), представил документ GRSG-116-08 об итогах недавнего совещания, состоявшегося в Бергиш-Гладбахе (Германия) 25 и 26 июня 2019 года. Он сообщил, что НРГ приступила к последующей деятельности в контексте проводимого в настоящее время Германией исследования по вопросу о токсичности и непрозрачности дыма с целью определения упрощенного метода испытания для установления токсичности материалов. Далее он сообщил GRSG, что на настоящий момент никаких предложений по поправкам к правилам № 107 и 118 ООН не представлено. GRSG с нетерпением ожидает рассмотрения предложений на ее следующей сессии.</w:t>
      </w:r>
    </w:p>
    <w:p w14:paraId="0B696AEC" w14:textId="77777777" w:rsidR="00C405CB" w:rsidRPr="00794A20" w:rsidRDefault="00C405CB" w:rsidP="00BD44D9">
      <w:pPr>
        <w:pStyle w:val="HChG"/>
      </w:pPr>
      <w:r w:rsidRPr="00794A20">
        <w:tab/>
        <w:t>IV.</w:t>
      </w:r>
      <w:r w:rsidRPr="00794A20">
        <w:tab/>
        <w:t>Правила № 26 ООН (наружные выступы пассажирских автомобилей) (пункт 3 повестки дня)</w:t>
      </w:r>
    </w:p>
    <w:p w14:paraId="663790CF" w14:textId="77777777" w:rsidR="00C405CB" w:rsidRPr="00794A20" w:rsidRDefault="00C405CB" w:rsidP="00BD44D9">
      <w:pPr>
        <w:pStyle w:val="SingleTxtG"/>
        <w:ind w:left="2835" w:hanging="1701"/>
        <w:jc w:val="left"/>
      </w:pPr>
      <w:r w:rsidRPr="00794A20">
        <w:rPr>
          <w:i/>
          <w:iCs/>
        </w:rPr>
        <w:t>Документация:</w:t>
      </w:r>
      <w:r w:rsidRPr="00794A20">
        <w:rPr>
          <w:b/>
          <w:bCs/>
        </w:rPr>
        <w:tab/>
      </w:r>
      <w:r w:rsidRPr="00794A20">
        <w:t xml:space="preserve">ECE/TRANS/WP.29/GRSG/2019/2 </w:t>
      </w:r>
      <w:r w:rsidRPr="00794A20">
        <w:br/>
        <w:t>ECE/TRANS/WP.29/GRSG/2019/34</w:t>
      </w:r>
      <w:r w:rsidRPr="00794A20">
        <w:br/>
        <w:t xml:space="preserve">неофициальные документы GRSG-117-26, GRSG-117-45 </w:t>
      </w:r>
      <w:r w:rsidR="00BD44D9" w:rsidRPr="00794A20">
        <w:br/>
      </w:r>
      <w:r w:rsidRPr="00794A20">
        <w:t xml:space="preserve">и GRSG-117-44-Rev.1 </w:t>
      </w:r>
    </w:p>
    <w:p w14:paraId="7CBB546D" w14:textId="77777777" w:rsidR="00C405CB" w:rsidRPr="00794A20" w:rsidRDefault="00C405CB" w:rsidP="00C405CB">
      <w:pPr>
        <w:pStyle w:val="SingleTxtG"/>
      </w:pPr>
      <w:r w:rsidRPr="00794A20">
        <w:t>12.</w:t>
      </w:r>
      <w:r w:rsidRPr="00794A20">
        <w:tab/>
        <w:t>Эксперт от МОПАП представил документ ECE/TRANS/WP.29/GRSG/2019/2, касающийся выступов краев капота. После всесторонней технической дискуссии и корректировки используемых формулировок GRSG приняла документ ECE/TRANS/</w:t>
      </w:r>
      <w:r w:rsidR="00BD44D9" w:rsidRPr="00794A20">
        <w:br/>
      </w:r>
      <w:r w:rsidRPr="00794A20">
        <w:t>WP.29/GRSG/2019/2 с поправками, содержащимися в документе GRSG-117-45. GRSG поручила секретариату представить его WP.29 и AC.1 в качестве проекта дополнения</w:t>
      </w:r>
      <w:r w:rsidR="00BD44D9" w:rsidRPr="00794A20">
        <w:t> </w:t>
      </w:r>
      <w:r w:rsidRPr="00794A20">
        <w:t xml:space="preserve">4 к поправкам серии 03 к Правилам № 26 ООН для рассмотрения на их сессиях в марте 2020 года. </w:t>
      </w:r>
    </w:p>
    <w:p w14:paraId="39A2C3C6" w14:textId="77777777" w:rsidR="00C405CB" w:rsidRPr="00794A20" w:rsidRDefault="00C405CB" w:rsidP="00C405CB">
      <w:pPr>
        <w:pStyle w:val="SingleTxtG"/>
      </w:pPr>
      <w:r w:rsidRPr="00794A20">
        <w:t>13.</w:t>
      </w:r>
      <w:r w:rsidRPr="00794A20">
        <w:tab/>
        <w:t>Эксперт от Франции внес на рассмотрение документ ECE/TRANS/WP.29/</w:t>
      </w:r>
      <w:r w:rsidR="00BD44D9" w:rsidRPr="00794A20">
        <w:br/>
      </w:r>
      <w:r w:rsidRPr="00794A20">
        <w:t>GRSG/2019/34, в котором разъясняются требования, касающиеся стеклоочистителей ветрового стекла с помощью простого общего чертежа соответствующих зон. После всесторонней технической дискуссии и корректировки используемых формулировок и переходных положений GRSG приняла документ ECE/TRANS/WP.29/GRSG/2019/34 с поправками, содержащимися в документе GRSG-117-44-Rev.1. Секретариату было поручено представить его WP.29 и AC.1 в качестве проекта поправок серии 04 к</w:t>
      </w:r>
      <w:r w:rsidR="00BD44D9" w:rsidRPr="00794A20">
        <w:t> </w:t>
      </w:r>
      <w:r w:rsidRPr="00794A20">
        <w:t>Правилам № 26 ООН для рассмотрения на их сессиях в марте 2020 года.</w:t>
      </w:r>
    </w:p>
    <w:p w14:paraId="343D453E" w14:textId="77777777" w:rsidR="00C405CB" w:rsidRPr="00794A20" w:rsidRDefault="00C405CB" w:rsidP="00BD44D9">
      <w:pPr>
        <w:pStyle w:val="HChG"/>
      </w:pPr>
      <w:r w:rsidRPr="00794A20">
        <w:tab/>
      </w:r>
      <w:bookmarkStart w:id="3" w:name="_Hlk31208990"/>
      <w:r w:rsidRPr="00794A20">
        <w:t>V.</w:t>
      </w:r>
      <w:r w:rsidRPr="00794A20">
        <w:tab/>
        <w:t>Правила</w:t>
      </w:r>
      <w:r w:rsidR="00B42057">
        <w:t xml:space="preserve"> </w:t>
      </w:r>
      <w:r w:rsidRPr="00794A20">
        <w:t>№ 34 ООН (предотвращение опасности возникновения пожара) (пункт 4 повестки дня)</w:t>
      </w:r>
      <w:bookmarkEnd w:id="3"/>
    </w:p>
    <w:p w14:paraId="2D962BD9" w14:textId="77777777" w:rsidR="00C405CB" w:rsidRPr="00794A20" w:rsidRDefault="00C405CB" w:rsidP="00C405CB">
      <w:pPr>
        <w:pStyle w:val="SingleTxtG"/>
      </w:pPr>
      <w:r w:rsidRPr="00794A20">
        <w:t>14.</w:t>
      </w:r>
      <w:r w:rsidRPr="00794A20">
        <w:tab/>
        <w:t>Эксперт от ЕК сообщил GRSG о том, что проблема удара сзади, особенно в случае электромобилей и гибридных электромобилей, тесно связана с опасностью возникновения пожара и что этим вопросом займется Рабочая группа по пассивной безопасности (GRSP). Председатель добавил, что в рамках GRSP учреждена конкретная целевая группа. Эксперт от МОПАП и исполняющий обязанности секретаря этой целевой группы пояснили, что задача группы состоит в разработке новых правил ООН в рамках GRSP и что на более позднем этапе будут согласованы перекрестные ссылки. Эксперт от Германии изложил различные соображения относительно исключения положений о краш-тестах из Правил № 34 ООН. Он</w:t>
      </w:r>
      <w:r w:rsidR="00BD44D9" w:rsidRPr="00794A20">
        <w:t> </w:t>
      </w:r>
      <w:r w:rsidRPr="00794A20">
        <w:t>вызвался подготовить к одной из будущих сессий в контексте последующей деятельности новый документ о гибридных электромобилях с топливными баками.</w:t>
      </w:r>
    </w:p>
    <w:p w14:paraId="751CF2E1" w14:textId="77777777" w:rsidR="00C405CB" w:rsidRPr="00794A20" w:rsidRDefault="00C405CB" w:rsidP="00BD44D9">
      <w:pPr>
        <w:pStyle w:val="HChG"/>
      </w:pPr>
      <w:r w:rsidRPr="00794A20">
        <w:tab/>
        <w:t>VI.</w:t>
      </w:r>
      <w:r w:rsidRPr="00794A20">
        <w:tab/>
        <w:t xml:space="preserve">Правила № 35 ООН (педали управления) </w:t>
      </w:r>
      <w:r w:rsidR="00B42057">
        <w:br/>
      </w:r>
      <w:r w:rsidRPr="00794A20">
        <w:t>(пункт 5 повестки дня)</w:t>
      </w:r>
    </w:p>
    <w:p w14:paraId="729E93C7" w14:textId="77777777" w:rsidR="00C405CB" w:rsidRPr="00794A20" w:rsidRDefault="00C405CB" w:rsidP="00C405CB">
      <w:pPr>
        <w:pStyle w:val="SingleTxtG"/>
      </w:pPr>
      <w:r w:rsidRPr="00794A20">
        <w:rPr>
          <w:i/>
        </w:rPr>
        <w:t>Документация</w:t>
      </w:r>
      <w:r w:rsidRPr="00B42057">
        <w:rPr>
          <w:i/>
        </w:rPr>
        <w:t>:</w:t>
      </w:r>
      <w:r w:rsidRPr="00794A20">
        <w:tab/>
        <w:t>неофициальный документ GRSG-117-35</w:t>
      </w:r>
    </w:p>
    <w:p w14:paraId="489824D1" w14:textId="77777777" w:rsidR="00C405CB" w:rsidRPr="00794A20" w:rsidRDefault="00C405CB" w:rsidP="00C405CB">
      <w:pPr>
        <w:pStyle w:val="SingleTxtG"/>
      </w:pPr>
      <w:r w:rsidRPr="00794A20">
        <w:t>15.</w:t>
      </w:r>
      <w:r w:rsidRPr="00794A20">
        <w:tab/>
        <w:t>Эксперт от МОПАП представил документ GRSG-117-35 с просьбой об исключении документа ECE/TRANS/WP.29/2019/93 из пункта 4.7.1 предварительной повестки дня 179-й сессии WP</w:t>
      </w:r>
      <w:r w:rsidR="00B42057">
        <w:t>.</w:t>
      </w:r>
      <w:r w:rsidRPr="00794A20">
        <w:t>29 (12</w:t>
      </w:r>
      <w:r w:rsidR="00B42057">
        <w:t>–</w:t>
      </w:r>
      <w:r w:rsidRPr="00794A20">
        <w:t>14 ноября 2019 года) и возобновлении рассмотрения этого вопроса на одной из последующих сессий GRSG.</w:t>
      </w:r>
    </w:p>
    <w:p w14:paraId="0FC93295" w14:textId="77777777" w:rsidR="00C405CB" w:rsidRPr="00794A20" w:rsidRDefault="00C405CB" w:rsidP="00C405CB">
      <w:pPr>
        <w:pStyle w:val="SingleTxtG"/>
        <w:rPr>
          <w:iCs/>
        </w:rPr>
      </w:pPr>
      <w:r w:rsidRPr="00794A20">
        <w:rPr>
          <w:i/>
        </w:rPr>
        <w:tab/>
      </w:r>
      <w:r w:rsidRPr="00794A20">
        <w:rPr>
          <w:iCs/>
        </w:rPr>
        <w:t>16.</w:t>
      </w:r>
      <w:r w:rsidRPr="00794A20">
        <w:rPr>
          <w:iCs/>
        </w:rPr>
        <w:tab/>
        <w:t xml:space="preserve">GRSG решила вернуться к этому документу на своей следующей сессии и просить об исключении документа </w:t>
      </w:r>
      <w:r w:rsidRPr="00794A20">
        <w:t>ECE/TRANS/WP.29/2019/93 из предварительной повестки дня 179-й сессии WP</w:t>
      </w:r>
      <w:r w:rsidR="00B42057">
        <w:t>.</w:t>
      </w:r>
      <w:r w:rsidRPr="00794A20">
        <w:t>29 (12</w:t>
      </w:r>
      <w:r w:rsidR="00B42057">
        <w:t>–</w:t>
      </w:r>
      <w:r w:rsidRPr="00794A20">
        <w:t>14 ноября 2019 года).</w:t>
      </w:r>
    </w:p>
    <w:p w14:paraId="34A62AA3" w14:textId="77777777" w:rsidR="00C405CB" w:rsidRPr="00794A20" w:rsidRDefault="00C405CB" w:rsidP="00BD44D9">
      <w:pPr>
        <w:pStyle w:val="HChG"/>
      </w:pPr>
      <w:r w:rsidRPr="00794A20">
        <w:tab/>
        <w:t>VII.</w:t>
      </w:r>
      <w:r w:rsidRPr="00794A20">
        <w:tab/>
        <w:t>Поправки к правилам, касающимся безопасных стекловых материалов (пункт 6 повестки дня)</w:t>
      </w:r>
    </w:p>
    <w:p w14:paraId="65BE8501" w14:textId="77777777" w:rsidR="00C405CB" w:rsidRPr="00794A20" w:rsidRDefault="00C405CB" w:rsidP="00BD44D9">
      <w:pPr>
        <w:pStyle w:val="SingleTxtG"/>
        <w:ind w:left="2835" w:hanging="1701"/>
        <w:jc w:val="left"/>
      </w:pPr>
      <w:r w:rsidRPr="00794A20">
        <w:rPr>
          <w:i/>
        </w:rPr>
        <w:t>Документация</w:t>
      </w:r>
      <w:r w:rsidRPr="00B42057">
        <w:rPr>
          <w:i/>
        </w:rPr>
        <w:t>:</w:t>
      </w:r>
      <w:r w:rsidRPr="00794A20">
        <w:tab/>
        <w:t xml:space="preserve">неофициальные документы GRSG-117-37, GRSG-117-38 </w:t>
      </w:r>
      <w:r w:rsidR="00BD44D9" w:rsidRPr="00794A20">
        <w:br/>
      </w:r>
      <w:r w:rsidRPr="00794A20">
        <w:t>и GRSG-117-39</w:t>
      </w:r>
    </w:p>
    <w:p w14:paraId="590176BD" w14:textId="77777777" w:rsidR="00C405CB" w:rsidRPr="00794A20" w:rsidRDefault="00C405CB" w:rsidP="00C405CB">
      <w:pPr>
        <w:pStyle w:val="SingleTxtG"/>
      </w:pPr>
      <w:r w:rsidRPr="00794A20">
        <w:t>17.</w:t>
      </w:r>
      <w:r w:rsidRPr="00794A20">
        <w:tab/>
        <w:t xml:space="preserve">Эксперт от Республики Корея, являющийся Председателем НРГ по стеклам для панорамных люков автомобилей (СПЛА), внес на рассмотрение документ GRSG-117-38, </w:t>
      </w:r>
      <w:r w:rsidR="00B42057">
        <w:t>с</w:t>
      </w:r>
      <w:r w:rsidRPr="00794A20">
        <w:t>oдержащий доклад о ходе работы этой группы с 2015 года, результатом которой стало предложение о принятии новой Общей резолюции № [4]. Секретарь НРГ представил документ GRSG-117-37 o прогрессе, достигнутом в ходе проведения ее девятнадцати совещаний, состоявшихся после 110-й сессии GRSG. Далее он подробно представил документ GRSG-117-38</w:t>
      </w:r>
      <w:r w:rsidR="00B42057">
        <w:t>,</w:t>
      </w:r>
      <w:r w:rsidRPr="00794A20">
        <w:t xml:space="preserve"> </w:t>
      </w:r>
      <w:r w:rsidR="00B42057">
        <w:t>с</w:t>
      </w:r>
      <w:r w:rsidRPr="00794A20">
        <w:t>oдержащий предложение по новой ОР. № [4].</w:t>
      </w:r>
    </w:p>
    <w:p w14:paraId="283528C6" w14:textId="77777777" w:rsidR="00C405CB" w:rsidRPr="00794A20" w:rsidRDefault="00C405CB" w:rsidP="00C405CB">
      <w:pPr>
        <w:pStyle w:val="SingleTxtG"/>
      </w:pPr>
      <w:r w:rsidRPr="00794A20">
        <w:t>18.</w:t>
      </w:r>
      <w:r w:rsidRPr="00794A20">
        <w:tab/>
        <w:t>GRSG одобрила это предложение и просила распространить его в качестве официального документа к следующей сессии.</w:t>
      </w:r>
    </w:p>
    <w:p w14:paraId="1A69EDED" w14:textId="77777777" w:rsidR="00C405CB" w:rsidRPr="00794A20" w:rsidRDefault="00C405CB" w:rsidP="00C405CB">
      <w:pPr>
        <w:pStyle w:val="SingleTxtG"/>
        <w:rPr>
          <w:b/>
        </w:rPr>
      </w:pPr>
      <w:r w:rsidRPr="00794A20">
        <w:t>19.</w:t>
      </w:r>
      <w:r w:rsidRPr="00794A20">
        <w:tab/>
        <w:t>Секретариат напомнил о необходимости отчитаться об этих изменениях перед AC.3, с тем чтобы обеспечить соответствие мандату, предусмотренному в документе ECE/TRANS/WP.29/AC.3/41.</w:t>
      </w:r>
    </w:p>
    <w:p w14:paraId="6CD96733" w14:textId="77777777" w:rsidR="00C405CB" w:rsidRPr="00794A20" w:rsidRDefault="00C405CB" w:rsidP="00BD44D9">
      <w:pPr>
        <w:pStyle w:val="H1G"/>
      </w:pPr>
      <w:r w:rsidRPr="00794A20">
        <w:tab/>
        <w:t>A.</w:t>
      </w:r>
      <w:r w:rsidRPr="00794A20">
        <w:tab/>
        <w:t xml:space="preserve">Глобальные технические правила № 6 ООН </w:t>
      </w:r>
      <w:r w:rsidR="00BD44D9" w:rsidRPr="00794A20">
        <w:br/>
      </w:r>
      <w:r w:rsidRPr="00794A20">
        <w:t>(безопасные стекловые материалы)</w:t>
      </w:r>
    </w:p>
    <w:p w14:paraId="6B590204" w14:textId="77777777" w:rsidR="00C405CB" w:rsidRPr="00794A20" w:rsidRDefault="00C405CB" w:rsidP="00BD44D9">
      <w:pPr>
        <w:pStyle w:val="SingleTxtG"/>
        <w:ind w:left="2835" w:hanging="1701"/>
        <w:jc w:val="left"/>
      </w:pPr>
      <w:r w:rsidRPr="00794A20">
        <w:rPr>
          <w:i/>
        </w:rPr>
        <w:t>Документация</w:t>
      </w:r>
      <w:r w:rsidRPr="00B42057">
        <w:rPr>
          <w:i/>
        </w:rPr>
        <w:t>:</w:t>
      </w:r>
      <w:r w:rsidRPr="00794A20">
        <w:tab/>
        <w:t>ECE/TRANS/WP.29/GRSG/2019/35</w:t>
      </w:r>
      <w:r w:rsidRPr="00794A20">
        <w:br/>
        <w:t>ECE/TRANS/WP.29/GRSG/2019/33</w:t>
      </w:r>
      <w:r w:rsidRPr="00794A20">
        <w:br/>
        <w:t xml:space="preserve">неофициальные документы GRSG-117-43 и GRSG-117-49 </w:t>
      </w:r>
    </w:p>
    <w:p w14:paraId="50AF4245" w14:textId="77777777" w:rsidR="00C405CB" w:rsidRPr="00794A20" w:rsidRDefault="00C405CB" w:rsidP="00C405CB">
      <w:pPr>
        <w:pStyle w:val="SingleTxtG"/>
      </w:pPr>
      <w:r w:rsidRPr="00794A20">
        <w:t>20.</w:t>
      </w:r>
      <w:r w:rsidRPr="00794A20">
        <w:tab/>
        <w:t>Эксперт от Индии представил документ ECE/TRANS/WP.29/GRSG/2019/35 для согласования Глобальных технических правил (ГТП) № 6 ООН с Правилами № 43 ООН о факультативном использовании многослойного безосколочного стекла с улучшенными механическими свойствами, в частности для передних внешних стекол верхнего этажа двухэтажного транспортного средства. Он отметил, что этот документ уже рассматривался на прошлой сессии GRSG.</w:t>
      </w:r>
    </w:p>
    <w:p w14:paraId="6E8E43C7" w14:textId="77777777" w:rsidR="00C405CB" w:rsidRPr="00794A20" w:rsidRDefault="00C405CB" w:rsidP="00C405CB">
      <w:pPr>
        <w:pStyle w:val="SingleTxtG"/>
      </w:pPr>
      <w:r w:rsidRPr="00794A20">
        <w:t>21.</w:t>
      </w:r>
      <w:r w:rsidRPr="00794A20">
        <w:tab/>
        <w:t>GRSG приняла документ ECE/TRANS/WP.29/GRSG/2019/35 и поручила секретариату представить его AC.3 в качестве проекта поправки к ГТП № 6 ООН для рассмотрения на его сессиях в марте 2020 года. Эксперту от Индии было предложено передать в секретариат технический доклад, сопровождающий данное предложение, с</w:t>
      </w:r>
      <w:r w:rsidR="00BD44D9" w:rsidRPr="00794A20">
        <w:t> </w:t>
      </w:r>
      <w:r w:rsidRPr="00794A20">
        <w:t>учетом предельного срока, установленного для 180-й сессии WP.29 (9 декабря 2019</w:t>
      </w:r>
      <w:r w:rsidR="00BD44D9" w:rsidRPr="00794A20">
        <w:t> </w:t>
      </w:r>
      <w:r w:rsidRPr="00794A20">
        <w:t>года).</w:t>
      </w:r>
    </w:p>
    <w:p w14:paraId="62CB2D04" w14:textId="77777777" w:rsidR="00C405CB" w:rsidRPr="00794A20" w:rsidRDefault="00C405CB" w:rsidP="00C405CB">
      <w:pPr>
        <w:pStyle w:val="SingleTxtG"/>
      </w:pPr>
      <w:r w:rsidRPr="00794A20">
        <w:t>22.</w:t>
      </w:r>
      <w:r w:rsidRPr="00794A20">
        <w:tab/>
        <w:t>Эксперт от Республики Корея представил документ ECE/TRANS/WP.29/</w:t>
      </w:r>
      <w:r w:rsidR="00BD44D9" w:rsidRPr="00794A20">
        <w:br/>
      </w:r>
      <w:r w:rsidRPr="00794A20">
        <w:t>GRSG/2019/33 с поправками, содержащимися в документах GRSG-117-43 и GRSG-117-49 относительно необходимости исключения в зоне I возможного непрозрачного затенения, определение которого содержится в пункте 7.1.3.2.4 приложений об установке многослойного безосколочного стекла. Эксперт от Германии уточнил, что между ГТП № 6 ООН и Правилами № 43 ООН не существует принципиальных различий, так как в ГТП ООН будет предусмотрено два варианта, между тем как в Правилах ООН будет использоваться лишь один из вариантов, соответствующий соглашениям.</w:t>
      </w:r>
    </w:p>
    <w:p w14:paraId="278AD8E2" w14:textId="77777777" w:rsidR="00C405CB" w:rsidRPr="00794A20" w:rsidRDefault="00C405CB" w:rsidP="00C405CB">
      <w:pPr>
        <w:pStyle w:val="SingleTxtG"/>
      </w:pPr>
      <w:r w:rsidRPr="00794A20">
        <w:t>23.</w:t>
      </w:r>
      <w:r w:rsidRPr="00794A20">
        <w:tab/>
        <w:t>GRSG приняла документ ECE/TRANS/WP.29/GRSG/2019/33 с поправками, содержащимися в документе GRSG-117-49, и поручила секретариату представить его AC.3 в качестве проекта поправки к ГТП № 6 ООН для рассмотрения на его сессиях в марте 2020 года. Эксперту от Республики Корея было предложено передать в секретариат технический доклад, сопровождающий данное предложение, с учетом предельного срока, установленного для 180-й сессии WP.29 (9 декабря 2019 года).</w:t>
      </w:r>
    </w:p>
    <w:p w14:paraId="14AF1532" w14:textId="77777777" w:rsidR="00C405CB" w:rsidRPr="00794A20" w:rsidRDefault="00C405CB" w:rsidP="00BD44D9">
      <w:pPr>
        <w:pStyle w:val="H1G"/>
      </w:pPr>
      <w:r w:rsidRPr="00794A20">
        <w:tab/>
        <w:t>B.</w:t>
      </w:r>
      <w:r w:rsidRPr="00794A20">
        <w:tab/>
        <w:t>Правила № 43 ООН (безопасные стекловые материалы)</w:t>
      </w:r>
    </w:p>
    <w:p w14:paraId="1BCCD065" w14:textId="77777777" w:rsidR="00C405CB" w:rsidRPr="00794A20" w:rsidRDefault="00C405CB" w:rsidP="00C405CB">
      <w:pPr>
        <w:pStyle w:val="SingleTxtG"/>
      </w:pPr>
      <w:r w:rsidRPr="00794A20">
        <w:t>24.</w:t>
      </w:r>
      <w:r w:rsidRPr="00794A20">
        <w:tab/>
        <w:t xml:space="preserve">Эксперт от МОПАП задался вопросом о том, потребуют ли </w:t>
      </w:r>
      <w:r w:rsidR="00B42057">
        <w:t>п</w:t>
      </w:r>
      <w:r w:rsidRPr="00794A20">
        <w:t>оправки к ГТП №</w:t>
      </w:r>
      <w:r w:rsidR="00B42057">
        <w:t> </w:t>
      </w:r>
      <w:r w:rsidRPr="00794A20">
        <w:t>6 ООН (см. пункты 22 и 24 выше) внесения параллельных поправок в Правила № 43 ООН. По просьбе Председателя эксперт от МОПАП согласился подготовить соответствующее предложение к следующей сессии.</w:t>
      </w:r>
    </w:p>
    <w:p w14:paraId="1B637322" w14:textId="77777777" w:rsidR="00C405CB" w:rsidRPr="00794A20" w:rsidRDefault="00C405CB" w:rsidP="00C405CB">
      <w:pPr>
        <w:pStyle w:val="SingleTxtG"/>
      </w:pPr>
      <w:r w:rsidRPr="00794A20">
        <w:t>25.</w:t>
      </w:r>
      <w:r w:rsidRPr="00794A20">
        <w:tab/>
        <w:t xml:space="preserve">GRSG решила возобновить дискуссию по поправкам к Правилам № 43 ООН на основе предложения, которое представит МОПАП на следующей сессии. </w:t>
      </w:r>
    </w:p>
    <w:p w14:paraId="51449AEB" w14:textId="77777777" w:rsidR="00C405CB" w:rsidRPr="00794A20" w:rsidRDefault="00C405CB" w:rsidP="00BD44D9">
      <w:pPr>
        <w:pStyle w:val="HChG"/>
      </w:pPr>
      <w:r w:rsidRPr="00794A20">
        <w:tab/>
      </w:r>
      <w:bookmarkStart w:id="4" w:name="_Hlk31209190"/>
      <w:r w:rsidRPr="00794A20">
        <w:t>VIII.</w:t>
      </w:r>
      <w:r w:rsidRPr="00794A20">
        <w:tab/>
        <w:t>Информирование о непосредственной близости уязвимых участников дорожного движения (пункт 7 повестки дня)</w:t>
      </w:r>
      <w:bookmarkEnd w:id="4"/>
    </w:p>
    <w:p w14:paraId="4FF812B8" w14:textId="77777777" w:rsidR="00C405CB" w:rsidRPr="00794A20" w:rsidRDefault="00C405CB" w:rsidP="00C405CB">
      <w:pPr>
        <w:pStyle w:val="SingleTxtG"/>
      </w:pPr>
      <w:r w:rsidRPr="00794A20">
        <w:rPr>
          <w:i/>
        </w:rPr>
        <w:t>Документация</w:t>
      </w:r>
      <w:r w:rsidRPr="00B42057">
        <w:rPr>
          <w:i/>
        </w:rPr>
        <w:t>:</w:t>
      </w:r>
      <w:r w:rsidRPr="00794A20">
        <w:tab/>
        <w:t>неофициальные документы GRSG-117-04 и GRSG-117-34</w:t>
      </w:r>
    </w:p>
    <w:p w14:paraId="7AF30584" w14:textId="77777777" w:rsidR="00C405CB" w:rsidRPr="00794A20" w:rsidRDefault="00C405CB" w:rsidP="00C405CB">
      <w:pPr>
        <w:pStyle w:val="SingleTxtG"/>
      </w:pPr>
      <w:r w:rsidRPr="00794A20">
        <w:t xml:space="preserve">26. </w:t>
      </w:r>
      <w:r w:rsidRPr="00794A20">
        <w:tab/>
        <w:t xml:space="preserve">В качестве представителя GRBP эксперт от Швейцарии внес на рассмотрение документ GRSG-117-04 с изложением результатов дискуссии относительно потенциальных возможностей и установки переключателя временной остановки, охарактеризованного участниками дискуссии как приемлемое средство в тех случаях, когда функционирует система видеокамер/видеомониторов (СВКВМ). GRSG отметила, что применение СВКВМ может быть затруднено в тех случаях, когда транспортные средства используются вместе с прицепами, и, следовательно, вынесла рекомендацию о том, чтобы в таких случаях не задействовать переключатель временной остановки. </w:t>
      </w:r>
    </w:p>
    <w:p w14:paraId="58278FA3" w14:textId="77777777" w:rsidR="00C405CB" w:rsidRPr="00794A20" w:rsidRDefault="00C405CB" w:rsidP="00C405CB">
      <w:pPr>
        <w:pStyle w:val="SingleTxtG"/>
      </w:pPr>
      <w:r w:rsidRPr="00794A20">
        <w:t>27.</w:t>
      </w:r>
      <w:r w:rsidRPr="00794A20">
        <w:tab/>
        <w:t>GRSG приняла к сведению документ GRSG-117-34, представленный НРГ по предупреждению о присутствии уязвимых участников дорожного движения в непосредственной близости (УУДНБ), в котором охарактеризован статус НРГ и содержится резюме предлагаемых правил об официальном утверждении механизмов включения заднего хода и автотранспортных средств в отношении предупреждения водителя о присутствии уязвимых участников дорожного движения за транспортным средством. В этих правилах найдет отражение разносторонний подход, учитывающий аспекты непрямого обзора, обнаружения и прямого обзора, либо требующий сочетания различных методов или механизмов. Они будут охватывать условия как официального утверждения компонентов, так и их установки.</w:t>
      </w:r>
    </w:p>
    <w:p w14:paraId="00BE55A2" w14:textId="77777777" w:rsidR="00C405CB" w:rsidRPr="00794A20" w:rsidRDefault="00C405CB" w:rsidP="00C405CB">
      <w:pPr>
        <w:pStyle w:val="SingleTxtG"/>
      </w:pPr>
      <w:r w:rsidRPr="00794A20">
        <w:t>28.</w:t>
      </w:r>
      <w:r w:rsidRPr="00794A20">
        <w:tab/>
        <w:t>GRSG решила возобновить обсуждение этих новых правил ООН на основе предложения, которое представит НРГ по предупреждению о присутствии УУДНБ на следующей сессии, и приняла к сведению, что следующее совещание этой НРГ состоится в Брюсселе 26</w:t>
      </w:r>
      <w:r w:rsidR="00B42057">
        <w:t>–</w:t>
      </w:r>
      <w:r w:rsidRPr="00794A20">
        <w:t>28 ноября 2019 года.</w:t>
      </w:r>
    </w:p>
    <w:p w14:paraId="20E7CD2B" w14:textId="77777777" w:rsidR="00C405CB" w:rsidRPr="00794A20" w:rsidRDefault="00C405CB" w:rsidP="00BD44D9">
      <w:pPr>
        <w:pStyle w:val="H1G"/>
      </w:pPr>
      <w:r w:rsidRPr="00794A20">
        <w:tab/>
        <w:t>A.</w:t>
      </w:r>
      <w:r w:rsidRPr="00794A20">
        <w:tab/>
        <w:t>Правила № 46 ООН (устройства непрямого обзора)</w:t>
      </w:r>
    </w:p>
    <w:p w14:paraId="77B6AFA1" w14:textId="77777777" w:rsidR="00C405CB" w:rsidRPr="00794A20" w:rsidRDefault="00C405CB" w:rsidP="00BD44D9">
      <w:pPr>
        <w:pStyle w:val="SingleTxtG"/>
        <w:ind w:left="2835" w:hanging="1701"/>
        <w:jc w:val="left"/>
      </w:pPr>
      <w:r w:rsidRPr="00794A20">
        <w:rPr>
          <w:i/>
        </w:rPr>
        <w:t>Документация</w:t>
      </w:r>
      <w:r w:rsidRPr="00B42057">
        <w:rPr>
          <w:i/>
        </w:rPr>
        <w:t>:</w:t>
      </w:r>
      <w:r w:rsidRPr="00794A20">
        <w:tab/>
        <w:t>ECE/TRANS/WP.29/GRSG/2019/27</w:t>
      </w:r>
      <w:r w:rsidRPr="00794A20">
        <w:br/>
        <w:t>ECE/TRANS/WP.29/GRSG/2019/31</w:t>
      </w:r>
      <w:r w:rsidRPr="00794A20">
        <w:br/>
        <w:t xml:space="preserve">неофициальные документы GRSG-117-16, GRSG-117-17, </w:t>
      </w:r>
      <w:r w:rsidR="00BD44D9" w:rsidRPr="00794A20">
        <w:br/>
      </w:r>
      <w:r w:rsidRPr="00794A20">
        <w:t xml:space="preserve">GRSG-117-32, GRSG-117-40 и 40-Rev.1-3, GRSG-117-41 </w:t>
      </w:r>
      <w:r w:rsidR="00BD44D9" w:rsidRPr="00794A20">
        <w:br/>
      </w:r>
      <w:r w:rsidRPr="00794A20">
        <w:t>и GRSG-117-42</w:t>
      </w:r>
    </w:p>
    <w:p w14:paraId="367CA3FE" w14:textId="77777777" w:rsidR="00C405CB" w:rsidRPr="00794A20" w:rsidRDefault="00C405CB" w:rsidP="00C405CB">
      <w:pPr>
        <w:pStyle w:val="SingleTxtG"/>
      </w:pPr>
      <w:r w:rsidRPr="00794A20">
        <w:t>29.</w:t>
      </w:r>
      <w:r w:rsidRPr="00794A20">
        <w:tab/>
        <w:t>Эксперт от Германии представил документ ECE/TRANS/WP.29/GRSG/2019/27, касающийся возможности временного изменения обзора и основанный на документе GRSG-117-40, в котором охарактеризована разница между соответствующим полем обзора и требующимся полем обзора. Эксперт от Франции в принципе одобрил это предложение, затронув, однако, условия временного изменения обзора водителем и запросив более точное определение временного маневра. Эксперт от Соединенного Королевства принял участие в дискуссии, поддержав опасения, выраженные его коллегой из Франции, и отметив, что изменение обзора в конечном счете может способствовать появлению новых участков обзора, закрытых от водителя.</w:t>
      </w:r>
    </w:p>
    <w:p w14:paraId="66AC2A1A" w14:textId="77777777" w:rsidR="00C405CB" w:rsidRPr="00794A20" w:rsidRDefault="00C405CB" w:rsidP="00C405CB">
      <w:pPr>
        <w:pStyle w:val="SingleTxtG"/>
      </w:pPr>
      <w:r w:rsidRPr="00794A20">
        <w:t>30.</w:t>
      </w:r>
      <w:r w:rsidRPr="00794A20">
        <w:tab/>
        <w:t>После всесторонней технической дискуссии и корректировки используемых формулировок GRSG приняла документ ECE/TRANS/WP.29/GRSG/2019/27 с поправками, содержащимися в документе GRSG-117-40-Rev.3. Секретариату было поручено представить его WP.29 и AC.1 в качестве проекта дополнения 7 к поправкам серии 04 к Правилам № 46 для рассмотрения на их сессиях в марте 2020 года.</w:t>
      </w:r>
    </w:p>
    <w:p w14:paraId="75D817AF" w14:textId="77777777" w:rsidR="00C405CB" w:rsidRPr="00794A20" w:rsidRDefault="00C405CB" w:rsidP="00C405CB">
      <w:pPr>
        <w:pStyle w:val="SingleTxtG"/>
      </w:pPr>
      <w:r w:rsidRPr="00794A20">
        <w:t>31.</w:t>
      </w:r>
      <w:r w:rsidRPr="00794A20">
        <w:tab/>
        <w:t>Эксперт от МОПАП представил документ ECE/TRANS/WP.29/GRSG/2019/31 o линиях индикации, показывающих изменения в увеличении изображения на дисплее систем видеокамер/видеомониторов (СВКВМ) с использованием более одного поля обзора. GRSG приняла документ ECE/TRANS/WP.29/GRSG/2019/31 и поручила секретариату представить его WP.29 и AC.1 в качестве проекта дополнения к Правилам № 46 ООН для рассмотрения на их сессиях в марте 2020 года.</w:t>
      </w:r>
    </w:p>
    <w:p w14:paraId="7E119885" w14:textId="77777777" w:rsidR="00C405CB" w:rsidRPr="00794A20" w:rsidRDefault="00C405CB" w:rsidP="00C405CB">
      <w:pPr>
        <w:pStyle w:val="SingleTxtG"/>
      </w:pPr>
      <w:r w:rsidRPr="00794A20">
        <w:t>32.</w:t>
      </w:r>
      <w:r w:rsidRPr="00794A20">
        <w:tab/>
        <w:t xml:space="preserve">Эксперт от Италии представил документы GRSG-117-16 и GRSG-117-17 o зеркалах произвольной формы. GRSG приняла к сведению, что экспертам необходима более полная информация об этой новой технологии, и решила сохранить этот пункт в повестке дня для его повторного обсуждения на ее следующей сессии. Для получения дальнейшей информации Председатель предложил делегатам связаться с экспертом от Италии. </w:t>
      </w:r>
    </w:p>
    <w:p w14:paraId="04152194" w14:textId="77777777" w:rsidR="00C405CB" w:rsidRPr="00794A20" w:rsidRDefault="00C405CB" w:rsidP="00C405CB">
      <w:pPr>
        <w:pStyle w:val="SingleTxtG"/>
      </w:pPr>
      <w:r w:rsidRPr="00794A20">
        <w:t>33.</w:t>
      </w:r>
      <w:r w:rsidRPr="00794A20">
        <w:tab/>
        <w:t>Эксперт от Республики Корея представил документ GRSG-117-32 для разъяснения положений об испытании СВКВМ, если они установлены на транспортном средстве. Эксперт от Германии уточнил, что Правила № 46 ООН уже охватывают испытания систем, устанавливаемых на транспортных средствах, и что, следовательно, он не усматривает необходимости в дополнительных положениях об испытаниях. Председатель обратился к экспертам с просьбой выяснить, требуются ли какие-либо поправки к Правилам № 46 ООН, и просил конкретно представителя Кореи при необходимости внести соответствующее предложение на следующей сессии GRSG.</w:t>
      </w:r>
    </w:p>
    <w:p w14:paraId="39B5D699" w14:textId="77777777" w:rsidR="00C405CB" w:rsidRPr="00794A20" w:rsidRDefault="00C405CB" w:rsidP="00C405CB">
      <w:pPr>
        <w:pStyle w:val="SingleTxtG"/>
      </w:pPr>
      <w:r w:rsidRPr="00794A20">
        <w:t>34.</w:t>
      </w:r>
      <w:r w:rsidRPr="00794A20">
        <w:tab/>
        <w:t>Эксперт от Германии представил документы GRSG-117-41 и GRSG-117-42 с предложением по поправкам к тексту Правил № 46 ООН. Эксперты от Нидерландов и Франции приняли участие в дискуссии о необходимости внесения различных исправлений в текст Правил. GRSG решила возобновить обсуждение исправлений к тексту Правил на основе предложения, которое будет представлено экспертами от Германии и Франции на ее следующей сессии. Секретариат напомнил GRSG о строгом понимании исправлений Управлением по правовым вопросам и просил экспертов использовать дополнение в случае внесения существенных изменений в текст.</w:t>
      </w:r>
    </w:p>
    <w:p w14:paraId="0FF68F64" w14:textId="77777777" w:rsidR="00C405CB" w:rsidRPr="00794A20" w:rsidRDefault="00C405CB" w:rsidP="00BD44D9">
      <w:pPr>
        <w:pStyle w:val="H1G"/>
      </w:pPr>
      <w:r w:rsidRPr="00794A20">
        <w:tab/>
        <w:t>B.</w:t>
      </w:r>
      <w:r w:rsidRPr="00794A20">
        <w:tab/>
        <w:t>Правила ООН, касающиеся систем индикации мертвой зоны (СИМЗ)</w:t>
      </w:r>
    </w:p>
    <w:p w14:paraId="00E7A0B6" w14:textId="77777777" w:rsidR="00C405CB" w:rsidRPr="00794A20" w:rsidRDefault="00C405CB" w:rsidP="00BD44D9">
      <w:pPr>
        <w:pStyle w:val="SingleTxtG"/>
        <w:ind w:left="2835" w:hanging="1701"/>
        <w:jc w:val="left"/>
      </w:pPr>
      <w:r w:rsidRPr="00794A20">
        <w:rPr>
          <w:i/>
        </w:rPr>
        <w:t>Документация</w:t>
      </w:r>
      <w:r w:rsidRPr="00B42057">
        <w:rPr>
          <w:i/>
        </w:rPr>
        <w:t>:</w:t>
      </w:r>
      <w:r w:rsidRPr="00794A20">
        <w:t xml:space="preserve"> </w:t>
      </w:r>
      <w:r w:rsidRPr="00794A20">
        <w:tab/>
        <w:t>ECE/TRANS/WP.29/GRSG/2019/25</w:t>
      </w:r>
      <w:r w:rsidRPr="00794A20">
        <w:br/>
        <w:t xml:space="preserve">неофициальные документы GRSG-117-23 и GRSG-117-24 </w:t>
      </w:r>
      <w:r w:rsidR="00BD44D9" w:rsidRPr="00794A20">
        <w:br/>
      </w:r>
      <w:r w:rsidRPr="00794A20">
        <w:t>и 24-Rev.1</w:t>
      </w:r>
    </w:p>
    <w:p w14:paraId="510D0E21" w14:textId="77777777" w:rsidR="00C405CB" w:rsidRPr="00794A20" w:rsidRDefault="00C405CB" w:rsidP="00C405CB">
      <w:pPr>
        <w:pStyle w:val="SingleTxtG"/>
      </w:pPr>
      <w:r w:rsidRPr="00794A20">
        <w:tab/>
        <w:t>35.</w:t>
      </w:r>
      <w:r w:rsidRPr="00794A20">
        <w:tab/>
        <w:t xml:space="preserve">Эксперт от НРГ по предупреждению о присутствии УУДНБ представил </w:t>
      </w:r>
      <w:r w:rsidRPr="00794A20">
        <w:tab/>
        <w:t>документ ECE/TRANS/WP.29/GRSG/2019/25, coдержащий следующие два предложения: i) уточнение процедур испытания, предусматривающих возможность неслучайного выбора сочетаний параметров, и ii) требования, предъявляемые к выступающим внешним элементам систем индикации мертвой зоны (СИМЗ). Далее он представил документ GRSG-117-23 oб уточнении элементов для рассмотрения на предмет определения переднего правого угла транспортного средства.</w:t>
      </w:r>
    </w:p>
    <w:p w14:paraId="7CE3E1AD" w14:textId="77777777" w:rsidR="00C405CB" w:rsidRPr="00794A20" w:rsidRDefault="00C405CB" w:rsidP="00C405CB">
      <w:pPr>
        <w:pStyle w:val="SingleTxtG"/>
      </w:pPr>
      <w:r w:rsidRPr="00794A20">
        <w:t>36.</w:t>
      </w:r>
      <w:r w:rsidRPr="00794A20">
        <w:tab/>
        <w:t>После всесторонней технической дискуссии и корректировки используемых формулировок (GRSG-117-24-Rev.1) GRSG приняла документы ECE/TRANS/</w:t>
      </w:r>
      <w:r w:rsidR="00BD44D9" w:rsidRPr="00794A20">
        <w:br/>
      </w:r>
      <w:r w:rsidRPr="00794A20">
        <w:t>WP.29/GRSG/2019/25 и GRSG-117-23, воспроизведенные в приложении II к настоящему докладу. Секретариату было поручено представить документ WP.29 и</w:t>
      </w:r>
      <w:r w:rsidR="00BD44D9" w:rsidRPr="00794A20">
        <w:t> </w:t>
      </w:r>
      <w:r w:rsidRPr="00794A20">
        <w:t>AC.1 в качестве проекта дополнения 1 к Правилам № 151 для рассмотрения на их сессиях в марте 2020 года.</w:t>
      </w:r>
    </w:p>
    <w:p w14:paraId="4D559F69" w14:textId="77777777" w:rsidR="00C405CB" w:rsidRPr="00794A20" w:rsidRDefault="00C405CB" w:rsidP="00BD44D9">
      <w:pPr>
        <w:pStyle w:val="HChG"/>
      </w:pPr>
      <w:r w:rsidRPr="00794A20">
        <w:tab/>
        <w:t>IX.</w:t>
      </w:r>
      <w:r w:rsidRPr="00794A20">
        <w:tab/>
        <w:t>Правила № 55 ООН (механические сцепные устройства) (пункт 8 повестки дня)</w:t>
      </w:r>
    </w:p>
    <w:p w14:paraId="68D158D5" w14:textId="77777777" w:rsidR="00BD44D9" w:rsidRPr="00794A20" w:rsidRDefault="00C405CB" w:rsidP="00BD44D9">
      <w:pPr>
        <w:pStyle w:val="SingleTxtG"/>
        <w:ind w:left="2835" w:hanging="1701"/>
        <w:jc w:val="left"/>
      </w:pPr>
      <w:r w:rsidRPr="00794A20">
        <w:rPr>
          <w:i/>
        </w:rPr>
        <w:t>Документация</w:t>
      </w:r>
      <w:r w:rsidRPr="00B42057">
        <w:rPr>
          <w:i/>
        </w:rPr>
        <w:t>:</w:t>
      </w:r>
      <w:r w:rsidRPr="00794A20">
        <w:t xml:space="preserve"> </w:t>
      </w:r>
      <w:r w:rsidRPr="00794A20">
        <w:tab/>
        <w:t>ECE/TRANS/WP.29/GRSG/2019/6</w:t>
      </w:r>
      <w:r w:rsidRPr="00794A20">
        <w:br/>
      </w:r>
      <w:r w:rsidRPr="00794A20">
        <w:tab/>
        <w:t xml:space="preserve">неофициальные документы GRSG-117-06, GRSG-117-09 и </w:t>
      </w:r>
      <w:r w:rsidR="00BD44D9" w:rsidRPr="00794A20">
        <w:br/>
      </w:r>
      <w:r w:rsidRPr="00794A20">
        <w:tab/>
        <w:t>GRSG-117-25</w:t>
      </w:r>
    </w:p>
    <w:p w14:paraId="4249CD7A" w14:textId="77777777" w:rsidR="00C405CB" w:rsidRPr="00794A20" w:rsidRDefault="00C405CB" w:rsidP="00C405CB">
      <w:pPr>
        <w:pStyle w:val="SingleTxtG"/>
      </w:pPr>
      <w:r w:rsidRPr="00794A20">
        <w:t>37.</w:t>
      </w:r>
      <w:r w:rsidRPr="00794A20">
        <w:tab/>
        <w:t>Эксперт от ЕК представил документ GRSG-117-25 с поправками к документу ECE/TRANS/WP.29/GRSG/2019/6, нацеленными на обновление положений о съемных механических сцепных устройствах, установленных на автотранспортных средствах, в частности положения о необходимости предоставления водителю четкой информации. Эксперт от Финляндии представил документ GRSG-117-06 с дальнейшими поправками к Правилам № 55 ООН, уточняющими гибкие компоненты сочленения.</w:t>
      </w:r>
    </w:p>
    <w:p w14:paraId="245CA2F4" w14:textId="77777777" w:rsidR="00C405CB" w:rsidRPr="00794A20" w:rsidRDefault="00C405CB" w:rsidP="00C405CB">
      <w:pPr>
        <w:pStyle w:val="SingleTxtG"/>
      </w:pPr>
      <w:r w:rsidRPr="00794A20">
        <w:t>38.</w:t>
      </w:r>
      <w:r w:rsidRPr="00794A20">
        <w:tab/>
        <w:t>GRSG приняла документ GRSG-117-25 с поправками к документу ECE/TRANS/WP.29/GRSG/2019/6, поручив секретариату добавить на основе соответствующей части документа GRSG-117-06 обновленное приложение 3, касающееся знака официального утверждения, и представить его WP.29 и AC.1 в качестве проекта поправок серии 02 к Правилам № 55 ООН для рассмотрения на их сессиях в марте 2020 года.</w:t>
      </w:r>
    </w:p>
    <w:p w14:paraId="10E4381F" w14:textId="77777777" w:rsidR="00C405CB" w:rsidRPr="00794A20" w:rsidRDefault="00C405CB" w:rsidP="00C405CB">
      <w:pPr>
        <w:pStyle w:val="SingleTxtG"/>
      </w:pPr>
      <w:r w:rsidRPr="00794A20">
        <w:t>39.</w:t>
      </w:r>
      <w:r w:rsidRPr="00794A20">
        <w:tab/>
        <w:t>GRSG решила возобновить рассмотрение документа GRSG-117-06 на основе новых рабочих документов и документа GRSG-117-09 на ее следующей сессии.</w:t>
      </w:r>
    </w:p>
    <w:p w14:paraId="1E49A9B2" w14:textId="77777777" w:rsidR="00C405CB" w:rsidRPr="00794A20" w:rsidRDefault="00C405CB" w:rsidP="00BD44D9">
      <w:pPr>
        <w:pStyle w:val="HChG"/>
      </w:pPr>
      <w:r w:rsidRPr="00794A20">
        <w:tab/>
      </w:r>
      <w:bookmarkStart w:id="5" w:name="_Hlk31209435"/>
      <w:r w:rsidRPr="00794A20">
        <w:t>X.</w:t>
      </w:r>
      <w:r w:rsidRPr="00794A20">
        <w:tab/>
      </w:r>
      <w:bookmarkStart w:id="6" w:name="_Hlk25325612"/>
      <w:r w:rsidRPr="00794A20">
        <w:t>Правила № 58 ООН (задние противоподкатные защитные устройства) (пункт 9 повестки дня)</w:t>
      </w:r>
      <w:bookmarkEnd w:id="6"/>
      <w:bookmarkEnd w:id="5"/>
    </w:p>
    <w:p w14:paraId="0AFFE07E" w14:textId="77777777" w:rsidR="00C405CB" w:rsidRPr="00794A20" w:rsidRDefault="00C405CB" w:rsidP="00BD44D9">
      <w:pPr>
        <w:pStyle w:val="SingleTxtG"/>
        <w:ind w:left="2835" w:hanging="1701"/>
        <w:jc w:val="left"/>
      </w:pPr>
      <w:r w:rsidRPr="00794A20">
        <w:rPr>
          <w:i/>
          <w:iCs/>
        </w:rPr>
        <w:t>Документация:</w:t>
      </w:r>
      <w:r w:rsidRPr="00794A20">
        <w:t xml:space="preserve"> </w:t>
      </w:r>
      <w:r w:rsidRPr="00794A20">
        <w:tab/>
        <w:t>ECE/TRANS/WP.29/GRSG/2019/32</w:t>
      </w:r>
      <w:r w:rsidRPr="00794A20">
        <w:br/>
        <w:t xml:space="preserve">неофициальные документы GRSG-117-46, GRSG-117-50 </w:t>
      </w:r>
      <w:r w:rsidR="00BD44D9" w:rsidRPr="00794A20">
        <w:br/>
      </w:r>
      <w:r w:rsidRPr="00794A20">
        <w:t>и GRSG-117-51</w:t>
      </w:r>
    </w:p>
    <w:p w14:paraId="1553F88D" w14:textId="77777777" w:rsidR="00C405CB" w:rsidRPr="00794A20" w:rsidRDefault="00C405CB" w:rsidP="00C405CB">
      <w:pPr>
        <w:pStyle w:val="SingleTxtG"/>
      </w:pPr>
      <w:r w:rsidRPr="00794A20">
        <w:t>40.</w:t>
      </w:r>
      <w:r w:rsidRPr="00794A20">
        <w:tab/>
        <w:t>Эксперт от МОПАП представил документ ECE/TRANS/WP.29/GRSG/2019/32 относительно введения требований об аэродинамических устройствах. Эксперт от КСАОД представил документ GRSG-117-46 с дальнейшим уточнением зоны аэродинамических устройств ограниченной твердости. Эксперт от ЕК представил документ GRSG-117-50 с поправками к определению аэродинамических устройств и оборудования, содержащемуся в документе ECE/TRANS/WP.29/GRSG/2019/32.</w:t>
      </w:r>
    </w:p>
    <w:p w14:paraId="5172E43B" w14:textId="77777777" w:rsidR="00C405CB" w:rsidRPr="00794A20" w:rsidRDefault="00C405CB" w:rsidP="00C405CB">
      <w:pPr>
        <w:pStyle w:val="SingleTxtG"/>
      </w:pPr>
      <w:r w:rsidRPr="00794A20">
        <w:t>41.</w:t>
      </w:r>
      <w:r w:rsidRPr="00794A20">
        <w:tab/>
        <w:t>После всесторонней технической дискуссии и корректировки используемых формулировок GRSG приняла документ ECE/TRANS/WP.29/GRSG/2019/32 с поправками, содержащимися в документе GRSG-117-51. Секретариату было поручено представить его WP.29 и AC.1 в качестве проекта дополнения 1 к поправкам серии 03 к Правилам № 58 ООН для рассмотрения на их сессиях в марте 2020 года.</w:t>
      </w:r>
    </w:p>
    <w:p w14:paraId="3FAA8F50" w14:textId="77777777" w:rsidR="00C405CB" w:rsidRPr="00794A20" w:rsidRDefault="00C405CB" w:rsidP="00BD44D9">
      <w:pPr>
        <w:pStyle w:val="HChG"/>
      </w:pPr>
      <w:bookmarkStart w:id="7" w:name="_Hlk31209475"/>
      <w:r w:rsidRPr="00794A20">
        <w:tab/>
      </w:r>
      <w:bookmarkStart w:id="8" w:name="_Hlk23857227"/>
      <w:r w:rsidRPr="00794A20">
        <w:t>XI.</w:t>
      </w:r>
      <w:r w:rsidRPr="00794A20">
        <w:tab/>
      </w:r>
      <w:bookmarkEnd w:id="8"/>
      <w:r w:rsidRPr="00794A20">
        <w:t xml:space="preserve">Правила № 62 ООН (противоугонные системы </w:t>
      </w:r>
      <w:r w:rsidRPr="00794A20">
        <w:br/>
        <w:t>для мопедов/мотоциклов) (пункт 10 повестки дня)</w:t>
      </w:r>
      <w:bookmarkEnd w:id="7"/>
    </w:p>
    <w:p w14:paraId="0D48CEC6" w14:textId="77777777" w:rsidR="00C405CB" w:rsidRPr="00794A20" w:rsidRDefault="00C405CB" w:rsidP="00C405CB">
      <w:pPr>
        <w:pStyle w:val="SingleTxtG"/>
      </w:pPr>
      <w:r w:rsidRPr="00794A20">
        <w:rPr>
          <w:i/>
          <w:iCs/>
        </w:rPr>
        <w:t>Документация:</w:t>
      </w:r>
      <w:r w:rsidRPr="00794A20">
        <w:t xml:space="preserve"> </w:t>
      </w:r>
      <w:r w:rsidRPr="00794A20">
        <w:tab/>
        <w:t>ECE/TRANS/WP.29/GRSG/2019/24</w:t>
      </w:r>
    </w:p>
    <w:p w14:paraId="3D314C2F" w14:textId="77777777" w:rsidR="00C405CB" w:rsidRPr="00794A20" w:rsidRDefault="00C405CB" w:rsidP="00C405CB">
      <w:pPr>
        <w:pStyle w:val="SingleTxtG"/>
      </w:pPr>
      <w:r w:rsidRPr="00794A20">
        <w:t>42.</w:t>
      </w:r>
      <w:r w:rsidRPr="00794A20">
        <w:tab/>
        <w:t xml:space="preserve">Эксперт от Франции представил документ ECE/TRANS/WP.29/GRSG/2019/24, содержащий предложение о требованиях к электромагнитной совместимости для электромеханических и электронных устройств, предназначенных </w:t>
      </w:r>
      <w:r w:rsidRPr="00794A20">
        <w:rPr>
          <w:bCs/>
        </w:rPr>
        <w:t>для предотвращения несанкционированного использования.</w:t>
      </w:r>
      <w:r w:rsidRPr="00794A20">
        <w:t xml:space="preserve"> </w:t>
      </w:r>
    </w:p>
    <w:p w14:paraId="27448124" w14:textId="77777777" w:rsidR="00C405CB" w:rsidRPr="00794A20" w:rsidRDefault="00C405CB" w:rsidP="00C405CB">
      <w:pPr>
        <w:pStyle w:val="SingleTxtG"/>
      </w:pPr>
      <w:r w:rsidRPr="00794A20">
        <w:t>43.</w:t>
      </w:r>
      <w:r w:rsidRPr="00794A20">
        <w:tab/>
        <w:t>GRSG приняла документ ECE/TRANS/WP.29/GRSG/2019/24, поручив секретариату снять квадратные скобки в пункте 12 документа, добавить требования относительно знака и номера официального утверждения и представить его WP.29 и AC.1 в качестве проекта поправок серии 01 к Правилам № 62 ООН для рассмотрения на их сессии в марте 2020 года.</w:t>
      </w:r>
    </w:p>
    <w:p w14:paraId="0A1B024C" w14:textId="77777777" w:rsidR="00C405CB" w:rsidRPr="00794A20" w:rsidRDefault="00C405CB" w:rsidP="00BD44D9">
      <w:pPr>
        <w:pStyle w:val="HChG"/>
      </w:pPr>
      <w:r w:rsidRPr="00794A20">
        <w:tab/>
        <w:t>XII.</w:t>
      </w:r>
      <w:r w:rsidRPr="00794A20">
        <w:tab/>
        <w:t>Поправки к правилам, касающимся транспортных средств, работающих на газе (пункт 11 повестки дня)</w:t>
      </w:r>
    </w:p>
    <w:p w14:paraId="4933C446" w14:textId="77777777" w:rsidR="00C405CB" w:rsidRPr="00794A20" w:rsidRDefault="00BD44D9" w:rsidP="00BD44D9">
      <w:pPr>
        <w:pStyle w:val="H1G"/>
      </w:pPr>
      <w:r w:rsidRPr="00794A20">
        <w:tab/>
      </w:r>
      <w:r w:rsidR="00C405CB" w:rsidRPr="00794A20">
        <w:t>A.</w:t>
      </w:r>
      <w:r w:rsidR="00C405CB" w:rsidRPr="00794A20">
        <w:tab/>
        <w:t>Правила № 67 ООН (транспортные средства, работающие на СНГ)</w:t>
      </w:r>
    </w:p>
    <w:p w14:paraId="61FD80C7" w14:textId="77777777" w:rsidR="00C405CB" w:rsidRPr="00794A20" w:rsidRDefault="00C405CB" w:rsidP="00BD44D9">
      <w:pPr>
        <w:pStyle w:val="SingleTxtG"/>
        <w:jc w:val="left"/>
      </w:pPr>
      <w:r w:rsidRPr="00794A20">
        <w:rPr>
          <w:i/>
        </w:rPr>
        <w:t>Документация</w:t>
      </w:r>
      <w:r w:rsidRPr="00B42057">
        <w:rPr>
          <w:i/>
        </w:rPr>
        <w:t>:</w:t>
      </w:r>
      <w:r w:rsidRPr="00794A20">
        <w:t xml:space="preserve"> </w:t>
      </w:r>
      <w:r w:rsidRPr="00794A20">
        <w:tab/>
        <w:t>неофициальные документы GRSG-117-15 и GRSG-117-52</w:t>
      </w:r>
    </w:p>
    <w:p w14:paraId="554239D8" w14:textId="77777777" w:rsidR="00C405CB" w:rsidRPr="00794A20" w:rsidRDefault="00C405CB" w:rsidP="00C405CB">
      <w:pPr>
        <w:pStyle w:val="SingleTxtG"/>
      </w:pPr>
      <w:r w:rsidRPr="00794A20">
        <w:t>44.</w:t>
      </w:r>
      <w:r w:rsidRPr="00794A20">
        <w:tab/>
        <w:t xml:space="preserve">Эксперт от Италии представил документ GRSG-117-15, предусматривающий внедрение нового разъема </w:t>
      </w:r>
      <w:r w:rsidR="00BD44D9" w:rsidRPr="00794A20">
        <w:t>«</w:t>
      </w:r>
      <w:r w:rsidRPr="00794A20">
        <w:t>J15</w:t>
      </w:r>
      <w:r w:rsidR="00BD44D9" w:rsidRPr="00794A20">
        <w:t>»</w:t>
      </w:r>
      <w:r w:rsidRPr="00794A20">
        <w:t>. GRSG решила возобновить обсуждение на основе рабочего документа, подготовленного с учетом GRSG-117-15, на ее следующей сессии.</w:t>
      </w:r>
    </w:p>
    <w:p w14:paraId="68B1EE5B" w14:textId="77777777" w:rsidR="00C405CB" w:rsidRPr="00794A20" w:rsidRDefault="00C405CB" w:rsidP="00C405CB">
      <w:pPr>
        <w:pStyle w:val="SingleTxtG"/>
      </w:pPr>
      <w:r w:rsidRPr="00794A20">
        <w:t>45.</w:t>
      </w:r>
      <w:r w:rsidRPr="00794A20">
        <w:tab/>
        <w:t xml:space="preserve">Эксперт от «СГ–Европа» представил документ GRSG-117-52. GRSG поручила секретариату выверить варианты Правил № 67 ООН на различных языках, поскольку между ними были выявлены некоторые несоответствия, и устранить их посредством распространения надлежащего исправления. </w:t>
      </w:r>
    </w:p>
    <w:p w14:paraId="0D11FF90" w14:textId="77777777" w:rsidR="00C405CB" w:rsidRPr="00794A20" w:rsidRDefault="00C405CB" w:rsidP="00BD44D9">
      <w:pPr>
        <w:pStyle w:val="H1G"/>
      </w:pPr>
      <w:r w:rsidRPr="00794A20">
        <w:tab/>
        <w:t>B.</w:t>
      </w:r>
      <w:r w:rsidRPr="00794A20">
        <w:tab/>
        <w:t>Правила № 110 ООН (транспортные средства, работающие на</w:t>
      </w:r>
      <w:r w:rsidR="00BD44D9" w:rsidRPr="00794A20">
        <w:t> </w:t>
      </w:r>
      <w:r w:rsidRPr="00794A20">
        <w:t>КПГ и СПГ)</w:t>
      </w:r>
    </w:p>
    <w:p w14:paraId="0685FD60" w14:textId="77777777" w:rsidR="00C405CB" w:rsidRPr="00794A20" w:rsidRDefault="00C405CB" w:rsidP="00BD44D9">
      <w:pPr>
        <w:pStyle w:val="SingleTxtG"/>
        <w:ind w:left="2835" w:hanging="1701"/>
        <w:jc w:val="left"/>
      </w:pPr>
      <w:r w:rsidRPr="00794A20">
        <w:rPr>
          <w:i/>
        </w:rPr>
        <w:t>Документация</w:t>
      </w:r>
      <w:r w:rsidRPr="00B42057">
        <w:rPr>
          <w:i/>
        </w:rPr>
        <w:t>:</w:t>
      </w:r>
      <w:r w:rsidRPr="00794A20">
        <w:tab/>
        <w:t xml:space="preserve">ECE/TRANS/WP.29/GRSG/2019/26 ECE/TRANS/WP.29/GRSG/2019/28 </w:t>
      </w:r>
      <w:r w:rsidRPr="00794A20">
        <w:br/>
        <w:t xml:space="preserve">неофициальные документы GRSG-117-18, GRSG-117-18-Rev.1 </w:t>
      </w:r>
      <w:r w:rsidR="00BD44D9" w:rsidRPr="00794A20">
        <w:br/>
      </w:r>
      <w:r w:rsidRPr="00794A20">
        <w:t>и GRSG-117-28</w:t>
      </w:r>
    </w:p>
    <w:p w14:paraId="5D55F8FB" w14:textId="77777777" w:rsidR="00C405CB" w:rsidRPr="00794A20" w:rsidRDefault="00C405CB" w:rsidP="00C405CB">
      <w:pPr>
        <w:pStyle w:val="SingleTxtG"/>
      </w:pPr>
      <w:r w:rsidRPr="00794A20">
        <w:t>46.</w:t>
      </w:r>
      <w:r w:rsidRPr="00794A20">
        <w:tab/>
        <w:t xml:space="preserve">Эксперт от «НГВ–глобал» представил документ GRSG-117-18 с поправками к документу ECE/TRANS/WP.29/GRSG/2019/26, предусматривающими внесение в приложение № 3А к Правилам поправок с целью уточнения аспектов, связанных с периодическими техническими осмотрами (ПТО) и периодической переквалификацией баллонов с СПГ. </w:t>
      </w:r>
    </w:p>
    <w:p w14:paraId="463D9C5C" w14:textId="77777777" w:rsidR="00C405CB" w:rsidRPr="00794A20" w:rsidRDefault="00C405CB" w:rsidP="00C405CB">
      <w:pPr>
        <w:pStyle w:val="SingleTxtG"/>
      </w:pPr>
      <w:r w:rsidRPr="00794A20">
        <w:t>47.</w:t>
      </w:r>
      <w:r w:rsidRPr="00794A20">
        <w:tab/>
        <w:t>GRSG приняла документ GRSG-117-18-Rev.1 с поправками к документу ECE/TRANS/WP.29/GRSG/2019/26 и поручила секретариату представить его WP.29 и</w:t>
      </w:r>
      <w:r w:rsidR="00BD44D9" w:rsidRPr="00794A20">
        <w:t> </w:t>
      </w:r>
      <w:r w:rsidRPr="00794A20">
        <w:t>AC.1 в качестве предложения по дополнению 1 к поправкам серии 04 к Правилам</w:t>
      </w:r>
      <w:r w:rsidR="00BD44D9" w:rsidRPr="00794A20">
        <w:t> </w:t>
      </w:r>
      <w:r w:rsidRPr="00794A20">
        <w:t>№</w:t>
      </w:r>
      <w:r w:rsidR="00BD44D9" w:rsidRPr="00794A20">
        <w:t> </w:t>
      </w:r>
      <w:r w:rsidRPr="00794A20">
        <w:t>110 ООН для рассмотрения для рассмотрения на их сессиях в марте 2020</w:t>
      </w:r>
      <w:r w:rsidR="00BD44D9" w:rsidRPr="00794A20">
        <w:t> </w:t>
      </w:r>
      <w:r w:rsidRPr="00794A20">
        <w:t>года.</w:t>
      </w:r>
    </w:p>
    <w:p w14:paraId="44A453D5" w14:textId="77777777" w:rsidR="00C405CB" w:rsidRPr="00794A20" w:rsidRDefault="00C405CB" w:rsidP="00C405CB">
      <w:pPr>
        <w:pStyle w:val="SingleTxtG"/>
      </w:pPr>
      <w:r w:rsidRPr="00794A20">
        <w:t>48.</w:t>
      </w:r>
      <w:r w:rsidRPr="00794A20">
        <w:tab/>
        <w:t>Эксперт от «НГВ–глобал» представил документ ECE/TRANS/WP.29/GRSG/</w:t>
      </w:r>
      <w:r w:rsidR="00BD44D9" w:rsidRPr="00794A20">
        <w:br/>
      </w:r>
      <w:r w:rsidRPr="00794A20">
        <w:t xml:space="preserve">2019/28 с предложением о внесении некоторых изменений в конструкционные критерии, указанные в приложении 3 к Правилам № 110 ООН. Эксперт от МОПАП одобрил этот документ и предложил некоторые поправки (GRSG-117-28). </w:t>
      </w:r>
    </w:p>
    <w:p w14:paraId="6F30E71F" w14:textId="77777777" w:rsidR="00C405CB" w:rsidRPr="00794A20" w:rsidRDefault="00C405CB" w:rsidP="00C405CB">
      <w:pPr>
        <w:pStyle w:val="SingleTxtG"/>
      </w:pPr>
      <w:r w:rsidRPr="00794A20">
        <w:t>49.</w:t>
      </w:r>
      <w:r w:rsidRPr="00794A20">
        <w:tab/>
        <w:t>GRSG приняла документ ECE/TRANS/WP.29/GRSG/2019/28 с поправками, содержащимися в документе GRSG-117-28, и поручила секретариату представить его WP.29 и AC.1 в качестве предложения по дополнению 2 к поправкам серии 04 к</w:t>
      </w:r>
      <w:r w:rsidR="00BD44D9" w:rsidRPr="00794A20">
        <w:t> </w:t>
      </w:r>
      <w:r w:rsidRPr="00794A20">
        <w:t>Правилам № 110 ООН для рассмотрения на их сессиях в марте 2020 года.</w:t>
      </w:r>
    </w:p>
    <w:p w14:paraId="421F7ACF" w14:textId="77777777" w:rsidR="00C405CB" w:rsidRPr="00794A20" w:rsidRDefault="00C405CB" w:rsidP="00BD44D9">
      <w:pPr>
        <w:pStyle w:val="HChG"/>
      </w:pPr>
      <w:r w:rsidRPr="00794A20">
        <w:tab/>
      </w:r>
      <w:bookmarkStart w:id="9" w:name="_Hlk31209628"/>
      <w:r w:rsidRPr="00794A20">
        <w:t>XIII.</w:t>
      </w:r>
      <w:r w:rsidRPr="00794A20">
        <w:tab/>
        <w:t>Правила № 93 ООН (передняя противоподкатная защита) (пункт 12 повестки дня)</w:t>
      </w:r>
      <w:bookmarkEnd w:id="9"/>
    </w:p>
    <w:p w14:paraId="4CB73C6D" w14:textId="77777777" w:rsidR="00C405CB" w:rsidRPr="00794A20" w:rsidRDefault="00C405CB" w:rsidP="00B42057">
      <w:pPr>
        <w:pStyle w:val="SingleTxtG"/>
        <w:ind w:left="2835" w:hanging="1701"/>
        <w:jc w:val="left"/>
      </w:pPr>
      <w:r w:rsidRPr="00794A20">
        <w:rPr>
          <w:i/>
        </w:rPr>
        <w:t>Документация</w:t>
      </w:r>
      <w:r w:rsidRPr="00B42057">
        <w:rPr>
          <w:i/>
        </w:rPr>
        <w:t>:</w:t>
      </w:r>
      <w:r w:rsidRPr="00794A20">
        <w:tab/>
        <w:t xml:space="preserve">ECE/TRANS/WP.29/GRSG/2019/19 </w:t>
      </w:r>
      <w:r w:rsidRPr="00794A20">
        <w:br/>
        <w:t xml:space="preserve">неофициальные документы GRSG-117-36, GRSG-117-48 </w:t>
      </w:r>
      <w:r w:rsidR="00BD44D9" w:rsidRPr="00794A20">
        <w:br/>
      </w:r>
      <w:r w:rsidRPr="00794A20">
        <w:t>и GRSG-117-55</w:t>
      </w:r>
    </w:p>
    <w:p w14:paraId="2C960AA6" w14:textId="77777777" w:rsidR="00C405CB" w:rsidRPr="00794A20" w:rsidRDefault="00C405CB" w:rsidP="00C405CB">
      <w:pPr>
        <w:pStyle w:val="SingleTxtG"/>
      </w:pPr>
      <w:r w:rsidRPr="00794A20">
        <w:t>50.</w:t>
      </w:r>
      <w:r w:rsidRPr="00794A20">
        <w:tab/>
        <w:t>Эксперт от ЕК представил документ ECE/TRANS/WP.29/GRSG/2019/19 с предложением об обновлении положений о передней противоподкатной защите, подлежащей официальному утверждению в качестве составной части транспортного средства, в частности для придания кабине более округлой формы в целях улучшения аэродинамических характеристик. Эксперт от МОПАП представил документ GRSG-117-36, в котором подчеркивается необходимость сохранения исключений для транспортных средств категории G, и предложил охватить вопрос об области применения в отдельном предложении.</w:t>
      </w:r>
    </w:p>
    <w:p w14:paraId="13234F1C" w14:textId="77777777" w:rsidR="00C405CB" w:rsidRPr="00794A20" w:rsidRDefault="00C405CB" w:rsidP="00C405CB">
      <w:pPr>
        <w:pStyle w:val="SingleTxtG"/>
      </w:pPr>
      <w:r w:rsidRPr="00794A20">
        <w:t>51.</w:t>
      </w:r>
      <w:r w:rsidRPr="00794A20">
        <w:tab/>
        <w:t>После всесторонней технической дискуссии и корректировки используемых формулировок (GRSG-117-55) GRSG решила передать его WP.29 и AC.1 в качестве предложения по поправкам серии 01 к Правилам № 93 ООН для рассмотрения на их сессиях в июне 2020 года и, следовательно, для повторного рассмотрения GRSG на ее 118-й сессии.</w:t>
      </w:r>
    </w:p>
    <w:p w14:paraId="4C9E9F9E" w14:textId="77777777" w:rsidR="00C405CB" w:rsidRPr="00794A20" w:rsidRDefault="00C405CB" w:rsidP="00BD44D9">
      <w:pPr>
        <w:pStyle w:val="HChG"/>
      </w:pPr>
      <w:r w:rsidRPr="00794A20">
        <w:tab/>
        <w:t>XIV.</w:t>
      </w:r>
      <w:r w:rsidRPr="00794A20">
        <w:tab/>
        <w:t xml:space="preserve">Правила № 116 ООН (противоугонные системы и системы охранной сигнализации) </w:t>
      </w:r>
      <w:r w:rsidR="00BD44D9" w:rsidRPr="00794A20">
        <w:br/>
      </w:r>
      <w:r w:rsidRPr="00794A20">
        <w:t>(пункт 13 повестки дня)</w:t>
      </w:r>
    </w:p>
    <w:p w14:paraId="7C5E3DF2" w14:textId="77777777" w:rsidR="00C405CB" w:rsidRPr="00794A20" w:rsidRDefault="00C405CB" w:rsidP="00BD44D9">
      <w:pPr>
        <w:pStyle w:val="SingleTxtG"/>
        <w:ind w:left="2835" w:hanging="1701"/>
        <w:jc w:val="left"/>
      </w:pPr>
      <w:r w:rsidRPr="00794A20">
        <w:rPr>
          <w:i/>
        </w:rPr>
        <w:t>Документация</w:t>
      </w:r>
      <w:r w:rsidRPr="00B42057">
        <w:rPr>
          <w:i/>
        </w:rPr>
        <w:t>:</w:t>
      </w:r>
      <w:r w:rsidRPr="00794A20">
        <w:tab/>
        <w:t>ECE/TRANS/WP.29/GRSG/2019/07</w:t>
      </w:r>
      <w:r w:rsidRPr="00794A20">
        <w:br/>
        <w:t xml:space="preserve">ECE/TRANS/WP.29/GRSG/2019/20 ECE/TRANS/WP.29/GRSG/2019/21 ECE/TRANS/WP.29/GRSG/2019/22 </w:t>
      </w:r>
    </w:p>
    <w:p w14:paraId="467B6D0B" w14:textId="77777777" w:rsidR="00C405CB" w:rsidRPr="00794A20" w:rsidRDefault="00BD44D9" w:rsidP="00BD44D9">
      <w:pPr>
        <w:pStyle w:val="SingleTxtG"/>
        <w:ind w:left="2835" w:hanging="1701"/>
        <w:jc w:val="left"/>
      </w:pPr>
      <w:r w:rsidRPr="00794A20">
        <w:tab/>
      </w:r>
      <w:r w:rsidR="00C405CB" w:rsidRPr="00794A20">
        <w:t xml:space="preserve">неофициальные документы GRSG-117-11, GRSG-117-12, </w:t>
      </w:r>
      <w:r w:rsidRPr="00794A20">
        <w:br/>
      </w:r>
      <w:r w:rsidR="00C405CB" w:rsidRPr="00794A20">
        <w:t>GRSG-117-13, GRSG-117-14, GRSG-117-29 и GRSG-117-31</w:t>
      </w:r>
    </w:p>
    <w:p w14:paraId="081309DA" w14:textId="77777777" w:rsidR="00C405CB" w:rsidRPr="00794A20" w:rsidRDefault="00C405CB" w:rsidP="00C405CB">
      <w:pPr>
        <w:pStyle w:val="SingleTxtG"/>
      </w:pPr>
      <w:r w:rsidRPr="00794A20">
        <w:t>52.</w:t>
      </w:r>
      <w:r w:rsidRPr="00794A20">
        <w:tab/>
        <w:t>Эксперт от МОПАП внес на рассмотрение документ GRSG-117-31 с поправками к определению ключей, в котором учитываются такие инновационные системы сигнализации транспортных средств, как бесшумная сигнализация или отпирание дверей с помощью смартфона. GRSG решила, что необходимо провести дальнейшую работу, и в этой связи рассмотрела вопрос об учреждении целевой группы. Интерес к этой работе проявили эксперты от Германии, Нидерландов, Соединенного Королевства и Франции.</w:t>
      </w:r>
    </w:p>
    <w:p w14:paraId="5D6DB547" w14:textId="77777777" w:rsidR="00C405CB" w:rsidRPr="00794A20" w:rsidRDefault="00C405CB" w:rsidP="00C405CB">
      <w:pPr>
        <w:pStyle w:val="SingleTxtG"/>
      </w:pPr>
      <w:r w:rsidRPr="00794A20">
        <w:t xml:space="preserve">53. </w:t>
      </w:r>
      <w:r w:rsidRPr="00794A20">
        <w:tab/>
        <w:t>Эксперт от МОПАП представил документ GRSG-117-29 с обзором по вопросу о разделении Правил № 116 ООН на три новых свода правил, касающихся i)</w:t>
      </w:r>
      <w:r w:rsidR="00BD44D9" w:rsidRPr="00794A20">
        <w:t> </w:t>
      </w:r>
      <w:r w:rsidRPr="00794A20">
        <w:t>противоугонных систем и систем сигнализации, ii) устройств защиты от несанкционированного использования и iii) официального утверждения иммобилизаторов и транспортного средства в отношении его иммобилизатора.</w:t>
      </w:r>
    </w:p>
    <w:p w14:paraId="54D050C4" w14:textId="77777777" w:rsidR="00C405CB" w:rsidRPr="00794A20" w:rsidRDefault="00C405CB" w:rsidP="00C405CB">
      <w:pPr>
        <w:pStyle w:val="SingleTxtG"/>
      </w:pPr>
      <w:r w:rsidRPr="00794A20">
        <w:t>54.</w:t>
      </w:r>
      <w:r w:rsidRPr="00794A20">
        <w:tab/>
        <w:t xml:space="preserve">GRSG </w:t>
      </w:r>
      <w:bookmarkStart w:id="10" w:name="_Hlk23869420"/>
      <w:r w:rsidRPr="00794A20">
        <w:t>решила возобновить рассмотрение этого пункта на своей следующей сессии в марте 2020 года.</w:t>
      </w:r>
    </w:p>
    <w:bookmarkEnd w:id="10"/>
    <w:p w14:paraId="56B73F3A" w14:textId="77777777" w:rsidR="00C405CB" w:rsidRPr="00794A20" w:rsidRDefault="00C405CB" w:rsidP="00BD44D9">
      <w:pPr>
        <w:pStyle w:val="HChG"/>
      </w:pPr>
      <w:r w:rsidRPr="00794A20">
        <w:tab/>
        <w:t>XV.</w:t>
      </w:r>
      <w:r w:rsidRPr="00794A20">
        <w:tab/>
        <w:t>Правила № 121 ООН (идентификация органов управления, контрольных сигналов и индикаторов) (пункт 14 повестки дня)</w:t>
      </w:r>
    </w:p>
    <w:p w14:paraId="4F016D9C" w14:textId="77777777" w:rsidR="00C405CB" w:rsidRPr="00794A20" w:rsidRDefault="00C405CB" w:rsidP="00C405CB">
      <w:pPr>
        <w:pStyle w:val="SingleTxtG"/>
      </w:pPr>
      <w:r w:rsidRPr="00794A20">
        <w:rPr>
          <w:i/>
        </w:rPr>
        <w:t>Документация</w:t>
      </w:r>
      <w:r w:rsidRPr="00B42057">
        <w:rPr>
          <w:i/>
        </w:rPr>
        <w:t>:</w:t>
      </w:r>
      <w:r w:rsidRPr="00794A20">
        <w:tab/>
        <w:t>ECE/TRANS/WP.29/GRSG/2019/17</w:t>
      </w:r>
    </w:p>
    <w:p w14:paraId="04D6D5D6" w14:textId="77777777" w:rsidR="00C405CB" w:rsidRPr="00794A20" w:rsidRDefault="00C405CB" w:rsidP="00C405CB">
      <w:pPr>
        <w:pStyle w:val="SingleTxtG"/>
      </w:pPr>
      <w:r w:rsidRPr="00794A20">
        <w:t>55.</w:t>
      </w:r>
      <w:r w:rsidRPr="00794A20">
        <w:tab/>
        <w:t xml:space="preserve">Эксперт от МОПАП представила документ ECE/TRANS/WP.29/GRSG/2019/17, касающийся использования и других цветов для передачи информации через существующие сигнальные устройства. По просьбе экспертов от различных Договаривающихся сторон она разъяснила принцип кодировки цветов, указав, что зеленый цвет используется для указания функционирования, желтый </w:t>
      </w:r>
      <w:r w:rsidR="00BD44D9" w:rsidRPr="00794A20">
        <w:t>–</w:t>
      </w:r>
      <w:r w:rsidRPr="00794A20">
        <w:t xml:space="preserve"> для передачи предупредительной информации, красный </w:t>
      </w:r>
      <w:r w:rsidR="00BD44D9" w:rsidRPr="00794A20">
        <w:t>–</w:t>
      </w:r>
      <w:r w:rsidRPr="00794A20">
        <w:t xml:space="preserve"> для предупреждения об опасности, белый</w:t>
      </w:r>
      <w:r w:rsidR="00BD44D9" w:rsidRPr="00794A20">
        <w:t> –</w:t>
      </w:r>
      <w:r w:rsidRPr="00794A20">
        <w:t xml:space="preserve"> для общего информирования и синий </w:t>
      </w:r>
      <w:r w:rsidR="00BD44D9" w:rsidRPr="00794A20">
        <w:t>–</w:t>
      </w:r>
      <w:r w:rsidRPr="00794A20">
        <w:t xml:space="preserve"> для информирования о включении дальнего света. </w:t>
      </w:r>
    </w:p>
    <w:p w14:paraId="40D63641" w14:textId="77777777" w:rsidR="00C405CB" w:rsidRPr="00794A20" w:rsidRDefault="00C405CB" w:rsidP="00C405CB">
      <w:pPr>
        <w:pStyle w:val="SingleTxtG"/>
      </w:pPr>
      <w:r w:rsidRPr="00794A20">
        <w:t>56.</w:t>
      </w:r>
      <w:r w:rsidRPr="00794A20">
        <w:tab/>
        <w:t>GRSG приняла документ ECE/TRANS/WP.29/GRSG/2019/17 и поручила секретариату представить его WP.29 и AC.1 в качестве проекта дополнения 04 к</w:t>
      </w:r>
      <w:r w:rsidR="00BD44D9" w:rsidRPr="00794A20">
        <w:t> </w:t>
      </w:r>
      <w:r w:rsidRPr="00794A20">
        <w:t>поправкам серии 01 к Правилам № 121 ООН для рассмотрения на их сессиях в марте 2020 года.</w:t>
      </w:r>
    </w:p>
    <w:p w14:paraId="74EC2856" w14:textId="77777777" w:rsidR="00C405CB" w:rsidRPr="00794A20" w:rsidRDefault="00C405CB" w:rsidP="00BD44D9">
      <w:pPr>
        <w:pStyle w:val="HChG"/>
      </w:pPr>
      <w:bookmarkStart w:id="11" w:name="_Hlk25325992"/>
      <w:r w:rsidRPr="00794A20">
        <w:tab/>
        <w:t>XVI.</w:t>
      </w:r>
      <w:r w:rsidRPr="00794A20">
        <w:tab/>
        <w:t xml:space="preserve">Правила № 122 ООН (системы отопления) </w:t>
      </w:r>
      <w:r w:rsidR="00BD44D9" w:rsidRPr="00794A20">
        <w:br/>
      </w:r>
      <w:r w:rsidRPr="00794A20">
        <w:t>(пункт 1</w:t>
      </w:r>
      <w:r w:rsidR="00B42057">
        <w:t>5</w:t>
      </w:r>
      <w:r w:rsidRPr="00794A20">
        <w:t xml:space="preserve"> повестки дня)</w:t>
      </w:r>
    </w:p>
    <w:bookmarkEnd w:id="11"/>
    <w:p w14:paraId="22D46B72" w14:textId="77777777" w:rsidR="00C405CB" w:rsidRPr="00794A20" w:rsidRDefault="00C405CB" w:rsidP="00C405CB">
      <w:pPr>
        <w:pStyle w:val="SingleTxtG"/>
      </w:pPr>
      <w:r w:rsidRPr="00794A20">
        <w:rPr>
          <w:i/>
        </w:rPr>
        <w:t>Документация</w:t>
      </w:r>
      <w:r w:rsidRPr="00B42057">
        <w:rPr>
          <w:i/>
        </w:rPr>
        <w:t>:</w:t>
      </w:r>
      <w:r w:rsidRPr="00794A20">
        <w:tab/>
        <w:t>ECE/TRANS/WP.29/GRSG/2019/29</w:t>
      </w:r>
    </w:p>
    <w:p w14:paraId="4A2AC629" w14:textId="77777777" w:rsidR="00C405CB" w:rsidRPr="00794A20" w:rsidRDefault="00C405CB" w:rsidP="00C405CB">
      <w:pPr>
        <w:pStyle w:val="SingleTxtG"/>
      </w:pPr>
      <w:r w:rsidRPr="00794A20">
        <w:t>57.</w:t>
      </w:r>
      <w:r w:rsidRPr="00794A20">
        <w:tab/>
        <w:t>Эксперт от КСАОД представил документ ECE/TRANS/WP.29/GRSG/2019/29 с предложением об исключении из приложения 4 испытаний тепловых насосов.</w:t>
      </w:r>
    </w:p>
    <w:p w14:paraId="6600F340" w14:textId="77777777" w:rsidR="00C405CB" w:rsidRPr="00794A20" w:rsidRDefault="00C405CB" w:rsidP="00C405CB">
      <w:pPr>
        <w:pStyle w:val="SingleTxtG"/>
      </w:pPr>
      <w:r w:rsidRPr="00794A20">
        <w:tab/>
        <w:t>58.</w:t>
      </w:r>
      <w:r w:rsidRPr="00794A20">
        <w:tab/>
        <w:t>GRSG приняла документ ECE/TRANS/WP.29/GRSG/2019/29 и поручила секретариату представить его WP.29 и AC.1 в качестве проекта дополнения 06 к Правилам № 122 ООН для рассмотрения на их сессиях в марте 2020 года.</w:t>
      </w:r>
    </w:p>
    <w:p w14:paraId="4D80CEB8" w14:textId="77777777" w:rsidR="00C405CB" w:rsidRPr="00794A20" w:rsidRDefault="00BD44D9" w:rsidP="00BD44D9">
      <w:pPr>
        <w:pStyle w:val="HChG"/>
      </w:pPr>
      <w:r w:rsidRPr="00794A20">
        <w:tab/>
      </w:r>
      <w:r w:rsidR="00C405CB" w:rsidRPr="00794A20">
        <w:t>XVII.</w:t>
      </w:r>
      <w:r w:rsidR="00C405CB" w:rsidRPr="00794A20">
        <w:tab/>
      </w:r>
      <w:r w:rsidR="00C405CB" w:rsidRPr="00794A20">
        <w:tab/>
        <w:t>Правила № 144 ООН (автоматические системы вызова экстренных оперативных служб) (пункт 16 повестки дня)</w:t>
      </w:r>
    </w:p>
    <w:p w14:paraId="618734F8" w14:textId="77777777" w:rsidR="00C405CB" w:rsidRPr="00794A20" w:rsidRDefault="00C405CB" w:rsidP="00BD44D9">
      <w:pPr>
        <w:pStyle w:val="SingleTxtG"/>
        <w:ind w:left="2835" w:hanging="1701"/>
        <w:jc w:val="left"/>
      </w:pPr>
      <w:r w:rsidRPr="00794A20">
        <w:rPr>
          <w:i/>
        </w:rPr>
        <w:t>Документация:</w:t>
      </w:r>
      <w:r w:rsidRPr="00794A20">
        <w:rPr>
          <w:i/>
        </w:rPr>
        <w:tab/>
      </w:r>
      <w:r w:rsidRPr="00794A20">
        <w:t>(ECE/TRANS/WP.29/GRSG/2018/23) ECE/TRANS/WP.29/GRSG/2019/18 ECE/TRANS/WP.29/GRSG/2019/23</w:t>
      </w:r>
      <w:r w:rsidRPr="00794A20">
        <w:br/>
        <w:t xml:space="preserve">неофициальные документы GRSG-117-02, GRSG-117-30 </w:t>
      </w:r>
      <w:r w:rsidR="00BD44D9" w:rsidRPr="00794A20">
        <w:br/>
      </w:r>
      <w:r w:rsidRPr="00794A20">
        <w:t>и GRSG-117-47</w:t>
      </w:r>
    </w:p>
    <w:p w14:paraId="1B07FCEA" w14:textId="77777777" w:rsidR="00C405CB" w:rsidRPr="00794A20" w:rsidRDefault="00C405CB" w:rsidP="00C405CB">
      <w:pPr>
        <w:pStyle w:val="SingleTxtG"/>
      </w:pPr>
      <w:r w:rsidRPr="00794A20">
        <w:t>59.</w:t>
      </w:r>
      <w:r w:rsidRPr="00794A20">
        <w:tab/>
        <w:t>Эксперт от МОПАП напомнил, что цель документа ECE/TRANS/WP.29/</w:t>
      </w:r>
      <w:r w:rsidR="00BD44D9" w:rsidRPr="00794A20">
        <w:br/>
      </w:r>
      <w:r w:rsidRPr="00794A20">
        <w:t>GRSG/2018/23 заключается в корректировке области применения Правил ООН. Эксперт от Российской Федерации предложил дальнейшие редакционные исправления и поправки (ECE/TRANS/WP.29/GRSG/2019/18), позволяющие Договаривающимся сторонам применять надлежащие требования для оценки соответствия устройств вызова экстренных оперативных служб (УВЭС), предназначенных для установки на транспортных средствах других категорий, помимо M</w:t>
      </w:r>
      <w:r w:rsidRPr="00794A20">
        <w:rPr>
          <w:vertAlign w:val="subscript"/>
        </w:rPr>
        <w:t>1</w:t>
      </w:r>
      <w:r w:rsidRPr="00794A20">
        <w:t xml:space="preserve"> и N</w:t>
      </w:r>
      <w:r w:rsidRPr="00794A20">
        <w:rPr>
          <w:vertAlign w:val="subscript"/>
        </w:rPr>
        <w:t>1</w:t>
      </w:r>
      <w:r w:rsidRPr="00794A20">
        <w:t>. Эксперт от Российской Федерации представил документ ECE/TRANS/WP.29/GRSG/2019/23, предусматривающий расширение области применения УВЭС (если они установлены) на другие категории, помимо M</w:t>
      </w:r>
      <w:r w:rsidRPr="00794A20">
        <w:rPr>
          <w:vertAlign w:val="subscript"/>
        </w:rPr>
        <w:t>1</w:t>
      </w:r>
      <w:r w:rsidRPr="00794A20">
        <w:t xml:space="preserve"> и N</w:t>
      </w:r>
      <w:r w:rsidRPr="00794A20">
        <w:rPr>
          <w:vertAlign w:val="subscript"/>
        </w:rPr>
        <w:t>1</w:t>
      </w:r>
      <w:r w:rsidRPr="00794A20">
        <w:t>.</w:t>
      </w:r>
    </w:p>
    <w:p w14:paraId="1C7E694A" w14:textId="77777777" w:rsidR="00C405CB" w:rsidRPr="00794A20" w:rsidRDefault="00C405CB" w:rsidP="00C405CB">
      <w:pPr>
        <w:pStyle w:val="SingleTxtG"/>
      </w:pPr>
      <w:r w:rsidRPr="00794A20">
        <w:t>60.</w:t>
      </w:r>
      <w:r w:rsidRPr="00794A20">
        <w:tab/>
        <w:t>GRSG одобрила документ GRSG-117-47, подготовленный экспертом от Российской Федерации, со сводным текстом Правил, включающим необходимые исправления и предлагаемые поправки.</w:t>
      </w:r>
    </w:p>
    <w:p w14:paraId="3899EBEA" w14:textId="77777777" w:rsidR="00C405CB" w:rsidRPr="00794A20" w:rsidRDefault="00C405CB" w:rsidP="00C405CB">
      <w:pPr>
        <w:pStyle w:val="SingleTxtG"/>
      </w:pPr>
      <w:r w:rsidRPr="00794A20">
        <w:t>61.</w:t>
      </w:r>
      <w:r w:rsidRPr="00794A20">
        <w:tab/>
        <w:t xml:space="preserve">Секретариат представил документ GRSG-177.02, информирующий GRSG о несоответствии с формулировкой подраздела 26.7.23 Правил № 144 ООН. </w:t>
      </w:r>
    </w:p>
    <w:p w14:paraId="03FC340C" w14:textId="77777777" w:rsidR="00C405CB" w:rsidRPr="00794A20" w:rsidRDefault="00C405CB" w:rsidP="00C405CB">
      <w:pPr>
        <w:pStyle w:val="SingleTxtG"/>
      </w:pPr>
      <w:r w:rsidRPr="00794A20">
        <w:t xml:space="preserve">62. </w:t>
      </w:r>
      <w:r w:rsidRPr="00794A20">
        <w:tab/>
        <w:t>GRSG приняла документ ECE/TRANS/WP.29/GRSG/2019/18 и поручила секретариату представить его с исправленной формулировкой подраздела 26.7.2</w:t>
      </w:r>
      <w:r w:rsidR="00B42057">
        <w:t>.</w:t>
      </w:r>
      <w:r w:rsidRPr="00794A20">
        <w:t>3 (см.</w:t>
      </w:r>
      <w:r w:rsidR="00BD44D9" w:rsidRPr="00794A20">
        <w:t> </w:t>
      </w:r>
      <w:r w:rsidRPr="00794A20">
        <w:t>пункт 61 выше) WP.29 и AC.1 в качестве проекта дополнения 01 к Правилам</w:t>
      </w:r>
      <w:r w:rsidR="00BD44D9" w:rsidRPr="00794A20">
        <w:t> </w:t>
      </w:r>
      <w:r w:rsidRPr="00794A20">
        <w:t>№</w:t>
      </w:r>
      <w:r w:rsidR="00BD44D9" w:rsidRPr="00794A20">
        <w:t> </w:t>
      </w:r>
      <w:r w:rsidRPr="00794A20">
        <w:t>144 для рассмотрения на их сессиях в марте 2020 года.</w:t>
      </w:r>
    </w:p>
    <w:p w14:paraId="7D656122" w14:textId="77777777" w:rsidR="00C405CB" w:rsidRPr="00794A20" w:rsidRDefault="00C405CB" w:rsidP="00C405CB">
      <w:pPr>
        <w:pStyle w:val="SingleTxtG"/>
      </w:pPr>
      <w:r w:rsidRPr="00794A20">
        <w:t xml:space="preserve">63. </w:t>
      </w:r>
      <w:r w:rsidRPr="00794A20">
        <w:tab/>
        <w:t>GRSG приняла документ GRSG-117-30 и поручила секретариату представить его WP.29 и AC.1 в качестве проекта дополнения 02 к Правилам № 144 ООН для рассмотрения на их сессиях в марте 2020 года.</w:t>
      </w:r>
    </w:p>
    <w:p w14:paraId="354C5F12" w14:textId="77777777" w:rsidR="00C405CB" w:rsidRPr="00794A20" w:rsidRDefault="00C405CB" w:rsidP="00C405CB">
      <w:pPr>
        <w:pStyle w:val="SingleTxtG"/>
      </w:pPr>
      <w:r w:rsidRPr="00794A20">
        <w:t>64. GRSG приняла документ ECE/TRANS/WP.29/GRSG/2019/23 и поручила секретариату представить его WP.29 и AC.1 в качестве проекта поправок серии 01 к Правилам № 144 ООН для рассмотрения на их сессиях в марте 2020 года.</w:t>
      </w:r>
    </w:p>
    <w:p w14:paraId="4DE809FC" w14:textId="77777777" w:rsidR="00C405CB" w:rsidRPr="00794A20" w:rsidRDefault="00C405CB" w:rsidP="00BD44D9">
      <w:pPr>
        <w:pStyle w:val="HChG"/>
      </w:pPr>
      <w:r w:rsidRPr="00794A20">
        <w:tab/>
        <w:t>XVIII.</w:t>
      </w:r>
      <w:r w:rsidRPr="00794A20">
        <w:tab/>
        <w:t>Правила № 0 ООН (международная система официального утверждения типа комплектного транспортного средства) (пункт 17 повестки дня)</w:t>
      </w:r>
    </w:p>
    <w:p w14:paraId="59D3D738" w14:textId="77777777" w:rsidR="00C405CB" w:rsidRPr="00794A20" w:rsidRDefault="00C405CB" w:rsidP="00BD44D9">
      <w:pPr>
        <w:pStyle w:val="SingleTxtG"/>
        <w:jc w:val="left"/>
      </w:pPr>
      <w:r w:rsidRPr="00794A20">
        <w:rPr>
          <w:i/>
        </w:rPr>
        <w:t>Документация:</w:t>
      </w:r>
      <w:r w:rsidRPr="00794A20">
        <w:rPr>
          <w:i/>
        </w:rPr>
        <w:tab/>
      </w:r>
      <w:r w:rsidRPr="00794A20">
        <w:t>неофициальные документы WP.29-178-04 и GRSG-116-47</w:t>
      </w:r>
    </w:p>
    <w:p w14:paraId="2EF474E8" w14:textId="77777777" w:rsidR="00C405CB" w:rsidRPr="00794A20" w:rsidRDefault="00C405CB" w:rsidP="00C405CB">
      <w:pPr>
        <w:pStyle w:val="SingleTxtG"/>
      </w:pPr>
      <w:r w:rsidRPr="00794A20">
        <w:t>65.</w:t>
      </w:r>
      <w:r w:rsidRPr="00794A20">
        <w:tab/>
        <w:t>GRSG приняла к сведению, что секретариат передал документ GRSG-116-47, содержащий потенциальные пункты технических правил, применимых ко второму этапу, НРГ по МСОУТКТС для рассмотрения на ее совещании в июне 2019 года. Эта информация была включена в документ WP.29-178-04.</w:t>
      </w:r>
    </w:p>
    <w:p w14:paraId="7335C1E5" w14:textId="77777777" w:rsidR="00C405CB" w:rsidRPr="00794A20" w:rsidRDefault="00C405CB" w:rsidP="00BD44D9">
      <w:pPr>
        <w:pStyle w:val="HChG"/>
      </w:pPr>
      <w:r w:rsidRPr="00794A20">
        <w:tab/>
        <w:t>XIX.</w:t>
      </w:r>
      <w:r w:rsidRPr="00794A20">
        <w:tab/>
        <w:t>Cводная резолюция о конструкции транспортных средств (СР.3) (пункт 18 повестки дня)</w:t>
      </w:r>
    </w:p>
    <w:p w14:paraId="705C5152" w14:textId="77777777" w:rsidR="00C405CB" w:rsidRPr="00794A20" w:rsidRDefault="00C405CB" w:rsidP="00BD44D9">
      <w:pPr>
        <w:pStyle w:val="SingleTxtG"/>
        <w:ind w:left="2835" w:hanging="1701"/>
        <w:jc w:val="left"/>
        <w:rPr>
          <w:i/>
        </w:rPr>
      </w:pPr>
      <w:r w:rsidRPr="00794A20">
        <w:rPr>
          <w:i/>
        </w:rPr>
        <w:t>Документация:</w:t>
      </w:r>
      <w:r w:rsidRPr="00794A20">
        <w:rPr>
          <w:i/>
        </w:rPr>
        <w:tab/>
      </w:r>
      <w:r w:rsidRPr="00794A20">
        <w:t>ECE/TRANS/WP.29/GRSG/2019/8</w:t>
      </w:r>
      <w:r w:rsidRPr="00794A20">
        <w:br/>
        <w:t>неофициальный документ GRSG-117-33</w:t>
      </w:r>
    </w:p>
    <w:p w14:paraId="20A89C9E" w14:textId="77777777" w:rsidR="00C405CB" w:rsidRPr="00794A20" w:rsidRDefault="00C405CB" w:rsidP="00C405CB">
      <w:pPr>
        <w:pStyle w:val="SingleTxtG"/>
      </w:pPr>
      <w:r w:rsidRPr="00794A20">
        <w:t>66.</w:t>
      </w:r>
      <w:r w:rsidRPr="00794A20">
        <w:tab/>
        <w:t>От имени Египта секретариат представил документ GRSG-117-33 с предложением по нескольким поправкам к Cводной резолюции о конструкции транспортных средств (СР.3). GRSG сочла, что некоторые из этих поправок не лишены логики, между тем как остальные нуждаются в дополнительном рассмотрении. GRSG решила возобновить обсуждение документа GRSG-117-33 на основе официальных документов на ее следующей сессии.</w:t>
      </w:r>
    </w:p>
    <w:p w14:paraId="7F8D2D8A" w14:textId="77777777" w:rsidR="00C405CB" w:rsidRPr="00794A20" w:rsidRDefault="00C405CB" w:rsidP="00C405CB">
      <w:pPr>
        <w:pStyle w:val="SingleTxtG"/>
      </w:pPr>
      <w:r w:rsidRPr="00794A20">
        <w:t>67.</w:t>
      </w:r>
      <w:r w:rsidRPr="00794A20">
        <w:tab/>
        <w:t>Эксперт от МАЗМ напомнил о документе ECE/TRANS/WP.29/GRSG/2019/8 и сообщил GRSG, что выяснение вопроса о том, нужна ли параллельная поправка к Специальной резолюции №</w:t>
      </w:r>
      <w:r w:rsidR="00B42057">
        <w:t xml:space="preserve"> </w:t>
      </w:r>
      <w:r w:rsidRPr="00794A20">
        <w:t>1 (СпР.1) в рамках Соглашения 1998 года, не завершено. GRSG решила сохранить этот пункт в своей повестке дня.</w:t>
      </w:r>
    </w:p>
    <w:p w14:paraId="661906A9" w14:textId="77777777" w:rsidR="00C405CB" w:rsidRPr="00794A20" w:rsidRDefault="00B42057" w:rsidP="00BD44D9">
      <w:pPr>
        <w:pStyle w:val="HChG"/>
      </w:pPr>
      <w:r>
        <w:tab/>
      </w:r>
      <w:r w:rsidR="00C405CB" w:rsidRPr="00794A20">
        <w:t>XX.</w:t>
      </w:r>
      <w:r w:rsidR="00C405CB" w:rsidRPr="00794A20">
        <w:tab/>
        <w:t>Регистратор данных об аварии (пункт 19 повестки дня)</w:t>
      </w:r>
    </w:p>
    <w:p w14:paraId="6921613A" w14:textId="77777777" w:rsidR="00C405CB" w:rsidRPr="00794A20" w:rsidRDefault="00C405CB" w:rsidP="00BD44D9">
      <w:pPr>
        <w:pStyle w:val="SingleTxtG"/>
        <w:ind w:left="2835" w:hanging="1701"/>
        <w:jc w:val="left"/>
        <w:rPr>
          <w:i/>
        </w:rPr>
      </w:pPr>
      <w:r w:rsidRPr="00794A20">
        <w:rPr>
          <w:i/>
        </w:rPr>
        <w:t>Документация:</w:t>
      </w:r>
      <w:r w:rsidRPr="00794A20">
        <w:rPr>
          <w:i/>
        </w:rPr>
        <w:tab/>
      </w:r>
      <w:r w:rsidRPr="00794A20">
        <w:t>ECE/TRANS/WP.29/1147</w:t>
      </w:r>
      <w:r w:rsidRPr="00794A20">
        <w:rPr>
          <w:i/>
        </w:rPr>
        <w:br/>
      </w:r>
      <w:r w:rsidRPr="00794A20">
        <w:t xml:space="preserve">неофициальные документы GRSG-117-05, GRSG-117-21 </w:t>
      </w:r>
      <w:r w:rsidR="00BD44D9" w:rsidRPr="00794A20">
        <w:br/>
      </w:r>
      <w:r w:rsidRPr="00794A20">
        <w:t>и GRSG-117-22</w:t>
      </w:r>
    </w:p>
    <w:p w14:paraId="409BD41F" w14:textId="77777777" w:rsidR="00C405CB" w:rsidRPr="00794A20" w:rsidRDefault="00C405CB" w:rsidP="00C405CB">
      <w:pPr>
        <w:pStyle w:val="SingleTxtG"/>
        <w:rPr>
          <w:iCs/>
        </w:rPr>
      </w:pPr>
      <w:r w:rsidRPr="00794A20">
        <w:t>68.</w:t>
      </w:r>
      <w:r w:rsidRPr="00794A20">
        <w:tab/>
        <w:t>Эксперт от Нидерландов, являющийся сопредседателем НРГ по регистратору данных об аварии (РДА) и системе хранения данных для автоматизированного вождения (СХДАВ), представил документ GRSG-117-21</w:t>
      </w:r>
      <w:r w:rsidR="00B42057">
        <w:t>,</w:t>
      </w:r>
      <w:r w:rsidRPr="00794A20">
        <w:t xml:space="preserve"> coдержащий доклад о работе этой НРГ. GRSG отметила вопросы, касающиеся места хранения данных (на плате или серверной части</w:t>
      </w:r>
      <w:r w:rsidRPr="00794A20">
        <w:rPr>
          <w:iCs/>
        </w:rPr>
        <w:t xml:space="preserve">). GRSG </w:t>
      </w:r>
      <w:r w:rsidRPr="00794A20">
        <w:t>решила продолжить рассмотрение этих вопросов на своей следующей сессии.</w:t>
      </w:r>
      <w:r w:rsidRPr="00794A20">
        <w:rPr>
          <w:iCs/>
        </w:rPr>
        <w:t xml:space="preserve"> </w:t>
      </w:r>
    </w:p>
    <w:p w14:paraId="3525923D" w14:textId="77777777" w:rsidR="00C405CB" w:rsidRPr="00794A20" w:rsidRDefault="00C405CB" w:rsidP="00C405CB">
      <w:pPr>
        <w:pStyle w:val="SingleTxtG"/>
      </w:pPr>
      <w:r w:rsidRPr="00794A20">
        <w:rPr>
          <w:iCs/>
        </w:rPr>
        <w:t>69.</w:t>
      </w:r>
      <w:r w:rsidRPr="00794A20">
        <w:rPr>
          <w:iCs/>
        </w:rPr>
        <w:tab/>
      </w:r>
      <w:r w:rsidRPr="00794A20">
        <w:t>GRSG приняла к сведению документ GRSG-117-22, содержащий сопоставление охвата, системы и методов использования данных в случае как РДА, так и СХДА. В</w:t>
      </w:r>
      <w:r w:rsidR="00BD44D9" w:rsidRPr="00794A20">
        <w:t> </w:t>
      </w:r>
      <w:r w:rsidRPr="00794A20">
        <w:t>связи с охватом GRSG решила, что необходимо сделать ссылки как на Соглашение 1958 года, так и на Соглашение 1998 года. Эксперт от Нидерландов подтвердил, что в конечном счете будет представлено предложение по техническим требованиям, пригодным для использования в рамках обоих соглашений. GRSG отметила, что этот документ будет представлен WP.29 в качестве неофициального к его предстоящей сессии в ноябре 2019 года.</w:t>
      </w:r>
    </w:p>
    <w:p w14:paraId="7D67F3FD" w14:textId="77777777" w:rsidR="00C405CB" w:rsidRPr="00794A20" w:rsidRDefault="00C405CB" w:rsidP="00C405CB">
      <w:pPr>
        <w:pStyle w:val="SingleTxtG"/>
        <w:rPr>
          <w:iCs/>
        </w:rPr>
      </w:pPr>
      <w:r w:rsidRPr="00794A20">
        <w:t>70.</w:t>
      </w:r>
      <w:r w:rsidRPr="00794A20">
        <w:tab/>
        <w:t>Эксперт от Китая представил документ GRSG-117-05, предусматривающий введение обязательного национального стандарта Китая («Системы регистратора данных об аварии»). Сопредседатель НРГ по РДА/СХДА предложи</w:t>
      </w:r>
      <w:r w:rsidR="00B42057">
        <w:t>л</w:t>
      </w:r>
      <w:r w:rsidRPr="00794A20">
        <w:t xml:space="preserve"> тесно сотрудничать с Китаем в интересах выявления возможных различий в технических элементах систем РДА.</w:t>
      </w:r>
    </w:p>
    <w:p w14:paraId="18083C34" w14:textId="77777777" w:rsidR="00C405CB" w:rsidRPr="00794A20" w:rsidRDefault="00C405CB" w:rsidP="00C405CB">
      <w:pPr>
        <w:pStyle w:val="SingleTxtG"/>
        <w:rPr>
          <w:iCs/>
        </w:rPr>
      </w:pPr>
      <w:r w:rsidRPr="00794A20">
        <w:rPr>
          <w:iCs/>
        </w:rPr>
        <w:t>71.</w:t>
      </w:r>
      <w:r w:rsidRPr="00794A20">
        <w:rPr>
          <w:iCs/>
        </w:rPr>
        <w:tab/>
      </w:r>
      <w:r w:rsidRPr="00794A20">
        <w:t xml:space="preserve">GRSG решила возобновить рассмотрение этого вопроса на своей следующей сессии. </w:t>
      </w:r>
    </w:p>
    <w:p w14:paraId="0EFA6425" w14:textId="77777777" w:rsidR="00C405CB" w:rsidRPr="00794A20" w:rsidRDefault="00C405CB" w:rsidP="00BD44D9">
      <w:pPr>
        <w:pStyle w:val="HChG"/>
      </w:pPr>
      <w:r w:rsidRPr="00794A20">
        <w:tab/>
        <w:t>XXI.</w:t>
      </w:r>
      <w:r w:rsidRPr="00794A20">
        <w:tab/>
        <w:t xml:space="preserve">Обмен мнениями по вопросу об автоматизации транспортных средств (пункт 20 повестки дня) </w:t>
      </w:r>
    </w:p>
    <w:p w14:paraId="36E09D55" w14:textId="77777777" w:rsidR="00C405CB" w:rsidRPr="00794A20" w:rsidRDefault="00C405CB" w:rsidP="00C405CB">
      <w:pPr>
        <w:pStyle w:val="SingleTxtG"/>
      </w:pPr>
      <w:r w:rsidRPr="00794A20">
        <w:rPr>
          <w:i/>
        </w:rPr>
        <w:t>Документация:</w:t>
      </w:r>
      <w:r w:rsidRPr="00794A20">
        <w:rPr>
          <w:i/>
        </w:rPr>
        <w:tab/>
      </w:r>
      <w:r w:rsidRPr="00794A20">
        <w:t>ECE/TRANS/WP.29/2019/34/Rev.1</w:t>
      </w:r>
    </w:p>
    <w:p w14:paraId="6200A111" w14:textId="77777777" w:rsidR="00C405CB" w:rsidRPr="00794A20" w:rsidRDefault="00C405CB" w:rsidP="00C405CB">
      <w:pPr>
        <w:pStyle w:val="SingleTxtG"/>
      </w:pPr>
      <w:r w:rsidRPr="00794A20">
        <w:t>72.</w:t>
      </w:r>
      <w:r w:rsidRPr="00794A20">
        <w:tab/>
        <w:t>Секретарь GRVA представил документ ECE/TRANS/WP.29/2019/34/Rev.1, представляющий собой р</w:t>
      </w:r>
      <w:r w:rsidRPr="00794A20">
        <w:rPr>
          <w:bCs/>
        </w:rPr>
        <w:t>амочный текст по автоматизированным/автономным транспортным средствам</w:t>
      </w:r>
      <w:r w:rsidRPr="00794A20">
        <w:t xml:space="preserve">. Далее он сообщил GRSG oб учреждении новой НРГ по функциональным требованиям для автоматизированных транспортных средств, методам оценки для автоматизированных транспортных средств, РДА/СХДА и кибербезопасности/БОПО. </w:t>
      </w:r>
    </w:p>
    <w:p w14:paraId="4D2FE530" w14:textId="77777777" w:rsidR="00C405CB" w:rsidRPr="00794A20" w:rsidRDefault="00C405CB" w:rsidP="00C405CB">
      <w:pPr>
        <w:pStyle w:val="SingleTxtG"/>
        <w:rPr>
          <w:b/>
        </w:rPr>
      </w:pPr>
      <w:r w:rsidRPr="00794A20">
        <w:rPr>
          <w:iCs/>
        </w:rPr>
        <w:t>73.</w:t>
      </w:r>
      <w:r w:rsidRPr="00794A20">
        <w:rPr>
          <w:iCs/>
        </w:rPr>
        <w:tab/>
        <w:t xml:space="preserve">В ответ на вопросы делегатов </w:t>
      </w:r>
      <w:r w:rsidRPr="00794A20">
        <w:t xml:space="preserve">GRSG отметила, что в рамках НРГ по функциональным требованиям для автоматизированных транспортных средств будут также охвачены элементы человеко-машинного интерфейса (ЧМИ) и другие виды деятельности, помимо вождения, которые в настоящее время обсуждаются Глобальным форумом по безопасности дорожного движения (WP.1), между тем как элементы мониторинга работы водителя все еще рассматриваются НРГ по </w:t>
      </w:r>
      <w:r w:rsidRPr="00794A20">
        <w:rPr>
          <w:bCs/>
        </w:rPr>
        <w:t>автоматизированным функциям рулевого управления (НРГ по АФРУ).</w:t>
      </w:r>
      <w:bookmarkStart w:id="12" w:name="_Hlk25326491"/>
    </w:p>
    <w:p w14:paraId="41783E60" w14:textId="77777777" w:rsidR="00C405CB" w:rsidRPr="00794A20" w:rsidRDefault="00C405CB" w:rsidP="00BD44D9">
      <w:pPr>
        <w:pStyle w:val="HChG"/>
      </w:pPr>
      <w:r w:rsidRPr="00794A20">
        <w:tab/>
        <w:t>XXII.</w:t>
      </w:r>
      <w:r w:rsidRPr="00794A20">
        <w:tab/>
      </w:r>
      <w:bookmarkEnd w:id="12"/>
      <w:r w:rsidRPr="00794A20">
        <w:t>Выборы должностных лиц (пункт 21 повестки дня)</w:t>
      </w:r>
    </w:p>
    <w:p w14:paraId="3CFDBDD8" w14:textId="77777777" w:rsidR="00C405CB" w:rsidRPr="00794A20" w:rsidRDefault="00C405CB" w:rsidP="00C405CB">
      <w:pPr>
        <w:pStyle w:val="SingleTxtG"/>
      </w:pPr>
      <w:r w:rsidRPr="00794A20">
        <w:t xml:space="preserve">74. </w:t>
      </w:r>
      <w:r w:rsidRPr="00794A20">
        <w:tab/>
        <w:t>В соответствии с правилом 37 Правил процедуры (TRANS/WP.29/690 с поправками, внесенными на основании Amend.1 и 2) GRSG распорядилась провести выборы должностных лиц в среду, 9 октября 2019 года. Г-н А. Эрарио (Италия) был единогласно переизбран Председателем, а г-н К. Хендершот (Канада) – заместителем Председателя сессий GRSG, запланированных на 2020 год.</w:t>
      </w:r>
    </w:p>
    <w:p w14:paraId="6D68E08E" w14:textId="77777777" w:rsidR="00C405CB" w:rsidRPr="00794A20" w:rsidRDefault="00C405CB" w:rsidP="00BD44D9">
      <w:pPr>
        <w:pStyle w:val="HChG"/>
      </w:pPr>
      <w:r w:rsidRPr="00794A20">
        <w:tab/>
        <w:t>XXIII.</w:t>
      </w:r>
      <w:r w:rsidRPr="00794A20">
        <w:tab/>
        <w:t>Прочие вопросы (пункт 22 повестки дня)</w:t>
      </w:r>
    </w:p>
    <w:p w14:paraId="6B7BA6A9" w14:textId="77777777" w:rsidR="00C405CB" w:rsidRPr="00794A20" w:rsidRDefault="00C405CB" w:rsidP="00BD44D9">
      <w:pPr>
        <w:pStyle w:val="H1G"/>
      </w:pPr>
      <w:r w:rsidRPr="00794A20">
        <w:tab/>
        <w:t>A.</w:t>
      </w:r>
      <w:r w:rsidRPr="00794A20">
        <w:tab/>
        <w:t>Система предупреждения об открытии двери</w:t>
      </w:r>
    </w:p>
    <w:p w14:paraId="01B5A400" w14:textId="77777777" w:rsidR="00C405CB" w:rsidRPr="00794A20" w:rsidRDefault="00C405CB" w:rsidP="00BD44D9">
      <w:pPr>
        <w:pStyle w:val="SingleTxtG"/>
        <w:jc w:val="left"/>
      </w:pPr>
      <w:r w:rsidRPr="00794A20">
        <w:rPr>
          <w:i/>
        </w:rPr>
        <w:t>Документация</w:t>
      </w:r>
      <w:r w:rsidRPr="00B42057">
        <w:rPr>
          <w:i/>
        </w:rPr>
        <w:t>:</w:t>
      </w:r>
      <w:r w:rsidRPr="00794A20">
        <w:t xml:space="preserve"> </w:t>
      </w:r>
      <w:r w:rsidRPr="00794A20">
        <w:tab/>
        <w:t>ECE/TRANS/WP.29/GRE/2019/8</w:t>
      </w:r>
    </w:p>
    <w:p w14:paraId="30613831" w14:textId="77777777" w:rsidR="00C405CB" w:rsidRPr="00794A20" w:rsidRDefault="00C405CB" w:rsidP="00C405CB">
      <w:pPr>
        <w:pStyle w:val="SingleTxtG"/>
      </w:pPr>
      <w:r w:rsidRPr="00794A20">
        <w:t>75.</w:t>
      </w:r>
      <w:r w:rsidRPr="00794A20">
        <w:tab/>
        <w:t>Эксперт от Германии представил документ ECE/TRANS/WP.29/GRE/2019/8 с предложением о применении сигналов предупреждения об опасности при открытии двери в транспортных средствах, не оснащенных системой помощи и предупреждения, который был направлен GRSG для рассмотрения.</w:t>
      </w:r>
    </w:p>
    <w:p w14:paraId="1CB57F61" w14:textId="77777777" w:rsidR="00C405CB" w:rsidRPr="00794A20" w:rsidRDefault="00C405CB" w:rsidP="00C405CB">
      <w:pPr>
        <w:pStyle w:val="SingleTxtG"/>
      </w:pPr>
      <w:r w:rsidRPr="00794A20">
        <w:t>76.</w:t>
      </w:r>
      <w:r w:rsidRPr="00794A20">
        <w:tab/>
        <w:t>GRSG согласилась с тем, что предлагаемое решение не нашло поддержки в Группе из-за отсутствия ясности в связи с тем, кого именно надлежит предупреждать</w:t>
      </w:r>
      <w:r w:rsidR="00BD44D9" w:rsidRPr="00794A20">
        <w:t> –</w:t>
      </w:r>
      <w:r w:rsidRPr="00794A20">
        <w:t xml:space="preserve"> тех, кто находится внутри транспортного средства, или тех, кто находится снаружи,</w:t>
      </w:r>
      <w:r w:rsidR="00BD44D9" w:rsidRPr="00794A20">
        <w:t xml:space="preserve"> –</w:t>
      </w:r>
      <w:r w:rsidRPr="00794A20">
        <w:t xml:space="preserve"> а также будет ли в любом случае такое предупреждение запоздалым или более эффективными стали бы такие другие решения, как использование соответствующих датчиков. </w:t>
      </w:r>
    </w:p>
    <w:p w14:paraId="79E472F8" w14:textId="77777777" w:rsidR="00C405CB" w:rsidRPr="00794A20" w:rsidRDefault="00C405CB" w:rsidP="00BD44D9">
      <w:pPr>
        <w:pStyle w:val="H1G"/>
      </w:pPr>
      <w:r w:rsidRPr="00794A20">
        <w:tab/>
        <w:t>B.</w:t>
      </w:r>
      <w:r w:rsidRPr="00794A20">
        <w:tab/>
      </w:r>
      <w:bookmarkStart w:id="13" w:name="_Hlk25326621"/>
      <w:r w:rsidRPr="00794A20">
        <w:t>Предлагаемая поправка к Резолюции СР.6</w:t>
      </w:r>
      <w:bookmarkEnd w:id="13"/>
    </w:p>
    <w:p w14:paraId="4C1B7FEA" w14:textId="77777777" w:rsidR="00C405CB" w:rsidRPr="00794A20" w:rsidRDefault="00C405CB" w:rsidP="00BD44D9">
      <w:pPr>
        <w:pStyle w:val="SingleTxtG"/>
        <w:jc w:val="left"/>
      </w:pPr>
      <w:r w:rsidRPr="00794A20">
        <w:rPr>
          <w:i/>
        </w:rPr>
        <w:t>Документация</w:t>
      </w:r>
      <w:r w:rsidRPr="00B42057">
        <w:rPr>
          <w:i/>
        </w:rPr>
        <w:t>:</w:t>
      </w:r>
      <w:r w:rsidRPr="00794A20">
        <w:t xml:space="preserve"> </w:t>
      </w:r>
      <w:r w:rsidRPr="00794A20">
        <w:tab/>
        <w:t>ECE/TRANS/WP.29/2019/120</w:t>
      </w:r>
    </w:p>
    <w:p w14:paraId="56071C88" w14:textId="77777777" w:rsidR="00C405CB" w:rsidRPr="00794A20" w:rsidRDefault="00C405CB" w:rsidP="00C405CB">
      <w:pPr>
        <w:pStyle w:val="SingleTxtG"/>
      </w:pPr>
      <w:r w:rsidRPr="00794A20">
        <w:t>77.</w:t>
      </w:r>
      <w:r w:rsidRPr="00794A20">
        <w:tab/>
        <w:t>GRSG приняла к сведению документ ECE/TRANS/WP.29/2019/120, предусматривающий введение элементов придорожных технических осмотров для обеспечения безопасности коммерческих транспортных средств на основе системы оценки риска для операторов.</w:t>
      </w:r>
    </w:p>
    <w:p w14:paraId="69DE7627" w14:textId="77777777" w:rsidR="00C405CB" w:rsidRPr="00794A20" w:rsidRDefault="00C405CB" w:rsidP="00C405CB">
      <w:pPr>
        <w:pStyle w:val="SingleTxtG"/>
      </w:pPr>
      <w:r w:rsidRPr="00794A20">
        <w:t>78.</w:t>
      </w:r>
      <w:r w:rsidRPr="00794A20">
        <w:tab/>
        <w:t>Эксперт от ЕК заявил, что в рамках WP.29 это предложение будет соответствующим образом прокомментировано.</w:t>
      </w:r>
    </w:p>
    <w:p w14:paraId="1667B3D3" w14:textId="77777777" w:rsidR="00C405CB" w:rsidRPr="00794A20" w:rsidRDefault="00C405CB" w:rsidP="00BD44D9">
      <w:pPr>
        <w:pStyle w:val="H1G"/>
      </w:pPr>
      <w:r w:rsidRPr="00794A20">
        <w:tab/>
        <w:t>C.</w:t>
      </w:r>
      <w:r w:rsidRPr="00794A20">
        <w:tab/>
      </w:r>
      <w:bookmarkStart w:id="14" w:name="_Hlk25326666"/>
      <w:r w:rsidRPr="00794A20">
        <w:t>Осуществление Стратегии КВТ</w:t>
      </w:r>
      <w:bookmarkEnd w:id="14"/>
    </w:p>
    <w:p w14:paraId="236A7095" w14:textId="77777777" w:rsidR="00C405CB" w:rsidRPr="00794A20" w:rsidRDefault="00C405CB" w:rsidP="00BD44D9">
      <w:pPr>
        <w:pStyle w:val="SingleTxtG"/>
        <w:ind w:left="2835" w:hanging="1701"/>
        <w:jc w:val="left"/>
      </w:pPr>
      <w:r w:rsidRPr="00794A20">
        <w:rPr>
          <w:i/>
        </w:rPr>
        <w:t>Документация</w:t>
      </w:r>
      <w:r w:rsidRPr="00B42057">
        <w:rPr>
          <w:i/>
        </w:rPr>
        <w:t>:</w:t>
      </w:r>
      <w:r w:rsidRPr="00794A20">
        <w:t xml:space="preserve"> </w:t>
      </w:r>
      <w:r w:rsidRPr="00794A20">
        <w:tab/>
        <w:t xml:space="preserve">ECE/TRANS/288, Add.1и Add.2 </w:t>
      </w:r>
      <w:r w:rsidRPr="00794A20">
        <w:br/>
        <w:t>неофициальный документ № 5 (с ограниченным распространением), седьмая сессия Бюро КВТ в 2019 году</w:t>
      </w:r>
    </w:p>
    <w:p w14:paraId="456DD02E" w14:textId="77777777" w:rsidR="00C405CB" w:rsidRPr="00794A20" w:rsidRDefault="00C405CB" w:rsidP="00C405CB">
      <w:pPr>
        <w:pStyle w:val="SingleTxtG"/>
      </w:pPr>
      <w:r w:rsidRPr="00794A20">
        <w:t>79.</w:t>
      </w:r>
      <w:r w:rsidRPr="00794A20">
        <w:tab/>
        <w:t>Секретариат представил Стратегию КВТ до 2030 года и напомнил об обращенной к GRSG просьбе относительно последующей деятельности на основе согласования ее работы со Стратегией. Для оказания помощи странам, особенно из числа новых Договаривающихся сторон, в деле дальнейшего осуществления правовых документов в области безопасности дорожного движения секретариат подготовил проект рекомендаций КВТ по укреплению национальных систем безопасности дорожного движения с целью получения замечаний от рабочих групп.</w:t>
      </w:r>
    </w:p>
    <w:p w14:paraId="20D85C90" w14:textId="77777777" w:rsidR="00C405CB" w:rsidRPr="00794A20" w:rsidRDefault="00C405CB" w:rsidP="00C405CB">
      <w:pPr>
        <w:pStyle w:val="SingleTxtG"/>
      </w:pPr>
      <w:r w:rsidRPr="00794A20">
        <w:t>80.</w:t>
      </w:r>
      <w:r w:rsidRPr="00794A20">
        <w:tab/>
        <w:t>GRSG приняла к сведению просьбу КВТ и решила представить общий ответ через WP.29.</w:t>
      </w:r>
    </w:p>
    <w:p w14:paraId="2763D0B6" w14:textId="77777777" w:rsidR="00C405CB" w:rsidRPr="00794A20" w:rsidRDefault="00C405CB" w:rsidP="00BD44D9">
      <w:pPr>
        <w:pStyle w:val="H1G"/>
      </w:pPr>
      <w:bookmarkStart w:id="15" w:name="_Hlk25326739"/>
      <w:r w:rsidRPr="00794A20">
        <w:tab/>
        <w:t>D.</w:t>
      </w:r>
      <w:r w:rsidRPr="00794A20">
        <w:tab/>
        <w:t xml:space="preserve">Приоритетные направления деятельности GRSG </w:t>
      </w:r>
    </w:p>
    <w:bookmarkEnd w:id="15"/>
    <w:p w14:paraId="3B4AAC23" w14:textId="77777777" w:rsidR="00C405CB" w:rsidRPr="00794A20" w:rsidRDefault="00C405CB" w:rsidP="00C405CB">
      <w:pPr>
        <w:pStyle w:val="SingleTxtG"/>
      </w:pPr>
      <w:r w:rsidRPr="00794A20">
        <w:tab/>
      </w:r>
      <w:r w:rsidRPr="00794A20">
        <w:rPr>
          <w:i/>
        </w:rPr>
        <w:t xml:space="preserve">Документация: </w:t>
      </w:r>
      <w:r w:rsidRPr="00794A20">
        <w:rPr>
          <w:i/>
        </w:rPr>
        <w:tab/>
      </w:r>
      <w:r w:rsidRPr="00794A20">
        <w:rPr>
          <w:iCs/>
        </w:rPr>
        <w:t>неофициальный документ GRSG-117-53</w:t>
      </w:r>
    </w:p>
    <w:p w14:paraId="3ABA8246" w14:textId="77777777" w:rsidR="00C405CB" w:rsidRPr="00794A20" w:rsidRDefault="00C405CB" w:rsidP="00C405CB">
      <w:pPr>
        <w:pStyle w:val="SingleTxtG"/>
      </w:pPr>
      <w:r w:rsidRPr="00794A20">
        <w:t>81.</w:t>
      </w:r>
      <w:r w:rsidRPr="00794A20">
        <w:tab/>
        <w:t xml:space="preserve">Секретариат представил документ GRSG-117-53 с перечнем приоритетных направлений будущей деятельности GRSG. После его активного обсуждения делегатами GRSG достигла согласия по пересмотренному варианту (GRSG-117-53-Rev.1), предусматривающему внесение Председателем вклада в работу Административного комитета АС.2 на следующей сессии. </w:t>
      </w:r>
    </w:p>
    <w:p w14:paraId="20247CD1" w14:textId="77777777" w:rsidR="00C405CB" w:rsidRPr="00794A20" w:rsidRDefault="00C405CB" w:rsidP="00BD44D9">
      <w:pPr>
        <w:pStyle w:val="H1G"/>
      </w:pPr>
      <w:bookmarkStart w:id="16" w:name="_Hlk25326780"/>
      <w:r w:rsidRPr="00794A20">
        <w:tab/>
      </w:r>
      <w:bookmarkStart w:id="17" w:name="_Hlk31210201"/>
      <w:r w:rsidRPr="00794A20">
        <w:t>E.</w:t>
      </w:r>
      <w:r w:rsidRPr="00794A20">
        <w:tab/>
        <w:t>Прочие вопросы</w:t>
      </w:r>
      <w:bookmarkEnd w:id="17"/>
    </w:p>
    <w:bookmarkEnd w:id="16"/>
    <w:p w14:paraId="32D5190C" w14:textId="77777777" w:rsidR="00C405CB" w:rsidRPr="00794A20" w:rsidRDefault="00C405CB" w:rsidP="00C405CB">
      <w:pPr>
        <w:pStyle w:val="SingleTxtG"/>
      </w:pPr>
      <w:r w:rsidRPr="00794A20">
        <w:rPr>
          <w:i/>
          <w:iCs/>
        </w:rPr>
        <w:t>Документация:</w:t>
      </w:r>
      <w:r w:rsidRPr="00794A20">
        <w:t xml:space="preserve"> </w:t>
      </w:r>
      <w:r w:rsidRPr="00794A20">
        <w:tab/>
        <w:t>неофициальные документы GRSG-117-27 и GRSG-117-19</w:t>
      </w:r>
    </w:p>
    <w:p w14:paraId="342EA0E6" w14:textId="77777777" w:rsidR="00C405CB" w:rsidRPr="00794A20" w:rsidRDefault="00C405CB" w:rsidP="00C405CB">
      <w:pPr>
        <w:pStyle w:val="SingleTxtG"/>
      </w:pPr>
      <w:r w:rsidRPr="00794A20">
        <w:t>82.</w:t>
      </w:r>
      <w:r w:rsidRPr="00794A20">
        <w:tab/>
        <w:t>Эксперт от МОПАП представил документ GRSG-117-27, касающийся вспомогательного средства обеспечения поля обзора (ВСОП), включающего функцию дополненной реальности. Эксперты GRSG активно обсудили как преимущества, так и недостатки такой технологии. Признав потребность в регламентационном постановлении, GRSG решила сохранить этот пункт в повестке дня и просила эксперта от МОПАП внести соответствующее предложение к следующей сессии GRSG.</w:t>
      </w:r>
    </w:p>
    <w:p w14:paraId="7BDF7297" w14:textId="77777777" w:rsidR="00C405CB" w:rsidRPr="00794A20" w:rsidRDefault="00C405CB" w:rsidP="00C405CB">
      <w:pPr>
        <w:pStyle w:val="SingleTxtG"/>
      </w:pPr>
      <w:r w:rsidRPr="00794A20">
        <w:t>83.</w:t>
      </w:r>
      <w:r w:rsidRPr="00794A20">
        <w:tab/>
        <w:t>Эксперт от АИРА представил документ GRSG-117-19, в котором указаны характерные особенности рекреационных транспортных средств, и просил учредить НРГ по автофургонам и кемперам. Председатель завершил краткую дискуссию делегатов, предложив сохранить этот пункт в повестке дня, и просил Договаривающиеся стороны подумать над предложением об учреждении такой НРГ.</w:t>
      </w:r>
    </w:p>
    <w:p w14:paraId="463BFF4B" w14:textId="77777777" w:rsidR="00C405CB" w:rsidRPr="00794A20" w:rsidRDefault="00C405CB" w:rsidP="00BD44D9">
      <w:pPr>
        <w:pStyle w:val="HChG"/>
      </w:pPr>
      <w:r w:rsidRPr="00794A20">
        <w:tab/>
        <w:t>XXIV.</w:t>
      </w:r>
      <w:r w:rsidRPr="00794A20">
        <w:tab/>
        <w:t xml:space="preserve">Предварительная повестка дня 118-й сессии </w:t>
      </w:r>
    </w:p>
    <w:p w14:paraId="06BDC494" w14:textId="77777777" w:rsidR="00C405CB" w:rsidRPr="00794A20" w:rsidRDefault="00C405CB" w:rsidP="00C405CB">
      <w:pPr>
        <w:pStyle w:val="SingleTxtG"/>
      </w:pPr>
      <w:r w:rsidRPr="00794A20">
        <w:t>84.</w:t>
      </w:r>
      <w:r w:rsidRPr="00794A20">
        <w:tab/>
        <w:t>Была утверждена следующая предварительная повестка дня 118-й сессии GRSG, которая должна состояться в Женеве с 30 марта (с 14 ч 30 мин) по 3 апреля (до 12 ч 30 мин) 2020 года</w:t>
      </w:r>
      <w:r w:rsidR="00BD44D9" w:rsidRPr="00794A20">
        <w:rPr>
          <w:sz w:val="18"/>
          <w:vertAlign w:val="superscript"/>
        </w:rPr>
        <w:footnoteReference w:id="1"/>
      </w:r>
      <w:r w:rsidRPr="00794A20">
        <w:t>:</w:t>
      </w:r>
    </w:p>
    <w:p w14:paraId="392B1D8F" w14:textId="77777777" w:rsidR="00C405CB" w:rsidRPr="00794A20" w:rsidRDefault="00C405CB" w:rsidP="00BD44D9">
      <w:pPr>
        <w:pStyle w:val="SingleTxtG"/>
        <w:ind w:left="2268" w:hanging="567"/>
      </w:pPr>
      <w:r w:rsidRPr="00794A20">
        <w:t>1.</w:t>
      </w:r>
      <w:r w:rsidRPr="00794A20">
        <w:tab/>
        <w:t>Утверждение повестки дня.</w:t>
      </w:r>
    </w:p>
    <w:p w14:paraId="4619CED7" w14:textId="77777777" w:rsidR="00C405CB" w:rsidRPr="00794A20" w:rsidRDefault="00C405CB" w:rsidP="00BD44D9">
      <w:pPr>
        <w:pStyle w:val="SingleTxtG"/>
        <w:ind w:left="2268" w:hanging="567"/>
      </w:pPr>
      <w:r w:rsidRPr="00794A20">
        <w:t>2.</w:t>
      </w:r>
      <w:r w:rsidRPr="00794A20">
        <w:tab/>
        <w:t>Поправки к правилам, касающимся городских и междугородных автобусов:</w:t>
      </w:r>
    </w:p>
    <w:p w14:paraId="6720EA6A" w14:textId="77777777" w:rsidR="00C405CB" w:rsidRPr="00794A20" w:rsidRDefault="00C405CB" w:rsidP="00BD44D9">
      <w:pPr>
        <w:pStyle w:val="SingleTxtG"/>
        <w:ind w:left="2268" w:hanging="567"/>
      </w:pPr>
      <w:r w:rsidRPr="00794A20">
        <w:tab/>
      </w:r>
      <w:r w:rsidRPr="00794A20">
        <w:tab/>
        <w:t>a)</w:t>
      </w:r>
      <w:r w:rsidRPr="00794A20">
        <w:tab/>
        <w:t>Правила № 107 ООН (транспортные средства категорий M</w:t>
      </w:r>
      <w:r w:rsidRPr="00794A20">
        <w:rPr>
          <w:vertAlign w:val="subscript"/>
        </w:rPr>
        <w:t>2</w:t>
      </w:r>
      <w:r w:rsidRPr="00794A20">
        <w:t xml:space="preserve"> и</w:t>
      </w:r>
      <w:r w:rsidR="00BD44D9" w:rsidRPr="00794A20">
        <w:t> </w:t>
      </w:r>
      <w:r w:rsidRPr="00794A20">
        <w:t>M</w:t>
      </w:r>
      <w:r w:rsidRPr="00794A20">
        <w:rPr>
          <w:vertAlign w:val="subscript"/>
        </w:rPr>
        <w:t>3</w:t>
      </w:r>
      <w:r w:rsidRPr="00794A20">
        <w:t>);</w:t>
      </w:r>
    </w:p>
    <w:p w14:paraId="74CDDC51" w14:textId="77777777" w:rsidR="00C405CB" w:rsidRPr="00794A20" w:rsidRDefault="00C405CB" w:rsidP="00BD44D9">
      <w:pPr>
        <w:pStyle w:val="SingleTxtG"/>
        <w:ind w:left="2268" w:hanging="567"/>
      </w:pPr>
      <w:r w:rsidRPr="00794A20">
        <w:tab/>
      </w:r>
      <w:r w:rsidRPr="00794A20">
        <w:tab/>
        <w:t>b)</w:t>
      </w:r>
      <w:r w:rsidRPr="00794A20">
        <w:tab/>
        <w:t>Правила № 118 ООН (характеристики горения материалов).</w:t>
      </w:r>
    </w:p>
    <w:p w14:paraId="1889FA47" w14:textId="77777777" w:rsidR="00C405CB" w:rsidRPr="00794A20" w:rsidRDefault="00C405CB" w:rsidP="00BD44D9">
      <w:pPr>
        <w:pStyle w:val="SingleTxtG"/>
        <w:ind w:left="2268" w:hanging="567"/>
      </w:pPr>
      <w:r w:rsidRPr="00794A20">
        <w:t>3.</w:t>
      </w:r>
      <w:r w:rsidRPr="00794A20">
        <w:tab/>
        <w:t>Правила № 26 ООН (наружные выступы пассажирских автомобилей).</w:t>
      </w:r>
    </w:p>
    <w:p w14:paraId="00532A2C" w14:textId="77777777" w:rsidR="00C405CB" w:rsidRPr="00794A20" w:rsidRDefault="00C405CB" w:rsidP="00BD44D9">
      <w:pPr>
        <w:pStyle w:val="SingleTxtG"/>
        <w:ind w:left="2268" w:hanging="567"/>
      </w:pPr>
      <w:r w:rsidRPr="00794A20">
        <w:t>4.</w:t>
      </w:r>
      <w:r w:rsidRPr="00794A20">
        <w:tab/>
        <w:t>Поправки к правилам, касающимся безопасных стекловых материалов:</w:t>
      </w:r>
    </w:p>
    <w:p w14:paraId="11858C31" w14:textId="77777777" w:rsidR="00C405CB" w:rsidRPr="00794A20" w:rsidRDefault="00BD44D9" w:rsidP="00BD44D9">
      <w:pPr>
        <w:pStyle w:val="SingleTxtG"/>
        <w:tabs>
          <w:tab w:val="left" w:pos="2268"/>
        </w:tabs>
        <w:ind w:left="2835" w:hanging="1134"/>
      </w:pPr>
      <w:r w:rsidRPr="00794A20">
        <w:tab/>
      </w:r>
      <w:r w:rsidR="00C405CB" w:rsidRPr="00794A20">
        <w:t>a)</w:t>
      </w:r>
      <w:r w:rsidR="00C405CB" w:rsidRPr="00794A20">
        <w:tab/>
        <w:t>Глобальные технические правила № 6 ООН (безопасные стекловые материалы);</w:t>
      </w:r>
    </w:p>
    <w:p w14:paraId="4B5FDBBD" w14:textId="77777777" w:rsidR="00C405CB" w:rsidRPr="00794A20" w:rsidRDefault="00C405CB" w:rsidP="00BD44D9">
      <w:pPr>
        <w:pStyle w:val="SingleTxtG"/>
        <w:ind w:left="2268" w:hanging="567"/>
      </w:pPr>
      <w:r w:rsidRPr="00794A20">
        <w:tab/>
        <w:t>b)</w:t>
      </w:r>
      <w:r w:rsidRPr="00794A20">
        <w:tab/>
        <w:t>Правила № 43 ООН (безопасные стекловые материалы).</w:t>
      </w:r>
    </w:p>
    <w:p w14:paraId="377DC2C0" w14:textId="77777777" w:rsidR="00C405CB" w:rsidRPr="00794A20" w:rsidRDefault="00C405CB" w:rsidP="00BD44D9">
      <w:pPr>
        <w:pStyle w:val="SingleTxtG"/>
        <w:ind w:left="2268" w:hanging="567"/>
      </w:pPr>
      <w:r w:rsidRPr="00794A20">
        <w:t>5.</w:t>
      </w:r>
      <w:r w:rsidRPr="00794A20">
        <w:tab/>
        <w:t>Предупреждение о присутствии уязвимых участников дорожного движения в непосредственной близости:</w:t>
      </w:r>
    </w:p>
    <w:p w14:paraId="6EA50AAD" w14:textId="77777777" w:rsidR="00C405CB" w:rsidRPr="00794A20" w:rsidRDefault="00C405CB" w:rsidP="00BD44D9">
      <w:pPr>
        <w:pStyle w:val="SingleTxtG"/>
        <w:ind w:left="2268" w:hanging="567"/>
      </w:pPr>
      <w:r w:rsidRPr="00794A20">
        <w:tab/>
        <w:t>a)</w:t>
      </w:r>
      <w:r w:rsidRPr="00794A20">
        <w:tab/>
        <w:t>Правила № 46 ООН (устройства непрямого обзора);</w:t>
      </w:r>
    </w:p>
    <w:p w14:paraId="4C978143" w14:textId="77777777" w:rsidR="00C405CB" w:rsidRPr="00794A20" w:rsidRDefault="00C405CB" w:rsidP="00BD44D9">
      <w:pPr>
        <w:pStyle w:val="SingleTxtG"/>
        <w:tabs>
          <w:tab w:val="left" w:pos="2268"/>
        </w:tabs>
        <w:ind w:left="2835" w:hanging="1134"/>
      </w:pPr>
      <w:r w:rsidRPr="00794A20">
        <w:tab/>
        <w:t>b)</w:t>
      </w:r>
      <w:r w:rsidRPr="00794A20">
        <w:tab/>
        <w:t xml:space="preserve">новые правила ООН, касающиеся систем индикации мертвой зоны </w:t>
      </w:r>
      <w:r w:rsidRPr="00794A20">
        <w:tab/>
        <w:t>(СИМЗ).</w:t>
      </w:r>
    </w:p>
    <w:p w14:paraId="6B46CF43" w14:textId="77777777" w:rsidR="00C405CB" w:rsidRPr="00794A20" w:rsidRDefault="00C405CB" w:rsidP="00BD44D9">
      <w:pPr>
        <w:pStyle w:val="SingleTxtG"/>
        <w:ind w:left="2268" w:hanging="567"/>
      </w:pPr>
      <w:r w:rsidRPr="00794A20">
        <w:t>6.</w:t>
      </w:r>
      <w:r w:rsidRPr="00794A20">
        <w:tab/>
        <w:t>Правила № 55 ООН (механические сцепные устройства).</w:t>
      </w:r>
    </w:p>
    <w:p w14:paraId="168A3B13" w14:textId="77777777" w:rsidR="00C405CB" w:rsidRPr="00794A20" w:rsidRDefault="00C405CB" w:rsidP="00BD44D9">
      <w:pPr>
        <w:pStyle w:val="SingleTxtG"/>
        <w:ind w:left="2268" w:hanging="567"/>
      </w:pPr>
      <w:r w:rsidRPr="00794A20">
        <w:t>7.</w:t>
      </w:r>
      <w:r w:rsidRPr="00794A20">
        <w:tab/>
        <w:t>Правила № 58 ООН (задние противоподкатные защитные устройства).</w:t>
      </w:r>
    </w:p>
    <w:p w14:paraId="5008F396" w14:textId="77777777" w:rsidR="00C405CB" w:rsidRPr="00794A20" w:rsidRDefault="00C405CB" w:rsidP="00BD44D9">
      <w:pPr>
        <w:pStyle w:val="SingleTxtG"/>
        <w:ind w:left="2268" w:hanging="567"/>
      </w:pPr>
      <w:r w:rsidRPr="00794A20">
        <w:t>8.</w:t>
      </w:r>
      <w:r w:rsidRPr="00794A20">
        <w:tab/>
        <w:t>Поправки к правилам, касающимся транспортных средств, работающих на газе:</w:t>
      </w:r>
    </w:p>
    <w:p w14:paraId="0275975D" w14:textId="77777777" w:rsidR="00C405CB" w:rsidRPr="00794A20" w:rsidRDefault="00C405CB" w:rsidP="00BD44D9">
      <w:pPr>
        <w:pStyle w:val="SingleTxtG"/>
        <w:tabs>
          <w:tab w:val="left" w:pos="2268"/>
        </w:tabs>
        <w:ind w:left="2835" w:hanging="1134"/>
      </w:pPr>
      <w:r w:rsidRPr="00794A20">
        <w:tab/>
        <w:t>a)</w:t>
      </w:r>
      <w:r w:rsidRPr="00794A20">
        <w:tab/>
        <w:t>Правила № 67 ООН (транспортные средства, работающие на СНГ);</w:t>
      </w:r>
    </w:p>
    <w:p w14:paraId="743C8467" w14:textId="77777777" w:rsidR="00C405CB" w:rsidRPr="00794A20" w:rsidRDefault="00C405CB" w:rsidP="00BD44D9">
      <w:pPr>
        <w:pStyle w:val="SingleTxtG"/>
        <w:tabs>
          <w:tab w:val="left" w:pos="2268"/>
        </w:tabs>
        <w:ind w:left="2835" w:hanging="1134"/>
      </w:pPr>
      <w:r w:rsidRPr="00794A20">
        <w:tab/>
        <w:t>b)</w:t>
      </w:r>
      <w:r w:rsidRPr="00794A20">
        <w:tab/>
        <w:t xml:space="preserve">Правила № 110 ООН (транспортные средства, работающие на КПГ </w:t>
      </w:r>
      <w:r w:rsidRPr="00794A20">
        <w:tab/>
        <w:t>и СПГ).</w:t>
      </w:r>
    </w:p>
    <w:p w14:paraId="50B05769" w14:textId="77777777" w:rsidR="00C405CB" w:rsidRPr="00794A20" w:rsidRDefault="00C405CB" w:rsidP="00BD44D9">
      <w:pPr>
        <w:pStyle w:val="SingleTxtG"/>
        <w:ind w:left="2268" w:hanging="567"/>
      </w:pPr>
      <w:r w:rsidRPr="00794A20">
        <w:t>9.</w:t>
      </w:r>
      <w:r w:rsidRPr="00794A20">
        <w:tab/>
        <w:t>Правила № 93 ООН (передние противоподкатные защитные устройства).</w:t>
      </w:r>
    </w:p>
    <w:p w14:paraId="18162898" w14:textId="77777777" w:rsidR="00C405CB" w:rsidRPr="00794A20" w:rsidRDefault="00C405CB" w:rsidP="00BD44D9">
      <w:pPr>
        <w:pStyle w:val="SingleTxtG"/>
        <w:ind w:left="2268" w:hanging="567"/>
      </w:pPr>
      <w:r w:rsidRPr="00794A20">
        <w:t>10.</w:t>
      </w:r>
      <w:r w:rsidRPr="00794A20">
        <w:tab/>
        <w:t>Правила № 116 ООН (противоугонные системы и системы охранной сигнализации).</w:t>
      </w:r>
    </w:p>
    <w:p w14:paraId="252013B5" w14:textId="77777777" w:rsidR="00C405CB" w:rsidRPr="00794A20" w:rsidRDefault="00C405CB" w:rsidP="00BD44D9">
      <w:pPr>
        <w:pStyle w:val="SingleTxtG"/>
        <w:ind w:left="2268" w:hanging="567"/>
      </w:pPr>
      <w:r w:rsidRPr="00794A20">
        <w:t>11.</w:t>
      </w:r>
      <w:r w:rsidRPr="00794A20">
        <w:tab/>
        <w:t>Правила № 0 ООН (международная система официального утверждения типа комплектного транспортного средства).</w:t>
      </w:r>
    </w:p>
    <w:p w14:paraId="5AA0BAFA" w14:textId="77777777" w:rsidR="00C405CB" w:rsidRPr="00794A20" w:rsidRDefault="00C405CB" w:rsidP="00BD44D9">
      <w:pPr>
        <w:pStyle w:val="SingleTxtG"/>
        <w:ind w:left="2268" w:hanging="567"/>
      </w:pPr>
      <w:r w:rsidRPr="00794A20">
        <w:t>12.</w:t>
      </w:r>
      <w:r w:rsidRPr="00794A20">
        <w:tab/>
        <w:t>Сводная резолюция о конструкции транспортных средств.</w:t>
      </w:r>
    </w:p>
    <w:p w14:paraId="6331F9CF" w14:textId="77777777" w:rsidR="00C405CB" w:rsidRPr="00794A20" w:rsidRDefault="00C405CB" w:rsidP="00BD44D9">
      <w:pPr>
        <w:pStyle w:val="SingleTxtG"/>
        <w:ind w:left="2268" w:hanging="567"/>
      </w:pPr>
      <w:r w:rsidRPr="00794A20">
        <w:t>13.</w:t>
      </w:r>
      <w:r w:rsidRPr="00794A20">
        <w:tab/>
        <w:t xml:space="preserve">Регистратор данных об аварии. </w:t>
      </w:r>
    </w:p>
    <w:p w14:paraId="0F49771C" w14:textId="77777777" w:rsidR="00C405CB" w:rsidRPr="00794A20" w:rsidRDefault="00C405CB" w:rsidP="00BD44D9">
      <w:pPr>
        <w:pStyle w:val="SingleTxtG"/>
        <w:ind w:left="2268" w:hanging="567"/>
      </w:pPr>
      <w:r w:rsidRPr="00794A20">
        <w:t>14.</w:t>
      </w:r>
      <w:r w:rsidRPr="00794A20">
        <w:tab/>
        <w:t>Обмен мнениями по вопросу об автоматизации транспортных средств.</w:t>
      </w:r>
    </w:p>
    <w:p w14:paraId="106B18C9" w14:textId="77777777" w:rsidR="00C405CB" w:rsidRPr="00794A20" w:rsidRDefault="00C405CB" w:rsidP="00BD44D9">
      <w:pPr>
        <w:pStyle w:val="SingleTxtG"/>
        <w:ind w:left="2268" w:hanging="567"/>
      </w:pPr>
      <w:r w:rsidRPr="00794A20">
        <w:t>15.</w:t>
      </w:r>
      <w:r w:rsidRPr="00794A20">
        <w:tab/>
        <w:t>Прочие вопросы.</w:t>
      </w:r>
    </w:p>
    <w:p w14:paraId="77A27F8D" w14:textId="77777777" w:rsidR="00C405CB" w:rsidRPr="00794A20" w:rsidRDefault="00C405CB" w:rsidP="00C405CB">
      <w:pPr>
        <w:pStyle w:val="SingleTxtG"/>
      </w:pPr>
      <w:r w:rsidRPr="00794A20">
        <w:br w:type="page"/>
      </w:r>
    </w:p>
    <w:p w14:paraId="30044EB1" w14:textId="77777777" w:rsidR="00260822" w:rsidRPr="00794A20" w:rsidRDefault="00260822" w:rsidP="00260822">
      <w:pPr>
        <w:pStyle w:val="HChG"/>
        <w:rPr>
          <w:rStyle w:val="HChGChar"/>
          <w:b/>
        </w:rPr>
      </w:pPr>
      <w:r w:rsidRPr="00794A20">
        <w:rPr>
          <w:bCs/>
        </w:rPr>
        <w:t>Приложение</w:t>
      </w:r>
      <w:r w:rsidRPr="00794A20">
        <w:rPr>
          <w:rStyle w:val="HChGChar"/>
        </w:rPr>
        <w:t xml:space="preserve"> </w:t>
      </w:r>
      <w:r w:rsidRPr="00794A20">
        <w:rPr>
          <w:rStyle w:val="HChGChar"/>
          <w:b/>
        </w:rPr>
        <w:t>I</w:t>
      </w:r>
    </w:p>
    <w:p w14:paraId="304BA98E" w14:textId="77777777" w:rsidR="00260822" w:rsidRPr="00794A20" w:rsidRDefault="00260822" w:rsidP="00260822">
      <w:pPr>
        <w:ind w:right="708"/>
        <w:jc w:val="right"/>
      </w:pPr>
      <w:r w:rsidRPr="00794A20">
        <w:t>[только на английском языке]</w:t>
      </w:r>
    </w:p>
    <w:p w14:paraId="61B46A7A" w14:textId="77777777" w:rsidR="00BD44D9" w:rsidRPr="00AB3E43" w:rsidRDefault="00BD44D9" w:rsidP="00BD44D9">
      <w:pPr>
        <w:pStyle w:val="HChG"/>
        <w:keepNext w:val="0"/>
        <w:keepLines w:val="0"/>
        <w:widowControl w:val="0"/>
        <w:rPr>
          <w:lang w:val="en-US"/>
        </w:rPr>
      </w:pPr>
      <w:r w:rsidRPr="00794A20">
        <w:tab/>
      </w:r>
      <w:r w:rsidRPr="00794A20">
        <w:tab/>
      </w:r>
      <w:r w:rsidRPr="00AB3E43">
        <w:rPr>
          <w:lang w:val="en-US"/>
        </w:rPr>
        <w:t>List of informal documents considered during the session</w:t>
      </w:r>
    </w:p>
    <w:p w14:paraId="6165A582" w14:textId="77777777" w:rsidR="00BD44D9" w:rsidRPr="00AB3E43" w:rsidRDefault="00BD44D9" w:rsidP="00BD44D9">
      <w:pPr>
        <w:pStyle w:val="H1G"/>
        <w:keepNext w:val="0"/>
        <w:keepLines w:val="0"/>
        <w:widowControl w:val="0"/>
        <w:spacing w:before="120"/>
        <w:rPr>
          <w:lang w:val="en-US"/>
        </w:rPr>
      </w:pPr>
      <w:r w:rsidRPr="00AB3E43">
        <w:rPr>
          <w:lang w:val="en-US"/>
        </w:rPr>
        <w:tab/>
      </w:r>
      <w:r w:rsidRPr="00AB3E43">
        <w:rPr>
          <w:lang w:val="en-US"/>
        </w:rPr>
        <w:tab/>
        <w:t>List of informal documents (GRSG-117-…) distributed during the session (English only)</w:t>
      </w:r>
    </w:p>
    <w:tbl>
      <w:tblPr>
        <w:tblW w:w="8505" w:type="dxa"/>
        <w:tblInd w:w="1134" w:type="dxa"/>
        <w:tblLayout w:type="fixed"/>
        <w:tblCellMar>
          <w:left w:w="0" w:type="dxa"/>
          <w:right w:w="0" w:type="dxa"/>
        </w:tblCellMar>
        <w:tblLook w:val="01E0" w:firstRow="1" w:lastRow="1" w:firstColumn="1" w:lastColumn="1" w:noHBand="0" w:noVBand="0"/>
      </w:tblPr>
      <w:tblGrid>
        <w:gridCol w:w="666"/>
        <w:gridCol w:w="6705"/>
        <w:gridCol w:w="1134"/>
      </w:tblGrid>
      <w:tr w:rsidR="00BD44D9" w:rsidRPr="00794A20" w14:paraId="724AF7CF" w14:textId="77777777" w:rsidTr="00BD44D9">
        <w:trPr>
          <w:tblHeader/>
        </w:trPr>
        <w:tc>
          <w:tcPr>
            <w:tcW w:w="666" w:type="dxa"/>
            <w:shd w:val="clear" w:color="auto" w:fill="auto"/>
          </w:tcPr>
          <w:p w14:paraId="138B483E" w14:textId="77777777" w:rsidR="00BD44D9" w:rsidRPr="00794A20" w:rsidRDefault="00BD44D9" w:rsidP="00BD44D9">
            <w:pPr>
              <w:pStyle w:val="ae"/>
              <w:tabs>
                <w:tab w:val="clear" w:pos="1021"/>
              </w:tabs>
              <w:ind w:left="0" w:right="0" w:firstLine="0"/>
              <w:jc w:val="center"/>
              <w:rPr>
                <w:i/>
                <w:szCs w:val="18"/>
              </w:rPr>
            </w:pPr>
            <w:proofErr w:type="spellStart"/>
            <w:r w:rsidRPr="00794A20">
              <w:rPr>
                <w:i/>
                <w:szCs w:val="18"/>
              </w:rPr>
              <w:t>No</w:t>
            </w:r>
            <w:proofErr w:type="spellEnd"/>
            <w:r w:rsidRPr="00794A20">
              <w:rPr>
                <w:i/>
                <w:szCs w:val="18"/>
              </w:rPr>
              <w:t>.</w:t>
            </w:r>
          </w:p>
        </w:tc>
        <w:tc>
          <w:tcPr>
            <w:tcW w:w="6705" w:type="dxa"/>
            <w:shd w:val="clear" w:color="auto" w:fill="auto"/>
          </w:tcPr>
          <w:p w14:paraId="615F2818" w14:textId="77777777" w:rsidR="00BD44D9" w:rsidRPr="00794A20" w:rsidRDefault="00BD44D9" w:rsidP="00BD44D9">
            <w:pPr>
              <w:pStyle w:val="ae"/>
              <w:ind w:left="113" w:right="34" w:firstLine="0"/>
              <w:rPr>
                <w:i/>
                <w:szCs w:val="18"/>
              </w:rPr>
            </w:pPr>
            <w:r w:rsidRPr="00794A20">
              <w:rPr>
                <w:i/>
                <w:szCs w:val="18"/>
              </w:rPr>
              <w:t>(Author) Title</w:t>
            </w:r>
          </w:p>
        </w:tc>
        <w:tc>
          <w:tcPr>
            <w:tcW w:w="1134" w:type="dxa"/>
            <w:shd w:val="clear" w:color="auto" w:fill="auto"/>
          </w:tcPr>
          <w:p w14:paraId="1A921C0E" w14:textId="77777777" w:rsidR="00BD44D9" w:rsidRPr="00794A20" w:rsidRDefault="00BD44D9" w:rsidP="00BD44D9">
            <w:pPr>
              <w:pStyle w:val="ae"/>
              <w:tabs>
                <w:tab w:val="clear" w:pos="1021"/>
              </w:tabs>
              <w:ind w:left="0" w:right="0" w:firstLine="0"/>
              <w:jc w:val="center"/>
              <w:rPr>
                <w:i/>
                <w:szCs w:val="18"/>
              </w:rPr>
            </w:pPr>
            <w:r w:rsidRPr="00794A20">
              <w:rPr>
                <w:i/>
                <w:szCs w:val="18"/>
              </w:rPr>
              <w:t>Follow-up</w:t>
            </w:r>
          </w:p>
        </w:tc>
      </w:tr>
      <w:tr w:rsidR="00BD44D9" w:rsidRPr="00794A20" w14:paraId="3142C292" w14:textId="77777777" w:rsidTr="00BD44D9">
        <w:tc>
          <w:tcPr>
            <w:tcW w:w="666" w:type="dxa"/>
            <w:shd w:val="clear" w:color="auto" w:fill="auto"/>
          </w:tcPr>
          <w:p w14:paraId="4111BF47" w14:textId="77777777" w:rsidR="00BD44D9" w:rsidRPr="00794A20" w:rsidRDefault="00BD44D9" w:rsidP="00BD44D9">
            <w:pPr>
              <w:widowControl w:val="0"/>
              <w:suppressAutoHyphens w:val="0"/>
              <w:spacing w:before="57" w:after="24" w:line="240" w:lineRule="auto"/>
              <w:jc w:val="center"/>
              <w:rPr>
                <w:sz w:val="18"/>
                <w:szCs w:val="18"/>
              </w:rPr>
            </w:pPr>
            <w:r w:rsidRPr="00794A20">
              <w:rPr>
                <w:sz w:val="18"/>
                <w:szCs w:val="18"/>
              </w:rPr>
              <w:t>1</w:t>
            </w:r>
          </w:p>
        </w:tc>
        <w:tc>
          <w:tcPr>
            <w:tcW w:w="6705" w:type="dxa"/>
            <w:shd w:val="clear" w:color="auto" w:fill="auto"/>
          </w:tcPr>
          <w:p w14:paraId="60E3E307" w14:textId="77777777" w:rsidR="00BD44D9" w:rsidRPr="00AB3E43" w:rsidRDefault="00BD44D9" w:rsidP="00BD44D9">
            <w:pPr>
              <w:widowControl w:val="0"/>
              <w:suppressAutoHyphens w:val="0"/>
              <w:spacing w:before="57" w:after="24" w:line="240" w:lineRule="auto"/>
              <w:ind w:left="113"/>
              <w:rPr>
                <w:sz w:val="18"/>
                <w:szCs w:val="18"/>
                <w:lang w:val="en-US"/>
              </w:rPr>
            </w:pPr>
            <w:r w:rsidRPr="00AB3E43">
              <w:rPr>
                <w:sz w:val="18"/>
                <w:szCs w:val="18"/>
                <w:lang w:val="en-US"/>
              </w:rPr>
              <w:t>(GRSG Chair) Running order of the 117th session of GRSG (8-11 October 2019)</w:t>
            </w:r>
          </w:p>
        </w:tc>
        <w:tc>
          <w:tcPr>
            <w:tcW w:w="1134" w:type="dxa"/>
            <w:shd w:val="clear" w:color="auto" w:fill="auto"/>
          </w:tcPr>
          <w:p w14:paraId="21897463" w14:textId="77777777" w:rsidR="00BD44D9" w:rsidRPr="00794A20" w:rsidRDefault="00BD44D9" w:rsidP="00BD44D9">
            <w:pPr>
              <w:widowControl w:val="0"/>
              <w:suppressAutoHyphens w:val="0"/>
              <w:spacing w:before="57" w:line="240" w:lineRule="auto"/>
              <w:jc w:val="center"/>
              <w:rPr>
                <w:sz w:val="18"/>
                <w:szCs w:val="18"/>
                <w:highlight w:val="yellow"/>
              </w:rPr>
            </w:pPr>
            <w:r w:rsidRPr="00794A20">
              <w:rPr>
                <w:sz w:val="18"/>
                <w:szCs w:val="18"/>
              </w:rPr>
              <w:t>(c)</w:t>
            </w:r>
          </w:p>
        </w:tc>
      </w:tr>
      <w:tr w:rsidR="00BD44D9" w:rsidRPr="00794A20" w14:paraId="77599D01" w14:textId="77777777" w:rsidTr="00BD44D9">
        <w:tc>
          <w:tcPr>
            <w:tcW w:w="666" w:type="dxa"/>
            <w:shd w:val="clear" w:color="auto" w:fill="auto"/>
          </w:tcPr>
          <w:p w14:paraId="692F3540" w14:textId="77777777" w:rsidR="00BD44D9" w:rsidRPr="00794A20" w:rsidRDefault="00BD44D9" w:rsidP="00BD44D9">
            <w:pPr>
              <w:widowControl w:val="0"/>
              <w:suppressAutoHyphens w:val="0"/>
              <w:spacing w:before="57" w:after="24" w:line="240" w:lineRule="auto"/>
              <w:jc w:val="center"/>
              <w:rPr>
                <w:sz w:val="18"/>
                <w:szCs w:val="18"/>
              </w:rPr>
            </w:pPr>
            <w:r w:rsidRPr="00794A20">
              <w:rPr>
                <w:sz w:val="18"/>
                <w:szCs w:val="18"/>
              </w:rPr>
              <w:t>2</w:t>
            </w:r>
          </w:p>
        </w:tc>
        <w:tc>
          <w:tcPr>
            <w:tcW w:w="6705" w:type="dxa"/>
            <w:shd w:val="clear" w:color="auto" w:fill="auto"/>
          </w:tcPr>
          <w:p w14:paraId="531ACCC3" w14:textId="77777777" w:rsidR="00BD44D9" w:rsidRPr="00AB3E43" w:rsidRDefault="00BD44D9" w:rsidP="00BD44D9">
            <w:pPr>
              <w:widowControl w:val="0"/>
              <w:suppressAutoHyphens w:val="0"/>
              <w:spacing w:before="57" w:after="24" w:line="240" w:lineRule="auto"/>
              <w:ind w:left="113"/>
              <w:rPr>
                <w:sz w:val="18"/>
                <w:szCs w:val="18"/>
                <w:lang w:val="en-US"/>
              </w:rPr>
            </w:pPr>
            <w:r w:rsidRPr="00AB3E43">
              <w:rPr>
                <w:sz w:val="18"/>
                <w:szCs w:val="18"/>
                <w:lang w:val="en-US"/>
              </w:rPr>
              <w:t>(Secretariat) Request for clarification of a possible inconsistency in UN Regulation No. 144</w:t>
            </w:r>
          </w:p>
        </w:tc>
        <w:tc>
          <w:tcPr>
            <w:tcW w:w="1134" w:type="dxa"/>
            <w:shd w:val="clear" w:color="auto" w:fill="auto"/>
          </w:tcPr>
          <w:p w14:paraId="462E3FFD" w14:textId="77777777" w:rsidR="00BD44D9" w:rsidRPr="00794A20" w:rsidRDefault="00BD44D9" w:rsidP="00BD44D9">
            <w:pPr>
              <w:widowControl w:val="0"/>
              <w:suppressAutoHyphens w:val="0"/>
              <w:spacing w:before="57" w:line="240" w:lineRule="auto"/>
              <w:jc w:val="center"/>
              <w:rPr>
                <w:sz w:val="18"/>
                <w:szCs w:val="18"/>
                <w:highlight w:val="yellow"/>
              </w:rPr>
            </w:pPr>
            <w:r w:rsidRPr="00794A20">
              <w:rPr>
                <w:sz w:val="18"/>
                <w:szCs w:val="18"/>
              </w:rPr>
              <w:t>(a)</w:t>
            </w:r>
          </w:p>
        </w:tc>
      </w:tr>
      <w:tr w:rsidR="00BD44D9" w:rsidRPr="00794A20" w14:paraId="7CEF537A" w14:textId="77777777" w:rsidTr="00BD44D9">
        <w:tc>
          <w:tcPr>
            <w:tcW w:w="666" w:type="dxa"/>
            <w:shd w:val="clear" w:color="auto" w:fill="auto"/>
          </w:tcPr>
          <w:p w14:paraId="43E9363C" w14:textId="77777777" w:rsidR="00BD44D9" w:rsidRPr="00794A20" w:rsidRDefault="00BD44D9" w:rsidP="00BD44D9">
            <w:pPr>
              <w:widowControl w:val="0"/>
              <w:suppressAutoHyphens w:val="0"/>
              <w:spacing w:before="57" w:after="24" w:line="240" w:lineRule="auto"/>
              <w:jc w:val="center"/>
              <w:rPr>
                <w:sz w:val="18"/>
                <w:szCs w:val="18"/>
              </w:rPr>
            </w:pPr>
            <w:r w:rsidRPr="00794A20">
              <w:rPr>
                <w:sz w:val="18"/>
                <w:szCs w:val="18"/>
              </w:rPr>
              <w:t>3</w:t>
            </w:r>
          </w:p>
        </w:tc>
        <w:tc>
          <w:tcPr>
            <w:tcW w:w="6705" w:type="dxa"/>
            <w:shd w:val="clear" w:color="auto" w:fill="auto"/>
          </w:tcPr>
          <w:p w14:paraId="64D273D6" w14:textId="77777777" w:rsidR="00BD44D9" w:rsidRPr="00AB3E43" w:rsidRDefault="00BD44D9" w:rsidP="00BD44D9">
            <w:pPr>
              <w:widowControl w:val="0"/>
              <w:suppressAutoHyphens w:val="0"/>
              <w:spacing w:before="57" w:after="24" w:line="240" w:lineRule="auto"/>
              <w:ind w:left="113"/>
              <w:rPr>
                <w:sz w:val="18"/>
                <w:szCs w:val="18"/>
                <w:lang w:val="en-US"/>
              </w:rPr>
            </w:pPr>
            <w:r w:rsidRPr="00AB3E43">
              <w:rPr>
                <w:sz w:val="18"/>
                <w:szCs w:val="18"/>
                <w:lang w:val="en-US"/>
              </w:rPr>
              <w:t>(Spain) Proposal for amendments to UN Regulation No. 107 (Uniform provisions concerning the approval of category M2 or M3 vehicles with regard to their general construction)</w:t>
            </w:r>
          </w:p>
        </w:tc>
        <w:tc>
          <w:tcPr>
            <w:tcW w:w="1134" w:type="dxa"/>
            <w:shd w:val="clear" w:color="auto" w:fill="auto"/>
          </w:tcPr>
          <w:p w14:paraId="78B2C2FD" w14:textId="77777777" w:rsidR="00BD44D9" w:rsidRPr="00794A20" w:rsidRDefault="00BD44D9" w:rsidP="00BD44D9">
            <w:pPr>
              <w:widowControl w:val="0"/>
              <w:suppressAutoHyphens w:val="0"/>
              <w:spacing w:before="57" w:line="240" w:lineRule="auto"/>
              <w:jc w:val="center"/>
              <w:rPr>
                <w:sz w:val="18"/>
                <w:szCs w:val="18"/>
                <w:highlight w:val="yellow"/>
              </w:rPr>
            </w:pPr>
            <w:r w:rsidRPr="00794A20">
              <w:rPr>
                <w:sz w:val="18"/>
                <w:szCs w:val="18"/>
              </w:rPr>
              <w:t>(b)</w:t>
            </w:r>
          </w:p>
        </w:tc>
      </w:tr>
      <w:tr w:rsidR="00BD44D9" w:rsidRPr="00794A20" w14:paraId="6D44AB8C" w14:textId="77777777" w:rsidTr="00BD44D9">
        <w:tc>
          <w:tcPr>
            <w:tcW w:w="666" w:type="dxa"/>
            <w:shd w:val="clear" w:color="auto" w:fill="auto"/>
          </w:tcPr>
          <w:p w14:paraId="04625AFF" w14:textId="77777777" w:rsidR="00BD44D9" w:rsidRPr="00794A20" w:rsidRDefault="00BD44D9" w:rsidP="00BD44D9">
            <w:pPr>
              <w:widowControl w:val="0"/>
              <w:suppressAutoHyphens w:val="0"/>
              <w:spacing w:before="57" w:after="24" w:line="240" w:lineRule="auto"/>
              <w:jc w:val="center"/>
              <w:rPr>
                <w:sz w:val="18"/>
                <w:szCs w:val="18"/>
              </w:rPr>
            </w:pPr>
            <w:r w:rsidRPr="00794A20">
              <w:rPr>
                <w:sz w:val="18"/>
                <w:szCs w:val="18"/>
              </w:rPr>
              <w:t>4</w:t>
            </w:r>
          </w:p>
        </w:tc>
        <w:tc>
          <w:tcPr>
            <w:tcW w:w="6705" w:type="dxa"/>
            <w:shd w:val="clear" w:color="auto" w:fill="auto"/>
          </w:tcPr>
          <w:p w14:paraId="4C499CDC" w14:textId="77777777" w:rsidR="00BD44D9" w:rsidRPr="00AB3E43" w:rsidRDefault="00BD44D9" w:rsidP="00BD44D9">
            <w:pPr>
              <w:widowControl w:val="0"/>
              <w:suppressAutoHyphens w:val="0"/>
              <w:spacing w:before="57" w:after="24" w:line="240" w:lineRule="auto"/>
              <w:ind w:left="113"/>
              <w:rPr>
                <w:sz w:val="18"/>
                <w:szCs w:val="18"/>
                <w:lang w:val="en-US"/>
              </w:rPr>
            </w:pPr>
            <w:r w:rsidRPr="00AB3E43">
              <w:rPr>
                <w:sz w:val="18"/>
                <w:szCs w:val="18"/>
                <w:lang w:val="en-US"/>
              </w:rPr>
              <w:t>(Chairman of the TF on RWS) Status of discussion after 8</w:t>
            </w:r>
            <w:r w:rsidRPr="00AB3E43">
              <w:rPr>
                <w:sz w:val="18"/>
                <w:szCs w:val="18"/>
                <w:vertAlign w:val="superscript"/>
                <w:lang w:val="en-US"/>
              </w:rPr>
              <w:t>th</w:t>
            </w:r>
            <w:r w:rsidRPr="00AB3E43">
              <w:rPr>
                <w:sz w:val="18"/>
                <w:szCs w:val="18"/>
                <w:lang w:val="en-US"/>
              </w:rPr>
              <w:t xml:space="preserve"> meeting</w:t>
            </w:r>
          </w:p>
        </w:tc>
        <w:tc>
          <w:tcPr>
            <w:tcW w:w="1134" w:type="dxa"/>
            <w:shd w:val="clear" w:color="auto" w:fill="auto"/>
          </w:tcPr>
          <w:p w14:paraId="3F1394EA" w14:textId="77777777" w:rsidR="00BD44D9" w:rsidRPr="00794A20" w:rsidRDefault="00BD44D9" w:rsidP="00BD44D9">
            <w:pPr>
              <w:widowControl w:val="0"/>
              <w:suppressAutoHyphens w:val="0"/>
              <w:spacing w:before="57" w:line="240" w:lineRule="auto"/>
              <w:jc w:val="center"/>
              <w:rPr>
                <w:sz w:val="18"/>
                <w:szCs w:val="18"/>
                <w:highlight w:val="yellow"/>
              </w:rPr>
            </w:pPr>
            <w:r w:rsidRPr="00794A20">
              <w:rPr>
                <w:sz w:val="18"/>
                <w:szCs w:val="18"/>
              </w:rPr>
              <w:t>(c)</w:t>
            </w:r>
          </w:p>
        </w:tc>
      </w:tr>
      <w:tr w:rsidR="00BD44D9" w:rsidRPr="00794A20" w14:paraId="504B0C46" w14:textId="77777777" w:rsidTr="00BD44D9">
        <w:tc>
          <w:tcPr>
            <w:tcW w:w="666" w:type="dxa"/>
            <w:shd w:val="clear" w:color="auto" w:fill="auto"/>
          </w:tcPr>
          <w:p w14:paraId="7E761231" w14:textId="77777777" w:rsidR="00BD44D9" w:rsidRPr="00794A20" w:rsidRDefault="00BD44D9" w:rsidP="00BD44D9">
            <w:pPr>
              <w:widowControl w:val="0"/>
              <w:suppressAutoHyphens w:val="0"/>
              <w:spacing w:before="57" w:after="24" w:line="240" w:lineRule="auto"/>
              <w:jc w:val="center"/>
              <w:rPr>
                <w:sz w:val="18"/>
                <w:szCs w:val="18"/>
              </w:rPr>
            </w:pPr>
            <w:r w:rsidRPr="00794A20">
              <w:rPr>
                <w:sz w:val="18"/>
                <w:szCs w:val="18"/>
              </w:rPr>
              <w:t>5</w:t>
            </w:r>
          </w:p>
        </w:tc>
        <w:tc>
          <w:tcPr>
            <w:tcW w:w="6705" w:type="dxa"/>
            <w:shd w:val="clear" w:color="auto" w:fill="auto"/>
          </w:tcPr>
          <w:p w14:paraId="12A4D737" w14:textId="77777777" w:rsidR="00BD44D9" w:rsidRPr="00AB3E43" w:rsidRDefault="00BD44D9" w:rsidP="00BD44D9">
            <w:pPr>
              <w:widowControl w:val="0"/>
              <w:suppressAutoHyphens w:val="0"/>
              <w:spacing w:before="57" w:after="24" w:line="240" w:lineRule="auto"/>
              <w:ind w:left="113"/>
              <w:rPr>
                <w:sz w:val="18"/>
                <w:szCs w:val="18"/>
                <w:lang w:val="en-US"/>
              </w:rPr>
            </w:pPr>
            <w:r w:rsidRPr="00AB3E43">
              <w:rPr>
                <w:sz w:val="18"/>
                <w:szCs w:val="18"/>
                <w:lang w:val="en-US"/>
              </w:rPr>
              <w:t>(China Automotive Technology and Research Center Co) Chinese Mandatory National Standard GB “Automobile Event Data Recorder system”</w:t>
            </w:r>
          </w:p>
        </w:tc>
        <w:tc>
          <w:tcPr>
            <w:tcW w:w="1134" w:type="dxa"/>
            <w:shd w:val="clear" w:color="auto" w:fill="auto"/>
          </w:tcPr>
          <w:p w14:paraId="58E124BB" w14:textId="77777777" w:rsidR="00BD44D9" w:rsidRPr="00794A20" w:rsidRDefault="00BD44D9" w:rsidP="00BD44D9">
            <w:pPr>
              <w:widowControl w:val="0"/>
              <w:suppressAutoHyphens w:val="0"/>
              <w:spacing w:before="57" w:line="240" w:lineRule="auto"/>
              <w:jc w:val="center"/>
              <w:rPr>
                <w:sz w:val="18"/>
                <w:szCs w:val="18"/>
                <w:highlight w:val="yellow"/>
              </w:rPr>
            </w:pPr>
            <w:r w:rsidRPr="00794A20">
              <w:rPr>
                <w:sz w:val="18"/>
                <w:szCs w:val="18"/>
              </w:rPr>
              <w:t>(c)</w:t>
            </w:r>
          </w:p>
        </w:tc>
      </w:tr>
      <w:tr w:rsidR="00BD44D9" w:rsidRPr="00794A20" w14:paraId="38CD1702" w14:textId="77777777" w:rsidTr="00BD44D9">
        <w:tc>
          <w:tcPr>
            <w:tcW w:w="666" w:type="dxa"/>
            <w:shd w:val="clear" w:color="auto" w:fill="auto"/>
          </w:tcPr>
          <w:p w14:paraId="6A22BA4F" w14:textId="77777777" w:rsidR="00BD44D9" w:rsidRPr="00794A20" w:rsidRDefault="00BD44D9" w:rsidP="00BD44D9">
            <w:pPr>
              <w:widowControl w:val="0"/>
              <w:suppressAutoHyphens w:val="0"/>
              <w:spacing w:before="57" w:after="24" w:line="240" w:lineRule="auto"/>
              <w:jc w:val="center"/>
              <w:rPr>
                <w:sz w:val="18"/>
                <w:szCs w:val="18"/>
              </w:rPr>
            </w:pPr>
            <w:r w:rsidRPr="00794A20">
              <w:rPr>
                <w:sz w:val="18"/>
                <w:szCs w:val="18"/>
              </w:rPr>
              <w:t>6</w:t>
            </w:r>
          </w:p>
        </w:tc>
        <w:tc>
          <w:tcPr>
            <w:tcW w:w="6705" w:type="dxa"/>
            <w:shd w:val="clear" w:color="auto" w:fill="auto"/>
          </w:tcPr>
          <w:p w14:paraId="51526395" w14:textId="77777777" w:rsidR="00BD44D9" w:rsidRPr="00AB3E43" w:rsidRDefault="00BD44D9" w:rsidP="00BD44D9">
            <w:pPr>
              <w:widowControl w:val="0"/>
              <w:suppressAutoHyphens w:val="0"/>
              <w:spacing w:before="57" w:after="24" w:line="240" w:lineRule="auto"/>
              <w:ind w:left="113"/>
              <w:rPr>
                <w:sz w:val="18"/>
                <w:szCs w:val="18"/>
                <w:lang w:val="en-US"/>
              </w:rPr>
            </w:pPr>
            <w:r w:rsidRPr="00AB3E43">
              <w:rPr>
                <w:sz w:val="18"/>
                <w:szCs w:val="18"/>
                <w:lang w:val="en-US"/>
              </w:rPr>
              <w:t>(Finland) Draft amendments to UN Regulation No. 55 (Mechanical couplings)</w:t>
            </w:r>
          </w:p>
        </w:tc>
        <w:tc>
          <w:tcPr>
            <w:tcW w:w="1134" w:type="dxa"/>
            <w:shd w:val="clear" w:color="auto" w:fill="auto"/>
          </w:tcPr>
          <w:p w14:paraId="60C320C5" w14:textId="77777777" w:rsidR="00BD44D9" w:rsidRPr="00794A20" w:rsidRDefault="00BD44D9" w:rsidP="00BD44D9">
            <w:pPr>
              <w:widowControl w:val="0"/>
              <w:suppressAutoHyphens w:val="0"/>
              <w:spacing w:before="57" w:line="240" w:lineRule="auto"/>
              <w:jc w:val="center"/>
              <w:rPr>
                <w:sz w:val="18"/>
                <w:szCs w:val="18"/>
                <w:highlight w:val="yellow"/>
              </w:rPr>
            </w:pPr>
            <w:r w:rsidRPr="00794A20">
              <w:rPr>
                <w:sz w:val="18"/>
                <w:szCs w:val="18"/>
              </w:rPr>
              <w:t>(b)</w:t>
            </w:r>
          </w:p>
        </w:tc>
      </w:tr>
      <w:tr w:rsidR="00BD44D9" w:rsidRPr="00794A20" w14:paraId="035CABD7" w14:textId="77777777" w:rsidTr="00BD44D9">
        <w:tc>
          <w:tcPr>
            <w:tcW w:w="666" w:type="dxa"/>
            <w:shd w:val="clear" w:color="auto" w:fill="auto"/>
          </w:tcPr>
          <w:p w14:paraId="2EF881B8" w14:textId="77777777" w:rsidR="00BD44D9" w:rsidRPr="00794A20" w:rsidRDefault="00BD44D9" w:rsidP="00BD44D9">
            <w:pPr>
              <w:widowControl w:val="0"/>
              <w:suppressAutoHyphens w:val="0"/>
              <w:spacing w:before="57" w:after="24" w:line="240" w:lineRule="auto"/>
              <w:jc w:val="center"/>
              <w:rPr>
                <w:sz w:val="18"/>
                <w:szCs w:val="18"/>
              </w:rPr>
            </w:pPr>
            <w:r w:rsidRPr="00794A20">
              <w:rPr>
                <w:sz w:val="18"/>
                <w:szCs w:val="18"/>
              </w:rPr>
              <w:t>7</w:t>
            </w:r>
          </w:p>
        </w:tc>
        <w:tc>
          <w:tcPr>
            <w:tcW w:w="6705" w:type="dxa"/>
            <w:shd w:val="clear" w:color="auto" w:fill="auto"/>
          </w:tcPr>
          <w:p w14:paraId="0E952918" w14:textId="77777777" w:rsidR="00BD44D9" w:rsidRPr="00AB3E43" w:rsidRDefault="00BD44D9" w:rsidP="00BD44D9">
            <w:pPr>
              <w:widowControl w:val="0"/>
              <w:suppressAutoHyphens w:val="0"/>
              <w:spacing w:before="57" w:after="24" w:line="240" w:lineRule="auto"/>
              <w:ind w:left="113"/>
              <w:rPr>
                <w:sz w:val="18"/>
                <w:szCs w:val="18"/>
                <w:lang w:val="en-US"/>
              </w:rPr>
            </w:pPr>
            <w:r w:rsidRPr="00AB3E43">
              <w:rPr>
                <w:sz w:val="18"/>
                <w:szCs w:val="18"/>
                <w:lang w:val="en-US"/>
              </w:rPr>
              <w:t>(France) Status of the French legislation on shuttles</w:t>
            </w:r>
          </w:p>
        </w:tc>
        <w:tc>
          <w:tcPr>
            <w:tcW w:w="1134" w:type="dxa"/>
            <w:shd w:val="clear" w:color="auto" w:fill="auto"/>
          </w:tcPr>
          <w:p w14:paraId="0B562882" w14:textId="77777777" w:rsidR="00BD44D9" w:rsidRPr="00794A20" w:rsidRDefault="00BD44D9" w:rsidP="00BD44D9">
            <w:pPr>
              <w:widowControl w:val="0"/>
              <w:suppressAutoHyphens w:val="0"/>
              <w:spacing w:before="57" w:line="240" w:lineRule="auto"/>
              <w:jc w:val="center"/>
              <w:rPr>
                <w:sz w:val="18"/>
                <w:szCs w:val="18"/>
                <w:highlight w:val="yellow"/>
              </w:rPr>
            </w:pPr>
            <w:r w:rsidRPr="00794A20">
              <w:rPr>
                <w:sz w:val="18"/>
                <w:szCs w:val="18"/>
              </w:rPr>
              <w:t>(d)</w:t>
            </w:r>
          </w:p>
        </w:tc>
      </w:tr>
      <w:tr w:rsidR="00BD44D9" w:rsidRPr="00794A20" w14:paraId="7BEDE725" w14:textId="77777777" w:rsidTr="00BD44D9">
        <w:tc>
          <w:tcPr>
            <w:tcW w:w="666" w:type="dxa"/>
            <w:shd w:val="clear" w:color="auto" w:fill="auto"/>
          </w:tcPr>
          <w:p w14:paraId="15391BD1" w14:textId="77777777" w:rsidR="00BD44D9" w:rsidRPr="00794A20" w:rsidRDefault="00BD44D9" w:rsidP="00BD44D9">
            <w:pPr>
              <w:widowControl w:val="0"/>
              <w:suppressAutoHyphens w:val="0"/>
              <w:spacing w:before="57" w:after="24" w:line="240" w:lineRule="auto"/>
              <w:jc w:val="center"/>
              <w:rPr>
                <w:sz w:val="18"/>
                <w:szCs w:val="18"/>
              </w:rPr>
            </w:pPr>
            <w:r w:rsidRPr="00794A20">
              <w:rPr>
                <w:sz w:val="18"/>
                <w:szCs w:val="18"/>
              </w:rPr>
              <w:t>8</w:t>
            </w:r>
          </w:p>
        </w:tc>
        <w:tc>
          <w:tcPr>
            <w:tcW w:w="6705" w:type="dxa"/>
            <w:shd w:val="clear" w:color="auto" w:fill="auto"/>
          </w:tcPr>
          <w:p w14:paraId="4AECEA0E" w14:textId="77777777" w:rsidR="00BD44D9" w:rsidRPr="00AB3E43" w:rsidRDefault="00BD44D9" w:rsidP="00BD44D9">
            <w:pPr>
              <w:widowControl w:val="0"/>
              <w:suppressAutoHyphens w:val="0"/>
              <w:spacing w:before="57" w:after="24" w:line="240" w:lineRule="auto"/>
              <w:ind w:left="113"/>
              <w:rPr>
                <w:sz w:val="18"/>
                <w:szCs w:val="18"/>
                <w:lang w:val="en-US"/>
              </w:rPr>
            </w:pPr>
            <w:r w:rsidRPr="00AB3E43">
              <w:rPr>
                <w:sz w:val="18"/>
                <w:szCs w:val="18"/>
                <w:lang w:val="en-US"/>
              </w:rPr>
              <w:t xml:space="preserve">(France) </w:t>
            </w:r>
            <w:proofErr w:type="spellStart"/>
            <w:r w:rsidRPr="00AB3E43">
              <w:rPr>
                <w:sz w:val="18"/>
                <w:szCs w:val="18"/>
                <w:lang w:val="en-US"/>
              </w:rPr>
              <w:t>Behaviour</w:t>
            </w:r>
            <w:proofErr w:type="spellEnd"/>
            <w:r w:rsidRPr="00AB3E43">
              <w:rPr>
                <w:sz w:val="18"/>
                <w:szCs w:val="18"/>
                <w:lang w:val="en-US"/>
              </w:rPr>
              <w:t xml:space="preserve"> of M2 &amp; M3 general construction in case of Fire Event</w:t>
            </w:r>
          </w:p>
        </w:tc>
        <w:tc>
          <w:tcPr>
            <w:tcW w:w="1134" w:type="dxa"/>
            <w:shd w:val="clear" w:color="auto" w:fill="auto"/>
          </w:tcPr>
          <w:p w14:paraId="7DDBFFB6" w14:textId="77777777" w:rsidR="00BD44D9" w:rsidRPr="00794A20" w:rsidRDefault="00BD44D9" w:rsidP="00BD44D9">
            <w:pPr>
              <w:widowControl w:val="0"/>
              <w:suppressAutoHyphens w:val="0"/>
              <w:spacing w:before="57" w:line="240" w:lineRule="auto"/>
              <w:jc w:val="center"/>
              <w:rPr>
                <w:sz w:val="18"/>
                <w:szCs w:val="18"/>
                <w:highlight w:val="yellow"/>
              </w:rPr>
            </w:pPr>
            <w:r w:rsidRPr="00794A20">
              <w:rPr>
                <w:sz w:val="18"/>
                <w:szCs w:val="18"/>
              </w:rPr>
              <w:t>(c)</w:t>
            </w:r>
          </w:p>
        </w:tc>
      </w:tr>
      <w:tr w:rsidR="00BD44D9" w:rsidRPr="00794A20" w14:paraId="02F2E257" w14:textId="77777777" w:rsidTr="00BD44D9">
        <w:tc>
          <w:tcPr>
            <w:tcW w:w="666" w:type="dxa"/>
            <w:shd w:val="clear" w:color="auto" w:fill="auto"/>
          </w:tcPr>
          <w:p w14:paraId="70C9645C" w14:textId="77777777" w:rsidR="00BD44D9" w:rsidRPr="00794A20" w:rsidRDefault="00BD44D9" w:rsidP="00BD44D9">
            <w:pPr>
              <w:widowControl w:val="0"/>
              <w:suppressAutoHyphens w:val="0"/>
              <w:spacing w:before="57" w:after="24" w:line="240" w:lineRule="auto"/>
              <w:jc w:val="center"/>
              <w:rPr>
                <w:sz w:val="18"/>
                <w:szCs w:val="18"/>
              </w:rPr>
            </w:pPr>
            <w:r w:rsidRPr="00794A20">
              <w:rPr>
                <w:sz w:val="18"/>
                <w:szCs w:val="18"/>
              </w:rPr>
              <w:t>9</w:t>
            </w:r>
          </w:p>
        </w:tc>
        <w:tc>
          <w:tcPr>
            <w:tcW w:w="6705" w:type="dxa"/>
            <w:shd w:val="clear" w:color="auto" w:fill="auto"/>
          </w:tcPr>
          <w:p w14:paraId="791C093E" w14:textId="77777777" w:rsidR="00BD44D9" w:rsidRPr="00AB3E43" w:rsidRDefault="00BD44D9" w:rsidP="00BD44D9">
            <w:pPr>
              <w:widowControl w:val="0"/>
              <w:suppressAutoHyphens w:val="0"/>
              <w:spacing w:before="57" w:after="24" w:line="240" w:lineRule="auto"/>
              <w:ind w:left="113"/>
              <w:rPr>
                <w:sz w:val="18"/>
                <w:szCs w:val="18"/>
                <w:lang w:val="en-US"/>
              </w:rPr>
            </w:pPr>
            <w:r w:rsidRPr="00AB3E43">
              <w:rPr>
                <w:sz w:val="18"/>
                <w:szCs w:val="18"/>
                <w:lang w:val="en-US"/>
              </w:rPr>
              <w:t>(France) Suggestion for an amendment to UN Regulation No. 55</w:t>
            </w:r>
          </w:p>
          <w:p w14:paraId="439B780C" w14:textId="77777777" w:rsidR="00BD44D9" w:rsidRPr="00794A20" w:rsidRDefault="00BD44D9" w:rsidP="00BD44D9">
            <w:pPr>
              <w:widowControl w:val="0"/>
              <w:suppressAutoHyphens w:val="0"/>
              <w:spacing w:before="57" w:after="24" w:line="240" w:lineRule="auto"/>
              <w:ind w:left="113"/>
              <w:rPr>
                <w:sz w:val="18"/>
                <w:szCs w:val="18"/>
              </w:rPr>
            </w:pPr>
            <w:r w:rsidRPr="00794A20">
              <w:rPr>
                <w:sz w:val="18"/>
                <w:szCs w:val="18"/>
              </w:rPr>
              <w:t>(</w:t>
            </w:r>
            <w:proofErr w:type="spellStart"/>
            <w:r w:rsidRPr="00794A20">
              <w:rPr>
                <w:sz w:val="18"/>
                <w:szCs w:val="18"/>
              </w:rPr>
              <w:t>Mechanical</w:t>
            </w:r>
            <w:proofErr w:type="spellEnd"/>
            <w:r w:rsidRPr="00794A20">
              <w:rPr>
                <w:sz w:val="18"/>
                <w:szCs w:val="18"/>
              </w:rPr>
              <w:t xml:space="preserve"> </w:t>
            </w:r>
            <w:proofErr w:type="spellStart"/>
            <w:r w:rsidRPr="00794A20">
              <w:rPr>
                <w:sz w:val="18"/>
                <w:szCs w:val="18"/>
              </w:rPr>
              <w:t>coupling</w:t>
            </w:r>
            <w:proofErr w:type="spellEnd"/>
            <w:r w:rsidRPr="00794A20">
              <w:rPr>
                <w:sz w:val="18"/>
                <w:szCs w:val="18"/>
              </w:rPr>
              <w:t>)</w:t>
            </w:r>
          </w:p>
        </w:tc>
        <w:tc>
          <w:tcPr>
            <w:tcW w:w="1134" w:type="dxa"/>
            <w:shd w:val="clear" w:color="auto" w:fill="auto"/>
          </w:tcPr>
          <w:p w14:paraId="3E594D2F" w14:textId="77777777" w:rsidR="00BD44D9" w:rsidRPr="00794A20" w:rsidRDefault="00BD44D9" w:rsidP="00BD44D9">
            <w:pPr>
              <w:widowControl w:val="0"/>
              <w:suppressAutoHyphens w:val="0"/>
              <w:spacing w:before="57" w:line="240" w:lineRule="auto"/>
              <w:jc w:val="center"/>
              <w:rPr>
                <w:sz w:val="18"/>
                <w:szCs w:val="18"/>
                <w:highlight w:val="yellow"/>
              </w:rPr>
            </w:pPr>
            <w:r w:rsidRPr="00794A20">
              <w:rPr>
                <w:sz w:val="18"/>
                <w:szCs w:val="18"/>
              </w:rPr>
              <w:t>(d)</w:t>
            </w:r>
          </w:p>
        </w:tc>
      </w:tr>
      <w:tr w:rsidR="00BD44D9" w:rsidRPr="00794A20" w14:paraId="6CA8BBCE" w14:textId="77777777" w:rsidTr="00BD44D9">
        <w:tc>
          <w:tcPr>
            <w:tcW w:w="666" w:type="dxa"/>
            <w:shd w:val="clear" w:color="auto" w:fill="auto"/>
          </w:tcPr>
          <w:p w14:paraId="3AE1C40D" w14:textId="77777777" w:rsidR="00BD44D9" w:rsidRPr="00794A20" w:rsidRDefault="00BD44D9" w:rsidP="00BD44D9">
            <w:pPr>
              <w:widowControl w:val="0"/>
              <w:suppressAutoHyphens w:val="0"/>
              <w:spacing w:before="57" w:after="24" w:line="240" w:lineRule="auto"/>
              <w:jc w:val="center"/>
              <w:rPr>
                <w:sz w:val="18"/>
                <w:szCs w:val="18"/>
              </w:rPr>
            </w:pPr>
            <w:r w:rsidRPr="00794A20">
              <w:rPr>
                <w:sz w:val="18"/>
                <w:szCs w:val="18"/>
              </w:rPr>
              <w:t>10</w:t>
            </w:r>
          </w:p>
        </w:tc>
        <w:tc>
          <w:tcPr>
            <w:tcW w:w="6705" w:type="dxa"/>
            <w:shd w:val="clear" w:color="auto" w:fill="auto"/>
          </w:tcPr>
          <w:p w14:paraId="022AF328" w14:textId="77777777" w:rsidR="00BD44D9" w:rsidRPr="00AB3E43" w:rsidRDefault="00BD44D9" w:rsidP="00BD44D9">
            <w:pPr>
              <w:widowControl w:val="0"/>
              <w:suppressAutoHyphens w:val="0"/>
              <w:spacing w:before="57" w:after="24" w:line="240" w:lineRule="auto"/>
              <w:ind w:left="113"/>
              <w:rPr>
                <w:sz w:val="18"/>
                <w:szCs w:val="18"/>
                <w:lang w:val="fr-FR"/>
              </w:rPr>
            </w:pPr>
            <w:r w:rsidRPr="00AB3E43">
              <w:rPr>
                <w:sz w:val="18"/>
                <w:szCs w:val="18"/>
                <w:lang w:val="fr-FR"/>
              </w:rPr>
              <w:t>(France) Arrêté du 6 mai 2019 définissant les conditions d’homologation, d’exploitation et de circulation des navettes urbaines</w:t>
            </w:r>
          </w:p>
        </w:tc>
        <w:tc>
          <w:tcPr>
            <w:tcW w:w="1134" w:type="dxa"/>
            <w:shd w:val="clear" w:color="auto" w:fill="auto"/>
          </w:tcPr>
          <w:p w14:paraId="44BEF423" w14:textId="77777777" w:rsidR="00BD44D9" w:rsidRPr="00794A20" w:rsidRDefault="00BD44D9" w:rsidP="00BD44D9">
            <w:pPr>
              <w:widowControl w:val="0"/>
              <w:suppressAutoHyphens w:val="0"/>
              <w:spacing w:before="57" w:line="240" w:lineRule="auto"/>
              <w:jc w:val="center"/>
              <w:rPr>
                <w:sz w:val="18"/>
                <w:szCs w:val="18"/>
                <w:highlight w:val="yellow"/>
              </w:rPr>
            </w:pPr>
            <w:r w:rsidRPr="00794A20">
              <w:rPr>
                <w:sz w:val="18"/>
                <w:szCs w:val="18"/>
              </w:rPr>
              <w:t>(c)</w:t>
            </w:r>
          </w:p>
        </w:tc>
      </w:tr>
      <w:tr w:rsidR="00BD44D9" w:rsidRPr="00794A20" w14:paraId="03358F15" w14:textId="77777777" w:rsidTr="00BD44D9">
        <w:tc>
          <w:tcPr>
            <w:tcW w:w="666" w:type="dxa"/>
            <w:shd w:val="clear" w:color="auto" w:fill="auto"/>
          </w:tcPr>
          <w:p w14:paraId="2039BD8E" w14:textId="77777777" w:rsidR="00BD44D9" w:rsidRPr="00794A20" w:rsidRDefault="00BD44D9" w:rsidP="00BD44D9">
            <w:pPr>
              <w:widowControl w:val="0"/>
              <w:suppressAutoHyphens w:val="0"/>
              <w:spacing w:before="57" w:after="24" w:line="240" w:lineRule="auto"/>
              <w:jc w:val="center"/>
              <w:rPr>
                <w:sz w:val="18"/>
                <w:szCs w:val="18"/>
              </w:rPr>
            </w:pPr>
            <w:r w:rsidRPr="00794A20">
              <w:rPr>
                <w:sz w:val="18"/>
                <w:szCs w:val="18"/>
              </w:rPr>
              <w:t>11</w:t>
            </w:r>
          </w:p>
        </w:tc>
        <w:tc>
          <w:tcPr>
            <w:tcW w:w="6705" w:type="dxa"/>
            <w:shd w:val="clear" w:color="auto" w:fill="auto"/>
          </w:tcPr>
          <w:p w14:paraId="6229C3D4" w14:textId="77777777" w:rsidR="00BD44D9" w:rsidRPr="00AB3E43" w:rsidRDefault="00BD44D9" w:rsidP="00BD44D9">
            <w:pPr>
              <w:widowControl w:val="0"/>
              <w:suppressAutoHyphens w:val="0"/>
              <w:spacing w:before="57" w:after="24" w:line="240" w:lineRule="auto"/>
              <w:ind w:left="113"/>
              <w:rPr>
                <w:sz w:val="18"/>
                <w:szCs w:val="18"/>
                <w:lang w:val="en-US"/>
              </w:rPr>
            </w:pPr>
            <w:r w:rsidRPr="00AB3E43">
              <w:rPr>
                <w:sz w:val="18"/>
                <w:szCs w:val="18"/>
                <w:lang w:val="en-US"/>
              </w:rPr>
              <w:t>(TF-EMC) Status report to GRSG-117: Proposal for updated R116 EMC annexes</w:t>
            </w:r>
          </w:p>
        </w:tc>
        <w:tc>
          <w:tcPr>
            <w:tcW w:w="1134" w:type="dxa"/>
            <w:shd w:val="clear" w:color="auto" w:fill="auto"/>
          </w:tcPr>
          <w:p w14:paraId="774A94A6" w14:textId="77777777" w:rsidR="00BD44D9" w:rsidRPr="00794A20" w:rsidRDefault="00BD44D9" w:rsidP="00BD44D9">
            <w:pPr>
              <w:widowControl w:val="0"/>
              <w:suppressAutoHyphens w:val="0"/>
              <w:spacing w:before="57" w:line="240" w:lineRule="auto"/>
              <w:jc w:val="center"/>
              <w:rPr>
                <w:sz w:val="18"/>
                <w:szCs w:val="18"/>
                <w:highlight w:val="yellow"/>
              </w:rPr>
            </w:pPr>
            <w:r w:rsidRPr="00794A20">
              <w:rPr>
                <w:sz w:val="18"/>
                <w:szCs w:val="18"/>
              </w:rPr>
              <w:t>(c)</w:t>
            </w:r>
          </w:p>
        </w:tc>
      </w:tr>
      <w:tr w:rsidR="00BD44D9" w:rsidRPr="00794A20" w14:paraId="749E17CB" w14:textId="77777777" w:rsidTr="00BD44D9">
        <w:tc>
          <w:tcPr>
            <w:tcW w:w="666" w:type="dxa"/>
            <w:shd w:val="clear" w:color="auto" w:fill="auto"/>
          </w:tcPr>
          <w:p w14:paraId="38BEC5F6" w14:textId="77777777" w:rsidR="00BD44D9" w:rsidRPr="00794A20" w:rsidRDefault="00BD44D9" w:rsidP="00BD44D9">
            <w:pPr>
              <w:widowControl w:val="0"/>
              <w:suppressAutoHyphens w:val="0"/>
              <w:spacing w:before="57" w:after="24" w:line="240" w:lineRule="auto"/>
              <w:jc w:val="center"/>
              <w:rPr>
                <w:sz w:val="18"/>
                <w:szCs w:val="18"/>
              </w:rPr>
            </w:pPr>
            <w:r w:rsidRPr="00794A20">
              <w:rPr>
                <w:sz w:val="18"/>
                <w:szCs w:val="18"/>
              </w:rPr>
              <w:t>12</w:t>
            </w:r>
          </w:p>
        </w:tc>
        <w:tc>
          <w:tcPr>
            <w:tcW w:w="6705" w:type="dxa"/>
            <w:shd w:val="clear" w:color="auto" w:fill="auto"/>
          </w:tcPr>
          <w:p w14:paraId="09BD4417" w14:textId="77777777" w:rsidR="00BD44D9" w:rsidRPr="00AB3E43" w:rsidRDefault="00BD44D9" w:rsidP="00BD44D9">
            <w:pPr>
              <w:widowControl w:val="0"/>
              <w:suppressAutoHyphens w:val="0"/>
              <w:spacing w:before="57" w:after="24" w:line="240" w:lineRule="auto"/>
              <w:ind w:left="113"/>
              <w:rPr>
                <w:sz w:val="18"/>
                <w:szCs w:val="18"/>
                <w:lang w:val="en-US"/>
              </w:rPr>
            </w:pPr>
            <w:r w:rsidRPr="00AB3E43">
              <w:rPr>
                <w:sz w:val="18"/>
                <w:szCs w:val="18"/>
                <w:lang w:val="en-US"/>
              </w:rPr>
              <w:t>(TF-EMC) Proposal for amendments to GRSG/2019/21</w:t>
            </w:r>
          </w:p>
        </w:tc>
        <w:tc>
          <w:tcPr>
            <w:tcW w:w="1134" w:type="dxa"/>
            <w:shd w:val="clear" w:color="auto" w:fill="auto"/>
          </w:tcPr>
          <w:p w14:paraId="3CE9E90B" w14:textId="77777777" w:rsidR="00BD44D9" w:rsidRPr="00794A20" w:rsidRDefault="00BD44D9" w:rsidP="00BD44D9">
            <w:pPr>
              <w:widowControl w:val="0"/>
              <w:suppressAutoHyphens w:val="0"/>
              <w:spacing w:before="57" w:line="240" w:lineRule="auto"/>
              <w:jc w:val="center"/>
              <w:rPr>
                <w:sz w:val="18"/>
                <w:szCs w:val="18"/>
              </w:rPr>
            </w:pPr>
            <w:r w:rsidRPr="00794A20">
              <w:rPr>
                <w:sz w:val="18"/>
                <w:szCs w:val="18"/>
              </w:rPr>
              <w:t>(b)</w:t>
            </w:r>
          </w:p>
        </w:tc>
      </w:tr>
      <w:tr w:rsidR="00BD44D9" w:rsidRPr="00794A20" w14:paraId="0AB2F914" w14:textId="77777777" w:rsidTr="00BD44D9">
        <w:tc>
          <w:tcPr>
            <w:tcW w:w="666" w:type="dxa"/>
            <w:shd w:val="clear" w:color="auto" w:fill="auto"/>
          </w:tcPr>
          <w:p w14:paraId="7003CDEA" w14:textId="77777777" w:rsidR="00BD44D9" w:rsidRPr="00794A20" w:rsidRDefault="00BD44D9" w:rsidP="00BD44D9">
            <w:pPr>
              <w:widowControl w:val="0"/>
              <w:suppressAutoHyphens w:val="0"/>
              <w:spacing w:before="57" w:after="24" w:line="240" w:lineRule="auto"/>
              <w:jc w:val="center"/>
              <w:rPr>
                <w:sz w:val="18"/>
                <w:szCs w:val="18"/>
              </w:rPr>
            </w:pPr>
            <w:r w:rsidRPr="00794A20">
              <w:rPr>
                <w:sz w:val="18"/>
                <w:szCs w:val="18"/>
              </w:rPr>
              <w:t>13</w:t>
            </w:r>
          </w:p>
        </w:tc>
        <w:tc>
          <w:tcPr>
            <w:tcW w:w="6705" w:type="dxa"/>
            <w:shd w:val="clear" w:color="auto" w:fill="auto"/>
          </w:tcPr>
          <w:p w14:paraId="5CFF7DEC" w14:textId="77777777" w:rsidR="00BD44D9" w:rsidRPr="00AB3E43" w:rsidRDefault="00BD44D9" w:rsidP="00BD44D9">
            <w:pPr>
              <w:widowControl w:val="0"/>
              <w:suppressAutoHyphens w:val="0"/>
              <w:spacing w:before="57" w:after="24" w:line="240" w:lineRule="auto"/>
              <w:ind w:left="113"/>
              <w:rPr>
                <w:sz w:val="18"/>
                <w:szCs w:val="18"/>
                <w:lang w:val="en-US"/>
              </w:rPr>
            </w:pPr>
            <w:r w:rsidRPr="00AB3E43">
              <w:rPr>
                <w:sz w:val="18"/>
                <w:szCs w:val="18"/>
                <w:lang w:val="en-US"/>
              </w:rPr>
              <w:t>(TF-EMC) Proposal for amendments to GRSG/2019/20</w:t>
            </w:r>
          </w:p>
        </w:tc>
        <w:tc>
          <w:tcPr>
            <w:tcW w:w="1134" w:type="dxa"/>
            <w:shd w:val="clear" w:color="auto" w:fill="auto"/>
          </w:tcPr>
          <w:p w14:paraId="508EA093" w14:textId="77777777" w:rsidR="00BD44D9" w:rsidRPr="00794A20" w:rsidRDefault="00BD44D9" w:rsidP="00BD44D9">
            <w:pPr>
              <w:widowControl w:val="0"/>
              <w:suppressAutoHyphens w:val="0"/>
              <w:spacing w:before="57" w:line="240" w:lineRule="auto"/>
              <w:jc w:val="center"/>
              <w:rPr>
                <w:sz w:val="18"/>
                <w:szCs w:val="18"/>
              </w:rPr>
            </w:pPr>
            <w:r w:rsidRPr="00794A20">
              <w:rPr>
                <w:sz w:val="18"/>
                <w:szCs w:val="18"/>
              </w:rPr>
              <w:t>(b)</w:t>
            </w:r>
          </w:p>
        </w:tc>
      </w:tr>
      <w:tr w:rsidR="00BD44D9" w:rsidRPr="00794A20" w14:paraId="263C9119" w14:textId="77777777" w:rsidTr="00BD44D9">
        <w:tc>
          <w:tcPr>
            <w:tcW w:w="666" w:type="dxa"/>
            <w:shd w:val="clear" w:color="auto" w:fill="auto"/>
          </w:tcPr>
          <w:p w14:paraId="0F0A274C" w14:textId="77777777" w:rsidR="00BD44D9" w:rsidRPr="00794A20" w:rsidRDefault="00BD44D9" w:rsidP="00BD44D9">
            <w:pPr>
              <w:widowControl w:val="0"/>
              <w:suppressAutoHyphens w:val="0"/>
              <w:spacing w:before="57" w:after="24" w:line="240" w:lineRule="auto"/>
              <w:jc w:val="center"/>
              <w:rPr>
                <w:sz w:val="18"/>
                <w:szCs w:val="18"/>
              </w:rPr>
            </w:pPr>
            <w:r w:rsidRPr="00794A20">
              <w:rPr>
                <w:sz w:val="18"/>
                <w:szCs w:val="18"/>
              </w:rPr>
              <w:t>14</w:t>
            </w:r>
          </w:p>
        </w:tc>
        <w:tc>
          <w:tcPr>
            <w:tcW w:w="6705" w:type="dxa"/>
            <w:shd w:val="clear" w:color="auto" w:fill="auto"/>
          </w:tcPr>
          <w:p w14:paraId="13923679" w14:textId="77777777" w:rsidR="00BD44D9" w:rsidRPr="00AB3E43" w:rsidRDefault="00BD44D9" w:rsidP="00BD44D9">
            <w:pPr>
              <w:widowControl w:val="0"/>
              <w:suppressAutoHyphens w:val="0"/>
              <w:spacing w:before="57" w:after="24" w:line="240" w:lineRule="auto"/>
              <w:ind w:left="113"/>
              <w:rPr>
                <w:sz w:val="18"/>
                <w:szCs w:val="18"/>
                <w:lang w:val="en-US"/>
              </w:rPr>
            </w:pPr>
            <w:r w:rsidRPr="00AB3E43">
              <w:rPr>
                <w:sz w:val="18"/>
                <w:szCs w:val="18"/>
                <w:lang w:val="en-US"/>
              </w:rPr>
              <w:t>(TF-EMC) Proposal for amendments to GRSG/2019/22</w:t>
            </w:r>
          </w:p>
        </w:tc>
        <w:tc>
          <w:tcPr>
            <w:tcW w:w="1134" w:type="dxa"/>
            <w:shd w:val="clear" w:color="auto" w:fill="auto"/>
          </w:tcPr>
          <w:p w14:paraId="6B408BB5" w14:textId="77777777" w:rsidR="00BD44D9" w:rsidRPr="00794A20" w:rsidRDefault="00BD44D9" w:rsidP="00BD44D9">
            <w:pPr>
              <w:widowControl w:val="0"/>
              <w:suppressAutoHyphens w:val="0"/>
              <w:spacing w:before="57" w:line="240" w:lineRule="auto"/>
              <w:jc w:val="center"/>
              <w:rPr>
                <w:sz w:val="18"/>
                <w:szCs w:val="18"/>
                <w:highlight w:val="yellow"/>
              </w:rPr>
            </w:pPr>
            <w:r w:rsidRPr="00794A20">
              <w:rPr>
                <w:sz w:val="18"/>
                <w:szCs w:val="18"/>
              </w:rPr>
              <w:t>(b)</w:t>
            </w:r>
          </w:p>
        </w:tc>
      </w:tr>
      <w:tr w:rsidR="00BD44D9" w:rsidRPr="00794A20" w14:paraId="4949649A" w14:textId="77777777" w:rsidTr="00BD44D9">
        <w:tc>
          <w:tcPr>
            <w:tcW w:w="666" w:type="dxa"/>
            <w:shd w:val="clear" w:color="auto" w:fill="auto"/>
          </w:tcPr>
          <w:p w14:paraId="7C9726BF" w14:textId="77777777" w:rsidR="00BD44D9" w:rsidRPr="00794A20" w:rsidRDefault="00BD44D9" w:rsidP="00BD44D9">
            <w:pPr>
              <w:widowControl w:val="0"/>
              <w:suppressAutoHyphens w:val="0"/>
              <w:spacing w:before="57" w:after="24" w:line="240" w:lineRule="auto"/>
              <w:jc w:val="center"/>
              <w:rPr>
                <w:sz w:val="18"/>
                <w:szCs w:val="18"/>
              </w:rPr>
            </w:pPr>
            <w:r w:rsidRPr="00794A20">
              <w:rPr>
                <w:sz w:val="18"/>
                <w:szCs w:val="18"/>
              </w:rPr>
              <w:t>15</w:t>
            </w:r>
          </w:p>
        </w:tc>
        <w:tc>
          <w:tcPr>
            <w:tcW w:w="6705" w:type="dxa"/>
            <w:shd w:val="clear" w:color="auto" w:fill="auto"/>
          </w:tcPr>
          <w:p w14:paraId="4DB67635" w14:textId="77777777" w:rsidR="00BD44D9" w:rsidRPr="00AB3E43" w:rsidRDefault="00BD44D9" w:rsidP="00BD44D9">
            <w:pPr>
              <w:widowControl w:val="0"/>
              <w:suppressAutoHyphens w:val="0"/>
              <w:spacing w:before="57" w:after="24" w:line="240" w:lineRule="auto"/>
              <w:ind w:left="113"/>
              <w:rPr>
                <w:sz w:val="18"/>
                <w:szCs w:val="18"/>
                <w:lang w:val="en-US"/>
              </w:rPr>
            </w:pPr>
            <w:r w:rsidRPr="00AB3E43">
              <w:rPr>
                <w:sz w:val="18"/>
                <w:szCs w:val="18"/>
                <w:lang w:val="en-US"/>
              </w:rPr>
              <w:t>(Italy) Proposal for amendments to UN Regulation No. 67 (LPG vehicles)</w:t>
            </w:r>
          </w:p>
        </w:tc>
        <w:tc>
          <w:tcPr>
            <w:tcW w:w="1134" w:type="dxa"/>
            <w:shd w:val="clear" w:color="auto" w:fill="auto"/>
          </w:tcPr>
          <w:p w14:paraId="6BE19CCD" w14:textId="77777777" w:rsidR="00BD44D9" w:rsidRPr="00794A20" w:rsidRDefault="00BD44D9" w:rsidP="00BD44D9">
            <w:pPr>
              <w:widowControl w:val="0"/>
              <w:suppressAutoHyphens w:val="0"/>
              <w:spacing w:before="57" w:line="240" w:lineRule="auto"/>
              <w:jc w:val="center"/>
              <w:rPr>
                <w:sz w:val="18"/>
                <w:szCs w:val="18"/>
                <w:highlight w:val="yellow"/>
              </w:rPr>
            </w:pPr>
            <w:r w:rsidRPr="00794A20">
              <w:rPr>
                <w:sz w:val="18"/>
                <w:szCs w:val="18"/>
              </w:rPr>
              <w:t>(b)</w:t>
            </w:r>
          </w:p>
        </w:tc>
      </w:tr>
      <w:tr w:rsidR="00BD44D9" w:rsidRPr="00794A20" w14:paraId="20D8E3FA" w14:textId="77777777" w:rsidTr="00BD44D9">
        <w:tc>
          <w:tcPr>
            <w:tcW w:w="666" w:type="dxa"/>
            <w:shd w:val="clear" w:color="auto" w:fill="auto"/>
          </w:tcPr>
          <w:p w14:paraId="1FA532CD" w14:textId="77777777" w:rsidR="00BD44D9" w:rsidRPr="00794A20" w:rsidRDefault="00BD44D9" w:rsidP="00BD44D9">
            <w:pPr>
              <w:widowControl w:val="0"/>
              <w:suppressAutoHyphens w:val="0"/>
              <w:spacing w:before="57" w:after="24" w:line="240" w:lineRule="auto"/>
              <w:jc w:val="center"/>
              <w:rPr>
                <w:sz w:val="18"/>
                <w:szCs w:val="18"/>
              </w:rPr>
            </w:pPr>
            <w:r w:rsidRPr="00794A20">
              <w:rPr>
                <w:sz w:val="18"/>
                <w:szCs w:val="18"/>
              </w:rPr>
              <w:t>16</w:t>
            </w:r>
          </w:p>
        </w:tc>
        <w:tc>
          <w:tcPr>
            <w:tcW w:w="6705" w:type="dxa"/>
            <w:shd w:val="clear" w:color="auto" w:fill="auto"/>
          </w:tcPr>
          <w:p w14:paraId="1F9AA78F" w14:textId="77777777" w:rsidR="00BD44D9" w:rsidRPr="00AB3E43" w:rsidRDefault="00BD44D9" w:rsidP="00BD44D9">
            <w:pPr>
              <w:widowControl w:val="0"/>
              <w:suppressAutoHyphens w:val="0"/>
              <w:spacing w:before="57" w:after="24" w:line="240" w:lineRule="auto"/>
              <w:ind w:left="113"/>
              <w:rPr>
                <w:sz w:val="18"/>
                <w:szCs w:val="18"/>
                <w:lang w:val="en-US"/>
              </w:rPr>
            </w:pPr>
            <w:r w:rsidRPr="00AB3E43">
              <w:rPr>
                <w:sz w:val="18"/>
                <w:szCs w:val="18"/>
                <w:lang w:val="en-US"/>
              </w:rPr>
              <w:t>(Italy) Proposal for amendments to UN Regulation No. 46 (Devices for indirect vision)</w:t>
            </w:r>
          </w:p>
        </w:tc>
        <w:tc>
          <w:tcPr>
            <w:tcW w:w="1134" w:type="dxa"/>
            <w:shd w:val="clear" w:color="auto" w:fill="auto"/>
          </w:tcPr>
          <w:p w14:paraId="0B1ADE90" w14:textId="77777777" w:rsidR="00BD44D9" w:rsidRPr="00794A20" w:rsidRDefault="00BD44D9" w:rsidP="00BD44D9">
            <w:pPr>
              <w:widowControl w:val="0"/>
              <w:suppressAutoHyphens w:val="0"/>
              <w:spacing w:before="57" w:line="240" w:lineRule="auto"/>
              <w:jc w:val="center"/>
              <w:rPr>
                <w:sz w:val="18"/>
                <w:szCs w:val="18"/>
                <w:highlight w:val="yellow"/>
              </w:rPr>
            </w:pPr>
            <w:r w:rsidRPr="00794A20">
              <w:rPr>
                <w:sz w:val="18"/>
                <w:szCs w:val="18"/>
              </w:rPr>
              <w:t>(d)</w:t>
            </w:r>
          </w:p>
        </w:tc>
      </w:tr>
      <w:tr w:rsidR="00BD44D9" w:rsidRPr="00794A20" w14:paraId="630C8146" w14:textId="77777777" w:rsidTr="00BD44D9">
        <w:tc>
          <w:tcPr>
            <w:tcW w:w="666" w:type="dxa"/>
            <w:shd w:val="clear" w:color="auto" w:fill="auto"/>
          </w:tcPr>
          <w:p w14:paraId="3BAEA0FF" w14:textId="77777777" w:rsidR="00BD44D9" w:rsidRPr="00794A20" w:rsidRDefault="00BD44D9" w:rsidP="00BD44D9">
            <w:pPr>
              <w:widowControl w:val="0"/>
              <w:suppressAutoHyphens w:val="0"/>
              <w:spacing w:before="57" w:after="24" w:line="240" w:lineRule="auto"/>
              <w:jc w:val="center"/>
              <w:rPr>
                <w:sz w:val="18"/>
                <w:szCs w:val="18"/>
              </w:rPr>
            </w:pPr>
            <w:r w:rsidRPr="00794A20">
              <w:rPr>
                <w:sz w:val="18"/>
                <w:szCs w:val="18"/>
              </w:rPr>
              <w:t>17</w:t>
            </w:r>
          </w:p>
        </w:tc>
        <w:tc>
          <w:tcPr>
            <w:tcW w:w="6705" w:type="dxa"/>
            <w:shd w:val="clear" w:color="auto" w:fill="auto"/>
          </w:tcPr>
          <w:p w14:paraId="356332CD" w14:textId="77777777" w:rsidR="00BD44D9" w:rsidRPr="00794A20" w:rsidRDefault="00BD44D9" w:rsidP="00BD44D9">
            <w:pPr>
              <w:widowControl w:val="0"/>
              <w:suppressAutoHyphens w:val="0"/>
              <w:spacing w:before="57" w:after="24" w:line="240" w:lineRule="auto"/>
              <w:ind w:left="113"/>
              <w:rPr>
                <w:sz w:val="18"/>
                <w:szCs w:val="18"/>
              </w:rPr>
            </w:pPr>
            <w:r w:rsidRPr="00AB3E43">
              <w:rPr>
                <w:sz w:val="18"/>
                <w:szCs w:val="18"/>
                <w:lang w:val="en-US"/>
              </w:rPr>
              <w:t xml:space="preserve">(Italy) Proposal to include free from mirrors in Reg. </w:t>
            </w:r>
            <w:r w:rsidRPr="00794A20">
              <w:rPr>
                <w:sz w:val="18"/>
                <w:szCs w:val="18"/>
              </w:rPr>
              <w:t>ECE 46.06</w:t>
            </w:r>
          </w:p>
        </w:tc>
        <w:tc>
          <w:tcPr>
            <w:tcW w:w="1134" w:type="dxa"/>
            <w:shd w:val="clear" w:color="auto" w:fill="auto"/>
          </w:tcPr>
          <w:p w14:paraId="39A0A5FC" w14:textId="77777777" w:rsidR="00BD44D9" w:rsidRPr="00794A20" w:rsidRDefault="00BD44D9" w:rsidP="00BD44D9">
            <w:pPr>
              <w:widowControl w:val="0"/>
              <w:suppressAutoHyphens w:val="0"/>
              <w:spacing w:before="57" w:line="240" w:lineRule="auto"/>
              <w:jc w:val="center"/>
              <w:rPr>
                <w:sz w:val="18"/>
                <w:szCs w:val="18"/>
                <w:highlight w:val="yellow"/>
              </w:rPr>
            </w:pPr>
            <w:r w:rsidRPr="00794A20">
              <w:rPr>
                <w:sz w:val="18"/>
                <w:szCs w:val="18"/>
              </w:rPr>
              <w:t>(d)</w:t>
            </w:r>
          </w:p>
        </w:tc>
      </w:tr>
      <w:tr w:rsidR="00BD44D9" w:rsidRPr="00794A20" w14:paraId="48D0E8B0" w14:textId="77777777" w:rsidTr="00BD44D9">
        <w:tc>
          <w:tcPr>
            <w:tcW w:w="666" w:type="dxa"/>
            <w:shd w:val="clear" w:color="auto" w:fill="auto"/>
          </w:tcPr>
          <w:p w14:paraId="71C83444" w14:textId="77777777" w:rsidR="00BD44D9" w:rsidRPr="00794A20" w:rsidRDefault="00BD44D9" w:rsidP="00BD44D9">
            <w:pPr>
              <w:widowControl w:val="0"/>
              <w:suppressAutoHyphens w:val="0"/>
              <w:spacing w:before="57" w:after="24" w:line="240" w:lineRule="auto"/>
              <w:jc w:val="center"/>
              <w:rPr>
                <w:sz w:val="18"/>
                <w:szCs w:val="18"/>
              </w:rPr>
            </w:pPr>
            <w:r w:rsidRPr="00794A20">
              <w:rPr>
                <w:sz w:val="18"/>
                <w:szCs w:val="18"/>
              </w:rPr>
              <w:t>18</w:t>
            </w:r>
          </w:p>
        </w:tc>
        <w:tc>
          <w:tcPr>
            <w:tcW w:w="6705" w:type="dxa"/>
            <w:shd w:val="clear" w:color="auto" w:fill="auto"/>
          </w:tcPr>
          <w:p w14:paraId="288A0CBD" w14:textId="77777777" w:rsidR="00BD44D9" w:rsidRPr="00AB3E43" w:rsidRDefault="00BD44D9" w:rsidP="00BD44D9">
            <w:pPr>
              <w:widowControl w:val="0"/>
              <w:suppressAutoHyphens w:val="0"/>
              <w:spacing w:before="57" w:after="24" w:line="240" w:lineRule="auto"/>
              <w:ind w:left="113"/>
              <w:rPr>
                <w:sz w:val="18"/>
                <w:szCs w:val="18"/>
                <w:lang w:val="en-US"/>
              </w:rPr>
            </w:pPr>
            <w:r w:rsidRPr="00AB3E43">
              <w:rPr>
                <w:sz w:val="18"/>
                <w:szCs w:val="18"/>
                <w:lang w:val="en-US"/>
              </w:rPr>
              <w:t>(NGV Global) Proposal for amendments to ECE/TRANS/WP.29/GRSG/2019/26/Rev.1</w:t>
            </w:r>
          </w:p>
        </w:tc>
        <w:tc>
          <w:tcPr>
            <w:tcW w:w="1134" w:type="dxa"/>
            <w:shd w:val="clear" w:color="auto" w:fill="auto"/>
          </w:tcPr>
          <w:p w14:paraId="53178833" w14:textId="77777777" w:rsidR="00BD44D9" w:rsidRPr="00794A20" w:rsidRDefault="00BD44D9" w:rsidP="00BD44D9">
            <w:pPr>
              <w:widowControl w:val="0"/>
              <w:suppressAutoHyphens w:val="0"/>
              <w:spacing w:before="57" w:line="240" w:lineRule="auto"/>
              <w:jc w:val="center"/>
              <w:rPr>
                <w:sz w:val="18"/>
                <w:szCs w:val="18"/>
                <w:highlight w:val="yellow"/>
              </w:rPr>
            </w:pPr>
            <w:r w:rsidRPr="00794A20">
              <w:rPr>
                <w:sz w:val="18"/>
                <w:szCs w:val="18"/>
              </w:rPr>
              <w:t>(a)</w:t>
            </w:r>
          </w:p>
        </w:tc>
      </w:tr>
      <w:tr w:rsidR="00BD44D9" w:rsidRPr="00794A20" w14:paraId="37CA47E1" w14:textId="77777777" w:rsidTr="00BD44D9">
        <w:tc>
          <w:tcPr>
            <w:tcW w:w="666" w:type="dxa"/>
            <w:shd w:val="clear" w:color="auto" w:fill="auto"/>
          </w:tcPr>
          <w:p w14:paraId="117B91D0" w14:textId="77777777" w:rsidR="00BD44D9" w:rsidRPr="00794A20" w:rsidRDefault="00BD44D9" w:rsidP="00BD44D9">
            <w:pPr>
              <w:widowControl w:val="0"/>
              <w:suppressAutoHyphens w:val="0"/>
              <w:spacing w:before="57" w:after="24" w:line="240" w:lineRule="auto"/>
              <w:jc w:val="center"/>
              <w:rPr>
                <w:sz w:val="18"/>
                <w:szCs w:val="18"/>
              </w:rPr>
            </w:pPr>
            <w:r w:rsidRPr="00794A20">
              <w:rPr>
                <w:sz w:val="18"/>
                <w:szCs w:val="18"/>
              </w:rPr>
              <w:t>19</w:t>
            </w:r>
          </w:p>
        </w:tc>
        <w:tc>
          <w:tcPr>
            <w:tcW w:w="6705" w:type="dxa"/>
            <w:shd w:val="clear" w:color="auto" w:fill="auto"/>
          </w:tcPr>
          <w:p w14:paraId="4C95A54A" w14:textId="77777777" w:rsidR="00BD44D9" w:rsidRPr="00AB3E43" w:rsidRDefault="00BD44D9" w:rsidP="00BD44D9">
            <w:pPr>
              <w:widowControl w:val="0"/>
              <w:suppressAutoHyphens w:val="0"/>
              <w:spacing w:before="57" w:after="24" w:line="240" w:lineRule="auto"/>
              <w:ind w:left="113"/>
              <w:rPr>
                <w:sz w:val="18"/>
                <w:szCs w:val="18"/>
                <w:lang w:val="en-US"/>
              </w:rPr>
            </w:pPr>
            <w:r w:rsidRPr="00AB3E43">
              <w:rPr>
                <w:sz w:val="18"/>
                <w:szCs w:val="18"/>
                <w:lang w:val="en-US"/>
              </w:rPr>
              <w:t>(RV Industry Association) Recreation Vehicles and GRSG: Caravans, Campers, Mobile Homes, Mobile Command Centers, and Other RV Applications under GRSG</w:t>
            </w:r>
          </w:p>
        </w:tc>
        <w:tc>
          <w:tcPr>
            <w:tcW w:w="1134" w:type="dxa"/>
            <w:shd w:val="clear" w:color="auto" w:fill="auto"/>
          </w:tcPr>
          <w:p w14:paraId="23F2E1B9" w14:textId="77777777" w:rsidR="00BD44D9" w:rsidRPr="00794A20" w:rsidRDefault="00BD44D9" w:rsidP="00BD44D9">
            <w:pPr>
              <w:widowControl w:val="0"/>
              <w:suppressAutoHyphens w:val="0"/>
              <w:spacing w:before="57" w:line="240" w:lineRule="auto"/>
              <w:jc w:val="center"/>
              <w:rPr>
                <w:sz w:val="18"/>
                <w:szCs w:val="18"/>
                <w:highlight w:val="yellow"/>
              </w:rPr>
            </w:pPr>
            <w:r w:rsidRPr="00794A20">
              <w:rPr>
                <w:sz w:val="18"/>
                <w:szCs w:val="18"/>
              </w:rPr>
              <w:t>(c)</w:t>
            </w:r>
          </w:p>
        </w:tc>
      </w:tr>
      <w:tr w:rsidR="00BD44D9" w:rsidRPr="00794A20" w14:paraId="67B8C946" w14:textId="77777777" w:rsidTr="00BD44D9">
        <w:tc>
          <w:tcPr>
            <w:tcW w:w="666" w:type="dxa"/>
            <w:shd w:val="clear" w:color="auto" w:fill="auto"/>
          </w:tcPr>
          <w:p w14:paraId="66345C20" w14:textId="77777777" w:rsidR="00BD44D9" w:rsidRPr="00794A20" w:rsidRDefault="00BD44D9" w:rsidP="00BD44D9">
            <w:pPr>
              <w:widowControl w:val="0"/>
              <w:suppressAutoHyphens w:val="0"/>
              <w:spacing w:before="57" w:after="24" w:line="240" w:lineRule="auto"/>
              <w:jc w:val="center"/>
              <w:rPr>
                <w:sz w:val="18"/>
                <w:szCs w:val="18"/>
              </w:rPr>
            </w:pPr>
            <w:r w:rsidRPr="00794A20">
              <w:rPr>
                <w:sz w:val="18"/>
                <w:szCs w:val="18"/>
              </w:rPr>
              <w:t>20</w:t>
            </w:r>
          </w:p>
        </w:tc>
        <w:tc>
          <w:tcPr>
            <w:tcW w:w="6705" w:type="dxa"/>
            <w:shd w:val="clear" w:color="auto" w:fill="auto"/>
          </w:tcPr>
          <w:p w14:paraId="01BF2C38" w14:textId="77777777" w:rsidR="00BD44D9" w:rsidRPr="00AB3E43" w:rsidRDefault="00BD44D9" w:rsidP="00BD44D9">
            <w:pPr>
              <w:widowControl w:val="0"/>
              <w:suppressAutoHyphens w:val="0"/>
              <w:spacing w:before="57" w:after="24" w:line="240" w:lineRule="auto"/>
              <w:ind w:left="113"/>
              <w:rPr>
                <w:sz w:val="18"/>
                <w:szCs w:val="18"/>
                <w:lang w:val="en-US"/>
              </w:rPr>
            </w:pPr>
            <w:r w:rsidRPr="00AB3E43">
              <w:rPr>
                <w:sz w:val="18"/>
                <w:szCs w:val="18"/>
                <w:lang w:val="en-US"/>
              </w:rPr>
              <w:t xml:space="preserve">(Secretariat) Updated provisional agenda for the 117th session of GRSG - listing informal documents up until and including GRSG-117-26 </w:t>
            </w:r>
          </w:p>
        </w:tc>
        <w:tc>
          <w:tcPr>
            <w:tcW w:w="1134" w:type="dxa"/>
            <w:shd w:val="clear" w:color="auto" w:fill="auto"/>
          </w:tcPr>
          <w:p w14:paraId="1E1005BC" w14:textId="77777777" w:rsidR="00BD44D9" w:rsidRPr="00794A20" w:rsidRDefault="00BD44D9" w:rsidP="00BD44D9">
            <w:pPr>
              <w:widowControl w:val="0"/>
              <w:suppressAutoHyphens w:val="0"/>
              <w:spacing w:before="57" w:line="240" w:lineRule="auto"/>
              <w:jc w:val="center"/>
              <w:rPr>
                <w:sz w:val="18"/>
                <w:szCs w:val="18"/>
                <w:highlight w:val="yellow"/>
              </w:rPr>
            </w:pPr>
            <w:r w:rsidRPr="00794A20">
              <w:rPr>
                <w:sz w:val="18"/>
                <w:szCs w:val="18"/>
              </w:rPr>
              <w:t>(c)</w:t>
            </w:r>
          </w:p>
        </w:tc>
      </w:tr>
      <w:tr w:rsidR="00BD44D9" w:rsidRPr="00794A20" w14:paraId="14F39243" w14:textId="77777777" w:rsidTr="00BD44D9">
        <w:tc>
          <w:tcPr>
            <w:tcW w:w="666" w:type="dxa"/>
            <w:shd w:val="clear" w:color="auto" w:fill="auto"/>
          </w:tcPr>
          <w:p w14:paraId="370E7A51" w14:textId="77777777" w:rsidR="00BD44D9" w:rsidRPr="00794A20" w:rsidRDefault="00BD44D9" w:rsidP="00BD44D9">
            <w:pPr>
              <w:widowControl w:val="0"/>
              <w:suppressAutoHyphens w:val="0"/>
              <w:spacing w:before="57" w:after="24" w:line="240" w:lineRule="auto"/>
              <w:jc w:val="center"/>
              <w:rPr>
                <w:sz w:val="18"/>
                <w:szCs w:val="18"/>
              </w:rPr>
            </w:pPr>
            <w:r w:rsidRPr="00794A20">
              <w:rPr>
                <w:sz w:val="18"/>
                <w:szCs w:val="18"/>
              </w:rPr>
              <w:t>20-Rev.1</w:t>
            </w:r>
          </w:p>
        </w:tc>
        <w:tc>
          <w:tcPr>
            <w:tcW w:w="6705" w:type="dxa"/>
            <w:shd w:val="clear" w:color="auto" w:fill="auto"/>
          </w:tcPr>
          <w:p w14:paraId="417740E1" w14:textId="77777777" w:rsidR="00BD44D9" w:rsidRPr="00794A20" w:rsidRDefault="00BD44D9" w:rsidP="00BD44D9">
            <w:pPr>
              <w:widowControl w:val="0"/>
              <w:suppressAutoHyphens w:val="0"/>
              <w:spacing w:before="57" w:after="24" w:line="240" w:lineRule="auto"/>
              <w:ind w:left="113"/>
              <w:rPr>
                <w:sz w:val="18"/>
                <w:szCs w:val="18"/>
              </w:rPr>
            </w:pPr>
            <w:r w:rsidRPr="00794A20">
              <w:rPr>
                <w:sz w:val="18"/>
                <w:szCs w:val="18"/>
              </w:rPr>
              <w:t>Ibid</w:t>
            </w:r>
          </w:p>
        </w:tc>
        <w:tc>
          <w:tcPr>
            <w:tcW w:w="1134" w:type="dxa"/>
            <w:shd w:val="clear" w:color="auto" w:fill="auto"/>
          </w:tcPr>
          <w:p w14:paraId="1700CE35" w14:textId="77777777" w:rsidR="00BD44D9" w:rsidRPr="00794A20" w:rsidRDefault="00BD44D9" w:rsidP="00BD44D9">
            <w:pPr>
              <w:widowControl w:val="0"/>
              <w:suppressAutoHyphens w:val="0"/>
              <w:spacing w:before="57" w:line="240" w:lineRule="auto"/>
              <w:jc w:val="center"/>
              <w:rPr>
                <w:sz w:val="18"/>
                <w:szCs w:val="18"/>
              </w:rPr>
            </w:pPr>
            <w:r w:rsidRPr="00794A20">
              <w:rPr>
                <w:sz w:val="18"/>
                <w:szCs w:val="18"/>
              </w:rPr>
              <w:t>(c)</w:t>
            </w:r>
          </w:p>
        </w:tc>
      </w:tr>
      <w:tr w:rsidR="00BD44D9" w:rsidRPr="00794A20" w14:paraId="0FA4E83C" w14:textId="77777777" w:rsidTr="00BD44D9">
        <w:tc>
          <w:tcPr>
            <w:tcW w:w="666" w:type="dxa"/>
            <w:shd w:val="clear" w:color="auto" w:fill="auto"/>
          </w:tcPr>
          <w:p w14:paraId="5F3EC0FF" w14:textId="77777777" w:rsidR="00BD44D9" w:rsidRPr="00794A20" w:rsidRDefault="00BD44D9" w:rsidP="00BD44D9">
            <w:pPr>
              <w:widowControl w:val="0"/>
              <w:suppressAutoHyphens w:val="0"/>
              <w:spacing w:before="57" w:after="24" w:line="240" w:lineRule="auto"/>
              <w:jc w:val="center"/>
              <w:rPr>
                <w:sz w:val="18"/>
                <w:szCs w:val="18"/>
              </w:rPr>
            </w:pPr>
            <w:r w:rsidRPr="00794A20">
              <w:rPr>
                <w:sz w:val="18"/>
                <w:szCs w:val="18"/>
              </w:rPr>
              <w:t>20-Rev.2</w:t>
            </w:r>
          </w:p>
        </w:tc>
        <w:tc>
          <w:tcPr>
            <w:tcW w:w="6705" w:type="dxa"/>
            <w:shd w:val="clear" w:color="auto" w:fill="auto"/>
          </w:tcPr>
          <w:p w14:paraId="057EDA5F" w14:textId="77777777" w:rsidR="00BD44D9" w:rsidRPr="00794A20" w:rsidRDefault="00BD44D9" w:rsidP="00BD44D9">
            <w:pPr>
              <w:widowControl w:val="0"/>
              <w:suppressAutoHyphens w:val="0"/>
              <w:spacing w:before="57" w:after="24" w:line="240" w:lineRule="auto"/>
              <w:ind w:left="113"/>
              <w:rPr>
                <w:sz w:val="18"/>
                <w:szCs w:val="18"/>
              </w:rPr>
            </w:pPr>
            <w:r w:rsidRPr="00794A20">
              <w:rPr>
                <w:sz w:val="18"/>
                <w:szCs w:val="18"/>
              </w:rPr>
              <w:t>Ibid</w:t>
            </w:r>
          </w:p>
        </w:tc>
        <w:tc>
          <w:tcPr>
            <w:tcW w:w="1134" w:type="dxa"/>
            <w:shd w:val="clear" w:color="auto" w:fill="auto"/>
          </w:tcPr>
          <w:p w14:paraId="6E8C18EB" w14:textId="77777777" w:rsidR="00BD44D9" w:rsidRPr="00794A20" w:rsidRDefault="00BD44D9" w:rsidP="00BD44D9">
            <w:pPr>
              <w:widowControl w:val="0"/>
              <w:suppressAutoHyphens w:val="0"/>
              <w:spacing w:before="57" w:line="240" w:lineRule="auto"/>
              <w:jc w:val="center"/>
              <w:rPr>
                <w:sz w:val="18"/>
                <w:szCs w:val="18"/>
              </w:rPr>
            </w:pPr>
            <w:r w:rsidRPr="00794A20">
              <w:rPr>
                <w:sz w:val="18"/>
                <w:szCs w:val="18"/>
              </w:rPr>
              <w:t>(c)</w:t>
            </w:r>
          </w:p>
        </w:tc>
      </w:tr>
      <w:tr w:rsidR="00BD44D9" w:rsidRPr="00794A20" w14:paraId="3FF9E8C0" w14:textId="77777777" w:rsidTr="00BD44D9">
        <w:tc>
          <w:tcPr>
            <w:tcW w:w="666" w:type="dxa"/>
            <w:shd w:val="clear" w:color="auto" w:fill="auto"/>
          </w:tcPr>
          <w:p w14:paraId="446DF8D3" w14:textId="77777777" w:rsidR="00BD44D9" w:rsidRPr="00794A20" w:rsidRDefault="00BD44D9" w:rsidP="00BD44D9">
            <w:pPr>
              <w:widowControl w:val="0"/>
              <w:suppressAutoHyphens w:val="0"/>
              <w:spacing w:before="57" w:after="24" w:line="240" w:lineRule="auto"/>
              <w:jc w:val="center"/>
              <w:rPr>
                <w:sz w:val="18"/>
                <w:szCs w:val="18"/>
              </w:rPr>
            </w:pPr>
            <w:r w:rsidRPr="00794A20">
              <w:rPr>
                <w:sz w:val="18"/>
                <w:szCs w:val="18"/>
              </w:rPr>
              <w:t>21</w:t>
            </w:r>
          </w:p>
        </w:tc>
        <w:tc>
          <w:tcPr>
            <w:tcW w:w="6705" w:type="dxa"/>
            <w:shd w:val="clear" w:color="auto" w:fill="auto"/>
          </w:tcPr>
          <w:p w14:paraId="49EF84E1" w14:textId="77777777" w:rsidR="00BD44D9" w:rsidRPr="00AB3E43" w:rsidRDefault="00BD44D9" w:rsidP="00BD44D9">
            <w:pPr>
              <w:widowControl w:val="0"/>
              <w:suppressAutoHyphens w:val="0"/>
              <w:spacing w:before="57" w:after="24" w:line="240" w:lineRule="auto"/>
              <w:ind w:left="113"/>
              <w:rPr>
                <w:sz w:val="18"/>
                <w:szCs w:val="18"/>
                <w:lang w:val="en-US"/>
              </w:rPr>
            </w:pPr>
            <w:r w:rsidRPr="00AB3E43">
              <w:rPr>
                <w:sz w:val="18"/>
                <w:szCs w:val="18"/>
                <w:lang w:val="en-US"/>
              </w:rPr>
              <w:t>(</w:t>
            </w:r>
            <w:r w:rsidRPr="00AB3E43">
              <w:rPr>
                <w:rFonts w:eastAsia="Times New Roman"/>
                <w:lang w:val="en-US" w:eastAsia="ar-SA"/>
              </w:rPr>
              <w:t>EDR/DSSAD IWG) EDR/DSSAD IWG Status Report</w:t>
            </w:r>
          </w:p>
        </w:tc>
        <w:tc>
          <w:tcPr>
            <w:tcW w:w="1134" w:type="dxa"/>
            <w:shd w:val="clear" w:color="auto" w:fill="auto"/>
          </w:tcPr>
          <w:p w14:paraId="04C9777F" w14:textId="77777777" w:rsidR="00BD44D9" w:rsidRPr="00794A20" w:rsidRDefault="00BD44D9" w:rsidP="00BD44D9">
            <w:pPr>
              <w:widowControl w:val="0"/>
              <w:suppressAutoHyphens w:val="0"/>
              <w:spacing w:before="57" w:line="240" w:lineRule="auto"/>
              <w:jc w:val="center"/>
              <w:rPr>
                <w:sz w:val="18"/>
                <w:szCs w:val="18"/>
                <w:highlight w:val="yellow"/>
              </w:rPr>
            </w:pPr>
            <w:r w:rsidRPr="00794A20">
              <w:rPr>
                <w:sz w:val="18"/>
                <w:szCs w:val="18"/>
              </w:rPr>
              <w:t>(d)</w:t>
            </w:r>
          </w:p>
        </w:tc>
      </w:tr>
      <w:tr w:rsidR="00BD44D9" w:rsidRPr="00794A20" w14:paraId="7D842CAE" w14:textId="77777777" w:rsidTr="00BD44D9">
        <w:trPr>
          <w:cantSplit/>
        </w:trPr>
        <w:tc>
          <w:tcPr>
            <w:tcW w:w="666" w:type="dxa"/>
            <w:shd w:val="clear" w:color="auto" w:fill="auto"/>
          </w:tcPr>
          <w:p w14:paraId="7162EEA1" w14:textId="77777777" w:rsidR="00BD44D9" w:rsidRPr="00794A20" w:rsidRDefault="00BD44D9" w:rsidP="00BD44D9">
            <w:pPr>
              <w:widowControl w:val="0"/>
              <w:suppressAutoHyphens w:val="0"/>
              <w:spacing w:before="57" w:after="24" w:line="240" w:lineRule="auto"/>
              <w:jc w:val="center"/>
              <w:rPr>
                <w:sz w:val="18"/>
                <w:szCs w:val="18"/>
              </w:rPr>
            </w:pPr>
            <w:r w:rsidRPr="00794A20">
              <w:rPr>
                <w:sz w:val="18"/>
                <w:szCs w:val="18"/>
              </w:rPr>
              <w:t>22</w:t>
            </w:r>
          </w:p>
        </w:tc>
        <w:tc>
          <w:tcPr>
            <w:tcW w:w="6705" w:type="dxa"/>
            <w:shd w:val="clear" w:color="auto" w:fill="auto"/>
          </w:tcPr>
          <w:p w14:paraId="7B69915E" w14:textId="77777777" w:rsidR="00BD44D9" w:rsidRPr="00AB3E43" w:rsidRDefault="00BD44D9" w:rsidP="00BD44D9">
            <w:pPr>
              <w:widowControl w:val="0"/>
              <w:suppressAutoHyphens w:val="0"/>
              <w:spacing w:before="57" w:after="24" w:line="240" w:lineRule="auto"/>
              <w:ind w:left="113"/>
              <w:rPr>
                <w:sz w:val="18"/>
                <w:szCs w:val="18"/>
                <w:lang w:val="en-US"/>
              </w:rPr>
            </w:pPr>
            <w:r w:rsidRPr="00AB3E43">
              <w:rPr>
                <w:sz w:val="18"/>
                <w:szCs w:val="18"/>
                <w:lang w:val="en-US"/>
              </w:rPr>
              <w:t>(</w:t>
            </w:r>
            <w:r w:rsidRPr="00AB3E43">
              <w:rPr>
                <w:rFonts w:eastAsia="Times New Roman"/>
                <w:lang w:val="en-US" w:eastAsia="ar-SA"/>
              </w:rPr>
              <w:t>EDR/DSSAD IWG) EDR-DSSAD: Comparison table</w:t>
            </w:r>
          </w:p>
        </w:tc>
        <w:tc>
          <w:tcPr>
            <w:tcW w:w="1134" w:type="dxa"/>
            <w:shd w:val="clear" w:color="auto" w:fill="auto"/>
          </w:tcPr>
          <w:p w14:paraId="1BFABF28" w14:textId="77777777" w:rsidR="00BD44D9" w:rsidRPr="00794A20" w:rsidRDefault="00BD44D9" w:rsidP="00BD44D9">
            <w:pPr>
              <w:widowControl w:val="0"/>
              <w:suppressAutoHyphens w:val="0"/>
              <w:spacing w:before="57" w:line="240" w:lineRule="auto"/>
              <w:jc w:val="center"/>
              <w:rPr>
                <w:sz w:val="18"/>
                <w:szCs w:val="18"/>
                <w:highlight w:val="yellow"/>
              </w:rPr>
            </w:pPr>
            <w:r w:rsidRPr="00794A20">
              <w:rPr>
                <w:sz w:val="18"/>
                <w:szCs w:val="18"/>
              </w:rPr>
              <w:t>(c)</w:t>
            </w:r>
          </w:p>
        </w:tc>
      </w:tr>
      <w:tr w:rsidR="00BD44D9" w:rsidRPr="00794A20" w14:paraId="19F3EFB8" w14:textId="77777777" w:rsidTr="00BD44D9">
        <w:tc>
          <w:tcPr>
            <w:tcW w:w="666" w:type="dxa"/>
            <w:shd w:val="clear" w:color="auto" w:fill="auto"/>
          </w:tcPr>
          <w:p w14:paraId="52B31688" w14:textId="77777777" w:rsidR="00BD44D9" w:rsidRPr="00794A20" w:rsidRDefault="00BD44D9" w:rsidP="00BD44D9">
            <w:pPr>
              <w:widowControl w:val="0"/>
              <w:suppressAutoHyphens w:val="0"/>
              <w:spacing w:before="57" w:after="24" w:line="240" w:lineRule="auto"/>
              <w:jc w:val="center"/>
              <w:rPr>
                <w:sz w:val="18"/>
                <w:szCs w:val="18"/>
              </w:rPr>
            </w:pPr>
            <w:r w:rsidRPr="00794A20">
              <w:rPr>
                <w:sz w:val="18"/>
                <w:szCs w:val="18"/>
              </w:rPr>
              <w:t>23</w:t>
            </w:r>
          </w:p>
        </w:tc>
        <w:tc>
          <w:tcPr>
            <w:tcW w:w="6705" w:type="dxa"/>
            <w:shd w:val="clear" w:color="auto" w:fill="auto"/>
          </w:tcPr>
          <w:p w14:paraId="3B743B0B" w14:textId="77777777" w:rsidR="00BD44D9" w:rsidRPr="00AB3E43" w:rsidRDefault="00BD44D9" w:rsidP="00BD44D9">
            <w:pPr>
              <w:keepNext/>
              <w:keepLines/>
              <w:suppressAutoHyphens w:val="0"/>
              <w:spacing w:before="57" w:after="24" w:line="240" w:lineRule="auto"/>
              <w:ind w:left="113"/>
              <w:rPr>
                <w:sz w:val="18"/>
                <w:szCs w:val="18"/>
                <w:lang w:val="en-US"/>
              </w:rPr>
            </w:pPr>
            <w:r w:rsidRPr="00AB3E43">
              <w:rPr>
                <w:sz w:val="18"/>
                <w:szCs w:val="18"/>
                <w:lang w:val="en-US"/>
              </w:rPr>
              <w:t>(VRU-</w:t>
            </w:r>
            <w:proofErr w:type="spellStart"/>
            <w:r w:rsidRPr="00AB3E43">
              <w:rPr>
                <w:sz w:val="18"/>
                <w:szCs w:val="18"/>
                <w:lang w:val="en-US"/>
              </w:rPr>
              <w:t>Proxi</w:t>
            </w:r>
            <w:proofErr w:type="spellEnd"/>
            <w:r w:rsidRPr="00AB3E43">
              <w:rPr>
                <w:sz w:val="18"/>
                <w:szCs w:val="18"/>
                <w:lang w:val="en-US"/>
              </w:rPr>
              <w:t xml:space="preserve"> IWG) Proposal for a Supplement to UN Regulation No. 151</w:t>
            </w:r>
          </w:p>
        </w:tc>
        <w:tc>
          <w:tcPr>
            <w:tcW w:w="1134" w:type="dxa"/>
            <w:shd w:val="clear" w:color="auto" w:fill="auto"/>
          </w:tcPr>
          <w:p w14:paraId="7509F474" w14:textId="77777777" w:rsidR="00BD44D9" w:rsidRPr="00794A20" w:rsidRDefault="00BD44D9" w:rsidP="00BD44D9">
            <w:pPr>
              <w:widowControl w:val="0"/>
              <w:suppressAutoHyphens w:val="0"/>
              <w:spacing w:before="57" w:line="240" w:lineRule="auto"/>
              <w:jc w:val="center"/>
              <w:rPr>
                <w:sz w:val="18"/>
                <w:szCs w:val="18"/>
                <w:highlight w:val="yellow"/>
              </w:rPr>
            </w:pPr>
            <w:r w:rsidRPr="00794A20">
              <w:rPr>
                <w:sz w:val="18"/>
                <w:szCs w:val="18"/>
              </w:rPr>
              <w:t>(c)</w:t>
            </w:r>
          </w:p>
        </w:tc>
      </w:tr>
      <w:tr w:rsidR="00BD44D9" w:rsidRPr="00794A20" w14:paraId="67A9234E" w14:textId="77777777" w:rsidTr="00BD44D9">
        <w:trPr>
          <w:trHeight w:val="176"/>
        </w:trPr>
        <w:tc>
          <w:tcPr>
            <w:tcW w:w="666" w:type="dxa"/>
            <w:shd w:val="clear" w:color="auto" w:fill="auto"/>
          </w:tcPr>
          <w:p w14:paraId="3E4016C6" w14:textId="77777777" w:rsidR="00BD44D9" w:rsidRPr="00794A20" w:rsidRDefault="00BD44D9" w:rsidP="00BD44D9">
            <w:pPr>
              <w:widowControl w:val="0"/>
              <w:suppressAutoHyphens w:val="0"/>
              <w:spacing w:before="57" w:after="24" w:line="240" w:lineRule="auto"/>
              <w:jc w:val="center"/>
              <w:rPr>
                <w:sz w:val="18"/>
                <w:szCs w:val="18"/>
              </w:rPr>
            </w:pPr>
            <w:r w:rsidRPr="00794A20">
              <w:rPr>
                <w:sz w:val="18"/>
                <w:szCs w:val="18"/>
              </w:rPr>
              <w:t>24</w:t>
            </w:r>
          </w:p>
        </w:tc>
        <w:tc>
          <w:tcPr>
            <w:tcW w:w="6705" w:type="dxa"/>
            <w:shd w:val="clear" w:color="auto" w:fill="auto"/>
          </w:tcPr>
          <w:p w14:paraId="3BB674DC" w14:textId="77777777" w:rsidR="00BD44D9" w:rsidRPr="00AB3E43" w:rsidRDefault="00BD44D9" w:rsidP="00BD44D9">
            <w:pPr>
              <w:widowControl w:val="0"/>
              <w:suppressAutoHyphens w:val="0"/>
              <w:spacing w:before="57" w:after="24" w:line="240" w:lineRule="auto"/>
              <w:ind w:left="113"/>
              <w:rPr>
                <w:sz w:val="18"/>
                <w:szCs w:val="18"/>
                <w:lang w:val="en-US"/>
              </w:rPr>
            </w:pPr>
            <w:r w:rsidRPr="00AB3E43">
              <w:rPr>
                <w:sz w:val="18"/>
                <w:szCs w:val="18"/>
                <w:lang w:val="en-US"/>
              </w:rPr>
              <w:t>(VRU-</w:t>
            </w:r>
            <w:proofErr w:type="spellStart"/>
            <w:r w:rsidRPr="00AB3E43">
              <w:rPr>
                <w:sz w:val="18"/>
                <w:szCs w:val="18"/>
                <w:lang w:val="en-US"/>
              </w:rPr>
              <w:t>Proxi</w:t>
            </w:r>
            <w:proofErr w:type="spellEnd"/>
            <w:r w:rsidRPr="00AB3E43">
              <w:rPr>
                <w:sz w:val="18"/>
                <w:szCs w:val="18"/>
                <w:lang w:val="en-US"/>
              </w:rPr>
              <w:t xml:space="preserve"> IWG) Proposal for amendments to Regulation No. [151] (Blind Spot Information Systems for Heavy Vehicles)</w:t>
            </w:r>
          </w:p>
        </w:tc>
        <w:tc>
          <w:tcPr>
            <w:tcW w:w="1134" w:type="dxa"/>
            <w:shd w:val="clear" w:color="auto" w:fill="auto"/>
          </w:tcPr>
          <w:p w14:paraId="61ADE7F9" w14:textId="77777777" w:rsidR="00BD44D9" w:rsidRPr="00794A20" w:rsidRDefault="00BD44D9" w:rsidP="00BD44D9">
            <w:pPr>
              <w:widowControl w:val="0"/>
              <w:suppressAutoHyphens w:val="0"/>
              <w:spacing w:before="57" w:line="240" w:lineRule="auto"/>
              <w:jc w:val="center"/>
              <w:rPr>
                <w:sz w:val="18"/>
                <w:szCs w:val="18"/>
              </w:rPr>
            </w:pPr>
            <w:r w:rsidRPr="00794A20">
              <w:rPr>
                <w:sz w:val="18"/>
                <w:szCs w:val="18"/>
              </w:rPr>
              <w:t>(c)</w:t>
            </w:r>
          </w:p>
        </w:tc>
      </w:tr>
      <w:tr w:rsidR="00BD44D9" w:rsidRPr="00794A20" w14:paraId="28E63BD1" w14:textId="77777777" w:rsidTr="00BD44D9">
        <w:trPr>
          <w:trHeight w:val="176"/>
        </w:trPr>
        <w:tc>
          <w:tcPr>
            <w:tcW w:w="666" w:type="dxa"/>
            <w:shd w:val="clear" w:color="auto" w:fill="auto"/>
          </w:tcPr>
          <w:p w14:paraId="5EBC5E19" w14:textId="77777777" w:rsidR="00BD44D9" w:rsidRPr="00794A20" w:rsidRDefault="00BD44D9" w:rsidP="00BD44D9">
            <w:pPr>
              <w:widowControl w:val="0"/>
              <w:suppressAutoHyphens w:val="0"/>
              <w:spacing w:before="57" w:after="24" w:line="240" w:lineRule="auto"/>
              <w:jc w:val="center"/>
              <w:rPr>
                <w:sz w:val="18"/>
                <w:szCs w:val="18"/>
              </w:rPr>
            </w:pPr>
            <w:r w:rsidRPr="00794A20">
              <w:rPr>
                <w:sz w:val="18"/>
                <w:szCs w:val="18"/>
              </w:rPr>
              <w:t>24-Rev1.</w:t>
            </w:r>
          </w:p>
        </w:tc>
        <w:tc>
          <w:tcPr>
            <w:tcW w:w="6705" w:type="dxa"/>
            <w:shd w:val="clear" w:color="auto" w:fill="auto"/>
          </w:tcPr>
          <w:p w14:paraId="7B72BB19" w14:textId="77777777" w:rsidR="00BD44D9" w:rsidRPr="00794A20" w:rsidRDefault="00BD44D9" w:rsidP="00BD44D9">
            <w:pPr>
              <w:widowControl w:val="0"/>
              <w:suppressAutoHyphens w:val="0"/>
              <w:spacing w:before="57" w:after="24" w:line="240" w:lineRule="auto"/>
              <w:ind w:left="113"/>
              <w:rPr>
                <w:sz w:val="18"/>
                <w:szCs w:val="18"/>
              </w:rPr>
            </w:pPr>
            <w:r w:rsidRPr="00794A20">
              <w:rPr>
                <w:sz w:val="18"/>
                <w:szCs w:val="18"/>
              </w:rPr>
              <w:t>Ibid</w:t>
            </w:r>
          </w:p>
          <w:p w14:paraId="7B809C00" w14:textId="77777777" w:rsidR="00BD44D9" w:rsidRPr="00794A20" w:rsidRDefault="00BD44D9" w:rsidP="00BD44D9">
            <w:pPr>
              <w:widowControl w:val="0"/>
              <w:suppressAutoHyphens w:val="0"/>
              <w:spacing w:before="57" w:after="24" w:line="240" w:lineRule="auto"/>
              <w:ind w:left="113"/>
              <w:rPr>
                <w:sz w:val="18"/>
                <w:szCs w:val="18"/>
              </w:rPr>
            </w:pPr>
          </w:p>
        </w:tc>
        <w:tc>
          <w:tcPr>
            <w:tcW w:w="1134" w:type="dxa"/>
            <w:shd w:val="clear" w:color="auto" w:fill="auto"/>
          </w:tcPr>
          <w:p w14:paraId="0FED97D3" w14:textId="77777777" w:rsidR="00BD44D9" w:rsidRPr="00794A20" w:rsidRDefault="00BD44D9" w:rsidP="00BD44D9">
            <w:pPr>
              <w:widowControl w:val="0"/>
              <w:suppressAutoHyphens w:val="0"/>
              <w:spacing w:before="57" w:line="240" w:lineRule="auto"/>
              <w:jc w:val="center"/>
              <w:rPr>
                <w:sz w:val="18"/>
                <w:szCs w:val="18"/>
              </w:rPr>
            </w:pPr>
            <w:r w:rsidRPr="00794A20">
              <w:rPr>
                <w:sz w:val="18"/>
                <w:szCs w:val="18"/>
              </w:rPr>
              <w:t>(a)</w:t>
            </w:r>
          </w:p>
        </w:tc>
      </w:tr>
      <w:tr w:rsidR="00BD44D9" w:rsidRPr="00794A20" w14:paraId="002C51F7" w14:textId="77777777" w:rsidTr="00BD44D9">
        <w:trPr>
          <w:trHeight w:val="176"/>
        </w:trPr>
        <w:tc>
          <w:tcPr>
            <w:tcW w:w="666" w:type="dxa"/>
            <w:shd w:val="clear" w:color="auto" w:fill="auto"/>
          </w:tcPr>
          <w:p w14:paraId="23918350" w14:textId="77777777" w:rsidR="00BD44D9" w:rsidRPr="00794A20" w:rsidRDefault="00BD44D9" w:rsidP="00BD44D9">
            <w:pPr>
              <w:widowControl w:val="0"/>
              <w:suppressAutoHyphens w:val="0"/>
              <w:spacing w:before="57" w:after="24" w:line="240" w:lineRule="auto"/>
              <w:jc w:val="center"/>
              <w:rPr>
                <w:sz w:val="18"/>
                <w:szCs w:val="18"/>
              </w:rPr>
            </w:pPr>
            <w:r w:rsidRPr="00794A20">
              <w:rPr>
                <w:sz w:val="18"/>
                <w:szCs w:val="18"/>
              </w:rPr>
              <w:t>25</w:t>
            </w:r>
          </w:p>
        </w:tc>
        <w:tc>
          <w:tcPr>
            <w:tcW w:w="6705" w:type="dxa"/>
            <w:shd w:val="clear" w:color="auto" w:fill="auto"/>
          </w:tcPr>
          <w:p w14:paraId="20676B5B" w14:textId="77777777" w:rsidR="00BD44D9" w:rsidRPr="00AB3E43" w:rsidRDefault="00BD44D9" w:rsidP="00BD44D9">
            <w:pPr>
              <w:widowControl w:val="0"/>
              <w:suppressAutoHyphens w:val="0"/>
              <w:spacing w:before="57" w:after="24" w:line="240" w:lineRule="auto"/>
              <w:ind w:left="113"/>
              <w:rPr>
                <w:sz w:val="18"/>
                <w:szCs w:val="18"/>
                <w:lang w:val="en-US"/>
              </w:rPr>
            </w:pPr>
            <w:r w:rsidRPr="00AB3E43">
              <w:rPr>
                <w:sz w:val="18"/>
                <w:szCs w:val="18"/>
                <w:lang w:val="en-US"/>
              </w:rPr>
              <w:t>(European Commission) Proposal for the 02 series of amendments to UN Regulation No. 55 (Mechanical couplings)</w:t>
            </w:r>
          </w:p>
        </w:tc>
        <w:tc>
          <w:tcPr>
            <w:tcW w:w="1134" w:type="dxa"/>
            <w:shd w:val="clear" w:color="auto" w:fill="auto"/>
          </w:tcPr>
          <w:p w14:paraId="3A8E4CFD" w14:textId="77777777" w:rsidR="00BD44D9" w:rsidRPr="00794A20" w:rsidRDefault="00BD44D9" w:rsidP="00BD44D9">
            <w:pPr>
              <w:widowControl w:val="0"/>
              <w:suppressAutoHyphens w:val="0"/>
              <w:spacing w:before="57" w:line="240" w:lineRule="auto"/>
              <w:jc w:val="center"/>
              <w:rPr>
                <w:sz w:val="18"/>
                <w:szCs w:val="18"/>
              </w:rPr>
            </w:pPr>
            <w:r w:rsidRPr="00794A20">
              <w:rPr>
                <w:sz w:val="18"/>
                <w:szCs w:val="18"/>
              </w:rPr>
              <w:t>(a)</w:t>
            </w:r>
          </w:p>
        </w:tc>
      </w:tr>
      <w:tr w:rsidR="00BD44D9" w:rsidRPr="00794A20" w14:paraId="35A1D5B9" w14:textId="77777777" w:rsidTr="00BD44D9">
        <w:trPr>
          <w:trHeight w:val="176"/>
        </w:trPr>
        <w:tc>
          <w:tcPr>
            <w:tcW w:w="666" w:type="dxa"/>
            <w:shd w:val="clear" w:color="auto" w:fill="auto"/>
          </w:tcPr>
          <w:p w14:paraId="3F513238" w14:textId="77777777" w:rsidR="00BD44D9" w:rsidRPr="00794A20" w:rsidRDefault="00BD44D9" w:rsidP="00BD44D9">
            <w:pPr>
              <w:widowControl w:val="0"/>
              <w:suppressAutoHyphens w:val="0"/>
              <w:spacing w:before="57" w:after="24" w:line="240" w:lineRule="auto"/>
              <w:jc w:val="center"/>
              <w:rPr>
                <w:sz w:val="18"/>
                <w:szCs w:val="18"/>
              </w:rPr>
            </w:pPr>
            <w:r w:rsidRPr="00794A20">
              <w:rPr>
                <w:sz w:val="18"/>
                <w:szCs w:val="18"/>
              </w:rPr>
              <w:t>26</w:t>
            </w:r>
          </w:p>
        </w:tc>
        <w:tc>
          <w:tcPr>
            <w:tcW w:w="6705" w:type="dxa"/>
            <w:shd w:val="clear" w:color="auto" w:fill="auto"/>
          </w:tcPr>
          <w:p w14:paraId="29005EBF" w14:textId="77777777" w:rsidR="00BD44D9" w:rsidRPr="00794A20" w:rsidRDefault="00BD44D9" w:rsidP="00BD44D9">
            <w:pPr>
              <w:widowControl w:val="0"/>
              <w:suppressAutoHyphens w:val="0"/>
              <w:spacing w:before="57" w:after="24" w:line="240" w:lineRule="auto"/>
              <w:ind w:left="113"/>
              <w:rPr>
                <w:sz w:val="18"/>
                <w:szCs w:val="18"/>
              </w:rPr>
            </w:pPr>
            <w:r w:rsidRPr="00794A20">
              <w:rPr>
                <w:sz w:val="18"/>
                <w:szCs w:val="18"/>
              </w:rPr>
              <w:t>(OICA) UN R26 (external projections) Comments to document GRSG/2019/11 Current production radius analysis</w:t>
            </w:r>
          </w:p>
        </w:tc>
        <w:tc>
          <w:tcPr>
            <w:tcW w:w="1134" w:type="dxa"/>
            <w:shd w:val="clear" w:color="auto" w:fill="auto"/>
          </w:tcPr>
          <w:p w14:paraId="0E3F836E" w14:textId="77777777" w:rsidR="00BD44D9" w:rsidRPr="00794A20" w:rsidRDefault="00BD44D9" w:rsidP="00BD44D9">
            <w:pPr>
              <w:widowControl w:val="0"/>
              <w:suppressAutoHyphens w:val="0"/>
              <w:spacing w:before="57" w:line="240" w:lineRule="auto"/>
              <w:jc w:val="center"/>
              <w:rPr>
                <w:sz w:val="18"/>
                <w:szCs w:val="18"/>
              </w:rPr>
            </w:pPr>
            <w:r w:rsidRPr="00794A20">
              <w:rPr>
                <w:sz w:val="18"/>
                <w:szCs w:val="18"/>
              </w:rPr>
              <w:t>(c)</w:t>
            </w:r>
          </w:p>
        </w:tc>
      </w:tr>
      <w:tr w:rsidR="00BD44D9" w:rsidRPr="00794A20" w14:paraId="4E69FF69" w14:textId="77777777" w:rsidTr="00BD44D9">
        <w:trPr>
          <w:trHeight w:val="176"/>
        </w:trPr>
        <w:tc>
          <w:tcPr>
            <w:tcW w:w="666" w:type="dxa"/>
            <w:shd w:val="clear" w:color="auto" w:fill="auto"/>
          </w:tcPr>
          <w:p w14:paraId="1C90EDFB" w14:textId="77777777" w:rsidR="00BD44D9" w:rsidRPr="00794A20" w:rsidRDefault="00BD44D9" w:rsidP="00BD44D9">
            <w:pPr>
              <w:widowControl w:val="0"/>
              <w:suppressAutoHyphens w:val="0"/>
              <w:spacing w:before="57" w:after="24" w:line="240" w:lineRule="auto"/>
              <w:jc w:val="center"/>
              <w:rPr>
                <w:sz w:val="18"/>
                <w:szCs w:val="18"/>
              </w:rPr>
            </w:pPr>
            <w:r w:rsidRPr="00794A20">
              <w:rPr>
                <w:sz w:val="18"/>
                <w:szCs w:val="18"/>
              </w:rPr>
              <w:t>27</w:t>
            </w:r>
          </w:p>
        </w:tc>
        <w:tc>
          <w:tcPr>
            <w:tcW w:w="6705" w:type="dxa"/>
            <w:shd w:val="clear" w:color="auto" w:fill="auto"/>
          </w:tcPr>
          <w:p w14:paraId="7F066C81" w14:textId="77777777" w:rsidR="00BD44D9" w:rsidRPr="00AB3E43" w:rsidRDefault="00BD44D9" w:rsidP="00BD44D9">
            <w:pPr>
              <w:widowControl w:val="0"/>
              <w:suppressAutoHyphens w:val="0"/>
              <w:spacing w:before="57" w:after="24" w:line="240" w:lineRule="auto"/>
              <w:ind w:left="113"/>
              <w:rPr>
                <w:sz w:val="18"/>
                <w:szCs w:val="18"/>
                <w:lang w:val="en-US"/>
              </w:rPr>
            </w:pPr>
            <w:r w:rsidRPr="00AB3E43">
              <w:rPr>
                <w:sz w:val="18"/>
                <w:szCs w:val="18"/>
                <w:lang w:val="en-US"/>
              </w:rPr>
              <w:t xml:space="preserve">(OICA) Direct driving field of vision – Towards a Field </w:t>
            </w:r>
            <w:proofErr w:type="gramStart"/>
            <w:r w:rsidRPr="00AB3E43">
              <w:rPr>
                <w:sz w:val="18"/>
                <w:szCs w:val="18"/>
                <w:lang w:val="en-US"/>
              </w:rPr>
              <w:t>Of</w:t>
            </w:r>
            <w:proofErr w:type="gramEnd"/>
            <w:r w:rsidRPr="00AB3E43">
              <w:rPr>
                <w:sz w:val="18"/>
                <w:szCs w:val="18"/>
                <w:lang w:val="en-US"/>
              </w:rPr>
              <w:t xml:space="preserve"> View Assistant (FOVA)</w:t>
            </w:r>
          </w:p>
        </w:tc>
        <w:tc>
          <w:tcPr>
            <w:tcW w:w="1134" w:type="dxa"/>
            <w:shd w:val="clear" w:color="auto" w:fill="auto"/>
          </w:tcPr>
          <w:p w14:paraId="347D8527" w14:textId="77777777" w:rsidR="00BD44D9" w:rsidRPr="00794A20" w:rsidRDefault="00BD44D9" w:rsidP="00BD44D9">
            <w:pPr>
              <w:widowControl w:val="0"/>
              <w:suppressAutoHyphens w:val="0"/>
              <w:spacing w:before="57" w:line="240" w:lineRule="auto"/>
              <w:jc w:val="center"/>
              <w:rPr>
                <w:sz w:val="18"/>
                <w:szCs w:val="18"/>
              </w:rPr>
            </w:pPr>
            <w:r w:rsidRPr="00794A20">
              <w:rPr>
                <w:sz w:val="18"/>
                <w:szCs w:val="18"/>
              </w:rPr>
              <w:t>(c)</w:t>
            </w:r>
          </w:p>
        </w:tc>
      </w:tr>
      <w:tr w:rsidR="00BD44D9" w:rsidRPr="00794A20" w14:paraId="1F2E2F9F" w14:textId="77777777" w:rsidTr="00BD44D9">
        <w:trPr>
          <w:trHeight w:val="176"/>
        </w:trPr>
        <w:tc>
          <w:tcPr>
            <w:tcW w:w="666" w:type="dxa"/>
            <w:shd w:val="clear" w:color="auto" w:fill="auto"/>
          </w:tcPr>
          <w:p w14:paraId="53783B9B" w14:textId="77777777" w:rsidR="00BD44D9" w:rsidRPr="00794A20" w:rsidRDefault="00BD44D9" w:rsidP="00BD44D9">
            <w:pPr>
              <w:widowControl w:val="0"/>
              <w:suppressAutoHyphens w:val="0"/>
              <w:spacing w:before="57" w:after="24" w:line="240" w:lineRule="auto"/>
              <w:jc w:val="center"/>
              <w:rPr>
                <w:sz w:val="18"/>
                <w:szCs w:val="18"/>
              </w:rPr>
            </w:pPr>
            <w:r w:rsidRPr="00794A20">
              <w:rPr>
                <w:sz w:val="18"/>
                <w:szCs w:val="18"/>
              </w:rPr>
              <w:t>28</w:t>
            </w:r>
          </w:p>
        </w:tc>
        <w:tc>
          <w:tcPr>
            <w:tcW w:w="6705" w:type="dxa"/>
            <w:shd w:val="clear" w:color="auto" w:fill="auto"/>
          </w:tcPr>
          <w:p w14:paraId="469388B1" w14:textId="77777777" w:rsidR="00BD44D9" w:rsidRPr="00AB3E43" w:rsidRDefault="00BD44D9" w:rsidP="00BD44D9">
            <w:pPr>
              <w:widowControl w:val="0"/>
              <w:suppressAutoHyphens w:val="0"/>
              <w:spacing w:before="57" w:after="24" w:line="240" w:lineRule="auto"/>
              <w:ind w:left="113"/>
              <w:rPr>
                <w:sz w:val="18"/>
                <w:szCs w:val="18"/>
                <w:lang w:val="en-US"/>
              </w:rPr>
            </w:pPr>
            <w:r w:rsidRPr="00AB3E43">
              <w:rPr>
                <w:sz w:val="18"/>
                <w:szCs w:val="18"/>
                <w:lang w:val="en-US"/>
              </w:rPr>
              <w:t xml:space="preserve">(OICA) Proposal for amendments to UN Regulation No. 110 </w:t>
            </w:r>
          </w:p>
        </w:tc>
        <w:tc>
          <w:tcPr>
            <w:tcW w:w="1134" w:type="dxa"/>
            <w:shd w:val="clear" w:color="auto" w:fill="auto"/>
          </w:tcPr>
          <w:p w14:paraId="24EFD0E9" w14:textId="77777777" w:rsidR="00BD44D9" w:rsidRPr="00794A20" w:rsidRDefault="00BD44D9" w:rsidP="00BD44D9">
            <w:pPr>
              <w:widowControl w:val="0"/>
              <w:suppressAutoHyphens w:val="0"/>
              <w:spacing w:before="57" w:line="240" w:lineRule="auto"/>
              <w:jc w:val="center"/>
              <w:rPr>
                <w:sz w:val="18"/>
                <w:szCs w:val="18"/>
              </w:rPr>
            </w:pPr>
            <w:r w:rsidRPr="00794A20">
              <w:rPr>
                <w:sz w:val="18"/>
                <w:szCs w:val="18"/>
              </w:rPr>
              <w:t>(c)</w:t>
            </w:r>
          </w:p>
        </w:tc>
      </w:tr>
      <w:tr w:rsidR="00BD44D9" w:rsidRPr="00794A20" w14:paraId="69874262" w14:textId="77777777" w:rsidTr="00BD44D9">
        <w:trPr>
          <w:trHeight w:val="176"/>
        </w:trPr>
        <w:tc>
          <w:tcPr>
            <w:tcW w:w="666" w:type="dxa"/>
            <w:shd w:val="clear" w:color="auto" w:fill="auto"/>
          </w:tcPr>
          <w:p w14:paraId="49E5AA59" w14:textId="77777777" w:rsidR="00BD44D9" w:rsidRPr="00794A20" w:rsidRDefault="00BD44D9" w:rsidP="00BD44D9">
            <w:pPr>
              <w:widowControl w:val="0"/>
              <w:suppressAutoHyphens w:val="0"/>
              <w:spacing w:before="57" w:after="24" w:line="240" w:lineRule="auto"/>
              <w:jc w:val="center"/>
              <w:rPr>
                <w:sz w:val="18"/>
                <w:szCs w:val="18"/>
              </w:rPr>
            </w:pPr>
            <w:r w:rsidRPr="00794A20">
              <w:rPr>
                <w:sz w:val="18"/>
                <w:szCs w:val="18"/>
              </w:rPr>
              <w:t>29</w:t>
            </w:r>
          </w:p>
        </w:tc>
        <w:tc>
          <w:tcPr>
            <w:tcW w:w="6705" w:type="dxa"/>
            <w:shd w:val="clear" w:color="auto" w:fill="auto"/>
          </w:tcPr>
          <w:p w14:paraId="0AC4EC08" w14:textId="77777777" w:rsidR="00BD44D9" w:rsidRPr="00AB3E43" w:rsidRDefault="00BD44D9" w:rsidP="00BD44D9">
            <w:pPr>
              <w:widowControl w:val="0"/>
              <w:suppressAutoHyphens w:val="0"/>
              <w:spacing w:before="57" w:after="24" w:line="240" w:lineRule="auto"/>
              <w:ind w:left="113"/>
              <w:rPr>
                <w:sz w:val="18"/>
                <w:szCs w:val="18"/>
                <w:lang w:val="en-US"/>
              </w:rPr>
            </w:pPr>
            <w:r w:rsidRPr="00AB3E43">
              <w:rPr>
                <w:sz w:val="18"/>
                <w:szCs w:val="18"/>
                <w:lang w:val="en-US"/>
              </w:rPr>
              <w:t>(OICA) UN R116 – Split for IWVTA / New Regulations</w:t>
            </w:r>
          </w:p>
        </w:tc>
        <w:tc>
          <w:tcPr>
            <w:tcW w:w="1134" w:type="dxa"/>
            <w:shd w:val="clear" w:color="auto" w:fill="auto"/>
          </w:tcPr>
          <w:p w14:paraId="3F9F9E43" w14:textId="77777777" w:rsidR="00BD44D9" w:rsidRPr="00794A20" w:rsidRDefault="00BD44D9" w:rsidP="00BD44D9">
            <w:pPr>
              <w:widowControl w:val="0"/>
              <w:suppressAutoHyphens w:val="0"/>
              <w:spacing w:before="57" w:line="240" w:lineRule="auto"/>
              <w:jc w:val="center"/>
              <w:rPr>
                <w:sz w:val="18"/>
                <w:szCs w:val="18"/>
              </w:rPr>
            </w:pPr>
            <w:r w:rsidRPr="00794A20">
              <w:rPr>
                <w:sz w:val="18"/>
                <w:szCs w:val="18"/>
              </w:rPr>
              <w:t>(c)</w:t>
            </w:r>
          </w:p>
        </w:tc>
      </w:tr>
      <w:tr w:rsidR="00BD44D9" w:rsidRPr="00794A20" w14:paraId="3208E1E1" w14:textId="77777777" w:rsidTr="00BD44D9">
        <w:trPr>
          <w:trHeight w:val="176"/>
        </w:trPr>
        <w:tc>
          <w:tcPr>
            <w:tcW w:w="666" w:type="dxa"/>
            <w:shd w:val="clear" w:color="auto" w:fill="auto"/>
          </w:tcPr>
          <w:p w14:paraId="050AA5D6" w14:textId="77777777" w:rsidR="00BD44D9" w:rsidRPr="00794A20" w:rsidRDefault="00BD44D9" w:rsidP="00BD44D9">
            <w:pPr>
              <w:widowControl w:val="0"/>
              <w:suppressAutoHyphens w:val="0"/>
              <w:spacing w:before="57" w:after="24" w:line="240" w:lineRule="auto"/>
              <w:jc w:val="center"/>
              <w:rPr>
                <w:sz w:val="18"/>
                <w:szCs w:val="18"/>
              </w:rPr>
            </w:pPr>
            <w:r w:rsidRPr="00794A20">
              <w:rPr>
                <w:sz w:val="18"/>
                <w:szCs w:val="18"/>
              </w:rPr>
              <w:t>30</w:t>
            </w:r>
          </w:p>
        </w:tc>
        <w:tc>
          <w:tcPr>
            <w:tcW w:w="6705" w:type="dxa"/>
            <w:shd w:val="clear" w:color="auto" w:fill="auto"/>
          </w:tcPr>
          <w:p w14:paraId="0488BC5E" w14:textId="77777777" w:rsidR="00BD44D9" w:rsidRPr="00AB3E43" w:rsidRDefault="00BD44D9" w:rsidP="00BD44D9">
            <w:pPr>
              <w:widowControl w:val="0"/>
              <w:suppressAutoHyphens w:val="0"/>
              <w:spacing w:before="57" w:after="24" w:line="240" w:lineRule="auto"/>
              <w:ind w:left="113"/>
              <w:rPr>
                <w:sz w:val="18"/>
                <w:szCs w:val="18"/>
                <w:lang w:val="en-US"/>
              </w:rPr>
            </w:pPr>
            <w:r w:rsidRPr="00AB3E43">
              <w:rPr>
                <w:sz w:val="18"/>
                <w:szCs w:val="18"/>
                <w:lang w:val="en-US"/>
              </w:rPr>
              <w:t>(OICA) Proposal for a Supplement to the 03 series of amendments to UN Regulation No. 144</w:t>
            </w:r>
          </w:p>
        </w:tc>
        <w:tc>
          <w:tcPr>
            <w:tcW w:w="1134" w:type="dxa"/>
            <w:shd w:val="clear" w:color="auto" w:fill="auto"/>
          </w:tcPr>
          <w:p w14:paraId="0CAF096A" w14:textId="77777777" w:rsidR="00BD44D9" w:rsidRPr="00794A20" w:rsidRDefault="00BD44D9" w:rsidP="00BD44D9">
            <w:pPr>
              <w:widowControl w:val="0"/>
              <w:suppressAutoHyphens w:val="0"/>
              <w:spacing w:before="57" w:line="240" w:lineRule="auto"/>
              <w:jc w:val="center"/>
              <w:rPr>
                <w:sz w:val="18"/>
                <w:szCs w:val="18"/>
              </w:rPr>
            </w:pPr>
            <w:r w:rsidRPr="00794A20">
              <w:rPr>
                <w:sz w:val="18"/>
                <w:szCs w:val="18"/>
              </w:rPr>
              <w:t>(a)</w:t>
            </w:r>
          </w:p>
        </w:tc>
      </w:tr>
      <w:tr w:rsidR="00BD44D9" w:rsidRPr="00794A20" w14:paraId="68F7E061" w14:textId="77777777" w:rsidTr="00BD44D9">
        <w:trPr>
          <w:trHeight w:val="176"/>
        </w:trPr>
        <w:tc>
          <w:tcPr>
            <w:tcW w:w="666" w:type="dxa"/>
            <w:shd w:val="clear" w:color="auto" w:fill="auto"/>
          </w:tcPr>
          <w:p w14:paraId="19CE3B53" w14:textId="77777777" w:rsidR="00BD44D9" w:rsidRPr="00794A20" w:rsidRDefault="00BD44D9" w:rsidP="00BD44D9">
            <w:pPr>
              <w:widowControl w:val="0"/>
              <w:suppressAutoHyphens w:val="0"/>
              <w:spacing w:before="57" w:after="24" w:line="240" w:lineRule="auto"/>
              <w:jc w:val="center"/>
              <w:rPr>
                <w:sz w:val="18"/>
                <w:szCs w:val="18"/>
              </w:rPr>
            </w:pPr>
            <w:r w:rsidRPr="00794A20">
              <w:rPr>
                <w:sz w:val="18"/>
                <w:szCs w:val="18"/>
              </w:rPr>
              <w:t>31</w:t>
            </w:r>
          </w:p>
        </w:tc>
        <w:tc>
          <w:tcPr>
            <w:tcW w:w="6705" w:type="dxa"/>
            <w:shd w:val="clear" w:color="auto" w:fill="auto"/>
          </w:tcPr>
          <w:p w14:paraId="17C696AD" w14:textId="77777777" w:rsidR="00BD44D9" w:rsidRPr="00AB3E43" w:rsidRDefault="00BD44D9" w:rsidP="00BD44D9">
            <w:pPr>
              <w:widowControl w:val="0"/>
              <w:suppressAutoHyphens w:val="0"/>
              <w:spacing w:before="57" w:after="24" w:line="240" w:lineRule="auto"/>
              <w:ind w:left="113"/>
              <w:rPr>
                <w:sz w:val="18"/>
                <w:szCs w:val="18"/>
                <w:lang w:val="en-US"/>
              </w:rPr>
            </w:pPr>
            <w:r w:rsidRPr="00AB3E43">
              <w:rPr>
                <w:sz w:val="18"/>
                <w:szCs w:val="18"/>
                <w:lang w:val="en-US"/>
              </w:rPr>
              <w:t>(OICA) Proposal for a new series of amendments to UN Regulation No. 116 (Anti-theft and alarm systems)</w:t>
            </w:r>
          </w:p>
        </w:tc>
        <w:tc>
          <w:tcPr>
            <w:tcW w:w="1134" w:type="dxa"/>
            <w:shd w:val="clear" w:color="auto" w:fill="auto"/>
          </w:tcPr>
          <w:p w14:paraId="388F352D" w14:textId="77777777" w:rsidR="00BD44D9" w:rsidRPr="00794A20" w:rsidRDefault="00BD44D9" w:rsidP="00BD44D9">
            <w:pPr>
              <w:widowControl w:val="0"/>
              <w:suppressAutoHyphens w:val="0"/>
              <w:spacing w:before="57" w:line="240" w:lineRule="auto"/>
              <w:jc w:val="center"/>
              <w:rPr>
                <w:sz w:val="18"/>
                <w:szCs w:val="18"/>
              </w:rPr>
            </w:pPr>
            <w:r w:rsidRPr="00794A20">
              <w:rPr>
                <w:sz w:val="18"/>
                <w:szCs w:val="18"/>
              </w:rPr>
              <w:t>(d)</w:t>
            </w:r>
          </w:p>
        </w:tc>
      </w:tr>
      <w:tr w:rsidR="00BD44D9" w:rsidRPr="00794A20" w14:paraId="455FB24F" w14:textId="77777777" w:rsidTr="00BD44D9">
        <w:trPr>
          <w:trHeight w:val="176"/>
        </w:trPr>
        <w:tc>
          <w:tcPr>
            <w:tcW w:w="666" w:type="dxa"/>
            <w:shd w:val="clear" w:color="auto" w:fill="auto"/>
          </w:tcPr>
          <w:p w14:paraId="0867CBB3" w14:textId="77777777" w:rsidR="00BD44D9" w:rsidRPr="00794A20" w:rsidRDefault="00BD44D9" w:rsidP="00BD44D9">
            <w:pPr>
              <w:widowControl w:val="0"/>
              <w:suppressAutoHyphens w:val="0"/>
              <w:spacing w:before="57" w:after="24" w:line="240" w:lineRule="auto"/>
              <w:jc w:val="center"/>
              <w:rPr>
                <w:sz w:val="18"/>
                <w:szCs w:val="18"/>
              </w:rPr>
            </w:pPr>
            <w:r w:rsidRPr="00794A20">
              <w:rPr>
                <w:sz w:val="18"/>
                <w:szCs w:val="18"/>
              </w:rPr>
              <w:t>32</w:t>
            </w:r>
          </w:p>
        </w:tc>
        <w:tc>
          <w:tcPr>
            <w:tcW w:w="6705" w:type="dxa"/>
            <w:shd w:val="clear" w:color="auto" w:fill="auto"/>
          </w:tcPr>
          <w:p w14:paraId="10FE3911" w14:textId="77777777" w:rsidR="00BD44D9" w:rsidRPr="00AB3E43" w:rsidRDefault="00BD44D9" w:rsidP="00BD44D9">
            <w:pPr>
              <w:widowControl w:val="0"/>
              <w:suppressAutoHyphens w:val="0"/>
              <w:spacing w:before="57" w:after="24" w:line="240" w:lineRule="auto"/>
              <w:ind w:left="113"/>
              <w:rPr>
                <w:sz w:val="18"/>
                <w:szCs w:val="18"/>
                <w:lang w:val="en-US"/>
              </w:rPr>
            </w:pPr>
            <w:r w:rsidRPr="00AB3E43">
              <w:rPr>
                <w:sz w:val="18"/>
                <w:szCs w:val="18"/>
                <w:lang w:val="en-US"/>
              </w:rPr>
              <w:t>(Korea) Camera monitoring system issues in Korea</w:t>
            </w:r>
          </w:p>
        </w:tc>
        <w:tc>
          <w:tcPr>
            <w:tcW w:w="1134" w:type="dxa"/>
            <w:shd w:val="clear" w:color="auto" w:fill="auto"/>
          </w:tcPr>
          <w:p w14:paraId="03E00D02" w14:textId="77777777" w:rsidR="00BD44D9" w:rsidRPr="00794A20" w:rsidRDefault="00BD44D9" w:rsidP="00BD44D9">
            <w:pPr>
              <w:widowControl w:val="0"/>
              <w:suppressAutoHyphens w:val="0"/>
              <w:spacing w:before="57" w:line="240" w:lineRule="auto"/>
              <w:jc w:val="center"/>
              <w:rPr>
                <w:sz w:val="18"/>
                <w:szCs w:val="18"/>
              </w:rPr>
            </w:pPr>
            <w:r w:rsidRPr="00794A20">
              <w:rPr>
                <w:sz w:val="18"/>
                <w:szCs w:val="18"/>
              </w:rPr>
              <w:t>(d)</w:t>
            </w:r>
          </w:p>
        </w:tc>
      </w:tr>
      <w:tr w:rsidR="00BD44D9" w:rsidRPr="00794A20" w14:paraId="05B11F33" w14:textId="77777777" w:rsidTr="00BD44D9">
        <w:trPr>
          <w:trHeight w:val="176"/>
        </w:trPr>
        <w:tc>
          <w:tcPr>
            <w:tcW w:w="666" w:type="dxa"/>
            <w:shd w:val="clear" w:color="auto" w:fill="auto"/>
          </w:tcPr>
          <w:p w14:paraId="03485D77" w14:textId="77777777" w:rsidR="00BD44D9" w:rsidRPr="00794A20" w:rsidRDefault="00BD44D9" w:rsidP="00BD44D9">
            <w:pPr>
              <w:widowControl w:val="0"/>
              <w:suppressAutoHyphens w:val="0"/>
              <w:spacing w:before="57" w:after="24" w:line="240" w:lineRule="auto"/>
              <w:jc w:val="center"/>
              <w:rPr>
                <w:sz w:val="18"/>
                <w:szCs w:val="18"/>
              </w:rPr>
            </w:pPr>
            <w:r w:rsidRPr="00794A20">
              <w:rPr>
                <w:sz w:val="18"/>
                <w:szCs w:val="18"/>
              </w:rPr>
              <w:t>33</w:t>
            </w:r>
          </w:p>
        </w:tc>
        <w:tc>
          <w:tcPr>
            <w:tcW w:w="6705" w:type="dxa"/>
            <w:shd w:val="clear" w:color="auto" w:fill="auto"/>
          </w:tcPr>
          <w:p w14:paraId="0A364CC4" w14:textId="77777777" w:rsidR="00BD44D9" w:rsidRPr="00AB3E43" w:rsidRDefault="00BD44D9" w:rsidP="00BD44D9">
            <w:pPr>
              <w:widowControl w:val="0"/>
              <w:suppressAutoHyphens w:val="0"/>
              <w:spacing w:before="57" w:after="24" w:line="240" w:lineRule="auto"/>
              <w:ind w:left="113"/>
              <w:rPr>
                <w:sz w:val="18"/>
                <w:szCs w:val="18"/>
                <w:lang w:val="en-US"/>
              </w:rPr>
            </w:pPr>
            <w:r w:rsidRPr="00AB3E43">
              <w:rPr>
                <w:sz w:val="18"/>
                <w:szCs w:val="18"/>
                <w:lang w:val="en-US"/>
              </w:rPr>
              <w:t>(Egypt) Proposal for amendments to R.E.3</w:t>
            </w:r>
          </w:p>
        </w:tc>
        <w:tc>
          <w:tcPr>
            <w:tcW w:w="1134" w:type="dxa"/>
            <w:shd w:val="clear" w:color="auto" w:fill="auto"/>
          </w:tcPr>
          <w:p w14:paraId="602BA6F6" w14:textId="77777777" w:rsidR="00BD44D9" w:rsidRPr="00794A20" w:rsidRDefault="00BD44D9" w:rsidP="00BD44D9">
            <w:pPr>
              <w:widowControl w:val="0"/>
              <w:suppressAutoHyphens w:val="0"/>
              <w:spacing w:before="57" w:line="240" w:lineRule="auto"/>
              <w:jc w:val="center"/>
              <w:rPr>
                <w:sz w:val="18"/>
                <w:szCs w:val="18"/>
              </w:rPr>
            </w:pPr>
            <w:r w:rsidRPr="00794A20">
              <w:rPr>
                <w:sz w:val="18"/>
                <w:szCs w:val="18"/>
              </w:rPr>
              <w:t>(b)</w:t>
            </w:r>
          </w:p>
        </w:tc>
      </w:tr>
      <w:tr w:rsidR="00BD44D9" w:rsidRPr="00794A20" w14:paraId="62051603" w14:textId="77777777" w:rsidTr="00BD44D9">
        <w:trPr>
          <w:trHeight w:val="176"/>
        </w:trPr>
        <w:tc>
          <w:tcPr>
            <w:tcW w:w="666" w:type="dxa"/>
            <w:shd w:val="clear" w:color="auto" w:fill="auto"/>
          </w:tcPr>
          <w:p w14:paraId="7706AB09" w14:textId="77777777" w:rsidR="00BD44D9" w:rsidRPr="00794A20" w:rsidRDefault="00BD44D9" w:rsidP="00BD44D9">
            <w:pPr>
              <w:widowControl w:val="0"/>
              <w:suppressAutoHyphens w:val="0"/>
              <w:spacing w:before="57" w:after="24" w:line="240" w:lineRule="auto"/>
              <w:jc w:val="center"/>
              <w:rPr>
                <w:sz w:val="18"/>
                <w:szCs w:val="18"/>
              </w:rPr>
            </w:pPr>
            <w:r w:rsidRPr="00794A20">
              <w:rPr>
                <w:sz w:val="18"/>
                <w:szCs w:val="18"/>
              </w:rPr>
              <w:t>34</w:t>
            </w:r>
          </w:p>
        </w:tc>
        <w:tc>
          <w:tcPr>
            <w:tcW w:w="6705" w:type="dxa"/>
            <w:shd w:val="clear" w:color="auto" w:fill="auto"/>
          </w:tcPr>
          <w:p w14:paraId="55DC6B5C" w14:textId="77777777" w:rsidR="00BD44D9" w:rsidRPr="00AB3E43" w:rsidRDefault="00BD44D9" w:rsidP="00BD44D9">
            <w:pPr>
              <w:widowControl w:val="0"/>
              <w:suppressAutoHyphens w:val="0"/>
              <w:spacing w:before="57" w:after="24" w:line="240" w:lineRule="auto"/>
              <w:ind w:left="113"/>
              <w:rPr>
                <w:sz w:val="18"/>
                <w:szCs w:val="18"/>
                <w:lang w:val="en-US"/>
              </w:rPr>
            </w:pPr>
            <w:r w:rsidRPr="00AB3E43">
              <w:rPr>
                <w:sz w:val="18"/>
                <w:szCs w:val="18"/>
                <w:lang w:val="en-US"/>
              </w:rPr>
              <w:t>(Japan) Status report of Reversing Motion in VRU-</w:t>
            </w:r>
            <w:proofErr w:type="spellStart"/>
            <w:r w:rsidRPr="00AB3E43">
              <w:rPr>
                <w:sz w:val="18"/>
                <w:szCs w:val="18"/>
                <w:lang w:val="en-US"/>
              </w:rPr>
              <w:t>Proxi</w:t>
            </w:r>
            <w:proofErr w:type="spellEnd"/>
            <w:r w:rsidRPr="00AB3E43">
              <w:rPr>
                <w:sz w:val="18"/>
                <w:szCs w:val="18"/>
                <w:lang w:val="en-US"/>
              </w:rPr>
              <w:t xml:space="preserve"> INWG</w:t>
            </w:r>
          </w:p>
        </w:tc>
        <w:tc>
          <w:tcPr>
            <w:tcW w:w="1134" w:type="dxa"/>
            <w:shd w:val="clear" w:color="auto" w:fill="auto"/>
          </w:tcPr>
          <w:p w14:paraId="040F8244" w14:textId="77777777" w:rsidR="00BD44D9" w:rsidRPr="00794A20" w:rsidRDefault="00BD44D9" w:rsidP="00BD44D9">
            <w:pPr>
              <w:widowControl w:val="0"/>
              <w:suppressAutoHyphens w:val="0"/>
              <w:spacing w:before="57" w:line="240" w:lineRule="auto"/>
              <w:jc w:val="center"/>
              <w:rPr>
                <w:sz w:val="18"/>
                <w:szCs w:val="18"/>
              </w:rPr>
            </w:pPr>
            <w:r w:rsidRPr="00794A20">
              <w:rPr>
                <w:sz w:val="18"/>
                <w:szCs w:val="18"/>
              </w:rPr>
              <w:t>(d)</w:t>
            </w:r>
          </w:p>
        </w:tc>
      </w:tr>
      <w:tr w:rsidR="00BD44D9" w:rsidRPr="00794A20" w14:paraId="0FEAC109" w14:textId="77777777" w:rsidTr="00BD44D9">
        <w:trPr>
          <w:trHeight w:val="176"/>
        </w:trPr>
        <w:tc>
          <w:tcPr>
            <w:tcW w:w="666" w:type="dxa"/>
            <w:shd w:val="clear" w:color="auto" w:fill="auto"/>
          </w:tcPr>
          <w:p w14:paraId="782A4A7A" w14:textId="77777777" w:rsidR="00BD44D9" w:rsidRPr="00794A20" w:rsidRDefault="00BD44D9" w:rsidP="00BD44D9">
            <w:pPr>
              <w:widowControl w:val="0"/>
              <w:suppressAutoHyphens w:val="0"/>
              <w:spacing w:before="57" w:after="24" w:line="240" w:lineRule="auto"/>
              <w:jc w:val="center"/>
              <w:rPr>
                <w:sz w:val="18"/>
                <w:szCs w:val="18"/>
              </w:rPr>
            </w:pPr>
            <w:r w:rsidRPr="00794A20">
              <w:rPr>
                <w:sz w:val="18"/>
                <w:szCs w:val="18"/>
              </w:rPr>
              <w:t>35</w:t>
            </w:r>
          </w:p>
        </w:tc>
        <w:tc>
          <w:tcPr>
            <w:tcW w:w="6705" w:type="dxa"/>
            <w:shd w:val="clear" w:color="auto" w:fill="auto"/>
          </w:tcPr>
          <w:p w14:paraId="09781EEA" w14:textId="77777777" w:rsidR="00BD44D9" w:rsidRPr="00AB3E43" w:rsidRDefault="00BD44D9" w:rsidP="00BD44D9">
            <w:pPr>
              <w:widowControl w:val="0"/>
              <w:suppressAutoHyphens w:val="0"/>
              <w:spacing w:before="57" w:after="24" w:line="240" w:lineRule="auto"/>
              <w:ind w:left="113"/>
              <w:rPr>
                <w:sz w:val="18"/>
                <w:szCs w:val="18"/>
                <w:lang w:val="en-US"/>
              </w:rPr>
            </w:pPr>
            <w:r w:rsidRPr="00AB3E43">
              <w:rPr>
                <w:sz w:val="18"/>
                <w:szCs w:val="18"/>
                <w:lang w:val="en-US"/>
              </w:rPr>
              <w:t>(OICA) Proposal to withdraw ECE/TRANS/WP.29/2019/93</w:t>
            </w:r>
          </w:p>
        </w:tc>
        <w:tc>
          <w:tcPr>
            <w:tcW w:w="1134" w:type="dxa"/>
            <w:shd w:val="clear" w:color="auto" w:fill="auto"/>
          </w:tcPr>
          <w:p w14:paraId="60469C65" w14:textId="77777777" w:rsidR="00BD44D9" w:rsidRPr="00794A20" w:rsidRDefault="00BD44D9" w:rsidP="00BD44D9">
            <w:pPr>
              <w:widowControl w:val="0"/>
              <w:suppressAutoHyphens w:val="0"/>
              <w:spacing w:before="57" w:line="240" w:lineRule="auto"/>
              <w:jc w:val="center"/>
              <w:rPr>
                <w:sz w:val="18"/>
                <w:szCs w:val="18"/>
              </w:rPr>
            </w:pPr>
            <w:r w:rsidRPr="00794A20">
              <w:rPr>
                <w:sz w:val="18"/>
                <w:szCs w:val="18"/>
              </w:rPr>
              <w:t>(a/d)</w:t>
            </w:r>
          </w:p>
        </w:tc>
      </w:tr>
      <w:tr w:rsidR="00BD44D9" w:rsidRPr="00794A20" w14:paraId="1529B765" w14:textId="77777777" w:rsidTr="00BD44D9">
        <w:trPr>
          <w:trHeight w:val="176"/>
        </w:trPr>
        <w:tc>
          <w:tcPr>
            <w:tcW w:w="666" w:type="dxa"/>
            <w:shd w:val="clear" w:color="auto" w:fill="auto"/>
          </w:tcPr>
          <w:p w14:paraId="3BFC30CA" w14:textId="77777777" w:rsidR="00BD44D9" w:rsidRPr="00794A20" w:rsidRDefault="00BD44D9" w:rsidP="00BD44D9">
            <w:pPr>
              <w:widowControl w:val="0"/>
              <w:suppressAutoHyphens w:val="0"/>
              <w:spacing w:before="57" w:after="24" w:line="240" w:lineRule="auto"/>
              <w:jc w:val="center"/>
              <w:rPr>
                <w:sz w:val="18"/>
                <w:szCs w:val="18"/>
              </w:rPr>
            </w:pPr>
            <w:r w:rsidRPr="00794A20">
              <w:rPr>
                <w:sz w:val="18"/>
                <w:szCs w:val="18"/>
              </w:rPr>
              <w:t>36</w:t>
            </w:r>
          </w:p>
        </w:tc>
        <w:tc>
          <w:tcPr>
            <w:tcW w:w="6705" w:type="dxa"/>
            <w:shd w:val="clear" w:color="auto" w:fill="auto"/>
          </w:tcPr>
          <w:p w14:paraId="54E889E7" w14:textId="77777777" w:rsidR="00BD44D9" w:rsidRPr="00794A20" w:rsidRDefault="00BD44D9" w:rsidP="00BD44D9">
            <w:pPr>
              <w:widowControl w:val="0"/>
              <w:suppressAutoHyphens w:val="0"/>
              <w:spacing w:before="57" w:after="24" w:line="240" w:lineRule="auto"/>
              <w:ind w:left="113"/>
              <w:rPr>
                <w:sz w:val="18"/>
                <w:szCs w:val="18"/>
              </w:rPr>
            </w:pPr>
            <w:r w:rsidRPr="00794A20">
              <w:rPr>
                <w:sz w:val="18"/>
                <w:szCs w:val="18"/>
              </w:rPr>
              <w:t>(OICA) Comments on ECE/TRANs/WP.29/GRSG/2019/19</w:t>
            </w:r>
          </w:p>
        </w:tc>
        <w:tc>
          <w:tcPr>
            <w:tcW w:w="1134" w:type="dxa"/>
            <w:shd w:val="clear" w:color="auto" w:fill="auto"/>
          </w:tcPr>
          <w:p w14:paraId="77FF388F" w14:textId="77777777" w:rsidR="00BD44D9" w:rsidRPr="00794A20" w:rsidRDefault="00BD44D9" w:rsidP="00BD44D9">
            <w:pPr>
              <w:widowControl w:val="0"/>
              <w:suppressAutoHyphens w:val="0"/>
              <w:spacing w:before="57" w:line="240" w:lineRule="auto"/>
              <w:jc w:val="center"/>
              <w:rPr>
                <w:sz w:val="18"/>
                <w:szCs w:val="18"/>
              </w:rPr>
            </w:pPr>
            <w:r w:rsidRPr="00794A20">
              <w:rPr>
                <w:sz w:val="18"/>
                <w:szCs w:val="18"/>
              </w:rPr>
              <w:t>(c)</w:t>
            </w:r>
          </w:p>
        </w:tc>
      </w:tr>
      <w:tr w:rsidR="00BD44D9" w:rsidRPr="00794A20" w14:paraId="236169FF" w14:textId="77777777" w:rsidTr="00BD44D9">
        <w:trPr>
          <w:trHeight w:val="176"/>
        </w:trPr>
        <w:tc>
          <w:tcPr>
            <w:tcW w:w="666" w:type="dxa"/>
            <w:shd w:val="clear" w:color="auto" w:fill="auto"/>
          </w:tcPr>
          <w:p w14:paraId="7C6D5177" w14:textId="77777777" w:rsidR="00BD44D9" w:rsidRPr="00794A20" w:rsidRDefault="00BD44D9" w:rsidP="00BD44D9">
            <w:pPr>
              <w:widowControl w:val="0"/>
              <w:suppressAutoHyphens w:val="0"/>
              <w:spacing w:before="57" w:after="24" w:line="240" w:lineRule="auto"/>
              <w:jc w:val="center"/>
              <w:rPr>
                <w:sz w:val="18"/>
                <w:szCs w:val="18"/>
              </w:rPr>
            </w:pPr>
            <w:r w:rsidRPr="00794A20">
              <w:rPr>
                <w:sz w:val="18"/>
                <w:szCs w:val="18"/>
              </w:rPr>
              <w:t>37</w:t>
            </w:r>
          </w:p>
        </w:tc>
        <w:tc>
          <w:tcPr>
            <w:tcW w:w="6705" w:type="dxa"/>
            <w:shd w:val="clear" w:color="auto" w:fill="auto"/>
          </w:tcPr>
          <w:p w14:paraId="08DB2FC8" w14:textId="77777777" w:rsidR="00BD44D9" w:rsidRPr="00AB3E43" w:rsidRDefault="00BD44D9" w:rsidP="00BD44D9">
            <w:pPr>
              <w:widowControl w:val="0"/>
              <w:suppressAutoHyphens w:val="0"/>
              <w:spacing w:before="57" w:after="24" w:line="240" w:lineRule="auto"/>
              <w:ind w:left="113"/>
              <w:rPr>
                <w:sz w:val="18"/>
                <w:szCs w:val="18"/>
                <w:lang w:val="en-US"/>
              </w:rPr>
            </w:pPr>
            <w:r w:rsidRPr="00AB3E43">
              <w:rPr>
                <w:sz w:val="18"/>
                <w:szCs w:val="18"/>
                <w:lang w:val="en-US"/>
              </w:rPr>
              <w:t>(Korea) Progress report of IWG on PSG</w:t>
            </w:r>
          </w:p>
        </w:tc>
        <w:tc>
          <w:tcPr>
            <w:tcW w:w="1134" w:type="dxa"/>
            <w:shd w:val="clear" w:color="auto" w:fill="auto"/>
          </w:tcPr>
          <w:p w14:paraId="5BC4AE59" w14:textId="77777777" w:rsidR="00BD44D9" w:rsidRPr="00794A20" w:rsidRDefault="00BD44D9" w:rsidP="00BD44D9">
            <w:pPr>
              <w:widowControl w:val="0"/>
              <w:suppressAutoHyphens w:val="0"/>
              <w:spacing w:before="57" w:line="240" w:lineRule="auto"/>
              <w:jc w:val="center"/>
              <w:rPr>
                <w:sz w:val="18"/>
                <w:szCs w:val="18"/>
              </w:rPr>
            </w:pPr>
            <w:r w:rsidRPr="00794A20">
              <w:rPr>
                <w:sz w:val="18"/>
                <w:szCs w:val="18"/>
              </w:rPr>
              <w:t>(c)</w:t>
            </w:r>
          </w:p>
        </w:tc>
      </w:tr>
      <w:tr w:rsidR="00BD44D9" w:rsidRPr="00794A20" w14:paraId="007F5471" w14:textId="77777777" w:rsidTr="00BD44D9">
        <w:trPr>
          <w:trHeight w:val="176"/>
        </w:trPr>
        <w:tc>
          <w:tcPr>
            <w:tcW w:w="666" w:type="dxa"/>
            <w:shd w:val="clear" w:color="auto" w:fill="auto"/>
          </w:tcPr>
          <w:p w14:paraId="6B2C110F" w14:textId="77777777" w:rsidR="00BD44D9" w:rsidRPr="00794A20" w:rsidRDefault="00BD44D9" w:rsidP="00BD44D9">
            <w:pPr>
              <w:widowControl w:val="0"/>
              <w:suppressAutoHyphens w:val="0"/>
              <w:spacing w:before="57" w:after="24" w:line="240" w:lineRule="auto"/>
              <w:jc w:val="center"/>
              <w:rPr>
                <w:sz w:val="18"/>
                <w:szCs w:val="18"/>
              </w:rPr>
            </w:pPr>
            <w:r w:rsidRPr="00794A20">
              <w:rPr>
                <w:sz w:val="18"/>
                <w:szCs w:val="18"/>
              </w:rPr>
              <w:t>38</w:t>
            </w:r>
          </w:p>
        </w:tc>
        <w:tc>
          <w:tcPr>
            <w:tcW w:w="6705" w:type="dxa"/>
            <w:shd w:val="clear" w:color="auto" w:fill="auto"/>
          </w:tcPr>
          <w:p w14:paraId="149759D9" w14:textId="77777777" w:rsidR="00BD44D9" w:rsidRPr="00AB3E43" w:rsidRDefault="00BD44D9" w:rsidP="00BD44D9">
            <w:pPr>
              <w:widowControl w:val="0"/>
              <w:suppressAutoHyphens w:val="0"/>
              <w:spacing w:before="57" w:after="24" w:line="240" w:lineRule="auto"/>
              <w:ind w:left="113"/>
              <w:rPr>
                <w:sz w:val="18"/>
                <w:szCs w:val="18"/>
                <w:lang w:val="en-US"/>
              </w:rPr>
            </w:pPr>
            <w:r w:rsidRPr="00AB3E43">
              <w:rPr>
                <w:sz w:val="18"/>
                <w:szCs w:val="18"/>
                <w:lang w:val="en-US"/>
              </w:rPr>
              <w:t>(PSG) Status report of IWG on PSG on M.R. [4]</w:t>
            </w:r>
          </w:p>
        </w:tc>
        <w:tc>
          <w:tcPr>
            <w:tcW w:w="1134" w:type="dxa"/>
            <w:shd w:val="clear" w:color="auto" w:fill="auto"/>
          </w:tcPr>
          <w:p w14:paraId="0D5E94CE" w14:textId="77777777" w:rsidR="00BD44D9" w:rsidRPr="00794A20" w:rsidRDefault="00BD44D9" w:rsidP="00BD44D9">
            <w:pPr>
              <w:widowControl w:val="0"/>
              <w:suppressAutoHyphens w:val="0"/>
              <w:spacing w:before="57" w:line="240" w:lineRule="auto"/>
              <w:jc w:val="center"/>
              <w:rPr>
                <w:sz w:val="18"/>
                <w:szCs w:val="18"/>
              </w:rPr>
            </w:pPr>
            <w:r w:rsidRPr="00794A20">
              <w:rPr>
                <w:sz w:val="18"/>
                <w:szCs w:val="18"/>
              </w:rPr>
              <w:t>(c)</w:t>
            </w:r>
          </w:p>
        </w:tc>
      </w:tr>
      <w:tr w:rsidR="00BD44D9" w:rsidRPr="00794A20" w14:paraId="12082A0D" w14:textId="77777777" w:rsidTr="00BD44D9">
        <w:trPr>
          <w:trHeight w:val="176"/>
        </w:trPr>
        <w:tc>
          <w:tcPr>
            <w:tcW w:w="666" w:type="dxa"/>
            <w:shd w:val="clear" w:color="auto" w:fill="auto"/>
          </w:tcPr>
          <w:p w14:paraId="2FD72FF8" w14:textId="77777777" w:rsidR="00BD44D9" w:rsidRPr="00794A20" w:rsidRDefault="00BD44D9" w:rsidP="00BD44D9">
            <w:pPr>
              <w:widowControl w:val="0"/>
              <w:suppressAutoHyphens w:val="0"/>
              <w:spacing w:before="57" w:after="24" w:line="240" w:lineRule="auto"/>
              <w:jc w:val="center"/>
              <w:rPr>
                <w:sz w:val="18"/>
                <w:szCs w:val="18"/>
              </w:rPr>
            </w:pPr>
            <w:r w:rsidRPr="00794A20">
              <w:rPr>
                <w:sz w:val="18"/>
                <w:szCs w:val="18"/>
              </w:rPr>
              <w:t>39</w:t>
            </w:r>
          </w:p>
        </w:tc>
        <w:tc>
          <w:tcPr>
            <w:tcW w:w="6705" w:type="dxa"/>
            <w:shd w:val="clear" w:color="auto" w:fill="auto"/>
          </w:tcPr>
          <w:p w14:paraId="6D580A6B" w14:textId="77777777" w:rsidR="00BD44D9" w:rsidRPr="00AB3E43" w:rsidRDefault="00BD44D9" w:rsidP="00BD44D9">
            <w:pPr>
              <w:widowControl w:val="0"/>
              <w:suppressAutoHyphens w:val="0"/>
              <w:spacing w:before="57" w:after="24" w:line="240" w:lineRule="auto"/>
              <w:ind w:left="113"/>
              <w:rPr>
                <w:sz w:val="18"/>
                <w:szCs w:val="18"/>
                <w:lang w:val="en-US"/>
              </w:rPr>
            </w:pPr>
            <w:r w:rsidRPr="00AB3E43">
              <w:rPr>
                <w:sz w:val="18"/>
                <w:szCs w:val="18"/>
                <w:lang w:val="en-US"/>
              </w:rPr>
              <w:t>(PSG) Proposal for a new M.R. [4] on PSG</w:t>
            </w:r>
          </w:p>
        </w:tc>
        <w:tc>
          <w:tcPr>
            <w:tcW w:w="1134" w:type="dxa"/>
            <w:shd w:val="clear" w:color="auto" w:fill="auto"/>
          </w:tcPr>
          <w:p w14:paraId="6594A198" w14:textId="77777777" w:rsidR="00BD44D9" w:rsidRPr="00794A20" w:rsidRDefault="00BD44D9" w:rsidP="00BD44D9">
            <w:pPr>
              <w:widowControl w:val="0"/>
              <w:suppressAutoHyphens w:val="0"/>
              <w:spacing w:before="57" w:line="240" w:lineRule="auto"/>
              <w:jc w:val="center"/>
              <w:rPr>
                <w:sz w:val="18"/>
                <w:szCs w:val="18"/>
              </w:rPr>
            </w:pPr>
            <w:r w:rsidRPr="00794A20">
              <w:rPr>
                <w:sz w:val="18"/>
                <w:szCs w:val="18"/>
              </w:rPr>
              <w:t>(b)</w:t>
            </w:r>
          </w:p>
        </w:tc>
      </w:tr>
      <w:tr w:rsidR="00BD44D9" w:rsidRPr="00794A20" w14:paraId="72F37CFB" w14:textId="77777777" w:rsidTr="00BD44D9">
        <w:trPr>
          <w:trHeight w:val="176"/>
        </w:trPr>
        <w:tc>
          <w:tcPr>
            <w:tcW w:w="666" w:type="dxa"/>
            <w:shd w:val="clear" w:color="auto" w:fill="auto"/>
          </w:tcPr>
          <w:p w14:paraId="5E41E26D" w14:textId="77777777" w:rsidR="00BD44D9" w:rsidRPr="00794A20" w:rsidRDefault="00BD44D9" w:rsidP="00BD44D9">
            <w:pPr>
              <w:widowControl w:val="0"/>
              <w:suppressAutoHyphens w:val="0"/>
              <w:spacing w:before="57" w:after="24" w:line="240" w:lineRule="auto"/>
              <w:jc w:val="center"/>
              <w:rPr>
                <w:sz w:val="18"/>
                <w:szCs w:val="18"/>
              </w:rPr>
            </w:pPr>
            <w:r w:rsidRPr="00794A20">
              <w:rPr>
                <w:sz w:val="18"/>
                <w:szCs w:val="18"/>
              </w:rPr>
              <w:t>40</w:t>
            </w:r>
          </w:p>
        </w:tc>
        <w:tc>
          <w:tcPr>
            <w:tcW w:w="6705" w:type="dxa"/>
            <w:shd w:val="clear" w:color="auto" w:fill="auto"/>
          </w:tcPr>
          <w:p w14:paraId="20986829" w14:textId="77777777" w:rsidR="00BD44D9" w:rsidRPr="00AB3E43" w:rsidRDefault="00BD44D9" w:rsidP="00BD44D9">
            <w:pPr>
              <w:widowControl w:val="0"/>
              <w:suppressAutoHyphens w:val="0"/>
              <w:spacing w:before="57" w:after="24" w:line="240" w:lineRule="auto"/>
              <w:ind w:left="113"/>
              <w:rPr>
                <w:sz w:val="18"/>
                <w:szCs w:val="18"/>
                <w:lang w:val="en-US"/>
              </w:rPr>
            </w:pPr>
            <w:r w:rsidRPr="00AB3E43">
              <w:rPr>
                <w:sz w:val="18"/>
                <w:szCs w:val="18"/>
                <w:lang w:val="en-US"/>
              </w:rPr>
              <w:t>(Germany) Proposal for amendments to ECE/TRANS/WP.29/GRSG/2019/27</w:t>
            </w:r>
          </w:p>
        </w:tc>
        <w:tc>
          <w:tcPr>
            <w:tcW w:w="1134" w:type="dxa"/>
            <w:shd w:val="clear" w:color="auto" w:fill="auto"/>
          </w:tcPr>
          <w:p w14:paraId="11E0AA57" w14:textId="77777777" w:rsidR="00BD44D9" w:rsidRPr="00794A20" w:rsidRDefault="00BD44D9" w:rsidP="00BD44D9">
            <w:pPr>
              <w:widowControl w:val="0"/>
              <w:suppressAutoHyphens w:val="0"/>
              <w:spacing w:before="57" w:line="240" w:lineRule="auto"/>
              <w:jc w:val="center"/>
              <w:rPr>
                <w:sz w:val="18"/>
                <w:szCs w:val="18"/>
              </w:rPr>
            </w:pPr>
            <w:r w:rsidRPr="00794A20">
              <w:rPr>
                <w:sz w:val="18"/>
                <w:szCs w:val="18"/>
              </w:rPr>
              <w:t>(c)</w:t>
            </w:r>
          </w:p>
        </w:tc>
      </w:tr>
      <w:tr w:rsidR="00BD44D9" w:rsidRPr="00794A20" w14:paraId="7955DE48" w14:textId="77777777" w:rsidTr="00BD44D9">
        <w:trPr>
          <w:trHeight w:val="176"/>
        </w:trPr>
        <w:tc>
          <w:tcPr>
            <w:tcW w:w="666" w:type="dxa"/>
            <w:shd w:val="clear" w:color="auto" w:fill="auto"/>
          </w:tcPr>
          <w:p w14:paraId="020E9DED" w14:textId="77777777" w:rsidR="00BD44D9" w:rsidRPr="00794A20" w:rsidRDefault="00BD44D9" w:rsidP="00BD44D9">
            <w:pPr>
              <w:widowControl w:val="0"/>
              <w:suppressAutoHyphens w:val="0"/>
              <w:spacing w:before="57" w:after="24" w:line="240" w:lineRule="auto"/>
              <w:jc w:val="center"/>
              <w:rPr>
                <w:sz w:val="18"/>
                <w:szCs w:val="18"/>
              </w:rPr>
            </w:pPr>
            <w:r w:rsidRPr="00794A20">
              <w:rPr>
                <w:sz w:val="18"/>
                <w:szCs w:val="18"/>
              </w:rPr>
              <w:t>40-Rev1</w:t>
            </w:r>
          </w:p>
        </w:tc>
        <w:tc>
          <w:tcPr>
            <w:tcW w:w="6705" w:type="dxa"/>
            <w:shd w:val="clear" w:color="auto" w:fill="auto"/>
          </w:tcPr>
          <w:p w14:paraId="05CD4094" w14:textId="77777777" w:rsidR="00BD44D9" w:rsidRPr="00794A20" w:rsidRDefault="00BD44D9" w:rsidP="00BD44D9">
            <w:pPr>
              <w:widowControl w:val="0"/>
              <w:suppressAutoHyphens w:val="0"/>
              <w:spacing w:before="57" w:after="24" w:line="240" w:lineRule="auto"/>
              <w:ind w:left="113"/>
              <w:rPr>
                <w:sz w:val="18"/>
                <w:szCs w:val="18"/>
              </w:rPr>
            </w:pPr>
            <w:r w:rsidRPr="00794A20">
              <w:rPr>
                <w:sz w:val="18"/>
                <w:szCs w:val="18"/>
              </w:rPr>
              <w:t>Ibid</w:t>
            </w:r>
          </w:p>
        </w:tc>
        <w:tc>
          <w:tcPr>
            <w:tcW w:w="1134" w:type="dxa"/>
            <w:shd w:val="clear" w:color="auto" w:fill="auto"/>
          </w:tcPr>
          <w:p w14:paraId="2E331914" w14:textId="77777777" w:rsidR="00BD44D9" w:rsidRPr="00794A20" w:rsidRDefault="00BD44D9" w:rsidP="00BD44D9">
            <w:pPr>
              <w:widowControl w:val="0"/>
              <w:suppressAutoHyphens w:val="0"/>
              <w:spacing w:before="57" w:line="240" w:lineRule="auto"/>
              <w:jc w:val="center"/>
              <w:rPr>
                <w:sz w:val="18"/>
                <w:szCs w:val="18"/>
              </w:rPr>
            </w:pPr>
            <w:r w:rsidRPr="00794A20">
              <w:rPr>
                <w:sz w:val="18"/>
                <w:szCs w:val="18"/>
              </w:rPr>
              <w:t>(c)</w:t>
            </w:r>
          </w:p>
        </w:tc>
      </w:tr>
      <w:tr w:rsidR="00BD44D9" w:rsidRPr="00794A20" w14:paraId="4B5290CD" w14:textId="77777777" w:rsidTr="00BD44D9">
        <w:trPr>
          <w:trHeight w:val="176"/>
        </w:trPr>
        <w:tc>
          <w:tcPr>
            <w:tcW w:w="666" w:type="dxa"/>
            <w:shd w:val="clear" w:color="auto" w:fill="auto"/>
          </w:tcPr>
          <w:p w14:paraId="6E3D72CB" w14:textId="77777777" w:rsidR="00BD44D9" w:rsidRPr="00794A20" w:rsidRDefault="00BD44D9" w:rsidP="00BD44D9">
            <w:pPr>
              <w:widowControl w:val="0"/>
              <w:suppressAutoHyphens w:val="0"/>
              <w:spacing w:before="57" w:after="24" w:line="240" w:lineRule="auto"/>
              <w:jc w:val="center"/>
              <w:rPr>
                <w:sz w:val="18"/>
                <w:szCs w:val="18"/>
              </w:rPr>
            </w:pPr>
            <w:r w:rsidRPr="00794A20">
              <w:rPr>
                <w:sz w:val="18"/>
                <w:szCs w:val="18"/>
              </w:rPr>
              <w:t>40-Rev.2</w:t>
            </w:r>
          </w:p>
        </w:tc>
        <w:tc>
          <w:tcPr>
            <w:tcW w:w="6705" w:type="dxa"/>
            <w:shd w:val="clear" w:color="auto" w:fill="auto"/>
          </w:tcPr>
          <w:p w14:paraId="4669B6EE" w14:textId="77777777" w:rsidR="00BD44D9" w:rsidRPr="00794A20" w:rsidRDefault="00BD44D9" w:rsidP="00BD44D9">
            <w:pPr>
              <w:widowControl w:val="0"/>
              <w:suppressAutoHyphens w:val="0"/>
              <w:spacing w:before="57" w:after="24" w:line="240" w:lineRule="auto"/>
              <w:ind w:left="113"/>
              <w:rPr>
                <w:sz w:val="18"/>
                <w:szCs w:val="18"/>
              </w:rPr>
            </w:pPr>
            <w:r w:rsidRPr="00794A20">
              <w:rPr>
                <w:sz w:val="18"/>
                <w:szCs w:val="18"/>
              </w:rPr>
              <w:t>Ibid</w:t>
            </w:r>
          </w:p>
        </w:tc>
        <w:tc>
          <w:tcPr>
            <w:tcW w:w="1134" w:type="dxa"/>
            <w:shd w:val="clear" w:color="auto" w:fill="auto"/>
          </w:tcPr>
          <w:p w14:paraId="609B9290" w14:textId="77777777" w:rsidR="00BD44D9" w:rsidRPr="00794A20" w:rsidRDefault="00BD44D9" w:rsidP="00BD44D9">
            <w:pPr>
              <w:widowControl w:val="0"/>
              <w:suppressAutoHyphens w:val="0"/>
              <w:spacing w:before="57" w:line="240" w:lineRule="auto"/>
              <w:jc w:val="center"/>
              <w:rPr>
                <w:sz w:val="18"/>
                <w:szCs w:val="18"/>
              </w:rPr>
            </w:pPr>
            <w:r w:rsidRPr="00794A20">
              <w:rPr>
                <w:sz w:val="18"/>
                <w:szCs w:val="18"/>
              </w:rPr>
              <w:t>(c)</w:t>
            </w:r>
          </w:p>
        </w:tc>
      </w:tr>
      <w:tr w:rsidR="00BD44D9" w:rsidRPr="00794A20" w14:paraId="1214E004" w14:textId="77777777" w:rsidTr="00BD44D9">
        <w:trPr>
          <w:trHeight w:val="176"/>
        </w:trPr>
        <w:tc>
          <w:tcPr>
            <w:tcW w:w="666" w:type="dxa"/>
            <w:shd w:val="clear" w:color="auto" w:fill="auto"/>
          </w:tcPr>
          <w:p w14:paraId="3989F74B" w14:textId="77777777" w:rsidR="00BD44D9" w:rsidRPr="00794A20" w:rsidRDefault="00BD44D9" w:rsidP="00BD44D9">
            <w:pPr>
              <w:widowControl w:val="0"/>
              <w:suppressAutoHyphens w:val="0"/>
              <w:spacing w:before="57" w:after="24" w:line="240" w:lineRule="auto"/>
              <w:jc w:val="center"/>
              <w:rPr>
                <w:sz w:val="18"/>
                <w:szCs w:val="18"/>
              </w:rPr>
            </w:pPr>
            <w:r w:rsidRPr="00794A20">
              <w:rPr>
                <w:sz w:val="18"/>
                <w:szCs w:val="18"/>
              </w:rPr>
              <w:t>40-Rev.3</w:t>
            </w:r>
          </w:p>
        </w:tc>
        <w:tc>
          <w:tcPr>
            <w:tcW w:w="6705" w:type="dxa"/>
            <w:shd w:val="clear" w:color="auto" w:fill="auto"/>
          </w:tcPr>
          <w:p w14:paraId="7CE0C485" w14:textId="77777777" w:rsidR="00BD44D9" w:rsidRPr="00794A20" w:rsidRDefault="00BD44D9" w:rsidP="00BD44D9">
            <w:pPr>
              <w:widowControl w:val="0"/>
              <w:suppressAutoHyphens w:val="0"/>
              <w:spacing w:before="57" w:after="24" w:line="240" w:lineRule="auto"/>
              <w:ind w:left="113"/>
              <w:rPr>
                <w:sz w:val="18"/>
                <w:szCs w:val="18"/>
              </w:rPr>
            </w:pPr>
            <w:r w:rsidRPr="00794A20">
              <w:rPr>
                <w:sz w:val="18"/>
                <w:szCs w:val="18"/>
              </w:rPr>
              <w:t>Ibid</w:t>
            </w:r>
          </w:p>
        </w:tc>
        <w:tc>
          <w:tcPr>
            <w:tcW w:w="1134" w:type="dxa"/>
            <w:shd w:val="clear" w:color="auto" w:fill="auto"/>
          </w:tcPr>
          <w:p w14:paraId="55E01F12" w14:textId="77777777" w:rsidR="00BD44D9" w:rsidRPr="00794A20" w:rsidRDefault="00BD44D9" w:rsidP="00BD44D9">
            <w:pPr>
              <w:widowControl w:val="0"/>
              <w:suppressAutoHyphens w:val="0"/>
              <w:spacing w:before="57" w:line="240" w:lineRule="auto"/>
              <w:jc w:val="center"/>
              <w:rPr>
                <w:sz w:val="18"/>
                <w:szCs w:val="18"/>
              </w:rPr>
            </w:pPr>
            <w:r w:rsidRPr="00794A20">
              <w:rPr>
                <w:sz w:val="18"/>
                <w:szCs w:val="18"/>
              </w:rPr>
              <w:t>(a)</w:t>
            </w:r>
          </w:p>
        </w:tc>
      </w:tr>
      <w:tr w:rsidR="00BD44D9" w:rsidRPr="00794A20" w14:paraId="36DC67CF" w14:textId="77777777" w:rsidTr="00BD44D9">
        <w:trPr>
          <w:trHeight w:val="176"/>
        </w:trPr>
        <w:tc>
          <w:tcPr>
            <w:tcW w:w="666" w:type="dxa"/>
            <w:shd w:val="clear" w:color="auto" w:fill="auto"/>
          </w:tcPr>
          <w:p w14:paraId="45E2B133" w14:textId="77777777" w:rsidR="00BD44D9" w:rsidRPr="00794A20" w:rsidRDefault="00BD44D9" w:rsidP="00BD44D9">
            <w:pPr>
              <w:widowControl w:val="0"/>
              <w:suppressAutoHyphens w:val="0"/>
              <w:spacing w:before="57" w:after="24" w:line="240" w:lineRule="auto"/>
              <w:jc w:val="center"/>
              <w:rPr>
                <w:sz w:val="18"/>
                <w:szCs w:val="18"/>
              </w:rPr>
            </w:pPr>
            <w:r w:rsidRPr="00794A20">
              <w:rPr>
                <w:sz w:val="18"/>
                <w:szCs w:val="18"/>
              </w:rPr>
              <w:t>41</w:t>
            </w:r>
          </w:p>
        </w:tc>
        <w:tc>
          <w:tcPr>
            <w:tcW w:w="6705" w:type="dxa"/>
            <w:shd w:val="clear" w:color="auto" w:fill="auto"/>
          </w:tcPr>
          <w:p w14:paraId="24B4D0C3" w14:textId="77777777" w:rsidR="00BD44D9" w:rsidRPr="00AB3E43" w:rsidRDefault="00BD44D9" w:rsidP="00BD44D9">
            <w:pPr>
              <w:widowControl w:val="0"/>
              <w:suppressAutoHyphens w:val="0"/>
              <w:spacing w:before="57" w:after="24" w:line="240" w:lineRule="auto"/>
              <w:ind w:left="113"/>
              <w:rPr>
                <w:sz w:val="18"/>
                <w:szCs w:val="18"/>
                <w:lang w:val="en-US"/>
              </w:rPr>
            </w:pPr>
            <w:r w:rsidRPr="00AB3E43">
              <w:rPr>
                <w:sz w:val="18"/>
                <w:szCs w:val="18"/>
                <w:lang w:val="en-US"/>
              </w:rPr>
              <w:t>(Germany) Proposal for a corrigendum to UN Regulation No. 46</w:t>
            </w:r>
          </w:p>
        </w:tc>
        <w:tc>
          <w:tcPr>
            <w:tcW w:w="1134" w:type="dxa"/>
            <w:shd w:val="clear" w:color="auto" w:fill="auto"/>
          </w:tcPr>
          <w:p w14:paraId="47B99D82" w14:textId="77777777" w:rsidR="00BD44D9" w:rsidRPr="00794A20" w:rsidRDefault="00BD44D9" w:rsidP="00BD44D9">
            <w:pPr>
              <w:widowControl w:val="0"/>
              <w:suppressAutoHyphens w:val="0"/>
              <w:spacing w:before="57" w:line="240" w:lineRule="auto"/>
              <w:jc w:val="center"/>
              <w:rPr>
                <w:sz w:val="18"/>
                <w:szCs w:val="18"/>
              </w:rPr>
            </w:pPr>
            <w:r w:rsidRPr="00794A20">
              <w:rPr>
                <w:sz w:val="18"/>
                <w:szCs w:val="18"/>
              </w:rPr>
              <w:t>(b)</w:t>
            </w:r>
          </w:p>
        </w:tc>
      </w:tr>
      <w:tr w:rsidR="00BD44D9" w:rsidRPr="00794A20" w14:paraId="54634F8C" w14:textId="77777777" w:rsidTr="00BD44D9">
        <w:trPr>
          <w:trHeight w:val="176"/>
        </w:trPr>
        <w:tc>
          <w:tcPr>
            <w:tcW w:w="666" w:type="dxa"/>
            <w:shd w:val="clear" w:color="auto" w:fill="auto"/>
          </w:tcPr>
          <w:p w14:paraId="40873309" w14:textId="77777777" w:rsidR="00BD44D9" w:rsidRPr="00794A20" w:rsidRDefault="00BD44D9" w:rsidP="00BD44D9">
            <w:pPr>
              <w:widowControl w:val="0"/>
              <w:suppressAutoHyphens w:val="0"/>
              <w:spacing w:before="57" w:after="24" w:line="240" w:lineRule="auto"/>
              <w:jc w:val="center"/>
              <w:rPr>
                <w:sz w:val="18"/>
                <w:szCs w:val="18"/>
              </w:rPr>
            </w:pPr>
            <w:r w:rsidRPr="00794A20">
              <w:rPr>
                <w:sz w:val="18"/>
                <w:szCs w:val="18"/>
              </w:rPr>
              <w:t>42</w:t>
            </w:r>
          </w:p>
        </w:tc>
        <w:tc>
          <w:tcPr>
            <w:tcW w:w="6705" w:type="dxa"/>
            <w:shd w:val="clear" w:color="auto" w:fill="auto"/>
          </w:tcPr>
          <w:p w14:paraId="1DBDBB03" w14:textId="77777777" w:rsidR="00BD44D9" w:rsidRPr="00AB3E43" w:rsidRDefault="00BD44D9" w:rsidP="00BD44D9">
            <w:pPr>
              <w:widowControl w:val="0"/>
              <w:suppressAutoHyphens w:val="0"/>
              <w:spacing w:before="57" w:after="24" w:line="240" w:lineRule="auto"/>
              <w:ind w:left="113"/>
              <w:rPr>
                <w:sz w:val="18"/>
                <w:szCs w:val="18"/>
                <w:lang w:val="en-US"/>
              </w:rPr>
            </w:pPr>
            <w:r w:rsidRPr="00AB3E43">
              <w:rPr>
                <w:sz w:val="18"/>
                <w:szCs w:val="18"/>
                <w:lang w:val="en-US"/>
              </w:rPr>
              <w:t>(Germany) Proposal for a corrigendum to UN Regulation No. 46</w:t>
            </w:r>
          </w:p>
        </w:tc>
        <w:tc>
          <w:tcPr>
            <w:tcW w:w="1134" w:type="dxa"/>
            <w:shd w:val="clear" w:color="auto" w:fill="auto"/>
          </w:tcPr>
          <w:p w14:paraId="12BC144B" w14:textId="77777777" w:rsidR="00BD44D9" w:rsidRPr="00794A20" w:rsidRDefault="00BD44D9" w:rsidP="00BD44D9">
            <w:pPr>
              <w:widowControl w:val="0"/>
              <w:suppressAutoHyphens w:val="0"/>
              <w:spacing w:before="57" w:line="240" w:lineRule="auto"/>
              <w:jc w:val="center"/>
              <w:rPr>
                <w:sz w:val="18"/>
                <w:szCs w:val="18"/>
              </w:rPr>
            </w:pPr>
            <w:r w:rsidRPr="00794A20">
              <w:rPr>
                <w:sz w:val="18"/>
                <w:szCs w:val="18"/>
              </w:rPr>
              <w:t>(b)</w:t>
            </w:r>
          </w:p>
        </w:tc>
      </w:tr>
      <w:tr w:rsidR="00BD44D9" w:rsidRPr="00794A20" w14:paraId="00160260" w14:textId="77777777" w:rsidTr="00BD44D9">
        <w:trPr>
          <w:trHeight w:val="176"/>
        </w:trPr>
        <w:tc>
          <w:tcPr>
            <w:tcW w:w="666" w:type="dxa"/>
            <w:shd w:val="clear" w:color="auto" w:fill="auto"/>
          </w:tcPr>
          <w:p w14:paraId="00EF8096" w14:textId="77777777" w:rsidR="00BD44D9" w:rsidRPr="00794A20" w:rsidRDefault="00BD44D9" w:rsidP="00BD44D9">
            <w:pPr>
              <w:widowControl w:val="0"/>
              <w:suppressAutoHyphens w:val="0"/>
              <w:spacing w:before="57" w:after="24" w:line="240" w:lineRule="auto"/>
              <w:jc w:val="center"/>
              <w:rPr>
                <w:sz w:val="18"/>
                <w:szCs w:val="18"/>
              </w:rPr>
            </w:pPr>
            <w:r w:rsidRPr="00794A20">
              <w:rPr>
                <w:sz w:val="18"/>
                <w:szCs w:val="18"/>
              </w:rPr>
              <w:t>43</w:t>
            </w:r>
          </w:p>
        </w:tc>
        <w:tc>
          <w:tcPr>
            <w:tcW w:w="6705" w:type="dxa"/>
            <w:shd w:val="clear" w:color="auto" w:fill="auto"/>
          </w:tcPr>
          <w:p w14:paraId="7F249BFB" w14:textId="77777777" w:rsidR="00BD44D9" w:rsidRPr="00AB3E43" w:rsidRDefault="00BD44D9" w:rsidP="00BD44D9">
            <w:pPr>
              <w:widowControl w:val="0"/>
              <w:suppressAutoHyphens w:val="0"/>
              <w:spacing w:before="57" w:after="24" w:line="240" w:lineRule="auto"/>
              <w:ind w:left="113"/>
              <w:rPr>
                <w:sz w:val="18"/>
                <w:szCs w:val="18"/>
                <w:lang w:val="en-US"/>
              </w:rPr>
            </w:pPr>
            <w:r w:rsidRPr="00AB3E43">
              <w:rPr>
                <w:sz w:val="18"/>
                <w:szCs w:val="18"/>
                <w:lang w:val="en-US"/>
              </w:rPr>
              <w:t>(Korea) Proposal for amendments to ECE/TRANS/WP.29/GRSG/2019/33</w:t>
            </w:r>
          </w:p>
        </w:tc>
        <w:tc>
          <w:tcPr>
            <w:tcW w:w="1134" w:type="dxa"/>
            <w:shd w:val="clear" w:color="auto" w:fill="auto"/>
          </w:tcPr>
          <w:p w14:paraId="3A80F3CE" w14:textId="77777777" w:rsidR="00BD44D9" w:rsidRPr="00794A20" w:rsidRDefault="00BD44D9" w:rsidP="00BD44D9">
            <w:pPr>
              <w:widowControl w:val="0"/>
              <w:suppressAutoHyphens w:val="0"/>
              <w:spacing w:before="57" w:line="240" w:lineRule="auto"/>
              <w:jc w:val="center"/>
              <w:rPr>
                <w:sz w:val="18"/>
                <w:szCs w:val="18"/>
              </w:rPr>
            </w:pPr>
            <w:r w:rsidRPr="00794A20">
              <w:rPr>
                <w:sz w:val="18"/>
                <w:szCs w:val="18"/>
              </w:rPr>
              <w:t>(c)</w:t>
            </w:r>
          </w:p>
        </w:tc>
      </w:tr>
      <w:tr w:rsidR="00BD44D9" w:rsidRPr="00794A20" w14:paraId="00F217B0" w14:textId="77777777" w:rsidTr="00BD44D9">
        <w:trPr>
          <w:trHeight w:val="176"/>
        </w:trPr>
        <w:tc>
          <w:tcPr>
            <w:tcW w:w="666" w:type="dxa"/>
            <w:shd w:val="clear" w:color="auto" w:fill="auto"/>
          </w:tcPr>
          <w:p w14:paraId="6765DCDD" w14:textId="77777777" w:rsidR="00BD44D9" w:rsidRPr="00794A20" w:rsidRDefault="00BD44D9" w:rsidP="00BD44D9">
            <w:pPr>
              <w:widowControl w:val="0"/>
              <w:suppressAutoHyphens w:val="0"/>
              <w:spacing w:before="57" w:after="24" w:line="240" w:lineRule="auto"/>
              <w:jc w:val="center"/>
              <w:rPr>
                <w:sz w:val="18"/>
                <w:szCs w:val="18"/>
              </w:rPr>
            </w:pPr>
            <w:r w:rsidRPr="00794A20">
              <w:rPr>
                <w:sz w:val="18"/>
                <w:szCs w:val="18"/>
              </w:rPr>
              <w:t>44</w:t>
            </w:r>
          </w:p>
        </w:tc>
        <w:tc>
          <w:tcPr>
            <w:tcW w:w="6705" w:type="dxa"/>
            <w:shd w:val="clear" w:color="auto" w:fill="auto"/>
          </w:tcPr>
          <w:p w14:paraId="49D6E8C5" w14:textId="77777777" w:rsidR="00BD44D9" w:rsidRPr="00AB3E43" w:rsidRDefault="00BD44D9" w:rsidP="00BD44D9">
            <w:pPr>
              <w:widowControl w:val="0"/>
              <w:suppressAutoHyphens w:val="0"/>
              <w:spacing w:before="57" w:after="24" w:line="240" w:lineRule="auto"/>
              <w:ind w:left="113"/>
              <w:rPr>
                <w:sz w:val="18"/>
                <w:szCs w:val="18"/>
                <w:lang w:val="en-US"/>
              </w:rPr>
            </w:pPr>
            <w:r w:rsidRPr="00AB3E43">
              <w:rPr>
                <w:sz w:val="18"/>
                <w:szCs w:val="18"/>
                <w:lang w:val="en-US"/>
              </w:rPr>
              <w:t>(OICA) Proposal for amendments to ECE/TRANS/WP29/GRSG/2019/34</w:t>
            </w:r>
          </w:p>
        </w:tc>
        <w:tc>
          <w:tcPr>
            <w:tcW w:w="1134" w:type="dxa"/>
            <w:shd w:val="clear" w:color="auto" w:fill="auto"/>
          </w:tcPr>
          <w:p w14:paraId="54ACB6EA" w14:textId="77777777" w:rsidR="00BD44D9" w:rsidRPr="00794A20" w:rsidRDefault="00BD44D9" w:rsidP="00BD44D9">
            <w:pPr>
              <w:widowControl w:val="0"/>
              <w:suppressAutoHyphens w:val="0"/>
              <w:spacing w:before="57" w:line="240" w:lineRule="auto"/>
              <w:jc w:val="center"/>
              <w:rPr>
                <w:sz w:val="18"/>
                <w:szCs w:val="18"/>
              </w:rPr>
            </w:pPr>
            <w:r w:rsidRPr="00794A20">
              <w:rPr>
                <w:sz w:val="18"/>
                <w:szCs w:val="18"/>
              </w:rPr>
              <w:t>(c)</w:t>
            </w:r>
          </w:p>
        </w:tc>
      </w:tr>
      <w:tr w:rsidR="00BD44D9" w:rsidRPr="00794A20" w14:paraId="493B3622" w14:textId="77777777" w:rsidTr="00BD44D9">
        <w:trPr>
          <w:trHeight w:val="176"/>
        </w:trPr>
        <w:tc>
          <w:tcPr>
            <w:tcW w:w="666" w:type="dxa"/>
            <w:shd w:val="clear" w:color="auto" w:fill="auto"/>
          </w:tcPr>
          <w:p w14:paraId="628364E5" w14:textId="77777777" w:rsidR="00BD44D9" w:rsidRPr="00794A20" w:rsidRDefault="00BD44D9" w:rsidP="00BD44D9">
            <w:pPr>
              <w:widowControl w:val="0"/>
              <w:suppressAutoHyphens w:val="0"/>
              <w:spacing w:before="57" w:after="24" w:line="240" w:lineRule="auto"/>
              <w:jc w:val="center"/>
              <w:rPr>
                <w:sz w:val="18"/>
                <w:szCs w:val="18"/>
              </w:rPr>
            </w:pPr>
            <w:r w:rsidRPr="00794A20">
              <w:rPr>
                <w:sz w:val="18"/>
                <w:szCs w:val="18"/>
              </w:rPr>
              <w:t>44-Rev.1</w:t>
            </w:r>
          </w:p>
        </w:tc>
        <w:tc>
          <w:tcPr>
            <w:tcW w:w="6705" w:type="dxa"/>
            <w:shd w:val="clear" w:color="auto" w:fill="auto"/>
          </w:tcPr>
          <w:p w14:paraId="65C29A9A" w14:textId="77777777" w:rsidR="00BD44D9" w:rsidRPr="00794A20" w:rsidRDefault="00BD44D9" w:rsidP="00BD44D9">
            <w:pPr>
              <w:widowControl w:val="0"/>
              <w:suppressAutoHyphens w:val="0"/>
              <w:spacing w:before="57" w:after="24" w:line="240" w:lineRule="auto"/>
              <w:ind w:left="113"/>
              <w:rPr>
                <w:sz w:val="18"/>
                <w:szCs w:val="18"/>
              </w:rPr>
            </w:pPr>
            <w:r w:rsidRPr="00794A20">
              <w:rPr>
                <w:sz w:val="18"/>
                <w:szCs w:val="18"/>
              </w:rPr>
              <w:t>Ibid</w:t>
            </w:r>
          </w:p>
        </w:tc>
        <w:tc>
          <w:tcPr>
            <w:tcW w:w="1134" w:type="dxa"/>
            <w:shd w:val="clear" w:color="auto" w:fill="auto"/>
          </w:tcPr>
          <w:p w14:paraId="75B20372" w14:textId="77777777" w:rsidR="00BD44D9" w:rsidRPr="00794A20" w:rsidRDefault="00BD44D9" w:rsidP="00BD44D9">
            <w:pPr>
              <w:widowControl w:val="0"/>
              <w:suppressAutoHyphens w:val="0"/>
              <w:spacing w:before="57" w:line="240" w:lineRule="auto"/>
              <w:jc w:val="center"/>
              <w:rPr>
                <w:sz w:val="18"/>
                <w:szCs w:val="18"/>
              </w:rPr>
            </w:pPr>
            <w:r w:rsidRPr="00794A20">
              <w:rPr>
                <w:sz w:val="18"/>
                <w:szCs w:val="18"/>
              </w:rPr>
              <w:t>(a)</w:t>
            </w:r>
          </w:p>
        </w:tc>
      </w:tr>
      <w:tr w:rsidR="00BD44D9" w:rsidRPr="00794A20" w14:paraId="3BC085B3" w14:textId="77777777" w:rsidTr="00BD44D9">
        <w:trPr>
          <w:trHeight w:val="176"/>
        </w:trPr>
        <w:tc>
          <w:tcPr>
            <w:tcW w:w="666" w:type="dxa"/>
            <w:shd w:val="clear" w:color="auto" w:fill="auto"/>
          </w:tcPr>
          <w:p w14:paraId="7F988ACB" w14:textId="77777777" w:rsidR="00BD44D9" w:rsidRPr="00794A20" w:rsidRDefault="00BD44D9" w:rsidP="00BD44D9">
            <w:pPr>
              <w:widowControl w:val="0"/>
              <w:suppressAutoHyphens w:val="0"/>
              <w:spacing w:before="57" w:after="24" w:line="240" w:lineRule="auto"/>
              <w:jc w:val="center"/>
              <w:rPr>
                <w:sz w:val="18"/>
                <w:szCs w:val="18"/>
              </w:rPr>
            </w:pPr>
            <w:r w:rsidRPr="00794A20">
              <w:rPr>
                <w:sz w:val="18"/>
                <w:szCs w:val="18"/>
              </w:rPr>
              <w:t>45</w:t>
            </w:r>
          </w:p>
        </w:tc>
        <w:tc>
          <w:tcPr>
            <w:tcW w:w="6705" w:type="dxa"/>
            <w:shd w:val="clear" w:color="auto" w:fill="auto"/>
          </w:tcPr>
          <w:p w14:paraId="1A1182C9" w14:textId="77777777" w:rsidR="00BD44D9" w:rsidRPr="00AB3E43" w:rsidRDefault="00BD44D9" w:rsidP="00BD44D9">
            <w:pPr>
              <w:widowControl w:val="0"/>
              <w:suppressAutoHyphens w:val="0"/>
              <w:spacing w:before="57" w:after="24" w:line="240" w:lineRule="auto"/>
              <w:ind w:left="113"/>
              <w:rPr>
                <w:sz w:val="18"/>
                <w:szCs w:val="18"/>
                <w:lang w:val="en-US"/>
              </w:rPr>
            </w:pPr>
            <w:r w:rsidRPr="00AB3E43">
              <w:rPr>
                <w:sz w:val="18"/>
                <w:szCs w:val="18"/>
                <w:lang w:val="en-US"/>
              </w:rPr>
              <w:t>(OICA) Proposal for amendments to ECE/TRANS/WP29/GRSG/2019/2</w:t>
            </w:r>
          </w:p>
        </w:tc>
        <w:tc>
          <w:tcPr>
            <w:tcW w:w="1134" w:type="dxa"/>
            <w:shd w:val="clear" w:color="auto" w:fill="auto"/>
          </w:tcPr>
          <w:p w14:paraId="2CD3285F" w14:textId="77777777" w:rsidR="00BD44D9" w:rsidRPr="00794A20" w:rsidRDefault="00BD44D9" w:rsidP="00BD44D9">
            <w:pPr>
              <w:widowControl w:val="0"/>
              <w:suppressAutoHyphens w:val="0"/>
              <w:spacing w:before="57" w:line="240" w:lineRule="auto"/>
              <w:jc w:val="center"/>
              <w:rPr>
                <w:sz w:val="18"/>
                <w:szCs w:val="18"/>
              </w:rPr>
            </w:pPr>
            <w:r w:rsidRPr="00794A20">
              <w:rPr>
                <w:sz w:val="18"/>
                <w:szCs w:val="18"/>
              </w:rPr>
              <w:t>(a)</w:t>
            </w:r>
          </w:p>
        </w:tc>
      </w:tr>
      <w:tr w:rsidR="00BD44D9" w:rsidRPr="00794A20" w14:paraId="4BD703C6" w14:textId="77777777" w:rsidTr="00BD44D9">
        <w:trPr>
          <w:trHeight w:val="176"/>
        </w:trPr>
        <w:tc>
          <w:tcPr>
            <w:tcW w:w="666" w:type="dxa"/>
            <w:shd w:val="clear" w:color="auto" w:fill="auto"/>
          </w:tcPr>
          <w:p w14:paraId="63D5FEEA" w14:textId="77777777" w:rsidR="00BD44D9" w:rsidRPr="00794A20" w:rsidRDefault="00BD44D9" w:rsidP="00BD44D9">
            <w:pPr>
              <w:widowControl w:val="0"/>
              <w:suppressAutoHyphens w:val="0"/>
              <w:spacing w:before="57" w:after="24" w:line="240" w:lineRule="auto"/>
              <w:jc w:val="center"/>
              <w:rPr>
                <w:sz w:val="18"/>
                <w:szCs w:val="18"/>
              </w:rPr>
            </w:pPr>
            <w:r w:rsidRPr="00794A20">
              <w:rPr>
                <w:sz w:val="18"/>
                <w:szCs w:val="18"/>
              </w:rPr>
              <w:t>46</w:t>
            </w:r>
          </w:p>
        </w:tc>
        <w:tc>
          <w:tcPr>
            <w:tcW w:w="6705" w:type="dxa"/>
            <w:shd w:val="clear" w:color="auto" w:fill="auto"/>
          </w:tcPr>
          <w:p w14:paraId="23A13D83" w14:textId="77777777" w:rsidR="00BD44D9" w:rsidRPr="00AB3E43" w:rsidRDefault="00BD44D9" w:rsidP="00BD44D9">
            <w:pPr>
              <w:widowControl w:val="0"/>
              <w:suppressAutoHyphens w:val="0"/>
              <w:spacing w:before="57" w:after="24" w:line="240" w:lineRule="auto"/>
              <w:ind w:left="113"/>
              <w:rPr>
                <w:sz w:val="18"/>
                <w:szCs w:val="18"/>
                <w:lang w:val="en-US"/>
              </w:rPr>
            </w:pPr>
            <w:r w:rsidRPr="00AB3E43">
              <w:rPr>
                <w:sz w:val="18"/>
                <w:szCs w:val="18"/>
                <w:lang w:val="en-US"/>
              </w:rPr>
              <w:t>(CLEPA) Proposal for amendment to ECE/TRANS/WP.29/GRSG/2019/32</w:t>
            </w:r>
          </w:p>
        </w:tc>
        <w:tc>
          <w:tcPr>
            <w:tcW w:w="1134" w:type="dxa"/>
            <w:shd w:val="clear" w:color="auto" w:fill="auto"/>
          </w:tcPr>
          <w:p w14:paraId="7BC190A5" w14:textId="77777777" w:rsidR="00BD44D9" w:rsidRPr="00794A20" w:rsidRDefault="00BD44D9" w:rsidP="00BD44D9">
            <w:pPr>
              <w:widowControl w:val="0"/>
              <w:suppressAutoHyphens w:val="0"/>
              <w:spacing w:before="57" w:line="240" w:lineRule="auto"/>
              <w:jc w:val="center"/>
              <w:rPr>
                <w:sz w:val="18"/>
                <w:szCs w:val="18"/>
              </w:rPr>
            </w:pPr>
            <w:r w:rsidRPr="00794A20">
              <w:rPr>
                <w:sz w:val="18"/>
                <w:szCs w:val="18"/>
              </w:rPr>
              <w:t>(c)</w:t>
            </w:r>
          </w:p>
        </w:tc>
      </w:tr>
      <w:tr w:rsidR="00BD44D9" w:rsidRPr="00794A20" w14:paraId="324997F2" w14:textId="77777777" w:rsidTr="00BD44D9">
        <w:trPr>
          <w:trHeight w:val="176"/>
        </w:trPr>
        <w:tc>
          <w:tcPr>
            <w:tcW w:w="666" w:type="dxa"/>
            <w:shd w:val="clear" w:color="auto" w:fill="auto"/>
          </w:tcPr>
          <w:p w14:paraId="12B8AA42" w14:textId="77777777" w:rsidR="00BD44D9" w:rsidRPr="00794A20" w:rsidRDefault="00BD44D9" w:rsidP="00BD44D9">
            <w:pPr>
              <w:widowControl w:val="0"/>
              <w:suppressAutoHyphens w:val="0"/>
              <w:spacing w:before="57" w:after="24" w:line="240" w:lineRule="auto"/>
              <w:jc w:val="center"/>
              <w:rPr>
                <w:sz w:val="18"/>
                <w:szCs w:val="18"/>
              </w:rPr>
            </w:pPr>
            <w:r w:rsidRPr="00794A20">
              <w:rPr>
                <w:sz w:val="18"/>
                <w:szCs w:val="18"/>
              </w:rPr>
              <w:t>47</w:t>
            </w:r>
          </w:p>
        </w:tc>
        <w:tc>
          <w:tcPr>
            <w:tcW w:w="6705" w:type="dxa"/>
            <w:shd w:val="clear" w:color="auto" w:fill="auto"/>
          </w:tcPr>
          <w:p w14:paraId="51686BF5" w14:textId="77777777" w:rsidR="00BD44D9" w:rsidRPr="00AB3E43" w:rsidRDefault="00BD44D9" w:rsidP="00BD44D9">
            <w:pPr>
              <w:widowControl w:val="0"/>
              <w:suppressAutoHyphens w:val="0"/>
              <w:spacing w:before="57" w:after="24" w:line="240" w:lineRule="auto"/>
              <w:ind w:left="113"/>
              <w:rPr>
                <w:sz w:val="18"/>
                <w:szCs w:val="18"/>
                <w:lang w:val="en-US"/>
              </w:rPr>
            </w:pPr>
            <w:r w:rsidRPr="00AB3E43">
              <w:rPr>
                <w:sz w:val="18"/>
                <w:szCs w:val="18"/>
                <w:lang w:val="en-US"/>
              </w:rPr>
              <w:t>(Russian Federation) Proposal for a consolidated 01 series of amendments to UN Regulation No. 144</w:t>
            </w:r>
          </w:p>
        </w:tc>
        <w:tc>
          <w:tcPr>
            <w:tcW w:w="1134" w:type="dxa"/>
            <w:shd w:val="clear" w:color="auto" w:fill="auto"/>
          </w:tcPr>
          <w:p w14:paraId="2E0288DF" w14:textId="77777777" w:rsidR="00BD44D9" w:rsidRPr="00794A20" w:rsidRDefault="00BD44D9" w:rsidP="00BD44D9">
            <w:pPr>
              <w:widowControl w:val="0"/>
              <w:suppressAutoHyphens w:val="0"/>
              <w:spacing w:before="57" w:line="240" w:lineRule="auto"/>
              <w:jc w:val="center"/>
              <w:rPr>
                <w:sz w:val="18"/>
                <w:szCs w:val="18"/>
              </w:rPr>
            </w:pPr>
            <w:r w:rsidRPr="00794A20">
              <w:rPr>
                <w:sz w:val="18"/>
                <w:szCs w:val="18"/>
              </w:rPr>
              <w:t>(c)</w:t>
            </w:r>
          </w:p>
        </w:tc>
      </w:tr>
      <w:tr w:rsidR="00BD44D9" w:rsidRPr="00794A20" w14:paraId="11FB6ABA" w14:textId="77777777" w:rsidTr="00BD44D9">
        <w:trPr>
          <w:trHeight w:val="176"/>
        </w:trPr>
        <w:tc>
          <w:tcPr>
            <w:tcW w:w="666" w:type="dxa"/>
            <w:shd w:val="clear" w:color="auto" w:fill="auto"/>
          </w:tcPr>
          <w:p w14:paraId="4C56FCF3" w14:textId="77777777" w:rsidR="00BD44D9" w:rsidRPr="00794A20" w:rsidRDefault="00BD44D9" w:rsidP="00BD44D9">
            <w:pPr>
              <w:widowControl w:val="0"/>
              <w:suppressAutoHyphens w:val="0"/>
              <w:spacing w:before="57" w:after="24" w:line="240" w:lineRule="auto"/>
              <w:jc w:val="center"/>
              <w:rPr>
                <w:sz w:val="18"/>
                <w:szCs w:val="18"/>
              </w:rPr>
            </w:pPr>
            <w:r w:rsidRPr="00794A20">
              <w:rPr>
                <w:sz w:val="18"/>
                <w:szCs w:val="18"/>
              </w:rPr>
              <w:t>48</w:t>
            </w:r>
          </w:p>
        </w:tc>
        <w:tc>
          <w:tcPr>
            <w:tcW w:w="6705" w:type="dxa"/>
            <w:shd w:val="clear" w:color="auto" w:fill="auto"/>
          </w:tcPr>
          <w:p w14:paraId="4032CE8B" w14:textId="77777777" w:rsidR="00BD44D9" w:rsidRPr="00AB3E43" w:rsidRDefault="00BD44D9" w:rsidP="00BD44D9">
            <w:pPr>
              <w:widowControl w:val="0"/>
              <w:suppressAutoHyphens w:val="0"/>
              <w:spacing w:before="57" w:after="24" w:line="240" w:lineRule="auto"/>
              <w:ind w:left="113"/>
              <w:rPr>
                <w:sz w:val="18"/>
                <w:szCs w:val="18"/>
                <w:lang w:val="en-US"/>
              </w:rPr>
            </w:pPr>
            <w:r w:rsidRPr="00AB3E43">
              <w:rPr>
                <w:sz w:val="18"/>
                <w:szCs w:val="18"/>
                <w:lang w:val="en-US"/>
              </w:rPr>
              <w:t>(European Commission) Proposal for amendments to ECE/TRANS/WP29/GRSG/2019/19</w:t>
            </w:r>
          </w:p>
        </w:tc>
        <w:tc>
          <w:tcPr>
            <w:tcW w:w="1134" w:type="dxa"/>
            <w:shd w:val="clear" w:color="auto" w:fill="auto"/>
          </w:tcPr>
          <w:p w14:paraId="782A8348" w14:textId="77777777" w:rsidR="00BD44D9" w:rsidRPr="00794A20" w:rsidRDefault="00BD44D9" w:rsidP="00BD44D9">
            <w:pPr>
              <w:widowControl w:val="0"/>
              <w:suppressAutoHyphens w:val="0"/>
              <w:spacing w:before="57" w:line="240" w:lineRule="auto"/>
              <w:jc w:val="center"/>
              <w:rPr>
                <w:sz w:val="18"/>
                <w:szCs w:val="18"/>
              </w:rPr>
            </w:pPr>
            <w:r w:rsidRPr="00794A20">
              <w:rPr>
                <w:sz w:val="18"/>
                <w:szCs w:val="18"/>
              </w:rPr>
              <w:t>(c)</w:t>
            </w:r>
          </w:p>
        </w:tc>
      </w:tr>
      <w:tr w:rsidR="00BD44D9" w:rsidRPr="00794A20" w14:paraId="28C9B7AD" w14:textId="77777777" w:rsidTr="00BD44D9">
        <w:trPr>
          <w:trHeight w:val="176"/>
        </w:trPr>
        <w:tc>
          <w:tcPr>
            <w:tcW w:w="666" w:type="dxa"/>
            <w:shd w:val="clear" w:color="auto" w:fill="auto"/>
          </w:tcPr>
          <w:p w14:paraId="753A27ED" w14:textId="77777777" w:rsidR="00BD44D9" w:rsidRPr="00794A20" w:rsidRDefault="00BD44D9" w:rsidP="00BD44D9">
            <w:pPr>
              <w:widowControl w:val="0"/>
              <w:suppressAutoHyphens w:val="0"/>
              <w:spacing w:before="57" w:after="24" w:line="240" w:lineRule="auto"/>
              <w:jc w:val="center"/>
              <w:rPr>
                <w:sz w:val="18"/>
                <w:szCs w:val="18"/>
              </w:rPr>
            </w:pPr>
            <w:r w:rsidRPr="00794A20">
              <w:rPr>
                <w:sz w:val="18"/>
                <w:szCs w:val="18"/>
              </w:rPr>
              <w:t>49</w:t>
            </w:r>
          </w:p>
        </w:tc>
        <w:tc>
          <w:tcPr>
            <w:tcW w:w="6705" w:type="dxa"/>
            <w:shd w:val="clear" w:color="auto" w:fill="auto"/>
          </w:tcPr>
          <w:p w14:paraId="531A9E71" w14:textId="77777777" w:rsidR="00BD44D9" w:rsidRPr="00AB3E43" w:rsidRDefault="00BD44D9" w:rsidP="00BD44D9">
            <w:pPr>
              <w:widowControl w:val="0"/>
              <w:suppressAutoHyphens w:val="0"/>
              <w:spacing w:before="57" w:after="24" w:line="240" w:lineRule="auto"/>
              <w:ind w:left="113"/>
              <w:rPr>
                <w:sz w:val="18"/>
                <w:szCs w:val="18"/>
                <w:lang w:val="en-US"/>
              </w:rPr>
            </w:pPr>
            <w:r w:rsidRPr="00AB3E43">
              <w:rPr>
                <w:sz w:val="18"/>
                <w:szCs w:val="18"/>
                <w:lang w:val="en-US"/>
              </w:rPr>
              <w:t>(Korea) Proposal for amendments to ECE/TRANS/WP.29/GRSG/2019/33</w:t>
            </w:r>
          </w:p>
        </w:tc>
        <w:tc>
          <w:tcPr>
            <w:tcW w:w="1134" w:type="dxa"/>
            <w:shd w:val="clear" w:color="auto" w:fill="auto"/>
          </w:tcPr>
          <w:p w14:paraId="3F3D2BE5" w14:textId="77777777" w:rsidR="00BD44D9" w:rsidRPr="00794A20" w:rsidRDefault="00BD44D9" w:rsidP="00BD44D9">
            <w:pPr>
              <w:widowControl w:val="0"/>
              <w:suppressAutoHyphens w:val="0"/>
              <w:spacing w:before="57" w:line="240" w:lineRule="auto"/>
              <w:jc w:val="center"/>
              <w:rPr>
                <w:sz w:val="18"/>
                <w:szCs w:val="18"/>
              </w:rPr>
            </w:pPr>
            <w:r w:rsidRPr="00794A20">
              <w:rPr>
                <w:sz w:val="18"/>
                <w:szCs w:val="18"/>
              </w:rPr>
              <w:t>(a)</w:t>
            </w:r>
          </w:p>
        </w:tc>
      </w:tr>
      <w:tr w:rsidR="00BD44D9" w:rsidRPr="00794A20" w14:paraId="4A6D59D3" w14:textId="77777777" w:rsidTr="00BD44D9">
        <w:trPr>
          <w:trHeight w:val="176"/>
        </w:trPr>
        <w:tc>
          <w:tcPr>
            <w:tcW w:w="666" w:type="dxa"/>
            <w:shd w:val="clear" w:color="auto" w:fill="auto"/>
          </w:tcPr>
          <w:p w14:paraId="5D982643" w14:textId="77777777" w:rsidR="00BD44D9" w:rsidRPr="00794A20" w:rsidRDefault="00BD44D9" w:rsidP="00BD44D9">
            <w:pPr>
              <w:widowControl w:val="0"/>
              <w:suppressAutoHyphens w:val="0"/>
              <w:spacing w:before="57" w:after="24" w:line="240" w:lineRule="auto"/>
              <w:jc w:val="center"/>
              <w:rPr>
                <w:sz w:val="18"/>
                <w:szCs w:val="18"/>
              </w:rPr>
            </w:pPr>
            <w:r w:rsidRPr="00794A20">
              <w:rPr>
                <w:sz w:val="18"/>
                <w:szCs w:val="18"/>
              </w:rPr>
              <w:t>50</w:t>
            </w:r>
          </w:p>
        </w:tc>
        <w:tc>
          <w:tcPr>
            <w:tcW w:w="6705" w:type="dxa"/>
            <w:shd w:val="clear" w:color="auto" w:fill="auto"/>
          </w:tcPr>
          <w:p w14:paraId="3100BDF2" w14:textId="77777777" w:rsidR="00BD44D9" w:rsidRPr="00AB3E43" w:rsidRDefault="00BD44D9" w:rsidP="00BD44D9">
            <w:pPr>
              <w:widowControl w:val="0"/>
              <w:suppressAutoHyphens w:val="0"/>
              <w:spacing w:before="57" w:after="24" w:line="240" w:lineRule="auto"/>
              <w:ind w:left="113"/>
              <w:rPr>
                <w:sz w:val="18"/>
                <w:szCs w:val="18"/>
                <w:lang w:val="en-US"/>
              </w:rPr>
            </w:pPr>
            <w:r w:rsidRPr="00AB3E43">
              <w:rPr>
                <w:sz w:val="18"/>
                <w:szCs w:val="18"/>
                <w:lang w:val="en-US"/>
              </w:rPr>
              <w:t>(European Commission) Proposal for amendments to ECE/TRANS/WP.29/GRSG/2019/32</w:t>
            </w:r>
          </w:p>
        </w:tc>
        <w:tc>
          <w:tcPr>
            <w:tcW w:w="1134" w:type="dxa"/>
            <w:shd w:val="clear" w:color="auto" w:fill="auto"/>
          </w:tcPr>
          <w:p w14:paraId="0483AC15" w14:textId="77777777" w:rsidR="00BD44D9" w:rsidRPr="00794A20" w:rsidRDefault="00BD44D9" w:rsidP="00BD44D9">
            <w:pPr>
              <w:widowControl w:val="0"/>
              <w:suppressAutoHyphens w:val="0"/>
              <w:spacing w:before="57" w:line="240" w:lineRule="auto"/>
              <w:jc w:val="center"/>
              <w:rPr>
                <w:sz w:val="18"/>
                <w:szCs w:val="18"/>
              </w:rPr>
            </w:pPr>
            <w:r w:rsidRPr="00794A20">
              <w:rPr>
                <w:sz w:val="18"/>
                <w:szCs w:val="18"/>
              </w:rPr>
              <w:t>(c)</w:t>
            </w:r>
          </w:p>
        </w:tc>
      </w:tr>
      <w:tr w:rsidR="00BD44D9" w:rsidRPr="00794A20" w14:paraId="3B49A6FD" w14:textId="77777777" w:rsidTr="00BD44D9">
        <w:trPr>
          <w:trHeight w:val="176"/>
        </w:trPr>
        <w:tc>
          <w:tcPr>
            <w:tcW w:w="666" w:type="dxa"/>
            <w:shd w:val="clear" w:color="auto" w:fill="auto"/>
          </w:tcPr>
          <w:p w14:paraId="601BD655" w14:textId="77777777" w:rsidR="00BD44D9" w:rsidRPr="00794A20" w:rsidRDefault="00BD44D9" w:rsidP="00BD44D9">
            <w:pPr>
              <w:widowControl w:val="0"/>
              <w:suppressAutoHyphens w:val="0"/>
              <w:spacing w:before="57" w:after="24" w:line="240" w:lineRule="auto"/>
              <w:jc w:val="center"/>
              <w:rPr>
                <w:sz w:val="18"/>
                <w:szCs w:val="18"/>
              </w:rPr>
            </w:pPr>
            <w:r w:rsidRPr="00794A20">
              <w:rPr>
                <w:sz w:val="18"/>
                <w:szCs w:val="18"/>
              </w:rPr>
              <w:t>51</w:t>
            </w:r>
          </w:p>
        </w:tc>
        <w:tc>
          <w:tcPr>
            <w:tcW w:w="6705" w:type="dxa"/>
            <w:shd w:val="clear" w:color="auto" w:fill="auto"/>
          </w:tcPr>
          <w:p w14:paraId="26FA5D30" w14:textId="77777777" w:rsidR="00BD44D9" w:rsidRPr="00AB3E43" w:rsidRDefault="00BD44D9" w:rsidP="00BD44D9">
            <w:pPr>
              <w:widowControl w:val="0"/>
              <w:suppressAutoHyphens w:val="0"/>
              <w:spacing w:before="57" w:after="24" w:line="240" w:lineRule="auto"/>
              <w:ind w:left="113"/>
              <w:rPr>
                <w:sz w:val="18"/>
                <w:szCs w:val="18"/>
                <w:lang w:val="en-US"/>
              </w:rPr>
            </w:pPr>
            <w:r w:rsidRPr="00AB3E43">
              <w:rPr>
                <w:sz w:val="18"/>
                <w:szCs w:val="18"/>
                <w:lang w:val="en-US"/>
              </w:rPr>
              <w:t>(OICA) Proposal for amendments to GRSG-117-50</w:t>
            </w:r>
          </w:p>
        </w:tc>
        <w:tc>
          <w:tcPr>
            <w:tcW w:w="1134" w:type="dxa"/>
            <w:shd w:val="clear" w:color="auto" w:fill="auto"/>
          </w:tcPr>
          <w:p w14:paraId="6DD5B9E6" w14:textId="77777777" w:rsidR="00BD44D9" w:rsidRPr="00794A20" w:rsidRDefault="00BD44D9" w:rsidP="00BD44D9">
            <w:pPr>
              <w:widowControl w:val="0"/>
              <w:suppressAutoHyphens w:val="0"/>
              <w:spacing w:before="57" w:line="240" w:lineRule="auto"/>
              <w:jc w:val="center"/>
              <w:rPr>
                <w:sz w:val="18"/>
                <w:szCs w:val="18"/>
              </w:rPr>
            </w:pPr>
            <w:r w:rsidRPr="00794A20">
              <w:rPr>
                <w:sz w:val="18"/>
                <w:szCs w:val="18"/>
              </w:rPr>
              <w:t>(a)</w:t>
            </w:r>
          </w:p>
        </w:tc>
      </w:tr>
      <w:tr w:rsidR="00BD44D9" w:rsidRPr="00794A20" w14:paraId="5D744012" w14:textId="77777777" w:rsidTr="00BD44D9">
        <w:trPr>
          <w:trHeight w:val="176"/>
        </w:trPr>
        <w:tc>
          <w:tcPr>
            <w:tcW w:w="666" w:type="dxa"/>
            <w:shd w:val="clear" w:color="auto" w:fill="auto"/>
          </w:tcPr>
          <w:p w14:paraId="13980A42" w14:textId="77777777" w:rsidR="00BD44D9" w:rsidRPr="00794A20" w:rsidRDefault="00BD44D9" w:rsidP="00BD44D9">
            <w:pPr>
              <w:widowControl w:val="0"/>
              <w:suppressAutoHyphens w:val="0"/>
              <w:spacing w:before="57" w:after="24" w:line="240" w:lineRule="auto"/>
              <w:jc w:val="center"/>
              <w:rPr>
                <w:sz w:val="18"/>
                <w:szCs w:val="18"/>
              </w:rPr>
            </w:pPr>
            <w:r w:rsidRPr="00794A20">
              <w:rPr>
                <w:sz w:val="18"/>
                <w:szCs w:val="18"/>
              </w:rPr>
              <w:t>52</w:t>
            </w:r>
          </w:p>
        </w:tc>
        <w:tc>
          <w:tcPr>
            <w:tcW w:w="6705" w:type="dxa"/>
            <w:shd w:val="clear" w:color="auto" w:fill="auto"/>
          </w:tcPr>
          <w:p w14:paraId="4ACE515B" w14:textId="77777777" w:rsidR="00BD44D9" w:rsidRPr="00AB3E43" w:rsidRDefault="00BD44D9" w:rsidP="00BD44D9">
            <w:pPr>
              <w:widowControl w:val="0"/>
              <w:suppressAutoHyphens w:val="0"/>
              <w:spacing w:before="57" w:after="24" w:line="240" w:lineRule="auto"/>
              <w:ind w:left="113"/>
              <w:rPr>
                <w:sz w:val="18"/>
                <w:szCs w:val="18"/>
                <w:lang w:val="en-US"/>
              </w:rPr>
            </w:pPr>
            <w:r w:rsidRPr="00AB3E43">
              <w:rPr>
                <w:sz w:val="18"/>
                <w:szCs w:val="18"/>
                <w:lang w:val="en-US"/>
              </w:rPr>
              <w:t>(Liquid Gas Europe) Proposal for amendments to UN Regulation No. 67</w:t>
            </w:r>
          </w:p>
        </w:tc>
        <w:tc>
          <w:tcPr>
            <w:tcW w:w="1134" w:type="dxa"/>
            <w:shd w:val="clear" w:color="auto" w:fill="auto"/>
          </w:tcPr>
          <w:p w14:paraId="6813DF8E" w14:textId="77777777" w:rsidR="00BD44D9" w:rsidRPr="00794A20" w:rsidRDefault="00BD44D9" w:rsidP="00BD44D9">
            <w:pPr>
              <w:widowControl w:val="0"/>
              <w:suppressAutoHyphens w:val="0"/>
              <w:spacing w:before="57" w:line="240" w:lineRule="auto"/>
              <w:jc w:val="center"/>
              <w:rPr>
                <w:sz w:val="18"/>
                <w:szCs w:val="18"/>
              </w:rPr>
            </w:pPr>
            <w:r w:rsidRPr="00794A20">
              <w:rPr>
                <w:sz w:val="18"/>
                <w:szCs w:val="18"/>
              </w:rPr>
              <w:t>(c)</w:t>
            </w:r>
          </w:p>
        </w:tc>
      </w:tr>
      <w:tr w:rsidR="00BD44D9" w:rsidRPr="00794A20" w14:paraId="30C455D9" w14:textId="77777777" w:rsidTr="00BD44D9">
        <w:trPr>
          <w:trHeight w:val="176"/>
        </w:trPr>
        <w:tc>
          <w:tcPr>
            <w:tcW w:w="666" w:type="dxa"/>
            <w:shd w:val="clear" w:color="auto" w:fill="auto"/>
          </w:tcPr>
          <w:p w14:paraId="4FCAEB8C" w14:textId="77777777" w:rsidR="00BD44D9" w:rsidRPr="00794A20" w:rsidRDefault="00BD44D9" w:rsidP="00BD44D9">
            <w:pPr>
              <w:widowControl w:val="0"/>
              <w:suppressAutoHyphens w:val="0"/>
              <w:spacing w:before="57" w:after="24" w:line="240" w:lineRule="auto"/>
              <w:jc w:val="center"/>
              <w:rPr>
                <w:sz w:val="18"/>
                <w:szCs w:val="18"/>
              </w:rPr>
            </w:pPr>
            <w:r w:rsidRPr="00794A20">
              <w:rPr>
                <w:sz w:val="18"/>
                <w:szCs w:val="18"/>
              </w:rPr>
              <w:t>53</w:t>
            </w:r>
          </w:p>
        </w:tc>
        <w:tc>
          <w:tcPr>
            <w:tcW w:w="6705" w:type="dxa"/>
            <w:shd w:val="clear" w:color="auto" w:fill="auto"/>
          </w:tcPr>
          <w:p w14:paraId="36BB411D" w14:textId="77777777" w:rsidR="00BD44D9" w:rsidRPr="00794A20" w:rsidRDefault="00BD44D9" w:rsidP="00BD44D9">
            <w:pPr>
              <w:widowControl w:val="0"/>
              <w:suppressAutoHyphens w:val="0"/>
              <w:spacing w:before="57" w:after="24" w:line="240" w:lineRule="auto"/>
              <w:ind w:left="113"/>
              <w:rPr>
                <w:sz w:val="18"/>
                <w:szCs w:val="18"/>
              </w:rPr>
            </w:pPr>
            <w:r w:rsidRPr="00794A20">
              <w:rPr>
                <w:sz w:val="18"/>
                <w:szCs w:val="18"/>
              </w:rPr>
              <w:t>(Secretariat) GRSG priorities – proposal</w:t>
            </w:r>
          </w:p>
        </w:tc>
        <w:tc>
          <w:tcPr>
            <w:tcW w:w="1134" w:type="dxa"/>
            <w:shd w:val="clear" w:color="auto" w:fill="auto"/>
          </w:tcPr>
          <w:p w14:paraId="48BDB48D" w14:textId="77777777" w:rsidR="00BD44D9" w:rsidRPr="00794A20" w:rsidRDefault="00BD44D9" w:rsidP="00BD44D9">
            <w:pPr>
              <w:widowControl w:val="0"/>
              <w:suppressAutoHyphens w:val="0"/>
              <w:spacing w:before="57" w:line="240" w:lineRule="auto"/>
              <w:jc w:val="center"/>
              <w:rPr>
                <w:sz w:val="18"/>
                <w:szCs w:val="18"/>
              </w:rPr>
            </w:pPr>
            <w:r w:rsidRPr="00794A20">
              <w:rPr>
                <w:sz w:val="18"/>
                <w:szCs w:val="18"/>
              </w:rPr>
              <w:t>(c)</w:t>
            </w:r>
          </w:p>
        </w:tc>
      </w:tr>
      <w:tr w:rsidR="00BD44D9" w:rsidRPr="00794A20" w14:paraId="2DA3A01E" w14:textId="77777777" w:rsidTr="00BD44D9">
        <w:trPr>
          <w:trHeight w:val="176"/>
        </w:trPr>
        <w:tc>
          <w:tcPr>
            <w:tcW w:w="666" w:type="dxa"/>
            <w:shd w:val="clear" w:color="auto" w:fill="auto"/>
          </w:tcPr>
          <w:p w14:paraId="771E2A63" w14:textId="77777777" w:rsidR="00BD44D9" w:rsidRPr="00794A20" w:rsidRDefault="00BD44D9" w:rsidP="00BD44D9">
            <w:pPr>
              <w:widowControl w:val="0"/>
              <w:suppressAutoHyphens w:val="0"/>
              <w:spacing w:before="57" w:after="24" w:line="240" w:lineRule="auto"/>
              <w:jc w:val="center"/>
              <w:rPr>
                <w:sz w:val="18"/>
                <w:szCs w:val="18"/>
              </w:rPr>
            </w:pPr>
            <w:r w:rsidRPr="00794A20">
              <w:rPr>
                <w:sz w:val="18"/>
                <w:szCs w:val="18"/>
              </w:rPr>
              <w:t>53-Rev.1</w:t>
            </w:r>
          </w:p>
        </w:tc>
        <w:tc>
          <w:tcPr>
            <w:tcW w:w="6705" w:type="dxa"/>
            <w:shd w:val="clear" w:color="auto" w:fill="auto"/>
          </w:tcPr>
          <w:p w14:paraId="5B4D1FE2" w14:textId="77777777" w:rsidR="00BD44D9" w:rsidRPr="00794A20" w:rsidRDefault="00BD44D9" w:rsidP="00BD44D9">
            <w:pPr>
              <w:widowControl w:val="0"/>
              <w:suppressAutoHyphens w:val="0"/>
              <w:spacing w:before="57" w:after="24" w:line="240" w:lineRule="auto"/>
              <w:ind w:left="113"/>
              <w:rPr>
                <w:sz w:val="18"/>
                <w:szCs w:val="18"/>
              </w:rPr>
            </w:pPr>
            <w:r w:rsidRPr="00794A20">
              <w:rPr>
                <w:sz w:val="18"/>
                <w:szCs w:val="18"/>
              </w:rPr>
              <w:t>Ibid</w:t>
            </w:r>
          </w:p>
        </w:tc>
        <w:tc>
          <w:tcPr>
            <w:tcW w:w="1134" w:type="dxa"/>
            <w:shd w:val="clear" w:color="auto" w:fill="auto"/>
          </w:tcPr>
          <w:p w14:paraId="38CD0E1F" w14:textId="77777777" w:rsidR="00BD44D9" w:rsidRPr="00794A20" w:rsidRDefault="00BD44D9" w:rsidP="00BD44D9">
            <w:pPr>
              <w:widowControl w:val="0"/>
              <w:suppressAutoHyphens w:val="0"/>
              <w:spacing w:before="57" w:line="240" w:lineRule="auto"/>
              <w:jc w:val="center"/>
              <w:rPr>
                <w:sz w:val="18"/>
                <w:szCs w:val="18"/>
              </w:rPr>
            </w:pPr>
            <w:r w:rsidRPr="00794A20">
              <w:rPr>
                <w:sz w:val="18"/>
                <w:szCs w:val="18"/>
              </w:rPr>
              <w:t>(d)</w:t>
            </w:r>
          </w:p>
        </w:tc>
      </w:tr>
      <w:tr w:rsidR="00BD44D9" w:rsidRPr="00794A20" w14:paraId="227A2A2C" w14:textId="77777777" w:rsidTr="00BD44D9">
        <w:trPr>
          <w:trHeight w:val="176"/>
        </w:trPr>
        <w:tc>
          <w:tcPr>
            <w:tcW w:w="666" w:type="dxa"/>
            <w:shd w:val="clear" w:color="auto" w:fill="auto"/>
          </w:tcPr>
          <w:p w14:paraId="7942651A" w14:textId="77777777" w:rsidR="00BD44D9" w:rsidRPr="00794A20" w:rsidRDefault="00BD44D9" w:rsidP="00BD44D9">
            <w:pPr>
              <w:widowControl w:val="0"/>
              <w:suppressAutoHyphens w:val="0"/>
              <w:spacing w:before="57" w:after="24" w:line="240" w:lineRule="auto"/>
              <w:jc w:val="center"/>
              <w:rPr>
                <w:sz w:val="18"/>
                <w:szCs w:val="18"/>
              </w:rPr>
            </w:pPr>
            <w:r w:rsidRPr="00794A20">
              <w:rPr>
                <w:sz w:val="18"/>
                <w:szCs w:val="18"/>
              </w:rPr>
              <w:t>54</w:t>
            </w:r>
          </w:p>
        </w:tc>
        <w:tc>
          <w:tcPr>
            <w:tcW w:w="6705" w:type="dxa"/>
            <w:shd w:val="clear" w:color="auto" w:fill="auto"/>
          </w:tcPr>
          <w:p w14:paraId="032D9E38" w14:textId="77777777" w:rsidR="00BD44D9" w:rsidRPr="00AB3E43" w:rsidRDefault="00BD44D9" w:rsidP="00BD44D9">
            <w:pPr>
              <w:widowControl w:val="0"/>
              <w:suppressAutoHyphens w:val="0"/>
              <w:spacing w:before="57" w:after="24" w:line="240" w:lineRule="auto"/>
              <w:ind w:left="113"/>
              <w:rPr>
                <w:sz w:val="18"/>
                <w:szCs w:val="18"/>
                <w:lang w:val="en-US"/>
              </w:rPr>
            </w:pPr>
            <w:r w:rsidRPr="00AB3E43">
              <w:rPr>
                <w:sz w:val="18"/>
                <w:szCs w:val="18"/>
                <w:lang w:val="en-US"/>
              </w:rPr>
              <w:t>(OICA) Proposal for amendments ECE/TRANS/WP.29/GRSG/2019/30</w:t>
            </w:r>
          </w:p>
        </w:tc>
        <w:tc>
          <w:tcPr>
            <w:tcW w:w="1134" w:type="dxa"/>
            <w:shd w:val="clear" w:color="auto" w:fill="auto"/>
          </w:tcPr>
          <w:p w14:paraId="081B82EB" w14:textId="77777777" w:rsidR="00BD44D9" w:rsidRPr="00794A20" w:rsidRDefault="00BD44D9" w:rsidP="00BD44D9">
            <w:pPr>
              <w:widowControl w:val="0"/>
              <w:suppressAutoHyphens w:val="0"/>
              <w:spacing w:before="57" w:line="240" w:lineRule="auto"/>
              <w:jc w:val="center"/>
              <w:rPr>
                <w:sz w:val="18"/>
                <w:szCs w:val="18"/>
              </w:rPr>
            </w:pPr>
            <w:r w:rsidRPr="00794A20">
              <w:rPr>
                <w:sz w:val="18"/>
                <w:szCs w:val="18"/>
              </w:rPr>
              <w:t>(a)</w:t>
            </w:r>
          </w:p>
        </w:tc>
      </w:tr>
      <w:tr w:rsidR="00BD44D9" w:rsidRPr="00794A20" w14:paraId="52FD6F95" w14:textId="77777777" w:rsidTr="00BD44D9">
        <w:trPr>
          <w:trHeight w:val="176"/>
        </w:trPr>
        <w:tc>
          <w:tcPr>
            <w:tcW w:w="666" w:type="dxa"/>
            <w:shd w:val="clear" w:color="auto" w:fill="auto"/>
          </w:tcPr>
          <w:p w14:paraId="43B09851" w14:textId="77777777" w:rsidR="00BD44D9" w:rsidRPr="00794A20" w:rsidRDefault="00BD44D9" w:rsidP="00BD44D9">
            <w:pPr>
              <w:widowControl w:val="0"/>
              <w:suppressAutoHyphens w:val="0"/>
              <w:spacing w:before="57" w:after="24" w:line="240" w:lineRule="auto"/>
              <w:jc w:val="center"/>
              <w:rPr>
                <w:sz w:val="18"/>
                <w:szCs w:val="18"/>
              </w:rPr>
            </w:pPr>
            <w:r w:rsidRPr="00794A20">
              <w:rPr>
                <w:sz w:val="18"/>
                <w:szCs w:val="18"/>
              </w:rPr>
              <w:t>55</w:t>
            </w:r>
          </w:p>
        </w:tc>
        <w:tc>
          <w:tcPr>
            <w:tcW w:w="6705" w:type="dxa"/>
            <w:shd w:val="clear" w:color="auto" w:fill="auto"/>
          </w:tcPr>
          <w:p w14:paraId="68D02ACF" w14:textId="77777777" w:rsidR="00BD44D9" w:rsidRPr="00AB3E43" w:rsidRDefault="00BD44D9" w:rsidP="00BD44D9">
            <w:pPr>
              <w:widowControl w:val="0"/>
              <w:suppressAutoHyphens w:val="0"/>
              <w:spacing w:before="57" w:after="24" w:line="240" w:lineRule="auto"/>
              <w:ind w:left="113"/>
              <w:rPr>
                <w:sz w:val="18"/>
                <w:szCs w:val="18"/>
                <w:lang w:val="en-US"/>
              </w:rPr>
            </w:pPr>
            <w:r w:rsidRPr="00AB3E43">
              <w:rPr>
                <w:sz w:val="18"/>
                <w:szCs w:val="18"/>
                <w:lang w:val="en-US"/>
              </w:rPr>
              <w:t>(EC) Proposal based on GRSG-117-48</w:t>
            </w:r>
          </w:p>
        </w:tc>
        <w:tc>
          <w:tcPr>
            <w:tcW w:w="1134" w:type="dxa"/>
            <w:shd w:val="clear" w:color="auto" w:fill="auto"/>
          </w:tcPr>
          <w:p w14:paraId="15074562" w14:textId="77777777" w:rsidR="00BD44D9" w:rsidRPr="00794A20" w:rsidRDefault="00BD44D9" w:rsidP="00BD44D9">
            <w:pPr>
              <w:widowControl w:val="0"/>
              <w:suppressAutoHyphens w:val="0"/>
              <w:spacing w:before="57" w:line="240" w:lineRule="auto"/>
              <w:jc w:val="center"/>
              <w:rPr>
                <w:sz w:val="18"/>
                <w:szCs w:val="18"/>
              </w:rPr>
            </w:pPr>
            <w:r w:rsidRPr="00794A20">
              <w:rPr>
                <w:sz w:val="18"/>
                <w:szCs w:val="18"/>
              </w:rPr>
              <w:t>(a)</w:t>
            </w:r>
          </w:p>
        </w:tc>
      </w:tr>
    </w:tbl>
    <w:p w14:paraId="5FAE7CB2" w14:textId="77777777" w:rsidR="00BD44D9" w:rsidRPr="00794A20" w:rsidRDefault="00BD44D9" w:rsidP="00BD44D9">
      <w:pPr>
        <w:rPr>
          <w:i/>
        </w:rPr>
      </w:pPr>
      <w:r w:rsidRPr="00794A20">
        <w:rPr>
          <w:i/>
        </w:rPr>
        <w:t>Notes:</w:t>
      </w:r>
    </w:p>
    <w:p w14:paraId="43F2A323" w14:textId="77777777" w:rsidR="00BD44D9" w:rsidRPr="00AB3E43" w:rsidRDefault="00BD44D9" w:rsidP="00BD44D9">
      <w:pPr>
        <w:rPr>
          <w:lang w:val="en-US"/>
        </w:rPr>
      </w:pPr>
      <w:r w:rsidRPr="00AB3E43">
        <w:rPr>
          <w:lang w:val="en-US"/>
        </w:rPr>
        <w:t>(a)</w:t>
      </w:r>
      <w:r w:rsidRPr="00AB3E43">
        <w:rPr>
          <w:lang w:val="en-US"/>
        </w:rPr>
        <w:tab/>
        <w:t>Adopted/endorsed for consideration at WP.29.</w:t>
      </w:r>
    </w:p>
    <w:p w14:paraId="4E6953D3" w14:textId="77777777" w:rsidR="00BD44D9" w:rsidRPr="00AB3E43" w:rsidRDefault="00BD44D9" w:rsidP="00BD44D9">
      <w:pPr>
        <w:rPr>
          <w:lang w:val="en-US"/>
        </w:rPr>
      </w:pPr>
      <w:r w:rsidRPr="00AB3E43">
        <w:rPr>
          <w:lang w:val="en-US"/>
        </w:rPr>
        <w:t>(b)</w:t>
      </w:r>
      <w:r w:rsidRPr="00AB3E43">
        <w:rPr>
          <w:lang w:val="en-US"/>
        </w:rPr>
        <w:tab/>
        <w:t>Resume consideration on the basis of an official document.</w:t>
      </w:r>
    </w:p>
    <w:p w14:paraId="39C1A4E3" w14:textId="77777777" w:rsidR="00BD44D9" w:rsidRPr="00AB3E43" w:rsidRDefault="00BD44D9" w:rsidP="00BD44D9">
      <w:pPr>
        <w:rPr>
          <w:lang w:val="en-US"/>
        </w:rPr>
      </w:pPr>
      <w:r w:rsidRPr="00AB3E43">
        <w:rPr>
          <w:lang w:val="en-US"/>
        </w:rPr>
        <w:t>(c)</w:t>
      </w:r>
      <w:r w:rsidRPr="00AB3E43">
        <w:rPr>
          <w:lang w:val="en-US"/>
        </w:rPr>
        <w:tab/>
        <w:t>Consideration completed or to be superseded.</w:t>
      </w:r>
    </w:p>
    <w:p w14:paraId="54DF6D22" w14:textId="77777777" w:rsidR="00260822" w:rsidRPr="00AB3E43" w:rsidRDefault="00BD44D9" w:rsidP="00BD44D9">
      <w:pPr>
        <w:rPr>
          <w:rFonts w:eastAsia="Times New Roman" w:cs="Times New Roman"/>
          <w:szCs w:val="20"/>
          <w:lang w:val="en-US"/>
        </w:rPr>
      </w:pPr>
      <w:r w:rsidRPr="00AB3E43">
        <w:rPr>
          <w:lang w:val="en-US"/>
        </w:rPr>
        <w:t>(d)</w:t>
      </w:r>
      <w:r w:rsidRPr="00AB3E43">
        <w:rPr>
          <w:lang w:val="en-US"/>
        </w:rPr>
        <w:tab/>
        <w:t>Resume consideration at next session</w:t>
      </w:r>
      <w:r w:rsidR="00260822" w:rsidRPr="00AB3E43">
        <w:rPr>
          <w:lang w:val="en-US"/>
        </w:rPr>
        <w:br w:type="page"/>
      </w:r>
    </w:p>
    <w:p w14:paraId="1A6A94EF" w14:textId="77777777" w:rsidR="00260822" w:rsidRPr="00794A20" w:rsidRDefault="00260822" w:rsidP="00BD44D9">
      <w:pPr>
        <w:pStyle w:val="HChG"/>
      </w:pPr>
      <w:r w:rsidRPr="00794A20">
        <w:t>Приложение II</w:t>
      </w:r>
    </w:p>
    <w:p w14:paraId="05E057AA" w14:textId="77777777" w:rsidR="00260822" w:rsidRPr="00794A20" w:rsidRDefault="00260822" w:rsidP="00BD44D9">
      <w:pPr>
        <w:pStyle w:val="HChG"/>
      </w:pPr>
      <w:r w:rsidRPr="00794A20">
        <w:tab/>
      </w:r>
      <w:bookmarkStart w:id="18" w:name="_Hlk25326873"/>
      <w:r w:rsidR="00BD44D9" w:rsidRPr="00794A20">
        <w:tab/>
      </w:r>
      <w:r w:rsidRPr="00794A20">
        <w:t xml:space="preserve">Предложение по поправкам к Правилам № [151] ООН (системы индикации мертвой зоны для большегрузных транспортных средств) </w:t>
      </w:r>
    </w:p>
    <w:bookmarkEnd w:id="18"/>
    <w:p w14:paraId="0A8FC923" w14:textId="77777777" w:rsidR="00260822" w:rsidRPr="00794A20" w:rsidRDefault="00260822" w:rsidP="00260822">
      <w:pPr>
        <w:pStyle w:val="SingleTxtG"/>
      </w:pPr>
      <w:r w:rsidRPr="00794A20">
        <w:t xml:space="preserve">Воспроизведенный ниже текст основан на документе ECE/TRANS/WP.29/2019/28 с поправками, содержащимися в документах GRSG-117-23 и GRSG-117-24-Rev.1. </w:t>
      </w:r>
      <w:r w:rsidRPr="00794A20">
        <w:tab/>
        <w:t>Изменения к существующему тексту проекта правил (см. ECE/TRANS/WP.29/2019/28) выделены жирным шрифтом в случае новых положений или зачеркиванием в случае исключенных элементов.</w:t>
      </w:r>
    </w:p>
    <w:p w14:paraId="4923F5EB" w14:textId="77777777" w:rsidR="00260822" w:rsidRPr="00794A20" w:rsidRDefault="00260822" w:rsidP="00BD44D9">
      <w:pPr>
        <w:pStyle w:val="HChG"/>
      </w:pPr>
      <w:r w:rsidRPr="00794A20">
        <w:tab/>
        <w:t>I.</w:t>
      </w:r>
      <w:r w:rsidRPr="00794A20">
        <w:tab/>
        <w:t>Предложение</w:t>
      </w:r>
    </w:p>
    <w:p w14:paraId="039E06AD" w14:textId="77777777" w:rsidR="00260822" w:rsidRPr="00794A20" w:rsidRDefault="00260822" w:rsidP="00260822">
      <w:pPr>
        <w:pStyle w:val="SingleTxtG"/>
        <w:rPr>
          <w:iCs/>
        </w:rPr>
      </w:pPr>
      <w:r w:rsidRPr="00794A20">
        <w:rPr>
          <w:i/>
        </w:rPr>
        <w:t>Включить новый пункт 0.7</w:t>
      </w:r>
      <w:r w:rsidRPr="00794A20">
        <w:rPr>
          <w:iCs/>
        </w:rPr>
        <w:t xml:space="preserve"> следующего содержания:</w:t>
      </w:r>
    </w:p>
    <w:p w14:paraId="6072C734" w14:textId="77777777" w:rsidR="00260822" w:rsidRPr="00794A20" w:rsidRDefault="00260822" w:rsidP="00BD44D9">
      <w:pPr>
        <w:pStyle w:val="SingleTxtG"/>
        <w:ind w:left="2268" w:hanging="1134"/>
        <w:rPr>
          <w:b/>
          <w:iCs/>
        </w:rPr>
      </w:pPr>
      <w:r w:rsidRPr="00794A20">
        <w:rPr>
          <w:b/>
          <w:iCs/>
        </w:rPr>
        <w:t>«0.7</w:t>
      </w:r>
      <w:r w:rsidRPr="00794A20">
        <w:rPr>
          <w:b/>
          <w:iCs/>
        </w:rPr>
        <w:tab/>
      </w:r>
      <w:r w:rsidR="00BD44D9" w:rsidRPr="00794A20">
        <w:rPr>
          <w:b/>
          <w:iCs/>
        </w:rPr>
        <w:tab/>
      </w:r>
      <w:r w:rsidRPr="00794A20">
        <w:rPr>
          <w:b/>
          <w:bCs/>
        </w:rPr>
        <w:t>Настоящими Правилами допускается проведение техническими службами испытания с использованием других, более или менее случайных, сочетаний параметров, которые не указаны в таблице 1 добавления 1.</w:t>
      </w:r>
      <w:r w:rsidRPr="00794A20">
        <w:rPr>
          <w:b/>
          <w:iCs/>
        </w:rPr>
        <w:t xml:space="preserve"> </w:t>
      </w:r>
      <w:r w:rsidRPr="00794A20">
        <w:rPr>
          <w:b/>
          <w:bCs/>
        </w:rPr>
        <w:t>Предполагается, что соответствующие системы будут более надежными, но это также усложняет процедуру испытаний.</w:t>
      </w:r>
    </w:p>
    <w:p w14:paraId="2E51041D" w14:textId="77777777" w:rsidR="00260822" w:rsidRPr="00794A20" w:rsidRDefault="00260822" w:rsidP="00BD44D9">
      <w:pPr>
        <w:pStyle w:val="SingleTxtG"/>
        <w:ind w:left="2268"/>
        <w:rPr>
          <w:b/>
          <w:iCs/>
        </w:rPr>
      </w:pPr>
      <w:r w:rsidRPr="00794A20">
        <w:rPr>
          <w:b/>
          <w:bCs/>
        </w:rPr>
        <w:t>В порядке обеспечения возможности для проведения надлежащей оценки того, прошла ли система испытание в соответствии с требованиями пункта 5 или нет, имеется приложение 3, где оговаривается процедура расчета значений для прохождения или непрохождения испытания.</w:t>
      </w:r>
      <w:r w:rsidRPr="00794A20">
        <w:rPr>
          <w:b/>
          <w:iCs/>
        </w:rPr>
        <w:t xml:space="preserve"> </w:t>
      </w:r>
      <w:r w:rsidRPr="00794A20">
        <w:rPr>
          <w:b/>
          <w:bCs/>
        </w:rPr>
        <w:t>Однако не исключена вероятность коллизии требований в том случае, когда в одном испытательном варианте подача информационного сигнала не допускается, а в другом требуется, причем при совершенно одинаковых относительных положениях велосипеда и транспортного средства, но при различных предполагаемых сочетаниях таких параметров, как радиус поворота и место удара (распознавание которых в первой точке выдачи информации системой не обеспечивается).</w:t>
      </w:r>
    </w:p>
    <w:p w14:paraId="7517876D" w14:textId="77777777" w:rsidR="00260822" w:rsidRPr="00794A20" w:rsidRDefault="00260822" w:rsidP="00BD44D9">
      <w:pPr>
        <w:pStyle w:val="SingleTxtG"/>
        <w:ind w:left="2268"/>
        <w:rPr>
          <w:b/>
          <w:iCs/>
        </w:rPr>
      </w:pPr>
      <w:r w:rsidRPr="00794A20">
        <w:rPr>
          <w:b/>
          <w:bCs/>
        </w:rPr>
        <w:t>Поэтому применительно к такого рода испытаниям оценка по критерию "первой точки выдачи информации" не проводится;</w:t>
      </w:r>
      <w:r w:rsidRPr="00794A20">
        <w:rPr>
          <w:b/>
          <w:iCs/>
        </w:rPr>
        <w:t xml:space="preserve"> </w:t>
      </w:r>
      <w:r w:rsidRPr="00794A20">
        <w:rPr>
          <w:b/>
          <w:bCs/>
        </w:rPr>
        <w:t>считается достаточным, если пройдено испытание на ложную индикацию (дорожного знака)».</w:t>
      </w:r>
    </w:p>
    <w:p w14:paraId="22B357F6" w14:textId="77777777" w:rsidR="00260822" w:rsidRPr="00794A20" w:rsidRDefault="00260822" w:rsidP="00260822">
      <w:pPr>
        <w:pStyle w:val="SingleTxtG"/>
        <w:rPr>
          <w:i/>
          <w:iCs/>
        </w:rPr>
      </w:pPr>
      <w:r w:rsidRPr="00794A20">
        <w:rPr>
          <w:i/>
        </w:rPr>
        <w:t>Пункт 2.16</w:t>
      </w:r>
      <w:r w:rsidRPr="00794A20">
        <w:t xml:space="preserve"> изменить следующим образом:</w:t>
      </w:r>
    </w:p>
    <w:p w14:paraId="5542397B" w14:textId="77777777" w:rsidR="00260822" w:rsidRPr="00794A20" w:rsidRDefault="0010430E" w:rsidP="0010430E">
      <w:pPr>
        <w:pStyle w:val="SingleTxtG"/>
        <w:ind w:left="2268" w:hanging="1134"/>
        <w:rPr>
          <w:iCs/>
        </w:rPr>
      </w:pPr>
      <w:r w:rsidRPr="00794A20">
        <w:t>«</w:t>
      </w:r>
      <w:r w:rsidR="00260822" w:rsidRPr="00794A20">
        <w:rPr>
          <w:iCs/>
        </w:rPr>
        <w:t>2.16</w:t>
      </w:r>
      <w:r w:rsidR="00260822" w:rsidRPr="00794A20">
        <w:rPr>
          <w:iCs/>
        </w:rPr>
        <w:tab/>
      </w:r>
      <w:r w:rsidRPr="00794A20">
        <w:rPr>
          <w:iCs/>
        </w:rPr>
        <w:tab/>
        <w:t>"</w:t>
      </w:r>
      <w:r w:rsidR="00260822" w:rsidRPr="00794A20">
        <w:t>передний правый угол транспортного средства</w:t>
      </w:r>
      <w:r w:rsidRPr="00794A20">
        <w:t>"</w:t>
      </w:r>
      <w:r w:rsidR="00260822" w:rsidRPr="00794A20">
        <w:t xml:space="preserve"> означает проекцию точки, в которой пересекаются боковая плоскость транспортного средства (не включающая устройства непрямого обзора) и передняя плоскость транспортного средства (не включающая устройства непрямого обзора </w:t>
      </w:r>
      <w:r w:rsidR="00260822" w:rsidRPr="00794A20">
        <w:rPr>
          <w:b/>
        </w:rPr>
        <w:t>и любую часть транспортного средства, находящуюся на высоте свыше 2,0 м над уровнем земли</w:t>
      </w:r>
      <w:r w:rsidR="00260822" w:rsidRPr="00794A20">
        <w:t>), на</w:t>
      </w:r>
      <w:r w:rsidRPr="00794A20">
        <w:t> </w:t>
      </w:r>
      <w:r w:rsidR="00260822" w:rsidRPr="00794A20">
        <w:t>поверхности дороги</w:t>
      </w:r>
      <w:r w:rsidR="00B42057">
        <w:t>».</w:t>
      </w:r>
    </w:p>
    <w:p w14:paraId="68A3F79A" w14:textId="77777777" w:rsidR="00260822" w:rsidRPr="00794A20" w:rsidRDefault="00260822" w:rsidP="00260822">
      <w:pPr>
        <w:pStyle w:val="SingleTxtG"/>
        <w:rPr>
          <w:i/>
        </w:rPr>
      </w:pPr>
      <w:r w:rsidRPr="00794A20">
        <w:rPr>
          <w:i/>
        </w:rPr>
        <w:t xml:space="preserve">Пункт 5.2 </w:t>
      </w:r>
      <w:r w:rsidRPr="00794A20">
        <w:t>изменить следующим образом</w:t>
      </w:r>
      <w:r w:rsidRPr="00794A20">
        <w:rPr>
          <w:iCs/>
        </w:rPr>
        <w:t>:</w:t>
      </w:r>
    </w:p>
    <w:p w14:paraId="755EB991" w14:textId="77777777" w:rsidR="00260822" w:rsidRPr="00794A20" w:rsidRDefault="00260822" w:rsidP="00260822">
      <w:pPr>
        <w:pStyle w:val="SingleTxtG"/>
      </w:pPr>
      <w:r w:rsidRPr="00794A20">
        <w:t>«5.2</w:t>
      </w:r>
      <w:r w:rsidRPr="00794A20">
        <w:tab/>
      </w:r>
      <w:r w:rsidR="0010430E" w:rsidRPr="00794A20">
        <w:tab/>
      </w:r>
      <w:r w:rsidRPr="00794A20">
        <w:t>Общие требования</w:t>
      </w:r>
    </w:p>
    <w:p w14:paraId="4E01DBB9" w14:textId="77777777" w:rsidR="00260822" w:rsidRPr="00794A20" w:rsidRDefault="00260822" w:rsidP="0010430E">
      <w:pPr>
        <w:pStyle w:val="SingleTxtG"/>
        <w:ind w:left="2268" w:hanging="1134"/>
      </w:pPr>
      <w:r w:rsidRPr="00794A20">
        <w:rPr>
          <w:b/>
        </w:rPr>
        <w:t xml:space="preserve">5.2.1 </w:t>
      </w:r>
      <w:r w:rsidRPr="00794A20">
        <w:rPr>
          <w:b/>
        </w:rPr>
        <w:tab/>
      </w:r>
      <w:r w:rsidRPr="00794A20">
        <w:rPr>
          <w:b/>
        </w:rPr>
        <w:tab/>
      </w:r>
      <w:r w:rsidRPr="00794A20">
        <w:t>На эффективность СИМЗ не должны отрицательным образом влиять магнитные или электрические поля. Это предписание считается выполненным, если соблюдаются технические требования и переходные положения поправок серии 04 или любой более поздней серии поправок к Правилам № 10 ООН.</w:t>
      </w:r>
    </w:p>
    <w:p w14:paraId="38571F59" w14:textId="77777777" w:rsidR="00260822" w:rsidRPr="00B42057" w:rsidRDefault="00260822" w:rsidP="0010430E">
      <w:pPr>
        <w:pStyle w:val="SingleTxtG"/>
        <w:ind w:left="2268" w:hanging="1134"/>
        <w:rPr>
          <w:bCs/>
        </w:rPr>
      </w:pPr>
      <w:r w:rsidRPr="00794A20">
        <w:rPr>
          <w:b/>
        </w:rPr>
        <w:t>5.</w:t>
      </w:r>
      <w:r w:rsidRPr="00794A20">
        <w:rPr>
          <w:b/>
          <w:bCs/>
        </w:rPr>
        <w:t xml:space="preserve">2.2 </w:t>
      </w:r>
      <w:r w:rsidRPr="00794A20">
        <w:rPr>
          <w:b/>
          <w:bCs/>
        </w:rPr>
        <w:tab/>
      </w:r>
      <w:r w:rsidR="0010430E" w:rsidRPr="00794A20">
        <w:rPr>
          <w:b/>
          <w:bCs/>
        </w:rPr>
        <w:tab/>
      </w:r>
      <w:r w:rsidRPr="00794A20">
        <w:rPr>
          <w:b/>
          <w:bCs/>
        </w:rPr>
        <w:t>За исключением внешних элементов СИМЗ, являющихся частью другого устройства, к которому предъявляются особые требования по выступам, внешние элементы СИМЗ могут выступать за пределы габаритной ширины транспортного средства на расстояние до 100</w:t>
      </w:r>
      <w:r w:rsidR="0010430E" w:rsidRPr="00794A20">
        <w:rPr>
          <w:b/>
          <w:bCs/>
        </w:rPr>
        <w:t> </w:t>
      </w:r>
      <w:r w:rsidRPr="00794A20">
        <w:rPr>
          <w:b/>
          <w:bCs/>
        </w:rPr>
        <w:t>мм</w:t>
      </w:r>
      <w:r w:rsidRPr="00B42057">
        <w:rPr>
          <w:bCs/>
        </w:rPr>
        <w:t>».</w:t>
      </w:r>
    </w:p>
    <w:p w14:paraId="015A7CB1" w14:textId="77777777" w:rsidR="00260822" w:rsidRPr="00794A20" w:rsidRDefault="00260822" w:rsidP="00260822">
      <w:pPr>
        <w:pStyle w:val="SingleTxtG"/>
        <w:rPr>
          <w:iCs/>
        </w:rPr>
      </w:pPr>
      <w:r w:rsidRPr="00794A20">
        <w:rPr>
          <w:i/>
        </w:rPr>
        <w:t xml:space="preserve">Пункт 5.3.1.4 </w:t>
      </w:r>
      <w:r w:rsidRPr="00794A20">
        <w:t>изменить следующим образом</w:t>
      </w:r>
      <w:r w:rsidRPr="00794A20">
        <w:rPr>
          <w:iCs/>
        </w:rPr>
        <w:t>:</w:t>
      </w:r>
    </w:p>
    <w:p w14:paraId="076E403C" w14:textId="77777777" w:rsidR="00260822" w:rsidRPr="00B42057" w:rsidRDefault="00260822" w:rsidP="0010430E">
      <w:pPr>
        <w:pStyle w:val="SingleTxtG"/>
        <w:ind w:left="2268" w:hanging="1134"/>
        <w:rPr>
          <w:iCs/>
        </w:rPr>
      </w:pPr>
      <w:r w:rsidRPr="00794A20">
        <w:rPr>
          <w:iCs/>
        </w:rPr>
        <w:t>«5.3.1.4</w:t>
      </w:r>
      <w:r w:rsidRPr="00794A20">
        <w:rPr>
          <w:iCs/>
        </w:rPr>
        <w:tab/>
      </w:r>
      <w:r w:rsidRPr="00794A20">
        <w:t>СИМЗ должна обеспечивать подачу информационного сигнала в последней точке выдачи информации в случае всех велосипедов, движущихся со скоростью 5−20 км/ч, при боковом расстоянии, разделяющем велосипед и транспортное средство, в 0,9−4,25 м при обстоятельствах, в которых (если водитель транспортного средства обычным образом повернет рулевое колесо) может произойти столкновение велосипеда и транспортного средства на расстоянии 0−6 м до переднего правого угла транспортного средства.</w:t>
      </w:r>
      <w:r w:rsidRPr="00794A20">
        <w:rPr>
          <w:iCs/>
        </w:rPr>
        <w:t xml:space="preserve"> </w:t>
      </w:r>
      <w:r w:rsidRPr="00794A20">
        <w:rPr>
          <w:b/>
          <w:bCs/>
        </w:rPr>
        <w:t>Однако подача информационного сигнала не требуется, если относительное продольное расстояние между велосипедом и передним правым углом транспортного средства превышает [30] м в направлении назад или [7] м в направлении вперед</w:t>
      </w:r>
      <w:r w:rsidRPr="00B42057">
        <w:rPr>
          <w:bCs/>
        </w:rPr>
        <w:t>».</w:t>
      </w:r>
    </w:p>
    <w:p w14:paraId="2BA2FE8A" w14:textId="77777777" w:rsidR="00260822" w:rsidRPr="00794A20" w:rsidRDefault="00260822" w:rsidP="00260822">
      <w:pPr>
        <w:pStyle w:val="SingleTxtG"/>
      </w:pPr>
      <w:r w:rsidRPr="00794A20">
        <w:rPr>
          <w:i/>
          <w:iCs/>
        </w:rPr>
        <w:t xml:space="preserve">Пункт 6.5.1 </w:t>
      </w:r>
      <w:r w:rsidRPr="00794A20">
        <w:rPr>
          <w:iCs/>
        </w:rPr>
        <w:t>изменить следующим образом</w:t>
      </w:r>
      <w:r w:rsidRPr="00794A20">
        <w:t>:</w:t>
      </w:r>
    </w:p>
    <w:p w14:paraId="270BB0B7" w14:textId="77777777" w:rsidR="00260822" w:rsidRPr="00B42057" w:rsidRDefault="00260822" w:rsidP="0010430E">
      <w:pPr>
        <w:pStyle w:val="SingleTxtG"/>
        <w:ind w:left="2268" w:hanging="1134"/>
      </w:pPr>
      <w:r w:rsidRPr="00794A20">
        <w:t>«6.5.1</w:t>
      </w:r>
      <w:r w:rsidRPr="00794A20">
        <w:tab/>
      </w:r>
      <w:r w:rsidR="00013131" w:rsidRPr="00B42057">
        <w:rPr>
          <w:shd w:val="clear" w:color="auto" w:fill="FFFFFF"/>
        </w:rPr>
        <w:t xml:space="preserve">При помощи </w:t>
      </w:r>
      <w:r w:rsidR="00013131" w:rsidRPr="00B42057">
        <w:rPr>
          <w:strike/>
          <w:shd w:val="clear" w:color="auto" w:fill="FFFFFF"/>
        </w:rPr>
        <w:t>конусов</w:t>
      </w:r>
      <w:r w:rsidR="00013131" w:rsidRPr="00B42057">
        <w:rPr>
          <w:shd w:val="clear" w:color="auto" w:fill="FFFFFF"/>
        </w:rPr>
        <w:t xml:space="preserve"> </w:t>
      </w:r>
      <w:r w:rsidR="00013131" w:rsidRPr="00B42057">
        <w:rPr>
          <w:b/>
          <w:shd w:val="clear" w:color="auto" w:fill="FFFFFF"/>
        </w:rPr>
        <w:t>контрольных столбиков</w:t>
      </w:r>
      <w:r w:rsidR="00013131" w:rsidRPr="00B42057">
        <w:rPr>
          <w:shd w:val="clear" w:color="auto" w:fill="FFFFFF"/>
        </w:rPr>
        <w:t xml:space="preserve"> и макета велосипеда обозначают коридор в соответствии с рис. 1, содержащимся в добавлении 1 к настоящим Правилам, с учетом также дополнительных размеров, указанных в таблице 1 добавления 1 к настоящим Правилам»</w:t>
      </w:r>
      <w:r w:rsidRPr="00B42057">
        <w:t xml:space="preserve">. </w:t>
      </w:r>
    </w:p>
    <w:p w14:paraId="06871DA2" w14:textId="77777777" w:rsidR="00260822" w:rsidRPr="00B42057" w:rsidRDefault="00260822" w:rsidP="00260822">
      <w:pPr>
        <w:pStyle w:val="SingleTxtG"/>
      </w:pPr>
      <w:r w:rsidRPr="00B42057">
        <w:rPr>
          <w:i/>
          <w:iCs/>
        </w:rPr>
        <w:t xml:space="preserve">Пункт 6.5.8 </w:t>
      </w:r>
      <w:r w:rsidRPr="00B42057">
        <w:rPr>
          <w:iCs/>
        </w:rPr>
        <w:t>изменить следующим образом</w:t>
      </w:r>
      <w:r w:rsidRPr="00B42057">
        <w:t>:</w:t>
      </w:r>
    </w:p>
    <w:p w14:paraId="08889414" w14:textId="77777777" w:rsidR="00260822" w:rsidRPr="00B42057" w:rsidRDefault="00260822" w:rsidP="0010430E">
      <w:pPr>
        <w:pStyle w:val="SingleTxtG"/>
        <w:ind w:left="2268" w:hanging="1134"/>
      </w:pPr>
      <w:r w:rsidRPr="00B42057">
        <w:t>«6.5.8</w:t>
      </w:r>
      <w:r w:rsidR="0010430E" w:rsidRPr="00B42057">
        <w:tab/>
      </w:r>
      <w:r w:rsidR="00013131" w:rsidRPr="00B42057">
        <w:rPr>
          <w:shd w:val="clear" w:color="auto" w:fill="FFFFFF"/>
        </w:rPr>
        <w:t xml:space="preserve">Производится проверка на предмет выяснения того, не был ли задействован информационный сигнал индикации мертвой зоны при прохождении дорожного знака и любого из </w:t>
      </w:r>
      <w:r w:rsidR="00013131" w:rsidRPr="00B42057">
        <w:rPr>
          <w:strike/>
          <w:shd w:val="clear" w:color="auto" w:fill="FFFFFF"/>
        </w:rPr>
        <w:t>конусов</w:t>
      </w:r>
      <w:r w:rsidR="00013131" w:rsidRPr="00B42057">
        <w:rPr>
          <w:shd w:val="clear" w:color="auto" w:fill="FFFFFF"/>
        </w:rPr>
        <w:t xml:space="preserve"> </w:t>
      </w:r>
      <w:r w:rsidR="00013131" w:rsidRPr="00B42057">
        <w:rPr>
          <w:b/>
          <w:shd w:val="clear" w:color="auto" w:fill="FFFFFF"/>
        </w:rPr>
        <w:t>контрольных столбиков</w:t>
      </w:r>
      <w:r w:rsidR="00013131" w:rsidRPr="00B42057">
        <w:rPr>
          <w:shd w:val="clear" w:color="auto" w:fill="FFFFFF"/>
        </w:rPr>
        <w:t xml:space="preserve"> до тех пор, пока макет велосипеда оставался неподвижным».</w:t>
      </w:r>
      <w:r w:rsidRPr="00B42057">
        <w:t xml:space="preserve"> </w:t>
      </w:r>
    </w:p>
    <w:p w14:paraId="7AA57248" w14:textId="77777777" w:rsidR="00260822" w:rsidRPr="00B42057" w:rsidRDefault="00260822" w:rsidP="00260822">
      <w:pPr>
        <w:pStyle w:val="SingleTxtG"/>
        <w:rPr>
          <w:spacing w:val="-2"/>
        </w:rPr>
      </w:pPr>
      <w:r w:rsidRPr="00B42057">
        <w:rPr>
          <w:i/>
          <w:iCs/>
          <w:spacing w:val="-2"/>
        </w:rPr>
        <w:t xml:space="preserve">Пункт 6.7 </w:t>
      </w:r>
      <w:r w:rsidRPr="00B42057">
        <w:rPr>
          <w:iCs/>
          <w:spacing w:val="-2"/>
        </w:rPr>
        <w:t>изменить следующим образом</w:t>
      </w:r>
      <w:r w:rsidRPr="00B42057">
        <w:rPr>
          <w:spacing w:val="-2"/>
        </w:rPr>
        <w:t xml:space="preserve"> (из неофициального документа GRSG-117-24): </w:t>
      </w:r>
    </w:p>
    <w:p w14:paraId="381E2064" w14:textId="77777777" w:rsidR="00260822" w:rsidRPr="00B42057" w:rsidRDefault="00260822" w:rsidP="0010430E">
      <w:pPr>
        <w:pStyle w:val="SingleTxtG"/>
        <w:ind w:left="2268" w:hanging="1134"/>
      </w:pPr>
      <w:r w:rsidRPr="00B42057">
        <w:t>«6.7</w:t>
      </w:r>
      <w:r w:rsidRPr="00B42057">
        <w:tab/>
      </w:r>
      <w:r w:rsidR="0010430E" w:rsidRPr="00B42057">
        <w:tab/>
      </w:r>
      <w:r w:rsidRPr="00B42057">
        <w:t xml:space="preserve">При помощи надлежащей документации, моделирования или любым иным способом изготовитель должен предоставить технической службе и органу по официальному утверждению типа удовлетворительные доказательства того, что информационный сигнал индикации мертвой зоны не задействуется (как это указано в пункте 6.5.10), когда транспортное средство проходит мимо любых обычных неподвижных объектов, кроме дорожных знаков. В частности, должен быть рассмотрен случай с припаркованными автомобилями </w:t>
      </w:r>
      <w:r w:rsidRPr="00B42057">
        <w:rPr>
          <w:b/>
        </w:rPr>
        <w:t>и дорожными конусами</w:t>
      </w:r>
      <w:r w:rsidRPr="00B42057">
        <w:t>».</w:t>
      </w:r>
    </w:p>
    <w:p w14:paraId="76CD71AB" w14:textId="77777777" w:rsidR="00260822" w:rsidRPr="00B42057" w:rsidRDefault="00260822" w:rsidP="00260822">
      <w:pPr>
        <w:pStyle w:val="SingleTxtG"/>
        <w:rPr>
          <w:i/>
        </w:rPr>
      </w:pPr>
      <w:r w:rsidRPr="00B42057">
        <w:rPr>
          <w:i/>
        </w:rPr>
        <w:t>Пункты 6.5.9</w:t>
      </w:r>
      <w:r w:rsidR="0010430E" w:rsidRPr="00B42057">
        <w:rPr>
          <w:i/>
        </w:rPr>
        <w:t>–</w:t>
      </w:r>
      <w:r w:rsidRPr="00B42057">
        <w:rPr>
          <w:i/>
        </w:rPr>
        <w:t xml:space="preserve">6.5.10 </w:t>
      </w:r>
      <w:r w:rsidRPr="00B42057">
        <w:t>изменить следующим образом</w:t>
      </w:r>
      <w:r w:rsidRPr="00B42057">
        <w:rPr>
          <w:iCs/>
        </w:rPr>
        <w:t>:</w:t>
      </w:r>
    </w:p>
    <w:p w14:paraId="428EA90D" w14:textId="77777777" w:rsidR="00260822" w:rsidRPr="00B42057" w:rsidRDefault="00260822" w:rsidP="0010430E">
      <w:pPr>
        <w:pStyle w:val="SingleTxtG"/>
        <w:ind w:left="2268" w:hanging="1134"/>
        <w:rPr>
          <w:iCs/>
        </w:rPr>
      </w:pPr>
      <w:r w:rsidRPr="00B42057">
        <w:rPr>
          <w:iCs/>
        </w:rPr>
        <w:t>«6.5.9</w:t>
      </w:r>
      <w:r w:rsidRPr="00B42057">
        <w:rPr>
          <w:iCs/>
        </w:rPr>
        <w:tab/>
      </w:r>
      <w:r w:rsidR="0010430E" w:rsidRPr="00B42057">
        <w:rPr>
          <w:iCs/>
        </w:rPr>
        <w:tab/>
      </w:r>
      <w:r w:rsidRPr="00B42057">
        <w:t>Повторно выполняются все действия в соответствии с пунктами 6.5.1−6.5.8 по испытательным вариантам, указанным в таблице 1 в добавлении 1 к настоящим Правилам.</w:t>
      </w:r>
    </w:p>
    <w:p w14:paraId="75F84258" w14:textId="77777777" w:rsidR="00260822" w:rsidRPr="00B42057" w:rsidRDefault="00260822" w:rsidP="0010430E">
      <w:pPr>
        <w:pStyle w:val="SingleTxtG"/>
        <w:ind w:left="2268"/>
        <w:rPr>
          <w:iCs/>
        </w:rPr>
      </w:pPr>
      <w:r w:rsidRPr="00B42057">
        <w:t xml:space="preserve">При наличии соответствующих оснований техническая служба может отбирать </w:t>
      </w:r>
      <w:r w:rsidRPr="00B42057">
        <w:rPr>
          <w:b/>
        </w:rPr>
        <w:t>дополнительные</w:t>
      </w:r>
      <w:r w:rsidRPr="00B42057">
        <w:t xml:space="preserve"> испытательные варианты, отличающиеся от указанных в таблице 1 добавления 1, в пределах диапазонов скорости транспортного средства, скорости велосипеда и бокового расстояния, указанных в пунктах 5.3.1.3 и 5.3.1.4.</w:t>
      </w:r>
      <w:r w:rsidRPr="00B42057">
        <w:rPr>
          <w:iCs/>
        </w:rPr>
        <w:t xml:space="preserve"> </w:t>
      </w:r>
    </w:p>
    <w:p w14:paraId="50161604" w14:textId="77777777" w:rsidR="00260822" w:rsidRPr="00B42057" w:rsidRDefault="00260822" w:rsidP="0010430E">
      <w:pPr>
        <w:pStyle w:val="SingleTxtG"/>
        <w:ind w:left="2268"/>
      </w:pPr>
      <w:r w:rsidRPr="00B42057">
        <w:t>Техническая служба должна удостовериться в том, что сочетание параметров в выбранных испытательных вариантах приведет к столкновению велосипеда и транспортного средства, причем место удара будет находиться в диапазоне, указанном в пункте 5.3.1.4, а также убедиться в том, что транспортное средство движется с выбранной скоростью в момент пересечения линии С, отмеченной на рис.</w:t>
      </w:r>
      <w:r w:rsidR="00013131" w:rsidRPr="00B42057">
        <w:t xml:space="preserve"> </w:t>
      </w:r>
      <w:r w:rsidRPr="00B42057">
        <w:t>1 в приложении 1, путем соответствующей корректировки исходных расстояний и длины коридора для транспортного средства и велосипеда.</w:t>
      </w:r>
    </w:p>
    <w:p w14:paraId="7A576E97" w14:textId="77777777" w:rsidR="00260822" w:rsidRPr="00B42057" w:rsidRDefault="00260822" w:rsidP="0010430E">
      <w:pPr>
        <w:pStyle w:val="SingleTxtG"/>
        <w:ind w:left="2268"/>
        <w:rPr>
          <w:b/>
          <w:iCs/>
        </w:rPr>
      </w:pPr>
      <w:r w:rsidRPr="00B42057">
        <w:rPr>
          <w:b/>
          <w:bCs/>
        </w:rPr>
        <w:t>Критерий «первой точки выдачи информации» считается соблюденным при проведении испытания по испытательным вариантам, отличающимся от тех, которые определены в таблице 1 добавления 1 к настоящим Правилам</w:t>
      </w:r>
      <w:r w:rsidR="00B42057" w:rsidRPr="00B42057">
        <w:rPr>
          <w:bCs/>
        </w:rPr>
        <w:t>»</w:t>
      </w:r>
      <w:r w:rsidRPr="00B42057">
        <w:rPr>
          <w:bCs/>
        </w:rPr>
        <w:t>.</w:t>
      </w:r>
    </w:p>
    <w:p w14:paraId="073AA094" w14:textId="77777777" w:rsidR="00260822" w:rsidRPr="00B42057" w:rsidRDefault="00260822" w:rsidP="0010430E">
      <w:pPr>
        <w:pStyle w:val="SingleTxtG"/>
        <w:ind w:left="2268" w:hanging="1134"/>
        <w:rPr>
          <w:iCs/>
        </w:rPr>
      </w:pPr>
      <w:r w:rsidRPr="00B42057">
        <w:rPr>
          <w:iCs/>
        </w:rPr>
        <w:t>6.5.10</w:t>
      </w:r>
      <w:r w:rsidRPr="00B42057">
        <w:rPr>
          <w:iCs/>
        </w:rPr>
        <w:tab/>
      </w:r>
      <w:r w:rsidR="00013131" w:rsidRPr="00B42057">
        <w:rPr>
          <w:shd w:val="clear" w:color="auto" w:fill="FFFFFF"/>
        </w:rPr>
        <w:t xml:space="preserve">Испытание считается пройденным, если во всех вариантах испытания, указанных в таблице 1 добавления 1 к настоящим Правилам, информационный сигнал индикации мертвой зоны задействовался до того момента, когда </w:t>
      </w:r>
      <w:r w:rsidR="00013131" w:rsidRPr="00B42057">
        <w:rPr>
          <w:b/>
          <w:shd w:val="clear" w:color="auto" w:fill="FFFFFF"/>
        </w:rPr>
        <w:t>передняя оконечность</w:t>
      </w:r>
      <w:r w:rsidR="00013131" w:rsidRPr="00B42057">
        <w:rPr>
          <w:shd w:val="clear" w:color="auto" w:fill="FFFFFF"/>
        </w:rPr>
        <w:t xml:space="preserve"> транспортного</w:t>
      </w:r>
      <w:r w:rsidR="00013131" w:rsidRPr="00B42057">
        <w:rPr>
          <w:strike/>
          <w:shd w:val="clear" w:color="auto" w:fill="FFFFFF"/>
        </w:rPr>
        <w:t>е</w:t>
      </w:r>
      <w:r w:rsidR="00013131" w:rsidRPr="00B42057">
        <w:rPr>
          <w:shd w:val="clear" w:color="auto" w:fill="FFFFFF"/>
        </w:rPr>
        <w:t xml:space="preserve"> средства</w:t>
      </w:r>
      <w:r w:rsidR="00013131" w:rsidRPr="00B42057">
        <w:rPr>
          <w:strike/>
          <w:shd w:val="clear" w:color="auto" w:fill="FFFFFF"/>
        </w:rPr>
        <w:t>о пересекало</w:t>
      </w:r>
      <w:r w:rsidR="00013131" w:rsidRPr="00B42057">
        <w:rPr>
          <w:shd w:val="clear" w:color="auto" w:fill="FFFFFF"/>
        </w:rPr>
        <w:t xml:space="preserve"> </w:t>
      </w:r>
      <w:r w:rsidR="00013131" w:rsidRPr="00B42057">
        <w:rPr>
          <w:b/>
          <w:shd w:val="clear" w:color="auto" w:fill="FFFFFF"/>
        </w:rPr>
        <w:t>достигла</w:t>
      </w:r>
      <w:r w:rsidR="00013131" w:rsidRPr="00B42057">
        <w:rPr>
          <w:shd w:val="clear" w:color="auto" w:fill="FFFFFF"/>
        </w:rPr>
        <w:t xml:space="preserve"> лини</w:t>
      </w:r>
      <w:r w:rsidR="00013131" w:rsidRPr="00B42057">
        <w:rPr>
          <w:strike/>
          <w:shd w:val="clear" w:color="auto" w:fill="FFFFFF"/>
        </w:rPr>
        <w:t>ю</w:t>
      </w:r>
      <w:r w:rsidR="00013131" w:rsidRPr="00B42057">
        <w:rPr>
          <w:b/>
          <w:shd w:val="clear" w:color="auto" w:fill="FFFFFF"/>
        </w:rPr>
        <w:t>и</w:t>
      </w:r>
      <w:r w:rsidR="00013131" w:rsidRPr="00B42057">
        <w:rPr>
          <w:shd w:val="clear" w:color="auto" w:fill="FFFFFF"/>
        </w:rPr>
        <w:t xml:space="preserve"> С, </w:t>
      </w:r>
      <w:r w:rsidR="00013131" w:rsidRPr="00B42057">
        <w:rPr>
          <w:b/>
          <w:shd w:val="clear" w:color="auto" w:fill="FFFFFF"/>
        </w:rPr>
        <w:t>но не ранее, чем передняя оконечность транспортного средства достигла линии D</w:t>
      </w:r>
      <w:r w:rsidR="00013131" w:rsidRPr="00B42057">
        <w:rPr>
          <w:shd w:val="clear" w:color="auto" w:fill="FFFFFF"/>
        </w:rPr>
        <w:t xml:space="preserve"> (см. пункт 6.5.7 выше</w:t>
      </w:r>
      <w:r w:rsidR="00013131" w:rsidRPr="00B42057">
        <w:rPr>
          <w:b/>
          <w:shd w:val="clear" w:color="auto" w:fill="FFFFFF"/>
        </w:rPr>
        <w:t>, в котором линия D учитывается исключительно для целей испытательных вариантов по таблице 1 добавления 1</w:t>
      </w:r>
      <w:r w:rsidR="00013131" w:rsidRPr="00B42057">
        <w:rPr>
          <w:shd w:val="clear" w:color="auto" w:fill="FFFFFF"/>
        </w:rPr>
        <w:t>), и если ни в одном из испытательных прогонов информационный сигнал индикации мертвой зоны не был задействован, когда транспортное средство проходило мимо установленного дорожного знака (см. пункт 6.5.8 выше).</w:t>
      </w:r>
      <w:r w:rsidR="00013131" w:rsidRPr="00B42057">
        <w:rPr>
          <w:iCs/>
        </w:rPr>
        <w:t xml:space="preserve"> </w:t>
      </w:r>
      <w:r w:rsidR="00013131" w:rsidRPr="00B42057">
        <w:rPr>
          <w:b/>
          <w:iCs/>
        </w:rPr>
        <w:t>Вместе с тем</w:t>
      </w:r>
      <w:r w:rsidR="00013131" w:rsidRPr="00B42057">
        <w:rPr>
          <w:b/>
          <w:bCs/>
        </w:rPr>
        <w:t xml:space="preserve"> подача информационного сигнала не требуется, если относительное продольное расстояние между велосипедом и передним правым углом транспортного средства превышает [30] м в направлении назад или [7] м в направлении вперед.</w:t>
      </w:r>
    </w:p>
    <w:p w14:paraId="6F2EFBD8" w14:textId="77777777" w:rsidR="00260822" w:rsidRPr="00B42057" w:rsidRDefault="00260822" w:rsidP="0010430E">
      <w:pPr>
        <w:pStyle w:val="SingleTxtG"/>
        <w:ind w:left="2268"/>
        <w:rPr>
          <w:iCs/>
          <w:sz w:val="18"/>
        </w:rPr>
      </w:pPr>
      <w:r w:rsidRPr="00B42057">
        <w:rPr>
          <w:iCs/>
          <w:sz w:val="18"/>
        </w:rPr>
        <w:tab/>
      </w:r>
      <w:r w:rsidR="00013131" w:rsidRPr="00B42057">
        <w:rPr>
          <w:szCs w:val="21"/>
          <w:shd w:val="clear" w:color="auto" w:fill="FFFFFF"/>
        </w:rPr>
        <w:t>Если при скорости транспортного средства до 5 км/ч информационный сигнал задействуется за 1,4 с до того, как велосипед достигнет теоретической точки столкновения, отмеченной на рис.</w:t>
      </w:r>
      <w:r w:rsidR="00B42057">
        <w:rPr>
          <w:szCs w:val="21"/>
          <w:shd w:val="clear" w:color="auto" w:fill="FFFFFF"/>
        </w:rPr>
        <w:t xml:space="preserve"> </w:t>
      </w:r>
      <w:r w:rsidR="00013131" w:rsidRPr="00B42057">
        <w:rPr>
          <w:szCs w:val="21"/>
          <w:shd w:val="clear" w:color="auto" w:fill="FFFFFF"/>
        </w:rPr>
        <w:t>1 в добавлении 1, то данный результат считается удовлетворительным.</w:t>
      </w:r>
      <w:r w:rsidR="00013131" w:rsidRPr="00B42057">
        <w:rPr>
          <w:iCs/>
          <w:sz w:val="18"/>
        </w:rPr>
        <w:t xml:space="preserve"> </w:t>
      </w:r>
      <w:r w:rsidR="00013131" w:rsidRPr="00B42057">
        <w:rPr>
          <w:strike/>
          <w:szCs w:val="21"/>
          <w:shd w:val="clear" w:color="auto" w:fill="FFFFFF"/>
        </w:rPr>
        <w:t>При скорости транспортного средства в диапазоне от 5 до 10 км/ч значение d</w:t>
      </w:r>
      <w:r w:rsidR="00013131" w:rsidRPr="00B42057">
        <w:rPr>
          <w:strike/>
          <w:szCs w:val="21"/>
          <w:shd w:val="clear" w:color="auto" w:fill="FFFFFF"/>
          <w:vertAlign w:val="subscript"/>
        </w:rPr>
        <w:t>c</w:t>
      </w:r>
      <w:r w:rsidR="00013131" w:rsidRPr="00B42057">
        <w:rPr>
          <w:strike/>
          <w:szCs w:val="21"/>
          <w:shd w:val="clear" w:color="auto" w:fill="FFFFFF"/>
        </w:rPr>
        <w:t xml:space="preserve"> должно составлять 5 м.</w:t>
      </w:r>
    </w:p>
    <w:p w14:paraId="78808281" w14:textId="77777777" w:rsidR="00260822" w:rsidRPr="00B42057" w:rsidRDefault="00260822" w:rsidP="0010430E">
      <w:pPr>
        <w:pStyle w:val="SingleTxtG"/>
        <w:ind w:left="2268"/>
        <w:rPr>
          <w:i/>
        </w:rPr>
      </w:pPr>
      <w:r w:rsidRPr="00B42057">
        <w:t>При скорости транспортного средства свыше 25 км/ч, когда тормозной путь превышает 15 м, значение для точки d</w:t>
      </w:r>
      <w:r w:rsidRPr="00B42057">
        <w:rPr>
          <w:vertAlign w:val="subscript"/>
        </w:rPr>
        <w:t>c</w:t>
      </w:r>
      <w:r w:rsidRPr="00B42057">
        <w:t>, указанной на рис. 1 в добавлении 1, должно соответствовать значению, приведенному в таблице 2 добавления 1».</w:t>
      </w:r>
      <w:r w:rsidRPr="00B42057">
        <w:rPr>
          <w:iCs/>
        </w:rPr>
        <w:t xml:space="preserve"> </w:t>
      </w:r>
    </w:p>
    <w:p w14:paraId="751B8493" w14:textId="77777777" w:rsidR="00260822" w:rsidRPr="00794A20" w:rsidRDefault="00260822" w:rsidP="00FC28CC">
      <w:pPr>
        <w:keepNext/>
        <w:spacing w:after="240"/>
        <w:ind w:left="2268" w:right="1134" w:hanging="1134"/>
        <w:jc w:val="both"/>
        <w:rPr>
          <w:i/>
        </w:rPr>
      </w:pPr>
      <w:r w:rsidRPr="00794A20">
        <w:rPr>
          <w:i/>
        </w:rPr>
        <w:t xml:space="preserve">Добавление 1, рис. 1 </w:t>
      </w:r>
      <w:r w:rsidRPr="00794A20">
        <w:t>изменить следующим образом</w:t>
      </w:r>
      <w:r w:rsidRPr="00794A20">
        <w:rPr>
          <w:iCs/>
        </w:rPr>
        <w:t>:</w:t>
      </w:r>
    </w:p>
    <w:p w14:paraId="3BB9E307" w14:textId="77777777" w:rsidR="00260822" w:rsidRPr="00794A20" w:rsidRDefault="00260822" w:rsidP="00260822">
      <w:pPr>
        <w:spacing w:after="120"/>
        <w:ind w:left="2268" w:right="1134" w:hanging="2268"/>
        <w:jc w:val="both"/>
        <w:rPr>
          <w:i/>
        </w:rPr>
      </w:pPr>
      <w:r w:rsidRPr="00794A20">
        <w:rPr>
          <w:noProof/>
          <w:u w:val="single"/>
          <w:lang w:val="en-US"/>
        </w:rPr>
        <mc:AlternateContent>
          <mc:Choice Requires="wpc">
            <w:drawing>
              <wp:inline distT="0" distB="0" distL="0" distR="0" wp14:anchorId="220F311E" wp14:editId="3BDC1B8C">
                <wp:extent cx="6052187" cy="3600450"/>
                <wp:effectExtent l="0" t="0" r="5715" b="0"/>
                <wp:docPr id="766" name="Canvas 745"/>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9" name="Line 144"/>
                        <wps:cNvCnPr/>
                        <wps:spPr bwMode="auto">
                          <a:xfrm>
                            <a:off x="250190" y="692179"/>
                            <a:ext cx="3554095" cy="0"/>
                          </a:xfrm>
                          <a:prstGeom prst="line">
                            <a:avLst/>
                          </a:prstGeom>
                          <a:noFill/>
                          <a:ln w="2667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50" name="Line 145"/>
                        <wps:cNvCnPr/>
                        <wps:spPr bwMode="auto">
                          <a:xfrm flipH="1">
                            <a:off x="250190" y="959514"/>
                            <a:ext cx="3554095" cy="0"/>
                          </a:xfrm>
                          <a:prstGeom prst="line">
                            <a:avLst/>
                          </a:prstGeom>
                          <a:noFill/>
                          <a:ln w="2667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51" name="Freeform 146"/>
                        <wps:cNvSpPr>
                          <a:spLocks noEditPoints="1"/>
                        </wps:cNvSpPr>
                        <wps:spPr bwMode="auto">
                          <a:xfrm>
                            <a:off x="2626360" y="480724"/>
                            <a:ext cx="8255" cy="1765935"/>
                          </a:xfrm>
                          <a:custGeom>
                            <a:avLst/>
                            <a:gdLst>
                              <a:gd name="T0" fmla="*/ 13 w 13"/>
                              <a:gd name="T1" fmla="*/ 2781 h 2781"/>
                              <a:gd name="T2" fmla="*/ 13 w 13"/>
                              <a:gd name="T3" fmla="*/ 2727 h 2781"/>
                              <a:gd name="T4" fmla="*/ 13 w 13"/>
                              <a:gd name="T5" fmla="*/ 2673 h 2781"/>
                              <a:gd name="T6" fmla="*/ 13 w 13"/>
                              <a:gd name="T7" fmla="*/ 2619 h 2781"/>
                              <a:gd name="T8" fmla="*/ 13 w 13"/>
                              <a:gd name="T9" fmla="*/ 2565 h 2781"/>
                              <a:gd name="T10" fmla="*/ 13 w 13"/>
                              <a:gd name="T11" fmla="*/ 2512 h 2781"/>
                              <a:gd name="T12" fmla="*/ 13 w 13"/>
                              <a:gd name="T13" fmla="*/ 2458 h 2781"/>
                              <a:gd name="T14" fmla="*/ 13 w 13"/>
                              <a:gd name="T15" fmla="*/ 2404 h 2781"/>
                              <a:gd name="T16" fmla="*/ 13 w 13"/>
                              <a:gd name="T17" fmla="*/ 2350 h 2781"/>
                              <a:gd name="T18" fmla="*/ 13 w 13"/>
                              <a:gd name="T19" fmla="*/ 2296 h 2781"/>
                              <a:gd name="T20" fmla="*/ 13 w 13"/>
                              <a:gd name="T21" fmla="*/ 2243 h 2781"/>
                              <a:gd name="T22" fmla="*/ 13 w 13"/>
                              <a:gd name="T23" fmla="*/ 2189 h 2781"/>
                              <a:gd name="T24" fmla="*/ 13 w 13"/>
                              <a:gd name="T25" fmla="*/ 2135 h 2781"/>
                              <a:gd name="T26" fmla="*/ 13 w 13"/>
                              <a:gd name="T27" fmla="*/ 2081 h 2781"/>
                              <a:gd name="T28" fmla="*/ 13 w 13"/>
                              <a:gd name="T29" fmla="*/ 2027 h 2781"/>
                              <a:gd name="T30" fmla="*/ 13 w 13"/>
                              <a:gd name="T31" fmla="*/ 1973 h 2781"/>
                              <a:gd name="T32" fmla="*/ 13 w 13"/>
                              <a:gd name="T33" fmla="*/ 1920 h 2781"/>
                              <a:gd name="T34" fmla="*/ 13 w 13"/>
                              <a:gd name="T35" fmla="*/ 1866 h 2781"/>
                              <a:gd name="T36" fmla="*/ 13 w 13"/>
                              <a:gd name="T37" fmla="*/ 1812 h 2781"/>
                              <a:gd name="T38" fmla="*/ 13 w 13"/>
                              <a:gd name="T39" fmla="*/ 1758 h 2781"/>
                              <a:gd name="T40" fmla="*/ 13 w 13"/>
                              <a:gd name="T41" fmla="*/ 1704 h 2781"/>
                              <a:gd name="T42" fmla="*/ 13 w 13"/>
                              <a:gd name="T43" fmla="*/ 1650 h 2781"/>
                              <a:gd name="T44" fmla="*/ 13 w 13"/>
                              <a:gd name="T45" fmla="*/ 1597 h 2781"/>
                              <a:gd name="T46" fmla="*/ 13 w 13"/>
                              <a:gd name="T47" fmla="*/ 1543 h 2781"/>
                              <a:gd name="T48" fmla="*/ 13 w 13"/>
                              <a:gd name="T49" fmla="*/ 1489 h 2781"/>
                              <a:gd name="T50" fmla="*/ 13 w 13"/>
                              <a:gd name="T51" fmla="*/ 1435 h 2781"/>
                              <a:gd name="T52" fmla="*/ 13 w 13"/>
                              <a:gd name="T53" fmla="*/ 1381 h 2781"/>
                              <a:gd name="T54" fmla="*/ 13 w 13"/>
                              <a:gd name="T55" fmla="*/ 1328 h 2781"/>
                              <a:gd name="T56" fmla="*/ 13 w 13"/>
                              <a:gd name="T57" fmla="*/ 1274 h 2781"/>
                              <a:gd name="T58" fmla="*/ 13 w 13"/>
                              <a:gd name="T59" fmla="*/ 1220 h 2781"/>
                              <a:gd name="T60" fmla="*/ 13 w 13"/>
                              <a:gd name="T61" fmla="*/ 1166 h 2781"/>
                              <a:gd name="T62" fmla="*/ 13 w 13"/>
                              <a:gd name="T63" fmla="*/ 1112 h 2781"/>
                              <a:gd name="T64" fmla="*/ 13 w 13"/>
                              <a:gd name="T65" fmla="*/ 1058 h 2781"/>
                              <a:gd name="T66" fmla="*/ 13 w 13"/>
                              <a:gd name="T67" fmla="*/ 1005 h 2781"/>
                              <a:gd name="T68" fmla="*/ 13 w 13"/>
                              <a:gd name="T69" fmla="*/ 951 h 2781"/>
                              <a:gd name="T70" fmla="*/ 13 w 13"/>
                              <a:gd name="T71" fmla="*/ 897 h 2781"/>
                              <a:gd name="T72" fmla="*/ 13 w 13"/>
                              <a:gd name="T73" fmla="*/ 843 h 2781"/>
                              <a:gd name="T74" fmla="*/ 13 w 13"/>
                              <a:gd name="T75" fmla="*/ 789 h 2781"/>
                              <a:gd name="T76" fmla="*/ 13 w 13"/>
                              <a:gd name="T77" fmla="*/ 735 h 2781"/>
                              <a:gd name="T78" fmla="*/ 13 w 13"/>
                              <a:gd name="T79" fmla="*/ 682 h 2781"/>
                              <a:gd name="T80" fmla="*/ 13 w 13"/>
                              <a:gd name="T81" fmla="*/ 628 h 2781"/>
                              <a:gd name="T82" fmla="*/ 13 w 13"/>
                              <a:gd name="T83" fmla="*/ 574 h 2781"/>
                              <a:gd name="T84" fmla="*/ 13 w 13"/>
                              <a:gd name="T85" fmla="*/ 520 h 2781"/>
                              <a:gd name="T86" fmla="*/ 13 w 13"/>
                              <a:gd name="T87" fmla="*/ 466 h 2781"/>
                              <a:gd name="T88" fmla="*/ 13 w 13"/>
                              <a:gd name="T89" fmla="*/ 413 h 2781"/>
                              <a:gd name="T90" fmla="*/ 13 w 13"/>
                              <a:gd name="T91" fmla="*/ 359 h 2781"/>
                              <a:gd name="T92" fmla="*/ 13 w 13"/>
                              <a:gd name="T93" fmla="*/ 305 h 2781"/>
                              <a:gd name="T94" fmla="*/ 13 w 13"/>
                              <a:gd name="T95" fmla="*/ 251 h 2781"/>
                              <a:gd name="T96" fmla="*/ 13 w 13"/>
                              <a:gd name="T97" fmla="*/ 197 h 2781"/>
                              <a:gd name="T98" fmla="*/ 13 w 13"/>
                              <a:gd name="T99" fmla="*/ 143 h 2781"/>
                              <a:gd name="T100" fmla="*/ 13 w 13"/>
                              <a:gd name="T101" fmla="*/ 90 h 2781"/>
                              <a:gd name="T102" fmla="*/ 13 w 13"/>
                              <a:gd name="T103" fmla="*/ 36 h 278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13" h="2781">
                                <a:moveTo>
                                  <a:pt x="13" y="2781"/>
                                </a:moveTo>
                                <a:lnTo>
                                  <a:pt x="13" y="2740"/>
                                </a:lnTo>
                                <a:lnTo>
                                  <a:pt x="0" y="2740"/>
                                </a:lnTo>
                                <a:lnTo>
                                  <a:pt x="0" y="2781"/>
                                </a:lnTo>
                                <a:lnTo>
                                  <a:pt x="13" y="2781"/>
                                </a:lnTo>
                                <a:close/>
                                <a:moveTo>
                                  <a:pt x="13" y="2727"/>
                                </a:moveTo>
                                <a:lnTo>
                                  <a:pt x="13" y="2687"/>
                                </a:lnTo>
                                <a:lnTo>
                                  <a:pt x="0" y="2687"/>
                                </a:lnTo>
                                <a:lnTo>
                                  <a:pt x="0" y="2727"/>
                                </a:lnTo>
                                <a:lnTo>
                                  <a:pt x="13" y="2727"/>
                                </a:lnTo>
                                <a:close/>
                                <a:moveTo>
                                  <a:pt x="13" y="2673"/>
                                </a:moveTo>
                                <a:lnTo>
                                  <a:pt x="13" y="2633"/>
                                </a:lnTo>
                                <a:lnTo>
                                  <a:pt x="0" y="2633"/>
                                </a:lnTo>
                                <a:lnTo>
                                  <a:pt x="0" y="2673"/>
                                </a:lnTo>
                                <a:lnTo>
                                  <a:pt x="13" y="2673"/>
                                </a:lnTo>
                                <a:close/>
                                <a:moveTo>
                                  <a:pt x="13" y="2619"/>
                                </a:moveTo>
                                <a:lnTo>
                                  <a:pt x="13" y="2579"/>
                                </a:lnTo>
                                <a:lnTo>
                                  <a:pt x="0" y="2579"/>
                                </a:lnTo>
                                <a:lnTo>
                                  <a:pt x="0" y="2619"/>
                                </a:lnTo>
                                <a:lnTo>
                                  <a:pt x="13" y="2619"/>
                                </a:lnTo>
                                <a:close/>
                                <a:moveTo>
                                  <a:pt x="13" y="2565"/>
                                </a:moveTo>
                                <a:lnTo>
                                  <a:pt x="13" y="2525"/>
                                </a:lnTo>
                                <a:lnTo>
                                  <a:pt x="0" y="2525"/>
                                </a:lnTo>
                                <a:lnTo>
                                  <a:pt x="0" y="2565"/>
                                </a:lnTo>
                                <a:lnTo>
                                  <a:pt x="13" y="2565"/>
                                </a:lnTo>
                                <a:close/>
                                <a:moveTo>
                                  <a:pt x="13" y="2512"/>
                                </a:moveTo>
                                <a:lnTo>
                                  <a:pt x="13" y="2471"/>
                                </a:lnTo>
                                <a:lnTo>
                                  <a:pt x="0" y="2471"/>
                                </a:lnTo>
                                <a:lnTo>
                                  <a:pt x="0" y="2512"/>
                                </a:lnTo>
                                <a:lnTo>
                                  <a:pt x="13" y="2512"/>
                                </a:lnTo>
                                <a:close/>
                                <a:moveTo>
                                  <a:pt x="13" y="2458"/>
                                </a:moveTo>
                                <a:lnTo>
                                  <a:pt x="13" y="2417"/>
                                </a:lnTo>
                                <a:lnTo>
                                  <a:pt x="0" y="2417"/>
                                </a:lnTo>
                                <a:lnTo>
                                  <a:pt x="0" y="2458"/>
                                </a:lnTo>
                                <a:lnTo>
                                  <a:pt x="13" y="2458"/>
                                </a:lnTo>
                                <a:close/>
                                <a:moveTo>
                                  <a:pt x="13" y="2404"/>
                                </a:moveTo>
                                <a:lnTo>
                                  <a:pt x="13" y="2364"/>
                                </a:lnTo>
                                <a:lnTo>
                                  <a:pt x="0" y="2364"/>
                                </a:lnTo>
                                <a:lnTo>
                                  <a:pt x="0" y="2404"/>
                                </a:lnTo>
                                <a:lnTo>
                                  <a:pt x="13" y="2404"/>
                                </a:lnTo>
                                <a:close/>
                                <a:moveTo>
                                  <a:pt x="13" y="2350"/>
                                </a:moveTo>
                                <a:lnTo>
                                  <a:pt x="13" y="2310"/>
                                </a:lnTo>
                                <a:lnTo>
                                  <a:pt x="0" y="2310"/>
                                </a:lnTo>
                                <a:lnTo>
                                  <a:pt x="0" y="2350"/>
                                </a:lnTo>
                                <a:lnTo>
                                  <a:pt x="13" y="2350"/>
                                </a:lnTo>
                                <a:close/>
                                <a:moveTo>
                                  <a:pt x="13" y="2296"/>
                                </a:moveTo>
                                <a:lnTo>
                                  <a:pt x="13" y="2256"/>
                                </a:lnTo>
                                <a:lnTo>
                                  <a:pt x="0" y="2256"/>
                                </a:lnTo>
                                <a:lnTo>
                                  <a:pt x="0" y="2296"/>
                                </a:lnTo>
                                <a:lnTo>
                                  <a:pt x="13" y="2296"/>
                                </a:lnTo>
                                <a:close/>
                                <a:moveTo>
                                  <a:pt x="13" y="2243"/>
                                </a:moveTo>
                                <a:lnTo>
                                  <a:pt x="13" y="2202"/>
                                </a:lnTo>
                                <a:lnTo>
                                  <a:pt x="0" y="2202"/>
                                </a:lnTo>
                                <a:lnTo>
                                  <a:pt x="0" y="2243"/>
                                </a:lnTo>
                                <a:lnTo>
                                  <a:pt x="13" y="2243"/>
                                </a:lnTo>
                                <a:close/>
                                <a:moveTo>
                                  <a:pt x="13" y="2189"/>
                                </a:moveTo>
                                <a:lnTo>
                                  <a:pt x="13" y="2148"/>
                                </a:lnTo>
                                <a:lnTo>
                                  <a:pt x="0" y="2148"/>
                                </a:lnTo>
                                <a:lnTo>
                                  <a:pt x="0" y="2189"/>
                                </a:lnTo>
                                <a:lnTo>
                                  <a:pt x="13" y="2189"/>
                                </a:lnTo>
                                <a:close/>
                                <a:moveTo>
                                  <a:pt x="13" y="2135"/>
                                </a:moveTo>
                                <a:lnTo>
                                  <a:pt x="13" y="2094"/>
                                </a:lnTo>
                                <a:lnTo>
                                  <a:pt x="0" y="2094"/>
                                </a:lnTo>
                                <a:lnTo>
                                  <a:pt x="0" y="2135"/>
                                </a:lnTo>
                                <a:lnTo>
                                  <a:pt x="13" y="2135"/>
                                </a:lnTo>
                                <a:close/>
                                <a:moveTo>
                                  <a:pt x="13" y="2081"/>
                                </a:moveTo>
                                <a:lnTo>
                                  <a:pt x="13" y="2041"/>
                                </a:lnTo>
                                <a:lnTo>
                                  <a:pt x="0" y="2041"/>
                                </a:lnTo>
                                <a:lnTo>
                                  <a:pt x="0" y="2081"/>
                                </a:lnTo>
                                <a:lnTo>
                                  <a:pt x="13" y="2081"/>
                                </a:lnTo>
                                <a:close/>
                                <a:moveTo>
                                  <a:pt x="13" y="2027"/>
                                </a:moveTo>
                                <a:lnTo>
                                  <a:pt x="13" y="1987"/>
                                </a:lnTo>
                                <a:lnTo>
                                  <a:pt x="0" y="1987"/>
                                </a:lnTo>
                                <a:lnTo>
                                  <a:pt x="0" y="2027"/>
                                </a:lnTo>
                                <a:lnTo>
                                  <a:pt x="13" y="2027"/>
                                </a:lnTo>
                                <a:close/>
                                <a:moveTo>
                                  <a:pt x="13" y="1973"/>
                                </a:moveTo>
                                <a:lnTo>
                                  <a:pt x="13" y="1933"/>
                                </a:lnTo>
                                <a:lnTo>
                                  <a:pt x="0" y="1933"/>
                                </a:lnTo>
                                <a:lnTo>
                                  <a:pt x="0" y="1973"/>
                                </a:lnTo>
                                <a:lnTo>
                                  <a:pt x="13" y="1973"/>
                                </a:lnTo>
                                <a:close/>
                                <a:moveTo>
                                  <a:pt x="13" y="1920"/>
                                </a:moveTo>
                                <a:lnTo>
                                  <a:pt x="13" y="1879"/>
                                </a:lnTo>
                                <a:lnTo>
                                  <a:pt x="0" y="1879"/>
                                </a:lnTo>
                                <a:lnTo>
                                  <a:pt x="0" y="1920"/>
                                </a:lnTo>
                                <a:lnTo>
                                  <a:pt x="13" y="1920"/>
                                </a:lnTo>
                                <a:close/>
                                <a:moveTo>
                                  <a:pt x="13" y="1866"/>
                                </a:moveTo>
                                <a:lnTo>
                                  <a:pt x="13" y="1825"/>
                                </a:lnTo>
                                <a:lnTo>
                                  <a:pt x="0" y="1825"/>
                                </a:lnTo>
                                <a:lnTo>
                                  <a:pt x="0" y="1866"/>
                                </a:lnTo>
                                <a:lnTo>
                                  <a:pt x="13" y="1866"/>
                                </a:lnTo>
                                <a:close/>
                                <a:moveTo>
                                  <a:pt x="13" y="1812"/>
                                </a:moveTo>
                                <a:lnTo>
                                  <a:pt x="13" y="1772"/>
                                </a:lnTo>
                                <a:lnTo>
                                  <a:pt x="0" y="1772"/>
                                </a:lnTo>
                                <a:lnTo>
                                  <a:pt x="0" y="1812"/>
                                </a:lnTo>
                                <a:lnTo>
                                  <a:pt x="13" y="1812"/>
                                </a:lnTo>
                                <a:close/>
                                <a:moveTo>
                                  <a:pt x="13" y="1758"/>
                                </a:moveTo>
                                <a:lnTo>
                                  <a:pt x="13" y="1718"/>
                                </a:lnTo>
                                <a:lnTo>
                                  <a:pt x="0" y="1718"/>
                                </a:lnTo>
                                <a:lnTo>
                                  <a:pt x="0" y="1758"/>
                                </a:lnTo>
                                <a:lnTo>
                                  <a:pt x="13" y="1758"/>
                                </a:lnTo>
                                <a:close/>
                                <a:moveTo>
                                  <a:pt x="13" y="1704"/>
                                </a:moveTo>
                                <a:lnTo>
                                  <a:pt x="13" y="1664"/>
                                </a:lnTo>
                                <a:lnTo>
                                  <a:pt x="0" y="1664"/>
                                </a:lnTo>
                                <a:lnTo>
                                  <a:pt x="0" y="1704"/>
                                </a:lnTo>
                                <a:lnTo>
                                  <a:pt x="13" y="1704"/>
                                </a:lnTo>
                                <a:close/>
                                <a:moveTo>
                                  <a:pt x="13" y="1650"/>
                                </a:moveTo>
                                <a:lnTo>
                                  <a:pt x="13" y="1610"/>
                                </a:lnTo>
                                <a:lnTo>
                                  <a:pt x="0" y="1610"/>
                                </a:lnTo>
                                <a:lnTo>
                                  <a:pt x="0" y="1650"/>
                                </a:lnTo>
                                <a:lnTo>
                                  <a:pt x="13" y="1650"/>
                                </a:lnTo>
                                <a:close/>
                                <a:moveTo>
                                  <a:pt x="13" y="1597"/>
                                </a:moveTo>
                                <a:lnTo>
                                  <a:pt x="13" y="1556"/>
                                </a:lnTo>
                                <a:lnTo>
                                  <a:pt x="0" y="1556"/>
                                </a:lnTo>
                                <a:lnTo>
                                  <a:pt x="0" y="1597"/>
                                </a:lnTo>
                                <a:lnTo>
                                  <a:pt x="13" y="1597"/>
                                </a:lnTo>
                                <a:close/>
                                <a:moveTo>
                                  <a:pt x="13" y="1543"/>
                                </a:moveTo>
                                <a:lnTo>
                                  <a:pt x="13" y="1502"/>
                                </a:lnTo>
                                <a:lnTo>
                                  <a:pt x="0" y="1502"/>
                                </a:lnTo>
                                <a:lnTo>
                                  <a:pt x="0" y="1543"/>
                                </a:lnTo>
                                <a:lnTo>
                                  <a:pt x="13" y="1543"/>
                                </a:lnTo>
                                <a:close/>
                                <a:moveTo>
                                  <a:pt x="13" y="1489"/>
                                </a:moveTo>
                                <a:lnTo>
                                  <a:pt x="13" y="1449"/>
                                </a:lnTo>
                                <a:lnTo>
                                  <a:pt x="0" y="1449"/>
                                </a:lnTo>
                                <a:lnTo>
                                  <a:pt x="0" y="1489"/>
                                </a:lnTo>
                                <a:lnTo>
                                  <a:pt x="13" y="1489"/>
                                </a:lnTo>
                                <a:close/>
                                <a:moveTo>
                                  <a:pt x="13" y="1435"/>
                                </a:moveTo>
                                <a:lnTo>
                                  <a:pt x="13" y="1395"/>
                                </a:lnTo>
                                <a:lnTo>
                                  <a:pt x="0" y="1395"/>
                                </a:lnTo>
                                <a:lnTo>
                                  <a:pt x="0" y="1435"/>
                                </a:lnTo>
                                <a:lnTo>
                                  <a:pt x="13" y="1435"/>
                                </a:lnTo>
                                <a:close/>
                                <a:moveTo>
                                  <a:pt x="13" y="1381"/>
                                </a:moveTo>
                                <a:lnTo>
                                  <a:pt x="13" y="1341"/>
                                </a:lnTo>
                                <a:lnTo>
                                  <a:pt x="0" y="1341"/>
                                </a:lnTo>
                                <a:lnTo>
                                  <a:pt x="0" y="1381"/>
                                </a:lnTo>
                                <a:lnTo>
                                  <a:pt x="13" y="1381"/>
                                </a:lnTo>
                                <a:close/>
                                <a:moveTo>
                                  <a:pt x="13" y="1328"/>
                                </a:moveTo>
                                <a:lnTo>
                                  <a:pt x="13" y="1287"/>
                                </a:lnTo>
                                <a:lnTo>
                                  <a:pt x="0" y="1287"/>
                                </a:lnTo>
                                <a:lnTo>
                                  <a:pt x="0" y="1328"/>
                                </a:lnTo>
                                <a:lnTo>
                                  <a:pt x="13" y="1328"/>
                                </a:lnTo>
                                <a:close/>
                                <a:moveTo>
                                  <a:pt x="13" y="1274"/>
                                </a:moveTo>
                                <a:lnTo>
                                  <a:pt x="13" y="1233"/>
                                </a:lnTo>
                                <a:lnTo>
                                  <a:pt x="0" y="1233"/>
                                </a:lnTo>
                                <a:lnTo>
                                  <a:pt x="0" y="1274"/>
                                </a:lnTo>
                                <a:lnTo>
                                  <a:pt x="13" y="1274"/>
                                </a:lnTo>
                                <a:close/>
                                <a:moveTo>
                                  <a:pt x="13" y="1220"/>
                                </a:moveTo>
                                <a:lnTo>
                                  <a:pt x="13" y="1180"/>
                                </a:lnTo>
                                <a:lnTo>
                                  <a:pt x="0" y="1180"/>
                                </a:lnTo>
                                <a:lnTo>
                                  <a:pt x="0" y="1220"/>
                                </a:lnTo>
                                <a:lnTo>
                                  <a:pt x="13" y="1220"/>
                                </a:lnTo>
                                <a:close/>
                                <a:moveTo>
                                  <a:pt x="13" y="1166"/>
                                </a:moveTo>
                                <a:lnTo>
                                  <a:pt x="13" y="1126"/>
                                </a:lnTo>
                                <a:lnTo>
                                  <a:pt x="0" y="1126"/>
                                </a:lnTo>
                                <a:lnTo>
                                  <a:pt x="0" y="1166"/>
                                </a:lnTo>
                                <a:lnTo>
                                  <a:pt x="13" y="1166"/>
                                </a:lnTo>
                                <a:close/>
                                <a:moveTo>
                                  <a:pt x="13" y="1112"/>
                                </a:moveTo>
                                <a:lnTo>
                                  <a:pt x="13" y="1072"/>
                                </a:lnTo>
                                <a:lnTo>
                                  <a:pt x="0" y="1072"/>
                                </a:lnTo>
                                <a:lnTo>
                                  <a:pt x="0" y="1112"/>
                                </a:lnTo>
                                <a:lnTo>
                                  <a:pt x="13" y="1112"/>
                                </a:lnTo>
                                <a:close/>
                                <a:moveTo>
                                  <a:pt x="13" y="1058"/>
                                </a:moveTo>
                                <a:lnTo>
                                  <a:pt x="13" y="1018"/>
                                </a:lnTo>
                                <a:lnTo>
                                  <a:pt x="0" y="1018"/>
                                </a:lnTo>
                                <a:lnTo>
                                  <a:pt x="0" y="1058"/>
                                </a:lnTo>
                                <a:lnTo>
                                  <a:pt x="13" y="1058"/>
                                </a:lnTo>
                                <a:close/>
                                <a:moveTo>
                                  <a:pt x="13" y="1005"/>
                                </a:moveTo>
                                <a:lnTo>
                                  <a:pt x="13" y="964"/>
                                </a:lnTo>
                                <a:lnTo>
                                  <a:pt x="0" y="964"/>
                                </a:lnTo>
                                <a:lnTo>
                                  <a:pt x="0" y="1005"/>
                                </a:lnTo>
                                <a:lnTo>
                                  <a:pt x="13" y="1005"/>
                                </a:lnTo>
                                <a:close/>
                                <a:moveTo>
                                  <a:pt x="13" y="951"/>
                                </a:moveTo>
                                <a:lnTo>
                                  <a:pt x="13" y="910"/>
                                </a:lnTo>
                                <a:lnTo>
                                  <a:pt x="0" y="910"/>
                                </a:lnTo>
                                <a:lnTo>
                                  <a:pt x="0" y="951"/>
                                </a:lnTo>
                                <a:lnTo>
                                  <a:pt x="13" y="951"/>
                                </a:lnTo>
                                <a:close/>
                                <a:moveTo>
                                  <a:pt x="13" y="897"/>
                                </a:moveTo>
                                <a:lnTo>
                                  <a:pt x="13" y="857"/>
                                </a:lnTo>
                                <a:lnTo>
                                  <a:pt x="0" y="857"/>
                                </a:lnTo>
                                <a:lnTo>
                                  <a:pt x="0" y="897"/>
                                </a:lnTo>
                                <a:lnTo>
                                  <a:pt x="13" y="897"/>
                                </a:lnTo>
                                <a:close/>
                                <a:moveTo>
                                  <a:pt x="13" y="843"/>
                                </a:moveTo>
                                <a:lnTo>
                                  <a:pt x="13" y="803"/>
                                </a:lnTo>
                                <a:lnTo>
                                  <a:pt x="0" y="803"/>
                                </a:lnTo>
                                <a:lnTo>
                                  <a:pt x="0" y="843"/>
                                </a:lnTo>
                                <a:lnTo>
                                  <a:pt x="13" y="843"/>
                                </a:lnTo>
                                <a:close/>
                                <a:moveTo>
                                  <a:pt x="13" y="789"/>
                                </a:moveTo>
                                <a:lnTo>
                                  <a:pt x="13" y="749"/>
                                </a:lnTo>
                                <a:lnTo>
                                  <a:pt x="0" y="749"/>
                                </a:lnTo>
                                <a:lnTo>
                                  <a:pt x="0" y="789"/>
                                </a:lnTo>
                                <a:lnTo>
                                  <a:pt x="13" y="789"/>
                                </a:lnTo>
                                <a:close/>
                                <a:moveTo>
                                  <a:pt x="13" y="735"/>
                                </a:moveTo>
                                <a:lnTo>
                                  <a:pt x="13" y="695"/>
                                </a:lnTo>
                                <a:lnTo>
                                  <a:pt x="0" y="695"/>
                                </a:lnTo>
                                <a:lnTo>
                                  <a:pt x="0" y="735"/>
                                </a:lnTo>
                                <a:lnTo>
                                  <a:pt x="13" y="735"/>
                                </a:lnTo>
                                <a:close/>
                                <a:moveTo>
                                  <a:pt x="13" y="682"/>
                                </a:moveTo>
                                <a:lnTo>
                                  <a:pt x="13" y="641"/>
                                </a:lnTo>
                                <a:lnTo>
                                  <a:pt x="0" y="641"/>
                                </a:lnTo>
                                <a:lnTo>
                                  <a:pt x="0" y="682"/>
                                </a:lnTo>
                                <a:lnTo>
                                  <a:pt x="13" y="682"/>
                                </a:lnTo>
                                <a:close/>
                                <a:moveTo>
                                  <a:pt x="13" y="628"/>
                                </a:moveTo>
                                <a:lnTo>
                                  <a:pt x="13" y="587"/>
                                </a:lnTo>
                                <a:lnTo>
                                  <a:pt x="0" y="587"/>
                                </a:lnTo>
                                <a:lnTo>
                                  <a:pt x="0" y="628"/>
                                </a:lnTo>
                                <a:lnTo>
                                  <a:pt x="13" y="628"/>
                                </a:lnTo>
                                <a:close/>
                                <a:moveTo>
                                  <a:pt x="13" y="574"/>
                                </a:moveTo>
                                <a:lnTo>
                                  <a:pt x="13" y="534"/>
                                </a:lnTo>
                                <a:lnTo>
                                  <a:pt x="0" y="534"/>
                                </a:lnTo>
                                <a:lnTo>
                                  <a:pt x="0" y="574"/>
                                </a:lnTo>
                                <a:lnTo>
                                  <a:pt x="13" y="574"/>
                                </a:lnTo>
                                <a:close/>
                                <a:moveTo>
                                  <a:pt x="13" y="520"/>
                                </a:moveTo>
                                <a:lnTo>
                                  <a:pt x="13" y="480"/>
                                </a:lnTo>
                                <a:lnTo>
                                  <a:pt x="0" y="480"/>
                                </a:lnTo>
                                <a:lnTo>
                                  <a:pt x="0" y="520"/>
                                </a:lnTo>
                                <a:lnTo>
                                  <a:pt x="13" y="520"/>
                                </a:lnTo>
                                <a:close/>
                                <a:moveTo>
                                  <a:pt x="13" y="466"/>
                                </a:moveTo>
                                <a:lnTo>
                                  <a:pt x="13" y="426"/>
                                </a:lnTo>
                                <a:lnTo>
                                  <a:pt x="0" y="426"/>
                                </a:lnTo>
                                <a:lnTo>
                                  <a:pt x="0" y="466"/>
                                </a:lnTo>
                                <a:lnTo>
                                  <a:pt x="13" y="466"/>
                                </a:lnTo>
                                <a:close/>
                                <a:moveTo>
                                  <a:pt x="13" y="413"/>
                                </a:moveTo>
                                <a:lnTo>
                                  <a:pt x="13" y="372"/>
                                </a:lnTo>
                                <a:lnTo>
                                  <a:pt x="0" y="372"/>
                                </a:lnTo>
                                <a:lnTo>
                                  <a:pt x="0" y="413"/>
                                </a:lnTo>
                                <a:lnTo>
                                  <a:pt x="13" y="413"/>
                                </a:lnTo>
                                <a:close/>
                                <a:moveTo>
                                  <a:pt x="13" y="359"/>
                                </a:moveTo>
                                <a:lnTo>
                                  <a:pt x="13" y="318"/>
                                </a:lnTo>
                                <a:lnTo>
                                  <a:pt x="0" y="318"/>
                                </a:lnTo>
                                <a:lnTo>
                                  <a:pt x="0" y="359"/>
                                </a:lnTo>
                                <a:lnTo>
                                  <a:pt x="13" y="359"/>
                                </a:lnTo>
                                <a:close/>
                                <a:moveTo>
                                  <a:pt x="13" y="305"/>
                                </a:moveTo>
                                <a:lnTo>
                                  <a:pt x="13" y="265"/>
                                </a:lnTo>
                                <a:lnTo>
                                  <a:pt x="0" y="265"/>
                                </a:lnTo>
                                <a:lnTo>
                                  <a:pt x="0" y="305"/>
                                </a:lnTo>
                                <a:lnTo>
                                  <a:pt x="13" y="305"/>
                                </a:lnTo>
                                <a:close/>
                                <a:moveTo>
                                  <a:pt x="13" y="251"/>
                                </a:moveTo>
                                <a:lnTo>
                                  <a:pt x="13" y="211"/>
                                </a:lnTo>
                                <a:lnTo>
                                  <a:pt x="0" y="211"/>
                                </a:lnTo>
                                <a:lnTo>
                                  <a:pt x="0" y="251"/>
                                </a:lnTo>
                                <a:lnTo>
                                  <a:pt x="13" y="251"/>
                                </a:lnTo>
                                <a:close/>
                                <a:moveTo>
                                  <a:pt x="13" y="197"/>
                                </a:moveTo>
                                <a:lnTo>
                                  <a:pt x="13" y="157"/>
                                </a:lnTo>
                                <a:lnTo>
                                  <a:pt x="0" y="157"/>
                                </a:lnTo>
                                <a:lnTo>
                                  <a:pt x="0" y="197"/>
                                </a:lnTo>
                                <a:lnTo>
                                  <a:pt x="13" y="197"/>
                                </a:lnTo>
                                <a:close/>
                                <a:moveTo>
                                  <a:pt x="13" y="143"/>
                                </a:moveTo>
                                <a:lnTo>
                                  <a:pt x="13" y="103"/>
                                </a:lnTo>
                                <a:lnTo>
                                  <a:pt x="0" y="103"/>
                                </a:lnTo>
                                <a:lnTo>
                                  <a:pt x="0" y="143"/>
                                </a:lnTo>
                                <a:lnTo>
                                  <a:pt x="13" y="143"/>
                                </a:lnTo>
                                <a:close/>
                                <a:moveTo>
                                  <a:pt x="13" y="90"/>
                                </a:moveTo>
                                <a:lnTo>
                                  <a:pt x="13" y="49"/>
                                </a:lnTo>
                                <a:lnTo>
                                  <a:pt x="0" y="49"/>
                                </a:lnTo>
                                <a:lnTo>
                                  <a:pt x="0" y="90"/>
                                </a:lnTo>
                                <a:lnTo>
                                  <a:pt x="13" y="90"/>
                                </a:lnTo>
                                <a:close/>
                                <a:moveTo>
                                  <a:pt x="13" y="36"/>
                                </a:moveTo>
                                <a:lnTo>
                                  <a:pt x="13" y="0"/>
                                </a:lnTo>
                                <a:lnTo>
                                  <a:pt x="0" y="0"/>
                                </a:lnTo>
                                <a:lnTo>
                                  <a:pt x="0" y="36"/>
                                </a:lnTo>
                                <a:lnTo>
                                  <a:pt x="13" y="36"/>
                                </a:lnTo>
                                <a:close/>
                              </a:path>
                            </a:pathLst>
                          </a:custGeom>
                          <a:solidFill>
                            <a:srgbClr val="000000"/>
                          </a:solidFill>
                          <a:ln w="0" cap="flat">
                            <a:solidFill>
                              <a:srgbClr val="000000"/>
                            </a:solidFill>
                            <a:prstDash val="solid"/>
                            <a:round/>
                            <a:headEnd/>
                            <a:tailEnd/>
                          </a:ln>
                        </wps:spPr>
                        <wps:bodyPr rot="0" vert="horz" wrap="square" lIns="91440" tIns="45720" rIns="91440" bIns="45720" anchor="t" anchorCtr="0" upright="1">
                          <a:noAutofit/>
                        </wps:bodyPr>
                      </wps:wsp>
                      <wps:wsp>
                        <wps:cNvPr id="52" name="Rectangle 147"/>
                        <wps:cNvSpPr>
                          <a:spLocks noChangeArrowheads="1"/>
                        </wps:cNvSpPr>
                        <wps:spPr bwMode="auto">
                          <a:xfrm rot="16200000">
                            <a:off x="2503577" y="1414259"/>
                            <a:ext cx="47862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8A18B8" w14:textId="77777777" w:rsidR="00BD44D9" w:rsidRPr="007B2001" w:rsidRDefault="00BD44D9" w:rsidP="00260822">
                              <w:r>
                                <w:rPr>
                                  <w:color w:val="000000"/>
                                </w:rPr>
                                <w:t>Линия</w:t>
                              </w:r>
                              <w:r w:rsidRPr="007B2001">
                                <w:rPr>
                                  <w:color w:val="000000"/>
                                  <w:lang w:val="en-US"/>
                                </w:rPr>
                                <w:t xml:space="preserve"> C</w:t>
                              </w:r>
                            </w:p>
                          </w:txbxContent>
                        </wps:txbx>
                        <wps:bodyPr rot="0" vert="horz" wrap="square" lIns="0" tIns="0" rIns="0" bIns="0" anchor="t" anchorCtr="0">
                          <a:spAutoFit/>
                        </wps:bodyPr>
                      </wps:wsp>
                      <wps:wsp>
                        <wps:cNvPr id="53" name="Freeform 148"/>
                        <wps:cNvSpPr>
                          <a:spLocks noEditPoints="1"/>
                        </wps:cNvSpPr>
                        <wps:spPr bwMode="auto">
                          <a:xfrm>
                            <a:off x="3780155" y="480724"/>
                            <a:ext cx="8255" cy="2694940"/>
                          </a:xfrm>
                          <a:custGeom>
                            <a:avLst/>
                            <a:gdLst>
                              <a:gd name="T0" fmla="*/ 13 w 13"/>
                              <a:gd name="T1" fmla="*/ 4244 h 4244"/>
                              <a:gd name="T2" fmla="*/ 13 w 13"/>
                              <a:gd name="T3" fmla="*/ 4150 h 4244"/>
                              <a:gd name="T4" fmla="*/ 13 w 13"/>
                              <a:gd name="T5" fmla="*/ 4096 h 4244"/>
                              <a:gd name="T6" fmla="*/ 13 w 13"/>
                              <a:gd name="T7" fmla="*/ 4002 h 4244"/>
                              <a:gd name="T8" fmla="*/ 13 w 13"/>
                              <a:gd name="T9" fmla="*/ 3948 h 4244"/>
                              <a:gd name="T10" fmla="*/ 13 w 13"/>
                              <a:gd name="T11" fmla="*/ 3854 h 4244"/>
                              <a:gd name="T12" fmla="*/ 13 w 13"/>
                              <a:gd name="T13" fmla="*/ 3800 h 4244"/>
                              <a:gd name="T14" fmla="*/ 13 w 13"/>
                              <a:gd name="T15" fmla="*/ 3706 h 4244"/>
                              <a:gd name="T16" fmla="*/ 13 w 13"/>
                              <a:gd name="T17" fmla="*/ 3652 h 4244"/>
                              <a:gd name="T18" fmla="*/ 13 w 13"/>
                              <a:gd name="T19" fmla="*/ 3558 h 4244"/>
                              <a:gd name="T20" fmla="*/ 13 w 13"/>
                              <a:gd name="T21" fmla="*/ 3504 h 4244"/>
                              <a:gd name="T22" fmla="*/ 13 w 13"/>
                              <a:gd name="T23" fmla="*/ 3410 h 4244"/>
                              <a:gd name="T24" fmla="*/ 13 w 13"/>
                              <a:gd name="T25" fmla="*/ 3356 h 4244"/>
                              <a:gd name="T26" fmla="*/ 13 w 13"/>
                              <a:gd name="T27" fmla="*/ 3262 h 4244"/>
                              <a:gd name="T28" fmla="*/ 13 w 13"/>
                              <a:gd name="T29" fmla="*/ 3208 h 4244"/>
                              <a:gd name="T30" fmla="*/ 13 w 13"/>
                              <a:gd name="T31" fmla="*/ 3114 h 4244"/>
                              <a:gd name="T32" fmla="*/ 13 w 13"/>
                              <a:gd name="T33" fmla="*/ 3060 h 4244"/>
                              <a:gd name="T34" fmla="*/ 13 w 13"/>
                              <a:gd name="T35" fmla="*/ 2966 h 4244"/>
                              <a:gd name="T36" fmla="*/ 13 w 13"/>
                              <a:gd name="T37" fmla="*/ 2912 h 4244"/>
                              <a:gd name="T38" fmla="*/ 13 w 13"/>
                              <a:gd name="T39" fmla="*/ 2818 h 4244"/>
                              <a:gd name="T40" fmla="*/ 13 w 13"/>
                              <a:gd name="T41" fmla="*/ 2764 h 4244"/>
                              <a:gd name="T42" fmla="*/ 13 w 13"/>
                              <a:gd name="T43" fmla="*/ 2670 h 4244"/>
                              <a:gd name="T44" fmla="*/ 13 w 13"/>
                              <a:gd name="T45" fmla="*/ 2616 h 4244"/>
                              <a:gd name="T46" fmla="*/ 13 w 13"/>
                              <a:gd name="T47" fmla="*/ 2522 h 4244"/>
                              <a:gd name="T48" fmla="*/ 13 w 13"/>
                              <a:gd name="T49" fmla="*/ 2468 h 4244"/>
                              <a:gd name="T50" fmla="*/ 13 w 13"/>
                              <a:gd name="T51" fmla="*/ 2373 h 4244"/>
                              <a:gd name="T52" fmla="*/ 13 w 13"/>
                              <a:gd name="T53" fmla="*/ 2320 h 4244"/>
                              <a:gd name="T54" fmla="*/ 13 w 13"/>
                              <a:gd name="T55" fmla="*/ 2225 h 4244"/>
                              <a:gd name="T56" fmla="*/ 13 w 13"/>
                              <a:gd name="T57" fmla="*/ 2172 h 4244"/>
                              <a:gd name="T58" fmla="*/ 13 w 13"/>
                              <a:gd name="T59" fmla="*/ 2077 h 4244"/>
                              <a:gd name="T60" fmla="*/ 13 w 13"/>
                              <a:gd name="T61" fmla="*/ 2024 h 4244"/>
                              <a:gd name="T62" fmla="*/ 13 w 13"/>
                              <a:gd name="T63" fmla="*/ 1929 h 4244"/>
                              <a:gd name="T64" fmla="*/ 13 w 13"/>
                              <a:gd name="T65" fmla="*/ 1876 h 4244"/>
                              <a:gd name="T66" fmla="*/ 13 w 13"/>
                              <a:gd name="T67" fmla="*/ 1781 h 4244"/>
                              <a:gd name="T68" fmla="*/ 13 w 13"/>
                              <a:gd name="T69" fmla="*/ 1728 h 4244"/>
                              <a:gd name="T70" fmla="*/ 13 w 13"/>
                              <a:gd name="T71" fmla="*/ 1633 h 4244"/>
                              <a:gd name="T72" fmla="*/ 13 w 13"/>
                              <a:gd name="T73" fmla="*/ 1580 h 4244"/>
                              <a:gd name="T74" fmla="*/ 13 w 13"/>
                              <a:gd name="T75" fmla="*/ 1485 h 4244"/>
                              <a:gd name="T76" fmla="*/ 13 w 13"/>
                              <a:gd name="T77" fmla="*/ 1432 h 4244"/>
                              <a:gd name="T78" fmla="*/ 13 w 13"/>
                              <a:gd name="T79" fmla="*/ 1337 h 4244"/>
                              <a:gd name="T80" fmla="*/ 13 w 13"/>
                              <a:gd name="T81" fmla="*/ 1284 h 4244"/>
                              <a:gd name="T82" fmla="*/ 13 w 13"/>
                              <a:gd name="T83" fmla="*/ 1189 h 4244"/>
                              <a:gd name="T84" fmla="*/ 13 w 13"/>
                              <a:gd name="T85" fmla="*/ 1136 h 4244"/>
                              <a:gd name="T86" fmla="*/ 13 w 13"/>
                              <a:gd name="T87" fmla="*/ 1041 h 4244"/>
                              <a:gd name="T88" fmla="*/ 13 w 13"/>
                              <a:gd name="T89" fmla="*/ 988 h 4244"/>
                              <a:gd name="T90" fmla="*/ 13 w 13"/>
                              <a:gd name="T91" fmla="*/ 893 h 4244"/>
                              <a:gd name="T92" fmla="*/ 13 w 13"/>
                              <a:gd name="T93" fmla="*/ 840 h 4244"/>
                              <a:gd name="T94" fmla="*/ 13 w 13"/>
                              <a:gd name="T95" fmla="*/ 745 h 4244"/>
                              <a:gd name="T96" fmla="*/ 13 w 13"/>
                              <a:gd name="T97" fmla="*/ 692 h 4244"/>
                              <a:gd name="T98" fmla="*/ 13 w 13"/>
                              <a:gd name="T99" fmla="*/ 597 h 4244"/>
                              <a:gd name="T100" fmla="*/ 13 w 13"/>
                              <a:gd name="T101" fmla="*/ 544 h 4244"/>
                              <a:gd name="T102" fmla="*/ 13 w 13"/>
                              <a:gd name="T103" fmla="*/ 449 h 4244"/>
                              <a:gd name="T104" fmla="*/ 13 w 13"/>
                              <a:gd name="T105" fmla="*/ 395 h 4244"/>
                              <a:gd name="T106" fmla="*/ 13 w 13"/>
                              <a:gd name="T107" fmla="*/ 301 h 4244"/>
                              <a:gd name="T108" fmla="*/ 13 w 13"/>
                              <a:gd name="T109" fmla="*/ 247 h 4244"/>
                              <a:gd name="T110" fmla="*/ 13 w 13"/>
                              <a:gd name="T111" fmla="*/ 153 h 4244"/>
                              <a:gd name="T112" fmla="*/ 13 w 13"/>
                              <a:gd name="T113" fmla="*/ 99 h 4244"/>
                              <a:gd name="T114" fmla="*/ 13 w 13"/>
                              <a:gd name="T115" fmla="*/ 5 h 4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13" h="4244">
                                <a:moveTo>
                                  <a:pt x="13" y="4244"/>
                                </a:moveTo>
                                <a:lnTo>
                                  <a:pt x="13" y="4190"/>
                                </a:lnTo>
                                <a:lnTo>
                                  <a:pt x="0" y="4190"/>
                                </a:lnTo>
                                <a:lnTo>
                                  <a:pt x="0" y="4244"/>
                                </a:lnTo>
                                <a:lnTo>
                                  <a:pt x="13" y="4244"/>
                                </a:lnTo>
                                <a:close/>
                                <a:moveTo>
                                  <a:pt x="13" y="4150"/>
                                </a:moveTo>
                                <a:lnTo>
                                  <a:pt x="13" y="4136"/>
                                </a:lnTo>
                                <a:lnTo>
                                  <a:pt x="0" y="4136"/>
                                </a:lnTo>
                                <a:lnTo>
                                  <a:pt x="0" y="4150"/>
                                </a:lnTo>
                                <a:lnTo>
                                  <a:pt x="13" y="4150"/>
                                </a:lnTo>
                                <a:close/>
                                <a:moveTo>
                                  <a:pt x="13" y="4096"/>
                                </a:moveTo>
                                <a:lnTo>
                                  <a:pt x="13" y="4042"/>
                                </a:lnTo>
                                <a:lnTo>
                                  <a:pt x="0" y="4042"/>
                                </a:lnTo>
                                <a:lnTo>
                                  <a:pt x="0" y="4096"/>
                                </a:lnTo>
                                <a:lnTo>
                                  <a:pt x="13" y="4096"/>
                                </a:lnTo>
                                <a:close/>
                                <a:moveTo>
                                  <a:pt x="13" y="4002"/>
                                </a:moveTo>
                                <a:lnTo>
                                  <a:pt x="13" y="3988"/>
                                </a:lnTo>
                                <a:lnTo>
                                  <a:pt x="0" y="3988"/>
                                </a:lnTo>
                                <a:lnTo>
                                  <a:pt x="0" y="4002"/>
                                </a:lnTo>
                                <a:lnTo>
                                  <a:pt x="13" y="4002"/>
                                </a:lnTo>
                                <a:close/>
                                <a:moveTo>
                                  <a:pt x="13" y="3948"/>
                                </a:moveTo>
                                <a:lnTo>
                                  <a:pt x="13" y="3894"/>
                                </a:lnTo>
                                <a:lnTo>
                                  <a:pt x="0" y="3894"/>
                                </a:lnTo>
                                <a:lnTo>
                                  <a:pt x="0" y="3948"/>
                                </a:lnTo>
                                <a:lnTo>
                                  <a:pt x="13" y="3948"/>
                                </a:lnTo>
                                <a:close/>
                                <a:moveTo>
                                  <a:pt x="13" y="3854"/>
                                </a:moveTo>
                                <a:lnTo>
                                  <a:pt x="13" y="3840"/>
                                </a:lnTo>
                                <a:lnTo>
                                  <a:pt x="0" y="3840"/>
                                </a:lnTo>
                                <a:lnTo>
                                  <a:pt x="0" y="3854"/>
                                </a:lnTo>
                                <a:lnTo>
                                  <a:pt x="13" y="3854"/>
                                </a:lnTo>
                                <a:close/>
                                <a:moveTo>
                                  <a:pt x="13" y="3800"/>
                                </a:moveTo>
                                <a:lnTo>
                                  <a:pt x="13" y="3746"/>
                                </a:lnTo>
                                <a:lnTo>
                                  <a:pt x="0" y="3746"/>
                                </a:lnTo>
                                <a:lnTo>
                                  <a:pt x="0" y="3800"/>
                                </a:lnTo>
                                <a:lnTo>
                                  <a:pt x="13" y="3800"/>
                                </a:lnTo>
                                <a:close/>
                                <a:moveTo>
                                  <a:pt x="13" y="3706"/>
                                </a:moveTo>
                                <a:lnTo>
                                  <a:pt x="13" y="3692"/>
                                </a:lnTo>
                                <a:lnTo>
                                  <a:pt x="0" y="3692"/>
                                </a:lnTo>
                                <a:lnTo>
                                  <a:pt x="0" y="3706"/>
                                </a:lnTo>
                                <a:lnTo>
                                  <a:pt x="13" y="3706"/>
                                </a:lnTo>
                                <a:close/>
                                <a:moveTo>
                                  <a:pt x="13" y="3652"/>
                                </a:moveTo>
                                <a:lnTo>
                                  <a:pt x="13" y="3598"/>
                                </a:lnTo>
                                <a:lnTo>
                                  <a:pt x="0" y="3598"/>
                                </a:lnTo>
                                <a:lnTo>
                                  <a:pt x="0" y="3652"/>
                                </a:lnTo>
                                <a:lnTo>
                                  <a:pt x="13" y="3652"/>
                                </a:lnTo>
                                <a:close/>
                                <a:moveTo>
                                  <a:pt x="13" y="3558"/>
                                </a:moveTo>
                                <a:lnTo>
                                  <a:pt x="13" y="3544"/>
                                </a:lnTo>
                                <a:lnTo>
                                  <a:pt x="0" y="3544"/>
                                </a:lnTo>
                                <a:lnTo>
                                  <a:pt x="0" y="3558"/>
                                </a:lnTo>
                                <a:lnTo>
                                  <a:pt x="13" y="3558"/>
                                </a:lnTo>
                                <a:close/>
                                <a:moveTo>
                                  <a:pt x="13" y="3504"/>
                                </a:moveTo>
                                <a:lnTo>
                                  <a:pt x="13" y="3450"/>
                                </a:lnTo>
                                <a:lnTo>
                                  <a:pt x="0" y="3450"/>
                                </a:lnTo>
                                <a:lnTo>
                                  <a:pt x="0" y="3504"/>
                                </a:lnTo>
                                <a:lnTo>
                                  <a:pt x="13" y="3504"/>
                                </a:lnTo>
                                <a:close/>
                                <a:moveTo>
                                  <a:pt x="13" y="3410"/>
                                </a:moveTo>
                                <a:lnTo>
                                  <a:pt x="13" y="3396"/>
                                </a:lnTo>
                                <a:lnTo>
                                  <a:pt x="0" y="3396"/>
                                </a:lnTo>
                                <a:lnTo>
                                  <a:pt x="0" y="3410"/>
                                </a:lnTo>
                                <a:lnTo>
                                  <a:pt x="13" y="3410"/>
                                </a:lnTo>
                                <a:close/>
                                <a:moveTo>
                                  <a:pt x="13" y="3356"/>
                                </a:moveTo>
                                <a:lnTo>
                                  <a:pt x="13" y="3302"/>
                                </a:lnTo>
                                <a:lnTo>
                                  <a:pt x="0" y="3302"/>
                                </a:lnTo>
                                <a:lnTo>
                                  <a:pt x="0" y="3356"/>
                                </a:lnTo>
                                <a:lnTo>
                                  <a:pt x="13" y="3356"/>
                                </a:lnTo>
                                <a:close/>
                                <a:moveTo>
                                  <a:pt x="13" y="3262"/>
                                </a:moveTo>
                                <a:lnTo>
                                  <a:pt x="13" y="3248"/>
                                </a:lnTo>
                                <a:lnTo>
                                  <a:pt x="0" y="3248"/>
                                </a:lnTo>
                                <a:lnTo>
                                  <a:pt x="0" y="3262"/>
                                </a:lnTo>
                                <a:lnTo>
                                  <a:pt x="13" y="3262"/>
                                </a:lnTo>
                                <a:close/>
                                <a:moveTo>
                                  <a:pt x="13" y="3208"/>
                                </a:moveTo>
                                <a:lnTo>
                                  <a:pt x="13" y="3154"/>
                                </a:lnTo>
                                <a:lnTo>
                                  <a:pt x="0" y="3154"/>
                                </a:lnTo>
                                <a:lnTo>
                                  <a:pt x="0" y="3208"/>
                                </a:lnTo>
                                <a:lnTo>
                                  <a:pt x="13" y="3208"/>
                                </a:lnTo>
                                <a:close/>
                                <a:moveTo>
                                  <a:pt x="13" y="3114"/>
                                </a:moveTo>
                                <a:lnTo>
                                  <a:pt x="13" y="3100"/>
                                </a:lnTo>
                                <a:lnTo>
                                  <a:pt x="0" y="3100"/>
                                </a:lnTo>
                                <a:lnTo>
                                  <a:pt x="0" y="3114"/>
                                </a:lnTo>
                                <a:lnTo>
                                  <a:pt x="13" y="3114"/>
                                </a:lnTo>
                                <a:close/>
                                <a:moveTo>
                                  <a:pt x="13" y="3060"/>
                                </a:moveTo>
                                <a:lnTo>
                                  <a:pt x="13" y="3006"/>
                                </a:lnTo>
                                <a:lnTo>
                                  <a:pt x="0" y="3006"/>
                                </a:lnTo>
                                <a:lnTo>
                                  <a:pt x="0" y="3060"/>
                                </a:lnTo>
                                <a:lnTo>
                                  <a:pt x="13" y="3060"/>
                                </a:lnTo>
                                <a:close/>
                                <a:moveTo>
                                  <a:pt x="13" y="2966"/>
                                </a:moveTo>
                                <a:lnTo>
                                  <a:pt x="13" y="2952"/>
                                </a:lnTo>
                                <a:lnTo>
                                  <a:pt x="0" y="2952"/>
                                </a:lnTo>
                                <a:lnTo>
                                  <a:pt x="0" y="2966"/>
                                </a:lnTo>
                                <a:lnTo>
                                  <a:pt x="13" y="2966"/>
                                </a:lnTo>
                                <a:close/>
                                <a:moveTo>
                                  <a:pt x="13" y="2912"/>
                                </a:moveTo>
                                <a:lnTo>
                                  <a:pt x="13" y="2858"/>
                                </a:lnTo>
                                <a:lnTo>
                                  <a:pt x="0" y="2858"/>
                                </a:lnTo>
                                <a:lnTo>
                                  <a:pt x="0" y="2912"/>
                                </a:lnTo>
                                <a:lnTo>
                                  <a:pt x="13" y="2912"/>
                                </a:lnTo>
                                <a:close/>
                                <a:moveTo>
                                  <a:pt x="13" y="2818"/>
                                </a:moveTo>
                                <a:lnTo>
                                  <a:pt x="13" y="2804"/>
                                </a:lnTo>
                                <a:lnTo>
                                  <a:pt x="0" y="2804"/>
                                </a:lnTo>
                                <a:lnTo>
                                  <a:pt x="0" y="2818"/>
                                </a:lnTo>
                                <a:lnTo>
                                  <a:pt x="13" y="2818"/>
                                </a:lnTo>
                                <a:close/>
                                <a:moveTo>
                                  <a:pt x="13" y="2764"/>
                                </a:moveTo>
                                <a:lnTo>
                                  <a:pt x="13" y="2710"/>
                                </a:lnTo>
                                <a:lnTo>
                                  <a:pt x="0" y="2710"/>
                                </a:lnTo>
                                <a:lnTo>
                                  <a:pt x="0" y="2764"/>
                                </a:lnTo>
                                <a:lnTo>
                                  <a:pt x="13" y="2764"/>
                                </a:lnTo>
                                <a:close/>
                                <a:moveTo>
                                  <a:pt x="13" y="2670"/>
                                </a:moveTo>
                                <a:lnTo>
                                  <a:pt x="13" y="2656"/>
                                </a:lnTo>
                                <a:lnTo>
                                  <a:pt x="0" y="2656"/>
                                </a:lnTo>
                                <a:lnTo>
                                  <a:pt x="0" y="2670"/>
                                </a:lnTo>
                                <a:lnTo>
                                  <a:pt x="13" y="2670"/>
                                </a:lnTo>
                                <a:close/>
                                <a:moveTo>
                                  <a:pt x="13" y="2616"/>
                                </a:moveTo>
                                <a:lnTo>
                                  <a:pt x="13" y="2562"/>
                                </a:lnTo>
                                <a:lnTo>
                                  <a:pt x="0" y="2562"/>
                                </a:lnTo>
                                <a:lnTo>
                                  <a:pt x="0" y="2616"/>
                                </a:lnTo>
                                <a:lnTo>
                                  <a:pt x="13" y="2616"/>
                                </a:lnTo>
                                <a:close/>
                                <a:moveTo>
                                  <a:pt x="13" y="2522"/>
                                </a:moveTo>
                                <a:lnTo>
                                  <a:pt x="13" y="2508"/>
                                </a:lnTo>
                                <a:lnTo>
                                  <a:pt x="0" y="2508"/>
                                </a:lnTo>
                                <a:lnTo>
                                  <a:pt x="0" y="2522"/>
                                </a:lnTo>
                                <a:lnTo>
                                  <a:pt x="13" y="2522"/>
                                </a:lnTo>
                                <a:close/>
                                <a:moveTo>
                                  <a:pt x="13" y="2468"/>
                                </a:moveTo>
                                <a:lnTo>
                                  <a:pt x="13" y="2414"/>
                                </a:lnTo>
                                <a:lnTo>
                                  <a:pt x="0" y="2414"/>
                                </a:lnTo>
                                <a:lnTo>
                                  <a:pt x="0" y="2468"/>
                                </a:lnTo>
                                <a:lnTo>
                                  <a:pt x="13" y="2468"/>
                                </a:lnTo>
                                <a:close/>
                                <a:moveTo>
                                  <a:pt x="13" y="2373"/>
                                </a:moveTo>
                                <a:lnTo>
                                  <a:pt x="13" y="2360"/>
                                </a:lnTo>
                                <a:lnTo>
                                  <a:pt x="0" y="2360"/>
                                </a:lnTo>
                                <a:lnTo>
                                  <a:pt x="0" y="2373"/>
                                </a:lnTo>
                                <a:lnTo>
                                  <a:pt x="13" y="2373"/>
                                </a:lnTo>
                                <a:close/>
                                <a:moveTo>
                                  <a:pt x="13" y="2320"/>
                                </a:moveTo>
                                <a:lnTo>
                                  <a:pt x="13" y="2266"/>
                                </a:lnTo>
                                <a:lnTo>
                                  <a:pt x="0" y="2266"/>
                                </a:lnTo>
                                <a:lnTo>
                                  <a:pt x="0" y="2320"/>
                                </a:lnTo>
                                <a:lnTo>
                                  <a:pt x="13" y="2320"/>
                                </a:lnTo>
                                <a:close/>
                                <a:moveTo>
                                  <a:pt x="13" y="2225"/>
                                </a:moveTo>
                                <a:lnTo>
                                  <a:pt x="13" y="2212"/>
                                </a:lnTo>
                                <a:lnTo>
                                  <a:pt x="0" y="2212"/>
                                </a:lnTo>
                                <a:lnTo>
                                  <a:pt x="0" y="2225"/>
                                </a:lnTo>
                                <a:lnTo>
                                  <a:pt x="13" y="2225"/>
                                </a:lnTo>
                                <a:close/>
                                <a:moveTo>
                                  <a:pt x="13" y="2172"/>
                                </a:moveTo>
                                <a:lnTo>
                                  <a:pt x="13" y="2118"/>
                                </a:lnTo>
                                <a:lnTo>
                                  <a:pt x="0" y="2118"/>
                                </a:lnTo>
                                <a:lnTo>
                                  <a:pt x="0" y="2172"/>
                                </a:lnTo>
                                <a:lnTo>
                                  <a:pt x="13" y="2172"/>
                                </a:lnTo>
                                <a:close/>
                                <a:moveTo>
                                  <a:pt x="13" y="2077"/>
                                </a:moveTo>
                                <a:lnTo>
                                  <a:pt x="13" y="2064"/>
                                </a:lnTo>
                                <a:lnTo>
                                  <a:pt x="0" y="2064"/>
                                </a:lnTo>
                                <a:lnTo>
                                  <a:pt x="0" y="2077"/>
                                </a:lnTo>
                                <a:lnTo>
                                  <a:pt x="13" y="2077"/>
                                </a:lnTo>
                                <a:close/>
                                <a:moveTo>
                                  <a:pt x="13" y="2024"/>
                                </a:moveTo>
                                <a:lnTo>
                                  <a:pt x="13" y="1970"/>
                                </a:lnTo>
                                <a:lnTo>
                                  <a:pt x="0" y="1970"/>
                                </a:lnTo>
                                <a:lnTo>
                                  <a:pt x="0" y="2024"/>
                                </a:lnTo>
                                <a:lnTo>
                                  <a:pt x="13" y="2024"/>
                                </a:lnTo>
                                <a:close/>
                                <a:moveTo>
                                  <a:pt x="13" y="1929"/>
                                </a:moveTo>
                                <a:lnTo>
                                  <a:pt x="13" y="1916"/>
                                </a:lnTo>
                                <a:lnTo>
                                  <a:pt x="0" y="1916"/>
                                </a:lnTo>
                                <a:lnTo>
                                  <a:pt x="0" y="1929"/>
                                </a:lnTo>
                                <a:lnTo>
                                  <a:pt x="13" y="1929"/>
                                </a:lnTo>
                                <a:close/>
                                <a:moveTo>
                                  <a:pt x="13" y="1876"/>
                                </a:moveTo>
                                <a:lnTo>
                                  <a:pt x="13" y="1822"/>
                                </a:lnTo>
                                <a:lnTo>
                                  <a:pt x="0" y="1822"/>
                                </a:lnTo>
                                <a:lnTo>
                                  <a:pt x="0" y="1876"/>
                                </a:lnTo>
                                <a:lnTo>
                                  <a:pt x="13" y="1876"/>
                                </a:lnTo>
                                <a:close/>
                                <a:moveTo>
                                  <a:pt x="13" y="1781"/>
                                </a:moveTo>
                                <a:lnTo>
                                  <a:pt x="13" y="1768"/>
                                </a:lnTo>
                                <a:lnTo>
                                  <a:pt x="0" y="1768"/>
                                </a:lnTo>
                                <a:lnTo>
                                  <a:pt x="0" y="1781"/>
                                </a:lnTo>
                                <a:lnTo>
                                  <a:pt x="13" y="1781"/>
                                </a:lnTo>
                                <a:close/>
                                <a:moveTo>
                                  <a:pt x="13" y="1728"/>
                                </a:moveTo>
                                <a:lnTo>
                                  <a:pt x="13" y="1674"/>
                                </a:lnTo>
                                <a:lnTo>
                                  <a:pt x="0" y="1674"/>
                                </a:lnTo>
                                <a:lnTo>
                                  <a:pt x="0" y="1728"/>
                                </a:lnTo>
                                <a:lnTo>
                                  <a:pt x="13" y="1728"/>
                                </a:lnTo>
                                <a:close/>
                                <a:moveTo>
                                  <a:pt x="13" y="1633"/>
                                </a:moveTo>
                                <a:lnTo>
                                  <a:pt x="13" y="1620"/>
                                </a:lnTo>
                                <a:lnTo>
                                  <a:pt x="0" y="1620"/>
                                </a:lnTo>
                                <a:lnTo>
                                  <a:pt x="0" y="1633"/>
                                </a:lnTo>
                                <a:lnTo>
                                  <a:pt x="13" y="1633"/>
                                </a:lnTo>
                                <a:close/>
                                <a:moveTo>
                                  <a:pt x="13" y="1580"/>
                                </a:moveTo>
                                <a:lnTo>
                                  <a:pt x="13" y="1526"/>
                                </a:lnTo>
                                <a:lnTo>
                                  <a:pt x="0" y="1526"/>
                                </a:lnTo>
                                <a:lnTo>
                                  <a:pt x="0" y="1580"/>
                                </a:lnTo>
                                <a:lnTo>
                                  <a:pt x="13" y="1580"/>
                                </a:lnTo>
                                <a:close/>
                                <a:moveTo>
                                  <a:pt x="13" y="1485"/>
                                </a:moveTo>
                                <a:lnTo>
                                  <a:pt x="13" y="1472"/>
                                </a:lnTo>
                                <a:lnTo>
                                  <a:pt x="0" y="1472"/>
                                </a:lnTo>
                                <a:lnTo>
                                  <a:pt x="0" y="1485"/>
                                </a:lnTo>
                                <a:lnTo>
                                  <a:pt x="13" y="1485"/>
                                </a:lnTo>
                                <a:close/>
                                <a:moveTo>
                                  <a:pt x="13" y="1432"/>
                                </a:moveTo>
                                <a:lnTo>
                                  <a:pt x="13" y="1378"/>
                                </a:lnTo>
                                <a:lnTo>
                                  <a:pt x="0" y="1378"/>
                                </a:lnTo>
                                <a:lnTo>
                                  <a:pt x="0" y="1432"/>
                                </a:lnTo>
                                <a:lnTo>
                                  <a:pt x="13" y="1432"/>
                                </a:lnTo>
                                <a:close/>
                                <a:moveTo>
                                  <a:pt x="13" y="1337"/>
                                </a:moveTo>
                                <a:lnTo>
                                  <a:pt x="13" y="1324"/>
                                </a:lnTo>
                                <a:lnTo>
                                  <a:pt x="0" y="1324"/>
                                </a:lnTo>
                                <a:lnTo>
                                  <a:pt x="0" y="1337"/>
                                </a:lnTo>
                                <a:lnTo>
                                  <a:pt x="13" y="1337"/>
                                </a:lnTo>
                                <a:close/>
                                <a:moveTo>
                                  <a:pt x="13" y="1284"/>
                                </a:moveTo>
                                <a:lnTo>
                                  <a:pt x="13" y="1230"/>
                                </a:lnTo>
                                <a:lnTo>
                                  <a:pt x="0" y="1230"/>
                                </a:lnTo>
                                <a:lnTo>
                                  <a:pt x="0" y="1284"/>
                                </a:lnTo>
                                <a:lnTo>
                                  <a:pt x="13" y="1284"/>
                                </a:lnTo>
                                <a:close/>
                                <a:moveTo>
                                  <a:pt x="13" y="1189"/>
                                </a:moveTo>
                                <a:lnTo>
                                  <a:pt x="13" y="1176"/>
                                </a:lnTo>
                                <a:lnTo>
                                  <a:pt x="0" y="1176"/>
                                </a:lnTo>
                                <a:lnTo>
                                  <a:pt x="0" y="1189"/>
                                </a:lnTo>
                                <a:lnTo>
                                  <a:pt x="13" y="1189"/>
                                </a:lnTo>
                                <a:close/>
                                <a:moveTo>
                                  <a:pt x="13" y="1136"/>
                                </a:moveTo>
                                <a:lnTo>
                                  <a:pt x="13" y="1082"/>
                                </a:lnTo>
                                <a:lnTo>
                                  <a:pt x="0" y="1082"/>
                                </a:lnTo>
                                <a:lnTo>
                                  <a:pt x="0" y="1136"/>
                                </a:lnTo>
                                <a:lnTo>
                                  <a:pt x="13" y="1136"/>
                                </a:lnTo>
                                <a:close/>
                                <a:moveTo>
                                  <a:pt x="13" y="1041"/>
                                </a:moveTo>
                                <a:lnTo>
                                  <a:pt x="13" y="1028"/>
                                </a:lnTo>
                                <a:lnTo>
                                  <a:pt x="0" y="1028"/>
                                </a:lnTo>
                                <a:lnTo>
                                  <a:pt x="0" y="1041"/>
                                </a:lnTo>
                                <a:lnTo>
                                  <a:pt x="13" y="1041"/>
                                </a:lnTo>
                                <a:close/>
                                <a:moveTo>
                                  <a:pt x="13" y="988"/>
                                </a:moveTo>
                                <a:lnTo>
                                  <a:pt x="13" y="934"/>
                                </a:lnTo>
                                <a:lnTo>
                                  <a:pt x="0" y="934"/>
                                </a:lnTo>
                                <a:lnTo>
                                  <a:pt x="0" y="988"/>
                                </a:lnTo>
                                <a:lnTo>
                                  <a:pt x="13" y="988"/>
                                </a:lnTo>
                                <a:close/>
                                <a:moveTo>
                                  <a:pt x="13" y="893"/>
                                </a:moveTo>
                                <a:lnTo>
                                  <a:pt x="13" y="880"/>
                                </a:lnTo>
                                <a:lnTo>
                                  <a:pt x="0" y="880"/>
                                </a:lnTo>
                                <a:lnTo>
                                  <a:pt x="0" y="893"/>
                                </a:lnTo>
                                <a:lnTo>
                                  <a:pt x="13" y="893"/>
                                </a:lnTo>
                                <a:close/>
                                <a:moveTo>
                                  <a:pt x="13" y="840"/>
                                </a:moveTo>
                                <a:lnTo>
                                  <a:pt x="13" y="786"/>
                                </a:lnTo>
                                <a:lnTo>
                                  <a:pt x="0" y="786"/>
                                </a:lnTo>
                                <a:lnTo>
                                  <a:pt x="0" y="840"/>
                                </a:lnTo>
                                <a:lnTo>
                                  <a:pt x="13" y="840"/>
                                </a:lnTo>
                                <a:close/>
                                <a:moveTo>
                                  <a:pt x="13" y="745"/>
                                </a:moveTo>
                                <a:lnTo>
                                  <a:pt x="13" y="732"/>
                                </a:lnTo>
                                <a:lnTo>
                                  <a:pt x="0" y="732"/>
                                </a:lnTo>
                                <a:lnTo>
                                  <a:pt x="0" y="745"/>
                                </a:lnTo>
                                <a:lnTo>
                                  <a:pt x="13" y="745"/>
                                </a:lnTo>
                                <a:close/>
                                <a:moveTo>
                                  <a:pt x="13" y="692"/>
                                </a:moveTo>
                                <a:lnTo>
                                  <a:pt x="13" y="638"/>
                                </a:lnTo>
                                <a:lnTo>
                                  <a:pt x="0" y="638"/>
                                </a:lnTo>
                                <a:lnTo>
                                  <a:pt x="0" y="692"/>
                                </a:lnTo>
                                <a:lnTo>
                                  <a:pt x="13" y="692"/>
                                </a:lnTo>
                                <a:close/>
                                <a:moveTo>
                                  <a:pt x="13" y="597"/>
                                </a:moveTo>
                                <a:lnTo>
                                  <a:pt x="13" y="584"/>
                                </a:lnTo>
                                <a:lnTo>
                                  <a:pt x="0" y="584"/>
                                </a:lnTo>
                                <a:lnTo>
                                  <a:pt x="0" y="597"/>
                                </a:lnTo>
                                <a:lnTo>
                                  <a:pt x="13" y="597"/>
                                </a:lnTo>
                                <a:close/>
                                <a:moveTo>
                                  <a:pt x="13" y="544"/>
                                </a:moveTo>
                                <a:lnTo>
                                  <a:pt x="13" y="490"/>
                                </a:lnTo>
                                <a:lnTo>
                                  <a:pt x="0" y="490"/>
                                </a:lnTo>
                                <a:lnTo>
                                  <a:pt x="0" y="544"/>
                                </a:lnTo>
                                <a:lnTo>
                                  <a:pt x="13" y="544"/>
                                </a:lnTo>
                                <a:close/>
                                <a:moveTo>
                                  <a:pt x="13" y="449"/>
                                </a:moveTo>
                                <a:lnTo>
                                  <a:pt x="13" y="436"/>
                                </a:lnTo>
                                <a:lnTo>
                                  <a:pt x="0" y="436"/>
                                </a:lnTo>
                                <a:lnTo>
                                  <a:pt x="0" y="449"/>
                                </a:lnTo>
                                <a:lnTo>
                                  <a:pt x="13" y="449"/>
                                </a:lnTo>
                                <a:close/>
                                <a:moveTo>
                                  <a:pt x="13" y="395"/>
                                </a:moveTo>
                                <a:lnTo>
                                  <a:pt x="13" y="342"/>
                                </a:lnTo>
                                <a:lnTo>
                                  <a:pt x="0" y="342"/>
                                </a:lnTo>
                                <a:lnTo>
                                  <a:pt x="0" y="395"/>
                                </a:lnTo>
                                <a:lnTo>
                                  <a:pt x="13" y="395"/>
                                </a:lnTo>
                                <a:close/>
                                <a:moveTo>
                                  <a:pt x="13" y="301"/>
                                </a:moveTo>
                                <a:lnTo>
                                  <a:pt x="13" y="288"/>
                                </a:lnTo>
                                <a:lnTo>
                                  <a:pt x="0" y="288"/>
                                </a:lnTo>
                                <a:lnTo>
                                  <a:pt x="0" y="301"/>
                                </a:lnTo>
                                <a:lnTo>
                                  <a:pt x="13" y="301"/>
                                </a:lnTo>
                                <a:close/>
                                <a:moveTo>
                                  <a:pt x="13" y="247"/>
                                </a:moveTo>
                                <a:lnTo>
                                  <a:pt x="13" y="194"/>
                                </a:lnTo>
                                <a:lnTo>
                                  <a:pt x="0" y="194"/>
                                </a:lnTo>
                                <a:lnTo>
                                  <a:pt x="0" y="247"/>
                                </a:lnTo>
                                <a:lnTo>
                                  <a:pt x="13" y="247"/>
                                </a:lnTo>
                                <a:close/>
                                <a:moveTo>
                                  <a:pt x="13" y="153"/>
                                </a:moveTo>
                                <a:lnTo>
                                  <a:pt x="13" y="140"/>
                                </a:lnTo>
                                <a:lnTo>
                                  <a:pt x="0" y="140"/>
                                </a:lnTo>
                                <a:lnTo>
                                  <a:pt x="0" y="153"/>
                                </a:lnTo>
                                <a:lnTo>
                                  <a:pt x="13" y="153"/>
                                </a:lnTo>
                                <a:close/>
                                <a:moveTo>
                                  <a:pt x="13" y="99"/>
                                </a:moveTo>
                                <a:lnTo>
                                  <a:pt x="13" y="46"/>
                                </a:lnTo>
                                <a:lnTo>
                                  <a:pt x="0" y="46"/>
                                </a:lnTo>
                                <a:lnTo>
                                  <a:pt x="0" y="99"/>
                                </a:lnTo>
                                <a:lnTo>
                                  <a:pt x="13" y="99"/>
                                </a:lnTo>
                                <a:close/>
                                <a:moveTo>
                                  <a:pt x="13" y="5"/>
                                </a:moveTo>
                                <a:lnTo>
                                  <a:pt x="13" y="0"/>
                                </a:lnTo>
                                <a:lnTo>
                                  <a:pt x="0" y="0"/>
                                </a:lnTo>
                                <a:lnTo>
                                  <a:pt x="0" y="5"/>
                                </a:lnTo>
                                <a:lnTo>
                                  <a:pt x="13" y="5"/>
                                </a:lnTo>
                                <a:close/>
                              </a:path>
                            </a:pathLst>
                          </a:custGeom>
                          <a:solidFill>
                            <a:srgbClr val="000000"/>
                          </a:solidFill>
                          <a:ln w="0" cap="flat">
                            <a:solidFill>
                              <a:srgbClr val="000000"/>
                            </a:solidFill>
                            <a:prstDash val="solid"/>
                            <a:round/>
                            <a:headEnd/>
                            <a:tailEnd/>
                          </a:ln>
                        </wps:spPr>
                        <wps:bodyPr rot="0" vert="horz" wrap="square" lIns="91440" tIns="45720" rIns="91440" bIns="45720" anchor="t" anchorCtr="0" upright="1">
                          <a:noAutofit/>
                        </wps:bodyPr>
                      </wps:wsp>
                      <wps:wsp>
                        <wps:cNvPr id="54" name="Freeform 149"/>
                        <wps:cNvSpPr>
                          <a:spLocks noEditPoints="1"/>
                        </wps:cNvSpPr>
                        <wps:spPr bwMode="auto">
                          <a:xfrm>
                            <a:off x="2630170" y="2110769"/>
                            <a:ext cx="1154430" cy="69850"/>
                          </a:xfrm>
                          <a:custGeom>
                            <a:avLst/>
                            <a:gdLst>
                              <a:gd name="T0" fmla="*/ 48 w 8627"/>
                              <a:gd name="T1" fmla="*/ 236 h 521"/>
                              <a:gd name="T2" fmla="*/ 8579 w 8627"/>
                              <a:gd name="T3" fmla="*/ 236 h 521"/>
                              <a:gd name="T4" fmla="*/ 8579 w 8627"/>
                              <a:gd name="T5" fmla="*/ 284 h 521"/>
                              <a:gd name="T6" fmla="*/ 48 w 8627"/>
                              <a:gd name="T7" fmla="*/ 284 h 521"/>
                              <a:gd name="T8" fmla="*/ 48 w 8627"/>
                              <a:gd name="T9" fmla="*/ 236 h 521"/>
                              <a:gd name="T10" fmla="*/ 436 w 8627"/>
                              <a:gd name="T11" fmla="*/ 515 h 521"/>
                              <a:gd name="T12" fmla="*/ 0 w 8627"/>
                              <a:gd name="T13" fmla="*/ 260 h 521"/>
                              <a:gd name="T14" fmla="*/ 436 w 8627"/>
                              <a:gd name="T15" fmla="*/ 6 h 521"/>
                              <a:gd name="T16" fmla="*/ 469 w 8627"/>
                              <a:gd name="T17" fmla="*/ 15 h 521"/>
                              <a:gd name="T18" fmla="*/ 460 w 8627"/>
                              <a:gd name="T19" fmla="*/ 48 h 521"/>
                              <a:gd name="T20" fmla="*/ 60 w 8627"/>
                              <a:gd name="T21" fmla="*/ 281 h 521"/>
                              <a:gd name="T22" fmla="*/ 60 w 8627"/>
                              <a:gd name="T23" fmla="*/ 240 h 521"/>
                              <a:gd name="T24" fmla="*/ 460 w 8627"/>
                              <a:gd name="T25" fmla="*/ 473 h 521"/>
                              <a:gd name="T26" fmla="*/ 469 w 8627"/>
                              <a:gd name="T27" fmla="*/ 506 h 521"/>
                              <a:gd name="T28" fmla="*/ 436 w 8627"/>
                              <a:gd name="T29" fmla="*/ 515 h 521"/>
                              <a:gd name="T30" fmla="*/ 8191 w 8627"/>
                              <a:gd name="T31" fmla="*/ 6 h 521"/>
                              <a:gd name="T32" fmla="*/ 8627 w 8627"/>
                              <a:gd name="T33" fmla="*/ 260 h 521"/>
                              <a:gd name="T34" fmla="*/ 8191 w 8627"/>
                              <a:gd name="T35" fmla="*/ 515 h 521"/>
                              <a:gd name="T36" fmla="*/ 8158 w 8627"/>
                              <a:gd name="T37" fmla="*/ 506 h 521"/>
                              <a:gd name="T38" fmla="*/ 8167 w 8627"/>
                              <a:gd name="T39" fmla="*/ 473 h 521"/>
                              <a:gd name="T40" fmla="*/ 8567 w 8627"/>
                              <a:gd name="T41" fmla="*/ 240 h 521"/>
                              <a:gd name="T42" fmla="*/ 8567 w 8627"/>
                              <a:gd name="T43" fmla="*/ 281 h 521"/>
                              <a:gd name="T44" fmla="*/ 8167 w 8627"/>
                              <a:gd name="T45" fmla="*/ 48 h 521"/>
                              <a:gd name="T46" fmla="*/ 8158 w 8627"/>
                              <a:gd name="T47" fmla="*/ 15 h 521"/>
                              <a:gd name="T48" fmla="*/ 8191 w 8627"/>
                              <a:gd name="T49" fmla="*/ 6 h 5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Lst>
                            <a:rect l="0" t="0" r="r" b="b"/>
                            <a:pathLst>
                              <a:path w="8627" h="521">
                                <a:moveTo>
                                  <a:pt x="48" y="236"/>
                                </a:moveTo>
                                <a:lnTo>
                                  <a:pt x="8579" y="236"/>
                                </a:lnTo>
                                <a:lnTo>
                                  <a:pt x="8579" y="284"/>
                                </a:lnTo>
                                <a:lnTo>
                                  <a:pt x="48" y="284"/>
                                </a:lnTo>
                                <a:lnTo>
                                  <a:pt x="48" y="236"/>
                                </a:lnTo>
                                <a:close/>
                                <a:moveTo>
                                  <a:pt x="436" y="515"/>
                                </a:moveTo>
                                <a:lnTo>
                                  <a:pt x="0" y="260"/>
                                </a:lnTo>
                                <a:lnTo>
                                  <a:pt x="436" y="6"/>
                                </a:lnTo>
                                <a:cubicBezTo>
                                  <a:pt x="447" y="0"/>
                                  <a:pt x="462" y="4"/>
                                  <a:pt x="469" y="15"/>
                                </a:cubicBezTo>
                                <a:cubicBezTo>
                                  <a:pt x="475" y="26"/>
                                  <a:pt x="472" y="41"/>
                                  <a:pt x="460" y="48"/>
                                </a:cubicBezTo>
                                <a:lnTo>
                                  <a:pt x="60" y="281"/>
                                </a:lnTo>
                                <a:lnTo>
                                  <a:pt x="60" y="240"/>
                                </a:lnTo>
                                <a:lnTo>
                                  <a:pt x="460" y="473"/>
                                </a:lnTo>
                                <a:cubicBezTo>
                                  <a:pt x="472" y="480"/>
                                  <a:pt x="475" y="494"/>
                                  <a:pt x="469" y="506"/>
                                </a:cubicBezTo>
                                <a:cubicBezTo>
                                  <a:pt x="462" y="517"/>
                                  <a:pt x="447" y="521"/>
                                  <a:pt x="436" y="515"/>
                                </a:cubicBezTo>
                                <a:close/>
                                <a:moveTo>
                                  <a:pt x="8191" y="6"/>
                                </a:moveTo>
                                <a:lnTo>
                                  <a:pt x="8627" y="260"/>
                                </a:lnTo>
                                <a:lnTo>
                                  <a:pt x="8191" y="515"/>
                                </a:lnTo>
                                <a:cubicBezTo>
                                  <a:pt x="8180" y="521"/>
                                  <a:pt x="8165" y="517"/>
                                  <a:pt x="8158" y="506"/>
                                </a:cubicBezTo>
                                <a:cubicBezTo>
                                  <a:pt x="8151" y="494"/>
                                  <a:pt x="8155" y="480"/>
                                  <a:pt x="8167" y="473"/>
                                </a:cubicBezTo>
                                <a:lnTo>
                                  <a:pt x="8567" y="240"/>
                                </a:lnTo>
                                <a:lnTo>
                                  <a:pt x="8567" y="281"/>
                                </a:lnTo>
                                <a:lnTo>
                                  <a:pt x="8167" y="48"/>
                                </a:lnTo>
                                <a:cubicBezTo>
                                  <a:pt x="8155" y="41"/>
                                  <a:pt x="8151" y="26"/>
                                  <a:pt x="8158" y="15"/>
                                </a:cubicBezTo>
                                <a:cubicBezTo>
                                  <a:pt x="8165" y="4"/>
                                  <a:pt x="8180" y="0"/>
                                  <a:pt x="8191" y="6"/>
                                </a:cubicBezTo>
                                <a:close/>
                              </a:path>
                            </a:pathLst>
                          </a:custGeom>
                          <a:solidFill>
                            <a:srgbClr val="000000"/>
                          </a:solidFill>
                          <a:ln w="0" cap="flat">
                            <a:solidFill>
                              <a:srgbClr val="000000"/>
                            </a:solidFill>
                            <a:prstDash val="solid"/>
                            <a:round/>
                            <a:headEnd/>
                            <a:tailEnd/>
                          </a:ln>
                        </wps:spPr>
                        <wps:bodyPr rot="0" vert="horz" wrap="square" lIns="91440" tIns="45720" rIns="91440" bIns="45720" anchor="t" anchorCtr="0" upright="1">
                          <a:noAutofit/>
                        </wps:bodyPr>
                      </wps:wsp>
                      <wps:wsp>
                        <wps:cNvPr id="55" name="Freeform 150"/>
                        <wps:cNvSpPr>
                          <a:spLocks noEditPoints="1"/>
                        </wps:cNvSpPr>
                        <wps:spPr bwMode="auto">
                          <a:xfrm>
                            <a:off x="635" y="1168429"/>
                            <a:ext cx="5154930" cy="22225"/>
                          </a:xfrm>
                          <a:custGeom>
                            <a:avLst/>
                            <a:gdLst>
                              <a:gd name="T0" fmla="*/ 94 w 8118"/>
                              <a:gd name="T1" fmla="*/ 22 h 35"/>
                              <a:gd name="T2" fmla="*/ 256 w 8118"/>
                              <a:gd name="T3" fmla="*/ 21 h 35"/>
                              <a:gd name="T4" fmla="*/ 405 w 8118"/>
                              <a:gd name="T5" fmla="*/ 34 h 35"/>
                              <a:gd name="T6" fmla="*/ 540 w 8118"/>
                              <a:gd name="T7" fmla="*/ 34 h 35"/>
                              <a:gd name="T8" fmla="*/ 594 w 8118"/>
                              <a:gd name="T9" fmla="*/ 34 h 35"/>
                              <a:gd name="T10" fmla="*/ 742 w 8118"/>
                              <a:gd name="T11" fmla="*/ 20 h 35"/>
                              <a:gd name="T12" fmla="*/ 944 w 8118"/>
                              <a:gd name="T13" fmla="*/ 19 h 35"/>
                              <a:gd name="T14" fmla="*/ 1093 w 8118"/>
                              <a:gd name="T15" fmla="*/ 32 h 35"/>
                              <a:gd name="T16" fmla="*/ 1187 w 8118"/>
                              <a:gd name="T17" fmla="*/ 32 h 35"/>
                              <a:gd name="T18" fmla="*/ 1281 w 8118"/>
                              <a:gd name="T19" fmla="*/ 32 h 35"/>
                              <a:gd name="T20" fmla="*/ 1429 w 8118"/>
                              <a:gd name="T21" fmla="*/ 18 h 35"/>
                              <a:gd name="T22" fmla="*/ 1591 w 8118"/>
                              <a:gd name="T23" fmla="*/ 17 h 35"/>
                              <a:gd name="T24" fmla="*/ 1739 w 8118"/>
                              <a:gd name="T25" fmla="*/ 30 h 35"/>
                              <a:gd name="T26" fmla="*/ 1874 w 8118"/>
                              <a:gd name="T27" fmla="*/ 30 h 35"/>
                              <a:gd name="T28" fmla="*/ 1928 w 8118"/>
                              <a:gd name="T29" fmla="*/ 30 h 35"/>
                              <a:gd name="T30" fmla="*/ 2076 w 8118"/>
                              <a:gd name="T31" fmla="*/ 16 h 35"/>
                              <a:gd name="T32" fmla="*/ 2279 w 8118"/>
                              <a:gd name="T33" fmla="*/ 16 h 35"/>
                              <a:gd name="T34" fmla="*/ 2427 w 8118"/>
                              <a:gd name="T35" fmla="*/ 29 h 35"/>
                              <a:gd name="T36" fmla="*/ 2521 w 8118"/>
                              <a:gd name="T37" fmla="*/ 28 h 35"/>
                              <a:gd name="T38" fmla="*/ 2616 w 8118"/>
                              <a:gd name="T39" fmla="*/ 28 h 35"/>
                              <a:gd name="T40" fmla="*/ 2764 w 8118"/>
                              <a:gd name="T41" fmla="*/ 15 h 35"/>
                              <a:gd name="T42" fmla="*/ 2926 w 8118"/>
                              <a:gd name="T43" fmla="*/ 14 h 35"/>
                              <a:gd name="T44" fmla="*/ 3074 w 8118"/>
                              <a:gd name="T45" fmla="*/ 27 h 35"/>
                              <a:gd name="T46" fmla="*/ 3209 w 8118"/>
                              <a:gd name="T47" fmla="*/ 27 h 35"/>
                              <a:gd name="T48" fmla="*/ 3263 w 8118"/>
                              <a:gd name="T49" fmla="*/ 26 h 35"/>
                              <a:gd name="T50" fmla="*/ 3411 w 8118"/>
                              <a:gd name="T51" fmla="*/ 13 h 35"/>
                              <a:gd name="T52" fmla="*/ 3614 w 8118"/>
                              <a:gd name="T53" fmla="*/ 12 h 35"/>
                              <a:gd name="T54" fmla="*/ 3762 w 8118"/>
                              <a:gd name="T55" fmla="*/ 25 h 35"/>
                              <a:gd name="T56" fmla="*/ 3856 w 8118"/>
                              <a:gd name="T57" fmla="*/ 25 h 35"/>
                              <a:gd name="T58" fmla="*/ 3951 w 8118"/>
                              <a:gd name="T59" fmla="*/ 25 h 35"/>
                              <a:gd name="T60" fmla="*/ 4099 w 8118"/>
                              <a:gd name="T61" fmla="*/ 11 h 35"/>
                              <a:gd name="T62" fmla="*/ 4261 w 8118"/>
                              <a:gd name="T63" fmla="*/ 10 h 35"/>
                              <a:gd name="T64" fmla="*/ 4409 w 8118"/>
                              <a:gd name="T65" fmla="*/ 23 h 35"/>
                              <a:gd name="T66" fmla="*/ 4544 w 8118"/>
                              <a:gd name="T67" fmla="*/ 23 h 35"/>
                              <a:gd name="T68" fmla="*/ 4598 w 8118"/>
                              <a:gd name="T69" fmla="*/ 23 h 35"/>
                              <a:gd name="T70" fmla="*/ 4746 w 8118"/>
                              <a:gd name="T71" fmla="*/ 9 h 35"/>
                              <a:gd name="T72" fmla="*/ 4949 w 8118"/>
                              <a:gd name="T73" fmla="*/ 9 h 35"/>
                              <a:gd name="T74" fmla="*/ 5097 w 8118"/>
                              <a:gd name="T75" fmla="*/ 22 h 35"/>
                              <a:gd name="T76" fmla="*/ 5191 w 8118"/>
                              <a:gd name="T77" fmla="*/ 21 h 35"/>
                              <a:gd name="T78" fmla="*/ 5286 w 8118"/>
                              <a:gd name="T79" fmla="*/ 21 h 35"/>
                              <a:gd name="T80" fmla="*/ 5434 w 8118"/>
                              <a:gd name="T81" fmla="*/ 7 h 35"/>
                              <a:gd name="T82" fmla="*/ 5596 w 8118"/>
                              <a:gd name="T83" fmla="*/ 7 h 35"/>
                              <a:gd name="T84" fmla="*/ 5744 w 8118"/>
                              <a:gd name="T85" fmla="*/ 20 h 35"/>
                              <a:gd name="T86" fmla="*/ 5879 w 8118"/>
                              <a:gd name="T87" fmla="*/ 20 h 35"/>
                              <a:gd name="T88" fmla="*/ 5933 w 8118"/>
                              <a:gd name="T89" fmla="*/ 19 h 35"/>
                              <a:gd name="T90" fmla="*/ 6081 w 8118"/>
                              <a:gd name="T91" fmla="*/ 5 h 35"/>
                              <a:gd name="T92" fmla="*/ 6284 w 8118"/>
                              <a:gd name="T93" fmla="*/ 5 h 35"/>
                              <a:gd name="T94" fmla="*/ 6432 w 8118"/>
                              <a:gd name="T95" fmla="*/ 18 h 35"/>
                              <a:gd name="T96" fmla="*/ 6526 w 8118"/>
                              <a:gd name="T97" fmla="*/ 18 h 35"/>
                              <a:gd name="T98" fmla="*/ 6621 w 8118"/>
                              <a:gd name="T99" fmla="*/ 17 h 35"/>
                              <a:gd name="T100" fmla="*/ 6769 w 8118"/>
                              <a:gd name="T101" fmla="*/ 4 h 35"/>
                              <a:gd name="T102" fmla="*/ 6931 w 8118"/>
                              <a:gd name="T103" fmla="*/ 3 h 35"/>
                              <a:gd name="T104" fmla="*/ 7079 w 8118"/>
                              <a:gd name="T105" fmla="*/ 16 h 35"/>
                              <a:gd name="T106" fmla="*/ 7214 w 8118"/>
                              <a:gd name="T107" fmla="*/ 16 h 35"/>
                              <a:gd name="T108" fmla="*/ 7268 w 8118"/>
                              <a:gd name="T109" fmla="*/ 16 h 35"/>
                              <a:gd name="T110" fmla="*/ 7416 w 8118"/>
                              <a:gd name="T111" fmla="*/ 2 h 35"/>
                              <a:gd name="T112" fmla="*/ 7619 w 8118"/>
                              <a:gd name="T113" fmla="*/ 1 h 35"/>
                              <a:gd name="T114" fmla="*/ 7767 w 8118"/>
                              <a:gd name="T115" fmla="*/ 15 h 35"/>
                              <a:gd name="T116" fmla="*/ 7861 w 8118"/>
                              <a:gd name="T117" fmla="*/ 14 h 35"/>
                              <a:gd name="T118" fmla="*/ 7956 w 8118"/>
                              <a:gd name="T119" fmla="*/ 14 h 35"/>
                              <a:gd name="T120" fmla="*/ 8104 w 8118"/>
                              <a:gd name="T121" fmla="*/ 0 h 3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8118" h="35">
                                <a:moveTo>
                                  <a:pt x="0" y="35"/>
                                </a:moveTo>
                                <a:lnTo>
                                  <a:pt x="54" y="35"/>
                                </a:lnTo>
                                <a:lnTo>
                                  <a:pt x="54" y="22"/>
                                </a:lnTo>
                                <a:lnTo>
                                  <a:pt x="0" y="22"/>
                                </a:lnTo>
                                <a:lnTo>
                                  <a:pt x="0" y="35"/>
                                </a:lnTo>
                                <a:close/>
                                <a:moveTo>
                                  <a:pt x="95" y="35"/>
                                </a:moveTo>
                                <a:lnTo>
                                  <a:pt x="108" y="35"/>
                                </a:lnTo>
                                <a:lnTo>
                                  <a:pt x="108" y="22"/>
                                </a:lnTo>
                                <a:lnTo>
                                  <a:pt x="94" y="22"/>
                                </a:lnTo>
                                <a:lnTo>
                                  <a:pt x="95" y="35"/>
                                </a:lnTo>
                                <a:close/>
                                <a:moveTo>
                                  <a:pt x="149" y="35"/>
                                </a:moveTo>
                                <a:lnTo>
                                  <a:pt x="203" y="35"/>
                                </a:lnTo>
                                <a:lnTo>
                                  <a:pt x="202" y="21"/>
                                </a:lnTo>
                                <a:lnTo>
                                  <a:pt x="148" y="21"/>
                                </a:lnTo>
                                <a:lnTo>
                                  <a:pt x="149" y="35"/>
                                </a:lnTo>
                                <a:close/>
                                <a:moveTo>
                                  <a:pt x="243" y="35"/>
                                </a:moveTo>
                                <a:lnTo>
                                  <a:pt x="257" y="35"/>
                                </a:lnTo>
                                <a:lnTo>
                                  <a:pt x="256" y="21"/>
                                </a:lnTo>
                                <a:lnTo>
                                  <a:pt x="243" y="21"/>
                                </a:lnTo>
                                <a:lnTo>
                                  <a:pt x="243" y="35"/>
                                </a:lnTo>
                                <a:close/>
                                <a:moveTo>
                                  <a:pt x="297" y="34"/>
                                </a:moveTo>
                                <a:lnTo>
                                  <a:pt x="351" y="34"/>
                                </a:lnTo>
                                <a:lnTo>
                                  <a:pt x="350" y="21"/>
                                </a:lnTo>
                                <a:lnTo>
                                  <a:pt x="297" y="21"/>
                                </a:lnTo>
                                <a:lnTo>
                                  <a:pt x="297" y="34"/>
                                </a:lnTo>
                                <a:close/>
                                <a:moveTo>
                                  <a:pt x="391" y="34"/>
                                </a:moveTo>
                                <a:lnTo>
                                  <a:pt x="405" y="34"/>
                                </a:lnTo>
                                <a:lnTo>
                                  <a:pt x="404" y="21"/>
                                </a:lnTo>
                                <a:lnTo>
                                  <a:pt x="391" y="21"/>
                                </a:lnTo>
                                <a:lnTo>
                                  <a:pt x="391" y="34"/>
                                </a:lnTo>
                                <a:close/>
                                <a:moveTo>
                                  <a:pt x="445" y="34"/>
                                </a:moveTo>
                                <a:lnTo>
                                  <a:pt x="499" y="34"/>
                                </a:lnTo>
                                <a:lnTo>
                                  <a:pt x="499" y="20"/>
                                </a:lnTo>
                                <a:lnTo>
                                  <a:pt x="445" y="20"/>
                                </a:lnTo>
                                <a:lnTo>
                                  <a:pt x="445" y="34"/>
                                </a:lnTo>
                                <a:close/>
                                <a:moveTo>
                                  <a:pt x="540" y="34"/>
                                </a:moveTo>
                                <a:lnTo>
                                  <a:pt x="553" y="34"/>
                                </a:lnTo>
                                <a:lnTo>
                                  <a:pt x="553" y="20"/>
                                </a:lnTo>
                                <a:lnTo>
                                  <a:pt x="539" y="20"/>
                                </a:lnTo>
                                <a:lnTo>
                                  <a:pt x="540" y="34"/>
                                </a:lnTo>
                                <a:close/>
                                <a:moveTo>
                                  <a:pt x="594" y="34"/>
                                </a:moveTo>
                                <a:lnTo>
                                  <a:pt x="648" y="33"/>
                                </a:lnTo>
                                <a:lnTo>
                                  <a:pt x="647" y="20"/>
                                </a:lnTo>
                                <a:lnTo>
                                  <a:pt x="593" y="20"/>
                                </a:lnTo>
                                <a:lnTo>
                                  <a:pt x="594" y="34"/>
                                </a:lnTo>
                                <a:close/>
                                <a:moveTo>
                                  <a:pt x="688" y="33"/>
                                </a:moveTo>
                                <a:lnTo>
                                  <a:pt x="701" y="33"/>
                                </a:lnTo>
                                <a:lnTo>
                                  <a:pt x="701" y="20"/>
                                </a:lnTo>
                                <a:lnTo>
                                  <a:pt x="688" y="20"/>
                                </a:lnTo>
                                <a:lnTo>
                                  <a:pt x="688" y="33"/>
                                </a:lnTo>
                                <a:close/>
                                <a:moveTo>
                                  <a:pt x="742" y="33"/>
                                </a:moveTo>
                                <a:lnTo>
                                  <a:pt x="796" y="33"/>
                                </a:lnTo>
                                <a:lnTo>
                                  <a:pt x="795" y="20"/>
                                </a:lnTo>
                                <a:lnTo>
                                  <a:pt x="742" y="20"/>
                                </a:lnTo>
                                <a:lnTo>
                                  <a:pt x="742" y="33"/>
                                </a:lnTo>
                                <a:close/>
                                <a:moveTo>
                                  <a:pt x="836" y="33"/>
                                </a:moveTo>
                                <a:lnTo>
                                  <a:pt x="850" y="33"/>
                                </a:lnTo>
                                <a:lnTo>
                                  <a:pt x="849" y="20"/>
                                </a:lnTo>
                                <a:lnTo>
                                  <a:pt x="836" y="20"/>
                                </a:lnTo>
                                <a:lnTo>
                                  <a:pt x="836" y="33"/>
                                </a:lnTo>
                                <a:close/>
                                <a:moveTo>
                                  <a:pt x="890" y="33"/>
                                </a:moveTo>
                                <a:lnTo>
                                  <a:pt x="944" y="33"/>
                                </a:lnTo>
                                <a:lnTo>
                                  <a:pt x="944" y="19"/>
                                </a:lnTo>
                                <a:lnTo>
                                  <a:pt x="890" y="20"/>
                                </a:lnTo>
                                <a:lnTo>
                                  <a:pt x="890" y="33"/>
                                </a:lnTo>
                                <a:close/>
                                <a:moveTo>
                                  <a:pt x="985" y="33"/>
                                </a:moveTo>
                                <a:lnTo>
                                  <a:pt x="998" y="33"/>
                                </a:lnTo>
                                <a:lnTo>
                                  <a:pt x="998" y="19"/>
                                </a:lnTo>
                                <a:lnTo>
                                  <a:pt x="984" y="19"/>
                                </a:lnTo>
                                <a:lnTo>
                                  <a:pt x="985" y="33"/>
                                </a:lnTo>
                                <a:close/>
                                <a:moveTo>
                                  <a:pt x="1039" y="33"/>
                                </a:moveTo>
                                <a:lnTo>
                                  <a:pt x="1093" y="32"/>
                                </a:lnTo>
                                <a:lnTo>
                                  <a:pt x="1092" y="19"/>
                                </a:lnTo>
                                <a:lnTo>
                                  <a:pt x="1038" y="19"/>
                                </a:lnTo>
                                <a:lnTo>
                                  <a:pt x="1039" y="33"/>
                                </a:lnTo>
                                <a:close/>
                                <a:moveTo>
                                  <a:pt x="1133" y="32"/>
                                </a:moveTo>
                                <a:lnTo>
                                  <a:pt x="1146" y="32"/>
                                </a:lnTo>
                                <a:lnTo>
                                  <a:pt x="1146" y="19"/>
                                </a:lnTo>
                                <a:lnTo>
                                  <a:pt x="1133" y="19"/>
                                </a:lnTo>
                                <a:lnTo>
                                  <a:pt x="1133" y="32"/>
                                </a:lnTo>
                                <a:close/>
                                <a:moveTo>
                                  <a:pt x="1187" y="32"/>
                                </a:moveTo>
                                <a:lnTo>
                                  <a:pt x="1240" y="32"/>
                                </a:lnTo>
                                <a:lnTo>
                                  <a:pt x="1240" y="18"/>
                                </a:lnTo>
                                <a:lnTo>
                                  <a:pt x="1187" y="19"/>
                                </a:lnTo>
                                <a:lnTo>
                                  <a:pt x="1187" y="32"/>
                                </a:lnTo>
                                <a:close/>
                                <a:moveTo>
                                  <a:pt x="1281" y="32"/>
                                </a:moveTo>
                                <a:lnTo>
                                  <a:pt x="1294" y="32"/>
                                </a:lnTo>
                                <a:lnTo>
                                  <a:pt x="1294" y="18"/>
                                </a:lnTo>
                                <a:lnTo>
                                  <a:pt x="1281" y="18"/>
                                </a:lnTo>
                                <a:lnTo>
                                  <a:pt x="1281" y="32"/>
                                </a:lnTo>
                                <a:close/>
                                <a:moveTo>
                                  <a:pt x="1335" y="32"/>
                                </a:moveTo>
                                <a:lnTo>
                                  <a:pt x="1389" y="31"/>
                                </a:lnTo>
                                <a:lnTo>
                                  <a:pt x="1389" y="18"/>
                                </a:lnTo>
                                <a:lnTo>
                                  <a:pt x="1335" y="18"/>
                                </a:lnTo>
                                <a:lnTo>
                                  <a:pt x="1335" y="32"/>
                                </a:lnTo>
                                <a:close/>
                                <a:moveTo>
                                  <a:pt x="1429" y="31"/>
                                </a:moveTo>
                                <a:lnTo>
                                  <a:pt x="1443" y="31"/>
                                </a:lnTo>
                                <a:lnTo>
                                  <a:pt x="1443" y="18"/>
                                </a:lnTo>
                                <a:lnTo>
                                  <a:pt x="1429" y="18"/>
                                </a:lnTo>
                                <a:lnTo>
                                  <a:pt x="1429" y="31"/>
                                </a:lnTo>
                                <a:close/>
                                <a:moveTo>
                                  <a:pt x="1483" y="31"/>
                                </a:moveTo>
                                <a:lnTo>
                                  <a:pt x="1537" y="31"/>
                                </a:lnTo>
                                <a:lnTo>
                                  <a:pt x="1537" y="17"/>
                                </a:lnTo>
                                <a:lnTo>
                                  <a:pt x="1483" y="18"/>
                                </a:lnTo>
                                <a:lnTo>
                                  <a:pt x="1483" y="31"/>
                                </a:lnTo>
                                <a:close/>
                                <a:moveTo>
                                  <a:pt x="1578" y="31"/>
                                </a:moveTo>
                                <a:lnTo>
                                  <a:pt x="1591" y="31"/>
                                </a:lnTo>
                                <a:lnTo>
                                  <a:pt x="1591" y="17"/>
                                </a:lnTo>
                                <a:lnTo>
                                  <a:pt x="1578" y="17"/>
                                </a:lnTo>
                                <a:lnTo>
                                  <a:pt x="1578" y="31"/>
                                </a:lnTo>
                                <a:close/>
                                <a:moveTo>
                                  <a:pt x="1632" y="31"/>
                                </a:moveTo>
                                <a:lnTo>
                                  <a:pt x="1685" y="31"/>
                                </a:lnTo>
                                <a:lnTo>
                                  <a:pt x="1685" y="17"/>
                                </a:lnTo>
                                <a:lnTo>
                                  <a:pt x="1632" y="17"/>
                                </a:lnTo>
                                <a:lnTo>
                                  <a:pt x="1632" y="31"/>
                                </a:lnTo>
                                <a:close/>
                                <a:moveTo>
                                  <a:pt x="1726" y="30"/>
                                </a:moveTo>
                                <a:lnTo>
                                  <a:pt x="1739" y="30"/>
                                </a:lnTo>
                                <a:lnTo>
                                  <a:pt x="1739" y="17"/>
                                </a:lnTo>
                                <a:lnTo>
                                  <a:pt x="1726" y="17"/>
                                </a:lnTo>
                                <a:lnTo>
                                  <a:pt x="1726" y="30"/>
                                </a:lnTo>
                                <a:close/>
                                <a:moveTo>
                                  <a:pt x="1780" y="30"/>
                                </a:moveTo>
                                <a:lnTo>
                                  <a:pt x="1834" y="30"/>
                                </a:lnTo>
                                <a:lnTo>
                                  <a:pt x="1834" y="17"/>
                                </a:lnTo>
                                <a:lnTo>
                                  <a:pt x="1780" y="17"/>
                                </a:lnTo>
                                <a:lnTo>
                                  <a:pt x="1780" y="30"/>
                                </a:lnTo>
                                <a:close/>
                                <a:moveTo>
                                  <a:pt x="1874" y="30"/>
                                </a:moveTo>
                                <a:lnTo>
                                  <a:pt x="1888" y="30"/>
                                </a:lnTo>
                                <a:lnTo>
                                  <a:pt x="1888" y="17"/>
                                </a:lnTo>
                                <a:lnTo>
                                  <a:pt x="1874" y="17"/>
                                </a:lnTo>
                                <a:lnTo>
                                  <a:pt x="1874" y="30"/>
                                </a:lnTo>
                                <a:close/>
                                <a:moveTo>
                                  <a:pt x="1928" y="30"/>
                                </a:moveTo>
                                <a:lnTo>
                                  <a:pt x="1982" y="30"/>
                                </a:lnTo>
                                <a:lnTo>
                                  <a:pt x="1982" y="17"/>
                                </a:lnTo>
                                <a:lnTo>
                                  <a:pt x="1928" y="17"/>
                                </a:lnTo>
                                <a:lnTo>
                                  <a:pt x="1928" y="30"/>
                                </a:lnTo>
                                <a:close/>
                                <a:moveTo>
                                  <a:pt x="2023" y="30"/>
                                </a:moveTo>
                                <a:lnTo>
                                  <a:pt x="2036" y="30"/>
                                </a:lnTo>
                                <a:lnTo>
                                  <a:pt x="2036" y="16"/>
                                </a:lnTo>
                                <a:lnTo>
                                  <a:pt x="2023" y="16"/>
                                </a:lnTo>
                                <a:lnTo>
                                  <a:pt x="2023" y="30"/>
                                </a:lnTo>
                                <a:close/>
                                <a:moveTo>
                                  <a:pt x="2076" y="30"/>
                                </a:moveTo>
                                <a:lnTo>
                                  <a:pt x="2130" y="30"/>
                                </a:lnTo>
                                <a:lnTo>
                                  <a:pt x="2130" y="16"/>
                                </a:lnTo>
                                <a:lnTo>
                                  <a:pt x="2076" y="16"/>
                                </a:lnTo>
                                <a:lnTo>
                                  <a:pt x="2076" y="30"/>
                                </a:lnTo>
                                <a:close/>
                                <a:moveTo>
                                  <a:pt x="2171" y="29"/>
                                </a:moveTo>
                                <a:lnTo>
                                  <a:pt x="2184" y="29"/>
                                </a:lnTo>
                                <a:lnTo>
                                  <a:pt x="2184" y="16"/>
                                </a:lnTo>
                                <a:lnTo>
                                  <a:pt x="2171" y="16"/>
                                </a:lnTo>
                                <a:lnTo>
                                  <a:pt x="2171" y="29"/>
                                </a:lnTo>
                                <a:close/>
                                <a:moveTo>
                                  <a:pt x="2225" y="29"/>
                                </a:moveTo>
                                <a:lnTo>
                                  <a:pt x="2279" y="29"/>
                                </a:lnTo>
                                <a:lnTo>
                                  <a:pt x="2279" y="16"/>
                                </a:lnTo>
                                <a:lnTo>
                                  <a:pt x="2225" y="16"/>
                                </a:lnTo>
                                <a:lnTo>
                                  <a:pt x="2225" y="29"/>
                                </a:lnTo>
                                <a:close/>
                                <a:moveTo>
                                  <a:pt x="2319" y="29"/>
                                </a:moveTo>
                                <a:lnTo>
                                  <a:pt x="2333" y="29"/>
                                </a:lnTo>
                                <a:lnTo>
                                  <a:pt x="2333" y="15"/>
                                </a:lnTo>
                                <a:lnTo>
                                  <a:pt x="2319" y="15"/>
                                </a:lnTo>
                                <a:lnTo>
                                  <a:pt x="2319" y="29"/>
                                </a:lnTo>
                                <a:close/>
                                <a:moveTo>
                                  <a:pt x="2373" y="29"/>
                                </a:moveTo>
                                <a:lnTo>
                                  <a:pt x="2427" y="29"/>
                                </a:lnTo>
                                <a:lnTo>
                                  <a:pt x="2427" y="15"/>
                                </a:lnTo>
                                <a:lnTo>
                                  <a:pt x="2373" y="15"/>
                                </a:lnTo>
                                <a:lnTo>
                                  <a:pt x="2373" y="29"/>
                                </a:lnTo>
                                <a:close/>
                                <a:moveTo>
                                  <a:pt x="2468" y="29"/>
                                </a:moveTo>
                                <a:lnTo>
                                  <a:pt x="2481" y="28"/>
                                </a:lnTo>
                                <a:lnTo>
                                  <a:pt x="2481" y="15"/>
                                </a:lnTo>
                                <a:lnTo>
                                  <a:pt x="2468" y="15"/>
                                </a:lnTo>
                                <a:lnTo>
                                  <a:pt x="2468" y="29"/>
                                </a:lnTo>
                                <a:close/>
                                <a:moveTo>
                                  <a:pt x="2521" y="28"/>
                                </a:moveTo>
                                <a:lnTo>
                                  <a:pt x="2575" y="28"/>
                                </a:lnTo>
                                <a:lnTo>
                                  <a:pt x="2575" y="15"/>
                                </a:lnTo>
                                <a:lnTo>
                                  <a:pt x="2521" y="15"/>
                                </a:lnTo>
                                <a:lnTo>
                                  <a:pt x="2521" y="28"/>
                                </a:lnTo>
                                <a:close/>
                                <a:moveTo>
                                  <a:pt x="2616" y="28"/>
                                </a:moveTo>
                                <a:lnTo>
                                  <a:pt x="2629" y="28"/>
                                </a:lnTo>
                                <a:lnTo>
                                  <a:pt x="2629" y="15"/>
                                </a:lnTo>
                                <a:lnTo>
                                  <a:pt x="2616" y="15"/>
                                </a:lnTo>
                                <a:lnTo>
                                  <a:pt x="2616" y="28"/>
                                </a:lnTo>
                                <a:close/>
                                <a:moveTo>
                                  <a:pt x="2670" y="28"/>
                                </a:moveTo>
                                <a:lnTo>
                                  <a:pt x="2724" y="28"/>
                                </a:lnTo>
                                <a:lnTo>
                                  <a:pt x="2724" y="15"/>
                                </a:lnTo>
                                <a:lnTo>
                                  <a:pt x="2670" y="15"/>
                                </a:lnTo>
                                <a:lnTo>
                                  <a:pt x="2670" y="28"/>
                                </a:lnTo>
                                <a:close/>
                                <a:moveTo>
                                  <a:pt x="2764" y="28"/>
                                </a:moveTo>
                                <a:lnTo>
                                  <a:pt x="2778" y="28"/>
                                </a:lnTo>
                                <a:lnTo>
                                  <a:pt x="2778" y="15"/>
                                </a:lnTo>
                                <a:lnTo>
                                  <a:pt x="2764" y="15"/>
                                </a:lnTo>
                                <a:lnTo>
                                  <a:pt x="2764" y="28"/>
                                </a:lnTo>
                                <a:close/>
                                <a:moveTo>
                                  <a:pt x="2818" y="28"/>
                                </a:moveTo>
                                <a:lnTo>
                                  <a:pt x="2872" y="28"/>
                                </a:lnTo>
                                <a:lnTo>
                                  <a:pt x="2872" y="14"/>
                                </a:lnTo>
                                <a:lnTo>
                                  <a:pt x="2818" y="14"/>
                                </a:lnTo>
                                <a:lnTo>
                                  <a:pt x="2818" y="28"/>
                                </a:lnTo>
                                <a:close/>
                                <a:moveTo>
                                  <a:pt x="2913" y="28"/>
                                </a:moveTo>
                                <a:lnTo>
                                  <a:pt x="2926" y="28"/>
                                </a:lnTo>
                                <a:lnTo>
                                  <a:pt x="2926" y="14"/>
                                </a:lnTo>
                                <a:lnTo>
                                  <a:pt x="2913" y="14"/>
                                </a:lnTo>
                                <a:lnTo>
                                  <a:pt x="2913" y="28"/>
                                </a:lnTo>
                                <a:close/>
                                <a:moveTo>
                                  <a:pt x="2966" y="27"/>
                                </a:moveTo>
                                <a:lnTo>
                                  <a:pt x="3020" y="27"/>
                                </a:lnTo>
                                <a:lnTo>
                                  <a:pt x="3020" y="14"/>
                                </a:lnTo>
                                <a:lnTo>
                                  <a:pt x="2966" y="14"/>
                                </a:lnTo>
                                <a:lnTo>
                                  <a:pt x="2966" y="27"/>
                                </a:lnTo>
                                <a:close/>
                                <a:moveTo>
                                  <a:pt x="3061" y="27"/>
                                </a:moveTo>
                                <a:lnTo>
                                  <a:pt x="3074" y="27"/>
                                </a:lnTo>
                                <a:lnTo>
                                  <a:pt x="3074" y="14"/>
                                </a:lnTo>
                                <a:lnTo>
                                  <a:pt x="3061" y="14"/>
                                </a:lnTo>
                                <a:lnTo>
                                  <a:pt x="3061" y="27"/>
                                </a:lnTo>
                                <a:close/>
                                <a:moveTo>
                                  <a:pt x="3115" y="27"/>
                                </a:moveTo>
                                <a:lnTo>
                                  <a:pt x="3169" y="27"/>
                                </a:lnTo>
                                <a:lnTo>
                                  <a:pt x="3169" y="13"/>
                                </a:lnTo>
                                <a:lnTo>
                                  <a:pt x="3115" y="13"/>
                                </a:lnTo>
                                <a:lnTo>
                                  <a:pt x="3115" y="27"/>
                                </a:lnTo>
                                <a:close/>
                                <a:moveTo>
                                  <a:pt x="3209" y="27"/>
                                </a:moveTo>
                                <a:lnTo>
                                  <a:pt x="3223" y="27"/>
                                </a:lnTo>
                                <a:lnTo>
                                  <a:pt x="3223" y="13"/>
                                </a:lnTo>
                                <a:lnTo>
                                  <a:pt x="3209" y="13"/>
                                </a:lnTo>
                                <a:lnTo>
                                  <a:pt x="3209" y="27"/>
                                </a:lnTo>
                                <a:close/>
                                <a:moveTo>
                                  <a:pt x="3263" y="26"/>
                                </a:moveTo>
                                <a:lnTo>
                                  <a:pt x="3317" y="26"/>
                                </a:lnTo>
                                <a:lnTo>
                                  <a:pt x="3317" y="13"/>
                                </a:lnTo>
                                <a:lnTo>
                                  <a:pt x="3263" y="13"/>
                                </a:lnTo>
                                <a:lnTo>
                                  <a:pt x="3263" y="26"/>
                                </a:lnTo>
                                <a:close/>
                                <a:moveTo>
                                  <a:pt x="3358" y="26"/>
                                </a:moveTo>
                                <a:lnTo>
                                  <a:pt x="3371" y="26"/>
                                </a:lnTo>
                                <a:lnTo>
                                  <a:pt x="3371" y="13"/>
                                </a:lnTo>
                                <a:lnTo>
                                  <a:pt x="3358" y="13"/>
                                </a:lnTo>
                                <a:lnTo>
                                  <a:pt x="3358" y="26"/>
                                </a:lnTo>
                                <a:close/>
                                <a:moveTo>
                                  <a:pt x="3411" y="26"/>
                                </a:moveTo>
                                <a:lnTo>
                                  <a:pt x="3465" y="26"/>
                                </a:lnTo>
                                <a:lnTo>
                                  <a:pt x="3465" y="12"/>
                                </a:lnTo>
                                <a:lnTo>
                                  <a:pt x="3411" y="13"/>
                                </a:lnTo>
                                <a:lnTo>
                                  <a:pt x="3411" y="26"/>
                                </a:lnTo>
                                <a:close/>
                                <a:moveTo>
                                  <a:pt x="3506" y="26"/>
                                </a:moveTo>
                                <a:lnTo>
                                  <a:pt x="3519" y="26"/>
                                </a:lnTo>
                                <a:lnTo>
                                  <a:pt x="3519" y="12"/>
                                </a:lnTo>
                                <a:lnTo>
                                  <a:pt x="3506" y="12"/>
                                </a:lnTo>
                                <a:lnTo>
                                  <a:pt x="3506" y="26"/>
                                </a:lnTo>
                                <a:close/>
                                <a:moveTo>
                                  <a:pt x="3560" y="26"/>
                                </a:moveTo>
                                <a:lnTo>
                                  <a:pt x="3614" y="25"/>
                                </a:lnTo>
                                <a:lnTo>
                                  <a:pt x="3614" y="12"/>
                                </a:lnTo>
                                <a:lnTo>
                                  <a:pt x="3560" y="12"/>
                                </a:lnTo>
                                <a:lnTo>
                                  <a:pt x="3560" y="26"/>
                                </a:lnTo>
                                <a:close/>
                                <a:moveTo>
                                  <a:pt x="3654" y="25"/>
                                </a:moveTo>
                                <a:lnTo>
                                  <a:pt x="3668" y="25"/>
                                </a:lnTo>
                                <a:lnTo>
                                  <a:pt x="3668" y="12"/>
                                </a:lnTo>
                                <a:lnTo>
                                  <a:pt x="3654" y="12"/>
                                </a:lnTo>
                                <a:lnTo>
                                  <a:pt x="3654" y="25"/>
                                </a:lnTo>
                                <a:close/>
                                <a:moveTo>
                                  <a:pt x="3708" y="25"/>
                                </a:moveTo>
                                <a:lnTo>
                                  <a:pt x="3762" y="25"/>
                                </a:lnTo>
                                <a:lnTo>
                                  <a:pt x="3762" y="12"/>
                                </a:lnTo>
                                <a:lnTo>
                                  <a:pt x="3708" y="12"/>
                                </a:lnTo>
                                <a:lnTo>
                                  <a:pt x="3708" y="25"/>
                                </a:lnTo>
                                <a:close/>
                                <a:moveTo>
                                  <a:pt x="3803" y="25"/>
                                </a:moveTo>
                                <a:lnTo>
                                  <a:pt x="3816" y="25"/>
                                </a:lnTo>
                                <a:lnTo>
                                  <a:pt x="3816" y="12"/>
                                </a:lnTo>
                                <a:lnTo>
                                  <a:pt x="3803" y="12"/>
                                </a:lnTo>
                                <a:lnTo>
                                  <a:pt x="3803" y="25"/>
                                </a:lnTo>
                                <a:close/>
                                <a:moveTo>
                                  <a:pt x="3856" y="25"/>
                                </a:moveTo>
                                <a:lnTo>
                                  <a:pt x="3910" y="25"/>
                                </a:lnTo>
                                <a:lnTo>
                                  <a:pt x="3910" y="11"/>
                                </a:lnTo>
                                <a:lnTo>
                                  <a:pt x="3856" y="12"/>
                                </a:lnTo>
                                <a:lnTo>
                                  <a:pt x="3856" y="25"/>
                                </a:lnTo>
                                <a:close/>
                                <a:moveTo>
                                  <a:pt x="3951" y="25"/>
                                </a:moveTo>
                                <a:lnTo>
                                  <a:pt x="3964" y="25"/>
                                </a:lnTo>
                                <a:lnTo>
                                  <a:pt x="3964" y="11"/>
                                </a:lnTo>
                                <a:lnTo>
                                  <a:pt x="3951" y="11"/>
                                </a:lnTo>
                                <a:lnTo>
                                  <a:pt x="3951" y="25"/>
                                </a:lnTo>
                                <a:close/>
                                <a:moveTo>
                                  <a:pt x="4005" y="25"/>
                                </a:moveTo>
                                <a:lnTo>
                                  <a:pt x="4059" y="24"/>
                                </a:lnTo>
                                <a:lnTo>
                                  <a:pt x="4059" y="11"/>
                                </a:lnTo>
                                <a:lnTo>
                                  <a:pt x="4005" y="11"/>
                                </a:lnTo>
                                <a:lnTo>
                                  <a:pt x="4005" y="25"/>
                                </a:lnTo>
                                <a:close/>
                                <a:moveTo>
                                  <a:pt x="4099" y="24"/>
                                </a:moveTo>
                                <a:lnTo>
                                  <a:pt x="4113" y="24"/>
                                </a:lnTo>
                                <a:lnTo>
                                  <a:pt x="4113" y="11"/>
                                </a:lnTo>
                                <a:lnTo>
                                  <a:pt x="4099" y="11"/>
                                </a:lnTo>
                                <a:lnTo>
                                  <a:pt x="4099" y="24"/>
                                </a:lnTo>
                                <a:close/>
                                <a:moveTo>
                                  <a:pt x="4153" y="24"/>
                                </a:moveTo>
                                <a:lnTo>
                                  <a:pt x="4207" y="24"/>
                                </a:lnTo>
                                <a:lnTo>
                                  <a:pt x="4207" y="10"/>
                                </a:lnTo>
                                <a:lnTo>
                                  <a:pt x="4153" y="11"/>
                                </a:lnTo>
                                <a:lnTo>
                                  <a:pt x="4153" y="24"/>
                                </a:lnTo>
                                <a:close/>
                                <a:moveTo>
                                  <a:pt x="4248" y="24"/>
                                </a:moveTo>
                                <a:lnTo>
                                  <a:pt x="4261" y="24"/>
                                </a:lnTo>
                                <a:lnTo>
                                  <a:pt x="4261" y="10"/>
                                </a:lnTo>
                                <a:lnTo>
                                  <a:pt x="4248" y="10"/>
                                </a:lnTo>
                                <a:lnTo>
                                  <a:pt x="4248" y="24"/>
                                </a:lnTo>
                                <a:close/>
                                <a:moveTo>
                                  <a:pt x="4301" y="24"/>
                                </a:moveTo>
                                <a:lnTo>
                                  <a:pt x="4355" y="24"/>
                                </a:lnTo>
                                <a:lnTo>
                                  <a:pt x="4355" y="10"/>
                                </a:lnTo>
                                <a:lnTo>
                                  <a:pt x="4301" y="10"/>
                                </a:lnTo>
                                <a:lnTo>
                                  <a:pt x="4301" y="24"/>
                                </a:lnTo>
                                <a:close/>
                                <a:moveTo>
                                  <a:pt x="4396" y="23"/>
                                </a:moveTo>
                                <a:lnTo>
                                  <a:pt x="4409" y="23"/>
                                </a:lnTo>
                                <a:lnTo>
                                  <a:pt x="4409" y="10"/>
                                </a:lnTo>
                                <a:lnTo>
                                  <a:pt x="4396" y="10"/>
                                </a:lnTo>
                                <a:lnTo>
                                  <a:pt x="4396" y="23"/>
                                </a:lnTo>
                                <a:close/>
                                <a:moveTo>
                                  <a:pt x="4450" y="23"/>
                                </a:moveTo>
                                <a:lnTo>
                                  <a:pt x="4504" y="23"/>
                                </a:lnTo>
                                <a:lnTo>
                                  <a:pt x="4504" y="10"/>
                                </a:lnTo>
                                <a:lnTo>
                                  <a:pt x="4450" y="10"/>
                                </a:lnTo>
                                <a:lnTo>
                                  <a:pt x="4450" y="23"/>
                                </a:lnTo>
                                <a:close/>
                                <a:moveTo>
                                  <a:pt x="4544" y="23"/>
                                </a:moveTo>
                                <a:lnTo>
                                  <a:pt x="4558" y="23"/>
                                </a:lnTo>
                                <a:lnTo>
                                  <a:pt x="4558" y="9"/>
                                </a:lnTo>
                                <a:lnTo>
                                  <a:pt x="4544" y="9"/>
                                </a:lnTo>
                                <a:lnTo>
                                  <a:pt x="4544" y="23"/>
                                </a:lnTo>
                                <a:close/>
                                <a:moveTo>
                                  <a:pt x="4598" y="23"/>
                                </a:moveTo>
                                <a:lnTo>
                                  <a:pt x="4652" y="23"/>
                                </a:lnTo>
                                <a:lnTo>
                                  <a:pt x="4652" y="9"/>
                                </a:lnTo>
                                <a:lnTo>
                                  <a:pt x="4598" y="9"/>
                                </a:lnTo>
                                <a:lnTo>
                                  <a:pt x="4598" y="23"/>
                                </a:lnTo>
                                <a:close/>
                                <a:moveTo>
                                  <a:pt x="4692" y="22"/>
                                </a:moveTo>
                                <a:lnTo>
                                  <a:pt x="4706" y="22"/>
                                </a:lnTo>
                                <a:lnTo>
                                  <a:pt x="4706" y="9"/>
                                </a:lnTo>
                                <a:lnTo>
                                  <a:pt x="4692" y="9"/>
                                </a:lnTo>
                                <a:lnTo>
                                  <a:pt x="4692" y="22"/>
                                </a:lnTo>
                                <a:close/>
                                <a:moveTo>
                                  <a:pt x="4746" y="22"/>
                                </a:moveTo>
                                <a:lnTo>
                                  <a:pt x="4800" y="22"/>
                                </a:lnTo>
                                <a:lnTo>
                                  <a:pt x="4800" y="9"/>
                                </a:lnTo>
                                <a:lnTo>
                                  <a:pt x="4746" y="9"/>
                                </a:lnTo>
                                <a:lnTo>
                                  <a:pt x="4746" y="22"/>
                                </a:lnTo>
                                <a:close/>
                                <a:moveTo>
                                  <a:pt x="4841" y="22"/>
                                </a:moveTo>
                                <a:lnTo>
                                  <a:pt x="4854" y="22"/>
                                </a:lnTo>
                                <a:lnTo>
                                  <a:pt x="4854" y="9"/>
                                </a:lnTo>
                                <a:lnTo>
                                  <a:pt x="4841" y="9"/>
                                </a:lnTo>
                                <a:lnTo>
                                  <a:pt x="4841" y="22"/>
                                </a:lnTo>
                                <a:close/>
                                <a:moveTo>
                                  <a:pt x="4895" y="22"/>
                                </a:moveTo>
                                <a:lnTo>
                                  <a:pt x="4949" y="22"/>
                                </a:lnTo>
                                <a:lnTo>
                                  <a:pt x="4949" y="9"/>
                                </a:lnTo>
                                <a:lnTo>
                                  <a:pt x="4895" y="9"/>
                                </a:lnTo>
                                <a:lnTo>
                                  <a:pt x="4895" y="22"/>
                                </a:lnTo>
                                <a:close/>
                                <a:moveTo>
                                  <a:pt x="4989" y="22"/>
                                </a:moveTo>
                                <a:lnTo>
                                  <a:pt x="5003" y="22"/>
                                </a:lnTo>
                                <a:lnTo>
                                  <a:pt x="5003" y="8"/>
                                </a:lnTo>
                                <a:lnTo>
                                  <a:pt x="4989" y="8"/>
                                </a:lnTo>
                                <a:lnTo>
                                  <a:pt x="4989" y="22"/>
                                </a:lnTo>
                                <a:close/>
                                <a:moveTo>
                                  <a:pt x="5043" y="22"/>
                                </a:moveTo>
                                <a:lnTo>
                                  <a:pt x="5097" y="22"/>
                                </a:lnTo>
                                <a:lnTo>
                                  <a:pt x="5097" y="8"/>
                                </a:lnTo>
                                <a:lnTo>
                                  <a:pt x="5043" y="8"/>
                                </a:lnTo>
                                <a:lnTo>
                                  <a:pt x="5043" y="22"/>
                                </a:lnTo>
                                <a:close/>
                                <a:moveTo>
                                  <a:pt x="5137" y="22"/>
                                </a:moveTo>
                                <a:lnTo>
                                  <a:pt x="5151" y="21"/>
                                </a:lnTo>
                                <a:lnTo>
                                  <a:pt x="5151" y="8"/>
                                </a:lnTo>
                                <a:lnTo>
                                  <a:pt x="5137" y="8"/>
                                </a:lnTo>
                                <a:lnTo>
                                  <a:pt x="5137" y="22"/>
                                </a:lnTo>
                                <a:close/>
                                <a:moveTo>
                                  <a:pt x="5191" y="21"/>
                                </a:moveTo>
                                <a:lnTo>
                                  <a:pt x="5245" y="21"/>
                                </a:lnTo>
                                <a:lnTo>
                                  <a:pt x="5245" y="8"/>
                                </a:lnTo>
                                <a:lnTo>
                                  <a:pt x="5191" y="8"/>
                                </a:lnTo>
                                <a:lnTo>
                                  <a:pt x="5191" y="21"/>
                                </a:lnTo>
                                <a:close/>
                                <a:moveTo>
                                  <a:pt x="5286" y="21"/>
                                </a:moveTo>
                                <a:lnTo>
                                  <a:pt x="5299" y="21"/>
                                </a:lnTo>
                                <a:lnTo>
                                  <a:pt x="5299" y="7"/>
                                </a:lnTo>
                                <a:lnTo>
                                  <a:pt x="5286" y="8"/>
                                </a:lnTo>
                                <a:lnTo>
                                  <a:pt x="5286" y="21"/>
                                </a:lnTo>
                                <a:close/>
                                <a:moveTo>
                                  <a:pt x="5340" y="21"/>
                                </a:moveTo>
                                <a:lnTo>
                                  <a:pt x="5394" y="21"/>
                                </a:lnTo>
                                <a:lnTo>
                                  <a:pt x="5394" y="7"/>
                                </a:lnTo>
                                <a:lnTo>
                                  <a:pt x="5340" y="7"/>
                                </a:lnTo>
                                <a:lnTo>
                                  <a:pt x="5340" y="21"/>
                                </a:lnTo>
                                <a:close/>
                                <a:moveTo>
                                  <a:pt x="5434" y="21"/>
                                </a:moveTo>
                                <a:lnTo>
                                  <a:pt x="5448" y="21"/>
                                </a:lnTo>
                                <a:lnTo>
                                  <a:pt x="5448" y="7"/>
                                </a:lnTo>
                                <a:lnTo>
                                  <a:pt x="5434" y="7"/>
                                </a:lnTo>
                                <a:lnTo>
                                  <a:pt x="5434" y="21"/>
                                </a:lnTo>
                                <a:close/>
                                <a:moveTo>
                                  <a:pt x="5488" y="20"/>
                                </a:moveTo>
                                <a:lnTo>
                                  <a:pt x="5542" y="20"/>
                                </a:lnTo>
                                <a:lnTo>
                                  <a:pt x="5542" y="7"/>
                                </a:lnTo>
                                <a:lnTo>
                                  <a:pt x="5488" y="7"/>
                                </a:lnTo>
                                <a:lnTo>
                                  <a:pt x="5488" y="20"/>
                                </a:lnTo>
                                <a:close/>
                                <a:moveTo>
                                  <a:pt x="5582" y="20"/>
                                </a:moveTo>
                                <a:lnTo>
                                  <a:pt x="5596" y="20"/>
                                </a:lnTo>
                                <a:lnTo>
                                  <a:pt x="5596" y="7"/>
                                </a:lnTo>
                                <a:lnTo>
                                  <a:pt x="5582" y="7"/>
                                </a:lnTo>
                                <a:lnTo>
                                  <a:pt x="5582" y="20"/>
                                </a:lnTo>
                                <a:close/>
                                <a:moveTo>
                                  <a:pt x="5636" y="20"/>
                                </a:moveTo>
                                <a:lnTo>
                                  <a:pt x="5690" y="20"/>
                                </a:lnTo>
                                <a:lnTo>
                                  <a:pt x="5690" y="7"/>
                                </a:lnTo>
                                <a:lnTo>
                                  <a:pt x="5636" y="7"/>
                                </a:lnTo>
                                <a:lnTo>
                                  <a:pt x="5636" y="20"/>
                                </a:lnTo>
                                <a:close/>
                                <a:moveTo>
                                  <a:pt x="5731" y="20"/>
                                </a:moveTo>
                                <a:lnTo>
                                  <a:pt x="5744" y="20"/>
                                </a:lnTo>
                                <a:lnTo>
                                  <a:pt x="5744" y="7"/>
                                </a:lnTo>
                                <a:lnTo>
                                  <a:pt x="5731" y="7"/>
                                </a:lnTo>
                                <a:lnTo>
                                  <a:pt x="5731" y="20"/>
                                </a:lnTo>
                                <a:close/>
                                <a:moveTo>
                                  <a:pt x="5785" y="20"/>
                                </a:moveTo>
                                <a:lnTo>
                                  <a:pt x="5839" y="20"/>
                                </a:lnTo>
                                <a:lnTo>
                                  <a:pt x="5839" y="6"/>
                                </a:lnTo>
                                <a:lnTo>
                                  <a:pt x="5785" y="6"/>
                                </a:lnTo>
                                <a:lnTo>
                                  <a:pt x="5785" y="20"/>
                                </a:lnTo>
                                <a:close/>
                                <a:moveTo>
                                  <a:pt x="5879" y="20"/>
                                </a:moveTo>
                                <a:lnTo>
                                  <a:pt x="5893" y="20"/>
                                </a:lnTo>
                                <a:lnTo>
                                  <a:pt x="5893" y="6"/>
                                </a:lnTo>
                                <a:lnTo>
                                  <a:pt x="5879" y="6"/>
                                </a:lnTo>
                                <a:lnTo>
                                  <a:pt x="5879" y="20"/>
                                </a:lnTo>
                                <a:close/>
                                <a:moveTo>
                                  <a:pt x="5933" y="19"/>
                                </a:moveTo>
                                <a:lnTo>
                                  <a:pt x="5987" y="19"/>
                                </a:lnTo>
                                <a:lnTo>
                                  <a:pt x="5987" y="6"/>
                                </a:lnTo>
                                <a:lnTo>
                                  <a:pt x="5933" y="6"/>
                                </a:lnTo>
                                <a:lnTo>
                                  <a:pt x="5933" y="19"/>
                                </a:lnTo>
                                <a:close/>
                                <a:moveTo>
                                  <a:pt x="6027" y="19"/>
                                </a:moveTo>
                                <a:lnTo>
                                  <a:pt x="6041" y="19"/>
                                </a:lnTo>
                                <a:lnTo>
                                  <a:pt x="6041" y="6"/>
                                </a:lnTo>
                                <a:lnTo>
                                  <a:pt x="6027" y="6"/>
                                </a:lnTo>
                                <a:lnTo>
                                  <a:pt x="6027" y="19"/>
                                </a:lnTo>
                                <a:close/>
                                <a:moveTo>
                                  <a:pt x="6081" y="19"/>
                                </a:moveTo>
                                <a:lnTo>
                                  <a:pt x="6135" y="19"/>
                                </a:lnTo>
                                <a:lnTo>
                                  <a:pt x="6135" y="5"/>
                                </a:lnTo>
                                <a:lnTo>
                                  <a:pt x="6081" y="5"/>
                                </a:lnTo>
                                <a:lnTo>
                                  <a:pt x="6081" y="19"/>
                                </a:lnTo>
                                <a:close/>
                                <a:moveTo>
                                  <a:pt x="6176" y="19"/>
                                </a:moveTo>
                                <a:lnTo>
                                  <a:pt x="6189" y="19"/>
                                </a:lnTo>
                                <a:lnTo>
                                  <a:pt x="6189" y="5"/>
                                </a:lnTo>
                                <a:lnTo>
                                  <a:pt x="6176" y="5"/>
                                </a:lnTo>
                                <a:lnTo>
                                  <a:pt x="6176" y="19"/>
                                </a:lnTo>
                                <a:close/>
                                <a:moveTo>
                                  <a:pt x="6230" y="19"/>
                                </a:moveTo>
                                <a:lnTo>
                                  <a:pt x="6284" y="18"/>
                                </a:lnTo>
                                <a:lnTo>
                                  <a:pt x="6284" y="5"/>
                                </a:lnTo>
                                <a:lnTo>
                                  <a:pt x="6230" y="5"/>
                                </a:lnTo>
                                <a:lnTo>
                                  <a:pt x="6230" y="19"/>
                                </a:lnTo>
                                <a:close/>
                                <a:moveTo>
                                  <a:pt x="6324" y="18"/>
                                </a:moveTo>
                                <a:lnTo>
                                  <a:pt x="6338" y="18"/>
                                </a:lnTo>
                                <a:lnTo>
                                  <a:pt x="6338" y="5"/>
                                </a:lnTo>
                                <a:lnTo>
                                  <a:pt x="6324" y="5"/>
                                </a:lnTo>
                                <a:lnTo>
                                  <a:pt x="6324" y="18"/>
                                </a:lnTo>
                                <a:close/>
                                <a:moveTo>
                                  <a:pt x="6378" y="18"/>
                                </a:moveTo>
                                <a:lnTo>
                                  <a:pt x="6432" y="18"/>
                                </a:lnTo>
                                <a:lnTo>
                                  <a:pt x="6432" y="4"/>
                                </a:lnTo>
                                <a:lnTo>
                                  <a:pt x="6378" y="5"/>
                                </a:lnTo>
                                <a:lnTo>
                                  <a:pt x="6378" y="18"/>
                                </a:lnTo>
                                <a:close/>
                                <a:moveTo>
                                  <a:pt x="6472" y="18"/>
                                </a:moveTo>
                                <a:lnTo>
                                  <a:pt x="6486" y="18"/>
                                </a:lnTo>
                                <a:lnTo>
                                  <a:pt x="6486" y="4"/>
                                </a:lnTo>
                                <a:lnTo>
                                  <a:pt x="6472" y="4"/>
                                </a:lnTo>
                                <a:lnTo>
                                  <a:pt x="6472" y="18"/>
                                </a:lnTo>
                                <a:close/>
                                <a:moveTo>
                                  <a:pt x="6526" y="18"/>
                                </a:moveTo>
                                <a:lnTo>
                                  <a:pt x="6580" y="17"/>
                                </a:lnTo>
                                <a:lnTo>
                                  <a:pt x="6580" y="4"/>
                                </a:lnTo>
                                <a:lnTo>
                                  <a:pt x="6526" y="4"/>
                                </a:lnTo>
                                <a:lnTo>
                                  <a:pt x="6526" y="18"/>
                                </a:lnTo>
                                <a:close/>
                                <a:moveTo>
                                  <a:pt x="6621" y="17"/>
                                </a:moveTo>
                                <a:lnTo>
                                  <a:pt x="6634" y="17"/>
                                </a:lnTo>
                                <a:lnTo>
                                  <a:pt x="6634" y="4"/>
                                </a:lnTo>
                                <a:lnTo>
                                  <a:pt x="6621" y="4"/>
                                </a:lnTo>
                                <a:lnTo>
                                  <a:pt x="6621" y="17"/>
                                </a:lnTo>
                                <a:close/>
                                <a:moveTo>
                                  <a:pt x="6675" y="17"/>
                                </a:moveTo>
                                <a:lnTo>
                                  <a:pt x="6729" y="17"/>
                                </a:lnTo>
                                <a:lnTo>
                                  <a:pt x="6729" y="4"/>
                                </a:lnTo>
                                <a:lnTo>
                                  <a:pt x="6675" y="4"/>
                                </a:lnTo>
                                <a:lnTo>
                                  <a:pt x="6675" y="17"/>
                                </a:lnTo>
                                <a:close/>
                                <a:moveTo>
                                  <a:pt x="6769" y="17"/>
                                </a:moveTo>
                                <a:lnTo>
                                  <a:pt x="6783" y="17"/>
                                </a:lnTo>
                                <a:lnTo>
                                  <a:pt x="6783" y="4"/>
                                </a:lnTo>
                                <a:lnTo>
                                  <a:pt x="6769" y="4"/>
                                </a:lnTo>
                                <a:lnTo>
                                  <a:pt x="6769" y="17"/>
                                </a:lnTo>
                                <a:close/>
                                <a:moveTo>
                                  <a:pt x="6823" y="17"/>
                                </a:moveTo>
                                <a:lnTo>
                                  <a:pt x="6877" y="17"/>
                                </a:lnTo>
                                <a:lnTo>
                                  <a:pt x="6877" y="3"/>
                                </a:lnTo>
                                <a:lnTo>
                                  <a:pt x="6823" y="4"/>
                                </a:lnTo>
                                <a:lnTo>
                                  <a:pt x="6823" y="17"/>
                                </a:lnTo>
                                <a:close/>
                                <a:moveTo>
                                  <a:pt x="6917" y="17"/>
                                </a:moveTo>
                                <a:lnTo>
                                  <a:pt x="6931" y="17"/>
                                </a:lnTo>
                                <a:lnTo>
                                  <a:pt x="6931" y="3"/>
                                </a:lnTo>
                                <a:lnTo>
                                  <a:pt x="6917" y="3"/>
                                </a:lnTo>
                                <a:lnTo>
                                  <a:pt x="6917" y="17"/>
                                </a:lnTo>
                                <a:close/>
                                <a:moveTo>
                                  <a:pt x="6971" y="17"/>
                                </a:moveTo>
                                <a:lnTo>
                                  <a:pt x="7025" y="16"/>
                                </a:lnTo>
                                <a:lnTo>
                                  <a:pt x="7025" y="3"/>
                                </a:lnTo>
                                <a:lnTo>
                                  <a:pt x="6971" y="3"/>
                                </a:lnTo>
                                <a:lnTo>
                                  <a:pt x="6971" y="17"/>
                                </a:lnTo>
                                <a:close/>
                                <a:moveTo>
                                  <a:pt x="7066" y="16"/>
                                </a:moveTo>
                                <a:lnTo>
                                  <a:pt x="7079" y="16"/>
                                </a:lnTo>
                                <a:lnTo>
                                  <a:pt x="7079" y="3"/>
                                </a:lnTo>
                                <a:lnTo>
                                  <a:pt x="7066" y="3"/>
                                </a:lnTo>
                                <a:lnTo>
                                  <a:pt x="7066" y="16"/>
                                </a:lnTo>
                                <a:close/>
                                <a:moveTo>
                                  <a:pt x="7120" y="16"/>
                                </a:moveTo>
                                <a:lnTo>
                                  <a:pt x="7174" y="16"/>
                                </a:lnTo>
                                <a:lnTo>
                                  <a:pt x="7174" y="3"/>
                                </a:lnTo>
                                <a:lnTo>
                                  <a:pt x="7120" y="3"/>
                                </a:lnTo>
                                <a:lnTo>
                                  <a:pt x="7120" y="16"/>
                                </a:lnTo>
                                <a:close/>
                                <a:moveTo>
                                  <a:pt x="7214" y="16"/>
                                </a:moveTo>
                                <a:lnTo>
                                  <a:pt x="7228" y="16"/>
                                </a:lnTo>
                                <a:lnTo>
                                  <a:pt x="7228" y="2"/>
                                </a:lnTo>
                                <a:lnTo>
                                  <a:pt x="7214" y="2"/>
                                </a:lnTo>
                                <a:lnTo>
                                  <a:pt x="7214" y="16"/>
                                </a:lnTo>
                                <a:close/>
                                <a:moveTo>
                                  <a:pt x="7268" y="16"/>
                                </a:moveTo>
                                <a:lnTo>
                                  <a:pt x="7322" y="16"/>
                                </a:lnTo>
                                <a:lnTo>
                                  <a:pt x="7322" y="2"/>
                                </a:lnTo>
                                <a:lnTo>
                                  <a:pt x="7268" y="2"/>
                                </a:lnTo>
                                <a:lnTo>
                                  <a:pt x="7268" y="16"/>
                                </a:lnTo>
                                <a:close/>
                                <a:moveTo>
                                  <a:pt x="7362" y="15"/>
                                </a:moveTo>
                                <a:lnTo>
                                  <a:pt x="7376" y="15"/>
                                </a:lnTo>
                                <a:lnTo>
                                  <a:pt x="7376" y="2"/>
                                </a:lnTo>
                                <a:lnTo>
                                  <a:pt x="7362" y="2"/>
                                </a:lnTo>
                                <a:lnTo>
                                  <a:pt x="7362" y="15"/>
                                </a:lnTo>
                                <a:close/>
                                <a:moveTo>
                                  <a:pt x="7416" y="15"/>
                                </a:moveTo>
                                <a:lnTo>
                                  <a:pt x="7470" y="15"/>
                                </a:lnTo>
                                <a:lnTo>
                                  <a:pt x="7470" y="2"/>
                                </a:lnTo>
                                <a:lnTo>
                                  <a:pt x="7416" y="2"/>
                                </a:lnTo>
                                <a:lnTo>
                                  <a:pt x="7416" y="15"/>
                                </a:lnTo>
                                <a:close/>
                                <a:moveTo>
                                  <a:pt x="7511" y="15"/>
                                </a:moveTo>
                                <a:lnTo>
                                  <a:pt x="7524" y="15"/>
                                </a:lnTo>
                                <a:lnTo>
                                  <a:pt x="7524" y="1"/>
                                </a:lnTo>
                                <a:lnTo>
                                  <a:pt x="7511" y="1"/>
                                </a:lnTo>
                                <a:lnTo>
                                  <a:pt x="7511" y="15"/>
                                </a:lnTo>
                                <a:close/>
                                <a:moveTo>
                                  <a:pt x="7565" y="15"/>
                                </a:moveTo>
                                <a:lnTo>
                                  <a:pt x="7619" y="15"/>
                                </a:lnTo>
                                <a:lnTo>
                                  <a:pt x="7619" y="1"/>
                                </a:lnTo>
                                <a:lnTo>
                                  <a:pt x="7565" y="1"/>
                                </a:lnTo>
                                <a:lnTo>
                                  <a:pt x="7565" y="15"/>
                                </a:lnTo>
                                <a:close/>
                                <a:moveTo>
                                  <a:pt x="7659" y="15"/>
                                </a:moveTo>
                                <a:lnTo>
                                  <a:pt x="7673" y="15"/>
                                </a:lnTo>
                                <a:lnTo>
                                  <a:pt x="7673" y="1"/>
                                </a:lnTo>
                                <a:lnTo>
                                  <a:pt x="7659" y="1"/>
                                </a:lnTo>
                                <a:lnTo>
                                  <a:pt x="7659" y="15"/>
                                </a:lnTo>
                                <a:close/>
                                <a:moveTo>
                                  <a:pt x="7713" y="15"/>
                                </a:moveTo>
                                <a:lnTo>
                                  <a:pt x="7767" y="15"/>
                                </a:lnTo>
                                <a:lnTo>
                                  <a:pt x="7767" y="1"/>
                                </a:lnTo>
                                <a:lnTo>
                                  <a:pt x="7713" y="1"/>
                                </a:lnTo>
                                <a:lnTo>
                                  <a:pt x="7713" y="15"/>
                                </a:lnTo>
                                <a:close/>
                                <a:moveTo>
                                  <a:pt x="7807" y="14"/>
                                </a:moveTo>
                                <a:lnTo>
                                  <a:pt x="7821" y="14"/>
                                </a:lnTo>
                                <a:lnTo>
                                  <a:pt x="7821" y="1"/>
                                </a:lnTo>
                                <a:lnTo>
                                  <a:pt x="7807" y="1"/>
                                </a:lnTo>
                                <a:lnTo>
                                  <a:pt x="7807" y="14"/>
                                </a:lnTo>
                                <a:close/>
                                <a:moveTo>
                                  <a:pt x="7861" y="14"/>
                                </a:moveTo>
                                <a:lnTo>
                                  <a:pt x="7915" y="14"/>
                                </a:lnTo>
                                <a:lnTo>
                                  <a:pt x="7915" y="1"/>
                                </a:lnTo>
                                <a:lnTo>
                                  <a:pt x="7861" y="1"/>
                                </a:lnTo>
                                <a:lnTo>
                                  <a:pt x="7861" y="14"/>
                                </a:lnTo>
                                <a:close/>
                                <a:moveTo>
                                  <a:pt x="7956" y="14"/>
                                </a:moveTo>
                                <a:lnTo>
                                  <a:pt x="7969" y="14"/>
                                </a:lnTo>
                                <a:lnTo>
                                  <a:pt x="7969" y="0"/>
                                </a:lnTo>
                                <a:lnTo>
                                  <a:pt x="7956" y="1"/>
                                </a:lnTo>
                                <a:lnTo>
                                  <a:pt x="7956" y="14"/>
                                </a:lnTo>
                                <a:close/>
                                <a:moveTo>
                                  <a:pt x="8010" y="14"/>
                                </a:moveTo>
                                <a:lnTo>
                                  <a:pt x="8064" y="14"/>
                                </a:lnTo>
                                <a:lnTo>
                                  <a:pt x="8064" y="0"/>
                                </a:lnTo>
                                <a:lnTo>
                                  <a:pt x="8010" y="0"/>
                                </a:lnTo>
                                <a:lnTo>
                                  <a:pt x="8010" y="14"/>
                                </a:lnTo>
                                <a:close/>
                                <a:moveTo>
                                  <a:pt x="8104" y="14"/>
                                </a:moveTo>
                                <a:lnTo>
                                  <a:pt x="8118" y="13"/>
                                </a:lnTo>
                                <a:lnTo>
                                  <a:pt x="8118" y="0"/>
                                </a:lnTo>
                                <a:lnTo>
                                  <a:pt x="8104" y="0"/>
                                </a:lnTo>
                                <a:lnTo>
                                  <a:pt x="8104" y="14"/>
                                </a:lnTo>
                                <a:close/>
                              </a:path>
                            </a:pathLst>
                          </a:custGeom>
                          <a:solidFill>
                            <a:srgbClr val="000000"/>
                          </a:solidFill>
                          <a:ln w="0" cap="flat">
                            <a:solidFill>
                              <a:srgbClr val="000000"/>
                            </a:solidFill>
                            <a:prstDash val="solid"/>
                            <a:round/>
                            <a:headEnd/>
                            <a:tailEnd/>
                          </a:ln>
                        </wps:spPr>
                        <wps:bodyPr rot="0" vert="horz" wrap="square" lIns="91440" tIns="45720" rIns="91440" bIns="45720" anchor="t" anchorCtr="0" upright="1">
                          <a:noAutofit/>
                        </wps:bodyPr>
                      </wps:wsp>
                      <wps:wsp>
                        <wps:cNvPr id="56" name="Freeform 151"/>
                        <wps:cNvSpPr>
                          <a:spLocks noEditPoints="1"/>
                        </wps:cNvSpPr>
                        <wps:spPr bwMode="auto">
                          <a:xfrm>
                            <a:off x="2828290" y="480724"/>
                            <a:ext cx="22860" cy="1513205"/>
                          </a:xfrm>
                          <a:custGeom>
                            <a:avLst/>
                            <a:gdLst>
                              <a:gd name="T0" fmla="*/ 36 w 36"/>
                              <a:gd name="T1" fmla="*/ 2383 h 2383"/>
                              <a:gd name="T2" fmla="*/ 35 w 36"/>
                              <a:gd name="T3" fmla="*/ 2289 h 2383"/>
                              <a:gd name="T4" fmla="*/ 21 w 36"/>
                              <a:gd name="T5" fmla="*/ 2235 h 2383"/>
                              <a:gd name="T6" fmla="*/ 21 w 36"/>
                              <a:gd name="T7" fmla="*/ 2222 h 2383"/>
                              <a:gd name="T8" fmla="*/ 21 w 36"/>
                              <a:gd name="T9" fmla="*/ 2222 h 2383"/>
                              <a:gd name="T10" fmla="*/ 34 w 36"/>
                              <a:gd name="T11" fmla="*/ 2168 h 2383"/>
                              <a:gd name="T12" fmla="*/ 33 w 36"/>
                              <a:gd name="T13" fmla="*/ 2074 h 2383"/>
                              <a:gd name="T14" fmla="*/ 19 w 36"/>
                              <a:gd name="T15" fmla="*/ 2020 h 2383"/>
                              <a:gd name="T16" fmla="*/ 19 w 36"/>
                              <a:gd name="T17" fmla="*/ 2007 h 2383"/>
                              <a:gd name="T18" fmla="*/ 19 w 36"/>
                              <a:gd name="T19" fmla="*/ 2007 h 2383"/>
                              <a:gd name="T20" fmla="*/ 32 w 36"/>
                              <a:gd name="T21" fmla="*/ 1953 h 2383"/>
                              <a:gd name="T22" fmla="*/ 31 w 36"/>
                              <a:gd name="T23" fmla="*/ 1859 h 2383"/>
                              <a:gd name="T24" fmla="*/ 17 w 36"/>
                              <a:gd name="T25" fmla="*/ 1805 h 2383"/>
                              <a:gd name="T26" fmla="*/ 17 w 36"/>
                              <a:gd name="T27" fmla="*/ 1791 h 2383"/>
                              <a:gd name="T28" fmla="*/ 17 w 36"/>
                              <a:gd name="T29" fmla="*/ 1791 h 2383"/>
                              <a:gd name="T30" fmla="*/ 30 w 36"/>
                              <a:gd name="T31" fmla="*/ 1737 h 2383"/>
                              <a:gd name="T32" fmla="*/ 29 w 36"/>
                              <a:gd name="T33" fmla="*/ 1643 h 2383"/>
                              <a:gd name="T34" fmla="*/ 15 w 36"/>
                              <a:gd name="T35" fmla="*/ 1589 h 2383"/>
                              <a:gd name="T36" fmla="*/ 15 w 36"/>
                              <a:gd name="T37" fmla="*/ 1576 h 2383"/>
                              <a:gd name="T38" fmla="*/ 15 w 36"/>
                              <a:gd name="T39" fmla="*/ 1576 h 2383"/>
                              <a:gd name="T40" fmla="*/ 28 w 36"/>
                              <a:gd name="T41" fmla="*/ 1522 h 2383"/>
                              <a:gd name="T42" fmla="*/ 27 w 36"/>
                              <a:gd name="T43" fmla="*/ 1428 h 2383"/>
                              <a:gd name="T44" fmla="*/ 13 w 36"/>
                              <a:gd name="T45" fmla="*/ 1374 h 2383"/>
                              <a:gd name="T46" fmla="*/ 13 w 36"/>
                              <a:gd name="T47" fmla="*/ 1361 h 2383"/>
                              <a:gd name="T48" fmla="*/ 13 w 36"/>
                              <a:gd name="T49" fmla="*/ 1361 h 2383"/>
                              <a:gd name="T50" fmla="*/ 26 w 36"/>
                              <a:gd name="T51" fmla="*/ 1307 h 2383"/>
                              <a:gd name="T52" fmla="*/ 25 w 36"/>
                              <a:gd name="T53" fmla="*/ 1213 h 2383"/>
                              <a:gd name="T54" fmla="*/ 11 w 36"/>
                              <a:gd name="T55" fmla="*/ 1159 h 2383"/>
                              <a:gd name="T56" fmla="*/ 11 w 36"/>
                              <a:gd name="T57" fmla="*/ 1145 h 2383"/>
                              <a:gd name="T58" fmla="*/ 11 w 36"/>
                              <a:gd name="T59" fmla="*/ 1145 h 2383"/>
                              <a:gd name="T60" fmla="*/ 24 w 36"/>
                              <a:gd name="T61" fmla="*/ 1092 h 2383"/>
                              <a:gd name="T62" fmla="*/ 23 w 36"/>
                              <a:gd name="T63" fmla="*/ 997 h 2383"/>
                              <a:gd name="T64" fmla="*/ 9 w 36"/>
                              <a:gd name="T65" fmla="*/ 944 h 2383"/>
                              <a:gd name="T66" fmla="*/ 9 w 36"/>
                              <a:gd name="T67" fmla="*/ 930 h 2383"/>
                              <a:gd name="T68" fmla="*/ 9 w 36"/>
                              <a:gd name="T69" fmla="*/ 930 h 2383"/>
                              <a:gd name="T70" fmla="*/ 22 w 36"/>
                              <a:gd name="T71" fmla="*/ 876 h 2383"/>
                              <a:gd name="T72" fmla="*/ 21 w 36"/>
                              <a:gd name="T73" fmla="*/ 782 h 2383"/>
                              <a:gd name="T74" fmla="*/ 7 w 36"/>
                              <a:gd name="T75" fmla="*/ 728 h 2383"/>
                              <a:gd name="T76" fmla="*/ 7 w 36"/>
                              <a:gd name="T77" fmla="*/ 715 h 2383"/>
                              <a:gd name="T78" fmla="*/ 7 w 36"/>
                              <a:gd name="T79" fmla="*/ 715 h 2383"/>
                              <a:gd name="T80" fmla="*/ 20 w 36"/>
                              <a:gd name="T81" fmla="*/ 661 h 2383"/>
                              <a:gd name="T82" fmla="*/ 19 w 36"/>
                              <a:gd name="T83" fmla="*/ 567 h 2383"/>
                              <a:gd name="T84" fmla="*/ 5 w 36"/>
                              <a:gd name="T85" fmla="*/ 513 h 2383"/>
                              <a:gd name="T86" fmla="*/ 5 w 36"/>
                              <a:gd name="T87" fmla="*/ 500 h 2383"/>
                              <a:gd name="T88" fmla="*/ 5 w 36"/>
                              <a:gd name="T89" fmla="*/ 500 h 2383"/>
                              <a:gd name="T90" fmla="*/ 18 w 36"/>
                              <a:gd name="T91" fmla="*/ 446 h 2383"/>
                              <a:gd name="T92" fmla="*/ 17 w 36"/>
                              <a:gd name="T93" fmla="*/ 352 h 2383"/>
                              <a:gd name="T94" fmla="*/ 3 w 36"/>
                              <a:gd name="T95" fmla="*/ 298 h 2383"/>
                              <a:gd name="T96" fmla="*/ 3 w 36"/>
                              <a:gd name="T97" fmla="*/ 284 h 2383"/>
                              <a:gd name="T98" fmla="*/ 3 w 36"/>
                              <a:gd name="T99" fmla="*/ 284 h 2383"/>
                              <a:gd name="T100" fmla="*/ 16 w 36"/>
                              <a:gd name="T101" fmla="*/ 230 h 2383"/>
                              <a:gd name="T102" fmla="*/ 15 w 36"/>
                              <a:gd name="T103" fmla="*/ 136 h 2383"/>
                              <a:gd name="T104" fmla="*/ 1 w 36"/>
                              <a:gd name="T105" fmla="*/ 82 h 2383"/>
                              <a:gd name="T106" fmla="*/ 1 w 36"/>
                              <a:gd name="T107" fmla="*/ 69 h 2383"/>
                              <a:gd name="T108" fmla="*/ 1 w 36"/>
                              <a:gd name="T109" fmla="*/ 69 h 2383"/>
                              <a:gd name="T110" fmla="*/ 14 w 36"/>
                              <a:gd name="T111" fmla="*/ 15 h 238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36" h="2383">
                                <a:moveTo>
                                  <a:pt x="22" y="2383"/>
                                </a:moveTo>
                                <a:lnTo>
                                  <a:pt x="22" y="2343"/>
                                </a:lnTo>
                                <a:lnTo>
                                  <a:pt x="35" y="2343"/>
                                </a:lnTo>
                                <a:lnTo>
                                  <a:pt x="36" y="2383"/>
                                </a:lnTo>
                                <a:lnTo>
                                  <a:pt x="22" y="2383"/>
                                </a:lnTo>
                                <a:close/>
                                <a:moveTo>
                                  <a:pt x="22" y="2330"/>
                                </a:moveTo>
                                <a:lnTo>
                                  <a:pt x="21" y="2289"/>
                                </a:lnTo>
                                <a:lnTo>
                                  <a:pt x="35" y="2289"/>
                                </a:lnTo>
                                <a:lnTo>
                                  <a:pt x="35" y="2329"/>
                                </a:lnTo>
                                <a:lnTo>
                                  <a:pt x="22" y="2330"/>
                                </a:lnTo>
                                <a:close/>
                                <a:moveTo>
                                  <a:pt x="21" y="2276"/>
                                </a:moveTo>
                                <a:lnTo>
                                  <a:pt x="21" y="2235"/>
                                </a:lnTo>
                                <a:lnTo>
                                  <a:pt x="34" y="2235"/>
                                </a:lnTo>
                                <a:lnTo>
                                  <a:pt x="34" y="2276"/>
                                </a:lnTo>
                                <a:lnTo>
                                  <a:pt x="21" y="2276"/>
                                </a:lnTo>
                                <a:close/>
                                <a:moveTo>
                                  <a:pt x="21" y="2222"/>
                                </a:moveTo>
                                <a:lnTo>
                                  <a:pt x="20" y="2182"/>
                                </a:lnTo>
                                <a:lnTo>
                                  <a:pt x="34" y="2181"/>
                                </a:lnTo>
                                <a:lnTo>
                                  <a:pt x="34" y="2222"/>
                                </a:lnTo>
                                <a:lnTo>
                                  <a:pt x="21" y="2222"/>
                                </a:lnTo>
                                <a:close/>
                                <a:moveTo>
                                  <a:pt x="20" y="2168"/>
                                </a:moveTo>
                                <a:lnTo>
                                  <a:pt x="20" y="2128"/>
                                </a:lnTo>
                                <a:lnTo>
                                  <a:pt x="33" y="2128"/>
                                </a:lnTo>
                                <a:lnTo>
                                  <a:pt x="34" y="2168"/>
                                </a:lnTo>
                                <a:lnTo>
                                  <a:pt x="20" y="2168"/>
                                </a:lnTo>
                                <a:close/>
                                <a:moveTo>
                                  <a:pt x="20" y="2114"/>
                                </a:moveTo>
                                <a:lnTo>
                                  <a:pt x="19" y="2074"/>
                                </a:lnTo>
                                <a:lnTo>
                                  <a:pt x="33" y="2074"/>
                                </a:lnTo>
                                <a:lnTo>
                                  <a:pt x="33" y="2114"/>
                                </a:lnTo>
                                <a:lnTo>
                                  <a:pt x="20" y="2114"/>
                                </a:lnTo>
                                <a:close/>
                                <a:moveTo>
                                  <a:pt x="19" y="2060"/>
                                </a:moveTo>
                                <a:lnTo>
                                  <a:pt x="19" y="2020"/>
                                </a:lnTo>
                                <a:lnTo>
                                  <a:pt x="32" y="2020"/>
                                </a:lnTo>
                                <a:lnTo>
                                  <a:pt x="33" y="2060"/>
                                </a:lnTo>
                                <a:lnTo>
                                  <a:pt x="19" y="2060"/>
                                </a:lnTo>
                                <a:close/>
                                <a:moveTo>
                                  <a:pt x="19" y="2007"/>
                                </a:moveTo>
                                <a:lnTo>
                                  <a:pt x="18" y="1966"/>
                                </a:lnTo>
                                <a:lnTo>
                                  <a:pt x="32" y="1966"/>
                                </a:lnTo>
                                <a:lnTo>
                                  <a:pt x="32" y="2006"/>
                                </a:lnTo>
                                <a:lnTo>
                                  <a:pt x="19" y="2007"/>
                                </a:lnTo>
                                <a:close/>
                                <a:moveTo>
                                  <a:pt x="18" y="1953"/>
                                </a:moveTo>
                                <a:lnTo>
                                  <a:pt x="18" y="1912"/>
                                </a:lnTo>
                                <a:lnTo>
                                  <a:pt x="31" y="1912"/>
                                </a:lnTo>
                                <a:lnTo>
                                  <a:pt x="32" y="1953"/>
                                </a:lnTo>
                                <a:lnTo>
                                  <a:pt x="18" y="1953"/>
                                </a:lnTo>
                                <a:close/>
                                <a:moveTo>
                                  <a:pt x="18" y="1899"/>
                                </a:moveTo>
                                <a:lnTo>
                                  <a:pt x="17" y="1859"/>
                                </a:lnTo>
                                <a:lnTo>
                                  <a:pt x="31" y="1859"/>
                                </a:lnTo>
                                <a:lnTo>
                                  <a:pt x="31" y="1899"/>
                                </a:lnTo>
                                <a:lnTo>
                                  <a:pt x="18" y="1899"/>
                                </a:lnTo>
                                <a:close/>
                                <a:moveTo>
                                  <a:pt x="17" y="1845"/>
                                </a:moveTo>
                                <a:lnTo>
                                  <a:pt x="17" y="1805"/>
                                </a:lnTo>
                                <a:lnTo>
                                  <a:pt x="30" y="1805"/>
                                </a:lnTo>
                                <a:lnTo>
                                  <a:pt x="31" y="1845"/>
                                </a:lnTo>
                                <a:lnTo>
                                  <a:pt x="17" y="1845"/>
                                </a:lnTo>
                                <a:close/>
                                <a:moveTo>
                                  <a:pt x="17" y="1791"/>
                                </a:moveTo>
                                <a:lnTo>
                                  <a:pt x="16" y="1751"/>
                                </a:lnTo>
                                <a:lnTo>
                                  <a:pt x="30" y="1751"/>
                                </a:lnTo>
                                <a:lnTo>
                                  <a:pt x="30" y="1791"/>
                                </a:lnTo>
                                <a:lnTo>
                                  <a:pt x="17" y="1791"/>
                                </a:lnTo>
                                <a:close/>
                                <a:moveTo>
                                  <a:pt x="16" y="1737"/>
                                </a:moveTo>
                                <a:lnTo>
                                  <a:pt x="16" y="1697"/>
                                </a:lnTo>
                                <a:lnTo>
                                  <a:pt x="29" y="1697"/>
                                </a:lnTo>
                                <a:lnTo>
                                  <a:pt x="30" y="1737"/>
                                </a:lnTo>
                                <a:lnTo>
                                  <a:pt x="16" y="1737"/>
                                </a:lnTo>
                                <a:close/>
                                <a:moveTo>
                                  <a:pt x="16" y="1684"/>
                                </a:moveTo>
                                <a:lnTo>
                                  <a:pt x="15" y="1643"/>
                                </a:lnTo>
                                <a:lnTo>
                                  <a:pt x="29" y="1643"/>
                                </a:lnTo>
                                <a:lnTo>
                                  <a:pt x="29" y="1684"/>
                                </a:lnTo>
                                <a:lnTo>
                                  <a:pt x="16" y="1684"/>
                                </a:lnTo>
                                <a:close/>
                                <a:moveTo>
                                  <a:pt x="15" y="1630"/>
                                </a:moveTo>
                                <a:lnTo>
                                  <a:pt x="15" y="1589"/>
                                </a:lnTo>
                                <a:lnTo>
                                  <a:pt x="28" y="1589"/>
                                </a:lnTo>
                                <a:lnTo>
                                  <a:pt x="29" y="1630"/>
                                </a:lnTo>
                                <a:lnTo>
                                  <a:pt x="15" y="1630"/>
                                </a:lnTo>
                                <a:close/>
                                <a:moveTo>
                                  <a:pt x="15" y="1576"/>
                                </a:moveTo>
                                <a:lnTo>
                                  <a:pt x="14" y="1536"/>
                                </a:lnTo>
                                <a:lnTo>
                                  <a:pt x="28" y="1536"/>
                                </a:lnTo>
                                <a:lnTo>
                                  <a:pt x="28" y="1576"/>
                                </a:lnTo>
                                <a:lnTo>
                                  <a:pt x="15" y="1576"/>
                                </a:lnTo>
                                <a:close/>
                                <a:moveTo>
                                  <a:pt x="14" y="1522"/>
                                </a:moveTo>
                                <a:lnTo>
                                  <a:pt x="14" y="1482"/>
                                </a:lnTo>
                                <a:lnTo>
                                  <a:pt x="27" y="1482"/>
                                </a:lnTo>
                                <a:lnTo>
                                  <a:pt x="28" y="1522"/>
                                </a:lnTo>
                                <a:lnTo>
                                  <a:pt x="14" y="1522"/>
                                </a:lnTo>
                                <a:close/>
                                <a:moveTo>
                                  <a:pt x="14" y="1468"/>
                                </a:moveTo>
                                <a:lnTo>
                                  <a:pt x="13" y="1428"/>
                                </a:lnTo>
                                <a:lnTo>
                                  <a:pt x="27" y="1428"/>
                                </a:lnTo>
                                <a:lnTo>
                                  <a:pt x="27" y="1468"/>
                                </a:lnTo>
                                <a:lnTo>
                                  <a:pt x="14" y="1468"/>
                                </a:lnTo>
                                <a:close/>
                                <a:moveTo>
                                  <a:pt x="13" y="1415"/>
                                </a:moveTo>
                                <a:lnTo>
                                  <a:pt x="13" y="1374"/>
                                </a:lnTo>
                                <a:lnTo>
                                  <a:pt x="26" y="1374"/>
                                </a:lnTo>
                                <a:lnTo>
                                  <a:pt x="27" y="1415"/>
                                </a:lnTo>
                                <a:lnTo>
                                  <a:pt x="13" y="1415"/>
                                </a:lnTo>
                                <a:close/>
                                <a:moveTo>
                                  <a:pt x="13" y="1361"/>
                                </a:moveTo>
                                <a:lnTo>
                                  <a:pt x="12" y="1320"/>
                                </a:lnTo>
                                <a:lnTo>
                                  <a:pt x="26" y="1320"/>
                                </a:lnTo>
                                <a:lnTo>
                                  <a:pt x="26" y="1361"/>
                                </a:lnTo>
                                <a:lnTo>
                                  <a:pt x="13" y="1361"/>
                                </a:lnTo>
                                <a:close/>
                                <a:moveTo>
                                  <a:pt x="12" y="1307"/>
                                </a:moveTo>
                                <a:lnTo>
                                  <a:pt x="12" y="1267"/>
                                </a:lnTo>
                                <a:lnTo>
                                  <a:pt x="25" y="1267"/>
                                </a:lnTo>
                                <a:lnTo>
                                  <a:pt x="26" y="1307"/>
                                </a:lnTo>
                                <a:lnTo>
                                  <a:pt x="12" y="1307"/>
                                </a:lnTo>
                                <a:close/>
                                <a:moveTo>
                                  <a:pt x="12" y="1253"/>
                                </a:moveTo>
                                <a:lnTo>
                                  <a:pt x="11" y="1213"/>
                                </a:lnTo>
                                <a:lnTo>
                                  <a:pt x="25" y="1213"/>
                                </a:lnTo>
                                <a:lnTo>
                                  <a:pt x="25" y="1253"/>
                                </a:lnTo>
                                <a:lnTo>
                                  <a:pt x="12" y="1253"/>
                                </a:lnTo>
                                <a:close/>
                                <a:moveTo>
                                  <a:pt x="11" y="1199"/>
                                </a:moveTo>
                                <a:lnTo>
                                  <a:pt x="11" y="1159"/>
                                </a:lnTo>
                                <a:lnTo>
                                  <a:pt x="24" y="1159"/>
                                </a:lnTo>
                                <a:lnTo>
                                  <a:pt x="25" y="1199"/>
                                </a:lnTo>
                                <a:lnTo>
                                  <a:pt x="11" y="1199"/>
                                </a:lnTo>
                                <a:close/>
                                <a:moveTo>
                                  <a:pt x="11" y="1145"/>
                                </a:moveTo>
                                <a:lnTo>
                                  <a:pt x="10" y="1105"/>
                                </a:lnTo>
                                <a:lnTo>
                                  <a:pt x="24" y="1105"/>
                                </a:lnTo>
                                <a:lnTo>
                                  <a:pt x="24" y="1145"/>
                                </a:lnTo>
                                <a:lnTo>
                                  <a:pt x="11" y="1145"/>
                                </a:lnTo>
                                <a:close/>
                                <a:moveTo>
                                  <a:pt x="10" y="1092"/>
                                </a:moveTo>
                                <a:lnTo>
                                  <a:pt x="10" y="1051"/>
                                </a:lnTo>
                                <a:lnTo>
                                  <a:pt x="23" y="1051"/>
                                </a:lnTo>
                                <a:lnTo>
                                  <a:pt x="24" y="1092"/>
                                </a:lnTo>
                                <a:lnTo>
                                  <a:pt x="10" y="1092"/>
                                </a:lnTo>
                                <a:close/>
                                <a:moveTo>
                                  <a:pt x="10" y="1038"/>
                                </a:moveTo>
                                <a:lnTo>
                                  <a:pt x="9" y="997"/>
                                </a:lnTo>
                                <a:lnTo>
                                  <a:pt x="23" y="997"/>
                                </a:lnTo>
                                <a:lnTo>
                                  <a:pt x="23" y="1038"/>
                                </a:lnTo>
                                <a:lnTo>
                                  <a:pt x="10" y="1038"/>
                                </a:lnTo>
                                <a:close/>
                                <a:moveTo>
                                  <a:pt x="9" y="984"/>
                                </a:moveTo>
                                <a:lnTo>
                                  <a:pt x="9" y="944"/>
                                </a:lnTo>
                                <a:lnTo>
                                  <a:pt x="22" y="944"/>
                                </a:lnTo>
                                <a:lnTo>
                                  <a:pt x="23" y="984"/>
                                </a:lnTo>
                                <a:lnTo>
                                  <a:pt x="9" y="984"/>
                                </a:lnTo>
                                <a:close/>
                                <a:moveTo>
                                  <a:pt x="9" y="930"/>
                                </a:moveTo>
                                <a:lnTo>
                                  <a:pt x="8" y="890"/>
                                </a:lnTo>
                                <a:lnTo>
                                  <a:pt x="22" y="890"/>
                                </a:lnTo>
                                <a:lnTo>
                                  <a:pt x="22" y="930"/>
                                </a:lnTo>
                                <a:lnTo>
                                  <a:pt x="9" y="930"/>
                                </a:lnTo>
                                <a:close/>
                                <a:moveTo>
                                  <a:pt x="8" y="876"/>
                                </a:moveTo>
                                <a:lnTo>
                                  <a:pt x="8" y="836"/>
                                </a:lnTo>
                                <a:lnTo>
                                  <a:pt x="21" y="836"/>
                                </a:lnTo>
                                <a:lnTo>
                                  <a:pt x="22" y="876"/>
                                </a:lnTo>
                                <a:lnTo>
                                  <a:pt x="8" y="876"/>
                                </a:lnTo>
                                <a:close/>
                                <a:moveTo>
                                  <a:pt x="8" y="823"/>
                                </a:moveTo>
                                <a:lnTo>
                                  <a:pt x="7" y="782"/>
                                </a:lnTo>
                                <a:lnTo>
                                  <a:pt x="21" y="782"/>
                                </a:lnTo>
                                <a:lnTo>
                                  <a:pt x="21" y="823"/>
                                </a:lnTo>
                                <a:lnTo>
                                  <a:pt x="8" y="823"/>
                                </a:lnTo>
                                <a:close/>
                                <a:moveTo>
                                  <a:pt x="7" y="769"/>
                                </a:moveTo>
                                <a:lnTo>
                                  <a:pt x="7" y="728"/>
                                </a:lnTo>
                                <a:lnTo>
                                  <a:pt x="20" y="728"/>
                                </a:lnTo>
                                <a:lnTo>
                                  <a:pt x="21" y="769"/>
                                </a:lnTo>
                                <a:lnTo>
                                  <a:pt x="7" y="769"/>
                                </a:lnTo>
                                <a:close/>
                                <a:moveTo>
                                  <a:pt x="7" y="715"/>
                                </a:moveTo>
                                <a:lnTo>
                                  <a:pt x="6" y="674"/>
                                </a:lnTo>
                                <a:lnTo>
                                  <a:pt x="20" y="674"/>
                                </a:lnTo>
                                <a:lnTo>
                                  <a:pt x="20" y="715"/>
                                </a:lnTo>
                                <a:lnTo>
                                  <a:pt x="7" y="715"/>
                                </a:lnTo>
                                <a:close/>
                                <a:moveTo>
                                  <a:pt x="6" y="661"/>
                                </a:moveTo>
                                <a:lnTo>
                                  <a:pt x="6" y="621"/>
                                </a:lnTo>
                                <a:lnTo>
                                  <a:pt x="19" y="621"/>
                                </a:lnTo>
                                <a:lnTo>
                                  <a:pt x="20" y="661"/>
                                </a:lnTo>
                                <a:lnTo>
                                  <a:pt x="6" y="661"/>
                                </a:lnTo>
                                <a:close/>
                                <a:moveTo>
                                  <a:pt x="6" y="607"/>
                                </a:moveTo>
                                <a:lnTo>
                                  <a:pt x="5" y="567"/>
                                </a:lnTo>
                                <a:lnTo>
                                  <a:pt x="19" y="567"/>
                                </a:lnTo>
                                <a:lnTo>
                                  <a:pt x="19" y="607"/>
                                </a:lnTo>
                                <a:lnTo>
                                  <a:pt x="6" y="607"/>
                                </a:lnTo>
                                <a:close/>
                                <a:moveTo>
                                  <a:pt x="5" y="553"/>
                                </a:moveTo>
                                <a:lnTo>
                                  <a:pt x="5" y="513"/>
                                </a:lnTo>
                                <a:lnTo>
                                  <a:pt x="18" y="513"/>
                                </a:lnTo>
                                <a:lnTo>
                                  <a:pt x="19" y="553"/>
                                </a:lnTo>
                                <a:lnTo>
                                  <a:pt x="5" y="553"/>
                                </a:lnTo>
                                <a:close/>
                                <a:moveTo>
                                  <a:pt x="5" y="500"/>
                                </a:moveTo>
                                <a:lnTo>
                                  <a:pt x="4" y="459"/>
                                </a:lnTo>
                                <a:lnTo>
                                  <a:pt x="18" y="459"/>
                                </a:lnTo>
                                <a:lnTo>
                                  <a:pt x="18" y="500"/>
                                </a:lnTo>
                                <a:lnTo>
                                  <a:pt x="5" y="500"/>
                                </a:lnTo>
                                <a:close/>
                                <a:moveTo>
                                  <a:pt x="4" y="446"/>
                                </a:moveTo>
                                <a:lnTo>
                                  <a:pt x="4" y="405"/>
                                </a:lnTo>
                                <a:lnTo>
                                  <a:pt x="17" y="405"/>
                                </a:lnTo>
                                <a:lnTo>
                                  <a:pt x="18" y="446"/>
                                </a:lnTo>
                                <a:lnTo>
                                  <a:pt x="4" y="446"/>
                                </a:lnTo>
                                <a:close/>
                                <a:moveTo>
                                  <a:pt x="4" y="392"/>
                                </a:moveTo>
                                <a:lnTo>
                                  <a:pt x="4" y="352"/>
                                </a:lnTo>
                                <a:lnTo>
                                  <a:pt x="17" y="352"/>
                                </a:lnTo>
                                <a:lnTo>
                                  <a:pt x="17" y="392"/>
                                </a:lnTo>
                                <a:lnTo>
                                  <a:pt x="4" y="392"/>
                                </a:lnTo>
                                <a:close/>
                                <a:moveTo>
                                  <a:pt x="3" y="338"/>
                                </a:moveTo>
                                <a:lnTo>
                                  <a:pt x="3" y="298"/>
                                </a:lnTo>
                                <a:lnTo>
                                  <a:pt x="16" y="298"/>
                                </a:lnTo>
                                <a:lnTo>
                                  <a:pt x="17" y="338"/>
                                </a:lnTo>
                                <a:lnTo>
                                  <a:pt x="3" y="338"/>
                                </a:lnTo>
                                <a:close/>
                                <a:moveTo>
                                  <a:pt x="3" y="284"/>
                                </a:moveTo>
                                <a:lnTo>
                                  <a:pt x="2" y="244"/>
                                </a:lnTo>
                                <a:lnTo>
                                  <a:pt x="16" y="244"/>
                                </a:lnTo>
                                <a:lnTo>
                                  <a:pt x="16" y="284"/>
                                </a:lnTo>
                                <a:lnTo>
                                  <a:pt x="3" y="284"/>
                                </a:lnTo>
                                <a:close/>
                                <a:moveTo>
                                  <a:pt x="2" y="230"/>
                                </a:moveTo>
                                <a:lnTo>
                                  <a:pt x="2" y="190"/>
                                </a:lnTo>
                                <a:lnTo>
                                  <a:pt x="16" y="190"/>
                                </a:lnTo>
                                <a:lnTo>
                                  <a:pt x="16" y="230"/>
                                </a:lnTo>
                                <a:lnTo>
                                  <a:pt x="2" y="230"/>
                                </a:lnTo>
                                <a:close/>
                                <a:moveTo>
                                  <a:pt x="2" y="177"/>
                                </a:moveTo>
                                <a:lnTo>
                                  <a:pt x="1" y="136"/>
                                </a:lnTo>
                                <a:lnTo>
                                  <a:pt x="15" y="136"/>
                                </a:lnTo>
                                <a:lnTo>
                                  <a:pt x="15" y="177"/>
                                </a:lnTo>
                                <a:lnTo>
                                  <a:pt x="2" y="177"/>
                                </a:lnTo>
                                <a:close/>
                                <a:moveTo>
                                  <a:pt x="1" y="123"/>
                                </a:moveTo>
                                <a:lnTo>
                                  <a:pt x="1" y="82"/>
                                </a:lnTo>
                                <a:lnTo>
                                  <a:pt x="14" y="82"/>
                                </a:lnTo>
                                <a:lnTo>
                                  <a:pt x="15" y="123"/>
                                </a:lnTo>
                                <a:lnTo>
                                  <a:pt x="1" y="123"/>
                                </a:lnTo>
                                <a:close/>
                                <a:moveTo>
                                  <a:pt x="1" y="69"/>
                                </a:moveTo>
                                <a:lnTo>
                                  <a:pt x="1" y="29"/>
                                </a:lnTo>
                                <a:lnTo>
                                  <a:pt x="14" y="29"/>
                                </a:lnTo>
                                <a:lnTo>
                                  <a:pt x="14" y="69"/>
                                </a:lnTo>
                                <a:lnTo>
                                  <a:pt x="1" y="69"/>
                                </a:lnTo>
                                <a:close/>
                                <a:moveTo>
                                  <a:pt x="0" y="15"/>
                                </a:moveTo>
                                <a:lnTo>
                                  <a:pt x="0" y="0"/>
                                </a:lnTo>
                                <a:lnTo>
                                  <a:pt x="14" y="0"/>
                                </a:lnTo>
                                <a:lnTo>
                                  <a:pt x="14" y="15"/>
                                </a:lnTo>
                                <a:lnTo>
                                  <a:pt x="0" y="15"/>
                                </a:lnTo>
                                <a:close/>
                              </a:path>
                            </a:pathLst>
                          </a:custGeom>
                          <a:solidFill>
                            <a:srgbClr val="000000"/>
                          </a:solidFill>
                          <a:ln w="0" cap="flat">
                            <a:solidFill>
                              <a:srgbClr val="000000"/>
                            </a:solidFill>
                            <a:prstDash val="solid"/>
                            <a:round/>
                            <a:headEnd/>
                            <a:tailEnd/>
                          </a:ln>
                        </wps:spPr>
                        <wps:bodyPr rot="0" vert="horz" wrap="square" lIns="91440" tIns="45720" rIns="91440" bIns="45720" anchor="t" anchorCtr="0" upright="1">
                          <a:noAutofit/>
                        </wps:bodyPr>
                      </wps:wsp>
                      <wps:wsp>
                        <wps:cNvPr id="57" name="Freeform 152"/>
                        <wps:cNvSpPr>
                          <a:spLocks noEditPoints="1"/>
                        </wps:cNvSpPr>
                        <wps:spPr bwMode="auto">
                          <a:xfrm>
                            <a:off x="2325370" y="488344"/>
                            <a:ext cx="8255" cy="1973580"/>
                          </a:xfrm>
                          <a:custGeom>
                            <a:avLst/>
                            <a:gdLst>
                              <a:gd name="T0" fmla="*/ 13 w 13"/>
                              <a:gd name="T1" fmla="*/ 3108 h 3108"/>
                              <a:gd name="T2" fmla="*/ 13 w 13"/>
                              <a:gd name="T3" fmla="*/ 3054 h 3108"/>
                              <a:gd name="T4" fmla="*/ 13 w 13"/>
                              <a:gd name="T5" fmla="*/ 3001 h 3108"/>
                              <a:gd name="T6" fmla="*/ 13 w 13"/>
                              <a:gd name="T7" fmla="*/ 2947 h 3108"/>
                              <a:gd name="T8" fmla="*/ 13 w 13"/>
                              <a:gd name="T9" fmla="*/ 2893 h 3108"/>
                              <a:gd name="T10" fmla="*/ 13 w 13"/>
                              <a:gd name="T11" fmla="*/ 2839 h 3108"/>
                              <a:gd name="T12" fmla="*/ 13 w 13"/>
                              <a:gd name="T13" fmla="*/ 2785 h 3108"/>
                              <a:gd name="T14" fmla="*/ 13 w 13"/>
                              <a:gd name="T15" fmla="*/ 2732 h 3108"/>
                              <a:gd name="T16" fmla="*/ 13 w 13"/>
                              <a:gd name="T17" fmla="*/ 2678 h 3108"/>
                              <a:gd name="T18" fmla="*/ 13 w 13"/>
                              <a:gd name="T19" fmla="*/ 2624 h 3108"/>
                              <a:gd name="T20" fmla="*/ 13 w 13"/>
                              <a:gd name="T21" fmla="*/ 2570 h 3108"/>
                              <a:gd name="T22" fmla="*/ 13 w 13"/>
                              <a:gd name="T23" fmla="*/ 2516 h 3108"/>
                              <a:gd name="T24" fmla="*/ 13 w 13"/>
                              <a:gd name="T25" fmla="*/ 2462 h 3108"/>
                              <a:gd name="T26" fmla="*/ 13 w 13"/>
                              <a:gd name="T27" fmla="*/ 2409 h 3108"/>
                              <a:gd name="T28" fmla="*/ 13 w 13"/>
                              <a:gd name="T29" fmla="*/ 2355 h 3108"/>
                              <a:gd name="T30" fmla="*/ 13 w 13"/>
                              <a:gd name="T31" fmla="*/ 2301 h 3108"/>
                              <a:gd name="T32" fmla="*/ 13 w 13"/>
                              <a:gd name="T33" fmla="*/ 2247 h 3108"/>
                              <a:gd name="T34" fmla="*/ 13 w 13"/>
                              <a:gd name="T35" fmla="*/ 2193 h 3108"/>
                              <a:gd name="T36" fmla="*/ 13 w 13"/>
                              <a:gd name="T37" fmla="*/ 2139 h 3108"/>
                              <a:gd name="T38" fmla="*/ 13 w 13"/>
                              <a:gd name="T39" fmla="*/ 2086 h 3108"/>
                              <a:gd name="T40" fmla="*/ 13 w 13"/>
                              <a:gd name="T41" fmla="*/ 2032 h 3108"/>
                              <a:gd name="T42" fmla="*/ 13 w 13"/>
                              <a:gd name="T43" fmla="*/ 1978 h 3108"/>
                              <a:gd name="T44" fmla="*/ 13 w 13"/>
                              <a:gd name="T45" fmla="*/ 1924 h 3108"/>
                              <a:gd name="T46" fmla="*/ 13 w 13"/>
                              <a:gd name="T47" fmla="*/ 1870 h 3108"/>
                              <a:gd name="T48" fmla="*/ 13 w 13"/>
                              <a:gd name="T49" fmla="*/ 1817 h 3108"/>
                              <a:gd name="T50" fmla="*/ 13 w 13"/>
                              <a:gd name="T51" fmla="*/ 1763 h 3108"/>
                              <a:gd name="T52" fmla="*/ 13 w 13"/>
                              <a:gd name="T53" fmla="*/ 1709 h 3108"/>
                              <a:gd name="T54" fmla="*/ 13 w 13"/>
                              <a:gd name="T55" fmla="*/ 1655 h 3108"/>
                              <a:gd name="T56" fmla="*/ 13 w 13"/>
                              <a:gd name="T57" fmla="*/ 1601 h 3108"/>
                              <a:gd name="T58" fmla="*/ 13 w 13"/>
                              <a:gd name="T59" fmla="*/ 1547 h 3108"/>
                              <a:gd name="T60" fmla="*/ 13 w 13"/>
                              <a:gd name="T61" fmla="*/ 1494 h 3108"/>
                              <a:gd name="T62" fmla="*/ 13 w 13"/>
                              <a:gd name="T63" fmla="*/ 1440 h 3108"/>
                              <a:gd name="T64" fmla="*/ 13 w 13"/>
                              <a:gd name="T65" fmla="*/ 1386 h 3108"/>
                              <a:gd name="T66" fmla="*/ 13 w 13"/>
                              <a:gd name="T67" fmla="*/ 1332 h 3108"/>
                              <a:gd name="T68" fmla="*/ 13 w 13"/>
                              <a:gd name="T69" fmla="*/ 1278 h 3108"/>
                              <a:gd name="T70" fmla="*/ 13 w 13"/>
                              <a:gd name="T71" fmla="*/ 1224 h 3108"/>
                              <a:gd name="T72" fmla="*/ 13 w 13"/>
                              <a:gd name="T73" fmla="*/ 1171 h 3108"/>
                              <a:gd name="T74" fmla="*/ 13 w 13"/>
                              <a:gd name="T75" fmla="*/ 1117 h 3108"/>
                              <a:gd name="T76" fmla="*/ 13 w 13"/>
                              <a:gd name="T77" fmla="*/ 1063 h 3108"/>
                              <a:gd name="T78" fmla="*/ 13 w 13"/>
                              <a:gd name="T79" fmla="*/ 1009 h 3108"/>
                              <a:gd name="T80" fmla="*/ 13 w 13"/>
                              <a:gd name="T81" fmla="*/ 955 h 3108"/>
                              <a:gd name="T82" fmla="*/ 13 w 13"/>
                              <a:gd name="T83" fmla="*/ 902 h 3108"/>
                              <a:gd name="T84" fmla="*/ 13 w 13"/>
                              <a:gd name="T85" fmla="*/ 848 h 3108"/>
                              <a:gd name="T86" fmla="*/ 13 w 13"/>
                              <a:gd name="T87" fmla="*/ 794 h 3108"/>
                              <a:gd name="T88" fmla="*/ 13 w 13"/>
                              <a:gd name="T89" fmla="*/ 740 h 3108"/>
                              <a:gd name="T90" fmla="*/ 13 w 13"/>
                              <a:gd name="T91" fmla="*/ 686 h 3108"/>
                              <a:gd name="T92" fmla="*/ 13 w 13"/>
                              <a:gd name="T93" fmla="*/ 632 h 3108"/>
                              <a:gd name="T94" fmla="*/ 13 w 13"/>
                              <a:gd name="T95" fmla="*/ 579 h 3108"/>
                              <a:gd name="T96" fmla="*/ 13 w 13"/>
                              <a:gd name="T97" fmla="*/ 525 h 3108"/>
                              <a:gd name="T98" fmla="*/ 13 w 13"/>
                              <a:gd name="T99" fmla="*/ 471 h 3108"/>
                              <a:gd name="T100" fmla="*/ 13 w 13"/>
                              <a:gd name="T101" fmla="*/ 417 h 3108"/>
                              <a:gd name="T102" fmla="*/ 13 w 13"/>
                              <a:gd name="T103" fmla="*/ 363 h 3108"/>
                              <a:gd name="T104" fmla="*/ 13 w 13"/>
                              <a:gd name="T105" fmla="*/ 309 h 3108"/>
                              <a:gd name="T106" fmla="*/ 13 w 13"/>
                              <a:gd name="T107" fmla="*/ 256 h 3108"/>
                              <a:gd name="T108" fmla="*/ 13 w 13"/>
                              <a:gd name="T109" fmla="*/ 202 h 3108"/>
                              <a:gd name="T110" fmla="*/ 13 w 13"/>
                              <a:gd name="T111" fmla="*/ 148 h 3108"/>
                              <a:gd name="T112" fmla="*/ 13 w 13"/>
                              <a:gd name="T113" fmla="*/ 94 h 3108"/>
                              <a:gd name="T114" fmla="*/ 13 w 13"/>
                              <a:gd name="T115" fmla="*/ 40 h 310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13" h="3108">
                                <a:moveTo>
                                  <a:pt x="13" y="3108"/>
                                </a:moveTo>
                                <a:lnTo>
                                  <a:pt x="13" y="3068"/>
                                </a:lnTo>
                                <a:lnTo>
                                  <a:pt x="0" y="3068"/>
                                </a:lnTo>
                                <a:lnTo>
                                  <a:pt x="0" y="3108"/>
                                </a:lnTo>
                                <a:lnTo>
                                  <a:pt x="13" y="3108"/>
                                </a:lnTo>
                                <a:close/>
                                <a:moveTo>
                                  <a:pt x="13" y="3054"/>
                                </a:moveTo>
                                <a:lnTo>
                                  <a:pt x="13" y="3014"/>
                                </a:lnTo>
                                <a:lnTo>
                                  <a:pt x="0" y="3014"/>
                                </a:lnTo>
                                <a:lnTo>
                                  <a:pt x="0" y="3054"/>
                                </a:lnTo>
                                <a:lnTo>
                                  <a:pt x="13" y="3054"/>
                                </a:lnTo>
                                <a:close/>
                                <a:moveTo>
                                  <a:pt x="13" y="3001"/>
                                </a:moveTo>
                                <a:lnTo>
                                  <a:pt x="13" y="2960"/>
                                </a:lnTo>
                                <a:lnTo>
                                  <a:pt x="0" y="2960"/>
                                </a:lnTo>
                                <a:lnTo>
                                  <a:pt x="0" y="3001"/>
                                </a:lnTo>
                                <a:lnTo>
                                  <a:pt x="13" y="3001"/>
                                </a:lnTo>
                                <a:close/>
                                <a:moveTo>
                                  <a:pt x="13" y="2947"/>
                                </a:moveTo>
                                <a:lnTo>
                                  <a:pt x="13" y="2906"/>
                                </a:lnTo>
                                <a:lnTo>
                                  <a:pt x="0" y="2906"/>
                                </a:lnTo>
                                <a:lnTo>
                                  <a:pt x="0" y="2947"/>
                                </a:lnTo>
                                <a:lnTo>
                                  <a:pt x="13" y="2947"/>
                                </a:lnTo>
                                <a:close/>
                                <a:moveTo>
                                  <a:pt x="13" y="2893"/>
                                </a:moveTo>
                                <a:lnTo>
                                  <a:pt x="13" y="2853"/>
                                </a:lnTo>
                                <a:lnTo>
                                  <a:pt x="0" y="2853"/>
                                </a:lnTo>
                                <a:lnTo>
                                  <a:pt x="0" y="2893"/>
                                </a:lnTo>
                                <a:lnTo>
                                  <a:pt x="13" y="2893"/>
                                </a:lnTo>
                                <a:close/>
                                <a:moveTo>
                                  <a:pt x="13" y="2839"/>
                                </a:moveTo>
                                <a:lnTo>
                                  <a:pt x="13" y="2799"/>
                                </a:lnTo>
                                <a:lnTo>
                                  <a:pt x="0" y="2799"/>
                                </a:lnTo>
                                <a:lnTo>
                                  <a:pt x="0" y="2839"/>
                                </a:lnTo>
                                <a:lnTo>
                                  <a:pt x="13" y="2839"/>
                                </a:lnTo>
                                <a:close/>
                                <a:moveTo>
                                  <a:pt x="13" y="2785"/>
                                </a:moveTo>
                                <a:lnTo>
                                  <a:pt x="13" y="2745"/>
                                </a:lnTo>
                                <a:lnTo>
                                  <a:pt x="0" y="2745"/>
                                </a:lnTo>
                                <a:lnTo>
                                  <a:pt x="0" y="2785"/>
                                </a:lnTo>
                                <a:lnTo>
                                  <a:pt x="13" y="2785"/>
                                </a:lnTo>
                                <a:close/>
                                <a:moveTo>
                                  <a:pt x="13" y="2732"/>
                                </a:moveTo>
                                <a:lnTo>
                                  <a:pt x="13" y="2691"/>
                                </a:lnTo>
                                <a:lnTo>
                                  <a:pt x="0" y="2691"/>
                                </a:lnTo>
                                <a:lnTo>
                                  <a:pt x="0" y="2732"/>
                                </a:lnTo>
                                <a:lnTo>
                                  <a:pt x="13" y="2732"/>
                                </a:lnTo>
                                <a:close/>
                                <a:moveTo>
                                  <a:pt x="13" y="2678"/>
                                </a:moveTo>
                                <a:lnTo>
                                  <a:pt x="13" y="2637"/>
                                </a:lnTo>
                                <a:lnTo>
                                  <a:pt x="0" y="2637"/>
                                </a:lnTo>
                                <a:lnTo>
                                  <a:pt x="0" y="2678"/>
                                </a:lnTo>
                                <a:lnTo>
                                  <a:pt x="13" y="2678"/>
                                </a:lnTo>
                                <a:close/>
                                <a:moveTo>
                                  <a:pt x="13" y="2624"/>
                                </a:moveTo>
                                <a:lnTo>
                                  <a:pt x="13" y="2584"/>
                                </a:lnTo>
                                <a:lnTo>
                                  <a:pt x="0" y="2584"/>
                                </a:lnTo>
                                <a:lnTo>
                                  <a:pt x="0" y="2624"/>
                                </a:lnTo>
                                <a:lnTo>
                                  <a:pt x="13" y="2624"/>
                                </a:lnTo>
                                <a:close/>
                                <a:moveTo>
                                  <a:pt x="13" y="2570"/>
                                </a:moveTo>
                                <a:lnTo>
                                  <a:pt x="13" y="2530"/>
                                </a:lnTo>
                                <a:lnTo>
                                  <a:pt x="0" y="2530"/>
                                </a:lnTo>
                                <a:lnTo>
                                  <a:pt x="0" y="2570"/>
                                </a:lnTo>
                                <a:lnTo>
                                  <a:pt x="13" y="2570"/>
                                </a:lnTo>
                                <a:close/>
                                <a:moveTo>
                                  <a:pt x="13" y="2516"/>
                                </a:moveTo>
                                <a:lnTo>
                                  <a:pt x="13" y="2476"/>
                                </a:lnTo>
                                <a:lnTo>
                                  <a:pt x="0" y="2476"/>
                                </a:lnTo>
                                <a:lnTo>
                                  <a:pt x="0" y="2516"/>
                                </a:lnTo>
                                <a:lnTo>
                                  <a:pt x="13" y="2516"/>
                                </a:lnTo>
                                <a:close/>
                                <a:moveTo>
                                  <a:pt x="13" y="2462"/>
                                </a:moveTo>
                                <a:lnTo>
                                  <a:pt x="13" y="2422"/>
                                </a:lnTo>
                                <a:lnTo>
                                  <a:pt x="0" y="2422"/>
                                </a:lnTo>
                                <a:lnTo>
                                  <a:pt x="0" y="2462"/>
                                </a:lnTo>
                                <a:lnTo>
                                  <a:pt x="13" y="2462"/>
                                </a:lnTo>
                                <a:close/>
                                <a:moveTo>
                                  <a:pt x="13" y="2409"/>
                                </a:moveTo>
                                <a:lnTo>
                                  <a:pt x="13" y="2368"/>
                                </a:lnTo>
                                <a:lnTo>
                                  <a:pt x="0" y="2368"/>
                                </a:lnTo>
                                <a:lnTo>
                                  <a:pt x="0" y="2409"/>
                                </a:lnTo>
                                <a:lnTo>
                                  <a:pt x="13" y="2409"/>
                                </a:lnTo>
                                <a:close/>
                                <a:moveTo>
                                  <a:pt x="13" y="2355"/>
                                </a:moveTo>
                                <a:lnTo>
                                  <a:pt x="13" y="2314"/>
                                </a:lnTo>
                                <a:lnTo>
                                  <a:pt x="0" y="2314"/>
                                </a:lnTo>
                                <a:lnTo>
                                  <a:pt x="0" y="2355"/>
                                </a:lnTo>
                                <a:lnTo>
                                  <a:pt x="13" y="2355"/>
                                </a:lnTo>
                                <a:close/>
                                <a:moveTo>
                                  <a:pt x="13" y="2301"/>
                                </a:moveTo>
                                <a:lnTo>
                                  <a:pt x="13" y="2261"/>
                                </a:lnTo>
                                <a:lnTo>
                                  <a:pt x="0" y="2261"/>
                                </a:lnTo>
                                <a:lnTo>
                                  <a:pt x="0" y="2301"/>
                                </a:lnTo>
                                <a:lnTo>
                                  <a:pt x="13" y="2301"/>
                                </a:lnTo>
                                <a:close/>
                                <a:moveTo>
                                  <a:pt x="13" y="2247"/>
                                </a:moveTo>
                                <a:lnTo>
                                  <a:pt x="13" y="2207"/>
                                </a:lnTo>
                                <a:lnTo>
                                  <a:pt x="0" y="2207"/>
                                </a:lnTo>
                                <a:lnTo>
                                  <a:pt x="0" y="2247"/>
                                </a:lnTo>
                                <a:lnTo>
                                  <a:pt x="13" y="2247"/>
                                </a:lnTo>
                                <a:close/>
                                <a:moveTo>
                                  <a:pt x="13" y="2193"/>
                                </a:moveTo>
                                <a:lnTo>
                                  <a:pt x="13" y="2153"/>
                                </a:lnTo>
                                <a:lnTo>
                                  <a:pt x="0" y="2153"/>
                                </a:lnTo>
                                <a:lnTo>
                                  <a:pt x="0" y="2193"/>
                                </a:lnTo>
                                <a:lnTo>
                                  <a:pt x="13" y="2193"/>
                                </a:lnTo>
                                <a:close/>
                                <a:moveTo>
                                  <a:pt x="13" y="2139"/>
                                </a:moveTo>
                                <a:lnTo>
                                  <a:pt x="13" y="2099"/>
                                </a:lnTo>
                                <a:lnTo>
                                  <a:pt x="0" y="2099"/>
                                </a:lnTo>
                                <a:lnTo>
                                  <a:pt x="0" y="2139"/>
                                </a:lnTo>
                                <a:lnTo>
                                  <a:pt x="13" y="2139"/>
                                </a:lnTo>
                                <a:close/>
                                <a:moveTo>
                                  <a:pt x="13" y="2086"/>
                                </a:moveTo>
                                <a:lnTo>
                                  <a:pt x="13" y="2045"/>
                                </a:lnTo>
                                <a:lnTo>
                                  <a:pt x="0" y="2045"/>
                                </a:lnTo>
                                <a:lnTo>
                                  <a:pt x="0" y="2086"/>
                                </a:lnTo>
                                <a:lnTo>
                                  <a:pt x="13" y="2086"/>
                                </a:lnTo>
                                <a:close/>
                                <a:moveTo>
                                  <a:pt x="13" y="2032"/>
                                </a:moveTo>
                                <a:lnTo>
                                  <a:pt x="13" y="1991"/>
                                </a:lnTo>
                                <a:lnTo>
                                  <a:pt x="0" y="1991"/>
                                </a:lnTo>
                                <a:lnTo>
                                  <a:pt x="0" y="2032"/>
                                </a:lnTo>
                                <a:lnTo>
                                  <a:pt x="13" y="2032"/>
                                </a:lnTo>
                                <a:close/>
                                <a:moveTo>
                                  <a:pt x="13" y="1978"/>
                                </a:moveTo>
                                <a:lnTo>
                                  <a:pt x="13" y="1938"/>
                                </a:lnTo>
                                <a:lnTo>
                                  <a:pt x="0" y="1938"/>
                                </a:lnTo>
                                <a:lnTo>
                                  <a:pt x="0" y="1978"/>
                                </a:lnTo>
                                <a:lnTo>
                                  <a:pt x="13" y="1978"/>
                                </a:lnTo>
                                <a:close/>
                                <a:moveTo>
                                  <a:pt x="13" y="1924"/>
                                </a:moveTo>
                                <a:lnTo>
                                  <a:pt x="13" y="1884"/>
                                </a:lnTo>
                                <a:lnTo>
                                  <a:pt x="0" y="1884"/>
                                </a:lnTo>
                                <a:lnTo>
                                  <a:pt x="0" y="1924"/>
                                </a:lnTo>
                                <a:lnTo>
                                  <a:pt x="13" y="1924"/>
                                </a:lnTo>
                                <a:close/>
                                <a:moveTo>
                                  <a:pt x="13" y="1870"/>
                                </a:moveTo>
                                <a:lnTo>
                                  <a:pt x="13" y="1830"/>
                                </a:lnTo>
                                <a:lnTo>
                                  <a:pt x="0" y="1830"/>
                                </a:lnTo>
                                <a:lnTo>
                                  <a:pt x="0" y="1870"/>
                                </a:lnTo>
                                <a:lnTo>
                                  <a:pt x="13" y="1870"/>
                                </a:lnTo>
                                <a:close/>
                                <a:moveTo>
                                  <a:pt x="13" y="1817"/>
                                </a:moveTo>
                                <a:lnTo>
                                  <a:pt x="13" y="1776"/>
                                </a:lnTo>
                                <a:lnTo>
                                  <a:pt x="0" y="1776"/>
                                </a:lnTo>
                                <a:lnTo>
                                  <a:pt x="0" y="1817"/>
                                </a:lnTo>
                                <a:lnTo>
                                  <a:pt x="13" y="1817"/>
                                </a:lnTo>
                                <a:close/>
                                <a:moveTo>
                                  <a:pt x="13" y="1763"/>
                                </a:moveTo>
                                <a:lnTo>
                                  <a:pt x="13" y="1722"/>
                                </a:lnTo>
                                <a:lnTo>
                                  <a:pt x="0" y="1722"/>
                                </a:lnTo>
                                <a:lnTo>
                                  <a:pt x="0" y="1763"/>
                                </a:lnTo>
                                <a:lnTo>
                                  <a:pt x="13" y="1763"/>
                                </a:lnTo>
                                <a:close/>
                                <a:moveTo>
                                  <a:pt x="13" y="1709"/>
                                </a:moveTo>
                                <a:lnTo>
                                  <a:pt x="13" y="1669"/>
                                </a:lnTo>
                                <a:lnTo>
                                  <a:pt x="0" y="1669"/>
                                </a:lnTo>
                                <a:lnTo>
                                  <a:pt x="0" y="1709"/>
                                </a:lnTo>
                                <a:lnTo>
                                  <a:pt x="13" y="1709"/>
                                </a:lnTo>
                                <a:close/>
                                <a:moveTo>
                                  <a:pt x="13" y="1655"/>
                                </a:moveTo>
                                <a:lnTo>
                                  <a:pt x="13" y="1615"/>
                                </a:lnTo>
                                <a:lnTo>
                                  <a:pt x="0" y="1615"/>
                                </a:lnTo>
                                <a:lnTo>
                                  <a:pt x="0" y="1655"/>
                                </a:lnTo>
                                <a:lnTo>
                                  <a:pt x="13" y="1655"/>
                                </a:lnTo>
                                <a:close/>
                                <a:moveTo>
                                  <a:pt x="13" y="1601"/>
                                </a:moveTo>
                                <a:lnTo>
                                  <a:pt x="13" y="1561"/>
                                </a:lnTo>
                                <a:lnTo>
                                  <a:pt x="0" y="1561"/>
                                </a:lnTo>
                                <a:lnTo>
                                  <a:pt x="0" y="1601"/>
                                </a:lnTo>
                                <a:lnTo>
                                  <a:pt x="13" y="1601"/>
                                </a:lnTo>
                                <a:close/>
                                <a:moveTo>
                                  <a:pt x="13" y="1547"/>
                                </a:moveTo>
                                <a:lnTo>
                                  <a:pt x="13" y="1507"/>
                                </a:lnTo>
                                <a:lnTo>
                                  <a:pt x="0" y="1507"/>
                                </a:lnTo>
                                <a:lnTo>
                                  <a:pt x="0" y="1547"/>
                                </a:lnTo>
                                <a:lnTo>
                                  <a:pt x="13" y="1547"/>
                                </a:lnTo>
                                <a:close/>
                                <a:moveTo>
                                  <a:pt x="13" y="1494"/>
                                </a:moveTo>
                                <a:lnTo>
                                  <a:pt x="13" y="1453"/>
                                </a:lnTo>
                                <a:lnTo>
                                  <a:pt x="0" y="1453"/>
                                </a:lnTo>
                                <a:lnTo>
                                  <a:pt x="0" y="1494"/>
                                </a:lnTo>
                                <a:lnTo>
                                  <a:pt x="13" y="1494"/>
                                </a:lnTo>
                                <a:close/>
                                <a:moveTo>
                                  <a:pt x="13" y="1440"/>
                                </a:moveTo>
                                <a:lnTo>
                                  <a:pt x="13" y="1399"/>
                                </a:lnTo>
                                <a:lnTo>
                                  <a:pt x="0" y="1399"/>
                                </a:lnTo>
                                <a:lnTo>
                                  <a:pt x="0" y="1440"/>
                                </a:lnTo>
                                <a:lnTo>
                                  <a:pt x="13" y="1440"/>
                                </a:lnTo>
                                <a:close/>
                                <a:moveTo>
                                  <a:pt x="13" y="1386"/>
                                </a:moveTo>
                                <a:lnTo>
                                  <a:pt x="13" y="1346"/>
                                </a:lnTo>
                                <a:lnTo>
                                  <a:pt x="0" y="1346"/>
                                </a:lnTo>
                                <a:lnTo>
                                  <a:pt x="0" y="1386"/>
                                </a:lnTo>
                                <a:lnTo>
                                  <a:pt x="13" y="1386"/>
                                </a:lnTo>
                                <a:close/>
                                <a:moveTo>
                                  <a:pt x="13" y="1332"/>
                                </a:moveTo>
                                <a:lnTo>
                                  <a:pt x="13" y="1292"/>
                                </a:lnTo>
                                <a:lnTo>
                                  <a:pt x="0" y="1292"/>
                                </a:lnTo>
                                <a:lnTo>
                                  <a:pt x="0" y="1332"/>
                                </a:lnTo>
                                <a:lnTo>
                                  <a:pt x="13" y="1332"/>
                                </a:lnTo>
                                <a:close/>
                                <a:moveTo>
                                  <a:pt x="13" y="1278"/>
                                </a:moveTo>
                                <a:lnTo>
                                  <a:pt x="13" y="1238"/>
                                </a:lnTo>
                                <a:lnTo>
                                  <a:pt x="0" y="1238"/>
                                </a:lnTo>
                                <a:lnTo>
                                  <a:pt x="0" y="1278"/>
                                </a:lnTo>
                                <a:lnTo>
                                  <a:pt x="13" y="1278"/>
                                </a:lnTo>
                                <a:close/>
                                <a:moveTo>
                                  <a:pt x="13" y="1224"/>
                                </a:moveTo>
                                <a:lnTo>
                                  <a:pt x="13" y="1184"/>
                                </a:lnTo>
                                <a:lnTo>
                                  <a:pt x="0" y="1184"/>
                                </a:lnTo>
                                <a:lnTo>
                                  <a:pt x="0" y="1224"/>
                                </a:lnTo>
                                <a:lnTo>
                                  <a:pt x="13" y="1224"/>
                                </a:lnTo>
                                <a:close/>
                                <a:moveTo>
                                  <a:pt x="13" y="1171"/>
                                </a:moveTo>
                                <a:lnTo>
                                  <a:pt x="13" y="1130"/>
                                </a:lnTo>
                                <a:lnTo>
                                  <a:pt x="0" y="1130"/>
                                </a:lnTo>
                                <a:lnTo>
                                  <a:pt x="0" y="1171"/>
                                </a:lnTo>
                                <a:lnTo>
                                  <a:pt x="13" y="1171"/>
                                </a:lnTo>
                                <a:close/>
                                <a:moveTo>
                                  <a:pt x="13" y="1117"/>
                                </a:moveTo>
                                <a:lnTo>
                                  <a:pt x="13" y="1076"/>
                                </a:lnTo>
                                <a:lnTo>
                                  <a:pt x="0" y="1076"/>
                                </a:lnTo>
                                <a:lnTo>
                                  <a:pt x="0" y="1117"/>
                                </a:lnTo>
                                <a:lnTo>
                                  <a:pt x="13" y="1117"/>
                                </a:lnTo>
                                <a:close/>
                                <a:moveTo>
                                  <a:pt x="13" y="1063"/>
                                </a:moveTo>
                                <a:lnTo>
                                  <a:pt x="13" y="1023"/>
                                </a:lnTo>
                                <a:lnTo>
                                  <a:pt x="0" y="1023"/>
                                </a:lnTo>
                                <a:lnTo>
                                  <a:pt x="0" y="1063"/>
                                </a:lnTo>
                                <a:lnTo>
                                  <a:pt x="13" y="1063"/>
                                </a:lnTo>
                                <a:close/>
                                <a:moveTo>
                                  <a:pt x="13" y="1009"/>
                                </a:moveTo>
                                <a:lnTo>
                                  <a:pt x="13" y="969"/>
                                </a:lnTo>
                                <a:lnTo>
                                  <a:pt x="0" y="969"/>
                                </a:lnTo>
                                <a:lnTo>
                                  <a:pt x="0" y="1009"/>
                                </a:lnTo>
                                <a:lnTo>
                                  <a:pt x="13" y="1009"/>
                                </a:lnTo>
                                <a:close/>
                                <a:moveTo>
                                  <a:pt x="13" y="955"/>
                                </a:moveTo>
                                <a:lnTo>
                                  <a:pt x="13" y="915"/>
                                </a:lnTo>
                                <a:lnTo>
                                  <a:pt x="0" y="915"/>
                                </a:lnTo>
                                <a:lnTo>
                                  <a:pt x="0" y="955"/>
                                </a:lnTo>
                                <a:lnTo>
                                  <a:pt x="13" y="955"/>
                                </a:lnTo>
                                <a:close/>
                                <a:moveTo>
                                  <a:pt x="13" y="902"/>
                                </a:moveTo>
                                <a:lnTo>
                                  <a:pt x="13" y="861"/>
                                </a:lnTo>
                                <a:lnTo>
                                  <a:pt x="0" y="861"/>
                                </a:lnTo>
                                <a:lnTo>
                                  <a:pt x="0" y="902"/>
                                </a:lnTo>
                                <a:lnTo>
                                  <a:pt x="13" y="902"/>
                                </a:lnTo>
                                <a:close/>
                                <a:moveTo>
                                  <a:pt x="13" y="848"/>
                                </a:moveTo>
                                <a:lnTo>
                                  <a:pt x="13" y="807"/>
                                </a:lnTo>
                                <a:lnTo>
                                  <a:pt x="0" y="807"/>
                                </a:lnTo>
                                <a:lnTo>
                                  <a:pt x="0" y="848"/>
                                </a:lnTo>
                                <a:lnTo>
                                  <a:pt x="13" y="848"/>
                                </a:lnTo>
                                <a:close/>
                                <a:moveTo>
                                  <a:pt x="13" y="794"/>
                                </a:moveTo>
                                <a:lnTo>
                                  <a:pt x="13" y="754"/>
                                </a:lnTo>
                                <a:lnTo>
                                  <a:pt x="0" y="754"/>
                                </a:lnTo>
                                <a:lnTo>
                                  <a:pt x="0" y="794"/>
                                </a:lnTo>
                                <a:lnTo>
                                  <a:pt x="13" y="794"/>
                                </a:lnTo>
                                <a:close/>
                                <a:moveTo>
                                  <a:pt x="13" y="740"/>
                                </a:moveTo>
                                <a:lnTo>
                                  <a:pt x="13" y="700"/>
                                </a:lnTo>
                                <a:lnTo>
                                  <a:pt x="0" y="700"/>
                                </a:lnTo>
                                <a:lnTo>
                                  <a:pt x="0" y="740"/>
                                </a:lnTo>
                                <a:lnTo>
                                  <a:pt x="13" y="740"/>
                                </a:lnTo>
                                <a:close/>
                                <a:moveTo>
                                  <a:pt x="13" y="686"/>
                                </a:moveTo>
                                <a:lnTo>
                                  <a:pt x="13" y="646"/>
                                </a:lnTo>
                                <a:lnTo>
                                  <a:pt x="0" y="646"/>
                                </a:lnTo>
                                <a:lnTo>
                                  <a:pt x="0" y="686"/>
                                </a:lnTo>
                                <a:lnTo>
                                  <a:pt x="13" y="686"/>
                                </a:lnTo>
                                <a:close/>
                                <a:moveTo>
                                  <a:pt x="13" y="632"/>
                                </a:moveTo>
                                <a:lnTo>
                                  <a:pt x="13" y="592"/>
                                </a:lnTo>
                                <a:lnTo>
                                  <a:pt x="0" y="592"/>
                                </a:lnTo>
                                <a:lnTo>
                                  <a:pt x="0" y="632"/>
                                </a:lnTo>
                                <a:lnTo>
                                  <a:pt x="13" y="632"/>
                                </a:lnTo>
                                <a:close/>
                                <a:moveTo>
                                  <a:pt x="13" y="579"/>
                                </a:moveTo>
                                <a:lnTo>
                                  <a:pt x="13" y="538"/>
                                </a:lnTo>
                                <a:lnTo>
                                  <a:pt x="0" y="538"/>
                                </a:lnTo>
                                <a:lnTo>
                                  <a:pt x="0" y="579"/>
                                </a:lnTo>
                                <a:lnTo>
                                  <a:pt x="13" y="579"/>
                                </a:lnTo>
                                <a:close/>
                                <a:moveTo>
                                  <a:pt x="13" y="525"/>
                                </a:moveTo>
                                <a:lnTo>
                                  <a:pt x="13" y="484"/>
                                </a:lnTo>
                                <a:lnTo>
                                  <a:pt x="0" y="484"/>
                                </a:lnTo>
                                <a:lnTo>
                                  <a:pt x="0" y="525"/>
                                </a:lnTo>
                                <a:lnTo>
                                  <a:pt x="13" y="525"/>
                                </a:lnTo>
                                <a:close/>
                                <a:moveTo>
                                  <a:pt x="13" y="471"/>
                                </a:moveTo>
                                <a:lnTo>
                                  <a:pt x="13" y="431"/>
                                </a:lnTo>
                                <a:lnTo>
                                  <a:pt x="0" y="431"/>
                                </a:lnTo>
                                <a:lnTo>
                                  <a:pt x="0" y="471"/>
                                </a:lnTo>
                                <a:lnTo>
                                  <a:pt x="13" y="471"/>
                                </a:lnTo>
                                <a:close/>
                                <a:moveTo>
                                  <a:pt x="13" y="417"/>
                                </a:moveTo>
                                <a:lnTo>
                                  <a:pt x="13" y="377"/>
                                </a:lnTo>
                                <a:lnTo>
                                  <a:pt x="0" y="377"/>
                                </a:lnTo>
                                <a:lnTo>
                                  <a:pt x="0" y="417"/>
                                </a:lnTo>
                                <a:lnTo>
                                  <a:pt x="13" y="417"/>
                                </a:lnTo>
                                <a:close/>
                                <a:moveTo>
                                  <a:pt x="13" y="363"/>
                                </a:moveTo>
                                <a:lnTo>
                                  <a:pt x="13" y="323"/>
                                </a:lnTo>
                                <a:lnTo>
                                  <a:pt x="0" y="323"/>
                                </a:lnTo>
                                <a:lnTo>
                                  <a:pt x="0" y="363"/>
                                </a:lnTo>
                                <a:lnTo>
                                  <a:pt x="13" y="363"/>
                                </a:lnTo>
                                <a:close/>
                                <a:moveTo>
                                  <a:pt x="13" y="309"/>
                                </a:moveTo>
                                <a:lnTo>
                                  <a:pt x="13" y="269"/>
                                </a:lnTo>
                                <a:lnTo>
                                  <a:pt x="0" y="269"/>
                                </a:lnTo>
                                <a:lnTo>
                                  <a:pt x="0" y="309"/>
                                </a:lnTo>
                                <a:lnTo>
                                  <a:pt x="13" y="309"/>
                                </a:lnTo>
                                <a:close/>
                                <a:moveTo>
                                  <a:pt x="13" y="256"/>
                                </a:moveTo>
                                <a:lnTo>
                                  <a:pt x="13" y="215"/>
                                </a:lnTo>
                                <a:lnTo>
                                  <a:pt x="0" y="215"/>
                                </a:lnTo>
                                <a:lnTo>
                                  <a:pt x="0" y="256"/>
                                </a:lnTo>
                                <a:lnTo>
                                  <a:pt x="13" y="256"/>
                                </a:lnTo>
                                <a:close/>
                                <a:moveTo>
                                  <a:pt x="13" y="202"/>
                                </a:moveTo>
                                <a:lnTo>
                                  <a:pt x="13" y="161"/>
                                </a:lnTo>
                                <a:lnTo>
                                  <a:pt x="0" y="161"/>
                                </a:lnTo>
                                <a:lnTo>
                                  <a:pt x="0" y="202"/>
                                </a:lnTo>
                                <a:lnTo>
                                  <a:pt x="13" y="202"/>
                                </a:lnTo>
                                <a:close/>
                                <a:moveTo>
                                  <a:pt x="13" y="148"/>
                                </a:moveTo>
                                <a:lnTo>
                                  <a:pt x="13" y="108"/>
                                </a:lnTo>
                                <a:lnTo>
                                  <a:pt x="0" y="108"/>
                                </a:lnTo>
                                <a:lnTo>
                                  <a:pt x="0" y="148"/>
                                </a:lnTo>
                                <a:lnTo>
                                  <a:pt x="13" y="148"/>
                                </a:lnTo>
                                <a:close/>
                                <a:moveTo>
                                  <a:pt x="13" y="94"/>
                                </a:moveTo>
                                <a:lnTo>
                                  <a:pt x="13" y="54"/>
                                </a:lnTo>
                                <a:lnTo>
                                  <a:pt x="0" y="54"/>
                                </a:lnTo>
                                <a:lnTo>
                                  <a:pt x="0" y="94"/>
                                </a:lnTo>
                                <a:lnTo>
                                  <a:pt x="13" y="94"/>
                                </a:lnTo>
                                <a:close/>
                                <a:moveTo>
                                  <a:pt x="13" y="40"/>
                                </a:moveTo>
                                <a:lnTo>
                                  <a:pt x="13" y="0"/>
                                </a:lnTo>
                                <a:lnTo>
                                  <a:pt x="0" y="0"/>
                                </a:lnTo>
                                <a:lnTo>
                                  <a:pt x="0" y="40"/>
                                </a:lnTo>
                                <a:lnTo>
                                  <a:pt x="13" y="40"/>
                                </a:lnTo>
                                <a:close/>
                              </a:path>
                            </a:pathLst>
                          </a:custGeom>
                          <a:solidFill>
                            <a:srgbClr val="000000"/>
                          </a:solidFill>
                          <a:ln w="0" cap="flat">
                            <a:solidFill>
                              <a:srgbClr val="000000"/>
                            </a:solidFill>
                            <a:prstDash val="solid"/>
                            <a:round/>
                            <a:headEnd/>
                            <a:tailEnd/>
                          </a:ln>
                        </wps:spPr>
                        <wps:bodyPr rot="0" vert="horz" wrap="square" lIns="91440" tIns="45720" rIns="91440" bIns="45720" anchor="t" anchorCtr="0" upright="1">
                          <a:noAutofit/>
                        </wps:bodyPr>
                      </wps:wsp>
                      <wps:wsp>
                        <wps:cNvPr id="58" name="Freeform 155"/>
                        <wps:cNvSpPr>
                          <a:spLocks noEditPoints="1"/>
                        </wps:cNvSpPr>
                        <wps:spPr bwMode="auto">
                          <a:xfrm>
                            <a:off x="2832735" y="1757074"/>
                            <a:ext cx="971550" cy="69850"/>
                          </a:xfrm>
                          <a:custGeom>
                            <a:avLst/>
                            <a:gdLst>
                              <a:gd name="T0" fmla="*/ 48 w 7263"/>
                              <a:gd name="T1" fmla="*/ 236 h 521"/>
                              <a:gd name="T2" fmla="*/ 7215 w 7263"/>
                              <a:gd name="T3" fmla="*/ 236 h 521"/>
                              <a:gd name="T4" fmla="*/ 7215 w 7263"/>
                              <a:gd name="T5" fmla="*/ 284 h 521"/>
                              <a:gd name="T6" fmla="*/ 48 w 7263"/>
                              <a:gd name="T7" fmla="*/ 284 h 521"/>
                              <a:gd name="T8" fmla="*/ 48 w 7263"/>
                              <a:gd name="T9" fmla="*/ 236 h 521"/>
                              <a:gd name="T10" fmla="*/ 436 w 7263"/>
                              <a:gd name="T11" fmla="*/ 515 h 521"/>
                              <a:gd name="T12" fmla="*/ 0 w 7263"/>
                              <a:gd name="T13" fmla="*/ 260 h 521"/>
                              <a:gd name="T14" fmla="*/ 436 w 7263"/>
                              <a:gd name="T15" fmla="*/ 6 h 521"/>
                              <a:gd name="T16" fmla="*/ 469 w 7263"/>
                              <a:gd name="T17" fmla="*/ 15 h 521"/>
                              <a:gd name="T18" fmla="*/ 460 w 7263"/>
                              <a:gd name="T19" fmla="*/ 48 h 521"/>
                              <a:gd name="T20" fmla="*/ 60 w 7263"/>
                              <a:gd name="T21" fmla="*/ 281 h 521"/>
                              <a:gd name="T22" fmla="*/ 60 w 7263"/>
                              <a:gd name="T23" fmla="*/ 240 h 521"/>
                              <a:gd name="T24" fmla="*/ 460 w 7263"/>
                              <a:gd name="T25" fmla="*/ 473 h 521"/>
                              <a:gd name="T26" fmla="*/ 469 w 7263"/>
                              <a:gd name="T27" fmla="*/ 506 h 521"/>
                              <a:gd name="T28" fmla="*/ 436 w 7263"/>
                              <a:gd name="T29" fmla="*/ 515 h 521"/>
                              <a:gd name="T30" fmla="*/ 6827 w 7263"/>
                              <a:gd name="T31" fmla="*/ 6 h 521"/>
                              <a:gd name="T32" fmla="*/ 7263 w 7263"/>
                              <a:gd name="T33" fmla="*/ 260 h 521"/>
                              <a:gd name="T34" fmla="*/ 6827 w 7263"/>
                              <a:gd name="T35" fmla="*/ 515 h 521"/>
                              <a:gd name="T36" fmla="*/ 6794 w 7263"/>
                              <a:gd name="T37" fmla="*/ 506 h 521"/>
                              <a:gd name="T38" fmla="*/ 6803 w 7263"/>
                              <a:gd name="T39" fmla="*/ 473 h 521"/>
                              <a:gd name="T40" fmla="*/ 7203 w 7263"/>
                              <a:gd name="T41" fmla="*/ 240 h 521"/>
                              <a:gd name="T42" fmla="*/ 7203 w 7263"/>
                              <a:gd name="T43" fmla="*/ 281 h 521"/>
                              <a:gd name="T44" fmla="*/ 6803 w 7263"/>
                              <a:gd name="T45" fmla="*/ 48 h 521"/>
                              <a:gd name="T46" fmla="*/ 6794 w 7263"/>
                              <a:gd name="T47" fmla="*/ 15 h 521"/>
                              <a:gd name="T48" fmla="*/ 6827 w 7263"/>
                              <a:gd name="T49" fmla="*/ 6 h 5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Lst>
                            <a:rect l="0" t="0" r="r" b="b"/>
                            <a:pathLst>
                              <a:path w="7263" h="521">
                                <a:moveTo>
                                  <a:pt x="48" y="236"/>
                                </a:moveTo>
                                <a:lnTo>
                                  <a:pt x="7215" y="236"/>
                                </a:lnTo>
                                <a:lnTo>
                                  <a:pt x="7215" y="284"/>
                                </a:lnTo>
                                <a:lnTo>
                                  <a:pt x="48" y="284"/>
                                </a:lnTo>
                                <a:lnTo>
                                  <a:pt x="48" y="236"/>
                                </a:lnTo>
                                <a:close/>
                                <a:moveTo>
                                  <a:pt x="436" y="515"/>
                                </a:moveTo>
                                <a:lnTo>
                                  <a:pt x="0" y="260"/>
                                </a:lnTo>
                                <a:lnTo>
                                  <a:pt x="436" y="6"/>
                                </a:lnTo>
                                <a:cubicBezTo>
                                  <a:pt x="447" y="0"/>
                                  <a:pt x="462" y="4"/>
                                  <a:pt x="469" y="15"/>
                                </a:cubicBezTo>
                                <a:cubicBezTo>
                                  <a:pt x="475" y="26"/>
                                  <a:pt x="472" y="41"/>
                                  <a:pt x="460" y="48"/>
                                </a:cubicBezTo>
                                <a:lnTo>
                                  <a:pt x="60" y="281"/>
                                </a:lnTo>
                                <a:lnTo>
                                  <a:pt x="60" y="240"/>
                                </a:lnTo>
                                <a:lnTo>
                                  <a:pt x="460" y="473"/>
                                </a:lnTo>
                                <a:cubicBezTo>
                                  <a:pt x="472" y="480"/>
                                  <a:pt x="475" y="494"/>
                                  <a:pt x="469" y="506"/>
                                </a:cubicBezTo>
                                <a:cubicBezTo>
                                  <a:pt x="462" y="517"/>
                                  <a:pt x="447" y="521"/>
                                  <a:pt x="436" y="515"/>
                                </a:cubicBezTo>
                                <a:close/>
                                <a:moveTo>
                                  <a:pt x="6827" y="6"/>
                                </a:moveTo>
                                <a:lnTo>
                                  <a:pt x="7263" y="260"/>
                                </a:lnTo>
                                <a:lnTo>
                                  <a:pt x="6827" y="515"/>
                                </a:lnTo>
                                <a:cubicBezTo>
                                  <a:pt x="6816" y="521"/>
                                  <a:pt x="6801" y="517"/>
                                  <a:pt x="6794" y="506"/>
                                </a:cubicBezTo>
                                <a:cubicBezTo>
                                  <a:pt x="6787" y="494"/>
                                  <a:pt x="6791" y="480"/>
                                  <a:pt x="6803" y="473"/>
                                </a:cubicBezTo>
                                <a:lnTo>
                                  <a:pt x="7203" y="240"/>
                                </a:lnTo>
                                <a:lnTo>
                                  <a:pt x="7203" y="281"/>
                                </a:lnTo>
                                <a:lnTo>
                                  <a:pt x="6803" y="48"/>
                                </a:lnTo>
                                <a:cubicBezTo>
                                  <a:pt x="6791" y="41"/>
                                  <a:pt x="6787" y="26"/>
                                  <a:pt x="6794" y="15"/>
                                </a:cubicBezTo>
                                <a:cubicBezTo>
                                  <a:pt x="6801" y="4"/>
                                  <a:pt x="6816" y="0"/>
                                  <a:pt x="6827" y="6"/>
                                </a:cubicBezTo>
                                <a:close/>
                              </a:path>
                            </a:pathLst>
                          </a:custGeom>
                          <a:solidFill>
                            <a:srgbClr val="000000"/>
                          </a:solidFill>
                          <a:ln w="0" cap="flat">
                            <a:solidFill>
                              <a:srgbClr val="000000"/>
                            </a:solidFill>
                            <a:prstDash val="solid"/>
                            <a:round/>
                            <a:headEnd/>
                            <a:tailEnd/>
                          </a:ln>
                        </wps:spPr>
                        <wps:bodyPr rot="0" vert="horz" wrap="square" lIns="91440" tIns="45720" rIns="91440" bIns="45720" anchor="t" anchorCtr="0" upright="1">
                          <a:noAutofit/>
                        </wps:bodyPr>
                      </wps:wsp>
                      <wps:wsp>
                        <wps:cNvPr id="59" name="Freeform 156"/>
                        <wps:cNvSpPr>
                          <a:spLocks noEditPoints="1"/>
                        </wps:cNvSpPr>
                        <wps:spPr bwMode="auto">
                          <a:xfrm>
                            <a:off x="2326640" y="2426999"/>
                            <a:ext cx="1463040" cy="69850"/>
                          </a:xfrm>
                          <a:custGeom>
                            <a:avLst/>
                            <a:gdLst>
                              <a:gd name="T0" fmla="*/ 48 w 10939"/>
                              <a:gd name="T1" fmla="*/ 236 h 521"/>
                              <a:gd name="T2" fmla="*/ 10891 w 10939"/>
                              <a:gd name="T3" fmla="*/ 236 h 521"/>
                              <a:gd name="T4" fmla="*/ 10891 w 10939"/>
                              <a:gd name="T5" fmla="*/ 284 h 521"/>
                              <a:gd name="T6" fmla="*/ 48 w 10939"/>
                              <a:gd name="T7" fmla="*/ 284 h 521"/>
                              <a:gd name="T8" fmla="*/ 48 w 10939"/>
                              <a:gd name="T9" fmla="*/ 236 h 521"/>
                              <a:gd name="T10" fmla="*/ 436 w 10939"/>
                              <a:gd name="T11" fmla="*/ 515 h 521"/>
                              <a:gd name="T12" fmla="*/ 0 w 10939"/>
                              <a:gd name="T13" fmla="*/ 260 h 521"/>
                              <a:gd name="T14" fmla="*/ 436 w 10939"/>
                              <a:gd name="T15" fmla="*/ 6 h 521"/>
                              <a:gd name="T16" fmla="*/ 469 w 10939"/>
                              <a:gd name="T17" fmla="*/ 15 h 521"/>
                              <a:gd name="T18" fmla="*/ 460 w 10939"/>
                              <a:gd name="T19" fmla="*/ 48 h 521"/>
                              <a:gd name="T20" fmla="*/ 60 w 10939"/>
                              <a:gd name="T21" fmla="*/ 281 h 521"/>
                              <a:gd name="T22" fmla="*/ 60 w 10939"/>
                              <a:gd name="T23" fmla="*/ 240 h 521"/>
                              <a:gd name="T24" fmla="*/ 460 w 10939"/>
                              <a:gd name="T25" fmla="*/ 473 h 521"/>
                              <a:gd name="T26" fmla="*/ 469 w 10939"/>
                              <a:gd name="T27" fmla="*/ 506 h 521"/>
                              <a:gd name="T28" fmla="*/ 436 w 10939"/>
                              <a:gd name="T29" fmla="*/ 515 h 521"/>
                              <a:gd name="T30" fmla="*/ 10503 w 10939"/>
                              <a:gd name="T31" fmla="*/ 6 h 521"/>
                              <a:gd name="T32" fmla="*/ 10939 w 10939"/>
                              <a:gd name="T33" fmla="*/ 260 h 521"/>
                              <a:gd name="T34" fmla="*/ 10503 w 10939"/>
                              <a:gd name="T35" fmla="*/ 515 h 521"/>
                              <a:gd name="T36" fmla="*/ 10470 w 10939"/>
                              <a:gd name="T37" fmla="*/ 506 h 521"/>
                              <a:gd name="T38" fmla="*/ 10479 w 10939"/>
                              <a:gd name="T39" fmla="*/ 473 h 521"/>
                              <a:gd name="T40" fmla="*/ 10879 w 10939"/>
                              <a:gd name="T41" fmla="*/ 240 h 521"/>
                              <a:gd name="T42" fmla="*/ 10879 w 10939"/>
                              <a:gd name="T43" fmla="*/ 281 h 521"/>
                              <a:gd name="T44" fmla="*/ 10479 w 10939"/>
                              <a:gd name="T45" fmla="*/ 48 h 521"/>
                              <a:gd name="T46" fmla="*/ 10470 w 10939"/>
                              <a:gd name="T47" fmla="*/ 15 h 521"/>
                              <a:gd name="T48" fmla="*/ 10503 w 10939"/>
                              <a:gd name="T49" fmla="*/ 6 h 5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Lst>
                            <a:rect l="0" t="0" r="r" b="b"/>
                            <a:pathLst>
                              <a:path w="10939" h="521">
                                <a:moveTo>
                                  <a:pt x="48" y="236"/>
                                </a:moveTo>
                                <a:lnTo>
                                  <a:pt x="10891" y="236"/>
                                </a:lnTo>
                                <a:lnTo>
                                  <a:pt x="10891" y="284"/>
                                </a:lnTo>
                                <a:lnTo>
                                  <a:pt x="48" y="284"/>
                                </a:lnTo>
                                <a:lnTo>
                                  <a:pt x="48" y="236"/>
                                </a:lnTo>
                                <a:close/>
                                <a:moveTo>
                                  <a:pt x="436" y="515"/>
                                </a:moveTo>
                                <a:lnTo>
                                  <a:pt x="0" y="260"/>
                                </a:lnTo>
                                <a:lnTo>
                                  <a:pt x="436" y="6"/>
                                </a:lnTo>
                                <a:cubicBezTo>
                                  <a:pt x="447" y="0"/>
                                  <a:pt x="462" y="4"/>
                                  <a:pt x="469" y="15"/>
                                </a:cubicBezTo>
                                <a:cubicBezTo>
                                  <a:pt x="475" y="26"/>
                                  <a:pt x="472" y="41"/>
                                  <a:pt x="460" y="48"/>
                                </a:cubicBezTo>
                                <a:lnTo>
                                  <a:pt x="60" y="281"/>
                                </a:lnTo>
                                <a:lnTo>
                                  <a:pt x="60" y="240"/>
                                </a:lnTo>
                                <a:lnTo>
                                  <a:pt x="460" y="473"/>
                                </a:lnTo>
                                <a:cubicBezTo>
                                  <a:pt x="472" y="480"/>
                                  <a:pt x="475" y="494"/>
                                  <a:pt x="469" y="506"/>
                                </a:cubicBezTo>
                                <a:cubicBezTo>
                                  <a:pt x="462" y="517"/>
                                  <a:pt x="447" y="521"/>
                                  <a:pt x="436" y="515"/>
                                </a:cubicBezTo>
                                <a:close/>
                                <a:moveTo>
                                  <a:pt x="10503" y="6"/>
                                </a:moveTo>
                                <a:lnTo>
                                  <a:pt x="10939" y="260"/>
                                </a:lnTo>
                                <a:lnTo>
                                  <a:pt x="10503" y="515"/>
                                </a:lnTo>
                                <a:cubicBezTo>
                                  <a:pt x="10492" y="521"/>
                                  <a:pt x="10477" y="517"/>
                                  <a:pt x="10470" y="506"/>
                                </a:cubicBezTo>
                                <a:cubicBezTo>
                                  <a:pt x="10464" y="494"/>
                                  <a:pt x="10468" y="480"/>
                                  <a:pt x="10479" y="473"/>
                                </a:cubicBezTo>
                                <a:lnTo>
                                  <a:pt x="10879" y="240"/>
                                </a:lnTo>
                                <a:lnTo>
                                  <a:pt x="10879" y="281"/>
                                </a:lnTo>
                                <a:lnTo>
                                  <a:pt x="10479" y="48"/>
                                </a:lnTo>
                                <a:cubicBezTo>
                                  <a:pt x="10468" y="41"/>
                                  <a:pt x="10464" y="26"/>
                                  <a:pt x="10470" y="15"/>
                                </a:cubicBezTo>
                                <a:cubicBezTo>
                                  <a:pt x="10477" y="4"/>
                                  <a:pt x="10492" y="0"/>
                                  <a:pt x="10503" y="6"/>
                                </a:cubicBezTo>
                                <a:close/>
                              </a:path>
                            </a:pathLst>
                          </a:custGeom>
                          <a:solidFill>
                            <a:srgbClr val="000000"/>
                          </a:solidFill>
                          <a:ln w="0" cap="flat">
                            <a:solidFill>
                              <a:srgbClr val="000000"/>
                            </a:solidFill>
                            <a:prstDash val="solid"/>
                            <a:round/>
                            <a:headEnd/>
                            <a:tailEnd/>
                          </a:ln>
                        </wps:spPr>
                        <wps:bodyPr rot="0" vert="horz" wrap="square" lIns="91440" tIns="45720" rIns="91440" bIns="45720" anchor="t" anchorCtr="0" upright="1">
                          <a:noAutofit/>
                        </wps:bodyPr>
                      </wps:wsp>
                      <wps:wsp>
                        <wps:cNvPr id="60" name="Rectangle 157"/>
                        <wps:cNvSpPr>
                          <a:spLocks noChangeArrowheads="1"/>
                        </wps:cNvSpPr>
                        <wps:spPr bwMode="auto">
                          <a:xfrm>
                            <a:off x="281354" y="1544213"/>
                            <a:ext cx="763780" cy="2336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AD5FADE" w14:textId="77777777" w:rsidR="00BD44D9" w:rsidRPr="00FC28CC" w:rsidRDefault="00BD44D9" w:rsidP="00FC28CC">
                              <w:pPr>
                                <w:spacing w:line="240" w:lineRule="auto"/>
                                <w:rPr>
                                  <w:sz w:val="16"/>
                                  <w:szCs w:val="16"/>
                                </w:rPr>
                              </w:pPr>
                              <w:r w:rsidRPr="00FC28CC">
                                <w:rPr>
                                  <w:sz w:val="16"/>
                                  <w:szCs w:val="16"/>
                                </w:rPr>
                                <w:t>Линия движения велосипеда</w:t>
                              </w:r>
                            </w:p>
                          </w:txbxContent>
                        </wps:txbx>
                        <wps:bodyPr rot="0" vert="horz" wrap="square" lIns="0" tIns="0" rIns="0" bIns="0" anchor="t" anchorCtr="0">
                          <a:spAutoFit/>
                        </wps:bodyPr>
                      </wps:wsp>
                      <wps:wsp>
                        <wps:cNvPr id="61" name="Freeform 161"/>
                        <wps:cNvSpPr>
                          <a:spLocks noEditPoints="1"/>
                        </wps:cNvSpPr>
                        <wps:spPr bwMode="auto">
                          <a:xfrm>
                            <a:off x="532765" y="703609"/>
                            <a:ext cx="69850" cy="235585"/>
                          </a:xfrm>
                          <a:custGeom>
                            <a:avLst/>
                            <a:gdLst>
                              <a:gd name="T0" fmla="*/ 569 w 1043"/>
                              <a:gd name="T1" fmla="*/ 3433 h 3529"/>
                              <a:gd name="T2" fmla="*/ 569 w 1043"/>
                              <a:gd name="T3" fmla="*/ 96 h 3529"/>
                              <a:gd name="T4" fmla="*/ 473 w 1043"/>
                              <a:gd name="T5" fmla="*/ 96 h 3529"/>
                              <a:gd name="T6" fmla="*/ 473 w 1043"/>
                              <a:gd name="T7" fmla="*/ 3433 h 3529"/>
                              <a:gd name="T8" fmla="*/ 569 w 1043"/>
                              <a:gd name="T9" fmla="*/ 3433 h 3529"/>
                              <a:gd name="T10" fmla="*/ 13 w 1043"/>
                              <a:gd name="T11" fmla="*/ 2658 h 3529"/>
                              <a:gd name="T12" fmla="*/ 521 w 1043"/>
                              <a:gd name="T13" fmla="*/ 3529 h 3529"/>
                              <a:gd name="T14" fmla="*/ 1030 w 1043"/>
                              <a:gd name="T15" fmla="*/ 2658 h 3529"/>
                              <a:gd name="T16" fmla="*/ 1012 w 1043"/>
                              <a:gd name="T17" fmla="*/ 2592 h 3529"/>
                              <a:gd name="T18" fmla="*/ 947 w 1043"/>
                              <a:gd name="T19" fmla="*/ 2609 h 3529"/>
                              <a:gd name="T20" fmla="*/ 480 w 1043"/>
                              <a:gd name="T21" fmla="*/ 3409 h 3529"/>
                              <a:gd name="T22" fmla="*/ 563 w 1043"/>
                              <a:gd name="T23" fmla="*/ 3409 h 3529"/>
                              <a:gd name="T24" fmla="*/ 96 w 1043"/>
                              <a:gd name="T25" fmla="*/ 2609 h 3529"/>
                              <a:gd name="T26" fmla="*/ 31 w 1043"/>
                              <a:gd name="T27" fmla="*/ 2592 h 3529"/>
                              <a:gd name="T28" fmla="*/ 13 w 1043"/>
                              <a:gd name="T29" fmla="*/ 2658 h 3529"/>
                              <a:gd name="T30" fmla="*/ 1030 w 1043"/>
                              <a:gd name="T31" fmla="*/ 871 h 3529"/>
                              <a:gd name="T32" fmla="*/ 521 w 1043"/>
                              <a:gd name="T33" fmla="*/ 0 h 3529"/>
                              <a:gd name="T34" fmla="*/ 13 w 1043"/>
                              <a:gd name="T35" fmla="*/ 871 h 3529"/>
                              <a:gd name="T36" fmla="*/ 31 w 1043"/>
                              <a:gd name="T37" fmla="*/ 937 h 3529"/>
                              <a:gd name="T38" fmla="*/ 96 w 1043"/>
                              <a:gd name="T39" fmla="*/ 920 h 3529"/>
                              <a:gd name="T40" fmla="*/ 96 w 1043"/>
                              <a:gd name="T41" fmla="*/ 920 h 3529"/>
                              <a:gd name="T42" fmla="*/ 563 w 1043"/>
                              <a:gd name="T43" fmla="*/ 120 h 3529"/>
                              <a:gd name="T44" fmla="*/ 480 w 1043"/>
                              <a:gd name="T45" fmla="*/ 120 h 3529"/>
                              <a:gd name="T46" fmla="*/ 947 w 1043"/>
                              <a:gd name="T47" fmla="*/ 920 h 3529"/>
                              <a:gd name="T48" fmla="*/ 1012 w 1043"/>
                              <a:gd name="T49" fmla="*/ 937 h 3529"/>
                              <a:gd name="T50" fmla="*/ 1030 w 1043"/>
                              <a:gd name="T51" fmla="*/ 871 h 352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1043" h="3529">
                                <a:moveTo>
                                  <a:pt x="569" y="3433"/>
                                </a:moveTo>
                                <a:lnTo>
                                  <a:pt x="569" y="96"/>
                                </a:lnTo>
                                <a:lnTo>
                                  <a:pt x="473" y="96"/>
                                </a:lnTo>
                                <a:lnTo>
                                  <a:pt x="473" y="3433"/>
                                </a:lnTo>
                                <a:lnTo>
                                  <a:pt x="569" y="3433"/>
                                </a:lnTo>
                                <a:close/>
                                <a:moveTo>
                                  <a:pt x="13" y="2658"/>
                                </a:moveTo>
                                <a:lnTo>
                                  <a:pt x="521" y="3529"/>
                                </a:lnTo>
                                <a:lnTo>
                                  <a:pt x="1030" y="2658"/>
                                </a:lnTo>
                                <a:cubicBezTo>
                                  <a:pt x="1043" y="2635"/>
                                  <a:pt x="1035" y="2605"/>
                                  <a:pt x="1012" y="2592"/>
                                </a:cubicBezTo>
                                <a:cubicBezTo>
                                  <a:pt x="989" y="2579"/>
                                  <a:pt x="960" y="2586"/>
                                  <a:pt x="947" y="2609"/>
                                </a:cubicBezTo>
                                <a:lnTo>
                                  <a:pt x="480" y="3409"/>
                                </a:lnTo>
                                <a:lnTo>
                                  <a:pt x="563" y="3409"/>
                                </a:lnTo>
                                <a:lnTo>
                                  <a:pt x="96" y="2609"/>
                                </a:lnTo>
                                <a:cubicBezTo>
                                  <a:pt x="83" y="2586"/>
                                  <a:pt x="54" y="2579"/>
                                  <a:pt x="31" y="2592"/>
                                </a:cubicBezTo>
                                <a:cubicBezTo>
                                  <a:pt x="8" y="2605"/>
                                  <a:pt x="0" y="2635"/>
                                  <a:pt x="13" y="2658"/>
                                </a:cubicBezTo>
                                <a:close/>
                                <a:moveTo>
                                  <a:pt x="1030" y="871"/>
                                </a:moveTo>
                                <a:lnTo>
                                  <a:pt x="521" y="0"/>
                                </a:lnTo>
                                <a:lnTo>
                                  <a:pt x="13" y="871"/>
                                </a:lnTo>
                                <a:cubicBezTo>
                                  <a:pt x="0" y="894"/>
                                  <a:pt x="8" y="924"/>
                                  <a:pt x="31" y="937"/>
                                </a:cubicBezTo>
                                <a:cubicBezTo>
                                  <a:pt x="54" y="950"/>
                                  <a:pt x="83" y="943"/>
                                  <a:pt x="96" y="920"/>
                                </a:cubicBezTo>
                                <a:lnTo>
                                  <a:pt x="96" y="920"/>
                                </a:lnTo>
                                <a:lnTo>
                                  <a:pt x="563" y="120"/>
                                </a:lnTo>
                                <a:lnTo>
                                  <a:pt x="480" y="120"/>
                                </a:lnTo>
                                <a:lnTo>
                                  <a:pt x="947" y="920"/>
                                </a:lnTo>
                                <a:cubicBezTo>
                                  <a:pt x="960" y="943"/>
                                  <a:pt x="989" y="950"/>
                                  <a:pt x="1012" y="937"/>
                                </a:cubicBezTo>
                                <a:cubicBezTo>
                                  <a:pt x="1035" y="924"/>
                                  <a:pt x="1043" y="894"/>
                                  <a:pt x="1030" y="871"/>
                                </a:cubicBezTo>
                                <a:close/>
                              </a:path>
                            </a:pathLst>
                          </a:custGeom>
                          <a:solidFill>
                            <a:srgbClr val="000000"/>
                          </a:solidFill>
                          <a:ln w="0" cap="flat">
                            <a:solidFill>
                              <a:srgbClr val="000000"/>
                            </a:solidFill>
                            <a:prstDash val="solid"/>
                            <a:round/>
                            <a:headEnd/>
                            <a:tailEnd/>
                          </a:ln>
                        </wps:spPr>
                        <wps:bodyPr rot="0" vert="horz" wrap="square" lIns="91440" tIns="45720" rIns="91440" bIns="45720" anchor="t" anchorCtr="0" upright="1">
                          <a:noAutofit/>
                        </wps:bodyPr>
                      </wps:wsp>
                      <wps:wsp>
                        <wps:cNvPr id="62" name="Rectangle 162"/>
                        <wps:cNvSpPr>
                          <a:spLocks noChangeArrowheads="1"/>
                        </wps:cNvSpPr>
                        <wps:spPr bwMode="auto">
                          <a:xfrm>
                            <a:off x="4071604" y="1266590"/>
                            <a:ext cx="171132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2163D8C" w14:textId="77777777" w:rsidR="00BD44D9" w:rsidRPr="00FC28CC" w:rsidRDefault="00BD44D9" w:rsidP="00260822">
                              <w:pPr>
                                <w:rPr>
                                  <w:sz w:val="18"/>
                                  <w:szCs w:val="18"/>
                                </w:rPr>
                              </w:pPr>
                              <w:r w:rsidRPr="00FC28CC">
                                <w:rPr>
                                  <w:sz w:val="18"/>
                                  <w:szCs w:val="18"/>
                                </w:rPr>
                                <w:t>Теоретическая точка столкновения</w:t>
                              </w:r>
                            </w:p>
                          </w:txbxContent>
                        </wps:txbx>
                        <wps:bodyPr rot="0" vert="horz" wrap="none" lIns="0" tIns="0" rIns="0" bIns="0" anchor="t" anchorCtr="0">
                          <a:spAutoFit/>
                        </wps:bodyPr>
                      </wps:wsp>
                      <wps:wsp>
                        <wps:cNvPr id="63" name="Freeform 165"/>
                        <wps:cNvSpPr>
                          <a:spLocks noEditPoints="1"/>
                        </wps:cNvSpPr>
                        <wps:spPr bwMode="auto">
                          <a:xfrm>
                            <a:off x="3803650" y="1209069"/>
                            <a:ext cx="215265" cy="164465"/>
                          </a:xfrm>
                          <a:custGeom>
                            <a:avLst/>
                            <a:gdLst>
                              <a:gd name="T0" fmla="*/ 1581 w 1610"/>
                              <a:gd name="T1" fmla="*/ 1235 h 1235"/>
                              <a:gd name="T2" fmla="*/ 24 w 1610"/>
                              <a:gd name="T3" fmla="*/ 48 h 1235"/>
                              <a:gd name="T4" fmla="*/ 53 w 1610"/>
                              <a:gd name="T5" fmla="*/ 10 h 1235"/>
                              <a:gd name="T6" fmla="*/ 1610 w 1610"/>
                              <a:gd name="T7" fmla="*/ 1197 h 1235"/>
                              <a:gd name="T8" fmla="*/ 1581 w 1610"/>
                              <a:gd name="T9" fmla="*/ 1235 h 1235"/>
                              <a:gd name="T10" fmla="*/ 193 w 1610"/>
                              <a:gd name="T11" fmla="*/ 466 h 1235"/>
                              <a:gd name="T12" fmla="*/ 0 w 1610"/>
                              <a:gd name="T13" fmla="*/ 0 h 1235"/>
                              <a:gd name="T14" fmla="*/ 501 w 1610"/>
                              <a:gd name="T15" fmla="*/ 62 h 1235"/>
                              <a:gd name="T16" fmla="*/ 522 w 1610"/>
                              <a:gd name="T17" fmla="*/ 89 h 1235"/>
                              <a:gd name="T18" fmla="*/ 495 w 1610"/>
                              <a:gd name="T19" fmla="*/ 110 h 1235"/>
                              <a:gd name="T20" fmla="*/ 35 w 1610"/>
                              <a:gd name="T21" fmla="*/ 53 h 1235"/>
                              <a:gd name="T22" fmla="*/ 60 w 1610"/>
                              <a:gd name="T23" fmla="*/ 20 h 1235"/>
                              <a:gd name="T24" fmla="*/ 237 w 1610"/>
                              <a:gd name="T25" fmla="*/ 448 h 1235"/>
                              <a:gd name="T26" fmla="*/ 224 w 1610"/>
                              <a:gd name="T27" fmla="*/ 479 h 1235"/>
                              <a:gd name="T28" fmla="*/ 193 w 1610"/>
                              <a:gd name="T29" fmla="*/ 466 h 123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1610" h="1235">
                                <a:moveTo>
                                  <a:pt x="1581" y="1235"/>
                                </a:moveTo>
                                <a:lnTo>
                                  <a:pt x="24" y="48"/>
                                </a:lnTo>
                                <a:lnTo>
                                  <a:pt x="53" y="10"/>
                                </a:lnTo>
                                <a:lnTo>
                                  <a:pt x="1610" y="1197"/>
                                </a:lnTo>
                                <a:lnTo>
                                  <a:pt x="1581" y="1235"/>
                                </a:lnTo>
                                <a:close/>
                                <a:moveTo>
                                  <a:pt x="193" y="466"/>
                                </a:moveTo>
                                <a:lnTo>
                                  <a:pt x="0" y="0"/>
                                </a:lnTo>
                                <a:lnTo>
                                  <a:pt x="501" y="62"/>
                                </a:lnTo>
                                <a:cubicBezTo>
                                  <a:pt x="514" y="64"/>
                                  <a:pt x="523" y="76"/>
                                  <a:pt x="522" y="89"/>
                                </a:cubicBezTo>
                                <a:cubicBezTo>
                                  <a:pt x="520" y="102"/>
                                  <a:pt x="508" y="112"/>
                                  <a:pt x="495" y="110"/>
                                </a:cubicBezTo>
                                <a:lnTo>
                                  <a:pt x="35" y="53"/>
                                </a:lnTo>
                                <a:lnTo>
                                  <a:pt x="60" y="20"/>
                                </a:lnTo>
                                <a:lnTo>
                                  <a:pt x="237" y="448"/>
                                </a:lnTo>
                                <a:cubicBezTo>
                                  <a:pt x="242" y="460"/>
                                  <a:pt x="236" y="474"/>
                                  <a:pt x="224" y="479"/>
                                </a:cubicBezTo>
                                <a:cubicBezTo>
                                  <a:pt x="212" y="485"/>
                                  <a:pt x="198" y="479"/>
                                  <a:pt x="193" y="466"/>
                                </a:cubicBezTo>
                                <a:close/>
                              </a:path>
                            </a:pathLst>
                          </a:custGeom>
                          <a:solidFill>
                            <a:srgbClr val="000000"/>
                          </a:solidFill>
                          <a:ln w="0" cap="flat">
                            <a:solidFill>
                              <a:srgbClr val="000000"/>
                            </a:solidFill>
                            <a:prstDash val="solid"/>
                            <a:round/>
                            <a:headEnd/>
                            <a:tailEnd/>
                          </a:ln>
                        </wps:spPr>
                        <wps:bodyPr rot="0" vert="horz" wrap="square" lIns="91440" tIns="45720" rIns="91440" bIns="45720" anchor="t" anchorCtr="0" upright="1">
                          <a:noAutofit/>
                        </wps:bodyPr>
                      </wps:wsp>
                      <wps:wsp>
                        <wps:cNvPr id="736" name="Freeform 166"/>
                        <wps:cNvSpPr>
                          <a:spLocks noEditPoints="1"/>
                        </wps:cNvSpPr>
                        <wps:spPr bwMode="auto">
                          <a:xfrm>
                            <a:off x="500380" y="1182399"/>
                            <a:ext cx="151765" cy="321945"/>
                          </a:xfrm>
                          <a:custGeom>
                            <a:avLst/>
                            <a:gdLst>
                              <a:gd name="T0" fmla="*/ 2186 w 2274"/>
                              <a:gd name="T1" fmla="*/ 4829 h 4829"/>
                              <a:gd name="T2" fmla="*/ 112 w 2274"/>
                              <a:gd name="T3" fmla="*/ 107 h 4829"/>
                              <a:gd name="T4" fmla="*/ 200 w 2274"/>
                              <a:gd name="T5" fmla="*/ 68 h 4829"/>
                              <a:gd name="T6" fmla="*/ 2274 w 2274"/>
                              <a:gd name="T7" fmla="*/ 4790 h 4829"/>
                              <a:gd name="T8" fmla="*/ 2186 w 2274"/>
                              <a:gd name="T9" fmla="*/ 4829 h 4829"/>
                              <a:gd name="T10" fmla="*/ 3 w 2274"/>
                              <a:gd name="T11" fmla="*/ 1002 h 4829"/>
                              <a:gd name="T12" fmla="*/ 117 w 2274"/>
                              <a:gd name="T13" fmla="*/ 0 h 4829"/>
                              <a:gd name="T14" fmla="*/ 933 w 2274"/>
                              <a:gd name="T15" fmla="*/ 593 h 4829"/>
                              <a:gd name="T16" fmla="*/ 944 w 2274"/>
                              <a:gd name="T17" fmla="*/ 660 h 4829"/>
                              <a:gd name="T18" fmla="*/ 877 w 2274"/>
                              <a:gd name="T19" fmla="*/ 671 h 4829"/>
                              <a:gd name="T20" fmla="*/ 127 w 2274"/>
                              <a:gd name="T21" fmla="*/ 126 h 4829"/>
                              <a:gd name="T22" fmla="*/ 203 w 2274"/>
                              <a:gd name="T23" fmla="*/ 93 h 4829"/>
                              <a:gd name="T24" fmla="*/ 98 w 2274"/>
                              <a:gd name="T25" fmla="*/ 1013 h 4829"/>
                              <a:gd name="T26" fmla="*/ 45 w 2274"/>
                              <a:gd name="T27" fmla="*/ 1055 h 4829"/>
                              <a:gd name="T28" fmla="*/ 3 w 2274"/>
                              <a:gd name="T29" fmla="*/ 1002 h 482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2274" h="4829">
                                <a:moveTo>
                                  <a:pt x="2186" y="4829"/>
                                </a:moveTo>
                                <a:lnTo>
                                  <a:pt x="112" y="107"/>
                                </a:lnTo>
                                <a:lnTo>
                                  <a:pt x="200" y="68"/>
                                </a:lnTo>
                                <a:lnTo>
                                  <a:pt x="2274" y="4790"/>
                                </a:lnTo>
                                <a:lnTo>
                                  <a:pt x="2186" y="4829"/>
                                </a:lnTo>
                                <a:close/>
                                <a:moveTo>
                                  <a:pt x="3" y="1002"/>
                                </a:moveTo>
                                <a:lnTo>
                                  <a:pt x="117" y="0"/>
                                </a:lnTo>
                                <a:lnTo>
                                  <a:pt x="933" y="593"/>
                                </a:lnTo>
                                <a:cubicBezTo>
                                  <a:pt x="954" y="609"/>
                                  <a:pt x="959" y="639"/>
                                  <a:pt x="944" y="660"/>
                                </a:cubicBezTo>
                                <a:cubicBezTo>
                                  <a:pt x="928" y="682"/>
                                  <a:pt x="898" y="687"/>
                                  <a:pt x="877" y="671"/>
                                </a:cubicBezTo>
                                <a:lnTo>
                                  <a:pt x="127" y="126"/>
                                </a:lnTo>
                                <a:lnTo>
                                  <a:pt x="203" y="93"/>
                                </a:lnTo>
                                <a:lnTo>
                                  <a:pt x="98" y="1013"/>
                                </a:lnTo>
                                <a:cubicBezTo>
                                  <a:pt x="95" y="1039"/>
                                  <a:pt x="71" y="1058"/>
                                  <a:pt x="45" y="1055"/>
                                </a:cubicBezTo>
                                <a:cubicBezTo>
                                  <a:pt x="18" y="1052"/>
                                  <a:pt x="0" y="1028"/>
                                  <a:pt x="3" y="1002"/>
                                </a:cubicBezTo>
                                <a:close/>
                              </a:path>
                            </a:pathLst>
                          </a:custGeom>
                          <a:solidFill>
                            <a:srgbClr val="000000"/>
                          </a:solidFill>
                          <a:ln w="0" cap="flat">
                            <a:solidFill>
                              <a:srgbClr val="000000"/>
                            </a:solidFill>
                            <a:prstDash val="solid"/>
                            <a:round/>
                            <a:headEnd/>
                            <a:tailEnd/>
                          </a:ln>
                        </wps:spPr>
                        <wps:bodyPr rot="0" vert="horz" wrap="square" lIns="91440" tIns="45720" rIns="91440" bIns="45720" anchor="t" anchorCtr="0" upright="1">
                          <a:noAutofit/>
                        </wps:bodyPr>
                      </wps:wsp>
                      <wps:wsp>
                        <wps:cNvPr id="737" name="Rectangle 167"/>
                        <wps:cNvSpPr>
                          <a:spLocks noChangeArrowheads="1"/>
                        </wps:cNvSpPr>
                        <wps:spPr bwMode="auto">
                          <a:xfrm>
                            <a:off x="184284" y="0"/>
                            <a:ext cx="368935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60F327" w14:textId="77777777" w:rsidR="00BD44D9" w:rsidRPr="00AC678E" w:rsidRDefault="00BD44D9" w:rsidP="00260822">
                              <w:r w:rsidRPr="00AC678E">
                                <w:t xml:space="preserve">Обозначить коридор с помощью </w:t>
                              </w:r>
                              <w:r w:rsidRPr="00AC678E">
                                <w:rPr>
                                  <w:strike/>
                                </w:rPr>
                                <w:t>конусов</w:t>
                              </w:r>
                              <w:r w:rsidRPr="00AC678E">
                                <w:rPr>
                                  <w:color w:val="000000"/>
                                </w:rPr>
                                <w:t xml:space="preserve"> </w:t>
                              </w:r>
                              <w:r w:rsidRPr="00AC678E">
                                <w:rPr>
                                  <w:b/>
                                  <w:color w:val="000000"/>
                                </w:rPr>
                                <w:t>контрольных столбиков</w:t>
                              </w:r>
                              <w:r w:rsidRPr="00AC678E">
                                <w:rPr>
                                  <w:color w:val="000000"/>
                                </w:rPr>
                                <w:t xml:space="preserve">*, </w:t>
                              </w:r>
                              <w:r w:rsidRPr="00AC678E">
                                <w:t>установленных не реже чем через 5 м</w:t>
                              </w:r>
                              <w:r w:rsidRPr="00AC678E">
                                <w:rPr>
                                  <w:color w:val="000000"/>
                                </w:rPr>
                                <w:t xml:space="preserve"> </w:t>
                              </w:r>
                            </w:p>
                          </w:txbxContent>
                        </wps:txbx>
                        <wps:bodyPr rot="0" vert="horz" wrap="square" lIns="0" tIns="0" rIns="0" bIns="0" anchor="t" anchorCtr="0">
                          <a:spAutoFit/>
                        </wps:bodyPr>
                      </wps:wsp>
                      <wps:wsp>
                        <wps:cNvPr id="738" name="Freeform 177"/>
                        <wps:cNvSpPr>
                          <a:spLocks noEditPoints="1"/>
                        </wps:cNvSpPr>
                        <wps:spPr bwMode="auto">
                          <a:xfrm>
                            <a:off x="1009650" y="320069"/>
                            <a:ext cx="306070" cy="351790"/>
                          </a:xfrm>
                          <a:custGeom>
                            <a:avLst/>
                            <a:gdLst>
                              <a:gd name="T0" fmla="*/ 73 w 4573"/>
                              <a:gd name="T1" fmla="*/ 0 h 5269"/>
                              <a:gd name="T2" fmla="*/ 4546 w 4573"/>
                              <a:gd name="T3" fmla="*/ 5166 h 5269"/>
                              <a:gd name="T4" fmla="*/ 4474 w 4573"/>
                              <a:gd name="T5" fmla="*/ 5228 h 5269"/>
                              <a:gd name="T6" fmla="*/ 0 w 4573"/>
                              <a:gd name="T7" fmla="*/ 63 h 5269"/>
                              <a:gd name="T8" fmla="*/ 73 w 4573"/>
                              <a:gd name="T9" fmla="*/ 0 h 5269"/>
                              <a:gd name="T10" fmla="*/ 4386 w 4573"/>
                              <a:gd name="T11" fmla="*/ 4278 h 5269"/>
                              <a:gd name="T12" fmla="*/ 4573 w 4573"/>
                              <a:gd name="T13" fmla="*/ 5269 h 5269"/>
                              <a:gd name="T14" fmla="*/ 3618 w 4573"/>
                              <a:gd name="T15" fmla="*/ 4943 h 5269"/>
                              <a:gd name="T16" fmla="*/ 3588 w 4573"/>
                              <a:gd name="T17" fmla="*/ 4882 h 5269"/>
                              <a:gd name="T18" fmla="*/ 3649 w 4573"/>
                              <a:gd name="T19" fmla="*/ 4852 h 5269"/>
                              <a:gd name="T20" fmla="*/ 4526 w 4573"/>
                              <a:gd name="T21" fmla="*/ 5152 h 5269"/>
                              <a:gd name="T22" fmla="*/ 4463 w 4573"/>
                              <a:gd name="T23" fmla="*/ 5206 h 5269"/>
                              <a:gd name="T24" fmla="*/ 4292 w 4573"/>
                              <a:gd name="T25" fmla="*/ 4296 h 5269"/>
                              <a:gd name="T26" fmla="*/ 4330 w 4573"/>
                              <a:gd name="T27" fmla="*/ 4240 h 5269"/>
                              <a:gd name="T28" fmla="*/ 4386 w 4573"/>
                              <a:gd name="T29" fmla="*/ 4278 h 52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4573" h="5269">
                                <a:moveTo>
                                  <a:pt x="73" y="0"/>
                                </a:moveTo>
                                <a:lnTo>
                                  <a:pt x="4546" y="5166"/>
                                </a:lnTo>
                                <a:lnTo>
                                  <a:pt x="4474" y="5228"/>
                                </a:lnTo>
                                <a:lnTo>
                                  <a:pt x="0" y="63"/>
                                </a:lnTo>
                                <a:lnTo>
                                  <a:pt x="73" y="0"/>
                                </a:lnTo>
                                <a:close/>
                                <a:moveTo>
                                  <a:pt x="4386" y="4278"/>
                                </a:moveTo>
                                <a:lnTo>
                                  <a:pt x="4573" y="5269"/>
                                </a:lnTo>
                                <a:lnTo>
                                  <a:pt x="3618" y="4943"/>
                                </a:lnTo>
                                <a:cubicBezTo>
                                  <a:pt x="3593" y="4935"/>
                                  <a:pt x="3580" y="4907"/>
                                  <a:pt x="3588" y="4882"/>
                                </a:cubicBezTo>
                                <a:cubicBezTo>
                                  <a:pt x="3597" y="4857"/>
                                  <a:pt x="3624" y="4844"/>
                                  <a:pt x="3649" y="4852"/>
                                </a:cubicBezTo>
                                <a:lnTo>
                                  <a:pt x="4526" y="5152"/>
                                </a:lnTo>
                                <a:lnTo>
                                  <a:pt x="4463" y="5206"/>
                                </a:lnTo>
                                <a:lnTo>
                                  <a:pt x="4292" y="4296"/>
                                </a:lnTo>
                                <a:cubicBezTo>
                                  <a:pt x="4287" y="4270"/>
                                  <a:pt x="4304" y="4244"/>
                                  <a:pt x="4330" y="4240"/>
                                </a:cubicBezTo>
                                <a:cubicBezTo>
                                  <a:pt x="4356" y="4235"/>
                                  <a:pt x="4381" y="4252"/>
                                  <a:pt x="4386" y="4278"/>
                                </a:cubicBezTo>
                                <a:close/>
                              </a:path>
                            </a:pathLst>
                          </a:custGeom>
                          <a:solidFill>
                            <a:srgbClr val="000000"/>
                          </a:solidFill>
                          <a:ln w="0" cap="flat">
                            <a:solidFill>
                              <a:srgbClr val="000000"/>
                            </a:solidFill>
                            <a:prstDash val="solid"/>
                            <a:round/>
                            <a:headEnd/>
                            <a:tailEnd/>
                          </a:ln>
                        </wps:spPr>
                        <wps:bodyPr rot="0" vert="horz" wrap="square" lIns="91440" tIns="45720" rIns="91440" bIns="45720" anchor="t" anchorCtr="0" upright="1">
                          <a:noAutofit/>
                        </wps:bodyPr>
                      </wps:wsp>
                      <wps:wsp>
                        <wps:cNvPr id="739" name="Freeform 178"/>
                        <wps:cNvSpPr>
                          <a:spLocks noEditPoints="1"/>
                        </wps:cNvSpPr>
                        <wps:spPr bwMode="auto">
                          <a:xfrm>
                            <a:off x="1057910" y="484534"/>
                            <a:ext cx="8890" cy="2418080"/>
                          </a:xfrm>
                          <a:custGeom>
                            <a:avLst/>
                            <a:gdLst>
                              <a:gd name="T0" fmla="*/ 14 w 14"/>
                              <a:gd name="T1" fmla="*/ 3754 h 3808"/>
                              <a:gd name="T2" fmla="*/ 14 w 14"/>
                              <a:gd name="T3" fmla="*/ 3660 h 3808"/>
                              <a:gd name="T4" fmla="*/ 0 w 14"/>
                              <a:gd name="T5" fmla="*/ 3606 h 3808"/>
                              <a:gd name="T6" fmla="*/ 0 w 14"/>
                              <a:gd name="T7" fmla="*/ 3593 h 3808"/>
                              <a:gd name="T8" fmla="*/ 14 w 14"/>
                              <a:gd name="T9" fmla="*/ 3539 h 3808"/>
                              <a:gd name="T10" fmla="*/ 14 w 14"/>
                              <a:gd name="T11" fmla="*/ 3431 h 3808"/>
                              <a:gd name="T12" fmla="*/ 14 w 14"/>
                              <a:gd name="T13" fmla="*/ 3337 h 3808"/>
                              <a:gd name="T14" fmla="*/ 0 w 14"/>
                              <a:gd name="T15" fmla="*/ 3283 h 3808"/>
                              <a:gd name="T16" fmla="*/ 0 w 14"/>
                              <a:gd name="T17" fmla="*/ 3270 h 3808"/>
                              <a:gd name="T18" fmla="*/ 14 w 14"/>
                              <a:gd name="T19" fmla="*/ 3216 h 3808"/>
                              <a:gd name="T20" fmla="*/ 14 w 14"/>
                              <a:gd name="T21" fmla="*/ 3108 h 3808"/>
                              <a:gd name="T22" fmla="*/ 14 w 14"/>
                              <a:gd name="T23" fmla="*/ 3014 h 3808"/>
                              <a:gd name="T24" fmla="*/ 0 w 14"/>
                              <a:gd name="T25" fmla="*/ 2960 h 3808"/>
                              <a:gd name="T26" fmla="*/ 0 w 14"/>
                              <a:gd name="T27" fmla="*/ 2947 h 3808"/>
                              <a:gd name="T28" fmla="*/ 14 w 14"/>
                              <a:gd name="T29" fmla="*/ 2893 h 3808"/>
                              <a:gd name="T30" fmla="*/ 14 w 14"/>
                              <a:gd name="T31" fmla="*/ 2785 h 3808"/>
                              <a:gd name="T32" fmla="*/ 14 w 14"/>
                              <a:gd name="T33" fmla="*/ 2691 h 3808"/>
                              <a:gd name="T34" fmla="*/ 0 w 14"/>
                              <a:gd name="T35" fmla="*/ 2637 h 3808"/>
                              <a:gd name="T36" fmla="*/ 0 w 14"/>
                              <a:gd name="T37" fmla="*/ 2624 h 3808"/>
                              <a:gd name="T38" fmla="*/ 14 w 14"/>
                              <a:gd name="T39" fmla="*/ 2570 h 3808"/>
                              <a:gd name="T40" fmla="*/ 14 w 14"/>
                              <a:gd name="T41" fmla="*/ 2462 h 3808"/>
                              <a:gd name="T42" fmla="*/ 14 w 14"/>
                              <a:gd name="T43" fmla="*/ 2368 h 3808"/>
                              <a:gd name="T44" fmla="*/ 0 w 14"/>
                              <a:gd name="T45" fmla="*/ 2314 h 3808"/>
                              <a:gd name="T46" fmla="*/ 0 w 14"/>
                              <a:gd name="T47" fmla="*/ 2301 h 3808"/>
                              <a:gd name="T48" fmla="*/ 14 w 14"/>
                              <a:gd name="T49" fmla="*/ 2247 h 3808"/>
                              <a:gd name="T50" fmla="*/ 14 w 14"/>
                              <a:gd name="T51" fmla="*/ 2139 h 3808"/>
                              <a:gd name="T52" fmla="*/ 14 w 14"/>
                              <a:gd name="T53" fmla="*/ 2045 h 3808"/>
                              <a:gd name="T54" fmla="*/ 0 w 14"/>
                              <a:gd name="T55" fmla="*/ 1991 h 3808"/>
                              <a:gd name="T56" fmla="*/ 0 w 14"/>
                              <a:gd name="T57" fmla="*/ 1978 h 3808"/>
                              <a:gd name="T58" fmla="*/ 14 w 14"/>
                              <a:gd name="T59" fmla="*/ 1924 h 3808"/>
                              <a:gd name="T60" fmla="*/ 14 w 14"/>
                              <a:gd name="T61" fmla="*/ 1816 h 3808"/>
                              <a:gd name="T62" fmla="*/ 14 w 14"/>
                              <a:gd name="T63" fmla="*/ 1722 h 3808"/>
                              <a:gd name="T64" fmla="*/ 0 w 14"/>
                              <a:gd name="T65" fmla="*/ 1668 h 3808"/>
                              <a:gd name="T66" fmla="*/ 0 w 14"/>
                              <a:gd name="T67" fmla="*/ 1655 h 3808"/>
                              <a:gd name="T68" fmla="*/ 14 w 14"/>
                              <a:gd name="T69" fmla="*/ 1601 h 3808"/>
                              <a:gd name="T70" fmla="*/ 14 w 14"/>
                              <a:gd name="T71" fmla="*/ 1493 h 3808"/>
                              <a:gd name="T72" fmla="*/ 14 w 14"/>
                              <a:gd name="T73" fmla="*/ 1399 h 3808"/>
                              <a:gd name="T74" fmla="*/ 0 w 14"/>
                              <a:gd name="T75" fmla="*/ 1345 h 3808"/>
                              <a:gd name="T76" fmla="*/ 0 w 14"/>
                              <a:gd name="T77" fmla="*/ 1332 h 3808"/>
                              <a:gd name="T78" fmla="*/ 14 w 14"/>
                              <a:gd name="T79" fmla="*/ 1278 h 3808"/>
                              <a:gd name="T80" fmla="*/ 14 w 14"/>
                              <a:gd name="T81" fmla="*/ 1171 h 3808"/>
                              <a:gd name="T82" fmla="*/ 14 w 14"/>
                              <a:gd name="T83" fmla="*/ 1076 h 3808"/>
                              <a:gd name="T84" fmla="*/ 0 w 14"/>
                              <a:gd name="T85" fmla="*/ 1023 h 3808"/>
                              <a:gd name="T86" fmla="*/ 0 w 14"/>
                              <a:gd name="T87" fmla="*/ 1009 h 3808"/>
                              <a:gd name="T88" fmla="*/ 14 w 14"/>
                              <a:gd name="T89" fmla="*/ 955 h 3808"/>
                              <a:gd name="T90" fmla="*/ 14 w 14"/>
                              <a:gd name="T91" fmla="*/ 848 h 3808"/>
                              <a:gd name="T92" fmla="*/ 14 w 14"/>
                              <a:gd name="T93" fmla="*/ 753 h 3808"/>
                              <a:gd name="T94" fmla="*/ 0 w 14"/>
                              <a:gd name="T95" fmla="*/ 700 h 3808"/>
                              <a:gd name="T96" fmla="*/ 0 w 14"/>
                              <a:gd name="T97" fmla="*/ 686 h 3808"/>
                              <a:gd name="T98" fmla="*/ 14 w 14"/>
                              <a:gd name="T99" fmla="*/ 632 h 3808"/>
                              <a:gd name="T100" fmla="*/ 14 w 14"/>
                              <a:gd name="T101" fmla="*/ 525 h 3808"/>
                              <a:gd name="T102" fmla="*/ 14 w 14"/>
                              <a:gd name="T103" fmla="*/ 430 h 3808"/>
                              <a:gd name="T104" fmla="*/ 0 w 14"/>
                              <a:gd name="T105" fmla="*/ 377 h 3808"/>
                              <a:gd name="T106" fmla="*/ 0 w 14"/>
                              <a:gd name="T107" fmla="*/ 363 h 3808"/>
                              <a:gd name="T108" fmla="*/ 14 w 14"/>
                              <a:gd name="T109" fmla="*/ 309 h 3808"/>
                              <a:gd name="T110" fmla="*/ 14 w 14"/>
                              <a:gd name="T111" fmla="*/ 202 h 3808"/>
                              <a:gd name="T112" fmla="*/ 14 w 14"/>
                              <a:gd name="T113" fmla="*/ 108 h 3808"/>
                              <a:gd name="T114" fmla="*/ 0 w 14"/>
                              <a:gd name="T115" fmla="*/ 54 h 3808"/>
                              <a:gd name="T116" fmla="*/ 0 w 14"/>
                              <a:gd name="T117" fmla="*/ 40 h 380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14" h="3808">
                                <a:moveTo>
                                  <a:pt x="14" y="3808"/>
                                </a:moveTo>
                                <a:lnTo>
                                  <a:pt x="14" y="3768"/>
                                </a:lnTo>
                                <a:lnTo>
                                  <a:pt x="0" y="3768"/>
                                </a:lnTo>
                                <a:lnTo>
                                  <a:pt x="0" y="3808"/>
                                </a:lnTo>
                                <a:lnTo>
                                  <a:pt x="14" y="3808"/>
                                </a:lnTo>
                                <a:close/>
                                <a:moveTo>
                                  <a:pt x="14" y="3754"/>
                                </a:moveTo>
                                <a:lnTo>
                                  <a:pt x="14" y="3714"/>
                                </a:lnTo>
                                <a:lnTo>
                                  <a:pt x="0" y="3714"/>
                                </a:lnTo>
                                <a:lnTo>
                                  <a:pt x="0" y="3754"/>
                                </a:lnTo>
                                <a:lnTo>
                                  <a:pt x="14" y="3754"/>
                                </a:lnTo>
                                <a:close/>
                                <a:moveTo>
                                  <a:pt x="14" y="3700"/>
                                </a:moveTo>
                                <a:lnTo>
                                  <a:pt x="14" y="3660"/>
                                </a:lnTo>
                                <a:lnTo>
                                  <a:pt x="0" y="3660"/>
                                </a:lnTo>
                                <a:lnTo>
                                  <a:pt x="0" y="3700"/>
                                </a:lnTo>
                                <a:lnTo>
                                  <a:pt x="14" y="3700"/>
                                </a:lnTo>
                                <a:close/>
                                <a:moveTo>
                                  <a:pt x="14" y="3646"/>
                                </a:moveTo>
                                <a:lnTo>
                                  <a:pt x="14" y="3606"/>
                                </a:lnTo>
                                <a:lnTo>
                                  <a:pt x="0" y="3606"/>
                                </a:lnTo>
                                <a:lnTo>
                                  <a:pt x="0" y="3646"/>
                                </a:lnTo>
                                <a:lnTo>
                                  <a:pt x="14" y="3646"/>
                                </a:lnTo>
                                <a:close/>
                                <a:moveTo>
                                  <a:pt x="14" y="3593"/>
                                </a:moveTo>
                                <a:lnTo>
                                  <a:pt x="14" y="3552"/>
                                </a:lnTo>
                                <a:lnTo>
                                  <a:pt x="0" y="3552"/>
                                </a:lnTo>
                                <a:lnTo>
                                  <a:pt x="0" y="3593"/>
                                </a:lnTo>
                                <a:lnTo>
                                  <a:pt x="14" y="3593"/>
                                </a:lnTo>
                                <a:close/>
                                <a:moveTo>
                                  <a:pt x="14" y="3539"/>
                                </a:moveTo>
                                <a:lnTo>
                                  <a:pt x="14" y="3498"/>
                                </a:lnTo>
                                <a:lnTo>
                                  <a:pt x="0" y="3498"/>
                                </a:lnTo>
                                <a:lnTo>
                                  <a:pt x="0" y="3539"/>
                                </a:lnTo>
                                <a:lnTo>
                                  <a:pt x="14" y="3539"/>
                                </a:lnTo>
                                <a:close/>
                                <a:moveTo>
                                  <a:pt x="14" y="3485"/>
                                </a:moveTo>
                                <a:lnTo>
                                  <a:pt x="14" y="3445"/>
                                </a:lnTo>
                                <a:lnTo>
                                  <a:pt x="0" y="3445"/>
                                </a:lnTo>
                                <a:lnTo>
                                  <a:pt x="0" y="3485"/>
                                </a:lnTo>
                                <a:lnTo>
                                  <a:pt x="14" y="3485"/>
                                </a:lnTo>
                                <a:close/>
                                <a:moveTo>
                                  <a:pt x="14" y="3431"/>
                                </a:moveTo>
                                <a:lnTo>
                                  <a:pt x="14" y="3391"/>
                                </a:lnTo>
                                <a:lnTo>
                                  <a:pt x="0" y="3391"/>
                                </a:lnTo>
                                <a:lnTo>
                                  <a:pt x="0" y="3431"/>
                                </a:lnTo>
                                <a:lnTo>
                                  <a:pt x="14" y="3431"/>
                                </a:lnTo>
                                <a:close/>
                                <a:moveTo>
                                  <a:pt x="14" y="3377"/>
                                </a:moveTo>
                                <a:lnTo>
                                  <a:pt x="14" y="3337"/>
                                </a:lnTo>
                                <a:lnTo>
                                  <a:pt x="0" y="3337"/>
                                </a:lnTo>
                                <a:lnTo>
                                  <a:pt x="0" y="3377"/>
                                </a:lnTo>
                                <a:lnTo>
                                  <a:pt x="14" y="3377"/>
                                </a:lnTo>
                                <a:close/>
                                <a:moveTo>
                                  <a:pt x="14" y="3323"/>
                                </a:moveTo>
                                <a:lnTo>
                                  <a:pt x="14" y="3283"/>
                                </a:lnTo>
                                <a:lnTo>
                                  <a:pt x="0" y="3283"/>
                                </a:lnTo>
                                <a:lnTo>
                                  <a:pt x="0" y="3323"/>
                                </a:lnTo>
                                <a:lnTo>
                                  <a:pt x="14" y="3323"/>
                                </a:lnTo>
                                <a:close/>
                                <a:moveTo>
                                  <a:pt x="14" y="3270"/>
                                </a:moveTo>
                                <a:lnTo>
                                  <a:pt x="14" y="3229"/>
                                </a:lnTo>
                                <a:lnTo>
                                  <a:pt x="0" y="3229"/>
                                </a:lnTo>
                                <a:lnTo>
                                  <a:pt x="0" y="3270"/>
                                </a:lnTo>
                                <a:lnTo>
                                  <a:pt x="14" y="3270"/>
                                </a:lnTo>
                                <a:close/>
                                <a:moveTo>
                                  <a:pt x="14" y="3216"/>
                                </a:moveTo>
                                <a:lnTo>
                                  <a:pt x="14" y="3175"/>
                                </a:lnTo>
                                <a:lnTo>
                                  <a:pt x="0" y="3175"/>
                                </a:lnTo>
                                <a:lnTo>
                                  <a:pt x="0" y="3216"/>
                                </a:lnTo>
                                <a:lnTo>
                                  <a:pt x="14" y="3216"/>
                                </a:lnTo>
                                <a:close/>
                                <a:moveTo>
                                  <a:pt x="14" y="3162"/>
                                </a:moveTo>
                                <a:lnTo>
                                  <a:pt x="14" y="3122"/>
                                </a:lnTo>
                                <a:lnTo>
                                  <a:pt x="0" y="3122"/>
                                </a:lnTo>
                                <a:lnTo>
                                  <a:pt x="0" y="3162"/>
                                </a:lnTo>
                                <a:lnTo>
                                  <a:pt x="14" y="3162"/>
                                </a:lnTo>
                                <a:close/>
                                <a:moveTo>
                                  <a:pt x="14" y="3108"/>
                                </a:moveTo>
                                <a:lnTo>
                                  <a:pt x="14" y="3068"/>
                                </a:lnTo>
                                <a:lnTo>
                                  <a:pt x="0" y="3068"/>
                                </a:lnTo>
                                <a:lnTo>
                                  <a:pt x="0" y="3108"/>
                                </a:lnTo>
                                <a:lnTo>
                                  <a:pt x="14" y="3108"/>
                                </a:lnTo>
                                <a:close/>
                                <a:moveTo>
                                  <a:pt x="14" y="3054"/>
                                </a:moveTo>
                                <a:lnTo>
                                  <a:pt x="14" y="3014"/>
                                </a:lnTo>
                                <a:lnTo>
                                  <a:pt x="0" y="3014"/>
                                </a:lnTo>
                                <a:lnTo>
                                  <a:pt x="0" y="3054"/>
                                </a:lnTo>
                                <a:lnTo>
                                  <a:pt x="14" y="3054"/>
                                </a:lnTo>
                                <a:close/>
                                <a:moveTo>
                                  <a:pt x="14" y="3001"/>
                                </a:moveTo>
                                <a:lnTo>
                                  <a:pt x="14" y="2960"/>
                                </a:lnTo>
                                <a:lnTo>
                                  <a:pt x="0" y="2960"/>
                                </a:lnTo>
                                <a:lnTo>
                                  <a:pt x="0" y="3001"/>
                                </a:lnTo>
                                <a:lnTo>
                                  <a:pt x="14" y="3001"/>
                                </a:lnTo>
                                <a:close/>
                                <a:moveTo>
                                  <a:pt x="14" y="2947"/>
                                </a:moveTo>
                                <a:lnTo>
                                  <a:pt x="14" y="2906"/>
                                </a:lnTo>
                                <a:lnTo>
                                  <a:pt x="0" y="2906"/>
                                </a:lnTo>
                                <a:lnTo>
                                  <a:pt x="0" y="2947"/>
                                </a:lnTo>
                                <a:lnTo>
                                  <a:pt x="14" y="2947"/>
                                </a:lnTo>
                                <a:close/>
                                <a:moveTo>
                                  <a:pt x="14" y="2893"/>
                                </a:moveTo>
                                <a:lnTo>
                                  <a:pt x="14" y="2853"/>
                                </a:lnTo>
                                <a:lnTo>
                                  <a:pt x="0" y="2853"/>
                                </a:lnTo>
                                <a:lnTo>
                                  <a:pt x="0" y="2893"/>
                                </a:lnTo>
                                <a:lnTo>
                                  <a:pt x="14" y="2893"/>
                                </a:lnTo>
                                <a:close/>
                                <a:moveTo>
                                  <a:pt x="14" y="2839"/>
                                </a:moveTo>
                                <a:lnTo>
                                  <a:pt x="14" y="2799"/>
                                </a:lnTo>
                                <a:lnTo>
                                  <a:pt x="0" y="2799"/>
                                </a:lnTo>
                                <a:lnTo>
                                  <a:pt x="0" y="2839"/>
                                </a:lnTo>
                                <a:lnTo>
                                  <a:pt x="14" y="2839"/>
                                </a:lnTo>
                                <a:close/>
                                <a:moveTo>
                                  <a:pt x="14" y="2785"/>
                                </a:moveTo>
                                <a:lnTo>
                                  <a:pt x="14" y="2745"/>
                                </a:lnTo>
                                <a:lnTo>
                                  <a:pt x="0" y="2745"/>
                                </a:lnTo>
                                <a:lnTo>
                                  <a:pt x="0" y="2785"/>
                                </a:lnTo>
                                <a:lnTo>
                                  <a:pt x="14" y="2785"/>
                                </a:lnTo>
                                <a:close/>
                                <a:moveTo>
                                  <a:pt x="14" y="2731"/>
                                </a:moveTo>
                                <a:lnTo>
                                  <a:pt x="14" y="2691"/>
                                </a:lnTo>
                                <a:lnTo>
                                  <a:pt x="0" y="2691"/>
                                </a:lnTo>
                                <a:lnTo>
                                  <a:pt x="0" y="2731"/>
                                </a:lnTo>
                                <a:lnTo>
                                  <a:pt x="14" y="2731"/>
                                </a:lnTo>
                                <a:close/>
                                <a:moveTo>
                                  <a:pt x="14" y="2678"/>
                                </a:moveTo>
                                <a:lnTo>
                                  <a:pt x="14" y="2637"/>
                                </a:lnTo>
                                <a:lnTo>
                                  <a:pt x="0" y="2637"/>
                                </a:lnTo>
                                <a:lnTo>
                                  <a:pt x="0" y="2678"/>
                                </a:lnTo>
                                <a:lnTo>
                                  <a:pt x="14" y="2678"/>
                                </a:lnTo>
                                <a:close/>
                                <a:moveTo>
                                  <a:pt x="14" y="2624"/>
                                </a:moveTo>
                                <a:lnTo>
                                  <a:pt x="14" y="2583"/>
                                </a:lnTo>
                                <a:lnTo>
                                  <a:pt x="0" y="2583"/>
                                </a:lnTo>
                                <a:lnTo>
                                  <a:pt x="0" y="2624"/>
                                </a:lnTo>
                                <a:lnTo>
                                  <a:pt x="14" y="2624"/>
                                </a:lnTo>
                                <a:close/>
                                <a:moveTo>
                                  <a:pt x="14" y="2570"/>
                                </a:moveTo>
                                <a:lnTo>
                                  <a:pt x="14" y="2530"/>
                                </a:lnTo>
                                <a:lnTo>
                                  <a:pt x="0" y="2530"/>
                                </a:lnTo>
                                <a:lnTo>
                                  <a:pt x="0" y="2570"/>
                                </a:lnTo>
                                <a:lnTo>
                                  <a:pt x="14" y="2570"/>
                                </a:lnTo>
                                <a:close/>
                                <a:moveTo>
                                  <a:pt x="14" y="2516"/>
                                </a:moveTo>
                                <a:lnTo>
                                  <a:pt x="14" y="2476"/>
                                </a:lnTo>
                                <a:lnTo>
                                  <a:pt x="0" y="2476"/>
                                </a:lnTo>
                                <a:lnTo>
                                  <a:pt x="0" y="2516"/>
                                </a:lnTo>
                                <a:lnTo>
                                  <a:pt x="14" y="2516"/>
                                </a:lnTo>
                                <a:close/>
                                <a:moveTo>
                                  <a:pt x="14" y="2462"/>
                                </a:moveTo>
                                <a:lnTo>
                                  <a:pt x="14" y="2422"/>
                                </a:lnTo>
                                <a:lnTo>
                                  <a:pt x="0" y="2422"/>
                                </a:lnTo>
                                <a:lnTo>
                                  <a:pt x="0" y="2462"/>
                                </a:lnTo>
                                <a:lnTo>
                                  <a:pt x="14" y="2462"/>
                                </a:lnTo>
                                <a:close/>
                                <a:moveTo>
                                  <a:pt x="14" y="2408"/>
                                </a:moveTo>
                                <a:lnTo>
                                  <a:pt x="14" y="2368"/>
                                </a:lnTo>
                                <a:lnTo>
                                  <a:pt x="0" y="2368"/>
                                </a:lnTo>
                                <a:lnTo>
                                  <a:pt x="0" y="2408"/>
                                </a:lnTo>
                                <a:lnTo>
                                  <a:pt x="14" y="2408"/>
                                </a:lnTo>
                                <a:close/>
                                <a:moveTo>
                                  <a:pt x="14" y="2355"/>
                                </a:moveTo>
                                <a:lnTo>
                                  <a:pt x="14" y="2314"/>
                                </a:lnTo>
                                <a:lnTo>
                                  <a:pt x="0" y="2314"/>
                                </a:lnTo>
                                <a:lnTo>
                                  <a:pt x="0" y="2355"/>
                                </a:lnTo>
                                <a:lnTo>
                                  <a:pt x="14" y="2355"/>
                                </a:lnTo>
                                <a:close/>
                                <a:moveTo>
                                  <a:pt x="14" y="2301"/>
                                </a:moveTo>
                                <a:lnTo>
                                  <a:pt x="14" y="2260"/>
                                </a:lnTo>
                                <a:lnTo>
                                  <a:pt x="0" y="2260"/>
                                </a:lnTo>
                                <a:lnTo>
                                  <a:pt x="0" y="2301"/>
                                </a:lnTo>
                                <a:lnTo>
                                  <a:pt x="14" y="2301"/>
                                </a:lnTo>
                                <a:close/>
                                <a:moveTo>
                                  <a:pt x="14" y="2247"/>
                                </a:moveTo>
                                <a:lnTo>
                                  <a:pt x="14" y="2207"/>
                                </a:lnTo>
                                <a:lnTo>
                                  <a:pt x="0" y="2207"/>
                                </a:lnTo>
                                <a:lnTo>
                                  <a:pt x="0" y="2247"/>
                                </a:lnTo>
                                <a:lnTo>
                                  <a:pt x="14" y="2247"/>
                                </a:lnTo>
                                <a:close/>
                                <a:moveTo>
                                  <a:pt x="14" y="2193"/>
                                </a:moveTo>
                                <a:lnTo>
                                  <a:pt x="14" y="2153"/>
                                </a:lnTo>
                                <a:lnTo>
                                  <a:pt x="0" y="2153"/>
                                </a:lnTo>
                                <a:lnTo>
                                  <a:pt x="0" y="2193"/>
                                </a:lnTo>
                                <a:lnTo>
                                  <a:pt x="14" y="2193"/>
                                </a:lnTo>
                                <a:close/>
                                <a:moveTo>
                                  <a:pt x="14" y="2139"/>
                                </a:moveTo>
                                <a:lnTo>
                                  <a:pt x="14" y="2099"/>
                                </a:lnTo>
                                <a:lnTo>
                                  <a:pt x="0" y="2099"/>
                                </a:lnTo>
                                <a:lnTo>
                                  <a:pt x="0" y="2139"/>
                                </a:lnTo>
                                <a:lnTo>
                                  <a:pt x="14" y="2139"/>
                                </a:lnTo>
                                <a:close/>
                                <a:moveTo>
                                  <a:pt x="14" y="2086"/>
                                </a:moveTo>
                                <a:lnTo>
                                  <a:pt x="14" y="2045"/>
                                </a:lnTo>
                                <a:lnTo>
                                  <a:pt x="0" y="2045"/>
                                </a:lnTo>
                                <a:lnTo>
                                  <a:pt x="0" y="2086"/>
                                </a:lnTo>
                                <a:lnTo>
                                  <a:pt x="14" y="2086"/>
                                </a:lnTo>
                                <a:close/>
                                <a:moveTo>
                                  <a:pt x="14" y="2032"/>
                                </a:moveTo>
                                <a:lnTo>
                                  <a:pt x="14" y="1991"/>
                                </a:lnTo>
                                <a:lnTo>
                                  <a:pt x="0" y="1991"/>
                                </a:lnTo>
                                <a:lnTo>
                                  <a:pt x="0" y="2032"/>
                                </a:lnTo>
                                <a:lnTo>
                                  <a:pt x="14" y="2032"/>
                                </a:lnTo>
                                <a:close/>
                                <a:moveTo>
                                  <a:pt x="14" y="1978"/>
                                </a:moveTo>
                                <a:lnTo>
                                  <a:pt x="14" y="1938"/>
                                </a:lnTo>
                                <a:lnTo>
                                  <a:pt x="0" y="1938"/>
                                </a:lnTo>
                                <a:lnTo>
                                  <a:pt x="0" y="1978"/>
                                </a:lnTo>
                                <a:lnTo>
                                  <a:pt x="14" y="1978"/>
                                </a:lnTo>
                                <a:close/>
                                <a:moveTo>
                                  <a:pt x="14" y="1924"/>
                                </a:moveTo>
                                <a:lnTo>
                                  <a:pt x="14" y="1884"/>
                                </a:lnTo>
                                <a:lnTo>
                                  <a:pt x="0" y="1884"/>
                                </a:lnTo>
                                <a:lnTo>
                                  <a:pt x="0" y="1924"/>
                                </a:lnTo>
                                <a:lnTo>
                                  <a:pt x="14" y="1924"/>
                                </a:lnTo>
                                <a:close/>
                                <a:moveTo>
                                  <a:pt x="14" y="1870"/>
                                </a:moveTo>
                                <a:lnTo>
                                  <a:pt x="14" y="1830"/>
                                </a:lnTo>
                                <a:lnTo>
                                  <a:pt x="0" y="1830"/>
                                </a:lnTo>
                                <a:lnTo>
                                  <a:pt x="0" y="1870"/>
                                </a:lnTo>
                                <a:lnTo>
                                  <a:pt x="14" y="1870"/>
                                </a:lnTo>
                                <a:close/>
                                <a:moveTo>
                                  <a:pt x="14" y="1816"/>
                                </a:moveTo>
                                <a:lnTo>
                                  <a:pt x="14" y="1776"/>
                                </a:lnTo>
                                <a:lnTo>
                                  <a:pt x="0" y="1776"/>
                                </a:lnTo>
                                <a:lnTo>
                                  <a:pt x="0" y="1816"/>
                                </a:lnTo>
                                <a:lnTo>
                                  <a:pt x="14" y="1816"/>
                                </a:lnTo>
                                <a:close/>
                                <a:moveTo>
                                  <a:pt x="14" y="1763"/>
                                </a:moveTo>
                                <a:lnTo>
                                  <a:pt x="14" y="1722"/>
                                </a:lnTo>
                                <a:lnTo>
                                  <a:pt x="0" y="1722"/>
                                </a:lnTo>
                                <a:lnTo>
                                  <a:pt x="0" y="1763"/>
                                </a:lnTo>
                                <a:lnTo>
                                  <a:pt x="14" y="1763"/>
                                </a:lnTo>
                                <a:close/>
                                <a:moveTo>
                                  <a:pt x="14" y="1709"/>
                                </a:moveTo>
                                <a:lnTo>
                                  <a:pt x="14" y="1668"/>
                                </a:lnTo>
                                <a:lnTo>
                                  <a:pt x="0" y="1668"/>
                                </a:lnTo>
                                <a:lnTo>
                                  <a:pt x="0" y="1709"/>
                                </a:lnTo>
                                <a:lnTo>
                                  <a:pt x="14" y="1709"/>
                                </a:lnTo>
                                <a:close/>
                                <a:moveTo>
                                  <a:pt x="14" y="1655"/>
                                </a:moveTo>
                                <a:lnTo>
                                  <a:pt x="14" y="1615"/>
                                </a:lnTo>
                                <a:lnTo>
                                  <a:pt x="0" y="1615"/>
                                </a:lnTo>
                                <a:lnTo>
                                  <a:pt x="0" y="1655"/>
                                </a:lnTo>
                                <a:lnTo>
                                  <a:pt x="14" y="1655"/>
                                </a:lnTo>
                                <a:close/>
                                <a:moveTo>
                                  <a:pt x="14" y="1601"/>
                                </a:moveTo>
                                <a:lnTo>
                                  <a:pt x="14" y="1561"/>
                                </a:lnTo>
                                <a:lnTo>
                                  <a:pt x="0" y="1561"/>
                                </a:lnTo>
                                <a:lnTo>
                                  <a:pt x="0" y="1601"/>
                                </a:lnTo>
                                <a:lnTo>
                                  <a:pt x="14" y="1601"/>
                                </a:lnTo>
                                <a:close/>
                                <a:moveTo>
                                  <a:pt x="14" y="1547"/>
                                </a:moveTo>
                                <a:lnTo>
                                  <a:pt x="14" y="1507"/>
                                </a:lnTo>
                                <a:lnTo>
                                  <a:pt x="0" y="1507"/>
                                </a:lnTo>
                                <a:lnTo>
                                  <a:pt x="0" y="1547"/>
                                </a:lnTo>
                                <a:lnTo>
                                  <a:pt x="14" y="1547"/>
                                </a:lnTo>
                                <a:close/>
                                <a:moveTo>
                                  <a:pt x="14" y="1493"/>
                                </a:moveTo>
                                <a:lnTo>
                                  <a:pt x="14" y="1453"/>
                                </a:lnTo>
                                <a:lnTo>
                                  <a:pt x="0" y="1453"/>
                                </a:lnTo>
                                <a:lnTo>
                                  <a:pt x="0" y="1493"/>
                                </a:lnTo>
                                <a:lnTo>
                                  <a:pt x="14" y="1493"/>
                                </a:lnTo>
                                <a:close/>
                                <a:moveTo>
                                  <a:pt x="14" y="1440"/>
                                </a:moveTo>
                                <a:lnTo>
                                  <a:pt x="14" y="1399"/>
                                </a:lnTo>
                                <a:lnTo>
                                  <a:pt x="0" y="1399"/>
                                </a:lnTo>
                                <a:lnTo>
                                  <a:pt x="0" y="1440"/>
                                </a:lnTo>
                                <a:lnTo>
                                  <a:pt x="14" y="1440"/>
                                </a:lnTo>
                                <a:close/>
                                <a:moveTo>
                                  <a:pt x="14" y="1386"/>
                                </a:moveTo>
                                <a:lnTo>
                                  <a:pt x="14" y="1345"/>
                                </a:lnTo>
                                <a:lnTo>
                                  <a:pt x="0" y="1345"/>
                                </a:lnTo>
                                <a:lnTo>
                                  <a:pt x="0" y="1386"/>
                                </a:lnTo>
                                <a:lnTo>
                                  <a:pt x="14" y="1386"/>
                                </a:lnTo>
                                <a:close/>
                                <a:moveTo>
                                  <a:pt x="14" y="1332"/>
                                </a:moveTo>
                                <a:lnTo>
                                  <a:pt x="14" y="1292"/>
                                </a:lnTo>
                                <a:lnTo>
                                  <a:pt x="0" y="1292"/>
                                </a:lnTo>
                                <a:lnTo>
                                  <a:pt x="0" y="1332"/>
                                </a:lnTo>
                                <a:lnTo>
                                  <a:pt x="14" y="1332"/>
                                </a:lnTo>
                                <a:close/>
                                <a:moveTo>
                                  <a:pt x="14" y="1278"/>
                                </a:moveTo>
                                <a:lnTo>
                                  <a:pt x="14" y="1238"/>
                                </a:lnTo>
                                <a:lnTo>
                                  <a:pt x="0" y="1238"/>
                                </a:lnTo>
                                <a:lnTo>
                                  <a:pt x="0" y="1278"/>
                                </a:lnTo>
                                <a:lnTo>
                                  <a:pt x="14" y="1278"/>
                                </a:lnTo>
                                <a:close/>
                                <a:moveTo>
                                  <a:pt x="14" y="1224"/>
                                </a:moveTo>
                                <a:lnTo>
                                  <a:pt x="14" y="1184"/>
                                </a:lnTo>
                                <a:lnTo>
                                  <a:pt x="0" y="1184"/>
                                </a:lnTo>
                                <a:lnTo>
                                  <a:pt x="0" y="1224"/>
                                </a:lnTo>
                                <a:lnTo>
                                  <a:pt x="14" y="1224"/>
                                </a:lnTo>
                                <a:close/>
                                <a:moveTo>
                                  <a:pt x="14" y="1171"/>
                                </a:moveTo>
                                <a:lnTo>
                                  <a:pt x="14" y="1130"/>
                                </a:lnTo>
                                <a:lnTo>
                                  <a:pt x="0" y="1130"/>
                                </a:lnTo>
                                <a:lnTo>
                                  <a:pt x="0" y="1171"/>
                                </a:lnTo>
                                <a:lnTo>
                                  <a:pt x="14" y="1171"/>
                                </a:lnTo>
                                <a:close/>
                                <a:moveTo>
                                  <a:pt x="14" y="1117"/>
                                </a:moveTo>
                                <a:lnTo>
                                  <a:pt x="14" y="1076"/>
                                </a:lnTo>
                                <a:lnTo>
                                  <a:pt x="0" y="1076"/>
                                </a:lnTo>
                                <a:lnTo>
                                  <a:pt x="0" y="1117"/>
                                </a:lnTo>
                                <a:lnTo>
                                  <a:pt x="14" y="1117"/>
                                </a:lnTo>
                                <a:close/>
                                <a:moveTo>
                                  <a:pt x="14" y="1063"/>
                                </a:moveTo>
                                <a:lnTo>
                                  <a:pt x="14" y="1023"/>
                                </a:lnTo>
                                <a:lnTo>
                                  <a:pt x="0" y="1023"/>
                                </a:lnTo>
                                <a:lnTo>
                                  <a:pt x="0" y="1063"/>
                                </a:lnTo>
                                <a:lnTo>
                                  <a:pt x="14" y="1063"/>
                                </a:lnTo>
                                <a:close/>
                                <a:moveTo>
                                  <a:pt x="14" y="1009"/>
                                </a:moveTo>
                                <a:lnTo>
                                  <a:pt x="14" y="969"/>
                                </a:lnTo>
                                <a:lnTo>
                                  <a:pt x="0" y="969"/>
                                </a:lnTo>
                                <a:lnTo>
                                  <a:pt x="0" y="1009"/>
                                </a:lnTo>
                                <a:lnTo>
                                  <a:pt x="14" y="1009"/>
                                </a:lnTo>
                                <a:close/>
                                <a:moveTo>
                                  <a:pt x="14" y="955"/>
                                </a:moveTo>
                                <a:lnTo>
                                  <a:pt x="14" y="915"/>
                                </a:lnTo>
                                <a:lnTo>
                                  <a:pt x="0" y="915"/>
                                </a:lnTo>
                                <a:lnTo>
                                  <a:pt x="0" y="955"/>
                                </a:lnTo>
                                <a:lnTo>
                                  <a:pt x="14" y="955"/>
                                </a:lnTo>
                                <a:close/>
                                <a:moveTo>
                                  <a:pt x="14" y="901"/>
                                </a:moveTo>
                                <a:lnTo>
                                  <a:pt x="14" y="861"/>
                                </a:lnTo>
                                <a:lnTo>
                                  <a:pt x="0" y="861"/>
                                </a:lnTo>
                                <a:lnTo>
                                  <a:pt x="0" y="901"/>
                                </a:lnTo>
                                <a:lnTo>
                                  <a:pt x="14" y="901"/>
                                </a:lnTo>
                                <a:close/>
                                <a:moveTo>
                                  <a:pt x="14" y="848"/>
                                </a:moveTo>
                                <a:lnTo>
                                  <a:pt x="14" y="807"/>
                                </a:lnTo>
                                <a:lnTo>
                                  <a:pt x="0" y="807"/>
                                </a:lnTo>
                                <a:lnTo>
                                  <a:pt x="0" y="848"/>
                                </a:lnTo>
                                <a:lnTo>
                                  <a:pt x="14" y="848"/>
                                </a:lnTo>
                                <a:close/>
                                <a:moveTo>
                                  <a:pt x="14" y="794"/>
                                </a:moveTo>
                                <a:lnTo>
                                  <a:pt x="14" y="753"/>
                                </a:lnTo>
                                <a:lnTo>
                                  <a:pt x="0" y="753"/>
                                </a:lnTo>
                                <a:lnTo>
                                  <a:pt x="0" y="794"/>
                                </a:lnTo>
                                <a:lnTo>
                                  <a:pt x="14" y="794"/>
                                </a:lnTo>
                                <a:close/>
                                <a:moveTo>
                                  <a:pt x="14" y="740"/>
                                </a:moveTo>
                                <a:lnTo>
                                  <a:pt x="14" y="700"/>
                                </a:lnTo>
                                <a:lnTo>
                                  <a:pt x="0" y="700"/>
                                </a:lnTo>
                                <a:lnTo>
                                  <a:pt x="0" y="740"/>
                                </a:lnTo>
                                <a:lnTo>
                                  <a:pt x="14" y="740"/>
                                </a:lnTo>
                                <a:close/>
                                <a:moveTo>
                                  <a:pt x="14" y="686"/>
                                </a:moveTo>
                                <a:lnTo>
                                  <a:pt x="14" y="646"/>
                                </a:lnTo>
                                <a:lnTo>
                                  <a:pt x="0" y="646"/>
                                </a:lnTo>
                                <a:lnTo>
                                  <a:pt x="0" y="686"/>
                                </a:lnTo>
                                <a:lnTo>
                                  <a:pt x="14" y="686"/>
                                </a:lnTo>
                                <a:close/>
                                <a:moveTo>
                                  <a:pt x="14" y="632"/>
                                </a:moveTo>
                                <a:lnTo>
                                  <a:pt x="14" y="592"/>
                                </a:lnTo>
                                <a:lnTo>
                                  <a:pt x="0" y="592"/>
                                </a:lnTo>
                                <a:lnTo>
                                  <a:pt x="0" y="632"/>
                                </a:lnTo>
                                <a:lnTo>
                                  <a:pt x="14" y="632"/>
                                </a:lnTo>
                                <a:close/>
                                <a:moveTo>
                                  <a:pt x="14" y="579"/>
                                </a:moveTo>
                                <a:lnTo>
                                  <a:pt x="14" y="538"/>
                                </a:lnTo>
                                <a:lnTo>
                                  <a:pt x="0" y="538"/>
                                </a:lnTo>
                                <a:lnTo>
                                  <a:pt x="0" y="579"/>
                                </a:lnTo>
                                <a:lnTo>
                                  <a:pt x="14" y="579"/>
                                </a:lnTo>
                                <a:close/>
                                <a:moveTo>
                                  <a:pt x="14" y="525"/>
                                </a:moveTo>
                                <a:lnTo>
                                  <a:pt x="14" y="484"/>
                                </a:lnTo>
                                <a:lnTo>
                                  <a:pt x="0" y="484"/>
                                </a:lnTo>
                                <a:lnTo>
                                  <a:pt x="0" y="525"/>
                                </a:lnTo>
                                <a:lnTo>
                                  <a:pt x="14" y="525"/>
                                </a:lnTo>
                                <a:close/>
                                <a:moveTo>
                                  <a:pt x="14" y="471"/>
                                </a:moveTo>
                                <a:lnTo>
                                  <a:pt x="14" y="430"/>
                                </a:lnTo>
                                <a:lnTo>
                                  <a:pt x="0" y="430"/>
                                </a:lnTo>
                                <a:lnTo>
                                  <a:pt x="0" y="471"/>
                                </a:lnTo>
                                <a:lnTo>
                                  <a:pt x="14" y="471"/>
                                </a:lnTo>
                                <a:close/>
                                <a:moveTo>
                                  <a:pt x="14" y="417"/>
                                </a:moveTo>
                                <a:lnTo>
                                  <a:pt x="14" y="377"/>
                                </a:lnTo>
                                <a:lnTo>
                                  <a:pt x="0" y="377"/>
                                </a:lnTo>
                                <a:lnTo>
                                  <a:pt x="0" y="417"/>
                                </a:lnTo>
                                <a:lnTo>
                                  <a:pt x="14" y="417"/>
                                </a:lnTo>
                                <a:close/>
                                <a:moveTo>
                                  <a:pt x="14" y="363"/>
                                </a:moveTo>
                                <a:lnTo>
                                  <a:pt x="14" y="323"/>
                                </a:lnTo>
                                <a:lnTo>
                                  <a:pt x="0" y="323"/>
                                </a:lnTo>
                                <a:lnTo>
                                  <a:pt x="0" y="363"/>
                                </a:lnTo>
                                <a:lnTo>
                                  <a:pt x="14" y="363"/>
                                </a:lnTo>
                                <a:close/>
                                <a:moveTo>
                                  <a:pt x="14" y="309"/>
                                </a:moveTo>
                                <a:lnTo>
                                  <a:pt x="14" y="269"/>
                                </a:lnTo>
                                <a:lnTo>
                                  <a:pt x="0" y="269"/>
                                </a:lnTo>
                                <a:lnTo>
                                  <a:pt x="0" y="309"/>
                                </a:lnTo>
                                <a:lnTo>
                                  <a:pt x="14" y="309"/>
                                </a:lnTo>
                                <a:close/>
                                <a:moveTo>
                                  <a:pt x="14" y="256"/>
                                </a:moveTo>
                                <a:lnTo>
                                  <a:pt x="14" y="215"/>
                                </a:lnTo>
                                <a:lnTo>
                                  <a:pt x="0" y="215"/>
                                </a:lnTo>
                                <a:lnTo>
                                  <a:pt x="0" y="256"/>
                                </a:lnTo>
                                <a:lnTo>
                                  <a:pt x="14" y="256"/>
                                </a:lnTo>
                                <a:close/>
                                <a:moveTo>
                                  <a:pt x="14" y="202"/>
                                </a:moveTo>
                                <a:lnTo>
                                  <a:pt x="14" y="161"/>
                                </a:lnTo>
                                <a:lnTo>
                                  <a:pt x="0" y="161"/>
                                </a:lnTo>
                                <a:lnTo>
                                  <a:pt x="0" y="202"/>
                                </a:lnTo>
                                <a:lnTo>
                                  <a:pt x="14" y="202"/>
                                </a:lnTo>
                                <a:close/>
                                <a:moveTo>
                                  <a:pt x="14" y="148"/>
                                </a:moveTo>
                                <a:lnTo>
                                  <a:pt x="14" y="108"/>
                                </a:lnTo>
                                <a:lnTo>
                                  <a:pt x="0" y="108"/>
                                </a:lnTo>
                                <a:lnTo>
                                  <a:pt x="0" y="148"/>
                                </a:lnTo>
                                <a:lnTo>
                                  <a:pt x="14" y="148"/>
                                </a:lnTo>
                                <a:close/>
                                <a:moveTo>
                                  <a:pt x="14" y="94"/>
                                </a:moveTo>
                                <a:lnTo>
                                  <a:pt x="14" y="54"/>
                                </a:lnTo>
                                <a:lnTo>
                                  <a:pt x="0" y="54"/>
                                </a:lnTo>
                                <a:lnTo>
                                  <a:pt x="0" y="94"/>
                                </a:lnTo>
                                <a:lnTo>
                                  <a:pt x="14" y="94"/>
                                </a:lnTo>
                                <a:close/>
                                <a:moveTo>
                                  <a:pt x="14" y="40"/>
                                </a:moveTo>
                                <a:lnTo>
                                  <a:pt x="14" y="0"/>
                                </a:lnTo>
                                <a:lnTo>
                                  <a:pt x="0" y="0"/>
                                </a:lnTo>
                                <a:lnTo>
                                  <a:pt x="0" y="40"/>
                                </a:lnTo>
                                <a:lnTo>
                                  <a:pt x="14" y="40"/>
                                </a:lnTo>
                                <a:close/>
                              </a:path>
                            </a:pathLst>
                          </a:custGeom>
                          <a:solidFill>
                            <a:srgbClr val="000000"/>
                          </a:solidFill>
                          <a:ln w="0" cap="flat">
                            <a:solidFill>
                              <a:srgbClr val="000000"/>
                            </a:solidFill>
                            <a:prstDash val="solid"/>
                            <a:round/>
                            <a:headEnd/>
                            <a:tailEnd/>
                          </a:ln>
                        </wps:spPr>
                        <wps:bodyPr rot="0" vert="horz" wrap="square" lIns="91440" tIns="45720" rIns="91440" bIns="45720" anchor="t" anchorCtr="0" upright="1">
                          <a:noAutofit/>
                        </wps:bodyPr>
                      </wps:wsp>
                      <wps:wsp>
                        <wps:cNvPr id="740" name="Freeform 179"/>
                        <wps:cNvSpPr>
                          <a:spLocks noEditPoints="1"/>
                        </wps:cNvSpPr>
                        <wps:spPr bwMode="auto">
                          <a:xfrm>
                            <a:off x="1062355" y="2853084"/>
                            <a:ext cx="2722245" cy="69850"/>
                          </a:xfrm>
                          <a:custGeom>
                            <a:avLst/>
                            <a:gdLst>
                              <a:gd name="T0" fmla="*/ 48 w 20347"/>
                              <a:gd name="T1" fmla="*/ 236 h 521"/>
                              <a:gd name="T2" fmla="*/ 20300 w 20347"/>
                              <a:gd name="T3" fmla="*/ 236 h 521"/>
                              <a:gd name="T4" fmla="*/ 20300 w 20347"/>
                              <a:gd name="T5" fmla="*/ 284 h 521"/>
                              <a:gd name="T6" fmla="*/ 48 w 20347"/>
                              <a:gd name="T7" fmla="*/ 284 h 521"/>
                              <a:gd name="T8" fmla="*/ 48 w 20347"/>
                              <a:gd name="T9" fmla="*/ 236 h 521"/>
                              <a:gd name="T10" fmla="*/ 436 w 20347"/>
                              <a:gd name="T11" fmla="*/ 515 h 521"/>
                              <a:gd name="T12" fmla="*/ 0 w 20347"/>
                              <a:gd name="T13" fmla="*/ 260 h 521"/>
                              <a:gd name="T14" fmla="*/ 436 w 20347"/>
                              <a:gd name="T15" fmla="*/ 6 h 521"/>
                              <a:gd name="T16" fmla="*/ 469 w 20347"/>
                              <a:gd name="T17" fmla="*/ 15 h 521"/>
                              <a:gd name="T18" fmla="*/ 460 w 20347"/>
                              <a:gd name="T19" fmla="*/ 48 h 521"/>
                              <a:gd name="T20" fmla="*/ 60 w 20347"/>
                              <a:gd name="T21" fmla="*/ 281 h 521"/>
                              <a:gd name="T22" fmla="*/ 60 w 20347"/>
                              <a:gd name="T23" fmla="*/ 240 h 521"/>
                              <a:gd name="T24" fmla="*/ 460 w 20347"/>
                              <a:gd name="T25" fmla="*/ 473 h 521"/>
                              <a:gd name="T26" fmla="*/ 469 w 20347"/>
                              <a:gd name="T27" fmla="*/ 506 h 521"/>
                              <a:gd name="T28" fmla="*/ 436 w 20347"/>
                              <a:gd name="T29" fmla="*/ 515 h 521"/>
                              <a:gd name="T30" fmla="*/ 19911 w 20347"/>
                              <a:gd name="T31" fmla="*/ 6 h 521"/>
                              <a:gd name="T32" fmla="*/ 20347 w 20347"/>
                              <a:gd name="T33" fmla="*/ 260 h 521"/>
                              <a:gd name="T34" fmla="*/ 19911 w 20347"/>
                              <a:gd name="T35" fmla="*/ 515 h 521"/>
                              <a:gd name="T36" fmla="*/ 19878 w 20347"/>
                              <a:gd name="T37" fmla="*/ 506 h 521"/>
                              <a:gd name="T38" fmla="*/ 19887 w 20347"/>
                              <a:gd name="T39" fmla="*/ 473 h 521"/>
                              <a:gd name="T40" fmla="*/ 20287 w 20347"/>
                              <a:gd name="T41" fmla="*/ 240 h 521"/>
                              <a:gd name="T42" fmla="*/ 20287 w 20347"/>
                              <a:gd name="T43" fmla="*/ 281 h 521"/>
                              <a:gd name="T44" fmla="*/ 19887 w 20347"/>
                              <a:gd name="T45" fmla="*/ 48 h 521"/>
                              <a:gd name="T46" fmla="*/ 19878 w 20347"/>
                              <a:gd name="T47" fmla="*/ 15 h 521"/>
                              <a:gd name="T48" fmla="*/ 19911 w 20347"/>
                              <a:gd name="T49" fmla="*/ 6 h 5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Lst>
                            <a:rect l="0" t="0" r="r" b="b"/>
                            <a:pathLst>
                              <a:path w="20347" h="521">
                                <a:moveTo>
                                  <a:pt x="48" y="236"/>
                                </a:moveTo>
                                <a:lnTo>
                                  <a:pt x="20300" y="236"/>
                                </a:lnTo>
                                <a:lnTo>
                                  <a:pt x="20300" y="284"/>
                                </a:lnTo>
                                <a:lnTo>
                                  <a:pt x="48" y="284"/>
                                </a:lnTo>
                                <a:lnTo>
                                  <a:pt x="48" y="236"/>
                                </a:lnTo>
                                <a:close/>
                                <a:moveTo>
                                  <a:pt x="436" y="515"/>
                                </a:moveTo>
                                <a:lnTo>
                                  <a:pt x="0" y="260"/>
                                </a:lnTo>
                                <a:lnTo>
                                  <a:pt x="436" y="6"/>
                                </a:lnTo>
                                <a:cubicBezTo>
                                  <a:pt x="447" y="0"/>
                                  <a:pt x="462" y="4"/>
                                  <a:pt x="469" y="15"/>
                                </a:cubicBezTo>
                                <a:cubicBezTo>
                                  <a:pt x="475" y="26"/>
                                  <a:pt x="472" y="41"/>
                                  <a:pt x="460" y="48"/>
                                </a:cubicBezTo>
                                <a:lnTo>
                                  <a:pt x="60" y="281"/>
                                </a:lnTo>
                                <a:lnTo>
                                  <a:pt x="60" y="240"/>
                                </a:lnTo>
                                <a:lnTo>
                                  <a:pt x="460" y="473"/>
                                </a:lnTo>
                                <a:cubicBezTo>
                                  <a:pt x="472" y="480"/>
                                  <a:pt x="475" y="494"/>
                                  <a:pt x="469" y="506"/>
                                </a:cubicBezTo>
                                <a:cubicBezTo>
                                  <a:pt x="462" y="517"/>
                                  <a:pt x="447" y="521"/>
                                  <a:pt x="436" y="515"/>
                                </a:cubicBezTo>
                                <a:close/>
                                <a:moveTo>
                                  <a:pt x="19911" y="6"/>
                                </a:moveTo>
                                <a:lnTo>
                                  <a:pt x="20347" y="260"/>
                                </a:lnTo>
                                <a:lnTo>
                                  <a:pt x="19911" y="515"/>
                                </a:lnTo>
                                <a:cubicBezTo>
                                  <a:pt x="19900" y="521"/>
                                  <a:pt x="19885" y="517"/>
                                  <a:pt x="19878" y="506"/>
                                </a:cubicBezTo>
                                <a:cubicBezTo>
                                  <a:pt x="19872" y="494"/>
                                  <a:pt x="19876" y="480"/>
                                  <a:pt x="19887" y="473"/>
                                </a:cubicBezTo>
                                <a:lnTo>
                                  <a:pt x="20287" y="240"/>
                                </a:lnTo>
                                <a:lnTo>
                                  <a:pt x="20287" y="281"/>
                                </a:lnTo>
                                <a:lnTo>
                                  <a:pt x="19887" y="48"/>
                                </a:lnTo>
                                <a:cubicBezTo>
                                  <a:pt x="19876" y="41"/>
                                  <a:pt x="19872" y="26"/>
                                  <a:pt x="19878" y="15"/>
                                </a:cubicBezTo>
                                <a:cubicBezTo>
                                  <a:pt x="19885" y="4"/>
                                  <a:pt x="19900" y="0"/>
                                  <a:pt x="19911" y="6"/>
                                </a:cubicBezTo>
                                <a:close/>
                              </a:path>
                            </a:pathLst>
                          </a:custGeom>
                          <a:solidFill>
                            <a:srgbClr val="000000"/>
                          </a:solidFill>
                          <a:ln w="0" cap="flat">
                            <a:solidFill>
                              <a:srgbClr val="000000"/>
                            </a:solidFill>
                            <a:prstDash val="solid"/>
                            <a:round/>
                            <a:headEnd/>
                            <a:tailEnd/>
                          </a:ln>
                        </wps:spPr>
                        <wps:bodyPr rot="0" vert="horz" wrap="square" lIns="91440" tIns="45720" rIns="91440" bIns="45720" anchor="t" anchorCtr="0" upright="1">
                          <a:noAutofit/>
                        </wps:bodyPr>
                      </wps:wsp>
                      <wps:wsp>
                        <wps:cNvPr id="741" name="Rectangle 180"/>
                        <wps:cNvSpPr>
                          <a:spLocks noChangeArrowheads="1"/>
                        </wps:cNvSpPr>
                        <wps:spPr bwMode="auto">
                          <a:xfrm>
                            <a:off x="3253740" y="1616739"/>
                            <a:ext cx="171848"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E9C4382" w14:textId="77777777" w:rsidR="00BD44D9" w:rsidRDefault="00BD44D9" w:rsidP="00260822">
                              <w:r>
                                <w:rPr>
                                  <w:i/>
                                  <w:iCs/>
                                  <w:color w:val="000000"/>
                                  <w:lang w:val="en-US"/>
                                </w:rPr>
                                <w:t>d</w:t>
                              </w:r>
                              <w:r w:rsidRPr="00FC2F32">
                                <w:rPr>
                                  <w:i/>
                                  <w:iCs/>
                                  <w:color w:val="000000"/>
                                  <w:vertAlign w:val="subscript"/>
                                  <w:lang w:val="en-US"/>
                                </w:rPr>
                                <w:t>c</w:t>
                              </w:r>
                            </w:p>
                          </w:txbxContent>
                        </wps:txbx>
                        <wps:bodyPr rot="0" vert="horz" wrap="square" lIns="0" tIns="0" rIns="0" bIns="0" anchor="t" anchorCtr="0">
                          <a:spAutoFit/>
                        </wps:bodyPr>
                      </wps:wsp>
                      <wps:wsp>
                        <wps:cNvPr id="742" name="Rectangle 182"/>
                        <wps:cNvSpPr>
                          <a:spLocks noChangeArrowheads="1"/>
                        </wps:cNvSpPr>
                        <wps:spPr bwMode="auto">
                          <a:xfrm>
                            <a:off x="3133724" y="2178714"/>
                            <a:ext cx="169033" cy="1492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491D35" w14:textId="77777777" w:rsidR="00BD44D9" w:rsidRDefault="00BD44D9" w:rsidP="00260822">
                              <w:r>
                                <w:rPr>
                                  <w:i/>
                                  <w:iCs/>
                                  <w:color w:val="000000"/>
                                  <w:lang w:val="en-US"/>
                                </w:rPr>
                                <w:t>d</w:t>
                              </w:r>
                              <w:r w:rsidRPr="00FC2F32">
                                <w:rPr>
                                  <w:i/>
                                  <w:iCs/>
                                  <w:color w:val="000000"/>
                                  <w:vertAlign w:val="subscript"/>
                                  <w:lang w:val="en-US"/>
                                </w:rPr>
                                <w:t>b</w:t>
                              </w:r>
                            </w:p>
                          </w:txbxContent>
                        </wps:txbx>
                        <wps:bodyPr rot="0" vert="horz" wrap="square" lIns="0" tIns="0" rIns="0" bIns="0" anchor="t" anchorCtr="0">
                          <a:spAutoFit/>
                        </wps:bodyPr>
                      </wps:wsp>
                      <wps:wsp>
                        <wps:cNvPr id="743" name="Rectangle 184"/>
                        <wps:cNvSpPr>
                          <a:spLocks noChangeArrowheads="1"/>
                        </wps:cNvSpPr>
                        <wps:spPr bwMode="auto">
                          <a:xfrm>
                            <a:off x="3021965" y="2474624"/>
                            <a:ext cx="23177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00EBAA9" w14:textId="77777777" w:rsidR="00BD44D9" w:rsidRDefault="00BD44D9" w:rsidP="00260822">
                              <w:r>
                                <w:rPr>
                                  <w:i/>
                                  <w:iCs/>
                                  <w:color w:val="000000"/>
                                  <w:lang w:val="en-US"/>
                                </w:rPr>
                                <w:t>d</w:t>
                              </w:r>
                              <w:r w:rsidRPr="00FC2F32">
                                <w:rPr>
                                  <w:i/>
                                  <w:iCs/>
                                  <w:color w:val="000000"/>
                                  <w:vertAlign w:val="subscript"/>
                                  <w:lang w:val="en-US"/>
                                </w:rPr>
                                <w:t>a</w:t>
                              </w:r>
                            </w:p>
                          </w:txbxContent>
                        </wps:txbx>
                        <wps:bodyPr rot="0" vert="horz" wrap="square" lIns="0" tIns="0" rIns="0" bIns="0" anchor="t" anchorCtr="0">
                          <a:spAutoFit/>
                        </wps:bodyPr>
                      </wps:wsp>
                      <wps:wsp>
                        <wps:cNvPr id="744" name="Rectangle 186"/>
                        <wps:cNvSpPr>
                          <a:spLocks noChangeArrowheads="1"/>
                        </wps:cNvSpPr>
                        <wps:spPr bwMode="auto">
                          <a:xfrm>
                            <a:off x="2306320" y="2907059"/>
                            <a:ext cx="51244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3A0F12E" w14:textId="77777777" w:rsidR="00BD44D9" w:rsidRDefault="00BD44D9" w:rsidP="00260822">
                              <w:r>
                                <w:rPr>
                                  <w:i/>
                                  <w:iCs/>
                                  <w:color w:val="000000"/>
                                  <w:lang w:val="en-US"/>
                                </w:rPr>
                                <w:t>d</w:t>
                              </w:r>
                              <w:r w:rsidRPr="00FC2F32">
                                <w:rPr>
                                  <w:i/>
                                  <w:iCs/>
                                  <w:color w:val="000000"/>
                                  <w:vertAlign w:val="subscript"/>
                                  <w:lang w:val="en-US"/>
                                </w:rPr>
                                <w:t>bicycle</w:t>
                              </w:r>
                            </w:p>
                          </w:txbxContent>
                        </wps:txbx>
                        <wps:bodyPr rot="0" vert="horz" wrap="square" lIns="0" tIns="0" rIns="0" bIns="0" anchor="t" anchorCtr="0">
                          <a:spAutoFit/>
                        </wps:bodyPr>
                      </wps:wsp>
                      <wps:wsp>
                        <wps:cNvPr id="746" name="Rectangle 188"/>
                        <wps:cNvSpPr>
                          <a:spLocks noChangeArrowheads="1"/>
                        </wps:cNvSpPr>
                        <wps:spPr bwMode="auto">
                          <a:xfrm>
                            <a:off x="623570" y="764568"/>
                            <a:ext cx="38608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8DF9CC" w14:textId="77777777" w:rsidR="00BD44D9" w:rsidRDefault="00BD44D9" w:rsidP="00260822">
                              <w:r>
                                <w:rPr>
                                  <w:i/>
                                  <w:iCs/>
                                  <w:color w:val="000000"/>
                                  <w:lang w:val="en-US"/>
                                </w:rPr>
                                <w:t>d</w:t>
                              </w:r>
                              <w:r w:rsidRPr="00FC2F32">
                                <w:rPr>
                                  <w:i/>
                                  <w:iCs/>
                                  <w:color w:val="000000"/>
                                  <w:vertAlign w:val="subscript"/>
                                  <w:lang w:val="en-US"/>
                                </w:rPr>
                                <w:t>corrid</w:t>
                              </w:r>
                              <w:r>
                                <w:rPr>
                                  <w:i/>
                                  <w:iCs/>
                                  <w:color w:val="000000"/>
                                  <w:vertAlign w:val="subscript"/>
                                  <w:lang w:val="en-US"/>
                                </w:rPr>
                                <w:t>o</w:t>
                              </w:r>
                              <w:r w:rsidRPr="00FC2F32">
                                <w:rPr>
                                  <w:i/>
                                  <w:iCs/>
                                  <w:color w:val="000000"/>
                                  <w:vertAlign w:val="subscript"/>
                                  <w:lang w:val="en-US"/>
                                </w:rPr>
                                <w:t>r</w:t>
                              </w:r>
                            </w:p>
                          </w:txbxContent>
                        </wps:txbx>
                        <wps:bodyPr rot="0" vert="horz" wrap="square" lIns="0" tIns="0" rIns="0" bIns="0" anchor="t" anchorCtr="0">
                          <a:spAutoFit/>
                        </wps:bodyPr>
                      </wps:wsp>
                      <wps:wsp>
                        <wps:cNvPr id="747" name="Rectangle 190"/>
                        <wps:cNvSpPr>
                          <a:spLocks noChangeArrowheads="1"/>
                        </wps:cNvSpPr>
                        <wps:spPr bwMode="auto">
                          <a:xfrm>
                            <a:off x="1593215" y="981104"/>
                            <a:ext cx="41402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42AC9E" w14:textId="77777777" w:rsidR="00BD44D9" w:rsidRDefault="00BD44D9" w:rsidP="00260822">
                              <w:r>
                                <w:rPr>
                                  <w:i/>
                                  <w:iCs/>
                                  <w:color w:val="000000"/>
                                  <w:lang w:val="en-US"/>
                                </w:rPr>
                                <w:t>d</w:t>
                              </w:r>
                              <w:r w:rsidRPr="00FC2F32">
                                <w:rPr>
                                  <w:i/>
                                  <w:iCs/>
                                  <w:color w:val="000000"/>
                                  <w:vertAlign w:val="subscript"/>
                                  <w:lang w:val="en-US"/>
                                </w:rPr>
                                <w:t>lateral</w:t>
                              </w:r>
                            </w:p>
                          </w:txbxContent>
                        </wps:txbx>
                        <wps:bodyPr rot="0" vert="horz" wrap="square" lIns="0" tIns="0" rIns="0" bIns="0" anchor="t" anchorCtr="0">
                          <a:spAutoFit/>
                        </wps:bodyPr>
                      </wps:wsp>
                      <wps:wsp>
                        <wps:cNvPr id="748" name="Freeform 192"/>
                        <wps:cNvSpPr>
                          <a:spLocks noEditPoints="1"/>
                        </wps:cNvSpPr>
                        <wps:spPr bwMode="auto">
                          <a:xfrm>
                            <a:off x="1451912" y="904855"/>
                            <a:ext cx="100663" cy="285745"/>
                          </a:xfrm>
                          <a:custGeom>
                            <a:avLst/>
                            <a:gdLst>
                              <a:gd name="T0" fmla="*/ 569 w 1043"/>
                              <a:gd name="T1" fmla="*/ 3433 h 3529"/>
                              <a:gd name="T2" fmla="*/ 569 w 1043"/>
                              <a:gd name="T3" fmla="*/ 96 h 3529"/>
                              <a:gd name="T4" fmla="*/ 473 w 1043"/>
                              <a:gd name="T5" fmla="*/ 96 h 3529"/>
                              <a:gd name="T6" fmla="*/ 473 w 1043"/>
                              <a:gd name="T7" fmla="*/ 3433 h 3529"/>
                              <a:gd name="T8" fmla="*/ 569 w 1043"/>
                              <a:gd name="T9" fmla="*/ 3433 h 3529"/>
                              <a:gd name="T10" fmla="*/ 13 w 1043"/>
                              <a:gd name="T11" fmla="*/ 2658 h 3529"/>
                              <a:gd name="T12" fmla="*/ 521 w 1043"/>
                              <a:gd name="T13" fmla="*/ 3529 h 3529"/>
                              <a:gd name="T14" fmla="*/ 1030 w 1043"/>
                              <a:gd name="T15" fmla="*/ 2658 h 3529"/>
                              <a:gd name="T16" fmla="*/ 1012 w 1043"/>
                              <a:gd name="T17" fmla="*/ 2592 h 3529"/>
                              <a:gd name="T18" fmla="*/ 947 w 1043"/>
                              <a:gd name="T19" fmla="*/ 2609 h 3529"/>
                              <a:gd name="T20" fmla="*/ 480 w 1043"/>
                              <a:gd name="T21" fmla="*/ 3409 h 3529"/>
                              <a:gd name="T22" fmla="*/ 563 w 1043"/>
                              <a:gd name="T23" fmla="*/ 3409 h 3529"/>
                              <a:gd name="T24" fmla="*/ 96 w 1043"/>
                              <a:gd name="T25" fmla="*/ 2609 h 3529"/>
                              <a:gd name="T26" fmla="*/ 31 w 1043"/>
                              <a:gd name="T27" fmla="*/ 2592 h 3529"/>
                              <a:gd name="T28" fmla="*/ 13 w 1043"/>
                              <a:gd name="T29" fmla="*/ 2658 h 3529"/>
                              <a:gd name="T30" fmla="*/ 1030 w 1043"/>
                              <a:gd name="T31" fmla="*/ 871 h 3529"/>
                              <a:gd name="T32" fmla="*/ 521 w 1043"/>
                              <a:gd name="T33" fmla="*/ 0 h 3529"/>
                              <a:gd name="T34" fmla="*/ 13 w 1043"/>
                              <a:gd name="T35" fmla="*/ 871 h 3529"/>
                              <a:gd name="T36" fmla="*/ 31 w 1043"/>
                              <a:gd name="T37" fmla="*/ 937 h 3529"/>
                              <a:gd name="T38" fmla="*/ 96 w 1043"/>
                              <a:gd name="T39" fmla="*/ 920 h 3529"/>
                              <a:gd name="T40" fmla="*/ 563 w 1043"/>
                              <a:gd name="T41" fmla="*/ 120 h 3529"/>
                              <a:gd name="T42" fmla="*/ 480 w 1043"/>
                              <a:gd name="T43" fmla="*/ 120 h 3529"/>
                              <a:gd name="T44" fmla="*/ 947 w 1043"/>
                              <a:gd name="T45" fmla="*/ 920 h 3529"/>
                              <a:gd name="T46" fmla="*/ 1012 w 1043"/>
                              <a:gd name="T47" fmla="*/ 937 h 3529"/>
                              <a:gd name="T48" fmla="*/ 1030 w 1043"/>
                              <a:gd name="T49" fmla="*/ 871 h 352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Lst>
                            <a:rect l="0" t="0" r="r" b="b"/>
                            <a:pathLst>
                              <a:path w="1043" h="3529">
                                <a:moveTo>
                                  <a:pt x="569" y="3433"/>
                                </a:moveTo>
                                <a:lnTo>
                                  <a:pt x="569" y="96"/>
                                </a:lnTo>
                                <a:lnTo>
                                  <a:pt x="473" y="96"/>
                                </a:lnTo>
                                <a:lnTo>
                                  <a:pt x="473" y="3433"/>
                                </a:lnTo>
                                <a:lnTo>
                                  <a:pt x="569" y="3433"/>
                                </a:lnTo>
                                <a:close/>
                                <a:moveTo>
                                  <a:pt x="13" y="2658"/>
                                </a:moveTo>
                                <a:lnTo>
                                  <a:pt x="521" y="3529"/>
                                </a:lnTo>
                                <a:lnTo>
                                  <a:pt x="1030" y="2658"/>
                                </a:lnTo>
                                <a:cubicBezTo>
                                  <a:pt x="1043" y="2635"/>
                                  <a:pt x="1035" y="2605"/>
                                  <a:pt x="1012" y="2592"/>
                                </a:cubicBezTo>
                                <a:cubicBezTo>
                                  <a:pt x="989" y="2579"/>
                                  <a:pt x="960" y="2586"/>
                                  <a:pt x="947" y="2609"/>
                                </a:cubicBezTo>
                                <a:lnTo>
                                  <a:pt x="480" y="3409"/>
                                </a:lnTo>
                                <a:lnTo>
                                  <a:pt x="563" y="3409"/>
                                </a:lnTo>
                                <a:lnTo>
                                  <a:pt x="96" y="2609"/>
                                </a:lnTo>
                                <a:cubicBezTo>
                                  <a:pt x="83" y="2586"/>
                                  <a:pt x="54" y="2579"/>
                                  <a:pt x="31" y="2592"/>
                                </a:cubicBezTo>
                                <a:cubicBezTo>
                                  <a:pt x="8" y="2605"/>
                                  <a:pt x="0" y="2635"/>
                                  <a:pt x="13" y="2658"/>
                                </a:cubicBezTo>
                                <a:close/>
                                <a:moveTo>
                                  <a:pt x="1030" y="871"/>
                                </a:moveTo>
                                <a:lnTo>
                                  <a:pt x="521" y="0"/>
                                </a:lnTo>
                                <a:lnTo>
                                  <a:pt x="13" y="871"/>
                                </a:lnTo>
                                <a:cubicBezTo>
                                  <a:pt x="0" y="894"/>
                                  <a:pt x="8" y="924"/>
                                  <a:pt x="31" y="937"/>
                                </a:cubicBezTo>
                                <a:cubicBezTo>
                                  <a:pt x="54" y="950"/>
                                  <a:pt x="83" y="943"/>
                                  <a:pt x="96" y="920"/>
                                </a:cubicBezTo>
                                <a:lnTo>
                                  <a:pt x="563" y="120"/>
                                </a:lnTo>
                                <a:lnTo>
                                  <a:pt x="480" y="120"/>
                                </a:lnTo>
                                <a:lnTo>
                                  <a:pt x="947" y="920"/>
                                </a:lnTo>
                                <a:cubicBezTo>
                                  <a:pt x="960" y="943"/>
                                  <a:pt x="989" y="950"/>
                                  <a:pt x="1012" y="937"/>
                                </a:cubicBezTo>
                                <a:cubicBezTo>
                                  <a:pt x="1035" y="924"/>
                                  <a:pt x="1043" y="894"/>
                                  <a:pt x="1030" y="871"/>
                                </a:cubicBezTo>
                                <a:close/>
                              </a:path>
                            </a:pathLst>
                          </a:custGeom>
                          <a:solidFill>
                            <a:srgbClr val="000000"/>
                          </a:solidFill>
                          <a:ln w="0" cap="flat">
                            <a:solidFill>
                              <a:srgbClr val="000000"/>
                            </a:solidFill>
                            <a:prstDash val="solid"/>
                            <a:round/>
                            <a:headEnd/>
                            <a:tailEnd/>
                          </a:ln>
                        </wps:spPr>
                        <wps:bodyPr rot="0" vert="horz" wrap="square" lIns="91440" tIns="45720" rIns="91440" bIns="45720" anchor="t" anchorCtr="0" upright="1">
                          <a:noAutofit/>
                        </wps:bodyPr>
                      </wps:wsp>
                      <wps:wsp>
                        <wps:cNvPr id="749" name="Freeform 193"/>
                        <wps:cNvSpPr>
                          <a:spLocks noEditPoints="1"/>
                        </wps:cNvSpPr>
                        <wps:spPr bwMode="auto">
                          <a:xfrm>
                            <a:off x="245745" y="483899"/>
                            <a:ext cx="8255" cy="2691765"/>
                          </a:xfrm>
                          <a:custGeom>
                            <a:avLst/>
                            <a:gdLst>
                              <a:gd name="T0" fmla="*/ 13 w 13"/>
                              <a:gd name="T1" fmla="*/ 4145 h 4239"/>
                              <a:gd name="T2" fmla="*/ 0 w 13"/>
                              <a:gd name="T3" fmla="*/ 4131 h 4239"/>
                              <a:gd name="T4" fmla="*/ 13 w 13"/>
                              <a:gd name="T5" fmla="*/ 4024 h 4239"/>
                              <a:gd name="T6" fmla="*/ 0 w 13"/>
                              <a:gd name="T7" fmla="*/ 3929 h 4239"/>
                              <a:gd name="T8" fmla="*/ 13 w 13"/>
                              <a:gd name="T9" fmla="*/ 3916 h 4239"/>
                              <a:gd name="T10" fmla="*/ 13 w 13"/>
                              <a:gd name="T11" fmla="*/ 3768 h 4239"/>
                              <a:gd name="T12" fmla="*/ 0 w 13"/>
                              <a:gd name="T13" fmla="*/ 3754 h 4239"/>
                              <a:gd name="T14" fmla="*/ 13 w 13"/>
                              <a:gd name="T15" fmla="*/ 3647 h 4239"/>
                              <a:gd name="T16" fmla="*/ 0 w 13"/>
                              <a:gd name="T17" fmla="*/ 3553 h 4239"/>
                              <a:gd name="T18" fmla="*/ 13 w 13"/>
                              <a:gd name="T19" fmla="*/ 3539 h 4239"/>
                              <a:gd name="T20" fmla="*/ 13 w 13"/>
                              <a:gd name="T21" fmla="*/ 3391 h 4239"/>
                              <a:gd name="T22" fmla="*/ 0 w 13"/>
                              <a:gd name="T23" fmla="*/ 3378 h 4239"/>
                              <a:gd name="T24" fmla="*/ 13 w 13"/>
                              <a:gd name="T25" fmla="*/ 3270 h 4239"/>
                              <a:gd name="T26" fmla="*/ 0 w 13"/>
                              <a:gd name="T27" fmla="*/ 3176 h 4239"/>
                              <a:gd name="T28" fmla="*/ 13 w 13"/>
                              <a:gd name="T29" fmla="*/ 3162 h 4239"/>
                              <a:gd name="T30" fmla="*/ 13 w 13"/>
                              <a:gd name="T31" fmla="*/ 3014 h 4239"/>
                              <a:gd name="T32" fmla="*/ 0 w 13"/>
                              <a:gd name="T33" fmla="*/ 3001 h 4239"/>
                              <a:gd name="T34" fmla="*/ 13 w 13"/>
                              <a:gd name="T35" fmla="*/ 2893 h 4239"/>
                              <a:gd name="T36" fmla="*/ 0 w 13"/>
                              <a:gd name="T37" fmla="*/ 2799 h 4239"/>
                              <a:gd name="T38" fmla="*/ 13 w 13"/>
                              <a:gd name="T39" fmla="*/ 2786 h 4239"/>
                              <a:gd name="T40" fmla="*/ 13 w 13"/>
                              <a:gd name="T41" fmla="*/ 2638 h 4239"/>
                              <a:gd name="T42" fmla="*/ 0 w 13"/>
                              <a:gd name="T43" fmla="*/ 2624 h 4239"/>
                              <a:gd name="T44" fmla="*/ 13 w 13"/>
                              <a:gd name="T45" fmla="*/ 2517 h 4239"/>
                              <a:gd name="T46" fmla="*/ 0 w 13"/>
                              <a:gd name="T47" fmla="*/ 2422 h 4239"/>
                              <a:gd name="T48" fmla="*/ 13 w 13"/>
                              <a:gd name="T49" fmla="*/ 2409 h 4239"/>
                              <a:gd name="T50" fmla="*/ 13 w 13"/>
                              <a:gd name="T51" fmla="*/ 2261 h 4239"/>
                              <a:gd name="T52" fmla="*/ 0 w 13"/>
                              <a:gd name="T53" fmla="*/ 2247 h 4239"/>
                              <a:gd name="T54" fmla="*/ 13 w 13"/>
                              <a:gd name="T55" fmla="*/ 2140 h 4239"/>
                              <a:gd name="T56" fmla="*/ 0 w 13"/>
                              <a:gd name="T57" fmla="*/ 2046 h 4239"/>
                              <a:gd name="T58" fmla="*/ 13 w 13"/>
                              <a:gd name="T59" fmla="*/ 2032 h 4239"/>
                              <a:gd name="T60" fmla="*/ 13 w 13"/>
                              <a:gd name="T61" fmla="*/ 1884 h 4239"/>
                              <a:gd name="T62" fmla="*/ 0 w 13"/>
                              <a:gd name="T63" fmla="*/ 1871 h 4239"/>
                              <a:gd name="T64" fmla="*/ 13 w 13"/>
                              <a:gd name="T65" fmla="*/ 1763 h 4239"/>
                              <a:gd name="T66" fmla="*/ 0 w 13"/>
                              <a:gd name="T67" fmla="*/ 1669 h 4239"/>
                              <a:gd name="T68" fmla="*/ 13 w 13"/>
                              <a:gd name="T69" fmla="*/ 1655 h 4239"/>
                              <a:gd name="T70" fmla="*/ 13 w 13"/>
                              <a:gd name="T71" fmla="*/ 1507 h 4239"/>
                              <a:gd name="T72" fmla="*/ 0 w 13"/>
                              <a:gd name="T73" fmla="*/ 1494 h 4239"/>
                              <a:gd name="T74" fmla="*/ 13 w 13"/>
                              <a:gd name="T75" fmla="*/ 1386 h 4239"/>
                              <a:gd name="T76" fmla="*/ 0 w 13"/>
                              <a:gd name="T77" fmla="*/ 1292 h 4239"/>
                              <a:gd name="T78" fmla="*/ 13 w 13"/>
                              <a:gd name="T79" fmla="*/ 1279 h 4239"/>
                              <a:gd name="T80" fmla="*/ 13 w 13"/>
                              <a:gd name="T81" fmla="*/ 1131 h 4239"/>
                              <a:gd name="T82" fmla="*/ 0 w 13"/>
                              <a:gd name="T83" fmla="*/ 1117 h 4239"/>
                              <a:gd name="T84" fmla="*/ 13 w 13"/>
                              <a:gd name="T85" fmla="*/ 1009 h 4239"/>
                              <a:gd name="T86" fmla="*/ 0 w 13"/>
                              <a:gd name="T87" fmla="*/ 915 h 4239"/>
                              <a:gd name="T88" fmla="*/ 13 w 13"/>
                              <a:gd name="T89" fmla="*/ 902 h 4239"/>
                              <a:gd name="T90" fmla="*/ 13 w 13"/>
                              <a:gd name="T91" fmla="*/ 754 h 4239"/>
                              <a:gd name="T92" fmla="*/ 0 w 13"/>
                              <a:gd name="T93" fmla="*/ 740 h 4239"/>
                              <a:gd name="T94" fmla="*/ 13 w 13"/>
                              <a:gd name="T95" fmla="*/ 633 h 4239"/>
                              <a:gd name="T96" fmla="*/ 0 w 13"/>
                              <a:gd name="T97" fmla="*/ 539 h 4239"/>
                              <a:gd name="T98" fmla="*/ 13 w 13"/>
                              <a:gd name="T99" fmla="*/ 525 h 4239"/>
                              <a:gd name="T100" fmla="*/ 13 w 13"/>
                              <a:gd name="T101" fmla="*/ 377 h 4239"/>
                              <a:gd name="T102" fmla="*/ 0 w 13"/>
                              <a:gd name="T103" fmla="*/ 364 h 4239"/>
                              <a:gd name="T104" fmla="*/ 13 w 13"/>
                              <a:gd name="T105" fmla="*/ 256 h 4239"/>
                              <a:gd name="T106" fmla="*/ 0 w 13"/>
                              <a:gd name="T107" fmla="*/ 162 h 4239"/>
                              <a:gd name="T108" fmla="*/ 13 w 13"/>
                              <a:gd name="T109" fmla="*/ 148 h 4239"/>
                              <a:gd name="T110" fmla="*/ 13 w 13"/>
                              <a:gd name="T111" fmla="*/ 0 h 42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 h="4239">
                                <a:moveTo>
                                  <a:pt x="13" y="4239"/>
                                </a:moveTo>
                                <a:lnTo>
                                  <a:pt x="13" y="4198"/>
                                </a:lnTo>
                                <a:lnTo>
                                  <a:pt x="0" y="4198"/>
                                </a:lnTo>
                                <a:lnTo>
                                  <a:pt x="0" y="4239"/>
                                </a:lnTo>
                                <a:lnTo>
                                  <a:pt x="13" y="4239"/>
                                </a:lnTo>
                                <a:close/>
                                <a:moveTo>
                                  <a:pt x="13" y="4185"/>
                                </a:moveTo>
                                <a:lnTo>
                                  <a:pt x="13" y="4145"/>
                                </a:lnTo>
                                <a:lnTo>
                                  <a:pt x="0" y="4145"/>
                                </a:lnTo>
                                <a:lnTo>
                                  <a:pt x="0" y="4185"/>
                                </a:lnTo>
                                <a:lnTo>
                                  <a:pt x="13" y="4185"/>
                                </a:lnTo>
                                <a:close/>
                                <a:moveTo>
                                  <a:pt x="13" y="4131"/>
                                </a:moveTo>
                                <a:lnTo>
                                  <a:pt x="13" y="4091"/>
                                </a:lnTo>
                                <a:lnTo>
                                  <a:pt x="0" y="4091"/>
                                </a:lnTo>
                                <a:lnTo>
                                  <a:pt x="0" y="4131"/>
                                </a:lnTo>
                                <a:lnTo>
                                  <a:pt x="13" y="4131"/>
                                </a:lnTo>
                                <a:close/>
                                <a:moveTo>
                                  <a:pt x="13" y="4077"/>
                                </a:moveTo>
                                <a:lnTo>
                                  <a:pt x="13" y="4037"/>
                                </a:lnTo>
                                <a:lnTo>
                                  <a:pt x="0" y="4037"/>
                                </a:lnTo>
                                <a:lnTo>
                                  <a:pt x="0" y="4077"/>
                                </a:lnTo>
                                <a:lnTo>
                                  <a:pt x="13" y="4077"/>
                                </a:lnTo>
                                <a:close/>
                                <a:moveTo>
                                  <a:pt x="13" y="4024"/>
                                </a:moveTo>
                                <a:lnTo>
                                  <a:pt x="13" y="3983"/>
                                </a:lnTo>
                                <a:lnTo>
                                  <a:pt x="0" y="3983"/>
                                </a:lnTo>
                                <a:lnTo>
                                  <a:pt x="0" y="4024"/>
                                </a:lnTo>
                                <a:lnTo>
                                  <a:pt x="13" y="4024"/>
                                </a:lnTo>
                                <a:close/>
                                <a:moveTo>
                                  <a:pt x="13" y="3970"/>
                                </a:moveTo>
                                <a:lnTo>
                                  <a:pt x="13" y="3929"/>
                                </a:lnTo>
                                <a:lnTo>
                                  <a:pt x="0" y="3929"/>
                                </a:lnTo>
                                <a:lnTo>
                                  <a:pt x="0" y="3970"/>
                                </a:lnTo>
                                <a:lnTo>
                                  <a:pt x="13" y="3970"/>
                                </a:lnTo>
                                <a:close/>
                                <a:moveTo>
                                  <a:pt x="13" y="3916"/>
                                </a:moveTo>
                                <a:lnTo>
                                  <a:pt x="13" y="3876"/>
                                </a:lnTo>
                                <a:lnTo>
                                  <a:pt x="0" y="3876"/>
                                </a:lnTo>
                                <a:lnTo>
                                  <a:pt x="0" y="3916"/>
                                </a:lnTo>
                                <a:lnTo>
                                  <a:pt x="13" y="3916"/>
                                </a:lnTo>
                                <a:close/>
                                <a:moveTo>
                                  <a:pt x="13" y="3862"/>
                                </a:moveTo>
                                <a:lnTo>
                                  <a:pt x="13" y="3822"/>
                                </a:lnTo>
                                <a:lnTo>
                                  <a:pt x="0" y="3822"/>
                                </a:lnTo>
                                <a:lnTo>
                                  <a:pt x="0" y="3862"/>
                                </a:lnTo>
                                <a:lnTo>
                                  <a:pt x="13" y="3862"/>
                                </a:lnTo>
                                <a:close/>
                                <a:moveTo>
                                  <a:pt x="13" y="3808"/>
                                </a:moveTo>
                                <a:lnTo>
                                  <a:pt x="13" y="3768"/>
                                </a:lnTo>
                                <a:lnTo>
                                  <a:pt x="0" y="3768"/>
                                </a:lnTo>
                                <a:lnTo>
                                  <a:pt x="0" y="3808"/>
                                </a:lnTo>
                                <a:lnTo>
                                  <a:pt x="13" y="3808"/>
                                </a:lnTo>
                                <a:close/>
                                <a:moveTo>
                                  <a:pt x="13" y="3754"/>
                                </a:moveTo>
                                <a:lnTo>
                                  <a:pt x="13" y="3714"/>
                                </a:lnTo>
                                <a:lnTo>
                                  <a:pt x="0" y="3714"/>
                                </a:lnTo>
                                <a:lnTo>
                                  <a:pt x="0" y="3754"/>
                                </a:lnTo>
                                <a:lnTo>
                                  <a:pt x="13" y="3754"/>
                                </a:lnTo>
                                <a:close/>
                                <a:moveTo>
                                  <a:pt x="13" y="3701"/>
                                </a:moveTo>
                                <a:lnTo>
                                  <a:pt x="13" y="3660"/>
                                </a:lnTo>
                                <a:lnTo>
                                  <a:pt x="0" y="3660"/>
                                </a:lnTo>
                                <a:lnTo>
                                  <a:pt x="0" y="3701"/>
                                </a:lnTo>
                                <a:lnTo>
                                  <a:pt x="13" y="3701"/>
                                </a:lnTo>
                                <a:close/>
                                <a:moveTo>
                                  <a:pt x="13" y="3647"/>
                                </a:moveTo>
                                <a:lnTo>
                                  <a:pt x="13" y="3606"/>
                                </a:lnTo>
                                <a:lnTo>
                                  <a:pt x="0" y="3606"/>
                                </a:lnTo>
                                <a:lnTo>
                                  <a:pt x="0" y="3647"/>
                                </a:lnTo>
                                <a:lnTo>
                                  <a:pt x="13" y="3647"/>
                                </a:lnTo>
                                <a:close/>
                                <a:moveTo>
                                  <a:pt x="13" y="3593"/>
                                </a:moveTo>
                                <a:lnTo>
                                  <a:pt x="13" y="3553"/>
                                </a:lnTo>
                                <a:lnTo>
                                  <a:pt x="0" y="3553"/>
                                </a:lnTo>
                                <a:lnTo>
                                  <a:pt x="0" y="3593"/>
                                </a:lnTo>
                                <a:lnTo>
                                  <a:pt x="13" y="3593"/>
                                </a:lnTo>
                                <a:close/>
                                <a:moveTo>
                                  <a:pt x="13" y="3539"/>
                                </a:moveTo>
                                <a:lnTo>
                                  <a:pt x="13" y="3499"/>
                                </a:lnTo>
                                <a:lnTo>
                                  <a:pt x="0" y="3499"/>
                                </a:lnTo>
                                <a:lnTo>
                                  <a:pt x="0" y="3539"/>
                                </a:lnTo>
                                <a:lnTo>
                                  <a:pt x="13" y="3539"/>
                                </a:lnTo>
                                <a:close/>
                                <a:moveTo>
                                  <a:pt x="13" y="3485"/>
                                </a:moveTo>
                                <a:lnTo>
                                  <a:pt x="13" y="3445"/>
                                </a:lnTo>
                                <a:lnTo>
                                  <a:pt x="0" y="3445"/>
                                </a:lnTo>
                                <a:lnTo>
                                  <a:pt x="0" y="3485"/>
                                </a:lnTo>
                                <a:lnTo>
                                  <a:pt x="13" y="3485"/>
                                </a:lnTo>
                                <a:close/>
                                <a:moveTo>
                                  <a:pt x="13" y="3432"/>
                                </a:moveTo>
                                <a:lnTo>
                                  <a:pt x="13" y="3391"/>
                                </a:lnTo>
                                <a:lnTo>
                                  <a:pt x="0" y="3391"/>
                                </a:lnTo>
                                <a:lnTo>
                                  <a:pt x="0" y="3432"/>
                                </a:lnTo>
                                <a:lnTo>
                                  <a:pt x="13" y="3432"/>
                                </a:lnTo>
                                <a:close/>
                                <a:moveTo>
                                  <a:pt x="13" y="3378"/>
                                </a:moveTo>
                                <a:lnTo>
                                  <a:pt x="13" y="3337"/>
                                </a:lnTo>
                                <a:lnTo>
                                  <a:pt x="0" y="3337"/>
                                </a:lnTo>
                                <a:lnTo>
                                  <a:pt x="0" y="3378"/>
                                </a:lnTo>
                                <a:lnTo>
                                  <a:pt x="13" y="3378"/>
                                </a:lnTo>
                                <a:close/>
                                <a:moveTo>
                                  <a:pt x="13" y="3324"/>
                                </a:moveTo>
                                <a:lnTo>
                                  <a:pt x="13" y="3283"/>
                                </a:lnTo>
                                <a:lnTo>
                                  <a:pt x="0" y="3283"/>
                                </a:lnTo>
                                <a:lnTo>
                                  <a:pt x="0" y="3324"/>
                                </a:lnTo>
                                <a:lnTo>
                                  <a:pt x="13" y="3324"/>
                                </a:lnTo>
                                <a:close/>
                                <a:moveTo>
                                  <a:pt x="13" y="3270"/>
                                </a:moveTo>
                                <a:lnTo>
                                  <a:pt x="13" y="3230"/>
                                </a:lnTo>
                                <a:lnTo>
                                  <a:pt x="0" y="3230"/>
                                </a:lnTo>
                                <a:lnTo>
                                  <a:pt x="0" y="3270"/>
                                </a:lnTo>
                                <a:lnTo>
                                  <a:pt x="13" y="3270"/>
                                </a:lnTo>
                                <a:close/>
                                <a:moveTo>
                                  <a:pt x="13" y="3216"/>
                                </a:moveTo>
                                <a:lnTo>
                                  <a:pt x="13" y="3176"/>
                                </a:lnTo>
                                <a:lnTo>
                                  <a:pt x="0" y="3176"/>
                                </a:lnTo>
                                <a:lnTo>
                                  <a:pt x="0" y="3216"/>
                                </a:lnTo>
                                <a:lnTo>
                                  <a:pt x="13" y="3216"/>
                                </a:lnTo>
                                <a:close/>
                                <a:moveTo>
                                  <a:pt x="13" y="3162"/>
                                </a:moveTo>
                                <a:lnTo>
                                  <a:pt x="13" y="3122"/>
                                </a:lnTo>
                                <a:lnTo>
                                  <a:pt x="0" y="3122"/>
                                </a:lnTo>
                                <a:lnTo>
                                  <a:pt x="0" y="3162"/>
                                </a:lnTo>
                                <a:lnTo>
                                  <a:pt x="13" y="3162"/>
                                </a:lnTo>
                                <a:close/>
                                <a:moveTo>
                                  <a:pt x="13" y="3109"/>
                                </a:moveTo>
                                <a:lnTo>
                                  <a:pt x="13" y="3068"/>
                                </a:lnTo>
                                <a:lnTo>
                                  <a:pt x="0" y="3068"/>
                                </a:lnTo>
                                <a:lnTo>
                                  <a:pt x="0" y="3109"/>
                                </a:lnTo>
                                <a:lnTo>
                                  <a:pt x="13" y="3109"/>
                                </a:lnTo>
                                <a:close/>
                                <a:moveTo>
                                  <a:pt x="13" y="3055"/>
                                </a:moveTo>
                                <a:lnTo>
                                  <a:pt x="13" y="3014"/>
                                </a:lnTo>
                                <a:lnTo>
                                  <a:pt x="0" y="3014"/>
                                </a:lnTo>
                                <a:lnTo>
                                  <a:pt x="0" y="3055"/>
                                </a:lnTo>
                                <a:lnTo>
                                  <a:pt x="13" y="3055"/>
                                </a:lnTo>
                                <a:close/>
                                <a:moveTo>
                                  <a:pt x="13" y="3001"/>
                                </a:moveTo>
                                <a:lnTo>
                                  <a:pt x="13" y="2961"/>
                                </a:lnTo>
                                <a:lnTo>
                                  <a:pt x="0" y="2961"/>
                                </a:lnTo>
                                <a:lnTo>
                                  <a:pt x="0" y="3001"/>
                                </a:lnTo>
                                <a:lnTo>
                                  <a:pt x="13" y="3001"/>
                                </a:lnTo>
                                <a:close/>
                                <a:moveTo>
                                  <a:pt x="13" y="2947"/>
                                </a:moveTo>
                                <a:lnTo>
                                  <a:pt x="13" y="2907"/>
                                </a:lnTo>
                                <a:lnTo>
                                  <a:pt x="0" y="2907"/>
                                </a:lnTo>
                                <a:lnTo>
                                  <a:pt x="0" y="2947"/>
                                </a:lnTo>
                                <a:lnTo>
                                  <a:pt x="13" y="2947"/>
                                </a:lnTo>
                                <a:close/>
                                <a:moveTo>
                                  <a:pt x="13" y="2893"/>
                                </a:moveTo>
                                <a:lnTo>
                                  <a:pt x="13" y="2853"/>
                                </a:lnTo>
                                <a:lnTo>
                                  <a:pt x="0" y="2853"/>
                                </a:lnTo>
                                <a:lnTo>
                                  <a:pt x="0" y="2893"/>
                                </a:lnTo>
                                <a:lnTo>
                                  <a:pt x="13" y="2893"/>
                                </a:lnTo>
                                <a:close/>
                                <a:moveTo>
                                  <a:pt x="13" y="2839"/>
                                </a:moveTo>
                                <a:lnTo>
                                  <a:pt x="13" y="2799"/>
                                </a:lnTo>
                                <a:lnTo>
                                  <a:pt x="0" y="2799"/>
                                </a:lnTo>
                                <a:lnTo>
                                  <a:pt x="0" y="2839"/>
                                </a:lnTo>
                                <a:lnTo>
                                  <a:pt x="13" y="2839"/>
                                </a:lnTo>
                                <a:close/>
                                <a:moveTo>
                                  <a:pt x="13" y="2786"/>
                                </a:moveTo>
                                <a:lnTo>
                                  <a:pt x="13" y="2745"/>
                                </a:lnTo>
                                <a:lnTo>
                                  <a:pt x="0" y="2745"/>
                                </a:lnTo>
                                <a:lnTo>
                                  <a:pt x="0" y="2786"/>
                                </a:lnTo>
                                <a:lnTo>
                                  <a:pt x="13" y="2786"/>
                                </a:lnTo>
                                <a:close/>
                                <a:moveTo>
                                  <a:pt x="13" y="2732"/>
                                </a:moveTo>
                                <a:lnTo>
                                  <a:pt x="13" y="2691"/>
                                </a:lnTo>
                                <a:lnTo>
                                  <a:pt x="0" y="2691"/>
                                </a:lnTo>
                                <a:lnTo>
                                  <a:pt x="0" y="2732"/>
                                </a:lnTo>
                                <a:lnTo>
                                  <a:pt x="13" y="2732"/>
                                </a:lnTo>
                                <a:close/>
                                <a:moveTo>
                                  <a:pt x="13" y="2678"/>
                                </a:moveTo>
                                <a:lnTo>
                                  <a:pt x="13" y="2638"/>
                                </a:lnTo>
                                <a:lnTo>
                                  <a:pt x="0" y="2638"/>
                                </a:lnTo>
                                <a:lnTo>
                                  <a:pt x="0" y="2678"/>
                                </a:lnTo>
                                <a:lnTo>
                                  <a:pt x="13" y="2678"/>
                                </a:lnTo>
                                <a:close/>
                                <a:moveTo>
                                  <a:pt x="13" y="2624"/>
                                </a:moveTo>
                                <a:lnTo>
                                  <a:pt x="13" y="2584"/>
                                </a:lnTo>
                                <a:lnTo>
                                  <a:pt x="0" y="2584"/>
                                </a:lnTo>
                                <a:lnTo>
                                  <a:pt x="0" y="2624"/>
                                </a:lnTo>
                                <a:lnTo>
                                  <a:pt x="13" y="2624"/>
                                </a:lnTo>
                                <a:close/>
                                <a:moveTo>
                                  <a:pt x="13" y="2570"/>
                                </a:moveTo>
                                <a:lnTo>
                                  <a:pt x="13" y="2530"/>
                                </a:lnTo>
                                <a:lnTo>
                                  <a:pt x="0" y="2530"/>
                                </a:lnTo>
                                <a:lnTo>
                                  <a:pt x="0" y="2570"/>
                                </a:lnTo>
                                <a:lnTo>
                                  <a:pt x="13" y="2570"/>
                                </a:lnTo>
                                <a:close/>
                                <a:moveTo>
                                  <a:pt x="13" y="2517"/>
                                </a:moveTo>
                                <a:lnTo>
                                  <a:pt x="13" y="2476"/>
                                </a:lnTo>
                                <a:lnTo>
                                  <a:pt x="0" y="2476"/>
                                </a:lnTo>
                                <a:lnTo>
                                  <a:pt x="0" y="2517"/>
                                </a:lnTo>
                                <a:lnTo>
                                  <a:pt x="13" y="2517"/>
                                </a:lnTo>
                                <a:close/>
                                <a:moveTo>
                                  <a:pt x="13" y="2463"/>
                                </a:moveTo>
                                <a:lnTo>
                                  <a:pt x="13" y="2422"/>
                                </a:lnTo>
                                <a:lnTo>
                                  <a:pt x="0" y="2422"/>
                                </a:lnTo>
                                <a:lnTo>
                                  <a:pt x="0" y="2463"/>
                                </a:lnTo>
                                <a:lnTo>
                                  <a:pt x="13" y="2463"/>
                                </a:lnTo>
                                <a:close/>
                                <a:moveTo>
                                  <a:pt x="13" y="2409"/>
                                </a:moveTo>
                                <a:lnTo>
                                  <a:pt x="13" y="2368"/>
                                </a:lnTo>
                                <a:lnTo>
                                  <a:pt x="0" y="2368"/>
                                </a:lnTo>
                                <a:lnTo>
                                  <a:pt x="0" y="2409"/>
                                </a:lnTo>
                                <a:lnTo>
                                  <a:pt x="13" y="2409"/>
                                </a:lnTo>
                                <a:close/>
                                <a:moveTo>
                                  <a:pt x="13" y="2355"/>
                                </a:moveTo>
                                <a:lnTo>
                                  <a:pt x="13" y="2315"/>
                                </a:lnTo>
                                <a:lnTo>
                                  <a:pt x="0" y="2315"/>
                                </a:lnTo>
                                <a:lnTo>
                                  <a:pt x="0" y="2355"/>
                                </a:lnTo>
                                <a:lnTo>
                                  <a:pt x="13" y="2355"/>
                                </a:lnTo>
                                <a:close/>
                                <a:moveTo>
                                  <a:pt x="13" y="2301"/>
                                </a:moveTo>
                                <a:lnTo>
                                  <a:pt x="13" y="2261"/>
                                </a:lnTo>
                                <a:lnTo>
                                  <a:pt x="0" y="2261"/>
                                </a:lnTo>
                                <a:lnTo>
                                  <a:pt x="0" y="2301"/>
                                </a:lnTo>
                                <a:lnTo>
                                  <a:pt x="13" y="2301"/>
                                </a:lnTo>
                                <a:close/>
                                <a:moveTo>
                                  <a:pt x="13" y="2247"/>
                                </a:moveTo>
                                <a:lnTo>
                                  <a:pt x="13" y="2207"/>
                                </a:lnTo>
                                <a:lnTo>
                                  <a:pt x="0" y="2207"/>
                                </a:lnTo>
                                <a:lnTo>
                                  <a:pt x="0" y="2247"/>
                                </a:lnTo>
                                <a:lnTo>
                                  <a:pt x="13" y="2247"/>
                                </a:lnTo>
                                <a:close/>
                                <a:moveTo>
                                  <a:pt x="13" y="2194"/>
                                </a:moveTo>
                                <a:lnTo>
                                  <a:pt x="13" y="2153"/>
                                </a:lnTo>
                                <a:lnTo>
                                  <a:pt x="0" y="2153"/>
                                </a:lnTo>
                                <a:lnTo>
                                  <a:pt x="0" y="2194"/>
                                </a:lnTo>
                                <a:lnTo>
                                  <a:pt x="13" y="2194"/>
                                </a:lnTo>
                                <a:close/>
                                <a:moveTo>
                                  <a:pt x="13" y="2140"/>
                                </a:moveTo>
                                <a:lnTo>
                                  <a:pt x="13" y="2099"/>
                                </a:lnTo>
                                <a:lnTo>
                                  <a:pt x="0" y="2099"/>
                                </a:lnTo>
                                <a:lnTo>
                                  <a:pt x="0" y="2140"/>
                                </a:lnTo>
                                <a:lnTo>
                                  <a:pt x="13" y="2140"/>
                                </a:lnTo>
                                <a:close/>
                                <a:moveTo>
                                  <a:pt x="13" y="2086"/>
                                </a:moveTo>
                                <a:lnTo>
                                  <a:pt x="13" y="2046"/>
                                </a:lnTo>
                                <a:lnTo>
                                  <a:pt x="0" y="2046"/>
                                </a:lnTo>
                                <a:lnTo>
                                  <a:pt x="0" y="2086"/>
                                </a:lnTo>
                                <a:lnTo>
                                  <a:pt x="13" y="2086"/>
                                </a:lnTo>
                                <a:close/>
                                <a:moveTo>
                                  <a:pt x="13" y="2032"/>
                                </a:moveTo>
                                <a:lnTo>
                                  <a:pt x="13" y="1992"/>
                                </a:lnTo>
                                <a:lnTo>
                                  <a:pt x="0" y="1992"/>
                                </a:lnTo>
                                <a:lnTo>
                                  <a:pt x="0" y="2032"/>
                                </a:lnTo>
                                <a:lnTo>
                                  <a:pt x="13" y="2032"/>
                                </a:lnTo>
                                <a:close/>
                                <a:moveTo>
                                  <a:pt x="13" y="1978"/>
                                </a:moveTo>
                                <a:lnTo>
                                  <a:pt x="13" y="1938"/>
                                </a:lnTo>
                                <a:lnTo>
                                  <a:pt x="0" y="1938"/>
                                </a:lnTo>
                                <a:lnTo>
                                  <a:pt x="0" y="1978"/>
                                </a:lnTo>
                                <a:lnTo>
                                  <a:pt x="13" y="1978"/>
                                </a:lnTo>
                                <a:close/>
                                <a:moveTo>
                                  <a:pt x="13" y="1924"/>
                                </a:moveTo>
                                <a:lnTo>
                                  <a:pt x="13" y="1884"/>
                                </a:lnTo>
                                <a:lnTo>
                                  <a:pt x="0" y="1884"/>
                                </a:lnTo>
                                <a:lnTo>
                                  <a:pt x="0" y="1924"/>
                                </a:lnTo>
                                <a:lnTo>
                                  <a:pt x="13" y="1924"/>
                                </a:lnTo>
                                <a:close/>
                                <a:moveTo>
                                  <a:pt x="13" y="1871"/>
                                </a:moveTo>
                                <a:lnTo>
                                  <a:pt x="13" y="1830"/>
                                </a:lnTo>
                                <a:lnTo>
                                  <a:pt x="0" y="1830"/>
                                </a:lnTo>
                                <a:lnTo>
                                  <a:pt x="0" y="1871"/>
                                </a:lnTo>
                                <a:lnTo>
                                  <a:pt x="13" y="1871"/>
                                </a:lnTo>
                                <a:close/>
                                <a:moveTo>
                                  <a:pt x="13" y="1817"/>
                                </a:moveTo>
                                <a:lnTo>
                                  <a:pt x="13" y="1776"/>
                                </a:lnTo>
                                <a:lnTo>
                                  <a:pt x="0" y="1776"/>
                                </a:lnTo>
                                <a:lnTo>
                                  <a:pt x="0" y="1817"/>
                                </a:lnTo>
                                <a:lnTo>
                                  <a:pt x="13" y="1817"/>
                                </a:lnTo>
                                <a:close/>
                                <a:moveTo>
                                  <a:pt x="13" y="1763"/>
                                </a:moveTo>
                                <a:lnTo>
                                  <a:pt x="13" y="1723"/>
                                </a:lnTo>
                                <a:lnTo>
                                  <a:pt x="0" y="1723"/>
                                </a:lnTo>
                                <a:lnTo>
                                  <a:pt x="0" y="1763"/>
                                </a:lnTo>
                                <a:lnTo>
                                  <a:pt x="13" y="1763"/>
                                </a:lnTo>
                                <a:close/>
                                <a:moveTo>
                                  <a:pt x="13" y="1709"/>
                                </a:moveTo>
                                <a:lnTo>
                                  <a:pt x="13" y="1669"/>
                                </a:lnTo>
                                <a:lnTo>
                                  <a:pt x="0" y="1669"/>
                                </a:lnTo>
                                <a:lnTo>
                                  <a:pt x="0" y="1709"/>
                                </a:lnTo>
                                <a:lnTo>
                                  <a:pt x="13" y="1709"/>
                                </a:lnTo>
                                <a:close/>
                                <a:moveTo>
                                  <a:pt x="13" y="1655"/>
                                </a:moveTo>
                                <a:lnTo>
                                  <a:pt x="13" y="1615"/>
                                </a:lnTo>
                                <a:lnTo>
                                  <a:pt x="0" y="1615"/>
                                </a:lnTo>
                                <a:lnTo>
                                  <a:pt x="0" y="1655"/>
                                </a:lnTo>
                                <a:lnTo>
                                  <a:pt x="13" y="1655"/>
                                </a:lnTo>
                                <a:close/>
                                <a:moveTo>
                                  <a:pt x="13" y="1602"/>
                                </a:moveTo>
                                <a:lnTo>
                                  <a:pt x="13" y="1561"/>
                                </a:lnTo>
                                <a:lnTo>
                                  <a:pt x="0" y="1561"/>
                                </a:lnTo>
                                <a:lnTo>
                                  <a:pt x="0" y="1602"/>
                                </a:lnTo>
                                <a:lnTo>
                                  <a:pt x="13" y="1602"/>
                                </a:lnTo>
                                <a:close/>
                                <a:moveTo>
                                  <a:pt x="13" y="1548"/>
                                </a:moveTo>
                                <a:lnTo>
                                  <a:pt x="13" y="1507"/>
                                </a:lnTo>
                                <a:lnTo>
                                  <a:pt x="0" y="1507"/>
                                </a:lnTo>
                                <a:lnTo>
                                  <a:pt x="0" y="1548"/>
                                </a:lnTo>
                                <a:lnTo>
                                  <a:pt x="13" y="1548"/>
                                </a:lnTo>
                                <a:close/>
                                <a:moveTo>
                                  <a:pt x="13" y="1494"/>
                                </a:moveTo>
                                <a:lnTo>
                                  <a:pt x="13" y="1454"/>
                                </a:lnTo>
                                <a:lnTo>
                                  <a:pt x="0" y="1454"/>
                                </a:lnTo>
                                <a:lnTo>
                                  <a:pt x="0" y="1494"/>
                                </a:lnTo>
                                <a:lnTo>
                                  <a:pt x="13" y="1494"/>
                                </a:lnTo>
                                <a:close/>
                                <a:moveTo>
                                  <a:pt x="13" y="1440"/>
                                </a:moveTo>
                                <a:lnTo>
                                  <a:pt x="13" y="1400"/>
                                </a:lnTo>
                                <a:lnTo>
                                  <a:pt x="0" y="1400"/>
                                </a:lnTo>
                                <a:lnTo>
                                  <a:pt x="0" y="1440"/>
                                </a:lnTo>
                                <a:lnTo>
                                  <a:pt x="13" y="1440"/>
                                </a:lnTo>
                                <a:close/>
                                <a:moveTo>
                                  <a:pt x="13" y="1386"/>
                                </a:moveTo>
                                <a:lnTo>
                                  <a:pt x="13" y="1346"/>
                                </a:lnTo>
                                <a:lnTo>
                                  <a:pt x="0" y="1346"/>
                                </a:lnTo>
                                <a:lnTo>
                                  <a:pt x="0" y="1386"/>
                                </a:lnTo>
                                <a:lnTo>
                                  <a:pt x="13" y="1386"/>
                                </a:lnTo>
                                <a:close/>
                                <a:moveTo>
                                  <a:pt x="13" y="1332"/>
                                </a:moveTo>
                                <a:lnTo>
                                  <a:pt x="13" y="1292"/>
                                </a:lnTo>
                                <a:lnTo>
                                  <a:pt x="0" y="1292"/>
                                </a:lnTo>
                                <a:lnTo>
                                  <a:pt x="0" y="1332"/>
                                </a:lnTo>
                                <a:lnTo>
                                  <a:pt x="13" y="1332"/>
                                </a:lnTo>
                                <a:close/>
                                <a:moveTo>
                                  <a:pt x="13" y="1279"/>
                                </a:moveTo>
                                <a:lnTo>
                                  <a:pt x="13" y="1238"/>
                                </a:lnTo>
                                <a:lnTo>
                                  <a:pt x="0" y="1238"/>
                                </a:lnTo>
                                <a:lnTo>
                                  <a:pt x="0" y="1279"/>
                                </a:lnTo>
                                <a:lnTo>
                                  <a:pt x="13" y="1279"/>
                                </a:lnTo>
                                <a:close/>
                                <a:moveTo>
                                  <a:pt x="13" y="1225"/>
                                </a:moveTo>
                                <a:lnTo>
                                  <a:pt x="13" y="1184"/>
                                </a:lnTo>
                                <a:lnTo>
                                  <a:pt x="0" y="1184"/>
                                </a:lnTo>
                                <a:lnTo>
                                  <a:pt x="0" y="1225"/>
                                </a:lnTo>
                                <a:lnTo>
                                  <a:pt x="13" y="1225"/>
                                </a:lnTo>
                                <a:close/>
                                <a:moveTo>
                                  <a:pt x="13" y="1171"/>
                                </a:moveTo>
                                <a:lnTo>
                                  <a:pt x="13" y="1131"/>
                                </a:lnTo>
                                <a:lnTo>
                                  <a:pt x="0" y="1131"/>
                                </a:lnTo>
                                <a:lnTo>
                                  <a:pt x="0" y="1171"/>
                                </a:lnTo>
                                <a:lnTo>
                                  <a:pt x="13" y="1171"/>
                                </a:lnTo>
                                <a:close/>
                                <a:moveTo>
                                  <a:pt x="13" y="1117"/>
                                </a:moveTo>
                                <a:lnTo>
                                  <a:pt x="13" y="1077"/>
                                </a:lnTo>
                                <a:lnTo>
                                  <a:pt x="0" y="1077"/>
                                </a:lnTo>
                                <a:lnTo>
                                  <a:pt x="0" y="1117"/>
                                </a:lnTo>
                                <a:lnTo>
                                  <a:pt x="13" y="1117"/>
                                </a:lnTo>
                                <a:close/>
                                <a:moveTo>
                                  <a:pt x="13" y="1063"/>
                                </a:moveTo>
                                <a:lnTo>
                                  <a:pt x="13" y="1023"/>
                                </a:lnTo>
                                <a:lnTo>
                                  <a:pt x="0" y="1023"/>
                                </a:lnTo>
                                <a:lnTo>
                                  <a:pt x="0" y="1063"/>
                                </a:lnTo>
                                <a:lnTo>
                                  <a:pt x="13" y="1063"/>
                                </a:lnTo>
                                <a:close/>
                                <a:moveTo>
                                  <a:pt x="13" y="1009"/>
                                </a:moveTo>
                                <a:lnTo>
                                  <a:pt x="13" y="969"/>
                                </a:lnTo>
                                <a:lnTo>
                                  <a:pt x="0" y="969"/>
                                </a:lnTo>
                                <a:lnTo>
                                  <a:pt x="0" y="1009"/>
                                </a:lnTo>
                                <a:lnTo>
                                  <a:pt x="13" y="1009"/>
                                </a:lnTo>
                                <a:close/>
                                <a:moveTo>
                                  <a:pt x="13" y="956"/>
                                </a:moveTo>
                                <a:lnTo>
                                  <a:pt x="13" y="915"/>
                                </a:lnTo>
                                <a:lnTo>
                                  <a:pt x="0" y="915"/>
                                </a:lnTo>
                                <a:lnTo>
                                  <a:pt x="0" y="956"/>
                                </a:lnTo>
                                <a:lnTo>
                                  <a:pt x="13" y="956"/>
                                </a:lnTo>
                                <a:close/>
                                <a:moveTo>
                                  <a:pt x="13" y="902"/>
                                </a:moveTo>
                                <a:lnTo>
                                  <a:pt x="13" y="861"/>
                                </a:lnTo>
                                <a:lnTo>
                                  <a:pt x="0" y="861"/>
                                </a:lnTo>
                                <a:lnTo>
                                  <a:pt x="0" y="902"/>
                                </a:lnTo>
                                <a:lnTo>
                                  <a:pt x="13" y="902"/>
                                </a:lnTo>
                                <a:close/>
                                <a:moveTo>
                                  <a:pt x="13" y="848"/>
                                </a:moveTo>
                                <a:lnTo>
                                  <a:pt x="13" y="808"/>
                                </a:lnTo>
                                <a:lnTo>
                                  <a:pt x="0" y="808"/>
                                </a:lnTo>
                                <a:lnTo>
                                  <a:pt x="0" y="848"/>
                                </a:lnTo>
                                <a:lnTo>
                                  <a:pt x="13" y="848"/>
                                </a:lnTo>
                                <a:close/>
                                <a:moveTo>
                                  <a:pt x="13" y="794"/>
                                </a:moveTo>
                                <a:lnTo>
                                  <a:pt x="13" y="754"/>
                                </a:lnTo>
                                <a:lnTo>
                                  <a:pt x="0" y="754"/>
                                </a:lnTo>
                                <a:lnTo>
                                  <a:pt x="0" y="794"/>
                                </a:lnTo>
                                <a:lnTo>
                                  <a:pt x="13" y="794"/>
                                </a:lnTo>
                                <a:close/>
                                <a:moveTo>
                                  <a:pt x="13" y="740"/>
                                </a:moveTo>
                                <a:lnTo>
                                  <a:pt x="13" y="700"/>
                                </a:lnTo>
                                <a:lnTo>
                                  <a:pt x="0" y="700"/>
                                </a:lnTo>
                                <a:lnTo>
                                  <a:pt x="0" y="740"/>
                                </a:lnTo>
                                <a:lnTo>
                                  <a:pt x="13" y="740"/>
                                </a:lnTo>
                                <a:close/>
                                <a:moveTo>
                                  <a:pt x="13" y="687"/>
                                </a:moveTo>
                                <a:lnTo>
                                  <a:pt x="13" y="646"/>
                                </a:lnTo>
                                <a:lnTo>
                                  <a:pt x="0" y="646"/>
                                </a:lnTo>
                                <a:lnTo>
                                  <a:pt x="0" y="687"/>
                                </a:lnTo>
                                <a:lnTo>
                                  <a:pt x="13" y="687"/>
                                </a:lnTo>
                                <a:close/>
                                <a:moveTo>
                                  <a:pt x="13" y="633"/>
                                </a:moveTo>
                                <a:lnTo>
                                  <a:pt x="13" y="592"/>
                                </a:lnTo>
                                <a:lnTo>
                                  <a:pt x="0" y="592"/>
                                </a:lnTo>
                                <a:lnTo>
                                  <a:pt x="0" y="633"/>
                                </a:lnTo>
                                <a:lnTo>
                                  <a:pt x="13" y="633"/>
                                </a:lnTo>
                                <a:close/>
                                <a:moveTo>
                                  <a:pt x="13" y="579"/>
                                </a:moveTo>
                                <a:lnTo>
                                  <a:pt x="13" y="539"/>
                                </a:lnTo>
                                <a:lnTo>
                                  <a:pt x="0" y="539"/>
                                </a:lnTo>
                                <a:lnTo>
                                  <a:pt x="0" y="579"/>
                                </a:lnTo>
                                <a:lnTo>
                                  <a:pt x="13" y="579"/>
                                </a:lnTo>
                                <a:close/>
                                <a:moveTo>
                                  <a:pt x="13" y="525"/>
                                </a:moveTo>
                                <a:lnTo>
                                  <a:pt x="13" y="485"/>
                                </a:lnTo>
                                <a:lnTo>
                                  <a:pt x="0" y="485"/>
                                </a:lnTo>
                                <a:lnTo>
                                  <a:pt x="0" y="525"/>
                                </a:lnTo>
                                <a:lnTo>
                                  <a:pt x="13" y="525"/>
                                </a:lnTo>
                                <a:close/>
                                <a:moveTo>
                                  <a:pt x="13" y="471"/>
                                </a:moveTo>
                                <a:lnTo>
                                  <a:pt x="13" y="431"/>
                                </a:lnTo>
                                <a:lnTo>
                                  <a:pt x="0" y="431"/>
                                </a:lnTo>
                                <a:lnTo>
                                  <a:pt x="0" y="471"/>
                                </a:lnTo>
                                <a:lnTo>
                                  <a:pt x="13" y="471"/>
                                </a:lnTo>
                                <a:close/>
                                <a:moveTo>
                                  <a:pt x="13" y="417"/>
                                </a:moveTo>
                                <a:lnTo>
                                  <a:pt x="13" y="377"/>
                                </a:lnTo>
                                <a:lnTo>
                                  <a:pt x="0" y="377"/>
                                </a:lnTo>
                                <a:lnTo>
                                  <a:pt x="0" y="417"/>
                                </a:lnTo>
                                <a:lnTo>
                                  <a:pt x="13" y="417"/>
                                </a:lnTo>
                                <a:close/>
                                <a:moveTo>
                                  <a:pt x="13" y="364"/>
                                </a:moveTo>
                                <a:lnTo>
                                  <a:pt x="13" y="323"/>
                                </a:lnTo>
                                <a:lnTo>
                                  <a:pt x="0" y="323"/>
                                </a:lnTo>
                                <a:lnTo>
                                  <a:pt x="0" y="364"/>
                                </a:lnTo>
                                <a:lnTo>
                                  <a:pt x="13" y="364"/>
                                </a:lnTo>
                                <a:close/>
                                <a:moveTo>
                                  <a:pt x="13" y="310"/>
                                </a:moveTo>
                                <a:lnTo>
                                  <a:pt x="13" y="269"/>
                                </a:lnTo>
                                <a:lnTo>
                                  <a:pt x="0" y="269"/>
                                </a:lnTo>
                                <a:lnTo>
                                  <a:pt x="0" y="310"/>
                                </a:lnTo>
                                <a:lnTo>
                                  <a:pt x="13" y="310"/>
                                </a:lnTo>
                                <a:close/>
                                <a:moveTo>
                                  <a:pt x="13" y="256"/>
                                </a:moveTo>
                                <a:lnTo>
                                  <a:pt x="13" y="216"/>
                                </a:lnTo>
                                <a:lnTo>
                                  <a:pt x="0" y="216"/>
                                </a:lnTo>
                                <a:lnTo>
                                  <a:pt x="0" y="256"/>
                                </a:lnTo>
                                <a:lnTo>
                                  <a:pt x="13" y="256"/>
                                </a:lnTo>
                                <a:close/>
                                <a:moveTo>
                                  <a:pt x="13" y="202"/>
                                </a:moveTo>
                                <a:lnTo>
                                  <a:pt x="13" y="162"/>
                                </a:lnTo>
                                <a:lnTo>
                                  <a:pt x="0" y="162"/>
                                </a:lnTo>
                                <a:lnTo>
                                  <a:pt x="0" y="202"/>
                                </a:lnTo>
                                <a:lnTo>
                                  <a:pt x="13" y="202"/>
                                </a:lnTo>
                                <a:close/>
                                <a:moveTo>
                                  <a:pt x="13" y="148"/>
                                </a:moveTo>
                                <a:lnTo>
                                  <a:pt x="13" y="108"/>
                                </a:lnTo>
                                <a:lnTo>
                                  <a:pt x="0" y="108"/>
                                </a:lnTo>
                                <a:lnTo>
                                  <a:pt x="0" y="148"/>
                                </a:lnTo>
                                <a:lnTo>
                                  <a:pt x="13" y="148"/>
                                </a:lnTo>
                                <a:close/>
                                <a:moveTo>
                                  <a:pt x="13" y="94"/>
                                </a:moveTo>
                                <a:lnTo>
                                  <a:pt x="13" y="54"/>
                                </a:lnTo>
                                <a:lnTo>
                                  <a:pt x="0" y="54"/>
                                </a:lnTo>
                                <a:lnTo>
                                  <a:pt x="0" y="94"/>
                                </a:lnTo>
                                <a:lnTo>
                                  <a:pt x="13" y="94"/>
                                </a:lnTo>
                                <a:close/>
                                <a:moveTo>
                                  <a:pt x="13" y="41"/>
                                </a:moveTo>
                                <a:lnTo>
                                  <a:pt x="13" y="0"/>
                                </a:lnTo>
                                <a:lnTo>
                                  <a:pt x="0" y="0"/>
                                </a:lnTo>
                                <a:lnTo>
                                  <a:pt x="0" y="41"/>
                                </a:lnTo>
                                <a:lnTo>
                                  <a:pt x="13" y="41"/>
                                </a:lnTo>
                                <a:close/>
                              </a:path>
                            </a:pathLst>
                          </a:custGeom>
                          <a:solidFill>
                            <a:srgbClr val="000000"/>
                          </a:solidFill>
                          <a:ln w="0" cap="flat">
                            <a:solidFill>
                              <a:srgbClr val="000000"/>
                            </a:solidFill>
                            <a:prstDash val="solid"/>
                            <a:round/>
                            <a:headEnd/>
                            <a:tailEnd/>
                          </a:ln>
                        </wps:spPr>
                        <wps:bodyPr rot="0" vert="horz" wrap="square" lIns="91440" tIns="45720" rIns="91440" bIns="45720" anchor="t" anchorCtr="0" upright="1">
                          <a:noAutofit/>
                        </wps:bodyPr>
                      </wps:wsp>
                      <wps:wsp>
                        <wps:cNvPr id="750" name="Freeform 194"/>
                        <wps:cNvSpPr>
                          <a:spLocks noEditPoints="1"/>
                        </wps:cNvSpPr>
                        <wps:spPr bwMode="auto">
                          <a:xfrm>
                            <a:off x="250190" y="3068984"/>
                            <a:ext cx="3534410" cy="69215"/>
                          </a:xfrm>
                          <a:custGeom>
                            <a:avLst/>
                            <a:gdLst>
                              <a:gd name="T0" fmla="*/ 48 w 26417"/>
                              <a:gd name="T1" fmla="*/ 236 h 521"/>
                              <a:gd name="T2" fmla="*/ 26370 w 26417"/>
                              <a:gd name="T3" fmla="*/ 236 h 521"/>
                              <a:gd name="T4" fmla="*/ 26370 w 26417"/>
                              <a:gd name="T5" fmla="*/ 284 h 521"/>
                              <a:gd name="T6" fmla="*/ 48 w 26417"/>
                              <a:gd name="T7" fmla="*/ 284 h 521"/>
                              <a:gd name="T8" fmla="*/ 48 w 26417"/>
                              <a:gd name="T9" fmla="*/ 236 h 521"/>
                              <a:gd name="T10" fmla="*/ 436 w 26417"/>
                              <a:gd name="T11" fmla="*/ 515 h 521"/>
                              <a:gd name="T12" fmla="*/ 0 w 26417"/>
                              <a:gd name="T13" fmla="*/ 260 h 521"/>
                              <a:gd name="T14" fmla="*/ 436 w 26417"/>
                              <a:gd name="T15" fmla="*/ 6 h 521"/>
                              <a:gd name="T16" fmla="*/ 469 w 26417"/>
                              <a:gd name="T17" fmla="*/ 15 h 521"/>
                              <a:gd name="T18" fmla="*/ 460 w 26417"/>
                              <a:gd name="T19" fmla="*/ 48 h 521"/>
                              <a:gd name="T20" fmla="*/ 60 w 26417"/>
                              <a:gd name="T21" fmla="*/ 281 h 521"/>
                              <a:gd name="T22" fmla="*/ 60 w 26417"/>
                              <a:gd name="T23" fmla="*/ 240 h 521"/>
                              <a:gd name="T24" fmla="*/ 460 w 26417"/>
                              <a:gd name="T25" fmla="*/ 473 h 521"/>
                              <a:gd name="T26" fmla="*/ 469 w 26417"/>
                              <a:gd name="T27" fmla="*/ 506 h 521"/>
                              <a:gd name="T28" fmla="*/ 436 w 26417"/>
                              <a:gd name="T29" fmla="*/ 515 h 521"/>
                              <a:gd name="T30" fmla="*/ 25981 w 26417"/>
                              <a:gd name="T31" fmla="*/ 6 h 521"/>
                              <a:gd name="T32" fmla="*/ 26417 w 26417"/>
                              <a:gd name="T33" fmla="*/ 260 h 521"/>
                              <a:gd name="T34" fmla="*/ 25981 w 26417"/>
                              <a:gd name="T35" fmla="*/ 515 h 521"/>
                              <a:gd name="T36" fmla="*/ 25949 w 26417"/>
                              <a:gd name="T37" fmla="*/ 506 h 521"/>
                              <a:gd name="T38" fmla="*/ 25957 w 26417"/>
                              <a:gd name="T39" fmla="*/ 473 h 521"/>
                              <a:gd name="T40" fmla="*/ 26357 w 26417"/>
                              <a:gd name="T41" fmla="*/ 240 h 521"/>
                              <a:gd name="T42" fmla="*/ 26357 w 26417"/>
                              <a:gd name="T43" fmla="*/ 281 h 521"/>
                              <a:gd name="T44" fmla="*/ 25957 w 26417"/>
                              <a:gd name="T45" fmla="*/ 48 h 521"/>
                              <a:gd name="T46" fmla="*/ 25949 w 26417"/>
                              <a:gd name="T47" fmla="*/ 15 h 521"/>
                              <a:gd name="T48" fmla="*/ 25981 w 26417"/>
                              <a:gd name="T49" fmla="*/ 6 h 5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Lst>
                            <a:rect l="0" t="0" r="r" b="b"/>
                            <a:pathLst>
                              <a:path w="26417" h="521">
                                <a:moveTo>
                                  <a:pt x="48" y="236"/>
                                </a:moveTo>
                                <a:lnTo>
                                  <a:pt x="26370" y="236"/>
                                </a:lnTo>
                                <a:lnTo>
                                  <a:pt x="26370" y="284"/>
                                </a:lnTo>
                                <a:lnTo>
                                  <a:pt x="48" y="284"/>
                                </a:lnTo>
                                <a:lnTo>
                                  <a:pt x="48" y="236"/>
                                </a:lnTo>
                                <a:close/>
                                <a:moveTo>
                                  <a:pt x="436" y="515"/>
                                </a:moveTo>
                                <a:lnTo>
                                  <a:pt x="0" y="260"/>
                                </a:lnTo>
                                <a:lnTo>
                                  <a:pt x="436" y="6"/>
                                </a:lnTo>
                                <a:cubicBezTo>
                                  <a:pt x="447" y="0"/>
                                  <a:pt x="462" y="4"/>
                                  <a:pt x="469" y="15"/>
                                </a:cubicBezTo>
                                <a:cubicBezTo>
                                  <a:pt x="475" y="26"/>
                                  <a:pt x="472" y="41"/>
                                  <a:pt x="460" y="48"/>
                                </a:cubicBezTo>
                                <a:lnTo>
                                  <a:pt x="60" y="281"/>
                                </a:lnTo>
                                <a:lnTo>
                                  <a:pt x="60" y="240"/>
                                </a:lnTo>
                                <a:lnTo>
                                  <a:pt x="460" y="473"/>
                                </a:lnTo>
                                <a:cubicBezTo>
                                  <a:pt x="472" y="480"/>
                                  <a:pt x="475" y="494"/>
                                  <a:pt x="469" y="506"/>
                                </a:cubicBezTo>
                                <a:cubicBezTo>
                                  <a:pt x="462" y="517"/>
                                  <a:pt x="447" y="521"/>
                                  <a:pt x="436" y="515"/>
                                </a:cubicBezTo>
                                <a:close/>
                                <a:moveTo>
                                  <a:pt x="25981" y="6"/>
                                </a:moveTo>
                                <a:lnTo>
                                  <a:pt x="26417" y="260"/>
                                </a:lnTo>
                                <a:lnTo>
                                  <a:pt x="25981" y="515"/>
                                </a:lnTo>
                                <a:cubicBezTo>
                                  <a:pt x="25970" y="521"/>
                                  <a:pt x="25955" y="517"/>
                                  <a:pt x="25949" y="506"/>
                                </a:cubicBezTo>
                                <a:cubicBezTo>
                                  <a:pt x="25942" y="494"/>
                                  <a:pt x="25946" y="480"/>
                                  <a:pt x="25957" y="473"/>
                                </a:cubicBezTo>
                                <a:lnTo>
                                  <a:pt x="26357" y="240"/>
                                </a:lnTo>
                                <a:lnTo>
                                  <a:pt x="26357" y="281"/>
                                </a:lnTo>
                                <a:lnTo>
                                  <a:pt x="25957" y="48"/>
                                </a:lnTo>
                                <a:cubicBezTo>
                                  <a:pt x="25946" y="41"/>
                                  <a:pt x="25942" y="26"/>
                                  <a:pt x="25949" y="15"/>
                                </a:cubicBezTo>
                                <a:cubicBezTo>
                                  <a:pt x="25955" y="4"/>
                                  <a:pt x="25970" y="0"/>
                                  <a:pt x="25981" y="6"/>
                                </a:cubicBezTo>
                                <a:close/>
                              </a:path>
                            </a:pathLst>
                          </a:custGeom>
                          <a:solidFill>
                            <a:srgbClr val="000000"/>
                          </a:solidFill>
                          <a:ln w="0" cap="flat">
                            <a:solidFill>
                              <a:srgbClr val="000000"/>
                            </a:solidFill>
                            <a:prstDash val="solid"/>
                            <a:round/>
                            <a:headEnd/>
                            <a:tailEnd/>
                          </a:ln>
                        </wps:spPr>
                        <wps:bodyPr rot="0" vert="horz" wrap="square" lIns="91440" tIns="45720" rIns="91440" bIns="45720" anchor="t" anchorCtr="0" upright="1">
                          <a:noAutofit/>
                        </wps:bodyPr>
                      </wps:wsp>
                      <wps:wsp>
                        <wps:cNvPr id="751" name="Rectangle 195"/>
                        <wps:cNvSpPr>
                          <a:spLocks noChangeArrowheads="1"/>
                        </wps:cNvSpPr>
                        <wps:spPr bwMode="auto">
                          <a:xfrm>
                            <a:off x="1866265" y="3108989"/>
                            <a:ext cx="53738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4D7228F" w14:textId="77777777" w:rsidR="00BD44D9" w:rsidRDefault="00BD44D9" w:rsidP="00260822">
                              <w:r>
                                <w:rPr>
                                  <w:i/>
                                  <w:iCs/>
                                  <w:color w:val="000000"/>
                                  <w:lang w:val="en-US"/>
                                </w:rPr>
                                <w:t>l</w:t>
                              </w:r>
                              <w:r w:rsidRPr="00FC2F32">
                                <w:rPr>
                                  <w:i/>
                                  <w:iCs/>
                                  <w:color w:val="000000"/>
                                  <w:vertAlign w:val="subscript"/>
                                  <w:lang w:val="en-US"/>
                                </w:rPr>
                                <w:t>corridor</w:t>
                              </w:r>
                            </w:p>
                          </w:txbxContent>
                        </wps:txbx>
                        <wps:bodyPr rot="0" vert="horz" wrap="square" lIns="0" tIns="0" rIns="0" bIns="0" anchor="t" anchorCtr="0">
                          <a:spAutoFit/>
                        </wps:bodyPr>
                      </wps:wsp>
                      <wps:wsp>
                        <wps:cNvPr id="752" name="Rectangle 197"/>
                        <wps:cNvSpPr>
                          <a:spLocks noChangeArrowheads="1"/>
                        </wps:cNvSpPr>
                        <wps:spPr bwMode="auto">
                          <a:xfrm>
                            <a:off x="3821886" y="1461907"/>
                            <a:ext cx="2221865" cy="5257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C661177" w14:textId="77777777" w:rsidR="00BD44D9" w:rsidRPr="00FC28CC" w:rsidRDefault="00BD44D9" w:rsidP="00FC28CC">
                              <w:pPr>
                                <w:spacing w:line="240" w:lineRule="auto"/>
                                <w:rPr>
                                  <w:sz w:val="18"/>
                                </w:rPr>
                              </w:pPr>
                              <w:r w:rsidRPr="00FC28CC">
                                <w:rPr>
                                  <w:sz w:val="18"/>
                                </w:rPr>
                                <w:t>*</w:t>
                              </w:r>
                              <w:r w:rsidR="00FC28CC" w:rsidRPr="00FC28CC">
                                <w:rPr>
                                  <w:sz w:val="18"/>
                                </w:rPr>
                                <w:t xml:space="preserve"> </w:t>
                              </w:r>
                              <w:r w:rsidRPr="00FC28CC">
                                <w:rPr>
                                  <w:sz w:val="18"/>
                                </w:rPr>
                                <w:t xml:space="preserve">Использовать </w:t>
                              </w:r>
                              <w:r w:rsidRPr="00FC28CC">
                                <w:rPr>
                                  <w:strike/>
                                  <w:sz w:val="18"/>
                                </w:rPr>
                                <w:t>дорожные конусы, обычно применяемые на местном уровне,</w:t>
                              </w:r>
                              <w:r w:rsidRPr="00FC28CC">
                                <w:rPr>
                                  <w:sz w:val="18"/>
                                </w:rPr>
                                <w:t xml:space="preserve"> </w:t>
                              </w:r>
                              <w:r w:rsidRPr="00FC28CC">
                                <w:rPr>
                                  <w:b/>
                                  <w:sz w:val="18"/>
                                </w:rPr>
                                <w:t>контрольные столбики</w:t>
                              </w:r>
                              <w:r w:rsidRPr="00FC28CC">
                                <w:rPr>
                                  <w:sz w:val="18"/>
                                </w:rPr>
                                <w:t xml:space="preserve"> высотой </w:t>
                              </w:r>
                              <w:r w:rsidRPr="00FC28CC">
                                <w:rPr>
                                  <w:strike/>
                                  <w:sz w:val="18"/>
                                </w:rPr>
                                <w:t xml:space="preserve">не менее 0,4 </w:t>
                              </w:r>
                              <w:r w:rsidRPr="00FC28CC">
                                <w:rPr>
                                  <w:b/>
                                  <w:sz w:val="18"/>
                                </w:rPr>
                                <w:t>максимум</w:t>
                              </w:r>
                              <w:r w:rsidRPr="00FC28CC">
                                <w:rPr>
                                  <w:sz w:val="18"/>
                                </w:rPr>
                                <w:t xml:space="preserve"> </w:t>
                              </w:r>
                              <w:r w:rsidRPr="00FC28CC">
                                <w:rPr>
                                  <w:b/>
                                  <w:sz w:val="18"/>
                                </w:rPr>
                                <w:t>0,05</w:t>
                              </w:r>
                              <w:r w:rsidRPr="00FC28CC">
                                <w:rPr>
                                  <w:sz w:val="18"/>
                                </w:rPr>
                                <w:t xml:space="preserve"> м </w:t>
                              </w:r>
                            </w:p>
                          </w:txbxContent>
                        </wps:txbx>
                        <wps:bodyPr rot="0" vert="horz" wrap="square" lIns="0" tIns="0" rIns="0" bIns="0" anchor="t" anchorCtr="0">
                          <a:spAutoFit/>
                        </wps:bodyPr>
                      </wps:wsp>
                      <wps:wsp>
                        <wps:cNvPr id="753" name="Rectangle 209"/>
                        <wps:cNvSpPr>
                          <a:spLocks noChangeArrowheads="1"/>
                        </wps:cNvSpPr>
                        <wps:spPr bwMode="auto">
                          <a:xfrm>
                            <a:off x="3828417" y="2090057"/>
                            <a:ext cx="2223770" cy="6572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DB3789A" w14:textId="77777777" w:rsidR="00BD44D9" w:rsidRPr="00FC28CC" w:rsidRDefault="00BD44D9" w:rsidP="00FC28CC">
                              <w:pPr>
                                <w:spacing w:line="240" w:lineRule="auto"/>
                                <w:rPr>
                                  <w:sz w:val="18"/>
                                  <w:szCs w:val="18"/>
                                </w:rPr>
                              </w:pPr>
                              <w:r w:rsidRPr="00FC28CC">
                                <w:rPr>
                                  <w:sz w:val="18"/>
                                  <w:szCs w:val="18"/>
                                </w:rPr>
                                <w:t>**</w:t>
                              </w:r>
                              <w:r w:rsidR="00FC28CC" w:rsidRPr="00FC28CC">
                                <w:rPr>
                                  <w:sz w:val="18"/>
                                  <w:szCs w:val="18"/>
                                </w:rPr>
                                <w:t xml:space="preserve"> </w:t>
                              </w:r>
                              <w:r w:rsidRPr="00FC28CC">
                                <w:rPr>
                                  <w:sz w:val="18"/>
                                  <w:szCs w:val="18"/>
                                </w:rPr>
                                <w:t>Пунктирные и штрихпунктирные линии даны только для информации; внутри коридора их наносить не следует. За</w:t>
                              </w:r>
                              <w:r w:rsidR="00FC28CC" w:rsidRPr="00FC28CC">
                                <w:rPr>
                                  <w:sz w:val="18"/>
                                  <w:szCs w:val="18"/>
                                </w:rPr>
                                <w:t> </w:t>
                              </w:r>
                              <w:r w:rsidRPr="00FC28CC">
                                <w:rPr>
                                  <w:sz w:val="18"/>
                                  <w:szCs w:val="18"/>
                                </w:rPr>
                                <w:t>пределами коридора они могут быть нанесены.</w:t>
                              </w:r>
                            </w:p>
                          </w:txbxContent>
                        </wps:txbx>
                        <wps:bodyPr rot="0" vert="horz" wrap="square" lIns="0" tIns="0" rIns="0" bIns="0" anchor="t" anchorCtr="0">
                          <a:spAutoFit/>
                        </wps:bodyPr>
                      </wps:wsp>
                      <wps:wsp>
                        <wps:cNvPr id="754" name="Rectangle 242"/>
                        <wps:cNvSpPr>
                          <a:spLocks noChangeArrowheads="1"/>
                        </wps:cNvSpPr>
                        <wps:spPr bwMode="auto">
                          <a:xfrm>
                            <a:off x="3898758" y="3048673"/>
                            <a:ext cx="2084070" cy="2628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4BC4F25" w14:textId="77777777" w:rsidR="00BD44D9" w:rsidRPr="00FC28CC" w:rsidRDefault="00BD44D9" w:rsidP="00FC28CC">
                              <w:pPr>
                                <w:spacing w:line="240" w:lineRule="auto"/>
                              </w:pPr>
                              <w:r w:rsidRPr="00FC28CC">
                                <w:rPr>
                                  <w:sz w:val="18"/>
                                  <w:szCs w:val="18"/>
                                </w:rPr>
                                <w:t>Если не указано иное, то допуски составляют ±0,1 м</w:t>
                              </w:r>
                            </w:p>
                          </w:txbxContent>
                        </wps:txbx>
                        <wps:bodyPr rot="0" vert="horz" wrap="square" lIns="0" tIns="0" rIns="0" bIns="0" anchor="t" anchorCtr="0">
                          <a:spAutoFit/>
                        </wps:bodyPr>
                      </wps:wsp>
                      <wps:wsp>
                        <wps:cNvPr id="755" name="Freeform 250"/>
                        <wps:cNvSpPr>
                          <a:spLocks noEditPoints="1"/>
                        </wps:cNvSpPr>
                        <wps:spPr bwMode="auto">
                          <a:xfrm>
                            <a:off x="1062355" y="1182399"/>
                            <a:ext cx="356235" cy="323215"/>
                          </a:xfrm>
                          <a:custGeom>
                            <a:avLst/>
                            <a:gdLst>
                              <a:gd name="T0" fmla="*/ 5260 w 5325"/>
                              <a:gd name="T1" fmla="*/ 4845 h 4845"/>
                              <a:gd name="T2" fmla="*/ 38 w 5325"/>
                              <a:gd name="T3" fmla="*/ 100 h 4845"/>
                              <a:gd name="T4" fmla="*/ 103 w 5325"/>
                              <a:gd name="T5" fmla="*/ 29 h 4845"/>
                              <a:gd name="T6" fmla="*/ 5325 w 5325"/>
                              <a:gd name="T7" fmla="*/ 4774 h 4845"/>
                              <a:gd name="T8" fmla="*/ 5260 w 5325"/>
                              <a:gd name="T9" fmla="*/ 4845 h 4845"/>
                              <a:gd name="T10" fmla="*/ 303 w 5325"/>
                              <a:gd name="T11" fmla="*/ 962 h 4845"/>
                              <a:gd name="T12" fmla="*/ 0 w 5325"/>
                              <a:gd name="T13" fmla="*/ 0 h 4845"/>
                              <a:gd name="T14" fmla="*/ 987 w 5325"/>
                              <a:gd name="T15" fmla="*/ 210 h 4845"/>
                              <a:gd name="T16" fmla="*/ 1024 w 5325"/>
                              <a:gd name="T17" fmla="*/ 267 h 4845"/>
                              <a:gd name="T18" fmla="*/ 967 w 5325"/>
                              <a:gd name="T19" fmla="*/ 304 h 4845"/>
                              <a:gd name="T20" fmla="*/ 61 w 5325"/>
                              <a:gd name="T21" fmla="*/ 111 h 4845"/>
                              <a:gd name="T22" fmla="*/ 117 w 5325"/>
                              <a:gd name="T23" fmla="*/ 50 h 4845"/>
                              <a:gd name="T24" fmla="*/ 395 w 5325"/>
                              <a:gd name="T25" fmla="*/ 933 h 4845"/>
                              <a:gd name="T26" fmla="*/ 363 w 5325"/>
                              <a:gd name="T27" fmla="*/ 994 h 4845"/>
                              <a:gd name="T28" fmla="*/ 303 w 5325"/>
                              <a:gd name="T29" fmla="*/ 962 h 48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5325" h="4845">
                                <a:moveTo>
                                  <a:pt x="5260" y="4845"/>
                                </a:moveTo>
                                <a:lnTo>
                                  <a:pt x="38" y="100"/>
                                </a:lnTo>
                                <a:lnTo>
                                  <a:pt x="103" y="29"/>
                                </a:lnTo>
                                <a:lnTo>
                                  <a:pt x="5325" y="4774"/>
                                </a:lnTo>
                                <a:lnTo>
                                  <a:pt x="5260" y="4845"/>
                                </a:lnTo>
                                <a:close/>
                                <a:moveTo>
                                  <a:pt x="303" y="962"/>
                                </a:moveTo>
                                <a:lnTo>
                                  <a:pt x="0" y="0"/>
                                </a:lnTo>
                                <a:lnTo>
                                  <a:pt x="987" y="210"/>
                                </a:lnTo>
                                <a:cubicBezTo>
                                  <a:pt x="1013" y="216"/>
                                  <a:pt x="1029" y="241"/>
                                  <a:pt x="1024" y="267"/>
                                </a:cubicBezTo>
                                <a:cubicBezTo>
                                  <a:pt x="1018" y="293"/>
                                  <a:pt x="993" y="310"/>
                                  <a:pt x="967" y="304"/>
                                </a:cubicBezTo>
                                <a:lnTo>
                                  <a:pt x="61" y="111"/>
                                </a:lnTo>
                                <a:lnTo>
                                  <a:pt x="117" y="50"/>
                                </a:lnTo>
                                <a:lnTo>
                                  <a:pt x="395" y="933"/>
                                </a:lnTo>
                                <a:cubicBezTo>
                                  <a:pt x="403" y="959"/>
                                  <a:pt x="389" y="986"/>
                                  <a:pt x="363" y="994"/>
                                </a:cubicBezTo>
                                <a:cubicBezTo>
                                  <a:pt x="338" y="1002"/>
                                  <a:pt x="311" y="987"/>
                                  <a:pt x="303" y="962"/>
                                </a:cubicBezTo>
                                <a:close/>
                              </a:path>
                            </a:pathLst>
                          </a:custGeom>
                          <a:solidFill>
                            <a:srgbClr val="000000"/>
                          </a:solidFill>
                          <a:ln w="0" cap="flat">
                            <a:solidFill>
                              <a:srgbClr val="000000"/>
                            </a:solidFill>
                            <a:prstDash val="solid"/>
                            <a:round/>
                            <a:headEnd/>
                            <a:tailEnd/>
                          </a:ln>
                        </wps:spPr>
                        <wps:bodyPr rot="0" vert="horz" wrap="square" lIns="91440" tIns="45720" rIns="91440" bIns="45720" anchor="t" anchorCtr="0" upright="1">
                          <a:noAutofit/>
                        </wps:bodyPr>
                      </wps:wsp>
                      <wps:wsp>
                        <wps:cNvPr id="756" name="Rectangle 251"/>
                        <wps:cNvSpPr>
                          <a:spLocks noChangeArrowheads="1"/>
                        </wps:cNvSpPr>
                        <wps:spPr bwMode="auto">
                          <a:xfrm>
                            <a:off x="1240011" y="1541809"/>
                            <a:ext cx="506730" cy="3505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61D4B6F" w14:textId="77777777" w:rsidR="00BD44D9" w:rsidRPr="00FC28CC" w:rsidRDefault="00BD44D9" w:rsidP="00FC28CC">
                              <w:pPr>
                                <w:spacing w:line="240" w:lineRule="auto"/>
                              </w:pPr>
                              <w:r w:rsidRPr="00FC28CC">
                                <w:rPr>
                                  <w:sz w:val="16"/>
                                  <w:szCs w:val="16"/>
                                </w:rPr>
                                <w:t>Исходное положение велосипеда</w:t>
                              </w:r>
                            </w:p>
                          </w:txbxContent>
                        </wps:txbx>
                        <wps:bodyPr rot="0" vert="horz" wrap="square" lIns="0" tIns="0" rIns="0" bIns="0" anchor="t" anchorCtr="0">
                          <a:spAutoFit/>
                        </wps:bodyPr>
                      </wps:wsp>
                      <wps:wsp>
                        <wps:cNvPr id="757" name="Freeform 254"/>
                        <wps:cNvSpPr>
                          <a:spLocks noEditPoints="1"/>
                        </wps:cNvSpPr>
                        <wps:spPr bwMode="auto">
                          <a:xfrm>
                            <a:off x="2035175" y="479454"/>
                            <a:ext cx="8890" cy="2234565"/>
                          </a:xfrm>
                          <a:custGeom>
                            <a:avLst/>
                            <a:gdLst>
                              <a:gd name="T0" fmla="*/ 14 w 14"/>
                              <a:gd name="T1" fmla="*/ 3465 h 3519"/>
                              <a:gd name="T2" fmla="*/ 14 w 14"/>
                              <a:gd name="T3" fmla="*/ 3371 h 3519"/>
                              <a:gd name="T4" fmla="*/ 0 w 14"/>
                              <a:gd name="T5" fmla="*/ 3317 h 3519"/>
                              <a:gd name="T6" fmla="*/ 0 w 14"/>
                              <a:gd name="T7" fmla="*/ 3303 h 3519"/>
                              <a:gd name="T8" fmla="*/ 14 w 14"/>
                              <a:gd name="T9" fmla="*/ 3249 h 3519"/>
                              <a:gd name="T10" fmla="*/ 14 w 14"/>
                              <a:gd name="T11" fmla="*/ 3142 h 3519"/>
                              <a:gd name="T12" fmla="*/ 14 w 14"/>
                              <a:gd name="T13" fmla="*/ 3048 h 3519"/>
                              <a:gd name="T14" fmla="*/ 0 w 14"/>
                              <a:gd name="T15" fmla="*/ 2994 h 3519"/>
                              <a:gd name="T16" fmla="*/ 0 w 14"/>
                              <a:gd name="T17" fmla="*/ 2980 h 3519"/>
                              <a:gd name="T18" fmla="*/ 14 w 14"/>
                              <a:gd name="T19" fmla="*/ 2927 h 3519"/>
                              <a:gd name="T20" fmla="*/ 14 w 14"/>
                              <a:gd name="T21" fmla="*/ 2819 h 3519"/>
                              <a:gd name="T22" fmla="*/ 14 w 14"/>
                              <a:gd name="T23" fmla="*/ 2725 h 3519"/>
                              <a:gd name="T24" fmla="*/ 0 w 14"/>
                              <a:gd name="T25" fmla="*/ 2671 h 3519"/>
                              <a:gd name="T26" fmla="*/ 0 w 14"/>
                              <a:gd name="T27" fmla="*/ 2657 h 3519"/>
                              <a:gd name="T28" fmla="*/ 14 w 14"/>
                              <a:gd name="T29" fmla="*/ 2604 h 3519"/>
                              <a:gd name="T30" fmla="*/ 14 w 14"/>
                              <a:gd name="T31" fmla="*/ 2496 h 3519"/>
                              <a:gd name="T32" fmla="*/ 14 w 14"/>
                              <a:gd name="T33" fmla="*/ 2402 h 3519"/>
                              <a:gd name="T34" fmla="*/ 0 w 14"/>
                              <a:gd name="T35" fmla="*/ 2348 h 3519"/>
                              <a:gd name="T36" fmla="*/ 0 w 14"/>
                              <a:gd name="T37" fmla="*/ 2334 h 3519"/>
                              <a:gd name="T38" fmla="*/ 14 w 14"/>
                              <a:gd name="T39" fmla="*/ 2281 h 3519"/>
                              <a:gd name="T40" fmla="*/ 14 w 14"/>
                              <a:gd name="T41" fmla="*/ 2173 h 3519"/>
                              <a:gd name="T42" fmla="*/ 14 w 14"/>
                              <a:gd name="T43" fmla="*/ 2079 h 3519"/>
                              <a:gd name="T44" fmla="*/ 0 w 14"/>
                              <a:gd name="T45" fmla="*/ 2025 h 3519"/>
                              <a:gd name="T46" fmla="*/ 0 w 14"/>
                              <a:gd name="T47" fmla="*/ 2012 h 3519"/>
                              <a:gd name="T48" fmla="*/ 14 w 14"/>
                              <a:gd name="T49" fmla="*/ 1958 h 3519"/>
                              <a:gd name="T50" fmla="*/ 14 w 14"/>
                              <a:gd name="T51" fmla="*/ 1850 h 3519"/>
                              <a:gd name="T52" fmla="*/ 14 w 14"/>
                              <a:gd name="T53" fmla="*/ 1756 h 3519"/>
                              <a:gd name="T54" fmla="*/ 0 w 14"/>
                              <a:gd name="T55" fmla="*/ 1702 h 3519"/>
                              <a:gd name="T56" fmla="*/ 0 w 14"/>
                              <a:gd name="T57" fmla="*/ 1689 h 3519"/>
                              <a:gd name="T58" fmla="*/ 14 w 14"/>
                              <a:gd name="T59" fmla="*/ 1635 h 3519"/>
                              <a:gd name="T60" fmla="*/ 14 w 14"/>
                              <a:gd name="T61" fmla="*/ 1527 h 3519"/>
                              <a:gd name="T62" fmla="*/ 14 w 14"/>
                              <a:gd name="T63" fmla="*/ 1433 h 3519"/>
                              <a:gd name="T64" fmla="*/ 0 w 14"/>
                              <a:gd name="T65" fmla="*/ 1379 h 3519"/>
                              <a:gd name="T66" fmla="*/ 0 w 14"/>
                              <a:gd name="T67" fmla="*/ 1366 h 3519"/>
                              <a:gd name="T68" fmla="*/ 14 w 14"/>
                              <a:gd name="T69" fmla="*/ 1312 h 3519"/>
                              <a:gd name="T70" fmla="*/ 14 w 14"/>
                              <a:gd name="T71" fmla="*/ 1204 h 3519"/>
                              <a:gd name="T72" fmla="*/ 14 w 14"/>
                              <a:gd name="T73" fmla="*/ 1110 h 3519"/>
                              <a:gd name="T74" fmla="*/ 0 w 14"/>
                              <a:gd name="T75" fmla="*/ 1056 h 3519"/>
                              <a:gd name="T76" fmla="*/ 0 w 14"/>
                              <a:gd name="T77" fmla="*/ 1043 h 3519"/>
                              <a:gd name="T78" fmla="*/ 14 w 14"/>
                              <a:gd name="T79" fmla="*/ 989 h 3519"/>
                              <a:gd name="T80" fmla="*/ 14 w 14"/>
                              <a:gd name="T81" fmla="*/ 881 h 3519"/>
                              <a:gd name="T82" fmla="*/ 14 w 14"/>
                              <a:gd name="T83" fmla="*/ 787 h 3519"/>
                              <a:gd name="T84" fmla="*/ 0 w 14"/>
                              <a:gd name="T85" fmla="*/ 733 h 3519"/>
                              <a:gd name="T86" fmla="*/ 0 w 14"/>
                              <a:gd name="T87" fmla="*/ 720 h 3519"/>
                              <a:gd name="T88" fmla="*/ 14 w 14"/>
                              <a:gd name="T89" fmla="*/ 666 h 3519"/>
                              <a:gd name="T90" fmla="*/ 14 w 14"/>
                              <a:gd name="T91" fmla="*/ 558 h 3519"/>
                              <a:gd name="T92" fmla="*/ 14 w 14"/>
                              <a:gd name="T93" fmla="*/ 464 h 3519"/>
                              <a:gd name="T94" fmla="*/ 0 w 14"/>
                              <a:gd name="T95" fmla="*/ 410 h 3519"/>
                              <a:gd name="T96" fmla="*/ 0 w 14"/>
                              <a:gd name="T97" fmla="*/ 397 h 3519"/>
                              <a:gd name="T98" fmla="*/ 14 w 14"/>
                              <a:gd name="T99" fmla="*/ 343 h 3519"/>
                              <a:gd name="T100" fmla="*/ 14 w 14"/>
                              <a:gd name="T101" fmla="*/ 235 h 3519"/>
                              <a:gd name="T102" fmla="*/ 14 w 14"/>
                              <a:gd name="T103" fmla="*/ 141 h 3519"/>
                              <a:gd name="T104" fmla="*/ 0 w 14"/>
                              <a:gd name="T105" fmla="*/ 87 h 3519"/>
                              <a:gd name="T106" fmla="*/ 0 w 14"/>
                              <a:gd name="T107" fmla="*/ 74 h 3519"/>
                              <a:gd name="T108" fmla="*/ 14 w 14"/>
                              <a:gd name="T109" fmla="*/ 20 h 351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14" h="3519">
                                <a:moveTo>
                                  <a:pt x="14" y="3519"/>
                                </a:moveTo>
                                <a:lnTo>
                                  <a:pt x="14" y="3478"/>
                                </a:lnTo>
                                <a:lnTo>
                                  <a:pt x="0" y="3478"/>
                                </a:lnTo>
                                <a:lnTo>
                                  <a:pt x="0" y="3519"/>
                                </a:lnTo>
                                <a:lnTo>
                                  <a:pt x="14" y="3519"/>
                                </a:lnTo>
                                <a:close/>
                                <a:moveTo>
                                  <a:pt x="14" y="3465"/>
                                </a:moveTo>
                                <a:lnTo>
                                  <a:pt x="14" y="3424"/>
                                </a:lnTo>
                                <a:lnTo>
                                  <a:pt x="0" y="3424"/>
                                </a:lnTo>
                                <a:lnTo>
                                  <a:pt x="0" y="3465"/>
                                </a:lnTo>
                                <a:lnTo>
                                  <a:pt x="14" y="3465"/>
                                </a:lnTo>
                                <a:close/>
                                <a:moveTo>
                                  <a:pt x="14" y="3411"/>
                                </a:moveTo>
                                <a:lnTo>
                                  <a:pt x="14" y="3371"/>
                                </a:lnTo>
                                <a:lnTo>
                                  <a:pt x="0" y="3371"/>
                                </a:lnTo>
                                <a:lnTo>
                                  <a:pt x="0" y="3411"/>
                                </a:lnTo>
                                <a:lnTo>
                                  <a:pt x="14" y="3411"/>
                                </a:lnTo>
                                <a:close/>
                                <a:moveTo>
                                  <a:pt x="14" y="3357"/>
                                </a:moveTo>
                                <a:lnTo>
                                  <a:pt x="14" y="3317"/>
                                </a:lnTo>
                                <a:lnTo>
                                  <a:pt x="0" y="3317"/>
                                </a:lnTo>
                                <a:lnTo>
                                  <a:pt x="0" y="3357"/>
                                </a:lnTo>
                                <a:lnTo>
                                  <a:pt x="14" y="3357"/>
                                </a:lnTo>
                                <a:close/>
                                <a:moveTo>
                                  <a:pt x="14" y="3303"/>
                                </a:moveTo>
                                <a:lnTo>
                                  <a:pt x="14" y="3263"/>
                                </a:lnTo>
                                <a:lnTo>
                                  <a:pt x="0" y="3263"/>
                                </a:lnTo>
                                <a:lnTo>
                                  <a:pt x="0" y="3303"/>
                                </a:lnTo>
                                <a:lnTo>
                                  <a:pt x="14" y="3303"/>
                                </a:lnTo>
                                <a:close/>
                                <a:moveTo>
                                  <a:pt x="14" y="3249"/>
                                </a:moveTo>
                                <a:lnTo>
                                  <a:pt x="14" y="3209"/>
                                </a:lnTo>
                                <a:lnTo>
                                  <a:pt x="0" y="3209"/>
                                </a:lnTo>
                                <a:lnTo>
                                  <a:pt x="0" y="3249"/>
                                </a:lnTo>
                                <a:lnTo>
                                  <a:pt x="14" y="3249"/>
                                </a:lnTo>
                                <a:close/>
                                <a:moveTo>
                                  <a:pt x="14" y="3196"/>
                                </a:moveTo>
                                <a:lnTo>
                                  <a:pt x="14" y="3155"/>
                                </a:lnTo>
                                <a:lnTo>
                                  <a:pt x="0" y="3155"/>
                                </a:lnTo>
                                <a:lnTo>
                                  <a:pt x="0" y="3196"/>
                                </a:lnTo>
                                <a:lnTo>
                                  <a:pt x="14" y="3196"/>
                                </a:lnTo>
                                <a:close/>
                                <a:moveTo>
                                  <a:pt x="14" y="3142"/>
                                </a:moveTo>
                                <a:lnTo>
                                  <a:pt x="14" y="3101"/>
                                </a:lnTo>
                                <a:lnTo>
                                  <a:pt x="0" y="3101"/>
                                </a:lnTo>
                                <a:lnTo>
                                  <a:pt x="0" y="3142"/>
                                </a:lnTo>
                                <a:lnTo>
                                  <a:pt x="14" y="3142"/>
                                </a:lnTo>
                                <a:close/>
                                <a:moveTo>
                                  <a:pt x="14" y="3088"/>
                                </a:moveTo>
                                <a:lnTo>
                                  <a:pt x="14" y="3048"/>
                                </a:lnTo>
                                <a:lnTo>
                                  <a:pt x="0" y="3048"/>
                                </a:lnTo>
                                <a:lnTo>
                                  <a:pt x="0" y="3088"/>
                                </a:lnTo>
                                <a:lnTo>
                                  <a:pt x="14" y="3088"/>
                                </a:lnTo>
                                <a:close/>
                                <a:moveTo>
                                  <a:pt x="14" y="3034"/>
                                </a:moveTo>
                                <a:lnTo>
                                  <a:pt x="14" y="2994"/>
                                </a:lnTo>
                                <a:lnTo>
                                  <a:pt x="0" y="2994"/>
                                </a:lnTo>
                                <a:lnTo>
                                  <a:pt x="0" y="3034"/>
                                </a:lnTo>
                                <a:lnTo>
                                  <a:pt x="14" y="3034"/>
                                </a:lnTo>
                                <a:close/>
                                <a:moveTo>
                                  <a:pt x="14" y="2980"/>
                                </a:moveTo>
                                <a:lnTo>
                                  <a:pt x="14" y="2940"/>
                                </a:lnTo>
                                <a:lnTo>
                                  <a:pt x="0" y="2940"/>
                                </a:lnTo>
                                <a:lnTo>
                                  <a:pt x="0" y="2980"/>
                                </a:lnTo>
                                <a:lnTo>
                                  <a:pt x="14" y="2980"/>
                                </a:lnTo>
                                <a:close/>
                                <a:moveTo>
                                  <a:pt x="14" y="2927"/>
                                </a:moveTo>
                                <a:lnTo>
                                  <a:pt x="14" y="2886"/>
                                </a:lnTo>
                                <a:lnTo>
                                  <a:pt x="0" y="2886"/>
                                </a:lnTo>
                                <a:lnTo>
                                  <a:pt x="0" y="2927"/>
                                </a:lnTo>
                                <a:lnTo>
                                  <a:pt x="14" y="2927"/>
                                </a:lnTo>
                                <a:close/>
                                <a:moveTo>
                                  <a:pt x="14" y="2873"/>
                                </a:moveTo>
                                <a:lnTo>
                                  <a:pt x="14" y="2832"/>
                                </a:lnTo>
                                <a:lnTo>
                                  <a:pt x="0" y="2832"/>
                                </a:lnTo>
                                <a:lnTo>
                                  <a:pt x="0" y="2873"/>
                                </a:lnTo>
                                <a:lnTo>
                                  <a:pt x="14" y="2873"/>
                                </a:lnTo>
                                <a:close/>
                                <a:moveTo>
                                  <a:pt x="14" y="2819"/>
                                </a:moveTo>
                                <a:lnTo>
                                  <a:pt x="14" y="2779"/>
                                </a:lnTo>
                                <a:lnTo>
                                  <a:pt x="0" y="2779"/>
                                </a:lnTo>
                                <a:lnTo>
                                  <a:pt x="0" y="2819"/>
                                </a:lnTo>
                                <a:lnTo>
                                  <a:pt x="14" y="2819"/>
                                </a:lnTo>
                                <a:close/>
                                <a:moveTo>
                                  <a:pt x="14" y="2765"/>
                                </a:moveTo>
                                <a:lnTo>
                                  <a:pt x="14" y="2725"/>
                                </a:lnTo>
                                <a:lnTo>
                                  <a:pt x="0" y="2725"/>
                                </a:lnTo>
                                <a:lnTo>
                                  <a:pt x="0" y="2765"/>
                                </a:lnTo>
                                <a:lnTo>
                                  <a:pt x="14" y="2765"/>
                                </a:lnTo>
                                <a:close/>
                                <a:moveTo>
                                  <a:pt x="14" y="2711"/>
                                </a:moveTo>
                                <a:lnTo>
                                  <a:pt x="14" y="2671"/>
                                </a:lnTo>
                                <a:lnTo>
                                  <a:pt x="0" y="2671"/>
                                </a:lnTo>
                                <a:lnTo>
                                  <a:pt x="0" y="2711"/>
                                </a:lnTo>
                                <a:lnTo>
                                  <a:pt x="14" y="2711"/>
                                </a:lnTo>
                                <a:close/>
                                <a:moveTo>
                                  <a:pt x="14" y="2657"/>
                                </a:moveTo>
                                <a:lnTo>
                                  <a:pt x="14" y="2617"/>
                                </a:lnTo>
                                <a:lnTo>
                                  <a:pt x="0" y="2617"/>
                                </a:lnTo>
                                <a:lnTo>
                                  <a:pt x="0" y="2657"/>
                                </a:lnTo>
                                <a:lnTo>
                                  <a:pt x="14" y="2657"/>
                                </a:lnTo>
                                <a:close/>
                                <a:moveTo>
                                  <a:pt x="14" y="2604"/>
                                </a:moveTo>
                                <a:lnTo>
                                  <a:pt x="14" y="2563"/>
                                </a:lnTo>
                                <a:lnTo>
                                  <a:pt x="0" y="2563"/>
                                </a:lnTo>
                                <a:lnTo>
                                  <a:pt x="0" y="2604"/>
                                </a:lnTo>
                                <a:lnTo>
                                  <a:pt x="14" y="2604"/>
                                </a:lnTo>
                                <a:close/>
                                <a:moveTo>
                                  <a:pt x="14" y="2550"/>
                                </a:moveTo>
                                <a:lnTo>
                                  <a:pt x="14" y="2509"/>
                                </a:lnTo>
                                <a:lnTo>
                                  <a:pt x="0" y="2509"/>
                                </a:lnTo>
                                <a:lnTo>
                                  <a:pt x="0" y="2550"/>
                                </a:lnTo>
                                <a:lnTo>
                                  <a:pt x="14" y="2550"/>
                                </a:lnTo>
                                <a:close/>
                                <a:moveTo>
                                  <a:pt x="14" y="2496"/>
                                </a:moveTo>
                                <a:lnTo>
                                  <a:pt x="14" y="2456"/>
                                </a:lnTo>
                                <a:lnTo>
                                  <a:pt x="0" y="2456"/>
                                </a:lnTo>
                                <a:lnTo>
                                  <a:pt x="0" y="2496"/>
                                </a:lnTo>
                                <a:lnTo>
                                  <a:pt x="14" y="2496"/>
                                </a:lnTo>
                                <a:close/>
                                <a:moveTo>
                                  <a:pt x="14" y="2442"/>
                                </a:moveTo>
                                <a:lnTo>
                                  <a:pt x="14" y="2402"/>
                                </a:lnTo>
                                <a:lnTo>
                                  <a:pt x="0" y="2402"/>
                                </a:lnTo>
                                <a:lnTo>
                                  <a:pt x="0" y="2442"/>
                                </a:lnTo>
                                <a:lnTo>
                                  <a:pt x="14" y="2442"/>
                                </a:lnTo>
                                <a:close/>
                                <a:moveTo>
                                  <a:pt x="14" y="2388"/>
                                </a:moveTo>
                                <a:lnTo>
                                  <a:pt x="14" y="2348"/>
                                </a:lnTo>
                                <a:lnTo>
                                  <a:pt x="0" y="2348"/>
                                </a:lnTo>
                                <a:lnTo>
                                  <a:pt x="0" y="2388"/>
                                </a:lnTo>
                                <a:lnTo>
                                  <a:pt x="14" y="2388"/>
                                </a:lnTo>
                                <a:close/>
                                <a:moveTo>
                                  <a:pt x="14" y="2334"/>
                                </a:moveTo>
                                <a:lnTo>
                                  <a:pt x="14" y="2294"/>
                                </a:lnTo>
                                <a:lnTo>
                                  <a:pt x="0" y="2294"/>
                                </a:lnTo>
                                <a:lnTo>
                                  <a:pt x="0" y="2334"/>
                                </a:lnTo>
                                <a:lnTo>
                                  <a:pt x="14" y="2334"/>
                                </a:lnTo>
                                <a:close/>
                                <a:moveTo>
                                  <a:pt x="14" y="2281"/>
                                </a:moveTo>
                                <a:lnTo>
                                  <a:pt x="14" y="2240"/>
                                </a:lnTo>
                                <a:lnTo>
                                  <a:pt x="0" y="2240"/>
                                </a:lnTo>
                                <a:lnTo>
                                  <a:pt x="0" y="2281"/>
                                </a:lnTo>
                                <a:lnTo>
                                  <a:pt x="14" y="2281"/>
                                </a:lnTo>
                                <a:close/>
                                <a:moveTo>
                                  <a:pt x="14" y="2227"/>
                                </a:moveTo>
                                <a:lnTo>
                                  <a:pt x="14" y="2186"/>
                                </a:lnTo>
                                <a:lnTo>
                                  <a:pt x="0" y="2186"/>
                                </a:lnTo>
                                <a:lnTo>
                                  <a:pt x="0" y="2227"/>
                                </a:lnTo>
                                <a:lnTo>
                                  <a:pt x="14" y="2227"/>
                                </a:lnTo>
                                <a:close/>
                                <a:moveTo>
                                  <a:pt x="14" y="2173"/>
                                </a:moveTo>
                                <a:lnTo>
                                  <a:pt x="14" y="2133"/>
                                </a:lnTo>
                                <a:lnTo>
                                  <a:pt x="0" y="2133"/>
                                </a:lnTo>
                                <a:lnTo>
                                  <a:pt x="0" y="2173"/>
                                </a:lnTo>
                                <a:lnTo>
                                  <a:pt x="14" y="2173"/>
                                </a:lnTo>
                                <a:close/>
                                <a:moveTo>
                                  <a:pt x="14" y="2119"/>
                                </a:moveTo>
                                <a:lnTo>
                                  <a:pt x="14" y="2079"/>
                                </a:lnTo>
                                <a:lnTo>
                                  <a:pt x="0" y="2079"/>
                                </a:lnTo>
                                <a:lnTo>
                                  <a:pt x="0" y="2119"/>
                                </a:lnTo>
                                <a:lnTo>
                                  <a:pt x="14" y="2119"/>
                                </a:lnTo>
                                <a:close/>
                                <a:moveTo>
                                  <a:pt x="14" y="2065"/>
                                </a:moveTo>
                                <a:lnTo>
                                  <a:pt x="14" y="2025"/>
                                </a:lnTo>
                                <a:lnTo>
                                  <a:pt x="0" y="2025"/>
                                </a:lnTo>
                                <a:lnTo>
                                  <a:pt x="0" y="2065"/>
                                </a:lnTo>
                                <a:lnTo>
                                  <a:pt x="14" y="2065"/>
                                </a:lnTo>
                                <a:close/>
                                <a:moveTo>
                                  <a:pt x="14" y="2012"/>
                                </a:moveTo>
                                <a:lnTo>
                                  <a:pt x="14" y="1971"/>
                                </a:lnTo>
                                <a:lnTo>
                                  <a:pt x="0" y="1971"/>
                                </a:lnTo>
                                <a:lnTo>
                                  <a:pt x="0" y="2012"/>
                                </a:lnTo>
                                <a:lnTo>
                                  <a:pt x="14" y="2012"/>
                                </a:lnTo>
                                <a:close/>
                                <a:moveTo>
                                  <a:pt x="14" y="1958"/>
                                </a:moveTo>
                                <a:lnTo>
                                  <a:pt x="14" y="1917"/>
                                </a:lnTo>
                                <a:lnTo>
                                  <a:pt x="0" y="1917"/>
                                </a:lnTo>
                                <a:lnTo>
                                  <a:pt x="0" y="1958"/>
                                </a:lnTo>
                                <a:lnTo>
                                  <a:pt x="14" y="1958"/>
                                </a:lnTo>
                                <a:close/>
                                <a:moveTo>
                                  <a:pt x="14" y="1904"/>
                                </a:moveTo>
                                <a:lnTo>
                                  <a:pt x="14" y="1864"/>
                                </a:lnTo>
                                <a:lnTo>
                                  <a:pt x="0" y="1864"/>
                                </a:lnTo>
                                <a:lnTo>
                                  <a:pt x="0" y="1904"/>
                                </a:lnTo>
                                <a:lnTo>
                                  <a:pt x="14" y="1904"/>
                                </a:lnTo>
                                <a:close/>
                                <a:moveTo>
                                  <a:pt x="14" y="1850"/>
                                </a:moveTo>
                                <a:lnTo>
                                  <a:pt x="14" y="1810"/>
                                </a:lnTo>
                                <a:lnTo>
                                  <a:pt x="0" y="1810"/>
                                </a:lnTo>
                                <a:lnTo>
                                  <a:pt x="0" y="1850"/>
                                </a:lnTo>
                                <a:lnTo>
                                  <a:pt x="14" y="1850"/>
                                </a:lnTo>
                                <a:close/>
                                <a:moveTo>
                                  <a:pt x="14" y="1796"/>
                                </a:moveTo>
                                <a:lnTo>
                                  <a:pt x="14" y="1756"/>
                                </a:lnTo>
                                <a:lnTo>
                                  <a:pt x="0" y="1756"/>
                                </a:lnTo>
                                <a:lnTo>
                                  <a:pt x="0" y="1796"/>
                                </a:lnTo>
                                <a:lnTo>
                                  <a:pt x="14" y="1796"/>
                                </a:lnTo>
                                <a:close/>
                                <a:moveTo>
                                  <a:pt x="14" y="1742"/>
                                </a:moveTo>
                                <a:lnTo>
                                  <a:pt x="14" y="1702"/>
                                </a:lnTo>
                                <a:lnTo>
                                  <a:pt x="0" y="1702"/>
                                </a:lnTo>
                                <a:lnTo>
                                  <a:pt x="0" y="1742"/>
                                </a:lnTo>
                                <a:lnTo>
                                  <a:pt x="14" y="1742"/>
                                </a:lnTo>
                                <a:close/>
                                <a:moveTo>
                                  <a:pt x="14" y="1689"/>
                                </a:moveTo>
                                <a:lnTo>
                                  <a:pt x="14" y="1648"/>
                                </a:lnTo>
                                <a:lnTo>
                                  <a:pt x="0" y="1648"/>
                                </a:lnTo>
                                <a:lnTo>
                                  <a:pt x="0" y="1689"/>
                                </a:lnTo>
                                <a:lnTo>
                                  <a:pt x="14" y="1689"/>
                                </a:lnTo>
                                <a:close/>
                                <a:moveTo>
                                  <a:pt x="14" y="1635"/>
                                </a:moveTo>
                                <a:lnTo>
                                  <a:pt x="14" y="1594"/>
                                </a:lnTo>
                                <a:lnTo>
                                  <a:pt x="0" y="1594"/>
                                </a:lnTo>
                                <a:lnTo>
                                  <a:pt x="0" y="1635"/>
                                </a:lnTo>
                                <a:lnTo>
                                  <a:pt x="14" y="1635"/>
                                </a:lnTo>
                                <a:close/>
                                <a:moveTo>
                                  <a:pt x="14" y="1581"/>
                                </a:moveTo>
                                <a:lnTo>
                                  <a:pt x="14" y="1541"/>
                                </a:lnTo>
                                <a:lnTo>
                                  <a:pt x="0" y="1541"/>
                                </a:lnTo>
                                <a:lnTo>
                                  <a:pt x="0" y="1581"/>
                                </a:lnTo>
                                <a:lnTo>
                                  <a:pt x="14" y="1581"/>
                                </a:lnTo>
                                <a:close/>
                                <a:moveTo>
                                  <a:pt x="14" y="1527"/>
                                </a:moveTo>
                                <a:lnTo>
                                  <a:pt x="14" y="1487"/>
                                </a:lnTo>
                                <a:lnTo>
                                  <a:pt x="0" y="1487"/>
                                </a:lnTo>
                                <a:lnTo>
                                  <a:pt x="0" y="1527"/>
                                </a:lnTo>
                                <a:lnTo>
                                  <a:pt x="14" y="1527"/>
                                </a:lnTo>
                                <a:close/>
                                <a:moveTo>
                                  <a:pt x="14" y="1473"/>
                                </a:moveTo>
                                <a:lnTo>
                                  <a:pt x="14" y="1433"/>
                                </a:lnTo>
                                <a:lnTo>
                                  <a:pt x="0" y="1433"/>
                                </a:lnTo>
                                <a:lnTo>
                                  <a:pt x="0" y="1473"/>
                                </a:lnTo>
                                <a:lnTo>
                                  <a:pt x="14" y="1473"/>
                                </a:lnTo>
                                <a:close/>
                                <a:moveTo>
                                  <a:pt x="14" y="1420"/>
                                </a:moveTo>
                                <a:lnTo>
                                  <a:pt x="14" y="1379"/>
                                </a:lnTo>
                                <a:lnTo>
                                  <a:pt x="0" y="1379"/>
                                </a:lnTo>
                                <a:lnTo>
                                  <a:pt x="0" y="1420"/>
                                </a:lnTo>
                                <a:lnTo>
                                  <a:pt x="14" y="1420"/>
                                </a:lnTo>
                                <a:close/>
                                <a:moveTo>
                                  <a:pt x="14" y="1366"/>
                                </a:moveTo>
                                <a:lnTo>
                                  <a:pt x="14" y="1325"/>
                                </a:lnTo>
                                <a:lnTo>
                                  <a:pt x="0" y="1325"/>
                                </a:lnTo>
                                <a:lnTo>
                                  <a:pt x="0" y="1366"/>
                                </a:lnTo>
                                <a:lnTo>
                                  <a:pt x="14" y="1366"/>
                                </a:lnTo>
                                <a:close/>
                                <a:moveTo>
                                  <a:pt x="14" y="1312"/>
                                </a:moveTo>
                                <a:lnTo>
                                  <a:pt x="14" y="1271"/>
                                </a:lnTo>
                                <a:lnTo>
                                  <a:pt x="0" y="1271"/>
                                </a:lnTo>
                                <a:lnTo>
                                  <a:pt x="0" y="1312"/>
                                </a:lnTo>
                                <a:lnTo>
                                  <a:pt x="14" y="1312"/>
                                </a:lnTo>
                                <a:close/>
                                <a:moveTo>
                                  <a:pt x="14" y="1258"/>
                                </a:moveTo>
                                <a:lnTo>
                                  <a:pt x="14" y="1218"/>
                                </a:lnTo>
                                <a:lnTo>
                                  <a:pt x="0" y="1218"/>
                                </a:lnTo>
                                <a:lnTo>
                                  <a:pt x="0" y="1258"/>
                                </a:lnTo>
                                <a:lnTo>
                                  <a:pt x="14" y="1258"/>
                                </a:lnTo>
                                <a:close/>
                                <a:moveTo>
                                  <a:pt x="14" y="1204"/>
                                </a:moveTo>
                                <a:lnTo>
                                  <a:pt x="14" y="1164"/>
                                </a:lnTo>
                                <a:lnTo>
                                  <a:pt x="0" y="1164"/>
                                </a:lnTo>
                                <a:lnTo>
                                  <a:pt x="0" y="1204"/>
                                </a:lnTo>
                                <a:lnTo>
                                  <a:pt x="14" y="1204"/>
                                </a:lnTo>
                                <a:close/>
                                <a:moveTo>
                                  <a:pt x="14" y="1150"/>
                                </a:moveTo>
                                <a:lnTo>
                                  <a:pt x="14" y="1110"/>
                                </a:lnTo>
                                <a:lnTo>
                                  <a:pt x="0" y="1110"/>
                                </a:lnTo>
                                <a:lnTo>
                                  <a:pt x="0" y="1150"/>
                                </a:lnTo>
                                <a:lnTo>
                                  <a:pt x="14" y="1150"/>
                                </a:lnTo>
                                <a:close/>
                                <a:moveTo>
                                  <a:pt x="14" y="1097"/>
                                </a:moveTo>
                                <a:lnTo>
                                  <a:pt x="14" y="1056"/>
                                </a:lnTo>
                                <a:lnTo>
                                  <a:pt x="0" y="1056"/>
                                </a:lnTo>
                                <a:lnTo>
                                  <a:pt x="0" y="1097"/>
                                </a:lnTo>
                                <a:lnTo>
                                  <a:pt x="14" y="1097"/>
                                </a:lnTo>
                                <a:close/>
                                <a:moveTo>
                                  <a:pt x="14" y="1043"/>
                                </a:moveTo>
                                <a:lnTo>
                                  <a:pt x="14" y="1002"/>
                                </a:lnTo>
                                <a:lnTo>
                                  <a:pt x="0" y="1002"/>
                                </a:lnTo>
                                <a:lnTo>
                                  <a:pt x="0" y="1043"/>
                                </a:lnTo>
                                <a:lnTo>
                                  <a:pt x="14" y="1043"/>
                                </a:lnTo>
                                <a:close/>
                                <a:moveTo>
                                  <a:pt x="14" y="989"/>
                                </a:moveTo>
                                <a:lnTo>
                                  <a:pt x="14" y="949"/>
                                </a:lnTo>
                                <a:lnTo>
                                  <a:pt x="0" y="949"/>
                                </a:lnTo>
                                <a:lnTo>
                                  <a:pt x="0" y="989"/>
                                </a:lnTo>
                                <a:lnTo>
                                  <a:pt x="14" y="989"/>
                                </a:lnTo>
                                <a:close/>
                                <a:moveTo>
                                  <a:pt x="14" y="935"/>
                                </a:moveTo>
                                <a:lnTo>
                                  <a:pt x="14" y="895"/>
                                </a:lnTo>
                                <a:lnTo>
                                  <a:pt x="0" y="895"/>
                                </a:lnTo>
                                <a:lnTo>
                                  <a:pt x="0" y="935"/>
                                </a:lnTo>
                                <a:lnTo>
                                  <a:pt x="14" y="935"/>
                                </a:lnTo>
                                <a:close/>
                                <a:moveTo>
                                  <a:pt x="14" y="881"/>
                                </a:moveTo>
                                <a:lnTo>
                                  <a:pt x="14" y="841"/>
                                </a:lnTo>
                                <a:lnTo>
                                  <a:pt x="0" y="841"/>
                                </a:lnTo>
                                <a:lnTo>
                                  <a:pt x="0" y="881"/>
                                </a:lnTo>
                                <a:lnTo>
                                  <a:pt x="14" y="881"/>
                                </a:lnTo>
                                <a:close/>
                                <a:moveTo>
                                  <a:pt x="14" y="827"/>
                                </a:moveTo>
                                <a:lnTo>
                                  <a:pt x="14" y="787"/>
                                </a:lnTo>
                                <a:lnTo>
                                  <a:pt x="0" y="787"/>
                                </a:lnTo>
                                <a:lnTo>
                                  <a:pt x="0" y="827"/>
                                </a:lnTo>
                                <a:lnTo>
                                  <a:pt x="14" y="827"/>
                                </a:lnTo>
                                <a:close/>
                                <a:moveTo>
                                  <a:pt x="14" y="774"/>
                                </a:moveTo>
                                <a:lnTo>
                                  <a:pt x="14" y="733"/>
                                </a:lnTo>
                                <a:lnTo>
                                  <a:pt x="0" y="733"/>
                                </a:lnTo>
                                <a:lnTo>
                                  <a:pt x="0" y="774"/>
                                </a:lnTo>
                                <a:lnTo>
                                  <a:pt x="14" y="774"/>
                                </a:lnTo>
                                <a:close/>
                                <a:moveTo>
                                  <a:pt x="14" y="720"/>
                                </a:moveTo>
                                <a:lnTo>
                                  <a:pt x="14" y="679"/>
                                </a:lnTo>
                                <a:lnTo>
                                  <a:pt x="0" y="679"/>
                                </a:lnTo>
                                <a:lnTo>
                                  <a:pt x="0" y="720"/>
                                </a:lnTo>
                                <a:lnTo>
                                  <a:pt x="14" y="720"/>
                                </a:lnTo>
                                <a:close/>
                                <a:moveTo>
                                  <a:pt x="14" y="666"/>
                                </a:moveTo>
                                <a:lnTo>
                                  <a:pt x="14" y="626"/>
                                </a:lnTo>
                                <a:lnTo>
                                  <a:pt x="0" y="626"/>
                                </a:lnTo>
                                <a:lnTo>
                                  <a:pt x="0" y="666"/>
                                </a:lnTo>
                                <a:lnTo>
                                  <a:pt x="14" y="666"/>
                                </a:lnTo>
                                <a:close/>
                                <a:moveTo>
                                  <a:pt x="14" y="612"/>
                                </a:moveTo>
                                <a:lnTo>
                                  <a:pt x="14" y="572"/>
                                </a:lnTo>
                                <a:lnTo>
                                  <a:pt x="0" y="572"/>
                                </a:lnTo>
                                <a:lnTo>
                                  <a:pt x="0" y="612"/>
                                </a:lnTo>
                                <a:lnTo>
                                  <a:pt x="14" y="612"/>
                                </a:lnTo>
                                <a:close/>
                                <a:moveTo>
                                  <a:pt x="14" y="558"/>
                                </a:moveTo>
                                <a:lnTo>
                                  <a:pt x="14" y="518"/>
                                </a:lnTo>
                                <a:lnTo>
                                  <a:pt x="0" y="518"/>
                                </a:lnTo>
                                <a:lnTo>
                                  <a:pt x="0" y="558"/>
                                </a:lnTo>
                                <a:lnTo>
                                  <a:pt x="14" y="558"/>
                                </a:lnTo>
                                <a:close/>
                                <a:moveTo>
                                  <a:pt x="14" y="505"/>
                                </a:moveTo>
                                <a:lnTo>
                                  <a:pt x="14" y="464"/>
                                </a:lnTo>
                                <a:lnTo>
                                  <a:pt x="0" y="464"/>
                                </a:lnTo>
                                <a:lnTo>
                                  <a:pt x="0" y="505"/>
                                </a:lnTo>
                                <a:lnTo>
                                  <a:pt x="14" y="505"/>
                                </a:lnTo>
                                <a:close/>
                                <a:moveTo>
                                  <a:pt x="14" y="451"/>
                                </a:moveTo>
                                <a:lnTo>
                                  <a:pt x="14" y="410"/>
                                </a:lnTo>
                                <a:lnTo>
                                  <a:pt x="0" y="410"/>
                                </a:lnTo>
                                <a:lnTo>
                                  <a:pt x="0" y="451"/>
                                </a:lnTo>
                                <a:lnTo>
                                  <a:pt x="14" y="451"/>
                                </a:lnTo>
                                <a:close/>
                                <a:moveTo>
                                  <a:pt x="14" y="397"/>
                                </a:moveTo>
                                <a:lnTo>
                                  <a:pt x="14" y="356"/>
                                </a:lnTo>
                                <a:lnTo>
                                  <a:pt x="0" y="356"/>
                                </a:lnTo>
                                <a:lnTo>
                                  <a:pt x="0" y="397"/>
                                </a:lnTo>
                                <a:lnTo>
                                  <a:pt x="14" y="397"/>
                                </a:lnTo>
                                <a:close/>
                                <a:moveTo>
                                  <a:pt x="14" y="343"/>
                                </a:moveTo>
                                <a:lnTo>
                                  <a:pt x="14" y="303"/>
                                </a:lnTo>
                                <a:lnTo>
                                  <a:pt x="0" y="303"/>
                                </a:lnTo>
                                <a:lnTo>
                                  <a:pt x="0" y="343"/>
                                </a:lnTo>
                                <a:lnTo>
                                  <a:pt x="14" y="343"/>
                                </a:lnTo>
                                <a:close/>
                                <a:moveTo>
                                  <a:pt x="14" y="289"/>
                                </a:moveTo>
                                <a:lnTo>
                                  <a:pt x="14" y="249"/>
                                </a:lnTo>
                                <a:lnTo>
                                  <a:pt x="0" y="249"/>
                                </a:lnTo>
                                <a:lnTo>
                                  <a:pt x="0" y="289"/>
                                </a:lnTo>
                                <a:lnTo>
                                  <a:pt x="14" y="289"/>
                                </a:lnTo>
                                <a:close/>
                                <a:moveTo>
                                  <a:pt x="14" y="235"/>
                                </a:moveTo>
                                <a:lnTo>
                                  <a:pt x="14" y="195"/>
                                </a:lnTo>
                                <a:lnTo>
                                  <a:pt x="0" y="195"/>
                                </a:lnTo>
                                <a:lnTo>
                                  <a:pt x="0" y="235"/>
                                </a:lnTo>
                                <a:lnTo>
                                  <a:pt x="14" y="235"/>
                                </a:lnTo>
                                <a:close/>
                                <a:moveTo>
                                  <a:pt x="14" y="182"/>
                                </a:moveTo>
                                <a:lnTo>
                                  <a:pt x="14" y="141"/>
                                </a:lnTo>
                                <a:lnTo>
                                  <a:pt x="0" y="141"/>
                                </a:lnTo>
                                <a:lnTo>
                                  <a:pt x="0" y="182"/>
                                </a:lnTo>
                                <a:lnTo>
                                  <a:pt x="14" y="182"/>
                                </a:lnTo>
                                <a:close/>
                                <a:moveTo>
                                  <a:pt x="14" y="128"/>
                                </a:moveTo>
                                <a:lnTo>
                                  <a:pt x="14" y="87"/>
                                </a:lnTo>
                                <a:lnTo>
                                  <a:pt x="0" y="87"/>
                                </a:lnTo>
                                <a:lnTo>
                                  <a:pt x="0" y="128"/>
                                </a:lnTo>
                                <a:lnTo>
                                  <a:pt x="14" y="128"/>
                                </a:lnTo>
                                <a:close/>
                                <a:moveTo>
                                  <a:pt x="14" y="74"/>
                                </a:moveTo>
                                <a:lnTo>
                                  <a:pt x="14" y="34"/>
                                </a:lnTo>
                                <a:lnTo>
                                  <a:pt x="0" y="34"/>
                                </a:lnTo>
                                <a:lnTo>
                                  <a:pt x="0" y="74"/>
                                </a:lnTo>
                                <a:lnTo>
                                  <a:pt x="14" y="74"/>
                                </a:lnTo>
                                <a:close/>
                                <a:moveTo>
                                  <a:pt x="14" y="20"/>
                                </a:moveTo>
                                <a:lnTo>
                                  <a:pt x="14" y="0"/>
                                </a:lnTo>
                                <a:lnTo>
                                  <a:pt x="0" y="0"/>
                                </a:lnTo>
                                <a:lnTo>
                                  <a:pt x="0" y="20"/>
                                </a:lnTo>
                                <a:lnTo>
                                  <a:pt x="14" y="20"/>
                                </a:lnTo>
                                <a:close/>
                              </a:path>
                            </a:pathLst>
                          </a:custGeom>
                          <a:solidFill>
                            <a:srgbClr val="000000"/>
                          </a:solidFill>
                          <a:ln w="0" cap="flat">
                            <a:solidFill>
                              <a:srgbClr val="000000"/>
                            </a:solidFill>
                            <a:prstDash val="solid"/>
                            <a:round/>
                            <a:headEnd/>
                            <a:tailEnd/>
                          </a:ln>
                        </wps:spPr>
                        <wps:bodyPr rot="0" vert="horz" wrap="square" lIns="91440" tIns="45720" rIns="91440" bIns="45720" anchor="t" anchorCtr="0" upright="1">
                          <a:noAutofit/>
                        </wps:bodyPr>
                      </wps:wsp>
                      <wps:wsp>
                        <wps:cNvPr id="758" name="Freeform 256"/>
                        <wps:cNvSpPr>
                          <a:spLocks noEditPoints="1"/>
                        </wps:cNvSpPr>
                        <wps:spPr bwMode="auto">
                          <a:xfrm>
                            <a:off x="2039620" y="2679094"/>
                            <a:ext cx="1750060" cy="69215"/>
                          </a:xfrm>
                          <a:custGeom>
                            <a:avLst/>
                            <a:gdLst>
                              <a:gd name="T0" fmla="*/ 48 w 13081"/>
                              <a:gd name="T1" fmla="*/ 236 h 521"/>
                              <a:gd name="T2" fmla="*/ 13034 w 13081"/>
                              <a:gd name="T3" fmla="*/ 236 h 521"/>
                              <a:gd name="T4" fmla="*/ 13034 w 13081"/>
                              <a:gd name="T5" fmla="*/ 284 h 521"/>
                              <a:gd name="T6" fmla="*/ 48 w 13081"/>
                              <a:gd name="T7" fmla="*/ 284 h 521"/>
                              <a:gd name="T8" fmla="*/ 48 w 13081"/>
                              <a:gd name="T9" fmla="*/ 236 h 521"/>
                              <a:gd name="T10" fmla="*/ 436 w 13081"/>
                              <a:gd name="T11" fmla="*/ 515 h 521"/>
                              <a:gd name="T12" fmla="*/ 0 w 13081"/>
                              <a:gd name="T13" fmla="*/ 260 h 521"/>
                              <a:gd name="T14" fmla="*/ 436 w 13081"/>
                              <a:gd name="T15" fmla="*/ 6 h 521"/>
                              <a:gd name="T16" fmla="*/ 469 w 13081"/>
                              <a:gd name="T17" fmla="*/ 15 h 521"/>
                              <a:gd name="T18" fmla="*/ 460 w 13081"/>
                              <a:gd name="T19" fmla="*/ 48 h 521"/>
                              <a:gd name="T20" fmla="*/ 60 w 13081"/>
                              <a:gd name="T21" fmla="*/ 281 h 521"/>
                              <a:gd name="T22" fmla="*/ 60 w 13081"/>
                              <a:gd name="T23" fmla="*/ 240 h 521"/>
                              <a:gd name="T24" fmla="*/ 460 w 13081"/>
                              <a:gd name="T25" fmla="*/ 473 h 521"/>
                              <a:gd name="T26" fmla="*/ 469 w 13081"/>
                              <a:gd name="T27" fmla="*/ 506 h 521"/>
                              <a:gd name="T28" fmla="*/ 436 w 13081"/>
                              <a:gd name="T29" fmla="*/ 515 h 521"/>
                              <a:gd name="T30" fmla="*/ 12646 w 13081"/>
                              <a:gd name="T31" fmla="*/ 6 h 521"/>
                              <a:gd name="T32" fmla="*/ 13081 w 13081"/>
                              <a:gd name="T33" fmla="*/ 260 h 521"/>
                              <a:gd name="T34" fmla="*/ 12646 w 13081"/>
                              <a:gd name="T35" fmla="*/ 515 h 521"/>
                              <a:gd name="T36" fmla="*/ 12613 w 13081"/>
                              <a:gd name="T37" fmla="*/ 506 h 521"/>
                              <a:gd name="T38" fmla="*/ 12622 w 13081"/>
                              <a:gd name="T39" fmla="*/ 473 h 521"/>
                              <a:gd name="T40" fmla="*/ 13022 w 13081"/>
                              <a:gd name="T41" fmla="*/ 240 h 521"/>
                              <a:gd name="T42" fmla="*/ 13022 w 13081"/>
                              <a:gd name="T43" fmla="*/ 281 h 521"/>
                              <a:gd name="T44" fmla="*/ 12622 w 13081"/>
                              <a:gd name="T45" fmla="*/ 48 h 521"/>
                              <a:gd name="T46" fmla="*/ 12613 w 13081"/>
                              <a:gd name="T47" fmla="*/ 15 h 521"/>
                              <a:gd name="T48" fmla="*/ 12646 w 13081"/>
                              <a:gd name="T49" fmla="*/ 6 h 5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Lst>
                            <a:rect l="0" t="0" r="r" b="b"/>
                            <a:pathLst>
                              <a:path w="13081" h="521">
                                <a:moveTo>
                                  <a:pt x="48" y="236"/>
                                </a:moveTo>
                                <a:lnTo>
                                  <a:pt x="13034" y="236"/>
                                </a:lnTo>
                                <a:lnTo>
                                  <a:pt x="13034" y="284"/>
                                </a:lnTo>
                                <a:lnTo>
                                  <a:pt x="48" y="284"/>
                                </a:lnTo>
                                <a:lnTo>
                                  <a:pt x="48" y="236"/>
                                </a:lnTo>
                                <a:close/>
                                <a:moveTo>
                                  <a:pt x="436" y="515"/>
                                </a:moveTo>
                                <a:lnTo>
                                  <a:pt x="0" y="260"/>
                                </a:lnTo>
                                <a:lnTo>
                                  <a:pt x="436" y="6"/>
                                </a:lnTo>
                                <a:cubicBezTo>
                                  <a:pt x="447" y="0"/>
                                  <a:pt x="462" y="4"/>
                                  <a:pt x="469" y="15"/>
                                </a:cubicBezTo>
                                <a:cubicBezTo>
                                  <a:pt x="475" y="26"/>
                                  <a:pt x="472" y="41"/>
                                  <a:pt x="460" y="48"/>
                                </a:cubicBezTo>
                                <a:lnTo>
                                  <a:pt x="60" y="281"/>
                                </a:lnTo>
                                <a:lnTo>
                                  <a:pt x="60" y="240"/>
                                </a:lnTo>
                                <a:lnTo>
                                  <a:pt x="460" y="473"/>
                                </a:lnTo>
                                <a:cubicBezTo>
                                  <a:pt x="472" y="480"/>
                                  <a:pt x="475" y="494"/>
                                  <a:pt x="469" y="506"/>
                                </a:cubicBezTo>
                                <a:cubicBezTo>
                                  <a:pt x="462" y="517"/>
                                  <a:pt x="447" y="521"/>
                                  <a:pt x="436" y="515"/>
                                </a:cubicBezTo>
                                <a:close/>
                                <a:moveTo>
                                  <a:pt x="12646" y="6"/>
                                </a:moveTo>
                                <a:lnTo>
                                  <a:pt x="13081" y="260"/>
                                </a:lnTo>
                                <a:lnTo>
                                  <a:pt x="12646" y="515"/>
                                </a:lnTo>
                                <a:cubicBezTo>
                                  <a:pt x="12634" y="521"/>
                                  <a:pt x="12620" y="517"/>
                                  <a:pt x="12613" y="506"/>
                                </a:cubicBezTo>
                                <a:cubicBezTo>
                                  <a:pt x="12606" y="494"/>
                                  <a:pt x="12610" y="480"/>
                                  <a:pt x="12622" y="473"/>
                                </a:cubicBezTo>
                                <a:lnTo>
                                  <a:pt x="13022" y="240"/>
                                </a:lnTo>
                                <a:lnTo>
                                  <a:pt x="13022" y="281"/>
                                </a:lnTo>
                                <a:lnTo>
                                  <a:pt x="12622" y="48"/>
                                </a:lnTo>
                                <a:cubicBezTo>
                                  <a:pt x="12610" y="41"/>
                                  <a:pt x="12606" y="26"/>
                                  <a:pt x="12613" y="15"/>
                                </a:cubicBezTo>
                                <a:cubicBezTo>
                                  <a:pt x="12620" y="4"/>
                                  <a:pt x="12634" y="0"/>
                                  <a:pt x="12646" y="6"/>
                                </a:cubicBezTo>
                                <a:close/>
                              </a:path>
                            </a:pathLst>
                          </a:custGeom>
                          <a:solidFill>
                            <a:srgbClr val="000000"/>
                          </a:solidFill>
                          <a:ln w="0" cap="flat">
                            <a:solidFill>
                              <a:srgbClr val="000000"/>
                            </a:solidFill>
                            <a:prstDash val="solid"/>
                            <a:round/>
                            <a:headEnd/>
                            <a:tailEnd/>
                          </a:ln>
                        </wps:spPr>
                        <wps:bodyPr rot="0" vert="horz" wrap="square" lIns="91440" tIns="45720" rIns="91440" bIns="45720" anchor="t" anchorCtr="0" upright="1">
                          <a:noAutofit/>
                        </wps:bodyPr>
                      </wps:wsp>
                      <wps:wsp>
                        <wps:cNvPr id="759" name="Rectangle 257"/>
                        <wps:cNvSpPr>
                          <a:spLocks noChangeArrowheads="1"/>
                        </wps:cNvSpPr>
                        <wps:spPr bwMode="auto">
                          <a:xfrm>
                            <a:off x="2846705" y="2727989"/>
                            <a:ext cx="17526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583DE5" w14:textId="77777777" w:rsidR="00BD44D9" w:rsidRDefault="00BD44D9" w:rsidP="00260822">
                              <w:r>
                                <w:rPr>
                                  <w:i/>
                                  <w:iCs/>
                                  <w:color w:val="000000"/>
                                  <w:lang w:val="en-US"/>
                                </w:rPr>
                                <w:t>d</w:t>
                              </w:r>
                              <w:r w:rsidRPr="00FC2F32">
                                <w:rPr>
                                  <w:i/>
                                  <w:iCs/>
                                  <w:color w:val="000000"/>
                                  <w:vertAlign w:val="subscript"/>
                                  <w:lang w:val="en-US"/>
                                </w:rPr>
                                <w:t>d</w:t>
                              </w:r>
                            </w:p>
                          </w:txbxContent>
                        </wps:txbx>
                        <wps:bodyPr rot="0" vert="horz" wrap="square" lIns="0" tIns="0" rIns="0" bIns="0" anchor="t" anchorCtr="0">
                          <a:spAutoFit/>
                        </wps:bodyPr>
                      </wps:wsp>
                      <wps:wsp>
                        <wps:cNvPr id="760" name="Rectangle 298"/>
                        <wps:cNvSpPr>
                          <a:spLocks noChangeArrowheads="1"/>
                        </wps:cNvSpPr>
                        <wps:spPr bwMode="auto">
                          <a:xfrm rot="16200000">
                            <a:off x="2253875" y="1462438"/>
                            <a:ext cx="47815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2CA57C9" w14:textId="77777777" w:rsidR="00BD44D9" w:rsidRPr="007B2001" w:rsidRDefault="00BD44D9" w:rsidP="00260822">
                              <w:pPr>
                                <w:pStyle w:val="affe"/>
                                <w:spacing w:line="240" w:lineRule="exact"/>
                                <w:rPr>
                                  <w:color w:val="000000"/>
                                  <w:sz w:val="20"/>
                                  <w:szCs w:val="20"/>
                                  <w:lang w:val="en-US"/>
                                </w:rPr>
                              </w:pPr>
                              <w:r>
                                <w:rPr>
                                  <w:color w:val="000000"/>
                                  <w:sz w:val="20"/>
                                  <w:szCs w:val="20"/>
                                  <w:lang w:val="ru-RU"/>
                                </w:rPr>
                                <w:t>Линия</w:t>
                              </w:r>
                              <w:r>
                                <w:rPr>
                                  <w:color w:val="000000"/>
                                  <w:sz w:val="20"/>
                                  <w:szCs w:val="20"/>
                                  <w:lang w:val="en-US"/>
                                </w:rPr>
                                <w:t xml:space="preserve"> B</w:t>
                              </w:r>
                            </w:p>
                          </w:txbxContent>
                        </wps:txbx>
                        <wps:bodyPr rot="0" vert="horz" wrap="square" lIns="0" tIns="0" rIns="0" bIns="0" anchor="t" anchorCtr="0">
                          <a:spAutoFit/>
                        </wps:bodyPr>
                      </wps:wsp>
                      <wps:wsp>
                        <wps:cNvPr id="761" name="Rectangle 299"/>
                        <wps:cNvSpPr>
                          <a:spLocks noChangeArrowheads="1"/>
                        </wps:cNvSpPr>
                        <wps:spPr bwMode="auto">
                          <a:xfrm rot="16200000">
                            <a:off x="1905439" y="1457036"/>
                            <a:ext cx="63690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15C5C0" w14:textId="77777777" w:rsidR="00BD44D9" w:rsidRDefault="00BD44D9" w:rsidP="00260822">
                              <w:pPr>
                                <w:pStyle w:val="affe"/>
                                <w:spacing w:line="240" w:lineRule="exact"/>
                              </w:pPr>
                              <w:r>
                                <w:rPr>
                                  <w:color w:val="000000"/>
                                  <w:sz w:val="20"/>
                                  <w:szCs w:val="20"/>
                                  <w:lang w:val="ru-RU"/>
                                </w:rPr>
                                <w:t>Линия</w:t>
                              </w:r>
                              <w:r>
                                <w:rPr>
                                  <w:color w:val="000000"/>
                                  <w:sz w:val="20"/>
                                  <w:szCs w:val="20"/>
                                  <w:lang w:val="en-US"/>
                                </w:rPr>
                                <w:t xml:space="preserve"> A**</w:t>
                              </w:r>
                            </w:p>
                          </w:txbxContent>
                        </wps:txbx>
                        <wps:bodyPr rot="0" vert="horz" wrap="square" lIns="0" tIns="0" rIns="0" bIns="0" anchor="t" anchorCtr="0">
                          <a:spAutoFit/>
                        </wps:bodyPr>
                      </wps:wsp>
                      <wps:wsp>
                        <wps:cNvPr id="762" name="Rectangle 300"/>
                        <wps:cNvSpPr>
                          <a:spLocks noChangeArrowheads="1"/>
                        </wps:cNvSpPr>
                        <wps:spPr bwMode="auto">
                          <a:xfrm rot="16200000">
                            <a:off x="1703051" y="1602383"/>
                            <a:ext cx="47815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E3B3DC" w14:textId="77777777" w:rsidR="00BD44D9" w:rsidRDefault="00BD44D9" w:rsidP="00260822">
                              <w:pPr>
                                <w:pStyle w:val="affe"/>
                                <w:spacing w:line="240" w:lineRule="exact"/>
                              </w:pPr>
                              <w:r>
                                <w:rPr>
                                  <w:color w:val="000000"/>
                                  <w:sz w:val="20"/>
                                  <w:szCs w:val="20"/>
                                  <w:lang w:val="ru-RU"/>
                                </w:rPr>
                                <w:t xml:space="preserve">Линия </w:t>
                              </w:r>
                              <w:r>
                                <w:rPr>
                                  <w:color w:val="000000"/>
                                  <w:sz w:val="20"/>
                                  <w:szCs w:val="20"/>
                                  <w:lang w:val="en-US"/>
                                </w:rPr>
                                <w:t>D</w:t>
                              </w:r>
                            </w:p>
                          </w:txbxContent>
                        </wps:txbx>
                        <wps:bodyPr rot="0" vert="horz" wrap="square" lIns="0" tIns="0" rIns="0" bIns="0" anchor="t" anchorCtr="0">
                          <a:spAutoFit/>
                        </wps:bodyPr>
                      </wps:wsp>
                      <wps:wsp>
                        <wps:cNvPr id="763" name="Rechteck 763"/>
                        <wps:cNvSpPr/>
                        <wps:spPr>
                          <a:xfrm>
                            <a:off x="1257300" y="752475"/>
                            <a:ext cx="543560" cy="15240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64" name="Rectangle 162"/>
                        <wps:cNvSpPr>
                          <a:spLocks noChangeArrowheads="1"/>
                        </wps:cNvSpPr>
                        <wps:spPr bwMode="auto">
                          <a:xfrm>
                            <a:off x="48887" y="352474"/>
                            <a:ext cx="126809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C372B61" w14:textId="77777777" w:rsidR="00BD44D9" w:rsidRDefault="00BD44D9" w:rsidP="00260822">
                              <w:pPr>
                                <w:pStyle w:val="affe"/>
                                <w:spacing w:line="240" w:lineRule="exact"/>
                              </w:pPr>
                              <w:r>
                                <w:rPr>
                                  <w:color w:val="000000"/>
                                  <w:sz w:val="20"/>
                                  <w:szCs w:val="20"/>
                                  <w:lang w:val="ru-RU"/>
                                </w:rPr>
                                <w:t>Транспортное средство</w:t>
                              </w:r>
                            </w:p>
                          </w:txbxContent>
                        </wps:txbx>
                        <wps:bodyPr rot="0" vert="horz" wrap="none" lIns="0" tIns="0" rIns="0" bIns="0" anchor="t" anchorCtr="0">
                          <a:spAutoFit/>
                        </wps:bodyPr>
                      </wps:wsp>
                      <wps:wsp>
                        <wps:cNvPr id="765" name="Freeform 165"/>
                        <wps:cNvSpPr>
                          <a:spLocks noEditPoints="1"/>
                        </wps:cNvSpPr>
                        <wps:spPr bwMode="auto">
                          <a:xfrm flipH="1" flipV="1">
                            <a:off x="1451625" y="590536"/>
                            <a:ext cx="215250" cy="228614"/>
                          </a:xfrm>
                          <a:custGeom>
                            <a:avLst/>
                            <a:gdLst>
                              <a:gd name="T0" fmla="*/ 1581 w 1610"/>
                              <a:gd name="T1" fmla="*/ 1235 h 1235"/>
                              <a:gd name="T2" fmla="*/ 24 w 1610"/>
                              <a:gd name="T3" fmla="*/ 48 h 1235"/>
                              <a:gd name="T4" fmla="*/ 53 w 1610"/>
                              <a:gd name="T5" fmla="*/ 10 h 1235"/>
                              <a:gd name="T6" fmla="*/ 1610 w 1610"/>
                              <a:gd name="T7" fmla="*/ 1197 h 1235"/>
                              <a:gd name="T8" fmla="*/ 1581 w 1610"/>
                              <a:gd name="T9" fmla="*/ 1235 h 1235"/>
                              <a:gd name="T10" fmla="*/ 193 w 1610"/>
                              <a:gd name="T11" fmla="*/ 466 h 1235"/>
                              <a:gd name="T12" fmla="*/ 0 w 1610"/>
                              <a:gd name="T13" fmla="*/ 0 h 1235"/>
                              <a:gd name="T14" fmla="*/ 501 w 1610"/>
                              <a:gd name="T15" fmla="*/ 62 h 1235"/>
                              <a:gd name="T16" fmla="*/ 522 w 1610"/>
                              <a:gd name="T17" fmla="*/ 89 h 1235"/>
                              <a:gd name="T18" fmla="*/ 495 w 1610"/>
                              <a:gd name="T19" fmla="*/ 110 h 1235"/>
                              <a:gd name="T20" fmla="*/ 35 w 1610"/>
                              <a:gd name="T21" fmla="*/ 53 h 1235"/>
                              <a:gd name="T22" fmla="*/ 60 w 1610"/>
                              <a:gd name="T23" fmla="*/ 20 h 1235"/>
                              <a:gd name="T24" fmla="*/ 237 w 1610"/>
                              <a:gd name="T25" fmla="*/ 448 h 1235"/>
                              <a:gd name="T26" fmla="*/ 224 w 1610"/>
                              <a:gd name="T27" fmla="*/ 479 h 1235"/>
                              <a:gd name="T28" fmla="*/ 193 w 1610"/>
                              <a:gd name="T29" fmla="*/ 466 h 123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1610" h="1235">
                                <a:moveTo>
                                  <a:pt x="1581" y="1235"/>
                                </a:moveTo>
                                <a:lnTo>
                                  <a:pt x="24" y="48"/>
                                </a:lnTo>
                                <a:lnTo>
                                  <a:pt x="53" y="10"/>
                                </a:lnTo>
                                <a:lnTo>
                                  <a:pt x="1610" y="1197"/>
                                </a:lnTo>
                                <a:lnTo>
                                  <a:pt x="1581" y="1235"/>
                                </a:lnTo>
                                <a:close/>
                                <a:moveTo>
                                  <a:pt x="193" y="466"/>
                                </a:moveTo>
                                <a:lnTo>
                                  <a:pt x="0" y="0"/>
                                </a:lnTo>
                                <a:lnTo>
                                  <a:pt x="501" y="62"/>
                                </a:lnTo>
                                <a:cubicBezTo>
                                  <a:pt x="514" y="64"/>
                                  <a:pt x="523" y="76"/>
                                  <a:pt x="522" y="89"/>
                                </a:cubicBezTo>
                                <a:cubicBezTo>
                                  <a:pt x="520" y="102"/>
                                  <a:pt x="508" y="112"/>
                                  <a:pt x="495" y="110"/>
                                </a:cubicBezTo>
                                <a:lnTo>
                                  <a:pt x="35" y="53"/>
                                </a:lnTo>
                                <a:lnTo>
                                  <a:pt x="60" y="20"/>
                                </a:lnTo>
                                <a:lnTo>
                                  <a:pt x="237" y="448"/>
                                </a:lnTo>
                                <a:cubicBezTo>
                                  <a:pt x="242" y="460"/>
                                  <a:pt x="236" y="474"/>
                                  <a:pt x="224" y="479"/>
                                </a:cubicBezTo>
                                <a:cubicBezTo>
                                  <a:pt x="212" y="485"/>
                                  <a:pt x="198" y="479"/>
                                  <a:pt x="193" y="466"/>
                                </a:cubicBezTo>
                                <a:close/>
                              </a:path>
                            </a:pathLst>
                          </a:custGeom>
                          <a:solidFill>
                            <a:srgbClr val="000000"/>
                          </a:solidFill>
                          <a:ln w="0" cap="flat">
                            <a:solidFill>
                              <a:srgbClr val="000000"/>
                            </a:solidFill>
                            <a:prstDash val="solid"/>
                            <a:round/>
                            <a:headEnd/>
                            <a:tailEnd/>
                          </a:ln>
                        </wps:spPr>
                        <wps:bodyPr rot="0" vert="horz" wrap="square" lIns="91440" tIns="45720" rIns="91440" bIns="45720" anchor="t" anchorCtr="0" upright="1">
                          <a:noAutofit/>
                        </wps:bodyPr>
                      </wps:wsp>
                    </wpc:wpc>
                  </a:graphicData>
                </a:graphic>
              </wp:inline>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w:pict>
              <v:group w14:anchorId="220F311E" id="Canvas 745" o:spid="_x0000_s1026" editas="canvas" style="width:476.55pt;height:283.5pt;mso-position-horizontal-relative:char;mso-position-vertical-relative:line" coordsize="60521,3600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60521;height:36004;visibility:visible;mso-wrap-style:square">
                  <v:fill o:detectmouseclick="t"/>
                  <v:path o:connecttype="none"/>
                </v:shape>
                <v:line id="Line 144" o:spid="_x0000_s1028" style="position:absolute;visibility:visible;mso-wrap-style:square" from="2501,6921" to="38042,69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" strokeweight="2.1pt"/>
                <v:line id="Line 145" o:spid="_x0000_s1029" style="position:absolute;flip:x;visibility:visible;mso-wrap-style:square" from="2501,9595" to="38042,959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" strokeweight="2.1pt"/>
                <v:shape id="Freeform 146" o:spid="_x0000_s1030" style="position:absolute;left:26263;top:4807;width:83;height:17659;visibility:visible;mso-wrap-style:square;v-text-anchor:top" coordsize="13,27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" path="m13,2781r,-41l,2740r,41l13,2781xm13,2727r,-40l,2687r,40l13,2727xm13,2673r,-40l,2633r,40l13,2673xm13,2619r,-40l,2579r,40l13,2619xm13,2565r,-40l,2525r,40l13,2565xm13,2512r,-41l,2471r,41l13,2512xm13,2458r,-41l,2417r,41l13,2458xm13,2404r,-40l,2364r,40l13,2404xm13,2350r,-40l,2310r,40l13,2350xm13,2296r,-40l,2256r,40l13,2296xm13,2243r,-41l,2202r,41l13,2243xm13,2189r,-41l,2148r,41l13,2189xm13,2135r,-41l,2094r,41l13,2135xm13,2081r,-40l,2041r,40l13,2081xm13,2027r,-40l,1987r,40l13,2027xm13,1973r,-40l,1933r,40l13,1973xm13,1920r,-41l,1879r,41l13,1920xm13,1866r,-41l,1825r,41l13,1866xm13,1812r,-40l,1772r,40l13,1812xm13,1758r,-40l,1718r,40l13,1758xm13,1704r,-40l,1664r,40l13,1704xm13,1650r,-40l,1610r,40l13,1650xm13,1597r,-41l,1556r,41l13,1597xm13,1543r,-41l,1502r,41l13,1543xm13,1489r,-40l,1449r,40l13,1489xm13,1435r,-40l,1395r,40l13,1435xm13,1381r,-40l,1341r,40l13,1381xm13,1328r,-41l,1287r,41l13,1328xm13,1274r,-41l,1233r,41l13,1274xm13,1220r,-40l,1180r,40l13,1220xm13,1166r,-40l,1126r,40l13,1166xm13,1112r,-40l,1072r,40l13,1112xm13,1058r,-40l,1018r,40l13,1058xm13,1005r,-41l,964r,41l13,1005xm13,951r,-41l,910r,41l13,951xm13,897r,-40l,857r,40l13,897xm13,843r,-40l,803r,40l13,843xm13,789r,-40l,749r,40l13,789xm13,735r,-40l,695r,40l13,735xm13,682r,-41l,641r,41l13,682xm13,628r,-41l,587r,41l13,628xm13,574r,-40l,534r,40l13,574xm13,520r,-40l,480r,40l13,520xm13,466r,-40l,426r,40l13,466xm13,413r,-41l,372r,41l13,413xm13,359r,-41l,318r,41l13,359xm13,305r,-40l,265r,40l13,305xm13,251r,-40l,211r,40l13,251xm13,197r,-40l,157r,40l13,197xm13,143r,-40l,103r,40l13,143xm13,90r,-41l,49,,90r13,xm13,36l13,,,,,36r13,xe" fillcolor="black" strokeweight="0">
                  <v:path arrowok="t" o:connecttype="custom" o:connectlocs="8255,1765935;8255,1731645;8255,1697355;8255,1663065;8255,1628775;8255,1595120;8255,1560830;8255,1526540;8255,1492250;8255,1457960;8255,1424305;8255,1390015;8255,1355725;8255,1321435;8255,1287145;8255,1252855;8255,1219200;8255,1184910;8255,1150620;8255,1116330;8255,1082040;8255,1047750;8255,1014095;8255,979805;8255,945515;8255,911225;8255,876935;8255,843280;8255,808990;8255,774700;8255,740410;8255,706120;8255,671830;8255,638175;8255,603885;8255,569595;8255,535305;8255,501015;8255,466725;8255,433070;8255,398780;8255,364490;8255,330200;8255,295910;8255,262255;8255,227965;8255,193675;8255,159385;8255,125095;8255,90805;8255,57150;8255,22860" o:connectangles="0,0,0,0,0,0,0,0,0,0,0,0,0,0,0,0,0,0,0,0,0,0,0,0,0,0,0,0,0,0,0,0,0,0,0,0,0,0,0,0,0,0,0,0,0,0,0,0,0,0,0,0"/>
                  <o:lock v:ext="edit" verticies="t"/>
                </v:shape>
                <v:rect id="Rectangle 147" o:spid="_x0000_s1031" style="position:absolute;left:25035;top:14142;width:4786;height:1524;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" filled="f" stroked="f">
                  <v:textbox style="mso-fit-shape-to-text:t" inset="0,0,0,0">
                    <w:txbxContent>
                      <w:p w14:paraId="078A18B8" w14:textId="77777777" w:rsidR="00BD44D9" w:rsidRPr="007B2001" w:rsidRDefault="00BD44D9" w:rsidP="00260822">
                        <w:r>
                          <w:rPr>
                            <w:color w:val="000000"/>
                          </w:rPr>
                          <w:t>Линия</w:t>
                        </w:r>
                        <w:r w:rsidRPr="007B2001">
                          <w:rPr>
                            <w:color w:val="000000"/>
                            <w:lang w:val="en-US"/>
                          </w:rPr>
                          <w:t xml:space="preserve"> C</w:t>
                        </w:r>
                      </w:p>
                    </w:txbxContent>
                  </v:textbox>
                </v:rect>
                <v:shape id="Freeform 148" o:spid="_x0000_s1032" style="position:absolute;left:37801;top:4807;width:83;height:26949;visibility:visible;mso-wrap-style:square;v-text-anchor:top" coordsize="13,42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" path="m13,4244r,-54l,4190r,54l13,4244xm13,4150r,-14l,4136r,14l13,4150xm13,4096r,-54l,4042r,54l13,4096xm13,4002r,-14l,3988r,14l13,4002xm13,3948r,-54l,3894r,54l13,3948xm13,3854r,-14l,3840r,14l13,3854xm13,3800r,-54l,3746r,54l13,3800xm13,3706r,-14l,3692r,14l13,3706xm13,3652r,-54l,3598r,54l13,3652xm13,3558r,-14l,3544r,14l13,3558xm13,3504r,-54l,3450r,54l13,3504xm13,3410r,-14l,3396r,14l13,3410xm13,3356r,-54l,3302r,54l13,3356xm13,3262r,-14l,3248r,14l13,3262xm13,3208r,-54l,3154r,54l13,3208xm13,3114r,-14l,3100r,14l13,3114xm13,3060r,-54l,3006r,54l13,3060xm13,2966r,-14l,2952r,14l13,2966xm13,2912r,-54l,2858r,54l13,2912xm13,2818r,-14l,2804r,14l13,2818xm13,2764r,-54l,2710r,54l13,2764xm13,2670r,-14l,2656r,14l13,2670xm13,2616r,-54l,2562r,54l13,2616xm13,2522r,-14l,2508r,14l13,2522xm13,2468r,-54l,2414r,54l13,2468xm13,2373r,-13l,2360r,13l13,2373xm13,2320r,-54l,2266r,54l13,2320xm13,2225r,-13l,2212r,13l13,2225xm13,2172r,-54l,2118r,54l13,2172xm13,2077r,-13l,2064r,13l13,2077xm13,2024r,-54l,1970r,54l13,2024xm13,1929r,-13l,1916r,13l13,1929xm13,1876r,-54l,1822r,54l13,1876xm13,1781r,-13l,1768r,13l13,1781xm13,1728r,-54l,1674r,54l13,1728xm13,1633r,-13l,1620r,13l13,1633xm13,1580r,-54l,1526r,54l13,1580xm13,1485r,-13l,1472r,13l13,1485xm13,1432r,-54l,1378r,54l13,1432xm13,1337r,-13l,1324r,13l13,1337xm13,1284r,-54l,1230r,54l13,1284xm13,1189r,-13l,1176r,13l13,1189xm13,1136r,-54l,1082r,54l13,1136xm13,1041r,-13l,1028r,13l13,1041xm13,988r,-54l,934r,54l13,988xm13,893r,-13l,880r,13l13,893xm13,840r,-54l,786r,54l13,840xm13,745r,-13l,732r,13l13,745xm13,692r,-54l,638r,54l13,692xm13,597r,-13l,584r,13l13,597xm13,544r,-54l,490r,54l13,544xm13,449r,-13l,436r,13l13,449xm13,395r,-53l,342r,53l13,395xm13,301r,-13l,288r,13l13,301xm13,247r,-53l,194r,53l13,247xm13,153r,-13l,140r,13l13,153xm13,99r,-53l,46,,99r13,xm13,5l13,,,,,5r13,xe" fillcolor="black" strokeweight="0">
                  <v:path arrowok="t" o:connecttype="custom" o:connectlocs="8255,2694940;8255,2635250;8255,2600960;8255,2541270;8255,2506980;8255,2447290;8255,2413000;8255,2353310;8255,2319020;8255,2259330;8255,2225040;8255,2165350;8255,2131060;8255,2071370;8255,2037080;8255,1977390;8255,1943100;8255,1883410;8255,1849120;8255,1789430;8255,1755140;8255,1695450;8255,1661160;8255,1601470;8255,1567180;8255,1506855;8255,1473200;8255,1412875;8255,1379220;8255,1318895;8255,1285240;8255,1224915;8255,1191260;8255,1130935;8255,1097280;8255,1036955;8255,1003300;8255,942975;8255,909320;8255,848995;8255,815340;8255,755015;8255,721360;8255,661035;8255,627380;8255,567055;8255,533400;8255,473075;8255,439420;8255,379095;8255,345440;8255,285115;8255,250825;8255,191135;8255,156845;8255,97155;8255,62865;8255,3175" o:connectangles="0,0,0,0,0,0,0,0,0,0,0,0,0,0,0,0,0,0,0,0,0,0,0,0,0,0,0,0,0,0,0,0,0,0,0,0,0,0,0,0,0,0,0,0,0,0,0,0,0,0,0,0,0,0,0,0,0,0"/>
                  <o:lock v:ext="edit" verticies="t"/>
                </v:shape>
                <v:shape id="Freeform 149" o:spid="_x0000_s1033" style="position:absolute;left:26301;top:21107;width:11545;height:699;visibility:visible;mso-wrap-style:square;v-text-anchor:top" coordsize="8627,5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" path="m48,236r8531,l8579,284,48,284r,-48xm436,515l,260,436,6v11,-6,26,-2,33,9c475,26,472,41,460,48l60,281r,-41l460,473v12,7,15,21,9,33c462,517,447,521,436,515xm8191,6r436,254l8191,515v-11,6,-26,2,-33,-9c8151,494,8155,480,8167,473l8567,240r,41l8167,48v-12,-7,-16,-22,-9,-33c8165,4,8180,,8191,6xe" fillcolor="black" strokeweight="0">
                  <v:path arrowok="t" o:connecttype="custom" o:connectlocs="6423,31640;1148007,31640;1148007,38076;6423,38076;6423,31640;58344,69046;0,34858;58344,804;62760,2011;61555,6435;8029,37673;8029,32177;61555,63415;62760,67839;58344,69046;1096086,804;1154430,34858;1096086,69046;1091670,67839;1092875,63415;1146401,32177;1146401,37673;1092875,6435;1091670,2011;1096086,804" o:connectangles="0,0,0,0,0,0,0,0,0,0,0,0,0,0,0,0,0,0,0,0,0,0,0,0,0"/>
                  <o:lock v:ext="edit" verticies="t"/>
                </v:shape>
                <v:shape id="Freeform 150" o:spid="_x0000_s1034" style="position:absolute;left:6;top:11684;width:51549;height:222;visibility:visible;mso-wrap-style:square;v-text-anchor:top" coordsize="8118,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" path="m,35r54,l54,22,,22,,35xm95,35r13,l108,22r-14,l95,35xm149,35r54,l202,21r-54,l149,35xm243,35r14,l256,21r-13,l243,35xm297,34r54,l350,21r-53,l297,34xm391,34r14,l404,21r-13,l391,34xm445,34r54,l499,20r-54,l445,34xm540,34r13,l553,20r-14,l540,34xm594,34r54,-1l647,20r-54,l594,34xm688,33r13,l701,20r-13,l688,33xm742,33r54,l795,20r-53,l742,33xm836,33r14,l849,20r-13,l836,33xm890,33r54,l944,19r-54,1l890,33xm985,33r13,l998,19r-14,l985,33xm1039,33r54,-1l1092,19r-54,l1039,33xm1133,32r13,l1146,19r-13,l1133,32xm1187,32r53,l1240,18r-53,1l1187,32xm1281,32r13,l1294,18r-13,l1281,32xm1335,32r54,-1l1389,18r-54,l1335,32xm1429,31r14,l1443,18r-14,l1429,31xm1483,31r54,l1537,17r-54,1l1483,31xm1578,31r13,l1591,17r-13,l1578,31xm1632,31r53,l1685,17r-53,l1632,31xm1726,30r13,l1739,17r-13,l1726,30xm1780,30r54,l1834,17r-54,l1780,30xm1874,30r14,l1888,17r-14,l1874,30xm1928,30r54,l1982,17r-54,l1928,30xm2023,30r13,l2036,16r-13,l2023,30xm2076,30r54,l2130,16r-54,l2076,30xm2171,29r13,l2184,16r-13,l2171,29xm2225,29r54,l2279,16r-54,l2225,29xm2319,29r14,l2333,15r-14,l2319,29xm2373,29r54,l2427,15r-54,l2373,29xm2468,29r13,-1l2481,15r-13,l2468,29xm2521,28r54,l2575,15r-54,l2521,28xm2616,28r13,l2629,15r-13,l2616,28xm2670,28r54,l2724,15r-54,l2670,28xm2764,28r14,l2778,15r-14,l2764,28xm2818,28r54,l2872,14r-54,l2818,28xm2913,28r13,l2926,14r-13,l2913,28xm2966,27r54,l3020,14r-54,l2966,27xm3061,27r13,l3074,14r-13,l3061,27xm3115,27r54,l3169,13r-54,l3115,27xm3209,27r14,l3223,13r-14,l3209,27xm3263,26r54,l3317,13r-54,l3263,26xm3358,26r13,l3371,13r-13,l3358,26xm3411,26r54,l3465,12r-54,1l3411,26xm3506,26r13,l3519,12r-13,l3506,26xm3560,26r54,-1l3614,12r-54,l3560,26xm3654,25r14,l3668,12r-14,l3654,25xm3708,25r54,l3762,12r-54,l3708,25xm3803,25r13,l3816,12r-13,l3803,25xm3856,25r54,l3910,11r-54,1l3856,25xm3951,25r13,l3964,11r-13,l3951,25xm4005,25r54,-1l4059,11r-54,l4005,25xm4099,24r14,l4113,11r-14,l4099,24xm4153,24r54,l4207,10r-54,1l4153,24xm4248,24r13,l4261,10r-13,l4248,24xm4301,24r54,l4355,10r-54,l4301,24xm4396,23r13,l4409,10r-13,l4396,23xm4450,23r54,l4504,10r-54,l4450,23xm4544,23r14,l4558,9r-14,l4544,23xm4598,23r54,l4652,9r-54,l4598,23xm4692,22r14,l4706,9r-14,l4692,22xm4746,22r54,l4800,9r-54,l4746,22xm4841,22r13,l4854,9r-13,l4841,22xm4895,22r54,l4949,9r-54,l4895,22xm4989,22r14,l5003,8r-14,l4989,22xm5043,22r54,l5097,8r-54,l5043,22xm5137,22r14,-1l5151,8r-14,l5137,22xm5191,21r54,l5245,8r-54,l5191,21xm5286,21r13,l5299,7r-13,1l5286,21xm5340,21r54,l5394,7r-54,l5340,21xm5434,21r14,l5448,7r-14,l5434,21xm5488,20r54,l5542,7r-54,l5488,20xm5582,20r14,l5596,7r-14,l5582,20xm5636,20r54,l5690,7r-54,l5636,20xm5731,20r13,l5744,7r-13,l5731,20xm5785,20r54,l5839,6r-54,l5785,20xm5879,20r14,l5893,6r-14,l5879,20xm5933,19r54,l5987,6r-54,l5933,19xm6027,19r14,l6041,6r-14,l6027,19xm6081,19r54,l6135,5r-54,l6081,19xm6176,19r13,l6189,5r-13,l6176,19xm6230,19r54,-1l6284,5r-54,l6230,19xm6324,18r14,l6338,5r-14,l6324,18xm6378,18r54,l6432,4r-54,1l6378,18xm6472,18r14,l6486,4r-14,l6472,18xm6526,18r54,-1l6580,4r-54,l6526,18xm6621,17r13,l6634,4r-13,l6621,17xm6675,17r54,l6729,4r-54,l6675,17xm6769,17r14,l6783,4r-14,l6769,17xm6823,17r54,l6877,3r-54,1l6823,17xm6917,17r14,l6931,3r-14,l6917,17xm6971,17r54,-1l7025,3r-54,l6971,17xm7066,16r13,l7079,3r-13,l7066,16xm7120,16r54,l7174,3r-54,l7120,16xm7214,16r14,l7228,2r-14,l7214,16xm7268,16r54,l7322,2r-54,l7268,16xm7362,15r14,l7376,2r-14,l7362,15xm7416,15r54,l7470,2r-54,l7416,15xm7511,15r13,l7524,1r-13,l7511,15xm7565,15r54,l7619,1r-54,l7565,15xm7659,15r14,l7673,1r-14,l7659,15xm7713,15r54,l7767,1r-54,l7713,15xm7807,14r14,l7821,1r-14,l7807,14xm7861,14r54,l7915,1r-54,l7861,14xm7956,14r13,l7969,r-13,1l7956,14xm8010,14r54,l8064,r-54,l8010,14xm8104,14r14,-1l8118,r-14,l8104,14xe" fillcolor="black" strokeweight="0">
                  <v:path arrowok="t" o:connecttype="custom" o:connectlocs="59690,13970;162560,13335;257175,21590;342900,21590;377190,21590;471170,12700;599440,12065;694055,20320;753745,20320;813435,20320;907415,11430;1010285,10795;1104265,19050;1189990,19050;1224280,19050;1318260,10160;1447165,10160;1541145,18415;1600835,17780;1661160,17780;1755140,9525;1858010,8890;1951990,17145;2037715,17145;2072005,16510;2165985,8255;2294890,7620;2388870,15875;2448560,15875;2508885,15875;2602865,6985;2705735,6350;2799715,14605;2885440,14605;2919730,14605;3013710,5715;3142615,5715;3236595,13970;3296285,13335;3356610,13335;3450590,4445;3553460,4445;3647440,12700;3733165,12700;3767455,12065;3861435,3175;3990340,3175;4084320,11430;4144010,11430;4204335,10795;4298315,2540;4401185,1905;4495165,10160;4580890,10160;4615180,10160;4709160,1270;4838065,635;4932045,9525;4991735,8890;5052060,8890;5146040,0" o:connectangles="0,0,0,0,0,0,0,0,0,0,0,0,0,0,0,0,0,0,0,0,0,0,0,0,0,0,0,0,0,0,0,0,0,0,0,0,0,0,0,0,0,0,0,0,0,0,0,0,0,0,0,0,0,0,0,0,0,0,0,0,0"/>
                  <o:lock v:ext="edit" verticies="t"/>
                </v:shape>
                <v:shape id="Freeform 151" o:spid="_x0000_s1035" style="position:absolute;left:28282;top:4807;width:229;height:15132;visibility:visible;mso-wrap-style:square;v-text-anchor:top" coordsize="36,23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" path="m22,2383r,-40l35,2343r1,40l22,2383xm22,2330r-1,-41l35,2289r,40l22,2330xm21,2276r,-41l34,2235r,41l21,2276xm21,2222r-1,-40l34,2181r,41l21,2222xm20,2168r,-40l33,2128r1,40l20,2168xm20,2114r-1,-40l33,2074r,40l20,2114xm19,2060r,-40l32,2020r1,40l19,2060xm19,2007r-1,-41l32,1966r,40l19,2007xm18,1953r,-41l31,1912r1,41l18,1953xm18,1899r-1,-40l31,1859r,40l18,1899xm17,1845r,-40l30,1805r1,40l17,1845xm17,1791r-1,-40l30,1751r,40l17,1791xm16,1737r,-40l29,1697r1,40l16,1737xm16,1684r-1,-41l29,1643r,41l16,1684xm15,1630r,-41l28,1589r1,41l15,1630xm15,1576r-1,-40l28,1536r,40l15,1576xm14,1522r,-40l27,1482r1,40l14,1522xm14,1468r-1,-40l27,1428r,40l14,1468xm13,1415r,-41l26,1374r1,41l13,1415xm13,1361r-1,-41l26,1320r,41l13,1361xm12,1307r,-40l25,1267r1,40l12,1307xm12,1253r-1,-40l25,1213r,40l12,1253xm11,1199r,-40l24,1159r1,40l11,1199xm11,1145r-1,-40l24,1105r,40l11,1145xm10,1092r,-41l23,1051r1,41l10,1092xm10,1038l9,997r14,l23,1038r-13,xm9,984r,-40l22,944r1,40l9,984xm9,930l8,890r14,l22,930r-13,xm8,876r,-40l21,836r1,40l8,876xm8,823l7,782r14,l21,823r-13,xm7,769r,-41l20,728r1,41l7,769xm7,715l6,674r14,l20,715r-13,xm6,661r,-40l19,621r1,40l6,661xm6,607l5,567r14,l19,607r-13,xm5,553r,-40l18,513r1,40l5,553xm5,500l4,459r14,l18,500r-13,xm4,446r,-41l17,405r1,41l4,446xm4,392r,-40l17,352r,40l4,392xm3,338r,-40l16,298r1,40l3,338xm3,284l2,244r14,l16,284r-13,xm2,230r,-40l16,190r,40l2,230xm2,177l1,136r14,l15,177r-13,xm1,123l1,82r13,l15,123r-14,xm1,69l1,29r13,l14,69,1,69xm,15l,,14,r,15l,15xe" fillcolor="black" strokeweight="0">
                  <v:path arrowok="t" o:connecttype="custom" o:connectlocs="22860,1513205;22225,1453515;13335,1419225;13335,1410970;13335,1410970;21590,1376680;20955,1316990;12065,1282700;12065,1274445;12065,1274445;20320,1240155;19685,1180465;10795,1146175;10795,1137285;10795,1137285;19050,1102995;18415,1043305;9525,1009015;9525,1000760;9525,1000760;17780,966470;17145,906780;8255,872490;8255,864235;8255,864235;16510,829945;15875,770255;6985,735965;6985,727075;6985,727075;15240,693420;14605,633095;5715,599440;5715,590550;5715,590550;13970,556260;13335,496570;4445,462280;4445,454025;4445,454025;12700,419735;12065,360045;3175,325755;3175,317500;3175,317500;11430,283210;10795,223520;1905,189230;1905,180340;1905,180340;10160,146050;9525,86360;635,52070;635,43815;635,43815;8890,9525" o:connectangles="0,0,0,0,0,0,0,0,0,0,0,0,0,0,0,0,0,0,0,0,0,0,0,0,0,0,0,0,0,0,0,0,0,0,0,0,0,0,0,0,0,0,0,0,0,0,0,0,0,0,0,0,0,0,0,0"/>
                  <o:lock v:ext="edit" verticies="t"/>
                </v:shape>
                <v:shape id="Freeform 152" o:spid="_x0000_s1036" style="position:absolute;left:23253;top:4883;width:83;height:19736;visibility:visible;mso-wrap-style:square;v-text-anchor:top" coordsize="13,31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" path="m13,3108r,-40l,3068r,40l13,3108xm13,3054r,-40l,3014r,40l13,3054xm13,3001r,-41l,2960r,41l13,3001xm13,2947r,-41l,2906r,41l13,2947xm13,2893r,-40l,2853r,40l13,2893xm13,2839r,-40l,2799r,40l13,2839xm13,2785r,-40l,2745r,40l13,2785xm13,2732r,-41l,2691r,41l13,2732xm13,2678r,-41l,2637r,41l13,2678xm13,2624r,-40l,2584r,40l13,2624xm13,2570r,-40l,2530r,40l13,2570xm13,2516r,-40l,2476r,40l13,2516xm13,2462r,-40l,2422r,40l13,2462xm13,2409r,-41l,2368r,41l13,2409xm13,2355r,-41l,2314r,41l13,2355xm13,2301r,-40l,2261r,40l13,2301xm13,2247r,-40l,2207r,40l13,2247xm13,2193r,-40l,2153r,40l13,2193xm13,2139r,-40l,2099r,40l13,2139xm13,2086r,-41l,2045r,41l13,2086xm13,2032r,-41l,1991r,41l13,2032xm13,1978r,-40l,1938r,40l13,1978xm13,1924r,-40l,1884r,40l13,1924xm13,1870r,-40l,1830r,40l13,1870xm13,1817r,-41l,1776r,41l13,1817xm13,1763r,-41l,1722r,41l13,1763xm13,1709r,-40l,1669r,40l13,1709xm13,1655r,-40l,1615r,40l13,1655xm13,1601r,-40l,1561r,40l13,1601xm13,1547r,-40l,1507r,40l13,1547xm13,1494r,-41l,1453r,41l13,1494xm13,1440r,-41l,1399r,41l13,1440xm13,1386r,-40l,1346r,40l13,1386xm13,1332r,-40l,1292r,40l13,1332xm13,1278r,-40l,1238r,40l13,1278xm13,1224r,-40l,1184r,40l13,1224xm13,1171r,-41l,1130r,41l13,1171xm13,1117r,-41l,1076r,41l13,1117xm13,1063r,-40l,1023r,40l13,1063xm13,1009r,-40l,969r,40l13,1009xm13,955r,-40l,915r,40l13,955xm13,902r,-41l,861r,41l13,902xm13,848r,-41l,807r,41l13,848xm13,794r,-40l,754r,40l13,794xm13,740r,-40l,700r,40l13,740xm13,686r,-40l,646r,40l13,686xm13,632r,-40l,592r,40l13,632xm13,579r,-41l,538r,41l13,579xm13,525r,-41l,484r,41l13,525xm13,471r,-40l,431r,40l13,471xm13,417r,-40l,377r,40l13,417xm13,363r,-40l,323r,40l13,363xm13,309r,-40l,269r,40l13,309xm13,256r,-41l,215r,41l13,256xm13,202r,-41l,161r,41l13,202xm13,148r,-40l,108r,40l13,148xm13,94r,-40l,54,,94r13,xm13,40l13,,,,,40r13,xe" fillcolor="black" strokeweight="0">
                  <v:path arrowok="t" o:connecttype="custom" o:connectlocs="8255,1973580;8255,1939290;8255,1905635;8255,1871345;8255,1837055;8255,1802765;8255,1768475;8255,1734820;8255,1700530;8255,1666240;8255,1631950;8255,1597660;8255,1563370;8255,1529715;8255,1495425;8255,1461135;8255,1426845;8255,1392555;8255,1358265;8255,1324610;8255,1290320;8255,1256030;8255,1221740;8255,1187450;8255,1153795;8255,1119505;8255,1085215;8255,1050925;8255,1016635;8255,982345;8255,948690;8255,914400;8255,880110;8255,845820;8255,811530;8255,777240;8255,743585;8255,709295;8255,675005;8255,640715;8255,606425;8255,572770;8255,538480;8255,504190;8255,469900;8255,435610;8255,401320;8255,367665;8255,333375;8255,299085;8255,264795;8255,230505;8255,196215;8255,162560;8255,128270;8255,93980;8255,59690;8255,25400" o:connectangles="0,0,0,0,0,0,0,0,0,0,0,0,0,0,0,0,0,0,0,0,0,0,0,0,0,0,0,0,0,0,0,0,0,0,0,0,0,0,0,0,0,0,0,0,0,0,0,0,0,0,0,0,0,0,0,0,0,0"/>
                  <o:lock v:ext="edit" verticies="t"/>
                </v:shape>
                <v:shape id="Freeform 155" o:spid="_x0000_s1037" style="position:absolute;left:28327;top:17570;width:9715;height:699;visibility:visible;mso-wrap-style:square;v-text-anchor:top" coordsize="7263,5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" path="m48,236r7167,l7215,284,48,284r,-48xm436,515l,260,436,6v11,-6,26,-2,33,9c475,26,472,41,460,48l60,281r,-41l460,473v12,7,15,21,9,33c462,517,447,521,436,515xm6827,6r436,254l6827,515v-11,6,-26,2,-33,-9c6787,494,6791,480,6803,473l7203,240r,41l6803,48v-12,-7,-16,-22,-9,-33c6801,4,6816,,6827,6xe" fillcolor="black" strokeweight="0">
                  <v:path arrowok="t" o:connecttype="custom" o:connectlocs="6421,31640;965129,31640;965129,38076;6421,38076;6421,31640;58322,69046;0,34858;58322,804;62737,2011;61533,6435;8026,37673;8026,32177;61533,63415;62737,67839;58322,69046;913228,804;971550,34858;913228,69046;908813,67839;910017,63415;963524,32177;963524,37673;910017,6435;908813,2011;913228,804" o:connectangles="0,0,0,0,0,0,0,0,0,0,0,0,0,0,0,0,0,0,0,0,0,0,0,0,0"/>
                  <o:lock v:ext="edit" verticies="t"/>
                </v:shape>
                <v:shape id="Freeform 156" o:spid="_x0000_s1038" style="position:absolute;left:23266;top:24269;width:14630;height:699;visibility:visible;mso-wrap-style:square;v-text-anchor:top" coordsize="10939,5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" path="m48,236r10843,l10891,284,48,284r,-48xm436,515l,260,436,6v11,-6,26,-2,33,9c475,26,472,41,460,48l60,281r,-41l460,473v12,7,15,21,9,33c462,517,447,521,436,515xm10503,6r436,254l10503,515v-11,6,-26,2,-33,-9c10464,494,10468,480,10479,473r400,-233l10879,281,10479,48v-11,-7,-15,-22,-9,-33c10477,4,10492,,10503,6xe" fillcolor="black" strokeweight="0">
                  <v:path arrowok="t" o:connecttype="custom" o:connectlocs="6420,31640;1456620,31640;1456620,38076;6420,38076;6420,31640;58313,69046;0,34858;58313,804;62727,2011;61523,6435;8025,37673;8025,32177;61523,63415;62727,67839;58313,69046;1404727,804;1463040,34858;1404727,69046;1400313,67839;1401517,63415;1455015,32177;1455015,37673;1401517,6435;1400313,2011;1404727,804" o:connectangles="0,0,0,0,0,0,0,0,0,0,0,0,0,0,0,0,0,0,0,0,0,0,0,0,0"/>
                  <o:lock v:ext="edit" verticies="t"/>
                </v:shape>
                <v:rect id="Rectangle 157" o:spid="_x0000_s1039" style="position:absolute;left:2813;top:15442;width:7638;height:233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" filled="f" stroked="f">
                  <v:textbox style="mso-fit-shape-to-text:t" inset="0,0,0,0">
                    <w:txbxContent>
                      <w:p w14:paraId="3AD5FADE" w14:textId="77777777" w:rsidR="00BD44D9" w:rsidRPr="00FC28CC" w:rsidRDefault="00BD44D9" w:rsidP="00FC28CC">
                        <w:pPr>
                          <w:spacing w:line="240" w:lineRule="auto"/>
                          <w:rPr>
                            <w:sz w:val="16"/>
                            <w:szCs w:val="16"/>
                          </w:rPr>
                        </w:pPr>
                        <w:r w:rsidRPr="00FC28CC">
                          <w:rPr>
                            <w:sz w:val="16"/>
                            <w:szCs w:val="16"/>
                          </w:rPr>
                          <w:t>Линия движения велосипеда</w:t>
                        </w:r>
                      </w:p>
                    </w:txbxContent>
                  </v:textbox>
                </v:rect>
                <v:shape id="Freeform 161" o:spid="_x0000_s1040" style="position:absolute;left:5327;top:7036;width:699;height:2355;visibility:visible;mso-wrap-style:square;v-text-anchor:top" coordsize="1043,35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" path="m569,3433l569,96r-96,l473,3433r96,xm13,2658r508,871l1030,2658v13,-23,5,-53,-18,-66c989,2579,960,2586,947,2609l480,3409r83,l96,2609c83,2586,54,2579,31,2592,8,2605,,2635,13,2658xm1030,871l521,,13,871c,894,8,924,31,937v23,13,52,6,65,-17l96,920,563,120r-83,l947,920v13,23,42,30,65,17c1035,924,1043,894,1030,871xe" fillcolor="black" strokeweight="0">
                  <v:path arrowok="t" o:connecttype="custom" o:connectlocs="38106,229176;38106,6409;31677,6409;31677,229176;38106,229176;871,177440;34892,235585;68979,177440;67774,173034;63421,174169;32146,227574;37704,227574;6429,174169;2076,173034;871,177440;68979,58145;34892,0;871,58145;2076,62551;6429,61416;6429,61416;37704,8011;32146,8011;63421,61416;67774,62551;68979,58145" o:connectangles="0,0,0,0,0,0,0,0,0,0,0,0,0,0,0,0,0,0,0,0,0,0,0,0,0,0"/>
                  <o:lock v:ext="edit" verticies="t"/>
                </v:shape>
                <v:rect id="Rectangle 162" o:spid="_x0000_s1041" style="position:absolute;left:40716;top:12665;width:17113;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" filled="f" stroked="f">
                  <v:textbox style="mso-fit-shape-to-text:t" inset="0,0,0,0">
                    <w:txbxContent>
                      <w:p w14:paraId="02163D8C" w14:textId="77777777" w:rsidR="00BD44D9" w:rsidRPr="00FC28CC" w:rsidRDefault="00BD44D9" w:rsidP="00260822">
                        <w:pPr>
                          <w:rPr>
                            <w:sz w:val="18"/>
                            <w:szCs w:val="18"/>
                          </w:rPr>
                        </w:pPr>
                        <w:r w:rsidRPr="00FC28CC">
                          <w:rPr>
                            <w:sz w:val="18"/>
                            <w:szCs w:val="18"/>
                          </w:rPr>
                          <w:t>Теоретическая точка столкновения</w:t>
                        </w:r>
                      </w:p>
                    </w:txbxContent>
                  </v:textbox>
                </v:rect>
                <v:shape id="Freeform 165" o:spid="_x0000_s1042" style="position:absolute;left:38036;top:12090;width:2153;height:1645;visibility:visible;mso-wrap-style:square;v-text-anchor:top" coordsize="1610,12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" path="m1581,1235l24,48,53,10,1610,1197r-29,38xm193,466l,,501,62v13,2,22,14,21,27c520,102,508,112,495,110l35,53,60,20,237,448v5,12,-1,26,-13,31c212,485,198,479,193,466xe" fillcolor="black" strokeweight="0">
                  <v:path arrowok="t" o:connecttype="custom" o:connectlocs="211388,164465;3209,6392;7086,1332;215265,159405;211388,164465;25805,62057;0,0;66986,8257;69794,11852;66184,14649;4680,7058;8022,2663;31688,59660;29950,63788;25805,62057" o:connectangles="0,0,0,0,0,0,0,0,0,0,0,0,0,0,0"/>
                  <o:lock v:ext="edit" verticies="t"/>
                </v:shape>
                <v:shape id="Freeform 166" o:spid="_x0000_s1043" style="position:absolute;left:5003;top:11823;width:1518;height:3220;visibility:visible;mso-wrap-style:square;v-text-anchor:top" coordsize="2274,48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" path="m2186,4829l112,107,200,68,2274,4790r-88,39xm3,1002l117,,933,593v21,16,26,46,11,67c928,682,898,687,877,671l127,126,203,93,98,1013v-3,26,-27,45,-53,42c18,1052,,1028,3,1002xe" fillcolor="black" strokeweight="0">
                  <v:path arrowok="t" o:connecttype="custom" o:connectlocs="145892,321945;7475,7134;13348,4533;151765,319345;145892,321945;200,66802;7808,0;62268,39535;63002,44002;58530,44735;8476,8400;13548,6200;6540,67536;3003,70336;200,66802" o:connectangles="0,0,0,0,0,0,0,0,0,0,0,0,0,0,0"/>
                  <o:lock v:ext="edit" verticies="t"/>
                </v:shape>
                <v:rect id="Rectangle 167" o:spid="_x0000_s1044" style="position:absolute;left:1842;width:36894;height:30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" filled="f" stroked="f">
                  <v:textbox style="mso-fit-shape-to-text:t" inset="0,0,0,0">
                    <w:txbxContent>
                      <w:p w14:paraId="0760F327" w14:textId="77777777" w:rsidR="00BD44D9" w:rsidRPr="00AC678E" w:rsidRDefault="00BD44D9" w:rsidP="00260822">
                        <w:r w:rsidRPr="00AC678E">
                          <w:t xml:space="preserve">Обозначить коридор с помощью </w:t>
                        </w:r>
                        <w:r w:rsidRPr="00AC678E">
                          <w:rPr>
                            <w:strike/>
                          </w:rPr>
                          <w:t>конусов</w:t>
                        </w:r>
                        <w:r w:rsidRPr="00AC678E">
                          <w:rPr>
                            <w:color w:val="000000"/>
                          </w:rPr>
                          <w:t xml:space="preserve"> </w:t>
                        </w:r>
                        <w:r w:rsidRPr="00AC678E">
                          <w:rPr>
                            <w:b/>
                            <w:color w:val="000000"/>
                          </w:rPr>
                          <w:t>контрольных столбиков</w:t>
                        </w:r>
                        <w:r w:rsidRPr="00AC678E">
                          <w:rPr>
                            <w:color w:val="000000"/>
                          </w:rPr>
                          <w:t xml:space="preserve">*, </w:t>
                        </w:r>
                        <w:r w:rsidRPr="00AC678E">
                          <w:t>установленных не реже чем через 5 м</w:t>
                        </w:r>
                        <w:r w:rsidRPr="00AC678E">
                          <w:rPr>
                            <w:color w:val="000000"/>
                          </w:rPr>
                          <w:t xml:space="preserve"> </w:t>
                        </w:r>
                      </w:p>
                    </w:txbxContent>
                  </v:textbox>
                </v:rect>
                <v:shape id="Freeform 177" o:spid="_x0000_s1045" style="position:absolute;left:10096;top:3200;width:3061;height:3518;visibility:visible;mso-wrap-style:square;v-text-anchor:top" coordsize="4573,52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" path="m73,l4546,5166r-72,62l,63,73,xm4386,4278r187,991l3618,4943v-25,-8,-38,-36,-30,-61c3597,4857,3624,4844,3649,4852r877,300l4463,5206,4292,4296v-5,-26,12,-52,38,-56c4356,4235,4381,4252,4386,4278xe" fillcolor="black" strokeweight="0">
                  <v:path arrowok="t" o:connecttype="custom" o:connectlocs="4886,0;304263,344913;299444,349053;0,4206;4886,0;293554,285625;306070,351790;242152,330024;240144,325952;244227,323949;302924,343978;298708,347584;287263,286827;289806,283088;293554,285625" o:connectangles="0,0,0,0,0,0,0,0,0,0,0,0,0,0,0"/>
                  <o:lock v:ext="edit" verticies="t"/>
                </v:shape>
                <v:shape id="Freeform 178" o:spid="_x0000_s1046" style="position:absolute;left:10579;top:4845;width:89;height:24181;visibility:visible;mso-wrap-style:square;v-text-anchor:top" coordsize="14,38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" path="m14,3808r,-40l,3768r,40l14,3808xm14,3754r,-40l,3714r,40l14,3754xm14,3700r,-40l,3660r,40l14,3700xm14,3646r,-40l,3606r,40l14,3646xm14,3593r,-41l,3552r,41l14,3593xm14,3539r,-41l,3498r,41l14,3539xm14,3485r,-40l,3445r,40l14,3485xm14,3431r,-40l,3391r,40l14,3431xm14,3377r,-40l,3337r,40l14,3377xm14,3323r,-40l,3283r,40l14,3323xm14,3270r,-41l,3229r,41l14,3270xm14,3216r,-41l,3175r,41l14,3216xm14,3162r,-40l,3122r,40l14,3162xm14,3108r,-40l,3068r,40l14,3108xm14,3054r,-40l,3014r,40l14,3054xm14,3001r,-41l,2960r,41l14,3001xm14,2947r,-41l,2906r,41l14,2947xm14,2893r,-40l,2853r,40l14,2893xm14,2839r,-40l,2799r,40l14,2839xm14,2785r,-40l,2745r,40l14,2785xm14,2731r,-40l,2691r,40l14,2731xm14,2678r,-41l,2637r,41l14,2678xm14,2624r,-41l,2583r,41l14,2624xm14,2570r,-40l,2530r,40l14,2570xm14,2516r,-40l,2476r,40l14,2516xm14,2462r,-40l,2422r,40l14,2462xm14,2408r,-40l,2368r,40l14,2408xm14,2355r,-41l,2314r,41l14,2355xm14,2301r,-41l,2260r,41l14,2301xm14,2247r,-40l,2207r,40l14,2247xm14,2193r,-40l,2153r,40l14,2193xm14,2139r,-40l,2099r,40l14,2139xm14,2086r,-41l,2045r,41l14,2086xm14,2032r,-41l,1991r,41l14,2032xm14,1978r,-40l,1938r,40l14,1978xm14,1924r,-40l,1884r,40l14,1924xm14,1870r,-40l,1830r,40l14,1870xm14,1816r,-40l,1776r,40l14,1816xm14,1763r,-41l,1722r,41l14,1763xm14,1709r,-41l,1668r,41l14,1709xm14,1655r,-40l,1615r,40l14,1655xm14,1601r,-40l,1561r,40l14,1601xm14,1547r,-40l,1507r,40l14,1547xm14,1493r,-40l,1453r,40l14,1493xm14,1440r,-41l,1399r,41l14,1440xm14,1386r,-41l,1345r,41l14,1386xm14,1332r,-40l,1292r,40l14,1332xm14,1278r,-40l,1238r,40l14,1278xm14,1224r,-40l,1184r,40l14,1224xm14,1171r,-41l,1130r,41l14,1171xm14,1117r,-41l,1076r,41l14,1117xm14,1063r,-40l,1023r,40l14,1063xm14,1009r,-40l,969r,40l14,1009xm14,955r,-40l,915r,40l14,955xm14,901r,-40l,861r,40l14,901xm14,848r,-41l,807r,41l14,848xm14,794r,-41l,753r,41l14,794xm14,740r,-40l,700r,40l14,740xm14,686r,-40l,646r,40l14,686xm14,632r,-40l,592r,40l14,632xm14,579r,-41l,538r,41l14,579xm14,525r,-41l,484r,41l14,525xm14,471r,-41l,430r,41l14,471xm14,417r,-40l,377r,40l14,417xm14,363r,-40l,323r,40l14,363xm14,309r,-40l,269r,40l14,309xm14,256r,-41l,215r,41l14,256xm14,202r,-41l,161r,41l14,202xm14,148r,-40l,108r,40l14,148xm14,94r,-40l,54,,94r14,xm14,40l14,,,,,40r14,xe" fillcolor="black" strokeweight="0">
                  <v:path arrowok="t" o:connecttype="custom" o:connectlocs="8890,2383790;8890,2324100;0,2289810;0,2281555;8890,2247265;8890,2178685;8890,2118995;0,2084705;0,2076450;8890,2042160;8890,1973580;8890,1913890;0,1879600;0,1871345;8890,1837055;8890,1768475;8890,1708785;0,1674495;0,1666240;8890,1631950;8890,1563370;8890,1503680;0,1469390;0,1461135;8890,1426845;8890,1358265;8890,1298575;0,1264285;0,1256030;8890,1221740;8890,1153160;8890,1093470;0,1059180;0,1050925;8890,1016635;8890,948055;8890,888365;0,854075;0,845820;8890,811530;8890,743585;8890,683260;0,649605;0,640715;8890,606425;8890,538480;8890,478155;0,444500;0,435610;8890,401320;8890,333375;8890,273050;0,239395;0,230505;8890,196215;8890,128270;8890,68580;0,34290;0,25400" o:connectangles="0,0,0,0,0,0,0,0,0,0,0,0,0,0,0,0,0,0,0,0,0,0,0,0,0,0,0,0,0,0,0,0,0,0,0,0,0,0,0,0,0,0,0,0,0,0,0,0,0,0,0,0,0,0,0,0,0,0,0"/>
                  <o:lock v:ext="edit" verticies="t"/>
                </v:shape>
                <v:shape id="Freeform 179" o:spid="_x0000_s1047" style="position:absolute;left:10623;top:28530;width:27223;height:699;visibility:visible;mso-wrap-style:square;v-text-anchor:top" coordsize="20347,5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" path="m48,236r20252,l20300,284,48,284r,-48xm436,515l,260,436,6v11,-6,26,-2,33,9c475,26,472,41,460,48l60,281r,-41l460,473v12,7,15,21,9,33c462,517,447,521,436,515xm19911,6r436,254l19911,515v-11,6,-26,2,-33,-9c19872,494,19876,480,19887,473r400,-233l20287,281,19887,48v-11,-7,-15,-22,-9,-33c19885,4,19900,,19911,6xe" fillcolor="black" strokeweight="0">
                  <v:path arrowok="t" o:connecttype="custom" o:connectlocs="6422,31640;2715957,31640;2715957,38076;6422,38076;6422,31640;58333,69046;0,34858;58333,804;62748,2011;61544,6435;8027,37673;8027,32177;61544,63415;62748,67839;58333,69046;2663912,804;2722245,34858;2663912,69046;2659497,67839;2660701,63415;2714218,32177;2714218,37673;2660701,6435;2659497,2011;2663912,804" o:connectangles="0,0,0,0,0,0,0,0,0,0,0,0,0,0,0,0,0,0,0,0,0,0,0,0,0"/>
                  <o:lock v:ext="edit" verticies="t"/>
                </v:shape>
                <v:rect id="Rectangle 180" o:spid="_x0000_s1048" style="position:absolute;left:32537;top:16167;width:1718;height:15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" filled="f" stroked="f">
                  <v:textbox style="mso-fit-shape-to-text:t" inset="0,0,0,0">
                    <w:txbxContent>
                      <w:p w14:paraId="5E9C4382" w14:textId="77777777" w:rsidR="00BD44D9" w:rsidRDefault="00BD44D9" w:rsidP="00260822">
                        <w:r>
                          <w:rPr>
                            <w:i/>
                            <w:iCs/>
                            <w:color w:val="000000"/>
                            <w:lang w:val="en-US"/>
                          </w:rPr>
                          <w:t>d</w:t>
                        </w:r>
                        <w:r w:rsidRPr="00FC2F32">
                          <w:rPr>
                            <w:i/>
                            <w:iCs/>
                            <w:color w:val="000000"/>
                            <w:vertAlign w:val="subscript"/>
                            <w:lang w:val="en-US"/>
                          </w:rPr>
                          <w:t>c</w:t>
                        </w:r>
                      </w:p>
                    </w:txbxContent>
                  </v:textbox>
                </v:rect>
                <v:rect id="Rectangle 182" o:spid="_x0000_s1049" style="position:absolute;left:31337;top:21787;width:1690;height:14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" filled="f" stroked="f">
                  <v:textbox style="mso-fit-shape-to-text:t" inset="0,0,0,0">
                    <w:txbxContent>
                      <w:p w14:paraId="65491D35" w14:textId="77777777" w:rsidR="00BD44D9" w:rsidRDefault="00BD44D9" w:rsidP="00260822">
                        <w:r>
                          <w:rPr>
                            <w:i/>
                            <w:iCs/>
                            <w:color w:val="000000"/>
                            <w:lang w:val="en-US"/>
                          </w:rPr>
                          <w:t>d</w:t>
                        </w:r>
                        <w:r w:rsidRPr="00FC2F32">
                          <w:rPr>
                            <w:i/>
                            <w:iCs/>
                            <w:color w:val="000000"/>
                            <w:vertAlign w:val="subscript"/>
                            <w:lang w:val="en-US"/>
                          </w:rPr>
                          <w:t>b</w:t>
                        </w:r>
                      </w:p>
                    </w:txbxContent>
                  </v:textbox>
                </v:rect>
                <v:rect id="Rectangle 184" o:spid="_x0000_s1050" style="position:absolute;left:30219;top:24746;width:2318;height:15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" filled="f" stroked="f">
                  <v:textbox style="mso-fit-shape-to-text:t" inset="0,0,0,0">
                    <w:txbxContent>
                      <w:p w14:paraId="300EBAA9" w14:textId="77777777" w:rsidR="00BD44D9" w:rsidRDefault="00BD44D9" w:rsidP="00260822">
                        <w:r>
                          <w:rPr>
                            <w:i/>
                            <w:iCs/>
                            <w:color w:val="000000"/>
                            <w:lang w:val="en-US"/>
                          </w:rPr>
                          <w:t>d</w:t>
                        </w:r>
                        <w:r w:rsidRPr="00FC2F32">
                          <w:rPr>
                            <w:i/>
                            <w:iCs/>
                            <w:color w:val="000000"/>
                            <w:vertAlign w:val="subscript"/>
                            <w:lang w:val="en-US"/>
                          </w:rPr>
                          <w:t>a</w:t>
                        </w:r>
                      </w:p>
                    </w:txbxContent>
                  </v:textbox>
                </v:rect>
                <v:rect id="Rectangle 186" o:spid="_x0000_s1051" style="position:absolute;left:23063;top:29070;width:5124;height:15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" filled="f" stroked="f">
                  <v:textbox style="mso-fit-shape-to-text:t" inset="0,0,0,0">
                    <w:txbxContent>
                      <w:p w14:paraId="03A0F12E" w14:textId="77777777" w:rsidR="00BD44D9" w:rsidRDefault="00BD44D9" w:rsidP="00260822">
                        <w:r>
                          <w:rPr>
                            <w:i/>
                            <w:iCs/>
                            <w:color w:val="000000"/>
                            <w:lang w:val="en-US"/>
                          </w:rPr>
                          <w:t>d</w:t>
                        </w:r>
                        <w:r w:rsidRPr="00FC2F32">
                          <w:rPr>
                            <w:i/>
                            <w:iCs/>
                            <w:color w:val="000000"/>
                            <w:vertAlign w:val="subscript"/>
                            <w:lang w:val="en-US"/>
                          </w:rPr>
                          <w:t>bicycle</w:t>
                        </w:r>
                      </w:p>
                    </w:txbxContent>
                  </v:textbox>
                </v:rect>
                <v:rect id="Rectangle 188" o:spid="_x0000_s1052" style="position:absolute;left:6235;top:7645;width:3861;height:15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" filled="f" stroked="f">
                  <v:textbox style="mso-fit-shape-to-text:t" inset="0,0,0,0">
                    <w:txbxContent>
                      <w:p w14:paraId="538DF9CC" w14:textId="77777777" w:rsidR="00BD44D9" w:rsidRDefault="00BD44D9" w:rsidP="00260822">
                        <w:r>
                          <w:rPr>
                            <w:i/>
                            <w:iCs/>
                            <w:color w:val="000000"/>
                            <w:lang w:val="en-US"/>
                          </w:rPr>
                          <w:t>d</w:t>
                        </w:r>
                        <w:r w:rsidRPr="00FC2F32">
                          <w:rPr>
                            <w:i/>
                            <w:iCs/>
                            <w:color w:val="000000"/>
                            <w:vertAlign w:val="subscript"/>
                            <w:lang w:val="en-US"/>
                          </w:rPr>
                          <w:t>corrid</w:t>
                        </w:r>
                        <w:r>
                          <w:rPr>
                            <w:i/>
                            <w:iCs/>
                            <w:color w:val="000000"/>
                            <w:vertAlign w:val="subscript"/>
                            <w:lang w:val="en-US"/>
                          </w:rPr>
                          <w:t>o</w:t>
                        </w:r>
                        <w:r w:rsidRPr="00FC2F32">
                          <w:rPr>
                            <w:i/>
                            <w:iCs/>
                            <w:color w:val="000000"/>
                            <w:vertAlign w:val="subscript"/>
                            <w:lang w:val="en-US"/>
                          </w:rPr>
                          <w:t>r</w:t>
                        </w:r>
                      </w:p>
                    </w:txbxContent>
                  </v:textbox>
                </v:rect>
                <v:rect id="Rectangle 190" o:spid="_x0000_s1053" style="position:absolute;left:15932;top:9811;width:4140;height:15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" filled="f" stroked="f">
                  <v:textbox style="mso-fit-shape-to-text:t" inset="0,0,0,0">
                    <w:txbxContent>
                      <w:p w14:paraId="2242AC9E" w14:textId="77777777" w:rsidR="00BD44D9" w:rsidRDefault="00BD44D9" w:rsidP="00260822">
                        <w:r>
                          <w:rPr>
                            <w:i/>
                            <w:iCs/>
                            <w:color w:val="000000"/>
                            <w:lang w:val="en-US"/>
                          </w:rPr>
                          <w:t>d</w:t>
                        </w:r>
                        <w:r w:rsidRPr="00FC2F32">
                          <w:rPr>
                            <w:i/>
                            <w:iCs/>
                            <w:color w:val="000000"/>
                            <w:vertAlign w:val="subscript"/>
                            <w:lang w:val="en-US"/>
                          </w:rPr>
                          <w:t>lateral</w:t>
                        </w:r>
                      </w:p>
                    </w:txbxContent>
                  </v:textbox>
                </v:rect>
                <v:shape id="Freeform 192" o:spid="_x0000_s1054" style="position:absolute;left:14519;top:9048;width:1006;height:2858;visibility:visible;mso-wrap-style:square;v-text-anchor:top" coordsize="1043,35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" path="m569,3433l569,96r-96,l473,3433r96,xm13,2658r508,871l1030,2658v13,-23,5,-53,-18,-66c989,2579,960,2586,947,2609l480,3409r83,l96,2609c83,2586,54,2579,31,2592,8,2605,,2635,13,2658xm1030,871l521,,13,871c,894,8,924,31,937v23,13,52,6,65,-17l563,120r-83,l947,920v13,23,42,30,65,17c1035,924,1043,894,1030,871xe" fillcolor="black" strokeweight="0">
                  <v:path arrowok="t" o:connecttype="custom" o:connectlocs="54916,277972;54916,7773;45651,7773;45651,277972;54916,277972;1255,215220;50283,285745;99408,215220;97671,209876;91398,211252;46326,276029;54337,276029;9265,211252;2992,209876;1255,215220;99408,70525;50283,0;1255,70525;2992,75869;9265,74493;54337,9716;46326,9716;91398,74493;97671,75869;99408,70525" o:connectangles="0,0,0,0,0,0,0,0,0,0,0,0,0,0,0,0,0,0,0,0,0,0,0,0,0"/>
                  <o:lock v:ext="edit" verticies="t"/>
                </v:shape>
                <v:shape id="Freeform 193" o:spid="_x0000_s1055" style="position:absolute;left:2457;top:4838;width:83;height:26918;visibility:visible;mso-wrap-style:square;v-text-anchor:top" coordsize="13,42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" path="m13,4239r,-41l,4198r,41l13,4239xm13,4185r,-40l,4145r,40l13,4185xm13,4131r,-40l,4091r,40l13,4131xm13,4077r,-40l,4037r,40l13,4077xm13,4024r,-41l,3983r,41l13,4024xm13,3970r,-41l,3929r,41l13,3970xm13,3916r,-40l,3876r,40l13,3916xm13,3862r,-40l,3822r,40l13,3862xm13,3808r,-40l,3768r,40l13,3808xm13,3754r,-40l,3714r,40l13,3754xm13,3701r,-41l,3660r,41l13,3701xm13,3647r,-41l,3606r,41l13,3647xm13,3593r,-40l,3553r,40l13,3593xm13,3539r,-40l,3499r,40l13,3539xm13,3485r,-40l,3445r,40l13,3485xm13,3432r,-41l,3391r,41l13,3432xm13,3378r,-41l,3337r,41l13,3378xm13,3324r,-41l,3283r,41l13,3324xm13,3270r,-40l,3230r,40l13,3270xm13,3216r,-40l,3176r,40l13,3216xm13,3162r,-40l,3122r,40l13,3162xm13,3109r,-41l,3068r,41l13,3109xm13,3055r,-41l,3014r,41l13,3055xm13,3001r,-40l,2961r,40l13,3001xm13,2947r,-40l,2907r,40l13,2947xm13,2893r,-40l,2853r,40l13,2893xm13,2839r,-40l,2799r,40l13,2839xm13,2786r,-41l,2745r,41l13,2786xm13,2732r,-41l,2691r,41l13,2732xm13,2678r,-40l,2638r,40l13,2678xm13,2624r,-40l,2584r,40l13,2624xm13,2570r,-40l,2530r,40l13,2570xm13,2517r,-41l,2476r,41l13,2517xm13,2463r,-41l,2422r,41l13,2463xm13,2409r,-41l,2368r,41l13,2409xm13,2355r,-40l,2315r,40l13,2355xm13,2301r,-40l,2261r,40l13,2301xm13,2247r,-40l,2207r,40l13,2247xm13,2194r,-41l,2153r,41l13,2194xm13,2140r,-41l,2099r,41l13,2140xm13,2086r,-40l,2046r,40l13,2086xm13,2032r,-40l,1992r,40l13,2032xm13,1978r,-40l,1938r,40l13,1978xm13,1924r,-40l,1884r,40l13,1924xm13,1871r,-41l,1830r,41l13,1871xm13,1817r,-41l,1776r,41l13,1817xm13,1763r,-40l,1723r,40l13,1763xm13,1709r,-40l,1669r,40l13,1709xm13,1655r,-40l,1615r,40l13,1655xm13,1602r,-41l,1561r,41l13,1602xm13,1548r,-41l,1507r,41l13,1548xm13,1494r,-40l,1454r,40l13,1494xm13,1440r,-40l,1400r,40l13,1440xm13,1386r,-40l,1346r,40l13,1386xm13,1332r,-40l,1292r,40l13,1332xm13,1279r,-41l,1238r,41l13,1279xm13,1225r,-41l,1184r,41l13,1225xm13,1171r,-40l,1131r,40l13,1171xm13,1117r,-40l,1077r,40l13,1117xm13,1063r,-40l,1023r,40l13,1063xm13,1009r,-40l,969r,40l13,1009xm13,956r,-41l,915r,41l13,956xm13,902r,-41l,861r,41l13,902xm13,848r,-40l,808r,40l13,848xm13,794r,-40l,754r,40l13,794xm13,740r,-40l,700r,40l13,740xm13,687r,-41l,646r,41l13,687xm13,633r,-41l,592r,41l13,633xm13,579r,-40l,539r,40l13,579xm13,525r,-40l,485r,40l13,525xm13,471r,-40l,431r,40l13,471xm13,417r,-40l,377r,40l13,417xm13,364r,-41l,323r,41l13,364xm13,310r,-41l,269r,41l13,310xm13,256r,-40l,216r,40l13,256xm13,202r,-40l,162r,40l13,202xm13,148r,-40l,108r,40l13,148xm13,94r,-40l,54,,94r13,xm13,41l13,,,,,41r13,xe" fillcolor="black" strokeweight="0">
                  <v:path arrowok="t" o:connecttype="custom" o:connectlocs="8255,2632075;0,2623185;8255,2555240;0,2494915;8255,2486660;8255,2392680;0,2383790;8255,2315845;0,2256155;8255,2247265;8255,2153285;0,2145030;8255,2076450;0,2016760;8255,2007870;8255,1913890;0,1905635;8255,1837055;0,1777365;8255,1769110;8255,1675130;0,1666240;8255,1598295;0,1537970;8255,1529715;8255,1435735;0,1426845;8255,1358900;0,1299210;8255,1290320;8255,1196340;0,1188085;8255,1119505;0,1059815;8255,1050925;8255,956945;0,948690;8255,880110;0,820420;8255,812165;8255,718185;0,709295;8255,640715;0,581025;8255,572770;8255,478790;0,469900;8255,401955;0,342265;8255,333375;8255,239395;0,231140;8255,162560;0,102870;8255,93980;8255,0" o:connectangles="0,0,0,0,0,0,0,0,0,0,0,0,0,0,0,0,0,0,0,0,0,0,0,0,0,0,0,0,0,0,0,0,0,0,0,0,0,0,0,0,0,0,0,0,0,0,0,0,0,0,0,0,0,0,0,0"/>
                  <o:lock v:ext="edit" verticies="t"/>
                </v:shape>
                <v:shape id="Freeform 194" o:spid="_x0000_s1056" style="position:absolute;left:2501;top:30689;width:35345;height:692;visibility:visible;mso-wrap-style:square;v-text-anchor:top" coordsize="26417,5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" path="m48,236r26322,l26370,284,48,284r,-48xm436,515l,260,436,6v11,-6,26,-2,33,9c475,26,472,41,460,48l60,281r,-41l460,473v12,7,15,21,9,33c462,517,447,521,436,515xm25981,6r436,254l25981,515v-11,6,-26,2,-32,-9c25942,494,25946,480,25957,473r400,-233l26357,281,25957,48v-11,-7,-15,-22,-8,-33c25955,4,25970,,25981,6xe" fillcolor="black" strokeweight="0">
                  <v:path arrowok="t" o:connecttype="custom" o:connectlocs="6422,31353;3528122,31353;3528122,37729;6422,37729;6422,31353;58334,68418;0,34541;58334,797;62749,1993;61545,6377;8028,37331;8028,31884;61545,62838;62749,67222;58334,68418;3476076,797;3534410,34541;3476076,68418;3471795,67222;3472865,62838;3526382,31884;3526382,37331;3472865,6377;3471795,1993;3476076,797" o:connectangles="0,0,0,0,0,0,0,0,0,0,0,0,0,0,0,0,0,0,0,0,0,0,0,0,0"/>
                  <o:lock v:ext="edit" verticies="t"/>
                </v:shape>
                <v:rect id="Rectangle 195" o:spid="_x0000_s1057" style="position:absolute;left:18662;top:31089;width:5374;height:15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" filled="f" stroked="f">
                  <v:textbox style="mso-fit-shape-to-text:t" inset="0,0,0,0">
                    <w:txbxContent>
                      <w:p w14:paraId="54D7228F" w14:textId="77777777" w:rsidR="00BD44D9" w:rsidRDefault="00BD44D9" w:rsidP="00260822">
                        <w:r>
                          <w:rPr>
                            <w:i/>
                            <w:iCs/>
                            <w:color w:val="000000"/>
                            <w:lang w:val="en-US"/>
                          </w:rPr>
                          <w:t>l</w:t>
                        </w:r>
                        <w:r w:rsidRPr="00FC2F32">
                          <w:rPr>
                            <w:i/>
                            <w:iCs/>
                            <w:color w:val="000000"/>
                            <w:vertAlign w:val="subscript"/>
                            <w:lang w:val="en-US"/>
                          </w:rPr>
                          <w:t>corridor</w:t>
                        </w:r>
                      </w:p>
                    </w:txbxContent>
                  </v:textbox>
                </v:rect>
                <v:rect id="Rectangle 197" o:spid="_x0000_s1058" style="position:absolute;left:38218;top:14619;width:22219;height:52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" filled="f" stroked="f">
                  <v:textbox style="mso-fit-shape-to-text:t" inset="0,0,0,0">
                    <w:txbxContent>
                      <w:p w14:paraId="5C661177" w14:textId="77777777" w:rsidR="00BD44D9" w:rsidRPr="00FC28CC" w:rsidRDefault="00BD44D9" w:rsidP="00FC28CC">
                        <w:pPr>
                          <w:spacing w:line="240" w:lineRule="auto"/>
                          <w:rPr>
                            <w:sz w:val="18"/>
                          </w:rPr>
                        </w:pPr>
                        <w:r w:rsidRPr="00FC28CC">
                          <w:rPr>
                            <w:sz w:val="18"/>
                          </w:rPr>
                          <w:t>*</w:t>
                        </w:r>
                        <w:r w:rsidR="00FC28CC" w:rsidRPr="00FC28CC">
                          <w:rPr>
                            <w:sz w:val="18"/>
                          </w:rPr>
                          <w:t xml:space="preserve"> </w:t>
                        </w:r>
                        <w:r w:rsidRPr="00FC28CC">
                          <w:rPr>
                            <w:sz w:val="18"/>
                          </w:rPr>
                          <w:t xml:space="preserve">Использовать </w:t>
                        </w:r>
                        <w:r w:rsidRPr="00FC28CC">
                          <w:rPr>
                            <w:strike/>
                            <w:sz w:val="18"/>
                          </w:rPr>
                          <w:t>дорожные конусы, обычно применяемые на местном уровне,</w:t>
                        </w:r>
                        <w:r w:rsidRPr="00FC28CC">
                          <w:rPr>
                            <w:sz w:val="18"/>
                          </w:rPr>
                          <w:t xml:space="preserve"> </w:t>
                        </w:r>
                        <w:r w:rsidRPr="00FC28CC">
                          <w:rPr>
                            <w:b/>
                            <w:sz w:val="18"/>
                          </w:rPr>
                          <w:t>контрольные столбики</w:t>
                        </w:r>
                        <w:r w:rsidRPr="00FC28CC">
                          <w:rPr>
                            <w:sz w:val="18"/>
                          </w:rPr>
                          <w:t xml:space="preserve"> высотой </w:t>
                        </w:r>
                        <w:r w:rsidRPr="00FC28CC">
                          <w:rPr>
                            <w:strike/>
                            <w:sz w:val="18"/>
                          </w:rPr>
                          <w:t xml:space="preserve">не менее 0,4 </w:t>
                        </w:r>
                        <w:r w:rsidRPr="00FC28CC">
                          <w:rPr>
                            <w:b/>
                            <w:sz w:val="18"/>
                          </w:rPr>
                          <w:t>максимум</w:t>
                        </w:r>
                        <w:r w:rsidRPr="00FC28CC">
                          <w:rPr>
                            <w:sz w:val="18"/>
                          </w:rPr>
                          <w:t xml:space="preserve"> </w:t>
                        </w:r>
                        <w:r w:rsidRPr="00FC28CC">
                          <w:rPr>
                            <w:b/>
                            <w:sz w:val="18"/>
                          </w:rPr>
                          <w:t>0,05</w:t>
                        </w:r>
                        <w:r w:rsidRPr="00FC28CC">
                          <w:rPr>
                            <w:sz w:val="18"/>
                          </w:rPr>
                          <w:t xml:space="preserve"> м </w:t>
                        </w:r>
                      </w:p>
                    </w:txbxContent>
                  </v:textbox>
                </v:rect>
                <v:rect id="Rectangle 209" o:spid="_x0000_s1059" style="position:absolute;left:38284;top:20900;width:22237;height:65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" filled="f" stroked="f">
                  <v:textbox style="mso-fit-shape-to-text:t" inset="0,0,0,0">
                    <w:txbxContent>
                      <w:p w14:paraId="1DB3789A" w14:textId="77777777" w:rsidR="00BD44D9" w:rsidRPr="00FC28CC" w:rsidRDefault="00BD44D9" w:rsidP="00FC28CC">
                        <w:pPr>
                          <w:spacing w:line="240" w:lineRule="auto"/>
                          <w:rPr>
                            <w:sz w:val="18"/>
                            <w:szCs w:val="18"/>
                          </w:rPr>
                        </w:pPr>
                        <w:r w:rsidRPr="00FC28CC">
                          <w:rPr>
                            <w:sz w:val="18"/>
                            <w:szCs w:val="18"/>
                          </w:rPr>
                          <w:t>**</w:t>
                        </w:r>
                        <w:r w:rsidR="00FC28CC" w:rsidRPr="00FC28CC">
                          <w:rPr>
                            <w:sz w:val="18"/>
                            <w:szCs w:val="18"/>
                          </w:rPr>
                          <w:t xml:space="preserve"> </w:t>
                        </w:r>
                        <w:r w:rsidRPr="00FC28CC">
                          <w:rPr>
                            <w:sz w:val="18"/>
                            <w:szCs w:val="18"/>
                          </w:rPr>
                          <w:t>Пунктирные и штрихпунктирные линии даны только для информации; внутри коридора их наносить не следует. За</w:t>
                        </w:r>
                        <w:r w:rsidR="00FC28CC" w:rsidRPr="00FC28CC">
                          <w:rPr>
                            <w:sz w:val="18"/>
                            <w:szCs w:val="18"/>
                          </w:rPr>
                          <w:t> </w:t>
                        </w:r>
                        <w:r w:rsidRPr="00FC28CC">
                          <w:rPr>
                            <w:sz w:val="18"/>
                            <w:szCs w:val="18"/>
                          </w:rPr>
                          <w:t>пределами коридора они могут быть нанесены.</w:t>
                        </w:r>
                      </w:p>
                    </w:txbxContent>
                  </v:textbox>
                </v:rect>
                <v:rect id="Rectangle 242" o:spid="_x0000_s1060" style="position:absolute;left:38987;top:30486;width:20841;height:26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" filled="f" stroked="f">
                  <v:textbox style="mso-fit-shape-to-text:t" inset="0,0,0,0">
                    <w:txbxContent>
                      <w:p w14:paraId="24BC4F25" w14:textId="77777777" w:rsidR="00BD44D9" w:rsidRPr="00FC28CC" w:rsidRDefault="00BD44D9" w:rsidP="00FC28CC">
                        <w:pPr>
                          <w:spacing w:line="240" w:lineRule="auto"/>
                        </w:pPr>
                        <w:r w:rsidRPr="00FC28CC">
                          <w:rPr>
                            <w:sz w:val="18"/>
                            <w:szCs w:val="18"/>
                          </w:rPr>
                          <w:t>Если не указано иное, то допуски составляют ±0,1 м</w:t>
                        </w:r>
                      </w:p>
                    </w:txbxContent>
                  </v:textbox>
                </v:rect>
                <v:shape id="Freeform 250" o:spid="_x0000_s1061" style="position:absolute;left:10623;top:11823;width:3562;height:3233;visibility:visible;mso-wrap-style:square;v-text-anchor:top" coordsize="5325,48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" path="m5260,4845l38,100,103,29,5325,4774r-65,71xm303,962l,,987,210v26,6,42,31,37,57c1018,293,993,310,967,304l61,111,117,50,395,933v8,26,-6,53,-32,61c338,1002,311,987,303,962xe" fillcolor="black" strokeweight="0">
                  <v:path arrowok="t" o:connecttype="custom" o:connectlocs="351887,323215;2542,6671;6891,1935;356235,318479;351887,323215;20270,64176;0,0;66029,14009;68504,17812;64691,20280;4081,7405;7827,3336;26425,62241;24284,66311;20270,64176" o:connectangles="0,0,0,0,0,0,0,0,0,0,0,0,0,0,0"/>
                  <o:lock v:ext="edit" verticies="t"/>
                </v:shape>
                <v:rect id="Rectangle 251" o:spid="_x0000_s1062" style="position:absolute;left:12400;top:15418;width:5067;height:35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" filled="f" stroked="f">
                  <v:textbox style="mso-fit-shape-to-text:t" inset="0,0,0,0">
                    <w:txbxContent>
                      <w:p w14:paraId="761D4B6F" w14:textId="77777777" w:rsidR="00BD44D9" w:rsidRPr="00FC28CC" w:rsidRDefault="00BD44D9" w:rsidP="00FC28CC">
                        <w:pPr>
                          <w:spacing w:line="240" w:lineRule="auto"/>
                        </w:pPr>
                        <w:r w:rsidRPr="00FC28CC">
                          <w:rPr>
                            <w:sz w:val="16"/>
                            <w:szCs w:val="16"/>
                          </w:rPr>
                          <w:t>Исходное положение велосипеда</w:t>
                        </w:r>
                      </w:p>
                    </w:txbxContent>
                  </v:textbox>
                </v:rect>
                <v:shape id="Freeform 254" o:spid="_x0000_s1063" style="position:absolute;left:20351;top:4794;width:89;height:22346;visibility:visible;mso-wrap-style:square;v-text-anchor:top" coordsize="14,35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" path="m14,3519r,-41l,3478r,41l14,3519xm14,3465r,-41l,3424r,41l14,3465xm14,3411r,-40l,3371r,40l14,3411xm14,3357r,-40l,3317r,40l14,3357xm14,3303r,-40l,3263r,40l14,3303xm14,3249r,-40l,3209r,40l14,3249xm14,3196r,-41l,3155r,41l14,3196xm14,3142r,-41l,3101r,41l14,3142xm14,3088r,-40l,3048r,40l14,3088xm14,3034r,-40l,2994r,40l14,3034xm14,2980r,-40l,2940r,40l14,2980xm14,2927r,-41l,2886r,41l14,2927xm14,2873r,-41l,2832r,41l14,2873xm14,2819r,-40l,2779r,40l14,2819xm14,2765r,-40l,2725r,40l14,2765xm14,2711r,-40l,2671r,40l14,2711xm14,2657r,-40l,2617r,40l14,2657xm14,2604r,-41l,2563r,41l14,2604xm14,2550r,-41l,2509r,41l14,2550xm14,2496r,-40l,2456r,40l14,2496xm14,2442r,-40l,2402r,40l14,2442xm14,2388r,-40l,2348r,40l14,2388xm14,2334r,-40l,2294r,40l14,2334xm14,2281r,-41l,2240r,41l14,2281xm14,2227r,-41l,2186r,41l14,2227xm14,2173r,-40l,2133r,40l14,2173xm14,2119r,-40l,2079r,40l14,2119xm14,2065r,-40l,2025r,40l14,2065xm14,2012r,-41l,1971r,41l14,2012xm14,1958r,-41l,1917r,41l14,1958xm14,1904r,-40l,1864r,40l14,1904xm14,1850r,-40l,1810r,40l14,1850xm14,1796r,-40l,1756r,40l14,1796xm14,1742r,-40l,1702r,40l14,1742xm14,1689r,-41l,1648r,41l14,1689xm14,1635r,-41l,1594r,41l14,1635xm14,1581r,-40l,1541r,40l14,1581xm14,1527r,-40l,1487r,40l14,1527xm14,1473r,-40l,1433r,40l14,1473xm14,1420r,-41l,1379r,41l14,1420xm14,1366r,-41l,1325r,41l14,1366xm14,1312r,-41l,1271r,41l14,1312xm14,1258r,-40l,1218r,40l14,1258xm14,1204r,-40l,1164r,40l14,1204xm14,1150r,-40l,1110r,40l14,1150xm14,1097r,-41l,1056r,41l14,1097xm14,1043r,-41l,1002r,41l14,1043xm14,989r,-40l,949r,40l14,989xm14,935r,-40l,895r,40l14,935xm14,881r,-40l,841r,40l14,881xm14,827r,-40l,787r,40l14,827xm14,774r,-41l,733r,41l14,774xm14,720r,-41l,679r,41l14,720xm14,666r,-40l,626r,40l14,666xm14,612r,-40l,572r,40l14,612xm14,558r,-40l,518r,40l14,558xm14,505r,-41l,464r,41l14,505xm14,451r,-41l,410r,41l14,451xm14,397r,-41l,356r,41l14,397xm14,343r,-40l,303r,40l14,343xm14,289r,-40l,249r,40l14,289xm14,235r,-40l,195r,40l14,235xm14,182r,-41l,141r,41l14,182xm14,128r,-41l,87r,41l14,128xm14,74r,-40l,34,,74r14,xm14,20l14,,,,,20r14,xe" fillcolor="black" strokeweight="0">
                  <v:path arrowok="t" o:connecttype="custom" o:connectlocs="8890,2200275;8890,2140585;0,2106295;0,2097405;8890,2063115;8890,1995170;8890,1935480;0,1901190;0,1892300;8890,1858645;8890,1790065;8890,1730375;0,1696085;0,1687195;8890,1653540;8890,1584960;8890,1525270;0,1490980;0,1482090;8890,1448435;8890,1379855;8890,1320165;0,1285875;0,1277620;8890,1243330;8890,1174750;8890,1115060;0,1080770;0,1072515;8890,1038225;8890,969645;8890,909955;0,875665;0,867410;8890,833120;8890,764540;8890,704850;0,670560;0,662305;8890,628015;8890,559435;8890,499745;0,465455;0,457200;8890,422910;8890,354330;8890,294640;0,260350;0,252095;8890,217805;8890,149225;8890,89535;0,55245;0,46990;8890,12700" o:connectangles="0,0,0,0,0,0,0,0,0,0,0,0,0,0,0,0,0,0,0,0,0,0,0,0,0,0,0,0,0,0,0,0,0,0,0,0,0,0,0,0,0,0,0,0,0,0,0,0,0,0,0,0,0,0,0"/>
                  <o:lock v:ext="edit" verticies="t"/>
                </v:shape>
                <v:shape id="Freeform 256" o:spid="_x0000_s1064" style="position:absolute;left:20396;top:26790;width:17500;height:693;visibility:visible;mso-wrap-style:square;v-text-anchor:top" coordsize="13081,5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" path="m48,236r12986,l13034,284,48,284r,-48xm436,515l,260,436,6v11,-6,26,-2,33,9c475,26,472,41,460,48l60,281r,-41l460,473v12,7,15,21,9,33c462,517,447,521,436,515xm12646,6r435,254l12646,515v-12,6,-26,2,-33,-9c12606,494,12610,480,12622,473r400,-233l13022,281,12622,48v-12,-7,-16,-22,-9,-33c12620,4,12634,,12646,6xe" fillcolor="black" strokeweight="0">
                  <v:path arrowok="t" o:connecttype="custom" o:connectlocs="6422,31353;1743772,31353;1743772,37729;6422,37729;6422,31353;58331,68418;0,34541;58331,797;62746,1993;61542,6377;8027,37331;8027,31884;61542,62838;62746,67222;58331,68418;1691863,797;1750060,34541;1691863,68418;1687448,67222;1688652,62838;1742167,31884;1742167,37331;1688652,6377;1687448,1993;1691863,797" o:connectangles="0,0,0,0,0,0,0,0,0,0,0,0,0,0,0,0,0,0,0,0,0,0,0,0,0"/>
                  <o:lock v:ext="edit" verticies="t"/>
                </v:shape>
                <v:rect id="Rectangle 257" o:spid="_x0000_s1065" style="position:absolute;left:28467;top:27279;width:1752;height:15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" filled="f" stroked="f">
                  <v:textbox style="mso-fit-shape-to-text:t" inset="0,0,0,0">
                    <w:txbxContent>
                      <w:p w14:paraId="2E583DE5" w14:textId="77777777" w:rsidR="00BD44D9" w:rsidRDefault="00BD44D9" w:rsidP="00260822">
                        <w:r>
                          <w:rPr>
                            <w:i/>
                            <w:iCs/>
                            <w:color w:val="000000"/>
                            <w:lang w:val="en-US"/>
                          </w:rPr>
                          <w:t>d</w:t>
                        </w:r>
                        <w:r w:rsidRPr="00FC2F32">
                          <w:rPr>
                            <w:i/>
                            <w:iCs/>
                            <w:color w:val="000000"/>
                            <w:vertAlign w:val="subscript"/>
                            <w:lang w:val="en-US"/>
                          </w:rPr>
                          <w:t>d</w:t>
                        </w:r>
                      </w:p>
                    </w:txbxContent>
                  </v:textbox>
                </v:rect>
                <v:rect id="Rectangle 298" o:spid="_x0000_s1066" style="position:absolute;left:22538;top:14624;width:4782;height:1524;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" filled="f" stroked="f">
                  <v:textbox style="mso-fit-shape-to-text:t" inset="0,0,0,0">
                    <w:txbxContent>
                      <w:p w14:paraId="02CA57C9" w14:textId="77777777" w:rsidR="00BD44D9" w:rsidRPr="007B2001" w:rsidRDefault="00BD44D9" w:rsidP="00260822">
                        <w:pPr>
                          <w:pStyle w:val="affe"/>
                          <w:spacing w:line="240" w:lineRule="exact"/>
                          <w:rPr>
                            <w:color w:val="000000"/>
                            <w:sz w:val="20"/>
                            <w:szCs w:val="20"/>
                            <w:lang w:val="en-US"/>
                          </w:rPr>
                        </w:pPr>
                        <w:r>
                          <w:rPr>
                            <w:color w:val="000000"/>
                            <w:sz w:val="20"/>
                            <w:szCs w:val="20"/>
                            <w:lang w:val="ru-RU"/>
                          </w:rPr>
                          <w:t>Линия</w:t>
                        </w:r>
                        <w:r>
                          <w:rPr>
                            <w:color w:val="000000"/>
                            <w:sz w:val="20"/>
                            <w:szCs w:val="20"/>
                            <w:lang w:val="en-US"/>
                          </w:rPr>
                          <w:t xml:space="preserve"> B</w:t>
                        </w:r>
                      </w:p>
                    </w:txbxContent>
                  </v:textbox>
                </v:rect>
                <v:rect id="Rectangle 299" o:spid="_x0000_s1067" style="position:absolute;left:19053;top:14570;width:6369;height:1524;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" filled="f" stroked="f">
                  <v:textbox style="mso-fit-shape-to-text:t" inset="0,0,0,0">
                    <w:txbxContent>
                      <w:p w14:paraId="5215C5C0" w14:textId="77777777" w:rsidR="00BD44D9" w:rsidRDefault="00BD44D9" w:rsidP="00260822">
                        <w:pPr>
                          <w:pStyle w:val="affe"/>
                          <w:spacing w:line="240" w:lineRule="exact"/>
                        </w:pPr>
                        <w:r>
                          <w:rPr>
                            <w:color w:val="000000"/>
                            <w:sz w:val="20"/>
                            <w:szCs w:val="20"/>
                            <w:lang w:val="ru-RU"/>
                          </w:rPr>
                          <w:t>Линия</w:t>
                        </w:r>
                        <w:r>
                          <w:rPr>
                            <w:color w:val="000000"/>
                            <w:sz w:val="20"/>
                            <w:szCs w:val="20"/>
                            <w:lang w:val="en-US"/>
                          </w:rPr>
                          <w:t xml:space="preserve"> A**</w:t>
                        </w:r>
                      </w:p>
                    </w:txbxContent>
                  </v:textbox>
                </v:rect>
                <v:rect id="Rectangle 300" o:spid="_x0000_s1068" style="position:absolute;left:17030;top:16024;width:4781;height:1524;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" filled="f" stroked="f">
                  <v:textbox style="mso-fit-shape-to-text:t" inset="0,0,0,0">
                    <w:txbxContent>
                      <w:p w14:paraId="25E3B3DC" w14:textId="77777777" w:rsidR="00BD44D9" w:rsidRDefault="00BD44D9" w:rsidP="00260822">
                        <w:pPr>
                          <w:pStyle w:val="affe"/>
                          <w:spacing w:line="240" w:lineRule="exact"/>
                        </w:pPr>
                        <w:r>
                          <w:rPr>
                            <w:color w:val="000000"/>
                            <w:sz w:val="20"/>
                            <w:szCs w:val="20"/>
                            <w:lang w:val="ru-RU"/>
                          </w:rPr>
                          <w:t xml:space="preserve">Линия </w:t>
                        </w:r>
                        <w:r>
                          <w:rPr>
                            <w:color w:val="000000"/>
                            <w:sz w:val="20"/>
                            <w:szCs w:val="20"/>
                            <w:lang w:val="en-US"/>
                          </w:rPr>
                          <w:t>D</w:t>
                        </w:r>
                      </w:p>
                    </w:txbxContent>
                  </v:textbox>
                </v:rect>
                <v:rect id="Rechteck 763" o:spid="_x0000_s1069" style="position:absolute;left:12573;top:7524;width:5435;height:152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" fillcolor="#4f81bd [3204]" strokecolor="#243f60 [1604]" strokeweight="2pt"/>
                <v:rect id="Rectangle 162" o:spid="_x0000_s1070" style="position:absolute;left:488;top:3524;width:12681;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" filled="f" stroked="f">
                  <v:textbox style="mso-fit-shape-to-text:t" inset="0,0,0,0">
                    <w:txbxContent>
                      <w:p w14:paraId="2C372B61" w14:textId="77777777" w:rsidR="00BD44D9" w:rsidRDefault="00BD44D9" w:rsidP="00260822">
                        <w:pPr>
                          <w:pStyle w:val="affe"/>
                          <w:spacing w:line="240" w:lineRule="exact"/>
                        </w:pPr>
                        <w:r>
                          <w:rPr>
                            <w:color w:val="000000"/>
                            <w:sz w:val="20"/>
                            <w:szCs w:val="20"/>
                            <w:lang w:val="ru-RU"/>
                          </w:rPr>
                          <w:t>Транспортное средство</w:t>
                        </w:r>
                      </w:p>
                    </w:txbxContent>
                  </v:textbox>
                </v:rect>
                <v:shape id="Freeform 165" o:spid="_x0000_s1071" style="position:absolute;left:14516;top:5905;width:2152;height:2286;flip:x y;visibility:visible;mso-wrap-style:square;v-text-anchor:top" coordsize="1610,12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" path="m1581,1235l24,48,53,10,1610,1197r-29,38xm193,466l,,501,62v13,2,22,14,21,27c520,102,508,112,495,110l35,53,60,20,237,448v5,12,-1,26,-13,31c212,485,198,479,193,466xe" fillcolor="black" strokeweight="0">
                  <v:path arrowok="t" o:connecttype="custom" o:connectlocs="211373,228614;3209,8885;7086,1851;215250,221580;211373,228614;25803,86262;0,0;66982,11477;69789,16475;66179,20362;4679,9811;8022,3702;31686,82930;29948,88669;25803,86262" o:connectangles="0,0,0,0,0,0,0,0,0,0,0,0,0,0,0"/>
                  <o:lock v:ext="edit" verticies="t"/>
                </v:shape>
                <w10:anchorlock/>
              </v:group>
            </w:pict>
          </mc:Fallback>
        </mc:AlternateContent>
      </w:r>
    </w:p>
    <w:p w14:paraId="65476579" w14:textId="77777777" w:rsidR="00260822" w:rsidRPr="00794A20" w:rsidRDefault="00260822">
      <w:pPr>
        <w:suppressAutoHyphens w:val="0"/>
        <w:spacing w:line="240" w:lineRule="auto"/>
        <w:rPr>
          <w:rFonts w:eastAsia="Times New Roman" w:cs="Times New Roman"/>
          <w:szCs w:val="20"/>
        </w:rPr>
      </w:pPr>
      <w:r w:rsidRPr="00794A20">
        <w:br w:type="page"/>
      </w:r>
    </w:p>
    <w:p w14:paraId="7F0CBC4D" w14:textId="77777777" w:rsidR="00260822" w:rsidRPr="00794A20" w:rsidRDefault="00260822" w:rsidP="00260822">
      <w:pPr>
        <w:spacing w:after="120"/>
        <w:ind w:left="2268" w:right="1134" w:hanging="1134"/>
        <w:jc w:val="both"/>
        <w:rPr>
          <w:i/>
        </w:rPr>
      </w:pPr>
      <w:r w:rsidRPr="00794A20">
        <w:rPr>
          <w:i/>
        </w:rPr>
        <w:t xml:space="preserve">Добавление 1, таблицу 1 </w:t>
      </w:r>
      <w:r w:rsidRPr="00794A20">
        <w:t>изменить следующим образом</w:t>
      </w:r>
      <w:r w:rsidRPr="00794A20">
        <w:rPr>
          <w:iCs/>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746"/>
        <w:gridCol w:w="717"/>
        <w:gridCol w:w="730"/>
        <w:gridCol w:w="603"/>
        <w:gridCol w:w="630"/>
        <w:gridCol w:w="714"/>
        <w:gridCol w:w="672"/>
        <w:gridCol w:w="689"/>
        <w:gridCol w:w="541"/>
        <w:gridCol w:w="591"/>
        <w:gridCol w:w="1204"/>
        <w:gridCol w:w="924"/>
        <w:gridCol w:w="867"/>
      </w:tblGrid>
      <w:tr w:rsidR="009E0904" w:rsidRPr="00794A20" w14:paraId="698A5511" w14:textId="77777777" w:rsidTr="009E0904">
        <w:trPr>
          <w:trHeight w:val="326"/>
        </w:trPr>
        <w:tc>
          <w:tcPr>
            <w:tcW w:w="387" w:type="pct"/>
            <w:vMerge w:val="restart"/>
            <w:vAlign w:val="bottom"/>
          </w:tcPr>
          <w:p w14:paraId="26A0E503" w14:textId="77777777" w:rsidR="00260822" w:rsidRPr="00794A20" w:rsidRDefault="00260822" w:rsidP="00526910">
            <w:pPr>
              <w:spacing w:before="80" w:after="80" w:line="200" w:lineRule="exact"/>
              <w:jc w:val="center"/>
              <w:rPr>
                <w:i/>
                <w:sz w:val="16"/>
                <w:szCs w:val="16"/>
              </w:rPr>
            </w:pPr>
            <w:r w:rsidRPr="00794A20">
              <w:rPr>
                <w:i/>
                <w:sz w:val="16"/>
                <w:szCs w:val="16"/>
              </w:rPr>
              <w:t>Испыта</w:t>
            </w:r>
            <w:r w:rsidR="009E0904">
              <w:rPr>
                <w:i/>
                <w:sz w:val="16"/>
                <w:szCs w:val="16"/>
              </w:rPr>
              <w:t>-</w:t>
            </w:r>
            <w:r w:rsidRPr="00794A20">
              <w:rPr>
                <w:i/>
                <w:sz w:val="16"/>
                <w:szCs w:val="16"/>
              </w:rPr>
              <w:t>тельный вариант</w:t>
            </w:r>
          </w:p>
        </w:tc>
        <w:tc>
          <w:tcPr>
            <w:tcW w:w="372" w:type="pct"/>
            <w:vMerge w:val="restart"/>
            <w:vAlign w:val="bottom"/>
          </w:tcPr>
          <w:p w14:paraId="057E747E" w14:textId="77777777" w:rsidR="00260822" w:rsidRPr="00794A20" w:rsidRDefault="00260822" w:rsidP="00526910">
            <w:pPr>
              <w:spacing w:before="80" w:after="80" w:line="200" w:lineRule="exact"/>
              <w:jc w:val="center"/>
              <w:rPr>
                <w:i/>
                <w:sz w:val="16"/>
                <w:szCs w:val="16"/>
              </w:rPr>
            </w:pPr>
            <w:r w:rsidRPr="00794A20">
              <w:rPr>
                <w:i/>
                <w:sz w:val="16"/>
                <w:szCs w:val="16"/>
              </w:rPr>
              <w:t>v</w:t>
            </w:r>
            <w:r w:rsidRPr="00794A20">
              <w:rPr>
                <w:i/>
                <w:sz w:val="16"/>
                <w:szCs w:val="16"/>
                <w:vertAlign w:val="subscript"/>
              </w:rPr>
              <w:t>bicyclee</w:t>
            </w:r>
            <w:r w:rsidRPr="00794A20">
              <w:rPr>
                <w:i/>
                <w:sz w:val="16"/>
                <w:szCs w:val="16"/>
              </w:rPr>
              <w:t xml:space="preserve"> </w:t>
            </w:r>
            <w:r w:rsidR="009E0904">
              <w:rPr>
                <w:i/>
                <w:sz w:val="16"/>
                <w:szCs w:val="16"/>
              </w:rPr>
              <w:br/>
            </w:r>
            <w:r w:rsidRPr="00794A20">
              <w:rPr>
                <w:i/>
                <w:sz w:val="16"/>
                <w:szCs w:val="16"/>
              </w:rPr>
              <w:t>[км/ч]</w:t>
            </w:r>
          </w:p>
        </w:tc>
        <w:tc>
          <w:tcPr>
            <w:tcW w:w="379" w:type="pct"/>
            <w:vMerge w:val="restart"/>
            <w:vAlign w:val="bottom"/>
          </w:tcPr>
          <w:p w14:paraId="5F47B56D" w14:textId="77777777" w:rsidR="00260822" w:rsidRPr="00794A20" w:rsidRDefault="00260822" w:rsidP="00526910">
            <w:pPr>
              <w:spacing w:before="80" w:after="80" w:line="200" w:lineRule="exact"/>
              <w:jc w:val="center"/>
              <w:rPr>
                <w:i/>
                <w:sz w:val="16"/>
                <w:szCs w:val="16"/>
              </w:rPr>
            </w:pPr>
            <w:r w:rsidRPr="00794A20">
              <w:rPr>
                <w:i/>
                <w:sz w:val="16"/>
                <w:szCs w:val="16"/>
              </w:rPr>
              <w:t>v</w:t>
            </w:r>
            <w:r w:rsidRPr="00794A20">
              <w:rPr>
                <w:i/>
                <w:sz w:val="16"/>
                <w:szCs w:val="16"/>
                <w:vertAlign w:val="subscript"/>
              </w:rPr>
              <w:t>vehicle</w:t>
            </w:r>
            <w:r w:rsidRPr="00794A20">
              <w:rPr>
                <w:i/>
                <w:sz w:val="16"/>
                <w:szCs w:val="16"/>
              </w:rPr>
              <w:t xml:space="preserve"> </w:t>
            </w:r>
            <w:r w:rsidR="009E0904">
              <w:rPr>
                <w:i/>
                <w:sz w:val="16"/>
                <w:szCs w:val="16"/>
              </w:rPr>
              <w:br/>
            </w:r>
            <w:r w:rsidRPr="00794A20">
              <w:rPr>
                <w:i/>
                <w:sz w:val="16"/>
                <w:szCs w:val="16"/>
              </w:rPr>
              <w:t>[км/ч]</w:t>
            </w:r>
          </w:p>
        </w:tc>
        <w:tc>
          <w:tcPr>
            <w:tcW w:w="313" w:type="pct"/>
            <w:vMerge w:val="restart"/>
            <w:vAlign w:val="bottom"/>
          </w:tcPr>
          <w:p w14:paraId="5D080484" w14:textId="77777777" w:rsidR="00260822" w:rsidRPr="00794A20" w:rsidRDefault="00260822" w:rsidP="00526910">
            <w:pPr>
              <w:spacing w:before="80" w:after="80" w:line="200" w:lineRule="exact"/>
              <w:jc w:val="center"/>
              <w:rPr>
                <w:i/>
                <w:sz w:val="16"/>
                <w:szCs w:val="16"/>
              </w:rPr>
            </w:pPr>
            <w:r w:rsidRPr="00794A20">
              <w:rPr>
                <w:i/>
                <w:sz w:val="16"/>
                <w:szCs w:val="16"/>
              </w:rPr>
              <w:t>d</w:t>
            </w:r>
            <w:r w:rsidRPr="00794A20">
              <w:rPr>
                <w:i/>
                <w:sz w:val="16"/>
                <w:szCs w:val="16"/>
                <w:vertAlign w:val="subscript"/>
              </w:rPr>
              <w:t>lateral</w:t>
            </w:r>
            <w:r w:rsidRPr="00794A20">
              <w:rPr>
                <w:i/>
                <w:sz w:val="16"/>
                <w:szCs w:val="16"/>
              </w:rPr>
              <w:t xml:space="preserve"> </w:t>
            </w:r>
            <w:r w:rsidR="009E0904">
              <w:rPr>
                <w:i/>
                <w:sz w:val="16"/>
                <w:szCs w:val="16"/>
              </w:rPr>
              <w:br/>
            </w:r>
            <w:r w:rsidRPr="00794A20">
              <w:rPr>
                <w:i/>
                <w:sz w:val="16"/>
                <w:szCs w:val="16"/>
              </w:rPr>
              <w:t>[м]</w:t>
            </w:r>
          </w:p>
        </w:tc>
        <w:tc>
          <w:tcPr>
            <w:tcW w:w="327" w:type="pct"/>
            <w:vMerge w:val="restart"/>
            <w:vAlign w:val="bottom"/>
          </w:tcPr>
          <w:p w14:paraId="17A227B4" w14:textId="77777777" w:rsidR="00260822" w:rsidRPr="00794A20" w:rsidRDefault="00260822" w:rsidP="00526910">
            <w:pPr>
              <w:spacing w:before="80" w:after="80" w:line="200" w:lineRule="exact"/>
              <w:jc w:val="center"/>
              <w:rPr>
                <w:i/>
                <w:sz w:val="16"/>
                <w:szCs w:val="16"/>
              </w:rPr>
            </w:pPr>
            <w:r w:rsidRPr="00794A20">
              <w:rPr>
                <w:i/>
                <w:sz w:val="16"/>
                <w:szCs w:val="16"/>
              </w:rPr>
              <w:t>d</w:t>
            </w:r>
            <w:r w:rsidRPr="00794A20">
              <w:rPr>
                <w:i/>
                <w:sz w:val="16"/>
                <w:szCs w:val="16"/>
                <w:vertAlign w:val="subscript"/>
              </w:rPr>
              <w:t>a</w:t>
            </w:r>
            <w:r w:rsidRPr="00794A20">
              <w:rPr>
                <w:i/>
                <w:sz w:val="16"/>
                <w:szCs w:val="16"/>
              </w:rPr>
              <w:br/>
              <w:t>[м]</w:t>
            </w:r>
          </w:p>
        </w:tc>
        <w:tc>
          <w:tcPr>
            <w:tcW w:w="371" w:type="pct"/>
            <w:vMerge w:val="restart"/>
            <w:vAlign w:val="bottom"/>
          </w:tcPr>
          <w:p w14:paraId="42D9DF82" w14:textId="77777777" w:rsidR="00260822" w:rsidRPr="00794A20" w:rsidRDefault="00260822" w:rsidP="00526910">
            <w:pPr>
              <w:spacing w:before="80" w:after="80" w:line="200" w:lineRule="exact"/>
              <w:jc w:val="center"/>
              <w:rPr>
                <w:i/>
                <w:sz w:val="16"/>
                <w:szCs w:val="16"/>
              </w:rPr>
            </w:pPr>
            <w:r w:rsidRPr="00794A20">
              <w:rPr>
                <w:i/>
                <w:sz w:val="16"/>
                <w:szCs w:val="16"/>
              </w:rPr>
              <w:t>d</w:t>
            </w:r>
            <w:r w:rsidRPr="00794A20">
              <w:rPr>
                <w:i/>
                <w:sz w:val="16"/>
                <w:szCs w:val="16"/>
                <w:vertAlign w:val="subscript"/>
              </w:rPr>
              <w:t>b</w:t>
            </w:r>
            <w:r w:rsidRPr="00794A20">
              <w:rPr>
                <w:i/>
                <w:sz w:val="16"/>
                <w:szCs w:val="16"/>
                <w:vertAlign w:val="subscript"/>
              </w:rPr>
              <w:br/>
            </w:r>
            <w:r w:rsidRPr="00794A20">
              <w:rPr>
                <w:i/>
                <w:sz w:val="16"/>
                <w:szCs w:val="16"/>
              </w:rPr>
              <w:t>[м]</w:t>
            </w:r>
          </w:p>
        </w:tc>
        <w:tc>
          <w:tcPr>
            <w:tcW w:w="349" w:type="pct"/>
            <w:vMerge w:val="restart"/>
            <w:vAlign w:val="bottom"/>
          </w:tcPr>
          <w:p w14:paraId="3B606421" w14:textId="77777777" w:rsidR="00260822" w:rsidRPr="00794A20" w:rsidRDefault="00260822" w:rsidP="00526910">
            <w:pPr>
              <w:spacing w:before="80" w:after="80" w:line="200" w:lineRule="exact"/>
              <w:jc w:val="center"/>
              <w:rPr>
                <w:i/>
                <w:sz w:val="16"/>
                <w:szCs w:val="16"/>
              </w:rPr>
            </w:pPr>
            <w:r w:rsidRPr="00794A20">
              <w:rPr>
                <w:i/>
                <w:sz w:val="16"/>
                <w:szCs w:val="16"/>
              </w:rPr>
              <w:t>d</w:t>
            </w:r>
            <w:r w:rsidRPr="00794A20">
              <w:rPr>
                <w:i/>
                <w:sz w:val="16"/>
                <w:szCs w:val="16"/>
                <w:vertAlign w:val="subscript"/>
              </w:rPr>
              <w:t>c</w:t>
            </w:r>
            <w:r w:rsidRPr="00794A20">
              <w:rPr>
                <w:i/>
                <w:sz w:val="16"/>
                <w:szCs w:val="16"/>
              </w:rPr>
              <w:br/>
              <w:t>[м]</w:t>
            </w:r>
          </w:p>
        </w:tc>
        <w:tc>
          <w:tcPr>
            <w:tcW w:w="358" w:type="pct"/>
            <w:vMerge w:val="restart"/>
            <w:vAlign w:val="bottom"/>
          </w:tcPr>
          <w:p w14:paraId="7BEE2106" w14:textId="77777777" w:rsidR="00260822" w:rsidRPr="00794A20" w:rsidRDefault="00260822" w:rsidP="00526910">
            <w:pPr>
              <w:spacing w:before="80" w:after="80" w:line="200" w:lineRule="exact"/>
              <w:jc w:val="center"/>
              <w:rPr>
                <w:i/>
                <w:sz w:val="16"/>
                <w:szCs w:val="16"/>
              </w:rPr>
            </w:pPr>
            <w:r w:rsidRPr="00794A20">
              <w:rPr>
                <w:i/>
                <w:sz w:val="16"/>
                <w:szCs w:val="16"/>
              </w:rPr>
              <w:t>d</w:t>
            </w:r>
            <w:r w:rsidRPr="00794A20">
              <w:rPr>
                <w:i/>
                <w:sz w:val="16"/>
                <w:szCs w:val="16"/>
                <w:vertAlign w:val="subscript"/>
              </w:rPr>
              <w:t>d</w:t>
            </w:r>
            <w:r w:rsidRPr="00794A20">
              <w:rPr>
                <w:i/>
                <w:sz w:val="16"/>
                <w:szCs w:val="16"/>
              </w:rPr>
              <w:br/>
              <w:t>[м]</w:t>
            </w:r>
          </w:p>
        </w:tc>
        <w:tc>
          <w:tcPr>
            <w:tcW w:w="281" w:type="pct"/>
            <w:vMerge w:val="restart"/>
            <w:vAlign w:val="bottom"/>
          </w:tcPr>
          <w:p w14:paraId="7975D79D" w14:textId="77777777" w:rsidR="00260822" w:rsidRPr="00794A20" w:rsidRDefault="00260822" w:rsidP="00526910">
            <w:pPr>
              <w:spacing w:before="80" w:after="80" w:line="200" w:lineRule="exact"/>
              <w:jc w:val="center"/>
              <w:rPr>
                <w:i/>
                <w:sz w:val="16"/>
                <w:szCs w:val="16"/>
              </w:rPr>
            </w:pPr>
            <w:r w:rsidRPr="00794A20">
              <w:rPr>
                <w:i/>
                <w:sz w:val="16"/>
                <w:szCs w:val="16"/>
              </w:rPr>
              <w:t>d</w:t>
            </w:r>
            <w:r w:rsidRPr="00794A20">
              <w:rPr>
                <w:i/>
                <w:sz w:val="16"/>
                <w:szCs w:val="16"/>
                <w:vertAlign w:val="subscript"/>
              </w:rPr>
              <w:t>bicycle</w:t>
            </w:r>
            <w:r w:rsidRPr="00794A20">
              <w:rPr>
                <w:i/>
                <w:sz w:val="16"/>
                <w:szCs w:val="16"/>
              </w:rPr>
              <w:br/>
              <w:t>[м]</w:t>
            </w:r>
          </w:p>
        </w:tc>
        <w:tc>
          <w:tcPr>
            <w:tcW w:w="307" w:type="pct"/>
            <w:vMerge w:val="restart"/>
            <w:vAlign w:val="bottom"/>
          </w:tcPr>
          <w:p w14:paraId="38DDACBA" w14:textId="77777777" w:rsidR="00260822" w:rsidRPr="00794A20" w:rsidRDefault="00260822" w:rsidP="00526910">
            <w:pPr>
              <w:spacing w:before="80" w:after="80" w:line="200" w:lineRule="exact"/>
              <w:jc w:val="center"/>
              <w:rPr>
                <w:i/>
                <w:sz w:val="16"/>
                <w:szCs w:val="16"/>
              </w:rPr>
            </w:pPr>
            <w:r w:rsidRPr="00794A20">
              <w:rPr>
                <w:i/>
                <w:sz w:val="16"/>
                <w:szCs w:val="16"/>
              </w:rPr>
              <w:t>l</w:t>
            </w:r>
            <w:r w:rsidRPr="00794A20">
              <w:rPr>
                <w:i/>
                <w:sz w:val="16"/>
                <w:szCs w:val="16"/>
                <w:vertAlign w:val="subscript"/>
              </w:rPr>
              <w:t>corridor</w:t>
            </w:r>
            <w:r w:rsidRPr="00794A20">
              <w:rPr>
                <w:i/>
                <w:sz w:val="16"/>
                <w:szCs w:val="16"/>
              </w:rPr>
              <w:br/>
              <w:t>[м]</w:t>
            </w:r>
          </w:p>
        </w:tc>
        <w:tc>
          <w:tcPr>
            <w:tcW w:w="625" w:type="pct"/>
            <w:vMerge w:val="restart"/>
            <w:vAlign w:val="bottom"/>
          </w:tcPr>
          <w:p w14:paraId="2B383DCE" w14:textId="77777777" w:rsidR="00260822" w:rsidRPr="00794A20" w:rsidRDefault="00260822" w:rsidP="00526910">
            <w:pPr>
              <w:spacing w:before="80" w:after="80" w:line="200" w:lineRule="exact"/>
              <w:jc w:val="center"/>
              <w:rPr>
                <w:i/>
                <w:sz w:val="16"/>
                <w:szCs w:val="16"/>
              </w:rPr>
            </w:pPr>
            <w:r w:rsidRPr="00794A20">
              <w:rPr>
                <w:i/>
                <w:sz w:val="16"/>
                <w:szCs w:val="16"/>
              </w:rPr>
              <w:t>d</w:t>
            </w:r>
            <w:r w:rsidRPr="00794A20">
              <w:rPr>
                <w:i/>
                <w:sz w:val="16"/>
                <w:szCs w:val="16"/>
                <w:vertAlign w:val="subscript"/>
              </w:rPr>
              <w:t>corridor</w:t>
            </w:r>
            <w:r w:rsidRPr="00794A20">
              <w:rPr>
                <w:i/>
                <w:sz w:val="16"/>
                <w:szCs w:val="16"/>
                <w:vertAlign w:val="subscript"/>
              </w:rPr>
              <w:br/>
            </w:r>
            <w:r w:rsidRPr="00794A20">
              <w:rPr>
                <w:i/>
                <w:sz w:val="16"/>
                <w:szCs w:val="16"/>
              </w:rPr>
              <w:t>[м]</w:t>
            </w:r>
          </w:p>
        </w:tc>
        <w:tc>
          <w:tcPr>
            <w:tcW w:w="930" w:type="pct"/>
            <w:gridSpan w:val="2"/>
            <w:tcBorders>
              <w:bottom w:val="single" w:sz="2" w:space="0" w:color="auto"/>
            </w:tcBorders>
            <w:vAlign w:val="bottom"/>
          </w:tcPr>
          <w:p w14:paraId="27A7C055" w14:textId="77777777" w:rsidR="00260822" w:rsidRPr="00794A20" w:rsidRDefault="00260822" w:rsidP="00526910">
            <w:pPr>
              <w:spacing w:before="80" w:after="80" w:line="200" w:lineRule="exact"/>
              <w:jc w:val="center"/>
              <w:rPr>
                <w:i/>
                <w:sz w:val="16"/>
                <w:szCs w:val="16"/>
              </w:rPr>
            </w:pPr>
            <w:r w:rsidRPr="00794A20">
              <w:rPr>
                <w:i/>
                <w:sz w:val="16"/>
                <w:szCs w:val="16"/>
              </w:rPr>
              <w:t xml:space="preserve">Только для информации </w:t>
            </w:r>
            <w:r w:rsidR="009E0904">
              <w:rPr>
                <w:i/>
                <w:sz w:val="16"/>
                <w:szCs w:val="16"/>
              </w:rPr>
              <w:br/>
            </w:r>
            <w:r w:rsidRPr="00794A20">
              <w:rPr>
                <w:i/>
                <w:sz w:val="16"/>
                <w:szCs w:val="16"/>
              </w:rPr>
              <w:t>(не влияет на параметры испытания)</w:t>
            </w:r>
          </w:p>
        </w:tc>
      </w:tr>
      <w:tr w:rsidR="009E0904" w:rsidRPr="00794A20" w14:paraId="3ECEAEC6" w14:textId="77777777" w:rsidTr="009E0904">
        <w:trPr>
          <w:trHeight w:val="326"/>
        </w:trPr>
        <w:tc>
          <w:tcPr>
            <w:tcW w:w="387" w:type="pct"/>
            <w:vMerge/>
            <w:tcBorders>
              <w:bottom w:val="single" w:sz="12" w:space="0" w:color="auto"/>
            </w:tcBorders>
            <w:vAlign w:val="center"/>
          </w:tcPr>
          <w:p w14:paraId="7AEE655C" w14:textId="77777777" w:rsidR="00260822" w:rsidRPr="00794A20" w:rsidRDefault="00260822" w:rsidP="00526910">
            <w:pPr>
              <w:spacing w:before="80" w:after="80" w:line="200" w:lineRule="exact"/>
              <w:jc w:val="center"/>
              <w:rPr>
                <w:i/>
                <w:sz w:val="16"/>
                <w:szCs w:val="16"/>
              </w:rPr>
            </w:pPr>
          </w:p>
        </w:tc>
        <w:tc>
          <w:tcPr>
            <w:tcW w:w="372" w:type="pct"/>
            <w:vMerge/>
            <w:tcBorders>
              <w:bottom w:val="single" w:sz="12" w:space="0" w:color="auto"/>
            </w:tcBorders>
            <w:vAlign w:val="center"/>
          </w:tcPr>
          <w:p w14:paraId="26B361C0" w14:textId="77777777" w:rsidR="00260822" w:rsidRPr="00794A20" w:rsidRDefault="00260822" w:rsidP="00526910">
            <w:pPr>
              <w:spacing w:before="80" w:after="80" w:line="200" w:lineRule="exact"/>
              <w:jc w:val="center"/>
              <w:rPr>
                <w:i/>
                <w:sz w:val="16"/>
                <w:szCs w:val="16"/>
              </w:rPr>
            </w:pPr>
          </w:p>
        </w:tc>
        <w:tc>
          <w:tcPr>
            <w:tcW w:w="379" w:type="pct"/>
            <w:vMerge/>
            <w:tcBorders>
              <w:bottom w:val="single" w:sz="12" w:space="0" w:color="auto"/>
            </w:tcBorders>
            <w:vAlign w:val="center"/>
          </w:tcPr>
          <w:p w14:paraId="4AB9C8CF" w14:textId="77777777" w:rsidR="00260822" w:rsidRPr="00794A20" w:rsidRDefault="00260822" w:rsidP="00526910">
            <w:pPr>
              <w:spacing w:before="80" w:after="80" w:line="200" w:lineRule="exact"/>
              <w:jc w:val="center"/>
              <w:rPr>
                <w:i/>
                <w:sz w:val="16"/>
                <w:szCs w:val="16"/>
              </w:rPr>
            </w:pPr>
          </w:p>
        </w:tc>
        <w:tc>
          <w:tcPr>
            <w:tcW w:w="313" w:type="pct"/>
            <w:vMerge/>
            <w:tcBorders>
              <w:bottom w:val="single" w:sz="12" w:space="0" w:color="auto"/>
            </w:tcBorders>
            <w:vAlign w:val="center"/>
          </w:tcPr>
          <w:p w14:paraId="545980AB" w14:textId="77777777" w:rsidR="00260822" w:rsidRPr="00794A20" w:rsidRDefault="00260822" w:rsidP="00526910">
            <w:pPr>
              <w:spacing w:before="80" w:after="80" w:line="200" w:lineRule="exact"/>
              <w:jc w:val="center"/>
              <w:rPr>
                <w:i/>
                <w:sz w:val="16"/>
                <w:szCs w:val="16"/>
              </w:rPr>
            </w:pPr>
          </w:p>
        </w:tc>
        <w:tc>
          <w:tcPr>
            <w:tcW w:w="327" w:type="pct"/>
            <w:vMerge/>
            <w:tcBorders>
              <w:bottom w:val="single" w:sz="12" w:space="0" w:color="auto"/>
            </w:tcBorders>
            <w:vAlign w:val="center"/>
          </w:tcPr>
          <w:p w14:paraId="08AA074D" w14:textId="77777777" w:rsidR="00260822" w:rsidRPr="00794A20" w:rsidRDefault="00260822" w:rsidP="00526910">
            <w:pPr>
              <w:spacing w:before="80" w:after="80" w:line="200" w:lineRule="exact"/>
              <w:jc w:val="center"/>
              <w:rPr>
                <w:i/>
                <w:sz w:val="16"/>
                <w:szCs w:val="16"/>
              </w:rPr>
            </w:pPr>
          </w:p>
        </w:tc>
        <w:tc>
          <w:tcPr>
            <w:tcW w:w="371" w:type="pct"/>
            <w:vMerge/>
            <w:tcBorders>
              <w:bottom w:val="single" w:sz="12" w:space="0" w:color="auto"/>
            </w:tcBorders>
            <w:vAlign w:val="center"/>
          </w:tcPr>
          <w:p w14:paraId="7DE6CD04" w14:textId="77777777" w:rsidR="00260822" w:rsidRPr="00794A20" w:rsidRDefault="00260822" w:rsidP="00526910">
            <w:pPr>
              <w:spacing w:before="80" w:after="80" w:line="200" w:lineRule="exact"/>
              <w:jc w:val="center"/>
              <w:rPr>
                <w:i/>
                <w:sz w:val="16"/>
                <w:szCs w:val="16"/>
              </w:rPr>
            </w:pPr>
          </w:p>
        </w:tc>
        <w:tc>
          <w:tcPr>
            <w:tcW w:w="349" w:type="pct"/>
            <w:vMerge/>
            <w:tcBorders>
              <w:bottom w:val="single" w:sz="12" w:space="0" w:color="auto"/>
            </w:tcBorders>
            <w:vAlign w:val="center"/>
          </w:tcPr>
          <w:p w14:paraId="1A540D90" w14:textId="77777777" w:rsidR="00260822" w:rsidRPr="00794A20" w:rsidRDefault="00260822" w:rsidP="00526910">
            <w:pPr>
              <w:spacing w:before="80" w:after="80" w:line="200" w:lineRule="exact"/>
              <w:jc w:val="center"/>
              <w:rPr>
                <w:i/>
                <w:sz w:val="16"/>
                <w:szCs w:val="16"/>
              </w:rPr>
            </w:pPr>
          </w:p>
        </w:tc>
        <w:tc>
          <w:tcPr>
            <w:tcW w:w="358" w:type="pct"/>
            <w:vMerge/>
            <w:tcBorders>
              <w:bottom w:val="single" w:sz="12" w:space="0" w:color="auto"/>
            </w:tcBorders>
          </w:tcPr>
          <w:p w14:paraId="25991193" w14:textId="77777777" w:rsidR="00260822" w:rsidRPr="00794A20" w:rsidRDefault="00260822" w:rsidP="00526910">
            <w:pPr>
              <w:spacing w:before="80" w:after="80" w:line="200" w:lineRule="exact"/>
              <w:jc w:val="center"/>
              <w:rPr>
                <w:i/>
                <w:sz w:val="16"/>
                <w:szCs w:val="16"/>
              </w:rPr>
            </w:pPr>
          </w:p>
        </w:tc>
        <w:tc>
          <w:tcPr>
            <w:tcW w:w="281" w:type="pct"/>
            <w:vMerge/>
            <w:tcBorders>
              <w:bottom w:val="single" w:sz="12" w:space="0" w:color="auto"/>
            </w:tcBorders>
            <w:vAlign w:val="center"/>
          </w:tcPr>
          <w:p w14:paraId="7C43FA15" w14:textId="77777777" w:rsidR="00260822" w:rsidRPr="00794A20" w:rsidRDefault="00260822" w:rsidP="00526910">
            <w:pPr>
              <w:spacing w:before="80" w:after="80" w:line="200" w:lineRule="exact"/>
              <w:jc w:val="center"/>
              <w:rPr>
                <w:i/>
                <w:sz w:val="16"/>
                <w:szCs w:val="16"/>
              </w:rPr>
            </w:pPr>
          </w:p>
        </w:tc>
        <w:tc>
          <w:tcPr>
            <w:tcW w:w="307" w:type="pct"/>
            <w:vMerge/>
            <w:tcBorders>
              <w:bottom w:val="single" w:sz="12" w:space="0" w:color="auto"/>
            </w:tcBorders>
            <w:vAlign w:val="center"/>
          </w:tcPr>
          <w:p w14:paraId="56DDF4FC" w14:textId="77777777" w:rsidR="00260822" w:rsidRPr="00794A20" w:rsidRDefault="00260822" w:rsidP="00526910">
            <w:pPr>
              <w:spacing w:before="80" w:after="80" w:line="200" w:lineRule="exact"/>
              <w:jc w:val="center"/>
              <w:rPr>
                <w:i/>
                <w:sz w:val="16"/>
                <w:szCs w:val="16"/>
              </w:rPr>
            </w:pPr>
          </w:p>
        </w:tc>
        <w:tc>
          <w:tcPr>
            <w:tcW w:w="625" w:type="pct"/>
            <w:vMerge/>
            <w:tcBorders>
              <w:bottom w:val="single" w:sz="12" w:space="0" w:color="auto"/>
            </w:tcBorders>
            <w:vAlign w:val="center"/>
          </w:tcPr>
          <w:p w14:paraId="1C0C3D0B" w14:textId="77777777" w:rsidR="00260822" w:rsidRPr="00794A20" w:rsidRDefault="00260822" w:rsidP="00526910">
            <w:pPr>
              <w:spacing w:before="80" w:after="80" w:line="200" w:lineRule="exact"/>
              <w:jc w:val="center"/>
              <w:rPr>
                <w:i/>
                <w:sz w:val="16"/>
                <w:szCs w:val="16"/>
              </w:rPr>
            </w:pPr>
          </w:p>
        </w:tc>
        <w:tc>
          <w:tcPr>
            <w:tcW w:w="480" w:type="pct"/>
            <w:tcBorders>
              <w:top w:val="single" w:sz="2" w:space="0" w:color="auto"/>
              <w:bottom w:val="single" w:sz="12" w:space="0" w:color="auto"/>
            </w:tcBorders>
            <w:vAlign w:val="bottom"/>
          </w:tcPr>
          <w:p w14:paraId="1C8E8C24" w14:textId="77777777" w:rsidR="00260822" w:rsidRPr="00794A20" w:rsidRDefault="00260822" w:rsidP="00526910">
            <w:pPr>
              <w:spacing w:before="80" w:after="80" w:line="200" w:lineRule="exact"/>
              <w:jc w:val="center"/>
              <w:rPr>
                <w:i/>
                <w:sz w:val="16"/>
                <w:szCs w:val="16"/>
              </w:rPr>
            </w:pPr>
            <w:r w:rsidRPr="00794A20">
              <w:rPr>
                <w:i/>
                <w:sz w:val="16"/>
                <w:szCs w:val="16"/>
              </w:rPr>
              <w:t xml:space="preserve">Место </w:t>
            </w:r>
            <w:r w:rsidRPr="00794A20">
              <w:rPr>
                <w:i/>
                <w:sz w:val="16"/>
                <w:szCs w:val="16"/>
              </w:rPr>
              <w:br/>
              <w:t>удара [м]</w:t>
            </w:r>
          </w:p>
        </w:tc>
        <w:tc>
          <w:tcPr>
            <w:tcW w:w="450" w:type="pct"/>
            <w:tcBorders>
              <w:top w:val="single" w:sz="2" w:space="0" w:color="auto"/>
              <w:bottom w:val="single" w:sz="12" w:space="0" w:color="auto"/>
            </w:tcBorders>
            <w:vAlign w:val="bottom"/>
          </w:tcPr>
          <w:p w14:paraId="23A2FCF3" w14:textId="77777777" w:rsidR="00260822" w:rsidRPr="00794A20" w:rsidRDefault="00260822" w:rsidP="00526910">
            <w:pPr>
              <w:spacing w:before="80" w:after="80" w:line="200" w:lineRule="exact"/>
              <w:jc w:val="center"/>
              <w:rPr>
                <w:i/>
                <w:sz w:val="16"/>
                <w:szCs w:val="16"/>
              </w:rPr>
            </w:pPr>
            <w:r w:rsidRPr="00794A20">
              <w:rPr>
                <w:i/>
                <w:sz w:val="16"/>
                <w:szCs w:val="16"/>
              </w:rPr>
              <w:t xml:space="preserve">Место </w:t>
            </w:r>
            <w:r w:rsidRPr="00794A20">
              <w:rPr>
                <w:i/>
                <w:sz w:val="16"/>
                <w:szCs w:val="16"/>
              </w:rPr>
              <w:br/>
              <w:t>удара [м]</w:t>
            </w:r>
          </w:p>
        </w:tc>
      </w:tr>
      <w:tr w:rsidR="009E0904" w:rsidRPr="00794A20" w14:paraId="29D346BB" w14:textId="77777777" w:rsidTr="009E0904">
        <w:tc>
          <w:tcPr>
            <w:tcW w:w="387" w:type="pct"/>
            <w:tcBorders>
              <w:top w:val="single" w:sz="12" w:space="0" w:color="auto"/>
            </w:tcBorders>
          </w:tcPr>
          <w:p w14:paraId="1A13BA1F" w14:textId="77777777" w:rsidR="00260822" w:rsidRPr="00794A20" w:rsidRDefault="00260822" w:rsidP="00BD44D9">
            <w:pPr>
              <w:jc w:val="center"/>
              <w:rPr>
                <w:sz w:val="16"/>
                <w:szCs w:val="16"/>
              </w:rPr>
            </w:pPr>
            <w:r w:rsidRPr="00794A20">
              <w:rPr>
                <w:sz w:val="16"/>
                <w:szCs w:val="16"/>
              </w:rPr>
              <w:t>1</w:t>
            </w:r>
          </w:p>
        </w:tc>
        <w:tc>
          <w:tcPr>
            <w:tcW w:w="372" w:type="pct"/>
            <w:tcBorders>
              <w:top w:val="single" w:sz="12" w:space="0" w:color="auto"/>
            </w:tcBorders>
            <w:vAlign w:val="center"/>
          </w:tcPr>
          <w:p w14:paraId="01D80916" w14:textId="77777777" w:rsidR="00260822" w:rsidRPr="00794A20" w:rsidRDefault="00260822" w:rsidP="00BD44D9">
            <w:pPr>
              <w:jc w:val="center"/>
              <w:rPr>
                <w:sz w:val="16"/>
                <w:szCs w:val="16"/>
              </w:rPr>
            </w:pPr>
            <w:r w:rsidRPr="00794A20">
              <w:rPr>
                <w:sz w:val="16"/>
                <w:szCs w:val="16"/>
              </w:rPr>
              <w:t>20</w:t>
            </w:r>
          </w:p>
        </w:tc>
        <w:tc>
          <w:tcPr>
            <w:tcW w:w="379" w:type="pct"/>
            <w:tcBorders>
              <w:top w:val="single" w:sz="12" w:space="0" w:color="auto"/>
            </w:tcBorders>
            <w:vAlign w:val="center"/>
          </w:tcPr>
          <w:p w14:paraId="57E151F4" w14:textId="77777777" w:rsidR="00260822" w:rsidRPr="00794A20" w:rsidRDefault="00260822" w:rsidP="00BD44D9">
            <w:pPr>
              <w:jc w:val="center"/>
              <w:rPr>
                <w:sz w:val="16"/>
                <w:szCs w:val="16"/>
              </w:rPr>
            </w:pPr>
            <w:r w:rsidRPr="00794A20">
              <w:rPr>
                <w:sz w:val="16"/>
                <w:szCs w:val="16"/>
              </w:rPr>
              <w:t>10</w:t>
            </w:r>
          </w:p>
        </w:tc>
        <w:tc>
          <w:tcPr>
            <w:tcW w:w="313" w:type="pct"/>
            <w:vMerge w:val="restart"/>
            <w:tcBorders>
              <w:top w:val="single" w:sz="12" w:space="0" w:color="auto"/>
            </w:tcBorders>
            <w:vAlign w:val="center"/>
          </w:tcPr>
          <w:p w14:paraId="7A11E9FC" w14:textId="77777777" w:rsidR="00260822" w:rsidRPr="00794A20" w:rsidRDefault="00260822" w:rsidP="00BD44D9">
            <w:pPr>
              <w:jc w:val="center"/>
              <w:rPr>
                <w:sz w:val="16"/>
                <w:szCs w:val="16"/>
              </w:rPr>
            </w:pPr>
            <w:r w:rsidRPr="00794A20">
              <w:rPr>
                <w:sz w:val="16"/>
                <w:szCs w:val="16"/>
              </w:rPr>
              <w:t>1,25</w:t>
            </w:r>
          </w:p>
        </w:tc>
        <w:tc>
          <w:tcPr>
            <w:tcW w:w="327" w:type="pct"/>
            <w:vMerge w:val="restart"/>
            <w:tcBorders>
              <w:top w:val="single" w:sz="12" w:space="0" w:color="auto"/>
            </w:tcBorders>
            <w:vAlign w:val="center"/>
          </w:tcPr>
          <w:p w14:paraId="1C4A726B" w14:textId="77777777" w:rsidR="00260822" w:rsidRPr="00794A20" w:rsidRDefault="00260822" w:rsidP="00BD44D9">
            <w:pPr>
              <w:jc w:val="center"/>
              <w:rPr>
                <w:sz w:val="16"/>
                <w:szCs w:val="16"/>
              </w:rPr>
            </w:pPr>
            <w:r w:rsidRPr="00794A20">
              <w:rPr>
                <w:sz w:val="16"/>
                <w:szCs w:val="16"/>
              </w:rPr>
              <w:t>44,4</w:t>
            </w:r>
          </w:p>
        </w:tc>
        <w:tc>
          <w:tcPr>
            <w:tcW w:w="371" w:type="pct"/>
            <w:tcBorders>
              <w:top w:val="single" w:sz="12" w:space="0" w:color="auto"/>
            </w:tcBorders>
            <w:vAlign w:val="center"/>
          </w:tcPr>
          <w:p w14:paraId="6F142EBC" w14:textId="77777777" w:rsidR="00260822" w:rsidRPr="00794A20" w:rsidRDefault="00260822" w:rsidP="00BD44D9">
            <w:pPr>
              <w:jc w:val="center"/>
              <w:rPr>
                <w:sz w:val="16"/>
                <w:szCs w:val="16"/>
              </w:rPr>
            </w:pPr>
            <w:r w:rsidRPr="00794A20">
              <w:rPr>
                <w:sz w:val="16"/>
                <w:szCs w:val="16"/>
              </w:rPr>
              <w:t>15,8</w:t>
            </w:r>
          </w:p>
        </w:tc>
        <w:tc>
          <w:tcPr>
            <w:tcW w:w="349" w:type="pct"/>
            <w:tcBorders>
              <w:top w:val="single" w:sz="12" w:space="0" w:color="auto"/>
            </w:tcBorders>
            <w:vAlign w:val="center"/>
          </w:tcPr>
          <w:p w14:paraId="7451E784" w14:textId="77777777" w:rsidR="00260822" w:rsidRPr="00794A20" w:rsidRDefault="00260822" w:rsidP="00BD44D9">
            <w:pPr>
              <w:jc w:val="center"/>
              <w:rPr>
                <w:sz w:val="16"/>
                <w:szCs w:val="16"/>
              </w:rPr>
            </w:pPr>
            <w:r w:rsidRPr="00794A20">
              <w:rPr>
                <w:sz w:val="16"/>
                <w:szCs w:val="16"/>
              </w:rPr>
              <w:t>15</w:t>
            </w:r>
          </w:p>
        </w:tc>
        <w:tc>
          <w:tcPr>
            <w:tcW w:w="358" w:type="pct"/>
            <w:tcBorders>
              <w:top w:val="single" w:sz="12" w:space="0" w:color="auto"/>
            </w:tcBorders>
          </w:tcPr>
          <w:p w14:paraId="052BB1A9" w14:textId="77777777" w:rsidR="00260822" w:rsidRPr="00794A20" w:rsidRDefault="00260822" w:rsidP="00BD44D9">
            <w:pPr>
              <w:jc w:val="center"/>
              <w:rPr>
                <w:sz w:val="16"/>
                <w:szCs w:val="16"/>
              </w:rPr>
            </w:pPr>
            <w:r w:rsidRPr="00794A20">
              <w:rPr>
                <w:sz w:val="16"/>
                <w:szCs w:val="16"/>
              </w:rPr>
              <w:t>26,1</w:t>
            </w:r>
          </w:p>
        </w:tc>
        <w:tc>
          <w:tcPr>
            <w:tcW w:w="281" w:type="pct"/>
            <w:vMerge w:val="restart"/>
            <w:tcBorders>
              <w:top w:val="single" w:sz="12" w:space="0" w:color="auto"/>
            </w:tcBorders>
            <w:vAlign w:val="center"/>
          </w:tcPr>
          <w:p w14:paraId="784B59DD" w14:textId="77777777" w:rsidR="00260822" w:rsidRPr="00794A20" w:rsidRDefault="00260822" w:rsidP="00BD44D9">
            <w:pPr>
              <w:jc w:val="center"/>
              <w:rPr>
                <w:sz w:val="16"/>
                <w:szCs w:val="16"/>
              </w:rPr>
            </w:pPr>
            <w:r w:rsidRPr="00794A20">
              <w:rPr>
                <w:sz w:val="16"/>
                <w:szCs w:val="16"/>
              </w:rPr>
              <w:t>65</w:t>
            </w:r>
          </w:p>
          <w:p w14:paraId="7DC35956" w14:textId="77777777" w:rsidR="00260822" w:rsidRPr="00794A20" w:rsidRDefault="00260822" w:rsidP="00BD44D9">
            <w:pPr>
              <w:jc w:val="center"/>
              <w:rPr>
                <w:sz w:val="16"/>
                <w:szCs w:val="16"/>
              </w:rPr>
            </w:pPr>
          </w:p>
        </w:tc>
        <w:tc>
          <w:tcPr>
            <w:tcW w:w="307" w:type="pct"/>
            <w:vMerge w:val="restart"/>
            <w:tcBorders>
              <w:top w:val="single" w:sz="12" w:space="0" w:color="auto"/>
            </w:tcBorders>
            <w:vAlign w:val="center"/>
          </w:tcPr>
          <w:p w14:paraId="4A47215E" w14:textId="77777777" w:rsidR="00260822" w:rsidRPr="00794A20" w:rsidRDefault="00260822" w:rsidP="00BD44D9">
            <w:pPr>
              <w:jc w:val="center"/>
              <w:rPr>
                <w:sz w:val="16"/>
                <w:szCs w:val="16"/>
              </w:rPr>
            </w:pPr>
            <w:r w:rsidRPr="00794A20">
              <w:rPr>
                <w:sz w:val="16"/>
                <w:szCs w:val="16"/>
              </w:rPr>
              <w:t>80</w:t>
            </w:r>
          </w:p>
          <w:p w14:paraId="25D7E6FF" w14:textId="77777777" w:rsidR="00260822" w:rsidRPr="00794A20" w:rsidRDefault="00260822" w:rsidP="00BD44D9">
            <w:pPr>
              <w:jc w:val="center"/>
              <w:rPr>
                <w:sz w:val="16"/>
                <w:szCs w:val="16"/>
              </w:rPr>
            </w:pPr>
          </w:p>
        </w:tc>
        <w:tc>
          <w:tcPr>
            <w:tcW w:w="625" w:type="pct"/>
            <w:vMerge w:val="restart"/>
            <w:tcBorders>
              <w:top w:val="single" w:sz="12" w:space="0" w:color="auto"/>
            </w:tcBorders>
            <w:vAlign w:val="center"/>
          </w:tcPr>
          <w:p w14:paraId="66C581ED" w14:textId="77777777" w:rsidR="00260822" w:rsidRPr="00794A20" w:rsidRDefault="00260822" w:rsidP="009E0904">
            <w:pPr>
              <w:spacing w:line="220" w:lineRule="atLeast"/>
              <w:jc w:val="center"/>
              <w:rPr>
                <w:sz w:val="16"/>
                <w:szCs w:val="16"/>
              </w:rPr>
            </w:pPr>
            <w:r w:rsidRPr="00794A20">
              <w:rPr>
                <w:sz w:val="16"/>
                <w:szCs w:val="16"/>
              </w:rPr>
              <w:t>ширина транспортного средства + 1 м</w:t>
            </w:r>
          </w:p>
        </w:tc>
        <w:tc>
          <w:tcPr>
            <w:tcW w:w="480" w:type="pct"/>
            <w:tcBorders>
              <w:top w:val="single" w:sz="12" w:space="0" w:color="auto"/>
            </w:tcBorders>
          </w:tcPr>
          <w:p w14:paraId="42165144" w14:textId="77777777" w:rsidR="00260822" w:rsidRPr="00794A20" w:rsidRDefault="00260822" w:rsidP="00BD44D9">
            <w:pPr>
              <w:jc w:val="center"/>
              <w:rPr>
                <w:sz w:val="16"/>
                <w:szCs w:val="16"/>
              </w:rPr>
            </w:pPr>
            <w:r w:rsidRPr="00794A20">
              <w:rPr>
                <w:sz w:val="16"/>
                <w:szCs w:val="16"/>
              </w:rPr>
              <w:t>6</w:t>
            </w:r>
          </w:p>
        </w:tc>
        <w:tc>
          <w:tcPr>
            <w:tcW w:w="450" w:type="pct"/>
            <w:tcBorders>
              <w:top w:val="single" w:sz="12" w:space="0" w:color="auto"/>
            </w:tcBorders>
          </w:tcPr>
          <w:p w14:paraId="6D387451" w14:textId="77777777" w:rsidR="00260822" w:rsidRPr="00794A20" w:rsidRDefault="00260822" w:rsidP="00BD44D9">
            <w:pPr>
              <w:jc w:val="center"/>
              <w:rPr>
                <w:sz w:val="16"/>
                <w:szCs w:val="16"/>
              </w:rPr>
            </w:pPr>
            <w:r w:rsidRPr="00794A20">
              <w:rPr>
                <w:sz w:val="16"/>
                <w:szCs w:val="16"/>
              </w:rPr>
              <w:t>5</w:t>
            </w:r>
          </w:p>
        </w:tc>
      </w:tr>
      <w:tr w:rsidR="009E0904" w:rsidRPr="00794A20" w14:paraId="24A319D4" w14:textId="77777777" w:rsidTr="009E0904">
        <w:tc>
          <w:tcPr>
            <w:tcW w:w="387" w:type="pct"/>
          </w:tcPr>
          <w:p w14:paraId="294D3ECA" w14:textId="77777777" w:rsidR="00260822" w:rsidRPr="00794A20" w:rsidRDefault="00260822" w:rsidP="00BD44D9">
            <w:pPr>
              <w:jc w:val="center"/>
              <w:rPr>
                <w:sz w:val="16"/>
                <w:szCs w:val="16"/>
              </w:rPr>
            </w:pPr>
            <w:r w:rsidRPr="00794A20">
              <w:rPr>
                <w:sz w:val="16"/>
                <w:szCs w:val="16"/>
              </w:rPr>
              <w:t>2</w:t>
            </w:r>
          </w:p>
        </w:tc>
        <w:tc>
          <w:tcPr>
            <w:tcW w:w="372" w:type="pct"/>
            <w:vAlign w:val="center"/>
          </w:tcPr>
          <w:p w14:paraId="136E9078" w14:textId="77777777" w:rsidR="00260822" w:rsidRPr="00794A20" w:rsidRDefault="00260822" w:rsidP="00BD44D9">
            <w:pPr>
              <w:jc w:val="center"/>
              <w:rPr>
                <w:sz w:val="16"/>
                <w:szCs w:val="16"/>
              </w:rPr>
            </w:pPr>
            <w:r w:rsidRPr="00794A20">
              <w:rPr>
                <w:sz w:val="16"/>
                <w:szCs w:val="16"/>
              </w:rPr>
              <w:t>20</w:t>
            </w:r>
          </w:p>
        </w:tc>
        <w:tc>
          <w:tcPr>
            <w:tcW w:w="379" w:type="pct"/>
            <w:vAlign w:val="center"/>
          </w:tcPr>
          <w:p w14:paraId="13A91135" w14:textId="77777777" w:rsidR="00260822" w:rsidRPr="00794A20" w:rsidRDefault="00260822" w:rsidP="00BD44D9">
            <w:pPr>
              <w:jc w:val="center"/>
              <w:rPr>
                <w:sz w:val="16"/>
                <w:szCs w:val="16"/>
              </w:rPr>
            </w:pPr>
            <w:r w:rsidRPr="00794A20">
              <w:rPr>
                <w:sz w:val="16"/>
                <w:szCs w:val="16"/>
              </w:rPr>
              <w:t>10</w:t>
            </w:r>
          </w:p>
        </w:tc>
        <w:tc>
          <w:tcPr>
            <w:tcW w:w="313" w:type="pct"/>
            <w:vMerge/>
            <w:vAlign w:val="center"/>
          </w:tcPr>
          <w:p w14:paraId="5805C7EA" w14:textId="77777777" w:rsidR="00260822" w:rsidRPr="00794A20" w:rsidRDefault="00260822" w:rsidP="00BD44D9">
            <w:pPr>
              <w:jc w:val="center"/>
              <w:rPr>
                <w:sz w:val="16"/>
                <w:szCs w:val="16"/>
              </w:rPr>
            </w:pPr>
          </w:p>
        </w:tc>
        <w:tc>
          <w:tcPr>
            <w:tcW w:w="327" w:type="pct"/>
            <w:vMerge/>
            <w:vAlign w:val="center"/>
          </w:tcPr>
          <w:p w14:paraId="70D3358B" w14:textId="77777777" w:rsidR="00260822" w:rsidRPr="00794A20" w:rsidRDefault="00260822" w:rsidP="00BD44D9">
            <w:pPr>
              <w:jc w:val="center"/>
              <w:rPr>
                <w:sz w:val="16"/>
                <w:szCs w:val="16"/>
              </w:rPr>
            </w:pPr>
          </w:p>
        </w:tc>
        <w:tc>
          <w:tcPr>
            <w:tcW w:w="371" w:type="pct"/>
            <w:vAlign w:val="center"/>
          </w:tcPr>
          <w:p w14:paraId="71BA1805" w14:textId="77777777" w:rsidR="00260822" w:rsidRPr="00794A20" w:rsidRDefault="00260822" w:rsidP="00BD44D9">
            <w:pPr>
              <w:jc w:val="center"/>
              <w:rPr>
                <w:sz w:val="16"/>
                <w:szCs w:val="16"/>
              </w:rPr>
            </w:pPr>
            <w:r w:rsidRPr="00794A20">
              <w:rPr>
                <w:sz w:val="16"/>
                <w:szCs w:val="16"/>
              </w:rPr>
              <w:t>22</w:t>
            </w:r>
          </w:p>
        </w:tc>
        <w:tc>
          <w:tcPr>
            <w:tcW w:w="349" w:type="pct"/>
            <w:vAlign w:val="center"/>
          </w:tcPr>
          <w:p w14:paraId="0B3861D8" w14:textId="77777777" w:rsidR="00260822" w:rsidRPr="00794A20" w:rsidRDefault="00260822" w:rsidP="00BD44D9">
            <w:pPr>
              <w:jc w:val="center"/>
              <w:rPr>
                <w:sz w:val="16"/>
                <w:szCs w:val="16"/>
              </w:rPr>
            </w:pPr>
            <w:r w:rsidRPr="00794A20">
              <w:rPr>
                <w:sz w:val="16"/>
                <w:szCs w:val="16"/>
              </w:rPr>
              <w:t>15</w:t>
            </w:r>
          </w:p>
        </w:tc>
        <w:tc>
          <w:tcPr>
            <w:tcW w:w="358" w:type="pct"/>
          </w:tcPr>
          <w:p w14:paraId="0D0E4FD9" w14:textId="77777777" w:rsidR="00260822" w:rsidRPr="00794A20" w:rsidRDefault="00260822" w:rsidP="00BD44D9">
            <w:pPr>
              <w:jc w:val="center"/>
              <w:rPr>
                <w:sz w:val="16"/>
                <w:szCs w:val="16"/>
              </w:rPr>
            </w:pPr>
            <w:r w:rsidRPr="00794A20">
              <w:rPr>
                <w:sz w:val="16"/>
                <w:szCs w:val="16"/>
              </w:rPr>
              <w:t>32,3</w:t>
            </w:r>
          </w:p>
        </w:tc>
        <w:tc>
          <w:tcPr>
            <w:tcW w:w="281" w:type="pct"/>
            <w:vMerge/>
            <w:vAlign w:val="center"/>
          </w:tcPr>
          <w:p w14:paraId="7919EA08" w14:textId="77777777" w:rsidR="00260822" w:rsidRPr="00794A20" w:rsidRDefault="00260822" w:rsidP="00BD44D9">
            <w:pPr>
              <w:jc w:val="center"/>
              <w:rPr>
                <w:sz w:val="16"/>
                <w:szCs w:val="16"/>
              </w:rPr>
            </w:pPr>
          </w:p>
        </w:tc>
        <w:tc>
          <w:tcPr>
            <w:tcW w:w="307" w:type="pct"/>
            <w:vMerge/>
            <w:vAlign w:val="center"/>
          </w:tcPr>
          <w:p w14:paraId="72342991" w14:textId="77777777" w:rsidR="00260822" w:rsidRPr="00794A20" w:rsidRDefault="00260822" w:rsidP="00BD44D9">
            <w:pPr>
              <w:jc w:val="center"/>
              <w:rPr>
                <w:sz w:val="16"/>
                <w:szCs w:val="16"/>
              </w:rPr>
            </w:pPr>
          </w:p>
        </w:tc>
        <w:tc>
          <w:tcPr>
            <w:tcW w:w="625" w:type="pct"/>
            <w:vMerge/>
            <w:vAlign w:val="center"/>
          </w:tcPr>
          <w:p w14:paraId="562B98D5" w14:textId="77777777" w:rsidR="00260822" w:rsidRPr="00794A20" w:rsidRDefault="00260822" w:rsidP="00BD44D9">
            <w:pPr>
              <w:jc w:val="center"/>
              <w:rPr>
                <w:sz w:val="16"/>
                <w:szCs w:val="16"/>
              </w:rPr>
            </w:pPr>
          </w:p>
        </w:tc>
        <w:tc>
          <w:tcPr>
            <w:tcW w:w="480" w:type="pct"/>
          </w:tcPr>
          <w:p w14:paraId="619318A4" w14:textId="77777777" w:rsidR="00260822" w:rsidRPr="00794A20" w:rsidRDefault="00260822" w:rsidP="00BD44D9">
            <w:pPr>
              <w:jc w:val="center"/>
              <w:rPr>
                <w:sz w:val="16"/>
                <w:szCs w:val="16"/>
              </w:rPr>
            </w:pPr>
            <w:r w:rsidRPr="00794A20">
              <w:rPr>
                <w:sz w:val="16"/>
                <w:szCs w:val="16"/>
              </w:rPr>
              <w:t>0</w:t>
            </w:r>
          </w:p>
        </w:tc>
        <w:tc>
          <w:tcPr>
            <w:tcW w:w="450" w:type="pct"/>
          </w:tcPr>
          <w:p w14:paraId="63252FAE" w14:textId="77777777" w:rsidR="00260822" w:rsidRPr="00794A20" w:rsidRDefault="00260822" w:rsidP="00BD44D9">
            <w:pPr>
              <w:jc w:val="center"/>
              <w:rPr>
                <w:sz w:val="16"/>
                <w:szCs w:val="16"/>
              </w:rPr>
            </w:pPr>
            <w:r w:rsidRPr="00794A20">
              <w:rPr>
                <w:sz w:val="16"/>
                <w:szCs w:val="16"/>
              </w:rPr>
              <w:t>10</w:t>
            </w:r>
          </w:p>
        </w:tc>
      </w:tr>
      <w:tr w:rsidR="009E0904" w:rsidRPr="00794A20" w14:paraId="01E8266E" w14:textId="77777777" w:rsidTr="009E0904">
        <w:tc>
          <w:tcPr>
            <w:tcW w:w="387" w:type="pct"/>
          </w:tcPr>
          <w:p w14:paraId="202297E9" w14:textId="77777777" w:rsidR="00260822" w:rsidRPr="00794A20" w:rsidRDefault="00260822" w:rsidP="00BD44D9">
            <w:pPr>
              <w:jc w:val="center"/>
              <w:rPr>
                <w:sz w:val="16"/>
                <w:szCs w:val="16"/>
              </w:rPr>
            </w:pPr>
            <w:r w:rsidRPr="00794A20">
              <w:rPr>
                <w:sz w:val="16"/>
                <w:szCs w:val="16"/>
              </w:rPr>
              <w:t>3</w:t>
            </w:r>
          </w:p>
        </w:tc>
        <w:tc>
          <w:tcPr>
            <w:tcW w:w="372" w:type="pct"/>
            <w:vAlign w:val="center"/>
          </w:tcPr>
          <w:p w14:paraId="6A2A7A77" w14:textId="77777777" w:rsidR="00260822" w:rsidRPr="00794A20" w:rsidRDefault="00260822" w:rsidP="00BD44D9">
            <w:pPr>
              <w:jc w:val="center"/>
              <w:rPr>
                <w:sz w:val="16"/>
                <w:szCs w:val="16"/>
              </w:rPr>
            </w:pPr>
            <w:r w:rsidRPr="00794A20">
              <w:rPr>
                <w:sz w:val="16"/>
                <w:szCs w:val="16"/>
              </w:rPr>
              <w:t>20</w:t>
            </w:r>
          </w:p>
        </w:tc>
        <w:tc>
          <w:tcPr>
            <w:tcW w:w="379" w:type="pct"/>
            <w:vAlign w:val="center"/>
          </w:tcPr>
          <w:p w14:paraId="7AA9299A" w14:textId="77777777" w:rsidR="00260822" w:rsidRPr="00794A20" w:rsidRDefault="00260822" w:rsidP="00BD44D9">
            <w:pPr>
              <w:jc w:val="center"/>
              <w:rPr>
                <w:sz w:val="16"/>
                <w:szCs w:val="16"/>
              </w:rPr>
            </w:pPr>
            <w:r w:rsidRPr="00794A20">
              <w:rPr>
                <w:sz w:val="16"/>
                <w:szCs w:val="16"/>
              </w:rPr>
              <w:t>20</w:t>
            </w:r>
          </w:p>
        </w:tc>
        <w:tc>
          <w:tcPr>
            <w:tcW w:w="313" w:type="pct"/>
            <w:vMerge/>
            <w:vAlign w:val="center"/>
          </w:tcPr>
          <w:p w14:paraId="46ADFB3F" w14:textId="77777777" w:rsidR="00260822" w:rsidRPr="00794A20" w:rsidRDefault="00260822" w:rsidP="00BD44D9">
            <w:pPr>
              <w:jc w:val="center"/>
              <w:rPr>
                <w:sz w:val="16"/>
                <w:szCs w:val="16"/>
              </w:rPr>
            </w:pPr>
          </w:p>
        </w:tc>
        <w:tc>
          <w:tcPr>
            <w:tcW w:w="327" w:type="pct"/>
            <w:vMerge/>
            <w:vAlign w:val="center"/>
          </w:tcPr>
          <w:p w14:paraId="1B8C74EF" w14:textId="77777777" w:rsidR="00260822" w:rsidRPr="00794A20" w:rsidRDefault="00260822" w:rsidP="00BD44D9">
            <w:pPr>
              <w:jc w:val="center"/>
              <w:rPr>
                <w:sz w:val="16"/>
                <w:szCs w:val="16"/>
              </w:rPr>
            </w:pPr>
          </w:p>
        </w:tc>
        <w:tc>
          <w:tcPr>
            <w:tcW w:w="371" w:type="pct"/>
            <w:vAlign w:val="center"/>
          </w:tcPr>
          <w:p w14:paraId="766EAE84" w14:textId="77777777" w:rsidR="00260822" w:rsidRPr="00794A20" w:rsidRDefault="00260822" w:rsidP="00BD44D9">
            <w:pPr>
              <w:jc w:val="center"/>
              <w:rPr>
                <w:sz w:val="16"/>
                <w:szCs w:val="16"/>
              </w:rPr>
            </w:pPr>
            <w:r w:rsidRPr="00794A20">
              <w:rPr>
                <w:sz w:val="16"/>
                <w:szCs w:val="16"/>
              </w:rPr>
              <w:t>38,3</w:t>
            </w:r>
          </w:p>
        </w:tc>
        <w:tc>
          <w:tcPr>
            <w:tcW w:w="349" w:type="pct"/>
            <w:vAlign w:val="center"/>
          </w:tcPr>
          <w:p w14:paraId="0F29F8EA" w14:textId="77777777" w:rsidR="00260822" w:rsidRPr="00794A20" w:rsidRDefault="00260822" w:rsidP="00BD44D9">
            <w:pPr>
              <w:jc w:val="center"/>
              <w:rPr>
                <w:sz w:val="16"/>
                <w:szCs w:val="16"/>
              </w:rPr>
            </w:pPr>
            <w:r w:rsidRPr="00794A20">
              <w:rPr>
                <w:sz w:val="16"/>
                <w:szCs w:val="16"/>
              </w:rPr>
              <w:t>38,3</w:t>
            </w:r>
          </w:p>
        </w:tc>
        <w:tc>
          <w:tcPr>
            <w:tcW w:w="358" w:type="pct"/>
          </w:tcPr>
          <w:p w14:paraId="583EDF54" w14:textId="77777777" w:rsidR="00260822" w:rsidRPr="00794A20" w:rsidRDefault="00260822" w:rsidP="00BD44D9">
            <w:pPr>
              <w:jc w:val="center"/>
              <w:rPr>
                <w:strike/>
                <w:sz w:val="16"/>
                <w:szCs w:val="16"/>
              </w:rPr>
            </w:pPr>
            <w:r w:rsidRPr="00794A20">
              <w:rPr>
                <w:strike/>
                <w:sz w:val="16"/>
                <w:szCs w:val="16"/>
              </w:rPr>
              <w:t>65</w:t>
            </w:r>
            <w:r w:rsidRPr="00794A20">
              <w:rPr>
                <w:sz w:val="16"/>
                <w:szCs w:val="16"/>
              </w:rPr>
              <w:t xml:space="preserve"> </w:t>
            </w:r>
            <w:r w:rsidRPr="00794A20">
              <w:rPr>
                <w:b/>
                <w:sz w:val="16"/>
                <w:szCs w:val="16"/>
              </w:rPr>
              <w:t>-</w:t>
            </w:r>
          </w:p>
        </w:tc>
        <w:tc>
          <w:tcPr>
            <w:tcW w:w="281" w:type="pct"/>
            <w:vMerge/>
            <w:vAlign w:val="center"/>
          </w:tcPr>
          <w:p w14:paraId="7F0A8DCD" w14:textId="77777777" w:rsidR="00260822" w:rsidRPr="00794A20" w:rsidRDefault="00260822" w:rsidP="00BD44D9">
            <w:pPr>
              <w:jc w:val="center"/>
              <w:rPr>
                <w:sz w:val="16"/>
                <w:szCs w:val="16"/>
              </w:rPr>
            </w:pPr>
          </w:p>
        </w:tc>
        <w:tc>
          <w:tcPr>
            <w:tcW w:w="307" w:type="pct"/>
            <w:vMerge/>
            <w:vAlign w:val="center"/>
          </w:tcPr>
          <w:p w14:paraId="52EEEE14" w14:textId="77777777" w:rsidR="00260822" w:rsidRPr="00794A20" w:rsidRDefault="00260822" w:rsidP="00BD44D9">
            <w:pPr>
              <w:jc w:val="center"/>
              <w:rPr>
                <w:sz w:val="16"/>
                <w:szCs w:val="16"/>
              </w:rPr>
            </w:pPr>
          </w:p>
        </w:tc>
        <w:tc>
          <w:tcPr>
            <w:tcW w:w="625" w:type="pct"/>
            <w:vMerge/>
            <w:vAlign w:val="center"/>
          </w:tcPr>
          <w:p w14:paraId="333051CE" w14:textId="77777777" w:rsidR="00260822" w:rsidRPr="00794A20" w:rsidRDefault="00260822" w:rsidP="00BD44D9">
            <w:pPr>
              <w:jc w:val="center"/>
              <w:rPr>
                <w:sz w:val="16"/>
                <w:szCs w:val="16"/>
              </w:rPr>
            </w:pPr>
          </w:p>
        </w:tc>
        <w:tc>
          <w:tcPr>
            <w:tcW w:w="480" w:type="pct"/>
          </w:tcPr>
          <w:p w14:paraId="5FBF0BD3" w14:textId="77777777" w:rsidR="00260822" w:rsidRPr="00794A20" w:rsidRDefault="00260822" w:rsidP="00BD44D9">
            <w:pPr>
              <w:jc w:val="center"/>
              <w:rPr>
                <w:sz w:val="16"/>
                <w:szCs w:val="16"/>
              </w:rPr>
            </w:pPr>
            <w:r w:rsidRPr="00794A20">
              <w:rPr>
                <w:sz w:val="16"/>
                <w:szCs w:val="16"/>
              </w:rPr>
              <w:t>6</w:t>
            </w:r>
          </w:p>
        </w:tc>
        <w:tc>
          <w:tcPr>
            <w:tcW w:w="450" w:type="pct"/>
          </w:tcPr>
          <w:p w14:paraId="3F357C23" w14:textId="77777777" w:rsidR="00260822" w:rsidRPr="00794A20" w:rsidRDefault="00260822" w:rsidP="00BD44D9">
            <w:pPr>
              <w:jc w:val="center"/>
              <w:rPr>
                <w:sz w:val="16"/>
                <w:szCs w:val="16"/>
              </w:rPr>
            </w:pPr>
            <w:r w:rsidRPr="00794A20">
              <w:rPr>
                <w:sz w:val="16"/>
                <w:szCs w:val="16"/>
              </w:rPr>
              <w:t>25</w:t>
            </w:r>
          </w:p>
        </w:tc>
      </w:tr>
      <w:tr w:rsidR="009E0904" w:rsidRPr="00794A20" w14:paraId="5E033CB9" w14:textId="77777777" w:rsidTr="009E0904">
        <w:tc>
          <w:tcPr>
            <w:tcW w:w="387" w:type="pct"/>
          </w:tcPr>
          <w:p w14:paraId="42170A06" w14:textId="77777777" w:rsidR="00260822" w:rsidRPr="00794A20" w:rsidRDefault="00260822" w:rsidP="00BD44D9">
            <w:pPr>
              <w:jc w:val="center"/>
              <w:rPr>
                <w:sz w:val="16"/>
                <w:szCs w:val="16"/>
              </w:rPr>
            </w:pPr>
            <w:r w:rsidRPr="00794A20">
              <w:rPr>
                <w:sz w:val="16"/>
                <w:szCs w:val="16"/>
              </w:rPr>
              <w:t>4</w:t>
            </w:r>
          </w:p>
        </w:tc>
        <w:tc>
          <w:tcPr>
            <w:tcW w:w="372" w:type="pct"/>
            <w:vAlign w:val="center"/>
          </w:tcPr>
          <w:p w14:paraId="08E86DA3" w14:textId="77777777" w:rsidR="00260822" w:rsidRPr="00794A20" w:rsidRDefault="00260822" w:rsidP="00BD44D9">
            <w:pPr>
              <w:jc w:val="center"/>
              <w:rPr>
                <w:sz w:val="16"/>
                <w:szCs w:val="16"/>
              </w:rPr>
            </w:pPr>
            <w:r w:rsidRPr="00794A20">
              <w:rPr>
                <w:sz w:val="16"/>
                <w:szCs w:val="16"/>
              </w:rPr>
              <w:t>10</w:t>
            </w:r>
          </w:p>
        </w:tc>
        <w:tc>
          <w:tcPr>
            <w:tcW w:w="379" w:type="pct"/>
            <w:vAlign w:val="center"/>
          </w:tcPr>
          <w:p w14:paraId="57C2CE72" w14:textId="77777777" w:rsidR="00260822" w:rsidRPr="00794A20" w:rsidRDefault="00260822" w:rsidP="00BD44D9">
            <w:pPr>
              <w:jc w:val="center"/>
              <w:rPr>
                <w:sz w:val="16"/>
                <w:szCs w:val="16"/>
              </w:rPr>
            </w:pPr>
            <w:r w:rsidRPr="00794A20">
              <w:rPr>
                <w:sz w:val="16"/>
                <w:szCs w:val="16"/>
              </w:rPr>
              <w:t>20</w:t>
            </w:r>
          </w:p>
        </w:tc>
        <w:tc>
          <w:tcPr>
            <w:tcW w:w="313" w:type="pct"/>
            <w:vMerge w:val="restart"/>
            <w:vAlign w:val="center"/>
          </w:tcPr>
          <w:p w14:paraId="6776C926" w14:textId="77777777" w:rsidR="00260822" w:rsidRPr="00794A20" w:rsidRDefault="00260822" w:rsidP="00BD44D9">
            <w:pPr>
              <w:jc w:val="center"/>
              <w:rPr>
                <w:sz w:val="16"/>
                <w:szCs w:val="16"/>
              </w:rPr>
            </w:pPr>
            <w:r w:rsidRPr="00794A20">
              <w:rPr>
                <w:sz w:val="16"/>
                <w:szCs w:val="16"/>
              </w:rPr>
              <w:t>4,25</w:t>
            </w:r>
          </w:p>
        </w:tc>
        <w:tc>
          <w:tcPr>
            <w:tcW w:w="327" w:type="pct"/>
            <w:vMerge w:val="restart"/>
            <w:vAlign w:val="center"/>
          </w:tcPr>
          <w:p w14:paraId="530F998F" w14:textId="77777777" w:rsidR="00260822" w:rsidRPr="00794A20" w:rsidRDefault="00260822" w:rsidP="00BD44D9">
            <w:pPr>
              <w:jc w:val="center"/>
              <w:rPr>
                <w:sz w:val="16"/>
                <w:szCs w:val="16"/>
              </w:rPr>
            </w:pPr>
            <w:r w:rsidRPr="00794A20">
              <w:rPr>
                <w:sz w:val="16"/>
                <w:szCs w:val="16"/>
              </w:rPr>
              <w:t>22,2</w:t>
            </w:r>
          </w:p>
        </w:tc>
        <w:tc>
          <w:tcPr>
            <w:tcW w:w="371" w:type="pct"/>
            <w:vAlign w:val="center"/>
          </w:tcPr>
          <w:p w14:paraId="1882EC3A" w14:textId="77777777" w:rsidR="00260822" w:rsidRPr="00794A20" w:rsidRDefault="00260822" w:rsidP="00BD44D9">
            <w:pPr>
              <w:jc w:val="center"/>
              <w:rPr>
                <w:sz w:val="16"/>
                <w:szCs w:val="16"/>
              </w:rPr>
            </w:pPr>
            <w:r w:rsidRPr="00794A20">
              <w:rPr>
                <w:sz w:val="16"/>
                <w:szCs w:val="16"/>
              </w:rPr>
              <w:t>43,5</w:t>
            </w:r>
          </w:p>
        </w:tc>
        <w:tc>
          <w:tcPr>
            <w:tcW w:w="349" w:type="pct"/>
            <w:vAlign w:val="center"/>
          </w:tcPr>
          <w:p w14:paraId="71AD2869" w14:textId="77777777" w:rsidR="00260822" w:rsidRPr="00794A20" w:rsidRDefault="00260822" w:rsidP="00BD44D9">
            <w:pPr>
              <w:jc w:val="center"/>
              <w:rPr>
                <w:sz w:val="16"/>
                <w:szCs w:val="16"/>
              </w:rPr>
            </w:pPr>
            <w:r w:rsidRPr="00794A20">
              <w:rPr>
                <w:sz w:val="16"/>
                <w:szCs w:val="16"/>
              </w:rPr>
              <w:t>15</w:t>
            </w:r>
          </w:p>
        </w:tc>
        <w:tc>
          <w:tcPr>
            <w:tcW w:w="358" w:type="pct"/>
          </w:tcPr>
          <w:p w14:paraId="1AF43EF4" w14:textId="77777777" w:rsidR="00260822" w:rsidRPr="00794A20" w:rsidRDefault="00260822" w:rsidP="00BD44D9">
            <w:pPr>
              <w:jc w:val="center"/>
              <w:rPr>
                <w:sz w:val="16"/>
                <w:szCs w:val="16"/>
              </w:rPr>
            </w:pPr>
            <w:r w:rsidRPr="00794A20">
              <w:rPr>
                <w:sz w:val="16"/>
                <w:szCs w:val="16"/>
              </w:rPr>
              <w:t>43,2</w:t>
            </w:r>
          </w:p>
        </w:tc>
        <w:tc>
          <w:tcPr>
            <w:tcW w:w="281" w:type="pct"/>
            <w:vMerge/>
            <w:vAlign w:val="center"/>
          </w:tcPr>
          <w:p w14:paraId="271FE564" w14:textId="77777777" w:rsidR="00260822" w:rsidRPr="00794A20" w:rsidRDefault="00260822" w:rsidP="00BD44D9">
            <w:pPr>
              <w:jc w:val="center"/>
              <w:rPr>
                <w:sz w:val="16"/>
                <w:szCs w:val="16"/>
              </w:rPr>
            </w:pPr>
          </w:p>
        </w:tc>
        <w:tc>
          <w:tcPr>
            <w:tcW w:w="307" w:type="pct"/>
            <w:vMerge/>
            <w:vAlign w:val="center"/>
          </w:tcPr>
          <w:p w14:paraId="0DB00380" w14:textId="77777777" w:rsidR="00260822" w:rsidRPr="00794A20" w:rsidRDefault="00260822" w:rsidP="00BD44D9">
            <w:pPr>
              <w:jc w:val="center"/>
              <w:rPr>
                <w:sz w:val="16"/>
                <w:szCs w:val="16"/>
              </w:rPr>
            </w:pPr>
          </w:p>
        </w:tc>
        <w:tc>
          <w:tcPr>
            <w:tcW w:w="625" w:type="pct"/>
            <w:vMerge/>
            <w:vAlign w:val="center"/>
          </w:tcPr>
          <w:p w14:paraId="3482F4A2" w14:textId="77777777" w:rsidR="00260822" w:rsidRPr="00794A20" w:rsidRDefault="00260822" w:rsidP="00BD44D9">
            <w:pPr>
              <w:jc w:val="center"/>
              <w:rPr>
                <w:sz w:val="16"/>
                <w:szCs w:val="16"/>
              </w:rPr>
            </w:pPr>
          </w:p>
        </w:tc>
        <w:tc>
          <w:tcPr>
            <w:tcW w:w="480" w:type="pct"/>
          </w:tcPr>
          <w:p w14:paraId="1EEFA7FF" w14:textId="77777777" w:rsidR="00260822" w:rsidRPr="00794A20" w:rsidRDefault="00260822" w:rsidP="00BD44D9">
            <w:pPr>
              <w:jc w:val="center"/>
              <w:rPr>
                <w:sz w:val="16"/>
                <w:szCs w:val="16"/>
              </w:rPr>
            </w:pPr>
            <w:r w:rsidRPr="00794A20">
              <w:rPr>
                <w:sz w:val="16"/>
                <w:szCs w:val="16"/>
              </w:rPr>
              <w:t>0</w:t>
            </w:r>
          </w:p>
        </w:tc>
        <w:tc>
          <w:tcPr>
            <w:tcW w:w="450" w:type="pct"/>
          </w:tcPr>
          <w:p w14:paraId="6B0C9D81" w14:textId="77777777" w:rsidR="00260822" w:rsidRPr="00794A20" w:rsidRDefault="00260822" w:rsidP="00BD44D9">
            <w:pPr>
              <w:jc w:val="center"/>
              <w:rPr>
                <w:sz w:val="16"/>
                <w:szCs w:val="16"/>
              </w:rPr>
            </w:pPr>
            <w:r w:rsidRPr="00794A20">
              <w:rPr>
                <w:sz w:val="16"/>
                <w:szCs w:val="16"/>
              </w:rPr>
              <w:t>25</w:t>
            </w:r>
          </w:p>
        </w:tc>
      </w:tr>
      <w:tr w:rsidR="009E0904" w:rsidRPr="00794A20" w14:paraId="2C95FE41" w14:textId="77777777" w:rsidTr="009E0904">
        <w:tc>
          <w:tcPr>
            <w:tcW w:w="387" w:type="pct"/>
          </w:tcPr>
          <w:p w14:paraId="3D3D5D8C" w14:textId="77777777" w:rsidR="00260822" w:rsidRPr="00794A20" w:rsidRDefault="00260822" w:rsidP="00BD44D9">
            <w:pPr>
              <w:jc w:val="center"/>
              <w:rPr>
                <w:sz w:val="16"/>
                <w:szCs w:val="16"/>
              </w:rPr>
            </w:pPr>
            <w:r w:rsidRPr="00794A20">
              <w:rPr>
                <w:sz w:val="16"/>
                <w:szCs w:val="16"/>
              </w:rPr>
              <w:t>5</w:t>
            </w:r>
          </w:p>
        </w:tc>
        <w:tc>
          <w:tcPr>
            <w:tcW w:w="372" w:type="pct"/>
            <w:vAlign w:val="center"/>
          </w:tcPr>
          <w:p w14:paraId="763AA39D" w14:textId="77777777" w:rsidR="00260822" w:rsidRPr="00794A20" w:rsidRDefault="00260822" w:rsidP="00BD44D9">
            <w:pPr>
              <w:jc w:val="center"/>
              <w:rPr>
                <w:sz w:val="16"/>
                <w:szCs w:val="16"/>
              </w:rPr>
            </w:pPr>
            <w:r w:rsidRPr="00794A20">
              <w:rPr>
                <w:sz w:val="16"/>
                <w:szCs w:val="16"/>
              </w:rPr>
              <w:t>10</w:t>
            </w:r>
          </w:p>
        </w:tc>
        <w:tc>
          <w:tcPr>
            <w:tcW w:w="379" w:type="pct"/>
            <w:vAlign w:val="center"/>
          </w:tcPr>
          <w:p w14:paraId="42A3C37C" w14:textId="77777777" w:rsidR="00260822" w:rsidRPr="00794A20" w:rsidRDefault="00260822" w:rsidP="00BD44D9">
            <w:pPr>
              <w:jc w:val="center"/>
              <w:rPr>
                <w:sz w:val="16"/>
                <w:szCs w:val="16"/>
              </w:rPr>
            </w:pPr>
            <w:r w:rsidRPr="00794A20">
              <w:rPr>
                <w:sz w:val="16"/>
                <w:szCs w:val="16"/>
              </w:rPr>
              <w:t>10</w:t>
            </w:r>
          </w:p>
        </w:tc>
        <w:tc>
          <w:tcPr>
            <w:tcW w:w="313" w:type="pct"/>
            <w:vMerge/>
            <w:vAlign w:val="center"/>
          </w:tcPr>
          <w:p w14:paraId="1F8F32DB" w14:textId="77777777" w:rsidR="00260822" w:rsidRPr="00794A20" w:rsidRDefault="00260822" w:rsidP="00BD44D9">
            <w:pPr>
              <w:jc w:val="center"/>
              <w:rPr>
                <w:sz w:val="16"/>
                <w:szCs w:val="16"/>
              </w:rPr>
            </w:pPr>
          </w:p>
        </w:tc>
        <w:tc>
          <w:tcPr>
            <w:tcW w:w="327" w:type="pct"/>
            <w:vMerge/>
            <w:vAlign w:val="center"/>
          </w:tcPr>
          <w:p w14:paraId="539EC7FC" w14:textId="77777777" w:rsidR="00260822" w:rsidRPr="00794A20" w:rsidRDefault="00260822" w:rsidP="00BD44D9">
            <w:pPr>
              <w:jc w:val="center"/>
              <w:rPr>
                <w:sz w:val="16"/>
                <w:szCs w:val="16"/>
              </w:rPr>
            </w:pPr>
          </w:p>
        </w:tc>
        <w:tc>
          <w:tcPr>
            <w:tcW w:w="371" w:type="pct"/>
            <w:vAlign w:val="center"/>
          </w:tcPr>
          <w:p w14:paraId="0D6AF2E1" w14:textId="77777777" w:rsidR="00260822" w:rsidRPr="00794A20" w:rsidRDefault="00260822" w:rsidP="00BD44D9">
            <w:pPr>
              <w:jc w:val="center"/>
              <w:rPr>
                <w:sz w:val="16"/>
                <w:szCs w:val="16"/>
              </w:rPr>
            </w:pPr>
            <w:r w:rsidRPr="00794A20">
              <w:rPr>
                <w:sz w:val="16"/>
                <w:szCs w:val="16"/>
              </w:rPr>
              <w:t>19,8</w:t>
            </w:r>
          </w:p>
        </w:tc>
        <w:tc>
          <w:tcPr>
            <w:tcW w:w="349" w:type="pct"/>
            <w:vAlign w:val="center"/>
          </w:tcPr>
          <w:p w14:paraId="5AF45D88" w14:textId="77777777" w:rsidR="00260822" w:rsidRPr="00794A20" w:rsidRDefault="00260822" w:rsidP="00BD44D9">
            <w:pPr>
              <w:jc w:val="center"/>
              <w:rPr>
                <w:sz w:val="16"/>
                <w:szCs w:val="16"/>
              </w:rPr>
            </w:pPr>
            <w:r w:rsidRPr="00794A20">
              <w:rPr>
                <w:sz w:val="16"/>
                <w:szCs w:val="16"/>
              </w:rPr>
              <w:t>19,8</w:t>
            </w:r>
          </w:p>
        </w:tc>
        <w:tc>
          <w:tcPr>
            <w:tcW w:w="358" w:type="pct"/>
          </w:tcPr>
          <w:p w14:paraId="6BB5024B" w14:textId="77777777" w:rsidR="00260822" w:rsidRPr="00794A20" w:rsidRDefault="00260822" w:rsidP="00BD44D9">
            <w:pPr>
              <w:jc w:val="center"/>
              <w:rPr>
                <w:sz w:val="16"/>
                <w:szCs w:val="16"/>
              </w:rPr>
            </w:pPr>
            <w:r w:rsidRPr="00794A20">
              <w:rPr>
                <w:strike/>
                <w:sz w:val="16"/>
                <w:szCs w:val="16"/>
              </w:rPr>
              <w:t>65</w:t>
            </w:r>
            <w:r w:rsidRPr="00794A20">
              <w:rPr>
                <w:sz w:val="16"/>
                <w:szCs w:val="16"/>
              </w:rPr>
              <w:t xml:space="preserve"> </w:t>
            </w:r>
            <w:r w:rsidRPr="00794A20">
              <w:rPr>
                <w:b/>
                <w:sz w:val="16"/>
                <w:szCs w:val="16"/>
              </w:rPr>
              <w:t>-</w:t>
            </w:r>
          </w:p>
        </w:tc>
        <w:tc>
          <w:tcPr>
            <w:tcW w:w="281" w:type="pct"/>
            <w:vMerge/>
            <w:vAlign w:val="center"/>
          </w:tcPr>
          <w:p w14:paraId="1A25F9EC" w14:textId="77777777" w:rsidR="00260822" w:rsidRPr="00794A20" w:rsidRDefault="00260822" w:rsidP="00BD44D9">
            <w:pPr>
              <w:jc w:val="center"/>
              <w:rPr>
                <w:sz w:val="16"/>
                <w:szCs w:val="16"/>
              </w:rPr>
            </w:pPr>
          </w:p>
        </w:tc>
        <w:tc>
          <w:tcPr>
            <w:tcW w:w="307" w:type="pct"/>
            <w:vMerge/>
            <w:vAlign w:val="center"/>
          </w:tcPr>
          <w:p w14:paraId="3DF1A42F" w14:textId="77777777" w:rsidR="00260822" w:rsidRPr="00794A20" w:rsidRDefault="00260822" w:rsidP="00BD44D9">
            <w:pPr>
              <w:jc w:val="center"/>
              <w:rPr>
                <w:sz w:val="16"/>
                <w:szCs w:val="16"/>
              </w:rPr>
            </w:pPr>
          </w:p>
        </w:tc>
        <w:tc>
          <w:tcPr>
            <w:tcW w:w="625" w:type="pct"/>
            <w:vMerge/>
            <w:vAlign w:val="center"/>
          </w:tcPr>
          <w:p w14:paraId="7A34638E" w14:textId="77777777" w:rsidR="00260822" w:rsidRPr="00794A20" w:rsidRDefault="00260822" w:rsidP="00BD44D9">
            <w:pPr>
              <w:jc w:val="center"/>
              <w:rPr>
                <w:sz w:val="16"/>
                <w:szCs w:val="16"/>
              </w:rPr>
            </w:pPr>
          </w:p>
        </w:tc>
        <w:tc>
          <w:tcPr>
            <w:tcW w:w="480" w:type="pct"/>
          </w:tcPr>
          <w:p w14:paraId="46DC3F8A" w14:textId="77777777" w:rsidR="00260822" w:rsidRPr="00794A20" w:rsidRDefault="00260822" w:rsidP="00BD44D9">
            <w:pPr>
              <w:jc w:val="center"/>
              <w:rPr>
                <w:sz w:val="16"/>
                <w:szCs w:val="16"/>
              </w:rPr>
            </w:pPr>
            <w:r w:rsidRPr="00794A20">
              <w:rPr>
                <w:sz w:val="16"/>
                <w:szCs w:val="16"/>
              </w:rPr>
              <w:t>0</w:t>
            </w:r>
          </w:p>
        </w:tc>
        <w:tc>
          <w:tcPr>
            <w:tcW w:w="450" w:type="pct"/>
          </w:tcPr>
          <w:p w14:paraId="0A7E5BD7" w14:textId="77777777" w:rsidR="00260822" w:rsidRPr="00794A20" w:rsidRDefault="00260822" w:rsidP="00BD44D9">
            <w:pPr>
              <w:jc w:val="center"/>
              <w:rPr>
                <w:sz w:val="16"/>
                <w:szCs w:val="16"/>
              </w:rPr>
            </w:pPr>
            <w:r w:rsidRPr="00794A20">
              <w:rPr>
                <w:sz w:val="16"/>
                <w:szCs w:val="16"/>
              </w:rPr>
              <w:t>5</w:t>
            </w:r>
          </w:p>
        </w:tc>
      </w:tr>
      <w:tr w:rsidR="009E0904" w:rsidRPr="00794A20" w14:paraId="0BC7C700" w14:textId="77777777" w:rsidTr="009E0904">
        <w:tc>
          <w:tcPr>
            <w:tcW w:w="387" w:type="pct"/>
          </w:tcPr>
          <w:p w14:paraId="1147D178" w14:textId="77777777" w:rsidR="00260822" w:rsidRPr="00794A20" w:rsidRDefault="00260822" w:rsidP="00BD44D9">
            <w:pPr>
              <w:jc w:val="center"/>
              <w:rPr>
                <w:sz w:val="16"/>
                <w:szCs w:val="16"/>
              </w:rPr>
            </w:pPr>
            <w:r w:rsidRPr="00794A20">
              <w:rPr>
                <w:sz w:val="16"/>
                <w:szCs w:val="16"/>
              </w:rPr>
              <w:t>6</w:t>
            </w:r>
          </w:p>
        </w:tc>
        <w:tc>
          <w:tcPr>
            <w:tcW w:w="372" w:type="pct"/>
            <w:vMerge w:val="restart"/>
            <w:vAlign w:val="center"/>
          </w:tcPr>
          <w:p w14:paraId="0B3B9182" w14:textId="77777777" w:rsidR="00260822" w:rsidRPr="00794A20" w:rsidRDefault="00260822" w:rsidP="00BD44D9">
            <w:pPr>
              <w:jc w:val="center"/>
              <w:rPr>
                <w:sz w:val="16"/>
                <w:szCs w:val="16"/>
              </w:rPr>
            </w:pPr>
            <w:r w:rsidRPr="00794A20">
              <w:rPr>
                <w:sz w:val="16"/>
                <w:szCs w:val="16"/>
              </w:rPr>
              <w:t>20</w:t>
            </w:r>
          </w:p>
        </w:tc>
        <w:tc>
          <w:tcPr>
            <w:tcW w:w="379" w:type="pct"/>
            <w:vMerge w:val="restart"/>
            <w:vAlign w:val="center"/>
          </w:tcPr>
          <w:p w14:paraId="0749E273" w14:textId="77777777" w:rsidR="00260822" w:rsidRPr="00794A20" w:rsidRDefault="00260822" w:rsidP="00BD44D9">
            <w:pPr>
              <w:jc w:val="center"/>
              <w:rPr>
                <w:sz w:val="16"/>
                <w:szCs w:val="16"/>
              </w:rPr>
            </w:pPr>
            <w:r w:rsidRPr="00794A20">
              <w:rPr>
                <w:sz w:val="16"/>
                <w:szCs w:val="16"/>
              </w:rPr>
              <w:t>10</w:t>
            </w:r>
          </w:p>
        </w:tc>
        <w:tc>
          <w:tcPr>
            <w:tcW w:w="313" w:type="pct"/>
            <w:vMerge/>
            <w:vAlign w:val="center"/>
          </w:tcPr>
          <w:p w14:paraId="38810E6D" w14:textId="77777777" w:rsidR="00260822" w:rsidRPr="00794A20" w:rsidRDefault="00260822" w:rsidP="00BD44D9">
            <w:pPr>
              <w:jc w:val="center"/>
              <w:rPr>
                <w:sz w:val="16"/>
                <w:szCs w:val="16"/>
              </w:rPr>
            </w:pPr>
          </w:p>
        </w:tc>
        <w:tc>
          <w:tcPr>
            <w:tcW w:w="327" w:type="pct"/>
            <w:vMerge w:val="restart"/>
            <w:vAlign w:val="center"/>
          </w:tcPr>
          <w:p w14:paraId="4A132B5D" w14:textId="77777777" w:rsidR="00260822" w:rsidRPr="00794A20" w:rsidRDefault="00260822" w:rsidP="00BD44D9">
            <w:pPr>
              <w:jc w:val="center"/>
              <w:rPr>
                <w:sz w:val="16"/>
                <w:szCs w:val="16"/>
              </w:rPr>
            </w:pPr>
            <w:r w:rsidRPr="00794A20">
              <w:rPr>
                <w:sz w:val="16"/>
                <w:szCs w:val="16"/>
              </w:rPr>
              <w:t>44,4</w:t>
            </w:r>
          </w:p>
        </w:tc>
        <w:tc>
          <w:tcPr>
            <w:tcW w:w="371" w:type="pct"/>
            <w:vAlign w:val="center"/>
          </w:tcPr>
          <w:p w14:paraId="5C73585D" w14:textId="77777777" w:rsidR="00260822" w:rsidRPr="00794A20" w:rsidRDefault="00260822" w:rsidP="00BD44D9">
            <w:pPr>
              <w:jc w:val="center"/>
              <w:rPr>
                <w:sz w:val="16"/>
                <w:szCs w:val="16"/>
              </w:rPr>
            </w:pPr>
            <w:r w:rsidRPr="00794A20">
              <w:rPr>
                <w:sz w:val="16"/>
                <w:szCs w:val="16"/>
              </w:rPr>
              <w:t>14,7</w:t>
            </w:r>
          </w:p>
        </w:tc>
        <w:tc>
          <w:tcPr>
            <w:tcW w:w="349" w:type="pct"/>
            <w:vMerge w:val="restart"/>
            <w:vAlign w:val="center"/>
          </w:tcPr>
          <w:p w14:paraId="5011CFDC" w14:textId="77777777" w:rsidR="00260822" w:rsidRPr="00794A20" w:rsidRDefault="00260822" w:rsidP="00BD44D9">
            <w:pPr>
              <w:jc w:val="center"/>
              <w:rPr>
                <w:sz w:val="16"/>
                <w:szCs w:val="16"/>
              </w:rPr>
            </w:pPr>
            <w:r w:rsidRPr="00794A20">
              <w:rPr>
                <w:sz w:val="16"/>
                <w:szCs w:val="16"/>
              </w:rPr>
              <w:t>15</w:t>
            </w:r>
          </w:p>
        </w:tc>
        <w:tc>
          <w:tcPr>
            <w:tcW w:w="358" w:type="pct"/>
          </w:tcPr>
          <w:p w14:paraId="56601039" w14:textId="77777777" w:rsidR="00260822" w:rsidRPr="00794A20" w:rsidRDefault="00260822" w:rsidP="00BD44D9">
            <w:pPr>
              <w:jc w:val="center"/>
              <w:rPr>
                <w:sz w:val="16"/>
                <w:szCs w:val="16"/>
              </w:rPr>
            </w:pPr>
            <w:r w:rsidRPr="00794A20">
              <w:rPr>
                <w:sz w:val="16"/>
                <w:szCs w:val="16"/>
              </w:rPr>
              <w:t>26,1</w:t>
            </w:r>
          </w:p>
        </w:tc>
        <w:tc>
          <w:tcPr>
            <w:tcW w:w="281" w:type="pct"/>
            <w:vMerge/>
            <w:vAlign w:val="center"/>
          </w:tcPr>
          <w:p w14:paraId="3E5B4ABA" w14:textId="77777777" w:rsidR="00260822" w:rsidRPr="00794A20" w:rsidRDefault="00260822" w:rsidP="00BD44D9">
            <w:pPr>
              <w:jc w:val="center"/>
              <w:rPr>
                <w:sz w:val="16"/>
                <w:szCs w:val="16"/>
              </w:rPr>
            </w:pPr>
          </w:p>
        </w:tc>
        <w:tc>
          <w:tcPr>
            <w:tcW w:w="307" w:type="pct"/>
            <w:vMerge/>
            <w:vAlign w:val="center"/>
          </w:tcPr>
          <w:p w14:paraId="4F4E8A40" w14:textId="77777777" w:rsidR="00260822" w:rsidRPr="00794A20" w:rsidRDefault="00260822" w:rsidP="00BD44D9">
            <w:pPr>
              <w:jc w:val="center"/>
              <w:rPr>
                <w:sz w:val="16"/>
                <w:szCs w:val="16"/>
              </w:rPr>
            </w:pPr>
          </w:p>
        </w:tc>
        <w:tc>
          <w:tcPr>
            <w:tcW w:w="625" w:type="pct"/>
            <w:vMerge/>
            <w:vAlign w:val="center"/>
          </w:tcPr>
          <w:p w14:paraId="131A9A6F" w14:textId="77777777" w:rsidR="00260822" w:rsidRPr="00794A20" w:rsidRDefault="00260822" w:rsidP="00BD44D9">
            <w:pPr>
              <w:jc w:val="center"/>
              <w:rPr>
                <w:sz w:val="16"/>
                <w:szCs w:val="16"/>
              </w:rPr>
            </w:pPr>
          </w:p>
        </w:tc>
        <w:tc>
          <w:tcPr>
            <w:tcW w:w="480" w:type="pct"/>
          </w:tcPr>
          <w:p w14:paraId="7EA35E5A" w14:textId="77777777" w:rsidR="00260822" w:rsidRPr="00794A20" w:rsidRDefault="00260822" w:rsidP="00BD44D9">
            <w:pPr>
              <w:jc w:val="center"/>
              <w:rPr>
                <w:sz w:val="16"/>
                <w:szCs w:val="16"/>
              </w:rPr>
            </w:pPr>
            <w:r w:rsidRPr="00794A20">
              <w:rPr>
                <w:sz w:val="16"/>
                <w:szCs w:val="16"/>
              </w:rPr>
              <w:t>6</w:t>
            </w:r>
          </w:p>
        </w:tc>
        <w:tc>
          <w:tcPr>
            <w:tcW w:w="450" w:type="pct"/>
          </w:tcPr>
          <w:p w14:paraId="5C678E37" w14:textId="77777777" w:rsidR="00260822" w:rsidRPr="00794A20" w:rsidRDefault="00260822" w:rsidP="00BD44D9">
            <w:pPr>
              <w:jc w:val="center"/>
              <w:rPr>
                <w:sz w:val="16"/>
                <w:szCs w:val="16"/>
              </w:rPr>
            </w:pPr>
            <w:r w:rsidRPr="00794A20">
              <w:rPr>
                <w:sz w:val="16"/>
                <w:szCs w:val="16"/>
              </w:rPr>
              <w:t>10</w:t>
            </w:r>
          </w:p>
        </w:tc>
      </w:tr>
      <w:tr w:rsidR="009E0904" w:rsidRPr="00794A20" w14:paraId="3E7C6607" w14:textId="77777777" w:rsidTr="009E0904">
        <w:tc>
          <w:tcPr>
            <w:tcW w:w="387" w:type="pct"/>
            <w:tcBorders>
              <w:bottom w:val="single" w:sz="12" w:space="0" w:color="auto"/>
            </w:tcBorders>
          </w:tcPr>
          <w:p w14:paraId="0A29F783" w14:textId="77777777" w:rsidR="00260822" w:rsidRPr="00794A20" w:rsidRDefault="00260822" w:rsidP="00BD44D9">
            <w:pPr>
              <w:jc w:val="center"/>
              <w:rPr>
                <w:sz w:val="16"/>
                <w:szCs w:val="16"/>
              </w:rPr>
            </w:pPr>
            <w:r w:rsidRPr="00794A20">
              <w:rPr>
                <w:sz w:val="16"/>
                <w:szCs w:val="16"/>
              </w:rPr>
              <w:t>7</w:t>
            </w:r>
          </w:p>
        </w:tc>
        <w:tc>
          <w:tcPr>
            <w:tcW w:w="372" w:type="pct"/>
            <w:vMerge/>
            <w:tcBorders>
              <w:bottom w:val="single" w:sz="12" w:space="0" w:color="auto"/>
            </w:tcBorders>
            <w:vAlign w:val="center"/>
          </w:tcPr>
          <w:p w14:paraId="07090C06" w14:textId="77777777" w:rsidR="00260822" w:rsidRPr="00794A20" w:rsidRDefault="00260822" w:rsidP="00BD44D9">
            <w:pPr>
              <w:jc w:val="center"/>
              <w:rPr>
                <w:sz w:val="16"/>
                <w:szCs w:val="16"/>
              </w:rPr>
            </w:pPr>
          </w:p>
        </w:tc>
        <w:tc>
          <w:tcPr>
            <w:tcW w:w="379" w:type="pct"/>
            <w:vMerge/>
            <w:tcBorders>
              <w:bottom w:val="single" w:sz="12" w:space="0" w:color="auto"/>
            </w:tcBorders>
            <w:vAlign w:val="center"/>
          </w:tcPr>
          <w:p w14:paraId="011EF4D6" w14:textId="77777777" w:rsidR="00260822" w:rsidRPr="00794A20" w:rsidRDefault="00260822" w:rsidP="00BD44D9">
            <w:pPr>
              <w:jc w:val="center"/>
              <w:rPr>
                <w:sz w:val="16"/>
                <w:szCs w:val="16"/>
              </w:rPr>
            </w:pPr>
          </w:p>
        </w:tc>
        <w:tc>
          <w:tcPr>
            <w:tcW w:w="313" w:type="pct"/>
            <w:vMerge/>
            <w:tcBorders>
              <w:bottom w:val="single" w:sz="12" w:space="0" w:color="auto"/>
            </w:tcBorders>
            <w:vAlign w:val="center"/>
          </w:tcPr>
          <w:p w14:paraId="1BA36121" w14:textId="77777777" w:rsidR="00260822" w:rsidRPr="00794A20" w:rsidRDefault="00260822" w:rsidP="00BD44D9">
            <w:pPr>
              <w:jc w:val="center"/>
              <w:rPr>
                <w:sz w:val="16"/>
                <w:szCs w:val="16"/>
              </w:rPr>
            </w:pPr>
          </w:p>
        </w:tc>
        <w:tc>
          <w:tcPr>
            <w:tcW w:w="327" w:type="pct"/>
            <w:vMerge/>
            <w:tcBorders>
              <w:bottom w:val="single" w:sz="12" w:space="0" w:color="auto"/>
            </w:tcBorders>
            <w:vAlign w:val="center"/>
          </w:tcPr>
          <w:p w14:paraId="65D1E8FB" w14:textId="77777777" w:rsidR="00260822" w:rsidRPr="00794A20" w:rsidRDefault="00260822" w:rsidP="00BD44D9">
            <w:pPr>
              <w:jc w:val="center"/>
              <w:rPr>
                <w:sz w:val="16"/>
                <w:szCs w:val="16"/>
              </w:rPr>
            </w:pPr>
          </w:p>
        </w:tc>
        <w:tc>
          <w:tcPr>
            <w:tcW w:w="371" w:type="pct"/>
            <w:tcBorders>
              <w:bottom w:val="single" w:sz="12" w:space="0" w:color="auto"/>
            </w:tcBorders>
            <w:vAlign w:val="center"/>
          </w:tcPr>
          <w:p w14:paraId="40E3E127" w14:textId="77777777" w:rsidR="00260822" w:rsidRPr="00794A20" w:rsidRDefault="00260822" w:rsidP="00BD44D9">
            <w:pPr>
              <w:jc w:val="center"/>
              <w:rPr>
                <w:sz w:val="16"/>
                <w:szCs w:val="16"/>
              </w:rPr>
            </w:pPr>
            <w:r w:rsidRPr="00794A20">
              <w:rPr>
                <w:sz w:val="16"/>
                <w:szCs w:val="16"/>
              </w:rPr>
              <w:t>17,7</w:t>
            </w:r>
          </w:p>
        </w:tc>
        <w:tc>
          <w:tcPr>
            <w:tcW w:w="349" w:type="pct"/>
            <w:vMerge/>
            <w:tcBorders>
              <w:bottom w:val="single" w:sz="12" w:space="0" w:color="auto"/>
            </w:tcBorders>
            <w:vAlign w:val="center"/>
          </w:tcPr>
          <w:p w14:paraId="01416FFC" w14:textId="77777777" w:rsidR="00260822" w:rsidRPr="00794A20" w:rsidRDefault="00260822" w:rsidP="00BD44D9">
            <w:pPr>
              <w:jc w:val="center"/>
              <w:rPr>
                <w:sz w:val="16"/>
                <w:szCs w:val="16"/>
              </w:rPr>
            </w:pPr>
          </w:p>
        </w:tc>
        <w:tc>
          <w:tcPr>
            <w:tcW w:w="358" w:type="pct"/>
            <w:tcBorders>
              <w:bottom w:val="single" w:sz="12" w:space="0" w:color="auto"/>
            </w:tcBorders>
          </w:tcPr>
          <w:p w14:paraId="4671CFB8" w14:textId="77777777" w:rsidR="00260822" w:rsidRPr="00794A20" w:rsidRDefault="00260822" w:rsidP="00BD44D9">
            <w:pPr>
              <w:jc w:val="center"/>
              <w:rPr>
                <w:sz w:val="16"/>
                <w:szCs w:val="16"/>
              </w:rPr>
            </w:pPr>
            <w:r w:rsidRPr="00794A20">
              <w:rPr>
                <w:sz w:val="16"/>
                <w:szCs w:val="16"/>
              </w:rPr>
              <w:t>29,1</w:t>
            </w:r>
          </w:p>
        </w:tc>
        <w:tc>
          <w:tcPr>
            <w:tcW w:w="281" w:type="pct"/>
            <w:vMerge/>
            <w:tcBorders>
              <w:bottom w:val="single" w:sz="12" w:space="0" w:color="auto"/>
            </w:tcBorders>
            <w:vAlign w:val="center"/>
          </w:tcPr>
          <w:p w14:paraId="173A9007" w14:textId="77777777" w:rsidR="00260822" w:rsidRPr="00794A20" w:rsidRDefault="00260822" w:rsidP="00BD44D9">
            <w:pPr>
              <w:jc w:val="center"/>
              <w:rPr>
                <w:sz w:val="16"/>
                <w:szCs w:val="16"/>
              </w:rPr>
            </w:pPr>
          </w:p>
        </w:tc>
        <w:tc>
          <w:tcPr>
            <w:tcW w:w="307" w:type="pct"/>
            <w:vMerge/>
            <w:tcBorders>
              <w:bottom w:val="single" w:sz="12" w:space="0" w:color="auto"/>
            </w:tcBorders>
            <w:vAlign w:val="center"/>
          </w:tcPr>
          <w:p w14:paraId="3CB414BD" w14:textId="77777777" w:rsidR="00260822" w:rsidRPr="00794A20" w:rsidRDefault="00260822" w:rsidP="00BD44D9">
            <w:pPr>
              <w:jc w:val="center"/>
              <w:rPr>
                <w:sz w:val="16"/>
                <w:szCs w:val="16"/>
              </w:rPr>
            </w:pPr>
          </w:p>
        </w:tc>
        <w:tc>
          <w:tcPr>
            <w:tcW w:w="625" w:type="pct"/>
            <w:vMerge/>
            <w:tcBorders>
              <w:bottom w:val="single" w:sz="12" w:space="0" w:color="auto"/>
            </w:tcBorders>
            <w:vAlign w:val="center"/>
          </w:tcPr>
          <w:p w14:paraId="638C7957" w14:textId="77777777" w:rsidR="00260822" w:rsidRPr="00794A20" w:rsidRDefault="00260822" w:rsidP="00BD44D9">
            <w:pPr>
              <w:jc w:val="center"/>
              <w:rPr>
                <w:sz w:val="16"/>
                <w:szCs w:val="16"/>
              </w:rPr>
            </w:pPr>
          </w:p>
        </w:tc>
        <w:tc>
          <w:tcPr>
            <w:tcW w:w="480" w:type="pct"/>
            <w:tcBorders>
              <w:bottom w:val="single" w:sz="12" w:space="0" w:color="auto"/>
            </w:tcBorders>
          </w:tcPr>
          <w:p w14:paraId="1F17E0EA" w14:textId="77777777" w:rsidR="00260822" w:rsidRPr="00794A20" w:rsidRDefault="00260822" w:rsidP="00BD44D9">
            <w:pPr>
              <w:jc w:val="center"/>
              <w:rPr>
                <w:sz w:val="16"/>
                <w:szCs w:val="16"/>
              </w:rPr>
            </w:pPr>
            <w:r w:rsidRPr="00794A20">
              <w:rPr>
                <w:sz w:val="16"/>
                <w:szCs w:val="16"/>
              </w:rPr>
              <w:t>3</w:t>
            </w:r>
          </w:p>
        </w:tc>
        <w:tc>
          <w:tcPr>
            <w:tcW w:w="450" w:type="pct"/>
            <w:tcBorders>
              <w:bottom w:val="single" w:sz="12" w:space="0" w:color="auto"/>
            </w:tcBorders>
          </w:tcPr>
          <w:p w14:paraId="721C3078" w14:textId="77777777" w:rsidR="00260822" w:rsidRPr="00794A20" w:rsidRDefault="00260822" w:rsidP="00BD44D9">
            <w:pPr>
              <w:jc w:val="center"/>
              <w:rPr>
                <w:sz w:val="16"/>
                <w:szCs w:val="16"/>
              </w:rPr>
            </w:pPr>
            <w:r w:rsidRPr="00794A20">
              <w:rPr>
                <w:sz w:val="16"/>
                <w:szCs w:val="16"/>
              </w:rPr>
              <w:t>10</w:t>
            </w:r>
          </w:p>
        </w:tc>
      </w:tr>
    </w:tbl>
    <w:p w14:paraId="4562ECE4" w14:textId="77777777" w:rsidR="00260822" w:rsidRPr="00794A20" w:rsidRDefault="00260822" w:rsidP="009E0904">
      <w:pPr>
        <w:spacing w:before="240" w:after="120"/>
        <w:ind w:left="2268" w:right="1134" w:hanging="1134"/>
        <w:jc w:val="both"/>
        <w:rPr>
          <w:iCs/>
        </w:rPr>
      </w:pPr>
      <w:r w:rsidRPr="00794A20">
        <w:rPr>
          <w:i/>
        </w:rPr>
        <w:t xml:space="preserve">Приложение 3, заключительные пункты </w:t>
      </w:r>
      <w:r w:rsidRPr="00794A20">
        <w:t>изменить следующим образом</w:t>
      </w:r>
      <w:r w:rsidRPr="00794A20">
        <w:rPr>
          <w:iCs/>
        </w:rPr>
        <w:t>:</w:t>
      </w:r>
    </w:p>
    <w:p w14:paraId="7F26B234" w14:textId="77777777" w:rsidR="00260822" w:rsidRPr="00794A20" w:rsidRDefault="00260822" w:rsidP="00260822">
      <w:pPr>
        <w:spacing w:after="120"/>
        <w:ind w:left="1134" w:right="1134"/>
        <w:jc w:val="both"/>
        <w:rPr>
          <w:bCs/>
        </w:rPr>
      </w:pPr>
      <w:r w:rsidRPr="00794A20">
        <w:rPr>
          <w:iCs/>
        </w:rPr>
        <w:tab/>
        <w:t>«</w:t>
      </w:r>
      <w:r w:rsidRPr="00794A20">
        <w:rPr>
          <w:bCs/>
          <w:u w:val="single"/>
        </w:rPr>
        <w:t>При скорости транспортного средства ниже 5 км/ч</w:t>
      </w:r>
      <w:r w:rsidRPr="00794A20">
        <w:rPr>
          <w:bCs/>
        </w:rPr>
        <w:t xml:space="preserve"> достаточно, чтобы информационный сигнал подавался на расстоянии, соответствующем значению TTC, равному 1,4 секунды (по аналогии со статическими испытаниями)</w:t>
      </w:r>
      <w:r w:rsidRPr="00794A20">
        <w:rPr>
          <w:b/>
          <w:bCs/>
        </w:rPr>
        <w:t>.</w:t>
      </w:r>
      <w:r w:rsidRPr="00794A20">
        <w:rPr>
          <w:bCs/>
          <w:strike/>
        </w:rPr>
        <w:t xml:space="preserve">, а при </w:t>
      </w:r>
      <w:r w:rsidRPr="00794A20">
        <w:rPr>
          <w:bCs/>
          <w:strike/>
          <w:u w:val="single"/>
        </w:rPr>
        <w:t>скорости транспортного средства выше 5 км/ч и ниже 10 км/ч</w:t>
      </w:r>
      <w:r w:rsidRPr="00794A20">
        <w:rPr>
          <w:bCs/>
          <w:strike/>
        </w:rPr>
        <w:t xml:space="preserve"> значение </w:t>
      </w:r>
      <w:r w:rsidRPr="00794A20">
        <w:rPr>
          <w:bCs/>
          <w:iCs/>
          <w:strike/>
        </w:rPr>
        <w:t>d</w:t>
      </w:r>
      <w:r w:rsidRPr="00794A20">
        <w:rPr>
          <w:bCs/>
          <w:strike/>
          <w:vertAlign w:val="subscript"/>
        </w:rPr>
        <w:t xml:space="preserve">c </w:t>
      </w:r>
      <w:r w:rsidRPr="00794A20">
        <w:rPr>
          <w:bCs/>
          <w:strike/>
        </w:rPr>
        <w:t>уменьшается до 5 м.</w:t>
      </w:r>
    </w:p>
    <w:p w14:paraId="0A8F6AC2" w14:textId="77777777" w:rsidR="00260822" w:rsidRPr="00794A20" w:rsidRDefault="00260822" w:rsidP="00260822">
      <w:pPr>
        <w:spacing w:after="120"/>
        <w:ind w:left="1134" w:right="1134"/>
        <w:jc w:val="both"/>
        <w:rPr>
          <w:bCs/>
          <w:strike/>
        </w:rPr>
      </w:pPr>
      <w:r w:rsidRPr="00794A20">
        <w:rPr>
          <w:bCs/>
        </w:rPr>
        <w:tab/>
      </w:r>
      <w:r w:rsidRPr="00794A20">
        <w:rPr>
          <w:bCs/>
          <w:strike/>
        </w:rPr>
        <w:t xml:space="preserve">Наконец, </w:t>
      </w:r>
      <w:r w:rsidRPr="00794A20">
        <w:rPr>
          <w:bCs/>
          <w:iCs/>
          <w:strike/>
        </w:rPr>
        <w:t>d</w:t>
      </w:r>
      <w:r w:rsidRPr="00794A20">
        <w:rPr>
          <w:bCs/>
          <w:strike/>
          <w:vertAlign w:val="subscript"/>
        </w:rPr>
        <w:t>d</w:t>
      </w:r>
      <w:r w:rsidRPr="00794A20">
        <w:rPr>
          <w:bCs/>
          <w:strike/>
        </w:rPr>
        <w:t xml:space="preserve"> – это первая точка выдачи информации. Ее можно рассчитать путем добавления расстояния, соответствующего 4 секундам движения транспортного средства до </w:t>
      </w:r>
      <w:r w:rsidRPr="00794A20">
        <w:rPr>
          <w:bCs/>
          <w:iCs/>
          <w:strike/>
        </w:rPr>
        <w:t>d</w:t>
      </w:r>
      <w:r w:rsidRPr="00794A20">
        <w:rPr>
          <w:bCs/>
          <w:strike/>
          <w:vertAlign w:val="subscript"/>
        </w:rPr>
        <w:t xml:space="preserve">c </w:t>
      </w:r>
      <w:r w:rsidRPr="00794A20">
        <w:rPr>
          <w:bCs/>
          <w:strike/>
        </w:rPr>
        <w:t>и корректировки места удара, если расстояние до места удара составляет менее 6 м:</w:t>
      </w:r>
    </w:p>
    <w:p w14:paraId="3AFF3D50" w14:textId="77777777" w:rsidR="00260822" w:rsidRPr="00794A20" w:rsidRDefault="00C462E4" w:rsidP="00260822">
      <w:pPr>
        <w:spacing w:after="120"/>
        <w:ind w:left="1134" w:right="1134"/>
        <w:jc w:val="both"/>
        <w:rPr>
          <w:strike/>
        </w:rPr>
      </w:pPr>
      <m:oMathPara>
        <m:oMath>
          <m:sSub>
            <m:sSubPr>
              <m:ctrlPr>
                <w:rPr>
                  <w:rFonts w:ascii="Cambria Math" w:hAnsi="Cambria Math"/>
                  <w:i/>
                  <w:strike/>
                </w:rPr>
              </m:ctrlPr>
            </m:sSubPr>
            <m:e>
              <m:r>
                <m:rPr>
                  <m:nor/>
                </m:rPr>
                <w:rPr>
                  <w:rFonts w:ascii="Cambria Math" w:hAnsi="Cambria Math"/>
                  <w:strike/>
                </w:rPr>
                <m:t>d</m:t>
              </m:r>
            </m:e>
            <m:sub>
              <m:r>
                <m:rPr>
                  <m:nor/>
                </m:rPr>
                <w:rPr>
                  <w:rFonts w:ascii="Cambria Math" w:hAnsi="Cambria Math"/>
                  <w:strike/>
                </w:rPr>
                <m:t xml:space="preserve">d </m:t>
              </m:r>
            </m:sub>
          </m:sSub>
          <m:r>
            <m:rPr>
              <m:nor/>
            </m:rPr>
            <w:rPr>
              <w:rFonts w:ascii="Cambria Math" w:hAnsi="Cambria Math"/>
              <w:strike/>
            </w:rPr>
            <m:t>=</m:t>
          </m:r>
          <m:sSub>
            <m:sSubPr>
              <m:ctrlPr>
                <w:rPr>
                  <w:rFonts w:ascii="Cambria Math" w:hAnsi="Cambria Math"/>
                  <w:i/>
                  <w:strike/>
                </w:rPr>
              </m:ctrlPr>
            </m:sSubPr>
            <m:e>
              <m:r>
                <m:rPr>
                  <m:nor/>
                </m:rPr>
                <w:rPr>
                  <w:rFonts w:ascii="Cambria Math" w:hAnsi="Cambria Math"/>
                  <w:strike/>
                </w:rPr>
                <m:t xml:space="preserve"> d</m:t>
              </m:r>
            </m:e>
            <m:sub>
              <m:r>
                <m:rPr>
                  <m:nor/>
                </m:rPr>
                <w:rPr>
                  <w:rFonts w:ascii="Cambria Math" w:hAnsi="Cambria Math"/>
                  <w:strike/>
                </w:rPr>
                <m:t>c</m:t>
              </m:r>
            </m:sub>
          </m:sSub>
          <m:r>
            <m:rPr>
              <m:nor/>
            </m:rPr>
            <w:rPr>
              <w:rFonts w:ascii="Cambria Math" w:hAnsi="Cambria Math"/>
              <w:strike/>
            </w:rPr>
            <m:t xml:space="preserve"> + 4s ∙ </m:t>
          </m:r>
          <m:sSub>
            <m:sSubPr>
              <m:ctrlPr>
                <w:rPr>
                  <w:rFonts w:ascii="Cambria Math" w:hAnsi="Cambria Math"/>
                  <w:i/>
                  <w:strike/>
                </w:rPr>
              </m:ctrlPr>
            </m:sSubPr>
            <m:e>
              <m:r>
                <m:rPr>
                  <m:nor/>
                </m:rPr>
                <w:rPr>
                  <w:rFonts w:ascii="Cambria Math" w:hAnsi="Cambria Math"/>
                  <w:strike/>
                </w:rPr>
                <m:t>v</m:t>
              </m:r>
            </m:e>
            <m:sub>
              <m:r>
                <m:rPr>
                  <m:nor/>
                </m:rPr>
                <w:rPr>
                  <w:rFonts w:ascii="Cambria Math" w:hAnsi="Cambria Math"/>
                  <w:strike/>
                </w:rPr>
                <m:t>транспортное средство</m:t>
              </m:r>
            </m:sub>
          </m:sSub>
          <m:r>
            <m:rPr>
              <m:nor/>
            </m:rPr>
            <w:rPr>
              <w:rFonts w:ascii="Cambria Math" w:hAnsi="Cambria Math"/>
              <w:strike/>
            </w:rPr>
            <m:t xml:space="preserve"> + </m:t>
          </m:r>
          <m:d>
            <m:dPr>
              <m:ctrlPr>
                <w:rPr>
                  <w:rFonts w:ascii="Cambria Math" w:hAnsi="Cambria Math"/>
                  <w:i/>
                  <w:strike/>
                </w:rPr>
              </m:ctrlPr>
            </m:dPr>
            <m:e>
              <m:r>
                <m:rPr>
                  <m:nor/>
                </m:rPr>
                <w:rPr>
                  <w:rFonts w:ascii="Cambria Math" w:hAnsi="Cambria Math"/>
                  <w:strike/>
                </w:rPr>
                <m:t>6 м – место удара</m:t>
              </m:r>
            </m:e>
          </m:d>
          <m:r>
            <m:rPr>
              <m:nor/>
            </m:rPr>
            <w:rPr>
              <w:rFonts w:ascii="Cambria Math" w:hAnsi="Cambria Math"/>
              <w:strike/>
            </w:rPr>
            <m:t>.</m:t>
          </m:r>
        </m:oMath>
      </m:oMathPara>
    </w:p>
    <w:p w14:paraId="6CDFFFAD" w14:textId="77777777" w:rsidR="00260822" w:rsidRPr="00794A20" w:rsidRDefault="00260822" w:rsidP="00A365D1">
      <w:pPr>
        <w:tabs>
          <w:tab w:val="left" w:pos="1134"/>
        </w:tabs>
        <w:suppressAutoHyphens w:val="0"/>
        <w:spacing w:line="240" w:lineRule="auto"/>
        <w:ind w:left="1134" w:right="1134"/>
        <w:jc w:val="both"/>
        <w:rPr>
          <w:b/>
          <w:sz w:val="28"/>
        </w:rPr>
      </w:pPr>
      <w:r w:rsidRPr="00794A20">
        <w:rPr>
          <w:bCs/>
          <w:strike/>
        </w:rPr>
        <w:t>Эти формулы позволяют полностью заполнить таблицу 1, предусмотренную в добавлении 1 для испытательных вариантов, отличающихся от тех, которые определены в ней</w:t>
      </w:r>
      <w:r w:rsidRPr="00794A20">
        <w:rPr>
          <w:iCs/>
        </w:rPr>
        <w:t>».</w:t>
      </w:r>
    </w:p>
    <w:p w14:paraId="686072FA" w14:textId="77777777" w:rsidR="00260822" w:rsidRPr="00794A20" w:rsidRDefault="00260822">
      <w:pPr>
        <w:suppressAutoHyphens w:val="0"/>
        <w:spacing w:line="240" w:lineRule="auto"/>
        <w:rPr>
          <w:rFonts w:eastAsia="Times New Roman" w:cs="Times New Roman"/>
          <w:szCs w:val="20"/>
        </w:rPr>
      </w:pPr>
      <w:r w:rsidRPr="00794A20">
        <w:br w:type="page"/>
      </w:r>
    </w:p>
    <w:p w14:paraId="5727C6A6" w14:textId="77777777" w:rsidR="00260822" w:rsidRPr="00794A20" w:rsidRDefault="00260822" w:rsidP="0010430E">
      <w:pPr>
        <w:pStyle w:val="HChG"/>
      </w:pPr>
      <w:r w:rsidRPr="00794A20">
        <w:t>Приложение III</w:t>
      </w:r>
    </w:p>
    <w:p w14:paraId="2BFCA260" w14:textId="77777777" w:rsidR="00260822" w:rsidRDefault="00260822" w:rsidP="00260822">
      <w:pPr>
        <w:pStyle w:val="HChG"/>
        <w:keepNext w:val="0"/>
        <w:keepLines w:val="0"/>
        <w:widowControl w:val="0"/>
      </w:pPr>
      <w:r w:rsidRPr="00794A20">
        <w:tab/>
      </w:r>
      <w:r w:rsidRPr="00794A20">
        <w:tab/>
      </w:r>
      <w:bookmarkStart w:id="19" w:name="_Hlk31210314"/>
      <w:r w:rsidRPr="00794A20">
        <w:t>Неофициальные рабочие группы GRSG</w:t>
      </w:r>
      <w:bookmarkEnd w:id="19"/>
    </w:p>
    <w:tbl>
      <w:tblPr>
        <w:tblStyle w:val="ad"/>
        <w:tblW w:w="8505" w:type="dxa"/>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457"/>
        <w:gridCol w:w="3213"/>
        <w:gridCol w:w="2835"/>
      </w:tblGrid>
      <w:tr w:rsidR="00A365D1" w:rsidRPr="00A365D1" w14:paraId="41FFB07E" w14:textId="77777777" w:rsidTr="00A365D1">
        <w:tc>
          <w:tcPr>
            <w:tcW w:w="2457" w:type="dxa"/>
            <w:tcBorders>
              <w:top w:val="single" w:sz="4" w:space="0" w:color="auto"/>
              <w:bottom w:val="single" w:sz="12" w:space="0" w:color="auto"/>
            </w:tcBorders>
            <w:shd w:val="clear" w:color="auto" w:fill="auto"/>
            <w:vAlign w:val="bottom"/>
          </w:tcPr>
          <w:p w14:paraId="15EE0F13" w14:textId="77777777" w:rsidR="00A365D1" w:rsidRPr="00A365D1" w:rsidRDefault="00A365D1" w:rsidP="00A365D1">
            <w:pPr>
              <w:spacing w:before="80" w:after="80" w:line="200" w:lineRule="exact"/>
              <w:ind w:right="113"/>
              <w:rPr>
                <w:i/>
                <w:sz w:val="16"/>
              </w:rPr>
            </w:pPr>
            <w:r w:rsidRPr="00A365D1">
              <w:rPr>
                <w:i/>
                <w:sz w:val="16"/>
              </w:rPr>
              <w:t>Неофициальная рабочая группа</w:t>
            </w:r>
          </w:p>
        </w:tc>
        <w:tc>
          <w:tcPr>
            <w:tcW w:w="3213" w:type="dxa"/>
            <w:tcBorders>
              <w:top w:val="single" w:sz="4" w:space="0" w:color="auto"/>
              <w:bottom w:val="single" w:sz="12" w:space="0" w:color="auto"/>
            </w:tcBorders>
            <w:shd w:val="clear" w:color="auto" w:fill="auto"/>
            <w:vAlign w:val="bottom"/>
          </w:tcPr>
          <w:p w14:paraId="68C50957" w14:textId="77777777" w:rsidR="00A365D1" w:rsidRPr="00A365D1" w:rsidRDefault="00A365D1" w:rsidP="00A365D1">
            <w:pPr>
              <w:spacing w:before="80" w:after="80" w:line="200" w:lineRule="exact"/>
              <w:ind w:right="113"/>
              <w:rPr>
                <w:i/>
                <w:sz w:val="16"/>
              </w:rPr>
            </w:pPr>
            <w:r w:rsidRPr="00A365D1">
              <w:rPr>
                <w:i/>
                <w:sz w:val="16"/>
              </w:rPr>
              <w:t>Председатель</w:t>
            </w:r>
          </w:p>
        </w:tc>
        <w:tc>
          <w:tcPr>
            <w:tcW w:w="2835" w:type="dxa"/>
            <w:tcBorders>
              <w:top w:val="single" w:sz="4" w:space="0" w:color="auto"/>
              <w:bottom w:val="single" w:sz="12" w:space="0" w:color="auto"/>
            </w:tcBorders>
            <w:shd w:val="clear" w:color="auto" w:fill="auto"/>
            <w:vAlign w:val="bottom"/>
          </w:tcPr>
          <w:p w14:paraId="6A044CB5" w14:textId="77777777" w:rsidR="00A365D1" w:rsidRPr="00A365D1" w:rsidRDefault="00A365D1" w:rsidP="00A365D1">
            <w:pPr>
              <w:spacing w:before="80" w:after="80" w:line="200" w:lineRule="exact"/>
              <w:ind w:right="113"/>
              <w:rPr>
                <w:i/>
                <w:sz w:val="16"/>
              </w:rPr>
            </w:pPr>
            <w:r w:rsidRPr="00A365D1">
              <w:rPr>
                <w:i/>
                <w:sz w:val="16"/>
              </w:rPr>
              <w:t>Секретарь</w:t>
            </w:r>
          </w:p>
        </w:tc>
      </w:tr>
      <w:tr w:rsidR="00A365D1" w:rsidRPr="00A365D1" w14:paraId="61BB9D42" w14:textId="77777777" w:rsidTr="00A365D1">
        <w:trPr>
          <w:trHeight w:hRule="exact" w:val="113"/>
        </w:trPr>
        <w:tc>
          <w:tcPr>
            <w:tcW w:w="2457" w:type="dxa"/>
            <w:tcBorders>
              <w:top w:val="single" w:sz="12" w:space="0" w:color="auto"/>
            </w:tcBorders>
            <w:shd w:val="clear" w:color="auto" w:fill="auto"/>
            <w:vAlign w:val="bottom"/>
          </w:tcPr>
          <w:p w14:paraId="0922AB77" w14:textId="77777777" w:rsidR="00A365D1" w:rsidRPr="00A365D1" w:rsidRDefault="00A365D1" w:rsidP="00A365D1">
            <w:pPr>
              <w:spacing w:before="80" w:after="80" w:line="200" w:lineRule="exact"/>
              <w:ind w:right="113"/>
              <w:rPr>
                <w:i/>
                <w:sz w:val="16"/>
              </w:rPr>
            </w:pPr>
          </w:p>
        </w:tc>
        <w:tc>
          <w:tcPr>
            <w:tcW w:w="3213" w:type="dxa"/>
            <w:tcBorders>
              <w:top w:val="single" w:sz="12" w:space="0" w:color="auto"/>
            </w:tcBorders>
            <w:shd w:val="clear" w:color="auto" w:fill="auto"/>
            <w:vAlign w:val="bottom"/>
          </w:tcPr>
          <w:p w14:paraId="1218B7F8" w14:textId="77777777" w:rsidR="00A365D1" w:rsidRPr="00A365D1" w:rsidRDefault="00A365D1" w:rsidP="00A365D1">
            <w:pPr>
              <w:spacing w:before="80" w:after="80" w:line="200" w:lineRule="exact"/>
              <w:ind w:right="113"/>
              <w:rPr>
                <w:i/>
                <w:sz w:val="16"/>
              </w:rPr>
            </w:pPr>
          </w:p>
        </w:tc>
        <w:tc>
          <w:tcPr>
            <w:tcW w:w="2835" w:type="dxa"/>
            <w:tcBorders>
              <w:top w:val="single" w:sz="12" w:space="0" w:color="auto"/>
            </w:tcBorders>
            <w:shd w:val="clear" w:color="auto" w:fill="auto"/>
            <w:vAlign w:val="bottom"/>
          </w:tcPr>
          <w:p w14:paraId="5956605C" w14:textId="77777777" w:rsidR="00A365D1" w:rsidRPr="00A365D1" w:rsidRDefault="00A365D1" w:rsidP="00A365D1">
            <w:pPr>
              <w:spacing w:before="80" w:after="80" w:line="200" w:lineRule="exact"/>
              <w:ind w:right="113"/>
              <w:rPr>
                <w:i/>
                <w:sz w:val="16"/>
              </w:rPr>
            </w:pPr>
          </w:p>
        </w:tc>
      </w:tr>
      <w:tr w:rsidR="00A365D1" w:rsidRPr="00A365D1" w14:paraId="2A1E5A71" w14:textId="77777777" w:rsidTr="00A365D1">
        <w:tc>
          <w:tcPr>
            <w:tcW w:w="2457" w:type="dxa"/>
            <w:shd w:val="clear" w:color="auto" w:fill="auto"/>
          </w:tcPr>
          <w:p w14:paraId="758CE622" w14:textId="77777777" w:rsidR="00A365D1" w:rsidRPr="00A365D1" w:rsidRDefault="00A365D1" w:rsidP="00A365D1">
            <w:pPr>
              <w:spacing w:before="40" w:after="120"/>
              <w:ind w:right="113"/>
            </w:pPr>
            <w:r w:rsidRPr="00794A20">
              <w:rPr>
                <w:rFonts w:cs="Times New Roman"/>
              </w:rPr>
              <w:t>Стекла для панорамных люков автомобилей (СПЛА)</w:t>
            </w:r>
          </w:p>
        </w:tc>
        <w:tc>
          <w:tcPr>
            <w:tcW w:w="3213" w:type="dxa"/>
            <w:shd w:val="clear" w:color="auto" w:fill="auto"/>
          </w:tcPr>
          <w:p w14:paraId="39659B8A" w14:textId="0632ADF3" w:rsidR="00A365D1" w:rsidRPr="007F3D2A" w:rsidRDefault="00A365D1" w:rsidP="00A365D1">
            <w:pPr>
              <w:spacing w:before="40" w:after="120"/>
              <w:ind w:right="113"/>
            </w:pPr>
            <w:r w:rsidRPr="007F3D2A">
              <w:rPr>
                <w:rFonts w:cs="Times New Roman"/>
              </w:rPr>
              <w:t xml:space="preserve">Г-н С.Б. Эом (Республика Корея) (coпредседатель г-н Т. </w:t>
            </w:r>
            <w:proofErr w:type="spellStart"/>
            <w:r w:rsidRPr="007F3D2A">
              <w:rPr>
                <w:rFonts w:cs="Times New Roman"/>
              </w:rPr>
              <w:t>Фюрманн</w:t>
            </w:r>
            <w:proofErr w:type="spellEnd"/>
            <w:r w:rsidRPr="007F3D2A">
              <w:rPr>
                <w:rFonts w:cs="Times New Roman"/>
              </w:rPr>
              <w:t>-Беккер (Германия))</w:t>
            </w:r>
            <w:r w:rsidRPr="007F3D2A">
              <w:rPr>
                <w:rFonts w:cs="Times New Roman"/>
              </w:rPr>
              <w:br/>
            </w:r>
            <w:proofErr w:type="spellStart"/>
            <w:r w:rsidRPr="007F3D2A">
              <w:rPr>
                <w:rFonts w:cs="Times New Roman"/>
              </w:rPr>
              <w:t>Teл</w:t>
            </w:r>
            <w:proofErr w:type="spellEnd"/>
            <w:r w:rsidR="00AB3E43" w:rsidRPr="00AB3E43">
              <w:rPr>
                <w:rFonts w:cs="Times New Roman"/>
              </w:rPr>
              <w:t>.</w:t>
            </w:r>
            <w:r w:rsidRPr="007F3D2A">
              <w:rPr>
                <w:rFonts w:cs="Times New Roman"/>
              </w:rPr>
              <w:t>: +82 31 3690217</w:t>
            </w:r>
            <w:r w:rsidRPr="007F3D2A">
              <w:rPr>
                <w:rFonts w:cs="Times New Roman"/>
              </w:rPr>
              <w:br/>
              <w:t xml:space="preserve">электронная почта: </w:t>
            </w:r>
            <w:hyperlink r:id="rId8" w:history="1">
              <w:r w:rsidRPr="007F3D2A">
                <w:rPr>
                  <w:rStyle w:val="af2"/>
                  <w:rFonts w:cs="Times New Roman"/>
                  <w:color w:val="auto"/>
                </w:rPr>
                <w:t>sbeom@ts2020.kr</w:t>
              </w:r>
            </w:hyperlink>
          </w:p>
        </w:tc>
        <w:tc>
          <w:tcPr>
            <w:tcW w:w="2835" w:type="dxa"/>
            <w:shd w:val="clear" w:color="auto" w:fill="auto"/>
          </w:tcPr>
          <w:p w14:paraId="0A0CDA46" w14:textId="77777777" w:rsidR="00A365D1" w:rsidRPr="007F3D2A" w:rsidRDefault="00A365D1" w:rsidP="00A365D1">
            <w:pPr>
              <w:spacing w:before="40" w:after="120"/>
              <w:ind w:right="113"/>
            </w:pPr>
            <w:r w:rsidRPr="007F3D2A">
              <w:rPr>
                <w:rFonts w:cs="Times New Roman"/>
              </w:rPr>
              <w:t>Г-н С. Мюллер фон Кралик (КСАОД)</w:t>
            </w:r>
            <w:r w:rsidRPr="007F3D2A">
              <w:rPr>
                <w:rFonts w:cs="Times New Roman"/>
              </w:rPr>
              <w:br/>
              <w:t>Тел.: +49 89 85794 1625</w:t>
            </w:r>
            <w:r w:rsidRPr="007F3D2A">
              <w:rPr>
                <w:rFonts w:cs="Times New Roman"/>
              </w:rPr>
              <w:br/>
              <w:t>электронная почта</w:t>
            </w:r>
            <w:r w:rsidRPr="007F3D2A">
              <w:rPr>
                <w:rFonts w:cs="Times New Roman"/>
                <w:bCs/>
              </w:rPr>
              <w:t xml:space="preserve">: </w:t>
            </w:r>
            <w:hyperlink r:id="rId9" w:history="1">
              <w:r w:rsidRPr="007F3D2A">
                <w:rPr>
                  <w:rStyle w:val="af2"/>
                  <w:rFonts w:cs="Times New Roman"/>
                  <w:bCs/>
                  <w:color w:val="auto"/>
                </w:rPr>
                <w:t>Bianca.Retr@webasto.com</w:t>
              </w:r>
            </w:hyperlink>
          </w:p>
        </w:tc>
      </w:tr>
      <w:tr w:rsidR="00A365D1" w:rsidRPr="00A365D1" w14:paraId="60EF557B" w14:textId="77777777" w:rsidTr="00A365D1">
        <w:tc>
          <w:tcPr>
            <w:tcW w:w="2457" w:type="dxa"/>
            <w:shd w:val="clear" w:color="auto" w:fill="auto"/>
          </w:tcPr>
          <w:p w14:paraId="69805E91" w14:textId="77777777" w:rsidR="00A365D1" w:rsidRPr="00794A20" w:rsidRDefault="00A365D1" w:rsidP="00A365D1">
            <w:pPr>
              <w:spacing w:before="40" w:after="120"/>
              <w:ind w:right="113"/>
              <w:rPr>
                <w:rFonts w:cs="Times New Roman"/>
              </w:rPr>
            </w:pPr>
            <w:r w:rsidRPr="00794A20">
              <w:rPr>
                <w:rFonts w:cs="Times New Roman"/>
              </w:rPr>
              <w:t xml:space="preserve">Предупреждение </w:t>
            </w:r>
            <w:r w:rsidRPr="00794A20">
              <w:rPr>
                <w:rFonts w:cs="Times New Roman"/>
              </w:rPr>
              <w:br/>
              <w:t>о присутствии уязвимых участников дорожного движения в непосредственной близости (УУДНБ)</w:t>
            </w:r>
          </w:p>
        </w:tc>
        <w:tc>
          <w:tcPr>
            <w:tcW w:w="3213" w:type="dxa"/>
            <w:shd w:val="clear" w:color="auto" w:fill="auto"/>
          </w:tcPr>
          <w:p w14:paraId="7CB8BF62" w14:textId="77777777" w:rsidR="00A365D1" w:rsidRPr="007F3D2A" w:rsidRDefault="00A365D1" w:rsidP="00A365D1">
            <w:pPr>
              <w:spacing w:before="40" w:after="120"/>
              <w:ind w:right="113"/>
              <w:rPr>
                <w:rFonts w:cs="Times New Roman"/>
              </w:rPr>
            </w:pPr>
            <w:r w:rsidRPr="007F3D2A">
              <w:rPr>
                <w:rFonts w:cs="Times New Roman"/>
              </w:rPr>
              <w:t>Г-н Й. Мацуи (Япония) (Председатель)</w:t>
            </w:r>
            <w:r w:rsidRPr="007F3D2A">
              <w:rPr>
                <w:rFonts w:cs="Times New Roman"/>
              </w:rPr>
              <w:br/>
              <w:t>Г-н П. Брурьес (ЕК) (заместитель Председателя)</w:t>
            </w:r>
            <w:r w:rsidRPr="007F3D2A">
              <w:rPr>
                <w:rFonts w:cs="Times New Roman"/>
              </w:rPr>
              <w:br/>
              <w:t>Teл.: +81 422 41 3371</w:t>
            </w:r>
            <w:r w:rsidRPr="007F3D2A">
              <w:rPr>
                <w:rFonts w:cs="Times New Roman"/>
              </w:rPr>
              <w:br/>
              <w:t xml:space="preserve">электронная почта: </w:t>
            </w:r>
            <w:hyperlink r:id="rId10" w:history="1">
              <w:r w:rsidRPr="007F3D2A">
                <w:rPr>
                  <w:rStyle w:val="af2"/>
                  <w:rFonts w:cs="Times New Roman"/>
                  <w:color w:val="auto"/>
                </w:rPr>
                <w:t>ymatsui@ntsel.go.jp</w:t>
              </w:r>
            </w:hyperlink>
            <w:r w:rsidRPr="007F3D2A">
              <w:rPr>
                <w:rFonts w:cs="Times New Roman"/>
              </w:rPr>
              <w:br/>
              <w:t>Teл.: +32 2 299 49 33</w:t>
            </w:r>
            <w:r w:rsidRPr="007F3D2A">
              <w:rPr>
                <w:rFonts w:cs="Times New Roman"/>
              </w:rPr>
              <w:br/>
              <w:t xml:space="preserve">электронная почта: </w:t>
            </w:r>
            <w:hyperlink r:id="rId11" w:history="1">
              <w:r w:rsidR="007F3D2A" w:rsidRPr="007F3D2A">
                <w:rPr>
                  <w:rStyle w:val="af2"/>
                  <w:rFonts w:cs="Times New Roman"/>
                  <w:color w:val="auto"/>
                </w:rPr>
                <w:t>peter.broertjes@ec.europa.eu</w:t>
              </w:r>
            </w:hyperlink>
          </w:p>
        </w:tc>
        <w:tc>
          <w:tcPr>
            <w:tcW w:w="2835" w:type="dxa"/>
            <w:shd w:val="clear" w:color="auto" w:fill="auto"/>
          </w:tcPr>
          <w:p w14:paraId="56930338" w14:textId="77777777" w:rsidR="00A365D1" w:rsidRPr="007F3D2A" w:rsidRDefault="00A365D1" w:rsidP="00A365D1">
            <w:pPr>
              <w:spacing w:before="40" w:after="120"/>
              <w:ind w:right="113"/>
              <w:rPr>
                <w:rFonts w:cs="Times New Roman"/>
              </w:rPr>
            </w:pPr>
            <w:r w:rsidRPr="007F3D2A">
              <w:rPr>
                <w:rFonts w:cs="Times New Roman"/>
              </w:rPr>
              <w:t>Г-н Йохан Бродерс (МОПАП)</w:t>
            </w:r>
            <w:r w:rsidRPr="007F3D2A">
              <w:rPr>
                <w:rFonts w:cs="Times New Roman"/>
              </w:rPr>
              <w:br/>
              <w:t>Тел.: +31 40 214 5033</w:t>
            </w:r>
            <w:r w:rsidRPr="007F3D2A">
              <w:rPr>
                <w:rFonts w:cs="Times New Roman"/>
              </w:rPr>
              <w:br/>
              <w:t>электронная почта</w:t>
            </w:r>
            <w:r w:rsidRPr="007F3D2A">
              <w:rPr>
                <w:rFonts w:cs="Times New Roman"/>
                <w:bCs/>
              </w:rPr>
              <w:t xml:space="preserve">: </w:t>
            </w:r>
            <w:hyperlink r:id="rId12" w:history="1">
              <w:r w:rsidRPr="007F3D2A">
                <w:rPr>
                  <w:rStyle w:val="af2"/>
                  <w:rFonts w:cs="Times New Roman"/>
                  <w:bCs/>
                  <w:color w:val="auto"/>
                </w:rPr>
                <w:t>johan.broeders@daftrucks.com</w:t>
              </w:r>
            </w:hyperlink>
          </w:p>
        </w:tc>
      </w:tr>
      <w:tr w:rsidR="00A365D1" w:rsidRPr="00A365D1" w14:paraId="4EE2208B" w14:textId="77777777" w:rsidTr="00A365D1">
        <w:tc>
          <w:tcPr>
            <w:tcW w:w="2457" w:type="dxa"/>
            <w:shd w:val="clear" w:color="auto" w:fill="auto"/>
          </w:tcPr>
          <w:p w14:paraId="58AF3D3A" w14:textId="77777777" w:rsidR="00A365D1" w:rsidRPr="00A365D1" w:rsidRDefault="00A365D1" w:rsidP="00A365D1">
            <w:pPr>
              <w:spacing w:before="40" w:after="120"/>
              <w:ind w:right="113"/>
            </w:pPr>
            <w:r w:rsidRPr="00794A20">
              <w:rPr>
                <w:rFonts w:cs="Times New Roman"/>
              </w:rPr>
              <w:t>Поведение общей конструкции транспортных средств категорий М</w:t>
            </w:r>
            <w:r w:rsidRPr="00794A20">
              <w:rPr>
                <w:rFonts w:cs="Times New Roman"/>
                <w:vertAlign w:val="subscript"/>
              </w:rPr>
              <w:t>2</w:t>
            </w:r>
            <w:r w:rsidRPr="00794A20">
              <w:rPr>
                <w:rFonts w:cs="Times New Roman"/>
              </w:rPr>
              <w:t xml:space="preserve"> и М</w:t>
            </w:r>
            <w:r w:rsidRPr="00794A20">
              <w:rPr>
                <w:rFonts w:cs="Times New Roman"/>
                <w:vertAlign w:val="subscript"/>
              </w:rPr>
              <w:t>3</w:t>
            </w:r>
            <w:r w:rsidRPr="00794A20">
              <w:rPr>
                <w:rFonts w:cs="Times New Roman"/>
              </w:rPr>
              <w:t xml:space="preserve"> в случае пожара (ПМСП)</w:t>
            </w:r>
          </w:p>
        </w:tc>
        <w:tc>
          <w:tcPr>
            <w:tcW w:w="3213" w:type="dxa"/>
            <w:shd w:val="clear" w:color="auto" w:fill="auto"/>
          </w:tcPr>
          <w:p w14:paraId="55CCC956" w14:textId="77777777" w:rsidR="00A365D1" w:rsidRPr="007F3D2A" w:rsidRDefault="00A365D1" w:rsidP="00A365D1">
            <w:pPr>
              <w:spacing w:before="40" w:after="120"/>
              <w:ind w:right="113"/>
            </w:pPr>
            <w:r w:rsidRPr="007F3D2A">
              <w:rPr>
                <w:rFonts w:cs="Times New Roman"/>
              </w:rPr>
              <w:t>Г-н Ф. Эрвелё (Франция) (Председатель)</w:t>
            </w:r>
            <w:r w:rsidRPr="007F3D2A">
              <w:rPr>
                <w:rFonts w:cs="Times New Roman"/>
              </w:rPr>
              <w:br/>
              <w:t>Тел.: +33 1 69 803407</w:t>
            </w:r>
            <w:r w:rsidRPr="007F3D2A">
              <w:rPr>
                <w:rFonts w:cs="Times New Roman"/>
              </w:rPr>
              <w:br/>
              <w:t xml:space="preserve">электронная почта: </w:t>
            </w:r>
            <w:hyperlink r:id="rId13" w:history="1">
              <w:r w:rsidRPr="007F3D2A">
                <w:rPr>
                  <w:rStyle w:val="af2"/>
                  <w:rFonts w:cs="Times New Roman"/>
                  <w:color w:val="auto"/>
                </w:rPr>
                <w:t>fabrice.herveleu@utacceram.com</w:t>
              </w:r>
            </w:hyperlink>
          </w:p>
        </w:tc>
        <w:tc>
          <w:tcPr>
            <w:tcW w:w="2835" w:type="dxa"/>
            <w:shd w:val="clear" w:color="auto" w:fill="auto"/>
          </w:tcPr>
          <w:p w14:paraId="2C54DE55" w14:textId="77777777" w:rsidR="00A365D1" w:rsidRPr="007F3D2A" w:rsidRDefault="00A365D1" w:rsidP="00A365D1">
            <w:pPr>
              <w:spacing w:before="40" w:after="120"/>
              <w:ind w:right="113"/>
            </w:pPr>
            <w:r w:rsidRPr="007F3D2A">
              <w:rPr>
                <w:rFonts w:cs="Times New Roman"/>
                <w:szCs w:val="21"/>
                <w:shd w:val="clear" w:color="auto" w:fill="FFFFFF"/>
              </w:rPr>
              <w:t>Г-н О. Фонтен (МОПАП)</w:t>
            </w:r>
            <w:r w:rsidRPr="007F3D2A">
              <w:rPr>
                <w:rFonts w:cs="Times New Roman"/>
                <w:szCs w:val="21"/>
                <w:shd w:val="clear" w:color="auto" w:fill="FFFFFF"/>
              </w:rPr>
              <w:br/>
            </w:r>
            <w:r w:rsidRPr="007F3D2A">
              <w:rPr>
                <w:rFonts w:cs="Times New Roman"/>
              </w:rPr>
              <w:t>Teл.: +33 1 43590013</w:t>
            </w:r>
            <w:r w:rsidRPr="007F3D2A">
              <w:rPr>
                <w:rFonts w:cs="Times New Roman"/>
              </w:rPr>
              <w:br/>
              <w:t xml:space="preserve">электронная почта: </w:t>
            </w:r>
            <w:hyperlink r:id="rId14" w:history="1">
              <w:r w:rsidRPr="007F3D2A">
                <w:rPr>
                  <w:rStyle w:val="af2"/>
                  <w:rFonts w:cs="Times New Roman"/>
                  <w:color w:val="auto"/>
                </w:rPr>
                <w:t>ofontaine@oica.net</w:t>
              </w:r>
            </w:hyperlink>
          </w:p>
        </w:tc>
      </w:tr>
      <w:tr w:rsidR="00A365D1" w:rsidRPr="00A365D1" w14:paraId="0439962E" w14:textId="77777777" w:rsidTr="00A365D1">
        <w:tc>
          <w:tcPr>
            <w:tcW w:w="2457" w:type="dxa"/>
            <w:tcBorders>
              <w:bottom w:val="single" w:sz="12" w:space="0" w:color="auto"/>
            </w:tcBorders>
            <w:shd w:val="clear" w:color="auto" w:fill="auto"/>
          </w:tcPr>
          <w:p w14:paraId="54076124" w14:textId="77777777" w:rsidR="00A365D1" w:rsidRPr="00794A20" w:rsidRDefault="00A365D1" w:rsidP="00A365D1">
            <w:pPr>
              <w:spacing w:before="40" w:after="120"/>
              <w:ind w:right="113"/>
              <w:rPr>
                <w:rFonts w:cs="Times New Roman"/>
              </w:rPr>
            </w:pPr>
            <w:r w:rsidRPr="00794A20">
              <w:rPr>
                <w:rFonts w:cs="Times New Roman"/>
                <w:szCs w:val="21"/>
                <w:shd w:val="clear" w:color="auto" w:fill="FFFFFF"/>
              </w:rPr>
              <w:t>Регистратор данных об аварии и система хранения данных для автоматизированного вождения (РДА/СХДАВ)</w:t>
            </w:r>
          </w:p>
        </w:tc>
        <w:tc>
          <w:tcPr>
            <w:tcW w:w="3213" w:type="dxa"/>
            <w:tcBorders>
              <w:bottom w:val="single" w:sz="12" w:space="0" w:color="auto"/>
            </w:tcBorders>
            <w:shd w:val="clear" w:color="auto" w:fill="auto"/>
          </w:tcPr>
          <w:p w14:paraId="3A268A74" w14:textId="77777777" w:rsidR="00A365D1" w:rsidRPr="00794A20" w:rsidRDefault="00A365D1" w:rsidP="00A365D1">
            <w:pPr>
              <w:spacing w:before="40" w:after="120"/>
              <w:ind w:right="113"/>
              <w:rPr>
                <w:rFonts w:cs="Times New Roman"/>
              </w:rPr>
            </w:pPr>
            <w:r w:rsidRPr="00794A20">
              <w:rPr>
                <w:rFonts w:cs="Times New Roman"/>
              </w:rPr>
              <w:t>Г-н T. Гейтинг (Нидерланды)*</w:t>
            </w:r>
            <w:r w:rsidRPr="00794A20">
              <w:rPr>
                <w:rFonts w:cs="Times New Roman"/>
              </w:rPr>
              <w:br/>
              <w:t>Г-н Ниикуни (Япония)*</w:t>
            </w:r>
            <w:r w:rsidRPr="00794A20">
              <w:rPr>
                <w:rFonts w:cs="Times New Roman"/>
              </w:rPr>
              <w:br/>
              <w:t>Г-жа Дж. Доэрти (США)*</w:t>
            </w:r>
          </w:p>
        </w:tc>
        <w:tc>
          <w:tcPr>
            <w:tcW w:w="2835" w:type="dxa"/>
            <w:tcBorders>
              <w:bottom w:val="single" w:sz="12" w:space="0" w:color="auto"/>
            </w:tcBorders>
            <w:shd w:val="clear" w:color="auto" w:fill="auto"/>
          </w:tcPr>
          <w:p w14:paraId="739A5EF3" w14:textId="77777777" w:rsidR="00A365D1" w:rsidRPr="00794A20" w:rsidRDefault="00A365D1" w:rsidP="00A365D1">
            <w:pPr>
              <w:spacing w:before="40" w:after="120"/>
              <w:ind w:right="113"/>
              <w:rPr>
                <w:rFonts w:cs="Times New Roman"/>
                <w:szCs w:val="21"/>
                <w:shd w:val="clear" w:color="auto" w:fill="FFFFFF"/>
              </w:rPr>
            </w:pPr>
            <w:r w:rsidRPr="00794A20">
              <w:rPr>
                <w:rFonts w:cs="Times New Roman"/>
                <w:szCs w:val="21"/>
                <w:shd w:val="clear" w:color="auto" w:fill="FFFFFF"/>
              </w:rPr>
              <w:t>Г-н О. Фонтен (МОПАП)</w:t>
            </w:r>
          </w:p>
        </w:tc>
      </w:tr>
    </w:tbl>
    <w:p w14:paraId="62A1FDE8" w14:textId="1C765D65" w:rsidR="00AB3E43" w:rsidRPr="00AB3E43" w:rsidRDefault="00AB3E43" w:rsidP="00AB3E43">
      <w:pPr>
        <w:ind w:left="1134"/>
        <w:rPr>
          <w:u w:val="single"/>
          <w:lang w:val="en-US"/>
        </w:rPr>
      </w:pPr>
      <w:r w:rsidRPr="000F130A">
        <w:rPr>
          <w:sz w:val="16"/>
          <w:szCs w:val="16"/>
        </w:rPr>
        <w:t xml:space="preserve">* </w:t>
      </w:r>
      <w:r>
        <w:rPr>
          <w:sz w:val="16"/>
          <w:szCs w:val="16"/>
          <w:lang w:val="en-US"/>
        </w:rPr>
        <w:t>C</w:t>
      </w:r>
      <w:proofErr w:type="spellStart"/>
      <w:r w:rsidRPr="000F130A">
        <w:rPr>
          <w:sz w:val="16"/>
          <w:szCs w:val="16"/>
        </w:rPr>
        <w:t>o</w:t>
      </w:r>
      <w:r>
        <w:rPr>
          <w:sz w:val="16"/>
          <w:szCs w:val="16"/>
        </w:rPr>
        <w:t>п</w:t>
      </w:r>
      <w:bookmarkStart w:id="20" w:name="_GoBack"/>
      <w:bookmarkEnd w:id="20"/>
      <w:r>
        <w:rPr>
          <w:sz w:val="16"/>
          <w:szCs w:val="16"/>
        </w:rPr>
        <w:t>редседатели</w:t>
      </w:r>
      <w:proofErr w:type="spellEnd"/>
      <w:r>
        <w:rPr>
          <w:sz w:val="16"/>
          <w:szCs w:val="16"/>
        </w:rPr>
        <w:t xml:space="preserve"> НРГ</w:t>
      </w:r>
      <w:r>
        <w:rPr>
          <w:sz w:val="16"/>
          <w:szCs w:val="16"/>
          <w:lang w:val="en-US"/>
        </w:rPr>
        <w:t>.</w:t>
      </w:r>
    </w:p>
    <w:p w14:paraId="3043069A" w14:textId="40644B1A" w:rsidR="00C405CB" w:rsidRPr="00794A20" w:rsidRDefault="00260822" w:rsidP="00260822">
      <w:pPr>
        <w:spacing w:before="240"/>
        <w:jc w:val="center"/>
        <w:rPr>
          <w:u w:val="single"/>
        </w:rPr>
      </w:pPr>
      <w:r w:rsidRPr="00794A20">
        <w:rPr>
          <w:u w:val="single"/>
        </w:rPr>
        <w:tab/>
      </w:r>
      <w:r w:rsidRPr="00794A20">
        <w:rPr>
          <w:u w:val="single"/>
        </w:rPr>
        <w:tab/>
      </w:r>
      <w:r w:rsidRPr="00794A20">
        <w:rPr>
          <w:u w:val="single"/>
        </w:rPr>
        <w:tab/>
      </w:r>
    </w:p>
    <w:sectPr w:rsidR="00C405CB" w:rsidRPr="00794A20" w:rsidSect="00C405CB">
      <w:headerReference w:type="even" r:id="rId15"/>
      <w:headerReference w:type="default" r:id="rId16"/>
      <w:footerReference w:type="even" r:id="rId17"/>
      <w:footerReference w:type="default" r:id="rId18"/>
      <w:footerReference w:type="first" r:id="rId19"/>
      <w:endnotePr>
        <w:numFmt w:val="decimal"/>
      </w:endnotePr>
      <w:pgSz w:w="11906" w:h="16838" w:code="9"/>
      <w:pgMar w:top="1418" w:right="1134" w:bottom="1134" w:left="1134" w:header="851"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10425B4" w14:textId="77777777" w:rsidR="00BD44D9" w:rsidRPr="00A312BC" w:rsidRDefault="00BD44D9" w:rsidP="00A312BC"/>
  </w:endnote>
  <w:endnote w:type="continuationSeparator" w:id="0">
    <w:p w14:paraId="75D0BB5D" w14:textId="77777777" w:rsidR="00BD44D9" w:rsidRPr="00A312BC" w:rsidRDefault="00BD44D9" w:rsidP="00A312B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ourier">
    <w:panose1 w:val="02070409020205020404"/>
    <w:charset w:val="00"/>
    <w:family w:val="roman"/>
    <w:pitch w:val="fixed"/>
    <w:sig w:usb0="00000003" w:usb1="00000000" w:usb2="00000000" w:usb3="00000000" w:csb0="00000001" w:csb1="00000000"/>
  </w:font>
  <w:font w:name="Cambria Math">
    <w:panose1 w:val="02040503050406030204"/>
    <w:charset w:val="CC"/>
    <w:family w:val="roman"/>
    <w:pitch w:val="variable"/>
    <w:sig w:usb0="E00006FF" w:usb1="420024FF" w:usb2="02000000" w:usb3="00000000" w:csb0="0000019F" w:csb1="00000000"/>
  </w:font>
  <w:font w:name="C39T30Lfz">
    <w:panose1 w:val="000004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03C29B" w14:textId="20CA7A66" w:rsidR="00BD44D9" w:rsidRPr="00C405CB" w:rsidRDefault="00BD44D9">
    <w:pPr>
      <w:pStyle w:val="a9"/>
    </w:pPr>
    <w:r w:rsidRPr="00C405CB">
      <w:rPr>
        <w:b/>
        <w:sz w:val="18"/>
      </w:rPr>
      <w:fldChar w:fldCharType="begin"/>
    </w:r>
    <w:r w:rsidRPr="00C405CB">
      <w:rPr>
        <w:b/>
        <w:sz w:val="18"/>
      </w:rPr>
      <w:instrText xml:space="preserve"> PAGE  \* MERGEFORMAT </w:instrText>
    </w:r>
    <w:r w:rsidRPr="00C405CB">
      <w:rPr>
        <w:b/>
        <w:sz w:val="18"/>
      </w:rPr>
      <w:fldChar w:fldCharType="separate"/>
    </w:r>
    <w:r w:rsidR="00C462E4">
      <w:rPr>
        <w:b/>
        <w:noProof/>
        <w:sz w:val="18"/>
      </w:rPr>
      <w:t>22</w:t>
    </w:r>
    <w:r w:rsidRPr="00C405CB">
      <w:rPr>
        <w:b/>
        <w:sz w:val="18"/>
      </w:rPr>
      <w:fldChar w:fldCharType="end"/>
    </w:r>
    <w:r>
      <w:rPr>
        <w:b/>
        <w:sz w:val="18"/>
      </w:rPr>
      <w:tab/>
    </w:r>
    <w:r>
      <w:t>GE.19-20666</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C56656" w14:textId="513407AD" w:rsidR="00BD44D9" w:rsidRPr="00C405CB" w:rsidRDefault="00BD44D9" w:rsidP="00C405CB">
    <w:pPr>
      <w:pStyle w:val="a9"/>
      <w:tabs>
        <w:tab w:val="clear" w:pos="9639"/>
        <w:tab w:val="right" w:pos="9638"/>
      </w:tabs>
      <w:rPr>
        <w:b/>
        <w:sz w:val="18"/>
      </w:rPr>
    </w:pPr>
    <w:r>
      <w:t>GE.19-20666</w:t>
    </w:r>
    <w:r>
      <w:tab/>
    </w:r>
    <w:r w:rsidRPr="00C405CB">
      <w:rPr>
        <w:b/>
        <w:sz w:val="18"/>
      </w:rPr>
      <w:fldChar w:fldCharType="begin"/>
    </w:r>
    <w:r w:rsidRPr="00C405CB">
      <w:rPr>
        <w:b/>
        <w:sz w:val="18"/>
      </w:rPr>
      <w:instrText xml:space="preserve"> PAGE  \* MERGEFORMAT </w:instrText>
    </w:r>
    <w:r w:rsidRPr="00C405CB">
      <w:rPr>
        <w:b/>
        <w:sz w:val="18"/>
      </w:rPr>
      <w:fldChar w:fldCharType="separate"/>
    </w:r>
    <w:r w:rsidR="00C462E4">
      <w:rPr>
        <w:b/>
        <w:noProof/>
        <w:sz w:val="18"/>
      </w:rPr>
      <w:t>21</w:t>
    </w:r>
    <w:r w:rsidRPr="00C405CB">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632C88" w14:textId="77777777" w:rsidR="00BD44D9" w:rsidRPr="00C405CB" w:rsidRDefault="00BD44D9" w:rsidP="00C405CB">
    <w:pPr>
      <w:spacing w:before="120" w:line="240" w:lineRule="auto"/>
    </w:pPr>
    <w:r>
      <w:t>GE.</w:t>
    </w:r>
    <w:r>
      <w:rPr>
        <w:b/>
        <w:noProof/>
        <w:lang w:val="en-US"/>
      </w:rPr>
      <w:drawing>
        <wp:anchor distT="0" distB="0" distL="114300" distR="114300" simplePos="0" relativeHeight="251658240" behindDoc="0" locked="0" layoutInCell="1" allowOverlap="1" wp14:anchorId="24258BFB" wp14:editId="4F77EED4">
          <wp:simplePos x="0" y="0"/>
          <wp:positionH relativeFrom="margin">
            <wp:posOffset>2699385</wp:posOffset>
          </wp:positionH>
          <wp:positionV relativeFrom="margin">
            <wp:posOffset>9179560</wp:posOffset>
          </wp:positionV>
          <wp:extent cx="2656800" cy="277200"/>
          <wp:effectExtent l="0" t="0" r="0" b="8890"/>
          <wp:wrapNone/>
          <wp:docPr id="3" name="Рисунок 2" descr="recycle_Russi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Russian"/>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t="-22647"/>
                  <a:stretch/>
                </pic:blipFill>
                <pic:spPr bwMode="auto">
                  <a:xfrm>
                    <a:off x="0" y="0"/>
                    <a:ext cx="2656800" cy="2772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t>19-20666  (R)</w:t>
    </w:r>
    <w:r>
      <w:rPr>
        <w:lang w:val="en-US"/>
      </w:rPr>
      <w:t xml:space="preserve">  270120  300120</w:t>
    </w:r>
    <w:r>
      <w:br/>
    </w:r>
    <w:r w:rsidRPr="00C405CB">
      <w:rPr>
        <w:rFonts w:ascii="C39T30Lfz" w:hAnsi="C39T30Lfz"/>
        <w:kern w:val="14"/>
        <w:sz w:val="56"/>
      </w:rPr>
      <w:t></w:t>
    </w:r>
    <w:r w:rsidRPr="00C405CB">
      <w:rPr>
        <w:rFonts w:ascii="C39T30Lfz" w:hAnsi="C39T30Lfz"/>
        <w:kern w:val="14"/>
        <w:sz w:val="56"/>
      </w:rPr>
      <w:t></w:t>
    </w:r>
    <w:r w:rsidRPr="00C405CB">
      <w:rPr>
        <w:rFonts w:ascii="C39T30Lfz" w:hAnsi="C39T30Lfz"/>
        <w:kern w:val="14"/>
        <w:sz w:val="56"/>
      </w:rPr>
      <w:t></w:t>
    </w:r>
    <w:r w:rsidRPr="00C405CB">
      <w:rPr>
        <w:rFonts w:ascii="C39T30Lfz" w:hAnsi="C39T30Lfz"/>
        <w:kern w:val="14"/>
        <w:sz w:val="56"/>
      </w:rPr>
      <w:t></w:t>
    </w:r>
    <w:r w:rsidRPr="00C405CB">
      <w:rPr>
        <w:rFonts w:ascii="C39T30Lfz" w:hAnsi="C39T30Lfz"/>
        <w:kern w:val="14"/>
        <w:sz w:val="56"/>
      </w:rPr>
      <w:t></w:t>
    </w:r>
    <w:r w:rsidRPr="00C405CB">
      <w:rPr>
        <w:rFonts w:ascii="C39T30Lfz" w:hAnsi="C39T30Lfz"/>
        <w:kern w:val="14"/>
        <w:sz w:val="56"/>
      </w:rPr>
      <w:t></w:t>
    </w:r>
    <w:r w:rsidRPr="00C405CB">
      <w:rPr>
        <w:rFonts w:ascii="C39T30Lfz" w:hAnsi="C39T30Lfz"/>
        <w:kern w:val="14"/>
        <w:sz w:val="56"/>
      </w:rPr>
      <w:t></w:t>
    </w:r>
    <w:r w:rsidRPr="00C405CB">
      <w:rPr>
        <w:rFonts w:ascii="C39T30Lfz" w:hAnsi="C39T30Lfz"/>
        <w:kern w:val="14"/>
        <w:sz w:val="56"/>
      </w:rPr>
      <w:t></w:t>
    </w:r>
    <w:r w:rsidRPr="00C405CB">
      <w:rPr>
        <w:rFonts w:ascii="C39T30Lfz" w:hAnsi="C39T30Lfz"/>
        <w:kern w:val="14"/>
        <w:sz w:val="56"/>
      </w:rPr>
      <w:t></w:t>
    </w:r>
    <w:r>
      <w:rPr>
        <w:noProof/>
        <w:lang w:val="en-US"/>
      </w:rPr>
      <w:drawing>
        <wp:anchor distT="0" distB="0" distL="114300" distR="114300" simplePos="0" relativeHeight="251659264" behindDoc="0" locked="0" layoutInCell="1" allowOverlap="1" wp14:anchorId="2EBA7631" wp14:editId="4254F797">
          <wp:simplePos x="0" y="0"/>
          <wp:positionH relativeFrom="margin">
            <wp:posOffset>5489575</wp:posOffset>
          </wp:positionH>
          <wp:positionV relativeFrom="margin">
            <wp:posOffset>8855710</wp:posOffset>
          </wp:positionV>
          <wp:extent cx="638175" cy="638175"/>
          <wp:effectExtent l="0" t="0" r="9525" b="9525"/>
          <wp:wrapNone/>
          <wp:docPr id="1" name="Рисунок 1" descr="https://undocs.org/m2/QRCode.ashx?DS=ECE/TRANS/WP.29/GRSG/96&amp;Size=2&amp;Lang=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GRSG/96&amp;Size=2&amp;Lang=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619A6ED" w14:textId="77777777" w:rsidR="00BD44D9" w:rsidRPr="001075E9" w:rsidRDefault="00BD44D9" w:rsidP="001075E9">
      <w:pPr>
        <w:tabs>
          <w:tab w:val="right" w:pos="2155"/>
        </w:tabs>
        <w:spacing w:after="80" w:line="240" w:lineRule="auto"/>
        <w:ind w:left="680"/>
        <w:rPr>
          <w:u w:val="single"/>
        </w:rPr>
      </w:pPr>
      <w:r>
        <w:rPr>
          <w:u w:val="single"/>
        </w:rPr>
        <w:tab/>
      </w:r>
    </w:p>
  </w:footnote>
  <w:footnote w:type="continuationSeparator" w:id="0">
    <w:p w14:paraId="353204B7" w14:textId="77777777" w:rsidR="00BD44D9" w:rsidRDefault="00BD44D9" w:rsidP="00407B78">
      <w:pPr>
        <w:tabs>
          <w:tab w:val="right" w:pos="2155"/>
        </w:tabs>
        <w:spacing w:after="80"/>
        <w:ind w:left="680"/>
        <w:rPr>
          <w:u w:val="single"/>
        </w:rPr>
      </w:pPr>
      <w:r>
        <w:rPr>
          <w:u w:val="single"/>
        </w:rPr>
        <w:tab/>
      </w:r>
    </w:p>
  </w:footnote>
  <w:footnote w:id="1">
    <w:p w14:paraId="50AB21C3" w14:textId="77777777" w:rsidR="00BD44D9" w:rsidRPr="00B42057" w:rsidRDefault="00BD44D9" w:rsidP="00BD44D9">
      <w:pPr>
        <w:pStyle w:val="ae"/>
        <w:rPr>
          <w:sz w:val="16"/>
        </w:rPr>
      </w:pPr>
      <w:r>
        <w:tab/>
      </w:r>
      <w:r>
        <w:rPr>
          <w:rStyle w:val="ab"/>
        </w:rPr>
        <w:footnoteRef/>
      </w:r>
      <w:r w:rsidRPr="002B3E94">
        <w:t xml:space="preserve"> </w:t>
      </w:r>
      <w:r w:rsidRPr="002B3E94">
        <w:tab/>
      </w:r>
      <w:r w:rsidRPr="00BD44D9">
        <w:t>GRSG</w:t>
      </w:r>
      <w:r w:rsidRPr="00B42057">
        <w:t xml:space="preserve"> </w:t>
      </w:r>
      <w:r w:rsidRPr="00B42057">
        <w:rPr>
          <w:shd w:val="clear" w:color="auto" w:fill="FFFFFF"/>
        </w:rPr>
        <w:t>отметила, что официальные документы следует представить в секретариат ЕЭК до 6 января 2020 года, т. е. за 12 недель до начала сессии.</w:t>
      </w:r>
      <w:r w:rsidRPr="00B42057">
        <w:rPr>
          <w:sz w:val="16"/>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1F5962" w14:textId="3D0E8109" w:rsidR="00BD44D9" w:rsidRPr="00C405CB" w:rsidRDefault="00BD44D9">
    <w:pPr>
      <w:pStyle w:val="a6"/>
    </w:pPr>
    <w:fldSimple w:instr=" TITLE  \* MERGEFORMAT ">
      <w:r w:rsidR="00C462E4">
        <w:t>ECE/TRANS/WP.29/GRSG/96</w:t>
      </w:r>
    </w:fldSimple>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B8B568" w14:textId="7179DC2D" w:rsidR="00BD44D9" w:rsidRPr="00C405CB" w:rsidRDefault="00BD44D9" w:rsidP="00C405CB">
    <w:pPr>
      <w:pStyle w:val="a6"/>
      <w:jc w:val="right"/>
    </w:pPr>
    <w:fldSimple w:instr=" TITLE  \* MERGEFORMAT ">
      <w:r w:rsidR="00C462E4">
        <w:t>ECE/TRANS/WP.29/GRSG/96</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521322"/>
    <w:multiLevelType w:val="multilevel"/>
    <w:tmpl w:val="04090023"/>
    <w:styleLink w:val="a"/>
    <w:lvl w:ilvl="0">
      <w:start w:val="1"/>
      <w:numFmt w:val="upperRoman"/>
      <w:pStyle w:val="1"/>
      <w:lvlText w:val="Article %1."/>
      <w:lvlJc w:val="left"/>
      <w:pPr>
        <w:tabs>
          <w:tab w:val="num" w:pos="1440"/>
        </w:tabs>
        <w:ind w:left="0" w:firstLine="0"/>
      </w:pPr>
    </w:lvl>
    <w:lvl w:ilvl="1">
      <w:start w:val="1"/>
      <w:numFmt w:val="decimalZero"/>
      <w:pStyle w:val="2"/>
      <w:isLgl/>
      <w:lvlText w:val="Section %1.%2"/>
      <w:lvlJc w:val="left"/>
      <w:pPr>
        <w:tabs>
          <w:tab w:val="num" w:pos="1080"/>
        </w:tabs>
        <w:ind w:left="0" w:firstLine="0"/>
      </w:pPr>
    </w:lvl>
    <w:lvl w:ilvl="2">
      <w:start w:val="1"/>
      <w:numFmt w:val="lowerLetter"/>
      <w:pStyle w:val="3"/>
      <w:lvlText w:val="(%3)"/>
      <w:lvlJc w:val="left"/>
      <w:pPr>
        <w:tabs>
          <w:tab w:val="num" w:pos="720"/>
        </w:tabs>
        <w:ind w:left="720" w:hanging="432"/>
      </w:pPr>
    </w:lvl>
    <w:lvl w:ilvl="3">
      <w:start w:val="1"/>
      <w:numFmt w:val="lowerRoman"/>
      <w:pStyle w:val="4"/>
      <w:lvlText w:val="(%4)"/>
      <w:lvlJc w:val="right"/>
      <w:pPr>
        <w:tabs>
          <w:tab w:val="num" w:pos="864"/>
        </w:tabs>
        <w:ind w:left="864" w:hanging="144"/>
      </w:pPr>
    </w:lvl>
    <w:lvl w:ilvl="4">
      <w:start w:val="1"/>
      <w:numFmt w:val="decimal"/>
      <w:pStyle w:val="5"/>
      <w:lvlText w:val="%5)"/>
      <w:lvlJc w:val="left"/>
      <w:pPr>
        <w:tabs>
          <w:tab w:val="num" w:pos="1008"/>
        </w:tabs>
        <w:ind w:left="1008" w:hanging="432"/>
      </w:pPr>
    </w:lvl>
    <w:lvl w:ilvl="5">
      <w:start w:val="1"/>
      <w:numFmt w:val="lowerLetter"/>
      <w:pStyle w:val="6"/>
      <w:lvlText w:val="%6)"/>
      <w:lvlJc w:val="left"/>
      <w:pPr>
        <w:tabs>
          <w:tab w:val="num" w:pos="1152"/>
        </w:tabs>
        <w:ind w:left="1152" w:hanging="432"/>
      </w:pPr>
    </w:lvl>
    <w:lvl w:ilvl="6">
      <w:start w:val="1"/>
      <w:numFmt w:val="lowerRoman"/>
      <w:pStyle w:val="7"/>
      <w:lvlText w:val="%7)"/>
      <w:lvlJc w:val="right"/>
      <w:pPr>
        <w:tabs>
          <w:tab w:val="num" w:pos="1296"/>
        </w:tabs>
        <w:ind w:left="1296" w:hanging="288"/>
      </w:pPr>
    </w:lvl>
    <w:lvl w:ilvl="7">
      <w:start w:val="1"/>
      <w:numFmt w:val="lowerLetter"/>
      <w:pStyle w:val="8"/>
      <w:lvlText w:val="%8."/>
      <w:lvlJc w:val="left"/>
      <w:pPr>
        <w:tabs>
          <w:tab w:val="num" w:pos="1440"/>
        </w:tabs>
        <w:ind w:left="1440" w:hanging="432"/>
      </w:pPr>
    </w:lvl>
    <w:lvl w:ilvl="8">
      <w:start w:val="1"/>
      <w:numFmt w:val="lowerRoman"/>
      <w:pStyle w:val="9"/>
      <w:lvlText w:val="%9."/>
      <w:lvlJc w:val="right"/>
      <w:pPr>
        <w:tabs>
          <w:tab w:val="num" w:pos="1584"/>
        </w:tabs>
        <w:ind w:left="1584" w:hanging="144"/>
      </w:pPr>
    </w:lvl>
  </w:abstractNum>
  <w:abstractNum w:abstractNumId="1"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15:restartNumberingAfterBreak="0">
    <w:nsid w:val="4B8C6CF5"/>
    <w:multiLevelType w:val="hybridMultilevel"/>
    <w:tmpl w:val="93FCAD22"/>
    <w:lvl w:ilvl="0" w:tplc="F73C6636">
      <w:start w:val="1"/>
      <w:numFmt w:val="bullet"/>
      <w:pStyle w:val="Bullet2G"/>
      <w:lvlText w:val="•"/>
      <w:lvlJc w:val="left"/>
      <w:pPr>
        <w:tabs>
          <w:tab w:val="num" w:pos="2268"/>
        </w:tabs>
        <w:ind w:left="2268"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5BC90228"/>
    <w:multiLevelType w:val="hybridMultilevel"/>
    <w:tmpl w:val="E5464F8E"/>
    <w:lvl w:ilvl="0" w:tplc="FD0C5992">
      <w:start w:val="1"/>
      <w:numFmt w:val="decimal"/>
      <w:pStyle w:val="ParaNoG"/>
      <w:lvlText w:val="%1."/>
      <w:lvlJc w:val="left"/>
      <w:pPr>
        <w:tabs>
          <w:tab w:val="num" w:pos="1491"/>
        </w:tabs>
        <w:ind w:left="1134"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5" w15:restartNumberingAfterBreak="0">
    <w:nsid w:val="65BF12F8"/>
    <w:multiLevelType w:val="hybridMultilevel"/>
    <w:tmpl w:val="43A6C61A"/>
    <w:lvl w:ilvl="0" w:tplc="A652453E">
      <w:start w:val="1"/>
      <w:numFmt w:val="bullet"/>
      <w:pStyle w:val="Bullet1G"/>
      <w:lvlText w:val="•"/>
      <w:lvlJc w:val="left"/>
      <w:pPr>
        <w:tabs>
          <w:tab w:val="num" w:pos="1701"/>
        </w:tabs>
        <w:ind w:left="1701"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5"/>
  </w:num>
  <w:num w:numId="2">
    <w:abstractNumId w:val="2"/>
  </w:num>
  <w:num w:numId="3">
    <w:abstractNumId w:val="3"/>
  </w:num>
  <w:num w:numId="4">
    <w:abstractNumId w:val="4"/>
  </w:num>
  <w:num w:numId="5">
    <w:abstractNumId w:val="1"/>
  </w:num>
  <w:num w:numId="6">
    <w:abstractNumId w:val="0"/>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567"/>
  <w:autoHyphenation/>
  <w:hyphenationZone w:val="425"/>
  <w:doNotHyphenateCaps/>
  <w:evenAndOddHeaders/>
  <w:drawingGridHorizontalSpacing w:val="100"/>
  <w:displayHorizontalDrawingGridEvery w:val="2"/>
  <w:displayVerticalDrawingGridEvery w:val="2"/>
  <w:noPunctuationKerning/>
  <w:characterSpacingControl w:val="doNotCompress"/>
  <w:hdrShapeDefaults>
    <o:shapedefaults v:ext="edit" spidmax="4097"/>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244F"/>
    <w:rsid w:val="00013131"/>
    <w:rsid w:val="0001431B"/>
    <w:rsid w:val="00017187"/>
    <w:rsid w:val="00033EE1"/>
    <w:rsid w:val="00042B72"/>
    <w:rsid w:val="000558BD"/>
    <w:rsid w:val="000B57E7"/>
    <w:rsid w:val="000B6373"/>
    <w:rsid w:val="000E4E5B"/>
    <w:rsid w:val="000F09DF"/>
    <w:rsid w:val="000F61B2"/>
    <w:rsid w:val="0010430E"/>
    <w:rsid w:val="001075E9"/>
    <w:rsid w:val="0014152F"/>
    <w:rsid w:val="00180183"/>
    <w:rsid w:val="0018024D"/>
    <w:rsid w:val="0018649F"/>
    <w:rsid w:val="00196389"/>
    <w:rsid w:val="001B3EF6"/>
    <w:rsid w:val="001C7A89"/>
    <w:rsid w:val="00255343"/>
    <w:rsid w:val="00260822"/>
    <w:rsid w:val="0027151D"/>
    <w:rsid w:val="002A2EFC"/>
    <w:rsid w:val="002B0106"/>
    <w:rsid w:val="002B74B1"/>
    <w:rsid w:val="002C0E18"/>
    <w:rsid w:val="002D5AAC"/>
    <w:rsid w:val="002E5067"/>
    <w:rsid w:val="002F405F"/>
    <w:rsid w:val="002F7EEC"/>
    <w:rsid w:val="00301299"/>
    <w:rsid w:val="00305C08"/>
    <w:rsid w:val="00307FB6"/>
    <w:rsid w:val="00317339"/>
    <w:rsid w:val="00322004"/>
    <w:rsid w:val="003402C2"/>
    <w:rsid w:val="00381C24"/>
    <w:rsid w:val="00387CD4"/>
    <w:rsid w:val="003958D0"/>
    <w:rsid w:val="003A0D43"/>
    <w:rsid w:val="003A48CE"/>
    <w:rsid w:val="003B00E5"/>
    <w:rsid w:val="003E0B46"/>
    <w:rsid w:val="00407B78"/>
    <w:rsid w:val="00424203"/>
    <w:rsid w:val="00452493"/>
    <w:rsid w:val="00453318"/>
    <w:rsid w:val="00454AF2"/>
    <w:rsid w:val="00454E07"/>
    <w:rsid w:val="00472C5C"/>
    <w:rsid w:val="004E05B7"/>
    <w:rsid w:val="0050108D"/>
    <w:rsid w:val="00513081"/>
    <w:rsid w:val="00517901"/>
    <w:rsid w:val="00526683"/>
    <w:rsid w:val="00526910"/>
    <w:rsid w:val="005639C1"/>
    <w:rsid w:val="005709E0"/>
    <w:rsid w:val="00572E19"/>
    <w:rsid w:val="005961C8"/>
    <w:rsid w:val="005966F1"/>
    <w:rsid w:val="005D178D"/>
    <w:rsid w:val="005D7914"/>
    <w:rsid w:val="005E2B41"/>
    <w:rsid w:val="005F0B42"/>
    <w:rsid w:val="00617A43"/>
    <w:rsid w:val="006345DB"/>
    <w:rsid w:val="00640F49"/>
    <w:rsid w:val="00673BC2"/>
    <w:rsid w:val="00680D03"/>
    <w:rsid w:val="00681A10"/>
    <w:rsid w:val="006A1ED8"/>
    <w:rsid w:val="006C2031"/>
    <w:rsid w:val="006D461A"/>
    <w:rsid w:val="006F35EE"/>
    <w:rsid w:val="007021FF"/>
    <w:rsid w:val="00712895"/>
    <w:rsid w:val="00734ACB"/>
    <w:rsid w:val="0075244F"/>
    <w:rsid w:val="00757357"/>
    <w:rsid w:val="00792497"/>
    <w:rsid w:val="00794A20"/>
    <w:rsid w:val="007F3D2A"/>
    <w:rsid w:val="00806737"/>
    <w:rsid w:val="00825F8D"/>
    <w:rsid w:val="00834B71"/>
    <w:rsid w:val="0086445C"/>
    <w:rsid w:val="008715FC"/>
    <w:rsid w:val="00894693"/>
    <w:rsid w:val="008A08D7"/>
    <w:rsid w:val="008A37C8"/>
    <w:rsid w:val="008B6909"/>
    <w:rsid w:val="008D53B6"/>
    <w:rsid w:val="008F7609"/>
    <w:rsid w:val="00906890"/>
    <w:rsid w:val="00911BE4"/>
    <w:rsid w:val="00924832"/>
    <w:rsid w:val="00951972"/>
    <w:rsid w:val="009608F3"/>
    <w:rsid w:val="009A24AC"/>
    <w:rsid w:val="009C59D7"/>
    <w:rsid w:val="009C6FE6"/>
    <w:rsid w:val="009D7E7D"/>
    <w:rsid w:val="009E0904"/>
    <w:rsid w:val="00A14DA8"/>
    <w:rsid w:val="00A312BC"/>
    <w:rsid w:val="00A365D1"/>
    <w:rsid w:val="00A84021"/>
    <w:rsid w:val="00A84D35"/>
    <w:rsid w:val="00A917B3"/>
    <w:rsid w:val="00AB3E43"/>
    <w:rsid w:val="00AB4B51"/>
    <w:rsid w:val="00B10CC7"/>
    <w:rsid w:val="00B36DF7"/>
    <w:rsid w:val="00B42057"/>
    <w:rsid w:val="00B45F29"/>
    <w:rsid w:val="00B539E7"/>
    <w:rsid w:val="00B62458"/>
    <w:rsid w:val="00BC18B2"/>
    <w:rsid w:val="00BD33EE"/>
    <w:rsid w:val="00BD44D9"/>
    <w:rsid w:val="00BE1CC7"/>
    <w:rsid w:val="00C106D6"/>
    <w:rsid w:val="00C119AE"/>
    <w:rsid w:val="00C405CB"/>
    <w:rsid w:val="00C462E4"/>
    <w:rsid w:val="00C60F0C"/>
    <w:rsid w:val="00C71E84"/>
    <w:rsid w:val="00C805C9"/>
    <w:rsid w:val="00C92939"/>
    <w:rsid w:val="00CA1679"/>
    <w:rsid w:val="00CB151C"/>
    <w:rsid w:val="00CE5A1A"/>
    <w:rsid w:val="00CF55F6"/>
    <w:rsid w:val="00D33D63"/>
    <w:rsid w:val="00D5253A"/>
    <w:rsid w:val="00D801F5"/>
    <w:rsid w:val="00D8698D"/>
    <w:rsid w:val="00D873A8"/>
    <w:rsid w:val="00D90028"/>
    <w:rsid w:val="00D90138"/>
    <w:rsid w:val="00D9145B"/>
    <w:rsid w:val="00DD78D1"/>
    <w:rsid w:val="00DE32CD"/>
    <w:rsid w:val="00DF5767"/>
    <w:rsid w:val="00DF71B9"/>
    <w:rsid w:val="00E12C5F"/>
    <w:rsid w:val="00E73F76"/>
    <w:rsid w:val="00EA2C9F"/>
    <w:rsid w:val="00EA420E"/>
    <w:rsid w:val="00ED0BDA"/>
    <w:rsid w:val="00EE142A"/>
    <w:rsid w:val="00EF1360"/>
    <w:rsid w:val="00EF3220"/>
    <w:rsid w:val="00F2523A"/>
    <w:rsid w:val="00F43903"/>
    <w:rsid w:val="00F94155"/>
    <w:rsid w:val="00F9783F"/>
    <w:rsid w:val="00FC28CC"/>
    <w:rsid w:val="00FD2EF7"/>
    <w:rsid w:val="00FE447E"/>
  </w:rsids>
  <m:mathPr>
    <m:mathFont m:val="Cambria Math"/>
    <m:brkBin m:val="before"/>
    <m:brkBinSub m:val="--"/>
    <m:smallFrac m:val="0"/>
    <m:dispDef/>
    <m:lMargin m:val="0"/>
    <m:rMargin m:val="0"/>
    <m:defJc m:val="centerGroup"/>
    <m:wrapIndent m:val="1440"/>
    <m:intLim m:val="subSup"/>
    <m:naryLim m:val="undOvr"/>
  </m:mathPr>
  <w:themeFontLang w:val="es-E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4866EBD"/>
  <w15:docId w15:val="{955448E7-76BB-495F-9D63-513C136E57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atentStyles>
  <w:style w:type="paragraph" w:default="1" w:styleId="a0">
    <w:name w:val="Normal"/>
    <w:qFormat/>
    <w:rsid w:val="00D9145B"/>
    <w:pPr>
      <w:suppressAutoHyphens/>
      <w:spacing w:line="240" w:lineRule="atLeast"/>
    </w:pPr>
    <w:rPr>
      <w:rFonts w:eastAsiaTheme="minorHAnsi" w:cstheme="minorBidi"/>
      <w:szCs w:val="22"/>
      <w:lang w:val="ru-RU" w:eastAsia="en-US"/>
    </w:rPr>
  </w:style>
  <w:style w:type="paragraph" w:styleId="1">
    <w:name w:val="heading 1"/>
    <w:aliases w:val="Table_G"/>
    <w:basedOn w:val="a0"/>
    <w:next w:val="a0"/>
    <w:link w:val="10"/>
    <w:qFormat/>
    <w:rsid w:val="00617A43"/>
    <w:pPr>
      <w:keepNext/>
      <w:numPr>
        <w:numId w:val="6"/>
      </w:numPr>
      <w:tabs>
        <w:tab w:val="left" w:pos="567"/>
      </w:tabs>
      <w:jc w:val="both"/>
      <w:outlineLvl w:val="0"/>
    </w:pPr>
    <w:rPr>
      <w:rFonts w:eastAsia="Times New Roman" w:cs="Arial"/>
      <w:b/>
      <w:bCs/>
      <w:szCs w:val="32"/>
      <w:lang w:eastAsia="ru-RU"/>
    </w:rPr>
  </w:style>
  <w:style w:type="paragraph" w:styleId="2">
    <w:name w:val="heading 2"/>
    <w:basedOn w:val="a0"/>
    <w:next w:val="a0"/>
    <w:qFormat/>
    <w:rsid w:val="009C6FE6"/>
    <w:pPr>
      <w:keepNext/>
      <w:numPr>
        <w:ilvl w:val="1"/>
        <w:numId w:val="6"/>
      </w:numPr>
      <w:outlineLvl w:val="1"/>
    </w:pPr>
    <w:rPr>
      <w:rFonts w:cs="Arial"/>
      <w:bCs/>
      <w:iCs/>
      <w:szCs w:val="28"/>
    </w:rPr>
  </w:style>
  <w:style w:type="paragraph" w:styleId="3">
    <w:name w:val="heading 3"/>
    <w:basedOn w:val="a0"/>
    <w:next w:val="a0"/>
    <w:qFormat/>
    <w:rsid w:val="009C6FE6"/>
    <w:pPr>
      <w:keepNext/>
      <w:numPr>
        <w:ilvl w:val="2"/>
        <w:numId w:val="6"/>
      </w:numPr>
      <w:spacing w:before="240" w:after="60"/>
      <w:outlineLvl w:val="2"/>
    </w:pPr>
    <w:rPr>
      <w:rFonts w:ascii="Arial" w:hAnsi="Arial" w:cs="Arial"/>
      <w:b/>
      <w:bCs/>
      <w:sz w:val="26"/>
      <w:szCs w:val="26"/>
    </w:rPr>
  </w:style>
  <w:style w:type="paragraph" w:styleId="4">
    <w:name w:val="heading 4"/>
    <w:basedOn w:val="a0"/>
    <w:next w:val="a0"/>
    <w:qFormat/>
    <w:rsid w:val="009C6FE6"/>
    <w:pPr>
      <w:keepNext/>
      <w:numPr>
        <w:ilvl w:val="3"/>
        <w:numId w:val="6"/>
      </w:numPr>
      <w:spacing w:before="240" w:after="60"/>
      <w:outlineLvl w:val="3"/>
    </w:pPr>
    <w:rPr>
      <w:b/>
      <w:bCs/>
      <w:sz w:val="28"/>
      <w:szCs w:val="28"/>
    </w:rPr>
  </w:style>
  <w:style w:type="paragraph" w:styleId="5">
    <w:name w:val="heading 5"/>
    <w:basedOn w:val="a0"/>
    <w:next w:val="a0"/>
    <w:qFormat/>
    <w:rsid w:val="009C6FE6"/>
    <w:pPr>
      <w:numPr>
        <w:ilvl w:val="4"/>
        <w:numId w:val="6"/>
      </w:numPr>
      <w:spacing w:before="240" w:after="60"/>
      <w:outlineLvl w:val="4"/>
    </w:pPr>
    <w:rPr>
      <w:b/>
      <w:bCs/>
      <w:i/>
      <w:iCs/>
      <w:sz w:val="26"/>
      <w:szCs w:val="26"/>
    </w:rPr>
  </w:style>
  <w:style w:type="paragraph" w:styleId="6">
    <w:name w:val="heading 6"/>
    <w:basedOn w:val="a0"/>
    <w:next w:val="a0"/>
    <w:qFormat/>
    <w:rsid w:val="009C6FE6"/>
    <w:pPr>
      <w:numPr>
        <w:ilvl w:val="5"/>
        <w:numId w:val="6"/>
      </w:numPr>
      <w:spacing w:before="240" w:after="60"/>
      <w:outlineLvl w:val="5"/>
    </w:pPr>
    <w:rPr>
      <w:b/>
      <w:bCs/>
      <w:sz w:val="22"/>
    </w:rPr>
  </w:style>
  <w:style w:type="paragraph" w:styleId="7">
    <w:name w:val="heading 7"/>
    <w:basedOn w:val="a0"/>
    <w:next w:val="a0"/>
    <w:qFormat/>
    <w:rsid w:val="009C6FE6"/>
    <w:pPr>
      <w:numPr>
        <w:ilvl w:val="6"/>
        <w:numId w:val="6"/>
      </w:numPr>
      <w:spacing w:before="240" w:after="60"/>
      <w:outlineLvl w:val="6"/>
    </w:pPr>
    <w:rPr>
      <w:sz w:val="24"/>
      <w:szCs w:val="24"/>
    </w:rPr>
  </w:style>
  <w:style w:type="paragraph" w:styleId="8">
    <w:name w:val="heading 8"/>
    <w:basedOn w:val="a0"/>
    <w:next w:val="a0"/>
    <w:qFormat/>
    <w:rsid w:val="009C6FE6"/>
    <w:pPr>
      <w:numPr>
        <w:ilvl w:val="7"/>
        <w:numId w:val="6"/>
      </w:numPr>
      <w:spacing w:before="240" w:after="60"/>
      <w:outlineLvl w:val="7"/>
    </w:pPr>
    <w:rPr>
      <w:i/>
      <w:iCs/>
      <w:sz w:val="24"/>
      <w:szCs w:val="24"/>
    </w:rPr>
  </w:style>
  <w:style w:type="paragraph" w:styleId="9">
    <w:name w:val="heading 9"/>
    <w:basedOn w:val="a0"/>
    <w:next w:val="a0"/>
    <w:qFormat/>
    <w:rsid w:val="009C6FE6"/>
    <w:pPr>
      <w:numPr>
        <w:ilvl w:val="8"/>
        <w:numId w:val="6"/>
      </w:numPr>
      <w:spacing w:before="240" w:after="60"/>
      <w:outlineLvl w:val="8"/>
    </w:pPr>
    <w:rPr>
      <w:rFonts w:ascii="Arial" w:hAnsi="Arial" w:cs="Arial"/>
      <w:sz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alloon Text"/>
    <w:basedOn w:val="a0"/>
    <w:link w:val="a5"/>
    <w:semiHidden/>
    <w:rsid w:val="009C6FE6"/>
    <w:pPr>
      <w:spacing w:line="240" w:lineRule="auto"/>
    </w:pPr>
    <w:rPr>
      <w:rFonts w:ascii="Tahoma" w:hAnsi="Tahoma" w:cs="Tahoma"/>
      <w:sz w:val="16"/>
      <w:szCs w:val="16"/>
    </w:rPr>
  </w:style>
  <w:style w:type="character" w:customStyle="1" w:styleId="a5">
    <w:name w:val="Текст выноски Знак"/>
    <w:basedOn w:val="a1"/>
    <w:link w:val="a4"/>
    <w:uiPriority w:val="1"/>
    <w:semiHidden/>
    <w:rsid w:val="00C71E84"/>
    <w:rPr>
      <w:rFonts w:ascii="Tahoma" w:eastAsiaTheme="minorHAnsi" w:hAnsi="Tahoma" w:cs="Tahoma"/>
      <w:sz w:val="16"/>
      <w:szCs w:val="16"/>
      <w:lang w:val="ru-RU" w:eastAsia="en-US"/>
    </w:rPr>
  </w:style>
  <w:style w:type="paragraph" w:customStyle="1" w:styleId="HMG">
    <w:name w:val="_ H __M_G"/>
    <w:basedOn w:val="a0"/>
    <w:next w:val="a0"/>
    <w:qFormat/>
    <w:rsid w:val="00617A43"/>
    <w:pPr>
      <w:keepNext/>
      <w:keepLines/>
      <w:tabs>
        <w:tab w:val="right" w:pos="851"/>
      </w:tabs>
      <w:spacing w:before="240" w:after="240" w:line="360" w:lineRule="exact"/>
      <w:ind w:left="1134" w:right="1134" w:hanging="1134"/>
    </w:pPr>
    <w:rPr>
      <w:rFonts w:eastAsia="Times New Roman" w:cs="Times New Roman"/>
      <w:b/>
      <w:sz w:val="34"/>
      <w:szCs w:val="20"/>
      <w:lang w:eastAsia="ru-RU"/>
    </w:rPr>
  </w:style>
  <w:style w:type="paragraph" w:customStyle="1" w:styleId="HChG">
    <w:name w:val="_ H _Ch_G"/>
    <w:basedOn w:val="a0"/>
    <w:next w:val="a0"/>
    <w:link w:val="HChGChar"/>
    <w:qFormat/>
    <w:rsid w:val="00617A43"/>
    <w:pPr>
      <w:keepNext/>
      <w:keepLines/>
      <w:tabs>
        <w:tab w:val="right" w:pos="851"/>
      </w:tabs>
      <w:spacing w:before="360" w:after="240" w:line="300" w:lineRule="exact"/>
      <w:ind w:left="1134" w:right="1134" w:hanging="1134"/>
    </w:pPr>
    <w:rPr>
      <w:rFonts w:eastAsia="Times New Roman" w:cs="Times New Roman"/>
      <w:b/>
      <w:sz w:val="28"/>
      <w:szCs w:val="20"/>
      <w:lang w:eastAsia="ru-RU"/>
    </w:rPr>
  </w:style>
  <w:style w:type="paragraph" w:customStyle="1" w:styleId="H1G">
    <w:name w:val="_ H_1_G"/>
    <w:basedOn w:val="a0"/>
    <w:next w:val="a0"/>
    <w:link w:val="H1GChar"/>
    <w:qFormat/>
    <w:rsid w:val="00617A43"/>
    <w:pPr>
      <w:keepNext/>
      <w:keepLines/>
      <w:tabs>
        <w:tab w:val="right" w:pos="851"/>
      </w:tabs>
      <w:spacing w:before="360" w:after="240" w:line="270" w:lineRule="exact"/>
      <w:ind w:left="1134" w:right="1134" w:hanging="1134"/>
    </w:pPr>
    <w:rPr>
      <w:rFonts w:eastAsia="Times New Roman" w:cs="Times New Roman"/>
      <w:b/>
      <w:sz w:val="24"/>
      <w:szCs w:val="20"/>
      <w:lang w:eastAsia="ru-RU"/>
    </w:rPr>
  </w:style>
  <w:style w:type="paragraph" w:customStyle="1" w:styleId="H23G">
    <w:name w:val="_ H_2/3_G"/>
    <w:basedOn w:val="a0"/>
    <w:next w:val="a0"/>
    <w:qFormat/>
    <w:rsid w:val="00617A43"/>
    <w:pPr>
      <w:keepNext/>
      <w:keepLines/>
      <w:tabs>
        <w:tab w:val="right" w:pos="851"/>
      </w:tabs>
      <w:spacing w:before="240" w:after="120" w:line="240" w:lineRule="exact"/>
      <w:ind w:left="1134" w:right="1134" w:hanging="1134"/>
    </w:pPr>
    <w:rPr>
      <w:rFonts w:eastAsia="Times New Roman" w:cs="Times New Roman"/>
      <w:b/>
      <w:szCs w:val="20"/>
      <w:lang w:eastAsia="ru-RU"/>
    </w:rPr>
  </w:style>
  <w:style w:type="paragraph" w:customStyle="1" w:styleId="H4G">
    <w:name w:val="_ H_4_G"/>
    <w:basedOn w:val="a0"/>
    <w:next w:val="a0"/>
    <w:qFormat/>
    <w:rsid w:val="00617A43"/>
    <w:pPr>
      <w:keepNext/>
      <w:keepLines/>
      <w:tabs>
        <w:tab w:val="right" w:pos="851"/>
      </w:tabs>
      <w:spacing w:before="240" w:after="120" w:line="240" w:lineRule="exact"/>
      <w:ind w:left="1134" w:right="1134" w:hanging="1134"/>
      <w:outlineLvl w:val="3"/>
    </w:pPr>
    <w:rPr>
      <w:rFonts w:eastAsia="Times New Roman" w:cs="Times New Roman"/>
      <w:i/>
      <w:szCs w:val="20"/>
      <w:lang w:eastAsia="ru-RU"/>
    </w:rPr>
  </w:style>
  <w:style w:type="paragraph" w:customStyle="1" w:styleId="H56G">
    <w:name w:val="_ H_5/6_G"/>
    <w:basedOn w:val="a0"/>
    <w:next w:val="a0"/>
    <w:qFormat/>
    <w:rsid w:val="00617A43"/>
    <w:pPr>
      <w:keepNext/>
      <w:keepLines/>
      <w:tabs>
        <w:tab w:val="right" w:pos="851"/>
      </w:tabs>
      <w:spacing w:before="240" w:after="120" w:line="240" w:lineRule="exact"/>
      <w:ind w:left="1134" w:right="1134" w:hanging="1134"/>
    </w:pPr>
    <w:rPr>
      <w:rFonts w:eastAsia="Times New Roman" w:cs="Times New Roman"/>
      <w:szCs w:val="20"/>
      <w:lang w:eastAsia="ru-RU"/>
    </w:rPr>
  </w:style>
  <w:style w:type="paragraph" w:customStyle="1" w:styleId="SingleTxtG">
    <w:name w:val="_ Single Txt_G"/>
    <w:basedOn w:val="a0"/>
    <w:link w:val="SingleTxtGChar"/>
    <w:qFormat/>
    <w:rsid w:val="00C71E84"/>
    <w:pPr>
      <w:spacing w:after="120"/>
      <w:ind w:left="1134" w:right="1134"/>
      <w:jc w:val="both"/>
    </w:pPr>
    <w:rPr>
      <w:rFonts w:eastAsia="Times New Roman" w:cs="Times New Roman"/>
      <w:szCs w:val="20"/>
    </w:rPr>
  </w:style>
  <w:style w:type="paragraph" w:customStyle="1" w:styleId="SLG">
    <w:name w:val="__S_L_G"/>
    <w:basedOn w:val="a0"/>
    <w:next w:val="a0"/>
    <w:qFormat/>
    <w:rsid w:val="00617A43"/>
    <w:pPr>
      <w:keepNext/>
      <w:keepLines/>
      <w:spacing w:before="240" w:after="240" w:line="580" w:lineRule="exact"/>
      <w:ind w:left="1134" w:right="1134"/>
    </w:pPr>
    <w:rPr>
      <w:rFonts w:eastAsia="Times New Roman" w:cs="Times New Roman"/>
      <w:b/>
      <w:sz w:val="56"/>
      <w:szCs w:val="20"/>
      <w:lang w:eastAsia="ru-RU"/>
    </w:rPr>
  </w:style>
  <w:style w:type="paragraph" w:customStyle="1" w:styleId="SMG">
    <w:name w:val="__S_M_G"/>
    <w:basedOn w:val="a0"/>
    <w:next w:val="a0"/>
    <w:qFormat/>
    <w:rsid w:val="00617A43"/>
    <w:pPr>
      <w:keepNext/>
      <w:keepLines/>
      <w:spacing w:before="240" w:after="240" w:line="420" w:lineRule="exact"/>
      <w:ind w:left="1134" w:right="1134"/>
    </w:pPr>
    <w:rPr>
      <w:rFonts w:eastAsia="Times New Roman" w:cs="Times New Roman"/>
      <w:b/>
      <w:sz w:val="40"/>
      <w:szCs w:val="20"/>
      <w:lang w:eastAsia="ru-RU"/>
    </w:rPr>
  </w:style>
  <w:style w:type="paragraph" w:customStyle="1" w:styleId="SSG">
    <w:name w:val="__S_S_G"/>
    <w:basedOn w:val="a0"/>
    <w:next w:val="a0"/>
    <w:qFormat/>
    <w:rsid w:val="00617A43"/>
    <w:pPr>
      <w:keepNext/>
      <w:keepLines/>
      <w:spacing w:before="240" w:after="240" w:line="300" w:lineRule="exact"/>
      <w:ind w:left="1134" w:right="1134"/>
    </w:pPr>
    <w:rPr>
      <w:rFonts w:eastAsia="Times New Roman" w:cs="Times New Roman"/>
      <w:b/>
      <w:sz w:val="28"/>
      <w:szCs w:val="20"/>
      <w:lang w:eastAsia="ru-RU"/>
    </w:rPr>
  </w:style>
  <w:style w:type="paragraph" w:customStyle="1" w:styleId="XLargeG">
    <w:name w:val="__XLarge_G"/>
    <w:basedOn w:val="a0"/>
    <w:next w:val="a0"/>
    <w:qFormat/>
    <w:rsid w:val="00617A43"/>
    <w:pPr>
      <w:keepNext/>
      <w:keepLines/>
      <w:spacing w:before="240" w:after="240" w:line="420" w:lineRule="exact"/>
      <w:ind w:left="1134" w:right="1134"/>
    </w:pPr>
    <w:rPr>
      <w:rFonts w:eastAsia="Times New Roman" w:cs="Times New Roman"/>
      <w:b/>
      <w:sz w:val="40"/>
      <w:szCs w:val="20"/>
      <w:lang w:eastAsia="ru-RU"/>
    </w:rPr>
  </w:style>
  <w:style w:type="paragraph" w:customStyle="1" w:styleId="Bullet1G">
    <w:name w:val="_Bullet 1_G"/>
    <w:basedOn w:val="a0"/>
    <w:qFormat/>
    <w:rsid w:val="00617A43"/>
    <w:pPr>
      <w:numPr>
        <w:numId w:val="1"/>
      </w:numPr>
      <w:spacing w:after="120"/>
      <w:ind w:right="1134"/>
      <w:jc w:val="both"/>
    </w:pPr>
    <w:rPr>
      <w:rFonts w:eastAsia="Times New Roman" w:cs="Times New Roman"/>
      <w:szCs w:val="20"/>
      <w:lang w:eastAsia="ru-RU"/>
    </w:rPr>
  </w:style>
  <w:style w:type="paragraph" w:customStyle="1" w:styleId="Bullet2G">
    <w:name w:val="_Bullet 2_G"/>
    <w:basedOn w:val="a0"/>
    <w:qFormat/>
    <w:rsid w:val="00617A43"/>
    <w:pPr>
      <w:numPr>
        <w:numId w:val="2"/>
      </w:numPr>
      <w:spacing w:after="120"/>
      <w:ind w:right="1134"/>
      <w:jc w:val="both"/>
    </w:pPr>
    <w:rPr>
      <w:rFonts w:eastAsia="Times New Roman" w:cs="Times New Roman"/>
      <w:szCs w:val="20"/>
      <w:lang w:eastAsia="ru-RU"/>
    </w:rPr>
  </w:style>
  <w:style w:type="paragraph" w:customStyle="1" w:styleId="ParaNoG">
    <w:name w:val="_ParaNo._G"/>
    <w:basedOn w:val="a0"/>
    <w:next w:val="a0"/>
    <w:qFormat/>
    <w:rsid w:val="00C71E84"/>
    <w:pPr>
      <w:numPr>
        <w:numId w:val="3"/>
      </w:numPr>
      <w:tabs>
        <w:tab w:val="clear" w:pos="1491"/>
      </w:tabs>
      <w:spacing w:after="120"/>
      <w:ind w:right="1134"/>
      <w:jc w:val="both"/>
      <w:outlineLvl w:val="0"/>
    </w:pPr>
    <w:rPr>
      <w:rFonts w:eastAsia="Times New Roman" w:cs="Times New Roman"/>
      <w:szCs w:val="20"/>
      <w:lang w:eastAsia="ru-RU"/>
    </w:rPr>
  </w:style>
  <w:style w:type="table" w:customStyle="1" w:styleId="TabNum">
    <w:name w:val="_TabNum"/>
    <w:basedOn w:val="a2"/>
    <w:rsid w:val="00617A43"/>
    <w:pPr>
      <w:spacing w:before="40" w:after="40" w:line="220" w:lineRule="exact"/>
      <w:jc w:val="right"/>
    </w:pPr>
    <w:rPr>
      <w:sz w:val="18"/>
      <w:lang w:val="ru-RU" w:eastAsia="ru-RU"/>
    </w:rPr>
    <w:tblPr>
      <w:tblBorders>
        <w:top w:val="single" w:sz="4" w:space="0" w:color="auto"/>
        <w:bottom w:val="single" w:sz="12" w:space="0" w:color="auto"/>
      </w:tblBorders>
      <w:tblCellMar>
        <w:left w:w="28" w:type="dxa"/>
        <w:right w:w="28" w:type="dxa"/>
      </w:tblCellMar>
    </w:tblPr>
    <w:tcPr>
      <w:vAlign w:val="bottom"/>
    </w:tcPr>
    <w:tblStylePr w:type="firstCol">
      <w:pPr>
        <w:jc w:val="left"/>
      </w:pPr>
      <w:tblPr/>
      <w:tcPr>
        <w:tcBorders>
          <w:top w:val="single" w:sz="4" w:space="0" w:color="auto"/>
          <w:left w:val="nil"/>
          <w:bottom w:val="single" w:sz="12" w:space="0" w:color="auto"/>
          <w:right w:val="nil"/>
          <w:insideH w:val="nil"/>
          <w:insideV w:val="nil"/>
          <w:tl2br w:val="nil"/>
          <w:tr2bl w:val="nil"/>
        </w:tcBorders>
      </w:tcPr>
    </w:tblStylePr>
  </w:style>
  <w:style w:type="table" w:customStyle="1" w:styleId="TabTxt">
    <w:name w:val="_TabTxt"/>
    <w:basedOn w:val="a2"/>
    <w:rsid w:val="00617A43"/>
    <w:pPr>
      <w:spacing w:before="40" w:after="120" w:line="240" w:lineRule="atLeast"/>
    </w:pPr>
    <w:rPr>
      <w:lang w:val="ru-RU" w:eastAsia="ru-RU"/>
    </w:rPr>
    <w:tblPr>
      <w:tblBorders>
        <w:top w:val="single" w:sz="4" w:space="0" w:color="auto"/>
        <w:bottom w:val="single" w:sz="12" w:space="0" w:color="auto"/>
      </w:tblBorders>
      <w:tblCellMar>
        <w:left w:w="28" w:type="dxa"/>
        <w:right w:w="28" w:type="dxa"/>
      </w:tblCellMar>
    </w:tblPr>
    <w:tblStylePr w:type="lastCol">
      <w:tblPr/>
      <w:tcPr>
        <w:tcBorders>
          <w:top w:val="single" w:sz="4" w:space="0" w:color="auto"/>
          <w:left w:val="nil"/>
          <w:bottom w:val="single" w:sz="12" w:space="0" w:color="auto"/>
          <w:right w:val="nil"/>
          <w:insideH w:val="nil"/>
          <w:insideV w:val="nil"/>
          <w:tl2br w:val="nil"/>
          <w:tr2bl w:val="nil"/>
        </w:tcBorders>
      </w:tcPr>
    </w:tblStylePr>
  </w:style>
  <w:style w:type="paragraph" w:styleId="a6">
    <w:name w:val="header"/>
    <w:aliases w:val="6_G"/>
    <w:basedOn w:val="a0"/>
    <w:next w:val="a0"/>
    <w:link w:val="a7"/>
    <w:qFormat/>
    <w:rsid w:val="00617A43"/>
    <w:pPr>
      <w:pBdr>
        <w:bottom w:val="single" w:sz="4" w:space="4" w:color="auto"/>
      </w:pBdr>
      <w:tabs>
        <w:tab w:val="right" w:pos="9639"/>
      </w:tabs>
    </w:pPr>
    <w:rPr>
      <w:rFonts w:eastAsia="Times New Roman" w:cs="Times New Roman"/>
      <w:b/>
      <w:sz w:val="18"/>
      <w:szCs w:val="20"/>
      <w:lang w:val="en-GB" w:eastAsia="ru-RU"/>
    </w:rPr>
  </w:style>
  <w:style w:type="character" w:customStyle="1" w:styleId="a7">
    <w:name w:val="Верхний колонтитул Знак"/>
    <w:aliases w:val="6_G Знак"/>
    <w:basedOn w:val="a1"/>
    <w:link w:val="a6"/>
    <w:rsid w:val="00617A43"/>
    <w:rPr>
      <w:b/>
      <w:sz w:val="18"/>
      <w:lang w:val="en-GB" w:eastAsia="ru-RU"/>
    </w:rPr>
  </w:style>
  <w:style w:type="character" w:styleId="a8">
    <w:name w:val="page number"/>
    <w:aliases w:val="7_G"/>
    <w:basedOn w:val="a1"/>
    <w:qFormat/>
    <w:rsid w:val="00617A43"/>
    <w:rPr>
      <w:rFonts w:ascii="Times New Roman" w:hAnsi="Times New Roman"/>
      <w:b/>
      <w:sz w:val="18"/>
    </w:rPr>
  </w:style>
  <w:style w:type="paragraph" w:styleId="a9">
    <w:name w:val="footer"/>
    <w:aliases w:val="3_G"/>
    <w:basedOn w:val="a0"/>
    <w:link w:val="aa"/>
    <w:uiPriority w:val="99"/>
    <w:qFormat/>
    <w:rsid w:val="00617A43"/>
    <w:pPr>
      <w:tabs>
        <w:tab w:val="right" w:pos="9639"/>
      </w:tabs>
    </w:pPr>
    <w:rPr>
      <w:rFonts w:eastAsia="Times New Roman" w:cs="Times New Roman"/>
      <w:sz w:val="16"/>
      <w:szCs w:val="20"/>
      <w:lang w:val="en-GB" w:eastAsia="ru-RU"/>
    </w:rPr>
  </w:style>
  <w:style w:type="character" w:customStyle="1" w:styleId="aa">
    <w:name w:val="Нижний колонтитул Знак"/>
    <w:aliases w:val="3_G Знак"/>
    <w:basedOn w:val="a1"/>
    <w:link w:val="a9"/>
    <w:uiPriority w:val="99"/>
    <w:rsid w:val="00617A43"/>
    <w:rPr>
      <w:sz w:val="16"/>
      <w:lang w:val="en-GB" w:eastAsia="ru-RU"/>
    </w:rPr>
  </w:style>
  <w:style w:type="character" w:styleId="ab">
    <w:name w:val="footnote reference"/>
    <w:aliases w:val="4_G,(Footnote Reference),BVI fnr, BVI fnr,Footnote symbol,Footnote,Footnote Reference Superscript,SUPERS,-E Fußnotenzeichen"/>
    <w:basedOn w:val="a1"/>
    <w:qFormat/>
    <w:rsid w:val="00617A43"/>
    <w:rPr>
      <w:rFonts w:ascii="Times New Roman" w:hAnsi="Times New Roman"/>
      <w:dstrike w:val="0"/>
      <w:sz w:val="18"/>
      <w:vertAlign w:val="superscript"/>
    </w:rPr>
  </w:style>
  <w:style w:type="character" w:styleId="ac">
    <w:name w:val="endnote reference"/>
    <w:aliases w:val="1_G"/>
    <w:basedOn w:val="ab"/>
    <w:qFormat/>
    <w:rsid w:val="00617A43"/>
    <w:rPr>
      <w:rFonts w:ascii="Times New Roman" w:hAnsi="Times New Roman"/>
      <w:dstrike w:val="0"/>
      <w:sz w:val="18"/>
      <w:vertAlign w:val="superscript"/>
    </w:rPr>
  </w:style>
  <w:style w:type="table" w:styleId="ad">
    <w:name w:val="Table Grid"/>
    <w:basedOn w:val="a2"/>
    <w:rsid w:val="00D9145B"/>
    <w:rPr>
      <w:rFonts w:eastAsiaTheme="minorHAnsi" w:cstheme="minorBidi"/>
      <w:szCs w:val="22"/>
      <w:lang w:val="ru-R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styleId="ae">
    <w:name w:val="footnote text"/>
    <w:aliases w:val="5_G,PP,5_G_6"/>
    <w:basedOn w:val="a0"/>
    <w:link w:val="af"/>
    <w:qFormat/>
    <w:rsid w:val="00617A43"/>
    <w:pPr>
      <w:tabs>
        <w:tab w:val="right" w:pos="1021"/>
      </w:tabs>
      <w:spacing w:line="220" w:lineRule="exact"/>
      <w:ind w:left="1134" w:right="1134" w:hanging="1134"/>
    </w:pPr>
    <w:rPr>
      <w:rFonts w:eastAsia="Times New Roman" w:cs="Times New Roman"/>
      <w:sz w:val="18"/>
      <w:szCs w:val="20"/>
      <w:lang w:eastAsia="ru-RU"/>
    </w:rPr>
  </w:style>
  <w:style w:type="character" w:customStyle="1" w:styleId="af">
    <w:name w:val="Текст сноски Знак"/>
    <w:aliases w:val="5_G Знак,PP Знак,5_G_6 Знак"/>
    <w:basedOn w:val="a1"/>
    <w:link w:val="ae"/>
    <w:rsid w:val="00617A43"/>
    <w:rPr>
      <w:sz w:val="18"/>
      <w:lang w:val="ru-RU" w:eastAsia="ru-RU"/>
    </w:rPr>
  </w:style>
  <w:style w:type="paragraph" w:styleId="af0">
    <w:name w:val="endnote text"/>
    <w:aliases w:val="2_G"/>
    <w:basedOn w:val="ae"/>
    <w:link w:val="af1"/>
    <w:qFormat/>
    <w:rsid w:val="00617A43"/>
  </w:style>
  <w:style w:type="character" w:customStyle="1" w:styleId="af1">
    <w:name w:val="Текст концевой сноски Знак"/>
    <w:aliases w:val="2_G Знак"/>
    <w:basedOn w:val="a1"/>
    <w:link w:val="af0"/>
    <w:rsid w:val="00617A43"/>
    <w:rPr>
      <w:sz w:val="18"/>
      <w:lang w:val="ru-RU" w:eastAsia="ru-RU"/>
    </w:rPr>
  </w:style>
  <w:style w:type="character" w:customStyle="1" w:styleId="10">
    <w:name w:val="Заголовок 1 Знак"/>
    <w:aliases w:val="Table_G Знак"/>
    <w:basedOn w:val="a1"/>
    <w:link w:val="1"/>
    <w:rsid w:val="00617A43"/>
    <w:rPr>
      <w:rFonts w:cs="Arial"/>
      <w:b/>
      <w:bCs/>
      <w:szCs w:val="32"/>
      <w:lang w:val="ru-RU" w:eastAsia="ru-RU"/>
    </w:rPr>
  </w:style>
  <w:style w:type="character" w:styleId="af2">
    <w:name w:val="Hyperlink"/>
    <w:basedOn w:val="a1"/>
    <w:rsid w:val="00617A43"/>
    <w:rPr>
      <w:color w:val="0000FF" w:themeColor="hyperlink"/>
      <w:u w:val="none"/>
    </w:rPr>
  </w:style>
  <w:style w:type="character" w:styleId="af3">
    <w:name w:val="FollowedHyperlink"/>
    <w:basedOn w:val="a1"/>
    <w:rsid w:val="00617A43"/>
    <w:rPr>
      <w:color w:val="800080" w:themeColor="followedHyperlink"/>
      <w:u w:val="none"/>
    </w:rPr>
  </w:style>
  <w:style w:type="character" w:customStyle="1" w:styleId="SingleTxtGChar">
    <w:name w:val="_ Single Txt_G Char"/>
    <w:link w:val="SingleTxtG"/>
    <w:rsid w:val="00C405CB"/>
    <w:rPr>
      <w:lang w:val="ru-RU" w:eastAsia="en-US"/>
    </w:rPr>
  </w:style>
  <w:style w:type="paragraph" w:styleId="af4">
    <w:name w:val="Plain Text"/>
    <w:basedOn w:val="a0"/>
    <w:link w:val="af5"/>
    <w:semiHidden/>
    <w:rsid w:val="00C405CB"/>
    <w:rPr>
      <w:rFonts w:eastAsia="SimSun" w:cs="Courier New"/>
      <w:szCs w:val="20"/>
      <w:lang w:val="en-GB"/>
    </w:rPr>
  </w:style>
  <w:style w:type="character" w:customStyle="1" w:styleId="af5">
    <w:name w:val="Текст Знак"/>
    <w:basedOn w:val="a1"/>
    <w:link w:val="af4"/>
    <w:semiHidden/>
    <w:rsid w:val="00C405CB"/>
    <w:rPr>
      <w:rFonts w:eastAsia="SimSun" w:cs="Courier New"/>
      <w:lang w:val="en-GB" w:eastAsia="en-US"/>
    </w:rPr>
  </w:style>
  <w:style w:type="paragraph" w:styleId="af6">
    <w:name w:val="Body Text"/>
    <w:basedOn w:val="a0"/>
    <w:next w:val="a0"/>
    <w:link w:val="af7"/>
    <w:semiHidden/>
    <w:rsid w:val="00C405CB"/>
    <w:rPr>
      <w:rFonts w:eastAsia="SimSun" w:cs="Times New Roman"/>
      <w:szCs w:val="20"/>
      <w:lang w:val="en-GB"/>
    </w:rPr>
  </w:style>
  <w:style w:type="character" w:customStyle="1" w:styleId="af7">
    <w:name w:val="Основной текст Знак"/>
    <w:basedOn w:val="a1"/>
    <w:link w:val="af6"/>
    <w:semiHidden/>
    <w:rsid w:val="00C405CB"/>
    <w:rPr>
      <w:rFonts w:eastAsia="SimSun"/>
      <w:lang w:val="en-GB" w:eastAsia="en-US"/>
    </w:rPr>
  </w:style>
  <w:style w:type="paragraph" w:styleId="af8">
    <w:name w:val="Body Text Indent"/>
    <w:basedOn w:val="a0"/>
    <w:link w:val="af9"/>
    <w:semiHidden/>
    <w:rsid w:val="00C405CB"/>
    <w:pPr>
      <w:spacing w:after="120"/>
      <w:ind w:left="283"/>
    </w:pPr>
    <w:rPr>
      <w:rFonts w:eastAsia="SimSun" w:cs="Times New Roman"/>
      <w:szCs w:val="20"/>
      <w:lang w:val="en-GB"/>
    </w:rPr>
  </w:style>
  <w:style w:type="character" w:customStyle="1" w:styleId="af9">
    <w:name w:val="Основной текст с отступом Знак"/>
    <w:basedOn w:val="a1"/>
    <w:link w:val="af8"/>
    <w:semiHidden/>
    <w:rsid w:val="00C405CB"/>
    <w:rPr>
      <w:rFonts w:eastAsia="SimSun"/>
      <w:lang w:val="en-GB" w:eastAsia="en-US"/>
    </w:rPr>
  </w:style>
  <w:style w:type="paragraph" w:styleId="afa">
    <w:name w:val="Block Text"/>
    <w:basedOn w:val="a0"/>
    <w:semiHidden/>
    <w:rsid w:val="00C405CB"/>
    <w:pPr>
      <w:ind w:left="1440" w:right="1440"/>
    </w:pPr>
    <w:rPr>
      <w:rFonts w:eastAsia="SimSun" w:cs="Times New Roman"/>
      <w:szCs w:val="20"/>
      <w:lang w:val="en-GB"/>
    </w:rPr>
  </w:style>
  <w:style w:type="character" w:styleId="afb">
    <w:name w:val="annotation reference"/>
    <w:semiHidden/>
    <w:rsid w:val="00C405CB"/>
    <w:rPr>
      <w:sz w:val="6"/>
    </w:rPr>
  </w:style>
  <w:style w:type="paragraph" w:styleId="afc">
    <w:name w:val="annotation text"/>
    <w:basedOn w:val="a0"/>
    <w:link w:val="afd"/>
    <w:semiHidden/>
    <w:rsid w:val="00C405CB"/>
    <w:rPr>
      <w:rFonts w:eastAsia="SimSun" w:cs="Times New Roman"/>
      <w:szCs w:val="20"/>
      <w:lang w:val="en-GB"/>
    </w:rPr>
  </w:style>
  <w:style w:type="character" w:customStyle="1" w:styleId="afd">
    <w:name w:val="Текст примечания Знак"/>
    <w:basedOn w:val="a1"/>
    <w:link w:val="afc"/>
    <w:semiHidden/>
    <w:rsid w:val="00C405CB"/>
    <w:rPr>
      <w:rFonts w:eastAsia="SimSun"/>
      <w:lang w:val="en-GB" w:eastAsia="en-US"/>
    </w:rPr>
  </w:style>
  <w:style w:type="character" w:styleId="afe">
    <w:name w:val="line number"/>
    <w:semiHidden/>
    <w:rsid w:val="00C405CB"/>
    <w:rPr>
      <w:sz w:val="14"/>
    </w:rPr>
  </w:style>
  <w:style w:type="numbering" w:styleId="111111">
    <w:name w:val="Outline List 2"/>
    <w:basedOn w:val="a3"/>
    <w:semiHidden/>
    <w:rsid w:val="00C405CB"/>
    <w:pPr>
      <w:numPr>
        <w:numId w:val="4"/>
      </w:numPr>
    </w:pPr>
  </w:style>
  <w:style w:type="numbering" w:styleId="1ai">
    <w:name w:val="Outline List 1"/>
    <w:basedOn w:val="a3"/>
    <w:semiHidden/>
    <w:rsid w:val="00C405CB"/>
    <w:pPr>
      <w:numPr>
        <w:numId w:val="5"/>
      </w:numPr>
    </w:pPr>
  </w:style>
  <w:style w:type="numbering" w:styleId="a">
    <w:name w:val="Outline List 3"/>
    <w:basedOn w:val="a3"/>
    <w:semiHidden/>
    <w:rsid w:val="00C405CB"/>
    <w:pPr>
      <w:numPr>
        <w:numId w:val="6"/>
      </w:numPr>
    </w:pPr>
  </w:style>
  <w:style w:type="paragraph" w:styleId="20">
    <w:name w:val="Body Text 2"/>
    <w:basedOn w:val="a0"/>
    <w:link w:val="21"/>
    <w:semiHidden/>
    <w:rsid w:val="00C405CB"/>
    <w:pPr>
      <w:spacing w:after="120" w:line="480" w:lineRule="auto"/>
    </w:pPr>
    <w:rPr>
      <w:rFonts w:eastAsia="SimSun" w:cs="Times New Roman"/>
      <w:szCs w:val="20"/>
      <w:lang w:val="en-GB"/>
    </w:rPr>
  </w:style>
  <w:style w:type="character" w:customStyle="1" w:styleId="21">
    <w:name w:val="Основной текст 2 Знак"/>
    <w:basedOn w:val="a1"/>
    <w:link w:val="20"/>
    <w:semiHidden/>
    <w:rsid w:val="00C405CB"/>
    <w:rPr>
      <w:rFonts w:eastAsia="SimSun"/>
      <w:lang w:val="en-GB" w:eastAsia="en-US"/>
    </w:rPr>
  </w:style>
  <w:style w:type="paragraph" w:styleId="30">
    <w:name w:val="Body Text 3"/>
    <w:basedOn w:val="a0"/>
    <w:link w:val="31"/>
    <w:semiHidden/>
    <w:rsid w:val="00C405CB"/>
    <w:pPr>
      <w:spacing w:after="120"/>
    </w:pPr>
    <w:rPr>
      <w:rFonts w:eastAsia="SimSun" w:cs="Times New Roman"/>
      <w:sz w:val="16"/>
      <w:szCs w:val="16"/>
      <w:lang w:val="en-GB"/>
    </w:rPr>
  </w:style>
  <w:style w:type="character" w:customStyle="1" w:styleId="31">
    <w:name w:val="Основной текст 3 Знак"/>
    <w:basedOn w:val="a1"/>
    <w:link w:val="30"/>
    <w:semiHidden/>
    <w:rsid w:val="00C405CB"/>
    <w:rPr>
      <w:rFonts w:eastAsia="SimSun"/>
      <w:sz w:val="16"/>
      <w:szCs w:val="16"/>
      <w:lang w:val="en-GB" w:eastAsia="en-US"/>
    </w:rPr>
  </w:style>
  <w:style w:type="paragraph" w:styleId="aff">
    <w:name w:val="Body Text First Indent"/>
    <w:basedOn w:val="af6"/>
    <w:link w:val="aff0"/>
    <w:semiHidden/>
    <w:rsid w:val="00C405CB"/>
    <w:pPr>
      <w:spacing w:after="120"/>
      <w:ind w:firstLine="210"/>
    </w:pPr>
  </w:style>
  <w:style w:type="character" w:customStyle="1" w:styleId="aff0">
    <w:name w:val="Красная строка Знак"/>
    <w:basedOn w:val="af7"/>
    <w:link w:val="aff"/>
    <w:semiHidden/>
    <w:rsid w:val="00C405CB"/>
    <w:rPr>
      <w:rFonts w:eastAsia="SimSun"/>
      <w:lang w:val="en-GB" w:eastAsia="en-US"/>
    </w:rPr>
  </w:style>
  <w:style w:type="paragraph" w:styleId="22">
    <w:name w:val="Body Text First Indent 2"/>
    <w:basedOn w:val="af8"/>
    <w:link w:val="23"/>
    <w:semiHidden/>
    <w:rsid w:val="00C405CB"/>
    <w:pPr>
      <w:ind w:firstLine="210"/>
    </w:pPr>
  </w:style>
  <w:style w:type="character" w:customStyle="1" w:styleId="23">
    <w:name w:val="Красная строка 2 Знак"/>
    <w:basedOn w:val="af9"/>
    <w:link w:val="22"/>
    <w:semiHidden/>
    <w:rsid w:val="00C405CB"/>
    <w:rPr>
      <w:rFonts w:eastAsia="SimSun"/>
      <w:lang w:val="en-GB" w:eastAsia="en-US"/>
    </w:rPr>
  </w:style>
  <w:style w:type="paragraph" w:styleId="24">
    <w:name w:val="Body Text Indent 2"/>
    <w:basedOn w:val="a0"/>
    <w:link w:val="25"/>
    <w:semiHidden/>
    <w:rsid w:val="00C405CB"/>
    <w:pPr>
      <w:spacing w:after="120" w:line="480" w:lineRule="auto"/>
      <w:ind w:left="283"/>
    </w:pPr>
    <w:rPr>
      <w:rFonts w:eastAsia="SimSun" w:cs="Times New Roman"/>
      <w:szCs w:val="20"/>
      <w:lang w:val="en-GB"/>
    </w:rPr>
  </w:style>
  <w:style w:type="character" w:customStyle="1" w:styleId="25">
    <w:name w:val="Основной текст с отступом 2 Знак"/>
    <w:basedOn w:val="a1"/>
    <w:link w:val="24"/>
    <w:semiHidden/>
    <w:rsid w:val="00C405CB"/>
    <w:rPr>
      <w:rFonts w:eastAsia="SimSun"/>
      <w:lang w:val="en-GB" w:eastAsia="en-US"/>
    </w:rPr>
  </w:style>
  <w:style w:type="paragraph" w:styleId="32">
    <w:name w:val="Body Text Indent 3"/>
    <w:basedOn w:val="a0"/>
    <w:link w:val="33"/>
    <w:semiHidden/>
    <w:rsid w:val="00C405CB"/>
    <w:pPr>
      <w:spacing w:after="120"/>
      <w:ind w:left="283"/>
    </w:pPr>
    <w:rPr>
      <w:rFonts w:eastAsia="SimSun" w:cs="Times New Roman"/>
      <w:sz w:val="16"/>
      <w:szCs w:val="16"/>
      <w:lang w:val="en-GB"/>
    </w:rPr>
  </w:style>
  <w:style w:type="character" w:customStyle="1" w:styleId="33">
    <w:name w:val="Основной текст с отступом 3 Знак"/>
    <w:basedOn w:val="a1"/>
    <w:link w:val="32"/>
    <w:semiHidden/>
    <w:rsid w:val="00C405CB"/>
    <w:rPr>
      <w:rFonts w:eastAsia="SimSun"/>
      <w:sz w:val="16"/>
      <w:szCs w:val="16"/>
      <w:lang w:val="en-GB" w:eastAsia="en-US"/>
    </w:rPr>
  </w:style>
  <w:style w:type="paragraph" w:styleId="aff1">
    <w:name w:val="Closing"/>
    <w:basedOn w:val="a0"/>
    <w:link w:val="aff2"/>
    <w:semiHidden/>
    <w:rsid w:val="00C405CB"/>
    <w:pPr>
      <w:ind w:left="4252"/>
    </w:pPr>
    <w:rPr>
      <w:rFonts w:eastAsia="SimSun" w:cs="Times New Roman"/>
      <w:szCs w:val="20"/>
      <w:lang w:val="en-GB"/>
    </w:rPr>
  </w:style>
  <w:style w:type="character" w:customStyle="1" w:styleId="aff2">
    <w:name w:val="Прощание Знак"/>
    <w:basedOn w:val="a1"/>
    <w:link w:val="aff1"/>
    <w:semiHidden/>
    <w:rsid w:val="00C405CB"/>
    <w:rPr>
      <w:rFonts w:eastAsia="SimSun"/>
      <w:lang w:val="en-GB" w:eastAsia="en-US"/>
    </w:rPr>
  </w:style>
  <w:style w:type="paragraph" w:styleId="aff3">
    <w:name w:val="Date"/>
    <w:basedOn w:val="a0"/>
    <w:next w:val="a0"/>
    <w:link w:val="aff4"/>
    <w:semiHidden/>
    <w:rsid w:val="00C405CB"/>
    <w:rPr>
      <w:rFonts w:eastAsia="SimSun" w:cs="Times New Roman"/>
      <w:szCs w:val="20"/>
      <w:lang w:val="en-GB"/>
    </w:rPr>
  </w:style>
  <w:style w:type="character" w:customStyle="1" w:styleId="aff4">
    <w:name w:val="Дата Знак"/>
    <w:basedOn w:val="a1"/>
    <w:link w:val="aff3"/>
    <w:semiHidden/>
    <w:rsid w:val="00C405CB"/>
    <w:rPr>
      <w:rFonts w:eastAsia="SimSun"/>
      <w:lang w:val="en-GB" w:eastAsia="en-US"/>
    </w:rPr>
  </w:style>
  <w:style w:type="paragraph" w:styleId="aff5">
    <w:name w:val="E-mail Signature"/>
    <w:basedOn w:val="a0"/>
    <w:link w:val="aff6"/>
    <w:semiHidden/>
    <w:rsid w:val="00C405CB"/>
    <w:rPr>
      <w:rFonts w:eastAsia="SimSun" w:cs="Times New Roman"/>
      <w:szCs w:val="20"/>
      <w:lang w:val="en-GB"/>
    </w:rPr>
  </w:style>
  <w:style w:type="character" w:customStyle="1" w:styleId="aff6">
    <w:name w:val="Электронная подпись Знак"/>
    <w:basedOn w:val="a1"/>
    <w:link w:val="aff5"/>
    <w:semiHidden/>
    <w:rsid w:val="00C405CB"/>
    <w:rPr>
      <w:rFonts w:eastAsia="SimSun"/>
      <w:lang w:val="en-GB" w:eastAsia="en-US"/>
    </w:rPr>
  </w:style>
  <w:style w:type="character" w:styleId="aff7">
    <w:name w:val="Emphasis"/>
    <w:qFormat/>
    <w:rsid w:val="00C405CB"/>
    <w:rPr>
      <w:i/>
      <w:iCs/>
    </w:rPr>
  </w:style>
  <w:style w:type="paragraph" w:styleId="26">
    <w:name w:val="envelope return"/>
    <w:basedOn w:val="a0"/>
    <w:semiHidden/>
    <w:rsid w:val="00C405CB"/>
    <w:rPr>
      <w:rFonts w:ascii="Arial" w:eastAsia="SimSun" w:hAnsi="Arial" w:cs="Arial"/>
      <w:szCs w:val="20"/>
      <w:lang w:val="en-GB"/>
    </w:rPr>
  </w:style>
  <w:style w:type="character" w:styleId="HTML">
    <w:name w:val="HTML Acronym"/>
    <w:basedOn w:val="a1"/>
    <w:semiHidden/>
    <w:rsid w:val="00C405CB"/>
  </w:style>
  <w:style w:type="paragraph" w:styleId="HTML0">
    <w:name w:val="HTML Address"/>
    <w:basedOn w:val="a0"/>
    <w:link w:val="HTML1"/>
    <w:semiHidden/>
    <w:rsid w:val="00C405CB"/>
    <w:rPr>
      <w:rFonts w:eastAsia="SimSun" w:cs="Times New Roman"/>
      <w:i/>
      <w:iCs/>
      <w:szCs w:val="20"/>
      <w:lang w:val="en-GB"/>
    </w:rPr>
  </w:style>
  <w:style w:type="character" w:customStyle="1" w:styleId="HTML1">
    <w:name w:val="Адрес HTML Знак"/>
    <w:basedOn w:val="a1"/>
    <w:link w:val="HTML0"/>
    <w:semiHidden/>
    <w:rsid w:val="00C405CB"/>
    <w:rPr>
      <w:rFonts w:eastAsia="SimSun"/>
      <w:i/>
      <w:iCs/>
      <w:lang w:val="en-GB" w:eastAsia="en-US"/>
    </w:rPr>
  </w:style>
  <w:style w:type="character" w:styleId="HTML2">
    <w:name w:val="HTML Cite"/>
    <w:semiHidden/>
    <w:rsid w:val="00C405CB"/>
    <w:rPr>
      <w:i/>
      <w:iCs/>
    </w:rPr>
  </w:style>
  <w:style w:type="character" w:styleId="HTML3">
    <w:name w:val="HTML Code"/>
    <w:semiHidden/>
    <w:rsid w:val="00C405CB"/>
    <w:rPr>
      <w:rFonts w:ascii="Courier New" w:hAnsi="Courier New" w:cs="Courier New"/>
      <w:sz w:val="20"/>
      <w:szCs w:val="20"/>
    </w:rPr>
  </w:style>
  <w:style w:type="character" w:styleId="HTML4">
    <w:name w:val="HTML Definition"/>
    <w:semiHidden/>
    <w:rsid w:val="00C405CB"/>
    <w:rPr>
      <w:i/>
      <w:iCs/>
    </w:rPr>
  </w:style>
  <w:style w:type="character" w:styleId="HTML5">
    <w:name w:val="HTML Keyboard"/>
    <w:semiHidden/>
    <w:rsid w:val="00C405CB"/>
    <w:rPr>
      <w:rFonts w:ascii="Courier New" w:hAnsi="Courier New" w:cs="Courier New"/>
      <w:sz w:val="20"/>
      <w:szCs w:val="20"/>
    </w:rPr>
  </w:style>
  <w:style w:type="paragraph" w:styleId="HTML6">
    <w:name w:val="HTML Preformatted"/>
    <w:basedOn w:val="a0"/>
    <w:link w:val="HTML7"/>
    <w:semiHidden/>
    <w:rsid w:val="00C405CB"/>
    <w:rPr>
      <w:rFonts w:ascii="Courier New" w:eastAsia="SimSun" w:hAnsi="Courier New" w:cs="Courier New"/>
      <w:szCs w:val="20"/>
      <w:lang w:val="en-GB"/>
    </w:rPr>
  </w:style>
  <w:style w:type="character" w:customStyle="1" w:styleId="HTML7">
    <w:name w:val="Стандартный HTML Знак"/>
    <w:basedOn w:val="a1"/>
    <w:link w:val="HTML6"/>
    <w:semiHidden/>
    <w:rsid w:val="00C405CB"/>
    <w:rPr>
      <w:rFonts w:ascii="Courier New" w:eastAsia="SimSun" w:hAnsi="Courier New" w:cs="Courier New"/>
      <w:lang w:val="en-GB" w:eastAsia="en-US"/>
    </w:rPr>
  </w:style>
  <w:style w:type="character" w:styleId="HTML8">
    <w:name w:val="HTML Sample"/>
    <w:semiHidden/>
    <w:rsid w:val="00C405CB"/>
    <w:rPr>
      <w:rFonts w:ascii="Courier New" w:hAnsi="Courier New" w:cs="Courier New"/>
    </w:rPr>
  </w:style>
  <w:style w:type="character" w:styleId="HTML9">
    <w:name w:val="HTML Typewriter"/>
    <w:semiHidden/>
    <w:rsid w:val="00C405CB"/>
    <w:rPr>
      <w:rFonts w:ascii="Courier New" w:hAnsi="Courier New" w:cs="Courier New"/>
      <w:sz w:val="20"/>
      <w:szCs w:val="20"/>
    </w:rPr>
  </w:style>
  <w:style w:type="character" w:styleId="HTMLa">
    <w:name w:val="HTML Variable"/>
    <w:semiHidden/>
    <w:rsid w:val="00C405CB"/>
    <w:rPr>
      <w:i/>
      <w:iCs/>
    </w:rPr>
  </w:style>
  <w:style w:type="paragraph" w:styleId="aff8">
    <w:name w:val="List"/>
    <w:basedOn w:val="a0"/>
    <w:semiHidden/>
    <w:rsid w:val="00C405CB"/>
    <w:pPr>
      <w:ind w:left="283" w:hanging="283"/>
    </w:pPr>
    <w:rPr>
      <w:rFonts w:eastAsia="SimSun" w:cs="Times New Roman"/>
      <w:szCs w:val="20"/>
      <w:lang w:val="en-GB"/>
    </w:rPr>
  </w:style>
  <w:style w:type="paragraph" w:styleId="27">
    <w:name w:val="List 2"/>
    <w:basedOn w:val="a0"/>
    <w:semiHidden/>
    <w:rsid w:val="00C405CB"/>
    <w:pPr>
      <w:ind w:left="566" w:hanging="283"/>
    </w:pPr>
    <w:rPr>
      <w:rFonts w:eastAsia="SimSun" w:cs="Times New Roman"/>
      <w:szCs w:val="20"/>
      <w:lang w:val="en-GB"/>
    </w:rPr>
  </w:style>
  <w:style w:type="paragraph" w:styleId="34">
    <w:name w:val="List 3"/>
    <w:basedOn w:val="a0"/>
    <w:semiHidden/>
    <w:rsid w:val="00C405CB"/>
    <w:pPr>
      <w:ind w:left="849" w:hanging="283"/>
    </w:pPr>
    <w:rPr>
      <w:rFonts w:eastAsia="SimSun" w:cs="Times New Roman"/>
      <w:szCs w:val="20"/>
      <w:lang w:val="en-GB"/>
    </w:rPr>
  </w:style>
  <w:style w:type="paragraph" w:styleId="40">
    <w:name w:val="List 4"/>
    <w:basedOn w:val="a0"/>
    <w:semiHidden/>
    <w:rsid w:val="00C405CB"/>
    <w:pPr>
      <w:ind w:left="1132" w:hanging="283"/>
    </w:pPr>
    <w:rPr>
      <w:rFonts w:eastAsia="SimSun" w:cs="Times New Roman"/>
      <w:szCs w:val="20"/>
      <w:lang w:val="en-GB"/>
    </w:rPr>
  </w:style>
  <w:style w:type="paragraph" w:styleId="50">
    <w:name w:val="List 5"/>
    <w:basedOn w:val="a0"/>
    <w:semiHidden/>
    <w:rsid w:val="00C405CB"/>
    <w:pPr>
      <w:ind w:left="1415" w:hanging="283"/>
    </w:pPr>
    <w:rPr>
      <w:rFonts w:eastAsia="SimSun" w:cs="Times New Roman"/>
      <w:szCs w:val="20"/>
      <w:lang w:val="en-GB"/>
    </w:rPr>
  </w:style>
  <w:style w:type="paragraph" w:styleId="aff9">
    <w:name w:val="List Bullet"/>
    <w:basedOn w:val="a0"/>
    <w:semiHidden/>
    <w:rsid w:val="00C405CB"/>
    <w:pPr>
      <w:tabs>
        <w:tab w:val="num" w:pos="360"/>
      </w:tabs>
      <w:ind w:left="360" w:hanging="360"/>
    </w:pPr>
    <w:rPr>
      <w:rFonts w:eastAsia="SimSun" w:cs="Times New Roman"/>
      <w:szCs w:val="20"/>
      <w:lang w:val="en-GB"/>
    </w:rPr>
  </w:style>
  <w:style w:type="paragraph" w:styleId="28">
    <w:name w:val="List Bullet 2"/>
    <w:basedOn w:val="a0"/>
    <w:semiHidden/>
    <w:rsid w:val="00C405CB"/>
    <w:pPr>
      <w:tabs>
        <w:tab w:val="num" w:pos="643"/>
      </w:tabs>
      <w:ind w:left="643" w:hanging="360"/>
    </w:pPr>
    <w:rPr>
      <w:rFonts w:eastAsia="SimSun" w:cs="Times New Roman"/>
      <w:szCs w:val="20"/>
      <w:lang w:val="en-GB"/>
    </w:rPr>
  </w:style>
  <w:style w:type="paragraph" w:styleId="35">
    <w:name w:val="List Bullet 3"/>
    <w:basedOn w:val="a0"/>
    <w:semiHidden/>
    <w:rsid w:val="00C405CB"/>
    <w:pPr>
      <w:tabs>
        <w:tab w:val="num" w:pos="926"/>
      </w:tabs>
      <w:ind w:left="926" w:hanging="360"/>
    </w:pPr>
    <w:rPr>
      <w:rFonts w:eastAsia="SimSun" w:cs="Times New Roman"/>
      <w:szCs w:val="20"/>
      <w:lang w:val="en-GB"/>
    </w:rPr>
  </w:style>
  <w:style w:type="paragraph" w:styleId="41">
    <w:name w:val="List Bullet 4"/>
    <w:basedOn w:val="a0"/>
    <w:semiHidden/>
    <w:rsid w:val="00C405CB"/>
    <w:pPr>
      <w:tabs>
        <w:tab w:val="num" w:pos="1209"/>
      </w:tabs>
      <w:ind w:left="1209" w:hanging="360"/>
    </w:pPr>
    <w:rPr>
      <w:rFonts w:eastAsia="SimSun" w:cs="Times New Roman"/>
      <w:szCs w:val="20"/>
      <w:lang w:val="en-GB"/>
    </w:rPr>
  </w:style>
  <w:style w:type="paragraph" w:styleId="51">
    <w:name w:val="List Bullet 5"/>
    <w:basedOn w:val="a0"/>
    <w:semiHidden/>
    <w:rsid w:val="00C405CB"/>
    <w:pPr>
      <w:tabs>
        <w:tab w:val="num" w:pos="1492"/>
      </w:tabs>
      <w:ind w:left="1492" w:hanging="360"/>
    </w:pPr>
    <w:rPr>
      <w:rFonts w:eastAsia="SimSun" w:cs="Times New Roman"/>
      <w:szCs w:val="20"/>
      <w:lang w:val="en-GB"/>
    </w:rPr>
  </w:style>
  <w:style w:type="paragraph" w:styleId="affa">
    <w:name w:val="List Continue"/>
    <w:basedOn w:val="a0"/>
    <w:semiHidden/>
    <w:rsid w:val="00C405CB"/>
    <w:pPr>
      <w:spacing w:after="120"/>
      <w:ind w:left="283"/>
    </w:pPr>
    <w:rPr>
      <w:rFonts w:eastAsia="SimSun" w:cs="Times New Roman"/>
      <w:szCs w:val="20"/>
      <w:lang w:val="en-GB"/>
    </w:rPr>
  </w:style>
  <w:style w:type="paragraph" w:styleId="29">
    <w:name w:val="List Continue 2"/>
    <w:basedOn w:val="a0"/>
    <w:semiHidden/>
    <w:rsid w:val="00C405CB"/>
    <w:pPr>
      <w:spacing w:after="120"/>
      <w:ind w:left="566"/>
    </w:pPr>
    <w:rPr>
      <w:rFonts w:eastAsia="SimSun" w:cs="Times New Roman"/>
      <w:szCs w:val="20"/>
      <w:lang w:val="en-GB"/>
    </w:rPr>
  </w:style>
  <w:style w:type="paragraph" w:styleId="36">
    <w:name w:val="List Continue 3"/>
    <w:basedOn w:val="a0"/>
    <w:semiHidden/>
    <w:rsid w:val="00C405CB"/>
    <w:pPr>
      <w:spacing w:after="120"/>
      <w:ind w:left="849"/>
    </w:pPr>
    <w:rPr>
      <w:rFonts w:eastAsia="SimSun" w:cs="Times New Roman"/>
      <w:szCs w:val="20"/>
      <w:lang w:val="en-GB"/>
    </w:rPr>
  </w:style>
  <w:style w:type="paragraph" w:styleId="42">
    <w:name w:val="List Continue 4"/>
    <w:basedOn w:val="a0"/>
    <w:semiHidden/>
    <w:rsid w:val="00C405CB"/>
    <w:pPr>
      <w:spacing w:after="120"/>
      <w:ind w:left="1132"/>
    </w:pPr>
    <w:rPr>
      <w:rFonts w:eastAsia="SimSun" w:cs="Times New Roman"/>
      <w:szCs w:val="20"/>
      <w:lang w:val="en-GB"/>
    </w:rPr>
  </w:style>
  <w:style w:type="paragraph" w:styleId="52">
    <w:name w:val="List Continue 5"/>
    <w:basedOn w:val="a0"/>
    <w:semiHidden/>
    <w:rsid w:val="00C405CB"/>
    <w:pPr>
      <w:spacing w:after="120"/>
      <w:ind w:left="1415"/>
    </w:pPr>
    <w:rPr>
      <w:rFonts w:eastAsia="SimSun" w:cs="Times New Roman"/>
      <w:szCs w:val="20"/>
      <w:lang w:val="en-GB"/>
    </w:rPr>
  </w:style>
  <w:style w:type="paragraph" w:styleId="affb">
    <w:name w:val="List Number"/>
    <w:basedOn w:val="a0"/>
    <w:semiHidden/>
    <w:rsid w:val="00C405CB"/>
    <w:pPr>
      <w:tabs>
        <w:tab w:val="num" w:pos="360"/>
      </w:tabs>
      <w:ind w:left="360" w:hanging="360"/>
    </w:pPr>
    <w:rPr>
      <w:rFonts w:eastAsia="SimSun" w:cs="Times New Roman"/>
      <w:szCs w:val="20"/>
      <w:lang w:val="en-GB"/>
    </w:rPr>
  </w:style>
  <w:style w:type="paragraph" w:styleId="2a">
    <w:name w:val="List Number 2"/>
    <w:basedOn w:val="a0"/>
    <w:semiHidden/>
    <w:rsid w:val="00C405CB"/>
    <w:pPr>
      <w:tabs>
        <w:tab w:val="num" w:pos="643"/>
      </w:tabs>
      <w:ind w:left="643" w:hanging="360"/>
    </w:pPr>
    <w:rPr>
      <w:rFonts w:eastAsia="SimSun" w:cs="Times New Roman"/>
      <w:szCs w:val="20"/>
      <w:lang w:val="en-GB"/>
    </w:rPr>
  </w:style>
  <w:style w:type="paragraph" w:styleId="37">
    <w:name w:val="List Number 3"/>
    <w:basedOn w:val="a0"/>
    <w:semiHidden/>
    <w:rsid w:val="00C405CB"/>
    <w:pPr>
      <w:tabs>
        <w:tab w:val="num" w:pos="926"/>
      </w:tabs>
      <w:ind w:left="926" w:hanging="360"/>
    </w:pPr>
    <w:rPr>
      <w:rFonts w:eastAsia="SimSun" w:cs="Times New Roman"/>
      <w:szCs w:val="20"/>
      <w:lang w:val="en-GB"/>
    </w:rPr>
  </w:style>
  <w:style w:type="paragraph" w:styleId="43">
    <w:name w:val="List Number 4"/>
    <w:basedOn w:val="a0"/>
    <w:semiHidden/>
    <w:rsid w:val="00C405CB"/>
    <w:pPr>
      <w:tabs>
        <w:tab w:val="num" w:pos="1209"/>
      </w:tabs>
      <w:ind w:left="1209" w:hanging="360"/>
    </w:pPr>
    <w:rPr>
      <w:rFonts w:eastAsia="SimSun" w:cs="Times New Roman"/>
      <w:szCs w:val="20"/>
      <w:lang w:val="en-GB"/>
    </w:rPr>
  </w:style>
  <w:style w:type="paragraph" w:styleId="53">
    <w:name w:val="List Number 5"/>
    <w:basedOn w:val="a0"/>
    <w:semiHidden/>
    <w:rsid w:val="00C405CB"/>
    <w:pPr>
      <w:tabs>
        <w:tab w:val="num" w:pos="1492"/>
      </w:tabs>
      <w:ind w:left="1492" w:hanging="360"/>
    </w:pPr>
    <w:rPr>
      <w:rFonts w:eastAsia="SimSun" w:cs="Times New Roman"/>
      <w:szCs w:val="20"/>
      <w:lang w:val="en-GB"/>
    </w:rPr>
  </w:style>
  <w:style w:type="paragraph" w:styleId="affc">
    <w:name w:val="Message Header"/>
    <w:basedOn w:val="a0"/>
    <w:link w:val="affd"/>
    <w:semiHidden/>
    <w:rsid w:val="00C405CB"/>
    <w:pPr>
      <w:pBdr>
        <w:top w:val="single" w:sz="6" w:space="1" w:color="auto"/>
        <w:left w:val="single" w:sz="6" w:space="1" w:color="auto"/>
        <w:bottom w:val="single" w:sz="6" w:space="1" w:color="auto"/>
        <w:right w:val="single" w:sz="6" w:space="1" w:color="auto"/>
      </w:pBdr>
      <w:shd w:val="pct20" w:color="auto" w:fill="auto"/>
      <w:ind w:left="1134" w:hanging="1134"/>
    </w:pPr>
    <w:rPr>
      <w:rFonts w:ascii="Arial" w:eastAsia="SimSun" w:hAnsi="Arial" w:cs="Arial"/>
      <w:sz w:val="24"/>
      <w:szCs w:val="24"/>
      <w:lang w:val="en-GB"/>
    </w:rPr>
  </w:style>
  <w:style w:type="character" w:customStyle="1" w:styleId="affd">
    <w:name w:val="Шапка Знак"/>
    <w:basedOn w:val="a1"/>
    <w:link w:val="affc"/>
    <w:semiHidden/>
    <w:rsid w:val="00C405CB"/>
    <w:rPr>
      <w:rFonts w:ascii="Arial" w:eastAsia="SimSun" w:hAnsi="Arial" w:cs="Arial"/>
      <w:sz w:val="24"/>
      <w:szCs w:val="24"/>
      <w:shd w:val="pct20" w:color="auto" w:fill="auto"/>
      <w:lang w:val="en-GB" w:eastAsia="en-US"/>
    </w:rPr>
  </w:style>
  <w:style w:type="paragraph" w:styleId="affe">
    <w:name w:val="Normal (Web)"/>
    <w:basedOn w:val="a0"/>
    <w:link w:val="afff"/>
    <w:uiPriority w:val="99"/>
    <w:rsid w:val="00C405CB"/>
    <w:rPr>
      <w:rFonts w:eastAsia="SimSun" w:cs="Times New Roman"/>
      <w:sz w:val="24"/>
      <w:szCs w:val="24"/>
      <w:lang w:val="en-GB"/>
    </w:rPr>
  </w:style>
  <w:style w:type="paragraph" w:styleId="afff0">
    <w:name w:val="Normal Indent"/>
    <w:basedOn w:val="a0"/>
    <w:semiHidden/>
    <w:rsid w:val="00C405CB"/>
    <w:pPr>
      <w:ind w:left="567"/>
    </w:pPr>
    <w:rPr>
      <w:rFonts w:eastAsia="SimSun" w:cs="Times New Roman"/>
      <w:szCs w:val="20"/>
      <w:lang w:val="en-GB"/>
    </w:rPr>
  </w:style>
  <w:style w:type="paragraph" w:styleId="afff1">
    <w:name w:val="Note Heading"/>
    <w:basedOn w:val="a0"/>
    <w:next w:val="a0"/>
    <w:link w:val="afff2"/>
    <w:semiHidden/>
    <w:rsid w:val="00C405CB"/>
    <w:rPr>
      <w:rFonts w:eastAsia="SimSun" w:cs="Times New Roman"/>
      <w:szCs w:val="20"/>
      <w:lang w:val="en-GB"/>
    </w:rPr>
  </w:style>
  <w:style w:type="character" w:customStyle="1" w:styleId="afff2">
    <w:name w:val="Заголовок записки Знак"/>
    <w:basedOn w:val="a1"/>
    <w:link w:val="afff1"/>
    <w:semiHidden/>
    <w:rsid w:val="00C405CB"/>
    <w:rPr>
      <w:rFonts w:eastAsia="SimSun"/>
      <w:lang w:val="en-GB" w:eastAsia="en-US"/>
    </w:rPr>
  </w:style>
  <w:style w:type="paragraph" w:styleId="afff3">
    <w:name w:val="Salutation"/>
    <w:basedOn w:val="a0"/>
    <w:next w:val="a0"/>
    <w:link w:val="afff4"/>
    <w:semiHidden/>
    <w:rsid w:val="00C405CB"/>
    <w:rPr>
      <w:rFonts w:eastAsia="SimSun" w:cs="Times New Roman"/>
      <w:szCs w:val="20"/>
      <w:lang w:val="en-GB"/>
    </w:rPr>
  </w:style>
  <w:style w:type="character" w:customStyle="1" w:styleId="afff4">
    <w:name w:val="Приветствие Знак"/>
    <w:basedOn w:val="a1"/>
    <w:link w:val="afff3"/>
    <w:semiHidden/>
    <w:rsid w:val="00C405CB"/>
    <w:rPr>
      <w:rFonts w:eastAsia="SimSun"/>
      <w:lang w:val="en-GB" w:eastAsia="en-US"/>
    </w:rPr>
  </w:style>
  <w:style w:type="paragraph" w:styleId="afff5">
    <w:name w:val="Signature"/>
    <w:basedOn w:val="a0"/>
    <w:link w:val="afff6"/>
    <w:semiHidden/>
    <w:rsid w:val="00C405CB"/>
    <w:pPr>
      <w:ind w:left="4252"/>
    </w:pPr>
    <w:rPr>
      <w:rFonts w:eastAsia="SimSun" w:cs="Times New Roman"/>
      <w:szCs w:val="20"/>
      <w:lang w:val="en-GB"/>
    </w:rPr>
  </w:style>
  <w:style w:type="character" w:customStyle="1" w:styleId="afff6">
    <w:name w:val="Подпись Знак"/>
    <w:basedOn w:val="a1"/>
    <w:link w:val="afff5"/>
    <w:semiHidden/>
    <w:rsid w:val="00C405CB"/>
    <w:rPr>
      <w:rFonts w:eastAsia="SimSun"/>
      <w:lang w:val="en-GB" w:eastAsia="en-US"/>
    </w:rPr>
  </w:style>
  <w:style w:type="character" w:styleId="afff7">
    <w:name w:val="Strong"/>
    <w:uiPriority w:val="22"/>
    <w:qFormat/>
    <w:rsid w:val="00C405CB"/>
    <w:rPr>
      <w:b/>
      <w:bCs/>
    </w:rPr>
  </w:style>
  <w:style w:type="paragraph" w:styleId="afff8">
    <w:name w:val="Subtitle"/>
    <w:basedOn w:val="a0"/>
    <w:link w:val="afff9"/>
    <w:qFormat/>
    <w:rsid w:val="00C405CB"/>
    <w:pPr>
      <w:spacing w:after="60"/>
      <w:jc w:val="center"/>
      <w:outlineLvl w:val="1"/>
    </w:pPr>
    <w:rPr>
      <w:rFonts w:ascii="Arial" w:eastAsia="SimSun" w:hAnsi="Arial" w:cs="Arial"/>
      <w:sz w:val="24"/>
      <w:szCs w:val="24"/>
      <w:lang w:val="en-GB"/>
    </w:rPr>
  </w:style>
  <w:style w:type="character" w:customStyle="1" w:styleId="afff9">
    <w:name w:val="Подзаголовок Знак"/>
    <w:basedOn w:val="a1"/>
    <w:link w:val="afff8"/>
    <w:rsid w:val="00C405CB"/>
    <w:rPr>
      <w:rFonts w:ascii="Arial" w:eastAsia="SimSun" w:hAnsi="Arial" w:cs="Arial"/>
      <w:sz w:val="24"/>
      <w:szCs w:val="24"/>
      <w:lang w:val="en-GB" w:eastAsia="en-US"/>
    </w:rPr>
  </w:style>
  <w:style w:type="table" w:styleId="11">
    <w:name w:val="Table 3D effects 1"/>
    <w:basedOn w:val="a2"/>
    <w:semiHidden/>
    <w:rsid w:val="00C405CB"/>
    <w:pPr>
      <w:suppressAutoHyphens/>
      <w:spacing w:line="240" w:lineRule="atLeast"/>
    </w:pPr>
    <w:rPr>
      <w:rFonts w:eastAsia="SimSun"/>
      <w:lang w:val="en-GB" w:eastAsia="en-GB"/>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b">
    <w:name w:val="Table 3D effects 2"/>
    <w:basedOn w:val="a2"/>
    <w:semiHidden/>
    <w:rsid w:val="00C405CB"/>
    <w:pPr>
      <w:suppressAutoHyphens/>
      <w:spacing w:line="240" w:lineRule="atLeast"/>
    </w:pPr>
    <w:rPr>
      <w:rFonts w:eastAsia="SimSun"/>
      <w:lang w:val="en-GB" w:eastAsia="en-GB"/>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8">
    <w:name w:val="Table 3D effects 3"/>
    <w:basedOn w:val="a2"/>
    <w:semiHidden/>
    <w:rsid w:val="00C405CB"/>
    <w:pPr>
      <w:suppressAutoHyphens/>
      <w:spacing w:line="240" w:lineRule="atLeast"/>
    </w:pPr>
    <w:rPr>
      <w:rFonts w:eastAsia="SimSun"/>
      <w:lang w:val="en-GB" w:eastAsia="en-GB"/>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2">
    <w:name w:val="Table Classic 1"/>
    <w:basedOn w:val="a2"/>
    <w:semiHidden/>
    <w:rsid w:val="00C405CB"/>
    <w:pPr>
      <w:suppressAutoHyphens/>
      <w:spacing w:line="240" w:lineRule="atLeast"/>
    </w:pPr>
    <w:rPr>
      <w:rFonts w:eastAsia="SimSun"/>
      <w:lang w:val="en-GB" w:eastAsia="en-GB"/>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c">
    <w:name w:val="Table Classic 2"/>
    <w:basedOn w:val="a2"/>
    <w:semiHidden/>
    <w:rsid w:val="00C405CB"/>
    <w:pPr>
      <w:suppressAutoHyphens/>
      <w:spacing w:line="240" w:lineRule="atLeast"/>
    </w:pPr>
    <w:rPr>
      <w:rFonts w:eastAsia="SimSun"/>
      <w:lang w:val="en-GB" w:eastAsia="en-GB"/>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9">
    <w:name w:val="Table Classic 3"/>
    <w:basedOn w:val="a2"/>
    <w:semiHidden/>
    <w:rsid w:val="00C405CB"/>
    <w:pPr>
      <w:suppressAutoHyphens/>
      <w:spacing w:line="240" w:lineRule="atLeast"/>
    </w:pPr>
    <w:rPr>
      <w:rFonts w:eastAsia="SimSun"/>
      <w:color w:val="000080"/>
      <w:lang w:val="en-GB" w:eastAsia="en-GB"/>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4">
    <w:name w:val="Table Classic 4"/>
    <w:basedOn w:val="a2"/>
    <w:semiHidden/>
    <w:rsid w:val="00C405CB"/>
    <w:pPr>
      <w:suppressAutoHyphens/>
      <w:spacing w:line="240" w:lineRule="atLeast"/>
    </w:pPr>
    <w:rPr>
      <w:rFonts w:eastAsia="SimSun"/>
      <w:lang w:val="en-GB" w:eastAsia="en-GB"/>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3">
    <w:name w:val="Table Colorful 1"/>
    <w:basedOn w:val="a2"/>
    <w:semiHidden/>
    <w:rsid w:val="00C405CB"/>
    <w:pPr>
      <w:suppressAutoHyphens/>
      <w:spacing w:line="240" w:lineRule="atLeast"/>
    </w:pPr>
    <w:rPr>
      <w:rFonts w:eastAsia="SimSun"/>
      <w:color w:val="FFFFFF"/>
      <w:lang w:val="en-GB" w:eastAsia="en-GB"/>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d">
    <w:name w:val="Table Colorful 2"/>
    <w:basedOn w:val="a2"/>
    <w:semiHidden/>
    <w:rsid w:val="00C405CB"/>
    <w:pPr>
      <w:suppressAutoHyphens/>
      <w:spacing w:line="240" w:lineRule="atLeast"/>
    </w:pPr>
    <w:rPr>
      <w:rFonts w:eastAsia="SimSun"/>
      <w:lang w:val="en-GB" w:eastAsia="en-GB"/>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a">
    <w:name w:val="Table Colorful 3"/>
    <w:basedOn w:val="a2"/>
    <w:semiHidden/>
    <w:rsid w:val="00C405CB"/>
    <w:pPr>
      <w:suppressAutoHyphens/>
      <w:spacing w:line="240" w:lineRule="atLeast"/>
    </w:pPr>
    <w:rPr>
      <w:rFonts w:eastAsia="SimSun"/>
      <w:lang w:val="en-GB" w:eastAsia="en-GB"/>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14">
    <w:name w:val="Table Columns 1"/>
    <w:basedOn w:val="a2"/>
    <w:semiHidden/>
    <w:rsid w:val="00C405CB"/>
    <w:pPr>
      <w:suppressAutoHyphens/>
      <w:spacing w:line="240" w:lineRule="atLeast"/>
    </w:pPr>
    <w:rPr>
      <w:rFonts w:eastAsia="SimSun"/>
      <w:b/>
      <w:bCs/>
      <w:lang w:val="en-GB" w:eastAsia="en-GB"/>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e">
    <w:name w:val="Table Columns 2"/>
    <w:basedOn w:val="a2"/>
    <w:semiHidden/>
    <w:rsid w:val="00C405CB"/>
    <w:pPr>
      <w:suppressAutoHyphens/>
      <w:spacing w:line="240" w:lineRule="atLeast"/>
    </w:pPr>
    <w:rPr>
      <w:rFonts w:eastAsia="SimSun"/>
      <w:b/>
      <w:bCs/>
      <w:lang w:val="en-GB" w:eastAsia="en-GB"/>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b">
    <w:name w:val="Table Columns 3"/>
    <w:basedOn w:val="a2"/>
    <w:semiHidden/>
    <w:rsid w:val="00C405CB"/>
    <w:pPr>
      <w:suppressAutoHyphens/>
      <w:spacing w:line="240" w:lineRule="atLeast"/>
    </w:pPr>
    <w:rPr>
      <w:rFonts w:eastAsia="SimSun"/>
      <w:b/>
      <w:bCs/>
      <w:lang w:val="en-GB" w:eastAsia="en-GB"/>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5">
    <w:name w:val="Table Columns 4"/>
    <w:basedOn w:val="a2"/>
    <w:semiHidden/>
    <w:rsid w:val="00C405CB"/>
    <w:pPr>
      <w:suppressAutoHyphens/>
      <w:spacing w:line="240" w:lineRule="atLeast"/>
    </w:pPr>
    <w:rPr>
      <w:rFonts w:eastAsia="SimSun"/>
      <w:lang w:val="en-GB" w:eastAsia="en-GB"/>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4">
    <w:name w:val="Table Columns 5"/>
    <w:basedOn w:val="a2"/>
    <w:semiHidden/>
    <w:rsid w:val="00C405CB"/>
    <w:pPr>
      <w:suppressAutoHyphens/>
      <w:spacing w:line="240" w:lineRule="atLeast"/>
    </w:pPr>
    <w:rPr>
      <w:rFonts w:eastAsia="SimSun"/>
      <w:lang w:val="en-GB" w:eastAsia="en-GB"/>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afffa">
    <w:name w:val="Table Contemporary"/>
    <w:basedOn w:val="a2"/>
    <w:semiHidden/>
    <w:rsid w:val="00C405CB"/>
    <w:pPr>
      <w:suppressAutoHyphens/>
      <w:spacing w:line="240" w:lineRule="atLeast"/>
    </w:pPr>
    <w:rPr>
      <w:rFonts w:eastAsia="SimSun"/>
      <w:lang w:val="en-GB" w:eastAsia="en-GB"/>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b">
    <w:name w:val="Table Elegant"/>
    <w:basedOn w:val="a2"/>
    <w:semiHidden/>
    <w:rsid w:val="00C405CB"/>
    <w:pPr>
      <w:suppressAutoHyphens/>
      <w:spacing w:line="240" w:lineRule="atLeast"/>
    </w:pPr>
    <w:rPr>
      <w:rFonts w:eastAsia="SimSun"/>
      <w:lang w:val="en-GB" w:eastAsia="en-GB"/>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5">
    <w:name w:val="Table Grid 1"/>
    <w:basedOn w:val="a2"/>
    <w:semiHidden/>
    <w:rsid w:val="00C405CB"/>
    <w:pPr>
      <w:suppressAutoHyphens/>
      <w:spacing w:line="240" w:lineRule="atLeast"/>
    </w:pPr>
    <w:rPr>
      <w:rFonts w:eastAsia="SimSun"/>
      <w:lang w:val="en-GB" w:eastAsia="en-GB"/>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
    <w:name w:val="Table Grid 2"/>
    <w:basedOn w:val="a2"/>
    <w:semiHidden/>
    <w:rsid w:val="00C405CB"/>
    <w:pPr>
      <w:suppressAutoHyphens/>
      <w:spacing w:line="240" w:lineRule="atLeast"/>
    </w:pPr>
    <w:rPr>
      <w:rFonts w:eastAsia="SimSun"/>
      <w:lang w:val="en-GB" w:eastAsia="en-GB"/>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c">
    <w:name w:val="Table Grid 3"/>
    <w:basedOn w:val="a2"/>
    <w:semiHidden/>
    <w:rsid w:val="00C405CB"/>
    <w:pPr>
      <w:suppressAutoHyphens/>
      <w:spacing w:line="240" w:lineRule="atLeast"/>
    </w:pPr>
    <w:rPr>
      <w:rFonts w:eastAsia="SimSun"/>
      <w:lang w:val="en-GB" w:eastAsia="en-GB"/>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6">
    <w:name w:val="Table Grid 4"/>
    <w:basedOn w:val="a2"/>
    <w:semiHidden/>
    <w:rsid w:val="00C405CB"/>
    <w:pPr>
      <w:suppressAutoHyphens/>
      <w:spacing w:line="240" w:lineRule="atLeast"/>
    </w:pPr>
    <w:rPr>
      <w:rFonts w:eastAsia="SimSun"/>
      <w:lang w:val="en-GB" w:eastAsia="en-GB"/>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5">
    <w:name w:val="Table Grid 5"/>
    <w:basedOn w:val="a2"/>
    <w:semiHidden/>
    <w:rsid w:val="00C405CB"/>
    <w:pPr>
      <w:suppressAutoHyphens/>
      <w:spacing w:line="240" w:lineRule="atLeast"/>
    </w:pPr>
    <w:rPr>
      <w:rFonts w:eastAsia="SimSun"/>
      <w:lang w:val="en-GB" w:eastAsia="en-GB"/>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0">
    <w:name w:val="Table Grid 6"/>
    <w:basedOn w:val="a2"/>
    <w:semiHidden/>
    <w:rsid w:val="00C405CB"/>
    <w:pPr>
      <w:suppressAutoHyphens/>
      <w:spacing w:line="240" w:lineRule="atLeast"/>
    </w:pPr>
    <w:rPr>
      <w:rFonts w:eastAsia="SimSun"/>
      <w:lang w:val="en-GB" w:eastAsia="en-GB"/>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0">
    <w:name w:val="Table Grid 7"/>
    <w:basedOn w:val="a2"/>
    <w:semiHidden/>
    <w:rsid w:val="00C405CB"/>
    <w:pPr>
      <w:suppressAutoHyphens/>
      <w:spacing w:line="240" w:lineRule="atLeast"/>
    </w:pPr>
    <w:rPr>
      <w:rFonts w:eastAsia="SimSun"/>
      <w:b/>
      <w:bCs/>
      <w:lang w:val="en-GB" w:eastAsia="en-GB"/>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0">
    <w:name w:val="Table Grid 8"/>
    <w:basedOn w:val="a2"/>
    <w:semiHidden/>
    <w:rsid w:val="00C405CB"/>
    <w:pPr>
      <w:suppressAutoHyphens/>
      <w:spacing w:line="240" w:lineRule="atLeast"/>
    </w:pPr>
    <w:rPr>
      <w:rFonts w:eastAsia="SimSun"/>
      <w:lang w:val="en-GB" w:eastAsia="en-GB"/>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1">
    <w:name w:val="Table List 1"/>
    <w:basedOn w:val="a2"/>
    <w:semiHidden/>
    <w:rsid w:val="00C405CB"/>
    <w:pPr>
      <w:suppressAutoHyphens/>
      <w:spacing w:line="240" w:lineRule="atLeast"/>
    </w:pPr>
    <w:rPr>
      <w:rFonts w:eastAsia="SimSun"/>
      <w:lang w:val="en-GB" w:eastAsia="en-GB"/>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
    <w:name w:val="Table List 2"/>
    <w:basedOn w:val="a2"/>
    <w:semiHidden/>
    <w:rsid w:val="00C405CB"/>
    <w:pPr>
      <w:suppressAutoHyphens/>
      <w:spacing w:line="240" w:lineRule="atLeast"/>
    </w:pPr>
    <w:rPr>
      <w:rFonts w:eastAsia="SimSun"/>
      <w:lang w:val="en-GB" w:eastAsia="en-GB"/>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
    <w:name w:val="Table List 3"/>
    <w:basedOn w:val="a2"/>
    <w:semiHidden/>
    <w:rsid w:val="00C405CB"/>
    <w:pPr>
      <w:suppressAutoHyphens/>
      <w:spacing w:line="240" w:lineRule="atLeast"/>
    </w:pPr>
    <w:rPr>
      <w:rFonts w:eastAsia="SimSun"/>
      <w:lang w:val="en-GB" w:eastAsia="en-GB"/>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2"/>
    <w:semiHidden/>
    <w:rsid w:val="00C405CB"/>
    <w:pPr>
      <w:suppressAutoHyphens/>
      <w:spacing w:line="240" w:lineRule="atLeast"/>
    </w:pPr>
    <w:rPr>
      <w:rFonts w:eastAsia="SimSun"/>
      <w:lang w:val="en-GB" w:eastAsia="en-GB"/>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2"/>
    <w:semiHidden/>
    <w:rsid w:val="00C405CB"/>
    <w:pPr>
      <w:suppressAutoHyphens/>
      <w:spacing w:line="240" w:lineRule="atLeast"/>
    </w:pPr>
    <w:rPr>
      <w:rFonts w:eastAsia="SimSun"/>
      <w:lang w:val="en-GB" w:eastAsia="en-GB"/>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2"/>
    <w:semiHidden/>
    <w:rsid w:val="00C405CB"/>
    <w:pPr>
      <w:suppressAutoHyphens/>
      <w:spacing w:line="240" w:lineRule="atLeast"/>
    </w:pPr>
    <w:rPr>
      <w:rFonts w:eastAsia="SimSun"/>
      <w:lang w:val="en-GB" w:eastAsia="en-GB"/>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2"/>
    <w:semiHidden/>
    <w:rsid w:val="00C405CB"/>
    <w:pPr>
      <w:suppressAutoHyphens/>
      <w:spacing w:line="240" w:lineRule="atLeast"/>
    </w:pPr>
    <w:rPr>
      <w:rFonts w:eastAsia="SimSun"/>
      <w:lang w:val="en-GB" w:eastAsia="en-GB"/>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2"/>
    <w:semiHidden/>
    <w:rsid w:val="00C405CB"/>
    <w:pPr>
      <w:suppressAutoHyphens/>
      <w:spacing w:line="240" w:lineRule="atLeast"/>
    </w:pPr>
    <w:rPr>
      <w:rFonts w:eastAsia="SimSun"/>
      <w:lang w:val="en-GB" w:eastAsia="en-GB"/>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c">
    <w:name w:val="Table Professional"/>
    <w:basedOn w:val="a2"/>
    <w:semiHidden/>
    <w:rsid w:val="00C405CB"/>
    <w:pPr>
      <w:suppressAutoHyphens/>
      <w:spacing w:line="240" w:lineRule="atLeast"/>
    </w:pPr>
    <w:rPr>
      <w:rFonts w:eastAsia="SimSun"/>
      <w:lang w:val="en-GB" w:eastAsia="en-GB"/>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16">
    <w:name w:val="Table Simple 1"/>
    <w:basedOn w:val="a2"/>
    <w:semiHidden/>
    <w:rsid w:val="00C405CB"/>
    <w:pPr>
      <w:suppressAutoHyphens/>
      <w:spacing w:line="240" w:lineRule="atLeast"/>
    </w:pPr>
    <w:rPr>
      <w:rFonts w:eastAsia="SimSun"/>
      <w:lang w:val="en-GB" w:eastAsia="en-GB"/>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0">
    <w:name w:val="Table Simple 2"/>
    <w:basedOn w:val="a2"/>
    <w:semiHidden/>
    <w:rsid w:val="00C405CB"/>
    <w:pPr>
      <w:suppressAutoHyphens/>
      <w:spacing w:line="240" w:lineRule="atLeast"/>
    </w:pPr>
    <w:rPr>
      <w:rFonts w:eastAsia="SimSun"/>
      <w:lang w:val="en-GB" w:eastAsia="en-GB"/>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d">
    <w:name w:val="Table Simple 3"/>
    <w:basedOn w:val="a2"/>
    <w:semiHidden/>
    <w:rsid w:val="00C405CB"/>
    <w:pPr>
      <w:suppressAutoHyphens/>
      <w:spacing w:line="240" w:lineRule="atLeast"/>
    </w:pPr>
    <w:rPr>
      <w:rFonts w:eastAsia="SimSun"/>
      <w:lang w:val="en-GB" w:eastAsia="en-GB"/>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7">
    <w:name w:val="Table Subtle 1"/>
    <w:basedOn w:val="a2"/>
    <w:semiHidden/>
    <w:rsid w:val="00C405CB"/>
    <w:pPr>
      <w:suppressAutoHyphens/>
      <w:spacing w:line="240" w:lineRule="atLeast"/>
    </w:pPr>
    <w:rPr>
      <w:rFonts w:eastAsia="SimSun"/>
      <w:lang w:val="en-GB" w:eastAsia="en-GB"/>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1">
    <w:name w:val="Table Subtle 2"/>
    <w:basedOn w:val="a2"/>
    <w:semiHidden/>
    <w:rsid w:val="00C405CB"/>
    <w:pPr>
      <w:suppressAutoHyphens/>
      <w:spacing w:line="240" w:lineRule="atLeast"/>
    </w:pPr>
    <w:rPr>
      <w:rFonts w:eastAsia="SimSun"/>
      <w:lang w:val="en-GB" w:eastAsia="en-GB"/>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afffd">
    <w:name w:val="Table Theme"/>
    <w:basedOn w:val="a2"/>
    <w:semiHidden/>
    <w:rsid w:val="00C405CB"/>
    <w:pPr>
      <w:suppressAutoHyphens/>
      <w:spacing w:line="240" w:lineRule="atLeast"/>
    </w:pPr>
    <w:rPr>
      <w:rFonts w:eastAsia="SimSun"/>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0">
    <w:name w:val="Table Web 1"/>
    <w:basedOn w:val="a2"/>
    <w:rsid w:val="00C405CB"/>
    <w:pPr>
      <w:suppressAutoHyphens/>
      <w:spacing w:line="240" w:lineRule="atLeast"/>
    </w:pPr>
    <w:rPr>
      <w:rFonts w:eastAsia="SimSun"/>
      <w:lang w:val="en-GB" w:eastAsia="en-GB"/>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0">
    <w:name w:val="Table Web 2"/>
    <w:basedOn w:val="a2"/>
    <w:semiHidden/>
    <w:rsid w:val="00C405CB"/>
    <w:pPr>
      <w:suppressAutoHyphens/>
      <w:spacing w:line="240" w:lineRule="atLeast"/>
    </w:pPr>
    <w:rPr>
      <w:rFonts w:eastAsia="SimSun"/>
      <w:lang w:val="en-GB" w:eastAsia="en-GB"/>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0">
    <w:name w:val="Table Web 3"/>
    <w:basedOn w:val="a2"/>
    <w:semiHidden/>
    <w:rsid w:val="00C405CB"/>
    <w:pPr>
      <w:suppressAutoHyphens/>
      <w:spacing w:line="240" w:lineRule="atLeast"/>
    </w:pPr>
    <w:rPr>
      <w:rFonts w:eastAsia="SimSun"/>
      <w:lang w:val="en-GB" w:eastAsia="en-GB"/>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afffe">
    <w:name w:val="Title"/>
    <w:basedOn w:val="a0"/>
    <w:link w:val="affff"/>
    <w:qFormat/>
    <w:rsid w:val="00C405CB"/>
    <w:pPr>
      <w:spacing w:before="240" w:after="60"/>
      <w:jc w:val="center"/>
      <w:outlineLvl w:val="0"/>
    </w:pPr>
    <w:rPr>
      <w:rFonts w:ascii="Arial" w:eastAsia="SimSun" w:hAnsi="Arial" w:cs="Arial"/>
      <w:b/>
      <w:bCs/>
      <w:kern w:val="28"/>
      <w:sz w:val="32"/>
      <w:szCs w:val="32"/>
      <w:lang w:val="en-GB"/>
    </w:rPr>
  </w:style>
  <w:style w:type="character" w:customStyle="1" w:styleId="affff">
    <w:name w:val="Заголовок Знак"/>
    <w:basedOn w:val="a1"/>
    <w:link w:val="afffe"/>
    <w:rsid w:val="00C405CB"/>
    <w:rPr>
      <w:rFonts w:ascii="Arial" w:eastAsia="SimSun" w:hAnsi="Arial" w:cs="Arial"/>
      <w:b/>
      <w:bCs/>
      <w:kern w:val="28"/>
      <w:sz w:val="32"/>
      <w:szCs w:val="32"/>
      <w:lang w:val="en-GB" w:eastAsia="en-US"/>
    </w:rPr>
  </w:style>
  <w:style w:type="paragraph" w:styleId="affff0">
    <w:name w:val="envelope address"/>
    <w:basedOn w:val="a0"/>
    <w:semiHidden/>
    <w:rsid w:val="00C405CB"/>
    <w:pPr>
      <w:framePr w:w="7920" w:h="1980" w:hRule="exact" w:hSpace="180" w:wrap="auto" w:hAnchor="page" w:xAlign="center" w:yAlign="bottom"/>
      <w:ind w:left="2880"/>
    </w:pPr>
    <w:rPr>
      <w:rFonts w:ascii="Arial" w:eastAsia="SimSun" w:hAnsi="Arial" w:cs="Arial"/>
      <w:sz w:val="24"/>
      <w:szCs w:val="24"/>
      <w:lang w:val="en-GB"/>
    </w:rPr>
  </w:style>
  <w:style w:type="paragraph" w:customStyle="1" w:styleId="Document1">
    <w:name w:val="Document 1"/>
    <w:rsid w:val="00C405CB"/>
    <w:pPr>
      <w:keepNext/>
      <w:keepLines/>
      <w:widowControl w:val="0"/>
      <w:tabs>
        <w:tab w:val="left" w:pos="-720"/>
      </w:tabs>
      <w:suppressAutoHyphens/>
    </w:pPr>
    <w:rPr>
      <w:rFonts w:ascii="Courier" w:eastAsia="SimSun" w:hAnsi="Courier"/>
      <w:snapToGrid w:val="0"/>
      <w:lang w:val="en-US" w:eastAsia="en-US"/>
    </w:rPr>
  </w:style>
  <w:style w:type="paragraph" w:customStyle="1" w:styleId="NormalCentered">
    <w:name w:val="Normal Centered"/>
    <w:basedOn w:val="a0"/>
    <w:rsid w:val="00C405CB"/>
    <w:pPr>
      <w:suppressAutoHyphens w:val="0"/>
      <w:spacing w:before="120" w:after="120" w:line="240" w:lineRule="auto"/>
      <w:jc w:val="center"/>
    </w:pPr>
    <w:rPr>
      <w:rFonts w:eastAsia="SimSun" w:cs="Times New Roman"/>
      <w:sz w:val="24"/>
      <w:szCs w:val="20"/>
      <w:lang w:val="en-GB" w:eastAsia="ja-JP"/>
    </w:rPr>
  </w:style>
  <w:style w:type="character" w:customStyle="1" w:styleId="H1GChar">
    <w:name w:val="_ H_1_G Char"/>
    <w:link w:val="H1G"/>
    <w:rsid w:val="00C405CB"/>
    <w:rPr>
      <w:b/>
      <w:sz w:val="24"/>
      <w:lang w:val="ru-RU" w:eastAsia="ru-RU"/>
    </w:rPr>
  </w:style>
  <w:style w:type="character" w:customStyle="1" w:styleId="HChGChar">
    <w:name w:val="_ H _Ch_G Char"/>
    <w:link w:val="HChG"/>
    <w:rsid w:val="00C405CB"/>
    <w:rPr>
      <w:b/>
      <w:sz w:val="28"/>
      <w:lang w:val="ru-RU" w:eastAsia="ru-RU"/>
    </w:rPr>
  </w:style>
  <w:style w:type="paragraph" w:customStyle="1" w:styleId="para">
    <w:name w:val="para"/>
    <w:basedOn w:val="SingleTxtG"/>
    <w:link w:val="paraChar"/>
    <w:qFormat/>
    <w:rsid w:val="00C405CB"/>
    <w:pPr>
      <w:ind w:left="2268" w:hanging="1134"/>
    </w:pPr>
    <w:rPr>
      <w:rFonts w:eastAsia="SimSun"/>
      <w:lang w:val="en-GB"/>
    </w:rPr>
  </w:style>
  <w:style w:type="paragraph" w:customStyle="1" w:styleId="TxBrc4">
    <w:name w:val="TxBr_c4"/>
    <w:basedOn w:val="a0"/>
    <w:rsid w:val="00C405CB"/>
    <w:pPr>
      <w:suppressAutoHyphens w:val="0"/>
      <w:autoSpaceDE w:val="0"/>
      <w:autoSpaceDN w:val="0"/>
      <w:adjustRightInd w:val="0"/>
      <w:jc w:val="center"/>
    </w:pPr>
    <w:rPr>
      <w:rFonts w:eastAsia="SimSun" w:cs="Times New Roman"/>
      <w:szCs w:val="24"/>
      <w:lang w:val="en-GB" w:eastAsia="de-DE"/>
    </w:rPr>
  </w:style>
  <w:style w:type="character" w:customStyle="1" w:styleId="longtext">
    <w:name w:val="long_text"/>
    <w:basedOn w:val="a1"/>
    <w:rsid w:val="00C405CB"/>
  </w:style>
  <w:style w:type="character" w:customStyle="1" w:styleId="5GCharChar">
    <w:name w:val="5_G Char Char"/>
    <w:semiHidden/>
    <w:locked/>
    <w:rsid w:val="00C405CB"/>
    <w:rPr>
      <w:sz w:val="24"/>
      <w:lang w:val="en-GB" w:eastAsia="en-US" w:bidi="ar-SA"/>
    </w:rPr>
  </w:style>
  <w:style w:type="character" w:customStyle="1" w:styleId="WW-">
    <w:name w:val="WW-Основной шрифт абзаца"/>
    <w:rsid w:val="00C405CB"/>
  </w:style>
  <w:style w:type="paragraph" w:customStyle="1" w:styleId="Para0">
    <w:name w:val="Para"/>
    <w:basedOn w:val="a0"/>
    <w:qFormat/>
    <w:rsid w:val="00C405CB"/>
    <w:pPr>
      <w:widowControl w:val="0"/>
      <w:suppressAutoHyphens w:val="0"/>
      <w:spacing w:after="120" w:line="240" w:lineRule="exact"/>
      <w:ind w:left="2268" w:right="1134" w:hanging="1134"/>
      <w:jc w:val="both"/>
    </w:pPr>
    <w:rPr>
      <w:rFonts w:eastAsia="SimSun" w:cs="Times New Roman"/>
      <w:szCs w:val="20"/>
      <w:lang w:val="en-US"/>
    </w:rPr>
  </w:style>
  <w:style w:type="paragraph" w:customStyle="1" w:styleId="Default">
    <w:name w:val="Default"/>
    <w:rsid w:val="00C405CB"/>
    <w:pPr>
      <w:autoSpaceDE w:val="0"/>
      <w:autoSpaceDN w:val="0"/>
      <w:adjustRightInd w:val="0"/>
    </w:pPr>
    <w:rPr>
      <w:rFonts w:eastAsia="SimSun"/>
      <w:color w:val="000000"/>
      <w:sz w:val="24"/>
      <w:szCs w:val="24"/>
      <w:lang w:val="en-GB" w:eastAsia="en-GB"/>
    </w:rPr>
  </w:style>
  <w:style w:type="character" w:customStyle="1" w:styleId="SingleTxtGChar1">
    <w:name w:val="_ Single Txt_G Char1"/>
    <w:uiPriority w:val="99"/>
    <w:locked/>
    <w:rsid w:val="00C405CB"/>
    <w:rPr>
      <w:lang w:val="en-GB"/>
    </w:rPr>
  </w:style>
  <w:style w:type="character" w:customStyle="1" w:styleId="paraChar">
    <w:name w:val="para Char"/>
    <w:link w:val="para"/>
    <w:rsid w:val="00C405CB"/>
    <w:rPr>
      <w:rFonts w:eastAsia="SimSun"/>
      <w:lang w:val="en-GB" w:eastAsia="en-US"/>
    </w:rPr>
  </w:style>
  <w:style w:type="paragraph" w:styleId="affff1">
    <w:name w:val="List Paragraph"/>
    <w:basedOn w:val="a0"/>
    <w:uiPriority w:val="34"/>
    <w:qFormat/>
    <w:rsid w:val="00C405CB"/>
    <w:pPr>
      <w:ind w:left="720"/>
      <w:contextualSpacing/>
    </w:pPr>
    <w:rPr>
      <w:rFonts w:eastAsia="SimSun" w:cs="Times New Roman"/>
      <w:szCs w:val="20"/>
      <w:lang w:val="fr-CH"/>
    </w:rPr>
  </w:style>
  <w:style w:type="paragraph" w:styleId="affff2">
    <w:name w:val="No Spacing"/>
    <w:uiPriority w:val="1"/>
    <w:qFormat/>
    <w:rsid w:val="00C405CB"/>
    <w:rPr>
      <w:rFonts w:ascii="Calibri" w:eastAsia="Calibri" w:hAnsi="Calibri"/>
      <w:sz w:val="22"/>
      <w:szCs w:val="22"/>
      <w:lang w:val="de-DE" w:eastAsia="en-US"/>
    </w:rPr>
  </w:style>
  <w:style w:type="character" w:customStyle="1" w:styleId="s3">
    <w:name w:val="s3"/>
    <w:rsid w:val="00C405CB"/>
  </w:style>
  <w:style w:type="character" w:customStyle="1" w:styleId="algo-summary">
    <w:name w:val="algo-summary"/>
    <w:rsid w:val="00C405CB"/>
  </w:style>
  <w:style w:type="character" w:customStyle="1" w:styleId="highlight">
    <w:name w:val="highlight"/>
    <w:basedOn w:val="a1"/>
    <w:rsid w:val="00C405CB"/>
  </w:style>
  <w:style w:type="character" w:customStyle="1" w:styleId="SingleTxtGR">
    <w:name w:val="_ Single Txt_GR Знак"/>
    <w:link w:val="SingleTxtGR0"/>
    <w:locked/>
    <w:rsid w:val="00C405CB"/>
    <w:rPr>
      <w:spacing w:val="4"/>
      <w:w w:val="103"/>
      <w:kern w:val="14"/>
      <w:lang w:val="ru-RU" w:eastAsia="en-US"/>
    </w:rPr>
  </w:style>
  <w:style w:type="paragraph" w:customStyle="1" w:styleId="SingleTxtGR0">
    <w:name w:val="_ Single Txt_GR"/>
    <w:basedOn w:val="a0"/>
    <w:link w:val="SingleTxtGR"/>
    <w:rsid w:val="00C405CB"/>
    <w:pPr>
      <w:tabs>
        <w:tab w:val="left" w:pos="1701"/>
        <w:tab w:val="left" w:pos="2268"/>
        <w:tab w:val="left" w:pos="2835"/>
        <w:tab w:val="left" w:pos="3402"/>
        <w:tab w:val="left" w:pos="3969"/>
      </w:tabs>
      <w:suppressAutoHyphens w:val="0"/>
      <w:spacing w:after="120"/>
      <w:ind w:left="1134" w:right="1134"/>
      <w:jc w:val="both"/>
    </w:pPr>
    <w:rPr>
      <w:rFonts w:eastAsia="Times New Roman" w:cs="Times New Roman"/>
      <w:spacing w:val="4"/>
      <w:w w:val="103"/>
      <w:kern w:val="14"/>
      <w:szCs w:val="20"/>
    </w:rPr>
  </w:style>
  <w:style w:type="paragraph" w:customStyle="1" w:styleId="En-tte1">
    <w:name w:val="En-tête1"/>
    <w:basedOn w:val="a0"/>
    <w:rsid w:val="00C405CB"/>
    <w:pPr>
      <w:tabs>
        <w:tab w:val="center" w:pos="4677"/>
        <w:tab w:val="right" w:pos="9355"/>
      </w:tabs>
      <w:spacing w:line="240" w:lineRule="auto"/>
    </w:pPr>
    <w:rPr>
      <w:rFonts w:eastAsia="SimSun" w:cs="Times New Roman"/>
      <w:color w:val="00000A"/>
      <w:sz w:val="24"/>
      <w:szCs w:val="24"/>
      <w:lang w:val="fr-FR" w:eastAsia="ar-SA"/>
    </w:rPr>
  </w:style>
  <w:style w:type="paragraph" w:styleId="affff3">
    <w:name w:val="annotation subject"/>
    <w:basedOn w:val="afc"/>
    <w:next w:val="afc"/>
    <w:link w:val="affff4"/>
    <w:semiHidden/>
    <w:unhideWhenUsed/>
    <w:rsid w:val="00C405CB"/>
    <w:pPr>
      <w:spacing w:line="240" w:lineRule="auto"/>
    </w:pPr>
    <w:rPr>
      <w:b/>
      <w:bCs/>
    </w:rPr>
  </w:style>
  <w:style w:type="character" w:customStyle="1" w:styleId="affff4">
    <w:name w:val="Тема примечания Знак"/>
    <w:basedOn w:val="afd"/>
    <w:link w:val="affff3"/>
    <w:semiHidden/>
    <w:rsid w:val="00C405CB"/>
    <w:rPr>
      <w:rFonts w:eastAsia="SimSun"/>
      <w:b/>
      <w:bCs/>
      <w:lang w:val="en-GB" w:eastAsia="en-US"/>
    </w:rPr>
  </w:style>
  <w:style w:type="table" w:customStyle="1" w:styleId="TableGrid1">
    <w:name w:val="Table Grid1"/>
    <w:basedOn w:val="a2"/>
    <w:next w:val="ad"/>
    <w:rsid w:val="00C405CB"/>
    <w:pPr>
      <w:spacing w:line="240" w:lineRule="atLeast"/>
    </w:pPr>
    <w:rPr>
      <w:rFonts w:asciiTheme="minorHAnsi" w:eastAsiaTheme="minorHAnsi" w:hAnsiTheme="minorHAnsi" w:cstheme="minorBidi"/>
      <w:lang w:val="fr-CH"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customStyle="1" w:styleId="SingleTxt">
    <w:name w:val="__Single Txt"/>
    <w:basedOn w:val="a0"/>
    <w:qFormat/>
    <w:rsid w:val="00C405CB"/>
    <w:pPr>
      <w:tabs>
        <w:tab w:val="left" w:pos="1267"/>
        <w:tab w:val="left" w:pos="1742"/>
        <w:tab w:val="left" w:pos="2218"/>
        <w:tab w:val="left" w:pos="2693"/>
        <w:tab w:val="left" w:pos="3182"/>
        <w:tab w:val="left" w:pos="3658"/>
        <w:tab w:val="left" w:pos="4133"/>
        <w:tab w:val="left" w:pos="4622"/>
        <w:tab w:val="left" w:pos="5098"/>
        <w:tab w:val="left" w:pos="5573"/>
        <w:tab w:val="left" w:pos="6048"/>
      </w:tabs>
      <w:suppressAutoHyphens w:val="0"/>
      <w:spacing w:after="120" w:line="240" w:lineRule="exact"/>
      <w:ind w:left="1267" w:right="1267"/>
      <w:jc w:val="both"/>
    </w:pPr>
    <w:rPr>
      <w:rFonts w:cs="Times New Roman"/>
      <w:spacing w:val="4"/>
      <w:w w:val="103"/>
      <w:kern w:val="14"/>
      <w:lang w:val="fr-CA"/>
    </w:rPr>
  </w:style>
  <w:style w:type="character" w:customStyle="1" w:styleId="FootnoteTextChar1">
    <w:name w:val="Footnote Text Char1"/>
    <w:aliases w:val="5_G Char1,PP Char1,5_G_6 Char1"/>
    <w:rsid w:val="00C405CB"/>
    <w:rPr>
      <w:sz w:val="18"/>
      <w:lang w:val="fr-CH" w:eastAsia="en-US" w:bidi="ar-SA"/>
    </w:rPr>
  </w:style>
  <w:style w:type="character" w:customStyle="1" w:styleId="afff">
    <w:name w:val="Обычный (веб) Знак"/>
    <w:link w:val="affe"/>
    <w:uiPriority w:val="99"/>
    <w:rsid w:val="00C405CB"/>
    <w:rPr>
      <w:rFonts w:eastAsia="SimSun"/>
      <w:sz w:val="24"/>
      <w:szCs w:val="24"/>
      <w:lang w:val="en-GB" w:eastAsia="en-US"/>
    </w:rPr>
  </w:style>
  <w:style w:type="character" w:customStyle="1" w:styleId="UnresolvedMention">
    <w:name w:val="Unresolved Mention"/>
    <w:basedOn w:val="a1"/>
    <w:uiPriority w:val="99"/>
    <w:semiHidden/>
    <w:unhideWhenUsed/>
    <w:rsid w:val="0010430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3757503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sbeom@ts2020.kr" TargetMode="External"/><Relationship Id="rId13" Type="http://schemas.openxmlformats.org/officeDocument/2006/relationships/hyperlink" Target="mailto:fabrice.herveleu@utacceram.com" TargetMode="External"/><Relationship Id="rId18" Type="http://schemas.openxmlformats.org/officeDocument/2006/relationships/footer" Target="footer2.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wmf"/><Relationship Id="rId12" Type="http://schemas.openxmlformats.org/officeDocument/2006/relationships/hyperlink" Target="mailto:johan.broeders@daftrucks.com"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2.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peter.broertjes@ec.europa.eu"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mailto:ymatsui@ntsel.go.jp" TargetMode="External"/><Relationship Id="rId19"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yperlink" Target="mailto:Bianca.Retr@webasto.com" TargetMode="External"/><Relationship Id="rId14" Type="http://schemas.openxmlformats.org/officeDocument/2006/relationships/hyperlink" Target="mailto:ofontaine@oica.net" TargetMode="Externa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G:\WORD\OFFICE2016\TemplatesB\ECE.dotm"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ECE.dotm</Template>
  <TotalTime>1</TotalTime>
  <Pages>24</Pages>
  <Words>7882</Words>
  <Characters>51798</Characters>
  <Application>Microsoft Office Word</Application>
  <DocSecurity>0</DocSecurity>
  <Lines>1306</Lines>
  <Paragraphs>563</Paragraphs>
  <ScaleCrop>false</ScaleCrop>
  <HeadingPairs>
    <vt:vector size="6" baseType="variant">
      <vt:variant>
        <vt:lpstr>Название</vt:lpstr>
      </vt:variant>
      <vt:variant>
        <vt:i4>1</vt:i4>
      </vt:variant>
      <vt:variant>
        <vt:lpstr>Title</vt:lpstr>
      </vt:variant>
      <vt:variant>
        <vt:i4>1</vt:i4>
      </vt:variant>
      <vt:variant>
        <vt:lpstr>Título</vt:lpstr>
      </vt:variant>
      <vt:variant>
        <vt:i4>1</vt:i4>
      </vt:variant>
    </vt:vector>
  </HeadingPairs>
  <TitlesOfParts>
    <vt:vector size="3" baseType="lpstr">
      <vt:lpstr>ECE/TRANS/WP.29/GRSG/96</vt:lpstr>
      <vt:lpstr>A/</vt:lpstr>
      <vt:lpstr>A/</vt:lpstr>
    </vt:vector>
  </TitlesOfParts>
  <Company>DCM</Company>
  <LinksUpToDate>false</LinksUpToDate>
  <CharactersWithSpaces>59369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ECE/TRANS/WP.29/GRSG/96</dc:title>
  <dc:subject/>
  <dc:creator>Anna PETELINA</dc:creator>
  <cp:keywords/>
  <cp:lastModifiedBy>Tatiana Chvets</cp:lastModifiedBy>
  <cp:revision>3</cp:revision>
  <cp:lastPrinted>2020-01-30T13:58:00Z</cp:lastPrinted>
  <dcterms:created xsi:type="dcterms:W3CDTF">2020-01-30T13:58:00Z</dcterms:created>
  <dcterms:modified xsi:type="dcterms:W3CDTF">2020-01-30T13:59:00Z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obNo.">
    <vt:lpwstr> </vt:lpwstr>
  </property>
  <property fmtid="{D5CDD505-2E9C-101B-9397-08002B2CF9AE}" pid="3" name="ODSRef1">
    <vt:lpwstr> </vt:lpwstr>
  </property>
  <property fmtid="{D5CDD505-2E9C-101B-9397-08002B2CF9AE}" pid="4" name="Symbol1">
    <vt:lpwstr> </vt:lpwstr>
  </property>
  <property fmtid="{D5CDD505-2E9C-101B-9397-08002B2CF9AE}" pid="5" name="Symbol2">
    <vt:lpwstr> </vt:lpwstr>
  </property>
  <property fmtid="{D5CDD505-2E9C-101B-9397-08002B2CF9AE}" pid="6" name="Traductor">
    <vt:lpwstr> </vt:lpwstr>
  </property>
  <property fmtid="{D5CDD505-2E9C-101B-9397-08002B2CF9AE}" pid="7" name="Distribución">
    <vt:lpwstr> </vt:lpwstr>
  </property>
  <property fmtid="{D5CDD505-2E9C-101B-9397-08002B2CF9AE}" pid="8" name="Publicación">
    <vt:lpwstr> </vt:lpwstr>
  </property>
  <property fmtid="{D5CDD505-2E9C-101B-9397-08002B2CF9AE}" pid="9" name="Original">
    <vt:lpwstr> </vt:lpwstr>
  </property>
  <property fmtid="{D5CDD505-2E9C-101B-9397-08002B2CF9AE}" pid="10" name="Release">
    <vt:lpwstr> </vt:lpwstr>
  </property>
  <property fmtid="{D5CDD505-2E9C-101B-9397-08002B2CF9AE}" pid="11" name="Comment">
    <vt:lpwstr> </vt:lpwstr>
  </property>
  <property fmtid="{D5CDD505-2E9C-101B-9397-08002B2CF9AE}" pid="12" name="DraftPages">
    <vt:lpwstr> </vt:lpwstr>
  </property>
  <property fmtid="{D5CDD505-2E9C-101B-9397-08002B2CF9AE}" pid="13" name="Operador">
    <vt:lpwstr> </vt:lpwstr>
  </property>
</Properties>
</file>