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087B0B6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CF01CD2" w14:textId="77777777" w:rsidR="00F35BAF" w:rsidRPr="00DB58B5" w:rsidRDefault="00F35BAF" w:rsidP="00876BE0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28E6375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8A37B2" w14:textId="77777777" w:rsidR="00F35BAF" w:rsidRPr="00DB58B5" w:rsidRDefault="00876BE0" w:rsidP="00876BE0">
            <w:pPr>
              <w:jc w:val="right"/>
            </w:pPr>
            <w:r w:rsidRPr="00876BE0">
              <w:rPr>
                <w:sz w:val="40"/>
              </w:rPr>
              <w:t>ECE</w:t>
            </w:r>
            <w:r>
              <w:t>/TRANS/WP.29/GRE/2019/21</w:t>
            </w:r>
          </w:p>
        </w:tc>
      </w:tr>
      <w:tr w:rsidR="00F35BAF" w:rsidRPr="00DB58B5" w14:paraId="4FF1586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092F22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6EEA9D6" wp14:editId="0CF61C23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05FEF2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B66604C" w14:textId="77777777" w:rsidR="00F35BAF" w:rsidRDefault="00876BE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7188EEC4" w14:textId="77777777" w:rsidR="00876BE0" w:rsidRDefault="00876BE0" w:rsidP="00876BE0">
            <w:pPr>
              <w:spacing w:line="240" w:lineRule="exact"/>
            </w:pPr>
            <w:r>
              <w:t>7 août 2019</w:t>
            </w:r>
          </w:p>
          <w:p w14:paraId="2D3CC705" w14:textId="77777777" w:rsidR="00876BE0" w:rsidRDefault="00876BE0" w:rsidP="00876BE0">
            <w:pPr>
              <w:spacing w:line="240" w:lineRule="exact"/>
            </w:pPr>
            <w:r>
              <w:t>Français</w:t>
            </w:r>
          </w:p>
          <w:p w14:paraId="0FABE15D" w14:textId="77777777" w:rsidR="00876BE0" w:rsidRPr="00DB58B5" w:rsidRDefault="00876BE0" w:rsidP="00876BE0">
            <w:pPr>
              <w:spacing w:line="240" w:lineRule="exact"/>
            </w:pPr>
            <w:r>
              <w:t>Original : anglais</w:t>
            </w:r>
          </w:p>
        </w:tc>
      </w:tr>
    </w:tbl>
    <w:p w14:paraId="78D8E996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348629F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A048F9F" w14:textId="77777777" w:rsidR="00876BE0" w:rsidRDefault="00876BE0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C0684A7" w14:textId="77777777" w:rsidR="00876BE0" w:rsidRDefault="00876BE0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14:paraId="611BD5DB" w14:textId="77777777" w:rsidR="00876BE0" w:rsidRPr="00131C86" w:rsidRDefault="00876BE0" w:rsidP="00876BE0">
      <w:pPr>
        <w:rPr>
          <w:b/>
        </w:rPr>
      </w:pPr>
      <w:r w:rsidRPr="00131C86">
        <w:rPr>
          <w:b/>
        </w:rPr>
        <w:t>Quatre-vingt-deuxième session</w:t>
      </w:r>
      <w:r w:rsidRPr="00131C86" w:rsidDel="00295348">
        <w:rPr>
          <w:b/>
        </w:rPr>
        <w:t xml:space="preserve"> </w:t>
      </w:r>
    </w:p>
    <w:p w14:paraId="03E80E93" w14:textId="77777777" w:rsidR="00876BE0" w:rsidRPr="00131C86" w:rsidRDefault="00876BE0" w:rsidP="00876BE0">
      <w:pPr>
        <w:rPr>
          <w:bCs/>
        </w:rPr>
      </w:pPr>
      <w:r w:rsidRPr="00131C86">
        <w:t>Genève</w:t>
      </w:r>
      <w:r w:rsidRPr="00131C86">
        <w:rPr>
          <w:bCs/>
        </w:rPr>
        <w:t>, 22-25 octobre 2019</w:t>
      </w:r>
    </w:p>
    <w:p w14:paraId="7883D2F9" w14:textId="77777777" w:rsidR="00876BE0" w:rsidRPr="00131C86" w:rsidRDefault="00876BE0" w:rsidP="00876BE0">
      <w:pPr>
        <w:rPr>
          <w:bCs/>
        </w:rPr>
      </w:pPr>
      <w:r w:rsidRPr="00131C86">
        <w:rPr>
          <w:bCs/>
        </w:rPr>
        <w:t>Point 5 de l</w:t>
      </w:r>
      <w:r>
        <w:rPr>
          <w:bCs/>
        </w:rPr>
        <w:t>’</w:t>
      </w:r>
      <w:r w:rsidRPr="00131C86">
        <w:rPr>
          <w:bCs/>
        </w:rPr>
        <w:t>ordre du jour provisoire</w:t>
      </w:r>
    </w:p>
    <w:p w14:paraId="744195C9" w14:textId="77777777" w:rsidR="00876BE0" w:rsidRPr="00131C86" w:rsidRDefault="00876BE0" w:rsidP="00876BE0">
      <w:pPr>
        <w:rPr>
          <w:bCs/>
        </w:rPr>
      </w:pPr>
      <w:r w:rsidRPr="00131C86">
        <w:rPr>
          <w:b/>
          <w:bCs/>
        </w:rPr>
        <w:t>Règlements n</w:t>
      </w:r>
      <w:r w:rsidRPr="00131C86">
        <w:rPr>
          <w:b/>
          <w:bCs/>
          <w:vertAlign w:val="superscript"/>
        </w:rPr>
        <w:t>os</w:t>
      </w:r>
      <w:r w:rsidRPr="00131C86">
        <w:rPr>
          <w:b/>
          <w:bCs/>
        </w:rPr>
        <w:t xml:space="preserve"> 37 (Lampes à incandescence), 99 (Sources lumineuses </w:t>
      </w:r>
      <w:r w:rsidR="00A01220">
        <w:rPr>
          <w:b/>
          <w:bCs/>
        </w:rPr>
        <w:br/>
      </w:r>
      <w:r w:rsidRPr="00131C86">
        <w:rPr>
          <w:b/>
          <w:bCs/>
        </w:rPr>
        <w:t xml:space="preserve">à décharge), 128 (Sources lumineuses à diodes électroluminescentes) </w:t>
      </w:r>
      <w:r w:rsidR="00A01220">
        <w:rPr>
          <w:b/>
          <w:bCs/>
        </w:rPr>
        <w:br/>
      </w:r>
      <w:r w:rsidRPr="00131C86">
        <w:rPr>
          <w:b/>
          <w:bCs/>
        </w:rPr>
        <w:t>et Résolution d</w:t>
      </w:r>
      <w:r>
        <w:rPr>
          <w:b/>
          <w:bCs/>
        </w:rPr>
        <w:t>’</w:t>
      </w:r>
      <w:r w:rsidRPr="00131C86">
        <w:rPr>
          <w:b/>
          <w:bCs/>
        </w:rPr>
        <w:t xml:space="preserve">ensemble sur une spécification commune des catégories </w:t>
      </w:r>
      <w:r w:rsidR="00A01220">
        <w:rPr>
          <w:b/>
          <w:bCs/>
        </w:rPr>
        <w:br/>
      </w:r>
      <w:r w:rsidRPr="00131C86">
        <w:rPr>
          <w:b/>
          <w:bCs/>
        </w:rPr>
        <w:t>de sources lumineuses</w:t>
      </w:r>
    </w:p>
    <w:p w14:paraId="131C3FA0" w14:textId="77777777" w:rsidR="00876BE0" w:rsidRPr="00131C86" w:rsidRDefault="00876BE0" w:rsidP="00A01220">
      <w:pPr>
        <w:pStyle w:val="HChG"/>
      </w:pPr>
      <w:r w:rsidRPr="00131C86">
        <w:tab/>
      </w:r>
      <w:r w:rsidRPr="00131C86">
        <w:tab/>
        <w:t>Proposition d</w:t>
      </w:r>
      <w:r>
        <w:t>’</w:t>
      </w:r>
      <w:r w:rsidRPr="00131C86">
        <w:t>amendement à la Résolution d</w:t>
      </w:r>
      <w:r>
        <w:t>’</w:t>
      </w:r>
      <w:r w:rsidRPr="00131C86">
        <w:t xml:space="preserve">ensemble </w:t>
      </w:r>
      <w:r w:rsidR="00A01220">
        <w:br/>
      </w:r>
      <w:r w:rsidRPr="00131C86">
        <w:t xml:space="preserve">sur une spécification commune des catégories </w:t>
      </w:r>
      <w:r w:rsidR="00A01220">
        <w:br/>
      </w:r>
      <w:r w:rsidRPr="00131C86">
        <w:t>de sources lumineuses (R.E.5)</w:t>
      </w:r>
    </w:p>
    <w:p w14:paraId="3DC19D7D" w14:textId="77777777" w:rsidR="00876BE0" w:rsidRPr="00131C86" w:rsidRDefault="00A01220" w:rsidP="00A01220">
      <w:pPr>
        <w:pStyle w:val="H1G"/>
        <w:rPr>
          <w:szCs w:val="24"/>
        </w:rPr>
      </w:pPr>
      <w:r>
        <w:tab/>
      </w:r>
      <w:r>
        <w:tab/>
      </w:r>
      <w:r w:rsidR="00876BE0" w:rsidRPr="00131C86">
        <w:t>Communication de l</w:t>
      </w:r>
      <w:r w:rsidR="00876BE0">
        <w:t>’</w:t>
      </w:r>
      <w:r w:rsidR="00876BE0" w:rsidRPr="00131C86">
        <w:t xml:space="preserve">équipe spéciale des sources lumineuses </w:t>
      </w:r>
      <w:r>
        <w:br/>
      </w:r>
      <w:r w:rsidR="00876BE0" w:rsidRPr="00131C86">
        <w:t>de substitution et de remplacement</w:t>
      </w:r>
      <w:r w:rsidRPr="0040184E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47C39F5F" w14:textId="77777777" w:rsidR="00F9573C" w:rsidRDefault="00876BE0" w:rsidP="00C30318">
      <w:pPr>
        <w:pStyle w:val="SingleTxtG"/>
        <w:ind w:firstLine="567"/>
      </w:pPr>
      <w:r w:rsidRPr="00131C86">
        <w:t>Le texte ci-après, établi par l</w:t>
      </w:r>
      <w:r>
        <w:t>’</w:t>
      </w:r>
      <w:r w:rsidRPr="00131C86">
        <w:t>équipe spéciale des sources lumineuses de substitution et de remplacement, vise à introduire une nouvelle catégorie de sources lumineuses à diode électroluminescente (DEL) de substitution H11/LED destinées à l</w:t>
      </w:r>
      <w:r>
        <w:t>’</w:t>
      </w:r>
      <w:r w:rsidRPr="00131C86">
        <w:t>éclairage de la route. Les</w:t>
      </w:r>
      <w:r w:rsidR="00BB1D68">
        <w:t> </w:t>
      </w:r>
      <w:r w:rsidRPr="00131C86">
        <w:t>dispositions techniques sont fondées sur les critères d</w:t>
      </w:r>
      <w:r>
        <w:t>’</w:t>
      </w:r>
      <w:r w:rsidRPr="00131C86">
        <w:t xml:space="preserve">équivalence (document informel GRE-80-02), modifiés pour les besoins des sources lumineuses </w:t>
      </w:r>
      <w:r>
        <w:t xml:space="preserve">qui servent à éclairer </w:t>
      </w:r>
      <w:r w:rsidRPr="00131C86">
        <w:t>l</w:t>
      </w:r>
      <w:r>
        <w:t>es</w:t>
      </w:r>
      <w:r w:rsidRPr="00131C86">
        <w:t xml:space="preserve"> route</w:t>
      </w:r>
      <w:r>
        <w:t>s</w:t>
      </w:r>
      <w:r w:rsidRPr="00131C86">
        <w:t xml:space="preserve"> (document informel GRE-82-03). Les modifications qu</w:t>
      </w:r>
      <w:r>
        <w:t>’</w:t>
      </w:r>
      <w:r w:rsidRPr="00131C86">
        <w:t>il est proposé d</w:t>
      </w:r>
      <w:r>
        <w:t>’</w:t>
      </w:r>
      <w:r w:rsidRPr="00131C86">
        <w:t>apporter au texte actuel de la Résolution figurent en caractères gras pour les ajouts et biffés pour les</w:t>
      </w:r>
      <w:r w:rsidR="00BB1D68">
        <w:t> </w:t>
      </w:r>
      <w:r w:rsidRPr="00131C86">
        <w:t>suppressions</w:t>
      </w:r>
      <w:r>
        <w:t>.</w:t>
      </w:r>
    </w:p>
    <w:p w14:paraId="36C5ECFC" w14:textId="77777777" w:rsidR="00876BE0" w:rsidRPr="00131C86" w:rsidRDefault="00876BE0" w:rsidP="00364B26">
      <w:pPr>
        <w:pStyle w:val="HChG"/>
        <w:spacing w:before="240"/>
      </w:pPr>
      <w:r>
        <w:br w:type="page"/>
      </w:r>
      <w:r w:rsidR="00C30318">
        <w:lastRenderedPageBreak/>
        <w:tab/>
      </w:r>
      <w:bookmarkStart w:id="0" w:name="_GoBack"/>
      <w:bookmarkEnd w:id="0"/>
      <w:r w:rsidRPr="00131C86">
        <w:t>I.</w:t>
      </w:r>
      <w:r w:rsidRPr="00131C86">
        <w:tab/>
        <w:t>Proposition</w:t>
      </w:r>
    </w:p>
    <w:p w14:paraId="6221417B" w14:textId="77777777" w:rsidR="00876BE0" w:rsidRDefault="00876BE0" w:rsidP="007575C4">
      <w:pPr>
        <w:pStyle w:val="SingleTxtG"/>
        <w:ind w:firstLine="567"/>
      </w:pPr>
      <w:r w:rsidRPr="00131C86">
        <w:rPr>
          <w:i/>
        </w:rPr>
        <w:t>Tableau de situation</w:t>
      </w:r>
      <w:r w:rsidRPr="00131C86">
        <w:t>, ajouter une nouvelle ligne, comme suit :</w:t>
      </w:r>
    </w:p>
    <w:p w14:paraId="30DA05E5" w14:textId="77777777" w:rsidR="00D177F5" w:rsidRPr="00131C86" w:rsidRDefault="00D177F5" w:rsidP="00AE6139">
      <w:pPr>
        <w:pStyle w:val="SingleTxtG"/>
        <w:ind w:left="0"/>
      </w:pPr>
      <w:r>
        <w:t>« </w:t>
      </w:r>
    </w:p>
    <w:tbl>
      <w:tblPr>
        <w:tblW w:w="9639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1281"/>
        <w:gridCol w:w="931"/>
        <w:gridCol w:w="2408"/>
        <w:gridCol w:w="3923"/>
      </w:tblGrid>
      <w:tr w:rsidR="00876BE0" w:rsidRPr="00131C86" w14:paraId="38ABB158" w14:textId="77777777" w:rsidTr="00306853"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20DF7C" w14:textId="77777777" w:rsidR="00876BE0" w:rsidRPr="00D177F5" w:rsidRDefault="00876BE0" w:rsidP="00C30318">
            <w:pPr>
              <w:rPr>
                <w:b/>
                <w:sz w:val="18"/>
                <w:szCs w:val="18"/>
              </w:rPr>
            </w:pPr>
            <w:r w:rsidRPr="00D177F5">
              <w:rPr>
                <w:b/>
                <w:sz w:val="18"/>
                <w:szCs w:val="18"/>
              </w:rPr>
              <w:t>[8]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2A61DB" w14:textId="77777777" w:rsidR="00876BE0" w:rsidRPr="00D177F5" w:rsidRDefault="00876BE0" w:rsidP="00C30318">
            <w:pPr>
              <w:rPr>
                <w:b/>
                <w:sz w:val="18"/>
                <w:szCs w:val="18"/>
              </w:rPr>
            </w:pPr>
            <w:r w:rsidRPr="00D177F5">
              <w:rPr>
                <w:b/>
                <w:sz w:val="18"/>
                <w:szCs w:val="18"/>
              </w:rPr>
              <w:t>[2019-xx-xx]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F8BED1" w14:textId="77777777" w:rsidR="00876BE0" w:rsidRPr="00D177F5" w:rsidRDefault="00876BE0" w:rsidP="00C30318">
            <w:pPr>
              <w:rPr>
                <w:b/>
                <w:sz w:val="18"/>
                <w:szCs w:val="18"/>
              </w:rPr>
            </w:pPr>
            <w:r w:rsidRPr="00D177F5">
              <w:rPr>
                <w:b/>
                <w:sz w:val="18"/>
                <w:szCs w:val="18"/>
              </w:rPr>
              <w:t>[17x]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BD0A81" w14:textId="77777777" w:rsidR="00876BE0" w:rsidRPr="00D177F5" w:rsidRDefault="00876BE0" w:rsidP="00C30318">
            <w:pPr>
              <w:rPr>
                <w:b/>
                <w:sz w:val="18"/>
                <w:szCs w:val="18"/>
              </w:rPr>
            </w:pPr>
            <w:r w:rsidRPr="00D177F5">
              <w:rPr>
                <w:b/>
                <w:sz w:val="18"/>
                <w:szCs w:val="18"/>
              </w:rPr>
              <w:t>[ECE/TRANS/WP.29/2020/xx]</w:t>
            </w:r>
          </w:p>
        </w:tc>
        <w:tc>
          <w:tcPr>
            <w:tcW w:w="385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48D8A2" w14:textId="77777777" w:rsidR="00876BE0" w:rsidRPr="00131C86" w:rsidRDefault="00876BE0" w:rsidP="00C30318">
            <w:pPr>
              <w:rPr>
                <w:b/>
                <w:sz w:val="18"/>
                <w:szCs w:val="18"/>
              </w:rPr>
            </w:pPr>
            <w:r w:rsidRPr="00D177F5">
              <w:rPr>
                <w:b/>
                <w:sz w:val="18"/>
                <w:szCs w:val="18"/>
              </w:rPr>
              <w:t>Introduction d’une nouvelle catégorie de sources lumineuses à DEL de substitution H11/LED</w:t>
            </w:r>
          </w:p>
        </w:tc>
      </w:tr>
    </w:tbl>
    <w:p w14:paraId="2DBF456D" w14:textId="77777777" w:rsidR="00876BE0" w:rsidRPr="00131C86" w:rsidRDefault="00876BE0" w:rsidP="00AE6139">
      <w:pPr>
        <w:jc w:val="right"/>
      </w:pPr>
      <w:r w:rsidRPr="00131C86">
        <w:t>».</w:t>
      </w:r>
    </w:p>
    <w:p w14:paraId="1DD732E1" w14:textId="77777777" w:rsidR="00876BE0" w:rsidRPr="00131C86" w:rsidRDefault="00876BE0" w:rsidP="00B93C40">
      <w:pPr>
        <w:pStyle w:val="SingleTxtG"/>
        <w:ind w:firstLine="567"/>
      </w:pPr>
      <w:r w:rsidRPr="00C30318">
        <w:rPr>
          <w:i/>
        </w:rPr>
        <w:t>Paragraphe 3.3, ajouter une nouvelle ligne sous le groupe 4</w:t>
      </w:r>
      <w:r w:rsidRPr="00131C86">
        <w:t>, comme suit :</w:t>
      </w:r>
    </w:p>
    <w:p w14:paraId="63C791C4" w14:textId="77777777" w:rsidR="00876BE0" w:rsidRPr="00131C86" w:rsidRDefault="00876BE0" w:rsidP="00D177F5">
      <w:pPr>
        <w:pStyle w:val="SingleTxtG"/>
      </w:pPr>
      <w:r w:rsidRPr="00131C86">
        <w:t>« </w:t>
      </w:r>
    </w:p>
    <w:tbl>
      <w:tblPr>
        <w:tblW w:w="7371" w:type="dxa"/>
        <w:tblInd w:w="166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"/>
        <w:gridCol w:w="1562"/>
        <w:gridCol w:w="606"/>
        <w:gridCol w:w="2231"/>
        <w:gridCol w:w="2604"/>
      </w:tblGrid>
      <w:tr w:rsidR="00876BE0" w:rsidRPr="00131C86" w14:paraId="1D144917" w14:textId="77777777" w:rsidTr="001F1085"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F699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i/>
                <w:sz w:val="16"/>
                <w:szCs w:val="16"/>
              </w:rPr>
            </w:pPr>
            <w:r w:rsidRPr="00131C86">
              <w:rPr>
                <w:b/>
                <w:i/>
                <w:sz w:val="16"/>
                <w:szCs w:val="16"/>
              </w:rPr>
              <w:t>Groupe 4</w:t>
            </w:r>
          </w:p>
        </w:tc>
      </w:tr>
      <w:tr w:rsidR="00876BE0" w:rsidRPr="00131C86" w14:paraId="1CCA6E80" w14:textId="77777777" w:rsidTr="001F1085"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4B46C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i/>
                <w:sz w:val="16"/>
                <w:szCs w:val="16"/>
              </w:rPr>
            </w:pPr>
            <w:r w:rsidRPr="00131C86">
              <w:rPr>
                <w:b/>
                <w:i/>
                <w:sz w:val="16"/>
                <w:szCs w:val="16"/>
              </w:rPr>
              <w:t>Catégories de sources lumineuses à DEL de substitution</w:t>
            </w:r>
            <w:r w:rsidRPr="00131C86">
              <w:rPr>
                <w:b/>
                <w:i/>
                <w:sz w:val="16"/>
                <w:szCs w:val="16"/>
                <w:vertAlign w:val="superscript"/>
              </w:rPr>
              <w:t>1</w:t>
            </w:r>
            <w:r w:rsidRPr="00131C86">
              <w:rPr>
                <w:b/>
                <w:i/>
                <w:sz w:val="16"/>
                <w:szCs w:val="16"/>
              </w:rPr>
              <w:t xml:space="preserve"> utilisables uniquement dans des feux homologués avec des sources lumineuses à incandescence de catégorie équivalente</w:t>
            </w:r>
          </w:p>
        </w:tc>
      </w:tr>
      <w:tr w:rsidR="00876BE0" w:rsidRPr="00131C86" w14:paraId="65A06209" w14:textId="77777777" w:rsidTr="001F1085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1CFDE11F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2B213B7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i/>
                <w:sz w:val="16"/>
                <w:szCs w:val="16"/>
              </w:rPr>
            </w:pPr>
            <w:r w:rsidRPr="00131C86">
              <w:rPr>
                <w:b/>
                <w:i/>
                <w:sz w:val="16"/>
                <w:szCs w:val="16"/>
              </w:rPr>
              <w:t>Catégorie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4AB28D4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549FC39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i/>
                <w:sz w:val="16"/>
                <w:szCs w:val="16"/>
              </w:rPr>
            </w:pPr>
            <w:r w:rsidRPr="00131C86">
              <w:rPr>
                <w:b/>
                <w:i/>
                <w:sz w:val="16"/>
                <w:szCs w:val="16"/>
              </w:rPr>
              <w:t>Catégorie de sources lumineuses à incandescence équivalente</w:t>
            </w:r>
          </w:p>
        </w:tc>
        <w:tc>
          <w:tcPr>
            <w:tcW w:w="260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025DDAD2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i/>
                <w:sz w:val="16"/>
                <w:szCs w:val="16"/>
              </w:rPr>
            </w:pPr>
            <w:r w:rsidRPr="00131C86">
              <w:rPr>
                <w:b/>
                <w:i/>
                <w:sz w:val="16"/>
                <w:szCs w:val="16"/>
              </w:rPr>
              <w:t>Feuille(s) numéro(s)</w:t>
            </w:r>
          </w:p>
        </w:tc>
      </w:tr>
      <w:tr w:rsidR="00876BE0" w:rsidRPr="00131C86" w14:paraId="26007F79" w14:textId="77777777" w:rsidTr="001F108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14:paraId="54DDD281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12" w:space="0" w:color="auto"/>
              <w:bottom w:val="nil"/>
            </w:tcBorders>
          </w:tcPr>
          <w:p w14:paraId="5CE18A89" w14:textId="77777777" w:rsidR="00876BE0" w:rsidRPr="00131C86" w:rsidDel="007656C0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 xml:space="preserve">C5W/LEDK    </w:t>
            </w:r>
          </w:p>
        </w:tc>
        <w:tc>
          <w:tcPr>
            <w:tcW w:w="606" w:type="dxa"/>
            <w:tcBorders>
              <w:top w:val="single" w:sz="12" w:space="0" w:color="auto"/>
              <w:bottom w:val="nil"/>
            </w:tcBorders>
          </w:tcPr>
          <w:p w14:paraId="538C8448" w14:textId="77777777" w:rsidR="00876BE0" w:rsidRPr="00131C86" w:rsidRDefault="00876BE0" w:rsidP="00306853">
            <w:pPr>
              <w:spacing w:before="60" w:after="60" w:line="200" w:lineRule="atLeast"/>
              <w:rPr>
                <w:strike/>
                <w:sz w:val="18"/>
                <w:szCs w:val="18"/>
                <w:vertAlign w:val="superscript"/>
              </w:rPr>
            </w:pPr>
            <w:r w:rsidRPr="00131C86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31" w:type="dxa"/>
            <w:tcBorders>
              <w:top w:val="single" w:sz="12" w:space="0" w:color="auto"/>
              <w:bottom w:val="nil"/>
            </w:tcBorders>
          </w:tcPr>
          <w:p w14:paraId="50BBA82E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C5W</w:t>
            </w:r>
          </w:p>
        </w:tc>
        <w:tc>
          <w:tcPr>
            <w:tcW w:w="2604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A2FC760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sz w:val="18"/>
                <w:szCs w:val="18"/>
              </w:rPr>
            </w:pPr>
            <w:r w:rsidRPr="00131C86">
              <w:rPr>
                <w:bCs/>
                <w:sz w:val="18"/>
                <w:szCs w:val="18"/>
              </w:rPr>
              <w:t>C5W/LED/1 à 4</w:t>
            </w:r>
          </w:p>
        </w:tc>
      </w:tr>
      <w:tr w:rsidR="00876BE0" w:rsidRPr="00131C86" w14:paraId="4A0C02C5" w14:textId="77777777" w:rsidTr="001F1085">
        <w:tc>
          <w:tcPr>
            <w:tcW w:w="368" w:type="dxa"/>
            <w:tcBorders>
              <w:top w:val="nil"/>
              <w:left w:val="single" w:sz="4" w:space="0" w:color="auto"/>
              <w:bottom w:val="nil"/>
            </w:tcBorders>
          </w:tcPr>
          <w:p w14:paraId="7C271760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2B8B697" w14:textId="77777777" w:rsidR="00876BE0" w:rsidRPr="00026CC2" w:rsidRDefault="00876BE0" w:rsidP="00306853">
            <w:pPr>
              <w:spacing w:before="60" w:after="60" w:line="200" w:lineRule="atLeast"/>
              <w:rPr>
                <w:b/>
                <w:sz w:val="18"/>
                <w:szCs w:val="18"/>
              </w:rPr>
            </w:pPr>
            <w:r w:rsidRPr="00026CC2">
              <w:rPr>
                <w:b/>
                <w:sz w:val="18"/>
                <w:szCs w:val="18"/>
              </w:rPr>
              <w:t>H11/LED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 w14:paraId="034163F3" w14:textId="77777777" w:rsidR="00876BE0" w:rsidRPr="00026CC2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14:paraId="7EA41161" w14:textId="77777777" w:rsidR="00876BE0" w:rsidRPr="00026CC2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026CC2">
              <w:rPr>
                <w:b/>
                <w:sz w:val="18"/>
                <w:szCs w:val="18"/>
              </w:rPr>
              <w:t>H11</w:t>
            </w:r>
          </w:p>
        </w:tc>
        <w:tc>
          <w:tcPr>
            <w:tcW w:w="2604" w:type="dxa"/>
            <w:tcBorders>
              <w:top w:val="nil"/>
              <w:bottom w:val="nil"/>
              <w:right w:val="single" w:sz="4" w:space="0" w:color="auto"/>
            </w:tcBorders>
          </w:tcPr>
          <w:p w14:paraId="773BBE9A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sz w:val="18"/>
                <w:szCs w:val="18"/>
              </w:rPr>
            </w:pPr>
            <w:r w:rsidRPr="00026CC2">
              <w:rPr>
                <w:b/>
                <w:bCs/>
                <w:sz w:val="18"/>
                <w:szCs w:val="18"/>
              </w:rPr>
              <w:t>H11/LED/1 à 7</w:t>
            </w:r>
          </w:p>
        </w:tc>
      </w:tr>
      <w:tr w:rsidR="00876BE0" w:rsidRPr="00131C86" w14:paraId="611A88AC" w14:textId="77777777" w:rsidTr="001F1085">
        <w:tc>
          <w:tcPr>
            <w:tcW w:w="368" w:type="dxa"/>
            <w:tcBorders>
              <w:top w:val="nil"/>
              <w:left w:val="single" w:sz="4" w:space="0" w:color="auto"/>
              <w:bottom w:val="nil"/>
            </w:tcBorders>
          </w:tcPr>
          <w:p w14:paraId="49D31DE7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32EF4B2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PY21W/LED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 w14:paraId="7B6E18F7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14:paraId="49C0C6CC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PY21W</w:t>
            </w:r>
          </w:p>
        </w:tc>
        <w:tc>
          <w:tcPr>
            <w:tcW w:w="2604" w:type="dxa"/>
            <w:tcBorders>
              <w:top w:val="nil"/>
              <w:bottom w:val="nil"/>
              <w:right w:val="single" w:sz="4" w:space="0" w:color="auto"/>
            </w:tcBorders>
          </w:tcPr>
          <w:p w14:paraId="03975EBF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bCs/>
                <w:sz w:val="18"/>
                <w:szCs w:val="18"/>
              </w:rPr>
              <w:t>PY21W/LED/1 à 4</w:t>
            </w:r>
          </w:p>
        </w:tc>
      </w:tr>
      <w:tr w:rsidR="00876BE0" w:rsidRPr="00131C86" w14:paraId="0441029C" w14:textId="77777777" w:rsidTr="001F1085">
        <w:tc>
          <w:tcPr>
            <w:tcW w:w="368" w:type="dxa"/>
            <w:tcBorders>
              <w:top w:val="nil"/>
              <w:left w:val="single" w:sz="4" w:space="0" w:color="auto"/>
              <w:bottom w:val="nil"/>
            </w:tcBorders>
          </w:tcPr>
          <w:p w14:paraId="51FA0CAB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0C4E254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R5W/LED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 w14:paraId="1C2B5AB4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14:paraId="464368FC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R5W</w:t>
            </w:r>
          </w:p>
        </w:tc>
        <w:tc>
          <w:tcPr>
            <w:tcW w:w="2604" w:type="dxa"/>
            <w:tcBorders>
              <w:top w:val="nil"/>
              <w:bottom w:val="nil"/>
              <w:right w:val="single" w:sz="4" w:space="0" w:color="auto"/>
            </w:tcBorders>
          </w:tcPr>
          <w:p w14:paraId="231F565D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sz w:val="18"/>
                <w:szCs w:val="18"/>
              </w:rPr>
            </w:pPr>
            <w:r w:rsidRPr="00131C86">
              <w:rPr>
                <w:bCs/>
                <w:sz w:val="18"/>
                <w:szCs w:val="18"/>
              </w:rPr>
              <w:t>R5W/LED/1 à 4</w:t>
            </w:r>
          </w:p>
        </w:tc>
      </w:tr>
      <w:tr w:rsidR="00876BE0" w:rsidRPr="00131C86" w14:paraId="2C107C86" w14:textId="77777777" w:rsidTr="001F1085">
        <w:tc>
          <w:tcPr>
            <w:tcW w:w="368" w:type="dxa"/>
            <w:tcBorders>
              <w:top w:val="nil"/>
              <w:left w:val="single" w:sz="4" w:space="0" w:color="auto"/>
              <w:bottom w:val="nil"/>
            </w:tcBorders>
          </w:tcPr>
          <w:p w14:paraId="4D0DBF76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376F2D4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W5W/LEDK</w:t>
            </w:r>
          </w:p>
        </w:tc>
        <w:tc>
          <w:tcPr>
            <w:tcW w:w="606" w:type="dxa"/>
            <w:tcBorders>
              <w:top w:val="nil"/>
              <w:bottom w:val="nil"/>
            </w:tcBorders>
          </w:tcPr>
          <w:p w14:paraId="254E6424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31" w:type="dxa"/>
            <w:tcBorders>
              <w:top w:val="nil"/>
              <w:bottom w:val="nil"/>
            </w:tcBorders>
          </w:tcPr>
          <w:p w14:paraId="4B648A9A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W5W</w:t>
            </w:r>
          </w:p>
        </w:tc>
        <w:tc>
          <w:tcPr>
            <w:tcW w:w="2604" w:type="dxa"/>
            <w:tcBorders>
              <w:top w:val="nil"/>
              <w:bottom w:val="nil"/>
              <w:right w:val="single" w:sz="4" w:space="0" w:color="auto"/>
            </w:tcBorders>
          </w:tcPr>
          <w:p w14:paraId="6B260165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sz w:val="18"/>
                <w:szCs w:val="18"/>
              </w:rPr>
            </w:pPr>
            <w:r w:rsidRPr="00131C86">
              <w:rPr>
                <w:bCs/>
                <w:sz w:val="18"/>
                <w:szCs w:val="18"/>
              </w:rPr>
              <w:t>W5W/LED/1 à 4</w:t>
            </w:r>
          </w:p>
        </w:tc>
      </w:tr>
      <w:tr w:rsidR="00876BE0" w:rsidRPr="00131C86" w14:paraId="3D795479" w14:textId="77777777" w:rsidTr="001F108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F85EBD6" w14:textId="77777777" w:rsidR="00876BE0" w:rsidRPr="00131C86" w:rsidRDefault="00876BE0" w:rsidP="00306853">
            <w:pPr>
              <w:spacing w:before="60" w:after="60" w:line="200" w:lineRule="atLeast"/>
              <w:rPr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bottom w:val="single" w:sz="4" w:space="0" w:color="auto"/>
            </w:tcBorders>
          </w:tcPr>
          <w:p w14:paraId="1FB52B57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WY5W/LED</w:t>
            </w:r>
          </w:p>
        </w:tc>
        <w:tc>
          <w:tcPr>
            <w:tcW w:w="606" w:type="dxa"/>
            <w:tcBorders>
              <w:top w:val="nil"/>
              <w:bottom w:val="single" w:sz="4" w:space="0" w:color="auto"/>
            </w:tcBorders>
          </w:tcPr>
          <w:p w14:paraId="044C5DBC" w14:textId="77777777" w:rsidR="00876BE0" w:rsidRPr="00131C86" w:rsidRDefault="00876BE0" w:rsidP="00306853">
            <w:pPr>
              <w:spacing w:before="60" w:after="60" w:line="200" w:lineRule="atLeast"/>
              <w:rPr>
                <w:strike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bottom w:val="single" w:sz="4" w:space="0" w:color="auto"/>
            </w:tcBorders>
          </w:tcPr>
          <w:p w14:paraId="00B4A076" w14:textId="77777777" w:rsidR="00876BE0" w:rsidRPr="00131C86" w:rsidRDefault="00876BE0" w:rsidP="0030685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WY5W</w:t>
            </w:r>
          </w:p>
        </w:tc>
        <w:tc>
          <w:tcPr>
            <w:tcW w:w="260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C7C73F5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sz w:val="18"/>
                <w:szCs w:val="18"/>
              </w:rPr>
            </w:pPr>
            <w:r w:rsidRPr="00131C86">
              <w:rPr>
                <w:bCs/>
                <w:sz w:val="18"/>
                <w:szCs w:val="18"/>
              </w:rPr>
              <w:t>W5W/LED/1 à 4</w:t>
            </w:r>
          </w:p>
        </w:tc>
      </w:tr>
    </w:tbl>
    <w:p w14:paraId="72AA7C75" w14:textId="77777777" w:rsidR="00876BE0" w:rsidRPr="00131C86" w:rsidRDefault="00876BE0" w:rsidP="00D177F5">
      <w:pPr>
        <w:ind w:right="1134"/>
        <w:jc w:val="right"/>
      </w:pPr>
      <w:r w:rsidRPr="00131C86">
        <w:t>».</w:t>
      </w:r>
    </w:p>
    <w:p w14:paraId="11759C94" w14:textId="77777777" w:rsidR="00876BE0" w:rsidRPr="001C4B97" w:rsidRDefault="00876BE0" w:rsidP="001C4B97">
      <w:pPr>
        <w:pStyle w:val="SingleTxtG"/>
        <w:spacing w:before="120"/>
        <w:rPr>
          <w:i/>
        </w:rPr>
      </w:pPr>
      <w:r w:rsidRPr="001C4B97">
        <w:rPr>
          <w:i/>
        </w:rPr>
        <w:t>Annexe 3</w:t>
      </w:r>
      <w:r w:rsidRPr="005B5814">
        <w:t>,</w:t>
      </w:r>
    </w:p>
    <w:p w14:paraId="680487D8" w14:textId="77777777" w:rsidR="00876BE0" w:rsidRPr="00131C86" w:rsidRDefault="00876BE0" w:rsidP="00B93C40">
      <w:pPr>
        <w:pStyle w:val="SingleTxtG"/>
        <w:ind w:firstLine="567"/>
      </w:pPr>
      <w:r w:rsidRPr="00D177F5">
        <w:rPr>
          <w:i/>
        </w:rPr>
        <w:t>Liste des feuilles pour les sources lumineuses à DEL, présentées dans l’ordre dans lequel elles apparaissent dans la présente annexe</w:t>
      </w:r>
      <w:r w:rsidRPr="00131C86">
        <w:t>, lire :</w:t>
      </w:r>
    </w:p>
    <w:p w14:paraId="10DC5E83" w14:textId="77777777" w:rsidR="00876BE0" w:rsidRPr="00131C86" w:rsidRDefault="00876BE0" w:rsidP="00D177F5">
      <w:pPr>
        <w:pStyle w:val="SingleTxtG"/>
        <w:rPr>
          <w:snapToGrid w:val="0"/>
        </w:rPr>
      </w:pPr>
      <w:r w:rsidRPr="00131C86">
        <w:rPr>
          <w:snapToGrid w:val="0"/>
        </w:rPr>
        <w:t>« 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86"/>
        <w:gridCol w:w="2201"/>
        <w:gridCol w:w="1517"/>
      </w:tblGrid>
      <w:tr w:rsidR="00876BE0" w:rsidRPr="00131C86" w14:paraId="62AD6E23" w14:textId="77777777" w:rsidTr="00AE6139">
        <w:trPr>
          <w:tblHeader/>
          <w:jc w:val="center"/>
        </w:trPr>
        <w:tc>
          <w:tcPr>
            <w:tcW w:w="1586" w:type="dxa"/>
            <w:tcBorders>
              <w:top w:val="nil"/>
              <w:left w:val="nil"/>
              <w:right w:val="nil"/>
            </w:tcBorders>
          </w:tcPr>
          <w:p w14:paraId="7122706C" w14:textId="77777777" w:rsidR="00876BE0" w:rsidRPr="00131C86" w:rsidRDefault="00876BE0" w:rsidP="00C30318">
            <w:pPr>
              <w:rPr>
                <w:bCs/>
                <w:i/>
                <w:snapToGrid w:val="0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FDF36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i/>
                <w:snapToGrid w:val="0"/>
                <w:sz w:val="16"/>
                <w:szCs w:val="16"/>
              </w:rPr>
            </w:pPr>
            <w:r w:rsidRPr="00131C86">
              <w:rPr>
                <w:bCs/>
                <w:i/>
                <w:snapToGrid w:val="0"/>
                <w:sz w:val="16"/>
                <w:szCs w:val="16"/>
              </w:rPr>
              <w:t>Feuille(s) numéro(s)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</w:tcPr>
          <w:p w14:paraId="1A62FDC0" w14:textId="77777777" w:rsidR="00876BE0" w:rsidRPr="00131C86" w:rsidRDefault="00876BE0" w:rsidP="00C30318">
            <w:pPr>
              <w:rPr>
                <w:bCs/>
                <w:i/>
                <w:snapToGrid w:val="0"/>
                <w:sz w:val="16"/>
                <w:szCs w:val="16"/>
              </w:rPr>
            </w:pPr>
          </w:p>
        </w:tc>
      </w:tr>
      <w:tr w:rsidR="00876BE0" w:rsidRPr="00D177F5" w14:paraId="609BD835" w14:textId="77777777" w:rsidTr="00AE6139">
        <w:trPr>
          <w:jc w:val="center"/>
        </w:trPr>
        <w:tc>
          <w:tcPr>
            <w:tcW w:w="1586" w:type="dxa"/>
          </w:tcPr>
          <w:p w14:paraId="3267282E" w14:textId="77777777" w:rsidR="00876BE0" w:rsidRPr="00131C86" w:rsidRDefault="00876BE0" w:rsidP="00C30318">
            <w:pPr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</w:tcPr>
          <w:p w14:paraId="3A7D4307" w14:textId="77777777" w:rsidR="00876BE0" w:rsidRPr="00D177F5" w:rsidRDefault="00876BE0" w:rsidP="00306853">
            <w:pPr>
              <w:spacing w:before="60" w:after="60" w:line="200" w:lineRule="atLeast"/>
              <w:rPr>
                <w:bCs/>
                <w:snapToGrid w:val="0"/>
                <w:color w:val="000000"/>
              </w:rPr>
            </w:pPr>
            <w:r w:rsidRPr="00D177F5">
              <w:rPr>
                <w:bCs/>
                <w:snapToGrid w:val="0"/>
                <w:color w:val="000000"/>
              </w:rPr>
              <w:t>C5W/LED/1 à 4</w:t>
            </w:r>
          </w:p>
          <w:p w14:paraId="728146F8" w14:textId="77777777" w:rsidR="00876BE0" w:rsidRPr="00D177F5" w:rsidRDefault="00876BE0" w:rsidP="00306853">
            <w:pPr>
              <w:spacing w:before="60" w:after="60" w:line="200" w:lineRule="atLeast"/>
              <w:rPr>
                <w:bCs/>
                <w:snapToGrid w:val="0"/>
                <w:color w:val="000000"/>
                <w:szCs w:val="18"/>
              </w:rPr>
            </w:pPr>
            <w:r w:rsidRPr="00D177F5">
              <w:rPr>
                <w:b/>
                <w:bCs/>
              </w:rPr>
              <w:t>H11/LED/1 à 7</w:t>
            </w:r>
          </w:p>
          <w:p w14:paraId="648C99B8" w14:textId="77777777" w:rsidR="00876BE0" w:rsidRPr="00D177F5" w:rsidRDefault="00876BE0" w:rsidP="00306853">
            <w:pPr>
              <w:spacing w:before="60" w:after="60" w:line="200" w:lineRule="atLeast"/>
              <w:rPr>
                <w:bCs/>
                <w:snapToGrid w:val="0"/>
              </w:rPr>
            </w:pPr>
            <w:r w:rsidRPr="00D177F5">
              <w:rPr>
                <w:bCs/>
                <w:snapToGrid w:val="0"/>
                <w:color w:val="000000"/>
                <w:szCs w:val="18"/>
              </w:rPr>
              <w:t xml:space="preserve">L1/1 </w:t>
            </w:r>
            <w:r w:rsidRPr="00D177F5">
              <w:rPr>
                <w:bCs/>
                <w:snapToGrid w:val="0"/>
                <w:color w:val="000000"/>
              </w:rPr>
              <w:t>à</w:t>
            </w:r>
            <w:r w:rsidRPr="00D177F5">
              <w:rPr>
                <w:bCs/>
                <w:snapToGrid w:val="0"/>
                <w:color w:val="000000"/>
                <w:szCs w:val="18"/>
              </w:rPr>
              <w:t xml:space="preserve"> 5</w:t>
            </w:r>
          </w:p>
        </w:tc>
        <w:tc>
          <w:tcPr>
            <w:tcW w:w="1517" w:type="dxa"/>
          </w:tcPr>
          <w:p w14:paraId="00F20AFA" w14:textId="77777777" w:rsidR="00876BE0" w:rsidRPr="00D177F5" w:rsidRDefault="00876BE0" w:rsidP="00C30318">
            <w:pPr>
              <w:rPr>
                <w:b/>
                <w:bCs/>
                <w:snapToGrid w:val="0"/>
              </w:rPr>
            </w:pPr>
          </w:p>
        </w:tc>
      </w:tr>
      <w:tr w:rsidR="00876BE0" w:rsidRPr="00D177F5" w14:paraId="0433B9B1" w14:textId="77777777" w:rsidTr="00AE6139">
        <w:trPr>
          <w:jc w:val="center"/>
        </w:trPr>
        <w:tc>
          <w:tcPr>
            <w:tcW w:w="1586" w:type="dxa"/>
          </w:tcPr>
          <w:p w14:paraId="55C25CB8" w14:textId="77777777" w:rsidR="00876BE0" w:rsidRPr="00D177F5" w:rsidRDefault="00876BE0" w:rsidP="00C30318">
            <w:pPr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</w:tcPr>
          <w:p w14:paraId="1C6BE0A1" w14:textId="77777777" w:rsidR="00876BE0" w:rsidRPr="00D177F5" w:rsidRDefault="00876BE0" w:rsidP="00306853">
            <w:pPr>
              <w:spacing w:before="60" w:after="60" w:line="200" w:lineRule="atLeast"/>
              <w:rPr>
                <w:b/>
                <w:bCs/>
                <w:snapToGrid w:val="0"/>
              </w:rPr>
            </w:pPr>
            <w:r w:rsidRPr="00D177F5">
              <w:rPr>
                <w:bCs/>
                <w:snapToGrid w:val="0"/>
              </w:rPr>
              <w:t xml:space="preserve">LR1/1 </w:t>
            </w:r>
            <w:r w:rsidRPr="00D177F5">
              <w:rPr>
                <w:bCs/>
                <w:snapToGrid w:val="0"/>
                <w:color w:val="000000"/>
              </w:rPr>
              <w:t>à</w:t>
            </w:r>
            <w:r w:rsidRPr="00D177F5">
              <w:rPr>
                <w:bCs/>
                <w:snapToGrid w:val="0"/>
              </w:rPr>
              <w:t xml:space="preserve"> 5</w:t>
            </w:r>
          </w:p>
        </w:tc>
        <w:tc>
          <w:tcPr>
            <w:tcW w:w="1517" w:type="dxa"/>
          </w:tcPr>
          <w:p w14:paraId="71953589" w14:textId="77777777" w:rsidR="00876BE0" w:rsidRPr="00D177F5" w:rsidRDefault="00876BE0" w:rsidP="00C30318">
            <w:pPr>
              <w:rPr>
                <w:b/>
                <w:bCs/>
                <w:snapToGrid w:val="0"/>
              </w:rPr>
            </w:pPr>
          </w:p>
        </w:tc>
      </w:tr>
      <w:tr w:rsidR="00876BE0" w:rsidRPr="00D177F5" w14:paraId="133841EA" w14:textId="77777777" w:rsidTr="00AE6139">
        <w:trPr>
          <w:jc w:val="center"/>
        </w:trPr>
        <w:tc>
          <w:tcPr>
            <w:tcW w:w="1586" w:type="dxa"/>
            <w:tcBorders>
              <w:left w:val="nil"/>
              <w:bottom w:val="nil"/>
              <w:right w:val="nil"/>
            </w:tcBorders>
          </w:tcPr>
          <w:p w14:paraId="4F676496" w14:textId="77777777" w:rsidR="00876BE0" w:rsidRPr="00D177F5" w:rsidRDefault="00876BE0" w:rsidP="00C30318">
            <w:pPr>
              <w:rPr>
                <w:bCs/>
                <w:snapToGrid w:val="0"/>
              </w:rPr>
            </w:pPr>
          </w:p>
        </w:tc>
        <w:tc>
          <w:tcPr>
            <w:tcW w:w="2201" w:type="dxa"/>
            <w:tcBorders>
              <w:left w:val="nil"/>
              <w:bottom w:val="nil"/>
              <w:right w:val="nil"/>
            </w:tcBorders>
          </w:tcPr>
          <w:p w14:paraId="4C8AAB8D" w14:textId="77777777" w:rsidR="00876BE0" w:rsidRPr="00D177F5" w:rsidRDefault="00876BE0" w:rsidP="00306853">
            <w:pPr>
              <w:spacing w:before="60" w:after="60" w:line="200" w:lineRule="atLeast"/>
              <w:rPr>
                <w:bCs/>
                <w:snapToGrid w:val="0"/>
              </w:rPr>
            </w:pPr>
            <w:r w:rsidRPr="00D177F5">
              <w:rPr>
                <w:bCs/>
                <w:snapToGrid w:val="0"/>
              </w:rPr>
              <w:t xml:space="preserve">LW2/1 </w:t>
            </w:r>
            <w:r w:rsidRPr="00D177F5">
              <w:rPr>
                <w:bCs/>
                <w:snapToGrid w:val="0"/>
                <w:color w:val="000000"/>
              </w:rPr>
              <w:t>à</w:t>
            </w:r>
            <w:r w:rsidRPr="00D177F5">
              <w:rPr>
                <w:bCs/>
                <w:snapToGrid w:val="0"/>
              </w:rPr>
              <w:t xml:space="preserve"> 5</w:t>
            </w:r>
          </w:p>
        </w:tc>
        <w:tc>
          <w:tcPr>
            <w:tcW w:w="1517" w:type="dxa"/>
            <w:tcBorders>
              <w:left w:val="nil"/>
              <w:bottom w:val="nil"/>
              <w:right w:val="nil"/>
            </w:tcBorders>
          </w:tcPr>
          <w:p w14:paraId="7EE430FC" w14:textId="77777777" w:rsidR="00876BE0" w:rsidRPr="00D177F5" w:rsidRDefault="00876BE0" w:rsidP="00C30318">
            <w:pPr>
              <w:rPr>
                <w:bCs/>
                <w:snapToGrid w:val="0"/>
              </w:rPr>
            </w:pPr>
          </w:p>
        </w:tc>
      </w:tr>
      <w:tr w:rsidR="00876BE0" w:rsidRPr="00D177F5" w14:paraId="2ACD8EEE" w14:textId="77777777" w:rsidTr="00AE6139">
        <w:trPr>
          <w:jc w:val="center"/>
        </w:trPr>
        <w:tc>
          <w:tcPr>
            <w:tcW w:w="1586" w:type="dxa"/>
          </w:tcPr>
          <w:p w14:paraId="704565FA" w14:textId="77777777" w:rsidR="00876BE0" w:rsidRPr="00D177F5" w:rsidRDefault="00876BE0" w:rsidP="00C30318">
            <w:pPr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14:paraId="31661BF6" w14:textId="77777777" w:rsidR="00876BE0" w:rsidRPr="00D177F5" w:rsidRDefault="00876BE0" w:rsidP="00306853">
            <w:pPr>
              <w:spacing w:before="60" w:after="60" w:line="200" w:lineRule="atLeast"/>
              <w:rPr>
                <w:bCs/>
                <w:snapToGrid w:val="0"/>
                <w:color w:val="000000"/>
              </w:rPr>
            </w:pPr>
            <w:r w:rsidRPr="00D177F5">
              <w:rPr>
                <w:bCs/>
                <w:snapToGrid w:val="0"/>
                <w:color w:val="000000"/>
              </w:rPr>
              <w:t>Lx3/1 à 6</w:t>
            </w:r>
          </w:p>
        </w:tc>
        <w:tc>
          <w:tcPr>
            <w:tcW w:w="1517" w:type="dxa"/>
          </w:tcPr>
          <w:p w14:paraId="354B74D3" w14:textId="77777777" w:rsidR="00876BE0" w:rsidRPr="00D177F5" w:rsidRDefault="00876BE0" w:rsidP="00C30318">
            <w:pPr>
              <w:rPr>
                <w:bCs/>
                <w:snapToGrid w:val="0"/>
              </w:rPr>
            </w:pPr>
          </w:p>
        </w:tc>
      </w:tr>
      <w:tr w:rsidR="00876BE0" w:rsidRPr="00D177F5" w14:paraId="3B2F7DDA" w14:textId="77777777" w:rsidTr="00AE6139">
        <w:trPr>
          <w:jc w:val="center"/>
        </w:trPr>
        <w:tc>
          <w:tcPr>
            <w:tcW w:w="1586" w:type="dxa"/>
          </w:tcPr>
          <w:p w14:paraId="2AF116DB" w14:textId="77777777" w:rsidR="00876BE0" w:rsidRPr="00D177F5" w:rsidRDefault="00876BE0" w:rsidP="00C30318">
            <w:pPr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14:paraId="7E069397" w14:textId="77777777" w:rsidR="00876BE0" w:rsidRPr="00D177F5" w:rsidRDefault="00876BE0" w:rsidP="00306853">
            <w:pPr>
              <w:spacing w:before="60" w:after="60" w:line="200" w:lineRule="atLeast"/>
              <w:rPr>
                <w:bCs/>
                <w:snapToGrid w:val="0"/>
                <w:color w:val="000000"/>
              </w:rPr>
            </w:pPr>
            <w:r w:rsidRPr="00D177F5">
              <w:rPr>
                <w:bCs/>
                <w:snapToGrid w:val="0"/>
                <w:color w:val="000000"/>
              </w:rPr>
              <w:t>LR4/1 à 5</w:t>
            </w:r>
          </w:p>
        </w:tc>
        <w:tc>
          <w:tcPr>
            <w:tcW w:w="1517" w:type="dxa"/>
          </w:tcPr>
          <w:p w14:paraId="5D59055C" w14:textId="77777777" w:rsidR="00876BE0" w:rsidRPr="00D177F5" w:rsidRDefault="00876BE0" w:rsidP="00C30318">
            <w:pPr>
              <w:rPr>
                <w:bCs/>
                <w:snapToGrid w:val="0"/>
              </w:rPr>
            </w:pPr>
          </w:p>
        </w:tc>
      </w:tr>
      <w:tr w:rsidR="00876BE0" w:rsidRPr="00131C86" w14:paraId="4C24DDA1" w14:textId="77777777" w:rsidTr="00AE6139">
        <w:trPr>
          <w:jc w:val="center"/>
        </w:trPr>
        <w:tc>
          <w:tcPr>
            <w:tcW w:w="1586" w:type="dxa"/>
          </w:tcPr>
          <w:p w14:paraId="27FBEF76" w14:textId="77777777" w:rsidR="00876BE0" w:rsidRPr="00D177F5" w:rsidRDefault="00876BE0" w:rsidP="00C30318">
            <w:pPr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14:paraId="071E3E7D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snapToGrid w:val="0"/>
                <w:color w:val="000000"/>
              </w:rPr>
            </w:pPr>
            <w:r w:rsidRPr="00D177F5">
              <w:rPr>
                <w:bCs/>
                <w:snapToGrid w:val="0"/>
                <w:color w:val="000000"/>
              </w:rPr>
              <w:t>Lx5/1 à 6</w:t>
            </w:r>
          </w:p>
        </w:tc>
        <w:tc>
          <w:tcPr>
            <w:tcW w:w="1517" w:type="dxa"/>
          </w:tcPr>
          <w:p w14:paraId="2E4FF2DD" w14:textId="77777777" w:rsidR="00876BE0" w:rsidRPr="00131C86" w:rsidRDefault="00876BE0" w:rsidP="00C30318">
            <w:pPr>
              <w:rPr>
                <w:bCs/>
                <w:snapToGrid w:val="0"/>
              </w:rPr>
            </w:pPr>
          </w:p>
        </w:tc>
      </w:tr>
      <w:tr w:rsidR="00876BE0" w:rsidRPr="00131C86" w14:paraId="34EA141B" w14:textId="77777777" w:rsidTr="00AE6139">
        <w:trPr>
          <w:jc w:val="center"/>
        </w:trPr>
        <w:tc>
          <w:tcPr>
            <w:tcW w:w="1586" w:type="dxa"/>
          </w:tcPr>
          <w:p w14:paraId="3D573F0F" w14:textId="77777777" w:rsidR="00876BE0" w:rsidRPr="00131C86" w:rsidRDefault="00876BE0" w:rsidP="00C30318">
            <w:pPr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</w:tcPr>
          <w:p w14:paraId="571AE68F" w14:textId="77777777" w:rsidR="00876BE0" w:rsidRPr="001E2A0C" w:rsidRDefault="00876BE0" w:rsidP="00306853">
            <w:pPr>
              <w:spacing w:before="60" w:after="60" w:line="200" w:lineRule="atLeast"/>
              <w:rPr>
                <w:bCs/>
                <w:lang w:val="en-US"/>
              </w:rPr>
            </w:pPr>
            <w:r w:rsidRPr="001E2A0C">
              <w:rPr>
                <w:bCs/>
                <w:lang w:val="en-US"/>
              </w:rPr>
              <w:t xml:space="preserve">PY21W/LED/1 </w:t>
            </w:r>
            <w:r w:rsidRPr="001E2A0C">
              <w:rPr>
                <w:bCs/>
                <w:snapToGrid w:val="0"/>
                <w:color w:val="000000"/>
                <w:lang w:val="en-US"/>
              </w:rPr>
              <w:t>à</w:t>
            </w:r>
            <w:r w:rsidRPr="001E2A0C">
              <w:rPr>
                <w:bCs/>
                <w:lang w:val="en-US"/>
              </w:rPr>
              <w:t xml:space="preserve"> 4</w:t>
            </w:r>
          </w:p>
          <w:p w14:paraId="3E0BDA0F" w14:textId="77777777" w:rsidR="00876BE0" w:rsidRPr="001E2A0C" w:rsidRDefault="00876BE0" w:rsidP="00306853">
            <w:pPr>
              <w:spacing w:before="60" w:after="60" w:line="200" w:lineRule="atLeast"/>
              <w:rPr>
                <w:bCs/>
                <w:lang w:val="en-US"/>
              </w:rPr>
            </w:pPr>
            <w:r w:rsidRPr="001E2A0C">
              <w:rPr>
                <w:bCs/>
                <w:lang w:val="en-US"/>
              </w:rPr>
              <w:t xml:space="preserve">R5W/LED/1 </w:t>
            </w:r>
            <w:r w:rsidRPr="001E2A0C">
              <w:rPr>
                <w:bCs/>
                <w:snapToGrid w:val="0"/>
                <w:color w:val="000000"/>
                <w:lang w:val="en-US"/>
              </w:rPr>
              <w:t>à</w:t>
            </w:r>
            <w:r w:rsidRPr="001E2A0C">
              <w:rPr>
                <w:bCs/>
                <w:lang w:val="en-US"/>
              </w:rPr>
              <w:t xml:space="preserve"> 4</w:t>
            </w:r>
          </w:p>
          <w:p w14:paraId="67B950AE" w14:textId="77777777" w:rsidR="00876BE0" w:rsidRPr="00131C86" w:rsidRDefault="00876BE0" w:rsidP="00306853">
            <w:pPr>
              <w:spacing w:before="60" w:after="60" w:line="200" w:lineRule="atLeast"/>
              <w:rPr>
                <w:bCs/>
                <w:snapToGrid w:val="0"/>
              </w:rPr>
            </w:pPr>
            <w:r w:rsidRPr="00131C86">
              <w:rPr>
                <w:bCs/>
                <w:snapToGrid w:val="0"/>
              </w:rPr>
              <w:t xml:space="preserve">W5W/LED/1 </w:t>
            </w:r>
            <w:r w:rsidRPr="00131C86">
              <w:rPr>
                <w:bCs/>
                <w:snapToGrid w:val="0"/>
                <w:color w:val="000000"/>
              </w:rPr>
              <w:t>à</w:t>
            </w:r>
            <w:r w:rsidRPr="00131C86">
              <w:rPr>
                <w:bCs/>
                <w:snapToGrid w:val="0"/>
              </w:rPr>
              <w:t xml:space="preserve"> 4</w:t>
            </w:r>
          </w:p>
        </w:tc>
        <w:tc>
          <w:tcPr>
            <w:tcW w:w="1517" w:type="dxa"/>
          </w:tcPr>
          <w:p w14:paraId="4B591E3E" w14:textId="77777777" w:rsidR="00876BE0" w:rsidRPr="00131C86" w:rsidRDefault="00876BE0" w:rsidP="00C30318">
            <w:pPr>
              <w:rPr>
                <w:b/>
                <w:bCs/>
                <w:snapToGrid w:val="0"/>
              </w:rPr>
            </w:pPr>
          </w:p>
        </w:tc>
      </w:tr>
    </w:tbl>
    <w:p w14:paraId="131212A6" w14:textId="77777777" w:rsidR="00876BE0" w:rsidRPr="00131C86" w:rsidRDefault="00876BE0" w:rsidP="00026CC2">
      <w:pPr>
        <w:pStyle w:val="SingleTxtG"/>
        <w:jc w:val="right"/>
      </w:pPr>
      <w:r w:rsidRPr="00131C86">
        <w:t> ».</w:t>
      </w:r>
    </w:p>
    <w:p w14:paraId="37621EAE" w14:textId="77777777" w:rsidR="00026CC2" w:rsidRDefault="00876BE0" w:rsidP="00B93C40">
      <w:pPr>
        <w:pStyle w:val="SingleTxtG"/>
        <w:ind w:firstLine="567"/>
        <w:rPr>
          <w:color w:val="000000"/>
        </w:rPr>
      </w:pPr>
      <w:r w:rsidRPr="00026CC2">
        <w:rPr>
          <w:i/>
        </w:rPr>
        <w:t>Après la feuille C5W/LED/4</w:t>
      </w:r>
      <w:r w:rsidRPr="00026CC2">
        <w:t xml:space="preserve">, ajouter les nouvelles feuilles H11/LED/1 à 7, comme suit : </w:t>
      </w:r>
      <w:r w:rsidRPr="00026CC2">
        <w:rPr>
          <w:color w:val="000000"/>
        </w:rPr>
        <w:t>(voir</w:t>
      </w:r>
      <w:r w:rsidR="00026CC2">
        <w:rPr>
          <w:color w:val="000000"/>
        </w:rPr>
        <w:t xml:space="preserve"> </w:t>
      </w:r>
      <w:r w:rsidRPr="00026CC2">
        <w:rPr>
          <w:color w:val="000000"/>
        </w:rPr>
        <w:t>les pages ci-après ; une page par feuille).</w:t>
      </w:r>
    </w:p>
    <w:p w14:paraId="4A3FD1C7" w14:textId="77777777" w:rsidR="005B5814" w:rsidRPr="00B3183C" w:rsidRDefault="00026CC2" w:rsidP="005B5814">
      <w:pPr>
        <w:pStyle w:val="SingleTxtG"/>
        <w:pBdr>
          <w:bottom w:val="single" w:sz="4" w:space="1" w:color="auto"/>
        </w:pBdr>
        <w:tabs>
          <w:tab w:val="left" w:pos="3402"/>
          <w:tab w:val="right" w:pos="9533"/>
        </w:tabs>
        <w:ind w:right="-1"/>
        <w:jc w:val="left"/>
        <w:rPr>
          <w:rFonts w:eastAsia="MS Mincho"/>
        </w:rPr>
      </w:pPr>
      <w:r>
        <w:rPr>
          <w:color w:val="000000"/>
        </w:rPr>
        <w:br w:type="page"/>
      </w:r>
      <w:r w:rsidR="005B5814">
        <w:rPr>
          <w:rFonts w:eastAsia="MS Mincho"/>
        </w:rPr>
        <w:lastRenderedPageBreak/>
        <w:t>« </w:t>
      </w:r>
      <w:r w:rsidR="005B5814" w:rsidRPr="00AE151D">
        <w:rPr>
          <w:rFonts w:eastAsia="MS Mincho"/>
        </w:rPr>
        <w:tab/>
      </w:r>
      <w:r w:rsidR="005B5814">
        <w:rPr>
          <w:rFonts w:eastAsia="MS Mincho"/>
          <w:b/>
        </w:rPr>
        <w:t xml:space="preserve">Catégories </w:t>
      </w:r>
      <w:r w:rsidR="005B5814" w:rsidRPr="00131C86">
        <w:rPr>
          <w:b/>
        </w:rPr>
        <w:t>H11/LED</w:t>
      </w:r>
      <w:r w:rsidR="005B5814" w:rsidRPr="00AE151D">
        <w:rPr>
          <w:rFonts w:eastAsia="MS Mincho"/>
          <w:b/>
        </w:rPr>
        <w:tab/>
      </w:r>
      <w:r w:rsidR="005B5814" w:rsidRPr="00E020CA">
        <w:rPr>
          <w:b/>
          <w:lang w:val="fr-CA"/>
        </w:rPr>
        <w:t xml:space="preserve">Feuille </w:t>
      </w:r>
      <w:r w:rsidR="005B5814" w:rsidRPr="00131C86">
        <w:rPr>
          <w:b/>
        </w:rPr>
        <w:t>H11/LED/</w:t>
      </w:r>
      <w:r w:rsidR="005B5814">
        <w:rPr>
          <w:b/>
        </w:rPr>
        <w:t>1</w:t>
      </w:r>
    </w:p>
    <w:p w14:paraId="0D5F8D99" w14:textId="77777777" w:rsidR="00876BE0" w:rsidRDefault="00876BE0" w:rsidP="00A11E42">
      <w:pPr>
        <w:pStyle w:val="SingleTxtG"/>
        <w:spacing w:before="240"/>
        <w:ind w:firstLine="567"/>
        <w:rPr>
          <w:snapToGrid w:val="0"/>
        </w:rPr>
      </w:pPr>
      <w:r w:rsidRPr="00131C86">
        <w:rPr>
          <w:snapToGrid w:val="0"/>
        </w:rPr>
        <w:t>Les dessins n</w:t>
      </w:r>
      <w:r>
        <w:rPr>
          <w:snapToGrid w:val="0"/>
        </w:rPr>
        <w:t>’</w:t>
      </w:r>
      <w:r w:rsidRPr="00131C86">
        <w:rPr>
          <w:snapToGrid w:val="0"/>
        </w:rPr>
        <w:t>ont pour but que d</w:t>
      </w:r>
      <w:r>
        <w:rPr>
          <w:snapToGrid w:val="0"/>
        </w:rPr>
        <w:t>’</w:t>
      </w:r>
      <w:r w:rsidRPr="00131C86">
        <w:rPr>
          <w:snapToGrid w:val="0"/>
        </w:rPr>
        <w:t>illustrer les principales dimensions (en mm) de la source lumineuse à DEL.</w:t>
      </w:r>
    </w:p>
    <w:p w14:paraId="25C7D2F1" w14:textId="77777777" w:rsidR="00306853" w:rsidRDefault="00306853" w:rsidP="001F30DC">
      <w:pPr>
        <w:pStyle w:val="SingleTxtG"/>
        <w:spacing w:before="240"/>
        <w:rPr>
          <w:snapToGrid w:val="0"/>
        </w:rPr>
      </w:pPr>
      <w:r>
        <w:rPr>
          <w:noProof/>
        </w:rPr>
        <w:drawing>
          <wp:inline distT="0" distB="0" distL="0" distR="0" wp14:anchorId="58A21054" wp14:editId="5C594766">
            <wp:extent cx="4680000" cy="2275200"/>
            <wp:effectExtent l="0" t="0" r="6350" b="0"/>
            <wp:docPr id="216" name="Imag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2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42F67" w14:textId="77777777" w:rsidR="00876BE0" w:rsidRDefault="00876BE0" w:rsidP="000D0ECD">
      <w:pPr>
        <w:spacing w:before="240" w:after="120"/>
        <w:ind w:left="1134"/>
        <w:rPr>
          <w:b/>
          <w:snapToGrid w:val="0"/>
          <w:lang w:eastAsia="de-DE"/>
        </w:rPr>
      </w:pPr>
      <w:r w:rsidRPr="00131C86">
        <w:rPr>
          <w:snapToGrid w:val="0"/>
          <w:lang w:eastAsia="de-DE"/>
        </w:rPr>
        <w:t>Figure 1 :</w:t>
      </w:r>
      <w:r w:rsidR="00026CC2">
        <w:rPr>
          <w:snapToGrid w:val="0"/>
          <w:lang w:eastAsia="de-DE"/>
        </w:rPr>
        <w:br/>
      </w:r>
      <w:r w:rsidRPr="00026CC2">
        <w:rPr>
          <w:b/>
          <w:snapToGrid w:val="0"/>
          <w:lang w:eastAsia="de-DE"/>
        </w:rPr>
        <w:t>Dessin principal</w:t>
      </w:r>
    </w:p>
    <w:p w14:paraId="1BCB8A0A" w14:textId="77777777" w:rsidR="000D0ECD" w:rsidRDefault="000D0ECD" w:rsidP="00306853">
      <w:pPr>
        <w:spacing w:before="120"/>
        <w:ind w:left="1134"/>
        <w:rPr>
          <w:b/>
          <w:snapToGrid w:val="0"/>
          <w:lang w:eastAsia="de-DE"/>
        </w:rPr>
      </w:pPr>
      <w:r>
        <w:rPr>
          <w:noProof/>
        </w:rPr>
        <w:drawing>
          <wp:inline distT="0" distB="0" distL="0" distR="0" wp14:anchorId="6814E892" wp14:editId="052B250D">
            <wp:extent cx="4680000" cy="2750400"/>
            <wp:effectExtent l="0" t="0" r="6350" b="0"/>
            <wp:docPr id="217" name="Imag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7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B72C7" w14:textId="77777777" w:rsidR="00876BE0" w:rsidRPr="00505C92" w:rsidRDefault="00876BE0" w:rsidP="005B66AA">
      <w:pPr>
        <w:pStyle w:val="Titre1"/>
        <w:spacing w:before="240" w:after="120"/>
        <w:rPr>
          <w:b/>
          <w:snapToGrid w:val="0"/>
        </w:rPr>
      </w:pPr>
      <w:r w:rsidRPr="00131C86">
        <w:rPr>
          <w:snapToGrid w:val="0"/>
          <w:lang w:eastAsia="de-DE"/>
        </w:rPr>
        <w:t xml:space="preserve">Figure 2 : </w:t>
      </w:r>
      <w:r w:rsidR="00505C92">
        <w:rPr>
          <w:snapToGrid w:val="0"/>
          <w:lang w:eastAsia="de-DE"/>
        </w:rPr>
        <w:br/>
      </w:r>
      <w:r w:rsidRPr="00505C92">
        <w:rPr>
          <w:b/>
          <w:snapToGrid w:val="0"/>
          <w:lang w:eastAsia="de-DE"/>
        </w:rPr>
        <w:t>Encombrement maximal</w:t>
      </w:r>
      <w:r w:rsidRPr="00505C92">
        <w:rPr>
          <w:b/>
          <w:snapToGrid w:val="0"/>
          <w:vertAlign w:val="superscript"/>
          <w:lang w:eastAsia="de-DE"/>
        </w:rPr>
        <w:t>3/</w:t>
      </w:r>
    </w:p>
    <w:p w14:paraId="1CEF31A2" w14:textId="77777777" w:rsidR="00876BE0" w:rsidRPr="00131C86" w:rsidRDefault="00876BE0" w:rsidP="00A11E42">
      <w:pPr>
        <w:pStyle w:val="Notedebasdepage"/>
        <w:spacing w:before="120"/>
        <w:ind w:firstLine="170"/>
      </w:pPr>
      <w:r w:rsidRPr="00131C86">
        <w:rPr>
          <w:vertAlign w:val="superscript"/>
        </w:rPr>
        <w:t>1/</w:t>
      </w:r>
      <w:r w:rsidR="00A11E42">
        <w:t xml:space="preserve">  </w:t>
      </w:r>
      <w:r w:rsidRPr="00131C86">
        <w:t>Le plan de référence est le plan déterminé par la surface inférieure de l</w:t>
      </w:r>
      <w:r>
        <w:t>’</w:t>
      </w:r>
      <w:r w:rsidRPr="00131C86">
        <w:t xml:space="preserve">évasement de guidage </w:t>
      </w:r>
      <w:r w:rsidR="00AE6139">
        <w:br/>
      </w:r>
      <w:r w:rsidRPr="00131C86">
        <w:t>du culot.</w:t>
      </w:r>
    </w:p>
    <w:p w14:paraId="1F4FD890" w14:textId="77777777" w:rsidR="00876BE0" w:rsidRPr="00131C86" w:rsidRDefault="00876BE0" w:rsidP="00AE6139">
      <w:pPr>
        <w:pStyle w:val="Notedebasdepage"/>
        <w:ind w:firstLine="170"/>
      </w:pPr>
      <w:r w:rsidRPr="00131C86">
        <w:rPr>
          <w:vertAlign w:val="superscript"/>
        </w:rPr>
        <w:t>2/</w:t>
      </w:r>
      <w:r w:rsidR="00A11E42">
        <w:rPr>
          <w:vertAlign w:val="superscript"/>
        </w:rPr>
        <w:t xml:space="preserve"> </w:t>
      </w:r>
      <w:r w:rsidR="00A11E42">
        <w:t xml:space="preserve"> </w:t>
      </w:r>
      <w:r w:rsidRPr="00131C86">
        <w:t>L</w:t>
      </w:r>
      <w:r>
        <w:t>’</w:t>
      </w:r>
      <w:r w:rsidRPr="00131C86">
        <w:t>axe de référence est l</w:t>
      </w:r>
      <w:r>
        <w:t>’</w:t>
      </w:r>
      <w:r w:rsidRPr="00131C86">
        <w:t xml:space="preserve">axe perpendiculaire au plan de référence et passant par le milieu </w:t>
      </w:r>
      <w:r w:rsidR="00AE6139">
        <w:br/>
      </w:r>
      <w:r w:rsidRPr="00131C86">
        <w:t>du diamètre de 19 mm du culot.</w:t>
      </w:r>
    </w:p>
    <w:p w14:paraId="5533D571" w14:textId="77777777" w:rsidR="00876BE0" w:rsidRDefault="00876BE0" w:rsidP="00A11E42">
      <w:pPr>
        <w:pStyle w:val="Notedebasdepage"/>
        <w:ind w:firstLine="170"/>
      </w:pPr>
      <w:r w:rsidRPr="00131C86">
        <w:rPr>
          <w:vertAlign w:val="superscript"/>
        </w:rPr>
        <w:t>3/</w:t>
      </w:r>
      <w:r w:rsidR="00A11E42">
        <w:rPr>
          <w:vertAlign w:val="superscript"/>
        </w:rPr>
        <w:t xml:space="preserve"> </w:t>
      </w:r>
      <w:r w:rsidR="00A11E42">
        <w:t xml:space="preserve"> </w:t>
      </w:r>
      <w:r w:rsidRPr="00131C86">
        <w:t>La source lumineuse à DEL ne doit pas dépasser l</w:t>
      </w:r>
      <w:r>
        <w:t>’</w:t>
      </w:r>
      <w:r w:rsidRPr="00131C86">
        <w:t>enveloppe comme indiqué sur la figure 2.</w:t>
      </w:r>
    </w:p>
    <w:p w14:paraId="409034AE" w14:textId="77777777" w:rsidR="005B5814" w:rsidRPr="00B3183C" w:rsidRDefault="00876BE0" w:rsidP="005B5814">
      <w:pPr>
        <w:pStyle w:val="SingleTxtG"/>
        <w:pBdr>
          <w:bottom w:val="single" w:sz="4" w:space="1" w:color="auto"/>
        </w:pBdr>
        <w:tabs>
          <w:tab w:val="left" w:pos="3402"/>
          <w:tab w:val="right" w:pos="9533"/>
        </w:tabs>
        <w:ind w:right="-1"/>
        <w:jc w:val="left"/>
        <w:rPr>
          <w:rFonts w:eastAsia="MS Mincho"/>
        </w:rPr>
      </w:pPr>
      <w:r>
        <w:rPr>
          <w:spacing w:val="-4"/>
          <w:sz w:val="18"/>
          <w:szCs w:val="18"/>
        </w:rPr>
        <w:br w:type="page"/>
      </w:r>
      <w:r w:rsidR="005B5814" w:rsidRPr="00AE151D">
        <w:rPr>
          <w:rFonts w:eastAsia="MS Mincho"/>
        </w:rPr>
        <w:lastRenderedPageBreak/>
        <w:tab/>
      </w:r>
      <w:r w:rsidR="005B5814">
        <w:rPr>
          <w:rFonts w:eastAsia="MS Mincho"/>
          <w:b/>
        </w:rPr>
        <w:t xml:space="preserve">Catégories </w:t>
      </w:r>
      <w:r w:rsidR="005B5814" w:rsidRPr="00131C86">
        <w:rPr>
          <w:b/>
        </w:rPr>
        <w:t>H11/LED</w:t>
      </w:r>
      <w:r w:rsidR="005B5814" w:rsidRPr="00AE151D">
        <w:rPr>
          <w:rFonts w:eastAsia="MS Mincho"/>
          <w:b/>
        </w:rPr>
        <w:tab/>
      </w:r>
      <w:r w:rsidR="005B5814" w:rsidRPr="00E020CA">
        <w:rPr>
          <w:b/>
          <w:lang w:val="fr-CA"/>
        </w:rPr>
        <w:t xml:space="preserve">Feuille </w:t>
      </w:r>
      <w:r w:rsidR="005B5814" w:rsidRPr="00131C86">
        <w:rPr>
          <w:b/>
        </w:rPr>
        <w:t>H11/LED/</w:t>
      </w:r>
      <w:r w:rsidR="005B5814">
        <w:rPr>
          <w:b/>
        </w:rPr>
        <w:t>2</w:t>
      </w:r>
    </w:p>
    <w:p w14:paraId="7741CEE0" w14:textId="77777777" w:rsidR="00876BE0" w:rsidRPr="005B66AA" w:rsidRDefault="00876BE0" w:rsidP="007D157C">
      <w:pPr>
        <w:spacing w:before="120" w:after="120"/>
        <w:ind w:left="1134"/>
      </w:pPr>
      <w:r w:rsidRPr="00131C86">
        <w:t>Tableau 1</w:t>
      </w:r>
      <w:r w:rsidR="005B66AA">
        <w:br/>
      </w:r>
      <w:r w:rsidRPr="00131C86">
        <w:rPr>
          <w:b/>
        </w:rPr>
        <w:t>Principales caractéristiques électriques et photométriques de la source lumineuse à DEL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9"/>
        <w:gridCol w:w="1613"/>
        <w:gridCol w:w="1027"/>
        <w:gridCol w:w="1468"/>
        <w:gridCol w:w="1467"/>
        <w:gridCol w:w="1321"/>
      </w:tblGrid>
      <w:tr w:rsidR="00876BE0" w:rsidRPr="0011509F" w14:paraId="065A3981" w14:textId="77777777" w:rsidTr="00B52673">
        <w:trPr>
          <w:cantSplit/>
          <w:trHeight w:val="264"/>
          <w:tblHeader/>
        </w:trPr>
        <w:tc>
          <w:tcPr>
            <w:tcW w:w="4106" w:type="dxa"/>
            <w:gridSpan w:val="3"/>
            <w:vMerge w:val="restart"/>
            <w:shd w:val="clear" w:color="auto" w:fill="auto"/>
          </w:tcPr>
          <w:p w14:paraId="32AA5525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11509F">
              <w:rPr>
                <w:i/>
                <w:sz w:val="16"/>
              </w:rPr>
              <w:t>Dimensions en mm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B914A54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11509F">
              <w:rPr>
                <w:i/>
                <w:sz w:val="16"/>
              </w:rPr>
              <w:t xml:space="preserve">Sources lumineuses à DEL </w:t>
            </w:r>
            <w:r w:rsidRPr="0011509F">
              <w:rPr>
                <w:i/>
                <w:sz w:val="16"/>
              </w:rPr>
              <w:br/>
              <w:t>de fabrication courante</w:t>
            </w:r>
          </w:p>
        </w:tc>
        <w:tc>
          <w:tcPr>
            <w:tcW w:w="1276" w:type="dxa"/>
            <w:vMerge w:val="restart"/>
          </w:tcPr>
          <w:p w14:paraId="1FDD42D9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11509F">
              <w:rPr>
                <w:i/>
                <w:sz w:val="16"/>
              </w:rPr>
              <w:t xml:space="preserve">Sources lumineuses </w:t>
            </w:r>
            <w:r w:rsidRPr="0011509F">
              <w:rPr>
                <w:i/>
                <w:sz w:val="16"/>
              </w:rPr>
              <w:br/>
              <w:t>à DEL étalon</w:t>
            </w:r>
          </w:p>
        </w:tc>
      </w:tr>
      <w:tr w:rsidR="00876BE0" w:rsidRPr="0011509F" w14:paraId="62D9A328" w14:textId="77777777" w:rsidTr="00B52673">
        <w:trPr>
          <w:cantSplit/>
          <w:trHeight w:val="263"/>
          <w:tblHeader/>
        </w:trPr>
        <w:tc>
          <w:tcPr>
            <w:tcW w:w="4106" w:type="dxa"/>
            <w:gridSpan w:val="3"/>
            <w:vMerge/>
            <w:shd w:val="clear" w:color="auto" w:fill="auto"/>
          </w:tcPr>
          <w:p w14:paraId="4E5CC5F5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58231567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</w:rPr>
            </w:pPr>
            <w:r w:rsidRPr="0011509F">
              <w:rPr>
                <w:i/>
                <w:sz w:val="16"/>
              </w:rPr>
              <w:t>12V</w:t>
            </w:r>
          </w:p>
        </w:tc>
        <w:tc>
          <w:tcPr>
            <w:tcW w:w="1417" w:type="dxa"/>
            <w:shd w:val="clear" w:color="auto" w:fill="auto"/>
          </w:tcPr>
          <w:p w14:paraId="54F9029C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</w:rPr>
            </w:pPr>
            <w:r w:rsidRPr="0011509F">
              <w:rPr>
                <w:i/>
                <w:sz w:val="16"/>
              </w:rPr>
              <w:t>24V</w:t>
            </w:r>
          </w:p>
        </w:tc>
        <w:tc>
          <w:tcPr>
            <w:tcW w:w="1276" w:type="dxa"/>
            <w:vMerge/>
          </w:tcPr>
          <w:p w14:paraId="6FE5ED9D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</w:rPr>
            </w:pPr>
          </w:p>
        </w:tc>
      </w:tr>
      <w:tr w:rsidR="00876BE0" w:rsidRPr="0011509F" w14:paraId="1511107C" w14:textId="77777777" w:rsidTr="00B52673">
        <w:trPr>
          <w:cantSplit/>
          <w:trHeight w:val="360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525530F0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trike/>
                <w:sz w:val="18"/>
              </w:rPr>
            </w:pPr>
            <w:r w:rsidRPr="0011509F">
              <w:rPr>
                <w:sz w:val="18"/>
              </w:rPr>
              <w:t>e</w:t>
            </w:r>
            <w:r w:rsidRPr="0011509F">
              <w:rPr>
                <w:sz w:val="18"/>
                <w:vertAlign w:val="superscript"/>
              </w:rPr>
              <w:t>2/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2943473F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25,0 nom.</w:t>
            </w:r>
          </w:p>
        </w:tc>
      </w:tr>
      <w:tr w:rsidR="00876BE0" w:rsidRPr="0011509F" w14:paraId="51EC0A0A" w14:textId="77777777" w:rsidTr="00B52673">
        <w:trPr>
          <w:cantSplit/>
          <w:trHeight w:val="360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4AB21B4B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f</w:t>
            </w:r>
            <w:r w:rsidRPr="0011509F">
              <w:rPr>
                <w:sz w:val="18"/>
                <w:vertAlign w:val="superscript"/>
              </w:rPr>
              <w:t>2/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2DCDF991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4,5 nom</w:t>
            </w:r>
          </w:p>
        </w:tc>
      </w:tr>
      <w:tr w:rsidR="00876BE0" w:rsidRPr="0011509F" w14:paraId="761ABC98" w14:textId="77777777" w:rsidTr="00B52673">
        <w:trPr>
          <w:cantSplit/>
          <w:trHeight w:val="360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6749FDB8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rFonts w:ascii="Symbol" w:hAnsi="Symbol"/>
                <w:sz w:val="18"/>
              </w:rPr>
            </w:pPr>
            <w:r w:rsidRPr="0011509F">
              <w:rPr>
                <w:sz w:val="18"/>
              </w:rPr>
              <w:t>Contraste</w:t>
            </w:r>
            <w:r w:rsidRPr="0011509F">
              <w:rPr>
                <w:sz w:val="18"/>
                <w:vertAlign w:val="superscript"/>
              </w:rPr>
              <w:t>6/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C975EC0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100 min.</w:t>
            </w:r>
          </w:p>
        </w:tc>
      </w:tr>
      <w:tr w:rsidR="00876BE0" w:rsidRPr="0011509F" w14:paraId="026188B5" w14:textId="77777777" w:rsidTr="00B52673">
        <w:trPr>
          <w:cantSplit/>
          <w:trHeight w:val="360"/>
        </w:trPr>
        <w:tc>
          <w:tcPr>
            <w:tcW w:w="8217" w:type="dxa"/>
            <w:gridSpan w:val="6"/>
            <w:shd w:val="clear" w:color="auto" w:fill="auto"/>
            <w:vAlign w:val="center"/>
          </w:tcPr>
          <w:p w14:paraId="7AC2130B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 xml:space="preserve">Culot [PGJX19-2] selon la publication 60061 de la CEI (feuille 7004-[110A-1]) </w:t>
            </w:r>
          </w:p>
        </w:tc>
      </w:tr>
      <w:tr w:rsidR="00876BE0" w:rsidRPr="0011509F" w14:paraId="5C67B086" w14:textId="77777777" w:rsidTr="00B52673">
        <w:trPr>
          <w:cantSplit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2C63708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11509F">
              <w:rPr>
                <w:i/>
                <w:sz w:val="16"/>
              </w:rPr>
              <w:t>Caractéristiques électriques et photométriques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3A1F5A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8"/>
                <w:szCs w:val="18"/>
                <w:vertAlign w:val="superscript"/>
              </w:rPr>
            </w:pPr>
            <w:r w:rsidRPr="0011509F">
              <w:rPr>
                <w:i/>
                <w:sz w:val="18"/>
                <w:szCs w:val="18"/>
                <w:vertAlign w:val="superscript"/>
              </w:rPr>
              <w:t>4/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D18A67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8"/>
                <w:szCs w:val="18"/>
                <w:vertAlign w:val="superscript"/>
              </w:rPr>
            </w:pPr>
            <w:r w:rsidRPr="0011509F">
              <w:rPr>
                <w:i/>
                <w:sz w:val="18"/>
                <w:szCs w:val="18"/>
                <w:vertAlign w:val="superscript"/>
              </w:rPr>
              <w:t>5/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B74890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i/>
                <w:sz w:val="18"/>
                <w:szCs w:val="18"/>
              </w:rPr>
            </w:pPr>
            <w:r w:rsidRPr="0011509F">
              <w:rPr>
                <w:i/>
                <w:sz w:val="18"/>
                <w:szCs w:val="18"/>
                <w:vertAlign w:val="superscript"/>
              </w:rPr>
              <w:t>4/</w:t>
            </w:r>
          </w:p>
        </w:tc>
      </w:tr>
      <w:tr w:rsidR="00876BE0" w:rsidRPr="0011509F" w14:paraId="2EBB986D" w14:textId="77777777" w:rsidTr="00B52673">
        <w:trPr>
          <w:cantSplit/>
        </w:trPr>
        <w:tc>
          <w:tcPr>
            <w:tcW w:w="3114" w:type="dxa"/>
            <w:gridSpan w:val="2"/>
            <w:vMerge w:val="restart"/>
            <w:shd w:val="clear" w:color="auto" w:fill="auto"/>
            <w:vAlign w:val="center"/>
          </w:tcPr>
          <w:p w14:paraId="10EBFA52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Valeurs nominales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EED602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Volts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94E9BD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D7B76C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24</w:t>
            </w:r>
          </w:p>
        </w:tc>
        <w:tc>
          <w:tcPr>
            <w:tcW w:w="1276" w:type="dxa"/>
            <w:vAlign w:val="center"/>
          </w:tcPr>
          <w:p w14:paraId="7DA49A2C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12</w:t>
            </w:r>
          </w:p>
        </w:tc>
      </w:tr>
      <w:tr w:rsidR="00876BE0" w:rsidRPr="0011509F" w14:paraId="49276730" w14:textId="77777777" w:rsidTr="00B52673">
        <w:trPr>
          <w:cantSplit/>
        </w:trPr>
        <w:tc>
          <w:tcPr>
            <w:tcW w:w="3114" w:type="dxa"/>
            <w:gridSpan w:val="2"/>
            <w:vMerge/>
            <w:shd w:val="clear" w:color="auto" w:fill="auto"/>
            <w:vAlign w:val="center"/>
          </w:tcPr>
          <w:p w14:paraId="6DD34C9C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2EF3A8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Watts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465EF4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B59833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18</w:t>
            </w:r>
          </w:p>
        </w:tc>
        <w:tc>
          <w:tcPr>
            <w:tcW w:w="1276" w:type="dxa"/>
            <w:vAlign w:val="center"/>
          </w:tcPr>
          <w:p w14:paraId="399CA309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18</w:t>
            </w:r>
          </w:p>
        </w:tc>
      </w:tr>
      <w:tr w:rsidR="00876BE0" w:rsidRPr="0011509F" w14:paraId="0745DEF6" w14:textId="77777777" w:rsidTr="00B52673">
        <w:trPr>
          <w:cantSplit/>
        </w:trPr>
        <w:tc>
          <w:tcPr>
            <w:tcW w:w="3114" w:type="dxa"/>
            <w:gridSpan w:val="2"/>
            <w:shd w:val="clear" w:color="auto" w:fill="auto"/>
            <w:vAlign w:val="center"/>
          </w:tcPr>
          <w:p w14:paraId="07AE6AE4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Tension d’essai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47671F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Volts (DC)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4BF63D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32642B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28,0</w:t>
            </w:r>
          </w:p>
        </w:tc>
        <w:tc>
          <w:tcPr>
            <w:tcW w:w="1276" w:type="dxa"/>
            <w:vAlign w:val="center"/>
          </w:tcPr>
          <w:p w14:paraId="3C398F93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13,2</w:t>
            </w:r>
          </w:p>
        </w:tc>
      </w:tr>
      <w:tr w:rsidR="00876BE0" w:rsidRPr="0011509F" w14:paraId="537BEC81" w14:textId="77777777" w:rsidTr="00B52673">
        <w:trPr>
          <w:cantSplit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1E872DB4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  <w:vertAlign w:val="superscript"/>
              </w:rPr>
            </w:pPr>
            <w:r w:rsidRPr="0011509F">
              <w:rPr>
                <w:sz w:val="18"/>
              </w:rPr>
              <w:t>Valeurs normales</w:t>
            </w:r>
          </w:p>
          <w:p w14:paraId="42F11DEB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159DCF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Puissance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53D515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Watts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225A06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21 max.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E47864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21 max.</w:t>
            </w:r>
          </w:p>
        </w:tc>
        <w:tc>
          <w:tcPr>
            <w:tcW w:w="1276" w:type="dxa"/>
            <w:vAlign w:val="center"/>
          </w:tcPr>
          <w:p w14:paraId="79EB507E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21 max.</w:t>
            </w:r>
          </w:p>
        </w:tc>
      </w:tr>
      <w:tr w:rsidR="00876BE0" w:rsidRPr="0011509F" w14:paraId="5597BC3F" w14:textId="77777777" w:rsidTr="00B52673">
        <w:trPr>
          <w:cantSplit/>
          <w:trHeight w:val="1043"/>
        </w:trPr>
        <w:tc>
          <w:tcPr>
            <w:tcW w:w="1555" w:type="dxa"/>
            <w:vMerge/>
            <w:shd w:val="clear" w:color="auto" w:fill="auto"/>
            <w:vAlign w:val="center"/>
          </w:tcPr>
          <w:p w14:paraId="542CFF15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42A9E2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  <w:szCs w:val="18"/>
              </w:rPr>
            </w:pPr>
            <w:r w:rsidRPr="0011509F">
              <w:rPr>
                <w:sz w:val="18"/>
                <w:szCs w:val="18"/>
              </w:rPr>
              <w:t>Courant électrique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C3A76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mA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DBA844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  <w:szCs w:val="18"/>
              </w:rPr>
            </w:pPr>
            <w:r w:rsidRPr="0011509F">
              <w:rPr>
                <w:sz w:val="18"/>
                <w:szCs w:val="18"/>
              </w:rPr>
              <w:t>350 min.</w:t>
            </w:r>
          </w:p>
          <w:p w14:paraId="06D32C06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  <w:szCs w:val="18"/>
              </w:rPr>
              <w:t>1750 max.</w:t>
            </w:r>
          </w:p>
          <w:p w14:paraId="6E4C8445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  <w:szCs w:val="18"/>
              </w:rPr>
            </w:pPr>
            <w:r w:rsidRPr="0011509F">
              <w:rPr>
                <w:sz w:val="18"/>
                <w:szCs w:val="18"/>
              </w:rPr>
              <w:t>(pour une tension comprise entre 9 et 16 V en CC)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7B3DB6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  <w:szCs w:val="18"/>
              </w:rPr>
            </w:pPr>
            <w:r w:rsidRPr="0011509F">
              <w:rPr>
                <w:sz w:val="18"/>
                <w:szCs w:val="18"/>
              </w:rPr>
              <w:t>175 min.</w:t>
            </w:r>
          </w:p>
          <w:p w14:paraId="7AFB1F4B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  <w:szCs w:val="18"/>
              </w:rPr>
              <w:t>875 max.</w:t>
            </w:r>
          </w:p>
          <w:p w14:paraId="0EEC7896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  <w:szCs w:val="18"/>
              </w:rPr>
            </w:pPr>
            <w:r w:rsidRPr="0011509F">
              <w:rPr>
                <w:sz w:val="18"/>
                <w:szCs w:val="18"/>
              </w:rPr>
              <w:t>(pour une tension comprise entre 16 et 32 V en CC)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DABB2E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  <w:szCs w:val="18"/>
              </w:rPr>
            </w:pPr>
            <w:r w:rsidRPr="0011509F">
              <w:rPr>
                <w:sz w:val="18"/>
                <w:szCs w:val="18"/>
              </w:rPr>
              <w:t>350 min.</w:t>
            </w:r>
          </w:p>
          <w:p w14:paraId="024B9F65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  <w:szCs w:val="18"/>
              </w:rPr>
              <w:t>1750 max.</w:t>
            </w:r>
          </w:p>
          <w:p w14:paraId="2A2E8457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  <w:szCs w:val="18"/>
              </w:rPr>
            </w:pPr>
            <w:r w:rsidRPr="0011509F">
              <w:rPr>
                <w:sz w:val="18"/>
                <w:szCs w:val="18"/>
              </w:rPr>
              <w:t>(pour une tension comprise entre 9 et 16 V en CC)</w:t>
            </w:r>
          </w:p>
        </w:tc>
      </w:tr>
      <w:tr w:rsidR="00876BE0" w:rsidRPr="0011509F" w14:paraId="6992CDD4" w14:textId="77777777" w:rsidTr="00B52673">
        <w:trPr>
          <w:cantSplit/>
        </w:trPr>
        <w:tc>
          <w:tcPr>
            <w:tcW w:w="1555" w:type="dxa"/>
            <w:vMerge/>
            <w:shd w:val="clear" w:color="auto" w:fill="auto"/>
            <w:vAlign w:val="center"/>
          </w:tcPr>
          <w:p w14:paraId="391DA809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C4315E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  <w:vertAlign w:val="superscript"/>
              </w:rPr>
            </w:pPr>
            <w:r w:rsidRPr="0011509F">
              <w:rPr>
                <w:sz w:val="18"/>
              </w:rPr>
              <w:t>Flux lumineux</w:t>
            </w:r>
            <w:r w:rsidRPr="0011509F">
              <w:rPr>
                <w:sz w:val="18"/>
                <w:vertAlign w:val="superscript"/>
              </w:rPr>
              <w:t>1/ 3/</w:t>
            </w:r>
          </w:p>
          <w:p w14:paraId="1EA6C3A9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(à la tension d’essai)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ACDC12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lm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8388CA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</w:t>
            </w:r>
            <w:r w:rsidR="007E0605">
              <w:rPr>
                <w:sz w:val="18"/>
              </w:rPr>
              <w:t> </w:t>
            </w:r>
            <w:r w:rsidRPr="0011509F">
              <w:rPr>
                <w:sz w:val="18"/>
              </w:rPr>
              <w:t>350 ± 10%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2376BC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</w:t>
            </w:r>
            <w:r w:rsidR="007E0605">
              <w:rPr>
                <w:sz w:val="18"/>
              </w:rPr>
              <w:t> </w:t>
            </w:r>
            <w:r w:rsidRPr="0011509F">
              <w:rPr>
                <w:sz w:val="18"/>
              </w:rPr>
              <w:t>350 ± 10%</w:t>
            </w:r>
          </w:p>
        </w:tc>
        <w:tc>
          <w:tcPr>
            <w:tcW w:w="1276" w:type="dxa"/>
            <w:vAlign w:val="center"/>
          </w:tcPr>
          <w:p w14:paraId="608F03D4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</w:t>
            </w:r>
            <w:r w:rsidR="007E0605">
              <w:rPr>
                <w:sz w:val="18"/>
              </w:rPr>
              <w:t> </w:t>
            </w:r>
            <w:r w:rsidRPr="0011509F">
              <w:rPr>
                <w:sz w:val="18"/>
              </w:rPr>
              <w:t xml:space="preserve">350 </w:t>
            </w:r>
            <w:r w:rsidRPr="0011509F">
              <w:rPr>
                <w:sz w:val="18"/>
              </w:rPr>
              <w:sym w:font="Symbol" w:char="F0B1"/>
            </w:r>
            <w:r w:rsidRPr="0011509F">
              <w:rPr>
                <w:sz w:val="18"/>
              </w:rPr>
              <w:t xml:space="preserve"> 10 %</w:t>
            </w:r>
          </w:p>
        </w:tc>
      </w:tr>
      <w:tr w:rsidR="00876BE0" w:rsidRPr="00131C86" w14:paraId="73A604A0" w14:textId="77777777" w:rsidTr="00B52673">
        <w:trPr>
          <w:cantSplit/>
          <w:trHeight w:val="838"/>
        </w:trPr>
        <w:tc>
          <w:tcPr>
            <w:tcW w:w="1555" w:type="dxa"/>
            <w:vMerge/>
            <w:shd w:val="clear" w:color="auto" w:fill="auto"/>
            <w:vAlign w:val="center"/>
          </w:tcPr>
          <w:p w14:paraId="3FEF3AD9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7B161D6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  <w:vertAlign w:val="superscript"/>
              </w:rPr>
            </w:pPr>
            <w:r w:rsidRPr="0011509F">
              <w:rPr>
                <w:sz w:val="18"/>
              </w:rPr>
              <w:t>Flux lumineux</w:t>
            </w:r>
            <w:r w:rsidRPr="0011509F">
              <w:rPr>
                <w:sz w:val="18"/>
                <w:vertAlign w:val="superscript"/>
              </w:rPr>
              <w:t>1/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0321C3" w14:textId="77777777" w:rsidR="00876BE0" w:rsidRPr="0011509F" w:rsidRDefault="00876BE0" w:rsidP="00B52673">
            <w:pPr>
              <w:spacing w:before="60" w:after="60" w:line="200" w:lineRule="exact"/>
              <w:ind w:left="57" w:right="57"/>
              <w:rPr>
                <w:sz w:val="18"/>
              </w:rPr>
            </w:pPr>
            <w:r w:rsidRPr="0011509F">
              <w:rPr>
                <w:sz w:val="18"/>
              </w:rPr>
              <w:t>lm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31992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270 min.</w:t>
            </w:r>
          </w:p>
          <w:p w14:paraId="0D68C6D1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(pour une tension de 9 V en CC)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9FEC10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150 min.</w:t>
            </w:r>
          </w:p>
          <w:p w14:paraId="1D2FD4C4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(pour une tension de 16 V en CC)</w:t>
            </w:r>
          </w:p>
        </w:tc>
        <w:tc>
          <w:tcPr>
            <w:tcW w:w="1276" w:type="dxa"/>
            <w:vAlign w:val="center"/>
          </w:tcPr>
          <w:p w14:paraId="4F022A76" w14:textId="77777777" w:rsidR="00876BE0" w:rsidRPr="0011509F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270 min.</w:t>
            </w:r>
          </w:p>
          <w:p w14:paraId="2123C0BE" w14:textId="77777777" w:rsidR="00876BE0" w:rsidRPr="00131C86" w:rsidRDefault="00876BE0" w:rsidP="00CF2073">
            <w:pPr>
              <w:spacing w:before="60" w:after="60" w:line="200" w:lineRule="exact"/>
              <w:ind w:left="57" w:right="57"/>
              <w:jc w:val="center"/>
              <w:rPr>
                <w:sz w:val="18"/>
              </w:rPr>
            </w:pPr>
            <w:r w:rsidRPr="0011509F">
              <w:rPr>
                <w:sz w:val="18"/>
              </w:rPr>
              <w:t>(pour une tension de 9 V en CC)</w:t>
            </w:r>
          </w:p>
        </w:tc>
      </w:tr>
    </w:tbl>
    <w:p w14:paraId="430C5287" w14:textId="77777777" w:rsidR="00876BE0" w:rsidRPr="00131C86" w:rsidRDefault="00876BE0" w:rsidP="008E6138">
      <w:pPr>
        <w:pStyle w:val="Notedebasdepage"/>
        <w:spacing w:before="120"/>
        <w:ind w:right="0" w:firstLine="170"/>
      </w:pPr>
      <w:r w:rsidRPr="00131C86">
        <w:rPr>
          <w:vertAlign w:val="superscript"/>
        </w:rPr>
        <w:t>1/</w:t>
      </w:r>
      <w:r w:rsidR="00C451E9">
        <w:t xml:space="preserve">  </w:t>
      </w:r>
      <w:r w:rsidRPr="00131C86">
        <w:t>La lumière émise doit être blanche, sans restriction quant à la température de couleur proximale</w:t>
      </w:r>
      <w:r w:rsidRPr="00131C86">
        <w:rPr>
          <w:rFonts w:ascii="Times-Roman" w:hAnsi="Times-Roman" w:cs="Times-Roman"/>
        </w:rPr>
        <w:t>.</w:t>
      </w:r>
    </w:p>
    <w:p w14:paraId="4AC6EE2B" w14:textId="77777777" w:rsidR="00876BE0" w:rsidRPr="00131C86" w:rsidRDefault="00876BE0" w:rsidP="008E6138">
      <w:pPr>
        <w:pStyle w:val="Notedebasdepage"/>
        <w:ind w:right="0" w:firstLine="170"/>
        <w:rPr>
          <w:szCs w:val="18"/>
        </w:rPr>
      </w:pPr>
      <w:r w:rsidRPr="00AE39C1">
        <w:rPr>
          <w:szCs w:val="18"/>
          <w:vertAlign w:val="superscript"/>
        </w:rPr>
        <w:t>2/</w:t>
      </w:r>
      <w:r w:rsidR="00C451E9">
        <w:rPr>
          <w:szCs w:val="18"/>
          <w:vertAlign w:val="superscript"/>
        </w:rPr>
        <w:t xml:space="preserve">  </w:t>
      </w:r>
      <w:r w:rsidRPr="00AE39C1">
        <w:rPr>
          <w:szCs w:val="18"/>
        </w:rPr>
        <w:t>À contrôler au moyen d’un “gabarit de positionnement” ; feuille H11/LED/3.</w:t>
      </w:r>
    </w:p>
    <w:p w14:paraId="4CABBB64" w14:textId="77777777" w:rsidR="00876BE0" w:rsidRPr="00131C86" w:rsidRDefault="00876BE0" w:rsidP="008E6138">
      <w:pPr>
        <w:pStyle w:val="Notedebasdepage"/>
        <w:ind w:right="0" w:firstLine="170"/>
        <w:rPr>
          <w:szCs w:val="18"/>
        </w:rPr>
      </w:pPr>
      <w:r w:rsidRPr="00131C86">
        <w:rPr>
          <w:szCs w:val="18"/>
          <w:vertAlign w:val="superscript"/>
        </w:rPr>
        <w:t>3/</w:t>
      </w:r>
      <w:r w:rsidR="00C451E9">
        <w:rPr>
          <w:szCs w:val="18"/>
          <w:vertAlign w:val="superscript"/>
        </w:rPr>
        <w:t xml:space="preserve"> </w:t>
      </w:r>
      <w:r w:rsidR="00C451E9">
        <w:rPr>
          <w:szCs w:val="18"/>
        </w:rPr>
        <w:t xml:space="preserve"> </w:t>
      </w:r>
      <w:r w:rsidRPr="00131C86">
        <w:rPr>
          <w:szCs w:val="18"/>
        </w:rPr>
        <w:t>La valeur mesurée lorsque la température de l</w:t>
      </w:r>
      <w:r>
        <w:rPr>
          <w:szCs w:val="18"/>
        </w:rPr>
        <w:t>’</w:t>
      </w:r>
      <w:r w:rsidRPr="00131C86">
        <w:rPr>
          <w:szCs w:val="18"/>
        </w:rPr>
        <w:t>air ambiant atteint 60 °C doit être d</w:t>
      </w:r>
      <w:r>
        <w:rPr>
          <w:szCs w:val="18"/>
        </w:rPr>
        <w:t>’</w:t>
      </w:r>
      <w:r w:rsidRPr="00131C86">
        <w:rPr>
          <w:szCs w:val="18"/>
        </w:rPr>
        <w:t>au moins 70 % de cette valeur.</w:t>
      </w:r>
    </w:p>
    <w:p w14:paraId="7340C803" w14:textId="77777777" w:rsidR="00876BE0" w:rsidRPr="00AE39C1" w:rsidRDefault="00876BE0" w:rsidP="008E6138">
      <w:pPr>
        <w:pStyle w:val="Notedebasdepage"/>
        <w:ind w:right="0" w:firstLine="170"/>
        <w:rPr>
          <w:szCs w:val="18"/>
        </w:rPr>
      </w:pPr>
      <w:r w:rsidRPr="00131C86">
        <w:rPr>
          <w:szCs w:val="18"/>
          <w:vertAlign w:val="superscript"/>
        </w:rPr>
        <w:t>4/</w:t>
      </w:r>
      <w:r w:rsidR="00C451E9">
        <w:rPr>
          <w:szCs w:val="18"/>
        </w:rPr>
        <w:t xml:space="preserve">  </w:t>
      </w:r>
      <w:r w:rsidRPr="00131C86">
        <w:rPr>
          <w:szCs w:val="18"/>
        </w:rPr>
        <w:t>En cas de défaillance de l</w:t>
      </w:r>
      <w:r>
        <w:rPr>
          <w:szCs w:val="18"/>
        </w:rPr>
        <w:t>’</w:t>
      </w:r>
      <w:r w:rsidRPr="00131C86">
        <w:rPr>
          <w:szCs w:val="18"/>
        </w:rPr>
        <w:t>un des éléments émettant de la lumière (défaillance de circuit ouvert), la source lumineuse à DEL doit soit continuer de satisfaire aux exigences relatives à la répartition du flux lumineux et de l</w:t>
      </w:r>
      <w:r>
        <w:rPr>
          <w:szCs w:val="18"/>
        </w:rPr>
        <w:t>’</w:t>
      </w:r>
      <w:r w:rsidRPr="00131C86">
        <w:rPr>
          <w:szCs w:val="18"/>
        </w:rPr>
        <w:t>intensité lumineuse, soit cesser d</w:t>
      </w:r>
      <w:r>
        <w:rPr>
          <w:szCs w:val="18"/>
        </w:rPr>
        <w:t>’</w:t>
      </w:r>
      <w:r w:rsidRPr="00131C86">
        <w:rPr>
          <w:szCs w:val="18"/>
        </w:rPr>
        <w:t>émettre de la lumière ; dans ce dernier cas, l</w:t>
      </w:r>
      <w:r>
        <w:rPr>
          <w:szCs w:val="18"/>
        </w:rPr>
        <w:t>’</w:t>
      </w:r>
      <w:r w:rsidRPr="00131C86">
        <w:rPr>
          <w:szCs w:val="18"/>
        </w:rPr>
        <w:t>intensité d</w:t>
      </w:r>
      <w:r>
        <w:rPr>
          <w:szCs w:val="18"/>
        </w:rPr>
        <w:t>’</w:t>
      </w:r>
      <w:r w:rsidRPr="00131C86">
        <w:rPr>
          <w:szCs w:val="18"/>
        </w:rPr>
        <w:t xml:space="preserve">alimentation en courant électrique, pour une tension comprise entre 12 et 14 V, doit être </w:t>
      </w:r>
      <w:r w:rsidRPr="00AE39C1">
        <w:rPr>
          <w:szCs w:val="18"/>
        </w:rPr>
        <w:t>inférieure à 100 mA.</w:t>
      </w:r>
    </w:p>
    <w:p w14:paraId="17460F62" w14:textId="77777777" w:rsidR="00876BE0" w:rsidRPr="00AE39C1" w:rsidRDefault="00876BE0" w:rsidP="008E6138">
      <w:pPr>
        <w:pStyle w:val="Notedebasdepage"/>
        <w:ind w:right="0" w:firstLine="170"/>
        <w:rPr>
          <w:szCs w:val="18"/>
        </w:rPr>
      </w:pPr>
      <w:r w:rsidRPr="00AE39C1">
        <w:rPr>
          <w:szCs w:val="18"/>
          <w:vertAlign w:val="superscript"/>
        </w:rPr>
        <w:t>5/</w:t>
      </w:r>
      <w:r w:rsidR="00C451E9">
        <w:rPr>
          <w:szCs w:val="18"/>
          <w:vertAlign w:val="superscript"/>
        </w:rPr>
        <w:t xml:space="preserve">  </w:t>
      </w:r>
      <w:r w:rsidRPr="00AE39C1">
        <w:rPr>
          <w:szCs w:val="18"/>
        </w:rPr>
        <w:t>En cas de défaillance de l’un des éléments émettant de la lumière (défaillance de circuit ouvert), la source lumineuse à DEL doit soit continuer de satisfaire aux exigences relatives à la répartition du flux lumineux et de l’intensité lumineuse, soit cesser d’émettre de la lumière ; dans ce dernier cas, l’intensité d’alimentation en courant électrique, pour une tension comprise entre 24 et 28 V, doit être inférieure à 50 mA.</w:t>
      </w:r>
    </w:p>
    <w:p w14:paraId="75C8D27A" w14:textId="77777777" w:rsidR="00876BE0" w:rsidRPr="00AE39C1" w:rsidRDefault="00876BE0" w:rsidP="008E6138">
      <w:pPr>
        <w:pStyle w:val="Notedebasdepage"/>
        <w:ind w:right="0" w:firstLine="170"/>
        <w:rPr>
          <w:szCs w:val="18"/>
        </w:rPr>
      </w:pPr>
      <w:r w:rsidRPr="00AE39C1">
        <w:rPr>
          <w:szCs w:val="18"/>
          <w:vertAlign w:val="superscript"/>
        </w:rPr>
        <w:t>6/</w:t>
      </w:r>
      <w:r w:rsidR="00C451E9">
        <w:rPr>
          <w:szCs w:val="18"/>
          <w:vertAlign w:val="superscript"/>
        </w:rPr>
        <w:t xml:space="preserve"> </w:t>
      </w:r>
      <w:r w:rsidR="00C451E9">
        <w:rPr>
          <w:szCs w:val="18"/>
        </w:rPr>
        <w:t xml:space="preserve"> </w:t>
      </w:r>
      <w:r w:rsidRPr="00AE39C1">
        <w:rPr>
          <w:szCs w:val="18"/>
        </w:rPr>
        <w:t>Le contraste est la proportion du flux lumineux qui provient de deux zones différentes ; pour plus de détails, voir la feuille H11/LED/3.</w:t>
      </w:r>
    </w:p>
    <w:p w14:paraId="343F9525" w14:textId="77777777" w:rsidR="001247AA" w:rsidRPr="00B3183C" w:rsidRDefault="00876BE0" w:rsidP="001247AA">
      <w:pPr>
        <w:pStyle w:val="SingleTxtG"/>
        <w:pBdr>
          <w:bottom w:val="single" w:sz="4" w:space="1" w:color="auto"/>
        </w:pBdr>
        <w:tabs>
          <w:tab w:val="left" w:pos="3402"/>
          <w:tab w:val="right" w:pos="9533"/>
        </w:tabs>
        <w:ind w:right="-1"/>
        <w:jc w:val="left"/>
        <w:rPr>
          <w:rFonts w:eastAsia="MS Mincho"/>
        </w:rPr>
      </w:pPr>
      <w:r>
        <w:rPr>
          <w:sz w:val="18"/>
          <w:szCs w:val="18"/>
          <w:highlight w:val="yellow"/>
        </w:rPr>
        <w:br w:type="page"/>
      </w:r>
      <w:r w:rsidR="001247AA" w:rsidRPr="00AE151D">
        <w:rPr>
          <w:rFonts w:eastAsia="MS Mincho"/>
        </w:rPr>
        <w:lastRenderedPageBreak/>
        <w:tab/>
      </w:r>
      <w:r w:rsidR="001247AA">
        <w:rPr>
          <w:rFonts w:eastAsia="MS Mincho"/>
          <w:b/>
        </w:rPr>
        <w:t xml:space="preserve">Catégories </w:t>
      </w:r>
      <w:r w:rsidR="001247AA" w:rsidRPr="00131C86">
        <w:rPr>
          <w:b/>
        </w:rPr>
        <w:t>H11/LED</w:t>
      </w:r>
      <w:r w:rsidR="001247AA" w:rsidRPr="00AE151D">
        <w:rPr>
          <w:rFonts w:eastAsia="MS Mincho"/>
          <w:b/>
        </w:rPr>
        <w:tab/>
      </w:r>
      <w:r w:rsidR="001247AA" w:rsidRPr="00E020CA">
        <w:rPr>
          <w:b/>
          <w:lang w:val="fr-CA"/>
        </w:rPr>
        <w:t xml:space="preserve">Feuille </w:t>
      </w:r>
      <w:r w:rsidR="001247AA" w:rsidRPr="00131C86">
        <w:rPr>
          <w:b/>
        </w:rPr>
        <w:t>H11/LED/</w:t>
      </w:r>
      <w:r w:rsidR="001247AA">
        <w:rPr>
          <w:b/>
        </w:rPr>
        <w:t>3</w:t>
      </w:r>
    </w:p>
    <w:p w14:paraId="06498BFB" w14:textId="77777777" w:rsidR="00876BE0" w:rsidRPr="0041599F" w:rsidRDefault="00876BE0" w:rsidP="007D157C">
      <w:pPr>
        <w:pStyle w:val="SingleTxtG"/>
        <w:spacing w:before="120"/>
        <w:rPr>
          <w:snapToGrid w:val="0"/>
        </w:rPr>
      </w:pPr>
      <w:r w:rsidRPr="0041599F">
        <w:rPr>
          <w:snapToGrid w:val="0"/>
        </w:rPr>
        <w:t>Prescriptions pour l</w:t>
      </w:r>
      <w:r>
        <w:rPr>
          <w:snapToGrid w:val="0"/>
        </w:rPr>
        <w:t>’</w:t>
      </w:r>
      <w:r w:rsidRPr="0041599F">
        <w:rPr>
          <w:snapToGrid w:val="0"/>
        </w:rPr>
        <w:t>écran de contrôle</w:t>
      </w:r>
    </w:p>
    <w:p w14:paraId="4E8BC000" w14:textId="77777777" w:rsidR="00876BE0" w:rsidRPr="00131C86" w:rsidRDefault="00876BE0" w:rsidP="00A11E42">
      <w:pPr>
        <w:pStyle w:val="SingleTxtG"/>
        <w:ind w:firstLine="567"/>
        <w:rPr>
          <w:snapToGrid w:val="0"/>
        </w:rPr>
      </w:pPr>
      <w:r w:rsidRPr="00131C86">
        <w:rPr>
          <w:snapToGrid w:val="0"/>
        </w:rPr>
        <w:t>L</w:t>
      </w:r>
      <w:r>
        <w:rPr>
          <w:snapToGrid w:val="0"/>
        </w:rPr>
        <w:t>’</w:t>
      </w:r>
      <w:r w:rsidRPr="00131C86">
        <w:rPr>
          <w:snapToGrid w:val="0"/>
        </w:rPr>
        <w:t>essai ci-après vise à définir les prescriptions applicables à la zone d</w:t>
      </w:r>
      <w:r>
        <w:rPr>
          <w:snapToGrid w:val="0"/>
        </w:rPr>
        <w:t>’</w:t>
      </w:r>
      <w:r w:rsidRPr="00131C86">
        <w:rPr>
          <w:snapToGrid w:val="0"/>
        </w:rPr>
        <w:t>émission de la lumière apparente de la source lumineuse à DEL et à déterminer si cette zone est positionnée correctement par rapport à l</w:t>
      </w:r>
      <w:r>
        <w:rPr>
          <w:snapToGrid w:val="0"/>
        </w:rPr>
        <w:t>’</w:t>
      </w:r>
      <w:r w:rsidRPr="00131C86">
        <w:rPr>
          <w:snapToGrid w:val="0"/>
        </w:rPr>
        <w:t>axe de référence et au plan de référence aux fins de la vérification du respect des prescriptions.</w:t>
      </w:r>
    </w:p>
    <w:p w14:paraId="62519318" w14:textId="77777777" w:rsidR="00876BE0" w:rsidRPr="00131C86" w:rsidRDefault="00876BE0" w:rsidP="00A11E42">
      <w:pPr>
        <w:pStyle w:val="SingleTxtG"/>
        <w:ind w:firstLine="567"/>
        <w:rPr>
          <w:snapToGrid w:val="0"/>
        </w:rPr>
      </w:pPr>
      <w:r w:rsidRPr="00EA73A2">
        <w:rPr>
          <w:snapToGrid w:val="0"/>
        </w:rPr>
        <w:t xml:space="preserve">L’emplacement de la zone d’émission de lumière est contrôlé à la tension d’essai, au moyen du gabarit de positionnement défini à la figure 4, qui montre les projections depuis la vue </w:t>
      </w:r>
      <w:r w:rsidRPr="00EA73A2">
        <w:t>B (voir feuille H11/LED/1, fig</w:t>
      </w:r>
      <w:r w:rsidR="00EA1FC2">
        <w:t>. </w:t>
      </w:r>
      <w:r w:rsidRPr="00EA73A2">
        <w:t xml:space="preserve">1) </w:t>
      </w:r>
      <w:r w:rsidRPr="00EA73A2">
        <w:rPr>
          <w:snapToGrid w:val="0"/>
        </w:rPr>
        <w:t>et depuis les vues A et -A (</w:t>
      </w:r>
      <w:r w:rsidRPr="00EA73A2">
        <w:t>voir feuille H11/LED/1, fig</w:t>
      </w:r>
      <w:r w:rsidR="00EA1FC2">
        <w:t>. </w:t>
      </w:r>
      <w:r w:rsidRPr="00EA73A2">
        <w:t>1</w:t>
      </w:r>
      <w:r w:rsidRPr="00EA73A2">
        <w:rPr>
          <w:snapToGrid w:val="0"/>
        </w:rPr>
        <w:t>), à savoir le long des plans C</w:t>
      </w:r>
      <w:r w:rsidR="00EA1FC2">
        <w:rPr>
          <w:snapToGrid w:val="0"/>
        </w:rPr>
        <w:t>,</w:t>
      </w:r>
      <w:r w:rsidRPr="00EA73A2">
        <w:rPr>
          <w:snapToGrid w:val="0"/>
        </w:rPr>
        <w:t xml:space="preserve"> C</w:t>
      </w:r>
      <w:r w:rsidRPr="00EA73A2">
        <w:rPr>
          <w:snapToGrid w:val="0"/>
          <w:vertAlign w:val="subscript"/>
        </w:rPr>
        <w:t>0</w:t>
      </w:r>
      <w:r w:rsidRPr="00EA73A2">
        <w:rPr>
          <w:snapToGrid w:val="0"/>
        </w:rPr>
        <w:t>, C</w:t>
      </w:r>
      <w:r w:rsidRPr="00EA73A2">
        <w:rPr>
          <w:snapToGrid w:val="0"/>
          <w:vertAlign w:val="subscript"/>
        </w:rPr>
        <w:t>90</w:t>
      </w:r>
      <w:r w:rsidRPr="00EA73A2">
        <w:rPr>
          <w:snapToGrid w:val="0"/>
        </w:rPr>
        <w:t xml:space="preserve"> et C</w:t>
      </w:r>
      <w:r w:rsidRPr="00EA73A2">
        <w:rPr>
          <w:snapToGrid w:val="0"/>
          <w:vertAlign w:val="subscript"/>
        </w:rPr>
        <w:t>270</w:t>
      </w:r>
      <w:r w:rsidRPr="00EA73A2">
        <w:rPr>
          <w:snapToGrid w:val="0"/>
        </w:rPr>
        <w:t xml:space="preserve"> (tels qu’ils sont définis à la figure 6).</w:t>
      </w:r>
    </w:p>
    <w:p w14:paraId="6E84EA6A" w14:textId="77777777" w:rsidR="00876BE0" w:rsidRPr="00131C86" w:rsidRDefault="00876BE0" w:rsidP="00A11E42">
      <w:pPr>
        <w:pStyle w:val="SingleTxtG"/>
        <w:ind w:firstLine="567"/>
        <w:rPr>
          <w:bCs/>
          <w:snapToGrid w:val="0"/>
        </w:rPr>
      </w:pPr>
      <w:r w:rsidRPr="00131C86">
        <w:rPr>
          <w:bCs/>
          <w:snapToGrid w:val="0"/>
        </w:rPr>
        <w:t>Proportion du flux lumineux total émis dans ces directions de visée à partir des zones définies dans la figure 4</w:t>
      </w:r>
      <w:r w:rsidR="00EA1FC2">
        <w:rPr>
          <w:bCs/>
          <w:snapToGrid w:val="0"/>
        </w:rPr>
        <w:t> </w:t>
      </w:r>
      <w:r w:rsidRPr="00131C86">
        <w:rPr>
          <w:bCs/>
          <w:snapToGrid w:val="0"/>
        </w:rPr>
        <w:t>:</w:t>
      </w:r>
    </w:p>
    <w:p w14:paraId="7C21D785" w14:textId="77777777" w:rsidR="00876BE0" w:rsidRPr="00131C86" w:rsidRDefault="00876BE0" w:rsidP="00EA73A2">
      <w:pPr>
        <w:pStyle w:val="Bullet1G"/>
        <w:rPr>
          <w:snapToGrid w:val="0"/>
        </w:rPr>
      </w:pPr>
      <w:r w:rsidRPr="00131C86">
        <w:rPr>
          <w:snapToGrid w:val="0"/>
        </w:rPr>
        <w:t>Pour la superficie totale du gabarit, le rapport (A+B+C)/E doit être supérieur ou égal à 90 %</w:t>
      </w:r>
      <w:r w:rsidR="00E50C60">
        <w:rPr>
          <w:snapToGrid w:val="0"/>
        </w:rPr>
        <w:t xml:space="preserve"> </w:t>
      </w:r>
      <w:r w:rsidRPr="00131C86">
        <w:rPr>
          <w:snapToGrid w:val="0"/>
        </w:rPr>
        <w:t>(pour les source</w:t>
      </w:r>
      <w:r w:rsidR="00EA1FC2">
        <w:rPr>
          <w:snapToGrid w:val="0"/>
        </w:rPr>
        <w:t>s</w:t>
      </w:r>
      <w:r w:rsidRPr="00131C86">
        <w:rPr>
          <w:snapToGrid w:val="0"/>
        </w:rPr>
        <w:t xml:space="preserve"> lumineuses étalon, le minimum est de 95 %) ;</w:t>
      </w:r>
    </w:p>
    <w:p w14:paraId="395602A0" w14:textId="77777777" w:rsidR="00876BE0" w:rsidRPr="00131C86" w:rsidRDefault="00876BE0" w:rsidP="00E50C60">
      <w:pPr>
        <w:pStyle w:val="Bullet1G"/>
        <w:rPr>
          <w:snapToGrid w:val="0"/>
        </w:rPr>
      </w:pPr>
      <w:r w:rsidRPr="00131C86">
        <w:rPr>
          <w:snapToGrid w:val="0"/>
        </w:rPr>
        <w:t>Pour la zone A, le rapport A/(A+B+C) doit être inférieur ou égal à 10 % ;</w:t>
      </w:r>
    </w:p>
    <w:p w14:paraId="33AF90F6" w14:textId="77777777" w:rsidR="00876BE0" w:rsidRPr="00131C86" w:rsidRDefault="00876BE0" w:rsidP="00E50C60">
      <w:pPr>
        <w:pStyle w:val="Bullet1G"/>
        <w:rPr>
          <w:snapToGrid w:val="0"/>
        </w:rPr>
      </w:pPr>
      <w:r w:rsidRPr="00131C86">
        <w:rPr>
          <w:snapToGrid w:val="0"/>
        </w:rPr>
        <w:t>Pour les zones B</w:t>
      </w:r>
      <w:r w:rsidRPr="00131C86">
        <w:rPr>
          <w:snapToGrid w:val="0"/>
          <w:vertAlign w:val="subscript"/>
        </w:rPr>
        <w:t>1</w:t>
      </w:r>
      <w:r w:rsidRPr="00131C86">
        <w:rPr>
          <w:snapToGrid w:val="0"/>
        </w:rPr>
        <w:t>, B</w:t>
      </w:r>
      <w:r w:rsidRPr="00131C86">
        <w:rPr>
          <w:snapToGrid w:val="0"/>
          <w:vertAlign w:val="subscript"/>
        </w:rPr>
        <w:t>2</w:t>
      </w:r>
      <w:r w:rsidRPr="00131C86">
        <w:rPr>
          <w:snapToGrid w:val="0"/>
        </w:rPr>
        <w:t xml:space="preserve"> et B</w:t>
      </w:r>
      <w:r w:rsidRPr="00131C86">
        <w:rPr>
          <w:snapToGrid w:val="0"/>
          <w:vertAlign w:val="subscript"/>
        </w:rPr>
        <w:t>3</w:t>
      </w:r>
      <w:r w:rsidRPr="00131C86">
        <w:rPr>
          <w:snapToGrid w:val="0"/>
        </w:rPr>
        <w:t>, les rapports B</w:t>
      </w:r>
      <w:r w:rsidRPr="00131C86">
        <w:rPr>
          <w:snapToGrid w:val="0"/>
          <w:vertAlign w:val="subscript"/>
        </w:rPr>
        <w:t>1</w:t>
      </w:r>
      <w:r w:rsidRPr="00131C86">
        <w:rPr>
          <w:snapToGrid w:val="0"/>
        </w:rPr>
        <w:t>/B, B</w:t>
      </w:r>
      <w:r w:rsidRPr="00131C86">
        <w:rPr>
          <w:snapToGrid w:val="0"/>
          <w:vertAlign w:val="subscript"/>
        </w:rPr>
        <w:t>2</w:t>
      </w:r>
      <w:r w:rsidRPr="00131C86">
        <w:rPr>
          <w:snapToGrid w:val="0"/>
        </w:rPr>
        <w:t>/B et B</w:t>
      </w:r>
      <w:r w:rsidRPr="00131C86">
        <w:rPr>
          <w:snapToGrid w:val="0"/>
          <w:vertAlign w:val="subscript"/>
        </w:rPr>
        <w:t>3</w:t>
      </w:r>
      <w:r w:rsidRPr="00131C86">
        <w:rPr>
          <w:snapToGrid w:val="0"/>
        </w:rPr>
        <w:t>/B doivent être chacun supérieur</w:t>
      </w:r>
      <w:r w:rsidR="00BA2FA8">
        <w:rPr>
          <w:snapToGrid w:val="0"/>
        </w:rPr>
        <w:t>s</w:t>
      </w:r>
      <w:r w:rsidRPr="00131C86">
        <w:rPr>
          <w:snapToGrid w:val="0"/>
        </w:rPr>
        <w:t xml:space="preserve"> ou éga</w:t>
      </w:r>
      <w:r w:rsidR="00BA2FA8">
        <w:rPr>
          <w:snapToGrid w:val="0"/>
        </w:rPr>
        <w:t>ux</w:t>
      </w:r>
      <w:r w:rsidRPr="00131C86">
        <w:rPr>
          <w:snapToGrid w:val="0"/>
        </w:rPr>
        <w:t xml:space="preserve"> à 15 % ;</w:t>
      </w:r>
    </w:p>
    <w:p w14:paraId="7159093A" w14:textId="77777777" w:rsidR="00876BE0" w:rsidRPr="00131C86" w:rsidRDefault="00876BE0" w:rsidP="00E50C60">
      <w:pPr>
        <w:pStyle w:val="Bullet1G"/>
        <w:rPr>
          <w:snapToGrid w:val="0"/>
        </w:rPr>
      </w:pPr>
      <w:r w:rsidRPr="00131C86">
        <w:rPr>
          <w:snapToGrid w:val="0"/>
        </w:rPr>
        <w:t>Pour la zone B, le rapport B/(A+B+C) doit être supérieur ou égal à 72</w:t>
      </w:r>
      <w:r w:rsidR="00B53CE2">
        <w:rPr>
          <w:snapToGrid w:val="0"/>
        </w:rPr>
        <w:t> </w:t>
      </w:r>
      <w:r w:rsidRPr="00131C86">
        <w:rPr>
          <w:snapToGrid w:val="0"/>
        </w:rPr>
        <w:t>%</w:t>
      </w:r>
      <w:r w:rsidR="00B53CE2">
        <w:rPr>
          <w:snapToGrid w:val="0"/>
        </w:rPr>
        <w:t xml:space="preserve"> </w:t>
      </w:r>
      <w:r w:rsidRPr="00131C86">
        <w:rPr>
          <w:snapToGrid w:val="0"/>
        </w:rPr>
        <w:t>(pour les source</w:t>
      </w:r>
      <w:r w:rsidR="00EA1FC2">
        <w:rPr>
          <w:snapToGrid w:val="0"/>
        </w:rPr>
        <w:t>s</w:t>
      </w:r>
      <w:r w:rsidRPr="00131C86">
        <w:rPr>
          <w:snapToGrid w:val="0"/>
        </w:rPr>
        <w:t xml:space="preserve"> lumineuses étalon, le minimum est de 75 % et le maximum de 85 %) ;</w:t>
      </w:r>
    </w:p>
    <w:p w14:paraId="7FC3EA6E" w14:textId="77777777" w:rsidR="00876BE0" w:rsidRDefault="00876BE0" w:rsidP="00876BE0">
      <w:pPr>
        <w:pStyle w:val="Bullet1G"/>
        <w:rPr>
          <w:snapToGrid w:val="0"/>
        </w:rPr>
      </w:pPr>
      <w:r w:rsidRPr="00131C86">
        <w:rPr>
          <w:snapToGrid w:val="0"/>
        </w:rPr>
        <w:t>Pour la zone C, le rapport C/(A+B+C) doit être inférieur ou égal à 22</w:t>
      </w:r>
      <w:r w:rsidR="00B53CE2">
        <w:rPr>
          <w:snapToGrid w:val="0"/>
        </w:rPr>
        <w:t> </w:t>
      </w:r>
      <w:r w:rsidRPr="00131C86">
        <w:rPr>
          <w:snapToGrid w:val="0"/>
        </w:rPr>
        <w:t>%.</w:t>
      </w:r>
    </w:p>
    <w:p w14:paraId="1A05819D" w14:textId="77777777" w:rsidR="007E3657" w:rsidRDefault="007E3657" w:rsidP="007E3657">
      <w:pPr>
        <w:pStyle w:val="SingleTxtG"/>
        <w:rPr>
          <w:snapToGrid w:val="0"/>
        </w:rPr>
      </w:pPr>
      <w:r>
        <w:rPr>
          <w:noProof/>
        </w:rPr>
        <w:drawing>
          <wp:inline distT="0" distB="0" distL="0" distR="0" wp14:anchorId="63390870" wp14:editId="1E058AAE">
            <wp:extent cx="4679950" cy="3018330"/>
            <wp:effectExtent l="0" t="0" r="6350" b="0"/>
            <wp:docPr id="218" name="Imag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301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A1D0E" w14:textId="77777777" w:rsidR="00876BE0" w:rsidRPr="00131C86" w:rsidRDefault="00876BE0" w:rsidP="007E3657">
      <w:pPr>
        <w:spacing w:before="120" w:after="120"/>
        <w:ind w:left="1134"/>
        <w:rPr>
          <w:snapToGrid w:val="0"/>
        </w:rPr>
      </w:pPr>
      <w:r w:rsidRPr="00131C86">
        <w:rPr>
          <w:snapToGrid w:val="0"/>
        </w:rPr>
        <w:t xml:space="preserve">Figure 4 : </w:t>
      </w:r>
      <w:r w:rsidR="00B13E46">
        <w:rPr>
          <w:snapToGrid w:val="0"/>
        </w:rPr>
        <w:br/>
      </w:r>
      <w:r w:rsidRPr="00B13E46">
        <w:rPr>
          <w:b/>
          <w:snapToGrid w:val="0"/>
        </w:rPr>
        <w:t xml:space="preserve">Définition de la zone d’émission de lumière au moyen du gabarit (dimensions indiquées </w:t>
      </w:r>
      <w:r w:rsidR="009F56BA">
        <w:rPr>
          <w:b/>
          <w:snapToGrid w:val="0"/>
        </w:rPr>
        <w:br/>
      </w:r>
      <w:r w:rsidRPr="00B13E46">
        <w:rPr>
          <w:b/>
          <w:snapToGrid w:val="0"/>
        </w:rPr>
        <w:t>dans le tableau 2)</w:t>
      </w:r>
    </w:p>
    <w:p w14:paraId="164984B2" w14:textId="77777777" w:rsidR="00876BE0" w:rsidRPr="00131C86" w:rsidRDefault="00876BE0" w:rsidP="007E3657">
      <w:pPr>
        <w:pStyle w:val="SingleTxtG"/>
        <w:ind w:firstLine="567"/>
        <w:rPr>
          <w:snapToGrid w:val="0"/>
        </w:rPr>
      </w:pPr>
      <w:r w:rsidRPr="00131C86">
        <w:rPr>
          <w:snapToGrid w:val="0"/>
        </w:rPr>
        <w:t>Le contraste est contrôlé à la tension d</w:t>
      </w:r>
      <w:r>
        <w:rPr>
          <w:snapToGrid w:val="0"/>
        </w:rPr>
        <w:t>’</w:t>
      </w:r>
      <w:r w:rsidRPr="00131C86">
        <w:rPr>
          <w:snapToGrid w:val="0"/>
        </w:rPr>
        <w:t xml:space="preserve">essai, au moyen du gabarit de positionnement défini à la figure 5, qui montre les projections depuis </w:t>
      </w:r>
      <w:r>
        <w:rPr>
          <w:snapToGrid w:val="0"/>
        </w:rPr>
        <w:t xml:space="preserve">les </w:t>
      </w:r>
      <w:r w:rsidRPr="00131C86">
        <w:rPr>
          <w:snapToGrid w:val="0"/>
        </w:rPr>
        <w:t>vues A et -A (</w:t>
      </w:r>
      <w:r w:rsidRPr="00131C86">
        <w:t>voir feuille H11/LED/1, fig</w:t>
      </w:r>
      <w:r w:rsidR="00F45307">
        <w:t>. </w:t>
      </w:r>
      <w:r w:rsidRPr="00131C86">
        <w:t>1</w:t>
      </w:r>
      <w:r w:rsidRPr="00131C86">
        <w:rPr>
          <w:snapToGrid w:val="0"/>
        </w:rPr>
        <w:t>), à savoir le long des plans</w:t>
      </w:r>
      <w:r w:rsidR="00F45307">
        <w:rPr>
          <w:snapToGrid w:val="0"/>
        </w:rPr>
        <w:t xml:space="preserve"> </w:t>
      </w:r>
      <w:r w:rsidRPr="00131C86">
        <w:rPr>
          <w:snapToGrid w:val="0"/>
        </w:rPr>
        <w:t>C</w:t>
      </w:r>
      <w:r w:rsidR="00F45307">
        <w:rPr>
          <w:snapToGrid w:val="0"/>
        </w:rPr>
        <w:t>,</w:t>
      </w:r>
      <w:r w:rsidRPr="00131C86">
        <w:rPr>
          <w:snapToGrid w:val="0"/>
        </w:rPr>
        <w:t xml:space="preserve"> C</w:t>
      </w:r>
      <w:r w:rsidRPr="00131C86">
        <w:rPr>
          <w:snapToGrid w:val="0"/>
          <w:vertAlign w:val="subscript"/>
        </w:rPr>
        <w:t>90</w:t>
      </w:r>
      <w:r w:rsidRPr="00131C86">
        <w:rPr>
          <w:snapToGrid w:val="0"/>
        </w:rPr>
        <w:t xml:space="preserve"> et C</w:t>
      </w:r>
      <w:r w:rsidRPr="00131C86">
        <w:rPr>
          <w:snapToGrid w:val="0"/>
          <w:vertAlign w:val="subscript"/>
        </w:rPr>
        <w:t>270</w:t>
      </w:r>
      <w:r w:rsidRPr="00131C86">
        <w:rPr>
          <w:snapToGrid w:val="0"/>
        </w:rPr>
        <w:t xml:space="preserve"> (tels qu</w:t>
      </w:r>
      <w:r>
        <w:rPr>
          <w:snapToGrid w:val="0"/>
        </w:rPr>
        <w:t>’</w:t>
      </w:r>
      <w:r w:rsidRPr="00131C86">
        <w:rPr>
          <w:snapToGrid w:val="0"/>
        </w:rPr>
        <w:t xml:space="preserve">ils sont définis à la figure 6). </w:t>
      </w:r>
    </w:p>
    <w:p w14:paraId="1D7455A4" w14:textId="77777777" w:rsidR="00876BE0" w:rsidRDefault="00876BE0" w:rsidP="007E3657">
      <w:pPr>
        <w:pStyle w:val="SingleTxtG"/>
        <w:ind w:firstLine="567"/>
        <w:rPr>
          <w:snapToGrid w:val="0"/>
        </w:rPr>
      </w:pPr>
      <w:r w:rsidRPr="00131C86">
        <w:rPr>
          <w:snapToGrid w:val="0"/>
        </w:rPr>
        <w:t xml:space="preserve">Le contraste correspond à la proportion du flux lumineux total émis dans </w:t>
      </w:r>
      <w:r>
        <w:rPr>
          <w:snapToGrid w:val="0"/>
        </w:rPr>
        <w:t>c</w:t>
      </w:r>
      <w:r w:rsidRPr="00131C86">
        <w:rPr>
          <w:snapToGrid w:val="0"/>
        </w:rPr>
        <w:t>es directions de visée depuis les zones correspondantes (A+B+C) et D. La valeur du contraste (A+B+C)/D doit se situer dans les limites spécifiées dans le tableau 1 (voir la figure</w:t>
      </w:r>
      <w:r w:rsidR="00BA2FA8">
        <w:rPr>
          <w:snapToGrid w:val="0"/>
        </w:rPr>
        <w:t> </w:t>
      </w:r>
      <w:r w:rsidRPr="00131C86">
        <w:rPr>
          <w:snapToGrid w:val="0"/>
        </w:rPr>
        <w:t>5 pour la définition de la zone D).</w:t>
      </w:r>
    </w:p>
    <w:p w14:paraId="1306382B" w14:textId="77777777" w:rsidR="00DD20D6" w:rsidRPr="00B3183C" w:rsidRDefault="00876BE0" w:rsidP="00DD20D6">
      <w:pPr>
        <w:pStyle w:val="SingleTxtG"/>
        <w:pBdr>
          <w:bottom w:val="single" w:sz="4" w:space="1" w:color="auto"/>
        </w:pBdr>
        <w:tabs>
          <w:tab w:val="left" w:pos="3402"/>
          <w:tab w:val="right" w:pos="9533"/>
        </w:tabs>
        <w:ind w:right="-1"/>
        <w:jc w:val="left"/>
        <w:rPr>
          <w:rFonts w:eastAsia="MS Mincho"/>
        </w:rPr>
      </w:pPr>
      <w:r>
        <w:rPr>
          <w:bCs/>
          <w:snapToGrid w:val="0"/>
        </w:rPr>
        <w:br w:type="page"/>
      </w:r>
      <w:r w:rsidR="00DD20D6" w:rsidRPr="00AE151D">
        <w:rPr>
          <w:rFonts w:eastAsia="MS Mincho"/>
        </w:rPr>
        <w:lastRenderedPageBreak/>
        <w:tab/>
      </w:r>
      <w:r w:rsidR="00DD20D6">
        <w:rPr>
          <w:rFonts w:eastAsia="MS Mincho"/>
          <w:b/>
        </w:rPr>
        <w:t xml:space="preserve">Catégories </w:t>
      </w:r>
      <w:r w:rsidR="00DD20D6" w:rsidRPr="00131C86">
        <w:rPr>
          <w:b/>
        </w:rPr>
        <w:t>H11/LED</w:t>
      </w:r>
      <w:r w:rsidR="00DD20D6" w:rsidRPr="00AE151D">
        <w:rPr>
          <w:rFonts w:eastAsia="MS Mincho"/>
          <w:b/>
        </w:rPr>
        <w:tab/>
      </w:r>
      <w:r w:rsidR="00DD20D6" w:rsidRPr="00E020CA">
        <w:rPr>
          <w:b/>
          <w:lang w:val="fr-CA"/>
        </w:rPr>
        <w:t xml:space="preserve">Feuille </w:t>
      </w:r>
      <w:r w:rsidR="00DD20D6" w:rsidRPr="00131C86">
        <w:rPr>
          <w:b/>
        </w:rPr>
        <w:t>H11/LED/</w:t>
      </w:r>
      <w:r w:rsidR="00DD20D6">
        <w:rPr>
          <w:b/>
        </w:rPr>
        <w:t>4</w:t>
      </w:r>
    </w:p>
    <w:p w14:paraId="70A576F3" w14:textId="77777777" w:rsidR="00876BE0" w:rsidRDefault="007E3657" w:rsidP="005520CA">
      <w:pPr>
        <w:spacing w:before="240"/>
        <w:ind w:left="1134"/>
        <w:rPr>
          <w:b/>
          <w:lang w:eastAsia="de-DE"/>
        </w:rPr>
      </w:pPr>
      <w:r>
        <w:rPr>
          <w:noProof/>
        </w:rPr>
        <w:drawing>
          <wp:inline distT="0" distB="0" distL="0" distR="0" wp14:anchorId="55A5EE75" wp14:editId="59B9CFA6">
            <wp:extent cx="4680000" cy="3697200"/>
            <wp:effectExtent l="0" t="0" r="6350" b="0"/>
            <wp:docPr id="219" name="Imag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6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1445D" w14:textId="77777777" w:rsidR="00876BE0" w:rsidRPr="005520CA" w:rsidRDefault="00876BE0" w:rsidP="007E3657">
      <w:pPr>
        <w:pStyle w:val="Titre1"/>
        <w:spacing w:before="120" w:after="120"/>
        <w:rPr>
          <w:b/>
          <w:snapToGrid w:val="0"/>
        </w:rPr>
      </w:pPr>
      <w:r w:rsidRPr="00131C86">
        <w:rPr>
          <w:snapToGrid w:val="0"/>
        </w:rPr>
        <w:t xml:space="preserve">Figure 5: </w:t>
      </w:r>
      <w:r w:rsidR="005520CA">
        <w:rPr>
          <w:snapToGrid w:val="0"/>
        </w:rPr>
        <w:br/>
      </w:r>
      <w:r w:rsidRPr="005520CA">
        <w:rPr>
          <w:b/>
          <w:snapToGrid w:val="0"/>
        </w:rPr>
        <w:t>Définition de la zone D au moyen du gabarit (dimensions indiquées dans le tableau 2)</w:t>
      </w:r>
    </w:p>
    <w:p w14:paraId="75384F77" w14:textId="77777777" w:rsidR="00876BE0" w:rsidRPr="00F5467A" w:rsidRDefault="00876BE0" w:rsidP="00F5467A">
      <w:pPr>
        <w:pStyle w:val="Titre1"/>
        <w:spacing w:after="120"/>
        <w:rPr>
          <w:snapToGrid w:val="0"/>
        </w:rPr>
      </w:pPr>
      <w:r w:rsidRPr="00131C86">
        <w:rPr>
          <w:snapToGrid w:val="0"/>
        </w:rPr>
        <w:t>Tableau 2</w:t>
      </w:r>
      <w:r w:rsidR="00F5467A">
        <w:rPr>
          <w:snapToGrid w:val="0"/>
        </w:rPr>
        <w:br/>
      </w:r>
      <w:r w:rsidRPr="00131C86">
        <w:rPr>
          <w:b/>
          <w:snapToGrid w:val="0"/>
        </w:rPr>
        <w:t>Dimensions du gabarit de positionnement</w:t>
      </w:r>
      <w:r>
        <w:rPr>
          <w:b/>
          <w:snapToGrid w:val="0"/>
        </w:rPr>
        <w:t xml:space="preserve"> des figures 4 et 5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9"/>
        <w:gridCol w:w="1844"/>
        <w:gridCol w:w="1844"/>
        <w:gridCol w:w="1844"/>
      </w:tblGrid>
      <w:tr w:rsidR="00876BE0" w:rsidRPr="00131C86" w14:paraId="496B48B6" w14:textId="77777777" w:rsidTr="00805B08"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4D8477" w14:textId="77777777" w:rsidR="00876BE0" w:rsidRPr="00F5467A" w:rsidRDefault="00876BE0" w:rsidP="00C86703">
            <w:pPr>
              <w:spacing w:before="60" w:after="60" w:line="200" w:lineRule="atLeast"/>
              <w:rPr>
                <w:sz w:val="16"/>
                <w:szCs w:val="16"/>
              </w:rPr>
            </w:pPr>
            <w:r w:rsidRPr="00F5467A">
              <w:rPr>
                <w:sz w:val="16"/>
                <w:szCs w:val="16"/>
              </w:rPr>
              <w:t>Toutes les directions</w:t>
            </w:r>
            <w:r w:rsidR="00F5467A" w:rsidRPr="00F5467A">
              <w:rPr>
                <w:sz w:val="16"/>
                <w:szCs w:val="16"/>
              </w:rPr>
              <w:br/>
            </w:r>
            <w:r w:rsidRPr="00F5467A">
              <w:rPr>
                <w:sz w:val="16"/>
                <w:szCs w:val="16"/>
              </w:rPr>
              <w:t>(comme indiqué ci-dessus)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F8301" w14:textId="77777777" w:rsidR="00876BE0" w:rsidRPr="00F5467A" w:rsidRDefault="00876BE0" w:rsidP="00C86703">
            <w:pPr>
              <w:spacing w:before="60" w:after="60" w:line="200" w:lineRule="atLeast"/>
              <w:rPr>
                <w:i/>
                <w:iCs/>
                <w:sz w:val="16"/>
                <w:szCs w:val="16"/>
              </w:rPr>
            </w:pPr>
            <w:r w:rsidRPr="00F5467A">
              <w:rPr>
                <w:i/>
                <w:iCs/>
                <w:sz w:val="16"/>
                <w:szCs w:val="16"/>
              </w:rPr>
              <w:t>Dimensions en mm</w:t>
            </w:r>
          </w:p>
          <w:p w14:paraId="5DB17290" w14:textId="77777777" w:rsidR="00876BE0" w:rsidRPr="00F5467A" w:rsidRDefault="00876BE0" w:rsidP="00C86703">
            <w:pPr>
              <w:spacing w:before="60" w:after="60" w:line="200" w:lineRule="atLeast"/>
              <w:rPr>
                <w:i/>
                <w:snapToGrid w:val="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B84D6CD" w14:textId="77777777" w:rsidR="00876BE0" w:rsidRPr="00F5467A" w:rsidRDefault="00876BE0" w:rsidP="00C86703">
            <w:pPr>
              <w:spacing w:before="60" w:after="60" w:line="200" w:lineRule="atLeast"/>
              <w:rPr>
                <w:sz w:val="16"/>
                <w:szCs w:val="16"/>
              </w:rPr>
            </w:pPr>
            <w:r w:rsidRPr="00F5467A">
              <w:rPr>
                <w:sz w:val="16"/>
                <w:szCs w:val="16"/>
              </w:rPr>
              <w:t>Toutes les directions</w:t>
            </w:r>
            <w:r w:rsidR="00F5467A" w:rsidRPr="00F5467A">
              <w:rPr>
                <w:sz w:val="16"/>
                <w:szCs w:val="16"/>
              </w:rPr>
              <w:br/>
            </w:r>
            <w:r w:rsidRPr="00F5467A">
              <w:rPr>
                <w:sz w:val="16"/>
                <w:szCs w:val="16"/>
              </w:rPr>
              <w:t>(comme indiqué ci-dessus)</w:t>
            </w:r>
          </w:p>
        </w:tc>
        <w:tc>
          <w:tcPr>
            <w:tcW w:w="1559" w:type="dxa"/>
          </w:tcPr>
          <w:p w14:paraId="3231642B" w14:textId="77777777" w:rsidR="00876BE0" w:rsidRPr="00F5467A" w:rsidRDefault="00876BE0" w:rsidP="00C86703">
            <w:pPr>
              <w:spacing w:before="60" w:after="60" w:line="200" w:lineRule="atLeast"/>
              <w:rPr>
                <w:i/>
                <w:iCs/>
                <w:sz w:val="16"/>
                <w:szCs w:val="16"/>
              </w:rPr>
            </w:pPr>
            <w:r w:rsidRPr="00F5467A">
              <w:rPr>
                <w:i/>
                <w:iCs/>
                <w:sz w:val="16"/>
                <w:szCs w:val="16"/>
              </w:rPr>
              <w:t>Dimensions en mm</w:t>
            </w:r>
          </w:p>
          <w:p w14:paraId="2BDC9C77" w14:textId="77777777" w:rsidR="00876BE0" w:rsidRPr="00F5467A" w:rsidRDefault="00876BE0" w:rsidP="00C86703">
            <w:pPr>
              <w:spacing w:before="60" w:after="60" w:line="200" w:lineRule="atLeast"/>
              <w:rPr>
                <w:i/>
                <w:iCs/>
                <w:sz w:val="16"/>
                <w:szCs w:val="16"/>
              </w:rPr>
            </w:pPr>
          </w:p>
        </w:tc>
      </w:tr>
      <w:tr w:rsidR="00876BE0" w:rsidRPr="00131C86" w14:paraId="5AFE82FA" w14:textId="77777777" w:rsidTr="00805B08">
        <w:trPr>
          <w:trHeight w:val="284"/>
        </w:trPr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D152E6" w14:textId="77777777" w:rsidR="00876BE0" w:rsidRPr="00131C86" w:rsidRDefault="00876BE0" w:rsidP="00C86703">
            <w:pPr>
              <w:spacing w:before="60" w:after="60" w:line="200" w:lineRule="atLeast"/>
              <w:rPr>
                <w:snapToGrid w:val="0"/>
                <w:sz w:val="18"/>
              </w:rPr>
            </w:pPr>
            <w:r w:rsidRPr="00131C86">
              <w:rPr>
                <w:snapToGrid w:val="0"/>
                <w:sz w:val="18"/>
              </w:rPr>
              <w:t>a1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6600CC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napToGrid w:val="0"/>
                <w:sz w:val="18"/>
              </w:rPr>
            </w:pPr>
            <w:r w:rsidRPr="00131C86">
              <w:rPr>
                <w:snapToGrid w:val="0"/>
                <w:sz w:val="18"/>
              </w:rPr>
              <w:t>1,7</w:t>
            </w:r>
          </w:p>
        </w:tc>
        <w:tc>
          <w:tcPr>
            <w:tcW w:w="1559" w:type="dxa"/>
          </w:tcPr>
          <w:p w14:paraId="64395146" w14:textId="77777777" w:rsidR="00876BE0" w:rsidRPr="00131C86" w:rsidRDefault="00876BE0" w:rsidP="00C86703">
            <w:pPr>
              <w:spacing w:before="60" w:after="60" w:line="200" w:lineRule="atLeast"/>
              <w:rPr>
                <w:snapToGrid w:val="0"/>
                <w:sz w:val="18"/>
              </w:rPr>
            </w:pPr>
            <w:r w:rsidRPr="00131C86">
              <w:rPr>
                <w:iCs/>
                <w:sz w:val="18"/>
                <w:szCs w:val="18"/>
              </w:rPr>
              <w:t>x1</w:t>
            </w:r>
          </w:p>
        </w:tc>
        <w:tc>
          <w:tcPr>
            <w:tcW w:w="1559" w:type="dxa"/>
          </w:tcPr>
          <w:p w14:paraId="05EFC8FF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napToGrid w:val="0"/>
                <w:sz w:val="18"/>
              </w:rPr>
            </w:pPr>
            <w:r w:rsidRPr="00131C86">
              <w:rPr>
                <w:sz w:val="18"/>
                <w:szCs w:val="18"/>
              </w:rPr>
              <w:t>25</w:t>
            </w:r>
          </w:p>
        </w:tc>
      </w:tr>
      <w:tr w:rsidR="00876BE0" w:rsidRPr="00131C86" w14:paraId="08A224A5" w14:textId="77777777" w:rsidTr="00805B08">
        <w:trPr>
          <w:trHeight w:val="284"/>
        </w:trPr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F38E54" w14:textId="77777777" w:rsidR="00876BE0" w:rsidRPr="00131C86" w:rsidRDefault="00876BE0" w:rsidP="00C8670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a2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A820BB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1,9</w:t>
            </w:r>
          </w:p>
        </w:tc>
        <w:tc>
          <w:tcPr>
            <w:tcW w:w="1559" w:type="dxa"/>
          </w:tcPr>
          <w:p w14:paraId="2EFC7549" w14:textId="77777777" w:rsidR="00876BE0" w:rsidRPr="00131C86" w:rsidRDefault="00876BE0" w:rsidP="00C8670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14:paraId="262C32B6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19</w:t>
            </w:r>
          </w:p>
        </w:tc>
      </w:tr>
      <w:tr w:rsidR="00876BE0" w:rsidRPr="00131C86" w14:paraId="2C82316A" w14:textId="77777777" w:rsidTr="00805B08">
        <w:trPr>
          <w:trHeight w:val="284"/>
        </w:trPr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648E14" w14:textId="77777777" w:rsidR="00876BE0" w:rsidRPr="00131C86" w:rsidRDefault="00876BE0" w:rsidP="00C86703">
            <w:pPr>
              <w:spacing w:before="60" w:after="60" w:line="200" w:lineRule="atLeast"/>
              <w:rPr>
                <w:iCs/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b1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AB81AF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0,2</w:t>
            </w:r>
          </w:p>
        </w:tc>
        <w:tc>
          <w:tcPr>
            <w:tcW w:w="1559" w:type="dxa"/>
          </w:tcPr>
          <w:p w14:paraId="519B1068" w14:textId="77777777" w:rsidR="00876BE0" w:rsidRPr="00131C86" w:rsidRDefault="00876BE0" w:rsidP="00C8670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y1</w:t>
            </w:r>
          </w:p>
        </w:tc>
        <w:tc>
          <w:tcPr>
            <w:tcW w:w="1559" w:type="dxa"/>
          </w:tcPr>
          <w:p w14:paraId="44D14CF5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12,5</w:t>
            </w:r>
          </w:p>
        </w:tc>
      </w:tr>
      <w:tr w:rsidR="00876BE0" w:rsidRPr="00131C86" w14:paraId="3DFC0A44" w14:textId="77777777" w:rsidTr="00805B08">
        <w:trPr>
          <w:trHeight w:val="284"/>
        </w:trPr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E8441" w14:textId="77777777" w:rsidR="00876BE0" w:rsidRPr="00131C86" w:rsidRDefault="00876BE0" w:rsidP="00C86703">
            <w:pPr>
              <w:spacing w:before="60" w:after="60" w:line="200" w:lineRule="atLeast"/>
              <w:rPr>
                <w:iCs/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b2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1475CC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0,2</w:t>
            </w:r>
          </w:p>
        </w:tc>
        <w:tc>
          <w:tcPr>
            <w:tcW w:w="1559" w:type="dxa"/>
          </w:tcPr>
          <w:p w14:paraId="46F7F830" w14:textId="77777777" w:rsidR="00876BE0" w:rsidRPr="00131C86" w:rsidRDefault="00876BE0" w:rsidP="00C8670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g1</w:t>
            </w:r>
          </w:p>
        </w:tc>
        <w:tc>
          <w:tcPr>
            <w:tcW w:w="1559" w:type="dxa"/>
          </w:tcPr>
          <w:p w14:paraId="31F9248D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2,85</w:t>
            </w:r>
          </w:p>
        </w:tc>
      </w:tr>
      <w:tr w:rsidR="00876BE0" w:rsidRPr="00131C86" w14:paraId="0E14ECCF" w14:textId="77777777" w:rsidTr="00805B08">
        <w:trPr>
          <w:trHeight w:val="284"/>
        </w:trPr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2B2C4" w14:textId="77777777" w:rsidR="00876BE0" w:rsidRPr="00131C86" w:rsidRDefault="00876BE0" w:rsidP="00C86703">
            <w:pPr>
              <w:spacing w:before="60" w:after="60" w:line="200" w:lineRule="atLeast"/>
              <w:rPr>
                <w:iCs/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c1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30B770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5,0</w:t>
            </w:r>
          </w:p>
        </w:tc>
        <w:tc>
          <w:tcPr>
            <w:tcW w:w="1559" w:type="dxa"/>
          </w:tcPr>
          <w:p w14:paraId="4EF9F9EF" w14:textId="77777777" w:rsidR="00876BE0" w:rsidRPr="00131C86" w:rsidRDefault="00876BE0" w:rsidP="00C8670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g2</w:t>
            </w:r>
          </w:p>
        </w:tc>
        <w:tc>
          <w:tcPr>
            <w:tcW w:w="1559" w:type="dxa"/>
          </w:tcPr>
          <w:p w14:paraId="66F63324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7,5</w:t>
            </w:r>
          </w:p>
        </w:tc>
      </w:tr>
      <w:tr w:rsidR="00876BE0" w:rsidRPr="00131C86" w14:paraId="1FFB6802" w14:textId="77777777" w:rsidTr="00805B08">
        <w:trPr>
          <w:trHeight w:val="284"/>
        </w:trPr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CD76EC" w14:textId="77777777" w:rsidR="00876BE0" w:rsidRPr="00131C86" w:rsidRDefault="00876BE0" w:rsidP="00C86703">
            <w:pPr>
              <w:spacing w:before="60" w:after="60" w:line="200" w:lineRule="atLeast"/>
              <w:rPr>
                <w:iCs/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c2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581EA5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4,0</w:t>
            </w:r>
          </w:p>
        </w:tc>
        <w:tc>
          <w:tcPr>
            <w:tcW w:w="1559" w:type="dxa"/>
          </w:tcPr>
          <w:p w14:paraId="2B9C4A6D" w14:textId="77777777" w:rsidR="00876BE0" w:rsidRPr="00131C86" w:rsidRDefault="00876BE0" w:rsidP="00C86703">
            <w:pPr>
              <w:spacing w:before="60" w:after="60" w:line="200" w:lineRule="atLeast"/>
              <w:rPr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g3</w:t>
            </w:r>
          </w:p>
        </w:tc>
        <w:tc>
          <w:tcPr>
            <w:tcW w:w="1559" w:type="dxa"/>
          </w:tcPr>
          <w:p w14:paraId="25E01110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1,45</w:t>
            </w:r>
          </w:p>
        </w:tc>
      </w:tr>
      <w:tr w:rsidR="00876BE0" w:rsidRPr="00131C86" w14:paraId="5ABB0B29" w14:textId="77777777" w:rsidTr="00805B08">
        <w:trPr>
          <w:trHeight w:val="284"/>
        </w:trPr>
        <w:tc>
          <w:tcPr>
            <w:tcW w:w="15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D1DC5D" w14:textId="77777777" w:rsidR="00876BE0" w:rsidRPr="00131C86" w:rsidRDefault="00876BE0" w:rsidP="00C86703">
            <w:pPr>
              <w:spacing w:before="60" w:after="60" w:line="200" w:lineRule="atLeast"/>
              <w:rPr>
                <w:iCs/>
                <w:sz w:val="18"/>
                <w:szCs w:val="18"/>
              </w:rPr>
            </w:pPr>
            <w:r w:rsidRPr="00131C86">
              <w:rPr>
                <w:iCs/>
                <w:sz w:val="18"/>
                <w:szCs w:val="18"/>
              </w:rPr>
              <w:t>d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FF81C6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  <w:r w:rsidRPr="00131C86">
              <w:rPr>
                <w:sz w:val="18"/>
                <w:szCs w:val="18"/>
              </w:rPr>
              <w:t>0,4</w:t>
            </w:r>
          </w:p>
        </w:tc>
        <w:tc>
          <w:tcPr>
            <w:tcW w:w="3118" w:type="dxa"/>
            <w:gridSpan w:val="2"/>
          </w:tcPr>
          <w:p w14:paraId="7822664A" w14:textId="77777777" w:rsidR="00876BE0" w:rsidRPr="00131C86" w:rsidRDefault="00876BE0" w:rsidP="00C86703">
            <w:pPr>
              <w:spacing w:before="60" w:after="60" w:line="20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54A7FB7C" w14:textId="77777777" w:rsidR="00DD20D6" w:rsidRPr="00B3183C" w:rsidRDefault="00876BE0" w:rsidP="00DD20D6">
      <w:pPr>
        <w:pStyle w:val="SingleTxtG"/>
        <w:pBdr>
          <w:bottom w:val="single" w:sz="4" w:space="1" w:color="auto"/>
        </w:pBdr>
        <w:tabs>
          <w:tab w:val="left" w:pos="3402"/>
          <w:tab w:val="right" w:pos="9533"/>
        </w:tabs>
        <w:ind w:right="-1"/>
        <w:jc w:val="left"/>
        <w:rPr>
          <w:rFonts w:eastAsia="MS Mincho"/>
        </w:rPr>
      </w:pPr>
      <w:r>
        <w:br w:type="page"/>
      </w:r>
      <w:r w:rsidR="00DD20D6" w:rsidRPr="00AE151D">
        <w:rPr>
          <w:rFonts w:eastAsia="MS Mincho"/>
        </w:rPr>
        <w:lastRenderedPageBreak/>
        <w:tab/>
      </w:r>
      <w:r w:rsidR="00DD20D6">
        <w:rPr>
          <w:rFonts w:eastAsia="MS Mincho"/>
          <w:b/>
        </w:rPr>
        <w:t xml:space="preserve">Catégories </w:t>
      </w:r>
      <w:r w:rsidR="00DD20D6" w:rsidRPr="00131C86">
        <w:rPr>
          <w:b/>
        </w:rPr>
        <w:t>H11/LED</w:t>
      </w:r>
      <w:r w:rsidR="00DD20D6" w:rsidRPr="00AE151D">
        <w:rPr>
          <w:rFonts w:eastAsia="MS Mincho"/>
          <w:b/>
        </w:rPr>
        <w:tab/>
      </w:r>
      <w:r w:rsidR="00DD20D6" w:rsidRPr="00E020CA">
        <w:rPr>
          <w:b/>
          <w:lang w:val="fr-CA"/>
        </w:rPr>
        <w:t xml:space="preserve">Feuille </w:t>
      </w:r>
      <w:r w:rsidR="00DD20D6" w:rsidRPr="00131C86">
        <w:rPr>
          <w:b/>
        </w:rPr>
        <w:t>H11/LED/</w:t>
      </w:r>
      <w:r w:rsidR="00DD20D6">
        <w:rPr>
          <w:b/>
        </w:rPr>
        <w:t>5</w:t>
      </w:r>
    </w:p>
    <w:p w14:paraId="4B67AAD9" w14:textId="77777777" w:rsidR="00876BE0" w:rsidRPr="00131C86" w:rsidRDefault="00876BE0" w:rsidP="00A51012">
      <w:pPr>
        <w:pStyle w:val="SingleTxtG"/>
        <w:spacing w:before="120"/>
        <w:rPr>
          <w:snapToGrid w:val="0"/>
        </w:rPr>
      </w:pPr>
      <w:r w:rsidRPr="00131C86">
        <w:rPr>
          <w:snapToGrid w:val="0"/>
        </w:rPr>
        <w:t>Répartition normalisée de l</w:t>
      </w:r>
      <w:r>
        <w:rPr>
          <w:snapToGrid w:val="0"/>
        </w:rPr>
        <w:t>’</w:t>
      </w:r>
      <w:r w:rsidRPr="00131C86">
        <w:rPr>
          <w:snapToGrid w:val="0"/>
        </w:rPr>
        <w:t>intensité lumineuse</w:t>
      </w:r>
    </w:p>
    <w:p w14:paraId="631228C3" w14:textId="77777777" w:rsidR="00876BE0" w:rsidRPr="00131C86" w:rsidRDefault="00876BE0" w:rsidP="00A51012">
      <w:pPr>
        <w:pStyle w:val="SingleTxtG"/>
        <w:ind w:firstLine="567"/>
        <w:rPr>
          <w:snapToGrid w:val="0"/>
        </w:rPr>
      </w:pPr>
      <w:r w:rsidRPr="00131C86">
        <w:rPr>
          <w:snapToGrid w:val="0"/>
        </w:rPr>
        <w:t>L</w:t>
      </w:r>
      <w:r>
        <w:rPr>
          <w:snapToGrid w:val="0"/>
        </w:rPr>
        <w:t>’</w:t>
      </w:r>
      <w:r w:rsidRPr="00131C86">
        <w:rPr>
          <w:snapToGrid w:val="0"/>
        </w:rPr>
        <w:t>essai ci-après vise à déterminer la répartition normalisée de l</w:t>
      </w:r>
      <w:r>
        <w:rPr>
          <w:snapToGrid w:val="0"/>
        </w:rPr>
        <w:t>’</w:t>
      </w:r>
      <w:r w:rsidRPr="00131C86">
        <w:rPr>
          <w:snapToGrid w:val="0"/>
        </w:rPr>
        <w:t>intensité lumineuse de la source lumineuse dans les plans C tels qu</w:t>
      </w:r>
      <w:r>
        <w:rPr>
          <w:snapToGrid w:val="0"/>
        </w:rPr>
        <w:t>’</w:t>
      </w:r>
      <w:r w:rsidRPr="00131C86">
        <w:rPr>
          <w:snapToGrid w:val="0"/>
        </w:rPr>
        <w:t>indiqués à la figure 6, à la tension d</w:t>
      </w:r>
      <w:r>
        <w:rPr>
          <w:snapToGrid w:val="0"/>
        </w:rPr>
        <w:t>’</w:t>
      </w:r>
      <w:r w:rsidRPr="00131C86">
        <w:rPr>
          <w:snapToGrid w:val="0"/>
        </w:rPr>
        <w:t>essai. L</w:t>
      </w:r>
      <w:r>
        <w:rPr>
          <w:snapToGrid w:val="0"/>
        </w:rPr>
        <w:t>’</w:t>
      </w:r>
      <w:r w:rsidRPr="00131C86">
        <w:rPr>
          <w:snapToGrid w:val="0"/>
        </w:rPr>
        <w:t>intersection de l</w:t>
      </w:r>
      <w:r>
        <w:rPr>
          <w:snapToGrid w:val="0"/>
        </w:rPr>
        <w:t>’</w:t>
      </w:r>
      <w:r w:rsidRPr="00131C86">
        <w:rPr>
          <w:snapToGrid w:val="0"/>
        </w:rPr>
        <w:t xml:space="preserve">axe de référence et du </w:t>
      </w:r>
      <w:r w:rsidRPr="00131C86">
        <w:rPr>
          <w:bCs/>
          <w:snapToGrid w:val="0"/>
        </w:rPr>
        <w:t>plan qui est parallèle au plan de référence à une distance de e = 25,0 mm</w:t>
      </w:r>
      <w:r>
        <w:rPr>
          <w:snapToGrid w:val="0"/>
        </w:rPr>
        <w:t xml:space="preserve"> </w:t>
      </w:r>
      <w:r w:rsidRPr="00131C86">
        <w:rPr>
          <w:snapToGrid w:val="0"/>
        </w:rPr>
        <w:t>est utilisée comme origine du système de coordonnées.</w:t>
      </w:r>
    </w:p>
    <w:p w14:paraId="4AB2AA30" w14:textId="77777777" w:rsidR="00876BE0" w:rsidRPr="00131C86" w:rsidRDefault="00876BE0" w:rsidP="00A51012">
      <w:pPr>
        <w:pStyle w:val="SingleTxtG"/>
        <w:ind w:firstLine="567"/>
        <w:rPr>
          <w:snapToGrid w:val="0"/>
        </w:rPr>
      </w:pPr>
      <w:r w:rsidRPr="00131C86">
        <w:rPr>
          <w:snapToGrid w:val="0"/>
        </w:rPr>
        <w:t>La source lumineuse est montée sur une plaque au moyen des douilles correspondantes. La plaque est fixée sur le plateau du goniomètre au moyen d</w:t>
      </w:r>
      <w:r>
        <w:rPr>
          <w:snapToGrid w:val="0"/>
        </w:rPr>
        <w:t>’</w:t>
      </w:r>
      <w:r w:rsidRPr="00131C86">
        <w:rPr>
          <w:snapToGrid w:val="0"/>
        </w:rPr>
        <w:t>une patte de fixation, de manière que l</w:t>
      </w:r>
      <w:r>
        <w:rPr>
          <w:snapToGrid w:val="0"/>
        </w:rPr>
        <w:t>’</w:t>
      </w:r>
      <w:r w:rsidRPr="00131C86">
        <w:rPr>
          <w:snapToGrid w:val="0"/>
        </w:rPr>
        <w:t>axe de référence de la source lumineuse soit dans l</w:t>
      </w:r>
      <w:r>
        <w:rPr>
          <w:snapToGrid w:val="0"/>
        </w:rPr>
        <w:t>’</w:t>
      </w:r>
      <w:r w:rsidRPr="00131C86">
        <w:rPr>
          <w:snapToGrid w:val="0"/>
        </w:rPr>
        <w:t>alignement de l</w:t>
      </w:r>
      <w:r>
        <w:rPr>
          <w:snapToGrid w:val="0"/>
        </w:rPr>
        <w:t>’</w:t>
      </w:r>
      <w:r w:rsidRPr="00131C86">
        <w:rPr>
          <w:snapToGrid w:val="0"/>
        </w:rPr>
        <w:t>un des axes de rotation du goniomètre.</w:t>
      </w:r>
      <w:r w:rsidRPr="00131C86">
        <w:rPr>
          <w:bCs/>
          <w:snapToGrid w:val="0"/>
        </w:rPr>
        <w:t xml:space="preserve"> Le réglage de mesure correspondant est décrit à la figure 6.</w:t>
      </w:r>
    </w:p>
    <w:p w14:paraId="4337DC1D" w14:textId="77777777" w:rsidR="00876BE0" w:rsidRPr="00131C86" w:rsidRDefault="00876BE0" w:rsidP="00A51012">
      <w:pPr>
        <w:pStyle w:val="SingleTxtG"/>
        <w:ind w:firstLine="567"/>
        <w:rPr>
          <w:bCs/>
          <w:snapToGrid w:val="0"/>
        </w:rPr>
      </w:pPr>
      <w:r w:rsidRPr="00131C86">
        <w:rPr>
          <w:snapToGrid w:val="0"/>
        </w:rPr>
        <w:t>Pour enregistrer les données relatives à l</w:t>
      </w:r>
      <w:r>
        <w:rPr>
          <w:snapToGrid w:val="0"/>
        </w:rPr>
        <w:t>’</w:t>
      </w:r>
      <w:r w:rsidRPr="00131C86">
        <w:rPr>
          <w:snapToGrid w:val="0"/>
        </w:rPr>
        <w:t xml:space="preserve">intensité lumineuse, on utilise un </w:t>
      </w:r>
      <w:proofErr w:type="spellStart"/>
      <w:r w:rsidRPr="00131C86">
        <w:rPr>
          <w:snapToGrid w:val="0"/>
        </w:rPr>
        <w:t>goniophotomètre</w:t>
      </w:r>
      <w:proofErr w:type="spellEnd"/>
      <w:r w:rsidRPr="00131C86">
        <w:rPr>
          <w:snapToGrid w:val="0"/>
        </w:rPr>
        <w:t xml:space="preserve"> classique. La distance de mesure doit être correctement choisie, de manière que le détecteur se trouve à l</w:t>
      </w:r>
      <w:r>
        <w:rPr>
          <w:snapToGrid w:val="0"/>
        </w:rPr>
        <w:t>’</w:t>
      </w:r>
      <w:r w:rsidRPr="00131C86">
        <w:rPr>
          <w:snapToGrid w:val="0"/>
        </w:rPr>
        <w:t>intérieur du champ élargi de distribution de la</w:t>
      </w:r>
      <w:r w:rsidR="007D157C">
        <w:rPr>
          <w:snapToGrid w:val="0"/>
        </w:rPr>
        <w:t> </w:t>
      </w:r>
      <w:r w:rsidRPr="00131C86">
        <w:rPr>
          <w:snapToGrid w:val="0"/>
        </w:rPr>
        <w:t>lumière.</w:t>
      </w:r>
    </w:p>
    <w:p w14:paraId="510414DC" w14:textId="77777777" w:rsidR="00876BE0" w:rsidRPr="00131C86" w:rsidRDefault="00876BE0" w:rsidP="00A51012">
      <w:pPr>
        <w:pStyle w:val="SingleTxtG"/>
        <w:ind w:firstLine="567"/>
        <w:rPr>
          <w:snapToGrid w:val="0"/>
        </w:rPr>
      </w:pPr>
      <w:r w:rsidRPr="00131C86">
        <w:rPr>
          <w:snapToGrid w:val="0"/>
        </w:rPr>
        <w:t>Les mesures doivent être effectuées dans les plans C pour lesquels la ligne d</w:t>
      </w:r>
      <w:r>
        <w:rPr>
          <w:snapToGrid w:val="0"/>
        </w:rPr>
        <w:t>’</w:t>
      </w:r>
      <w:r w:rsidRPr="00131C86">
        <w:rPr>
          <w:snapToGrid w:val="0"/>
        </w:rPr>
        <w:t>intersection coïncide avec l</w:t>
      </w:r>
      <w:r>
        <w:rPr>
          <w:snapToGrid w:val="0"/>
        </w:rPr>
        <w:t>’</w:t>
      </w:r>
      <w:r w:rsidRPr="00131C86">
        <w:rPr>
          <w:snapToGrid w:val="0"/>
        </w:rPr>
        <w:t>axe de référence de la source lumineuse. Les points d</w:t>
      </w:r>
      <w:r>
        <w:rPr>
          <w:snapToGrid w:val="0"/>
        </w:rPr>
        <w:t>’</w:t>
      </w:r>
      <w:r w:rsidRPr="00131C86">
        <w:rPr>
          <w:snapToGrid w:val="0"/>
        </w:rPr>
        <w:t xml:space="preserve">essai pour chaque plan et </w:t>
      </w:r>
      <w:r>
        <w:rPr>
          <w:snapToGrid w:val="0"/>
        </w:rPr>
        <w:t>l’</w:t>
      </w:r>
      <w:r w:rsidRPr="00131C86">
        <w:rPr>
          <w:snapToGrid w:val="0"/>
        </w:rPr>
        <w:t xml:space="preserve">angle polaire </w:t>
      </w:r>
      <w:r w:rsidRPr="00131C86">
        <w:rPr>
          <w:snapToGrid w:val="0"/>
        </w:rPr>
        <w:sym w:font="Symbol" w:char="F067"/>
      </w:r>
      <w:r w:rsidRPr="00131C86">
        <w:rPr>
          <w:snapToGrid w:val="0"/>
        </w:rPr>
        <w:t xml:space="preserve"> sont précisés dans le tableau 3.</w:t>
      </w:r>
    </w:p>
    <w:p w14:paraId="24A10AF9" w14:textId="77777777" w:rsidR="009100A9" w:rsidRDefault="00876BE0" w:rsidP="00A51012">
      <w:pPr>
        <w:pStyle w:val="SingleTxtG"/>
        <w:ind w:firstLine="567"/>
        <w:rPr>
          <w:snapToGrid w:val="0"/>
        </w:rPr>
      </w:pPr>
      <w:r w:rsidRPr="00131C86">
        <w:rPr>
          <w:snapToGrid w:val="0"/>
        </w:rPr>
        <w:t>Après les mesures, il faut normaliser les données à 1 000 lm, en utilisant le flux lumineux de chacune des sources lumineuses soumises à l</w:t>
      </w:r>
      <w:r>
        <w:rPr>
          <w:snapToGrid w:val="0"/>
        </w:rPr>
        <w:t>’</w:t>
      </w:r>
      <w:r w:rsidRPr="00131C86">
        <w:rPr>
          <w:snapToGrid w:val="0"/>
        </w:rPr>
        <w:t>essai. Ces données doivent être conformes aux limites définies au tableau 3.</w:t>
      </w:r>
    </w:p>
    <w:p w14:paraId="512EBE22" w14:textId="77777777" w:rsidR="000B7653" w:rsidRDefault="000B7653" w:rsidP="000B7653">
      <w:pPr>
        <w:pStyle w:val="SingleTxtG"/>
        <w:rPr>
          <w:snapToGrid w:val="0"/>
        </w:rPr>
      </w:pPr>
      <w:r>
        <w:rPr>
          <w:noProof/>
        </w:rPr>
        <w:drawing>
          <wp:inline distT="0" distB="0" distL="0" distR="0" wp14:anchorId="486008A4" wp14:editId="273866A7">
            <wp:extent cx="5400000" cy="2714400"/>
            <wp:effectExtent l="0" t="0" r="0" b="0"/>
            <wp:docPr id="220" name="Imag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109BA" w14:textId="77777777" w:rsidR="00876BE0" w:rsidRDefault="00876BE0" w:rsidP="000B7653">
      <w:pPr>
        <w:pStyle w:val="Titre1"/>
        <w:spacing w:before="120"/>
        <w:rPr>
          <w:snapToGrid w:val="0"/>
        </w:rPr>
      </w:pPr>
      <w:r w:rsidRPr="00131C86">
        <w:t>Figure 6</w:t>
      </w:r>
      <w:r w:rsidR="000B7653">
        <w:rPr>
          <w:snapToGrid w:val="0"/>
        </w:rPr>
        <w:br/>
      </w:r>
      <w:r w:rsidRPr="000B7653">
        <w:rPr>
          <w:b/>
          <w:snapToGrid w:val="0"/>
        </w:rPr>
        <w:t xml:space="preserve">Montage permettant de mesurer la répartition de l’intensité lumineuse et définition </w:t>
      </w:r>
      <w:r w:rsidR="00C86703">
        <w:rPr>
          <w:b/>
          <w:snapToGrid w:val="0"/>
        </w:rPr>
        <w:br/>
      </w:r>
      <w:r w:rsidRPr="000B7653">
        <w:rPr>
          <w:b/>
          <w:snapToGrid w:val="0"/>
        </w:rPr>
        <w:t xml:space="preserve">des plans C et de la direction </w:t>
      </w:r>
      <w:r w:rsidRPr="000B7653">
        <w:rPr>
          <w:rFonts w:ascii="Symbol" w:hAnsi="Symbol"/>
          <w:b/>
          <w:snapToGrid w:val="0"/>
        </w:rPr>
        <w:t></w:t>
      </w:r>
    </w:p>
    <w:p w14:paraId="1F1EE336" w14:textId="77777777" w:rsidR="00876BE0" w:rsidRDefault="00876BE0" w:rsidP="00F4424E">
      <w:pPr>
        <w:pStyle w:val="SingleTxtG"/>
        <w:spacing w:before="120"/>
        <w:rPr>
          <w:snapToGrid w:val="0"/>
        </w:rPr>
      </w:pPr>
      <w:r w:rsidRPr="008324D9">
        <w:rPr>
          <w:snapToGrid w:val="0"/>
        </w:rPr>
        <w:t xml:space="preserve">Plans C : </w:t>
      </w:r>
      <w:r w:rsidR="00C86703">
        <w:rPr>
          <w:snapToGrid w:val="0"/>
        </w:rPr>
        <w:t>v</w:t>
      </w:r>
      <w:r w:rsidRPr="008324D9">
        <w:rPr>
          <w:snapToGrid w:val="0"/>
        </w:rPr>
        <w:t>oir la publication 70-1987 de la CIE intitulée “</w:t>
      </w:r>
      <w:r w:rsidRPr="008324D9">
        <w:rPr>
          <w:i/>
          <w:snapToGrid w:val="0"/>
        </w:rPr>
        <w:t xml:space="preserve">The </w:t>
      </w:r>
      <w:proofErr w:type="spellStart"/>
      <w:r w:rsidRPr="008324D9">
        <w:rPr>
          <w:i/>
          <w:snapToGrid w:val="0"/>
        </w:rPr>
        <w:t>measurement</w:t>
      </w:r>
      <w:proofErr w:type="spellEnd"/>
      <w:r w:rsidRPr="008324D9">
        <w:rPr>
          <w:i/>
          <w:snapToGrid w:val="0"/>
        </w:rPr>
        <w:t xml:space="preserve"> of </w:t>
      </w:r>
      <w:proofErr w:type="spellStart"/>
      <w:r w:rsidRPr="008324D9">
        <w:rPr>
          <w:i/>
          <w:snapToGrid w:val="0"/>
        </w:rPr>
        <w:t>absolute</w:t>
      </w:r>
      <w:proofErr w:type="spellEnd"/>
      <w:r w:rsidRPr="008324D9">
        <w:rPr>
          <w:i/>
          <w:snapToGrid w:val="0"/>
        </w:rPr>
        <w:t xml:space="preserve"> </w:t>
      </w:r>
      <w:proofErr w:type="spellStart"/>
      <w:r w:rsidRPr="008324D9">
        <w:rPr>
          <w:i/>
          <w:snapToGrid w:val="0"/>
        </w:rPr>
        <w:t>luminous</w:t>
      </w:r>
      <w:proofErr w:type="spellEnd"/>
      <w:r w:rsidRPr="008324D9">
        <w:rPr>
          <w:i/>
          <w:snapToGrid w:val="0"/>
        </w:rPr>
        <w:t xml:space="preserve"> </w:t>
      </w:r>
      <w:proofErr w:type="spellStart"/>
      <w:r w:rsidRPr="008324D9">
        <w:rPr>
          <w:i/>
          <w:snapToGrid w:val="0"/>
        </w:rPr>
        <w:t>in</w:t>
      </w:r>
      <w:r w:rsidRPr="001E2A0C">
        <w:rPr>
          <w:i/>
          <w:snapToGrid w:val="0"/>
        </w:rPr>
        <w:t>tensity</w:t>
      </w:r>
      <w:proofErr w:type="spellEnd"/>
      <w:r w:rsidRPr="001E2A0C">
        <w:rPr>
          <w:i/>
          <w:snapToGrid w:val="0"/>
        </w:rPr>
        <w:t xml:space="preserve"> distributions</w:t>
      </w:r>
      <w:r w:rsidRPr="00131C86">
        <w:rPr>
          <w:snapToGrid w:val="0"/>
        </w:rPr>
        <w:t>”.</w:t>
      </w:r>
    </w:p>
    <w:p w14:paraId="7EFF62C2" w14:textId="77777777" w:rsidR="00DD20D6" w:rsidRPr="00B3183C" w:rsidRDefault="00876BE0" w:rsidP="00DD20D6">
      <w:pPr>
        <w:pStyle w:val="SingleTxtG"/>
        <w:pBdr>
          <w:bottom w:val="single" w:sz="4" w:space="1" w:color="auto"/>
        </w:pBdr>
        <w:tabs>
          <w:tab w:val="left" w:pos="3402"/>
          <w:tab w:val="right" w:pos="9533"/>
        </w:tabs>
        <w:ind w:right="-1"/>
        <w:jc w:val="left"/>
        <w:rPr>
          <w:rFonts w:eastAsia="MS Mincho"/>
        </w:rPr>
      </w:pPr>
      <w:r>
        <w:rPr>
          <w:bCs/>
          <w:snapToGrid w:val="0"/>
        </w:rPr>
        <w:br w:type="page"/>
      </w:r>
      <w:r w:rsidR="00DD20D6" w:rsidRPr="00AE151D">
        <w:rPr>
          <w:rFonts w:eastAsia="MS Mincho"/>
        </w:rPr>
        <w:lastRenderedPageBreak/>
        <w:tab/>
      </w:r>
      <w:r w:rsidR="00DD20D6">
        <w:rPr>
          <w:rFonts w:eastAsia="MS Mincho"/>
          <w:b/>
        </w:rPr>
        <w:t xml:space="preserve">Catégories </w:t>
      </w:r>
      <w:r w:rsidR="00DD20D6" w:rsidRPr="00131C86">
        <w:rPr>
          <w:b/>
        </w:rPr>
        <w:t>H11/LED</w:t>
      </w:r>
      <w:r w:rsidR="00DD20D6" w:rsidRPr="00AE151D">
        <w:rPr>
          <w:rFonts w:eastAsia="MS Mincho"/>
          <w:b/>
        </w:rPr>
        <w:tab/>
      </w:r>
      <w:r w:rsidR="00DD20D6" w:rsidRPr="00E020CA">
        <w:rPr>
          <w:b/>
          <w:lang w:val="fr-CA"/>
        </w:rPr>
        <w:t xml:space="preserve">Feuille </w:t>
      </w:r>
      <w:r w:rsidR="00DD20D6" w:rsidRPr="00131C86">
        <w:rPr>
          <w:b/>
        </w:rPr>
        <w:t>H11/LED/</w:t>
      </w:r>
      <w:r w:rsidR="00DD20D6">
        <w:rPr>
          <w:b/>
        </w:rPr>
        <w:t>6</w:t>
      </w:r>
    </w:p>
    <w:p w14:paraId="267CAC02" w14:textId="77777777" w:rsidR="00876BE0" w:rsidRPr="008324D9" w:rsidRDefault="00FE4A14" w:rsidP="009C1F2F">
      <w:pPr>
        <w:pStyle w:val="Titre1"/>
        <w:spacing w:before="100" w:after="100"/>
        <w:rPr>
          <w:snapToGrid w:val="0"/>
        </w:rPr>
      </w:pPr>
      <w:r>
        <w:rPr>
          <w:snapToGrid w:val="0"/>
        </w:rPr>
        <w:t>T</w:t>
      </w:r>
      <w:r w:rsidR="00876BE0" w:rsidRPr="00131C86">
        <w:rPr>
          <w:snapToGrid w:val="0"/>
        </w:rPr>
        <w:t>ableau 3 – Partie 1</w:t>
      </w:r>
      <w:r w:rsidR="008324D9">
        <w:rPr>
          <w:snapToGrid w:val="0"/>
        </w:rPr>
        <w:br/>
      </w:r>
      <w:r w:rsidR="00876BE0" w:rsidRPr="00C809E3">
        <w:rPr>
          <w:b/>
          <w:snapToGrid w:val="0"/>
        </w:rPr>
        <w:t xml:space="preserve">Valeurs − mesurées aux points d’essai − de l’intensité normalisée </w:t>
      </w:r>
      <w:r w:rsidR="00C809E3">
        <w:rPr>
          <w:b/>
          <w:snapToGrid w:val="0"/>
        </w:rPr>
        <w:br/>
      </w:r>
      <w:r w:rsidR="00876BE0" w:rsidRPr="00C809E3">
        <w:rPr>
          <w:b/>
          <w:snapToGrid w:val="0"/>
        </w:rPr>
        <w:t>(partie noircie de l’ampoule)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3119"/>
        <w:gridCol w:w="3119"/>
      </w:tblGrid>
      <w:tr w:rsidR="00876BE0" w:rsidRPr="00131C86" w14:paraId="74929E37" w14:textId="77777777" w:rsidTr="00F23968">
        <w:trPr>
          <w:trHeight w:hRule="exact" w:val="308"/>
          <w:jc w:val="center"/>
        </w:trPr>
        <w:tc>
          <w:tcPr>
            <w:tcW w:w="7371" w:type="dxa"/>
            <w:gridSpan w:val="3"/>
          </w:tcPr>
          <w:p w14:paraId="17DF8233" w14:textId="77777777" w:rsidR="00876BE0" w:rsidRPr="009B4107" w:rsidRDefault="00876BE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Source lumineuse à DEL de fabrication courante et source lumineuse à DEL étalon</w:t>
            </w:r>
          </w:p>
        </w:tc>
      </w:tr>
      <w:tr w:rsidR="00876BE0" w:rsidRPr="00131C86" w14:paraId="440B738D" w14:textId="77777777" w:rsidTr="00F23968">
        <w:trPr>
          <w:trHeight w:hRule="exact" w:val="308"/>
          <w:jc w:val="center"/>
        </w:trPr>
        <w:tc>
          <w:tcPr>
            <w:tcW w:w="1133" w:type="dxa"/>
          </w:tcPr>
          <w:p w14:paraId="37CC8CF5" w14:textId="77777777" w:rsidR="00876BE0" w:rsidRPr="009B4107" w:rsidRDefault="00876BE0" w:rsidP="004A6850">
            <w:pPr>
              <w:spacing w:before="60" w:after="60" w:line="200" w:lineRule="exact"/>
              <w:jc w:val="center"/>
              <w:rPr>
                <w:rFonts w:ascii="Symbol" w:hAnsi="Symbol"/>
              </w:rPr>
            </w:pPr>
          </w:p>
        </w:tc>
        <w:tc>
          <w:tcPr>
            <w:tcW w:w="3119" w:type="dxa"/>
          </w:tcPr>
          <w:p w14:paraId="3D4858EA" w14:textId="77777777" w:rsidR="00876BE0" w:rsidRPr="009B4107" w:rsidRDefault="00876BE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Intensité minimale en cd/1 000 lm</w:t>
            </w:r>
          </w:p>
        </w:tc>
        <w:tc>
          <w:tcPr>
            <w:tcW w:w="3119" w:type="dxa"/>
          </w:tcPr>
          <w:p w14:paraId="1B87CE8B" w14:textId="77777777" w:rsidR="00876BE0" w:rsidRPr="009B4107" w:rsidRDefault="00876BE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Intensité maximale en cd/1 000 lm</w:t>
            </w:r>
          </w:p>
        </w:tc>
      </w:tr>
      <w:tr w:rsidR="00876BE0" w:rsidRPr="00131C86" w14:paraId="48FD8041" w14:textId="77777777" w:rsidTr="00F23968">
        <w:trPr>
          <w:trHeight w:val="231"/>
          <w:jc w:val="center"/>
        </w:trPr>
        <w:tc>
          <w:tcPr>
            <w:tcW w:w="1133" w:type="dxa"/>
          </w:tcPr>
          <w:p w14:paraId="065CC5E3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rFonts w:ascii="Symbol" w:hAnsi="Symbol"/>
              </w:rPr>
              <w:t></w:t>
            </w:r>
          </w:p>
        </w:tc>
        <w:tc>
          <w:tcPr>
            <w:tcW w:w="3119" w:type="dxa"/>
            <w:shd w:val="clear" w:color="auto" w:fill="FFFFFF"/>
          </w:tcPr>
          <w:p w14:paraId="30204AE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bCs/>
                <w:szCs w:val="24"/>
              </w:rPr>
              <w:t>C</w:t>
            </w:r>
            <w:r w:rsidRPr="00131C86">
              <w:rPr>
                <w:bCs/>
                <w:szCs w:val="24"/>
                <w:vertAlign w:val="subscript"/>
              </w:rPr>
              <w:t>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90</w:t>
            </w:r>
            <w:r w:rsidRPr="00131C86">
              <w:rPr>
                <w:bCs/>
                <w:szCs w:val="24"/>
              </w:rPr>
              <w:t xml:space="preserve">, </w:t>
            </w:r>
            <w:r w:rsidRPr="00131C86">
              <w:t>C</w:t>
            </w:r>
            <w:r w:rsidRPr="00131C86">
              <w:rPr>
                <w:vertAlign w:val="subscript"/>
              </w:rPr>
              <w:t>180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270</w:t>
            </w:r>
          </w:p>
        </w:tc>
        <w:tc>
          <w:tcPr>
            <w:tcW w:w="3119" w:type="dxa"/>
            <w:shd w:val="clear" w:color="auto" w:fill="FFFFFF"/>
          </w:tcPr>
          <w:p w14:paraId="61E5D3DC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bCs/>
                <w:szCs w:val="24"/>
              </w:rPr>
              <w:t>C</w:t>
            </w:r>
            <w:r w:rsidRPr="00131C86">
              <w:rPr>
                <w:bCs/>
                <w:szCs w:val="24"/>
                <w:vertAlign w:val="subscript"/>
              </w:rPr>
              <w:t>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90</w:t>
            </w:r>
            <w:r w:rsidRPr="00131C86">
              <w:rPr>
                <w:bCs/>
                <w:szCs w:val="24"/>
              </w:rPr>
              <w:t xml:space="preserve">, </w:t>
            </w:r>
            <w:r w:rsidRPr="00131C86">
              <w:t>C</w:t>
            </w:r>
            <w:r w:rsidRPr="00131C86">
              <w:rPr>
                <w:vertAlign w:val="subscript"/>
              </w:rPr>
              <w:t>180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270</w:t>
            </w:r>
          </w:p>
        </w:tc>
      </w:tr>
      <w:tr w:rsidR="00876BE0" w:rsidRPr="00131C86" w14:paraId="0B8E7BCD" w14:textId="77777777" w:rsidTr="00F23968">
        <w:trPr>
          <w:trHeight w:val="245"/>
          <w:jc w:val="center"/>
        </w:trPr>
        <w:tc>
          <w:tcPr>
            <w:tcW w:w="1133" w:type="dxa"/>
          </w:tcPr>
          <w:p w14:paraId="402E159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0°</w:t>
            </w:r>
          </w:p>
        </w:tc>
        <w:tc>
          <w:tcPr>
            <w:tcW w:w="3119" w:type="dxa"/>
            <w:shd w:val="clear" w:color="auto" w:fill="FFFFFF"/>
          </w:tcPr>
          <w:p w14:paraId="42FEB20C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proofErr w:type="spellStart"/>
            <w:r>
              <w:t>s.o</w:t>
            </w:r>
            <w:proofErr w:type="spellEnd"/>
            <w:r>
              <w:t>.</w:t>
            </w:r>
          </w:p>
        </w:tc>
        <w:tc>
          <w:tcPr>
            <w:tcW w:w="3119" w:type="dxa"/>
            <w:shd w:val="clear" w:color="auto" w:fill="FFFFFF"/>
          </w:tcPr>
          <w:p w14:paraId="400143B0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10</w:t>
            </w:r>
          </w:p>
        </w:tc>
      </w:tr>
      <w:tr w:rsidR="00876BE0" w:rsidRPr="00131C86" w14:paraId="506FE2CA" w14:textId="77777777" w:rsidTr="00F23968">
        <w:trPr>
          <w:trHeight w:val="245"/>
          <w:jc w:val="center"/>
        </w:trPr>
        <w:tc>
          <w:tcPr>
            <w:tcW w:w="1133" w:type="dxa"/>
          </w:tcPr>
          <w:p w14:paraId="7430182C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10°</w:t>
            </w:r>
          </w:p>
        </w:tc>
        <w:tc>
          <w:tcPr>
            <w:tcW w:w="3119" w:type="dxa"/>
            <w:shd w:val="clear" w:color="auto" w:fill="FFFFFF"/>
          </w:tcPr>
          <w:p w14:paraId="741C52BB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proofErr w:type="spellStart"/>
            <w:r>
              <w:t>s.o</w:t>
            </w:r>
            <w:proofErr w:type="spellEnd"/>
            <w:r>
              <w:t>.</w:t>
            </w:r>
          </w:p>
        </w:tc>
        <w:tc>
          <w:tcPr>
            <w:tcW w:w="3119" w:type="dxa"/>
            <w:shd w:val="clear" w:color="auto" w:fill="FFFFFF"/>
          </w:tcPr>
          <w:p w14:paraId="7D9ECEC9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10</w:t>
            </w:r>
          </w:p>
        </w:tc>
      </w:tr>
      <w:tr w:rsidR="00876BE0" w:rsidRPr="00131C86" w14:paraId="17C2CCAA" w14:textId="77777777" w:rsidTr="00F23968">
        <w:trPr>
          <w:trHeight w:val="245"/>
          <w:jc w:val="center"/>
        </w:trPr>
        <w:tc>
          <w:tcPr>
            <w:tcW w:w="1133" w:type="dxa"/>
          </w:tcPr>
          <w:p w14:paraId="6F5C3D4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20°</w:t>
            </w:r>
          </w:p>
        </w:tc>
        <w:tc>
          <w:tcPr>
            <w:tcW w:w="3119" w:type="dxa"/>
            <w:shd w:val="clear" w:color="auto" w:fill="FFFFFF"/>
          </w:tcPr>
          <w:p w14:paraId="40A74A65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proofErr w:type="spellStart"/>
            <w:r>
              <w:t>s.o</w:t>
            </w:r>
            <w:proofErr w:type="spellEnd"/>
            <w:r>
              <w:t>.</w:t>
            </w:r>
          </w:p>
        </w:tc>
        <w:tc>
          <w:tcPr>
            <w:tcW w:w="3119" w:type="dxa"/>
            <w:shd w:val="clear" w:color="auto" w:fill="FFFFFF"/>
          </w:tcPr>
          <w:p w14:paraId="6CDDE5B9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10</w:t>
            </w:r>
          </w:p>
        </w:tc>
      </w:tr>
      <w:tr w:rsidR="00876BE0" w:rsidRPr="00131C86" w14:paraId="0B909057" w14:textId="77777777" w:rsidTr="00F23968">
        <w:trPr>
          <w:trHeight w:val="245"/>
          <w:jc w:val="center"/>
        </w:trPr>
        <w:tc>
          <w:tcPr>
            <w:tcW w:w="1133" w:type="dxa"/>
          </w:tcPr>
          <w:p w14:paraId="2732634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30°</w:t>
            </w:r>
          </w:p>
        </w:tc>
        <w:tc>
          <w:tcPr>
            <w:tcW w:w="3119" w:type="dxa"/>
            <w:shd w:val="clear" w:color="auto" w:fill="FFFFFF"/>
          </w:tcPr>
          <w:p w14:paraId="5318A77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proofErr w:type="spellStart"/>
            <w:r>
              <w:t>s.o</w:t>
            </w:r>
            <w:proofErr w:type="spellEnd"/>
            <w:r>
              <w:t>.</w:t>
            </w:r>
          </w:p>
        </w:tc>
        <w:tc>
          <w:tcPr>
            <w:tcW w:w="3119" w:type="dxa"/>
            <w:shd w:val="clear" w:color="auto" w:fill="FFFFFF"/>
          </w:tcPr>
          <w:p w14:paraId="73DD4AEE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10</w:t>
            </w:r>
          </w:p>
        </w:tc>
      </w:tr>
    </w:tbl>
    <w:p w14:paraId="43FE0118" w14:textId="77777777" w:rsidR="00876BE0" w:rsidRPr="00131C86" w:rsidRDefault="00876BE0" w:rsidP="009C1F2F">
      <w:pPr>
        <w:pStyle w:val="SingleTxtG"/>
        <w:spacing w:before="100" w:line="220" w:lineRule="atLeast"/>
        <w:ind w:firstLine="567"/>
        <w:rPr>
          <w:bCs/>
          <w:snapToGrid w:val="0"/>
        </w:rPr>
      </w:pPr>
      <w:r w:rsidRPr="00131C86">
        <w:t>La répartition de l</w:t>
      </w:r>
      <w:r>
        <w:t>’</w:t>
      </w:r>
      <w:r w:rsidRPr="00131C86">
        <w:t>intensité lumineuse telle qu</w:t>
      </w:r>
      <w:r>
        <w:t>’</w:t>
      </w:r>
      <w:r w:rsidRPr="00131C86">
        <w:t xml:space="preserve">elle est décrite </w:t>
      </w:r>
      <w:r>
        <w:t>dans le</w:t>
      </w:r>
      <w:r w:rsidRPr="00131C86">
        <w:t xml:space="preserve"> tableau 3 </w:t>
      </w:r>
      <w:r w:rsidR="00BD0325">
        <w:t>− p</w:t>
      </w:r>
      <w:r w:rsidRPr="00131C86">
        <w:t xml:space="preserve">artie 1 doit être sensiblement uniforme, </w:t>
      </w:r>
      <w:r>
        <w:t>c’est-à-dire</w:t>
      </w:r>
      <w:r w:rsidRPr="00131C86">
        <w:t xml:space="preserve"> qu</w:t>
      </w:r>
      <w:r>
        <w:t>’</w:t>
      </w:r>
      <w:r w:rsidRPr="00131C86">
        <w:t>entre deux points adjacents de la grille</w:t>
      </w:r>
      <w:r>
        <w:t>,</w:t>
      </w:r>
      <w:r w:rsidRPr="00131C86">
        <w:t xml:space="preserve"> l</w:t>
      </w:r>
      <w:r>
        <w:t>’</w:t>
      </w:r>
      <w:r w:rsidRPr="00131C86">
        <w:t>intensité lumineuse relative est calculée par interpolation linéaire</w:t>
      </w:r>
      <w:r w:rsidRPr="00521C35">
        <w:rPr>
          <w:lang w:val="fr-CA"/>
        </w:rPr>
        <w:t xml:space="preserve"> à partir des deux points adjacents de la grille</w:t>
      </w:r>
      <w:r w:rsidRPr="00131C86">
        <w:t>. En cas de doute, cette vérification peut être effectuée en plus de celle des points de la grille indiqués au tableau 3 – partie 1.</w:t>
      </w:r>
    </w:p>
    <w:p w14:paraId="027CC4FF" w14:textId="77777777" w:rsidR="00876BE0" w:rsidRDefault="00876BE0" w:rsidP="009C1F2F">
      <w:pPr>
        <w:pStyle w:val="Notedebasdepage"/>
        <w:spacing w:before="100"/>
        <w:ind w:firstLine="170"/>
        <w:rPr>
          <w:bCs/>
          <w:i/>
          <w:snapToGrid w:val="0"/>
        </w:rPr>
      </w:pPr>
      <w:r w:rsidRPr="00131C86">
        <w:rPr>
          <w:bCs/>
          <w:i/>
          <w:snapToGrid w:val="0"/>
        </w:rPr>
        <w:t>Note</w:t>
      </w:r>
      <w:r w:rsidR="008324D9">
        <w:rPr>
          <w:bCs/>
          <w:i/>
          <w:snapToGrid w:val="0"/>
        </w:rPr>
        <w:t> </w:t>
      </w:r>
      <w:r w:rsidRPr="00131C86">
        <w:rPr>
          <w:bCs/>
          <w:i/>
          <w:snapToGrid w:val="0"/>
        </w:rPr>
        <w:t>: La plage angulaire du tableau 3 – partie 1 est équivalente à la partie noircie de l</w:t>
      </w:r>
      <w:r>
        <w:rPr>
          <w:bCs/>
          <w:i/>
          <w:snapToGrid w:val="0"/>
        </w:rPr>
        <w:t>’</w:t>
      </w:r>
      <w:r w:rsidRPr="00131C86">
        <w:rPr>
          <w:bCs/>
          <w:i/>
          <w:snapToGrid w:val="0"/>
        </w:rPr>
        <w:t xml:space="preserve">ampoule de la source lumineuse à incandescence </w:t>
      </w:r>
      <w:r>
        <w:rPr>
          <w:bCs/>
          <w:i/>
          <w:snapToGrid w:val="0"/>
        </w:rPr>
        <w:t>H11 de catégorie équivalente</w:t>
      </w:r>
      <w:r w:rsidRPr="00131C86">
        <w:rPr>
          <w:bCs/>
          <w:i/>
          <w:snapToGrid w:val="0"/>
        </w:rPr>
        <w:t xml:space="preserve">, </w:t>
      </w:r>
      <w:r>
        <w:rPr>
          <w:bCs/>
          <w:i/>
          <w:snapToGrid w:val="0"/>
        </w:rPr>
        <w:t>qui correspond</w:t>
      </w:r>
      <w:r w:rsidRPr="00131C86">
        <w:rPr>
          <w:bCs/>
          <w:i/>
          <w:snapToGrid w:val="0"/>
        </w:rPr>
        <w:t xml:space="preserve"> à</w:t>
      </w:r>
      <w:r>
        <w:rPr>
          <w:bCs/>
          <w:i/>
          <w:snapToGrid w:val="0"/>
        </w:rPr>
        <w:t xml:space="preserve"> l’angle</w:t>
      </w:r>
      <w:r w:rsidRPr="00131C86">
        <w:rPr>
          <w:bCs/>
          <w:i/>
          <w:snapToGrid w:val="0"/>
        </w:rPr>
        <w:t xml:space="preserve"> </w:t>
      </w:r>
      <w:r w:rsidRPr="00131C86">
        <w:rPr>
          <w:rFonts w:ascii="Symbol" w:hAnsi="Symbol"/>
          <w:bCs/>
          <w:i/>
          <w:snapToGrid w:val="0"/>
        </w:rPr>
        <w:t></w:t>
      </w:r>
      <w:r w:rsidRPr="00131C86">
        <w:rPr>
          <w:bCs/>
          <w:i/>
          <w:snapToGrid w:val="0"/>
          <w:vertAlign w:val="subscript"/>
        </w:rPr>
        <w:t>3</w:t>
      </w:r>
      <w:r w:rsidRPr="00131C86">
        <w:rPr>
          <w:bCs/>
          <w:i/>
          <w:snapToGrid w:val="0"/>
        </w:rPr>
        <w:t xml:space="preserve"> dans la feuille H11/3.</w:t>
      </w:r>
    </w:p>
    <w:p w14:paraId="079E24DC" w14:textId="77777777" w:rsidR="00876BE0" w:rsidRPr="003F1131" w:rsidRDefault="00876BE0" w:rsidP="009C1F2F">
      <w:pPr>
        <w:pStyle w:val="Titre1"/>
        <w:spacing w:before="100" w:after="100"/>
        <w:rPr>
          <w:snapToGrid w:val="0"/>
        </w:rPr>
      </w:pPr>
      <w:r w:rsidRPr="00131C86">
        <w:rPr>
          <w:snapToGrid w:val="0"/>
        </w:rPr>
        <w:t>Tableau 3 – Partie 2</w:t>
      </w:r>
      <w:r w:rsidR="003F1131">
        <w:rPr>
          <w:snapToGrid w:val="0"/>
        </w:rPr>
        <w:br/>
      </w:r>
      <w:r w:rsidRPr="00C809E3">
        <w:rPr>
          <w:b/>
          <w:snapToGrid w:val="0"/>
          <w:spacing w:val="-2"/>
        </w:rPr>
        <w:t xml:space="preserve">Valeurs − mesurées aux points d’essai − de l’intensité normalisée </w:t>
      </w:r>
      <w:r w:rsidR="00C809E3">
        <w:rPr>
          <w:b/>
          <w:snapToGrid w:val="0"/>
          <w:spacing w:val="-2"/>
        </w:rPr>
        <w:br/>
      </w:r>
      <w:r w:rsidRPr="00C809E3">
        <w:rPr>
          <w:b/>
          <w:snapToGrid w:val="0"/>
          <w:spacing w:val="-2"/>
        </w:rPr>
        <w:t>(surface exempte de distorsion)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3119"/>
        <w:gridCol w:w="3119"/>
      </w:tblGrid>
      <w:tr w:rsidR="004A6850" w:rsidRPr="00131C86" w14:paraId="5A99EBCC" w14:textId="77777777" w:rsidTr="002B5896">
        <w:trPr>
          <w:trHeight w:hRule="exact" w:val="316"/>
          <w:jc w:val="center"/>
        </w:trPr>
        <w:tc>
          <w:tcPr>
            <w:tcW w:w="7371" w:type="dxa"/>
            <w:gridSpan w:val="3"/>
          </w:tcPr>
          <w:p w14:paraId="58F8C492" w14:textId="77777777" w:rsidR="004A6850" w:rsidRPr="009B4107" w:rsidRDefault="004A685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Source lumineuse à DEL de fabrication courante et source lumineuse à DEL étalon</w:t>
            </w:r>
          </w:p>
        </w:tc>
      </w:tr>
      <w:tr w:rsidR="00876BE0" w:rsidRPr="00131C86" w14:paraId="09E9A444" w14:textId="77777777" w:rsidTr="003E5B89">
        <w:trPr>
          <w:trHeight w:hRule="exact" w:val="316"/>
          <w:jc w:val="center"/>
        </w:trPr>
        <w:tc>
          <w:tcPr>
            <w:tcW w:w="1133" w:type="dxa"/>
          </w:tcPr>
          <w:p w14:paraId="5DF7C8B3" w14:textId="77777777" w:rsidR="00876BE0" w:rsidRPr="009B4107" w:rsidRDefault="00876BE0" w:rsidP="004A6850">
            <w:pPr>
              <w:spacing w:before="60" w:after="60" w:line="200" w:lineRule="exact"/>
              <w:jc w:val="center"/>
              <w:rPr>
                <w:rFonts w:ascii="Symbol" w:hAnsi="Symbol"/>
              </w:rPr>
            </w:pPr>
          </w:p>
        </w:tc>
        <w:tc>
          <w:tcPr>
            <w:tcW w:w="3119" w:type="dxa"/>
          </w:tcPr>
          <w:p w14:paraId="05DB61D5" w14:textId="77777777" w:rsidR="00876BE0" w:rsidRPr="009B4107" w:rsidRDefault="00876BE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Intensité minimale en cd/1 000 lm</w:t>
            </w:r>
          </w:p>
        </w:tc>
        <w:tc>
          <w:tcPr>
            <w:tcW w:w="3119" w:type="dxa"/>
          </w:tcPr>
          <w:p w14:paraId="4C44E3F2" w14:textId="77777777" w:rsidR="00876BE0" w:rsidRPr="009B4107" w:rsidRDefault="00876BE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Intensité maximale en cd/1 000 lm</w:t>
            </w:r>
          </w:p>
        </w:tc>
      </w:tr>
      <w:tr w:rsidR="00876BE0" w:rsidRPr="00131C86" w14:paraId="1F8E8CB9" w14:textId="77777777" w:rsidTr="003E5B89">
        <w:trPr>
          <w:trHeight w:val="238"/>
          <w:jc w:val="center"/>
        </w:trPr>
        <w:tc>
          <w:tcPr>
            <w:tcW w:w="1133" w:type="dxa"/>
          </w:tcPr>
          <w:p w14:paraId="634F8703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rFonts w:ascii="Symbol" w:hAnsi="Symbol"/>
              </w:rPr>
              <w:t></w:t>
            </w:r>
          </w:p>
        </w:tc>
        <w:tc>
          <w:tcPr>
            <w:tcW w:w="3119" w:type="dxa"/>
            <w:shd w:val="clear" w:color="auto" w:fill="FFFFFF"/>
          </w:tcPr>
          <w:p w14:paraId="7CFB74C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bCs/>
                <w:szCs w:val="24"/>
              </w:rPr>
              <w:t>C</w:t>
            </w:r>
            <w:r w:rsidRPr="00131C86">
              <w:rPr>
                <w:bCs/>
                <w:szCs w:val="24"/>
                <w:vertAlign w:val="subscript"/>
              </w:rPr>
              <w:t>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90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270</w:t>
            </w:r>
          </w:p>
        </w:tc>
        <w:tc>
          <w:tcPr>
            <w:tcW w:w="3119" w:type="dxa"/>
            <w:shd w:val="clear" w:color="auto" w:fill="FFFFFF"/>
          </w:tcPr>
          <w:p w14:paraId="55BBC55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bCs/>
                <w:szCs w:val="24"/>
              </w:rPr>
              <w:t>C</w:t>
            </w:r>
            <w:r w:rsidRPr="00131C86">
              <w:rPr>
                <w:bCs/>
                <w:szCs w:val="24"/>
                <w:vertAlign w:val="subscript"/>
              </w:rPr>
              <w:t>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90</w:t>
            </w:r>
            <w:r w:rsidRPr="00131C86">
              <w:rPr>
                <w:bCs/>
                <w:szCs w:val="24"/>
              </w:rPr>
              <w:t>, C</w:t>
            </w:r>
            <w:r w:rsidRPr="00131C86">
              <w:rPr>
                <w:bCs/>
                <w:szCs w:val="24"/>
                <w:vertAlign w:val="subscript"/>
              </w:rPr>
              <w:t>270</w:t>
            </w:r>
          </w:p>
        </w:tc>
      </w:tr>
      <w:tr w:rsidR="00876BE0" w:rsidRPr="00131C86" w14:paraId="0F4BD153" w14:textId="77777777" w:rsidTr="003E5B89">
        <w:trPr>
          <w:trHeight w:val="252"/>
          <w:jc w:val="center"/>
        </w:trPr>
        <w:tc>
          <w:tcPr>
            <w:tcW w:w="1133" w:type="dxa"/>
          </w:tcPr>
          <w:p w14:paraId="3AB9612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50°</w:t>
            </w:r>
          </w:p>
        </w:tc>
        <w:tc>
          <w:tcPr>
            <w:tcW w:w="3119" w:type="dxa"/>
            <w:shd w:val="clear" w:color="auto" w:fill="FFFFFF"/>
          </w:tcPr>
          <w:p w14:paraId="74D228F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3D7A138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1817069E" w14:textId="77777777" w:rsidTr="003E5B89">
        <w:trPr>
          <w:trHeight w:val="252"/>
          <w:jc w:val="center"/>
        </w:trPr>
        <w:tc>
          <w:tcPr>
            <w:tcW w:w="1133" w:type="dxa"/>
          </w:tcPr>
          <w:p w14:paraId="6AAA283A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60°</w:t>
            </w:r>
          </w:p>
        </w:tc>
        <w:tc>
          <w:tcPr>
            <w:tcW w:w="3119" w:type="dxa"/>
            <w:shd w:val="clear" w:color="auto" w:fill="FFFFFF"/>
          </w:tcPr>
          <w:p w14:paraId="1CD6396D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6165C3D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0ACF0065" w14:textId="77777777" w:rsidTr="003E5B89">
        <w:trPr>
          <w:trHeight w:val="252"/>
          <w:jc w:val="center"/>
        </w:trPr>
        <w:tc>
          <w:tcPr>
            <w:tcW w:w="1133" w:type="dxa"/>
          </w:tcPr>
          <w:p w14:paraId="4665AA5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70°</w:t>
            </w:r>
          </w:p>
        </w:tc>
        <w:tc>
          <w:tcPr>
            <w:tcW w:w="3119" w:type="dxa"/>
            <w:shd w:val="clear" w:color="auto" w:fill="FFFFFF"/>
          </w:tcPr>
          <w:p w14:paraId="4545E99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261EE8A0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62D4EC8F" w14:textId="77777777" w:rsidTr="003E5B89">
        <w:trPr>
          <w:trHeight w:val="252"/>
          <w:jc w:val="center"/>
        </w:trPr>
        <w:tc>
          <w:tcPr>
            <w:tcW w:w="1133" w:type="dxa"/>
          </w:tcPr>
          <w:p w14:paraId="424ED3F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80°</w:t>
            </w:r>
          </w:p>
        </w:tc>
        <w:tc>
          <w:tcPr>
            <w:tcW w:w="3119" w:type="dxa"/>
            <w:shd w:val="clear" w:color="auto" w:fill="FFFFFF"/>
          </w:tcPr>
          <w:p w14:paraId="6527A50B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3CF374C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16386D2B" w14:textId="77777777" w:rsidTr="003E5B89">
        <w:trPr>
          <w:trHeight w:val="252"/>
          <w:jc w:val="center"/>
        </w:trPr>
        <w:tc>
          <w:tcPr>
            <w:tcW w:w="1133" w:type="dxa"/>
          </w:tcPr>
          <w:p w14:paraId="1D840F1B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90°</w:t>
            </w:r>
          </w:p>
        </w:tc>
        <w:tc>
          <w:tcPr>
            <w:tcW w:w="3119" w:type="dxa"/>
            <w:shd w:val="clear" w:color="auto" w:fill="FFFFFF"/>
          </w:tcPr>
          <w:p w14:paraId="6E443A8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4A861DF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082ED25E" w14:textId="77777777" w:rsidTr="003E5B89">
        <w:trPr>
          <w:trHeight w:val="252"/>
          <w:jc w:val="center"/>
        </w:trPr>
        <w:tc>
          <w:tcPr>
            <w:tcW w:w="1133" w:type="dxa"/>
          </w:tcPr>
          <w:p w14:paraId="0DC0B555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100°</w:t>
            </w:r>
          </w:p>
        </w:tc>
        <w:tc>
          <w:tcPr>
            <w:tcW w:w="3119" w:type="dxa"/>
            <w:shd w:val="clear" w:color="auto" w:fill="FFFFFF"/>
          </w:tcPr>
          <w:p w14:paraId="34F945E3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59FADE4B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34BF7474" w14:textId="77777777" w:rsidTr="003E5B89">
        <w:trPr>
          <w:trHeight w:val="252"/>
          <w:jc w:val="center"/>
        </w:trPr>
        <w:tc>
          <w:tcPr>
            <w:tcW w:w="1133" w:type="dxa"/>
          </w:tcPr>
          <w:p w14:paraId="074921F0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110°</w:t>
            </w:r>
          </w:p>
        </w:tc>
        <w:tc>
          <w:tcPr>
            <w:tcW w:w="3119" w:type="dxa"/>
            <w:shd w:val="clear" w:color="auto" w:fill="FFFFFF"/>
          </w:tcPr>
          <w:p w14:paraId="1BA7BA19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0C9B169E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70AF2DD7" w14:textId="77777777" w:rsidTr="003E5B89">
        <w:trPr>
          <w:trHeight w:val="252"/>
          <w:jc w:val="center"/>
        </w:trPr>
        <w:tc>
          <w:tcPr>
            <w:tcW w:w="1133" w:type="dxa"/>
          </w:tcPr>
          <w:p w14:paraId="2FE363CD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120°</w:t>
            </w:r>
          </w:p>
        </w:tc>
        <w:tc>
          <w:tcPr>
            <w:tcW w:w="3119" w:type="dxa"/>
            <w:shd w:val="clear" w:color="auto" w:fill="FFFFFF"/>
          </w:tcPr>
          <w:p w14:paraId="41788B43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4883505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7361C8DA" w14:textId="77777777" w:rsidTr="003E5B89">
        <w:trPr>
          <w:trHeight w:val="252"/>
          <w:jc w:val="center"/>
        </w:trPr>
        <w:tc>
          <w:tcPr>
            <w:tcW w:w="1133" w:type="dxa"/>
          </w:tcPr>
          <w:p w14:paraId="0B7E8F70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130°</w:t>
            </w:r>
          </w:p>
        </w:tc>
        <w:tc>
          <w:tcPr>
            <w:tcW w:w="3119" w:type="dxa"/>
            <w:shd w:val="clear" w:color="auto" w:fill="FFFFFF"/>
          </w:tcPr>
          <w:p w14:paraId="115178C2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7D925F5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3BDDD136" w14:textId="77777777" w:rsidTr="003E5B89">
        <w:trPr>
          <w:trHeight w:val="252"/>
          <w:jc w:val="center"/>
        </w:trPr>
        <w:tc>
          <w:tcPr>
            <w:tcW w:w="1133" w:type="dxa"/>
          </w:tcPr>
          <w:p w14:paraId="0963517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140°</w:t>
            </w:r>
          </w:p>
        </w:tc>
        <w:tc>
          <w:tcPr>
            <w:tcW w:w="3119" w:type="dxa"/>
            <w:shd w:val="clear" w:color="auto" w:fill="FFFFFF"/>
          </w:tcPr>
          <w:p w14:paraId="4238852A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0D5974AD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</w:tbl>
    <w:p w14:paraId="47AFDF94" w14:textId="77777777" w:rsidR="00876BE0" w:rsidRPr="00131C86" w:rsidRDefault="00876BE0" w:rsidP="009C1F2F">
      <w:pPr>
        <w:pStyle w:val="SingleTxtG"/>
        <w:spacing w:before="100" w:line="220" w:lineRule="atLeast"/>
        <w:ind w:firstLine="567"/>
        <w:rPr>
          <w:bCs/>
          <w:snapToGrid w:val="0"/>
        </w:rPr>
      </w:pPr>
      <w:r w:rsidRPr="00131C86">
        <w:t>La répartition de l</w:t>
      </w:r>
      <w:r>
        <w:t>’</w:t>
      </w:r>
      <w:r w:rsidRPr="00131C86">
        <w:t>intensité lumineuse telle qu</w:t>
      </w:r>
      <w:r>
        <w:t>’</w:t>
      </w:r>
      <w:r w:rsidRPr="00131C86">
        <w:t xml:space="preserve">elle est décrite </w:t>
      </w:r>
      <w:r>
        <w:t>dans le</w:t>
      </w:r>
      <w:r w:rsidRPr="00131C86">
        <w:t xml:space="preserve"> tableau 3 </w:t>
      </w:r>
      <w:r w:rsidR="002E6AFF">
        <w:t>−</w:t>
      </w:r>
      <w:r w:rsidR="007830FC">
        <w:t> </w:t>
      </w:r>
      <w:r w:rsidRPr="00131C86">
        <w:t>partie 2 (</w:t>
      </w:r>
      <w:r>
        <w:t>à l’</w:t>
      </w:r>
      <w:r w:rsidRPr="00131C86">
        <w:t>exclu</w:t>
      </w:r>
      <w:r>
        <w:t>sion de la zone</w:t>
      </w:r>
      <w:r w:rsidRPr="00131C86">
        <w:t xml:space="preserve"> </w:t>
      </w:r>
      <w:r>
        <w:t xml:space="preserve">comprise entre </w:t>
      </w:r>
      <w:r w:rsidRPr="00131C86">
        <w:t>C</w:t>
      </w:r>
      <w:r w:rsidRPr="00131C86">
        <w:rPr>
          <w:vertAlign w:val="subscript"/>
        </w:rPr>
        <w:t>90</w:t>
      </w:r>
      <w:r w:rsidRPr="00131C86">
        <w:t xml:space="preserve"> </w:t>
      </w:r>
      <w:r>
        <w:t xml:space="preserve">et </w:t>
      </w:r>
      <w:r w:rsidRPr="00131C86">
        <w:t>C</w:t>
      </w:r>
      <w:r w:rsidRPr="00131C86">
        <w:rPr>
          <w:vertAlign w:val="subscript"/>
        </w:rPr>
        <w:t>270</w:t>
      </w:r>
      <w:r w:rsidRPr="00131C86">
        <w:t xml:space="preserve">) doit être sensiblement uniforme, </w:t>
      </w:r>
      <w:r>
        <w:t xml:space="preserve">c’est-à-dire </w:t>
      </w:r>
      <w:r w:rsidRPr="00131C86">
        <w:t>qu</w:t>
      </w:r>
      <w:r>
        <w:t>’</w:t>
      </w:r>
      <w:r w:rsidRPr="00131C86">
        <w:t>entre deux points adjacents de la grille</w:t>
      </w:r>
      <w:r>
        <w:t>,</w:t>
      </w:r>
      <w:r w:rsidRPr="00131C86">
        <w:t xml:space="preserve"> l</w:t>
      </w:r>
      <w:r>
        <w:t>’</w:t>
      </w:r>
      <w:r w:rsidRPr="00131C86">
        <w:t>intensité lumineuse relative est calculée par interpolation linéaire</w:t>
      </w:r>
      <w:r w:rsidRPr="00521C35">
        <w:rPr>
          <w:lang w:val="fr-CA"/>
        </w:rPr>
        <w:t xml:space="preserve"> à partir des deux points adjacents de la grille</w:t>
      </w:r>
      <w:r w:rsidRPr="00131C86">
        <w:t>. En cas de doute, cette vérification peut être effectuée en plus de celle des points de la grille indiqués au tableau 3 – part</w:t>
      </w:r>
      <w:r>
        <w:t>ie</w:t>
      </w:r>
      <w:r w:rsidRPr="00131C86">
        <w:t xml:space="preserve"> 2.</w:t>
      </w:r>
    </w:p>
    <w:p w14:paraId="41211E3C" w14:textId="77777777" w:rsidR="00281DA6" w:rsidRDefault="00876BE0" w:rsidP="00BD0325">
      <w:pPr>
        <w:pStyle w:val="Notedebasdepage"/>
        <w:spacing w:before="100"/>
        <w:ind w:firstLine="170"/>
        <w:rPr>
          <w:i/>
          <w:snapToGrid w:val="0"/>
        </w:rPr>
      </w:pPr>
      <w:r w:rsidRPr="00281DA6">
        <w:rPr>
          <w:i/>
          <w:snapToGrid w:val="0"/>
        </w:rPr>
        <w:t xml:space="preserve">Note : La plage angulaire du tableau 3 – partie 2 est équivalente à la surface exempte de distorsion de la source lumineuse à incandescence H11 de catégorie équivalente, qui correspond aux angles </w:t>
      </w:r>
      <w:r w:rsidRPr="00281DA6">
        <w:rPr>
          <w:rFonts w:ascii="Symbol" w:hAnsi="Symbol"/>
          <w:i/>
          <w:snapToGrid w:val="0"/>
        </w:rPr>
        <w:t></w:t>
      </w:r>
      <w:r w:rsidRPr="00281DA6">
        <w:rPr>
          <w:i/>
          <w:snapToGrid w:val="0"/>
          <w:vertAlign w:val="subscript"/>
        </w:rPr>
        <w:t>2</w:t>
      </w:r>
      <w:r w:rsidRPr="00281DA6">
        <w:rPr>
          <w:i/>
          <w:snapToGrid w:val="0"/>
        </w:rPr>
        <w:t xml:space="preserve"> et </w:t>
      </w:r>
      <w:r w:rsidRPr="00281DA6">
        <w:rPr>
          <w:rFonts w:ascii="Symbol" w:hAnsi="Symbol"/>
          <w:i/>
          <w:snapToGrid w:val="0"/>
        </w:rPr>
        <w:t></w:t>
      </w:r>
      <w:r w:rsidRPr="00281DA6">
        <w:rPr>
          <w:i/>
          <w:snapToGrid w:val="0"/>
          <w:vertAlign w:val="subscript"/>
        </w:rPr>
        <w:t>1</w:t>
      </w:r>
      <w:r w:rsidRPr="00281DA6">
        <w:rPr>
          <w:i/>
          <w:snapToGrid w:val="0"/>
        </w:rPr>
        <w:t xml:space="preserve"> dans la feuille H11/3.</w:t>
      </w:r>
    </w:p>
    <w:p w14:paraId="2E91CC19" w14:textId="77777777" w:rsidR="00DD20D6" w:rsidRPr="00B3183C" w:rsidRDefault="00876BE0" w:rsidP="00DD20D6">
      <w:pPr>
        <w:pStyle w:val="SingleTxtG"/>
        <w:pBdr>
          <w:bottom w:val="single" w:sz="4" w:space="1" w:color="auto"/>
        </w:pBdr>
        <w:tabs>
          <w:tab w:val="left" w:pos="3402"/>
          <w:tab w:val="right" w:pos="9533"/>
        </w:tabs>
        <w:ind w:right="-1"/>
        <w:jc w:val="left"/>
        <w:rPr>
          <w:rFonts w:eastAsia="MS Mincho"/>
        </w:rPr>
      </w:pPr>
      <w:r>
        <w:rPr>
          <w:snapToGrid w:val="0"/>
        </w:rPr>
        <w:br w:type="page"/>
      </w:r>
      <w:r w:rsidR="00DD20D6" w:rsidRPr="00AE151D">
        <w:rPr>
          <w:rFonts w:eastAsia="MS Mincho"/>
        </w:rPr>
        <w:lastRenderedPageBreak/>
        <w:tab/>
      </w:r>
      <w:r w:rsidR="00DD20D6">
        <w:rPr>
          <w:rFonts w:eastAsia="MS Mincho"/>
          <w:b/>
        </w:rPr>
        <w:t xml:space="preserve">Catégories </w:t>
      </w:r>
      <w:r w:rsidR="00DD20D6" w:rsidRPr="00131C86">
        <w:rPr>
          <w:b/>
        </w:rPr>
        <w:t>H11/LED</w:t>
      </w:r>
      <w:r w:rsidR="00DD20D6" w:rsidRPr="00AE151D">
        <w:rPr>
          <w:rFonts w:eastAsia="MS Mincho"/>
          <w:b/>
        </w:rPr>
        <w:tab/>
      </w:r>
      <w:r w:rsidR="00DD20D6" w:rsidRPr="00E020CA">
        <w:rPr>
          <w:b/>
          <w:lang w:val="fr-CA"/>
        </w:rPr>
        <w:t xml:space="preserve">Feuille </w:t>
      </w:r>
      <w:r w:rsidR="00DD20D6" w:rsidRPr="00131C86">
        <w:rPr>
          <w:b/>
        </w:rPr>
        <w:t>H11/LED/</w:t>
      </w:r>
      <w:r w:rsidR="00DD20D6">
        <w:rPr>
          <w:b/>
        </w:rPr>
        <w:t>7</w:t>
      </w:r>
    </w:p>
    <w:p w14:paraId="2A4FAEEE" w14:textId="77777777" w:rsidR="00876BE0" w:rsidRPr="005A3AEA" w:rsidRDefault="00876BE0" w:rsidP="005A3AEA">
      <w:pPr>
        <w:pStyle w:val="Titre1"/>
        <w:spacing w:before="120" w:after="120"/>
        <w:rPr>
          <w:b/>
          <w:snapToGrid w:val="0"/>
        </w:rPr>
      </w:pPr>
      <w:r w:rsidRPr="00131C86">
        <w:rPr>
          <w:snapToGrid w:val="0"/>
        </w:rPr>
        <w:t>Tableau 3 – Partie 3</w:t>
      </w:r>
      <w:r w:rsidR="00FE4A14">
        <w:rPr>
          <w:snapToGrid w:val="0"/>
        </w:rPr>
        <w:br/>
      </w:r>
      <w:r w:rsidRPr="005A3AEA">
        <w:rPr>
          <w:b/>
          <w:snapToGrid w:val="0"/>
        </w:rPr>
        <w:t xml:space="preserve">Valeurs − mesurées aux points d’essai − de l’intensité normalisée (zone d’ombre </w:t>
      </w:r>
      <w:r w:rsidR="00580B00" w:rsidRPr="005A3AEA">
        <w:rPr>
          <w:b/>
          <w:snapToGrid w:val="0"/>
        </w:rPr>
        <w:br/>
      </w:r>
      <w:r w:rsidRPr="005A3AEA">
        <w:rPr>
          <w:b/>
          <w:snapToGrid w:val="0"/>
        </w:rPr>
        <w:t>au niveau de l’entrée de courant de la source lumineuse à incandescence équivalente)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3119"/>
        <w:gridCol w:w="3119"/>
      </w:tblGrid>
      <w:tr w:rsidR="004A6850" w:rsidRPr="00131C86" w14:paraId="090EBEEC" w14:textId="77777777" w:rsidTr="004C7DEB">
        <w:trPr>
          <w:trHeight w:hRule="exact" w:val="319"/>
        </w:trPr>
        <w:tc>
          <w:tcPr>
            <w:tcW w:w="7371" w:type="dxa"/>
            <w:gridSpan w:val="3"/>
          </w:tcPr>
          <w:p w14:paraId="4DF69DC0" w14:textId="77777777" w:rsidR="004A6850" w:rsidRPr="009B4107" w:rsidRDefault="004A685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Source lumineuse à DEL de fabrication courante et source lumineuse à DEL étalon</w:t>
            </w:r>
          </w:p>
        </w:tc>
      </w:tr>
      <w:tr w:rsidR="00876BE0" w:rsidRPr="00131C86" w14:paraId="28BB66F0" w14:textId="77777777" w:rsidTr="003E5B89">
        <w:trPr>
          <w:trHeight w:hRule="exact" w:val="319"/>
        </w:trPr>
        <w:tc>
          <w:tcPr>
            <w:tcW w:w="1133" w:type="dxa"/>
          </w:tcPr>
          <w:p w14:paraId="15BF13FE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rFonts w:ascii="Symbol" w:hAnsi="Symbol"/>
              </w:rPr>
            </w:pPr>
            <w:r w:rsidRPr="00131C86">
              <w:rPr>
                <w:rFonts w:ascii="Symbol" w:hAnsi="Symbol"/>
              </w:rPr>
              <w:t></w:t>
            </w:r>
          </w:p>
        </w:tc>
        <w:tc>
          <w:tcPr>
            <w:tcW w:w="3119" w:type="dxa"/>
          </w:tcPr>
          <w:p w14:paraId="5E6EA9D9" w14:textId="77777777" w:rsidR="00876BE0" w:rsidRPr="009B4107" w:rsidRDefault="00876BE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Intensité minimale e</w:t>
            </w:r>
            <w:r w:rsidR="004C7DEB">
              <w:rPr>
                <w:i/>
              </w:rPr>
              <w:t xml:space="preserve">n </w:t>
            </w:r>
            <w:r w:rsidRPr="009B4107">
              <w:rPr>
                <w:i/>
              </w:rPr>
              <w:t>cd/1 000 lm</w:t>
            </w:r>
          </w:p>
        </w:tc>
        <w:tc>
          <w:tcPr>
            <w:tcW w:w="3119" w:type="dxa"/>
          </w:tcPr>
          <w:p w14:paraId="5676DAF9" w14:textId="77777777" w:rsidR="00876BE0" w:rsidRPr="009B4107" w:rsidRDefault="00876BE0" w:rsidP="004A6850">
            <w:pPr>
              <w:spacing w:before="60" w:after="60" w:line="200" w:lineRule="exact"/>
              <w:jc w:val="center"/>
            </w:pPr>
            <w:r w:rsidRPr="009B4107">
              <w:rPr>
                <w:i/>
              </w:rPr>
              <w:t>Intensité maximale en cd/1 000 lm</w:t>
            </w:r>
          </w:p>
        </w:tc>
      </w:tr>
      <w:tr w:rsidR="00876BE0" w:rsidRPr="00131C86" w14:paraId="4024B324" w14:textId="77777777" w:rsidTr="003E5B89">
        <w:trPr>
          <w:trHeight w:val="240"/>
        </w:trPr>
        <w:tc>
          <w:tcPr>
            <w:tcW w:w="1133" w:type="dxa"/>
          </w:tcPr>
          <w:p w14:paraId="3868CEEB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>
              <w:t>Plan </w:t>
            </w:r>
            <w:r w:rsidRPr="00131C86">
              <w:t>C</w:t>
            </w:r>
          </w:p>
        </w:tc>
        <w:tc>
          <w:tcPr>
            <w:tcW w:w="3119" w:type="dxa"/>
            <w:shd w:val="clear" w:color="auto" w:fill="FFFFFF"/>
          </w:tcPr>
          <w:p w14:paraId="27D6DD0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rFonts w:ascii="Symbol" w:hAnsi="Symbol"/>
              </w:rPr>
              <w:t></w:t>
            </w:r>
            <w:r w:rsidRPr="00131C86">
              <w:rPr>
                <w:rFonts w:ascii="Symbol" w:hAnsi="Symbol"/>
              </w:rPr>
              <w:t></w:t>
            </w:r>
            <w:r w:rsidRPr="00131C86">
              <w:rPr>
                <w:bCs/>
              </w:rPr>
              <w:t>= 90°</w:t>
            </w:r>
          </w:p>
        </w:tc>
        <w:tc>
          <w:tcPr>
            <w:tcW w:w="3119" w:type="dxa"/>
            <w:shd w:val="clear" w:color="auto" w:fill="FFFFFF"/>
          </w:tcPr>
          <w:p w14:paraId="78E9E5E0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rFonts w:ascii="Symbol" w:hAnsi="Symbol"/>
              </w:rPr>
              <w:t></w:t>
            </w:r>
            <w:r w:rsidRPr="00131C86">
              <w:rPr>
                <w:rFonts w:ascii="Symbol" w:hAnsi="Symbol"/>
              </w:rPr>
              <w:t></w:t>
            </w:r>
            <w:r w:rsidRPr="00131C86">
              <w:rPr>
                <w:bCs/>
              </w:rPr>
              <w:t>= 90°</w:t>
            </w:r>
          </w:p>
        </w:tc>
      </w:tr>
      <w:tr w:rsidR="00876BE0" w:rsidRPr="00131C86" w14:paraId="72FFB7B6" w14:textId="77777777" w:rsidTr="003E5B89">
        <w:trPr>
          <w:trHeight w:val="255"/>
        </w:trPr>
        <w:tc>
          <w:tcPr>
            <w:tcW w:w="1133" w:type="dxa"/>
          </w:tcPr>
          <w:p w14:paraId="5AF9542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0</w:t>
            </w:r>
          </w:p>
        </w:tc>
        <w:tc>
          <w:tcPr>
            <w:tcW w:w="3119" w:type="dxa"/>
            <w:shd w:val="clear" w:color="auto" w:fill="FFFFFF"/>
          </w:tcPr>
          <w:p w14:paraId="2A1E4179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65C2889C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795F2FF6" w14:textId="77777777" w:rsidTr="003E5B89">
        <w:trPr>
          <w:trHeight w:val="255"/>
        </w:trPr>
        <w:tc>
          <w:tcPr>
            <w:tcW w:w="1133" w:type="dxa"/>
          </w:tcPr>
          <w:p w14:paraId="5737C8A9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30</w:t>
            </w:r>
          </w:p>
        </w:tc>
        <w:tc>
          <w:tcPr>
            <w:tcW w:w="3119" w:type="dxa"/>
            <w:shd w:val="clear" w:color="auto" w:fill="FFFFFF"/>
          </w:tcPr>
          <w:p w14:paraId="1219EBDD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077A496B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14CD1D89" w14:textId="77777777" w:rsidTr="003E5B89">
        <w:trPr>
          <w:trHeight w:val="255"/>
        </w:trPr>
        <w:tc>
          <w:tcPr>
            <w:tcW w:w="1133" w:type="dxa"/>
          </w:tcPr>
          <w:p w14:paraId="53BFE302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60</w:t>
            </w:r>
          </w:p>
        </w:tc>
        <w:tc>
          <w:tcPr>
            <w:tcW w:w="3119" w:type="dxa"/>
            <w:shd w:val="clear" w:color="auto" w:fill="FFFFFF"/>
          </w:tcPr>
          <w:p w14:paraId="03749A4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2B4F1B0A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0300349D" w14:textId="77777777" w:rsidTr="003E5B89">
        <w:trPr>
          <w:trHeight w:val="255"/>
        </w:trPr>
        <w:tc>
          <w:tcPr>
            <w:tcW w:w="1133" w:type="dxa"/>
          </w:tcPr>
          <w:p w14:paraId="1BF2CE83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90</w:t>
            </w:r>
          </w:p>
        </w:tc>
        <w:tc>
          <w:tcPr>
            <w:tcW w:w="3119" w:type="dxa"/>
            <w:shd w:val="clear" w:color="auto" w:fill="FFFFFF"/>
          </w:tcPr>
          <w:p w14:paraId="4CE944D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2C02D05C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74BFBA55" w14:textId="77777777" w:rsidTr="003E5B89">
        <w:trPr>
          <w:trHeight w:val="255"/>
        </w:trPr>
        <w:tc>
          <w:tcPr>
            <w:tcW w:w="1133" w:type="dxa"/>
          </w:tcPr>
          <w:p w14:paraId="39EF20AF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120</w:t>
            </w:r>
          </w:p>
        </w:tc>
        <w:tc>
          <w:tcPr>
            <w:tcW w:w="3119" w:type="dxa"/>
            <w:shd w:val="clear" w:color="auto" w:fill="FFFFFF"/>
          </w:tcPr>
          <w:p w14:paraId="25C5B58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2CD14E90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632A37F5" w14:textId="77777777" w:rsidTr="003E5B89">
        <w:trPr>
          <w:trHeight w:val="255"/>
        </w:trPr>
        <w:tc>
          <w:tcPr>
            <w:tcW w:w="1133" w:type="dxa"/>
          </w:tcPr>
          <w:p w14:paraId="7A5C4EC7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150</w:t>
            </w:r>
          </w:p>
        </w:tc>
        <w:tc>
          <w:tcPr>
            <w:tcW w:w="3119" w:type="dxa"/>
            <w:shd w:val="clear" w:color="auto" w:fill="FFFFFF"/>
          </w:tcPr>
          <w:p w14:paraId="42472AE5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3F455DB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5EA67492" w14:textId="77777777" w:rsidTr="003E5B89">
        <w:trPr>
          <w:trHeight w:val="255"/>
        </w:trPr>
        <w:tc>
          <w:tcPr>
            <w:tcW w:w="1133" w:type="dxa"/>
          </w:tcPr>
          <w:p w14:paraId="65B1AE75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180</w:t>
            </w:r>
          </w:p>
        </w:tc>
        <w:tc>
          <w:tcPr>
            <w:tcW w:w="3119" w:type="dxa"/>
            <w:shd w:val="clear" w:color="auto" w:fill="FFFFFF"/>
          </w:tcPr>
          <w:p w14:paraId="6C7EB36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proofErr w:type="spellStart"/>
            <w:r>
              <w:t>s.o</w:t>
            </w:r>
            <w:proofErr w:type="spellEnd"/>
            <w:r>
              <w:t>.</w:t>
            </w:r>
          </w:p>
        </w:tc>
        <w:tc>
          <w:tcPr>
            <w:tcW w:w="3119" w:type="dxa"/>
            <w:shd w:val="clear" w:color="auto" w:fill="FFFFFF"/>
          </w:tcPr>
          <w:p w14:paraId="53B4EAF4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proofErr w:type="spellStart"/>
            <w:r>
              <w:t>s.o</w:t>
            </w:r>
            <w:proofErr w:type="spellEnd"/>
            <w:r>
              <w:t>.</w:t>
            </w:r>
          </w:p>
        </w:tc>
      </w:tr>
      <w:tr w:rsidR="00876BE0" w:rsidRPr="00131C86" w14:paraId="7C9337F7" w14:textId="77777777" w:rsidTr="003E5B89">
        <w:trPr>
          <w:trHeight w:val="255"/>
        </w:trPr>
        <w:tc>
          <w:tcPr>
            <w:tcW w:w="1133" w:type="dxa"/>
          </w:tcPr>
          <w:p w14:paraId="32D2EE64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210</w:t>
            </w:r>
          </w:p>
        </w:tc>
        <w:tc>
          <w:tcPr>
            <w:tcW w:w="3119" w:type="dxa"/>
            <w:shd w:val="clear" w:color="auto" w:fill="FFFFFF"/>
          </w:tcPr>
          <w:p w14:paraId="611034A3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45C047E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1FBD8BE1" w14:textId="77777777" w:rsidTr="003E5B89">
        <w:trPr>
          <w:trHeight w:val="255"/>
        </w:trPr>
        <w:tc>
          <w:tcPr>
            <w:tcW w:w="1133" w:type="dxa"/>
          </w:tcPr>
          <w:p w14:paraId="36D6F0C6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240</w:t>
            </w:r>
          </w:p>
        </w:tc>
        <w:tc>
          <w:tcPr>
            <w:tcW w:w="3119" w:type="dxa"/>
            <w:shd w:val="clear" w:color="auto" w:fill="FFFFFF"/>
          </w:tcPr>
          <w:p w14:paraId="6EDFA116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1433BBE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09975C98" w14:textId="77777777" w:rsidTr="003E5B89">
        <w:trPr>
          <w:trHeight w:val="255"/>
        </w:trPr>
        <w:tc>
          <w:tcPr>
            <w:tcW w:w="1133" w:type="dxa"/>
          </w:tcPr>
          <w:p w14:paraId="45ABF83A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270</w:t>
            </w:r>
          </w:p>
        </w:tc>
        <w:tc>
          <w:tcPr>
            <w:tcW w:w="3119" w:type="dxa"/>
            <w:shd w:val="clear" w:color="auto" w:fill="FFFFFF"/>
          </w:tcPr>
          <w:p w14:paraId="715E997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5532669C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5D44AD89" w14:textId="77777777" w:rsidTr="003E5B89">
        <w:trPr>
          <w:trHeight w:val="255"/>
        </w:trPr>
        <w:tc>
          <w:tcPr>
            <w:tcW w:w="1133" w:type="dxa"/>
          </w:tcPr>
          <w:p w14:paraId="0EC7F89B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330</w:t>
            </w:r>
          </w:p>
        </w:tc>
        <w:tc>
          <w:tcPr>
            <w:tcW w:w="3119" w:type="dxa"/>
            <w:shd w:val="clear" w:color="auto" w:fill="FFFFFF"/>
          </w:tcPr>
          <w:p w14:paraId="28990D6E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12A4F481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2F2978A1" w14:textId="77777777" w:rsidTr="003E5B89">
        <w:trPr>
          <w:trHeight w:val="255"/>
        </w:trPr>
        <w:tc>
          <w:tcPr>
            <w:tcW w:w="1133" w:type="dxa"/>
          </w:tcPr>
          <w:p w14:paraId="2EC25536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330</w:t>
            </w:r>
          </w:p>
        </w:tc>
        <w:tc>
          <w:tcPr>
            <w:tcW w:w="3119" w:type="dxa"/>
            <w:shd w:val="clear" w:color="auto" w:fill="FFFFFF"/>
          </w:tcPr>
          <w:p w14:paraId="704BB66E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23A2948C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  <w:tr w:rsidR="00876BE0" w:rsidRPr="00131C86" w14:paraId="00B1EBE9" w14:textId="77777777" w:rsidTr="003E5B89">
        <w:trPr>
          <w:trHeight w:val="255"/>
        </w:trPr>
        <w:tc>
          <w:tcPr>
            <w:tcW w:w="1133" w:type="dxa"/>
          </w:tcPr>
          <w:p w14:paraId="6505940C" w14:textId="77777777" w:rsidR="00876BE0" w:rsidRPr="00131C86" w:rsidRDefault="00876BE0" w:rsidP="004A6850">
            <w:pPr>
              <w:spacing w:before="60" w:after="60" w:line="200" w:lineRule="exact"/>
              <w:jc w:val="center"/>
              <w:rPr>
                <w:bCs/>
              </w:rPr>
            </w:pPr>
            <w:r w:rsidRPr="00131C86">
              <w:rPr>
                <w:bCs/>
              </w:rPr>
              <w:t>C</w:t>
            </w:r>
            <w:r w:rsidRPr="00131C86">
              <w:rPr>
                <w:bCs/>
                <w:vertAlign w:val="subscript"/>
              </w:rPr>
              <w:t>360</w:t>
            </w:r>
            <w:r w:rsidRPr="00131C86">
              <w:rPr>
                <w:bCs/>
              </w:rPr>
              <w:t xml:space="preserve"> (= C</w:t>
            </w:r>
            <w:r w:rsidRPr="00131C86">
              <w:rPr>
                <w:bCs/>
                <w:vertAlign w:val="subscript"/>
              </w:rPr>
              <w:t>0)</w:t>
            </w:r>
          </w:p>
        </w:tc>
        <w:tc>
          <w:tcPr>
            <w:tcW w:w="3119" w:type="dxa"/>
            <w:shd w:val="clear" w:color="auto" w:fill="FFFFFF"/>
          </w:tcPr>
          <w:p w14:paraId="220D8F37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80</w:t>
            </w:r>
          </w:p>
        </w:tc>
        <w:tc>
          <w:tcPr>
            <w:tcW w:w="3119" w:type="dxa"/>
            <w:shd w:val="clear" w:color="auto" w:fill="FFFFFF"/>
          </w:tcPr>
          <w:p w14:paraId="7D3BF84F" w14:textId="77777777" w:rsidR="00876BE0" w:rsidRPr="00131C86" w:rsidRDefault="00876BE0" w:rsidP="004A6850">
            <w:pPr>
              <w:spacing w:before="60" w:after="60" w:line="200" w:lineRule="exact"/>
              <w:jc w:val="center"/>
            </w:pPr>
            <w:r w:rsidRPr="00131C86">
              <w:t>130</w:t>
            </w:r>
          </w:p>
        </w:tc>
      </w:tr>
    </w:tbl>
    <w:p w14:paraId="44B3EAD6" w14:textId="77777777" w:rsidR="00876BE0" w:rsidRPr="00131C86" w:rsidRDefault="00876BE0" w:rsidP="00580B00">
      <w:pPr>
        <w:pStyle w:val="SingleTxtG"/>
        <w:spacing w:before="120"/>
        <w:ind w:firstLine="567"/>
      </w:pPr>
      <w:r w:rsidRPr="00131C86">
        <w:t>La répartition de l</w:t>
      </w:r>
      <w:r>
        <w:t>’</w:t>
      </w:r>
      <w:r w:rsidRPr="00131C86">
        <w:t>intensité lumineuse telle qu</w:t>
      </w:r>
      <w:r>
        <w:t>’</w:t>
      </w:r>
      <w:r w:rsidRPr="00131C86">
        <w:t xml:space="preserve">elle est décrite </w:t>
      </w:r>
      <w:r>
        <w:t>dans le</w:t>
      </w:r>
      <w:r w:rsidRPr="00131C86">
        <w:t xml:space="preserve"> tableau 3 </w:t>
      </w:r>
      <w:r w:rsidR="00BD0325">
        <w:t>−</w:t>
      </w:r>
      <w:r w:rsidR="00580B00">
        <w:t> </w:t>
      </w:r>
      <w:r w:rsidRPr="00131C86">
        <w:t xml:space="preserve">partie </w:t>
      </w:r>
      <w:r>
        <w:t>3</w:t>
      </w:r>
      <w:r w:rsidRPr="00131C86">
        <w:t xml:space="preserve"> (</w:t>
      </w:r>
      <w:r>
        <w:t>à l’</w:t>
      </w:r>
      <w:r w:rsidRPr="00131C86">
        <w:t>exclu</w:t>
      </w:r>
      <w:r>
        <w:t>sion de la zone</w:t>
      </w:r>
      <w:r w:rsidRPr="00131C86">
        <w:t xml:space="preserve"> </w:t>
      </w:r>
      <w:r>
        <w:t xml:space="preserve">comprise entre </w:t>
      </w:r>
      <w:r w:rsidRPr="00131C86">
        <w:t>C</w:t>
      </w:r>
      <w:r w:rsidRPr="00131C86">
        <w:rPr>
          <w:vertAlign w:val="subscript"/>
        </w:rPr>
        <w:t>150</w:t>
      </w:r>
      <w:r w:rsidRPr="00131C86">
        <w:t xml:space="preserve"> </w:t>
      </w:r>
      <w:r>
        <w:t>et</w:t>
      </w:r>
      <w:r w:rsidRPr="00131C86">
        <w:t xml:space="preserve"> C</w:t>
      </w:r>
      <w:r w:rsidRPr="00131C86">
        <w:rPr>
          <w:vertAlign w:val="subscript"/>
        </w:rPr>
        <w:t>210</w:t>
      </w:r>
      <w:r w:rsidRPr="00131C86">
        <w:t xml:space="preserve">) doit être sensiblement uniforme, </w:t>
      </w:r>
      <w:r>
        <w:t xml:space="preserve">c’est-à-dire </w:t>
      </w:r>
      <w:r w:rsidRPr="00131C86">
        <w:t>qu</w:t>
      </w:r>
      <w:r>
        <w:t>’</w:t>
      </w:r>
      <w:r w:rsidRPr="00131C86">
        <w:t>entre deux points adjacents de la grille</w:t>
      </w:r>
      <w:r>
        <w:t>,</w:t>
      </w:r>
      <w:r w:rsidRPr="00131C86">
        <w:t xml:space="preserve"> l</w:t>
      </w:r>
      <w:r>
        <w:t>’</w:t>
      </w:r>
      <w:r w:rsidRPr="00131C86">
        <w:t>intensité lumineuse relative est calculée par interpolation linéaire</w:t>
      </w:r>
      <w:r w:rsidRPr="00521C35">
        <w:rPr>
          <w:lang w:val="fr-CA"/>
        </w:rPr>
        <w:t xml:space="preserve"> à partir des deux points adjacents de la grille</w:t>
      </w:r>
      <w:r w:rsidRPr="00131C86">
        <w:t>. En cas de doute, cette vérification peut être effectuée en plus de celle des points de la grille indiqués au tableau 3 – part</w:t>
      </w:r>
      <w:r>
        <w:t>ie</w:t>
      </w:r>
      <w:r w:rsidRPr="00131C86">
        <w:t xml:space="preserve"> 3.</w:t>
      </w:r>
    </w:p>
    <w:p w14:paraId="4544FF7E" w14:textId="77777777" w:rsidR="00876BE0" w:rsidRDefault="00876BE0" w:rsidP="00281DA6">
      <w:pPr>
        <w:pStyle w:val="Notedebasdepage"/>
        <w:spacing w:before="100"/>
        <w:ind w:firstLine="170"/>
        <w:rPr>
          <w:bCs/>
          <w:i/>
          <w:snapToGrid w:val="0"/>
        </w:rPr>
      </w:pPr>
      <w:r w:rsidRPr="00131C86">
        <w:rPr>
          <w:bCs/>
          <w:i/>
          <w:snapToGrid w:val="0"/>
        </w:rPr>
        <w:t>Note</w:t>
      </w:r>
      <w:r>
        <w:rPr>
          <w:bCs/>
          <w:i/>
          <w:snapToGrid w:val="0"/>
        </w:rPr>
        <w:t> </w:t>
      </w:r>
      <w:r w:rsidRPr="00131C86">
        <w:rPr>
          <w:bCs/>
          <w:i/>
          <w:snapToGrid w:val="0"/>
        </w:rPr>
        <w:t xml:space="preserve">: </w:t>
      </w:r>
      <w:r>
        <w:rPr>
          <w:bCs/>
          <w:i/>
          <w:snapToGrid w:val="0"/>
        </w:rPr>
        <w:t xml:space="preserve">En raison de la zone d’ombre créée </w:t>
      </w:r>
      <w:r w:rsidRPr="00131C86">
        <w:rPr>
          <w:bCs/>
          <w:i/>
          <w:snapToGrid w:val="0"/>
        </w:rPr>
        <w:t>(</w:t>
      </w:r>
      <w:r>
        <w:rPr>
          <w:bCs/>
          <w:i/>
          <w:snapToGrid w:val="0"/>
        </w:rPr>
        <w:t>à l’</w:t>
      </w:r>
      <w:r w:rsidRPr="00131C86">
        <w:rPr>
          <w:bCs/>
          <w:i/>
          <w:snapToGrid w:val="0"/>
        </w:rPr>
        <w:t>oppos</w:t>
      </w:r>
      <w:r>
        <w:rPr>
          <w:bCs/>
          <w:i/>
          <w:snapToGrid w:val="0"/>
        </w:rPr>
        <w:t>é de la zone dépourvue de partie métallique </w:t>
      </w:r>
      <w:r w:rsidRPr="00131C86">
        <w:rPr>
          <w:bCs/>
          <w:i/>
          <w:snapToGrid w:val="0"/>
        </w:rPr>
        <w:t xml:space="preserve">; </w:t>
      </w:r>
      <w:r>
        <w:rPr>
          <w:bCs/>
          <w:i/>
          <w:snapToGrid w:val="0"/>
        </w:rPr>
        <w:t>voir</w:t>
      </w:r>
      <w:r w:rsidRPr="00131C86">
        <w:rPr>
          <w:bCs/>
          <w:i/>
          <w:snapToGrid w:val="0"/>
        </w:rPr>
        <w:t xml:space="preserve"> </w:t>
      </w:r>
      <w:r>
        <w:rPr>
          <w:bCs/>
          <w:i/>
          <w:snapToGrid w:val="0"/>
        </w:rPr>
        <w:t>f</w:t>
      </w:r>
      <w:r w:rsidRPr="00131C86">
        <w:rPr>
          <w:bCs/>
          <w:i/>
          <w:snapToGrid w:val="0"/>
        </w:rPr>
        <w:t>ig</w:t>
      </w:r>
      <w:r w:rsidR="00BD0325">
        <w:rPr>
          <w:bCs/>
          <w:i/>
          <w:snapToGrid w:val="0"/>
        </w:rPr>
        <w:t>. </w:t>
      </w:r>
      <w:r w:rsidRPr="00131C86">
        <w:rPr>
          <w:bCs/>
          <w:i/>
          <w:snapToGrid w:val="0"/>
        </w:rPr>
        <w:t>4</w:t>
      </w:r>
      <w:r>
        <w:rPr>
          <w:bCs/>
          <w:i/>
          <w:snapToGrid w:val="0"/>
        </w:rPr>
        <w:t>, feuille </w:t>
      </w:r>
      <w:r w:rsidRPr="00131C86">
        <w:rPr>
          <w:bCs/>
          <w:i/>
          <w:snapToGrid w:val="0"/>
        </w:rPr>
        <w:t>H11/2)</w:t>
      </w:r>
      <w:r>
        <w:rPr>
          <w:bCs/>
          <w:i/>
          <w:snapToGrid w:val="0"/>
        </w:rPr>
        <w:t xml:space="preserve"> par l’entrée de courant</w:t>
      </w:r>
      <w:r w:rsidRPr="00131C86">
        <w:rPr>
          <w:bCs/>
          <w:i/>
          <w:snapToGrid w:val="0"/>
        </w:rPr>
        <w:t xml:space="preserve"> de la source lumineuse à incandescence </w:t>
      </w:r>
      <w:r>
        <w:rPr>
          <w:bCs/>
          <w:i/>
          <w:snapToGrid w:val="0"/>
        </w:rPr>
        <w:t>H11 de catégorie équivalente, le plan</w:t>
      </w:r>
      <w:r w:rsidRPr="00131C86">
        <w:rPr>
          <w:bCs/>
          <w:i/>
          <w:snapToGrid w:val="0"/>
        </w:rPr>
        <w:t xml:space="preserve"> C</w:t>
      </w:r>
      <w:r w:rsidRPr="00131C86">
        <w:rPr>
          <w:bCs/>
          <w:i/>
          <w:snapToGrid w:val="0"/>
          <w:vertAlign w:val="subscript"/>
        </w:rPr>
        <w:t>180</w:t>
      </w:r>
      <w:r w:rsidRPr="006F654E">
        <w:rPr>
          <w:bCs/>
          <w:i/>
          <w:snapToGrid w:val="0"/>
        </w:rPr>
        <w:t xml:space="preserve"> n</w:t>
      </w:r>
      <w:r>
        <w:rPr>
          <w:bCs/>
          <w:i/>
          <w:snapToGrid w:val="0"/>
        </w:rPr>
        <w:t>’</w:t>
      </w:r>
      <w:r w:rsidRPr="006F654E">
        <w:rPr>
          <w:bCs/>
          <w:i/>
          <w:snapToGrid w:val="0"/>
        </w:rPr>
        <w:t>est visé par aucune prescription</w:t>
      </w:r>
      <w:r w:rsidRPr="00131C86">
        <w:rPr>
          <w:bCs/>
          <w:i/>
          <w:snapToGrid w:val="0"/>
        </w:rPr>
        <w:t>.</w:t>
      </w:r>
    </w:p>
    <w:p w14:paraId="030A4B5C" w14:textId="77777777" w:rsidR="00BD0325" w:rsidRDefault="00BD0325" w:rsidP="00BD0325">
      <w:pPr>
        <w:pStyle w:val="SingleTxtG"/>
        <w:jc w:val="right"/>
        <w:rPr>
          <w:snapToGrid w:val="0"/>
        </w:rPr>
      </w:pPr>
      <w:r>
        <w:rPr>
          <w:snapToGrid w:val="0"/>
        </w:rPr>
        <w:t> »</w:t>
      </w:r>
      <w:r w:rsidR="00F90DF3">
        <w:rPr>
          <w:snapToGrid w:val="0"/>
        </w:rPr>
        <w:t>.</w:t>
      </w:r>
    </w:p>
    <w:p w14:paraId="3CF9BFF2" w14:textId="77777777" w:rsidR="00876BE0" w:rsidRPr="00131C86" w:rsidRDefault="00876BE0" w:rsidP="00CB6C7E">
      <w:pPr>
        <w:pStyle w:val="HChG"/>
        <w:spacing w:before="240"/>
      </w:pPr>
      <w:r>
        <w:rPr>
          <w:bCs/>
          <w:i/>
          <w:snapToGrid w:val="0"/>
        </w:rPr>
        <w:br w:type="page"/>
      </w:r>
      <w:r w:rsidR="00CB6C7E">
        <w:rPr>
          <w:bCs/>
          <w:i/>
          <w:snapToGrid w:val="0"/>
        </w:rPr>
        <w:lastRenderedPageBreak/>
        <w:tab/>
      </w:r>
      <w:r w:rsidRPr="00131C86">
        <w:t>II.</w:t>
      </w:r>
      <w:r w:rsidRPr="00131C86">
        <w:tab/>
        <w:t>Justification</w:t>
      </w:r>
    </w:p>
    <w:p w14:paraId="5445713F" w14:textId="77777777" w:rsidR="00876BE0" w:rsidRPr="00131C86" w:rsidRDefault="00876BE0" w:rsidP="00CB6C7E">
      <w:pPr>
        <w:pStyle w:val="SingleTxtG"/>
        <w:rPr>
          <w:lang w:eastAsia="it-IT"/>
        </w:rPr>
      </w:pPr>
      <w:r w:rsidRPr="00131C86">
        <w:rPr>
          <w:lang w:eastAsia="it-IT"/>
        </w:rPr>
        <w:t>1.</w:t>
      </w:r>
      <w:r w:rsidRPr="00131C86">
        <w:rPr>
          <w:lang w:eastAsia="it-IT"/>
        </w:rPr>
        <w:tab/>
      </w:r>
      <w:r>
        <w:rPr>
          <w:lang w:eastAsia="it-IT"/>
        </w:rPr>
        <w:t xml:space="preserve">Il est proposé, dans le présent document, d’introduire une catégorie </w:t>
      </w:r>
      <w:r w:rsidRPr="00131C86">
        <w:rPr>
          <w:lang w:eastAsia="it-IT"/>
        </w:rPr>
        <w:t xml:space="preserve">H11/LED </w:t>
      </w:r>
      <w:r>
        <w:rPr>
          <w:lang w:eastAsia="it-IT"/>
        </w:rPr>
        <w:t>de sources lumineuses à DEL de substitution</w:t>
      </w:r>
      <w:r w:rsidRPr="00131C86">
        <w:rPr>
          <w:lang w:eastAsia="it-IT"/>
        </w:rPr>
        <w:t xml:space="preserve"> </w:t>
      </w:r>
      <w:r>
        <w:rPr>
          <w:lang w:eastAsia="it-IT"/>
        </w:rPr>
        <w:t xml:space="preserve">équipées d’un </w:t>
      </w:r>
      <w:r w:rsidRPr="00131C86">
        <w:rPr>
          <w:lang w:eastAsia="it-IT"/>
        </w:rPr>
        <w:t>connect</w:t>
      </w:r>
      <w:r>
        <w:rPr>
          <w:lang w:eastAsia="it-IT"/>
        </w:rPr>
        <w:t>eu</w:t>
      </w:r>
      <w:r w:rsidRPr="00131C86">
        <w:rPr>
          <w:lang w:eastAsia="it-IT"/>
        </w:rPr>
        <w:t xml:space="preserve">r </w:t>
      </w:r>
      <w:r>
        <w:rPr>
          <w:lang w:eastAsia="it-IT"/>
        </w:rPr>
        <w:t xml:space="preserve">différent par rapport à celui de la </w:t>
      </w:r>
      <w:r w:rsidRPr="007723CB">
        <w:rPr>
          <w:lang w:eastAsia="it-IT"/>
        </w:rPr>
        <w:t xml:space="preserve">source lumineuse à incandescence </w:t>
      </w:r>
      <w:r>
        <w:rPr>
          <w:lang w:eastAsia="it-IT"/>
        </w:rPr>
        <w:t>de catégorie équivalente</w:t>
      </w:r>
      <w:r w:rsidRPr="00131C86">
        <w:rPr>
          <w:lang w:eastAsia="it-IT"/>
        </w:rPr>
        <w:t xml:space="preserve">, </w:t>
      </w:r>
      <w:r>
        <w:rPr>
          <w:lang w:eastAsia="it-IT"/>
        </w:rPr>
        <w:t>pour éviter tout risque d’utilisation incorrecte</w:t>
      </w:r>
      <w:r w:rsidRPr="00131C86">
        <w:rPr>
          <w:lang w:eastAsia="it-IT"/>
        </w:rPr>
        <w:t>.</w:t>
      </w:r>
    </w:p>
    <w:p w14:paraId="07164F90" w14:textId="77777777" w:rsidR="00876BE0" w:rsidRDefault="00876BE0" w:rsidP="00CB6C7E">
      <w:pPr>
        <w:pStyle w:val="SingleTxtG"/>
        <w:rPr>
          <w:lang w:eastAsia="it-IT"/>
        </w:rPr>
      </w:pPr>
      <w:r w:rsidRPr="00131C86">
        <w:rPr>
          <w:lang w:eastAsia="it-IT"/>
        </w:rPr>
        <w:t>2.</w:t>
      </w:r>
      <w:r w:rsidRPr="00131C86">
        <w:rPr>
          <w:lang w:eastAsia="it-IT"/>
        </w:rPr>
        <w:tab/>
      </w:r>
      <w:r>
        <w:rPr>
          <w:lang w:eastAsia="it-IT"/>
        </w:rPr>
        <w:t>Cette</w:t>
      </w:r>
      <w:r w:rsidRPr="00131C86">
        <w:rPr>
          <w:lang w:eastAsia="it-IT"/>
        </w:rPr>
        <w:t xml:space="preserve"> catégorie </w:t>
      </w:r>
      <w:r>
        <w:rPr>
          <w:lang w:eastAsia="it-IT"/>
        </w:rPr>
        <w:t>a été mise au point à la lumière des critères d’</w:t>
      </w:r>
      <w:r w:rsidRPr="00131C86">
        <w:rPr>
          <w:lang w:eastAsia="it-IT"/>
        </w:rPr>
        <w:t xml:space="preserve">équivalence </w:t>
      </w:r>
      <w:r>
        <w:rPr>
          <w:lang w:eastAsia="it-IT"/>
        </w:rPr>
        <w:t xml:space="preserve">exposés dans le </w:t>
      </w:r>
      <w:r w:rsidRPr="00131C86">
        <w:rPr>
          <w:lang w:eastAsia="it-IT"/>
        </w:rPr>
        <w:t xml:space="preserve">document </w:t>
      </w:r>
      <w:r>
        <w:rPr>
          <w:lang w:eastAsia="it-IT"/>
        </w:rPr>
        <w:t xml:space="preserve">informel </w:t>
      </w:r>
      <w:r w:rsidRPr="00131C86">
        <w:rPr>
          <w:lang w:eastAsia="it-IT"/>
        </w:rPr>
        <w:t>GRE-82-03</w:t>
      </w:r>
      <w:r>
        <w:rPr>
          <w:lang w:eastAsia="it-IT"/>
        </w:rPr>
        <w:t>,</w:t>
      </w:r>
      <w:r w:rsidRPr="00131C86">
        <w:rPr>
          <w:lang w:eastAsia="it-IT"/>
        </w:rPr>
        <w:t xml:space="preserve"> </w:t>
      </w:r>
      <w:r w:rsidRPr="00873742">
        <w:rPr>
          <w:lang w:eastAsia="it-IT"/>
        </w:rPr>
        <w:t>notamment ceux propres aux applications d</w:t>
      </w:r>
      <w:r>
        <w:rPr>
          <w:lang w:eastAsia="it-IT"/>
        </w:rPr>
        <w:t>’</w:t>
      </w:r>
      <w:r w:rsidRPr="00873742">
        <w:rPr>
          <w:lang w:eastAsia="it-IT"/>
        </w:rPr>
        <w:t xml:space="preserve">éclairage de la route en ce qui </w:t>
      </w:r>
      <w:r w:rsidRPr="00CB6C7E">
        <w:rPr>
          <w:lang w:eastAsia="it-IT"/>
        </w:rPr>
        <w:t>concerne la photométrie en champ proche (homogénéité</w:t>
      </w:r>
      <w:r w:rsidRPr="00873742">
        <w:rPr>
          <w:lang w:eastAsia="it-IT"/>
        </w:rPr>
        <w:t xml:space="preserve"> et contraste) et la photométrie en champ lointain (surface exempte de distorsion et partie noircie)</w:t>
      </w:r>
      <w:r w:rsidRPr="00131C86">
        <w:rPr>
          <w:lang w:eastAsia="it-IT"/>
        </w:rPr>
        <w:t xml:space="preserve">. </w:t>
      </w:r>
      <w:r>
        <w:rPr>
          <w:lang w:eastAsia="it-IT"/>
        </w:rPr>
        <w:t>On pourra également se reporter aux rapports</w:t>
      </w:r>
      <w:r w:rsidRPr="00131C86">
        <w:rPr>
          <w:lang w:eastAsia="it-IT"/>
        </w:rPr>
        <w:t xml:space="preserve"> </w:t>
      </w:r>
      <w:r>
        <w:rPr>
          <w:lang w:eastAsia="it-IT"/>
        </w:rPr>
        <w:t>sur les critères d’</w:t>
      </w:r>
      <w:r w:rsidRPr="00131C86">
        <w:rPr>
          <w:lang w:eastAsia="it-IT"/>
        </w:rPr>
        <w:t>équivalence.</w:t>
      </w:r>
    </w:p>
    <w:p w14:paraId="7DF6FA56" w14:textId="77777777" w:rsidR="00876BE0" w:rsidRPr="00876BE0" w:rsidRDefault="00876BE0" w:rsidP="00876BE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76BE0" w:rsidRPr="00876BE0" w:rsidSect="00876BE0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B49B4" w14:textId="77777777" w:rsidR="00C30318" w:rsidRDefault="00C30318" w:rsidP="00F95C08">
      <w:pPr>
        <w:spacing w:line="240" w:lineRule="auto"/>
      </w:pPr>
    </w:p>
  </w:endnote>
  <w:endnote w:type="continuationSeparator" w:id="0">
    <w:p w14:paraId="091961D4" w14:textId="77777777" w:rsidR="00C30318" w:rsidRPr="00AC3823" w:rsidRDefault="00C30318" w:rsidP="00AC3823">
      <w:pPr>
        <w:pStyle w:val="Pieddepage"/>
      </w:pPr>
    </w:p>
  </w:endnote>
  <w:endnote w:type="continuationNotice" w:id="1">
    <w:p w14:paraId="5595D4F4" w14:textId="77777777" w:rsidR="00C30318" w:rsidRDefault="00C303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0C9A3" w14:textId="77777777" w:rsidR="00C30318" w:rsidRPr="00876BE0" w:rsidRDefault="00C30318" w:rsidP="00876BE0">
    <w:pPr>
      <w:pStyle w:val="Pieddepage"/>
      <w:tabs>
        <w:tab w:val="right" w:pos="9638"/>
      </w:tabs>
    </w:pPr>
    <w:r w:rsidRPr="00876BE0">
      <w:rPr>
        <w:b/>
        <w:sz w:val="18"/>
      </w:rPr>
      <w:fldChar w:fldCharType="begin"/>
    </w:r>
    <w:r w:rsidRPr="00876BE0">
      <w:rPr>
        <w:b/>
        <w:sz w:val="18"/>
      </w:rPr>
      <w:instrText xml:space="preserve"> PAGE  \* MERGEFORMAT </w:instrText>
    </w:r>
    <w:r w:rsidRPr="00876BE0">
      <w:rPr>
        <w:b/>
        <w:sz w:val="18"/>
      </w:rPr>
      <w:fldChar w:fldCharType="separate"/>
    </w:r>
    <w:r w:rsidRPr="00876BE0">
      <w:rPr>
        <w:b/>
        <w:noProof/>
        <w:sz w:val="18"/>
      </w:rPr>
      <w:t>2</w:t>
    </w:r>
    <w:r w:rsidRPr="00876BE0">
      <w:rPr>
        <w:b/>
        <w:sz w:val="18"/>
      </w:rPr>
      <w:fldChar w:fldCharType="end"/>
    </w:r>
    <w:r>
      <w:rPr>
        <w:b/>
        <w:sz w:val="18"/>
      </w:rPr>
      <w:tab/>
    </w:r>
    <w:r>
      <w:t>GE.19-13550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69750" w14:textId="77777777" w:rsidR="00C30318" w:rsidRPr="00876BE0" w:rsidRDefault="00C30318" w:rsidP="00876BE0">
    <w:pPr>
      <w:pStyle w:val="Pieddepage"/>
      <w:tabs>
        <w:tab w:val="right" w:pos="9638"/>
      </w:tabs>
      <w:rPr>
        <w:b/>
        <w:sz w:val="18"/>
      </w:rPr>
    </w:pPr>
    <w:r>
      <w:t>GE.19-13550</w:t>
    </w:r>
    <w:r>
      <w:tab/>
    </w:r>
    <w:r w:rsidRPr="00876BE0">
      <w:rPr>
        <w:b/>
        <w:sz w:val="18"/>
      </w:rPr>
      <w:fldChar w:fldCharType="begin"/>
    </w:r>
    <w:r w:rsidRPr="00876BE0">
      <w:rPr>
        <w:b/>
        <w:sz w:val="18"/>
      </w:rPr>
      <w:instrText xml:space="preserve"> PAGE  \* MERGEFORMAT </w:instrText>
    </w:r>
    <w:r w:rsidRPr="00876BE0">
      <w:rPr>
        <w:b/>
        <w:sz w:val="18"/>
      </w:rPr>
      <w:fldChar w:fldCharType="separate"/>
    </w:r>
    <w:r w:rsidRPr="00876BE0">
      <w:rPr>
        <w:b/>
        <w:noProof/>
        <w:sz w:val="18"/>
      </w:rPr>
      <w:t>3</w:t>
    </w:r>
    <w:r w:rsidRPr="00876B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8DEB" w14:textId="77777777" w:rsidR="00C30318" w:rsidRPr="00876BE0" w:rsidRDefault="00C30318" w:rsidP="00876BE0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12FC1D8" wp14:editId="102C466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19-13550  (F)    220819    030919</w:t>
    </w:r>
    <w:r>
      <w:rPr>
        <w:sz w:val="20"/>
      </w:rPr>
      <w:br/>
    </w:r>
    <w:r w:rsidRPr="00876BE0">
      <w:rPr>
        <w:rFonts w:ascii="C39T30Lfz" w:hAnsi="C39T30Lfz"/>
        <w:sz w:val="56"/>
      </w:rPr>
      <w:t></w:t>
    </w:r>
    <w:r w:rsidRPr="00876BE0">
      <w:rPr>
        <w:rFonts w:ascii="C39T30Lfz" w:hAnsi="C39T30Lfz"/>
        <w:sz w:val="56"/>
      </w:rPr>
      <w:t></w:t>
    </w:r>
    <w:r w:rsidRPr="00876BE0">
      <w:rPr>
        <w:rFonts w:ascii="C39T30Lfz" w:hAnsi="C39T30Lfz"/>
        <w:sz w:val="56"/>
      </w:rPr>
      <w:t></w:t>
    </w:r>
    <w:r w:rsidRPr="00876BE0">
      <w:rPr>
        <w:rFonts w:ascii="C39T30Lfz" w:hAnsi="C39T30Lfz"/>
        <w:sz w:val="56"/>
      </w:rPr>
      <w:t></w:t>
    </w:r>
    <w:r w:rsidRPr="00876BE0">
      <w:rPr>
        <w:rFonts w:ascii="C39T30Lfz" w:hAnsi="C39T30Lfz"/>
        <w:sz w:val="56"/>
      </w:rPr>
      <w:t></w:t>
    </w:r>
    <w:r w:rsidRPr="00876BE0">
      <w:rPr>
        <w:rFonts w:ascii="C39T30Lfz" w:hAnsi="C39T30Lfz"/>
        <w:sz w:val="56"/>
      </w:rPr>
      <w:t></w:t>
    </w:r>
    <w:r w:rsidRPr="00876BE0">
      <w:rPr>
        <w:rFonts w:ascii="C39T30Lfz" w:hAnsi="C39T30Lfz"/>
        <w:sz w:val="56"/>
      </w:rPr>
      <w:t></w:t>
    </w:r>
    <w:r w:rsidRPr="00876BE0">
      <w:rPr>
        <w:rFonts w:ascii="C39T30Lfz" w:hAnsi="C39T30Lfz"/>
        <w:sz w:val="56"/>
      </w:rPr>
      <w:t></w:t>
    </w:r>
    <w:r w:rsidRPr="00876BE0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D95831C" wp14:editId="3BD38AA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9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E3CBC" w14:textId="77777777" w:rsidR="00C30318" w:rsidRPr="00AC3823" w:rsidRDefault="00C3031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BF469F" w14:textId="77777777" w:rsidR="00C30318" w:rsidRPr="00AC3823" w:rsidRDefault="00C3031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1AE88F1" w14:textId="77777777" w:rsidR="00C30318" w:rsidRPr="00AC3823" w:rsidRDefault="00C30318">
      <w:pPr>
        <w:spacing w:line="240" w:lineRule="auto"/>
        <w:rPr>
          <w:sz w:val="2"/>
          <w:szCs w:val="2"/>
        </w:rPr>
      </w:pPr>
    </w:p>
  </w:footnote>
  <w:footnote w:id="2">
    <w:p w14:paraId="3D7B45CB" w14:textId="77777777" w:rsidR="00C30318" w:rsidRPr="00A01220" w:rsidRDefault="00C30318">
      <w:pPr>
        <w:pStyle w:val="Notedebasdepage"/>
      </w:pPr>
      <w:r>
        <w:rPr>
          <w:rStyle w:val="Appelnotedebasdep"/>
        </w:rPr>
        <w:tab/>
      </w:r>
      <w:r w:rsidRPr="00A01220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1E2A0C">
        <w:rPr>
          <w:lang w:val="fr-FR"/>
        </w:rPr>
        <w:t>Conformément au programme de travail du Comité des transports intérieurs pour la période 2018</w:t>
      </w:r>
      <w:r w:rsidR="00AE6139">
        <w:rPr>
          <w:lang w:val="fr-FR"/>
        </w:rPr>
        <w:noBreakHyphen/>
      </w:r>
      <w:r w:rsidRPr="001E2A0C">
        <w:rPr>
          <w:lang w:val="fr-FR"/>
        </w:rPr>
        <w:t>2019 (ECE/TRANS/274, par. 123, et ECE/TRANS/2018/21/</w:t>
      </w:r>
      <w:r w:rsidR="005B5814">
        <w:rPr>
          <w:lang w:val="fr-FR"/>
        </w:rPr>
        <w:t xml:space="preserve"> et </w:t>
      </w:r>
      <w:r w:rsidRPr="001E2A0C">
        <w:rPr>
          <w:lang w:val="fr-FR"/>
        </w:rPr>
        <w:t xml:space="preserve">Add.1, module 3), le Forum mondial a pour mission d’élaborer, d’harmoniser et de mettre à jour les Règlements ONU en vue d’améliorer les caractéristiques fonctionnelles des véhicules. Le présent document est soumis </w:t>
      </w:r>
      <w:r w:rsidR="00AE6139">
        <w:rPr>
          <w:lang w:val="fr-FR"/>
        </w:rPr>
        <w:br/>
      </w:r>
      <w:r w:rsidRPr="001E2A0C">
        <w:rPr>
          <w:lang w:val="fr-FR"/>
        </w:rPr>
        <w:t>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6567A" w14:textId="18B5FBF0" w:rsidR="00C30318" w:rsidRPr="00876BE0" w:rsidRDefault="00976682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ECE/TRANS/WP.29/GRE/2019/21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A67A3" w14:textId="3ADF64D4" w:rsidR="00C30318" w:rsidRPr="00876BE0" w:rsidRDefault="00976682" w:rsidP="00876BE0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ECE/TRANS/WP.29/GRE/2019/21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4B06"/>
    <w:rsid w:val="00011403"/>
    <w:rsid w:val="00017F94"/>
    <w:rsid w:val="00023842"/>
    <w:rsid w:val="00026CC2"/>
    <w:rsid w:val="000334F9"/>
    <w:rsid w:val="0004207A"/>
    <w:rsid w:val="00045FEB"/>
    <w:rsid w:val="00054B06"/>
    <w:rsid w:val="0007796D"/>
    <w:rsid w:val="00077DA5"/>
    <w:rsid w:val="00084D9F"/>
    <w:rsid w:val="000B7653"/>
    <w:rsid w:val="000B7790"/>
    <w:rsid w:val="000D0ECD"/>
    <w:rsid w:val="001112FE"/>
    <w:rsid w:val="00111F2F"/>
    <w:rsid w:val="0011509F"/>
    <w:rsid w:val="001247AA"/>
    <w:rsid w:val="0014365E"/>
    <w:rsid w:val="00143C66"/>
    <w:rsid w:val="00176178"/>
    <w:rsid w:val="001C4B97"/>
    <w:rsid w:val="001D6E86"/>
    <w:rsid w:val="001F1085"/>
    <w:rsid w:val="001F30DC"/>
    <w:rsid w:val="001F525A"/>
    <w:rsid w:val="002100D1"/>
    <w:rsid w:val="00223272"/>
    <w:rsid w:val="002353F2"/>
    <w:rsid w:val="0024779E"/>
    <w:rsid w:val="00257168"/>
    <w:rsid w:val="002672CE"/>
    <w:rsid w:val="002744B8"/>
    <w:rsid w:val="00281DA6"/>
    <w:rsid w:val="002832AC"/>
    <w:rsid w:val="002D7C93"/>
    <w:rsid w:val="002E6AFF"/>
    <w:rsid w:val="00305801"/>
    <w:rsid w:val="00306853"/>
    <w:rsid w:val="00364B26"/>
    <w:rsid w:val="003916DE"/>
    <w:rsid w:val="003D0647"/>
    <w:rsid w:val="003E5B89"/>
    <w:rsid w:val="003F1131"/>
    <w:rsid w:val="0040184E"/>
    <w:rsid w:val="00411EDC"/>
    <w:rsid w:val="00421996"/>
    <w:rsid w:val="00441C3B"/>
    <w:rsid w:val="00446FE5"/>
    <w:rsid w:val="00452396"/>
    <w:rsid w:val="00466C93"/>
    <w:rsid w:val="004706F5"/>
    <w:rsid w:val="004837D8"/>
    <w:rsid w:val="004A6850"/>
    <w:rsid w:val="004C02A9"/>
    <w:rsid w:val="004C7DEB"/>
    <w:rsid w:val="004E2EED"/>
    <w:rsid w:val="004E468C"/>
    <w:rsid w:val="00505C92"/>
    <w:rsid w:val="00536F45"/>
    <w:rsid w:val="005505B7"/>
    <w:rsid w:val="005520CA"/>
    <w:rsid w:val="00573BE5"/>
    <w:rsid w:val="00580B00"/>
    <w:rsid w:val="00586ED3"/>
    <w:rsid w:val="00596AA9"/>
    <w:rsid w:val="005A3AEA"/>
    <w:rsid w:val="005B5814"/>
    <w:rsid w:val="005B66AA"/>
    <w:rsid w:val="005D2066"/>
    <w:rsid w:val="005E6429"/>
    <w:rsid w:val="00715623"/>
    <w:rsid w:val="0071601D"/>
    <w:rsid w:val="00741FDE"/>
    <w:rsid w:val="007575C4"/>
    <w:rsid w:val="007830FC"/>
    <w:rsid w:val="00783602"/>
    <w:rsid w:val="00794BE9"/>
    <w:rsid w:val="0079651D"/>
    <w:rsid w:val="007A62E6"/>
    <w:rsid w:val="007D157C"/>
    <w:rsid w:val="007D1878"/>
    <w:rsid w:val="007E0605"/>
    <w:rsid w:val="007E0B6F"/>
    <w:rsid w:val="007E2111"/>
    <w:rsid w:val="007E3657"/>
    <w:rsid w:val="007F20FA"/>
    <w:rsid w:val="00805B08"/>
    <w:rsid w:val="0080684C"/>
    <w:rsid w:val="008324D9"/>
    <w:rsid w:val="00832C40"/>
    <w:rsid w:val="00871C75"/>
    <w:rsid w:val="00876BE0"/>
    <w:rsid w:val="008776DC"/>
    <w:rsid w:val="008E6138"/>
    <w:rsid w:val="009100A9"/>
    <w:rsid w:val="009446C0"/>
    <w:rsid w:val="00957E4A"/>
    <w:rsid w:val="009705C8"/>
    <w:rsid w:val="00976682"/>
    <w:rsid w:val="009C1CF4"/>
    <w:rsid w:val="009C1F2F"/>
    <w:rsid w:val="009F56BA"/>
    <w:rsid w:val="009F6B74"/>
    <w:rsid w:val="00A01220"/>
    <w:rsid w:val="00A11E42"/>
    <w:rsid w:val="00A26707"/>
    <w:rsid w:val="00A3029F"/>
    <w:rsid w:val="00A30353"/>
    <w:rsid w:val="00A51012"/>
    <w:rsid w:val="00A54502"/>
    <w:rsid w:val="00A93804"/>
    <w:rsid w:val="00AB0D72"/>
    <w:rsid w:val="00AC3823"/>
    <w:rsid w:val="00AE323C"/>
    <w:rsid w:val="00AE39C1"/>
    <w:rsid w:val="00AE6139"/>
    <w:rsid w:val="00AF0CB5"/>
    <w:rsid w:val="00B00181"/>
    <w:rsid w:val="00B00B0D"/>
    <w:rsid w:val="00B13E46"/>
    <w:rsid w:val="00B45F2E"/>
    <w:rsid w:val="00B52673"/>
    <w:rsid w:val="00B53CE2"/>
    <w:rsid w:val="00B5408C"/>
    <w:rsid w:val="00B765F7"/>
    <w:rsid w:val="00B93C40"/>
    <w:rsid w:val="00BA0CA9"/>
    <w:rsid w:val="00BA2FA8"/>
    <w:rsid w:val="00BB1D68"/>
    <w:rsid w:val="00BD0325"/>
    <w:rsid w:val="00BF4334"/>
    <w:rsid w:val="00C02897"/>
    <w:rsid w:val="00C122AD"/>
    <w:rsid w:val="00C30318"/>
    <w:rsid w:val="00C451E9"/>
    <w:rsid w:val="00C64677"/>
    <w:rsid w:val="00C809E3"/>
    <w:rsid w:val="00C86703"/>
    <w:rsid w:val="00C97039"/>
    <w:rsid w:val="00CA570A"/>
    <w:rsid w:val="00CB6C7E"/>
    <w:rsid w:val="00CE0C7A"/>
    <w:rsid w:val="00CF2073"/>
    <w:rsid w:val="00D177F5"/>
    <w:rsid w:val="00D3439C"/>
    <w:rsid w:val="00DA47AB"/>
    <w:rsid w:val="00DB1831"/>
    <w:rsid w:val="00DD20D6"/>
    <w:rsid w:val="00DD3BFD"/>
    <w:rsid w:val="00DF6678"/>
    <w:rsid w:val="00E0299A"/>
    <w:rsid w:val="00E14E7F"/>
    <w:rsid w:val="00E50C60"/>
    <w:rsid w:val="00E85C74"/>
    <w:rsid w:val="00EA1FC2"/>
    <w:rsid w:val="00EA6547"/>
    <w:rsid w:val="00EA73A2"/>
    <w:rsid w:val="00EB5EFA"/>
    <w:rsid w:val="00ED6F0A"/>
    <w:rsid w:val="00EF2E22"/>
    <w:rsid w:val="00F23968"/>
    <w:rsid w:val="00F35BAF"/>
    <w:rsid w:val="00F4424E"/>
    <w:rsid w:val="00F45307"/>
    <w:rsid w:val="00F5467A"/>
    <w:rsid w:val="00F660DF"/>
    <w:rsid w:val="00F90DF3"/>
    <w:rsid w:val="00F94664"/>
    <w:rsid w:val="00F9573C"/>
    <w:rsid w:val="00F95C08"/>
    <w:rsid w:val="00FA5F89"/>
    <w:rsid w:val="00FC0B7E"/>
    <w:rsid w:val="00FE3BE4"/>
    <w:rsid w:val="00FE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612E39"/>
  <w15:docId w15:val="{7FB53BD8-C317-4CBA-B9F2-DCA6EB1B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B581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293D5-FED4-4AD6-844A-BE042E23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10</Pages>
  <Words>1786</Words>
  <Characters>12509</Characters>
  <Application>Microsoft Office Word</Application>
  <DocSecurity>0</DocSecurity>
  <Lines>1042</Lines>
  <Paragraphs>571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ECE/TRANS/WP.29/GRE/2019/21</vt:lpstr>
    </vt:vector>
  </TitlesOfParts>
  <Company>DCM</Company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ECE/TRANS/WP.29/GRE/2019/21</dc:title>
  <dc:subject/>
  <dc:creator>Valerie BERTIN</dc:creator>
  <cp:keywords/>
  <cp:lastModifiedBy>Valerie Bertin</cp:lastModifiedBy>
  <cp:revision>3</cp:revision>
  <cp:lastPrinted>2019-09-03T13:13:00Z</cp:lastPrinted>
  <dcterms:created xsi:type="dcterms:W3CDTF">2019-09-03T13:13:00Z</dcterms:created>
  <dcterms:modified xsi:type="dcterms:W3CDTF">2019-09-03T13:15:00Z</dcterms:modified>
</cp:coreProperties>
</file>