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58D1D9D0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DEB5F9D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9BFFC5F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541CFE8" w14:textId="77777777" w:rsidR="009E6CB7" w:rsidRPr="00D47EEA" w:rsidRDefault="007A0C8D" w:rsidP="007A0C8D">
            <w:pPr>
              <w:jc w:val="right"/>
            </w:pPr>
            <w:r w:rsidRPr="007A0C8D">
              <w:rPr>
                <w:sz w:val="40"/>
              </w:rPr>
              <w:t>ECE</w:t>
            </w:r>
            <w:r>
              <w:t>/TRANS/WP.29/2019/110</w:t>
            </w:r>
          </w:p>
        </w:tc>
      </w:tr>
      <w:tr w:rsidR="009E6CB7" w14:paraId="6C49411A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59DD4F0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77076E8" wp14:editId="108E930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2FE9C89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CC7E0BA" w14:textId="77777777" w:rsidR="009E6CB7" w:rsidRDefault="007A0C8D" w:rsidP="007A0C8D">
            <w:pPr>
              <w:spacing w:before="240" w:line="240" w:lineRule="exact"/>
            </w:pPr>
            <w:r>
              <w:t>Distr.: General</w:t>
            </w:r>
          </w:p>
          <w:p w14:paraId="2B0518D0" w14:textId="77777777" w:rsidR="007A0C8D" w:rsidRDefault="00E433B2" w:rsidP="007A0C8D">
            <w:pPr>
              <w:spacing w:line="240" w:lineRule="exact"/>
            </w:pPr>
            <w:r>
              <w:t>28</w:t>
            </w:r>
            <w:r w:rsidR="007A0C8D">
              <w:t xml:space="preserve"> August 2019</w:t>
            </w:r>
          </w:p>
          <w:p w14:paraId="7D95A3D9" w14:textId="77777777" w:rsidR="007A0C8D" w:rsidRDefault="007A0C8D" w:rsidP="007A0C8D">
            <w:pPr>
              <w:spacing w:line="240" w:lineRule="exact"/>
            </w:pPr>
          </w:p>
          <w:p w14:paraId="70BBB630" w14:textId="77777777" w:rsidR="007A0C8D" w:rsidRDefault="007A0C8D" w:rsidP="007A0C8D">
            <w:pPr>
              <w:spacing w:line="240" w:lineRule="exact"/>
            </w:pPr>
            <w:r>
              <w:t>Original: English</w:t>
            </w:r>
          </w:p>
        </w:tc>
      </w:tr>
    </w:tbl>
    <w:p w14:paraId="5153716A" w14:textId="77777777" w:rsidR="007A0C8D" w:rsidRPr="007C7AC6" w:rsidRDefault="007A0C8D" w:rsidP="007A0C8D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14:paraId="0932C9CD" w14:textId="77777777" w:rsidR="007A0C8D" w:rsidRPr="007C7AC6" w:rsidRDefault="007A0C8D" w:rsidP="007A0C8D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14:paraId="7C746C39" w14:textId="77777777" w:rsidR="007A0C8D" w:rsidRPr="007C7AC6" w:rsidRDefault="007A0C8D" w:rsidP="007A0C8D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14:paraId="1968D419" w14:textId="77777777" w:rsidR="007A0C8D" w:rsidRDefault="007A0C8D" w:rsidP="007A0C8D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659D93A1" w14:textId="77777777" w:rsidR="007A0C8D" w:rsidRDefault="007A0C8D" w:rsidP="007A0C8D">
      <w:pPr>
        <w:rPr>
          <w:lang w:val="en-US"/>
        </w:rPr>
      </w:pPr>
      <w:r>
        <w:rPr>
          <w:lang w:val="en-US"/>
        </w:rPr>
        <w:t>Geneva, 12-1</w:t>
      </w:r>
      <w:r w:rsidR="00E433B2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69356B71" w14:textId="77777777" w:rsidR="007A0C8D" w:rsidRDefault="007A0C8D" w:rsidP="007A0C8D">
      <w:r>
        <w:t>Item 4.8.8 of the provisional agenda</w:t>
      </w:r>
    </w:p>
    <w:p w14:paraId="4167B3BB" w14:textId="77777777" w:rsidR="007A0C8D" w:rsidRPr="00D059B0" w:rsidRDefault="007A0C8D" w:rsidP="007A0C8D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E433B2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GRSP</w:t>
      </w:r>
      <w:r w:rsidRPr="008405E4">
        <w:rPr>
          <w:b/>
        </w:rPr>
        <w:t xml:space="preserve"> </w:t>
      </w:r>
    </w:p>
    <w:p w14:paraId="4266D311" w14:textId="77777777" w:rsidR="007A0C8D" w:rsidRPr="007C7AC6" w:rsidRDefault="007A0C8D" w:rsidP="007A0C8D">
      <w:pPr>
        <w:pStyle w:val="HChG"/>
        <w:jc w:val="both"/>
      </w:pPr>
      <w:r w:rsidRPr="007C7AC6">
        <w:tab/>
      </w:r>
      <w:r w:rsidRPr="007C7AC6">
        <w:tab/>
      </w:r>
      <w:r w:rsidRPr="007C7AC6">
        <w:rPr>
          <w:bCs/>
          <w:szCs w:val="28"/>
        </w:rPr>
        <w:t>Pr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pos</w:t>
      </w:r>
      <w:r w:rsidRPr="007C7AC6">
        <w:rPr>
          <w:bCs/>
          <w:spacing w:val="1"/>
          <w:szCs w:val="28"/>
        </w:rPr>
        <w:t>a</w:t>
      </w:r>
      <w:r w:rsidRPr="007C7AC6">
        <w:rPr>
          <w:bCs/>
          <w:szCs w:val="28"/>
        </w:rPr>
        <w:t>l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 xml:space="preserve">for </w:t>
      </w:r>
      <w:r>
        <w:rPr>
          <w:bCs/>
          <w:szCs w:val="28"/>
        </w:rPr>
        <w:t xml:space="preserve">Supplement 2 to </w:t>
      </w:r>
      <w:r w:rsidRPr="007C7AC6">
        <w:rPr>
          <w:bCs/>
          <w:szCs w:val="28"/>
        </w:rPr>
        <w:t xml:space="preserve">the </w:t>
      </w:r>
      <w:r>
        <w:rPr>
          <w:bCs/>
          <w:szCs w:val="28"/>
        </w:rPr>
        <w:t xml:space="preserve">original </w:t>
      </w:r>
      <w:r w:rsidRPr="007C7AC6">
        <w:rPr>
          <w:bCs/>
          <w:szCs w:val="28"/>
        </w:rPr>
        <w:t xml:space="preserve">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135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bookmarkStart w:id="0" w:name="_GoBack"/>
      <w:r>
        <w:rPr>
          <w:bCs/>
          <w:szCs w:val="28"/>
        </w:rPr>
        <w:t xml:space="preserve">Pole Side Impact </w:t>
      </w:r>
      <w:bookmarkEnd w:id="0"/>
      <w:r>
        <w:rPr>
          <w:bCs/>
          <w:szCs w:val="28"/>
        </w:rPr>
        <w:t>(PSI)</w:t>
      </w:r>
      <w:r w:rsidRPr="007C7AC6">
        <w:rPr>
          <w:bCs/>
          <w:szCs w:val="28"/>
        </w:rPr>
        <w:t>)</w:t>
      </w:r>
    </w:p>
    <w:p w14:paraId="7DBC0D9C" w14:textId="77777777" w:rsidR="007A0C8D" w:rsidRPr="007C7AC6" w:rsidRDefault="007A0C8D" w:rsidP="007A0C8D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Passive Safety</w:t>
      </w:r>
      <w:r w:rsidRPr="00E433B2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32632317" w14:textId="77777777" w:rsidR="007A0C8D" w:rsidRPr="007C7AC6" w:rsidRDefault="007A0C8D" w:rsidP="007A0C8D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adopted by the </w:t>
      </w:r>
      <w:r>
        <w:t>Working Party on 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SP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sixty-fifth </w:t>
      </w:r>
      <w:r w:rsidRPr="008405E4">
        <w:rPr>
          <w:lang w:val="en-US"/>
        </w:rPr>
        <w:t xml:space="preserve">session </w:t>
      </w:r>
      <w:r w:rsidRPr="00EE7C07">
        <w:rPr>
          <w:lang w:val="en-US"/>
        </w:rPr>
        <w:t>(ECE/TRANS/WP.29/GR</w:t>
      </w:r>
      <w:r>
        <w:rPr>
          <w:lang w:val="en-US"/>
        </w:rPr>
        <w:t>SP</w:t>
      </w:r>
      <w:r w:rsidRPr="00EE7C07">
        <w:rPr>
          <w:lang w:val="en-US"/>
        </w:rPr>
        <w:t>/</w:t>
      </w:r>
      <w:r>
        <w:rPr>
          <w:lang w:val="en-US"/>
        </w:rPr>
        <w:t>65</w:t>
      </w:r>
      <w:r w:rsidRPr="00EE7C07">
        <w:rPr>
          <w:lang w:val="en-US"/>
        </w:rPr>
        <w:t xml:space="preserve">, para. </w:t>
      </w:r>
      <w:r>
        <w:rPr>
          <w:lang w:val="en-US"/>
        </w:rPr>
        <w:t xml:space="preserve">37).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ECE/TRANS/WP.29/</w:t>
      </w:r>
      <w:r w:rsidRPr="00E45FD8">
        <w:t>GRSP</w:t>
      </w:r>
      <w:r>
        <w:t>/2019/13, as amended by Annex VI to the report</w:t>
      </w:r>
      <w:r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14:paraId="2046084B" w14:textId="77777777" w:rsidR="007A0C8D" w:rsidRDefault="007A0C8D" w:rsidP="007A0C8D">
      <w:pPr>
        <w:pStyle w:val="HChG"/>
      </w:pPr>
      <w:r w:rsidRPr="007C7AC6">
        <w:br w:type="page"/>
      </w:r>
    </w:p>
    <w:p w14:paraId="39B8DE0B" w14:textId="77777777" w:rsidR="007A0C8D" w:rsidRDefault="007A0C8D" w:rsidP="007A0C8D">
      <w:pPr>
        <w:pStyle w:val="HChG"/>
        <w:rPr>
          <w:bCs/>
          <w:szCs w:val="28"/>
        </w:rPr>
      </w:pPr>
      <w:r>
        <w:rPr>
          <w:b w:val="0"/>
          <w:bCs/>
        </w:rPr>
        <w:lastRenderedPageBreak/>
        <w:tab/>
      </w:r>
      <w:r>
        <w:rPr>
          <w:b w:val="0"/>
          <w:bCs/>
        </w:rPr>
        <w:tab/>
      </w:r>
      <w:r>
        <w:rPr>
          <w:bCs/>
          <w:szCs w:val="28"/>
        </w:rPr>
        <w:t xml:space="preserve">Supplement 2 to </w:t>
      </w:r>
      <w:r w:rsidRPr="007C7AC6">
        <w:rPr>
          <w:bCs/>
          <w:szCs w:val="28"/>
        </w:rPr>
        <w:t xml:space="preserve">the </w:t>
      </w:r>
      <w:r>
        <w:rPr>
          <w:bCs/>
          <w:szCs w:val="28"/>
        </w:rPr>
        <w:t xml:space="preserve">original </w:t>
      </w:r>
      <w:r w:rsidRPr="007C7AC6">
        <w:rPr>
          <w:bCs/>
          <w:szCs w:val="28"/>
        </w:rPr>
        <w:t xml:space="preserve">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135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rPr>
          <w:bCs/>
          <w:szCs w:val="28"/>
        </w:rPr>
        <w:t>Pole Side Impact (PSI)</w:t>
      </w:r>
      <w:r w:rsidRPr="007C7AC6">
        <w:rPr>
          <w:bCs/>
          <w:szCs w:val="28"/>
        </w:rPr>
        <w:t>)</w:t>
      </w:r>
    </w:p>
    <w:p w14:paraId="042B19B3" w14:textId="77777777" w:rsidR="007A0C8D" w:rsidRPr="007C7AC6" w:rsidRDefault="007A0C8D" w:rsidP="007A0C8D">
      <w:pPr>
        <w:pStyle w:val="SingleTxtG"/>
      </w:pPr>
      <w:r w:rsidRPr="007C7AC6">
        <w:rPr>
          <w:i/>
        </w:rPr>
        <w:t>Paragraph 5.4.2.</w:t>
      </w:r>
      <w:r>
        <w:rPr>
          <w:i/>
        </w:rPr>
        <w:t>1</w:t>
      </w:r>
      <w:r w:rsidRPr="007C7AC6">
        <w:t>, amend to read</w:t>
      </w:r>
      <w:r>
        <w:t>:</w:t>
      </w:r>
    </w:p>
    <w:p w14:paraId="0485A95E" w14:textId="77777777" w:rsidR="007A0C8D" w:rsidRPr="0035692F" w:rsidRDefault="007A0C8D" w:rsidP="007A0C8D">
      <w:pPr>
        <w:pStyle w:val="SingleTxtG"/>
        <w:tabs>
          <w:tab w:val="left" w:pos="2410"/>
        </w:tabs>
        <w:ind w:left="2410" w:hanging="1276"/>
      </w:pPr>
      <w:r w:rsidRPr="0035692F">
        <w:t>"5.4.2.1.</w:t>
      </w:r>
      <w:r w:rsidRPr="0035692F">
        <w:tab/>
        <w:t>The door shall remain latched;</w:t>
      </w:r>
    </w:p>
    <w:p w14:paraId="16BF3D9D" w14:textId="77777777" w:rsidR="007A0C8D" w:rsidRPr="0035692F" w:rsidRDefault="007A0C8D" w:rsidP="007A0C8D">
      <w:pPr>
        <w:pStyle w:val="SingleTxtG"/>
        <w:ind w:left="3402" w:hanging="972"/>
      </w:pPr>
      <w:r w:rsidRPr="0035692F">
        <w:t>This requirement is deemed to be fulfilled:</w:t>
      </w:r>
    </w:p>
    <w:p w14:paraId="41AB67EF" w14:textId="77777777" w:rsidR="007A0C8D" w:rsidRPr="0035692F" w:rsidRDefault="007A0C8D" w:rsidP="007A0C8D">
      <w:pPr>
        <w:pStyle w:val="SingleTxtG"/>
        <w:ind w:left="2430"/>
        <w:rPr>
          <w:rFonts w:eastAsia="Calibri"/>
        </w:rPr>
      </w:pPr>
      <w:r w:rsidRPr="0035692F">
        <w:rPr>
          <w:rFonts w:eastAsia="Calibri"/>
        </w:rPr>
        <w:t>(a)</w:t>
      </w:r>
      <w:r w:rsidRPr="0035692F">
        <w:rPr>
          <w:rFonts w:eastAsia="Calibri"/>
        </w:rPr>
        <w:tab/>
        <w:t>if it is clearly visible, that the door lock is latched; or</w:t>
      </w:r>
    </w:p>
    <w:p w14:paraId="67BF02A1" w14:textId="77777777" w:rsidR="007A0C8D" w:rsidRDefault="007A0C8D" w:rsidP="007A0C8D">
      <w:pPr>
        <w:pStyle w:val="SingleTxtG"/>
        <w:ind w:left="2880" w:hanging="450"/>
        <w:rPr>
          <w:iCs/>
          <w:lang w:eastAsia="de-DE"/>
        </w:rPr>
      </w:pPr>
      <w:r w:rsidRPr="0035692F">
        <w:rPr>
          <w:rFonts w:eastAsia="Calibri"/>
        </w:rPr>
        <w:t>(b)</w:t>
      </w:r>
      <w:r w:rsidRPr="0035692F">
        <w:rPr>
          <w:rFonts w:eastAsia="Calibri"/>
        </w:rPr>
        <w:tab/>
      </w:r>
      <w:r w:rsidRPr="0035692F">
        <w:rPr>
          <w:iCs/>
          <w:color w:val="000000"/>
          <w:lang w:eastAsia="de-DE"/>
        </w:rPr>
        <w:t xml:space="preserve">if the door does not open </w:t>
      </w:r>
      <w:r w:rsidRPr="0035692F">
        <w:rPr>
          <w:iCs/>
          <w:lang w:eastAsia="de-DE"/>
        </w:rPr>
        <w:t>under a static tractive force of at least 400 N in the y-direction applied to the door, according to the Figure</w:t>
      </w:r>
      <w:r w:rsidRPr="0035692F">
        <w:rPr>
          <w:rFonts w:eastAsia="Calibri"/>
        </w:rPr>
        <w:t xml:space="preserve"> below, as close as possible to the window sill and to the edge of the door opposite</w:t>
      </w:r>
      <w:r w:rsidRPr="0035692F">
        <w:rPr>
          <w:iCs/>
          <w:lang w:eastAsia="de-DE"/>
        </w:rPr>
        <w:t xml:space="preserve"> to the hinged side, except to the door handle itself.</w:t>
      </w:r>
    </w:p>
    <w:p w14:paraId="25D4CD48" w14:textId="77777777" w:rsidR="007A0C8D" w:rsidRDefault="007A0C8D" w:rsidP="007A0C8D">
      <w:pPr>
        <w:spacing w:line="247" w:lineRule="auto"/>
        <w:ind w:left="2381" w:right="27"/>
        <w:jc w:val="both"/>
        <w:rPr>
          <w:b/>
          <w:bCs/>
          <w:iCs/>
          <w:lang w:eastAsia="de-DE"/>
        </w:rPr>
      </w:pPr>
      <w:r w:rsidRPr="00E45FD8">
        <w:rPr>
          <w:b/>
          <w:bCs/>
          <w:iCs/>
          <w:lang w:eastAsia="de-DE"/>
        </w:rPr>
        <w:t>Figure</w:t>
      </w:r>
    </w:p>
    <w:p w14:paraId="6FD4011F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  <w:r w:rsidRPr="00E45FD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AC1B5C" wp14:editId="0DA276C3">
                <wp:simplePos x="0" y="0"/>
                <wp:positionH relativeFrom="column">
                  <wp:posOffset>1880235</wp:posOffset>
                </wp:positionH>
                <wp:positionV relativeFrom="paragraph">
                  <wp:posOffset>11430</wp:posOffset>
                </wp:positionV>
                <wp:extent cx="3202305" cy="3355340"/>
                <wp:effectExtent l="0" t="0" r="0" b="0"/>
                <wp:wrapSquare wrapText="bothSides"/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2305" cy="3355340"/>
                          <a:chOff x="0" y="0"/>
                          <a:chExt cx="5455883" cy="5917826"/>
                        </a:xfrm>
                      </wpg:grpSpPr>
                      <pic:pic xmlns:pic="http://schemas.openxmlformats.org/drawingml/2006/picture">
                        <pic:nvPicPr>
                          <pic:cNvPr id="74" name="Grafik 4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138" t="24324" r="27685" b="8108"/>
                          <a:stretch/>
                        </pic:blipFill>
                        <pic:spPr>
                          <a:xfrm>
                            <a:off x="2436402" y="4220900"/>
                            <a:ext cx="2140714" cy="13722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Inhaltsplatzhalter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93" r="76472" b="2839"/>
                          <a:stretch/>
                        </pic:blipFill>
                        <pic:spPr bwMode="gray">
                          <a:xfrm>
                            <a:off x="2599724" y="0"/>
                            <a:ext cx="2079957" cy="41044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" name="Pfeil nach rechts 30"/>
                        <wps:cNvSpPr/>
                        <wps:spPr>
                          <a:xfrm rot="10800000">
                            <a:off x="1007273" y="468462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B99C172" w14:textId="77777777" w:rsidR="007A0C8D" w:rsidRDefault="007A0C8D" w:rsidP="007A0C8D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feld 31"/>
                        <wps:cNvSpPr txBox="1"/>
                        <wps:spPr>
                          <a:xfrm>
                            <a:off x="0" y="4291231"/>
                            <a:ext cx="113790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DD36DF" w14:textId="77777777" w:rsidR="007A0C8D" w:rsidRDefault="007A0C8D" w:rsidP="007A0C8D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" name="Pfeil nach rechts 34"/>
                        <wps:cNvSpPr/>
                        <wps:spPr>
                          <a:xfrm rot="10800000">
                            <a:off x="1079281" y="271534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CFB8C69" w14:textId="77777777" w:rsidR="007A0C8D" w:rsidRDefault="007A0C8D" w:rsidP="007A0C8D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feld 35"/>
                        <wps:cNvSpPr txBox="1"/>
                        <wps:spPr>
                          <a:xfrm>
                            <a:off x="0" y="2350310"/>
                            <a:ext cx="1038806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7645EA" w14:textId="77777777" w:rsidR="007A0C8D" w:rsidRDefault="007A0C8D" w:rsidP="007A0C8D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" name="Textfeld 37"/>
                        <wps:cNvSpPr txBox="1"/>
                        <wps:spPr>
                          <a:xfrm>
                            <a:off x="1714333" y="2143207"/>
                            <a:ext cx="70536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07DD90" w14:textId="77777777" w:rsidR="007A0C8D" w:rsidRDefault="007A0C8D" w:rsidP="007A0C8D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feld 38"/>
                        <wps:cNvSpPr txBox="1"/>
                        <wps:spPr>
                          <a:xfrm>
                            <a:off x="1714291" y="4085165"/>
                            <a:ext cx="84662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506920" w14:textId="77777777" w:rsidR="007A0C8D" w:rsidRDefault="007A0C8D" w:rsidP="007A0C8D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3" name="Gerade Verbindung mit Pfeil 15"/>
                        <wps:cNvCnPr/>
                        <wps:spPr>
                          <a:xfrm flipV="1">
                            <a:off x="5183737" y="4845500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4" name="Gerade Verbindung mit Pfeil 39"/>
                        <wps:cNvCnPr/>
                        <wps:spPr>
                          <a:xfrm flipH="1">
                            <a:off x="4823697" y="5256585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5" name="Textfeld 23"/>
                        <wps:cNvSpPr txBox="1"/>
                        <wps:spPr>
                          <a:xfrm>
                            <a:off x="5328579" y="4238454"/>
                            <a:ext cx="127304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702699" w14:textId="77777777" w:rsidR="007A0C8D" w:rsidRDefault="007A0C8D" w:rsidP="007A0C8D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Z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feld 40"/>
                        <wps:cNvSpPr txBox="1"/>
                        <wps:spPr>
                          <a:xfrm>
                            <a:off x="4719436" y="5012483"/>
                            <a:ext cx="13212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AF5EE5" w14:textId="77777777" w:rsidR="007A0C8D" w:rsidRDefault="007A0C8D" w:rsidP="007A0C8D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Gerade Verbindung mit Pfeil 41"/>
                        <wps:cNvCnPr/>
                        <wps:spPr>
                          <a:xfrm flipV="1">
                            <a:off x="5111729" y="2037188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8" name="Gerade Verbindung mit Pfeil 42"/>
                        <wps:cNvCnPr/>
                        <wps:spPr>
                          <a:xfrm flipH="1">
                            <a:off x="4751689" y="2448273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9" name="Textfeld 43"/>
                        <wps:cNvSpPr txBox="1"/>
                        <wps:spPr>
                          <a:xfrm>
                            <a:off x="5197148" y="1491878"/>
                            <a:ext cx="14080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444EB" w14:textId="77777777" w:rsidR="007A0C8D" w:rsidRDefault="007A0C8D" w:rsidP="007A0C8D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feld 44"/>
                        <wps:cNvSpPr txBox="1"/>
                        <wps:spPr>
                          <a:xfrm>
                            <a:off x="4619594" y="2176379"/>
                            <a:ext cx="13212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F4B042" w14:textId="77777777" w:rsidR="007A0C8D" w:rsidRDefault="007A0C8D" w:rsidP="007A0C8D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AC1B5C" id="Group 81" o:spid="_x0000_s1026" style="position:absolute;left:0;text-align:left;margin-left:148.05pt;margin-top:.9pt;width:252.15pt;height:264.2pt;z-index:251659264;mso-width-relative:margin;mso-height-relative:margin" coordsize="54558,59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siIiIioaKAKyIiIiKhooArIiIiIqGigCsiIiIioaKAKyIiIiKhooArIiIiIqGigCsiIiIioaKA&#10;KyIiIiKhooArIiIiIqGigCsiIiIioaKAKyIiIiKhooArIiIiIqGigCsiIiIioaKAKyIiIiKhooAr&#10;IiIiIqGigCsiIiIioaKAKyIiIiKhooArIiIiIqGigCsiIiIioaKAKyIiIiKhooArIiIiIqGigCsi&#10;IiIioaKAKyIiIiKhooArIiIiIqGigCsiIiIioaKAKyIiIiKhooArIiIiIqGigCsiIiIio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7" o:spid="_x0000_s1027" type="#_x0000_t75" style="position:absolute;left:24364;top:42209;width:21407;height:13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">
                  <v:imagedata r:id="rId11" o:title="" croptop="15941f" cropbottom="5314f" cropleft="13853f" cropright="18144f"/>
                </v:shape>
                <v:shape id="Inhaltsplatzhalter 4" o:spid="_x0000_s1028" type="#_x0000_t75" style="position:absolute;left:25997;width:20799;height:41044;visibility:visible;mso-wrap-style:squar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">
                  <v:imagedata r:id="rId12" o:title="" croptop="2158f" cropbottom="1861f" cropright="50117f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30" o:spid="_x0000_s1029" type="#_x0000_t13" style="position:absolute;left:10072;top:46846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" adj="20700" fillcolor="#4f81bd [3204]" strokecolor="#7f7f7f [1612]">
                  <v:stroke endcap="square"/>
                  <v:textbox inset="2mm,2mm,2mm,2mm">
                    <w:txbxContent>
                      <w:p w14:paraId="1B99C172" w14:textId="77777777" w:rsidR="007A0C8D" w:rsidRDefault="007A0C8D" w:rsidP="007A0C8D"/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1" o:spid="_x0000_s1030" type="#_x0000_t202" style="position:absolute;top:42912;width:11379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10DD36DF" w14:textId="77777777" w:rsidR="007A0C8D" w:rsidRDefault="007A0C8D" w:rsidP="007A0C8D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Pfeil nach rechts 34" o:spid="_x0000_s1031" type="#_x0000_t13" style="position:absolute;left:10792;top:27153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" adj="20700" fillcolor="#4f81bd [3204]" strokecolor="#7f7f7f [1612]">
                  <v:stroke endcap="square"/>
                  <v:textbox inset="2mm,2mm,2mm,2mm">
                    <w:txbxContent>
                      <w:p w14:paraId="2CFB8C69" w14:textId="77777777" w:rsidR="007A0C8D" w:rsidRDefault="007A0C8D" w:rsidP="007A0C8D"/>
                    </w:txbxContent>
                  </v:textbox>
                </v:shape>
                <v:shape id="Textfeld 35" o:spid="_x0000_s1032" type="#_x0000_t202" style="position:absolute;top:23503;width:10388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2B7645EA" w14:textId="77777777" w:rsidR="007A0C8D" w:rsidRDefault="007A0C8D" w:rsidP="007A0C8D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Textfeld 37" o:spid="_x0000_s1033" type="#_x0000_t202" style="position:absolute;left:17143;top:21432;width:7053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0207DD90" w14:textId="77777777" w:rsidR="007A0C8D" w:rsidRDefault="007A0C8D" w:rsidP="007A0C8D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400N</w:t>
                        </w:r>
                      </w:p>
                    </w:txbxContent>
                  </v:textbox>
                </v:shape>
                <v:shape id="Textfeld 38" o:spid="_x0000_s1034" type="#_x0000_t202" style="position:absolute;left:17142;top:40851;width:8467;height:8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56506920" w14:textId="77777777" w:rsidR="007A0C8D" w:rsidRDefault="007A0C8D" w:rsidP="007A0C8D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400N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5" o:spid="_x0000_s1035" type="#_x0000_t32" style="position:absolute;left:51837;top:48455;width:0;height:41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" strokecolor="#1f497d [3215]">
                  <v:stroke endarrow="block"/>
                </v:shape>
                <v:shape id="Gerade Verbindung mit Pfeil 39" o:spid="_x0000_s1036" type="#_x0000_t32" style="position:absolute;left:48236;top:52565;width:360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" strokecolor="#1f497d [3215]">
                  <v:stroke endarrow="block"/>
                </v:shape>
                <v:shape id="Textfeld 23" o:spid="_x0000_s1037" type="#_x0000_t202" style="position:absolute;left:53285;top:42384;width:1273;height:9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0A702699" w14:textId="77777777" w:rsidR="007A0C8D" w:rsidRDefault="007A0C8D" w:rsidP="007A0C8D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Z</w:t>
                        </w:r>
                      </w:p>
                    </w:txbxContent>
                  </v:textbox>
                </v:shape>
                <v:shape id="Textfeld 40" o:spid="_x0000_s1038" type="#_x0000_t202" style="position:absolute;left:47194;top:50124;width:1321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16AF5EE5" w14:textId="77777777" w:rsidR="007A0C8D" w:rsidRDefault="007A0C8D" w:rsidP="007A0C8D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v:shape id="Gerade Verbindung mit Pfeil 41" o:spid="_x0000_s1039" type="#_x0000_t32" style="position:absolute;left:51117;top:20371;width:0;height:41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" strokecolor="#1f497d [3215]">
                  <v:stroke endarrow="block"/>
                </v:shape>
                <v:shape id="Gerade Verbindung mit Pfeil 42" o:spid="_x0000_s1040" type="#_x0000_t32" style="position:absolute;left:47516;top:24482;width:360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" strokecolor="#1f497d [3215]">
                  <v:stroke endarrow="block"/>
                </v:shape>
                <v:shape id="Textfeld 43" o:spid="_x0000_s1041" type="#_x0000_t202" style="position:absolute;left:51971;top:14918;width:1408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613444EB" w14:textId="77777777" w:rsidR="007A0C8D" w:rsidRDefault="007A0C8D" w:rsidP="007A0C8D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X</w:t>
                        </w:r>
                      </w:p>
                    </w:txbxContent>
                  </v:textbox>
                </v:shape>
                <v:shape id="Textfeld 44" o:spid="_x0000_s1042" type="#_x0000_t202" style="position:absolute;left:46195;top:21763;width:1322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45F4B042" w14:textId="77777777" w:rsidR="007A0C8D" w:rsidRDefault="007A0C8D" w:rsidP="007A0C8D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E45FD8">
        <w:rPr>
          <w:b/>
          <w:bCs/>
          <w:iCs/>
          <w:lang w:eastAsia="de-DE"/>
        </w:rPr>
        <w:tab/>
      </w:r>
    </w:p>
    <w:p w14:paraId="333BE46B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1BB6B4EA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4B4738E4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065E7266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70577849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66AE826D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4FCE7DD1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3FBD9C2F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681D8812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4FFA01F1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45294781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5BA8E83E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79E27E31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01101EAE" w14:textId="77777777" w:rsidR="007A0C8D" w:rsidRPr="00E45FD8" w:rsidRDefault="007A0C8D" w:rsidP="007A0C8D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  <w:r w:rsidRPr="00E45FD8">
        <w:rPr>
          <w:b/>
          <w:bCs/>
          <w:iCs/>
          <w:lang w:eastAsia="de-DE"/>
        </w:rPr>
        <w:t>"</w:t>
      </w:r>
    </w:p>
    <w:p w14:paraId="6275BCDF" w14:textId="77777777" w:rsidR="007A0C8D" w:rsidRPr="00E45FD8" w:rsidRDefault="007A0C8D" w:rsidP="007A0C8D"/>
    <w:p w14:paraId="59DB91AD" w14:textId="77777777" w:rsidR="007A0C8D" w:rsidRPr="001F42F8" w:rsidRDefault="007A0C8D" w:rsidP="00E433B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0C8D" w:rsidRPr="001F42F8" w:rsidSect="007A0C8D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2C15E" w14:textId="77777777" w:rsidR="007A0C8D" w:rsidRDefault="007A0C8D"/>
  </w:endnote>
  <w:endnote w:type="continuationSeparator" w:id="0">
    <w:p w14:paraId="26333DCF" w14:textId="77777777" w:rsidR="007A0C8D" w:rsidRDefault="007A0C8D"/>
  </w:endnote>
  <w:endnote w:type="continuationNotice" w:id="1">
    <w:p w14:paraId="4E710670" w14:textId="77777777" w:rsidR="007A0C8D" w:rsidRDefault="007A0C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02E10" w14:textId="77777777" w:rsidR="007A0C8D" w:rsidRPr="007A0C8D" w:rsidRDefault="007A0C8D" w:rsidP="007A0C8D">
    <w:pPr>
      <w:pStyle w:val="Footer"/>
      <w:tabs>
        <w:tab w:val="right" w:pos="9638"/>
      </w:tabs>
      <w:rPr>
        <w:sz w:val="18"/>
      </w:rPr>
    </w:pPr>
    <w:r w:rsidRPr="007A0C8D">
      <w:rPr>
        <w:b/>
        <w:sz w:val="18"/>
      </w:rPr>
      <w:fldChar w:fldCharType="begin"/>
    </w:r>
    <w:r w:rsidRPr="007A0C8D">
      <w:rPr>
        <w:b/>
        <w:sz w:val="18"/>
      </w:rPr>
      <w:instrText xml:space="preserve"> PAGE  \* MERGEFORMAT </w:instrText>
    </w:r>
    <w:r w:rsidRPr="007A0C8D">
      <w:rPr>
        <w:b/>
        <w:sz w:val="18"/>
      </w:rPr>
      <w:fldChar w:fldCharType="separate"/>
    </w:r>
    <w:r w:rsidRPr="007A0C8D">
      <w:rPr>
        <w:b/>
        <w:noProof/>
        <w:sz w:val="18"/>
      </w:rPr>
      <w:t>2</w:t>
    </w:r>
    <w:r w:rsidRPr="007A0C8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E4F83" w14:textId="77777777" w:rsidR="007A0C8D" w:rsidRPr="007A0C8D" w:rsidRDefault="007A0C8D" w:rsidP="007A0C8D">
    <w:pPr>
      <w:pStyle w:val="Footer"/>
      <w:tabs>
        <w:tab w:val="right" w:pos="9638"/>
      </w:tabs>
      <w:rPr>
        <w:b/>
        <w:sz w:val="18"/>
      </w:rPr>
    </w:pPr>
    <w:r>
      <w:tab/>
    </w:r>
    <w:r w:rsidRPr="007A0C8D">
      <w:rPr>
        <w:b/>
        <w:sz w:val="18"/>
      </w:rPr>
      <w:fldChar w:fldCharType="begin"/>
    </w:r>
    <w:r w:rsidRPr="007A0C8D">
      <w:rPr>
        <w:b/>
        <w:sz w:val="18"/>
      </w:rPr>
      <w:instrText xml:space="preserve"> PAGE  \* MERGEFORMAT </w:instrText>
    </w:r>
    <w:r w:rsidRPr="007A0C8D">
      <w:rPr>
        <w:b/>
        <w:sz w:val="18"/>
      </w:rPr>
      <w:fldChar w:fldCharType="separate"/>
    </w:r>
    <w:r w:rsidRPr="007A0C8D">
      <w:rPr>
        <w:b/>
        <w:noProof/>
        <w:sz w:val="18"/>
      </w:rPr>
      <w:t>3</w:t>
    </w:r>
    <w:r w:rsidRPr="007A0C8D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2BE41" w14:textId="77777777" w:rsidR="007A0C8D" w:rsidRPr="000B175B" w:rsidRDefault="007A0C8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AB99B14" w14:textId="77777777" w:rsidR="007A0C8D" w:rsidRPr="00FC68B7" w:rsidRDefault="007A0C8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D2A9F6A" w14:textId="77777777" w:rsidR="007A0C8D" w:rsidRDefault="007A0C8D"/>
  </w:footnote>
  <w:footnote w:id="2">
    <w:p w14:paraId="7E65FD14" w14:textId="77777777" w:rsidR="007A0C8D" w:rsidRPr="00EC4B12" w:rsidRDefault="007A0C8D" w:rsidP="007A0C8D">
      <w:pPr>
        <w:pStyle w:val="FootnoteText"/>
        <w:jc w:val="both"/>
        <w:rPr>
          <w:lang w:val="en-US"/>
        </w:rPr>
      </w:pPr>
      <w:r>
        <w:tab/>
      </w:r>
      <w:r w:rsidRPr="00E433B2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CDD07" w14:textId="7D3A00A4" w:rsidR="007A0C8D" w:rsidRPr="007A0C8D" w:rsidRDefault="0020468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887EA" w14:textId="30978C8B" w:rsidR="007A0C8D" w:rsidRPr="007A0C8D" w:rsidRDefault="0020468E" w:rsidP="007A0C8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C8D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F7715"/>
    <w:rsid w:val="00115187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0468E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A5D33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8D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2705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433B2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612096"/>
  <w15:docId w15:val="{DE92F738-F68B-4A2F-B716-12435B95B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7A0C8D"/>
    <w:rPr>
      <w:lang w:val="en-GB"/>
    </w:rPr>
  </w:style>
  <w:style w:type="paragraph" w:styleId="NormalWeb">
    <w:name w:val="Normal (Web)"/>
    <w:basedOn w:val="Normal"/>
    <w:uiPriority w:val="99"/>
    <w:qFormat/>
    <w:rsid w:val="007A0C8D"/>
    <w:rPr>
      <w:sz w:val="24"/>
      <w:szCs w:val="24"/>
      <w:lang w:eastAsia="en-US"/>
    </w:rPr>
  </w:style>
  <w:style w:type="character" w:customStyle="1" w:styleId="HChGChar">
    <w:name w:val="_ H _Ch_G Char"/>
    <w:link w:val="HChG"/>
    <w:rsid w:val="007A0C8D"/>
    <w:rPr>
      <w:b/>
      <w:sz w:val="28"/>
      <w:lang w:val="en-GB"/>
    </w:rPr>
  </w:style>
  <w:style w:type="character" w:customStyle="1" w:styleId="H1GChar">
    <w:name w:val="_ H_1_G Char"/>
    <w:link w:val="H1G"/>
    <w:rsid w:val="007A0C8D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03D22-2826-45A4-834F-9A456D5E2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7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ECE/TRANS/WP.29/2019/110</vt:lpstr>
      <vt:lpstr/>
    </vt:vector>
  </TitlesOfParts>
  <Company>CSD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ECE/TRANS/WP.29/2019/110</dc:title>
  <dc:creator>Edoardo Gianotti</dc:creator>
  <cp:lastModifiedBy>Marie-Claude Collet</cp:lastModifiedBy>
  <cp:revision>5</cp:revision>
  <cp:lastPrinted>2019-08-28T15:44:00Z</cp:lastPrinted>
  <dcterms:created xsi:type="dcterms:W3CDTF">2019-08-08T12:31:00Z</dcterms:created>
  <dcterms:modified xsi:type="dcterms:W3CDTF">2019-08-28T15:44:00Z</dcterms:modified>
</cp:coreProperties>
</file>