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6FD60FB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C4940DA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149D1D9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80445FB" w14:textId="77777777" w:rsidR="009E6CB7" w:rsidRPr="00D47EEA" w:rsidRDefault="00103BA8" w:rsidP="00103BA8">
            <w:pPr>
              <w:jc w:val="right"/>
            </w:pPr>
            <w:r w:rsidRPr="00103BA8">
              <w:rPr>
                <w:sz w:val="40"/>
              </w:rPr>
              <w:t>ECE</w:t>
            </w:r>
            <w:r>
              <w:t>/TRANS/WP.29/</w:t>
            </w:r>
            <w:r w:rsidR="00B56040">
              <w:t>2019/</w:t>
            </w:r>
            <w:r>
              <w:t>105</w:t>
            </w:r>
          </w:p>
        </w:tc>
      </w:tr>
      <w:tr w:rsidR="009E6CB7" w14:paraId="5ED65D3C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17E833A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3AD497F" wp14:editId="49E952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7D46A0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A0B3A05" w14:textId="77777777" w:rsidR="009E6CB7" w:rsidRDefault="00103BA8" w:rsidP="00103BA8">
            <w:pPr>
              <w:spacing w:before="240" w:line="240" w:lineRule="exact"/>
            </w:pPr>
            <w:r>
              <w:t>Distr.: General</w:t>
            </w:r>
          </w:p>
          <w:p w14:paraId="4BBDC01C" w14:textId="77777777" w:rsidR="00103BA8" w:rsidRDefault="00AB52BC" w:rsidP="00103BA8">
            <w:pPr>
              <w:spacing w:line="240" w:lineRule="exact"/>
            </w:pPr>
            <w:r>
              <w:t>28</w:t>
            </w:r>
            <w:r w:rsidR="00103BA8">
              <w:t xml:space="preserve"> August 2019</w:t>
            </w:r>
          </w:p>
          <w:p w14:paraId="497FDA66" w14:textId="77777777" w:rsidR="00103BA8" w:rsidRDefault="00103BA8" w:rsidP="00103BA8">
            <w:pPr>
              <w:spacing w:line="240" w:lineRule="exact"/>
            </w:pPr>
          </w:p>
          <w:p w14:paraId="48EA47EE" w14:textId="77777777" w:rsidR="00103BA8" w:rsidRDefault="00103BA8" w:rsidP="00103BA8">
            <w:pPr>
              <w:spacing w:line="240" w:lineRule="exact"/>
            </w:pPr>
            <w:r>
              <w:t>Original: English</w:t>
            </w:r>
          </w:p>
        </w:tc>
      </w:tr>
    </w:tbl>
    <w:p w14:paraId="60C3B697" w14:textId="77777777" w:rsidR="00103BA8" w:rsidRPr="007C7AC6" w:rsidRDefault="00103BA8" w:rsidP="00103BA8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4F4098FE" w14:textId="77777777" w:rsidR="00103BA8" w:rsidRPr="007C7AC6" w:rsidRDefault="00103BA8" w:rsidP="00103BA8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7C3A35D1" w14:textId="77777777" w:rsidR="00103BA8" w:rsidRPr="007C7AC6" w:rsidRDefault="00103BA8" w:rsidP="00103BA8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602F8231" w14:textId="77777777" w:rsidR="00103BA8" w:rsidRDefault="00103BA8" w:rsidP="00103BA8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19A287F7" w14:textId="77777777" w:rsidR="00103BA8" w:rsidRDefault="00103BA8" w:rsidP="00103BA8">
      <w:pPr>
        <w:rPr>
          <w:lang w:val="en-US"/>
        </w:rPr>
      </w:pPr>
      <w:r>
        <w:rPr>
          <w:lang w:val="en-US"/>
        </w:rPr>
        <w:t>Geneva, 12-1</w:t>
      </w:r>
      <w:r w:rsidR="00AB52BC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0B46D35E" w14:textId="77777777" w:rsidR="00103BA8" w:rsidRDefault="00103BA8" w:rsidP="00103BA8">
      <w:r>
        <w:t>Item 4.8.3 of the provisional agenda</w:t>
      </w:r>
    </w:p>
    <w:p w14:paraId="37277F50" w14:textId="77777777" w:rsidR="00103BA8" w:rsidRPr="00D059B0" w:rsidRDefault="00103BA8" w:rsidP="00103BA8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014BE274" w14:textId="77777777" w:rsidR="00103BA8" w:rsidRPr="007C7AC6" w:rsidRDefault="00103BA8" w:rsidP="00103BA8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5 </w:t>
      </w:r>
      <w:r w:rsidR="00E663DD">
        <w:rPr>
          <w:bCs/>
          <w:szCs w:val="28"/>
        </w:rPr>
        <w:t xml:space="preserve">to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7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bookmarkStart w:id="0" w:name="_GoBack"/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16</w:t>
      </w:r>
      <w:bookmarkEnd w:id="0"/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Safety-belts</w:t>
      </w:r>
      <w:r w:rsidRPr="007C7AC6">
        <w:rPr>
          <w:bCs/>
          <w:szCs w:val="28"/>
        </w:rPr>
        <w:t>)</w:t>
      </w:r>
    </w:p>
    <w:p w14:paraId="573B2D11" w14:textId="77777777" w:rsidR="00103BA8" w:rsidRPr="007C7AC6" w:rsidRDefault="00103BA8" w:rsidP="00103BA8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7B7E90">
        <w:rPr>
          <w:rStyle w:val="FootnoteReference"/>
          <w:b w:val="0"/>
          <w:sz w:val="20"/>
          <w:lang w:val="en-US"/>
        </w:rPr>
        <w:footnoteReference w:customMarkFollows="1" w:id="2"/>
        <w:t>*</w:t>
      </w:r>
    </w:p>
    <w:p w14:paraId="143CD679" w14:textId="77777777" w:rsidR="00103BA8" w:rsidRPr="007C7AC6" w:rsidRDefault="00103BA8" w:rsidP="00103BA8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18).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ECE/TRANS/WP.29/GRSP/2019/6 and ECE/TRANS/WP.29/GRSP/2018/25.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7CFC911B" w14:textId="77777777" w:rsidR="00103BA8" w:rsidRDefault="00103BA8" w:rsidP="00103BA8">
      <w:pPr>
        <w:pStyle w:val="HChG"/>
      </w:pPr>
      <w:r w:rsidRPr="007C7AC6">
        <w:br w:type="page"/>
      </w:r>
    </w:p>
    <w:p w14:paraId="0057BF02" w14:textId="77777777" w:rsidR="00103BA8" w:rsidRDefault="00103BA8" w:rsidP="00103BA8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5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7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16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Safety-belts</w:t>
      </w:r>
      <w:r w:rsidRPr="007C7AC6">
        <w:rPr>
          <w:bCs/>
          <w:szCs w:val="28"/>
        </w:rPr>
        <w:t>)</w:t>
      </w:r>
    </w:p>
    <w:p w14:paraId="41476F7E" w14:textId="77777777" w:rsidR="00103BA8" w:rsidRPr="00A95831" w:rsidRDefault="00103BA8" w:rsidP="00103BA8">
      <w:pPr>
        <w:spacing w:after="120"/>
        <w:ind w:left="2268" w:right="1134" w:hanging="1134"/>
        <w:jc w:val="both"/>
      </w:pPr>
      <w:r w:rsidRPr="00A95831">
        <w:rPr>
          <w:i/>
        </w:rPr>
        <w:t xml:space="preserve">Paragraph </w:t>
      </w:r>
      <w:r>
        <w:rPr>
          <w:i/>
        </w:rPr>
        <w:t>11</w:t>
      </w:r>
      <w:r w:rsidRPr="00A95831">
        <w:rPr>
          <w:i/>
        </w:rPr>
        <w:t>.</w:t>
      </w:r>
      <w:r>
        <w:rPr>
          <w:i/>
        </w:rPr>
        <w:t>1</w:t>
      </w:r>
      <w:r w:rsidRPr="00A95831">
        <w:rPr>
          <w:i/>
        </w:rPr>
        <w:t>.</w:t>
      </w:r>
      <w:r w:rsidRPr="00A95831">
        <w:t>, amend to read:</w:t>
      </w:r>
    </w:p>
    <w:p w14:paraId="6C8CFE5A" w14:textId="77777777" w:rsidR="00103BA8" w:rsidRDefault="00103BA8" w:rsidP="00103BA8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 w:rsidRPr="00A95831">
        <w:t>"</w:t>
      </w:r>
      <w:r>
        <w:t xml:space="preserve">11.1. </w:t>
      </w:r>
      <w:r>
        <w:tab/>
      </w:r>
      <w:r w:rsidRPr="00C14730">
        <w:t>Every modification of the vehicle type or the belt or restraint system or both which affects its technical performance and/or documentation as required in this UN Regulation shall be notified to the Type Approval Authority which approved the vehicle type or safety-belt or restraint system type. The Authority may then either:"</w:t>
      </w:r>
    </w:p>
    <w:p w14:paraId="7806B927" w14:textId="77777777" w:rsidR="00103BA8" w:rsidRDefault="00103BA8" w:rsidP="00103BA8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Annex 1A, point 3.3.</w:t>
      </w:r>
      <w:r w:rsidRPr="0086097E">
        <w:rPr>
          <w:lang w:val="en-US"/>
        </w:rPr>
        <w:t>, amend to read:</w:t>
      </w:r>
    </w:p>
    <w:p w14:paraId="34FA141D" w14:textId="77777777" w:rsidR="00103BA8" w:rsidRPr="00357DCB" w:rsidRDefault="00103BA8" w:rsidP="00103BA8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>
        <w:t xml:space="preserve">3.3. </w:t>
      </w:r>
      <w:r>
        <w:tab/>
      </w:r>
      <w:r w:rsidRPr="00357DCB">
        <w:rPr>
          <w:bCs/>
        </w:rPr>
        <w:t>Safety</w:t>
      </w:r>
      <w:r>
        <w:t>-belt reminder</w:t>
      </w:r>
      <w:r w:rsidRPr="002F0CBF">
        <w:rPr>
          <w:bCs/>
        </w:rPr>
        <w:t>s</w:t>
      </w:r>
      <w:r>
        <w:t xml:space="preserve"> (indicate yes/no </w:t>
      </w:r>
      <w:r w:rsidRPr="002A5347">
        <w:rPr>
          <w:vertAlign w:val="superscript"/>
        </w:rPr>
        <w:t>2</w:t>
      </w:r>
      <w:r>
        <w:t>)</w:t>
      </w:r>
      <w:r w:rsidRPr="00055B92">
        <w:rPr>
          <w:lang w:val="en-US"/>
        </w:rPr>
        <w:t>;</w:t>
      </w:r>
      <w:r>
        <w:rPr>
          <w:lang w:val="en-US"/>
        </w:rPr>
        <w:t>"</w:t>
      </w:r>
    </w:p>
    <w:p w14:paraId="78E27B9E" w14:textId="77777777" w:rsidR="001C6663" w:rsidRPr="00103BA8" w:rsidRDefault="00103BA8" w:rsidP="00AB52BC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103BA8" w:rsidSect="00AB52BC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50AD5" w14:textId="77777777" w:rsidR="00103BA8" w:rsidRDefault="00103BA8"/>
  </w:endnote>
  <w:endnote w:type="continuationSeparator" w:id="0">
    <w:p w14:paraId="12EECB70" w14:textId="77777777" w:rsidR="00103BA8" w:rsidRDefault="00103BA8"/>
  </w:endnote>
  <w:endnote w:type="continuationNotice" w:id="1">
    <w:p w14:paraId="74D53D2F" w14:textId="77777777" w:rsidR="00103BA8" w:rsidRDefault="00103B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B653" w14:textId="77777777" w:rsidR="00103BA8" w:rsidRPr="00103BA8" w:rsidRDefault="00103BA8" w:rsidP="00103BA8">
    <w:pPr>
      <w:pStyle w:val="Footer"/>
      <w:tabs>
        <w:tab w:val="right" w:pos="9638"/>
      </w:tabs>
      <w:rPr>
        <w:sz w:val="18"/>
      </w:rPr>
    </w:pPr>
    <w:r w:rsidRPr="00103BA8">
      <w:rPr>
        <w:b/>
        <w:sz w:val="18"/>
      </w:rPr>
      <w:fldChar w:fldCharType="begin"/>
    </w:r>
    <w:r w:rsidRPr="00103BA8">
      <w:rPr>
        <w:b/>
        <w:sz w:val="18"/>
      </w:rPr>
      <w:instrText xml:space="preserve"> PAGE  \* MERGEFORMAT </w:instrText>
    </w:r>
    <w:r w:rsidRPr="00103BA8">
      <w:rPr>
        <w:b/>
        <w:sz w:val="18"/>
      </w:rPr>
      <w:fldChar w:fldCharType="separate"/>
    </w:r>
    <w:r w:rsidRPr="00103BA8">
      <w:rPr>
        <w:b/>
        <w:noProof/>
        <w:sz w:val="18"/>
      </w:rPr>
      <w:t>2</w:t>
    </w:r>
    <w:r w:rsidRPr="00103BA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F46BD" w14:textId="77777777" w:rsidR="00103BA8" w:rsidRPr="00103BA8" w:rsidRDefault="00103BA8" w:rsidP="00103BA8">
    <w:pPr>
      <w:pStyle w:val="Footer"/>
      <w:tabs>
        <w:tab w:val="right" w:pos="9638"/>
      </w:tabs>
      <w:rPr>
        <w:b/>
        <w:sz w:val="18"/>
      </w:rPr>
    </w:pPr>
    <w:r>
      <w:tab/>
    </w:r>
    <w:r w:rsidRPr="00103BA8">
      <w:rPr>
        <w:b/>
        <w:sz w:val="18"/>
      </w:rPr>
      <w:fldChar w:fldCharType="begin"/>
    </w:r>
    <w:r w:rsidRPr="00103BA8">
      <w:rPr>
        <w:b/>
        <w:sz w:val="18"/>
      </w:rPr>
      <w:instrText xml:space="preserve"> PAGE  \* MERGEFORMAT </w:instrText>
    </w:r>
    <w:r w:rsidRPr="00103BA8">
      <w:rPr>
        <w:b/>
        <w:sz w:val="18"/>
      </w:rPr>
      <w:fldChar w:fldCharType="separate"/>
    </w:r>
    <w:r w:rsidRPr="00103BA8">
      <w:rPr>
        <w:b/>
        <w:noProof/>
        <w:sz w:val="18"/>
      </w:rPr>
      <w:t>3</w:t>
    </w:r>
    <w:r w:rsidRPr="00103BA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279AC" w14:textId="77777777" w:rsidR="00103BA8" w:rsidRPr="000B175B" w:rsidRDefault="00103BA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285755" w14:textId="77777777" w:rsidR="00103BA8" w:rsidRPr="00FC68B7" w:rsidRDefault="00103BA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D54CBE6" w14:textId="77777777" w:rsidR="00103BA8" w:rsidRDefault="00103BA8"/>
  </w:footnote>
  <w:footnote w:id="2">
    <w:p w14:paraId="26B7C8C7" w14:textId="77777777" w:rsidR="00103BA8" w:rsidRPr="00EC4B12" w:rsidRDefault="00103BA8" w:rsidP="00103BA8">
      <w:pPr>
        <w:pStyle w:val="FootnoteText"/>
        <w:jc w:val="both"/>
        <w:rPr>
          <w:lang w:val="en-US"/>
        </w:rPr>
      </w:pPr>
      <w:r>
        <w:tab/>
      </w:r>
      <w:r w:rsidRPr="00AB52BC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EA9D" w14:textId="77777777" w:rsidR="00103BA8" w:rsidRPr="00B56040" w:rsidRDefault="00B56040" w:rsidP="00B56040">
    <w:pPr>
      <w:pStyle w:val="Header"/>
      <w:rPr>
        <w:lang w:val="fr-CH"/>
      </w:rPr>
    </w:pPr>
    <w:r>
      <w:rPr>
        <w:lang w:val="fr-CH"/>
      </w:rPr>
      <w:t>ECE/TRANS/WP.29/2019/105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4C81D" w14:textId="3447571D" w:rsidR="00103BA8" w:rsidRPr="00103BA8" w:rsidRDefault="00B55EFA" w:rsidP="00103BA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ECE/TRANS/WP.29/105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A8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03BA8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0CBF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B52BC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5EFA"/>
    <w:rsid w:val="00B56040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663DD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D1ED97"/>
  <w15:docId w15:val="{F914850E-E2CC-437D-B9DC-681BB8C7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103BA8"/>
    <w:rPr>
      <w:lang w:val="en-GB"/>
    </w:rPr>
  </w:style>
  <w:style w:type="character" w:customStyle="1" w:styleId="HChGChar">
    <w:name w:val="_ H _Ch_G Char"/>
    <w:link w:val="HChG"/>
    <w:rsid w:val="00103BA8"/>
    <w:rPr>
      <w:b/>
      <w:sz w:val="28"/>
      <w:lang w:val="en-GB"/>
    </w:rPr>
  </w:style>
  <w:style w:type="character" w:customStyle="1" w:styleId="H1GChar">
    <w:name w:val="_ H_1_G Char"/>
    <w:link w:val="H1G"/>
    <w:rsid w:val="00103BA8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56B07-7AD1-405E-8E88-62971C57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ECE/TRANS/WP.29/105</vt:lpstr>
      <vt:lpstr/>
    </vt:vector>
  </TitlesOfParts>
  <Company>CSD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ECE/TRANS/WP.29/105</dc:title>
  <dc:creator>Edoardo Gianotti</dc:creator>
  <cp:lastModifiedBy>Marie-Claude Collet</cp:lastModifiedBy>
  <cp:revision>6</cp:revision>
  <cp:lastPrinted>2019-08-28T15:13:00Z</cp:lastPrinted>
  <dcterms:created xsi:type="dcterms:W3CDTF">2019-08-08T12:20:00Z</dcterms:created>
  <dcterms:modified xsi:type="dcterms:W3CDTF">2019-08-28T15:13:00Z</dcterms:modified>
</cp:coreProperties>
</file>