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RPr="0077091D" w14:paraId="78D7C517" w14:textId="77777777" w:rsidTr="00B6553F">
        <w:trPr>
          <w:cantSplit/>
          <w:trHeight w:hRule="exact" w:val="851"/>
        </w:trPr>
        <w:tc>
          <w:tcPr>
            <w:tcW w:w="1276" w:type="dxa"/>
            <w:tcBorders>
              <w:bottom w:val="single" w:sz="4" w:space="0" w:color="auto"/>
            </w:tcBorders>
            <w:vAlign w:val="bottom"/>
          </w:tcPr>
          <w:p w14:paraId="4FFE0466" w14:textId="77777777" w:rsidR="00B56E9C" w:rsidRPr="00640F66" w:rsidRDefault="00B56E9C" w:rsidP="00B6553F">
            <w:pPr>
              <w:spacing w:after="80"/>
              <w:rPr>
                <w:lang w:val="en-US"/>
              </w:rPr>
            </w:pPr>
            <w:bookmarkStart w:id="0" w:name="_Hlk530590566"/>
            <w:bookmarkStart w:id="1" w:name="_GoBack"/>
            <w:bookmarkEnd w:id="1"/>
          </w:p>
        </w:tc>
        <w:tc>
          <w:tcPr>
            <w:tcW w:w="2268" w:type="dxa"/>
            <w:tcBorders>
              <w:bottom w:val="single" w:sz="4" w:space="0" w:color="auto"/>
            </w:tcBorders>
            <w:vAlign w:val="bottom"/>
          </w:tcPr>
          <w:p w14:paraId="5EFB8C54" w14:textId="77777777" w:rsidR="00B56E9C" w:rsidRPr="0077091D" w:rsidRDefault="00B56E9C" w:rsidP="00B6553F">
            <w:pPr>
              <w:spacing w:after="80" w:line="300" w:lineRule="exact"/>
              <w:rPr>
                <w:b/>
                <w:sz w:val="24"/>
                <w:szCs w:val="24"/>
              </w:rPr>
            </w:pPr>
            <w:r w:rsidRPr="0077091D">
              <w:rPr>
                <w:sz w:val="28"/>
                <w:szCs w:val="28"/>
              </w:rPr>
              <w:t>United Nations</w:t>
            </w:r>
          </w:p>
        </w:tc>
        <w:tc>
          <w:tcPr>
            <w:tcW w:w="6095" w:type="dxa"/>
            <w:gridSpan w:val="2"/>
            <w:tcBorders>
              <w:bottom w:val="single" w:sz="4" w:space="0" w:color="auto"/>
            </w:tcBorders>
            <w:vAlign w:val="bottom"/>
          </w:tcPr>
          <w:p w14:paraId="73435318" w14:textId="17D2168D" w:rsidR="00B56E9C" w:rsidRPr="0077091D" w:rsidRDefault="00BC5D01" w:rsidP="00BC5D01">
            <w:pPr>
              <w:jc w:val="right"/>
            </w:pPr>
            <w:r w:rsidRPr="0077091D">
              <w:rPr>
                <w:sz w:val="40"/>
              </w:rPr>
              <w:t>ECE</w:t>
            </w:r>
            <w:r w:rsidRPr="0077091D">
              <w:t>/TRANS/WP.29/11</w:t>
            </w:r>
            <w:r w:rsidR="00674913" w:rsidRPr="0077091D">
              <w:t>4</w:t>
            </w:r>
            <w:r w:rsidR="009B0451">
              <w:t>9</w:t>
            </w:r>
          </w:p>
        </w:tc>
      </w:tr>
      <w:tr w:rsidR="00B56E9C" w:rsidRPr="0077091D" w14:paraId="1D7C9E5E" w14:textId="77777777" w:rsidTr="00B6553F">
        <w:trPr>
          <w:cantSplit/>
          <w:trHeight w:hRule="exact" w:val="2835"/>
        </w:trPr>
        <w:tc>
          <w:tcPr>
            <w:tcW w:w="1276" w:type="dxa"/>
            <w:tcBorders>
              <w:top w:val="single" w:sz="4" w:space="0" w:color="auto"/>
              <w:bottom w:val="single" w:sz="12" w:space="0" w:color="auto"/>
            </w:tcBorders>
          </w:tcPr>
          <w:p w14:paraId="08B0E97D" w14:textId="77777777" w:rsidR="00B56E9C" w:rsidRPr="0077091D" w:rsidRDefault="00BF30B3" w:rsidP="00B6553F">
            <w:pPr>
              <w:spacing w:before="120"/>
            </w:pPr>
            <w:r w:rsidRPr="0077091D">
              <w:rPr>
                <w:noProof/>
              </w:rPr>
              <w:drawing>
                <wp:inline distT="0" distB="0" distL="0" distR="0" wp14:anchorId="79B5FAE3" wp14:editId="5566CE59">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5FA03B5" w14:textId="77777777" w:rsidR="00B56E9C" w:rsidRPr="0077091D" w:rsidRDefault="00D773DF" w:rsidP="00D773DF">
            <w:pPr>
              <w:spacing w:before="120" w:line="420" w:lineRule="exact"/>
              <w:rPr>
                <w:sz w:val="40"/>
                <w:szCs w:val="40"/>
              </w:rPr>
            </w:pPr>
            <w:r w:rsidRPr="0077091D">
              <w:rPr>
                <w:b/>
                <w:sz w:val="40"/>
                <w:szCs w:val="40"/>
              </w:rPr>
              <w:t>Economic and Social Council</w:t>
            </w:r>
          </w:p>
        </w:tc>
        <w:tc>
          <w:tcPr>
            <w:tcW w:w="2835" w:type="dxa"/>
            <w:tcBorders>
              <w:top w:val="single" w:sz="4" w:space="0" w:color="auto"/>
              <w:bottom w:val="single" w:sz="12" w:space="0" w:color="auto"/>
            </w:tcBorders>
          </w:tcPr>
          <w:p w14:paraId="636CD912" w14:textId="77777777" w:rsidR="00EA2A77" w:rsidRPr="0077091D" w:rsidRDefault="00BC5D01" w:rsidP="00BC5D01">
            <w:pPr>
              <w:spacing w:before="240" w:line="240" w:lineRule="exact"/>
            </w:pPr>
            <w:r w:rsidRPr="0077091D">
              <w:t>Distr.: General</w:t>
            </w:r>
          </w:p>
          <w:p w14:paraId="61D068B8" w14:textId="5D24E3AD" w:rsidR="00BC5D01" w:rsidRPr="0077091D" w:rsidRDefault="005201C6" w:rsidP="00BC5D01">
            <w:pPr>
              <w:spacing w:line="240" w:lineRule="exact"/>
            </w:pPr>
            <w:r>
              <w:t>2 December</w:t>
            </w:r>
            <w:r w:rsidR="00BC5D01" w:rsidRPr="0077091D">
              <w:t xml:space="preserve"> 201</w:t>
            </w:r>
            <w:r w:rsidR="00597283" w:rsidRPr="0077091D">
              <w:t>9</w:t>
            </w:r>
          </w:p>
          <w:p w14:paraId="134E4B3D" w14:textId="77777777" w:rsidR="00BC5D01" w:rsidRPr="0077091D" w:rsidRDefault="00BC5D01" w:rsidP="00BC5D01">
            <w:pPr>
              <w:spacing w:line="240" w:lineRule="exact"/>
            </w:pPr>
          </w:p>
          <w:p w14:paraId="3DA92852" w14:textId="77777777" w:rsidR="00BC5D01" w:rsidRPr="0077091D" w:rsidRDefault="00BC5D01" w:rsidP="00BC5D01">
            <w:pPr>
              <w:spacing w:line="240" w:lineRule="exact"/>
            </w:pPr>
            <w:r w:rsidRPr="0077091D">
              <w:t>Original: English</w:t>
            </w:r>
          </w:p>
        </w:tc>
      </w:tr>
    </w:tbl>
    <w:p w14:paraId="50D4480D" w14:textId="77777777" w:rsidR="00442A83" w:rsidRPr="0077091D" w:rsidRDefault="00C96DF2" w:rsidP="00C96DF2">
      <w:pPr>
        <w:spacing w:before="120"/>
        <w:rPr>
          <w:b/>
          <w:sz w:val="28"/>
          <w:szCs w:val="28"/>
        </w:rPr>
      </w:pPr>
      <w:r w:rsidRPr="0077091D">
        <w:rPr>
          <w:b/>
          <w:sz w:val="28"/>
          <w:szCs w:val="28"/>
        </w:rPr>
        <w:t>Economic Commission for Europe</w:t>
      </w:r>
    </w:p>
    <w:p w14:paraId="7ADCF4A2" w14:textId="77777777" w:rsidR="00C96DF2" w:rsidRPr="0077091D" w:rsidRDefault="008F31D2" w:rsidP="00C96DF2">
      <w:pPr>
        <w:spacing w:before="120"/>
        <w:rPr>
          <w:sz w:val="28"/>
          <w:szCs w:val="28"/>
        </w:rPr>
      </w:pPr>
      <w:r w:rsidRPr="0077091D">
        <w:rPr>
          <w:sz w:val="28"/>
          <w:szCs w:val="28"/>
        </w:rPr>
        <w:t>Inland Transport Committee</w:t>
      </w:r>
    </w:p>
    <w:p w14:paraId="09A1E9DC" w14:textId="77777777" w:rsidR="00EA2A77" w:rsidRPr="0077091D" w:rsidRDefault="00EA2A77" w:rsidP="00EA2A77">
      <w:pPr>
        <w:spacing w:before="120"/>
        <w:rPr>
          <w:b/>
          <w:sz w:val="24"/>
          <w:szCs w:val="24"/>
        </w:rPr>
      </w:pPr>
      <w:r w:rsidRPr="0077091D">
        <w:rPr>
          <w:b/>
          <w:sz w:val="24"/>
          <w:szCs w:val="24"/>
        </w:rPr>
        <w:t xml:space="preserve">World Forum for Harmonization of Vehicle </w:t>
      </w:r>
      <w:r w:rsidR="00D26E07" w:rsidRPr="0077091D">
        <w:rPr>
          <w:b/>
          <w:sz w:val="24"/>
          <w:szCs w:val="24"/>
        </w:rPr>
        <w:t>Regulation</w:t>
      </w:r>
      <w:r w:rsidRPr="0077091D">
        <w:rPr>
          <w:b/>
          <w:sz w:val="24"/>
          <w:szCs w:val="24"/>
        </w:rPr>
        <w:t>s</w:t>
      </w:r>
    </w:p>
    <w:p w14:paraId="25253170" w14:textId="099AB44E" w:rsidR="008D0AAD" w:rsidRPr="0077091D" w:rsidRDefault="008D0AAD" w:rsidP="008D0AAD">
      <w:pPr>
        <w:spacing w:before="120"/>
        <w:rPr>
          <w:b/>
        </w:rPr>
      </w:pPr>
      <w:r w:rsidRPr="0077091D">
        <w:rPr>
          <w:b/>
        </w:rPr>
        <w:t>17</w:t>
      </w:r>
      <w:r w:rsidR="009B0451">
        <w:rPr>
          <w:b/>
        </w:rPr>
        <w:t>9</w:t>
      </w:r>
      <w:r w:rsidRPr="0077091D">
        <w:rPr>
          <w:b/>
        </w:rPr>
        <w:t>th session</w:t>
      </w:r>
    </w:p>
    <w:p w14:paraId="318DB27D" w14:textId="568CBD74" w:rsidR="0067362F" w:rsidRPr="0077091D" w:rsidRDefault="008D0AAD" w:rsidP="008D0AAD">
      <w:r w:rsidRPr="0077091D">
        <w:t xml:space="preserve">Geneva, </w:t>
      </w:r>
      <w:r w:rsidR="009B0451">
        <w:t>12</w:t>
      </w:r>
      <w:r w:rsidR="001639EC">
        <w:t>–</w:t>
      </w:r>
      <w:r w:rsidR="009B0451">
        <w:t>14 November</w:t>
      </w:r>
      <w:r w:rsidRPr="0077091D">
        <w:t xml:space="preserve"> 201</w:t>
      </w:r>
      <w:r w:rsidR="00597283" w:rsidRPr="0077091D">
        <w:t>9</w:t>
      </w:r>
    </w:p>
    <w:p w14:paraId="24052986" w14:textId="77777777" w:rsidR="00BD2039" w:rsidRPr="0077091D" w:rsidRDefault="00BD2039" w:rsidP="00BD2039">
      <w:pPr>
        <w:keepNext/>
        <w:keepLines/>
        <w:tabs>
          <w:tab w:val="right" w:pos="851"/>
        </w:tabs>
        <w:spacing w:before="360" w:after="240" w:line="300" w:lineRule="exact"/>
        <w:ind w:left="1134" w:right="1134" w:hanging="1134"/>
        <w:rPr>
          <w:b/>
          <w:sz w:val="28"/>
        </w:rPr>
      </w:pPr>
      <w:r w:rsidRPr="0077091D">
        <w:rPr>
          <w:b/>
          <w:sz w:val="28"/>
        </w:rPr>
        <w:tab/>
      </w:r>
      <w:r w:rsidRPr="0077091D">
        <w:rPr>
          <w:b/>
          <w:sz w:val="28"/>
        </w:rPr>
        <w:tab/>
      </w:r>
      <w:bookmarkStart w:id="2" w:name="_Toc341077962"/>
      <w:bookmarkStart w:id="3" w:name="_Toc341100686"/>
      <w:bookmarkStart w:id="4" w:name="_Toc341107605"/>
      <w:bookmarkStart w:id="5" w:name="_Toc382923484"/>
      <w:r w:rsidRPr="0077091D">
        <w:rPr>
          <w:b/>
          <w:sz w:val="28"/>
        </w:rPr>
        <w:t>Reports of the</w:t>
      </w:r>
      <w:bookmarkEnd w:id="2"/>
      <w:bookmarkEnd w:id="3"/>
      <w:bookmarkEnd w:id="4"/>
      <w:bookmarkEnd w:id="5"/>
      <w:r w:rsidRPr="0077091D">
        <w:rPr>
          <w:b/>
          <w:sz w:val="28"/>
        </w:rPr>
        <w:t xml:space="preserve"> </w:t>
      </w:r>
    </w:p>
    <w:p w14:paraId="7516B16C" w14:textId="262F6B73" w:rsidR="00BD2039" w:rsidRPr="0077091D" w:rsidRDefault="00BD2039" w:rsidP="00BD2039">
      <w:pPr>
        <w:keepNext/>
        <w:keepLines/>
        <w:tabs>
          <w:tab w:val="right" w:pos="851"/>
        </w:tabs>
        <w:spacing w:before="360" w:after="240" w:line="300" w:lineRule="exact"/>
        <w:ind w:left="1134" w:right="1134" w:hanging="1134"/>
        <w:rPr>
          <w:b/>
          <w:sz w:val="28"/>
        </w:rPr>
      </w:pPr>
      <w:r w:rsidRPr="0077091D">
        <w:rPr>
          <w:b/>
          <w:sz w:val="28"/>
        </w:rPr>
        <w:tab/>
      </w:r>
      <w:r w:rsidRPr="0077091D">
        <w:rPr>
          <w:b/>
          <w:sz w:val="28"/>
        </w:rPr>
        <w:tab/>
      </w:r>
      <w:bookmarkStart w:id="6" w:name="_Toc341077963"/>
      <w:bookmarkStart w:id="7" w:name="_Toc341100687"/>
      <w:bookmarkStart w:id="8" w:name="_Toc341107606"/>
      <w:bookmarkStart w:id="9" w:name="_Toc382923485"/>
      <w:r w:rsidRPr="0077091D">
        <w:rPr>
          <w:b/>
          <w:sz w:val="28"/>
        </w:rPr>
        <w:t>World Forum for Harmonization of Vehicle Regulations on its 17</w:t>
      </w:r>
      <w:r w:rsidR="009B0451">
        <w:rPr>
          <w:b/>
          <w:sz w:val="28"/>
        </w:rPr>
        <w:t>9</w:t>
      </w:r>
      <w:r w:rsidRPr="0077091D">
        <w:rPr>
          <w:b/>
          <w:sz w:val="28"/>
        </w:rPr>
        <w:t>th session</w:t>
      </w:r>
      <w:bookmarkEnd w:id="6"/>
      <w:bookmarkEnd w:id="7"/>
      <w:bookmarkEnd w:id="8"/>
      <w:bookmarkEnd w:id="9"/>
    </w:p>
    <w:p w14:paraId="02A181D6" w14:textId="1DAE974A" w:rsidR="00BD2039" w:rsidRPr="0077091D" w:rsidRDefault="00BD2039" w:rsidP="00BD2039">
      <w:pPr>
        <w:pStyle w:val="HChG"/>
      </w:pPr>
      <w:r w:rsidRPr="0077091D">
        <w:tab/>
      </w:r>
      <w:r w:rsidRPr="0077091D">
        <w:tab/>
      </w:r>
      <w:bookmarkStart w:id="10" w:name="_Toc341077964"/>
      <w:bookmarkStart w:id="11" w:name="_Toc341100688"/>
      <w:bookmarkStart w:id="12" w:name="_Toc341107607"/>
      <w:bookmarkStart w:id="13" w:name="_Toc382923486"/>
      <w:bookmarkStart w:id="14" w:name="_Toc423423676"/>
      <w:bookmarkStart w:id="15" w:name="_Toc436139518"/>
      <w:bookmarkStart w:id="16" w:name="_Toc445734981"/>
      <w:bookmarkStart w:id="17" w:name="_Toc455503941"/>
      <w:bookmarkStart w:id="18" w:name="_Toc468111661"/>
      <w:bookmarkStart w:id="19" w:name="_Toc478663100"/>
      <w:bookmarkStart w:id="20" w:name="_Toc517879302"/>
      <w:r w:rsidRPr="0077091D">
        <w:t xml:space="preserve">Administrative Committee of the 1958 Agreement on its </w:t>
      </w:r>
      <w:bookmarkEnd w:id="10"/>
      <w:bookmarkEnd w:id="11"/>
      <w:bookmarkEnd w:id="12"/>
      <w:bookmarkEnd w:id="13"/>
      <w:r w:rsidR="00FE5AEE" w:rsidRPr="0077091D">
        <w:t>sevent</w:t>
      </w:r>
      <w:r w:rsidR="00597283" w:rsidRPr="0077091D">
        <w:t>y-</w:t>
      </w:r>
      <w:r w:rsidR="009B0451">
        <w:t>third</w:t>
      </w:r>
      <w:r w:rsidRPr="0077091D">
        <w:t xml:space="preserve"> session</w:t>
      </w:r>
      <w:bookmarkEnd w:id="14"/>
      <w:bookmarkEnd w:id="15"/>
      <w:bookmarkEnd w:id="16"/>
      <w:bookmarkEnd w:id="17"/>
      <w:bookmarkEnd w:id="18"/>
      <w:bookmarkEnd w:id="19"/>
      <w:bookmarkEnd w:id="20"/>
    </w:p>
    <w:p w14:paraId="08FE9D20" w14:textId="1E372D1F" w:rsidR="00BD2039" w:rsidRPr="0077091D" w:rsidRDefault="00BD2039" w:rsidP="00BD2039">
      <w:pPr>
        <w:keepNext/>
        <w:keepLines/>
        <w:tabs>
          <w:tab w:val="right" w:pos="851"/>
        </w:tabs>
        <w:spacing w:before="360" w:after="240" w:line="300" w:lineRule="exact"/>
        <w:ind w:left="1134" w:right="1134" w:hanging="1134"/>
        <w:rPr>
          <w:b/>
          <w:sz w:val="28"/>
        </w:rPr>
      </w:pPr>
      <w:r w:rsidRPr="0077091D">
        <w:rPr>
          <w:b/>
          <w:sz w:val="28"/>
        </w:rPr>
        <w:tab/>
      </w:r>
      <w:r w:rsidRPr="0077091D">
        <w:rPr>
          <w:b/>
          <w:sz w:val="28"/>
        </w:rPr>
        <w:tab/>
      </w:r>
      <w:bookmarkStart w:id="21" w:name="_Toc341077965"/>
      <w:bookmarkStart w:id="22" w:name="_Toc341100689"/>
      <w:bookmarkStart w:id="23" w:name="_Toc341107608"/>
      <w:bookmarkStart w:id="24" w:name="_Toc382923487"/>
      <w:r w:rsidRPr="0077091D">
        <w:rPr>
          <w:b/>
          <w:sz w:val="28"/>
        </w:rPr>
        <w:t>Executive Committee of the 1998 Agreement on its fifty-</w:t>
      </w:r>
      <w:r w:rsidR="00640F66">
        <w:rPr>
          <w:b/>
          <w:sz w:val="28"/>
        </w:rPr>
        <w:t>s</w:t>
      </w:r>
      <w:r w:rsidR="009B0451">
        <w:rPr>
          <w:b/>
          <w:sz w:val="28"/>
        </w:rPr>
        <w:t>eventh</w:t>
      </w:r>
      <w:r w:rsidRPr="0077091D">
        <w:rPr>
          <w:b/>
          <w:sz w:val="28"/>
        </w:rPr>
        <w:t xml:space="preserve"> session</w:t>
      </w:r>
      <w:bookmarkEnd w:id="21"/>
      <w:bookmarkEnd w:id="22"/>
      <w:bookmarkEnd w:id="23"/>
      <w:bookmarkEnd w:id="24"/>
    </w:p>
    <w:p w14:paraId="2ADE98D0" w14:textId="5B10240F" w:rsidR="00BD2039" w:rsidRPr="0077091D" w:rsidRDefault="00BD2039" w:rsidP="00BD2039">
      <w:pPr>
        <w:pStyle w:val="HChG"/>
      </w:pPr>
      <w:r w:rsidRPr="0077091D">
        <w:tab/>
      </w:r>
      <w:r w:rsidRPr="0077091D">
        <w:tab/>
      </w:r>
      <w:bookmarkStart w:id="25" w:name="_Toc341077966"/>
      <w:bookmarkStart w:id="26" w:name="_Toc341100690"/>
      <w:bookmarkStart w:id="27" w:name="_Toc341107609"/>
      <w:bookmarkStart w:id="28" w:name="_Toc382923488"/>
      <w:bookmarkStart w:id="29" w:name="_Toc423423677"/>
      <w:bookmarkStart w:id="30" w:name="_Toc436139519"/>
      <w:bookmarkStart w:id="31" w:name="_Toc445734982"/>
      <w:bookmarkStart w:id="32" w:name="_Toc455503942"/>
      <w:bookmarkStart w:id="33" w:name="_Toc468111662"/>
      <w:bookmarkStart w:id="34" w:name="_Toc478663101"/>
      <w:bookmarkStart w:id="35" w:name="_Toc517879303"/>
      <w:r w:rsidRPr="0077091D">
        <w:t xml:space="preserve">Administrative Committee of the 1997 Agreement on its </w:t>
      </w:r>
      <w:r w:rsidR="009B0451">
        <w:t>fourteenth</w:t>
      </w:r>
      <w:r w:rsidRPr="0077091D">
        <w:t xml:space="preserve"> session</w:t>
      </w:r>
      <w:bookmarkEnd w:id="25"/>
      <w:bookmarkEnd w:id="26"/>
      <w:bookmarkEnd w:id="27"/>
      <w:bookmarkEnd w:id="28"/>
      <w:bookmarkEnd w:id="29"/>
      <w:bookmarkEnd w:id="30"/>
      <w:bookmarkEnd w:id="31"/>
      <w:bookmarkEnd w:id="32"/>
      <w:bookmarkEnd w:id="33"/>
      <w:bookmarkEnd w:id="34"/>
      <w:bookmarkEnd w:id="35"/>
      <w:r w:rsidRPr="0077091D">
        <w:t xml:space="preserve"> </w:t>
      </w:r>
    </w:p>
    <w:p w14:paraId="38993946" w14:textId="77777777" w:rsidR="00BD2039" w:rsidRPr="0077091D" w:rsidRDefault="00BD2039">
      <w:pPr>
        <w:suppressAutoHyphens w:val="0"/>
        <w:spacing w:line="240" w:lineRule="auto"/>
      </w:pPr>
    </w:p>
    <w:p w14:paraId="6936F53A" w14:textId="77777777" w:rsidR="00BC5D01" w:rsidRPr="0077091D" w:rsidRDefault="00BC5D01">
      <w:pPr>
        <w:suppressAutoHyphens w:val="0"/>
        <w:spacing w:line="240" w:lineRule="auto"/>
      </w:pPr>
      <w:r w:rsidRPr="0077091D">
        <w:br w:type="page"/>
      </w:r>
    </w:p>
    <w:p w14:paraId="7C6A9C77" w14:textId="6D8DC3C6" w:rsidR="0084141F" w:rsidRPr="0077091D" w:rsidRDefault="0084141F" w:rsidP="00597283">
      <w:pPr>
        <w:pStyle w:val="HChG"/>
        <w:tabs>
          <w:tab w:val="left" w:pos="3143"/>
        </w:tabs>
      </w:pPr>
      <w:bookmarkStart w:id="36" w:name="_Toc423423678"/>
      <w:bookmarkStart w:id="37" w:name="_Toc436139520"/>
      <w:bookmarkStart w:id="38" w:name="_Toc445734983"/>
      <w:bookmarkStart w:id="39" w:name="_Toc455503943"/>
      <w:bookmarkStart w:id="40" w:name="_Toc468111663"/>
      <w:bookmarkStart w:id="41" w:name="_Toc478663102"/>
      <w:bookmarkStart w:id="42" w:name="_Toc517879304"/>
      <w:r w:rsidRPr="0077091D">
        <w:lastRenderedPageBreak/>
        <w:t>Contents</w:t>
      </w:r>
      <w:bookmarkEnd w:id="36"/>
      <w:bookmarkEnd w:id="37"/>
      <w:bookmarkEnd w:id="38"/>
      <w:bookmarkEnd w:id="39"/>
      <w:bookmarkEnd w:id="40"/>
      <w:bookmarkEnd w:id="41"/>
      <w:bookmarkEnd w:id="42"/>
      <w:r w:rsidR="00597283" w:rsidRPr="0077091D">
        <w:tab/>
      </w:r>
    </w:p>
    <w:p w14:paraId="21017EBD" w14:textId="77777777" w:rsidR="0084141F" w:rsidRPr="0077091D" w:rsidRDefault="0084141F" w:rsidP="0084141F">
      <w:pPr>
        <w:tabs>
          <w:tab w:val="right" w:pos="8929"/>
          <w:tab w:val="right" w:pos="9638"/>
        </w:tabs>
        <w:spacing w:after="120"/>
        <w:ind w:left="283"/>
        <w:rPr>
          <w:i/>
          <w:sz w:val="18"/>
        </w:rPr>
      </w:pPr>
      <w:r w:rsidRPr="0077091D">
        <w:rPr>
          <w:i/>
          <w:sz w:val="18"/>
        </w:rPr>
        <w:tab/>
        <w:t>Paragraphs</w:t>
      </w:r>
      <w:r w:rsidRPr="0077091D">
        <w:rPr>
          <w:i/>
          <w:sz w:val="18"/>
        </w:rPr>
        <w:tab/>
        <w:t>Page</w:t>
      </w:r>
    </w:p>
    <w:p w14:paraId="5167D5BA" w14:textId="6EC5E786" w:rsidR="0084141F" w:rsidRPr="00E63F2C" w:rsidRDefault="0084141F" w:rsidP="0084141F">
      <w:pPr>
        <w:tabs>
          <w:tab w:val="right" w:pos="850"/>
          <w:tab w:val="left" w:pos="1134"/>
          <w:tab w:val="left" w:pos="1559"/>
          <w:tab w:val="left" w:pos="1984"/>
          <w:tab w:val="left" w:leader="dot" w:pos="7654"/>
          <w:tab w:val="right" w:pos="8929"/>
          <w:tab w:val="right" w:pos="9638"/>
        </w:tabs>
        <w:spacing w:after="120"/>
        <w:ind w:left="1559" w:hanging="1559"/>
        <w:rPr>
          <w:b/>
          <w:sz w:val="28"/>
          <w:szCs w:val="28"/>
        </w:rPr>
      </w:pPr>
      <w:bookmarkStart w:id="43" w:name="_Hlk25773402"/>
      <w:r w:rsidRPr="0077091D">
        <w:rPr>
          <w:b/>
          <w:noProof/>
          <w:sz w:val="28"/>
          <w:szCs w:val="28"/>
        </w:rPr>
        <w:tab/>
      </w:r>
      <w:hyperlink w:anchor="_Toc382923493" w:history="1">
        <w:r w:rsidRPr="00E63F2C">
          <w:rPr>
            <w:b/>
            <w:noProof/>
            <w:sz w:val="28"/>
            <w:szCs w:val="28"/>
          </w:rPr>
          <w:t>A.</w:t>
        </w:r>
        <w:r w:rsidRPr="00E63F2C">
          <w:rPr>
            <w:b/>
            <w:noProof/>
            <w:sz w:val="28"/>
            <w:szCs w:val="28"/>
          </w:rPr>
          <w:tab/>
          <w:t xml:space="preserve">World Forum for </w:t>
        </w:r>
        <w:r w:rsidRPr="00E63F2C">
          <w:rPr>
            <w:b/>
            <w:sz w:val="28"/>
            <w:szCs w:val="28"/>
          </w:rPr>
          <w:t>Harmonization</w:t>
        </w:r>
        <w:r w:rsidRPr="00E63F2C">
          <w:rPr>
            <w:b/>
            <w:noProof/>
            <w:sz w:val="28"/>
            <w:szCs w:val="28"/>
          </w:rPr>
          <w:t xml:space="preserve"> of Vehicle </w:t>
        </w:r>
        <w:r w:rsidRPr="00E63F2C">
          <w:rPr>
            <w:b/>
            <w:sz w:val="28"/>
            <w:szCs w:val="28"/>
          </w:rPr>
          <w:t>Regulations</w:t>
        </w:r>
      </w:hyperlink>
    </w:p>
    <w:bookmarkEnd w:id="43"/>
    <w:p w14:paraId="0D85587D" w14:textId="17EC6645"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tab/>
        <w:t>I.</w:t>
      </w:r>
      <w:r w:rsidRPr="00E63F2C">
        <w:tab/>
        <w:t>Attendance</w:t>
      </w:r>
      <w:r w:rsidRPr="00E63F2C">
        <w:tab/>
      </w:r>
      <w:r w:rsidRPr="00E63F2C">
        <w:rPr>
          <w:webHidden/>
        </w:rPr>
        <w:tab/>
      </w:r>
      <w:r w:rsidR="00CD58EF" w:rsidRPr="00E63F2C">
        <w:rPr>
          <w:webHidden/>
        </w:rPr>
        <w:t>1</w:t>
      </w:r>
      <w:r w:rsidRPr="00E63F2C">
        <w:rPr>
          <w:webHidden/>
        </w:rPr>
        <w:tab/>
      </w:r>
      <w:r w:rsidR="00E30DA9">
        <w:rPr>
          <w:webHidden/>
        </w:rPr>
        <w:t>7</w:t>
      </w:r>
    </w:p>
    <w:p w14:paraId="4FA05940" w14:textId="4893F83F"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tab/>
        <w:t>II.</w:t>
      </w:r>
      <w:r w:rsidRPr="00E63F2C">
        <w:tab/>
        <w:t>Opening</w:t>
      </w:r>
      <w:r w:rsidR="00AC5A8B">
        <w:rPr>
          <w:webHidden/>
        </w:rPr>
        <w:t xml:space="preserve"> statements </w:t>
      </w:r>
      <w:r w:rsidR="00450474" w:rsidRPr="00E63F2C">
        <w:rPr>
          <w:webHidden/>
        </w:rPr>
        <w:tab/>
      </w:r>
      <w:r w:rsidR="00450474" w:rsidRPr="00E63F2C">
        <w:rPr>
          <w:webHidden/>
        </w:rPr>
        <w:tab/>
      </w:r>
      <w:r w:rsidR="00CD58EF" w:rsidRPr="00E63F2C">
        <w:rPr>
          <w:webHidden/>
        </w:rPr>
        <w:t>2</w:t>
      </w:r>
      <w:r w:rsidR="00BD66FF">
        <w:rPr>
          <w:webHidden/>
        </w:rPr>
        <w:t>–</w:t>
      </w:r>
      <w:r w:rsidR="00AC5A8B">
        <w:rPr>
          <w:webHidden/>
        </w:rPr>
        <w:t>4</w:t>
      </w:r>
      <w:r w:rsidRPr="00E63F2C">
        <w:rPr>
          <w:webHidden/>
        </w:rPr>
        <w:tab/>
      </w:r>
      <w:r w:rsidR="00E30DA9">
        <w:rPr>
          <w:webHidden/>
        </w:rPr>
        <w:t>7</w:t>
      </w:r>
    </w:p>
    <w:p w14:paraId="558CBBAC" w14:textId="1437290C"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tab/>
        <w:t>III.</w:t>
      </w:r>
      <w:r w:rsidRPr="00E63F2C">
        <w:tab/>
        <w:t>Adoption of the agenda (agenda item 1)</w:t>
      </w:r>
      <w:r w:rsidRPr="00E63F2C">
        <w:rPr>
          <w:webHidden/>
        </w:rPr>
        <w:tab/>
      </w:r>
      <w:r w:rsidRPr="00E63F2C">
        <w:rPr>
          <w:webHidden/>
        </w:rPr>
        <w:tab/>
      </w:r>
      <w:r w:rsidR="00450474" w:rsidRPr="00E63F2C">
        <w:rPr>
          <w:webHidden/>
        </w:rPr>
        <w:t>5</w:t>
      </w:r>
      <w:r w:rsidR="00BD66FF">
        <w:rPr>
          <w:webHidden/>
        </w:rPr>
        <w:t>–</w:t>
      </w:r>
      <w:r w:rsidR="00AC5A8B">
        <w:rPr>
          <w:webHidden/>
        </w:rPr>
        <w:t>6</w:t>
      </w:r>
      <w:r w:rsidRPr="00E63F2C">
        <w:rPr>
          <w:webHidden/>
        </w:rPr>
        <w:tab/>
      </w:r>
      <w:r w:rsidR="00E30DA9">
        <w:rPr>
          <w:webHidden/>
        </w:rPr>
        <w:t>8</w:t>
      </w:r>
    </w:p>
    <w:p w14:paraId="1308A402" w14:textId="67F04738"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tab/>
        <w:t>IV.</w:t>
      </w:r>
      <w:r w:rsidRPr="00E63F2C">
        <w:tab/>
        <w:t>Coordination and organization of work (agenda item 2)</w:t>
      </w:r>
      <w:r w:rsidRPr="00E63F2C">
        <w:rPr>
          <w:webHidden/>
        </w:rPr>
        <w:tab/>
      </w:r>
      <w:r w:rsidRPr="00E63F2C">
        <w:rPr>
          <w:webHidden/>
        </w:rPr>
        <w:tab/>
      </w:r>
      <w:r w:rsidR="00AC5A8B">
        <w:rPr>
          <w:webHidden/>
        </w:rPr>
        <w:t>7</w:t>
      </w:r>
      <w:r w:rsidR="00BD66FF">
        <w:rPr>
          <w:webHidden/>
        </w:rPr>
        <w:t>–</w:t>
      </w:r>
      <w:r w:rsidR="0085548E" w:rsidRPr="00E63F2C">
        <w:rPr>
          <w:webHidden/>
        </w:rPr>
        <w:t>3</w:t>
      </w:r>
      <w:r w:rsidR="00AC5A8B">
        <w:rPr>
          <w:webHidden/>
        </w:rPr>
        <w:t>5</w:t>
      </w:r>
      <w:r w:rsidRPr="00E63F2C">
        <w:rPr>
          <w:webHidden/>
        </w:rPr>
        <w:tab/>
      </w:r>
      <w:r w:rsidR="00E30DA9">
        <w:rPr>
          <w:webHidden/>
        </w:rPr>
        <w:t>8</w:t>
      </w:r>
    </w:p>
    <w:p w14:paraId="4D889121" w14:textId="6A616565"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tab/>
      </w:r>
      <w:r w:rsidRPr="00E63F2C">
        <w:rPr>
          <w:noProof/>
        </w:rPr>
        <w:tab/>
        <w:t>A.</w:t>
      </w:r>
      <w:r w:rsidRPr="00E63F2C">
        <w:rPr>
          <w:noProof/>
        </w:rPr>
        <w:tab/>
      </w:r>
      <w:r w:rsidRPr="00E63F2C">
        <w:t>Report</w:t>
      </w:r>
      <w:r w:rsidRPr="00E63F2C">
        <w:rPr>
          <w:noProof/>
        </w:rPr>
        <w:t xml:space="preserve"> of the session of the Administrative Committee for the Coordination </w:t>
      </w:r>
      <w:r w:rsidRPr="00E63F2C">
        <w:rPr>
          <w:noProof/>
        </w:rPr>
        <w:br/>
        <w:t>of Work (WP.29/AC.2) (agenda item 2.1)</w:t>
      </w:r>
      <w:r w:rsidRPr="00E63F2C">
        <w:rPr>
          <w:noProof/>
          <w:webHidden/>
        </w:rPr>
        <w:tab/>
      </w:r>
      <w:r w:rsidRPr="00E63F2C">
        <w:rPr>
          <w:noProof/>
          <w:webHidden/>
        </w:rPr>
        <w:tab/>
      </w:r>
      <w:r w:rsidR="00AC5A8B">
        <w:rPr>
          <w:noProof/>
          <w:webHidden/>
        </w:rPr>
        <w:t>7</w:t>
      </w:r>
      <w:r w:rsidR="00BD66FF">
        <w:rPr>
          <w:webHidden/>
        </w:rPr>
        <w:t>–</w:t>
      </w:r>
      <w:r w:rsidR="00AC5A8B">
        <w:rPr>
          <w:webHidden/>
        </w:rPr>
        <w:t>14</w:t>
      </w:r>
      <w:r w:rsidRPr="00E63F2C">
        <w:rPr>
          <w:webHidden/>
        </w:rPr>
        <w:tab/>
      </w:r>
      <w:r w:rsidR="00E30DA9">
        <w:rPr>
          <w:webHidden/>
        </w:rPr>
        <w:t>8</w:t>
      </w:r>
    </w:p>
    <w:p w14:paraId="0B3485DE" w14:textId="59CA1614" w:rsidR="00B72AEE" w:rsidRPr="00E63F2C" w:rsidRDefault="00B72AEE" w:rsidP="00495CE3">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tab/>
      </w:r>
      <w:r w:rsidRPr="00E63F2C">
        <w:rPr>
          <w:noProof/>
        </w:rPr>
        <w:tab/>
        <w:t>B.</w:t>
      </w:r>
      <w:r w:rsidRPr="00E63F2C">
        <w:rPr>
          <w:noProof/>
        </w:rPr>
        <w:tab/>
      </w:r>
      <w:r w:rsidRPr="00E63F2C">
        <w:t>Programme</w:t>
      </w:r>
      <w:r w:rsidRPr="00E63F2C">
        <w:rPr>
          <w:noProof/>
        </w:rPr>
        <w:t xml:space="preserve"> of work</w:t>
      </w:r>
      <w:r w:rsidR="00B3307D" w:rsidRPr="00E63F2C">
        <w:rPr>
          <w:noProof/>
        </w:rPr>
        <w:t xml:space="preserve"> and </w:t>
      </w:r>
      <w:r w:rsidRPr="00E63F2C">
        <w:rPr>
          <w:noProof/>
        </w:rPr>
        <w:t>documentation (agenda item 2.2)</w:t>
      </w:r>
      <w:r w:rsidRPr="00E63F2C">
        <w:rPr>
          <w:noProof/>
          <w:webHidden/>
        </w:rPr>
        <w:tab/>
      </w:r>
      <w:r w:rsidRPr="00E63F2C">
        <w:rPr>
          <w:noProof/>
          <w:webHidden/>
        </w:rPr>
        <w:tab/>
      </w:r>
      <w:r w:rsidR="00AC5A8B">
        <w:rPr>
          <w:noProof/>
          <w:webHidden/>
        </w:rPr>
        <w:t>15</w:t>
      </w:r>
      <w:r w:rsidR="00BD66FF">
        <w:rPr>
          <w:webHidden/>
        </w:rPr>
        <w:t>–</w:t>
      </w:r>
      <w:r w:rsidR="00AC5A8B">
        <w:rPr>
          <w:webHidden/>
        </w:rPr>
        <w:t>18</w:t>
      </w:r>
      <w:r w:rsidRPr="00E63F2C">
        <w:rPr>
          <w:webHidden/>
        </w:rPr>
        <w:tab/>
      </w:r>
      <w:r w:rsidR="00E30DA9">
        <w:rPr>
          <w:webHidden/>
        </w:rPr>
        <w:t>9</w:t>
      </w:r>
    </w:p>
    <w:p w14:paraId="7900582E" w14:textId="7AB3B599"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tab/>
      </w:r>
      <w:r w:rsidRPr="00E63F2C">
        <w:rPr>
          <w:noProof/>
        </w:rPr>
        <w:tab/>
        <w:t>C.</w:t>
      </w:r>
      <w:r w:rsidRPr="00E63F2C">
        <w:rPr>
          <w:noProof/>
        </w:rPr>
        <w:tab/>
      </w:r>
      <w:r w:rsidRPr="00E63F2C">
        <w:t>Intelligent</w:t>
      </w:r>
      <w:r w:rsidRPr="00E63F2C">
        <w:rPr>
          <w:noProof/>
        </w:rPr>
        <w:t xml:space="preserve"> Transport Systems and </w:t>
      </w:r>
      <w:r w:rsidR="00495CE3" w:rsidRPr="00E63F2C">
        <w:rPr>
          <w:noProof/>
        </w:rPr>
        <w:t xml:space="preserve">coordination of </w:t>
      </w:r>
      <w:r w:rsidRPr="00E63F2C">
        <w:rPr>
          <w:noProof/>
        </w:rPr>
        <w:t xml:space="preserve">automated vehicles </w:t>
      </w:r>
      <w:r w:rsidR="00495CE3" w:rsidRPr="00E63F2C">
        <w:rPr>
          <w:noProof/>
        </w:rPr>
        <w:t xml:space="preserve">related </w:t>
      </w:r>
      <w:r w:rsidR="00495CE3" w:rsidRPr="00E63F2C">
        <w:rPr>
          <w:noProof/>
        </w:rPr>
        <w:br/>
        <w:t xml:space="preserve">activities </w:t>
      </w:r>
      <w:r w:rsidRPr="00E63F2C">
        <w:rPr>
          <w:noProof/>
        </w:rPr>
        <w:t>(agenda item 2.3)</w:t>
      </w:r>
      <w:r w:rsidRPr="00E63F2C">
        <w:rPr>
          <w:noProof/>
          <w:webHidden/>
        </w:rPr>
        <w:tab/>
      </w:r>
      <w:r w:rsidRPr="00E63F2C">
        <w:rPr>
          <w:noProof/>
          <w:webHidden/>
        </w:rPr>
        <w:tab/>
      </w:r>
      <w:r w:rsidR="00AC5A8B">
        <w:rPr>
          <w:noProof/>
          <w:webHidden/>
        </w:rPr>
        <w:t>19</w:t>
      </w:r>
      <w:r w:rsidR="00BD66FF">
        <w:rPr>
          <w:webHidden/>
        </w:rPr>
        <w:t>–</w:t>
      </w:r>
      <w:r w:rsidR="0060523D" w:rsidRPr="00E63F2C">
        <w:rPr>
          <w:webHidden/>
        </w:rPr>
        <w:t>3</w:t>
      </w:r>
      <w:r w:rsidR="00AC5A8B">
        <w:rPr>
          <w:webHidden/>
        </w:rPr>
        <w:t>5</w:t>
      </w:r>
      <w:r w:rsidRPr="00E63F2C">
        <w:rPr>
          <w:webHidden/>
        </w:rPr>
        <w:tab/>
      </w:r>
      <w:r w:rsidR="00E30DA9">
        <w:rPr>
          <w:webHidden/>
        </w:rPr>
        <w:t>9</w:t>
      </w:r>
    </w:p>
    <w:p w14:paraId="1D43E84E" w14:textId="4DE99C8A" w:rsidR="00B72AEE" w:rsidRPr="00E63F2C" w:rsidRDefault="00B72AEE" w:rsidP="00B72AEE">
      <w:pPr>
        <w:tabs>
          <w:tab w:val="right" w:pos="850"/>
          <w:tab w:val="left" w:pos="1134"/>
          <w:tab w:val="left" w:pos="1984"/>
          <w:tab w:val="left" w:leader="dot" w:pos="7654"/>
          <w:tab w:val="right" w:pos="8929"/>
          <w:tab w:val="right" w:pos="9638"/>
        </w:tabs>
        <w:spacing w:after="120"/>
        <w:ind w:left="1134" w:hanging="1134"/>
      </w:pPr>
      <w:r w:rsidRPr="00E63F2C">
        <w:rPr>
          <w:noProof/>
        </w:rPr>
        <w:tab/>
        <w:t>V.</w:t>
      </w:r>
      <w:r w:rsidRPr="00E63F2C">
        <w:rPr>
          <w:noProof/>
        </w:rPr>
        <w:tab/>
      </w:r>
      <w:r w:rsidRPr="00E63F2C">
        <w:t>Consideration</w:t>
      </w:r>
      <w:r w:rsidRPr="00E63F2C">
        <w:rPr>
          <w:noProof/>
        </w:rPr>
        <w:t xml:space="preserve"> of the reports of the Working Parties (GRs) subsidiary to WP.29 </w:t>
      </w:r>
      <w:r w:rsidRPr="00E63F2C">
        <w:rPr>
          <w:noProof/>
        </w:rPr>
        <w:br/>
        <w:t>(agenda item 3)</w:t>
      </w:r>
      <w:r w:rsidRPr="00E63F2C">
        <w:rPr>
          <w:noProof/>
          <w:webHidden/>
        </w:rPr>
        <w:tab/>
      </w:r>
      <w:r w:rsidRPr="00E63F2C">
        <w:rPr>
          <w:noProof/>
          <w:webHidden/>
        </w:rPr>
        <w:tab/>
      </w:r>
      <w:r w:rsidR="00AC5A8B">
        <w:rPr>
          <w:noProof/>
          <w:webHidden/>
        </w:rPr>
        <w:t>36</w:t>
      </w:r>
      <w:r w:rsidR="00BD66FF">
        <w:rPr>
          <w:webHidden/>
        </w:rPr>
        <w:t>–</w:t>
      </w:r>
      <w:r w:rsidR="00AC5A8B">
        <w:rPr>
          <w:webHidden/>
        </w:rPr>
        <w:t>55</w:t>
      </w:r>
      <w:r w:rsidRPr="00E63F2C">
        <w:rPr>
          <w:webHidden/>
        </w:rPr>
        <w:tab/>
      </w:r>
      <w:r w:rsidR="00E30DA9">
        <w:rPr>
          <w:webHidden/>
        </w:rPr>
        <w:t>10</w:t>
      </w:r>
    </w:p>
    <w:p w14:paraId="5133BB19" w14:textId="648D5ECA"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tab/>
      </w:r>
      <w:r w:rsidRPr="00E63F2C">
        <w:rPr>
          <w:noProof/>
        </w:rPr>
        <w:tab/>
        <w:t>A.</w:t>
      </w:r>
      <w:r w:rsidRPr="00E63F2C">
        <w:rPr>
          <w:noProof/>
        </w:rPr>
        <w:tab/>
      </w:r>
      <w:r w:rsidR="00AC5A8B" w:rsidRPr="00A21E08">
        <w:t xml:space="preserve">Working Party on Lighting and Light-Signalling (GRE) </w:t>
      </w:r>
      <w:r w:rsidR="00AC5A8B">
        <w:br/>
      </w:r>
      <w:r w:rsidR="00AC5A8B" w:rsidRPr="00A21E08">
        <w:t>(Eighty-first session, 15</w:t>
      </w:r>
      <w:r w:rsidR="00AC5A8B">
        <w:t>–</w:t>
      </w:r>
      <w:r w:rsidR="00AC5A8B" w:rsidRPr="00A21E08">
        <w:t xml:space="preserve">18 April 2019) </w:t>
      </w:r>
      <w:r w:rsidR="00AC5A8B" w:rsidRPr="00A21E08">
        <w:rPr>
          <w:bCs/>
        </w:rPr>
        <w:t>(agenda item 3.1)</w:t>
      </w:r>
      <w:r w:rsidRPr="00E63F2C">
        <w:rPr>
          <w:noProof/>
          <w:webHidden/>
        </w:rPr>
        <w:tab/>
      </w:r>
      <w:r w:rsidRPr="00E63F2C">
        <w:rPr>
          <w:noProof/>
          <w:webHidden/>
        </w:rPr>
        <w:tab/>
      </w:r>
      <w:r w:rsidR="00AC5A8B">
        <w:rPr>
          <w:noProof/>
          <w:webHidden/>
        </w:rPr>
        <w:t>36</w:t>
      </w:r>
      <w:r w:rsidRPr="00E63F2C">
        <w:rPr>
          <w:noProof/>
          <w:webHidden/>
        </w:rPr>
        <w:tab/>
      </w:r>
      <w:r w:rsidR="00E30DA9">
        <w:rPr>
          <w:webHidden/>
        </w:rPr>
        <w:t>10</w:t>
      </w:r>
    </w:p>
    <w:p w14:paraId="489D81DA" w14:textId="58AC549B"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tab/>
      </w:r>
      <w:r w:rsidRPr="00E63F2C">
        <w:rPr>
          <w:noProof/>
        </w:rPr>
        <w:tab/>
        <w:t>B.</w:t>
      </w:r>
      <w:r w:rsidRPr="00E63F2C">
        <w:rPr>
          <w:noProof/>
        </w:rPr>
        <w:tab/>
      </w:r>
      <w:r w:rsidR="00AC5A8B" w:rsidRPr="00A21E08">
        <w:t xml:space="preserve">Working Party on General Safety Provisions (GRSG) </w:t>
      </w:r>
      <w:r w:rsidR="00AC5A8B">
        <w:br/>
      </w:r>
      <w:r w:rsidR="00AC5A8B" w:rsidRPr="00A21E08">
        <w:t>(116th session, 1</w:t>
      </w:r>
      <w:r w:rsidR="00AC5A8B">
        <w:t>–</w:t>
      </w:r>
      <w:r w:rsidR="00AC5A8B" w:rsidRPr="00A21E08">
        <w:t>5 April 2019) (agenda item 3.2)</w:t>
      </w:r>
      <w:r w:rsidRPr="00E63F2C">
        <w:rPr>
          <w:noProof/>
          <w:webHidden/>
        </w:rPr>
        <w:tab/>
      </w:r>
      <w:r w:rsidRPr="00E63F2C">
        <w:rPr>
          <w:noProof/>
          <w:webHidden/>
        </w:rPr>
        <w:tab/>
      </w:r>
      <w:r w:rsidR="00AC5A8B">
        <w:rPr>
          <w:noProof/>
          <w:webHidden/>
        </w:rPr>
        <w:t>37</w:t>
      </w:r>
      <w:r w:rsidRPr="00E63F2C">
        <w:rPr>
          <w:webHidden/>
        </w:rPr>
        <w:tab/>
      </w:r>
      <w:r w:rsidR="0060523D" w:rsidRPr="00E63F2C">
        <w:rPr>
          <w:webHidden/>
        </w:rPr>
        <w:t>1</w:t>
      </w:r>
      <w:r w:rsidR="00E30DA9">
        <w:rPr>
          <w:webHidden/>
        </w:rPr>
        <w:t>1</w:t>
      </w:r>
    </w:p>
    <w:p w14:paraId="5D8B64E1" w14:textId="567DA6BA"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tab/>
      </w:r>
      <w:r w:rsidRPr="00E63F2C">
        <w:rPr>
          <w:noProof/>
        </w:rPr>
        <w:tab/>
        <w:t>C.</w:t>
      </w:r>
      <w:r w:rsidRPr="00E63F2C">
        <w:rPr>
          <w:noProof/>
        </w:rPr>
        <w:tab/>
      </w:r>
      <w:r w:rsidR="00AC5A8B" w:rsidRPr="00A21E08">
        <w:t xml:space="preserve">Working Party on Passive Safety (GRSP) </w:t>
      </w:r>
      <w:r w:rsidR="00AC5A8B">
        <w:br/>
      </w:r>
      <w:r w:rsidR="00AC5A8B" w:rsidRPr="00A21E08">
        <w:t>(Sixty-fifth session, 13</w:t>
      </w:r>
      <w:r w:rsidR="00AC5A8B">
        <w:t>–</w:t>
      </w:r>
      <w:r w:rsidR="00AC5A8B" w:rsidRPr="00A21E08">
        <w:t>17 May 2019)</w:t>
      </w:r>
      <w:r w:rsidR="00AC5A8B" w:rsidRPr="00A21E08">
        <w:rPr>
          <w:iCs/>
        </w:rPr>
        <w:t xml:space="preserve"> </w:t>
      </w:r>
      <w:r w:rsidR="00AC5A8B" w:rsidRPr="00A21E08">
        <w:t>(agenda item 3.3)</w:t>
      </w:r>
      <w:r w:rsidRPr="00E63F2C">
        <w:rPr>
          <w:noProof/>
          <w:webHidden/>
        </w:rPr>
        <w:tab/>
      </w:r>
      <w:r w:rsidRPr="00E63F2C">
        <w:rPr>
          <w:noProof/>
          <w:webHidden/>
        </w:rPr>
        <w:tab/>
      </w:r>
      <w:r w:rsidR="00AC5A8B">
        <w:rPr>
          <w:noProof/>
          <w:webHidden/>
        </w:rPr>
        <w:t>38</w:t>
      </w:r>
      <w:r w:rsidRPr="00E63F2C">
        <w:rPr>
          <w:webHidden/>
        </w:rPr>
        <w:tab/>
      </w:r>
      <w:r w:rsidR="0060523D" w:rsidRPr="00E63F2C">
        <w:rPr>
          <w:webHidden/>
        </w:rPr>
        <w:t>1</w:t>
      </w:r>
      <w:r w:rsidR="00E30DA9">
        <w:rPr>
          <w:webHidden/>
        </w:rPr>
        <w:t>1</w:t>
      </w:r>
    </w:p>
    <w:p w14:paraId="47AA0007" w14:textId="0C7EA2B5" w:rsidR="00B72AEE" w:rsidRDefault="00B72AEE" w:rsidP="00B72AEE">
      <w:pPr>
        <w:tabs>
          <w:tab w:val="right" w:pos="850"/>
          <w:tab w:val="left" w:pos="1134"/>
          <w:tab w:val="left" w:pos="1559"/>
          <w:tab w:val="left" w:pos="1984"/>
          <w:tab w:val="left" w:leader="dot" w:pos="7654"/>
          <w:tab w:val="right" w:pos="8929"/>
          <w:tab w:val="right" w:pos="9638"/>
        </w:tabs>
        <w:spacing w:after="120"/>
        <w:ind w:left="1559" w:hanging="1559"/>
        <w:rPr>
          <w:webHidden/>
        </w:rPr>
      </w:pPr>
      <w:r w:rsidRPr="00E63F2C">
        <w:rPr>
          <w:noProof/>
        </w:rPr>
        <w:tab/>
      </w:r>
      <w:r w:rsidRPr="00E63F2C">
        <w:rPr>
          <w:noProof/>
        </w:rPr>
        <w:tab/>
        <w:t>D.</w:t>
      </w:r>
      <w:r w:rsidRPr="00E63F2C">
        <w:rPr>
          <w:noProof/>
        </w:rPr>
        <w:tab/>
      </w:r>
      <w:r w:rsidR="00AC5A8B" w:rsidRPr="00A21E08">
        <w:t xml:space="preserve">Working Party on Pollution and Energy (GRPE) </w:t>
      </w:r>
      <w:r w:rsidR="00AC5A8B">
        <w:br/>
      </w:r>
      <w:r w:rsidR="00AC5A8B" w:rsidRPr="00A21E08">
        <w:t>(Seventy-ninth session, 21</w:t>
      </w:r>
      <w:r w:rsidR="00AC5A8B">
        <w:t>–</w:t>
      </w:r>
      <w:r w:rsidR="00AC5A8B" w:rsidRPr="00A21E08">
        <w:t xml:space="preserve">24 May 2019) </w:t>
      </w:r>
      <w:r w:rsidR="00AC5A8B" w:rsidRPr="00A21E08">
        <w:rPr>
          <w:bCs/>
        </w:rPr>
        <w:t>(agenda item 3.4)</w:t>
      </w:r>
      <w:r w:rsidRPr="00E63F2C">
        <w:rPr>
          <w:noProof/>
          <w:webHidden/>
        </w:rPr>
        <w:tab/>
      </w:r>
      <w:r w:rsidRPr="00E63F2C">
        <w:rPr>
          <w:noProof/>
          <w:webHidden/>
        </w:rPr>
        <w:tab/>
      </w:r>
      <w:r w:rsidR="00AC5A8B">
        <w:rPr>
          <w:noProof/>
          <w:webHidden/>
        </w:rPr>
        <w:t>39</w:t>
      </w:r>
      <w:r w:rsidRPr="00E63F2C">
        <w:rPr>
          <w:webHidden/>
        </w:rPr>
        <w:tab/>
      </w:r>
      <w:r w:rsidR="00450474" w:rsidRPr="00E63F2C">
        <w:rPr>
          <w:webHidden/>
        </w:rPr>
        <w:t>1</w:t>
      </w:r>
      <w:r w:rsidR="00E30DA9">
        <w:rPr>
          <w:webHidden/>
        </w:rPr>
        <w:t>1</w:t>
      </w:r>
    </w:p>
    <w:p w14:paraId="56306A31" w14:textId="0AB5FB54" w:rsidR="00AC5A8B" w:rsidRDefault="00AC5A8B" w:rsidP="00B72AEE">
      <w:pPr>
        <w:tabs>
          <w:tab w:val="right" w:pos="850"/>
          <w:tab w:val="left" w:pos="1134"/>
          <w:tab w:val="left" w:pos="1559"/>
          <w:tab w:val="left" w:pos="1984"/>
          <w:tab w:val="left" w:leader="dot" w:pos="7654"/>
          <w:tab w:val="right" w:pos="8929"/>
          <w:tab w:val="right" w:pos="9638"/>
        </w:tabs>
        <w:spacing w:after="120"/>
        <w:ind w:left="1559" w:hanging="1559"/>
      </w:pPr>
      <w:r>
        <w:tab/>
      </w:r>
      <w:r>
        <w:tab/>
        <w:t>E.</w:t>
      </w:r>
      <w:r>
        <w:tab/>
      </w:r>
      <w:r w:rsidRPr="00A21E08">
        <w:t xml:space="preserve">Working Party on Automated/Autonomous and Connected </w:t>
      </w:r>
      <w:r>
        <w:br/>
      </w:r>
      <w:r w:rsidRPr="00A21E08">
        <w:t>Vehicles (GRVA)</w:t>
      </w:r>
      <w:r>
        <w:t xml:space="preserve"> </w:t>
      </w:r>
      <w:r w:rsidRPr="00A21E08">
        <w:t>(Third session, 3</w:t>
      </w:r>
      <w:r>
        <w:t>–</w:t>
      </w:r>
      <w:r w:rsidRPr="00A21E08">
        <w:t>4 June 2019) (agenda item 3.5)</w:t>
      </w:r>
      <w:r>
        <w:tab/>
      </w:r>
      <w:r>
        <w:tab/>
        <w:t>40</w:t>
      </w:r>
      <w:r>
        <w:tab/>
        <w:t>1</w:t>
      </w:r>
      <w:r w:rsidR="00E30DA9">
        <w:t>1</w:t>
      </w:r>
    </w:p>
    <w:p w14:paraId="5FCFE2C9" w14:textId="6D7E45BF"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tab/>
      </w:r>
      <w:r w:rsidRPr="00E63F2C">
        <w:rPr>
          <w:noProof/>
        </w:rPr>
        <w:tab/>
      </w:r>
      <w:r w:rsidR="00AC5A8B">
        <w:rPr>
          <w:noProof/>
        </w:rPr>
        <w:t>F</w:t>
      </w:r>
      <w:r w:rsidRPr="00E63F2C">
        <w:rPr>
          <w:noProof/>
        </w:rPr>
        <w:t>.</w:t>
      </w:r>
      <w:r w:rsidRPr="00E63F2C">
        <w:rPr>
          <w:noProof/>
        </w:rPr>
        <w:tab/>
        <w:t>Highlights of the recent sessions (agenda item 3.</w:t>
      </w:r>
      <w:r w:rsidR="00AC5A8B">
        <w:rPr>
          <w:noProof/>
        </w:rPr>
        <w:t>6</w:t>
      </w:r>
      <w:r w:rsidRPr="00E63F2C">
        <w:rPr>
          <w:noProof/>
        </w:rPr>
        <w:t>)</w:t>
      </w:r>
      <w:r w:rsidRPr="00E63F2C">
        <w:rPr>
          <w:noProof/>
          <w:webHidden/>
        </w:rPr>
        <w:tab/>
      </w:r>
      <w:r w:rsidRPr="00E63F2C">
        <w:rPr>
          <w:noProof/>
          <w:webHidden/>
        </w:rPr>
        <w:tab/>
      </w:r>
      <w:r w:rsidR="0060523D" w:rsidRPr="00E63F2C">
        <w:rPr>
          <w:webHidden/>
        </w:rPr>
        <w:t>4</w:t>
      </w:r>
      <w:r w:rsidR="00AC5A8B">
        <w:rPr>
          <w:webHidden/>
        </w:rPr>
        <w:t>1</w:t>
      </w:r>
      <w:r w:rsidR="00BD66FF">
        <w:rPr>
          <w:webHidden/>
        </w:rPr>
        <w:t>–</w:t>
      </w:r>
      <w:r w:rsidR="00AC5A8B">
        <w:rPr>
          <w:webHidden/>
        </w:rPr>
        <w:t>55</w:t>
      </w:r>
      <w:r w:rsidRPr="00E63F2C">
        <w:rPr>
          <w:webHidden/>
        </w:rPr>
        <w:tab/>
      </w:r>
      <w:r w:rsidR="00450474" w:rsidRPr="00E63F2C">
        <w:rPr>
          <w:webHidden/>
        </w:rPr>
        <w:t>1</w:t>
      </w:r>
      <w:r w:rsidR="00E30DA9">
        <w:rPr>
          <w:webHidden/>
        </w:rPr>
        <w:t>1</w:t>
      </w:r>
    </w:p>
    <w:p w14:paraId="453C157B" w14:textId="0A126C17"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980" w:hanging="1980"/>
        <w:rPr>
          <w:noProof/>
        </w:rPr>
      </w:pPr>
      <w:r w:rsidRPr="00E63F2C">
        <w:rPr>
          <w:noProof/>
        </w:rPr>
        <w:tab/>
      </w:r>
      <w:r w:rsidRPr="00E63F2C">
        <w:rPr>
          <w:noProof/>
        </w:rPr>
        <w:tab/>
      </w:r>
      <w:r w:rsidRPr="00E63F2C">
        <w:rPr>
          <w:noProof/>
        </w:rPr>
        <w:tab/>
        <w:t>1.</w:t>
      </w:r>
      <w:r w:rsidRPr="00E63F2C">
        <w:rPr>
          <w:noProof/>
        </w:rPr>
        <w:tab/>
      </w:r>
      <w:r w:rsidR="00AC5A8B" w:rsidRPr="00A21E08">
        <w:t xml:space="preserve">Working Party on Noise (GRBP) (Seventieth session, </w:t>
      </w:r>
      <w:r w:rsidR="002E6B63">
        <w:br/>
      </w:r>
      <w:r w:rsidR="00AC5A8B" w:rsidRPr="00A21E08">
        <w:t>11</w:t>
      </w:r>
      <w:r w:rsidR="00AC5A8B">
        <w:t>–</w:t>
      </w:r>
      <w:r w:rsidR="00AC5A8B" w:rsidRPr="00A21E08">
        <w:t>13 September 2019) (agenda item 3.6.1)</w:t>
      </w:r>
      <w:r w:rsidRPr="00E63F2C">
        <w:rPr>
          <w:noProof/>
          <w:webHidden/>
        </w:rPr>
        <w:tab/>
      </w:r>
      <w:r w:rsidRPr="00E63F2C">
        <w:rPr>
          <w:noProof/>
          <w:webHidden/>
        </w:rPr>
        <w:tab/>
      </w:r>
      <w:r w:rsidR="0060523D" w:rsidRPr="00E63F2C">
        <w:rPr>
          <w:webHidden/>
        </w:rPr>
        <w:t>4</w:t>
      </w:r>
      <w:r w:rsidR="002E6B63">
        <w:rPr>
          <w:webHidden/>
        </w:rPr>
        <w:t>1</w:t>
      </w:r>
      <w:r w:rsidR="00BD66FF">
        <w:rPr>
          <w:webHidden/>
        </w:rPr>
        <w:t>–</w:t>
      </w:r>
      <w:r w:rsidR="002E6B63">
        <w:rPr>
          <w:webHidden/>
        </w:rPr>
        <w:t>45</w:t>
      </w:r>
      <w:r w:rsidRPr="00E63F2C">
        <w:rPr>
          <w:webHidden/>
        </w:rPr>
        <w:tab/>
      </w:r>
      <w:r w:rsidR="00450474" w:rsidRPr="00E63F2C">
        <w:rPr>
          <w:webHidden/>
        </w:rPr>
        <w:t>1</w:t>
      </w:r>
      <w:r w:rsidR="00E30DA9">
        <w:rPr>
          <w:webHidden/>
        </w:rPr>
        <w:t>1</w:t>
      </w:r>
    </w:p>
    <w:p w14:paraId="2D10EF12" w14:textId="19D4B0A0"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980" w:hanging="1980"/>
      </w:pPr>
      <w:r w:rsidRPr="00E63F2C">
        <w:rPr>
          <w:noProof/>
        </w:rPr>
        <w:tab/>
      </w:r>
      <w:r w:rsidRPr="00E63F2C">
        <w:rPr>
          <w:noProof/>
        </w:rPr>
        <w:tab/>
      </w:r>
      <w:r w:rsidRPr="00E63F2C">
        <w:rPr>
          <w:noProof/>
        </w:rPr>
        <w:tab/>
        <w:t>2.</w:t>
      </w:r>
      <w:r w:rsidRPr="00E63F2C">
        <w:rPr>
          <w:noProof/>
        </w:rPr>
        <w:tab/>
      </w:r>
      <w:r w:rsidR="002E6B63" w:rsidRPr="00A21E08">
        <w:t xml:space="preserve">Working Party on Automated, Autonomous and Connected </w:t>
      </w:r>
      <w:r w:rsidR="002E6B63">
        <w:br/>
      </w:r>
      <w:r w:rsidR="002E6B63" w:rsidRPr="00A21E08">
        <w:t>Vehicles (GRVA) (</w:t>
      </w:r>
      <w:r w:rsidR="002E6B63">
        <w:t>F</w:t>
      </w:r>
      <w:r w:rsidR="002E6B63" w:rsidRPr="00A21E08">
        <w:t xml:space="preserve">ourth session, 24-27 September 2019) </w:t>
      </w:r>
      <w:r w:rsidR="002E6B63">
        <w:br/>
      </w:r>
      <w:r w:rsidR="002E6B63" w:rsidRPr="00A21E08">
        <w:t>(agenda item 3.6.2)</w:t>
      </w:r>
      <w:r w:rsidRPr="00E63F2C">
        <w:rPr>
          <w:noProof/>
          <w:webHidden/>
        </w:rPr>
        <w:tab/>
      </w:r>
      <w:r w:rsidR="003778E3" w:rsidRPr="00E63F2C">
        <w:rPr>
          <w:noProof/>
          <w:webHidden/>
        </w:rPr>
        <w:tab/>
      </w:r>
      <w:r w:rsidR="002E6B63">
        <w:rPr>
          <w:noProof/>
          <w:webHidden/>
        </w:rPr>
        <w:t>46</w:t>
      </w:r>
      <w:r w:rsidR="00BD66FF">
        <w:rPr>
          <w:webHidden/>
        </w:rPr>
        <w:t>–</w:t>
      </w:r>
      <w:r w:rsidR="002E6B63">
        <w:rPr>
          <w:webHidden/>
        </w:rPr>
        <w:t>49</w:t>
      </w:r>
      <w:r w:rsidRPr="00E63F2C">
        <w:rPr>
          <w:webHidden/>
        </w:rPr>
        <w:tab/>
      </w:r>
      <w:r w:rsidR="00B9099A" w:rsidRPr="00E63F2C">
        <w:rPr>
          <w:webHidden/>
        </w:rPr>
        <w:t>1</w:t>
      </w:r>
      <w:r w:rsidR="00E30DA9">
        <w:rPr>
          <w:webHidden/>
        </w:rPr>
        <w:t>2</w:t>
      </w:r>
    </w:p>
    <w:p w14:paraId="7DB041C7" w14:textId="13862A2F"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980" w:hanging="1980"/>
      </w:pPr>
      <w:r w:rsidRPr="00E63F2C">
        <w:rPr>
          <w:noProof/>
        </w:rPr>
        <w:tab/>
      </w:r>
      <w:r w:rsidRPr="00E63F2C">
        <w:rPr>
          <w:noProof/>
        </w:rPr>
        <w:tab/>
      </w:r>
      <w:r w:rsidRPr="00E63F2C">
        <w:rPr>
          <w:noProof/>
        </w:rPr>
        <w:tab/>
        <w:t>3.</w:t>
      </w:r>
      <w:r w:rsidRPr="00E63F2C">
        <w:rPr>
          <w:noProof/>
        </w:rPr>
        <w:tab/>
      </w:r>
      <w:r w:rsidRPr="00E63F2C">
        <w:rPr>
          <w:noProof/>
          <w:webHidden/>
        </w:rPr>
        <w:tab/>
      </w:r>
      <w:r w:rsidR="002E6B63" w:rsidRPr="00A21E08">
        <w:t xml:space="preserve">Working Party on </w:t>
      </w:r>
      <w:r w:rsidR="002E6B63">
        <w:t>G</w:t>
      </w:r>
      <w:r w:rsidR="002E6B63" w:rsidRPr="00A21E08">
        <w:t xml:space="preserve">eneral Safety Provisions (GRSG) </w:t>
      </w:r>
      <w:r w:rsidR="002E6B63">
        <w:br/>
      </w:r>
      <w:r w:rsidR="002E6B63" w:rsidRPr="00A21E08">
        <w:t>(117th session, 8-11 October 2019) (agenda item 3.6.3)</w:t>
      </w:r>
      <w:r w:rsidRPr="00E63F2C">
        <w:rPr>
          <w:webHidden/>
        </w:rPr>
        <w:tab/>
      </w:r>
      <w:r w:rsidR="002E6B63">
        <w:rPr>
          <w:webHidden/>
        </w:rPr>
        <w:tab/>
        <w:t>50</w:t>
      </w:r>
      <w:r w:rsidR="00BD66FF">
        <w:rPr>
          <w:webHidden/>
        </w:rPr>
        <w:t>–</w:t>
      </w:r>
      <w:r w:rsidR="0060523D" w:rsidRPr="00E63F2C">
        <w:rPr>
          <w:webHidden/>
        </w:rPr>
        <w:t>5</w:t>
      </w:r>
      <w:r w:rsidR="002E6B63">
        <w:rPr>
          <w:webHidden/>
        </w:rPr>
        <w:t>2</w:t>
      </w:r>
      <w:r w:rsidRPr="00E63F2C">
        <w:rPr>
          <w:webHidden/>
        </w:rPr>
        <w:tab/>
      </w:r>
      <w:r w:rsidR="00450474" w:rsidRPr="00E63F2C">
        <w:rPr>
          <w:webHidden/>
        </w:rPr>
        <w:t>1</w:t>
      </w:r>
      <w:r w:rsidR="00E30DA9">
        <w:rPr>
          <w:webHidden/>
        </w:rPr>
        <w:t>2</w:t>
      </w:r>
    </w:p>
    <w:p w14:paraId="6DD870FE" w14:textId="053757DA"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980" w:hanging="1980"/>
        <w:rPr>
          <w:noProof/>
          <w:webHidden/>
        </w:rPr>
      </w:pPr>
      <w:r w:rsidRPr="00E63F2C">
        <w:rPr>
          <w:noProof/>
        </w:rPr>
        <w:tab/>
      </w:r>
      <w:r w:rsidRPr="00E63F2C">
        <w:rPr>
          <w:noProof/>
        </w:rPr>
        <w:tab/>
      </w:r>
      <w:r w:rsidRPr="00E63F2C">
        <w:rPr>
          <w:noProof/>
        </w:rPr>
        <w:tab/>
        <w:t>4.</w:t>
      </w:r>
      <w:r w:rsidRPr="00E63F2C">
        <w:rPr>
          <w:noProof/>
        </w:rPr>
        <w:tab/>
      </w:r>
      <w:r w:rsidR="002E6B63" w:rsidRPr="00A21E08">
        <w:t xml:space="preserve">Working Party on Lighting and Light-Signalling (GRE) </w:t>
      </w:r>
      <w:r w:rsidR="002E6B63">
        <w:br/>
      </w:r>
      <w:r w:rsidR="002E6B63" w:rsidRPr="00A21E08">
        <w:t>(Eighty-second session, 22-25 October 2019) (agenda item 3.6.4)</w:t>
      </w:r>
      <w:r w:rsidRPr="00E63F2C">
        <w:rPr>
          <w:noProof/>
          <w:webHidden/>
        </w:rPr>
        <w:tab/>
      </w:r>
      <w:r w:rsidR="002C160F" w:rsidRPr="00E63F2C">
        <w:rPr>
          <w:noProof/>
          <w:webHidden/>
        </w:rPr>
        <w:tab/>
      </w:r>
      <w:r w:rsidR="002E6B63">
        <w:rPr>
          <w:noProof/>
          <w:webHidden/>
        </w:rPr>
        <w:t>53</w:t>
      </w:r>
      <w:r w:rsidR="00BD66FF">
        <w:rPr>
          <w:webHidden/>
        </w:rPr>
        <w:t>–</w:t>
      </w:r>
      <w:r w:rsidR="002E6B63">
        <w:rPr>
          <w:webHidden/>
        </w:rPr>
        <w:t>55</w:t>
      </w:r>
      <w:r w:rsidRPr="00E63F2C">
        <w:rPr>
          <w:webHidden/>
        </w:rPr>
        <w:tab/>
      </w:r>
      <w:r w:rsidR="0060523D" w:rsidRPr="00E63F2C">
        <w:rPr>
          <w:webHidden/>
        </w:rPr>
        <w:t>1</w:t>
      </w:r>
      <w:r w:rsidR="00E30DA9">
        <w:rPr>
          <w:webHidden/>
        </w:rPr>
        <w:t>2</w:t>
      </w:r>
    </w:p>
    <w:p w14:paraId="2373AA4D" w14:textId="0415E4A7" w:rsidR="00B72AEE" w:rsidRPr="00E63F2C" w:rsidRDefault="00B72AEE" w:rsidP="002E6B63">
      <w:pPr>
        <w:tabs>
          <w:tab w:val="right" w:pos="850"/>
          <w:tab w:val="left" w:pos="1134"/>
          <w:tab w:val="left" w:pos="1559"/>
          <w:tab w:val="left" w:pos="1984"/>
          <w:tab w:val="left" w:leader="dot" w:pos="7654"/>
          <w:tab w:val="right" w:pos="8929"/>
          <w:tab w:val="right" w:pos="9638"/>
        </w:tabs>
        <w:spacing w:after="120"/>
        <w:ind w:left="1980" w:hanging="1980"/>
      </w:pPr>
      <w:r w:rsidRPr="00E63F2C">
        <w:rPr>
          <w:noProof/>
        </w:rPr>
        <w:tab/>
        <w:t>VI.</w:t>
      </w:r>
      <w:r w:rsidRPr="00E63F2C">
        <w:rPr>
          <w:noProof/>
        </w:rPr>
        <w:tab/>
        <w:t>1958 Agreement (agenda item 4)</w:t>
      </w:r>
      <w:r w:rsidRPr="00E63F2C">
        <w:rPr>
          <w:noProof/>
          <w:webHidden/>
        </w:rPr>
        <w:tab/>
      </w:r>
      <w:r w:rsidRPr="00E63F2C">
        <w:rPr>
          <w:noProof/>
          <w:webHidden/>
        </w:rPr>
        <w:tab/>
      </w:r>
      <w:r w:rsidR="002E6B63">
        <w:rPr>
          <w:noProof/>
          <w:webHidden/>
        </w:rPr>
        <w:t>56</w:t>
      </w:r>
      <w:r w:rsidR="00BD66FF">
        <w:rPr>
          <w:webHidden/>
        </w:rPr>
        <w:t>–</w:t>
      </w:r>
      <w:r w:rsidR="002E6B63">
        <w:rPr>
          <w:webHidden/>
        </w:rPr>
        <w:t>8</w:t>
      </w:r>
      <w:r w:rsidR="00BD66FF">
        <w:rPr>
          <w:webHidden/>
        </w:rPr>
        <w:t>1</w:t>
      </w:r>
      <w:r w:rsidRPr="00E63F2C">
        <w:rPr>
          <w:webHidden/>
        </w:rPr>
        <w:tab/>
      </w:r>
      <w:r w:rsidR="0060523D" w:rsidRPr="00E63F2C">
        <w:rPr>
          <w:webHidden/>
        </w:rPr>
        <w:t>1</w:t>
      </w:r>
      <w:r w:rsidR="002E6B63">
        <w:rPr>
          <w:webHidden/>
        </w:rPr>
        <w:t>3</w:t>
      </w:r>
    </w:p>
    <w:p w14:paraId="27590059" w14:textId="6C0B2E52"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tab/>
      </w:r>
      <w:r w:rsidRPr="00E63F2C">
        <w:rPr>
          <w:noProof/>
        </w:rPr>
        <w:tab/>
        <w:t>A.</w:t>
      </w:r>
      <w:r w:rsidRPr="00E63F2C">
        <w:rPr>
          <w:noProof/>
        </w:rPr>
        <w:tab/>
      </w:r>
      <w:r w:rsidRPr="00E63F2C">
        <w:rPr>
          <w:noProof/>
          <w:spacing w:val="-4"/>
        </w:rPr>
        <w:t>Status of the Agreement and of the annexed Regulations  (agenda item 4.1)</w:t>
      </w:r>
      <w:r w:rsidRPr="00E63F2C">
        <w:rPr>
          <w:noProof/>
          <w:webHidden/>
        </w:rPr>
        <w:tab/>
      </w:r>
      <w:r w:rsidRPr="00E63F2C">
        <w:rPr>
          <w:noProof/>
          <w:webHidden/>
        </w:rPr>
        <w:tab/>
      </w:r>
      <w:r w:rsidR="002E6B63">
        <w:rPr>
          <w:noProof/>
          <w:webHidden/>
        </w:rPr>
        <w:t>56</w:t>
      </w:r>
      <w:r w:rsidR="00BD66FF">
        <w:rPr>
          <w:noProof/>
          <w:webHidden/>
        </w:rPr>
        <w:t>–57</w:t>
      </w:r>
      <w:r w:rsidRPr="00E63F2C">
        <w:rPr>
          <w:webHidden/>
        </w:rPr>
        <w:tab/>
      </w:r>
      <w:r w:rsidR="0060523D" w:rsidRPr="00E63F2C">
        <w:rPr>
          <w:webHidden/>
        </w:rPr>
        <w:t>1</w:t>
      </w:r>
      <w:r w:rsidR="00E30DA9">
        <w:rPr>
          <w:webHidden/>
        </w:rPr>
        <w:t>3</w:t>
      </w:r>
    </w:p>
    <w:p w14:paraId="1C6F2EE6" w14:textId="0DA862BA"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tab/>
      </w:r>
      <w:r w:rsidRPr="00E63F2C">
        <w:rPr>
          <w:noProof/>
        </w:rPr>
        <w:tab/>
        <w:t>B.</w:t>
      </w:r>
      <w:r w:rsidRPr="00E63F2C">
        <w:rPr>
          <w:noProof/>
        </w:rPr>
        <w:tab/>
        <w:t xml:space="preserve">Guidance requested by the Working Parties on matters related to </w:t>
      </w:r>
      <w:r w:rsidRPr="00E63F2C">
        <w:rPr>
          <w:noProof/>
        </w:rPr>
        <w:br/>
        <w:t>UN Regulations annexed to the 1958 Agreement (agenda item 4.2)</w:t>
      </w:r>
      <w:r w:rsidRPr="00E63F2C">
        <w:rPr>
          <w:noProof/>
          <w:webHidden/>
        </w:rPr>
        <w:tab/>
      </w:r>
      <w:r w:rsidRPr="00E63F2C">
        <w:rPr>
          <w:noProof/>
          <w:webHidden/>
        </w:rPr>
        <w:tab/>
      </w:r>
      <w:r w:rsidR="002E6B63">
        <w:rPr>
          <w:noProof/>
          <w:webHidden/>
        </w:rPr>
        <w:t>5</w:t>
      </w:r>
      <w:r w:rsidR="00BD66FF">
        <w:rPr>
          <w:noProof/>
          <w:webHidden/>
        </w:rPr>
        <w:t>8</w:t>
      </w:r>
      <w:r w:rsidR="00BD66FF">
        <w:rPr>
          <w:webHidden/>
        </w:rPr>
        <w:t>–</w:t>
      </w:r>
      <w:r w:rsidR="002E6B63">
        <w:rPr>
          <w:webHidden/>
        </w:rPr>
        <w:t>5</w:t>
      </w:r>
      <w:r w:rsidR="00BD66FF">
        <w:rPr>
          <w:webHidden/>
        </w:rPr>
        <w:t>9</w:t>
      </w:r>
      <w:r w:rsidRPr="00E63F2C">
        <w:rPr>
          <w:webHidden/>
        </w:rPr>
        <w:tab/>
      </w:r>
      <w:r w:rsidR="0060523D" w:rsidRPr="00E63F2C">
        <w:rPr>
          <w:webHidden/>
        </w:rPr>
        <w:t>1</w:t>
      </w:r>
      <w:r w:rsidR="00E30DA9">
        <w:rPr>
          <w:webHidden/>
        </w:rPr>
        <w:t>3</w:t>
      </w:r>
    </w:p>
    <w:p w14:paraId="7066FBDA" w14:textId="3C6812E5"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980" w:hanging="1980"/>
      </w:pPr>
      <w:r w:rsidRPr="00E63F2C">
        <w:rPr>
          <w:noProof/>
        </w:rPr>
        <w:tab/>
      </w:r>
      <w:r w:rsidRPr="00E63F2C">
        <w:rPr>
          <w:noProof/>
        </w:rPr>
        <w:tab/>
      </w:r>
      <w:r w:rsidRPr="00E63F2C">
        <w:rPr>
          <w:noProof/>
        </w:rPr>
        <w:tab/>
        <w:t>1.</w:t>
      </w:r>
      <w:r w:rsidRPr="00E63F2C">
        <w:rPr>
          <w:noProof/>
        </w:rPr>
        <w:tab/>
        <w:t xml:space="preserve">Reproduction and reference to private standards in UN Regulations, </w:t>
      </w:r>
      <w:r w:rsidRPr="00E63F2C">
        <w:rPr>
          <w:noProof/>
        </w:rPr>
        <w:br/>
      </w:r>
      <w:r w:rsidR="00CC71AF" w:rsidRPr="00E63F2C">
        <w:rPr>
          <w:noProof/>
        </w:rPr>
        <w:t xml:space="preserve">UN </w:t>
      </w:r>
      <w:r w:rsidR="00DB1A6E" w:rsidRPr="00E63F2C">
        <w:rPr>
          <w:noProof/>
        </w:rPr>
        <w:t>Global Technical Regulations</w:t>
      </w:r>
      <w:r w:rsidRPr="00E63F2C">
        <w:rPr>
          <w:noProof/>
        </w:rPr>
        <w:t xml:space="preserve"> </w:t>
      </w:r>
      <w:r w:rsidR="00CC71AF" w:rsidRPr="00E63F2C">
        <w:rPr>
          <w:noProof/>
        </w:rPr>
        <w:t xml:space="preserve">(UN GTRs) </w:t>
      </w:r>
      <w:r w:rsidRPr="00E63F2C">
        <w:rPr>
          <w:noProof/>
        </w:rPr>
        <w:t xml:space="preserve">and </w:t>
      </w:r>
      <w:r w:rsidR="00691B63" w:rsidRPr="00E63F2C">
        <w:rPr>
          <w:noProof/>
        </w:rPr>
        <w:t>R</w:t>
      </w:r>
      <w:r w:rsidRPr="00E63F2C">
        <w:rPr>
          <w:noProof/>
        </w:rPr>
        <w:t xml:space="preserve">ules </w:t>
      </w:r>
      <w:r w:rsidR="00331FB9" w:rsidRPr="00E63F2C">
        <w:rPr>
          <w:noProof/>
        </w:rPr>
        <w:br/>
      </w:r>
      <w:r w:rsidRPr="00E63F2C">
        <w:rPr>
          <w:noProof/>
        </w:rPr>
        <w:t>(agenda item 4.2.1)</w:t>
      </w:r>
      <w:r w:rsidRPr="00E63F2C">
        <w:rPr>
          <w:noProof/>
          <w:webHidden/>
        </w:rPr>
        <w:tab/>
      </w:r>
      <w:r w:rsidR="00331FB9" w:rsidRPr="00E63F2C">
        <w:rPr>
          <w:noProof/>
          <w:webHidden/>
        </w:rPr>
        <w:tab/>
      </w:r>
      <w:r w:rsidR="002E6B63">
        <w:rPr>
          <w:noProof/>
          <w:webHidden/>
        </w:rPr>
        <w:t>5</w:t>
      </w:r>
      <w:r w:rsidR="00717565">
        <w:rPr>
          <w:noProof/>
          <w:webHidden/>
        </w:rPr>
        <w:t>8</w:t>
      </w:r>
      <w:r w:rsidRPr="00E63F2C">
        <w:rPr>
          <w:webHidden/>
        </w:rPr>
        <w:tab/>
      </w:r>
      <w:r w:rsidR="0060523D" w:rsidRPr="00E63F2C">
        <w:rPr>
          <w:webHidden/>
        </w:rPr>
        <w:t>1</w:t>
      </w:r>
      <w:r w:rsidR="00E30DA9">
        <w:rPr>
          <w:webHidden/>
        </w:rPr>
        <w:t>3</w:t>
      </w:r>
    </w:p>
    <w:p w14:paraId="39D8D348" w14:textId="5C48792C"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980" w:hanging="1980"/>
      </w:pPr>
      <w:r w:rsidRPr="00E63F2C">
        <w:rPr>
          <w:noProof/>
        </w:rPr>
        <w:tab/>
      </w:r>
      <w:r w:rsidRPr="00E63F2C">
        <w:rPr>
          <w:noProof/>
        </w:rPr>
        <w:tab/>
      </w:r>
      <w:r w:rsidRPr="00E63F2C">
        <w:rPr>
          <w:noProof/>
        </w:rPr>
        <w:tab/>
        <w:t>2.</w:t>
      </w:r>
      <w:r w:rsidRPr="00E63F2C">
        <w:rPr>
          <w:noProof/>
        </w:rPr>
        <w:tab/>
        <w:t xml:space="preserve">Guidance on amendments to UN Regulations annexed to the </w:t>
      </w:r>
      <w:r w:rsidRPr="00E63F2C">
        <w:rPr>
          <w:noProof/>
        </w:rPr>
        <w:br/>
        <w:t>1958 Agreement (agenda item 4.2.2)</w:t>
      </w:r>
      <w:r w:rsidRPr="00E63F2C">
        <w:rPr>
          <w:noProof/>
          <w:webHidden/>
        </w:rPr>
        <w:tab/>
      </w:r>
      <w:r w:rsidRPr="00E63F2C">
        <w:rPr>
          <w:noProof/>
          <w:webHidden/>
        </w:rPr>
        <w:tab/>
      </w:r>
      <w:r w:rsidR="002E6B63">
        <w:rPr>
          <w:noProof/>
          <w:webHidden/>
        </w:rPr>
        <w:t>5</w:t>
      </w:r>
      <w:r w:rsidR="00717565">
        <w:rPr>
          <w:noProof/>
          <w:webHidden/>
        </w:rPr>
        <w:t>9</w:t>
      </w:r>
      <w:r w:rsidRPr="00E63F2C">
        <w:rPr>
          <w:webHidden/>
        </w:rPr>
        <w:tab/>
      </w:r>
      <w:r w:rsidR="0060523D" w:rsidRPr="00E63F2C">
        <w:rPr>
          <w:webHidden/>
        </w:rPr>
        <w:t>1</w:t>
      </w:r>
      <w:r w:rsidR="00E30DA9">
        <w:rPr>
          <w:webHidden/>
        </w:rPr>
        <w:t>3</w:t>
      </w:r>
    </w:p>
    <w:p w14:paraId="4E2E3903" w14:textId="1DF50834"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tab/>
      </w:r>
      <w:r w:rsidRPr="00E63F2C">
        <w:rPr>
          <w:noProof/>
        </w:rPr>
        <w:tab/>
        <w:t>C.</w:t>
      </w:r>
      <w:r w:rsidRPr="00E63F2C">
        <w:rPr>
          <w:noProof/>
        </w:rPr>
        <w:tab/>
        <w:t xml:space="preserve">Development of the International Whole Vehicle Type Approval (IWVTA) </w:t>
      </w:r>
      <w:r w:rsidRPr="00E63F2C">
        <w:rPr>
          <w:noProof/>
        </w:rPr>
        <w:br/>
        <w:t>system (agenda item 4.3)</w:t>
      </w:r>
      <w:r w:rsidRPr="00E63F2C">
        <w:rPr>
          <w:noProof/>
          <w:webHidden/>
        </w:rPr>
        <w:tab/>
      </w:r>
      <w:r w:rsidRPr="00E63F2C">
        <w:rPr>
          <w:noProof/>
          <w:webHidden/>
        </w:rPr>
        <w:tab/>
      </w:r>
      <w:r w:rsidR="00717565">
        <w:rPr>
          <w:noProof/>
          <w:webHidden/>
        </w:rPr>
        <w:t>60–</w:t>
      </w:r>
      <w:r w:rsidR="002E6B63">
        <w:rPr>
          <w:webHidden/>
        </w:rPr>
        <w:t>6</w:t>
      </w:r>
      <w:r w:rsidR="00717565">
        <w:rPr>
          <w:webHidden/>
        </w:rPr>
        <w:t>1</w:t>
      </w:r>
      <w:r w:rsidRPr="00E63F2C">
        <w:rPr>
          <w:webHidden/>
        </w:rPr>
        <w:tab/>
      </w:r>
      <w:r w:rsidR="00A33ABB" w:rsidRPr="00E63F2C">
        <w:rPr>
          <w:webHidden/>
        </w:rPr>
        <w:t>1</w:t>
      </w:r>
      <w:r w:rsidR="00E30DA9">
        <w:rPr>
          <w:webHidden/>
        </w:rPr>
        <w:t>3</w:t>
      </w:r>
    </w:p>
    <w:p w14:paraId="5E4E0958" w14:textId="3E109A1C"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lastRenderedPageBreak/>
        <w:tab/>
      </w:r>
      <w:r w:rsidRPr="00E63F2C">
        <w:rPr>
          <w:noProof/>
        </w:rPr>
        <w:tab/>
        <w:t>D.</w:t>
      </w:r>
      <w:r w:rsidRPr="00E63F2C">
        <w:rPr>
          <w:noProof/>
        </w:rPr>
        <w:tab/>
        <w:t>Revision 3 to the 1958 Agreement (agenda item 4.4)</w:t>
      </w:r>
      <w:r w:rsidRPr="00E63F2C">
        <w:rPr>
          <w:noProof/>
          <w:webHidden/>
        </w:rPr>
        <w:tab/>
      </w:r>
      <w:r w:rsidRPr="00E63F2C">
        <w:rPr>
          <w:noProof/>
          <w:webHidden/>
        </w:rPr>
        <w:tab/>
      </w:r>
      <w:r w:rsidR="002E6B63">
        <w:rPr>
          <w:noProof/>
          <w:webHidden/>
        </w:rPr>
        <w:t>6</w:t>
      </w:r>
      <w:r w:rsidR="00717565">
        <w:rPr>
          <w:webHidden/>
        </w:rPr>
        <w:t>2</w:t>
      </w:r>
      <w:r w:rsidRPr="00E63F2C">
        <w:rPr>
          <w:webHidden/>
        </w:rPr>
        <w:tab/>
      </w:r>
      <w:r w:rsidR="0060523D" w:rsidRPr="00E63F2C">
        <w:rPr>
          <w:webHidden/>
        </w:rPr>
        <w:t>1</w:t>
      </w:r>
      <w:r w:rsidR="00FB5A49">
        <w:rPr>
          <w:webHidden/>
        </w:rPr>
        <w:t>3</w:t>
      </w:r>
    </w:p>
    <w:p w14:paraId="72C96C54" w14:textId="60444771"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tab/>
      </w:r>
      <w:r w:rsidRPr="00E63F2C">
        <w:rPr>
          <w:noProof/>
        </w:rPr>
        <w:tab/>
        <w:t>E.</w:t>
      </w:r>
      <w:r w:rsidRPr="00E63F2C">
        <w:rPr>
          <w:noProof/>
        </w:rPr>
        <w:tab/>
      </w:r>
      <w:r w:rsidRPr="00E63F2C">
        <w:t>Development</w:t>
      </w:r>
      <w:r w:rsidRPr="00E63F2C">
        <w:rPr>
          <w:noProof/>
        </w:rPr>
        <w:t xml:space="preserve"> of an electronic database for the exchange of type approval </w:t>
      </w:r>
      <w:r w:rsidRPr="00E63F2C">
        <w:rPr>
          <w:noProof/>
        </w:rPr>
        <w:br/>
        <w:t>documentation (DETA) (agenda item 4.5)</w:t>
      </w:r>
      <w:r w:rsidRPr="00E63F2C">
        <w:rPr>
          <w:noProof/>
          <w:webHidden/>
        </w:rPr>
        <w:tab/>
      </w:r>
      <w:r w:rsidRPr="00E63F2C">
        <w:rPr>
          <w:noProof/>
          <w:webHidden/>
        </w:rPr>
        <w:tab/>
      </w:r>
      <w:r w:rsidR="002E6B63">
        <w:rPr>
          <w:noProof/>
          <w:webHidden/>
        </w:rPr>
        <w:t>6</w:t>
      </w:r>
      <w:r w:rsidR="00717565">
        <w:rPr>
          <w:noProof/>
          <w:webHidden/>
        </w:rPr>
        <w:t>3</w:t>
      </w:r>
      <w:r w:rsidR="00717565">
        <w:rPr>
          <w:webHidden/>
        </w:rPr>
        <w:t>–</w:t>
      </w:r>
      <w:r w:rsidR="002E6B63">
        <w:rPr>
          <w:webHidden/>
        </w:rPr>
        <w:t>6</w:t>
      </w:r>
      <w:r w:rsidR="00717565">
        <w:rPr>
          <w:webHidden/>
        </w:rPr>
        <w:t>8</w:t>
      </w:r>
      <w:r w:rsidRPr="00E63F2C">
        <w:rPr>
          <w:webHidden/>
        </w:rPr>
        <w:tab/>
      </w:r>
      <w:r w:rsidR="00095CF6" w:rsidRPr="00E63F2C">
        <w:rPr>
          <w:webHidden/>
        </w:rPr>
        <w:t>1</w:t>
      </w:r>
      <w:r w:rsidR="00FB5A49">
        <w:rPr>
          <w:webHidden/>
        </w:rPr>
        <w:t>3</w:t>
      </w:r>
    </w:p>
    <w:p w14:paraId="344DB9EB" w14:textId="5B047D7A"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tab/>
      </w:r>
      <w:r w:rsidRPr="00E63F2C">
        <w:rPr>
          <w:noProof/>
        </w:rPr>
        <w:tab/>
      </w:r>
      <w:r w:rsidRPr="00E63F2C">
        <w:rPr>
          <w:rFonts w:eastAsia="SimSun"/>
          <w:noProof/>
        </w:rPr>
        <w:t>F.</w:t>
      </w:r>
      <w:r w:rsidRPr="00E63F2C">
        <w:rPr>
          <w:noProof/>
        </w:rPr>
        <w:tab/>
      </w:r>
      <w:r w:rsidRPr="00E63F2C">
        <w:t>Consideration</w:t>
      </w:r>
      <w:r w:rsidRPr="00E63F2C">
        <w:rPr>
          <w:rFonts w:eastAsia="SimSun"/>
          <w:noProof/>
        </w:rPr>
        <w:t xml:space="preserve"> of draft amendments to existing UN Regulations submitted </w:t>
      </w:r>
      <w:r w:rsidRPr="00E63F2C">
        <w:rPr>
          <w:rFonts w:eastAsia="SimSun"/>
          <w:noProof/>
        </w:rPr>
        <w:br/>
        <w:t xml:space="preserve">by </w:t>
      </w:r>
      <w:r w:rsidR="002E6B63">
        <w:rPr>
          <w:rFonts w:eastAsia="SimSun"/>
          <w:noProof/>
        </w:rPr>
        <w:t>GRE</w:t>
      </w:r>
      <w:r w:rsidR="00CC71AF" w:rsidRPr="00E63F2C">
        <w:rPr>
          <w:rFonts w:eastAsia="SimSun"/>
          <w:noProof/>
        </w:rPr>
        <w:t xml:space="preserve"> </w:t>
      </w:r>
      <w:r w:rsidRPr="00E63F2C">
        <w:rPr>
          <w:rFonts w:eastAsia="SimSun"/>
          <w:noProof/>
        </w:rPr>
        <w:t>(agenda item 4.6)</w:t>
      </w:r>
      <w:r w:rsidRPr="00E63F2C">
        <w:rPr>
          <w:noProof/>
          <w:webHidden/>
        </w:rPr>
        <w:tab/>
      </w:r>
      <w:r w:rsidRPr="00E63F2C">
        <w:rPr>
          <w:noProof/>
          <w:webHidden/>
        </w:rPr>
        <w:tab/>
      </w:r>
      <w:r w:rsidR="002E6B63">
        <w:rPr>
          <w:noProof/>
          <w:webHidden/>
        </w:rPr>
        <w:t>6</w:t>
      </w:r>
      <w:r w:rsidR="00717565">
        <w:rPr>
          <w:noProof/>
          <w:webHidden/>
        </w:rPr>
        <w:t>9</w:t>
      </w:r>
      <w:r w:rsidRPr="00E63F2C">
        <w:rPr>
          <w:webHidden/>
        </w:rPr>
        <w:tab/>
      </w:r>
      <w:r w:rsidR="00A33ABB" w:rsidRPr="00E63F2C">
        <w:rPr>
          <w:webHidden/>
        </w:rPr>
        <w:t>1</w:t>
      </w:r>
      <w:r w:rsidR="00FB5A49">
        <w:rPr>
          <w:webHidden/>
        </w:rPr>
        <w:t>4</w:t>
      </w:r>
    </w:p>
    <w:p w14:paraId="24E23953" w14:textId="500A1E53"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tab/>
      </w:r>
      <w:r w:rsidRPr="00E63F2C">
        <w:rPr>
          <w:noProof/>
        </w:rPr>
        <w:tab/>
      </w:r>
      <w:r w:rsidRPr="00E63F2C">
        <w:rPr>
          <w:rFonts w:eastAsia="SimSun"/>
          <w:noProof/>
        </w:rPr>
        <w:t>G.</w:t>
      </w:r>
      <w:r w:rsidRPr="00E63F2C">
        <w:rPr>
          <w:noProof/>
        </w:rPr>
        <w:tab/>
      </w:r>
      <w:r w:rsidRPr="00E63F2C">
        <w:rPr>
          <w:rFonts w:eastAsia="SimSun"/>
          <w:noProof/>
        </w:rPr>
        <w:t xml:space="preserve">Consideration of draft amendments to existing UN Regulations submitted </w:t>
      </w:r>
      <w:r w:rsidRPr="00E63F2C">
        <w:rPr>
          <w:rFonts w:eastAsia="SimSun"/>
          <w:noProof/>
        </w:rPr>
        <w:br/>
        <w:t xml:space="preserve">by </w:t>
      </w:r>
      <w:r w:rsidR="002E6B63">
        <w:rPr>
          <w:rFonts w:eastAsia="SimSun"/>
          <w:noProof/>
        </w:rPr>
        <w:t>GRSG</w:t>
      </w:r>
      <w:r w:rsidR="00CC71AF" w:rsidRPr="00E63F2C">
        <w:rPr>
          <w:rFonts w:eastAsia="SimSun"/>
          <w:noProof/>
        </w:rPr>
        <w:t xml:space="preserve"> </w:t>
      </w:r>
      <w:r w:rsidRPr="00E63F2C">
        <w:rPr>
          <w:rFonts w:eastAsia="SimSun"/>
          <w:noProof/>
        </w:rPr>
        <w:t>(agenda item 4.7)</w:t>
      </w:r>
      <w:r w:rsidRPr="00E63F2C">
        <w:rPr>
          <w:noProof/>
          <w:webHidden/>
        </w:rPr>
        <w:tab/>
      </w:r>
      <w:r w:rsidRPr="00E63F2C">
        <w:rPr>
          <w:noProof/>
          <w:webHidden/>
        </w:rPr>
        <w:tab/>
      </w:r>
      <w:r w:rsidR="00717565">
        <w:rPr>
          <w:noProof/>
          <w:webHidden/>
        </w:rPr>
        <w:t>70</w:t>
      </w:r>
      <w:r w:rsidRPr="00E63F2C">
        <w:rPr>
          <w:webHidden/>
        </w:rPr>
        <w:tab/>
      </w:r>
      <w:r w:rsidR="00A33ABB" w:rsidRPr="00E63F2C">
        <w:rPr>
          <w:webHidden/>
        </w:rPr>
        <w:t>1</w:t>
      </w:r>
      <w:r w:rsidR="00FB5A49">
        <w:rPr>
          <w:webHidden/>
        </w:rPr>
        <w:t>5</w:t>
      </w:r>
    </w:p>
    <w:p w14:paraId="15BDED89" w14:textId="64C066EB"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tab/>
      </w:r>
      <w:r w:rsidRPr="00E63F2C">
        <w:rPr>
          <w:noProof/>
        </w:rPr>
        <w:tab/>
      </w:r>
      <w:r w:rsidRPr="00E63F2C">
        <w:rPr>
          <w:rFonts w:eastAsia="SimSun"/>
          <w:noProof/>
        </w:rPr>
        <w:t>H.</w:t>
      </w:r>
      <w:r w:rsidRPr="00E63F2C">
        <w:rPr>
          <w:noProof/>
        </w:rPr>
        <w:tab/>
      </w:r>
      <w:r w:rsidRPr="00E63F2C">
        <w:rPr>
          <w:rFonts w:eastAsia="SimSun"/>
          <w:noProof/>
        </w:rPr>
        <w:t xml:space="preserve">Consideration of draft amendments to existing UN Regulations submitted </w:t>
      </w:r>
      <w:r w:rsidRPr="00E63F2C">
        <w:rPr>
          <w:rFonts w:eastAsia="SimSun"/>
          <w:noProof/>
        </w:rPr>
        <w:br/>
        <w:t xml:space="preserve">by </w:t>
      </w:r>
      <w:r w:rsidR="002E6B63">
        <w:rPr>
          <w:rFonts w:eastAsia="SimSun"/>
          <w:noProof/>
        </w:rPr>
        <w:t>GRSP</w:t>
      </w:r>
      <w:r w:rsidR="00CC71AF" w:rsidRPr="00E63F2C">
        <w:rPr>
          <w:rFonts w:eastAsia="SimSun"/>
          <w:noProof/>
        </w:rPr>
        <w:t xml:space="preserve"> </w:t>
      </w:r>
      <w:r w:rsidRPr="00E63F2C">
        <w:rPr>
          <w:rFonts w:eastAsia="SimSun"/>
          <w:noProof/>
        </w:rPr>
        <w:t>(agenda item 4.8)</w:t>
      </w:r>
      <w:r w:rsidRPr="00E63F2C">
        <w:rPr>
          <w:noProof/>
          <w:webHidden/>
        </w:rPr>
        <w:tab/>
      </w:r>
      <w:r w:rsidRPr="00E63F2C">
        <w:rPr>
          <w:noProof/>
          <w:webHidden/>
        </w:rPr>
        <w:tab/>
      </w:r>
      <w:r w:rsidR="002E6B63">
        <w:rPr>
          <w:noProof/>
          <w:webHidden/>
        </w:rPr>
        <w:t>7</w:t>
      </w:r>
      <w:r w:rsidR="00717565">
        <w:rPr>
          <w:noProof/>
          <w:webHidden/>
        </w:rPr>
        <w:t>1</w:t>
      </w:r>
      <w:r w:rsidRPr="00E63F2C">
        <w:rPr>
          <w:webHidden/>
        </w:rPr>
        <w:tab/>
      </w:r>
      <w:r w:rsidR="00A33ABB" w:rsidRPr="00E63F2C">
        <w:rPr>
          <w:webHidden/>
        </w:rPr>
        <w:t>1</w:t>
      </w:r>
      <w:r w:rsidR="00FB5A49">
        <w:rPr>
          <w:webHidden/>
        </w:rPr>
        <w:t>5</w:t>
      </w:r>
    </w:p>
    <w:p w14:paraId="324E6614" w14:textId="0B65AE5F"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tab/>
      </w:r>
      <w:r w:rsidRPr="00E63F2C">
        <w:rPr>
          <w:noProof/>
        </w:rPr>
        <w:tab/>
      </w:r>
      <w:r w:rsidRPr="00E63F2C">
        <w:rPr>
          <w:rFonts w:eastAsia="SimSun"/>
          <w:noProof/>
        </w:rPr>
        <w:t>I.</w:t>
      </w:r>
      <w:r w:rsidRPr="00E63F2C">
        <w:rPr>
          <w:noProof/>
        </w:rPr>
        <w:tab/>
      </w:r>
      <w:r w:rsidRPr="00E63F2C">
        <w:rPr>
          <w:rFonts w:eastAsia="SimSun"/>
          <w:noProof/>
        </w:rPr>
        <w:t xml:space="preserve">Consideration of draft amendments to existing UN Regulations submitted </w:t>
      </w:r>
      <w:r w:rsidRPr="00E63F2C">
        <w:rPr>
          <w:rFonts w:eastAsia="SimSun"/>
          <w:noProof/>
        </w:rPr>
        <w:br/>
        <w:t xml:space="preserve">by </w:t>
      </w:r>
      <w:r w:rsidR="002E6B63">
        <w:rPr>
          <w:rFonts w:eastAsia="SimSun"/>
          <w:noProof/>
        </w:rPr>
        <w:t>GRPE</w:t>
      </w:r>
      <w:r w:rsidR="00DB1A6E" w:rsidRPr="00E63F2C">
        <w:rPr>
          <w:rFonts w:eastAsia="SimSun"/>
          <w:noProof/>
        </w:rPr>
        <w:t xml:space="preserve"> </w:t>
      </w:r>
      <w:r w:rsidRPr="00E63F2C">
        <w:rPr>
          <w:rFonts w:eastAsia="SimSun"/>
          <w:noProof/>
        </w:rPr>
        <w:t>(agenda item 4.9)</w:t>
      </w:r>
      <w:r w:rsidRPr="00E63F2C">
        <w:rPr>
          <w:noProof/>
          <w:webHidden/>
        </w:rPr>
        <w:tab/>
      </w:r>
      <w:r w:rsidRPr="00E63F2C">
        <w:rPr>
          <w:noProof/>
          <w:webHidden/>
        </w:rPr>
        <w:tab/>
      </w:r>
      <w:r w:rsidR="002E6B63">
        <w:rPr>
          <w:noProof/>
          <w:webHidden/>
        </w:rPr>
        <w:t>7</w:t>
      </w:r>
      <w:r w:rsidR="00717565">
        <w:rPr>
          <w:noProof/>
          <w:webHidden/>
        </w:rPr>
        <w:t>2</w:t>
      </w:r>
      <w:r w:rsidRPr="00E63F2C">
        <w:rPr>
          <w:webHidden/>
        </w:rPr>
        <w:tab/>
      </w:r>
      <w:r w:rsidR="00095CF6" w:rsidRPr="00E63F2C">
        <w:t>1</w:t>
      </w:r>
      <w:r w:rsidR="00C6265C">
        <w:t>6</w:t>
      </w:r>
    </w:p>
    <w:p w14:paraId="04AEE7C8" w14:textId="5CE62C4E"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tab/>
      </w:r>
      <w:r w:rsidRPr="00E63F2C">
        <w:rPr>
          <w:noProof/>
        </w:rPr>
        <w:tab/>
      </w:r>
      <w:r w:rsidRPr="00E63F2C">
        <w:rPr>
          <w:rFonts w:eastAsia="SimSun"/>
          <w:noProof/>
        </w:rPr>
        <w:t>J.</w:t>
      </w:r>
      <w:r w:rsidRPr="00E63F2C">
        <w:rPr>
          <w:noProof/>
        </w:rPr>
        <w:tab/>
      </w:r>
      <w:r w:rsidRPr="00E63F2C">
        <w:rPr>
          <w:rFonts w:eastAsia="SimSun"/>
          <w:noProof/>
        </w:rPr>
        <w:t xml:space="preserve">Consideration of draft corrigenda to existing UN Regulations submitted </w:t>
      </w:r>
      <w:r w:rsidRPr="00E63F2C">
        <w:rPr>
          <w:rFonts w:eastAsia="SimSun"/>
          <w:noProof/>
        </w:rPr>
        <w:br/>
        <w:t xml:space="preserve">by </w:t>
      </w:r>
      <w:r w:rsidR="002E6B63">
        <w:rPr>
          <w:rFonts w:eastAsia="SimSun"/>
          <w:noProof/>
        </w:rPr>
        <w:t>GRVA</w:t>
      </w:r>
      <w:r w:rsidRPr="00E63F2C">
        <w:rPr>
          <w:rFonts w:eastAsia="SimSun"/>
          <w:noProof/>
        </w:rPr>
        <w:t xml:space="preserve"> if any (agenda item 4.10)</w:t>
      </w:r>
      <w:r w:rsidRPr="00E63F2C">
        <w:rPr>
          <w:noProof/>
          <w:webHidden/>
        </w:rPr>
        <w:tab/>
      </w:r>
      <w:r w:rsidRPr="00E63F2C">
        <w:rPr>
          <w:noProof/>
          <w:webHidden/>
        </w:rPr>
        <w:tab/>
      </w:r>
      <w:r w:rsidR="002E6B63">
        <w:rPr>
          <w:noProof/>
          <w:webHidden/>
        </w:rPr>
        <w:t>7</w:t>
      </w:r>
      <w:r w:rsidR="00717565">
        <w:rPr>
          <w:noProof/>
          <w:webHidden/>
        </w:rPr>
        <w:t>3</w:t>
      </w:r>
      <w:r w:rsidRPr="00E63F2C">
        <w:rPr>
          <w:webHidden/>
        </w:rPr>
        <w:tab/>
      </w:r>
      <w:r w:rsidR="00A33ABB" w:rsidRPr="00E63F2C">
        <w:rPr>
          <w:webHidden/>
        </w:rPr>
        <w:t>1</w:t>
      </w:r>
      <w:r w:rsidR="00527D93">
        <w:rPr>
          <w:webHidden/>
        </w:rPr>
        <w:t>6</w:t>
      </w:r>
    </w:p>
    <w:p w14:paraId="44FEA751" w14:textId="1A029AEF"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tab/>
      </w:r>
      <w:r w:rsidRPr="00E63F2C">
        <w:rPr>
          <w:noProof/>
        </w:rPr>
        <w:tab/>
      </w:r>
      <w:r w:rsidRPr="00E63F2C">
        <w:rPr>
          <w:rFonts w:eastAsia="SimSun"/>
          <w:noProof/>
        </w:rPr>
        <w:t>K.</w:t>
      </w:r>
      <w:r w:rsidRPr="00E63F2C">
        <w:rPr>
          <w:noProof/>
        </w:rPr>
        <w:tab/>
      </w:r>
      <w:r w:rsidR="00CC71AF" w:rsidRPr="00E63F2C">
        <w:rPr>
          <w:noProof/>
        </w:rPr>
        <w:t xml:space="preserve">Consideration of draft corrigenda to existing UN Regulations submitted by </w:t>
      </w:r>
      <w:r w:rsidR="009E4D62">
        <w:rPr>
          <w:noProof/>
        </w:rPr>
        <w:br/>
      </w:r>
      <w:r w:rsidR="002E6B63">
        <w:rPr>
          <w:noProof/>
        </w:rPr>
        <w:t>GRs</w:t>
      </w:r>
      <w:r w:rsidR="00CC71AF" w:rsidRPr="00E63F2C">
        <w:rPr>
          <w:noProof/>
        </w:rPr>
        <w:t xml:space="preserve">, if any </w:t>
      </w:r>
      <w:r w:rsidRPr="00E63F2C">
        <w:rPr>
          <w:rFonts w:eastAsia="SimSun"/>
          <w:noProof/>
        </w:rPr>
        <w:t>(agenda item 4.11)</w:t>
      </w:r>
      <w:r w:rsidRPr="00E63F2C">
        <w:rPr>
          <w:noProof/>
          <w:webHidden/>
        </w:rPr>
        <w:tab/>
      </w:r>
      <w:r w:rsidRPr="00E63F2C">
        <w:rPr>
          <w:noProof/>
          <w:webHidden/>
        </w:rPr>
        <w:tab/>
      </w:r>
      <w:r w:rsidR="002E6B63">
        <w:rPr>
          <w:noProof/>
          <w:webHidden/>
        </w:rPr>
        <w:t>7</w:t>
      </w:r>
      <w:r w:rsidR="00717565">
        <w:rPr>
          <w:noProof/>
          <w:webHidden/>
        </w:rPr>
        <w:t>4</w:t>
      </w:r>
      <w:r w:rsidRPr="00E63F2C">
        <w:rPr>
          <w:webHidden/>
        </w:rPr>
        <w:tab/>
      </w:r>
      <w:r w:rsidR="00095CF6" w:rsidRPr="00E63F2C">
        <w:rPr>
          <w:webHidden/>
        </w:rPr>
        <w:t>1</w:t>
      </w:r>
      <w:r w:rsidR="00FB5A49">
        <w:rPr>
          <w:webHidden/>
        </w:rPr>
        <w:t>6</w:t>
      </w:r>
    </w:p>
    <w:p w14:paraId="7865A916" w14:textId="6E188D9D"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tab/>
      </w:r>
      <w:r w:rsidRPr="00E63F2C">
        <w:rPr>
          <w:noProof/>
        </w:rPr>
        <w:tab/>
      </w:r>
      <w:r w:rsidRPr="00E63F2C">
        <w:rPr>
          <w:rFonts w:eastAsia="SimSun"/>
          <w:noProof/>
        </w:rPr>
        <w:t>L.</w:t>
      </w:r>
      <w:r w:rsidRPr="00E63F2C">
        <w:rPr>
          <w:noProof/>
        </w:rPr>
        <w:tab/>
      </w:r>
      <w:r w:rsidR="00053762" w:rsidRPr="00053762">
        <w:rPr>
          <w:rStyle w:val="SingleTxtGChar"/>
        </w:rPr>
        <w:t xml:space="preserve">Consideration of draft corrigenda to existing UN Regulations submitted </w:t>
      </w:r>
      <w:r w:rsidR="00053762">
        <w:rPr>
          <w:rStyle w:val="SingleTxtGChar"/>
        </w:rPr>
        <w:br/>
      </w:r>
      <w:r w:rsidR="00053762" w:rsidRPr="00053762">
        <w:rPr>
          <w:rStyle w:val="SingleTxtGChar"/>
        </w:rPr>
        <w:t>by the secretariat if any (agenda item 4.12)</w:t>
      </w:r>
      <w:r w:rsidRPr="00E63F2C">
        <w:rPr>
          <w:rFonts w:eastAsia="SimSun"/>
          <w:noProof/>
        </w:rPr>
        <w:tab/>
      </w:r>
      <w:r w:rsidRPr="00E63F2C">
        <w:rPr>
          <w:rFonts w:eastAsia="SimSun"/>
          <w:noProof/>
        </w:rPr>
        <w:tab/>
      </w:r>
      <w:r w:rsidR="00053762">
        <w:rPr>
          <w:rFonts w:eastAsia="SimSun"/>
          <w:noProof/>
        </w:rPr>
        <w:t>7</w:t>
      </w:r>
      <w:r w:rsidR="00717565">
        <w:rPr>
          <w:rFonts w:eastAsia="SimSun"/>
          <w:noProof/>
        </w:rPr>
        <w:t>5</w:t>
      </w:r>
      <w:r w:rsidRPr="00E63F2C">
        <w:rPr>
          <w:webHidden/>
        </w:rPr>
        <w:tab/>
      </w:r>
      <w:r w:rsidR="00095CF6" w:rsidRPr="00E63F2C">
        <w:rPr>
          <w:webHidden/>
        </w:rPr>
        <w:t>1</w:t>
      </w:r>
      <w:r w:rsidR="00FB5A49">
        <w:rPr>
          <w:webHidden/>
        </w:rPr>
        <w:t>6</w:t>
      </w:r>
    </w:p>
    <w:p w14:paraId="6F14A8F3" w14:textId="27C4B5E9" w:rsidR="00B72AEE" w:rsidRPr="00E63F2C" w:rsidRDefault="00B72AEE" w:rsidP="00B72AEE">
      <w:pPr>
        <w:tabs>
          <w:tab w:val="right" w:pos="850"/>
          <w:tab w:val="left" w:pos="1134"/>
          <w:tab w:val="left" w:pos="1559"/>
          <w:tab w:val="left" w:pos="1984"/>
          <w:tab w:val="left" w:leader="dot" w:pos="7654"/>
          <w:tab w:val="right" w:pos="8929"/>
          <w:tab w:val="right" w:pos="9638"/>
        </w:tabs>
        <w:spacing w:after="120"/>
        <w:ind w:left="1559" w:hanging="1559"/>
      </w:pPr>
      <w:r w:rsidRPr="00E63F2C">
        <w:rPr>
          <w:noProof/>
        </w:rPr>
        <w:tab/>
      </w:r>
      <w:r w:rsidRPr="00E63F2C">
        <w:rPr>
          <w:noProof/>
        </w:rPr>
        <w:tab/>
      </w:r>
      <w:r w:rsidRPr="00E63F2C">
        <w:rPr>
          <w:rFonts w:eastAsia="SimSun"/>
          <w:noProof/>
        </w:rPr>
        <w:t>M.</w:t>
      </w:r>
      <w:r w:rsidRPr="00E63F2C">
        <w:rPr>
          <w:noProof/>
        </w:rPr>
        <w:tab/>
      </w:r>
      <w:r w:rsidR="00053762" w:rsidRPr="00746BDA">
        <w:t xml:space="preserve">Consideration of proposals for new UN Regulations submitted by the </w:t>
      </w:r>
      <w:r w:rsidR="00053762">
        <w:br/>
      </w:r>
      <w:r w:rsidR="00053762" w:rsidRPr="00746BDA">
        <w:t>Working Parties subsidiary to the World Forum (agenda item 4.13)</w:t>
      </w:r>
      <w:r w:rsidRPr="00E63F2C">
        <w:rPr>
          <w:noProof/>
          <w:webHidden/>
        </w:rPr>
        <w:tab/>
      </w:r>
      <w:r w:rsidR="00053762">
        <w:rPr>
          <w:noProof/>
          <w:webHidden/>
        </w:rPr>
        <w:tab/>
        <w:t>7</w:t>
      </w:r>
      <w:r w:rsidR="00717565">
        <w:rPr>
          <w:noProof/>
          <w:webHidden/>
        </w:rPr>
        <w:t>6</w:t>
      </w:r>
      <w:r w:rsidRPr="00E63F2C">
        <w:rPr>
          <w:webHidden/>
        </w:rPr>
        <w:tab/>
      </w:r>
      <w:r w:rsidR="00095CF6" w:rsidRPr="00E63F2C">
        <w:rPr>
          <w:webHidden/>
        </w:rPr>
        <w:t>1</w:t>
      </w:r>
      <w:r w:rsidR="00FB5A49">
        <w:rPr>
          <w:webHidden/>
        </w:rPr>
        <w:t>6</w:t>
      </w:r>
    </w:p>
    <w:p w14:paraId="3971C5F4" w14:textId="31A88591" w:rsidR="00DB1A6E" w:rsidRPr="00E63F2C" w:rsidRDefault="00DB1A6E" w:rsidP="00DB1A6E">
      <w:pPr>
        <w:tabs>
          <w:tab w:val="right" w:pos="850"/>
          <w:tab w:val="left" w:pos="1134"/>
          <w:tab w:val="left" w:pos="1559"/>
          <w:tab w:val="left" w:pos="1984"/>
          <w:tab w:val="left" w:leader="dot" w:pos="7654"/>
          <w:tab w:val="right" w:pos="8929"/>
          <w:tab w:val="right" w:pos="9638"/>
        </w:tabs>
        <w:spacing w:after="120"/>
        <w:ind w:left="1559" w:hanging="1559"/>
        <w:rPr>
          <w:webHidden/>
        </w:rPr>
      </w:pPr>
      <w:r w:rsidRPr="00E63F2C">
        <w:rPr>
          <w:noProof/>
        </w:rPr>
        <w:tab/>
      </w:r>
      <w:r w:rsidRPr="00E63F2C">
        <w:rPr>
          <w:noProof/>
        </w:rPr>
        <w:tab/>
      </w:r>
      <w:r w:rsidRPr="00E63F2C">
        <w:rPr>
          <w:rFonts w:eastAsia="SimSun"/>
          <w:noProof/>
        </w:rPr>
        <w:t>N.</w:t>
      </w:r>
      <w:r w:rsidRPr="00E63F2C">
        <w:rPr>
          <w:noProof/>
        </w:rPr>
        <w:tab/>
      </w:r>
      <w:r w:rsidR="00053762" w:rsidRPr="00746BDA">
        <w:t xml:space="preserve">Proposal for amendments to the Consolidated Resolution on the Construction </w:t>
      </w:r>
      <w:r w:rsidR="00053762">
        <w:br/>
      </w:r>
      <w:r w:rsidR="00053762" w:rsidRPr="00746BDA">
        <w:t xml:space="preserve">of Vehicles (R.E.3) submitted by the Working Parties to the World Forum </w:t>
      </w:r>
      <w:r w:rsidR="00053762">
        <w:br/>
      </w:r>
      <w:r w:rsidR="00053762" w:rsidRPr="00746BDA">
        <w:t>for consideration</w:t>
      </w:r>
      <w:r w:rsidR="00053762" w:rsidRPr="00746BDA">
        <w:rPr>
          <w:bCs/>
        </w:rPr>
        <w:t xml:space="preserve"> (</w:t>
      </w:r>
      <w:r w:rsidR="00053762" w:rsidRPr="00746BDA">
        <w:t>agenda</w:t>
      </w:r>
      <w:r w:rsidR="00053762" w:rsidRPr="00746BDA">
        <w:rPr>
          <w:bCs/>
        </w:rPr>
        <w:t xml:space="preserve"> item 4.14)</w:t>
      </w:r>
      <w:r w:rsidRPr="00E63F2C">
        <w:rPr>
          <w:rFonts w:eastAsia="SimSun"/>
          <w:noProof/>
        </w:rPr>
        <w:tab/>
      </w:r>
      <w:r w:rsidR="00053762">
        <w:rPr>
          <w:rFonts w:eastAsia="SimSun"/>
          <w:noProof/>
        </w:rPr>
        <w:tab/>
        <w:t>7</w:t>
      </w:r>
      <w:r w:rsidR="00717565">
        <w:rPr>
          <w:rFonts w:eastAsia="SimSun"/>
          <w:noProof/>
        </w:rPr>
        <w:t>7–</w:t>
      </w:r>
      <w:r w:rsidR="00053762">
        <w:rPr>
          <w:rFonts w:eastAsia="SimSun"/>
          <w:noProof/>
        </w:rPr>
        <w:t>7</w:t>
      </w:r>
      <w:r w:rsidR="00717565">
        <w:rPr>
          <w:rFonts w:eastAsia="SimSun"/>
          <w:noProof/>
        </w:rPr>
        <w:t>8</w:t>
      </w:r>
      <w:r w:rsidRPr="00E63F2C">
        <w:rPr>
          <w:webHidden/>
        </w:rPr>
        <w:tab/>
      </w:r>
      <w:r w:rsidR="00095CF6" w:rsidRPr="00E63F2C">
        <w:rPr>
          <w:webHidden/>
        </w:rPr>
        <w:t>1</w:t>
      </w:r>
      <w:r w:rsidR="00FB5A49">
        <w:rPr>
          <w:webHidden/>
        </w:rPr>
        <w:t>6</w:t>
      </w:r>
    </w:p>
    <w:p w14:paraId="382FD274" w14:textId="4DADBB7D" w:rsidR="00DB1A6E" w:rsidRDefault="00DB1A6E" w:rsidP="00DB1A6E">
      <w:pPr>
        <w:tabs>
          <w:tab w:val="right" w:pos="850"/>
          <w:tab w:val="left" w:pos="1134"/>
          <w:tab w:val="left" w:pos="1559"/>
          <w:tab w:val="left" w:pos="1984"/>
          <w:tab w:val="left" w:leader="dot" w:pos="7654"/>
          <w:tab w:val="right" w:pos="8929"/>
          <w:tab w:val="right" w:pos="9638"/>
        </w:tabs>
        <w:spacing w:after="120"/>
        <w:ind w:left="1559" w:hanging="1559"/>
        <w:rPr>
          <w:webHidden/>
        </w:rPr>
      </w:pPr>
      <w:r w:rsidRPr="00E63F2C">
        <w:rPr>
          <w:noProof/>
        </w:rPr>
        <w:tab/>
      </w:r>
      <w:r w:rsidRPr="00E63F2C">
        <w:rPr>
          <w:noProof/>
        </w:rPr>
        <w:tab/>
      </w:r>
      <w:r w:rsidRPr="00E63F2C">
        <w:rPr>
          <w:rFonts w:eastAsia="SimSun"/>
          <w:noProof/>
        </w:rPr>
        <w:t>O.</w:t>
      </w:r>
      <w:r w:rsidRPr="00E63F2C">
        <w:rPr>
          <w:noProof/>
        </w:rPr>
        <w:tab/>
      </w:r>
      <w:r w:rsidR="00053762" w:rsidRPr="00053762">
        <w:rPr>
          <w:rStyle w:val="SingleTxtGChar"/>
        </w:rPr>
        <w:t xml:space="preserve">Proposal for amendments to the Consolidated Resolution on the common </w:t>
      </w:r>
      <w:r w:rsidR="00053762">
        <w:rPr>
          <w:rStyle w:val="SingleTxtGChar"/>
        </w:rPr>
        <w:br/>
      </w:r>
      <w:r w:rsidR="00053762" w:rsidRPr="00053762">
        <w:rPr>
          <w:rStyle w:val="SingleTxtGChar"/>
        </w:rPr>
        <w:t>specification of light source categories (R.E.5) (agenda item 4.15)</w:t>
      </w:r>
      <w:r w:rsidRPr="00E63F2C">
        <w:rPr>
          <w:rFonts w:eastAsia="SimSun"/>
          <w:noProof/>
        </w:rPr>
        <w:tab/>
      </w:r>
      <w:r w:rsidRPr="00E63F2C">
        <w:rPr>
          <w:rFonts w:eastAsia="SimSun"/>
          <w:noProof/>
        </w:rPr>
        <w:tab/>
      </w:r>
      <w:r w:rsidR="00053762">
        <w:rPr>
          <w:rFonts w:eastAsia="SimSun"/>
          <w:noProof/>
        </w:rPr>
        <w:t>7</w:t>
      </w:r>
      <w:r w:rsidR="00717565">
        <w:rPr>
          <w:rFonts w:eastAsia="SimSun"/>
          <w:noProof/>
        </w:rPr>
        <w:t>9</w:t>
      </w:r>
      <w:r w:rsidRPr="00E63F2C">
        <w:rPr>
          <w:webHidden/>
        </w:rPr>
        <w:tab/>
      </w:r>
      <w:r w:rsidR="00095CF6" w:rsidRPr="00E63F2C">
        <w:rPr>
          <w:webHidden/>
        </w:rPr>
        <w:t>1</w:t>
      </w:r>
      <w:r w:rsidR="00527D93">
        <w:rPr>
          <w:webHidden/>
        </w:rPr>
        <w:t>7</w:t>
      </w:r>
    </w:p>
    <w:p w14:paraId="47E6449A" w14:textId="6CE7A89E" w:rsidR="00053762" w:rsidRDefault="00053762" w:rsidP="00DB1A6E">
      <w:pPr>
        <w:tabs>
          <w:tab w:val="right" w:pos="850"/>
          <w:tab w:val="left" w:pos="1134"/>
          <w:tab w:val="left" w:pos="1559"/>
          <w:tab w:val="left" w:pos="1984"/>
          <w:tab w:val="left" w:leader="dot" w:pos="7654"/>
          <w:tab w:val="right" w:pos="8929"/>
          <w:tab w:val="right" w:pos="9638"/>
        </w:tabs>
        <w:spacing w:after="120"/>
        <w:ind w:left="1559" w:hanging="1559"/>
        <w:rPr>
          <w:bCs/>
        </w:rPr>
      </w:pPr>
      <w:r>
        <w:rPr>
          <w:rFonts w:eastAsia="SimSun"/>
          <w:noProof/>
        </w:rPr>
        <w:tab/>
      </w:r>
      <w:r>
        <w:rPr>
          <w:rFonts w:eastAsia="SimSun"/>
          <w:noProof/>
        </w:rPr>
        <w:tab/>
        <w:t>P.</w:t>
      </w:r>
      <w:r>
        <w:rPr>
          <w:rFonts w:eastAsia="SimSun"/>
          <w:noProof/>
        </w:rPr>
        <w:tab/>
      </w:r>
      <w:r w:rsidRPr="00746BDA">
        <w:t xml:space="preserve">Pending proposals for amendments to existing UN Regulations submitted </w:t>
      </w:r>
      <w:r>
        <w:br/>
      </w:r>
      <w:r w:rsidRPr="00746BDA">
        <w:t xml:space="preserve">by the Working Parties to the World Forum </w:t>
      </w:r>
      <w:r w:rsidRPr="00746BDA">
        <w:rPr>
          <w:bCs/>
        </w:rPr>
        <w:t>(</w:t>
      </w:r>
      <w:r w:rsidRPr="00746BDA">
        <w:t>agenda</w:t>
      </w:r>
      <w:r w:rsidRPr="00746BDA">
        <w:rPr>
          <w:bCs/>
        </w:rPr>
        <w:t xml:space="preserve"> item 4.16)</w:t>
      </w:r>
      <w:r>
        <w:rPr>
          <w:bCs/>
        </w:rPr>
        <w:tab/>
      </w:r>
      <w:r>
        <w:rPr>
          <w:bCs/>
        </w:rPr>
        <w:tab/>
      </w:r>
      <w:r w:rsidR="00717565">
        <w:rPr>
          <w:bCs/>
        </w:rPr>
        <w:t>80</w:t>
      </w:r>
      <w:r>
        <w:rPr>
          <w:bCs/>
        </w:rPr>
        <w:tab/>
        <w:t>1</w:t>
      </w:r>
      <w:r w:rsidR="00527D93">
        <w:rPr>
          <w:bCs/>
        </w:rPr>
        <w:t>7</w:t>
      </w:r>
    </w:p>
    <w:p w14:paraId="040D755D" w14:textId="5D00AF14" w:rsidR="00053762" w:rsidRPr="00700800" w:rsidRDefault="00053762" w:rsidP="00DB1A6E">
      <w:pPr>
        <w:tabs>
          <w:tab w:val="right" w:pos="850"/>
          <w:tab w:val="left" w:pos="1134"/>
          <w:tab w:val="left" w:pos="1559"/>
          <w:tab w:val="left" w:pos="1984"/>
          <w:tab w:val="left" w:leader="dot" w:pos="7654"/>
          <w:tab w:val="right" w:pos="8929"/>
          <w:tab w:val="right" w:pos="9638"/>
        </w:tabs>
        <w:spacing w:after="120"/>
        <w:ind w:left="1559" w:hanging="1559"/>
      </w:pPr>
      <w:r>
        <w:rPr>
          <w:rFonts w:eastAsia="SimSun"/>
          <w:noProof/>
        </w:rPr>
        <w:tab/>
      </w:r>
      <w:r>
        <w:rPr>
          <w:rFonts w:eastAsia="SimSun"/>
          <w:noProof/>
        </w:rPr>
        <w:tab/>
      </w:r>
      <w:r w:rsidRPr="00700800">
        <w:rPr>
          <w:rFonts w:eastAsia="SimSun"/>
          <w:noProof/>
        </w:rPr>
        <w:t>Q.</w:t>
      </w:r>
      <w:r w:rsidRPr="00700800">
        <w:rPr>
          <w:rFonts w:eastAsia="SimSun"/>
          <w:noProof/>
        </w:rPr>
        <w:tab/>
      </w:r>
      <w:r w:rsidRPr="00700800">
        <w:t xml:space="preserve">Proposals for amendments to Mutual Resolution </w:t>
      </w:r>
      <w:r w:rsidRPr="00700800">
        <w:rPr>
          <w:bCs/>
        </w:rPr>
        <w:t>(</w:t>
      </w:r>
      <w:r w:rsidRPr="00700800">
        <w:t>agenda</w:t>
      </w:r>
      <w:r w:rsidRPr="00700800">
        <w:rPr>
          <w:bCs/>
        </w:rPr>
        <w:t xml:space="preserve"> item 4.17)</w:t>
      </w:r>
      <w:r w:rsidRPr="00700800">
        <w:rPr>
          <w:bCs/>
        </w:rPr>
        <w:tab/>
      </w:r>
      <w:r w:rsidRPr="00700800">
        <w:rPr>
          <w:bCs/>
        </w:rPr>
        <w:tab/>
        <w:t>8</w:t>
      </w:r>
      <w:r w:rsidR="00717565" w:rsidRPr="00700800">
        <w:rPr>
          <w:bCs/>
        </w:rPr>
        <w:t>1</w:t>
      </w:r>
      <w:r w:rsidRPr="00700800">
        <w:rPr>
          <w:bCs/>
        </w:rPr>
        <w:tab/>
        <w:t>1</w:t>
      </w:r>
      <w:r w:rsidR="00FB5A49" w:rsidRPr="00700800">
        <w:rPr>
          <w:bCs/>
        </w:rPr>
        <w:t>7</w:t>
      </w:r>
    </w:p>
    <w:p w14:paraId="67CF2D37" w14:textId="1DF09015" w:rsidR="00717565" w:rsidRPr="00700800" w:rsidRDefault="00717565" w:rsidP="00B72AEE">
      <w:pPr>
        <w:tabs>
          <w:tab w:val="right" w:pos="850"/>
          <w:tab w:val="left" w:pos="1134"/>
          <w:tab w:val="left" w:pos="1984"/>
          <w:tab w:val="left" w:leader="dot" w:pos="7654"/>
          <w:tab w:val="right" w:pos="8929"/>
          <w:tab w:val="right" w:pos="9638"/>
        </w:tabs>
        <w:spacing w:after="120"/>
        <w:ind w:left="1134" w:hanging="1134"/>
        <w:rPr>
          <w:noProof/>
        </w:rPr>
      </w:pPr>
      <w:r w:rsidRPr="00700800">
        <w:rPr>
          <w:noProof/>
        </w:rPr>
        <w:tab/>
      </w:r>
      <w:r w:rsidRPr="00700800">
        <w:rPr>
          <w:rFonts w:eastAsia="SimSun"/>
          <w:noProof/>
        </w:rPr>
        <w:t>VII.</w:t>
      </w:r>
      <w:r w:rsidRPr="00700800">
        <w:rPr>
          <w:noProof/>
        </w:rPr>
        <w:tab/>
      </w:r>
      <w:r w:rsidRPr="00700800">
        <w:t>1998 Agreement (agenda item 5)</w:t>
      </w:r>
      <w:r w:rsidRPr="00700800">
        <w:tab/>
      </w:r>
      <w:r w:rsidRPr="00700800">
        <w:tab/>
        <w:t>82</w:t>
      </w:r>
      <w:r w:rsidRPr="00700800">
        <w:tab/>
        <w:t>17</w:t>
      </w:r>
    </w:p>
    <w:p w14:paraId="59F0ECD4" w14:textId="3A1C2253" w:rsidR="00717565" w:rsidRPr="00700800" w:rsidRDefault="00717565" w:rsidP="00717565">
      <w:pPr>
        <w:tabs>
          <w:tab w:val="right" w:pos="850"/>
          <w:tab w:val="left" w:pos="1134"/>
          <w:tab w:val="left" w:pos="1984"/>
          <w:tab w:val="left" w:leader="dot" w:pos="7654"/>
          <w:tab w:val="right" w:pos="8929"/>
          <w:tab w:val="right" w:pos="9638"/>
        </w:tabs>
        <w:spacing w:after="120"/>
        <w:ind w:left="1134" w:hanging="1134"/>
      </w:pPr>
      <w:r w:rsidRPr="00700800">
        <w:rPr>
          <w:noProof/>
        </w:rPr>
        <w:tab/>
        <w:t>VIII.</w:t>
      </w:r>
      <w:r w:rsidRPr="00700800">
        <w:rPr>
          <w:noProof/>
        </w:rPr>
        <w:tab/>
      </w:r>
      <w:r w:rsidRPr="00700800">
        <w:t xml:space="preserve">Exchange of views on national/regional rulemaking procedures and implementation </w:t>
      </w:r>
      <w:r w:rsidRPr="00700800">
        <w:br/>
        <w:t xml:space="preserve">of established UN Regulations and/or UN GTRs into national/regional law </w:t>
      </w:r>
      <w:r w:rsidRPr="00700800">
        <w:br/>
        <w:t>(agenda item 6)</w:t>
      </w:r>
      <w:r w:rsidRPr="00700800">
        <w:rPr>
          <w:noProof/>
          <w:webHidden/>
        </w:rPr>
        <w:tab/>
      </w:r>
      <w:r w:rsidRPr="00700800">
        <w:rPr>
          <w:webHidden/>
        </w:rPr>
        <w:tab/>
        <w:t>83</w:t>
      </w:r>
      <w:r w:rsidRPr="00700800">
        <w:rPr>
          <w:webHidden/>
        </w:rPr>
        <w:tab/>
        <w:t>17</w:t>
      </w:r>
    </w:p>
    <w:p w14:paraId="1FF4F71B" w14:textId="24546FE6" w:rsidR="00B72AEE" w:rsidRPr="00700800" w:rsidRDefault="00B72AEE" w:rsidP="00B72AEE">
      <w:pPr>
        <w:tabs>
          <w:tab w:val="right" w:pos="850"/>
          <w:tab w:val="left" w:pos="1134"/>
          <w:tab w:val="left" w:pos="1984"/>
          <w:tab w:val="left" w:leader="dot" w:pos="7654"/>
          <w:tab w:val="right" w:pos="8929"/>
          <w:tab w:val="right" w:pos="9638"/>
        </w:tabs>
        <w:spacing w:after="120"/>
        <w:ind w:left="1134" w:hanging="1134"/>
        <w:rPr>
          <w:webHidden/>
        </w:rPr>
      </w:pPr>
      <w:r w:rsidRPr="00700800">
        <w:rPr>
          <w:noProof/>
        </w:rPr>
        <w:tab/>
      </w:r>
      <w:r w:rsidR="00717565" w:rsidRPr="00700800">
        <w:rPr>
          <w:rFonts w:eastAsia="SimSun"/>
          <w:noProof/>
        </w:rPr>
        <w:t>IX</w:t>
      </w:r>
      <w:r w:rsidRPr="00700800">
        <w:rPr>
          <w:rFonts w:eastAsia="SimSun"/>
          <w:noProof/>
        </w:rPr>
        <w:t>.</w:t>
      </w:r>
      <w:r w:rsidRPr="00700800">
        <w:rPr>
          <w:noProof/>
        </w:rPr>
        <w:tab/>
      </w:r>
      <w:r w:rsidR="00053762" w:rsidRPr="00700800">
        <w:t>199</w:t>
      </w:r>
      <w:r w:rsidR="00717565" w:rsidRPr="00700800">
        <w:t>8</w:t>
      </w:r>
      <w:r w:rsidR="00053762" w:rsidRPr="00700800">
        <w:t xml:space="preserve"> Agreement (Periodical Technical Inspections) (agenda item 7)</w:t>
      </w:r>
      <w:r w:rsidRPr="00700800">
        <w:rPr>
          <w:noProof/>
          <w:webHidden/>
        </w:rPr>
        <w:tab/>
      </w:r>
      <w:r w:rsidRPr="00700800">
        <w:rPr>
          <w:noProof/>
          <w:webHidden/>
        </w:rPr>
        <w:tab/>
      </w:r>
      <w:r w:rsidR="00053762" w:rsidRPr="00700800">
        <w:rPr>
          <w:noProof/>
          <w:webHidden/>
        </w:rPr>
        <w:t>8</w:t>
      </w:r>
      <w:r w:rsidR="00717565" w:rsidRPr="00700800">
        <w:rPr>
          <w:noProof/>
          <w:webHidden/>
        </w:rPr>
        <w:t>4–</w:t>
      </w:r>
      <w:r w:rsidR="00053762" w:rsidRPr="00700800">
        <w:rPr>
          <w:noProof/>
          <w:webHidden/>
        </w:rPr>
        <w:t>9</w:t>
      </w:r>
      <w:r w:rsidR="00717565" w:rsidRPr="00700800">
        <w:rPr>
          <w:noProof/>
          <w:webHidden/>
        </w:rPr>
        <w:t>9</w:t>
      </w:r>
      <w:r w:rsidRPr="00700800">
        <w:rPr>
          <w:webHidden/>
        </w:rPr>
        <w:tab/>
      </w:r>
      <w:r w:rsidR="00095CF6" w:rsidRPr="00700800">
        <w:rPr>
          <w:webHidden/>
        </w:rPr>
        <w:t>1</w:t>
      </w:r>
      <w:r w:rsidR="00FB5A49" w:rsidRPr="00700800">
        <w:rPr>
          <w:webHidden/>
        </w:rPr>
        <w:t>7</w:t>
      </w:r>
    </w:p>
    <w:p w14:paraId="6B2884B5" w14:textId="2D2A1B1B" w:rsidR="003B5138" w:rsidRPr="00700800" w:rsidRDefault="003B5138" w:rsidP="00B72AEE">
      <w:pPr>
        <w:tabs>
          <w:tab w:val="right" w:pos="850"/>
          <w:tab w:val="left" w:pos="1134"/>
          <w:tab w:val="left" w:pos="1984"/>
          <w:tab w:val="left" w:leader="dot" w:pos="7654"/>
          <w:tab w:val="right" w:pos="8929"/>
          <w:tab w:val="right" w:pos="9638"/>
        </w:tabs>
        <w:spacing w:after="120"/>
        <w:ind w:left="1134" w:hanging="1134"/>
      </w:pPr>
      <w:r w:rsidRPr="00700800">
        <w:rPr>
          <w:rFonts w:eastAsia="SimSun"/>
          <w:noProof/>
        </w:rPr>
        <w:tab/>
        <w:t>A.</w:t>
      </w:r>
      <w:r w:rsidRPr="00700800">
        <w:tab/>
        <w:t>Status of the Agreement (agenda item 7.1)</w:t>
      </w:r>
      <w:r w:rsidRPr="00700800">
        <w:tab/>
      </w:r>
      <w:r w:rsidRPr="00700800">
        <w:tab/>
        <w:t>9</w:t>
      </w:r>
      <w:r w:rsidR="00717565" w:rsidRPr="00700800">
        <w:t>4</w:t>
      </w:r>
      <w:r w:rsidRPr="00700800">
        <w:tab/>
        <w:t>1</w:t>
      </w:r>
      <w:r w:rsidR="00717565" w:rsidRPr="00700800">
        <w:t>8</w:t>
      </w:r>
    </w:p>
    <w:p w14:paraId="2401DED1" w14:textId="4A4E93EF" w:rsidR="003B5138" w:rsidRPr="00700800" w:rsidRDefault="003B5138" w:rsidP="00B72AEE">
      <w:pPr>
        <w:tabs>
          <w:tab w:val="right" w:pos="850"/>
          <w:tab w:val="left" w:pos="1134"/>
          <w:tab w:val="left" w:pos="1984"/>
          <w:tab w:val="left" w:leader="dot" w:pos="7654"/>
          <w:tab w:val="right" w:pos="8929"/>
          <w:tab w:val="right" w:pos="9638"/>
        </w:tabs>
        <w:spacing w:after="120"/>
        <w:ind w:left="1134" w:hanging="1134"/>
      </w:pPr>
      <w:r w:rsidRPr="00700800">
        <w:tab/>
        <w:t>B.</w:t>
      </w:r>
      <w:r w:rsidRPr="00700800">
        <w:tab/>
        <w:t>Update of Rules annexed to the 1997 Agreement (agenda item 7.3)</w:t>
      </w:r>
      <w:r w:rsidRPr="00700800">
        <w:tab/>
      </w:r>
      <w:r w:rsidRPr="00700800">
        <w:tab/>
        <w:t>9</w:t>
      </w:r>
      <w:r w:rsidR="00717565" w:rsidRPr="00700800">
        <w:t>5</w:t>
      </w:r>
      <w:r w:rsidRPr="00700800">
        <w:tab/>
        <w:t>1</w:t>
      </w:r>
      <w:r w:rsidR="003E4525" w:rsidRPr="00700800">
        <w:t>9</w:t>
      </w:r>
    </w:p>
    <w:p w14:paraId="18E1C2EA" w14:textId="3EF1B9C8" w:rsidR="003B5138" w:rsidRPr="00700800" w:rsidRDefault="003B5138" w:rsidP="00B72AEE">
      <w:pPr>
        <w:tabs>
          <w:tab w:val="right" w:pos="850"/>
          <w:tab w:val="left" w:pos="1134"/>
          <w:tab w:val="left" w:pos="1984"/>
          <w:tab w:val="left" w:leader="dot" w:pos="7654"/>
          <w:tab w:val="right" w:pos="8929"/>
          <w:tab w:val="right" w:pos="9638"/>
        </w:tabs>
        <w:spacing w:after="120"/>
        <w:ind w:left="1134" w:hanging="1134"/>
      </w:pPr>
      <w:r w:rsidRPr="00700800">
        <w:tab/>
        <w:t>C.</w:t>
      </w:r>
      <w:r w:rsidRPr="00700800">
        <w:tab/>
        <w:t>Amendments to the 1997 Agreement (agenda item 7.3)</w:t>
      </w:r>
      <w:r w:rsidRPr="00700800">
        <w:tab/>
      </w:r>
      <w:r w:rsidRPr="00700800">
        <w:tab/>
      </w:r>
      <w:r w:rsidR="00AD3C68" w:rsidRPr="00700800">
        <w:t>9</w:t>
      </w:r>
      <w:r w:rsidR="00717565" w:rsidRPr="00700800">
        <w:t>6</w:t>
      </w:r>
      <w:r w:rsidR="00AD3C68" w:rsidRPr="00700800">
        <w:tab/>
        <w:t>1</w:t>
      </w:r>
      <w:r w:rsidR="003E4525" w:rsidRPr="00700800">
        <w:t>9</w:t>
      </w:r>
    </w:p>
    <w:p w14:paraId="0D30F5DD" w14:textId="3A84A3FA" w:rsidR="00AD3C68" w:rsidRPr="00700800" w:rsidRDefault="00AD3C68" w:rsidP="00B72AEE">
      <w:pPr>
        <w:tabs>
          <w:tab w:val="right" w:pos="850"/>
          <w:tab w:val="left" w:pos="1134"/>
          <w:tab w:val="left" w:pos="1984"/>
          <w:tab w:val="left" w:leader="dot" w:pos="7654"/>
          <w:tab w:val="right" w:pos="8929"/>
          <w:tab w:val="right" w:pos="9638"/>
        </w:tabs>
        <w:spacing w:after="120"/>
        <w:ind w:left="1134" w:hanging="1134"/>
      </w:pPr>
      <w:r w:rsidRPr="00700800">
        <w:tab/>
        <w:t>D.</w:t>
      </w:r>
      <w:r w:rsidRPr="00700800">
        <w:tab/>
        <w:t>Establishment of new Rules annexed to the 1997 Agreement (agenda item 7.4)</w:t>
      </w:r>
      <w:r w:rsidRPr="00700800">
        <w:tab/>
      </w:r>
      <w:r w:rsidRPr="00700800">
        <w:tab/>
        <w:t>9</w:t>
      </w:r>
      <w:r w:rsidR="00717565" w:rsidRPr="00700800">
        <w:t>7</w:t>
      </w:r>
      <w:r w:rsidRPr="00700800">
        <w:tab/>
        <w:t>1</w:t>
      </w:r>
      <w:r w:rsidR="003E4525" w:rsidRPr="00700800">
        <w:t>9</w:t>
      </w:r>
    </w:p>
    <w:p w14:paraId="6C46196E" w14:textId="6F131836" w:rsidR="00AD3C68" w:rsidRPr="00700800" w:rsidRDefault="00AD3C68" w:rsidP="00B72AEE">
      <w:pPr>
        <w:tabs>
          <w:tab w:val="right" w:pos="850"/>
          <w:tab w:val="left" w:pos="1134"/>
          <w:tab w:val="left" w:pos="1984"/>
          <w:tab w:val="left" w:leader="dot" w:pos="7654"/>
          <w:tab w:val="right" w:pos="8929"/>
          <w:tab w:val="right" w:pos="9638"/>
        </w:tabs>
        <w:spacing w:after="120"/>
        <w:ind w:left="1134" w:hanging="1134"/>
      </w:pPr>
      <w:r w:rsidRPr="00700800">
        <w:tab/>
        <w:t>E.</w:t>
      </w:r>
      <w:r w:rsidRPr="00700800">
        <w:tab/>
        <w:t xml:space="preserve">Update of Resolution R.E.6 related to requirements for testing equipment, </w:t>
      </w:r>
      <w:r w:rsidRPr="00700800">
        <w:br/>
        <w:t xml:space="preserve">for skills and training of inspectors and for supervision of test centres </w:t>
      </w:r>
      <w:r w:rsidRPr="00700800">
        <w:br/>
        <w:t>(agenda item 7.5)</w:t>
      </w:r>
      <w:r w:rsidRPr="00700800">
        <w:tab/>
      </w:r>
      <w:r w:rsidRPr="00700800">
        <w:tab/>
        <w:t>9</w:t>
      </w:r>
      <w:r w:rsidR="00717565" w:rsidRPr="00700800">
        <w:t>8</w:t>
      </w:r>
      <w:r w:rsidRPr="00700800">
        <w:t>-9</w:t>
      </w:r>
      <w:r w:rsidR="00717565" w:rsidRPr="00700800">
        <w:t>9</w:t>
      </w:r>
      <w:r w:rsidRPr="00700800">
        <w:tab/>
        <w:t>1</w:t>
      </w:r>
      <w:r w:rsidR="003E4525" w:rsidRPr="00700800">
        <w:t>9</w:t>
      </w:r>
    </w:p>
    <w:p w14:paraId="52BBB2A7" w14:textId="6CD18BC6" w:rsidR="00860E77" w:rsidRPr="00700800" w:rsidRDefault="00860E77" w:rsidP="00860E77">
      <w:pPr>
        <w:tabs>
          <w:tab w:val="right" w:pos="850"/>
          <w:tab w:val="left" w:pos="1134"/>
          <w:tab w:val="left" w:pos="1984"/>
          <w:tab w:val="left" w:leader="dot" w:pos="7654"/>
          <w:tab w:val="right" w:pos="8929"/>
          <w:tab w:val="right" w:pos="9638"/>
        </w:tabs>
        <w:spacing w:after="120"/>
        <w:ind w:left="1134" w:hanging="1134"/>
        <w:rPr>
          <w:webHidden/>
        </w:rPr>
      </w:pPr>
      <w:r w:rsidRPr="00700800">
        <w:rPr>
          <w:noProof/>
        </w:rPr>
        <w:tab/>
        <w:t>X.</w:t>
      </w:r>
      <w:r w:rsidRPr="00700800">
        <w:rPr>
          <w:noProof/>
        </w:rPr>
        <w:tab/>
        <w:t>Other business (agenda item 8)</w:t>
      </w:r>
      <w:r w:rsidRPr="00700800">
        <w:rPr>
          <w:noProof/>
          <w:webHidden/>
        </w:rPr>
        <w:tab/>
      </w:r>
      <w:r w:rsidRPr="00700800">
        <w:rPr>
          <w:webHidden/>
        </w:rPr>
        <w:tab/>
        <w:t>100–112</w:t>
      </w:r>
      <w:r w:rsidRPr="00700800">
        <w:rPr>
          <w:webHidden/>
        </w:rPr>
        <w:tab/>
        <w:t>19</w:t>
      </w:r>
    </w:p>
    <w:p w14:paraId="05C18B69" w14:textId="454A35AE" w:rsidR="00860E77" w:rsidRPr="00700800" w:rsidRDefault="00860E77" w:rsidP="00860E77">
      <w:pPr>
        <w:tabs>
          <w:tab w:val="right" w:pos="850"/>
          <w:tab w:val="left" w:pos="1134"/>
          <w:tab w:val="left" w:pos="1984"/>
          <w:tab w:val="left" w:leader="dot" w:pos="7654"/>
          <w:tab w:val="right" w:pos="8929"/>
          <w:tab w:val="right" w:pos="9638"/>
        </w:tabs>
        <w:spacing w:after="120"/>
        <w:ind w:left="1134" w:hanging="1134"/>
      </w:pPr>
      <w:r w:rsidRPr="00700800">
        <w:rPr>
          <w:webHidden/>
        </w:rPr>
        <w:tab/>
        <w:t>A.</w:t>
      </w:r>
      <w:r w:rsidRPr="00700800">
        <w:rPr>
          <w:webHidden/>
        </w:rPr>
        <w:tab/>
      </w:r>
      <w:r w:rsidRPr="00700800">
        <w:t xml:space="preserve">Exchange of information on enforcement of issues on defects and non-compliance, </w:t>
      </w:r>
      <w:r w:rsidRPr="00700800">
        <w:br/>
        <w:t>including recall systems (agenda item 8.1)</w:t>
      </w:r>
      <w:r w:rsidRPr="00700800">
        <w:tab/>
      </w:r>
      <w:r w:rsidRPr="00700800">
        <w:tab/>
        <w:t>100–102</w:t>
      </w:r>
      <w:r w:rsidRPr="00700800">
        <w:tab/>
        <w:t>19</w:t>
      </w:r>
    </w:p>
    <w:p w14:paraId="6D0DED58" w14:textId="6312DD0E" w:rsidR="00860E77" w:rsidRPr="00700800" w:rsidRDefault="00860E77" w:rsidP="00860E77">
      <w:pPr>
        <w:tabs>
          <w:tab w:val="right" w:pos="850"/>
          <w:tab w:val="left" w:pos="1134"/>
          <w:tab w:val="left" w:pos="1984"/>
          <w:tab w:val="left" w:leader="dot" w:pos="7654"/>
          <w:tab w:val="right" w:pos="8929"/>
          <w:tab w:val="right" w:pos="9638"/>
        </w:tabs>
        <w:spacing w:after="120"/>
        <w:ind w:left="1134" w:hanging="1134"/>
      </w:pPr>
      <w:r w:rsidRPr="00700800">
        <w:tab/>
        <w:t>B.</w:t>
      </w:r>
      <w:r w:rsidRPr="00700800">
        <w:tab/>
        <w:t xml:space="preserve">Consistency between the provisions of the 1968 Vienna Convention and the </w:t>
      </w:r>
      <w:r w:rsidR="00D155D6">
        <w:br/>
      </w:r>
      <w:r w:rsidRPr="00700800">
        <w:t xml:space="preserve">technical provisions for vehicle of Regulations and UN GTRs adopted in the </w:t>
      </w:r>
      <w:r w:rsidR="00D155D6">
        <w:br/>
      </w:r>
      <w:r w:rsidRPr="00700800">
        <w:t>framework of the 1958 and 1998 Agreements (agenda item 8.2)</w:t>
      </w:r>
      <w:r w:rsidRPr="00700800">
        <w:tab/>
      </w:r>
      <w:r w:rsidRPr="00700800">
        <w:tab/>
        <w:t>103–104</w:t>
      </w:r>
      <w:r w:rsidRPr="00700800">
        <w:tab/>
      </w:r>
      <w:r w:rsidR="003E4525" w:rsidRPr="00700800">
        <w:t>20</w:t>
      </w:r>
    </w:p>
    <w:p w14:paraId="4A573DA2" w14:textId="463FCE32" w:rsidR="00860E77" w:rsidRPr="00700800" w:rsidRDefault="00860E77" w:rsidP="00860E77">
      <w:pPr>
        <w:tabs>
          <w:tab w:val="right" w:pos="850"/>
          <w:tab w:val="left" w:pos="1134"/>
          <w:tab w:val="left" w:pos="1984"/>
          <w:tab w:val="left" w:leader="dot" w:pos="7654"/>
          <w:tab w:val="right" w:pos="8929"/>
          <w:tab w:val="right" w:pos="9638"/>
        </w:tabs>
        <w:spacing w:after="120"/>
        <w:ind w:left="1134" w:hanging="1134"/>
      </w:pPr>
      <w:r w:rsidRPr="00700800">
        <w:tab/>
        <w:t>C.</w:t>
      </w:r>
      <w:r w:rsidRPr="00700800">
        <w:tab/>
        <w:t xml:space="preserve">Safer vehicles as the third pillar of the global plan for the decade of action for </w:t>
      </w:r>
      <w:r w:rsidR="00D155D6">
        <w:br/>
      </w:r>
      <w:r w:rsidRPr="00700800">
        <w:t>road safety (agenda item 8.3)</w:t>
      </w:r>
      <w:r w:rsidRPr="00700800">
        <w:tab/>
      </w:r>
      <w:r w:rsidRPr="00700800">
        <w:tab/>
        <w:t>105–110</w:t>
      </w:r>
      <w:r w:rsidRPr="00700800">
        <w:tab/>
      </w:r>
      <w:r w:rsidR="003E4525" w:rsidRPr="00700800">
        <w:t>20</w:t>
      </w:r>
    </w:p>
    <w:p w14:paraId="0FE442A7" w14:textId="0CA6462B" w:rsidR="00860E77" w:rsidRPr="00700800" w:rsidRDefault="00860E77" w:rsidP="00860E77">
      <w:pPr>
        <w:tabs>
          <w:tab w:val="right" w:pos="850"/>
          <w:tab w:val="left" w:pos="1134"/>
          <w:tab w:val="left" w:pos="1984"/>
          <w:tab w:val="left" w:leader="dot" w:pos="7654"/>
          <w:tab w:val="right" w:pos="8929"/>
          <w:tab w:val="right" w:pos="9638"/>
        </w:tabs>
        <w:spacing w:after="120"/>
        <w:ind w:left="1134" w:hanging="1134"/>
      </w:pPr>
      <w:r w:rsidRPr="00700800">
        <w:lastRenderedPageBreak/>
        <w:tab/>
        <w:t>D.</w:t>
      </w:r>
      <w:r w:rsidRPr="00700800">
        <w:tab/>
        <w:t>Documents for publication (agenda item 8.4)</w:t>
      </w:r>
      <w:r w:rsidRPr="00700800">
        <w:tab/>
      </w:r>
      <w:r w:rsidRPr="00700800">
        <w:tab/>
        <w:t>111</w:t>
      </w:r>
      <w:r w:rsidRPr="00700800">
        <w:tab/>
        <w:t>2</w:t>
      </w:r>
      <w:r w:rsidR="003E4525" w:rsidRPr="00700800">
        <w:t>1</w:t>
      </w:r>
    </w:p>
    <w:p w14:paraId="42DDA921" w14:textId="34E8BECC" w:rsidR="00860E77" w:rsidRPr="00700800" w:rsidRDefault="00860E77" w:rsidP="00860E77">
      <w:pPr>
        <w:tabs>
          <w:tab w:val="right" w:pos="850"/>
          <w:tab w:val="left" w:pos="1134"/>
          <w:tab w:val="left" w:pos="1984"/>
          <w:tab w:val="left" w:leader="dot" w:pos="7654"/>
          <w:tab w:val="right" w:pos="8929"/>
          <w:tab w:val="right" w:pos="9638"/>
        </w:tabs>
        <w:spacing w:after="120"/>
        <w:ind w:left="1134" w:hanging="1134"/>
      </w:pPr>
      <w:r w:rsidRPr="00700800">
        <w:tab/>
        <w:t>E.</w:t>
      </w:r>
      <w:r w:rsidRPr="00700800">
        <w:tab/>
        <w:t>Tributes</w:t>
      </w:r>
      <w:r w:rsidRPr="00700800">
        <w:tab/>
      </w:r>
      <w:r w:rsidRPr="00700800">
        <w:tab/>
      </w:r>
      <w:r w:rsidRPr="00700800">
        <w:tab/>
        <w:t>112</w:t>
      </w:r>
      <w:r w:rsidRPr="00700800">
        <w:tab/>
        <w:t>2</w:t>
      </w:r>
      <w:r w:rsidR="003E4525" w:rsidRPr="00700800">
        <w:t>1</w:t>
      </w:r>
    </w:p>
    <w:p w14:paraId="4CAE3420" w14:textId="08951A3A" w:rsidR="00860E77" w:rsidRPr="00700800" w:rsidRDefault="00860E77" w:rsidP="00860E77">
      <w:pPr>
        <w:tabs>
          <w:tab w:val="right" w:pos="850"/>
          <w:tab w:val="left" w:pos="1134"/>
          <w:tab w:val="left" w:pos="1984"/>
          <w:tab w:val="left" w:leader="dot" w:pos="7654"/>
          <w:tab w:val="right" w:pos="8929"/>
          <w:tab w:val="right" w:pos="9638"/>
        </w:tabs>
        <w:spacing w:after="120"/>
        <w:ind w:left="1134" w:hanging="1134"/>
        <w:rPr>
          <w:webHidden/>
        </w:rPr>
      </w:pPr>
      <w:r w:rsidRPr="00700800">
        <w:tab/>
        <w:t>XI</w:t>
      </w:r>
      <w:r w:rsidRPr="00700800">
        <w:rPr>
          <w:noProof/>
        </w:rPr>
        <w:t>.</w:t>
      </w:r>
      <w:r w:rsidRPr="00700800">
        <w:rPr>
          <w:noProof/>
        </w:rPr>
        <w:tab/>
        <w:t>Adoption of the report (agenda item 9)</w:t>
      </w:r>
      <w:r w:rsidRPr="00700800">
        <w:rPr>
          <w:noProof/>
          <w:webHidden/>
        </w:rPr>
        <w:tab/>
      </w:r>
      <w:r w:rsidRPr="00700800">
        <w:rPr>
          <w:noProof/>
          <w:webHidden/>
        </w:rPr>
        <w:tab/>
        <w:t>113</w:t>
      </w:r>
      <w:r w:rsidRPr="00700800">
        <w:rPr>
          <w:webHidden/>
        </w:rPr>
        <w:tab/>
        <w:t>2</w:t>
      </w:r>
      <w:r w:rsidR="003E4525" w:rsidRPr="00700800">
        <w:rPr>
          <w:webHidden/>
        </w:rPr>
        <w:t>1</w:t>
      </w:r>
    </w:p>
    <w:p w14:paraId="418AC47F" w14:textId="77777777" w:rsidR="00860E77" w:rsidRPr="00700800" w:rsidRDefault="00860E77" w:rsidP="00860E77">
      <w:pPr>
        <w:tabs>
          <w:tab w:val="right" w:pos="850"/>
          <w:tab w:val="left" w:pos="1134"/>
          <w:tab w:val="left" w:pos="1559"/>
          <w:tab w:val="left" w:pos="1984"/>
          <w:tab w:val="left" w:leader="dot" w:pos="7654"/>
          <w:tab w:val="right" w:pos="8929"/>
          <w:tab w:val="right" w:pos="9638"/>
        </w:tabs>
        <w:spacing w:before="240" w:after="120"/>
        <w:ind w:left="1559" w:hanging="1559"/>
        <w:rPr>
          <w:b/>
          <w:noProof/>
          <w:sz w:val="28"/>
          <w:szCs w:val="28"/>
        </w:rPr>
      </w:pPr>
      <w:r w:rsidRPr="00700800">
        <w:rPr>
          <w:b/>
          <w:noProof/>
          <w:sz w:val="28"/>
          <w:szCs w:val="28"/>
        </w:rPr>
        <w:tab/>
      </w:r>
      <w:hyperlink w:anchor="_Toc478663152" w:history="1">
        <w:r w:rsidRPr="00700800">
          <w:rPr>
            <w:b/>
            <w:noProof/>
            <w:sz w:val="28"/>
            <w:szCs w:val="28"/>
          </w:rPr>
          <w:t>B.</w:t>
        </w:r>
        <w:r w:rsidRPr="00700800">
          <w:rPr>
            <w:b/>
            <w:noProof/>
            <w:sz w:val="28"/>
            <w:szCs w:val="28"/>
          </w:rPr>
          <w:tab/>
          <w:t>Administrative Committee of the 1958 Agreement (AC.1)</w:t>
        </w:r>
      </w:hyperlink>
      <w:r w:rsidRPr="00700800">
        <w:rPr>
          <w:b/>
          <w:noProof/>
          <w:sz w:val="28"/>
          <w:szCs w:val="28"/>
        </w:rPr>
        <w:t xml:space="preserve"> </w:t>
      </w:r>
    </w:p>
    <w:p w14:paraId="2B3A4606" w14:textId="5586F017" w:rsidR="00B72AEE" w:rsidRPr="00700800" w:rsidRDefault="00B72AEE" w:rsidP="00053762">
      <w:pPr>
        <w:tabs>
          <w:tab w:val="right" w:pos="850"/>
          <w:tab w:val="left" w:pos="1134"/>
          <w:tab w:val="left" w:pos="1984"/>
          <w:tab w:val="left" w:leader="dot" w:pos="7654"/>
          <w:tab w:val="right" w:pos="8929"/>
          <w:tab w:val="right" w:pos="9638"/>
        </w:tabs>
        <w:spacing w:after="120"/>
        <w:ind w:left="1134" w:hanging="1134"/>
      </w:pPr>
      <w:r w:rsidRPr="00700800">
        <w:rPr>
          <w:noProof/>
        </w:rPr>
        <w:tab/>
      </w:r>
      <w:r w:rsidR="00860E77" w:rsidRPr="00700800">
        <w:rPr>
          <w:rFonts w:eastAsia="SimSun"/>
          <w:noProof/>
        </w:rPr>
        <w:t>X</w:t>
      </w:r>
      <w:r w:rsidRPr="00700800">
        <w:rPr>
          <w:rFonts w:eastAsia="SimSun"/>
          <w:noProof/>
        </w:rPr>
        <w:t>II.</w:t>
      </w:r>
      <w:r w:rsidRPr="00700800">
        <w:rPr>
          <w:noProof/>
        </w:rPr>
        <w:tab/>
      </w:r>
      <w:r w:rsidR="00381CCD" w:rsidRPr="00700800">
        <w:t>Establishment of the Committee AC.1 (agenda item 10)</w:t>
      </w:r>
      <w:r w:rsidRPr="00700800">
        <w:rPr>
          <w:noProof/>
          <w:webHidden/>
        </w:rPr>
        <w:tab/>
      </w:r>
      <w:r w:rsidRPr="00700800">
        <w:rPr>
          <w:noProof/>
          <w:webHidden/>
        </w:rPr>
        <w:tab/>
      </w:r>
      <w:r w:rsidR="00860E77" w:rsidRPr="00700800">
        <w:rPr>
          <w:noProof/>
          <w:webHidden/>
        </w:rPr>
        <w:t>114–115</w:t>
      </w:r>
      <w:r w:rsidRPr="00700800">
        <w:rPr>
          <w:webHidden/>
        </w:rPr>
        <w:tab/>
      </w:r>
      <w:r w:rsidR="00860E77" w:rsidRPr="00700800">
        <w:rPr>
          <w:webHidden/>
        </w:rPr>
        <w:t>2</w:t>
      </w:r>
      <w:r w:rsidR="003E4525" w:rsidRPr="00700800">
        <w:rPr>
          <w:webHidden/>
        </w:rPr>
        <w:t>1</w:t>
      </w:r>
    </w:p>
    <w:p w14:paraId="759D2027" w14:textId="439561C6" w:rsidR="00B72AEE" w:rsidRPr="00700800" w:rsidRDefault="00B72AEE" w:rsidP="00B72AEE">
      <w:pPr>
        <w:tabs>
          <w:tab w:val="right" w:pos="850"/>
          <w:tab w:val="left" w:pos="1134"/>
          <w:tab w:val="left" w:pos="1984"/>
          <w:tab w:val="left" w:leader="dot" w:pos="7654"/>
          <w:tab w:val="right" w:pos="8929"/>
          <w:tab w:val="right" w:pos="9638"/>
        </w:tabs>
        <w:spacing w:after="120"/>
        <w:ind w:left="1134" w:hanging="1134"/>
      </w:pPr>
      <w:r w:rsidRPr="00700800">
        <w:rPr>
          <w:rFonts w:eastAsia="SimSun"/>
          <w:noProof/>
        </w:rPr>
        <w:tab/>
        <w:t>X</w:t>
      </w:r>
      <w:r w:rsidR="00860E77" w:rsidRPr="00700800">
        <w:rPr>
          <w:rFonts w:eastAsia="SimSun"/>
          <w:noProof/>
        </w:rPr>
        <w:t>III</w:t>
      </w:r>
      <w:r w:rsidRPr="00700800">
        <w:rPr>
          <w:rFonts w:eastAsia="SimSun"/>
          <w:noProof/>
        </w:rPr>
        <w:t>.</w:t>
      </w:r>
      <w:r w:rsidRPr="00700800">
        <w:rPr>
          <w:noProof/>
        </w:rPr>
        <w:tab/>
      </w:r>
      <w:bookmarkStart w:id="44" w:name="_Hlk25857471"/>
      <w:r w:rsidR="00D87430" w:rsidRPr="00700800">
        <w:t xml:space="preserve">Proposals for amendments and corrigenda to existing Regulations and for </w:t>
      </w:r>
      <w:r w:rsidR="00D87430" w:rsidRPr="00700800">
        <w:br/>
        <w:t>new Regulations – Voting by AC.1 (agenda item 11)</w:t>
      </w:r>
      <w:bookmarkEnd w:id="44"/>
      <w:r w:rsidRPr="00700800">
        <w:rPr>
          <w:noProof/>
          <w:webHidden/>
        </w:rPr>
        <w:tab/>
      </w:r>
      <w:r w:rsidR="00D87430" w:rsidRPr="00700800">
        <w:rPr>
          <w:noProof/>
          <w:webHidden/>
        </w:rPr>
        <w:tab/>
      </w:r>
      <w:r w:rsidR="00860E77" w:rsidRPr="00700800">
        <w:rPr>
          <w:noProof/>
          <w:webHidden/>
        </w:rPr>
        <w:t>116</w:t>
      </w:r>
      <w:r w:rsidR="00D87430" w:rsidRPr="00700800">
        <w:rPr>
          <w:noProof/>
          <w:webHidden/>
        </w:rPr>
        <w:tab/>
      </w:r>
      <w:r w:rsidR="00860E77" w:rsidRPr="00700800">
        <w:rPr>
          <w:noProof/>
          <w:webHidden/>
        </w:rPr>
        <w:t>21</w:t>
      </w:r>
    </w:p>
    <w:p w14:paraId="5AA5E4B3" w14:textId="77777777" w:rsidR="00B72AEE" w:rsidRPr="00700800" w:rsidRDefault="00B72AEE" w:rsidP="00B72AEE">
      <w:pPr>
        <w:tabs>
          <w:tab w:val="right" w:pos="850"/>
          <w:tab w:val="left" w:pos="1134"/>
          <w:tab w:val="left" w:pos="1559"/>
          <w:tab w:val="left" w:pos="1984"/>
          <w:tab w:val="left" w:leader="dot" w:pos="7654"/>
          <w:tab w:val="right" w:pos="8929"/>
          <w:tab w:val="right" w:pos="9638"/>
        </w:tabs>
        <w:spacing w:before="240" w:after="120"/>
        <w:ind w:left="1559" w:hanging="1559"/>
        <w:rPr>
          <w:b/>
          <w:noProof/>
          <w:sz w:val="28"/>
          <w:szCs w:val="28"/>
        </w:rPr>
      </w:pPr>
      <w:r w:rsidRPr="00700800">
        <w:rPr>
          <w:b/>
          <w:noProof/>
          <w:sz w:val="28"/>
          <w:szCs w:val="28"/>
        </w:rPr>
        <w:tab/>
      </w:r>
      <w:hyperlink w:anchor="_Toc478663155" w:history="1">
        <w:r w:rsidRPr="00700800">
          <w:rPr>
            <w:b/>
            <w:noProof/>
            <w:sz w:val="28"/>
            <w:szCs w:val="28"/>
          </w:rPr>
          <w:t>C.</w:t>
        </w:r>
        <w:r w:rsidRPr="00700800">
          <w:rPr>
            <w:b/>
            <w:noProof/>
            <w:sz w:val="28"/>
            <w:szCs w:val="28"/>
          </w:rPr>
          <w:tab/>
          <w:t>Executive Committee of the 1998 Agreement (AC.3)</w:t>
        </w:r>
      </w:hyperlink>
      <w:r w:rsidRPr="00700800">
        <w:rPr>
          <w:b/>
          <w:noProof/>
          <w:sz w:val="28"/>
          <w:szCs w:val="28"/>
        </w:rPr>
        <w:t xml:space="preserve"> </w:t>
      </w:r>
    </w:p>
    <w:p w14:paraId="20A1D492" w14:textId="495B7C53" w:rsidR="00B72AEE" w:rsidRPr="00700800" w:rsidRDefault="00B72AEE" w:rsidP="00B72AEE">
      <w:pPr>
        <w:tabs>
          <w:tab w:val="right" w:pos="850"/>
          <w:tab w:val="left" w:pos="1134"/>
          <w:tab w:val="left" w:pos="1984"/>
          <w:tab w:val="left" w:leader="dot" w:pos="7654"/>
          <w:tab w:val="right" w:pos="8929"/>
          <w:tab w:val="right" w:pos="9638"/>
        </w:tabs>
        <w:spacing w:after="120"/>
        <w:ind w:left="1134" w:hanging="1134"/>
        <w:rPr>
          <w:webHidden/>
        </w:rPr>
      </w:pPr>
      <w:r w:rsidRPr="00700800">
        <w:rPr>
          <w:noProof/>
        </w:rPr>
        <w:tab/>
        <w:t>X</w:t>
      </w:r>
      <w:r w:rsidR="00860E77" w:rsidRPr="00700800">
        <w:rPr>
          <w:noProof/>
        </w:rPr>
        <w:t>I</w:t>
      </w:r>
      <w:r w:rsidRPr="00700800">
        <w:rPr>
          <w:noProof/>
        </w:rPr>
        <w:t>V.</w:t>
      </w:r>
      <w:r w:rsidRPr="00700800">
        <w:rPr>
          <w:noProof/>
        </w:rPr>
        <w:tab/>
      </w:r>
      <w:bookmarkStart w:id="45" w:name="_Hlk25857717"/>
      <w:r w:rsidR="00AD3C68" w:rsidRPr="00700800">
        <w:rPr>
          <w:noProof/>
        </w:rPr>
        <w:t>Establishment of the Executive Committee AC.3 (agenda item 12)</w:t>
      </w:r>
      <w:bookmarkEnd w:id="45"/>
      <w:r w:rsidR="00AD3C68" w:rsidRPr="00700800">
        <w:rPr>
          <w:noProof/>
        </w:rPr>
        <w:tab/>
      </w:r>
      <w:r w:rsidRPr="00700800">
        <w:rPr>
          <w:noProof/>
          <w:webHidden/>
        </w:rPr>
        <w:tab/>
      </w:r>
      <w:r w:rsidR="00AD3C68" w:rsidRPr="00700800">
        <w:rPr>
          <w:noProof/>
          <w:webHidden/>
        </w:rPr>
        <w:t>1</w:t>
      </w:r>
      <w:r w:rsidR="00860E77" w:rsidRPr="00700800">
        <w:rPr>
          <w:noProof/>
          <w:webHidden/>
        </w:rPr>
        <w:t>17</w:t>
      </w:r>
      <w:r w:rsidR="00AD3C68" w:rsidRPr="00700800">
        <w:rPr>
          <w:noProof/>
          <w:webHidden/>
        </w:rPr>
        <w:tab/>
      </w:r>
      <w:r w:rsidR="00000A12" w:rsidRPr="00700800">
        <w:rPr>
          <w:webHidden/>
        </w:rPr>
        <w:t>2</w:t>
      </w:r>
      <w:r w:rsidR="00860E77" w:rsidRPr="00700800">
        <w:rPr>
          <w:webHidden/>
        </w:rPr>
        <w:t>4</w:t>
      </w:r>
    </w:p>
    <w:p w14:paraId="16138EB2" w14:textId="34E8539E" w:rsidR="00AD3C68" w:rsidRPr="00700800" w:rsidRDefault="00AD3C68" w:rsidP="00B72AEE">
      <w:pPr>
        <w:tabs>
          <w:tab w:val="right" w:pos="850"/>
          <w:tab w:val="left" w:pos="1134"/>
          <w:tab w:val="left" w:pos="1984"/>
          <w:tab w:val="left" w:leader="dot" w:pos="7654"/>
          <w:tab w:val="right" w:pos="8929"/>
          <w:tab w:val="right" w:pos="9638"/>
        </w:tabs>
        <w:spacing w:after="120"/>
        <w:ind w:left="1134" w:hanging="1134"/>
        <w:rPr>
          <w:rStyle w:val="SingleTxtGChar"/>
        </w:rPr>
      </w:pPr>
      <w:r w:rsidRPr="00700800">
        <w:tab/>
        <w:t>XV.</w:t>
      </w:r>
      <w:r w:rsidRPr="00700800">
        <w:tab/>
      </w:r>
      <w:bookmarkStart w:id="46" w:name="_Hlk25857774"/>
      <w:r w:rsidRPr="00700800">
        <w:t xml:space="preserve">Monitoring of the 1998 Agreement: Reports of the </w:t>
      </w:r>
      <w:r w:rsidRPr="00700800">
        <w:rPr>
          <w:rStyle w:val="SingleTxtGChar"/>
        </w:rPr>
        <w:t xml:space="preserve">Contracting Parties on the </w:t>
      </w:r>
      <w:r w:rsidR="009E35AC" w:rsidRPr="00700800">
        <w:rPr>
          <w:rStyle w:val="SingleTxtGChar"/>
        </w:rPr>
        <w:br/>
      </w:r>
      <w:r w:rsidRPr="00700800">
        <w:rPr>
          <w:rStyle w:val="SingleTxtGChar"/>
        </w:rPr>
        <w:t xml:space="preserve">transposition of UN GTRs and their amendments into their national/regional law </w:t>
      </w:r>
      <w:r w:rsidR="009E35AC" w:rsidRPr="00700800">
        <w:rPr>
          <w:rStyle w:val="SingleTxtGChar"/>
        </w:rPr>
        <w:br/>
      </w:r>
      <w:r w:rsidRPr="00700800">
        <w:rPr>
          <w:rStyle w:val="SingleTxtGChar"/>
        </w:rPr>
        <w:t>(agenda item 13)</w:t>
      </w:r>
      <w:bookmarkEnd w:id="46"/>
      <w:r w:rsidR="009E35AC" w:rsidRPr="00700800">
        <w:rPr>
          <w:rStyle w:val="SingleTxtGChar"/>
        </w:rPr>
        <w:tab/>
      </w:r>
      <w:r w:rsidR="009E35AC" w:rsidRPr="00700800">
        <w:rPr>
          <w:rStyle w:val="SingleTxtGChar"/>
        </w:rPr>
        <w:tab/>
        <w:t>1</w:t>
      </w:r>
      <w:r w:rsidR="00500BBE" w:rsidRPr="00700800">
        <w:rPr>
          <w:rStyle w:val="SingleTxtGChar"/>
        </w:rPr>
        <w:t>18</w:t>
      </w:r>
      <w:r w:rsidR="009E35AC" w:rsidRPr="00700800">
        <w:rPr>
          <w:rStyle w:val="SingleTxtGChar"/>
        </w:rPr>
        <w:tab/>
        <w:t>2</w:t>
      </w:r>
      <w:r w:rsidR="003E4525" w:rsidRPr="00700800">
        <w:rPr>
          <w:rStyle w:val="SingleTxtGChar"/>
        </w:rPr>
        <w:t>5</w:t>
      </w:r>
    </w:p>
    <w:p w14:paraId="7E8B18ED" w14:textId="2F0FAF96" w:rsidR="009E35AC" w:rsidRPr="00700800" w:rsidRDefault="00B72AEE" w:rsidP="009E35AC">
      <w:pPr>
        <w:tabs>
          <w:tab w:val="right" w:pos="850"/>
          <w:tab w:val="left" w:pos="1134"/>
          <w:tab w:val="left" w:pos="1984"/>
          <w:tab w:val="left" w:leader="dot" w:pos="7654"/>
          <w:tab w:val="right" w:pos="8929"/>
          <w:tab w:val="right" w:pos="9638"/>
        </w:tabs>
        <w:ind w:left="1134" w:hanging="1134"/>
        <w:rPr>
          <w:noProof/>
        </w:rPr>
      </w:pPr>
      <w:r w:rsidRPr="00700800">
        <w:rPr>
          <w:noProof/>
        </w:rPr>
        <w:tab/>
      </w:r>
      <w:bookmarkStart w:id="47" w:name="_Hlk25857815"/>
      <w:r w:rsidRPr="00700800">
        <w:rPr>
          <w:noProof/>
        </w:rPr>
        <w:t>XVI.</w:t>
      </w:r>
      <w:r w:rsidRPr="00700800">
        <w:rPr>
          <w:noProof/>
        </w:rPr>
        <w:tab/>
        <w:t xml:space="preserve">Consideration </w:t>
      </w:r>
      <w:r w:rsidR="009E35AC" w:rsidRPr="00700800">
        <w:rPr>
          <w:noProof/>
        </w:rPr>
        <w:t xml:space="preserve">and vote by AC.3 of draft UN GTRS and/or draft amendments </w:t>
      </w:r>
    </w:p>
    <w:p w14:paraId="51E35021" w14:textId="5DAB27A3" w:rsidR="00B72AEE" w:rsidRPr="00700800" w:rsidRDefault="009E35AC" w:rsidP="009E35AC">
      <w:pPr>
        <w:tabs>
          <w:tab w:val="right" w:pos="850"/>
          <w:tab w:val="left" w:pos="1134"/>
          <w:tab w:val="left" w:pos="1984"/>
          <w:tab w:val="left" w:leader="dot" w:pos="7654"/>
          <w:tab w:val="right" w:pos="8929"/>
          <w:tab w:val="right" w:pos="9638"/>
        </w:tabs>
        <w:spacing w:after="120"/>
        <w:ind w:left="1134" w:hanging="1134"/>
        <w:rPr>
          <w:webHidden/>
        </w:rPr>
      </w:pPr>
      <w:r w:rsidRPr="00700800">
        <w:rPr>
          <w:noProof/>
        </w:rPr>
        <w:tab/>
      </w:r>
      <w:r w:rsidRPr="00700800">
        <w:rPr>
          <w:noProof/>
        </w:rPr>
        <w:tab/>
        <w:t>to established UN GTRs, if any (agenda item 14)</w:t>
      </w:r>
      <w:bookmarkEnd w:id="47"/>
      <w:r w:rsidR="00B72AEE" w:rsidRPr="00700800">
        <w:rPr>
          <w:noProof/>
          <w:webHidden/>
        </w:rPr>
        <w:tab/>
      </w:r>
      <w:r w:rsidR="00B72AEE" w:rsidRPr="00700800">
        <w:rPr>
          <w:noProof/>
          <w:webHidden/>
        </w:rPr>
        <w:tab/>
      </w:r>
      <w:r w:rsidR="00BC2C27" w:rsidRPr="00700800">
        <w:rPr>
          <w:webHidden/>
        </w:rPr>
        <w:t>1</w:t>
      </w:r>
      <w:r w:rsidR="00500BBE" w:rsidRPr="00700800">
        <w:rPr>
          <w:webHidden/>
        </w:rPr>
        <w:t>19–</w:t>
      </w:r>
      <w:r w:rsidRPr="00700800">
        <w:rPr>
          <w:webHidden/>
        </w:rPr>
        <w:t>1</w:t>
      </w:r>
      <w:r w:rsidR="00500BBE" w:rsidRPr="00700800">
        <w:rPr>
          <w:webHidden/>
        </w:rPr>
        <w:t>22</w:t>
      </w:r>
      <w:r w:rsidR="00B72AEE" w:rsidRPr="00700800">
        <w:rPr>
          <w:webHidden/>
        </w:rPr>
        <w:tab/>
      </w:r>
      <w:r w:rsidR="00BC2C27" w:rsidRPr="00700800">
        <w:rPr>
          <w:webHidden/>
        </w:rPr>
        <w:t>2</w:t>
      </w:r>
      <w:r w:rsidR="003E4525" w:rsidRPr="00700800">
        <w:rPr>
          <w:webHidden/>
        </w:rPr>
        <w:t>5</w:t>
      </w:r>
    </w:p>
    <w:p w14:paraId="57D24F9E" w14:textId="00CBEF33" w:rsidR="009E35AC" w:rsidRPr="00700800" w:rsidRDefault="009E35AC" w:rsidP="009E35AC">
      <w:pPr>
        <w:tabs>
          <w:tab w:val="right" w:pos="850"/>
          <w:tab w:val="left" w:pos="1134"/>
          <w:tab w:val="left" w:pos="1984"/>
          <w:tab w:val="left" w:leader="dot" w:pos="7654"/>
          <w:tab w:val="right" w:pos="8929"/>
          <w:tab w:val="right" w:pos="9638"/>
        </w:tabs>
        <w:spacing w:after="120"/>
        <w:ind w:left="1134" w:hanging="1134"/>
        <w:rPr>
          <w:webHidden/>
        </w:rPr>
      </w:pPr>
      <w:r w:rsidRPr="00700800">
        <w:rPr>
          <w:webHidden/>
        </w:rPr>
        <w:tab/>
      </w:r>
      <w:bookmarkStart w:id="48" w:name="_Hlk25857860"/>
      <w:r w:rsidRPr="00700800">
        <w:rPr>
          <w:webHidden/>
        </w:rPr>
        <w:t>A.</w:t>
      </w:r>
      <w:r w:rsidRPr="00700800">
        <w:rPr>
          <w:webHidden/>
        </w:rPr>
        <w:tab/>
        <w:t>Proposal for a new UN GTR (agenda item 14.1)</w:t>
      </w:r>
      <w:bookmarkEnd w:id="48"/>
      <w:r w:rsidRPr="00700800">
        <w:rPr>
          <w:webHidden/>
        </w:rPr>
        <w:tab/>
      </w:r>
      <w:r w:rsidRPr="00700800">
        <w:rPr>
          <w:webHidden/>
        </w:rPr>
        <w:tab/>
        <w:t>1</w:t>
      </w:r>
      <w:r w:rsidR="00500BBE" w:rsidRPr="00700800">
        <w:rPr>
          <w:webHidden/>
        </w:rPr>
        <w:t>19</w:t>
      </w:r>
      <w:r w:rsidRPr="00700800">
        <w:rPr>
          <w:webHidden/>
        </w:rPr>
        <w:tab/>
        <w:t>2</w:t>
      </w:r>
      <w:r w:rsidR="003E4525" w:rsidRPr="00700800">
        <w:rPr>
          <w:webHidden/>
        </w:rPr>
        <w:t>5</w:t>
      </w:r>
    </w:p>
    <w:p w14:paraId="05C665CA" w14:textId="7931DE97" w:rsidR="009E35AC" w:rsidRPr="00700800" w:rsidRDefault="009E35AC" w:rsidP="009E35AC">
      <w:pPr>
        <w:tabs>
          <w:tab w:val="right" w:pos="850"/>
          <w:tab w:val="left" w:pos="1134"/>
          <w:tab w:val="left" w:pos="1984"/>
          <w:tab w:val="left" w:leader="dot" w:pos="7654"/>
          <w:tab w:val="right" w:pos="8929"/>
          <w:tab w:val="right" w:pos="9638"/>
        </w:tabs>
        <w:spacing w:after="120"/>
        <w:ind w:left="1134" w:hanging="1134"/>
        <w:rPr>
          <w:b/>
          <w:bCs/>
          <w:webHidden/>
        </w:rPr>
      </w:pPr>
      <w:bookmarkStart w:id="49" w:name="_Hlk25857891"/>
      <w:r w:rsidRPr="00700800">
        <w:rPr>
          <w:webHidden/>
        </w:rPr>
        <w:tab/>
        <w:t>B.</w:t>
      </w:r>
      <w:r w:rsidRPr="00700800">
        <w:rPr>
          <w:webHidden/>
        </w:rPr>
        <w:tab/>
      </w:r>
      <w:r w:rsidRPr="00700800">
        <w:t xml:space="preserve">Proposal for Amendment 4 to UN GTR No. 2 (on the measurement procedure </w:t>
      </w:r>
      <w:r w:rsidRPr="00700800">
        <w:br/>
        <w:t xml:space="preserve">for two wheeled motorcycles equipped with a positive or compression ignition </w:t>
      </w:r>
      <w:r w:rsidRPr="00700800">
        <w:br/>
        <w:t xml:space="preserve">engine </w:t>
      </w:r>
      <w:proofErr w:type="gramStart"/>
      <w:r w:rsidRPr="00700800">
        <w:t>with regard to</w:t>
      </w:r>
      <w:proofErr w:type="gramEnd"/>
      <w:r w:rsidRPr="00700800">
        <w:t xml:space="preserve"> the emissions of gaseous pollutants, CO</w:t>
      </w:r>
      <w:r w:rsidRPr="00700800">
        <w:rPr>
          <w:vertAlign w:val="subscript"/>
        </w:rPr>
        <w:t>2</w:t>
      </w:r>
      <w:r w:rsidRPr="00700800">
        <w:t xml:space="preserve"> emissions and fuel </w:t>
      </w:r>
      <w:r w:rsidRPr="00700800">
        <w:br/>
        <w:t>consumption) (agenda item 14.2)</w:t>
      </w:r>
      <w:r w:rsidRPr="00700800">
        <w:tab/>
      </w:r>
      <w:r w:rsidRPr="00700800">
        <w:tab/>
      </w:r>
      <w:bookmarkEnd w:id="49"/>
      <w:r w:rsidRPr="00700800">
        <w:t>1</w:t>
      </w:r>
      <w:r w:rsidR="00500BBE" w:rsidRPr="00700800">
        <w:t>20–</w:t>
      </w:r>
      <w:r w:rsidRPr="00700800">
        <w:t>1</w:t>
      </w:r>
      <w:r w:rsidR="00500BBE" w:rsidRPr="00700800">
        <w:t>22</w:t>
      </w:r>
      <w:r w:rsidRPr="00700800">
        <w:tab/>
        <w:t>2</w:t>
      </w:r>
      <w:r w:rsidR="003E4525" w:rsidRPr="00700800">
        <w:t>5</w:t>
      </w:r>
    </w:p>
    <w:p w14:paraId="515E7EF8" w14:textId="450500D6" w:rsidR="00B27CE5" w:rsidRPr="00700800" w:rsidRDefault="00B27CE5" w:rsidP="00B72AEE">
      <w:pPr>
        <w:tabs>
          <w:tab w:val="right" w:pos="850"/>
          <w:tab w:val="left" w:pos="1134"/>
          <w:tab w:val="left" w:pos="1984"/>
          <w:tab w:val="left" w:leader="dot" w:pos="7654"/>
          <w:tab w:val="right" w:pos="8929"/>
          <w:tab w:val="right" w:pos="9638"/>
        </w:tabs>
        <w:spacing w:after="120"/>
        <w:ind w:left="1134" w:hanging="1134"/>
      </w:pPr>
      <w:r w:rsidRPr="00700800">
        <w:rPr>
          <w:noProof/>
        </w:rPr>
        <w:tab/>
      </w:r>
      <w:bookmarkStart w:id="50" w:name="_Hlk25857968"/>
      <w:r w:rsidRPr="00700800">
        <w:rPr>
          <w:noProof/>
        </w:rPr>
        <w:t>XVII.</w:t>
      </w:r>
      <w:r w:rsidRPr="00700800">
        <w:rPr>
          <w:noProof/>
        </w:rPr>
        <w:tab/>
        <w:t xml:space="preserve">Consideration of </w:t>
      </w:r>
      <w:r w:rsidR="009E35AC" w:rsidRPr="00700800">
        <w:rPr>
          <w:noProof/>
        </w:rPr>
        <w:t xml:space="preserve">technical regulations to be listed in the Compendium of </w:t>
      </w:r>
      <w:r w:rsidR="009E35AC" w:rsidRPr="00700800">
        <w:rPr>
          <w:noProof/>
        </w:rPr>
        <w:br/>
        <w:t>Candidates for UN GTRs, if any</w:t>
      </w:r>
      <w:r w:rsidRPr="00700800">
        <w:rPr>
          <w:noProof/>
        </w:rPr>
        <w:t xml:space="preserve"> (agenda item 1</w:t>
      </w:r>
      <w:r w:rsidR="009E35AC" w:rsidRPr="00700800">
        <w:rPr>
          <w:noProof/>
        </w:rPr>
        <w:t>5</w:t>
      </w:r>
      <w:r w:rsidRPr="00700800">
        <w:rPr>
          <w:noProof/>
        </w:rPr>
        <w:t>)</w:t>
      </w:r>
      <w:bookmarkEnd w:id="50"/>
      <w:r w:rsidRPr="00700800">
        <w:rPr>
          <w:noProof/>
        </w:rPr>
        <w:tab/>
      </w:r>
      <w:r w:rsidRPr="00700800">
        <w:rPr>
          <w:noProof/>
        </w:rPr>
        <w:tab/>
      </w:r>
      <w:r w:rsidR="009E35AC" w:rsidRPr="00700800">
        <w:rPr>
          <w:noProof/>
        </w:rPr>
        <w:t>1</w:t>
      </w:r>
      <w:r w:rsidR="00500BBE" w:rsidRPr="00700800">
        <w:rPr>
          <w:noProof/>
        </w:rPr>
        <w:t>23</w:t>
      </w:r>
      <w:r w:rsidRPr="00700800">
        <w:tab/>
      </w:r>
      <w:r w:rsidR="00BC2C27" w:rsidRPr="00700800">
        <w:t>2</w:t>
      </w:r>
      <w:r w:rsidR="00527D93">
        <w:t>6</w:t>
      </w:r>
    </w:p>
    <w:p w14:paraId="1885DEC1" w14:textId="04DF405A" w:rsidR="00B72AEE" w:rsidRPr="00700800" w:rsidRDefault="00B72AEE" w:rsidP="00B72AEE">
      <w:pPr>
        <w:tabs>
          <w:tab w:val="right" w:pos="850"/>
          <w:tab w:val="left" w:pos="1134"/>
          <w:tab w:val="left" w:pos="1984"/>
          <w:tab w:val="left" w:leader="dot" w:pos="7654"/>
          <w:tab w:val="right" w:pos="8929"/>
          <w:tab w:val="right" w:pos="9638"/>
        </w:tabs>
        <w:spacing w:after="120"/>
        <w:ind w:left="1134" w:hanging="1134"/>
        <w:rPr>
          <w:noProof/>
        </w:rPr>
      </w:pPr>
      <w:bookmarkStart w:id="51" w:name="_Hlk25858004"/>
      <w:r w:rsidRPr="00700800">
        <w:rPr>
          <w:noProof/>
        </w:rPr>
        <w:tab/>
      </w:r>
      <w:r w:rsidR="00B27CE5" w:rsidRPr="00700800">
        <w:rPr>
          <w:noProof/>
        </w:rPr>
        <w:t>X</w:t>
      </w:r>
      <w:r w:rsidR="00500BBE" w:rsidRPr="00700800">
        <w:rPr>
          <w:noProof/>
        </w:rPr>
        <w:t>VIII</w:t>
      </w:r>
      <w:r w:rsidRPr="00700800">
        <w:rPr>
          <w:noProof/>
        </w:rPr>
        <w:t>.</w:t>
      </w:r>
      <w:r w:rsidRPr="00700800">
        <w:rPr>
          <w:noProof/>
        </w:rPr>
        <w:tab/>
      </w:r>
      <w:r w:rsidR="009E35AC" w:rsidRPr="00700800">
        <w:rPr>
          <w:noProof/>
        </w:rPr>
        <w:t>Consideration of amendments to Mutual Resolutions (agenda item 16)</w:t>
      </w:r>
      <w:r w:rsidRPr="00700800">
        <w:rPr>
          <w:noProof/>
          <w:webHidden/>
        </w:rPr>
        <w:tab/>
      </w:r>
      <w:bookmarkEnd w:id="51"/>
      <w:r w:rsidRPr="00700800">
        <w:rPr>
          <w:noProof/>
          <w:webHidden/>
        </w:rPr>
        <w:tab/>
      </w:r>
      <w:r w:rsidR="009E35AC" w:rsidRPr="00700800">
        <w:rPr>
          <w:noProof/>
          <w:webHidden/>
        </w:rPr>
        <w:t>1</w:t>
      </w:r>
      <w:r w:rsidR="00500BBE" w:rsidRPr="00700800">
        <w:rPr>
          <w:noProof/>
          <w:webHidden/>
        </w:rPr>
        <w:t>24–</w:t>
      </w:r>
      <w:r w:rsidR="009E35AC" w:rsidRPr="00700800">
        <w:rPr>
          <w:noProof/>
          <w:webHidden/>
        </w:rPr>
        <w:t>1</w:t>
      </w:r>
      <w:r w:rsidR="00500BBE" w:rsidRPr="00700800">
        <w:rPr>
          <w:noProof/>
          <w:webHidden/>
        </w:rPr>
        <w:t>25</w:t>
      </w:r>
      <w:r w:rsidRPr="00700800">
        <w:rPr>
          <w:webHidden/>
        </w:rPr>
        <w:tab/>
      </w:r>
      <w:r w:rsidR="00BC2C27" w:rsidRPr="00700800">
        <w:rPr>
          <w:webHidden/>
        </w:rPr>
        <w:t>2</w:t>
      </w:r>
      <w:r w:rsidR="00527D93">
        <w:rPr>
          <w:webHidden/>
        </w:rPr>
        <w:t>6</w:t>
      </w:r>
    </w:p>
    <w:p w14:paraId="62BF40A4" w14:textId="3B826231" w:rsidR="00B72AEE" w:rsidRPr="00700800" w:rsidRDefault="00B72AEE" w:rsidP="00B72AEE">
      <w:pPr>
        <w:tabs>
          <w:tab w:val="right" w:pos="850"/>
          <w:tab w:val="left" w:pos="1134"/>
          <w:tab w:val="left" w:pos="1984"/>
          <w:tab w:val="left" w:leader="dot" w:pos="7654"/>
          <w:tab w:val="right" w:pos="8929"/>
          <w:tab w:val="right" w:pos="9638"/>
        </w:tabs>
        <w:spacing w:after="120"/>
        <w:ind w:left="1134" w:hanging="1134"/>
      </w:pPr>
      <w:bookmarkStart w:id="52" w:name="_Hlk25858063"/>
      <w:r w:rsidRPr="00700800">
        <w:rPr>
          <w:noProof/>
        </w:rPr>
        <w:tab/>
        <w:t>X</w:t>
      </w:r>
      <w:r w:rsidR="00500BBE" w:rsidRPr="00700800">
        <w:rPr>
          <w:noProof/>
        </w:rPr>
        <w:t>I</w:t>
      </w:r>
      <w:r w:rsidRPr="00700800">
        <w:rPr>
          <w:noProof/>
        </w:rPr>
        <w:t>X.</w:t>
      </w:r>
      <w:r w:rsidRPr="00700800">
        <w:rPr>
          <w:noProof/>
        </w:rPr>
        <w:tab/>
      </w:r>
      <w:r w:rsidR="009E35AC" w:rsidRPr="00700800">
        <w:t xml:space="preserve">Guidance, by consensus decision, on those elements of draft </w:t>
      </w:r>
      <w:r w:rsidR="009E35AC" w:rsidRPr="00700800">
        <w:rPr>
          <w:bCs/>
        </w:rPr>
        <w:t>UN GTRs</w:t>
      </w:r>
      <w:r w:rsidR="009E35AC" w:rsidRPr="00700800">
        <w:t xml:space="preserve"> that have </w:t>
      </w:r>
      <w:r w:rsidR="009E35AC" w:rsidRPr="00700800">
        <w:br/>
        <w:t xml:space="preserve">not been resolved by the Working Parties subsidiary to the World Forum, if any </w:t>
      </w:r>
      <w:r w:rsidR="009E35AC" w:rsidRPr="00700800">
        <w:br/>
        <w:t>(agenda item 17)</w:t>
      </w:r>
      <w:r w:rsidRPr="00700800">
        <w:rPr>
          <w:noProof/>
          <w:webHidden/>
        </w:rPr>
        <w:tab/>
      </w:r>
      <w:r w:rsidRPr="00700800">
        <w:rPr>
          <w:noProof/>
          <w:webHidden/>
        </w:rPr>
        <w:tab/>
      </w:r>
      <w:bookmarkEnd w:id="52"/>
      <w:r w:rsidR="009E35AC" w:rsidRPr="00700800">
        <w:rPr>
          <w:noProof/>
          <w:webHidden/>
        </w:rPr>
        <w:t>1</w:t>
      </w:r>
      <w:r w:rsidR="00500BBE" w:rsidRPr="00700800">
        <w:rPr>
          <w:noProof/>
          <w:webHidden/>
        </w:rPr>
        <w:t>26</w:t>
      </w:r>
      <w:r w:rsidRPr="00700800">
        <w:rPr>
          <w:webHidden/>
        </w:rPr>
        <w:tab/>
      </w:r>
      <w:r w:rsidR="00BC2C27" w:rsidRPr="00700800">
        <w:rPr>
          <w:webHidden/>
        </w:rPr>
        <w:t>2</w:t>
      </w:r>
      <w:r w:rsidR="00527D93">
        <w:rPr>
          <w:webHidden/>
        </w:rPr>
        <w:t>6</w:t>
      </w:r>
    </w:p>
    <w:p w14:paraId="2151E8C0" w14:textId="02D9A8CB" w:rsidR="0083594B" w:rsidRPr="00700800" w:rsidRDefault="00B72AEE" w:rsidP="0083594B">
      <w:pPr>
        <w:tabs>
          <w:tab w:val="right" w:pos="850"/>
          <w:tab w:val="left" w:pos="1134"/>
          <w:tab w:val="left" w:pos="1984"/>
          <w:tab w:val="left" w:leader="dot" w:pos="7654"/>
          <w:tab w:val="right" w:pos="8929"/>
          <w:tab w:val="right" w:pos="9638"/>
        </w:tabs>
        <w:ind w:left="1134" w:hanging="1134"/>
        <w:rPr>
          <w:noProof/>
        </w:rPr>
      </w:pPr>
      <w:bookmarkStart w:id="53" w:name="_Hlk25858098"/>
      <w:r w:rsidRPr="00700800">
        <w:rPr>
          <w:noProof/>
        </w:rPr>
        <w:tab/>
        <w:t>XX.</w:t>
      </w:r>
      <w:r w:rsidRPr="00700800">
        <w:rPr>
          <w:noProof/>
        </w:rPr>
        <w:tab/>
      </w:r>
      <w:r w:rsidR="0083594B" w:rsidRPr="00700800">
        <w:rPr>
          <w:noProof/>
        </w:rPr>
        <w:t xml:space="preserve">Exchange of information on new priorities to be included in the programme </w:t>
      </w:r>
    </w:p>
    <w:p w14:paraId="4B0C9B60" w14:textId="0AED1F15" w:rsidR="0083594B" w:rsidRPr="00700800" w:rsidRDefault="0083594B" w:rsidP="0083594B">
      <w:pPr>
        <w:tabs>
          <w:tab w:val="right" w:pos="850"/>
          <w:tab w:val="left" w:pos="1134"/>
          <w:tab w:val="left" w:pos="1984"/>
          <w:tab w:val="left" w:leader="dot" w:pos="7654"/>
          <w:tab w:val="right" w:pos="8929"/>
          <w:tab w:val="right" w:pos="9638"/>
        </w:tabs>
        <w:spacing w:after="120"/>
        <w:ind w:left="1134" w:hanging="1134"/>
        <w:rPr>
          <w:noProof/>
        </w:rPr>
      </w:pPr>
      <w:r w:rsidRPr="00700800">
        <w:rPr>
          <w:noProof/>
        </w:rPr>
        <w:tab/>
      </w:r>
      <w:r w:rsidRPr="00700800">
        <w:rPr>
          <w:noProof/>
        </w:rPr>
        <w:tab/>
        <w:t>of work (agenda</w:t>
      </w:r>
      <w:r w:rsidR="00B72AEE" w:rsidRPr="00700800">
        <w:rPr>
          <w:noProof/>
        </w:rPr>
        <w:t xml:space="preserve"> </w:t>
      </w:r>
      <w:r w:rsidRPr="00700800">
        <w:rPr>
          <w:noProof/>
        </w:rPr>
        <w:t>ITEM 18)</w:t>
      </w:r>
      <w:r w:rsidRPr="00700800">
        <w:rPr>
          <w:noProof/>
        </w:rPr>
        <w:tab/>
      </w:r>
      <w:r w:rsidRPr="00700800">
        <w:rPr>
          <w:noProof/>
        </w:rPr>
        <w:tab/>
      </w:r>
      <w:bookmarkEnd w:id="53"/>
      <w:r w:rsidRPr="00700800">
        <w:rPr>
          <w:noProof/>
        </w:rPr>
        <w:t>1</w:t>
      </w:r>
      <w:r w:rsidR="00500BBE" w:rsidRPr="00700800">
        <w:rPr>
          <w:noProof/>
        </w:rPr>
        <w:t>27</w:t>
      </w:r>
      <w:r w:rsidRPr="00700800">
        <w:rPr>
          <w:noProof/>
        </w:rPr>
        <w:tab/>
        <w:t>2</w:t>
      </w:r>
      <w:r w:rsidR="00527D93">
        <w:rPr>
          <w:noProof/>
        </w:rPr>
        <w:t>6</w:t>
      </w:r>
    </w:p>
    <w:p w14:paraId="1F6BC234" w14:textId="0D52DDEB" w:rsidR="0083594B" w:rsidRPr="00700800" w:rsidRDefault="0083594B" w:rsidP="0083594B">
      <w:pPr>
        <w:tabs>
          <w:tab w:val="right" w:pos="850"/>
          <w:tab w:val="left" w:pos="1134"/>
          <w:tab w:val="left" w:pos="1984"/>
          <w:tab w:val="left" w:leader="dot" w:pos="7654"/>
          <w:tab w:val="right" w:pos="8929"/>
          <w:tab w:val="right" w:pos="9638"/>
        </w:tabs>
        <w:spacing w:after="120"/>
        <w:ind w:left="1134" w:hanging="1134"/>
      </w:pPr>
      <w:r w:rsidRPr="00700800">
        <w:rPr>
          <w:noProof/>
        </w:rPr>
        <w:tab/>
      </w:r>
      <w:bookmarkStart w:id="54" w:name="_Hlk25858161"/>
      <w:r w:rsidRPr="00700800">
        <w:rPr>
          <w:noProof/>
        </w:rPr>
        <w:t>XXI.</w:t>
      </w:r>
      <w:r w:rsidRPr="00700800">
        <w:rPr>
          <w:noProof/>
        </w:rPr>
        <w:tab/>
      </w:r>
      <w:r w:rsidRPr="00700800">
        <w:t xml:space="preserve">Progress on the development of new UN GTRs and of amendments to established </w:t>
      </w:r>
      <w:r w:rsidRPr="00700800">
        <w:br/>
        <w:t>UN GTRs (agenda item 19)</w:t>
      </w:r>
      <w:r w:rsidRPr="00700800">
        <w:tab/>
      </w:r>
      <w:bookmarkEnd w:id="54"/>
      <w:r w:rsidRPr="00700800">
        <w:tab/>
        <w:t>1</w:t>
      </w:r>
      <w:r w:rsidR="00500BBE" w:rsidRPr="00700800">
        <w:t>28–</w:t>
      </w:r>
      <w:r w:rsidRPr="00700800">
        <w:t>1</w:t>
      </w:r>
      <w:r w:rsidR="007F16A3" w:rsidRPr="00700800">
        <w:t>57</w:t>
      </w:r>
      <w:r w:rsidRPr="00700800">
        <w:tab/>
        <w:t>2</w:t>
      </w:r>
      <w:r w:rsidR="00527D93">
        <w:t>7</w:t>
      </w:r>
    </w:p>
    <w:p w14:paraId="07ADDBAF" w14:textId="1E506018" w:rsidR="0083594B" w:rsidRPr="00700800" w:rsidRDefault="0083594B" w:rsidP="0083594B">
      <w:pPr>
        <w:tabs>
          <w:tab w:val="right" w:pos="850"/>
          <w:tab w:val="left" w:pos="1134"/>
          <w:tab w:val="left" w:pos="1984"/>
          <w:tab w:val="left" w:leader="dot" w:pos="7654"/>
          <w:tab w:val="right" w:pos="8929"/>
          <w:tab w:val="right" w:pos="9638"/>
        </w:tabs>
        <w:spacing w:after="120"/>
        <w:ind w:left="1134" w:hanging="1134"/>
        <w:rPr>
          <w:noProof/>
        </w:rPr>
      </w:pPr>
      <w:bookmarkStart w:id="55" w:name="_Hlk25858236"/>
      <w:r w:rsidRPr="00700800">
        <w:rPr>
          <w:noProof/>
        </w:rPr>
        <w:tab/>
        <w:t>A.</w:t>
      </w:r>
      <w:r w:rsidRPr="00700800">
        <w:rPr>
          <w:noProof/>
        </w:rPr>
        <w:tab/>
      </w:r>
      <w:r w:rsidRPr="00700800">
        <w:t xml:space="preserve">UN GTR No. 1 (Doors locks and door retention components) </w:t>
      </w:r>
      <w:r w:rsidRPr="00700800">
        <w:br/>
        <w:t>(agenda item 19.1)</w:t>
      </w:r>
      <w:r w:rsidRPr="00700800">
        <w:tab/>
      </w:r>
      <w:r w:rsidRPr="00700800">
        <w:tab/>
        <w:t>1</w:t>
      </w:r>
      <w:r w:rsidR="00500BBE" w:rsidRPr="00700800">
        <w:t>28</w:t>
      </w:r>
      <w:r w:rsidRPr="00700800">
        <w:tab/>
        <w:t>2</w:t>
      </w:r>
      <w:r w:rsidR="00527D93">
        <w:t>7</w:t>
      </w:r>
    </w:p>
    <w:p w14:paraId="279F817C" w14:textId="200C82C9" w:rsidR="00331FB9" w:rsidRPr="00700800" w:rsidRDefault="00B72AEE" w:rsidP="007F16A3">
      <w:pPr>
        <w:tabs>
          <w:tab w:val="right" w:pos="850"/>
          <w:tab w:val="left" w:pos="1134"/>
          <w:tab w:val="left" w:pos="1984"/>
          <w:tab w:val="left" w:leader="dot" w:pos="7654"/>
          <w:tab w:val="right" w:pos="8929"/>
          <w:tab w:val="right" w:pos="9638"/>
        </w:tabs>
        <w:spacing w:after="120"/>
        <w:ind w:left="1134" w:hanging="1134"/>
      </w:pPr>
      <w:r w:rsidRPr="00700800">
        <w:rPr>
          <w:noProof/>
        </w:rPr>
        <w:tab/>
      </w:r>
      <w:r w:rsidR="00B27CE5" w:rsidRPr="00700800">
        <w:rPr>
          <w:noProof/>
        </w:rPr>
        <w:t>B</w:t>
      </w:r>
      <w:r w:rsidRPr="00700800">
        <w:rPr>
          <w:noProof/>
        </w:rPr>
        <w:t>.</w:t>
      </w:r>
      <w:r w:rsidRPr="00700800">
        <w:rPr>
          <w:noProof/>
        </w:rPr>
        <w:tab/>
        <w:t xml:space="preserve">UN GTR No. 2 (Worldwide Motorcycle emission Test Cycle (WMTC)) </w:t>
      </w:r>
      <w:r w:rsidRPr="00700800">
        <w:rPr>
          <w:noProof/>
        </w:rPr>
        <w:br/>
        <w:t xml:space="preserve">(agenda item </w:t>
      </w:r>
      <w:r w:rsidR="00FE3597" w:rsidRPr="00700800">
        <w:rPr>
          <w:noProof/>
        </w:rPr>
        <w:t>19</w:t>
      </w:r>
      <w:r w:rsidRPr="00700800">
        <w:rPr>
          <w:noProof/>
        </w:rPr>
        <w:t>.</w:t>
      </w:r>
      <w:r w:rsidR="00B27CE5" w:rsidRPr="00700800">
        <w:rPr>
          <w:noProof/>
        </w:rPr>
        <w:t>2</w:t>
      </w:r>
      <w:r w:rsidRPr="00700800">
        <w:rPr>
          <w:noProof/>
        </w:rPr>
        <w:t>)</w:t>
      </w:r>
      <w:r w:rsidRPr="00700800">
        <w:rPr>
          <w:noProof/>
          <w:webHidden/>
        </w:rPr>
        <w:tab/>
      </w:r>
      <w:r w:rsidR="00331FB9" w:rsidRPr="00700800">
        <w:rPr>
          <w:noProof/>
          <w:webHidden/>
        </w:rPr>
        <w:tab/>
      </w:r>
      <w:r w:rsidR="0083594B" w:rsidRPr="00700800">
        <w:rPr>
          <w:noProof/>
          <w:webHidden/>
        </w:rPr>
        <w:t>1</w:t>
      </w:r>
      <w:r w:rsidR="00500BBE" w:rsidRPr="00700800">
        <w:rPr>
          <w:noProof/>
          <w:webHidden/>
        </w:rPr>
        <w:t>29</w:t>
      </w:r>
      <w:r w:rsidR="00331FB9" w:rsidRPr="00700800">
        <w:rPr>
          <w:webHidden/>
        </w:rPr>
        <w:tab/>
      </w:r>
      <w:r w:rsidR="00BC2C27" w:rsidRPr="00700800">
        <w:rPr>
          <w:webHidden/>
        </w:rPr>
        <w:t>2</w:t>
      </w:r>
      <w:r w:rsidR="00527D93">
        <w:rPr>
          <w:webHidden/>
        </w:rPr>
        <w:t>7</w:t>
      </w:r>
    </w:p>
    <w:p w14:paraId="480FE22B" w14:textId="3B5816C5" w:rsidR="00B72AEE" w:rsidRPr="00700800" w:rsidRDefault="00B72AEE" w:rsidP="00B72AEE">
      <w:pPr>
        <w:tabs>
          <w:tab w:val="right" w:pos="850"/>
          <w:tab w:val="left" w:pos="1134"/>
          <w:tab w:val="left" w:pos="1559"/>
          <w:tab w:val="left" w:pos="1984"/>
          <w:tab w:val="left" w:leader="dot" w:pos="7654"/>
          <w:tab w:val="right" w:pos="8929"/>
          <w:tab w:val="right" w:pos="9638"/>
        </w:tabs>
        <w:spacing w:after="120"/>
        <w:ind w:left="1559" w:hanging="1559"/>
        <w:rPr>
          <w:webHidden/>
        </w:rPr>
      </w:pPr>
      <w:r w:rsidRPr="00700800">
        <w:rPr>
          <w:noProof/>
        </w:rPr>
        <w:tab/>
      </w:r>
      <w:r w:rsidR="00B27CE5" w:rsidRPr="00700800">
        <w:rPr>
          <w:noProof/>
        </w:rPr>
        <w:t>C</w:t>
      </w:r>
      <w:r w:rsidRPr="00700800">
        <w:rPr>
          <w:noProof/>
        </w:rPr>
        <w:t>.</w:t>
      </w:r>
      <w:r w:rsidRPr="00700800">
        <w:rPr>
          <w:noProof/>
        </w:rPr>
        <w:tab/>
        <w:t xml:space="preserve">UN GTR No. 3 (Motorcycle braking) (agenda item </w:t>
      </w:r>
      <w:r w:rsidR="00FE3597" w:rsidRPr="00700800">
        <w:rPr>
          <w:noProof/>
        </w:rPr>
        <w:t>19</w:t>
      </w:r>
      <w:r w:rsidRPr="00700800">
        <w:rPr>
          <w:noProof/>
        </w:rPr>
        <w:t>.</w:t>
      </w:r>
      <w:r w:rsidR="00B27CE5" w:rsidRPr="00700800">
        <w:rPr>
          <w:noProof/>
        </w:rPr>
        <w:t>3</w:t>
      </w:r>
      <w:r w:rsidRPr="00700800">
        <w:rPr>
          <w:noProof/>
        </w:rPr>
        <w:t>)</w:t>
      </w:r>
      <w:r w:rsidRPr="00700800">
        <w:rPr>
          <w:noProof/>
          <w:webHidden/>
        </w:rPr>
        <w:tab/>
      </w:r>
      <w:r w:rsidRPr="00700800">
        <w:rPr>
          <w:noProof/>
          <w:webHidden/>
        </w:rPr>
        <w:tab/>
      </w:r>
      <w:r w:rsidR="007F16A3" w:rsidRPr="00700800">
        <w:rPr>
          <w:noProof/>
          <w:webHidden/>
        </w:rPr>
        <w:t>130</w:t>
      </w:r>
      <w:r w:rsidRPr="00700800">
        <w:rPr>
          <w:webHidden/>
        </w:rPr>
        <w:tab/>
      </w:r>
      <w:r w:rsidR="00BC2C27" w:rsidRPr="00700800">
        <w:rPr>
          <w:webHidden/>
        </w:rPr>
        <w:t>2</w:t>
      </w:r>
      <w:r w:rsidR="00527D93">
        <w:rPr>
          <w:webHidden/>
        </w:rPr>
        <w:t>7</w:t>
      </w:r>
    </w:p>
    <w:p w14:paraId="7ED1D6D7" w14:textId="4F32E2BE" w:rsidR="00B27CE5" w:rsidRPr="00700800" w:rsidRDefault="00B27CE5" w:rsidP="007F16A3">
      <w:pPr>
        <w:tabs>
          <w:tab w:val="right" w:pos="850"/>
          <w:tab w:val="left" w:pos="1134"/>
          <w:tab w:val="left" w:pos="1276"/>
          <w:tab w:val="left" w:pos="1984"/>
          <w:tab w:val="left" w:leader="dot" w:pos="7654"/>
          <w:tab w:val="right" w:pos="8929"/>
          <w:tab w:val="right" w:pos="9638"/>
        </w:tabs>
        <w:spacing w:after="120"/>
        <w:ind w:left="1134" w:hanging="1134"/>
      </w:pPr>
      <w:r w:rsidRPr="00700800">
        <w:rPr>
          <w:noProof/>
        </w:rPr>
        <w:tab/>
      </w:r>
      <w:r w:rsidR="00FE3597" w:rsidRPr="00700800">
        <w:rPr>
          <w:noProof/>
        </w:rPr>
        <w:t>D</w:t>
      </w:r>
      <w:r w:rsidRPr="00700800">
        <w:rPr>
          <w:noProof/>
        </w:rPr>
        <w:t>.</w:t>
      </w:r>
      <w:r w:rsidRPr="00700800">
        <w:rPr>
          <w:noProof/>
        </w:rPr>
        <w:tab/>
      </w:r>
      <w:r w:rsidRPr="00700800">
        <w:t>UN GTR No. 4 (Worldwide Heavy-Duty vehicle emission test Cycle (WHDC))</w:t>
      </w:r>
      <w:r w:rsidRPr="00700800">
        <w:br/>
        <w:t>(agenda item 1</w:t>
      </w:r>
      <w:r w:rsidR="00FE3597" w:rsidRPr="00700800">
        <w:t>9</w:t>
      </w:r>
      <w:r w:rsidRPr="00700800">
        <w:t>.</w:t>
      </w:r>
      <w:r w:rsidR="00FE3597" w:rsidRPr="00700800">
        <w:t>4</w:t>
      </w:r>
      <w:r w:rsidRPr="00700800">
        <w:t>)</w:t>
      </w:r>
      <w:r w:rsidRPr="00700800">
        <w:tab/>
      </w:r>
      <w:r w:rsidRPr="00700800">
        <w:tab/>
      </w:r>
      <w:r w:rsidR="00206ABC" w:rsidRPr="00700800">
        <w:t>1</w:t>
      </w:r>
      <w:r w:rsidR="007F16A3" w:rsidRPr="00700800">
        <w:t>31</w:t>
      </w:r>
      <w:r w:rsidRPr="00700800">
        <w:tab/>
      </w:r>
      <w:r w:rsidR="00BC2C27" w:rsidRPr="00700800">
        <w:t>2</w:t>
      </w:r>
      <w:r w:rsidR="00527D93">
        <w:t>7</w:t>
      </w:r>
    </w:p>
    <w:p w14:paraId="6846D8C3" w14:textId="7C9F841F" w:rsidR="00331FB9" w:rsidRPr="00700800" w:rsidRDefault="00B27CE5" w:rsidP="00FE3597">
      <w:pPr>
        <w:tabs>
          <w:tab w:val="right" w:pos="850"/>
          <w:tab w:val="left" w:pos="1134"/>
          <w:tab w:val="left" w:pos="1559"/>
          <w:tab w:val="left" w:pos="1984"/>
          <w:tab w:val="left" w:leader="dot" w:pos="7654"/>
          <w:tab w:val="right" w:pos="8929"/>
          <w:tab w:val="right" w:pos="9638"/>
        </w:tabs>
        <w:spacing w:after="120"/>
        <w:rPr>
          <w:noProof/>
        </w:rPr>
      </w:pPr>
      <w:r w:rsidRPr="00700800">
        <w:rPr>
          <w:noProof/>
        </w:rPr>
        <w:tab/>
      </w:r>
      <w:r w:rsidR="00FE3597" w:rsidRPr="00700800">
        <w:rPr>
          <w:noProof/>
        </w:rPr>
        <w:t>E</w:t>
      </w:r>
      <w:r w:rsidRPr="00700800">
        <w:rPr>
          <w:noProof/>
        </w:rPr>
        <w:t>.</w:t>
      </w:r>
      <w:r w:rsidRPr="00700800">
        <w:rPr>
          <w:noProof/>
        </w:rPr>
        <w:tab/>
      </w:r>
      <w:r w:rsidRPr="00700800">
        <w:t>UN GTR No. 5 (On Board Diagnostic Systems (OBD))</w:t>
      </w:r>
      <w:r w:rsidR="00FE3597" w:rsidRPr="00700800">
        <w:t xml:space="preserve"> (agenda item 19.5)</w:t>
      </w:r>
      <w:r w:rsidRPr="00700800">
        <w:tab/>
      </w:r>
      <w:r w:rsidRPr="00700800">
        <w:tab/>
      </w:r>
      <w:r w:rsidR="00BC2C27" w:rsidRPr="00700800">
        <w:t>1</w:t>
      </w:r>
      <w:r w:rsidR="007F16A3" w:rsidRPr="00700800">
        <w:t>32</w:t>
      </w:r>
      <w:r w:rsidRPr="00700800">
        <w:tab/>
      </w:r>
      <w:r w:rsidR="00206ABC" w:rsidRPr="00700800">
        <w:t>2</w:t>
      </w:r>
      <w:r w:rsidR="00527D93">
        <w:t>7</w:t>
      </w:r>
    </w:p>
    <w:p w14:paraId="246459A0" w14:textId="0013A4E2" w:rsidR="00B72AEE" w:rsidRPr="00700800" w:rsidRDefault="00B72AEE" w:rsidP="00FE3597">
      <w:pPr>
        <w:tabs>
          <w:tab w:val="right" w:pos="850"/>
          <w:tab w:val="left" w:pos="1134"/>
          <w:tab w:val="left" w:pos="1559"/>
          <w:tab w:val="left" w:pos="1984"/>
          <w:tab w:val="left" w:leader="dot" w:pos="7654"/>
          <w:tab w:val="right" w:pos="8929"/>
          <w:tab w:val="right" w:pos="9638"/>
        </w:tabs>
        <w:spacing w:after="120"/>
        <w:rPr>
          <w:noProof/>
        </w:rPr>
      </w:pPr>
      <w:r w:rsidRPr="00700800">
        <w:rPr>
          <w:noProof/>
        </w:rPr>
        <w:tab/>
      </w:r>
      <w:r w:rsidR="00FE3597" w:rsidRPr="00700800">
        <w:rPr>
          <w:noProof/>
        </w:rPr>
        <w:t>F</w:t>
      </w:r>
      <w:r w:rsidRPr="00700800">
        <w:rPr>
          <w:noProof/>
        </w:rPr>
        <w:t>.</w:t>
      </w:r>
      <w:r w:rsidRPr="00700800">
        <w:rPr>
          <w:noProof/>
        </w:rPr>
        <w:tab/>
        <w:t xml:space="preserve">UN GTR No. 6 (Safety glazing) (agenda item </w:t>
      </w:r>
      <w:r w:rsidR="00FE3597" w:rsidRPr="00700800">
        <w:rPr>
          <w:noProof/>
        </w:rPr>
        <w:t>19</w:t>
      </w:r>
      <w:r w:rsidRPr="00700800">
        <w:rPr>
          <w:noProof/>
        </w:rPr>
        <w:t>.</w:t>
      </w:r>
      <w:r w:rsidR="00FE3597" w:rsidRPr="00700800">
        <w:rPr>
          <w:noProof/>
        </w:rPr>
        <w:t>6</w:t>
      </w:r>
      <w:r w:rsidRPr="00700800">
        <w:rPr>
          <w:noProof/>
        </w:rPr>
        <w:t>)</w:t>
      </w:r>
      <w:r w:rsidRPr="00700800">
        <w:rPr>
          <w:noProof/>
          <w:webHidden/>
        </w:rPr>
        <w:tab/>
      </w:r>
      <w:r w:rsidRPr="00700800">
        <w:rPr>
          <w:noProof/>
          <w:webHidden/>
        </w:rPr>
        <w:tab/>
      </w:r>
      <w:r w:rsidR="00206ABC" w:rsidRPr="00700800">
        <w:rPr>
          <w:noProof/>
          <w:webHidden/>
        </w:rPr>
        <w:t>1</w:t>
      </w:r>
      <w:r w:rsidR="007F16A3" w:rsidRPr="00700800">
        <w:rPr>
          <w:noProof/>
          <w:webHidden/>
        </w:rPr>
        <w:t>33</w:t>
      </w:r>
      <w:r w:rsidR="007F16A3" w:rsidRPr="00700800">
        <w:rPr>
          <w:webHidden/>
        </w:rPr>
        <w:t>–</w:t>
      </w:r>
      <w:r w:rsidR="009968BF" w:rsidRPr="00700800">
        <w:rPr>
          <w:webHidden/>
        </w:rPr>
        <w:t>1</w:t>
      </w:r>
      <w:r w:rsidR="007F16A3" w:rsidRPr="00700800">
        <w:rPr>
          <w:webHidden/>
        </w:rPr>
        <w:t>36</w:t>
      </w:r>
      <w:r w:rsidRPr="00700800">
        <w:rPr>
          <w:webHidden/>
        </w:rPr>
        <w:tab/>
      </w:r>
      <w:r w:rsidR="00206ABC" w:rsidRPr="00700800">
        <w:rPr>
          <w:webHidden/>
        </w:rPr>
        <w:t>2</w:t>
      </w:r>
      <w:r w:rsidR="007F16A3" w:rsidRPr="00700800">
        <w:rPr>
          <w:webHidden/>
        </w:rPr>
        <w:t>7</w:t>
      </w:r>
    </w:p>
    <w:p w14:paraId="38CF05F9" w14:textId="5BDE4D21" w:rsidR="00B72AEE" w:rsidRPr="00700800" w:rsidRDefault="00B72AEE" w:rsidP="00B72AEE">
      <w:pPr>
        <w:tabs>
          <w:tab w:val="right" w:pos="850"/>
          <w:tab w:val="left" w:pos="1134"/>
          <w:tab w:val="left" w:pos="1559"/>
          <w:tab w:val="left" w:pos="1984"/>
          <w:tab w:val="left" w:leader="dot" w:pos="7654"/>
          <w:tab w:val="right" w:pos="8929"/>
          <w:tab w:val="right" w:pos="9638"/>
        </w:tabs>
        <w:spacing w:after="120"/>
        <w:ind w:left="1559" w:hanging="1559"/>
        <w:rPr>
          <w:webHidden/>
        </w:rPr>
      </w:pPr>
      <w:r w:rsidRPr="00700800">
        <w:rPr>
          <w:noProof/>
        </w:rPr>
        <w:tab/>
      </w:r>
      <w:r w:rsidR="00FE3597" w:rsidRPr="00700800">
        <w:rPr>
          <w:noProof/>
        </w:rPr>
        <w:t>G</w:t>
      </w:r>
      <w:r w:rsidRPr="00700800">
        <w:rPr>
          <w:noProof/>
        </w:rPr>
        <w:t>.</w:t>
      </w:r>
      <w:r w:rsidRPr="00700800">
        <w:rPr>
          <w:noProof/>
        </w:rPr>
        <w:tab/>
        <w:t xml:space="preserve">UN GTR No. 7 (Head restraints) (agenda item </w:t>
      </w:r>
      <w:r w:rsidR="00FE3597" w:rsidRPr="00700800">
        <w:rPr>
          <w:noProof/>
        </w:rPr>
        <w:t>19</w:t>
      </w:r>
      <w:r w:rsidRPr="00700800">
        <w:rPr>
          <w:noProof/>
        </w:rPr>
        <w:t>.</w:t>
      </w:r>
      <w:r w:rsidR="00FE3597" w:rsidRPr="00700800">
        <w:rPr>
          <w:noProof/>
        </w:rPr>
        <w:t>7</w:t>
      </w:r>
      <w:r w:rsidRPr="00700800">
        <w:rPr>
          <w:noProof/>
        </w:rPr>
        <w:t>)</w:t>
      </w:r>
      <w:r w:rsidRPr="00700800">
        <w:rPr>
          <w:noProof/>
          <w:webHidden/>
        </w:rPr>
        <w:tab/>
      </w:r>
      <w:r w:rsidRPr="00700800">
        <w:rPr>
          <w:noProof/>
          <w:webHidden/>
        </w:rPr>
        <w:tab/>
      </w:r>
      <w:r w:rsidR="009968BF" w:rsidRPr="00700800">
        <w:rPr>
          <w:webHidden/>
        </w:rPr>
        <w:t>1</w:t>
      </w:r>
      <w:r w:rsidR="007F16A3" w:rsidRPr="00700800">
        <w:rPr>
          <w:webHidden/>
        </w:rPr>
        <w:t>37–</w:t>
      </w:r>
      <w:r w:rsidR="009968BF" w:rsidRPr="00700800">
        <w:rPr>
          <w:webHidden/>
        </w:rPr>
        <w:t>1</w:t>
      </w:r>
      <w:r w:rsidR="007F16A3" w:rsidRPr="00700800">
        <w:rPr>
          <w:webHidden/>
        </w:rPr>
        <w:t>38</w:t>
      </w:r>
      <w:r w:rsidRPr="00700800">
        <w:rPr>
          <w:webHidden/>
        </w:rPr>
        <w:tab/>
      </w:r>
      <w:r w:rsidR="00206ABC" w:rsidRPr="00700800">
        <w:rPr>
          <w:webHidden/>
        </w:rPr>
        <w:t>2</w:t>
      </w:r>
      <w:r w:rsidR="003E4525" w:rsidRPr="00700800">
        <w:rPr>
          <w:webHidden/>
        </w:rPr>
        <w:t>8</w:t>
      </w:r>
    </w:p>
    <w:p w14:paraId="4509E2A4" w14:textId="477F3251" w:rsidR="00FE3597" w:rsidRPr="00700800" w:rsidRDefault="00FE3597" w:rsidP="00B72AEE">
      <w:pPr>
        <w:tabs>
          <w:tab w:val="right" w:pos="850"/>
          <w:tab w:val="left" w:pos="1134"/>
          <w:tab w:val="left" w:pos="1559"/>
          <w:tab w:val="left" w:pos="1984"/>
          <w:tab w:val="left" w:leader="dot" w:pos="7654"/>
          <w:tab w:val="right" w:pos="8929"/>
          <w:tab w:val="right" w:pos="9638"/>
        </w:tabs>
        <w:spacing w:after="120"/>
        <w:ind w:left="1559" w:hanging="1559"/>
      </w:pPr>
      <w:r w:rsidRPr="00700800">
        <w:rPr>
          <w:noProof/>
        </w:rPr>
        <w:tab/>
        <w:t>H.</w:t>
      </w:r>
      <w:r w:rsidRPr="00700800">
        <w:rPr>
          <w:noProof/>
        </w:rPr>
        <w:tab/>
      </w:r>
      <w:r w:rsidRPr="00700800">
        <w:t>UN GTR No. 8 (Electronic stability control systems (ESC)) (agenda item 19.8)</w:t>
      </w:r>
      <w:r w:rsidR="007F16A3" w:rsidRPr="00700800">
        <w:tab/>
      </w:r>
      <w:r w:rsidRPr="00700800">
        <w:tab/>
      </w:r>
      <w:r w:rsidR="00206ABC" w:rsidRPr="00700800">
        <w:t>1</w:t>
      </w:r>
      <w:r w:rsidR="007F16A3" w:rsidRPr="00700800">
        <w:t>39</w:t>
      </w:r>
      <w:r w:rsidRPr="00700800">
        <w:tab/>
      </w:r>
      <w:r w:rsidR="00206ABC" w:rsidRPr="00700800">
        <w:t>2</w:t>
      </w:r>
      <w:r w:rsidR="003E4525" w:rsidRPr="00700800">
        <w:t>8</w:t>
      </w:r>
    </w:p>
    <w:p w14:paraId="7924F9CB" w14:textId="2709B67C" w:rsidR="00B72AEE" w:rsidRPr="00700800" w:rsidRDefault="00B72AEE" w:rsidP="00B72AEE">
      <w:pPr>
        <w:tabs>
          <w:tab w:val="right" w:pos="850"/>
          <w:tab w:val="left" w:pos="1134"/>
          <w:tab w:val="left" w:pos="1559"/>
          <w:tab w:val="left" w:pos="1984"/>
          <w:tab w:val="left" w:leader="dot" w:pos="7654"/>
          <w:tab w:val="right" w:pos="8929"/>
          <w:tab w:val="right" w:pos="9638"/>
        </w:tabs>
        <w:spacing w:after="120"/>
        <w:ind w:left="1559" w:hanging="1559"/>
        <w:rPr>
          <w:noProof/>
          <w:webHidden/>
        </w:rPr>
      </w:pPr>
      <w:r w:rsidRPr="00700800">
        <w:rPr>
          <w:noProof/>
        </w:rPr>
        <w:tab/>
      </w:r>
      <w:r w:rsidR="00FE3597" w:rsidRPr="00700800">
        <w:rPr>
          <w:noProof/>
        </w:rPr>
        <w:t>I</w:t>
      </w:r>
      <w:r w:rsidRPr="00700800">
        <w:rPr>
          <w:noProof/>
        </w:rPr>
        <w:t>.</w:t>
      </w:r>
      <w:r w:rsidRPr="00700800">
        <w:rPr>
          <w:noProof/>
        </w:rPr>
        <w:tab/>
        <w:t xml:space="preserve">UN GTR No. 9 (Pedestrian safety) (agenda item </w:t>
      </w:r>
      <w:r w:rsidR="00FE3597" w:rsidRPr="00700800">
        <w:rPr>
          <w:noProof/>
        </w:rPr>
        <w:t>19</w:t>
      </w:r>
      <w:r w:rsidRPr="00700800">
        <w:rPr>
          <w:noProof/>
        </w:rPr>
        <w:t>.</w:t>
      </w:r>
      <w:r w:rsidR="00FE3597" w:rsidRPr="00700800">
        <w:rPr>
          <w:noProof/>
        </w:rPr>
        <w:t>9</w:t>
      </w:r>
      <w:r w:rsidRPr="00700800">
        <w:rPr>
          <w:noProof/>
        </w:rPr>
        <w:t>)</w:t>
      </w:r>
      <w:r w:rsidRPr="00700800">
        <w:rPr>
          <w:noProof/>
          <w:webHidden/>
        </w:rPr>
        <w:tab/>
      </w:r>
      <w:r w:rsidRPr="00700800">
        <w:rPr>
          <w:noProof/>
          <w:webHidden/>
        </w:rPr>
        <w:tab/>
      </w:r>
      <w:r w:rsidR="00206ABC" w:rsidRPr="00700800">
        <w:rPr>
          <w:noProof/>
          <w:webHidden/>
        </w:rPr>
        <w:t>1</w:t>
      </w:r>
      <w:r w:rsidR="007F16A3" w:rsidRPr="00700800">
        <w:rPr>
          <w:noProof/>
          <w:webHidden/>
        </w:rPr>
        <w:t>40</w:t>
      </w:r>
      <w:r w:rsidRPr="00700800">
        <w:rPr>
          <w:webHidden/>
        </w:rPr>
        <w:tab/>
      </w:r>
      <w:r w:rsidR="00206ABC" w:rsidRPr="00700800">
        <w:rPr>
          <w:webHidden/>
        </w:rPr>
        <w:t>2</w:t>
      </w:r>
      <w:r w:rsidR="007F16A3" w:rsidRPr="00700800">
        <w:rPr>
          <w:webHidden/>
        </w:rPr>
        <w:t>8</w:t>
      </w:r>
    </w:p>
    <w:p w14:paraId="0CFF9C4A" w14:textId="036417A7" w:rsidR="00FE3597" w:rsidRPr="00700800" w:rsidRDefault="00FE3597" w:rsidP="00B72AEE">
      <w:pPr>
        <w:tabs>
          <w:tab w:val="right" w:pos="850"/>
          <w:tab w:val="left" w:pos="1134"/>
          <w:tab w:val="left" w:pos="1559"/>
          <w:tab w:val="left" w:pos="1984"/>
          <w:tab w:val="left" w:leader="dot" w:pos="7654"/>
          <w:tab w:val="right" w:pos="8929"/>
          <w:tab w:val="right" w:pos="9638"/>
        </w:tabs>
        <w:spacing w:after="120"/>
        <w:ind w:left="1559" w:hanging="1559"/>
      </w:pPr>
      <w:r w:rsidRPr="00700800">
        <w:rPr>
          <w:noProof/>
        </w:rPr>
        <w:tab/>
        <w:t>J.</w:t>
      </w:r>
      <w:r w:rsidRPr="00700800">
        <w:rPr>
          <w:noProof/>
        </w:rPr>
        <w:tab/>
      </w:r>
      <w:r w:rsidRPr="00700800">
        <w:t>UN GTR No. 10 (Off-cycle emissions (OCE)) (agenda item 19.10)</w:t>
      </w:r>
      <w:r w:rsidRPr="00700800">
        <w:tab/>
      </w:r>
      <w:r w:rsidRPr="00700800">
        <w:tab/>
      </w:r>
      <w:r w:rsidR="00206ABC" w:rsidRPr="00700800">
        <w:t>1</w:t>
      </w:r>
      <w:r w:rsidR="007F16A3" w:rsidRPr="00700800">
        <w:t>41</w:t>
      </w:r>
      <w:r w:rsidRPr="00700800">
        <w:tab/>
      </w:r>
      <w:r w:rsidR="00206ABC" w:rsidRPr="00700800">
        <w:t>2</w:t>
      </w:r>
      <w:r w:rsidR="003E4525" w:rsidRPr="00700800">
        <w:t>9</w:t>
      </w:r>
    </w:p>
    <w:p w14:paraId="3ADC290C" w14:textId="48A381BC" w:rsidR="00FE3597" w:rsidRPr="00700800" w:rsidRDefault="00FE3597" w:rsidP="007F16A3">
      <w:pPr>
        <w:tabs>
          <w:tab w:val="right" w:pos="850"/>
          <w:tab w:val="left" w:pos="1134"/>
          <w:tab w:val="left" w:pos="1984"/>
          <w:tab w:val="left" w:leader="dot" w:pos="7654"/>
          <w:tab w:val="right" w:pos="8929"/>
          <w:tab w:val="right" w:pos="9638"/>
        </w:tabs>
        <w:spacing w:after="120"/>
        <w:ind w:left="1134" w:hanging="1134"/>
      </w:pPr>
      <w:r w:rsidRPr="00700800">
        <w:rPr>
          <w:noProof/>
        </w:rPr>
        <w:tab/>
        <w:t>K.</w:t>
      </w:r>
      <w:r w:rsidRPr="00700800">
        <w:rPr>
          <w:noProof/>
        </w:rPr>
        <w:tab/>
      </w:r>
      <w:r w:rsidRPr="00700800">
        <w:t xml:space="preserve">UN GTR No. 11 (Agricultural and forestry tractors and non-road mobile </w:t>
      </w:r>
      <w:r w:rsidR="00331FB9" w:rsidRPr="00700800">
        <w:br/>
        <w:t>m</w:t>
      </w:r>
      <w:r w:rsidRPr="00700800">
        <w:t>achinery emission test procedures) (agenda item 19.11)</w:t>
      </w:r>
      <w:r w:rsidRPr="00700800">
        <w:tab/>
      </w:r>
      <w:r w:rsidRPr="00700800">
        <w:tab/>
      </w:r>
      <w:r w:rsidR="00206ABC" w:rsidRPr="00700800">
        <w:t>1</w:t>
      </w:r>
      <w:r w:rsidR="007F16A3" w:rsidRPr="00700800">
        <w:t>42</w:t>
      </w:r>
      <w:r w:rsidRPr="00700800">
        <w:tab/>
      </w:r>
      <w:r w:rsidR="00206ABC" w:rsidRPr="00700800">
        <w:t>2</w:t>
      </w:r>
      <w:r w:rsidR="003E4525" w:rsidRPr="00700800">
        <w:t>9</w:t>
      </w:r>
    </w:p>
    <w:p w14:paraId="0A88B31F" w14:textId="0D74C7A6" w:rsidR="00FE3597" w:rsidRPr="00700800" w:rsidRDefault="00FE3597" w:rsidP="007F16A3">
      <w:pPr>
        <w:tabs>
          <w:tab w:val="right" w:pos="850"/>
          <w:tab w:val="left" w:pos="1134"/>
          <w:tab w:val="left" w:pos="1276"/>
          <w:tab w:val="left" w:pos="1984"/>
          <w:tab w:val="left" w:leader="dot" w:pos="7654"/>
          <w:tab w:val="right" w:pos="8929"/>
          <w:tab w:val="right" w:pos="9638"/>
        </w:tabs>
        <w:spacing w:after="120"/>
        <w:ind w:left="1134" w:hanging="1134"/>
      </w:pPr>
      <w:r w:rsidRPr="00700800">
        <w:rPr>
          <w:noProof/>
        </w:rPr>
        <w:lastRenderedPageBreak/>
        <w:tab/>
        <w:t>L.</w:t>
      </w:r>
      <w:r w:rsidRPr="00700800">
        <w:rPr>
          <w:noProof/>
        </w:rPr>
        <w:tab/>
      </w:r>
      <w:r w:rsidRPr="00700800">
        <w:t xml:space="preserve">UN GTR No. 12 (Motorcycle Controls, Tell-tales and Indicators) </w:t>
      </w:r>
      <w:r w:rsidR="00331FB9" w:rsidRPr="00700800">
        <w:br/>
      </w:r>
      <w:r w:rsidRPr="00700800">
        <w:t>(agenda item 19.12)</w:t>
      </w:r>
      <w:r w:rsidRPr="00700800">
        <w:tab/>
      </w:r>
      <w:r w:rsidR="00331FB9" w:rsidRPr="00700800">
        <w:tab/>
      </w:r>
      <w:r w:rsidR="009968BF" w:rsidRPr="00700800">
        <w:t>1</w:t>
      </w:r>
      <w:r w:rsidR="007F16A3" w:rsidRPr="00700800">
        <w:t>43</w:t>
      </w:r>
      <w:r w:rsidRPr="00700800">
        <w:tab/>
      </w:r>
      <w:r w:rsidR="00206ABC" w:rsidRPr="00700800">
        <w:t>2</w:t>
      </w:r>
      <w:r w:rsidR="003E4525" w:rsidRPr="00700800">
        <w:t>9</w:t>
      </w:r>
    </w:p>
    <w:p w14:paraId="57460786" w14:textId="4D6962E1" w:rsidR="00340F0A" w:rsidRPr="00700800" w:rsidRDefault="00B72AEE" w:rsidP="007F16A3">
      <w:pPr>
        <w:tabs>
          <w:tab w:val="right" w:pos="850"/>
          <w:tab w:val="left" w:pos="1134"/>
          <w:tab w:val="left" w:pos="1276"/>
          <w:tab w:val="left" w:pos="1984"/>
          <w:tab w:val="left" w:leader="dot" w:pos="7654"/>
          <w:tab w:val="right" w:pos="8929"/>
          <w:tab w:val="right" w:pos="9638"/>
        </w:tabs>
        <w:spacing w:after="120"/>
        <w:ind w:left="1134" w:hanging="1134"/>
      </w:pPr>
      <w:r w:rsidRPr="00700800">
        <w:rPr>
          <w:noProof/>
        </w:rPr>
        <w:tab/>
      </w:r>
      <w:r w:rsidR="00FE3597" w:rsidRPr="00700800">
        <w:rPr>
          <w:noProof/>
        </w:rPr>
        <w:t>M</w:t>
      </w:r>
      <w:r w:rsidR="00340F0A" w:rsidRPr="00700800">
        <w:rPr>
          <w:noProof/>
        </w:rPr>
        <w:t>.</w:t>
      </w:r>
      <w:r w:rsidR="00340F0A" w:rsidRPr="00700800">
        <w:rPr>
          <w:noProof/>
        </w:rPr>
        <w:tab/>
        <w:t xml:space="preserve">UN GTR No. 13 (Hydrogen and Fuel Cell vehicles (HFCV) – Phase 2) </w:t>
      </w:r>
      <w:r w:rsidR="00340F0A" w:rsidRPr="00700800">
        <w:rPr>
          <w:noProof/>
        </w:rPr>
        <w:br/>
        <w:t xml:space="preserve">(agenda item </w:t>
      </w:r>
      <w:r w:rsidR="00FE3597" w:rsidRPr="00700800">
        <w:rPr>
          <w:noProof/>
        </w:rPr>
        <w:t>19</w:t>
      </w:r>
      <w:r w:rsidR="00340F0A" w:rsidRPr="00700800">
        <w:rPr>
          <w:noProof/>
        </w:rPr>
        <w:t>.</w:t>
      </w:r>
      <w:r w:rsidR="00FE3597" w:rsidRPr="00700800">
        <w:rPr>
          <w:noProof/>
        </w:rPr>
        <w:t>13</w:t>
      </w:r>
      <w:r w:rsidR="00340F0A" w:rsidRPr="00700800">
        <w:rPr>
          <w:noProof/>
        </w:rPr>
        <w:t>)</w:t>
      </w:r>
      <w:r w:rsidR="00340F0A" w:rsidRPr="00700800">
        <w:rPr>
          <w:noProof/>
        </w:rPr>
        <w:tab/>
      </w:r>
      <w:r w:rsidR="00340F0A" w:rsidRPr="00700800">
        <w:rPr>
          <w:noProof/>
        </w:rPr>
        <w:tab/>
      </w:r>
      <w:r w:rsidR="00206ABC" w:rsidRPr="00700800">
        <w:rPr>
          <w:noProof/>
        </w:rPr>
        <w:t>1</w:t>
      </w:r>
      <w:r w:rsidR="007F16A3" w:rsidRPr="00700800">
        <w:rPr>
          <w:noProof/>
        </w:rPr>
        <w:t>44</w:t>
      </w:r>
      <w:r w:rsidR="00340F0A" w:rsidRPr="00700800">
        <w:tab/>
      </w:r>
      <w:r w:rsidR="00206ABC" w:rsidRPr="00700800">
        <w:t>2</w:t>
      </w:r>
      <w:r w:rsidR="003E4525" w:rsidRPr="00700800">
        <w:t>9</w:t>
      </w:r>
    </w:p>
    <w:p w14:paraId="4E1A464B" w14:textId="169D6A99" w:rsidR="00FE3597" w:rsidRPr="00700800" w:rsidRDefault="00FE3597" w:rsidP="007F16A3">
      <w:pPr>
        <w:tabs>
          <w:tab w:val="right" w:pos="850"/>
          <w:tab w:val="left" w:pos="1134"/>
          <w:tab w:val="left" w:pos="1276"/>
          <w:tab w:val="left" w:pos="1984"/>
          <w:tab w:val="left" w:leader="dot" w:pos="7654"/>
          <w:tab w:val="right" w:pos="8929"/>
          <w:tab w:val="right" w:pos="9638"/>
        </w:tabs>
        <w:spacing w:after="120"/>
        <w:ind w:left="1134" w:hanging="1134"/>
        <w:rPr>
          <w:lang w:val="es-ES"/>
        </w:rPr>
      </w:pPr>
      <w:r w:rsidRPr="00700800">
        <w:rPr>
          <w:noProof/>
        </w:rPr>
        <w:tab/>
      </w:r>
      <w:r w:rsidRPr="00700800">
        <w:rPr>
          <w:noProof/>
          <w:lang w:val="es-ES"/>
        </w:rPr>
        <w:t>N.</w:t>
      </w:r>
      <w:r w:rsidRPr="00700800">
        <w:rPr>
          <w:noProof/>
          <w:lang w:val="es-ES"/>
        </w:rPr>
        <w:tab/>
      </w:r>
      <w:r w:rsidRPr="00700800">
        <w:rPr>
          <w:lang w:val="es-ES"/>
        </w:rPr>
        <w:t xml:space="preserve">UN GTR No. 14 (Pole </w:t>
      </w:r>
      <w:proofErr w:type="spellStart"/>
      <w:r w:rsidRPr="00700800">
        <w:rPr>
          <w:lang w:val="es-ES"/>
        </w:rPr>
        <w:t>Side</w:t>
      </w:r>
      <w:proofErr w:type="spellEnd"/>
      <w:r w:rsidRPr="00700800">
        <w:rPr>
          <w:lang w:val="es-ES"/>
        </w:rPr>
        <w:t xml:space="preserve"> </w:t>
      </w:r>
      <w:proofErr w:type="spellStart"/>
      <w:r w:rsidRPr="00700800">
        <w:rPr>
          <w:lang w:val="es-ES"/>
        </w:rPr>
        <w:t>Impact</w:t>
      </w:r>
      <w:proofErr w:type="spellEnd"/>
      <w:r w:rsidRPr="00700800">
        <w:rPr>
          <w:lang w:val="es-ES"/>
        </w:rPr>
        <w:t xml:space="preserve"> (PSI)) (agenda </w:t>
      </w:r>
      <w:proofErr w:type="spellStart"/>
      <w:r w:rsidR="009E4D62" w:rsidRPr="00700800">
        <w:rPr>
          <w:lang w:val="es-ES"/>
        </w:rPr>
        <w:t>i</w:t>
      </w:r>
      <w:r w:rsidRPr="00700800">
        <w:rPr>
          <w:lang w:val="es-ES"/>
        </w:rPr>
        <w:t>tem</w:t>
      </w:r>
      <w:proofErr w:type="spellEnd"/>
      <w:r w:rsidRPr="00700800">
        <w:rPr>
          <w:lang w:val="es-ES"/>
        </w:rPr>
        <w:t xml:space="preserve"> 19.14)</w:t>
      </w:r>
      <w:r w:rsidRPr="00700800">
        <w:rPr>
          <w:lang w:val="es-ES"/>
        </w:rPr>
        <w:tab/>
      </w:r>
      <w:r w:rsidRPr="00700800">
        <w:rPr>
          <w:lang w:val="es-ES"/>
        </w:rPr>
        <w:tab/>
      </w:r>
      <w:r w:rsidR="00206ABC" w:rsidRPr="00700800">
        <w:rPr>
          <w:lang w:val="es-ES"/>
        </w:rPr>
        <w:t>1</w:t>
      </w:r>
      <w:r w:rsidR="007F16A3" w:rsidRPr="00700800">
        <w:rPr>
          <w:lang w:val="es-ES"/>
        </w:rPr>
        <w:t>45</w:t>
      </w:r>
      <w:r w:rsidRPr="00700800">
        <w:rPr>
          <w:lang w:val="es-ES"/>
        </w:rPr>
        <w:tab/>
      </w:r>
      <w:r w:rsidR="00206ABC" w:rsidRPr="00700800">
        <w:rPr>
          <w:lang w:val="es-ES"/>
        </w:rPr>
        <w:t>2</w:t>
      </w:r>
      <w:r w:rsidR="003E4525" w:rsidRPr="00700800">
        <w:rPr>
          <w:lang w:val="es-ES"/>
        </w:rPr>
        <w:t>9</w:t>
      </w:r>
    </w:p>
    <w:p w14:paraId="1A8FE6DF" w14:textId="57286F80" w:rsidR="00B72AEE" w:rsidRPr="00700800" w:rsidRDefault="00340F0A" w:rsidP="007F16A3">
      <w:pPr>
        <w:tabs>
          <w:tab w:val="right" w:pos="850"/>
          <w:tab w:val="left" w:pos="1134"/>
          <w:tab w:val="left" w:pos="1276"/>
          <w:tab w:val="left" w:pos="1984"/>
          <w:tab w:val="left" w:leader="dot" w:pos="7654"/>
          <w:tab w:val="right" w:pos="8929"/>
          <w:tab w:val="right" w:pos="9638"/>
        </w:tabs>
        <w:spacing w:after="120"/>
        <w:ind w:left="1134" w:hanging="1134"/>
      </w:pPr>
      <w:r w:rsidRPr="00700800">
        <w:rPr>
          <w:noProof/>
          <w:lang w:val="es-ES"/>
        </w:rPr>
        <w:tab/>
      </w:r>
      <w:r w:rsidR="00FE3597" w:rsidRPr="00700800">
        <w:rPr>
          <w:noProof/>
        </w:rPr>
        <w:t>O</w:t>
      </w:r>
      <w:r w:rsidRPr="00700800">
        <w:rPr>
          <w:noProof/>
        </w:rPr>
        <w:t>.</w:t>
      </w:r>
      <w:r w:rsidR="00B72AEE" w:rsidRPr="00700800">
        <w:rPr>
          <w:noProof/>
        </w:rPr>
        <w:tab/>
        <w:t xml:space="preserve">UN GTR No. 15 (Worldwide harmonized Light vehicle Test Procedures </w:t>
      </w:r>
      <w:r w:rsidR="00B72AEE" w:rsidRPr="00700800">
        <w:rPr>
          <w:noProof/>
        </w:rPr>
        <w:br/>
        <w:t xml:space="preserve">(WLTP) – Phase 2) (agenda item </w:t>
      </w:r>
      <w:r w:rsidR="00FE3597" w:rsidRPr="00700800">
        <w:rPr>
          <w:noProof/>
        </w:rPr>
        <w:t>19</w:t>
      </w:r>
      <w:r w:rsidR="00B72AEE" w:rsidRPr="00700800">
        <w:rPr>
          <w:noProof/>
        </w:rPr>
        <w:t>.</w:t>
      </w:r>
      <w:r w:rsidR="00FE3597" w:rsidRPr="00700800">
        <w:rPr>
          <w:noProof/>
        </w:rPr>
        <w:t>15</w:t>
      </w:r>
      <w:r w:rsidR="00B72AEE" w:rsidRPr="00700800">
        <w:rPr>
          <w:noProof/>
        </w:rPr>
        <w:t>)</w:t>
      </w:r>
      <w:r w:rsidR="00B72AEE" w:rsidRPr="00700800">
        <w:rPr>
          <w:noProof/>
          <w:webHidden/>
        </w:rPr>
        <w:tab/>
      </w:r>
      <w:r w:rsidR="00B72AEE" w:rsidRPr="00700800">
        <w:rPr>
          <w:noProof/>
          <w:webHidden/>
        </w:rPr>
        <w:tab/>
      </w:r>
      <w:r w:rsidR="00206ABC" w:rsidRPr="00700800">
        <w:rPr>
          <w:noProof/>
          <w:webHidden/>
        </w:rPr>
        <w:t>1</w:t>
      </w:r>
      <w:r w:rsidR="007F16A3" w:rsidRPr="00700800">
        <w:rPr>
          <w:noProof/>
          <w:webHidden/>
        </w:rPr>
        <w:t>46</w:t>
      </w:r>
      <w:r w:rsidR="00B72AEE" w:rsidRPr="00700800">
        <w:rPr>
          <w:webHidden/>
        </w:rPr>
        <w:tab/>
      </w:r>
      <w:r w:rsidR="00206ABC" w:rsidRPr="00700800">
        <w:rPr>
          <w:webHidden/>
        </w:rPr>
        <w:t>2</w:t>
      </w:r>
      <w:r w:rsidR="007F16A3" w:rsidRPr="00700800">
        <w:rPr>
          <w:webHidden/>
        </w:rPr>
        <w:t>9</w:t>
      </w:r>
    </w:p>
    <w:p w14:paraId="1D98B1E2" w14:textId="44576BD1" w:rsidR="00B72AEE" w:rsidRPr="00700800" w:rsidRDefault="00B72AEE" w:rsidP="007F16A3">
      <w:pPr>
        <w:tabs>
          <w:tab w:val="right" w:pos="850"/>
          <w:tab w:val="left" w:pos="1134"/>
          <w:tab w:val="left" w:pos="1276"/>
          <w:tab w:val="left" w:pos="1984"/>
          <w:tab w:val="left" w:leader="dot" w:pos="7654"/>
          <w:tab w:val="right" w:pos="8929"/>
          <w:tab w:val="right" w:pos="9638"/>
        </w:tabs>
        <w:spacing w:after="120"/>
        <w:ind w:left="1134" w:hanging="1134"/>
        <w:rPr>
          <w:webHidden/>
          <w:lang w:val="es-ES"/>
        </w:rPr>
      </w:pPr>
      <w:r w:rsidRPr="00700800">
        <w:rPr>
          <w:noProof/>
        </w:rPr>
        <w:tab/>
      </w:r>
      <w:r w:rsidR="00FE3597" w:rsidRPr="00700800">
        <w:rPr>
          <w:noProof/>
          <w:lang w:val="es-ES"/>
        </w:rPr>
        <w:t>P</w:t>
      </w:r>
      <w:r w:rsidR="00340F0A" w:rsidRPr="00700800">
        <w:rPr>
          <w:noProof/>
          <w:lang w:val="es-ES"/>
        </w:rPr>
        <w:t>.</w:t>
      </w:r>
      <w:r w:rsidRPr="00700800">
        <w:rPr>
          <w:noProof/>
          <w:lang w:val="es-ES"/>
        </w:rPr>
        <w:tab/>
        <w:t xml:space="preserve">UN GTR No. 16 (Tyres) (agenda item </w:t>
      </w:r>
      <w:r w:rsidR="00FE3597" w:rsidRPr="00700800">
        <w:rPr>
          <w:noProof/>
          <w:lang w:val="es-ES"/>
        </w:rPr>
        <w:t>19</w:t>
      </w:r>
      <w:r w:rsidRPr="00700800">
        <w:rPr>
          <w:noProof/>
          <w:lang w:val="es-ES"/>
        </w:rPr>
        <w:t>.</w:t>
      </w:r>
      <w:r w:rsidR="00FE3597" w:rsidRPr="00700800">
        <w:rPr>
          <w:noProof/>
          <w:lang w:val="es-ES"/>
        </w:rPr>
        <w:t>16</w:t>
      </w:r>
      <w:r w:rsidRPr="00700800">
        <w:rPr>
          <w:noProof/>
          <w:lang w:val="es-ES"/>
        </w:rPr>
        <w:t>)</w:t>
      </w:r>
      <w:r w:rsidRPr="00700800">
        <w:rPr>
          <w:noProof/>
          <w:webHidden/>
          <w:lang w:val="es-ES"/>
        </w:rPr>
        <w:tab/>
      </w:r>
      <w:r w:rsidRPr="00700800">
        <w:rPr>
          <w:noProof/>
          <w:webHidden/>
          <w:lang w:val="es-ES"/>
        </w:rPr>
        <w:tab/>
      </w:r>
      <w:r w:rsidR="00206ABC" w:rsidRPr="00700800">
        <w:rPr>
          <w:noProof/>
          <w:webHidden/>
          <w:lang w:val="es-ES"/>
        </w:rPr>
        <w:t>1</w:t>
      </w:r>
      <w:r w:rsidR="007F16A3" w:rsidRPr="00700800">
        <w:rPr>
          <w:noProof/>
          <w:webHidden/>
          <w:lang w:val="es-ES"/>
        </w:rPr>
        <w:t>47</w:t>
      </w:r>
      <w:r w:rsidRPr="00700800">
        <w:rPr>
          <w:webHidden/>
          <w:lang w:val="es-ES"/>
        </w:rPr>
        <w:tab/>
      </w:r>
      <w:r w:rsidR="003E4525" w:rsidRPr="00700800">
        <w:rPr>
          <w:webHidden/>
          <w:lang w:val="es-ES"/>
        </w:rPr>
        <w:t>30</w:t>
      </w:r>
    </w:p>
    <w:p w14:paraId="1F16C936" w14:textId="4C316741" w:rsidR="00FE3597" w:rsidRPr="00700800" w:rsidRDefault="00FE3597" w:rsidP="007F16A3">
      <w:pPr>
        <w:tabs>
          <w:tab w:val="right" w:pos="850"/>
          <w:tab w:val="left" w:pos="1134"/>
          <w:tab w:val="left" w:pos="1276"/>
          <w:tab w:val="left" w:pos="1984"/>
          <w:tab w:val="left" w:leader="dot" w:pos="7654"/>
          <w:tab w:val="right" w:pos="8929"/>
          <w:tab w:val="right" w:pos="9638"/>
        </w:tabs>
        <w:spacing w:after="120"/>
        <w:ind w:left="1134" w:hanging="1134"/>
        <w:rPr>
          <w:noProof/>
        </w:rPr>
      </w:pPr>
      <w:r w:rsidRPr="00700800">
        <w:rPr>
          <w:noProof/>
          <w:lang w:val="es-ES"/>
        </w:rPr>
        <w:tab/>
      </w:r>
      <w:r w:rsidRPr="00700800">
        <w:rPr>
          <w:noProof/>
        </w:rPr>
        <w:t>Q.</w:t>
      </w:r>
      <w:r w:rsidRPr="00700800">
        <w:rPr>
          <w:noProof/>
        </w:rPr>
        <w:tab/>
      </w:r>
      <w:r w:rsidRPr="00700800">
        <w:t>UN GTR No. 17 (</w:t>
      </w:r>
      <w:r w:rsidRPr="00700800">
        <w:rPr>
          <w:lang w:val="en-US"/>
        </w:rPr>
        <w:t xml:space="preserve">Crankcase and evaporative emissions for two- or </w:t>
      </w:r>
      <w:r w:rsidR="009E4D62" w:rsidRPr="00700800">
        <w:rPr>
          <w:lang w:val="en-US"/>
        </w:rPr>
        <w:br/>
      </w:r>
      <w:r w:rsidR="007F16A3" w:rsidRPr="00700800">
        <w:rPr>
          <w:lang w:val="en-US"/>
        </w:rPr>
        <w:t>t</w:t>
      </w:r>
      <w:r w:rsidRPr="00700800">
        <w:rPr>
          <w:lang w:val="en-US"/>
        </w:rPr>
        <w:t xml:space="preserve">hree-wheeled motor vehicles) </w:t>
      </w:r>
      <w:r w:rsidRPr="00700800">
        <w:t xml:space="preserve">(agenda </w:t>
      </w:r>
      <w:r w:rsidR="009E4D62" w:rsidRPr="00700800">
        <w:t>i</w:t>
      </w:r>
      <w:r w:rsidRPr="00700800">
        <w:t>tem 19.17)</w:t>
      </w:r>
      <w:r w:rsidR="00331FB9" w:rsidRPr="00700800">
        <w:tab/>
      </w:r>
      <w:r w:rsidR="00331FB9" w:rsidRPr="00700800">
        <w:tab/>
      </w:r>
      <w:r w:rsidR="009968BF" w:rsidRPr="00700800">
        <w:t>1</w:t>
      </w:r>
      <w:r w:rsidR="007F16A3" w:rsidRPr="00700800">
        <w:t>48</w:t>
      </w:r>
      <w:r w:rsidR="00331FB9" w:rsidRPr="00700800">
        <w:tab/>
      </w:r>
      <w:r w:rsidR="003E4525" w:rsidRPr="00700800">
        <w:t>30</w:t>
      </w:r>
    </w:p>
    <w:p w14:paraId="3AC0F21D" w14:textId="6F970B8D" w:rsidR="00FE3597" w:rsidRPr="00700800" w:rsidRDefault="00FE3597" w:rsidP="007F16A3">
      <w:pPr>
        <w:tabs>
          <w:tab w:val="right" w:pos="850"/>
          <w:tab w:val="left" w:pos="1134"/>
          <w:tab w:val="left" w:pos="1276"/>
          <w:tab w:val="left" w:pos="1984"/>
          <w:tab w:val="left" w:leader="dot" w:pos="7654"/>
          <w:tab w:val="right" w:pos="8929"/>
          <w:tab w:val="right" w:pos="9638"/>
        </w:tabs>
        <w:spacing w:after="120"/>
        <w:ind w:left="1134" w:hanging="1134"/>
        <w:rPr>
          <w:noProof/>
        </w:rPr>
      </w:pPr>
      <w:r w:rsidRPr="00700800">
        <w:rPr>
          <w:noProof/>
        </w:rPr>
        <w:tab/>
        <w:t>R.</w:t>
      </w:r>
      <w:r w:rsidRPr="00700800">
        <w:rPr>
          <w:noProof/>
        </w:rPr>
        <w:tab/>
      </w:r>
      <w:r w:rsidRPr="00700800">
        <w:t>UN GTR No.18 (</w:t>
      </w:r>
      <w:r w:rsidRPr="00700800">
        <w:rPr>
          <w:lang w:val="en-US"/>
        </w:rPr>
        <w:t xml:space="preserve">On-board diagnostics for two- or three-wheeled motor </w:t>
      </w:r>
      <w:r w:rsidR="009E4D62" w:rsidRPr="00700800">
        <w:rPr>
          <w:lang w:val="en-US"/>
        </w:rPr>
        <w:br/>
      </w:r>
      <w:r w:rsidRPr="00700800">
        <w:rPr>
          <w:lang w:val="en-US"/>
        </w:rPr>
        <w:t>vehicles)</w:t>
      </w:r>
      <w:r w:rsidR="009E4D62" w:rsidRPr="00700800">
        <w:rPr>
          <w:lang w:val="en-US"/>
        </w:rPr>
        <w:t xml:space="preserve"> </w:t>
      </w:r>
      <w:r w:rsidRPr="00700800">
        <w:t xml:space="preserve">(agenda </w:t>
      </w:r>
      <w:r w:rsidR="009E4D62" w:rsidRPr="00700800">
        <w:t>i</w:t>
      </w:r>
      <w:r w:rsidRPr="00700800">
        <w:t>tem 19.18)</w:t>
      </w:r>
      <w:r w:rsidR="00331FB9" w:rsidRPr="00700800">
        <w:tab/>
      </w:r>
      <w:r w:rsidR="00331FB9" w:rsidRPr="00700800">
        <w:tab/>
      </w:r>
      <w:r w:rsidR="00206ABC" w:rsidRPr="00700800">
        <w:t>1</w:t>
      </w:r>
      <w:r w:rsidR="007F16A3" w:rsidRPr="00700800">
        <w:t>49</w:t>
      </w:r>
      <w:r w:rsidR="00331FB9" w:rsidRPr="00700800">
        <w:tab/>
      </w:r>
      <w:r w:rsidR="003E4525" w:rsidRPr="00700800">
        <w:t>30</w:t>
      </w:r>
    </w:p>
    <w:p w14:paraId="2095190C" w14:textId="3C8F730E" w:rsidR="00FE3597" w:rsidRPr="00700800" w:rsidRDefault="00FE3597" w:rsidP="007F16A3">
      <w:pPr>
        <w:tabs>
          <w:tab w:val="right" w:pos="850"/>
          <w:tab w:val="left" w:pos="1134"/>
          <w:tab w:val="left" w:pos="1276"/>
          <w:tab w:val="left" w:pos="1984"/>
          <w:tab w:val="left" w:leader="dot" w:pos="7654"/>
          <w:tab w:val="right" w:pos="8929"/>
          <w:tab w:val="right" w:pos="9638"/>
        </w:tabs>
        <w:spacing w:after="120"/>
        <w:ind w:left="1134" w:hanging="1134"/>
        <w:rPr>
          <w:noProof/>
        </w:rPr>
      </w:pPr>
      <w:r w:rsidRPr="00700800">
        <w:rPr>
          <w:noProof/>
        </w:rPr>
        <w:tab/>
        <w:t>S.</w:t>
      </w:r>
      <w:r w:rsidRPr="00700800">
        <w:rPr>
          <w:noProof/>
        </w:rPr>
        <w:tab/>
      </w:r>
      <w:r w:rsidRPr="00700800">
        <w:rPr>
          <w:lang w:val="en-US"/>
        </w:rPr>
        <w:t>UN GTR No. 19 (</w:t>
      </w:r>
      <w:proofErr w:type="spellStart"/>
      <w:r w:rsidRPr="00700800">
        <w:t>EVAPorative</w:t>
      </w:r>
      <w:proofErr w:type="spellEnd"/>
      <w:r w:rsidRPr="00700800">
        <w:t xml:space="preserve"> emission test procedure for the Worldwide </w:t>
      </w:r>
      <w:r w:rsidRPr="00700800">
        <w:br/>
        <w:t xml:space="preserve">harmonized Light vehicle Test Procedure (WLTP EVAP)) (agenda </w:t>
      </w:r>
      <w:r w:rsidR="009E4D62" w:rsidRPr="00700800">
        <w:t>i</w:t>
      </w:r>
      <w:r w:rsidRPr="00700800">
        <w:t>tem 19.19)</w:t>
      </w:r>
      <w:r w:rsidR="00331FB9" w:rsidRPr="00700800">
        <w:tab/>
      </w:r>
      <w:r w:rsidR="007F16A3" w:rsidRPr="00700800">
        <w:tab/>
      </w:r>
      <w:r w:rsidR="00206ABC" w:rsidRPr="00700800">
        <w:t>1</w:t>
      </w:r>
      <w:r w:rsidR="007F16A3" w:rsidRPr="00700800">
        <w:t>50</w:t>
      </w:r>
      <w:r w:rsidR="00331FB9" w:rsidRPr="00700800">
        <w:tab/>
      </w:r>
      <w:r w:rsidR="003E4525" w:rsidRPr="00700800">
        <w:t>30</w:t>
      </w:r>
    </w:p>
    <w:p w14:paraId="05ECFFC6" w14:textId="673DC401" w:rsidR="00B72AEE" w:rsidRPr="00700800" w:rsidRDefault="00B72AEE" w:rsidP="007F16A3">
      <w:pPr>
        <w:tabs>
          <w:tab w:val="right" w:pos="850"/>
          <w:tab w:val="left" w:pos="1134"/>
          <w:tab w:val="left" w:pos="1276"/>
          <w:tab w:val="left" w:pos="1984"/>
          <w:tab w:val="left" w:leader="dot" w:pos="7654"/>
          <w:tab w:val="right" w:pos="8929"/>
          <w:tab w:val="right" w:pos="9638"/>
        </w:tabs>
        <w:spacing w:after="120"/>
        <w:ind w:left="1134" w:hanging="1134"/>
      </w:pPr>
      <w:r w:rsidRPr="00700800">
        <w:rPr>
          <w:noProof/>
        </w:rPr>
        <w:tab/>
      </w:r>
      <w:r w:rsidR="00FE3597" w:rsidRPr="00700800">
        <w:rPr>
          <w:noProof/>
        </w:rPr>
        <w:t>T</w:t>
      </w:r>
      <w:r w:rsidR="00340F0A" w:rsidRPr="00700800">
        <w:rPr>
          <w:noProof/>
        </w:rPr>
        <w:t>.</w:t>
      </w:r>
      <w:r w:rsidRPr="00700800">
        <w:rPr>
          <w:noProof/>
        </w:rPr>
        <w:tab/>
        <w:t xml:space="preserve">UN GTR </w:t>
      </w:r>
      <w:r w:rsidR="00340F0A" w:rsidRPr="00700800">
        <w:rPr>
          <w:noProof/>
        </w:rPr>
        <w:t>No. 20</w:t>
      </w:r>
      <w:r w:rsidRPr="00700800">
        <w:rPr>
          <w:noProof/>
        </w:rPr>
        <w:t xml:space="preserve"> </w:t>
      </w:r>
      <w:r w:rsidR="00E4302D" w:rsidRPr="00700800">
        <w:rPr>
          <w:noProof/>
        </w:rPr>
        <w:t>on</w:t>
      </w:r>
      <w:r w:rsidR="003778E3" w:rsidRPr="00700800">
        <w:rPr>
          <w:noProof/>
        </w:rPr>
        <w:t xml:space="preserve"> </w:t>
      </w:r>
      <w:r w:rsidRPr="00700800">
        <w:rPr>
          <w:noProof/>
        </w:rPr>
        <w:t xml:space="preserve">Electric Vehicle Safety (EVS) (agenda item </w:t>
      </w:r>
      <w:r w:rsidR="00FE3597" w:rsidRPr="00700800">
        <w:rPr>
          <w:noProof/>
        </w:rPr>
        <w:t>19</w:t>
      </w:r>
      <w:r w:rsidRPr="00700800">
        <w:rPr>
          <w:noProof/>
        </w:rPr>
        <w:t>.</w:t>
      </w:r>
      <w:r w:rsidR="00FE3597" w:rsidRPr="00700800">
        <w:rPr>
          <w:noProof/>
        </w:rPr>
        <w:t>20</w:t>
      </w:r>
      <w:r w:rsidRPr="00700800">
        <w:rPr>
          <w:noProof/>
        </w:rPr>
        <w:t>)</w:t>
      </w:r>
      <w:r w:rsidRPr="00700800">
        <w:rPr>
          <w:noProof/>
          <w:webHidden/>
        </w:rPr>
        <w:tab/>
      </w:r>
      <w:r w:rsidRPr="00700800">
        <w:rPr>
          <w:noProof/>
          <w:webHidden/>
        </w:rPr>
        <w:tab/>
      </w:r>
      <w:r w:rsidR="009968BF" w:rsidRPr="00700800">
        <w:rPr>
          <w:webHidden/>
        </w:rPr>
        <w:t>1</w:t>
      </w:r>
      <w:r w:rsidR="007F16A3" w:rsidRPr="00700800">
        <w:rPr>
          <w:webHidden/>
        </w:rPr>
        <w:t>51</w:t>
      </w:r>
      <w:r w:rsidRPr="00700800">
        <w:rPr>
          <w:webHidden/>
        </w:rPr>
        <w:tab/>
      </w:r>
      <w:r w:rsidR="007F16A3" w:rsidRPr="00700800">
        <w:rPr>
          <w:webHidden/>
        </w:rPr>
        <w:t>30</w:t>
      </w:r>
    </w:p>
    <w:p w14:paraId="701D0C25" w14:textId="6AFB34C8" w:rsidR="00B72AEE" w:rsidRPr="00700800" w:rsidRDefault="00B72AEE" w:rsidP="007F16A3">
      <w:pPr>
        <w:tabs>
          <w:tab w:val="right" w:pos="850"/>
          <w:tab w:val="left" w:pos="1134"/>
          <w:tab w:val="left" w:pos="1276"/>
          <w:tab w:val="left" w:pos="1984"/>
          <w:tab w:val="left" w:leader="dot" w:pos="7654"/>
          <w:tab w:val="right" w:pos="8929"/>
          <w:tab w:val="right" w:pos="9638"/>
        </w:tabs>
        <w:spacing w:after="120"/>
        <w:ind w:left="1134" w:hanging="1134"/>
      </w:pPr>
      <w:r w:rsidRPr="00700800">
        <w:rPr>
          <w:noProof/>
        </w:rPr>
        <w:tab/>
      </w:r>
      <w:r w:rsidR="00FE3597" w:rsidRPr="00700800">
        <w:rPr>
          <w:noProof/>
        </w:rPr>
        <w:t>U</w:t>
      </w:r>
      <w:r w:rsidR="00340F0A" w:rsidRPr="00700800">
        <w:rPr>
          <w:noProof/>
        </w:rPr>
        <w:t>.</w:t>
      </w:r>
      <w:r w:rsidRPr="00700800">
        <w:rPr>
          <w:noProof/>
        </w:rPr>
        <w:tab/>
        <w:t xml:space="preserve">Draft UN GTR on Quiet Road Transport Vehicles (QRTV) </w:t>
      </w:r>
      <w:r w:rsidR="009E4D62" w:rsidRPr="00700800">
        <w:rPr>
          <w:noProof/>
        </w:rPr>
        <w:br/>
      </w:r>
      <w:r w:rsidRPr="00700800">
        <w:rPr>
          <w:noProof/>
        </w:rPr>
        <w:t xml:space="preserve">(agenda item </w:t>
      </w:r>
      <w:r w:rsidR="00FE3597" w:rsidRPr="00700800">
        <w:rPr>
          <w:noProof/>
        </w:rPr>
        <w:t>19</w:t>
      </w:r>
      <w:r w:rsidRPr="00700800">
        <w:rPr>
          <w:noProof/>
        </w:rPr>
        <w:t>.</w:t>
      </w:r>
      <w:r w:rsidR="00FE3597" w:rsidRPr="00700800">
        <w:rPr>
          <w:noProof/>
        </w:rPr>
        <w:t>21</w:t>
      </w:r>
      <w:r w:rsidRPr="00700800">
        <w:rPr>
          <w:noProof/>
        </w:rPr>
        <w:t>)</w:t>
      </w:r>
      <w:r w:rsidR="00340F0A" w:rsidRPr="00700800">
        <w:rPr>
          <w:noProof/>
        </w:rPr>
        <w:tab/>
      </w:r>
      <w:r w:rsidR="009E4D62" w:rsidRPr="00700800">
        <w:rPr>
          <w:noProof/>
        </w:rPr>
        <w:tab/>
      </w:r>
      <w:r w:rsidR="00206ABC" w:rsidRPr="00700800">
        <w:rPr>
          <w:noProof/>
        </w:rPr>
        <w:t>1</w:t>
      </w:r>
      <w:r w:rsidR="007F16A3" w:rsidRPr="00700800">
        <w:rPr>
          <w:noProof/>
        </w:rPr>
        <w:t>52</w:t>
      </w:r>
      <w:r w:rsidR="00206ABC" w:rsidRPr="00700800">
        <w:rPr>
          <w:noProof/>
        </w:rPr>
        <w:tab/>
      </w:r>
      <w:r w:rsidR="007F16A3" w:rsidRPr="00700800">
        <w:rPr>
          <w:noProof/>
        </w:rPr>
        <w:t>3</w:t>
      </w:r>
      <w:r w:rsidR="003E4525" w:rsidRPr="00700800">
        <w:rPr>
          <w:noProof/>
        </w:rPr>
        <w:t>1</w:t>
      </w:r>
    </w:p>
    <w:p w14:paraId="2567D0A5" w14:textId="19A747C7" w:rsidR="00B72AEE" w:rsidRPr="00700800" w:rsidRDefault="00B72AEE" w:rsidP="007F16A3">
      <w:pPr>
        <w:tabs>
          <w:tab w:val="right" w:pos="850"/>
          <w:tab w:val="left" w:pos="1134"/>
          <w:tab w:val="left" w:pos="1276"/>
          <w:tab w:val="left" w:pos="1984"/>
          <w:tab w:val="left" w:leader="dot" w:pos="7654"/>
          <w:tab w:val="right" w:pos="8929"/>
          <w:tab w:val="right" w:pos="9638"/>
        </w:tabs>
        <w:spacing w:after="120"/>
        <w:ind w:left="1134" w:hanging="1134"/>
      </w:pPr>
      <w:r w:rsidRPr="00700800">
        <w:rPr>
          <w:noProof/>
        </w:rPr>
        <w:tab/>
      </w:r>
      <w:r w:rsidR="00FE3597" w:rsidRPr="00700800">
        <w:rPr>
          <w:noProof/>
        </w:rPr>
        <w:t>V</w:t>
      </w:r>
      <w:r w:rsidR="00340F0A" w:rsidRPr="00700800">
        <w:rPr>
          <w:noProof/>
        </w:rPr>
        <w:t>.</w:t>
      </w:r>
      <w:r w:rsidRPr="00700800">
        <w:rPr>
          <w:noProof/>
        </w:rPr>
        <w:tab/>
      </w:r>
      <w:r w:rsidR="00E4302D" w:rsidRPr="00700800">
        <w:rPr>
          <w:noProof/>
        </w:rPr>
        <w:t>Draft UN GTR on Global Real Driving Emissions (GRDE)</w:t>
      </w:r>
      <w:r w:rsidR="00E4302D" w:rsidRPr="00700800" w:rsidDel="00E4302D">
        <w:rPr>
          <w:noProof/>
        </w:rPr>
        <w:t xml:space="preserve"> </w:t>
      </w:r>
      <w:r w:rsidR="009E4D62" w:rsidRPr="00700800">
        <w:rPr>
          <w:noProof/>
        </w:rPr>
        <w:br/>
      </w:r>
      <w:r w:rsidRPr="00700800">
        <w:rPr>
          <w:noProof/>
        </w:rPr>
        <w:t xml:space="preserve">(agenda item </w:t>
      </w:r>
      <w:r w:rsidR="00FE3597" w:rsidRPr="00700800">
        <w:rPr>
          <w:noProof/>
        </w:rPr>
        <w:t>19</w:t>
      </w:r>
      <w:r w:rsidRPr="00700800">
        <w:rPr>
          <w:noProof/>
        </w:rPr>
        <w:t>.</w:t>
      </w:r>
      <w:r w:rsidR="00FE3597" w:rsidRPr="00700800">
        <w:rPr>
          <w:noProof/>
        </w:rPr>
        <w:t>22</w:t>
      </w:r>
      <w:r w:rsidRPr="00700800">
        <w:rPr>
          <w:noProof/>
        </w:rPr>
        <w:t>)</w:t>
      </w:r>
      <w:r w:rsidRPr="00700800">
        <w:rPr>
          <w:noProof/>
          <w:webHidden/>
        </w:rPr>
        <w:tab/>
      </w:r>
      <w:r w:rsidR="009E4D62" w:rsidRPr="00700800">
        <w:rPr>
          <w:noProof/>
          <w:webHidden/>
        </w:rPr>
        <w:tab/>
      </w:r>
      <w:r w:rsidR="00206ABC" w:rsidRPr="00700800">
        <w:rPr>
          <w:noProof/>
          <w:webHidden/>
        </w:rPr>
        <w:t>1</w:t>
      </w:r>
      <w:r w:rsidR="007F16A3" w:rsidRPr="00700800">
        <w:rPr>
          <w:noProof/>
          <w:webHidden/>
        </w:rPr>
        <w:t>53</w:t>
      </w:r>
      <w:r w:rsidR="00206ABC" w:rsidRPr="00700800">
        <w:rPr>
          <w:noProof/>
          <w:webHidden/>
        </w:rPr>
        <w:tab/>
      </w:r>
      <w:r w:rsidR="007F16A3" w:rsidRPr="00700800">
        <w:rPr>
          <w:noProof/>
          <w:webHidden/>
        </w:rPr>
        <w:t>3</w:t>
      </w:r>
      <w:r w:rsidR="003E4525" w:rsidRPr="00700800">
        <w:rPr>
          <w:noProof/>
          <w:webHidden/>
        </w:rPr>
        <w:t>1</w:t>
      </w:r>
    </w:p>
    <w:p w14:paraId="1ABBFE52" w14:textId="74B50B70" w:rsidR="00B72AEE" w:rsidRPr="00700800" w:rsidRDefault="00B72AEE" w:rsidP="007F16A3">
      <w:pPr>
        <w:tabs>
          <w:tab w:val="right" w:pos="850"/>
          <w:tab w:val="left" w:pos="1134"/>
          <w:tab w:val="left" w:pos="1276"/>
          <w:tab w:val="left" w:pos="1984"/>
          <w:tab w:val="left" w:leader="dot" w:pos="7654"/>
          <w:tab w:val="right" w:pos="8929"/>
          <w:tab w:val="right" w:pos="9638"/>
        </w:tabs>
        <w:spacing w:after="120"/>
        <w:ind w:left="1134" w:hanging="1134"/>
        <w:rPr>
          <w:webHidden/>
        </w:rPr>
      </w:pPr>
      <w:r w:rsidRPr="00700800">
        <w:rPr>
          <w:noProof/>
        </w:rPr>
        <w:tab/>
      </w:r>
      <w:r w:rsidR="00FE3597" w:rsidRPr="00700800">
        <w:rPr>
          <w:noProof/>
        </w:rPr>
        <w:t>W</w:t>
      </w:r>
      <w:r w:rsidR="00340F0A" w:rsidRPr="00700800">
        <w:rPr>
          <w:noProof/>
        </w:rPr>
        <w:t>.</w:t>
      </w:r>
      <w:r w:rsidRPr="00700800">
        <w:rPr>
          <w:noProof/>
        </w:rPr>
        <w:tab/>
      </w:r>
      <w:r w:rsidR="00E4302D" w:rsidRPr="00700800">
        <w:rPr>
          <w:noProof/>
        </w:rPr>
        <w:t xml:space="preserve"> </w:t>
      </w:r>
      <w:r w:rsidR="00FE3597" w:rsidRPr="00700800">
        <w:t xml:space="preserve">Draft UN GTR on determination of electrified vehicle power </w:t>
      </w:r>
      <w:r w:rsidR="00FE3597" w:rsidRPr="00700800">
        <w:br/>
        <w:t>(Electric vehicles and the environment)</w:t>
      </w:r>
      <w:r w:rsidRPr="00700800">
        <w:rPr>
          <w:noProof/>
        </w:rPr>
        <w:t xml:space="preserve"> (agenda item </w:t>
      </w:r>
      <w:r w:rsidR="00FE3597" w:rsidRPr="00700800">
        <w:rPr>
          <w:noProof/>
        </w:rPr>
        <w:t>19</w:t>
      </w:r>
      <w:r w:rsidRPr="00700800">
        <w:rPr>
          <w:noProof/>
        </w:rPr>
        <w:t>.</w:t>
      </w:r>
      <w:r w:rsidR="00FE3597" w:rsidRPr="00700800">
        <w:rPr>
          <w:noProof/>
        </w:rPr>
        <w:t>23</w:t>
      </w:r>
      <w:r w:rsidRPr="00700800">
        <w:rPr>
          <w:noProof/>
        </w:rPr>
        <w:t>)</w:t>
      </w:r>
      <w:r w:rsidRPr="00700800">
        <w:rPr>
          <w:noProof/>
          <w:webHidden/>
        </w:rPr>
        <w:tab/>
      </w:r>
      <w:r w:rsidRPr="00700800">
        <w:rPr>
          <w:noProof/>
          <w:webHidden/>
        </w:rPr>
        <w:tab/>
      </w:r>
      <w:r w:rsidR="00206ABC" w:rsidRPr="00700800">
        <w:rPr>
          <w:noProof/>
          <w:webHidden/>
        </w:rPr>
        <w:t>1</w:t>
      </w:r>
      <w:r w:rsidR="007F16A3" w:rsidRPr="00700800">
        <w:rPr>
          <w:noProof/>
          <w:webHidden/>
        </w:rPr>
        <w:t>54</w:t>
      </w:r>
      <w:r w:rsidR="00E25638" w:rsidRPr="00700800">
        <w:rPr>
          <w:webHidden/>
        </w:rPr>
        <w:t>-1</w:t>
      </w:r>
      <w:r w:rsidR="007F16A3" w:rsidRPr="00700800">
        <w:rPr>
          <w:webHidden/>
        </w:rPr>
        <w:t>57</w:t>
      </w:r>
      <w:r w:rsidR="00340F0A" w:rsidRPr="00700800">
        <w:rPr>
          <w:webHidden/>
        </w:rPr>
        <w:tab/>
      </w:r>
      <w:r w:rsidR="007F16A3" w:rsidRPr="00700800">
        <w:rPr>
          <w:webHidden/>
        </w:rPr>
        <w:t>31</w:t>
      </w:r>
    </w:p>
    <w:p w14:paraId="6BCC1755" w14:textId="282E4230" w:rsidR="00B72AEE" w:rsidRPr="00700800" w:rsidRDefault="00445F6B" w:rsidP="00445F6B">
      <w:pPr>
        <w:tabs>
          <w:tab w:val="left" w:pos="426"/>
          <w:tab w:val="right" w:pos="850"/>
          <w:tab w:val="left" w:pos="1984"/>
          <w:tab w:val="left" w:leader="dot" w:pos="7654"/>
          <w:tab w:val="right" w:pos="8929"/>
          <w:tab w:val="right" w:pos="9638"/>
        </w:tabs>
        <w:spacing w:after="120"/>
        <w:ind w:left="1134" w:hanging="1134"/>
        <w:rPr>
          <w:webHidden/>
        </w:rPr>
      </w:pPr>
      <w:bookmarkStart w:id="56" w:name="_Hlk25911361"/>
      <w:bookmarkEnd w:id="55"/>
      <w:r w:rsidRPr="00700800">
        <w:rPr>
          <w:noProof/>
        </w:rPr>
        <w:tab/>
      </w:r>
      <w:r w:rsidRPr="00700800">
        <w:rPr>
          <w:noProof/>
        </w:rPr>
        <w:tab/>
      </w:r>
      <w:r w:rsidR="00B72AEE" w:rsidRPr="00700800">
        <w:rPr>
          <w:noProof/>
        </w:rPr>
        <w:t>XXII.</w:t>
      </w:r>
      <w:r w:rsidR="00B72AEE" w:rsidRPr="00700800">
        <w:rPr>
          <w:noProof/>
        </w:rPr>
        <w:tab/>
      </w:r>
      <w:r w:rsidRPr="00700800">
        <w:rPr>
          <w:noProof/>
        </w:rPr>
        <w:t>Items on which the exchange of views and data should continue or begin</w:t>
      </w:r>
      <w:r w:rsidRPr="00700800">
        <w:rPr>
          <w:noProof/>
        </w:rPr>
        <w:br/>
      </w:r>
      <w:r w:rsidR="00B72AEE" w:rsidRPr="00700800">
        <w:rPr>
          <w:noProof/>
        </w:rPr>
        <w:t xml:space="preserve">(agenda item </w:t>
      </w:r>
      <w:r w:rsidR="00FE3597" w:rsidRPr="00700800">
        <w:rPr>
          <w:noProof/>
        </w:rPr>
        <w:t>2</w:t>
      </w:r>
      <w:r w:rsidRPr="00700800">
        <w:rPr>
          <w:noProof/>
        </w:rPr>
        <w:t>0</w:t>
      </w:r>
      <w:r w:rsidR="00B72AEE" w:rsidRPr="00700800">
        <w:rPr>
          <w:noProof/>
        </w:rPr>
        <w:t>)</w:t>
      </w:r>
      <w:r w:rsidR="00B72AEE" w:rsidRPr="00700800">
        <w:rPr>
          <w:noProof/>
          <w:webHidden/>
        </w:rPr>
        <w:tab/>
      </w:r>
      <w:r w:rsidR="00B72AEE" w:rsidRPr="00700800">
        <w:rPr>
          <w:noProof/>
          <w:webHidden/>
        </w:rPr>
        <w:tab/>
      </w:r>
      <w:r w:rsidRPr="00700800">
        <w:rPr>
          <w:noProof/>
          <w:webHidden/>
        </w:rPr>
        <w:t>1</w:t>
      </w:r>
      <w:r w:rsidR="007F16A3" w:rsidRPr="00700800">
        <w:rPr>
          <w:noProof/>
          <w:webHidden/>
        </w:rPr>
        <w:t>58–</w:t>
      </w:r>
      <w:r w:rsidRPr="00700800">
        <w:rPr>
          <w:noProof/>
          <w:webHidden/>
        </w:rPr>
        <w:t>1</w:t>
      </w:r>
      <w:r w:rsidR="007F16A3" w:rsidRPr="00700800">
        <w:rPr>
          <w:noProof/>
          <w:webHidden/>
        </w:rPr>
        <w:t>61</w:t>
      </w:r>
      <w:r w:rsidR="00B72AEE" w:rsidRPr="00700800">
        <w:rPr>
          <w:webHidden/>
        </w:rPr>
        <w:tab/>
      </w:r>
      <w:r w:rsidR="007F16A3" w:rsidRPr="00700800">
        <w:rPr>
          <w:webHidden/>
        </w:rPr>
        <w:t>3</w:t>
      </w:r>
      <w:r w:rsidR="00527D93">
        <w:rPr>
          <w:webHidden/>
        </w:rPr>
        <w:t>2</w:t>
      </w:r>
    </w:p>
    <w:p w14:paraId="744CA154" w14:textId="582D9315" w:rsidR="00445F6B" w:rsidRPr="00700800" w:rsidRDefault="00445F6B" w:rsidP="00445F6B">
      <w:pPr>
        <w:tabs>
          <w:tab w:val="left" w:pos="426"/>
          <w:tab w:val="right" w:pos="850"/>
          <w:tab w:val="left" w:pos="1984"/>
          <w:tab w:val="left" w:leader="dot" w:pos="7654"/>
          <w:tab w:val="right" w:pos="8929"/>
          <w:tab w:val="right" w:pos="9638"/>
        </w:tabs>
        <w:spacing w:after="120"/>
        <w:ind w:left="1134" w:hanging="1134"/>
        <w:rPr>
          <w:webHidden/>
        </w:rPr>
      </w:pPr>
      <w:r w:rsidRPr="00700800">
        <w:rPr>
          <w:webHidden/>
        </w:rPr>
        <w:tab/>
      </w:r>
      <w:r w:rsidRPr="00700800">
        <w:rPr>
          <w:webHidden/>
        </w:rPr>
        <w:tab/>
        <w:t>A.</w:t>
      </w:r>
      <w:r w:rsidRPr="00700800">
        <w:rPr>
          <w:webHidden/>
        </w:rPr>
        <w:tab/>
        <w:t>Harmonization of side impact (agenda item 20.1)</w:t>
      </w:r>
      <w:r w:rsidRPr="00700800">
        <w:rPr>
          <w:webHidden/>
        </w:rPr>
        <w:tab/>
      </w:r>
      <w:r w:rsidRPr="00700800">
        <w:rPr>
          <w:webHidden/>
        </w:rPr>
        <w:tab/>
        <w:t>1</w:t>
      </w:r>
      <w:r w:rsidR="00C37E5A" w:rsidRPr="00700800">
        <w:rPr>
          <w:webHidden/>
        </w:rPr>
        <w:t>58–</w:t>
      </w:r>
      <w:r w:rsidRPr="00700800">
        <w:rPr>
          <w:webHidden/>
        </w:rPr>
        <w:t>1</w:t>
      </w:r>
      <w:r w:rsidR="00C37E5A" w:rsidRPr="00700800">
        <w:rPr>
          <w:webHidden/>
        </w:rPr>
        <w:t>5</w:t>
      </w:r>
      <w:r w:rsidRPr="00700800">
        <w:rPr>
          <w:webHidden/>
        </w:rPr>
        <w:t>9</w:t>
      </w:r>
      <w:r w:rsidRPr="00700800">
        <w:rPr>
          <w:webHidden/>
        </w:rPr>
        <w:tab/>
      </w:r>
      <w:r w:rsidR="00C37E5A" w:rsidRPr="00700800">
        <w:rPr>
          <w:webHidden/>
        </w:rPr>
        <w:t>3</w:t>
      </w:r>
      <w:r w:rsidR="00527D93">
        <w:rPr>
          <w:webHidden/>
        </w:rPr>
        <w:t>2</w:t>
      </w:r>
    </w:p>
    <w:p w14:paraId="6CF9DC2A" w14:textId="5E5FB808" w:rsidR="00445F6B" w:rsidRPr="00700800" w:rsidRDefault="00445F6B" w:rsidP="00445F6B">
      <w:pPr>
        <w:tabs>
          <w:tab w:val="left" w:pos="426"/>
          <w:tab w:val="right" w:pos="850"/>
          <w:tab w:val="left" w:pos="1984"/>
          <w:tab w:val="left" w:leader="dot" w:pos="7654"/>
          <w:tab w:val="right" w:pos="8929"/>
          <w:tab w:val="right" w:pos="9638"/>
        </w:tabs>
        <w:spacing w:after="120"/>
        <w:ind w:left="1134" w:hanging="1134"/>
        <w:rPr>
          <w:webHidden/>
        </w:rPr>
      </w:pPr>
      <w:r w:rsidRPr="00700800">
        <w:rPr>
          <w:webHidden/>
        </w:rPr>
        <w:tab/>
      </w:r>
      <w:r w:rsidRPr="00700800">
        <w:rPr>
          <w:webHidden/>
        </w:rPr>
        <w:tab/>
        <w:t>1.</w:t>
      </w:r>
      <w:r w:rsidRPr="00700800">
        <w:rPr>
          <w:webHidden/>
        </w:rPr>
        <w:tab/>
        <w:t>Side impact dummies (agenda item 20.1 (a))</w:t>
      </w:r>
      <w:r w:rsidRPr="00700800">
        <w:rPr>
          <w:webHidden/>
        </w:rPr>
        <w:tab/>
      </w:r>
      <w:r w:rsidRPr="00700800">
        <w:rPr>
          <w:webHidden/>
        </w:rPr>
        <w:tab/>
        <w:t>1</w:t>
      </w:r>
      <w:r w:rsidR="00C37E5A" w:rsidRPr="00700800">
        <w:rPr>
          <w:webHidden/>
        </w:rPr>
        <w:t>58</w:t>
      </w:r>
      <w:r w:rsidRPr="00700800">
        <w:rPr>
          <w:webHidden/>
        </w:rPr>
        <w:tab/>
      </w:r>
      <w:r w:rsidR="00C37E5A" w:rsidRPr="00700800">
        <w:rPr>
          <w:webHidden/>
        </w:rPr>
        <w:t>3</w:t>
      </w:r>
      <w:r w:rsidR="00527D93">
        <w:rPr>
          <w:webHidden/>
        </w:rPr>
        <w:t>2</w:t>
      </w:r>
    </w:p>
    <w:p w14:paraId="2E083851" w14:textId="12C8D104" w:rsidR="00445F6B" w:rsidRPr="00700800" w:rsidRDefault="00445F6B" w:rsidP="00445F6B">
      <w:pPr>
        <w:tabs>
          <w:tab w:val="left" w:pos="426"/>
          <w:tab w:val="right" w:pos="850"/>
          <w:tab w:val="left" w:pos="1984"/>
          <w:tab w:val="left" w:leader="dot" w:pos="7654"/>
          <w:tab w:val="right" w:pos="8929"/>
          <w:tab w:val="right" w:pos="9638"/>
        </w:tabs>
        <w:spacing w:after="120"/>
        <w:ind w:left="1134" w:hanging="1134"/>
        <w:rPr>
          <w:webHidden/>
        </w:rPr>
      </w:pPr>
      <w:r w:rsidRPr="00700800">
        <w:rPr>
          <w:webHidden/>
        </w:rPr>
        <w:tab/>
      </w:r>
      <w:r w:rsidRPr="00700800">
        <w:rPr>
          <w:webHidden/>
        </w:rPr>
        <w:tab/>
        <w:t>2.</w:t>
      </w:r>
      <w:r w:rsidRPr="00700800">
        <w:rPr>
          <w:webHidden/>
        </w:rPr>
        <w:tab/>
        <w:t>Pole side impact (agenda item 20.1 (b))</w:t>
      </w:r>
      <w:r w:rsidRPr="00700800">
        <w:rPr>
          <w:webHidden/>
        </w:rPr>
        <w:tab/>
      </w:r>
      <w:r w:rsidRPr="00700800">
        <w:rPr>
          <w:webHidden/>
        </w:rPr>
        <w:tab/>
        <w:t>1</w:t>
      </w:r>
      <w:r w:rsidR="00C37E5A" w:rsidRPr="00700800">
        <w:rPr>
          <w:webHidden/>
        </w:rPr>
        <w:t>59</w:t>
      </w:r>
      <w:r w:rsidRPr="00700800">
        <w:rPr>
          <w:webHidden/>
        </w:rPr>
        <w:tab/>
      </w:r>
      <w:r w:rsidR="00C37E5A" w:rsidRPr="00700800">
        <w:rPr>
          <w:webHidden/>
        </w:rPr>
        <w:t>3</w:t>
      </w:r>
      <w:r w:rsidR="00527D93">
        <w:rPr>
          <w:webHidden/>
        </w:rPr>
        <w:t>2</w:t>
      </w:r>
    </w:p>
    <w:p w14:paraId="45549841" w14:textId="5B377AC2" w:rsidR="00445F6B" w:rsidRPr="00700800" w:rsidRDefault="00445F6B" w:rsidP="00445F6B">
      <w:pPr>
        <w:tabs>
          <w:tab w:val="left" w:pos="426"/>
          <w:tab w:val="right" w:pos="850"/>
          <w:tab w:val="left" w:pos="1984"/>
          <w:tab w:val="left" w:leader="dot" w:pos="7654"/>
          <w:tab w:val="right" w:pos="8929"/>
          <w:tab w:val="right" w:pos="9638"/>
        </w:tabs>
        <w:spacing w:after="120"/>
        <w:ind w:left="1134" w:hanging="1134"/>
        <w:rPr>
          <w:webHidden/>
        </w:rPr>
      </w:pPr>
      <w:r w:rsidRPr="00700800">
        <w:rPr>
          <w:webHidden/>
        </w:rPr>
        <w:tab/>
      </w:r>
      <w:r w:rsidRPr="00700800">
        <w:rPr>
          <w:webHidden/>
        </w:rPr>
        <w:tab/>
        <w:t>B.</w:t>
      </w:r>
      <w:r w:rsidRPr="00700800">
        <w:rPr>
          <w:webHidden/>
        </w:rPr>
        <w:tab/>
        <w:t>Specifications for the 3-D H-point machine (agenda item 20.2)</w:t>
      </w:r>
      <w:r w:rsidRPr="00700800">
        <w:rPr>
          <w:webHidden/>
        </w:rPr>
        <w:tab/>
      </w:r>
      <w:r w:rsidR="005B2D37" w:rsidRPr="00700800">
        <w:rPr>
          <w:webHidden/>
        </w:rPr>
        <w:tab/>
        <w:t>1</w:t>
      </w:r>
      <w:r w:rsidR="00C37E5A" w:rsidRPr="00700800">
        <w:rPr>
          <w:webHidden/>
        </w:rPr>
        <w:t>60</w:t>
      </w:r>
      <w:r w:rsidR="005B2D37" w:rsidRPr="00700800">
        <w:rPr>
          <w:webHidden/>
        </w:rPr>
        <w:tab/>
      </w:r>
      <w:r w:rsidR="00C37E5A" w:rsidRPr="00700800">
        <w:rPr>
          <w:webHidden/>
        </w:rPr>
        <w:t>3</w:t>
      </w:r>
      <w:r w:rsidR="00527D93">
        <w:rPr>
          <w:webHidden/>
        </w:rPr>
        <w:t>2</w:t>
      </w:r>
    </w:p>
    <w:p w14:paraId="7EDCC916" w14:textId="4E4F8054" w:rsidR="005B2D37" w:rsidRPr="00700800" w:rsidRDefault="005B2D37" w:rsidP="00445F6B">
      <w:pPr>
        <w:tabs>
          <w:tab w:val="left" w:pos="426"/>
          <w:tab w:val="right" w:pos="850"/>
          <w:tab w:val="left" w:pos="1984"/>
          <w:tab w:val="left" w:leader="dot" w:pos="7654"/>
          <w:tab w:val="right" w:pos="8929"/>
          <w:tab w:val="right" w:pos="9638"/>
        </w:tabs>
        <w:spacing w:after="120"/>
        <w:ind w:left="1134" w:hanging="1134"/>
        <w:rPr>
          <w:webHidden/>
        </w:rPr>
      </w:pPr>
      <w:r w:rsidRPr="00700800">
        <w:rPr>
          <w:webHidden/>
        </w:rPr>
        <w:tab/>
      </w:r>
      <w:r w:rsidRPr="00700800">
        <w:rPr>
          <w:webHidden/>
        </w:rPr>
        <w:tab/>
        <w:t>C.</w:t>
      </w:r>
      <w:r w:rsidRPr="00700800">
        <w:rPr>
          <w:webHidden/>
        </w:rPr>
        <w:tab/>
        <w:t>Event Data Recorder (EDR) (agenda item 20.3)</w:t>
      </w:r>
      <w:r w:rsidRPr="00700800">
        <w:rPr>
          <w:webHidden/>
        </w:rPr>
        <w:tab/>
      </w:r>
      <w:r w:rsidRPr="00700800">
        <w:rPr>
          <w:webHidden/>
        </w:rPr>
        <w:tab/>
        <w:t>1</w:t>
      </w:r>
      <w:r w:rsidR="00C37E5A" w:rsidRPr="00700800">
        <w:rPr>
          <w:webHidden/>
        </w:rPr>
        <w:t>61</w:t>
      </w:r>
      <w:r w:rsidRPr="00700800">
        <w:rPr>
          <w:webHidden/>
        </w:rPr>
        <w:tab/>
      </w:r>
      <w:r w:rsidR="00C37E5A" w:rsidRPr="00700800">
        <w:rPr>
          <w:webHidden/>
        </w:rPr>
        <w:t>3</w:t>
      </w:r>
      <w:r w:rsidR="00527D93">
        <w:rPr>
          <w:webHidden/>
        </w:rPr>
        <w:t>2</w:t>
      </w:r>
    </w:p>
    <w:p w14:paraId="650469A1" w14:textId="019F2054" w:rsidR="00860E77" w:rsidRPr="00700800" w:rsidRDefault="00860E77" w:rsidP="00860E77">
      <w:pPr>
        <w:tabs>
          <w:tab w:val="right" w:pos="850"/>
          <w:tab w:val="left" w:pos="1134"/>
          <w:tab w:val="left" w:pos="1559"/>
          <w:tab w:val="left" w:pos="1984"/>
          <w:tab w:val="left" w:leader="dot" w:pos="7654"/>
          <w:tab w:val="right" w:pos="8929"/>
          <w:tab w:val="right" w:pos="9638"/>
        </w:tabs>
        <w:spacing w:before="240" w:after="120"/>
        <w:ind w:left="1559" w:hanging="1559"/>
        <w:rPr>
          <w:webHidden/>
        </w:rPr>
      </w:pPr>
      <w:bookmarkStart w:id="57" w:name="_Hlk25858340"/>
      <w:bookmarkEnd w:id="56"/>
      <w:r w:rsidRPr="00700800">
        <w:rPr>
          <w:webHidden/>
        </w:rPr>
        <w:tab/>
        <w:t>XXI</w:t>
      </w:r>
      <w:r w:rsidR="00C37E5A" w:rsidRPr="00700800">
        <w:rPr>
          <w:webHidden/>
        </w:rPr>
        <w:t>II</w:t>
      </w:r>
      <w:r w:rsidRPr="00700800">
        <w:rPr>
          <w:webHidden/>
        </w:rPr>
        <w:t>.</w:t>
      </w:r>
      <w:r w:rsidRPr="00700800">
        <w:rPr>
          <w:webHidden/>
        </w:rPr>
        <w:tab/>
        <w:t>Other business (agenda item 21)</w:t>
      </w:r>
      <w:r w:rsidRPr="00700800">
        <w:rPr>
          <w:webHidden/>
        </w:rPr>
        <w:tab/>
      </w:r>
      <w:r w:rsidRPr="00700800">
        <w:rPr>
          <w:webHidden/>
        </w:rPr>
        <w:tab/>
        <w:t>1</w:t>
      </w:r>
      <w:r w:rsidR="00C37E5A" w:rsidRPr="00700800">
        <w:rPr>
          <w:webHidden/>
        </w:rPr>
        <w:t>62</w:t>
      </w:r>
      <w:r w:rsidRPr="00700800">
        <w:rPr>
          <w:webHidden/>
        </w:rPr>
        <w:tab/>
      </w:r>
      <w:r w:rsidR="00C37E5A" w:rsidRPr="00700800">
        <w:rPr>
          <w:webHidden/>
        </w:rPr>
        <w:t>32</w:t>
      </w:r>
    </w:p>
    <w:p w14:paraId="3DCD9985" w14:textId="0C4DFE82" w:rsidR="00B72AEE" w:rsidRPr="00700800" w:rsidRDefault="005B2D37" w:rsidP="005B2D37">
      <w:pPr>
        <w:tabs>
          <w:tab w:val="left" w:pos="426"/>
          <w:tab w:val="right" w:pos="850"/>
          <w:tab w:val="left" w:pos="1984"/>
          <w:tab w:val="left" w:leader="dot" w:pos="7654"/>
          <w:tab w:val="right" w:pos="8929"/>
          <w:tab w:val="right" w:pos="9638"/>
        </w:tabs>
        <w:spacing w:after="120"/>
        <w:ind w:left="1134" w:hanging="1134"/>
        <w:rPr>
          <w:b/>
          <w:noProof/>
          <w:sz w:val="28"/>
          <w:szCs w:val="28"/>
        </w:rPr>
      </w:pPr>
      <w:bookmarkStart w:id="58" w:name="_Hlk25858380"/>
      <w:bookmarkEnd w:id="57"/>
      <w:r w:rsidRPr="00700800">
        <w:rPr>
          <w:webHidden/>
        </w:rPr>
        <w:tab/>
      </w:r>
      <w:r w:rsidR="00B72AEE" w:rsidRPr="00700800">
        <w:rPr>
          <w:b/>
          <w:noProof/>
          <w:sz w:val="28"/>
          <w:szCs w:val="28"/>
        </w:rPr>
        <w:tab/>
        <w:t>D.</w:t>
      </w:r>
      <w:r w:rsidR="00B72AEE" w:rsidRPr="00700800">
        <w:rPr>
          <w:b/>
          <w:noProof/>
          <w:sz w:val="28"/>
          <w:szCs w:val="28"/>
        </w:rPr>
        <w:tab/>
        <w:t xml:space="preserve">Administrative Committee of the 1997 Agreement (AC.4) </w:t>
      </w:r>
    </w:p>
    <w:p w14:paraId="7E7CF764" w14:textId="674FF966" w:rsidR="00860E77" w:rsidRPr="00700800" w:rsidRDefault="00860E77" w:rsidP="00860E77">
      <w:pPr>
        <w:tabs>
          <w:tab w:val="right" w:pos="850"/>
          <w:tab w:val="left" w:pos="1134"/>
          <w:tab w:val="left" w:pos="1984"/>
          <w:tab w:val="left" w:leader="dot" w:pos="7654"/>
          <w:tab w:val="right" w:pos="8929"/>
          <w:tab w:val="right" w:pos="9638"/>
        </w:tabs>
        <w:spacing w:after="120"/>
        <w:ind w:left="1134" w:hanging="1559"/>
      </w:pPr>
      <w:r w:rsidRPr="00700800">
        <w:rPr>
          <w:noProof/>
        </w:rPr>
        <w:tab/>
      </w:r>
      <w:r w:rsidRPr="00700800">
        <w:rPr>
          <w:rFonts w:eastAsia="SimSun"/>
          <w:noProof/>
        </w:rPr>
        <w:t>X</w:t>
      </w:r>
      <w:r w:rsidR="00C37E5A" w:rsidRPr="00700800">
        <w:rPr>
          <w:rFonts w:eastAsia="SimSun"/>
          <w:noProof/>
        </w:rPr>
        <w:t>XIV</w:t>
      </w:r>
      <w:r w:rsidRPr="00700800">
        <w:rPr>
          <w:rFonts w:eastAsia="SimSun"/>
          <w:noProof/>
        </w:rPr>
        <w:t>.</w:t>
      </w:r>
      <w:r w:rsidRPr="00700800">
        <w:rPr>
          <w:noProof/>
        </w:rPr>
        <w:tab/>
      </w:r>
      <w:r w:rsidRPr="00700800">
        <w:t xml:space="preserve">Establishment of the Committee AC.4 and election of officers for </w:t>
      </w:r>
      <w:r w:rsidRPr="00700800">
        <w:br/>
        <w:t>the year 2019 (agenda item 22)</w:t>
      </w:r>
      <w:r w:rsidRPr="00700800">
        <w:rPr>
          <w:noProof/>
          <w:webHidden/>
        </w:rPr>
        <w:tab/>
      </w:r>
      <w:r w:rsidRPr="00700800">
        <w:rPr>
          <w:noProof/>
          <w:webHidden/>
        </w:rPr>
        <w:tab/>
        <w:t>1</w:t>
      </w:r>
      <w:r w:rsidR="00C37E5A" w:rsidRPr="00700800">
        <w:rPr>
          <w:noProof/>
          <w:webHidden/>
        </w:rPr>
        <w:t>63</w:t>
      </w:r>
      <w:r w:rsidRPr="00700800">
        <w:rPr>
          <w:webHidden/>
        </w:rPr>
        <w:tab/>
      </w:r>
      <w:r w:rsidR="00C37E5A" w:rsidRPr="00700800">
        <w:rPr>
          <w:webHidden/>
        </w:rPr>
        <w:t>3</w:t>
      </w:r>
      <w:r w:rsidR="003E4525" w:rsidRPr="00700800">
        <w:rPr>
          <w:webHidden/>
        </w:rPr>
        <w:t>3</w:t>
      </w:r>
    </w:p>
    <w:p w14:paraId="1B2BC432" w14:textId="13EA3D26" w:rsidR="00860E77" w:rsidRPr="00700800" w:rsidRDefault="00860E77" w:rsidP="00860E77">
      <w:pPr>
        <w:tabs>
          <w:tab w:val="right" w:pos="850"/>
          <w:tab w:val="left" w:pos="1134"/>
          <w:tab w:val="left" w:pos="1559"/>
          <w:tab w:val="left" w:pos="1984"/>
          <w:tab w:val="left" w:leader="dot" w:pos="7654"/>
          <w:tab w:val="right" w:pos="8929"/>
          <w:tab w:val="right" w:pos="9638"/>
        </w:tabs>
        <w:spacing w:after="120"/>
        <w:ind w:left="1559" w:hanging="1559"/>
      </w:pPr>
      <w:r w:rsidRPr="00700800">
        <w:rPr>
          <w:noProof/>
        </w:rPr>
        <w:tab/>
      </w:r>
      <w:r w:rsidRPr="00700800">
        <w:rPr>
          <w:rFonts w:eastAsia="SimSun"/>
          <w:noProof/>
        </w:rPr>
        <w:t>X</w:t>
      </w:r>
      <w:r w:rsidR="00C37E5A" w:rsidRPr="00700800">
        <w:rPr>
          <w:rFonts w:eastAsia="SimSun"/>
          <w:noProof/>
        </w:rPr>
        <w:t>XV</w:t>
      </w:r>
      <w:r w:rsidRPr="00700800">
        <w:rPr>
          <w:rFonts w:eastAsia="SimSun"/>
          <w:noProof/>
        </w:rPr>
        <w:t>.</w:t>
      </w:r>
      <w:r w:rsidRPr="00700800">
        <w:rPr>
          <w:noProof/>
        </w:rPr>
        <w:tab/>
        <w:t>Amendments to UN Rules annexed to the 1997 Agreement (agenda item 23)</w:t>
      </w:r>
      <w:r w:rsidRPr="00700800">
        <w:rPr>
          <w:noProof/>
          <w:webHidden/>
        </w:rPr>
        <w:tab/>
      </w:r>
      <w:r w:rsidRPr="00700800">
        <w:rPr>
          <w:noProof/>
          <w:webHidden/>
        </w:rPr>
        <w:tab/>
      </w:r>
      <w:r w:rsidRPr="00700800">
        <w:rPr>
          <w:webHidden/>
        </w:rPr>
        <w:t>1</w:t>
      </w:r>
      <w:r w:rsidR="00C37E5A" w:rsidRPr="00700800">
        <w:rPr>
          <w:webHidden/>
        </w:rPr>
        <w:t>64</w:t>
      </w:r>
      <w:r w:rsidRPr="00700800">
        <w:rPr>
          <w:webHidden/>
        </w:rPr>
        <w:tab/>
      </w:r>
      <w:r w:rsidR="00C37E5A" w:rsidRPr="00700800">
        <w:rPr>
          <w:webHidden/>
        </w:rPr>
        <w:t>3</w:t>
      </w:r>
      <w:r w:rsidR="003E4525" w:rsidRPr="00700800">
        <w:rPr>
          <w:webHidden/>
        </w:rPr>
        <w:t>3</w:t>
      </w:r>
    </w:p>
    <w:p w14:paraId="79127838" w14:textId="3FA07560" w:rsidR="00860E77" w:rsidRPr="00700800" w:rsidRDefault="00860E77" w:rsidP="00860E77">
      <w:pPr>
        <w:tabs>
          <w:tab w:val="right" w:pos="850"/>
          <w:tab w:val="left" w:pos="1134"/>
          <w:tab w:val="left" w:pos="1984"/>
          <w:tab w:val="left" w:leader="dot" w:pos="7654"/>
          <w:tab w:val="right" w:pos="8929"/>
          <w:tab w:val="right" w:pos="9638"/>
        </w:tabs>
        <w:spacing w:after="120"/>
        <w:ind w:left="1134" w:hanging="1134"/>
      </w:pPr>
      <w:r w:rsidRPr="00700800">
        <w:rPr>
          <w:noProof/>
        </w:rPr>
        <w:tab/>
      </w:r>
      <w:r w:rsidRPr="00700800">
        <w:rPr>
          <w:rFonts w:eastAsia="SimSun"/>
          <w:noProof/>
        </w:rPr>
        <w:t>X</w:t>
      </w:r>
      <w:r w:rsidR="00C37E5A" w:rsidRPr="00700800">
        <w:rPr>
          <w:rFonts w:eastAsia="SimSun"/>
          <w:noProof/>
        </w:rPr>
        <w:t>XV</w:t>
      </w:r>
      <w:r w:rsidRPr="00700800">
        <w:rPr>
          <w:rFonts w:eastAsia="SimSun"/>
          <w:noProof/>
        </w:rPr>
        <w:t>I.</w:t>
      </w:r>
      <w:r w:rsidRPr="00700800">
        <w:rPr>
          <w:noProof/>
        </w:rPr>
        <w:tab/>
      </w:r>
      <w:r w:rsidRPr="00700800">
        <w:rPr>
          <w:rFonts w:eastAsia="SimSun"/>
          <w:noProof/>
        </w:rPr>
        <w:t>Establishment of new Rules annexed to the 1997 Agreement (agenda item 24)</w:t>
      </w:r>
      <w:r w:rsidRPr="00700800">
        <w:rPr>
          <w:noProof/>
          <w:webHidden/>
        </w:rPr>
        <w:tab/>
      </w:r>
      <w:r w:rsidRPr="00700800">
        <w:rPr>
          <w:noProof/>
          <w:webHidden/>
        </w:rPr>
        <w:tab/>
        <w:t>1</w:t>
      </w:r>
      <w:r w:rsidR="00C37E5A" w:rsidRPr="00700800">
        <w:rPr>
          <w:noProof/>
          <w:webHidden/>
        </w:rPr>
        <w:t>65</w:t>
      </w:r>
      <w:r w:rsidRPr="00700800">
        <w:rPr>
          <w:webHidden/>
        </w:rPr>
        <w:tab/>
      </w:r>
      <w:r w:rsidR="00C37E5A" w:rsidRPr="00700800">
        <w:rPr>
          <w:webHidden/>
        </w:rPr>
        <w:t>3</w:t>
      </w:r>
      <w:r w:rsidR="003E4525" w:rsidRPr="00700800">
        <w:rPr>
          <w:webHidden/>
        </w:rPr>
        <w:t>3</w:t>
      </w:r>
    </w:p>
    <w:p w14:paraId="549AF62D" w14:textId="364EDBC6" w:rsidR="00860E77" w:rsidRPr="00700800" w:rsidRDefault="00860E77" w:rsidP="00860E77">
      <w:pPr>
        <w:tabs>
          <w:tab w:val="right" w:pos="850"/>
          <w:tab w:val="left" w:pos="1134"/>
          <w:tab w:val="left" w:pos="1984"/>
          <w:tab w:val="left" w:leader="dot" w:pos="7654"/>
          <w:tab w:val="right" w:pos="8929"/>
          <w:tab w:val="right" w:pos="9638"/>
        </w:tabs>
        <w:spacing w:after="120"/>
        <w:ind w:left="1134" w:hanging="1134"/>
      </w:pPr>
      <w:r w:rsidRPr="00700800">
        <w:rPr>
          <w:noProof/>
        </w:rPr>
        <w:tab/>
      </w:r>
      <w:r w:rsidRPr="00700800">
        <w:rPr>
          <w:rFonts w:eastAsia="SimSun"/>
          <w:noProof/>
        </w:rPr>
        <w:t>X</w:t>
      </w:r>
      <w:r w:rsidR="00C37E5A" w:rsidRPr="00700800">
        <w:rPr>
          <w:rFonts w:eastAsia="SimSun"/>
          <w:noProof/>
        </w:rPr>
        <w:t>XV</w:t>
      </w:r>
      <w:r w:rsidRPr="00700800">
        <w:rPr>
          <w:rFonts w:eastAsia="SimSun"/>
          <w:noProof/>
        </w:rPr>
        <w:t>II.</w:t>
      </w:r>
      <w:r w:rsidRPr="00700800">
        <w:rPr>
          <w:noProof/>
        </w:rPr>
        <w:tab/>
        <w:t>Others business (agenda item 25)</w:t>
      </w:r>
      <w:r w:rsidRPr="00700800">
        <w:rPr>
          <w:noProof/>
          <w:webHidden/>
        </w:rPr>
        <w:tab/>
      </w:r>
      <w:r w:rsidRPr="00700800">
        <w:rPr>
          <w:noProof/>
          <w:webHidden/>
        </w:rPr>
        <w:tab/>
      </w:r>
      <w:r w:rsidRPr="00700800">
        <w:rPr>
          <w:webHidden/>
        </w:rPr>
        <w:t>1</w:t>
      </w:r>
      <w:r w:rsidR="00C37E5A" w:rsidRPr="00700800">
        <w:rPr>
          <w:webHidden/>
        </w:rPr>
        <w:t>66</w:t>
      </w:r>
      <w:r w:rsidRPr="00700800">
        <w:rPr>
          <w:webHidden/>
        </w:rPr>
        <w:tab/>
      </w:r>
      <w:r w:rsidR="00C37E5A" w:rsidRPr="00700800">
        <w:rPr>
          <w:webHidden/>
        </w:rPr>
        <w:t>3</w:t>
      </w:r>
      <w:r w:rsidR="003E4525" w:rsidRPr="00700800">
        <w:rPr>
          <w:webHidden/>
        </w:rPr>
        <w:t>3</w:t>
      </w:r>
    </w:p>
    <w:bookmarkEnd w:id="58"/>
    <w:p w14:paraId="2729826B" w14:textId="77777777" w:rsidR="00860E77" w:rsidRPr="001639EC" w:rsidRDefault="00860E77" w:rsidP="005B2D37">
      <w:pPr>
        <w:tabs>
          <w:tab w:val="left" w:pos="426"/>
          <w:tab w:val="right" w:pos="850"/>
          <w:tab w:val="left" w:pos="1984"/>
          <w:tab w:val="left" w:leader="dot" w:pos="7654"/>
          <w:tab w:val="right" w:pos="8929"/>
          <w:tab w:val="right" w:pos="9638"/>
        </w:tabs>
        <w:spacing w:after="120"/>
        <w:ind w:left="1134" w:hanging="1134"/>
        <w:rPr>
          <w:b/>
          <w:noProof/>
          <w:sz w:val="28"/>
          <w:szCs w:val="28"/>
          <w:highlight w:val="yellow"/>
        </w:rPr>
      </w:pPr>
    </w:p>
    <w:p w14:paraId="62E391CB" w14:textId="77777777" w:rsidR="00F00942" w:rsidRPr="001639EC" w:rsidRDefault="00F00942">
      <w:pPr>
        <w:suppressAutoHyphens w:val="0"/>
        <w:spacing w:line="240" w:lineRule="auto"/>
        <w:rPr>
          <w:webHidden/>
          <w:highlight w:val="yellow"/>
        </w:rPr>
      </w:pPr>
      <w:r w:rsidRPr="001639EC">
        <w:rPr>
          <w:webHidden/>
          <w:highlight w:val="yellow"/>
        </w:rPr>
        <w:br w:type="page"/>
      </w:r>
    </w:p>
    <w:p w14:paraId="0A502619" w14:textId="77777777" w:rsidR="00B72AEE" w:rsidRPr="00700800" w:rsidRDefault="000B0571" w:rsidP="009E4D62">
      <w:pPr>
        <w:tabs>
          <w:tab w:val="right" w:leader="dot" w:pos="9629"/>
        </w:tabs>
        <w:spacing w:before="240" w:after="120"/>
        <w:rPr>
          <w:b/>
          <w:bCs/>
          <w:noProof/>
        </w:rPr>
      </w:pPr>
      <w:hyperlink w:anchor="_Toc478663189" w:history="1">
        <w:r w:rsidR="00B72AEE" w:rsidRPr="00700800">
          <w:rPr>
            <w:b/>
            <w:bCs/>
            <w:noProof/>
          </w:rPr>
          <w:t>Annexes</w:t>
        </w:r>
      </w:hyperlink>
    </w:p>
    <w:p w14:paraId="3FD24534" w14:textId="07477A06" w:rsidR="00B72AEE" w:rsidRPr="00700800" w:rsidRDefault="00B72AEE" w:rsidP="006A6896">
      <w:pPr>
        <w:tabs>
          <w:tab w:val="right" w:pos="850"/>
          <w:tab w:val="left" w:pos="1134"/>
          <w:tab w:val="left" w:pos="1559"/>
          <w:tab w:val="left" w:pos="1984"/>
          <w:tab w:val="left" w:leader="dot" w:pos="9072"/>
          <w:tab w:val="right" w:pos="9638"/>
        </w:tabs>
        <w:spacing w:after="120"/>
        <w:ind w:left="1134" w:hanging="1134"/>
      </w:pPr>
      <w:r w:rsidRPr="00700800">
        <w:rPr>
          <w:noProof/>
        </w:rPr>
        <w:tab/>
        <w:t>I.</w:t>
      </w:r>
      <w:r w:rsidRPr="00700800">
        <w:rPr>
          <w:noProof/>
        </w:rPr>
        <w:tab/>
        <w:t xml:space="preserve">List of </w:t>
      </w:r>
      <w:r w:rsidRPr="00700800">
        <w:t>informal</w:t>
      </w:r>
      <w:r w:rsidRPr="00700800">
        <w:rPr>
          <w:noProof/>
        </w:rPr>
        <w:t xml:space="preserve"> documents (WP.29-</w:t>
      </w:r>
      <w:r w:rsidR="00F461FA" w:rsidRPr="00700800">
        <w:rPr>
          <w:noProof/>
        </w:rPr>
        <w:t>178</w:t>
      </w:r>
      <w:r w:rsidRPr="00700800">
        <w:rPr>
          <w:noProof/>
        </w:rPr>
        <w:t xml:space="preserve">-…) distributed without a symbol </w:t>
      </w:r>
      <w:r w:rsidRPr="00700800">
        <w:rPr>
          <w:noProof/>
        </w:rPr>
        <w:br/>
        <w:t xml:space="preserve">during the </w:t>
      </w:r>
      <w:r w:rsidR="00E4302D" w:rsidRPr="00700800">
        <w:rPr>
          <w:noProof/>
        </w:rPr>
        <w:t>17</w:t>
      </w:r>
      <w:r w:rsidR="00371016" w:rsidRPr="00700800">
        <w:rPr>
          <w:noProof/>
        </w:rPr>
        <w:t>9</w:t>
      </w:r>
      <w:r w:rsidR="00E4302D" w:rsidRPr="00700800">
        <w:rPr>
          <w:noProof/>
        </w:rPr>
        <w:t xml:space="preserve">th </w:t>
      </w:r>
      <w:r w:rsidRPr="00700800">
        <w:rPr>
          <w:noProof/>
        </w:rPr>
        <w:t>session</w:t>
      </w:r>
      <w:r w:rsidRPr="00700800">
        <w:rPr>
          <w:noProof/>
          <w:webHidden/>
        </w:rPr>
        <w:tab/>
      </w:r>
      <w:r w:rsidRPr="00700800">
        <w:rPr>
          <w:noProof/>
          <w:webHidden/>
        </w:rPr>
        <w:tab/>
      </w:r>
      <w:r w:rsidR="00360A14" w:rsidRPr="00700800">
        <w:rPr>
          <w:webHidden/>
        </w:rPr>
        <w:t>3</w:t>
      </w:r>
      <w:r w:rsidR="003E4525" w:rsidRPr="00700800">
        <w:rPr>
          <w:webHidden/>
        </w:rPr>
        <w:t>4</w:t>
      </w:r>
    </w:p>
    <w:p w14:paraId="00B5B79B" w14:textId="736DFB30" w:rsidR="00B72AEE" w:rsidRPr="00700800" w:rsidRDefault="00B72AEE" w:rsidP="006A6896">
      <w:pPr>
        <w:tabs>
          <w:tab w:val="right" w:pos="850"/>
          <w:tab w:val="left" w:pos="1134"/>
          <w:tab w:val="left" w:pos="1559"/>
          <w:tab w:val="left" w:pos="1984"/>
          <w:tab w:val="left" w:leader="dot" w:pos="9072"/>
          <w:tab w:val="right" w:pos="9638"/>
        </w:tabs>
        <w:spacing w:after="120"/>
        <w:ind w:left="1134" w:hanging="1134"/>
        <w:rPr>
          <w:webHidden/>
        </w:rPr>
      </w:pPr>
      <w:r w:rsidRPr="00700800">
        <w:rPr>
          <w:noProof/>
        </w:rPr>
        <w:tab/>
        <w:t>II.</w:t>
      </w:r>
      <w:r w:rsidRPr="00700800">
        <w:rPr>
          <w:noProof/>
        </w:rPr>
        <w:tab/>
      </w:r>
      <w:r w:rsidR="00371016" w:rsidRPr="00700800">
        <w:rPr>
          <w:noProof/>
        </w:rPr>
        <w:t xml:space="preserve">Status of the 1998 Agreement of the global registry and of the compendium </w:t>
      </w:r>
      <w:r w:rsidR="00371016" w:rsidRPr="00700800">
        <w:rPr>
          <w:noProof/>
        </w:rPr>
        <w:br/>
        <w:t>of candidates - Situation on priorities and proposals to develop UN GTRs as of</w:t>
      </w:r>
      <w:r w:rsidR="00371016" w:rsidRPr="00700800">
        <w:rPr>
          <w:noProof/>
        </w:rPr>
        <w:br/>
        <w:t>6 November 2019</w:t>
      </w:r>
      <w:r w:rsidRPr="00700800">
        <w:rPr>
          <w:noProof/>
          <w:webHidden/>
        </w:rPr>
        <w:tab/>
      </w:r>
      <w:r w:rsidRPr="00700800">
        <w:rPr>
          <w:noProof/>
          <w:webHidden/>
        </w:rPr>
        <w:tab/>
      </w:r>
      <w:r w:rsidR="00371016" w:rsidRPr="00700800">
        <w:rPr>
          <w:webHidden/>
        </w:rPr>
        <w:t>3</w:t>
      </w:r>
      <w:r w:rsidR="003E4525" w:rsidRPr="00700800">
        <w:rPr>
          <w:webHidden/>
        </w:rPr>
        <w:t>7</w:t>
      </w:r>
    </w:p>
    <w:p w14:paraId="4B4036B9" w14:textId="1C4852C3" w:rsidR="00371016" w:rsidRPr="00700800" w:rsidRDefault="00371016" w:rsidP="006A6896">
      <w:pPr>
        <w:tabs>
          <w:tab w:val="right" w:pos="850"/>
          <w:tab w:val="left" w:pos="1134"/>
          <w:tab w:val="left" w:pos="1559"/>
          <w:tab w:val="left" w:pos="1984"/>
          <w:tab w:val="left" w:leader="dot" w:pos="9072"/>
          <w:tab w:val="right" w:pos="9638"/>
        </w:tabs>
        <w:spacing w:after="120"/>
        <w:ind w:left="1134" w:hanging="1134"/>
      </w:pPr>
      <w:r w:rsidRPr="00700800">
        <w:tab/>
        <w:t>III.</w:t>
      </w:r>
      <w:r w:rsidRPr="00700800">
        <w:tab/>
        <w:t>World Forum for Harmonization of Vehicle Regulations (WP.29):</w:t>
      </w:r>
      <w:r w:rsidRPr="00700800">
        <w:br/>
        <w:t>Working Parties, Informal Working Group and Chairmanship</w:t>
      </w:r>
      <w:r w:rsidRPr="00700800">
        <w:br/>
        <w:t>State of play of 1 November 2019</w:t>
      </w:r>
      <w:r w:rsidRPr="00700800">
        <w:tab/>
      </w:r>
      <w:r w:rsidRPr="00700800">
        <w:tab/>
      </w:r>
      <w:r w:rsidR="003E4525" w:rsidRPr="00700800">
        <w:t>41</w:t>
      </w:r>
    </w:p>
    <w:p w14:paraId="0CF9FD05" w14:textId="7A072F16" w:rsidR="007E4F0F" w:rsidRPr="00E63F2C" w:rsidRDefault="00371016" w:rsidP="00371016">
      <w:pPr>
        <w:tabs>
          <w:tab w:val="right" w:pos="850"/>
          <w:tab w:val="left" w:pos="1134"/>
          <w:tab w:val="left" w:pos="1559"/>
          <w:tab w:val="left" w:pos="1984"/>
          <w:tab w:val="left" w:leader="dot" w:pos="9072"/>
          <w:tab w:val="right" w:pos="9638"/>
        </w:tabs>
        <w:spacing w:after="120"/>
        <w:ind w:left="1134" w:hanging="1134"/>
      </w:pPr>
      <w:r w:rsidRPr="00700800">
        <w:tab/>
        <w:t>IV.</w:t>
      </w:r>
      <w:r w:rsidRPr="00700800">
        <w:tab/>
        <w:t>Draft calendar of Meetings of WP.29, GRs and Committees for 2020</w:t>
      </w:r>
      <w:r w:rsidRPr="00700800">
        <w:tab/>
      </w:r>
      <w:r w:rsidRPr="00700800">
        <w:tab/>
        <w:t>4</w:t>
      </w:r>
      <w:r w:rsidR="003E4525" w:rsidRPr="00700800">
        <w:t>4</w:t>
      </w:r>
    </w:p>
    <w:p w14:paraId="6E6169F3" w14:textId="35958D26" w:rsidR="00485E44" w:rsidRDefault="00525C09" w:rsidP="00485E44">
      <w:pPr>
        <w:pStyle w:val="HChG"/>
        <w:tabs>
          <w:tab w:val="clear" w:pos="851"/>
        </w:tabs>
        <w:ind w:hanging="567"/>
      </w:pPr>
      <w:r w:rsidRPr="00E63F2C">
        <w:rPr>
          <w:noProof/>
        </w:rPr>
        <w:br w:type="page"/>
      </w:r>
      <w:bookmarkEnd w:id="0"/>
      <w:r w:rsidR="00485E44" w:rsidRPr="00872FEB">
        <w:lastRenderedPageBreak/>
        <w:t>I.</w:t>
      </w:r>
      <w:r w:rsidR="00485E44">
        <w:tab/>
      </w:r>
      <w:r w:rsidR="00485E44" w:rsidRPr="00872FEB">
        <w:t>Attendance</w:t>
      </w:r>
    </w:p>
    <w:p w14:paraId="0D9983DE" w14:textId="2078A04B" w:rsidR="009B0451" w:rsidRPr="00EA7B90" w:rsidRDefault="009B0451" w:rsidP="009B0451">
      <w:pPr>
        <w:pStyle w:val="SingleTxtG"/>
      </w:pPr>
      <w:r w:rsidRPr="00EA7B90">
        <w:t>1.</w:t>
      </w:r>
      <w:r w:rsidRPr="00EA7B90">
        <w:tab/>
        <w:t>The World Forum for Harmonization of Vehicle Regulations (WP.29) held its 17</w:t>
      </w:r>
      <w:r>
        <w:t>9</w:t>
      </w:r>
      <w:r w:rsidRPr="00EA7B90">
        <w:t xml:space="preserve">th session from </w:t>
      </w:r>
      <w:r>
        <w:t>12</w:t>
      </w:r>
      <w:r w:rsidRPr="00EA7B90">
        <w:t xml:space="preserve"> to </w:t>
      </w:r>
      <w:r>
        <w:t>14</w:t>
      </w:r>
      <w:r w:rsidRPr="00EA7B90">
        <w:t xml:space="preserve"> </w:t>
      </w:r>
      <w:r>
        <w:t>November</w:t>
      </w:r>
      <w:r w:rsidRPr="00EA7B90">
        <w:t xml:space="preserve"> 20</w:t>
      </w:r>
      <w:r>
        <w:t>19</w:t>
      </w:r>
      <w:r w:rsidRPr="00EA7B90">
        <w:t xml:space="preserve">, chaired by </w:t>
      </w:r>
      <w:r w:rsidRPr="008E7AA3">
        <w:t xml:space="preserve">Mr. </w:t>
      </w:r>
      <w:r>
        <w:t>B. Kisulenko (Russian Federation).T</w:t>
      </w:r>
      <w:r w:rsidRPr="00EA7B90">
        <w:t xml:space="preserve">he following countries were represented, following Rule 1 of the Rules of Procedure of WP.29 (ECE/TRANS/WP.29/690/Rev.1): </w:t>
      </w:r>
      <w:r>
        <w:t xml:space="preserve">Algeria, </w:t>
      </w:r>
      <w:r w:rsidRPr="00B95DDE">
        <w:t>Australia, Austria, Belgium, Bosnia and Herzegovina, Canada, China, Czech</w:t>
      </w:r>
      <w:r w:rsidR="00E860D6">
        <w:t xml:space="preserve"> Republic</w:t>
      </w:r>
      <w:r w:rsidRPr="00B95DDE">
        <w:t xml:space="preserve">, Egypt, </w:t>
      </w:r>
      <w:r>
        <w:t xml:space="preserve">El Salvador, </w:t>
      </w:r>
      <w:r w:rsidRPr="00B95DDE">
        <w:t xml:space="preserve">Finland, France, </w:t>
      </w:r>
      <w:r>
        <w:t xml:space="preserve">Georgia, </w:t>
      </w:r>
      <w:r w:rsidRPr="00B95DDE">
        <w:t xml:space="preserve">Germany, Hungary, India, </w:t>
      </w:r>
      <w:r>
        <w:t xml:space="preserve">the Islamic Republic of Iran, Israel, </w:t>
      </w:r>
      <w:r w:rsidRPr="00B95DDE">
        <w:t>Italy, Japan,</w:t>
      </w:r>
      <w:r>
        <w:t xml:space="preserve"> Jordan, </w:t>
      </w:r>
      <w:r w:rsidRPr="00B95DDE">
        <w:t>Kazakhstan, Latvia, Luxembourg, Malaysia, Morocco, Netherlands,</w:t>
      </w:r>
      <w:r>
        <w:t xml:space="preserve"> </w:t>
      </w:r>
      <w:r w:rsidRPr="00B95DDE">
        <w:t xml:space="preserve">Norway, </w:t>
      </w:r>
      <w:r>
        <w:t xml:space="preserve">Pakistan, </w:t>
      </w:r>
      <w:r w:rsidRPr="00B95DDE">
        <w:t xml:space="preserve">Poland, Republic of Korea, Romania, Russian Federation, San Marino, </w:t>
      </w:r>
      <w:r>
        <w:t xml:space="preserve">Serbia, Slovakia, Spain, </w:t>
      </w:r>
      <w:r w:rsidRPr="00B95DDE">
        <w:t xml:space="preserve">South Africa, Sweden, Switzerland, </w:t>
      </w:r>
      <w:r>
        <w:t xml:space="preserve">Tunisia, </w:t>
      </w:r>
      <w:r w:rsidRPr="00B95DDE">
        <w:t>Turkey, United Kingdom of Great Britain and Northern Ireland (UK), United States of America</w:t>
      </w:r>
      <w:r>
        <w:t>, and Uzbekistan</w:t>
      </w:r>
      <w:r w:rsidRPr="008E7AA3">
        <w:t>. R</w:t>
      </w:r>
      <w:r w:rsidRPr="00B95DDE">
        <w:t xml:space="preserve">epresentatives of the European Union participated. </w:t>
      </w:r>
      <w:r w:rsidR="001639EC" w:rsidRPr="00700800">
        <w:t>The following observer country was represented: State of Palestine.</w:t>
      </w:r>
      <w:r w:rsidR="001639EC">
        <w:t xml:space="preserve"> </w:t>
      </w:r>
      <w:r w:rsidRPr="00B95DDE">
        <w:t>The following international organization was represented: International Telecommunication Union (ITU). The following intergovernmental organizations were represented: Conference of European Directors of Roads (CEDR)</w:t>
      </w:r>
      <w:r>
        <w:t xml:space="preserve">, </w:t>
      </w:r>
      <w:r w:rsidRPr="00B95DDE">
        <w:t>Eurasian Economic Commission (EEC)</w:t>
      </w:r>
      <w:r>
        <w:t xml:space="preserve">, </w:t>
      </w:r>
      <w:r w:rsidRPr="00B95DDE">
        <w:t xml:space="preserve">European Union funded </w:t>
      </w:r>
      <w:proofErr w:type="spellStart"/>
      <w:r w:rsidRPr="00B95DDE">
        <w:t>EuroMed</w:t>
      </w:r>
      <w:proofErr w:type="spellEnd"/>
      <w:r w:rsidRPr="00B95DDE">
        <w:t xml:space="preserve"> Transport Support Project. </w:t>
      </w:r>
      <w:r w:rsidRPr="008E7AA3">
        <w:t xml:space="preserve">The following non-governmental organizations were also represented: </w:t>
      </w:r>
      <w:r w:rsidRPr="008963A6">
        <w:t>Association for Emissions Control by Catalyst</w:t>
      </w:r>
      <w:r>
        <w:t xml:space="preserve"> (AECC), </w:t>
      </w:r>
      <w:r w:rsidRPr="00232DC6">
        <w:t>European Association of Automotive Suppliers (CLEPA/MEMA/JAPIA)</w:t>
      </w:r>
      <w:r w:rsidRPr="00232DC6">
        <w:rPr>
          <w:vertAlign w:val="superscript"/>
        </w:rPr>
        <w:footnoteReference w:id="2"/>
      </w:r>
      <w:r w:rsidRPr="00232DC6">
        <w:t>,</w:t>
      </w:r>
      <w:r w:rsidRPr="008E7AA3">
        <w:t xml:space="preserve"> </w:t>
      </w:r>
      <w:proofErr w:type="spellStart"/>
      <w:r w:rsidRPr="00232DC6">
        <w:t>Fahrzeugsystemdaten</w:t>
      </w:r>
      <w:proofErr w:type="spellEnd"/>
      <w:r w:rsidRPr="00232DC6">
        <w:t xml:space="preserve"> GmbH (FSD)</w:t>
      </w:r>
      <w:r>
        <w:t xml:space="preserve">, </w:t>
      </w:r>
      <w:r w:rsidRPr="00232DC6">
        <w:t>F</w:t>
      </w:r>
      <w:r>
        <w:t>é</w:t>
      </w:r>
      <w:r w:rsidRPr="00232DC6">
        <w:t>d</w:t>
      </w:r>
      <w:r>
        <w:t>é</w:t>
      </w:r>
      <w:r w:rsidRPr="00232DC6">
        <w:t xml:space="preserve">ration Internationale des </w:t>
      </w:r>
      <w:proofErr w:type="spellStart"/>
      <w:r w:rsidRPr="00232DC6">
        <w:t>Grossistes</w:t>
      </w:r>
      <w:proofErr w:type="spellEnd"/>
      <w:r w:rsidRPr="00232DC6">
        <w:t xml:space="preserve">, </w:t>
      </w:r>
      <w:proofErr w:type="spellStart"/>
      <w:r w:rsidRPr="00232DC6">
        <w:t>Importateurs</w:t>
      </w:r>
      <w:proofErr w:type="spellEnd"/>
      <w:r w:rsidRPr="00232DC6">
        <w:t xml:space="preserve"> et </w:t>
      </w:r>
      <w:proofErr w:type="spellStart"/>
      <w:r w:rsidRPr="00232DC6">
        <w:t>Exportateurs</w:t>
      </w:r>
      <w:proofErr w:type="spellEnd"/>
      <w:r w:rsidRPr="00232DC6">
        <w:t xml:space="preserve"> </w:t>
      </w:r>
      <w:proofErr w:type="spellStart"/>
      <w:r w:rsidRPr="00232DC6">
        <w:t>en</w:t>
      </w:r>
      <w:proofErr w:type="spellEnd"/>
      <w:r w:rsidRPr="00232DC6">
        <w:t xml:space="preserve"> </w:t>
      </w:r>
      <w:proofErr w:type="spellStart"/>
      <w:r w:rsidRPr="00232DC6">
        <w:t>Fournitures</w:t>
      </w:r>
      <w:proofErr w:type="spellEnd"/>
      <w:r w:rsidRPr="00232DC6">
        <w:t xml:space="preserve"> Automobiles (FIGIEFA)</w:t>
      </w:r>
      <w:r>
        <w:t xml:space="preserve">, </w:t>
      </w:r>
      <w:r w:rsidRPr="008E7AA3">
        <w:t xml:space="preserve">Consumers International (CI), European Tyre and Rim Technical Organization (ETRTO), International Automobile Federation (FIA), </w:t>
      </w:r>
      <w:r w:rsidRPr="00232DC6">
        <w:t xml:space="preserve">Global New Car Assessment Programme (Global NCAP), </w:t>
      </w:r>
      <w:r w:rsidRPr="008E7AA3">
        <w:t xml:space="preserve">International Automotive Lighting and Light Signalling Expert Group (GTB), International Motorcycle Manufacturers Association (IMMA), </w:t>
      </w:r>
      <w:r w:rsidRPr="00232DC6">
        <w:t xml:space="preserve">International Motor Vehicle Inspection Committee (CITA), </w:t>
      </w:r>
      <w:r>
        <w:t xml:space="preserve">International Organization for Standardization (ISO), </w:t>
      </w:r>
      <w:r w:rsidRPr="00232DC6">
        <w:t>International Organization of Motor Vehicle Manufacturers (OICA</w:t>
      </w:r>
      <w:r w:rsidRPr="008E7AA3">
        <w:t xml:space="preserve">) and Society of Automotive Engineers International (SAE International). Other non-governmental organizations were represented following Rule 1(d): American Automotive Policy Council (AAPC), Recreation Vehicle Industry Association (RVIA) and World Bicycle Industry Association (WBIA). Other non-governmental organizations, private sector entities, independent experts and observers were represented: </w:t>
      </w:r>
      <w:r w:rsidR="00B076B5">
        <w:t xml:space="preserve">European Committee for Standardization (CEN); </w:t>
      </w:r>
      <w:r w:rsidRPr="008E7AA3">
        <w:t>Motor and Equipment Manufacturers Association (MEMA), United States of America Tire Manufacturers Association</w:t>
      </w:r>
      <w:r w:rsidR="00B076B5">
        <w:t xml:space="preserve"> and The American University in Cairo</w:t>
      </w:r>
      <w:r w:rsidRPr="008E7AA3">
        <w:t>.</w:t>
      </w:r>
    </w:p>
    <w:p w14:paraId="3AB8B6EC" w14:textId="24EF36F8" w:rsidR="00485E44" w:rsidRDefault="00485E44" w:rsidP="00485E44">
      <w:pPr>
        <w:pStyle w:val="HChG"/>
      </w:pPr>
      <w:r w:rsidRPr="00872FEB">
        <w:tab/>
        <w:t>I</w:t>
      </w:r>
      <w:r>
        <w:t>I</w:t>
      </w:r>
      <w:r w:rsidRPr="00872FEB">
        <w:t>.</w:t>
      </w:r>
      <w:r w:rsidRPr="00872FEB">
        <w:tab/>
      </w:r>
      <w:r>
        <w:t>Opening</w:t>
      </w:r>
      <w:r w:rsidR="009B0451">
        <w:t xml:space="preserve"> statements</w:t>
      </w:r>
    </w:p>
    <w:p w14:paraId="475A5C82" w14:textId="77777777" w:rsidR="009B0451" w:rsidRPr="00DE7A91" w:rsidRDefault="009B0451" w:rsidP="009B0451">
      <w:pPr>
        <w:pStyle w:val="SingleTxtG"/>
        <w:rPr>
          <w:i/>
        </w:rPr>
      </w:pPr>
      <w:r>
        <w:tab/>
      </w:r>
      <w:r w:rsidRPr="00DE7A91">
        <w:rPr>
          <w:i/>
        </w:rPr>
        <w:t>Documentation</w:t>
      </w:r>
      <w:r w:rsidRPr="003E5BD5">
        <w:rPr>
          <w:iCs/>
        </w:rPr>
        <w:t>:</w:t>
      </w:r>
      <w:r w:rsidRPr="00DE7A91">
        <w:rPr>
          <w:i/>
        </w:rPr>
        <w:tab/>
      </w:r>
      <w:r>
        <w:rPr>
          <w:iCs/>
        </w:rPr>
        <w:t>(</w:t>
      </w:r>
      <w:r>
        <w:t>ECE/TRANS/WP.29/1147)</w:t>
      </w:r>
    </w:p>
    <w:p w14:paraId="709BB573" w14:textId="40779481" w:rsidR="009B0451" w:rsidRDefault="009B0451" w:rsidP="009B0451">
      <w:pPr>
        <w:pStyle w:val="SingleTxtG"/>
      </w:pPr>
      <w:r w:rsidRPr="00EA7B90">
        <w:t>2.</w:t>
      </w:r>
      <w:r w:rsidRPr="00EA7B90">
        <w:tab/>
      </w:r>
      <w:r>
        <w:t>The Chair of WP.29, Mr B. Kisulenko (Russian Federation), welcomed delegates to the 179</w:t>
      </w:r>
      <w:r w:rsidRPr="00C81800">
        <w:t>th</w:t>
      </w:r>
      <w:r>
        <w:t xml:space="preserve"> session of WP.29 and opened the meeting. He recalled the decision of WP.29 at its June 2019 session (ECE/TRANS/WP.29/1147, para. 14) to limit the duration of the 179</w:t>
      </w:r>
      <w:r w:rsidRPr="00D155D6">
        <w:t>th</w:t>
      </w:r>
      <w:r>
        <w:t xml:space="preserve"> session to three days only as a trial to streamline its work.</w:t>
      </w:r>
    </w:p>
    <w:p w14:paraId="2AF26559" w14:textId="06EF547B" w:rsidR="007C6E24" w:rsidRDefault="00BF1F5B" w:rsidP="007C6E24">
      <w:pPr>
        <w:pStyle w:val="SingleTxtG"/>
      </w:pPr>
      <w:r>
        <w:t>3</w:t>
      </w:r>
      <w:r w:rsidR="007C6E24">
        <w:t>.</w:t>
      </w:r>
      <w:r w:rsidR="007C6E24">
        <w:tab/>
        <w:t>The Director of the ECE Sustainable Transport Division, Mr Yuwei Li, informed WP.29 on the restructuring of the division in order to better address the road safety crisis with globally more than 1.3 million road traffic fatalities per year. The new section on transport of dangerous and road safety management included also oversight of the secretariat of the Secretary-General's Special Envoy for Road Safety and of the secretariat of the United Nations Road Safety Trust Fund. Mr R. Hubert had been promoted to head of this section.</w:t>
      </w:r>
    </w:p>
    <w:p w14:paraId="3026CD3E" w14:textId="5CBAF4A1" w:rsidR="007C6E24" w:rsidRPr="004B542C" w:rsidRDefault="00BF1F5B" w:rsidP="007C6E24">
      <w:pPr>
        <w:pStyle w:val="SingleTxtG"/>
      </w:pPr>
      <w:r>
        <w:t>4</w:t>
      </w:r>
      <w:r w:rsidR="007C6E24">
        <w:t>.</w:t>
      </w:r>
      <w:r w:rsidR="007C6E24">
        <w:tab/>
        <w:t xml:space="preserve">The Director explained that due to budgetary issues, the former post of Mr Hubert as Secretary to GRSG could not be filled immediately. He informed WP.29 participants that the recruitment process had recently been initiated and that a related job-opening would be published in the coming days. He recalled the Secretary-General's gender strategy and the </w:t>
      </w:r>
      <w:r w:rsidR="007C6E24">
        <w:lastRenderedPageBreak/>
        <w:t>Executive Secretary's commitment that aimed at equal distribution of gender at staff of the secretariat, which is not the case for the Division yet. He requested WP.29 delegates to help spreading information on the job-opining to potential candidates and encourage eligible females to apply for the post. He also informed delegates that the Secretary of WP.29 would e-mail the job-opening and the request to help encourage females' applications.</w:t>
      </w:r>
    </w:p>
    <w:p w14:paraId="58C17D4A" w14:textId="0BAD7A70" w:rsidR="00485E44" w:rsidRDefault="00485E44" w:rsidP="00485E44">
      <w:pPr>
        <w:pStyle w:val="HChG"/>
      </w:pPr>
      <w:r>
        <w:tab/>
        <w:t>I</w:t>
      </w:r>
      <w:r w:rsidRPr="007E09C1">
        <w:t>II.</w:t>
      </w:r>
      <w:r>
        <w:tab/>
      </w:r>
      <w:r w:rsidRPr="007E09C1">
        <w:tab/>
        <w:t>Adoption of the agenda (agenda item 1)</w:t>
      </w:r>
    </w:p>
    <w:p w14:paraId="4F2FEB41" w14:textId="1FECC408" w:rsidR="00AB266F" w:rsidRPr="00CB3E05" w:rsidRDefault="00AB266F" w:rsidP="00AB266F">
      <w:pPr>
        <w:spacing w:after="120" w:line="240" w:lineRule="auto"/>
        <w:ind w:left="2699" w:right="1134" w:hanging="1531"/>
        <w:jc w:val="both"/>
      </w:pPr>
      <w:r w:rsidRPr="00CB3E05">
        <w:rPr>
          <w:i/>
        </w:rPr>
        <w:t>Documentation</w:t>
      </w:r>
      <w:r w:rsidRPr="003E5BD5">
        <w:rPr>
          <w:iCs/>
        </w:rPr>
        <w:t>:</w:t>
      </w:r>
      <w:r w:rsidRPr="00CB3E05">
        <w:rPr>
          <w:i/>
        </w:rPr>
        <w:tab/>
      </w:r>
      <w:r w:rsidRPr="00CB3E05">
        <w:t>ECE/TRANS/WP.29/1148</w:t>
      </w:r>
      <w:r w:rsidRPr="00CB3E05">
        <w:br/>
        <w:t>Informal documents: WP.179-03 and WP.29-179-04</w:t>
      </w:r>
    </w:p>
    <w:p w14:paraId="7C610C41" w14:textId="5929A4CD" w:rsidR="00AB266F" w:rsidRPr="00103A68" w:rsidRDefault="00BF1F5B" w:rsidP="00AB266F">
      <w:pPr>
        <w:spacing w:after="120"/>
        <w:ind w:left="1134" w:right="1134"/>
        <w:jc w:val="both"/>
      </w:pPr>
      <w:r>
        <w:t>5</w:t>
      </w:r>
      <w:r w:rsidR="00AB266F" w:rsidRPr="00103A68">
        <w:t>.</w:t>
      </w:r>
      <w:r w:rsidR="00AB266F" w:rsidRPr="00103A68">
        <w:tab/>
        <w:t>The annotated provisional agenda was adopted.</w:t>
      </w:r>
    </w:p>
    <w:p w14:paraId="193ED9C8" w14:textId="10E53421" w:rsidR="00AB266F" w:rsidRPr="00AB266F" w:rsidRDefault="00AB266F" w:rsidP="00AB266F">
      <w:pPr>
        <w:rPr>
          <w:highlight w:val="yellow"/>
        </w:rPr>
      </w:pPr>
      <w:r>
        <w:rPr>
          <w:bCs/>
        </w:rPr>
        <w:tab/>
      </w:r>
      <w:r>
        <w:rPr>
          <w:bCs/>
        </w:rPr>
        <w:tab/>
      </w:r>
      <w:r w:rsidR="00BF1F5B">
        <w:rPr>
          <w:bCs/>
        </w:rPr>
        <w:t>6</w:t>
      </w:r>
      <w:r w:rsidRPr="00103A68">
        <w:rPr>
          <w:bCs/>
        </w:rPr>
        <w:t>.</w:t>
      </w:r>
      <w:r w:rsidRPr="00103A68">
        <w:rPr>
          <w:bCs/>
        </w:rPr>
        <w:tab/>
        <w:t>The list of informal documents is reproduced in Annex I to this report.</w:t>
      </w:r>
    </w:p>
    <w:p w14:paraId="52B6D9D5" w14:textId="77777777" w:rsidR="00485E44" w:rsidRPr="007E09C1" w:rsidRDefault="00485E44" w:rsidP="00485E44">
      <w:pPr>
        <w:pStyle w:val="HChG"/>
        <w:spacing w:before="240"/>
      </w:pPr>
      <w:r w:rsidRPr="007E09C1">
        <w:tab/>
        <w:t>I</w:t>
      </w:r>
      <w:r>
        <w:t>V</w:t>
      </w:r>
      <w:r w:rsidRPr="007E09C1">
        <w:t>.</w:t>
      </w:r>
      <w:r w:rsidRPr="007E09C1">
        <w:tab/>
        <w:t>Coordination and organization of work (agenda item 2)</w:t>
      </w:r>
    </w:p>
    <w:p w14:paraId="4BCF9246" w14:textId="39F7277A" w:rsidR="00485E44" w:rsidRDefault="00485E44" w:rsidP="00485E44">
      <w:pPr>
        <w:pStyle w:val="H1G"/>
        <w:spacing w:after="200"/>
      </w:pPr>
      <w:r w:rsidRPr="007E09C1">
        <w:tab/>
        <w:t>A.</w:t>
      </w:r>
      <w:r w:rsidRPr="007E09C1">
        <w:tab/>
        <w:t>Report of the session of the Administrative Committee for the Coordination of Work (WP.29/AC.2) (agenda item 2.1)</w:t>
      </w:r>
    </w:p>
    <w:p w14:paraId="5202FB2F" w14:textId="30DFDEA0" w:rsidR="00AB266F" w:rsidRPr="00FD71E4" w:rsidRDefault="00BF1F5B" w:rsidP="00AB266F">
      <w:pPr>
        <w:pStyle w:val="SingleTxtG"/>
      </w:pPr>
      <w:r>
        <w:t>7</w:t>
      </w:r>
      <w:r w:rsidR="00AB266F" w:rsidRPr="00FD71E4">
        <w:t>.</w:t>
      </w:r>
      <w:r w:rsidR="00AB266F" w:rsidRPr="00FD71E4">
        <w:tab/>
      </w:r>
      <w:r w:rsidR="00AB266F" w:rsidRPr="00551FF1">
        <w:t xml:space="preserve">The 131st session of WP.29/AC.2 (12 November 2019) was chaired by </w:t>
      </w:r>
      <w:r w:rsidR="00AB266F" w:rsidRPr="00CB3E05">
        <w:t>Mr.</w:t>
      </w:r>
      <w:r w:rsidR="00D155D6">
        <w:t> </w:t>
      </w:r>
      <w:r w:rsidR="00AB266F">
        <w:t>B</w:t>
      </w:r>
      <w:r w:rsidR="00AB266F" w:rsidRPr="00CB3E05">
        <w:t>.</w:t>
      </w:r>
      <w:r w:rsidR="00D155D6">
        <w:t> </w:t>
      </w:r>
      <w:proofErr w:type="spellStart"/>
      <w:r w:rsidR="00AB266F">
        <w:t>Kisulenko</w:t>
      </w:r>
      <w:proofErr w:type="spellEnd"/>
      <w:r w:rsidR="00AB266F" w:rsidRPr="00CB3E05">
        <w:t xml:space="preserve"> (</w:t>
      </w:r>
      <w:r w:rsidR="00AB266F">
        <w:t>Russian Federation</w:t>
      </w:r>
      <w:r w:rsidR="00AB266F" w:rsidRPr="00CB3E05">
        <w:t>) and was attended, in accordance to Rule 29 of the terms of reference and rules of procedure of WP.29 (TRANS/WP.29/690/Rev.1) by the Chairs of GRB</w:t>
      </w:r>
      <w:r w:rsidR="00AB266F">
        <w:t>P</w:t>
      </w:r>
      <w:r w:rsidR="00AB266F" w:rsidRPr="00CB3E05">
        <w:t xml:space="preserve"> (France), GRPE (Netherlands), GRVA (United Kingdom</w:t>
      </w:r>
      <w:r w:rsidR="00AB266F">
        <w:t xml:space="preserve"> of Great Britain and Northern Ireland</w:t>
      </w:r>
      <w:r w:rsidR="00AB266F" w:rsidRPr="00CB3E05">
        <w:t xml:space="preserve">), GRSG (Italy), the Vice-Chair of GRSP (Republic of Korea), </w:t>
      </w:r>
      <w:r w:rsidR="00AB266F">
        <w:t>the Vice</w:t>
      </w:r>
      <w:r w:rsidR="003E5BD5">
        <w:t>-</w:t>
      </w:r>
      <w:r w:rsidR="00AB266F">
        <w:t xml:space="preserve">Chair of GRSG (Canada), the Vice-Chair of GRVA (China), </w:t>
      </w:r>
      <w:r w:rsidR="00AB266F" w:rsidRPr="00CB3E05">
        <w:t>the Chair of the Executive Committee (AC.3) of the 1998 Agreement (</w:t>
      </w:r>
      <w:r w:rsidR="00AB266F">
        <w:t>United States of America</w:t>
      </w:r>
      <w:r w:rsidR="00AB266F" w:rsidRPr="00CB3E05">
        <w:t>), the Vice-Chair of WP.29 (</w:t>
      </w:r>
      <w:r w:rsidR="00AB266F">
        <w:t>Italy</w:t>
      </w:r>
      <w:r w:rsidR="00AB266F" w:rsidRPr="00CB3E05">
        <w:t xml:space="preserve">), </w:t>
      </w:r>
      <w:r w:rsidR="00AB266F">
        <w:t xml:space="preserve">and </w:t>
      </w:r>
      <w:r w:rsidR="00AB266F" w:rsidRPr="00CB3E05">
        <w:t>by the representatives of Germany</w:t>
      </w:r>
      <w:r w:rsidR="00AB266F">
        <w:t xml:space="preserve">, Japan </w:t>
      </w:r>
      <w:r w:rsidR="00AB266F" w:rsidRPr="00CB3E05">
        <w:t>and the European Union.</w:t>
      </w:r>
    </w:p>
    <w:p w14:paraId="576B2046" w14:textId="52443DB0" w:rsidR="00AB266F" w:rsidRDefault="00BF1F5B" w:rsidP="00AB266F">
      <w:pPr>
        <w:pStyle w:val="SingleTxtG"/>
        <w:rPr>
          <w:bCs/>
        </w:rPr>
      </w:pPr>
      <w:r>
        <w:rPr>
          <w:bCs/>
        </w:rPr>
        <w:t>8</w:t>
      </w:r>
      <w:r w:rsidR="00AB266F">
        <w:rPr>
          <w:bCs/>
        </w:rPr>
        <w:t>.</w:t>
      </w:r>
      <w:r w:rsidR="00AB266F">
        <w:rPr>
          <w:bCs/>
        </w:rPr>
        <w:tab/>
        <w:t>AC.2 welcomed the work done by the Chairs of GRs on strategic planning and asked the Chairs to identify their top three priorities and to provide the associated timelines. AC.2 requested the secretariat to prepare a pre-filled template containing the priorities as well as items for maintaining existing regulations, that each Chair would use for this exercise. AC.2 agreed that this document would be the basis for establishing the programme of work for 2020. AC.2 invited contracting parties to provide comments on the programme of work in advance of the next meeting. AC.2 noted that the absence of comments would be considered as agreement.</w:t>
      </w:r>
    </w:p>
    <w:p w14:paraId="43C21457" w14:textId="497432D3" w:rsidR="00AB266F" w:rsidRDefault="00BF1F5B" w:rsidP="00AB266F">
      <w:pPr>
        <w:pStyle w:val="SingleTxtG"/>
        <w:rPr>
          <w:bCs/>
        </w:rPr>
      </w:pPr>
      <w:r>
        <w:rPr>
          <w:bCs/>
        </w:rPr>
        <w:t>9</w:t>
      </w:r>
      <w:r w:rsidR="00AB266F">
        <w:rPr>
          <w:bCs/>
        </w:rPr>
        <w:t>.</w:t>
      </w:r>
      <w:r w:rsidR="00AB266F">
        <w:rPr>
          <w:bCs/>
        </w:rPr>
        <w:tab/>
        <w:t>AC.2 adopted the calendar of meetings for 2020 with the option to amend, during the March 2020 session of AC.2, the allocation of GRs to the meetings planned in the second half of 2020.</w:t>
      </w:r>
    </w:p>
    <w:p w14:paraId="239C2AB7" w14:textId="097E464F" w:rsidR="001639EC" w:rsidRPr="00AB266F" w:rsidRDefault="001639EC" w:rsidP="001639EC">
      <w:pPr>
        <w:pStyle w:val="SingleTxtG"/>
      </w:pPr>
      <w:bookmarkStart w:id="59" w:name="_Hlk25859049"/>
      <w:r w:rsidRPr="00700800">
        <w:t>10.</w:t>
      </w:r>
      <w:r w:rsidRPr="00700800">
        <w:tab/>
        <w:t>AC.2 revisited the format of WP.29 sessions based on experiences gained at its 179</w:t>
      </w:r>
      <w:r w:rsidRPr="00D155D6">
        <w:t>th</w:t>
      </w:r>
      <w:r w:rsidRPr="00700800">
        <w:t xml:space="preserve"> session and agreed to continue with the three days format subject to a regular review. AC.2 would have a preparatory meeting on Mondays afternoon (2:30 p.m.–5:30 p.m.) and thus providing more time for discussions. GRVA would benefit from half days gained by the restructuring of WP.29 sessions and would have two sessions of up to five days each per year. AC.2 would reconsider the possibility of an additional two days meeting for GRVA directly linked to the WP.29 June 2020 session at its 132nd session.</w:t>
      </w:r>
    </w:p>
    <w:bookmarkEnd w:id="59"/>
    <w:p w14:paraId="07933190" w14:textId="36B45F0A" w:rsidR="00AB266F" w:rsidRDefault="00BF1F5B" w:rsidP="00AB266F">
      <w:pPr>
        <w:pStyle w:val="SingleTxtG"/>
        <w:rPr>
          <w:bCs/>
        </w:rPr>
      </w:pPr>
      <w:r>
        <w:rPr>
          <w:bCs/>
        </w:rPr>
        <w:t>1</w:t>
      </w:r>
      <w:r w:rsidR="001639EC">
        <w:rPr>
          <w:bCs/>
        </w:rPr>
        <w:t>1</w:t>
      </w:r>
      <w:r w:rsidR="00AB266F">
        <w:rPr>
          <w:bCs/>
        </w:rPr>
        <w:t>.</w:t>
      </w:r>
      <w:r w:rsidR="00AB266F">
        <w:rPr>
          <w:bCs/>
        </w:rPr>
        <w:tab/>
        <w:t xml:space="preserve">AC.2 noted the </w:t>
      </w:r>
      <w:r w:rsidR="00AB266F" w:rsidRPr="005235C0">
        <w:rPr>
          <w:bCs/>
        </w:rPr>
        <w:t>I</w:t>
      </w:r>
      <w:r w:rsidR="00AB266F">
        <w:rPr>
          <w:bCs/>
        </w:rPr>
        <w:t xml:space="preserve">nland </w:t>
      </w:r>
      <w:r w:rsidR="00AB266F" w:rsidRPr="005235C0">
        <w:rPr>
          <w:bCs/>
        </w:rPr>
        <w:t>T</w:t>
      </w:r>
      <w:r w:rsidR="00AB266F">
        <w:rPr>
          <w:bCs/>
        </w:rPr>
        <w:t xml:space="preserve">ransport </w:t>
      </w:r>
      <w:r w:rsidR="00AB266F" w:rsidRPr="005235C0">
        <w:rPr>
          <w:bCs/>
        </w:rPr>
        <w:t>C</w:t>
      </w:r>
      <w:r w:rsidR="00AB266F">
        <w:rPr>
          <w:bCs/>
        </w:rPr>
        <w:t>ommittee</w:t>
      </w:r>
      <w:r w:rsidR="00AB266F" w:rsidRPr="005235C0">
        <w:rPr>
          <w:bCs/>
        </w:rPr>
        <w:t xml:space="preserve"> </w:t>
      </w:r>
      <w:r w:rsidR="00AB266F">
        <w:rPr>
          <w:bCs/>
        </w:rPr>
        <w:t xml:space="preserve">(ITC) </w:t>
      </w:r>
      <w:r w:rsidR="00AB266F" w:rsidRPr="005235C0">
        <w:rPr>
          <w:bCs/>
        </w:rPr>
        <w:t>Informal Doc</w:t>
      </w:r>
      <w:r w:rsidR="00AB266F">
        <w:rPr>
          <w:bCs/>
        </w:rPr>
        <w:t>ument</w:t>
      </w:r>
      <w:r w:rsidR="00AB266F" w:rsidRPr="005235C0">
        <w:rPr>
          <w:bCs/>
        </w:rPr>
        <w:t xml:space="preserve"> No.</w:t>
      </w:r>
      <w:r w:rsidR="008A684B">
        <w:rPr>
          <w:bCs/>
        </w:rPr>
        <w:t> </w:t>
      </w:r>
      <w:r w:rsidR="00AB266F" w:rsidRPr="005235C0">
        <w:rPr>
          <w:bCs/>
        </w:rPr>
        <w:t xml:space="preserve">5 </w:t>
      </w:r>
      <w:r w:rsidR="00AB266F">
        <w:rPr>
          <w:bCs/>
        </w:rPr>
        <w:t xml:space="preserve">(2019) </w:t>
      </w:r>
      <w:r w:rsidR="00AB266F" w:rsidRPr="005235C0">
        <w:rPr>
          <w:bCs/>
        </w:rPr>
        <w:t>on implement</w:t>
      </w:r>
      <w:r w:rsidR="00AB266F">
        <w:rPr>
          <w:bCs/>
        </w:rPr>
        <w:t>ing</w:t>
      </w:r>
      <w:r w:rsidR="00AB266F" w:rsidRPr="005235C0">
        <w:rPr>
          <w:bCs/>
        </w:rPr>
        <w:t xml:space="preserve"> the ITC strategy </w:t>
      </w:r>
      <w:r w:rsidR="00AB266F">
        <w:rPr>
          <w:bCs/>
        </w:rPr>
        <w:t xml:space="preserve">that </w:t>
      </w:r>
      <w:r w:rsidR="00AB266F" w:rsidRPr="005235C0">
        <w:rPr>
          <w:bCs/>
        </w:rPr>
        <w:t xml:space="preserve">incorporating </w:t>
      </w:r>
      <w:r w:rsidR="00AB266F">
        <w:rPr>
          <w:bCs/>
        </w:rPr>
        <w:t xml:space="preserve">the </w:t>
      </w:r>
      <w:r w:rsidR="00AB266F" w:rsidRPr="005235C0">
        <w:rPr>
          <w:bCs/>
        </w:rPr>
        <w:t>ITC Recommendations for Enhancing National Road Safety Systems</w:t>
      </w:r>
      <w:r w:rsidR="00AB266F">
        <w:rPr>
          <w:bCs/>
        </w:rPr>
        <w:t>.</w:t>
      </w:r>
    </w:p>
    <w:p w14:paraId="34E120A1" w14:textId="289BA0FB" w:rsidR="00AB266F" w:rsidRDefault="00BF1F5B" w:rsidP="00AB266F">
      <w:pPr>
        <w:pStyle w:val="SingleTxtG"/>
        <w:rPr>
          <w:bCs/>
        </w:rPr>
      </w:pPr>
      <w:r>
        <w:rPr>
          <w:bCs/>
        </w:rPr>
        <w:t>1</w:t>
      </w:r>
      <w:r w:rsidR="001639EC">
        <w:rPr>
          <w:bCs/>
        </w:rPr>
        <w:t>2</w:t>
      </w:r>
      <w:r w:rsidR="00AB266F">
        <w:rPr>
          <w:bCs/>
        </w:rPr>
        <w:t>.</w:t>
      </w:r>
      <w:r w:rsidR="00AB266F">
        <w:rPr>
          <w:bCs/>
        </w:rPr>
        <w:tab/>
      </w:r>
      <w:r w:rsidR="00AB266F" w:rsidRPr="006D4F9C">
        <w:rPr>
          <w:bCs/>
        </w:rPr>
        <w:t>AC.2 approved the participation at the World Forum, under Rule 1(d) of the Rules of Procedure of WP.29, of the Non-Governmental Organization "Association of European Wheel Manufacturers (EUWA)</w:t>
      </w:r>
      <w:r w:rsidR="00AB266F">
        <w:rPr>
          <w:bCs/>
        </w:rPr>
        <w:t>"</w:t>
      </w:r>
      <w:r w:rsidR="00AB266F" w:rsidRPr="006D4F9C">
        <w:rPr>
          <w:bCs/>
        </w:rPr>
        <w:t xml:space="preserve"> for the 2020</w:t>
      </w:r>
      <w:r w:rsidR="00AB266F">
        <w:rPr>
          <w:bCs/>
        </w:rPr>
        <w:t>–</w:t>
      </w:r>
      <w:r w:rsidR="00AB266F" w:rsidRPr="006D4F9C">
        <w:rPr>
          <w:bCs/>
        </w:rPr>
        <w:t>2021 biennium</w:t>
      </w:r>
      <w:r w:rsidR="00AB266F">
        <w:rPr>
          <w:bCs/>
        </w:rPr>
        <w:t>.</w:t>
      </w:r>
    </w:p>
    <w:p w14:paraId="3BAD869F" w14:textId="36CA222B" w:rsidR="00AB266F" w:rsidRDefault="00AB266F" w:rsidP="00AB266F">
      <w:pPr>
        <w:pStyle w:val="SingleTxtG"/>
        <w:rPr>
          <w:bCs/>
        </w:rPr>
      </w:pPr>
      <w:r>
        <w:rPr>
          <w:bCs/>
        </w:rPr>
        <w:t>1</w:t>
      </w:r>
      <w:r w:rsidR="001639EC">
        <w:rPr>
          <w:bCs/>
        </w:rPr>
        <w:t>3</w:t>
      </w:r>
      <w:r>
        <w:rPr>
          <w:bCs/>
        </w:rPr>
        <w:t>.</w:t>
      </w:r>
      <w:r>
        <w:rPr>
          <w:bCs/>
        </w:rPr>
        <w:tab/>
      </w:r>
      <w:r w:rsidRPr="006D4F9C">
        <w:rPr>
          <w:bCs/>
        </w:rPr>
        <w:t xml:space="preserve">AC.2 reviewed and adopted the provisional agenda for the </w:t>
      </w:r>
      <w:r>
        <w:rPr>
          <w:bCs/>
        </w:rPr>
        <w:t>179</w:t>
      </w:r>
      <w:r w:rsidRPr="006D4F9C">
        <w:rPr>
          <w:bCs/>
        </w:rPr>
        <w:t xml:space="preserve">th session and reviewed the draft of the 180th session of the World Forum, scheduled to be held in Geneva from </w:t>
      </w:r>
      <w:r w:rsidRPr="00326FC1">
        <w:rPr>
          <w:bCs/>
        </w:rPr>
        <w:t>10</w:t>
      </w:r>
      <w:r w:rsidR="003E5BD5">
        <w:rPr>
          <w:bCs/>
        </w:rPr>
        <w:t> </w:t>
      </w:r>
      <w:r>
        <w:rPr>
          <w:bCs/>
        </w:rPr>
        <w:t>to 1</w:t>
      </w:r>
      <w:r w:rsidR="00326FC1">
        <w:rPr>
          <w:bCs/>
        </w:rPr>
        <w:t>2</w:t>
      </w:r>
      <w:r w:rsidRPr="006D4F9C">
        <w:rPr>
          <w:bCs/>
        </w:rPr>
        <w:t xml:space="preserve"> March 2020.</w:t>
      </w:r>
    </w:p>
    <w:p w14:paraId="59B25780" w14:textId="26C91067" w:rsidR="00AB266F" w:rsidRDefault="00AB266F" w:rsidP="001639EC">
      <w:pPr>
        <w:pStyle w:val="SingleTxtG"/>
      </w:pPr>
      <w:r>
        <w:lastRenderedPageBreak/>
        <w:tab/>
        <w:t>1</w:t>
      </w:r>
      <w:r w:rsidR="001639EC">
        <w:t>4</w:t>
      </w:r>
      <w:r w:rsidRPr="006D4F9C">
        <w:t>.</w:t>
      </w:r>
      <w:r w:rsidRPr="006D4F9C">
        <w:tab/>
        <w:t>AC.2 confirmed that AC.4 would not convene.</w:t>
      </w:r>
    </w:p>
    <w:p w14:paraId="6E89A674" w14:textId="05414038" w:rsidR="00CF6DCE" w:rsidRPr="007C5CC4" w:rsidRDefault="00CF6DCE" w:rsidP="00CF6DCE">
      <w:pPr>
        <w:pStyle w:val="H1G"/>
      </w:pPr>
      <w:bookmarkStart w:id="60" w:name="_Hlk25859111"/>
      <w:r>
        <w:tab/>
      </w:r>
      <w:r w:rsidRPr="007C5CC4">
        <w:t>B.</w:t>
      </w:r>
      <w:r w:rsidRPr="007C5CC4">
        <w:tab/>
        <w:t>Programme of work and documentation (agenda item 2.2)</w:t>
      </w:r>
    </w:p>
    <w:p w14:paraId="39D93FEC" w14:textId="295B4BB9" w:rsidR="00AB266F" w:rsidRPr="00A21E08" w:rsidRDefault="00D155D6" w:rsidP="00AB266F">
      <w:pPr>
        <w:tabs>
          <w:tab w:val="left" w:pos="2835"/>
        </w:tabs>
        <w:ind w:left="2835" w:right="1134" w:hanging="1701"/>
        <w:rPr>
          <w:lang w:val="fr-FR"/>
        </w:rPr>
      </w:pPr>
      <w:bookmarkStart w:id="61" w:name="_Hlk25859129"/>
      <w:bookmarkEnd w:id="60"/>
      <w:proofErr w:type="gramStart"/>
      <w:r w:rsidRPr="00A21E08">
        <w:rPr>
          <w:i/>
          <w:lang w:val="fr-FR"/>
        </w:rPr>
        <w:t>Documentation</w:t>
      </w:r>
      <w:r w:rsidRPr="003E5BD5">
        <w:rPr>
          <w:iCs/>
          <w:lang w:val="fr-FR"/>
        </w:rPr>
        <w:t>:</w:t>
      </w:r>
      <w:proofErr w:type="gramEnd"/>
      <w:r w:rsidR="00AB266F" w:rsidRPr="00A21E08">
        <w:rPr>
          <w:i/>
          <w:lang w:val="fr-FR"/>
        </w:rPr>
        <w:tab/>
      </w:r>
      <w:r w:rsidR="00AB266F" w:rsidRPr="00A21E08">
        <w:rPr>
          <w:lang w:val="fr-FR"/>
        </w:rPr>
        <w:t>ECE/TRANS/WP.29/2019/1/Rev.2</w:t>
      </w:r>
    </w:p>
    <w:p w14:paraId="5E760F55" w14:textId="77777777" w:rsidR="00AB266F" w:rsidRPr="00A21E08" w:rsidRDefault="00AB266F" w:rsidP="00AB266F">
      <w:pPr>
        <w:tabs>
          <w:tab w:val="left" w:pos="2835"/>
        </w:tabs>
        <w:spacing w:after="120" w:line="240" w:lineRule="auto"/>
        <w:ind w:left="2835" w:right="1134" w:hanging="1701"/>
      </w:pPr>
      <w:r w:rsidRPr="00A21E08">
        <w:rPr>
          <w:lang w:val="fr-FR"/>
        </w:rPr>
        <w:tab/>
      </w:r>
      <w:r w:rsidRPr="00A21E08">
        <w:rPr>
          <w:lang w:val="fr-CH"/>
        </w:rPr>
        <w:tab/>
      </w:r>
      <w:r w:rsidRPr="00A21E08">
        <w:t>Informal documents: WP.29-179-01 and WP.29-179-02</w:t>
      </w:r>
    </w:p>
    <w:p w14:paraId="72371E78" w14:textId="2E74BEA4" w:rsidR="00AB266F" w:rsidRPr="00A21E08" w:rsidRDefault="00AB266F" w:rsidP="00AB266F">
      <w:pPr>
        <w:pStyle w:val="SingleTxtG"/>
      </w:pPr>
      <w:bookmarkStart w:id="62" w:name="_Hlk25859163"/>
      <w:bookmarkEnd w:id="61"/>
      <w:r w:rsidRPr="00A21E08">
        <w:t>1</w:t>
      </w:r>
      <w:r w:rsidR="00BF1F5B">
        <w:t>5</w:t>
      </w:r>
      <w:r w:rsidRPr="00A21E08">
        <w:t>.</w:t>
      </w:r>
      <w:r w:rsidRPr="00A21E08">
        <w:tab/>
        <w:t xml:space="preserve">The Secretary </w:t>
      </w:r>
      <w:r>
        <w:t xml:space="preserve">of WP.29 </w:t>
      </w:r>
      <w:r w:rsidRPr="00A21E08">
        <w:t xml:space="preserve">presented the programme of work with a strategic introduction on the main priorities of the WP.29 work, which are related, among others, to vehicle automation and environmental protection (ECE/TRANS/WP.29/2019/1/Rev.2). </w:t>
      </w:r>
    </w:p>
    <w:p w14:paraId="4798E5B1" w14:textId="1F00F35E" w:rsidR="00AB266F" w:rsidRPr="00A21E08" w:rsidRDefault="00AB266F" w:rsidP="00AB266F">
      <w:pPr>
        <w:pStyle w:val="SingleTxtG"/>
      </w:pPr>
      <w:r w:rsidRPr="00A21E08">
        <w:t>1</w:t>
      </w:r>
      <w:r w:rsidR="00BF1F5B">
        <w:t>6</w:t>
      </w:r>
      <w:r w:rsidRPr="00A21E08">
        <w:t>.</w:t>
      </w:r>
      <w:r w:rsidRPr="00A21E08">
        <w:tab/>
        <w:t>WP.29 adopted the revised programme of work for 2019 based on document ECE/TRANS/WP.29/2019/1/Rev.2.</w:t>
      </w:r>
    </w:p>
    <w:p w14:paraId="4FB09A21" w14:textId="4FC26987" w:rsidR="00AB266F" w:rsidRPr="00A21E08" w:rsidRDefault="00AB266F" w:rsidP="00AB266F">
      <w:pPr>
        <w:pStyle w:val="SingleTxtG"/>
      </w:pPr>
      <w:r w:rsidRPr="00A21E08">
        <w:t>1</w:t>
      </w:r>
      <w:r w:rsidR="00BF1F5B">
        <w:t>7</w:t>
      </w:r>
      <w:r w:rsidRPr="00A21E08">
        <w:t>.</w:t>
      </w:r>
      <w:r w:rsidRPr="00A21E08">
        <w:tab/>
        <w:t xml:space="preserve">The World Forum took note of the list of Working Parties and Chairs </w:t>
      </w:r>
      <w:r w:rsidR="001079EB">
        <w:br/>
      </w:r>
      <w:r w:rsidRPr="00A21E08">
        <w:t xml:space="preserve">(WP.29-179-01) and the draft 2020 calendar for WP.29 and its subsidiary bodies </w:t>
      </w:r>
      <w:r w:rsidR="00D155D6">
        <w:br/>
      </w:r>
      <w:r w:rsidRPr="00A21E08">
        <w:t xml:space="preserve">(WP.29-179-02). In line </w:t>
      </w:r>
      <w:r>
        <w:t>with the recommendation of</w:t>
      </w:r>
      <w:r w:rsidRPr="00A21E08">
        <w:t xml:space="preserve"> AC.2 proposal, WP.29 </w:t>
      </w:r>
      <w:r w:rsidRPr="00A21E08">
        <w:rPr>
          <w:bCs/>
        </w:rPr>
        <w:t>adopted the calendar of meetings for 2020 with the option to amend, during the March 2020 session of AC.2, the allocation of GRs to the meetings planned in the second half of 2020</w:t>
      </w:r>
      <w:r w:rsidRPr="00A21E08">
        <w:t>.</w:t>
      </w:r>
    </w:p>
    <w:p w14:paraId="4515D43B" w14:textId="3E318FEC" w:rsidR="00AB266F" w:rsidRDefault="00AB266F" w:rsidP="00AB266F">
      <w:pPr>
        <w:pStyle w:val="SingleTxtG"/>
      </w:pPr>
      <w:r w:rsidRPr="00A21E08">
        <w:t>1</w:t>
      </w:r>
      <w:r w:rsidR="00BF1F5B">
        <w:t>8</w:t>
      </w:r>
      <w:r w:rsidRPr="00A21E08">
        <w:t>.</w:t>
      </w:r>
      <w:r w:rsidRPr="00A21E08">
        <w:tab/>
        <w:t>The 2020 calendar and the list of Working Parties, Informal Working Groups (IWG) and Chairs are reproduced in annexes I and II to this report.</w:t>
      </w:r>
    </w:p>
    <w:bookmarkEnd w:id="62"/>
    <w:p w14:paraId="5AC43B00" w14:textId="77777777" w:rsidR="00663C44" w:rsidRPr="001A7AFC" w:rsidRDefault="00663C44" w:rsidP="00663C44">
      <w:pPr>
        <w:pStyle w:val="HChG"/>
      </w:pPr>
      <w:r w:rsidRPr="001A7AFC">
        <w:tab/>
      </w:r>
      <w:r w:rsidRPr="001A7AFC">
        <w:rPr>
          <w:sz w:val="24"/>
        </w:rPr>
        <w:t>C.</w:t>
      </w:r>
      <w:r w:rsidRPr="001A7AFC">
        <w:rPr>
          <w:sz w:val="24"/>
        </w:rPr>
        <w:tab/>
      </w:r>
      <w:r w:rsidRPr="00DF4CB3">
        <w:rPr>
          <w:sz w:val="24"/>
        </w:rPr>
        <w:t>Intelligent Transport Systems and coordination of automated vehicles related activities</w:t>
      </w:r>
      <w:r w:rsidRPr="00DF4CB3" w:rsidDel="00DF4CB3">
        <w:rPr>
          <w:sz w:val="24"/>
        </w:rPr>
        <w:t xml:space="preserve"> </w:t>
      </w:r>
      <w:r w:rsidRPr="001A7AFC">
        <w:rPr>
          <w:sz w:val="24"/>
        </w:rPr>
        <w:t>(agenda item 2.3)</w:t>
      </w:r>
    </w:p>
    <w:p w14:paraId="35184744" w14:textId="038DACA8" w:rsidR="00663C44" w:rsidRPr="001A7AFC" w:rsidRDefault="00663C44" w:rsidP="00663C44">
      <w:pPr>
        <w:pStyle w:val="SingleTxtG"/>
        <w:ind w:left="2835" w:hanging="1701"/>
        <w:jc w:val="left"/>
      </w:pPr>
      <w:r w:rsidRPr="001A7AFC">
        <w:rPr>
          <w:i/>
        </w:rPr>
        <w:t>Documentation</w:t>
      </w:r>
      <w:r w:rsidRPr="001A7AFC">
        <w:t>:</w:t>
      </w:r>
      <w:r w:rsidRPr="001A7AFC">
        <w:tab/>
        <w:t>ECE/TRANS/WP.29/2019/34/Rev.1</w:t>
      </w:r>
      <w:r w:rsidRPr="001A7AFC">
        <w:br/>
        <w:t>Informal documents: WP.29-179-18, WP.29-179-19, WP.29-179-23, WP.29-179-24 and WP.29-179-25</w:t>
      </w:r>
    </w:p>
    <w:p w14:paraId="7F72D47D" w14:textId="28710DBF" w:rsidR="00663C44" w:rsidRPr="001A7AFC" w:rsidRDefault="00BF1F5B" w:rsidP="00663C44">
      <w:pPr>
        <w:pStyle w:val="SingleTxtG"/>
      </w:pPr>
      <w:r>
        <w:t>19</w:t>
      </w:r>
      <w:r w:rsidR="00663C44" w:rsidRPr="001A7AFC">
        <w:t>.</w:t>
      </w:r>
      <w:r w:rsidR="00663C44" w:rsidRPr="001A7AFC">
        <w:tab/>
        <w:t>The representative of FIA presented WP.29-179-18 on consumer views on automated/autonomous vehicles emphas</w:t>
      </w:r>
      <w:r w:rsidR="00663C44">
        <w:t>is</w:t>
      </w:r>
      <w:r w:rsidR="00663C44" w:rsidRPr="001A7AFC">
        <w:t xml:space="preserve">ing the challenges associated with the cyber security performance of vehicles over their life time. He presented a possible solution to address the challenges. He admitted that the solution proposed was not design neutral. He explained that his purpose was to demonstrate that the challenge could be solved and that at least one solution would exist. He stated that the World Forum was the right place to address this issue. He proposed that WP.29 mandate GRVA to regulate Information Technology (IT) security in automotive products over their life time at the </w:t>
      </w:r>
      <w:r w:rsidR="00663C44">
        <w:t>ECE</w:t>
      </w:r>
      <w:r w:rsidR="00663C44" w:rsidRPr="001A7AFC">
        <w:t xml:space="preserve"> level within the framework of the 1958 Agreement.</w:t>
      </w:r>
    </w:p>
    <w:p w14:paraId="734EC8FA" w14:textId="7868929B" w:rsidR="00663C44" w:rsidRPr="001A7AFC" w:rsidRDefault="00BF1F5B" w:rsidP="00663C44">
      <w:pPr>
        <w:pStyle w:val="SingleTxtG"/>
      </w:pPr>
      <w:r>
        <w:t>20</w:t>
      </w:r>
      <w:r w:rsidR="00663C44" w:rsidRPr="001A7AFC">
        <w:t>.</w:t>
      </w:r>
      <w:r w:rsidR="00663C44" w:rsidRPr="001A7AFC">
        <w:tab/>
      </w:r>
      <w:r w:rsidR="00663C44" w:rsidRPr="008100B9">
        <w:t xml:space="preserve">The representative of the United Kingdom, on behalf of the Co-Chair of the Task Force on Cyber Security and OTA issues, explained that the task force was facing difficulties of legal nature concerning what could be done within the frameworks of the 1958 and 1998 Agreements. He questioned whether, under the 1958 </w:t>
      </w:r>
      <w:r w:rsidR="001639EC">
        <w:t>A</w:t>
      </w:r>
      <w:r w:rsidR="00663C44" w:rsidRPr="008100B9">
        <w:t>greement, manufacturers can be required to undertake to protect vehicles from cyber-attack throughout their lifetime. The representative of OICA supported this statement.</w:t>
      </w:r>
      <w:r w:rsidR="00663C44" w:rsidRPr="001A7AFC">
        <w:t xml:space="preserve"> </w:t>
      </w:r>
    </w:p>
    <w:p w14:paraId="30810B8B" w14:textId="712E75EB" w:rsidR="00663C44" w:rsidRPr="001A7AFC" w:rsidRDefault="00BF1F5B" w:rsidP="00663C44">
      <w:pPr>
        <w:pStyle w:val="SingleTxtG"/>
      </w:pPr>
      <w:r>
        <w:t>21</w:t>
      </w:r>
      <w:r w:rsidR="00663C44" w:rsidRPr="001A7AFC">
        <w:t>.</w:t>
      </w:r>
      <w:r w:rsidR="00663C44" w:rsidRPr="001A7AFC">
        <w:tab/>
        <w:t xml:space="preserve">The representative of the Russian Federation, </w:t>
      </w:r>
      <w:r w:rsidR="00663C44">
        <w:t>Co-</w:t>
      </w:r>
      <w:r w:rsidR="00663C44" w:rsidRPr="001A7AFC">
        <w:t>Chair of IWG on PTI, supported the views expressed in the presentation. He invited delegates to participate in the work of IWG on PTI to work in the spirit proposed in the presentation.</w:t>
      </w:r>
    </w:p>
    <w:p w14:paraId="61A49C8D" w14:textId="4A72526B" w:rsidR="00663C44" w:rsidRPr="001A7AFC" w:rsidRDefault="00BF1F5B" w:rsidP="00663C44">
      <w:pPr>
        <w:pStyle w:val="SingleTxtG"/>
      </w:pPr>
      <w:r>
        <w:t>22</w:t>
      </w:r>
      <w:r w:rsidR="00663C44" w:rsidRPr="001A7AFC">
        <w:t>.</w:t>
      </w:r>
      <w:r w:rsidR="00663C44" w:rsidRPr="001A7AFC">
        <w:tab/>
        <w:t xml:space="preserve">The representative of CITA supported the idea proposed in the presentation. He clarified that the comparison of replacement parts (e.g. brake pads) with IT products did not reflect the complexity related to cyber security. He mentioned that it was certainly possible to draft technical provisions under the 1958 Agreement to address this challenge. </w:t>
      </w:r>
    </w:p>
    <w:p w14:paraId="0316AAE3" w14:textId="4953720C" w:rsidR="00663C44" w:rsidRPr="001A7AFC" w:rsidRDefault="00BF1F5B" w:rsidP="00663C44">
      <w:pPr>
        <w:pStyle w:val="SingleTxtG"/>
      </w:pPr>
      <w:r>
        <w:t>23</w:t>
      </w:r>
      <w:r w:rsidR="00663C44" w:rsidRPr="001A7AFC">
        <w:t>.</w:t>
      </w:r>
      <w:r w:rsidR="00663C44" w:rsidRPr="001A7AFC">
        <w:tab/>
        <w:t xml:space="preserve">The representative of ITU supported the view of CITA. He recalled his previous compromise proposal that regulatory provisions require that manufacturers were responsible and able to address cyber security </w:t>
      </w:r>
      <w:proofErr w:type="gramStart"/>
      <w:r w:rsidR="00663C44" w:rsidRPr="001A7AFC">
        <w:t>as long as</w:t>
      </w:r>
      <w:proofErr w:type="gramEnd"/>
      <w:r w:rsidR="00663C44" w:rsidRPr="001A7AFC">
        <w:t xml:space="preserve"> the communication capability in the vehicle existed. He explained, that in practice, this would mean that manufacturers would have to apply security patches (as it is done in other industries) </w:t>
      </w:r>
      <w:proofErr w:type="gramStart"/>
      <w:r w:rsidR="00663C44" w:rsidRPr="001A7AFC">
        <w:t>as long as</w:t>
      </w:r>
      <w:proofErr w:type="gramEnd"/>
      <w:r w:rsidR="00663C44" w:rsidRPr="001A7AFC">
        <w:t xml:space="preserve"> the vehicle is equipped with a functioning communication capability. </w:t>
      </w:r>
    </w:p>
    <w:p w14:paraId="17A67BE4" w14:textId="3F6F79B9" w:rsidR="00663C44" w:rsidRPr="001A7AFC" w:rsidRDefault="00BF1F5B" w:rsidP="00663C44">
      <w:pPr>
        <w:pStyle w:val="SingleTxtG"/>
      </w:pPr>
      <w:r>
        <w:lastRenderedPageBreak/>
        <w:t>24</w:t>
      </w:r>
      <w:r w:rsidR="00663C44" w:rsidRPr="001A7AFC">
        <w:t>.</w:t>
      </w:r>
      <w:r w:rsidR="00663C44" w:rsidRPr="001A7AFC">
        <w:tab/>
        <w:t>The representative of Germany stated that there was no disagreement among WP.29, that cyber security would need to be a</w:t>
      </w:r>
      <w:r w:rsidR="00663C44">
        <w:t>r</w:t>
      </w:r>
      <w:r w:rsidR="00663C44" w:rsidRPr="001A7AFC">
        <w:t>chived over the life time of a vehicle. He stated that the main point was to find out how to reasonably achieve that goal from the regulatory perspective. He mentioned that his country would certainly be able to regulate this, but that given the international nature of road traffic, internationally harmonized provisions would be needed.</w:t>
      </w:r>
    </w:p>
    <w:p w14:paraId="68EBA0DC" w14:textId="55A33871" w:rsidR="00663C44" w:rsidRPr="001A7AFC" w:rsidRDefault="00BF1F5B" w:rsidP="00663C44">
      <w:pPr>
        <w:pStyle w:val="SingleTxtG"/>
      </w:pPr>
      <w:r>
        <w:t>25</w:t>
      </w:r>
      <w:r w:rsidR="00663C44" w:rsidRPr="001A7AFC">
        <w:t>.</w:t>
      </w:r>
      <w:r w:rsidR="00663C44" w:rsidRPr="001A7AFC">
        <w:tab/>
        <w:t>The representative of the United Kingdom noted that this issue had already been discussed at GRVA and that the key issue in the discussion was whether there was a legal basis to provide provisions. He invited the secretariat, possibly with the support of the Office of Legal Affairs, to provide guidance on this point</w:t>
      </w:r>
      <w:r w:rsidR="00663C44">
        <w:t xml:space="preserve"> for the next session of WP.29</w:t>
      </w:r>
      <w:r w:rsidR="00663C44" w:rsidRPr="001A7AFC">
        <w:t>.</w:t>
      </w:r>
    </w:p>
    <w:p w14:paraId="32871042" w14:textId="575BDCFE" w:rsidR="00663C44" w:rsidRPr="001A7AFC" w:rsidRDefault="00BF1F5B" w:rsidP="00663C44">
      <w:pPr>
        <w:pStyle w:val="SingleTxtG"/>
      </w:pPr>
      <w:r>
        <w:t>26</w:t>
      </w:r>
      <w:r w:rsidR="00663C44" w:rsidRPr="001A7AFC">
        <w:t>.</w:t>
      </w:r>
      <w:r w:rsidR="00663C44" w:rsidRPr="001A7AFC">
        <w:tab/>
        <w:t xml:space="preserve">The representative of the United States of America suggested that the Task Force </w:t>
      </w:r>
      <w:r w:rsidR="00663C44">
        <w:t>could</w:t>
      </w:r>
      <w:r w:rsidR="00663C44" w:rsidRPr="001A7AFC">
        <w:t xml:space="preserve"> continue its work and consider developing voluntary guidelines, while legal matters </w:t>
      </w:r>
      <w:r w:rsidR="00663C44">
        <w:t>were</w:t>
      </w:r>
      <w:r w:rsidR="00663C44" w:rsidRPr="001A7AFC">
        <w:t xml:space="preserve"> clarified.</w:t>
      </w:r>
    </w:p>
    <w:p w14:paraId="028782E1" w14:textId="0EE406DA" w:rsidR="00663C44" w:rsidRDefault="00BF1F5B" w:rsidP="00663C44">
      <w:pPr>
        <w:pStyle w:val="SingleTxtG"/>
      </w:pPr>
      <w:r>
        <w:t>27</w:t>
      </w:r>
      <w:r w:rsidR="00663C44" w:rsidRPr="0094127B">
        <w:t>.</w:t>
      </w:r>
      <w:r w:rsidR="00663C44" w:rsidRPr="0094127B">
        <w:tab/>
        <w:t xml:space="preserve">The representative of </w:t>
      </w:r>
      <w:r w:rsidR="00663C44">
        <w:t xml:space="preserve">the Republic of </w:t>
      </w:r>
      <w:r w:rsidR="00663C44" w:rsidRPr="0094127B">
        <w:t xml:space="preserve">Korea informed WP.29 about their plan to issue a national guideline for cyber security in </w:t>
      </w:r>
      <w:r w:rsidR="00663C44">
        <w:t xml:space="preserve">the Republic of </w:t>
      </w:r>
      <w:r w:rsidR="00663C44" w:rsidRPr="0094127B">
        <w:t>Korea. He stated that Korea</w:t>
      </w:r>
      <w:r w:rsidR="00663C44" w:rsidRPr="001A7AFC">
        <w:t xml:space="preserve"> would release a guideline for cyber security before the end of 2019, based on the activities of the Task Force on Cyber Security and Software Update and the research conducted in </w:t>
      </w:r>
      <w:r w:rsidR="00663C44">
        <w:t xml:space="preserve">the Republic of </w:t>
      </w:r>
      <w:r w:rsidR="00663C44" w:rsidRPr="0094127B">
        <w:t>Korea.</w:t>
      </w:r>
      <w:r w:rsidR="00663C44" w:rsidRPr="001A7AFC">
        <w:t xml:space="preserve"> He added that </w:t>
      </w:r>
      <w:r w:rsidR="00663C44">
        <w:t>they</w:t>
      </w:r>
      <w:r w:rsidR="00663C44" w:rsidRPr="001A7AFC">
        <w:t xml:space="preserve"> would introduce their guideline in the upcoming Cyber Security and Software Update meeting in </w:t>
      </w:r>
      <w:r w:rsidR="00663C44" w:rsidRPr="001741E9">
        <w:t>Washington</w:t>
      </w:r>
      <w:r w:rsidR="00663C44">
        <w:t>, D.C.</w:t>
      </w:r>
    </w:p>
    <w:p w14:paraId="23B4AF7B" w14:textId="558096F1" w:rsidR="00663C44" w:rsidRDefault="00BF1F5B" w:rsidP="00663C44">
      <w:pPr>
        <w:pStyle w:val="SingleTxtG"/>
      </w:pPr>
      <w:r>
        <w:rPr>
          <w:lang w:val="en-US"/>
        </w:rPr>
        <w:t>28</w:t>
      </w:r>
      <w:r w:rsidR="00663C44" w:rsidRPr="0094127B">
        <w:rPr>
          <w:lang w:val="en-US"/>
        </w:rPr>
        <w:t>.</w:t>
      </w:r>
      <w:r w:rsidR="00663C44" w:rsidRPr="0094127B">
        <w:rPr>
          <w:lang w:val="en-US"/>
        </w:rPr>
        <w:tab/>
        <w:t xml:space="preserve">The representative </w:t>
      </w:r>
      <w:r w:rsidR="00663C44">
        <w:t>of the United States of America presented WP.29-179-25 proposing the correction of a printing error in the Framework Document on Automated Vehicles. WP.29 requested the secretariat to prepare Revision 2 to the framework document.</w:t>
      </w:r>
    </w:p>
    <w:p w14:paraId="65BCCEEF" w14:textId="3B6D2D6E" w:rsidR="00663C44" w:rsidRDefault="00BF1F5B" w:rsidP="00663C44">
      <w:pPr>
        <w:pStyle w:val="SingleTxtG"/>
      </w:pPr>
      <w:r>
        <w:t>29</w:t>
      </w:r>
      <w:r w:rsidR="00663C44">
        <w:t>.</w:t>
      </w:r>
      <w:r w:rsidR="00663C44">
        <w:tab/>
        <w:t xml:space="preserve">The representative of CLEPA presented WP.29-179-23. WP.29 </w:t>
      </w:r>
      <w:r w:rsidR="00326FC1">
        <w:t>referred</w:t>
      </w:r>
      <w:r w:rsidR="00663C44">
        <w:t xml:space="preserve"> this document to GRSP for review at its December 2019 session.</w:t>
      </w:r>
    </w:p>
    <w:p w14:paraId="175BA216" w14:textId="20BFDBD7" w:rsidR="00663C44" w:rsidRDefault="00BF1F5B" w:rsidP="00663C44">
      <w:pPr>
        <w:pStyle w:val="SingleTxtG"/>
      </w:pPr>
      <w:r>
        <w:t>30</w:t>
      </w:r>
      <w:r w:rsidR="00663C44">
        <w:t>.</w:t>
      </w:r>
      <w:r w:rsidR="00663C44">
        <w:tab/>
        <w:t>The representative of the United Kingdom introduced WP.29-179-24 with the r</w:t>
      </w:r>
      <w:r w:rsidR="00663C44" w:rsidRPr="00697CB1">
        <w:t>eport on the test phase for Software Updates of the Task Force on Cyber Security and Over-the-air issues</w:t>
      </w:r>
      <w:r w:rsidR="00663C44">
        <w:t>. He highlighted that seven contracting parties as well as 15 manufacturers contributed to this work. He highlighted that the initial assessment was positive and that findings would be addressed at the coming meeting of the Task Force.</w:t>
      </w:r>
    </w:p>
    <w:p w14:paraId="3165D1C0" w14:textId="16D7A179" w:rsidR="00663C44" w:rsidRDefault="00BF1F5B" w:rsidP="00663C44">
      <w:pPr>
        <w:pStyle w:val="SingleTxtG"/>
      </w:pPr>
      <w:r>
        <w:t>31</w:t>
      </w:r>
      <w:r w:rsidR="00663C44">
        <w:t>.</w:t>
      </w:r>
      <w:r w:rsidR="00663C44">
        <w:tab/>
        <w:t>The representative of the European Union stated the importance of completing this work soon as it would be relevant for the activities on Automated Lane Keeping Systems.</w:t>
      </w:r>
    </w:p>
    <w:p w14:paraId="2A2C8F96" w14:textId="447A6FE0" w:rsidR="00663C44" w:rsidRDefault="00BF1F5B" w:rsidP="00663C44">
      <w:pPr>
        <w:pStyle w:val="SingleTxtG"/>
      </w:pPr>
      <w:r>
        <w:t>32</w:t>
      </w:r>
      <w:r w:rsidR="00663C44">
        <w:t>.</w:t>
      </w:r>
      <w:r w:rsidR="00157A9D">
        <w:tab/>
      </w:r>
      <w:r w:rsidR="00663C44" w:rsidRPr="00AB0624">
        <w:t>The representative of the United Kingdom cautioned that the application of the new cyber security measures to ALKS may prove challenging due to the advanced development status of the technology.</w:t>
      </w:r>
    </w:p>
    <w:p w14:paraId="0A8D495C" w14:textId="0F1A9A2D" w:rsidR="00663C44" w:rsidRDefault="00BF1F5B" w:rsidP="00663C44">
      <w:pPr>
        <w:pStyle w:val="SingleTxtG"/>
      </w:pPr>
      <w:r>
        <w:t>33</w:t>
      </w:r>
      <w:r w:rsidR="00663C44">
        <w:t>.</w:t>
      </w:r>
      <w:r w:rsidR="00663C44">
        <w:tab/>
        <w:t>The representative of France stated the importance for the group to avoid divergence in the application of the provisions by the manufacturers, the technical services, the approval authorities and the countries.</w:t>
      </w:r>
    </w:p>
    <w:p w14:paraId="6943F60F" w14:textId="0F331E44" w:rsidR="00663C44" w:rsidRDefault="00BF1F5B" w:rsidP="00663C44">
      <w:pPr>
        <w:pStyle w:val="SingleTxtG"/>
      </w:pPr>
      <w:r>
        <w:t>34</w:t>
      </w:r>
      <w:r w:rsidR="00663C44">
        <w:t>.</w:t>
      </w:r>
      <w:r w:rsidR="00663C44">
        <w:tab/>
        <w:t>WP.29 noted the report.</w:t>
      </w:r>
    </w:p>
    <w:p w14:paraId="6F437AA8" w14:textId="4934FE33" w:rsidR="00663C44" w:rsidRPr="00697CB1" w:rsidRDefault="00BF1F5B" w:rsidP="00663C44">
      <w:pPr>
        <w:pStyle w:val="SingleTxtG"/>
      </w:pPr>
      <w:r>
        <w:t>35</w:t>
      </w:r>
      <w:r w:rsidR="00663C44">
        <w:t>.</w:t>
      </w:r>
      <w:r w:rsidR="00663C44">
        <w:tab/>
        <w:t xml:space="preserve">The GRVA Secretary presented WP.29-179-19 providing a comparison of both Event Data Recorder and Data Storage Systems for Automated Driving systems. The representative of the United States of America noted that the document was still work in progress and would be further developed during the next meeting of </w:t>
      </w:r>
      <w:r w:rsidR="00312AAE">
        <w:t>IWG</w:t>
      </w:r>
      <w:r w:rsidR="00663C44">
        <w:t xml:space="preserve">. </w:t>
      </w:r>
    </w:p>
    <w:p w14:paraId="58EDAB2E" w14:textId="523CB41B" w:rsidR="00716B19" w:rsidRPr="007C5CC4" w:rsidRDefault="00485E44" w:rsidP="00AB266F">
      <w:pPr>
        <w:pStyle w:val="HChG"/>
      </w:pPr>
      <w:r w:rsidRPr="00716B19">
        <w:rPr>
          <w:sz w:val="24"/>
          <w:szCs w:val="18"/>
        </w:rPr>
        <w:tab/>
      </w:r>
      <w:r w:rsidR="00716B19" w:rsidRPr="007C5CC4">
        <w:t>V.</w:t>
      </w:r>
      <w:r w:rsidR="00716B19" w:rsidRPr="007C5CC4">
        <w:tab/>
      </w:r>
      <w:r w:rsidR="00AB266F" w:rsidRPr="00A21E08">
        <w:rPr>
          <w:szCs w:val="28"/>
        </w:rPr>
        <w:t>Consideration of the reports of the Working Parties (GRs) subsidiary to WP.29 (agenda item 3)</w:t>
      </w:r>
    </w:p>
    <w:p w14:paraId="13134F54" w14:textId="77777777" w:rsidR="00AB266F" w:rsidRPr="00A21E08" w:rsidRDefault="00716B19" w:rsidP="00AB266F">
      <w:pPr>
        <w:pStyle w:val="H1G"/>
      </w:pPr>
      <w:r w:rsidRPr="007C5CC4">
        <w:tab/>
      </w:r>
      <w:r w:rsidR="00AB266F" w:rsidRPr="00A21E08">
        <w:t>A.</w:t>
      </w:r>
      <w:r w:rsidR="00AB266F" w:rsidRPr="00A21E08">
        <w:tab/>
        <w:t>Working Party on Lighting and Light-Signalling (GRE) (Eighty-first session, 15</w:t>
      </w:r>
      <w:r w:rsidR="00AB266F">
        <w:t>–</w:t>
      </w:r>
      <w:r w:rsidR="00AB266F" w:rsidRPr="00A21E08">
        <w:t xml:space="preserve">18 April 2019) </w:t>
      </w:r>
      <w:r w:rsidR="00AB266F" w:rsidRPr="00A21E08">
        <w:rPr>
          <w:bCs/>
        </w:rPr>
        <w:t>(agenda item 3.1)</w:t>
      </w:r>
    </w:p>
    <w:p w14:paraId="66D705E8" w14:textId="38694D4E" w:rsidR="00AB266F" w:rsidRDefault="00D155D6" w:rsidP="00AB266F">
      <w:pPr>
        <w:pStyle w:val="SingleTxtG"/>
        <w:rPr>
          <w:lang w:val="fr-FR"/>
        </w:rPr>
      </w:pPr>
      <w:proofErr w:type="gramStart"/>
      <w:r w:rsidRPr="00A21E08">
        <w:rPr>
          <w:i/>
          <w:lang w:val="fr-FR"/>
        </w:rPr>
        <w:t>Documentation</w:t>
      </w:r>
      <w:r w:rsidRPr="00A21E08">
        <w:rPr>
          <w:lang w:val="fr-FR"/>
        </w:rPr>
        <w:t>:</w:t>
      </w:r>
      <w:proofErr w:type="gramEnd"/>
      <w:r w:rsidR="00AB266F" w:rsidRPr="00A21E08">
        <w:rPr>
          <w:lang w:val="fr-FR"/>
        </w:rPr>
        <w:tab/>
        <w:t>ECE/TRANS/WP.29/GRE/81</w:t>
      </w:r>
    </w:p>
    <w:p w14:paraId="0E5BCE06" w14:textId="39355A6F" w:rsidR="00AB266F" w:rsidRDefault="00BF1F5B" w:rsidP="00AB266F">
      <w:pPr>
        <w:pStyle w:val="SingleTxtG"/>
      </w:pPr>
      <w:r>
        <w:lastRenderedPageBreak/>
        <w:t>3</w:t>
      </w:r>
      <w:r w:rsidR="00AB266F" w:rsidRPr="00A21E08">
        <w:t>6.</w:t>
      </w:r>
      <w:r w:rsidR="00AB266F" w:rsidRPr="00A21E08">
        <w:tab/>
        <w:t>The World Forum recalled the report of the Chair of GRE on its eighty-first session (ECE/TRANS/WP.29/GRE/81) and approved the report.</w:t>
      </w:r>
    </w:p>
    <w:p w14:paraId="340BDC69" w14:textId="766A684F" w:rsidR="00AB266F" w:rsidRPr="00A21E08" w:rsidRDefault="00AB266F" w:rsidP="00AB266F">
      <w:pPr>
        <w:pStyle w:val="H1G"/>
        <w:rPr>
          <w:iCs/>
        </w:rPr>
      </w:pPr>
      <w:r w:rsidRPr="00A21E08">
        <w:tab/>
        <w:t>B.</w:t>
      </w:r>
      <w:r w:rsidRPr="00A21E08">
        <w:tab/>
        <w:t xml:space="preserve">Working Party on General Safety Provisions (GRSG) </w:t>
      </w:r>
      <w:r w:rsidR="00D155D6">
        <w:br/>
      </w:r>
      <w:r w:rsidRPr="00A21E08">
        <w:t>(116th session,</w:t>
      </w:r>
      <w:r w:rsidR="00D155D6">
        <w:t xml:space="preserve"> </w:t>
      </w:r>
      <w:r w:rsidRPr="00A21E08">
        <w:t>1</w:t>
      </w:r>
      <w:r>
        <w:t>–</w:t>
      </w:r>
      <w:r w:rsidRPr="00A21E08">
        <w:t>5 April 2019) (agenda item 3.2)</w:t>
      </w:r>
    </w:p>
    <w:p w14:paraId="461388CD" w14:textId="77777777" w:rsidR="00AB266F" w:rsidRPr="00A21E08" w:rsidRDefault="00AB266F" w:rsidP="00AB266F">
      <w:pPr>
        <w:pStyle w:val="SingleTxtG"/>
        <w:jc w:val="left"/>
        <w:rPr>
          <w:lang w:val="fr-FR"/>
        </w:rPr>
      </w:pPr>
      <w:proofErr w:type="gramStart"/>
      <w:r w:rsidRPr="00A21E08">
        <w:rPr>
          <w:i/>
          <w:lang w:val="fr-FR"/>
        </w:rPr>
        <w:t>Documentation</w:t>
      </w:r>
      <w:r w:rsidRPr="00157A9D">
        <w:rPr>
          <w:iCs/>
          <w:lang w:val="fr-FR"/>
        </w:rPr>
        <w:t>:</w:t>
      </w:r>
      <w:proofErr w:type="gramEnd"/>
      <w:r w:rsidRPr="00A21E08">
        <w:rPr>
          <w:lang w:val="fr-FR"/>
        </w:rPr>
        <w:tab/>
        <w:t>ECE/TRANS/WP.29/GRSG/95</w:t>
      </w:r>
    </w:p>
    <w:p w14:paraId="76740672" w14:textId="47001007" w:rsidR="00AB266F" w:rsidRPr="00A21E08" w:rsidRDefault="00BF1F5B" w:rsidP="00AB266F">
      <w:pPr>
        <w:pStyle w:val="SingleTxtG"/>
      </w:pPr>
      <w:r>
        <w:t>3</w:t>
      </w:r>
      <w:r w:rsidR="00AB266F" w:rsidRPr="00A21E08">
        <w:t>7.</w:t>
      </w:r>
      <w:r w:rsidR="00AB266F" w:rsidRPr="00A21E08">
        <w:tab/>
        <w:t xml:space="preserve">The World Forum recalled the report of the Chair of GRSG on its 116th session (ECE/TRANS/WP.29/GRSG/95) and approved the report. </w:t>
      </w:r>
    </w:p>
    <w:p w14:paraId="27391315" w14:textId="6B308952" w:rsidR="00AB266F" w:rsidRPr="00A21E08" w:rsidRDefault="00AB266F" w:rsidP="00AB266F">
      <w:pPr>
        <w:pStyle w:val="H1G"/>
      </w:pPr>
      <w:r>
        <w:tab/>
      </w:r>
      <w:r w:rsidRPr="00A21E08">
        <w:t>C.</w:t>
      </w:r>
      <w:r w:rsidRPr="00A21E08">
        <w:tab/>
        <w:t xml:space="preserve">Working Party on Passive Safety (GRSP) </w:t>
      </w:r>
      <w:r w:rsidR="00D155D6">
        <w:br/>
      </w:r>
      <w:r w:rsidRPr="00A21E08">
        <w:t>(Sixty-fifth session, 13</w:t>
      </w:r>
      <w:r>
        <w:t>–</w:t>
      </w:r>
      <w:r w:rsidRPr="00A21E08">
        <w:t>17 May 2019)</w:t>
      </w:r>
      <w:r w:rsidRPr="00A21E08">
        <w:rPr>
          <w:iCs/>
        </w:rPr>
        <w:t xml:space="preserve"> </w:t>
      </w:r>
      <w:r w:rsidRPr="00A21E08">
        <w:t>(agenda item 3.3)</w:t>
      </w:r>
    </w:p>
    <w:p w14:paraId="539DD396" w14:textId="77777777" w:rsidR="00AB266F" w:rsidRPr="00A21E08" w:rsidRDefault="00AB266F" w:rsidP="00AB266F">
      <w:pPr>
        <w:pStyle w:val="SingleTxtG"/>
        <w:rPr>
          <w:lang w:val="fr-FR"/>
        </w:rPr>
      </w:pPr>
      <w:proofErr w:type="gramStart"/>
      <w:r w:rsidRPr="00A21E08">
        <w:rPr>
          <w:i/>
          <w:lang w:val="fr-FR"/>
        </w:rPr>
        <w:t>Documentation</w:t>
      </w:r>
      <w:r w:rsidRPr="00157A9D">
        <w:rPr>
          <w:iCs/>
          <w:lang w:val="fr-FR"/>
        </w:rPr>
        <w:t>:</w:t>
      </w:r>
      <w:proofErr w:type="gramEnd"/>
      <w:r w:rsidRPr="00A21E08">
        <w:rPr>
          <w:lang w:val="fr-FR"/>
        </w:rPr>
        <w:tab/>
        <w:t>ECE/TRANS/WP.29/GRSP/65</w:t>
      </w:r>
    </w:p>
    <w:p w14:paraId="28C4068F" w14:textId="3B1174CC" w:rsidR="00AB266F" w:rsidRDefault="00BF1F5B" w:rsidP="00AB266F">
      <w:pPr>
        <w:pStyle w:val="SingleTxtG"/>
      </w:pPr>
      <w:r>
        <w:t>3</w:t>
      </w:r>
      <w:r w:rsidR="00AB266F" w:rsidRPr="00A21E08">
        <w:t>8.</w:t>
      </w:r>
      <w:r w:rsidR="00AB266F" w:rsidRPr="00A21E08">
        <w:tab/>
        <w:t>The World Forum recalled the report of the Chair of GRSP on its sixty-fifth session (ECE/TRANS/WP.29/GRSP/65) and approved the report.</w:t>
      </w:r>
    </w:p>
    <w:p w14:paraId="16102AE8" w14:textId="4010FAE9" w:rsidR="00AB266F" w:rsidRPr="00A21E08" w:rsidRDefault="00AB266F" w:rsidP="00AB266F">
      <w:pPr>
        <w:pStyle w:val="H1G"/>
      </w:pPr>
      <w:r w:rsidRPr="00A21E08">
        <w:tab/>
        <w:t>D.</w:t>
      </w:r>
      <w:r w:rsidRPr="00A21E08">
        <w:tab/>
        <w:t xml:space="preserve">Working Party on Pollution and Energy (GRPE) </w:t>
      </w:r>
      <w:r w:rsidR="00D155D6">
        <w:br/>
      </w:r>
      <w:r w:rsidRPr="00A21E08">
        <w:t>(Seventy-ninth session, 21</w:t>
      </w:r>
      <w:r>
        <w:t>–</w:t>
      </w:r>
      <w:r w:rsidRPr="00A21E08">
        <w:t xml:space="preserve">24 May 2019) </w:t>
      </w:r>
      <w:r w:rsidRPr="00A21E08">
        <w:rPr>
          <w:bCs/>
        </w:rPr>
        <w:t>(agenda item 3.4)</w:t>
      </w:r>
    </w:p>
    <w:p w14:paraId="054AB1E5" w14:textId="77777777" w:rsidR="00AB266F" w:rsidRPr="00A21E08" w:rsidRDefault="00AB266F" w:rsidP="00AB266F">
      <w:pPr>
        <w:pStyle w:val="SingleTxtG"/>
        <w:rPr>
          <w:lang w:val="fr-FR"/>
        </w:rPr>
      </w:pPr>
      <w:proofErr w:type="gramStart"/>
      <w:r w:rsidRPr="00A21E08">
        <w:rPr>
          <w:i/>
          <w:lang w:val="fr-FR"/>
        </w:rPr>
        <w:t>Documentation</w:t>
      </w:r>
      <w:r w:rsidRPr="00A21E08">
        <w:rPr>
          <w:lang w:val="fr-FR"/>
        </w:rPr>
        <w:t>:</w:t>
      </w:r>
      <w:proofErr w:type="gramEnd"/>
      <w:r w:rsidRPr="00A21E08">
        <w:rPr>
          <w:lang w:val="fr-FR"/>
        </w:rPr>
        <w:tab/>
        <w:t>ECE/TRANS/WP.29/GRPE/79</w:t>
      </w:r>
    </w:p>
    <w:p w14:paraId="1D9746BB" w14:textId="3CD7BBF0" w:rsidR="00AB266F" w:rsidRPr="00A21E08" w:rsidRDefault="00BF1F5B" w:rsidP="00AB266F">
      <w:pPr>
        <w:pStyle w:val="SingleTxtG"/>
      </w:pPr>
      <w:r>
        <w:t>3</w:t>
      </w:r>
      <w:r w:rsidR="00AB266F" w:rsidRPr="00A21E08">
        <w:t>9.</w:t>
      </w:r>
      <w:r w:rsidR="00AB266F" w:rsidRPr="00A21E08">
        <w:tab/>
        <w:t>The World Forum recalled the report of the Chair of GRPE on its seventy-ninth session (ECE/TRANS/WP.29/GRPE/79) and approved the report.</w:t>
      </w:r>
    </w:p>
    <w:p w14:paraId="631D06A9" w14:textId="57443D06" w:rsidR="00AB266F" w:rsidRPr="00A21E08" w:rsidRDefault="00AB266F" w:rsidP="00AB266F">
      <w:pPr>
        <w:pStyle w:val="H1G"/>
      </w:pPr>
      <w:r w:rsidRPr="00A21E08">
        <w:tab/>
        <w:t>E.</w:t>
      </w:r>
      <w:r w:rsidRPr="00A21E08">
        <w:tab/>
        <w:t>Working Party on Automated/Autonomous and Connected Vehicles (GRVA) (Third session, 3</w:t>
      </w:r>
      <w:r w:rsidR="00157A9D">
        <w:t>–</w:t>
      </w:r>
      <w:r w:rsidRPr="00A21E08">
        <w:t>4 June 2019) (agenda item 3.5)</w:t>
      </w:r>
    </w:p>
    <w:p w14:paraId="6B955A7C" w14:textId="77777777" w:rsidR="00AB266F" w:rsidRPr="00A21E08" w:rsidRDefault="00AB266F" w:rsidP="00AB266F">
      <w:pPr>
        <w:spacing w:after="120"/>
        <w:ind w:left="1134" w:firstLine="6"/>
        <w:rPr>
          <w:lang w:val="fr-FR"/>
        </w:rPr>
      </w:pPr>
      <w:proofErr w:type="gramStart"/>
      <w:r w:rsidRPr="00A21E08">
        <w:rPr>
          <w:i/>
          <w:lang w:val="fr-FR"/>
        </w:rPr>
        <w:t>Documentation</w:t>
      </w:r>
      <w:r w:rsidRPr="00A21E08">
        <w:rPr>
          <w:lang w:val="fr-FR"/>
        </w:rPr>
        <w:t>:</w:t>
      </w:r>
      <w:proofErr w:type="gramEnd"/>
      <w:r w:rsidRPr="00A21E08">
        <w:rPr>
          <w:lang w:val="fr-FR"/>
        </w:rPr>
        <w:tab/>
        <w:t>ECE/TRANS/WP.29/GRVA/3</w:t>
      </w:r>
    </w:p>
    <w:p w14:paraId="5BBD36C3" w14:textId="4B62F127" w:rsidR="00AB266F" w:rsidRDefault="00BF1F5B" w:rsidP="00157A9D">
      <w:pPr>
        <w:ind w:left="1134" w:right="1134" w:firstLine="6"/>
        <w:jc w:val="both"/>
      </w:pPr>
      <w:r>
        <w:t>4</w:t>
      </w:r>
      <w:r w:rsidR="00AB266F" w:rsidRPr="00A21E08">
        <w:t>0.</w:t>
      </w:r>
      <w:r w:rsidR="00AB266F" w:rsidRPr="00A21E08">
        <w:tab/>
        <w:t>The World Forum recalled the report of the Chair of GRVA on its third session (ECE/TRANS/WP.29/GRVA/3) and approved the report.</w:t>
      </w:r>
    </w:p>
    <w:p w14:paraId="0A7AEB2E" w14:textId="77777777" w:rsidR="00AB266F" w:rsidRPr="00A21E08" w:rsidRDefault="00AB266F" w:rsidP="00AB266F">
      <w:pPr>
        <w:pStyle w:val="H1G"/>
      </w:pPr>
      <w:r w:rsidRPr="00A21E08">
        <w:tab/>
        <w:t>F.</w:t>
      </w:r>
      <w:r w:rsidRPr="00A21E08">
        <w:tab/>
        <w:t xml:space="preserve">Highlights of the recent sessions </w:t>
      </w:r>
      <w:r w:rsidRPr="00A21E08">
        <w:rPr>
          <w:bCs/>
        </w:rPr>
        <w:t xml:space="preserve">(agenda </w:t>
      </w:r>
      <w:r w:rsidRPr="00A21E08">
        <w:t>item</w:t>
      </w:r>
      <w:r w:rsidRPr="00A21E08">
        <w:rPr>
          <w:bCs/>
        </w:rPr>
        <w:t xml:space="preserve"> 3.6)</w:t>
      </w:r>
    </w:p>
    <w:p w14:paraId="289D04C0" w14:textId="09C0A824" w:rsidR="00AB266F" w:rsidRPr="00A21E08" w:rsidRDefault="00AB266F" w:rsidP="00AB266F">
      <w:pPr>
        <w:pStyle w:val="H23G"/>
        <w:rPr>
          <w:b w:val="0"/>
        </w:rPr>
      </w:pPr>
      <w:r w:rsidRPr="00A21E08">
        <w:tab/>
        <w:t>1.</w:t>
      </w:r>
      <w:r w:rsidRPr="00A21E08">
        <w:tab/>
        <w:t>Working Party on Noise (GRBP) (Seventieth session, 11</w:t>
      </w:r>
      <w:r>
        <w:t>–</w:t>
      </w:r>
      <w:r w:rsidRPr="00A21E08">
        <w:t xml:space="preserve">13 September 2019) </w:t>
      </w:r>
      <w:r w:rsidR="00157A9D">
        <w:br/>
      </w:r>
      <w:r w:rsidRPr="00A21E08">
        <w:t>(agenda item 3.6.1)</w:t>
      </w:r>
    </w:p>
    <w:p w14:paraId="2ACC06B4" w14:textId="43AC1837" w:rsidR="00AB266F" w:rsidRPr="00A21E08" w:rsidRDefault="00BF1F5B" w:rsidP="00AB266F">
      <w:pPr>
        <w:pStyle w:val="SingleTxtG"/>
      </w:pPr>
      <w:r>
        <w:t>4</w:t>
      </w:r>
      <w:r w:rsidR="00AB266F" w:rsidRPr="00A21E08">
        <w:t>1.</w:t>
      </w:r>
      <w:r w:rsidR="00AB266F" w:rsidRPr="00A21E08">
        <w:tab/>
        <w:t>The GRBP Chair reported on the results achieved by GRBP during its seventieth session (for details, see the report of the session ECE/TRANS/WP.29/GRBP/68).</w:t>
      </w:r>
    </w:p>
    <w:p w14:paraId="7029EFC5" w14:textId="2D46BB42" w:rsidR="00AB266F" w:rsidRPr="00A21E08" w:rsidRDefault="00BF1F5B" w:rsidP="00AB266F">
      <w:pPr>
        <w:pStyle w:val="SingleTxtG"/>
      </w:pPr>
      <w:r>
        <w:t>4</w:t>
      </w:r>
      <w:r w:rsidR="00AB266F" w:rsidRPr="00A21E08">
        <w:t>2.</w:t>
      </w:r>
      <w:r w:rsidR="00AB266F" w:rsidRPr="00A21E08">
        <w:tab/>
        <w:t xml:space="preserve">He mentioned that GRBP </w:t>
      </w:r>
      <w:r w:rsidR="00AB266F">
        <w:t xml:space="preserve">had </w:t>
      </w:r>
      <w:r w:rsidR="00AB266F" w:rsidRPr="00A21E08">
        <w:t>adopted a new series of amendments to UN Regulation No.</w:t>
      </w:r>
      <w:r w:rsidR="00645074">
        <w:t xml:space="preserve"> </w:t>
      </w:r>
      <w:r w:rsidR="00AB266F" w:rsidRPr="00A21E08">
        <w:t>59 (Replacement silencing systems) and a draft technical report and Amendment No.</w:t>
      </w:r>
      <w:r w:rsidR="00157A9D">
        <w:t> </w:t>
      </w:r>
      <w:r w:rsidR="00AB266F" w:rsidRPr="00A21E08">
        <w:t>2 to UN GTR No.</w:t>
      </w:r>
      <w:r w:rsidR="00157A9D">
        <w:t> </w:t>
      </w:r>
      <w:r w:rsidR="00AB266F" w:rsidRPr="00A21E08">
        <w:t>16 (Tyres). He also indicated that the recently established Informal Working Group on Wet Grip Performance for Tyres in a Worn State (IWG WGWT) would be co-chaired by France and the European Commission.</w:t>
      </w:r>
    </w:p>
    <w:p w14:paraId="13E0443E" w14:textId="31965037" w:rsidR="00AB266F" w:rsidRPr="00A21E08" w:rsidRDefault="00BF1F5B" w:rsidP="00AB266F">
      <w:pPr>
        <w:pStyle w:val="SingleTxtG"/>
      </w:pPr>
      <w:r>
        <w:t>4</w:t>
      </w:r>
      <w:r w:rsidR="00AB266F" w:rsidRPr="00A21E08">
        <w:t>3.</w:t>
      </w:r>
      <w:r w:rsidR="00AB266F" w:rsidRPr="00A21E08">
        <w:tab/>
        <w:t xml:space="preserve">The GRBP Chair mentioned that, in line with the WP.29 request, GRBP solicited views of national road administrations on the draft Resolution on Road Surface Labelling and that the main conclusions of the survey were as follows: </w:t>
      </w:r>
    </w:p>
    <w:p w14:paraId="1DA6B2C0" w14:textId="2951EC1D" w:rsidR="00AB266F" w:rsidRPr="00A21E08" w:rsidRDefault="00BF1F5B" w:rsidP="00AB266F">
      <w:pPr>
        <w:pStyle w:val="SingleTxtG"/>
      </w:pPr>
      <w:r>
        <w:tab/>
      </w:r>
      <w:r>
        <w:tab/>
      </w:r>
      <w:r w:rsidR="00AB266F" w:rsidRPr="00A21E08">
        <w:t>(a)</w:t>
      </w:r>
      <w:r w:rsidR="00AB266F" w:rsidRPr="00A21E08">
        <w:tab/>
        <w:t>The Draft Resolution in many aspects does not seem suitable for international implementation;</w:t>
      </w:r>
    </w:p>
    <w:p w14:paraId="1F243A62" w14:textId="5A426E21" w:rsidR="00AB266F" w:rsidRPr="00A21E08" w:rsidRDefault="00BF1F5B" w:rsidP="00AB266F">
      <w:pPr>
        <w:pStyle w:val="SingleTxtG"/>
      </w:pPr>
      <w:r>
        <w:tab/>
      </w:r>
      <w:r>
        <w:tab/>
      </w:r>
      <w:r w:rsidR="00AB266F" w:rsidRPr="00A21E08">
        <w:t>(b)</w:t>
      </w:r>
      <w:r w:rsidR="00AB266F" w:rsidRPr="00A21E08">
        <w:tab/>
        <w:t>There was not much interest expressed to pursue the issue of labelling road surfaces in the framework of GRBP;</w:t>
      </w:r>
    </w:p>
    <w:p w14:paraId="4BE071C8" w14:textId="4187D130" w:rsidR="00AB266F" w:rsidRPr="00A21E08" w:rsidRDefault="00BF1F5B" w:rsidP="00AB266F">
      <w:pPr>
        <w:pStyle w:val="SingleTxtG"/>
      </w:pPr>
      <w:r>
        <w:lastRenderedPageBreak/>
        <w:tab/>
      </w:r>
      <w:r>
        <w:tab/>
      </w:r>
      <w:r w:rsidR="00AB266F" w:rsidRPr="00A21E08">
        <w:t>(c)</w:t>
      </w:r>
      <w:r w:rsidR="00AB266F" w:rsidRPr="00A21E08">
        <w:tab/>
        <w:t>GRBP and WP.29 do not seem to be appropriate fora to consider this issue, as it is currently out of their scope;</w:t>
      </w:r>
    </w:p>
    <w:p w14:paraId="7C79D7A0" w14:textId="2DC40332" w:rsidR="00AB266F" w:rsidRPr="00A21E08" w:rsidRDefault="00BF1F5B" w:rsidP="00AB266F">
      <w:pPr>
        <w:pStyle w:val="SingleTxtG"/>
      </w:pPr>
      <w:r>
        <w:tab/>
      </w:r>
      <w:r>
        <w:tab/>
      </w:r>
      <w:r w:rsidR="00AB266F" w:rsidRPr="00A21E08">
        <w:t>(d)</w:t>
      </w:r>
      <w:r w:rsidR="00AB266F" w:rsidRPr="00A21E08">
        <w:tab/>
        <w:t>The issue should be communicated to the European Committee for Standardization (its technical committee CEN/TC 227) and/or to the relevant I</w:t>
      </w:r>
      <w:r w:rsidR="00AB266F">
        <w:t>nternational Organization for Standardization (I</w:t>
      </w:r>
      <w:r w:rsidR="00AB266F" w:rsidRPr="00A21E08">
        <w:t>SO</w:t>
      </w:r>
      <w:r w:rsidR="00AB266F">
        <w:t>)</w:t>
      </w:r>
      <w:r w:rsidR="00AB266F" w:rsidRPr="00A21E08">
        <w:t xml:space="preserve"> technical committee, if available.</w:t>
      </w:r>
    </w:p>
    <w:p w14:paraId="69520A63" w14:textId="56AD0168" w:rsidR="00AB266F" w:rsidRPr="00A21E08" w:rsidRDefault="00BF1F5B" w:rsidP="00AB266F">
      <w:pPr>
        <w:pStyle w:val="SingleTxtG"/>
      </w:pPr>
      <w:r>
        <w:t>4</w:t>
      </w:r>
      <w:r w:rsidR="00AB266F" w:rsidRPr="00A21E08">
        <w:t>4.</w:t>
      </w:r>
      <w:r w:rsidR="00AB266F" w:rsidRPr="00A21E08">
        <w:tab/>
        <w:t>WP.29 agreed to the above conclusions.</w:t>
      </w:r>
    </w:p>
    <w:p w14:paraId="069974FA" w14:textId="12724F6C" w:rsidR="00AB266F" w:rsidRDefault="00BF1F5B" w:rsidP="00AB266F">
      <w:pPr>
        <w:ind w:left="1134" w:firstLine="6"/>
      </w:pPr>
      <w:r>
        <w:t>4</w:t>
      </w:r>
      <w:r w:rsidR="00AB266F" w:rsidRPr="00A21E08">
        <w:t>5.</w:t>
      </w:r>
      <w:r w:rsidR="00AB266F" w:rsidRPr="00A21E08">
        <w:tab/>
        <w:t xml:space="preserve">Finally, WP.29 noted that GRB had re-elected Mr. S. </w:t>
      </w:r>
      <w:proofErr w:type="spellStart"/>
      <w:r w:rsidR="00AB266F" w:rsidRPr="00A21E08">
        <w:t>Ficheux</w:t>
      </w:r>
      <w:proofErr w:type="spellEnd"/>
      <w:r w:rsidR="00AB266F" w:rsidRPr="00A21E08">
        <w:t xml:space="preserve"> (France) as Chair and Mr.</w:t>
      </w:r>
      <w:r w:rsidR="00157A9D">
        <w:t> </w:t>
      </w:r>
      <w:r w:rsidR="00AB266F" w:rsidRPr="00A21E08">
        <w:t>A.</w:t>
      </w:r>
      <w:r w:rsidR="00157A9D">
        <w:t> </w:t>
      </w:r>
      <w:proofErr w:type="spellStart"/>
      <w:r w:rsidR="00AB266F" w:rsidRPr="00A21E08">
        <w:t>Bocharov</w:t>
      </w:r>
      <w:proofErr w:type="spellEnd"/>
      <w:r w:rsidR="00AB266F" w:rsidRPr="00A21E08">
        <w:t xml:space="preserve"> (Russian Federation) as Vice-Chair for the year 2020.</w:t>
      </w:r>
    </w:p>
    <w:p w14:paraId="1A43B5B2" w14:textId="77777777" w:rsidR="00663C44" w:rsidRPr="00A21E08" w:rsidRDefault="00663C44" w:rsidP="00663C44">
      <w:pPr>
        <w:pStyle w:val="H23G"/>
      </w:pPr>
      <w:r w:rsidRPr="00A21E08">
        <w:tab/>
        <w:t>2.</w:t>
      </w:r>
      <w:r w:rsidRPr="00A21E08">
        <w:tab/>
        <w:t>Working Party on Automated, Autonomous and Connected Vehicles (GRVA) (</w:t>
      </w:r>
      <w:r>
        <w:t>F</w:t>
      </w:r>
      <w:r w:rsidRPr="00A21E08">
        <w:t>ourth session, 24-27 September 2019) (agenda item 3.6.2)</w:t>
      </w:r>
    </w:p>
    <w:p w14:paraId="329E391E" w14:textId="465DAA18" w:rsidR="00663C44" w:rsidRPr="00A21E08" w:rsidRDefault="00BF1F5B" w:rsidP="00663C44">
      <w:pPr>
        <w:pStyle w:val="SingleTxtG"/>
      </w:pPr>
      <w:r>
        <w:t>4</w:t>
      </w:r>
      <w:r w:rsidR="00663C44" w:rsidRPr="00A21E08">
        <w:t>6.</w:t>
      </w:r>
      <w:r w:rsidR="00663C44" w:rsidRPr="00A21E08">
        <w:tab/>
        <w:t>The Chair of GRVA (United Kingdom) reported to WP.29 on the results achieved by GRVA during its fourth session (for more details see the report of the session ECE/TRANS/WP.29/GRVA/4)</w:t>
      </w:r>
      <w:r w:rsidR="00157A9D">
        <w:t>.</w:t>
      </w:r>
    </w:p>
    <w:p w14:paraId="7B020A5D" w14:textId="1DCDBDC3" w:rsidR="00663C44" w:rsidRPr="00A21E08" w:rsidRDefault="00BF1F5B" w:rsidP="00663C44">
      <w:pPr>
        <w:pStyle w:val="SingleTxtG"/>
      </w:pPr>
      <w:r>
        <w:t>4</w:t>
      </w:r>
      <w:r w:rsidR="00663C44" w:rsidRPr="00A21E08">
        <w:t>7.</w:t>
      </w:r>
      <w:r w:rsidR="00663C44" w:rsidRPr="00A21E08">
        <w:tab/>
        <w:t xml:space="preserve">WP.29 agreed with the mandate extension until September 2020 of </w:t>
      </w:r>
      <w:r w:rsidR="00312AAE">
        <w:t>IWG</w:t>
      </w:r>
      <w:r w:rsidR="00663C44" w:rsidRPr="00A21E08">
        <w:t xml:space="preserve"> on Advanced Emergency Braking System (AEB</w:t>
      </w:r>
      <w:r w:rsidR="00663C44">
        <w:t>S</w:t>
      </w:r>
      <w:r w:rsidR="00663C44" w:rsidRPr="00A21E08">
        <w:t>)</w:t>
      </w:r>
      <w:r w:rsidR="00D6644B">
        <w:t>.</w:t>
      </w:r>
    </w:p>
    <w:p w14:paraId="18548328" w14:textId="5DD0D1DD" w:rsidR="00663C44" w:rsidRPr="00A21E08" w:rsidRDefault="00BF1F5B" w:rsidP="00663C44">
      <w:pPr>
        <w:pStyle w:val="SingleTxtG"/>
      </w:pPr>
      <w:r>
        <w:t>4</w:t>
      </w:r>
      <w:r w:rsidR="00663C44" w:rsidRPr="00A21E08">
        <w:t>8.</w:t>
      </w:r>
      <w:r w:rsidR="00663C44" w:rsidRPr="00A21E08">
        <w:tab/>
        <w:t>WP.29 agreed with the mandate extension until September 2021 of the Task Force on Cyber Security and O</w:t>
      </w:r>
      <w:r w:rsidR="00663C44">
        <w:t xml:space="preserve">ver the Air Software Updates (OTA) </w:t>
      </w:r>
      <w:r w:rsidR="00663C44" w:rsidRPr="00A21E08">
        <w:t>issues.</w:t>
      </w:r>
    </w:p>
    <w:p w14:paraId="7D384243" w14:textId="5FB95C06" w:rsidR="00663C44" w:rsidRPr="00A21E08" w:rsidRDefault="00BF1F5B" w:rsidP="00663C44">
      <w:pPr>
        <w:pStyle w:val="SingleTxtG"/>
      </w:pPr>
      <w:r>
        <w:t>4</w:t>
      </w:r>
      <w:r w:rsidR="00663C44" w:rsidRPr="00A21E08">
        <w:t>9.</w:t>
      </w:r>
      <w:r w:rsidR="00663C44" w:rsidRPr="00A21E08">
        <w:tab/>
        <w:t xml:space="preserve">WP.29 was informed that Mr. R. Damm (Germany) </w:t>
      </w:r>
      <w:r w:rsidR="00663C44">
        <w:t xml:space="preserve">had been </w:t>
      </w:r>
      <w:r w:rsidR="00663C44" w:rsidRPr="00A21E08">
        <w:t xml:space="preserve">elected Chair of GRVA for the year 2020 and that Ms. C. Chen (China) and Mr. T. Onoda (Japan) were re-elected </w:t>
      </w:r>
      <w:r w:rsidR="00663C44">
        <w:t>as V</w:t>
      </w:r>
      <w:r w:rsidR="00663C44" w:rsidRPr="00A21E08">
        <w:t>ice</w:t>
      </w:r>
      <w:r w:rsidR="00D6644B">
        <w:t>–</w:t>
      </w:r>
      <w:r w:rsidR="00663C44">
        <w:t>C</w:t>
      </w:r>
      <w:r w:rsidR="00663C44" w:rsidRPr="00A21E08">
        <w:t>hairs of GRVA. WP.29 thanked Mr. B. Frost for his excellent leadership wh</w:t>
      </w:r>
      <w:r w:rsidR="00663C44">
        <w:t>en</w:t>
      </w:r>
      <w:r w:rsidR="00663C44" w:rsidRPr="00A21E08">
        <w:t xml:space="preserve"> chairing the Working Party on Brakes and Running Gear since 2012 and then GRVA since 2018.</w:t>
      </w:r>
    </w:p>
    <w:p w14:paraId="7785E4CD" w14:textId="66769AAD" w:rsidR="00663C44" w:rsidRPr="00A21E08" w:rsidRDefault="00663C44" w:rsidP="00663C44">
      <w:pPr>
        <w:pStyle w:val="H23G"/>
      </w:pPr>
      <w:r>
        <w:tab/>
      </w:r>
      <w:r w:rsidRPr="00A21E08">
        <w:t>3.</w:t>
      </w:r>
      <w:r w:rsidRPr="00A21E08">
        <w:tab/>
      </w:r>
      <w:bookmarkStart w:id="63" w:name="_Hlk529205217"/>
      <w:r w:rsidRPr="00A21E08">
        <w:t xml:space="preserve">Working Party on </w:t>
      </w:r>
      <w:r>
        <w:t>G</w:t>
      </w:r>
      <w:r w:rsidRPr="00A21E08">
        <w:t xml:space="preserve">eneral Safety Provisions (GRSG) </w:t>
      </w:r>
      <w:r w:rsidR="00D155D6">
        <w:br/>
      </w:r>
      <w:r w:rsidRPr="00A21E08">
        <w:t>(117th session, 8-11 October 2019)</w:t>
      </w:r>
      <w:bookmarkEnd w:id="63"/>
      <w:r w:rsidRPr="00A21E08">
        <w:t xml:space="preserve"> (agenda item 3.6.3)</w:t>
      </w:r>
    </w:p>
    <w:p w14:paraId="66A782EF" w14:textId="315DFFC5" w:rsidR="00663C44" w:rsidRPr="00A21E08" w:rsidRDefault="00BF1F5B" w:rsidP="00663C44">
      <w:pPr>
        <w:pStyle w:val="SingleTxtG"/>
        <w:rPr>
          <w:bCs/>
        </w:rPr>
      </w:pPr>
      <w:r>
        <w:t>5</w:t>
      </w:r>
      <w:r w:rsidR="00663C44" w:rsidRPr="00A21E08">
        <w:t>0.</w:t>
      </w:r>
      <w:r w:rsidR="00663C44" w:rsidRPr="00A21E08">
        <w:tab/>
        <w:t xml:space="preserve">The Chair of GRSG (Italy) </w:t>
      </w:r>
      <w:r w:rsidR="00663C44" w:rsidRPr="00A21E08">
        <w:rPr>
          <w:bCs/>
        </w:rPr>
        <w:t>reported on the results achieved during the 117th session of GRSG (for more details see the report of the session ECE/TRANS/WP.29/GRSG/96).</w:t>
      </w:r>
    </w:p>
    <w:p w14:paraId="4356EB68" w14:textId="2BDC2AC4" w:rsidR="00663C44" w:rsidRPr="00A21E08" w:rsidRDefault="00BF1F5B" w:rsidP="00663C44">
      <w:pPr>
        <w:pStyle w:val="SingleTxtG"/>
      </w:pPr>
      <w:r>
        <w:t>5</w:t>
      </w:r>
      <w:r w:rsidR="00663C44" w:rsidRPr="00A21E08">
        <w:t>1.</w:t>
      </w:r>
      <w:r w:rsidR="00663C44" w:rsidRPr="00A21E08">
        <w:tab/>
        <w:t xml:space="preserve">He informed WP.29 that GRSG had agreed to request withdrawal of document ECE/TRANS/WP.29/2019/93 from the agenda (item 4.7.1) of this session of WP.29 in order to resume considerations. </w:t>
      </w:r>
    </w:p>
    <w:p w14:paraId="7891D3CA" w14:textId="5D861513" w:rsidR="00663C44" w:rsidRPr="00A21E08" w:rsidRDefault="00BF1F5B" w:rsidP="00663C44">
      <w:pPr>
        <w:pStyle w:val="SingleTxtG"/>
      </w:pPr>
      <w:r>
        <w:t>5</w:t>
      </w:r>
      <w:r w:rsidR="00663C44" w:rsidRPr="00A21E08">
        <w:t>2.</w:t>
      </w:r>
      <w:r w:rsidR="00663C44" w:rsidRPr="00A21E08">
        <w:tab/>
        <w:t xml:space="preserve">WP.29 noted that GRSG had re-elected Mr. </w:t>
      </w:r>
      <w:r w:rsidR="00663C44">
        <w:t xml:space="preserve">A. </w:t>
      </w:r>
      <w:r w:rsidR="00663C44" w:rsidRPr="00A21E08">
        <w:t>Erario (Italy) as Chair and Mr.</w:t>
      </w:r>
      <w:r w:rsidR="00D6644B">
        <w:t> </w:t>
      </w:r>
      <w:r w:rsidR="00663C44" w:rsidRPr="00A21E08">
        <w:t>K</w:t>
      </w:r>
      <w:r w:rsidR="00663C44">
        <w:t>.</w:t>
      </w:r>
      <w:r w:rsidR="00D6644B">
        <w:t> </w:t>
      </w:r>
      <w:r w:rsidR="00663C44" w:rsidRPr="00A21E08">
        <w:t>Hendershot (Canada) as Vice-Chair for the year 2020.</w:t>
      </w:r>
    </w:p>
    <w:p w14:paraId="54616A0A" w14:textId="6F18DD79" w:rsidR="00663C44" w:rsidRPr="00A21E08" w:rsidRDefault="00663C44" w:rsidP="00663C44">
      <w:pPr>
        <w:pStyle w:val="H23G"/>
      </w:pPr>
      <w:r w:rsidRPr="00A21E08">
        <w:tab/>
        <w:t>4.</w:t>
      </w:r>
      <w:r w:rsidRPr="00A21E08">
        <w:tab/>
        <w:t xml:space="preserve">Working Party on Lighting and Light-Signalling (GRE) </w:t>
      </w:r>
      <w:r w:rsidR="00D155D6">
        <w:br/>
      </w:r>
      <w:r w:rsidRPr="00A21E08">
        <w:t>(Eighty-second session, 22-25 October 2019) (agenda item 3.6.4)</w:t>
      </w:r>
    </w:p>
    <w:p w14:paraId="382DDA46" w14:textId="388A5E6E" w:rsidR="00663C44" w:rsidRPr="00A21E08" w:rsidRDefault="00BF1F5B" w:rsidP="00663C44">
      <w:pPr>
        <w:pStyle w:val="SingleTxtG"/>
      </w:pPr>
      <w:r>
        <w:t>5</w:t>
      </w:r>
      <w:r w:rsidR="00663C44" w:rsidRPr="00A21E08">
        <w:t>3.</w:t>
      </w:r>
      <w:r w:rsidR="00663C44" w:rsidRPr="00A21E08">
        <w:tab/>
        <w:t>The secretariat, on behalf of the Chair of GRE, reported on the results of the eighty-second session of GRE (for details, see ECE/TRANS/WP.29/GRE/82).</w:t>
      </w:r>
    </w:p>
    <w:p w14:paraId="521B84B3" w14:textId="22D7806B" w:rsidR="00663C44" w:rsidRPr="00A21E08" w:rsidRDefault="00BF1F5B" w:rsidP="00663C44">
      <w:pPr>
        <w:pStyle w:val="SingleTxtG"/>
      </w:pPr>
      <w:proofErr w:type="gramStart"/>
      <w:r>
        <w:t>5</w:t>
      </w:r>
      <w:r w:rsidR="00663C44" w:rsidRPr="00A21E08">
        <w:t>4.</w:t>
      </w:r>
      <w:r w:rsidR="00663C44" w:rsidRPr="00A21E08">
        <w:tab/>
        <w:t>In particular, he</w:t>
      </w:r>
      <w:proofErr w:type="gramEnd"/>
      <w:r w:rsidR="00663C44" w:rsidRPr="00A21E08">
        <w:t xml:space="preserve"> informed WP.29 about the adopted draft new series of amendments to UN Regulation No.</w:t>
      </w:r>
      <w:r w:rsidR="00645074">
        <w:t> </w:t>
      </w:r>
      <w:r w:rsidR="00663C44" w:rsidRPr="00A21E08">
        <w:t xml:space="preserve">48 that introduces the mandatory use of Emergency Stop Signal (ESS). He further mentioned that GRE agreed to correct few mistakes and omissions in the new simplified UN Regulations Nos. [148], [149] and [150]. He recalled that, according to the WP.29 mandate, the requirements in the original series of the three new UN Regulations should be totally identical to the requirements in the device UN Regulations which had been frozen in the course of the simplification process. Therefore, GRE was of the view that eventual discrepancies should be corrected by means of supplements or corrigenda to the original series of the new UN Regulations, while substantial changes should only be introduced by the 01 series of amendments and its supplements. </w:t>
      </w:r>
    </w:p>
    <w:p w14:paraId="356A12CD" w14:textId="0E29E817" w:rsidR="00AB266F" w:rsidRDefault="00BF1F5B" w:rsidP="00D6644B">
      <w:pPr>
        <w:ind w:left="1134" w:right="1134" w:firstLine="6"/>
        <w:jc w:val="both"/>
      </w:pPr>
      <w:r>
        <w:t>5</w:t>
      </w:r>
      <w:r w:rsidR="00663C44" w:rsidRPr="00A21E08">
        <w:t>5.</w:t>
      </w:r>
      <w:r w:rsidR="00663C44" w:rsidRPr="00A21E08">
        <w:tab/>
        <w:t>WP.29 noted that GRE had re-elected Mr. M</w:t>
      </w:r>
      <w:r w:rsidR="00663C44">
        <w:t>.</w:t>
      </w:r>
      <w:r w:rsidR="00663C44" w:rsidRPr="00A21E08">
        <w:t xml:space="preserve"> </w:t>
      </w:r>
      <w:proofErr w:type="spellStart"/>
      <w:r w:rsidR="00663C44" w:rsidRPr="00A21E08">
        <w:t>Loccufier</w:t>
      </w:r>
      <w:proofErr w:type="spellEnd"/>
      <w:r w:rsidR="00663C44" w:rsidRPr="00A21E08">
        <w:t xml:space="preserve"> (Belgium) as Chair and Mr.</w:t>
      </w:r>
      <w:r w:rsidR="00D6644B">
        <w:t> </w:t>
      </w:r>
      <w:r w:rsidR="00663C44" w:rsidRPr="00A21E08">
        <w:t>D</w:t>
      </w:r>
      <w:r w:rsidR="00663C44">
        <w:t>.</w:t>
      </w:r>
      <w:r w:rsidR="00663C44" w:rsidRPr="00A21E08">
        <w:t xml:space="preserve"> Rovers (Netherlands) as Vice-Chair for the year 20</w:t>
      </w:r>
      <w:r w:rsidR="00663C44">
        <w:t>20</w:t>
      </w:r>
      <w:r w:rsidR="00663C44" w:rsidRPr="00A21E08">
        <w:t>.</w:t>
      </w:r>
    </w:p>
    <w:p w14:paraId="796ABBC4" w14:textId="77777777" w:rsidR="00716B19" w:rsidRPr="007C5CC4" w:rsidRDefault="00716B19" w:rsidP="00716B19">
      <w:pPr>
        <w:pStyle w:val="HChG"/>
      </w:pPr>
      <w:r w:rsidRPr="007C5CC4">
        <w:lastRenderedPageBreak/>
        <w:tab/>
        <w:t>VI.</w:t>
      </w:r>
      <w:r w:rsidRPr="007C5CC4">
        <w:tab/>
        <w:t>1958 Agreement (agenda item 4)</w:t>
      </w:r>
    </w:p>
    <w:p w14:paraId="4DB4EA92" w14:textId="77777777" w:rsidR="00663C44" w:rsidRPr="00A21E08" w:rsidRDefault="00716B19" w:rsidP="00663C44">
      <w:pPr>
        <w:pStyle w:val="H1G"/>
        <w:rPr>
          <w:bCs/>
        </w:rPr>
      </w:pPr>
      <w:r w:rsidRPr="007C5CC4">
        <w:tab/>
      </w:r>
      <w:r w:rsidR="00663C44" w:rsidRPr="00A21E08">
        <w:tab/>
        <w:t>A.</w:t>
      </w:r>
      <w:r w:rsidR="00663C44" w:rsidRPr="00A21E08">
        <w:tab/>
        <w:t xml:space="preserve">Status of the Agreement and of the annexed Regulations </w:t>
      </w:r>
      <w:r w:rsidR="00663C44" w:rsidRPr="00A21E08">
        <w:br/>
      </w:r>
      <w:r w:rsidR="00663C44" w:rsidRPr="00A21E08">
        <w:rPr>
          <w:bCs/>
        </w:rPr>
        <w:t>(agenda item 4.1)</w:t>
      </w:r>
    </w:p>
    <w:p w14:paraId="3097B922" w14:textId="39C277E5" w:rsidR="00663C44" w:rsidRPr="00700800" w:rsidRDefault="00BF1F5B" w:rsidP="00663C44">
      <w:pPr>
        <w:pStyle w:val="SingleTxtG"/>
      </w:pPr>
      <w:r>
        <w:t>5</w:t>
      </w:r>
      <w:r w:rsidR="00663C44" w:rsidRPr="00A21E08">
        <w:t>6.</w:t>
      </w:r>
      <w:r w:rsidR="00663C44" w:rsidRPr="00A21E08">
        <w:tab/>
        <w:t xml:space="preserve">The secretariat informed the World Forum about the latest update of the status of the 1958 Agreement, based on ECE/TRANS/WP.29/343/Rev.27, available at </w:t>
      </w:r>
      <w:hyperlink r:id="rId9" w:history="1">
        <w:r w:rsidR="00D6644B" w:rsidRPr="00385288">
          <w:rPr>
            <w:rStyle w:val="Hyperlink"/>
          </w:rPr>
          <w:t>www.unece.org/trans/main/wp29/wp29wgs/wp29gen/wp29fdocstts.html</w:t>
        </w:r>
      </w:hyperlink>
      <w:r w:rsidR="00663C44" w:rsidRPr="00A21E08">
        <w:t xml:space="preserve">. WP.29 noted that contracting parties should notify the secretariat about any amendments needed to the status document via the new established online data base (/343app) only. The secretariat invited those Contracting Parties who had not yet notified their Single Points of Contact, to gain </w:t>
      </w:r>
      <w:r w:rsidR="00663C44" w:rsidRPr="00700800">
        <w:t>writing permission for the database, to do so as soon as possible.</w:t>
      </w:r>
    </w:p>
    <w:p w14:paraId="3667DE75" w14:textId="747E5FE2" w:rsidR="003827AC" w:rsidRPr="00A21E08" w:rsidRDefault="003827AC" w:rsidP="003827AC">
      <w:pPr>
        <w:pStyle w:val="SingleTxtG"/>
        <w:rPr>
          <w:rStyle w:val="SingleTxtGChar"/>
        </w:rPr>
      </w:pPr>
      <w:bookmarkStart w:id="64" w:name="_Hlk25859307"/>
      <w:r w:rsidRPr="00700800">
        <w:t>57.</w:t>
      </w:r>
      <w:r w:rsidRPr="00700800">
        <w:tab/>
        <w:t>WP.29 noted the introduction of new style of ECE/TRANS/WP.29/343/Rev.27 document. Only informal update of Part II would be available on the website for the June and November sessions. Part I and Annex I were accessible via the /343app. The full document would be issued at the annual March session.</w:t>
      </w:r>
    </w:p>
    <w:bookmarkEnd w:id="64"/>
    <w:p w14:paraId="2AD0F542" w14:textId="13D0A620" w:rsidR="00663C44" w:rsidRPr="00A21E08" w:rsidRDefault="00663C44" w:rsidP="00663C44">
      <w:pPr>
        <w:pStyle w:val="H1G"/>
      </w:pPr>
      <w:r w:rsidRPr="00A21E08">
        <w:tab/>
        <w:t>B.</w:t>
      </w:r>
      <w:r w:rsidRPr="00A21E08">
        <w:tab/>
        <w:t>Guidance requested by the Working Parties on matters related to UN</w:t>
      </w:r>
      <w:r w:rsidR="00D6644B">
        <w:t> </w:t>
      </w:r>
      <w:r w:rsidRPr="00A21E08">
        <w:t>Regulations annexed to the 1958 Agreement (agenda item 4.2)</w:t>
      </w:r>
    </w:p>
    <w:p w14:paraId="2D5DB5E7" w14:textId="77777777" w:rsidR="00663C44" w:rsidRPr="00A21E08" w:rsidRDefault="00663C44" w:rsidP="00663C44">
      <w:pPr>
        <w:pStyle w:val="H23G"/>
      </w:pPr>
      <w:r w:rsidRPr="00A21E08">
        <w:tab/>
        <w:t>1.</w:t>
      </w:r>
      <w:r w:rsidRPr="00A21E08">
        <w:tab/>
        <w:t>Reproduction and reference to private standards in UN Regulations, UN Global Technical Regulations (UN GTRs) and Rules (agenda item 4.2.1)</w:t>
      </w:r>
    </w:p>
    <w:p w14:paraId="7F1818FC" w14:textId="7CBE7EBC" w:rsidR="00663C44" w:rsidRPr="00A21E08" w:rsidRDefault="00BF1F5B" w:rsidP="00663C44">
      <w:pPr>
        <w:pStyle w:val="SingleTxtG"/>
      </w:pPr>
      <w:r>
        <w:t>5</w:t>
      </w:r>
      <w:r w:rsidR="003827AC">
        <w:t>8</w:t>
      </w:r>
      <w:r w:rsidR="00663C44" w:rsidRPr="00A21E08">
        <w:t>.</w:t>
      </w:r>
      <w:r w:rsidR="00663C44" w:rsidRPr="00A21E08">
        <w:tab/>
        <w:t xml:space="preserve">No discussion took place under this agenda item. </w:t>
      </w:r>
    </w:p>
    <w:p w14:paraId="5A8372FB" w14:textId="7C0DD6F8" w:rsidR="00663C44" w:rsidRPr="00A21E08" w:rsidRDefault="00663C44" w:rsidP="00663C44">
      <w:pPr>
        <w:pStyle w:val="H23G"/>
      </w:pPr>
      <w:r w:rsidRPr="00A21E08">
        <w:tab/>
        <w:t>2.</w:t>
      </w:r>
      <w:r w:rsidRPr="00A21E08">
        <w:tab/>
        <w:t>Guidance on amendments to UN Regulations annexed to the 1958 Agreement (agenda</w:t>
      </w:r>
      <w:r w:rsidR="00D6644B">
        <w:t> </w:t>
      </w:r>
      <w:r w:rsidRPr="00A21E08">
        <w:t>item 4.2.2)</w:t>
      </w:r>
    </w:p>
    <w:p w14:paraId="5C10BF2E" w14:textId="28EC9003" w:rsidR="00663C44" w:rsidRDefault="00BF1F5B" w:rsidP="00663C44">
      <w:pPr>
        <w:pStyle w:val="SingleTxtG"/>
      </w:pPr>
      <w:r>
        <w:t>5</w:t>
      </w:r>
      <w:r w:rsidR="003827AC">
        <w:t>9</w:t>
      </w:r>
      <w:r w:rsidR="00663C44" w:rsidRPr="00A21E08">
        <w:t>.</w:t>
      </w:r>
      <w:r w:rsidR="00663C44" w:rsidRPr="00A21E08">
        <w:tab/>
        <w:t>No discussion took place under this agenda item.</w:t>
      </w:r>
    </w:p>
    <w:p w14:paraId="2D35478E" w14:textId="77777777" w:rsidR="00663C44" w:rsidRPr="00A21E08" w:rsidRDefault="00663C44" w:rsidP="00663C44">
      <w:pPr>
        <w:pStyle w:val="H1G"/>
      </w:pPr>
      <w:r w:rsidRPr="00A21E08">
        <w:tab/>
        <w:t>C.</w:t>
      </w:r>
      <w:r w:rsidRPr="00A21E08">
        <w:rPr>
          <w:sz w:val="28"/>
        </w:rPr>
        <w:tab/>
      </w:r>
      <w:r w:rsidRPr="00A21E08">
        <w:t>Development of the International Whole Vehicle Type Approval (IWVTA) system (agenda item 4.3)</w:t>
      </w:r>
    </w:p>
    <w:p w14:paraId="7006D246" w14:textId="77777777" w:rsidR="00663C44" w:rsidRPr="00A21E08" w:rsidRDefault="00663C44" w:rsidP="00663C44">
      <w:pPr>
        <w:pStyle w:val="SingleTxtG"/>
        <w:spacing w:after="0"/>
        <w:ind w:left="1138" w:right="1138"/>
      </w:pPr>
      <w:r w:rsidRPr="00A21E08">
        <w:rPr>
          <w:i/>
          <w:lang w:val="en-US"/>
        </w:rPr>
        <w:t>Documentation</w:t>
      </w:r>
      <w:r w:rsidRPr="00D6644B">
        <w:rPr>
          <w:iCs/>
          <w:lang w:val="en-US"/>
        </w:rPr>
        <w:t>:</w:t>
      </w:r>
      <w:r w:rsidRPr="00A21E08">
        <w:rPr>
          <w:i/>
          <w:lang w:val="en-US"/>
        </w:rPr>
        <w:tab/>
      </w:r>
      <w:r w:rsidRPr="00A21E08">
        <w:t>ECE/TRANS/WP.29/2019/74</w:t>
      </w:r>
    </w:p>
    <w:p w14:paraId="50BDB067" w14:textId="77777777" w:rsidR="00663C44" w:rsidRPr="00A21E08" w:rsidRDefault="00663C44" w:rsidP="00663C44">
      <w:pPr>
        <w:pStyle w:val="SingleTxtG"/>
        <w:spacing w:after="0"/>
        <w:ind w:left="1138" w:right="1138"/>
      </w:pPr>
      <w:r w:rsidRPr="00A21E08">
        <w:rPr>
          <w:i/>
          <w:lang w:val="en-US"/>
        </w:rPr>
        <w:tab/>
      </w:r>
      <w:r w:rsidRPr="00A21E08">
        <w:rPr>
          <w:i/>
          <w:lang w:val="en-US"/>
        </w:rPr>
        <w:tab/>
      </w:r>
      <w:r w:rsidRPr="00A21E08">
        <w:rPr>
          <w:i/>
          <w:lang w:val="en-US"/>
        </w:rPr>
        <w:tab/>
      </w:r>
      <w:r w:rsidRPr="00A21E08">
        <w:t>ECE/TRANS/WP.29/2019/75</w:t>
      </w:r>
    </w:p>
    <w:p w14:paraId="18254BB1" w14:textId="77777777" w:rsidR="00663C44" w:rsidRPr="00A21E08" w:rsidRDefault="00663C44" w:rsidP="00663C44">
      <w:pPr>
        <w:spacing w:after="120"/>
        <w:jc w:val="both"/>
      </w:pPr>
      <w:r w:rsidRPr="00A21E08">
        <w:tab/>
      </w:r>
      <w:r w:rsidRPr="00A21E08">
        <w:tab/>
      </w:r>
      <w:r w:rsidRPr="00A21E08">
        <w:tab/>
      </w:r>
      <w:r w:rsidRPr="00A21E08">
        <w:tab/>
      </w:r>
      <w:r w:rsidRPr="00A21E08">
        <w:tab/>
        <w:t>ECE/TRANS/WP.29/2019/76</w:t>
      </w:r>
      <w:r w:rsidRPr="00A21E08">
        <w:br/>
      </w:r>
      <w:r w:rsidRPr="00A21E08">
        <w:tab/>
      </w:r>
      <w:r w:rsidRPr="00A21E08">
        <w:tab/>
      </w:r>
      <w:r w:rsidRPr="00A21E08">
        <w:tab/>
      </w:r>
      <w:r w:rsidRPr="00A21E08">
        <w:tab/>
      </w:r>
      <w:r w:rsidRPr="00A21E08">
        <w:tab/>
        <w:t>Informal document: WP.29-179-08</w:t>
      </w:r>
    </w:p>
    <w:p w14:paraId="69D58AD5" w14:textId="269271A8" w:rsidR="00663C44" w:rsidRPr="00A21E08" w:rsidRDefault="003827AC" w:rsidP="00663C44">
      <w:pPr>
        <w:pStyle w:val="SingleTxtG"/>
      </w:pPr>
      <w:r>
        <w:rPr>
          <w:lang w:val="en-US"/>
        </w:rPr>
        <w:t>60</w:t>
      </w:r>
      <w:r w:rsidR="00BF1F5B">
        <w:rPr>
          <w:lang w:val="en-US"/>
        </w:rPr>
        <w:t>.</w:t>
      </w:r>
      <w:r w:rsidR="00663C44" w:rsidRPr="00A21E08">
        <w:rPr>
          <w:lang w:val="en-US"/>
        </w:rPr>
        <w:tab/>
      </w:r>
      <w:r w:rsidR="00663C44" w:rsidRPr="00A21E08">
        <w:t>The World Forum considered the draft amendments under agenda item 4.3 and recommended their submission to AC.1 for voting.</w:t>
      </w:r>
    </w:p>
    <w:p w14:paraId="403BFCCC" w14:textId="4EBDCC8D" w:rsidR="00663C44" w:rsidRPr="00A21E08" w:rsidRDefault="00BF1F5B" w:rsidP="00663C44">
      <w:pPr>
        <w:spacing w:after="120"/>
        <w:ind w:left="1134" w:right="1134"/>
        <w:jc w:val="both"/>
        <w:rPr>
          <w:lang w:val="en-US"/>
        </w:rPr>
      </w:pPr>
      <w:r>
        <w:t>6</w:t>
      </w:r>
      <w:r w:rsidR="003827AC">
        <w:t>1</w:t>
      </w:r>
      <w:r w:rsidR="00663C44" w:rsidRPr="00A21E08">
        <w:t>.</w:t>
      </w:r>
      <w:r w:rsidR="00663C44" w:rsidRPr="00A21E08">
        <w:tab/>
        <w:t>WP.29 endorsed the informal document WP.29-179-08 and requested the secretariat to prepare it as official document for the next session.</w:t>
      </w:r>
    </w:p>
    <w:p w14:paraId="585DFBC5" w14:textId="77777777" w:rsidR="00663C44" w:rsidRPr="00A21E08" w:rsidRDefault="00663C44" w:rsidP="00663C44">
      <w:pPr>
        <w:pStyle w:val="H1G"/>
      </w:pPr>
      <w:r w:rsidRPr="00A21E08">
        <w:rPr>
          <w:lang w:val="en-US"/>
        </w:rPr>
        <w:tab/>
      </w:r>
      <w:r w:rsidRPr="00A21E08">
        <w:t>D.</w:t>
      </w:r>
      <w:r w:rsidRPr="00A21E08">
        <w:tab/>
        <w:t>Revision 3 to the 1958 Agreement (agenda item 4.4)</w:t>
      </w:r>
    </w:p>
    <w:p w14:paraId="2890905B" w14:textId="27E8D6E2" w:rsidR="00663C44" w:rsidRPr="00A21E08" w:rsidRDefault="00BF1F5B" w:rsidP="00663C44">
      <w:pPr>
        <w:pStyle w:val="SingleTxtG"/>
      </w:pPr>
      <w:r>
        <w:rPr>
          <w:iCs/>
        </w:rPr>
        <w:t>6</w:t>
      </w:r>
      <w:r w:rsidR="003827AC">
        <w:rPr>
          <w:iCs/>
        </w:rPr>
        <w:t>2</w:t>
      </w:r>
      <w:r w:rsidR="00663C44" w:rsidRPr="00A21E08">
        <w:rPr>
          <w:iCs/>
        </w:rPr>
        <w:t>.</w:t>
      </w:r>
      <w:r w:rsidR="00663C44" w:rsidRPr="00A21E08">
        <w:tab/>
        <w:t>No further information was presented under this agenda item.</w:t>
      </w:r>
    </w:p>
    <w:p w14:paraId="4CFEBA17" w14:textId="77777777" w:rsidR="00663C44" w:rsidRPr="00A21E08" w:rsidRDefault="00663C44" w:rsidP="00663C44">
      <w:pPr>
        <w:pStyle w:val="H1G"/>
      </w:pPr>
      <w:r w:rsidRPr="00A21E08">
        <w:rPr>
          <w:lang w:val="en-US"/>
        </w:rPr>
        <w:tab/>
      </w:r>
      <w:r w:rsidRPr="00A21E08">
        <w:t>E.</w:t>
      </w:r>
      <w:r w:rsidRPr="00A21E08">
        <w:tab/>
        <w:t>Development of an electronic database for the exchange of type approval documentation (DETA) (agenda item 4.5)</w:t>
      </w:r>
    </w:p>
    <w:p w14:paraId="6335E5AF" w14:textId="77777777" w:rsidR="00663C44" w:rsidRPr="00A21E08" w:rsidRDefault="00663C44" w:rsidP="00663C44">
      <w:pPr>
        <w:spacing w:before="240" w:after="120"/>
        <w:ind w:left="1134" w:right="1134"/>
      </w:pPr>
      <w:r w:rsidRPr="00A21E08">
        <w:rPr>
          <w:i/>
          <w:lang w:val="en-US"/>
        </w:rPr>
        <w:t>Documentation:</w:t>
      </w:r>
      <w:r w:rsidRPr="00A21E08">
        <w:rPr>
          <w:i/>
          <w:lang w:val="en-US"/>
        </w:rPr>
        <w:tab/>
      </w:r>
      <w:r w:rsidRPr="00A21E08">
        <w:t>ECE/TRANS/WP.29/2019/77</w:t>
      </w:r>
      <w:r w:rsidRPr="00A21E08">
        <w:br/>
      </w:r>
      <w:r w:rsidRPr="00A21E08">
        <w:tab/>
      </w:r>
      <w:r w:rsidRPr="00A21E08">
        <w:tab/>
      </w:r>
      <w:r w:rsidRPr="00A21E08">
        <w:tab/>
      </w:r>
      <w:r>
        <w:tab/>
      </w:r>
      <w:r w:rsidRPr="00A21E08">
        <w:t>ECE/TRANS/WP.29/2019/78</w:t>
      </w:r>
      <w:r w:rsidRPr="00A21E08">
        <w:br/>
      </w:r>
      <w:r w:rsidRPr="00A21E08">
        <w:tab/>
      </w:r>
      <w:r w:rsidRPr="00A21E08">
        <w:tab/>
      </w:r>
      <w:r w:rsidRPr="00A21E08">
        <w:tab/>
      </w:r>
      <w:r>
        <w:tab/>
      </w:r>
      <w:r w:rsidRPr="00A21E08">
        <w:t>Informal documents: WP.29-179-09 and WP.29-179-21</w:t>
      </w:r>
    </w:p>
    <w:p w14:paraId="25B968E8" w14:textId="00B19E5E" w:rsidR="00663C44" w:rsidRDefault="00BF1F5B" w:rsidP="00663C44">
      <w:pPr>
        <w:pStyle w:val="SingleTxtG"/>
        <w:rPr>
          <w:lang w:val="en-US"/>
        </w:rPr>
      </w:pPr>
      <w:r>
        <w:rPr>
          <w:lang w:val="en-US"/>
        </w:rPr>
        <w:t>6</w:t>
      </w:r>
      <w:r w:rsidR="003827AC">
        <w:rPr>
          <w:lang w:val="en-US"/>
        </w:rPr>
        <w:t>3</w:t>
      </w:r>
      <w:r w:rsidR="00663C44" w:rsidRPr="00A21E08">
        <w:rPr>
          <w:lang w:val="en-US"/>
        </w:rPr>
        <w:t>.</w:t>
      </w:r>
      <w:r w:rsidR="00663C44" w:rsidRPr="00A21E08">
        <w:rPr>
          <w:lang w:val="en-US"/>
        </w:rPr>
        <w:tab/>
        <w:t>The representative from Germany reported</w:t>
      </w:r>
      <w:r w:rsidR="00663C44">
        <w:rPr>
          <w:lang w:val="en-US"/>
        </w:rPr>
        <w:t xml:space="preserve">, on behalf of the Chair of </w:t>
      </w:r>
      <w:r w:rsidR="00312AAE">
        <w:rPr>
          <w:lang w:val="en-US"/>
        </w:rPr>
        <w:t>IWG</w:t>
      </w:r>
      <w:r w:rsidR="00663C44">
        <w:rPr>
          <w:lang w:val="en-US"/>
        </w:rPr>
        <w:t xml:space="preserve"> on DETA, </w:t>
      </w:r>
      <w:r w:rsidR="00663C44" w:rsidRPr="00A21E08">
        <w:rPr>
          <w:lang w:val="en-US"/>
        </w:rPr>
        <w:t xml:space="preserve">on the thirty-sixth meeting of </w:t>
      </w:r>
      <w:r w:rsidR="00312AAE">
        <w:rPr>
          <w:lang w:val="en-US"/>
        </w:rPr>
        <w:t>IWG</w:t>
      </w:r>
      <w:r w:rsidR="00663C44" w:rsidRPr="00A21E08">
        <w:rPr>
          <w:lang w:val="en-US"/>
        </w:rPr>
        <w:t xml:space="preserve"> on DETA. He </w:t>
      </w:r>
      <w:r w:rsidR="00663C44">
        <w:rPr>
          <w:lang w:val="en-US"/>
        </w:rPr>
        <w:t xml:space="preserve">mentioned the number of contracting </w:t>
      </w:r>
      <w:r w:rsidR="00663C44">
        <w:rPr>
          <w:lang w:val="en-US"/>
        </w:rPr>
        <w:lastRenderedPageBreak/>
        <w:t>parties that had already notified the secretariat about a DETA Focal Point and have access to</w:t>
      </w:r>
      <w:r w:rsidR="00663C44" w:rsidRPr="00A21E08">
        <w:rPr>
          <w:lang w:val="en-US"/>
        </w:rPr>
        <w:t xml:space="preserve"> the database</w:t>
      </w:r>
      <w:r w:rsidR="00663C44">
        <w:rPr>
          <w:lang w:val="en-US"/>
        </w:rPr>
        <w:t>.</w:t>
      </w:r>
      <w:r w:rsidR="00663C44" w:rsidRPr="00A21E08">
        <w:rPr>
          <w:lang w:val="en-US"/>
        </w:rPr>
        <w:t xml:space="preserve"> </w:t>
      </w:r>
      <w:r w:rsidR="00663C44">
        <w:rPr>
          <w:lang w:val="en-US"/>
        </w:rPr>
        <w:t>He</w:t>
      </w:r>
      <w:r w:rsidR="00663C44" w:rsidRPr="00A21E08">
        <w:rPr>
          <w:lang w:val="en-US"/>
        </w:rPr>
        <w:t xml:space="preserve"> presented the ongoing work and expected timelines. He informed WP.29 that an automated upload functionality was under </w:t>
      </w:r>
      <w:r w:rsidR="00663C44">
        <w:rPr>
          <w:lang w:val="en-US"/>
        </w:rPr>
        <w:t>consideration</w:t>
      </w:r>
      <w:r w:rsidR="00663C44" w:rsidRPr="00A21E08">
        <w:rPr>
          <w:lang w:val="en-US"/>
        </w:rPr>
        <w:t xml:space="preserve"> and that a news area had been added to allow for the exchange of information</w:t>
      </w:r>
      <w:r w:rsidR="00663C44">
        <w:rPr>
          <w:lang w:val="en-US"/>
        </w:rPr>
        <w:t xml:space="preserve"> between approval authorities of contracting parties</w:t>
      </w:r>
      <w:r w:rsidR="00663C44" w:rsidRPr="00A21E08">
        <w:rPr>
          <w:lang w:val="en-US"/>
        </w:rPr>
        <w:t>.</w:t>
      </w:r>
    </w:p>
    <w:p w14:paraId="54FA4932" w14:textId="2AC5A05F" w:rsidR="00663C44" w:rsidRPr="00A21E08" w:rsidRDefault="00BF1F5B" w:rsidP="00663C44">
      <w:pPr>
        <w:pStyle w:val="SingleTxtG"/>
        <w:rPr>
          <w:lang w:val="en-US"/>
        </w:rPr>
      </w:pPr>
      <w:r>
        <w:rPr>
          <w:lang w:val="en-US"/>
        </w:rPr>
        <w:t>6</w:t>
      </w:r>
      <w:r w:rsidR="003827AC">
        <w:rPr>
          <w:lang w:val="en-US"/>
        </w:rPr>
        <w:t>4</w:t>
      </w:r>
      <w:r w:rsidR="00663C44">
        <w:rPr>
          <w:lang w:val="en-US"/>
        </w:rPr>
        <w:t>.</w:t>
      </w:r>
      <w:r w:rsidR="00663C44">
        <w:rPr>
          <w:lang w:val="en-US"/>
        </w:rPr>
        <w:tab/>
        <w:t xml:space="preserve">The representative from the Russian Federation highlighted the positive developments with DETA, however some technical problems were encountered when introducing new information. The representative from Germany proposed to directly get in contact with their agency, </w:t>
      </w:r>
      <w:proofErr w:type="spellStart"/>
      <w:r w:rsidR="00663C44">
        <w:rPr>
          <w:lang w:val="en-US"/>
        </w:rPr>
        <w:t>Kraftfahrt</w:t>
      </w:r>
      <w:proofErr w:type="spellEnd"/>
      <w:r w:rsidR="00663C44">
        <w:rPr>
          <w:lang w:val="en-US"/>
        </w:rPr>
        <w:t xml:space="preserve"> </w:t>
      </w:r>
      <w:proofErr w:type="spellStart"/>
      <w:r w:rsidR="00663C44">
        <w:rPr>
          <w:lang w:val="en-US"/>
        </w:rPr>
        <w:t>Bundesamt</w:t>
      </w:r>
      <w:proofErr w:type="spellEnd"/>
      <w:r w:rsidR="00663C44">
        <w:rPr>
          <w:lang w:val="en-US"/>
        </w:rPr>
        <w:t>, where DETA is currently hosted. The representative of Switzerland reported that when they had experienced similar problems with DETA, they had immediately been solved once they had contacted the German Agency.</w:t>
      </w:r>
    </w:p>
    <w:p w14:paraId="20D6F6DB" w14:textId="459C0A55" w:rsidR="00663C44" w:rsidRDefault="00BF1F5B" w:rsidP="00663C44">
      <w:pPr>
        <w:pStyle w:val="SingleTxtG"/>
        <w:rPr>
          <w:lang w:val="en-US"/>
        </w:rPr>
      </w:pPr>
      <w:r>
        <w:rPr>
          <w:lang w:val="en-US"/>
        </w:rPr>
        <w:t>6</w:t>
      </w:r>
      <w:r w:rsidR="003827AC">
        <w:rPr>
          <w:lang w:val="en-US"/>
        </w:rPr>
        <w:t>5</w:t>
      </w:r>
      <w:r w:rsidR="00663C44" w:rsidRPr="00A21E08">
        <w:rPr>
          <w:lang w:val="en-US"/>
        </w:rPr>
        <w:t>.</w:t>
      </w:r>
      <w:r w:rsidR="00663C44" w:rsidRPr="00A21E08">
        <w:rPr>
          <w:lang w:val="en-US"/>
        </w:rPr>
        <w:tab/>
      </w:r>
      <w:r w:rsidR="00663C44">
        <w:rPr>
          <w:lang w:val="en-US"/>
        </w:rPr>
        <w:t xml:space="preserve">WP.29 encouraged </w:t>
      </w:r>
      <w:r w:rsidR="00663C44" w:rsidRPr="00A21E08">
        <w:rPr>
          <w:lang w:val="en-US"/>
        </w:rPr>
        <w:t xml:space="preserve">GRs </w:t>
      </w:r>
      <w:r w:rsidR="00663C44">
        <w:rPr>
          <w:lang w:val="en-US"/>
        </w:rPr>
        <w:t xml:space="preserve">to review the question raised by IWG on DETA concerning the application of the </w:t>
      </w:r>
      <w:r w:rsidR="00663C44" w:rsidRPr="00A21E08">
        <w:rPr>
          <w:lang w:val="en-US"/>
        </w:rPr>
        <w:t xml:space="preserve">Unique Identifier (UI) </w:t>
      </w:r>
      <w:r w:rsidR="00663C44">
        <w:rPr>
          <w:lang w:val="en-US"/>
        </w:rPr>
        <w:t xml:space="preserve">together with markings </w:t>
      </w:r>
      <w:r w:rsidR="00663C44" w:rsidRPr="00A21E08">
        <w:rPr>
          <w:lang w:val="en-US"/>
        </w:rPr>
        <w:t xml:space="preserve">and </w:t>
      </w:r>
      <w:r w:rsidR="00663C44">
        <w:rPr>
          <w:lang w:val="en-US"/>
        </w:rPr>
        <w:t xml:space="preserve">to </w:t>
      </w:r>
      <w:r w:rsidR="00663C44" w:rsidRPr="00A21E08">
        <w:rPr>
          <w:lang w:val="en-US"/>
        </w:rPr>
        <w:t xml:space="preserve">provide guidance on how to proceed based on two options: </w:t>
      </w:r>
    </w:p>
    <w:p w14:paraId="71C8F46A" w14:textId="50B409D6" w:rsidR="00663C44" w:rsidRDefault="00663C44" w:rsidP="00D6644B">
      <w:pPr>
        <w:pStyle w:val="Bullet1G"/>
        <w:tabs>
          <w:tab w:val="left" w:pos="2694"/>
        </w:tabs>
        <w:rPr>
          <w:lang w:val="en-US"/>
        </w:rPr>
      </w:pPr>
      <w:r w:rsidRPr="00A21E08">
        <w:rPr>
          <w:lang w:val="en-US"/>
        </w:rPr>
        <w:t>Option 1:</w:t>
      </w:r>
      <w:r w:rsidR="00D6644B">
        <w:rPr>
          <w:lang w:val="en-US"/>
        </w:rPr>
        <w:tab/>
        <w:t>U</w:t>
      </w:r>
      <w:r w:rsidRPr="00A21E08">
        <w:rPr>
          <w:lang w:val="en-US"/>
        </w:rPr>
        <w:t>sing UI and keep installation marking and information on the part</w:t>
      </w:r>
      <w:r w:rsidR="00D6644B">
        <w:rPr>
          <w:lang w:val="en-US"/>
        </w:rPr>
        <w:t>;</w:t>
      </w:r>
    </w:p>
    <w:p w14:paraId="455583F0" w14:textId="25BDE5A3" w:rsidR="00663C44" w:rsidRPr="00A21E08" w:rsidRDefault="00663C44" w:rsidP="00D6644B">
      <w:pPr>
        <w:pStyle w:val="Bullet1G"/>
        <w:tabs>
          <w:tab w:val="left" w:pos="2694"/>
        </w:tabs>
        <w:rPr>
          <w:lang w:val="en-US"/>
        </w:rPr>
      </w:pPr>
      <w:r w:rsidRPr="00A21E08">
        <w:rPr>
          <w:lang w:val="en-US"/>
        </w:rPr>
        <w:t>Option 2</w:t>
      </w:r>
      <w:r>
        <w:rPr>
          <w:lang w:val="en-US"/>
        </w:rPr>
        <w:t>:</w:t>
      </w:r>
      <w:r w:rsidR="00D6644B">
        <w:rPr>
          <w:lang w:val="en-US"/>
        </w:rPr>
        <w:tab/>
        <w:t>U</w:t>
      </w:r>
      <w:r w:rsidRPr="00A21E08">
        <w:rPr>
          <w:lang w:val="en-US"/>
        </w:rPr>
        <w:t xml:space="preserve">sing UI only </w:t>
      </w:r>
      <w:r>
        <w:rPr>
          <w:lang w:val="en-US"/>
        </w:rPr>
        <w:t xml:space="preserve">for the approval marking </w:t>
      </w:r>
      <w:r w:rsidRPr="00A21E08">
        <w:rPr>
          <w:lang w:val="en-US"/>
        </w:rPr>
        <w:t>and providing open access to the communication document</w:t>
      </w:r>
      <w:r>
        <w:rPr>
          <w:lang w:val="en-US"/>
        </w:rPr>
        <w:t>, which would also contain the necessary installation marking.</w:t>
      </w:r>
    </w:p>
    <w:p w14:paraId="7CB36AB8" w14:textId="11C2EF54" w:rsidR="00663C44" w:rsidRPr="00A21E08" w:rsidRDefault="00BF1F5B" w:rsidP="00663C44">
      <w:pPr>
        <w:pStyle w:val="SingleTxtG"/>
        <w:rPr>
          <w:lang w:val="en-US"/>
        </w:rPr>
      </w:pPr>
      <w:r>
        <w:rPr>
          <w:lang w:val="en-US"/>
        </w:rPr>
        <w:t>6</w:t>
      </w:r>
      <w:r w:rsidR="003827AC">
        <w:rPr>
          <w:lang w:val="en-US"/>
        </w:rPr>
        <w:t>6</w:t>
      </w:r>
      <w:r w:rsidR="00663C44" w:rsidRPr="00A21E08">
        <w:rPr>
          <w:lang w:val="en-US"/>
        </w:rPr>
        <w:t>.</w:t>
      </w:r>
      <w:r w:rsidR="00663C44" w:rsidRPr="00A21E08">
        <w:rPr>
          <w:lang w:val="en-US"/>
        </w:rPr>
        <w:tab/>
        <w:t>The delegate from Finland expressed their support for option 2 t</w:t>
      </w:r>
      <w:r w:rsidR="00663C44">
        <w:rPr>
          <w:lang w:val="en-US"/>
        </w:rPr>
        <w:t>hat</w:t>
      </w:r>
      <w:r w:rsidR="00663C44" w:rsidRPr="00A21E08">
        <w:rPr>
          <w:lang w:val="en-US"/>
        </w:rPr>
        <w:t xml:space="preserve"> allow</w:t>
      </w:r>
      <w:r w:rsidR="00663C44">
        <w:rPr>
          <w:lang w:val="en-US"/>
        </w:rPr>
        <w:t>ed</w:t>
      </w:r>
      <w:r w:rsidR="00663C44" w:rsidRPr="00A21E08">
        <w:rPr>
          <w:lang w:val="en-US"/>
        </w:rPr>
        <w:t xml:space="preserve"> open access to the type approval communication forms in DETA</w:t>
      </w:r>
      <w:r w:rsidR="00663C44">
        <w:rPr>
          <w:lang w:val="en-US"/>
        </w:rPr>
        <w:t>,</w:t>
      </w:r>
      <w:r w:rsidR="00663C44" w:rsidRPr="00A21E08">
        <w:rPr>
          <w:lang w:val="en-US"/>
        </w:rPr>
        <w:t xml:space="preserve"> while the representative from Switzerland supported option 1 as the E-mark including installation marking and information was well known and </w:t>
      </w:r>
      <w:r w:rsidR="00663C44">
        <w:rPr>
          <w:lang w:val="en-US"/>
        </w:rPr>
        <w:t xml:space="preserve">removed the </w:t>
      </w:r>
      <w:r w:rsidR="00663C44" w:rsidRPr="00A21E08">
        <w:rPr>
          <w:lang w:val="en-US"/>
        </w:rPr>
        <w:t>necessity to retrieve information from DETA, which could not be always feasible. The delegate from Austria support</w:t>
      </w:r>
      <w:r w:rsidR="00663C44">
        <w:rPr>
          <w:lang w:val="en-US"/>
        </w:rPr>
        <w:t>ed</w:t>
      </w:r>
      <w:r w:rsidR="00663C44" w:rsidRPr="00A21E08">
        <w:rPr>
          <w:lang w:val="en-US"/>
        </w:rPr>
        <w:t xml:space="preserve"> by the expert from FIA, highlighted the need to have information on the installation of a part during the whole lifetime of the vehicle as this would be important for </w:t>
      </w:r>
      <w:r w:rsidR="00663C44">
        <w:rPr>
          <w:lang w:val="en-US"/>
        </w:rPr>
        <w:t xml:space="preserve">cases </w:t>
      </w:r>
      <w:r w:rsidR="00663C44" w:rsidRPr="00A21E08">
        <w:rPr>
          <w:lang w:val="en-US"/>
        </w:rPr>
        <w:t xml:space="preserve">when replacement parts were used as well as for Periodic Technical Inspections (PTI) or individual approvals of vehicles. </w:t>
      </w:r>
    </w:p>
    <w:p w14:paraId="0A122190" w14:textId="61E70BE0" w:rsidR="00663C44" w:rsidRPr="00A21E08" w:rsidRDefault="00BF1F5B" w:rsidP="00663C44">
      <w:pPr>
        <w:pStyle w:val="SingleTxtG"/>
        <w:rPr>
          <w:lang w:val="en-US"/>
        </w:rPr>
      </w:pPr>
      <w:r>
        <w:rPr>
          <w:lang w:val="en-US"/>
        </w:rPr>
        <w:t>6</w:t>
      </w:r>
      <w:r w:rsidR="003827AC">
        <w:rPr>
          <w:lang w:val="en-US"/>
        </w:rPr>
        <w:t>7</w:t>
      </w:r>
      <w:r w:rsidR="00663C44" w:rsidRPr="00A21E08">
        <w:rPr>
          <w:lang w:val="en-US"/>
        </w:rPr>
        <w:t>.</w:t>
      </w:r>
      <w:r w:rsidR="00663C44" w:rsidRPr="00A21E08">
        <w:rPr>
          <w:lang w:val="en-US"/>
        </w:rPr>
        <w:tab/>
        <w:t xml:space="preserve">The representative from ETRTO noted that free access </w:t>
      </w:r>
      <w:r w:rsidR="00663C44">
        <w:rPr>
          <w:lang w:val="en-US"/>
        </w:rPr>
        <w:t xml:space="preserve">to DETA </w:t>
      </w:r>
      <w:r w:rsidR="00663C44" w:rsidRPr="00A21E08">
        <w:rPr>
          <w:lang w:val="en-US"/>
        </w:rPr>
        <w:t xml:space="preserve">could lead to misinterpretation of communication forms and therefore the issue needed to be discussed further, which found support </w:t>
      </w:r>
      <w:r w:rsidR="00663C44">
        <w:rPr>
          <w:lang w:val="en-US"/>
        </w:rPr>
        <w:t xml:space="preserve">from </w:t>
      </w:r>
      <w:r w:rsidR="00663C44" w:rsidRPr="00A21E08">
        <w:rPr>
          <w:lang w:val="en-US"/>
        </w:rPr>
        <w:t xml:space="preserve">by the representative </w:t>
      </w:r>
      <w:r w:rsidR="00663C44">
        <w:rPr>
          <w:lang w:val="en-US"/>
        </w:rPr>
        <w:t>of</w:t>
      </w:r>
      <w:r w:rsidR="00663C44" w:rsidRPr="00A21E08">
        <w:rPr>
          <w:lang w:val="en-US"/>
        </w:rPr>
        <w:t xml:space="preserve"> OICA</w:t>
      </w:r>
      <w:r w:rsidR="00663C44">
        <w:rPr>
          <w:lang w:val="en-US"/>
        </w:rPr>
        <w:t>, who also noted potential server overload and security issues.</w:t>
      </w:r>
    </w:p>
    <w:p w14:paraId="67887438" w14:textId="06ECFF8D" w:rsidR="00663C44" w:rsidRDefault="00BF1F5B" w:rsidP="00663C44">
      <w:pPr>
        <w:pStyle w:val="SingleTxtG"/>
        <w:rPr>
          <w:iCs/>
          <w:lang w:val="en-US"/>
        </w:rPr>
      </w:pPr>
      <w:r>
        <w:rPr>
          <w:iCs/>
          <w:lang w:val="en-US"/>
        </w:rPr>
        <w:t>6</w:t>
      </w:r>
      <w:r w:rsidR="003827AC">
        <w:rPr>
          <w:iCs/>
          <w:lang w:val="en-US"/>
        </w:rPr>
        <w:t>8</w:t>
      </w:r>
      <w:r w:rsidR="00663C44" w:rsidRPr="00A21E08">
        <w:rPr>
          <w:iCs/>
          <w:lang w:val="en-US"/>
        </w:rPr>
        <w:t>.</w:t>
      </w:r>
      <w:r w:rsidR="00663C44" w:rsidRPr="00A21E08">
        <w:rPr>
          <w:iCs/>
          <w:lang w:val="en-US"/>
        </w:rPr>
        <w:tab/>
        <w:t xml:space="preserve">The delegate from Germany clarified that DETA was already designed </w:t>
      </w:r>
      <w:r w:rsidR="00663C44">
        <w:rPr>
          <w:iCs/>
          <w:lang w:val="en-US"/>
        </w:rPr>
        <w:t xml:space="preserve">so </w:t>
      </w:r>
      <w:r w:rsidR="00663C44" w:rsidRPr="00A21E08">
        <w:rPr>
          <w:iCs/>
          <w:lang w:val="en-US"/>
        </w:rPr>
        <w:t xml:space="preserve">that </w:t>
      </w:r>
      <w:r w:rsidR="00663C44">
        <w:rPr>
          <w:iCs/>
          <w:lang w:val="en-US"/>
        </w:rPr>
        <w:t xml:space="preserve">different </w:t>
      </w:r>
      <w:r w:rsidR="00663C44" w:rsidRPr="00A21E08">
        <w:rPr>
          <w:iCs/>
          <w:lang w:val="en-US"/>
        </w:rPr>
        <w:t>levels of access</w:t>
      </w:r>
      <w:r w:rsidR="00663C44">
        <w:rPr>
          <w:iCs/>
          <w:lang w:val="en-US"/>
        </w:rPr>
        <w:t xml:space="preserve"> were </w:t>
      </w:r>
      <w:proofErr w:type="gramStart"/>
      <w:r w:rsidR="00663C44">
        <w:rPr>
          <w:iCs/>
          <w:lang w:val="en-US"/>
        </w:rPr>
        <w:t>provided</w:t>
      </w:r>
      <w:proofErr w:type="gramEnd"/>
      <w:r w:rsidR="00663C44" w:rsidRPr="00A21E08">
        <w:rPr>
          <w:iCs/>
          <w:lang w:val="en-US"/>
        </w:rPr>
        <w:t xml:space="preserve"> and that the communication form was different to the Declaration of Conform</w:t>
      </w:r>
      <w:r w:rsidR="00663C44">
        <w:rPr>
          <w:iCs/>
          <w:lang w:val="en-US"/>
        </w:rPr>
        <w:t>ance</w:t>
      </w:r>
      <w:r w:rsidR="00663C44" w:rsidRPr="00A21E08">
        <w:rPr>
          <w:iCs/>
          <w:lang w:val="en-US"/>
        </w:rPr>
        <w:t xml:space="preserve"> (</w:t>
      </w:r>
      <w:proofErr w:type="spellStart"/>
      <w:r w:rsidR="00663C44" w:rsidRPr="00A21E08">
        <w:rPr>
          <w:iCs/>
          <w:lang w:val="en-US"/>
        </w:rPr>
        <w:t>DoC</w:t>
      </w:r>
      <w:proofErr w:type="spellEnd"/>
      <w:r w:rsidR="00663C44" w:rsidRPr="00A21E08">
        <w:rPr>
          <w:iCs/>
          <w:lang w:val="en-US"/>
        </w:rPr>
        <w:t xml:space="preserve">). He proposed that the GRs should identify the content of the communication form to avoid issues </w:t>
      </w:r>
      <w:r w:rsidR="00663C44">
        <w:rPr>
          <w:iCs/>
          <w:lang w:val="en-US"/>
        </w:rPr>
        <w:t xml:space="preserve">of </w:t>
      </w:r>
      <w:r w:rsidR="00663C44" w:rsidRPr="00A21E08">
        <w:rPr>
          <w:iCs/>
          <w:lang w:val="en-US"/>
        </w:rPr>
        <w:t>intellectual property rights.</w:t>
      </w:r>
    </w:p>
    <w:p w14:paraId="1478A304" w14:textId="77777777" w:rsidR="00663C44" w:rsidRPr="001A7AFC" w:rsidRDefault="00663C44" w:rsidP="00663C44">
      <w:pPr>
        <w:pStyle w:val="HChG"/>
        <w:rPr>
          <w:sz w:val="24"/>
          <w:szCs w:val="24"/>
        </w:rPr>
      </w:pPr>
      <w:r w:rsidRPr="001A7AFC">
        <w:rPr>
          <w:sz w:val="24"/>
          <w:szCs w:val="24"/>
        </w:rPr>
        <w:tab/>
        <w:t>F.</w:t>
      </w:r>
      <w:r w:rsidRPr="001A7AFC">
        <w:rPr>
          <w:sz w:val="24"/>
          <w:szCs w:val="24"/>
        </w:rPr>
        <w:tab/>
        <w:t>Consideration of draft amendments to existing UN Regulations submitted by GRE (agenda item 4.6)</w:t>
      </w:r>
    </w:p>
    <w:p w14:paraId="73127E15" w14:textId="77777777" w:rsidR="00663C44" w:rsidRPr="001A7AFC" w:rsidRDefault="00663C44" w:rsidP="00663C44">
      <w:pPr>
        <w:pStyle w:val="SingleTxtG"/>
        <w:spacing w:line="240" w:lineRule="auto"/>
        <w:ind w:left="1138" w:right="1138"/>
      </w:pPr>
      <w:r w:rsidRPr="001A7AFC">
        <w:rPr>
          <w:i/>
        </w:rPr>
        <w:t>Documentation</w:t>
      </w:r>
      <w:r w:rsidRPr="001524E8">
        <w:rPr>
          <w:iCs/>
        </w:rPr>
        <w:t>:</w:t>
      </w:r>
      <w:r w:rsidRPr="001A7AFC">
        <w:rPr>
          <w:i/>
        </w:rPr>
        <w:tab/>
      </w:r>
      <w:r w:rsidRPr="001A7AFC">
        <w:t>ECE/TRANS/WP.29/2019/79</w:t>
      </w:r>
      <w:r w:rsidRPr="001A7AFC">
        <w:br/>
      </w:r>
      <w:r w:rsidRPr="001A7AFC">
        <w:tab/>
      </w:r>
      <w:r w:rsidRPr="001A7AFC">
        <w:tab/>
      </w:r>
      <w:r w:rsidRPr="001A7AFC">
        <w:tab/>
        <w:t>ECE/TRANS/WP.29/2019/80</w:t>
      </w:r>
      <w:r w:rsidRPr="001A7AFC">
        <w:br/>
      </w:r>
      <w:r w:rsidRPr="001A7AFC">
        <w:tab/>
      </w:r>
      <w:r w:rsidRPr="001A7AFC">
        <w:tab/>
      </w:r>
      <w:r w:rsidRPr="001A7AFC">
        <w:tab/>
        <w:t>ECE/TRANS/WP.29/2019/81</w:t>
      </w:r>
      <w:r w:rsidRPr="001A7AFC">
        <w:br/>
      </w:r>
      <w:r w:rsidRPr="001A7AFC">
        <w:tab/>
      </w:r>
      <w:r w:rsidRPr="001A7AFC">
        <w:tab/>
      </w:r>
      <w:r w:rsidRPr="001A7AFC">
        <w:tab/>
        <w:t>ECE/TRANS/WP.29/2019/82</w:t>
      </w:r>
      <w:r w:rsidRPr="001A7AFC">
        <w:br/>
      </w:r>
      <w:r w:rsidRPr="001A7AFC">
        <w:tab/>
      </w:r>
      <w:r w:rsidRPr="001A7AFC">
        <w:tab/>
      </w:r>
      <w:r w:rsidRPr="001A7AFC">
        <w:tab/>
        <w:t>ECE/TRANS/WP.29/2019/125</w:t>
      </w:r>
      <w:r w:rsidRPr="001A7AFC">
        <w:br/>
      </w:r>
      <w:r w:rsidRPr="001A7AFC">
        <w:tab/>
      </w:r>
      <w:r w:rsidRPr="001A7AFC">
        <w:tab/>
      </w:r>
      <w:r w:rsidRPr="001A7AFC">
        <w:tab/>
        <w:t>ECE/TRANS/WP.29/2019/83</w:t>
      </w:r>
      <w:r w:rsidRPr="001A7AFC">
        <w:br/>
      </w:r>
      <w:r w:rsidRPr="001A7AFC">
        <w:tab/>
      </w:r>
      <w:r w:rsidRPr="001A7AFC">
        <w:tab/>
      </w:r>
      <w:r w:rsidRPr="001A7AFC">
        <w:tab/>
        <w:t>ECE/TRANS/WP.29/2019/84</w:t>
      </w:r>
      <w:r w:rsidRPr="001A7AFC">
        <w:br/>
      </w:r>
      <w:r w:rsidRPr="001A7AFC">
        <w:tab/>
      </w:r>
      <w:r w:rsidRPr="001A7AFC">
        <w:tab/>
      </w:r>
      <w:r w:rsidRPr="001A7AFC">
        <w:tab/>
        <w:t>ECE/TRANS/WP.29/2019/85</w:t>
      </w:r>
      <w:r w:rsidRPr="001A7AFC">
        <w:br/>
      </w:r>
      <w:r w:rsidRPr="001A7AFC">
        <w:tab/>
      </w:r>
      <w:r w:rsidRPr="001A7AFC">
        <w:tab/>
      </w:r>
      <w:r w:rsidRPr="001A7AFC">
        <w:tab/>
        <w:t>ECE/TRANS/WP.29/2019/86</w:t>
      </w:r>
      <w:r w:rsidRPr="001A7AFC">
        <w:br/>
      </w:r>
      <w:r w:rsidRPr="001A7AFC">
        <w:tab/>
      </w:r>
      <w:r w:rsidRPr="001A7AFC">
        <w:tab/>
      </w:r>
      <w:r w:rsidRPr="001A7AFC">
        <w:tab/>
        <w:t>ECE/TRANS/WP.29/2019/87</w:t>
      </w:r>
      <w:r w:rsidRPr="001A7AFC">
        <w:br/>
      </w:r>
      <w:r w:rsidRPr="001A7AFC">
        <w:tab/>
      </w:r>
      <w:r w:rsidRPr="001A7AFC">
        <w:tab/>
      </w:r>
      <w:r w:rsidRPr="001A7AFC">
        <w:tab/>
        <w:t>ECE/TRANS/WP.29/2019/88</w:t>
      </w:r>
      <w:r w:rsidRPr="001A7AFC">
        <w:br/>
      </w:r>
      <w:r w:rsidRPr="001A7AFC">
        <w:tab/>
      </w:r>
      <w:r w:rsidRPr="001A7AFC">
        <w:tab/>
      </w:r>
      <w:r w:rsidRPr="001A7AFC">
        <w:tab/>
        <w:t>ECE/TRANS/WP.29/2019/89</w:t>
      </w:r>
      <w:r w:rsidRPr="001A7AFC">
        <w:br/>
      </w:r>
      <w:r w:rsidRPr="001A7AFC">
        <w:tab/>
      </w:r>
      <w:r w:rsidRPr="001A7AFC">
        <w:tab/>
      </w:r>
      <w:r w:rsidRPr="001A7AFC">
        <w:tab/>
        <w:t>ECE/TRANS/WP.29/2019/90</w:t>
      </w:r>
      <w:r w:rsidRPr="001A7AFC">
        <w:br/>
      </w:r>
      <w:r w:rsidRPr="001A7AFC">
        <w:tab/>
      </w:r>
      <w:r w:rsidRPr="001A7AFC">
        <w:tab/>
      </w:r>
      <w:r w:rsidRPr="001A7AFC">
        <w:tab/>
        <w:t>ECE/TRANS/WP.29/2019/91</w:t>
      </w:r>
      <w:r w:rsidRPr="001A7AFC">
        <w:br/>
      </w:r>
      <w:r w:rsidRPr="001A7AFC">
        <w:tab/>
      </w:r>
      <w:r w:rsidRPr="001A7AFC">
        <w:tab/>
      </w:r>
      <w:r w:rsidRPr="001A7AFC">
        <w:tab/>
        <w:t>ECE/TRANS/WP.29/2019/92</w:t>
      </w:r>
    </w:p>
    <w:p w14:paraId="277BDD39" w14:textId="011F6733" w:rsidR="00663C44" w:rsidRPr="001A7AFC" w:rsidRDefault="00663C44" w:rsidP="00663C44">
      <w:pPr>
        <w:pStyle w:val="SingleTxtG"/>
        <w:ind w:left="1140" w:right="1140"/>
      </w:pPr>
      <w:r>
        <w:lastRenderedPageBreak/>
        <w:t>6</w:t>
      </w:r>
      <w:r w:rsidR="003827AC">
        <w:t>9</w:t>
      </w:r>
      <w:r w:rsidRPr="001A7AFC">
        <w:t>.</w:t>
      </w:r>
      <w:r w:rsidRPr="001A7AFC">
        <w:tab/>
        <w:t>The World Forum considered the draft amendments under agenda items 4.6.1 to 4.6.15 and recommended their submission to AC.1 for voting, subject to the following modifications:</w:t>
      </w:r>
    </w:p>
    <w:p w14:paraId="55E29545" w14:textId="7BD126EA" w:rsidR="00663C44" w:rsidRPr="001A7AFC" w:rsidRDefault="00D6644B" w:rsidP="00663C44">
      <w:pPr>
        <w:pStyle w:val="SingleTxtG"/>
        <w:ind w:left="1140" w:right="1140"/>
      </w:pPr>
      <w:bookmarkStart w:id="65" w:name="_Hlk24472298"/>
      <w:r>
        <w:tab/>
      </w:r>
      <w:r w:rsidR="00663C44" w:rsidRPr="001A7AFC">
        <w:t>Item 4.6.3</w:t>
      </w:r>
      <w:r>
        <w:t>,</w:t>
      </w:r>
      <w:r w:rsidR="00663C44" w:rsidRPr="001A7AFC">
        <w:t xml:space="preserve"> document ECE/TRANS/WP.29/2019/81, </w:t>
      </w:r>
      <w:bookmarkEnd w:id="65"/>
      <w:r w:rsidR="00663C44" w:rsidRPr="001A7AFC">
        <w:t xml:space="preserve">last page, Table A2-1, line "Rear </w:t>
      </w:r>
      <w:r>
        <w:tab/>
      </w:r>
      <w:r w:rsidR="00663C44" w:rsidRPr="001A7AFC">
        <w:t xml:space="preserve">position pair (MR)", </w:t>
      </w:r>
      <w:r w:rsidR="00663C44" w:rsidRPr="00645074">
        <w:rPr>
          <w:i/>
          <w:iCs/>
        </w:rPr>
        <w:t>replace</w:t>
      </w:r>
      <w:r w:rsidR="00663C44" w:rsidRPr="001A7AFC">
        <w:t xml:space="preserve"> </w:t>
      </w:r>
      <w:bookmarkStart w:id="66" w:name="_Hlk24472191"/>
      <w:r w:rsidR="00663C44" w:rsidRPr="001A7AFC">
        <w:t xml:space="preserve">"15°/15°" </w:t>
      </w:r>
      <w:bookmarkEnd w:id="66"/>
      <w:r w:rsidR="00663C44" w:rsidRPr="00645074">
        <w:rPr>
          <w:i/>
          <w:iCs/>
        </w:rPr>
        <w:t>with</w:t>
      </w:r>
      <w:r w:rsidR="00663C44" w:rsidRPr="001A7AFC">
        <w:t xml:space="preserve"> "15°/10°".</w:t>
      </w:r>
    </w:p>
    <w:p w14:paraId="70854F6E" w14:textId="178415E2" w:rsidR="00663C44" w:rsidRPr="0094127B" w:rsidRDefault="00D6644B" w:rsidP="00663C44">
      <w:pPr>
        <w:pStyle w:val="SingleTxtG"/>
        <w:ind w:left="1140" w:right="1140"/>
      </w:pPr>
      <w:r>
        <w:tab/>
      </w:r>
      <w:r w:rsidR="00663C44" w:rsidRPr="001A7AFC">
        <w:t>Item 4.6.5</w:t>
      </w:r>
      <w:r>
        <w:t>,</w:t>
      </w:r>
      <w:r w:rsidR="00663C44" w:rsidRPr="001A7AFC">
        <w:t xml:space="preserve"> document ECE/TRANS/WP.29/2019/125, amend the title to read </w:t>
      </w:r>
      <w:r>
        <w:tab/>
      </w:r>
      <w:r w:rsidR="00663C44" w:rsidRPr="001A7AFC">
        <w:t xml:space="preserve">"Supplement 1 to the original series of UN Regulation No. [149] on Road Illumination </w:t>
      </w:r>
      <w:r>
        <w:tab/>
      </w:r>
      <w:r w:rsidR="00663C44" w:rsidRPr="001A7AFC">
        <w:t>Devices (RID)".</w:t>
      </w:r>
    </w:p>
    <w:p w14:paraId="45452739" w14:textId="77777777" w:rsidR="00663C44" w:rsidRPr="001A7AFC" w:rsidRDefault="00663C44" w:rsidP="00663C44">
      <w:pPr>
        <w:pStyle w:val="H1G"/>
      </w:pPr>
      <w:r w:rsidRPr="001A7AFC">
        <w:tab/>
        <w:t>G.</w:t>
      </w:r>
      <w:r w:rsidRPr="001A7AFC">
        <w:tab/>
        <w:t>Consideration of draft amendments to existing UN Regulations submitted by GRSG (agenda item 4.7)</w:t>
      </w:r>
    </w:p>
    <w:p w14:paraId="08FE7DB8" w14:textId="77777777" w:rsidR="00663C44" w:rsidRPr="001A7AFC" w:rsidRDefault="00663C44" w:rsidP="00663C44">
      <w:pPr>
        <w:pStyle w:val="SingleTxtG"/>
        <w:spacing w:line="240" w:lineRule="auto"/>
        <w:ind w:left="2835" w:hanging="1701"/>
      </w:pPr>
      <w:r w:rsidRPr="001A7AFC">
        <w:rPr>
          <w:i/>
        </w:rPr>
        <w:t>Documentation</w:t>
      </w:r>
      <w:r w:rsidRPr="00D6644B">
        <w:rPr>
          <w:iCs/>
        </w:rPr>
        <w:t>:</w:t>
      </w:r>
      <w:r w:rsidRPr="001A7AFC">
        <w:rPr>
          <w:i/>
        </w:rPr>
        <w:tab/>
      </w:r>
      <w:r w:rsidRPr="001A7AFC">
        <w:t>ECE/TRANS/WP.29/2019/93</w:t>
      </w:r>
      <w:r w:rsidRPr="001A7AFC">
        <w:br/>
      </w:r>
      <w:r w:rsidRPr="001A7AFC">
        <w:tab/>
        <w:t>ECE/TRANS/WP.29/2019/94</w:t>
      </w:r>
      <w:r w:rsidRPr="001A7AFC">
        <w:br/>
      </w:r>
      <w:r w:rsidRPr="001A7AFC">
        <w:tab/>
        <w:t>ECE/TRANS/WP.29/2019/95</w:t>
      </w:r>
      <w:r w:rsidRPr="001A7AFC">
        <w:br/>
      </w:r>
      <w:r w:rsidRPr="001A7AFC">
        <w:tab/>
        <w:t>ECE/TRANS/WP.29/2019/96</w:t>
      </w:r>
      <w:r w:rsidRPr="001A7AFC">
        <w:br/>
      </w:r>
      <w:r w:rsidRPr="001A7AFC">
        <w:tab/>
        <w:t>ECE/TRANS/WP.29/2019/97</w:t>
      </w:r>
      <w:r w:rsidRPr="001A7AFC">
        <w:br/>
      </w:r>
      <w:r w:rsidRPr="001A7AFC">
        <w:tab/>
        <w:t>ECE/TRANS/WP.29/2019/98</w:t>
      </w:r>
      <w:r w:rsidRPr="001A7AFC">
        <w:br/>
      </w:r>
      <w:r w:rsidRPr="001A7AFC">
        <w:tab/>
        <w:t>ECE/TRANS/WP.29/2019/99</w:t>
      </w:r>
      <w:r w:rsidRPr="001A7AFC">
        <w:br/>
      </w:r>
      <w:r w:rsidRPr="001A7AFC">
        <w:tab/>
        <w:t>ECE/TRANS/WP.29/2019/100</w:t>
      </w:r>
      <w:r w:rsidRPr="001A7AFC">
        <w:br/>
      </w:r>
      <w:r w:rsidRPr="001A7AFC">
        <w:tab/>
        <w:t>ECE/TRANS/WP.29/2019/101</w:t>
      </w:r>
      <w:r w:rsidRPr="001A7AFC">
        <w:br/>
      </w:r>
      <w:r w:rsidRPr="001A7AFC">
        <w:tab/>
        <w:t>ECE/TRANS/WP.29/2019/102</w:t>
      </w:r>
    </w:p>
    <w:p w14:paraId="26299E50" w14:textId="62EDD99F" w:rsidR="00663C44" w:rsidRPr="001A7AFC" w:rsidRDefault="003827AC" w:rsidP="00663C44">
      <w:pPr>
        <w:pStyle w:val="SingleTxtG"/>
        <w:spacing w:after="0" w:line="240" w:lineRule="auto"/>
      </w:pPr>
      <w:r>
        <w:t>70</w:t>
      </w:r>
      <w:r w:rsidR="00663C44" w:rsidRPr="001A7AFC">
        <w:t>.</w:t>
      </w:r>
      <w:r w:rsidR="00663C44" w:rsidRPr="001A7AFC">
        <w:tab/>
        <w:t>The World Forum considered the draft amendments under agenda items 4.7.2</w:t>
      </w:r>
      <w:r w:rsidR="00D6644B">
        <w:t>.</w:t>
      </w:r>
      <w:r w:rsidR="00663C44" w:rsidRPr="001A7AFC">
        <w:t xml:space="preserve"> to 4.7.10</w:t>
      </w:r>
      <w:r w:rsidR="00D6644B">
        <w:t xml:space="preserve">. </w:t>
      </w:r>
      <w:r w:rsidR="00663C44" w:rsidRPr="001A7AFC">
        <w:t>and recommended their submission to AC.1 for voting subject to the following modifications:</w:t>
      </w:r>
    </w:p>
    <w:p w14:paraId="25AB2BD2" w14:textId="3036F4EA" w:rsidR="00663C44" w:rsidRPr="001A7AFC" w:rsidRDefault="00663C44" w:rsidP="00D6644B">
      <w:pPr>
        <w:pStyle w:val="SingleTxtG"/>
        <w:spacing w:before="120" w:after="0" w:line="240" w:lineRule="auto"/>
        <w:ind w:left="1701"/>
      </w:pPr>
      <w:r w:rsidRPr="001A7AFC">
        <w:t xml:space="preserve">Item 4.7.2., document ECE/TRANS/WP.29/2019/94, </w:t>
      </w:r>
      <w:r w:rsidRPr="0094127B">
        <w:t>throughout</w:t>
      </w:r>
      <w:r w:rsidRPr="001741E9">
        <w:t xml:space="preserve"> the document </w:t>
      </w:r>
      <w:r w:rsidRPr="001524E8">
        <w:rPr>
          <w:i/>
          <w:iCs/>
        </w:rPr>
        <w:t>replace</w:t>
      </w:r>
      <w:r w:rsidRPr="001741E9">
        <w:t xml:space="preserve"> "par</w:t>
      </w:r>
      <w:r w:rsidR="00645074">
        <w:t>a</w:t>
      </w:r>
      <w:r w:rsidRPr="001741E9">
        <w:t xml:space="preserve">. 6.15.10.8." </w:t>
      </w:r>
      <w:r w:rsidRPr="001524E8">
        <w:rPr>
          <w:i/>
          <w:iCs/>
        </w:rPr>
        <w:t>by</w:t>
      </w:r>
      <w:r w:rsidRPr="001741E9">
        <w:t xml:space="preserve"> "par</w:t>
      </w:r>
      <w:r w:rsidR="00645074">
        <w:t>a</w:t>
      </w:r>
      <w:r w:rsidRPr="001741E9">
        <w:t>. 6.17.10.8."</w:t>
      </w:r>
    </w:p>
    <w:p w14:paraId="32BCD914" w14:textId="789605EF" w:rsidR="00663C44" w:rsidRPr="001A7AFC" w:rsidRDefault="00663C44" w:rsidP="00D6644B">
      <w:pPr>
        <w:pStyle w:val="SingleTxtG"/>
        <w:spacing w:before="120" w:after="0" w:line="240" w:lineRule="auto"/>
        <w:ind w:left="1701"/>
      </w:pPr>
      <w:r w:rsidRPr="001A7AFC">
        <w:t xml:space="preserve">Item 4.7.6., document ECE/TRANS/WP.29/2019/98, </w:t>
      </w:r>
      <w:r w:rsidR="003827AC" w:rsidRPr="0094127B">
        <w:t>throughout</w:t>
      </w:r>
      <w:r w:rsidRPr="001741E9">
        <w:t xml:space="preserve"> the document </w:t>
      </w:r>
      <w:r w:rsidRPr="001524E8">
        <w:rPr>
          <w:i/>
          <w:iCs/>
        </w:rPr>
        <w:t>replace</w:t>
      </w:r>
      <w:r w:rsidRPr="001741E9">
        <w:t xml:space="preserve"> "Annex 15" </w:t>
      </w:r>
      <w:r w:rsidRPr="001524E8">
        <w:rPr>
          <w:i/>
          <w:iCs/>
        </w:rPr>
        <w:t>by</w:t>
      </w:r>
      <w:r w:rsidRPr="001741E9">
        <w:t xml:space="preserve"> "Annex 16".</w:t>
      </w:r>
    </w:p>
    <w:p w14:paraId="11E09A2D" w14:textId="0E22B478" w:rsidR="00663C44" w:rsidRPr="001A7AFC" w:rsidRDefault="00663C44" w:rsidP="00D6644B">
      <w:pPr>
        <w:pStyle w:val="SingleTxtG"/>
        <w:spacing w:before="120" w:after="0" w:line="240" w:lineRule="auto"/>
        <w:ind w:left="1701"/>
      </w:pPr>
      <w:r w:rsidRPr="001A7AFC">
        <w:t>Item 4.7.8, document ECE/TRANS/WP.29/2019/100, amend the title to read "Supplement 3 to the 07 series of amendments to UN Regulation No.</w:t>
      </w:r>
      <w:r w:rsidR="00645074">
        <w:t> </w:t>
      </w:r>
      <w:r w:rsidRPr="001A7AFC">
        <w:t>107 (M</w:t>
      </w:r>
      <w:r w:rsidRPr="001A7AFC">
        <w:rPr>
          <w:vertAlign w:val="subscript"/>
        </w:rPr>
        <w:t xml:space="preserve">2 </w:t>
      </w:r>
      <w:r w:rsidRPr="001A7AFC">
        <w:t>and M</w:t>
      </w:r>
      <w:r w:rsidRPr="001A7AFC">
        <w:rPr>
          <w:vertAlign w:val="subscript"/>
        </w:rPr>
        <w:t>3</w:t>
      </w:r>
      <w:r w:rsidRPr="001A7AFC">
        <w:t xml:space="preserve"> vehicles)".</w:t>
      </w:r>
    </w:p>
    <w:p w14:paraId="708775E1" w14:textId="3C94E8E5" w:rsidR="00663C44" w:rsidRPr="001A7AFC" w:rsidRDefault="001079EB" w:rsidP="001079EB">
      <w:pPr>
        <w:pStyle w:val="SingleTxtG"/>
        <w:tabs>
          <w:tab w:val="left" w:pos="1701"/>
        </w:tabs>
        <w:spacing w:before="120" w:line="240" w:lineRule="auto"/>
      </w:pPr>
      <w:r>
        <w:t>70 bis.</w:t>
      </w:r>
      <w:r>
        <w:tab/>
        <w:t xml:space="preserve"> </w:t>
      </w:r>
      <w:r w:rsidR="00663C44" w:rsidRPr="001A7AFC">
        <w:t>WP.29 recommended AC.1 not to vote on draft amendment under agenda item 4.7.1.</w:t>
      </w:r>
    </w:p>
    <w:p w14:paraId="17C22829" w14:textId="77777777" w:rsidR="00663C44" w:rsidRPr="0094127B" w:rsidRDefault="00663C44" w:rsidP="00663C44">
      <w:pPr>
        <w:pStyle w:val="H1G"/>
      </w:pPr>
      <w:r w:rsidRPr="001A7AFC">
        <w:tab/>
      </w:r>
      <w:r w:rsidRPr="0094127B">
        <w:t>H.</w:t>
      </w:r>
      <w:r w:rsidRPr="0094127B">
        <w:tab/>
        <w:t>Consideration of draft amendments to existing UN Regulations submitted by GRSP (agenda item 4.8)</w:t>
      </w:r>
    </w:p>
    <w:p w14:paraId="0E8B6445" w14:textId="77777777" w:rsidR="00663C44" w:rsidRPr="0094127B" w:rsidRDefault="00663C44" w:rsidP="00663C44">
      <w:pPr>
        <w:pStyle w:val="SingleTxtG"/>
        <w:spacing w:line="240" w:lineRule="auto"/>
        <w:ind w:left="1138" w:right="1138"/>
      </w:pPr>
      <w:r w:rsidRPr="0094127B">
        <w:rPr>
          <w:i/>
        </w:rPr>
        <w:t>Documentation:</w:t>
      </w:r>
      <w:r w:rsidRPr="0094127B">
        <w:rPr>
          <w:i/>
        </w:rPr>
        <w:tab/>
      </w:r>
      <w:r w:rsidRPr="0094127B">
        <w:t>ECE/TRANS/WP.29/2019/103</w:t>
      </w:r>
      <w:r w:rsidRPr="0094127B">
        <w:br/>
      </w:r>
      <w:r w:rsidRPr="0094127B">
        <w:tab/>
      </w:r>
      <w:r w:rsidRPr="0094127B">
        <w:tab/>
      </w:r>
      <w:r w:rsidRPr="0094127B">
        <w:tab/>
        <w:t>ECE/TRANS/WP.29/2019/104</w:t>
      </w:r>
      <w:r w:rsidRPr="0094127B">
        <w:br/>
      </w:r>
      <w:r w:rsidRPr="0094127B">
        <w:tab/>
      </w:r>
      <w:r w:rsidRPr="0094127B">
        <w:tab/>
      </w:r>
      <w:r w:rsidRPr="0094127B">
        <w:tab/>
        <w:t>ECE/TRANS/WP.29/2019/105</w:t>
      </w:r>
      <w:r w:rsidRPr="0094127B">
        <w:br/>
      </w:r>
      <w:r w:rsidRPr="0094127B">
        <w:tab/>
      </w:r>
      <w:r w:rsidRPr="0094127B">
        <w:tab/>
      </w:r>
      <w:r w:rsidRPr="0094127B">
        <w:tab/>
        <w:t>ECE/TRANS/WP.29/2019/106</w:t>
      </w:r>
      <w:r w:rsidRPr="0094127B">
        <w:br/>
      </w:r>
      <w:r w:rsidRPr="0094127B">
        <w:tab/>
      </w:r>
      <w:r w:rsidRPr="0094127B">
        <w:tab/>
      </w:r>
      <w:r w:rsidRPr="0094127B">
        <w:tab/>
        <w:t>ECE/TRANS/WP.29/2019/107</w:t>
      </w:r>
      <w:r w:rsidRPr="0094127B">
        <w:br/>
      </w:r>
      <w:r w:rsidRPr="0094127B">
        <w:tab/>
      </w:r>
      <w:r w:rsidRPr="0094127B">
        <w:tab/>
      </w:r>
      <w:r w:rsidRPr="0094127B">
        <w:tab/>
        <w:t>ECE/TRANS/WP.29/2019/108</w:t>
      </w:r>
      <w:r w:rsidRPr="0094127B">
        <w:br/>
      </w:r>
      <w:r w:rsidRPr="0094127B">
        <w:tab/>
      </w:r>
      <w:r w:rsidRPr="0094127B">
        <w:tab/>
      </w:r>
      <w:r w:rsidRPr="0094127B">
        <w:tab/>
        <w:t>ECE/TRANS/WP.29/2019/109</w:t>
      </w:r>
      <w:r w:rsidRPr="0094127B">
        <w:br/>
      </w:r>
      <w:r w:rsidRPr="0094127B">
        <w:tab/>
      </w:r>
      <w:r w:rsidRPr="0094127B">
        <w:tab/>
      </w:r>
      <w:r w:rsidRPr="0094127B">
        <w:tab/>
        <w:t>ECE/TRANS/WP.29/2019/110</w:t>
      </w:r>
      <w:r w:rsidRPr="0094127B">
        <w:br/>
      </w:r>
      <w:r w:rsidRPr="0094127B">
        <w:tab/>
      </w:r>
      <w:r w:rsidRPr="0094127B">
        <w:tab/>
      </w:r>
      <w:r w:rsidRPr="0094127B">
        <w:tab/>
        <w:t>ECE/TRANS/WP.29/2019/111</w:t>
      </w:r>
    </w:p>
    <w:p w14:paraId="763D48E0" w14:textId="794BD1AD" w:rsidR="00663C44" w:rsidRDefault="00BF1F5B" w:rsidP="00663C44">
      <w:pPr>
        <w:pStyle w:val="SingleTxtG"/>
        <w:rPr>
          <w:iCs/>
          <w:lang w:val="en-US"/>
        </w:rPr>
      </w:pPr>
      <w:r>
        <w:t>7</w:t>
      </w:r>
      <w:r w:rsidR="003827AC">
        <w:t>1</w:t>
      </w:r>
      <w:r w:rsidR="00663C44" w:rsidRPr="0094127B">
        <w:t>.</w:t>
      </w:r>
      <w:r w:rsidR="00663C44" w:rsidRPr="0094127B">
        <w:tab/>
        <w:t>The World Forum considered the draft amendments under agenda items 4.8.1</w:t>
      </w:r>
      <w:r w:rsidR="00545BF8">
        <w:t>.</w:t>
      </w:r>
      <w:r w:rsidR="00663C44" w:rsidRPr="0094127B">
        <w:t xml:space="preserve"> to 4.8.9. and recommended their submission to AC.1 for voting.</w:t>
      </w:r>
    </w:p>
    <w:p w14:paraId="1C0F4675" w14:textId="77777777" w:rsidR="00663C44" w:rsidRPr="00746BDA" w:rsidRDefault="00663C44" w:rsidP="00663C44">
      <w:pPr>
        <w:pStyle w:val="H1G"/>
        <w:rPr>
          <w:bCs/>
        </w:rPr>
      </w:pPr>
      <w:r w:rsidRPr="00746BDA">
        <w:lastRenderedPageBreak/>
        <w:tab/>
        <w:t>I.</w:t>
      </w:r>
      <w:r w:rsidRPr="00746BDA">
        <w:tab/>
        <w:t xml:space="preserve">Consideration of draft amendments to existing UN Regulations submitted by GRPE </w:t>
      </w:r>
      <w:r w:rsidRPr="00746BDA">
        <w:rPr>
          <w:bCs/>
        </w:rPr>
        <w:t>(</w:t>
      </w:r>
      <w:r w:rsidRPr="00746BDA">
        <w:t>agenda</w:t>
      </w:r>
      <w:r w:rsidRPr="00746BDA">
        <w:rPr>
          <w:bCs/>
        </w:rPr>
        <w:t xml:space="preserve"> item 4.9)</w:t>
      </w:r>
    </w:p>
    <w:p w14:paraId="110EAD94" w14:textId="007445E6" w:rsidR="00663C44" w:rsidRPr="00746BDA" w:rsidRDefault="00663C44" w:rsidP="003827AC">
      <w:pPr>
        <w:pStyle w:val="SingleTxtG"/>
        <w:tabs>
          <w:tab w:val="left" w:pos="2842"/>
        </w:tabs>
        <w:spacing w:line="240" w:lineRule="auto"/>
      </w:pPr>
      <w:r w:rsidRPr="00746BDA">
        <w:rPr>
          <w:i/>
        </w:rPr>
        <w:t>Documentation</w:t>
      </w:r>
      <w:r w:rsidRPr="00545BF8">
        <w:rPr>
          <w:iCs/>
        </w:rPr>
        <w:t>:</w:t>
      </w:r>
      <w:r w:rsidRPr="00746BDA">
        <w:rPr>
          <w:i/>
        </w:rPr>
        <w:tab/>
      </w:r>
      <w:r w:rsidRPr="00746BDA">
        <w:t>ECE/TRANS/WP.29/2019/112</w:t>
      </w:r>
      <w:r w:rsidRPr="00746BDA">
        <w:br/>
      </w:r>
      <w:r w:rsidRPr="00746BDA">
        <w:tab/>
        <w:t>ECE/TRANS/WP.29/2019/113</w:t>
      </w:r>
      <w:r w:rsidRPr="00746BDA">
        <w:br/>
      </w:r>
      <w:r w:rsidRPr="00746BDA">
        <w:tab/>
        <w:t>ECE/TRANS/WP.29/2019/127</w:t>
      </w:r>
    </w:p>
    <w:p w14:paraId="7B25CDA5" w14:textId="26CE0380" w:rsidR="00663C44" w:rsidRPr="00746BDA" w:rsidRDefault="00BF1F5B" w:rsidP="00663C44">
      <w:pPr>
        <w:pStyle w:val="SingleTxtG"/>
        <w:spacing w:after="0" w:line="240" w:lineRule="auto"/>
      </w:pPr>
      <w:r>
        <w:t>7</w:t>
      </w:r>
      <w:r w:rsidR="003827AC">
        <w:t>2</w:t>
      </w:r>
      <w:r w:rsidR="00663C44" w:rsidRPr="00746BDA">
        <w:t>.</w:t>
      </w:r>
      <w:r w:rsidR="00663C44" w:rsidRPr="00746BDA">
        <w:tab/>
        <w:t>The World Forum considered the draft amendments under items 4.9.1 to 4.9.9 and recommended their submission to AC.1 for voting.</w:t>
      </w:r>
    </w:p>
    <w:p w14:paraId="744F2CB2" w14:textId="77777777" w:rsidR="00663C44" w:rsidRPr="00746BDA" w:rsidRDefault="00663C44" w:rsidP="00663C44">
      <w:pPr>
        <w:spacing w:before="240"/>
        <w:ind w:left="1134" w:right="1134" w:hanging="567"/>
        <w:rPr>
          <w:b/>
          <w:sz w:val="24"/>
          <w:lang w:val="en-US"/>
        </w:rPr>
      </w:pPr>
      <w:r w:rsidRPr="00746BDA">
        <w:rPr>
          <w:rStyle w:val="HChGChar"/>
          <w:sz w:val="24"/>
        </w:rPr>
        <w:t>J.</w:t>
      </w:r>
      <w:r w:rsidRPr="00746BDA">
        <w:rPr>
          <w:rStyle w:val="HChGChar"/>
          <w:sz w:val="24"/>
        </w:rPr>
        <w:tab/>
      </w:r>
      <w:r w:rsidRPr="00746BDA">
        <w:rPr>
          <w:b/>
          <w:sz w:val="24"/>
          <w:lang w:val="en-US"/>
        </w:rPr>
        <w:t>Consideration of draft amendments to existing UN Regulations submitted by GRVA (agenda item 4.10)</w:t>
      </w:r>
    </w:p>
    <w:p w14:paraId="1C72AF50" w14:textId="04BCCD6B" w:rsidR="00663C44" w:rsidRPr="00746BDA" w:rsidRDefault="00545BF8" w:rsidP="00663C44">
      <w:pPr>
        <w:spacing w:before="240" w:after="120"/>
        <w:ind w:left="2829" w:right="1134" w:hanging="1695"/>
        <w:rPr>
          <w:lang w:val="fr-CH"/>
        </w:rPr>
      </w:pPr>
      <w:r w:rsidRPr="00746BDA">
        <w:rPr>
          <w:i/>
        </w:rPr>
        <w:t>Documentation</w:t>
      </w:r>
      <w:r w:rsidR="00663C44" w:rsidRPr="00545BF8">
        <w:rPr>
          <w:iCs/>
          <w:lang w:val="fr-CH"/>
        </w:rPr>
        <w:t>:</w:t>
      </w:r>
      <w:r w:rsidR="00663C44" w:rsidRPr="00746BDA">
        <w:rPr>
          <w:i/>
          <w:lang w:val="fr-CH"/>
        </w:rPr>
        <w:tab/>
      </w:r>
      <w:r w:rsidR="00663C44" w:rsidRPr="00746BDA">
        <w:rPr>
          <w:lang w:val="fr-CH"/>
        </w:rPr>
        <w:t>ECE/TRANS/WP.29/2019/114</w:t>
      </w:r>
      <w:r w:rsidR="00663C44" w:rsidRPr="00746BDA">
        <w:rPr>
          <w:lang w:val="fr-CH"/>
        </w:rPr>
        <w:br/>
        <w:t>Informal document: WP.29-179-15</w:t>
      </w:r>
    </w:p>
    <w:p w14:paraId="76BC5345" w14:textId="00F0204B" w:rsidR="00663C44" w:rsidRPr="00746BDA" w:rsidRDefault="00BF1F5B" w:rsidP="00545BF8">
      <w:pPr>
        <w:spacing w:before="120"/>
        <w:ind w:left="1134" w:right="1134"/>
        <w:jc w:val="both"/>
        <w:rPr>
          <w:b/>
          <w:iCs/>
          <w:sz w:val="24"/>
        </w:rPr>
      </w:pPr>
      <w:r>
        <w:rPr>
          <w:iCs/>
        </w:rPr>
        <w:t>7</w:t>
      </w:r>
      <w:r w:rsidR="003827AC">
        <w:rPr>
          <w:iCs/>
        </w:rPr>
        <w:t>3</w:t>
      </w:r>
      <w:r w:rsidR="00663C44" w:rsidRPr="00746BDA">
        <w:rPr>
          <w:iCs/>
        </w:rPr>
        <w:t>.</w:t>
      </w:r>
      <w:r w:rsidR="00663C44" w:rsidRPr="00746BDA">
        <w:rPr>
          <w:iCs/>
        </w:rPr>
        <w:tab/>
        <w:t xml:space="preserve">Following the recommendation by the Chair of GRVA, WP.29 deferred adoption of </w:t>
      </w:r>
      <w:r w:rsidR="00663C44" w:rsidRPr="00746BDA">
        <w:t>ECE/TRANS/WP.29/2019/114 to its March 2020 session and requested the secretariat to issue it as a revised version incorporating the proposed amendments of WP.29-179-15.</w:t>
      </w:r>
    </w:p>
    <w:p w14:paraId="31D37BA6" w14:textId="77777777" w:rsidR="00663C44" w:rsidRPr="00746BDA" w:rsidRDefault="00663C44" w:rsidP="00663C44">
      <w:pPr>
        <w:pStyle w:val="HChG"/>
        <w:rPr>
          <w:rStyle w:val="HChGChar"/>
          <w:b/>
          <w:sz w:val="24"/>
        </w:rPr>
      </w:pPr>
      <w:r w:rsidRPr="00746BDA">
        <w:rPr>
          <w:rStyle w:val="HChGChar"/>
          <w:b/>
          <w:sz w:val="24"/>
        </w:rPr>
        <w:tab/>
        <w:t>K.</w:t>
      </w:r>
      <w:r w:rsidRPr="00746BDA">
        <w:rPr>
          <w:rStyle w:val="HChGChar"/>
          <w:b/>
          <w:sz w:val="24"/>
        </w:rPr>
        <w:tab/>
        <w:t>Consideration of draft corrigenda to existing UN Regulations submitted by GRs,</w:t>
      </w:r>
      <w:r w:rsidRPr="00746BDA">
        <w:rPr>
          <w:rStyle w:val="HChGChar"/>
          <w:sz w:val="24"/>
        </w:rPr>
        <w:t xml:space="preserve"> </w:t>
      </w:r>
      <w:r w:rsidRPr="00746BDA">
        <w:rPr>
          <w:bCs/>
          <w:sz w:val="24"/>
          <w:szCs w:val="24"/>
        </w:rPr>
        <w:t>i</w:t>
      </w:r>
      <w:r w:rsidRPr="00746BDA">
        <w:rPr>
          <w:rStyle w:val="HChGChar"/>
          <w:bCs/>
          <w:sz w:val="24"/>
          <w:szCs w:val="24"/>
        </w:rPr>
        <w:t>f</w:t>
      </w:r>
      <w:r w:rsidRPr="00746BDA">
        <w:rPr>
          <w:rStyle w:val="HChGChar"/>
          <w:sz w:val="24"/>
        </w:rPr>
        <w:t xml:space="preserve"> </w:t>
      </w:r>
      <w:r w:rsidRPr="00746BDA">
        <w:rPr>
          <w:sz w:val="24"/>
          <w:szCs w:val="24"/>
        </w:rPr>
        <w:t>any</w:t>
      </w:r>
      <w:r w:rsidRPr="00746BDA">
        <w:rPr>
          <w:rStyle w:val="HChGChar"/>
          <w:b/>
          <w:sz w:val="24"/>
          <w:szCs w:val="24"/>
        </w:rPr>
        <w:t xml:space="preserve"> (agenda item 4.11)</w:t>
      </w:r>
    </w:p>
    <w:p w14:paraId="193B5344" w14:textId="4716051F" w:rsidR="00663C44" w:rsidRPr="003827AC" w:rsidRDefault="00663C44" w:rsidP="003827AC">
      <w:pPr>
        <w:pStyle w:val="SingleTxtG"/>
        <w:tabs>
          <w:tab w:val="left" w:pos="2835"/>
        </w:tabs>
      </w:pPr>
      <w:r w:rsidRPr="003827AC">
        <w:t>Documentation:</w:t>
      </w:r>
      <w:r w:rsidRPr="003827AC">
        <w:tab/>
        <w:t>ECE/TRANS/WP.29/2019/115</w:t>
      </w:r>
      <w:r w:rsidRPr="003827AC">
        <w:br/>
      </w:r>
      <w:r w:rsidRPr="003827AC">
        <w:tab/>
      </w:r>
      <w:r w:rsidRPr="003827AC">
        <w:tab/>
        <w:t>ECE/TRANS/WP.29/2019/116</w:t>
      </w:r>
    </w:p>
    <w:p w14:paraId="13F627E1" w14:textId="28DF0FCE" w:rsidR="00663C44" w:rsidRPr="00746BDA" w:rsidRDefault="00BF1F5B" w:rsidP="00663C44">
      <w:pPr>
        <w:pStyle w:val="SingleTxtG"/>
        <w:spacing w:after="0" w:line="240" w:lineRule="auto"/>
      </w:pPr>
      <w:r>
        <w:t>7</w:t>
      </w:r>
      <w:r w:rsidR="003827AC">
        <w:t>4</w:t>
      </w:r>
      <w:r w:rsidR="00663C44" w:rsidRPr="00746BDA">
        <w:t>.</w:t>
      </w:r>
      <w:r w:rsidR="00663C44" w:rsidRPr="00746BDA">
        <w:tab/>
        <w:t>The World Forum considered the draft corrigenda under items 4.11.1 to 4.11.2 and recommended their submission to AC.1 for voting.</w:t>
      </w:r>
    </w:p>
    <w:p w14:paraId="6564A3D9" w14:textId="77777777" w:rsidR="00663C44" w:rsidRPr="00746BDA" w:rsidRDefault="00663C44" w:rsidP="00663C44">
      <w:pPr>
        <w:pStyle w:val="HChG"/>
        <w:rPr>
          <w:rStyle w:val="HChGChar"/>
          <w:b/>
          <w:sz w:val="24"/>
        </w:rPr>
      </w:pPr>
      <w:r w:rsidRPr="00746BDA">
        <w:rPr>
          <w:rStyle w:val="HChGChar"/>
          <w:b/>
          <w:sz w:val="24"/>
        </w:rPr>
        <w:tab/>
        <w:t>L.</w:t>
      </w:r>
      <w:r w:rsidRPr="00746BDA">
        <w:rPr>
          <w:rStyle w:val="HChGChar"/>
          <w:b/>
          <w:sz w:val="24"/>
        </w:rPr>
        <w:tab/>
        <w:t>Consideration of draft corrigenda to existing UN Regulations submitted by the secretariat if any (agenda item 4.12)</w:t>
      </w:r>
    </w:p>
    <w:p w14:paraId="60EEB61D" w14:textId="6B81C51E" w:rsidR="00663C44" w:rsidRPr="00746BDA" w:rsidRDefault="00663C44" w:rsidP="00663C44">
      <w:pPr>
        <w:pStyle w:val="SingleTxtG"/>
        <w:rPr>
          <w:rFonts w:eastAsia="MS Mincho"/>
          <w:bCs/>
          <w:strike/>
          <w:lang w:eastAsia="ja-JP"/>
        </w:rPr>
      </w:pPr>
      <w:r>
        <w:t>7</w:t>
      </w:r>
      <w:r w:rsidR="003827AC">
        <w:t>5</w:t>
      </w:r>
      <w:r w:rsidRPr="00746BDA">
        <w:t>.</w:t>
      </w:r>
      <w:r w:rsidRPr="00746BDA">
        <w:tab/>
        <w:t>WP.29 noted that no document had been submitted under this item.</w:t>
      </w:r>
    </w:p>
    <w:p w14:paraId="40CD6129" w14:textId="77777777" w:rsidR="00663C44" w:rsidRPr="00F73FF9" w:rsidRDefault="00663C44" w:rsidP="00663C44">
      <w:pPr>
        <w:pStyle w:val="H1G"/>
      </w:pPr>
      <w:r w:rsidRPr="00746BDA">
        <w:tab/>
        <w:t>M.</w:t>
      </w:r>
      <w:r w:rsidRPr="00746BDA">
        <w:tab/>
        <w:t>Consideration of proposals for new UN Regulations submitted by the Working Parties subsidiary to the World Forum (agenda item 4.13)</w:t>
      </w:r>
    </w:p>
    <w:p w14:paraId="22152794" w14:textId="3C231116" w:rsidR="00663C44" w:rsidRPr="00746BDA" w:rsidRDefault="00663C44" w:rsidP="00663C44">
      <w:pPr>
        <w:pStyle w:val="SingleTxtG"/>
        <w:spacing w:before="240"/>
      </w:pPr>
      <w:r>
        <w:t>7</w:t>
      </w:r>
      <w:r w:rsidR="003827AC">
        <w:t>6</w:t>
      </w:r>
      <w:r w:rsidRPr="00746BDA">
        <w:t>.</w:t>
      </w:r>
      <w:r w:rsidRPr="00746BDA">
        <w:tab/>
        <w:t>WP.29 noted that no document had been submitted under this item.</w:t>
      </w:r>
    </w:p>
    <w:p w14:paraId="209C2FC2" w14:textId="77777777" w:rsidR="00663C44" w:rsidRPr="00746BDA" w:rsidRDefault="00663C44" w:rsidP="00663C44">
      <w:pPr>
        <w:pStyle w:val="H1G"/>
        <w:rPr>
          <w:bCs/>
        </w:rPr>
      </w:pPr>
      <w:r w:rsidRPr="00746BDA">
        <w:tab/>
        <w:t>N.</w:t>
      </w:r>
      <w:r w:rsidRPr="00746BDA">
        <w:tab/>
        <w:t>Proposal for amendments to the Consolidated Resolution on the Construction of Vehicles (R.E.3) submitted by the Working Parties to the World Forum for consideration</w:t>
      </w:r>
      <w:r w:rsidRPr="00746BDA">
        <w:rPr>
          <w:bCs/>
        </w:rPr>
        <w:t xml:space="preserve"> (</w:t>
      </w:r>
      <w:r w:rsidRPr="00746BDA">
        <w:t>agenda</w:t>
      </w:r>
      <w:r w:rsidRPr="00746BDA">
        <w:rPr>
          <w:bCs/>
        </w:rPr>
        <w:t xml:space="preserve"> item 4.14)</w:t>
      </w:r>
    </w:p>
    <w:p w14:paraId="22E0FAE6" w14:textId="7AB24327" w:rsidR="00663C44" w:rsidRPr="00746BDA" w:rsidRDefault="00545BF8" w:rsidP="00663C44">
      <w:pPr>
        <w:pStyle w:val="SingleTxtG"/>
        <w:rPr>
          <w:lang w:val="fr-CH"/>
        </w:rPr>
      </w:pPr>
      <w:r w:rsidRPr="00746BDA">
        <w:rPr>
          <w:i/>
        </w:rPr>
        <w:t>Documentation</w:t>
      </w:r>
      <w:r w:rsidR="00663C44" w:rsidRPr="00545BF8">
        <w:rPr>
          <w:iCs/>
          <w:lang w:val="fr-CH"/>
        </w:rPr>
        <w:t>:</w:t>
      </w:r>
      <w:r w:rsidR="00663C44" w:rsidRPr="00746BDA">
        <w:rPr>
          <w:i/>
          <w:lang w:val="fr-CH"/>
        </w:rPr>
        <w:tab/>
      </w:r>
      <w:r w:rsidR="00663C44" w:rsidRPr="00746BDA">
        <w:rPr>
          <w:lang w:val="fr-CH"/>
        </w:rPr>
        <w:t>ECE/TRANS/WP.29/2019/117</w:t>
      </w:r>
      <w:r w:rsidR="00663C44" w:rsidRPr="00746BDA">
        <w:rPr>
          <w:lang w:val="fr-CH"/>
        </w:rPr>
        <w:br/>
      </w:r>
      <w:r w:rsidR="00663C44" w:rsidRPr="00746BDA">
        <w:rPr>
          <w:lang w:val="fr-CH"/>
        </w:rPr>
        <w:tab/>
      </w:r>
      <w:r w:rsidR="00663C44" w:rsidRPr="00746BDA">
        <w:rPr>
          <w:lang w:val="fr-CH"/>
        </w:rPr>
        <w:tab/>
      </w:r>
      <w:r w:rsidR="00663C44" w:rsidRPr="00746BDA">
        <w:rPr>
          <w:lang w:val="fr-CH"/>
        </w:rPr>
        <w:tab/>
      </w:r>
      <w:r>
        <w:rPr>
          <w:lang w:val="fr-CH"/>
        </w:rPr>
        <w:tab/>
      </w:r>
      <w:r w:rsidR="00663C44" w:rsidRPr="00746BDA">
        <w:rPr>
          <w:lang w:val="fr-CH"/>
        </w:rPr>
        <w:t>ECE/TRANS/WP.29/2019/118</w:t>
      </w:r>
      <w:r w:rsidR="00663C44" w:rsidRPr="00746BDA">
        <w:rPr>
          <w:lang w:val="fr-CH"/>
        </w:rPr>
        <w:br/>
      </w:r>
      <w:r w:rsidR="00663C44" w:rsidRPr="00746BDA">
        <w:rPr>
          <w:lang w:val="fr-CH"/>
        </w:rPr>
        <w:tab/>
      </w:r>
      <w:r w:rsidR="00663C44" w:rsidRPr="00746BDA">
        <w:rPr>
          <w:lang w:val="fr-CH"/>
        </w:rPr>
        <w:tab/>
      </w:r>
      <w:r w:rsidR="00663C44" w:rsidRPr="00746BDA">
        <w:rPr>
          <w:lang w:val="fr-CH"/>
        </w:rPr>
        <w:tab/>
      </w:r>
      <w:r>
        <w:rPr>
          <w:lang w:val="fr-CH"/>
        </w:rPr>
        <w:tab/>
      </w:r>
      <w:r w:rsidR="00663C44" w:rsidRPr="00746BDA">
        <w:rPr>
          <w:lang w:val="fr-CH"/>
        </w:rPr>
        <w:t>Informal document: WP.29-179-06</w:t>
      </w:r>
    </w:p>
    <w:p w14:paraId="2C05FFBB" w14:textId="20893C73" w:rsidR="00663C44" w:rsidRPr="00746BDA" w:rsidRDefault="00663C44" w:rsidP="00663C44">
      <w:pPr>
        <w:pStyle w:val="SingleTxtG"/>
      </w:pPr>
      <w:r>
        <w:t>7</w:t>
      </w:r>
      <w:r w:rsidR="003827AC">
        <w:t>7</w:t>
      </w:r>
      <w:r w:rsidRPr="00746BDA">
        <w:t>.</w:t>
      </w:r>
      <w:r w:rsidRPr="00746BDA">
        <w:tab/>
        <w:t xml:space="preserve">The </w:t>
      </w:r>
      <w:r>
        <w:t xml:space="preserve">representative of the </w:t>
      </w:r>
      <w:r w:rsidRPr="00746BDA">
        <w:t xml:space="preserve">European Union informed WP.29 that it would be able to vote on document ECE/TRANS/WP.29/2019/118 if it was together with the informal document WP.29-179-06. </w:t>
      </w:r>
    </w:p>
    <w:p w14:paraId="7D3068EB" w14:textId="23C71B97" w:rsidR="00663C44" w:rsidRPr="00746BDA" w:rsidRDefault="00663C44" w:rsidP="00663C44">
      <w:pPr>
        <w:pStyle w:val="SingleTxtG"/>
      </w:pPr>
      <w:r>
        <w:t>7</w:t>
      </w:r>
      <w:r w:rsidR="003827AC">
        <w:t>8</w:t>
      </w:r>
      <w:r w:rsidRPr="00746BDA">
        <w:t>.</w:t>
      </w:r>
      <w:r w:rsidRPr="00746BDA">
        <w:tab/>
        <w:t>The World Forum adopted the amendments to the Consolidated Resolution on the Construction of Vehicles (R.E.3) under items 4.14.1 to 4.14.2.</w:t>
      </w:r>
    </w:p>
    <w:p w14:paraId="45360438" w14:textId="77777777" w:rsidR="00663C44" w:rsidRPr="00746BDA" w:rsidRDefault="00663C44" w:rsidP="001079EB">
      <w:pPr>
        <w:pStyle w:val="SingleTxtG"/>
        <w:keepNext/>
        <w:keepLines/>
        <w:ind w:hanging="567"/>
        <w:rPr>
          <w:bCs/>
        </w:rPr>
      </w:pPr>
      <w:r w:rsidRPr="00746BDA">
        <w:rPr>
          <w:b/>
          <w:sz w:val="24"/>
        </w:rPr>
        <w:lastRenderedPageBreak/>
        <w:t>O.</w:t>
      </w:r>
      <w:r w:rsidRPr="00746BDA">
        <w:rPr>
          <w:b/>
          <w:sz w:val="24"/>
        </w:rPr>
        <w:tab/>
        <w:t>Proposal for amendments to the Consolidated Resolution on the common specification of light source categories (R.E.5) (agenda item 4.15)</w:t>
      </w:r>
    </w:p>
    <w:p w14:paraId="444CB422" w14:textId="75788E32" w:rsidR="00663C44" w:rsidRPr="00326FC1" w:rsidRDefault="00663C44" w:rsidP="001079EB">
      <w:pPr>
        <w:keepNext/>
        <w:keepLines/>
        <w:spacing w:after="120"/>
        <w:ind w:left="567" w:firstLine="567"/>
      </w:pPr>
      <w:r w:rsidRPr="00326FC1">
        <w:rPr>
          <w:i/>
        </w:rPr>
        <w:t>Documentation</w:t>
      </w:r>
      <w:r w:rsidR="00545BF8">
        <w:rPr>
          <w:iCs/>
        </w:rPr>
        <w:t>:</w:t>
      </w:r>
      <w:r w:rsidRPr="00326FC1">
        <w:rPr>
          <w:i/>
        </w:rPr>
        <w:tab/>
      </w:r>
      <w:r w:rsidRPr="00326FC1">
        <w:t>ECE/TRANS/WP.29/2019/126</w:t>
      </w:r>
    </w:p>
    <w:p w14:paraId="4DA74362" w14:textId="085DBF30" w:rsidR="00663C44" w:rsidRPr="00746BDA" w:rsidRDefault="00663C44" w:rsidP="001079EB">
      <w:pPr>
        <w:pStyle w:val="SingleTxtG"/>
        <w:keepNext/>
        <w:keepLines/>
        <w:rPr>
          <w:lang w:val="en-US"/>
        </w:rPr>
      </w:pPr>
      <w:r w:rsidRPr="00326FC1">
        <w:t>7</w:t>
      </w:r>
      <w:r w:rsidR="003827AC">
        <w:t>9</w:t>
      </w:r>
      <w:r w:rsidRPr="00326FC1">
        <w:t>.</w:t>
      </w:r>
      <w:r w:rsidRPr="00326FC1">
        <w:tab/>
      </w:r>
      <w:r w:rsidRPr="00746BDA">
        <w:t>The World Forum approved the amendments to the Consolidated Resolution on the common specification of light source categories (R.E.5).</w:t>
      </w:r>
    </w:p>
    <w:p w14:paraId="24D0E7EF" w14:textId="2CF414D1" w:rsidR="00663C44" w:rsidRPr="00746BDA" w:rsidRDefault="00663C44" w:rsidP="00663C44">
      <w:pPr>
        <w:pStyle w:val="H1G"/>
        <w:rPr>
          <w:bCs/>
        </w:rPr>
      </w:pPr>
      <w:r w:rsidRPr="00746BDA">
        <w:rPr>
          <w:lang w:val="en-US"/>
        </w:rPr>
        <w:tab/>
      </w:r>
      <w:r w:rsidRPr="00746BDA">
        <w:t>P.</w:t>
      </w:r>
      <w:r w:rsidRPr="00746BDA">
        <w:tab/>
        <w:t>Pending proposals for amendments to existing UN Regulations submitted by the Working Parties to the World Forum</w:t>
      </w:r>
      <w:r w:rsidR="00F00942">
        <w:br/>
      </w:r>
      <w:r w:rsidRPr="00746BDA">
        <w:rPr>
          <w:bCs/>
        </w:rPr>
        <w:t>(</w:t>
      </w:r>
      <w:r w:rsidRPr="00746BDA">
        <w:t>agenda</w:t>
      </w:r>
      <w:r w:rsidRPr="00746BDA">
        <w:rPr>
          <w:bCs/>
        </w:rPr>
        <w:t xml:space="preserve"> item 4.16)</w:t>
      </w:r>
    </w:p>
    <w:p w14:paraId="7D5E93C9" w14:textId="7D270FAC" w:rsidR="00663C44" w:rsidRPr="00746BDA" w:rsidRDefault="003827AC" w:rsidP="00663C44">
      <w:pPr>
        <w:ind w:left="567" w:firstLine="567"/>
      </w:pPr>
      <w:r>
        <w:t>80</w:t>
      </w:r>
      <w:r w:rsidR="00663C44" w:rsidRPr="00746BDA">
        <w:t>.</w:t>
      </w:r>
      <w:r w:rsidR="00663C44" w:rsidRPr="00746BDA">
        <w:tab/>
        <w:t>WP.29 noted that no document had been submitted under this item.</w:t>
      </w:r>
    </w:p>
    <w:p w14:paraId="30588FAA" w14:textId="77777777" w:rsidR="00663C44" w:rsidRPr="00746BDA" w:rsidRDefault="00663C44" w:rsidP="00040374">
      <w:pPr>
        <w:pStyle w:val="H1G"/>
        <w:rPr>
          <w:bCs/>
        </w:rPr>
      </w:pPr>
      <w:r w:rsidRPr="00746BDA">
        <w:tab/>
        <w:t>Q.</w:t>
      </w:r>
      <w:r w:rsidRPr="00746BDA">
        <w:tab/>
        <w:t xml:space="preserve">Proposals for amendments to Mutual Resolution </w:t>
      </w:r>
      <w:r w:rsidRPr="00746BDA">
        <w:rPr>
          <w:bCs/>
        </w:rPr>
        <w:t>(</w:t>
      </w:r>
      <w:r w:rsidRPr="00746BDA">
        <w:t>agenda</w:t>
      </w:r>
      <w:r w:rsidRPr="00746BDA">
        <w:rPr>
          <w:bCs/>
        </w:rPr>
        <w:t xml:space="preserve"> item 4.17)</w:t>
      </w:r>
    </w:p>
    <w:p w14:paraId="508C3A28" w14:textId="77777777" w:rsidR="00663C44" w:rsidRPr="00746BDA" w:rsidRDefault="00663C44" w:rsidP="00040374">
      <w:pPr>
        <w:keepNext/>
        <w:keepLines/>
        <w:spacing w:after="120"/>
        <w:ind w:left="567" w:firstLine="567"/>
        <w:rPr>
          <w:i/>
        </w:rPr>
      </w:pPr>
      <w:r w:rsidRPr="00746BDA">
        <w:rPr>
          <w:i/>
        </w:rPr>
        <w:t>Documentation</w:t>
      </w:r>
      <w:r w:rsidRPr="00545BF8">
        <w:rPr>
          <w:iCs/>
        </w:rPr>
        <w:t>:</w:t>
      </w:r>
      <w:r w:rsidRPr="00746BDA">
        <w:rPr>
          <w:i/>
        </w:rPr>
        <w:tab/>
      </w:r>
      <w:r w:rsidRPr="00746BDA">
        <w:t>ECE/TRANS/WP.29/2019/119</w:t>
      </w:r>
    </w:p>
    <w:p w14:paraId="461D71B6" w14:textId="40663FCB" w:rsidR="00663C44" w:rsidRDefault="00BF1F5B" w:rsidP="00040374">
      <w:pPr>
        <w:pStyle w:val="SingleTxtG"/>
        <w:keepNext/>
        <w:keepLines/>
      </w:pPr>
      <w:r>
        <w:t>8</w:t>
      </w:r>
      <w:r w:rsidR="003827AC">
        <w:t>1</w:t>
      </w:r>
      <w:r w:rsidR="00663C44" w:rsidRPr="00746BDA">
        <w:t>.</w:t>
      </w:r>
      <w:r w:rsidR="00663C44" w:rsidRPr="00746BDA">
        <w:tab/>
        <w:t>The World Forum approved the Amendment 2 to Mutual Resolution No.</w:t>
      </w:r>
      <w:r w:rsidR="00645074">
        <w:t> </w:t>
      </w:r>
      <w:r w:rsidR="00663C44" w:rsidRPr="00746BDA">
        <w:t xml:space="preserve">1 (M.R.1) and noted it would also be considered in </w:t>
      </w:r>
      <w:r w:rsidR="00663C44">
        <w:t>the Executive Committee of the 1998 Agreement (</w:t>
      </w:r>
      <w:r w:rsidR="00663C44" w:rsidRPr="00746BDA">
        <w:t>AC.3</w:t>
      </w:r>
      <w:r w:rsidR="00663C44">
        <w:t>)</w:t>
      </w:r>
      <w:r w:rsidR="00663C44" w:rsidRPr="00746BDA">
        <w:t>.</w:t>
      </w:r>
    </w:p>
    <w:p w14:paraId="1945748C" w14:textId="0306579A" w:rsidR="003827AC" w:rsidRPr="00700800" w:rsidRDefault="003827AC" w:rsidP="003827AC">
      <w:pPr>
        <w:pStyle w:val="HChG"/>
      </w:pPr>
      <w:r w:rsidRPr="00EE63AE">
        <w:tab/>
      </w:r>
      <w:r w:rsidRPr="00700800">
        <w:t>VII.</w:t>
      </w:r>
      <w:r w:rsidRPr="00700800">
        <w:tab/>
        <w:t>1998 Agreement (agenda item 5)</w:t>
      </w:r>
    </w:p>
    <w:p w14:paraId="255B4E44" w14:textId="191F1457" w:rsidR="003827AC" w:rsidRDefault="003827AC" w:rsidP="003827AC">
      <w:pPr>
        <w:pStyle w:val="SingleTxtG"/>
      </w:pPr>
      <w:bookmarkStart w:id="67" w:name="_Hlk25859509"/>
      <w:r w:rsidRPr="00700800">
        <w:t>82.</w:t>
      </w:r>
      <w:r w:rsidRPr="00700800">
        <w:tab/>
        <w:t>The World Forum agreed that agenda items 5.1 to 5.5 should be considered in detail by the Executive Committee of the 1998 Agreement (AC.3).</w:t>
      </w:r>
    </w:p>
    <w:p w14:paraId="21BA887D" w14:textId="0C1C75F9" w:rsidR="003827AC" w:rsidRPr="00700800" w:rsidRDefault="003827AC" w:rsidP="003827AC">
      <w:pPr>
        <w:pStyle w:val="HChG"/>
      </w:pPr>
      <w:bookmarkStart w:id="68" w:name="_Hlk25859548"/>
      <w:bookmarkEnd w:id="67"/>
      <w:r w:rsidRPr="00F407BE">
        <w:tab/>
      </w:r>
      <w:r w:rsidRPr="00700800">
        <w:t>VIII.</w:t>
      </w:r>
      <w:r w:rsidRPr="00700800">
        <w:tab/>
        <w:t>Exchange of views on national/regional rulemaking procedures and implementation of established UN Regulations and/or UN GTRs into national/regional law (agenda item 6)</w:t>
      </w:r>
    </w:p>
    <w:p w14:paraId="0C12F217" w14:textId="5D69DEAE" w:rsidR="003827AC" w:rsidRPr="0052483B" w:rsidRDefault="00002331" w:rsidP="003827AC">
      <w:pPr>
        <w:pStyle w:val="SingleTxtG"/>
      </w:pPr>
      <w:r w:rsidRPr="00700800">
        <w:t>83</w:t>
      </w:r>
      <w:r w:rsidR="003827AC" w:rsidRPr="00700800">
        <w:t>.</w:t>
      </w:r>
      <w:r w:rsidR="003827AC" w:rsidRPr="00700800">
        <w:tab/>
        <w:t>The World Forum agreed to keep this item on its agenda awaiting additional presentations.</w:t>
      </w:r>
    </w:p>
    <w:p w14:paraId="6346F73E" w14:textId="659E4F71" w:rsidR="00663C44" w:rsidRPr="00EE63AE" w:rsidRDefault="00663C44" w:rsidP="00663C44">
      <w:pPr>
        <w:pStyle w:val="HChG"/>
      </w:pPr>
      <w:bookmarkStart w:id="69" w:name="_Hlk25769632"/>
      <w:bookmarkStart w:id="70" w:name="_Hlk25859692"/>
      <w:bookmarkEnd w:id="68"/>
      <w:r w:rsidRPr="00EE63AE">
        <w:tab/>
        <w:t>I</w:t>
      </w:r>
      <w:r w:rsidR="00002331">
        <w:t>X</w:t>
      </w:r>
      <w:r w:rsidRPr="00EE63AE">
        <w:t>.</w:t>
      </w:r>
      <w:r w:rsidRPr="00EE63AE">
        <w:tab/>
        <w:t xml:space="preserve">1997 Agreement </w:t>
      </w:r>
      <w:bookmarkEnd w:id="69"/>
      <w:r w:rsidRPr="00EE63AE">
        <w:t>(Periodical Technical Inspections)</w:t>
      </w:r>
      <w:r w:rsidRPr="00EE63AE">
        <w:br/>
        <w:t>(agenda item 7)</w:t>
      </w:r>
    </w:p>
    <w:bookmarkEnd w:id="70"/>
    <w:p w14:paraId="3487F1F2" w14:textId="77777777" w:rsidR="00663C44" w:rsidRPr="00EE63AE" w:rsidRDefault="00663C44" w:rsidP="00663C44">
      <w:pPr>
        <w:spacing w:after="120"/>
      </w:pPr>
      <w:r w:rsidRPr="00EE63AE">
        <w:tab/>
      </w:r>
      <w:r w:rsidRPr="00EE63AE">
        <w:tab/>
      </w:r>
      <w:r w:rsidRPr="00EE63AE">
        <w:rPr>
          <w:i/>
        </w:rPr>
        <w:t>Documentation</w:t>
      </w:r>
      <w:r w:rsidRPr="00545BF8">
        <w:rPr>
          <w:iCs/>
        </w:rPr>
        <w:t>:</w:t>
      </w:r>
      <w:r w:rsidRPr="00EE63AE">
        <w:rPr>
          <w:i/>
        </w:rPr>
        <w:tab/>
      </w:r>
      <w:r w:rsidRPr="00EE63AE">
        <w:rPr>
          <w:iCs/>
        </w:rPr>
        <w:t>Informal documents:</w:t>
      </w:r>
      <w:r w:rsidRPr="00EE63AE">
        <w:rPr>
          <w:i/>
        </w:rPr>
        <w:t xml:space="preserve"> </w:t>
      </w:r>
      <w:r w:rsidRPr="00EE63AE">
        <w:t>WP.29-179-20 and WP.29-179-22</w:t>
      </w:r>
    </w:p>
    <w:p w14:paraId="5E59A462" w14:textId="724D4BE4" w:rsidR="00663C44" w:rsidRPr="00EE63AE" w:rsidRDefault="00BF1F5B" w:rsidP="00663C44">
      <w:pPr>
        <w:pStyle w:val="SingleTxtG"/>
      </w:pPr>
      <w:r>
        <w:t>8</w:t>
      </w:r>
      <w:r w:rsidR="00002331">
        <w:t>4</w:t>
      </w:r>
      <w:r w:rsidR="00663C44" w:rsidRPr="00EE63AE">
        <w:t>.</w:t>
      </w:r>
      <w:r w:rsidR="00663C44" w:rsidRPr="00EE63AE">
        <w:tab/>
        <w:t xml:space="preserve">The representative of the Russian Federation, Co-Chair of </w:t>
      </w:r>
      <w:r w:rsidR="00312AAE">
        <w:t>IWG</w:t>
      </w:r>
      <w:r w:rsidR="00663C44" w:rsidRPr="00EE63AE">
        <w:t xml:space="preserve"> on PTI, reported on the activities of IWG since June 2019 (WP.29-179-20) and presented WP.29-179-22 with a general overview of the "in</w:t>
      </w:r>
      <w:r w:rsidR="00545BF8">
        <w:t>–</w:t>
      </w:r>
      <w:r w:rsidR="00663C44" w:rsidRPr="00EE63AE">
        <w:t xml:space="preserve">service compliance assessment approach". He noted that, according to the principles for in-service compliance enforcement addressed by WP.29, a shift towards sustainability of transport systems that includes safety needed to be considered. He added that the increased complexity of vehicles would require these vehicles to be properly maintained throughout their life. He stated that, to meet the above two principles, the continuous compliance of vehicles through their whole life shall be warranted. </w:t>
      </w:r>
    </w:p>
    <w:p w14:paraId="30042AC7" w14:textId="76349325" w:rsidR="00663C44" w:rsidRPr="00EE63AE" w:rsidRDefault="00BF1F5B" w:rsidP="00663C44">
      <w:pPr>
        <w:pStyle w:val="SingleTxtG"/>
      </w:pPr>
      <w:r>
        <w:t>8</w:t>
      </w:r>
      <w:r w:rsidR="00002331">
        <w:t>5</w:t>
      </w:r>
      <w:r w:rsidR="00663C44" w:rsidRPr="00EE63AE">
        <w:t>.</w:t>
      </w:r>
      <w:r w:rsidR="00663C44" w:rsidRPr="00EE63AE">
        <w:tab/>
        <w:t>He listed several procedures servicing the purpose of continuous compliance of the vehicle: Conformity of Production (CoP) and in-service conformity in framework of the 1958</w:t>
      </w:r>
      <w:r w:rsidR="00545BF8">
        <w:t> </w:t>
      </w:r>
      <w:r w:rsidR="00663C44" w:rsidRPr="00EE63AE">
        <w:t>Agreement, market surveillance, PTI and roadside inspections in framework of the 1997</w:t>
      </w:r>
      <w:r w:rsidR="00545BF8">
        <w:t> </w:t>
      </w:r>
      <w:r w:rsidR="00663C44" w:rsidRPr="00EE63AE">
        <w:t xml:space="preserve">Agreement. He added that the data collected in these processes could be used by the contracting parties for a proper safety management. He mentioned that both international legal acts shall be interconnected and could be united in </w:t>
      </w:r>
      <w:r w:rsidR="00663C44">
        <w:t xml:space="preserve">the </w:t>
      </w:r>
      <w:r w:rsidR="00663C44" w:rsidRPr="00EE63AE">
        <w:t xml:space="preserve">future. He recalled that there </w:t>
      </w:r>
      <w:r w:rsidR="00663C44" w:rsidRPr="00EE63AE">
        <w:lastRenderedPageBreak/>
        <w:t xml:space="preserve">were precedents: one of them being the Customs Union Regulation on the safety of wheeled vehicles. </w:t>
      </w:r>
    </w:p>
    <w:p w14:paraId="59D80A21" w14:textId="77777777" w:rsidR="00545BF8" w:rsidRDefault="00BF1F5B" w:rsidP="00663C44">
      <w:pPr>
        <w:pStyle w:val="SingleTxtG"/>
      </w:pPr>
      <w:r>
        <w:t>8</w:t>
      </w:r>
      <w:r w:rsidR="00002331">
        <w:t>6</w:t>
      </w:r>
      <w:r w:rsidR="00663C44" w:rsidRPr="00EE63AE">
        <w:t>.</w:t>
      </w:r>
      <w:r w:rsidR="00663C44" w:rsidRPr="00EE63AE">
        <w:tab/>
        <w:t>He proposed that compliance management should</w:t>
      </w:r>
      <w:r w:rsidR="00545BF8">
        <w:t>:</w:t>
      </w:r>
    </w:p>
    <w:p w14:paraId="6B2B2BF5" w14:textId="39152429" w:rsidR="00545BF8" w:rsidRPr="00700800" w:rsidRDefault="00545BF8" w:rsidP="00545BF8">
      <w:pPr>
        <w:pStyle w:val="SingleTxtG"/>
        <w:tabs>
          <w:tab w:val="left" w:pos="1701"/>
          <w:tab w:val="left" w:pos="2127"/>
        </w:tabs>
      </w:pPr>
      <w:r>
        <w:tab/>
      </w:r>
      <w:r w:rsidR="00663C44" w:rsidRPr="00700800">
        <w:t>(</w:t>
      </w:r>
      <w:proofErr w:type="spellStart"/>
      <w:r w:rsidR="00663C44" w:rsidRPr="00700800">
        <w:t>i</w:t>
      </w:r>
      <w:proofErr w:type="spellEnd"/>
      <w:r w:rsidR="00663C44" w:rsidRPr="00700800">
        <w:t>)</w:t>
      </w:r>
      <w:r w:rsidRPr="00700800">
        <w:tab/>
        <w:t>I</w:t>
      </w:r>
      <w:r w:rsidR="00663C44" w:rsidRPr="00700800">
        <w:t xml:space="preserve">ncorporate procedures to identify compliance obligations and to evaluate </w:t>
      </w:r>
      <w:r w:rsidR="001524E8">
        <w:tab/>
      </w:r>
      <w:r w:rsidR="00663C44" w:rsidRPr="00700800">
        <w:t>compliance risks</w:t>
      </w:r>
      <w:r w:rsidRPr="00700800">
        <w:t>;</w:t>
      </w:r>
    </w:p>
    <w:p w14:paraId="1D896C63" w14:textId="340C6972" w:rsidR="00545BF8" w:rsidRPr="00700800" w:rsidRDefault="00545BF8" w:rsidP="00545BF8">
      <w:pPr>
        <w:pStyle w:val="SingleTxtG"/>
        <w:tabs>
          <w:tab w:val="left" w:pos="1701"/>
          <w:tab w:val="left" w:pos="2127"/>
        </w:tabs>
      </w:pPr>
      <w:r w:rsidRPr="00700800">
        <w:tab/>
      </w:r>
      <w:r w:rsidR="00663C44" w:rsidRPr="00700800">
        <w:t>(ii)</w:t>
      </w:r>
      <w:r w:rsidRPr="00700800">
        <w:tab/>
        <w:t>I</w:t>
      </w:r>
      <w:r w:rsidR="00663C44" w:rsidRPr="00700800">
        <w:t>nclude planning to address compliance risks and to achieve the objectives</w:t>
      </w:r>
      <w:r w:rsidRPr="00700800">
        <w:t>;</w:t>
      </w:r>
    </w:p>
    <w:p w14:paraId="7A1DCCB3" w14:textId="0BEAD3B2" w:rsidR="00545BF8" w:rsidRPr="00700800" w:rsidRDefault="00545BF8" w:rsidP="00545BF8">
      <w:pPr>
        <w:pStyle w:val="SingleTxtG"/>
        <w:tabs>
          <w:tab w:val="left" w:pos="1701"/>
          <w:tab w:val="left" w:pos="2127"/>
        </w:tabs>
      </w:pPr>
      <w:r w:rsidRPr="00700800">
        <w:tab/>
      </w:r>
      <w:r w:rsidR="00663C44" w:rsidRPr="00700800">
        <w:t>iii)</w:t>
      </w:r>
      <w:r w:rsidRPr="00700800">
        <w:tab/>
        <w:t>O</w:t>
      </w:r>
      <w:r w:rsidR="00663C44" w:rsidRPr="00700800">
        <w:t>perational planning and control of compliance risks</w:t>
      </w:r>
      <w:r w:rsidRPr="00700800">
        <w:t>;</w:t>
      </w:r>
    </w:p>
    <w:p w14:paraId="4C81217E" w14:textId="4AC806FD" w:rsidR="00545BF8" w:rsidRPr="00700800" w:rsidRDefault="00545BF8" w:rsidP="00545BF8">
      <w:pPr>
        <w:pStyle w:val="SingleTxtG"/>
        <w:tabs>
          <w:tab w:val="left" w:pos="1701"/>
          <w:tab w:val="left" w:pos="2127"/>
        </w:tabs>
      </w:pPr>
      <w:r w:rsidRPr="00700800">
        <w:tab/>
      </w:r>
      <w:r w:rsidR="00663C44" w:rsidRPr="00700800">
        <w:t>(iv)</w:t>
      </w:r>
      <w:r w:rsidRPr="00700800">
        <w:tab/>
        <w:t>P</w:t>
      </w:r>
      <w:r w:rsidR="00663C44" w:rsidRPr="00700800">
        <w:t>erformance evaluation and compliance reporting</w:t>
      </w:r>
      <w:r w:rsidRPr="00700800">
        <w:t>;</w:t>
      </w:r>
    </w:p>
    <w:p w14:paraId="763B925E" w14:textId="76C10201" w:rsidR="003C0779" w:rsidRPr="00700800" w:rsidRDefault="00545BF8" w:rsidP="00545BF8">
      <w:pPr>
        <w:pStyle w:val="SingleTxtG"/>
        <w:tabs>
          <w:tab w:val="left" w:pos="1701"/>
          <w:tab w:val="left" w:pos="2127"/>
        </w:tabs>
      </w:pPr>
      <w:r w:rsidRPr="00700800">
        <w:tab/>
      </w:r>
      <w:r w:rsidR="00663C44" w:rsidRPr="00700800">
        <w:t>(v)</w:t>
      </w:r>
      <w:r w:rsidRPr="00700800">
        <w:tab/>
        <w:t>M</w:t>
      </w:r>
      <w:r w:rsidR="00663C44" w:rsidRPr="00700800">
        <w:t>anaging non-compliances</w:t>
      </w:r>
      <w:r w:rsidR="001524E8">
        <w:t>;</w:t>
      </w:r>
      <w:r w:rsidR="00663C44" w:rsidRPr="00700800">
        <w:t xml:space="preserve"> and</w:t>
      </w:r>
    </w:p>
    <w:p w14:paraId="2AE9F2B4" w14:textId="02E972FB" w:rsidR="00663C44" w:rsidRPr="00EE63AE" w:rsidRDefault="003C0779" w:rsidP="00545BF8">
      <w:pPr>
        <w:pStyle w:val="SingleTxtG"/>
        <w:tabs>
          <w:tab w:val="left" w:pos="1701"/>
          <w:tab w:val="left" w:pos="2127"/>
        </w:tabs>
      </w:pPr>
      <w:r w:rsidRPr="00700800">
        <w:tab/>
      </w:r>
      <w:r w:rsidR="00663C44" w:rsidRPr="00700800">
        <w:t>(vi)</w:t>
      </w:r>
      <w:r w:rsidRPr="00700800">
        <w:tab/>
        <w:t>C</w:t>
      </w:r>
      <w:r w:rsidR="00663C44" w:rsidRPr="00700800">
        <w:t>ontinual improvement of the management.</w:t>
      </w:r>
    </w:p>
    <w:p w14:paraId="6C10B822" w14:textId="4A88E7DC" w:rsidR="00663C44" w:rsidRPr="00EE63AE" w:rsidRDefault="00BF1F5B" w:rsidP="00663C44">
      <w:pPr>
        <w:pStyle w:val="SingleTxtG"/>
      </w:pPr>
      <w:r>
        <w:t>8</w:t>
      </w:r>
      <w:r w:rsidR="00002331">
        <w:t>7</w:t>
      </w:r>
      <w:r w:rsidR="00663C44" w:rsidRPr="00EE63AE">
        <w:t>.</w:t>
      </w:r>
      <w:r w:rsidR="00663C44" w:rsidRPr="00EE63AE">
        <w:tab/>
        <w:t xml:space="preserve">He emphasized that the two principles </w:t>
      </w:r>
      <w:r w:rsidR="00663C44">
        <w:t xml:space="preserve">of </w:t>
      </w:r>
      <w:r w:rsidR="00663C44" w:rsidRPr="006A5248">
        <w:t>integrity</w:t>
      </w:r>
      <w:r w:rsidR="00663C44" w:rsidRPr="00DA3751">
        <w:t xml:space="preserve"> and </w:t>
      </w:r>
      <w:r w:rsidR="00663C44" w:rsidRPr="006A5248">
        <w:t>compliance</w:t>
      </w:r>
      <w:r w:rsidR="00663C44" w:rsidRPr="00EE63AE">
        <w:t xml:space="preserve"> were the basis and thus an opportunity for a sustainable transport system.</w:t>
      </w:r>
    </w:p>
    <w:p w14:paraId="5874DAE6" w14:textId="1DBCDEFA" w:rsidR="00663C44" w:rsidRPr="00EE63AE" w:rsidRDefault="00BF1F5B" w:rsidP="00663C44">
      <w:pPr>
        <w:pStyle w:val="SingleTxtG"/>
      </w:pPr>
      <w:r>
        <w:t>8</w:t>
      </w:r>
      <w:r w:rsidR="00002331">
        <w:t>8</w:t>
      </w:r>
      <w:r w:rsidR="00663C44" w:rsidRPr="00EE63AE">
        <w:t>.</w:t>
      </w:r>
      <w:r w:rsidR="00663C44" w:rsidRPr="00EE63AE">
        <w:tab/>
        <w:t>The Co</w:t>
      </w:r>
      <w:r w:rsidR="001524E8">
        <w:t>–</w:t>
      </w:r>
      <w:r w:rsidR="00663C44" w:rsidRPr="00EE63AE">
        <w:t>Chair of IWG on PTI proposed that information on the results of PTI/Roadside Inspection could be used for in</w:t>
      </w:r>
      <w:r w:rsidR="00676451">
        <w:t>–</w:t>
      </w:r>
      <w:r w:rsidR="00663C44" w:rsidRPr="00EE63AE">
        <w:t>service conformity purposes as well as information from type approval authorities, warranty claims, contracting party surveillance testing and warranty repair works recorded at servicing.</w:t>
      </w:r>
    </w:p>
    <w:p w14:paraId="15FE8EC9" w14:textId="3912DA3A" w:rsidR="00663C44" w:rsidRPr="00EE63AE" w:rsidRDefault="00663C44" w:rsidP="00663C44">
      <w:pPr>
        <w:pStyle w:val="SingleTxtG"/>
      </w:pPr>
      <w:r>
        <w:t>8</w:t>
      </w:r>
      <w:r w:rsidR="00002331">
        <w:t>9</w:t>
      </w:r>
      <w:r w:rsidRPr="00EE63AE">
        <w:t>.</w:t>
      </w:r>
      <w:r w:rsidRPr="00EE63AE">
        <w:tab/>
        <w:t xml:space="preserve">He concluded that there was need to explore the feasibility of introducing provisions, relevant for in-use requirements for vehicles, into the relevant UN Regulations by GRs. PTI/Roadside Inspection could be the element of </w:t>
      </w:r>
      <w:r w:rsidRPr="006A5248">
        <w:t>in-service conformity</w:t>
      </w:r>
      <w:r w:rsidRPr="00EE63AE">
        <w:t>. He advocated that in-use requirements for vehicles together with test and inspection methods stemming from the relevant UN Regulations should be placed into UN Rules.</w:t>
      </w:r>
    </w:p>
    <w:p w14:paraId="61B877B4" w14:textId="57E11649" w:rsidR="00663C44" w:rsidRPr="00EE63AE" w:rsidRDefault="00002331" w:rsidP="00676451">
      <w:pPr>
        <w:pStyle w:val="SingleTxtG"/>
      </w:pPr>
      <w:r>
        <w:t>90</w:t>
      </w:r>
      <w:r w:rsidR="00663C44" w:rsidRPr="00EE63AE">
        <w:t>.</w:t>
      </w:r>
      <w:r w:rsidR="00663C44" w:rsidRPr="00EE63AE">
        <w:tab/>
        <w:t>He advised that the next task was the development of the definitions for</w:t>
      </w:r>
      <w:r w:rsidR="00676451">
        <w:t>:</w:t>
      </w:r>
    </w:p>
    <w:p w14:paraId="7CD5278D" w14:textId="3E8CB0C8" w:rsidR="00663C44" w:rsidRPr="00EE63AE" w:rsidRDefault="00676451" w:rsidP="00676451">
      <w:pPr>
        <w:pStyle w:val="Bullet1G"/>
      </w:pPr>
      <w:r>
        <w:t>I</w:t>
      </w:r>
      <w:r w:rsidR="00663C44" w:rsidRPr="00EE63AE">
        <w:t>n-service conformity</w:t>
      </w:r>
      <w:r>
        <w:t>;</w:t>
      </w:r>
      <w:r w:rsidR="00663C44" w:rsidRPr="00EE63AE">
        <w:t xml:space="preserve"> </w:t>
      </w:r>
    </w:p>
    <w:p w14:paraId="185B5365" w14:textId="1CAB318E" w:rsidR="00663C44" w:rsidRPr="00EE63AE" w:rsidRDefault="00676451" w:rsidP="00676451">
      <w:pPr>
        <w:pStyle w:val="Bullet1G"/>
      </w:pPr>
      <w:r>
        <w:t>I</w:t>
      </w:r>
      <w:r w:rsidR="00663C44" w:rsidRPr="00EE63AE">
        <w:t>n-service compliance</w:t>
      </w:r>
      <w:r>
        <w:t>;</w:t>
      </w:r>
      <w:r w:rsidR="00663C44" w:rsidRPr="00EE63AE">
        <w:t xml:space="preserve"> </w:t>
      </w:r>
    </w:p>
    <w:p w14:paraId="029B173F" w14:textId="7A3F3171" w:rsidR="00663C44" w:rsidRPr="00EE63AE" w:rsidRDefault="00676451" w:rsidP="00676451">
      <w:pPr>
        <w:pStyle w:val="Bullet1G"/>
      </w:pPr>
      <w:r>
        <w:t>V</w:t>
      </w:r>
      <w:r w:rsidR="00663C44" w:rsidRPr="00EE63AE">
        <w:t>ehicle normal in-service conditions</w:t>
      </w:r>
      <w:r>
        <w:t>;</w:t>
      </w:r>
      <w:r w:rsidR="00663C44" w:rsidRPr="00EE63AE">
        <w:t xml:space="preserve"> and </w:t>
      </w:r>
    </w:p>
    <w:p w14:paraId="12D77F4A" w14:textId="16CAEBEB" w:rsidR="00663C44" w:rsidRPr="00EE63AE" w:rsidRDefault="00676451" w:rsidP="00676451">
      <w:pPr>
        <w:pStyle w:val="Bullet1G"/>
      </w:pPr>
      <w:r>
        <w:t>V</w:t>
      </w:r>
      <w:r w:rsidR="00663C44" w:rsidRPr="00EE63AE">
        <w:t>ehicle normal useful life period.</w:t>
      </w:r>
    </w:p>
    <w:p w14:paraId="703B0496" w14:textId="7D91DA24" w:rsidR="00663C44" w:rsidRPr="00EE63AE" w:rsidRDefault="00002331" w:rsidP="00663C44">
      <w:pPr>
        <w:pStyle w:val="SingleTxtG"/>
      </w:pPr>
      <w:r>
        <w:t>91</w:t>
      </w:r>
      <w:r w:rsidR="00663C44" w:rsidRPr="00EE63AE">
        <w:t>.</w:t>
      </w:r>
      <w:r w:rsidR="00663C44" w:rsidRPr="00EE63AE">
        <w:tab/>
        <w:t>The representative of Sweden expressed support for the work going on in IWG on PTI. He raised the question o</w:t>
      </w:r>
      <w:r w:rsidR="00663C44">
        <w:t>f</w:t>
      </w:r>
      <w:r w:rsidR="00663C44" w:rsidRPr="00EE63AE">
        <w:t xml:space="preserve"> how to take the work forward and to propose provisions.</w:t>
      </w:r>
    </w:p>
    <w:p w14:paraId="232BE302" w14:textId="236F7388" w:rsidR="00663C44" w:rsidRPr="00EE63AE" w:rsidRDefault="00002331" w:rsidP="00663C44">
      <w:pPr>
        <w:pStyle w:val="SingleTxtG"/>
      </w:pPr>
      <w:r>
        <w:t>92</w:t>
      </w:r>
      <w:r w:rsidR="00663C44" w:rsidRPr="00EE63AE">
        <w:t>.</w:t>
      </w:r>
      <w:r w:rsidR="00663C44" w:rsidRPr="00EE63AE">
        <w:tab/>
        <w:t>The representative of Italy, Vice</w:t>
      </w:r>
      <w:r w:rsidR="00676451">
        <w:t>–</w:t>
      </w:r>
      <w:r w:rsidR="00663C44" w:rsidRPr="00EE63AE">
        <w:t>Chair of WP.29, noted that the in-service conformity process involv</w:t>
      </w:r>
      <w:r w:rsidR="00663C44">
        <w:t>ed</w:t>
      </w:r>
      <w:r w:rsidR="00663C44" w:rsidRPr="00EE63AE">
        <w:t xml:space="preserve"> the manufacturer and the authorities of the country </w:t>
      </w:r>
      <w:r w:rsidR="00663C44">
        <w:t xml:space="preserve">which had </w:t>
      </w:r>
      <w:r w:rsidR="00663C44" w:rsidRPr="00EE63AE">
        <w:t xml:space="preserve">granted type approval for a vehicle type, while the PTI process involved the vehicles registered in a given country. He asked how to reconcile these two different scopes and jurisdictions. The Chair of </w:t>
      </w:r>
      <w:r w:rsidR="00312AAE">
        <w:t>IWG</w:t>
      </w:r>
      <w:r w:rsidR="00663C44" w:rsidRPr="00EE63AE">
        <w:t xml:space="preserve"> confirmed that this item was currently under discussion. </w:t>
      </w:r>
    </w:p>
    <w:p w14:paraId="65B08895" w14:textId="3BA1FBB3" w:rsidR="00663C44" w:rsidRPr="00EE63AE" w:rsidRDefault="00612EED" w:rsidP="00663C44">
      <w:pPr>
        <w:pStyle w:val="SingleTxtG"/>
      </w:pPr>
      <w:r>
        <w:t>9</w:t>
      </w:r>
      <w:r w:rsidR="00002331">
        <w:t>3</w:t>
      </w:r>
      <w:r w:rsidR="00663C44" w:rsidRPr="00EE63AE">
        <w:t>.</w:t>
      </w:r>
      <w:r w:rsidR="00663C44" w:rsidRPr="00EE63AE">
        <w:tab/>
        <w:t xml:space="preserve">The representative of the Netherlands provided insight on the reasons </w:t>
      </w:r>
      <w:r w:rsidR="00663C44">
        <w:t>for</w:t>
      </w:r>
      <w:r w:rsidR="00663C44" w:rsidRPr="00EE63AE">
        <w:t xml:space="preserve"> their support for the ongoing activities of IWG. He explained that they supported the overall concept presented and that his organization </w:t>
      </w:r>
      <w:proofErr w:type="gramStart"/>
      <w:r w:rsidR="00663C44" w:rsidRPr="00EE63AE">
        <w:t>was in charge of</w:t>
      </w:r>
      <w:proofErr w:type="gramEnd"/>
      <w:r w:rsidR="00663C44" w:rsidRPr="00EE63AE">
        <w:t xml:space="preserve"> both type approval and period technical inspection and that</w:t>
      </w:r>
      <w:r w:rsidR="00663C44">
        <w:t>,</w:t>
      </w:r>
      <w:r w:rsidR="00663C44" w:rsidRPr="00EE63AE">
        <w:t xml:space="preserve"> therefore</w:t>
      </w:r>
      <w:r w:rsidR="00663C44">
        <w:t>,</w:t>
      </w:r>
      <w:r w:rsidR="00663C44" w:rsidRPr="00EE63AE">
        <w:t xml:space="preserve"> they had an interest to manage the implications of technical progress and regulatory updates on the period technical inspection system.</w:t>
      </w:r>
    </w:p>
    <w:p w14:paraId="4074B98F" w14:textId="77777777" w:rsidR="00663C44" w:rsidRPr="00EE63AE" w:rsidRDefault="00663C44" w:rsidP="00663C44">
      <w:pPr>
        <w:pStyle w:val="H1G"/>
      </w:pPr>
      <w:r w:rsidRPr="00EE63AE">
        <w:tab/>
        <w:t>A.</w:t>
      </w:r>
      <w:r w:rsidRPr="00EE63AE">
        <w:tab/>
        <w:t>Status of the Agreement (agenda item 7.1)</w:t>
      </w:r>
    </w:p>
    <w:p w14:paraId="58FF7F56" w14:textId="477EF42B" w:rsidR="00663C44" w:rsidRPr="00FB1865" w:rsidRDefault="00676451" w:rsidP="00663C44">
      <w:pPr>
        <w:pStyle w:val="SingleTxtG"/>
        <w:ind w:left="1138" w:right="1138"/>
        <w:rPr>
          <w:lang w:val="fr-CH"/>
        </w:rPr>
      </w:pPr>
      <w:r w:rsidRPr="00746BDA">
        <w:rPr>
          <w:i/>
        </w:rPr>
        <w:t>Documentation</w:t>
      </w:r>
      <w:r w:rsidR="00663C44" w:rsidRPr="00676451">
        <w:rPr>
          <w:iCs/>
          <w:lang w:val="fr-CH"/>
        </w:rPr>
        <w:t>:</w:t>
      </w:r>
      <w:r w:rsidR="00663C44" w:rsidRPr="00FB1865">
        <w:rPr>
          <w:i/>
          <w:lang w:val="fr-CH"/>
        </w:rPr>
        <w:tab/>
      </w:r>
      <w:r w:rsidR="00663C44" w:rsidRPr="00FB1865">
        <w:rPr>
          <w:lang w:val="fr-CH"/>
        </w:rPr>
        <w:t>ECE/TRANS/WP.29/1074/Rev.14</w:t>
      </w:r>
    </w:p>
    <w:p w14:paraId="5CC4DEA8" w14:textId="094C28F2" w:rsidR="00663C44" w:rsidRPr="00EE63AE" w:rsidRDefault="00612EED" w:rsidP="00663C44">
      <w:pPr>
        <w:pStyle w:val="SingleTxtG"/>
      </w:pPr>
      <w:r>
        <w:t>9</w:t>
      </w:r>
      <w:r w:rsidR="00002331">
        <w:t>4</w:t>
      </w:r>
      <w:r w:rsidR="00663C44" w:rsidRPr="00EE63AE">
        <w:t>.</w:t>
      </w:r>
      <w:r w:rsidR="00663C44" w:rsidRPr="00EE63AE">
        <w:tab/>
        <w:t xml:space="preserve">WP.29 noted the consolidated document (ECE/TRANS/WP.29/1074/Rev.14) on the status of the agreement, including the status of the UN Rules annexed to the agreement, the list of the contracting parties to the agreement and of their administrative departments. </w:t>
      </w:r>
    </w:p>
    <w:p w14:paraId="079EB9C3" w14:textId="77777777" w:rsidR="00663C44" w:rsidRPr="00EE63AE" w:rsidRDefault="00663C44" w:rsidP="00663C44">
      <w:pPr>
        <w:pStyle w:val="H1G"/>
        <w:spacing w:after="200"/>
        <w:ind w:left="1138" w:right="1138" w:hanging="1138"/>
      </w:pPr>
      <w:r w:rsidRPr="00EE63AE">
        <w:lastRenderedPageBreak/>
        <w:tab/>
        <w:t>B.</w:t>
      </w:r>
      <w:r w:rsidRPr="00EE63AE">
        <w:tab/>
        <w:t>Update of Rules annexed to the 1997 Agreement (agenda item 7.2)</w:t>
      </w:r>
    </w:p>
    <w:p w14:paraId="6F492270" w14:textId="1EDD3143" w:rsidR="00663C44" w:rsidRPr="00EE63AE" w:rsidRDefault="00612EED" w:rsidP="00663C44">
      <w:pPr>
        <w:pStyle w:val="SingleTxtG"/>
      </w:pPr>
      <w:r>
        <w:t>9</w:t>
      </w:r>
      <w:r w:rsidR="00002331">
        <w:t>5</w:t>
      </w:r>
      <w:r w:rsidR="00663C44" w:rsidRPr="00EE63AE">
        <w:t>.</w:t>
      </w:r>
      <w:r w:rsidR="00663C44" w:rsidRPr="00EE63AE">
        <w:tab/>
        <w:t>No update was provided under this agenda item.</w:t>
      </w:r>
    </w:p>
    <w:p w14:paraId="63BB1028" w14:textId="77777777" w:rsidR="00663C44" w:rsidRPr="00EE63AE" w:rsidRDefault="00663C44" w:rsidP="00000C12">
      <w:pPr>
        <w:pStyle w:val="H1G"/>
        <w:spacing w:after="200"/>
        <w:ind w:left="1138" w:right="1138" w:hanging="1138"/>
      </w:pPr>
      <w:r w:rsidRPr="00EE63AE">
        <w:tab/>
        <w:t>C.</w:t>
      </w:r>
      <w:r w:rsidRPr="00EE63AE">
        <w:tab/>
        <w:t>Amendments to the 1997 Agreement (agenda item 7.3)</w:t>
      </w:r>
    </w:p>
    <w:p w14:paraId="1A67B6E9" w14:textId="381CC7A4" w:rsidR="00663C44" w:rsidRPr="00FB1865" w:rsidRDefault="00676451" w:rsidP="00000C12">
      <w:pPr>
        <w:pStyle w:val="SingleTxtG"/>
        <w:keepNext/>
        <w:keepLines/>
        <w:ind w:left="1140" w:right="1140"/>
        <w:rPr>
          <w:iCs/>
          <w:highlight w:val="yellow"/>
          <w:lang w:val="fr-CH"/>
        </w:rPr>
      </w:pPr>
      <w:r w:rsidRPr="00746BDA">
        <w:rPr>
          <w:i/>
        </w:rPr>
        <w:t>Documentation</w:t>
      </w:r>
      <w:r w:rsidR="00663C44" w:rsidRPr="00676451">
        <w:rPr>
          <w:iCs/>
          <w:lang w:val="fr-CH"/>
        </w:rPr>
        <w:t>:</w:t>
      </w:r>
      <w:r w:rsidR="00663C44" w:rsidRPr="00FB1865">
        <w:rPr>
          <w:lang w:val="fr-CH"/>
        </w:rPr>
        <w:tab/>
        <w:t>ECE/TRANS/WP.29/2017/92/Rev.1</w:t>
      </w:r>
      <w:r w:rsidR="00663C44" w:rsidRPr="00FB1865">
        <w:rPr>
          <w:lang w:val="fr-CH"/>
        </w:rPr>
        <w:br/>
      </w:r>
      <w:r w:rsidR="00663C44" w:rsidRPr="00FB1865">
        <w:rPr>
          <w:lang w:val="fr-CH"/>
        </w:rPr>
        <w:tab/>
      </w:r>
      <w:r w:rsidR="00663C44" w:rsidRPr="00FB1865">
        <w:rPr>
          <w:lang w:val="fr-CH"/>
        </w:rPr>
        <w:tab/>
      </w:r>
      <w:r w:rsidR="00663C44" w:rsidRPr="00FB1865">
        <w:rPr>
          <w:lang w:val="fr-CH"/>
        </w:rPr>
        <w:tab/>
        <w:t>WP.29-179-10</w:t>
      </w:r>
    </w:p>
    <w:p w14:paraId="17E0BD19" w14:textId="6B803825" w:rsidR="00663C44" w:rsidRPr="00EE63AE" w:rsidRDefault="00612EED" w:rsidP="00000C12">
      <w:pPr>
        <w:pStyle w:val="SingleTxtG"/>
        <w:keepNext/>
        <w:keepLines/>
      </w:pPr>
      <w:r>
        <w:t>9</w:t>
      </w:r>
      <w:r w:rsidR="00002331">
        <w:t>6</w:t>
      </w:r>
      <w:r w:rsidR="00663C44" w:rsidRPr="00EE63AE">
        <w:t>.</w:t>
      </w:r>
      <w:r w:rsidR="00663C44" w:rsidRPr="00EE63AE">
        <w:tab/>
        <w:t xml:space="preserve">The secretariat recalled that the amendments to the 1997 Agreement discussed by WP.29 had been sent by the Russian Federation to the Office of Legal Affairs in New York. The secretariat presented WP.29-179-10 reproducing the notification sent by OLA </w:t>
      </w:r>
      <w:r w:rsidR="00663C44">
        <w:t xml:space="preserve">on </w:t>
      </w:r>
      <w:r w:rsidR="00663C44" w:rsidRPr="00EE63AE">
        <w:t xml:space="preserve">the entry into force of the amendments to the 1997 Agreement on 13 November 2019. </w:t>
      </w:r>
    </w:p>
    <w:p w14:paraId="23C32141" w14:textId="3E0199CC" w:rsidR="00663C44" w:rsidRPr="00EE63AE" w:rsidRDefault="00663C44" w:rsidP="00663C44">
      <w:pPr>
        <w:pStyle w:val="H1G"/>
        <w:spacing w:after="200"/>
        <w:ind w:left="1138" w:right="1138" w:hanging="1138"/>
      </w:pPr>
      <w:r w:rsidRPr="00EE63AE">
        <w:tab/>
      </w:r>
      <w:bookmarkStart w:id="71" w:name="_Hlk22111603"/>
      <w:r w:rsidRPr="00EE63AE">
        <w:t>D.</w:t>
      </w:r>
      <w:r w:rsidRPr="00EE63AE">
        <w:tab/>
        <w:t xml:space="preserve">Establishment of new Rules annexed to the 1997 Agreement </w:t>
      </w:r>
      <w:r w:rsidR="00F00942">
        <w:br/>
      </w:r>
      <w:r w:rsidRPr="00EE63AE">
        <w:t>(agenda item 7</w:t>
      </w:r>
      <w:bookmarkEnd w:id="71"/>
      <w:r w:rsidRPr="00EE63AE">
        <w:t>.4)</w:t>
      </w:r>
    </w:p>
    <w:p w14:paraId="0FDF84CC" w14:textId="0979CED9" w:rsidR="00663C44" w:rsidRPr="00EE63AE" w:rsidRDefault="00612EED" w:rsidP="00663C44">
      <w:pPr>
        <w:pStyle w:val="SingleTxtG"/>
      </w:pPr>
      <w:r>
        <w:t>9</w:t>
      </w:r>
      <w:r w:rsidR="00002331">
        <w:t>7</w:t>
      </w:r>
      <w:r w:rsidR="00663C44" w:rsidRPr="00EE63AE">
        <w:t>.</w:t>
      </w:r>
      <w:r w:rsidR="00663C44" w:rsidRPr="00EE63AE">
        <w:tab/>
        <w:t>No document had been submitted under this agenda item.</w:t>
      </w:r>
    </w:p>
    <w:p w14:paraId="0CF632D8" w14:textId="77777777" w:rsidR="00663C44" w:rsidRPr="00EE63AE" w:rsidRDefault="00663C44" w:rsidP="00663C44">
      <w:pPr>
        <w:pStyle w:val="H1G"/>
        <w:spacing w:after="200"/>
        <w:ind w:left="1138" w:right="1138" w:hanging="1138"/>
      </w:pPr>
      <w:r w:rsidRPr="00EE63AE">
        <w:tab/>
        <w:t>E.</w:t>
      </w:r>
      <w:r w:rsidRPr="00EE63AE">
        <w:tab/>
        <w:t>Update of Resolution R.E.6 related to requirements for testing equipment, for skills and training of inspectors and for supervision of test centres (agenda item 7.5)</w:t>
      </w:r>
    </w:p>
    <w:p w14:paraId="5C094CCD" w14:textId="77777777" w:rsidR="00663C44" w:rsidRPr="00EE63AE" w:rsidRDefault="00663C44" w:rsidP="00663C44">
      <w:pPr>
        <w:pStyle w:val="SingleTxtG"/>
      </w:pPr>
      <w:r w:rsidRPr="00EE63AE">
        <w:rPr>
          <w:i/>
        </w:rPr>
        <w:t>Documentation</w:t>
      </w:r>
      <w:r w:rsidRPr="00676451">
        <w:rPr>
          <w:iCs/>
        </w:rPr>
        <w:t>:</w:t>
      </w:r>
      <w:r w:rsidRPr="00EE63AE">
        <w:rPr>
          <w:i/>
        </w:rPr>
        <w:tab/>
      </w:r>
      <w:r w:rsidRPr="00EE63AE">
        <w:t>ECE/TRANS/WP.29/2019/120</w:t>
      </w:r>
    </w:p>
    <w:p w14:paraId="6BD4477C" w14:textId="59BAE569" w:rsidR="00663C44" w:rsidRPr="00EE63AE" w:rsidRDefault="00612EED" w:rsidP="00663C44">
      <w:pPr>
        <w:pStyle w:val="SingleTxtG"/>
      </w:pPr>
      <w:r>
        <w:t>9</w:t>
      </w:r>
      <w:r w:rsidR="00002331">
        <w:t>8</w:t>
      </w:r>
      <w:r w:rsidR="00663C44" w:rsidRPr="00EE63AE">
        <w:t>.</w:t>
      </w:r>
      <w:r w:rsidR="00663C44" w:rsidRPr="00EE63AE">
        <w:tab/>
        <w:t xml:space="preserve">The </w:t>
      </w:r>
      <w:r w:rsidR="00663C44">
        <w:t>Co</w:t>
      </w:r>
      <w:r w:rsidR="001524E8">
        <w:t>–</w:t>
      </w:r>
      <w:r w:rsidR="00663C44" w:rsidRPr="00EE63AE">
        <w:t xml:space="preserve">Chair of IWG on PTI recalled the purpose of ECE/TRANS/WP.29/2019/120 and that this document was currently under review by the GRs. He noted that the proposal for the amendment to R.E.6 </w:t>
      </w:r>
      <w:r w:rsidR="00663C44">
        <w:t xml:space="preserve">that </w:t>
      </w:r>
      <w:r w:rsidR="00663C44" w:rsidRPr="00EE63AE">
        <w:t>introduc</w:t>
      </w:r>
      <w:r w:rsidR="00663C44">
        <w:t>ed</w:t>
      </w:r>
      <w:r w:rsidR="00663C44" w:rsidRPr="00EE63AE">
        <w:t xml:space="preserve"> recommendations for technical roadside inspections, had been submitted to WP.29 Working Parties with the request to provide comments according to their areas of expertise. </w:t>
      </w:r>
    </w:p>
    <w:p w14:paraId="06931D0D" w14:textId="305A1D67" w:rsidR="00663C44" w:rsidRDefault="00663C44" w:rsidP="00663C44">
      <w:pPr>
        <w:pStyle w:val="SingleTxtG"/>
      </w:pPr>
      <w:r>
        <w:t>9</w:t>
      </w:r>
      <w:r w:rsidR="00002331">
        <w:t>9</w:t>
      </w:r>
      <w:r w:rsidRPr="00EE63AE">
        <w:t>.</w:t>
      </w:r>
      <w:r w:rsidRPr="00EE63AE">
        <w:tab/>
        <w:t>He announced that this document could be reviewed and considered for voting by AC.4 at its March 2020 session.</w:t>
      </w:r>
    </w:p>
    <w:p w14:paraId="7FF0E2BF" w14:textId="0E6BD0D8" w:rsidR="00002331" w:rsidRPr="00700800" w:rsidRDefault="00002331" w:rsidP="00002331">
      <w:pPr>
        <w:pStyle w:val="HChG"/>
      </w:pPr>
      <w:bookmarkStart w:id="72" w:name="_Hlk25859861"/>
      <w:r>
        <w:tab/>
      </w:r>
      <w:r w:rsidRPr="00700800">
        <w:t>X.</w:t>
      </w:r>
      <w:r w:rsidRPr="00700800">
        <w:tab/>
        <w:t>Other Business (agenda item 8)</w:t>
      </w:r>
    </w:p>
    <w:p w14:paraId="5737C713" w14:textId="71FFCABA" w:rsidR="00002331" w:rsidRPr="00700800" w:rsidRDefault="00002331" w:rsidP="00002331">
      <w:pPr>
        <w:pStyle w:val="H1G"/>
        <w:spacing w:after="200"/>
        <w:ind w:left="1138" w:right="1138" w:hanging="1138"/>
      </w:pPr>
      <w:bookmarkStart w:id="73" w:name="_Hlk25859878"/>
      <w:bookmarkEnd w:id="72"/>
      <w:r w:rsidRPr="00700800">
        <w:tab/>
        <w:t>A.</w:t>
      </w:r>
      <w:r w:rsidRPr="00700800">
        <w:tab/>
        <w:t xml:space="preserve">Exchange of information on enforcement of issues on defects and </w:t>
      </w:r>
      <w:r w:rsidR="001524E8">
        <w:br/>
      </w:r>
      <w:r w:rsidRPr="00700800">
        <w:t>non</w:t>
      </w:r>
      <w:r w:rsidR="004F35E4" w:rsidRPr="00700800">
        <w:t>–</w:t>
      </w:r>
      <w:r w:rsidRPr="00700800">
        <w:t>compliance, including recall systems (agenda item 8.1)</w:t>
      </w:r>
    </w:p>
    <w:p w14:paraId="11DD1054" w14:textId="77777777" w:rsidR="00002331" w:rsidRPr="00700800" w:rsidRDefault="00002331" w:rsidP="004F35E4">
      <w:pPr>
        <w:pStyle w:val="SingleTxtG"/>
        <w:jc w:val="left"/>
        <w:rPr>
          <w:iCs/>
        </w:rPr>
      </w:pPr>
      <w:r w:rsidRPr="00700800">
        <w:rPr>
          <w:i/>
        </w:rPr>
        <w:t>Documentation</w:t>
      </w:r>
      <w:r w:rsidRPr="00700800">
        <w:rPr>
          <w:iCs/>
        </w:rPr>
        <w:t>:</w:t>
      </w:r>
      <w:r w:rsidRPr="00700800">
        <w:rPr>
          <w:i/>
        </w:rPr>
        <w:tab/>
      </w:r>
      <w:r w:rsidRPr="00700800">
        <w:rPr>
          <w:iCs/>
        </w:rPr>
        <w:t xml:space="preserve">Informal documents: WP.29-179-07 and </w:t>
      </w:r>
      <w:r w:rsidRPr="00700800">
        <w:t>WP.29-179-17/Rev.1</w:t>
      </w:r>
    </w:p>
    <w:p w14:paraId="68C8139F" w14:textId="1FA75BE1" w:rsidR="00002331" w:rsidRPr="00700800" w:rsidRDefault="00002331" w:rsidP="00002331">
      <w:pPr>
        <w:pStyle w:val="SingleTxtG"/>
        <w:rPr>
          <w:iCs/>
          <w:lang w:val="en-US"/>
        </w:rPr>
      </w:pPr>
      <w:bookmarkStart w:id="74" w:name="_Hlk25859911"/>
      <w:bookmarkEnd w:id="73"/>
      <w:r w:rsidRPr="00700800">
        <w:t>1</w:t>
      </w:r>
      <w:r w:rsidR="00660109" w:rsidRPr="00700800">
        <w:t>00</w:t>
      </w:r>
      <w:r w:rsidRPr="00700800">
        <w:t>.</w:t>
      </w:r>
      <w:r w:rsidRPr="00700800">
        <w:tab/>
        <w:t xml:space="preserve">The representative of CLEPA presented informal document </w:t>
      </w:r>
      <w:r w:rsidRPr="00700800">
        <w:rPr>
          <w:iCs/>
          <w:lang w:val="en-US"/>
        </w:rPr>
        <w:t>WP.29-179-07 and invited everyone to join the event celebrating their anniversary taking place on 4</w:t>
      </w:r>
      <w:r w:rsidR="004F35E4" w:rsidRPr="00700800">
        <w:rPr>
          <w:iCs/>
          <w:lang w:val="en-US"/>
        </w:rPr>
        <w:t> </w:t>
      </w:r>
      <w:r w:rsidRPr="00700800">
        <w:rPr>
          <w:iCs/>
          <w:lang w:val="en-US"/>
        </w:rPr>
        <w:t>December</w:t>
      </w:r>
      <w:r w:rsidR="004F35E4" w:rsidRPr="00700800">
        <w:rPr>
          <w:iCs/>
          <w:lang w:val="en-US"/>
        </w:rPr>
        <w:t> </w:t>
      </w:r>
      <w:r w:rsidRPr="00700800">
        <w:rPr>
          <w:iCs/>
          <w:lang w:val="en-US"/>
        </w:rPr>
        <w:t xml:space="preserve">2019 in Brussels. </w:t>
      </w:r>
    </w:p>
    <w:p w14:paraId="5EA5A1F0" w14:textId="74B5AAB8" w:rsidR="00002331" w:rsidRPr="00700800" w:rsidRDefault="00002331" w:rsidP="00002331">
      <w:pPr>
        <w:pStyle w:val="SingleTxtG"/>
        <w:rPr>
          <w:iCs/>
          <w:lang w:val="en-US"/>
        </w:rPr>
      </w:pPr>
      <w:r w:rsidRPr="00700800">
        <w:t>1</w:t>
      </w:r>
      <w:r w:rsidR="00660109" w:rsidRPr="00700800">
        <w:t>01</w:t>
      </w:r>
      <w:r w:rsidRPr="00700800">
        <w:t>.</w:t>
      </w:r>
      <w:r w:rsidRPr="00700800">
        <w:tab/>
        <w:t xml:space="preserve">The representative of the Russian Federation presented the informal document </w:t>
      </w:r>
      <w:r w:rsidRPr="00700800">
        <w:rPr>
          <w:iCs/>
          <w:lang w:val="en-US"/>
        </w:rPr>
        <w:t>WP.29-179-17/Rev.1 and described the results of the state surveillance and monitoring of busses. He concluded that work would continue with finding solutions to issues that arose during the tests and asked for support on the proposals to move forward. These findings would warrant reflection related to UN Regulations Nos.</w:t>
      </w:r>
      <w:r w:rsidR="00645074">
        <w:rPr>
          <w:iCs/>
          <w:lang w:val="en-US"/>
        </w:rPr>
        <w:t> </w:t>
      </w:r>
      <w:r w:rsidRPr="00700800">
        <w:rPr>
          <w:iCs/>
          <w:lang w:val="en-US"/>
        </w:rPr>
        <w:t>66, 80 and 107. A completed report would be available early 2020.</w:t>
      </w:r>
    </w:p>
    <w:p w14:paraId="1342529A" w14:textId="78635AAA" w:rsidR="00002331" w:rsidRPr="00700800" w:rsidRDefault="00002331" w:rsidP="00002331">
      <w:pPr>
        <w:pStyle w:val="SingleTxtG"/>
      </w:pPr>
      <w:r w:rsidRPr="00700800">
        <w:t>1</w:t>
      </w:r>
      <w:r w:rsidR="00660109" w:rsidRPr="00700800">
        <w:t>02</w:t>
      </w:r>
      <w:r w:rsidRPr="00700800">
        <w:t>.</w:t>
      </w:r>
      <w:r w:rsidRPr="00700800">
        <w:tab/>
        <w:t>The representative of France welcomed this work, especially on UN regulation No.</w:t>
      </w:r>
      <w:r w:rsidR="00645074">
        <w:t> </w:t>
      </w:r>
      <w:r w:rsidRPr="00700800">
        <w:t>66.</w:t>
      </w:r>
    </w:p>
    <w:p w14:paraId="72678C53" w14:textId="77777777" w:rsidR="00002331" w:rsidRPr="00700800" w:rsidRDefault="00002331" w:rsidP="00002331">
      <w:pPr>
        <w:pStyle w:val="H1G"/>
        <w:spacing w:after="200"/>
        <w:ind w:left="1138" w:right="1138" w:hanging="1138"/>
      </w:pPr>
      <w:bookmarkStart w:id="75" w:name="_Hlk25860005"/>
      <w:bookmarkEnd w:id="74"/>
      <w:r w:rsidRPr="00D925DB">
        <w:lastRenderedPageBreak/>
        <w:tab/>
        <w:t>B.</w:t>
      </w:r>
      <w:r w:rsidRPr="00D925DB">
        <w:tab/>
        <w:t xml:space="preserve">Consistency between the provisions of the 1968 Vienna Convention and </w:t>
      </w:r>
      <w:r w:rsidRPr="00700800">
        <w:t xml:space="preserve">the technical provisions for vehicle of Regulations and UN GTRs adopted in the framework of the 1958 and 1998 Agreements </w:t>
      </w:r>
      <w:r w:rsidRPr="00700800">
        <w:br/>
        <w:t>(agenda item 8.2)</w:t>
      </w:r>
    </w:p>
    <w:p w14:paraId="097F36B4" w14:textId="77777777" w:rsidR="00002331" w:rsidRPr="00700800" w:rsidRDefault="00002331" w:rsidP="00002331">
      <w:pPr>
        <w:pStyle w:val="SingleTxtG"/>
        <w:spacing w:after="100" w:afterAutospacing="1"/>
        <w:ind w:left="1138" w:right="1138"/>
        <w:rPr>
          <w:iCs/>
        </w:rPr>
      </w:pPr>
      <w:r w:rsidRPr="00700800">
        <w:rPr>
          <w:i/>
        </w:rPr>
        <w:t>Documentation</w:t>
      </w:r>
      <w:r w:rsidRPr="00700800">
        <w:rPr>
          <w:iCs/>
        </w:rPr>
        <w:t>:</w:t>
      </w:r>
      <w:r w:rsidRPr="00700800">
        <w:rPr>
          <w:i/>
        </w:rPr>
        <w:tab/>
      </w:r>
      <w:r w:rsidRPr="00700800">
        <w:rPr>
          <w:iCs/>
        </w:rPr>
        <w:t>Informal document: WP.29-179-05</w:t>
      </w:r>
    </w:p>
    <w:p w14:paraId="70625641" w14:textId="26A07B47" w:rsidR="00002331" w:rsidRPr="00700800" w:rsidRDefault="00002331" w:rsidP="00002331">
      <w:pPr>
        <w:pStyle w:val="SingleTxtG"/>
        <w:rPr>
          <w:lang w:eastAsia="es-ES"/>
        </w:rPr>
      </w:pPr>
      <w:r w:rsidRPr="00700800">
        <w:t>1</w:t>
      </w:r>
      <w:r w:rsidR="00660109" w:rsidRPr="00700800">
        <w:t>03</w:t>
      </w:r>
      <w:r w:rsidRPr="00700800">
        <w:t>.</w:t>
      </w:r>
      <w:r w:rsidRPr="00700800">
        <w:tab/>
        <w:t xml:space="preserve">The Secretary of WP.1 informed WP.29 on </w:t>
      </w:r>
      <w:r w:rsidRPr="00700800">
        <w:rPr>
          <w:lang w:eastAsia="es-ES"/>
        </w:rPr>
        <w:t xml:space="preserve">the progress in harmonizing lighting provisions in the 1968 Vienna convention and the UN Regulations on lighting annexed to the 1958 agreement where still open issues had not been solved. </w:t>
      </w:r>
    </w:p>
    <w:p w14:paraId="0793E4AB" w14:textId="7D113CC0" w:rsidR="00002331" w:rsidRPr="00700800" w:rsidRDefault="00002331" w:rsidP="00002331">
      <w:pPr>
        <w:pStyle w:val="SingleTxtG"/>
        <w:rPr>
          <w:lang w:eastAsia="es-ES"/>
        </w:rPr>
      </w:pPr>
      <w:r w:rsidRPr="00700800">
        <w:t>1</w:t>
      </w:r>
      <w:r w:rsidR="00660109" w:rsidRPr="00700800">
        <w:t>04</w:t>
      </w:r>
      <w:r w:rsidRPr="00700800">
        <w:t>.</w:t>
      </w:r>
      <w:r w:rsidRPr="00700800">
        <w:tab/>
        <w:t xml:space="preserve">He introduced </w:t>
      </w:r>
      <w:r w:rsidRPr="00700800">
        <w:rPr>
          <w:iCs/>
        </w:rPr>
        <w:t xml:space="preserve">WP.29-179-05 related to the activities of the WP.1-WP.29 Executive-Task-Force that aimed at enhanced cooperation between the two fora. </w:t>
      </w:r>
      <w:r w:rsidRPr="00700800">
        <w:t>The United States proposed a joint WP.1</w:t>
      </w:r>
      <w:r w:rsidR="004F35E4" w:rsidRPr="00700800">
        <w:t>–</w:t>
      </w:r>
      <w:r w:rsidRPr="00700800">
        <w:t>WP.29 event for March 2020 when both fora would have their sessions during the same week. Both secretaries agreed to identify a time for such a meeting.</w:t>
      </w:r>
    </w:p>
    <w:p w14:paraId="4FB81AB5" w14:textId="77777777" w:rsidR="00002331" w:rsidRPr="00700800" w:rsidRDefault="00002331" w:rsidP="00002331">
      <w:pPr>
        <w:pStyle w:val="H1G"/>
      </w:pPr>
      <w:r w:rsidRPr="00700800">
        <w:tab/>
        <w:t>C.</w:t>
      </w:r>
      <w:r w:rsidRPr="00700800">
        <w:tab/>
        <w:t>Safer vehicles as the third pillar of the global plan for the decade of action for road safety (agenda item 8.3)</w:t>
      </w:r>
    </w:p>
    <w:p w14:paraId="64E5807F" w14:textId="2907CA07" w:rsidR="00002331" w:rsidRPr="00700800" w:rsidRDefault="004F35E4" w:rsidP="00002331">
      <w:pPr>
        <w:pStyle w:val="SingleTxtG"/>
        <w:spacing w:after="0"/>
        <w:ind w:left="1138" w:right="1138"/>
        <w:jc w:val="left"/>
        <w:rPr>
          <w:lang w:val="fr-CH"/>
        </w:rPr>
      </w:pPr>
      <w:r w:rsidRPr="00700800">
        <w:rPr>
          <w:i/>
        </w:rPr>
        <w:t>Documentation</w:t>
      </w:r>
      <w:r w:rsidR="00002331" w:rsidRPr="00700800">
        <w:rPr>
          <w:iCs/>
          <w:lang w:val="fr-CH"/>
        </w:rPr>
        <w:t>:</w:t>
      </w:r>
      <w:r w:rsidR="00002331" w:rsidRPr="00700800">
        <w:rPr>
          <w:i/>
          <w:lang w:val="fr-CH"/>
        </w:rPr>
        <w:tab/>
      </w:r>
      <w:r w:rsidR="00002331" w:rsidRPr="00700800">
        <w:rPr>
          <w:iCs/>
          <w:lang w:val="fr-CH"/>
        </w:rPr>
        <w:t xml:space="preserve">Informal documents: WP.29-179-11, </w:t>
      </w:r>
      <w:r w:rsidR="00002331" w:rsidRPr="00700800">
        <w:rPr>
          <w:lang w:val="fr-CH"/>
        </w:rPr>
        <w:t xml:space="preserve">WP.29-179-13 and </w:t>
      </w:r>
    </w:p>
    <w:p w14:paraId="537F73CF" w14:textId="77777777" w:rsidR="00002331" w:rsidRPr="00700800" w:rsidRDefault="00002331" w:rsidP="00002331">
      <w:pPr>
        <w:pStyle w:val="SingleTxtG"/>
        <w:spacing w:after="0"/>
        <w:ind w:left="2272" w:right="1138" w:firstLine="563"/>
        <w:jc w:val="left"/>
        <w:rPr>
          <w:iCs/>
        </w:rPr>
      </w:pPr>
      <w:r w:rsidRPr="00700800">
        <w:t>WP.29-179-26</w:t>
      </w:r>
    </w:p>
    <w:p w14:paraId="5B8AA6B6" w14:textId="6D36DE78" w:rsidR="00002331" w:rsidRPr="00700800" w:rsidRDefault="00002331" w:rsidP="00002331">
      <w:pPr>
        <w:pStyle w:val="SingleTxtG"/>
      </w:pPr>
      <w:r w:rsidRPr="00700800">
        <w:t>1</w:t>
      </w:r>
      <w:r w:rsidR="00660109" w:rsidRPr="00700800">
        <w:t>05</w:t>
      </w:r>
      <w:r w:rsidRPr="00700800">
        <w:t>.</w:t>
      </w:r>
      <w:r w:rsidRPr="00700800">
        <w:tab/>
        <w:t>The secretariat reported on actions taken in the framework of the responsibilities of the World Forum regarding the third pillar (ECE/TRANS/WP.29/1095, para. 97).</w:t>
      </w:r>
    </w:p>
    <w:p w14:paraId="712A7E23" w14:textId="32D37B80" w:rsidR="00002331" w:rsidRPr="00700800" w:rsidRDefault="00002331" w:rsidP="00002331">
      <w:pPr>
        <w:pStyle w:val="SingleTxtG"/>
        <w:rPr>
          <w:iCs/>
        </w:rPr>
      </w:pPr>
      <w:r w:rsidRPr="00700800">
        <w:t>1</w:t>
      </w:r>
      <w:r w:rsidR="00660109" w:rsidRPr="00700800">
        <w:t>06</w:t>
      </w:r>
      <w:r w:rsidRPr="00700800">
        <w:t>.</w:t>
      </w:r>
      <w:r w:rsidRPr="00700800">
        <w:tab/>
        <w:t xml:space="preserve">The representative of OICA presented the informal document </w:t>
      </w:r>
      <w:r w:rsidRPr="00700800">
        <w:rPr>
          <w:iCs/>
        </w:rPr>
        <w:t xml:space="preserve">WP.29-179-11 and their manifesto. He stressed the strong commitment of OICA to road safety and stated that only an integrated approach would yield benefits in improving road safety. He continued that manufacturers had the responsibility to offer safe and affordable vehicles to the public and strongly recommended governments to place manufacturers on a level playing field by legislating mandatory minimum safety requirements </w:t>
      </w:r>
      <w:proofErr w:type="gramStart"/>
      <w:r w:rsidRPr="00700800">
        <w:rPr>
          <w:iCs/>
        </w:rPr>
        <w:t>on the basis of</w:t>
      </w:r>
      <w:proofErr w:type="gramEnd"/>
      <w:r w:rsidRPr="00700800">
        <w:rPr>
          <w:iCs/>
        </w:rPr>
        <w:t xml:space="preserve"> the list contained in informal document WP.29-179-11 </w:t>
      </w:r>
    </w:p>
    <w:p w14:paraId="063605BF" w14:textId="064646F6" w:rsidR="00002331" w:rsidRPr="00700800" w:rsidRDefault="00002331" w:rsidP="00002331">
      <w:pPr>
        <w:pStyle w:val="SingleTxtG"/>
      </w:pPr>
      <w:r w:rsidRPr="00700800">
        <w:t>1</w:t>
      </w:r>
      <w:r w:rsidR="00660109" w:rsidRPr="00700800">
        <w:t>07</w:t>
      </w:r>
      <w:r w:rsidRPr="00700800">
        <w:t>.</w:t>
      </w:r>
      <w:r w:rsidRPr="00700800">
        <w:tab/>
        <w:t xml:space="preserve">The representative of NCAP welcomed the initiative of OICA and announced that they would comment through a letter. </w:t>
      </w:r>
      <w:r w:rsidRPr="001524E8">
        <w:t>The</w:t>
      </w:r>
      <w:r w:rsidRPr="001524E8">
        <w:rPr>
          <w:color w:val="1F497D"/>
        </w:rPr>
        <w:t xml:space="preserve"> </w:t>
      </w:r>
      <w:r w:rsidRPr="001524E8">
        <w:t xml:space="preserve">representative of Germany considered it as important action and expressed the willingness of his country to support those countries asking for support for improving road safety. He also encouraged other countries to do so. </w:t>
      </w:r>
      <w:r w:rsidRPr="00700800">
        <w:t xml:space="preserve">The representative of South Africa congratulated OICA on the important agreement and informed WP:29 that manufacturers in South Africa had already changed their approach towards legally mandating minimum safety regulations due to the manifesto. </w:t>
      </w:r>
    </w:p>
    <w:p w14:paraId="61871BC5" w14:textId="4A6FA936" w:rsidR="00002331" w:rsidRPr="00700800" w:rsidRDefault="00002331" w:rsidP="00002331">
      <w:pPr>
        <w:pStyle w:val="SingleTxtG"/>
      </w:pPr>
      <w:r w:rsidRPr="00700800">
        <w:t>1</w:t>
      </w:r>
      <w:r w:rsidR="00660109" w:rsidRPr="00700800">
        <w:t>08</w:t>
      </w:r>
      <w:r w:rsidRPr="00700800">
        <w:t>.</w:t>
      </w:r>
      <w:r w:rsidRPr="00700800">
        <w:tab/>
        <w:t xml:space="preserve">The representative of Consumer International presented the project aiming at raising awareness about the safe transport of children among consumers in Latin America (PERSI). </w:t>
      </w:r>
    </w:p>
    <w:p w14:paraId="174134ED" w14:textId="2A190578" w:rsidR="00002331" w:rsidRPr="00700800" w:rsidRDefault="00002331" w:rsidP="00002331">
      <w:pPr>
        <w:pStyle w:val="SingleTxtG"/>
      </w:pPr>
      <w:r w:rsidRPr="00700800">
        <w:t>1</w:t>
      </w:r>
      <w:r w:rsidR="00660109" w:rsidRPr="00700800">
        <w:t>09</w:t>
      </w:r>
      <w:r w:rsidRPr="00700800">
        <w:t>.</w:t>
      </w:r>
      <w:r w:rsidRPr="00700800">
        <w:tab/>
        <w:t>The representative of the Russian Federation thanked Consumer International for the presentation and noted that the Russian Federation also made significant efforts for increasing child safety during transportation. He also noted that WP.29 adopted the supplement to UN</w:t>
      </w:r>
      <w:r w:rsidR="004F35E4" w:rsidRPr="00700800">
        <w:t> </w:t>
      </w:r>
      <w:r w:rsidRPr="00700800">
        <w:t>Regulation No. 44 initiated by the Russian Federation, which excluded various adapters from the types of child restraint systems. This initiative increased child safety during transportation by vehicles.</w:t>
      </w:r>
    </w:p>
    <w:p w14:paraId="3B983234" w14:textId="2538A592" w:rsidR="00002331" w:rsidRPr="00700800" w:rsidRDefault="00002331" w:rsidP="00002331">
      <w:pPr>
        <w:pStyle w:val="SingleTxtG"/>
      </w:pPr>
      <w:r w:rsidRPr="00700800">
        <w:t>1</w:t>
      </w:r>
      <w:r w:rsidR="00660109" w:rsidRPr="00700800">
        <w:t>10</w:t>
      </w:r>
      <w:r w:rsidRPr="00700800">
        <w:t>.</w:t>
      </w:r>
      <w:r w:rsidRPr="00700800">
        <w:tab/>
        <w:t>The representative of Global NCAP highlighted that fake labels on car seats were a problem as they undermined our work. He encouraged the WP.29 and its secretariat to think about developing digital systems to check if labels are real, perhaps through some support from DETA.</w:t>
      </w:r>
    </w:p>
    <w:p w14:paraId="58CAC104" w14:textId="77777777" w:rsidR="00002331" w:rsidRPr="00700800" w:rsidRDefault="00002331" w:rsidP="001079EB">
      <w:pPr>
        <w:pStyle w:val="H1G"/>
      </w:pPr>
      <w:r w:rsidRPr="00700800">
        <w:lastRenderedPageBreak/>
        <w:tab/>
        <w:t>D.</w:t>
      </w:r>
      <w:r w:rsidRPr="00700800">
        <w:tab/>
      </w:r>
      <w:r w:rsidRPr="00700800">
        <w:tab/>
        <w:t>Documents for publication (agenda item 8.4)</w:t>
      </w:r>
    </w:p>
    <w:p w14:paraId="755BA545" w14:textId="77777777" w:rsidR="00002331" w:rsidRPr="00700800" w:rsidRDefault="00002331" w:rsidP="001079EB">
      <w:pPr>
        <w:pStyle w:val="SingleTxtG"/>
        <w:keepNext/>
        <w:keepLines/>
        <w:ind w:left="1138" w:right="1138"/>
        <w:rPr>
          <w:iCs/>
        </w:rPr>
      </w:pPr>
      <w:r w:rsidRPr="00700800">
        <w:rPr>
          <w:i/>
        </w:rPr>
        <w:t>Documentation</w:t>
      </w:r>
      <w:r w:rsidRPr="00700800">
        <w:rPr>
          <w:iCs/>
        </w:rPr>
        <w:t>:</w:t>
      </w:r>
      <w:r w:rsidRPr="00700800">
        <w:rPr>
          <w:i/>
        </w:rPr>
        <w:tab/>
      </w:r>
      <w:r w:rsidRPr="00700800">
        <w:rPr>
          <w:iCs/>
        </w:rPr>
        <w:t xml:space="preserve">Informal document: </w:t>
      </w:r>
      <w:r w:rsidRPr="00700800">
        <w:t>WP.29-179-14</w:t>
      </w:r>
      <w:r w:rsidRPr="00700800">
        <w:rPr>
          <w:i/>
        </w:rPr>
        <w:tab/>
      </w:r>
    </w:p>
    <w:p w14:paraId="57E03AB5" w14:textId="1DC650DC" w:rsidR="00002331" w:rsidRPr="00700800" w:rsidRDefault="00002331" w:rsidP="001079EB">
      <w:pPr>
        <w:pStyle w:val="SingleTxtG"/>
        <w:keepNext/>
        <w:keepLines/>
        <w:rPr>
          <w:iCs/>
        </w:rPr>
      </w:pPr>
      <w:r w:rsidRPr="00700800">
        <w:rPr>
          <w:lang w:eastAsia="es-ES"/>
        </w:rPr>
        <w:t>1</w:t>
      </w:r>
      <w:r w:rsidR="00660109" w:rsidRPr="00700800">
        <w:rPr>
          <w:lang w:eastAsia="es-ES"/>
        </w:rPr>
        <w:t>11</w:t>
      </w:r>
      <w:r w:rsidRPr="00700800">
        <w:rPr>
          <w:lang w:eastAsia="es-ES"/>
        </w:rPr>
        <w:t>.</w:t>
      </w:r>
      <w:r w:rsidRPr="00700800">
        <w:rPr>
          <w:lang w:eastAsia="es-ES"/>
        </w:rPr>
        <w:tab/>
        <w:t xml:space="preserve">The WP.29 Secretary presented </w:t>
      </w:r>
      <w:r w:rsidRPr="00700800">
        <w:t xml:space="preserve">the informal document </w:t>
      </w:r>
      <w:r w:rsidRPr="00700800">
        <w:rPr>
          <w:iCs/>
        </w:rPr>
        <w:t xml:space="preserve">WP.29-179-14 and announced that amendments agreed in June 2019 would enter into force in January 2020. He clarified that corrigenda should only correct typos and not have impact on the substance. </w:t>
      </w:r>
    </w:p>
    <w:p w14:paraId="5039084C" w14:textId="77777777" w:rsidR="00002331" w:rsidRPr="00700800" w:rsidRDefault="00002331" w:rsidP="00000C12">
      <w:pPr>
        <w:pStyle w:val="H1G"/>
      </w:pPr>
      <w:r w:rsidRPr="00700800">
        <w:tab/>
        <w:t>E.</w:t>
      </w:r>
      <w:r w:rsidRPr="00700800">
        <w:tab/>
      </w:r>
      <w:r w:rsidRPr="00700800">
        <w:tab/>
        <w:t>Tributes</w:t>
      </w:r>
    </w:p>
    <w:p w14:paraId="37001D95" w14:textId="6B2611A5" w:rsidR="00002331" w:rsidRPr="00700800" w:rsidRDefault="00002331" w:rsidP="00000C12">
      <w:pPr>
        <w:pStyle w:val="SingleTxtG"/>
        <w:keepNext/>
        <w:keepLines/>
        <w:rPr>
          <w:lang w:eastAsia="es-ES"/>
        </w:rPr>
      </w:pPr>
      <w:r w:rsidRPr="00700800">
        <w:t>1</w:t>
      </w:r>
      <w:r w:rsidR="00660109" w:rsidRPr="00700800">
        <w:t>12</w:t>
      </w:r>
      <w:r w:rsidRPr="00700800">
        <w:t>.</w:t>
      </w:r>
      <w:r w:rsidRPr="00700800">
        <w:tab/>
        <w:t xml:space="preserve">It was brought to the attention of the World Forum that Mrs. R. </w:t>
      </w:r>
      <w:proofErr w:type="spellStart"/>
      <w:r w:rsidRPr="00700800">
        <w:t>Urdhwareshe</w:t>
      </w:r>
      <w:proofErr w:type="spellEnd"/>
      <w:r w:rsidRPr="00700800">
        <w:t xml:space="preserve"> (India) and Mr. B. Frost (United Kingdom) would no longer attend WP.29 sessions. WP.29 thanked them for their long-lasting cooperation and their important contributions to the success of the World Forum. WP.29 wished them long and happy retirements.</w:t>
      </w:r>
    </w:p>
    <w:p w14:paraId="1A7BAC08" w14:textId="2E7FD310" w:rsidR="00002331" w:rsidRPr="00700800" w:rsidRDefault="00002331" w:rsidP="00002331">
      <w:pPr>
        <w:pStyle w:val="HChG"/>
      </w:pPr>
      <w:r w:rsidRPr="00700800">
        <w:tab/>
        <w:t>XI.</w:t>
      </w:r>
      <w:r w:rsidRPr="00700800">
        <w:tab/>
        <w:t>Adoption of the report (agenda item 9)</w:t>
      </w:r>
    </w:p>
    <w:p w14:paraId="15836CA6" w14:textId="41B3A13C" w:rsidR="00002331" w:rsidRDefault="00002331" w:rsidP="00002331">
      <w:pPr>
        <w:pStyle w:val="SingleTxtG"/>
        <w:rPr>
          <w:iCs/>
          <w:lang w:val="en-US"/>
        </w:rPr>
      </w:pPr>
      <w:r w:rsidRPr="00700800">
        <w:t>1</w:t>
      </w:r>
      <w:r w:rsidR="00660109" w:rsidRPr="00700800">
        <w:t>13</w:t>
      </w:r>
      <w:r w:rsidRPr="00700800">
        <w:t>.</w:t>
      </w:r>
      <w:r w:rsidRPr="00700800">
        <w:tab/>
        <w:t>The World Forum adopted the report on its 179th session and its annexes based on a draft prepared by the secretariat. The report included sections related to the seventy</w:t>
      </w:r>
      <w:r w:rsidR="001524E8">
        <w:t>–</w:t>
      </w:r>
      <w:r w:rsidRPr="00700800">
        <w:t>third session of the Administrative Committee (AC.1) of the 1958 Agreement, to the fifty</w:t>
      </w:r>
      <w:r w:rsidR="001524E8">
        <w:t>–</w:t>
      </w:r>
      <w:r w:rsidRPr="00700800">
        <w:t>seventh session of the Executive Committee (AC.3) of the 1998 Agreement and to the fourteenth session of the Administrative Committee (AC.4) of the 1997 Agreement.</w:t>
      </w:r>
    </w:p>
    <w:bookmarkEnd w:id="75"/>
    <w:p w14:paraId="600B21B2" w14:textId="77777777" w:rsidR="007C6E24" w:rsidRPr="006A795E" w:rsidRDefault="007C6E24" w:rsidP="007C6E24">
      <w:pPr>
        <w:pStyle w:val="H1G"/>
      </w:pPr>
      <w:r w:rsidRPr="006A795E">
        <w:tab/>
      </w:r>
      <w:r w:rsidRPr="006A795E">
        <w:rPr>
          <w:sz w:val="28"/>
        </w:rPr>
        <w:t>B.</w:t>
      </w:r>
      <w:r w:rsidRPr="006A795E">
        <w:rPr>
          <w:sz w:val="28"/>
        </w:rPr>
        <w:tab/>
        <w:t>Administrative Committee of the 1958 Agreement (AC.1)</w:t>
      </w:r>
    </w:p>
    <w:p w14:paraId="26189A35" w14:textId="6FC9D57C" w:rsidR="007C6E24" w:rsidRPr="006A795E" w:rsidRDefault="007C6E24" w:rsidP="007C6E24">
      <w:pPr>
        <w:pStyle w:val="HChG"/>
      </w:pPr>
      <w:r w:rsidRPr="006A795E">
        <w:tab/>
      </w:r>
      <w:r w:rsidR="00660109">
        <w:t>X</w:t>
      </w:r>
      <w:r w:rsidRPr="006A795E">
        <w:t>II.</w:t>
      </w:r>
      <w:r w:rsidRPr="006A795E">
        <w:tab/>
        <w:t>Establishment of the Committee AC.1 (agenda item 10)</w:t>
      </w:r>
    </w:p>
    <w:p w14:paraId="18E0B65A" w14:textId="01F62DA0" w:rsidR="007C6E24" w:rsidRPr="006A795E" w:rsidRDefault="00002331" w:rsidP="007C6E24">
      <w:pPr>
        <w:pStyle w:val="SingleTxtG"/>
        <w:spacing w:before="120"/>
      </w:pPr>
      <w:r>
        <w:t>1</w:t>
      </w:r>
      <w:r w:rsidR="00660109">
        <w:t>14</w:t>
      </w:r>
      <w:r w:rsidR="007C6E24" w:rsidRPr="006A795E">
        <w:t>.</w:t>
      </w:r>
      <w:r w:rsidR="007C6E24" w:rsidRPr="006A795E">
        <w:tab/>
        <w:t>Of the 55 contracting parties to the agreement,</w:t>
      </w:r>
      <w:r w:rsidR="007C6E24" w:rsidRPr="006A795E">
        <w:rPr>
          <w:bCs/>
        </w:rPr>
        <w:t xml:space="preserve"> 40 </w:t>
      </w:r>
      <w:r w:rsidR="007C6E24" w:rsidRPr="006A795E">
        <w:t>were represented and established AC.1 for its seventy</w:t>
      </w:r>
      <w:r w:rsidR="001524E8">
        <w:t>–</w:t>
      </w:r>
      <w:r w:rsidR="007C6E24" w:rsidRPr="006A795E">
        <w:t>third session on 13 November 2019.</w:t>
      </w:r>
    </w:p>
    <w:p w14:paraId="7FC05F07" w14:textId="6DE2F50F" w:rsidR="007C6E24" w:rsidRPr="006A795E" w:rsidRDefault="00002331" w:rsidP="007C6E24">
      <w:pPr>
        <w:pStyle w:val="SingleTxtG"/>
      </w:pPr>
      <w:r>
        <w:t>1</w:t>
      </w:r>
      <w:r w:rsidR="00660109">
        <w:t>15</w:t>
      </w:r>
      <w:r w:rsidR="007C6E24" w:rsidRPr="006A795E">
        <w:t>.</w:t>
      </w:r>
      <w:r w:rsidR="007C6E24" w:rsidRPr="006A795E">
        <w:tab/>
        <w:t>AC.1 invited the Chair of WP.29 to chair the session.</w:t>
      </w:r>
    </w:p>
    <w:p w14:paraId="120A8290" w14:textId="02CAE0F5" w:rsidR="007C6E24" w:rsidRPr="006A795E" w:rsidRDefault="007C6E24" w:rsidP="007C6E24">
      <w:pPr>
        <w:pStyle w:val="HChG"/>
      </w:pPr>
      <w:r w:rsidRPr="006A795E">
        <w:tab/>
      </w:r>
      <w:r w:rsidR="00660109" w:rsidRPr="006A795E">
        <w:t>X</w:t>
      </w:r>
      <w:r w:rsidRPr="006A795E">
        <w:t>I</w:t>
      </w:r>
      <w:r w:rsidR="00660109">
        <w:t>II</w:t>
      </w:r>
      <w:r w:rsidRPr="006A795E">
        <w:t>.</w:t>
      </w:r>
      <w:r w:rsidRPr="006A795E">
        <w:tab/>
        <w:t>Proposals for amendments and corrigenda to existing Regulations and for new Regulations – Voting by AC.1 (agenda item 11)</w:t>
      </w:r>
    </w:p>
    <w:p w14:paraId="383F7AE5" w14:textId="46DAE950" w:rsidR="007C6E24" w:rsidRPr="006A795E" w:rsidRDefault="00002331" w:rsidP="007C6E24">
      <w:pPr>
        <w:pStyle w:val="SingleTxtG"/>
      </w:pPr>
      <w:r>
        <w:t>1</w:t>
      </w:r>
      <w:r w:rsidR="00660109">
        <w:t>16</w:t>
      </w:r>
      <w:r w:rsidR="007C6E24" w:rsidRPr="006A795E">
        <w:t>.</w:t>
      </w:r>
      <w:r w:rsidR="007C6E24" w:rsidRPr="006A795E">
        <w:tab/>
        <w:t>The results of the voting on the documents submitted are in the following tables, following the rules of procedure of article 12 and the appendix of Revision 3 to the 1958</w:t>
      </w:r>
      <w:r w:rsidR="004F35E4">
        <w:t> </w:t>
      </w:r>
      <w:r w:rsidR="007C6E24" w:rsidRPr="006A795E">
        <w:t>Agreement:</w:t>
      </w:r>
    </w:p>
    <w:tbl>
      <w:tblPr>
        <w:tblW w:w="85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4"/>
        <w:gridCol w:w="2710"/>
        <w:gridCol w:w="567"/>
        <w:gridCol w:w="543"/>
        <w:gridCol w:w="1007"/>
        <w:gridCol w:w="853"/>
        <w:gridCol w:w="1842"/>
        <w:gridCol w:w="428"/>
      </w:tblGrid>
      <w:tr w:rsidR="007C6E24" w:rsidRPr="006A795E" w14:paraId="063BDBF5" w14:textId="77777777" w:rsidTr="001530BB">
        <w:trPr>
          <w:cantSplit/>
          <w:trHeight w:val="350"/>
          <w:tblHeader/>
        </w:trPr>
        <w:tc>
          <w:tcPr>
            <w:tcW w:w="8534" w:type="dxa"/>
            <w:gridSpan w:val="8"/>
            <w:tcBorders>
              <w:bottom w:val="single" w:sz="4" w:space="0" w:color="auto"/>
            </w:tcBorders>
            <w:vAlign w:val="center"/>
          </w:tcPr>
          <w:p w14:paraId="3FA3B3F7" w14:textId="77777777" w:rsidR="007C6E24" w:rsidRPr="006A795E" w:rsidRDefault="007C6E24" w:rsidP="007C6E24">
            <w:pPr>
              <w:keepNext/>
              <w:keepLines/>
              <w:tabs>
                <w:tab w:val="left" w:pos="851"/>
                <w:tab w:val="left" w:pos="5727"/>
                <w:tab w:val="left" w:pos="9575"/>
              </w:tabs>
              <w:spacing w:before="80" w:after="80" w:line="220" w:lineRule="exact"/>
              <w:ind w:left="57" w:right="57"/>
              <w:jc w:val="center"/>
              <w:outlineLvl w:val="0"/>
              <w:rPr>
                <w:i/>
                <w:sz w:val="16"/>
                <w:szCs w:val="16"/>
              </w:rPr>
            </w:pPr>
            <w:r w:rsidRPr="006A795E">
              <w:rPr>
                <w:i/>
                <w:sz w:val="16"/>
                <w:szCs w:val="16"/>
              </w:rPr>
              <w:t>Amendments to existing Regulations</w:t>
            </w:r>
          </w:p>
        </w:tc>
      </w:tr>
      <w:tr w:rsidR="001530BB" w:rsidRPr="006A795E" w14:paraId="41AC2B2B" w14:textId="77777777" w:rsidTr="001530BB">
        <w:trPr>
          <w:cantSplit/>
          <w:trHeight w:val="907"/>
          <w:tblHeader/>
        </w:trPr>
        <w:tc>
          <w:tcPr>
            <w:tcW w:w="584" w:type="dxa"/>
            <w:vMerge w:val="restart"/>
            <w:tcBorders>
              <w:bottom w:val="single" w:sz="12" w:space="0" w:color="auto"/>
            </w:tcBorders>
            <w:textDirection w:val="btLr"/>
            <w:vAlign w:val="center"/>
          </w:tcPr>
          <w:p w14:paraId="41720C96" w14:textId="77777777" w:rsidR="007C6E24" w:rsidRPr="006A795E" w:rsidRDefault="007C6E24" w:rsidP="007C6E24">
            <w:pPr>
              <w:keepNext/>
              <w:keepLines/>
              <w:tabs>
                <w:tab w:val="left" w:pos="851"/>
                <w:tab w:val="left" w:pos="5727"/>
                <w:tab w:val="left" w:pos="9575"/>
              </w:tabs>
              <w:ind w:left="57" w:right="57"/>
              <w:outlineLvl w:val="0"/>
              <w:rPr>
                <w:i/>
                <w:sz w:val="16"/>
                <w:szCs w:val="16"/>
              </w:rPr>
            </w:pPr>
            <w:r w:rsidRPr="006A795E">
              <w:rPr>
                <w:i/>
                <w:sz w:val="16"/>
                <w:szCs w:val="16"/>
              </w:rPr>
              <w:t>Regulation No.</w:t>
            </w:r>
          </w:p>
        </w:tc>
        <w:tc>
          <w:tcPr>
            <w:tcW w:w="2710" w:type="dxa"/>
            <w:vMerge w:val="restart"/>
            <w:tcBorders>
              <w:bottom w:val="single" w:sz="12" w:space="0" w:color="auto"/>
            </w:tcBorders>
            <w:textDirection w:val="btLr"/>
            <w:vAlign w:val="center"/>
          </w:tcPr>
          <w:p w14:paraId="4F59B460" w14:textId="77777777" w:rsidR="007C6E24" w:rsidRPr="006A795E" w:rsidRDefault="007C6E24" w:rsidP="007C6E24">
            <w:pPr>
              <w:keepNext/>
              <w:keepLines/>
              <w:tabs>
                <w:tab w:val="left" w:pos="851"/>
                <w:tab w:val="left" w:pos="5727"/>
                <w:tab w:val="left" w:pos="9575"/>
              </w:tabs>
              <w:ind w:left="57" w:right="57"/>
              <w:outlineLvl w:val="0"/>
              <w:rPr>
                <w:i/>
                <w:sz w:val="16"/>
                <w:szCs w:val="16"/>
              </w:rPr>
            </w:pPr>
            <w:r w:rsidRPr="006A795E">
              <w:rPr>
                <w:i/>
                <w:sz w:val="16"/>
                <w:szCs w:val="16"/>
              </w:rPr>
              <w:t>Subject of the Regulation</w:t>
            </w:r>
          </w:p>
        </w:tc>
        <w:tc>
          <w:tcPr>
            <w:tcW w:w="1110" w:type="dxa"/>
            <w:gridSpan w:val="2"/>
            <w:tcBorders>
              <w:bottom w:val="single" w:sz="4" w:space="0" w:color="auto"/>
            </w:tcBorders>
            <w:textDirection w:val="btLr"/>
            <w:vAlign w:val="center"/>
          </w:tcPr>
          <w:p w14:paraId="3F69B791" w14:textId="77777777" w:rsidR="007C6E24" w:rsidRPr="006A795E" w:rsidRDefault="007C6E24" w:rsidP="007C6E24">
            <w:pPr>
              <w:keepNext/>
              <w:keepLines/>
              <w:tabs>
                <w:tab w:val="left" w:pos="851"/>
                <w:tab w:val="left" w:pos="5727"/>
                <w:tab w:val="left" w:pos="9575"/>
              </w:tabs>
              <w:ind w:left="57" w:right="57"/>
              <w:outlineLvl w:val="0"/>
              <w:rPr>
                <w:i/>
                <w:sz w:val="16"/>
                <w:szCs w:val="16"/>
              </w:rPr>
            </w:pPr>
            <w:r w:rsidRPr="006A795E">
              <w:rPr>
                <w:i/>
                <w:spacing w:val="-2"/>
                <w:sz w:val="16"/>
                <w:szCs w:val="16"/>
              </w:rPr>
              <w:t xml:space="preserve">Contracting </w:t>
            </w:r>
            <w:r w:rsidRPr="006A795E">
              <w:rPr>
                <w:i/>
                <w:sz w:val="16"/>
                <w:szCs w:val="16"/>
              </w:rPr>
              <w:t>Parties</w:t>
            </w:r>
          </w:p>
        </w:tc>
        <w:tc>
          <w:tcPr>
            <w:tcW w:w="1007" w:type="dxa"/>
            <w:tcBorders>
              <w:bottom w:val="single" w:sz="4" w:space="0" w:color="auto"/>
            </w:tcBorders>
            <w:textDirection w:val="btLr"/>
            <w:vAlign w:val="center"/>
          </w:tcPr>
          <w:p w14:paraId="55B416B5" w14:textId="77777777" w:rsidR="007C6E24" w:rsidRPr="006A795E" w:rsidRDefault="007C6E24" w:rsidP="007C6E24">
            <w:pPr>
              <w:keepNext/>
              <w:keepLines/>
              <w:tabs>
                <w:tab w:val="left" w:pos="851"/>
                <w:tab w:val="left" w:pos="5727"/>
                <w:tab w:val="left" w:pos="9575"/>
              </w:tabs>
              <w:ind w:left="57" w:right="57"/>
              <w:outlineLvl w:val="0"/>
              <w:rPr>
                <w:i/>
                <w:sz w:val="16"/>
                <w:szCs w:val="16"/>
              </w:rPr>
            </w:pPr>
            <w:r w:rsidRPr="006A795E">
              <w:rPr>
                <w:i/>
                <w:sz w:val="16"/>
                <w:szCs w:val="16"/>
              </w:rPr>
              <w:t>Document:</w:t>
            </w:r>
          </w:p>
          <w:p w14:paraId="78D80035" w14:textId="77777777" w:rsidR="007C6E24" w:rsidRPr="006A795E" w:rsidRDefault="007C6E24" w:rsidP="007C6E24">
            <w:pPr>
              <w:keepNext/>
              <w:keepLines/>
              <w:tabs>
                <w:tab w:val="left" w:pos="851"/>
                <w:tab w:val="left" w:pos="5727"/>
                <w:tab w:val="left" w:pos="9575"/>
              </w:tabs>
              <w:ind w:left="57" w:right="57"/>
              <w:outlineLvl w:val="0"/>
              <w:rPr>
                <w:i/>
                <w:sz w:val="16"/>
                <w:szCs w:val="16"/>
              </w:rPr>
            </w:pPr>
            <w:r w:rsidRPr="006A795E">
              <w:rPr>
                <w:i/>
                <w:sz w:val="16"/>
                <w:szCs w:val="16"/>
              </w:rPr>
              <w:t>ECE/TRANS/WP.29/….</w:t>
            </w:r>
          </w:p>
        </w:tc>
        <w:tc>
          <w:tcPr>
            <w:tcW w:w="853" w:type="dxa"/>
            <w:tcBorders>
              <w:bottom w:val="single" w:sz="4" w:space="0" w:color="auto"/>
            </w:tcBorders>
            <w:textDirection w:val="btLr"/>
            <w:vAlign w:val="center"/>
          </w:tcPr>
          <w:p w14:paraId="118CE505" w14:textId="59C5EB49" w:rsidR="007C6E24" w:rsidRPr="000A58EA" w:rsidRDefault="007C6E24" w:rsidP="001530BB">
            <w:pPr>
              <w:keepNext/>
              <w:keepLines/>
              <w:tabs>
                <w:tab w:val="left" w:pos="851"/>
                <w:tab w:val="left" w:pos="5727"/>
                <w:tab w:val="left" w:pos="9575"/>
              </w:tabs>
              <w:spacing w:line="180" w:lineRule="atLeast"/>
              <w:ind w:left="57" w:right="57"/>
              <w:outlineLvl w:val="0"/>
              <w:rPr>
                <w:iCs/>
                <w:sz w:val="16"/>
                <w:szCs w:val="16"/>
              </w:rPr>
            </w:pPr>
            <w:r w:rsidRPr="006A795E">
              <w:rPr>
                <w:i/>
                <w:sz w:val="16"/>
                <w:szCs w:val="16"/>
              </w:rPr>
              <w:t>Voting</w:t>
            </w:r>
            <w:r w:rsidR="000A58EA">
              <w:rPr>
                <w:i/>
                <w:sz w:val="16"/>
                <w:szCs w:val="16"/>
              </w:rPr>
              <w:t xml:space="preserve"> </w:t>
            </w:r>
            <w:r w:rsidRPr="006A795E">
              <w:rPr>
                <w:i/>
                <w:sz w:val="16"/>
                <w:szCs w:val="16"/>
              </w:rPr>
              <w:t xml:space="preserve">result: </w:t>
            </w:r>
          </w:p>
          <w:p w14:paraId="653ABCB8" w14:textId="77777777" w:rsidR="007C6E24" w:rsidRPr="006A795E" w:rsidRDefault="007C6E24" w:rsidP="001530BB">
            <w:pPr>
              <w:keepNext/>
              <w:keepLines/>
              <w:tabs>
                <w:tab w:val="left" w:pos="851"/>
                <w:tab w:val="left" w:pos="5727"/>
                <w:tab w:val="left" w:pos="9575"/>
              </w:tabs>
              <w:spacing w:line="180" w:lineRule="atLeast"/>
              <w:ind w:left="57" w:right="57"/>
              <w:outlineLvl w:val="0"/>
              <w:rPr>
                <w:i/>
                <w:sz w:val="16"/>
                <w:szCs w:val="16"/>
              </w:rPr>
            </w:pPr>
            <w:r w:rsidRPr="006A795E">
              <w:rPr>
                <w:i/>
                <w:sz w:val="16"/>
                <w:szCs w:val="16"/>
              </w:rPr>
              <w:t>for/against/abstentions</w:t>
            </w:r>
          </w:p>
        </w:tc>
        <w:tc>
          <w:tcPr>
            <w:tcW w:w="1842" w:type="dxa"/>
            <w:tcBorders>
              <w:bottom w:val="single" w:sz="4" w:space="0" w:color="auto"/>
            </w:tcBorders>
            <w:textDirection w:val="btLr"/>
            <w:vAlign w:val="center"/>
          </w:tcPr>
          <w:p w14:paraId="1966B8C3" w14:textId="77777777" w:rsidR="007C6E24" w:rsidRPr="006A795E" w:rsidRDefault="007C6E24" w:rsidP="007C6E24">
            <w:pPr>
              <w:keepNext/>
              <w:keepLines/>
              <w:tabs>
                <w:tab w:val="left" w:pos="851"/>
                <w:tab w:val="left" w:pos="5727"/>
                <w:tab w:val="left" w:pos="9575"/>
              </w:tabs>
              <w:ind w:left="57" w:right="57"/>
              <w:outlineLvl w:val="0"/>
              <w:rPr>
                <w:i/>
                <w:sz w:val="16"/>
                <w:szCs w:val="16"/>
              </w:rPr>
            </w:pPr>
            <w:r w:rsidRPr="006A795E">
              <w:rPr>
                <w:i/>
                <w:sz w:val="16"/>
                <w:szCs w:val="16"/>
              </w:rPr>
              <w:t>Document status</w:t>
            </w:r>
          </w:p>
        </w:tc>
        <w:tc>
          <w:tcPr>
            <w:tcW w:w="428" w:type="dxa"/>
            <w:tcBorders>
              <w:bottom w:val="single" w:sz="4" w:space="0" w:color="auto"/>
            </w:tcBorders>
            <w:textDirection w:val="btLr"/>
            <w:vAlign w:val="center"/>
          </w:tcPr>
          <w:p w14:paraId="14CAC31F" w14:textId="77777777" w:rsidR="007C6E24" w:rsidRPr="006A795E" w:rsidRDefault="007C6E24" w:rsidP="007C6E24">
            <w:pPr>
              <w:keepNext/>
              <w:keepLines/>
              <w:tabs>
                <w:tab w:val="left" w:pos="851"/>
                <w:tab w:val="left" w:pos="5727"/>
                <w:tab w:val="left" w:pos="9575"/>
              </w:tabs>
              <w:ind w:left="57" w:right="57"/>
              <w:outlineLvl w:val="0"/>
              <w:rPr>
                <w:i/>
                <w:sz w:val="16"/>
                <w:szCs w:val="16"/>
              </w:rPr>
            </w:pPr>
            <w:r w:rsidRPr="006A795E">
              <w:rPr>
                <w:i/>
                <w:sz w:val="16"/>
                <w:szCs w:val="16"/>
              </w:rPr>
              <w:t>Remark</w:t>
            </w:r>
          </w:p>
        </w:tc>
      </w:tr>
      <w:tr w:rsidR="001530BB" w:rsidRPr="006A795E" w14:paraId="63557329" w14:textId="77777777" w:rsidTr="001530BB">
        <w:trPr>
          <w:cantSplit/>
          <w:trHeight w:val="957"/>
          <w:tblHeader/>
        </w:trPr>
        <w:tc>
          <w:tcPr>
            <w:tcW w:w="584" w:type="dxa"/>
            <w:vMerge/>
            <w:tcBorders>
              <w:top w:val="single" w:sz="4" w:space="0" w:color="auto"/>
              <w:bottom w:val="single" w:sz="12" w:space="0" w:color="auto"/>
            </w:tcBorders>
            <w:textDirection w:val="btLr"/>
            <w:vAlign w:val="center"/>
          </w:tcPr>
          <w:p w14:paraId="0500DF3A" w14:textId="77777777" w:rsidR="007C6E24" w:rsidRPr="006A795E" w:rsidRDefault="007C6E24" w:rsidP="007C6E24">
            <w:pPr>
              <w:keepNext/>
              <w:keepLines/>
              <w:tabs>
                <w:tab w:val="left" w:pos="851"/>
                <w:tab w:val="left" w:pos="5727"/>
                <w:tab w:val="left" w:pos="9575"/>
              </w:tabs>
              <w:ind w:left="113" w:right="113"/>
              <w:outlineLvl w:val="0"/>
              <w:rPr>
                <w:sz w:val="16"/>
                <w:szCs w:val="16"/>
              </w:rPr>
            </w:pPr>
          </w:p>
        </w:tc>
        <w:tc>
          <w:tcPr>
            <w:tcW w:w="2710" w:type="dxa"/>
            <w:vMerge/>
            <w:tcBorders>
              <w:top w:val="single" w:sz="4" w:space="0" w:color="auto"/>
              <w:bottom w:val="single" w:sz="12" w:space="0" w:color="auto"/>
            </w:tcBorders>
            <w:textDirection w:val="btLr"/>
            <w:vAlign w:val="center"/>
          </w:tcPr>
          <w:p w14:paraId="0D8055F1" w14:textId="77777777" w:rsidR="007C6E24" w:rsidRPr="006A795E" w:rsidRDefault="007C6E24" w:rsidP="007C6E24">
            <w:pPr>
              <w:keepNext/>
              <w:keepLines/>
              <w:tabs>
                <w:tab w:val="left" w:pos="851"/>
                <w:tab w:val="left" w:pos="5727"/>
                <w:tab w:val="left" w:pos="9575"/>
              </w:tabs>
              <w:ind w:left="113" w:right="113"/>
              <w:outlineLvl w:val="0"/>
              <w:rPr>
                <w:sz w:val="16"/>
                <w:szCs w:val="16"/>
              </w:rPr>
            </w:pPr>
          </w:p>
        </w:tc>
        <w:tc>
          <w:tcPr>
            <w:tcW w:w="567" w:type="dxa"/>
            <w:tcBorders>
              <w:top w:val="single" w:sz="4" w:space="0" w:color="auto"/>
              <w:bottom w:val="single" w:sz="12" w:space="0" w:color="auto"/>
            </w:tcBorders>
            <w:textDirection w:val="btLr"/>
          </w:tcPr>
          <w:p w14:paraId="0F6DB5ED" w14:textId="77777777" w:rsidR="007C6E24" w:rsidRPr="006A795E" w:rsidRDefault="007C6E24" w:rsidP="000A58EA">
            <w:pPr>
              <w:keepNext/>
              <w:keepLines/>
              <w:tabs>
                <w:tab w:val="left" w:pos="851"/>
                <w:tab w:val="left" w:pos="5727"/>
                <w:tab w:val="left" w:pos="9575"/>
              </w:tabs>
              <w:spacing w:line="220" w:lineRule="atLeast"/>
              <w:ind w:left="57" w:right="57"/>
              <w:outlineLvl w:val="0"/>
              <w:rPr>
                <w:i/>
                <w:sz w:val="16"/>
                <w:szCs w:val="16"/>
              </w:rPr>
            </w:pPr>
            <w:r w:rsidRPr="006A795E">
              <w:rPr>
                <w:i/>
                <w:sz w:val="16"/>
                <w:szCs w:val="16"/>
              </w:rPr>
              <w:t>applying the Regulation</w:t>
            </w:r>
          </w:p>
        </w:tc>
        <w:tc>
          <w:tcPr>
            <w:tcW w:w="543" w:type="dxa"/>
            <w:tcBorders>
              <w:top w:val="single" w:sz="4" w:space="0" w:color="auto"/>
              <w:bottom w:val="single" w:sz="12" w:space="0" w:color="auto"/>
            </w:tcBorders>
            <w:textDirection w:val="btLr"/>
          </w:tcPr>
          <w:p w14:paraId="7EE9017D" w14:textId="77777777" w:rsidR="007C6E24" w:rsidRPr="006A795E" w:rsidRDefault="007C6E24" w:rsidP="000A58EA">
            <w:pPr>
              <w:keepNext/>
              <w:keepLines/>
              <w:tabs>
                <w:tab w:val="left" w:pos="851"/>
                <w:tab w:val="left" w:pos="5727"/>
                <w:tab w:val="left" w:pos="9575"/>
              </w:tabs>
              <w:spacing w:line="220" w:lineRule="atLeast"/>
              <w:ind w:left="57" w:right="57"/>
              <w:outlineLvl w:val="0"/>
              <w:rPr>
                <w:i/>
                <w:sz w:val="16"/>
                <w:szCs w:val="16"/>
              </w:rPr>
            </w:pPr>
            <w:r w:rsidRPr="006A795E">
              <w:rPr>
                <w:i/>
                <w:sz w:val="16"/>
                <w:szCs w:val="16"/>
              </w:rPr>
              <w:t>represented and voting</w:t>
            </w:r>
          </w:p>
        </w:tc>
        <w:tc>
          <w:tcPr>
            <w:tcW w:w="1007" w:type="dxa"/>
            <w:tcBorders>
              <w:top w:val="single" w:sz="4" w:space="0" w:color="auto"/>
              <w:bottom w:val="single" w:sz="12" w:space="0" w:color="auto"/>
            </w:tcBorders>
            <w:textDirection w:val="btLr"/>
            <w:vAlign w:val="center"/>
          </w:tcPr>
          <w:p w14:paraId="4BEB01AF" w14:textId="77777777" w:rsidR="007C6E24" w:rsidRPr="006A795E" w:rsidRDefault="007C6E24" w:rsidP="007C6E24">
            <w:pPr>
              <w:keepNext/>
              <w:keepLines/>
              <w:tabs>
                <w:tab w:val="left" w:pos="851"/>
                <w:tab w:val="left" w:pos="5727"/>
                <w:tab w:val="left" w:pos="9575"/>
              </w:tabs>
              <w:ind w:left="113" w:right="113"/>
              <w:outlineLvl w:val="0"/>
              <w:rPr>
                <w:sz w:val="16"/>
                <w:szCs w:val="16"/>
              </w:rPr>
            </w:pPr>
          </w:p>
        </w:tc>
        <w:tc>
          <w:tcPr>
            <w:tcW w:w="853" w:type="dxa"/>
            <w:tcBorders>
              <w:top w:val="single" w:sz="4" w:space="0" w:color="auto"/>
              <w:bottom w:val="single" w:sz="12" w:space="0" w:color="auto"/>
            </w:tcBorders>
            <w:textDirection w:val="btLr"/>
            <w:vAlign w:val="center"/>
          </w:tcPr>
          <w:p w14:paraId="11AC785C" w14:textId="77777777" w:rsidR="007C6E24" w:rsidRPr="006A795E" w:rsidRDefault="007C6E24" w:rsidP="007C6E24">
            <w:pPr>
              <w:keepNext/>
              <w:keepLines/>
              <w:tabs>
                <w:tab w:val="left" w:pos="851"/>
                <w:tab w:val="left" w:pos="5727"/>
                <w:tab w:val="left" w:pos="9575"/>
              </w:tabs>
              <w:ind w:left="113" w:right="113"/>
              <w:outlineLvl w:val="0"/>
              <w:rPr>
                <w:sz w:val="16"/>
                <w:szCs w:val="16"/>
              </w:rPr>
            </w:pPr>
          </w:p>
        </w:tc>
        <w:tc>
          <w:tcPr>
            <w:tcW w:w="1842" w:type="dxa"/>
            <w:tcBorders>
              <w:top w:val="single" w:sz="4" w:space="0" w:color="auto"/>
              <w:bottom w:val="single" w:sz="12" w:space="0" w:color="auto"/>
            </w:tcBorders>
            <w:textDirection w:val="btLr"/>
            <w:vAlign w:val="center"/>
          </w:tcPr>
          <w:p w14:paraId="20921679" w14:textId="77777777" w:rsidR="007C6E24" w:rsidRPr="006A795E" w:rsidRDefault="007C6E24" w:rsidP="007C6E24">
            <w:pPr>
              <w:keepNext/>
              <w:keepLines/>
              <w:tabs>
                <w:tab w:val="left" w:pos="851"/>
                <w:tab w:val="left" w:pos="5727"/>
                <w:tab w:val="left" w:pos="9575"/>
              </w:tabs>
              <w:ind w:left="113" w:right="113"/>
              <w:outlineLvl w:val="0"/>
              <w:rPr>
                <w:sz w:val="16"/>
                <w:szCs w:val="16"/>
              </w:rPr>
            </w:pPr>
          </w:p>
        </w:tc>
        <w:tc>
          <w:tcPr>
            <w:tcW w:w="428" w:type="dxa"/>
            <w:tcBorders>
              <w:top w:val="single" w:sz="4" w:space="0" w:color="auto"/>
              <w:bottom w:val="single" w:sz="12" w:space="0" w:color="auto"/>
            </w:tcBorders>
            <w:textDirection w:val="btLr"/>
            <w:vAlign w:val="center"/>
          </w:tcPr>
          <w:p w14:paraId="1F74EA83" w14:textId="77777777" w:rsidR="007C6E24" w:rsidRPr="006A795E" w:rsidRDefault="007C6E24" w:rsidP="007C6E24">
            <w:pPr>
              <w:keepNext/>
              <w:keepLines/>
              <w:tabs>
                <w:tab w:val="left" w:pos="851"/>
                <w:tab w:val="left" w:pos="5727"/>
                <w:tab w:val="left" w:pos="9575"/>
              </w:tabs>
              <w:ind w:left="113" w:right="113"/>
              <w:outlineLvl w:val="0"/>
              <w:rPr>
                <w:sz w:val="16"/>
                <w:szCs w:val="16"/>
              </w:rPr>
            </w:pPr>
          </w:p>
        </w:tc>
      </w:tr>
      <w:tr w:rsidR="001530BB" w:rsidRPr="006A795E" w14:paraId="34EF7642" w14:textId="77777777" w:rsidTr="001530BB">
        <w:trPr>
          <w:cantSplit/>
          <w:trHeight w:val="454"/>
        </w:trPr>
        <w:tc>
          <w:tcPr>
            <w:tcW w:w="584" w:type="dxa"/>
          </w:tcPr>
          <w:p w14:paraId="602FE859" w14:textId="77777777" w:rsidR="007C6E24" w:rsidRPr="006A795E" w:rsidRDefault="007C6E24" w:rsidP="007C6E24">
            <w:pPr>
              <w:tabs>
                <w:tab w:val="left" w:pos="851"/>
                <w:tab w:val="left" w:pos="5727"/>
                <w:tab w:val="left" w:pos="9575"/>
              </w:tabs>
              <w:outlineLvl w:val="0"/>
            </w:pPr>
            <w:r w:rsidRPr="006A795E">
              <w:t>0</w:t>
            </w:r>
          </w:p>
        </w:tc>
        <w:tc>
          <w:tcPr>
            <w:tcW w:w="2710" w:type="dxa"/>
            <w:tcBorders>
              <w:top w:val="single" w:sz="12" w:space="0" w:color="auto"/>
              <w:bottom w:val="single" w:sz="4" w:space="0" w:color="auto"/>
            </w:tcBorders>
          </w:tcPr>
          <w:p w14:paraId="28F19339" w14:textId="77777777" w:rsidR="007C6E24" w:rsidRPr="006A795E" w:rsidRDefault="007C6E24" w:rsidP="007C6E24">
            <w:pPr>
              <w:keepNext/>
              <w:keepLines/>
              <w:tabs>
                <w:tab w:val="left" w:pos="851"/>
                <w:tab w:val="left" w:pos="5727"/>
                <w:tab w:val="left" w:pos="9575"/>
              </w:tabs>
              <w:outlineLvl w:val="0"/>
              <w:rPr>
                <w:bCs/>
              </w:rPr>
            </w:pPr>
            <w:r w:rsidRPr="006A795E">
              <w:rPr>
                <w:bCs/>
              </w:rPr>
              <w:t>Whole Vehicle Type Approval (IWVTA)</w:t>
            </w:r>
          </w:p>
        </w:tc>
        <w:tc>
          <w:tcPr>
            <w:tcW w:w="567" w:type="dxa"/>
            <w:tcBorders>
              <w:top w:val="single" w:sz="12" w:space="0" w:color="auto"/>
              <w:bottom w:val="single" w:sz="4" w:space="0" w:color="auto"/>
            </w:tcBorders>
          </w:tcPr>
          <w:p w14:paraId="56A9B2F8" w14:textId="77777777" w:rsidR="007C6E24" w:rsidRPr="006A795E" w:rsidRDefault="007C6E24" w:rsidP="007C6E24">
            <w:pPr>
              <w:keepNext/>
              <w:keepLines/>
              <w:tabs>
                <w:tab w:val="left" w:pos="851"/>
                <w:tab w:val="left" w:pos="5727"/>
                <w:tab w:val="left" w:pos="9575"/>
              </w:tabs>
              <w:outlineLvl w:val="0"/>
            </w:pPr>
            <w:r w:rsidRPr="006A795E">
              <w:t>54</w:t>
            </w:r>
          </w:p>
        </w:tc>
        <w:tc>
          <w:tcPr>
            <w:tcW w:w="543" w:type="dxa"/>
            <w:tcBorders>
              <w:top w:val="single" w:sz="12" w:space="0" w:color="auto"/>
              <w:bottom w:val="single" w:sz="4" w:space="0" w:color="auto"/>
            </w:tcBorders>
            <w:shd w:val="clear" w:color="auto" w:fill="auto"/>
          </w:tcPr>
          <w:p w14:paraId="4743B5F3" w14:textId="77777777" w:rsidR="007C6E24" w:rsidRPr="006A795E" w:rsidRDefault="007C6E24" w:rsidP="007C6E24">
            <w:pPr>
              <w:keepNext/>
              <w:keepLines/>
              <w:tabs>
                <w:tab w:val="left" w:pos="851"/>
                <w:tab w:val="left" w:pos="5727"/>
                <w:tab w:val="left" w:pos="9575"/>
              </w:tabs>
              <w:outlineLvl w:val="0"/>
            </w:pPr>
            <w:r w:rsidRPr="006A795E">
              <w:t>40</w:t>
            </w:r>
          </w:p>
        </w:tc>
        <w:tc>
          <w:tcPr>
            <w:tcW w:w="1007" w:type="dxa"/>
            <w:tcBorders>
              <w:top w:val="single" w:sz="12" w:space="0" w:color="auto"/>
              <w:bottom w:val="single" w:sz="4" w:space="0" w:color="auto"/>
            </w:tcBorders>
            <w:shd w:val="clear" w:color="auto" w:fill="auto"/>
          </w:tcPr>
          <w:p w14:paraId="0BA80DA9" w14:textId="77777777" w:rsidR="007C6E24" w:rsidRPr="006A795E" w:rsidRDefault="007C6E24" w:rsidP="007C6E24">
            <w:r w:rsidRPr="006A795E">
              <w:t>2019/74</w:t>
            </w:r>
          </w:p>
        </w:tc>
        <w:tc>
          <w:tcPr>
            <w:tcW w:w="853" w:type="dxa"/>
            <w:shd w:val="clear" w:color="auto" w:fill="auto"/>
          </w:tcPr>
          <w:p w14:paraId="4920D2D4" w14:textId="77777777" w:rsidR="007C6E24" w:rsidRPr="006A795E" w:rsidRDefault="007C6E24" w:rsidP="007C6E24">
            <w:pPr>
              <w:keepNext/>
              <w:keepLines/>
              <w:tabs>
                <w:tab w:val="left" w:pos="851"/>
                <w:tab w:val="left" w:pos="5727"/>
                <w:tab w:val="left" w:pos="9575"/>
              </w:tabs>
              <w:outlineLvl w:val="0"/>
            </w:pPr>
            <w:r w:rsidRPr="006A795E">
              <w:t>40/0/0</w:t>
            </w:r>
          </w:p>
        </w:tc>
        <w:tc>
          <w:tcPr>
            <w:tcW w:w="1842" w:type="dxa"/>
            <w:shd w:val="clear" w:color="auto" w:fill="auto"/>
          </w:tcPr>
          <w:p w14:paraId="0B44DEF8" w14:textId="77777777" w:rsidR="007C6E24" w:rsidRPr="006A795E" w:rsidRDefault="007C6E24" w:rsidP="007C6E24">
            <w:r w:rsidRPr="006A795E">
              <w:t>Supplement 1 to the original series</w:t>
            </w:r>
          </w:p>
        </w:tc>
        <w:tc>
          <w:tcPr>
            <w:tcW w:w="428" w:type="dxa"/>
            <w:shd w:val="clear" w:color="auto" w:fill="auto"/>
          </w:tcPr>
          <w:p w14:paraId="6C2A7C4D"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4F8F0412" w14:textId="77777777" w:rsidTr="001530BB">
        <w:trPr>
          <w:cantSplit/>
          <w:trHeight w:val="454"/>
        </w:trPr>
        <w:tc>
          <w:tcPr>
            <w:tcW w:w="584" w:type="dxa"/>
          </w:tcPr>
          <w:p w14:paraId="6198852F" w14:textId="77777777" w:rsidR="007C6E24" w:rsidRPr="006A795E" w:rsidRDefault="007C6E24" w:rsidP="007C6E24">
            <w:pPr>
              <w:tabs>
                <w:tab w:val="left" w:pos="851"/>
                <w:tab w:val="left" w:pos="5727"/>
                <w:tab w:val="left" w:pos="9575"/>
              </w:tabs>
              <w:outlineLvl w:val="0"/>
            </w:pPr>
            <w:r w:rsidRPr="006A795E">
              <w:t>0</w:t>
            </w:r>
          </w:p>
        </w:tc>
        <w:tc>
          <w:tcPr>
            <w:tcW w:w="2710" w:type="dxa"/>
            <w:tcBorders>
              <w:top w:val="single" w:sz="4" w:space="0" w:color="auto"/>
              <w:bottom w:val="single" w:sz="4" w:space="0" w:color="auto"/>
            </w:tcBorders>
          </w:tcPr>
          <w:p w14:paraId="333A59A8" w14:textId="77777777" w:rsidR="007C6E24" w:rsidRPr="006A795E" w:rsidRDefault="007C6E24" w:rsidP="007C6E24">
            <w:pPr>
              <w:keepNext/>
              <w:keepLines/>
              <w:tabs>
                <w:tab w:val="left" w:pos="851"/>
                <w:tab w:val="left" w:pos="5727"/>
                <w:tab w:val="left" w:pos="9575"/>
              </w:tabs>
              <w:outlineLvl w:val="0"/>
              <w:rPr>
                <w:bCs/>
              </w:rPr>
            </w:pPr>
            <w:r w:rsidRPr="006A795E">
              <w:rPr>
                <w:bCs/>
              </w:rPr>
              <w:t>Whole Vehicle Type Approval (IWVTA)</w:t>
            </w:r>
          </w:p>
        </w:tc>
        <w:tc>
          <w:tcPr>
            <w:tcW w:w="567" w:type="dxa"/>
            <w:tcBorders>
              <w:top w:val="single" w:sz="4" w:space="0" w:color="auto"/>
              <w:bottom w:val="single" w:sz="4" w:space="0" w:color="auto"/>
            </w:tcBorders>
          </w:tcPr>
          <w:p w14:paraId="608E45FD" w14:textId="77777777" w:rsidR="007C6E24" w:rsidRPr="006A795E" w:rsidRDefault="007C6E24" w:rsidP="007C6E24">
            <w:pPr>
              <w:keepNext/>
              <w:keepLines/>
              <w:tabs>
                <w:tab w:val="left" w:pos="851"/>
                <w:tab w:val="left" w:pos="5727"/>
                <w:tab w:val="left" w:pos="9575"/>
              </w:tabs>
              <w:outlineLvl w:val="0"/>
            </w:pPr>
            <w:r w:rsidRPr="006A795E">
              <w:t>54</w:t>
            </w:r>
          </w:p>
        </w:tc>
        <w:tc>
          <w:tcPr>
            <w:tcW w:w="543" w:type="dxa"/>
            <w:tcBorders>
              <w:top w:val="single" w:sz="4" w:space="0" w:color="auto"/>
              <w:bottom w:val="single" w:sz="4" w:space="0" w:color="auto"/>
            </w:tcBorders>
            <w:shd w:val="clear" w:color="auto" w:fill="auto"/>
          </w:tcPr>
          <w:p w14:paraId="4D1FF172" w14:textId="77777777" w:rsidR="007C6E24" w:rsidRPr="006A795E" w:rsidRDefault="007C6E24" w:rsidP="007C6E24">
            <w:pPr>
              <w:keepNext/>
              <w:keepLines/>
              <w:tabs>
                <w:tab w:val="left" w:pos="851"/>
                <w:tab w:val="left" w:pos="5727"/>
                <w:tab w:val="left" w:pos="9575"/>
              </w:tabs>
              <w:outlineLvl w:val="0"/>
            </w:pPr>
            <w:r w:rsidRPr="006A795E">
              <w:t>40</w:t>
            </w:r>
          </w:p>
        </w:tc>
        <w:tc>
          <w:tcPr>
            <w:tcW w:w="1007" w:type="dxa"/>
            <w:tcBorders>
              <w:top w:val="single" w:sz="4" w:space="0" w:color="auto"/>
              <w:bottom w:val="single" w:sz="4" w:space="0" w:color="auto"/>
            </w:tcBorders>
            <w:shd w:val="clear" w:color="auto" w:fill="auto"/>
          </w:tcPr>
          <w:p w14:paraId="5D7E89E3" w14:textId="77777777" w:rsidR="007C6E24" w:rsidRPr="006A795E" w:rsidRDefault="007C6E24" w:rsidP="007C6E24">
            <w:r w:rsidRPr="006A795E">
              <w:t>2019/75</w:t>
            </w:r>
          </w:p>
        </w:tc>
        <w:tc>
          <w:tcPr>
            <w:tcW w:w="853" w:type="dxa"/>
            <w:shd w:val="clear" w:color="auto" w:fill="auto"/>
          </w:tcPr>
          <w:p w14:paraId="5A7CC3BF" w14:textId="77777777" w:rsidR="007C6E24" w:rsidRPr="006A795E" w:rsidRDefault="007C6E24" w:rsidP="007C6E24">
            <w:pPr>
              <w:keepNext/>
              <w:keepLines/>
              <w:tabs>
                <w:tab w:val="left" w:pos="851"/>
                <w:tab w:val="left" w:pos="5727"/>
                <w:tab w:val="left" w:pos="9575"/>
              </w:tabs>
              <w:outlineLvl w:val="0"/>
            </w:pPr>
            <w:r w:rsidRPr="006A795E">
              <w:t>40/0/0</w:t>
            </w:r>
          </w:p>
        </w:tc>
        <w:tc>
          <w:tcPr>
            <w:tcW w:w="1842" w:type="dxa"/>
            <w:shd w:val="clear" w:color="auto" w:fill="auto"/>
          </w:tcPr>
          <w:p w14:paraId="7F6E6102" w14:textId="77777777" w:rsidR="007C6E24" w:rsidRPr="006A795E" w:rsidRDefault="007C6E24" w:rsidP="007C6E24">
            <w:r w:rsidRPr="006A795E">
              <w:t>Supplement 1 to the 01 series</w:t>
            </w:r>
          </w:p>
        </w:tc>
        <w:tc>
          <w:tcPr>
            <w:tcW w:w="428" w:type="dxa"/>
            <w:shd w:val="clear" w:color="auto" w:fill="auto"/>
          </w:tcPr>
          <w:p w14:paraId="488C75C6" w14:textId="77777777" w:rsidR="007C6E24" w:rsidRPr="006A795E" w:rsidRDefault="007C6E24" w:rsidP="007C6E24">
            <w:pPr>
              <w:keepNext/>
              <w:keepLines/>
              <w:tabs>
                <w:tab w:val="left" w:pos="851"/>
                <w:tab w:val="left" w:pos="5727"/>
                <w:tab w:val="left" w:pos="9575"/>
              </w:tabs>
              <w:spacing w:before="120"/>
              <w:outlineLvl w:val="0"/>
            </w:pPr>
          </w:p>
        </w:tc>
      </w:tr>
      <w:tr w:rsidR="001530BB" w:rsidRPr="006A795E" w14:paraId="067584E8" w14:textId="77777777" w:rsidTr="001530BB">
        <w:trPr>
          <w:cantSplit/>
          <w:trHeight w:val="454"/>
        </w:trPr>
        <w:tc>
          <w:tcPr>
            <w:tcW w:w="584" w:type="dxa"/>
          </w:tcPr>
          <w:p w14:paraId="3C9C09E5" w14:textId="77777777" w:rsidR="007C6E24" w:rsidRPr="006A795E" w:rsidRDefault="007C6E24" w:rsidP="007C6E24">
            <w:pPr>
              <w:tabs>
                <w:tab w:val="left" w:pos="851"/>
                <w:tab w:val="left" w:pos="5727"/>
                <w:tab w:val="left" w:pos="9575"/>
              </w:tabs>
              <w:outlineLvl w:val="0"/>
            </w:pPr>
            <w:r w:rsidRPr="006A795E">
              <w:t>0</w:t>
            </w:r>
          </w:p>
        </w:tc>
        <w:tc>
          <w:tcPr>
            <w:tcW w:w="2710" w:type="dxa"/>
            <w:tcBorders>
              <w:top w:val="single" w:sz="4" w:space="0" w:color="auto"/>
              <w:bottom w:val="single" w:sz="2" w:space="0" w:color="auto"/>
            </w:tcBorders>
          </w:tcPr>
          <w:p w14:paraId="49346A7C" w14:textId="77777777" w:rsidR="007C6E24" w:rsidRPr="006A795E" w:rsidRDefault="007C6E24" w:rsidP="007C6E24">
            <w:pPr>
              <w:keepNext/>
              <w:keepLines/>
              <w:tabs>
                <w:tab w:val="left" w:pos="851"/>
                <w:tab w:val="left" w:pos="5727"/>
                <w:tab w:val="left" w:pos="9575"/>
              </w:tabs>
              <w:outlineLvl w:val="0"/>
              <w:rPr>
                <w:bCs/>
              </w:rPr>
            </w:pPr>
            <w:r w:rsidRPr="006A795E">
              <w:rPr>
                <w:bCs/>
              </w:rPr>
              <w:t>Whole Vehicle Type Approval (IWVTA)</w:t>
            </w:r>
          </w:p>
        </w:tc>
        <w:tc>
          <w:tcPr>
            <w:tcW w:w="567" w:type="dxa"/>
            <w:tcBorders>
              <w:top w:val="single" w:sz="4" w:space="0" w:color="auto"/>
              <w:bottom w:val="single" w:sz="2" w:space="0" w:color="auto"/>
            </w:tcBorders>
          </w:tcPr>
          <w:p w14:paraId="7AE5FE25" w14:textId="77777777" w:rsidR="007C6E24" w:rsidRPr="006A795E" w:rsidRDefault="007C6E24" w:rsidP="007C6E24">
            <w:pPr>
              <w:keepNext/>
              <w:keepLines/>
              <w:tabs>
                <w:tab w:val="left" w:pos="851"/>
                <w:tab w:val="left" w:pos="5727"/>
                <w:tab w:val="left" w:pos="9575"/>
              </w:tabs>
              <w:outlineLvl w:val="0"/>
            </w:pPr>
            <w:r w:rsidRPr="006A795E">
              <w:t>54</w:t>
            </w:r>
          </w:p>
        </w:tc>
        <w:tc>
          <w:tcPr>
            <w:tcW w:w="543" w:type="dxa"/>
            <w:tcBorders>
              <w:top w:val="single" w:sz="4" w:space="0" w:color="auto"/>
              <w:bottom w:val="single" w:sz="2" w:space="0" w:color="auto"/>
            </w:tcBorders>
            <w:shd w:val="clear" w:color="auto" w:fill="auto"/>
          </w:tcPr>
          <w:p w14:paraId="6453CF3E" w14:textId="77777777" w:rsidR="007C6E24" w:rsidRPr="006A795E" w:rsidRDefault="007C6E24" w:rsidP="007C6E24">
            <w:pPr>
              <w:keepNext/>
              <w:keepLines/>
              <w:tabs>
                <w:tab w:val="left" w:pos="851"/>
                <w:tab w:val="left" w:pos="5727"/>
                <w:tab w:val="left" w:pos="9575"/>
              </w:tabs>
              <w:outlineLvl w:val="0"/>
            </w:pPr>
            <w:r w:rsidRPr="006A795E">
              <w:t>40</w:t>
            </w:r>
          </w:p>
        </w:tc>
        <w:tc>
          <w:tcPr>
            <w:tcW w:w="1007" w:type="dxa"/>
            <w:tcBorders>
              <w:top w:val="single" w:sz="4" w:space="0" w:color="auto"/>
              <w:bottom w:val="single" w:sz="2" w:space="0" w:color="auto"/>
            </w:tcBorders>
            <w:shd w:val="clear" w:color="auto" w:fill="auto"/>
          </w:tcPr>
          <w:p w14:paraId="7E427CD3" w14:textId="77777777" w:rsidR="007C6E24" w:rsidRPr="006A795E" w:rsidRDefault="007C6E24" w:rsidP="007C6E24">
            <w:r w:rsidRPr="006A795E">
              <w:t>2019/76</w:t>
            </w:r>
          </w:p>
        </w:tc>
        <w:tc>
          <w:tcPr>
            <w:tcW w:w="853" w:type="dxa"/>
            <w:shd w:val="clear" w:color="auto" w:fill="auto"/>
          </w:tcPr>
          <w:p w14:paraId="57BB9BCB" w14:textId="77777777" w:rsidR="007C6E24" w:rsidRPr="006A795E" w:rsidRDefault="007C6E24" w:rsidP="007C6E24">
            <w:pPr>
              <w:keepNext/>
              <w:keepLines/>
              <w:tabs>
                <w:tab w:val="left" w:pos="851"/>
                <w:tab w:val="left" w:pos="5727"/>
                <w:tab w:val="left" w:pos="9575"/>
              </w:tabs>
              <w:outlineLvl w:val="0"/>
            </w:pPr>
            <w:r w:rsidRPr="006A795E">
              <w:t>40/0/0</w:t>
            </w:r>
          </w:p>
        </w:tc>
        <w:tc>
          <w:tcPr>
            <w:tcW w:w="1842" w:type="dxa"/>
            <w:shd w:val="clear" w:color="auto" w:fill="auto"/>
          </w:tcPr>
          <w:p w14:paraId="53549F60" w14:textId="77777777" w:rsidR="007C6E24" w:rsidRPr="006A795E" w:rsidRDefault="007C6E24" w:rsidP="007C6E24">
            <w:r w:rsidRPr="006A795E">
              <w:t>Proposal for a new 02 series</w:t>
            </w:r>
          </w:p>
        </w:tc>
        <w:tc>
          <w:tcPr>
            <w:tcW w:w="428" w:type="dxa"/>
            <w:shd w:val="clear" w:color="auto" w:fill="auto"/>
          </w:tcPr>
          <w:p w14:paraId="7072FD8A" w14:textId="77777777" w:rsidR="007C6E24" w:rsidRPr="006A795E" w:rsidRDefault="007C6E24" w:rsidP="007C6E24">
            <w:pPr>
              <w:keepNext/>
              <w:keepLines/>
              <w:tabs>
                <w:tab w:val="left" w:pos="851"/>
                <w:tab w:val="left" w:pos="5727"/>
                <w:tab w:val="left" w:pos="9575"/>
              </w:tabs>
              <w:spacing w:before="120"/>
              <w:outlineLvl w:val="0"/>
            </w:pPr>
          </w:p>
        </w:tc>
      </w:tr>
      <w:tr w:rsidR="001530BB" w:rsidRPr="006A795E" w14:paraId="59D212CA" w14:textId="77777777" w:rsidTr="001530BB">
        <w:trPr>
          <w:cantSplit/>
          <w:trHeight w:val="454"/>
        </w:trPr>
        <w:tc>
          <w:tcPr>
            <w:tcW w:w="584" w:type="dxa"/>
          </w:tcPr>
          <w:p w14:paraId="65786FCD" w14:textId="77777777" w:rsidR="007C6E24" w:rsidRPr="006A795E" w:rsidRDefault="007C6E24" w:rsidP="007C6E24">
            <w:pPr>
              <w:tabs>
                <w:tab w:val="left" w:pos="851"/>
                <w:tab w:val="left" w:pos="5727"/>
                <w:tab w:val="left" w:pos="9575"/>
              </w:tabs>
              <w:outlineLvl w:val="0"/>
            </w:pPr>
            <w:r w:rsidRPr="006A795E">
              <w:lastRenderedPageBreak/>
              <w:t>16</w:t>
            </w:r>
          </w:p>
        </w:tc>
        <w:tc>
          <w:tcPr>
            <w:tcW w:w="2710" w:type="dxa"/>
          </w:tcPr>
          <w:p w14:paraId="5865FC2A" w14:textId="77777777" w:rsidR="007C6E24" w:rsidRPr="006A795E" w:rsidRDefault="007C6E24" w:rsidP="007C6E24">
            <w:pPr>
              <w:keepNext/>
              <w:keepLines/>
              <w:tabs>
                <w:tab w:val="left" w:pos="851"/>
                <w:tab w:val="left" w:pos="5727"/>
                <w:tab w:val="left" w:pos="9575"/>
              </w:tabs>
              <w:outlineLvl w:val="0"/>
              <w:rPr>
                <w:bCs/>
              </w:rPr>
            </w:pPr>
            <w:r w:rsidRPr="006A795E">
              <w:t xml:space="preserve">Safety-belts, ISOFIX and </w:t>
            </w:r>
            <w:proofErr w:type="spellStart"/>
            <w:r w:rsidRPr="006A795E">
              <w:t>i</w:t>
            </w:r>
            <w:proofErr w:type="spellEnd"/>
            <w:r w:rsidRPr="006A795E">
              <w:t>-Size</w:t>
            </w:r>
          </w:p>
        </w:tc>
        <w:tc>
          <w:tcPr>
            <w:tcW w:w="567" w:type="dxa"/>
            <w:tcBorders>
              <w:top w:val="single" w:sz="4" w:space="0" w:color="auto"/>
            </w:tcBorders>
          </w:tcPr>
          <w:p w14:paraId="5B87B84A" w14:textId="77777777" w:rsidR="007C6E24" w:rsidRPr="006A795E" w:rsidRDefault="007C6E24" w:rsidP="007C6E24">
            <w:pPr>
              <w:keepNext/>
              <w:keepLines/>
              <w:tabs>
                <w:tab w:val="left" w:pos="851"/>
                <w:tab w:val="left" w:pos="5727"/>
                <w:tab w:val="left" w:pos="9575"/>
              </w:tabs>
              <w:outlineLvl w:val="0"/>
            </w:pPr>
            <w:r w:rsidRPr="006A795E">
              <w:t>48</w:t>
            </w:r>
          </w:p>
        </w:tc>
        <w:tc>
          <w:tcPr>
            <w:tcW w:w="543" w:type="dxa"/>
            <w:tcBorders>
              <w:top w:val="single" w:sz="4" w:space="0" w:color="auto"/>
            </w:tcBorders>
            <w:shd w:val="clear" w:color="auto" w:fill="auto"/>
          </w:tcPr>
          <w:p w14:paraId="00B5D158" w14:textId="77777777" w:rsidR="007C6E24" w:rsidRPr="006A795E" w:rsidRDefault="007C6E24" w:rsidP="007C6E24">
            <w:pPr>
              <w:keepNext/>
              <w:keepLines/>
              <w:tabs>
                <w:tab w:val="left" w:pos="851"/>
                <w:tab w:val="left" w:pos="5727"/>
                <w:tab w:val="left" w:pos="9575"/>
              </w:tabs>
              <w:outlineLvl w:val="0"/>
            </w:pPr>
            <w:r w:rsidRPr="006A795E">
              <w:t>36</w:t>
            </w:r>
          </w:p>
        </w:tc>
        <w:tc>
          <w:tcPr>
            <w:tcW w:w="1007" w:type="dxa"/>
            <w:shd w:val="clear" w:color="auto" w:fill="auto"/>
          </w:tcPr>
          <w:p w14:paraId="5A2CC401" w14:textId="77777777" w:rsidR="007C6E24" w:rsidRPr="006A795E" w:rsidRDefault="007C6E24" w:rsidP="007C6E24">
            <w:r w:rsidRPr="006A795E">
              <w:t>2019/104</w:t>
            </w:r>
          </w:p>
        </w:tc>
        <w:tc>
          <w:tcPr>
            <w:tcW w:w="853" w:type="dxa"/>
            <w:shd w:val="clear" w:color="auto" w:fill="auto"/>
          </w:tcPr>
          <w:p w14:paraId="02684C8F" w14:textId="77777777" w:rsidR="007C6E24" w:rsidRPr="006A795E" w:rsidRDefault="007C6E24" w:rsidP="007C6E24">
            <w:pPr>
              <w:keepNext/>
              <w:keepLines/>
              <w:tabs>
                <w:tab w:val="left" w:pos="851"/>
                <w:tab w:val="left" w:pos="5727"/>
                <w:tab w:val="left" w:pos="9575"/>
              </w:tabs>
              <w:outlineLvl w:val="0"/>
            </w:pPr>
            <w:r w:rsidRPr="006A795E">
              <w:t>36/0/0</w:t>
            </w:r>
          </w:p>
        </w:tc>
        <w:tc>
          <w:tcPr>
            <w:tcW w:w="1842" w:type="dxa"/>
            <w:shd w:val="clear" w:color="auto" w:fill="auto"/>
          </w:tcPr>
          <w:p w14:paraId="764DC1FE" w14:textId="77777777" w:rsidR="007C6E24" w:rsidRPr="006A795E" w:rsidRDefault="007C6E24" w:rsidP="007C6E24">
            <w:r w:rsidRPr="006A795E">
              <w:t>Proposal for Supplement 12 to the 06 series</w:t>
            </w:r>
          </w:p>
        </w:tc>
        <w:tc>
          <w:tcPr>
            <w:tcW w:w="428" w:type="dxa"/>
            <w:shd w:val="clear" w:color="auto" w:fill="auto"/>
          </w:tcPr>
          <w:p w14:paraId="20182863"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112EF4E1" w14:textId="77777777" w:rsidTr="001530BB">
        <w:trPr>
          <w:cantSplit/>
          <w:trHeight w:val="454"/>
        </w:trPr>
        <w:tc>
          <w:tcPr>
            <w:tcW w:w="584" w:type="dxa"/>
          </w:tcPr>
          <w:p w14:paraId="6B27AB64" w14:textId="77777777" w:rsidR="007C6E24" w:rsidRPr="006A795E" w:rsidRDefault="007C6E24" w:rsidP="007C6E24">
            <w:pPr>
              <w:tabs>
                <w:tab w:val="left" w:pos="851"/>
                <w:tab w:val="left" w:pos="5727"/>
                <w:tab w:val="left" w:pos="9575"/>
              </w:tabs>
              <w:outlineLvl w:val="0"/>
            </w:pPr>
            <w:r w:rsidRPr="006A795E">
              <w:t>16</w:t>
            </w:r>
          </w:p>
        </w:tc>
        <w:tc>
          <w:tcPr>
            <w:tcW w:w="2710" w:type="dxa"/>
          </w:tcPr>
          <w:p w14:paraId="6BE71DA0" w14:textId="77777777" w:rsidR="007C6E24" w:rsidRPr="006A795E" w:rsidRDefault="007C6E24" w:rsidP="007C6E24">
            <w:pPr>
              <w:keepNext/>
              <w:keepLines/>
              <w:tabs>
                <w:tab w:val="left" w:pos="851"/>
                <w:tab w:val="left" w:pos="5727"/>
                <w:tab w:val="left" w:pos="9575"/>
              </w:tabs>
              <w:outlineLvl w:val="0"/>
              <w:rPr>
                <w:bCs/>
              </w:rPr>
            </w:pPr>
            <w:r w:rsidRPr="006A795E">
              <w:t xml:space="preserve">Safety-belts, ISOFIX and </w:t>
            </w:r>
            <w:proofErr w:type="spellStart"/>
            <w:r w:rsidRPr="006A795E">
              <w:t>i</w:t>
            </w:r>
            <w:proofErr w:type="spellEnd"/>
            <w:r w:rsidRPr="006A795E">
              <w:t>-Size</w:t>
            </w:r>
          </w:p>
        </w:tc>
        <w:tc>
          <w:tcPr>
            <w:tcW w:w="567" w:type="dxa"/>
            <w:tcBorders>
              <w:top w:val="single" w:sz="4" w:space="0" w:color="auto"/>
            </w:tcBorders>
          </w:tcPr>
          <w:p w14:paraId="1C687E89" w14:textId="77777777" w:rsidR="007C6E24" w:rsidRPr="006A795E" w:rsidRDefault="007C6E24" w:rsidP="007C6E24">
            <w:pPr>
              <w:keepNext/>
              <w:keepLines/>
              <w:tabs>
                <w:tab w:val="left" w:pos="851"/>
                <w:tab w:val="left" w:pos="5727"/>
                <w:tab w:val="left" w:pos="9575"/>
              </w:tabs>
              <w:outlineLvl w:val="0"/>
            </w:pPr>
            <w:r w:rsidRPr="006A795E">
              <w:t>48</w:t>
            </w:r>
          </w:p>
        </w:tc>
        <w:tc>
          <w:tcPr>
            <w:tcW w:w="543" w:type="dxa"/>
            <w:tcBorders>
              <w:top w:val="single" w:sz="4" w:space="0" w:color="auto"/>
            </w:tcBorders>
            <w:shd w:val="clear" w:color="auto" w:fill="auto"/>
          </w:tcPr>
          <w:p w14:paraId="6FCB0789" w14:textId="77777777" w:rsidR="007C6E24" w:rsidRPr="006A795E" w:rsidRDefault="007C6E24" w:rsidP="007C6E24">
            <w:pPr>
              <w:keepNext/>
              <w:keepLines/>
              <w:tabs>
                <w:tab w:val="left" w:pos="851"/>
                <w:tab w:val="left" w:pos="5727"/>
                <w:tab w:val="left" w:pos="9575"/>
              </w:tabs>
              <w:outlineLvl w:val="0"/>
            </w:pPr>
            <w:r w:rsidRPr="006A795E">
              <w:t>36</w:t>
            </w:r>
          </w:p>
        </w:tc>
        <w:tc>
          <w:tcPr>
            <w:tcW w:w="1007" w:type="dxa"/>
            <w:shd w:val="clear" w:color="auto" w:fill="auto"/>
          </w:tcPr>
          <w:p w14:paraId="5AED14B2" w14:textId="77777777" w:rsidR="007C6E24" w:rsidRPr="006A795E" w:rsidRDefault="007C6E24" w:rsidP="007C6E24">
            <w:r w:rsidRPr="006A795E">
              <w:t>2019/105</w:t>
            </w:r>
          </w:p>
        </w:tc>
        <w:tc>
          <w:tcPr>
            <w:tcW w:w="853" w:type="dxa"/>
            <w:shd w:val="clear" w:color="auto" w:fill="auto"/>
          </w:tcPr>
          <w:p w14:paraId="543FC94E" w14:textId="77777777" w:rsidR="007C6E24" w:rsidRPr="006A795E" w:rsidRDefault="007C6E24" w:rsidP="007C6E24">
            <w:pPr>
              <w:keepNext/>
              <w:keepLines/>
              <w:tabs>
                <w:tab w:val="left" w:pos="851"/>
                <w:tab w:val="left" w:pos="5727"/>
                <w:tab w:val="left" w:pos="9575"/>
              </w:tabs>
              <w:outlineLvl w:val="0"/>
            </w:pPr>
            <w:r w:rsidRPr="006A795E">
              <w:t>36/0/0</w:t>
            </w:r>
          </w:p>
        </w:tc>
        <w:tc>
          <w:tcPr>
            <w:tcW w:w="1842" w:type="dxa"/>
            <w:shd w:val="clear" w:color="auto" w:fill="auto"/>
          </w:tcPr>
          <w:p w14:paraId="2E1A8A9B" w14:textId="77777777" w:rsidR="007C6E24" w:rsidRPr="006A795E" w:rsidRDefault="007C6E24" w:rsidP="007C6E24">
            <w:r w:rsidRPr="006A795E">
              <w:t>Proposal for Supplement 5 to the 07 series</w:t>
            </w:r>
          </w:p>
        </w:tc>
        <w:tc>
          <w:tcPr>
            <w:tcW w:w="428" w:type="dxa"/>
            <w:shd w:val="clear" w:color="auto" w:fill="auto"/>
          </w:tcPr>
          <w:p w14:paraId="4B442AE8"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537D6B80" w14:textId="77777777" w:rsidTr="001530BB">
        <w:trPr>
          <w:cantSplit/>
          <w:trHeight w:val="454"/>
        </w:trPr>
        <w:tc>
          <w:tcPr>
            <w:tcW w:w="584" w:type="dxa"/>
          </w:tcPr>
          <w:p w14:paraId="5175131C" w14:textId="77777777" w:rsidR="007C6E24" w:rsidRPr="006A795E" w:rsidRDefault="007C6E24" w:rsidP="007C6E24">
            <w:pPr>
              <w:tabs>
                <w:tab w:val="left" w:pos="851"/>
                <w:tab w:val="left" w:pos="5727"/>
                <w:tab w:val="left" w:pos="9575"/>
              </w:tabs>
              <w:outlineLvl w:val="0"/>
            </w:pPr>
            <w:r w:rsidRPr="006A795E">
              <w:t>21</w:t>
            </w:r>
          </w:p>
        </w:tc>
        <w:tc>
          <w:tcPr>
            <w:tcW w:w="2710" w:type="dxa"/>
          </w:tcPr>
          <w:p w14:paraId="136AFBEE" w14:textId="77777777" w:rsidR="007C6E24" w:rsidRPr="006A795E" w:rsidRDefault="007C6E24" w:rsidP="007C6E24">
            <w:pPr>
              <w:keepNext/>
              <w:keepLines/>
              <w:tabs>
                <w:tab w:val="left" w:pos="851"/>
                <w:tab w:val="left" w:pos="5727"/>
                <w:tab w:val="left" w:pos="9575"/>
              </w:tabs>
              <w:outlineLvl w:val="0"/>
              <w:rPr>
                <w:bCs/>
              </w:rPr>
            </w:pPr>
            <w:r w:rsidRPr="006A795E">
              <w:t>Interior fittings</w:t>
            </w:r>
          </w:p>
        </w:tc>
        <w:tc>
          <w:tcPr>
            <w:tcW w:w="567" w:type="dxa"/>
            <w:tcBorders>
              <w:top w:val="single" w:sz="4" w:space="0" w:color="auto"/>
            </w:tcBorders>
          </w:tcPr>
          <w:p w14:paraId="0A4F9C60" w14:textId="77777777" w:rsidR="007C6E24" w:rsidRPr="006A795E" w:rsidRDefault="007C6E24" w:rsidP="007C6E24">
            <w:pPr>
              <w:keepNext/>
              <w:keepLines/>
              <w:tabs>
                <w:tab w:val="left" w:pos="851"/>
                <w:tab w:val="left" w:pos="5727"/>
                <w:tab w:val="left" w:pos="9575"/>
              </w:tabs>
              <w:outlineLvl w:val="0"/>
            </w:pPr>
            <w:r w:rsidRPr="006A795E">
              <w:t>48</w:t>
            </w:r>
          </w:p>
        </w:tc>
        <w:tc>
          <w:tcPr>
            <w:tcW w:w="543" w:type="dxa"/>
            <w:tcBorders>
              <w:top w:val="single" w:sz="4" w:space="0" w:color="auto"/>
            </w:tcBorders>
            <w:shd w:val="clear" w:color="auto" w:fill="auto"/>
          </w:tcPr>
          <w:p w14:paraId="2B2ECA38" w14:textId="77777777" w:rsidR="007C6E24" w:rsidRPr="006A795E" w:rsidRDefault="007C6E24" w:rsidP="007C6E24">
            <w:pPr>
              <w:keepNext/>
              <w:keepLines/>
              <w:tabs>
                <w:tab w:val="left" w:pos="851"/>
                <w:tab w:val="left" w:pos="5727"/>
                <w:tab w:val="left" w:pos="9575"/>
              </w:tabs>
              <w:outlineLvl w:val="0"/>
            </w:pPr>
            <w:r w:rsidRPr="006A795E">
              <w:t>37</w:t>
            </w:r>
          </w:p>
        </w:tc>
        <w:tc>
          <w:tcPr>
            <w:tcW w:w="1007" w:type="dxa"/>
            <w:shd w:val="clear" w:color="auto" w:fill="auto"/>
          </w:tcPr>
          <w:p w14:paraId="3D109ACA" w14:textId="77777777" w:rsidR="007C6E24" w:rsidRPr="006A795E" w:rsidRDefault="007C6E24" w:rsidP="007C6E24">
            <w:r w:rsidRPr="006A795E">
              <w:t>2019/106</w:t>
            </w:r>
          </w:p>
        </w:tc>
        <w:tc>
          <w:tcPr>
            <w:tcW w:w="853" w:type="dxa"/>
            <w:shd w:val="clear" w:color="auto" w:fill="auto"/>
          </w:tcPr>
          <w:p w14:paraId="410F060F" w14:textId="77777777" w:rsidR="007C6E24" w:rsidRPr="006A795E" w:rsidRDefault="007C6E24" w:rsidP="007C6E24">
            <w:pPr>
              <w:keepNext/>
              <w:keepLines/>
              <w:tabs>
                <w:tab w:val="left" w:pos="851"/>
                <w:tab w:val="left" w:pos="5727"/>
                <w:tab w:val="left" w:pos="9575"/>
              </w:tabs>
              <w:outlineLvl w:val="0"/>
            </w:pPr>
            <w:r w:rsidRPr="006A795E">
              <w:t>37/0/0</w:t>
            </w:r>
          </w:p>
        </w:tc>
        <w:tc>
          <w:tcPr>
            <w:tcW w:w="1842" w:type="dxa"/>
            <w:shd w:val="clear" w:color="auto" w:fill="auto"/>
          </w:tcPr>
          <w:p w14:paraId="78683CA5" w14:textId="77777777" w:rsidR="007C6E24" w:rsidRPr="006A795E" w:rsidRDefault="007C6E24" w:rsidP="007C6E24">
            <w:r w:rsidRPr="006A795E">
              <w:t>Proposal for Supplement 4 the 01 series</w:t>
            </w:r>
          </w:p>
        </w:tc>
        <w:tc>
          <w:tcPr>
            <w:tcW w:w="428" w:type="dxa"/>
            <w:shd w:val="clear" w:color="auto" w:fill="auto"/>
          </w:tcPr>
          <w:p w14:paraId="51EB85EB"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30913B5D" w14:textId="77777777" w:rsidTr="001530BB">
        <w:trPr>
          <w:cantSplit/>
          <w:trHeight w:val="454"/>
        </w:trPr>
        <w:tc>
          <w:tcPr>
            <w:tcW w:w="584" w:type="dxa"/>
          </w:tcPr>
          <w:p w14:paraId="0D91F342" w14:textId="77777777" w:rsidR="007C6E24" w:rsidRPr="006A795E" w:rsidRDefault="007C6E24" w:rsidP="007C6E24">
            <w:pPr>
              <w:tabs>
                <w:tab w:val="left" w:pos="851"/>
                <w:tab w:val="left" w:pos="5727"/>
                <w:tab w:val="left" w:pos="9575"/>
              </w:tabs>
              <w:outlineLvl w:val="0"/>
            </w:pPr>
            <w:r w:rsidRPr="006A795E">
              <w:t>29</w:t>
            </w:r>
          </w:p>
        </w:tc>
        <w:tc>
          <w:tcPr>
            <w:tcW w:w="2710" w:type="dxa"/>
          </w:tcPr>
          <w:p w14:paraId="332DD1B7" w14:textId="77777777" w:rsidR="007C6E24" w:rsidRPr="006A795E" w:rsidRDefault="007C6E24" w:rsidP="007C6E24">
            <w:pPr>
              <w:keepNext/>
              <w:keepLines/>
              <w:tabs>
                <w:tab w:val="left" w:pos="851"/>
                <w:tab w:val="left" w:pos="5727"/>
                <w:tab w:val="left" w:pos="9575"/>
              </w:tabs>
              <w:outlineLvl w:val="0"/>
              <w:rPr>
                <w:bCs/>
              </w:rPr>
            </w:pPr>
            <w:r w:rsidRPr="006A795E">
              <w:rPr>
                <w:bCs/>
              </w:rPr>
              <w:t>Cabs of commercial vehicles</w:t>
            </w:r>
          </w:p>
        </w:tc>
        <w:tc>
          <w:tcPr>
            <w:tcW w:w="567" w:type="dxa"/>
            <w:tcBorders>
              <w:top w:val="single" w:sz="4" w:space="0" w:color="auto"/>
            </w:tcBorders>
          </w:tcPr>
          <w:p w14:paraId="7FD32FCB" w14:textId="77777777" w:rsidR="007C6E24" w:rsidRPr="006A795E" w:rsidRDefault="007C6E24" w:rsidP="007C6E24">
            <w:pPr>
              <w:keepNext/>
              <w:keepLines/>
              <w:tabs>
                <w:tab w:val="left" w:pos="851"/>
                <w:tab w:val="left" w:pos="5727"/>
                <w:tab w:val="left" w:pos="9575"/>
              </w:tabs>
              <w:outlineLvl w:val="0"/>
            </w:pPr>
            <w:r w:rsidRPr="006A795E">
              <w:t>42</w:t>
            </w:r>
          </w:p>
        </w:tc>
        <w:tc>
          <w:tcPr>
            <w:tcW w:w="543" w:type="dxa"/>
            <w:tcBorders>
              <w:top w:val="single" w:sz="4" w:space="0" w:color="auto"/>
            </w:tcBorders>
            <w:shd w:val="clear" w:color="auto" w:fill="auto"/>
          </w:tcPr>
          <w:p w14:paraId="63DD888A" w14:textId="77777777" w:rsidR="007C6E24" w:rsidRPr="006A795E" w:rsidRDefault="007C6E24" w:rsidP="007C6E24">
            <w:pPr>
              <w:keepNext/>
              <w:keepLines/>
              <w:tabs>
                <w:tab w:val="left" w:pos="851"/>
                <w:tab w:val="left" w:pos="5727"/>
                <w:tab w:val="left" w:pos="9575"/>
              </w:tabs>
              <w:outlineLvl w:val="0"/>
            </w:pPr>
            <w:r w:rsidRPr="006A795E">
              <w:t>34</w:t>
            </w:r>
          </w:p>
        </w:tc>
        <w:tc>
          <w:tcPr>
            <w:tcW w:w="1007" w:type="dxa"/>
            <w:shd w:val="clear" w:color="auto" w:fill="auto"/>
          </w:tcPr>
          <w:p w14:paraId="44CBF178" w14:textId="77777777" w:rsidR="007C6E24" w:rsidRPr="006A795E" w:rsidRDefault="007C6E24" w:rsidP="007C6E24">
            <w:r w:rsidRPr="006A795E">
              <w:t>2019/107</w:t>
            </w:r>
          </w:p>
        </w:tc>
        <w:tc>
          <w:tcPr>
            <w:tcW w:w="853" w:type="dxa"/>
            <w:shd w:val="clear" w:color="auto" w:fill="auto"/>
          </w:tcPr>
          <w:p w14:paraId="5EFB728A" w14:textId="77777777" w:rsidR="007C6E24" w:rsidRPr="006A795E" w:rsidRDefault="007C6E24" w:rsidP="007C6E24">
            <w:pPr>
              <w:keepNext/>
              <w:keepLines/>
              <w:tabs>
                <w:tab w:val="left" w:pos="851"/>
                <w:tab w:val="left" w:pos="5727"/>
                <w:tab w:val="left" w:pos="9575"/>
              </w:tabs>
              <w:outlineLvl w:val="0"/>
            </w:pPr>
            <w:r w:rsidRPr="006A795E">
              <w:t>34/0/0</w:t>
            </w:r>
          </w:p>
        </w:tc>
        <w:tc>
          <w:tcPr>
            <w:tcW w:w="1842" w:type="dxa"/>
            <w:shd w:val="clear" w:color="auto" w:fill="auto"/>
          </w:tcPr>
          <w:p w14:paraId="6F661230" w14:textId="77777777" w:rsidR="007C6E24" w:rsidRPr="006A795E" w:rsidRDefault="007C6E24" w:rsidP="007C6E24">
            <w:r w:rsidRPr="006A795E">
              <w:t>Proposal for Supplement 5 to the 03 series</w:t>
            </w:r>
          </w:p>
        </w:tc>
        <w:tc>
          <w:tcPr>
            <w:tcW w:w="428" w:type="dxa"/>
            <w:shd w:val="clear" w:color="auto" w:fill="auto"/>
          </w:tcPr>
          <w:p w14:paraId="39D4B785"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3C58CDC4" w14:textId="77777777" w:rsidTr="001530BB">
        <w:trPr>
          <w:cantSplit/>
          <w:trHeight w:val="454"/>
        </w:trPr>
        <w:tc>
          <w:tcPr>
            <w:tcW w:w="584" w:type="dxa"/>
          </w:tcPr>
          <w:p w14:paraId="4E9F34A7" w14:textId="77777777" w:rsidR="007C6E24" w:rsidRPr="006A795E" w:rsidRDefault="007C6E24" w:rsidP="007C6E24">
            <w:pPr>
              <w:tabs>
                <w:tab w:val="left" w:pos="851"/>
                <w:tab w:val="left" w:pos="5727"/>
                <w:tab w:val="left" w:pos="9575"/>
              </w:tabs>
              <w:outlineLvl w:val="0"/>
            </w:pPr>
            <w:r w:rsidRPr="006A795E">
              <w:t>43</w:t>
            </w:r>
          </w:p>
        </w:tc>
        <w:tc>
          <w:tcPr>
            <w:tcW w:w="2710" w:type="dxa"/>
          </w:tcPr>
          <w:p w14:paraId="4CB3CAA7" w14:textId="77777777" w:rsidR="007C6E24" w:rsidRPr="006A795E" w:rsidRDefault="007C6E24" w:rsidP="007C6E24">
            <w:pPr>
              <w:keepNext/>
              <w:keepLines/>
              <w:tabs>
                <w:tab w:val="left" w:pos="851"/>
                <w:tab w:val="left" w:pos="5727"/>
                <w:tab w:val="left" w:pos="9575"/>
              </w:tabs>
              <w:outlineLvl w:val="0"/>
              <w:rPr>
                <w:bCs/>
              </w:rPr>
            </w:pPr>
            <w:r w:rsidRPr="006A795E">
              <w:rPr>
                <w:bCs/>
              </w:rPr>
              <w:t>Safety glazing</w:t>
            </w:r>
          </w:p>
        </w:tc>
        <w:tc>
          <w:tcPr>
            <w:tcW w:w="567" w:type="dxa"/>
            <w:tcBorders>
              <w:top w:val="single" w:sz="4" w:space="0" w:color="auto"/>
            </w:tcBorders>
          </w:tcPr>
          <w:p w14:paraId="2872364C" w14:textId="77777777" w:rsidR="007C6E24" w:rsidRPr="006A795E" w:rsidRDefault="007C6E24" w:rsidP="007C6E24">
            <w:pPr>
              <w:keepNext/>
              <w:keepLines/>
              <w:tabs>
                <w:tab w:val="left" w:pos="851"/>
                <w:tab w:val="left" w:pos="5727"/>
                <w:tab w:val="left" w:pos="9575"/>
              </w:tabs>
              <w:outlineLvl w:val="0"/>
            </w:pPr>
            <w:r w:rsidRPr="006A795E">
              <w:t>49</w:t>
            </w:r>
          </w:p>
        </w:tc>
        <w:tc>
          <w:tcPr>
            <w:tcW w:w="543" w:type="dxa"/>
            <w:tcBorders>
              <w:top w:val="single" w:sz="4" w:space="0" w:color="auto"/>
            </w:tcBorders>
            <w:shd w:val="clear" w:color="auto" w:fill="auto"/>
          </w:tcPr>
          <w:p w14:paraId="4099BBFB" w14:textId="77777777" w:rsidR="007C6E24" w:rsidRPr="006A795E" w:rsidRDefault="007C6E24" w:rsidP="007C6E24">
            <w:pPr>
              <w:keepNext/>
              <w:keepLines/>
              <w:tabs>
                <w:tab w:val="left" w:pos="851"/>
                <w:tab w:val="left" w:pos="5727"/>
                <w:tab w:val="left" w:pos="9575"/>
              </w:tabs>
              <w:outlineLvl w:val="0"/>
            </w:pPr>
            <w:r w:rsidRPr="006A795E">
              <w:t>37</w:t>
            </w:r>
          </w:p>
        </w:tc>
        <w:tc>
          <w:tcPr>
            <w:tcW w:w="1007" w:type="dxa"/>
            <w:shd w:val="clear" w:color="auto" w:fill="auto"/>
          </w:tcPr>
          <w:p w14:paraId="64CD52C4" w14:textId="77777777" w:rsidR="007C6E24" w:rsidRPr="006A795E" w:rsidRDefault="007C6E24" w:rsidP="007C6E24">
            <w:r w:rsidRPr="006A795E">
              <w:t>2019/95</w:t>
            </w:r>
          </w:p>
        </w:tc>
        <w:tc>
          <w:tcPr>
            <w:tcW w:w="853" w:type="dxa"/>
            <w:shd w:val="clear" w:color="auto" w:fill="auto"/>
          </w:tcPr>
          <w:p w14:paraId="33ED0717" w14:textId="77777777" w:rsidR="007C6E24" w:rsidRPr="006A795E" w:rsidRDefault="007C6E24" w:rsidP="007C6E24">
            <w:pPr>
              <w:keepNext/>
              <w:keepLines/>
              <w:tabs>
                <w:tab w:val="left" w:pos="851"/>
                <w:tab w:val="left" w:pos="5727"/>
                <w:tab w:val="left" w:pos="9575"/>
              </w:tabs>
              <w:outlineLvl w:val="0"/>
            </w:pPr>
            <w:r w:rsidRPr="006A795E">
              <w:t>37/0/0</w:t>
            </w:r>
          </w:p>
        </w:tc>
        <w:tc>
          <w:tcPr>
            <w:tcW w:w="1842" w:type="dxa"/>
            <w:shd w:val="clear" w:color="auto" w:fill="auto"/>
          </w:tcPr>
          <w:p w14:paraId="2735C7B0" w14:textId="77777777" w:rsidR="007C6E24" w:rsidRPr="006A795E" w:rsidRDefault="007C6E24" w:rsidP="007C6E24">
            <w:r w:rsidRPr="006A795E">
              <w:rPr>
                <w:bCs/>
              </w:rPr>
              <w:t>Proposal for Supplement 9 to the 01 series</w:t>
            </w:r>
          </w:p>
        </w:tc>
        <w:tc>
          <w:tcPr>
            <w:tcW w:w="428" w:type="dxa"/>
            <w:shd w:val="clear" w:color="auto" w:fill="auto"/>
          </w:tcPr>
          <w:p w14:paraId="553A659B"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416402E7" w14:textId="77777777" w:rsidTr="001530BB">
        <w:trPr>
          <w:cantSplit/>
          <w:trHeight w:val="454"/>
        </w:trPr>
        <w:tc>
          <w:tcPr>
            <w:tcW w:w="584" w:type="dxa"/>
          </w:tcPr>
          <w:p w14:paraId="35DAA59B" w14:textId="77777777" w:rsidR="007C6E24" w:rsidRPr="006A795E" w:rsidRDefault="007C6E24" w:rsidP="007C6E24">
            <w:pPr>
              <w:tabs>
                <w:tab w:val="left" w:pos="851"/>
                <w:tab w:val="left" w:pos="5727"/>
                <w:tab w:val="left" w:pos="9575"/>
              </w:tabs>
              <w:outlineLvl w:val="0"/>
            </w:pPr>
            <w:r w:rsidRPr="006A795E">
              <w:t>44</w:t>
            </w:r>
          </w:p>
        </w:tc>
        <w:tc>
          <w:tcPr>
            <w:tcW w:w="2710" w:type="dxa"/>
          </w:tcPr>
          <w:p w14:paraId="200FF723" w14:textId="77777777" w:rsidR="007C6E24" w:rsidRPr="006A795E" w:rsidRDefault="007C6E24" w:rsidP="007C6E24">
            <w:pPr>
              <w:keepNext/>
              <w:keepLines/>
              <w:tabs>
                <w:tab w:val="left" w:pos="851"/>
                <w:tab w:val="left" w:pos="5727"/>
                <w:tab w:val="left" w:pos="9575"/>
              </w:tabs>
              <w:outlineLvl w:val="0"/>
              <w:rPr>
                <w:bCs/>
              </w:rPr>
            </w:pPr>
            <w:r w:rsidRPr="006A795E">
              <w:t>Child Restraint Systems</w:t>
            </w:r>
          </w:p>
        </w:tc>
        <w:tc>
          <w:tcPr>
            <w:tcW w:w="567" w:type="dxa"/>
            <w:tcBorders>
              <w:top w:val="single" w:sz="4" w:space="0" w:color="auto"/>
            </w:tcBorders>
          </w:tcPr>
          <w:p w14:paraId="1F88CCAA" w14:textId="77777777" w:rsidR="007C6E24" w:rsidRPr="006A795E" w:rsidRDefault="007C6E24" w:rsidP="007C6E24">
            <w:pPr>
              <w:keepNext/>
              <w:keepLines/>
              <w:tabs>
                <w:tab w:val="left" w:pos="851"/>
                <w:tab w:val="left" w:pos="5727"/>
                <w:tab w:val="left" w:pos="9575"/>
              </w:tabs>
              <w:outlineLvl w:val="0"/>
            </w:pPr>
            <w:r w:rsidRPr="006A795E">
              <w:t>45</w:t>
            </w:r>
          </w:p>
        </w:tc>
        <w:tc>
          <w:tcPr>
            <w:tcW w:w="543" w:type="dxa"/>
            <w:tcBorders>
              <w:top w:val="single" w:sz="4" w:space="0" w:color="auto"/>
            </w:tcBorders>
          </w:tcPr>
          <w:p w14:paraId="5E204C27" w14:textId="77777777" w:rsidR="007C6E24" w:rsidRPr="006A795E" w:rsidRDefault="007C6E24" w:rsidP="007C6E24">
            <w:pPr>
              <w:keepNext/>
              <w:keepLines/>
              <w:tabs>
                <w:tab w:val="left" w:pos="851"/>
                <w:tab w:val="left" w:pos="5727"/>
                <w:tab w:val="left" w:pos="9575"/>
              </w:tabs>
              <w:outlineLvl w:val="0"/>
            </w:pPr>
            <w:r w:rsidRPr="006A795E">
              <w:t>35</w:t>
            </w:r>
          </w:p>
        </w:tc>
        <w:tc>
          <w:tcPr>
            <w:tcW w:w="1007" w:type="dxa"/>
          </w:tcPr>
          <w:p w14:paraId="18166F6E" w14:textId="77777777" w:rsidR="007C6E24" w:rsidRPr="006A795E" w:rsidRDefault="007C6E24" w:rsidP="007C6E24">
            <w:r w:rsidRPr="006A795E">
              <w:t>2019/108</w:t>
            </w:r>
          </w:p>
        </w:tc>
        <w:tc>
          <w:tcPr>
            <w:tcW w:w="853" w:type="dxa"/>
          </w:tcPr>
          <w:p w14:paraId="2FBD7AB8" w14:textId="77777777" w:rsidR="007C6E24" w:rsidRPr="006A795E" w:rsidRDefault="007C6E24" w:rsidP="007C6E24">
            <w:pPr>
              <w:keepNext/>
              <w:keepLines/>
              <w:tabs>
                <w:tab w:val="left" w:pos="851"/>
                <w:tab w:val="left" w:pos="5727"/>
                <w:tab w:val="left" w:pos="9575"/>
              </w:tabs>
              <w:outlineLvl w:val="0"/>
            </w:pPr>
            <w:r w:rsidRPr="006A795E">
              <w:t>35/0/0</w:t>
            </w:r>
          </w:p>
        </w:tc>
        <w:tc>
          <w:tcPr>
            <w:tcW w:w="1842" w:type="dxa"/>
          </w:tcPr>
          <w:p w14:paraId="1319C1AF" w14:textId="77777777" w:rsidR="007C6E24" w:rsidRPr="006A795E" w:rsidRDefault="007C6E24" w:rsidP="007C6E24">
            <w:r w:rsidRPr="006A795E">
              <w:t>Proposal for Supplement 17 to the 04 series</w:t>
            </w:r>
          </w:p>
        </w:tc>
        <w:tc>
          <w:tcPr>
            <w:tcW w:w="428" w:type="dxa"/>
          </w:tcPr>
          <w:p w14:paraId="5E280C12"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50056E18" w14:textId="77777777" w:rsidTr="001530BB">
        <w:trPr>
          <w:cantSplit/>
          <w:trHeight w:val="454"/>
        </w:trPr>
        <w:tc>
          <w:tcPr>
            <w:tcW w:w="584" w:type="dxa"/>
          </w:tcPr>
          <w:p w14:paraId="34D03521" w14:textId="77777777" w:rsidR="007C6E24" w:rsidRPr="006A795E" w:rsidRDefault="007C6E24" w:rsidP="007C6E24">
            <w:pPr>
              <w:tabs>
                <w:tab w:val="left" w:pos="851"/>
                <w:tab w:val="left" w:pos="5727"/>
                <w:tab w:val="left" w:pos="9575"/>
              </w:tabs>
              <w:outlineLvl w:val="0"/>
            </w:pPr>
            <w:r w:rsidRPr="006A795E">
              <w:t>48</w:t>
            </w:r>
          </w:p>
        </w:tc>
        <w:tc>
          <w:tcPr>
            <w:tcW w:w="2710" w:type="dxa"/>
          </w:tcPr>
          <w:p w14:paraId="32930B54" w14:textId="77777777" w:rsidR="007C6E24" w:rsidRPr="006A795E" w:rsidRDefault="007C6E24" w:rsidP="007C6E24">
            <w:pPr>
              <w:keepNext/>
              <w:keepLines/>
              <w:tabs>
                <w:tab w:val="left" w:pos="851"/>
                <w:tab w:val="left" w:pos="5727"/>
                <w:tab w:val="left" w:pos="9575"/>
              </w:tabs>
              <w:outlineLvl w:val="0"/>
            </w:pPr>
            <w:r w:rsidRPr="006A795E">
              <w:t>Installation of lighting and light-signalling devices</w:t>
            </w:r>
          </w:p>
        </w:tc>
        <w:tc>
          <w:tcPr>
            <w:tcW w:w="567" w:type="dxa"/>
            <w:tcBorders>
              <w:top w:val="single" w:sz="4" w:space="0" w:color="auto"/>
            </w:tcBorders>
          </w:tcPr>
          <w:p w14:paraId="4E267546" w14:textId="77777777" w:rsidR="007C6E24" w:rsidRPr="006A795E" w:rsidRDefault="007C6E24" w:rsidP="007C6E24">
            <w:pPr>
              <w:keepNext/>
              <w:keepLines/>
              <w:tabs>
                <w:tab w:val="left" w:pos="851"/>
                <w:tab w:val="left" w:pos="5727"/>
                <w:tab w:val="left" w:pos="9575"/>
              </w:tabs>
              <w:outlineLvl w:val="0"/>
            </w:pPr>
            <w:r w:rsidRPr="006A795E">
              <w:t>47</w:t>
            </w:r>
          </w:p>
        </w:tc>
        <w:tc>
          <w:tcPr>
            <w:tcW w:w="543" w:type="dxa"/>
            <w:tcBorders>
              <w:top w:val="single" w:sz="4" w:space="0" w:color="auto"/>
            </w:tcBorders>
          </w:tcPr>
          <w:p w14:paraId="346DDD84" w14:textId="77777777" w:rsidR="007C6E24" w:rsidRPr="006A795E" w:rsidRDefault="007C6E24" w:rsidP="007C6E24">
            <w:pPr>
              <w:keepNext/>
              <w:keepLines/>
              <w:tabs>
                <w:tab w:val="left" w:pos="851"/>
                <w:tab w:val="left" w:pos="5727"/>
                <w:tab w:val="left" w:pos="9575"/>
              </w:tabs>
              <w:outlineLvl w:val="0"/>
            </w:pPr>
            <w:r w:rsidRPr="006A795E">
              <w:t>36</w:t>
            </w:r>
          </w:p>
        </w:tc>
        <w:tc>
          <w:tcPr>
            <w:tcW w:w="1007" w:type="dxa"/>
          </w:tcPr>
          <w:p w14:paraId="75D7D7AF" w14:textId="77777777" w:rsidR="007C6E24" w:rsidRPr="006A795E" w:rsidRDefault="007C6E24" w:rsidP="007C6E24">
            <w:r w:rsidRPr="006A795E">
              <w:t>2019/84</w:t>
            </w:r>
          </w:p>
        </w:tc>
        <w:tc>
          <w:tcPr>
            <w:tcW w:w="853" w:type="dxa"/>
          </w:tcPr>
          <w:p w14:paraId="747A4065" w14:textId="77777777" w:rsidR="007C6E24" w:rsidRPr="006A795E" w:rsidRDefault="007C6E24" w:rsidP="007C6E24">
            <w:pPr>
              <w:keepNext/>
              <w:keepLines/>
              <w:tabs>
                <w:tab w:val="left" w:pos="851"/>
                <w:tab w:val="left" w:pos="5727"/>
                <w:tab w:val="left" w:pos="9575"/>
              </w:tabs>
              <w:outlineLvl w:val="0"/>
            </w:pPr>
            <w:r w:rsidRPr="006A795E">
              <w:t>36/0/0</w:t>
            </w:r>
          </w:p>
        </w:tc>
        <w:tc>
          <w:tcPr>
            <w:tcW w:w="1842" w:type="dxa"/>
          </w:tcPr>
          <w:p w14:paraId="11054B38" w14:textId="77777777" w:rsidR="007C6E24" w:rsidRPr="006A795E" w:rsidRDefault="007C6E24" w:rsidP="007C6E24">
            <w:r w:rsidRPr="006A795E">
              <w:t>Proposal for Supplement 13 to the 06 series</w:t>
            </w:r>
          </w:p>
        </w:tc>
        <w:tc>
          <w:tcPr>
            <w:tcW w:w="428" w:type="dxa"/>
          </w:tcPr>
          <w:p w14:paraId="132365CF"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0FA52D68" w14:textId="77777777" w:rsidTr="001530BB">
        <w:trPr>
          <w:cantSplit/>
          <w:trHeight w:val="454"/>
        </w:trPr>
        <w:tc>
          <w:tcPr>
            <w:tcW w:w="584" w:type="dxa"/>
          </w:tcPr>
          <w:p w14:paraId="7B5D7BE3" w14:textId="77777777" w:rsidR="007C6E24" w:rsidRPr="006A795E" w:rsidRDefault="007C6E24" w:rsidP="007C6E24">
            <w:pPr>
              <w:tabs>
                <w:tab w:val="left" w:pos="851"/>
                <w:tab w:val="left" w:pos="5727"/>
                <w:tab w:val="left" w:pos="9575"/>
              </w:tabs>
              <w:outlineLvl w:val="0"/>
            </w:pPr>
            <w:r w:rsidRPr="006A795E">
              <w:t>53</w:t>
            </w:r>
          </w:p>
        </w:tc>
        <w:tc>
          <w:tcPr>
            <w:tcW w:w="2710" w:type="dxa"/>
          </w:tcPr>
          <w:p w14:paraId="4C66A641" w14:textId="77777777" w:rsidR="007C6E24" w:rsidRPr="006A795E" w:rsidRDefault="007C6E24" w:rsidP="007C6E24">
            <w:pPr>
              <w:keepNext/>
              <w:keepLines/>
              <w:tabs>
                <w:tab w:val="left" w:pos="851"/>
                <w:tab w:val="left" w:pos="5727"/>
                <w:tab w:val="left" w:pos="9575"/>
              </w:tabs>
              <w:outlineLvl w:val="0"/>
              <w:rPr>
                <w:bCs/>
              </w:rPr>
            </w:pPr>
            <w:r w:rsidRPr="006A795E">
              <w:t>Installation of lighting and light-signalling devices for L</w:t>
            </w:r>
            <w:r w:rsidRPr="006A795E">
              <w:rPr>
                <w:vertAlign w:val="subscript"/>
              </w:rPr>
              <w:t>3</w:t>
            </w:r>
            <w:r w:rsidRPr="006A795E">
              <w:t xml:space="preserve"> vehicles</w:t>
            </w:r>
          </w:p>
        </w:tc>
        <w:tc>
          <w:tcPr>
            <w:tcW w:w="567" w:type="dxa"/>
          </w:tcPr>
          <w:p w14:paraId="1904EFF2" w14:textId="77777777" w:rsidR="007C6E24" w:rsidRPr="006A795E" w:rsidRDefault="007C6E24" w:rsidP="007C6E24">
            <w:pPr>
              <w:keepNext/>
              <w:keepLines/>
              <w:tabs>
                <w:tab w:val="left" w:pos="851"/>
                <w:tab w:val="left" w:pos="5727"/>
                <w:tab w:val="left" w:pos="9575"/>
              </w:tabs>
              <w:outlineLvl w:val="0"/>
            </w:pPr>
            <w:r w:rsidRPr="006A795E">
              <w:t>46</w:t>
            </w:r>
          </w:p>
        </w:tc>
        <w:tc>
          <w:tcPr>
            <w:tcW w:w="543" w:type="dxa"/>
          </w:tcPr>
          <w:p w14:paraId="6D75D2B4" w14:textId="77777777" w:rsidR="007C6E24" w:rsidRPr="006A795E" w:rsidRDefault="007C6E24" w:rsidP="007C6E24">
            <w:pPr>
              <w:keepNext/>
              <w:keepLines/>
              <w:tabs>
                <w:tab w:val="left" w:pos="851"/>
                <w:tab w:val="left" w:pos="5727"/>
                <w:tab w:val="left" w:pos="9575"/>
              </w:tabs>
              <w:outlineLvl w:val="0"/>
            </w:pPr>
            <w:r w:rsidRPr="006A795E">
              <w:t>35</w:t>
            </w:r>
          </w:p>
        </w:tc>
        <w:tc>
          <w:tcPr>
            <w:tcW w:w="1007" w:type="dxa"/>
          </w:tcPr>
          <w:p w14:paraId="5C2141A5" w14:textId="77777777" w:rsidR="007C6E24" w:rsidRPr="006A795E" w:rsidRDefault="007C6E24" w:rsidP="007C6E24">
            <w:r w:rsidRPr="006A795E">
              <w:t>2019/80</w:t>
            </w:r>
          </w:p>
        </w:tc>
        <w:tc>
          <w:tcPr>
            <w:tcW w:w="853" w:type="dxa"/>
          </w:tcPr>
          <w:p w14:paraId="02E03355" w14:textId="77777777" w:rsidR="007C6E24" w:rsidRPr="006A795E" w:rsidRDefault="007C6E24" w:rsidP="007C6E24">
            <w:pPr>
              <w:keepNext/>
              <w:keepLines/>
              <w:tabs>
                <w:tab w:val="left" w:pos="851"/>
                <w:tab w:val="left" w:pos="5727"/>
                <w:tab w:val="left" w:pos="9575"/>
              </w:tabs>
              <w:outlineLvl w:val="0"/>
            </w:pPr>
            <w:r w:rsidRPr="006A795E">
              <w:t>35/0/0</w:t>
            </w:r>
          </w:p>
        </w:tc>
        <w:tc>
          <w:tcPr>
            <w:tcW w:w="1842" w:type="dxa"/>
          </w:tcPr>
          <w:p w14:paraId="6E1DF5EE" w14:textId="77777777" w:rsidR="007C6E24" w:rsidRPr="006A795E" w:rsidRDefault="007C6E24" w:rsidP="007C6E24">
            <w:r w:rsidRPr="006A795E">
              <w:t>Proposal for a new 03 series</w:t>
            </w:r>
          </w:p>
        </w:tc>
        <w:tc>
          <w:tcPr>
            <w:tcW w:w="428" w:type="dxa"/>
          </w:tcPr>
          <w:p w14:paraId="0E709231"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2FEC973D" w14:textId="77777777" w:rsidTr="001530BB">
        <w:trPr>
          <w:cantSplit/>
          <w:trHeight w:val="454"/>
        </w:trPr>
        <w:tc>
          <w:tcPr>
            <w:tcW w:w="584" w:type="dxa"/>
          </w:tcPr>
          <w:p w14:paraId="4ECBACD2" w14:textId="77777777" w:rsidR="007C6E24" w:rsidRPr="006A795E" w:rsidRDefault="007C6E24" w:rsidP="007C6E24">
            <w:pPr>
              <w:tabs>
                <w:tab w:val="left" w:pos="851"/>
                <w:tab w:val="left" w:pos="5727"/>
                <w:tab w:val="left" w:pos="9575"/>
              </w:tabs>
              <w:outlineLvl w:val="0"/>
            </w:pPr>
            <w:r w:rsidRPr="006A795E">
              <w:t>53</w:t>
            </w:r>
          </w:p>
        </w:tc>
        <w:tc>
          <w:tcPr>
            <w:tcW w:w="2710" w:type="dxa"/>
          </w:tcPr>
          <w:p w14:paraId="76B1DD69" w14:textId="77777777" w:rsidR="007C6E24" w:rsidRPr="006A795E" w:rsidRDefault="007C6E24" w:rsidP="007C6E24">
            <w:pPr>
              <w:keepNext/>
              <w:keepLines/>
              <w:tabs>
                <w:tab w:val="left" w:pos="851"/>
                <w:tab w:val="left" w:pos="5727"/>
                <w:tab w:val="left" w:pos="9575"/>
              </w:tabs>
              <w:outlineLvl w:val="0"/>
              <w:rPr>
                <w:bCs/>
              </w:rPr>
            </w:pPr>
            <w:r w:rsidRPr="006A795E">
              <w:t>Installation of lighting and light-signalling devices for L</w:t>
            </w:r>
            <w:r w:rsidRPr="006A795E">
              <w:rPr>
                <w:vertAlign w:val="subscript"/>
              </w:rPr>
              <w:t>3</w:t>
            </w:r>
            <w:r w:rsidRPr="006A795E">
              <w:t xml:space="preserve"> vehicles</w:t>
            </w:r>
          </w:p>
        </w:tc>
        <w:tc>
          <w:tcPr>
            <w:tcW w:w="567" w:type="dxa"/>
          </w:tcPr>
          <w:p w14:paraId="2087FF48" w14:textId="77777777" w:rsidR="007C6E24" w:rsidRPr="006A795E" w:rsidRDefault="007C6E24" w:rsidP="007C6E24">
            <w:pPr>
              <w:keepNext/>
              <w:keepLines/>
              <w:tabs>
                <w:tab w:val="left" w:pos="851"/>
                <w:tab w:val="left" w:pos="5727"/>
                <w:tab w:val="left" w:pos="9575"/>
              </w:tabs>
              <w:outlineLvl w:val="0"/>
            </w:pPr>
            <w:r w:rsidRPr="006A795E">
              <w:t>46</w:t>
            </w:r>
          </w:p>
        </w:tc>
        <w:tc>
          <w:tcPr>
            <w:tcW w:w="543" w:type="dxa"/>
          </w:tcPr>
          <w:p w14:paraId="1C5923A2" w14:textId="77777777" w:rsidR="007C6E24" w:rsidRPr="006A795E" w:rsidRDefault="007C6E24" w:rsidP="007C6E24">
            <w:pPr>
              <w:keepNext/>
              <w:keepLines/>
              <w:tabs>
                <w:tab w:val="left" w:pos="851"/>
                <w:tab w:val="left" w:pos="5727"/>
                <w:tab w:val="left" w:pos="9575"/>
              </w:tabs>
              <w:outlineLvl w:val="0"/>
            </w:pPr>
            <w:r w:rsidRPr="006A795E">
              <w:t>35</w:t>
            </w:r>
          </w:p>
        </w:tc>
        <w:tc>
          <w:tcPr>
            <w:tcW w:w="1007" w:type="dxa"/>
          </w:tcPr>
          <w:p w14:paraId="22B8B35A" w14:textId="77777777" w:rsidR="007C6E24" w:rsidRPr="006A795E" w:rsidRDefault="007C6E24" w:rsidP="007C6E24">
            <w:r w:rsidRPr="006A795E">
              <w:t>2019/85</w:t>
            </w:r>
          </w:p>
        </w:tc>
        <w:tc>
          <w:tcPr>
            <w:tcW w:w="853" w:type="dxa"/>
          </w:tcPr>
          <w:p w14:paraId="22C551B3" w14:textId="77777777" w:rsidR="007C6E24" w:rsidRPr="006A795E" w:rsidRDefault="007C6E24" w:rsidP="007C6E24">
            <w:pPr>
              <w:keepNext/>
              <w:keepLines/>
              <w:tabs>
                <w:tab w:val="left" w:pos="851"/>
                <w:tab w:val="left" w:pos="5727"/>
                <w:tab w:val="left" w:pos="9575"/>
              </w:tabs>
              <w:outlineLvl w:val="0"/>
            </w:pPr>
            <w:r w:rsidRPr="006A795E">
              <w:t>35/0/0</w:t>
            </w:r>
          </w:p>
        </w:tc>
        <w:tc>
          <w:tcPr>
            <w:tcW w:w="1842" w:type="dxa"/>
          </w:tcPr>
          <w:p w14:paraId="06DBF6E1" w14:textId="77777777" w:rsidR="007C6E24" w:rsidRPr="006A795E" w:rsidRDefault="007C6E24" w:rsidP="007C6E24">
            <w:r w:rsidRPr="006A795E">
              <w:t>Proposal for Supplement 3 to the 02 series</w:t>
            </w:r>
          </w:p>
        </w:tc>
        <w:tc>
          <w:tcPr>
            <w:tcW w:w="428" w:type="dxa"/>
          </w:tcPr>
          <w:p w14:paraId="3F9AC7B7"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1D10637A" w14:textId="77777777" w:rsidTr="001530BB">
        <w:trPr>
          <w:cantSplit/>
          <w:trHeight w:val="454"/>
        </w:trPr>
        <w:tc>
          <w:tcPr>
            <w:tcW w:w="584" w:type="dxa"/>
          </w:tcPr>
          <w:p w14:paraId="2272DE3F" w14:textId="77777777" w:rsidR="007C6E24" w:rsidRPr="006A795E" w:rsidRDefault="007C6E24" w:rsidP="007C6E24">
            <w:pPr>
              <w:tabs>
                <w:tab w:val="left" w:pos="851"/>
                <w:tab w:val="left" w:pos="5727"/>
                <w:tab w:val="left" w:pos="9575"/>
              </w:tabs>
              <w:outlineLvl w:val="0"/>
            </w:pPr>
            <w:r w:rsidRPr="006A795E">
              <w:t>53</w:t>
            </w:r>
          </w:p>
        </w:tc>
        <w:tc>
          <w:tcPr>
            <w:tcW w:w="2710" w:type="dxa"/>
          </w:tcPr>
          <w:p w14:paraId="2BC4DD9F" w14:textId="77777777" w:rsidR="007C6E24" w:rsidRPr="006A795E" w:rsidRDefault="007C6E24" w:rsidP="007C6E24">
            <w:pPr>
              <w:keepNext/>
              <w:keepLines/>
              <w:tabs>
                <w:tab w:val="left" w:pos="851"/>
                <w:tab w:val="left" w:pos="5727"/>
                <w:tab w:val="left" w:pos="9575"/>
              </w:tabs>
              <w:outlineLvl w:val="0"/>
              <w:rPr>
                <w:bCs/>
              </w:rPr>
            </w:pPr>
            <w:r w:rsidRPr="006A795E">
              <w:t>Installation of lighting and light-signalling devices for L</w:t>
            </w:r>
            <w:r w:rsidRPr="006A795E">
              <w:rPr>
                <w:vertAlign w:val="subscript"/>
              </w:rPr>
              <w:t>3</w:t>
            </w:r>
            <w:r w:rsidRPr="006A795E">
              <w:t xml:space="preserve"> vehicles</w:t>
            </w:r>
          </w:p>
        </w:tc>
        <w:tc>
          <w:tcPr>
            <w:tcW w:w="567" w:type="dxa"/>
          </w:tcPr>
          <w:p w14:paraId="3A76E239" w14:textId="77777777" w:rsidR="007C6E24" w:rsidRPr="006A795E" w:rsidRDefault="007C6E24" w:rsidP="007C6E24">
            <w:pPr>
              <w:keepNext/>
              <w:keepLines/>
              <w:tabs>
                <w:tab w:val="left" w:pos="851"/>
                <w:tab w:val="left" w:pos="5727"/>
                <w:tab w:val="left" w:pos="9575"/>
              </w:tabs>
              <w:outlineLvl w:val="0"/>
            </w:pPr>
            <w:r w:rsidRPr="006A795E">
              <w:t>46</w:t>
            </w:r>
          </w:p>
        </w:tc>
        <w:tc>
          <w:tcPr>
            <w:tcW w:w="543" w:type="dxa"/>
          </w:tcPr>
          <w:p w14:paraId="7DD166CA" w14:textId="77777777" w:rsidR="007C6E24" w:rsidRPr="006A795E" w:rsidRDefault="007C6E24" w:rsidP="007C6E24">
            <w:pPr>
              <w:keepNext/>
              <w:keepLines/>
              <w:tabs>
                <w:tab w:val="left" w:pos="851"/>
                <w:tab w:val="left" w:pos="5727"/>
                <w:tab w:val="left" w:pos="9575"/>
              </w:tabs>
              <w:outlineLvl w:val="0"/>
            </w:pPr>
            <w:r w:rsidRPr="006A795E">
              <w:t>35</w:t>
            </w:r>
          </w:p>
        </w:tc>
        <w:tc>
          <w:tcPr>
            <w:tcW w:w="1007" w:type="dxa"/>
          </w:tcPr>
          <w:p w14:paraId="65615B87" w14:textId="77777777" w:rsidR="007C6E24" w:rsidRPr="006A795E" w:rsidRDefault="007C6E24" w:rsidP="007C6E24">
            <w:r w:rsidRPr="006A795E">
              <w:t>2019/86</w:t>
            </w:r>
          </w:p>
        </w:tc>
        <w:tc>
          <w:tcPr>
            <w:tcW w:w="853" w:type="dxa"/>
          </w:tcPr>
          <w:p w14:paraId="63012587" w14:textId="77777777" w:rsidR="007C6E24" w:rsidRPr="006A795E" w:rsidRDefault="007C6E24" w:rsidP="007C6E24">
            <w:pPr>
              <w:keepNext/>
              <w:keepLines/>
              <w:tabs>
                <w:tab w:val="left" w:pos="851"/>
                <w:tab w:val="left" w:pos="5727"/>
                <w:tab w:val="left" w:pos="9575"/>
              </w:tabs>
              <w:outlineLvl w:val="0"/>
            </w:pPr>
            <w:r w:rsidRPr="006A795E">
              <w:t>35/0/0</w:t>
            </w:r>
          </w:p>
        </w:tc>
        <w:tc>
          <w:tcPr>
            <w:tcW w:w="1842" w:type="dxa"/>
          </w:tcPr>
          <w:p w14:paraId="3E09A3EE" w14:textId="77777777" w:rsidR="007C6E24" w:rsidRPr="006A795E" w:rsidRDefault="007C6E24" w:rsidP="007C6E24">
            <w:r w:rsidRPr="006A795E">
              <w:t>Proposal for Supplement 21 to the 01 series</w:t>
            </w:r>
          </w:p>
        </w:tc>
        <w:tc>
          <w:tcPr>
            <w:tcW w:w="428" w:type="dxa"/>
          </w:tcPr>
          <w:p w14:paraId="12E2ACEB"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2DA1733E" w14:textId="77777777" w:rsidTr="001530BB">
        <w:trPr>
          <w:cantSplit/>
          <w:trHeight w:val="454"/>
        </w:trPr>
        <w:tc>
          <w:tcPr>
            <w:tcW w:w="584" w:type="dxa"/>
          </w:tcPr>
          <w:p w14:paraId="18C50A54" w14:textId="77777777" w:rsidR="007C6E24" w:rsidRPr="006A795E" w:rsidRDefault="007C6E24" w:rsidP="007C6E24">
            <w:pPr>
              <w:tabs>
                <w:tab w:val="left" w:pos="851"/>
                <w:tab w:val="left" w:pos="5727"/>
                <w:tab w:val="left" w:pos="9575"/>
              </w:tabs>
              <w:outlineLvl w:val="0"/>
            </w:pPr>
            <w:r w:rsidRPr="006A795E">
              <w:t>55</w:t>
            </w:r>
          </w:p>
        </w:tc>
        <w:tc>
          <w:tcPr>
            <w:tcW w:w="2710" w:type="dxa"/>
          </w:tcPr>
          <w:p w14:paraId="5A29E52C" w14:textId="77777777" w:rsidR="007C6E24" w:rsidRPr="006A795E" w:rsidRDefault="007C6E24" w:rsidP="007C6E24">
            <w:pPr>
              <w:keepNext/>
              <w:keepLines/>
              <w:tabs>
                <w:tab w:val="left" w:pos="851"/>
                <w:tab w:val="left" w:pos="5727"/>
                <w:tab w:val="left" w:pos="9575"/>
              </w:tabs>
              <w:outlineLvl w:val="0"/>
            </w:pPr>
            <w:r w:rsidRPr="006A795E">
              <w:t>Mechanical couplings</w:t>
            </w:r>
          </w:p>
        </w:tc>
        <w:tc>
          <w:tcPr>
            <w:tcW w:w="567" w:type="dxa"/>
          </w:tcPr>
          <w:p w14:paraId="1449ACB8" w14:textId="77777777" w:rsidR="007C6E24" w:rsidRPr="006A795E" w:rsidRDefault="007C6E24" w:rsidP="007C6E24">
            <w:pPr>
              <w:keepNext/>
              <w:keepLines/>
              <w:tabs>
                <w:tab w:val="left" w:pos="851"/>
                <w:tab w:val="left" w:pos="5727"/>
                <w:tab w:val="left" w:pos="9575"/>
              </w:tabs>
              <w:outlineLvl w:val="0"/>
            </w:pPr>
            <w:r w:rsidRPr="006A795E">
              <w:t>45</w:t>
            </w:r>
          </w:p>
        </w:tc>
        <w:tc>
          <w:tcPr>
            <w:tcW w:w="543" w:type="dxa"/>
          </w:tcPr>
          <w:p w14:paraId="6973B940" w14:textId="77777777" w:rsidR="007C6E24" w:rsidRPr="006A795E" w:rsidRDefault="007C6E24" w:rsidP="007C6E24">
            <w:pPr>
              <w:keepNext/>
              <w:keepLines/>
              <w:tabs>
                <w:tab w:val="left" w:pos="851"/>
                <w:tab w:val="left" w:pos="5727"/>
                <w:tab w:val="left" w:pos="9575"/>
              </w:tabs>
              <w:outlineLvl w:val="0"/>
            </w:pPr>
            <w:r w:rsidRPr="006A795E">
              <w:t>34</w:t>
            </w:r>
          </w:p>
        </w:tc>
        <w:tc>
          <w:tcPr>
            <w:tcW w:w="1007" w:type="dxa"/>
          </w:tcPr>
          <w:p w14:paraId="1796C51D" w14:textId="77777777" w:rsidR="007C6E24" w:rsidRPr="006A795E" w:rsidRDefault="007C6E24" w:rsidP="007C6E24">
            <w:r w:rsidRPr="006A795E">
              <w:t>2019/96</w:t>
            </w:r>
          </w:p>
        </w:tc>
        <w:tc>
          <w:tcPr>
            <w:tcW w:w="853" w:type="dxa"/>
          </w:tcPr>
          <w:p w14:paraId="0E149C7D" w14:textId="77777777" w:rsidR="007C6E24" w:rsidRPr="006A795E" w:rsidRDefault="007C6E24" w:rsidP="007C6E24">
            <w:pPr>
              <w:keepNext/>
              <w:keepLines/>
              <w:tabs>
                <w:tab w:val="left" w:pos="851"/>
                <w:tab w:val="left" w:pos="5727"/>
                <w:tab w:val="left" w:pos="9575"/>
              </w:tabs>
              <w:outlineLvl w:val="0"/>
            </w:pPr>
            <w:r w:rsidRPr="006A795E">
              <w:t>34/0/0</w:t>
            </w:r>
          </w:p>
        </w:tc>
        <w:tc>
          <w:tcPr>
            <w:tcW w:w="1842" w:type="dxa"/>
          </w:tcPr>
          <w:p w14:paraId="47C42EAB" w14:textId="77777777" w:rsidR="007C6E24" w:rsidRPr="006A795E" w:rsidRDefault="007C6E24" w:rsidP="007C6E24">
            <w:r w:rsidRPr="006A795E">
              <w:rPr>
                <w:bCs/>
              </w:rPr>
              <w:t>Proposal for Supplement 8 to the 01 series</w:t>
            </w:r>
          </w:p>
        </w:tc>
        <w:tc>
          <w:tcPr>
            <w:tcW w:w="428" w:type="dxa"/>
          </w:tcPr>
          <w:p w14:paraId="4C3F25FF"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01C084AF" w14:textId="77777777" w:rsidTr="001530BB">
        <w:trPr>
          <w:cantSplit/>
          <w:trHeight w:val="454"/>
        </w:trPr>
        <w:tc>
          <w:tcPr>
            <w:tcW w:w="584" w:type="dxa"/>
          </w:tcPr>
          <w:p w14:paraId="25CECF91" w14:textId="77777777" w:rsidR="007C6E24" w:rsidRPr="006A795E" w:rsidRDefault="007C6E24" w:rsidP="007C6E24">
            <w:pPr>
              <w:tabs>
                <w:tab w:val="left" w:pos="851"/>
                <w:tab w:val="left" w:pos="5727"/>
                <w:tab w:val="left" w:pos="9575"/>
              </w:tabs>
              <w:outlineLvl w:val="0"/>
            </w:pPr>
            <w:r w:rsidRPr="006A795E">
              <w:t>58</w:t>
            </w:r>
          </w:p>
        </w:tc>
        <w:tc>
          <w:tcPr>
            <w:tcW w:w="2710" w:type="dxa"/>
          </w:tcPr>
          <w:p w14:paraId="09FDB071" w14:textId="77777777" w:rsidR="007C6E24" w:rsidRPr="006A795E" w:rsidRDefault="007C6E24" w:rsidP="007C6E24">
            <w:pPr>
              <w:keepNext/>
              <w:keepLines/>
              <w:tabs>
                <w:tab w:val="left" w:pos="851"/>
                <w:tab w:val="left" w:pos="5727"/>
                <w:tab w:val="left" w:pos="9575"/>
              </w:tabs>
              <w:outlineLvl w:val="0"/>
            </w:pPr>
            <w:r w:rsidRPr="006A795E">
              <w:rPr>
                <w:bCs/>
              </w:rPr>
              <w:t>Rear underrun protection</w:t>
            </w:r>
          </w:p>
        </w:tc>
        <w:tc>
          <w:tcPr>
            <w:tcW w:w="567" w:type="dxa"/>
          </w:tcPr>
          <w:p w14:paraId="64668C75" w14:textId="77777777" w:rsidR="007C6E24" w:rsidRPr="006A795E" w:rsidRDefault="007C6E24" w:rsidP="007C6E24">
            <w:pPr>
              <w:keepNext/>
              <w:keepLines/>
              <w:tabs>
                <w:tab w:val="left" w:pos="851"/>
                <w:tab w:val="left" w:pos="5727"/>
                <w:tab w:val="left" w:pos="9575"/>
              </w:tabs>
              <w:outlineLvl w:val="0"/>
            </w:pPr>
            <w:r w:rsidRPr="006A795E">
              <w:t>47</w:t>
            </w:r>
          </w:p>
        </w:tc>
        <w:tc>
          <w:tcPr>
            <w:tcW w:w="543" w:type="dxa"/>
          </w:tcPr>
          <w:p w14:paraId="4D274131" w14:textId="77777777" w:rsidR="007C6E24" w:rsidRPr="006A795E" w:rsidRDefault="007C6E24" w:rsidP="007C6E24">
            <w:pPr>
              <w:keepNext/>
              <w:keepLines/>
              <w:tabs>
                <w:tab w:val="left" w:pos="851"/>
                <w:tab w:val="left" w:pos="5727"/>
                <w:tab w:val="left" w:pos="9575"/>
              </w:tabs>
              <w:outlineLvl w:val="0"/>
            </w:pPr>
            <w:r w:rsidRPr="006A795E">
              <w:t>36</w:t>
            </w:r>
          </w:p>
        </w:tc>
        <w:tc>
          <w:tcPr>
            <w:tcW w:w="1007" w:type="dxa"/>
          </w:tcPr>
          <w:p w14:paraId="75FCC2B9" w14:textId="77777777" w:rsidR="007C6E24" w:rsidRPr="006A795E" w:rsidRDefault="007C6E24" w:rsidP="007C6E24">
            <w:r w:rsidRPr="006A795E">
              <w:t>2019/97</w:t>
            </w:r>
          </w:p>
        </w:tc>
        <w:tc>
          <w:tcPr>
            <w:tcW w:w="853" w:type="dxa"/>
          </w:tcPr>
          <w:p w14:paraId="7CC72FCF" w14:textId="77777777" w:rsidR="007C6E24" w:rsidRPr="006A795E" w:rsidRDefault="007C6E24" w:rsidP="007C6E24">
            <w:pPr>
              <w:keepNext/>
              <w:keepLines/>
              <w:tabs>
                <w:tab w:val="left" w:pos="851"/>
                <w:tab w:val="left" w:pos="5727"/>
                <w:tab w:val="left" w:pos="9575"/>
              </w:tabs>
              <w:outlineLvl w:val="0"/>
            </w:pPr>
            <w:r w:rsidRPr="006A795E">
              <w:t>36/0/0</w:t>
            </w:r>
          </w:p>
        </w:tc>
        <w:tc>
          <w:tcPr>
            <w:tcW w:w="1842" w:type="dxa"/>
          </w:tcPr>
          <w:p w14:paraId="00821B1A" w14:textId="77777777" w:rsidR="007C6E24" w:rsidRPr="006A795E" w:rsidRDefault="007C6E24" w:rsidP="007C6E24">
            <w:pPr>
              <w:rPr>
                <w:bCs/>
              </w:rPr>
            </w:pPr>
            <w:r w:rsidRPr="006A795E">
              <w:rPr>
                <w:bCs/>
              </w:rPr>
              <w:t>Proposal for Supplement 1 to the 03 series</w:t>
            </w:r>
          </w:p>
        </w:tc>
        <w:tc>
          <w:tcPr>
            <w:tcW w:w="428" w:type="dxa"/>
          </w:tcPr>
          <w:p w14:paraId="1A567483"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1449DC26" w14:textId="77777777" w:rsidTr="001530BB">
        <w:trPr>
          <w:cantSplit/>
          <w:trHeight w:val="454"/>
        </w:trPr>
        <w:tc>
          <w:tcPr>
            <w:tcW w:w="584" w:type="dxa"/>
          </w:tcPr>
          <w:p w14:paraId="51AEEA4E" w14:textId="77777777" w:rsidR="007C6E24" w:rsidRPr="006A795E" w:rsidRDefault="007C6E24" w:rsidP="007C6E24">
            <w:pPr>
              <w:tabs>
                <w:tab w:val="left" w:pos="851"/>
                <w:tab w:val="left" w:pos="5727"/>
                <w:tab w:val="left" w:pos="9575"/>
              </w:tabs>
              <w:outlineLvl w:val="0"/>
            </w:pPr>
            <w:r w:rsidRPr="006A795E">
              <w:t>67</w:t>
            </w:r>
          </w:p>
        </w:tc>
        <w:tc>
          <w:tcPr>
            <w:tcW w:w="2710" w:type="dxa"/>
          </w:tcPr>
          <w:p w14:paraId="3E5F816D" w14:textId="77777777" w:rsidR="007C6E24" w:rsidRPr="006A795E" w:rsidRDefault="007C6E24" w:rsidP="007C6E24">
            <w:pPr>
              <w:keepNext/>
              <w:keepLines/>
              <w:tabs>
                <w:tab w:val="left" w:pos="851"/>
                <w:tab w:val="left" w:pos="5727"/>
                <w:tab w:val="left" w:pos="9575"/>
              </w:tabs>
              <w:outlineLvl w:val="0"/>
              <w:rPr>
                <w:bCs/>
              </w:rPr>
            </w:pPr>
            <w:r w:rsidRPr="006A795E">
              <w:rPr>
                <w:bCs/>
              </w:rPr>
              <w:t>LPG Vehicles</w:t>
            </w:r>
          </w:p>
        </w:tc>
        <w:tc>
          <w:tcPr>
            <w:tcW w:w="567" w:type="dxa"/>
          </w:tcPr>
          <w:p w14:paraId="70F5058A" w14:textId="77777777" w:rsidR="007C6E24" w:rsidRPr="006A795E" w:rsidRDefault="007C6E24" w:rsidP="007C6E24">
            <w:pPr>
              <w:keepNext/>
              <w:keepLines/>
              <w:tabs>
                <w:tab w:val="left" w:pos="851"/>
                <w:tab w:val="left" w:pos="5727"/>
                <w:tab w:val="left" w:pos="9575"/>
              </w:tabs>
              <w:outlineLvl w:val="0"/>
            </w:pPr>
            <w:r w:rsidRPr="006A795E">
              <w:t>44</w:t>
            </w:r>
          </w:p>
        </w:tc>
        <w:tc>
          <w:tcPr>
            <w:tcW w:w="543" w:type="dxa"/>
          </w:tcPr>
          <w:p w14:paraId="02E28243" w14:textId="77777777" w:rsidR="007C6E24" w:rsidRPr="006A795E" w:rsidRDefault="007C6E24" w:rsidP="007C6E24">
            <w:pPr>
              <w:keepNext/>
              <w:keepLines/>
              <w:tabs>
                <w:tab w:val="left" w:pos="851"/>
                <w:tab w:val="left" w:pos="5727"/>
                <w:tab w:val="left" w:pos="9575"/>
              </w:tabs>
              <w:outlineLvl w:val="0"/>
            </w:pPr>
            <w:r w:rsidRPr="006A795E">
              <w:t>33</w:t>
            </w:r>
          </w:p>
        </w:tc>
        <w:tc>
          <w:tcPr>
            <w:tcW w:w="1007" w:type="dxa"/>
          </w:tcPr>
          <w:p w14:paraId="46ABF305" w14:textId="2D422C3C" w:rsidR="007C6E24" w:rsidRPr="006A795E" w:rsidRDefault="007C6E24" w:rsidP="007C6E24">
            <w:r w:rsidRPr="006A795E">
              <w:t xml:space="preserve">2019/94 as amended by para. </w:t>
            </w:r>
            <w:r w:rsidR="00002331" w:rsidRPr="00700800">
              <w:t>70</w:t>
            </w:r>
            <w:r w:rsidRPr="006A795E">
              <w:t xml:space="preserve"> above</w:t>
            </w:r>
            <w:r w:rsidRPr="006A795E" w:rsidDel="0001630D">
              <w:t xml:space="preserve"> </w:t>
            </w:r>
          </w:p>
        </w:tc>
        <w:tc>
          <w:tcPr>
            <w:tcW w:w="853" w:type="dxa"/>
          </w:tcPr>
          <w:p w14:paraId="4D96E6E0" w14:textId="77777777" w:rsidR="007C6E24" w:rsidRPr="006A795E" w:rsidRDefault="007C6E24" w:rsidP="007C6E24">
            <w:pPr>
              <w:keepNext/>
              <w:keepLines/>
              <w:tabs>
                <w:tab w:val="left" w:pos="851"/>
                <w:tab w:val="left" w:pos="5727"/>
                <w:tab w:val="left" w:pos="9575"/>
              </w:tabs>
              <w:outlineLvl w:val="0"/>
            </w:pPr>
            <w:r w:rsidRPr="006A795E">
              <w:t>33/0/0</w:t>
            </w:r>
          </w:p>
        </w:tc>
        <w:tc>
          <w:tcPr>
            <w:tcW w:w="1842" w:type="dxa"/>
          </w:tcPr>
          <w:p w14:paraId="31240AF9" w14:textId="77777777" w:rsidR="007C6E24" w:rsidRPr="006A795E" w:rsidRDefault="007C6E24" w:rsidP="007C6E24">
            <w:r w:rsidRPr="006A795E">
              <w:rPr>
                <w:bCs/>
              </w:rPr>
              <w:t>Proposal for the 03 series</w:t>
            </w:r>
          </w:p>
        </w:tc>
        <w:tc>
          <w:tcPr>
            <w:tcW w:w="428" w:type="dxa"/>
          </w:tcPr>
          <w:p w14:paraId="4EC5C600"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344355B2" w14:textId="77777777" w:rsidTr="001530BB">
        <w:trPr>
          <w:cantSplit/>
          <w:trHeight w:val="454"/>
        </w:trPr>
        <w:tc>
          <w:tcPr>
            <w:tcW w:w="584" w:type="dxa"/>
          </w:tcPr>
          <w:p w14:paraId="708F51BA" w14:textId="77777777" w:rsidR="007C6E24" w:rsidRPr="006A795E" w:rsidRDefault="007C6E24" w:rsidP="007C6E24">
            <w:pPr>
              <w:tabs>
                <w:tab w:val="left" w:pos="851"/>
                <w:tab w:val="left" w:pos="5727"/>
                <w:tab w:val="left" w:pos="9575"/>
              </w:tabs>
              <w:outlineLvl w:val="0"/>
            </w:pPr>
            <w:r w:rsidRPr="006A795E">
              <w:t>67</w:t>
            </w:r>
          </w:p>
        </w:tc>
        <w:tc>
          <w:tcPr>
            <w:tcW w:w="2710" w:type="dxa"/>
          </w:tcPr>
          <w:p w14:paraId="453F480D" w14:textId="77777777" w:rsidR="007C6E24" w:rsidRPr="006A795E" w:rsidRDefault="007C6E24" w:rsidP="007C6E24">
            <w:pPr>
              <w:keepNext/>
              <w:keepLines/>
              <w:tabs>
                <w:tab w:val="left" w:pos="851"/>
                <w:tab w:val="left" w:pos="5727"/>
                <w:tab w:val="left" w:pos="9575"/>
              </w:tabs>
              <w:outlineLvl w:val="0"/>
              <w:rPr>
                <w:bCs/>
              </w:rPr>
            </w:pPr>
            <w:r w:rsidRPr="006A795E">
              <w:rPr>
                <w:bCs/>
              </w:rPr>
              <w:t>LPG Vehicles</w:t>
            </w:r>
          </w:p>
        </w:tc>
        <w:tc>
          <w:tcPr>
            <w:tcW w:w="567" w:type="dxa"/>
          </w:tcPr>
          <w:p w14:paraId="27BC01C0" w14:textId="77777777" w:rsidR="007C6E24" w:rsidRPr="006A795E" w:rsidRDefault="007C6E24" w:rsidP="007C6E24">
            <w:pPr>
              <w:keepNext/>
              <w:keepLines/>
              <w:tabs>
                <w:tab w:val="left" w:pos="851"/>
                <w:tab w:val="left" w:pos="5727"/>
                <w:tab w:val="left" w:pos="9575"/>
              </w:tabs>
              <w:outlineLvl w:val="0"/>
            </w:pPr>
            <w:r w:rsidRPr="006A795E">
              <w:t>44</w:t>
            </w:r>
          </w:p>
        </w:tc>
        <w:tc>
          <w:tcPr>
            <w:tcW w:w="543" w:type="dxa"/>
          </w:tcPr>
          <w:p w14:paraId="729BF338" w14:textId="77777777" w:rsidR="007C6E24" w:rsidRPr="006A795E" w:rsidRDefault="007C6E24" w:rsidP="007C6E24">
            <w:pPr>
              <w:keepNext/>
              <w:keepLines/>
              <w:tabs>
                <w:tab w:val="left" w:pos="851"/>
                <w:tab w:val="left" w:pos="5727"/>
                <w:tab w:val="left" w:pos="9575"/>
              </w:tabs>
              <w:outlineLvl w:val="0"/>
            </w:pPr>
            <w:r w:rsidRPr="006A795E">
              <w:t>33</w:t>
            </w:r>
          </w:p>
        </w:tc>
        <w:tc>
          <w:tcPr>
            <w:tcW w:w="1007" w:type="dxa"/>
          </w:tcPr>
          <w:p w14:paraId="63CEAEB1" w14:textId="014B107B" w:rsidR="007C6E24" w:rsidRPr="006A795E" w:rsidRDefault="007C6E24" w:rsidP="007C6E24">
            <w:r w:rsidRPr="006A795E">
              <w:t xml:space="preserve">2019/98 as amended by para. </w:t>
            </w:r>
            <w:r w:rsidR="00002331" w:rsidRPr="00700800">
              <w:t>70</w:t>
            </w:r>
            <w:r w:rsidR="00002331">
              <w:t xml:space="preserve"> </w:t>
            </w:r>
            <w:r w:rsidRPr="006A795E">
              <w:t>above</w:t>
            </w:r>
          </w:p>
        </w:tc>
        <w:tc>
          <w:tcPr>
            <w:tcW w:w="853" w:type="dxa"/>
          </w:tcPr>
          <w:p w14:paraId="0B10A62E" w14:textId="77777777" w:rsidR="007C6E24" w:rsidRPr="006A795E" w:rsidRDefault="007C6E24" w:rsidP="007C6E24">
            <w:pPr>
              <w:keepNext/>
              <w:keepLines/>
              <w:tabs>
                <w:tab w:val="left" w:pos="851"/>
                <w:tab w:val="left" w:pos="5727"/>
                <w:tab w:val="left" w:pos="9575"/>
              </w:tabs>
              <w:outlineLvl w:val="0"/>
            </w:pPr>
            <w:r w:rsidRPr="006A795E">
              <w:t>33/0/0</w:t>
            </w:r>
          </w:p>
        </w:tc>
        <w:tc>
          <w:tcPr>
            <w:tcW w:w="1842" w:type="dxa"/>
          </w:tcPr>
          <w:p w14:paraId="18C3D914" w14:textId="77777777" w:rsidR="007C6E24" w:rsidRPr="006A795E" w:rsidRDefault="007C6E24" w:rsidP="007C6E24">
            <w:pPr>
              <w:rPr>
                <w:bCs/>
              </w:rPr>
            </w:pPr>
            <w:r w:rsidRPr="006A795E">
              <w:rPr>
                <w:bCs/>
              </w:rPr>
              <w:t>Proposal for Supplement 2 to the 02 series</w:t>
            </w:r>
          </w:p>
        </w:tc>
        <w:tc>
          <w:tcPr>
            <w:tcW w:w="428" w:type="dxa"/>
          </w:tcPr>
          <w:p w14:paraId="2C6B87BE"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60663514" w14:textId="77777777" w:rsidTr="001530BB">
        <w:trPr>
          <w:cantSplit/>
          <w:trHeight w:val="454"/>
        </w:trPr>
        <w:tc>
          <w:tcPr>
            <w:tcW w:w="584" w:type="dxa"/>
          </w:tcPr>
          <w:p w14:paraId="163B670E" w14:textId="77777777" w:rsidR="007C6E24" w:rsidRPr="006A795E" w:rsidRDefault="007C6E24" w:rsidP="007C6E24">
            <w:pPr>
              <w:tabs>
                <w:tab w:val="left" w:pos="851"/>
                <w:tab w:val="left" w:pos="5727"/>
                <w:tab w:val="left" w:pos="9575"/>
              </w:tabs>
              <w:outlineLvl w:val="0"/>
            </w:pPr>
            <w:r w:rsidRPr="006A795E">
              <w:t>74</w:t>
            </w:r>
          </w:p>
        </w:tc>
        <w:tc>
          <w:tcPr>
            <w:tcW w:w="2710" w:type="dxa"/>
          </w:tcPr>
          <w:p w14:paraId="7FED524F" w14:textId="77777777" w:rsidR="007C6E24" w:rsidRPr="006A795E" w:rsidRDefault="007C6E24" w:rsidP="007C6E24">
            <w:pPr>
              <w:keepNext/>
              <w:keepLines/>
              <w:tabs>
                <w:tab w:val="left" w:pos="851"/>
                <w:tab w:val="left" w:pos="5727"/>
                <w:tab w:val="left" w:pos="9575"/>
              </w:tabs>
              <w:outlineLvl w:val="0"/>
              <w:rPr>
                <w:bCs/>
              </w:rPr>
            </w:pPr>
            <w:r w:rsidRPr="006A795E">
              <w:t>Installation of lighting and light-signalling devices for mopeds</w:t>
            </w:r>
          </w:p>
        </w:tc>
        <w:tc>
          <w:tcPr>
            <w:tcW w:w="567" w:type="dxa"/>
          </w:tcPr>
          <w:p w14:paraId="4E7B92D1" w14:textId="77777777" w:rsidR="007C6E24" w:rsidRPr="006A795E" w:rsidRDefault="007C6E24" w:rsidP="007C6E24">
            <w:pPr>
              <w:keepNext/>
              <w:keepLines/>
              <w:tabs>
                <w:tab w:val="left" w:pos="851"/>
                <w:tab w:val="left" w:pos="5727"/>
                <w:tab w:val="left" w:pos="9575"/>
              </w:tabs>
              <w:outlineLvl w:val="0"/>
            </w:pPr>
            <w:r w:rsidRPr="006A795E">
              <w:t>45</w:t>
            </w:r>
          </w:p>
        </w:tc>
        <w:tc>
          <w:tcPr>
            <w:tcW w:w="543" w:type="dxa"/>
          </w:tcPr>
          <w:p w14:paraId="75BC27FA" w14:textId="77777777" w:rsidR="007C6E24" w:rsidRPr="006A795E" w:rsidRDefault="007C6E24" w:rsidP="007C6E24">
            <w:pPr>
              <w:keepNext/>
              <w:keepLines/>
              <w:tabs>
                <w:tab w:val="left" w:pos="851"/>
                <w:tab w:val="left" w:pos="5727"/>
                <w:tab w:val="left" w:pos="9575"/>
              </w:tabs>
              <w:outlineLvl w:val="0"/>
            </w:pPr>
            <w:r w:rsidRPr="006A795E">
              <w:t>34</w:t>
            </w:r>
          </w:p>
        </w:tc>
        <w:tc>
          <w:tcPr>
            <w:tcW w:w="1007" w:type="dxa"/>
          </w:tcPr>
          <w:p w14:paraId="4E5689AC" w14:textId="77777777" w:rsidR="007C6E24" w:rsidRPr="006A795E" w:rsidRDefault="007C6E24" w:rsidP="007C6E24">
            <w:r w:rsidRPr="006A795E">
              <w:t>2019/79</w:t>
            </w:r>
          </w:p>
        </w:tc>
        <w:tc>
          <w:tcPr>
            <w:tcW w:w="853" w:type="dxa"/>
          </w:tcPr>
          <w:p w14:paraId="68EC5C08" w14:textId="77777777" w:rsidR="007C6E24" w:rsidRPr="006A795E" w:rsidRDefault="007C6E24" w:rsidP="007C6E24">
            <w:pPr>
              <w:keepNext/>
              <w:keepLines/>
              <w:tabs>
                <w:tab w:val="left" w:pos="851"/>
                <w:tab w:val="left" w:pos="5727"/>
                <w:tab w:val="left" w:pos="9575"/>
              </w:tabs>
              <w:outlineLvl w:val="0"/>
            </w:pPr>
            <w:r w:rsidRPr="006A795E">
              <w:t>34/0/0</w:t>
            </w:r>
          </w:p>
        </w:tc>
        <w:tc>
          <w:tcPr>
            <w:tcW w:w="1842" w:type="dxa"/>
          </w:tcPr>
          <w:p w14:paraId="4E9382DC" w14:textId="77777777" w:rsidR="007C6E24" w:rsidRPr="006A795E" w:rsidRDefault="007C6E24" w:rsidP="007C6E24">
            <w:r w:rsidRPr="006A795E">
              <w:t>Proposal for a new 02 series</w:t>
            </w:r>
          </w:p>
        </w:tc>
        <w:tc>
          <w:tcPr>
            <w:tcW w:w="428" w:type="dxa"/>
          </w:tcPr>
          <w:p w14:paraId="0C10179A"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4D56B1F7" w14:textId="77777777" w:rsidTr="001530BB">
        <w:trPr>
          <w:cantSplit/>
          <w:trHeight w:val="454"/>
        </w:trPr>
        <w:tc>
          <w:tcPr>
            <w:tcW w:w="584" w:type="dxa"/>
          </w:tcPr>
          <w:p w14:paraId="4C0F1AB4" w14:textId="77777777" w:rsidR="007C6E24" w:rsidRPr="006A795E" w:rsidRDefault="007C6E24" w:rsidP="007C6E24">
            <w:pPr>
              <w:tabs>
                <w:tab w:val="left" w:pos="851"/>
                <w:tab w:val="left" w:pos="5727"/>
                <w:tab w:val="left" w:pos="9575"/>
              </w:tabs>
              <w:outlineLvl w:val="0"/>
            </w:pPr>
            <w:r w:rsidRPr="006A795E">
              <w:lastRenderedPageBreak/>
              <w:t>74</w:t>
            </w:r>
          </w:p>
        </w:tc>
        <w:tc>
          <w:tcPr>
            <w:tcW w:w="2710" w:type="dxa"/>
          </w:tcPr>
          <w:p w14:paraId="7A804E71" w14:textId="77777777" w:rsidR="007C6E24" w:rsidRPr="006A795E" w:rsidRDefault="007C6E24" w:rsidP="007C6E24">
            <w:pPr>
              <w:keepNext/>
              <w:keepLines/>
              <w:tabs>
                <w:tab w:val="left" w:pos="851"/>
                <w:tab w:val="left" w:pos="5727"/>
                <w:tab w:val="left" w:pos="9575"/>
              </w:tabs>
              <w:outlineLvl w:val="0"/>
              <w:rPr>
                <w:bCs/>
              </w:rPr>
            </w:pPr>
            <w:r w:rsidRPr="006A795E">
              <w:t>Installation of lighting and light-signalling devices for mopeds</w:t>
            </w:r>
          </w:p>
        </w:tc>
        <w:tc>
          <w:tcPr>
            <w:tcW w:w="567" w:type="dxa"/>
          </w:tcPr>
          <w:p w14:paraId="274E4A33" w14:textId="77777777" w:rsidR="007C6E24" w:rsidRPr="006A795E" w:rsidRDefault="007C6E24" w:rsidP="007C6E24">
            <w:pPr>
              <w:keepNext/>
              <w:keepLines/>
              <w:tabs>
                <w:tab w:val="left" w:pos="851"/>
                <w:tab w:val="left" w:pos="5727"/>
                <w:tab w:val="left" w:pos="9575"/>
              </w:tabs>
              <w:outlineLvl w:val="0"/>
            </w:pPr>
            <w:r w:rsidRPr="006A795E">
              <w:t>45</w:t>
            </w:r>
          </w:p>
        </w:tc>
        <w:tc>
          <w:tcPr>
            <w:tcW w:w="543" w:type="dxa"/>
          </w:tcPr>
          <w:p w14:paraId="018157D4" w14:textId="77777777" w:rsidR="007C6E24" w:rsidRPr="006A795E" w:rsidRDefault="007C6E24" w:rsidP="007C6E24">
            <w:pPr>
              <w:keepNext/>
              <w:keepLines/>
              <w:tabs>
                <w:tab w:val="left" w:pos="851"/>
                <w:tab w:val="left" w:pos="5727"/>
                <w:tab w:val="left" w:pos="9575"/>
              </w:tabs>
              <w:outlineLvl w:val="0"/>
            </w:pPr>
            <w:r w:rsidRPr="006A795E">
              <w:t>34</w:t>
            </w:r>
          </w:p>
        </w:tc>
        <w:tc>
          <w:tcPr>
            <w:tcW w:w="1007" w:type="dxa"/>
          </w:tcPr>
          <w:p w14:paraId="5A131690" w14:textId="77777777" w:rsidR="007C6E24" w:rsidRPr="006A795E" w:rsidRDefault="007C6E24" w:rsidP="007C6E24">
            <w:r w:rsidRPr="006A795E">
              <w:t>2019/87</w:t>
            </w:r>
          </w:p>
        </w:tc>
        <w:tc>
          <w:tcPr>
            <w:tcW w:w="853" w:type="dxa"/>
          </w:tcPr>
          <w:p w14:paraId="29557525" w14:textId="77777777" w:rsidR="007C6E24" w:rsidRPr="006A795E" w:rsidRDefault="007C6E24" w:rsidP="007C6E24">
            <w:pPr>
              <w:keepNext/>
              <w:keepLines/>
              <w:tabs>
                <w:tab w:val="left" w:pos="851"/>
                <w:tab w:val="left" w:pos="5727"/>
                <w:tab w:val="left" w:pos="9575"/>
              </w:tabs>
              <w:outlineLvl w:val="0"/>
            </w:pPr>
            <w:r w:rsidRPr="006A795E">
              <w:t>34/0/0</w:t>
            </w:r>
          </w:p>
        </w:tc>
        <w:tc>
          <w:tcPr>
            <w:tcW w:w="1842" w:type="dxa"/>
          </w:tcPr>
          <w:p w14:paraId="4E7BE1C9" w14:textId="77777777" w:rsidR="007C6E24" w:rsidRPr="006A795E" w:rsidRDefault="007C6E24" w:rsidP="007C6E24">
            <w:r w:rsidRPr="006A795E">
              <w:t>Proposal for Supplement 11 to the 01 series</w:t>
            </w:r>
          </w:p>
        </w:tc>
        <w:tc>
          <w:tcPr>
            <w:tcW w:w="428" w:type="dxa"/>
          </w:tcPr>
          <w:p w14:paraId="0191B197"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31963DF5" w14:textId="77777777" w:rsidTr="001530BB">
        <w:trPr>
          <w:cantSplit/>
          <w:trHeight w:val="454"/>
        </w:trPr>
        <w:tc>
          <w:tcPr>
            <w:tcW w:w="584" w:type="dxa"/>
          </w:tcPr>
          <w:p w14:paraId="11F62ED8" w14:textId="77777777" w:rsidR="007C6E24" w:rsidRPr="006A795E" w:rsidRDefault="007C6E24" w:rsidP="007C6E24">
            <w:pPr>
              <w:tabs>
                <w:tab w:val="left" w:pos="851"/>
                <w:tab w:val="left" w:pos="5727"/>
                <w:tab w:val="left" w:pos="9575"/>
              </w:tabs>
              <w:outlineLvl w:val="0"/>
            </w:pPr>
            <w:r w:rsidRPr="006A795E">
              <w:t>80</w:t>
            </w:r>
          </w:p>
        </w:tc>
        <w:tc>
          <w:tcPr>
            <w:tcW w:w="2710" w:type="dxa"/>
          </w:tcPr>
          <w:p w14:paraId="2C6FD8CE" w14:textId="77777777" w:rsidR="007C6E24" w:rsidRPr="006A795E" w:rsidRDefault="007C6E24" w:rsidP="007C6E24">
            <w:pPr>
              <w:keepNext/>
              <w:keepLines/>
              <w:tabs>
                <w:tab w:val="left" w:pos="851"/>
                <w:tab w:val="left" w:pos="5727"/>
                <w:tab w:val="left" w:pos="9575"/>
              </w:tabs>
              <w:outlineLvl w:val="0"/>
              <w:rPr>
                <w:bCs/>
              </w:rPr>
            </w:pPr>
            <w:r w:rsidRPr="006A795E">
              <w:t>Strength of seats and their anchorages (buses)</w:t>
            </w:r>
          </w:p>
        </w:tc>
        <w:tc>
          <w:tcPr>
            <w:tcW w:w="567" w:type="dxa"/>
          </w:tcPr>
          <w:p w14:paraId="59DD237D" w14:textId="77777777" w:rsidR="007C6E24" w:rsidRPr="006A795E" w:rsidRDefault="007C6E24" w:rsidP="007C6E24">
            <w:pPr>
              <w:keepNext/>
              <w:keepLines/>
              <w:tabs>
                <w:tab w:val="left" w:pos="851"/>
                <w:tab w:val="left" w:pos="5727"/>
                <w:tab w:val="left" w:pos="9575"/>
              </w:tabs>
              <w:outlineLvl w:val="0"/>
            </w:pPr>
            <w:r w:rsidRPr="006A795E">
              <w:t>44</w:t>
            </w:r>
          </w:p>
        </w:tc>
        <w:tc>
          <w:tcPr>
            <w:tcW w:w="543" w:type="dxa"/>
          </w:tcPr>
          <w:p w14:paraId="13A74549" w14:textId="77777777" w:rsidR="007C6E24" w:rsidRPr="006A795E" w:rsidRDefault="007C6E24" w:rsidP="007C6E24">
            <w:pPr>
              <w:keepNext/>
              <w:keepLines/>
              <w:tabs>
                <w:tab w:val="left" w:pos="851"/>
                <w:tab w:val="left" w:pos="5727"/>
                <w:tab w:val="left" w:pos="9575"/>
              </w:tabs>
              <w:outlineLvl w:val="0"/>
            </w:pPr>
            <w:r w:rsidRPr="006A795E">
              <w:t>35</w:t>
            </w:r>
          </w:p>
        </w:tc>
        <w:tc>
          <w:tcPr>
            <w:tcW w:w="1007" w:type="dxa"/>
          </w:tcPr>
          <w:p w14:paraId="1319B0F4" w14:textId="77777777" w:rsidR="007C6E24" w:rsidRPr="006A795E" w:rsidRDefault="007C6E24" w:rsidP="007C6E24">
            <w:r w:rsidRPr="006A795E">
              <w:t>2019/103</w:t>
            </w:r>
          </w:p>
        </w:tc>
        <w:tc>
          <w:tcPr>
            <w:tcW w:w="853" w:type="dxa"/>
          </w:tcPr>
          <w:p w14:paraId="5BA6334A" w14:textId="77777777" w:rsidR="007C6E24" w:rsidRPr="006A795E" w:rsidRDefault="007C6E24" w:rsidP="007C6E24">
            <w:pPr>
              <w:keepNext/>
              <w:keepLines/>
              <w:tabs>
                <w:tab w:val="left" w:pos="851"/>
                <w:tab w:val="left" w:pos="5727"/>
                <w:tab w:val="left" w:pos="9575"/>
              </w:tabs>
              <w:outlineLvl w:val="0"/>
            </w:pPr>
            <w:r w:rsidRPr="006A795E">
              <w:t>35/0/0</w:t>
            </w:r>
          </w:p>
        </w:tc>
        <w:tc>
          <w:tcPr>
            <w:tcW w:w="1842" w:type="dxa"/>
          </w:tcPr>
          <w:p w14:paraId="120A95FF" w14:textId="126F3E4C" w:rsidR="007C6E24" w:rsidRPr="006A795E" w:rsidRDefault="007C6E24" w:rsidP="007C6E24">
            <w:r w:rsidRPr="006A795E">
              <w:t xml:space="preserve">Proposal for the </w:t>
            </w:r>
            <w:r w:rsidR="004F35E4">
              <w:br/>
            </w:r>
            <w:r w:rsidRPr="006A795E">
              <w:t>04 series</w:t>
            </w:r>
          </w:p>
        </w:tc>
        <w:tc>
          <w:tcPr>
            <w:tcW w:w="428" w:type="dxa"/>
          </w:tcPr>
          <w:p w14:paraId="3B2911A2"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37C56092" w14:textId="77777777" w:rsidTr="001530BB">
        <w:trPr>
          <w:cantSplit/>
          <w:trHeight w:val="454"/>
        </w:trPr>
        <w:tc>
          <w:tcPr>
            <w:tcW w:w="584" w:type="dxa"/>
          </w:tcPr>
          <w:p w14:paraId="6BD3AC21" w14:textId="77777777" w:rsidR="007C6E24" w:rsidRPr="006A795E" w:rsidRDefault="007C6E24" w:rsidP="007C6E24">
            <w:pPr>
              <w:tabs>
                <w:tab w:val="left" w:pos="851"/>
                <w:tab w:val="left" w:pos="5727"/>
                <w:tab w:val="left" w:pos="9575"/>
              </w:tabs>
              <w:outlineLvl w:val="0"/>
            </w:pPr>
            <w:r w:rsidRPr="006A795E">
              <w:t>83</w:t>
            </w:r>
          </w:p>
        </w:tc>
        <w:tc>
          <w:tcPr>
            <w:tcW w:w="2710" w:type="dxa"/>
          </w:tcPr>
          <w:p w14:paraId="327F5CCF" w14:textId="77777777" w:rsidR="007C6E24" w:rsidRPr="006A795E" w:rsidRDefault="007C6E24" w:rsidP="007C6E24">
            <w:pPr>
              <w:keepNext/>
              <w:keepLines/>
              <w:tabs>
                <w:tab w:val="left" w:pos="851"/>
                <w:tab w:val="left" w:pos="5727"/>
                <w:tab w:val="left" w:pos="9575"/>
              </w:tabs>
              <w:outlineLvl w:val="0"/>
              <w:rPr>
                <w:bCs/>
              </w:rPr>
            </w:pPr>
            <w:r w:rsidRPr="006A795E">
              <w:rPr>
                <w:bCs/>
              </w:rPr>
              <w:t>Emissions of M</w:t>
            </w:r>
            <w:r w:rsidRPr="006A795E">
              <w:rPr>
                <w:bCs/>
                <w:vertAlign w:val="subscript"/>
              </w:rPr>
              <w:t>1</w:t>
            </w:r>
            <w:r w:rsidRPr="006A795E">
              <w:rPr>
                <w:bCs/>
              </w:rPr>
              <w:t xml:space="preserve"> and N</w:t>
            </w:r>
            <w:r w:rsidRPr="006A795E">
              <w:rPr>
                <w:bCs/>
                <w:vertAlign w:val="subscript"/>
              </w:rPr>
              <w:t>1</w:t>
            </w:r>
            <w:r w:rsidRPr="006A795E">
              <w:rPr>
                <w:bCs/>
              </w:rPr>
              <w:t xml:space="preserve"> vehicles</w:t>
            </w:r>
          </w:p>
        </w:tc>
        <w:tc>
          <w:tcPr>
            <w:tcW w:w="567" w:type="dxa"/>
          </w:tcPr>
          <w:p w14:paraId="5B183D8D" w14:textId="77777777" w:rsidR="007C6E24" w:rsidRPr="006A795E" w:rsidRDefault="007C6E24" w:rsidP="007C6E24">
            <w:pPr>
              <w:keepNext/>
              <w:keepLines/>
              <w:tabs>
                <w:tab w:val="left" w:pos="851"/>
                <w:tab w:val="left" w:pos="5727"/>
                <w:tab w:val="left" w:pos="9575"/>
              </w:tabs>
              <w:outlineLvl w:val="0"/>
            </w:pPr>
            <w:r w:rsidRPr="006A795E">
              <w:t>46</w:t>
            </w:r>
          </w:p>
        </w:tc>
        <w:tc>
          <w:tcPr>
            <w:tcW w:w="543" w:type="dxa"/>
          </w:tcPr>
          <w:p w14:paraId="4BFE2795" w14:textId="77777777" w:rsidR="007C6E24" w:rsidRPr="006A795E" w:rsidRDefault="007C6E24" w:rsidP="007C6E24">
            <w:pPr>
              <w:keepNext/>
              <w:keepLines/>
              <w:tabs>
                <w:tab w:val="left" w:pos="851"/>
                <w:tab w:val="left" w:pos="5727"/>
                <w:tab w:val="left" w:pos="9575"/>
              </w:tabs>
              <w:outlineLvl w:val="0"/>
            </w:pPr>
            <w:r w:rsidRPr="006A795E">
              <w:t>35</w:t>
            </w:r>
          </w:p>
        </w:tc>
        <w:tc>
          <w:tcPr>
            <w:tcW w:w="1007" w:type="dxa"/>
          </w:tcPr>
          <w:p w14:paraId="70416567" w14:textId="77777777" w:rsidR="007C6E24" w:rsidRPr="006A795E" w:rsidRDefault="007C6E24" w:rsidP="007C6E24">
            <w:r w:rsidRPr="006A795E">
              <w:t>2019/127</w:t>
            </w:r>
          </w:p>
        </w:tc>
        <w:tc>
          <w:tcPr>
            <w:tcW w:w="853" w:type="dxa"/>
          </w:tcPr>
          <w:p w14:paraId="17DC1E4D" w14:textId="77777777" w:rsidR="007C6E24" w:rsidRPr="006A795E" w:rsidRDefault="007C6E24" w:rsidP="007C6E24">
            <w:pPr>
              <w:keepNext/>
              <w:keepLines/>
              <w:tabs>
                <w:tab w:val="left" w:pos="851"/>
                <w:tab w:val="left" w:pos="5727"/>
                <w:tab w:val="left" w:pos="9575"/>
              </w:tabs>
              <w:outlineLvl w:val="0"/>
            </w:pPr>
            <w:r w:rsidRPr="006A795E">
              <w:t>35/0/0</w:t>
            </w:r>
          </w:p>
        </w:tc>
        <w:tc>
          <w:tcPr>
            <w:tcW w:w="1842" w:type="dxa"/>
          </w:tcPr>
          <w:p w14:paraId="72832971" w14:textId="77777777" w:rsidR="007C6E24" w:rsidRPr="006A795E" w:rsidRDefault="007C6E24" w:rsidP="007C6E24">
            <w:r w:rsidRPr="006A795E">
              <w:t>Proposal for Supplement 10 to the 07 series</w:t>
            </w:r>
          </w:p>
        </w:tc>
        <w:tc>
          <w:tcPr>
            <w:tcW w:w="428" w:type="dxa"/>
          </w:tcPr>
          <w:p w14:paraId="2CD9BA1B"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6162AE86" w14:textId="77777777" w:rsidTr="001530BB">
        <w:trPr>
          <w:cantSplit/>
          <w:trHeight w:val="454"/>
        </w:trPr>
        <w:tc>
          <w:tcPr>
            <w:tcW w:w="584" w:type="dxa"/>
          </w:tcPr>
          <w:p w14:paraId="2A1694D0" w14:textId="77777777" w:rsidR="007C6E24" w:rsidRPr="006A795E" w:rsidRDefault="007C6E24" w:rsidP="007C6E24">
            <w:pPr>
              <w:tabs>
                <w:tab w:val="left" w:pos="851"/>
                <w:tab w:val="left" w:pos="5727"/>
                <w:tab w:val="left" w:pos="9575"/>
              </w:tabs>
              <w:outlineLvl w:val="0"/>
            </w:pPr>
            <w:r w:rsidRPr="006A795E">
              <w:t>85</w:t>
            </w:r>
          </w:p>
        </w:tc>
        <w:tc>
          <w:tcPr>
            <w:tcW w:w="2710" w:type="dxa"/>
          </w:tcPr>
          <w:p w14:paraId="3F57A5E3" w14:textId="77777777" w:rsidR="007C6E24" w:rsidRPr="006A795E" w:rsidRDefault="007C6E24" w:rsidP="007C6E24">
            <w:pPr>
              <w:keepNext/>
              <w:keepLines/>
              <w:tabs>
                <w:tab w:val="left" w:pos="851"/>
                <w:tab w:val="left" w:pos="5727"/>
                <w:tab w:val="left" w:pos="9575"/>
              </w:tabs>
              <w:outlineLvl w:val="0"/>
              <w:rPr>
                <w:bCs/>
              </w:rPr>
            </w:pPr>
            <w:r w:rsidRPr="006A795E">
              <w:t>Measurement of the net power and the 30 min. power</w:t>
            </w:r>
          </w:p>
        </w:tc>
        <w:tc>
          <w:tcPr>
            <w:tcW w:w="567" w:type="dxa"/>
          </w:tcPr>
          <w:p w14:paraId="2083C364" w14:textId="77777777" w:rsidR="007C6E24" w:rsidRPr="006A795E" w:rsidRDefault="007C6E24" w:rsidP="007C6E24">
            <w:pPr>
              <w:keepNext/>
              <w:keepLines/>
              <w:tabs>
                <w:tab w:val="left" w:pos="851"/>
                <w:tab w:val="left" w:pos="5727"/>
                <w:tab w:val="left" w:pos="9575"/>
              </w:tabs>
              <w:outlineLvl w:val="0"/>
            </w:pPr>
            <w:r w:rsidRPr="006A795E">
              <w:t>47</w:t>
            </w:r>
          </w:p>
        </w:tc>
        <w:tc>
          <w:tcPr>
            <w:tcW w:w="543" w:type="dxa"/>
          </w:tcPr>
          <w:p w14:paraId="79EBA991" w14:textId="77777777" w:rsidR="007C6E24" w:rsidRPr="006A795E" w:rsidRDefault="007C6E24" w:rsidP="007C6E24">
            <w:pPr>
              <w:keepNext/>
              <w:keepLines/>
              <w:tabs>
                <w:tab w:val="left" w:pos="851"/>
                <w:tab w:val="left" w:pos="5727"/>
                <w:tab w:val="left" w:pos="9575"/>
              </w:tabs>
              <w:outlineLvl w:val="0"/>
            </w:pPr>
            <w:r w:rsidRPr="006A795E">
              <w:t>36</w:t>
            </w:r>
          </w:p>
        </w:tc>
        <w:tc>
          <w:tcPr>
            <w:tcW w:w="1007" w:type="dxa"/>
          </w:tcPr>
          <w:p w14:paraId="60D52280" w14:textId="77777777" w:rsidR="007C6E24" w:rsidRPr="006A795E" w:rsidRDefault="007C6E24" w:rsidP="007C6E24">
            <w:r w:rsidRPr="006A795E">
              <w:t>2019/112</w:t>
            </w:r>
          </w:p>
        </w:tc>
        <w:tc>
          <w:tcPr>
            <w:tcW w:w="853" w:type="dxa"/>
          </w:tcPr>
          <w:p w14:paraId="6B996808" w14:textId="77777777" w:rsidR="007C6E24" w:rsidRPr="006A795E" w:rsidRDefault="007C6E24" w:rsidP="007C6E24">
            <w:pPr>
              <w:keepNext/>
              <w:keepLines/>
              <w:tabs>
                <w:tab w:val="left" w:pos="851"/>
                <w:tab w:val="left" w:pos="5727"/>
                <w:tab w:val="left" w:pos="9575"/>
              </w:tabs>
              <w:outlineLvl w:val="0"/>
            </w:pPr>
            <w:r w:rsidRPr="006A795E">
              <w:t>36/0/0</w:t>
            </w:r>
          </w:p>
        </w:tc>
        <w:tc>
          <w:tcPr>
            <w:tcW w:w="1842" w:type="dxa"/>
          </w:tcPr>
          <w:p w14:paraId="7738EB72" w14:textId="77777777" w:rsidR="007C6E24" w:rsidRPr="006A795E" w:rsidRDefault="007C6E24" w:rsidP="007C6E24">
            <w:r w:rsidRPr="006A795E">
              <w:t>Proposal for Supplement 10</w:t>
            </w:r>
          </w:p>
        </w:tc>
        <w:tc>
          <w:tcPr>
            <w:tcW w:w="428" w:type="dxa"/>
          </w:tcPr>
          <w:p w14:paraId="5DAD6E05"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4F17EDFB" w14:textId="77777777" w:rsidTr="001530BB">
        <w:trPr>
          <w:cantSplit/>
          <w:trHeight w:val="454"/>
        </w:trPr>
        <w:tc>
          <w:tcPr>
            <w:tcW w:w="584" w:type="dxa"/>
          </w:tcPr>
          <w:p w14:paraId="21CE3C6C" w14:textId="77777777" w:rsidR="007C6E24" w:rsidRPr="006A795E" w:rsidRDefault="007C6E24" w:rsidP="007C6E24">
            <w:pPr>
              <w:tabs>
                <w:tab w:val="left" w:pos="851"/>
                <w:tab w:val="left" w:pos="5727"/>
                <w:tab w:val="left" w:pos="9575"/>
              </w:tabs>
              <w:outlineLvl w:val="0"/>
            </w:pPr>
            <w:r w:rsidRPr="006A795E">
              <w:t>86</w:t>
            </w:r>
          </w:p>
        </w:tc>
        <w:tc>
          <w:tcPr>
            <w:tcW w:w="2710" w:type="dxa"/>
          </w:tcPr>
          <w:p w14:paraId="7FF0CABB" w14:textId="77777777" w:rsidR="007C6E24" w:rsidRPr="006A795E" w:rsidRDefault="007C6E24" w:rsidP="007C6E24">
            <w:pPr>
              <w:keepNext/>
              <w:keepLines/>
              <w:tabs>
                <w:tab w:val="left" w:pos="851"/>
                <w:tab w:val="left" w:pos="5727"/>
                <w:tab w:val="left" w:pos="9575"/>
              </w:tabs>
              <w:outlineLvl w:val="0"/>
              <w:rPr>
                <w:bCs/>
              </w:rPr>
            </w:pPr>
            <w:r w:rsidRPr="006A795E">
              <w:rPr>
                <w:bCs/>
              </w:rPr>
              <w:t>Installation of lighting and light-signalling devices for agricultural vehicles</w:t>
            </w:r>
          </w:p>
        </w:tc>
        <w:tc>
          <w:tcPr>
            <w:tcW w:w="567" w:type="dxa"/>
          </w:tcPr>
          <w:p w14:paraId="539E5D6C" w14:textId="77777777" w:rsidR="007C6E24" w:rsidRPr="006A795E" w:rsidRDefault="007C6E24" w:rsidP="007C6E24">
            <w:pPr>
              <w:keepNext/>
              <w:keepLines/>
              <w:tabs>
                <w:tab w:val="left" w:pos="851"/>
                <w:tab w:val="left" w:pos="5727"/>
                <w:tab w:val="left" w:pos="9575"/>
              </w:tabs>
              <w:outlineLvl w:val="0"/>
            </w:pPr>
            <w:r w:rsidRPr="006A795E">
              <w:t>42</w:t>
            </w:r>
          </w:p>
        </w:tc>
        <w:tc>
          <w:tcPr>
            <w:tcW w:w="543" w:type="dxa"/>
          </w:tcPr>
          <w:p w14:paraId="7D72CAE0" w14:textId="77777777" w:rsidR="007C6E24" w:rsidRPr="006A795E" w:rsidRDefault="007C6E24" w:rsidP="007C6E24">
            <w:pPr>
              <w:keepNext/>
              <w:keepLines/>
              <w:tabs>
                <w:tab w:val="left" w:pos="851"/>
                <w:tab w:val="left" w:pos="5727"/>
                <w:tab w:val="left" w:pos="9575"/>
              </w:tabs>
              <w:outlineLvl w:val="0"/>
            </w:pPr>
            <w:r w:rsidRPr="006A795E">
              <w:t>33</w:t>
            </w:r>
          </w:p>
        </w:tc>
        <w:tc>
          <w:tcPr>
            <w:tcW w:w="1007" w:type="dxa"/>
          </w:tcPr>
          <w:p w14:paraId="37DE00FE" w14:textId="77777777" w:rsidR="007C6E24" w:rsidRPr="006A795E" w:rsidRDefault="007C6E24" w:rsidP="007C6E24">
            <w:r w:rsidRPr="006A795E">
              <w:t>2019/88</w:t>
            </w:r>
          </w:p>
        </w:tc>
        <w:tc>
          <w:tcPr>
            <w:tcW w:w="853" w:type="dxa"/>
          </w:tcPr>
          <w:p w14:paraId="5AD8CF70" w14:textId="77777777" w:rsidR="007C6E24" w:rsidRPr="006A795E" w:rsidRDefault="007C6E24" w:rsidP="007C6E24">
            <w:pPr>
              <w:keepNext/>
              <w:keepLines/>
              <w:tabs>
                <w:tab w:val="left" w:pos="851"/>
                <w:tab w:val="left" w:pos="5727"/>
                <w:tab w:val="left" w:pos="9575"/>
              </w:tabs>
              <w:outlineLvl w:val="0"/>
            </w:pPr>
            <w:r w:rsidRPr="006A795E">
              <w:t>33/0/0</w:t>
            </w:r>
          </w:p>
        </w:tc>
        <w:tc>
          <w:tcPr>
            <w:tcW w:w="1842" w:type="dxa"/>
          </w:tcPr>
          <w:p w14:paraId="4A9ADA3F" w14:textId="77777777" w:rsidR="007C6E24" w:rsidRPr="006A795E" w:rsidRDefault="007C6E24" w:rsidP="007C6E24">
            <w:r w:rsidRPr="006A795E">
              <w:t>Proposal for Supplement 2 to the 01 series</w:t>
            </w:r>
          </w:p>
        </w:tc>
        <w:tc>
          <w:tcPr>
            <w:tcW w:w="428" w:type="dxa"/>
          </w:tcPr>
          <w:p w14:paraId="31B38592"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34C107DA" w14:textId="77777777" w:rsidTr="001530BB">
        <w:trPr>
          <w:cantSplit/>
          <w:trHeight w:val="454"/>
        </w:trPr>
        <w:tc>
          <w:tcPr>
            <w:tcW w:w="584" w:type="dxa"/>
          </w:tcPr>
          <w:p w14:paraId="64119C02" w14:textId="77777777" w:rsidR="007C6E24" w:rsidRPr="006A795E" w:rsidRDefault="007C6E24" w:rsidP="007C6E24">
            <w:pPr>
              <w:tabs>
                <w:tab w:val="left" w:pos="851"/>
                <w:tab w:val="left" w:pos="5727"/>
                <w:tab w:val="left" w:pos="9575"/>
              </w:tabs>
              <w:outlineLvl w:val="0"/>
            </w:pPr>
            <w:r w:rsidRPr="006A795E">
              <w:t>98</w:t>
            </w:r>
          </w:p>
        </w:tc>
        <w:tc>
          <w:tcPr>
            <w:tcW w:w="2710" w:type="dxa"/>
          </w:tcPr>
          <w:p w14:paraId="129AF32A" w14:textId="77777777" w:rsidR="007C6E24" w:rsidRPr="006A795E" w:rsidRDefault="007C6E24" w:rsidP="007C6E24">
            <w:pPr>
              <w:keepNext/>
              <w:keepLines/>
              <w:tabs>
                <w:tab w:val="left" w:pos="851"/>
                <w:tab w:val="left" w:pos="5727"/>
                <w:tab w:val="left" w:pos="9575"/>
              </w:tabs>
              <w:outlineLvl w:val="0"/>
              <w:rPr>
                <w:bCs/>
              </w:rPr>
            </w:pPr>
            <w:r w:rsidRPr="006A795E">
              <w:rPr>
                <w:bCs/>
              </w:rPr>
              <w:t>Headlamps with gas-discharge light sources</w:t>
            </w:r>
          </w:p>
        </w:tc>
        <w:tc>
          <w:tcPr>
            <w:tcW w:w="567" w:type="dxa"/>
          </w:tcPr>
          <w:p w14:paraId="5D6F3E17" w14:textId="77777777" w:rsidR="007C6E24" w:rsidRPr="006A795E" w:rsidRDefault="007C6E24" w:rsidP="007C6E24">
            <w:pPr>
              <w:keepNext/>
              <w:keepLines/>
              <w:tabs>
                <w:tab w:val="left" w:pos="851"/>
                <w:tab w:val="left" w:pos="5727"/>
                <w:tab w:val="left" w:pos="9575"/>
              </w:tabs>
              <w:outlineLvl w:val="0"/>
            </w:pPr>
            <w:r w:rsidRPr="006A795E">
              <w:t>47</w:t>
            </w:r>
          </w:p>
        </w:tc>
        <w:tc>
          <w:tcPr>
            <w:tcW w:w="543" w:type="dxa"/>
          </w:tcPr>
          <w:p w14:paraId="0FADDC2A" w14:textId="77777777" w:rsidR="007C6E24" w:rsidRPr="006A795E" w:rsidRDefault="007C6E24" w:rsidP="007C6E24">
            <w:pPr>
              <w:keepNext/>
              <w:keepLines/>
              <w:tabs>
                <w:tab w:val="left" w:pos="851"/>
                <w:tab w:val="left" w:pos="5727"/>
                <w:tab w:val="left" w:pos="9575"/>
              </w:tabs>
              <w:outlineLvl w:val="0"/>
            </w:pPr>
            <w:r w:rsidRPr="006A795E">
              <w:t>37</w:t>
            </w:r>
          </w:p>
        </w:tc>
        <w:tc>
          <w:tcPr>
            <w:tcW w:w="1007" w:type="dxa"/>
          </w:tcPr>
          <w:p w14:paraId="1BE3E8A3" w14:textId="77777777" w:rsidR="007C6E24" w:rsidRPr="006A795E" w:rsidRDefault="007C6E24" w:rsidP="007C6E24">
            <w:r w:rsidRPr="006A795E">
              <w:t>2019/89</w:t>
            </w:r>
          </w:p>
        </w:tc>
        <w:tc>
          <w:tcPr>
            <w:tcW w:w="853" w:type="dxa"/>
          </w:tcPr>
          <w:p w14:paraId="11608398" w14:textId="77777777" w:rsidR="007C6E24" w:rsidRPr="006A795E" w:rsidRDefault="007C6E24" w:rsidP="007C6E24">
            <w:pPr>
              <w:keepNext/>
              <w:keepLines/>
              <w:tabs>
                <w:tab w:val="left" w:pos="851"/>
                <w:tab w:val="left" w:pos="5727"/>
                <w:tab w:val="left" w:pos="9575"/>
              </w:tabs>
              <w:outlineLvl w:val="0"/>
            </w:pPr>
            <w:r w:rsidRPr="006A795E">
              <w:t>37/0/0</w:t>
            </w:r>
          </w:p>
        </w:tc>
        <w:tc>
          <w:tcPr>
            <w:tcW w:w="1842" w:type="dxa"/>
          </w:tcPr>
          <w:p w14:paraId="3EA5118C" w14:textId="77777777" w:rsidR="007C6E24" w:rsidRPr="006A795E" w:rsidRDefault="007C6E24" w:rsidP="007C6E24">
            <w:r w:rsidRPr="006A795E">
              <w:t>Proposal for Supplement 1 to the 02 series</w:t>
            </w:r>
          </w:p>
        </w:tc>
        <w:tc>
          <w:tcPr>
            <w:tcW w:w="428" w:type="dxa"/>
          </w:tcPr>
          <w:p w14:paraId="5D9EEB98"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7AF565CC" w14:textId="77777777" w:rsidTr="001530BB">
        <w:trPr>
          <w:cantSplit/>
          <w:trHeight w:val="454"/>
        </w:trPr>
        <w:tc>
          <w:tcPr>
            <w:tcW w:w="584" w:type="dxa"/>
          </w:tcPr>
          <w:p w14:paraId="6C5703AB" w14:textId="77777777" w:rsidR="007C6E24" w:rsidRPr="006A795E" w:rsidRDefault="007C6E24" w:rsidP="007C6E24">
            <w:pPr>
              <w:tabs>
                <w:tab w:val="left" w:pos="851"/>
                <w:tab w:val="left" w:pos="5727"/>
                <w:tab w:val="left" w:pos="9575"/>
              </w:tabs>
              <w:outlineLvl w:val="0"/>
            </w:pPr>
            <w:r w:rsidRPr="006A795E">
              <w:t>107</w:t>
            </w:r>
          </w:p>
        </w:tc>
        <w:tc>
          <w:tcPr>
            <w:tcW w:w="2710" w:type="dxa"/>
          </w:tcPr>
          <w:p w14:paraId="6134B047" w14:textId="77777777" w:rsidR="007C6E24" w:rsidRPr="006A795E" w:rsidRDefault="007C6E24" w:rsidP="007C6E24">
            <w:pPr>
              <w:keepNext/>
              <w:keepLines/>
              <w:tabs>
                <w:tab w:val="left" w:pos="851"/>
                <w:tab w:val="left" w:pos="5727"/>
                <w:tab w:val="left" w:pos="9575"/>
              </w:tabs>
              <w:outlineLvl w:val="0"/>
            </w:pPr>
            <w:r w:rsidRPr="006A795E">
              <w:t>M2 and M3 vehicles</w:t>
            </w:r>
          </w:p>
        </w:tc>
        <w:tc>
          <w:tcPr>
            <w:tcW w:w="567" w:type="dxa"/>
          </w:tcPr>
          <w:p w14:paraId="3D5B890E" w14:textId="77777777" w:rsidR="007C6E24" w:rsidRPr="006A795E" w:rsidRDefault="007C6E24" w:rsidP="007C6E24">
            <w:pPr>
              <w:keepNext/>
              <w:keepLines/>
              <w:tabs>
                <w:tab w:val="left" w:pos="851"/>
                <w:tab w:val="left" w:pos="5727"/>
                <w:tab w:val="left" w:pos="9575"/>
              </w:tabs>
              <w:outlineLvl w:val="0"/>
            </w:pPr>
            <w:r w:rsidRPr="006A795E">
              <w:t>49</w:t>
            </w:r>
          </w:p>
        </w:tc>
        <w:tc>
          <w:tcPr>
            <w:tcW w:w="543" w:type="dxa"/>
          </w:tcPr>
          <w:p w14:paraId="7BA5C230" w14:textId="77777777" w:rsidR="007C6E24" w:rsidRPr="006A795E" w:rsidRDefault="007C6E24" w:rsidP="007C6E24">
            <w:pPr>
              <w:keepNext/>
              <w:keepLines/>
              <w:tabs>
                <w:tab w:val="left" w:pos="851"/>
                <w:tab w:val="left" w:pos="5727"/>
                <w:tab w:val="left" w:pos="9575"/>
              </w:tabs>
              <w:outlineLvl w:val="0"/>
            </w:pPr>
            <w:r w:rsidRPr="006A795E">
              <w:t>36</w:t>
            </w:r>
          </w:p>
        </w:tc>
        <w:tc>
          <w:tcPr>
            <w:tcW w:w="1007" w:type="dxa"/>
          </w:tcPr>
          <w:p w14:paraId="21179F0E" w14:textId="77777777" w:rsidR="007C6E24" w:rsidRPr="006A795E" w:rsidRDefault="007C6E24" w:rsidP="007C6E24">
            <w:r w:rsidRPr="006A795E">
              <w:t>2019/99</w:t>
            </w:r>
          </w:p>
        </w:tc>
        <w:tc>
          <w:tcPr>
            <w:tcW w:w="853" w:type="dxa"/>
          </w:tcPr>
          <w:p w14:paraId="223D9A0E" w14:textId="77777777" w:rsidR="007C6E24" w:rsidRPr="006A795E" w:rsidDel="00A11089" w:rsidRDefault="007C6E24" w:rsidP="007C6E24">
            <w:pPr>
              <w:keepNext/>
              <w:keepLines/>
              <w:tabs>
                <w:tab w:val="left" w:pos="851"/>
                <w:tab w:val="left" w:pos="5727"/>
                <w:tab w:val="left" w:pos="9575"/>
              </w:tabs>
              <w:outlineLvl w:val="0"/>
            </w:pPr>
            <w:r w:rsidRPr="006A795E">
              <w:t>36/0/0</w:t>
            </w:r>
          </w:p>
        </w:tc>
        <w:tc>
          <w:tcPr>
            <w:tcW w:w="1842" w:type="dxa"/>
          </w:tcPr>
          <w:p w14:paraId="304BC6E1" w14:textId="77777777" w:rsidR="007C6E24" w:rsidRPr="006A795E" w:rsidRDefault="007C6E24" w:rsidP="007C6E24">
            <w:pPr>
              <w:rPr>
                <w:bCs/>
              </w:rPr>
            </w:pPr>
            <w:r w:rsidRPr="006A795E">
              <w:rPr>
                <w:bCs/>
              </w:rPr>
              <w:t>Proposal for Supplement 8 to the 06 series</w:t>
            </w:r>
          </w:p>
        </w:tc>
        <w:tc>
          <w:tcPr>
            <w:tcW w:w="428" w:type="dxa"/>
          </w:tcPr>
          <w:p w14:paraId="66197DA1"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0807C84A" w14:textId="77777777" w:rsidTr="001530BB">
        <w:trPr>
          <w:cantSplit/>
          <w:trHeight w:val="454"/>
        </w:trPr>
        <w:tc>
          <w:tcPr>
            <w:tcW w:w="584" w:type="dxa"/>
          </w:tcPr>
          <w:p w14:paraId="334F3AEC" w14:textId="77777777" w:rsidR="007C6E24" w:rsidRPr="006A795E" w:rsidRDefault="007C6E24" w:rsidP="007C6E24">
            <w:pPr>
              <w:tabs>
                <w:tab w:val="left" w:pos="851"/>
                <w:tab w:val="left" w:pos="5727"/>
                <w:tab w:val="left" w:pos="9575"/>
              </w:tabs>
              <w:outlineLvl w:val="0"/>
            </w:pPr>
            <w:r w:rsidRPr="006A795E">
              <w:t>107</w:t>
            </w:r>
          </w:p>
        </w:tc>
        <w:tc>
          <w:tcPr>
            <w:tcW w:w="2710" w:type="dxa"/>
          </w:tcPr>
          <w:p w14:paraId="0194344C" w14:textId="77777777" w:rsidR="007C6E24" w:rsidRPr="006A795E" w:rsidRDefault="007C6E24" w:rsidP="007C6E24">
            <w:pPr>
              <w:keepNext/>
              <w:keepLines/>
              <w:tabs>
                <w:tab w:val="left" w:pos="851"/>
                <w:tab w:val="left" w:pos="5727"/>
                <w:tab w:val="left" w:pos="9575"/>
              </w:tabs>
              <w:outlineLvl w:val="0"/>
              <w:rPr>
                <w:bCs/>
              </w:rPr>
            </w:pPr>
            <w:r w:rsidRPr="006A795E">
              <w:t>M2 and M3 vehicles</w:t>
            </w:r>
          </w:p>
        </w:tc>
        <w:tc>
          <w:tcPr>
            <w:tcW w:w="567" w:type="dxa"/>
          </w:tcPr>
          <w:p w14:paraId="2DA702CE" w14:textId="77777777" w:rsidR="007C6E24" w:rsidRPr="006A795E" w:rsidRDefault="007C6E24" w:rsidP="007C6E24">
            <w:pPr>
              <w:keepNext/>
              <w:keepLines/>
              <w:tabs>
                <w:tab w:val="left" w:pos="851"/>
                <w:tab w:val="left" w:pos="5727"/>
                <w:tab w:val="left" w:pos="9575"/>
              </w:tabs>
              <w:outlineLvl w:val="0"/>
            </w:pPr>
            <w:r w:rsidRPr="006A795E">
              <w:t>49</w:t>
            </w:r>
          </w:p>
        </w:tc>
        <w:tc>
          <w:tcPr>
            <w:tcW w:w="543" w:type="dxa"/>
          </w:tcPr>
          <w:p w14:paraId="7B235F57" w14:textId="77777777" w:rsidR="007C6E24" w:rsidRPr="006A795E" w:rsidRDefault="007C6E24" w:rsidP="007C6E24">
            <w:pPr>
              <w:keepNext/>
              <w:keepLines/>
              <w:tabs>
                <w:tab w:val="left" w:pos="851"/>
                <w:tab w:val="left" w:pos="5727"/>
                <w:tab w:val="left" w:pos="9575"/>
              </w:tabs>
              <w:outlineLvl w:val="0"/>
            </w:pPr>
            <w:r w:rsidRPr="006A795E">
              <w:t>36</w:t>
            </w:r>
          </w:p>
        </w:tc>
        <w:tc>
          <w:tcPr>
            <w:tcW w:w="1007" w:type="dxa"/>
          </w:tcPr>
          <w:p w14:paraId="170D9564" w14:textId="26F01236" w:rsidR="007C6E24" w:rsidRPr="006A795E" w:rsidRDefault="007C6E24" w:rsidP="007C6E24">
            <w:r w:rsidRPr="006A795E">
              <w:t xml:space="preserve">2019/100 as amended by para. </w:t>
            </w:r>
            <w:r w:rsidR="00002331" w:rsidRPr="00700800">
              <w:t>70</w:t>
            </w:r>
            <w:r w:rsidRPr="006A795E">
              <w:t xml:space="preserve"> above</w:t>
            </w:r>
          </w:p>
        </w:tc>
        <w:tc>
          <w:tcPr>
            <w:tcW w:w="853" w:type="dxa"/>
          </w:tcPr>
          <w:p w14:paraId="7F28D419" w14:textId="77777777" w:rsidR="007C6E24" w:rsidRPr="006A795E" w:rsidRDefault="007C6E24" w:rsidP="007C6E24">
            <w:pPr>
              <w:keepNext/>
              <w:keepLines/>
              <w:tabs>
                <w:tab w:val="left" w:pos="851"/>
                <w:tab w:val="left" w:pos="5727"/>
                <w:tab w:val="left" w:pos="9575"/>
              </w:tabs>
              <w:outlineLvl w:val="0"/>
            </w:pPr>
            <w:r w:rsidRPr="006A795E">
              <w:t>36/0/0</w:t>
            </w:r>
          </w:p>
        </w:tc>
        <w:tc>
          <w:tcPr>
            <w:tcW w:w="1842" w:type="dxa"/>
          </w:tcPr>
          <w:p w14:paraId="5C5DBAD1" w14:textId="77777777" w:rsidR="007C6E24" w:rsidRPr="006A795E" w:rsidRDefault="007C6E24" w:rsidP="007C6E24">
            <w:r w:rsidRPr="006A795E">
              <w:rPr>
                <w:bCs/>
              </w:rPr>
              <w:t>Proposal for Supplement 3 to the 07 series</w:t>
            </w:r>
          </w:p>
        </w:tc>
        <w:tc>
          <w:tcPr>
            <w:tcW w:w="428" w:type="dxa"/>
          </w:tcPr>
          <w:p w14:paraId="12D4C7F5"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21AD7537" w14:textId="77777777" w:rsidTr="001530BB">
        <w:trPr>
          <w:cantSplit/>
          <w:trHeight w:val="454"/>
        </w:trPr>
        <w:tc>
          <w:tcPr>
            <w:tcW w:w="584" w:type="dxa"/>
          </w:tcPr>
          <w:p w14:paraId="2D9B80E5" w14:textId="77777777" w:rsidR="007C6E24" w:rsidRPr="006A795E" w:rsidRDefault="007C6E24" w:rsidP="007C6E24">
            <w:pPr>
              <w:tabs>
                <w:tab w:val="left" w:pos="851"/>
                <w:tab w:val="left" w:pos="5727"/>
                <w:tab w:val="left" w:pos="9575"/>
              </w:tabs>
              <w:outlineLvl w:val="0"/>
            </w:pPr>
            <w:r w:rsidRPr="006A795E">
              <w:t>107</w:t>
            </w:r>
          </w:p>
        </w:tc>
        <w:tc>
          <w:tcPr>
            <w:tcW w:w="2710" w:type="dxa"/>
          </w:tcPr>
          <w:p w14:paraId="41ACAC01" w14:textId="77777777" w:rsidR="007C6E24" w:rsidRPr="006A795E" w:rsidRDefault="007C6E24" w:rsidP="007C6E24">
            <w:pPr>
              <w:keepNext/>
              <w:keepLines/>
              <w:tabs>
                <w:tab w:val="left" w:pos="851"/>
                <w:tab w:val="left" w:pos="5727"/>
                <w:tab w:val="left" w:pos="9575"/>
              </w:tabs>
              <w:outlineLvl w:val="0"/>
            </w:pPr>
            <w:r w:rsidRPr="006A795E">
              <w:t>M2 and M3 vehicles</w:t>
            </w:r>
          </w:p>
        </w:tc>
        <w:tc>
          <w:tcPr>
            <w:tcW w:w="567" w:type="dxa"/>
          </w:tcPr>
          <w:p w14:paraId="184F81E6" w14:textId="77777777" w:rsidR="007C6E24" w:rsidRPr="006A795E" w:rsidRDefault="007C6E24" w:rsidP="007C6E24">
            <w:pPr>
              <w:keepNext/>
              <w:keepLines/>
              <w:tabs>
                <w:tab w:val="left" w:pos="851"/>
                <w:tab w:val="left" w:pos="5727"/>
                <w:tab w:val="left" w:pos="9575"/>
              </w:tabs>
              <w:outlineLvl w:val="0"/>
            </w:pPr>
            <w:r w:rsidRPr="006A795E">
              <w:t>49</w:t>
            </w:r>
          </w:p>
        </w:tc>
        <w:tc>
          <w:tcPr>
            <w:tcW w:w="543" w:type="dxa"/>
          </w:tcPr>
          <w:p w14:paraId="3D371EBC" w14:textId="77777777" w:rsidR="007C6E24" w:rsidRPr="006A795E" w:rsidRDefault="007C6E24" w:rsidP="007C6E24">
            <w:pPr>
              <w:keepNext/>
              <w:keepLines/>
              <w:tabs>
                <w:tab w:val="left" w:pos="851"/>
                <w:tab w:val="left" w:pos="5727"/>
                <w:tab w:val="left" w:pos="9575"/>
              </w:tabs>
              <w:outlineLvl w:val="0"/>
            </w:pPr>
            <w:r w:rsidRPr="006A795E">
              <w:t>36</w:t>
            </w:r>
          </w:p>
        </w:tc>
        <w:tc>
          <w:tcPr>
            <w:tcW w:w="1007" w:type="dxa"/>
          </w:tcPr>
          <w:p w14:paraId="06A2E565" w14:textId="77777777" w:rsidR="007C6E24" w:rsidRPr="006A795E" w:rsidRDefault="007C6E24" w:rsidP="007C6E24">
            <w:r w:rsidRPr="006A795E">
              <w:t>2019/101</w:t>
            </w:r>
          </w:p>
        </w:tc>
        <w:tc>
          <w:tcPr>
            <w:tcW w:w="853" w:type="dxa"/>
          </w:tcPr>
          <w:p w14:paraId="32471807" w14:textId="77777777" w:rsidR="007C6E24" w:rsidRPr="006A795E" w:rsidRDefault="007C6E24" w:rsidP="007C6E24">
            <w:pPr>
              <w:keepNext/>
              <w:keepLines/>
              <w:tabs>
                <w:tab w:val="left" w:pos="851"/>
                <w:tab w:val="left" w:pos="5727"/>
                <w:tab w:val="left" w:pos="9575"/>
              </w:tabs>
              <w:outlineLvl w:val="0"/>
            </w:pPr>
            <w:r w:rsidRPr="006A795E">
              <w:t>36/0/0</w:t>
            </w:r>
          </w:p>
        </w:tc>
        <w:tc>
          <w:tcPr>
            <w:tcW w:w="1842" w:type="dxa"/>
          </w:tcPr>
          <w:p w14:paraId="6C719131" w14:textId="77777777" w:rsidR="007C6E24" w:rsidRPr="006A795E" w:rsidRDefault="007C6E24" w:rsidP="007C6E24">
            <w:pPr>
              <w:rPr>
                <w:bCs/>
              </w:rPr>
            </w:pPr>
            <w:r w:rsidRPr="006A795E">
              <w:rPr>
                <w:bCs/>
              </w:rPr>
              <w:t>Proposal for Supplement 2 to the 08 series</w:t>
            </w:r>
          </w:p>
        </w:tc>
        <w:tc>
          <w:tcPr>
            <w:tcW w:w="428" w:type="dxa"/>
          </w:tcPr>
          <w:p w14:paraId="5BDBFE09"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22EA65FF" w14:textId="77777777" w:rsidTr="001530BB">
        <w:trPr>
          <w:cantSplit/>
          <w:trHeight w:val="454"/>
        </w:trPr>
        <w:tc>
          <w:tcPr>
            <w:tcW w:w="584" w:type="dxa"/>
          </w:tcPr>
          <w:p w14:paraId="16767F92" w14:textId="77777777" w:rsidR="007C6E24" w:rsidRPr="006A795E" w:rsidRDefault="007C6E24" w:rsidP="007C6E24">
            <w:pPr>
              <w:tabs>
                <w:tab w:val="left" w:pos="851"/>
                <w:tab w:val="left" w:pos="5727"/>
                <w:tab w:val="left" w:pos="9575"/>
              </w:tabs>
              <w:outlineLvl w:val="0"/>
            </w:pPr>
            <w:r w:rsidRPr="006A795E">
              <w:t>112</w:t>
            </w:r>
          </w:p>
        </w:tc>
        <w:tc>
          <w:tcPr>
            <w:tcW w:w="2710" w:type="dxa"/>
          </w:tcPr>
          <w:p w14:paraId="5B08CD8B" w14:textId="77777777" w:rsidR="007C6E24" w:rsidRPr="006A795E" w:rsidRDefault="007C6E24" w:rsidP="007C6E24">
            <w:pPr>
              <w:keepNext/>
              <w:keepLines/>
              <w:tabs>
                <w:tab w:val="left" w:pos="851"/>
                <w:tab w:val="left" w:pos="5727"/>
                <w:tab w:val="left" w:pos="9575"/>
              </w:tabs>
              <w:outlineLvl w:val="0"/>
              <w:rPr>
                <w:bCs/>
              </w:rPr>
            </w:pPr>
            <w:r w:rsidRPr="006A795E">
              <w:rPr>
                <w:bCs/>
              </w:rPr>
              <w:t>Headlamps emitting an asymmetrical passing-beam</w:t>
            </w:r>
          </w:p>
        </w:tc>
        <w:tc>
          <w:tcPr>
            <w:tcW w:w="567" w:type="dxa"/>
          </w:tcPr>
          <w:p w14:paraId="7BC22E9A" w14:textId="77777777" w:rsidR="007C6E24" w:rsidRPr="006A795E" w:rsidRDefault="007C6E24" w:rsidP="007C6E24">
            <w:pPr>
              <w:keepNext/>
              <w:keepLines/>
              <w:tabs>
                <w:tab w:val="left" w:pos="851"/>
                <w:tab w:val="left" w:pos="5727"/>
                <w:tab w:val="left" w:pos="9575"/>
              </w:tabs>
              <w:outlineLvl w:val="0"/>
            </w:pPr>
            <w:r w:rsidRPr="006A795E">
              <w:t>52</w:t>
            </w:r>
          </w:p>
        </w:tc>
        <w:tc>
          <w:tcPr>
            <w:tcW w:w="543" w:type="dxa"/>
          </w:tcPr>
          <w:p w14:paraId="6382B35E" w14:textId="77777777" w:rsidR="007C6E24" w:rsidRPr="006A795E" w:rsidRDefault="007C6E24" w:rsidP="007C6E24">
            <w:pPr>
              <w:keepNext/>
              <w:keepLines/>
              <w:tabs>
                <w:tab w:val="left" w:pos="851"/>
                <w:tab w:val="left" w:pos="5727"/>
                <w:tab w:val="left" w:pos="9575"/>
              </w:tabs>
              <w:outlineLvl w:val="0"/>
            </w:pPr>
            <w:r w:rsidRPr="006A795E">
              <w:t>39</w:t>
            </w:r>
          </w:p>
        </w:tc>
        <w:tc>
          <w:tcPr>
            <w:tcW w:w="1007" w:type="dxa"/>
          </w:tcPr>
          <w:p w14:paraId="28280CDE" w14:textId="77777777" w:rsidR="007C6E24" w:rsidRPr="006A795E" w:rsidRDefault="007C6E24" w:rsidP="007C6E24">
            <w:r w:rsidRPr="006A795E">
              <w:t>2019/90</w:t>
            </w:r>
          </w:p>
        </w:tc>
        <w:tc>
          <w:tcPr>
            <w:tcW w:w="853" w:type="dxa"/>
          </w:tcPr>
          <w:p w14:paraId="238273D2" w14:textId="77777777" w:rsidR="007C6E24" w:rsidRPr="006A795E" w:rsidRDefault="007C6E24" w:rsidP="007C6E24">
            <w:pPr>
              <w:keepNext/>
              <w:keepLines/>
              <w:tabs>
                <w:tab w:val="left" w:pos="851"/>
                <w:tab w:val="left" w:pos="5727"/>
                <w:tab w:val="left" w:pos="9575"/>
              </w:tabs>
              <w:outlineLvl w:val="0"/>
            </w:pPr>
            <w:r w:rsidRPr="006A795E">
              <w:t>39/0/0</w:t>
            </w:r>
          </w:p>
        </w:tc>
        <w:tc>
          <w:tcPr>
            <w:tcW w:w="1842" w:type="dxa"/>
          </w:tcPr>
          <w:p w14:paraId="5EA20A97" w14:textId="77777777" w:rsidR="007C6E24" w:rsidRPr="006A795E" w:rsidRDefault="007C6E24" w:rsidP="007C6E24">
            <w:r w:rsidRPr="006A795E">
              <w:t>Proposal for Supplement 1 to the 02 series</w:t>
            </w:r>
          </w:p>
        </w:tc>
        <w:tc>
          <w:tcPr>
            <w:tcW w:w="428" w:type="dxa"/>
          </w:tcPr>
          <w:p w14:paraId="097D31C1"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523DB892" w14:textId="77777777" w:rsidTr="001530BB">
        <w:trPr>
          <w:cantSplit/>
          <w:trHeight w:val="454"/>
        </w:trPr>
        <w:tc>
          <w:tcPr>
            <w:tcW w:w="584" w:type="dxa"/>
          </w:tcPr>
          <w:p w14:paraId="1557B9E9" w14:textId="77777777" w:rsidR="007C6E24" w:rsidRPr="006A795E" w:rsidRDefault="007C6E24" w:rsidP="007C6E24">
            <w:pPr>
              <w:tabs>
                <w:tab w:val="left" w:pos="851"/>
                <w:tab w:val="left" w:pos="5727"/>
                <w:tab w:val="left" w:pos="9575"/>
              </w:tabs>
              <w:outlineLvl w:val="0"/>
            </w:pPr>
            <w:r w:rsidRPr="006A795E">
              <w:t>113</w:t>
            </w:r>
          </w:p>
        </w:tc>
        <w:tc>
          <w:tcPr>
            <w:tcW w:w="2710" w:type="dxa"/>
          </w:tcPr>
          <w:p w14:paraId="6183E40D" w14:textId="77777777" w:rsidR="007C6E24" w:rsidRPr="006A795E" w:rsidRDefault="007C6E24" w:rsidP="007C6E24">
            <w:pPr>
              <w:keepNext/>
              <w:keepLines/>
              <w:tabs>
                <w:tab w:val="left" w:pos="851"/>
                <w:tab w:val="left" w:pos="5727"/>
                <w:tab w:val="left" w:pos="9575"/>
              </w:tabs>
              <w:outlineLvl w:val="0"/>
              <w:rPr>
                <w:bCs/>
              </w:rPr>
            </w:pPr>
            <w:r w:rsidRPr="006A795E">
              <w:rPr>
                <w:bCs/>
              </w:rPr>
              <w:t>Headlamps emitting a symmetrical passing-beam</w:t>
            </w:r>
          </w:p>
        </w:tc>
        <w:tc>
          <w:tcPr>
            <w:tcW w:w="567" w:type="dxa"/>
          </w:tcPr>
          <w:p w14:paraId="1BD0C0B5" w14:textId="77777777" w:rsidR="007C6E24" w:rsidRPr="006A795E" w:rsidRDefault="007C6E24" w:rsidP="007C6E24">
            <w:pPr>
              <w:keepNext/>
              <w:keepLines/>
              <w:tabs>
                <w:tab w:val="left" w:pos="851"/>
                <w:tab w:val="left" w:pos="5727"/>
                <w:tab w:val="left" w:pos="9575"/>
              </w:tabs>
              <w:outlineLvl w:val="0"/>
            </w:pPr>
            <w:r w:rsidRPr="006A795E">
              <w:t>52</w:t>
            </w:r>
          </w:p>
        </w:tc>
        <w:tc>
          <w:tcPr>
            <w:tcW w:w="543" w:type="dxa"/>
          </w:tcPr>
          <w:p w14:paraId="327DAE81" w14:textId="77777777" w:rsidR="007C6E24" w:rsidRPr="006A795E" w:rsidRDefault="007C6E24" w:rsidP="007C6E24">
            <w:pPr>
              <w:keepNext/>
              <w:keepLines/>
              <w:tabs>
                <w:tab w:val="left" w:pos="851"/>
                <w:tab w:val="left" w:pos="5727"/>
                <w:tab w:val="left" w:pos="9575"/>
              </w:tabs>
              <w:outlineLvl w:val="0"/>
            </w:pPr>
            <w:r w:rsidRPr="006A795E">
              <w:t>39</w:t>
            </w:r>
          </w:p>
        </w:tc>
        <w:tc>
          <w:tcPr>
            <w:tcW w:w="1007" w:type="dxa"/>
          </w:tcPr>
          <w:p w14:paraId="1A9C6109" w14:textId="77777777" w:rsidR="007C6E24" w:rsidRPr="006A795E" w:rsidRDefault="007C6E24" w:rsidP="007C6E24">
            <w:r w:rsidRPr="006A795E">
              <w:t>2019/91</w:t>
            </w:r>
          </w:p>
        </w:tc>
        <w:tc>
          <w:tcPr>
            <w:tcW w:w="853" w:type="dxa"/>
          </w:tcPr>
          <w:p w14:paraId="7C434565" w14:textId="77777777" w:rsidR="007C6E24" w:rsidRPr="006A795E" w:rsidRDefault="007C6E24" w:rsidP="007C6E24">
            <w:pPr>
              <w:keepNext/>
              <w:keepLines/>
              <w:tabs>
                <w:tab w:val="left" w:pos="851"/>
                <w:tab w:val="left" w:pos="5727"/>
                <w:tab w:val="left" w:pos="9575"/>
              </w:tabs>
              <w:outlineLvl w:val="0"/>
            </w:pPr>
            <w:r w:rsidRPr="006A795E">
              <w:t>39/0/0</w:t>
            </w:r>
          </w:p>
        </w:tc>
        <w:tc>
          <w:tcPr>
            <w:tcW w:w="1842" w:type="dxa"/>
          </w:tcPr>
          <w:p w14:paraId="3BCA3D8F" w14:textId="77777777" w:rsidR="007C6E24" w:rsidRPr="006A795E" w:rsidRDefault="007C6E24" w:rsidP="007C6E24">
            <w:r w:rsidRPr="006A795E">
              <w:t>Proposal for Supplement 1 to the 03 series</w:t>
            </w:r>
          </w:p>
        </w:tc>
        <w:tc>
          <w:tcPr>
            <w:tcW w:w="428" w:type="dxa"/>
          </w:tcPr>
          <w:p w14:paraId="58A8792E"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21303C61" w14:textId="77777777" w:rsidTr="001530BB">
        <w:trPr>
          <w:cantSplit/>
          <w:trHeight w:val="454"/>
        </w:trPr>
        <w:tc>
          <w:tcPr>
            <w:tcW w:w="584" w:type="dxa"/>
          </w:tcPr>
          <w:p w14:paraId="24DE913B" w14:textId="77777777" w:rsidR="007C6E24" w:rsidRPr="006A795E" w:rsidRDefault="007C6E24" w:rsidP="007C6E24">
            <w:pPr>
              <w:tabs>
                <w:tab w:val="left" w:pos="851"/>
                <w:tab w:val="left" w:pos="5727"/>
                <w:tab w:val="left" w:pos="9575"/>
              </w:tabs>
              <w:outlineLvl w:val="0"/>
            </w:pPr>
            <w:r w:rsidRPr="006A795E">
              <w:t>115</w:t>
            </w:r>
          </w:p>
        </w:tc>
        <w:tc>
          <w:tcPr>
            <w:tcW w:w="2710" w:type="dxa"/>
          </w:tcPr>
          <w:p w14:paraId="09765642" w14:textId="77777777" w:rsidR="007C6E24" w:rsidRPr="006A795E" w:rsidRDefault="007C6E24" w:rsidP="007C6E24">
            <w:pPr>
              <w:keepNext/>
              <w:keepLines/>
              <w:tabs>
                <w:tab w:val="left" w:pos="851"/>
                <w:tab w:val="left" w:pos="5727"/>
                <w:tab w:val="left" w:pos="9575"/>
              </w:tabs>
              <w:outlineLvl w:val="0"/>
              <w:rPr>
                <w:bCs/>
              </w:rPr>
            </w:pPr>
            <w:r w:rsidRPr="006A795E">
              <w:t>LPG and CNG retrofit systems</w:t>
            </w:r>
          </w:p>
        </w:tc>
        <w:tc>
          <w:tcPr>
            <w:tcW w:w="567" w:type="dxa"/>
          </w:tcPr>
          <w:p w14:paraId="1BD7E2F1" w14:textId="77777777" w:rsidR="007C6E24" w:rsidRPr="006A795E" w:rsidRDefault="007C6E24" w:rsidP="007C6E24">
            <w:pPr>
              <w:keepNext/>
              <w:keepLines/>
              <w:tabs>
                <w:tab w:val="left" w:pos="851"/>
                <w:tab w:val="left" w:pos="5727"/>
                <w:tab w:val="left" w:pos="9575"/>
              </w:tabs>
              <w:outlineLvl w:val="0"/>
            </w:pPr>
            <w:r w:rsidRPr="006A795E">
              <w:t>51</w:t>
            </w:r>
          </w:p>
        </w:tc>
        <w:tc>
          <w:tcPr>
            <w:tcW w:w="543" w:type="dxa"/>
          </w:tcPr>
          <w:p w14:paraId="4429FD89" w14:textId="77777777" w:rsidR="007C6E24" w:rsidRPr="006A795E" w:rsidRDefault="007C6E24" w:rsidP="007C6E24">
            <w:pPr>
              <w:keepNext/>
              <w:keepLines/>
              <w:tabs>
                <w:tab w:val="left" w:pos="851"/>
                <w:tab w:val="left" w:pos="5727"/>
                <w:tab w:val="left" w:pos="9575"/>
              </w:tabs>
              <w:outlineLvl w:val="0"/>
            </w:pPr>
            <w:r w:rsidRPr="006A795E">
              <w:t>37</w:t>
            </w:r>
          </w:p>
        </w:tc>
        <w:tc>
          <w:tcPr>
            <w:tcW w:w="1007" w:type="dxa"/>
          </w:tcPr>
          <w:p w14:paraId="19F03D46" w14:textId="77777777" w:rsidR="007C6E24" w:rsidRPr="006A795E" w:rsidRDefault="007C6E24" w:rsidP="007C6E24">
            <w:r w:rsidRPr="006A795E">
              <w:t>2019/113</w:t>
            </w:r>
          </w:p>
        </w:tc>
        <w:tc>
          <w:tcPr>
            <w:tcW w:w="853" w:type="dxa"/>
          </w:tcPr>
          <w:p w14:paraId="306B6B5D" w14:textId="77777777" w:rsidR="007C6E24" w:rsidRPr="006A795E" w:rsidRDefault="007C6E24" w:rsidP="007C6E24">
            <w:pPr>
              <w:keepNext/>
              <w:keepLines/>
              <w:tabs>
                <w:tab w:val="left" w:pos="851"/>
                <w:tab w:val="left" w:pos="5727"/>
                <w:tab w:val="left" w:pos="9575"/>
              </w:tabs>
              <w:outlineLvl w:val="0"/>
            </w:pPr>
            <w:r w:rsidRPr="006A795E">
              <w:t>37/0/0</w:t>
            </w:r>
          </w:p>
        </w:tc>
        <w:tc>
          <w:tcPr>
            <w:tcW w:w="1842" w:type="dxa"/>
          </w:tcPr>
          <w:p w14:paraId="2402ACD2" w14:textId="77777777" w:rsidR="007C6E24" w:rsidRPr="006A795E" w:rsidRDefault="007C6E24" w:rsidP="007C6E24">
            <w:r w:rsidRPr="006A795E">
              <w:t>Proposal for Supplement 9</w:t>
            </w:r>
          </w:p>
        </w:tc>
        <w:tc>
          <w:tcPr>
            <w:tcW w:w="428" w:type="dxa"/>
          </w:tcPr>
          <w:p w14:paraId="15ACCC8F"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0AA1E2F2" w14:textId="77777777" w:rsidTr="001530BB">
        <w:trPr>
          <w:cantSplit/>
          <w:trHeight w:val="454"/>
        </w:trPr>
        <w:tc>
          <w:tcPr>
            <w:tcW w:w="584" w:type="dxa"/>
          </w:tcPr>
          <w:p w14:paraId="52891214" w14:textId="77777777" w:rsidR="007C6E24" w:rsidRPr="006A795E" w:rsidRDefault="007C6E24" w:rsidP="007C6E24">
            <w:pPr>
              <w:tabs>
                <w:tab w:val="left" w:pos="851"/>
                <w:tab w:val="left" w:pos="5727"/>
                <w:tab w:val="left" w:pos="9575"/>
              </w:tabs>
              <w:outlineLvl w:val="0"/>
            </w:pPr>
            <w:r w:rsidRPr="006A795E">
              <w:t>116</w:t>
            </w:r>
          </w:p>
        </w:tc>
        <w:tc>
          <w:tcPr>
            <w:tcW w:w="2710" w:type="dxa"/>
          </w:tcPr>
          <w:p w14:paraId="6F8775FC" w14:textId="77777777" w:rsidR="007C6E24" w:rsidRPr="006A795E" w:rsidRDefault="007C6E24" w:rsidP="007C6E24">
            <w:pPr>
              <w:keepNext/>
              <w:keepLines/>
              <w:tabs>
                <w:tab w:val="left" w:pos="851"/>
                <w:tab w:val="left" w:pos="5727"/>
                <w:tab w:val="left" w:pos="9575"/>
              </w:tabs>
              <w:outlineLvl w:val="0"/>
              <w:rPr>
                <w:bCs/>
              </w:rPr>
            </w:pPr>
            <w:r w:rsidRPr="006A795E">
              <w:rPr>
                <w:bCs/>
              </w:rPr>
              <w:t>Anti-theft and alarm systems</w:t>
            </w:r>
          </w:p>
        </w:tc>
        <w:tc>
          <w:tcPr>
            <w:tcW w:w="567" w:type="dxa"/>
          </w:tcPr>
          <w:p w14:paraId="3AC633E4" w14:textId="77777777" w:rsidR="007C6E24" w:rsidRPr="006A795E" w:rsidRDefault="007C6E24" w:rsidP="007C6E24">
            <w:pPr>
              <w:keepNext/>
              <w:keepLines/>
              <w:tabs>
                <w:tab w:val="left" w:pos="851"/>
                <w:tab w:val="left" w:pos="5727"/>
                <w:tab w:val="left" w:pos="9575"/>
              </w:tabs>
              <w:outlineLvl w:val="0"/>
            </w:pPr>
            <w:r w:rsidRPr="006A795E">
              <w:t>52</w:t>
            </w:r>
          </w:p>
        </w:tc>
        <w:tc>
          <w:tcPr>
            <w:tcW w:w="543" w:type="dxa"/>
          </w:tcPr>
          <w:p w14:paraId="60C188AB" w14:textId="77777777" w:rsidR="007C6E24" w:rsidRPr="006A795E" w:rsidRDefault="007C6E24" w:rsidP="007C6E24">
            <w:pPr>
              <w:keepNext/>
              <w:keepLines/>
              <w:tabs>
                <w:tab w:val="left" w:pos="851"/>
                <w:tab w:val="left" w:pos="5727"/>
                <w:tab w:val="left" w:pos="9575"/>
              </w:tabs>
              <w:outlineLvl w:val="0"/>
            </w:pPr>
            <w:r w:rsidRPr="006A795E">
              <w:t>38</w:t>
            </w:r>
          </w:p>
        </w:tc>
        <w:tc>
          <w:tcPr>
            <w:tcW w:w="1007" w:type="dxa"/>
          </w:tcPr>
          <w:p w14:paraId="7BA4F5F6" w14:textId="77777777" w:rsidR="007C6E24" w:rsidRPr="006A795E" w:rsidRDefault="007C6E24" w:rsidP="007C6E24">
            <w:pPr>
              <w:tabs>
                <w:tab w:val="left" w:pos="851"/>
              </w:tabs>
            </w:pPr>
            <w:r w:rsidRPr="006A795E">
              <w:t>2019/102</w:t>
            </w:r>
          </w:p>
        </w:tc>
        <w:tc>
          <w:tcPr>
            <w:tcW w:w="853" w:type="dxa"/>
          </w:tcPr>
          <w:p w14:paraId="027CE983" w14:textId="77777777" w:rsidR="007C6E24" w:rsidRPr="006A795E" w:rsidRDefault="007C6E24" w:rsidP="007C6E24">
            <w:pPr>
              <w:keepNext/>
              <w:keepLines/>
              <w:tabs>
                <w:tab w:val="left" w:pos="851"/>
                <w:tab w:val="left" w:pos="5727"/>
                <w:tab w:val="left" w:pos="9575"/>
              </w:tabs>
              <w:outlineLvl w:val="0"/>
            </w:pPr>
            <w:r w:rsidRPr="006A795E">
              <w:t>38/0/0</w:t>
            </w:r>
          </w:p>
        </w:tc>
        <w:tc>
          <w:tcPr>
            <w:tcW w:w="1842" w:type="dxa"/>
          </w:tcPr>
          <w:p w14:paraId="0D1705E8" w14:textId="77777777" w:rsidR="007C6E24" w:rsidRPr="006A795E" w:rsidRDefault="007C6E24" w:rsidP="007C6E24">
            <w:r w:rsidRPr="006A795E">
              <w:rPr>
                <w:bCs/>
              </w:rPr>
              <w:t>Proposal for Supplement 7</w:t>
            </w:r>
          </w:p>
        </w:tc>
        <w:tc>
          <w:tcPr>
            <w:tcW w:w="428" w:type="dxa"/>
          </w:tcPr>
          <w:p w14:paraId="474A5B6B"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4244C127" w14:textId="77777777" w:rsidTr="001530BB">
        <w:trPr>
          <w:cantSplit/>
          <w:trHeight w:val="454"/>
        </w:trPr>
        <w:tc>
          <w:tcPr>
            <w:tcW w:w="584" w:type="dxa"/>
          </w:tcPr>
          <w:p w14:paraId="7F8C0240" w14:textId="77777777" w:rsidR="007C6E24" w:rsidRPr="006A795E" w:rsidRDefault="007C6E24" w:rsidP="007C6E24">
            <w:pPr>
              <w:tabs>
                <w:tab w:val="left" w:pos="851"/>
                <w:tab w:val="left" w:pos="5727"/>
                <w:tab w:val="left" w:pos="9575"/>
              </w:tabs>
              <w:outlineLvl w:val="0"/>
            </w:pPr>
            <w:r w:rsidRPr="006A795E">
              <w:t>123</w:t>
            </w:r>
          </w:p>
        </w:tc>
        <w:tc>
          <w:tcPr>
            <w:tcW w:w="2710" w:type="dxa"/>
          </w:tcPr>
          <w:p w14:paraId="393F5520" w14:textId="77777777" w:rsidR="007C6E24" w:rsidRPr="006A795E" w:rsidRDefault="007C6E24" w:rsidP="007C6E24">
            <w:pPr>
              <w:keepNext/>
              <w:keepLines/>
              <w:tabs>
                <w:tab w:val="left" w:pos="851"/>
                <w:tab w:val="left" w:pos="5727"/>
                <w:tab w:val="left" w:pos="9575"/>
              </w:tabs>
              <w:outlineLvl w:val="0"/>
              <w:rPr>
                <w:bCs/>
              </w:rPr>
            </w:pPr>
            <w:r w:rsidRPr="006A795E">
              <w:rPr>
                <w:bCs/>
              </w:rPr>
              <w:t>Adaptive front lighting (AFS)</w:t>
            </w:r>
          </w:p>
        </w:tc>
        <w:tc>
          <w:tcPr>
            <w:tcW w:w="567" w:type="dxa"/>
          </w:tcPr>
          <w:p w14:paraId="4DB17A7A" w14:textId="77777777" w:rsidR="007C6E24" w:rsidRPr="006A795E" w:rsidRDefault="007C6E24" w:rsidP="007C6E24">
            <w:pPr>
              <w:keepNext/>
              <w:keepLines/>
              <w:tabs>
                <w:tab w:val="left" w:pos="851"/>
                <w:tab w:val="left" w:pos="5727"/>
                <w:tab w:val="left" w:pos="9575"/>
              </w:tabs>
              <w:outlineLvl w:val="0"/>
            </w:pPr>
            <w:r w:rsidRPr="006A795E">
              <w:t>52</w:t>
            </w:r>
          </w:p>
        </w:tc>
        <w:tc>
          <w:tcPr>
            <w:tcW w:w="543" w:type="dxa"/>
          </w:tcPr>
          <w:p w14:paraId="2CB46999" w14:textId="77777777" w:rsidR="007C6E24" w:rsidRPr="006A795E" w:rsidRDefault="007C6E24" w:rsidP="007C6E24">
            <w:pPr>
              <w:keepNext/>
              <w:keepLines/>
              <w:tabs>
                <w:tab w:val="left" w:pos="851"/>
                <w:tab w:val="left" w:pos="5727"/>
                <w:tab w:val="left" w:pos="9575"/>
              </w:tabs>
              <w:outlineLvl w:val="0"/>
            </w:pPr>
            <w:r w:rsidRPr="006A795E">
              <w:t>39</w:t>
            </w:r>
          </w:p>
        </w:tc>
        <w:tc>
          <w:tcPr>
            <w:tcW w:w="1007" w:type="dxa"/>
          </w:tcPr>
          <w:p w14:paraId="2043CCCE" w14:textId="77777777" w:rsidR="007C6E24" w:rsidRPr="006A795E" w:rsidRDefault="007C6E24" w:rsidP="007C6E24">
            <w:r w:rsidRPr="006A795E">
              <w:t>2019/92</w:t>
            </w:r>
          </w:p>
        </w:tc>
        <w:tc>
          <w:tcPr>
            <w:tcW w:w="853" w:type="dxa"/>
          </w:tcPr>
          <w:p w14:paraId="6414B37B" w14:textId="77777777" w:rsidR="007C6E24" w:rsidRPr="006A795E" w:rsidRDefault="007C6E24" w:rsidP="007C6E24">
            <w:pPr>
              <w:keepNext/>
              <w:keepLines/>
              <w:tabs>
                <w:tab w:val="left" w:pos="851"/>
                <w:tab w:val="left" w:pos="5727"/>
                <w:tab w:val="left" w:pos="9575"/>
              </w:tabs>
              <w:outlineLvl w:val="0"/>
            </w:pPr>
            <w:r w:rsidRPr="006A795E">
              <w:t>39/0/0</w:t>
            </w:r>
          </w:p>
        </w:tc>
        <w:tc>
          <w:tcPr>
            <w:tcW w:w="1842" w:type="dxa"/>
          </w:tcPr>
          <w:p w14:paraId="09365BD1" w14:textId="77777777" w:rsidR="007C6E24" w:rsidRPr="006A795E" w:rsidRDefault="007C6E24" w:rsidP="007C6E24">
            <w:r w:rsidRPr="006A795E">
              <w:t>Proposal for Supplement 1 to the 02 series</w:t>
            </w:r>
          </w:p>
        </w:tc>
        <w:tc>
          <w:tcPr>
            <w:tcW w:w="428" w:type="dxa"/>
          </w:tcPr>
          <w:p w14:paraId="056D0425"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17424209" w14:textId="77777777" w:rsidTr="001530BB">
        <w:trPr>
          <w:cantSplit/>
          <w:trHeight w:val="454"/>
        </w:trPr>
        <w:tc>
          <w:tcPr>
            <w:tcW w:w="584" w:type="dxa"/>
          </w:tcPr>
          <w:p w14:paraId="62B2DA78" w14:textId="77777777" w:rsidR="007C6E24" w:rsidRPr="006A795E" w:rsidRDefault="007C6E24" w:rsidP="007C6E24">
            <w:pPr>
              <w:tabs>
                <w:tab w:val="left" w:pos="851"/>
                <w:tab w:val="left" w:pos="5727"/>
                <w:tab w:val="left" w:pos="9575"/>
              </w:tabs>
              <w:outlineLvl w:val="0"/>
            </w:pPr>
            <w:r w:rsidRPr="006A795E">
              <w:t>129</w:t>
            </w:r>
          </w:p>
        </w:tc>
        <w:tc>
          <w:tcPr>
            <w:tcW w:w="2710" w:type="dxa"/>
          </w:tcPr>
          <w:p w14:paraId="02741D9E" w14:textId="77777777" w:rsidR="007C6E24" w:rsidRPr="006A795E" w:rsidRDefault="007C6E24" w:rsidP="007C6E24">
            <w:pPr>
              <w:keepNext/>
              <w:keepLines/>
              <w:tabs>
                <w:tab w:val="left" w:pos="851"/>
                <w:tab w:val="left" w:pos="5727"/>
                <w:tab w:val="left" w:pos="9575"/>
              </w:tabs>
              <w:outlineLvl w:val="0"/>
              <w:rPr>
                <w:bCs/>
              </w:rPr>
            </w:pPr>
            <w:r w:rsidRPr="006A795E">
              <w:rPr>
                <w:lang w:eastAsia="en-GB"/>
              </w:rPr>
              <w:t>Enhanced Child Restraint Systems (ECRS)</w:t>
            </w:r>
          </w:p>
        </w:tc>
        <w:tc>
          <w:tcPr>
            <w:tcW w:w="567" w:type="dxa"/>
          </w:tcPr>
          <w:p w14:paraId="3BA0D8B7" w14:textId="77777777" w:rsidR="007C6E24" w:rsidRPr="006A795E" w:rsidRDefault="007C6E24" w:rsidP="007C6E24">
            <w:pPr>
              <w:keepNext/>
              <w:keepLines/>
              <w:tabs>
                <w:tab w:val="left" w:pos="851"/>
                <w:tab w:val="left" w:pos="5727"/>
                <w:tab w:val="left" w:pos="9575"/>
              </w:tabs>
              <w:outlineLvl w:val="0"/>
            </w:pPr>
            <w:r w:rsidRPr="006A795E">
              <w:t>54</w:t>
            </w:r>
          </w:p>
        </w:tc>
        <w:tc>
          <w:tcPr>
            <w:tcW w:w="543" w:type="dxa"/>
          </w:tcPr>
          <w:p w14:paraId="24A6C5AB" w14:textId="77777777" w:rsidR="007C6E24" w:rsidRPr="006A795E" w:rsidRDefault="007C6E24" w:rsidP="007C6E24">
            <w:pPr>
              <w:keepNext/>
              <w:keepLines/>
              <w:tabs>
                <w:tab w:val="left" w:pos="851"/>
                <w:tab w:val="left" w:pos="5727"/>
                <w:tab w:val="left" w:pos="9575"/>
              </w:tabs>
              <w:outlineLvl w:val="0"/>
            </w:pPr>
            <w:r w:rsidRPr="006A795E">
              <w:t>39</w:t>
            </w:r>
          </w:p>
        </w:tc>
        <w:tc>
          <w:tcPr>
            <w:tcW w:w="1007" w:type="dxa"/>
          </w:tcPr>
          <w:p w14:paraId="2CF9EBCB" w14:textId="77777777" w:rsidR="007C6E24" w:rsidRPr="006A795E" w:rsidRDefault="007C6E24" w:rsidP="007C6E24">
            <w:r w:rsidRPr="006A795E">
              <w:t>2019/109</w:t>
            </w:r>
          </w:p>
        </w:tc>
        <w:tc>
          <w:tcPr>
            <w:tcW w:w="853" w:type="dxa"/>
          </w:tcPr>
          <w:p w14:paraId="0AD786D8" w14:textId="77777777" w:rsidR="007C6E24" w:rsidRPr="006A795E" w:rsidRDefault="007C6E24" w:rsidP="007C6E24">
            <w:pPr>
              <w:keepNext/>
              <w:keepLines/>
              <w:tabs>
                <w:tab w:val="left" w:pos="851"/>
                <w:tab w:val="left" w:pos="5727"/>
                <w:tab w:val="left" w:pos="9575"/>
              </w:tabs>
              <w:outlineLvl w:val="0"/>
            </w:pPr>
            <w:r w:rsidRPr="006A795E">
              <w:t>39/0/0</w:t>
            </w:r>
          </w:p>
        </w:tc>
        <w:tc>
          <w:tcPr>
            <w:tcW w:w="1842" w:type="dxa"/>
          </w:tcPr>
          <w:p w14:paraId="095CB383" w14:textId="77777777" w:rsidR="007C6E24" w:rsidRPr="006A795E" w:rsidRDefault="007C6E24" w:rsidP="007C6E24">
            <w:r w:rsidRPr="006A795E">
              <w:t>Proposal for Supplement 3 to the 03 series</w:t>
            </w:r>
          </w:p>
        </w:tc>
        <w:tc>
          <w:tcPr>
            <w:tcW w:w="428" w:type="dxa"/>
          </w:tcPr>
          <w:p w14:paraId="445F4E0E"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1ABA2CAA" w14:textId="77777777" w:rsidTr="001530BB">
        <w:trPr>
          <w:cantSplit/>
          <w:trHeight w:val="454"/>
        </w:trPr>
        <w:tc>
          <w:tcPr>
            <w:tcW w:w="584" w:type="dxa"/>
            <w:tcBorders>
              <w:bottom w:val="single" w:sz="4" w:space="0" w:color="auto"/>
            </w:tcBorders>
          </w:tcPr>
          <w:p w14:paraId="63EC09AA" w14:textId="77777777" w:rsidR="007C6E24" w:rsidRPr="006A795E" w:rsidRDefault="007C6E24" w:rsidP="007C6E24">
            <w:pPr>
              <w:tabs>
                <w:tab w:val="left" w:pos="851"/>
                <w:tab w:val="left" w:pos="5727"/>
                <w:tab w:val="left" w:pos="9575"/>
              </w:tabs>
              <w:outlineLvl w:val="0"/>
            </w:pPr>
            <w:r w:rsidRPr="006A795E">
              <w:t>135</w:t>
            </w:r>
          </w:p>
        </w:tc>
        <w:tc>
          <w:tcPr>
            <w:tcW w:w="2710" w:type="dxa"/>
            <w:tcBorders>
              <w:bottom w:val="single" w:sz="4" w:space="0" w:color="auto"/>
            </w:tcBorders>
          </w:tcPr>
          <w:p w14:paraId="713BBA03" w14:textId="77777777" w:rsidR="007C6E24" w:rsidRPr="00CF3946" w:rsidRDefault="007C6E24" w:rsidP="007C6E24">
            <w:pPr>
              <w:keepNext/>
              <w:keepLines/>
              <w:tabs>
                <w:tab w:val="left" w:pos="851"/>
                <w:tab w:val="left" w:pos="5727"/>
                <w:tab w:val="left" w:pos="9575"/>
              </w:tabs>
              <w:outlineLvl w:val="0"/>
              <w:rPr>
                <w:lang w:eastAsia="en-GB"/>
              </w:rPr>
            </w:pPr>
            <w:r w:rsidRPr="006A795E">
              <w:t>Pole Side Impact (PSI)</w:t>
            </w:r>
          </w:p>
        </w:tc>
        <w:tc>
          <w:tcPr>
            <w:tcW w:w="567" w:type="dxa"/>
            <w:tcBorders>
              <w:bottom w:val="single" w:sz="4" w:space="0" w:color="auto"/>
            </w:tcBorders>
          </w:tcPr>
          <w:p w14:paraId="1B5BFD94" w14:textId="77777777" w:rsidR="007C6E24" w:rsidRPr="006A795E" w:rsidRDefault="007C6E24" w:rsidP="007C6E24">
            <w:pPr>
              <w:keepNext/>
              <w:keepLines/>
              <w:tabs>
                <w:tab w:val="left" w:pos="851"/>
                <w:tab w:val="left" w:pos="5727"/>
                <w:tab w:val="left" w:pos="9575"/>
              </w:tabs>
              <w:outlineLvl w:val="0"/>
            </w:pPr>
            <w:r w:rsidRPr="006A795E">
              <w:t>55</w:t>
            </w:r>
          </w:p>
        </w:tc>
        <w:tc>
          <w:tcPr>
            <w:tcW w:w="543" w:type="dxa"/>
            <w:tcBorders>
              <w:bottom w:val="single" w:sz="4" w:space="0" w:color="auto"/>
            </w:tcBorders>
          </w:tcPr>
          <w:p w14:paraId="331BCD3D" w14:textId="77777777" w:rsidR="007C6E24" w:rsidRPr="006A795E" w:rsidRDefault="007C6E24" w:rsidP="007C6E24">
            <w:pPr>
              <w:keepNext/>
              <w:keepLines/>
              <w:tabs>
                <w:tab w:val="left" w:pos="851"/>
                <w:tab w:val="left" w:pos="5727"/>
                <w:tab w:val="left" w:pos="9575"/>
              </w:tabs>
              <w:outlineLvl w:val="0"/>
            </w:pPr>
            <w:r w:rsidRPr="006A795E">
              <w:t>40</w:t>
            </w:r>
          </w:p>
        </w:tc>
        <w:tc>
          <w:tcPr>
            <w:tcW w:w="1007" w:type="dxa"/>
            <w:tcBorders>
              <w:bottom w:val="single" w:sz="4" w:space="0" w:color="auto"/>
            </w:tcBorders>
          </w:tcPr>
          <w:p w14:paraId="4C9D7906" w14:textId="77777777" w:rsidR="007C6E24" w:rsidRPr="006A795E" w:rsidRDefault="007C6E24" w:rsidP="007C6E24">
            <w:pPr>
              <w:keepNext/>
              <w:keepLines/>
              <w:tabs>
                <w:tab w:val="left" w:pos="851"/>
                <w:tab w:val="left" w:pos="5727"/>
                <w:tab w:val="left" w:pos="9575"/>
              </w:tabs>
              <w:outlineLvl w:val="0"/>
            </w:pPr>
            <w:r w:rsidRPr="006A795E">
              <w:t>2019/110</w:t>
            </w:r>
          </w:p>
        </w:tc>
        <w:tc>
          <w:tcPr>
            <w:tcW w:w="853" w:type="dxa"/>
            <w:tcBorders>
              <w:bottom w:val="single" w:sz="4" w:space="0" w:color="auto"/>
            </w:tcBorders>
          </w:tcPr>
          <w:p w14:paraId="5038A92E" w14:textId="77777777" w:rsidR="007C6E24" w:rsidRPr="006A795E" w:rsidRDefault="007C6E24" w:rsidP="007C6E24">
            <w:pPr>
              <w:keepNext/>
              <w:keepLines/>
              <w:tabs>
                <w:tab w:val="left" w:pos="851"/>
                <w:tab w:val="left" w:pos="5727"/>
                <w:tab w:val="left" w:pos="9575"/>
              </w:tabs>
              <w:outlineLvl w:val="0"/>
            </w:pPr>
            <w:r w:rsidRPr="006A795E">
              <w:t>40/0/0</w:t>
            </w:r>
          </w:p>
        </w:tc>
        <w:tc>
          <w:tcPr>
            <w:tcW w:w="1842" w:type="dxa"/>
            <w:tcBorders>
              <w:bottom w:val="single" w:sz="4" w:space="0" w:color="auto"/>
            </w:tcBorders>
          </w:tcPr>
          <w:p w14:paraId="28BF26EC" w14:textId="77777777" w:rsidR="007C6E24" w:rsidRPr="006A795E" w:rsidRDefault="007C6E24" w:rsidP="007C6E24">
            <w:pPr>
              <w:keepNext/>
              <w:keepLines/>
              <w:tabs>
                <w:tab w:val="left" w:pos="851"/>
                <w:tab w:val="left" w:pos="5727"/>
                <w:tab w:val="left" w:pos="9575"/>
              </w:tabs>
              <w:outlineLvl w:val="0"/>
            </w:pPr>
            <w:r w:rsidRPr="006A795E">
              <w:t>Proposal for Supplement 2 to the original series</w:t>
            </w:r>
          </w:p>
        </w:tc>
        <w:tc>
          <w:tcPr>
            <w:tcW w:w="428" w:type="dxa"/>
            <w:tcBorders>
              <w:bottom w:val="single" w:sz="4" w:space="0" w:color="auto"/>
            </w:tcBorders>
          </w:tcPr>
          <w:p w14:paraId="48450413"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59822928" w14:textId="77777777" w:rsidTr="001530BB">
        <w:trPr>
          <w:cantSplit/>
          <w:trHeight w:val="454"/>
        </w:trPr>
        <w:tc>
          <w:tcPr>
            <w:tcW w:w="584" w:type="dxa"/>
            <w:tcBorders>
              <w:bottom w:val="single" w:sz="4" w:space="0" w:color="auto"/>
            </w:tcBorders>
          </w:tcPr>
          <w:p w14:paraId="73502E7A" w14:textId="77777777" w:rsidR="007C6E24" w:rsidRPr="006A795E" w:rsidRDefault="007C6E24" w:rsidP="007C6E24">
            <w:pPr>
              <w:tabs>
                <w:tab w:val="left" w:pos="851"/>
                <w:tab w:val="left" w:pos="5727"/>
                <w:tab w:val="left" w:pos="9575"/>
              </w:tabs>
              <w:outlineLvl w:val="0"/>
            </w:pPr>
            <w:r w:rsidRPr="006A795E">
              <w:t>135</w:t>
            </w:r>
          </w:p>
        </w:tc>
        <w:tc>
          <w:tcPr>
            <w:tcW w:w="2710" w:type="dxa"/>
            <w:tcBorders>
              <w:bottom w:val="single" w:sz="4" w:space="0" w:color="auto"/>
            </w:tcBorders>
          </w:tcPr>
          <w:p w14:paraId="6613EB6A" w14:textId="77777777" w:rsidR="007C6E24" w:rsidRPr="006A795E" w:rsidRDefault="007C6E24" w:rsidP="007C6E24">
            <w:pPr>
              <w:keepNext/>
              <w:keepLines/>
              <w:tabs>
                <w:tab w:val="left" w:pos="851"/>
                <w:tab w:val="left" w:pos="5727"/>
                <w:tab w:val="left" w:pos="9575"/>
              </w:tabs>
              <w:outlineLvl w:val="0"/>
            </w:pPr>
            <w:r w:rsidRPr="006A795E">
              <w:t>Pole Side Impact (PSI)</w:t>
            </w:r>
          </w:p>
        </w:tc>
        <w:tc>
          <w:tcPr>
            <w:tcW w:w="567" w:type="dxa"/>
            <w:tcBorders>
              <w:bottom w:val="single" w:sz="4" w:space="0" w:color="auto"/>
            </w:tcBorders>
          </w:tcPr>
          <w:p w14:paraId="253B2D55" w14:textId="77777777" w:rsidR="007C6E24" w:rsidRPr="006A795E" w:rsidRDefault="007C6E24" w:rsidP="007C6E24">
            <w:pPr>
              <w:keepNext/>
              <w:keepLines/>
              <w:tabs>
                <w:tab w:val="left" w:pos="851"/>
                <w:tab w:val="left" w:pos="5727"/>
                <w:tab w:val="left" w:pos="9575"/>
              </w:tabs>
              <w:outlineLvl w:val="0"/>
            </w:pPr>
            <w:r w:rsidRPr="006A795E">
              <w:t>55</w:t>
            </w:r>
          </w:p>
        </w:tc>
        <w:tc>
          <w:tcPr>
            <w:tcW w:w="543" w:type="dxa"/>
            <w:tcBorders>
              <w:bottom w:val="single" w:sz="4" w:space="0" w:color="auto"/>
            </w:tcBorders>
          </w:tcPr>
          <w:p w14:paraId="6A46D7F7" w14:textId="77777777" w:rsidR="007C6E24" w:rsidRPr="006A795E" w:rsidRDefault="007C6E24" w:rsidP="007C6E24">
            <w:pPr>
              <w:keepNext/>
              <w:keepLines/>
              <w:tabs>
                <w:tab w:val="left" w:pos="851"/>
                <w:tab w:val="left" w:pos="5727"/>
                <w:tab w:val="left" w:pos="9575"/>
              </w:tabs>
              <w:outlineLvl w:val="0"/>
            </w:pPr>
            <w:r w:rsidRPr="006A795E">
              <w:t>40</w:t>
            </w:r>
          </w:p>
        </w:tc>
        <w:tc>
          <w:tcPr>
            <w:tcW w:w="1007" w:type="dxa"/>
            <w:tcBorders>
              <w:bottom w:val="single" w:sz="4" w:space="0" w:color="auto"/>
            </w:tcBorders>
          </w:tcPr>
          <w:p w14:paraId="3AD80083" w14:textId="77777777" w:rsidR="007C6E24" w:rsidRPr="006A795E" w:rsidRDefault="007C6E24" w:rsidP="007C6E24">
            <w:pPr>
              <w:keepNext/>
              <w:keepLines/>
              <w:tabs>
                <w:tab w:val="left" w:pos="851"/>
                <w:tab w:val="left" w:pos="5727"/>
                <w:tab w:val="left" w:pos="9575"/>
              </w:tabs>
              <w:outlineLvl w:val="0"/>
            </w:pPr>
            <w:r w:rsidRPr="006A795E">
              <w:t>2019/111</w:t>
            </w:r>
          </w:p>
        </w:tc>
        <w:tc>
          <w:tcPr>
            <w:tcW w:w="853" w:type="dxa"/>
            <w:tcBorders>
              <w:bottom w:val="single" w:sz="4" w:space="0" w:color="auto"/>
            </w:tcBorders>
          </w:tcPr>
          <w:p w14:paraId="0B987D02" w14:textId="77777777" w:rsidR="007C6E24" w:rsidRPr="006A795E" w:rsidRDefault="007C6E24" w:rsidP="007C6E24">
            <w:pPr>
              <w:keepNext/>
              <w:keepLines/>
              <w:tabs>
                <w:tab w:val="left" w:pos="851"/>
                <w:tab w:val="left" w:pos="5727"/>
                <w:tab w:val="left" w:pos="9575"/>
              </w:tabs>
              <w:outlineLvl w:val="0"/>
            </w:pPr>
            <w:r w:rsidRPr="006A795E">
              <w:t>40/0/0</w:t>
            </w:r>
          </w:p>
        </w:tc>
        <w:tc>
          <w:tcPr>
            <w:tcW w:w="1842" w:type="dxa"/>
            <w:tcBorders>
              <w:bottom w:val="single" w:sz="4" w:space="0" w:color="auto"/>
            </w:tcBorders>
          </w:tcPr>
          <w:p w14:paraId="740059EA" w14:textId="77777777" w:rsidR="007C6E24" w:rsidRPr="006A795E" w:rsidRDefault="007C6E24" w:rsidP="007C6E24">
            <w:pPr>
              <w:keepNext/>
              <w:keepLines/>
              <w:tabs>
                <w:tab w:val="left" w:pos="851"/>
                <w:tab w:val="left" w:pos="5727"/>
                <w:tab w:val="left" w:pos="9575"/>
              </w:tabs>
              <w:outlineLvl w:val="0"/>
            </w:pPr>
            <w:r w:rsidRPr="006A795E">
              <w:t>Proposal for Supplement 2 to the 01 series</w:t>
            </w:r>
          </w:p>
        </w:tc>
        <w:tc>
          <w:tcPr>
            <w:tcW w:w="428" w:type="dxa"/>
            <w:tcBorders>
              <w:bottom w:val="single" w:sz="4" w:space="0" w:color="auto"/>
            </w:tcBorders>
          </w:tcPr>
          <w:p w14:paraId="4C865BF2"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652A303F" w14:textId="77777777" w:rsidTr="001530BB">
        <w:trPr>
          <w:cantSplit/>
          <w:trHeight w:val="454"/>
        </w:trPr>
        <w:tc>
          <w:tcPr>
            <w:tcW w:w="584" w:type="dxa"/>
            <w:vAlign w:val="center"/>
          </w:tcPr>
          <w:p w14:paraId="7171BFFD" w14:textId="77777777" w:rsidR="007C6E24" w:rsidRPr="006A795E" w:rsidRDefault="007C6E24" w:rsidP="007C6E24">
            <w:pPr>
              <w:tabs>
                <w:tab w:val="left" w:pos="851"/>
                <w:tab w:val="left" w:pos="5727"/>
                <w:tab w:val="left" w:pos="9575"/>
              </w:tabs>
              <w:outlineLvl w:val="0"/>
            </w:pPr>
            <w:r w:rsidRPr="006A795E">
              <w:lastRenderedPageBreak/>
              <w:t>148</w:t>
            </w:r>
          </w:p>
        </w:tc>
        <w:tc>
          <w:tcPr>
            <w:tcW w:w="2710" w:type="dxa"/>
            <w:vAlign w:val="center"/>
          </w:tcPr>
          <w:p w14:paraId="33DF52A9" w14:textId="77777777" w:rsidR="007C6E24" w:rsidRPr="006A795E" w:rsidRDefault="007C6E24" w:rsidP="007C6E24">
            <w:pPr>
              <w:keepNext/>
              <w:keepLines/>
              <w:tabs>
                <w:tab w:val="left" w:pos="851"/>
                <w:tab w:val="left" w:pos="5727"/>
                <w:tab w:val="left" w:pos="9575"/>
              </w:tabs>
              <w:outlineLvl w:val="0"/>
            </w:pPr>
            <w:r w:rsidRPr="006A795E">
              <w:rPr>
                <w:bCs/>
              </w:rPr>
              <w:t>Light Signalling Devices (LSD)</w:t>
            </w:r>
          </w:p>
        </w:tc>
        <w:tc>
          <w:tcPr>
            <w:tcW w:w="567" w:type="dxa"/>
          </w:tcPr>
          <w:p w14:paraId="1972D9B7" w14:textId="77777777" w:rsidR="007C6E24" w:rsidRPr="006A795E" w:rsidRDefault="007C6E24" w:rsidP="007C6E24">
            <w:pPr>
              <w:keepNext/>
              <w:keepLines/>
              <w:tabs>
                <w:tab w:val="left" w:pos="851"/>
                <w:tab w:val="left" w:pos="5727"/>
                <w:tab w:val="left" w:pos="9575"/>
              </w:tabs>
              <w:outlineLvl w:val="0"/>
            </w:pPr>
            <w:r w:rsidRPr="006A795E">
              <w:t>55</w:t>
            </w:r>
          </w:p>
        </w:tc>
        <w:tc>
          <w:tcPr>
            <w:tcW w:w="543" w:type="dxa"/>
          </w:tcPr>
          <w:p w14:paraId="6616FD6C" w14:textId="77777777" w:rsidR="007C6E24" w:rsidRPr="006A795E" w:rsidRDefault="007C6E24" w:rsidP="007C6E24">
            <w:pPr>
              <w:keepNext/>
              <w:keepLines/>
              <w:tabs>
                <w:tab w:val="left" w:pos="851"/>
                <w:tab w:val="left" w:pos="5727"/>
                <w:tab w:val="left" w:pos="9575"/>
              </w:tabs>
              <w:outlineLvl w:val="0"/>
            </w:pPr>
            <w:r w:rsidRPr="006A795E">
              <w:t>40</w:t>
            </w:r>
          </w:p>
        </w:tc>
        <w:tc>
          <w:tcPr>
            <w:tcW w:w="1007" w:type="dxa"/>
          </w:tcPr>
          <w:p w14:paraId="1B04FE11" w14:textId="38283E98" w:rsidR="007C6E24" w:rsidRPr="006A795E" w:rsidRDefault="007C6E24" w:rsidP="007C6E24">
            <w:pPr>
              <w:keepNext/>
              <w:keepLines/>
              <w:tabs>
                <w:tab w:val="left" w:pos="851"/>
                <w:tab w:val="left" w:pos="5727"/>
                <w:tab w:val="left" w:pos="9575"/>
              </w:tabs>
              <w:outlineLvl w:val="0"/>
            </w:pPr>
            <w:r w:rsidRPr="006A795E">
              <w:t xml:space="preserve">2019/81 as amended by para. </w:t>
            </w:r>
            <w:r w:rsidR="00002331" w:rsidRPr="00700800">
              <w:t>69</w:t>
            </w:r>
            <w:r w:rsidRPr="006A795E">
              <w:t xml:space="preserve"> above</w:t>
            </w:r>
          </w:p>
        </w:tc>
        <w:tc>
          <w:tcPr>
            <w:tcW w:w="853" w:type="dxa"/>
          </w:tcPr>
          <w:p w14:paraId="29937FE2" w14:textId="77777777" w:rsidR="007C6E24" w:rsidRPr="006A795E" w:rsidRDefault="007C6E24" w:rsidP="007C6E24">
            <w:pPr>
              <w:keepNext/>
              <w:keepLines/>
              <w:tabs>
                <w:tab w:val="left" w:pos="851"/>
                <w:tab w:val="left" w:pos="5727"/>
                <w:tab w:val="left" w:pos="9575"/>
              </w:tabs>
              <w:outlineLvl w:val="0"/>
            </w:pPr>
            <w:r w:rsidRPr="006A795E">
              <w:t>40/0/0</w:t>
            </w:r>
          </w:p>
        </w:tc>
        <w:tc>
          <w:tcPr>
            <w:tcW w:w="1842" w:type="dxa"/>
          </w:tcPr>
          <w:p w14:paraId="1A9DD34D" w14:textId="77777777" w:rsidR="007C6E24" w:rsidRPr="006A795E" w:rsidRDefault="007C6E24" w:rsidP="007C6E24">
            <w:pPr>
              <w:keepNext/>
              <w:keepLines/>
              <w:tabs>
                <w:tab w:val="left" w:pos="851"/>
                <w:tab w:val="left" w:pos="5727"/>
                <w:tab w:val="left" w:pos="9575"/>
              </w:tabs>
              <w:outlineLvl w:val="0"/>
            </w:pPr>
            <w:r w:rsidRPr="006A795E">
              <w:t>Proposal for Supplement 1 to the original series</w:t>
            </w:r>
          </w:p>
        </w:tc>
        <w:tc>
          <w:tcPr>
            <w:tcW w:w="428" w:type="dxa"/>
          </w:tcPr>
          <w:p w14:paraId="33BFEE6A"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732664D2" w14:textId="77777777" w:rsidTr="001530BB">
        <w:trPr>
          <w:cantSplit/>
          <w:trHeight w:val="454"/>
        </w:trPr>
        <w:tc>
          <w:tcPr>
            <w:tcW w:w="584" w:type="dxa"/>
            <w:vAlign w:val="center"/>
          </w:tcPr>
          <w:p w14:paraId="1E89D5A1" w14:textId="77777777" w:rsidR="007C6E24" w:rsidRPr="006A795E" w:rsidRDefault="007C6E24" w:rsidP="007C6E24">
            <w:pPr>
              <w:tabs>
                <w:tab w:val="left" w:pos="851"/>
                <w:tab w:val="left" w:pos="5727"/>
                <w:tab w:val="left" w:pos="9575"/>
              </w:tabs>
              <w:outlineLvl w:val="0"/>
            </w:pPr>
            <w:r w:rsidRPr="006A795E">
              <w:t>149</w:t>
            </w:r>
          </w:p>
        </w:tc>
        <w:tc>
          <w:tcPr>
            <w:tcW w:w="2710" w:type="dxa"/>
            <w:vAlign w:val="center"/>
          </w:tcPr>
          <w:p w14:paraId="28D534D1" w14:textId="77777777" w:rsidR="007C6E24" w:rsidRPr="006A795E" w:rsidRDefault="007C6E24" w:rsidP="007C6E24">
            <w:pPr>
              <w:keepNext/>
              <w:keepLines/>
              <w:tabs>
                <w:tab w:val="left" w:pos="851"/>
                <w:tab w:val="left" w:pos="5727"/>
                <w:tab w:val="left" w:pos="9575"/>
              </w:tabs>
              <w:outlineLvl w:val="0"/>
              <w:rPr>
                <w:bCs/>
              </w:rPr>
            </w:pPr>
            <w:r w:rsidRPr="006A795E">
              <w:rPr>
                <w:bCs/>
              </w:rPr>
              <w:t>Road Illumination Devices (RID)</w:t>
            </w:r>
          </w:p>
        </w:tc>
        <w:tc>
          <w:tcPr>
            <w:tcW w:w="567" w:type="dxa"/>
          </w:tcPr>
          <w:p w14:paraId="1657F9AA" w14:textId="77777777" w:rsidR="007C6E24" w:rsidRPr="006A795E" w:rsidRDefault="007C6E24" w:rsidP="007C6E24">
            <w:pPr>
              <w:keepNext/>
              <w:keepLines/>
              <w:tabs>
                <w:tab w:val="left" w:pos="851"/>
                <w:tab w:val="left" w:pos="5727"/>
                <w:tab w:val="left" w:pos="9575"/>
              </w:tabs>
              <w:outlineLvl w:val="0"/>
            </w:pPr>
            <w:r w:rsidRPr="006A795E">
              <w:t>55</w:t>
            </w:r>
          </w:p>
        </w:tc>
        <w:tc>
          <w:tcPr>
            <w:tcW w:w="543" w:type="dxa"/>
          </w:tcPr>
          <w:p w14:paraId="4811AA07" w14:textId="77777777" w:rsidR="007C6E24" w:rsidRPr="006A795E" w:rsidRDefault="007C6E24" w:rsidP="007C6E24">
            <w:pPr>
              <w:keepNext/>
              <w:keepLines/>
              <w:tabs>
                <w:tab w:val="left" w:pos="851"/>
                <w:tab w:val="left" w:pos="5727"/>
                <w:tab w:val="left" w:pos="9575"/>
              </w:tabs>
              <w:outlineLvl w:val="0"/>
            </w:pPr>
            <w:r w:rsidRPr="006A795E">
              <w:t>40</w:t>
            </w:r>
          </w:p>
        </w:tc>
        <w:tc>
          <w:tcPr>
            <w:tcW w:w="1007" w:type="dxa"/>
          </w:tcPr>
          <w:p w14:paraId="68B49C04" w14:textId="77777777" w:rsidR="007C6E24" w:rsidRPr="006A795E" w:rsidRDefault="007C6E24" w:rsidP="007C6E24">
            <w:pPr>
              <w:keepNext/>
              <w:keepLines/>
              <w:tabs>
                <w:tab w:val="left" w:pos="851"/>
                <w:tab w:val="left" w:pos="5727"/>
                <w:tab w:val="left" w:pos="9575"/>
              </w:tabs>
              <w:outlineLvl w:val="0"/>
            </w:pPr>
            <w:r w:rsidRPr="006A795E">
              <w:t>2019/82</w:t>
            </w:r>
          </w:p>
        </w:tc>
        <w:tc>
          <w:tcPr>
            <w:tcW w:w="853" w:type="dxa"/>
          </w:tcPr>
          <w:p w14:paraId="73D23E9C" w14:textId="77777777" w:rsidR="007C6E24" w:rsidRPr="006A795E" w:rsidRDefault="007C6E24" w:rsidP="007C6E24">
            <w:pPr>
              <w:keepNext/>
              <w:keepLines/>
              <w:tabs>
                <w:tab w:val="left" w:pos="851"/>
                <w:tab w:val="left" w:pos="5727"/>
                <w:tab w:val="left" w:pos="9575"/>
              </w:tabs>
              <w:outlineLvl w:val="0"/>
            </w:pPr>
            <w:r w:rsidRPr="006A795E">
              <w:t>40/0/0</w:t>
            </w:r>
          </w:p>
        </w:tc>
        <w:tc>
          <w:tcPr>
            <w:tcW w:w="1842" w:type="dxa"/>
          </w:tcPr>
          <w:p w14:paraId="63B8DBDC" w14:textId="77777777" w:rsidR="007C6E24" w:rsidRPr="006A795E" w:rsidRDefault="007C6E24" w:rsidP="007C6E24">
            <w:pPr>
              <w:keepNext/>
              <w:keepLines/>
              <w:tabs>
                <w:tab w:val="left" w:pos="851"/>
                <w:tab w:val="left" w:pos="5727"/>
                <w:tab w:val="left" w:pos="9575"/>
              </w:tabs>
              <w:outlineLvl w:val="0"/>
            </w:pPr>
            <w:r w:rsidRPr="006A795E">
              <w:t>Proposal for Supplement 1 to the original series</w:t>
            </w:r>
          </w:p>
        </w:tc>
        <w:tc>
          <w:tcPr>
            <w:tcW w:w="428" w:type="dxa"/>
          </w:tcPr>
          <w:p w14:paraId="45D7640F"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537E0D02" w14:textId="77777777" w:rsidTr="001530BB">
        <w:trPr>
          <w:cantSplit/>
          <w:trHeight w:val="454"/>
        </w:trPr>
        <w:tc>
          <w:tcPr>
            <w:tcW w:w="584" w:type="dxa"/>
            <w:vAlign w:val="center"/>
          </w:tcPr>
          <w:p w14:paraId="22F6B02C" w14:textId="77777777" w:rsidR="007C6E24" w:rsidRPr="006A795E" w:rsidRDefault="007C6E24" w:rsidP="007C6E24">
            <w:pPr>
              <w:tabs>
                <w:tab w:val="left" w:pos="851"/>
                <w:tab w:val="left" w:pos="5727"/>
                <w:tab w:val="left" w:pos="9575"/>
              </w:tabs>
              <w:outlineLvl w:val="0"/>
            </w:pPr>
            <w:r w:rsidRPr="006A795E">
              <w:t>149</w:t>
            </w:r>
          </w:p>
        </w:tc>
        <w:tc>
          <w:tcPr>
            <w:tcW w:w="2710" w:type="dxa"/>
            <w:vAlign w:val="center"/>
          </w:tcPr>
          <w:p w14:paraId="6CD14067" w14:textId="77777777" w:rsidR="007C6E24" w:rsidRPr="006A795E" w:rsidRDefault="007C6E24" w:rsidP="007C6E24">
            <w:pPr>
              <w:keepNext/>
              <w:keepLines/>
              <w:tabs>
                <w:tab w:val="left" w:pos="851"/>
                <w:tab w:val="left" w:pos="5727"/>
                <w:tab w:val="left" w:pos="9575"/>
              </w:tabs>
              <w:outlineLvl w:val="0"/>
              <w:rPr>
                <w:bCs/>
              </w:rPr>
            </w:pPr>
            <w:r w:rsidRPr="006A795E">
              <w:rPr>
                <w:bCs/>
              </w:rPr>
              <w:t>Road Illumination Devices (RID)</w:t>
            </w:r>
          </w:p>
        </w:tc>
        <w:tc>
          <w:tcPr>
            <w:tcW w:w="567" w:type="dxa"/>
          </w:tcPr>
          <w:p w14:paraId="32A0A701" w14:textId="77777777" w:rsidR="007C6E24" w:rsidRPr="006A795E" w:rsidRDefault="007C6E24" w:rsidP="007C6E24">
            <w:pPr>
              <w:keepNext/>
              <w:keepLines/>
              <w:tabs>
                <w:tab w:val="left" w:pos="851"/>
                <w:tab w:val="left" w:pos="5727"/>
                <w:tab w:val="left" w:pos="9575"/>
              </w:tabs>
              <w:outlineLvl w:val="0"/>
            </w:pPr>
            <w:r w:rsidRPr="006A795E">
              <w:t>55</w:t>
            </w:r>
          </w:p>
        </w:tc>
        <w:tc>
          <w:tcPr>
            <w:tcW w:w="543" w:type="dxa"/>
          </w:tcPr>
          <w:p w14:paraId="5833A74E" w14:textId="77777777" w:rsidR="007C6E24" w:rsidRPr="006A795E" w:rsidRDefault="007C6E24" w:rsidP="007C6E24">
            <w:pPr>
              <w:keepNext/>
              <w:keepLines/>
              <w:tabs>
                <w:tab w:val="left" w:pos="851"/>
                <w:tab w:val="left" w:pos="5727"/>
                <w:tab w:val="left" w:pos="9575"/>
              </w:tabs>
              <w:outlineLvl w:val="0"/>
            </w:pPr>
            <w:r w:rsidRPr="006A795E">
              <w:t>40</w:t>
            </w:r>
          </w:p>
        </w:tc>
        <w:tc>
          <w:tcPr>
            <w:tcW w:w="1007" w:type="dxa"/>
          </w:tcPr>
          <w:p w14:paraId="50A64249" w14:textId="6381FF0F" w:rsidR="007C6E24" w:rsidRPr="006A795E" w:rsidRDefault="007C6E24" w:rsidP="007C6E24">
            <w:pPr>
              <w:keepNext/>
              <w:keepLines/>
              <w:tabs>
                <w:tab w:val="left" w:pos="851"/>
                <w:tab w:val="left" w:pos="5727"/>
                <w:tab w:val="left" w:pos="9575"/>
              </w:tabs>
              <w:outlineLvl w:val="0"/>
            </w:pPr>
            <w:r w:rsidRPr="006A795E">
              <w:t xml:space="preserve">2019/125 as amended by para. </w:t>
            </w:r>
            <w:r w:rsidR="00002331" w:rsidRPr="00700800">
              <w:t>69</w:t>
            </w:r>
            <w:r w:rsidRPr="006A795E">
              <w:t xml:space="preserve"> above</w:t>
            </w:r>
          </w:p>
        </w:tc>
        <w:tc>
          <w:tcPr>
            <w:tcW w:w="853" w:type="dxa"/>
          </w:tcPr>
          <w:p w14:paraId="1549DA64" w14:textId="77777777" w:rsidR="007C6E24" w:rsidRPr="006A795E" w:rsidRDefault="007C6E24" w:rsidP="007C6E24">
            <w:pPr>
              <w:keepNext/>
              <w:keepLines/>
              <w:tabs>
                <w:tab w:val="left" w:pos="851"/>
                <w:tab w:val="left" w:pos="5727"/>
                <w:tab w:val="left" w:pos="9575"/>
              </w:tabs>
              <w:outlineLvl w:val="0"/>
            </w:pPr>
            <w:r w:rsidRPr="006A795E">
              <w:t>40/0/0</w:t>
            </w:r>
          </w:p>
        </w:tc>
        <w:tc>
          <w:tcPr>
            <w:tcW w:w="1842" w:type="dxa"/>
          </w:tcPr>
          <w:p w14:paraId="4D4BE912" w14:textId="77777777" w:rsidR="007C6E24" w:rsidRPr="006A795E" w:rsidRDefault="007C6E24" w:rsidP="007C6E24">
            <w:pPr>
              <w:keepNext/>
              <w:keepLines/>
              <w:tabs>
                <w:tab w:val="left" w:pos="851"/>
                <w:tab w:val="left" w:pos="5727"/>
                <w:tab w:val="left" w:pos="9575"/>
              </w:tabs>
              <w:outlineLvl w:val="0"/>
            </w:pPr>
            <w:r w:rsidRPr="006A795E">
              <w:t>Proposal for Supplement 1 to the original series</w:t>
            </w:r>
          </w:p>
        </w:tc>
        <w:tc>
          <w:tcPr>
            <w:tcW w:w="428" w:type="dxa"/>
          </w:tcPr>
          <w:p w14:paraId="743940F6"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5B5D6ECE" w14:textId="77777777" w:rsidTr="001530BB">
        <w:trPr>
          <w:cantSplit/>
          <w:trHeight w:val="454"/>
        </w:trPr>
        <w:tc>
          <w:tcPr>
            <w:tcW w:w="584" w:type="dxa"/>
            <w:tcBorders>
              <w:bottom w:val="single" w:sz="12" w:space="0" w:color="auto"/>
            </w:tcBorders>
            <w:vAlign w:val="center"/>
          </w:tcPr>
          <w:p w14:paraId="25C5F872" w14:textId="77777777" w:rsidR="007C6E24" w:rsidRPr="006A795E" w:rsidRDefault="007C6E24" w:rsidP="007C6E24">
            <w:pPr>
              <w:tabs>
                <w:tab w:val="left" w:pos="851"/>
                <w:tab w:val="left" w:pos="5727"/>
                <w:tab w:val="left" w:pos="9575"/>
              </w:tabs>
              <w:outlineLvl w:val="0"/>
            </w:pPr>
            <w:r w:rsidRPr="006A795E">
              <w:t>150</w:t>
            </w:r>
          </w:p>
        </w:tc>
        <w:tc>
          <w:tcPr>
            <w:tcW w:w="2710" w:type="dxa"/>
            <w:tcBorders>
              <w:bottom w:val="single" w:sz="12" w:space="0" w:color="auto"/>
            </w:tcBorders>
            <w:vAlign w:val="center"/>
          </w:tcPr>
          <w:p w14:paraId="36D8E46A" w14:textId="77777777" w:rsidR="007C6E24" w:rsidRPr="006A795E" w:rsidRDefault="007C6E24" w:rsidP="007C6E24">
            <w:pPr>
              <w:keepNext/>
              <w:keepLines/>
              <w:tabs>
                <w:tab w:val="left" w:pos="851"/>
                <w:tab w:val="left" w:pos="5727"/>
                <w:tab w:val="left" w:pos="9575"/>
              </w:tabs>
              <w:outlineLvl w:val="0"/>
              <w:rPr>
                <w:bCs/>
              </w:rPr>
            </w:pPr>
            <w:r w:rsidRPr="006A795E">
              <w:rPr>
                <w:bCs/>
              </w:rPr>
              <w:t>Retro-Reflective Devices (RRD)</w:t>
            </w:r>
          </w:p>
        </w:tc>
        <w:tc>
          <w:tcPr>
            <w:tcW w:w="567" w:type="dxa"/>
            <w:tcBorders>
              <w:bottom w:val="single" w:sz="12" w:space="0" w:color="auto"/>
            </w:tcBorders>
          </w:tcPr>
          <w:p w14:paraId="39BF766C" w14:textId="77777777" w:rsidR="007C6E24" w:rsidRPr="006A795E" w:rsidRDefault="007C6E24" w:rsidP="007C6E24">
            <w:pPr>
              <w:keepNext/>
              <w:keepLines/>
              <w:tabs>
                <w:tab w:val="left" w:pos="851"/>
                <w:tab w:val="left" w:pos="5727"/>
                <w:tab w:val="left" w:pos="9575"/>
              </w:tabs>
              <w:outlineLvl w:val="0"/>
            </w:pPr>
            <w:r w:rsidRPr="006A795E">
              <w:t>55</w:t>
            </w:r>
          </w:p>
        </w:tc>
        <w:tc>
          <w:tcPr>
            <w:tcW w:w="543" w:type="dxa"/>
            <w:tcBorders>
              <w:bottom w:val="single" w:sz="12" w:space="0" w:color="auto"/>
            </w:tcBorders>
          </w:tcPr>
          <w:p w14:paraId="012EE4C1" w14:textId="77777777" w:rsidR="007C6E24" w:rsidRPr="006A795E" w:rsidRDefault="007C6E24" w:rsidP="007C6E24">
            <w:pPr>
              <w:keepNext/>
              <w:keepLines/>
              <w:tabs>
                <w:tab w:val="left" w:pos="851"/>
                <w:tab w:val="left" w:pos="5727"/>
                <w:tab w:val="left" w:pos="9575"/>
              </w:tabs>
              <w:outlineLvl w:val="0"/>
            </w:pPr>
            <w:r w:rsidRPr="006A795E">
              <w:t>40</w:t>
            </w:r>
          </w:p>
        </w:tc>
        <w:tc>
          <w:tcPr>
            <w:tcW w:w="1007" w:type="dxa"/>
            <w:tcBorders>
              <w:bottom w:val="single" w:sz="12" w:space="0" w:color="auto"/>
            </w:tcBorders>
          </w:tcPr>
          <w:p w14:paraId="7F0A7994" w14:textId="77777777" w:rsidR="007C6E24" w:rsidRPr="006A795E" w:rsidRDefault="007C6E24" w:rsidP="007C6E24">
            <w:pPr>
              <w:keepNext/>
              <w:keepLines/>
              <w:tabs>
                <w:tab w:val="left" w:pos="851"/>
                <w:tab w:val="left" w:pos="5727"/>
                <w:tab w:val="left" w:pos="9575"/>
              </w:tabs>
              <w:outlineLvl w:val="0"/>
            </w:pPr>
            <w:r w:rsidRPr="006A795E">
              <w:t>2019/83</w:t>
            </w:r>
          </w:p>
        </w:tc>
        <w:tc>
          <w:tcPr>
            <w:tcW w:w="853" w:type="dxa"/>
            <w:tcBorders>
              <w:bottom w:val="single" w:sz="12" w:space="0" w:color="auto"/>
            </w:tcBorders>
          </w:tcPr>
          <w:p w14:paraId="4FE72F2F" w14:textId="77777777" w:rsidR="007C6E24" w:rsidRPr="006A795E" w:rsidRDefault="007C6E24" w:rsidP="007C6E24">
            <w:pPr>
              <w:keepNext/>
              <w:keepLines/>
              <w:tabs>
                <w:tab w:val="left" w:pos="851"/>
                <w:tab w:val="left" w:pos="5727"/>
                <w:tab w:val="left" w:pos="9575"/>
              </w:tabs>
              <w:outlineLvl w:val="0"/>
            </w:pPr>
            <w:r w:rsidRPr="006A795E">
              <w:t>40/0/0</w:t>
            </w:r>
          </w:p>
        </w:tc>
        <w:tc>
          <w:tcPr>
            <w:tcW w:w="1842" w:type="dxa"/>
            <w:tcBorders>
              <w:bottom w:val="single" w:sz="12" w:space="0" w:color="auto"/>
            </w:tcBorders>
          </w:tcPr>
          <w:p w14:paraId="7309EC39" w14:textId="77777777" w:rsidR="007C6E24" w:rsidRPr="006A795E" w:rsidRDefault="007C6E24" w:rsidP="007C6E24">
            <w:pPr>
              <w:keepNext/>
              <w:keepLines/>
              <w:tabs>
                <w:tab w:val="left" w:pos="851"/>
                <w:tab w:val="left" w:pos="5727"/>
                <w:tab w:val="left" w:pos="9575"/>
              </w:tabs>
              <w:outlineLvl w:val="0"/>
            </w:pPr>
            <w:r w:rsidRPr="006A795E">
              <w:t>Proposal for Supplement 1 to the original series</w:t>
            </w:r>
          </w:p>
        </w:tc>
        <w:tc>
          <w:tcPr>
            <w:tcW w:w="428" w:type="dxa"/>
            <w:tcBorders>
              <w:bottom w:val="single" w:sz="12" w:space="0" w:color="auto"/>
            </w:tcBorders>
          </w:tcPr>
          <w:p w14:paraId="5EB831DA"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7C6E24" w:rsidRPr="006A795E" w14:paraId="7E2C298D" w14:textId="77777777" w:rsidTr="001530BB">
        <w:trPr>
          <w:cantSplit/>
          <w:trHeight w:val="350"/>
          <w:tblHeader/>
        </w:trPr>
        <w:tc>
          <w:tcPr>
            <w:tcW w:w="8534" w:type="dxa"/>
            <w:gridSpan w:val="8"/>
            <w:tcBorders>
              <w:bottom w:val="single" w:sz="4" w:space="0" w:color="auto"/>
            </w:tcBorders>
            <w:vAlign w:val="center"/>
          </w:tcPr>
          <w:p w14:paraId="48444587" w14:textId="77777777" w:rsidR="007C6E24" w:rsidRPr="006A795E" w:rsidRDefault="007C6E24" w:rsidP="007C6E24">
            <w:pPr>
              <w:keepNext/>
              <w:keepLines/>
              <w:tabs>
                <w:tab w:val="left" w:pos="851"/>
                <w:tab w:val="left" w:pos="5727"/>
                <w:tab w:val="left" w:pos="9575"/>
              </w:tabs>
              <w:spacing w:before="80" w:after="80" w:line="220" w:lineRule="exact"/>
              <w:ind w:left="57" w:right="57"/>
              <w:jc w:val="center"/>
              <w:outlineLvl w:val="0"/>
              <w:rPr>
                <w:i/>
                <w:sz w:val="16"/>
                <w:szCs w:val="16"/>
              </w:rPr>
            </w:pPr>
            <w:r w:rsidRPr="006A795E">
              <w:rPr>
                <w:i/>
                <w:sz w:val="16"/>
                <w:szCs w:val="16"/>
              </w:rPr>
              <w:t>Corrigenda to existing Regulations</w:t>
            </w:r>
          </w:p>
        </w:tc>
      </w:tr>
      <w:tr w:rsidR="001530BB" w:rsidRPr="006A795E" w14:paraId="7BC5CE12" w14:textId="77777777" w:rsidTr="001530BB">
        <w:trPr>
          <w:cantSplit/>
          <w:trHeight w:val="907"/>
          <w:tblHeader/>
        </w:trPr>
        <w:tc>
          <w:tcPr>
            <w:tcW w:w="584" w:type="dxa"/>
            <w:vMerge w:val="restart"/>
            <w:tcBorders>
              <w:bottom w:val="single" w:sz="12" w:space="0" w:color="auto"/>
            </w:tcBorders>
            <w:textDirection w:val="btLr"/>
            <w:vAlign w:val="center"/>
          </w:tcPr>
          <w:p w14:paraId="7F42FA6F" w14:textId="77777777" w:rsidR="007C6E24" w:rsidRPr="006A795E" w:rsidRDefault="007C6E24" w:rsidP="007C6E24">
            <w:pPr>
              <w:keepNext/>
              <w:keepLines/>
              <w:tabs>
                <w:tab w:val="left" w:pos="851"/>
                <w:tab w:val="left" w:pos="5727"/>
                <w:tab w:val="left" w:pos="9575"/>
              </w:tabs>
              <w:ind w:left="57" w:right="57"/>
              <w:outlineLvl w:val="0"/>
              <w:rPr>
                <w:i/>
                <w:sz w:val="16"/>
                <w:szCs w:val="16"/>
              </w:rPr>
            </w:pPr>
            <w:r w:rsidRPr="006A795E">
              <w:rPr>
                <w:i/>
                <w:sz w:val="16"/>
                <w:szCs w:val="16"/>
              </w:rPr>
              <w:t>Regulation No.</w:t>
            </w:r>
          </w:p>
        </w:tc>
        <w:tc>
          <w:tcPr>
            <w:tcW w:w="2710" w:type="dxa"/>
            <w:vMerge w:val="restart"/>
            <w:tcBorders>
              <w:bottom w:val="single" w:sz="12" w:space="0" w:color="auto"/>
            </w:tcBorders>
            <w:textDirection w:val="btLr"/>
            <w:vAlign w:val="center"/>
          </w:tcPr>
          <w:p w14:paraId="478E6A09" w14:textId="77777777" w:rsidR="007C6E24" w:rsidRPr="006A795E" w:rsidRDefault="007C6E24" w:rsidP="007C6E24">
            <w:pPr>
              <w:keepNext/>
              <w:keepLines/>
              <w:tabs>
                <w:tab w:val="left" w:pos="851"/>
                <w:tab w:val="left" w:pos="5727"/>
                <w:tab w:val="left" w:pos="9575"/>
              </w:tabs>
              <w:ind w:left="57" w:right="57"/>
              <w:outlineLvl w:val="0"/>
              <w:rPr>
                <w:i/>
                <w:sz w:val="16"/>
                <w:szCs w:val="16"/>
              </w:rPr>
            </w:pPr>
            <w:r w:rsidRPr="006A795E">
              <w:rPr>
                <w:i/>
                <w:sz w:val="16"/>
                <w:szCs w:val="16"/>
              </w:rPr>
              <w:t>Subject of the Regulation</w:t>
            </w:r>
          </w:p>
        </w:tc>
        <w:tc>
          <w:tcPr>
            <w:tcW w:w="1110" w:type="dxa"/>
            <w:gridSpan w:val="2"/>
            <w:tcBorders>
              <w:bottom w:val="single" w:sz="4" w:space="0" w:color="auto"/>
            </w:tcBorders>
            <w:textDirection w:val="btLr"/>
            <w:vAlign w:val="center"/>
          </w:tcPr>
          <w:p w14:paraId="3D86C2E5" w14:textId="77777777" w:rsidR="007C6E24" w:rsidRPr="006A795E" w:rsidRDefault="007C6E24" w:rsidP="000A58EA">
            <w:pPr>
              <w:keepNext/>
              <w:keepLines/>
              <w:tabs>
                <w:tab w:val="left" w:pos="851"/>
                <w:tab w:val="left" w:pos="5727"/>
                <w:tab w:val="left" w:pos="9575"/>
              </w:tabs>
              <w:spacing w:line="220" w:lineRule="atLeast"/>
              <w:ind w:left="57" w:right="57"/>
              <w:outlineLvl w:val="0"/>
              <w:rPr>
                <w:i/>
                <w:sz w:val="16"/>
                <w:szCs w:val="16"/>
              </w:rPr>
            </w:pPr>
            <w:r w:rsidRPr="006A795E">
              <w:rPr>
                <w:i/>
                <w:spacing w:val="-2"/>
                <w:sz w:val="16"/>
                <w:szCs w:val="16"/>
              </w:rPr>
              <w:t xml:space="preserve">Contracting </w:t>
            </w:r>
            <w:r w:rsidRPr="006A795E">
              <w:rPr>
                <w:i/>
                <w:sz w:val="16"/>
                <w:szCs w:val="16"/>
              </w:rPr>
              <w:t>Parties</w:t>
            </w:r>
          </w:p>
        </w:tc>
        <w:tc>
          <w:tcPr>
            <w:tcW w:w="1007" w:type="dxa"/>
            <w:tcBorders>
              <w:bottom w:val="single" w:sz="4" w:space="0" w:color="auto"/>
            </w:tcBorders>
            <w:textDirection w:val="btLr"/>
            <w:vAlign w:val="center"/>
          </w:tcPr>
          <w:p w14:paraId="75EFAD0B" w14:textId="77777777" w:rsidR="007C6E24" w:rsidRPr="006A795E" w:rsidRDefault="007C6E24" w:rsidP="007C6E24">
            <w:pPr>
              <w:keepNext/>
              <w:keepLines/>
              <w:tabs>
                <w:tab w:val="left" w:pos="851"/>
                <w:tab w:val="left" w:pos="5727"/>
                <w:tab w:val="left" w:pos="9575"/>
              </w:tabs>
              <w:ind w:left="57" w:right="57"/>
              <w:outlineLvl w:val="0"/>
              <w:rPr>
                <w:i/>
                <w:sz w:val="16"/>
                <w:szCs w:val="16"/>
              </w:rPr>
            </w:pPr>
            <w:r w:rsidRPr="006A795E">
              <w:rPr>
                <w:i/>
                <w:sz w:val="16"/>
                <w:szCs w:val="16"/>
              </w:rPr>
              <w:t>Document:</w:t>
            </w:r>
          </w:p>
          <w:p w14:paraId="06CE87BE" w14:textId="77777777" w:rsidR="007C6E24" w:rsidRPr="006A795E" w:rsidRDefault="007C6E24" w:rsidP="007C6E24">
            <w:pPr>
              <w:keepNext/>
              <w:keepLines/>
              <w:tabs>
                <w:tab w:val="left" w:pos="851"/>
                <w:tab w:val="left" w:pos="5727"/>
                <w:tab w:val="left" w:pos="9575"/>
              </w:tabs>
              <w:ind w:left="57" w:right="57"/>
              <w:outlineLvl w:val="0"/>
              <w:rPr>
                <w:i/>
                <w:sz w:val="16"/>
                <w:szCs w:val="16"/>
              </w:rPr>
            </w:pPr>
            <w:r w:rsidRPr="006A795E">
              <w:rPr>
                <w:i/>
                <w:sz w:val="16"/>
                <w:szCs w:val="16"/>
              </w:rPr>
              <w:t>ECE/TRANS/WP.29/….</w:t>
            </w:r>
          </w:p>
        </w:tc>
        <w:tc>
          <w:tcPr>
            <w:tcW w:w="853" w:type="dxa"/>
            <w:tcBorders>
              <w:bottom w:val="single" w:sz="4" w:space="0" w:color="auto"/>
            </w:tcBorders>
            <w:textDirection w:val="btLr"/>
            <w:vAlign w:val="center"/>
          </w:tcPr>
          <w:p w14:paraId="3C3A4A88" w14:textId="77777777" w:rsidR="007C6E24" w:rsidRPr="006A795E" w:rsidRDefault="007C6E24" w:rsidP="00407BE4">
            <w:pPr>
              <w:keepNext/>
              <w:keepLines/>
              <w:tabs>
                <w:tab w:val="left" w:pos="851"/>
                <w:tab w:val="left" w:pos="5727"/>
                <w:tab w:val="left" w:pos="9575"/>
              </w:tabs>
              <w:spacing w:line="180" w:lineRule="atLeast"/>
              <w:ind w:left="57" w:right="57"/>
              <w:outlineLvl w:val="0"/>
              <w:rPr>
                <w:i/>
                <w:sz w:val="16"/>
                <w:szCs w:val="16"/>
              </w:rPr>
            </w:pPr>
            <w:r w:rsidRPr="006A795E">
              <w:rPr>
                <w:i/>
                <w:sz w:val="16"/>
                <w:szCs w:val="16"/>
              </w:rPr>
              <w:t xml:space="preserve">Voting result: </w:t>
            </w:r>
          </w:p>
          <w:p w14:paraId="234A1A53" w14:textId="77777777" w:rsidR="007C6E24" w:rsidRPr="006A795E" w:rsidRDefault="007C6E24" w:rsidP="00407BE4">
            <w:pPr>
              <w:keepNext/>
              <w:keepLines/>
              <w:tabs>
                <w:tab w:val="left" w:pos="851"/>
                <w:tab w:val="left" w:pos="5727"/>
                <w:tab w:val="left" w:pos="9575"/>
              </w:tabs>
              <w:spacing w:line="180" w:lineRule="atLeast"/>
              <w:ind w:left="57" w:right="57"/>
              <w:outlineLvl w:val="0"/>
              <w:rPr>
                <w:i/>
                <w:sz w:val="16"/>
                <w:szCs w:val="16"/>
              </w:rPr>
            </w:pPr>
            <w:r w:rsidRPr="006A795E">
              <w:rPr>
                <w:i/>
                <w:sz w:val="16"/>
                <w:szCs w:val="16"/>
              </w:rPr>
              <w:t>for/against/abstentions</w:t>
            </w:r>
          </w:p>
        </w:tc>
        <w:tc>
          <w:tcPr>
            <w:tcW w:w="1842" w:type="dxa"/>
            <w:tcBorders>
              <w:bottom w:val="single" w:sz="4" w:space="0" w:color="auto"/>
            </w:tcBorders>
            <w:textDirection w:val="btLr"/>
            <w:vAlign w:val="center"/>
          </w:tcPr>
          <w:p w14:paraId="6CE0B09A" w14:textId="77777777" w:rsidR="007C6E24" w:rsidRPr="006A795E" w:rsidRDefault="007C6E24" w:rsidP="007C6E24">
            <w:pPr>
              <w:keepNext/>
              <w:keepLines/>
              <w:tabs>
                <w:tab w:val="left" w:pos="851"/>
                <w:tab w:val="left" w:pos="5727"/>
                <w:tab w:val="left" w:pos="9575"/>
              </w:tabs>
              <w:ind w:left="57" w:right="57"/>
              <w:outlineLvl w:val="0"/>
              <w:rPr>
                <w:i/>
                <w:sz w:val="16"/>
                <w:szCs w:val="16"/>
              </w:rPr>
            </w:pPr>
            <w:r w:rsidRPr="006A795E">
              <w:rPr>
                <w:i/>
                <w:sz w:val="16"/>
                <w:szCs w:val="16"/>
              </w:rPr>
              <w:t>Document status</w:t>
            </w:r>
          </w:p>
        </w:tc>
        <w:tc>
          <w:tcPr>
            <w:tcW w:w="428" w:type="dxa"/>
            <w:tcBorders>
              <w:bottom w:val="single" w:sz="4" w:space="0" w:color="auto"/>
            </w:tcBorders>
            <w:textDirection w:val="btLr"/>
            <w:vAlign w:val="center"/>
          </w:tcPr>
          <w:p w14:paraId="02E3E49B" w14:textId="77777777" w:rsidR="007C6E24" w:rsidRPr="006A795E" w:rsidRDefault="007C6E24" w:rsidP="007C6E24">
            <w:pPr>
              <w:keepNext/>
              <w:keepLines/>
              <w:tabs>
                <w:tab w:val="left" w:pos="851"/>
                <w:tab w:val="left" w:pos="5727"/>
                <w:tab w:val="left" w:pos="9575"/>
              </w:tabs>
              <w:ind w:left="57" w:right="57"/>
              <w:outlineLvl w:val="0"/>
              <w:rPr>
                <w:i/>
                <w:sz w:val="16"/>
                <w:szCs w:val="16"/>
              </w:rPr>
            </w:pPr>
            <w:r w:rsidRPr="006A795E">
              <w:rPr>
                <w:i/>
                <w:sz w:val="16"/>
                <w:szCs w:val="16"/>
              </w:rPr>
              <w:t>Remark</w:t>
            </w:r>
          </w:p>
        </w:tc>
      </w:tr>
      <w:tr w:rsidR="001530BB" w:rsidRPr="006A795E" w14:paraId="36E01642" w14:textId="77777777" w:rsidTr="001530BB">
        <w:trPr>
          <w:cantSplit/>
          <w:trHeight w:val="957"/>
          <w:tblHeader/>
        </w:trPr>
        <w:tc>
          <w:tcPr>
            <w:tcW w:w="584" w:type="dxa"/>
            <w:vMerge/>
            <w:tcBorders>
              <w:top w:val="single" w:sz="4" w:space="0" w:color="auto"/>
              <w:bottom w:val="single" w:sz="12" w:space="0" w:color="auto"/>
            </w:tcBorders>
            <w:textDirection w:val="btLr"/>
            <w:vAlign w:val="center"/>
          </w:tcPr>
          <w:p w14:paraId="6E7F787B" w14:textId="77777777" w:rsidR="007C6E24" w:rsidRPr="006A795E" w:rsidRDefault="007C6E24" w:rsidP="007C6E24">
            <w:pPr>
              <w:keepNext/>
              <w:keepLines/>
              <w:tabs>
                <w:tab w:val="left" w:pos="851"/>
                <w:tab w:val="left" w:pos="5727"/>
                <w:tab w:val="left" w:pos="9575"/>
              </w:tabs>
              <w:ind w:left="113" w:right="113"/>
              <w:outlineLvl w:val="0"/>
              <w:rPr>
                <w:sz w:val="16"/>
                <w:szCs w:val="16"/>
              </w:rPr>
            </w:pPr>
          </w:p>
        </w:tc>
        <w:tc>
          <w:tcPr>
            <w:tcW w:w="2710" w:type="dxa"/>
            <w:vMerge/>
            <w:tcBorders>
              <w:top w:val="single" w:sz="4" w:space="0" w:color="auto"/>
              <w:bottom w:val="single" w:sz="12" w:space="0" w:color="auto"/>
            </w:tcBorders>
            <w:textDirection w:val="btLr"/>
            <w:vAlign w:val="center"/>
          </w:tcPr>
          <w:p w14:paraId="2B3E05D7" w14:textId="77777777" w:rsidR="007C6E24" w:rsidRPr="006A795E" w:rsidRDefault="007C6E24" w:rsidP="007C6E24">
            <w:pPr>
              <w:keepNext/>
              <w:keepLines/>
              <w:tabs>
                <w:tab w:val="left" w:pos="851"/>
                <w:tab w:val="left" w:pos="5727"/>
                <w:tab w:val="left" w:pos="9575"/>
              </w:tabs>
              <w:ind w:left="113" w:right="113"/>
              <w:outlineLvl w:val="0"/>
              <w:rPr>
                <w:sz w:val="16"/>
                <w:szCs w:val="16"/>
              </w:rPr>
            </w:pPr>
          </w:p>
        </w:tc>
        <w:tc>
          <w:tcPr>
            <w:tcW w:w="567" w:type="dxa"/>
            <w:tcBorders>
              <w:top w:val="single" w:sz="4" w:space="0" w:color="auto"/>
              <w:bottom w:val="single" w:sz="12" w:space="0" w:color="auto"/>
            </w:tcBorders>
            <w:textDirection w:val="btLr"/>
          </w:tcPr>
          <w:p w14:paraId="0572C607" w14:textId="77777777" w:rsidR="007C6E24" w:rsidRPr="006A795E" w:rsidRDefault="007C6E24" w:rsidP="000A58EA">
            <w:pPr>
              <w:keepNext/>
              <w:keepLines/>
              <w:tabs>
                <w:tab w:val="left" w:pos="851"/>
                <w:tab w:val="left" w:pos="5727"/>
                <w:tab w:val="left" w:pos="9575"/>
              </w:tabs>
              <w:spacing w:line="220" w:lineRule="atLeast"/>
              <w:ind w:left="57" w:right="57"/>
              <w:outlineLvl w:val="0"/>
              <w:rPr>
                <w:i/>
                <w:sz w:val="16"/>
                <w:szCs w:val="16"/>
              </w:rPr>
            </w:pPr>
            <w:r w:rsidRPr="006A795E">
              <w:rPr>
                <w:i/>
                <w:sz w:val="16"/>
                <w:szCs w:val="16"/>
              </w:rPr>
              <w:t>applying the Regulation</w:t>
            </w:r>
          </w:p>
        </w:tc>
        <w:tc>
          <w:tcPr>
            <w:tcW w:w="543" w:type="dxa"/>
            <w:tcBorders>
              <w:top w:val="single" w:sz="4" w:space="0" w:color="auto"/>
              <w:bottom w:val="single" w:sz="12" w:space="0" w:color="auto"/>
            </w:tcBorders>
            <w:textDirection w:val="btLr"/>
          </w:tcPr>
          <w:p w14:paraId="1F23A182" w14:textId="77777777" w:rsidR="007C6E24" w:rsidRPr="006A795E" w:rsidRDefault="007C6E24" w:rsidP="000A58EA">
            <w:pPr>
              <w:keepNext/>
              <w:keepLines/>
              <w:tabs>
                <w:tab w:val="left" w:pos="851"/>
                <w:tab w:val="left" w:pos="5727"/>
                <w:tab w:val="left" w:pos="9575"/>
              </w:tabs>
              <w:spacing w:line="220" w:lineRule="atLeast"/>
              <w:ind w:left="57" w:right="57"/>
              <w:outlineLvl w:val="0"/>
              <w:rPr>
                <w:i/>
                <w:sz w:val="16"/>
                <w:szCs w:val="16"/>
              </w:rPr>
            </w:pPr>
            <w:r w:rsidRPr="006A795E">
              <w:rPr>
                <w:i/>
                <w:sz w:val="16"/>
                <w:szCs w:val="16"/>
              </w:rPr>
              <w:t>represented and voting</w:t>
            </w:r>
          </w:p>
        </w:tc>
        <w:tc>
          <w:tcPr>
            <w:tcW w:w="1007" w:type="dxa"/>
            <w:tcBorders>
              <w:top w:val="single" w:sz="4" w:space="0" w:color="auto"/>
              <w:bottom w:val="single" w:sz="12" w:space="0" w:color="auto"/>
            </w:tcBorders>
            <w:textDirection w:val="btLr"/>
            <w:vAlign w:val="center"/>
          </w:tcPr>
          <w:p w14:paraId="34F7BD16" w14:textId="77777777" w:rsidR="007C6E24" w:rsidRPr="006A795E" w:rsidRDefault="007C6E24" w:rsidP="007C6E24">
            <w:pPr>
              <w:keepNext/>
              <w:keepLines/>
              <w:tabs>
                <w:tab w:val="left" w:pos="851"/>
                <w:tab w:val="left" w:pos="5727"/>
                <w:tab w:val="left" w:pos="9575"/>
              </w:tabs>
              <w:ind w:left="113" w:right="113"/>
              <w:outlineLvl w:val="0"/>
              <w:rPr>
                <w:sz w:val="16"/>
                <w:szCs w:val="16"/>
              </w:rPr>
            </w:pPr>
          </w:p>
        </w:tc>
        <w:tc>
          <w:tcPr>
            <w:tcW w:w="853" w:type="dxa"/>
            <w:tcBorders>
              <w:top w:val="single" w:sz="4" w:space="0" w:color="auto"/>
              <w:bottom w:val="single" w:sz="12" w:space="0" w:color="auto"/>
            </w:tcBorders>
            <w:textDirection w:val="btLr"/>
            <w:vAlign w:val="center"/>
          </w:tcPr>
          <w:p w14:paraId="1F1DCC10" w14:textId="77777777" w:rsidR="007C6E24" w:rsidRPr="006A795E" w:rsidRDefault="007C6E24" w:rsidP="007C6E24">
            <w:pPr>
              <w:keepNext/>
              <w:keepLines/>
              <w:tabs>
                <w:tab w:val="left" w:pos="851"/>
                <w:tab w:val="left" w:pos="5727"/>
                <w:tab w:val="left" w:pos="9575"/>
              </w:tabs>
              <w:ind w:left="113" w:right="113"/>
              <w:outlineLvl w:val="0"/>
              <w:rPr>
                <w:sz w:val="16"/>
                <w:szCs w:val="16"/>
              </w:rPr>
            </w:pPr>
          </w:p>
        </w:tc>
        <w:tc>
          <w:tcPr>
            <w:tcW w:w="1842" w:type="dxa"/>
            <w:tcBorders>
              <w:top w:val="single" w:sz="4" w:space="0" w:color="auto"/>
              <w:bottom w:val="single" w:sz="12" w:space="0" w:color="auto"/>
            </w:tcBorders>
            <w:textDirection w:val="btLr"/>
            <w:vAlign w:val="center"/>
          </w:tcPr>
          <w:p w14:paraId="552A37D6" w14:textId="77777777" w:rsidR="007C6E24" w:rsidRPr="006A795E" w:rsidRDefault="007C6E24" w:rsidP="007C6E24">
            <w:pPr>
              <w:keepNext/>
              <w:keepLines/>
              <w:tabs>
                <w:tab w:val="left" w:pos="851"/>
                <w:tab w:val="left" w:pos="5727"/>
                <w:tab w:val="left" w:pos="9575"/>
              </w:tabs>
              <w:ind w:left="113" w:right="113"/>
              <w:outlineLvl w:val="0"/>
              <w:rPr>
                <w:sz w:val="16"/>
                <w:szCs w:val="16"/>
              </w:rPr>
            </w:pPr>
          </w:p>
        </w:tc>
        <w:tc>
          <w:tcPr>
            <w:tcW w:w="428" w:type="dxa"/>
            <w:tcBorders>
              <w:top w:val="single" w:sz="4" w:space="0" w:color="auto"/>
              <w:bottom w:val="single" w:sz="12" w:space="0" w:color="auto"/>
            </w:tcBorders>
            <w:textDirection w:val="btLr"/>
            <w:vAlign w:val="center"/>
          </w:tcPr>
          <w:p w14:paraId="4FACE528" w14:textId="77777777" w:rsidR="007C6E24" w:rsidRPr="006A795E" w:rsidRDefault="007C6E24" w:rsidP="007C6E24">
            <w:pPr>
              <w:keepNext/>
              <w:keepLines/>
              <w:tabs>
                <w:tab w:val="left" w:pos="851"/>
                <w:tab w:val="left" w:pos="5727"/>
                <w:tab w:val="left" w:pos="9575"/>
              </w:tabs>
              <w:ind w:left="113" w:right="113"/>
              <w:outlineLvl w:val="0"/>
              <w:rPr>
                <w:sz w:val="16"/>
                <w:szCs w:val="16"/>
              </w:rPr>
            </w:pPr>
          </w:p>
        </w:tc>
      </w:tr>
      <w:tr w:rsidR="001530BB" w:rsidRPr="006A795E" w14:paraId="2C15B1D6" w14:textId="77777777" w:rsidTr="001530BB">
        <w:trPr>
          <w:cantSplit/>
          <w:trHeight w:val="454"/>
        </w:trPr>
        <w:tc>
          <w:tcPr>
            <w:tcW w:w="584" w:type="dxa"/>
          </w:tcPr>
          <w:p w14:paraId="4DC2BCF0" w14:textId="77777777" w:rsidR="007C6E24" w:rsidRPr="006A795E" w:rsidRDefault="007C6E24" w:rsidP="007C6E24">
            <w:pPr>
              <w:tabs>
                <w:tab w:val="left" w:pos="851"/>
                <w:tab w:val="left" w:pos="5727"/>
                <w:tab w:val="left" w:pos="9575"/>
              </w:tabs>
              <w:outlineLvl w:val="0"/>
            </w:pPr>
            <w:r w:rsidRPr="006A795E">
              <w:t>17</w:t>
            </w:r>
          </w:p>
        </w:tc>
        <w:tc>
          <w:tcPr>
            <w:tcW w:w="2710" w:type="dxa"/>
          </w:tcPr>
          <w:p w14:paraId="42D730A8" w14:textId="77777777" w:rsidR="007C6E24" w:rsidRPr="006A795E" w:rsidRDefault="007C6E24" w:rsidP="007C6E24">
            <w:pPr>
              <w:keepNext/>
              <w:keepLines/>
              <w:tabs>
                <w:tab w:val="left" w:pos="851"/>
                <w:tab w:val="left" w:pos="5727"/>
                <w:tab w:val="left" w:pos="9575"/>
              </w:tabs>
              <w:outlineLvl w:val="0"/>
            </w:pPr>
            <w:r w:rsidRPr="006A795E">
              <w:t>Strength of seats</w:t>
            </w:r>
          </w:p>
        </w:tc>
        <w:tc>
          <w:tcPr>
            <w:tcW w:w="567" w:type="dxa"/>
            <w:tcBorders>
              <w:top w:val="single" w:sz="4" w:space="0" w:color="auto"/>
              <w:bottom w:val="single" w:sz="4" w:space="0" w:color="auto"/>
            </w:tcBorders>
          </w:tcPr>
          <w:p w14:paraId="54728555" w14:textId="77777777" w:rsidR="007C6E24" w:rsidRPr="006A795E" w:rsidRDefault="007C6E24" w:rsidP="007C6E24">
            <w:pPr>
              <w:keepNext/>
              <w:keepLines/>
              <w:tabs>
                <w:tab w:val="left" w:pos="851"/>
                <w:tab w:val="left" w:pos="5727"/>
                <w:tab w:val="left" w:pos="9575"/>
              </w:tabs>
              <w:outlineLvl w:val="0"/>
            </w:pPr>
            <w:r w:rsidRPr="006A795E">
              <w:t>49</w:t>
            </w:r>
          </w:p>
        </w:tc>
        <w:tc>
          <w:tcPr>
            <w:tcW w:w="543" w:type="dxa"/>
            <w:tcBorders>
              <w:top w:val="single" w:sz="4" w:space="0" w:color="auto"/>
              <w:bottom w:val="single" w:sz="4" w:space="0" w:color="auto"/>
            </w:tcBorders>
          </w:tcPr>
          <w:p w14:paraId="4871E1B9" w14:textId="77777777" w:rsidR="007C6E24" w:rsidRPr="006A795E" w:rsidRDefault="007C6E24" w:rsidP="007C6E24">
            <w:pPr>
              <w:keepNext/>
              <w:keepLines/>
              <w:tabs>
                <w:tab w:val="left" w:pos="851"/>
                <w:tab w:val="left" w:pos="5727"/>
                <w:tab w:val="left" w:pos="9575"/>
              </w:tabs>
              <w:outlineLvl w:val="0"/>
            </w:pPr>
            <w:r w:rsidRPr="006A795E">
              <w:t>37</w:t>
            </w:r>
          </w:p>
        </w:tc>
        <w:tc>
          <w:tcPr>
            <w:tcW w:w="1007" w:type="dxa"/>
          </w:tcPr>
          <w:p w14:paraId="53ED59DC" w14:textId="77777777" w:rsidR="007C6E24" w:rsidRPr="006A795E" w:rsidRDefault="007C6E24" w:rsidP="007C6E24">
            <w:r w:rsidRPr="006A795E">
              <w:t>2019/115</w:t>
            </w:r>
          </w:p>
        </w:tc>
        <w:tc>
          <w:tcPr>
            <w:tcW w:w="853" w:type="dxa"/>
          </w:tcPr>
          <w:p w14:paraId="539D3D17" w14:textId="77777777" w:rsidR="007C6E24" w:rsidRPr="006A795E" w:rsidRDefault="007C6E24" w:rsidP="007C6E24">
            <w:pPr>
              <w:keepNext/>
              <w:keepLines/>
              <w:tabs>
                <w:tab w:val="left" w:pos="851"/>
                <w:tab w:val="left" w:pos="5727"/>
                <w:tab w:val="left" w:pos="9575"/>
              </w:tabs>
              <w:outlineLvl w:val="0"/>
            </w:pPr>
            <w:r w:rsidRPr="006A795E">
              <w:t>37/0/0</w:t>
            </w:r>
          </w:p>
        </w:tc>
        <w:tc>
          <w:tcPr>
            <w:tcW w:w="1842" w:type="dxa"/>
          </w:tcPr>
          <w:p w14:paraId="523D71F9" w14:textId="77777777" w:rsidR="007C6E24" w:rsidRPr="006A795E" w:rsidRDefault="007C6E24" w:rsidP="007C6E24">
            <w:r w:rsidRPr="006A795E">
              <w:t>Proposal for Corrigendum 1 to the 08 series</w:t>
            </w:r>
          </w:p>
        </w:tc>
        <w:tc>
          <w:tcPr>
            <w:tcW w:w="428" w:type="dxa"/>
          </w:tcPr>
          <w:p w14:paraId="1A4A3666" w14:textId="77777777" w:rsidR="007C6E24" w:rsidRPr="006A795E" w:rsidRDefault="007C6E24" w:rsidP="007C6E24">
            <w:pPr>
              <w:keepNext/>
              <w:keepLines/>
              <w:tabs>
                <w:tab w:val="left" w:pos="851"/>
                <w:tab w:val="left" w:pos="5727"/>
                <w:tab w:val="left" w:pos="9575"/>
              </w:tabs>
              <w:spacing w:before="120"/>
              <w:outlineLvl w:val="0"/>
            </w:pPr>
            <w:r w:rsidRPr="006A795E">
              <w:t>*</w:t>
            </w:r>
          </w:p>
        </w:tc>
      </w:tr>
      <w:tr w:rsidR="001530BB" w:rsidRPr="006A795E" w14:paraId="6A48F0EF" w14:textId="77777777" w:rsidTr="001530BB">
        <w:trPr>
          <w:cantSplit/>
          <w:trHeight w:val="454"/>
        </w:trPr>
        <w:tc>
          <w:tcPr>
            <w:tcW w:w="584" w:type="dxa"/>
          </w:tcPr>
          <w:p w14:paraId="57541CDB" w14:textId="77777777" w:rsidR="007C6E24" w:rsidRPr="006A795E" w:rsidRDefault="007C6E24" w:rsidP="007C6E24">
            <w:pPr>
              <w:tabs>
                <w:tab w:val="left" w:pos="851"/>
                <w:tab w:val="left" w:pos="5727"/>
                <w:tab w:val="left" w:pos="9575"/>
              </w:tabs>
              <w:outlineLvl w:val="0"/>
            </w:pPr>
            <w:r w:rsidRPr="006A795E">
              <w:t>17</w:t>
            </w:r>
          </w:p>
        </w:tc>
        <w:tc>
          <w:tcPr>
            <w:tcW w:w="2710" w:type="dxa"/>
          </w:tcPr>
          <w:p w14:paraId="50E3EDA7" w14:textId="77777777" w:rsidR="007C6E24" w:rsidRPr="006A795E" w:rsidRDefault="007C6E24" w:rsidP="007C6E24">
            <w:pPr>
              <w:keepNext/>
              <w:keepLines/>
              <w:tabs>
                <w:tab w:val="left" w:pos="851"/>
                <w:tab w:val="left" w:pos="5727"/>
                <w:tab w:val="left" w:pos="9575"/>
              </w:tabs>
              <w:outlineLvl w:val="0"/>
            </w:pPr>
            <w:r w:rsidRPr="006A795E">
              <w:t>Strength of seats</w:t>
            </w:r>
          </w:p>
        </w:tc>
        <w:tc>
          <w:tcPr>
            <w:tcW w:w="567" w:type="dxa"/>
            <w:tcBorders>
              <w:top w:val="single" w:sz="4" w:space="0" w:color="auto"/>
              <w:bottom w:val="single" w:sz="4" w:space="0" w:color="auto"/>
            </w:tcBorders>
          </w:tcPr>
          <w:p w14:paraId="5320EF51" w14:textId="77777777" w:rsidR="007C6E24" w:rsidRPr="006A795E" w:rsidRDefault="007C6E24" w:rsidP="007C6E24">
            <w:pPr>
              <w:keepNext/>
              <w:keepLines/>
              <w:tabs>
                <w:tab w:val="left" w:pos="851"/>
                <w:tab w:val="left" w:pos="5727"/>
                <w:tab w:val="left" w:pos="9575"/>
              </w:tabs>
              <w:outlineLvl w:val="0"/>
            </w:pPr>
            <w:r w:rsidRPr="006A795E">
              <w:t>49</w:t>
            </w:r>
          </w:p>
        </w:tc>
        <w:tc>
          <w:tcPr>
            <w:tcW w:w="543" w:type="dxa"/>
            <w:tcBorders>
              <w:top w:val="single" w:sz="4" w:space="0" w:color="auto"/>
              <w:bottom w:val="single" w:sz="4" w:space="0" w:color="auto"/>
            </w:tcBorders>
          </w:tcPr>
          <w:p w14:paraId="3189D37D" w14:textId="77777777" w:rsidR="007C6E24" w:rsidRPr="006A795E" w:rsidRDefault="007C6E24" w:rsidP="007C6E24">
            <w:pPr>
              <w:keepNext/>
              <w:keepLines/>
              <w:tabs>
                <w:tab w:val="left" w:pos="851"/>
                <w:tab w:val="left" w:pos="5727"/>
                <w:tab w:val="left" w:pos="9575"/>
              </w:tabs>
              <w:outlineLvl w:val="0"/>
            </w:pPr>
            <w:r w:rsidRPr="006A795E">
              <w:t>37</w:t>
            </w:r>
          </w:p>
        </w:tc>
        <w:tc>
          <w:tcPr>
            <w:tcW w:w="1007" w:type="dxa"/>
          </w:tcPr>
          <w:p w14:paraId="0F832CD1" w14:textId="77777777" w:rsidR="007C6E24" w:rsidRPr="006A795E" w:rsidRDefault="007C6E24" w:rsidP="007C6E24">
            <w:r w:rsidRPr="00CF3946">
              <w:t>2019/116</w:t>
            </w:r>
          </w:p>
        </w:tc>
        <w:tc>
          <w:tcPr>
            <w:tcW w:w="853" w:type="dxa"/>
          </w:tcPr>
          <w:p w14:paraId="365B0F90" w14:textId="77777777" w:rsidR="007C6E24" w:rsidRPr="006A795E" w:rsidRDefault="007C6E24" w:rsidP="007C6E24">
            <w:pPr>
              <w:keepNext/>
              <w:keepLines/>
              <w:tabs>
                <w:tab w:val="left" w:pos="851"/>
                <w:tab w:val="left" w:pos="5727"/>
                <w:tab w:val="left" w:pos="9575"/>
              </w:tabs>
              <w:outlineLvl w:val="0"/>
            </w:pPr>
            <w:r w:rsidRPr="006A795E">
              <w:t>37/0/0</w:t>
            </w:r>
          </w:p>
        </w:tc>
        <w:tc>
          <w:tcPr>
            <w:tcW w:w="1842" w:type="dxa"/>
          </w:tcPr>
          <w:p w14:paraId="5E70E5A5" w14:textId="77777777" w:rsidR="007C6E24" w:rsidRPr="006A795E" w:rsidRDefault="007C6E24" w:rsidP="007C6E24">
            <w:r w:rsidRPr="006A795E">
              <w:t>Proposal for Corrigendum 1 to the 09 series</w:t>
            </w:r>
          </w:p>
        </w:tc>
        <w:tc>
          <w:tcPr>
            <w:tcW w:w="428" w:type="dxa"/>
          </w:tcPr>
          <w:p w14:paraId="2C26DF15" w14:textId="77777777" w:rsidR="007C6E24" w:rsidRPr="006A795E" w:rsidRDefault="007C6E24" w:rsidP="007C6E24">
            <w:pPr>
              <w:keepNext/>
              <w:keepLines/>
              <w:tabs>
                <w:tab w:val="left" w:pos="851"/>
                <w:tab w:val="left" w:pos="5727"/>
                <w:tab w:val="left" w:pos="9575"/>
              </w:tabs>
              <w:spacing w:before="120"/>
              <w:outlineLvl w:val="0"/>
            </w:pPr>
            <w:r w:rsidRPr="006A795E">
              <w:t>*</w:t>
            </w:r>
          </w:p>
        </w:tc>
      </w:tr>
    </w:tbl>
    <w:p w14:paraId="01E8BE53" w14:textId="77777777" w:rsidR="007C6E24" w:rsidRPr="006A795E" w:rsidRDefault="007C6E24" w:rsidP="007C6E24">
      <w:pPr>
        <w:pStyle w:val="ListParagraph"/>
        <w:tabs>
          <w:tab w:val="left" w:pos="851"/>
        </w:tabs>
        <w:suppressAutoHyphens w:val="0"/>
        <w:spacing w:before="120" w:after="120" w:line="240" w:lineRule="auto"/>
        <w:ind w:left="800" w:right="431"/>
      </w:pPr>
      <w:r w:rsidRPr="006A795E">
        <w:t>*</w:t>
      </w:r>
      <w:r w:rsidRPr="006A795E">
        <w:tab/>
        <w:t xml:space="preserve">The European Union voting on behalf of its member </w:t>
      </w:r>
      <w:r>
        <w:t>S</w:t>
      </w:r>
      <w:r w:rsidRPr="006A795E">
        <w:t>tates</w:t>
      </w:r>
      <w:r>
        <w:t>.</w:t>
      </w:r>
    </w:p>
    <w:p w14:paraId="71E232FC" w14:textId="77777777" w:rsidR="007C6E24" w:rsidRPr="00632883" w:rsidRDefault="007C6E24" w:rsidP="007C6E24">
      <w:pPr>
        <w:pStyle w:val="H1G"/>
      </w:pPr>
      <w:r w:rsidRPr="00632883">
        <w:tab/>
      </w:r>
      <w:r w:rsidRPr="00632883">
        <w:rPr>
          <w:sz w:val="28"/>
        </w:rPr>
        <w:t>C.</w:t>
      </w:r>
      <w:r w:rsidRPr="00632883">
        <w:rPr>
          <w:sz w:val="28"/>
        </w:rPr>
        <w:tab/>
        <w:t>Executive Committee of the 1998 Agreement (AC.3)</w:t>
      </w:r>
    </w:p>
    <w:p w14:paraId="0DCAF0F9" w14:textId="3C24CC81" w:rsidR="007C6E24" w:rsidRPr="00632883" w:rsidRDefault="007C6E24" w:rsidP="007C6E24">
      <w:pPr>
        <w:pStyle w:val="HChG"/>
      </w:pPr>
      <w:bookmarkStart w:id="76" w:name="_Hlk25860251"/>
      <w:r w:rsidRPr="00632883">
        <w:tab/>
        <w:t>X</w:t>
      </w:r>
      <w:r w:rsidR="00660109">
        <w:t>I</w:t>
      </w:r>
      <w:r w:rsidRPr="00632883">
        <w:t>V.</w:t>
      </w:r>
      <w:r w:rsidRPr="00632883">
        <w:tab/>
        <w:t xml:space="preserve">Establishment of the Executive Committee AC.3 </w:t>
      </w:r>
      <w:r w:rsidR="00F00942">
        <w:br/>
      </w:r>
      <w:r w:rsidRPr="00632883">
        <w:t>(agenda item 12)</w:t>
      </w:r>
    </w:p>
    <w:p w14:paraId="3D8B4B03" w14:textId="77777777" w:rsidR="007C6E24" w:rsidRPr="00632883" w:rsidRDefault="007C6E24" w:rsidP="007C6E24">
      <w:pPr>
        <w:pStyle w:val="SingleTxtG"/>
      </w:pPr>
      <w:r w:rsidRPr="00632883">
        <w:rPr>
          <w:i/>
        </w:rPr>
        <w:t>Documentation</w:t>
      </w:r>
      <w:r w:rsidRPr="00632883">
        <w:t>:</w:t>
      </w:r>
      <w:r w:rsidRPr="00632883">
        <w:tab/>
        <w:t>Informal document: WP.29-179-16</w:t>
      </w:r>
      <w:r w:rsidRPr="00632883">
        <w:tab/>
      </w:r>
    </w:p>
    <w:p w14:paraId="23C981AA" w14:textId="55B177F5" w:rsidR="007C6E24" w:rsidRPr="00632883" w:rsidRDefault="00612EED" w:rsidP="007C6E24">
      <w:pPr>
        <w:pStyle w:val="SingleTxtG"/>
      </w:pPr>
      <w:r>
        <w:t>1</w:t>
      </w:r>
      <w:r w:rsidR="00660109">
        <w:t>17</w:t>
      </w:r>
      <w:r w:rsidR="007C6E24" w:rsidRPr="00632883">
        <w:t>.</w:t>
      </w:r>
      <w:r w:rsidR="007C6E24" w:rsidRPr="00632883">
        <w:tab/>
        <w:t>The fifty-seventh session of the Executive Committee (AC.3) was held on 13</w:t>
      </w:r>
      <w:r w:rsidR="00407BE4">
        <w:t> </w:t>
      </w:r>
      <w:r w:rsidR="007C6E24" w:rsidRPr="00632883">
        <w:t xml:space="preserve">November 2019 and chaired by the representative of the United States of America. The representatives of 14 of the 38 contracting parties to the agreement attended: Australia, Canada, China, the European Union (representing Cyprus, Finland, France, Germany, Hungary, Italy, Lithuania, Luxembourg, the Netherlands, Romania, Slovakia, Slovenia, Spain, Sweden and the United Kingdom), India, Japan, Norway, the Republic of Korea, the </w:t>
      </w:r>
      <w:r w:rsidR="007C6E24" w:rsidRPr="00632883">
        <w:lastRenderedPageBreak/>
        <w:t>Russian Federation, San Marino, South Africa, Tunisia, Turkey and United States of America.</w:t>
      </w:r>
    </w:p>
    <w:p w14:paraId="04802CDB" w14:textId="6AC63EDD" w:rsidR="007C6E24" w:rsidRPr="00632883" w:rsidRDefault="007C6E24" w:rsidP="007C6E24">
      <w:pPr>
        <w:pStyle w:val="HChG"/>
      </w:pPr>
      <w:bookmarkStart w:id="77" w:name="_Hlk25860308"/>
      <w:bookmarkEnd w:id="76"/>
      <w:r w:rsidRPr="00632883">
        <w:rPr>
          <w:iCs/>
        </w:rPr>
        <w:tab/>
      </w:r>
      <w:r w:rsidRPr="00632883">
        <w:t>XV.</w:t>
      </w:r>
      <w:r w:rsidRPr="00632883">
        <w:tab/>
        <w:t xml:space="preserve">Monitoring of the 1998 Agreement: Reports of the </w:t>
      </w:r>
      <w:r w:rsidRPr="00632883">
        <w:rPr>
          <w:rStyle w:val="HChGChar"/>
          <w:b/>
        </w:rPr>
        <w:t>Contracting Parties on the transposition of UN GTRs</w:t>
      </w:r>
      <w:r w:rsidRPr="00632883">
        <w:t xml:space="preserve"> and their amendments into their national/regional law </w:t>
      </w:r>
      <w:r w:rsidR="00F00942">
        <w:br/>
      </w:r>
      <w:r w:rsidRPr="00632883">
        <w:t>(agenda item 13)</w:t>
      </w:r>
    </w:p>
    <w:p w14:paraId="444575B8" w14:textId="23070AFD" w:rsidR="007C6E24" w:rsidRPr="00DE4D28" w:rsidRDefault="00407BE4" w:rsidP="007C6E24">
      <w:pPr>
        <w:pStyle w:val="SingleTxtG"/>
        <w:ind w:left="1138" w:right="1138"/>
        <w:rPr>
          <w:lang w:val="fr-CH"/>
        </w:rPr>
      </w:pPr>
      <w:r w:rsidRPr="00746BDA">
        <w:rPr>
          <w:i/>
        </w:rPr>
        <w:t>Documentation</w:t>
      </w:r>
      <w:r w:rsidR="007C6E24" w:rsidRPr="00DE4D28">
        <w:rPr>
          <w:lang w:val="fr-CH"/>
        </w:rPr>
        <w:t>:</w:t>
      </w:r>
      <w:r w:rsidR="007C6E24" w:rsidRPr="00DE4D28">
        <w:rPr>
          <w:lang w:val="fr-CH"/>
        </w:rPr>
        <w:tab/>
        <w:t>ECE/TRANS/WP.29/1073/Rev.26</w:t>
      </w:r>
      <w:r w:rsidR="007C6E24" w:rsidRPr="00DE4D28">
        <w:rPr>
          <w:lang w:val="fr-CH"/>
        </w:rPr>
        <w:br/>
      </w:r>
      <w:r w:rsidR="007C6E24" w:rsidRPr="00DE4D28">
        <w:rPr>
          <w:lang w:val="fr-CH"/>
        </w:rPr>
        <w:tab/>
      </w:r>
      <w:r w:rsidR="007C6E24" w:rsidRPr="00DE4D28">
        <w:rPr>
          <w:lang w:val="fr-CH"/>
        </w:rPr>
        <w:tab/>
      </w:r>
      <w:r w:rsidR="007C6E24" w:rsidRPr="00DE4D28">
        <w:rPr>
          <w:lang w:val="fr-CH"/>
        </w:rPr>
        <w:tab/>
        <w:t>Informal document: WP.29-179-12</w:t>
      </w:r>
    </w:p>
    <w:p w14:paraId="37C1FB78" w14:textId="0E1FAD63" w:rsidR="007C6E24" w:rsidRPr="00632883" w:rsidRDefault="007C6E24" w:rsidP="007C6E24">
      <w:pPr>
        <w:pStyle w:val="SingleTxtG"/>
      </w:pPr>
      <w:r>
        <w:t>1</w:t>
      </w:r>
      <w:r w:rsidR="00660109">
        <w:t>18</w:t>
      </w:r>
      <w:r w:rsidRPr="00632883">
        <w:t>.</w:t>
      </w:r>
      <w:r w:rsidRPr="00632883">
        <w:tab/>
        <w:t xml:space="preserve">AC.3 noted the information, as of 6 November 2019, on the status of the Agreement of the Global Registry and of the Compendium of Candidates (ECE/TRANS/WP.29/1073/Rev.26), the status of the priorities of the 1998 Agreement (based on WP.29-176-04 as reproduced in Annex II to this report) and items on which the exchange of views should continue. AC.3 noted that notifications and the mandatory reports on the transposition process through their Permanent Missions in Geneva to the secretariat, are publicly accessible at: https://wiki.unece.org/display/TRAN/Home. AC.3 agreed to always send the above-mentioned reports and notifications through their Permanent Missions in Geneva and directly to the secretariat (email: edoardo.gianotti@un.org) to ensure updating of the status document, which is the monitoring tool of the agreement. Finally, AC.3 requested to its representatives to provide to the secretariat </w:t>
      </w:r>
      <w:r>
        <w:t xml:space="preserve">with </w:t>
      </w:r>
      <w:r w:rsidRPr="00632883">
        <w:t>the coordinates of their corresponding focal points to the agreement</w:t>
      </w:r>
      <w:r>
        <w:t xml:space="preserve">: they are </w:t>
      </w:r>
      <w:r w:rsidRPr="00632883">
        <w:t xml:space="preserve">appointed in their capitals to draft the reports and notifications to keep them informed in the exchange of information through the above-mentioned website. </w:t>
      </w:r>
    </w:p>
    <w:bookmarkEnd w:id="77"/>
    <w:p w14:paraId="27D90C74" w14:textId="704B637D" w:rsidR="007C6E24" w:rsidRPr="00632883" w:rsidRDefault="007C6E24" w:rsidP="007C6E24">
      <w:pPr>
        <w:pStyle w:val="HChG"/>
      </w:pPr>
      <w:r w:rsidRPr="00632883">
        <w:tab/>
        <w:t>XVI.</w:t>
      </w:r>
      <w:r w:rsidRPr="00632883">
        <w:tab/>
        <w:t xml:space="preserve">Consideration and vote by AC.3 of draft UN GTRs and/or draft amendments to established UN GTRs, if any </w:t>
      </w:r>
      <w:r w:rsidR="00F00942">
        <w:br/>
      </w:r>
      <w:r w:rsidRPr="00632883">
        <w:t>(agenda item 14)</w:t>
      </w:r>
    </w:p>
    <w:p w14:paraId="4CBF7A28" w14:textId="77777777" w:rsidR="007C6E24" w:rsidRPr="00632883" w:rsidRDefault="007C6E24" w:rsidP="007C6E24">
      <w:pPr>
        <w:pStyle w:val="H1G"/>
        <w:numPr>
          <w:ilvl w:val="0"/>
          <w:numId w:val="21"/>
        </w:numPr>
      </w:pPr>
      <w:r w:rsidRPr="00632883">
        <w:t>Proposal for a new UN GTR (agenda item 14.1)</w:t>
      </w:r>
    </w:p>
    <w:p w14:paraId="68BE3D53" w14:textId="09DDD2A6" w:rsidR="007C6E24" w:rsidRPr="00632883" w:rsidRDefault="007C6E24" w:rsidP="007C6E24">
      <w:pPr>
        <w:pStyle w:val="SingleTxtG"/>
      </w:pPr>
      <w:r>
        <w:t>1</w:t>
      </w:r>
      <w:r w:rsidR="00660109">
        <w:t>19</w:t>
      </w:r>
      <w:r w:rsidRPr="00632883">
        <w:t>.</w:t>
      </w:r>
      <w:r w:rsidRPr="00632883">
        <w:tab/>
        <w:t>No new proposals for new UN GTRs have been submitted under this agenda item.</w:t>
      </w:r>
    </w:p>
    <w:p w14:paraId="65438F76" w14:textId="77777777" w:rsidR="007C6E24" w:rsidRPr="00632883" w:rsidRDefault="007C6E24" w:rsidP="00407BE4">
      <w:pPr>
        <w:pStyle w:val="H1G"/>
      </w:pPr>
      <w:r w:rsidRPr="00632883">
        <w:tab/>
        <w:t>B.</w:t>
      </w:r>
      <w:r w:rsidRPr="00632883">
        <w:tab/>
        <w:t>Proposal for Amendment 4 to UN GTR No. 2 (on the measurement procedure for two</w:t>
      </w:r>
      <w:r>
        <w:t xml:space="preserve"> </w:t>
      </w:r>
      <w:r w:rsidRPr="00632883">
        <w:t xml:space="preserve">wheeled motorcycles equipped with a positive or compression ignition engine </w:t>
      </w:r>
      <w:proofErr w:type="gramStart"/>
      <w:r w:rsidRPr="00632883">
        <w:t>with regard to</w:t>
      </w:r>
      <w:proofErr w:type="gramEnd"/>
      <w:r w:rsidRPr="00632883">
        <w:t xml:space="preserve"> the emissions of gaseous pollutants, CO</w:t>
      </w:r>
      <w:r w:rsidRPr="00804ABA">
        <w:rPr>
          <w:vertAlign w:val="subscript"/>
        </w:rPr>
        <w:t>2</w:t>
      </w:r>
      <w:r w:rsidRPr="00632883">
        <w:t xml:space="preserve"> emissions and fuel consumption) (agenda item 14.2)</w:t>
      </w:r>
    </w:p>
    <w:p w14:paraId="6BE39ACD" w14:textId="77777777" w:rsidR="007C6E24" w:rsidRPr="00632883" w:rsidRDefault="007C6E24" w:rsidP="007C6E24">
      <w:pPr>
        <w:pStyle w:val="SingleTxtG"/>
        <w:spacing w:after="0"/>
        <w:ind w:right="1138"/>
      </w:pPr>
      <w:r w:rsidRPr="00632883">
        <w:rPr>
          <w:i/>
        </w:rPr>
        <w:t>Documentation</w:t>
      </w:r>
      <w:r w:rsidRPr="00632883">
        <w:t>:</w:t>
      </w:r>
      <w:r w:rsidRPr="00632883">
        <w:tab/>
        <w:t>ECE/TRANS/WP.29/2019/121</w:t>
      </w:r>
    </w:p>
    <w:p w14:paraId="15B68AC2" w14:textId="77777777" w:rsidR="007C6E24" w:rsidRPr="00632883" w:rsidRDefault="007C6E24" w:rsidP="007C6E24">
      <w:pPr>
        <w:pStyle w:val="SingleTxtG"/>
        <w:spacing w:after="0"/>
        <w:ind w:left="2272" w:right="1138" w:firstLine="563"/>
      </w:pPr>
      <w:r w:rsidRPr="00632883">
        <w:t>ECE/TRANS/WP.29/2019/122</w:t>
      </w:r>
    </w:p>
    <w:p w14:paraId="16F5F7B1" w14:textId="77777777" w:rsidR="007C6E24" w:rsidRPr="00632883" w:rsidRDefault="007C6E24" w:rsidP="007C6E24">
      <w:pPr>
        <w:pStyle w:val="SingleTxtG"/>
        <w:ind w:left="2272" w:right="1138" w:firstLine="563"/>
      </w:pPr>
      <w:r w:rsidRPr="00632883">
        <w:t>ECE/TRANS/WP.29/AC.3/36</w:t>
      </w:r>
    </w:p>
    <w:p w14:paraId="752BF227" w14:textId="658C7B5B" w:rsidR="007C6E24" w:rsidRPr="00632883" w:rsidRDefault="007C6E24" w:rsidP="007C6E24">
      <w:pPr>
        <w:pStyle w:val="SingleTxtG"/>
        <w:ind w:right="1140"/>
      </w:pPr>
      <w:r>
        <w:t>1</w:t>
      </w:r>
      <w:r w:rsidR="00660109">
        <w:t>20</w:t>
      </w:r>
      <w:r w:rsidRPr="00632883">
        <w:t>.</w:t>
      </w:r>
      <w:r w:rsidRPr="00632883">
        <w:tab/>
        <w:t>Submitted for consideration and vote, the proposal for Amendment 4 to UN GTR No</w:t>
      </w:r>
      <w:r>
        <w:t xml:space="preserve">  </w:t>
      </w:r>
      <w:r w:rsidRPr="00632883">
        <w:t>2 on the measurement procedure for two</w:t>
      </w:r>
      <w:r>
        <w:t xml:space="preserve"> </w:t>
      </w:r>
      <w:r w:rsidRPr="00632883">
        <w:t>wheeled motorcycles equipped with a positive or compression ignition engine with regard to the emissions of gaseous pollutants, CO</w:t>
      </w:r>
      <w:r w:rsidRPr="00804ABA">
        <w:rPr>
          <w:vertAlign w:val="subscript"/>
        </w:rPr>
        <w:t>2</w:t>
      </w:r>
      <w:r w:rsidRPr="00632883">
        <w:t xml:space="preserve"> emissions and fuel consumption (ECE/TRANS/WP.29/2019/121, ECE/TRANS/WP.29/2019/122 and ECE/TRANS/WP.29/AC.3/36), subject to the following modification in ECE/TRANS/WP.29/2019/121:</w:t>
      </w:r>
    </w:p>
    <w:p w14:paraId="31F5AC7E" w14:textId="77777777" w:rsidR="007C6E24" w:rsidRPr="00632883" w:rsidRDefault="007C6E24" w:rsidP="007C6E24">
      <w:pPr>
        <w:pStyle w:val="SingleTxtG"/>
        <w:ind w:right="1140"/>
      </w:pPr>
      <w:r w:rsidRPr="00632883">
        <w:t xml:space="preserve">Paragraph 3.4.3.1 to Annex 1: "1.225 Pa" </w:t>
      </w:r>
      <w:r w:rsidRPr="001524E8">
        <w:rPr>
          <w:i/>
          <w:iCs/>
        </w:rPr>
        <w:t>should read</w:t>
      </w:r>
      <w:r w:rsidRPr="00632883">
        <w:t xml:space="preserve"> "1.225 kPa".</w:t>
      </w:r>
    </w:p>
    <w:p w14:paraId="38E72E06" w14:textId="449D848F" w:rsidR="007C6E24" w:rsidRPr="00632883" w:rsidRDefault="007C6E24" w:rsidP="007C6E24">
      <w:pPr>
        <w:pStyle w:val="SingleTxtG"/>
        <w:ind w:right="1140"/>
      </w:pPr>
      <w:r>
        <w:t>1</w:t>
      </w:r>
      <w:r w:rsidR="00660109">
        <w:t>21</w:t>
      </w:r>
      <w:r w:rsidRPr="00632883">
        <w:t>.</w:t>
      </w:r>
      <w:r w:rsidRPr="00632883">
        <w:tab/>
        <w:t xml:space="preserve">The proposal was adopted on 13 November 2019 by consensus of vote of the following contracting parties present and voting: Australia, Canada, China, the European Union (representing Cyprus, Finland, France, Germany, Hungary, Italy, Lithuania, Luxembourg, the Netherlands, Romania, Slovakia, Slovenia, Spain, Sweden and the United </w:t>
      </w:r>
      <w:r w:rsidRPr="00632883">
        <w:lastRenderedPageBreak/>
        <w:t>Kingdom), India, Japan, Norway, the Republic of Korea, the Russian Federation, South Africa, Tunisia, Turkey and the United States of America.</w:t>
      </w:r>
    </w:p>
    <w:p w14:paraId="17DD6443" w14:textId="5D052B02" w:rsidR="007C6E24" w:rsidRPr="00632883" w:rsidRDefault="007C6E24" w:rsidP="007C6E24">
      <w:pPr>
        <w:pStyle w:val="SingleTxtG"/>
      </w:pPr>
      <w:r>
        <w:t>1</w:t>
      </w:r>
      <w:r w:rsidR="00F436EA">
        <w:t>22</w:t>
      </w:r>
      <w:r w:rsidRPr="00632883">
        <w:t>.</w:t>
      </w:r>
      <w:r w:rsidRPr="00632883">
        <w:tab/>
        <w:t>The representatives from San Marino abstained from voting.</w:t>
      </w:r>
    </w:p>
    <w:p w14:paraId="235C2E24" w14:textId="55D94959" w:rsidR="007C6E24" w:rsidRPr="00632883" w:rsidRDefault="007C6E24" w:rsidP="007C6E24">
      <w:pPr>
        <w:pStyle w:val="HChG"/>
      </w:pPr>
      <w:r w:rsidRPr="00632883">
        <w:tab/>
        <w:t>XVII.</w:t>
      </w:r>
      <w:r w:rsidRPr="00632883">
        <w:tab/>
        <w:t xml:space="preserve">Consideration of technical regulations to be listed in the Compendium of Candidates for UN GTRs, if any </w:t>
      </w:r>
      <w:r w:rsidR="00F00942">
        <w:br/>
      </w:r>
      <w:r w:rsidRPr="00632883">
        <w:t>(agenda item 15)</w:t>
      </w:r>
    </w:p>
    <w:p w14:paraId="2262DFB7" w14:textId="69F34201" w:rsidR="007C6E24" w:rsidRPr="00632883" w:rsidRDefault="007C6E24" w:rsidP="007C6E24">
      <w:pPr>
        <w:pStyle w:val="SingleTxtG"/>
      </w:pPr>
      <w:r>
        <w:t>1</w:t>
      </w:r>
      <w:r w:rsidR="00660109">
        <w:t>2</w:t>
      </w:r>
      <w:r w:rsidR="00F436EA">
        <w:t>3</w:t>
      </w:r>
      <w:r w:rsidRPr="00632883">
        <w:t>.</w:t>
      </w:r>
      <w:r w:rsidRPr="00632883">
        <w:tab/>
        <w:t xml:space="preserve">AC.3 Chair reminded representatives of contracting parties to the Agreement to provide secretariat </w:t>
      </w:r>
      <w:r>
        <w:t xml:space="preserve">with </w:t>
      </w:r>
      <w:r w:rsidRPr="00632883">
        <w:t xml:space="preserve">official letters to re-affirm listing of candidate regulations whose </w:t>
      </w:r>
      <w:r w:rsidR="00407BE4">
        <w:br/>
      </w:r>
      <w:r w:rsidRPr="00632883">
        <w:t xml:space="preserve">5-year period would expire next year. </w:t>
      </w:r>
    </w:p>
    <w:p w14:paraId="462D31A4" w14:textId="50F0EBF1" w:rsidR="007C6E24" w:rsidRPr="00632883" w:rsidRDefault="007C6E24" w:rsidP="007C6E24">
      <w:pPr>
        <w:pStyle w:val="HChG"/>
      </w:pPr>
      <w:r w:rsidRPr="00632883">
        <w:tab/>
        <w:t>X</w:t>
      </w:r>
      <w:r w:rsidR="00660109">
        <w:t>VIII</w:t>
      </w:r>
      <w:r w:rsidRPr="00632883">
        <w:t>.</w:t>
      </w:r>
      <w:r w:rsidRPr="00632883">
        <w:tab/>
        <w:t xml:space="preserve">Consideration of amendments to Mutual Resolutions </w:t>
      </w:r>
      <w:r w:rsidRPr="00632883">
        <w:br/>
        <w:t>(agenda item 16)</w:t>
      </w:r>
    </w:p>
    <w:p w14:paraId="4ED64954" w14:textId="677CF566" w:rsidR="007C6E24" w:rsidRPr="00326FC1" w:rsidRDefault="00407BE4" w:rsidP="007C6E24">
      <w:pPr>
        <w:pStyle w:val="SingleTxtG"/>
        <w:rPr>
          <w:lang w:val="fr-CH"/>
        </w:rPr>
      </w:pPr>
      <w:r w:rsidRPr="00746BDA">
        <w:rPr>
          <w:i/>
        </w:rPr>
        <w:t>Documentation</w:t>
      </w:r>
      <w:r w:rsidR="007C6E24" w:rsidRPr="00326FC1">
        <w:rPr>
          <w:lang w:val="fr-CH"/>
        </w:rPr>
        <w:t>:</w:t>
      </w:r>
      <w:r w:rsidR="007C6E24" w:rsidRPr="00326FC1">
        <w:rPr>
          <w:lang w:val="fr-CH"/>
        </w:rPr>
        <w:tab/>
        <w:t>ECE/TRANS/WP.29/2019/119</w:t>
      </w:r>
      <w:r w:rsidR="007C6E24" w:rsidRPr="00326FC1">
        <w:rPr>
          <w:lang w:val="fr-CH"/>
        </w:rPr>
        <w:br/>
      </w:r>
      <w:r w:rsidR="007C6E24" w:rsidRPr="00326FC1">
        <w:rPr>
          <w:lang w:val="fr-CH"/>
        </w:rPr>
        <w:tab/>
      </w:r>
      <w:r w:rsidR="007C6E24" w:rsidRPr="00326FC1">
        <w:rPr>
          <w:lang w:val="fr-CH"/>
        </w:rPr>
        <w:tab/>
      </w:r>
      <w:r w:rsidR="007C6E24" w:rsidRPr="00326FC1">
        <w:rPr>
          <w:lang w:val="fr-CH"/>
        </w:rPr>
        <w:tab/>
      </w:r>
      <w:r w:rsidR="007C6E24" w:rsidRPr="00326FC1">
        <w:rPr>
          <w:lang w:val="fr-CH"/>
        </w:rPr>
        <w:tab/>
        <w:t>WP.29-179-16</w:t>
      </w:r>
    </w:p>
    <w:p w14:paraId="0DC7F2CF" w14:textId="3825AF8E" w:rsidR="007C6E24" w:rsidRPr="00632883" w:rsidRDefault="007C6E24" w:rsidP="007C6E24">
      <w:pPr>
        <w:pStyle w:val="SingleTxtG"/>
      </w:pPr>
      <w:r>
        <w:t>1</w:t>
      </w:r>
      <w:r w:rsidR="00660109">
        <w:t>2</w:t>
      </w:r>
      <w:r w:rsidR="00F436EA">
        <w:t>4</w:t>
      </w:r>
      <w:r w:rsidRPr="00632883">
        <w:t>.</w:t>
      </w:r>
      <w:r w:rsidRPr="00632883">
        <w:tab/>
        <w:t>Submitted for consideration and vote, the proposal for amendment 2 to Mutual Resolution No.</w:t>
      </w:r>
      <w:r w:rsidR="001524E8">
        <w:t> </w:t>
      </w:r>
      <w:r w:rsidRPr="00632883">
        <w:t>1 of the 1958 and 1998 Agreements (M.R.1) (ECE/TRANS/WP.29/2019/119) was adopted on 13 November 2019 by consensus vote of the following contracting parties present and voting: Australia, Canada, China, the European Union (representing Cyprus, Finland, France, Germany, Hungary, Italy, Lithuania, Luxembourg, the Netherlands, Romania, Slovakia, Slovenia, Spain, Sweden and the United Kingdom), India, Japan, Norway, the Republic of Korea, the Russian Federation, South</w:t>
      </w:r>
      <w:r w:rsidR="00407BE4">
        <w:t> </w:t>
      </w:r>
      <w:r w:rsidRPr="00632883">
        <w:t>Africa, Turkey.</w:t>
      </w:r>
    </w:p>
    <w:p w14:paraId="4ABABA21" w14:textId="06A4E0A9" w:rsidR="007C6E24" w:rsidRPr="00632883" w:rsidRDefault="007C6E24" w:rsidP="007C6E24">
      <w:pPr>
        <w:pStyle w:val="SingleTxtG"/>
      </w:pPr>
      <w:r>
        <w:t>1</w:t>
      </w:r>
      <w:r w:rsidR="00660109">
        <w:t>2</w:t>
      </w:r>
      <w:r w:rsidR="00F436EA">
        <w:t>5</w:t>
      </w:r>
      <w:r w:rsidRPr="00632883">
        <w:t>.</w:t>
      </w:r>
      <w:r w:rsidRPr="00632883">
        <w:tab/>
        <w:t>The representatives from Tunisia and the United States of America abstained from voting.</w:t>
      </w:r>
    </w:p>
    <w:p w14:paraId="7883500A" w14:textId="7A5A7C5F" w:rsidR="007C6E24" w:rsidRPr="00632883" w:rsidRDefault="007C6E24" w:rsidP="007C6E24">
      <w:pPr>
        <w:pStyle w:val="HChG"/>
        <w:rPr>
          <w:color w:val="000000"/>
          <w:sz w:val="24"/>
        </w:rPr>
      </w:pPr>
      <w:r w:rsidRPr="00632883">
        <w:tab/>
        <w:t>X</w:t>
      </w:r>
      <w:r w:rsidR="00660109">
        <w:t>I</w:t>
      </w:r>
      <w:r w:rsidRPr="00632883">
        <w:t>X.</w:t>
      </w:r>
      <w:r w:rsidRPr="00632883">
        <w:tab/>
      </w:r>
      <w:r w:rsidRPr="00632883">
        <w:tab/>
        <w:t xml:space="preserve">Guidance, by consensus decision, on those elements of draft </w:t>
      </w:r>
      <w:r w:rsidRPr="00632883">
        <w:rPr>
          <w:bCs/>
        </w:rPr>
        <w:t>UN GTRs</w:t>
      </w:r>
      <w:r w:rsidRPr="00632883">
        <w:t xml:space="preserve"> that have not been resolved by the Working Parties subsidiary to the World Forum, if any </w:t>
      </w:r>
      <w:r w:rsidR="00F00942">
        <w:br/>
      </w:r>
      <w:r w:rsidRPr="00632883">
        <w:t>(agenda item 17)</w:t>
      </w:r>
    </w:p>
    <w:p w14:paraId="60A2777B" w14:textId="2C6E996E" w:rsidR="007C6E24" w:rsidRPr="00632883" w:rsidRDefault="007C6E24" w:rsidP="007C6E24">
      <w:pPr>
        <w:pStyle w:val="SingleTxtG"/>
      </w:pPr>
      <w:r>
        <w:t>1</w:t>
      </w:r>
      <w:r w:rsidR="00660109">
        <w:t>2</w:t>
      </w:r>
      <w:r w:rsidR="00F436EA">
        <w:t>6</w:t>
      </w:r>
      <w:r w:rsidRPr="00632883">
        <w:t>.</w:t>
      </w:r>
      <w:r w:rsidRPr="00632883">
        <w:tab/>
        <w:t>Contracting parties did not, at the time, request additional guidance under this agenda item, beyond the discussions that had taken place under agenda item 18.</w:t>
      </w:r>
    </w:p>
    <w:p w14:paraId="53CEA098" w14:textId="1F36AB64" w:rsidR="007C6E24" w:rsidRPr="00632883" w:rsidRDefault="007C6E24" w:rsidP="007C6E24">
      <w:pPr>
        <w:pStyle w:val="HChG"/>
      </w:pPr>
      <w:r w:rsidRPr="00632883">
        <w:tab/>
        <w:t>XX.</w:t>
      </w:r>
      <w:r w:rsidRPr="00632883">
        <w:tab/>
      </w:r>
      <w:r w:rsidRPr="00632883">
        <w:tab/>
        <w:t>Exchange of information on new priorities to be included in the programme of work (agenda item 18)</w:t>
      </w:r>
    </w:p>
    <w:p w14:paraId="38F3CB2D" w14:textId="77777777" w:rsidR="007C6E24" w:rsidRPr="00632883" w:rsidRDefault="007C6E24" w:rsidP="007C6E24">
      <w:pPr>
        <w:pStyle w:val="SingleTxtG"/>
        <w:spacing w:after="0"/>
        <w:ind w:left="2835" w:hanging="1695"/>
      </w:pPr>
      <w:r w:rsidRPr="00632883">
        <w:rPr>
          <w:i/>
        </w:rPr>
        <w:t>Documentation</w:t>
      </w:r>
      <w:r w:rsidRPr="00632883">
        <w:t>:</w:t>
      </w:r>
      <w:r w:rsidRPr="00632883">
        <w:tab/>
        <w:t>ECE/TRANS/WP.29/2019/2</w:t>
      </w:r>
    </w:p>
    <w:p w14:paraId="7BC63CA9" w14:textId="77777777" w:rsidR="007C6E24" w:rsidRPr="00632883" w:rsidRDefault="007C6E24" w:rsidP="007C6E24">
      <w:pPr>
        <w:pStyle w:val="SingleTxtG"/>
        <w:ind w:left="2835"/>
      </w:pPr>
      <w:r w:rsidRPr="00632883">
        <w:t>ECE/TRANS/WP.29/2019/31/Rev.1</w:t>
      </w:r>
    </w:p>
    <w:p w14:paraId="130D3B82" w14:textId="7BD5BED6" w:rsidR="00663C44" w:rsidRDefault="007C6E24" w:rsidP="007C6E24">
      <w:pPr>
        <w:pStyle w:val="SingleTxtG"/>
        <w:rPr>
          <w:iCs/>
          <w:lang w:val="en-US"/>
        </w:rPr>
      </w:pPr>
      <w:r>
        <w:rPr>
          <w:iCs/>
        </w:rPr>
        <w:t>1</w:t>
      </w:r>
      <w:r w:rsidR="00660109">
        <w:rPr>
          <w:iCs/>
        </w:rPr>
        <w:t>2</w:t>
      </w:r>
      <w:r w:rsidR="00F436EA">
        <w:rPr>
          <w:iCs/>
        </w:rPr>
        <w:t>7</w:t>
      </w:r>
      <w:r w:rsidRPr="00632883">
        <w:rPr>
          <w:iCs/>
        </w:rPr>
        <w:t>.</w:t>
      </w:r>
      <w:r w:rsidRPr="00632883">
        <w:rPr>
          <w:iCs/>
        </w:rPr>
        <w:tab/>
        <w:t>AC.3 noted that GRSP would provide their priority topics after its December 2019 meeting.</w:t>
      </w:r>
    </w:p>
    <w:p w14:paraId="0B57948F" w14:textId="7BBCA583" w:rsidR="007C6E24" w:rsidRPr="00EA36AE" w:rsidRDefault="007C6E24" w:rsidP="007C6E24">
      <w:pPr>
        <w:pStyle w:val="HChG"/>
      </w:pPr>
      <w:r w:rsidRPr="00EA36AE">
        <w:lastRenderedPageBreak/>
        <w:tab/>
        <w:t>XXI.</w:t>
      </w:r>
      <w:r w:rsidRPr="00EA36AE">
        <w:tab/>
        <w:t>Progress on the development of new UN GTRs and of amendments to established UN GTRs (agenda item 19)</w:t>
      </w:r>
    </w:p>
    <w:p w14:paraId="39EAF78F" w14:textId="72C89345" w:rsidR="007C6E24" w:rsidRPr="00EA36AE" w:rsidRDefault="007C6E24" w:rsidP="007C6E24">
      <w:pPr>
        <w:pStyle w:val="H1G"/>
      </w:pPr>
      <w:r w:rsidRPr="00EA36AE">
        <w:tab/>
        <w:t>A.</w:t>
      </w:r>
      <w:r w:rsidRPr="00EA36AE">
        <w:tab/>
        <w:t xml:space="preserve">UN GTR No. 1 (Doors locks and door retention components) </w:t>
      </w:r>
      <w:r w:rsidR="00F00942">
        <w:br/>
      </w:r>
      <w:r w:rsidRPr="00EA36AE">
        <w:t>(agenda item 19.1)</w:t>
      </w:r>
    </w:p>
    <w:p w14:paraId="22626A6C" w14:textId="75BE2A31" w:rsidR="002E0ACE" w:rsidRDefault="007C6E24" w:rsidP="005C1EDE">
      <w:pPr>
        <w:pStyle w:val="SingleTxtG"/>
        <w:rPr>
          <w:bCs/>
        </w:rPr>
      </w:pPr>
      <w:r>
        <w:t>1</w:t>
      </w:r>
      <w:r w:rsidR="00660109">
        <w:t>2</w:t>
      </w:r>
      <w:r w:rsidR="00F436EA">
        <w:t>8</w:t>
      </w:r>
      <w:r w:rsidRPr="00EA36AE">
        <w:t>.</w:t>
      </w:r>
      <w:r w:rsidRPr="00EA36AE">
        <w:tab/>
        <w:t xml:space="preserve">No new information was provided under this agenda item. </w:t>
      </w:r>
      <w:r w:rsidRPr="00EA36AE">
        <w:rPr>
          <w:bCs/>
        </w:rPr>
        <w:t xml:space="preserve">AC.3 agreed to keep this </w:t>
      </w:r>
      <w:r w:rsidR="002E0ACE">
        <w:rPr>
          <w:bCs/>
        </w:rPr>
        <w:t>agenda item until new proposal would be submitted.</w:t>
      </w:r>
    </w:p>
    <w:p w14:paraId="7614C7B5" w14:textId="06BD2C8A" w:rsidR="007C6E24" w:rsidRPr="002E0ACE" w:rsidRDefault="007C6E24" w:rsidP="002E0ACE">
      <w:pPr>
        <w:pStyle w:val="H1G"/>
        <w:rPr>
          <w:rStyle w:val="HChGChar"/>
          <w:b/>
          <w:sz w:val="24"/>
        </w:rPr>
      </w:pPr>
      <w:bookmarkStart w:id="78" w:name="_Hlk25904300"/>
      <w:r w:rsidRPr="002E0ACE">
        <w:rPr>
          <w:rStyle w:val="HChGChar"/>
        </w:rPr>
        <w:tab/>
      </w:r>
      <w:r w:rsidRPr="002E0ACE">
        <w:rPr>
          <w:rStyle w:val="HChGChar"/>
          <w:b/>
          <w:sz w:val="24"/>
        </w:rPr>
        <w:t>B.</w:t>
      </w:r>
      <w:r w:rsidRPr="002E0ACE">
        <w:rPr>
          <w:rStyle w:val="HChGChar"/>
          <w:b/>
          <w:sz w:val="24"/>
        </w:rPr>
        <w:tab/>
        <w:t>UN GTR No. 2 (Worldwide Motorcycle emission Test Cycle (WMTC)) (agenda item 19.2)</w:t>
      </w:r>
      <w:bookmarkEnd w:id="78"/>
    </w:p>
    <w:p w14:paraId="163E724D" w14:textId="22A9D75C" w:rsidR="007C6E24" w:rsidRPr="00EA36AE" w:rsidRDefault="007C6E24" w:rsidP="007C6E24">
      <w:pPr>
        <w:pStyle w:val="SingleTxtG"/>
        <w:spacing w:before="240"/>
      </w:pPr>
      <w:r>
        <w:t>1</w:t>
      </w:r>
      <w:r w:rsidR="00660109">
        <w:t>2</w:t>
      </w:r>
      <w:r w:rsidR="00F436EA">
        <w:t>9</w:t>
      </w:r>
      <w:r w:rsidRPr="00EA36AE">
        <w:t>.</w:t>
      </w:r>
      <w:r w:rsidRPr="00EA36AE">
        <w:tab/>
        <w:t>The representative of E</w:t>
      </w:r>
      <w:r>
        <w:t xml:space="preserve">uropean </w:t>
      </w:r>
      <w:r w:rsidRPr="00EA36AE">
        <w:t>U</w:t>
      </w:r>
      <w:r>
        <w:t>nion</w:t>
      </w:r>
      <w:r w:rsidRPr="00EA36AE">
        <w:t xml:space="preserve"> thanked AC.3 for the vote on Amendment 4 to UN GTR No. 2 under agenda item 14.2. He highlighted that two levels of stringency had been implemented in Amendment 4 to reflect discrepancy among the different regions involved in the development work of the UN GTR. IWG on EPPR would now focus on transposing Amendment 4 to UN GTR No. 2 into an equivalent UN Regulation for L category vehicle.</w:t>
      </w:r>
      <w:r w:rsidRPr="0016767A">
        <w:t xml:space="preserve"> He informed that IWG will extend the requirements to other categories as a part of the next stage discussion.</w:t>
      </w:r>
    </w:p>
    <w:p w14:paraId="74B3BE13" w14:textId="77777777" w:rsidR="007C6E24" w:rsidRPr="00EA36AE" w:rsidRDefault="007C6E24" w:rsidP="007C6E24">
      <w:pPr>
        <w:pStyle w:val="H1G"/>
      </w:pPr>
      <w:r w:rsidRPr="00EA36AE">
        <w:rPr>
          <w:color w:val="000000"/>
        </w:rPr>
        <w:tab/>
        <w:t>C.</w:t>
      </w:r>
      <w:r w:rsidRPr="00EA36AE">
        <w:rPr>
          <w:color w:val="000000"/>
        </w:rPr>
        <w:tab/>
      </w:r>
      <w:r w:rsidRPr="00EA36AE">
        <w:t>UN GTR No. 3 (Motorcycle braking) (agenda item 19.3)</w:t>
      </w:r>
    </w:p>
    <w:p w14:paraId="2E8FD165" w14:textId="77777777" w:rsidR="007C6E24" w:rsidRPr="00EA36AE" w:rsidRDefault="007C6E24" w:rsidP="007C6E24">
      <w:pPr>
        <w:pStyle w:val="SingleTxtG"/>
        <w:ind w:left="1140" w:right="1140"/>
      </w:pPr>
      <w:r w:rsidRPr="00EA36AE">
        <w:rPr>
          <w:i/>
        </w:rPr>
        <w:t>Documentation</w:t>
      </w:r>
      <w:r w:rsidRPr="00EA36AE">
        <w:t>:</w:t>
      </w:r>
      <w:r w:rsidRPr="00EA36AE">
        <w:tab/>
        <w:t>ECE/TRANS/WP.29/AC.3/47</w:t>
      </w:r>
    </w:p>
    <w:p w14:paraId="5E60D825" w14:textId="018566D9" w:rsidR="007C6E24" w:rsidRPr="00EA36AE" w:rsidRDefault="007C6E24" w:rsidP="007C6E24">
      <w:pPr>
        <w:pStyle w:val="SingleTxtG"/>
      </w:pPr>
      <w:r>
        <w:t>1</w:t>
      </w:r>
      <w:r w:rsidR="00F436EA">
        <w:t>30</w:t>
      </w:r>
      <w:r w:rsidRPr="00EA36AE">
        <w:t>.</w:t>
      </w:r>
      <w:r w:rsidRPr="00EA36AE">
        <w:tab/>
        <w:t>The representative of Italy reported on the progress in harmonizing the provisions of UN GTR No. 3 and UN Regulation No. 78 according to the mandate (ECE/TRANS/WP.29/AC.3/47). He announced that GRVA adopted a proposal for amendments to UN GTR No.</w:t>
      </w:r>
      <w:r w:rsidR="00887BFC">
        <w:t> </w:t>
      </w:r>
      <w:r w:rsidRPr="00EA36AE">
        <w:t>3 as well as the corresponding technical report and that both would be reviewed by AC.3 in March 2020. He thanked the contracting parties involved in the development of this amendment. He announced that the outcome of this work could result in amendments to UN Regulation No.</w:t>
      </w:r>
      <w:r w:rsidR="00887BFC">
        <w:t> </w:t>
      </w:r>
      <w:r w:rsidRPr="00EA36AE">
        <w:t>78 which the expert from IMMA volunteered to submit for review at the fifth session of GRVA.</w:t>
      </w:r>
    </w:p>
    <w:p w14:paraId="4450F615" w14:textId="77777777" w:rsidR="007C6E24" w:rsidRPr="00EA36AE" w:rsidRDefault="007C6E24" w:rsidP="007C6E24">
      <w:pPr>
        <w:pStyle w:val="H1G"/>
        <w:rPr>
          <w:color w:val="000000"/>
        </w:rPr>
      </w:pPr>
      <w:r w:rsidRPr="00EA36AE">
        <w:rPr>
          <w:color w:val="000000"/>
        </w:rPr>
        <w:tab/>
        <w:t>D.</w:t>
      </w:r>
      <w:r w:rsidRPr="00EA36AE">
        <w:rPr>
          <w:color w:val="000000"/>
        </w:rPr>
        <w:tab/>
      </w:r>
      <w:r w:rsidRPr="00EA36AE">
        <w:t>UN GTR No. 4 (Worldwide Heavy-Duty vehicle emission test Cycle (WHDC)) (agenda item 19.4)</w:t>
      </w:r>
    </w:p>
    <w:p w14:paraId="70FD5A05" w14:textId="7D66CB78" w:rsidR="007C6E24" w:rsidRPr="00EA36AE" w:rsidRDefault="007C6E24" w:rsidP="007C6E24">
      <w:pPr>
        <w:pStyle w:val="H1G"/>
        <w:jc w:val="both"/>
        <w:rPr>
          <w:color w:val="000000"/>
        </w:rPr>
      </w:pPr>
      <w:r w:rsidRPr="00EA36AE">
        <w:rPr>
          <w:color w:val="000000"/>
        </w:rPr>
        <w:tab/>
      </w:r>
      <w:r w:rsidRPr="00EA36AE">
        <w:rPr>
          <w:color w:val="000000"/>
        </w:rPr>
        <w:tab/>
      </w:r>
      <w:r>
        <w:rPr>
          <w:b w:val="0"/>
          <w:sz w:val="20"/>
        </w:rPr>
        <w:t>1</w:t>
      </w:r>
      <w:r w:rsidR="00EB2C4F">
        <w:rPr>
          <w:b w:val="0"/>
          <w:sz w:val="20"/>
        </w:rPr>
        <w:t>3</w:t>
      </w:r>
      <w:r w:rsidR="00F436EA">
        <w:rPr>
          <w:b w:val="0"/>
          <w:sz w:val="20"/>
        </w:rPr>
        <w:t>1</w:t>
      </w:r>
      <w:r w:rsidRPr="00EA36AE">
        <w:rPr>
          <w:b w:val="0"/>
          <w:sz w:val="20"/>
        </w:rPr>
        <w:t>.</w:t>
      </w:r>
      <w:r w:rsidRPr="00EA36AE">
        <w:rPr>
          <w:b w:val="0"/>
          <w:sz w:val="20"/>
        </w:rPr>
        <w:tab/>
        <w:t xml:space="preserve">The representative of the United States of America updated AC.3 </w:t>
      </w:r>
      <w:r>
        <w:rPr>
          <w:b w:val="0"/>
          <w:sz w:val="20"/>
        </w:rPr>
        <w:t>about</w:t>
      </w:r>
      <w:r w:rsidRPr="00EA36AE">
        <w:rPr>
          <w:b w:val="0"/>
          <w:sz w:val="20"/>
        </w:rPr>
        <w:t xml:space="preserve"> their work on proposing new federal standards </w:t>
      </w:r>
      <w:r>
        <w:rPr>
          <w:b w:val="0"/>
          <w:sz w:val="20"/>
        </w:rPr>
        <w:t xml:space="preserve">for </w:t>
      </w:r>
      <w:r w:rsidRPr="00EA36AE">
        <w:rPr>
          <w:b w:val="0"/>
          <w:sz w:val="20"/>
        </w:rPr>
        <w:t xml:space="preserve">pollutant emissions </w:t>
      </w:r>
      <w:r>
        <w:rPr>
          <w:b w:val="0"/>
          <w:sz w:val="20"/>
        </w:rPr>
        <w:t xml:space="preserve">from </w:t>
      </w:r>
      <w:r w:rsidRPr="00EA36AE">
        <w:rPr>
          <w:b w:val="0"/>
          <w:sz w:val="20"/>
        </w:rPr>
        <w:t xml:space="preserve">heavy duty vehicles. He expected a proposal to be issued in 2020 and a final rule adopted in 2021. He explained </w:t>
      </w:r>
      <w:r>
        <w:rPr>
          <w:b w:val="0"/>
          <w:sz w:val="20"/>
        </w:rPr>
        <w:t xml:space="preserve">that </w:t>
      </w:r>
      <w:r w:rsidRPr="00EA36AE">
        <w:rPr>
          <w:b w:val="0"/>
          <w:sz w:val="20"/>
        </w:rPr>
        <w:t>the United States of America were exploring the possibility to use part of UN GTR No.</w:t>
      </w:r>
      <w:r w:rsidR="00887BFC">
        <w:rPr>
          <w:b w:val="0"/>
          <w:sz w:val="20"/>
        </w:rPr>
        <w:t> </w:t>
      </w:r>
      <w:r w:rsidRPr="00EA36AE">
        <w:rPr>
          <w:b w:val="0"/>
          <w:sz w:val="20"/>
        </w:rPr>
        <w:t>4 as a basis for this proposal, for example</w:t>
      </w:r>
      <w:r>
        <w:rPr>
          <w:b w:val="0"/>
          <w:sz w:val="20"/>
        </w:rPr>
        <w:t>,</w:t>
      </w:r>
      <w:r w:rsidRPr="00EA36AE">
        <w:rPr>
          <w:b w:val="0"/>
          <w:sz w:val="20"/>
        </w:rPr>
        <w:t xml:space="preserve"> on heavy</w:t>
      </w:r>
      <w:r>
        <w:rPr>
          <w:b w:val="0"/>
          <w:sz w:val="20"/>
        </w:rPr>
        <w:t>-</w:t>
      </w:r>
      <w:r w:rsidRPr="00EA36AE">
        <w:rPr>
          <w:b w:val="0"/>
          <w:sz w:val="20"/>
        </w:rPr>
        <w:t>duty hybrid vehicles.</w:t>
      </w:r>
    </w:p>
    <w:p w14:paraId="42735C37" w14:textId="13C6AE89" w:rsidR="007C6E24" w:rsidRPr="00EA36AE" w:rsidRDefault="007C6E24" w:rsidP="007C6E24">
      <w:pPr>
        <w:pStyle w:val="H1G"/>
      </w:pPr>
      <w:r w:rsidRPr="00EA36AE">
        <w:rPr>
          <w:color w:val="000000"/>
        </w:rPr>
        <w:tab/>
        <w:t>E.</w:t>
      </w:r>
      <w:r w:rsidRPr="00EA36AE">
        <w:rPr>
          <w:color w:val="000000"/>
        </w:rPr>
        <w:tab/>
      </w:r>
      <w:r w:rsidRPr="00EA36AE">
        <w:t>UN GTR No. 5 (On</w:t>
      </w:r>
      <w:r w:rsidRPr="00704144">
        <w:t>-</w:t>
      </w:r>
      <w:r w:rsidRPr="00EA36AE">
        <w:t xml:space="preserve">Board Diagnostic Systems (OBD)) </w:t>
      </w:r>
      <w:r w:rsidR="00F00942">
        <w:br/>
      </w:r>
      <w:r w:rsidRPr="00EA36AE">
        <w:t>(agenda item 19.5)</w:t>
      </w:r>
    </w:p>
    <w:p w14:paraId="5EA5811F" w14:textId="3EDA01E1" w:rsidR="007C6E24" w:rsidRPr="00EA36AE" w:rsidRDefault="007C6E24" w:rsidP="007C6E24">
      <w:pPr>
        <w:ind w:left="1134" w:right="1134"/>
        <w:jc w:val="both"/>
        <w:rPr>
          <w:bCs/>
        </w:rPr>
      </w:pPr>
      <w:r>
        <w:rPr>
          <w:bCs/>
        </w:rPr>
        <w:t>1</w:t>
      </w:r>
      <w:r w:rsidR="00EB2C4F">
        <w:rPr>
          <w:bCs/>
        </w:rPr>
        <w:t>3</w:t>
      </w:r>
      <w:r w:rsidR="00F436EA">
        <w:rPr>
          <w:bCs/>
        </w:rPr>
        <w:t>2</w:t>
      </w:r>
      <w:r w:rsidRPr="00EA36AE">
        <w:rPr>
          <w:bCs/>
        </w:rPr>
        <w:t>.</w:t>
      </w:r>
      <w:r w:rsidRPr="00EA36AE">
        <w:rPr>
          <w:bCs/>
        </w:rPr>
        <w:tab/>
        <w:t xml:space="preserve">No new information </w:t>
      </w:r>
      <w:r w:rsidRPr="00EA36AE">
        <w:t>was</w:t>
      </w:r>
      <w:r w:rsidRPr="00EA36AE">
        <w:rPr>
          <w:bCs/>
        </w:rPr>
        <w:t xml:space="preserve"> provided under this agenda item. AC.3 agreed to keep this agenda item until new proposal would be submitted.</w:t>
      </w:r>
    </w:p>
    <w:p w14:paraId="0E57659F" w14:textId="77777777" w:rsidR="007C6E24" w:rsidRPr="00EA36AE" w:rsidRDefault="007C6E24" w:rsidP="007C6E24">
      <w:pPr>
        <w:pStyle w:val="H1G"/>
      </w:pPr>
      <w:r w:rsidRPr="00EA36AE">
        <w:rPr>
          <w:color w:val="000000"/>
        </w:rPr>
        <w:tab/>
        <w:t>F.</w:t>
      </w:r>
      <w:r w:rsidRPr="00EA36AE">
        <w:rPr>
          <w:color w:val="000000"/>
        </w:rPr>
        <w:tab/>
      </w:r>
      <w:r w:rsidRPr="00EA36AE">
        <w:rPr>
          <w:bCs/>
        </w:rPr>
        <w:t>UN GTR</w:t>
      </w:r>
      <w:r w:rsidRPr="00EA36AE">
        <w:t xml:space="preserve"> No. 6 (Safety glazing) (agenda item 19.6)</w:t>
      </w:r>
    </w:p>
    <w:p w14:paraId="49E232B1" w14:textId="77777777" w:rsidR="007C6E24" w:rsidRPr="00EA36AE" w:rsidRDefault="007C6E24" w:rsidP="007C6E24">
      <w:pPr>
        <w:spacing w:after="120"/>
        <w:ind w:left="567" w:firstLine="567"/>
      </w:pPr>
      <w:r w:rsidRPr="00EA36AE">
        <w:rPr>
          <w:i/>
        </w:rPr>
        <w:t>Documentation</w:t>
      </w:r>
      <w:r w:rsidRPr="00EA36AE">
        <w:t>:</w:t>
      </w:r>
      <w:r w:rsidRPr="00EA36AE">
        <w:tab/>
        <w:t>ECE/TRANS/WP.29/AC.3/41</w:t>
      </w:r>
      <w:r w:rsidRPr="00EA36AE">
        <w:br/>
      </w:r>
      <w:r w:rsidRPr="00EA36AE">
        <w:tab/>
      </w:r>
      <w:r w:rsidRPr="00EA36AE">
        <w:tab/>
      </w:r>
      <w:r w:rsidRPr="00EA36AE">
        <w:tab/>
      </w:r>
      <w:r w:rsidRPr="00EA36AE">
        <w:tab/>
        <w:t>ECE/TRANS/WP.29/AC.3/52</w:t>
      </w:r>
      <w:r w:rsidRPr="00EA36AE">
        <w:br/>
      </w:r>
      <w:r w:rsidRPr="00EA36AE">
        <w:tab/>
      </w:r>
      <w:r w:rsidRPr="00EA36AE">
        <w:tab/>
      </w:r>
      <w:r w:rsidRPr="00EA36AE">
        <w:tab/>
      </w:r>
      <w:r w:rsidRPr="00EA36AE">
        <w:tab/>
        <w:t>ECE/TRANS/WP.29/2019/123</w:t>
      </w:r>
    </w:p>
    <w:p w14:paraId="05BF9768" w14:textId="79F7E9D3" w:rsidR="007C6E24" w:rsidRPr="00EA36AE" w:rsidRDefault="007C6E24" w:rsidP="007C6E24">
      <w:pPr>
        <w:pStyle w:val="SingleTxtG"/>
      </w:pPr>
      <w:r>
        <w:lastRenderedPageBreak/>
        <w:t>1</w:t>
      </w:r>
      <w:r w:rsidR="00EB2C4F">
        <w:t>3</w:t>
      </w:r>
      <w:r w:rsidR="00F436EA">
        <w:t>3</w:t>
      </w:r>
      <w:r w:rsidRPr="00EA36AE">
        <w:t>.</w:t>
      </w:r>
      <w:r w:rsidRPr="00EA36AE">
        <w:tab/>
        <w:t>The representative of the Republic of Korea reported on the progress of IWG on Panoramic Sunroof Glazing (PSG) in developing an amendment to UN GTR No.</w:t>
      </w:r>
      <w:r w:rsidR="00887BFC">
        <w:t> </w:t>
      </w:r>
      <w:r w:rsidRPr="00EA36AE">
        <w:t xml:space="preserve">6. </w:t>
      </w:r>
    </w:p>
    <w:p w14:paraId="222021DD" w14:textId="3AC442D7" w:rsidR="007C6E24" w:rsidRPr="00EA36AE" w:rsidRDefault="007C6E24" w:rsidP="007C6E24">
      <w:pPr>
        <w:pStyle w:val="SingleTxtG"/>
      </w:pPr>
      <w:r>
        <w:t>1</w:t>
      </w:r>
      <w:r w:rsidR="00EB2C4F">
        <w:t>3</w:t>
      </w:r>
      <w:r w:rsidR="00F436EA">
        <w:t>4</w:t>
      </w:r>
      <w:r w:rsidRPr="00EA36AE">
        <w:t>.</w:t>
      </w:r>
      <w:r w:rsidRPr="00EA36AE">
        <w:tab/>
        <w:t xml:space="preserve">AC.3 noted that IWG was developing a draft Mutual Resolution No. [4] </w:t>
      </w:r>
      <w:r>
        <w:t xml:space="preserve">on </w:t>
      </w:r>
      <w:r w:rsidRPr="00EA36AE">
        <w:t xml:space="preserve">the ceramic printed areas </w:t>
      </w:r>
      <w:r>
        <w:t xml:space="preserve">under </w:t>
      </w:r>
      <w:r w:rsidRPr="00EA36AE">
        <w:t>the mandate, as amendments to the UN GTR No.</w:t>
      </w:r>
      <w:r w:rsidR="00887BFC">
        <w:t> </w:t>
      </w:r>
      <w:r w:rsidRPr="00EA36AE">
        <w:t>6 were considered premature.</w:t>
      </w:r>
    </w:p>
    <w:p w14:paraId="45BFCDC9" w14:textId="73666362" w:rsidR="007C6E24" w:rsidRPr="00EA36AE" w:rsidRDefault="007C6E24" w:rsidP="007C6E24">
      <w:pPr>
        <w:pStyle w:val="SingleTxtG"/>
      </w:pPr>
      <w:r>
        <w:t>1</w:t>
      </w:r>
      <w:r w:rsidR="00EB2C4F">
        <w:t>3</w:t>
      </w:r>
      <w:r w:rsidR="00F436EA">
        <w:t>5</w:t>
      </w:r>
      <w:r w:rsidRPr="00EA36AE">
        <w:t>.</w:t>
      </w:r>
      <w:r w:rsidRPr="00EA36AE">
        <w:tab/>
        <w:t xml:space="preserve">The representative </w:t>
      </w:r>
      <w:r>
        <w:t xml:space="preserve">also </w:t>
      </w:r>
      <w:r w:rsidRPr="00EA36AE">
        <w:t xml:space="preserve">introduced ECE/TRANS/WP.29/2019/123, </w:t>
      </w:r>
      <w:r>
        <w:t xml:space="preserve">which is </w:t>
      </w:r>
      <w:r w:rsidRPr="00EA36AE">
        <w:t>the request for authorization to develop an amendment to UN GTR No.6 on Safety Glazing. He explained that the authorization included the proposal for an amendment to exempt, in Zone</w:t>
      </w:r>
      <w:r>
        <w:t> </w:t>
      </w:r>
      <w:r w:rsidRPr="00EA36AE">
        <w:t>I, the possible opaque obscuration in the test area on the windscreen of Categor</w:t>
      </w:r>
      <w:r>
        <w:t>ies</w:t>
      </w:r>
      <w:r w:rsidRPr="00EA36AE">
        <w:t xml:space="preserve"> 1-2 and 2 vehicles</w:t>
      </w:r>
      <w:r>
        <w:t>,</w:t>
      </w:r>
      <w:r w:rsidRPr="00EA36AE">
        <w:t xml:space="preserve"> which was used for installing devices such as rain-drop sensor, inside mirror or autonomous vehicle sensors.</w:t>
      </w:r>
    </w:p>
    <w:p w14:paraId="6A468231" w14:textId="2B59C967" w:rsidR="007C6E24" w:rsidRPr="00EA36AE" w:rsidRDefault="007C6E24" w:rsidP="007C6E24">
      <w:pPr>
        <w:pStyle w:val="SingleTxtG"/>
      </w:pPr>
      <w:r>
        <w:t>1</w:t>
      </w:r>
      <w:r w:rsidR="00EB2C4F">
        <w:t>3</w:t>
      </w:r>
      <w:r w:rsidR="00F436EA">
        <w:t>6</w:t>
      </w:r>
      <w:r w:rsidRPr="00EA36AE">
        <w:t>.</w:t>
      </w:r>
      <w:r w:rsidRPr="00EA36AE">
        <w:tab/>
        <w:t xml:space="preserve">AC.3 adopted ECE/TRANS/WP.29/2019/123 and requested the secretariat to prepare the corresponding AC.3 document. </w:t>
      </w:r>
    </w:p>
    <w:p w14:paraId="2DFD7A67" w14:textId="79E6583E" w:rsidR="007C6E24" w:rsidRPr="00EA36AE" w:rsidRDefault="007C6E24" w:rsidP="007C6E24">
      <w:pPr>
        <w:pStyle w:val="H1G"/>
      </w:pPr>
      <w:r w:rsidRPr="00EA36AE">
        <w:tab/>
        <w:t>G.</w:t>
      </w:r>
      <w:r w:rsidRPr="00EA36AE">
        <w:tab/>
        <w:t>UN GTR No. 7 (Head restraints) (agenda item 19.7)</w:t>
      </w:r>
    </w:p>
    <w:p w14:paraId="704D8AC5" w14:textId="77777777" w:rsidR="007C6E24" w:rsidRPr="00EA36AE" w:rsidRDefault="007C6E24" w:rsidP="007C6E24">
      <w:pPr>
        <w:pStyle w:val="SingleTxtG"/>
        <w:spacing w:after="0"/>
        <w:ind w:left="1138" w:right="1138"/>
      </w:pPr>
      <w:r w:rsidRPr="00EA36AE">
        <w:rPr>
          <w:i/>
        </w:rPr>
        <w:t>Documentation</w:t>
      </w:r>
      <w:r w:rsidRPr="00EA36AE">
        <w:t>:</w:t>
      </w:r>
      <w:r w:rsidRPr="00EA36AE">
        <w:tab/>
        <w:t>ECE/TRANS/WP.29/2014/86</w:t>
      </w:r>
    </w:p>
    <w:p w14:paraId="69D1A119" w14:textId="77777777" w:rsidR="007C6E24" w:rsidRPr="00EA36AE" w:rsidRDefault="007C6E24" w:rsidP="007C6E24">
      <w:pPr>
        <w:pStyle w:val="SingleTxtG"/>
        <w:spacing w:after="0"/>
        <w:ind w:left="1138" w:right="1138"/>
        <w:rPr>
          <w:iCs/>
        </w:rPr>
      </w:pPr>
      <w:r w:rsidRPr="00EA36AE">
        <w:rPr>
          <w:i/>
        </w:rPr>
        <w:tab/>
      </w:r>
      <w:r w:rsidRPr="00EA36AE">
        <w:rPr>
          <w:i/>
        </w:rPr>
        <w:tab/>
      </w:r>
      <w:r w:rsidRPr="00EA36AE">
        <w:rPr>
          <w:i/>
        </w:rPr>
        <w:tab/>
      </w:r>
      <w:r w:rsidRPr="00EA36AE">
        <w:rPr>
          <w:iCs/>
        </w:rPr>
        <w:t>ECE/TRANS/WP.29/2012/34</w:t>
      </w:r>
    </w:p>
    <w:p w14:paraId="2A1E2DE6" w14:textId="77777777" w:rsidR="007C6E24" w:rsidRPr="00EA36AE" w:rsidRDefault="007C6E24" w:rsidP="007C6E24">
      <w:pPr>
        <w:pStyle w:val="SingleTxtG"/>
        <w:spacing w:after="0"/>
        <w:ind w:left="2272" w:right="1138" w:firstLine="563"/>
      </w:pPr>
      <w:r w:rsidRPr="00EA36AE">
        <w:t>ECE/TRANS/WP.29/2011/86</w:t>
      </w:r>
    </w:p>
    <w:p w14:paraId="62D3A705" w14:textId="77777777" w:rsidR="007C6E24" w:rsidRPr="00EA36AE" w:rsidRDefault="007C6E24" w:rsidP="007C6E24">
      <w:pPr>
        <w:pStyle w:val="SingleTxtG"/>
        <w:spacing w:after="0"/>
        <w:ind w:left="1138" w:right="1138"/>
      </w:pPr>
      <w:r w:rsidRPr="00EA36AE">
        <w:rPr>
          <w:i/>
        </w:rPr>
        <w:tab/>
      </w:r>
      <w:r w:rsidRPr="00EA36AE">
        <w:rPr>
          <w:i/>
        </w:rPr>
        <w:tab/>
      </w:r>
      <w:r w:rsidRPr="00EA36AE">
        <w:rPr>
          <w:i/>
        </w:rPr>
        <w:tab/>
      </w:r>
      <w:r w:rsidRPr="00EA36AE">
        <w:t>ECE/TRANS/WP.29/2010/136</w:t>
      </w:r>
    </w:p>
    <w:p w14:paraId="6CBB5C2E" w14:textId="77777777" w:rsidR="007C6E24" w:rsidRPr="00EA36AE" w:rsidRDefault="007C6E24" w:rsidP="007C6E24">
      <w:pPr>
        <w:pStyle w:val="SingleTxtG"/>
        <w:ind w:left="1138" w:right="1138"/>
      </w:pPr>
      <w:r w:rsidRPr="00EA36AE">
        <w:tab/>
      </w:r>
      <w:r w:rsidRPr="00EA36AE">
        <w:tab/>
      </w:r>
      <w:r w:rsidRPr="00EA36AE">
        <w:tab/>
        <w:t>ECE/TRANS/WP.29/AC.3/25 and Rev.1</w:t>
      </w:r>
    </w:p>
    <w:p w14:paraId="6ACC4A18" w14:textId="39FF9B57" w:rsidR="007C6E24" w:rsidRPr="00EA36AE" w:rsidRDefault="007C6E24" w:rsidP="007C6E24">
      <w:pPr>
        <w:pStyle w:val="SingleTxtG"/>
      </w:pPr>
      <w:r>
        <w:t>1</w:t>
      </w:r>
      <w:r w:rsidR="00EB2C4F">
        <w:t>3</w:t>
      </w:r>
      <w:r w:rsidR="00F436EA">
        <w:t>7</w:t>
      </w:r>
      <w:r w:rsidRPr="00EA36AE">
        <w:t>.</w:t>
      </w:r>
      <w:r w:rsidRPr="00EA36AE">
        <w:tab/>
        <w:t>The representative of Japan, as technical sponsor, reported on the progress of IWG on Phase 2 of UN GTR No.</w:t>
      </w:r>
      <w:r w:rsidR="00887BFC">
        <w:t> </w:t>
      </w:r>
      <w:r w:rsidRPr="00EA36AE">
        <w:t>7 on head restraints. He explained that IWG had proposed an advanced proposal that removed several square brackets and</w:t>
      </w:r>
      <w:r>
        <w:t>,</w:t>
      </w:r>
      <w:r w:rsidRPr="00EA36AE">
        <w:t xml:space="preserve"> therefore</w:t>
      </w:r>
      <w:r>
        <w:t>,</w:t>
      </w:r>
      <w:r w:rsidRPr="00EA36AE">
        <w:t xml:space="preserve"> </w:t>
      </w:r>
      <w:r>
        <w:t xml:space="preserve">had </w:t>
      </w:r>
      <w:r w:rsidRPr="00EA36AE">
        <w:t xml:space="preserve">solved the main issues. He added that the draft amendment would introduce injury criteria focusing on Neck Injury Criteria (NIC), namely upper and lower neck flexion and extension and the procedure for establishing the height of the head restraint based on head contact. He concluded that the proposal would be further discussed at the December 2019 session of GRSP and complemented by the final status report. </w:t>
      </w:r>
    </w:p>
    <w:p w14:paraId="3A435E73" w14:textId="6B98B0AE" w:rsidR="007C6E24" w:rsidRPr="00EA36AE" w:rsidRDefault="007C6E24" w:rsidP="007C6E24">
      <w:pPr>
        <w:pStyle w:val="SingleTxtG"/>
      </w:pPr>
      <w:r>
        <w:t>1</w:t>
      </w:r>
      <w:r w:rsidR="00EB2C4F">
        <w:t>3</w:t>
      </w:r>
      <w:r w:rsidR="00F436EA">
        <w:t>8</w:t>
      </w:r>
      <w:r w:rsidRPr="00EA36AE">
        <w:t>.</w:t>
      </w:r>
      <w:r w:rsidRPr="00EA36AE">
        <w:tab/>
        <w:t xml:space="preserve">The representative </w:t>
      </w:r>
      <w:r>
        <w:t xml:space="preserve">of </w:t>
      </w:r>
      <w:r w:rsidRPr="00EA36AE">
        <w:t>the United Kingdom explained that a proposal to amend M</w:t>
      </w:r>
      <w:r>
        <w:t xml:space="preserve">utual </w:t>
      </w:r>
      <w:r w:rsidRPr="00EA36AE">
        <w:t>R</w:t>
      </w:r>
      <w:r>
        <w:t>esolution No.</w:t>
      </w:r>
      <w:r w:rsidR="00887BFC">
        <w:t> </w:t>
      </w:r>
      <w:r w:rsidRPr="00EA36AE">
        <w:t xml:space="preserve">1 would incorporate drawings and specifications of the </w:t>
      </w:r>
      <w:proofErr w:type="spellStart"/>
      <w:r w:rsidRPr="00EA36AE">
        <w:t>Biofidelic</w:t>
      </w:r>
      <w:proofErr w:type="spellEnd"/>
      <w:r w:rsidRPr="00EA36AE">
        <w:t xml:space="preserve"> Rear Impact Dummy. However, he indicated that the major challenge was the legal issue of copyright infringement concerning the above-mentioned specifications and consequent limitation of their public usage. He concluded by announcing that work would continue in close cooperation with the secretariat and with the dummy manufacturer to devise a disclaimer text, that would be removed from the drawings once the amendment was adopted by WP.29 and AC.3.</w:t>
      </w:r>
    </w:p>
    <w:p w14:paraId="458B32A0" w14:textId="482289F9" w:rsidR="007C6E24" w:rsidRPr="00EA36AE" w:rsidRDefault="007C6E24" w:rsidP="007C6E24">
      <w:pPr>
        <w:pStyle w:val="H1G"/>
      </w:pPr>
      <w:r w:rsidRPr="00EA36AE">
        <w:rPr>
          <w:color w:val="000000"/>
        </w:rPr>
        <w:tab/>
        <w:t>H.</w:t>
      </w:r>
      <w:r w:rsidRPr="00EA36AE">
        <w:rPr>
          <w:color w:val="000000"/>
        </w:rPr>
        <w:tab/>
      </w:r>
      <w:r w:rsidRPr="00EA36AE">
        <w:t xml:space="preserve">UN GTR No. 8 (Electronic stability control systems (ESC)) </w:t>
      </w:r>
      <w:r w:rsidR="00F00942">
        <w:br/>
      </w:r>
      <w:r w:rsidRPr="00EA36AE">
        <w:t>(agenda item 19.8)</w:t>
      </w:r>
    </w:p>
    <w:p w14:paraId="0821FD98" w14:textId="143E866E" w:rsidR="007C6E24" w:rsidRPr="00EA36AE" w:rsidRDefault="007C6E24" w:rsidP="007C6E24">
      <w:pPr>
        <w:pStyle w:val="SingleTxtG"/>
      </w:pPr>
      <w:r>
        <w:t>1</w:t>
      </w:r>
      <w:r w:rsidR="00EB2C4F">
        <w:t>3</w:t>
      </w:r>
      <w:r w:rsidR="00F436EA">
        <w:t>9</w:t>
      </w:r>
      <w:r w:rsidRPr="00EA36AE">
        <w:t>.</w:t>
      </w:r>
      <w:r w:rsidRPr="00EA36AE">
        <w:tab/>
        <w:t xml:space="preserve">The representative of the Republic of Korea recalled that, at the fourth session of GRVA, discussions had begun for the Sine </w:t>
      </w:r>
      <w:r w:rsidR="00887BFC" w:rsidRPr="00632883">
        <w:t>"</w:t>
      </w:r>
      <w:r w:rsidRPr="00EA36AE">
        <w:t>with Dwell</w:t>
      </w:r>
      <w:r w:rsidR="00887BFC" w:rsidRPr="00632883">
        <w:t>"</w:t>
      </w:r>
      <w:r w:rsidRPr="00EA36AE">
        <w:t xml:space="preserve"> series test of vehicle directional stability performance in UN Regulation No.</w:t>
      </w:r>
      <w:r w:rsidR="00887BFC">
        <w:t> </w:t>
      </w:r>
      <w:r w:rsidRPr="00EA36AE">
        <w:t>140 (ESC) as well as in UN GTR No.</w:t>
      </w:r>
      <w:r w:rsidR="00887BFC">
        <w:t> </w:t>
      </w:r>
      <w:r w:rsidRPr="00EA36AE">
        <w:t xml:space="preserve">8 (ESC). He confirmed that </w:t>
      </w:r>
      <w:r>
        <w:t xml:space="preserve">Republic of </w:t>
      </w:r>
      <w:r w:rsidRPr="00704144">
        <w:t>Korea</w:t>
      </w:r>
      <w:r w:rsidRPr="00EA36AE">
        <w:t xml:space="preserve"> would prepare a request for authorization to amend GTR No.</w:t>
      </w:r>
      <w:r w:rsidR="00887BFC">
        <w:t> </w:t>
      </w:r>
      <w:r w:rsidRPr="00EA36AE">
        <w:t>8 for the next AC.3 session.</w:t>
      </w:r>
    </w:p>
    <w:p w14:paraId="1B0A5F0D" w14:textId="77777777" w:rsidR="007C6E24" w:rsidRPr="00EA36AE" w:rsidRDefault="007C6E24" w:rsidP="007C6E24">
      <w:pPr>
        <w:pStyle w:val="H1G"/>
        <w:rPr>
          <w:bCs/>
        </w:rPr>
      </w:pPr>
      <w:r w:rsidRPr="00EA36AE">
        <w:rPr>
          <w:color w:val="000000"/>
        </w:rPr>
        <w:tab/>
        <w:t>I.</w:t>
      </w:r>
      <w:r w:rsidRPr="00EA36AE">
        <w:rPr>
          <w:color w:val="000000"/>
        </w:rPr>
        <w:tab/>
        <w:t>UN GTR No. 9 (Pedestrian safety) (agenda item 19.9)</w:t>
      </w:r>
    </w:p>
    <w:p w14:paraId="77ED3D5A" w14:textId="77777777" w:rsidR="007C6E24" w:rsidRPr="00AC78C0" w:rsidRDefault="007C6E24" w:rsidP="007C6E24">
      <w:pPr>
        <w:pStyle w:val="SingleTxtG"/>
        <w:spacing w:after="0"/>
        <w:ind w:left="1138" w:right="1138"/>
      </w:pPr>
      <w:r w:rsidRPr="00AC78C0">
        <w:rPr>
          <w:i/>
        </w:rPr>
        <w:t>Documentation</w:t>
      </w:r>
      <w:r w:rsidRPr="00AC78C0">
        <w:t>:</w:t>
      </w:r>
      <w:r w:rsidRPr="00AC78C0">
        <w:tab/>
        <w:t>ECE/TRANS/WP.29/AC.3/31</w:t>
      </w:r>
    </w:p>
    <w:p w14:paraId="63579869" w14:textId="77777777" w:rsidR="007C6E24" w:rsidRPr="00EA36AE" w:rsidRDefault="007C6E24" w:rsidP="007C6E24">
      <w:pPr>
        <w:pStyle w:val="SingleTxtG"/>
        <w:spacing w:after="0"/>
        <w:ind w:left="1138" w:right="1138"/>
      </w:pPr>
      <w:r w:rsidRPr="00AC78C0">
        <w:tab/>
      </w:r>
      <w:r w:rsidRPr="00AC78C0">
        <w:tab/>
      </w:r>
      <w:r w:rsidRPr="00AC78C0">
        <w:tab/>
      </w:r>
      <w:r w:rsidRPr="00EA36AE">
        <w:t>ECE/TRANS/WP.29/GRSP/2012/2</w:t>
      </w:r>
    </w:p>
    <w:p w14:paraId="327ED195" w14:textId="77777777" w:rsidR="007C6E24" w:rsidRPr="00EA36AE" w:rsidRDefault="007C6E24" w:rsidP="007C6E24">
      <w:pPr>
        <w:pStyle w:val="SingleTxtG"/>
        <w:spacing w:after="0"/>
        <w:ind w:left="2272" w:right="1138" w:firstLine="563"/>
      </w:pPr>
      <w:r w:rsidRPr="00EA36AE">
        <w:t>ECE/TRANS/WP.29/GRSP/2014/5</w:t>
      </w:r>
    </w:p>
    <w:p w14:paraId="463B0803" w14:textId="77777777" w:rsidR="007C6E24" w:rsidRPr="00EA36AE" w:rsidRDefault="007C6E24" w:rsidP="007C6E24">
      <w:pPr>
        <w:pStyle w:val="SingleTxtG"/>
        <w:spacing w:after="0"/>
        <w:ind w:left="2275" w:right="1138" w:firstLine="562"/>
      </w:pPr>
      <w:r w:rsidRPr="00EA36AE">
        <w:t>ECE/TRANS/WP.29/AC.3/45</w:t>
      </w:r>
    </w:p>
    <w:p w14:paraId="61AF2E7C" w14:textId="77777777" w:rsidR="007C6E24" w:rsidRPr="00EA36AE" w:rsidRDefault="007C6E24" w:rsidP="007C6E24">
      <w:pPr>
        <w:pStyle w:val="SingleTxtG"/>
        <w:ind w:left="2272" w:right="1138" w:firstLine="563"/>
      </w:pPr>
      <w:r w:rsidRPr="00EA36AE">
        <w:t>ECE/TRANS/WP.29/AC.3/45/Rev.1</w:t>
      </w:r>
      <w:r w:rsidRPr="00EA36AE">
        <w:br/>
      </w:r>
      <w:r w:rsidRPr="00EA36AE">
        <w:tab/>
        <w:t>ECE/TRANS/WP.29/2018/162</w:t>
      </w:r>
    </w:p>
    <w:p w14:paraId="18972B42" w14:textId="50E7AB2F" w:rsidR="007C6E24" w:rsidRPr="00EA36AE" w:rsidRDefault="007C6E24" w:rsidP="007C6E24">
      <w:pPr>
        <w:pStyle w:val="SingleTxtG"/>
        <w:ind w:right="1140"/>
      </w:pPr>
      <w:r>
        <w:lastRenderedPageBreak/>
        <w:t>1</w:t>
      </w:r>
      <w:r w:rsidR="00F436EA">
        <w:t>40</w:t>
      </w:r>
      <w:r w:rsidRPr="00EA36AE">
        <w:t>.</w:t>
      </w:r>
      <w:r w:rsidRPr="00EA36AE">
        <w:tab/>
        <w:t>The expert of the Republic of Korea informed AC.3 about the progress of IWG-DPPS. He stated that the fifth meeting of IWG-DPPS had been held in London in September 2019. He announced that the group was about to start drafting amendments, based on a proposed structure that was still under consideration and that a next IWG meeting was scheduled in March 2020 in Sweden.</w:t>
      </w:r>
    </w:p>
    <w:p w14:paraId="7A633F24" w14:textId="77777777" w:rsidR="007C6E24" w:rsidRPr="00EA36AE" w:rsidRDefault="007C6E24" w:rsidP="007C6E24">
      <w:pPr>
        <w:pStyle w:val="H1G"/>
      </w:pPr>
      <w:r w:rsidRPr="00EA36AE">
        <w:rPr>
          <w:color w:val="000000"/>
        </w:rPr>
        <w:tab/>
        <w:t>J.</w:t>
      </w:r>
      <w:r w:rsidRPr="00EA36AE">
        <w:rPr>
          <w:color w:val="000000"/>
        </w:rPr>
        <w:tab/>
      </w:r>
      <w:r w:rsidRPr="00EA36AE">
        <w:t>UN GTR No. 10 (Off-cycle emissions (OCE)) (agenda item 19.10)</w:t>
      </w:r>
    </w:p>
    <w:p w14:paraId="4C7A42CF" w14:textId="07C52C70" w:rsidR="007C6E24" w:rsidRPr="00EA36AE" w:rsidRDefault="007C6E24" w:rsidP="007C6E24">
      <w:pPr>
        <w:ind w:left="1134" w:right="1134"/>
        <w:jc w:val="both"/>
      </w:pPr>
      <w:r>
        <w:t>1</w:t>
      </w:r>
      <w:r w:rsidR="00EB2C4F">
        <w:t>4</w:t>
      </w:r>
      <w:r w:rsidR="00F436EA">
        <w:t>1</w:t>
      </w:r>
      <w:r w:rsidRPr="00EA36AE">
        <w:t>.</w:t>
      </w:r>
      <w:r w:rsidRPr="00EA36AE">
        <w:tab/>
        <w:t>No new information was provided under this agenda item. AC.3 agreed to keep this agenda item until new proposal would be submitted.</w:t>
      </w:r>
    </w:p>
    <w:p w14:paraId="0961ED6C" w14:textId="77777777" w:rsidR="007C6E24" w:rsidRPr="00EA36AE" w:rsidRDefault="007C6E24" w:rsidP="007C6E24">
      <w:pPr>
        <w:pStyle w:val="H1G"/>
      </w:pPr>
      <w:r w:rsidRPr="00EA36AE">
        <w:rPr>
          <w:color w:val="000000"/>
        </w:rPr>
        <w:tab/>
        <w:t>K.</w:t>
      </w:r>
      <w:r w:rsidRPr="00EA36AE">
        <w:rPr>
          <w:color w:val="000000"/>
        </w:rPr>
        <w:tab/>
      </w:r>
      <w:r w:rsidRPr="00EA36AE">
        <w:t>UN GTR No. 11 (Agricultural and forestry tractors and non-road mobile machinery emission test procedures) (agenda item 19.11)</w:t>
      </w:r>
    </w:p>
    <w:p w14:paraId="0CDE0322" w14:textId="51FBB1C5" w:rsidR="007C6E24" w:rsidRPr="00EA36AE" w:rsidRDefault="007C6E24" w:rsidP="007C6E24">
      <w:pPr>
        <w:ind w:left="1134" w:right="1134"/>
        <w:jc w:val="both"/>
      </w:pPr>
      <w:r>
        <w:t>1</w:t>
      </w:r>
      <w:r w:rsidR="00EB2C4F">
        <w:t>4</w:t>
      </w:r>
      <w:r w:rsidR="00F436EA">
        <w:t>2</w:t>
      </w:r>
      <w:r w:rsidRPr="00EA36AE">
        <w:t>.</w:t>
      </w:r>
      <w:r w:rsidRPr="00EA36AE">
        <w:tab/>
        <w:t>No new information was provided under this agenda item. AC.3 agreed to keep this agenda item until new proposal would be submitted.</w:t>
      </w:r>
    </w:p>
    <w:p w14:paraId="3C2AD9FC" w14:textId="77777777" w:rsidR="007C6E24" w:rsidRPr="00EA36AE" w:rsidRDefault="007C6E24" w:rsidP="007C6E24">
      <w:pPr>
        <w:pStyle w:val="H1G"/>
      </w:pPr>
      <w:r w:rsidRPr="00EA36AE">
        <w:rPr>
          <w:color w:val="000000"/>
        </w:rPr>
        <w:tab/>
        <w:t>L.</w:t>
      </w:r>
      <w:r w:rsidRPr="00EA36AE">
        <w:rPr>
          <w:color w:val="000000"/>
        </w:rPr>
        <w:tab/>
      </w:r>
      <w:r w:rsidRPr="00EA36AE">
        <w:t>UN GTR No. 12 (Motorcycle Controls, Tell-tales and Indicators) (agenda item 19.12)</w:t>
      </w:r>
    </w:p>
    <w:p w14:paraId="52F97FF2" w14:textId="02928735" w:rsidR="007C6E24" w:rsidRPr="00EA36AE" w:rsidRDefault="007C6E24" w:rsidP="007C6E24">
      <w:pPr>
        <w:ind w:left="1134" w:right="1134"/>
        <w:jc w:val="both"/>
      </w:pPr>
      <w:r>
        <w:t>1</w:t>
      </w:r>
      <w:r w:rsidR="00EB2C4F">
        <w:t>4</w:t>
      </w:r>
      <w:r w:rsidR="00F436EA">
        <w:t>3</w:t>
      </w:r>
      <w:r w:rsidRPr="00EA36AE">
        <w:t>.</w:t>
      </w:r>
      <w:r w:rsidRPr="00EA36AE">
        <w:tab/>
        <w:t>No new information was provided under this agenda item. AC.3 agreed to keep this agenda item until new proposal would be submitted.</w:t>
      </w:r>
    </w:p>
    <w:p w14:paraId="48AE5A3A" w14:textId="77777777" w:rsidR="007C6E24" w:rsidRPr="00EA36AE" w:rsidRDefault="007C6E24" w:rsidP="007C6E24">
      <w:pPr>
        <w:pStyle w:val="H1G"/>
      </w:pPr>
      <w:r w:rsidRPr="00EA36AE">
        <w:rPr>
          <w:color w:val="000000"/>
        </w:rPr>
        <w:tab/>
        <w:t>M.</w:t>
      </w:r>
      <w:r w:rsidRPr="00EA36AE">
        <w:rPr>
          <w:color w:val="000000"/>
        </w:rPr>
        <w:tab/>
      </w:r>
      <w:r w:rsidRPr="00EA36AE">
        <w:t>UN GTR No. 13 (Hydrogen and Fuel Cell Vehicles (HFCV) – Phase 2) (agenda item 19.13)</w:t>
      </w:r>
    </w:p>
    <w:p w14:paraId="63C851D0" w14:textId="77777777" w:rsidR="007C6E24" w:rsidRPr="00EA36AE" w:rsidRDefault="007C6E24" w:rsidP="007C6E24">
      <w:pPr>
        <w:pStyle w:val="SingleTxtG"/>
        <w:ind w:left="1138" w:right="1138"/>
      </w:pPr>
      <w:r w:rsidRPr="00EA36AE">
        <w:rPr>
          <w:i/>
        </w:rPr>
        <w:t>Documentation</w:t>
      </w:r>
      <w:r w:rsidRPr="00EA36AE">
        <w:t>:</w:t>
      </w:r>
      <w:r w:rsidRPr="00EA36AE">
        <w:tab/>
        <w:t>ECE/TRANS/WP.29/AC.3/49</w:t>
      </w:r>
    </w:p>
    <w:p w14:paraId="16F7843D" w14:textId="54859165" w:rsidR="007C6E24" w:rsidRPr="00EA36AE" w:rsidRDefault="007C6E24" w:rsidP="007C6E24">
      <w:pPr>
        <w:pStyle w:val="SingleTxtG"/>
      </w:pPr>
      <w:r>
        <w:t>1</w:t>
      </w:r>
      <w:r w:rsidR="00EB2C4F">
        <w:t>4</w:t>
      </w:r>
      <w:r w:rsidR="00F436EA">
        <w:t>4</w:t>
      </w:r>
      <w:r w:rsidRPr="00EA36AE">
        <w:t>.</w:t>
      </w:r>
      <w:r w:rsidRPr="00EA36AE">
        <w:tab/>
      </w:r>
      <w:r w:rsidRPr="00EA36AE">
        <w:rPr>
          <w:color w:val="000000"/>
        </w:rPr>
        <w:t xml:space="preserve">The representative of the United States of America, on behalf of the Chair of </w:t>
      </w:r>
      <w:r w:rsidR="00312AAE">
        <w:rPr>
          <w:color w:val="000000"/>
        </w:rPr>
        <w:t>IWG</w:t>
      </w:r>
      <w:r w:rsidRPr="00EA36AE">
        <w:rPr>
          <w:color w:val="000000"/>
        </w:rPr>
        <w:t xml:space="preserve"> on EVS UN GTR No.</w:t>
      </w:r>
      <w:r w:rsidR="00887BFC">
        <w:rPr>
          <w:color w:val="000000"/>
        </w:rPr>
        <w:t> </w:t>
      </w:r>
      <w:r w:rsidRPr="00EA36AE">
        <w:rPr>
          <w:color w:val="000000"/>
        </w:rPr>
        <w:t xml:space="preserve">13, Phase 2 and of GRSP, informed AC.3 on the progress of the group. </w:t>
      </w:r>
      <w:r w:rsidRPr="00EA36AE">
        <w:t xml:space="preserve">She reported on </w:t>
      </w:r>
      <w:r w:rsidR="00312AAE">
        <w:t>IWG</w:t>
      </w:r>
      <w:r w:rsidRPr="00EA36AE">
        <w:t xml:space="preserve"> meeting that </w:t>
      </w:r>
      <w:r>
        <w:t xml:space="preserve">had been </w:t>
      </w:r>
      <w:r w:rsidRPr="00EA36AE">
        <w:t>held from 6 to 9 November 2019, in Stuttgart, Germany. She stated that</w:t>
      </w:r>
      <w:r>
        <w:t>,</w:t>
      </w:r>
      <w:r w:rsidRPr="00EA36AE">
        <w:t xml:space="preserve"> under Phase 2 of the UN GTR, the task forces and subgroups of IWG were working on issues such as exten</w:t>
      </w:r>
      <w:r>
        <w:t>ding</w:t>
      </w:r>
      <w:r w:rsidRPr="00EA36AE">
        <w:t xml:space="preserve"> the scope of the UN GTR to cover heavy-duty vehicles and buses, material compatibility, tank stress rupture, fire test parameters and further clarification of existing GTR test procedures. Overall, she added that IWG was on track, however, some items had proven to be more complex and challenging</w:t>
      </w:r>
      <w:r>
        <w:t>,</w:t>
      </w:r>
      <w:r w:rsidRPr="00EA36AE">
        <w:t xml:space="preserve"> and additional work may be necessary.</w:t>
      </w:r>
      <w:r w:rsidR="00407BE4">
        <w:t xml:space="preserve"> </w:t>
      </w:r>
      <w:r w:rsidRPr="00EA36AE">
        <w:t xml:space="preserve">She added, that task force work would </w:t>
      </w:r>
      <w:proofErr w:type="gramStart"/>
      <w:r w:rsidRPr="00EA36AE">
        <w:t>continue on</w:t>
      </w:r>
      <w:proofErr w:type="gramEnd"/>
      <w:r w:rsidRPr="00EA36AE">
        <w:t xml:space="preserve"> heavy duty vehicles and buses, fuelling receptacle requirements, fire tests and test procedure recommendations.</w:t>
      </w:r>
      <w:r w:rsidR="00407BE4">
        <w:t xml:space="preserve"> </w:t>
      </w:r>
      <w:r w:rsidRPr="00EA36AE">
        <w:t>In addition, subgroups were looking at issues such as initial burst pressure, material compatibility and humid gas stress corrosion cracking.</w:t>
      </w:r>
    </w:p>
    <w:p w14:paraId="3098CC50" w14:textId="77777777" w:rsidR="007C6E24" w:rsidRPr="0016767A" w:rsidRDefault="007C6E24" w:rsidP="007C6E24">
      <w:pPr>
        <w:pStyle w:val="H1G"/>
        <w:rPr>
          <w:color w:val="000000"/>
          <w:lang w:val="es-ES"/>
        </w:rPr>
      </w:pPr>
      <w:r w:rsidRPr="00EA36AE">
        <w:rPr>
          <w:color w:val="000000"/>
        </w:rPr>
        <w:tab/>
      </w:r>
      <w:r w:rsidRPr="0016767A">
        <w:rPr>
          <w:color w:val="000000"/>
          <w:lang w:val="es-ES"/>
        </w:rPr>
        <w:t>N.</w:t>
      </w:r>
      <w:r w:rsidRPr="0016767A">
        <w:rPr>
          <w:color w:val="000000"/>
          <w:lang w:val="es-ES"/>
        </w:rPr>
        <w:tab/>
        <w:t>UN GTR No. 14 (</w:t>
      </w:r>
      <w:r w:rsidRPr="006233AD">
        <w:rPr>
          <w:color w:val="000000"/>
        </w:rPr>
        <w:t>Pole Side Impact (PSI)) (agenda item 19.14</w:t>
      </w:r>
      <w:r w:rsidRPr="0016767A">
        <w:rPr>
          <w:color w:val="000000"/>
          <w:lang w:val="es-ES"/>
        </w:rPr>
        <w:t>)</w:t>
      </w:r>
    </w:p>
    <w:p w14:paraId="70E2DCB8" w14:textId="44D8E9FB" w:rsidR="007C6E24" w:rsidRPr="00EA36AE" w:rsidRDefault="007C6E24" w:rsidP="007C6E24">
      <w:pPr>
        <w:spacing w:after="120"/>
        <w:ind w:left="1134" w:right="1134"/>
        <w:jc w:val="both"/>
      </w:pPr>
      <w:r>
        <w:rPr>
          <w:color w:val="000000"/>
          <w:lang w:eastAsia="en-GB"/>
        </w:rPr>
        <w:t>1</w:t>
      </w:r>
      <w:r w:rsidR="00EB2C4F">
        <w:rPr>
          <w:color w:val="000000"/>
          <w:lang w:eastAsia="en-GB"/>
        </w:rPr>
        <w:t>4</w:t>
      </w:r>
      <w:r w:rsidR="00F436EA">
        <w:rPr>
          <w:color w:val="000000"/>
          <w:lang w:eastAsia="en-GB"/>
        </w:rPr>
        <w:t>5</w:t>
      </w:r>
      <w:r w:rsidRPr="00EA36AE">
        <w:rPr>
          <w:color w:val="000000"/>
          <w:lang w:eastAsia="en-GB"/>
        </w:rPr>
        <w:t>.</w:t>
      </w:r>
      <w:r w:rsidRPr="00EA36AE">
        <w:rPr>
          <w:color w:val="000000"/>
          <w:lang w:eastAsia="en-GB"/>
        </w:rPr>
        <w:tab/>
      </w:r>
      <w:r w:rsidRPr="00EA36AE">
        <w:t xml:space="preserve">AC.3 recalled the group’s discussions </w:t>
      </w:r>
      <w:r>
        <w:t xml:space="preserve">on </w:t>
      </w:r>
      <w:r w:rsidRPr="00EA36AE">
        <w:t xml:space="preserve">side impact dummies. He reminded AC.3 </w:t>
      </w:r>
      <w:r>
        <w:t xml:space="preserve">about </w:t>
      </w:r>
      <w:r w:rsidRPr="00EA36AE">
        <w:t>the vacant chairmanship of IWG on Harmonization of Side Impact Dummies. He further underlined that Technical Services</w:t>
      </w:r>
      <w:r>
        <w:t xml:space="preserve"> continued to</w:t>
      </w:r>
      <w:r w:rsidRPr="00EA36AE">
        <w:t xml:space="preserve"> lack the technical specifications and drawings of side impact dummies, which led to inconsistencies in the test results. Difficulties related to legal uncertainties </w:t>
      </w:r>
      <w:bookmarkStart w:id="79" w:name="_Hlk24363673"/>
      <w:r w:rsidRPr="00EA36AE">
        <w:t xml:space="preserve">due to copyright issues </w:t>
      </w:r>
      <w:r>
        <w:t xml:space="preserve">had been </w:t>
      </w:r>
      <w:r w:rsidRPr="00EA36AE">
        <w:t xml:space="preserve">recently solved for the </w:t>
      </w:r>
      <w:proofErr w:type="spellStart"/>
      <w:r w:rsidRPr="00EA36AE">
        <w:t>FlexPLI</w:t>
      </w:r>
      <w:proofErr w:type="spellEnd"/>
      <w:r w:rsidRPr="00EA36AE">
        <w:t xml:space="preserve"> (see para</w:t>
      </w:r>
      <w:r>
        <w:t>.</w:t>
      </w:r>
      <w:r w:rsidR="00887BFC">
        <w:t> </w:t>
      </w:r>
      <w:r w:rsidR="00EB2C4F" w:rsidRPr="00700800">
        <w:t>15</w:t>
      </w:r>
      <w:r w:rsidR="00F436EA" w:rsidRPr="00700800">
        <w:t>8</w:t>
      </w:r>
      <w:r w:rsidRPr="00EA36AE">
        <w:t xml:space="preserve"> </w:t>
      </w:r>
      <w:r w:rsidR="00EB2C4F">
        <w:t>below</w:t>
      </w:r>
      <w:r w:rsidRPr="00EA36AE">
        <w:t xml:space="preserve">) and a similar approach was envisaged for other dummies. </w:t>
      </w:r>
      <w:bookmarkEnd w:id="79"/>
    </w:p>
    <w:p w14:paraId="4A3A7FDF" w14:textId="77777777" w:rsidR="007C6E24" w:rsidRPr="00EA36AE" w:rsidRDefault="007C6E24" w:rsidP="007C6E24">
      <w:pPr>
        <w:pStyle w:val="H1G"/>
      </w:pPr>
      <w:r w:rsidRPr="00EA36AE">
        <w:rPr>
          <w:color w:val="000000"/>
        </w:rPr>
        <w:tab/>
        <w:t>O.</w:t>
      </w:r>
      <w:r w:rsidRPr="00EA36AE">
        <w:rPr>
          <w:color w:val="000000"/>
        </w:rPr>
        <w:tab/>
        <w:t xml:space="preserve">UN GTR No. 15 (Worldwide harmonized Light vehicle Test Procedures (WLTP) – Phase 2) </w:t>
      </w:r>
      <w:r w:rsidRPr="00EA36AE">
        <w:t>(agenda item 19.15)</w:t>
      </w:r>
    </w:p>
    <w:p w14:paraId="41485FC2" w14:textId="777E356F" w:rsidR="007C6E24" w:rsidRPr="0016767A" w:rsidRDefault="007C6E24" w:rsidP="007C6E24">
      <w:pPr>
        <w:pStyle w:val="SingleTxtG"/>
        <w:spacing w:after="0"/>
        <w:ind w:right="1138"/>
        <w:rPr>
          <w:iCs/>
          <w:lang w:val="fr-CH"/>
        </w:rPr>
      </w:pPr>
      <w:r w:rsidRPr="00EA36AE">
        <w:rPr>
          <w:b/>
          <w:color w:val="000000"/>
          <w:sz w:val="24"/>
        </w:rPr>
        <w:tab/>
      </w:r>
      <w:r w:rsidR="00407BE4" w:rsidRPr="00746BDA">
        <w:rPr>
          <w:i/>
        </w:rPr>
        <w:t>Documentation</w:t>
      </w:r>
      <w:r w:rsidRPr="0016767A">
        <w:rPr>
          <w:lang w:val="fr-CH"/>
        </w:rPr>
        <w:t>:</w:t>
      </w:r>
      <w:r w:rsidRPr="0016767A">
        <w:rPr>
          <w:lang w:val="fr-CH"/>
        </w:rPr>
        <w:tab/>
        <w:t>ECE/TRANS/WP.29/AC.3/39</w:t>
      </w:r>
    </w:p>
    <w:p w14:paraId="108E75D6" w14:textId="77777777" w:rsidR="007C6E24" w:rsidRPr="00EA36AE" w:rsidRDefault="007C6E24" w:rsidP="007C6E24">
      <w:pPr>
        <w:pStyle w:val="SingleTxtG"/>
        <w:ind w:left="2268" w:right="1138" w:firstLine="567"/>
      </w:pPr>
      <w:r w:rsidRPr="00EA36AE">
        <w:t>ECE/TRANS/WP.29/AC.3/44</w:t>
      </w:r>
    </w:p>
    <w:p w14:paraId="444B5CD9" w14:textId="6092EBE6" w:rsidR="007C6E24" w:rsidRPr="00EA36AE" w:rsidRDefault="007C6E24" w:rsidP="007C6E24">
      <w:pPr>
        <w:pStyle w:val="SingleTxtG"/>
      </w:pPr>
      <w:r>
        <w:lastRenderedPageBreak/>
        <w:t>1</w:t>
      </w:r>
      <w:r w:rsidR="00EB2C4F">
        <w:t>4</w:t>
      </w:r>
      <w:r w:rsidR="00F436EA">
        <w:t>6</w:t>
      </w:r>
      <w:r w:rsidRPr="00EA36AE">
        <w:t>.</w:t>
      </w:r>
      <w:r w:rsidRPr="00EA36AE">
        <w:tab/>
        <w:t xml:space="preserve">The representative of the EU updated AC.3 on the latest progress </w:t>
      </w:r>
      <w:r>
        <w:t xml:space="preserve">on </w:t>
      </w:r>
      <w:r w:rsidRPr="00EA36AE">
        <w:t>the development of UN GTR No.</w:t>
      </w:r>
      <w:r w:rsidR="00887BFC">
        <w:t> </w:t>
      </w:r>
      <w:r w:rsidRPr="00EA36AE">
        <w:t>15. He explained that IWG on WLTP was drafting Amendment</w:t>
      </w:r>
      <w:r w:rsidR="00887BFC">
        <w:t> </w:t>
      </w:r>
      <w:r w:rsidRPr="00EA36AE">
        <w:t>6 to UN</w:t>
      </w:r>
      <w:r w:rsidR="00407BE4">
        <w:t> </w:t>
      </w:r>
      <w:r w:rsidRPr="00EA36AE">
        <w:t>GTR No.</w:t>
      </w:r>
      <w:r w:rsidR="00887BFC">
        <w:t> </w:t>
      </w:r>
      <w:r w:rsidRPr="00EA36AE">
        <w:t xml:space="preserve">15, </w:t>
      </w:r>
      <w:r>
        <w:t xml:space="preserve">which </w:t>
      </w:r>
      <w:r w:rsidRPr="00EA36AE">
        <w:t>reflect</w:t>
      </w:r>
      <w:r>
        <w:t>ed</w:t>
      </w:r>
      <w:r w:rsidRPr="00EA36AE">
        <w:t xml:space="preserve"> some modifications made within the transposition of UN</w:t>
      </w:r>
      <w:r w:rsidR="00407BE4">
        <w:t> </w:t>
      </w:r>
      <w:r w:rsidRPr="00EA36AE">
        <w:t>GTR No.</w:t>
      </w:r>
      <w:r w:rsidR="00887BFC">
        <w:t> </w:t>
      </w:r>
      <w:r w:rsidRPr="00EA36AE">
        <w:t xml:space="preserve">15 into a UN Regulation. He stated this transposition process </w:t>
      </w:r>
      <w:r>
        <w:t xml:space="preserve">had taken </w:t>
      </w:r>
      <w:r w:rsidRPr="00EA36AE">
        <w:t xml:space="preserve">significant resources </w:t>
      </w:r>
      <w:r>
        <w:t xml:space="preserve">from </w:t>
      </w:r>
      <w:r w:rsidRPr="00EA36AE">
        <w:t>IWG on WLTP.</w:t>
      </w:r>
    </w:p>
    <w:p w14:paraId="1A35BCF6" w14:textId="77777777" w:rsidR="007C6E24" w:rsidRPr="0016767A" w:rsidRDefault="007C6E24" w:rsidP="007C6E24">
      <w:pPr>
        <w:pStyle w:val="H1G"/>
        <w:rPr>
          <w:lang w:val="es-ES"/>
        </w:rPr>
      </w:pPr>
      <w:r w:rsidRPr="00EA36AE">
        <w:rPr>
          <w:color w:val="000000"/>
        </w:rPr>
        <w:tab/>
      </w:r>
      <w:r w:rsidRPr="0016767A">
        <w:rPr>
          <w:color w:val="000000"/>
          <w:lang w:val="es-ES"/>
        </w:rPr>
        <w:t>P.</w:t>
      </w:r>
      <w:r w:rsidRPr="0016767A">
        <w:rPr>
          <w:color w:val="000000"/>
          <w:lang w:val="es-ES"/>
        </w:rPr>
        <w:tab/>
      </w:r>
      <w:r w:rsidRPr="0016767A">
        <w:rPr>
          <w:bCs/>
          <w:lang w:val="es-ES"/>
        </w:rPr>
        <w:t>UN GTR</w:t>
      </w:r>
      <w:r w:rsidRPr="0016767A">
        <w:rPr>
          <w:lang w:val="es-ES"/>
        </w:rPr>
        <w:t xml:space="preserve"> No. 16 (</w:t>
      </w:r>
      <w:r w:rsidRPr="006233AD">
        <w:t>Tyres</w:t>
      </w:r>
      <w:r w:rsidRPr="0016767A">
        <w:rPr>
          <w:lang w:val="es-ES"/>
        </w:rPr>
        <w:t xml:space="preserve">) (agenda </w:t>
      </w:r>
      <w:r w:rsidRPr="006233AD">
        <w:t>item</w:t>
      </w:r>
      <w:r w:rsidRPr="0016767A">
        <w:rPr>
          <w:lang w:val="es-ES"/>
        </w:rPr>
        <w:t xml:space="preserve"> 19.16)</w:t>
      </w:r>
    </w:p>
    <w:p w14:paraId="1A9EF1D3" w14:textId="56616615" w:rsidR="007C6E24" w:rsidRPr="0016767A" w:rsidRDefault="00407BE4" w:rsidP="007C6E24">
      <w:pPr>
        <w:pStyle w:val="SingleTxtG"/>
        <w:ind w:right="1138"/>
        <w:rPr>
          <w:lang w:val="fr-CH"/>
        </w:rPr>
      </w:pPr>
      <w:r w:rsidRPr="00746BDA">
        <w:rPr>
          <w:i/>
        </w:rPr>
        <w:t>Documentation</w:t>
      </w:r>
      <w:r w:rsidR="007C6E24" w:rsidRPr="0016767A">
        <w:rPr>
          <w:lang w:val="fr-CH"/>
        </w:rPr>
        <w:t>:</w:t>
      </w:r>
      <w:r w:rsidR="007C6E24" w:rsidRPr="0016767A">
        <w:rPr>
          <w:lang w:val="fr-CH"/>
        </w:rPr>
        <w:tab/>
        <w:t>ECE/TRANS/WP.29/AC.3/48</w:t>
      </w:r>
    </w:p>
    <w:p w14:paraId="5EAFF7EE" w14:textId="2619CB97" w:rsidR="007C6E24" w:rsidRPr="00EA36AE" w:rsidRDefault="007C6E24" w:rsidP="007C6E24">
      <w:pPr>
        <w:pStyle w:val="SingleTxtG"/>
      </w:pPr>
      <w:r>
        <w:t>1</w:t>
      </w:r>
      <w:r w:rsidR="00EB2C4F">
        <w:t>4</w:t>
      </w:r>
      <w:r w:rsidR="00F436EA">
        <w:t>7</w:t>
      </w:r>
      <w:r w:rsidRPr="00EA36AE">
        <w:t>.</w:t>
      </w:r>
      <w:r w:rsidRPr="00EA36AE">
        <w:tab/>
        <w:t xml:space="preserve">The representative of the Russian Federation, on behalf of the Chair of IWG on Tyre GTR, reported that GRBP, at its seventieth session in September 2019, </w:t>
      </w:r>
      <w:r>
        <w:t xml:space="preserve">had </w:t>
      </w:r>
      <w:r w:rsidRPr="00EA36AE">
        <w:t>adopted draft Amendment 2 to UN GTR No.</w:t>
      </w:r>
      <w:r w:rsidR="00887BFC">
        <w:t> </w:t>
      </w:r>
      <w:r w:rsidRPr="00EA36AE">
        <w:t xml:space="preserve">16 and that the adopted documents would be submitted to the March 2020 session of AC.3. He pointed out that the draft amendment had been prepared by </w:t>
      </w:r>
      <w:r w:rsidR="00312AAE">
        <w:t>IWG</w:t>
      </w:r>
      <w:r w:rsidRPr="00EA36AE">
        <w:t xml:space="preserve"> and thanked the experts from Canada, China, Japan, Netherlands, United States of America, </w:t>
      </w:r>
      <w:r>
        <w:t xml:space="preserve">and the </w:t>
      </w:r>
      <w:r w:rsidRPr="00EA36AE">
        <w:t xml:space="preserve">tyre and automotive industry for participating. </w:t>
      </w:r>
    </w:p>
    <w:p w14:paraId="1FC73BDB" w14:textId="71962345" w:rsidR="007C6E24" w:rsidRPr="00EA36AE" w:rsidRDefault="007C6E24" w:rsidP="007C6E24">
      <w:pPr>
        <w:pStyle w:val="H1G"/>
      </w:pPr>
      <w:r w:rsidRPr="00EA36AE">
        <w:rPr>
          <w:color w:val="000000"/>
        </w:rPr>
        <w:tab/>
        <w:t>Q.</w:t>
      </w:r>
      <w:r w:rsidRPr="00EA36AE">
        <w:rPr>
          <w:color w:val="000000"/>
        </w:rPr>
        <w:tab/>
      </w:r>
      <w:r w:rsidRPr="00EA36AE">
        <w:t>UN GTR No. 17 (</w:t>
      </w:r>
      <w:r w:rsidRPr="00AC78C0">
        <w:t>Crankcase and evaporative emissions for two-or three-wheeled motor vehicles)</w:t>
      </w:r>
      <w:r w:rsidRPr="00EA36AE">
        <w:t xml:space="preserve"> (agenda item 19.17)</w:t>
      </w:r>
    </w:p>
    <w:p w14:paraId="39500498" w14:textId="50589BF1" w:rsidR="007C6E24" w:rsidRPr="00EA36AE" w:rsidRDefault="007C6E24" w:rsidP="007C6E24">
      <w:pPr>
        <w:ind w:left="1134" w:right="1134"/>
        <w:jc w:val="both"/>
      </w:pPr>
      <w:r>
        <w:t>1</w:t>
      </w:r>
      <w:r w:rsidR="00EB2C4F">
        <w:t>4</w:t>
      </w:r>
      <w:r w:rsidR="00F436EA">
        <w:t>8</w:t>
      </w:r>
      <w:r w:rsidRPr="00EA36AE">
        <w:t>.</w:t>
      </w:r>
      <w:r w:rsidRPr="00EA36AE">
        <w:tab/>
        <w:t>No new information was provided under this agenda item. AC.3 agreed to keep this agenda item until new proposal would be submitted.</w:t>
      </w:r>
    </w:p>
    <w:p w14:paraId="4DCD125C" w14:textId="77777777" w:rsidR="007C6E24" w:rsidRPr="00EA36AE" w:rsidRDefault="007C6E24" w:rsidP="007C6E24">
      <w:pPr>
        <w:pStyle w:val="H1G"/>
      </w:pPr>
      <w:r w:rsidRPr="00EA36AE">
        <w:rPr>
          <w:color w:val="000000"/>
        </w:rPr>
        <w:tab/>
        <w:t>R.</w:t>
      </w:r>
      <w:r w:rsidRPr="00EA36AE">
        <w:rPr>
          <w:color w:val="000000"/>
        </w:rPr>
        <w:tab/>
      </w:r>
      <w:r w:rsidRPr="00EA36AE">
        <w:t>UN GTR No.18 (</w:t>
      </w:r>
      <w:r w:rsidRPr="00AC78C0">
        <w:t>On-board diagnostics for two- or three-wheeled motor vehicles)</w:t>
      </w:r>
      <w:r w:rsidRPr="00EA36AE">
        <w:t xml:space="preserve"> (agenda item 19.18)</w:t>
      </w:r>
    </w:p>
    <w:p w14:paraId="4F4636C7" w14:textId="77777777" w:rsidR="007C6E24" w:rsidRPr="00EA36AE" w:rsidRDefault="007C6E24" w:rsidP="007C6E24">
      <w:pPr>
        <w:spacing w:after="120"/>
        <w:ind w:left="567" w:firstLine="567"/>
      </w:pPr>
      <w:r w:rsidRPr="00EA36AE">
        <w:rPr>
          <w:i/>
        </w:rPr>
        <w:t>Documentation</w:t>
      </w:r>
      <w:r w:rsidRPr="00EA36AE">
        <w:t>:</w:t>
      </w:r>
      <w:r w:rsidRPr="00EA36AE">
        <w:tab/>
        <w:t>ECE/TRANS/WP.29/AC.3/36/Rev.1</w:t>
      </w:r>
      <w:r w:rsidRPr="00EA36AE">
        <w:br/>
      </w:r>
      <w:r w:rsidRPr="00EA36AE">
        <w:tab/>
      </w:r>
      <w:r w:rsidRPr="00EA36AE">
        <w:tab/>
      </w:r>
      <w:r w:rsidRPr="00EA36AE">
        <w:tab/>
      </w:r>
      <w:r w:rsidRPr="00EA36AE">
        <w:tab/>
        <w:t>ECE/TRANS/WP.29/AC.3/36</w:t>
      </w:r>
    </w:p>
    <w:p w14:paraId="53B04496" w14:textId="4E887AA3" w:rsidR="007C6E24" w:rsidRPr="00EA36AE" w:rsidRDefault="007C6E24" w:rsidP="007C6E24">
      <w:pPr>
        <w:ind w:left="1134" w:right="1134"/>
        <w:jc w:val="both"/>
      </w:pPr>
      <w:r>
        <w:t>1</w:t>
      </w:r>
      <w:r w:rsidR="00EB2C4F">
        <w:t>4</w:t>
      </w:r>
      <w:r w:rsidR="00F436EA">
        <w:t>9</w:t>
      </w:r>
      <w:r w:rsidRPr="00EA36AE">
        <w:t>.</w:t>
      </w:r>
      <w:r w:rsidRPr="00EA36AE">
        <w:tab/>
        <w:t>The representative of the European Union reported on the latest progress in developing OBD</w:t>
      </w:r>
      <w:r>
        <w:t>,</w:t>
      </w:r>
      <w:r w:rsidRPr="00EA36AE">
        <w:t xml:space="preserve"> stage 2 as part of UN GTR No.</w:t>
      </w:r>
      <w:r w:rsidR="00887BFC">
        <w:t> </w:t>
      </w:r>
      <w:r w:rsidRPr="00EA36AE">
        <w:t>18. He explained the work had been split into two phases; Phase 1 had been completed in time for the GRPE session of May 2019 where an informal document was presented. He informed AC.3 that Phase 2 was still being developed, and highlighted that consensus still had to be reached on certain topics such as requirements for I</w:t>
      </w:r>
      <w:r>
        <w:t xml:space="preserve">n </w:t>
      </w:r>
      <w:r w:rsidRPr="00EA36AE">
        <w:t>U</w:t>
      </w:r>
      <w:r>
        <w:t xml:space="preserve">se </w:t>
      </w:r>
      <w:r w:rsidRPr="00EA36AE">
        <w:t>P</w:t>
      </w:r>
      <w:r>
        <w:t xml:space="preserve">ermanent </w:t>
      </w:r>
      <w:r w:rsidRPr="00EA36AE">
        <w:t>R</w:t>
      </w:r>
      <w:r>
        <w:t>atio</w:t>
      </w:r>
      <w:r w:rsidRPr="00EA36AE">
        <w:t xml:space="preserve">, access to OBD information and administrative provisions. He finally informed the </w:t>
      </w:r>
      <w:r>
        <w:t xml:space="preserve">session that a </w:t>
      </w:r>
      <w:r w:rsidRPr="00EA36AE">
        <w:t>new amendment to UN GTR No.</w:t>
      </w:r>
      <w:r w:rsidR="00887BFC">
        <w:t> </w:t>
      </w:r>
      <w:r w:rsidRPr="00EA36AE">
        <w:t>18 was expected to be presented at the November 2020 session of AC.3.</w:t>
      </w:r>
    </w:p>
    <w:p w14:paraId="2C441598" w14:textId="77777777" w:rsidR="007C6E24" w:rsidRPr="00EA36AE" w:rsidRDefault="007C6E24" w:rsidP="007C6E24">
      <w:pPr>
        <w:pStyle w:val="H1G"/>
      </w:pPr>
      <w:r w:rsidRPr="00EA36AE">
        <w:rPr>
          <w:color w:val="000000"/>
        </w:rPr>
        <w:tab/>
        <w:t>S.</w:t>
      </w:r>
      <w:r w:rsidRPr="00EA36AE">
        <w:rPr>
          <w:color w:val="000000"/>
        </w:rPr>
        <w:tab/>
      </w:r>
      <w:r w:rsidRPr="00AC78C0">
        <w:t>UN GTR No. 19 (</w:t>
      </w:r>
      <w:proofErr w:type="spellStart"/>
      <w:r w:rsidRPr="00EA36AE">
        <w:t>EVAPorative</w:t>
      </w:r>
      <w:proofErr w:type="spellEnd"/>
      <w:r w:rsidRPr="00EA36AE">
        <w:t xml:space="preserve"> emission test procedure for the Worldwide harmonized Light vehicle Test Procedure (WLTP EVAP)) (agenda item 19.19)</w:t>
      </w:r>
    </w:p>
    <w:p w14:paraId="4AFD3FA9" w14:textId="77777777" w:rsidR="007C6E24" w:rsidRPr="00EA36AE" w:rsidRDefault="007C6E24" w:rsidP="007C6E24">
      <w:pPr>
        <w:spacing w:after="120"/>
        <w:ind w:left="567" w:firstLine="567"/>
      </w:pPr>
      <w:r w:rsidRPr="00EA36AE">
        <w:rPr>
          <w:i/>
        </w:rPr>
        <w:t>Documentation</w:t>
      </w:r>
      <w:r w:rsidRPr="00EA36AE">
        <w:t>:</w:t>
      </w:r>
      <w:r w:rsidRPr="00EA36AE">
        <w:tab/>
        <w:t>ECE/TRANS/WP.29/AC.3/39</w:t>
      </w:r>
      <w:r w:rsidRPr="00EA36AE">
        <w:br/>
      </w:r>
      <w:r w:rsidRPr="00EA36AE">
        <w:tab/>
      </w:r>
      <w:r w:rsidRPr="00EA36AE">
        <w:tab/>
      </w:r>
      <w:r w:rsidRPr="00EA36AE">
        <w:tab/>
      </w:r>
      <w:r w:rsidRPr="00EA36AE">
        <w:tab/>
        <w:t>ECE/TRANS/WP.29/AC.3/44</w:t>
      </w:r>
    </w:p>
    <w:p w14:paraId="70800F42" w14:textId="74659CD6" w:rsidR="007C6E24" w:rsidRPr="00EA36AE" w:rsidRDefault="007C6E24" w:rsidP="007C6E24">
      <w:pPr>
        <w:ind w:left="1134" w:right="1134"/>
        <w:jc w:val="both"/>
      </w:pPr>
      <w:r>
        <w:t>1</w:t>
      </w:r>
      <w:r w:rsidR="00F436EA">
        <w:t>50</w:t>
      </w:r>
      <w:r w:rsidRPr="00EA36AE">
        <w:t>.</w:t>
      </w:r>
      <w:r w:rsidRPr="00EA36AE">
        <w:tab/>
        <w:t xml:space="preserve">The representative of the European Union informed </w:t>
      </w:r>
      <w:r>
        <w:t xml:space="preserve">the session </w:t>
      </w:r>
      <w:r w:rsidRPr="00EA36AE">
        <w:t>that Amendment 3 to UN GTR No.</w:t>
      </w:r>
      <w:r w:rsidR="00887BFC">
        <w:t> </w:t>
      </w:r>
      <w:r w:rsidRPr="00EA36AE">
        <w:t>19 had been submitted as a working document for the January 2020 session of GRPE. He explained that the new amendment contained issues reflecting the transposition of WLTP in a UN Regulation</w:t>
      </w:r>
      <w:r>
        <w:t>,</w:t>
      </w:r>
      <w:r w:rsidRPr="00EA36AE">
        <w:t xml:space="preserve"> such as the update of the scope (include</w:t>
      </w:r>
      <w:r>
        <w:t>s</w:t>
      </w:r>
      <w:r w:rsidRPr="00EA36AE">
        <w:t xml:space="preserve"> all vehicles fuelled with petrol), and a new optional annex for the conformity of production method.</w:t>
      </w:r>
    </w:p>
    <w:p w14:paraId="7BD64126" w14:textId="77777777" w:rsidR="007C6E24" w:rsidRPr="00EA36AE" w:rsidRDefault="007C6E24" w:rsidP="007C6E24">
      <w:pPr>
        <w:pStyle w:val="H1G"/>
      </w:pPr>
      <w:r w:rsidRPr="00EA36AE">
        <w:rPr>
          <w:color w:val="000000"/>
        </w:rPr>
        <w:tab/>
        <w:t>T.</w:t>
      </w:r>
      <w:r w:rsidRPr="00EA36AE">
        <w:rPr>
          <w:color w:val="000000"/>
        </w:rPr>
        <w:tab/>
      </w:r>
      <w:r w:rsidRPr="00EA36AE">
        <w:rPr>
          <w:bCs/>
        </w:rPr>
        <w:t>UN GTR</w:t>
      </w:r>
      <w:r w:rsidRPr="00EA36AE">
        <w:t xml:space="preserve"> No. 20 (Electric Vehicles Safety (EVS)) (agenda item 19.20)</w:t>
      </w:r>
    </w:p>
    <w:p w14:paraId="658E377A" w14:textId="77777777" w:rsidR="007C6E24" w:rsidRPr="00EA36AE" w:rsidRDefault="007C6E24" w:rsidP="007C6E24">
      <w:pPr>
        <w:spacing w:after="120"/>
        <w:ind w:left="567" w:firstLine="567"/>
      </w:pPr>
      <w:r w:rsidRPr="00EA36AE">
        <w:rPr>
          <w:i/>
        </w:rPr>
        <w:t>Documentation</w:t>
      </w:r>
      <w:r w:rsidRPr="00EA36AE">
        <w:t>:</w:t>
      </w:r>
      <w:r w:rsidRPr="00EA36AE">
        <w:tab/>
        <w:t>ECE/TRANS/WP.29/AC.3/50/Corr.1</w:t>
      </w:r>
      <w:r w:rsidRPr="00EA36AE">
        <w:br/>
      </w:r>
      <w:r w:rsidRPr="00EA36AE">
        <w:tab/>
      </w:r>
      <w:r w:rsidRPr="00EA36AE">
        <w:tab/>
      </w:r>
      <w:r w:rsidRPr="00EA36AE">
        <w:tab/>
      </w:r>
      <w:r w:rsidRPr="00EA36AE">
        <w:tab/>
        <w:t>ECE/TRANS/WP.29/AC.3/50</w:t>
      </w:r>
    </w:p>
    <w:p w14:paraId="1BF33A16" w14:textId="1384AD00" w:rsidR="007C6E24" w:rsidRPr="00EA36AE" w:rsidRDefault="007C6E24" w:rsidP="007C6E24">
      <w:pPr>
        <w:pStyle w:val="SingleTxtG"/>
        <w:rPr>
          <w:color w:val="000000"/>
        </w:rPr>
      </w:pPr>
      <w:r>
        <w:lastRenderedPageBreak/>
        <w:t>1</w:t>
      </w:r>
      <w:r w:rsidR="00EB2C4F">
        <w:t>5</w:t>
      </w:r>
      <w:r w:rsidR="00F436EA">
        <w:t>1</w:t>
      </w:r>
      <w:r w:rsidRPr="00EA36AE">
        <w:t>.</w:t>
      </w:r>
      <w:r w:rsidRPr="00EA36AE">
        <w:tab/>
      </w:r>
      <w:r w:rsidRPr="00EA36AE">
        <w:rPr>
          <w:color w:val="000000"/>
        </w:rPr>
        <w:t>The representative of the United States of America, on behalf of the Chair of IWG on Electric Vehicle Safety (EVS), UN GTR No. 20, Phase 2 and of GRSP, informed AC.3 about the progress of the group. She said that IWG had met in Tokyo from 11 to 13 June 2019. She explained that an official report of the meeting was being drafted</w:t>
      </w:r>
      <w:r>
        <w:rPr>
          <w:color w:val="000000"/>
        </w:rPr>
        <w:t>,</w:t>
      </w:r>
      <w:r w:rsidRPr="00EA36AE">
        <w:rPr>
          <w:color w:val="000000"/>
        </w:rPr>
        <w:t xml:space="preserve"> and</w:t>
      </w:r>
      <w:r>
        <w:rPr>
          <w:color w:val="000000"/>
        </w:rPr>
        <w:t xml:space="preserve"> that</w:t>
      </w:r>
      <w:r w:rsidRPr="00EA36AE">
        <w:rPr>
          <w:color w:val="000000"/>
        </w:rPr>
        <w:t xml:space="preserve">, once reviewed by GRSP, would be presented to AC.3. She clarified that IWG </w:t>
      </w:r>
      <w:r>
        <w:rPr>
          <w:color w:val="000000"/>
        </w:rPr>
        <w:t xml:space="preserve">had </w:t>
      </w:r>
      <w:r w:rsidRPr="00EA36AE">
        <w:rPr>
          <w:color w:val="000000"/>
        </w:rPr>
        <w:t xml:space="preserve">covered </w:t>
      </w:r>
      <w:r>
        <w:rPr>
          <w:color w:val="000000"/>
        </w:rPr>
        <w:t xml:space="preserve">such </w:t>
      </w:r>
      <w:r w:rsidRPr="00EA36AE">
        <w:rPr>
          <w:color w:val="000000"/>
        </w:rPr>
        <w:t xml:space="preserve">issues </w:t>
      </w:r>
      <w:r>
        <w:rPr>
          <w:color w:val="000000"/>
        </w:rPr>
        <w:t xml:space="preserve">as </w:t>
      </w:r>
      <w:r w:rsidR="00EB2C4F">
        <w:rPr>
          <w:color w:val="000000"/>
        </w:rPr>
        <w:t>thermal</w:t>
      </w:r>
      <w:r>
        <w:rPr>
          <w:color w:val="000000"/>
        </w:rPr>
        <w:t xml:space="preserve"> runaway,</w:t>
      </w:r>
      <w:r w:rsidRPr="00EA36AE">
        <w:rPr>
          <w:color w:val="000000"/>
        </w:rPr>
        <w:t xml:space="preserve"> battery vibration and water immersion safety. Finally, she announced that the next meeting was scheduled to take place in Berlin in the first week of December 2019.</w:t>
      </w:r>
    </w:p>
    <w:p w14:paraId="5D080DA5" w14:textId="7013E4E1" w:rsidR="007C6E24" w:rsidRPr="005E758D" w:rsidRDefault="007C6E24" w:rsidP="007C6E24">
      <w:pPr>
        <w:pStyle w:val="H1G"/>
        <w:rPr>
          <w:lang w:val="fr-CH"/>
        </w:rPr>
      </w:pPr>
      <w:r w:rsidRPr="00EA36AE">
        <w:rPr>
          <w:color w:val="000000"/>
        </w:rPr>
        <w:tab/>
      </w:r>
      <w:r w:rsidRPr="005E758D">
        <w:rPr>
          <w:color w:val="000000"/>
          <w:lang w:val="fr-CH"/>
        </w:rPr>
        <w:t>U.</w:t>
      </w:r>
      <w:r w:rsidRPr="005E758D">
        <w:rPr>
          <w:color w:val="000000"/>
          <w:lang w:val="fr-CH"/>
        </w:rPr>
        <w:tab/>
      </w:r>
      <w:r w:rsidRPr="005E758D">
        <w:rPr>
          <w:lang w:val="fr-CH"/>
        </w:rPr>
        <w:t xml:space="preserve">Draft </w:t>
      </w:r>
      <w:r w:rsidRPr="005E758D">
        <w:rPr>
          <w:bCs/>
          <w:lang w:val="fr-CH"/>
        </w:rPr>
        <w:t>UN GTR</w:t>
      </w:r>
      <w:r w:rsidRPr="005E758D">
        <w:rPr>
          <w:lang w:val="fr-CH"/>
        </w:rPr>
        <w:t xml:space="preserve"> on Quiet Road Transport </w:t>
      </w:r>
      <w:r w:rsidRPr="00EB2C4F">
        <w:rPr>
          <w:lang w:val="en-US"/>
        </w:rPr>
        <w:t>Vehicles</w:t>
      </w:r>
      <w:r w:rsidRPr="005E758D">
        <w:rPr>
          <w:lang w:val="fr-CH"/>
        </w:rPr>
        <w:t xml:space="preserve"> (QRTV) </w:t>
      </w:r>
      <w:r w:rsidR="00F00942">
        <w:rPr>
          <w:lang w:val="fr-CH"/>
        </w:rPr>
        <w:br/>
      </w:r>
      <w:r w:rsidRPr="005E758D">
        <w:rPr>
          <w:lang w:val="fr-CH"/>
        </w:rPr>
        <w:t>(agenda item 19.21)</w:t>
      </w:r>
    </w:p>
    <w:p w14:paraId="190060DD" w14:textId="0B29165B" w:rsidR="007C6E24" w:rsidRPr="005E758D" w:rsidRDefault="00407BE4" w:rsidP="007C6E24">
      <w:pPr>
        <w:spacing w:after="120"/>
        <w:ind w:left="567" w:firstLine="567"/>
        <w:rPr>
          <w:lang w:val="fr-CH"/>
        </w:rPr>
      </w:pPr>
      <w:r w:rsidRPr="00746BDA">
        <w:rPr>
          <w:i/>
        </w:rPr>
        <w:t>Documentation</w:t>
      </w:r>
      <w:r w:rsidR="007C6E24" w:rsidRPr="005E758D">
        <w:rPr>
          <w:lang w:val="fr-CH"/>
        </w:rPr>
        <w:t>:</w:t>
      </w:r>
      <w:r w:rsidR="007C6E24" w:rsidRPr="005E758D">
        <w:rPr>
          <w:lang w:val="fr-CH"/>
        </w:rPr>
        <w:tab/>
        <w:t>ECE/TRANS/WP.29/AC.3/33</w:t>
      </w:r>
    </w:p>
    <w:p w14:paraId="3E90C3AB" w14:textId="43835F20" w:rsidR="007C6E24" w:rsidRPr="00EA36AE" w:rsidRDefault="007C6E24" w:rsidP="007C6E24">
      <w:pPr>
        <w:ind w:left="1134" w:right="1134"/>
        <w:jc w:val="both"/>
      </w:pPr>
      <w:r>
        <w:t>1</w:t>
      </w:r>
      <w:r w:rsidR="00EB2C4F">
        <w:t>5</w:t>
      </w:r>
      <w:r w:rsidR="00F436EA">
        <w:t>2</w:t>
      </w:r>
      <w:r w:rsidRPr="00EA36AE">
        <w:t>.</w:t>
      </w:r>
      <w:r w:rsidRPr="00EA36AE">
        <w:tab/>
        <w:t xml:space="preserve">The representative of the United States of America, on behalf of the Chair of </w:t>
      </w:r>
      <w:r w:rsidR="00312AAE">
        <w:t>IWG</w:t>
      </w:r>
      <w:r w:rsidRPr="00EA36AE">
        <w:t xml:space="preserve"> on Quiet Road Transport Vehicle GTR (QRTV GTR), recalled that the work of IWG had been put on hold, pending consideration of several petitions to the Federal Motor Vehicle Safety Standard (FMVSS) No.</w:t>
      </w:r>
      <w:r w:rsidR="00887BFC">
        <w:t> </w:t>
      </w:r>
      <w:r w:rsidRPr="00EA36AE">
        <w:t>141 on Minimum Sound Requirements for Hybrid and Electric Vehicles. She reported that one petition had been considered so far. She estimated that, in September 2019, 50</w:t>
      </w:r>
      <w:r w:rsidR="009D350E">
        <w:t> %</w:t>
      </w:r>
      <w:r w:rsidRPr="00EA36AE">
        <w:t xml:space="preserve"> of all hybrid and electric vehicles in the United States of America</w:t>
      </w:r>
      <w:r w:rsidRPr="00EA36AE" w:rsidDel="00893604">
        <w:t xml:space="preserve"> </w:t>
      </w:r>
      <w:proofErr w:type="gramStart"/>
      <w:r>
        <w:t xml:space="preserve">were in </w:t>
      </w:r>
      <w:r w:rsidRPr="00EA36AE">
        <w:t>compli</w:t>
      </w:r>
      <w:r>
        <w:t>ance</w:t>
      </w:r>
      <w:r w:rsidRPr="00EA36AE">
        <w:t xml:space="preserve"> with</w:t>
      </w:r>
      <w:proofErr w:type="gramEnd"/>
      <w:r w:rsidRPr="00EA36AE">
        <w:t xml:space="preserve"> the FMVSS </w:t>
      </w:r>
      <w:r>
        <w:t>No.</w:t>
      </w:r>
      <w:r w:rsidR="009D350E">
        <w:t> </w:t>
      </w:r>
      <w:r>
        <w:t xml:space="preserve">141 </w:t>
      </w:r>
      <w:r w:rsidRPr="00EA36AE">
        <w:t xml:space="preserve">and that this figure </w:t>
      </w:r>
      <w:r>
        <w:t xml:space="preserve">was expected to </w:t>
      </w:r>
      <w:r w:rsidRPr="00EA36AE">
        <w:t>reach 100</w:t>
      </w:r>
      <w:r w:rsidR="009D350E">
        <w:t> %</w:t>
      </w:r>
      <w:r w:rsidRPr="00EA36AE">
        <w:t xml:space="preserve"> in September 2020.</w:t>
      </w:r>
    </w:p>
    <w:p w14:paraId="2BE6F1D9" w14:textId="46407A42" w:rsidR="007C6E24" w:rsidRPr="00EA36AE" w:rsidRDefault="007C6E24" w:rsidP="007C6E24">
      <w:pPr>
        <w:pStyle w:val="H1G"/>
      </w:pPr>
      <w:r w:rsidRPr="00EA36AE">
        <w:rPr>
          <w:color w:val="000000"/>
        </w:rPr>
        <w:tab/>
        <w:t>V.</w:t>
      </w:r>
      <w:r w:rsidRPr="00EA36AE">
        <w:rPr>
          <w:color w:val="000000"/>
        </w:rPr>
        <w:tab/>
      </w:r>
      <w:r w:rsidRPr="00EA36AE">
        <w:t xml:space="preserve">Draft UN GTR on Global Real Driving Emissions (GRDE) </w:t>
      </w:r>
      <w:r w:rsidR="00F00942">
        <w:br/>
      </w:r>
      <w:r w:rsidRPr="00EA36AE">
        <w:t>(agenda item 19.22)</w:t>
      </w:r>
    </w:p>
    <w:p w14:paraId="55D8ECDE" w14:textId="77777777" w:rsidR="007C6E24" w:rsidRPr="00EA36AE" w:rsidRDefault="007C6E24" w:rsidP="007C6E24">
      <w:pPr>
        <w:ind w:left="567" w:firstLine="567"/>
      </w:pPr>
      <w:r w:rsidRPr="00EA36AE">
        <w:rPr>
          <w:i/>
        </w:rPr>
        <w:t>Documentation</w:t>
      </w:r>
      <w:r w:rsidRPr="00EA36AE">
        <w:t>:</w:t>
      </w:r>
      <w:r w:rsidRPr="00EA36AE">
        <w:tab/>
        <w:t>ECE/TRANS/WP.29/AC.3/51</w:t>
      </w:r>
      <w:r w:rsidRPr="00EA36AE">
        <w:br/>
      </w:r>
      <w:r w:rsidRPr="00EA36AE">
        <w:tab/>
      </w:r>
      <w:r w:rsidRPr="00EA36AE">
        <w:tab/>
      </w:r>
      <w:r w:rsidRPr="00EA36AE">
        <w:tab/>
      </w:r>
      <w:r w:rsidRPr="00EA36AE">
        <w:tab/>
        <w:t>ECE/TRANS/WP.29/AC.3/54</w:t>
      </w:r>
    </w:p>
    <w:p w14:paraId="7E03F515" w14:textId="77777777" w:rsidR="007C6E24" w:rsidRPr="00EA36AE" w:rsidRDefault="007C6E24" w:rsidP="007C6E24">
      <w:pPr>
        <w:spacing w:after="120"/>
        <w:ind w:left="567" w:firstLine="567"/>
      </w:pPr>
      <w:r w:rsidRPr="00EA36AE">
        <w:rPr>
          <w:i/>
        </w:rPr>
        <w:tab/>
      </w:r>
      <w:r w:rsidRPr="00EA36AE">
        <w:rPr>
          <w:i/>
        </w:rPr>
        <w:tab/>
      </w:r>
      <w:r w:rsidRPr="00EA36AE">
        <w:rPr>
          <w:i/>
        </w:rPr>
        <w:tab/>
      </w:r>
      <w:r w:rsidRPr="00EA36AE">
        <w:t>ECE/TRANS/WP.29/2019/72</w:t>
      </w:r>
    </w:p>
    <w:p w14:paraId="78DE312B" w14:textId="4C29301A" w:rsidR="007C6E24" w:rsidRPr="00EA36AE" w:rsidRDefault="007C6E24" w:rsidP="007C6E24">
      <w:pPr>
        <w:spacing w:after="120"/>
        <w:ind w:left="1134" w:right="1134"/>
        <w:jc w:val="both"/>
      </w:pPr>
      <w:r>
        <w:t>1</w:t>
      </w:r>
      <w:r w:rsidR="00EB2C4F">
        <w:t>5</w:t>
      </w:r>
      <w:r w:rsidR="00F436EA">
        <w:t>3</w:t>
      </w:r>
      <w:r w:rsidRPr="00EA36AE">
        <w:t>.</w:t>
      </w:r>
      <w:r w:rsidRPr="00EA36AE">
        <w:tab/>
        <w:t xml:space="preserve">The representative of the European Union informed </w:t>
      </w:r>
      <w:r>
        <w:t xml:space="preserve">the session </w:t>
      </w:r>
      <w:r w:rsidRPr="00EA36AE">
        <w:t>about the fast-paced progress in develop</w:t>
      </w:r>
      <w:r>
        <w:t>ing</w:t>
      </w:r>
      <w:r w:rsidRPr="00EA36AE">
        <w:t xml:space="preserve"> a new UN GTR on global real driving emissions. He </w:t>
      </w:r>
      <w:r>
        <w:t>add</w:t>
      </w:r>
      <w:r w:rsidRPr="00EA36AE">
        <w:t xml:space="preserve">ed that the last meeting of IWG on GRDE that </w:t>
      </w:r>
      <w:r>
        <w:t xml:space="preserve">had taken place </w:t>
      </w:r>
      <w:r w:rsidRPr="00EA36AE">
        <w:t xml:space="preserve">in Seoul in October 2019 </w:t>
      </w:r>
      <w:r>
        <w:t xml:space="preserve">and </w:t>
      </w:r>
      <w:r w:rsidRPr="00EA36AE">
        <w:t xml:space="preserve">provided a good platform for drafting both the new UN GTR and the UN Regulation that was developed simultaneously. He stated that IWG on GRDE was expecting a vote on the new UN GTR during the AC.3 session in November 2020. </w:t>
      </w:r>
      <w:r w:rsidRPr="0016767A">
        <w:t xml:space="preserve">He also stated that GRPE would be requested to renew the mandate for phase 2, in order to reflect the request from a </w:t>
      </w:r>
      <w:r>
        <w:t>c</w:t>
      </w:r>
      <w:r w:rsidRPr="0016767A">
        <w:t xml:space="preserve">ontracting </w:t>
      </w:r>
      <w:r>
        <w:t>p</w:t>
      </w:r>
      <w:r w:rsidRPr="0016767A">
        <w:t>arty on specific requirements for dedicated driving.</w:t>
      </w:r>
    </w:p>
    <w:p w14:paraId="7F113946" w14:textId="77777777" w:rsidR="007C6E24" w:rsidRPr="00EA36AE" w:rsidRDefault="007C6E24" w:rsidP="007C6E24">
      <w:pPr>
        <w:pStyle w:val="H1G"/>
      </w:pPr>
      <w:r w:rsidRPr="00EA36AE">
        <w:rPr>
          <w:color w:val="000000"/>
        </w:rPr>
        <w:tab/>
        <w:t>W.</w:t>
      </w:r>
      <w:r w:rsidRPr="00EA36AE">
        <w:rPr>
          <w:color w:val="000000"/>
        </w:rPr>
        <w:tab/>
      </w:r>
      <w:r w:rsidRPr="00EA36AE">
        <w:t>Draft UN GTR on determination of electrified vehicle power (Electric vehicles and the environment) (agenda item 19.23)</w:t>
      </w:r>
    </w:p>
    <w:p w14:paraId="52CF3FF8" w14:textId="77777777" w:rsidR="007C6E24" w:rsidRPr="00EA36AE" w:rsidRDefault="007C6E24" w:rsidP="007C6E24">
      <w:pPr>
        <w:ind w:left="567" w:firstLine="567"/>
      </w:pPr>
      <w:r w:rsidRPr="00EA36AE">
        <w:rPr>
          <w:i/>
        </w:rPr>
        <w:t>Documentation</w:t>
      </w:r>
      <w:r w:rsidRPr="00EA36AE">
        <w:t>:</w:t>
      </w:r>
      <w:r w:rsidRPr="00EA36AE">
        <w:tab/>
        <w:t>ECE/TRANS/WP.29/AC.3/46</w:t>
      </w:r>
      <w:r w:rsidRPr="00EA36AE">
        <w:br/>
      </w:r>
      <w:r w:rsidRPr="00EA36AE">
        <w:tab/>
      </w:r>
      <w:r w:rsidRPr="00EA36AE">
        <w:tab/>
      </w:r>
      <w:r w:rsidRPr="00EA36AE">
        <w:tab/>
      </w:r>
      <w:r w:rsidRPr="00EA36AE">
        <w:tab/>
        <w:t>ECE/TRANS/WP.29/AC.3/40</w:t>
      </w:r>
      <w:r w:rsidRPr="00EA36AE">
        <w:br/>
      </w:r>
      <w:r w:rsidRPr="00EA36AE">
        <w:tab/>
      </w:r>
      <w:r w:rsidRPr="00EA36AE">
        <w:tab/>
      </w:r>
      <w:r w:rsidRPr="00EA36AE">
        <w:tab/>
      </w:r>
      <w:r w:rsidRPr="00EA36AE">
        <w:tab/>
        <w:t>ECE/TRANS/WP.29/AC.3/32</w:t>
      </w:r>
      <w:r w:rsidRPr="00EA36AE">
        <w:br/>
      </w:r>
      <w:r w:rsidRPr="00EA36AE">
        <w:tab/>
      </w:r>
      <w:r w:rsidRPr="00EA36AE">
        <w:tab/>
      </w:r>
      <w:r w:rsidRPr="00EA36AE">
        <w:tab/>
      </w:r>
      <w:r w:rsidRPr="00EA36AE">
        <w:tab/>
        <w:t>ECE/TRANS/WP.29/AC.3/53</w:t>
      </w:r>
      <w:r w:rsidRPr="00EA36AE">
        <w:br/>
      </w:r>
      <w:r w:rsidRPr="00EA36AE">
        <w:tab/>
      </w:r>
      <w:r w:rsidRPr="00EA36AE">
        <w:tab/>
      </w:r>
      <w:r w:rsidRPr="00EA36AE">
        <w:tab/>
      </w:r>
      <w:r w:rsidRPr="00EA36AE">
        <w:tab/>
        <w:t>ECE/TRANS/WP.29/2014/81</w:t>
      </w:r>
    </w:p>
    <w:p w14:paraId="73D5EB93" w14:textId="77777777" w:rsidR="007C6E24" w:rsidRPr="00EA36AE" w:rsidRDefault="007C6E24" w:rsidP="007C6E24">
      <w:pPr>
        <w:spacing w:after="120"/>
        <w:ind w:left="2268" w:firstLine="567"/>
      </w:pPr>
      <w:r w:rsidRPr="00EA36AE">
        <w:t>ECE/TRANS/WP.29/2019/33</w:t>
      </w:r>
      <w:r w:rsidRPr="00EA36AE">
        <w:br/>
      </w:r>
      <w:r w:rsidRPr="00EA36AE">
        <w:tab/>
      </w:r>
      <w:r w:rsidRPr="00EA36AE">
        <w:tab/>
        <w:t>ECE/TRANS/WP.29/2019/124</w:t>
      </w:r>
      <w:r w:rsidRPr="00EA36AE">
        <w:tab/>
      </w:r>
    </w:p>
    <w:p w14:paraId="70BB687A" w14:textId="5D5BCFEF" w:rsidR="007C6E24" w:rsidRPr="00EA36AE" w:rsidRDefault="007C6E24" w:rsidP="007C6E24">
      <w:pPr>
        <w:spacing w:after="120"/>
        <w:ind w:left="1134" w:right="1134"/>
        <w:jc w:val="both"/>
      </w:pPr>
      <w:r>
        <w:t>1</w:t>
      </w:r>
      <w:r w:rsidR="00EB2C4F">
        <w:t>5</w:t>
      </w:r>
      <w:r w:rsidR="00F436EA">
        <w:t>4</w:t>
      </w:r>
      <w:r w:rsidRPr="00EA36AE">
        <w:t>.</w:t>
      </w:r>
      <w:r w:rsidRPr="00EA36AE">
        <w:tab/>
        <w:t xml:space="preserve">The representative from Canada, </w:t>
      </w:r>
      <w:r>
        <w:t>S</w:t>
      </w:r>
      <w:r w:rsidRPr="00EA36AE">
        <w:t xml:space="preserve">ecretary of IWG on </w:t>
      </w:r>
      <w:r>
        <w:t>E</w:t>
      </w:r>
      <w:r w:rsidRPr="00EA36AE">
        <w:t xml:space="preserve">lectric </w:t>
      </w:r>
      <w:r>
        <w:t>V</w:t>
      </w:r>
      <w:r w:rsidRPr="00EA36AE">
        <w:t xml:space="preserve">ehicles and the </w:t>
      </w:r>
      <w:r>
        <w:t>E</w:t>
      </w:r>
      <w:r w:rsidRPr="00EA36AE">
        <w:t xml:space="preserve">nvironment (EVE), briefed WP.29 about the latest activities </w:t>
      </w:r>
      <w:r>
        <w:t xml:space="preserve">in </w:t>
      </w:r>
      <w:r w:rsidRPr="00EA36AE">
        <w:t>develop</w:t>
      </w:r>
      <w:r>
        <w:t>ing</w:t>
      </w:r>
      <w:r w:rsidRPr="00EA36AE">
        <w:t xml:space="preserve"> the new UN GTR on Determination of Electrified Vehicle Power (DEVP). He explained that extra validation testing led to the one-year delay requested in the revised authorization (ECE/TRANS/WP.29/2019/124), with a proposal to AC.3 now expected for the November</w:t>
      </w:r>
      <w:r w:rsidR="00407BE4">
        <w:t> </w:t>
      </w:r>
      <w:r w:rsidRPr="00EA36AE">
        <w:t xml:space="preserve">2020 session. </w:t>
      </w:r>
    </w:p>
    <w:p w14:paraId="60A3F6BF" w14:textId="41495708" w:rsidR="007C6E24" w:rsidRPr="00EA36AE" w:rsidRDefault="007C6E24" w:rsidP="007C6E24">
      <w:pPr>
        <w:spacing w:after="120"/>
        <w:ind w:left="1134" w:right="1134"/>
        <w:jc w:val="both"/>
      </w:pPr>
      <w:r>
        <w:t>1</w:t>
      </w:r>
      <w:r w:rsidR="00EB2C4F">
        <w:t>5</w:t>
      </w:r>
      <w:r w:rsidR="00F436EA">
        <w:t>5</w:t>
      </w:r>
      <w:r w:rsidRPr="00EA36AE">
        <w:t>.</w:t>
      </w:r>
      <w:r w:rsidRPr="00EA36AE">
        <w:tab/>
        <w:t>AC.3 adopted the revision of the authorization to develop a new UN GTR on DEVP (ECE/TRANS/WP.29/2019/124) and requested the secretariat to issue it as Revision 1 to ECE/TRANS/WP.29/AC.3/53.</w:t>
      </w:r>
    </w:p>
    <w:p w14:paraId="0D3DE2EB" w14:textId="6FFAA724" w:rsidR="007C6E24" w:rsidRPr="00EA36AE" w:rsidRDefault="007C6E24" w:rsidP="007C6E24">
      <w:pPr>
        <w:spacing w:after="120"/>
        <w:ind w:left="1134" w:right="1134"/>
        <w:jc w:val="both"/>
      </w:pPr>
      <w:r>
        <w:lastRenderedPageBreak/>
        <w:t>1</w:t>
      </w:r>
      <w:r w:rsidR="00EB2C4F">
        <w:t>5</w:t>
      </w:r>
      <w:r w:rsidR="00F436EA">
        <w:t>6</w:t>
      </w:r>
      <w:r w:rsidRPr="00EA36AE">
        <w:t>.</w:t>
      </w:r>
      <w:r w:rsidRPr="00EA36AE">
        <w:tab/>
        <w:t xml:space="preserve">He also informed </w:t>
      </w:r>
      <w:r>
        <w:t xml:space="preserve">the session </w:t>
      </w:r>
      <w:r w:rsidRPr="00EA36AE">
        <w:t>about other activities of IWG on EVE on in-vehicle battery durability, with IWG on EVE expect</w:t>
      </w:r>
      <w:r>
        <w:t>ing</w:t>
      </w:r>
      <w:r w:rsidRPr="00EA36AE">
        <w:t xml:space="preserve"> to present a proposal to GRPE in January</w:t>
      </w:r>
      <w:r w:rsidR="009D350E">
        <w:t> </w:t>
      </w:r>
      <w:r w:rsidRPr="00EA36AE">
        <w:t>2020. At GRPE in May 2019, IWG on EVE noted that a UN GTR on in-vehicle battery durability for EVs could be developed, incorporating the concepts of battery life modelling, deterioration factors and in-service conformity checks.</w:t>
      </w:r>
      <w:r>
        <w:t xml:space="preserve"> </w:t>
      </w:r>
      <w:r w:rsidRPr="0016767A">
        <w:t xml:space="preserve">This approach was further confirmed during </w:t>
      </w:r>
      <w:r w:rsidR="00312AAE">
        <w:t>IWG</w:t>
      </w:r>
      <w:r>
        <w:t xml:space="preserve"> on EVE meeting in </w:t>
      </w:r>
      <w:r w:rsidRPr="0016767A">
        <w:t xml:space="preserve">October 2019 in Brussels. </w:t>
      </w:r>
      <w:r w:rsidRPr="00EA36AE">
        <w:t xml:space="preserve">He stated </w:t>
      </w:r>
      <w:r w:rsidR="00312AAE">
        <w:t>IWG</w:t>
      </w:r>
      <w:r w:rsidRPr="00EA36AE">
        <w:t xml:space="preserve"> on </w:t>
      </w:r>
      <w:r w:rsidRPr="00704144">
        <w:t>EV</w:t>
      </w:r>
      <w:r>
        <w:t>E</w:t>
      </w:r>
      <w:r w:rsidRPr="00EA36AE">
        <w:t xml:space="preserve"> was continuing to refine these views to coordinate a proposal.</w:t>
      </w:r>
    </w:p>
    <w:p w14:paraId="1A370992" w14:textId="3BA11E00" w:rsidR="007C6E24" w:rsidRPr="00EA36AE" w:rsidRDefault="007C6E24" w:rsidP="007C6E24">
      <w:pPr>
        <w:spacing w:after="120"/>
        <w:ind w:left="1134" w:right="1134"/>
        <w:jc w:val="both"/>
      </w:pPr>
      <w:r>
        <w:t>1</w:t>
      </w:r>
      <w:r w:rsidR="00EB2C4F">
        <w:t>5</w:t>
      </w:r>
      <w:r w:rsidR="00F436EA">
        <w:t>7</w:t>
      </w:r>
      <w:r w:rsidRPr="00EA36AE">
        <w:t>.</w:t>
      </w:r>
      <w:r w:rsidRPr="00EA36AE">
        <w:tab/>
        <w:t xml:space="preserve">He finally explained that the ECE secretariat </w:t>
      </w:r>
      <w:r>
        <w:t xml:space="preserve">had </w:t>
      </w:r>
      <w:r w:rsidRPr="00EA36AE">
        <w:t>led interactions with other bodies within the ECE framework on develop</w:t>
      </w:r>
      <w:r>
        <w:t>ing</w:t>
      </w:r>
      <w:r w:rsidRPr="00EA36AE">
        <w:t xml:space="preserve"> a method of stating energy consumption. He provided an update at the thirty-second meeting of </w:t>
      </w:r>
      <w:r>
        <w:t xml:space="preserve">IWG on </w:t>
      </w:r>
      <w:r w:rsidRPr="00EA36AE">
        <w:t xml:space="preserve">EVE that the Group of Experts on Energy Efficiency (GEEE) </w:t>
      </w:r>
      <w:r>
        <w:t xml:space="preserve">had </w:t>
      </w:r>
      <w:r w:rsidRPr="00EA36AE">
        <w:t xml:space="preserve">outlined a pilot project in their work plan that considers joint activities between IWG on EVE and GEEE. He highlighted the pilot project could look at EV recharging parameters and upstream emissions. He indicated </w:t>
      </w:r>
      <w:r>
        <w:t xml:space="preserve">that </w:t>
      </w:r>
      <w:r w:rsidRPr="00EA36AE">
        <w:t>GEEE was interested to have support from IWG on EVE for develop</w:t>
      </w:r>
      <w:r>
        <w:t xml:space="preserve">ing </w:t>
      </w:r>
      <w:r w:rsidRPr="00EA36AE">
        <w:t>this work, particularly with quantifying emissions data for the recharging of EVs.</w:t>
      </w:r>
    </w:p>
    <w:p w14:paraId="4C76E25B" w14:textId="2BCEF4EC" w:rsidR="007C6E24" w:rsidRPr="00EA36AE" w:rsidRDefault="007C6E24" w:rsidP="007C6E24">
      <w:pPr>
        <w:pStyle w:val="HChG"/>
      </w:pPr>
      <w:r w:rsidRPr="00EA36AE">
        <w:tab/>
        <w:t>XXII.</w:t>
      </w:r>
      <w:r w:rsidRPr="00EA36AE">
        <w:tab/>
        <w:t>Items on which the exchange of views and data should continue or begin (agenda item 20)</w:t>
      </w:r>
    </w:p>
    <w:p w14:paraId="07D69F5E" w14:textId="77777777" w:rsidR="007C6E24" w:rsidRPr="00EA36AE" w:rsidRDefault="007C6E24" w:rsidP="007C6E24">
      <w:pPr>
        <w:pStyle w:val="H1G"/>
        <w:rPr>
          <w:color w:val="000000"/>
        </w:rPr>
      </w:pPr>
      <w:r w:rsidRPr="00EA36AE">
        <w:rPr>
          <w:color w:val="000000"/>
        </w:rPr>
        <w:tab/>
        <w:t>A.</w:t>
      </w:r>
      <w:r w:rsidRPr="00EA36AE">
        <w:rPr>
          <w:color w:val="000000"/>
        </w:rPr>
        <w:tab/>
        <w:t>Harmonization of side impact (agenda item 20.1)</w:t>
      </w:r>
    </w:p>
    <w:p w14:paraId="4FAC989D" w14:textId="77777777" w:rsidR="007C6E24" w:rsidRPr="00EA36AE" w:rsidRDefault="007C6E24" w:rsidP="007C6E24">
      <w:pPr>
        <w:pStyle w:val="H23G"/>
      </w:pPr>
      <w:bookmarkStart w:id="80" w:name="_Toc478663178"/>
      <w:r w:rsidRPr="00EA36AE">
        <w:tab/>
        <w:t>1.</w:t>
      </w:r>
      <w:r w:rsidRPr="00EA36AE">
        <w:tab/>
        <w:t>Side impact dummies (agenda item 20.1 (a))</w:t>
      </w:r>
      <w:bookmarkEnd w:id="80"/>
    </w:p>
    <w:p w14:paraId="2B67931B" w14:textId="56C39744" w:rsidR="007C6E24" w:rsidRPr="00EA36AE" w:rsidRDefault="007C6E24" w:rsidP="007C6E24">
      <w:pPr>
        <w:spacing w:after="120"/>
        <w:ind w:left="1134" w:right="1134"/>
        <w:jc w:val="both"/>
      </w:pPr>
      <w:r>
        <w:t>1</w:t>
      </w:r>
      <w:r w:rsidR="00EB2C4F">
        <w:t>5</w:t>
      </w:r>
      <w:r w:rsidR="00F436EA">
        <w:t>8</w:t>
      </w:r>
      <w:r w:rsidRPr="00EA36AE">
        <w:t>.</w:t>
      </w:r>
      <w:r w:rsidRPr="00EA36AE">
        <w:tab/>
        <w:t xml:space="preserve">The Chair of AC.3 recalled that intellectual property rights were held by dummy manufacturers </w:t>
      </w:r>
      <w:r>
        <w:t xml:space="preserve">and </w:t>
      </w:r>
      <w:r w:rsidRPr="00EA36AE">
        <w:t xml:space="preserve">had hampered their introduction into M.R.1. in the past. He emphasized that good experience </w:t>
      </w:r>
      <w:r>
        <w:t xml:space="preserve">had been </w:t>
      </w:r>
      <w:r w:rsidRPr="00EA36AE">
        <w:t>made during the work o</w:t>
      </w:r>
      <w:r>
        <w:t>n</w:t>
      </w:r>
      <w:r w:rsidRPr="00EA36AE">
        <w:t xml:space="preserve"> GTR No. 9</w:t>
      </w:r>
      <w:r>
        <w:t>,</w:t>
      </w:r>
      <w:r w:rsidRPr="00EA36AE">
        <w:t xml:space="preserve"> Phase 2 with the </w:t>
      </w:r>
      <w:proofErr w:type="spellStart"/>
      <w:r w:rsidRPr="00EA36AE">
        <w:t>FlexPLI</w:t>
      </w:r>
      <w:proofErr w:type="spellEnd"/>
      <w:r w:rsidRPr="00EA36AE">
        <w:t xml:space="preserve"> where the dummy manufacturer </w:t>
      </w:r>
      <w:r>
        <w:t xml:space="preserve">had </w:t>
      </w:r>
      <w:r w:rsidRPr="00EA36AE">
        <w:t xml:space="preserve">provided the set of drawings for the test tool and </w:t>
      </w:r>
      <w:r>
        <w:t>h</w:t>
      </w:r>
      <w:r w:rsidRPr="00EA36AE">
        <w:t>a</w:t>
      </w:r>
      <w:r>
        <w:t>d a</w:t>
      </w:r>
      <w:r w:rsidRPr="00EA36AE">
        <w:t>greed to have the disclaimer on intellectual property rights removed from the drawings, which was done after the positive vote on the Phase 2 amendment in AC.3.</w:t>
      </w:r>
    </w:p>
    <w:p w14:paraId="3F834501" w14:textId="77777777" w:rsidR="007C6E24" w:rsidRPr="00EA36AE" w:rsidRDefault="007C6E24" w:rsidP="007C6E24">
      <w:pPr>
        <w:pStyle w:val="H23G"/>
        <w:ind w:hanging="850"/>
      </w:pPr>
      <w:r w:rsidRPr="00EA36AE">
        <w:tab/>
      </w:r>
      <w:bookmarkStart w:id="81" w:name="_Toc478663179"/>
      <w:r w:rsidRPr="00EA36AE">
        <w:t>2.</w:t>
      </w:r>
      <w:r w:rsidRPr="00EA36AE">
        <w:tab/>
        <w:t>Pole side impact (agenda item 20.1 (b))</w:t>
      </w:r>
      <w:bookmarkEnd w:id="81"/>
    </w:p>
    <w:p w14:paraId="29FB1B2B" w14:textId="7EFE66C3" w:rsidR="007C6E24" w:rsidRPr="00EA36AE" w:rsidRDefault="007C6E24" w:rsidP="007C6E24">
      <w:pPr>
        <w:pStyle w:val="SingleTxtG"/>
      </w:pPr>
      <w:r>
        <w:t>1</w:t>
      </w:r>
      <w:r w:rsidR="00EB2C4F">
        <w:t>5</w:t>
      </w:r>
      <w:r w:rsidR="00F436EA">
        <w:t>9</w:t>
      </w:r>
      <w:r w:rsidRPr="00EA36AE">
        <w:t>.</w:t>
      </w:r>
      <w:r w:rsidRPr="00EA36AE">
        <w:tab/>
        <w:t>No subject was raised under this agenda item.</w:t>
      </w:r>
    </w:p>
    <w:p w14:paraId="214E185D" w14:textId="77777777" w:rsidR="007C6E24" w:rsidRPr="00EA36AE" w:rsidRDefault="007C6E24" w:rsidP="007C6E24">
      <w:pPr>
        <w:pStyle w:val="H1G"/>
        <w:rPr>
          <w:color w:val="000000"/>
        </w:rPr>
      </w:pPr>
      <w:r w:rsidRPr="00EA36AE">
        <w:rPr>
          <w:color w:val="000000"/>
        </w:rPr>
        <w:tab/>
        <w:t>B.</w:t>
      </w:r>
      <w:r w:rsidRPr="00EA36AE">
        <w:rPr>
          <w:color w:val="000000"/>
        </w:rPr>
        <w:tab/>
        <w:t>Specifications for the 3-D H-point machine (agenda item 20.2)</w:t>
      </w:r>
    </w:p>
    <w:p w14:paraId="4C097629" w14:textId="3781DF53" w:rsidR="007C6E24" w:rsidRPr="00AC78C0" w:rsidRDefault="007C6E24" w:rsidP="007C6E24">
      <w:pPr>
        <w:spacing w:before="120" w:after="120"/>
        <w:ind w:left="1134" w:right="1134"/>
        <w:jc w:val="both"/>
      </w:pPr>
      <w:r>
        <w:t>1</w:t>
      </w:r>
      <w:r w:rsidR="00F436EA">
        <w:t>60</w:t>
      </w:r>
      <w:r w:rsidRPr="00EA36AE">
        <w:t>.</w:t>
      </w:r>
      <w:r w:rsidRPr="00EA36AE">
        <w:tab/>
        <w:t xml:space="preserve">The representative of Spain informed AC.3 that </w:t>
      </w:r>
      <w:r w:rsidR="00312AAE">
        <w:t>IWG</w:t>
      </w:r>
      <w:r w:rsidRPr="00AC78C0">
        <w:t xml:space="preserve"> </w:t>
      </w:r>
      <w:r w:rsidRPr="002C10BF">
        <w:t xml:space="preserve">work </w:t>
      </w:r>
      <w:r w:rsidRPr="00AC78C0">
        <w:t>on defini</w:t>
      </w:r>
      <w:r>
        <w:t>ng</w:t>
      </w:r>
      <w:r w:rsidRPr="00AC78C0">
        <w:t xml:space="preserve"> specifications for the 3-D H-point machine was in progress. He added that the group currently deal</w:t>
      </w:r>
      <w:r>
        <w:t>t</w:t>
      </w:r>
      <w:r w:rsidRPr="00AC78C0">
        <w:t xml:space="preserve"> with a proposal for an amendment to the (R.E.3) with the aim to present an official document at the May 2020 session of GRSP.</w:t>
      </w:r>
    </w:p>
    <w:p w14:paraId="2206DC96" w14:textId="77777777" w:rsidR="007C6E24" w:rsidRPr="00EA36AE" w:rsidRDefault="007C6E24" w:rsidP="007C6E24">
      <w:pPr>
        <w:spacing w:before="120" w:after="120"/>
        <w:ind w:right="1134"/>
        <w:jc w:val="both"/>
        <w:rPr>
          <w:color w:val="000000"/>
        </w:rPr>
      </w:pPr>
      <w:r w:rsidRPr="00EA36AE">
        <w:rPr>
          <w:color w:val="000000"/>
        </w:rPr>
        <w:tab/>
      </w:r>
      <w:r w:rsidRPr="00EA36AE">
        <w:rPr>
          <w:b/>
          <w:color w:val="000000"/>
          <w:sz w:val="24"/>
        </w:rPr>
        <w:t>C.</w:t>
      </w:r>
      <w:r w:rsidRPr="00EA36AE">
        <w:rPr>
          <w:b/>
          <w:color w:val="000000"/>
          <w:sz w:val="24"/>
        </w:rPr>
        <w:tab/>
        <w:t>Event Data Recorder (EDR) (agenda item 20.3)</w:t>
      </w:r>
    </w:p>
    <w:p w14:paraId="7C492A39" w14:textId="3C4C50C6" w:rsidR="007C6E24" w:rsidRPr="00EA36AE" w:rsidRDefault="007C6E24" w:rsidP="007C6E24">
      <w:pPr>
        <w:ind w:left="1134" w:right="1134"/>
      </w:pPr>
      <w:r>
        <w:t>1</w:t>
      </w:r>
      <w:r w:rsidR="00EB2C4F">
        <w:t>6</w:t>
      </w:r>
      <w:r w:rsidR="00F436EA">
        <w:t>1</w:t>
      </w:r>
      <w:r w:rsidRPr="00EA36AE">
        <w:t>.</w:t>
      </w:r>
      <w:r w:rsidRPr="00EA36AE">
        <w:tab/>
        <w:t>The Chair of GRSG recalled discussions on this topic under agenda item 2.3 (see</w:t>
      </w:r>
      <w:r w:rsidR="003E5BD5">
        <w:t> </w:t>
      </w:r>
      <w:r w:rsidRPr="00EA36AE">
        <w:t>para</w:t>
      </w:r>
      <w:r w:rsidR="003E5BD5">
        <w:t>.</w:t>
      </w:r>
      <w:r w:rsidRPr="00EA36AE">
        <w:t xml:space="preserve"> </w:t>
      </w:r>
      <w:r w:rsidR="00EB2C4F" w:rsidRPr="00700800">
        <w:t>35</w:t>
      </w:r>
      <w:r w:rsidRPr="00EA36AE">
        <w:t xml:space="preserve"> above)</w:t>
      </w:r>
    </w:p>
    <w:p w14:paraId="1DE5D4B4" w14:textId="3B37DD5D" w:rsidR="007C6E24" w:rsidRPr="00EA36AE" w:rsidRDefault="007C6E24" w:rsidP="007C6E24">
      <w:pPr>
        <w:pStyle w:val="HChG"/>
      </w:pPr>
      <w:r w:rsidRPr="00EA36AE">
        <w:tab/>
        <w:t>XXI</w:t>
      </w:r>
      <w:r w:rsidR="00EB2C4F">
        <w:t>II</w:t>
      </w:r>
      <w:r w:rsidRPr="00EA36AE">
        <w:t>.</w:t>
      </w:r>
      <w:r w:rsidRPr="00EA36AE">
        <w:tab/>
        <w:t>Other business (agenda item 21)</w:t>
      </w:r>
    </w:p>
    <w:p w14:paraId="0627F8FA" w14:textId="64A469CB" w:rsidR="007C6E24" w:rsidRDefault="007C6E24" w:rsidP="00660109">
      <w:pPr>
        <w:ind w:left="1134" w:right="1134"/>
        <w:jc w:val="both"/>
        <w:rPr>
          <w:bCs/>
        </w:rPr>
      </w:pPr>
      <w:r>
        <w:t>1</w:t>
      </w:r>
      <w:r w:rsidR="00EB2C4F">
        <w:t>6</w:t>
      </w:r>
      <w:r w:rsidR="00F436EA">
        <w:t>2</w:t>
      </w:r>
      <w:r w:rsidRPr="00EA36AE">
        <w:t>.</w:t>
      </w:r>
      <w:r w:rsidRPr="00EA36AE">
        <w:tab/>
        <w:t>No subject was raised under this agenda item.</w:t>
      </w:r>
    </w:p>
    <w:p w14:paraId="637D9F60" w14:textId="77777777" w:rsidR="00660109" w:rsidRPr="006A795E" w:rsidRDefault="00660109" w:rsidP="00660109">
      <w:pPr>
        <w:pStyle w:val="H1G"/>
        <w:rPr>
          <w:sz w:val="28"/>
          <w:szCs w:val="28"/>
        </w:rPr>
      </w:pPr>
      <w:bookmarkStart w:id="82" w:name="_Hlk25904680"/>
      <w:r w:rsidRPr="006A795E">
        <w:lastRenderedPageBreak/>
        <w:tab/>
      </w:r>
      <w:r w:rsidRPr="006A795E">
        <w:rPr>
          <w:sz w:val="28"/>
          <w:szCs w:val="28"/>
        </w:rPr>
        <w:t>D.</w:t>
      </w:r>
      <w:r w:rsidRPr="006A795E">
        <w:rPr>
          <w:sz w:val="28"/>
          <w:szCs w:val="28"/>
        </w:rPr>
        <w:tab/>
        <w:t>Administrative Committee of the 1997 Agreement (AC.4)</w:t>
      </w:r>
    </w:p>
    <w:p w14:paraId="65581345" w14:textId="0A2B5B9D" w:rsidR="00660109" w:rsidRPr="006A795E" w:rsidRDefault="00660109" w:rsidP="00A4315D">
      <w:pPr>
        <w:pStyle w:val="HChG"/>
      </w:pPr>
      <w:bookmarkStart w:id="83" w:name="_Hlk25904769"/>
      <w:bookmarkEnd w:id="82"/>
      <w:r w:rsidRPr="006A795E">
        <w:tab/>
        <w:t>X</w:t>
      </w:r>
      <w:r w:rsidR="00EB2C4F">
        <w:t>XIV</w:t>
      </w:r>
      <w:r w:rsidRPr="006A795E">
        <w:t>.</w:t>
      </w:r>
      <w:r w:rsidRPr="006A795E">
        <w:tab/>
        <w:t>Establishment of the Committee AC.4 and election of officers for the year 2019 (agenda item 22)</w:t>
      </w:r>
    </w:p>
    <w:p w14:paraId="7EE81F65" w14:textId="77777777" w:rsidR="00660109" w:rsidRPr="00CF3946" w:rsidRDefault="00660109" w:rsidP="00A4315D">
      <w:pPr>
        <w:pStyle w:val="SingleTxtG"/>
        <w:keepNext/>
        <w:keepLines/>
        <w:spacing w:after="0"/>
        <w:ind w:left="1138" w:right="1138"/>
        <w:rPr>
          <w:iCs/>
        </w:rPr>
      </w:pPr>
      <w:r w:rsidRPr="00CF3946">
        <w:rPr>
          <w:i/>
        </w:rPr>
        <w:t>Documentation</w:t>
      </w:r>
      <w:r w:rsidRPr="00CF3946">
        <w:t>:</w:t>
      </w:r>
      <w:r w:rsidRPr="00CF3946">
        <w:tab/>
      </w:r>
      <w:r w:rsidRPr="00CF3946">
        <w:rPr>
          <w:iCs/>
        </w:rPr>
        <w:t xml:space="preserve">Informal document: </w:t>
      </w:r>
    </w:p>
    <w:p w14:paraId="2A096406" w14:textId="25C8963E" w:rsidR="00660109" w:rsidRPr="006A795E" w:rsidRDefault="00660109" w:rsidP="00A4315D">
      <w:pPr>
        <w:pStyle w:val="SingleTxtG"/>
        <w:keepNext/>
        <w:keepLines/>
        <w:spacing w:before="120"/>
      </w:pPr>
      <w:r>
        <w:t>1</w:t>
      </w:r>
      <w:r w:rsidR="00EB2C4F">
        <w:t>6</w:t>
      </w:r>
      <w:r w:rsidR="00F436EA">
        <w:t>3</w:t>
      </w:r>
      <w:r w:rsidRPr="006A795E">
        <w:t>.</w:t>
      </w:r>
      <w:r w:rsidRPr="006A795E">
        <w:tab/>
        <w:t>The Administrative Committee (AC.4) did not convene, as recommended by AC.2 during its 131st session.</w:t>
      </w:r>
    </w:p>
    <w:p w14:paraId="454EF73F" w14:textId="1A292A3D" w:rsidR="00660109" w:rsidRPr="00CF3946" w:rsidRDefault="00660109" w:rsidP="00660109">
      <w:pPr>
        <w:pStyle w:val="HChG"/>
      </w:pPr>
      <w:bookmarkStart w:id="84" w:name="_Hlk25904785"/>
      <w:bookmarkEnd w:id="83"/>
      <w:r w:rsidRPr="00CF3946">
        <w:tab/>
        <w:t>X</w:t>
      </w:r>
      <w:r w:rsidR="00EB2C4F">
        <w:t>XV</w:t>
      </w:r>
      <w:r w:rsidRPr="00CF3946">
        <w:t>.</w:t>
      </w:r>
      <w:r w:rsidRPr="00CF3946">
        <w:tab/>
        <w:t>Amendments to UN Rules annexed to the 1997 Agreement (agenda item 23)</w:t>
      </w:r>
    </w:p>
    <w:p w14:paraId="01700727" w14:textId="5869571D" w:rsidR="00660109" w:rsidRPr="006A795E" w:rsidRDefault="00660109" w:rsidP="00660109">
      <w:pPr>
        <w:pStyle w:val="SingleTxtG"/>
      </w:pPr>
      <w:bookmarkStart w:id="85" w:name="_Hlk25904800"/>
      <w:bookmarkEnd w:id="84"/>
      <w:r>
        <w:t>1</w:t>
      </w:r>
      <w:r w:rsidR="00EB2C4F">
        <w:t>6</w:t>
      </w:r>
      <w:r w:rsidR="00F436EA">
        <w:t>4</w:t>
      </w:r>
      <w:r w:rsidRPr="006A795E">
        <w:t>.</w:t>
      </w:r>
      <w:r w:rsidRPr="006A795E">
        <w:tab/>
        <w:t>No further supplementary information was provided beyond agenda item 7.2. (see</w:t>
      </w:r>
      <w:r w:rsidR="003E5BD5">
        <w:t> </w:t>
      </w:r>
      <w:r w:rsidRPr="006A795E">
        <w:t xml:space="preserve">para. </w:t>
      </w:r>
      <w:r w:rsidR="00EB2C4F" w:rsidRPr="00700800">
        <w:t>95</w:t>
      </w:r>
      <w:r w:rsidRPr="006A795E">
        <w:t xml:space="preserve"> above)</w:t>
      </w:r>
      <w:r w:rsidR="00C96BD3">
        <w:t>.</w:t>
      </w:r>
    </w:p>
    <w:p w14:paraId="41CF1FC9" w14:textId="5FFE0850" w:rsidR="00660109" w:rsidRPr="00CF3946" w:rsidRDefault="00660109" w:rsidP="00660109">
      <w:pPr>
        <w:pStyle w:val="HChG"/>
      </w:pPr>
      <w:r w:rsidRPr="006A795E">
        <w:tab/>
      </w:r>
      <w:r w:rsidRPr="00CF3946">
        <w:t>X</w:t>
      </w:r>
      <w:r w:rsidR="00EB2C4F">
        <w:t>XV</w:t>
      </w:r>
      <w:r w:rsidRPr="00CF3946">
        <w:t>I.</w:t>
      </w:r>
      <w:r w:rsidRPr="00CF3946">
        <w:tab/>
        <w:t>Establishment of new Rules annexed to the 1997 Agreement (agenda item 24)</w:t>
      </w:r>
    </w:p>
    <w:p w14:paraId="420339D6" w14:textId="5C3FE4C0" w:rsidR="00660109" w:rsidRPr="006A795E" w:rsidRDefault="00660109" w:rsidP="00660109">
      <w:pPr>
        <w:pStyle w:val="SingleTxtG"/>
      </w:pPr>
      <w:r>
        <w:t>1</w:t>
      </w:r>
      <w:r w:rsidR="00EB2C4F">
        <w:t>6</w:t>
      </w:r>
      <w:r w:rsidR="00F436EA">
        <w:t>5</w:t>
      </w:r>
      <w:r w:rsidRPr="006A795E">
        <w:t>.</w:t>
      </w:r>
      <w:r w:rsidRPr="006A795E">
        <w:tab/>
        <w:t>No further supplementary information was provided beyond agenda item 7.4. (see</w:t>
      </w:r>
      <w:r w:rsidR="003E5BD5">
        <w:t> </w:t>
      </w:r>
      <w:r w:rsidRPr="006A795E">
        <w:t xml:space="preserve">para. </w:t>
      </w:r>
      <w:r w:rsidR="00EB2C4F" w:rsidRPr="00700800">
        <w:t>97</w:t>
      </w:r>
      <w:r w:rsidRPr="006A795E">
        <w:t xml:space="preserve"> above)</w:t>
      </w:r>
      <w:r w:rsidR="00C96BD3">
        <w:t>.</w:t>
      </w:r>
    </w:p>
    <w:p w14:paraId="10CEA78E" w14:textId="3A8CFB3F" w:rsidR="00660109" w:rsidRPr="006A795E" w:rsidRDefault="00660109" w:rsidP="00660109">
      <w:pPr>
        <w:pStyle w:val="HChG"/>
      </w:pPr>
      <w:r w:rsidRPr="006A795E">
        <w:tab/>
        <w:t>X</w:t>
      </w:r>
      <w:r w:rsidR="00EB2C4F">
        <w:t>XV</w:t>
      </w:r>
      <w:r w:rsidRPr="006A795E">
        <w:t>II.</w:t>
      </w:r>
      <w:r w:rsidRPr="006A795E">
        <w:tab/>
        <w:t>Other business (agenda item 25)</w:t>
      </w:r>
    </w:p>
    <w:p w14:paraId="62FE99C6" w14:textId="03482CA3" w:rsidR="00660109" w:rsidRDefault="00660109" w:rsidP="00660109">
      <w:pPr>
        <w:pStyle w:val="SingleTxtG"/>
        <w:rPr>
          <w:iCs/>
          <w:lang w:val="en-US"/>
        </w:rPr>
      </w:pPr>
      <w:r>
        <w:t>1</w:t>
      </w:r>
      <w:r w:rsidR="00EB2C4F">
        <w:t>6</w:t>
      </w:r>
      <w:r w:rsidR="00F436EA">
        <w:t>6</w:t>
      </w:r>
      <w:r w:rsidRPr="006A795E">
        <w:t>.</w:t>
      </w:r>
      <w:r w:rsidRPr="006A795E">
        <w:tab/>
        <w:t>No subject was raised under this agenda item.</w:t>
      </w:r>
    </w:p>
    <w:bookmarkEnd w:id="85"/>
    <w:p w14:paraId="097B8A84" w14:textId="77777777" w:rsidR="00660109" w:rsidRPr="00660109" w:rsidRDefault="00660109" w:rsidP="007C6E24">
      <w:pPr>
        <w:ind w:left="1134" w:right="1134"/>
        <w:jc w:val="both"/>
        <w:rPr>
          <w:bCs/>
          <w:lang w:val="en-US"/>
        </w:rPr>
      </w:pPr>
    </w:p>
    <w:p w14:paraId="0C8B374B" w14:textId="77777777" w:rsidR="009B490A" w:rsidRDefault="009B490A">
      <w:pPr>
        <w:suppressAutoHyphens w:val="0"/>
        <w:spacing w:line="240" w:lineRule="auto"/>
      </w:pPr>
      <w:r>
        <w:br w:type="page"/>
      </w:r>
    </w:p>
    <w:p w14:paraId="53D4F802" w14:textId="078C7546" w:rsidR="009B490A" w:rsidRDefault="009B490A" w:rsidP="009B490A">
      <w:pPr>
        <w:pStyle w:val="HChG"/>
      </w:pPr>
      <w:bookmarkStart w:id="86" w:name="_Toc455504037"/>
      <w:r w:rsidRPr="00CC55A9">
        <w:lastRenderedPageBreak/>
        <w:t>Annex I</w:t>
      </w:r>
      <w:bookmarkEnd w:id="86"/>
    </w:p>
    <w:p w14:paraId="327BBAE6" w14:textId="68DF943D" w:rsidR="00E63F2C" w:rsidRPr="00E63F2C" w:rsidRDefault="00E63F2C" w:rsidP="00E63F2C">
      <w:pPr>
        <w:jc w:val="right"/>
      </w:pPr>
      <w:r>
        <w:t>[English only]</w:t>
      </w:r>
    </w:p>
    <w:p w14:paraId="63270D40" w14:textId="1ABB9BC6" w:rsidR="005C1EDE" w:rsidRPr="00E866C2" w:rsidRDefault="009B490A" w:rsidP="005C1EDE">
      <w:pPr>
        <w:pStyle w:val="HChG"/>
      </w:pPr>
      <w:r w:rsidRPr="00CC55A9">
        <w:tab/>
      </w:r>
      <w:r w:rsidRPr="00CC55A9">
        <w:tab/>
      </w:r>
      <w:r w:rsidR="005C1EDE" w:rsidRPr="00E866C2">
        <w:tab/>
      </w:r>
      <w:bookmarkStart w:id="87" w:name="_Toc455504038"/>
      <w:r w:rsidR="005C1EDE" w:rsidRPr="00E866C2">
        <w:t>List of informal documents (WP.29-17</w:t>
      </w:r>
      <w:r w:rsidR="005C1EDE">
        <w:t>9</w:t>
      </w:r>
      <w:r w:rsidR="005C1EDE" w:rsidRPr="00E866C2">
        <w:t>-…) distributed without a symbol during the 17</w:t>
      </w:r>
      <w:r w:rsidR="005C1EDE">
        <w:t>9</w:t>
      </w:r>
      <w:r w:rsidR="005C1EDE" w:rsidRPr="00E866C2">
        <w:t>th session</w:t>
      </w:r>
      <w:bookmarkEnd w:id="87"/>
    </w:p>
    <w:tbl>
      <w:tblPr>
        <w:tblW w:w="8380" w:type="dxa"/>
        <w:tblInd w:w="709" w:type="dxa"/>
        <w:tblLayout w:type="fixed"/>
        <w:tblCellMar>
          <w:left w:w="0" w:type="dxa"/>
          <w:right w:w="0" w:type="dxa"/>
        </w:tblCellMar>
        <w:tblLook w:val="01E0" w:firstRow="1" w:lastRow="1" w:firstColumn="1" w:lastColumn="1" w:noHBand="0" w:noVBand="0"/>
      </w:tblPr>
      <w:tblGrid>
        <w:gridCol w:w="1001"/>
        <w:gridCol w:w="1701"/>
        <w:gridCol w:w="851"/>
        <w:gridCol w:w="778"/>
        <w:gridCol w:w="3324"/>
        <w:gridCol w:w="725"/>
      </w:tblGrid>
      <w:tr w:rsidR="005C1EDE" w:rsidRPr="00C9653D" w14:paraId="34E74784" w14:textId="77777777" w:rsidTr="001079EB">
        <w:trPr>
          <w:cantSplit/>
          <w:tblHeader/>
        </w:trPr>
        <w:tc>
          <w:tcPr>
            <w:tcW w:w="1001" w:type="dxa"/>
            <w:tcBorders>
              <w:bottom w:val="single" w:sz="12" w:space="0" w:color="auto"/>
            </w:tcBorders>
            <w:shd w:val="clear" w:color="auto" w:fill="auto"/>
            <w:vAlign w:val="bottom"/>
          </w:tcPr>
          <w:p w14:paraId="289D4466" w14:textId="77777777" w:rsidR="005C1EDE" w:rsidRPr="00C9653D" w:rsidRDefault="005C1EDE" w:rsidP="00DC460A">
            <w:pPr>
              <w:spacing w:before="80" w:after="80" w:line="200" w:lineRule="exact"/>
              <w:ind w:right="113"/>
              <w:jc w:val="center"/>
              <w:rPr>
                <w:i/>
                <w:sz w:val="16"/>
              </w:rPr>
            </w:pPr>
            <w:r w:rsidRPr="00C9653D">
              <w:rPr>
                <w:i/>
                <w:sz w:val="16"/>
              </w:rPr>
              <w:t>No. WP.29-17</w:t>
            </w:r>
            <w:r>
              <w:rPr>
                <w:i/>
                <w:sz w:val="16"/>
              </w:rPr>
              <w:t>9</w:t>
            </w:r>
            <w:r w:rsidRPr="00C9653D">
              <w:rPr>
                <w:i/>
                <w:sz w:val="16"/>
              </w:rPr>
              <w:t>-</w:t>
            </w:r>
          </w:p>
        </w:tc>
        <w:tc>
          <w:tcPr>
            <w:tcW w:w="1701" w:type="dxa"/>
            <w:tcBorders>
              <w:bottom w:val="single" w:sz="12" w:space="0" w:color="auto"/>
            </w:tcBorders>
            <w:shd w:val="clear" w:color="auto" w:fill="auto"/>
            <w:vAlign w:val="bottom"/>
          </w:tcPr>
          <w:p w14:paraId="3455D4F2" w14:textId="77777777" w:rsidR="005C1EDE" w:rsidRPr="00C9653D" w:rsidRDefault="005C1EDE" w:rsidP="00DC460A">
            <w:pPr>
              <w:spacing w:before="80" w:after="80" w:line="200" w:lineRule="exact"/>
              <w:ind w:right="113"/>
              <w:rPr>
                <w:i/>
                <w:sz w:val="16"/>
              </w:rPr>
            </w:pPr>
            <w:r w:rsidRPr="00C9653D">
              <w:rPr>
                <w:i/>
                <w:sz w:val="16"/>
              </w:rPr>
              <w:t>Transmitted by</w:t>
            </w:r>
          </w:p>
        </w:tc>
        <w:tc>
          <w:tcPr>
            <w:tcW w:w="851" w:type="dxa"/>
            <w:tcBorders>
              <w:bottom w:val="single" w:sz="12" w:space="0" w:color="auto"/>
            </w:tcBorders>
            <w:shd w:val="clear" w:color="auto" w:fill="auto"/>
            <w:vAlign w:val="bottom"/>
          </w:tcPr>
          <w:p w14:paraId="5BD72439" w14:textId="77777777" w:rsidR="005C1EDE" w:rsidRPr="00C9653D" w:rsidRDefault="005C1EDE" w:rsidP="00DC460A">
            <w:pPr>
              <w:spacing w:before="80" w:after="80" w:line="200" w:lineRule="exact"/>
              <w:ind w:right="113"/>
              <w:rPr>
                <w:i/>
                <w:sz w:val="16"/>
              </w:rPr>
            </w:pPr>
            <w:r w:rsidRPr="00C9653D">
              <w:rPr>
                <w:i/>
                <w:sz w:val="16"/>
              </w:rPr>
              <w:t>Agenda item</w:t>
            </w:r>
          </w:p>
        </w:tc>
        <w:tc>
          <w:tcPr>
            <w:tcW w:w="778" w:type="dxa"/>
            <w:tcBorders>
              <w:bottom w:val="single" w:sz="12" w:space="0" w:color="auto"/>
            </w:tcBorders>
            <w:shd w:val="clear" w:color="auto" w:fill="auto"/>
            <w:vAlign w:val="bottom"/>
          </w:tcPr>
          <w:p w14:paraId="67959684" w14:textId="77777777" w:rsidR="005C1EDE" w:rsidRPr="00C9653D" w:rsidRDefault="005C1EDE" w:rsidP="00DC460A">
            <w:pPr>
              <w:spacing w:before="80" w:after="80" w:line="200" w:lineRule="exact"/>
              <w:ind w:right="113"/>
              <w:jc w:val="center"/>
              <w:rPr>
                <w:i/>
                <w:sz w:val="16"/>
              </w:rPr>
            </w:pPr>
            <w:r w:rsidRPr="00C9653D">
              <w:rPr>
                <w:i/>
                <w:sz w:val="16"/>
              </w:rPr>
              <w:t>Language</w:t>
            </w:r>
          </w:p>
        </w:tc>
        <w:tc>
          <w:tcPr>
            <w:tcW w:w="3324" w:type="dxa"/>
            <w:tcBorders>
              <w:bottom w:val="single" w:sz="12" w:space="0" w:color="auto"/>
            </w:tcBorders>
            <w:shd w:val="clear" w:color="auto" w:fill="auto"/>
            <w:vAlign w:val="bottom"/>
          </w:tcPr>
          <w:p w14:paraId="70BC30CC" w14:textId="77777777" w:rsidR="005C1EDE" w:rsidRPr="00C9653D" w:rsidRDefault="005C1EDE" w:rsidP="00DC460A">
            <w:pPr>
              <w:spacing w:before="80" w:after="80" w:line="200" w:lineRule="exact"/>
              <w:ind w:right="113"/>
              <w:rPr>
                <w:i/>
                <w:sz w:val="16"/>
              </w:rPr>
            </w:pPr>
            <w:r w:rsidRPr="00C9653D">
              <w:rPr>
                <w:i/>
                <w:sz w:val="16"/>
              </w:rPr>
              <w:t>Title</w:t>
            </w:r>
          </w:p>
        </w:tc>
        <w:tc>
          <w:tcPr>
            <w:tcW w:w="725" w:type="dxa"/>
            <w:tcBorders>
              <w:bottom w:val="single" w:sz="12" w:space="0" w:color="auto"/>
            </w:tcBorders>
            <w:shd w:val="clear" w:color="auto" w:fill="auto"/>
            <w:vAlign w:val="bottom"/>
          </w:tcPr>
          <w:p w14:paraId="7EA9030F" w14:textId="77777777" w:rsidR="005C1EDE" w:rsidRPr="00C9653D" w:rsidRDefault="005C1EDE" w:rsidP="00DC460A">
            <w:pPr>
              <w:spacing w:before="80" w:after="80" w:line="200" w:lineRule="exact"/>
              <w:jc w:val="center"/>
              <w:rPr>
                <w:i/>
                <w:sz w:val="16"/>
              </w:rPr>
            </w:pPr>
            <w:r w:rsidRPr="00C9653D">
              <w:rPr>
                <w:i/>
                <w:sz w:val="16"/>
              </w:rPr>
              <w:t>Follow-up</w:t>
            </w:r>
          </w:p>
        </w:tc>
      </w:tr>
      <w:tr w:rsidR="005C1EDE" w:rsidRPr="00C9653D" w14:paraId="67E0FFBC" w14:textId="77777777" w:rsidTr="001079EB">
        <w:trPr>
          <w:cantSplit/>
        </w:trPr>
        <w:tc>
          <w:tcPr>
            <w:tcW w:w="1001" w:type="dxa"/>
            <w:tcBorders>
              <w:top w:val="single" w:sz="12" w:space="0" w:color="auto"/>
            </w:tcBorders>
            <w:shd w:val="clear" w:color="auto" w:fill="auto"/>
            <w:tcMar>
              <w:bottom w:w="51" w:type="dxa"/>
            </w:tcMar>
          </w:tcPr>
          <w:p w14:paraId="27AF708A" w14:textId="77777777" w:rsidR="005C1EDE" w:rsidRPr="00C9653D" w:rsidRDefault="005C1EDE" w:rsidP="001079EB">
            <w:pPr>
              <w:adjustRightInd w:val="0"/>
              <w:snapToGrid w:val="0"/>
              <w:spacing w:before="120"/>
              <w:ind w:right="113"/>
              <w:jc w:val="center"/>
            </w:pPr>
            <w:r w:rsidRPr="00C9653D">
              <w:t>1</w:t>
            </w:r>
          </w:p>
        </w:tc>
        <w:tc>
          <w:tcPr>
            <w:tcW w:w="1701" w:type="dxa"/>
            <w:tcBorders>
              <w:top w:val="single" w:sz="12" w:space="0" w:color="auto"/>
            </w:tcBorders>
            <w:shd w:val="clear" w:color="auto" w:fill="auto"/>
            <w:tcMar>
              <w:bottom w:w="51" w:type="dxa"/>
            </w:tcMar>
          </w:tcPr>
          <w:p w14:paraId="107D32F4" w14:textId="77777777" w:rsidR="005C1EDE" w:rsidRPr="00C9653D" w:rsidRDefault="005C1EDE" w:rsidP="001079EB">
            <w:pPr>
              <w:adjustRightInd w:val="0"/>
              <w:snapToGrid w:val="0"/>
              <w:spacing w:before="120"/>
              <w:ind w:right="113"/>
            </w:pPr>
            <w:r w:rsidRPr="00C9653D">
              <w:t>Secretariat</w:t>
            </w:r>
          </w:p>
        </w:tc>
        <w:tc>
          <w:tcPr>
            <w:tcW w:w="851" w:type="dxa"/>
            <w:tcBorders>
              <w:top w:val="single" w:sz="12" w:space="0" w:color="auto"/>
            </w:tcBorders>
            <w:shd w:val="clear" w:color="auto" w:fill="auto"/>
            <w:tcMar>
              <w:bottom w:w="51" w:type="dxa"/>
            </w:tcMar>
          </w:tcPr>
          <w:p w14:paraId="2E1885CC" w14:textId="77777777" w:rsidR="005C1EDE" w:rsidRPr="00C9653D" w:rsidRDefault="005C1EDE" w:rsidP="001079EB">
            <w:pPr>
              <w:adjustRightInd w:val="0"/>
              <w:snapToGrid w:val="0"/>
              <w:spacing w:before="120"/>
              <w:ind w:right="113"/>
            </w:pPr>
            <w:r w:rsidRPr="00C9653D">
              <w:t>2.2</w:t>
            </w:r>
            <w:r>
              <w:t>.</w:t>
            </w:r>
          </w:p>
        </w:tc>
        <w:tc>
          <w:tcPr>
            <w:tcW w:w="778" w:type="dxa"/>
            <w:tcBorders>
              <w:top w:val="single" w:sz="12" w:space="0" w:color="auto"/>
            </w:tcBorders>
            <w:shd w:val="clear" w:color="auto" w:fill="auto"/>
            <w:tcMar>
              <w:bottom w:w="51" w:type="dxa"/>
            </w:tcMar>
          </w:tcPr>
          <w:p w14:paraId="7DD19DB3" w14:textId="77777777" w:rsidR="005C1EDE" w:rsidRPr="00C9653D" w:rsidRDefault="005C1EDE" w:rsidP="001079EB">
            <w:pPr>
              <w:adjustRightInd w:val="0"/>
              <w:snapToGrid w:val="0"/>
              <w:spacing w:before="120"/>
              <w:ind w:right="113"/>
              <w:jc w:val="center"/>
            </w:pPr>
            <w:r w:rsidRPr="00C9653D">
              <w:t>E</w:t>
            </w:r>
          </w:p>
        </w:tc>
        <w:tc>
          <w:tcPr>
            <w:tcW w:w="3324" w:type="dxa"/>
            <w:tcBorders>
              <w:top w:val="single" w:sz="12" w:space="0" w:color="auto"/>
            </w:tcBorders>
            <w:shd w:val="clear" w:color="auto" w:fill="auto"/>
            <w:tcMar>
              <w:bottom w:w="51" w:type="dxa"/>
            </w:tcMar>
          </w:tcPr>
          <w:p w14:paraId="6D9BDDE0" w14:textId="77777777" w:rsidR="005C1EDE" w:rsidRPr="00C9653D" w:rsidRDefault="005C1EDE" w:rsidP="001079EB">
            <w:pPr>
              <w:adjustRightInd w:val="0"/>
              <w:snapToGrid w:val="0"/>
              <w:spacing w:before="120"/>
              <w:ind w:right="113"/>
            </w:pPr>
            <w:r w:rsidRPr="00C9653D">
              <w:t>WP.29, Working Parties, Informal Working Groups and Chairmanship</w:t>
            </w:r>
          </w:p>
        </w:tc>
        <w:tc>
          <w:tcPr>
            <w:tcW w:w="725" w:type="dxa"/>
            <w:tcBorders>
              <w:top w:val="single" w:sz="12" w:space="0" w:color="auto"/>
            </w:tcBorders>
            <w:shd w:val="clear" w:color="auto" w:fill="auto"/>
            <w:tcMar>
              <w:bottom w:w="51" w:type="dxa"/>
            </w:tcMar>
            <w:vAlign w:val="center"/>
          </w:tcPr>
          <w:p w14:paraId="0F9BD257" w14:textId="77777777" w:rsidR="005C1EDE" w:rsidRPr="00C9653D" w:rsidRDefault="005C1EDE" w:rsidP="001079EB">
            <w:pPr>
              <w:adjustRightInd w:val="0"/>
              <w:snapToGrid w:val="0"/>
              <w:spacing w:before="120"/>
              <w:jc w:val="center"/>
            </w:pPr>
            <w:r w:rsidRPr="00C9653D">
              <w:t>(b)</w:t>
            </w:r>
          </w:p>
        </w:tc>
      </w:tr>
      <w:tr w:rsidR="005C1EDE" w:rsidRPr="00C9653D" w14:paraId="3A860719" w14:textId="77777777" w:rsidTr="00DC460A">
        <w:trPr>
          <w:cantSplit/>
        </w:trPr>
        <w:tc>
          <w:tcPr>
            <w:tcW w:w="1001" w:type="dxa"/>
            <w:shd w:val="clear" w:color="auto" w:fill="auto"/>
            <w:tcMar>
              <w:bottom w:w="51" w:type="dxa"/>
            </w:tcMar>
          </w:tcPr>
          <w:p w14:paraId="3DBFCEFA" w14:textId="77777777" w:rsidR="005C1EDE" w:rsidRPr="0001710C" w:rsidRDefault="005C1EDE" w:rsidP="00DC460A">
            <w:pPr>
              <w:adjustRightInd w:val="0"/>
              <w:snapToGrid w:val="0"/>
              <w:ind w:right="113"/>
              <w:jc w:val="center"/>
            </w:pPr>
            <w:r w:rsidRPr="0001710C">
              <w:t>2</w:t>
            </w:r>
          </w:p>
        </w:tc>
        <w:tc>
          <w:tcPr>
            <w:tcW w:w="1701" w:type="dxa"/>
            <w:shd w:val="clear" w:color="auto" w:fill="auto"/>
            <w:tcMar>
              <w:bottom w:w="51" w:type="dxa"/>
            </w:tcMar>
          </w:tcPr>
          <w:p w14:paraId="02741415" w14:textId="77777777" w:rsidR="005C1EDE" w:rsidRPr="0001710C" w:rsidRDefault="005C1EDE" w:rsidP="00DC460A">
            <w:pPr>
              <w:adjustRightInd w:val="0"/>
              <w:snapToGrid w:val="0"/>
              <w:ind w:right="113"/>
            </w:pPr>
            <w:r w:rsidRPr="0001710C">
              <w:t>Secretariat</w:t>
            </w:r>
          </w:p>
        </w:tc>
        <w:tc>
          <w:tcPr>
            <w:tcW w:w="851" w:type="dxa"/>
            <w:shd w:val="clear" w:color="auto" w:fill="auto"/>
            <w:tcMar>
              <w:bottom w:w="51" w:type="dxa"/>
            </w:tcMar>
          </w:tcPr>
          <w:p w14:paraId="3A331324" w14:textId="77777777" w:rsidR="005C1EDE" w:rsidRPr="0001710C" w:rsidRDefault="005C1EDE" w:rsidP="00DC460A">
            <w:pPr>
              <w:adjustRightInd w:val="0"/>
              <w:snapToGrid w:val="0"/>
              <w:ind w:right="113"/>
            </w:pPr>
            <w:r>
              <w:t>2.2.</w:t>
            </w:r>
          </w:p>
        </w:tc>
        <w:tc>
          <w:tcPr>
            <w:tcW w:w="778" w:type="dxa"/>
            <w:shd w:val="clear" w:color="auto" w:fill="auto"/>
            <w:tcMar>
              <w:bottom w:w="51" w:type="dxa"/>
            </w:tcMar>
          </w:tcPr>
          <w:p w14:paraId="547217AF" w14:textId="77777777" w:rsidR="005C1EDE" w:rsidRPr="0001710C" w:rsidRDefault="005C1EDE" w:rsidP="00DC460A">
            <w:pPr>
              <w:adjustRightInd w:val="0"/>
              <w:snapToGrid w:val="0"/>
              <w:ind w:right="113"/>
              <w:jc w:val="center"/>
            </w:pPr>
            <w:r w:rsidRPr="0001710C">
              <w:t>E</w:t>
            </w:r>
          </w:p>
        </w:tc>
        <w:tc>
          <w:tcPr>
            <w:tcW w:w="3324" w:type="dxa"/>
            <w:shd w:val="clear" w:color="auto" w:fill="auto"/>
            <w:tcMar>
              <w:bottom w:w="51" w:type="dxa"/>
            </w:tcMar>
          </w:tcPr>
          <w:p w14:paraId="3803699E" w14:textId="77777777" w:rsidR="005C1EDE" w:rsidRPr="00C9653D" w:rsidRDefault="005C1EDE" w:rsidP="00DC460A">
            <w:pPr>
              <w:adjustRightInd w:val="0"/>
              <w:snapToGrid w:val="0"/>
              <w:spacing w:line="240" w:lineRule="auto"/>
              <w:ind w:right="113"/>
              <w:rPr>
                <w:highlight w:val="yellow"/>
              </w:rPr>
            </w:pPr>
            <w:r>
              <w:t>Calendar of meetings for 2020</w:t>
            </w:r>
          </w:p>
        </w:tc>
        <w:tc>
          <w:tcPr>
            <w:tcW w:w="725" w:type="dxa"/>
            <w:shd w:val="clear" w:color="auto" w:fill="auto"/>
            <w:tcMar>
              <w:bottom w:w="51" w:type="dxa"/>
            </w:tcMar>
            <w:vAlign w:val="center"/>
          </w:tcPr>
          <w:p w14:paraId="75F7B274" w14:textId="77777777" w:rsidR="005C1EDE" w:rsidRPr="00C9653D" w:rsidRDefault="005C1EDE" w:rsidP="00DC460A">
            <w:pPr>
              <w:adjustRightInd w:val="0"/>
              <w:snapToGrid w:val="0"/>
              <w:jc w:val="center"/>
            </w:pPr>
            <w:r>
              <w:t>(b/c)</w:t>
            </w:r>
          </w:p>
        </w:tc>
      </w:tr>
      <w:tr w:rsidR="005C1EDE" w:rsidRPr="00C9653D" w14:paraId="3D89DBB4" w14:textId="77777777" w:rsidTr="00DC460A">
        <w:trPr>
          <w:cantSplit/>
          <w:trHeight w:val="363"/>
        </w:trPr>
        <w:tc>
          <w:tcPr>
            <w:tcW w:w="1001" w:type="dxa"/>
            <w:shd w:val="clear" w:color="auto" w:fill="auto"/>
            <w:tcMar>
              <w:bottom w:w="51" w:type="dxa"/>
            </w:tcMar>
          </w:tcPr>
          <w:p w14:paraId="42CB26C5" w14:textId="77777777" w:rsidR="005C1EDE" w:rsidRPr="0001710C" w:rsidRDefault="005C1EDE" w:rsidP="00DC460A">
            <w:pPr>
              <w:adjustRightInd w:val="0"/>
              <w:snapToGrid w:val="0"/>
              <w:ind w:right="113"/>
              <w:jc w:val="center"/>
            </w:pPr>
            <w:r w:rsidRPr="0001710C">
              <w:t>3</w:t>
            </w:r>
          </w:p>
        </w:tc>
        <w:tc>
          <w:tcPr>
            <w:tcW w:w="1701" w:type="dxa"/>
            <w:shd w:val="clear" w:color="auto" w:fill="auto"/>
            <w:tcMar>
              <w:bottom w:w="51" w:type="dxa"/>
            </w:tcMar>
          </w:tcPr>
          <w:p w14:paraId="069B217F" w14:textId="77777777" w:rsidR="005C1EDE" w:rsidRPr="0001710C" w:rsidRDefault="005C1EDE" w:rsidP="00DC460A">
            <w:pPr>
              <w:adjustRightInd w:val="0"/>
              <w:snapToGrid w:val="0"/>
              <w:ind w:right="113"/>
            </w:pPr>
            <w:r w:rsidRPr="0001710C">
              <w:t>Secretariat</w:t>
            </w:r>
          </w:p>
        </w:tc>
        <w:tc>
          <w:tcPr>
            <w:tcW w:w="851" w:type="dxa"/>
            <w:shd w:val="clear" w:color="auto" w:fill="auto"/>
            <w:tcMar>
              <w:bottom w:w="51" w:type="dxa"/>
            </w:tcMar>
          </w:tcPr>
          <w:p w14:paraId="0860B505" w14:textId="77777777" w:rsidR="005C1EDE" w:rsidRPr="0001710C" w:rsidRDefault="005C1EDE" w:rsidP="00DC460A">
            <w:pPr>
              <w:adjustRightInd w:val="0"/>
              <w:snapToGrid w:val="0"/>
              <w:ind w:right="113"/>
            </w:pPr>
            <w:r w:rsidRPr="0001710C">
              <w:t>1</w:t>
            </w:r>
            <w:r>
              <w:t>.</w:t>
            </w:r>
          </w:p>
        </w:tc>
        <w:tc>
          <w:tcPr>
            <w:tcW w:w="778" w:type="dxa"/>
            <w:shd w:val="clear" w:color="auto" w:fill="auto"/>
            <w:tcMar>
              <w:bottom w:w="51" w:type="dxa"/>
            </w:tcMar>
          </w:tcPr>
          <w:p w14:paraId="010D36EB" w14:textId="77777777" w:rsidR="005C1EDE" w:rsidRPr="0001710C" w:rsidRDefault="005C1EDE" w:rsidP="00DC460A">
            <w:pPr>
              <w:adjustRightInd w:val="0"/>
              <w:snapToGrid w:val="0"/>
              <w:ind w:right="113"/>
              <w:jc w:val="center"/>
            </w:pPr>
            <w:r w:rsidRPr="0001710C">
              <w:t>E</w:t>
            </w:r>
          </w:p>
        </w:tc>
        <w:tc>
          <w:tcPr>
            <w:tcW w:w="3324" w:type="dxa"/>
            <w:shd w:val="clear" w:color="auto" w:fill="auto"/>
            <w:tcMar>
              <w:bottom w:w="51" w:type="dxa"/>
            </w:tcMar>
          </w:tcPr>
          <w:p w14:paraId="73008E64" w14:textId="77777777" w:rsidR="005C1EDE" w:rsidRPr="00963E7B" w:rsidRDefault="005C1EDE" w:rsidP="00DC460A">
            <w:pPr>
              <w:adjustRightInd w:val="0"/>
              <w:snapToGrid w:val="0"/>
              <w:ind w:right="113"/>
            </w:pPr>
            <w:r w:rsidRPr="00963E7B">
              <w:t>179</w:t>
            </w:r>
            <w:r w:rsidRPr="00963E7B">
              <w:rPr>
                <w:vertAlign w:val="superscript"/>
              </w:rPr>
              <w:t>th</w:t>
            </w:r>
            <w:r w:rsidRPr="00963E7B">
              <w:t xml:space="preserve"> WP.29 running-order</w:t>
            </w:r>
          </w:p>
        </w:tc>
        <w:tc>
          <w:tcPr>
            <w:tcW w:w="725" w:type="dxa"/>
            <w:shd w:val="clear" w:color="auto" w:fill="auto"/>
            <w:tcMar>
              <w:bottom w:w="51" w:type="dxa"/>
            </w:tcMar>
            <w:vAlign w:val="center"/>
          </w:tcPr>
          <w:p w14:paraId="776374EF" w14:textId="77777777" w:rsidR="005C1EDE" w:rsidRPr="00C9653D" w:rsidRDefault="005C1EDE" w:rsidP="00DC460A">
            <w:pPr>
              <w:adjustRightInd w:val="0"/>
              <w:snapToGrid w:val="0"/>
              <w:jc w:val="center"/>
            </w:pPr>
            <w:r>
              <w:t>(b)</w:t>
            </w:r>
          </w:p>
        </w:tc>
      </w:tr>
      <w:tr w:rsidR="005C1EDE" w:rsidRPr="00C9653D" w14:paraId="7BC3BFFE" w14:textId="77777777" w:rsidTr="00DC460A">
        <w:trPr>
          <w:cantSplit/>
          <w:trHeight w:val="359"/>
        </w:trPr>
        <w:tc>
          <w:tcPr>
            <w:tcW w:w="1001" w:type="dxa"/>
            <w:shd w:val="clear" w:color="auto" w:fill="auto"/>
            <w:tcMar>
              <w:bottom w:w="51" w:type="dxa"/>
            </w:tcMar>
          </w:tcPr>
          <w:p w14:paraId="6CBE4B00" w14:textId="77777777" w:rsidR="005C1EDE" w:rsidRPr="0001710C" w:rsidRDefault="005C1EDE" w:rsidP="00DC460A">
            <w:pPr>
              <w:adjustRightInd w:val="0"/>
              <w:snapToGrid w:val="0"/>
              <w:ind w:right="113"/>
              <w:jc w:val="center"/>
            </w:pPr>
            <w:bookmarkStart w:id="88" w:name="_Hlk11399761"/>
            <w:r w:rsidRPr="0001710C">
              <w:t>4</w:t>
            </w:r>
          </w:p>
        </w:tc>
        <w:tc>
          <w:tcPr>
            <w:tcW w:w="1701" w:type="dxa"/>
            <w:shd w:val="clear" w:color="auto" w:fill="auto"/>
            <w:tcMar>
              <w:bottom w:w="51" w:type="dxa"/>
            </w:tcMar>
          </w:tcPr>
          <w:p w14:paraId="5B502B32" w14:textId="77777777" w:rsidR="005C1EDE" w:rsidRPr="0001710C" w:rsidRDefault="005C1EDE" w:rsidP="00DC460A">
            <w:pPr>
              <w:adjustRightInd w:val="0"/>
              <w:snapToGrid w:val="0"/>
              <w:ind w:right="113"/>
            </w:pPr>
            <w:r w:rsidRPr="0001710C">
              <w:t>Secretariat</w:t>
            </w:r>
          </w:p>
        </w:tc>
        <w:tc>
          <w:tcPr>
            <w:tcW w:w="851" w:type="dxa"/>
            <w:shd w:val="clear" w:color="auto" w:fill="auto"/>
            <w:tcMar>
              <w:bottom w:w="51" w:type="dxa"/>
            </w:tcMar>
          </w:tcPr>
          <w:p w14:paraId="2D960218" w14:textId="77777777" w:rsidR="005C1EDE" w:rsidRPr="0001710C" w:rsidRDefault="005C1EDE" w:rsidP="00DC460A">
            <w:pPr>
              <w:adjustRightInd w:val="0"/>
              <w:snapToGrid w:val="0"/>
              <w:ind w:right="113"/>
            </w:pPr>
            <w:r w:rsidRPr="0001710C">
              <w:t>1</w:t>
            </w:r>
            <w:r>
              <w:t>.</w:t>
            </w:r>
          </w:p>
        </w:tc>
        <w:tc>
          <w:tcPr>
            <w:tcW w:w="778" w:type="dxa"/>
            <w:shd w:val="clear" w:color="auto" w:fill="auto"/>
            <w:tcMar>
              <w:bottom w:w="51" w:type="dxa"/>
            </w:tcMar>
          </w:tcPr>
          <w:p w14:paraId="6EDB1FE4" w14:textId="77777777" w:rsidR="005C1EDE" w:rsidRPr="0001710C" w:rsidRDefault="005C1EDE" w:rsidP="00DC460A">
            <w:pPr>
              <w:adjustRightInd w:val="0"/>
              <w:snapToGrid w:val="0"/>
              <w:ind w:right="113"/>
              <w:jc w:val="center"/>
            </w:pPr>
            <w:r>
              <w:t>E</w:t>
            </w:r>
          </w:p>
        </w:tc>
        <w:tc>
          <w:tcPr>
            <w:tcW w:w="3324" w:type="dxa"/>
            <w:shd w:val="clear" w:color="auto" w:fill="auto"/>
            <w:tcMar>
              <w:bottom w:w="51" w:type="dxa"/>
            </w:tcMar>
          </w:tcPr>
          <w:p w14:paraId="6763717A" w14:textId="77777777" w:rsidR="005C1EDE" w:rsidRPr="00C9653D" w:rsidRDefault="005C1EDE" w:rsidP="00DC460A">
            <w:pPr>
              <w:adjustRightInd w:val="0"/>
              <w:snapToGrid w:val="0"/>
              <w:ind w:right="113"/>
              <w:rPr>
                <w:highlight w:val="yellow"/>
              </w:rPr>
            </w:pPr>
            <w:r w:rsidRPr="00C9653D">
              <w:t>Consolidated annotated agenda</w:t>
            </w:r>
          </w:p>
        </w:tc>
        <w:tc>
          <w:tcPr>
            <w:tcW w:w="725" w:type="dxa"/>
            <w:shd w:val="clear" w:color="auto" w:fill="auto"/>
            <w:tcMar>
              <w:bottom w:w="51" w:type="dxa"/>
            </w:tcMar>
            <w:vAlign w:val="center"/>
          </w:tcPr>
          <w:p w14:paraId="6D0534B4" w14:textId="77777777" w:rsidR="005C1EDE" w:rsidRPr="00C9653D" w:rsidRDefault="005C1EDE" w:rsidP="00DC460A">
            <w:pPr>
              <w:adjustRightInd w:val="0"/>
              <w:snapToGrid w:val="0"/>
              <w:jc w:val="center"/>
            </w:pPr>
            <w:r>
              <w:t>(b)</w:t>
            </w:r>
          </w:p>
        </w:tc>
      </w:tr>
      <w:tr w:rsidR="005C1EDE" w:rsidRPr="00C9653D" w14:paraId="7BE2FEEA" w14:textId="77777777" w:rsidTr="00DC460A">
        <w:trPr>
          <w:cantSplit/>
          <w:trHeight w:val="803"/>
        </w:trPr>
        <w:tc>
          <w:tcPr>
            <w:tcW w:w="1001" w:type="dxa"/>
            <w:shd w:val="clear" w:color="auto" w:fill="auto"/>
            <w:tcMar>
              <w:bottom w:w="51" w:type="dxa"/>
            </w:tcMar>
          </w:tcPr>
          <w:p w14:paraId="1FA974FA" w14:textId="77777777" w:rsidR="005C1EDE" w:rsidRPr="0001710C" w:rsidRDefault="005C1EDE" w:rsidP="00DC460A">
            <w:pPr>
              <w:adjustRightInd w:val="0"/>
              <w:snapToGrid w:val="0"/>
              <w:ind w:right="113"/>
              <w:jc w:val="center"/>
            </w:pPr>
            <w:r>
              <w:t>5</w:t>
            </w:r>
          </w:p>
        </w:tc>
        <w:tc>
          <w:tcPr>
            <w:tcW w:w="1701" w:type="dxa"/>
            <w:shd w:val="clear" w:color="auto" w:fill="auto"/>
            <w:tcMar>
              <w:bottom w:w="51" w:type="dxa"/>
            </w:tcMar>
          </w:tcPr>
          <w:p w14:paraId="42F95E7B" w14:textId="77777777" w:rsidR="005C1EDE" w:rsidRPr="008D3D52" w:rsidRDefault="005C1EDE" w:rsidP="00DC460A">
            <w:pPr>
              <w:adjustRightInd w:val="0"/>
              <w:snapToGrid w:val="0"/>
              <w:ind w:right="113"/>
            </w:pPr>
            <w:r w:rsidRPr="008D3D52">
              <w:t>WP.1</w:t>
            </w:r>
          </w:p>
        </w:tc>
        <w:tc>
          <w:tcPr>
            <w:tcW w:w="851" w:type="dxa"/>
            <w:shd w:val="clear" w:color="auto" w:fill="auto"/>
            <w:tcMar>
              <w:bottom w:w="51" w:type="dxa"/>
            </w:tcMar>
          </w:tcPr>
          <w:p w14:paraId="73AA6F58" w14:textId="77777777" w:rsidR="005C1EDE" w:rsidRPr="008D3D52" w:rsidRDefault="005C1EDE" w:rsidP="00DC460A">
            <w:pPr>
              <w:adjustRightInd w:val="0"/>
              <w:snapToGrid w:val="0"/>
              <w:ind w:right="113"/>
            </w:pPr>
            <w:r w:rsidRPr="008D3D52">
              <w:t>8.2</w:t>
            </w:r>
          </w:p>
        </w:tc>
        <w:tc>
          <w:tcPr>
            <w:tcW w:w="778" w:type="dxa"/>
            <w:shd w:val="clear" w:color="auto" w:fill="auto"/>
            <w:tcMar>
              <w:bottom w:w="51" w:type="dxa"/>
            </w:tcMar>
          </w:tcPr>
          <w:p w14:paraId="6C7E7AED" w14:textId="77777777" w:rsidR="005C1EDE" w:rsidRPr="008D3D52" w:rsidRDefault="005C1EDE" w:rsidP="00DC460A">
            <w:pPr>
              <w:adjustRightInd w:val="0"/>
              <w:snapToGrid w:val="0"/>
              <w:ind w:right="113"/>
              <w:jc w:val="center"/>
            </w:pPr>
            <w:r w:rsidRPr="008D3D52">
              <w:t>E</w:t>
            </w:r>
          </w:p>
        </w:tc>
        <w:tc>
          <w:tcPr>
            <w:tcW w:w="3324" w:type="dxa"/>
            <w:shd w:val="clear" w:color="auto" w:fill="auto"/>
            <w:tcMar>
              <w:bottom w:w="51" w:type="dxa"/>
            </w:tcMar>
          </w:tcPr>
          <w:p w14:paraId="4B3ECEF5" w14:textId="77777777" w:rsidR="005C1EDE" w:rsidRPr="008D3D52" w:rsidRDefault="005C1EDE" w:rsidP="00DC460A">
            <w:pPr>
              <w:adjustRightInd w:val="0"/>
              <w:snapToGrid w:val="0"/>
              <w:ind w:right="113"/>
            </w:pPr>
            <w:r w:rsidRPr="008D3D52">
              <w:t>Collaboration and common approaches between WP.1-WP.29 on automated vehicles</w:t>
            </w:r>
          </w:p>
        </w:tc>
        <w:tc>
          <w:tcPr>
            <w:tcW w:w="725" w:type="dxa"/>
            <w:shd w:val="clear" w:color="auto" w:fill="auto"/>
            <w:tcMar>
              <w:bottom w:w="51" w:type="dxa"/>
            </w:tcMar>
            <w:vAlign w:val="center"/>
          </w:tcPr>
          <w:p w14:paraId="43966665" w14:textId="77777777" w:rsidR="005C1EDE" w:rsidRPr="00C9653D" w:rsidRDefault="005C1EDE" w:rsidP="00DC460A">
            <w:pPr>
              <w:adjustRightInd w:val="0"/>
              <w:snapToGrid w:val="0"/>
              <w:jc w:val="center"/>
            </w:pPr>
            <w:r>
              <w:t>(d)</w:t>
            </w:r>
          </w:p>
        </w:tc>
      </w:tr>
      <w:tr w:rsidR="005C1EDE" w:rsidRPr="00C9653D" w14:paraId="7C5132CA" w14:textId="77777777" w:rsidTr="00DC460A">
        <w:trPr>
          <w:cantSplit/>
          <w:trHeight w:val="803"/>
        </w:trPr>
        <w:tc>
          <w:tcPr>
            <w:tcW w:w="1001" w:type="dxa"/>
            <w:shd w:val="clear" w:color="auto" w:fill="auto"/>
            <w:tcMar>
              <w:bottom w:w="51" w:type="dxa"/>
            </w:tcMar>
          </w:tcPr>
          <w:p w14:paraId="4E5A4920" w14:textId="77777777" w:rsidR="005C1EDE" w:rsidRPr="0001710C" w:rsidRDefault="005C1EDE" w:rsidP="00DC460A">
            <w:pPr>
              <w:adjustRightInd w:val="0"/>
              <w:snapToGrid w:val="0"/>
              <w:ind w:right="113"/>
              <w:jc w:val="center"/>
            </w:pPr>
            <w:r>
              <w:t>6</w:t>
            </w:r>
          </w:p>
        </w:tc>
        <w:tc>
          <w:tcPr>
            <w:tcW w:w="1701" w:type="dxa"/>
            <w:shd w:val="clear" w:color="auto" w:fill="auto"/>
            <w:tcMar>
              <w:bottom w:w="51" w:type="dxa"/>
            </w:tcMar>
          </w:tcPr>
          <w:p w14:paraId="78B41CAD" w14:textId="77777777" w:rsidR="005C1EDE" w:rsidRDefault="005C1EDE" w:rsidP="00DC460A">
            <w:pPr>
              <w:adjustRightInd w:val="0"/>
              <w:snapToGrid w:val="0"/>
              <w:ind w:right="113"/>
            </w:pPr>
            <w:r>
              <w:t>Netherlands</w:t>
            </w:r>
          </w:p>
        </w:tc>
        <w:tc>
          <w:tcPr>
            <w:tcW w:w="851" w:type="dxa"/>
            <w:shd w:val="clear" w:color="auto" w:fill="auto"/>
            <w:tcMar>
              <w:bottom w:w="51" w:type="dxa"/>
            </w:tcMar>
          </w:tcPr>
          <w:p w14:paraId="30BD00B3" w14:textId="77777777" w:rsidR="005C1EDE" w:rsidRPr="0001710C" w:rsidRDefault="005C1EDE" w:rsidP="00DC460A">
            <w:pPr>
              <w:adjustRightInd w:val="0"/>
              <w:snapToGrid w:val="0"/>
              <w:ind w:right="113"/>
            </w:pPr>
            <w:r>
              <w:t>4.14.2</w:t>
            </w:r>
          </w:p>
        </w:tc>
        <w:tc>
          <w:tcPr>
            <w:tcW w:w="778" w:type="dxa"/>
            <w:shd w:val="clear" w:color="auto" w:fill="auto"/>
            <w:tcMar>
              <w:bottom w:w="51" w:type="dxa"/>
            </w:tcMar>
          </w:tcPr>
          <w:p w14:paraId="5DD0A393" w14:textId="77777777" w:rsidR="005C1EDE" w:rsidRPr="0001710C" w:rsidRDefault="005C1EDE" w:rsidP="00DC460A">
            <w:pPr>
              <w:adjustRightInd w:val="0"/>
              <w:snapToGrid w:val="0"/>
              <w:ind w:right="113"/>
              <w:jc w:val="center"/>
            </w:pPr>
            <w:r>
              <w:t>E</w:t>
            </w:r>
          </w:p>
        </w:tc>
        <w:tc>
          <w:tcPr>
            <w:tcW w:w="3324" w:type="dxa"/>
            <w:shd w:val="clear" w:color="auto" w:fill="auto"/>
            <w:tcMar>
              <w:bottom w:w="51" w:type="dxa"/>
            </w:tcMar>
          </w:tcPr>
          <w:p w14:paraId="2820225C" w14:textId="77777777" w:rsidR="005C1EDE" w:rsidRPr="000D265B" w:rsidRDefault="005C1EDE" w:rsidP="00DC460A">
            <w:pPr>
              <w:adjustRightInd w:val="0"/>
              <w:snapToGrid w:val="0"/>
              <w:ind w:right="113"/>
            </w:pPr>
            <w:r w:rsidRPr="009A2486">
              <w:t>Proposal for amendments to ECE/TRANS/WP.29/2019/</w:t>
            </w:r>
            <w:r>
              <w:t>118</w:t>
            </w:r>
          </w:p>
        </w:tc>
        <w:tc>
          <w:tcPr>
            <w:tcW w:w="725" w:type="dxa"/>
            <w:shd w:val="clear" w:color="auto" w:fill="auto"/>
            <w:tcMar>
              <w:bottom w:w="51" w:type="dxa"/>
            </w:tcMar>
          </w:tcPr>
          <w:p w14:paraId="73D2E2BC" w14:textId="77777777" w:rsidR="005C1EDE" w:rsidRPr="00C9653D" w:rsidRDefault="005C1EDE" w:rsidP="00DC460A">
            <w:pPr>
              <w:adjustRightInd w:val="0"/>
              <w:snapToGrid w:val="0"/>
              <w:jc w:val="center"/>
            </w:pPr>
            <w:r>
              <w:t>(a)</w:t>
            </w:r>
          </w:p>
        </w:tc>
      </w:tr>
      <w:bookmarkEnd w:id="88"/>
      <w:tr w:rsidR="005C1EDE" w:rsidRPr="00C9653D" w14:paraId="7AEE876D" w14:textId="77777777" w:rsidTr="00DC460A">
        <w:trPr>
          <w:cantSplit/>
          <w:trHeight w:val="803"/>
        </w:trPr>
        <w:tc>
          <w:tcPr>
            <w:tcW w:w="1001" w:type="dxa"/>
            <w:shd w:val="clear" w:color="auto" w:fill="auto"/>
            <w:tcMar>
              <w:bottom w:w="51" w:type="dxa"/>
            </w:tcMar>
          </w:tcPr>
          <w:p w14:paraId="5216702F" w14:textId="77777777" w:rsidR="005C1EDE" w:rsidRPr="00C9653D" w:rsidRDefault="005C1EDE" w:rsidP="00DC460A">
            <w:pPr>
              <w:adjustRightInd w:val="0"/>
              <w:snapToGrid w:val="0"/>
              <w:ind w:right="113"/>
              <w:jc w:val="center"/>
            </w:pPr>
            <w:r>
              <w:t>7</w:t>
            </w:r>
          </w:p>
        </w:tc>
        <w:tc>
          <w:tcPr>
            <w:tcW w:w="1701" w:type="dxa"/>
            <w:shd w:val="clear" w:color="auto" w:fill="auto"/>
            <w:tcMar>
              <w:bottom w:w="51" w:type="dxa"/>
            </w:tcMar>
          </w:tcPr>
          <w:p w14:paraId="41DA9E34" w14:textId="77777777" w:rsidR="005C1EDE" w:rsidRPr="00C9653D" w:rsidRDefault="005C1EDE" w:rsidP="00DC460A">
            <w:pPr>
              <w:adjustRightInd w:val="0"/>
              <w:snapToGrid w:val="0"/>
              <w:ind w:right="113"/>
            </w:pPr>
            <w:r>
              <w:t>CLEPA</w:t>
            </w:r>
          </w:p>
        </w:tc>
        <w:tc>
          <w:tcPr>
            <w:tcW w:w="851" w:type="dxa"/>
            <w:shd w:val="clear" w:color="auto" w:fill="auto"/>
            <w:tcMar>
              <w:bottom w:w="51" w:type="dxa"/>
            </w:tcMar>
          </w:tcPr>
          <w:p w14:paraId="7AF416A4" w14:textId="77777777" w:rsidR="005C1EDE" w:rsidRPr="00220B67" w:rsidRDefault="005C1EDE" w:rsidP="00DC460A">
            <w:pPr>
              <w:adjustRightInd w:val="0"/>
              <w:snapToGrid w:val="0"/>
              <w:ind w:right="113"/>
            </w:pPr>
            <w:r w:rsidRPr="00220B67">
              <w:t>8</w:t>
            </w:r>
          </w:p>
        </w:tc>
        <w:tc>
          <w:tcPr>
            <w:tcW w:w="778" w:type="dxa"/>
            <w:shd w:val="clear" w:color="auto" w:fill="auto"/>
            <w:tcMar>
              <w:bottom w:w="51" w:type="dxa"/>
            </w:tcMar>
          </w:tcPr>
          <w:p w14:paraId="0115850C" w14:textId="77777777" w:rsidR="005C1EDE" w:rsidRPr="00220B67" w:rsidRDefault="005C1EDE" w:rsidP="00DC460A">
            <w:pPr>
              <w:adjustRightInd w:val="0"/>
              <w:snapToGrid w:val="0"/>
              <w:ind w:right="113"/>
              <w:jc w:val="center"/>
            </w:pPr>
            <w:r w:rsidRPr="00220B67">
              <w:t>E</w:t>
            </w:r>
          </w:p>
        </w:tc>
        <w:tc>
          <w:tcPr>
            <w:tcW w:w="3324" w:type="dxa"/>
            <w:shd w:val="clear" w:color="auto" w:fill="auto"/>
            <w:tcMar>
              <w:bottom w:w="51" w:type="dxa"/>
            </w:tcMar>
          </w:tcPr>
          <w:p w14:paraId="319DCD64" w14:textId="77777777" w:rsidR="005C1EDE" w:rsidRPr="00220B67" w:rsidRDefault="005C1EDE" w:rsidP="00DC460A">
            <w:pPr>
              <w:adjustRightInd w:val="0"/>
              <w:snapToGrid w:val="0"/>
              <w:spacing w:line="240" w:lineRule="auto"/>
              <w:ind w:right="113"/>
            </w:pPr>
            <w:r w:rsidRPr="00220B67">
              <w:t>Future as we move – Shaping solutions for mobility</w:t>
            </w:r>
          </w:p>
        </w:tc>
        <w:tc>
          <w:tcPr>
            <w:tcW w:w="725" w:type="dxa"/>
            <w:shd w:val="clear" w:color="auto" w:fill="auto"/>
            <w:tcMar>
              <w:bottom w:w="51" w:type="dxa"/>
            </w:tcMar>
          </w:tcPr>
          <w:p w14:paraId="0DDD395E" w14:textId="77777777" w:rsidR="005C1EDE" w:rsidRPr="00C9653D" w:rsidRDefault="005C1EDE" w:rsidP="00DC460A">
            <w:pPr>
              <w:adjustRightInd w:val="0"/>
              <w:snapToGrid w:val="0"/>
              <w:jc w:val="center"/>
            </w:pPr>
            <w:r>
              <w:t>(d)</w:t>
            </w:r>
          </w:p>
        </w:tc>
      </w:tr>
      <w:tr w:rsidR="005C1EDE" w:rsidRPr="00C9653D" w14:paraId="5078F086" w14:textId="77777777" w:rsidTr="00DC460A">
        <w:trPr>
          <w:cantSplit/>
          <w:trHeight w:val="803"/>
        </w:trPr>
        <w:tc>
          <w:tcPr>
            <w:tcW w:w="1001" w:type="dxa"/>
            <w:shd w:val="clear" w:color="auto" w:fill="auto"/>
            <w:tcMar>
              <w:bottom w:w="51" w:type="dxa"/>
            </w:tcMar>
          </w:tcPr>
          <w:p w14:paraId="2BCE529A" w14:textId="77777777" w:rsidR="005C1EDE" w:rsidRPr="00C9653D" w:rsidRDefault="005C1EDE" w:rsidP="00DC460A">
            <w:pPr>
              <w:adjustRightInd w:val="0"/>
              <w:snapToGrid w:val="0"/>
              <w:ind w:right="113"/>
              <w:jc w:val="center"/>
            </w:pPr>
            <w:r>
              <w:t>8</w:t>
            </w:r>
          </w:p>
        </w:tc>
        <w:tc>
          <w:tcPr>
            <w:tcW w:w="1701" w:type="dxa"/>
            <w:shd w:val="clear" w:color="auto" w:fill="auto"/>
            <w:tcMar>
              <w:bottom w:w="51" w:type="dxa"/>
            </w:tcMar>
          </w:tcPr>
          <w:p w14:paraId="2543B2B1" w14:textId="77777777" w:rsidR="005C1EDE" w:rsidRPr="00C9653D" w:rsidRDefault="005C1EDE" w:rsidP="00DC460A">
            <w:pPr>
              <w:adjustRightInd w:val="0"/>
              <w:snapToGrid w:val="0"/>
              <w:ind w:right="113"/>
            </w:pPr>
            <w:r>
              <w:t>IWG on IWVTA</w:t>
            </w:r>
          </w:p>
        </w:tc>
        <w:tc>
          <w:tcPr>
            <w:tcW w:w="851" w:type="dxa"/>
            <w:shd w:val="clear" w:color="auto" w:fill="auto"/>
            <w:tcMar>
              <w:bottom w:w="51" w:type="dxa"/>
            </w:tcMar>
          </w:tcPr>
          <w:p w14:paraId="312AF47D" w14:textId="77777777" w:rsidR="005C1EDE" w:rsidRPr="00C9653D" w:rsidRDefault="005C1EDE" w:rsidP="00DC460A">
            <w:pPr>
              <w:adjustRightInd w:val="0"/>
              <w:snapToGrid w:val="0"/>
              <w:ind w:right="113"/>
            </w:pPr>
            <w:r>
              <w:t>4.3.</w:t>
            </w:r>
          </w:p>
        </w:tc>
        <w:tc>
          <w:tcPr>
            <w:tcW w:w="778" w:type="dxa"/>
            <w:shd w:val="clear" w:color="auto" w:fill="auto"/>
            <w:tcMar>
              <w:bottom w:w="51" w:type="dxa"/>
            </w:tcMar>
          </w:tcPr>
          <w:p w14:paraId="57F21E20" w14:textId="77777777" w:rsidR="005C1EDE" w:rsidRPr="00C9653D" w:rsidRDefault="005C1EDE" w:rsidP="00DC460A">
            <w:pPr>
              <w:adjustRightInd w:val="0"/>
              <w:snapToGrid w:val="0"/>
              <w:ind w:right="113"/>
              <w:jc w:val="center"/>
            </w:pPr>
            <w:r>
              <w:t>E</w:t>
            </w:r>
          </w:p>
        </w:tc>
        <w:tc>
          <w:tcPr>
            <w:tcW w:w="3324" w:type="dxa"/>
            <w:shd w:val="clear" w:color="auto" w:fill="auto"/>
            <w:tcMar>
              <w:bottom w:w="51" w:type="dxa"/>
            </w:tcMar>
          </w:tcPr>
          <w:p w14:paraId="7E7A8CBC" w14:textId="77777777" w:rsidR="005C1EDE" w:rsidRPr="00C9653D" w:rsidRDefault="005C1EDE" w:rsidP="00DC460A">
            <w:pPr>
              <w:adjustRightInd w:val="0"/>
              <w:snapToGrid w:val="0"/>
              <w:ind w:right="115"/>
            </w:pPr>
            <w:r>
              <w:t>Report to the 179th WP.29 session from the 31st IWVTA IWG meeting</w:t>
            </w:r>
          </w:p>
        </w:tc>
        <w:tc>
          <w:tcPr>
            <w:tcW w:w="725" w:type="dxa"/>
            <w:shd w:val="clear" w:color="auto" w:fill="auto"/>
            <w:tcMar>
              <w:bottom w:w="51" w:type="dxa"/>
            </w:tcMar>
          </w:tcPr>
          <w:p w14:paraId="3E7603B4" w14:textId="77777777" w:rsidR="005C1EDE" w:rsidRPr="00C9653D" w:rsidRDefault="005C1EDE" w:rsidP="00DC460A">
            <w:pPr>
              <w:adjustRightInd w:val="0"/>
              <w:snapToGrid w:val="0"/>
              <w:jc w:val="center"/>
            </w:pPr>
            <w:r>
              <w:t>(a)</w:t>
            </w:r>
          </w:p>
        </w:tc>
      </w:tr>
      <w:tr w:rsidR="005C1EDE" w:rsidRPr="00C9653D" w14:paraId="75C856C9" w14:textId="77777777" w:rsidTr="00DC460A">
        <w:trPr>
          <w:cantSplit/>
          <w:trHeight w:val="495"/>
        </w:trPr>
        <w:tc>
          <w:tcPr>
            <w:tcW w:w="1001" w:type="dxa"/>
            <w:shd w:val="clear" w:color="auto" w:fill="auto"/>
            <w:tcMar>
              <w:bottom w:w="51" w:type="dxa"/>
            </w:tcMar>
          </w:tcPr>
          <w:p w14:paraId="4AB0203E" w14:textId="77777777" w:rsidR="005C1EDE" w:rsidRPr="00C9653D" w:rsidRDefault="005C1EDE" w:rsidP="00DC460A">
            <w:pPr>
              <w:adjustRightInd w:val="0"/>
              <w:snapToGrid w:val="0"/>
              <w:ind w:right="113"/>
              <w:jc w:val="center"/>
            </w:pPr>
            <w:r w:rsidRPr="00C9653D">
              <w:t>9</w:t>
            </w:r>
          </w:p>
        </w:tc>
        <w:tc>
          <w:tcPr>
            <w:tcW w:w="1701" w:type="dxa"/>
            <w:shd w:val="clear" w:color="auto" w:fill="auto"/>
            <w:tcMar>
              <w:bottom w:w="51" w:type="dxa"/>
            </w:tcMar>
          </w:tcPr>
          <w:p w14:paraId="61D1C303" w14:textId="77777777" w:rsidR="005C1EDE" w:rsidRPr="00C9653D" w:rsidRDefault="005C1EDE" w:rsidP="00DC460A">
            <w:pPr>
              <w:adjustRightInd w:val="0"/>
              <w:snapToGrid w:val="0"/>
              <w:ind w:right="113"/>
              <w:rPr>
                <w:snapToGrid w:val="0"/>
                <w:lang w:eastAsia="de-DE"/>
              </w:rPr>
            </w:pPr>
            <w:r>
              <w:rPr>
                <w:snapToGrid w:val="0"/>
                <w:lang w:eastAsia="de-DE"/>
              </w:rPr>
              <w:t>IWG on DETA</w:t>
            </w:r>
          </w:p>
        </w:tc>
        <w:tc>
          <w:tcPr>
            <w:tcW w:w="851" w:type="dxa"/>
            <w:shd w:val="clear" w:color="auto" w:fill="auto"/>
            <w:tcMar>
              <w:bottom w:w="51" w:type="dxa"/>
            </w:tcMar>
          </w:tcPr>
          <w:p w14:paraId="473337C9" w14:textId="77777777" w:rsidR="005C1EDE" w:rsidRPr="00C9653D" w:rsidRDefault="005C1EDE" w:rsidP="00DC460A">
            <w:pPr>
              <w:adjustRightInd w:val="0"/>
              <w:snapToGrid w:val="0"/>
              <w:ind w:right="113"/>
            </w:pPr>
            <w:r>
              <w:t>4.5.</w:t>
            </w:r>
          </w:p>
        </w:tc>
        <w:tc>
          <w:tcPr>
            <w:tcW w:w="778" w:type="dxa"/>
            <w:shd w:val="clear" w:color="auto" w:fill="auto"/>
            <w:tcMar>
              <w:bottom w:w="51" w:type="dxa"/>
            </w:tcMar>
          </w:tcPr>
          <w:p w14:paraId="12EFF0DD" w14:textId="77777777" w:rsidR="005C1EDE" w:rsidRPr="00C9653D" w:rsidRDefault="005C1EDE" w:rsidP="00DC460A">
            <w:pPr>
              <w:adjustRightInd w:val="0"/>
              <w:snapToGrid w:val="0"/>
              <w:ind w:right="113"/>
              <w:jc w:val="center"/>
            </w:pPr>
            <w:r>
              <w:t>E</w:t>
            </w:r>
          </w:p>
        </w:tc>
        <w:tc>
          <w:tcPr>
            <w:tcW w:w="3324" w:type="dxa"/>
            <w:shd w:val="clear" w:color="auto" w:fill="auto"/>
            <w:tcMar>
              <w:bottom w:w="51" w:type="dxa"/>
            </w:tcMar>
          </w:tcPr>
          <w:p w14:paraId="19F815C5" w14:textId="77777777" w:rsidR="005C1EDE" w:rsidRPr="00363B94" w:rsidRDefault="005C1EDE" w:rsidP="00DC460A">
            <w:pPr>
              <w:adjustRightInd w:val="0"/>
              <w:snapToGrid w:val="0"/>
              <w:ind w:right="113"/>
              <w:rPr>
                <w:lang w:val="en-US"/>
              </w:rPr>
            </w:pPr>
            <w:r>
              <w:t>Report to WP.29 from 36</w:t>
            </w:r>
            <w:r w:rsidRPr="00836C20">
              <w:rPr>
                <w:vertAlign w:val="superscript"/>
              </w:rPr>
              <w:t>th</w:t>
            </w:r>
            <w:r>
              <w:t xml:space="preserve"> IWG on DETA meeting</w:t>
            </w:r>
          </w:p>
        </w:tc>
        <w:tc>
          <w:tcPr>
            <w:tcW w:w="725" w:type="dxa"/>
            <w:shd w:val="clear" w:color="auto" w:fill="auto"/>
            <w:tcMar>
              <w:bottom w:w="51" w:type="dxa"/>
            </w:tcMar>
            <w:vAlign w:val="center"/>
          </w:tcPr>
          <w:p w14:paraId="5D67E4FB" w14:textId="77777777" w:rsidR="005C1EDE" w:rsidRPr="00C9653D" w:rsidRDefault="005C1EDE" w:rsidP="00DC460A">
            <w:pPr>
              <w:adjustRightInd w:val="0"/>
              <w:snapToGrid w:val="0"/>
              <w:jc w:val="center"/>
            </w:pPr>
            <w:r>
              <w:t>(d)</w:t>
            </w:r>
          </w:p>
        </w:tc>
      </w:tr>
      <w:tr w:rsidR="005C1EDE" w:rsidRPr="00C9653D" w14:paraId="1C887ECF" w14:textId="77777777" w:rsidTr="00DC460A">
        <w:trPr>
          <w:cantSplit/>
          <w:trHeight w:val="803"/>
        </w:trPr>
        <w:tc>
          <w:tcPr>
            <w:tcW w:w="1001" w:type="dxa"/>
            <w:shd w:val="clear" w:color="auto" w:fill="auto"/>
            <w:tcMar>
              <w:bottom w:w="51" w:type="dxa"/>
            </w:tcMar>
          </w:tcPr>
          <w:p w14:paraId="21B6428D" w14:textId="77777777" w:rsidR="005C1EDE" w:rsidRPr="00CB7B4E" w:rsidRDefault="005C1EDE" w:rsidP="00DC460A">
            <w:pPr>
              <w:adjustRightInd w:val="0"/>
              <w:snapToGrid w:val="0"/>
              <w:ind w:right="113"/>
              <w:jc w:val="center"/>
            </w:pPr>
            <w:r w:rsidRPr="00CB7B4E">
              <w:t>10</w:t>
            </w:r>
          </w:p>
        </w:tc>
        <w:tc>
          <w:tcPr>
            <w:tcW w:w="1701" w:type="dxa"/>
            <w:shd w:val="clear" w:color="auto" w:fill="auto"/>
            <w:tcMar>
              <w:bottom w:w="51" w:type="dxa"/>
            </w:tcMar>
          </w:tcPr>
          <w:p w14:paraId="6823D37E" w14:textId="77777777" w:rsidR="005C1EDE" w:rsidRPr="00CB7B4E" w:rsidRDefault="005C1EDE" w:rsidP="00DC460A">
            <w:pPr>
              <w:adjustRightInd w:val="0"/>
              <w:snapToGrid w:val="0"/>
              <w:ind w:right="113"/>
            </w:pPr>
            <w:r>
              <w:t>Secretariat</w:t>
            </w:r>
          </w:p>
        </w:tc>
        <w:tc>
          <w:tcPr>
            <w:tcW w:w="851" w:type="dxa"/>
            <w:shd w:val="clear" w:color="auto" w:fill="auto"/>
            <w:tcMar>
              <w:bottom w:w="51" w:type="dxa"/>
            </w:tcMar>
          </w:tcPr>
          <w:p w14:paraId="4175726C" w14:textId="77777777" w:rsidR="005C1EDE" w:rsidRPr="00CB7B4E" w:rsidRDefault="005C1EDE" w:rsidP="00DC460A">
            <w:pPr>
              <w:adjustRightInd w:val="0"/>
              <w:snapToGrid w:val="0"/>
              <w:ind w:right="113"/>
            </w:pPr>
            <w:r>
              <w:t>7.3.</w:t>
            </w:r>
          </w:p>
        </w:tc>
        <w:tc>
          <w:tcPr>
            <w:tcW w:w="778" w:type="dxa"/>
            <w:shd w:val="clear" w:color="auto" w:fill="auto"/>
            <w:tcMar>
              <w:bottom w:w="51" w:type="dxa"/>
            </w:tcMar>
          </w:tcPr>
          <w:p w14:paraId="51B3776B" w14:textId="77777777" w:rsidR="005C1EDE" w:rsidRPr="00CB7B4E" w:rsidRDefault="005C1EDE" w:rsidP="00DC460A">
            <w:pPr>
              <w:adjustRightInd w:val="0"/>
              <w:snapToGrid w:val="0"/>
              <w:ind w:right="113"/>
              <w:jc w:val="center"/>
            </w:pPr>
            <w:r>
              <w:t>E</w:t>
            </w:r>
          </w:p>
        </w:tc>
        <w:tc>
          <w:tcPr>
            <w:tcW w:w="3324" w:type="dxa"/>
            <w:shd w:val="clear" w:color="auto" w:fill="auto"/>
            <w:tcMar>
              <w:bottom w:w="51" w:type="dxa"/>
            </w:tcMar>
          </w:tcPr>
          <w:p w14:paraId="6CF92A12" w14:textId="77777777" w:rsidR="005C1EDE" w:rsidRPr="00CB7B4E" w:rsidRDefault="005C1EDE" w:rsidP="00DC460A">
            <w:pPr>
              <w:adjustRightInd w:val="0"/>
              <w:snapToGrid w:val="0"/>
              <w:spacing w:line="240" w:lineRule="auto"/>
              <w:ind w:right="113"/>
            </w:pPr>
            <w:r>
              <w:t>Notification of entry into force of amendments to the 1997 Agreement</w:t>
            </w:r>
          </w:p>
        </w:tc>
        <w:tc>
          <w:tcPr>
            <w:tcW w:w="725" w:type="dxa"/>
            <w:shd w:val="clear" w:color="auto" w:fill="auto"/>
            <w:tcMar>
              <w:bottom w:w="51" w:type="dxa"/>
            </w:tcMar>
          </w:tcPr>
          <w:p w14:paraId="2DCFEB74" w14:textId="77777777" w:rsidR="005C1EDE" w:rsidRPr="00C9653D" w:rsidRDefault="005C1EDE" w:rsidP="00DC460A">
            <w:pPr>
              <w:adjustRightInd w:val="0"/>
              <w:snapToGrid w:val="0"/>
              <w:jc w:val="center"/>
            </w:pPr>
            <w:r>
              <w:t>(d)</w:t>
            </w:r>
          </w:p>
        </w:tc>
      </w:tr>
      <w:tr w:rsidR="005C1EDE" w:rsidRPr="00C9653D" w14:paraId="4A725DE9" w14:textId="77777777" w:rsidTr="00DC460A">
        <w:trPr>
          <w:cantSplit/>
          <w:trHeight w:val="803"/>
        </w:trPr>
        <w:tc>
          <w:tcPr>
            <w:tcW w:w="1001" w:type="dxa"/>
            <w:shd w:val="clear" w:color="auto" w:fill="auto"/>
            <w:tcMar>
              <w:bottom w:w="51" w:type="dxa"/>
            </w:tcMar>
          </w:tcPr>
          <w:p w14:paraId="3B75917C" w14:textId="77777777" w:rsidR="005C1EDE" w:rsidRPr="00CB7B4E" w:rsidRDefault="005C1EDE" w:rsidP="00DC460A">
            <w:pPr>
              <w:adjustRightInd w:val="0"/>
              <w:snapToGrid w:val="0"/>
              <w:ind w:right="113"/>
              <w:jc w:val="center"/>
            </w:pPr>
            <w:r w:rsidRPr="00CB7B4E">
              <w:t>11</w:t>
            </w:r>
          </w:p>
        </w:tc>
        <w:tc>
          <w:tcPr>
            <w:tcW w:w="1701" w:type="dxa"/>
            <w:shd w:val="clear" w:color="auto" w:fill="auto"/>
            <w:tcMar>
              <w:bottom w:w="51" w:type="dxa"/>
            </w:tcMar>
          </w:tcPr>
          <w:p w14:paraId="285B040F" w14:textId="77777777" w:rsidR="005C1EDE" w:rsidRPr="00CB7B4E" w:rsidRDefault="005C1EDE" w:rsidP="00DC460A">
            <w:pPr>
              <w:adjustRightInd w:val="0"/>
              <w:snapToGrid w:val="0"/>
              <w:ind w:right="113"/>
            </w:pPr>
            <w:r>
              <w:t>OICA</w:t>
            </w:r>
          </w:p>
        </w:tc>
        <w:tc>
          <w:tcPr>
            <w:tcW w:w="851" w:type="dxa"/>
            <w:shd w:val="clear" w:color="auto" w:fill="auto"/>
            <w:tcMar>
              <w:bottom w:w="51" w:type="dxa"/>
            </w:tcMar>
          </w:tcPr>
          <w:p w14:paraId="46B78E43" w14:textId="77777777" w:rsidR="005C1EDE" w:rsidRPr="00CB7B4E" w:rsidRDefault="005C1EDE" w:rsidP="00DC460A">
            <w:pPr>
              <w:adjustRightInd w:val="0"/>
              <w:snapToGrid w:val="0"/>
              <w:ind w:right="113"/>
            </w:pPr>
            <w:r>
              <w:t>8.3</w:t>
            </w:r>
          </w:p>
        </w:tc>
        <w:tc>
          <w:tcPr>
            <w:tcW w:w="778" w:type="dxa"/>
            <w:shd w:val="clear" w:color="auto" w:fill="auto"/>
            <w:tcMar>
              <w:bottom w:w="51" w:type="dxa"/>
            </w:tcMar>
          </w:tcPr>
          <w:p w14:paraId="0AD97FE1" w14:textId="77777777" w:rsidR="005C1EDE" w:rsidRPr="00CB7B4E" w:rsidRDefault="005C1EDE" w:rsidP="00DC460A">
            <w:pPr>
              <w:adjustRightInd w:val="0"/>
              <w:snapToGrid w:val="0"/>
              <w:ind w:right="113"/>
              <w:jc w:val="center"/>
            </w:pPr>
            <w:r>
              <w:t>E</w:t>
            </w:r>
          </w:p>
        </w:tc>
        <w:tc>
          <w:tcPr>
            <w:tcW w:w="3324" w:type="dxa"/>
            <w:shd w:val="clear" w:color="auto" w:fill="auto"/>
            <w:tcMar>
              <w:bottom w:w="51" w:type="dxa"/>
            </w:tcMar>
          </w:tcPr>
          <w:p w14:paraId="550B7E8E" w14:textId="77777777" w:rsidR="005C1EDE" w:rsidRPr="00CB7B4E" w:rsidRDefault="005C1EDE" w:rsidP="00DC460A">
            <w:pPr>
              <w:adjustRightInd w:val="0"/>
              <w:snapToGrid w:val="0"/>
              <w:spacing w:line="240" w:lineRule="auto"/>
              <w:ind w:right="113"/>
            </w:pPr>
            <w:r>
              <w:t>Global Road Safety - OICA Manifesto</w:t>
            </w:r>
          </w:p>
        </w:tc>
        <w:tc>
          <w:tcPr>
            <w:tcW w:w="725" w:type="dxa"/>
            <w:shd w:val="clear" w:color="auto" w:fill="auto"/>
            <w:tcMar>
              <w:bottom w:w="51" w:type="dxa"/>
            </w:tcMar>
          </w:tcPr>
          <w:p w14:paraId="3502E0AF" w14:textId="77777777" w:rsidR="005C1EDE" w:rsidRPr="00C9653D" w:rsidRDefault="005C1EDE" w:rsidP="00DC460A">
            <w:pPr>
              <w:adjustRightInd w:val="0"/>
              <w:snapToGrid w:val="0"/>
              <w:jc w:val="center"/>
            </w:pPr>
            <w:r>
              <w:t>(d)</w:t>
            </w:r>
          </w:p>
        </w:tc>
      </w:tr>
      <w:tr w:rsidR="005C1EDE" w:rsidRPr="00C9653D" w14:paraId="4F5E7E2B" w14:textId="77777777" w:rsidTr="00DC460A">
        <w:trPr>
          <w:cantSplit/>
          <w:trHeight w:val="803"/>
        </w:trPr>
        <w:tc>
          <w:tcPr>
            <w:tcW w:w="1001" w:type="dxa"/>
            <w:shd w:val="clear" w:color="auto" w:fill="auto"/>
            <w:tcMar>
              <w:bottom w:w="51" w:type="dxa"/>
            </w:tcMar>
          </w:tcPr>
          <w:p w14:paraId="2089804C" w14:textId="77777777" w:rsidR="005C1EDE" w:rsidRPr="00CB7B4E" w:rsidRDefault="005C1EDE" w:rsidP="00DC460A">
            <w:pPr>
              <w:adjustRightInd w:val="0"/>
              <w:snapToGrid w:val="0"/>
              <w:ind w:right="113"/>
              <w:jc w:val="center"/>
            </w:pPr>
            <w:r w:rsidRPr="00CB7B4E">
              <w:t>12</w:t>
            </w:r>
          </w:p>
        </w:tc>
        <w:tc>
          <w:tcPr>
            <w:tcW w:w="1701" w:type="dxa"/>
            <w:shd w:val="clear" w:color="auto" w:fill="auto"/>
            <w:tcMar>
              <w:bottom w:w="51" w:type="dxa"/>
            </w:tcMar>
          </w:tcPr>
          <w:p w14:paraId="560BB67B" w14:textId="77777777" w:rsidR="005C1EDE" w:rsidRPr="00CB7B4E" w:rsidRDefault="005C1EDE" w:rsidP="00DC460A">
            <w:pPr>
              <w:adjustRightInd w:val="0"/>
              <w:snapToGrid w:val="0"/>
              <w:ind w:right="113"/>
            </w:pPr>
            <w:r>
              <w:t>Secretariat</w:t>
            </w:r>
          </w:p>
        </w:tc>
        <w:tc>
          <w:tcPr>
            <w:tcW w:w="851" w:type="dxa"/>
            <w:shd w:val="clear" w:color="auto" w:fill="auto"/>
            <w:tcMar>
              <w:bottom w:w="51" w:type="dxa"/>
            </w:tcMar>
          </w:tcPr>
          <w:p w14:paraId="1A64627B" w14:textId="77777777" w:rsidR="005C1EDE" w:rsidRPr="00CB7B4E" w:rsidRDefault="005C1EDE" w:rsidP="00DC460A">
            <w:pPr>
              <w:adjustRightInd w:val="0"/>
              <w:snapToGrid w:val="0"/>
              <w:ind w:right="113"/>
            </w:pPr>
            <w:r>
              <w:t>5.1 and 13</w:t>
            </w:r>
          </w:p>
        </w:tc>
        <w:tc>
          <w:tcPr>
            <w:tcW w:w="778" w:type="dxa"/>
            <w:shd w:val="clear" w:color="auto" w:fill="auto"/>
            <w:tcMar>
              <w:bottom w:w="51" w:type="dxa"/>
            </w:tcMar>
          </w:tcPr>
          <w:p w14:paraId="1822BB56" w14:textId="77777777" w:rsidR="005C1EDE" w:rsidRPr="00CB7B4E" w:rsidRDefault="005C1EDE" w:rsidP="00DC460A">
            <w:pPr>
              <w:adjustRightInd w:val="0"/>
              <w:snapToGrid w:val="0"/>
              <w:ind w:right="113"/>
              <w:jc w:val="center"/>
            </w:pPr>
            <w:r>
              <w:t>E</w:t>
            </w:r>
          </w:p>
        </w:tc>
        <w:tc>
          <w:tcPr>
            <w:tcW w:w="3324" w:type="dxa"/>
            <w:shd w:val="clear" w:color="auto" w:fill="auto"/>
            <w:tcMar>
              <w:bottom w:w="51" w:type="dxa"/>
            </w:tcMar>
          </w:tcPr>
          <w:p w14:paraId="0779A3FE" w14:textId="77777777" w:rsidR="005C1EDE" w:rsidRPr="00CB7B4E" w:rsidRDefault="005C1EDE" w:rsidP="00DC460A">
            <w:pPr>
              <w:adjustRightInd w:val="0"/>
              <w:snapToGrid w:val="0"/>
              <w:spacing w:line="240" w:lineRule="auto"/>
              <w:ind w:right="113"/>
            </w:pPr>
            <w:r w:rsidRPr="00DB377F">
              <w:t>Status of the 1998 Agreement of the global registry and of the compendium of candidates</w:t>
            </w:r>
          </w:p>
        </w:tc>
        <w:tc>
          <w:tcPr>
            <w:tcW w:w="725" w:type="dxa"/>
            <w:shd w:val="clear" w:color="auto" w:fill="auto"/>
            <w:tcMar>
              <w:bottom w:w="51" w:type="dxa"/>
            </w:tcMar>
          </w:tcPr>
          <w:p w14:paraId="60950144" w14:textId="77777777" w:rsidR="005C1EDE" w:rsidRPr="00C9653D" w:rsidRDefault="005C1EDE" w:rsidP="00DC460A">
            <w:pPr>
              <w:adjustRightInd w:val="0"/>
              <w:snapToGrid w:val="0"/>
              <w:jc w:val="center"/>
            </w:pPr>
            <w:r>
              <w:t>(d)</w:t>
            </w:r>
          </w:p>
        </w:tc>
      </w:tr>
      <w:tr w:rsidR="005C1EDE" w:rsidRPr="00C9653D" w14:paraId="485DEE95" w14:textId="77777777" w:rsidTr="00DC460A">
        <w:trPr>
          <w:cantSplit/>
          <w:trHeight w:val="803"/>
        </w:trPr>
        <w:tc>
          <w:tcPr>
            <w:tcW w:w="1001" w:type="dxa"/>
            <w:shd w:val="clear" w:color="auto" w:fill="auto"/>
            <w:tcMar>
              <w:bottom w:w="51" w:type="dxa"/>
            </w:tcMar>
          </w:tcPr>
          <w:p w14:paraId="771B2A1C" w14:textId="77777777" w:rsidR="005C1EDE" w:rsidRPr="008D3D52" w:rsidRDefault="005C1EDE" w:rsidP="00DC460A">
            <w:pPr>
              <w:adjustRightInd w:val="0"/>
              <w:snapToGrid w:val="0"/>
              <w:ind w:right="113"/>
              <w:jc w:val="center"/>
            </w:pPr>
            <w:r w:rsidRPr="008D3D52">
              <w:t>13</w:t>
            </w:r>
          </w:p>
        </w:tc>
        <w:tc>
          <w:tcPr>
            <w:tcW w:w="1701" w:type="dxa"/>
            <w:shd w:val="clear" w:color="auto" w:fill="auto"/>
            <w:tcMar>
              <w:bottom w:w="51" w:type="dxa"/>
            </w:tcMar>
          </w:tcPr>
          <w:p w14:paraId="682B62FD" w14:textId="77777777" w:rsidR="005C1EDE" w:rsidRPr="008D3D52" w:rsidRDefault="005C1EDE" w:rsidP="00DC460A">
            <w:pPr>
              <w:adjustRightInd w:val="0"/>
              <w:snapToGrid w:val="0"/>
              <w:ind w:right="113"/>
            </w:pPr>
            <w:r w:rsidRPr="008D3D52">
              <w:t>Secretariat</w:t>
            </w:r>
          </w:p>
        </w:tc>
        <w:tc>
          <w:tcPr>
            <w:tcW w:w="851" w:type="dxa"/>
            <w:shd w:val="clear" w:color="auto" w:fill="auto"/>
            <w:tcMar>
              <w:bottom w:w="51" w:type="dxa"/>
            </w:tcMar>
          </w:tcPr>
          <w:p w14:paraId="638176A0" w14:textId="77777777" w:rsidR="005C1EDE" w:rsidRPr="008D3D52" w:rsidRDefault="005C1EDE" w:rsidP="00DC460A">
            <w:pPr>
              <w:adjustRightInd w:val="0"/>
              <w:snapToGrid w:val="0"/>
              <w:ind w:right="113"/>
            </w:pPr>
            <w:r w:rsidRPr="008D3D52">
              <w:t>8.3</w:t>
            </w:r>
          </w:p>
        </w:tc>
        <w:tc>
          <w:tcPr>
            <w:tcW w:w="778" w:type="dxa"/>
            <w:shd w:val="clear" w:color="auto" w:fill="auto"/>
            <w:tcMar>
              <w:bottom w:w="51" w:type="dxa"/>
            </w:tcMar>
          </w:tcPr>
          <w:p w14:paraId="78B0B57C" w14:textId="77777777" w:rsidR="005C1EDE" w:rsidRPr="008D3D52" w:rsidRDefault="005C1EDE" w:rsidP="00DC460A">
            <w:pPr>
              <w:adjustRightInd w:val="0"/>
              <w:snapToGrid w:val="0"/>
              <w:ind w:right="113"/>
              <w:jc w:val="center"/>
            </w:pPr>
            <w:r w:rsidRPr="008D3D52">
              <w:t>E</w:t>
            </w:r>
          </w:p>
        </w:tc>
        <w:tc>
          <w:tcPr>
            <w:tcW w:w="3324" w:type="dxa"/>
            <w:shd w:val="clear" w:color="auto" w:fill="auto"/>
            <w:tcMar>
              <w:bottom w:w="51" w:type="dxa"/>
            </w:tcMar>
          </w:tcPr>
          <w:p w14:paraId="2E2F3C53" w14:textId="77777777" w:rsidR="005C1EDE" w:rsidRPr="008D3D52" w:rsidRDefault="005C1EDE" w:rsidP="00DC460A">
            <w:pPr>
              <w:adjustRightInd w:val="0"/>
              <w:snapToGrid w:val="0"/>
              <w:spacing w:line="240" w:lineRule="auto"/>
              <w:ind w:right="113"/>
            </w:pPr>
            <w:r w:rsidRPr="008D3D52">
              <w:t xml:space="preserve">The Inland Transport Committee and the Road Safety Progress Report of the ECE Road Safety Action Plan </w:t>
            </w:r>
          </w:p>
          <w:p w14:paraId="652A13BE" w14:textId="77777777" w:rsidR="005C1EDE" w:rsidRPr="008D3D52" w:rsidRDefault="005C1EDE" w:rsidP="00DC460A">
            <w:pPr>
              <w:adjustRightInd w:val="0"/>
              <w:snapToGrid w:val="0"/>
              <w:spacing w:line="240" w:lineRule="auto"/>
              <w:ind w:right="113"/>
            </w:pPr>
            <w:r w:rsidRPr="008D3D52">
              <w:t>(2011-2020)</w:t>
            </w:r>
          </w:p>
        </w:tc>
        <w:tc>
          <w:tcPr>
            <w:tcW w:w="725" w:type="dxa"/>
            <w:shd w:val="clear" w:color="auto" w:fill="auto"/>
            <w:tcMar>
              <w:bottom w:w="51" w:type="dxa"/>
            </w:tcMar>
            <w:vAlign w:val="center"/>
          </w:tcPr>
          <w:p w14:paraId="1A4446D4" w14:textId="77777777" w:rsidR="005C1EDE" w:rsidRPr="00C9653D" w:rsidRDefault="005C1EDE" w:rsidP="00DC460A">
            <w:pPr>
              <w:adjustRightInd w:val="0"/>
              <w:snapToGrid w:val="0"/>
              <w:jc w:val="center"/>
            </w:pPr>
            <w:r>
              <w:t>(d)</w:t>
            </w:r>
          </w:p>
        </w:tc>
      </w:tr>
      <w:tr w:rsidR="005C1EDE" w:rsidRPr="00C9653D" w14:paraId="5B61EB70" w14:textId="77777777" w:rsidTr="00DC460A">
        <w:trPr>
          <w:cantSplit/>
          <w:trHeight w:val="803"/>
        </w:trPr>
        <w:tc>
          <w:tcPr>
            <w:tcW w:w="1001" w:type="dxa"/>
            <w:shd w:val="clear" w:color="auto" w:fill="auto"/>
            <w:tcMar>
              <w:bottom w:w="51" w:type="dxa"/>
            </w:tcMar>
          </w:tcPr>
          <w:p w14:paraId="5696B37A" w14:textId="77777777" w:rsidR="005C1EDE" w:rsidRPr="00020F00" w:rsidRDefault="005C1EDE" w:rsidP="00DC460A">
            <w:pPr>
              <w:adjustRightInd w:val="0"/>
              <w:snapToGrid w:val="0"/>
              <w:ind w:right="113"/>
              <w:jc w:val="center"/>
            </w:pPr>
            <w:r w:rsidRPr="00020F00">
              <w:t>14</w:t>
            </w:r>
          </w:p>
        </w:tc>
        <w:tc>
          <w:tcPr>
            <w:tcW w:w="1701" w:type="dxa"/>
            <w:shd w:val="clear" w:color="auto" w:fill="auto"/>
            <w:tcMar>
              <w:bottom w:w="51" w:type="dxa"/>
            </w:tcMar>
          </w:tcPr>
          <w:p w14:paraId="6E7037FE" w14:textId="77777777" w:rsidR="005C1EDE" w:rsidRPr="00020F00" w:rsidRDefault="005C1EDE" w:rsidP="00DC460A">
            <w:pPr>
              <w:adjustRightInd w:val="0"/>
              <w:snapToGrid w:val="0"/>
              <w:ind w:right="113"/>
            </w:pPr>
            <w:r>
              <w:t>Secretariat</w:t>
            </w:r>
          </w:p>
        </w:tc>
        <w:tc>
          <w:tcPr>
            <w:tcW w:w="851" w:type="dxa"/>
            <w:shd w:val="clear" w:color="auto" w:fill="auto"/>
            <w:tcMar>
              <w:bottom w:w="51" w:type="dxa"/>
            </w:tcMar>
          </w:tcPr>
          <w:p w14:paraId="622101F5" w14:textId="77777777" w:rsidR="005C1EDE" w:rsidRPr="00020F00" w:rsidRDefault="005C1EDE" w:rsidP="00DC460A">
            <w:pPr>
              <w:adjustRightInd w:val="0"/>
              <w:snapToGrid w:val="0"/>
              <w:ind w:right="113"/>
            </w:pPr>
            <w:r>
              <w:t>8.4</w:t>
            </w:r>
          </w:p>
        </w:tc>
        <w:tc>
          <w:tcPr>
            <w:tcW w:w="778" w:type="dxa"/>
            <w:shd w:val="clear" w:color="auto" w:fill="auto"/>
            <w:tcMar>
              <w:bottom w:w="51" w:type="dxa"/>
            </w:tcMar>
          </w:tcPr>
          <w:p w14:paraId="2755096B" w14:textId="77777777" w:rsidR="005C1EDE" w:rsidRPr="00020F00" w:rsidRDefault="005C1EDE" w:rsidP="00DC460A">
            <w:pPr>
              <w:adjustRightInd w:val="0"/>
              <w:snapToGrid w:val="0"/>
              <w:ind w:right="113"/>
              <w:jc w:val="center"/>
            </w:pPr>
            <w:r>
              <w:t>E</w:t>
            </w:r>
          </w:p>
        </w:tc>
        <w:tc>
          <w:tcPr>
            <w:tcW w:w="3324" w:type="dxa"/>
            <w:shd w:val="clear" w:color="auto" w:fill="auto"/>
            <w:tcMar>
              <w:bottom w:w="51" w:type="dxa"/>
            </w:tcMar>
          </w:tcPr>
          <w:p w14:paraId="0457198D" w14:textId="77777777" w:rsidR="005C1EDE" w:rsidRPr="00020F00" w:rsidRDefault="005C1EDE" w:rsidP="00DC460A">
            <w:pPr>
              <w:adjustRightInd w:val="0"/>
              <w:snapToGrid w:val="0"/>
              <w:spacing w:line="240" w:lineRule="auto"/>
              <w:ind w:right="113"/>
            </w:pPr>
            <w:r>
              <w:t>Adopted proposals, amendments, corrigenda and new UN Regulations and situation of their entry into force</w:t>
            </w:r>
          </w:p>
        </w:tc>
        <w:tc>
          <w:tcPr>
            <w:tcW w:w="725" w:type="dxa"/>
            <w:shd w:val="clear" w:color="auto" w:fill="auto"/>
            <w:tcMar>
              <w:bottom w:w="51" w:type="dxa"/>
            </w:tcMar>
          </w:tcPr>
          <w:p w14:paraId="1C7BFB3C" w14:textId="77777777" w:rsidR="005C1EDE" w:rsidRPr="00C9653D" w:rsidRDefault="005C1EDE" w:rsidP="00DC460A">
            <w:pPr>
              <w:adjustRightInd w:val="0"/>
              <w:snapToGrid w:val="0"/>
              <w:jc w:val="center"/>
            </w:pPr>
            <w:r>
              <w:t>(d)</w:t>
            </w:r>
          </w:p>
        </w:tc>
      </w:tr>
      <w:tr w:rsidR="005C1EDE" w:rsidRPr="00C9653D" w14:paraId="164CD2B1" w14:textId="77777777" w:rsidTr="00DC460A">
        <w:trPr>
          <w:cantSplit/>
          <w:trHeight w:val="803"/>
        </w:trPr>
        <w:tc>
          <w:tcPr>
            <w:tcW w:w="1001" w:type="dxa"/>
            <w:shd w:val="clear" w:color="auto" w:fill="auto"/>
            <w:tcMar>
              <w:bottom w:w="51" w:type="dxa"/>
            </w:tcMar>
          </w:tcPr>
          <w:p w14:paraId="5691FBD5" w14:textId="77777777" w:rsidR="005C1EDE" w:rsidRPr="00020F00" w:rsidRDefault="005C1EDE" w:rsidP="00DC460A">
            <w:pPr>
              <w:adjustRightInd w:val="0"/>
              <w:snapToGrid w:val="0"/>
              <w:ind w:right="113"/>
              <w:jc w:val="center"/>
            </w:pPr>
            <w:r w:rsidRPr="00020F00">
              <w:t>15</w:t>
            </w:r>
          </w:p>
        </w:tc>
        <w:tc>
          <w:tcPr>
            <w:tcW w:w="1701" w:type="dxa"/>
            <w:shd w:val="clear" w:color="auto" w:fill="auto"/>
            <w:tcMar>
              <w:bottom w:w="51" w:type="dxa"/>
            </w:tcMar>
          </w:tcPr>
          <w:p w14:paraId="3976F38B" w14:textId="77777777" w:rsidR="005C1EDE" w:rsidRPr="00020F00" w:rsidRDefault="005C1EDE" w:rsidP="00DC460A">
            <w:pPr>
              <w:adjustRightInd w:val="0"/>
              <w:snapToGrid w:val="0"/>
              <w:ind w:right="113"/>
            </w:pPr>
            <w:r>
              <w:t>GRVA</w:t>
            </w:r>
          </w:p>
        </w:tc>
        <w:tc>
          <w:tcPr>
            <w:tcW w:w="851" w:type="dxa"/>
            <w:shd w:val="clear" w:color="auto" w:fill="auto"/>
            <w:tcMar>
              <w:bottom w:w="51" w:type="dxa"/>
            </w:tcMar>
          </w:tcPr>
          <w:p w14:paraId="2369FB2E" w14:textId="77777777" w:rsidR="005C1EDE" w:rsidRPr="00020F00" w:rsidRDefault="005C1EDE" w:rsidP="00DC460A">
            <w:pPr>
              <w:adjustRightInd w:val="0"/>
              <w:snapToGrid w:val="0"/>
              <w:ind w:right="113"/>
            </w:pPr>
            <w:r>
              <w:t>4.10.1.</w:t>
            </w:r>
          </w:p>
        </w:tc>
        <w:tc>
          <w:tcPr>
            <w:tcW w:w="778" w:type="dxa"/>
            <w:shd w:val="clear" w:color="auto" w:fill="auto"/>
            <w:tcMar>
              <w:bottom w:w="51" w:type="dxa"/>
            </w:tcMar>
          </w:tcPr>
          <w:p w14:paraId="33D5EBD4" w14:textId="77777777" w:rsidR="005C1EDE" w:rsidRPr="00020F00" w:rsidRDefault="005C1EDE" w:rsidP="00DC460A">
            <w:pPr>
              <w:adjustRightInd w:val="0"/>
              <w:snapToGrid w:val="0"/>
              <w:ind w:right="113"/>
              <w:jc w:val="center"/>
            </w:pPr>
            <w:r>
              <w:t>E</w:t>
            </w:r>
          </w:p>
        </w:tc>
        <w:tc>
          <w:tcPr>
            <w:tcW w:w="3324" w:type="dxa"/>
            <w:shd w:val="clear" w:color="auto" w:fill="auto"/>
            <w:tcMar>
              <w:bottom w:w="51" w:type="dxa"/>
            </w:tcMar>
          </w:tcPr>
          <w:p w14:paraId="30C4EEDF" w14:textId="77777777" w:rsidR="005C1EDE" w:rsidRPr="00020F00" w:rsidRDefault="005C1EDE" w:rsidP="00DC460A">
            <w:pPr>
              <w:adjustRightInd w:val="0"/>
              <w:snapToGrid w:val="0"/>
              <w:spacing w:line="240" w:lineRule="auto"/>
              <w:ind w:right="113"/>
            </w:pPr>
            <w:r>
              <w:t>Proposal for amendments to ECE/TRANS/WP.29/2019/114</w:t>
            </w:r>
          </w:p>
        </w:tc>
        <w:tc>
          <w:tcPr>
            <w:tcW w:w="725" w:type="dxa"/>
            <w:shd w:val="clear" w:color="auto" w:fill="auto"/>
            <w:tcMar>
              <w:bottom w:w="51" w:type="dxa"/>
            </w:tcMar>
          </w:tcPr>
          <w:p w14:paraId="0E0CA619" w14:textId="77777777" w:rsidR="005C1EDE" w:rsidRPr="00C9653D" w:rsidRDefault="005C1EDE" w:rsidP="00DC460A">
            <w:pPr>
              <w:adjustRightInd w:val="0"/>
              <w:snapToGrid w:val="0"/>
              <w:jc w:val="center"/>
            </w:pPr>
            <w:r>
              <w:t>(a)</w:t>
            </w:r>
          </w:p>
        </w:tc>
      </w:tr>
      <w:tr w:rsidR="005C1EDE" w:rsidRPr="00C9653D" w14:paraId="00F99188" w14:textId="77777777" w:rsidTr="00DC460A">
        <w:trPr>
          <w:cantSplit/>
          <w:trHeight w:val="803"/>
        </w:trPr>
        <w:tc>
          <w:tcPr>
            <w:tcW w:w="1001" w:type="dxa"/>
            <w:shd w:val="clear" w:color="auto" w:fill="auto"/>
            <w:tcMar>
              <w:bottom w:w="51" w:type="dxa"/>
            </w:tcMar>
          </w:tcPr>
          <w:p w14:paraId="1C3BA054" w14:textId="77777777" w:rsidR="005C1EDE" w:rsidRPr="00020F00" w:rsidRDefault="005C1EDE" w:rsidP="001079EB">
            <w:pPr>
              <w:adjustRightInd w:val="0"/>
              <w:snapToGrid w:val="0"/>
              <w:spacing w:before="120"/>
              <w:ind w:right="113"/>
              <w:jc w:val="center"/>
            </w:pPr>
            <w:r w:rsidRPr="00020F00">
              <w:lastRenderedPageBreak/>
              <w:t>16</w:t>
            </w:r>
          </w:p>
        </w:tc>
        <w:tc>
          <w:tcPr>
            <w:tcW w:w="1701" w:type="dxa"/>
            <w:shd w:val="clear" w:color="auto" w:fill="auto"/>
            <w:tcMar>
              <w:bottom w:w="51" w:type="dxa"/>
            </w:tcMar>
          </w:tcPr>
          <w:p w14:paraId="368269B1" w14:textId="77777777" w:rsidR="005C1EDE" w:rsidRPr="00020F00" w:rsidRDefault="005C1EDE" w:rsidP="001079EB">
            <w:pPr>
              <w:adjustRightInd w:val="0"/>
              <w:snapToGrid w:val="0"/>
              <w:spacing w:before="120"/>
              <w:ind w:right="113"/>
            </w:pPr>
            <w:r>
              <w:t>Secretariat</w:t>
            </w:r>
          </w:p>
        </w:tc>
        <w:tc>
          <w:tcPr>
            <w:tcW w:w="851" w:type="dxa"/>
            <w:shd w:val="clear" w:color="auto" w:fill="auto"/>
            <w:tcMar>
              <w:bottom w:w="51" w:type="dxa"/>
            </w:tcMar>
          </w:tcPr>
          <w:p w14:paraId="441D8776" w14:textId="77777777" w:rsidR="005C1EDE" w:rsidRPr="00020F00" w:rsidRDefault="005C1EDE" w:rsidP="001079EB">
            <w:pPr>
              <w:adjustRightInd w:val="0"/>
              <w:snapToGrid w:val="0"/>
              <w:spacing w:before="120"/>
              <w:ind w:right="113"/>
            </w:pPr>
            <w:r>
              <w:t>12-16</w:t>
            </w:r>
          </w:p>
        </w:tc>
        <w:tc>
          <w:tcPr>
            <w:tcW w:w="778" w:type="dxa"/>
            <w:shd w:val="clear" w:color="auto" w:fill="auto"/>
            <w:tcMar>
              <w:bottom w:w="51" w:type="dxa"/>
            </w:tcMar>
          </w:tcPr>
          <w:p w14:paraId="3BE2A3BE" w14:textId="77777777" w:rsidR="005C1EDE" w:rsidRPr="00020F00" w:rsidRDefault="005C1EDE" w:rsidP="001079EB">
            <w:pPr>
              <w:adjustRightInd w:val="0"/>
              <w:snapToGrid w:val="0"/>
              <w:spacing w:before="120"/>
              <w:ind w:right="113"/>
              <w:jc w:val="center"/>
            </w:pPr>
            <w:r>
              <w:t>E</w:t>
            </w:r>
          </w:p>
        </w:tc>
        <w:tc>
          <w:tcPr>
            <w:tcW w:w="3324" w:type="dxa"/>
            <w:shd w:val="clear" w:color="auto" w:fill="auto"/>
            <w:tcMar>
              <w:bottom w:w="51" w:type="dxa"/>
            </w:tcMar>
          </w:tcPr>
          <w:p w14:paraId="00B07CC1" w14:textId="77777777" w:rsidR="005C1EDE" w:rsidRPr="00336D0E" w:rsidRDefault="005C1EDE" w:rsidP="001079EB">
            <w:pPr>
              <w:adjustRightInd w:val="0"/>
              <w:snapToGrid w:val="0"/>
              <w:spacing w:before="120" w:line="240" w:lineRule="auto"/>
              <w:ind w:right="113"/>
              <w:rPr>
                <w:bCs/>
              </w:rPr>
            </w:pPr>
            <w:r w:rsidRPr="00336D0E">
              <w:rPr>
                <w:bCs/>
              </w:rPr>
              <w:t>Establishment of the Executive Committee (AC.3) and vote</w:t>
            </w:r>
          </w:p>
        </w:tc>
        <w:tc>
          <w:tcPr>
            <w:tcW w:w="725" w:type="dxa"/>
            <w:shd w:val="clear" w:color="auto" w:fill="auto"/>
            <w:tcMar>
              <w:bottom w:w="51" w:type="dxa"/>
            </w:tcMar>
          </w:tcPr>
          <w:p w14:paraId="0DAEAB98" w14:textId="77777777" w:rsidR="005C1EDE" w:rsidRPr="00C9653D" w:rsidRDefault="005C1EDE" w:rsidP="001079EB">
            <w:pPr>
              <w:adjustRightInd w:val="0"/>
              <w:snapToGrid w:val="0"/>
              <w:spacing w:before="120"/>
              <w:jc w:val="center"/>
            </w:pPr>
            <w:r>
              <w:t>(d)</w:t>
            </w:r>
          </w:p>
        </w:tc>
      </w:tr>
      <w:tr w:rsidR="005C1EDE" w:rsidRPr="00C9653D" w14:paraId="2C095A12" w14:textId="77777777" w:rsidTr="00DC460A">
        <w:trPr>
          <w:cantSplit/>
          <w:trHeight w:val="434"/>
        </w:trPr>
        <w:tc>
          <w:tcPr>
            <w:tcW w:w="1001" w:type="dxa"/>
            <w:shd w:val="clear" w:color="auto" w:fill="auto"/>
            <w:tcMar>
              <w:bottom w:w="51" w:type="dxa"/>
            </w:tcMar>
          </w:tcPr>
          <w:p w14:paraId="0150CCF0" w14:textId="77777777" w:rsidR="005C1EDE" w:rsidRPr="00020F00" w:rsidRDefault="005C1EDE" w:rsidP="00DC460A">
            <w:pPr>
              <w:adjustRightInd w:val="0"/>
              <w:snapToGrid w:val="0"/>
              <w:ind w:right="113"/>
              <w:jc w:val="center"/>
            </w:pPr>
            <w:r w:rsidRPr="00020F00">
              <w:t>17</w:t>
            </w:r>
          </w:p>
        </w:tc>
        <w:tc>
          <w:tcPr>
            <w:tcW w:w="1701" w:type="dxa"/>
            <w:shd w:val="clear" w:color="auto" w:fill="auto"/>
            <w:tcMar>
              <w:bottom w:w="51" w:type="dxa"/>
            </w:tcMar>
          </w:tcPr>
          <w:p w14:paraId="13D2C9B4" w14:textId="77777777" w:rsidR="005C1EDE" w:rsidRPr="00020F00" w:rsidRDefault="005C1EDE" w:rsidP="00DC460A">
            <w:pPr>
              <w:adjustRightInd w:val="0"/>
              <w:snapToGrid w:val="0"/>
              <w:ind w:right="113"/>
            </w:pPr>
            <w:r>
              <w:t>Russian Federation</w:t>
            </w:r>
          </w:p>
        </w:tc>
        <w:tc>
          <w:tcPr>
            <w:tcW w:w="851" w:type="dxa"/>
            <w:shd w:val="clear" w:color="auto" w:fill="auto"/>
            <w:tcMar>
              <w:bottom w:w="51" w:type="dxa"/>
            </w:tcMar>
          </w:tcPr>
          <w:p w14:paraId="1890AFB2" w14:textId="77777777" w:rsidR="005C1EDE" w:rsidRPr="00020F00" w:rsidRDefault="005C1EDE" w:rsidP="00DC460A">
            <w:pPr>
              <w:adjustRightInd w:val="0"/>
              <w:snapToGrid w:val="0"/>
              <w:ind w:right="113"/>
            </w:pPr>
            <w:r>
              <w:t>8.1</w:t>
            </w:r>
          </w:p>
        </w:tc>
        <w:tc>
          <w:tcPr>
            <w:tcW w:w="778" w:type="dxa"/>
            <w:shd w:val="clear" w:color="auto" w:fill="auto"/>
            <w:tcMar>
              <w:bottom w:w="51" w:type="dxa"/>
            </w:tcMar>
          </w:tcPr>
          <w:p w14:paraId="01B0F012" w14:textId="77777777" w:rsidR="005C1EDE" w:rsidRPr="00020F00" w:rsidRDefault="005C1EDE" w:rsidP="00DC460A">
            <w:pPr>
              <w:adjustRightInd w:val="0"/>
              <w:snapToGrid w:val="0"/>
              <w:ind w:right="113"/>
              <w:jc w:val="center"/>
            </w:pPr>
            <w:r>
              <w:t>E</w:t>
            </w:r>
          </w:p>
        </w:tc>
        <w:tc>
          <w:tcPr>
            <w:tcW w:w="3324" w:type="dxa"/>
            <w:shd w:val="clear" w:color="auto" w:fill="auto"/>
            <w:tcMar>
              <w:bottom w:w="51" w:type="dxa"/>
            </w:tcMar>
          </w:tcPr>
          <w:p w14:paraId="7BF6A30D" w14:textId="77777777" w:rsidR="005C1EDE" w:rsidRPr="00020F00" w:rsidRDefault="005C1EDE" w:rsidP="00DC460A">
            <w:pPr>
              <w:adjustRightInd w:val="0"/>
              <w:snapToGrid w:val="0"/>
              <w:spacing w:line="240" w:lineRule="auto"/>
              <w:ind w:right="113"/>
            </w:pPr>
            <w:r>
              <w:t>The results of the state surveillance of buses</w:t>
            </w:r>
          </w:p>
        </w:tc>
        <w:tc>
          <w:tcPr>
            <w:tcW w:w="725" w:type="dxa"/>
            <w:shd w:val="clear" w:color="auto" w:fill="auto"/>
            <w:tcMar>
              <w:bottom w:w="51" w:type="dxa"/>
            </w:tcMar>
          </w:tcPr>
          <w:p w14:paraId="3FDA12A0" w14:textId="77777777" w:rsidR="005C1EDE" w:rsidRPr="00C9653D" w:rsidRDefault="005C1EDE" w:rsidP="00DC460A">
            <w:pPr>
              <w:adjustRightInd w:val="0"/>
              <w:snapToGrid w:val="0"/>
              <w:jc w:val="center"/>
            </w:pPr>
            <w:r>
              <w:t>(d)</w:t>
            </w:r>
          </w:p>
        </w:tc>
      </w:tr>
      <w:tr w:rsidR="005C1EDE" w:rsidRPr="00C9653D" w14:paraId="2CA5D309" w14:textId="77777777" w:rsidTr="00DC460A">
        <w:trPr>
          <w:cantSplit/>
          <w:trHeight w:val="803"/>
        </w:trPr>
        <w:tc>
          <w:tcPr>
            <w:tcW w:w="1001" w:type="dxa"/>
            <w:shd w:val="clear" w:color="auto" w:fill="auto"/>
            <w:tcMar>
              <w:bottom w:w="51" w:type="dxa"/>
            </w:tcMar>
          </w:tcPr>
          <w:p w14:paraId="7DD12520" w14:textId="77777777" w:rsidR="005C1EDE" w:rsidRPr="00020F00" w:rsidRDefault="005C1EDE" w:rsidP="00DC460A">
            <w:pPr>
              <w:adjustRightInd w:val="0"/>
              <w:snapToGrid w:val="0"/>
              <w:ind w:right="113"/>
              <w:jc w:val="center"/>
            </w:pPr>
            <w:r w:rsidRPr="00020F00">
              <w:t>18</w:t>
            </w:r>
          </w:p>
        </w:tc>
        <w:tc>
          <w:tcPr>
            <w:tcW w:w="1701" w:type="dxa"/>
            <w:shd w:val="clear" w:color="auto" w:fill="auto"/>
            <w:tcMar>
              <w:bottom w:w="51" w:type="dxa"/>
            </w:tcMar>
          </w:tcPr>
          <w:p w14:paraId="5B8A2C7E" w14:textId="77777777" w:rsidR="005C1EDE" w:rsidRPr="00020F00" w:rsidRDefault="005C1EDE" w:rsidP="00DC460A">
            <w:pPr>
              <w:adjustRightInd w:val="0"/>
              <w:snapToGrid w:val="0"/>
              <w:ind w:right="113"/>
            </w:pPr>
            <w:r>
              <w:t>FIA</w:t>
            </w:r>
          </w:p>
        </w:tc>
        <w:tc>
          <w:tcPr>
            <w:tcW w:w="851" w:type="dxa"/>
            <w:shd w:val="clear" w:color="auto" w:fill="auto"/>
            <w:tcMar>
              <w:bottom w:w="51" w:type="dxa"/>
            </w:tcMar>
          </w:tcPr>
          <w:p w14:paraId="5ED9BEF4" w14:textId="77777777" w:rsidR="005C1EDE" w:rsidRPr="00020F00" w:rsidRDefault="005C1EDE" w:rsidP="00DC460A">
            <w:pPr>
              <w:adjustRightInd w:val="0"/>
              <w:snapToGrid w:val="0"/>
              <w:ind w:right="113"/>
            </w:pPr>
            <w:r>
              <w:t>2.3</w:t>
            </w:r>
          </w:p>
        </w:tc>
        <w:tc>
          <w:tcPr>
            <w:tcW w:w="778" w:type="dxa"/>
            <w:shd w:val="clear" w:color="auto" w:fill="auto"/>
            <w:tcMar>
              <w:bottom w:w="51" w:type="dxa"/>
            </w:tcMar>
          </w:tcPr>
          <w:p w14:paraId="627F8708" w14:textId="77777777" w:rsidR="005C1EDE" w:rsidRPr="00020F00" w:rsidRDefault="005C1EDE" w:rsidP="00DC460A">
            <w:pPr>
              <w:adjustRightInd w:val="0"/>
              <w:snapToGrid w:val="0"/>
              <w:ind w:right="113"/>
              <w:jc w:val="center"/>
            </w:pPr>
            <w:r>
              <w:t>E</w:t>
            </w:r>
          </w:p>
        </w:tc>
        <w:tc>
          <w:tcPr>
            <w:tcW w:w="3324" w:type="dxa"/>
            <w:shd w:val="clear" w:color="auto" w:fill="auto"/>
            <w:tcMar>
              <w:bottom w:w="51" w:type="dxa"/>
            </w:tcMar>
          </w:tcPr>
          <w:p w14:paraId="516C296D" w14:textId="77777777" w:rsidR="005C1EDE" w:rsidRPr="00020F00" w:rsidRDefault="005C1EDE" w:rsidP="00DC460A">
            <w:pPr>
              <w:adjustRightInd w:val="0"/>
              <w:snapToGrid w:val="0"/>
              <w:spacing w:line="240" w:lineRule="auto"/>
              <w:ind w:right="113"/>
            </w:pPr>
            <w:r>
              <w:t>Consumer views on automated and connected vehicles</w:t>
            </w:r>
          </w:p>
        </w:tc>
        <w:tc>
          <w:tcPr>
            <w:tcW w:w="725" w:type="dxa"/>
            <w:shd w:val="clear" w:color="auto" w:fill="auto"/>
            <w:tcMar>
              <w:bottom w:w="51" w:type="dxa"/>
            </w:tcMar>
          </w:tcPr>
          <w:p w14:paraId="3D7E2D8A" w14:textId="77777777" w:rsidR="005C1EDE" w:rsidRPr="00C9653D" w:rsidRDefault="005C1EDE" w:rsidP="00DC460A">
            <w:pPr>
              <w:adjustRightInd w:val="0"/>
              <w:snapToGrid w:val="0"/>
              <w:jc w:val="center"/>
            </w:pPr>
            <w:r>
              <w:t>(d)</w:t>
            </w:r>
          </w:p>
        </w:tc>
      </w:tr>
      <w:tr w:rsidR="005C1EDE" w:rsidRPr="00C9653D" w14:paraId="13BCA8DE" w14:textId="77777777" w:rsidTr="00DC460A">
        <w:trPr>
          <w:cantSplit/>
          <w:trHeight w:val="803"/>
        </w:trPr>
        <w:tc>
          <w:tcPr>
            <w:tcW w:w="1001" w:type="dxa"/>
            <w:shd w:val="clear" w:color="auto" w:fill="auto"/>
            <w:tcMar>
              <w:bottom w:w="51" w:type="dxa"/>
            </w:tcMar>
          </w:tcPr>
          <w:p w14:paraId="709DDA2E" w14:textId="77777777" w:rsidR="005C1EDE" w:rsidRPr="00020F00" w:rsidRDefault="005C1EDE" w:rsidP="00DC460A">
            <w:pPr>
              <w:adjustRightInd w:val="0"/>
              <w:snapToGrid w:val="0"/>
              <w:ind w:right="113"/>
              <w:jc w:val="center"/>
            </w:pPr>
            <w:r w:rsidRPr="00020F00">
              <w:t>19</w:t>
            </w:r>
          </w:p>
        </w:tc>
        <w:tc>
          <w:tcPr>
            <w:tcW w:w="1701" w:type="dxa"/>
            <w:shd w:val="clear" w:color="auto" w:fill="auto"/>
            <w:tcMar>
              <w:bottom w:w="51" w:type="dxa"/>
            </w:tcMar>
          </w:tcPr>
          <w:p w14:paraId="72C815B6" w14:textId="77777777" w:rsidR="005C1EDE" w:rsidRPr="00020F00" w:rsidRDefault="005C1EDE" w:rsidP="00DC460A">
            <w:pPr>
              <w:adjustRightInd w:val="0"/>
              <w:snapToGrid w:val="0"/>
              <w:ind w:right="113"/>
            </w:pPr>
            <w:r>
              <w:t>IWG on EDR/DSSAD</w:t>
            </w:r>
          </w:p>
        </w:tc>
        <w:tc>
          <w:tcPr>
            <w:tcW w:w="851" w:type="dxa"/>
            <w:shd w:val="clear" w:color="auto" w:fill="auto"/>
            <w:tcMar>
              <w:bottom w:w="51" w:type="dxa"/>
            </w:tcMar>
          </w:tcPr>
          <w:p w14:paraId="00F5E2D4" w14:textId="77777777" w:rsidR="005C1EDE" w:rsidRPr="00020F00" w:rsidRDefault="005C1EDE" w:rsidP="00DC460A">
            <w:pPr>
              <w:adjustRightInd w:val="0"/>
              <w:snapToGrid w:val="0"/>
              <w:ind w:right="113"/>
            </w:pPr>
            <w:r>
              <w:t>2.3</w:t>
            </w:r>
          </w:p>
        </w:tc>
        <w:tc>
          <w:tcPr>
            <w:tcW w:w="778" w:type="dxa"/>
            <w:shd w:val="clear" w:color="auto" w:fill="auto"/>
            <w:tcMar>
              <w:bottom w:w="51" w:type="dxa"/>
            </w:tcMar>
          </w:tcPr>
          <w:p w14:paraId="740B8E4B" w14:textId="77777777" w:rsidR="005C1EDE" w:rsidRPr="00020F00" w:rsidRDefault="005C1EDE" w:rsidP="00DC460A">
            <w:pPr>
              <w:adjustRightInd w:val="0"/>
              <w:snapToGrid w:val="0"/>
              <w:ind w:right="113"/>
              <w:jc w:val="center"/>
            </w:pPr>
            <w:r>
              <w:t>E</w:t>
            </w:r>
          </w:p>
        </w:tc>
        <w:tc>
          <w:tcPr>
            <w:tcW w:w="3324" w:type="dxa"/>
            <w:shd w:val="clear" w:color="auto" w:fill="auto"/>
            <w:tcMar>
              <w:bottom w:w="51" w:type="dxa"/>
            </w:tcMar>
          </w:tcPr>
          <w:p w14:paraId="7A5EC4AF" w14:textId="77777777" w:rsidR="005C1EDE" w:rsidRPr="00020F00" w:rsidRDefault="005C1EDE" w:rsidP="00DC460A">
            <w:pPr>
              <w:adjustRightInd w:val="0"/>
              <w:snapToGrid w:val="0"/>
              <w:spacing w:line="240" w:lineRule="auto"/>
              <w:ind w:right="6"/>
            </w:pPr>
            <w:r w:rsidRPr="00322B3D">
              <w:t>Comparison between Event Data Recorder (EDR) and Data Storage System for Automated Driving (DSSAD)</w:t>
            </w:r>
          </w:p>
        </w:tc>
        <w:tc>
          <w:tcPr>
            <w:tcW w:w="725" w:type="dxa"/>
            <w:shd w:val="clear" w:color="auto" w:fill="auto"/>
            <w:tcMar>
              <w:bottom w:w="51" w:type="dxa"/>
            </w:tcMar>
          </w:tcPr>
          <w:p w14:paraId="20AC7978" w14:textId="77777777" w:rsidR="005C1EDE" w:rsidRPr="00C9653D" w:rsidRDefault="005C1EDE" w:rsidP="00DC460A">
            <w:pPr>
              <w:adjustRightInd w:val="0"/>
              <w:snapToGrid w:val="0"/>
              <w:jc w:val="center"/>
            </w:pPr>
            <w:r>
              <w:t>(d)</w:t>
            </w:r>
          </w:p>
        </w:tc>
      </w:tr>
      <w:tr w:rsidR="005C1EDE" w:rsidRPr="00C9653D" w14:paraId="4C3CD5DA" w14:textId="77777777" w:rsidTr="00DC460A">
        <w:trPr>
          <w:cantSplit/>
          <w:trHeight w:val="803"/>
        </w:trPr>
        <w:tc>
          <w:tcPr>
            <w:tcW w:w="1001" w:type="dxa"/>
            <w:shd w:val="clear" w:color="auto" w:fill="auto"/>
            <w:tcMar>
              <w:bottom w:w="51" w:type="dxa"/>
            </w:tcMar>
          </w:tcPr>
          <w:p w14:paraId="47A70FEF" w14:textId="77777777" w:rsidR="005C1EDE" w:rsidRPr="00A2279B" w:rsidRDefault="005C1EDE" w:rsidP="00DC460A">
            <w:pPr>
              <w:adjustRightInd w:val="0"/>
              <w:snapToGrid w:val="0"/>
              <w:ind w:right="113"/>
              <w:jc w:val="center"/>
            </w:pPr>
            <w:r w:rsidRPr="00A2279B">
              <w:t>20</w:t>
            </w:r>
          </w:p>
        </w:tc>
        <w:tc>
          <w:tcPr>
            <w:tcW w:w="1701" w:type="dxa"/>
            <w:shd w:val="clear" w:color="auto" w:fill="auto"/>
            <w:tcMar>
              <w:bottom w:w="51" w:type="dxa"/>
            </w:tcMar>
          </w:tcPr>
          <w:p w14:paraId="6F1B2202" w14:textId="77777777" w:rsidR="005C1EDE" w:rsidRPr="00A2279B" w:rsidRDefault="005C1EDE" w:rsidP="00DC460A">
            <w:pPr>
              <w:adjustRightInd w:val="0"/>
              <w:snapToGrid w:val="0"/>
              <w:ind w:right="113"/>
            </w:pPr>
            <w:r>
              <w:t>IWG on PTI</w:t>
            </w:r>
          </w:p>
        </w:tc>
        <w:tc>
          <w:tcPr>
            <w:tcW w:w="851" w:type="dxa"/>
            <w:shd w:val="clear" w:color="auto" w:fill="auto"/>
            <w:tcMar>
              <w:bottom w:w="51" w:type="dxa"/>
            </w:tcMar>
          </w:tcPr>
          <w:p w14:paraId="7EF48CED" w14:textId="77777777" w:rsidR="005C1EDE" w:rsidRPr="00A2279B" w:rsidRDefault="005C1EDE" w:rsidP="00DC460A">
            <w:pPr>
              <w:adjustRightInd w:val="0"/>
              <w:snapToGrid w:val="0"/>
              <w:ind w:right="113"/>
            </w:pPr>
            <w:r>
              <w:t>7</w:t>
            </w:r>
          </w:p>
        </w:tc>
        <w:tc>
          <w:tcPr>
            <w:tcW w:w="778" w:type="dxa"/>
            <w:shd w:val="clear" w:color="auto" w:fill="auto"/>
            <w:tcMar>
              <w:bottom w:w="51" w:type="dxa"/>
            </w:tcMar>
          </w:tcPr>
          <w:p w14:paraId="06CF5703" w14:textId="77777777" w:rsidR="005C1EDE" w:rsidRPr="00A2279B" w:rsidRDefault="005C1EDE" w:rsidP="00DC460A">
            <w:pPr>
              <w:adjustRightInd w:val="0"/>
              <w:snapToGrid w:val="0"/>
              <w:ind w:right="113"/>
              <w:jc w:val="center"/>
            </w:pPr>
            <w:r>
              <w:t>E</w:t>
            </w:r>
          </w:p>
        </w:tc>
        <w:tc>
          <w:tcPr>
            <w:tcW w:w="3324" w:type="dxa"/>
            <w:shd w:val="clear" w:color="auto" w:fill="auto"/>
            <w:tcMar>
              <w:bottom w:w="51" w:type="dxa"/>
            </w:tcMar>
          </w:tcPr>
          <w:p w14:paraId="5B49CBC1" w14:textId="77777777" w:rsidR="005C1EDE" w:rsidRPr="00A2279B" w:rsidRDefault="005C1EDE" w:rsidP="00DC460A">
            <w:pPr>
              <w:adjustRightInd w:val="0"/>
              <w:snapToGrid w:val="0"/>
              <w:spacing w:line="240" w:lineRule="auto"/>
              <w:ind w:right="113"/>
            </w:pPr>
            <w:r w:rsidRPr="00A87E95">
              <w:t>Report to WP.29 about results of the 15th meeting of the Informal Working Group on Periodical Technical Inspections</w:t>
            </w:r>
          </w:p>
        </w:tc>
        <w:tc>
          <w:tcPr>
            <w:tcW w:w="725" w:type="dxa"/>
            <w:shd w:val="clear" w:color="auto" w:fill="auto"/>
            <w:tcMar>
              <w:bottom w:w="51" w:type="dxa"/>
            </w:tcMar>
          </w:tcPr>
          <w:p w14:paraId="391A97C3" w14:textId="77777777" w:rsidR="005C1EDE" w:rsidRPr="00C9653D" w:rsidRDefault="005C1EDE" w:rsidP="00DC460A">
            <w:pPr>
              <w:adjustRightInd w:val="0"/>
              <w:snapToGrid w:val="0"/>
              <w:jc w:val="center"/>
            </w:pPr>
            <w:r>
              <w:t>(d)</w:t>
            </w:r>
          </w:p>
        </w:tc>
      </w:tr>
      <w:tr w:rsidR="005C1EDE" w:rsidRPr="00C9653D" w14:paraId="6668488A" w14:textId="77777777" w:rsidTr="00DC460A">
        <w:trPr>
          <w:cantSplit/>
          <w:trHeight w:val="803"/>
        </w:trPr>
        <w:tc>
          <w:tcPr>
            <w:tcW w:w="1001" w:type="dxa"/>
            <w:shd w:val="clear" w:color="auto" w:fill="auto"/>
            <w:tcMar>
              <w:bottom w:w="51" w:type="dxa"/>
            </w:tcMar>
          </w:tcPr>
          <w:p w14:paraId="54E4E702" w14:textId="77777777" w:rsidR="005C1EDE" w:rsidRPr="00A2279B" w:rsidRDefault="005C1EDE" w:rsidP="00DC460A">
            <w:pPr>
              <w:adjustRightInd w:val="0"/>
              <w:snapToGrid w:val="0"/>
              <w:ind w:right="113"/>
              <w:jc w:val="center"/>
            </w:pPr>
            <w:r w:rsidRPr="00A2279B">
              <w:t>2</w:t>
            </w:r>
            <w:r>
              <w:t>1</w:t>
            </w:r>
          </w:p>
        </w:tc>
        <w:tc>
          <w:tcPr>
            <w:tcW w:w="1701" w:type="dxa"/>
            <w:shd w:val="clear" w:color="auto" w:fill="auto"/>
            <w:tcMar>
              <w:bottom w:w="51" w:type="dxa"/>
            </w:tcMar>
          </w:tcPr>
          <w:p w14:paraId="6C7F1742" w14:textId="77777777" w:rsidR="005C1EDE" w:rsidRPr="00A2279B" w:rsidRDefault="005C1EDE" w:rsidP="00DC460A">
            <w:pPr>
              <w:adjustRightInd w:val="0"/>
              <w:snapToGrid w:val="0"/>
              <w:ind w:right="113"/>
            </w:pPr>
            <w:r>
              <w:rPr>
                <w:snapToGrid w:val="0"/>
                <w:lang w:eastAsia="de-DE"/>
              </w:rPr>
              <w:t>IWG on DETA</w:t>
            </w:r>
          </w:p>
        </w:tc>
        <w:tc>
          <w:tcPr>
            <w:tcW w:w="851" w:type="dxa"/>
            <w:shd w:val="clear" w:color="auto" w:fill="auto"/>
            <w:tcMar>
              <w:bottom w:w="51" w:type="dxa"/>
            </w:tcMar>
          </w:tcPr>
          <w:p w14:paraId="62AC2F84" w14:textId="77777777" w:rsidR="005C1EDE" w:rsidRPr="00A2279B" w:rsidRDefault="005C1EDE" w:rsidP="00DC460A">
            <w:pPr>
              <w:adjustRightInd w:val="0"/>
              <w:snapToGrid w:val="0"/>
              <w:ind w:right="113"/>
            </w:pPr>
            <w:r>
              <w:t>4.5</w:t>
            </w:r>
          </w:p>
        </w:tc>
        <w:tc>
          <w:tcPr>
            <w:tcW w:w="778" w:type="dxa"/>
            <w:shd w:val="clear" w:color="auto" w:fill="auto"/>
            <w:tcMar>
              <w:bottom w:w="51" w:type="dxa"/>
            </w:tcMar>
          </w:tcPr>
          <w:p w14:paraId="02A7D491" w14:textId="77777777" w:rsidR="005C1EDE" w:rsidRPr="00A2279B" w:rsidRDefault="005C1EDE" w:rsidP="00DC460A">
            <w:pPr>
              <w:adjustRightInd w:val="0"/>
              <w:snapToGrid w:val="0"/>
              <w:ind w:right="113"/>
              <w:jc w:val="center"/>
            </w:pPr>
            <w:r>
              <w:t>E</w:t>
            </w:r>
          </w:p>
        </w:tc>
        <w:tc>
          <w:tcPr>
            <w:tcW w:w="3324" w:type="dxa"/>
            <w:shd w:val="clear" w:color="auto" w:fill="auto"/>
            <w:tcMar>
              <w:bottom w:w="51" w:type="dxa"/>
            </w:tcMar>
          </w:tcPr>
          <w:p w14:paraId="7B926A95" w14:textId="77777777" w:rsidR="005C1EDE" w:rsidRPr="00A2279B" w:rsidRDefault="005C1EDE" w:rsidP="00DC460A">
            <w:pPr>
              <w:adjustRightInd w:val="0"/>
              <w:snapToGrid w:val="0"/>
              <w:spacing w:line="240" w:lineRule="auto"/>
              <w:ind w:right="113"/>
            </w:pPr>
            <w:r w:rsidRPr="004B155F">
              <w:t>Report to 179th WP.29 session</w:t>
            </w:r>
            <w:r w:rsidRPr="004B155F">
              <w:br/>
              <w:t>from</w:t>
            </w:r>
            <w:r>
              <w:t xml:space="preserve"> </w:t>
            </w:r>
            <w:r w:rsidRPr="004B155F">
              <w:t>the 36th IWG on DETA meeting</w:t>
            </w:r>
          </w:p>
        </w:tc>
        <w:tc>
          <w:tcPr>
            <w:tcW w:w="725" w:type="dxa"/>
            <w:shd w:val="clear" w:color="auto" w:fill="auto"/>
            <w:tcMar>
              <w:bottom w:w="51" w:type="dxa"/>
            </w:tcMar>
          </w:tcPr>
          <w:p w14:paraId="3B0FC0E8" w14:textId="77777777" w:rsidR="005C1EDE" w:rsidRPr="00C9653D" w:rsidRDefault="005C1EDE" w:rsidP="00DC460A">
            <w:pPr>
              <w:adjustRightInd w:val="0"/>
              <w:snapToGrid w:val="0"/>
              <w:jc w:val="center"/>
            </w:pPr>
            <w:r>
              <w:t>(d)</w:t>
            </w:r>
          </w:p>
        </w:tc>
      </w:tr>
      <w:tr w:rsidR="005C1EDE" w:rsidRPr="00C9653D" w14:paraId="0A6EACD7" w14:textId="77777777" w:rsidTr="00DC460A">
        <w:trPr>
          <w:cantSplit/>
          <w:trHeight w:val="803"/>
        </w:trPr>
        <w:tc>
          <w:tcPr>
            <w:tcW w:w="1001" w:type="dxa"/>
            <w:shd w:val="clear" w:color="auto" w:fill="auto"/>
            <w:tcMar>
              <w:bottom w:w="51" w:type="dxa"/>
            </w:tcMar>
          </w:tcPr>
          <w:p w14:paraId="49B3C22E" w14:textId="77777777" w:rsidR="005C1EDE" w:rsidRPr="00A2279B" w:rsidRDefault="005C1EDE" w:rsidP="00DC460A">
            <w:pPr>
              <w:adjustRightInd w:val="0"/>
              <w:snapToGrid w:val="0"/>
              <w:ind w:right="113"/>
              <w:jc w:val="center"/>
            </w:pPr>
            <w:r>
              <w:t>22</w:t>
            </w:r>
          </w:p>
        </w:tc>
        <w:tc>
          <w:tcPr>
            <w:tcW w:w="1701" w:type="dxa"/>
            <w:shd w:val="clear" w:color="auto" w:fill="auto"/>
            <w:tcMar>
              <w:bottom w:w="51" w:type="dxa"/>
            </w:tcMar>
          </w:tcPr>
          <w:p w14:paraId="102D35B5" w14:textId="77777777" w:rsidR="005C1EDE" w:rsidRPr="00A2279B" w:rsidRDefault="005C1EDE" w:rsidP="00DC460A">
            <w:pPr>
              <w:adjustRightInd w:val="0"/>
              <w:snapToGrid w:val="0"/>
              <w:ind w:right="113"/>
            </w:pPr>
            <w:r>
              <w:t>IWG on PTI</w:t>
            </w:r>
          </w:p>
        </w:tc>
        <w:tc>
          <w:tcPr>
            <w:tcW w:w="851" w:type="dxa"/>
            <w:shd w:val="clear" w:color="auto" w:fill="auto"/>
            <w:tcMar>
              <w:bottom w:w="51" w:type="dxa"/>
            </w:tcMar>
          </w:tcPr>
          <w:p w14:paraId="31720FCF" w14:textId="77777777" w:rsidR="005C1EDE" w:rsidRPr="00A2279B" w:rsidRDefault="005C1EDE" w:rsidP="00DC460A">
            <w:pPr>
              <w:adjustRightInd w:val="0"/>
              <w:snapToGrid w:val="0"/>
              <w:ind w:right="113"/>
            </w:pPr>
            <w:r>
              <w:t>7</w:t>
            </w:r>
          </w:p>
        </w:tc>
        <w:tc>
          <w:tcPr>
            <w:tcW w:w="778" w:type="dxa"/>
            <w:shd w:val="clear" w:color="auto" w:fill="auto"/>
            <w:tcMar>
              <w:bottom w:w="51" w:type="dxa"/>
            </w:tcMar>
          </w:tcPr>
          <w:p w14:paraId="7FD554BB" w14:textId="77777777" w:rsidR="005C1EDE" w:rsidRDefault="005C1EDE" w:rsidP="00DC460A">
            <w:pPr>
              <w:adjustRightInd w:val="0"/>
              <w:snapToGrid w:val="0"/>
              <w:ind w:right="113"/>
              <w:jc w:val="center"/>
            </w:pPr>
            <w:r>
              <w:t>E</w:t>
            </w:r>
          </w:p>
        </w:tc>
        <w:tc>
          <w:tcPr>
            <w:tcW w:w="3324" w:type="dxa"/>
            <w:shd w:val="clear" w:color="auto" w:fill="auto"/>
            <w:tcMar>
              <w:bottom w:w="51" w:type="dxa"/>
            </w:tcMar>
          </w:tcPr>
          <w:p w14:paraId="362096A6" w14:textId="77777777" w:rsidR="005C1EDE" w:rsidRPr="00A2279B" w:rsidRDefault="005C1EDE" w:rsidP="00DC460A">
            <w:pPr>
              <w:adjustRightInd w:val="0"/>
              <w:snapToGrid w:val="0"/>
              <w:spacing w:line="240" w:lineRule="auto"/>
              <w:ind w:right="113"/>
            </w:pPr>
            <w:r>
              <w:t>General Overview of in-service compliance assessment</w:t>
            </w:r>
          </w:p>
        </w:tc>
        <w:tc>
          <w:tcPr>
            <w:tcW w:w="725" w:type="dxa"/>
            <w:shd w:val="clear" w:color="auto" w:fill="auto"/>
            <w:tcMar>
              <w:bottom w:w="51" w:type="dxa"/>
            </w:tcMar>
          </w:tcPr>
          <w:p w14:paraId="1B403CF1" w14:textId="77777777" w:rsidR="005C1EDE" w:rsidRPr="00C9653D" w:rsidRDefault="005C1EDE" w:rsidP="00DC460A">
            <w:pPr>
              <w:adjustRightInd w:val="0"/>
              <w:snapToGrid w:val="0"/>
              <w:jc w:val="center"/>
            </w:pPr>
            <w:r>
              <w:t>(d)</w:t>
            </w:r>
          </w:p>
        </w:tc>
      </w:tr>
      <w:tr w:rsidR="005C1EDE" w:rsidRPr="00C9653D" w14:paraId="347092B0" w14:textId="77777777" w:rsidTr="00DC460A">
        <w:trPr>
          <w:cantSplit/>
          <w:trHeight w:val="803"/>
        </w:trPr>
        <w:tc>
          <w:tcPr>
            <w:tcW w:w="1001" w:type="dxa"/>
            <w:shd w:val="clear" w:color="auto" w:fill="auto"/>
            <w:tcMar>
              <w:bottom w:w="51" w:type="dxa"/>
            </w:tcMar>
          </w:tcPr>
          <w:p w14:paraId="52E96BED" w14:textId="77777777" w:rsidR="005C1EDE" w:rsidRDefault="005C1EDE" w:rsidP="00DC460A">
            <w:pPr>
              <w:adjustRightInd w:val="0"/>
              <w:snapToGrid w:val="0"/>
              <w:ind w:right="113"/>
              <w:jc w:val="center"/>
            </w:pPr>
            <w:r>
              <w:t>23</w:t>
            </w:r>
          </w:p>
        </w:tc>
        <w:tc>
          <w:tcPr>
            <w:tcW w:w="1701" w:type="dxa"/>
            <w:shd w:val="clear" w:color="auto" w:fill="auto"/>
            <w:tcMar>
              <w:bottom w:w="51" w:type="dxa"/>
            </w:tcMar>
          </w:tcPr>
          <w:p w14:paraId="5FDE494C" w14:textId="77777777" w:rsidR="005C1EDE" w:rsidRPr="00A2279B" w:rsidRDefault="005C1EDE" w:rsidP="00DC460A">
            <w:pPr>
              <w:adjustRightInd w:val="0"/>
              <w:snapToGrid w:val="0"/>
              <w:ind w:right="113"/>
            </w:pPr>
            <w:r>
              <w:t>CLEPA</w:t>
            </w:r>
          </w:p>
        </w:tc>
        <w:tc>
          <w:tcPr>
            <w:tcW w:w="851" w:type="dxa"/>
            <w:shd w:val="clear" w:color="auto" w:fill="auto"/>
            <w:tcMar>
              <w:bottom w:w="51" w:type="dxa"/>
            </w:tcMar>
          </w:tcPr>
          <w:p w14:paraId="6DAEDF85" w14:textId="77777777" w:rsidR="005C1EDE" w:rsidRPr="00A2279B" w:rsidRDefault="005C1EDE" w:rsidP="00DC460A">
            <w:pPr>
              <w:adjustRightInd w:val="0"/>
              <w:snapToGrid w:val="0"/>
              <w:ind w:right="113"/>
            </w:pPr>
            <w:r>
              <w:t>2.3</w:t>
            </w:r>
          </w:p>
        </w:tc>
        <w:tc>
          <w:tcPr>
            <w:tcW w:w="778" w:type="dxa"/>
            <w:shd w:val="clear" w:color="auto" w:fill="auto"/>
            <w:tcMar>
              <w:bottom w:w="51" w:type="dxa"/>
            </w:tcMar>
          </w:tcPr>
          <w:p w14:paraId="68C1D545" w14:textId="77777777" w:rsidR="005C1EDE" w:rsidRDefault="005C1EDE" w:rsidP="00DC460A">
            <w:pPr>
              <w:adjustRightInd w:val="0"/>
              <w:snapToGrid w:val="0"/>
              <w:ind w:right="113"/>
              <w:jc w:val="center"/>
            </w:pPr>
            <w:r>
              <w:t>E</w:t>
            </w:r>
          </w:p>
        </w:tc>
        <w:tc>
          <w:tcPr>
            <w:tcW w:w="3324" w:type="dxa"/>
            <w:shd w:val="clear" w:color="auto" w:fill="auto"/>
            <w:tcMar>
              <w:bottom w:w="51" w:type="dxa"/>
            </w:tcMar>
          </w:tcPr>
          <w:p w14:paraId="6F1F9DE4" w14:textId="77777777" w:rsidR="005C1EDE" w:rsidRPr="00A2279B" w:rsidRDefault="005C1EDE" w:rsidP="00DC460A">
            <w:pPr>
              <w:adjustRightInd w:val="0"/>
              <w:snapToGrid w:val="0"/>
              <w:spacing w:line="240" w:lineRule="auto"/>
              <w:ind w:right="113"/>
            </w:pPr>
            <w:r w:rsidRPr="00B92BA2">
              <w:t>Proposal for a draft Amendment to the Framework document on automated/autonomous vehicles ECE/TRANS/WP.29/2019/34rev1</w:t>
            </w:r>
          </w:p>
        </w:tc>
        <w:tc>
          <w:tcPr>
            <w:tcW w:w="725" w:type="dxa"/>
            <w:shd w:val="clear" w:color="auto" w:fill="auto"/>
            <w:tcMar>
              <w:bottom w:w="51" w:type="dxa"/>
            </w:tcMar>
          </w:tcPr>
          <w:p w14:paraId="2AF92E43" w14:textId="77777777" w:rsidR="005C1EDE" w:rsidRPr="00C9653D" w:rsidRDefault="005C1EDE" w:rsidP="00DC460A">
            <w:pPr>
              <w:adjustRightInd w:val="0"/>
              <w:snapToGrid w:val="0"/>
              <w:jc w:val="center"/>
            </w:pPr>
            <w:r>
              <w:t>(e)</w:t>
            </w:r>
          </w:p>
        </w:tc>
      </w:tr>
      <w:tr w:rsidR="005C1EDE" w:rsidRPr="00C9653D" w14:paraId="09A178DF" w14:textId="77777777" w:rsidTr="00DC460A">
        <w:trPr>
          <w:cantSplit/>
          <w:trHeight w:val="803"/>
        </w:trPr>
        <w:tc>
          <w:tcPr>
            <w:tcW w:w="1001" w:type="dxa"/>
            <w:shd w:val="clear" w:color="auto" w:fill="auto"/>
            <w:tcMar>
              <w:bottom w:w="51" w:type="dxa"/>
            </w:tcMar>
          </w:tcPr>
          <w:p w14:paraId="5DB83550" w14:textId="77777777" w:rsidR="005C1EDE" w:rsidRDefault="005C1EDE" w:rsidP="00DC460A">
            <w:pPr>
              <w:adjustRightInd w:val="0"/>
              <w:snapToGrid w:val="0"/>
              <w:ind w:right="113"/>
              <w:jc w:val="center"/>
            </w:pPr>
            <w:r>
              <w:t>24</w:t>
            </w:r>
          </w:p>
        </w:tc>
        <w:tc>
          <w:tcPr>
            <w:tcW w:w="1701" w:type="dxa"/>
            <w:shd w:val="clear" w:color="auto" w:fill="auto"/>
            <w:tcMar>
              <w:bottom w:w="51" w:type="dxa"/>
            </w:tcMar>
          </w:tcPr>
          <w:p w14:paraId="7EE233EC" w14:textId="77777777" w:rsidR="005C1EDE" w:rsidRPr="00A2279B" w:rsidRDefault="005C1EDE" w:rsidP="00DC460A">
            <w:pPr>
              <w:adjustRightInd w:val="0"/>
              <w:snapToGrid w:val="0"/>
              <w:ind w:right="113"/>
            </w:pPr>
            <w:r>
              <w:t>TF CS/OTA</w:t>
            </w:r>
          </w:p>
        </w:tc>
        <w:tc>
          <w:tcPr>
            <w:tcW w:w="851" w:type="dxa"/>
            <w:shd w:val="clear" w:color="auto" w:fill="auto"/>
            <w:tcMar>
              <w:bottom w:w="51" w:type="dxa"/>
            </w:tcMar>
          </w:tcPr>
          <w:p w14:paraId="46EEDA39" w14:textId="77777777" w:rsidR="005C1EDE" w:rsidRPr="00A2279B" w:rsidRDefault="005C1EDE" w:rsidP="00DC460A">
            <w:pPr>
              <w:adjustRightInd w:val="0"/>
              <w:snapToGrid w:val="0"/>
              <w:ind w:right="113"/>
            </w:pPr>
            <w:r>
              <w:t>2.3</w:t>
            </w:r>
          </w:p>
        </w:tc>
        <w:tc>
          <w:tcPr>
            <w:tcW w:w="778" w:type="dxa"/>
            <w:shd w:val="clear" w:color="auto" w:fill="auto"/>
            <w:tcMar>
              <w:bottom w:w="51" w:type="dxa"/>
            </w:tcMar>
          </w:tcPr>
          <w:p w14:paraId="54368F5A" w14:textId="77777777" w:rsidR="005C1EDE" w:rsidRDefault="005C1EDE" w:rsidP="00DC460A">
            <w:pPr>
              <w:adjustRightInd w:val="0"/>
              <w:snapToGrid w:val="0"/>
              <w:ind w:right="113"/>
              <w:jc w:val="center"/>
            </w:pPr>
            <w:r>
              <w:t>E</w:t>
            </w:r>
          </w:p>
        </w:tc>
        <w:tc>
          <w:tcPr>
            <w:tcW w:w="3324" w:type="dxa"/>
            <w:shd w:val="clear" w:color="auto" w:fill="auto"/>
            <w:tcMar>
              <w:bottom w:w="51" w:type="dxa"/>
            </w:tcMar>
          </w:tcPr>
          <w:p w14:paraId="4C2656F2" w14:textId="77777777" w:rsidR="005C1EDE" w:rsidRPr="00A2279B" w:rsidRDefault="005C1EDE" w:rsidP="00DC460A">
            <w:pPr>
              <w:adjustRightInd w:val="0"/>
              <w:snapToGrid w:val="0"/>
              <w:spacing w:line="240" w:lineRule="auto"/>
              <w:ind w:right="113"/>
            </w:pPr>
            <w:r w:rsidRPr="00CB1CC6">
              <w:t>Report on the test phase for Software Updates of the Task Force on Cyber Security and Over-the-air issues</w:t>
            </w:r>
          </w:p>
        </w:tc>
        <w:tc>
          <w:tcPr>
            <w:tcW w:w="725" w:type="dxa"/>
            <w:shd w:val="clear" w:color="auto" w:fill="auto"/>
            <w:tcMar>
              <w:bottom w:w="51" w:type="dxa"/>
            </w:tcMar>
          </w:tcPr>
          <w:p w14:paraId="75E2674A" w14:textId="77777777" w:rsidR="005C1EDE" w:rsidRPr="00C9653D" w:rsidRDefault="005C1EDE" w:rsidP="00DC460A">
            <w:pPr>
              <w:adjustRightInd w:val="0"/>
              <w:snapToGrid w:val="0"/>
              <w:jc w:val="center"/>
            </w:pPr>
            <w:r>
              <w:t>(d)</w:t>
            </w:r>
          </w:p>
        </w:tc>
      </w:tr>
      <w:tr w:rsidR="005C1EDE" w:rsidRPr="00C9653D" w14:paraId="7BCC8DAA" w14:textId="77777777" w:rsidTr="00DC460A">
        <w:trPr>
          <w:cantSplit/>
          <w:trHeight w:val="803"/>
        </w:trPr>
        <w:tc>
          <w:tcPr>
            <w:tcW w:w="1001" w:type="dxa"/>
            <w:shd w:val="clear" w:color="auto" w:fill="auto"/>
            <w:tcMar>
              <w:bottom w:w="51" w:type="dxa"/>
            </w:tcMar>
          </w:tcPr>
          <w:p w14:paraId="12A6C793" w14:textId="77777777" w:rsidR="005C1EDE" w:rsidRDefault="005C1EDE" w:rsidP="00DC460A">
            <w:pPr>
              <w:adjustRightInd w:val="0"/>
              <w:snapToGrid w:val="0"/>
              <w:ind w:right="113"/>
              <w:jc w:val="center"/>
            </w:pPr>
            <w:r>
              <w:t>25</w:t>
            </w:r>
          </w:p>
        </w:tc>
        <w:tc>
          <w:tcPr>
            <w:tcW w:w="1701" w:type="dxa"/>
            <w:shd w:val="clear" w:color="auto" w:fill="auto"/>
            <w:tcMar>
              <w:bottom w:w="51" w:type="dxa"/>
            </w:tcMar>
          </w:tcPr>
          <w:p w14:paraId="23430D99" w14:textId="77777777" w:rsidR="005C1EDE" w:rsidRPr="00A2279B" w:rsidRDefault="005C1EDE" w:rsidP="00DC460A">
            <w:pPr>
              <w:adjustRightInd w:val="0"/>
              <w:snapToGrid w:val="0"/>
              <w:ind w:right="113"/>
            </w:pPr>
            <w:r>
              <w:t>IWG on FRAV</w:t>
            </w:r>
          </w:p>
        </w:tc>
        <w:tc>
          <w:tcPr>
            <w:tcW w:w="851" w:type="dxa"/>
            <w:shd w:val="clear" w:color="auto" w:fill="auto"/>
            <w:tcMar>
              <w:bottom w:w="51" w:type="dxa"/>
            </w:tcMar>
          </w:tcPr>
          <w:p w14:paraId="5E6D6D17" w14:textId="77777777" w:rsidR="005C1EDE" w:rsidRPr="00A2279B" w:rsidRDefault="005C1EDE" w:rsidP="00DC460A">
            <w:pPr>
              <w:adjustRightInd w:val="0"/>
              <w:snapToGrid w:val="0"/>
              <w:ind w:right="113"/>
            </w:pPr>
            <w:r>
              <w:t>2.3</w:t>
            </w:r>
          </w:p>
        </w:tc>
        <w:tc>
          <w:tcPr>
            <w:tcW w:w="778" w:type="dxa"/>
            <w:shd w:val="clear" w:color="auto" w:fill="auto"/>
            <w:tcMar>
              <w:bottom w:w="51" w:type="dxa"/>
            </w:tcMar>
          </w:tcPr>
          <w:p w14:paraId="26FEE246" w14:textId="77777777" w:rsidR="005C1EDE" w:rsidRDefault="005C1EDE" w:rsidP="00DC460A">
            <w:pPr>
              <w:adjustRightInd w:val="0"/>
              <w:snapToGrid w:val="0"/>
              <w:ind w:right="113"/>
              <w:jc w:val="center"/>
            </w:pPr>
            <w:r>
              <w:t>E</w:t>
            </w:r>
          </w:p>
        </w:tc>
        <w:tc>
          <w:tcPr>
            <w:tcW w:w="3324" w:type="dxa"/>
            <w:shd w:val="clear" w:color="auto" w:fill="auto"/>
            <w:tcMar>
              <w:bottom w:w="51" w:type="dxa"/>
            </w:tcMar>
          </w:tcPr>
          <w:p w14:paraId="1B3B65E2" w14:textId="77777777" w:rsidR="005C1EDE" w:rsidRPr="00A2279B" w:rsidRDefault="005C1EDE" w:rsidP="00DC460A">
            <w:pPr>
              <w:adjustRightInd w:val="0"/>
              <w:snapToGrid w:val="0"/>
              <w:spacing w:line="240" w:lineRule="auto"/>
              <w:ind w:right="113"/>
            </w:pPr>
            <w:r w:rsidRPr="009E5354">
              <w:t>Proposal for a Corrigendum to the Framework document on automated/autonomous vehicles ECE/TRANS/WP.29/2019/34rev1</w:t>
            </w:r>
          </w:p>
        </w:tc>
        <w:tc>
          <w:tcPr>
            <w:tcW w:w="725" w:type="dxa"/>
            <w:shd w:val="clear" w:color="auto" w:fill="auto"/>
            <w:tcMar>
              <w:bottom w:w="51" w:type="dxa"/>
            </w:tcMar>
          </w:tcPr>
          <w:p w14:paraId="50C04965" w14:textId="77777777" w:rsidR="005C1EDE" w:rsidRPr="00C9653D" w:rsidRDefault="005C1EDE" w:rsidP="00DC460A">
            <w:pPr>
              <w:adjustRightInd w:val="0"/>
              <w:snapToGrid w:val="0"/>
              <w:jc w:val="center"/>
            </w:pPr>
            <w:r>
              <w:t>(e)</w:t>
            </w:r>
          </w:p>
        </w:tc>
      </w:tr>
      <w:tr w:rsidR="005C1EDE" w:rsidRPr="00C9653D" w14:paraId="303C0A7A" w14:textId="77777777" w:rsidTr="00DC460A">
        <w:trPr>
          <w:cantSplit/>
          <w:trHeight w:val="803"/>
        </w:trPr>
        <w:tc>
          <w:tcPr>
            <w:tcW w:w="1001" w:type="dxa"/>
            <w:shd w:val="clear" w:color="auto" w:fill="auto"/>
            <w:tcMar>
              <w:bottom w:w="51" w:type="dxa"/>
            </w:tcMar>
          </w:tcPr>
          <w:p w14:paraId="7163BB20" w14:textId="77777777" w:rsidR="005C1EDE" w:rsidRDefault="005C1EDE" w:rsidP="00DC460A">
            <w:pPr>
              <w:adjustRightInd w:val="0"/>
              <w:snapToGrid w:val="0"/>
              <w:ind w:right="113"/>
              <w:jc w:val="center"/>
            </w:pPr>
            <w:r>
              <w:t>26</w:t>
            </w:r>
          </w:p>
        </w:tc>
        <w:tc>
          <w:tcPr>
            <w:tcW w:w="1701" w:type="dxa"/>
            <w:shd w:val="clear" w:color="auto" w:fill="auto"/>
            <w:tcMar>
              <w:bottom w:w="51" w:type="dxa"/>
            </w:tcMar>
          </w:tcPr>
          <w:p w14:paraId="1A0EAAF2" w14:textId="77777777" w:rsidR="005C1EDE" w:rsidRPr="00A2279B" w:rsidRDefault="005C1EDE" w:rsidP="00DC460A">
            <w:pPr>
              <w:adjustRightInd w:val="0"/>
              <w:snapToGrid w:val="0"/>
              <w:ind w:right="113"/>
            </w:pPr>
            <w:r>
              <w:t>CI/Global NCAP</w:t>
            </w:r>
          </w:p>
        </w:tc>
        <w:tc>
          <w:tcPr>
            <w:tcW w:w="851" w:type="dxa"/>
            <w:shd w:val="clear" w:color="auto" w:fill="auto"/>
            <w:tcMar>
              <w:bottom w:w="51" w:type="dxa"/>
            </w:tcMar>
          </w:tcPr>
          <w:p w14:paraId="3FC0C42E" w14:textId="77777777" w:rsidR="005C1EDE" w:rsidRPr="00A2279B" w:rsidRDefault="005C1EDE" w:rsidP="00DC460A">
            <w:pPr>
              <w:adjustRightInd w:val="0"/>
              <w:snapToGrid w:val="0"/>
              <w:ind w:right="113"/>
            </w:pPr>
            <w:r>
              <w:t>8.3</w:t>
            </w:r>
          </w:p>
        </w:tc>
        <w:tc>
          <w:tcPr>
            <w:tcW w:w="778" w:type="dxa"/>
            <w:shd w:val="clear" w:color="auto" w:fill="auto"/>
            <w:tcMar>
              <w:bottom w:w="51" w:type="dxa"/>
            </w:tcMar>
          </w:tcPr>
          <w:p w14:paraId="6132F060" w14:textId="77777777" w:rsidR="005C1EDE" w:rsidRDefault="005C1EDE" w:rsidP="00DC460A">
            <w:pPr>
              <w:adjustRightInd w:val="0"/>
              <w:snapToGrid w:val="0"/>
              <w:ind w:right="113"/>
              <w:jc w:val="center"/>
            </w:pPr>
            <w:r>
              <w:t>E</w:t>
            </w:r>
          </w:p>
        </w:tc>
        <w:tc>
          <w:tcPr>
            <w:tcW w:w="3324" w:type="dxa"/>
            <w:shd w:val="clear" w:color="auto" w:fill="auto"/>
            <w:tcMar>
              <w:bottom w:w="51" w:type="dxa"/>
            </w:tcMar>
          </w:tcPr>
          <w:p w14:paraId="7A3C80A4" w14:textId="77777777" w:rsidR="005C1EDE" w:rsidRPr="00A2279B" w:rsidRDefault="005C1EDE" w:rsidP="00DC460A">
            <w:pPr>
              <w:adjustRightInd w:val="0"/>
              <w:snapToGrid w:val="0"/>
              <w:spacing w:line="240" w:lineRule="auto"/>
              <w:ind w:right="113"/>
            </w:pPr>
            <w:r>
              <w:t>C</w:t>
            </w:r>
            <w:r w:rsidRPr="004E0B4F">
              <w:t>hild restraint systems in Latin America</w:t>
            </w:r>
          </w:p>
        </w:tc>
        <w:tc>
          <w:tcPr>
            <w:tcW w:w="725" w:type="dxa"/>
            <w:shd w:val="clear" w:color="auto" w:fill="auto"/>
            <w:tcMar>
              <w:bottom w:w="51" w:type="dxa"/>
            </w:tcMar>
          </w:tcPr>
          <w:p w14:paraId="7E2017C0" w14:textId="77777777" w:rsidR="005C1EDE" w:rsidRPr="00C9653D" w:rsidRDefault="005C1EDE" w:rsidP="00DC460A">
            <w:pPr>
              <w:adjustRightInd w:val="0"/>
              <w:snapToGrid w:val="0"/>
              <w:jc w:val="center"/>
            </w:pPr>
            <w:r>
              <w:t>(d)</w:t>
            </w:r>
          </w:p>
        </w:tc>
      </w:tr>
      <w:tr w:rsidR="005C1EDE" w:rsidRPr="00C9653D" w14:paraId="6FC048A4" w14:textId="77777777" w:rsidTr="00DC460A">
        <w:trPr>
          <w:cantSplit/>
          <w:trHeight w:val="803"/>
        </w:trPr>
        <w:tc>
          <w:tcPr>
            <w:tcW w:w="1001" w:type="dxa"/>
            <w:shd w:val="clear" w:color="auto" w:fill="auto"/>
            <w:tcMar>
              <w:bottom w:w="51" w:type="dxa"/>
            </w:tcMar>
          </w:tcPr>
          <w:p w14:paraId="0A6AA930" w14:textId="77777777" w:rsidR="005C1EDE" w:rsidRDefault="005C1EDE" w:rsidP="00DC460A">
            <w:pPr>
              <w:adjustRightInd w:val="0"/>
              <w:snapToGrid w:val="0"/>
              <w:ind w:right="113"/>
              <w:jc w:val="center"/>
            </w:pPr>
            <w:r>
              <w:t>27</w:t>
            </w:r>
          </w:p>
        </w:tc>
        <w:tc>
          <w:tcPr>
            <w:tcW w:w="1701" w:type="dxa"/>
            <w:shd w:val="clear" w:color="auto" w:fill="auto"/>
            <w:tcMar>
              <w:bottom w:w="51" w:type="dxa"/>
            </w:tcMar>
          </w:tcPr>
          <w:p w14:paraId="38E95920" w14:textId="77777777" w:rsidR="005C1EDE" w:rsidRDefault="005C1EDE" w:rsidP="00DC460A">
            <w:pPr>
              <w:adjustRightInd w:val="0"/>
              <w:snapToGrid w:val="0"/>
              <w:ind w:right="113"/>
            </w:pPr>
            <w:r>
              <w:t>CEN / ISO</w:t>
            </w:r>
          </w:p>
        </w:tc>
        <w:tc>
          <w:tcPr>
            <w:tcW w:w="851" w:type="dxa"/>
            <w:shd w:val="clear" w:color="auto" w:fill="auto"/>
            <w:tcMar>
              <w:bottom w:w="51" w:type="dxa"/>
            </w:tcMar>
          </w:tcPr>
          <w:p w14:paraId="6B0CED6D" w14:textId="77777777" w:rsidR="005C1EDE" w:rsidRDefault="005C1EDE" w:rsidP="00DC460A">
            <w:pPr>
              <w:adjustRightInd w:val="0"/>
              <w:snapToGrid w:val="0"/>
              <w:ind w:right="113"/>
            </w:pPr>
            <w:r>
              <w:t>2.3</w:t>
            </w:r>
          </w:p>
        </w:tc>
        <w:tc>
          <w:tcPr>
            <w:tcW w:w="778" w:type="dxa"/>
            <w:shd w:val="clear" w:color="auto" w:fill="auto"/>
            <w:tcMar>
              <w:bottom w:w="51" w:type="dxa"/>
            </w:tcMar>
          </w:tcPr>
          <w:p w14:paraId="69FD4F67" w14:textId="77777777" w:rsidR="005C1EDE" w:rsidRDefault="005C1EDE" w:rsidP="00DC460A">
            <w:pPr>
              <w:adjustRightInd w:val="0"/>
              <w:snapToGrid w:val="0"/>
              <w:ind w:right="113"/>
              <w:jc w:val="center"/>
            </w:pPr>
            <w:r>
              <w:t>E</w:t>
            </w:r>
          </w:p>
        </w:tc>
        <w:tc>
          <w:tcPr>
            <w:tcW w:w="3324" w:type="dxa"/>
            <w:shd w:val="clear" w:color="auto" w:fill="auto"/>
            <w:tcMar>
              <w:bottom w:w="51" w:type="dxa"/>
            </w:tcMar>
          </w:tcPr>
          <w:p w14:paraId="35DC1655" w14:textId="77777777" w:rsidR="005C1EDE" w:rsidRDefault="005C1EDE" w:rsidP="00DC460A">
            <w:pPr>
              <w:adjustRightInd w:val="0"/>
              <w:snapToGrid w:val="0"/>
              <w:spacing w:line="240" w:lineRule="auto"/>
              <w:ind w:right="113"/>
            </w:pPr>
            <w:r w:rsidRPr="00EC19B9">
              <w:t xml:space="preserve">Practicable workable cybersecurity for connected vehicles </w:t>
            </w:r>
            <w:proofErr w:type="gramStart"/>
            <w:r w:rsidRPr="00EC19B9">
              <w:t>through the use of</w:t>
            </w:r>
            <w:proofErr w:type="gramEnd"/>
            <w:r w:rsidRPr="00EC19B9">
              <w:t xml:space="preserve"> CEN_ISO Standards</w:t>
            </w:r>
          </w:p>
        </w:tc>
        <w:tc>
          <w:tcPr>
            <w:tcW w:w="725" w:type="dxa"/>
            <w:shd w:val="clear" w:color="auto" w:fill="auto"/>
            <w:tcMar>
              <w:bottom w:w="51" w:type="dxa"/>
            </w:tcMar>
          </w:tcPr>
          <w:p w14:paraId="575194A4" w14:textId="77777777" w:rsidR="005C1EDE" w:rsidRPr="00C9653D" w:rsidRDefault="005C1EDE" w:rsidP="00DC460A">
            <w:pPr>
              <w:adjustRightInd w:val="0"/>
              <w:snapToGrid w:val="0"/>
              <w:jc w:val="center"/>
            </w:pPr>
            <w:r>
              <w:t>(d)</w:t>
            </w:r>
          </w:p>
        </w:tc>
      </w:tr>
      <w:tr w:rsidR="005C1EDE" w:rsidRPr="00C9653D" w14:paraId="180846C1" w14:textId="77777777" w:rsidTr="00DC460A">
        <w:trPr>
          <w:cantSplit/>
          <w:trHeight w:val="803"/>
        </w:trPr>
        <w:tc>
          <w:tcPr>
            <w:tcW w:w="1001" w:type="dxa"/>
            <w:shd w:val="clear" w:color="auto" w:fill="auto"/>
            <w:tcMar>
              <w:bottom w:w="51" w:type="dxa"/>
            </w:tcMar>
          </w:tcPr>
          <w:p w14:paraId="3EAFBF74" w14:textId="77777777" w:rsidR="005C1EDE" w:rsidRDefault="005C1EDE" w:rsidP="00DC460A">
            <w:pPr>
              <w:adjustRightInd w:val="0"/>
              <w:snapToGrid w:val="0"/>
              <w:ind w:right="113"/>
              <w:jc w:val="center"/>
            </w:pPr>
            <w:r>
              <w:t>28</w:t>
            </w:r>
          </w:p>
        </w:tc>
        <w:tc>
          <w:tcPr>
            <w:tcW w:w="1701" w:type="dxa"/>
            <w:shd w:val="clear" w:color="auto" w:fill="auto"/>
            <w:tcMar>
              <w:bottom w:w="51" w:type="dxa"/>
            </w:tcMar>
          </w:tcPr>
          <w:p w14:paraId="775092FD" w14:textId="77777777" w:rsidR="005C1EDE" w:rsidRDefault="005C1EDE" w:rsidP="00DC460A">
            <w:pPr>
              <w:adjustRightInd w:val="0"/>
              <w:snapToGrid w:val="0"/>
              <w:ind w:right="113"/>
            </w:pPr>
            <w:r>
              <w:t>CEN / ISO</w:t>
            </w:r>
          </w:p>
        </w:tc>
        <w:tc>
          <w:tcPr>
            <w:tcW w:w="851" w:type="dxa"/>
            <w:shd w:val="clear" w:color="auto" w:fill="auto"/>
            <w:tcMar>
              <w:bottom w:w="51" w:type="dxa"/>
            </w:tcMar>
          </w:tcPr>
          <w:p w14:paraId="6923E98C" w14:textId="77777777" w:rsidR="005C1EDE" w:rsidRDefault="005C1EDE" w:rsidP="00DC460A">
            <w:pPr>
              <w:adjustRightInd w:val="0"/>
              <w:snapToGrid w:val="0"/>
              <w:ind w:right="113"/>
            </w:pPr>
            <w:r>
              <w:t>2.3</w:t>
            </w:r>
          </w:p>
        </w:tc>
        <w:tc>
          <w:tcPr>
            <w:tcW w:w="778" w:type="dxa"/>
            <w:shd w:val="clear" w:color="auto" w:fill="auto"/>
            <w:tcMar>
              <w:bottom w:w="51" w:type="dxa"/>
            </w:tcMar>
          </w:tcPr>
          <w:p w14:paraId="21C38098" w14:textId="77777777" w:rsidR="005C1EDE" w:rsidRDefault="005C1EDE" w:rsidP="00DC460A">
            <w:pPr>
              <w:adjustRightInd w:val="0"/>
              <w:snapToGrid w:val="0"/>
              <w:ind w:right="113"/>
              <w:jc w:val="center"/>
            </w:pPr>
            <w:r>
              <w:t>E</w:t>
            </w:r>
          </w:p>
        </w:tc>
        <w:tc>
          <w:tcPr>
            <w:tcW w:w="3324" w:type="dxa"/>
            <w:shd w:val="clear" w:color="auto" w:fill="auto"/>
            <w:tcMar>
              <w:bottom w:w="51" w:type="dxa"/>
            </w:tcMar>
          </w:tcPr>
          <w:p w14:paraId="64290DCD" w14:textId="77777777" w:rsidR="005C1EDE" w:rsidRDefault="005C1EDE" w:rsidP="00DC460A">
            <w:pPr>
              <w:adjustRightInd w:val="0"/>
              <w:snapToGrid w:val="0"/>
              <w:spacing w:line="240" w:lineRule="auto"/>
              <w:ind w:right="113"/>
            </w:pPr>
            <w:r w:rsidRPr="00EC19B9">
              <w:t>How ISO 21217 works</w:t>
            </w:r>
          </w:p>
        </w:tc>
        <w:tc>
          <w:tcPr>
            <w:tcW w:w="725" w:type="dxa"/>
            <w:shd w:val="clear" w:color="auto" w:fill="auto"/>
            <w:tcMar>
              <w:bottom w:w="51" w:type="dxa"/>
            </w:tcMar>
          </w:tcPr>
          <w:p w14:paraId="16034F5C" w14:textId="77777777" w:rsidR="005C1EDE" w:rsidRPr="00C9653D" w:rsidRDefault="005C1EDE" w:rsidP="00DC460A">
            <w:pPr>
              <w:adjustRightInd w:val="0"/>
              <w:snapToGrid w:val="0"/>
              <w:jc w:val="center"/>
            </w:pPr>
            <w:r>
              <w:t>(d)</w:t>
            </w:r>
          </w:p>
        </w:tc>
      </w:tr>
      <w:tr w:rsidR="005C1EDE" w:rsidRPr="00C9653D" w14:paraId="1013FAB2" w14:textId="77777777" w:rsidTr="00DC460A">
        <w:trPr>
          <w:cantSplit/>
          <w:trHeight w:val="803"/>
        </w:trPr>
        <w:tc>
          <w:tcPr>
            <w:tcW w:w="1001" w:type="dxa"/>
            <w:shd w:val="clear" w:color="auto" w:fill="auto"/>
            <w:tcMar>
              <w:bottom w:w="51" w:type="dxa"/>
            </w:tcMar>
          </w:tcPr>
          <w:p w14:paraId="108F14C9" w14:textId="77777777" w:rsidR="005C1EDE" w:rsidRDefault="005C1EDE" w:rsidP="00DC460A">
            <w:pPr>
              <w:adjustRightInd w:val="0"/>
              <w:snapToGrid w:val="0"/>
              <w:ind w:right="113"/>
              <w:jc w:val="center"/>
            </w:pPr>
            <w:r>
              <w:t>29</w:t>
            </w:r>
          </w:p>
        </w:tc>
        <w:tc>
          <w:tcPr>
            <w:tcW w:w="1701" w:type="dxa"/>
            <w:shd w:val="clear" w:color="auto" w:fill="auto"/>
            <w:tcMar>
              <w:bottom w:w="51" w:type="dxa"/>
            </w:tcMar>
          </w:tcPr>
          <w:p w14:paraId="5C1D1F1C" w14:textId="77777777" w:rsidR="005C1EDE" w:rsidRDefault="005C1EDE" w:rsidP="00DC460A">
            <w:pPr>
              <w:adjustRightInd w:val="0"/>
              <w:snapToGrid w:val="0"/>
              <w:ind w:right="113"/>
            </w:pPr>
            <w:r>
              <w:t>CEN / ISO</w:t>
            </w:r>
          </w:p>
        </w:tc>
        <w:tc>
          <w:tcPr>
            <w:tcW w:w="851" w:type="dxa"/>
            <w:shd w:val="clear" w:color="auto" w:fill="auto"/>
            <w:tcMar>
              <w:bottom w:w="51" w:type="dxa"/>
            </w:tcMar>
          </w:tcPr>
          <w:p w14:paraId="643F68EF" w14:textId="77777777" w:rsidR="005C1EDE" w:rsidRDefault="005C1EDE" w:rsidP="00DC460A">
            <w:pPr>
              <w:adjustRightInd w:val="0"/>
              <w:snapToGrid w:val="0"/>
              <w:ind w:right="113"/>
            </w:pPr>
            <w:r>
              <w:t>2.3</w:t>
            </w:r>
          </w:p>
        </w:tc>
        <w:tc>
          <w:tcPr>
            <w:tcW w:w="778" w:type="dxa"/>
            <w:shd w:val="clear" w:color="auto" w:fill="auto"/>
            <w:tcMar>
              <w:bottom w:w="51" w:type="dxa"/>
            </w:tcMar>
          </w:tcPr>
          <w:p w14:paraId="6FA98B03" w14:textId="77777777" w:rsidR="005C1EDE" w:rsidRDefault="005C1EDE" w:rsidP="00DC460A">
            <w:pPr>
              <w:adjustRightInd w:val="0"/>
              <w:snapToGrid w:val="0"/>
              <w:ind w:right="113"/>
              <w:jc w:val="center"/>
            </w:pPr>
            <w:r>
              <w:t>E</w:t>
            </w:r>
          </w:p>
        </w:tc>
        <w:tc>
          <w:tcPr>
            <w:tcW w:w="3324" w:type="dxa"/>
            <w:shd w:val="clear" w:color="auto" w:fill="auto"/>
            <w:tcMar>
              <w:bottom w:w="51" w:type="dxa"/>
            </w:tcMar>
          </w:tcPr>
          <w:p w14:paraId="5646EB66" w14:textId="77777777" w:rsidR="005C1EDE" w:rsidRDefault="005C1EDE" w:rsidP="00DC460A">
            <w:pPr>
              <w:adjustRightInd w:val="0"/>
              <w:snapToGrid w:val="0"/>
              <w:spacing w:line="240" w:lineRule="auto"/>
              <w:ind w:right="113"/>
            </w:pPr>
            <w:r w:rsidRPr="00EC19B9">
              <w:t>ISO 21177</w:t>
            </w:r>
          </w:p>
        </w:tc>
        <w:tc>
          <w:tcPr>
            <w:tcW w:w="725" w:type="dxa"/>
            <w:shd w:val="clear" w:color="auto" w:fill="auto"/>
            <w:tcMar>
              <w:bottom w:w="51" w:type="dxa"/>
            </w:tcMar>
          </w:tcPr>
          <w:p w14:paraId="79C184E3" w14:textId="77777777" w:rsidR="005C1EDE" w:rsidRPr="00C9653D" w:rsidRDefault="005C1EDE" w:rsidP="00DC460A">
            <w:pPr>
              <w:adjustRightInd w:val="0"/>
              <w:snapToGrid w:val="0"/>
              <w:jc w:val="center"/>
            </w:pPr>
            <w:r>
              <w:t>(d)</w:t>
            </w:r>
          </w:p>
        </w:tc>
      </w:tr>
      <w:tr w:rsidR="005C1EDE" w:rsidRPr="00C9653D" w14:paraId="6EA3F589" w14:textId="77777777" w:rsidTr="00DC460A">
        <w:trPr>
          <w:cantSplit/>
          <w:trHeight w:val="803"/>
        </w:trPr>
        <w:tc>
          <w:tcPr>
            <w:tcW w:w="1001" w:type="dxa"/>
            <w:shd w:val="clear" w:color="auto" w:fill="auto"/>
            <w:tcMar>
              <w:bottom w:w="51" w:type="dxa"/>
            </w:tcMar>
          </w:tcPr>
          <w:p w14:paraId="69852673" w14:textId="77777777" w:rsidR="005C1EDE" w:rsidRDefault="005C1EDE" w:rsidP="00DC460A">
            <w:pPr>
              <w:adjustRightInd w:val="0"/>
              <w:snapToGrid w:val="0"/>
              <w:ind w:right="113"/>
              <w:jc w:val="center"/>
            </w:pPr>
            <w:r>
              <w:t>30</w:t>
            </w:r>
          </w:p>
        </w:tc>
        <w:tc>
          <w:tcPr>
            <w:tcW w:w="1701" w:type="dxa"/>
            <w:shd w:val="clear" w:color="auto" w:fill="auto"/>
            <w:tcMar>
              <w:bottom w:w="51" w:type="dxa"/>
            </w:tcMar>
          </w:tcPr>
          <w:p w14:paraId="3420F4ED" w14:textId="77777777" w:rsidR="005C1EDE" w:rsidRDefault="005C1EDE" w:rsidP="00DC460A">
            <w:pPr>
              <w:adjustRightInd w:val="0"/>
              <w:snapToGrid w:val="0"/>
              <w:ind w:right="113"/>
            </w:pPr>
            <w:r>
              <w:t>CEN / ISO</w:t>
            </w:r>
          </w:p>
        </w:tc>
        <w:tc>
          <w:tcPr>
            <w:tcW w:w="851" w:type="dxa"/>
            <w:shd w:val="clear" w:color="auto" w:fill="auto"/>
            <w:tcMar>
              <w:bottom w:w="51" w:type="dxa"/>
            </w:tcMar>
          </w:tcPr>
          <w:p w14:paraId="6F60F832" w14:textId="77777777" w:rsidR="005C1EDE" w:rsidRDefault="005C1EDE" w:rsidP="00DC460A">
            <w:pPr>
              <w:adjustRightInd w:val="0"/>
              <w:snapToGrid w:val="0"/>
              <w:ind w:right="113"/>
            </w:pPr>
            <w:r>
              <w:t>2.3</w:t>
            </w:r>
          </w:p>
        </w:tc>
        <w:tc>
          <w:tcPr>
            <w:tcW w:w="778" w:type="dxa"/>
            <w:shd w:val="clear" w:color="auto" w:fill="auto"/>
            <w:tcMar>
              <w:bottom w:w="51" w:type="dxa"/>
            </w:tcMar>
          </w:tcPr>
          <w:p w14:paraId="761E76AB" w14:textId="77777777" w:rsidR="005C1EDE" w:rsidRDefault="005C1EDE" w:rsidP="00DC460A">
            <w:pPr>
              <w:adjustRightInd w:val="0"/>
              <w:snapToGrid w:val="0"/>
              <w:ind w:right="113"/>
              <w:jc w:val="center"/>
            </w:pPr>
            <w:r>
              <w:t>E</w:t>
            </w:r>
          </w:p>
        </w:tc>
        <w:tc>
          <w:tcPr>
            <w:tcW w:w="3324" w:type="dxa"/>
            <w:shd w:val="clear" w:color="auto" w:fill="auto"/>
            <w:tcMar>
              <w:bottom w:w="51" w:type="dxa"/>
            </w:tcMar>
          </w:tcPr>
          <w:p w14:paraId="09BB7C87" w14:textId="77777777" w:rsidR="005C1EDE" w:rsidRDefault="005C1EDE" w:rsidP="00DC460A">
            <w:pPr>
              <w:adjustRightInd w:val="0"/>
              <w:snapToGrid w:val="0"/>
              <w:spacing w:line="240" w:lineRule="auto"/>
              <w:ind w:right="113"/>
            </w:pPr>
            <w:r w:rsidRPr="00EC19B9">
              <w:t>ISO 21217</w:t>
            </w:r>
          </w:p>
        </w:tc>
        <w:tc>
          <w:tcPr>
            <w:tcW w:w="725" w:type="dxa"/>
            <w:shd w:val="clear" w:color="auto" w:fill="auto"/>
            <w:tcMar>
              <w:bottom w:w="51" w:type="dxa"/>
            </w:tcMar>
          </w:tcPr>
          <w:p w14:paraId="78A50B00" w14:textId="77777777" w:rsidR="005C1EDE" w:rsidRPr="00C9653D" w:rsidRDefault="005C1EDE" w:rsidP="00DC460A">
            <w:pPr>
              <w:adjustRightInd w:val="0"/>
              <w:snapToGrid w:val="0"/>
              <w:jc w:val="center"/>
            </w:pPr>
            <w:r>
              <w:t>(d)</w:t>
            </w:r>
          </w:p>
        </w:tc>
      </w:tr>
      <w:tr w:rsidR="005C1EDE" w:rsidRPr="00C9653D" w14:paraId="62CEC8E1" w14:textId="77777777" w:rsidTr="00DC460A">
        <w:trPr>
          <w:cantSplit/>
          <w:trHeight w:val="803"/>
        </w:trPr>
        <w:tc>
          <w:tcPr>
            <w:tcW w:w="1001" w:type="dxa"/>
            <w:shd w:val="clear" w:color="auto" w:fill="auto"/>
            <w:tcMar>
              <w:bottom w:w="51" w:type="dxa"/>
            </w:tcMar>
          </w:tcPr>
          <w:p w14:paraId="230F7066" w14:textId="77777777" w:rsidR="005C1EDE" w:rsidRDefault="005C1EDE" w:rsidP="001079EB">
            <w:pPr>
              <w:adjustRightInd w:val="0"/>
              <w:snapToGrid w:val="0"/>
              <w:spacing w:before="120"/>
              <w:ind w:right="113"/>
              <w:jc w:val="center"/>
            </w:pPr>
            <w:r>
              <w:lastRenderedPageBreak/>
              <w:t>31</w:t>
            </w:r>
          </w:p>
        </w:tc>
        <w:tc>
          <w:tcPr>
            <w:tcW w:w="1701" w:type="dxa"/>
            <w:shd w:val="clear" w:color="auto" w:fill="auto"/>
            <w:tcMar>
              <w:bottom w:w="51" w:type="dxa"/>
            </w:tcMar>
          </w:tcPr>
          <w:p w14:paraId="2257B4A0" w14:textId="77777777" w:rsidR="005C1EDE" w:rsidRDefault="005C1EDE" w:rsidP="001079EB">
            <w:pPr>
              <w:adjustRightInd w:val="0"/>
              <w:snapToGrid w:val="0"/>
              <w:spacing w:before="120"/>
              <w:ind w:right="113"/>
            </w:pPr>
            <w:r>
              <w:t>CEN / ISO</w:t>
            </w:r>
          </w:p>
        </w:tc>
        <w:tc>
          <w:tcPr>
            <w:tcW w:w="851" w:type="dxa"/>
            <w:shd w:val="clear" w:color="auto" w:fill="auto"/>
            <w:tcMar>
              <w:bottom w:w="51" w:type="dxa"/>
            </w:tcMar>
          </w:tcPr>
          <w:p w14:paraId="19B9211D" w14:textId="77777777" w:rsidR="005C1EDE" w:rsidRDefault="005C1EDE" w:rsidP="001079EB">
            <w:pPr>
              <w:adjustRightInd w:val="0"/>
              <w:snapToGrid w:val="0"/>
              <w:spacing w:before="120"/>
              <w:ind w:right="113"/>
            </w:pPr>
            <w:r>
              <w:t>2.3</w:t>
            </w:r>
          </w:p>
        </w:tc>
        <w:tc>
          <w:tcPr>
            <w:tcW w:w="778" w:type="dxa"/>
            <w:shd w:val="clear" w:color="auto" w:fill="auto"/>
            <w:tcMar>
              <w:bottom w:w="51" w:type="dxa"/>
            </w:tcMar>
          </w:tcPr>
          <w:p w14:paraId="6E3817D8" w14:textId="77777777" w:rsidR="005C1EDE" w:rsidRDefault="005C1EDE" w:rsidP="001079EB">
            <w:pPr>
              <w:adjustRightInd w:val="0"/>
              <w:snapToGrid w:val="0"/>
              <w:spacing w:before="120"/>
              <w:ind w:right="113"/>
              <w:jc w:val="center"/>
            </w:pPr>
            <w:r>
              <w:t>E</w:t>
            </w:r>
          </w:p>
        </w:tc>
        <w:tc>
          <w:tcPr>
            <w:tcW w:w="3324" w:type="dxa"/>
            <w:shd w:val="clear" w:color="auto" w:fill="auto"/>
            <w:tcMar>
              <w:bottom w:w="51" w:type="dxa"/>
            </w:tcMar>
          </w:tcPr>
          <w:p w14:paraId="78F7B027" w14:textId="77777777" w:rsidR="005C1EDE" w:rsidRPr="00F9087D" w:rsidRDefault="005C1EDE" w:rsidP="001079EB">
            <w:pPr>
              <w:adjustRightInd w:val="0"/>
              <w:snapToGrid w:val="0"/>
              <w:spacing w:before="120" w:line="240" w:lineRule="auto"/>
              <w:ind w:right="113"/>
              <w:rPr>
                <w:lang w:val="en-IN"/>
              </w:rPr>
            </w:pPr>
            <w:r w:rsidRPr="00EC19B9">
              <w:rPr>
                <w:lang w:val="en-IN"/>
              </w:rPr>
              <w:t>ISO TS 21185</w:t>
            </w:r>
          </w:p>
        </w:tc>
        <w:tc>
          <w:tcPr>
            <w:tcW w:w="725" w:type="dxa"/>
            <w:shd w:val="clear" w:color="auto" w:fill="auto"/>
            <w:tcMar>
              <w:bottom w:w="51" w:type="dxa"/>
            </w:tcMar>
          </w:tcPr>
          <w:p w14:paraId="512DBD94" w14:textId="77777777" w:rsidR="005C1EDE" w:rsidRPr="00C9653D" w:rsidRDefault="005C1EDE" w:rsidP="001079EB">
            <w:pPr>
              <w:adjustRightInd w:val="0"/>
              <w:snapToGrid w:val="0"/>
              <w:spacing w:before="120"/>
              <w:jc w:val="center"/>
            </w:pPr>
            <w:r>
              <w:t>(d)</w:t>
            </w:r>
          </w:p>
        </w:tc>
      </w:tr>
      <w:tr w:rsidR="005C1EDE" w:rsidRPr="00C9653D" w14:paraId="5DBB5A34" w14:textId="77777777" w:rsidTr="00DC460A">
        <w:trPr>
          <w:cantSplit/>
          <w:trHeight w:val="803"/>
        </w:trPr>
        <w:tc>
          <w:tcPr>
            <w:tcW w:w="1001" w:type="dxa"/>
            <w:shd w:val="clear" w:color="auto" w:fill="auto"/>
            <w:tcMar>
              <w:bottom w:w="51" w:type="dxa"/>
            </w:tcMar>
          </w:tcPr>
          <w:p w14:paraId="31FD5214" w14:textId="77777777" w:rsidR="005C1EDE" w:rsidRDefault="005C1EDE" w:rsidP="00DC460A">
            <w:pPr>
              <w:adjustRightInd w:val="0"/>
              <w:snapToGrid w:val="0"/>
              <w:ind w:right="113"/>
              <w:jc w:val="center"/>
            </w:pPr>
            <w:r>
              <w:t>32</w:t>
            </w:r>
          </w:p>
        </w:tc>
        <w:tc>
          <w:tcPr>
            <w:tcW w:w="1701" w:type="dxa"/>
            <w:shd w:val="clear" w:color="auto" w:fill="auto"/>
            <w:tcMar>
              <w:bottom w:w="51" w:type="dxa"/>
            </w:tcMar>
          </w:tcPr>
          <w:p w14:paraId="5E42AA25" w14:textId="77777777" w:rsidR="005C1EDE" w:rsidRDefault="005C1EDE" w:rsidP="00DC460A">
            <w:pPr>
              <w:adjustRightInd w:val="0"/>
              <w:snapToGrid w:val="0"/>
              <w:ind w:right="113"/>
            </w:pPr>
            <w:r>
              <w:t>CEN / ISO</w:t>
            </w:r>
          </w:p>
        </w:tc>
        <w:tc>
          <w:tcPr>
            <w:tcW w:w="851" w:type="dxa"/>
            <w:shd w:val="clear" w:color="auto" w:fill="auto"/>
            <w:tcMar>
              <w:bottom w:w="51" w:type="dxa"/>
            </w:tcMar>
          </w:tcPr>
          <w:p w14:paraId="3E864853" w14:textId="77777777" w:rsidR="005C1EDE" w:rsidRDefault="005C1EDE" w:rsidP="00DC460A">
            <w:pPr>
              <w:adjustRightInd w:val="0"/>
              <w:snapToGrid w:val="0"/>
              <w:ind w:right="113"/>
            </w:pPr>
            <w:r>
              <w:t>2.3</w:t>
            </w:r>
          </w:p>
        </w:tc>
        <w:tc>
          <w:tcPr>
            <w:tcW w:w="778" w:type="dxa"/>
            <w:shd w:val="clear" w:color="auto" w:fill="auto"/>
            <w:tcMar>
              <w:bottom w:w="51" w:type="dxa"/>
            </w:tcMar>
          </w:tcPr>
          <w:p w14:paraId="40916DCC" w14:textId="77777777" w:rsidR="005C1EDE" w:rsidRDefault="005C1EDE" w:rsidP="00DC460A">
            <w:pPr>
              <w:adjustRightInd w:val="0"/>
              <w:snapToGrid w:val="0"/>
              <w:ind w:right="113"/>
              <w:jc w:val="center"/>
            </w:pPr>
            <w:r>
              <w:t>E</w:t>
            </w:r>
          </w:p>
        </w:tc>
        <w:tc>
          <w:tcPr>
            <w:tcW w:w="3324" w:type="dxa"/>
            <w:shd w:val="clear" w:color="auto" w:fill="auto"/>
            <w:tcMar>
              <w:bottom w:w="51" w:type="dxa"/>
            </w:tcMar>
          </w:tcPr>
          <w:p w14:paraId="262DF630" w14:textId="77777777" w:rsidR="005C1EDE" w:rsidRPr="00A645E4" w:rsidRDefault="005C1EDE" w:rsidP="00DC460A">
            <w:pPr>
              <w:adjustRightInd w:val="0"/>
              <w:snapToGrid w:val="0"/>
              <w:spacing w:line="240" w:lineRule="auto"/>
              <w:ind w:right="113"/>
            </w:pPr>
            <w:r>
              <w:t>ISO TS 21184</w:t>
            </w:r>
          </w:p>
        </w:tc>
        <w:tc>
          <w:tcPr>
            <w:tcW w:w="725" w:type="dxa"/>
            <w:shd w:val="clear" w:color="auto" w:fill="auto"/>
            <w:tcMar>
              <w:bottom w:w="51" w:type="dxa"/>
            </w:tcMar>
          </w:tcPr>
          <w:p w14:paraId="4C4A696D" w14:textId="77777777" w:rsidR="005C1EDE" w:rsidRPr="00C9653D" w:rsidRDefault="005C1EDE" w:rsidP="00DC460A">
            <w:pPr>
              <w:adjustRightInd w:val="0"/>
              <w:snapToGrid w:val="0"/>
              <w:jc w:val="center"/>
            </w:pPr>
            <w:r>
              <w:t>(d)</w:t>
            </w:r>
          </w:p>
        </w:tc>
      </w:tr>
    </w:tbl>
    <w:p w14:paraId="50CF1047" w14:textId="77777777" w:rsidR="005C1EDE" w:rsidRPr="001B7B6E" w:rsidRDefault="005C1EDE" w:rsidP="005C1EDE">
      <w:pPr>
        <w:pStyle w:val="HChG"/>
        <w:spacing w:before="0" w:after="0"/>
        <w:ind w:firstLine="0"/>
        <w:rPr>
          <w:rStyle w:val="SingleTxtGChar"/>
          <w:b w:val="0"/>
          <w:sz w:val="18"/>
          <w:szCs w:val="18"/>
        </w:rPr>
      </w:pPr>
      <w:r w:rsidRPr="001B7B6E">
        <w:rPr>
          <w:b w:val="0"/>
          <w:i/>
          <w:sz w:val="18"/>
          <w:szCs w:val="18"/>
        </w:rPr>
        <w:t>Notes:</w:t>
      </w:r>
      <w:r w:rsidRPr="001B7B6E">
        <w:rPr>
          <w:i/>
          <w:sz w:val="18"/>
          <w:szCs w:val="18"/>
        </w:rPr>
        <w:br/>
      </w:r>
      <w:r w:rsidRPr="001B7B6E">
        <w:rPr>
          <w:rStyle w:val="SingleTxtGChar"/>
          <w:b w:val="0"/>
          <w:sz w:val="18"/>
          <w:szCs w:val="18"/>
        </w:rPr>
        <w:t>(a)</w:t>
      </w:r>
      <w:r w:rsidRPr="001B7B6E">
        <w:rPr>
          <w:rStyle w:val="SingleTxtGChar"/>
          <w:b w:val="0"/>
          <w:sz w:val="18"/>
          <w:szCs w:val="18"/>
        </w:rPr>
        <w:tab/>
        <w:t>Issue as official document for the next session.</w:t>
      </w:r>
    </w:p>
    <w:p w14:paraId="03C28687" w14:textId="77777777" w:rsidR="005B5704" w:rsidRDefault="005C1EDE" w:rsidP="005C1EDE">
      <w:pPr>
        <w:pStyle w:val="HChG"/>
        <w:spacing w:before="0" w:after="0"/>
        <w:ind w:firstLine="0"/>
        <w:rPr>
          <w:rStyle w:val="SingleTxtGChar"/>
          <w:b w:val="0"/>
          <w:sz w:val="18"/>
          <w:szCs w:val="18"/>
        </w:rPr>
      </w:pPr>
      <w:r w:rsidRPr="001B7B6E">
        <w:rPr>
          <w:rStyle w:val="SingleTxtGChar"/>
          <w:b w:val="0"/>
          <w:sz w:val="18"/>
          <w:szCs w:val="18"/>
        </w:rPr>
        <w:t>(b)</w:t>
      </w:r>
      <w:r w:rsidRPr="001B7B6E">
        <w:rPr>
          <w:rStyle w:val="SingleTxtGChar"/>
          <w:b w:val="0"/>
          <w:sz w:val="18"/>
          <w:szCs w:val="18"/>
        </w:rPr>
        <w:tab/>
        <w:t>Adopted.</w:t>
      </w:r>
    </w:p>
    <w:p w14:paraId="32B05C18" w14:textId="799928E3" w:rsidR="005C1EDE" w:rsidRPr="001B7B6E" w:rsidRDefault="005C1EDE" w:rsidP="005C1EDE">
      <w:pPr>
        <w:pStyle w:val="HChG"/>
        <w:spacing w:before="0" w:after="0"/>
        <w:ind w:firstLine="0"/>
        <w:rPr>
          <w:rStyle w:val="SingleTxtGChar"/>
          <w:b w:val="0"/>
          <w:sz w:val="18"/>
          <w:szCs w:val="18"/>
        </w:rPr>
      </w:pPr>
      <w:r w:rsidRPr="001B7B6E">
        <w:rPr>
          <w:rStyle w:val="SingleTxtGChar"/>
          <w:b w:val="0"/>
          <w:sz w:val="18"/>
          <w:szCs w:val="18"/>
        </w:rPr>
        <w:t>(c)</w:t>
      </w:r>
      <w:r w:rsidRPr="001B7B6E">
        <w:rPr>
          <w:rStyle w:val="SingleTxtGChar"/>
          <w:b w:val="0"/>
          <w:sz w:val="18"/>
          <w:szCs w:val="18"/>
        </w:rPr>
        <w:tab/>
        <w:t xml:space="preserve">Continue consideration at the next session. </w:t>
      </w:r>
    </w:p>
    <w:p w14:paraId="32C9D891" w14:textId="58AF9879" w:rsidR="005C1EDE" w:rsidRPr="001B7B6E" w:rsidRDefault="005C1EDE" w:rsidP="005C1EDE">
      <w:pPr>
        <w:pStyle w:val="HChG"/>
        <w:spacing w:before="0" w:after="0"/>
        <w:ind w:firstLine="0"/>
        <w:rPr>
          <w:rStyle w:val="SingleTxtGChar"/>
          <w:b w:val="0"/>
          <w:sz w:val="18"/>
          <w:szCs w:val="18"/>
        </w:rPr>
      </w:pPr>
      <w:r w:rsidRPr="001B7B6E">
        <w:rPr>
          <w:rStyle w:val="SingleTxtGChar"/>
          <w:b w:val="0"/>
          <w:sz w:val="18"/>
          <w:szCs w:val="18"/>
        </w:rPr>
        <w:t>(d)</w:t>
      </w:r>
      <w:r w:rsidRPr="001B7B6E">
        <w:rPr>
          <w:rStyle w:val="SingleTxtGChar"/>
          <w:b w:val="0"/>
          <w:sz w:val="18"/>
          <w:szCs w:val="18"/>
        </w:rPr>
        <w:tab/>
        <w:t>Consideration completed or to be superseded</w:t>
      </w:r>
    </w:p>
    <w:p w14:paraId="0485EFF9" w14:textId="108CC49C" w:rsidR="005C1EDE" w:rsidRPr="001B7B6E" w:rsidRDefault="005C1EDE" w:rsidP="005C1EDE">
      <w:pPr>
        <w:pStyle w:val="HChG"/>
        <w:spacing w:before="0" w:after="0"/>
        <w:ind w:firstLine="0"/>
        <w:rPr>
          <w:b w:val="0"/>
          <w:sz w:val="18"/>
          <w:szCs w:val="18"/>
        </w:rPr>
      </w:pPr>
      <w:r w:rsidRPr="001B7B6E">
        <w:rPr>
          <w:rStyle w:val="SingleTxtGChar"/>
          <w:b w:val="0"/>
          <w:sz w:val="18"/>
          <w:szCs w:val="18"/>
        </w:rPr>
        <w:t>(e)</w:t>
      </w:r>
      <w:r w:rsidR="005B5704">
        <w:rPr>
          <w:rStyle w:val="SingleTxtGChar"/>
          <w:b w:val="0"/>
          <w:sz w:val="18"/>
          <w:szCs w:val="18"/>
        </w:rPr>
        <w:tab/>
      </w:r>
      <w:r w:rsidRPr="001B7B6E">
        <w:rPr>
          <w:rStyle w:val="SingleTxtGChar"/>
          <w:b w:val="0"/>
          <w:sz w:val="18"/>
          <w:szCs w:val="18"/>
        </w:rPr>
        <w:t>Referred to GRSP for further elaboration.</w:t>
      </w:r>
    </w:p>
    <w:p w14:paraId="06C98748" w14:textId="77777777" w:rsidR="009B490A" w:rsidRPr="00CC55A9" w:rsidRDefault="009B490A" w:rsidP="009B490A">
      <w:pPr>
        <w:suppressAutoHyphens w:val="0"/>
        <w:spacing w:after="160" w:line="259" w:lineRule="auto"/>
      </w:pPr>
      <w:r w:rsidRPr="00CC55A9">
        <w:br w:type="page"/>
      </w:r>
    </w:p>
    <w:p w14:paraId="7C578DA6" w14:textId="0BB812B7" w:rsidR="009B490A" w:rsidRDefault="009B490A" w:rsidP="009B490A">
      <w:pPr>
        <w:pStyle w:val="HChG"/>
        <w:spacing w:before="120"/>
        <w:ind w:left="1138" w:right="1138" w:hanging="1138"/>
      </w:pPr>
      <w:r w:rsidRPr="00CC55A9">
        <w:lastRenderedPageBreak/>
        <w:t>Annex II</w:t>
      </w:r>
    </w:p>
    <w:p w14:paraId="2FB2B3C6" w14:textId="75A77CBB" w:rsidR="00E63F2C" w:rsidRPr="00E63F2C" w:rsidRDefault="00E63F2C" w:rsidP="00E63F2C">
      <w:pPr>
        <w:jc w:val="right"/>
      </w:pPr>
      <w:r>
        <w:t>[English only]</w:t>
      </w:r>
    </w:p>
    <w:p w14:paraId="12C305E9" w14:textId="77777777" w:rsidR="005C1EDE" w:rsidRPr="00925857" w:rsidRDefault="005C1EDE" w:rsidP="005C1EDE">
      <w:pPr>
        <w:pStyle w:val="HChG"/>
        <w:rPr>
          <w:sz w:val="24"/>
          <w:szCs w:val="24"/>
        </w:rPr>
      </w:pPr>
      <w:r w:rsidRPr="00E866C2">
        <w:tab/>
      </w:r>
      <w:r w:rsidRPr="00E866C2">
        <w:tab/>
      </w:r>
      <w:r w:rsidRPr="00925857">
        <w:t>Status of the 1998 Agreement of the global registry and of the compendium of candidates</w:t>
      </w:r>
      <w:r w:rsidRPr="00925857">
        <w:rPr>
          <w:sz w:val="24"/>
          <w:szCs w:val="24"/>
          <w:vertAlign w:val="superscript"/>
        </w:rPr>
        <w:footnoteReference w:customMarkFollows="1" w:id="3"/>
        <w:t>*</w:t>
      </w:r>
    </w:p>
    <w:p w14:paraId="5EC68359" w14:textId="77777777" w:rsidR="005C1EDE" w:rsidRPr="00925857" w:rsidRDefault="005C1EDE" w:rsidP="005C1EDE">
      <w:pPr>
        <w:pStyle w:val="HChG"/>
      </w:pPr>
      <w:r w:rsidRPr="00925857">
        <w:tab/>
      </w:r>
      <w:r w:rsidRPr="00925857">
        <w:tab/>
        <w:t xml:space="preserve">Situation on priorities and proposals to develop UN GTRs as of </w:t>
      </w:r>
      <w:r>
        <w:t>6</w:t>
      </w:r>
      <w:r w:rsidRPr="00925857">
        <w:t xml:space="preserve"> </w:t>
      </w:r>
      <w:r>
        <w:t>November</w:t>
      </w:r>
      <w:r w:rsidRPr="00925857">
        <w:t xml:space="preserve"> 2019</w:t>
      </w:r>
    </w:p>
    <w:p w14:paraId="30C64BED" w14:textId="77777777" w:rsidR="005C1EDE" w:rsidRPr="00CC55A9" w:rsidRDefault="005C1EDE" w:rsidP="005C1EDE">
      <w:pPr>
        <w:keepNext/>
        <w:keepLines/>
        <w:tabs>
          <w:tab w:val="right" w:pos="851"/>
        </w:tabs>
        <w:spacing w:before="240" w:after="120" w:line="240" w:lineRule="exact"/>
        <w:ind w:right="1134"/>
        <w:rPr>
          <w:b/>
          <w:sz w:val="24"/>
          <w:szCs w:val="24"/>
        </w:rPr>
      </w:pPr>
      <w:r w:rsidRPr="00CC55A9">
        <w:rPr>
          <w:b/>
          <w:sz w:val="24"/>
          <w:szCs w:val="24"/>
        </w:rPr>
        <w:t xml:space="preserve">GRVA </w:t>
      </w:r>
    </w:p>
    <w:tbl>
      <w:tblPr>
        <w:tblW w:w="997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985"/>
        <w:gridCol w:w="1155"/>
        <w:gridCol w:w="934"/>
        <w:gridCol w:w="1022"/>
        <w:gridCol w:w="1815"/>
        <w:gridCol w:w="3063"/>
      </w:tblGrid>
      <w:tr w:rsidR="005C1EDE" w:rsidRPr="00CC55A9" w14:paraId="36C23CCB" w14:textId="77777777" w:rsidTr="00DC460A">
        <w:trPr>
          <w:trHeight w:val="603"/>
          <w:tblHeader/>
        </w:trPr>
        <w:tc>
          <w:tcPr>
            <w:tcW w:w="1985" w:type="dxa"/>
            <w:tcBorders>
              <w:top w:val="single" w:sz="4" w:space="0" w:color="auto"/>
              <w:left w:val="nil"/>
              <w:bottom w:val="single" w:sz="12" w:space="0" w:color="auto"/>
              <w:right w:val="nil"/>
            </w:tcBorders>
            <w:vAlign w:val="bottom"/>
            <w:hideMark/>
          </w:tcPr>
          <w:p w14:paraId="425B8DF4" w14:textId="77777777" w:rsidR="005C1EDE" w:rsidRPr="00CC55A9" w:rsidRDefault="005C1EDE" w:rsidP="00DC460A">
            <w:pPr>
              <w:spacing w:before="80" w:after="80" w:line="200" w:lineRule="exact"/>
              <w:ind w:right="113"/>
              <w:rPr>
                <w:i/>
                <w:sz w:val="16"/>
                <w:szCs w:val="16"/>
              </w:rPr>
            </w:pPr>
            <w:r w:rsidRPr="00CC55A9">
              <w:rPr>
                <w:i/>
                <w:sz w:val="16"/>
                <w:szCs w:val="16"/>
              </w:rPr>
              <w:t>Item</w:t>
            </w:r>
          </w:p>
        </w:tc>
        <w:tc>
          <w:tcPr>
            <w:tcW w:w="1155" w:type="dxa"/>
            <w:tcBorders>
              <w:top w:val="single" w:sz="4" w:space="0" w:color="auto"/>
              <w:left w:val="nil"/>
              <w:bottom w:val="single" w:sz="12" w:space="0" w:color="auto"/>
              <w:right w:val="nil"/>
            </w:tcBorders>
            <w:vAlign w:val="bottom"/>
            <w:hideMark/>
          </w:tcPr>
          <w:p w14:paraId="4D618EB9" w14:textId="77777777" w:rsidR="005C1EDE" w:rsidRPr="00CC55A9" w:rsidRDefault="005C1EDE" w:rsidP="00DC460A">
            <w:pPr>
              <w:spacing w:before="80" w:after="80" w:line="200" w:lineRule="exact"/>
              <w:ind w:right="113"/>
              <w:rPr>
                <w:i/>
                <w:sz w:val="16"/>
                <w:szCs w:val="16"/>
              </w:rPr>
            </w:pPr>
            <w:r w:rsidRPr="00CC55A9">
              <w:rPr>
                <w:i/>
                <w:sz w:val="16"/>
                <w:szCs w:val="16"/>
              </w:rPr>
              <w:t xml:space="preserve">Informal group </w:t>
            </w:r>
            <w:r w:rsidRPr="00CC55A9">
              <w:rPr>
                <w:i/>
                <w:sz w:val="16"/>
                <w:szCs w:val="16"/>
              </w:rPr>
              <w:br/>
              <w:t>(Yes–No)/</w:t>
            </w:r>
            <w:r w:rsidRPr="00CC55A9">
              <w:rPr>
                <w:i/>
                <w:sz w:val="16"/>
                <w:szCs w:val="16"/>
              </w:rPr>
              <w:br/>
              <w:t>Chair &amp; Vice-Chair</w:t>
            </w:r>
          </w:p>
        </w:tc>
        <w:tc>
          <w:tcPr>
            <w:tcW w:w="934" w:type="dxa"/>
            <w:tcBorders>
              <w:top w:val="single" w:sz="4" w:space="0" w:color="auto"/>
              <w:left w:val="nil"/>
              <w:bottom w:val="single" w:sz="12" w:space="0" w:color="auto"/>
              <w:right w:val="nil"/>
            </w:tcBorders>
            <w:vAlign w:val="bottom"/>
            <w:hideMark/>
          </w:tcPr>
          <w:p w14:paraId="32AD3B2E" w14:textId="77777777" w:rsidR="005C1EDE" w:rsidRPr="00CC55A9" w:rsidRDefault="005C1EDE" w:rsidP="00DC460A">
            <w:pPr>
              <w:spacing w:before="80" w:after="80" w:line="200" w:lineRule="exact"/>
              <w:ind w:right="113"/>
              <w:rPr>
                <w:i/>
                <w:sz w:val="16"/>
                <w:szCs w:val="16"/>
              </w:rPr>
            </w:pPr>
            <w:r w:rsidRPr="00CC55A9">
              <w:rPr>
                <w:i/>
                <w:sz w:val="16"/>
                <w:szCs w:val="16"/>
              </w:rPr>
              <w:t>Tech. sponsor</w:t>
            </w:r>
          </w:p>
        </w:tc>
        <w:tc>
          <w:tcPr>
            <w:tcW w:w="1022" w:type="dxa"/>
            <w:tcBorders>
              <w:top w:val="single" w:sz="4" w:space="0" w:color="auto"/>
              <w:left w:val="nil"/>
              <w:bottom w:val="single" w:sz="12" w:space="0" w:color="auto"/>
              <w:right w:val="nil"/>
            </w:tcBorders>
            <w:vAlign w:val="bottom"/>
            <w:hideMark/>
          </w:tcPr>
          <w:p w14:paraId="3AC423BC" w14:textId="77777777" w:rsidR="005C1EDE" w:rsidRPr="00CC55A9" w:rsidRDefault="005C1EDE" w:rsidP="00DC460A">
            <w:pPr>
              <w:spacing w:before="80" w:after="80" w:line="200" w:lineRule="exact"/>
              <w:ind w:right="79"/>
              <w:rPr>
                <w:i/>
                <w:sz w:val="16"/>
                <w:szCs w:val="16"/>
              </w:rPr>
            </w:pPr>
            <w:r w:rsidRPr="00CC55A9">
              <w:rPr>
                <w:i/>
                <w:sz w:val="16"/>
                <w:szCs w:val="16"/>
              </w:rPr>
              <w:t>Formal proposal (ECE/TRANS/WP.29/…)</w:t>
            </w:r>
          </w:p>
        </w:tc>
        <w:tc>
          <w:tcPr>
            <w:tcW w:w="1815" w:type="dxa"/>
            <w:tcBorders>
              <w:top w:val="single" w:sz="4" w:space="0" w:color="auto"/>
              <w:left w:val="nil"/>
              <w:bottom w:val="single" w:sz="12" w:space="0" w:color="auto"/>
              <w:right w:val="nil"/>
            </w:tcBorders>
            <w:vAlign w:val="bottom"/>
            <w:hideMark/>
          </w:tcPr>
          <w:p w14:paraId="119BBCD7" w14:textId="77777777" w:rsidR="005C1EDE" w:rsidRPr="00CC55A9" w:rsidRDefault="005C1EDE" w:rsidP="00DC460A">
            <w:pPr>
              <w:spacing w:before="80" w:after="80" w:line="200" w:lineRule="exact"/>
              <w:ind w:right="-14"/>
              <w:rPr>
                <w:i/>
                <w:sz w:val="16"/>
                <w:szCs w:val="16"/>
              </w:rPr>
            </w:pPr>
            <w:r w:rsidRPr="00CC55A9">
              <w:rPr>
                <w:i/>
                <w:sz w:val="16"/>
                <w:szCs w:val="16"/>
              </w:rPr>
              <w:t>Proposal for a draft UN GTR (ECE/TRANS/WP.29</w:t>
            </w:r>
            <w:proofErr w:type="gramStart"/>
            <w:r w:rsidRPr="00CC55A9">
              <w:rPr>
                <w:i/>
                <w:sz w:val="16"/>
                <w:szCs w:val="16"/>
              </w:rPr>
              <w:t>/..</w:t>
            </w:r>
            <w:proofErr w:type="gramEnd"/>
            <w:r w:rsidRPr="00CC55A9">
              <w:rPr>
                <w:i/>
                <w:sz w:val="16"/>
                <w:szCs w:val="16"/>
              </w:rPr>
              <w:t>)</w:t>
            </w:r>
          </w:p>
        </w:tc>
        <w:tc>
          <w:tcPr>
            <w:tcW w:w="3063" w:type="dxa"/>
            <w:tcBorders>
              <w:top w:val="single" w:sz="4" w:space="0" w:color="auto"/>
              <w:left w:val="nil"/>
              <w:bottom w:val="single" w:sz="12" w:space="0" w:color="auto"/>
              <w:right w:val="nil"/>
            </w:tcBorders>
            <w:vAlign w:val="bottom"/>
            <w:hideMark/>
          </w:tcPr>
          <w:p w14:paraId="1EA839E8" w14:textId="77777777" w:rsidR="005C1EDE" w:rsidRPr="00CC55A9" w:rsidRDefault="005C1EDE" w:rsidP="00DC460A">
            <w:pPr>
              <w:spacing w:before="80" w:after="80" w:line="200" w:lineRule="exact"/>
              <w:ind w:right="113"/>
              <w:rPr>
                <w:i/>
                <w:sz w:val="16"/>
                <w:szCs w:val="16"/>
              </w:rPr>
            </w:pPr>
            <w:r w:rsidRPr="00CC55A9">
              <w:rPr>
                <w:i/>
                <w:sz w:val="16"/>
                <w:szCs w:val="16"/>
              </w:rPr>
              <w:t>State of play/Comments</w:t>
            </w:r>
          </w:p>
        </w:tc>
      </w:tr>
      <w:tr w:rsidR="005C1EDE" w:rsidRPr="00CC55A9" w14:paraId="75C844DC" w14:textId="77777777" w:rsidTr="00DC460A">
        <w:tc>
          <w:tcPr>
            <w:tcW w:w="1985" w:type="dxa"/>
            <w:tcBorders>
              <w:top w:val="nil"/>
              <w:left w:val="nil"/>
              <w:bottom w:val="single" w:sz="12" w:space="0" w:color="auto"/>
              <w:right w:val="nil"/>
            </w:tcBorders>
            <w:hideMark/>
          </w:tcPr>
          <w:p w14:paraId="54A30479" w14:textId="1E80F041" w:rsidR="005C1EDE" w:rsidRPr="00CC55A9" w:rsidRDefault="005C1EDE" w:rsidP="00DC460A">
            <w:pPr>
              <w:spacing w:before="40" w:after="120" w:line="220" w:lineRule="exact"/>
              <w:ind w:right="9"/>
            </w:pPr>
            <w:r w:rsidRPr="00CC55A9">
              <w:t xml:space="preserve">[Amendment 3] </w:t>
            </w:r>
            <w:r w:rsidRPr="00CC55A9">
              <w:rPr>
                <w:spacing w:val="-2"/>
              </w:rPr>
              <w:t xml:space="preserve">to </w:t>
            </w:r>
            <w:r>
              <w:rPr>
                <w:spacing w:val="-2"/>
              </w:rPr>
              <w:br/>
            </w:r>
            <w:r w:rsidRPr="00CC55A9">
              <w:rPr>
                <w:spacing w:val="-2"/>
              </w:rPr>
              <w:t xml:space="preserve">UN GTR No. 3 </w:t>
            </w:r>
            <w:r w:rsidRPr="00CC55A9">
              <w:t>(</w:t>
            </w:r>
            <w:r w:rsidR="001079EB">
              <w:t>M</w:t>
            </w:r>
            <w:r w:rsidRPr="00CC55A9">
              <w:t>otorcycle brake systems)</w:t>
            </w:r>
          </w:p>
        </w:tc>
        <w:tc>
          <w:tcPr>
            <w:tcW w:w="1155" w:type="dxa"/>
            <w:tcBorders>
              <w:top w:val="nil"/>
              <w:left w:val="nil"/>
              <w:bottom w:val="single" w:sz="12" w:space="0" w:color="auto"/>
              <w:right w:val="nil"/>
            </w:tcBorders>
            <w:hideMark/>
          </w:tcPr>
          <w:p w14:paraId="0CEF6FCD" w14:textId="77777777" w:rsidR="005C1EDE" w:rsidRPr="00CC55A9" w:rsidRDefault="005C1EDE" w:rsidP="00DC460A">
            <w:pPr>
              <w:spacing w:before="40" w:after="120" w:line="220" w:lineRule="exact"/>
              <w:ind w:right="113"/>
            </w:pPr>
            <w:r w:rsidRPr="00CC55A9">
              <w:t>No</w:t>
            </w:r>
          </w:p>
        </w:tc>
        <w:tc>
          <w:tcPr>
            <w:tcW w:w="934" w:type="dxa"/>
            <w:tcBorders>
              <w:top w:val="nil"/>
              <w:left w:val="nil"/>
              <w:bottom w:val="single" w:sz="12" w:space="0" w:color="auto"/>
              <w:right w:val="nil"/>
            </w:tcBorders>
            <w:hideMark/>
          </w:tcPr>
          <w:p w14:paraId="58A0B6C8" w14:textId="77777777" w:rsidR="005C1EDE" w:rsidRPr="00CC55A9" w:rsidRDefault="005C1EDE" w:rsidP="00DC460A">
            <w:pPr>
              <w:spacing w:before="40" w:after="120" w:line="220" w:lineRule="exact"/>
              <w:ind w:right="113"/>
            </w:pPr>
            <w:r w:rsidRPr="00CC55A9">
              <w:t>Italy</w:t>
            </w:r>
          </w:p>
        </w:tc>
        <w:tc>
          <w:tcPr>
            <w:tcW w:w="1022" w:type="dxa"/>
            <w:tcBorders>
              <w:top w:val="nil"/>
              <w:left w:val="nil"/>
              <w:bottom w:val="single" w:sz="12" w:space="0" w:color="auto"/>
              <w:right w:val="nil"/>
            </w:tcBorders>
            <w:hideMark/>
          </w:tcPr>
          <w:p w14:paraId="2890F00C" w14:textId="77777777" w:rsidR="005C1EDE" w:rsidRPr="00CC55A9" w:rsidRDefault="005C1EDE" w:rsidP="00DC460A">
            <w:pPr>
              <w:spacing w:before="40" w:after="120" w:line="220" w:lineRule="exact"/>
              <w:ind w:right="113"/>
            </w:pPr>
            <w:r w:rsidRPr="00CC55A9">
              <w:t>AC.3/47</w:t>
            </w:r>
          </w:p>
        </w:tc>
        <w:tc>
          <w:tcPr>
            <w:tcW w:w="1815" w:type="dxa"/>
            <w:tcBorders>
              <w:top w:val="nil"/>
              <w:left w:val="nil"/>
              <w:bottom w:val="single" w:sz="12" w:space="0" w:color="auto"/>
              <w:right w:val="nil"/>
            </w:tcBorders>
            <w:hideMark/>
          </w:tcPr>
          <w:p w14:paraId="5B55CA95" w14:textId="77777777" w:rsidR="005C1EDE" w:rsidRPr="00CC55A9" w:rsidRDefault="005C1EDE" w:rsidP="00DC460A">
            <w:pPr>
              <w:spacing w:before="40" w:after="120" w:line="220" w:lineRule="exact"/>
              <w:ind w:right="113"/>
            </w:pPr>
            <w:r>
              <w:t>GRVA/2019/23</w:t>
            </w:r>
          </w:p>
        </w:tc>
        <w:tc>
          <w:tcPr>
            <w:tcW w:w="3063" w:type="dxa"/>
            <w:tcBorders>
              <w:top w:val="nil"/>
              <w:left w:val="nil"/>
              <w:bottom w:val="single" w:sz="12" w:space="0" w:color="auto"/>
              <w:right w:val="nil"/>
            </w:tcBorders>
            <w:hideMark/>
          </w:tcPr>
          <w:p w14:paraId="0549A840" w14:textId="77777777" w:rsidR="005C1EDE" w:rsidRPr="00CC55A9" w:rsidRDefault="005C1EDE" w:rsidP="00DC460A">
            <w:pPr>
              <w:spacing w:before="40" w:after="120" w:line="220" w:lineRule="exact"/>
              <w:ind w:right="113"/>
            </w:pPr>
            <w:r w:rsidRPr="00CC55A9">
              <w:t xml:space="preserve">GRVA </w:t>
            </w:r>
            <w:r>
              <w:t>completed</w:t>
            </w:r>
            <w:r w:rsidRPr="00CC55A9">
              <w:t xml:space="preserve"> </w:t>
            </w:r>
            <w:r>
              <w:t>the worked</w:t>
            </w:r>
            <w:r w:rsidRPr="00CC55A9">
              <w:t xml:space="preserve"> on this item </w:t>
            </w:r>
            <w:r>
              <w:t>and recommended its proposal to AC.3 for vote in March 2020</w:t>
            </w:r>
            <w:r w:rsidRPr="00CC55A9">
              <w:t>.</w:t>
            </w:r>
          </w:p>
        </w:tc>
      </w:tr>
    </w:tbl>
    <w:p w14:paraId="1F06B32B" w14:textId="77777777" w:rsidR="005C1EDE" w:rsidRPr="00CC55A9" w:rsidRDefault="005C1EDE" w:rsidP="005C1EDE">
      <w:pPr>
        <w:keepNext/>
        <w:keepLines/>
        <w:tabs>
          <w:tab w:val="right" w:pos="851"/>
        </w:tabs>
        <w:spacing w:before="240" w:after="120" w:line="240" w:lineRule="exact"/>
        <w:ind w:right="1134"/>
        <w:rPr>
          <w:b/>
          <w:sz w:val="24"/>
          <w:szCs w:val="24"/>
        </w:rPr>
      </w:pPr>
      <w:r w:rsidRPr="00CC55A9">
        <w:rPr>
          <w:b/>
          <w:sz w:val="24"/>
          <w:szCs w:val="24"/>
        </w:rPr>
        <w:t>GRSP</w:t>
      </w:r>
    </w:p>
    <w:tbl>
      <w:tblPr>
        <w:tblW w:w="9946"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985"/>
        <w:gridCol w:w="1019"/>
        <w:gridCol w:w="1107"/>
        <w:gridCol w:w="1019"/>
        <w:gridCol w:w="1813"/>
        <w:gridCol w:w="3003"/>
      </w:tblGrid>
      <w:tr w:rsidR="005C1EDE" w:rsidRPr="00CC55A9" w14:paraId="2F706AF5" w14:textId="77777777" w:rsidTr="00DC460A">
        <w:trPr>
          <w:trHeight w:val="1012"/>
          <w:tblHeader/>
        </w:trPr>
        <w:tc>
          <w:tcPr>
            <w:tcW w:w="1985" w:type="dxa"/>
            <w:tcBorders>
              <w:top w:val="single" w:sz="4" w:space="0" w:color="auto"/>
              <w:left w:val="nil"/>
              <w:bottom w:val="single" w:sz="12" w:space="0" w:color="auto"/>
              <w:right w:val="nil"/>
            </w:tcBorders>
            <w:vAlign w:val="bottom"/>
            <w:hideMark/>
          </w:tcPr>
          <w:p w14:paraId="5F144D37" w14:textId="77777777" w:rsidR="005C1EDE" w:rsidRPr="00CC55A9" w:rsidRDefault="005C1EDE" w:rsidP="00DC460A">
            <w:pPr>
              <w:spacing w:before="80" w:after="80" w:line="200" w:lineRule="exact"/>
              <w:ind w:right="113"/>
              <w:rPr>
                <w:i/>
                <w:sz w:val="16"/>
                <w:szCs w:val="16"/>
              </w:rPr>
            </w:pPr>
            <w:r w:rsidRPr="00CC55A9">
              <w:rPr>
                <w:i/>
                <w:sz w:val="16"/>
                <w:szCs w:val="16"/>
              </w:rPr>
              <w:t>Item</w:t>
            </w:r>
          </w:p>
        </w:tc>
        <w:tc>
          <w:tcPr>
            <w:tcW w:w="1019" w:type="dxa"/>
            <w:tcBorders>
              <w:top w:val="single" w:sz="4" w:space="0" w:color="auto"/>
              <w:left w:val="nil"/>
              <w:bottom w:val="single" w:sz="12" w:space="0" w:color="auto"/>
              <w:right w:val="nil"/>
            </w:tcBorders>
            <w:vAlign w:val="bottom"/>
            <w:hideMark/>
          </w:tcPr>
          <w:p w14:paraId="28E31398" w14:textId="77777777" w:rsidR="005C1EDE" w:rsidRPr="00CC55A9" w:rsidRDefault="005C1EDE" w:rsidP="00DC460A">
            <w:pPr>
              <w:spacing w:before="80" w:after="80" w:line="200" w:lineRule="exact"/>
              <w:ind w:right="23"/>
              <w:rPr>
                <w:i/>
                <w:sz w:val="16"/>
                <w:szCs w:val="16"/>
              </w:rPr>
            </w:pPr>
            <w:r w:rsidRPr="00CC55A9">
              <w:rPr>
                <w:i/>
                <w:sz w:val="16"/>
                <w:szCs w:val="16"/>
              </w:rPr>
              <w:t xml:space="preserve">Informal group </w:t>
            </w:r>
            <w:r w:rsidRPr="00CC55A9">
              <w:rPr>
                <w:i/>
                <w:sz w:val="16"/>
                <w:szCs w:val="16"/>
              </w:rPr>
              <w:br/>
              <w:t>(Yes–No)/</w:t>
            </w:r>
            <w:r w:rsidRPr="00CC55A9">
              <w:rPr>
                <w:i/>
                <w:sz w:val="16"/>
                <w:szCs w:val="16"/>
              </w:rPr>
              <w:br/>
              <w:t xml:space="preserve">Chair &amp; </w:t>
            </w:r>
            <w:r w:rsidRPr="00CC55A9">
              <w:rPr>
                <w:i/>
                <w:sz w:val="16"/>
                <w:szCs w:val="16"/>
              </w:rPr>
              <w:br/>
              <w:t>Vice-Chair</w:t>
            </w:r>
          </w:p>
        </w:tc>
        <w:tc>
          <w:tcPr>
            <w:tcW w:w="1107" w:type="dxa"/>
            <w:tcBorders>
              <w:top w:val="single" w:sz="4" w:space="0" w:color="auto"/>
              <w:left w:val="nil"/>
              <w:bottom w:val="single" w:sz="12" w:space="0" w:color="auto"/>
              <w:right w:val="nil"/>
            </w:tcBorders>
            <w:vAlign w:val="bottom"/>
            <w:hideMark/>
          </w:tcPr>
          <w:p w14:paraId="2A73752D" w14:textId="77777777" w:rsidR="005C1EDE" w:rsidRPr="00CC55A9" w:rsidRDefault="005C1EDE" w:rsidP="00DC460A">
            <w:pPr>
              <w:spacing w:before="80" w:after="80" w:line="200" w:lineRule="exact"/>
              <w:ind w:right="113"/>
              <w:rPr>
                <w:i/>
                <w:sz w:val="16"/>
                <w:szCs w:val="16"/>
              </w:rPr>
            </w:pPr>
            <w:r w:rsidRPr="00CC55A9">
              <w:rPr>
                <w:i/>
                <w:sz w:val="16"/>
                <w:szCs w:val="16"/>
              </w:rPr>
              <w:t>Tech. sponsor</w:t>
            </w:r>
          </w:p>
        </w:tc>
        <w:tc>
          <w:tcPr>
            <w:tcW w:w="1019" w:type="dxa"/>
            <w:tcBorders>
              <w:top w:val="single" w:sz="4" w:space="0" w:color="auto"/>
              <w:left w:val="nil"/>
              <w:bottom w:val="single" w:sz="12" w:space="0" w:color="auto"/>
              <w:right w:val="nil"/>
            </w:tcBorders>
            <w:vAlign w:val="bottom"/>
            <w:hideMark/>
          </w:tcPr>
          <w:p w14:paraId="2A6319B6" w14:textId="77777777" w:rsidR="005C1EDE" w:rsidRPr="00CC55A9" w:rsidRDefault="005C1EDE" w:rsidP="00DC460A">
            <w:pPr>
              <w:spacing w:before="80" w:after="80" w:line="200" w:lineRule="exact"/>
              <w:rPr>
                <w:i/>
                <w:sz w:val="16"/>
                <w:szCs w:val="16"/>
              </w:rPr>
            </w:pPr>
            <w:r w:rsidRPr="00CC55A9">
              <w:rPr>
                <w:i/>
                <w:sz w:val="16"/>
                <w:szCs w:val="16"/>
              </w:rPr>
              <w:t>Formal proposal (ECE/TRANS/WP.29</w:t>
            </w:r>
            <w:proofErr w:type="gramStart"/>
            <w:r w:rsidRPr="00CC55A9">
              <w:rPr>
                <w:i/>
                <w:sz w:val="16"/>
                <w:szCs w:val="16"/>
              </w:rPr>
              <w:t>/)…</w:t>
            </w:r>
            <w:proofErr w:type="gramEnd"/>
            <w:r w:rsidRPr="00CC55A9">
              <w:rPr>
                <w:i/>
                <w:sz w:val="16"/>
                <w:szCs w:val="16"/>
              </w:rPr>
              <w:t>/</w:t>
            </w:r>
          </w:p>
        </w:tc>
        <w:tc>
          <w:tcPr>
            <w:tcW w:w="1813" w:type="dxa"/>
            <w:tcBorders>
              <w:top w:val="single" w:sz="4" w:space="0" w:color="auto"/>
              <w:left w:val="nil"/>
              <w:bottom w:val="single" w:sz="12" w:space="0" w:color="auto"/>
              <w:right w:val="nil"/>
            </w:tcBorders>
            <w:vAlign w:val="bottom"/>
            <w:hideMark/>
          </w:tcPr>
          <w:p w14:paraId="36DE3734" w14:textId="77777777" w:rsidR="005C1EDE" w:rsidRPr="00CC55A9" w:rsidRDefault="005C1EDE" w:rsidP="00DC460A">
            <w:pPr>
              <w:spacing w:before="80" w:after="80" w:line="200" w:lineRule="exact"/>
              <w:rPr>
                <w:i/>
                <w:sz w:val="16"/>
                <w:szCs w:val="16"/>
              </w:rPr>
            </w:pPr>
            <w:r w:rsidRPr="00CC55A9">
              <w:rPr>
                <w:i/>
                <w:sz w:val="16"/>
                <w:szCs w:val="16"/>
              </w:rPr>
              <w:t>Proposal for a draft UN GTR (ECE/TRANS/WP.29</w:t>
            </w:r>
            <w:proofErr w:type="gramStart"/>
            <w:r w:rsidRPr="00CC55A9">
              <w:rPr>
                <w:i/>
                <w:sz w:val="16"/>
                <w:szCs w:val="16"/>
              </w:rPr>
              <w:t>/..</w:t>
            </w:r>
            <w:proofErr w:type="gramEnd"/>
            <w:r w:rsidRPr="00CC55A9">
              <w:rPr>
                <w:i/>
                <w:sz w:val="16"/>
                <w:szCs w:val="16"/>
              </w:rPr>
              <w:t>)</w:t>
            </w:r>
          </w:p>
        </w:tc>
        <w:tc>
          <w:tcPr>
            <w:tcW w:w="3003" w:type="dxa"/>
            <w:tcBorders>
              <w:top w:val="single" w:sz="4" w:space="0" w:color="auto"/>
              <w:left w:val="nil"/>
              <w:bottom w:val="single" w:sz="12" w:space="0" w:color="auto"/>
              <w:right w:val="nil"/>
            </w:tcBorders>
            <w:vAlign w:val="bottom"/>
            <w:hideMark/>
          </w:tcPr>
          <w:p w14:paraId="05F8A8CD" w14:textId="77777777" w:rsidR="005C1EDE" w:rsidRPr="00CC55A9" w:rsidRDefault="005C1EDE" w:rsidP="00DC460A">
            <w:pPr>
              <w:spacing w:before="80" w:after="80" w:line="200" w:lineRule="exact"/>
              <w:ind w:right="113"/>
              <w:rPr>
                <w:i/>
                <w:sz w:val="16"/>
                <w:szCs w:val="16"/>
              </w:rPr>
            </w:pPr>
            <w:r w:rsidRPr="00CC55A9">
              <w:rPr>
                <w:i/>
                <w:sz w:val="16"/>
                <w:szCs w:val="16"/>
              </w:rPr>
              <w:t>State of play/Comments</w:t>
            </w:r>
          </w:p>
        </w:tc>
      </w:tr>
      <w:tr w:rsidR="005C1EDE" w:rsidRPr="00CC55A9" w14:paraId="1BD507A4" w14:textId="77777777" w:rsidTr="00DC460A">
        <w:trPr>
          <w:trHeight w:val="642"/>
        </w:trPr>
        <w:tc>
          <w:tcPr>
            <w:tcW w:w="1985" w:type="dxa"/>
            <w:tcBorders>
              <w:top w:val="nil"/>
              <w:left w:val="nil"/>
              <w:bottom w:val="single" w:sz="4" w:space="0" w:color="auto"/>
              <w:right w:val="nil"/>
            </w:tcBorders>
            <w:hideMark/>
          </w:tcPr>
          <w:p w14:paraId="06C41279" w14:textId="77777777" w:rsidR="005C1EDE" w:rsidRPr="00CC55A9" w:rsidRDefault="005C1EDE" w:rsidP="00DC460A">
            <w:pPr>
              <w:spacing w:before="40" w:after="120" w:line="220" w:lineRule="exact"/>
              <w:ind w:right="42"/>
            </w:pPr>
            <w:r w:rsidRPr="00CC55A9">
              <w:t>Phase 2 of UN GTR No. 7</w:t>
            </w:r>
            <w:r w:rsidRPr="00CC55A9">
              <w:br/>
              <w:t>(Head Restraints)</w:t>
            </w:r>
          </w:p>
        </w:tc>
        <w:tc>
          <w:tcPr>
            <w:tcW w:w="1019" w:type="dxa"/>
            <w:tcBorders>
              <w:top w:val="nil"/>
              <w:left w:val="nil"/>
              <w:bottom w:val="single" w:sz="4" w:space="0" w:color="auto"/>
              <w:right w:val="nil"/>
            </w:tcBorders>
            <w:hideMark/>
          </w:tcPr>
          <w:p w14:paraId="2B055ACA" w14:textId="77777777" w:rsidR="005C1EDE" w:rsidRPr="00CC55A9" w:rsidRDefault="005C1EDE" w:rsidP="00DC460A">
            <w:pPr>
              <w:spacing w:before="40" w:after="120" w:line="220" w:lineRule="exact"/>
              <w:ind w:right="113"/>
            </w:pPr>
            <w:r w:rsidRPr="00CC55A9">
              <w:t>Yes/UK</w:t>
            </w:r>
          </w:p>
        </w:tc>
        <w:tc>
          <w:tcPr>
            <w:tcW w:w="1107" w:type="dxa"/>
            <w:tcBorders>
              <w:top w:val="nil"/>
              <w:left w:val="nil"/>
              <w:bottom w:val="single" w:sz="4" w:space="0" w:color="auto"/>
              <w:right w:val="nil"/>
            </w:tcBorders>
            <w:hideMark/>
          </w:tcPr>
          <w:p w14:paraId="0778BF05" w14:textId="77777777" w:rsidR="005C1EDE" w:rsidRPr="00CC55A9" w:rsidRDefault="005C1EDE" w:rsidP="00DC460A">
            <w:pPr>
              <w:spacing w:before="40" w:after="120" w:line="220" w:lineRule="exact"/>
              <w:ind w:right="113"/>
            </w:pPr>
            <w:r w:rsidRPr="00CC55A9">
              <w:t>Japan</w:t>
            </w:r>
          </w:p>
        </w:tc>
        <w:tc>
          <w:tcPr>
            <w:tcW w:w="1019" w:type="dxa"/>
            <w:tcBorders>
              <w:top w:val="nil"/>
              <w:left w:val="nil"/>
              <w:bottom w:val="single" w:sz="4" w:space="0" w:color="auto"/>
              <w:right w:val="nil"/>
            </w:tcBorders>
          </w:tcPr>
          <w:p w14:paraId="3E44C8CE" w14:textId="77777777" w:rsidR="005C1EDE" w:rsidRPr="00CC55A9" w:rsidRDefault="005C1EDE" w:rsidP="00DC460A">
            <w:pPr>
              <w:spacing w:before="40" w:after="120" w:line="220" w:lineRule="exact"/>
              <w:ind w:right="113"/>
            </w:pPr>
            <w:r w:rsidRPr="00CC55A9">
              <w:t>AC.3/25/</w:t>
            </w:r>
            <w:r w:rsidRPr="00CC55A9">
              <w:br/>
              <w:t>Rev.1</w:t>
            </w:r>
          </w:p>
          <w:p w14:paraId="6FD86432" w14:textId="77777777" w:rsidR="005C1EDE" w:rsidRPr="00CC55A9" w:rsidRDefault="005C1EDE" w:rsidP="00DC460A">
            <w:pPr>
              <w:spacing w:before="40" w:after="120" w:line="220" w:lineRule="exact"/>
              <w:ind w:right="113"/>
            </w:pPr>
          </w:p>
        </w:tc>
        <w:tc>
          <w:tcPr>
            <w:tcW w:w="1813" w:type="dxa"/>
            <w:tcBorders>
              <w:top w:val="nil"/>
              <w:left w:val="nil"/>
              <w:bottom w:val="single" w:sz="4" w:space="0" w:color="auto"/>
              <w:right w:val="nil"/>
            </w:tcBorders>
            <w:hideMark/>
          </w:tcPr>
          <w:p w14:paraId="5B88B871" w14:textId="77777777" w:rsidR="005C1EDE" w:rsidRPr="00CC55A9" w:rsidRDefault="005C1EDE" w:rsidP="00DC460A">
            <w:pPr>
              <w:spacing w:before="40" w:after="120" w:line="220" w:lineRule="exact"/>
              <w:ind w:right="113"/>
            </w:pPr>
            <w:r w:rsidRPr="00CC55A9">
              <w:t>2014/86</w:t>
            </w:r>
          </w:p>
          <w:p w14:paraId="27189EA5" w14:textId="77777777" w:rsidR="005C1EDE" w:rsidRPr="00CC55A9" w:rsidRDefault="005C1EDE" w:rsidP="00DC460A">
            <w:pPr>
              <w:spacing w:before="40" w:after="120" w:line="220" w:lineRule="exact"/>
              <w:ind w:right="113"/>
            </w:pPr>
            <w:r w:rsidRPr="00CC55A9">
              <w:t>(fourth progress report)</w:t>
            </w:r>
          </w:p>
          <w:p w14:paraId="768AE060" w14:textId="77777777" w:rsidR="005C1EDE" w:rsidRPr="00CC55A9" w:rsidRDefault="005C1EDE" w:rsidP="00DC460A">
            <w:pPr>
              <w:spacing w:before="40" w:after="120" w:line="220" w:lineRule="exact"/>
              <w:ind w:right="113"/>
            </w:pPr>
            <w:r w:rsidRPr="00CC55A9">
              <w:t>GRSP/2019/5</w:t>
            </w:r>
          </w:p>
          <w:p w14:paraId="48CECB2B" w14:textId="77777777" w:rsidR="005C1EDE" w:rsidRPr="00CC55A9" w:rsidRDefault="005C1EDE" w:rsidP="00DC460A">
            <w:pPr>
              <w:spacing w:before="40" w:after="120" w:line="220" w:lineRule="exact"/>
              <w:ind w:right="113"/>
            </w:pPr>
            <w:r w:rsidRPr="00CC55A9">
              <w:t>(Draft UN GTR)</w:t>
            </w:r>
          </w:p>
        </w:tc>
        <w:tc>
          <w:tcPr>
            <w:tcW w:w="3003" w:type="dxa"/>
            <w:tcBorders>
              <w:top w:val="nil"/>
              <w:left w:val="nil"/>
              <w:bottom w:val="single" w:sz="4" w:space="0" w:color="auto"/>
              <w:right w:val="nil"/>
            </w:tcBorders>
            <w:hideMark/>
          </w:tcPr>
          <w:p w14:paraId="40551A0C" w14:textId="77777777" w:rsidR="005C1EDE" w:rsidRPr="00CC55A9" w:rsidRDefault="005C1EDE" w:rsidP="00DC460A">
            <w:pPr>
              <w:spacing w:before="40" w:after="120" w:line="220" w:lineRule="exact"/>
              <w:ind w:right="113"/>
              <w:jc w:val="both"/>
            </w:pPr>
            <w:r w:rsidRPr="00CC55A9">
              <w:t xml:space="preserve">GRSP is expected to finalize discussion on new proposals of Amendment 1 to the UN GTR (GRSP/2019/5) and of a draft Addendum 1 to the M.R.1 at its December 2019 session. </w:t>
            </w:r>
          </w:p>
        </w:tc>
      </w:tr>
      <w:tr w:rsidR="005C1EDE" w:rsidRPr="00CC55A9" w14:paraId="4A02A341" w14:textId="77777777" w:rsidTr="00DC460A">
        <w:trPr>
          <w:cantSplit/>
          <w:trHeight w:val="826"/>
        </w:trPr>
        <w:tc>
          <w:tcPr>
            <w:tcW w:w="1985" w:type="dxa"/>
            <w:tcBorders>
              <w:top w:val="single" w:sz="4" w:space="0" w:color="auto"/>
              <w:left w:val="nil"/>
              <w:bottom w:val="nil"/>
              <w:right w:val="nil"/>
            </w:tcBorders>
            <w:hideMark/>
          </w:tcPr>
          <w:p w14:paraId="5692EAC7" w14:textId="77777777" w:rsidR="005C1EDE" w:rsidRPr="00CC55A9" w:rsidRDefault="005C1EDE" w:rsidP="00DC460A">
            <w:pPr>
              <w:spacing w:before="40" w:after="120" w:line="220" w:lineRule="exact"/>
              <w:ind w:right="113"/>
            </w:pPr>
            <w:r w:rsidRPr="00CC55A9">
              <w:t xml:space="preserve">Amendment 2 - </w:t>
            </w:r>
            <w:r>
              <w:br/>
            </w:r>
            <w:r w:rsidRPr="00CC55A9">
              <w:t>Phase 2 of UN GTR No. 9 (Flex-PLI)</w:t>
            </w:r>
            <w:r w:rsidRPr="00CC55A9">
              <w:br/>
              <w:t>(Pedestrian Safety)</w:t>
            </w:r>
          </w:p>
        </w:tc>
        <w:tc>
          <w:tcPr>
            <w:tcW w:w="1019" w:type="dxa"/>
            <w:tcBorders>
              <w:top w:val="single" w:sz="4" w:space="0" w:color="auto"/>
              <w:left w:val="nil"/>
              <w:bottom w:val="nil"/>
              <w:right w:val="nil"/>
            </w:tcBorders>
            <w:hideMark/>
          </w:tcPr>
          <w:p w14:paraId="5D45CA14" w14:textId="77777777" w:rsidR="005C1EDE" w:rsidRPr="00CC55A9" w:rsidRDefault="005C1EDE" w:rsidP="00DC460A">
            <w:pPr>
              <w:spacing w:before="40" w:after="120" w:line="220" w:lineRule="exact"/>
              <w:ind w:right="113"/>
            </w:pPr>
            <w:r w:rsidRPr="00CC55A9">
              <w:t>Yes/</w:t>
            </w:r>
            <w:r w:rsidRPr="00CC55A9">
              <w:br/>
              <w:t>Germany/</w:t>
            </w:r>
            <w:r w:rsidRPr="00CC55A9">
              <w:br/>
              <w:t>Japan</w:t>
            </w:r>
          </w:p>
        </w:tc>
        <w:tc>
          <w:tcPr>
            <w:tcW w:w="1107" w:type="dxa"/>
            <w:tcBorders>
              <w:top w:val="single" w:sz="4" w:space="0" w:color="auto"/>
              <w:left w:val="nil"/>
              <w:bottom w:val="nil"/>
              <w:right w:val="nil"/>
            </w:tcBorders>
            <w:hideMark/>
          </w:tcPr>
          <w:p w14:paraId="59664FC9" w14:textId="77777777" w:rsidR="005C1EDE" w:rsidRPr="00CC55A9" w:rsidRDefault="005C1EDE" w:rsidP="00DC460A">
            <w:pPr>
              <w:spacing w:before="40" w:after="120" w:line="220" w:lineRule="exact"/>
              <w:ind w:right="113"/>
            </w:pPr>
            <w:r w:rsidRPr="00CC55A9">
              <w:t>Germany/</w:t>
            </w:r>
            <w:r w:rsidRPr="00CC55A9">
              <w:br/>
              <w:t>Japan</w:t>
            </w:r>
          </w:p>
        </w:tc>
        <w:tc>
          <w:tcPr>
            <w:tcW w:w="1019" w:type="dxa"/>
            <w:tcBorders>
              <w:top w:val="single" w:sz="4" w:space="0" w:color="auto"/>
              <w:left w:val="nil"/>
              <w:bottom w:val="nil"/>
              <w:right w:val="nil"/>
            </w:tcBorders>
            <w:hideMark/>
          </w:tcPr>
          <w:p w14:paraId="450FA8C9" w14:textId="77777777" w:rsidR="005C1EDE" w:rsidRPr="00CC55A9" w:rsidRDefault="005C1EDE" w:rsidP="00DC460A">
            <w:pPr>
              <w:spacing w:before="40" w:after="120" w:line="220" w:lineRule="exact"/>
              <w:ind w:right="113"/>
            </w:pPr>
            <w:r w:rsidRPr="00CC55A9">
              <w:t>AC.3/24</w:t>
            </w:r>
          </w:p>
        </w:tc>
        <w:tc>
          <w:tcPr>
            <w:tcW w:w="1813" w:type="dxa"/>
            <w:tcBorders>
              <w:top w:val="single" w:sz="4" w:space="0" w:color="auto"/>
              <w:left w:val="nil"/>
              <w:bottom w:val="nil"/>
              <w:right w:val="nil"/>
            </w:tcBorders>
            <w:hideMark/>
          </w:tcPr>
          <w:p w14:paraId="04CB0DE6" w14:textId="77777777" w:rsidR="005C1EDE" w:rsidRPr="00CC55A9" w:rsidRDefault="005C1EDE" w:rsidP="00DC460A">
            <w:pPr>
              <w:spacing w:before="40" w:after="120" w:line="220" w:lineRule="exact"/>
            </w:pPr>
            <w:r w:rsidRPr="00CC55A9">
              <w:t>GRSP/2019/4</w:t>
            </w:r>
          </w:p>
          <w:p w14:paraId="7CE0F316" w14:textId="77777777" w:rsidR="005C1EDE" w:rsidRPr="00CC55A9" w:rsidRDefault="005C1EDE" w:rsidP="00DC460A">
            <w:pPr>
              <w:spacing w:before="40" w:after="120" w:line="220" w:lineRule="exact"/>
              <w:rPr>
                <w:bCs/>
              </w:rPr>
            </w:pPr>
          </w:p>
        </w:tc>
        <w:tc>
          <w:tcPr>
            <w:tcW w:w="3003" w:type="dxa"/>
            <w:tcBorders>
              <w:top w:val="single" w:sz="4" w:space="0" w:color="auto"/>
              <w:left w:val="nil"/>
              <w:bottom w:val="nil"/>
              <w:right w:val="nil"/>
            </w:tcBorders>
            <w:hideMark/>
          </w:tcPr>
          <w:p w14:paraId="5CDA9E95" w14:textId="77777777" w:rsidR="005C1EDE" w:rsidRPr="00CC55A9" w:rsidRDefault="005C1EDE" w:rsidP="00DC460A">
            <w:pPr>
              <w:spacing w:before="40" w:after="120" w:line="220" w:lineRule="exact"/>
              <w:ind w:right="113"/>
              <w:jc w:val="both"/>
            </w:pPr>
            <w:r w:rsidRPr="00CC55A9">
              <w:t>At its May 2019 session GRSP adopted Amendment 2 to Mutual Resolution No. 1 to insert Addendum 3 related to drawings and technical specifications of flex-PLI</w:t>
            </w:r>
          </w:p>
        </w:tc>
      </w:tr>
      <w:tr w:rsidR="005C1EDE" w:rsidRPr="00CC55A9" w14:paraId="3FC01D5D" w14:textId="77777777" w:rsidTr="00DC460A">
        <w:trPr>
          <w:trHeight w:val="711"/>
        </w:trPr>
        <w:tc>
          <w:tcPr>
            <w:tcW w:w="1985" w:type="dxa"/>
            <w:tcBorders>
              <w:top w:val="nil"/>
              <w:left w:val="nil"/>
              <w:bottom w:val="nil"/>
              <w:right w:val="nil"/>
            </w:tcBorders>
            <w:hideMark/>
          </w:tcPr>
          <w:p w14:paraId="623DC862" w14:textId="77777777" w:rsidR="005C1EDE" w:rsidRPr="00CC55A9" w:rsidRDefault="005C1EDE" w:rsidP="00DC460A">
            <w:pPr>
              <w:keepNext/>
              <w:keepLines/>
              <w:spacing w:before="40" w:after="120" w:line="220" w:lineRule="exact"/>
              <w:ind w:right="113"/>
            </w:pPr>
            <w:r w:rsidRPr="00CC55A9">
              <w:lastRenderedPageBreak/>
              <w:t>Amendment 3 to UN GTR No. 9</w:t>
            </w:r>
          </w:p>
        </w:tc>
        <w:tc>
          <w:tcPr>
            <w:tcW w:w="1019" w:type="dxa"/>
            <w:tcBorders>
              <w:top w:val="nil"/>
              <w:left w:val="nil"/>
              <w:bottom w:val="nil"/>
              <w:right w:val="nil"/>
            </w:tcBorders>
          </w:tcPr>
          <w:p w14:paraId="773D3449" w14:textId="77777777" w:rsidR="005C1EDE" w:rsidRPr="00CC55A9" w:rsidRDefault="005C1EDE" w:rsidP="00DC460A">
            <w:pPr>
              <w:spacing w:before="40" w:after="120" w:line="220" w:lineRule="exact"/>
              <w:ind w:right="113"/>
            </w:pPr>
          </w:p>
        </w:tc>
        <w:tc>
          <w:tcPr>
            <w:tcW w:w="1107" w:type="dxa"/>
            <w:tcBorders>
              <w:top w:val="nil"/>
              <w:left w:val="nil"/>
              <w:bottom w:val="nil"/>
              <w:right w:val="nil"/>
            </w:tcBorders>
            <w:hideMark/>
          </w:tcPr>
          <w:p w14:paraId="020BC8D0" w14:textId="77777777" w:rsidR="005C1EDE" w:rsidRPr="00CC55A9" w:rsidRDefault="005C1EDE" w:rsidP="00DC460A">
            <w:pPr>
              <w:spacing w:before="40" w:after="120" w:line="220" w:lineRule="exact"/>
              <w:ind w:right="113"/>
              <w:rPr>
                <w:spacing w:val="-4"/>
              </w:rPr>
            </w:pPr>
            <w:r w:rsidRPr="00CC55A9">
              <w:rPr>
                <w:spacing w:val="-4"/>
              </w:rPr>
              <w:t>Netherlands</w:t>
            </w:r>
          </w:p>
        </w:tc>
        <w:tc>
          <w:tcPr>
            <w:tcW w:w="1019" w:type="dxa"/>
            <w:tcBorders>
              <w:top w:val="nil"/>
              <w:left w:val="nil"/>
              <w:bottom w:val="nil"/>
              <w:right w:val="nil"/>
            </w:tcBorders>
            <w:hideMark/>
          </w:tcPr>
          <w:p w14:paraId="19238372" w14:textId="77777777" w:rsidR="005C1EDE" w:rsidRPr="00CC55A9" w:rsidRDefault="005C1EDE" w:rsidP="00DC460A">
            <w:pPr>
              <w:spacing w:before="40" w:after="120" w:line="220" w:lineRule="exact"/>
              <w:ind w:right="113"/>
            </w:pPr>
            <w:r w:rsidRPr="00CC55A9">
              <w:t>AC.3/31</w:t>
            </w:r>
          </w:p>
        </w:tc>
        <w:tc>
          <w:tcPr>
            <w:tcW w:w="1813" w:type="dxa"/>
            <w:tcBorders>
              <w:top w:val="nil"/>
              <w:left w:val="nil"/>
              <w:bottom w:val="nil"/>
              <w:right w:val="nil"/>
            </w:tcBorders>
            <w:hideMark/>
          </w:tcPr>
          <w:p w14:paraId="02766285" w14:textId="77777777" w:rsidR="005C1EDE" w:rsidRPr="00CC55A9" w:rsidRDefault="005C1EDE" w:rsidP="00DC460A">
            <w:pPr>
              <w:spacing w:before="40" w:after="120" w:line="220" w:lineRule="exact"/>
              <w:ind w:right="113"/>
            </w:pPr>
            <w:r w:rsidRPr="00CC55A9">
              <w:t>GRSP/2012/2</w:t>
            </w:r>
            <w:r w:rsidRPr="00CC55A9">
              <w:br/>
              <w:t>GRSP/2014/5</w:t>
            </w:r>
          </w:p>
        </w:tc>
        <w:tc>
          <w:tcPr>
            <w:tcW w:w="3003" w:type="dxa"/>
            <w:tcBorders>
              <w:top w:val="nil"/>
              <w:left w:val="nil"/>
              <w:bottom w:val="nil"/>
              <w:right w:val="nil"/>
            </w:tcBorders>
            <w:hideMark/>
          </w:tcPr>
          <w:p w14:paraId="12AE31FB" w14:textId="77777777" w:rsidR="005C1EDE" w:rsidRPr="00CC55A9" w:rsidRDefault="005C1EDE" w:rsidP="00DC460A">
            <w:pPr>
              <w:spacing w:before="40" w:after="120" w:line="220" w:lineRule="exact"/>
              <w:ind w:right="113"/>
              <w:jc w:val="both"/>
            </w:pPr>
            <w:r w:rsidRPr="00CC55A9">
              <w:t xml:space="preserve">GRSP will continue consideration on a proposal concerning points of contact of </w:t>
            </w:r>
            <w:proofErr w:type="spellStart"/>
            <w:r w:rsidRPr="00CC55A9">
              <w:t>headform</w:t>
            </w:r>
            <w:proofErr w:type="spellEnd"/>
            <w:r w:rsidRPr="00CC55A9">
              <w:t xml:space="preserve"> impactors at its December 2019 session, also considering the issue of adjustable suspension systems. </w:t>
            </w:r>
          </w:p>
        </w:tc>
      </w:tr>
      <w:tr w:rsidR="005C1EDE" w:rsidRPr="00CC55A9" w14:paraId="76EACD21" w14:textId="77777777" w:rsidTr="00DC460A">
        <w:trPr>
          <w:trHeight w:val="711"/>
        </w:trPr>
        <w:tc>
          <w:tcPr>
            <w:tcW w:w="1985" w:type="dxa"/>
            <w:tcBorders>
              <w:top w:val="nil"/>
              <w:left w:val="nil"/>
              <w:bottom w:val="nil"/>
              <w:right w:val="nil"/>
            </w:tcBorders>
            <w:hideMark/>
          </w:tcPr>
          <w:p w14:paraId="48334596" w14:textId="77777777" w:rsidR="005C1EDE" w:rsidRPr="00CC55A9" w:rsidRDefault="005C1EDE" w:rsidP="00DC460A">
            <w:pPr>
              <w:keepNext/>
              <w:keepLines/>
              <w:spacing w:before="40" w:after="120" w:line="220" w:lineRule="exact"/>
              <w:ind w:right="113"/>
            </w:pPr>
            <w:r w:rsidRPr="00CC55A9">
              <w:t>Amendment 4 to UN GTR No. 9</w:t>
            </w:r>
          </w:p>
        </w:tc>
        <w:tc>
          <w:tcPr>
            <w:tcW w:w="1019" w:type="dxa"/>
            <w:tcBorders>
              <w:top w:val="nil"/>
              <w:left w:val="nil"/>
              <w:bottom w:val="nil"/>
              <w:right w:val="nil"/>
            </w:tcBorders>
          </w:tcPr>
          <w:p w14:paraId="72016C4C" w14:textId="77777777" w:rsidR="005C1EDE" w:rsidRPr="00CC55A9" w:rsidRDefault="005C1EDE" w:rsidP="00DC460A">
            <w:pPr>
              <w:spacing w:before="40" w:after="120" w:line="220" w:lineRule="exact"/>
              <w:ind w:right="113"/>
            </w:pPr>
          </w:p>
        </w:tc>
        <w:tc>
          <w:tcPr>
            <w:tcW w:w="1107" w:type="dxa"/>
            <w:tcBorders>
              <w:top w:val="nil"/>
              <w:left w:val="nil"/>
              <w:bottom w:val="nil"/>
              <w:right w:val="nil"/>
            </w:tcBorders>
            <w:hideMark/>
          </w:tcPr>
          <w:p w14:paraId="3BA49386" w14:textId="77777777" w:rsidR="005C1EDE" w:rsidRPr="00CC55A9" w:rsidRDefault="005C1EDE" w:rsidP="00DC460A">
            <w:pPr>
              <w:spacing w:before="40" w:after="120" w:line="220" w:lineRule="exact"/>
              <w:ind w:right="113"/>
              <w:rPr>
                <w:spacing w:val="-4"/>
              </w:rPr>
            </w:pPr>
            <w:r w:rsidRPr="00CC55A9">
              <w:rPr>
                <w:spacing w:val="-4"/>
              </w:rPr>
              <w:t>Republic of Korea</w:t>
            </w:r>
          </w:p>
        </w:tc>
        <w:tc>
          <w:tcPr>
            <w:tcW w:w="1019" w:type="dxa"/>
            <w:tcBorders>
              <w:top w:val="nil"/>
              <w:left w:val="nil"/>
              <w:bottom w:val="nil"/>
              <w:right w:val="nil"/>
            </w:tcBorders>
          </w:tcPr>
          <w:p w14:paraId="33BC5585" w14:textId="77777777" w:rsidR="005C1EDE" w:rsidRPr="00CC55A9" w:rsidRDefault="005C1EDE" w:rsidP="00DC460A">
            <w:pPr>
              <w:spacing w:before="40" w:after="120" w:line="220" w:lineRule="exact"/>
              <w:ind w:right="113"/>
            </w:pPr>
          </w:p>
        </w:tc>
        <w:tc>
          <w:tcPr>
            <w:tcW w:w="1813" w:type="dxa"/>
            <w:tcBorders>
              <w:top w:val="nil"/>
              <w:left w:val="nil"/>
              <w:bottom w:val="nil"/>
              <w:right w:val="nil"/>
            </w:tcBorders>
            <w:hideMark/>
          </w:tcPr>
          <w:p w14:paraId="5B29A0FD" w14:textId="77777777" w:rsidR="005C1EDE" w:rsidRPr="00CC55A9" w:rsidRDefault="005C1EDE" w:rsidP="00DC460A">
            <w:pPr>
              <w:spacing w:before="40" w:after="120" w:line="220" w:lineRule="exact"/>
              <w:ind w:right="113"/>
            </w:pPr>
            <w:r w:rsidRPr="00CC55A9">
              <w:t>AC.3/45/Rev.1</w:t>
            </w:r>
          </w:p>
          <w:p w14:paraId="6711E34C" w14:textId="77777777" w:rsidR="005C1EDE" w:rsidRPr="00CC55A9" w:rsidRDefault="005C1EDE" w:rsidP="00DC460A">
            <w:pPr>
              <w:spacing w:before="40" w:after="120" w:line="220" w:lineRule="exact"/>
              <w:ind w:right="113"/>
            </w:pPr>
            <w:r w:rsidRPr="00CC55A9">
              <w:t>2018/162 (</w:t>
            </w:r>
            <w:proofErr w:type="spellStart"/>
            <w:r w:rsidRPr="00CC55A9">
              <w:t>ToR</w:t>
            </w:r>
            <w:proofErr w:type="spellEnd"/>
            <w:r w:rsidRPr="00CC55A9">
              <w:t>)</w:t>
            </w:r>
          </w:p>
        </w:tc>
        <w:tc>
          <w:tcPr>
            <w:tcW w:w="3003" w:type="dxa"/>
            <w:tcBorders>
              <w:top w:val="nil"/>
              <w:left w:val="nil"/>
              <w:bottom w:val="nil"/>
              <w:right w:val="nil"/>
            </w:tcBorders>
            <w:hideMark/>
          </w:tcPr>
          <w:p w14:paraId="3449CF33" w14:textId="1F5CC4CD" w:rsidR="005C1EDE" w:rsidRPr="00CC55A9" w:rsidRDefault="005C1EDE" w:rsidP="00DC460A">
            <w:r w:rsidRPr="00CC55A9">
              <w:t xml:space="preserve">AC.3 endorsed the </w:t>
            </w:r>
            <w:proofErr w:type="spellStart"/>
            <w:r w:rsidRPr="00CC55A9">
              <w:t>ToR</w:t>
            </w:r>
            <w:proofErr w:type="spellEnd"/>
            <w:r w:rsidRPr="00CC55A9">
              <w:t xml:space="preserve"> of </w:t>
            </w:r>
            <w:r w:rsidR="00312AAE">
              <w:t>IWG</w:t>
            </w:r>
            <w:r w:rsidRPr="00CC55A9">
              <w:t xml:space="preserve">-DPPS (…/2018/162). </w:t>
            </w:r>
          </w:p>
          <w:p w14:paraId="0E9EA348" w14:textId="77777777" w:rsidR="005C1EDE" w:rsidRPr="00CC55A9" w:rsidRDefault="005C1EDE" w:rsidP="00DC460A">
            <w:pPr>
              <w:spacing w:before="40" w:after="120" w:line="220" w:lineRule="exact"/>
              <w:ind w:right="113"/>
              <w:jc w:val="both"/>
            </w:pPr>
            <w:r w:rsidRPr="00CC55A9">
              <w:t xml:space="preserve">GRSP will resume consideration on Amendment 4 to the UN GTR to provide the test procedure for deployable systems of the outer surface to ensure an adequate protection of pedestrians at its December 2019 session. </w:t>
            </w:r>
          </w:p>
        </w:tc>
      </w:tr>
      <w:tr w:rsidR="005C1EDE" w:rsidRPr="00CC55A9" w14:paraId="441F565A" w14:textId="77777777" w:rsidTr="00DC460A">
        <w:trPr>
          <w:trHeight w:val="551"/>
        </w:trPr>
        <w:tc>
          <w:tcPr>
            <w:tcW w:w="1985" w:type="dxa"/>
            <w:tcBorders>
              <w:top w:val="nil"/>
              <w:left w:val="nil"/>
              <w:bottom w:val="nil"/>
              <w:right w:val="nil"/>
            </w:tcBorders>
            <w:hideMark/>
          </w:tcPr>
          <w:p w14:paraId="28CC723C" w14:textId="77777777" w:rsidR="005C1EDE" w:rsidRPr="00CC55A9" w:rsidRDefault="005C1EDE" w:rsidP="00DC460A">
            <w:pPr>
              <w:spacing w:before="40" w:after="120" w:line="220" w:lineRule="exact"/>
              <w:ind w:right="113"/>
            </w:pPr>
            <w:r w:rsidRPr="00CC55A9">
              <w:t>Phase 2 of UN GTR No. 13 (HFCV)</w:t>
            </w:r>
          </w:p>
        </w:tc>
        <w:tc>
          <w:tcPr>
            <w:tcW w:w="1019" w:type="dxa"/>
            <w:tcBorders>
              <w:top w:val="nil"/>
              <w:left w:val="nil"/>
              <w:bottom w:val="nil"/>
              <w:right w:val="nil"/>
            </w:tcBorders>
          </w:tcPr>
          <w:p w14:paraId="46473C64" w14:textId="77777777" w:rsidR="005C1EDE" w:rsidRPr="00CC55A9" w:rsidRDefault="005C1EDE" w:rsidP="00DC460A">
            <w:pPr>
              <w:spacing w:before="40" w:after="120" w:line="220" w:lineRule="exact"/>
              <w:ind w:right="113"/>
            </w:pPr>
          </w:p>
        </w:tc>
        <w:tc>
          <w:tcPr>
            <w:tcW w:w="1107" w:type="dxa"/>
            <w:tcBorders>
              <w:top w:val="nil"/>
              <w:left w:val="nil"/>
              <w:bottom w:val="nil"/>
              <w:right w:val="nil"/>
            </w:tcBorders>
            <w:hideMark/>
          </w:tcPr>
          <w:p w14:paraId="35E4A4F1" w14:textId="77777777" w:rsidR="005C1EDE" w:rsidRPr="00CC55A9" w:rsidRDefault="005C1EDE" w:rsidP="00DC460A">
            <w:pPr>
              <w:spacing w:before="40" w:after="120" w:line="220" w:lineRule="exact"/>
              <w:ind w:right="113"/>
            </w:pPr>
            <w:r w:rsidRPr="00CC55A9">
              <w:t>Japan, Republic of Korea and the European Union</w:t>
            </w:r>
          </w:p>
        </w:tc>
        <w:tc>
          <w:tcPr>
            <w:tcW w:w="1019" w:type="dxa"/>
            <w:tcBorders>
              <w:top w:val="nil"/>
              <w:left w:val="nil"/>
              <w:bottom w:val="nil"/>
              <w:right w:val="nil"/>
            </w:tcBorders>
          </w:tcPr>
          <w:p w14:paraId="1F987883" w14:textId="77777777" w:rsidR="005C1EDE" w:rsidRPr="00CC55A9" w:rsidRDefault="005C1EDE" w:rsidP="00DC460A">
            <w:pPr>
              <w:spacing w:before="40" w:after="120" w:line="220" w:lineRule="exact"/>
              <w:ind w:right="113"/>
            </w:pPr>
          </w:p>
        </w:tc>
        <w:tc>
          <w:tcPr>
            <w:tcW w:w="1813" w:type="dxa"/>
            <w:tcBorders>
              <w:top w:val="nil"/>
              <w:left w:val="nil"/>
              <w:bottom w:val="nil"/>
              <w:right w:val="nil"/>
            </w:tcBorders>
            <w:hideMark/>
          </w:tcPr>
          <w:p w14:paraId="3753ED97" w14:textId="77777777" w:rsidR="005C1EDE" w:rsidRPr="00CC55A9" w:rsidRDefault="005C1EDE" w:rsidP="00DC460A">
            <w:pPr>
              <w:spacing w:before="40" w:after="120" w:line="220" w:lineRule="exact"/>
              <w:ind w:right="113"/>
              <w:rPr>
                <w:bCs/>
              </w:rPr>
            </w:pPr>
            <w:r w:rsidRPr="00CC55A9">
              <w:rPr>
                <w:bCs/>
              </w:rPr>
              <w:t>AC.3/49</w:t>
            </w:r>
          </w:p>
          <w:p w14:paraId="29CE95F2" w14:textId="77777777" w:rsidR="005C1EDE" w:rsidRPr="00CC55A9" w:rsidRDefault="005C1EDE" w:rsidP="00DC460A">
            <w:pPr>
              <w:spacing w:before="40" w:after="120" w:line="220" w:lineRule="exact"/>
              <w:ind w:right="113"/>
              <w:rPr>
                <w:bCs/>
              </w:rPr>
            </w:pPr>
            <w:r w:rsidRPr="00CC55A9">
              <w:t>2018/75 (</w:t>
            </w:r>
            <w:proofErr w:type="spellStart"/>
            <w:r w:rsidRPr="00CC55A9">
              <w:t>ToR</w:t>
            </w:r>
            <w:proofErr w:type="spellEnd"/>
            <w:r w:rsidRPr="00CC55A9">
              <w:t>)</w:t>
            </w:r>
          </w:p>
        </w:tc>
        <w:tc>
          <w:tcPr>
            <w:tcW w:w="3003" w:type="dxa"/>
            <w:tcBorders>
              <w:top w:val="nil"/>
              <w:left w:val="nil"/>
              <w:bottom w:val="nil"/>
              <w:right w:val="nil"/>
            </w:tcBorders>
            <w:hideMark/>
          </w:tcPr>
          <w:p w14:paraId="755B2174" w14:textId="4770DBC6" w:rsidR="005C1EDE" w:rsidRPr="00CC55A9" w:rsidRDefault="005C1EDE" w:rsidP="00DC460A">
            <w:pPr>
              <w:spacing w:before="40" w:after="120" w:line="220" w:lineRule="exact"/>
              <w:ind w:right="113"/>
              <w:jc w:val="both"/>
            </w:pPr>
            <w:r w:rsidRPr="00CC55A9">
              <w:t xml:space="preserve">The </w:t>
            </w:r>
            <w:proofErr w:type="spellStart"/>
            <w:r w:rsidRPr="00CC55A9">
              <w:t>ToR</w:t>
            </w:r>
            <w:proofErr w:type="spellEnd"/>
            <w:r w:rsidRPr="00CC55A9">
              <w:t xml:space="preserve"> of </w:t>
            </w:r>
            <w:r w:rsidR="00312AAE">
              <w:t>IWG</w:t>
            </w:r>
            <w:r w:rsidRPr="00CC55A9">
              <w:t xml:space="preserve"> were endorsed at June 2018 session of AC.3 (ECE/TRANS/WP.29/2018/75).</w:t>
            </w:r>
          </w:p>
        </w:tc>
      </w:tr>
      <w:tr w:rsidR="005C1EDE" w:rsidRPr="00CC55A9" w14:paraId="31C9BB30" w14:textId="77777777" w:rsidTr="00DC460A">
        <w:trPr>
          <w:trHeight w:val="195"/>
        </w:trPr>
        <w:tc>
          <w:tcPr>
            <w:tcW w:w="1985" w:type="dxa"/>
            <w:tcBorders>
              <w:top w:val="nil"/>
              <w:left w:val="nil"/>
              <w:bottom w:val="nil"/>
              <w:right w:val="nil"/>
            </w:tcBorders>
            <w:hideMark/>
          </w:tcPr>
          <w:p w14:paraId="0140943D" w14:textId="77777777" w:rsidR="005C1EDE" w:rsidRPr="00CC55A9" w:rsidRDefault="005C1EDE" w:rsidP="00DC460A">
            <w:pPr>
              <w:spacing w:before="40" w:after="120" w:line="220" w:lineRule="exact"/>
              <w:ind w:right="9"/>
            </w:pPr>
            <w:r w:rsidRPr="00CC55A9">
              <w:t xml:space="preserve">UN GTR No. 14 </w:t>
            </w:r>
            <w:r>
              <w:br/>
            </w:r>
            <w:r w:rsidRPr="00CC55A9">
              <w:t>(PSI)</w:t>
            </w:r>
          </w:p>
        </w:tc>
        <w:tc>
          <w:tcPr>
            <w:tcW w:w="1019" w:type="dxa"/>
            <w:tcBorders>
              <w:top w:val="nil"/>
              <w:left w:val="nil"/>
              <w:bottom w:val="nil"/>
              <w:right w:val="nil"/>
            </w:tcBorders>
            <w:hideMark/>
          </w:tcPr>
          <w:p w14:paraId="25839DF6" w14:textId="77777777" w:rsidR="005C1EDE" w:rsidRPr="00CC55A9" w:rsidRDefault="005C1EDE" w:rsidP="00DC460A">
            <w:pPr>
              <w:spacing w:before="40" w:after="120" w:line="220" w:lineRule="exact"/>
              <w:ind w:right="113"/>
            </w:pPr>
            <w:r w:rsidRPr="00CC55A9">
              <w:t>Yes/</w:t>
            </w:r>
            <w:r w:rsidRPr="00CC55A9">
              <w:br/>
              <w:t>Australia</w:t>
            </w:r>
          </w:p>
        </w:tc>
        <w:tc>
          <w:tcPr>
            <w:tcW w:w="1107" w:type="dxa"/>
            <w:tcBorders>
              <w:top w:val="nil"/>
              <w:left w:val="nil"/>
              <w:bottom w:val="nil"/>
              <w:right w:val="nil"/>
            </w:tcBorders>
            <w:hideMark/>
          </w:tcPr>
          <w:p w14:paraId="454FA9E1" w14:textId="77777777" w:rsidR="005C1EDE" w:rsidRPr="00CC55A9" w:rsidRDefault="005C1EDE" w:rsidP="00DC460A">
            <w:pPr>
              <w:spacing w:before="40" w:after="120" w:line="220" w:lineRule="exact"/>
              <w:ind w:right="113"/>
            </w:pPr>
            <w:r w:rsidRPr="00CC55A9">
              <w:t>Australia</w:t>
            </w:r>
          </w:p>
        </w:tc>
        <w:tc>
          <w:tcPr>
            <w:tcW w:w="1019" w:type="dxa"/>
            <w:tcBorders>
              <w:top w:val="nil"/>
              <w:left w:val="nil"/>
              <w:bottom w:val="nil"/>
              <w:right w:val="nil"/>
            </w:tcBorders>
            <w:hideMark/>
          </w:tcPr>
          <w:p w14:paraId="1C34F4F8" w14:textId="77777777" w:rsidR="005C1EDE" w:rsidRPr="00CC55A9" w:rsidRDefault="005C1EDE" w:rsidP="00DC460A">
            <w:pPr>
              <w:spacing w:before="40" w:after="120" w:line="220" w:lineRule="exact"/>
              <w:ind w:right="113"/>
            </w:pPr>
            <w:r w:rsidRPr="00CC55A9">
              <w:rPr>
                <w:bCs/>
              </w:rPr>
              <w:t>AC.3/28</w:t>
            </w:r>
          </w:p>
        </w:tc>
        <w:tc>
          <w:tcPr>
            <w:tcW w:w="1813" w:type="dxa"/>
            <w:tcBorders>
              <w:top w:val="nil"/>
              <w:left w:val="nil"/>
              <w:bottom w:val="nil"/>
              <w:right w:val="nil"/>
            </w:tcBorders>
          </w:tcPr>
          <w:p w14:paraId="36A6902E" w14:textId="77777777" w:rsidR="005C1EDE" w:rsidRPr="00CC55A9" w:rsidRDefault="005C1EDE" w:rsidP="00DC460A">
            <w:pPr>
              <w:spacing w:before="40" w:after="120" w:line="220" w:lineRule="exact"/>
              <w:ind w:right="113"/>
            </w:pPr>
          </w:p>
        </w:tc>
        <w:tc>
          <w:tcPr>
            <w:tcW w:w="3003" w:type="dxa"/>
            <w:tcBorders>
              <w:top w:val="nil"/>
              <w:left w:val="nil"/>
              <w:bottom w:val="nil"/>
              <w:right w:val="nil"/>
            </w:tcBorders>
            <w:hideMark/>
          </w:tcPr>
          <w:p w14:paraId="2EF6167E" w14:textId="77777777" w:rsidR="005C1EDE" w:rsidRPr="00CC55A9" w:rsidRDefault="005C1EDE" w:rsidP="00DC460A">
            <w:pPr>
              <w:spacing w:before="40" w:after="120" w:line="220" w:lineRule="exact"/>
              <w:ind w:right="113"/>
              <w:jc w:val="both"/>
            </w:pPr>
            <w:r w:rsidRPr="00CC55A9">
              <w:t>No new information was provided at the March 2019 session of AC.3.</w:t>
            </w:r>
          </w:p>
        </w:tc>
      </w:tr>
      <w:tr w:rsidR="005C1EDE" w:rsidRPr="00CC55A9" w14:paraId="0359A94B" w14:textId="77777777" w:rsidTr="00DC460A">
        <w:trPr>
          <w:trHeight w:val="723"/>
        </w:trPr>
        <w:tc>
          <w:tcPr>
            <w:tcW w:w="1985" w:type="dxa"/>
            <w:tcBorders>
              <w:top w:val="nil"/>
              <w:left w:val="nil"/>
              <w:bottom w:val="single" w:sz="12" w:space="0" w:color="auto"/>
              <w:right w:val="nil"/>
            </w:tcBorders>
            <w:hideMark/>
          </w:tcPr>
          <w:p w14:paraId="231EEAFE" w14:textId="77777777" w:rsidR="005C1EDE" w:rsidRPr="00C76143" w:rsidRDefault="005C1EDE" w:rsidP="00DC460A">
            <w:pPr>
              <w:spacing w:before="40" w:after="120" w:line="220" w:lineRule="exact"/>
              <w:ind w:right="113"/>
              <w:rPr>
                <w:lang w:val="es-ES"/>
              </w:rPr>
            </w:pPr>
            <w:r w:rsidRPr="00C76143">
              <w:rPr>
                <w:lang w:val="es-ES"/>
              </w:rPr>
              <w:t xml:space="preserve">UN GTR No. 20 (EVS) – </w:t>
            </w:r>
            <w:proofErr w:type="spellStart"/>
            <w:r w:rsidRPr="00C76143">
              <w:rPr>
                <w:lang w:val="es-ES"/>
              </w:rPr>
              <w:t>Phase</w:t>
            </w:r>
            <w:proofErr w:type="spellEnd"/>
            <w:r w:rsidRPr="00C76143">
              <w:rPr>
                <w:lang w:val="es-ES"/>
              </w:rPr>
              <w:t xml:space="preserve"> 2</w:t>
            </w:r>
          </w:p>
        </w:tc>
        <w:tc>
          <w:tcPr>
            <w:tcW w:w="1019" w:type="dxa"/>
            <w:tcBorders>
              <w:top w:val="nil"/>
              <w:left w:val="nil"/>
              <w:bottom w:val="single" w:sz="12" w:space="0" w:color="auto"/>
              <w:right w:val="nil"/>
            </w:tcBorders>
            <w:hideMark/>
          </w:tcPr>
          <w:p w14:paraId="7429E1D8" w14:textId="77777777" w:rsidR="005C1EDE" w:rsidRPr="00C76143" w:rsidRDefault="005C1EDE" w:rsidP="00DC460A">
            <w:pPr>
              <w:spacing w:before="40" w:after="120" w:line="220" w:lineRule="exact"/>
              <w:ind w:right="113"/>
              <w:rPr>
                <w:lang w:val="es-ES"/>
              </w:rPr>
            </w:pPr>
            <w:r w:rsidRPr="00C76143">
              <w:rPr>
                <w:lang w:val="es-ES"/>
              </w:rPr>
              <w:t>Yes/USA</w:t>
            </w:r>
            <w:r w:rsidRPr="00C76143">
              <w:rPr>
                <w:b/>
                <w:lang w:val="es-ES"/>
              </w:rPr>
              <w:t>/</w:t>
            </w:r>
            <w:r w:rsidRPr="00C76143">
              <w:rPr>
                <w:b/>
                <w:lang w:val="es-ES"/>
              </w:rPr>
              <w:br/>
            </w:r>
            <w:proofErr w:type="spellStart"/>
            <w:r w:rsidRPr="00C76143">
              <w:rPr>
                <w:lang w:val="es-ES"/>
              </w:rPr>
              <w:t>European</w:t>
            </w:r>
            <w:proofErr w:type="spellEnd"/>
            <w:r w:rsidRPr="00C76143">
              <w:rPr>
                <w:lang w:val="es-ES"/>
              </w:rPr>
              <w:t xml:space="preserve"> </w:t>
            </w:r>
            <w:proofErr w:type="spellStart"/>
            <w:r w:rsidRPr="00C76143">
              <w:rPr>
                <w:lang w:val="es-ES"/>
              </w:rPr>
              <w:t>Union</w:t>
            </w:r>
            <w:proofErr w:type="spellEnd"/>
            <w:r w:rsidRPr="00C76143">
              <w:rPr>
                <w:lang w:val="es-ES"/>
              </w:rPr>
              <w:t>/</w:t>
            </w:r>
            <w:r w:rsidRPr="00C76143">
              <w:rPr>
                <w:b/>
                <w:lang w:val="es-ES"/>
              </w:rPr>
              <w:br/>
            </w:r>
            <w:proofErr w:type="spellStart"/>
            <w:r w:rsidRPr="00C76143">
              <w:rPr>
                <w:lang w:val="es-ES"/>
              </w:rPr>
              <w:t>Japan</w:t>
            </w:r>
            <w:proofErr w:type="spellEnd"/>
            <w:r w:rsidRPr="00C76143">
              <w:rPr>
                <w:lang w:val="es-ES"/>
              </w:rPr>
              <w:t>/</w:t>
            </w:r>
            <w:r w:rsidRPr="00C76143">
              <w:rPr>
                <w:lang w:val="es-ES"/>
              </w:rPr>
              <w:br/>
              <w:t>China</w:t>
            </w:r>
          </w:p>
        </w:tc>
        <w:tc>
          <w:tcPr>
            <w:tcW w:w="1107" w:type="dxa"/>
            <w:tcBorders>
              <w:top w:val="nil"/>
              <w:left w:val="nil"/>
              <w:bottom w:val="single" w:sz="12" w:space="0" w:color="auto"/>
              <w:right w:val="nil"/>
            </w:tcBorders>
            <w:hideMark/>
          </w:tcPr>
          <w:p w14:paraId="05CA17EE" w14:textId="77777777" w:rsidR="005C1EDE" w:rsidRPr="00C76143" w:rsidRDefault="005C1EDE" w:rsidP="00DC460A">
            <w:pPr>
              <w:spacing w:before="40" w:after="120" w:line="220" w:lineRule="exact"/>
              <w:ind w:right="113"/>
              <w:rPr>
                <w:lang w:val="es-ES"/>
              </w:rPr>
            </w:pPr>
            <w:proofErr w:type="spellStart"/>
            <w:r w:rsidRPr="00C76143">
              <w:rPr>
                <w:lang w:val="es-ES"/>
              </w:rPr>
              <w:t>European</w:t>
            </w:r>
            <w:proofErr w:type="spellEnd"/>
            <w:r w:rsidRPr="00C76143">
              <w:rPr>
                <w:lang w:val="es-ES"/>
              </w:rPr>
              <w:t xml:space="preserve"> </w:t>
            </w:r>
            <w:proofErr w:type="spellStart"/>
            <w:r w:rsidRPr="00C76143">
              <w:rPr>
                <w:lang w:val="es-ES"/>
              </w:rPr>
              <w:t>Union</w:t>
            </w:r>
            <w:proofErr w:type="spellEnd"/>
            <w:r w:rsidRPr="00C76143">
              <w:rPr>
                <w:lang w:val="es-ES"/>
              </w:rPr>
              <w:t>/</w:t>
            </w:r>
            <w:r w:rsidRPr="00C76143">
              <w:rPr>
                <w:lang w:val="es-ES"/>
              </w:rPr>
              <w:br/>
            </w:r>
            <w:proofErr w:type="spellStart"/>
            <w:r w:rsidRPr="00C76143">
              <w:rPr>
                <w:lang w:val="es-ES"/>
              </w:rPr>
              <w:t>Japan</w:t>
            </w:r>
            <w:proofErr w:type="spellEnd"/>
            <w:r w:rsidRPr="00C76143">
              <w:rPr>
                <w:lang w:val="es-ES"/>
              </w:rPr>
              <w:t>/</w:t>
            </w:r>
            <w:r w:rsidRPr="00C76143">
              <w:rPr>
                <w:lang w:val="es-ES"/>
              </w:rPr>
              <w:br/>
              <w:t>USA/</w:t>
            </w:r>
            <w:r w:rsidRPr="00C76143">
              <w:rPr>
                <w:lang w:val="es-ES"/>
              </w:rPr>
              <w:br/>
              <w:t>China</w:t>
            </w:r>
          </w:p>
        </w:tc>
        <w:tc>
          <w:tcPr>
            <w:tcW w:w="1019" w:type="dxa"/>
            <w:tcBorders>
              <w:top w:val="nil"/>
              <w:left w:val="nil"/>
              <w:bottom w:val="single" w:sz="12" w:space="0" w:color="auto"/>
              <w:right w:val="nil"/>
            </w:tcBorders>
            <w:hideMark/>
          </w:tcPr>
          <w:p w14:paraId="3504ADB3" w14:textId="77777777" w:rsidR="005C1EDE" w:rsidRPr="00CC55A9" w:rsidRDefault="005C1EDE" w:rsidP="00DC460A">
            <w:pPr>
              <w:spacing w:before="40" w:after="120" w:line="220" w:lineRule="exact"/>
              <w:ind w:right="113"/>
            </w:pPr>
            <w:r w:rsidRPr="00CC55A9">
              <w:t>AC.3/50 &amp; Corr.1</w:t>
            </w:r>
          </w:p>
          <w:p w14:paraId="0F887443" w14:textId="77777777" w:rsidR="005C1EDE" w:rsidRPr="00CC55A9" w:rsidRDefault="005C1EDE" w:rsidP="00DC460A">
            <w:pPr>
              <w:spacing w:before="40" w:after="120" w:line="220" w:lineRule="exact"/>
              <w:ind w:right="113"/>
            </w:pPr>
            <w:r w:rsidRPr="00CC55A9">
              <w:rPr>
                <w:bCs/>
              </w:rPr>
              <w:t>(authorization to develop Phase 2)</w:t>
            </w:r>
          </w:p>
        </w:tc>
        <w:tc>
          <w:tcPr>
            <w:tcW w:w="1813" w:type="dxa"/>
            <w:tcBorders>
              <w:top w:val="nil"/>
              <w:left w:val="nil"/>
              <w:bottom w:val="single" w:sz="12" w:space="0" w:color="auto"/>
              <w:right w:val="nil"/>
            </w:tcBorders>
            <w:hideMark/>
          </w:tcPr>
          <w:p w14:paraId="00E0E5B7" w14:textId="77777777" w:rsidR="005C1EDE" w:rsidRPr="00CC55A9" w:rsidRDefault="005C1EDE" w:rsidP="00DC460A"/>
        </w:tc>
        <w:tc>
          <w:tcPr>
            <w:tcW w:w="3003" w:type="dxa"/>
            <w:tcBorders>
              <w:top w:val="nil"/>
              <w:left w:val="nil"/>
              <w:bottom w:val="single" w:sz="12" w:space="0" w:color="auto"/>
              <w:right w:val="nil"/>
            </w:tcBorders>
            <w:hideMark/>
          </w:tcPr>
          <w:p w14:paraId="4ED959DF" w14:textId="77777777" w:rsidR="005C1EDE" w:rsidRPr="00CC55A9" w:rsidRDefault="005C1EDE" w:rsidP="00DC460A">
            <w:pPr>
              <w:spacing w:before="40" w:after="120" w:line="220" w:lineRule="exact"/>
              <w:ind w:right="113"/>
              <w:jc w:val="both"/>
            </w:pPr>
            <w:r w:rsidRPr="00CC55A9">
              <w:t>GRSP started Phase 2 concerning the long-term research. AC.3:</w:t>
            </w:r>
          </w:p>
        </w:tc>
      </w:tr>
    </w:tbl>
    <w:p w14:paraId="21C042B1" w14:textId="77777777" w:rsidR="005C1EDE" w:rsidRPr="00CC55A9" w:rsidRDefault="005C1EDE" w:rsidP="005C1EDE">
      <w:pPr>
        <w:keepNext/>
        <w:keepLines/>
        <w:spacing w:before="240" w:after="120" w:line="240" w:lineRule="exact"/>
        <w:ind w:right="1134"/>
        <w:rPr>
          <w:b/>
          <w:sz w:val="24"/>
          <w:szCs w:val="24"/>
        </w:rPr>
      </w:pPr>
      <w:r w:rsidRPr="00CC55A9">
        <w:rPr>
          <w:b/>
          <w:sz w:val="24"/>
          <w:szCs w:val="24"/>
        </w:rPr>
        <w:t>GRPE</w:t>
      </w:r>
    </w:p>
    <w:tbl>
      <w:tblPr>
        <w:tblW w:w="9639"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475"/>
        <w:gridCol w:w="1502"/>
        <w:gridCol w:w="1417"/>
        <w:gridCol w:w="1116"/>
        <w:gridCol w:w="1763"/>
        <w:gridCol w:w="2366"/>
      </w:tblGrid>
      <w:tr w:rsidR="005C1EDE" w:rsidRPr="00CC55A9" w14:paraId="03B65A86" w14:textId="77777777" w:rsidTr="00DC460A">
        <w:trPr>
          <w:cantSplit/>
          <w:tblHeader/>
        </w:trPr>
        <w:tc>
          <w:tcPr>
            <w:tcW w:w="1475" w:type="dxa"/>
            <w:tcBorders>
              <w:top w:val="single" w:sz="4" w:space="0" w:color="auto"/>
              <w:left w:val="nil"/>
              <w:bottom w:val="single" w:sz="12" w:space="0" w:color="auto"/>
              <w:right w:val="nil"/>
            </w:tcBorders>
            <w:vAlign w:val="bottom"/>
            <w:hideMark/>
          </w:tcPr>
          <w:p w14:paraId="67CB4CBA" w14:textId="77777777" w:rsidR="005C1EDE" w:rsidRPr="00CC55A9" w:rsidRDefault="005C1EDE" w:rsidP="00DC460A">
            <w:pPr>
              <w:keepNext/>
              <w:keepLines/>
              <w:spacing w:before="80" w:after="80" w:line="200" w:lineRule="exact"/>
              <w:ind w:right="113"/>
              <w:rPr>
                <w:i/>
                <w:sz w:val="16"/>
                <w:szCs w:val="16"/>
              </w:rPr>
            </w:pPr>
            <w:r w:rsidRPr="00CC55A9">
              <w:rPr>
                <w:i/>
                <w:sz w:val="16"/>
                <w:szCs w:val="16"/>
              </w:rPr>
              <w:t>Item</w:t>
            </w:r>
          </w:p>
        </w:tc>
        <w:tc>
          <w:tcPr>
            <w:tcW w:w="1502" w:type="dxa"/>
            <w:tcBorders>
              <w:top w:val="single" w:sz="4" w:space="0" w:color="auto"/>
              <w:left w:val="nil"/>
              <w:bottom w:val="single" w:sz="12" w:space="0" w:color="auto"/>
              <w:right w:val="nil"/>
            </w:tcBorders>
            <w:vAlign w:val="bottom"/>
            <w:hideMark/>
          </w:tcPr>
          <w:p w14:paraId="7D4B5FE5" w14:textId="77777777" w:rsidR="005C1EDE" w:rsidRPr="00CC55A9" w:rsidRDefault="005C1EDE" w:rsidP="00DC460A">
            <w:pPr>
              <w:keepNext/>
              <w:keepLines/>
              <w:spacing w:before="80" w:after="80" w:line="200" w:lineRule="exact"/>
              <w:ind w:right="113"/>
              <w:rPr>
                <w:i/>
                <w:sz w:val="16"/>
                <w:szCs w:val="16"/>
              </w:rPr>
            </w:pPr>
            <w:r w:rsidRPr="00CC55A9">
              <w:rPr>
                <w:i/>
                <w:sz w:val="16"/>
                <w:szCs w:val="16"/>
              </w:rPr>
              <w:t xml:space="preserve">Informal group </w:t>
            </w:r>
            <w:r w:rsidRPr="00CC55A9">
              <w:rPr>
                <w:i/>
                <w:sz w:val="16"/>
                <w:szCs w:val="16"/>
              </w:rPr>
              <w:br/>
              <w:t>(Yes–No)/</w:t>
            </w:r>
            <w:r w:rsidRPr="00CC55A9">
              <w:rPr>
                <w:i/>
                <w:sz w:val="16"/>
                <w:szCs w:val="16"/>
              </w:rPr>
              <w:br/>
              <w:t>Chair &amp; Vice-Chair</w:t>
            </w:r>
          </w:p>
        </w:tc>
        <w:tc>
          <w:tcPr>
            <w:tcW w:w="1417" w:type="dxa"/>
            <w:tcBorders>
              <w:top w:val="single" w:sz="4" w:space="0" w:color="auto"/>
              <w:left w:val="nil"/>
              <w:bottom w:val="single" w:sz="12" w:space="0" w:color="auto"/>
              <w:right w:val="nil"/>
            </w:tcBorders>
            <w:vAlign w:val="bottom"/>
            <w:hideMark/>
          </w:tcPr>
          <w:p w14:paraId="4FAADCB6" w14:textId="77777777" w:rsidR="005C1EDE" w:rsidRPr="00CC55A9" w:rsidRDefault="005C1EDE" w:rsidP="00DC460A">
            <w:pPr>
              <w:keepNext/>
              <w:keepLines/>
              <w:spacing w:before="80" w:after="80" w:line="200" w:lineRule="exact"/>
              <w:ind w:right="113"/>
              <w:rPr>
                <w:i/>
                <w:sz w:val="16"/>
                <w:szCs w:val="16"/>
              </w:rPr>
            </w:pPr>
            <w:r w:rsidRPr="00CC55A9">
              <w:rPr>
                <w:i/>
                <w:sz w:val="16"/>
                <w:szCs w:val="16"/>
              </w:rPr>
              <w:t xml:space="preserve">Tech. </w:t>
            </w:r>
            <w:r w:rsidRPr="00CC55A9">
              <w:rPr>
                <w:i/>
                <w:sz w:val="16"/>
                <w:szCs w:val="16"/>
              </w:rPr>
              <w:br/>
              <w:t>sponsor</w:t>
            </w:r>
          </w:p>
        </w:tc>
        <w:tc>
          <w:tcPr>
            <w:tcW w:w="1116" w:type="dxa"/>
            <w:tcBorders>
              <w:top w:val="single" w:sz="4" w:space="0" w:color="auto"/>
              <w:left w:val="nil"/>
              <w:bottom w:val="single" w:sz="12" w:space="0" w:color="auto"/>
              <w:right w:val="nil"/>
            </w:tcBorders>
            <w:vAlign w:val="bottom"/>
            <w:hideMark/>
          </w:tcPr>
          <w:p w14:paraId="68E20A28" w14:textId="77777777" w:rsidR="005C1EDE" w:rsidRPr="00CC55A9" w:rsidRDefault="005C1EDE" w:rsidP="00DC460A">
            <w:pPr>
              <w:keepNext/>
              <w:keepLines/>
              <w:spacing w:before="80" w:after="80" w:line="200" w:lineRule="exact"/>
              <w:ind w:left="57"/>
              <w:rPr>
                <w:i/>
                <w:sz w:val="16"/>
                <w:szCs w:val="16"/>
              </w:rPr>
            </w:pPr>
            <w:r w:rsidRPr="00CC55A9">
              <w:rPr>
                <w:i/>
                <w:sz w:val="16"/>
                <w:szCs w:val="16"/>
              </w:rPr>
              <w:t>Formal proposal (ECE/TRANS/</w:t>
            </w:r>
            <w:r>
              <w:rPr>
                <w:i/>
                <w:sz w:val="16"/>
                <w:szCs w:val="16"/>
              </w:rPr>
              <w:br/>
            </w:r>
            <w:r w:rsidRPr="00CC55A9">
              <w:rPr>
                <w:i/>
                <w:sz w:val="16"/>
                <w:szCs w:val="16"/>
              </w:rPr>
              <w:t>WP.29/…)/</w:t>
            </w:r>
          </w:p>
        </w:tc>
        <w:tc>
          <w:tcPr>
            <w:tcW w:w="1763" w:type="dxa"/>
            <w:tcBorders>
              <w:top w:val="single" w:sz="4" w:space="0" w:color="auto"/>
              <w:left w:val="nil"/>
              <w:bottom w:val="single" w:sz="12" w:space="0" w:color="auto"/>
              <w:right w:val="nil"/>
            </w:tcBorders>
            <w:vAlign w:val="bottom"/>
            <w:hideMark/>
          </w:tcPr>
          <w:p w14:paraId="42AC8AC8" w14:textId="77777777" w:rsidR="005C1EDE" w:rsidRPr="00CC55A9" w:rsidRDefault="005C1EDE" w:rsidP="00DC460A">
            <w:pPr>
              <w:keepNext/>
              <w:keepLines/>
              <w:spacing w:before="80" w:after="80" w:line="200" w:lineRule="exact"/>
              <w:ind w:right="13"/>
              <w:rPr>
                <w:i/>
                <w:sz w:val="16"/>
                <w:szCs w:val="16"/>
              </w:rPr>
            </w:pPr>
            <w:r w:rsidRPr="00CC55A9">
              <w:rPr>
                <w:i/>
                <w:sz w:val="16"/>
                <w:szCs w:val="16"/>
              </w:rPr>
              <w:t xml:space="preserve">Proposal for a draft </w:t>
            </w:r>
            <w:r w:rsidRPr="00CC55A9">
              <w:rPr>
                <w:i/>
                <w:sz w:val="16"/>
                <w:szCs w:val="16"/>
              </w:rPr>
              <w:br/>
              <w:t>UN GTR (ECE/TRANS/WP.29</w:t>
            </w:r>
            <w:proofErr w:type="gramStart"/>
            <w:r w:rsidRPr="00CC55A9">
              <w:rPr>
                <w:i/>
                <w:sz w:val="16"/>
                <w:szCs w:val="16"/>
              </w:rPr>
              <w:t>/..</w:t>
            </w:r>
            <w:proofErr w:type="gramEnd"/>
            <w:r w:rsidRPr="00CC55A9">
              <w:rPr>
                <w:i/>
                <w:sz w:val="16"/>
                <w:szCs w:val="16"/>
              </w:rPr>
              <w:t>)</w:t>
            </w:r>
          </w:p>
        </w:tc>
        <w:tc>
          <w:tcPr>
            <w:tcW w:w="2366" w:type="dxa"/>
            <w:tcBorders>
              <w:top w:val="single" w:sz="4" w:space="0" w:color="auto"/>
              <w:left w:val="nil"/>
              <w:bottom w:val="single" w:sz="12" w:space="0" w:color="auto"/>
              <w:right w:val="nil"/>
            </w:tcBorders>
            <w:vAlign w:val="bottom"/>
            <w:hideMark/>
          </w:tcPr>
          <w:p w14:paraId="7054E3DC" w14:textId="77777777" w:rsidR="005C1EDE" w:rsidRPr="00CC55A9" w:rsidRDefault="005C1EDE" w:rsidP="00DC460A">
            <w:pPr>
              <w:keepNext/>
              <w:keepLines/>
              <w:spacing w:before="80" w:after="80" w:line="200" w:lineRule="exact"/>
              <w:ind w:right="113"/>
              <w:rPr>
                <w:i/>
                <w:sz w:val="16"/>
                <w:szCs w:val="16"/>
              </w:rPr>
            </w:pPr>
            <w:r w:rsidRPr="00CC55A9">
              <w:rPr>
                <w:i/>
                <w:sz w:val="16"/>
                <w:szCs w:val="16"/>
              </w:rPr>
              <w:t>State of play/Comments</w:t>
            </w:r>
          </w:p>
        </w:tc>
      </w:tr>
      <w:tr w:rsidR="005C1EDE" w:rsidRPr="00CC55A9" w14:paraId="025B692E" w14:textId="77777777" w:rsidTr="00DC460A">
        <w:trPr>
          <w:cantSplit/>
        </w:trPr>
        <w:tc>
          <w:tcPr>
            <w:tcW w:w="1475" w:type="dxa"/>
            <w:tcBorders>
              <w:top w:val="nil"/>
              <w:left w:val="nil"/>
              <w:bottom w:val="nil"/>
              <w:right w:val="nil"/>
            </w:tcBorders>
            <w:hideMark/>
          </w:tcPr>
          <w:p w14:paraId="05BB73DE" w14:textId="77777777" w:rsidR="005C1EDE" w:rsidRPr="00CC55A9" w:rsidRDefault="005C1EDE" w:rsidP="00DC460A">
            <w:pPr>
              <w:keepNext/>
              <w:keepLines/>
              <w:spacing w:before="40" w:after="120" w:line="220" w:lineRule="exact"/>
              <w:ind w:right="113"/>
            </w:pPr>
            <w:r w:rsidRPr="00CC55A9">
              <w:t>[Amend. 4] to UN GTR No. 2 (WMTC)</w:t>
            </w:r>
          </w:p>
        </w:tc>
        <w:tc>
          <w:tcPr>
            <w:tcW w:w="1502" w:type="dxa"/>
            <w:tcBorders>
              <w:top w:val="nil"/>
              <w:left w:val="nil"/>
              <w:bottom w:val="nil"/>
              <w:right w:val="nil"/>
            </w:tcBorders>
            <w:hideMark/>
          </w:tcPr>
          <w:p w14:paraId="0358AD12" w14:textId="77777777" w:rsidR="005C1EDE" w:rsidRPr="00CC55A9" w:rsidRDefault="005C1EDE" w:rsidP="00DC460A">
            <w:pPr>
              <w:keepNext/>
              <w:keepLines/>
              <w:spacing w:before="40" w:after="120" w:line="220" w:lineRule="exact"/>
              <w:ind w:right="57"/>
            </w:pPr>
            <w:r w:rsidRPr="00CC55A9">
              <w:t>Yes/European Union</w:t>
            </w:r>
            <w:r w:rsidRPr="00CC55A9">
              <w:br/>
              <w:t>(EPPR)</w:t>
            </w:r>
          </w:p>
        </w:tc>
        <w:tc>
          <w:tcPr>
            <w:tcW w:w="1417" w:type="dxa"/>
            <w:tcBorders>
              <w:top w:val="nil"/>
              <w:left w:val="nil"/>
              <w:bottom w:val="nil"/>
              <w:right w:val="nil"/>
            </w:tcBorders>
            <w:hideMark/>
          </w:tcPr>
          <w:p w14:paraId="7BF43F76" w14:textId="77777777" w:rsidR="005C1EDE" w:rsidRPr="00CC55A9" w:rsidRDefault="005C1EDE" w:rsidP="00DC460A">
            <w:pPr>
              <w:keepNext/>
              <w:keepLines/>
              <w:spacing w:before="40" w:after="120" w:line="220" w:lineRule="exact"/>
              <w:ind w:right="113"/>
            </w:pPr>
            <w:r w:rsidRPr="00CC55A9">
              <w:t>European Union</w:t>
            </w:r>
          </w:p>
        </w:tc>
        <w:tc>
          <w:tcPr>
            <w:tcW w:w="1116" w:type="dxa"/>
            <w:tcBorders>
              <w:top w:val="nil"/>
              <w:left w:val="nil"/>
              <w:bottom w:val="nil"/>
              <w:right w:val="nil"/>
            </w:tcBorders>
            <w:hideMark/>
          </w:tcPr>
          <w:p w14:paraId="64338D59" w14:textId="77777777" w:rsidR="005C1EDE" w:rsidRPr="00CC55A9" w:rsidRDefault="005C1EDE" w:rsidP="00DC460A">
            <w:pPr>
              <w:keepNext/>
              <w:keepLines/>
              <w:spacing w:before="40" w:after="120" w:line="220" w:lineRule="exact"/>
              <w:ind w:left="57" w:right="113"/>
            </w:pPr>
            <w:r w:rsidRPr="00CC55A9">
              <w:t>AC.3/36/</w:t>
            </w:r>
            <w:r w:rsidRPr="00CC55A9">
              <w:br/>
              <w:t>Rev.1 (based on 2015/113)</w:t>
            </w:r>
          </w:p>
        </w:tc>
        <w:tc>
          <w:tcPr>
            <w:tcW w:w="1763" w:type="dxa"/>
            <w:tcBorders>
              <w:top w:val="nil"/>
              <w:left w:val="nil"/>
              <w:bottom w:val="nil"/>
              <w:right w:val="nil"/>
            </w:tcBorders>
          </w:tcPr>
          <w:p w14:paraId="28C2765C" w14:textId="77777777" w:rsidR="005C1EDE" w:rsidRPr="00CC55A9" w:rsidRDefault="005C1EDE" w:rsidP="00DC460A">
            <w:pPr>
              <w:keepNext/>
              <w:keepLines/>
              <w:spacing w:before="40" w:after="120" w:line="220" w:lineRule="exact"/>
              <w:ind w:right="113"/>
            </w:pPr>
          </w:p>
        </w:tc>
        <w:tc>
          <w:tcPr>
            <w:tcW w:w="2366" w:type="dxa"/>
            <w:tcBorders>
              <w:top w:val="nil"/>
              <w:left w:val="nil"/>
              <w:bottom w:val="nil"/>
              <w:right w:val="nil"/>
            </w:tcBorders>
            <w:hideMark/>
          </w:tcPr>
          <w:p w14:paraId="474377E5" w14:textId="77777777" w:rsidR="005C1EDE" w:rsidRPr="00CC55A9" w:rsidRDefault="005C1EDE" w:rsidP="00DC460A">
            <w:pPr>
              <w:keepNext/>
              <w:keepLines/>
              <w:spacing w:before="40" w:after="120" w:line="220" w:lineRule="exact"/>
              <w:ind w:right="113"/>
            </w:pPr>
            <w:r w:rsidRPr="00CC55A9">
              <w:t>GRPE has endorsed the Amend. 4 at its May 2019 session.</w:t>
            </w:r>
          </w:p>
        </w:tc>
      </w:tr>
      <w:tr w:rsidR="005C1EDE" w:rsidRPr="00CC55A9" w14:paraId="7C5B1B2B" w14:textId="77777777" w:rsidTr="00DC460A">
        <w:trPr>
          <w:cantSplit/>
        </w:trPr>
        <w:tc>
          <w:tcPr>
            <w:tcW w:w="1475" w:type="dxa"/>
            <w:tcBorders>
              <w:top w:val="nil"/>
              <w:left w:val="nil"/>
              <w:bottom w:val="nil"/>
              <w:right w:val="nil"/>
            </w:tcBorders>
            <w:tcMar>
              <w:top w:w="0" w:type="dxa"/>
              <w:left w:w="0" w:type="dxa"/>
              <w:bottom w:w="0" w:type="dxa"/>
              <w:right w:w="113" w:type="dxa"/>
            </w:tcMar>
            <w:hideMark/>
          </w:tcPr>
          <w:p w14:paraId="07DECD26" w14:textId="77777777" w:rsidR="005C1EDE" w:rsidRPr="00CC55A9" w:rsidRDefault="005C1EDE" w:rsidP="00DC460A">
            <w:pPr>
              <w:spacing w:before="40" w:after="120" w:line="220" w:lineRule="exact"/>
              <w:rPr>
                <w:i/>
              </w:rPr>
            </w:pPr>
            <w:r w:rsidRPr="00CC55A9">
              <w:t xml:space="preserve">[Amend. 5] to </w:t>
            </w:r>
            <w:r w:rsidRPr="00CC55A9">
              <w:rPr>
                <w:spacing w:val="-2"/>
              </w:rPr>
              <w:t>UN GTR No. 15</w:t>
            </w:r>
            <w:r w:rsidRPr="00CC55A9">
              <w:t xml:space="preserve"> (WLTP)</w:t>
            </w:r>
          </w:p>
        </w:tc>
        <w:tc>
          <w:tcPr>
            <w:tcW w:w="1502" w:type="dxa"/>
            <w:tcBorders>
              <w:top w:val="nil"/>
              <w:left w:val="nil"/>
              <w:bottom w:val="nil"/>
              <w:right w:val="nil"/>
            </w:tcBorders>
            <w:tcMar>
              <w:top w:w="0" w:type="dxa"/>
              <w:left w:w="0" w:type="dxa"/>
              <w:bottom w:w="0" w:type="dxa"/>
              <w:right w:w="113" w:type="dxa"/>
            </w:tcMar>
            <w:hideMark/>
          </w:tcPr>
          <w:p w14:paraId="0970F092" w14:textId="77777777" w:rsidR="005C1EDE" w:rsidRPr="00CC55A9" w:rsidRDefault="005C1EDE" w:rsidP="00DC460A">
            <w:pPr>
              <w:spacing w:before="40" w:after="120" w:line="220" w:lineRule="exact"/>
              <w:ind w:right="113"/>
              <w:rPr>
                <w:i/>
              </w:rPr>
            </w:pPr>
            <w:r w:rsidRPr="00CC55A9">
              <w:t>Yes/</w:t>
            </w:r>
            <w:r w:rsidRPr="00CC55A9">
              <w:br/>
              <w:t>Netherlands</w:t>
            </w:r>
            <w:r w:rsidRPr="00CC55A9">
              <w:br/>
              <w:t>(WLTP)</w:t>
            </w:r>
          </w:p>
        </w:tc>
        <w:tc>
          <w:tcPr>
            <w:tcW w:w="1417" w:type="dxa"/>
            <w:tcBorders>
              <w:top w:val="nil"/>
              <w:left w:val="nil"/>
              <w:bottom w:val="nil"/>
              <w:right w:val="nil"/>
            </w:tcBorders>
            <w:tcMar>
              <w:top w:w="0" w:type="dxa"/>
              <w:left w:w="0" w:type="dxa"/>
              <w:bottom w:w="0" w:type="dxa"/>
              <w:right w:w="113" w:type="dxa"/>
            </w:tcMar>
            <w:hideMark/>
          </w:tcPr>
          <w:p w14:paraId="4CC9B944" w14:textId="77777777" w:rsidR="005C1EDE" w:rsidRPr="00CC55A9" w:rsidRDefault="005C1EDE" w:rsidP="00DC460A">
            <w:pPr>
              <w:spacing w:before="40" w:after="120" w:line="220" w:lineRule="exact"/>
              <w:ind w:right="113"/>
            </w:pPr>
            <w:r w:rsidRPr="00CC55A9">
              <w:t>European Union/</w:t>
            </w:r>
            <w:r w:rsidRPr="00CC55A9">
              <w:br/>
              <w:t>Japan</w:t>
            </w:r>
          </w:p>
        </w:tc>
        <w:tc>
          <w:tcPr>
            <w:tcW w:w="1116" w:type="dxa"/>
            <w:tcBorders>
              <w:top w:val="nil"/>
              <w:left w:val="nil"/>
              <w:bottom w:val="nil"/>
              <w:right w:val="nil"/>
            </w:tcBorders>
            <w:tcMar>
              <w:top w:w="0" w:type="dxa"/>
              <w:left w:w="0" w:type="dxa"/>
              <w:bottom w:w="0" w:type="dxa"/>
              <w:right w:w="113" w:type="dxa"/>
            </w:tcMar>
            <w:hideMark/>
          </w:tcPr>
          <w:p w14:paraId="71D5450A" w14:textId="77777777" w:rsidR="005C1EDE" w:rsidRPr="00CC55A9" w:rsidRDefault="005C1EDE" w:rsidP="00DC460A">
            <w:pPr>
              <w:spacing w:before="40" w:after="120" w:line="220" w:lineRule="exact"/>
              <w:ind w:left="57" w:right="113"/>
            </w:pPr>
            <w:r w:rsidRPr="00CC55A9">
              <w:t>AC.3/44 (based on 2016/73)</w:t>
            </w:r>
          </w:p>
        </w:tc>
        <w:tc>
          <w:tcPr>
            <w:tcW w:w="1763" w:type="dxa"/>
            <w:tcBorders>
              <w:top w:val="nil"/>
              <w:left w:val="nil"/>
              <w:bottom w:val="nil"/>
              <w:right w:val="nil"/>
            </w:tcBorders>
            <w:tcMar>
              <w:top w:w="0" w:type="dxa"/>
              <w:left w:w="0" w:type="dxa"/>
              <w:bottom w:w="0" w:type="dxa"/>
              <w:right w:w="113" w:type="dxa"/>
            </w:tcMar>
          </w:tcPr>
          <w:p w14:paraId="1DC673B1" w14:textId="77777777" w:rsidR="005C1EDE" w:rsidRPr="00CC55A9" w:rsidRDefault="005C1EDE" w:rsidP="00DC460A">
            <w:pPr>
              <w:spacing w:before="40" w:after="120" w:line="220" w:lineRule="exact"/>
              <w:ind w:right="113"/>
            </w:pPr>
          </w:p>
        </w:tc>
        <w:tc>
          <w:tcPr>
            <w:tcW w:w="2366" w:type="dxa"/>
            <w:tcBorders>
              <w:top w:val="nil"/>
              <w:left w:val="nil"/>
              <w:bottom w:val="nil"/>
              <w:right w:val="nil"/>
            </w:tcBorders>
            <w:tcMar>
              <w:top w:w="0" w:type="dxa"/>
              <w:left w:w="0" w:type="dxa"/>
              <w:bottom w:w="0" w:type="dxa"/>
              <w:right w:w="113" w:type="dxa"/>
            </w:tcMar>
            <w:hideMark/>
          </w:tcPr>
          <w:p w14:paraId="615105DF" w14:textId="77777777" w:rsidR="005C1EDE" w:rsidRPr="00CC55A9" w:rsidRDefault="005C1EDE" w:rsidP="00DC460A">
            <w:pPr>
              <w:spacing w:before="40" w:after="120" w:line="220" w:lineRule="exact"/>
              <w:ind w:right="113"/>
            </w:pPr>
            <w:r w:rsidRPr="00CC55A9">
              <w:t>AC.3 to vote during the June 2019 session.</w:t>
            </w:r>
          </w:p>
        </w:tc>
      </w:tr>
      <w:tr w:rsidR="005C1EDE" w:rsidRPr="00CC55A9" w14:paraId="19E676BD" w14:textId="77777777" w:rsidTr="00DC460A">
        <w:trPr>
          <w:cantSplit/>
        </w:trPr>
        <w:tc>
          <w:tcPr>
            <w:tcW w:w="1475" w:type="dxa"/>
            <w:tcBorders>
              <w:top w:val="nil"/>
              <w:left w:val="nil"/>
              <w:bottom w:val="nil"/>
              <w:right w:val="nil"/>
            </w:tcBorders>
            <w:tcMar>
              <w:top w:w="0" w:type="dxa"/>
              <w:left w:w="0" w:type="dxa"/>
              <w:bottom w:w="0" w:type="dxa"/>
              <w:right w:w="113" w:type="dxa"/>
            </w:tcMar>
            <w:hideMark/>
          </w:tcPr>
          <w:p w14:paraId="4E2E34AF" w14:textId="77777777" w:rsidR="005C1EDE" w:rsidRPr="00CC55A9" w:rsidRDefault="005C1EDE" w:rsidP="00DC460A">
            <w:pPr>
              <w:spacing w:before="40" w:after="120" w:line="220" w:lineRule="exact"/>
            </w:pPr>
            <w:r w:rsidRPr="00CC55A9">
              <w:t xml:space="preserve">[Amend 2] to </w:t>
            </w:r>
            <w:r w:rsidRPr="00CC55A9">
              <w:rPr>
                <w:spacing w:val="-2"/>
              </w:rPr>
              <w:t>UN GTR No. 19</w:t>
            </w:r>
            <w:r w:rsidRPr="00CC55A9">
              <w:t xml:space="preserve"> (WLTP EVAP)</w:t>
            </w:r>
          </w:p>
        </w:tc>
        <w:tc>
          <w:tcPr>
            <w:tcW w:w="1502" w:type="dxa"/>
            <w:tcBorders>
              <w:top w:val="nil"/>
              <w:left w:val="nil"/>
              <w:bottom w:val="nil"/>
              <w:right w:val="nil"/>
            </w:tcBorders>
            <w:tcMar>
              <w:top w:w="0" w:type="dxa"/>
              <w:left w:w="0" w:type="dxa"/>
              <w:bottom w:w="0" w:type="dxa"/>
              <w:right w:w="113" w:type="dxa"/>
            </w:tcMar>
            <w:hideMark/>
          </w:tcPr>
          <w:p w14:paraId="5DA80559" w14:textId="77777777" w:rsidR="005C1EDE" w:rsidRPr="00CC55A9" w:rsidRDefault="005C1EDE" w:rsidP="00DC460A">
            <w:pPr>
              <w:spacing w:before="40" w:after="120" w:line="220" w:lineRule="exact"/>
              <w:ind w:right="113"/>
            </w:pPr>
            <w:r w:rsidRPr="00CC55A9">
              <w:t>Yes</w:t>
            </w:r>
            <w:r w:rsidRPr="00CC55A9">
              <w:br/>
              <w:t>Netherlands</w:t>
            </w:r>
            <w:r w:rsidRPr="00CC55A9">
              <w:br/>
              <w:t>(WLTP)</w:t>
            </w:r>
          </w:p>
        </w:tc>
        <w:tc>
          <w:tcPr>
            <w:tcW w:w="1417" w:type="dxa"/>
            <w:tcBorders>
              <w:top w:val="nil"/>
              <w:left w:val="nil"/>
              <w:bottom w:val="nil"/>
              <w:right w:val="nil"/>
            </w:tcBorders>
            <w:tcMar>
              <w:top w:w="0" w:type="dxa"/>
              <w:left w:w="0" w:type="dxa"/>
              <w:bottom w:w="0" w:type="dxa"/>
              <w:right w:w="113" w:type="dxa"/>
            </w:tcMar>
            <w:hideMark/>
          </w:tcPr>
          <w:p w14:paraId="11E21721" w14:textId="77777777" w:rsidR="005C1EDE" w:rsidRPr="00CC55A9" w:rsidRDefault="005C1EDE" w:rsidP="00DC460A">
            <w:pPr>
              <w:spacing w:before="40" w:after="120" w:line="220" w:lineRule="exact"/>
              <w:ind w:right="113"/>
            </w:pPr>
            <w:r w:rsidRPr="00CC55A9">
              <w:t>European Union/</w:t>
            </w:r>
            <w:r w:rsidRPr="00CC55A9">
              <w:br/>
              <w:t>Japan</w:t>
            </w:r>
          </w:p>
        </w:tc>
        <w:tc>
          <w:tcPr>
            <w:tcW w:w="1116" w:type="dxa"/>
            <w:tcBorders>
              <w:top w:val="nil"/>
              <w:left w:val="nil"/>
              <w:bottom w:val="nil"/>
              <w:right w:val="nil"/>
            </w:tcBorders>
            <w:tcMar>
              <w:top w:w="0" w:type="dxa"/>
              <w:left w:w="0" w:type="dxa"/>
              <w:bottom w:w="0" w:type="dxa"/>
              <w:right w:w="113" w:type="dxa"/>
            </w:tcMar>
            <w:hideMark/>
          </w:tcPr>
          <w:p w14:paraId="299E00C4" w14:textId="77777777" w:rsidR="005C1EDE" w:rsidRPr="00CC55A9" w:rsidRDefault="005C1EDE" w:rsidP="00DC460A">
            <w:pPr>
              <w:spacing w:before="40" w:after="120" w:line="220" w:lineRule="exact"/>
              <w:ind w:left="57" w:right="113"/>
            </w:pPr>
            <w:r w:rsidRPr="00CC55A9">
              <w:t>AC.3/44 (based on 2016/73)</w:t>
            </w:r>
          </w:p>
        </w:tc>
        <w:tc>
          <w:tcPr>
            <w:tcW w:w="1763" w:type="dxa"/>
            <w:tcBorders>
              <w:top w:val="nil"/>
              <w:left w:val="nil"/>
              <w:bottom w:val="nil"/>
              <w:right w:val="nil"/>
            </w:tcBorders>
            <w:tcMar>
              <w:top w:w="0" w:type="dxa"/>
              <w:left w:w="0" w:type="dxa"/>
              <w:bottom w:w="0" w:type="dxa"/>
              <w:right w:w="113" w:type="dxa"/>
            </w:tcMar>
          </w:tcPr>
          <w:p w14:paraId="2D902663" w14:textId="77777777" w:rsidR="005C1EDE" w:rsidRPr="00CC55A9" w:rsidRDefault="005C1EDE" w:rsidP="00DC460A">
            <w:pPr>
              <w:spacing w:before="40" w:after="120" w:line="220" w:lineRule="exact"/>
              <w:ind w:right="113"/>
            </w:pPr>
          </w:p>
        </w:tc>
        <w:tc>
          <w:tcPr>
            <w:tcW w:w="2366" w:type="dxa"/>
            <w:tcBorders>
              <w:top w:val="nil"/>
              <w:left w:val="nil"/>
              <w:bottom w:val="nil"/>
              <w:right w:val="nil"/>
            </w:tcBorders>
            <w:tcMar>
              <w:top w:w="0" w:type="dxa"/>
              <w:left w:w="0" w:type="dxa"/>
              <w:bottom w:w="0" w:type="dxa"/>
              <w:right w:w="113" w:type="dxa"/>
            </w:tcMar>
            <w:hideMark/>
          </w:tcPr>
          <w:p w14:paraId="0E1D6CE0" w14:textId="77777777" w:rsidR="005C1EDE" w:rsidRPr="00CC55A9" w:rsidRDefault="005C1EDE" w:rsidP="00DC460A">
            <w:pPr>
              <w:spacing w:before="40" w:after="120" w:line="220" w:lineRule="exact"/>
              <w:ind w:right="113"/>
            </w:pPr>
            <w:r w:rsidRPr="00CC55A9">
              <w:t>AC.3 to vote during the June 2019 session</w:t>
            </w:r>
          </w:p>
        </w:tc>
      </w:tr>
      <w:tr w:rsidR="005C1EDE" w:rsidRPr="00CC55A9" w14:paraId="5D5AB48A" w14:textId="77777777" w:rsidTr="00DC460A">
        <w:trPr>
          <w:cantSplit/>
        </w:trPr>
        <w:tc>
          <w:tcPr>
            <w:tcW w:w="1475" w:type="dxa"/>
            <w:tcBorders>
              <w:top w:val="nil"/>
              <w:left w:val="nil"/>
              <w:bottom w:val="nil"/>
              <w:right w:val="nil"/>
            </w:tcBorders>
            <w:tcMar>
              <w:top w:w="0" w:type="dxa"/>
              <w:left w:w="0" w:type="dxa"/>
              <w:bottom w:w="0" w:type="dxa"/>
              <w:right w:w="113" w:type="dxa"/>
            </w:tcMar>
            <w:hideMark/>
          </w:tcPr>
          <w:p w14:paraId="3965EE54" w14:textId="77777777" w:rsidR="005C1EDE" w:rsidRPr="00CC55A9" w:rsidRDefault="005C1EDE" w:rsidP="00DC460A">
            <w:pPr>
              <w:spacing w:before="40" w:after="120" w:line="220" w:lineRule="exact"/>
              <w:ind w:right="113"/>
            </w:pPr>
            <w:r w:rsidRPr="00CC55A9">
              <w:lastRenderedPageBreak/>
              <w:t>Electric vehicles and the environment (EVE)</w:t>
            </w:r>
          </w:p>
        </w:tc>
        <w:tc>
          <w:tcPr>
            <w:tcW w:w="1502" w:type="dxa"/>
            <w:tcBorders>
              <w:top w:val="nil"/>
              <w:left w:val="nil"/>
              <w:bottom w:val="nil"/>
              <w:right w:val="nil"/>
            </w:tcBorders>
            <w:tcMar>
              <w:top w:w="0" w:type="dxa"/>
              <w:left w:w="0" w:type="dxa"/>
              <w:bottom w:w="0" w:type="dxa"/>
              <w:right w:w="113" w:type="dxa"/>
            </w:tcMar>
            <w:hideMark/>
          </w:tcPr>
          <w:p w14:paraId="1674D2CD" w14:textId="77777777" w:rsidR="005C1EDE" w:rsidRPr="00CC55A9" w:rsidRDefault="005C1EDE" w:rsidP="00DC460A">
            <w:pPr>
              <w:spacing w:before="40" w:after="120" w:line="220" w:lineRule="exact"/>
              <w:ind w:right="113"/>
            </w:pPr>
            <w:r w:rsidRPr="00CC55A9">
              <w:t>Yes/USA/ China/ Japan</w:t>
            </w:r>
          </w:p>
        </w:tc>
        <w:tc>
          <w:tcPr>
            <w:tcW w:w="1417" w:type="dxa"/>
            <w:tcBorders>
              <w:top w:val="nil"/>
              <w:left w:val="nil"/>
              <w:bottom w:val="nil"/>
              <w:right w:val="nil"/>
            </w:tcBorders>
            <w:tcMar>
              <w:top w:w="0" w:type="dxa"/>
              <w:left w:w="0" w:type="dxa"/>
              <w:bottom w:w="0" w:type="dxa"/>
              <w:right w:w="113" w:type="dxa"/>
            </w:tcMar>
            <w:hideMark/>
          </w:tcPr>
          <w:p w14:paraId="1AC7C47D" w14:textId="77777777" w:rsidR="005C1EDE" w:rsidRPr="00C76143" w:rsidRDefault="005C1EDE" w:rsidP="00DC460A">
            <w:pPr>
              <w:spacing w:before="40" w:after="120" w:line="220" w:lineRule="exact"/>
              <w:ind w:right="-115"/>
              <w:rPr>
                <w:lang w:val="es-ES"/>
              </w:rPr>
            </w:pPr>
            <w:proofErr w:type="spellStart"/>
            <w:r w:rsidRPr="00C76143">
              <w:rPr>
                <w:lang w:val="es-ES"/>
              </w:rPr>
              <w:t>Canada</w:t>
            </w:r>
            <w:proofErr w:type="spellEnd"/>
            <w:r w:rsidRPr="00C76143">
              <w:rPr>
                <w:lang w:val="es-ES"/>
              </w:rPr>
              <w:t>/</w:t>
            </w:r>
            <w:r w:rsidRPr="00C76143">
              <w:rPr>
                <w:lang w:val="es-ES"/>
              </w:rPr>
              <w:br/>
              <w:t>China/</w:t>
            </w:r>
            <w:proofErr w:type="spellStart"/>
            <w:r w:rsidRPr="00C76143">
              <w:rPr>
                <w:lang w:val="es-ES"/>
              </w:rPr>
              <w:t>European</w:t>
            </w:r>
            <w:proofErr w:type="spellEnd"/>
            <w:r w:rsidRPr="00C76143">
              <w:rPr>
                <w:lang w:val="es-ES"/>
              </w:rPr>
              <w:t xml:space="preserve"> </w:t>
            </w:r>
            <w:proofErr w:type="spellStart"/>
            <w:r w:rsidRPr="00C76143">
              <w:rPr>
                <w:lang w:val="es-ES"/>
              </w:rPr>
              <w:t>Union</w:t>
            </w:r>
            <w:proofErr w:type="spellEnd"/>
            <w:r w:rsidRPr="00C76143">
              <w:rPr>
                <w:lang w:val="es-ES"/>
              </w:rPr>
              <w:t>/</w:t>
            </w:r>
            <w:r w:rsidRPr="00C76143">
              <w:rPr>
                <w:lang w:val="es-ES"/>
              </w:rPr>
              <w:br/>
            </w:r>
            <w:proofErr w:type="spellStart"/>
            <w:r w:rsidRPr="00C76143">
              <w:rPr>
                <w:lang w:val="es-ES"/>
              </w:rPr>
              <w:t>Japan</w:t>
            </w:r>
            <w:proofErr w:type="spellEnd"/>
            <w:r w:rsidRPr="00C76143">
              <w:rPr>
                <w:lang w:val="es-ES"/>
              </w:rPr>
              <w:t>/USA</w:t>
            </w:r>
          </w:p>
        </w:tc>
        <w:tc>
          <w:tcPr>
            <w:tcW w:w="1116" w:type="dxa"/>
            <w:tcBorders>
              <w:top w:val="nil"/>
              <w:left w:val="nil"/>
              <w:bottom w:val="nil"/>
              <w:right w:val="nil"/>
            </w:tcBorders>
            <w:tcMar>
              <w:top w:w="0" w:type="dxa"/>
              <w:left w:w="0" w:type="dxa"/>
              <w:bottom w:w="0" w:type="dxa"/>
              <w:right w:w="113" w:type="dxa"/>
            </w:tcMar>
            <w:hideMark/>
          </w:tcPr>
          <w:p w14:paraId="7CC9A3DB" w14:textId="77777777" w:rsidR="005C1EDE" w:rsidRPr="00CC55A9" w:rsidRDefault="005C1EDE" w:rsidP="00DC460A">
            <w:pPr>
              <w:spacing w:before="40" w:after="120" w:line="220" w:lineRule="exact"/>
              <w:ind w:left="57" w:right="113"/>
            </w:pPr>
            <w:r w:rsidRPr="00CC55A9">
              <w:t>AC.3/46</w:t>
            </w:r>
            <w:r w:rsidRPr="00CC55A9">
              <w:br/>
              <w:t>(based on 2016/11)</w:t>
            </w:r>
          </w:p>
        </w:tc>
        <w:tc>
          <w:tcPr>
            <w:tcW w:w="1763" w:type="dxa"/>
            <w:tcBorders>
              <w:top w:val="nil"/>
              <w:left w:val="nil"/>
              <w:bottom w:val="nil"/>
              <w:right w:val="nil"/>
            </w:tcBorders>
            <w:tcMar>
              <w:top w:w="0" w:type="dxa"/>
              <w:left w:w="0" w:type="dxa"/>
              <w:bottom w:w="0" w:type="dxa"/>
              <w:right w:w="113" w:type="dxa"/>
            </w:tcMar>
          </w:tcPr>
          <w:p w14:paraId="5EA00E74" w14:textId="77777777" w:rsidR="005C1EDE" w:rsidRPr="00CC55A9" w:rsidRDefault="005C1EDE" w:rsidP="00DC460A">
            <w:pPr>
              <w:spacing w:before="40" w:after="120" w:line="220" w:lineRule="exact"/>
              <w:ind w:right="113"/>
            </w:pPr>
          </w:p>
        </w:tc>
        <w:tc>
          <w:tcPr>
            <w:tcW w:w="2366" w:type="dxa"/>
            <w:tcBorders>
              <w:top w:val="nil"/>
              <w:left w:val="nil"/>
              <w:bottom w:val="nil"/>
              <w:right w:val="nil"/>
            </w:tcBorders>
            <w:tcMar>
              <w:top w:w="0" w:type="dxa"/>
              <w:left w:w="0" w:type="dxa"/>
              <w:bottom w:w="0" w:type="dxa"/>
              <w:right w:w="113" w:type="dxa"/>
            </w:tcMar>
            <w:hideMark/>
          </w:tcPr>
          <w:p w14:paraId="3D5768C2" w14:textId="16526A80" w:rsidR="005C1EDE" w:rsidRPr="00CC55A9" w:rsidRDefault="005C1EDE" w:rsidP="00DC460A">
            <w:pPr>
              <w:spacing w:before="40" w:after="120" w:line="220" w:lineRule="exact"/>
              <w:ind w:right="113"/>
            </w:pPr>
            <w:r w:rsidRPr="00CC55A9">
              <w:t xml:space="preserve">GRPE was informed about the ongoing work by </w:t>
            </w:r>
            <w:r w:rsidR="00312AAE">
              <w:t>IWG</w:t>
            </w:r>
            <w:r w:rsidRPr="00CC55A9">
              <w:t xml:space="preserve"> on EVE as part B of the mandate. AC.3 agreed to establish a dedicated new UN GTR. Revision to AC.3/46 endorsed by GRPE in May 2019.</w:t>
            </w:r>
          </w:p>
        </w:tc>
      </w:tr>
      <w:tr w:rsidR="005C1EDE" w:rsidRPr="00CC55A9" w14:paraId="5910B0FB" w14:textId="77777777" w:rsidTr="00DC460A">
        <w:trPr>
          <w:cantSplit/>
        </w:trPr>
        <w:tc>
          <w:tcPr>
            <w:tcW w:w="1475" w:type="dxa"/>
            <w:tcBorders>
              <w:top w:val="nil"/>
              <w:left w:val="nil"/>
              <w:bottom w:val="single" w:sz="12" w:space="0" w:color="auto"/>
              <w:right w:val="nil"/>
            </w:tcBorders>
            <w:tcMar>
              <w:top w:w="0" w:type="dxa"/>
              <w:left w:w="0" w:type="dxa"/>
              <w:bottom w:w="0" w:type="dxa"/>
              <w:right w:w="113" w:type="dxa"/>
            </w:tcMar>
          </w:tcPr>
          <w:p w14:paraId="7BCCF8B5" w14:textId="77777777" w:rsidR="005C1EDE" w:rsidRPr="00CC55A9" w:rsidRDefault="005C1EDE" w:rsidP="00DC460A">
            <w:pPr>
              <w:spacing w:before="40" w:after="120" w:line="220" w:lineRule="exact"/>
              <w:ind w:right="113"/>
            </w:pPr>
            <w:r w:rsidRPr="00CC55A9">
              <w:t>Global Real Driving Emissions (RDE)</w:t>
            </w:r>
          </w:p>
        </w:tc>
        <w:tc>
          <w:tcPr>
            <w:tcW w:w="1502" w:type="dxa"/>
            <w:tcBorders>
              <w:top w:val="nil"/>
              <w:left w:val="nil"/>
              <w:bottom w:val="single" w:sz="12" w:space="0" w:color="auto"/>
              <w:right w:val="nil"/>
            </w:tcBorders>
            <w:tcMar>
              <w:top w:w="0" w:type="dxa"/>
              <w:left w:w="0" w:type="dxa"/>
              <w:bottom w:w="0" w:type="dxa"/>
              <w:right w:w="113" w:type="dxa"/>
            </w:tcMar>
          </w:tcPr>
          <w:p w14:paraId="016E2B26" w14:textId="77777777" w:rsidR="005C1EDE" w:rsidRPr="00CC55A9" w:rsidRDefault="005C1EDE" w:rsidP="00DC460A">
            <w:pPr>
              <w:spacing w:before="40" w:after="120" w:line="220" w:lineRule="exact"/>
              <w:ind w:right="113"/>
            </w:pPr>
            <w:r w:rsidRPr="00CC55A9">
              <w:t>Yes/European Union/ Japan/</w:t>
            </w:r>
            <w:r w:rsidRPr="00CC55A9">
              <w:br/>
              <w:t>Rep. of Korea</w:t>
            </w:r>
          </w:p>
        </w:tc>
        <w:tc>
          <w:tcPr>
            <w:tcW w:w="1417" w:type="dxa"/>
            <w:tcBorders>
              <w:top w:val="nil"/>
              <w:left w:val="nil"/>
              <w:bottom w:val="single" w:sz="12" w:space="0" w:color="auto"/>
              <w:right w:val="nil"/>
            </w:tcBorders>
            <w:tcMar>
              <w:top w:w="0" w:type="dxa"/>
              <w:left w:w="0" w:type="dxa"/>
              <w:bottom w:w="0" w:type="dxa"/>
              <w:right w:w="113" w:type="dxa"/>
            </w:tcMar>
          </w:tcPr>
          <w:p w14:paraId="7A79F9CA" w14:textId="77777777" w:rsidR="005C1EDE" w:rsidRPr="00CC55A9" w:rsidRDefault="005C1EDE" w:rsidP="00DC460A">
            <w:pPr>
              <w:spacing w:before="40" w:after="120" w:line="220" w:lineRule="exact"/>
              <w:ind w:right="-115"/>
            </w:pPr>
            <w:r w:rsidRPr="00CC55A9">
              <w:t>European Union/ Japan/</w:t>
            </w:r>
            <w:r w:rsidRPr="00CC55A9">
              <w:br/>
              <w:t>Rep. of Korea</w:t>
            </w:r>
          </w:p>
        </w:tc>
        <w:tc>
          <w:tcPr>
            <w:tcW w:w="1116" w:type="dxa"/>
            <w:tcBorders>
              <w:top w:val="nil"/>
              <w:left w:val="nil"/>
              <w:bottom w:val="single" w:sz="12" w:space="0" w:color="auto"/>
              <w:right w:val="nil"/>
            </w:tcBorders>
            <w:tcMar>
              <w:top w:w="0" w:type="dxa"/>
              <w:left w:w="0" w:type="dxa"/>
              <w:bottom w:w="0" w:type="dxa"/>
              <w:right w:w="113" w:type="dxa"/>
            </w:tcMar>
          </w:tcPr>
          <w:p w14:paraId="3470A1F0" w14:textId="77777777" w:rsidR="005C1EDE" w:rsidRPr="00CC55A9" w:rsidRDefault="005C1EDE" w:rsidP="00DC460A">
            <w:pPr>
              <w:spacing w:before="40" w:after="120" w:line="220" w:lineRule="exact"/>
              <w:ind w:left="57" w:right="113"/>
            </w:pPr>
            <w:r w:rsidRPr="00CC55A9">
              <w:t>AC.3/51</w:t>
            </w:r>
          </w:p>
        </w:tc>
        <w:tc>
          <w:tcPr>
            <w:tcW w:w="1763" w:type="dxa"/>
            <w:tcBorders>
              <w:top w:val="nil"/>
              <w:left w:val="nil"/>
              <w:bottom w:val="single" w:sz="12" w:space="0" w:color="auto"/>
              <w:right w:val="nil"/>
            </w:tcBorders>
            <w:tcMar>
              <w:top w:w="0" w:type="dxa"/>
              <w:left w:w="0" w:type="dxa"/>
              <w:bottom w:w="0" w:type="dxa"/>
              <w:right w:w="113" w:type="dxa"/>
            </w:tcMar>
          </w:tcPr>
          <w:p w14:paraId="60013440" w14:textId="77777777" w:rsidR="005C1EDE" w:rsidRPr="00CC55A9" w:rsidRDefault="005C1EDE" w:rsidP="00DC460A">
            <w:pPr>
              <w:spacing w:before="40" w:after="120" w:line="220" w:lineRule="exact"/>
              <w:ind w:right="113"/>
            </w:pPr>
          </w:p>
        </w:tc>
        <w:tc>
          <w:tcPr>
            <w:tcW w:w="2366" w:type="dxa"/>
            <w:tcBorders>
              <w:top w:val="nil"/>
              <w:left w:val="nil"/>
              <w:bottom w:val="single" w:sz="12" w:space="0" w:color="auto"/>
              <w:right w:val="nil"/>
            </w:tcBorders>
            <w:tcMar>
              <w:top w:w="0" w:type="dxa"/>
              <w:left w:w="0" w:type="dxa"/>
              <w:bottom w:w="0" w:type="dxa"/>
              <w:right w:w="113" w:type="dxa"/>
            </w:tcMar>
          </w:tcPr>
          <w:p w14:paraId="293E60B4" w14:textId="77777777" w:rsidR="005C1EDE" w:rsidRPr="00CC55A9" w:rsidRDefault="005C1EDE" w:rsidP="00DC460A">
            <w:pPr>
              <w:spacing w:before="40" w:after="120" w:line="220" w:lineRule="exact"/>
              <w:ind w:right="113"/>
            </w:pPr>
            <w:r w:rsidRPr="00CC55A9">
              <w:t xml:space="preserve">AC.3/51 amended by ECE/TRANS/WP.29/2019/72 to accommodate updated timeline. IWG </w:t>
            </w:r>
            <w:proofErr w:type="spellStart"/>
            <w:r w:rsidRPr="00CC55A9">
              <w:t>ToR</w:t>
            </w:r>
            <w:proofErr w:type="spellEnd"/>
            <w:r w:rsidRPr="00CC55A9">
              <w:t xml:space="preserve"> endorsed by GRPE in </w:t>
            </w:r>
            <w:proofErr w:type="spellStart"/>
            <w:r w:rsidRPr="00CC55A9">
              <w:t>Januray</w:t>
            </w:r>
            <w:proofErr w:type="spellEnd"/>
            <w:r w:rsidRPr="00CC55A9">
              <w:t xml:space="preserve"> 2019</w:t>
            </w:r>
          </w:p>
        </w:tc>
      </w:tr>
    </w:tbl>
    <w:p w14:paraId="706273FC" w14:textId="77777777" w:rsidR="005C1EDE" w:rsidRPr="00CC55A9" w:rsidRDefault="005C1EDE" w:rsidP="005C1EDE">
      <w:pPr>
        <w:keepNext/>
        <w:keepLines/>
        <w:spacing w:before="240" w:after="120" w:line="240" w:lineRule="exact"/>
        <w:ind w:right="1134"/>
        <w:rPr>
          <w:b/>
          <w:sz w:val="24"/>
          <w:szCs w:val="24"/>
        </w:rPr>
      </w:pPr>
      <w:r w:rsidRPr="00CC55A9">
        <w:rPr>
          <w:b/>
          <w:sz w:val="24"/>
          <w:szCs w:val="24"/>
        </w:rPr>
        <w:t>GRBP</w:t>
      </w:r>
    </w:p>
    <w:tbl>
      <w:tblPr>
        <w:tblW w:w="9639"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01"/>
        <w:gridCol w:w="1676"/>
        <w:gridCol w:w="1559"/>
        <w:gridCol w:w="974"/>
        <w:gridCol w:w="1870"/>
        <w:gridCol w:w="2259"/>
      </w:tblGrid>
      <w:tr w:rsidR="005C1EDE" w:rsidRPr="00CC55A9" w14:paraId="6ACB9980" w14:textId="77777777" w:rsidTr="00DC460A">
        <w:trPr>
          <w:tblHeader/>
        </w:trPr>
        <w:tc>
          <w:tcPr>
            <w:tcW w:w="1301" w:type="dxa"/>
            <w:tcBorders>
              <w:top w:val="single" w:sz="4" w:space="0" w:color="auto"/>
              <w:left w:val="nil"/>
              <w:bottom w:val="single" w:sz="12" w:space="0" w:color="auto"/>
              <w:right w:val="nil"/>
            </w:tcBorders>
            <w:vAlign w:val="bottom"/>
            <w:hideMark/>
          </w:tcPr>
          <w:p w14:paraId="0C086C7B" w14:textId="77777777" w:rsidR="005C1EDE" w:rsidRPr="00CC55A9" w:rsidRDefault="005C1EDE" w:rsidP="00DC460A">
            <w:pPr>
              <w:spacing w:before="80" w:after="80" w:line="200" w:lineRule="exact"/>
              <w:ind w:right="113"/>
              <w:rPr>
                <w:i/>
                <w:sz w:val="16"/>
                <w:szCs w:val="16"/>
              </w:rPr>
            </w:pPr>
            <w:r w:rsidRPr="00CC55A9">
              <w:rPr>
                <w:i/>
                <w:sz w:val="16"/>
                <w:szCs w:val="16"/>
              </w:rPr>
              <w:t>Item</w:t>
            </w:r>
          </w:p>
        </w:tc>
        <w:tc>
          <w:tcPr>
            <w:tcW w:w="1676" w:type="dxa"/>
            <w:tcBorders>
              <w:top w:val="single" w:sz="4" w:space="0" w:color="auto"/>
              <w:left w:val="nil"/>
              <w:bottom w:val="single" w:sz="12" w:space="0" w:color="auto"/>
              <w:right w:val="nil"/>
            </w:tcBorders>
            <w:vAlign w:val="bottom"/>
            <w:hideMark/>
          </w:tcPr>
          <w:p w14:paraId="3A366DBF" w14:textId="77777777" w:rsidR="005C1EDE" w:rsidRPr="00CC55A9" w:rsidRDefault="005C1EDE" w:rsidP="00DC460A">
            <w:pPr>
              <w:spacing w:before="80" w:after="80" w:line="200" w:lineRule="exact"/>
              <w:ind w:right="113"/>
              <w:rPr>
                <w:i/>
                <w:sz w:val="16"/>
                <w:szCs w:val="16"/>
              </w:rPr>
            </w:pPr>
            <w:r w:rsidRPr="00CC55A9">
              <w:rPr>
                <w:i/>
                <w:sz w:val="16"/>
                <w:szCs w:val="16"/>
              </w:rPr>
              <w:t xml:space="preserve">Informal group </w:t>
            </w:r>
            <w:r w:rsidRPr="00CC55A9">
              <w:rPr>
                <w:i/>
                <w:sz w:val="16"/>
                <w:szCs w:val="16"/>
              </w:rPr>
              <w:br/>
              <w:t>(Yes–No)/</w:t>
            </w:r>
            <w:r w:rsidRPr="00CC55A9">
              <w:rPr>
                <w:i/>
                <w:sz w:val="16"/>
                <w:szCs w:val="16"/>
              </w:rPr>
              <w:br/>
              <w:t>Chair &amp; Vice-Chair</w:t>
            </w:r>
          </w:p>
        </w:tc>
        <w:tc>
          <w:tcPr>
            <w:tcW w:w="1559" w:type="dxa"/>
            <w:tcBorders>
              <w:top w:val="single" w:sz="4" w:space="0" w:color="auto"/>
              <w:left w:val="nil"/>
              <w:bottom w:val="single" w:sz="12" w:space="0" w:color="auto"/>
              <w:right w:val="nil"/>
            </w:tcBorders>
            <w:vAlign w:val="bottom"/>
            <w:hideMark/>
          </w:tcPr>
          <w:p w14:paraId="551D01AA" w14:textId="77777777" w:rsidR="005C1EDE" w:rsidRPr="00CC55A9" w:rsidRDefault="005C1EDE" w:rsidP="00DC460A">
            <w:pPr>
              <w:spacing w:before="80" w:after="80" w:line="200" w:lineRule="exact"/>
              <w:ind w:right="113"/>
              <w:rPr>
                <w:i/>
                <w:sz w:val="16"/>
                <w:szCs w:val="16"/>
              </w:rPr>
            </w:pPr>
            <w:r w:rsidRPr="00CC55A9">
              <w:rPr>
                <w:i/>
                <w:sz w:val="16"/>
                <w:szCs w:val="16"/>
              </w:rPr>
              <w:t>Tech. sponsor</w:t>
            </w:r>
          </w:p>
        </w:tc>
        <w:tc>
          <w:tcPr>
            <w:tcW w:w="974" w:type="dxa"/>
            <w:tcBorders>
              <w:top w:val="single" w:sz="4" w:space="0" w:color="auto"/>
              <w:left w:val="nil"/>
              <w:bottom w:val="single" w:sz="12" w:space="0" w:color="auto"/>
              <w:right w:val="nil"/>
            </w:tcBorders>
            <w:vAlign w:val="bottom"/>
            <w:hideMark/>
          </w:tcPr>
          <w:p w14:paraId="54D5C952" w14:textId="77777777" w:rsidR="005C1EDE" w:rsidRPr="00CC55A9" w:rsidRDefault="005C1EDE" w:rsidP="00DC460A">
            <w:pPr>
              <w:spacing w:before="80" w:after="80" w:line="200" w:lineRule="exact"/>
              <w:rPr>
                <w:i/>
                <w:sz w:val="16"/>
                <w:szCs w:val="16"/>
              </w:rPr>
            </w:pPr>
            <w:r w:rsidRPr="00CC55A9">
              <w:rPr>
                <w:i/>
                <w:sz w:val="16"/>
                <w:szCs w:val="16"/>
              </w:rPr>
              <w:t>Formal proposal (ECE/TRANS/WP.29/…)/</w:t>
            </w:r>
          </w:p>
        </w:tc>
        <w:tc>
          <w:tcPr>
            <w:tcW w:w="1870" w:type="dxa"/>
            <w:tcBorders>
              <w:top w:val="single" w:sz="4" w:space="0" w:color="auto"/>
              <w:left w:val="nil"/>
              <w:bottom w:val="single" w:sz="12" w:space="0" w:color="auto"/>
              <w:right w:val="nil"/>
            </w:tcBorders>
            <w:vAlign w:val="bottom"/>
            <w:hideMark/>
          </w:tcPr>
          <w:p w14:paraId="28994494" w14:textId="77777777" w:rsidR="005C1EDE" w:rsidRPr="00CC55A9" w:rsidRDefault="005C1EDE" w:rsidP="00DC460A">
            <w:pPr>
              <w:spacing w:before="80" w:after="80" w:line="200" w:lineRule="exact"/>
              <w:ind w:right="-125"/>
              <w:rPr>
                <w:i/>
                <w:sz w:val="16"/>
                <w:szCs w:val="16"/>
              </w:rPr>
            </w:pPr>
            <w:r w:rsidRPr="00CC55A9">
              <w:rPr>
                <w:i/>
                <w:sz w:val="16"/>
                <w:szCs w:val="16"/>
              </w:rPr>
              <w:t xml:space="preserve">Proposal for a draft </w:t>
            </w:r>
            <w:r>
              <w:rPr>
                <w:i/>
                <w:sz w:val="16"/>
                <w:szCs w:val="16"/>
              </w:rPr>
              <w:br/>
            </w:r>
            <w:r w:rsidRPr="00CC55A9">
              <w:rPr>
                <w:i/>
                <w:sz w:val="16"/>
                <w:szCs w:val="16"/>
              </w:rPr>
              <w:t>UN GTR (ECE/TRANS/WP.29/...)</w:t>
            </w:r>
          </w:p>
        </w:tc>
        <w:tc>
          <w:tcPr>
            <w:tcW w:w="2259" w:type="dxa"/>
            <w:tcBorders>
              <w:top w:val="single" w:sz="4" w:space="0" w:color="auto"/>
              <w:left w:val="nil"/>
              <w:bottom w:val="single" w:sz="12" w:space="0" w:color="auto"/>
              <w:right w:val="nil"/>
            </w:tcBorders>
            <w:vAlign w:val="bottom"/>
            <w:hideMark/>
          </w:tcPr>
          <w:p w14:paraId="1AE8A9ED" w14:textId="77777777" w:rsidR="005C1EDE" w:rsidRPr="00CC55A9" w:rsidRDefault="005C1EDE" w:rsidP="00DC460A">
            <w:pPr>
              <w:spacing w:before="80" w:after="80" w:line="200" w:lineRule="exact"/>
              <w:ind w:right="113"/>
              <w:rPr>
                <w:i/>
                <w:sz w:val="16"/>
                <w:szCs w:val="16"/>
              </w:rPr>
            </w:pPr>
            <w:r w:rsidRPr="00CC55A9">
              <w:rPr>
                <w:i/>
                <w:sz w:val="16"/>
                <w:szCs w:val="16"/>
              </w:rPr>
              <w:t>State of play/Comments</w:t>
            </w:r>
          </w:p>
        </w:tc>
      </w:tr>
      <w:tr w:rsidR="005C1EDE" w:rsidRPr="00CC55A9" w14:paraId="0958F39A" w14:textId="77777777" w:rsidTr="00DC460A">
        <w:tc>
          <w:tcPr>
            <w:tcW w:w="1301" w:type="dxa"/>
            <w:tcBorders>
              <w:top w:val="single" w:sz="12" w:space="0" w:color="auto"/>
              <w:left w:val="nil"/>
              <w:bottom w:val="single" w:sz="4" w:space="0" w:color="auto"/>
              <w:right w:val="nil"/>
            </w:tcBorders>
            <w:hideMark/>
          </w:tcPr>
          <w:p w14:paraId="1FCCAA61" w14:textId="77777777" w:rsidR="005C1EDE" w:rsidRPr="00CC55A9" w:rsidRDefault="005C1EDE" w:rsidP="00DC460A">
            <w:pPr>
              <w:spacing w:before="40" w:after="120" w:line="220" w:lineRule="exact"/>
              <w:ind w:right="113"/>
            </w:pPr>
            <w:r w:rsidRPr="00CC55A9">
              <w:t>Quiet Road Transport Vehicle</w:t>
            </w:r>
          </w:p>
        </w:tc>
        <w:tc>
          <w:tcPr>
            <w:tcW w:w="1676" w:type="dxa"/>
            <w:tcBorders>
              <w:top w:val="single" w:sz="12" w:space="0" w:color="auto"/>
              <w:left w:val="nil"/>
              <w:bottom w:val="single" w:sz="4" w:space="0" w:color="auto"/>
              <w:right w:val="nil"/>
            </w:tcBorders>
            <w:hideMark/>
          </w:tcPr>
          <w:p w14:paraId="09B10DDA" w14:textId="77777777" w:rsidR="005C1EDE" w:rsidRPr="00CC55A9" w:rsidRDefault="005C1EDE" w:rsidP="00DC460A">
            <w:pPr>
              <w:spacing w:before="40" w:after="120" w:line="220" w:lineRule="exact"/>
              <w:ind w:right="113"/>
            </w:pPr>
            <w:r w:rsidRPr="00CC55A9">
              <w:t>Yes/USA</w:t>
            </w:r>
            <w:r w:rsidRPr="00CC55A9">
              <w:rPr>
                <w:b/>
              </w:rPr>
              <w:t>/</w:t>
            </w:r>
            <w:r w:rsidRPr="00CC55A9">
              <w:br/>
              <w:t>Japan</w:t>
            </w:r>
          </w:p>
        </w:tc>
        <w:tc>
          <w:tcPr>
            <w:tcW w:w="1559" w:type="dxa"/>
            <w:tcBorders>
              <w:top w:val="single" w:sz="12" w:space="0" w:color="auto"/>
              <w:left w:val="nil"/>
              <w:bottom w:val="single" w:sz="4" w:space="0" w:color="auto"/>
              <w:right w:val="nil"/>
            </w:tcBorders>
            <w:hideMark/>
          </w:tcPr>
          <w:p w14:paraId="686D2A07" w14:textId="77777777" w:rsidR="005C1EDE" w:rsidRPr="00CC55A9" w:rsidRDefault="005C1EDE" w:rsidP="00DC460A">
            <w:pPr>
              <w:spacing w:before="40" w:after="120" w:line="220" w:lineRule="exact"/>
              <w:ind w:right="19"/>
              <w:rPr>
                <w:i/>
              </w:rPr>
            </w:pPr>
            <w:r w:rsidRPr="00CC55A9">
              <w:t xml:space="preserve">European Union/Japan/ </w:t>
            </w:r>
            <w:r>
              <w:br/>
            </w:r>
            <w:r w:rsidRPr="00CC55A9">
              <w:t>USA</w:t>
            </w:r>
          </w:p>
        </w:tc>
        <w:tc>
          <w:tcPr>
            <w:tcW w:w="974" w:type="dxa"/>
            <w:tcBorders>
              <w:top w:val="single" w:sz="12" w:space="0" w:color="auto"/>
              <w:left w:val="nil"/>
              <w:bottom w:val="single" w:sz="4" w:space="0" w:color="auto"/>
              <w:right w:val="nil"/>
            </w:tcBorders>
            <w:hideMark/>
          </w:tcPr>
          <w:p w14:paraId="3EF23379" w14:textId="77777777" w:rsidR="005C1EDE" w:rsidRPr="00CC55A9" w:rsidRDefault="005C1EDE" w:rsidP="00DC460A">
            <w:pPr>
              <w:spacing w:before="40" w:after="120" w:line="220" w:lineRule="exact"/>
              <w:ind w:right="113"/>
            </w:pPr>
            <w:r w:rsidRPr="00CC55A9">
              <w:t>AC.3/33</w:t>
            </w:r>
            <w:r w:rsidRPr="00CC55A9">
              <w:br/>
              <w:t xml:space="preserve">(Including </w:t>
            </w:r>
            <w:proofErr w:type="spellStart"/>
            <w:r w:rsidRPr="00CC55A9">
              <w:t>ToR</w:t>
            </w:r>
            <w:proofErr w:type="spellEnd"/>
            <w:r w:rsidRPr="00CC55A9">
              <w:t>)</w:t>
            </w:r>
          </w:p>
        </w:tc>
        <w:tc>
          <w:tcPr>
            <w:tcW w:w="1870" w:type="dxa"/>
            <w:tcBorders>
              <w:top w:val="single" w:sz="12" w:space="0" w:color="auto"/>
              <w:left w:val="nil"/>
              <w:bottom w:val="single" w:sz="4" w:space="0" w:color="auto"/>
              <w:right w:val="nil"/>
            </w:tcBorders>
          </w:tcPr>
          <w:p w14:paraId="6CAD7621" w14:textId="77777777" w:rsidR="005C1EDE" w:rsidRPr="00CC55A9" w:rsidRDefault="005C1EDE" w:rsidP="00DC460A">
            <w:pPr>
              <w:spacing w:before="40" w:after="120" w:line="220" w:lineRule="exact"/>
              <w:ind w:right="113"/>
            </w:pPr>
          </w:p>
        </w:tc>
        <w:tc>
          <w:tcPr>
            <w:tcW w:w="2259" w:type="dxa"/>
            <w:tcBorders>
              <w:top w:val="single" w:sz="12" w:space="0" w:color="auto"/>
              <w:left w:val="nil"/>
              <w:bottom w:val="single" w:sz="4" w:space="0" w:color="auto"/>
              <w:right w:val="nil"/>
            </w:tcBorders>
            <w:hideMark/>
          </w:tcPr>
          <w:p w14:paraId="5599D3A3" w14:textId="77777777" w:rsidR="005C1EDE" w:rsidRPr="00CC55A9" w:rsidRDefault="005C1EDE" w:rsidP="00DC460A">
            <w:pPr>
              <w:spacing w:before="40" w:after="120" w:line="220" w:lineRule="exact"/>
              <w:ind w:right="113"/>
              <w:jc w:val="both"/>
            </w:pPr>
            <w:r w:rsidRPr="00CC55A9">
              <w:t xml:space="preserve">AC.3 expects a progress report of the ITWG on QRTV </w:t>
            </w:r>
          </w:p>
        </w:tc>
      </w:tr>
      <w:tr w:rsidR="005C1EDE" w:rsidRPr="00CC55A9" w14:paraId="578CB844" w14:textId="77777777" w:rsidTr="00DC460A">
        <w:tc>
          <w:tcPr>
            <w:tcW w:w="1301" w:type="dxa"/>
            <w:tcBorders>
              <w:top w:val="single" w:sz="4" w:space="0" w:color="auto"/>
              <w:left w:val="nil"/>
              <w:bottom w:val="single" w:sz="12" w:space="0" w:color="auto"/>
              <w:right w:val="nil"/>
            </w:tcBorders>
          </w:tcPr>
          <w:p w14:paraId="34861730" w14:textId="77777777" w:rsidR="005C1EDE" w:rsidRPr="00CC55A9" w:rsidRDefault="005C1EDE" w:rsidP="00DC460A">
            <w:pPr>
              <w:spacing w:before="40" w:after="120" w:line="220" w:lineRule="exact"/>
              <w:ind w:right="113"/>
            </w:pPr>
            <w:r w:rsidRPr="00CC55A9">
              <w:t>[Amendment 2] to UN GTR No. 16 (Tyres)</w:t>
            </w:r>
          </w:p>
        </w:tc>
        <w:tc>
          <w:tcPr>
            <w:tcW w:w="1676" w:type="dxa"/>
            <w:tcBorders>
              <w:top w:val="single" w:sz="4" w:space="0" w:color="auto"/>
              <w:left w:val="nil"/>
              <w:bottom w:val="single" w:sz="12" w:space="0" w:color="auto"/>
              <w:right w:val="nil"/>
            </w:tcBorders>
          </w:tcPr>
          <w:p w14:paraId="173467C7" w14:textId="77777777" w:rsidR="005C1EDE" w:rsidRPr="00CC55A9" w:rsidRDefault="005C1EDE" w:rsidP="00DC460A">
            <w:pPr>
              <w:spacing w:before="40" w:after="120" w:line="220" w:lineRule="exact"/>
              <w:ind w:right="113"/>
            </w:pPr>
            <w:r w:rsidRPr="00CC55A9">
              <w:t>Yes/Russian Federation</w:t>
            </w:r>
          </w:p>
          <w:p w14:paraId="507E00E1" w14:textId="77777777" w:rsidR="005C1EDE" w:rsidRPr="00CC55A9" w:rsidRDefault="005C1EDE" w:rsidP="00DC460A">
            <w:pPr>
              <w:spacing w:before="40" w:after="120" w:line="220" w:lineRule="exact"/>
              <w:ind w:right="113"/>
            </w:pPr>
          </w:p>
        </w:tc>
        <w:tc>
          <w:tcPr>
            <w:tcW w:w="1559" w:type="dxa"/>
            <w:tcBorders>
              <w:top w:val="single" w:sz="4" w:space="0" w:color="auto"/>
              <w:left w:val="nil"/>
              <w:bottom w:val="single" w:sz="12" w:space="0" w:color="auto"/>
              <w:right w:val="nil"/>
            </w:tcBorders>
          </w:tcPr>
          <w:p w14:paraId="0CF48B70" w14:textId="77777777" w:rsidR="005C1EDE" w:rsidRPr="00CC55A9" w:rsidRDefault="005C1EDE" w:rsidP="00DC460A">
            <w:pPr>
              <w:spacing w:before="40" w:after="120" w:line="220" w:lineRule="exact"/>
              <w:ind w:right="19"/>
            </w:pPr>
            <w:r w:rsidRPr="00CC55A9">
              <w:t xml:space="preserve">Russian </w:t>
            </w:r>
            <w:r>
              <w:br/>
            </w:r>
            <w:r w:rsidRPr="00CC55A9">
              <w:t>Federation</w:t>
            </w:r>
          </w:p>
        </w:tc>
        <w:tc>
          <w:tcPr>
            <w:tcW w:w="974" w:type="dxa"/>
            <w:tcBorders>
              <w:top w:val="single" w:sz="4" w:space="0" w:color="auto"/>
              <w:left w:val="nil"/>
              <w:bottom w:val="single" w:sz="12" w:space="0" w:color="auto"/>
              <w:right w:val="nil"/>
            </w:tcBorders>
          </w:tcPr>
          <w:p w14:paraId="1C95F70B" w14:textId="77777777" w:rsidR="005C1EDE" w:rsidRPr="00CC55A9" w:rsidRDefault="005C1EDE" w:rsidP="00DC460A">
            <w:pPr>
              <w:spacing w:before="40" w:after="120" w:line="220" w:lineRule="exact"/>
              <w:ind w:right="113"/>
            </w:pPr>
            <w:r w:rsidRPr="00CC55A9">
              <w:t>AC.3/48</w:t>
            </w:r>
          </w:p>
        </w:tc>
        <w:tc>
          <w:tcPr>
            <w:tcW w:w="1870" w:type="dxa"/>
            <w:tcBorders>
              <w:top w:val="single" w:sz="4" w:space="0" w:color="auto"/>
              <w:left w:val="nil"/>
              <w:bottom w:val="single" w:sz="12" w:space="0" w:color="auto"/>
              <w:right w:val="nil"/>
            </w:tcBorders>
          </w:tcPr>
          <w:p w14:paraId="4033330B" w14:textId="77777777" w:rsidR="005C1EDE" w:rsidRPr="00CC55A9" w:rsidRDefault="005C1EDE" w:rsidP="00DC460A">
            <w:pPr>
              <w:spacing w:before="40" w:after="120" w:line="220" w:lineRule="exact"/>
              <w:ind w:right="113"/>
            </w:pPr>
            <w:r w:rsidRPr="00CC55A9">
              <w:t>-</w:t>
            </w:r>
          </w:p>
        </w:tc>
        <w:tc>
          <w:tcPr>
            <w:tcW w:w="2259" w:type="dxa"/>
            <w:tcBorders>
              <w:top w:val="single" w:sz="4" w:space="0" w:color="auto"/>
              <w:left w:val="nil"/>
              <w:bottom w:val="single" w:sz="12" w:space="0" w:color="auto"/>
              <w:right w:val="nil"/>
            </w:tcBorders>
          </w:tcPr>
          <w:p w14:paraId="073A02DE" w14:textId="77777777" w:rsidR="005C1EDE" w:rsidRPr="00CC55A9" w:rsidRDefault="005C1EDE" w:rsidP="00DC460A">
            <w:pPr>
              <w:spacing w:before="40" w:after="120" w:line="220" w:lineRule="exact"/>
              <w:ind w:right="113"/>
              <w:jc w:val="both"/>
            </w:pPr>
            <w:r w:rsidRPr="00CC55A9">
              <w:t xml:space="preserve">This former GRRF activity has been transferred to GRBP. </w:t>
            </w:r>
          </w:p>
        </w:tc>
      </w:tr>
    </w:tbl>
    <w:p w14:paraId="4C85FCB1" w14:textId="77777777" w:rsidR="005C1EDE" w:rsidRPr="00CC55A9" w:rsidRDefault="005C1EDE" w:rsidP="005C1EDE">
      <w:pPr>
        <w:keepNext/>
        <w:keepLines/>
        <w:spacing w:before="240" w:after="120" w:line="240" w:lineRule="exact"/>
        <w:ind w:right="1134"/>
        <w:rPr>
          <w:b/>
          <w:sz w:val="24"/>
          <w:szCs w:val="24"/>
        </w:rPr>
      </w:pPr>
      <w:r w:rsidRPr="00CC55A9">
        <w:rPr>
          <w:b/>
          <w:sz w:val="24"/>
          <w:szCs w:val="24"/>
        </w:rPr>
        <w:t>GRSG</w:t>
      </w:r>
    </w:p>
    <w:tbl>
      <w:tblPr>
        <w:tblW w:w="9639"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01"/>
        <w:gridCol w:w="1676"/>
        <w:gridCol w:w="1701"/>
        <w:gridCol w:w="974"/>
        <w:gridCol w:w="1866"/>
        <w:gridCol w:w="2121"/>
      </w:tblGrid>
      <w:tr w:rsidR="005C1EDE" w:rsidRPr="00CC55A9" w14:paraId="4EB365F9" w14:textId="77777777" w:rsidTr="00DC460A">
        <w:trPr>
          <w:tblHeader/>
        </w:trPr>
        <w:tc>
          <w:tcPr>
            <w:tcW w:w="1301" w:type="dxa"/>
            <w:tcBorders>
              <w:top w:val="single" w:sz="4" w:space="0" w:color="auto"/>
              <w:left w:val="nil"/>
              <w:bottom w:val="single" w:sz="12" w:space="0" w:color="auto"/>
              <w:right w:val="nil"/>
            </w:tcBorders>
            <w:vAlign w:val="bottom"/>
            <w:hideMark/>
          </w:tcPr>
          <w:p w14:paraId="4B3BF308" w14:textId="77777777" w:rsidR="005C1EDE" w:rsidRPr="00CC55A9" w:rsidRDefault="005C1EDE" w:rsidP="00DC460A">
            <w:pPr>
              <w:keepNext/>
              <w:keepLines/>
              <w:spacing w:before="80" w:after="80" w:line="200" w:lineRule="exact"/>
              <w:ind w:right="113"/>
              <w:rPr>
                <w:i/>
                <w:sz w:val="16"/>
                <w:szCs w:val="16"/>
              </w:rPr>
            </w:pPr>
            <w:r w:rsidRPr="00CC55A9">
              <w:rPr>
                <w:i/>
                <w:sz w:val="16"/>
                <w:szCs w:val="16"/>
              </w:rPr>
              <w:t>Item</w:t>
            </w:r>
          </w:p>
        </w:tc>
        <w:tc>
          <w:tcPr>
            <w:tcW w:w="1676" w:type="dxa"/>
            <w:tcBorders>
              <w:top w:val="single" w:sz="4" w:space="0" w:color="auto"/>
              <w:left w:val="nil"/>
              <w:bottom w:val="single" w:sz="12" w:space="0" w:color="auto"/>
              <w:right w:val="nil"/>
            </w:tcBorders>
            <w:vAlign w:val="bottom"/>
            <w:hideMark/>
          </w:tcPr>
          <w:p w14:paraId="55E766DA" w14:textId="77777777" w:rsidR="005C1EDE" w:rsidRPr="00CC55A9" w:rsidRDefault="005C1EDE" w:rsidP="00DC460A">
            <w:pPr>
              <w:keepNext/>
              <w:keepLines/>
              <w:spacing w:before="80" w:after="80" w:line="200" w:lineRule="exact"/>
              <w:ind w:right="113"/>
              <w:rPr>
                <w:i/>
                <w:sz w:val="16"/>
                <w:szCs w:val="16"/>
              </w:rPr>
            </w:pPr>
            <w:r w:rsidRPr="00CC55A9">
              <w:rPr>
                <w:i/>
                <w:sz w:val="16"/>
                <w:szCs w:val="16"/>
              </w:rPr>
              <w:t xml:space="preserve">Informal group </w:t>
            </w:r>
            <w:r w:rsidRPr="00CC55A9">
              <w:rPr>
                <w:i/>
                <w:sz w:val="16"/>
                <w:szCs w:val="16"/>
              </w:rPr>
              <w:br/>
              <w:t>(Yes–No)/</w:t>
            </w:r>
            <w:r w:rsidRPr="00CC55A9">
              <w:rPr>
                <w:i/>
                <w:sz w:val="16"/>
                <w:szCs w:val="16"/>
              </w:rPr>
              <w:br/>
              <w:t>Chair &amp; Vice-Chair</w:t>
            </w:r>
          </w:p>
        </w:tc>
        <w:tc>
          <w:tcPr>
            <w:tcW w:w="1701" w:type="dxa"/>
            <w:tcBorders>
              <w:top w:val="single" w:sz="4" w:space="0" w:color="auto"/>
              <w:left w:val="nil"/>
              <w:bottom w:val="single" w:sz="12" w:space="0" w:color="auto"/>
              <w:right w:val="nil"/>
            </w:tcBorders>
            <w:vAlign w:val="bottom"/>
            <w:hideMark/>
          </w:tcPr>
          <w:p w14:paraId="29619715" w14:textId="77777777" w:rsidR="005C1EDE" w:rsidRPr="00CC55A9" w:rsidRDefault="005C1EDE" w:rsidP="00DC460A">
            <w:pPr>
              <w:keepNext/>
              <w:keepLines/>
              <w:spacing w:before="80" w:after="80" w:line="200" w:lineRule="exact"/>
              <w:ind w:right="113"/>
              <w:rPr>
                <w:i/>
                <w:sz w:val="16"/>
                <w:szCs w:val="16"/>
              </w:rPr>
            </w:pPr>
            <w:r w:rsidRPr="00CC55A9">
              <w:rPr>
                <w:i/>
                <w:sz w:val="16"/>
                <w:szCs w:val="16"/>
              </w:rPr>
              <w:t>Tech. sponsor</w:t>
            </w:r>
          </w:p>
        </w:tc>
        <w:tc>
          <w:tcPr>
            <w:tcW w:w="974" w:type="dxa"/>
            <w:tcBorders>
              <w:top w:val="single" w:sz="4" w:space="0" w:color="auto"/>
              <w:left w:val="nil"/>
              <w:bottom w:val="single" w:sz="12" w:space="0" w:color="auto"/>
              <w:right w:val="nil"/>
            </w:tcBorders>
            <w:vAlign w:val="bottom"/>
            <w:hideMark/>
          </w:tcPr>
          <w:p w14:paraId="1FEDCAF6" w14:textId="77777777" w:rsidR="005C1EDE" w:rsidRPr="00CC55A9" w:rsidRDefault="005C1EDE" w:rsidP="00DC460A">
            <w:pPr>
              <w:keepNext/>
              <w:keepLines/>
              <w:spacing w:before="80" w:after="80" w:line="200" w:lineRule="exact"/>
              <w:rPr>
                <w:i/>
                <w:sz w:val="16"/>
                <w:szCs w:val="16"/>
              </w:rPr>
            </w:pPr>
            <w:r w:rsidRPr="00CC55A9">
              <w:rPr>
                <w:i/>
                <w:sz w:val="16"/>
                <w:szCs w:val="16"/>
              </w:rPr>
              <w:t>Formal proposal (ECE/TRANS/WP.29/…)/</w:t>
            </w:r>
          </w:p>
        </w:tc>
        <w:tc>
          <w:tcPr>
            <w:tcW w:w="1866" w:type="dxa"/>
            <w:tcBorders>
              <w:top w:val="single" w:sz="4" w:space="0" w:color="auto"/>
              <w:left w:val="nil"/>
              <w:bottom w:val="single" w:sz="12" w:space="0" w:color="auto"/>
              <w:right w:val="nil"/>
            </w:tcBorders>
            <w:vAlign w:val="bottom"/>
            <w:hideMark/>
          </w:tcPr>
          <w:p w14:paraId="008FFA0A" w14:textId="77777777" w:rsidR="005C1EDE" w:rsidRPr="00CC55A9" w:rsidRDefault="005C1EDE" w:rsidP="00DC460A">
            <w:pPr>
              <w:keepNext/>
              <w:keepLines/>
              <w:spacing w:before="80" w:after="80" w:line="200" w:lineRule="exact"/>
              <w:ind w:right="-125"/>
              <w:rPr>
                <w:i/>
                <w:sz w:val="16"/>
                <w:szCs w:val="16"/>
              </w:rPr>
            </w:pPr>
            <w:r w:rsidRPr="00CC55A9">
              <w:rPr>
                <w:i/>
                <w:sz w:val="16"/>
                <w:szCs w:val="16"/>
              </w:rPr>
              <w:t>Proposal for a draft UN GTR (ECE/TRANS/WP.29/...)</w:t>
            </w:r>
          </w:p>
        </w:tc>
        <w:tc>
          <w:tcPr>
            <w:tcW w:w="2121" w:type="dxa"/>
            <w:tcBorders>
              <w:top w:val="single" w:sz="4" w:space="0" w:color="auto"/>
              <w:left w:val="nil"/>
              <w:bottom w:val="single" w:sz="12" w:space="0" w:color="auto"/>
              <w:right w:val="nil"/>
            </w:tcBorders>
            <w:vAlign w:val="bottom"/>
            <w:hideMark/>
          </w:tcPr>
          <w:p w14:paraId="2E780DBA" w14:textId="77777777" w:rsidR="005C1EDE" w:rsidRPr="00CC55A9" w:rsidRDefault="005C1EDE" w:rsidP="00DC460A">
            <w:pPr>
              <w:keepNext/>
              <w:keepLines/>
              <w:spacing w:before="80" w:after="80" w:line="200" w:lineRule="exact"/>
              <w:ind w:right="113"/>
              <w:rPr>
                <w:i/>
                <w:sz w:val="16"/>
                <w:szCs w:val="16"/>
              </w:rPr>
            </w:pPr>
            <w:r w:rsidRPr="00CC55A9">
              <w:rPr>
                <w:i/>
                <w:sz w:val="16"/>
                <w:szCs w:val="16"/>
              </w:rPr>
              <w:t>State of play/Comments</w:t>
            </w:r>
          </w:p>
        </w:tc>
      </w:tr>
      <w:tr w:rsidR="005C1EDE" w:rsidRPr="00CC55A9" w14:paraId="310AEC0B" w14:textId="77777777" w:rsidTr="00DC460A">
        <w:tc>
          <w:tcPr>
            <w:tcW w:w="1301" w:type="dxa"/>
            <w:tcBorders>
              <w:top w:val="single" w:sz="12" w:space="0" w:color="auto"/>
              <w:left w:val="nil"/>
              <w:bottom w:val="single" w:sz="4" w:space="0" w:color="auto"/>
              <w:right w:val="nil"/>
            </w:tcBorders>
            <w:hideMark/>
          </w:tcPr>
          <w:p w14:paraId="535BD8C9" w14:textId="77777777" w:rsidR="005C1EDE" w:rsidRPr="00CC55A9" w:rsidRDefault="005C1EDE" w:rsidP="00DC460A">
            <w:pPr>
              <w:spacing w:before="40" w:after="120" w:line="220" w:lineRule="exact"/>
            </w:pPr>
            <w:r w:rsidRPr="00CC55A9">
              <w:t>Panoramic Sunroof Glazing (PSG)</w:t>
            </w:r>
          </w:p>
        </w:tc>
        <w:tc>
          <w:tcPr>
            <w:tcW w:w="1676" w:type="dxa"/>
            <w:tcBorders>
              <w:top w:val="single" w:sz="12" w:space="0" w:color="auto"/>
              <w:left w:val="nil"/>
              <w:bottom w:val="single" w:sz="4" w:space="0" w:color="auto"/>
              <w:right w:val="nil"/>
            </w:tcBorders>
            <w:hideMark/>
          </w:tcPr>
          <w:p w14:paraId="05987894" w14:textId="77777777" w:rsidR="005C1EDE" w:rsidRPr="00CC55A9" w:rsidRDefault="005C1EDE" w:rsidP="00DC460A">
            <w:pPr>
              <w:spacing w:before="40" w:after="120" w:line="220" w:lineRule="exact"/>
            </w:pPr>
            <w:r w:rsidRPr="00CC55A9">
              <w:t>Yes/Rep. of Korea/ Germany</w:t>
            </w:r>
          </w:p>
        </w:tc>
        <w:tc>
          <w:tcPr>
            <w:tcW w:w="1701" w:type="dxa"/>
            <w:tcBorders>
              <w:top w:val="single" w:sz="12" w:space="0" w:color="auto"/>
              <w:left w:val="nil"/>
              <w:bottom w:val="single" w:sz="4" w:space="0" w:color="auto"/>
              <w:right w:val="nil"/>
            </w:tcBorders>
            <w:hideMark/>
          </w:tcPr>
          <w:p w14:paraId="45568C46" w14:textId="77777777" w:rsidR="005C1EDE" w:rsidRPr="00CC55A9" w:rsidRDefault="005C1EDE" w:rsidP="00DC460A">
            <w:pPr>
              <w:spacing w:before="40" w:after="120" w:line="220" w:lineRule="exact"/>
            </w:pPr>
            <w:r w:rsidRPr="00CC55A9">
              <w:t>Rep. of Korea</w:t>
            </w:r>
          </w:p>
        </w:tc>
        <w:tc>
          <w:tcPr>
            <w:tcW w:w="974" w:type="dxa"/>
            <w:tcBorders>
              <w:top w:val="single" w:sz="12" w:space="0" w:color="auto"/>
              <w:left w:val="nil"/>
              <w:bottom w:val="single" w:sz="4" w:space="0" w:color="auto"/>
              <w:right w:val="nil"/>
            </w:tcBorders>
            <w:hideMark/>
          </w:tcPr>
          <w:p w14:paraId="24503059" w14:textId="77777777" w:rsidR="005C1EDE" w:rsidRPr="00CC55A9" w:rsidRDefault="005C1EDE" w:rsidP="00DC460A">
            <w:pPr>
              <w:spacing w:before="40" w:after="120" w:line="220" w:lineRule="exact"/>
            </w:pPr>
            <w:r w:rsidRPr="00CC55A9">
              <w:t>AC.3/41</w:t>
            </w:r>
          </w:p>
        </w:tc>
        <w:tc>
          <w:tcPr>
            <w:tcW w:w="1866" w:type="dxa"/>
            <w:tcBorders>
              <w:top w:val="single" w:sz="12" w:space="0" w:color="auto"/>
              <w:left w:val="nil"/>
              <w:bottom w:val="single" w:sz="4" w:space="0" w:color="auto"/>
              <w:right w:val="nil"/>
            </w:tcBorders>
          </w:tcPr>
          <w:p w14:paraId="335B94C8" w14:textId="77777777" w:rsidR="005C1EDE" w:rsidRPr="00CC55A9" w:rsidRDefault="005C1EDE" w:rsidP="00DC460A">
            <w:pPr>
              <w:spacing w:before="40" w:after="120" w:line="220" w:lineRule="exact"/>
            </w:pPr>
          </w:p>
        </w:tc>
        <w:tc>
          <w:tcPr>
            <w:tcW w:w="2121" w:type="dxa"/>
            <w:tcBorders>
              <w:top w:val="single" w:sz="12" w:space="0" w:color="auto"/>
              <w:left w:val="nil"/>
              <w:bottom w:val="single" w:sz="4" w:space="0" w:color="auto"/>
              <w:right w:val="nil"/>
            </w:tcBorders>
            <w:hideMark/>
          </w:tcPr>
          <w:p w14:paraId="5B679D50" w14:textId="29F59386" w:rsidR="005C1EDE" w:rsidRPr="00CC55A9" w:rsidRDefault="005C1EDE" w:rsidP="00DC460A">
            <w:pPr>
              <w:spacing w:before="40" w:after="120" w:line="220" w:lineRule="exact"/>
            </w:pPr>
            <w:r w:rsidRPr="00CC55A9">
              <w:t xml:space="preserve">WP.29/AC.3 extended the mandate of </w:t>
            </w:r>
            <w:r w:rsidR="00312AAE">
              <w:t>IWG</w:t>
            </w:r>
            <w:r w:rsidRPr="00CC55A9">
              <w:t xml:space="preserve"> on PSG until April 2020. In the meantime, AC.3 established in the Global Registry Corrigendum 2 to UN GTR No. 6 (to clarify the scope).</w:t>
            </w:r>
          </w:p>
        </w:tc>
      </w:tr>
      <w:tr w:rsidR="005C1EDE" w:rsidRPr="00CC55A9" w14:paraId="2D5841E6" w14:textId="77777777" w:rsidTr="00DC460A">
        <w:tc>
          <w:tcPr>
            <w:tcW w:w="1301" w:type="dxa"/>
            <w:tcBorders>
              <w:top w:val="single" w:sz="4" w:space="0" w:color="auto"/>
              <w:left w:val="nil"/>
              <w:bottom w:val="single" w:sz="12" w:space="0" w:color="auto"/>
              <w:right w:val="nil"/>
            </w:tcBorders>
          </w:tcPr>
          <w:p w14:paraId="0B0E1DA4" w14:textId="77777777" w:rsidR="005C1EDE" w:rsidRPr="00CC55A9" w:rsidRDefault="005C1EDE" w:rsidP="00DC460A">
            <w:pPr>
              <w:spacing w:before="40" w:after="120" w:line="220" w:lineRule="exact"/>
            </w:pPr>
            <w:r w:rsidRPr="00CC55A9">
              <w:t>Amendments to UN GTR No.6 (Safety Glazing)</w:t>
            </w:r>
          </w:p>
        </w:tc>
        <w:tc>
          <w:tcPr>
            <w:tcW w:w="1676" w:type="dxa"/>
            <w:tcBorders>
              <w:top w:val="single" w:sz="4" w:space="0" w:color="auto"/>
              <w:left w:val="nil"/>
              <w:bottom w:val="single" w:sz="12" w:space="0" w:color="auto"/>
              <w:right w:val="nil"/>
            </w:tcBorders>
          </w:tcPr>
          <w:p w14:paraId="3793E688" w14:textId="77777777" w:rsidR="005C1EDE" w:rsidRPr="00CC55A9" w:rsidRDefault="005C1EDE" w:rsidP="00DC460A">
            <w:pPr>
              <w:spacing w:before="40" w:after="120" w:line="220" w:lineRule="exact"/>
              <w:jc w:val="center"/>
              <w:rPr>
                <w:i/>
                <w:iCs/>
              </w:rPr>
            </w:pPr>
            <w:r w:rsidRPr="00CC55A9">
              <w:rPr>
                <w:i/>
                <w:iCs/>
              </w:rPr>
              <w:t>No</w:t>
            </w:r>
          </w:p>
        </w:tc>
        <w:tc>
          <w:tcPr>
            <w:tcW w:w="1701" w:type="dxa"/>
            <w:tcBorders>
              <w:top w:val="single" w:sz="4" w:space="0" w:color="auto"/>
              <w:left w:val="nil"/>
              <w:bottom w:val="single" w:sz="12" w:space="0" w:color="auto"/>
              <w:right w:val="nil"/>
            </w:tcBorders>
          </w:tcPr>
          <w:p w14:paraId="3FFFD3F6" w14:textId="77777777" w:rsidR="005C1EDE" w:rsidRPr="00CC55A9" w:rsidRDefault="005C1EDE" w:rsidP="00DC460A">
            <w:pPr>
              <w:spacing w:before="40" w:after="120" w:line="220" w:lineRule="exact"/>
            </w:pPr>
            <w:r w:rsidRPr="00CC55A9">
              <w:t>India</w:t>
            </w:r>
          </w:p>
        </w:tc>
        <w:tc>
          <w:tcPr>
            <w:tcW w:w="974" w:type="dxa"/>
            <w:tcBorders>
              <w:top w:val="single" w:sz="4" w:space="0" w:color="auto"/>
              <w:left w:val="nil"/>
              <w:bottom w:val="single" w:sz="12" w:space="0" w:color="auto"/>
              <w:right w:val="nil"/>
            </w:tcBorders>
          </w:tcPr>
          <w:p w14:paraId="54735510" w14:textId="77777777" w:rsidR="005C1EDE" w:rsidRPr="00CC55A9" w:rsidRDefault="005C1EDE" w:rsidP="00DC460A">
            <w:pPr>
              <w:spacing w:before="40" w:after="120" w:line="220" w:lineRule="exact"/>
            </w:pPr>
            <w:r w:rsidRPr="00CC55A9">
              <w:t>AC.3/52</w:t>
            </w:r>
          </w:p>
        </w:tc>
        <w:tc>
          <w:tcPr>
            <w:tcW w:w="1866" w:type="dxa"/>
            <w:tcBorders>
              <w:top w:val="single" w:sz="4" w:space="0" w:color="auto"/>
              <w:left w:val="nil"/>
              <w:bottom w:val="single" w:sz="12" w:space="0" w:color="auto"/>
              <w:right w:val="nil"/>
            </w:tcBorders>
          </w:tcPr>
          <w:p w14:paraId="679338B4" w14:textId="77777777" w:rsidR="005C1EDE" w:rsidRPr="00CC55A9" w:rsidRDefault="005C1EDE" w:rsidP="00DC460A">
            <w:pPr>
              <w:spacing w:before="40" w:after="120" w:line="220" w:lineRule="exact"/>
            </w:pPr>
          </w:p>
        </w:tc>
        <w:tc>
          <w:tcPr>
            <w:tcW w:w="2121" w:type="dxa"/>
            <w:tcBorders>
              <w:top w:val="single" w:sz="4" w:space="0" w:color="auto"/>
              <w:left w:val="nil"/>
              <w:bottom w:val="single" w:sz="12" w:space="0" w:color="auto"/>
              <w:right w:val="nil"/>
            </w:tcBorders>
          </w:tcPr>
          <w:p w14:paraId="15F32ED4" w14:textId="77777777" w:rsidR="005C1EDE" w:rsidRPr="00CC55A9" w:rsidRDefault="005C1EDE" w:rsidP="00DC460A">
            <w:pPr>
              <w:spacing w:before="40" w:after="120" w:line="220" w:lineRule="exact"/>
            </w:pPr>
            <w:r w:rsidRPr="00CC55A9">
              <w:t>AC.3 endorsed the authorization (2018/167) to develop an amendment to UN GTR No. 6 on thinner laminated-glass panes for front of upper deck of double decked buses.</w:t>
            </w:r>
          </w:p>
        </w:tc>
      </w:tr>
    </w:tbl>
    <w:p w14:paraId="2DE4E7F4" w14:textId="77777777" w:rsidR="005C1EDE" w:rsidRPr="00CC55A9" w:rsidRDefault="005C1EDE" w:rsidP="005C1EDE">
      <w:pPr>
        <w:keepNext/>
        <w:keepLines/>
        <w:tabs>
          <w:tab w:val="right" w:pos="851"/>
        </w:tabs>
        <w:spacing w:before="240" w:after="120" w:line="240" w:lineRule="exact"/>
        <w:ind w:left="1134" w:right="1134" w:hanging="1134"/>
        <w:rPr>
          <w:b/>
          <w:sz w:val="24"/>
          <w:szCs w:val="24"/>
        </w:rPr>
      </w:pPr>
      <w:r w:rsidRPr="00CC55A9">
        <w:rPr>
          <w:b/>
          <w:sz w:val="24"/>
          <w:szCs w:val="24"/>
        </w:rPr>
        <w:lastRenderedPageBreak/>
        <w:t>Subjects for exchange of views</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86"/>
        <w:gridCol w:w="1248"/>
        <w:gridCol w:w="854"/>
        <w:gridCol w:w="1012"/>
        <w:gridCol w:w="1857"/>
        <w:gridCol w:w="3388"/>
      </w:tblGrid>
      <w:tr w:rsidR="005C1EDE" w:rsidRPr="00CC55A9" w14:paraId="6B84CF4D" w14:textId="77777777" w:rsidTr="00DC460A">
        <w:trPr>
          <w:cantSplit/>
          <w:tblHeader/>
        </w:trPr>
        <w:tc>
          <w:tcPr>
            <w:tcW w:w="1286" w:type="dxa"/>
            <w:tcBorders>
              <w:top w:val="single" w:sz="4" w:space="0" w:color="auto"/>
              <w:left w:val="nil"/>
              <w:bottom w:val="single" w:sz="12" w:space="0" w:color="auto"/>
              <w:right w:val="nil"/>
            </w:tcBorders>
            <w:vAlign w:val="bottom"/>
            <w:hideMark/>
          </w:tcPr>
          <w:p w14:paraId="41A3357C" w14:textId="77777777" w:rsidR="005C1EDE" w:rsidRPr="00CC55A9" w:rsidRDefault="005C1EDE" w:rsidP="00DC460A">
            <w:pPr>
              <w:keepNext/>
              <w:keepLines/>
              <w:spacing w:before="80" w:after="80" w:line="200" w:lineRule="exact"/>
              <w:ind w:right="113"/>
              <w:rPr>
                <w:i/>
                <w:sz w:val="16"/>
                <w:szCs w:val="16"/>
              </w:rPr>
            </w:pPr>
            <w:r w:rsidRPr="00CC55A9">
              <w:rPr>
                <w:i/>
                <w:sz w:val="16"/>
                <w:szCs w:val="16"/>
              </w:rPr>
              <w:t>Working Party</w:t>
            </w:r>
          </w:p>
        </w:tc>
        <w:tc>
          <w:tcPr>
            <w:tcW w:w="1248" w:type="dxa"/>
            <w:tcBorders>
              <w:top w:val="single" w:sz="4" w:space="0" w:color="auto"/>
              <w:left w:val="nil"/>
              <w:bottom w:val="single" w:sz="12" w:space="0" w:color="auto"/>
              <w:right w:val="nil"/>
            </w:tcBorders>
            <w:vAlign w:val="bottom"/>
            <w:hideMark/>
          </w:tcPr>
          <w:p w14:paraId="2D47B894" w14:textId="77777777" w:rsidR="005C1EDE" w:rsidRPr="00CC55A9" w:rsidRDefault="005C1EDE" w:rsidP="00DC460A">
            <w:pPr>
              <w:keepNext/>
              <w:keepLines/>
              <w:spacing w:before="80" w:after="80" w:line="200" w:lineRule="exact"/>
              <w:ind w:right="113"/>
              <w:rPr>
                <w:i/>
                <w:sz w:val="16"/>
                <w:szCs w:val="16"/>
              </w:rPr>
            </w:pPr>
            <w:r w:rsidRPr="00CC55A9">
              <w:rPr>
                <w:i/>
                <w:sz w:val="16"/>
                <w:szCs w:val="16"/>
              </w:rPr>
              <w:t>Item</w:t>
            </w:r>
          </w:p>
        </w:tc>
        <w:tc>
          <w:tcPr>
            <w:tcW w:w="854" w:type="dxa"/>
            <w:tcBorders>
              <w:top w:val="single" w:sz="4" w:space="0" w:color="auto"/>
              <w:left w:val="nil"/>
              <w:bottom w:val="single" w:sz="12" w:space="0" w:color="auto"/>
              <w:right w:val="nil"/>
            </w:tcBorders>
            <w:vAlign w:val="bottom"/>
            <w:hideMark/>
          </w:tcPr>
          <w:p w14:paraId="3380DA23" w14:textId="77777777" w:rsidR="005C1EDE" w:rsidRPr="00CC55A9" w:rsidRDefault="005C1EDE" w:rsidP="00DC460A">
            <w:pPr>
              <w:keepNext/>
              <w:keepLines/>
              <w:spacing w:before="80" w:after="80" w:line="200" w:lineRule="exact"/>
              <w:ind w:right="9"/>
              <w:rPr>
                <w:i/>
                <w:sz w:val="16"/>
                <w:szCs w:val="16"/>
              </w:rPr>
            </w:pPr>
            <w:r w:rsidRPr="00CC55A9">
              <w:rPr>
                <w:i/>
                <w:sz w:val="16"/>
                <w:szCs w:val="16"/>
              </w:rPr>
              <w:t xml:space="preserve">Inf. group </w:t>
            </w:r>
            <w:r w:rsidRPr="00CC55A9">
              <w:rPr>
                <w:i/>
                <w:sz w:val="16"/>
                <w:szCs w:val="16"/>
              </w:rPr>
              <w:br/>
              <w:t>(Yes–No)/</w:t>
            </w:r>
            <w:r w:rsidRPr="00CC55A9">
              <w:rPr>
                <w:i/>
                <w:sz w:val="16"/>
                <w:szCs w:val="16"/>
              </w:rPr>
              <w:br/>
              <w:t>Chair &amp; Vice-Chair</w:t>
            </w:r>
          </w:p>
        </w:tc>
        <w:tc>
          <w:tcPr>
            <w:tcW w:w="1012" w:type="dxa"/>
            <w:tcBorders>
              <w:top w:val="single" w:sz="4" w:space="0" w:color="auto"/>
              <w:left w:val="nil"/>
              <w:bottom w:val="single" w:sz="12" w:space="0" w:color="auto"/>
              <w:right w:val="nil"/>
            </w:tcBorders>
            <w:vAlign w:val="bottom"/>
            <w:hideMark/>
          </w:tcPr>
          <w:p w14:paraId="713D386B" w14:textId="77777777" w:rsidR="005C1EDE" w:rsidRPr="00CC55A9" w:rsidRDefault="005C1EDE" w:rsidP="00DC460A">
            <w:pPr>
              <w:keepNext/>
              <w:keepLines/>
              <w:spacing w:before="80" w:after="80" w:line="200" w:lineRule="exact"/>
              <w:ind w:left="-26" w:right="50" w:firstLine="48"/>
              <w:rPr>
                <w:i/>
                <w:sz w:val="16"/>
                <w:szCs w:val="16"/>
              </w:rPr>
            </w:pPr>
            <w:r w:rsidRPr="00CC55A9">
              <w:rPr>
                <w:i/>
                <w:sz w:val="16"/>
                <w:szCs w:val="16"/>
              </w:rPr>
              <w:t>Tech. sponsor</w:t>
            </w:r>
          </w:p>
        </w:tc>
        <w:tc>
          <w:tcPr>
            <w:tcW w:w="1857" w:type="dxa"/>
            <w:tcBorders>
              <w:top w:val="single" w:sz="4" w:space="0" w:color="auto"/>
              <w:left w:val="nil"/>
              <w:bottom w:val="single" w:sz="12" w:space="0" w:color="auto"/>
              <w:right w:val="nil"/>
            </w:tcBorders>
            <w:vAlign w:val="bottom"/>
            <w:hideMark/>
          </w:tcPr>
          <w:p w14:paraId="54AA5A8E" w14:textId="77777777" w:rsidR="005C1EDE" w:rsidRPr="00CC55A9" w:rsidRDefault="005C1EDE" w:rsidP="00DC460A">
            <w:pPr>
              <w:keepNext/>
              <w:keepLines/>
              <w:spacing w:before="80" w:after="80" w:line="200" w:lineRule="exact"/>
              <w:ind w:right="113"/>
              <w:rPr>
                <w:i/>
                <w:sz w:val="16"/>
                <w:szCs w:val="16"/>
              </w:rPr>
            </w:pPr>
            <w:r w:rsidRPr="00CC55A9">
              <w:rPr>
                <w:i/>
                <w:sz w:val="16"/>
                <w:szCs w:val="16"/>
              </w:rPr>
              <w:t>Formal proposal ECE/TRANS/WP.29/...</w:t>
            </w:r>
          </w:p>
        </w:tc>
        <w:tc>
          <w:tcPr>
            <w:tcW w:w="3388" w:type="dxa"/>
            <w:tcBorders>
              <w:top w:val="single" w:sz="4" w:space="0" w:color="auto"/>
              <w:left w:val="nil"/>
              <w:bottom w:val="single" w:sz="12" w:space="0" w:color="auto"/>
              <w:right w:val="nil"/>
            </w:tcBorders>
            <w:vAlign w:val="bottom"/>
            <w:hideMark/>
          </w:tcPr>
          <w:p w14:paraId="2660D2D4" w14:textId="77777777" w:rsidR="005C1EDE" w:rsidRPr="00CC55A9" w:rsidRDefault="005C1EDE" w:rsidP="00DC460A">
            <w:pPr>
              <w:keepNext/>
              <w:keepLines/>
              <w:spacing w:before="80" w:after="80" w:line="200" w:lineRule="exact"/>
              <w:ind w:right="113"/>
              <w:rPr>
                <w:i/>
                <w:sz w:val="16"/>
                <w:szCs w:val="16"/>
              </w:rPr>
            </w:pPr>
            <w:r w:rsidRPr="00CC55A9">
              <w:rPr>
                <w:i/>
                <w:sz w:val="16"/>
                <w:szCs w:val="16"/>
              </w:rPr>
              <w:t xml:space="preserve">State of play. </w:t>
            </w:r>
          </w:p>
        </w:tc>
      </w:tr>
      <w:tr w:rsidR="005C1EDE" w:rsidRPr="00CC55A9" w14:paraId="7CB7C892" w14:textId="77777777" w:rsidTr="00DC460A">
        <w:trPr>
          <w:cantSplit/>
          <w:trHeight w:val="506"/>
        </w:trPr>
        <w:tc>
          <w:tcPr>
            <w:tcW w:w="1286" w:type="dxa"/>
            <w:tcBorders>
              <w:top w:val="single" w:sz="12" w:space="0" w:color="auto"/>
              <w:left w:val="nil"/>
              <w:bottom w:val="nil"/>
              <w:right w:val="nil"/>
            </w:tcBorders>
            <w:hideMark/>
          </w:tcPr>
          <w:p w14:paraId="6111B754" w14:textId="77777777" w:rsidR="005C1EDE" w:rsidRPr="00CC55A9" w:rsidRDefault="005C1EDE" w:rsidP="00DC460A">
            <w:pPr>
              <w:keepNext/>
              <w:keepLines/>
              <w:spacing w:before="40" w:after="120" w:line="220" w:lineRule="exact"/>
              <w:ind w:right="113"/>
            </w:pPr>
            <w:r w:rsidRPr="00CC55A9">
              <w:t>GRSP</w:t>
            </w:r>
          </w:p>
        </w:tc>
        <w:tc>
          <w:tcPr>
            <w:tcW w:w="1248" w:type="dxa"/>
            <w:tcBorders>
              <w:top w:val="single" w:sz="12" w:space="0" w:color="auto"/>
              <w:left w:val="nil"/>
              <w:bottom w:val="nil"/>
              <w:right w:val="nil"/>
            </w:tcBorders>
            <w:hideMark/>
          </w:tcPr>
          <w:p w14:paraId="7FB3032E" w14:textId="77777777" w:rsidR="005C1EDE" w:rsidRPr="00CC55A9" w:rsidRDefault="005C1EDE" w:rsidP="00DC460A">
            <w:pPr>
              <w:keepNext/>
              <w:keepLines/>
              <w:spacing w:before="40" w:after="120" w:line="220" w:lineRule="exact"/>
              <w:ind w:right="113"/>
            </w:pPr>
            <w:r w:rsidRPr="00CC55A9">
              <w:t>Crash compatibility</w:t>
            </w:r>
          </w:p>
        </w:tc>
        <w:tc>
          <w:tcPr>
            <w:tcW w:w="854" w:type="dxa"/>
            <w:tcBorders>
              <w:top w:val="single" w:sz="12" w:space="0" w:color="auto"/>
              <w:left w:val="nil"/>
              <w:bottom w:val="nil"/>
              <w:right w:val="nil"/>
            </w:tcBorders>
            <w:hideMark/>
          </w:tcPr>
          <w:p w14:paraId="118DEA9C" w14:textId="77777777" w:rsidR="005C1EDE" w:rsidRPr="00CC55A9" w:rsidRDefault="005C1EDE" w:rsidP="00DC460A">
            <w:pPr>
              <w:keepNext/>
              <w:keepLines/>
              <w:spacing w:before="40" w:after="120" w:line="220" w:lineRule="exact"/>
              <w:ind w:right="113"/>
              <w:rPr>
                <w:i/>
              </w:rPr>
            </w:pPr>
            <w:r w:rsidRPr="00CC55A9">
              <w:rPr>
                <w:i/>
              </w:rPr>
              <w:t>No</w:t>
            </w:r>
          </w:p>
        </w:tc>
        <w:tc>
          <w:tcPr>
            <w:tcW w:w="1012" w:type="dxa"/>
            <w:tcBorders>
              <w:top w:val="single" w:sz="12" w:space="0" w:color="auto"/>
              <w:left w:val="nil"/>
              <w:bottom w:val="nil"/>
              <w:right w:val="nil"/>
            </w:tcBorders>
            <w:hideMark/>
          </w:tcPr>
          <w:p w14:paraId="0C6E0F8F" w14:textId="77777777" w:rsidR="005C1EDE" w:rsidRPr="00CC55A9" w:rsidRDefault="005C1EDE" w:rsidP="00DC460A">
            <w:pPr>
              <w:keepNext/>
              <w:keepLines/>
              <w:spacing w:before="40" w:after="120" w:line="220" w:lineRule="exact"/>
              <w:ind w:right="50" w:firstLine="48"/>
            </w:pPr>
            <w:r w:rsidRPr="00CC55A9">
              <w:t>No</w:t>
            </w:r>
          </w:p>
        </w:tc>
        <w:tc>
          <w:tcPr>
            <w:tcW w:w="1857" w:type="dxa"/>
            <w:tcBorders>
              <w:top w:val="single" w:sz="12" w:space="0" w:color="auto"/>
              <w:left w:val="nil"/>
              <w:bottom w:val="nil"/>
              <w:right w:val="nil"/>
            </w:tcBorders>
            <w:hideMark/>
          </w:tcPr>
          <w:p w14:paraId="75578CDB" w14:textId="77777777" w:rsidR="005C1EDE" w:rsidRPr="00CC55A9" w:rsidRDefault="005C1EDE" w:rsidP="00DC460A">
            <w:pPr>
              <w:keepNext/>
              <w:keepLines/>
              <w:spacing w:before="40" w:after="120" w:line="220" w:lineRule="exact"/>
              <w:ind w:right="113"/>
            </w:pPr>
            <w:r w:rsidRPr="00CC55A9">
              <w:t>---</w:t>
            </w:r>
          </w:p>
        </w:tc>
        <w:tc>
          <w:tcPr>
            <w:tcW w:w="3388" w:type="dxa"/>
            <w:tcBorders>
              <w:top w:val="single" w:sz="12" w:space="0" w:color="auto"/>
              <w:left w:val="nil"/>
              <w:bottom w:val="nil"/>
              <w:right w:val="nil"/>
            </w:tcBorders>
            <w:hideMark/>
          </w:tcPr>
          <w:p w14:paraId="3AC39855" w14:textId="77777777" w:rsidR="005C1EDE" w:rsidRPr="00CC55A9" w:rsidRDefault="005C1EDE" w:rsidP="00DC460A">
            <w:pPr>
              <w:keepNext/>
              <w:keepLines/>
              <w:spacing w:before="40" w:after="120" w:line="220" w:lineRule="exact"/>
              <w:ind w:right="113"/>
              <w:jc w:val="both"/>
            </w:pPr>
            <w:r w:rsidRPr="00CC55A9">
              <w:t>No new information was provided.</w:t>
            </w:r>
          </w:p>
        </w:tc>
      </w:tr>
      <w:tr w:rsidR="005C1EDE" w:rsidRPr="00CC55A9" w14:paraId="1D622737" w14:textId="77777777" w:rsidTr="00DC460A">
        <w:trPr>
          <w:cantSplit/>
          <w:trHeight w:val="882"/>
        </w:trPr>
        <w:tc>
          <w:tcPr>
            <w:tcW w:w="1286" w:type="dxa"/>
            <w:tcBorders>
              <w:top w:val="nil"/>
              <w:left w:val="nil"/>
              <w:bottom w:val="nil"/>
              <w:right w:val="nil"/>
            </w:tcBorders>
            <w:hideMark/>
          </w:tcPr>
          <w:p w14:paraId="3196851F" w14:textId="77777777" w:rsidR="005C1EDE" w:rsidRPr="00CC55A9" w:rsidRDefault="005C1EDE" w:rsidP="00DC460A">
            <w:pPr>
              <w:spacing w:before="40" w:after="120" w:line="220" w:lineRule="exact"/>
              <w:ind w:right="113"/>
            </w:pPr>
            <w:r w:rsidRPr="00CC55A9">
              <w:t>GRSP</w:t>
            </w:r>
          </w:p>
        </w:tc>
        <w:tc>
          <w:tcPr>
            <w:tcW w:w="1248" w:type="dxa"/>
            <w:tcBorders>
              <w:top w:val="nil"/>
              <w:left w:val="nil"/>
              <w:bottom w:val="nil"/>
              <w:right w:val="nil"/>
            </w:tcBorders>
            <w:hideMark/>
          </w:tcPr>
          <w:p w14:paraId="767DC84E" w14:textId="77777777" w:rsidR="005C1EDE" w:rsidRPr="00CC55A9" w:rsidRDefault="005C1EDE" w:rsidP="00DC460A">
            <w:pPr>
              <w:spacing w:before="40" w:after="120" w:line="220" w:lineRule="exact"/>
              <w:ind w:right="113"/>
            </w:pPr>
            <w:r w:rsidRPr="00CC55A9">
              <w:t>Harmonized side impact dummies</w:t>
            </w:r>
          </w:p>
        </w:tc>
        <w:tc>
          <w:tcPr>
            <w:tcW w:w="854" w:type="dxa"/>
            <w:tcBorders>
              <w:top w:val="nil"/>
              <w:left w:val="nil"/>
              <w:bottom w:val="nil"/>
              <w:right w:val="nil"/>
            </w:tcBorders>
            <w:hideMark/>
          </w:tcPr>
          <w:p w14:paraId="527A5491" w14:textId="77777777" w:rsidR="005C1EDE" w:rsidRPr="00CC55A9" w:rsidRDefault="005C1EDE" w:rsidP="00DC460A">
            <w:pPr>
              <w:spacing w:before="40" w:after="120" w:line="220" w:lineRule="exact"/>
              <w:ind w:right="113"/>
              <w:rPr>
                <w:i/>
              </w:rPr>
            </w:pPr>
            <w:r w:rsidRPr="00CC55A9">
              <w:rPr>
                <w:i/>
              </w:rPr>
              <w:t>Yes</w:t>
            </w:r>
          </w:p>
        </w:tc>
        <w:tc>
          <w:tcPr>
            <w:tcW w:w="1012" w:type="dxa"/>
            <w:tcBorders>
              <w:top w:val="nil"/>
              <w:left w:val="nil"/>
              <w:bottom w:val="nil"/>
              <w:right w:val="nil"/>
            </w:tcBorders>
            <w:hideMark/>
          </w:tcPr>
          <w:p w14:paraId="3A0B1ECF" w14:textId="77777777" w:rsidR="005C1EDE" w:rsidRPr="00CC55A9" w:rsidRDefault="005C1EDE" w:rsidP="00DC460A">
            <w:pPr>
              <w:spacing w:before="40" w:after="120" w:line="220" w:lineRule="exact"/>
              <w:ind w:right="50" w:firstLine="48"/>
            </w:pPr>
            <w:r w:rsidRPr="00CC55A9">
              <w:t>USA</w:t>
            </w:r>
          </w:p>
        </w:tc>
        <w:tc>
          <w:tcPr>
            <w:tcW w:w="1857" w:type="dxa"/>
            <w:tcBorders>
              <w:top w:val="nil"/>
              <w:left w:val="nil"/>
              <w:bottom w:val="nil"/>
              <w:right w:val="nil"/>
            </w:tcBorders>
            <w:hideMark/>
          </w:tcPr>
          <w:p w14:paraId="57A9C6C3" w14:textId="77777777" w:rsidR="005C1EDE" w:rsidRPr="00CC55A9" w:rsidRDefault="005C1EDE" w:rsidP="00DC460A">
            <w:pPr>
              <w:spacing w:before="40" w:after="120" w:line="220" w:lineRule="exact"/>
              <w:ind w:right="113"/>
            </w:pPr>
            <w:r w:rsidRPr="00CC55A9">
              <w:t>2010/88</w:t>
            </w:r>
            <w:r w:rsidRPr="00CC55A9">
              <w:br/>
              <w:t>(second progress report)</w:t>
            </w:r>
          </w:p>
        </w:tc>
        <w:tc>
          <w:tcPr>
            <w:tcW w:w="3388" w:type="dxa"/>
            <w:tcBorders>
              <w:top w:val="nil"/>
              <w:left w:val="nil"/>
              <w:bottom w:val="nil"/>
              <w:right w:val="nil"/>
            </w:tcBorders>
            <w:hideMark/>
          </w:tcPr>
          <w:p w14:paraId="273AFF55" w14:textId="42B4C42A" w:rsidR="005C1EDE" w:rsidRPr="00CC55A9" w:rsidRDefault="005C1EDE" w:rsidP="00DC460A">
            <w:pPr>
              <w:spacing w:before="40" w:after="120" w:line="220" w:lineRule="exact"/>
              <w:ind w:right="113"/>
            </w:pPr>
            <w:r w:rsidRPr="00CC55A9">
              <w:t xml:space="preserve">AC.3 was informed on the progress made in relation to the 5th percentile female dummy and noted that a redesign of the dummy might be necessary. AC.3 extended the mandate of </w:t>
            </w:r>
            <w:r w:rsidR="00312AAE">
              <w:t>IWG</w:t>
            </w:r>
            <w:r w:rsidRPr="00CC55A9">
              <w:t xml:space="preserve"> until December 2017.</w:t>
            </w:r>
          </w:p>
        </w:tc>
      </w:tr>
      <w:tr w:rsidR="005C1EDE" w:rsidRPr="00CC55A9" w14:paraId="7AAED97D" w14:textId="77777777" w:rsidTr="00DC460A">
        <w:trPr>
          <w:cantSplit/>
          <w:trHeight w:val="570"/>
        </w:trPr>
        <w:tc>
          <w:tcPr>
            <w:tcW w:w="1286" w:type="dxa"/>
            <w:tcBorders>
              <w:top w:val="nil"/>
              <w:left w:val="nil"/>
              <w:bottom w:val="nil"/>
              <w:right w:val="nil"/>
            </w:tcBorders>
            <w:hideMark/>
          </w:tcPr>
          <w:p w14:paraId="59871975" w14:textId="77777777" w:rsidR="005C1EDE" w:rsidRPr="00CC55A9" w:rsidRDefault="005C1EDE" w:rsidP="00DC460A">
            <w:pPr>
              <w:spacing w:before="40" w:after="120" w:line="220" w:lineRule="exact"/>
              <w:ind w:right="113"/>
            </w:pPr>
            <w:r w:rsidRPr="00CC55A9">
              <w:t>WP.29</w:t>
            </w:r>
          </w:p>
        </w:tc>
        <w:tc>
          <w:tcPr>
            <w:tcW w:w="1248" w:type="dxa"/>
            <w:tcBorders>
              <w:top w:val="nil"/>
              <w:left w:val="nil"/>
              <w:bottom w:val="nil"/>
              <w:right w:val="nil"/>
            </w:tcBorders>
            <w:hideMark/>
          </w:tcPr>
          <w:p w14:paraId="2EE88B5A" w14:textId="77777777" w:rsidR="005C1EDE" w:rsidRPr="00CC55A9" w:rsidRDefault="005C1EDE" w:rsidP="00DC460A">
            <w:pPr>
              <w:spacing w:before="40" w:after="120" w:line="220" w:lineRule="exact"/>
              <w:ind w:right="113"/>
            </w:pPr>
            <w:r w:rsidRPr="00CC55A9">
              <w:t>ITS</w:t>
            </w:r>
          </w:p>
        </w:tc>
        <w:tc>
          <w:tcPr>
            <w:tcW w:w="854" w:type="dxa"/>
            <w:tcBorders>
              <w:top w:val="nil"/>
              <w:left w:val="nil"/>
              <w:bottom w:val="nil"/>
              <w:right w:val="nil"/>
            </w:tcBorders>
            <w:hideMark/>
          </w:tcPr>
          <w:p w14:paraId="2A36BA1D" w14:textId="77777777" w:rsidR="005C1EDE" w:rsidRPr="00CC55A9" w:rsidRDefault="005C1EDE" w:rsidP="00DC460A">
            <w:pPr>
              <w:spacing w:before="40" w:after="120" w:line="220" w:lineRule="exact"/>
              <w:ind w:right="113"/>
              <w:rPr>
                <w:i/>
              </w:rPr>
            </w:pPr>
            <w:r w:rsidRPr="00CC55A9">
              <w:rPr>
                <w:i/>
              </w:rPr>
              <w:t>No</w:t>
            </w:r>
          </w:p>
        </w:tc>
        <w:tc>
          <w:tcPr>
            <w:tcW w:w="1012" w:type="dxa"/>
            <w:tcBorders>
              <w:top w:val="nil"/>
              <w:left w:val="nil"/>
              <w:bottom w:val="nil"/>
              <w:right w:val="nil"/>
            </w:tcBorders>
            <w:hideMark/>
          </w:tcPr>
          <w:p w14:paraId="108EA9C7" w14:textId="77777777" w:rsidR="005C1EDE" w:rsidRPr="00CC55A9" w:rsidRDefault="005C1EDE" w:rsidP="00DC460A">
            <w:pPr>
              <w:spacing w:before="40" w:after="120" w:line="220" w:lineRule="exact"/>
              <w:ind w:right="50" w:firstLine="48"/>
            </w:pPr>
            <w:r w:rsidRPr="00CC55A9">
              <w:t>---</w:t>
            </w:r>
          </w:p>
        </w:tc>
        <w:tc>
          <w:tcPr>
            <w:tcW w:w="1857" w:type="dxa"/>
            <w:tcBorders>
              <w:top w:val="nil"/>
              <w:left w:val="nil"/>
              <w:bottom w:val="nil"/>
              <w:right w:val="nil"/>
            </w:tcBorders>
            <w:hideMark/>
          </w:tcPr>
          <w:p w14:paraId="4C13F675" w14:textId="77777777" w:rsidR="005C1EDE" w:rsidRPr="00CC55A9" w:rsidRDefault="005C1EDE" w:rsidP="00DC460A">
            <w:pPr>
              <w:spacing w:before="40" w:after="120" w:line="220" w:lineRule="exact"/>
              <w:ind w:right="113"/>
            </w:pPr>
            <w:r w:rsidRPr="00CC55A9">
              <w:t>---</w:t>
            </w:r>
          </w:p>
        </w:tc>
        <w:tc>
          <w:tcPr>
            <w:tcW w:w="3388" w:type="dxa"/>
            <w:tcBorders>
              <w:top w:val="nil"/>
              <w:left w:val="nil"/>
              <w:bottom w:val="nil"/>
              <w:right w:val="nil"/>
            </w:tcBorders>
            <w:hideMark/>
          </w:tcPr>
          <w:p w14:paraId="34E2C510" w14:textId="77777777" w:rsidR="005C1EDE" w:rsidRPr="00CC55A9" w:rsidRDefault="005C1EDE" w:rsidP="00DC460A">
            <w:pPr>
              <w:spacing w:before="40" w:after="120" w:line="220" w:lineRule="exact"/>
              <w:ind w:right="113"/>
              <w:jc w:val="both"/>
            </w:pPr>
            <w:r w:rsidRPr="00CC55A9">
              <w:t>No new information was provided to AC.3.</w:t>
            </w:r>
          </w:p>
        </w:tc>
      </w:tr>
      <w:tr w:rsidR="005C1EDE" w:rsidRPr="00CC55A9" w14:paraId="0EFD2971" w14:textId="77777777" w:rsidTr="00DC460A">
        <w:trPr>
          <w:cantSplit/>
          <w:trHeight w:val="1529"/>
        </w:trPr>
        <w:tc>
          <w:tcPr>
            <w:tcW w:w="1286" w:type="dxa"/>
            <w:tcBorders>
              <w:top w:val="nil"/>
              <w:left w:val="nil"/>
              <w:bottom w:val="single" w:sz="12" w:space="0" w:color="auto"/>
              <w:right w:val="nil"/>
            </w:tcBorders>
            <w:hideMark/>
          </w:tcPr>
          <w:p w14:paraId="20DA9915" w14:textId="77777777" w:rsidR="005C1EDE" w:rsidRPr="00CC55A9" w:rsidRDefault="005C1EDE" w:rsidP="00DC460A">
            <w:pPr>
              <w:spacing w:before="40" w:after="120" w:line="220" w:lineRule="exact"/>
              <w:ind w:right="113"/>
            </w:pPr>
            <w:r w:rsidRPr="00CC55A9">
              <w:t>WP.29</w:t>
            </w:r>
          </w:p>
        </w:tc>
        <w:tc>
          <w:tcPr>
            <w:tcW w:w="1248" w:type="dxa"/>
            <w:tcBorders>
              <w:top w:val="nil"/>
              <w:left w:val="nil"/>
              <w:bottom w:val="single" w:sz="12" w:space="0" w:color="auto"/>
              <w:right w:val="nil"/>
            </w:tcBorders>
            <w:hideMark/>
          </w:tcPr>
          <w:p w14:paraId="7D2F7A17" w14:textId="77777777" w:rsidR="005C1EDE" w:rsidRPr="00CC55A9" w:rsidRDefault="005C1EDE" w:rsidP="00DC460A">
            <w:pPr>
              <w:spacing w:before="40" w:after="120" w:line="220" w:lineRule="exact"/>
              <w:ind w:right="113"/>
            </w:pPr>
            <w:r w:rsidRPr="00CC55A9">
              <w:t xml:space="preserve">New technology not yet regulated </w:t>
            </w:r>
          </w:p>
        </w:tc>
        <w:tc>
          <w:tcPr>
            <w:tcW w:w="854" w:type="dxa"/>
            <w:tcBorders>
              <w:top w:val="nil"/>
              <w:left w:val="nil"/>
              <w:bottom w:val="single" w:sz="12" w:space="0" w:color="auto"/>
              <w:right w:val="nil"/>
            </w:tcBorders>
            <w:hideMark/>
          </w:tcPr>
          <w:p w14:paraId="216BBECA" w14:textId="77777777" w:rsidR="005C1EDE" w:rsidRPr="00CC55A9" w:rsidRDefault="005C1EDE" w:rsidP="00DC460A">
            <w:pPr>
              <w:spacing w:before="40" w:after="120" w:line="220" w:lineRule="exact"/>
              <w:ind w:right="113"/>
              <w:rPr>
                <w:i/>
              </w:rPr>
            </w:pPr>
            <w:r w:rsidRPr="00CC55A9">
              <w:rPr>
                <w:i/>
              </w:rPr>
              <w:t>No</w:t>
            </w:r>
          </w:p>
        </w:tc>
        <w:tc>
          <w:tcPr>
            <w:tcW w:w="1012" w:type="dxa"/>
            <w:tcBorders>
              <w:top w:val="nil"/>
              <w:left w:val="nil"/>
              <w:bottom w:val="single" w:sz="12" w:space="0" w:color="auto"/>
              <w:right w:val="nil"/>
            </w:tcBorders>
            <w:hideMark/>
          </w:tcPr>
          <w:p w14:paraId="3D831DBB" w14:textId="77777777" w:rsidR="005C1EDE" w:rsidRPr="00CC55A9" w:rsidRDefault="005C1EDE" w:rsidP="00DC460A">
            <w:pPr>
              <w:spacing w:before="40" w:after="120" w:line="220" w:lineRule="exact"/>
              <w:ind w:right="50" w:firstLine="48"/>
            </w:pPr>
            <w:r w:rsidRPr="00CC55A9">
              <w:t>No</w:t>
            </w:r>
          </w:p>
        </w:tc>
        <w:tc>
          <w:tcPr>
            <w:tcW w:w="1857" w:type="dxa"/>
            <w:tcBorders>
              <w:top w:val="nil"/>
              <w:left w:val="nil"/>
              <w:bottom w:val="single" w:sz="12" w:space="0" w:color="auto"/>
              <w:right w:val="nil"/>
            </w:tcBorders>
            <w:hideMark/>
          </w:tcPr>
          <w:p w14:paraId="6A185A4F" w14:textId="77777777" w:rsidR="005C1EDE" w:rsidRPr="00CC55A9" w:rsidRDefault="005C1EDE" w:rsidP="00DC460A">
            <w:pPr>
              <w:spacing w:before="40" w:after="120" w:line="220" w:lineRule="exact"/>
              <w:ind w:right="113"/>
            </w:pPr>
            <w:r w:rsidRPr="00CC55A9">
              <w:t>---</w:t>
            </w:r>
          </w:p>
        </w:tc>
        <w:tc>
          <w:tcPr>
            <w:tcW w:w="3388" w:type="dxa"/>
            <w:tcBorders>
              <w:top w:val="nil"/>
              <w:left w:val="nil"/>
              <w:bottom w:val="single" w:sz="12" w:space="0" w:color="auto"/>
              <w:right w:val="nil"/>
            </w:tcBorders>
            <w:hideMark/>
          </w:tcPr>
          <w:p w14:paraId="434D7E90" w14:textId="77777777" w:rsidR="005C1EDE" w:rsidRPr="00CC55A9" w:rsidRDefault="005C1EDE" w:rsidP="00DC460A">
            <w:pPr>
              <w:spacing w:before="40" w:after="120" w:line="220" w:lineRule="exact"/>
              <w:ind w:right="113"/>
            </w:pPr>
            <w:r w:rsidRPr="00CC55A9">
              <w:t>Exchange of views took place on priorities for work on new technologies including automated driving functionalities, in-vehicle communications, cyber security and data protection</w:t>
            </w:r>
          </w:p>
        </w:tc>
      </w:tr>
    </w:tbl>
    <w:p w14:paraId="3B334496" w14:textId="77777777" w:rsidR="009B490A" w:rsidRPr="004E247F" w:rsidRDefault="009B490A" w:rsidP="009B490A">
      <w:pPr>
        <w:suppressAutoHyphens w:val="0"/>
        <w:spacing w:after="160" w:line="259" w:lineRule="auto"/>
        <w:rPr>
          <w:bCs/>
        </w:rPr>
      </w:pPr>
      <w:bookmarkStart w:id="89" w:name="_Hlk12557534"/>
      <w:r w:rsidRPr="00CC55A9">
        <w:br w:type="page"/>
      </w:r>
    </w:p>
    <w:p w14:paraId="38DAFE4B" w14:textId="35690EEA" w:rsidR="009B490A" w:rsidRDefault="009B490A" w:rsidP="009B490A">
      <w:pPr>
        <w:pStyle w:val="HChG"/>
        <w:spacing w:before="120"/>
        <w:ind w:left="1138" w:right="1138" w:hanging="1138"/>
      </w:pPr>
      <w:r w:rsidRPr="00CC55A9">
        <w:lastRenderedPageBreak/>
        <w:t>Annex III</w:t>
      </w:r>
    </w:p>
    <w:p w14:paraId="1A6DFFF3" w14:textId="0900D80F" w:rsidR="00E63F2C" w:rsidRPr="00E63F2C" w:rsidRDefault="00E63F2C" w:rsidP="00E63F2C">
      <w:pPr>
        <w:jc w:val="right"/>
      </w:pPr>
      <w:r>
        <w:t>[English only]</w:t>
      </w:r>
    </w:p>
    <w:p w14:paraId="1874817E" w14:textId="5CE6D039" w:rsidR="005C1EDE" w:rsidRDefault="009B490A" w:rsidP="009B490A">
      <w:pPr>
        <w:pStyle w:val="HChG"/>
      </w:pPr>
      <w:r>
        <w:tab/>
      </w:r>
      <w:r w:rsidR="00A02515">
        <w:tab/>
      </w:r>
      <w:r w:rsidR="005C1EDE" w:rsidRPr="00E866C2">
        <w:t xml:space="preserve">World Forum for Harmonization of Vehicle Regulations (WP.29): </w:t>
      </w:r>
      <w:r w:rsidR="005C1EDE" w:rsidRPr="00E866C2">
        <w:br/>
        <w:t xml:space="preserve">Working Parties, Informal Working Groups and Chairmanship </w:t>
      </w:r>
      <w:r w:rsidR="005C1EDE">
        <w:br/>
        <w:t>State of play of 1 November 2019</w:t>
      </w:r>
    </w:p>
    <w:tbl>
      <w:tblPr>
        <w:tblW w:w="9645"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697"/>
        <w:gridCol w:w="4080"/>
        <w:gridCol w:w="1590"/>
        <w:gridCol w:w="1726"/>
        <w:gridCol w:w="1552"/>
      </w:tblGrid>
      <w:tr w:rsidR="00A02515" w:rsidRPr="0077091D" w14:paraId="25216DDE" w14:textId="77777777" w:rsidTr="00DC460A">
        <w:trPr>
          <w:cantSplit/>
          <w:tblHeader/>
          <w:jc w:val="center"/>
        </w:trPr>
        <w:tc>
          <w:tcPr>
            <w:tcW w:w="0" w:type="auto"/>
            <w:tcBorders>
              <w:top w:val="single" w:sz="2" w:space="0" w:color="auto"/>
              <w:bottom w:val="single" w:sz="12" w:space="0" w:color="auto"/>
            </w:tcBorders>
            <w:vAlign w:val="bottom"/>
            <w:hideMark/>
          </w:tcPr>
          <w:p w14:paraId="3619877A" w14:textId="77777777" w:rsidR="00A02515" w:rsidRPr="0077091D" w:rsidRDefault="00A02515" w:rsidP="00DC460A">
            <w:pPr>
              <w:spacing w:before="80" w:after="80" w:line="200" w:lineRule="exact"/>
              <w:ind w:left="113" w:right="-57"/>
              <w:rPr>
                <w:i/>
                <w:sz w:val="16"/>
                <w:lang w:eastAsia="en-GB"/>
              </w:rPr>
            </w:pPr>
            <w:r w:rsidRPr="0077091D">
              <w:rPr>
                <w:i/>
                <w:sz w:val="16"/>
                <w:lang w:eastAsia="en-GB"/>
              </w:rPr>
              <w:t> </w:t>
            </w:r>
          </w:p>
        </w:tc>
        <w:tc>
          <w:tcPr>
            <w:tcW w:w="4080" w:type="dxa"/>
            <w:tcBorders>
              <w:top w:val="single" w:sz="2" w:space="0" w:color="auto"/>
              <w:bottom w:val="single" w:sz="12" w:space="0" w:color="auto"/>
            </w:tcBorders>
            <w:vAlign w:val="bottom"/>
            <w:hideMark/>
          </w:tcPr>
          <w:p w14:paraId="0C6F1350" w14:textId="77777777" w:rsidR="00A02515" w:rsidRPr="0077091D" w:rsidRDefault="00A02515" w:rsidP="00DC460A">
            <w:pPr>
              <w:spacing w:before="80" w:after="80" w:line="200" w:lineRule="exact"/>
              <w:ind w:left="113" w:right="-57"/>
              <w:rPr>
                <w:bCs/>
                <w:i/>
                <w:sz w:val="16"/>
                <w:lang w:eastAsia="en-GB"/>
              </w:rPr>
            </w:pPr>
            <w:r w:rsidRPr="0077091D">
              <w:rPr>
                <w:bCs/>
                <w:i/>
                <w:sz w:val="16"/>
                <w:lang w:eastAsia="en-GB"/>
              </w:rPr>
              <w:t>Working Parties and informal working groups</w:t>
            </w:r>
          </w:p>
        </w:tc>
        <w:tc>
          <w:tcPr>
            <w:tcW w:w="1590" w:type="dxa"/>
            <w:tcBorders>
              <w:top w:val="single" w:sz="2" w:space="0" w:color="auto"/>
              <w:bottom w:val="single" w:sz="12" w:space="0" w:color="auto"/>
            </w:tcBorders>
            <w:vAlign w:val="bottom"/>
            <w:hideMark/>
          </w:tcPr>
          <w:p w14:paraId="1C449C30" w14:textId="77777777" w:rsidR="00A02515" w:rsidRPr="0077091D" w:rsidRDefault="00A02515" w:rsidP="00DC460A">
            <w:pPr>
              <w:spacing w:before="80" w:after="80" w:line="200" w:lineRule="exact"/>
              <w:ind w:left="113" w:right="-57"/>
              <w:rPr>
                <w:bCs/>
                <w:i/>
                <w:sz w:val="16"/>
                <w:lang w:eastAsia="en-GB"/>
              </w:rPr>
            </w:pPr>
            <w:r w:rsidRPr="0077091D">
              <w:rPr>
                <w:bCs/>
                <w:i/>
                <w:sz w:val="16"/>
                <w:lang w:eastAsia="en-GB"/>
              </w:rPr>
              <w:t>Chair/</w:t>
            </w:r>
            <w:r>
              <w:rPr>
                <w:bCs/>
                <w:i/>
                <w:sz w:val="16"/>
                <w:lang w:eastAsia="en-GB"/>
              </w:rPr>
              <w:t>Co-Chairs</w:t>
            </w:r>
            <w:r w:rsidRPr="0077091D">
              <w:rPr>
                <w:bCs/>
                <w:i/>
                <w:sz w:val="16"/>
                <w:lang w:eastAsia="en-GB"/>
              </w:rPr>
              <w:br/>
              <w:t>Vice-Chair</w:t>
            </w:r>
          </w:p>
        </w:tc>
        <w:tc>
          <w:tcPr>
            <w:tcW w:w="1726" w:type="dxa"/>
            <w:tcBorders>
              <w:top w:val="single" w:sz="2" w:space="0" w:color="auto"/>
              <w:bottom w:val="single" w:sz="12" w:space="0" w:color="auto"/>
            </w:tcBorders>
            <w:vAlign w:val="bottom"/>
            <w:hideMark/>
          </w:tcPr>
          <w:p w14:paraId="0F2892CA" w14:textId="77777777" w:rsidR="00A02515" w:rsidRPr="0077091D" w:rsidRDefault="00A02515" w:rsidP="00DC460A">
            <w:pPr>
              <w:spacing w:before="80" w:after="80" w:line="200" w:lineRule="exact"/>
              <w:ind w:left="113" w:right="-57"/>
              <w:rPr>
                <w:bCs/>
                <w:i/>
                <w:sz w:val="16"/>
                <w:lang w:eastAsia="en-GB"/>
              </w:rPr>
            </w:pPr>
            <w:r w:rsidRPr="0077091D">
              <w:rPr>
                <w:bCs/>
                <w:i/>
                <w:sz w:val="16"/>
                <w:lang w:eastAsia="en-GB"/>
              </w:rPr>
              <w:t>Country</w:t>
            </w:r>
          </w:p>
        </w:tc>
        <w:tc>
          <w:tcPr>
            <w:tcW w:w="1552" w:type="dxa"/>
            <w:tcBorders>
              <w:top w:val="single" w:sz="2" w:space="0" w:color="auto"/>
              <w:bottom w:val="single" w:sz="12" w:space="0" w:color="auto"/>
            </w:tcBorders>
            <w:hideMark/>
          </w:tcPr>
          <w:p w14:paraId="22940F73" w14:textId="77777777" w:rsidR="00A02515" w:rsidRPr="0077091D" w:rsidRDefault="00A02515" w:rsidP="00DC460A">
            <w:pPr>
              <w:spacing w:before="80" w:after="80" w:line="200" w:lineRule="exact"/>
              <w:ind w:left="113" w:right="-57"/>
              <w:rPr>
                <w:bCs/>
                <w:i/>
                <w:sz w:val="16"/>
                <w:lang w:eastAsia="en-GB"/>
              </w:rPr>
            </w:pPr>
            <w:r w:rsidRPr="0077091D">
              <w:rPr>
                <w:bCs/>
                <w:i/>
                <w:sz w:val="16"/>
                <w:lang w:eastAsia="en-GB"/>
              </w:rPr>
              <w:t>Expiry date of the mandate</w:t>
            </w:r>
          </w:p>
        </w:tc>
      </w:tr>
      <w:tr w:rsidR="00A02515" w:rsidRPr="0077091D" w14:paraId="3786326D" w14:textId="77777777" w:rsidTr="00DC460A">
        <w:trPr>
          <w:cantSplit/>
          <w:jc w:val="center"/>
        </w:trPr>
        <w:tc>
          <w:tcPr>
            <w:tcW w:w="0" w:type="auto"/>
            <w:tcBorders>
              <w:top w:val="single" w:sz="12" w:space="0" w:color="auto"/>
            </w:tcBorders>
            <w:hideMark/>
          </w:tcPr>
          <w:p w14:paraId="0E80B53E" w14:textId="77777777" w:rsidR="00A02515" w:rsidRPr="0077091D" w:rsidRDefault="00A02515" w:rsidP="00DC460A">
            <w:pPr>
              <w:spacing w:before="40" w:after="120" w:line="220" w:lineRule="exact"/>
              <w:ind w:left="57"/>
              <w:rPr>
                <w:b/>
                <w:bCs/>
                <w:sz w:val="18"/>
                <w:szCs w:val="18"/>
                <w:lang w:eastAsia="en-GB"/>
              </w:rPr>
            </w:pPr>
            <w:r w:rsidRPr="0077091D">
              <w:rPr>
                <w:b/>
                <w:bCs/>
                <w:sz w:val="18"/>
                <w:szCs w:val="18"/>
                <w:lang w:eastAsia="en-GB"/>
              </w:rPr>
              <w:t>WP.29</w:t>
            </w:r>
          </w:p>
        </w:tc>
        <w:tc>
          <w:tcPr>
            <w:tcW w:w="4080" w:type="dxa"/>
            <w:tcBorders>
              <w:top w:val="single" w:sz="12" w:space="0" w:color="auto"/>
            </w:tcBorders>
            <w:hideMark/>
          </w:tcPr>
          <w:p w14:paraId="7AB5CBF5" w14:textId="77777777" w:rsidR="00A02515" w:rsidRPr="0077091D" w:rsidRDefault="00A02515" w:rsidP="00DC460A">
            <w:pPr>
              <w:spacing w:before="40" w:after="120" w:line="220" w:lineRule="exact"/>
              <w:ind w:left="57"/>
              <w:rPr>
                <w:b/>
                <w:bCs/>
                <w:sz w:val="18"/>
                <w:szCs w:val="18"/>
                <w:lang w:eastAsia="en-GB"/>
              </w:rPr>
            </w:pPr>
            <w:r w:rsidRPr="0077091D">
              <w:rPr>
                <w:b/>
                <w:bCs/>
                <w:sz w:val="18"/>
                <w:szCs w:val="18"/>
                <w:lang w:eastAsia="en-GB"/>
              </w:rPr>
              <w:t xml:space="preserve"> World Forum </w:t>
            </w:r>
          </w:p>
        </w:tc>
        <w:tc>
          <w:tcPr>
            <w:tcW w:w="1590" w:type="dxa"/>
            <w:tcBorders>
              <w:top w:val="single" w:sz="12" w:space="0" w:color="auto"/>
            </w:tcBorders>
            <w:hideMark/>
          </w:tcPr>
          <w:p w14:paraId="2B5E7E4D" w14:textId="77777777" w:rsidR="00A02515" w:rsidRPr="0077091D" w:rsidRDefault="00A02515" w:rsidP="00DC460A">
            <w:pPr>
              <w:spacing w:before="40" w:after="120" w:line="220" w:lineRule="exact"/>
              <w:ind w:left="57"/>
              <w:rPr>
                <w:b/>
                <w:bCs/>
                <w:sz w:val="18"/>
                <w:szCs w:val="18"/>
                <w:lang w:eastAsia="en-GB"/>
              </w:rPr>
            </w:pPr>
            <w:r w:rsidRPr="0077091D">
              <w:rPr>
                <w:b/>
                <w:bCs/>
                <w:sz w:val="18"/>
                <w:szCs w:val="18"/>
                <w:lang w:eastAsia="en-GB"/>
              </w:rPr>
              <w:t>Mr. B. Kisulenko Mr. A. Erario</w:t>
            </w:r>
          </w:p>
        </w:tc>
        <w:tc>
          <w:tcPr>
            <w:tcW w:w="1726" w:type="dxa"/>
            <w:tcBorders>
              <w:top w:val="single" w:sz="12" w:space="0" w:color="auto"/>
            </w:tcBorders>
            <w:hideMark/>
          </w:tcPr>
          <w:p w14:paraId="63201308" w14:textId="77777777" w:rsidR="00A02515" w:rsidRPr="0077091D" w:rsidRDefault="00A02515" w:rsidP="00DC460A">
            <w:pPr>
              <w:spacing w:before="40" w:after="120" w:line="220" w:lineRule="exact"/>
              <w:ind w:left="57"/>
              <w:rPr>
                <w:b/>
                <w:bCs/>
                <w:sz w:val="18"/>
                <w:szCs w:val="18"/>
                <w:lang w:eastAsia="en-GB"/>
              </w:rPr>
            </w:pPr>
            <w:r w:rsidRPr="0077091D">
              <w:rPr>
                <w:b/>
                <w:bCs/>
                <w:sz w:val="18"/>
                <w:szCs w:val="18"/>
                <w:lang w:eastAsia="en-GB"/>
              </w:rPr>
              <w:t>Russian Federation Italy</w:t>
            </w:r>
          </w:p>
        </w:tc>
        <w:tc>
          <w:tcPr>
            <w:tcW w:w="1552" w:type="dxa"/>
            <w:tcBorders>
              <w:top w:val="single" w:sz="12" w:space="0" w:color="auto"/>
            </w:tcBorders>
            <w:hideMark/>
          </w:tcPr>
          <w:p w14:paraId="6087098C" w14:textId="77777777" w:rsidR="00A02515" w:rsidRPr="0077091D" w:rsidRDefault="00A02515" w:rsidP="00DC460A">
            <w:pPr>
              <w:spacing w:before="40" w:after="120" w:line="220" w:lineRule="exact"/>
              <w:ind w:left="57"/>
              <w:rPr>
                <w:b/>
                <w:bCs/>
                <w:sz w:val="18"/>
                <w:szCs w:val="18"/>
                <w:lang w:eastAsia="en-GB"/>
              </w:rPr>
            </w:pPr>
            <w:r w:rsidRPr="0077091D">
              <w:rPr>
                <w:b/>
                <w:bCs/>
                <w:sz w:val="18"/>
                <w:szCs w:val="18"/>
                <w:lang w:eastAsia="en-GB"/>
              </w:rPr>
              <w:t>2020</w:t>
            </w:r>
          </w:p>
        </w:tc>
      </w:tr>
      <w:tr w:rsidR="00A02515" w:rsidRPr="0077091D" w14:paraId="338BC4B3" w14:textId="77777777" w:rsidTr="00DC460A">
        <w:trPr>
          <w:cantSplit/>
          <w:jc w:val="center"/>
        </w:trPr>
        <w:tc>
          <w:tcPr>
            <w:tcW w:w="0" w:type="auto"/>
          </w:tcPr>
          <w:p w14:paraId="32494F06" w14:textId="77777777" w:rsidR="00A02515" w:rsidRPr="0077091D" w:rsidRDefault="00A02515" w:rsidP="00DC460A">
            <w:pPr>
              <w:spacing w:before="40" w:after="120" w:line="220" w:lineRule="exact"/>
              <w:ind w:left="57"/>
              <w:rPr>
                <w:bCs/>
                <w:sz w:val="18"/>
                <w:szCs w:val="18"/>
                <w:lang w:eastAsia="en-GB"/>
              </w:rPr>
            </w:pPr>
          </w:p>
        </w:tc>
        <w:tc>
          <w:tcPr>
            <w:tcW w:w="4080" w:type="dxa"/>
            <w:hideMark/>
          </w:tcPr>
          <w:p w14:paraId="41696156"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Intelligent Transport Systems (ITS)</w:t>
            </w:r>
          </w:p>
        </w:tc>
        <w:tc>
          <w:tcPr>
            <w:tcW w:w="1590" w:type="dxa"/>
            <w:hideMark/>
          </w:tcPr>
          <w:p w14:paraId="02C7F703" w14:textId="77777777" w:rsidR="00A02515" w:rsidRPr="0077091D" w:rsidRDefault="00A02515" w:rsidP="00DC460A">
            <w:pPr>
              <w:spacing w:before="40" w:after="120" w:line="220" w:lineRule="exact"/>
              <w:ind w:left="57"/>
              <w:rPr>
                <w:sz w:val="18"/>
                <w:szCs w:val="18"/>
                <w:lang w:eastAsia="en-GB"/>
              </w:rPr>
            </w:pPr>
            <w:r>
              <w:rPr>
                <w:sz w:val="18"/>
                <w:szCs w:val="18"/>
                <w:lang w:eastAsia="en-GB"/>
              </w:rPr>
              <w:t>Ms. J. Doherty</w:t>
            </w:r>
            <w:r>
              <w:rPr>
                <w:sz w:val="18"/>
                <w:szCs w:val="18"/>
                <w:lang w:eastAsia="en-GB"/>
              </w:rPr>
              <w:br/>
            </w:r>
            <w:r w:rsidRPr="0077091D">
              <w:rPr>
                <w:sz w:val="18"/>
                <w:szCs w:val="18"/>
                <w:lang w:eastAsia="en-GB"/>
              </w:rPr>
              <w:t>Mr. H. Inomata</w:t>
            </w:r>
            <w:r w:rsidRPr="0077091D">
              <w:rPr>
                <w:sz w:val="18"/>
                <w:szCs w:val="18"/>
                <w:lang w:eastAsia="en-GB"/>
              </w:rPr>
              <w:br/>
              <w:t>Mr. I. Yarnold</w:t>
            </w:r>
          </w:p>
        </w:tc>
        <w:tc>
          <w:tcPr>
            <w:tcW w:w="1726" w:type="dxa"/>
            <w:hideMark/>
          </w:tcPr>
          <w:p w14:paraId="4C5BEE9A" w14:textId="77777777" w:rsidR="00A02515" w:rsidRPr="0077091D" w:rsidRDefault="00A02515" w:rsidP="00DC460A">
            <w:pPr>
              <w:spacing w:before="40" w:after="120" w:line="220" w:lineRule="exact"/>
              <w:ind w:left="57"/>
              <w:rPr>
                <w:sz w:val="18"/>
                <w:szCs w:val="18"/>
                <w:lang w:eastAsia="en-GB"/>
              </w:rPr>
            </w:pPr>
            <w:r>
              <w:rPr>
                <w:sz w:val="18"/>
                <w:szCs w:val="18"/>
                <w:lang w:eastAsia="en-GB"/>
              </w:rPr>
              <w:t>USA</w:t>
            </w:r>
            <w:r>
              <w:rPr>
                <w:sz w:val="18"/>
                <w:szCs w:val="18"/>
                <w:lang w:eastAsia="en-GB"/>
              </w:rPr>
              <w:br/>
            </w:r>
            <w:r w:rsidRPr="0077091D">
              <w:rPr>
                <w:sz w:val="18"/>
                <w:szCs w:val="18"/>
                <w:lang w:eastAsia="en-GB"/>
              </w:rPr>
              <w:t>Japan</w:t>
            </w:r>
            <w:r w:rsidRPr="0077091D">
              <w:rPr>
                <w:sz w:val="18"/>
                <w:szCs w:val="18"/>
                <w:lang w:eastAsia="en-GB"/>
              </w:rPr>
              <w:br/>
              <w:t>UK</w:t>
            </w:r>
          </w:p>
        </w:tc>
        <w:tc>
          <w:tcPr>
            <w:tcW w:w="1552" w:type="dxa"/>
            <w:hideMark/>
          </w:tcPr>
          <w:p w14:paraId="7DDD72D8" w14:textId="77777777" w:rsidR="00A02515" w:rsidRPr="0077091D" w:rsidRDefault="00A02515" w:rsidP="00DC460A">
            <w:pPr>
              <w:spacing w:before="40" w:after="120" w:line="220" w:lineRule="exact"/>
              <w:ind w:left="57"/>
              <w:rPr>
                <w:sz w:val="18"/>
                <w:szCs w:val="18"/>
                <w:lang w:eastAsia="en-GB"/>
              </w:rPr>
            </w:pPr>
            <w:r>
              <w:rPr>
                <w:sz w:val="18"/>
                <w:szCs w:val="18"/>
                <w:lang w:eastAsia="en-GB"/>
              </w:rPr>
              <w:t>November</w:t>
            </w:r>
            <w:r w:rsidRPr="0077091D">
              <w:rPr>
                <w:sz w:val="18"/>
                <w:szCs w:val="18"/>
                <w:lang w:eastAsia="en-GB"/>
              </w:rPr>
              <w:t xml:space="preserve"> 2020</w:t>
            </w:r>
          </w:p>
        </w:tc>
      </w:tr>
      <w:tr w:rsidR="00A02515" w:rsidRPr="0077091D" w14:paraId="2E621EAC" w14:textId="77777777" w:rsidTr="00DC460A">
        <w:trPr>
          <w:cantSplit/>
          <w:jc w:val="center"/>
        </w:trPr>
        <w:tc>
          <w:tcPr>
            <w:tcW w:w="0" w:type="auto"/>
          </w:tcPr>
          <w:p w14:paraId="1405E72A" w14:textId="77777777" w:rsidR="00A02515" w:rsidRPr="0077091D" w:rsidRDefault="00A02515" w:rsidP="00DC460A">
            <w:pPr>
              <w:spacing w:before="40" w:after="120" w:line="220" w:lineRule="exact"/>
              <w:ind w:left="57"/>
              <w:rPr>
                <w:bCs/>
                <w:sz w:val="18"/>
                <w:szCs w:val="18"/>
                <w:lang w:eastAsia="en-GB"/>
              </w:rPr>
            </w:pPr>
          </w:p>
        </w:tc>
        <w:tc>
          <w:tcPr>
            <w:tcW w:w="4080" w:type="dxa"/>
            <w:hideMark/>
          </w:tcPr>
          <w:p w14:paraId="4181EB75"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Electronic Database for the Exchange of Type Approval documentation (DETA)</w:t>
            </w:r>
          </w:p>
        </w:tc>
        <w:tc>
          <w:tcPr>
            <w:tcW w:w="1590" w:type="dxa"/>
            <w:hideMark/>
          </w:tcPr>
          <w:p w14:paraId="3032BFFF"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 xml:space="preserve">Mr. S. </w:t>
            </w:r>
            <w:proofErr w:type="spellStart"/>
            <w:r w:rsidRPr="0077091D">
              <w:rPr>
                <w:sz w:val="18"/>
                <w:szCs w:val="18"/>
                <w:lang w:eastAsia="en-GB"/>
              </w:rPr>
              <w:t>Paeslack</w:t>
            </w:r>
            <w:proofErr w:type="spellEnd"/>
          </w:p>
        </w:tc>
        <w:tc>
          <w:tcPr>
            <w:tcW w:w="1726" w:type="dxa"/>
            <w:hideMark/>
          </w:tcPr>
          <w:p w14:paraId="25FC60F8"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Germany</w:t>
            </w:r>
          </w:p>
        </w:tc>
        <w:tc>
          <w:tcPr>
            <w:tcW w:w="1552" w:type="dxa"/>
            <w:hideMark/>
          </w:tcPr>
          <w:p w14:paraId="5E20E0EF"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June 2019</w:t>
            </w:r>
          </w:p>
        </w:tc>
      </w:tr>
      <w:tr w:rsidR="00A02515" w:rsidRPr="0077091D" w14:paraId="2B4D0621" w14:textId="77777777" w:rsidTr="00DC460A">
        <w:trPr>
          <w:cantSplit/>
          <w:jc w:val="center"/>
        </w:trPr>
        <w:tc>
          <w:tcPr>
            <w:tcW w:w="0" w:type="auto"/>
          </w:tcPr>
          <w:p w14:paraId="053F6AE7" w14:textId="77777777" w:rsidR="00A02515" w:rsidRPr="0077091D" w:rsidRDefault="00A02515" w:rsidP="00DC460A">
            <w:pPr>
              <w:spacing w:before="40" w:after="120" w:line="220" w:lineRule="exact"/>
              <w:ind w:left="57"/>
              <w:rPr>
                <w:bCs/>
                <w:sz w:val="18"/>
                <w:szCs w:val="18"/>
                <w:lang w:eastAsia="en-GB"/>
              </w:rPr>
            </w:pPr>
          </w:p>
        </w:tc>
        <w:tc>
          <w:tcPr>
            <w:tcW w:w="4080" w:type="dxa"/>
            <w:hideMark/>
          </w:tcPr>
          <w:p w14:paraId="6CF4DF28"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International Whole Vehicle Type Approval (IWVTA)</w:t>
            </w:r>
          </w:p>
        </w:tc>
        <w:tc>
          <w:tcPr>
            <w:tcW w:w="1590" w:type="dxa"/>
            <w:hideMark/>
          </w:tcPr>
          <w:p w14:paraId="0921E710"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Mr. T. Onoda</w:t>
            </w:r>
          </w:p>
        </w:tc>
        <w:tc>
          <w:tcPr>
            <w:tcW w:w="1726" w:type="dxa"/>
            <w:hideMark/>
          </w:tcPr>
          <w:p w14:paraId="74AA0915"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Japan</w:t>
            </w:r>
          </w:p>
        </w:tc>
        <w:tc>
          <w:tcPr>
            <w:tcW w:w="1552" w:type="dxa"/>
            <w:hideMark/>
          </w:tcPr>
          <w:p w14:paraId="3A2B5447"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November 2019</w:t>
            </w:r>
          </w:p>
        </w:tc>
      </w:tr>
      <w:tr w:rsidR="00A02515" w:rsidRPr="0077091D" w14:paraId="41B2DA55" w14:textId="77777777" w:rsidTr="00DC460A">
        <w:trPr>
          <w:cantSplit/>
          <w:jc w:val="center"/>
        </w:trPr>
        <w:tc>
          <w:tcPr>
            <w:tcW w:w="0" w:type="auto"/>
          </w:tcPr>
          <w:p w14:paraId="44F0EDC4" w14:textId="77777777" w:rsidR="00A02515" w:rsidRPr="0077091D" w:rsidRDefault="00A02515" w:rsidP="00DC460A">
            <w:pPr>
              <w:spacing w:before="40" w:after="120" w:line="220" w:lineRule="exact"/>
              <w:ind w:left="57"/>
              <w:rPr>
                <w:bCs/>
                <w:sz w:val="18"/>
                <w:szCs w:val="18"/>
                <w:lang w:eastAsia="en-GB"/>
              </w:rPr>
            </w:pPr>
          </w:p>
        </w:tc>
        <w:tc>
          <w:tcPr>
            <w:tcW w:w="4080" w:type="dxa"/>
            <w:hideMark/>
          </w:tcPr>
          <w:p w14:paraId="69DE4082"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Enforcement Working Group</w:t>
            </w:r>
          </w:p>
        </w:tc>
        <w:tc>
          <w:tcPr>
            <w:tcW w:w="1590" w:type="dxa"/>
            <w:hideMark/>
          </w:tcPr>
          <w:p w14:paraId="0E5D9FEF"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 xml:space="preserve">Mr. E. </w:t>
            </w:r>
            <w:proofErr w:type="spellStart"/>
            <w:r w:rsidRPr="0077091D">
              <w:rPr>
                <w:sz w:val="18"/>
                <w:szCs w:val="18"/>
                <w:lang w:eastAsia="en-GB"/>
              </w:rPr>
              <w:t>Wondimneh</w:t>
            </w:r>
            <w:proofErr w:type="spellEnd"/>
          </w:p>
        </w:tc>
        <w:tc>
          <w:tcPr>
            <w:tcW w:w="1726" w:type="dxa"/>
            <w:hideMark/>
          </w:tcPr>
          <w:p w14:paraId="38CD4C19"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USA</w:t>
            </w:r>
          </w:p>
        </w:tc>
        <w:tc>
          <w:tcPr>
            <w:tcW w:w="1552" w:type="dxa"/>
            <w:hideMark/>
          </w:tcPr>
          <w:p w14:paraId="36ED1E5E"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2020</w:t>
            </w:r>
          </w:p>
        </w:tc>
      </w:tr>
      <w:tr w:rsidR="00A02515" w:rsidRPr="0077091D" w14:paraId="0F4C06EA" w14:textId="77777777" w:rsidTr="00DC460A">
        <w:trPr>
          <w:cantSplit/>
          <w:jc w:val="center"/>
        </w:trPr>
        <w:tc>
          <w:tcPr>
            <w:tcW w:w="0" w:type="auto"/>
          </w:tcPr>
          <w:p w14:paraId="056ED516" w14:textId="77777777" w:rsidR="00A02515" w:rsidRPr="0077091D" w:rsidRDefault="00A02515" w:rsidP="00DC460A">
            <w:pPr>
              <w:spacing w:before="40" w:after="120" w:line="220" w:lineRule="exact"/>
              <w:ind w:left="57"/>
              <w:rPr>
                <w:bCs/>
                <w:sz w:val="18"/>
                <w:szCs w:val="18"/>
                <w:lang w:eastAsia="en-GB"/>
              </w:rPr>
            </w:pPr>
          </w:p>
        </w:tc>
        <w:tc>
          <w:tcPr>
            <w:tcW w:w="4080" w:type="dxa"/>
            <w:hideMark/>
          </w:tcPr>
          <w:p w14:paraId="07F1572E"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Periodic Technical Inspections (PTI)</w:t>
            </w:r>
          </w:p>
        </w:tc>
        <w:tc>
          <w:tcPr>
            <w:tcW w:w="1590" w:type="dxa"/>
            <w:hideMark/>
          </w:tcPr>
          <w:p w14:paraId="50AA3D4D"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Mr. H. P. Weem</w:t>
            </w:r>
            <w:r w:rsidRPr="0077091D">
              <w:rPr>
                <w:sz w:val="18"/>
                <w:szCs w:val="18"/>
                <w:lang w:eastAsia="en-GB"/>
              </w:rPr>
              <w:br/>
              <w:t>Mr. V. Komarov</w:t>
            </w:r>
          </w:p>
        </w:tc>
        <w:tc>
          <w:tcPr>
            <w:tcW w:w="1726" w:type="dxa"/>
            <w:hideMark/>
          </w:tcPr>
          <w:p w14:paraId="2DFE98A7"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Netherlands</w:t>
            </w:r>
            <w:r w:rsidRPr="0077091D">
              <w:rPr>
                <w:sz w:val="18"/>
                <w:szCs w:val="18"/>
                <w:lang w:eastAsia="en-GB"/>
              </w:rPr>
              <w:br/>
              <w:t>Russian Federation</w:t>
            </w:r>
          </w:p>
        </w:tc>
        <w:tc>
          <w:tcPr>
            <w:tcW w:w="1552" w:type="dxa"/>
            <w:hideMark/>
          </w:tcPr>
          <w:p w14:paraId="1B3304CE" w14:textId="77777777" w:rsidR="00A02515" w:rsidRPr="0077091D" w:rsidRDefault="00A02515" w:rsidP="00DC460A">
            <w:pPr>
              <w:spacing w:before="40" w:after="120" w:line="220" w:lineRule="exact"/>
              <w:ind w:left="57"/>
              <w:rPr>
                <w:sz w:val="18"/>
                <w:szCs w:val="18"/>
                <w:lang w:eastAsia="en-GB"/>
              </w:rPr>
            </w:pPr>
            <w:r w:rsidRPr="0077091D">
              <w:rPr>
                <w:bCs/>
                <w:sz w:val="18"/>
                <w:szCs w:val="18"/>
                <w:lang w:eastAsia="en-GB"/>
              </w:rPr>
              <w:t>November 2019</w:t>
            </w:r>
          </w:p>
        </w:tc>
      </w:tr>
      <w:tr w:rsidR="00A02515" w:rsidRPr="0077091D" w14:paraId="52E2F77F" w14:textId="77777777" w:rsidTr="00DC460A">
        <w:trPr>
          <w:cantSplit/>
          <w:jc w:val="center"/>
        </w:trPr>
        <w:tc>
          <w:tcPr>
            <w:tcW w:w="0" w:type="auto"/>
            <w:hideMark/>
          </w:tcPr>
          <w:p w14:paraId="72B1FBB2" w14:textId="77777777" w:rsidR="00A02515" w:rsidRPr="0077091D" w:rsidRDefault="00A02515" w:rsidP="00DC460A">
            <w:pPr>
              <w:spacing w:before="40" w:after="120" w:line="220" w:lineRule="exact"/>
              <w:ind w:left="57"/>
              <w:rPr>
                <w:b/>
                <w:bCs/>
                <w:sz w:val="18"/>
                <w:szCs w:val="18"/>
                <w:lang w:eastAsia="en-GB"/>
              </w:rPr>
            </w:pPr>
            <w:r w:rsidRPr="0077091D">
              <w:rPr>
                <w:b/>
                <w:bCs/>
                <w:sz w:val="18"/>
                <w:szCs w:val="18"/>
                <w:lang w:eastAsia="en-GB"/>
              </w:rPr>
              <w:t>GRBP</w:t>
            </w:r>
          </w:p>
        </w:tc>
        <w:tc>
          <w:tcPr>
            <w:tcW w:w="4080" w:type="dxa"/>
            <w:hideMark/>
          </w:tcPr>
          <w:p w14:paraId="3111E0D0" w14:textId="77777777" w:rsidR="00A02515" w:rsidRPr="0077091D" w:rsidRDefault="00A02515" w:rsidP="00DC460A">
            <w:pPr>
              <w:spacing w:before="40" w:after="120" w:line="220" w:lineRule="exact"/>
              <w:ind w:left="57"/>
              <w:rPr>
                <w:b/>
                <w:bCs/>
                <w:sz w:val="18"/>
                <w:szCs w:val="18"/>
                <w:lang w:eastAsia="en-GB"/>
              </w:rPr>
            </w:pPr>
            <w:r w:rsidRPr="0077091D">
              <w:rPr>
                <w:b/>
                <w:bCs/>
                <w:sz w:val="18"/>
                <w:szCs w:val="18"/>
                <w:lang w:eastAsia="en-GB"/>
              </w:rPr>
              <w:t> Noise and Tyres</w:t>
            </w:r>
          </w:p>
        </w:tc>
        <w:tc>
          <w:tcPr>
            <w:tcW w:w="1590" w:type="dxa"/>
            <w:hideMark/>
          </w:tcPr>
          <w:p w14:paraId="15EA5CDD" w14:textId="77777777" w:rsidR="00A02515" w:rsidRPr="0077091D" w:rsidRDefault="00A02515" w:rsidP="00DC460A">
            <w:pPr>
              <w:spacing w:before="40" w:after="120" w:line="220" w:lineRule="exact"/>
              <w:ind w:left="57"/>
              <w:rPr>
                <w:b/>
                <w:bCs/>
                <w:sz w:val="18"/>
                <w:szCs w:val="18"/>
                <w:lang w:eastAsia="en-GB"/>
              </w:rPr>
            </w:pPr>
            <w:r w:rsidRPr="0077091D">
              <w:rPr>
                <w:b/>
                <w:bCs/>
                <w:sz w:val="18"/>
                <w:szCs w:val="18"/>
                <w:lang w:eastAsia="en-GB"/>
              </w:rPr>
              <w:t xml:space="preserve">Mr. S. </w:t>
            </w:r>
            <w:proofErr w:type="spellStart"/>
            <w:r w:rsidRPr="0077091D">
              <w:rPr>
                <w:b/>
                <w:bCs/>
                <w:sz w:val="18"/>
                <w:szCs w:val="18"/>
                <w:lang w:eastAsia="en-GB"/>
              </w:rPr>
              <w:t>Ficheux</w:t>
            </w:r>
            <w:proofErr w:type="spellEnd"/>
            <w:r w:rsidRPr="0077091D">
              <w:rPr>
                <w:b/>
                <w:bCs/>
                <w:sz w:val="18"/>
                <w:szCs w:val="18"/>
                <w:lang w:eastAsia="en-GB"/>
              </w:rPr>
              <w:br/>
              <w:t xml:space="preserve">Mr. A. </w:t>
            </w:r>
            <w:proofErr w:type="spellStart"/>
            <w:r w:rsidRPr="0077091D">
              <w:rPr>
                <w:b/>
                <w:bCs/>
                <w:sz w:val="18"/>
                <w:szCs w:val="18"/>
                <w:lang w:eastAsia="en-GB"/>
              </w:rPr>
              <w:t>Bocharov</w:t>
            </w:r>
            <w:proofErr w:type="spellEnd"/>
          </w:p>
        </w:tc>
        <w:tc>
          <w:tcPr>
            <w:tcW w:w="1726" w:type="dxa"/>
            <w:hideMark/>
          </w:tcPr>
          <w:p w14:paraId="5AF940D5" w14:textId="77777777" w:rsidR="00A02515" w:rsidRPr="0077091D" w:rsidRDefault="00A02515" w:rsidP="00DC460A">
            <w:pPr>
              <w:spacing w:before="40" w:after="120" w:line="220" w:lineRule="exact"/>
              <w:ind w:left="57"/>
              <w:rPr>
                <w:b/>
                <w:bCs/>
                <w:sz w:val="18"/>
                <w:szCs w:val="18"/>
                <w:lang w:eastAsia="en-GB"/>
              </w:rPr>
            </w:pPr>
            <w:r w:rsidRPr="0077091D">
              <w:rPr>
                <w:b/>
                <w:bCs/>
                <w:sz w:val="18"/>
                <w:szCs w:val="18"/>
                <w:lang w:eastAsia="en-GB"/>
              </w:rPr>
              <w:t>France</w:t>
            </w:r>
            <w:r w:rsidRPr="0077091D">
              <w:rPr>
                <w:b/>
                <w:bCs/>
                <w:sz w:val="18"/>
                <w:szCs w:val="18"/>
                <w:lang w:eastAsia="en-GB"/>
              </w:rPr>
              <w:br/>
              <w:t>Russian Federation</w:t>
            </w:r>
          </w:p>
        </w:tc>
        <w:tc>
          <w:tcPr>
            <w:tcW w:w="1552" w:type="dxa"/>
            <w:hideMark/>
          </w:tcPr>
          <w:p w14:paraId="27390E36" w14:textId="77777777" w:rsidR="00A02515" w:rsidRPr="0077091D" w:rsidRDefault="00A02515" w:rsidP="00DC460A">
            <w:pPr>
              <w:spacing w:before="40" w:after="120" w:line="220" w:lineRule="exact"/>
              <w:ind w:left="57"/>
              <w:rPr>
                <w:b/>
                <w:bCs/>
                <w:sz w:val="18"/>
                <w:szCs w:val="18"/>
                <w:lang w:eastAsia="en-GB"/>
              </w:rPr>
            </w:pPr>
            <w:r w:rsidRPr="0077091D">
              <w:rPr>
                <w:b/>
                <w:bCs/>
                <w:sz w:val="18"/>
                <w:szCs w:val="18"/>
                <w:lang w:eastAsia="en-GB"/>
              </w:rPr>
              <w:t>2020</w:t>
            </w:r>
          </w:p>
        </w:tc>
      </w:tr>
      <w:tr w:rsidR="00A02515" w:rsidRPr="0077091D" w14:paraId="6D92F1C5" w14:textId="77777777" w:rsidTr="00DC460A">
        <w:trPr>
          <w:cantSplit/>
          <w:jc w:val="center"/>
        </w:trPr>
        <w:tc>
          <w:tcPr>
            <w:tcW w:w="0" w:type="auto"/>
          </w:tcPr>
          <w:p w14:paraId="683DA0B8" w14:textId="77777777" w:rsidR="00A02515" w:rsidRPr="0077091D" w:rsidRDefault="00A02515" w:rsidP="00DC460A">
            <w:pPr>
              <w:spacing w:before="40" w:after="120" w:line="220" w:lineRule="exact"/>
              <w:ind w:left="57"/>
              <w:rPr>
                <w:bCs/>
                <w:sz w:val="18"/>
                <w:szCs w:val="18"/>
                <w:lang w:eastAsia="en-GB"/>
              </w:rPr>
            </w:pPr>
          </w:p>
        </w:tc>
        <w:tc>
          <w:tcPr>
            <w:tcW w:w="4080" w:type="dxa"/>
            <w:hideMark/>
          </w:tcPr>
          <w:p w14:paraId="1F4BAE07" w14:textId="77777777" w:rsidR="00A02515" w:rsidRPr="004B3730" w:rsidRDefault="00A02515" w:rsidP="00DC460A">
            <w:pPr>
              <w:spacing w:before="40" w:after="120" w:line="220" w:lineRule="exact"/>
              <w:ind w:left="57"/>
              <w:rPr>
                <w:sz w:val="18"/>
                <w:szCs w:val="18"/>
                <w:lang w:val="fr-CH" w:eastAsia="en-GB"/>
              </w:rPr>
            </w:pPr>
            <w:r w:rsidRPr="004B3730">
              <w:rPr>
                <w:sz w:val="18"/>
                <w:szCs w:val="18"/>
                <w:lang w:val="fr-CH" w:eastAsia="en-GB"/>
              </w:rPr>
              <w:t xml:space="preserve">Quiet Road Transport </w:t>
            </w:r>
            <w:proofErr w:type="spellStart"/>
            <w:r w:rsidRPr="004B3730">
              <w:rPr>
                <w:sz w:val="18"/>
                <w:szCs w:val="18"/>
                <w:lang w:val="fr-CH" w:eastAsia="en-GB"/>
              </w:rPr>
              <w:t>Vehicles</w:t>
            </w:r>
            <w:proofErr w:type="spellEnd"/>
            <w:r w:rsidRPr="004B3730">
              <w:rPr>
                <w:sz w:val="18"/>
                <w:szCs w:val="18"/>
                <w:lang w:val="fr-CH" w:eastAsia="en-GB"/>
              </w:rPr>
              <w:t xml:space="preserve"> (QRTV UN GTR)</w:t>
            </w:r>
          </w:p>
        </w:tc>
        <w:tc>
          <w:tcPr>
            <w:tcW w:w="1590" w:type="dxa"/>
            <w:hideMark/>
          </w:tcPr>
          <w:p w14:paraId="35600DB2"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 xml:space="preserve">Mr. E. </w:t>
            </w:r>
            <w:proofErr w:type="spellStart"/>
            <w:r w:rsidRPr="0077091D">
              <w:rPr>
                <w:sz w:val="18"/>
                <w:szCs w:val="18"/>
                <w:lang w:eastAsia="en-GB"/>
              </w:rPr>
              <w:t>Wondimneh</w:t>
            </w:r>
            <w:proofErr w:type="spellEnd"/>
            <w:r w:rsidRPr="0077091D">
              <w:rPr>
                <w:sz w:val="18"/>
                <w:szCs w:val="18"/>
                <w:lang w:eastAsia="en-GB"/>
              </w:rPr>
              <w:br/>
              <w:t xml:space="preserve">Mr. I. Sakamoto </w:t>
            </w:r>
          </w:p>
        </w:tc>
        <w:tc>
          <w:tcPr>
            <w:tcW w:w="1726" w:type="dxa"/>
            <w:hideMark/>
          </w:tcPr>
          <w:p w14:paraId="40FA469F"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USA</w:t>
            </w:r>
            <w:r w:rsidRPr="0077091D">
              <w:rPr>
                <w:sz w:val="18"/>
                <w:szCs w:val="18"/>
                <w:lang w:eastAsia="en-GB"/>
              </w:rPr>
              <w:br/>
              <w:t>Japan</w:t>
            </w:r>
          </w:p>
        </w:tc>
        <w:tc>
          <w:tcPr>
            <w:tcW w:w="1552" w:type="dxa"/>
            <w:hideMark/>
          </w:tcPr>
          <w:p w14:paraId="5C741D3F"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December 2020</w:t>
            </w:r>
          </w:p>
        </w:tc>
      </w:tr>
      <w:tr w:rsidR="00A02515" w:rsidRPr="0077091D" w14:paraId="34F4AAB8" w14:textId="77777777" w:rsidTr="00DC460A">
        <w:trPr>
          <w:cantSplit/>
          <w:jc w:val="center"/>
        </w:trPr>
        <w:tc>
          <w:tcPr>
            <w:tcW w:w="0" w:type="auto"/>
          </w:tcPr>
          <w:p w14:paraId="39520462" w14:textId="77777777" w:rsidR="00A02515" w:rsidRPr="0077091D" w:rsidRDefault="00A02515" w:rsidP="00DC460A">
            <w:pPr>
              <w:spacing w:before="40" w:after="120" w:line="220" w:lineRule="exact"/>
              <w:ind w:left="57"/>
              <w:rPr>
                <w:bCs/>
                <w:sz w:val="18"/>
                <w:szCs w:val="18"/>
                <w:lang w:eastAsia="en-GB"/>
              </w:rPr>
            </w:pPr>
          </w:p>
        </w:tc>
        <w:tc>
          <w:tcPr>
            <w:tcW w:w="4080" w:type="dxa"/>
            <w:hideMark/>
          </w:tcPr>
          <w:p w14:paraId="1A7EFA25"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Additional Sound Emission Provisions (ASEP)</w:t>
            </w:r>
          </w:p>
        </w:tc>
        <w:tc>
          <w:tcPr>
            <w:tcW w:w="1590" w:type="dxa"/>
            <w:hideMark/>
          </w:tcPr>
          <w:p w14:paraId="144F2F6A"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 xml:space="preserve">Mr. B. </w:t>
            </w:r>
            <w:proofErr w:type="spellStart"/>
            <w:r w:rsidRPr="0077091D">
              <w:rPr>
                <w:sz w:val="18"/>
                <w:szCs w:val="18"/>
                <w:lang w:eastAsia="en-GB"/>
              </w:rPr>
              <w:t>Schuttler</w:t>
            </w:r>
            <w:proofErr w:type="spellEnd"/>
            <w:r w:rsidRPr="0077091D">
              <w:rPr>
                <w:sz w:val="18"/>
                <w:szCs w:val="18"/>
                <w:lang w:eastAsia="en-GB"/>
              </w:rPr>
              <w:br/>
              <w:t xml:space="preserve">Mr. D. </w:t>
            </w:r>
            <w:proofErr w:type="spellStart"/>
            <w:r w:rsidRPr="0077091D">
              <w:rPr>
                <w:sz w:val="18"/>
                <w:szCs w:val="18"/>
                <w:lang w:eastAsia="en-GB"/>
              </w:rPr>
              <w:t>Xie</w:t>
            </w:r>
            <w:proofErr w:type="spellEnd"/>
            <w:r w:rsidRPr="0077091D">
              <w:rPr>
                <w:sz w:val="18"/>
                <w:szCs w:val="18"/>
                <w:lang w:eastAsia="en-GB"/>
              </w:rPr>
              <w:br/>
              <w:t>Mr. K. Okamoto</w:t>
            </w:r>
          </w:p>
        </w:tc>
        <w:tc>
          <w:tcPr>
            <w:tcW w:w="1726" w:type="dxa"/>
            <w:hideMark/>
          </w:tcPr>
          <w:p w14:paraId="3CDAC468"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Germany</w:t>
            </w:r>
            <w:r w:rsidRPr="0077091D">
              <w:rPr>
                <w:sz w:val="18"/>
                <w:szCs w:val="18"/>
                <w:lang w:eastAsia="en-GB"/>
              </w:rPr>
              <w:br/>
              <w:t>China</w:t>
            </w:r>
            <w:r w:rsidRPr="0077091D">
              <w:rPr>
                <w:sz w:val="18"/>
                <w:szCs w:val="18"/>
                <w:lang w:eastAsia="en-GB"/>
              </w:rPr>
              <w:br/>
              <w:t>Japan</w:t>
            </w:r>
          </w:p>
        </w:tc>
        <w:tc>
          <w:tcPr>
            <w:tcW w:w="1552" w:type="dxa"/>
            <w:hideMark/>
          </w:tcPr>
          <w:p w14:paraId="2FADADE3"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September 2020</w:t>
            </w:r>
          </w:p>
        </w:tc>
      </w:tr>
      <w:tr w:rsidR="00A02515" w:rsidRPr="0077091D" w14:paraId="4CB81C15" w14:textId="77777777" w:rsidTr="00DC460A">
        <w:trPr>
          <w:cantSplit/>
          <w:jc w:val="center"/>
        </w:trPr>
        <w:tc>
          <w:tcPr>
            <w:tcW w:w="0" w:type="auto"/>
          </w:tcPr>
          <w:p w14:paraId="294612BC" w14:textId="77777777" w:rsidR="00A02515" w:rsidRPr="0077091D" w:rsidRDefault="00A02515" w:rsidP="00DC460A">
            <w:pPr>
              <w:spacing w:before="40" w:after="120" w:line="220" w:lineRule="exact"/>
              <w:ind w:left="57"/>
              <w:rPr>
                <w:bCs/>
                <w:sz w:val="18"/>
                <w:szCs w:val="18"/>
                <w:lang w:eastAsia="en-GB"/>
              </w:rPr>
            </w:pPr>
          </w:p>
        </w:tc>
        <w:tc>
          <w:tcPr>
            <w:tcW w:w="4080" w:type="dxa"/>
          </w:tcPr>
          <w:p w14:paraId="0049917D" w14:textId="77777777" w:rsidR="00A02515" w:rsidRPr="004B3730" w:rsidRDefault="00A02515" w:rsidP="00DC460A">
            <w:pPr>
              <w:spacing w:before="40" w:after="120" w:line="220" w:lineRule="exact"/>
              <w:ind w:left="57"/>
              <w:rPr>
                <w:sz w:val="18"/>
                <w:szCs w:val="18"/>
                <w:lang w:val="es-ES" w:eastAsia="en-GB"/>
              </w:rPr>
            </w:pPr>
            <w:r w:rsidRPr="004B3730">
              <w:rPr>
                <w:sz w:val="18"/>
                <w:szCs w:val="18"/>
                <w:lang w:val="es-ES" w:eastAsia="en-GB"/>
              </w:rPr>
              <w:t>UN GTR No. 16 (</w:t>
            </w:r>
            <w:proofErr w:type="spellStart"/>
            <w:r w:rsidRPr="004B3730">
              <w:rPr>
                <w:sz w:val="18"/>
                <w:szCs w:val="18"/>
                <w:lang w:val="es-ES" w:eastAsia="en-GB"/>
              </w:rPr>
              <w:t>Tyres</w:t>
            </w:r>
            <w:proofErr w:type="spellEnd"/>
            <w:r w:rsidRPr="004B3730">
              <w:rPr>
                <w:sz w:val="18"/>
                <w:szCs w:val="18"/>
                <w:lang w:val="es-ES" w:eastAsia="en-GB"/>
              </w:rPr>
              <w:t xml:space="preserve">), </w:t>
            </w:r>
            <w:proofErr w:type="spellStart"/>
            <w:r w:rsidRPr="004B3730">
              <w:rPr>
                <w:sz w:val="18"/>
                <w:szCs w:val="18"/>
                <w:lang w:val="es-ES" w:eastAsia="en-GB"/>
              </w:rPr>
              <w:t>Phase</w:t>
            </w:r>
            <w:proofErr w:type="spellEnd"/>
            <w:r w:rsidRPr="004B3730">
              <w:rPr>
                <w:sz w:val="18"/>
                <w:szCs w:val="18"/>
                <w:lang w:val="es-ES" w:eastAsia="en-GB"/>
              </w:rPr>
              <w:t xml:space="preserve"> II</w:t>
            </w:r>
          </w:p>
        </w:tc>
        <w:tc>
          <w:tcPr>
            <w:tcW w:w="1590" w:type="dxa"/>
          </w:tcPr>
          <w:p w14:paraId="215F1E10"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 xml:space="preserve">Mr. A. </w:t>
            </w:r>
            <w:proofErr w:type="spellStart"/>
            <w:r w:rsidRPr="0077091D">
              <w:rPr>
                <w:sz w:val="18"/>
                <w:szCs w:val="18"/>
                <w:lang w:eastAsia="en-GB"/>
              </w:rPr>
              <w:t>Bocharov</w:t>
            </w:r>
            <w:proofErr w:type="spellEnd"/>
          </w:p>
        </w:tc>
        <w:tc>
          <w:tcPr>
            <w:tcW w:w="1726" w:type="dxa"/>
          </w:tcPr>
          <w:p w14:paraId="59110163"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Russian Federation</w:t>
            </w:r>
          </w:p>
        </w:tc>
        <w:tc>
          <w:tcPr>
            <w:tcW w:w="1552" w:type="dxa"/>
          </w:tcPr>
          <w:p w14:paraId="7C6F1651"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November 2020</w:t>
            </w:r>
          </w:p>
        </w:tc>
      </w:tr>
      <w:tr w:rsidR="00A02515" w:rsidRPr="0077091D" w14:paraId="3E329830" w14:textId="77777777" w:rsidTr="00DC460A">
        <w:trPr>
          <w:cantSplit/>
          <w:jc w:val="center"/>
        </w:trPr>
        <w:tc>
          <w:tcPr>
            <w:tcW w:w="0" w:type="auto"/>
          </w:tcPr>
          <w:p w14:paraId="4E1A38CE" w14:textId="77777777" w:rsidR="00A02515" w:rsidRPr="0077091D" w:rsidRDefault="00A02515" w:rsidP="00DC460A">
            <w:pPr>
              <w:spacing w:before="40" w:after="120" w:line="220" w:lineRule="exact"/>
              <w:ind w:left="57"/>
              <w:rPr>
                <w:bCs/>
                <w:sz w:val="18"/>
                <w:szCs w:val="18"/>
                <w:lang w:eastAsia="en-GB"/>
              </w:rPr>
            </w:pPr>
          </w:p>
        </w:tc>
        <w:tc>
          <w:tcPr>
            <w:tcW w:w="4080" w:type="dxa"/>
          </w:tcPr>
          <w:p w14:paraId="5F02153E"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Wet grip performance for tyres in worn state (WGWT)</w:t>
            </w:r>
          </w:p>
        </w:tc>
        <w:tc>
          <w:tcPr>
            <w:tcW w:w="1590" w:type="dxa"/>
          </w:tcPr>
          <w:p w14:paraId="6DF5E6A1"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 xml:space="preserve">Mrs. E. </w:t>
            </w:r>
            <w:proofErr w:type="spellStart"/>
            <w:r w:rsidRPr="0077091D">
              <w:rPr>
                <w:sz w:val="18"/>
                <w:szCs w:val="18"/>
                <w:lang w:eastAsia="en-GB"/>
              </w:rPr>
              <w:t>Collot</w:t>
            </w:r>
            <w:proofErr w:type="spellEnd"/>
            <w:r>
              <w:rPr>
                <w:sz w:val="18"/>
                <w:szCs w:val="18"/>
                <w:lang w:eastAsia="en-GB"/>
              </w:rPr>
              <w:br/>
            </w:r>
            <w:r w:rsidRPr="0077091D">
              <w:rPr>
                <w:sz w:val="18"/>
                <w:szCs w:val="18"/>
                <w:lang w:eastAsia="en-GB"/>
              </w:rPr>
              <w:t xml:space="preserve">Mr. A. </w:t>
            </w:r>
            <w:proofErr w:type="spellStart"/>
            <w:r w:rsidRPr="0077091D">
              <w:rPr>
                <w:sz w:val="18"/>
                <w:szCs w:val="18"/>
                <w:lang w:eastAsia="en-GB"/>
              </w:rPr>
              <w:t>Vosinis</w:t>
            </w:r>
            <w:proofErr w:type="spellEnd"/>
          </w:p>
        </w:tc>
        <w:tc>
          <w:tcPr>
            <w:tcW w:w="1726" w:type="dxa"/>
          </w:tcPr>
          <w:p w14:paraId="0D9D990A"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France</w:t>
            </w:r>
            <w:r>
              <w:rPr>
                <w:sz w:val="18"/>
                <w:szCs w:val="18"/>
                <w:lang w:eastAsia="en-GB"/>
              </w:rPr>
              <w:br/>
            </w:r>
            <w:r w:rsidRPr="0077091D">
              <w:rPr>
                <w:sz w:val="18"/>
                <w:szCs w:val="18"/>
                <w:lang w:eastAsia="en-GB"/>
              </w:rPr>
              <w:t>EC</w:t>
            </w:r>
          </w:p>
        </w:tc>
        <w:tc>
          <w:tcPr>
            <w:tcW w:w="1552" w:type="dxa"/>
          </w:tcPr>
          <w:p w14:paraId="7204D37F"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September 2020</w:t>
            </w:r>
          </w:p>
        </w:tc>
      </w:tr>
      <w:tr w:rsidR="00A02515" w:rsidRPr="0077091D" w14:paraId="5BE9A9F9" w14:textId="77777777" w:rsidTr="00DC460A">
        <w:trPr>
          <w:cantSplit/>
          <w:jc w:val="center"/>
        </w:trPr>
        <w:tc>
          <w:tcPr>
            <w:tcW w:w="0" w:type="auto"/>
            <w:hideMark/>
          </w:tcPr>
          <w:p w14:paraId="36053664" w14:textId="77777777" w:rsidR="00A02515" w:rsidRPr="0077091D" w:rsidRDefault="00A02515" w:rsidP="00DC460A">
            <w:pPr>
              <w:spacing w:before="40" w:after="120" w:line="220" w:lineRule="exact"/>
              <w:ind w:left="57"/>
              <w:rPr>
                <w:b/>
                <w:bCs/>
                <w:sz w:val="18"/>
                <w:szCs w:val="18"/>
                <w:lang w:eastAsia="en-GB"/>
              </w:rPr>
            </w:pPr>
            <w:r w:rsidRPr="0077091D">
              <w:rPr>
                <w:b/>
                <w:bCs/>
                <w:sz w:val="18"/>
                <w:szCs w:val="18"/>
                <w:lang w:eastAsia="en-GB"/>
              </w:rPr>
              <w:t>GRE</w:t>
            </w:r>
          </w:p>
        </w:tc>
        <w:tc>
          <w:tcPr>
            <w:tcW w:w="4080" w:type="dxa"/>
            <w:hideMark/>
          </w:tcPr>
          <w:p w14:paraId="010462B7" w14:textId="77777777" w:rsidR="00A02515" w:rsidRPr="0077091D" w:rsidRDefault="00A02515" w:rsidP="00DC460A">
            <w:pPr>
              <w:spacing w:before="40" w:after="120" w:line="220" w:lineRule="exact"/>
              <w:ind w:left="57"/>
              <w:rPr>
                <w:b/>
                <w:bCs/>
                <w:sz w:val="18"/>
                <w:szCs w:val="18"/>
                <w:lang w:eastAsia="en-GB"/>
              </w:rPr>
            </w:pPr>
            <w:r w:rsidRPr="0077091D">
              <w:rPr>
                <w:b/>
                <w:bCs/>
                <w:sz w:val="18"/>
                <w:szCs w:val="18"/>
                <w:lang w:eastAsia="en-GB"/>
              </w:rPr>
              <w:t> Lighting and Light-Signalling</w:t>
            </w:r>
          </w:p>
        </w:tc>
        <w:tc>
          <w:tcPr>
            <w:tcW w:w="1590" w:type="dxa"/>
            <w:hideMark/>
          </w:tcPr>
          <w:p w14:paraId="204BA56E" w14:textId="77777777" w:rsidR="00A02515" w:rsidRPr="0077091D" w:rsidRDefault="00A02515" w:rsidP="00DC460A">
            <w:pPr>
              <w:spacing w:before="40" w:after="120" w:line="220" w:lineRule="exact"/>
              <w:ind w:left="57"/>
              <w:rPr>
                <w:b/>
                <w:bCs/>
                <w:sz w:val="18"/>
                <w:szCs w:val="18"/>
                <w:lang w:eastAsia="en-GB"/>
              </w:rPr>
            </w:pPr>
            <w:r w:rsidRPr="0077091D">
              <w:rPr>
                <w:b/>
                <w:bCs/>
                <w:sz w:val="18"/>
                <w:szCs w:val="18"/>
                <w:lang w:eastAsia="en-GB"/>
              </w:rPr>
              <w:t xml:space="preserve">Mr. M. </w:t>
            </w:r>
            <w:proofErr w:type="spellStart"/>
            <w:r w:rsidRPr="0077091D">
              <w:rPr>
                <w:b/>
                <w:bCs/>
                <w:sz w:val="18"/>
                <w:szCs w:val="18"/>
                <w:lang w:eastAsia="en-GB"/>
              </w:rPr>
              <w:t>Loccufier</w:t>
            </w:r>
            <w:proofErr w:type="spellEnd"/>
            <w:r w:rsidRPr="0077091D">
              <w:rPr>
                <w:b/>
                <w:bCs/>
                <w:sz w:val="18"/>
                <w:szCs w:val="18"/>
                <w:lang w:eastAsia="en-GB"/>
              </w:rPr>
              <w:br/>
              <w:t>Mr. D. Rovers</w:t>
            </w:r>
          </w:p>
        </w:tc>
        <w:tc>
          <w:tcPr>
            <w:tcW w:w="1726" w:type="dxa"/>
            <w:hideMark/>
          </w:tcPr>
          <w:p w14:paraId="1116211E" w14:textId="77777777" w:rsidR="00A02515" w:rsidRPr="0077091D" w:rsidRDefault="00A02515" w:rsidP="00DC460A">
            <w:pPr>
              <w:spacing w:before="40" w:after="120" w:line="220" w:lineRule="exact"/>
              <w:ind w:left="57"/>
              <w:rPr>
                <w:b/>
                <w:bCs/>
                <w:sz w:val="18"/>
                <w:szCs w:val="18"/>
                <w:lang w:eastAsia="en-GB"/>
              </w:rPr>
            </w:pPr>
            <w:r w:rsidRPr="0077091D">
              <w:rPr>
                <w:b/>
                <w:bCs/>
                <w:sz w:val="18"/>
                <w:szCs w:val="18"/>
                <w:lang w:eastAsia="en-GB"/>
              </w:rPr>
              <w:t>Belgium</w:t>
            </w:r>
            <w:r w:rsidRPr="0077091D">
              <w:rPr>
                <w:b/>
                <w:bCs/>
                <w:sz w:val="18"/>
                <w:szCs w:val="18"/>
                <w:lang w:eastAsia="en-GB"/>
              </w:rPr>
              <w:br/>
              <w:t>Netherlands</w:t>
            </w:r>
          </w:p>
        </w:tc>
        <w:tc>
          <w:tcPr>
            <w:tcW w:w="1552" w:type="dxa"/>
            <w:hideMark/>
          </w:tcPr>
          <w:p w14:paraId="190124B3" w14:textId="77777777" w:rsidR="00A02515" w:rsidRPr="0077091D" w:rsidRDefault="00A02515" w:rsidP="00DC460A">
            <w:pPr>
              <w:spacing w:before="40" w:after="120" w:line="220" w:lineRule="exact"/>
              <w:ind w:left="57"/>
              <w:rPr>
                <w:b/>
                <w:bCs/>
                <w:sz w:val="18"/>
                <w:szCs w:val="18"/>
                <w:lang w:eastAsia="en-GB"/>
              </w:rPr>
            </w:pPr>
            <w:r w:rsidRPr="0077091D">
              <w:rPr>
                <w:b/>
                <w:bCs/>
                <w:sz w:val="18"/>
                <w:szCs w:val="18"/>
                <w:lang w:eastAsia="en-GB"/>
              </w:rPr>
              <w:t>2020</w:t>
            </w:r>
          </w:p>
        </w:tc>
      </w:tr>
      <w:tr w:rsidR="00A02515" w:rsidRPr="0077091D" w14:paraId="4FC41A2A" w14:textId="77777777" w:rsidTr="00DC460A">
        <w:trPr>
          <w:cantSplit/>
          <w:jc w:val="center"/>
        </w:trPr>
        <w:tc>
          <w:tcPr>
            <w:tcW w:w="0" w:type="auto"/>
          </w:tcPr>
          <w:p w14:paraId="2E2AADD5" w14:textId="77777777" w:rsidR="00A02515" w:rsidRPr="0077091D" w:rsidRDefault="00A02515" w:rsidP="00DC460A">
            <w:pPr>
              <w:spacing w:before="40" w:after="120" w:line="220" w:lineRule="exact"/>
              <w:ind w:left="57"/>
              <w:rPr>
                <w:b/>
                <w:bCs/>
                <w:sz w:val="18"/>
                <w:szCs w:val="18"/>
                <w:lang w:eastAsia="en-GB"/>
              </w:rPr>
            </w:pPr>
          </w:p>
        </w:tc>
        <w:tc>
          <w:tcPr>
            <w:tcW w:w="4080" w:type="dxa"/>
            <w:hideMark/>
          </w:tcPr>
          <w:p w14:paraId="365B839F" w14:textId="77777777" w:rsidR="00A02515" w:rsidRPr="0077091D" w:rsidRDefault="00A02515" w:rsidP="00DC460A">
            <w:pPr>
              <w:spacing w:before="40" w:after="120" w:line="220" w:lineRule="exact"/>
              <w:ind w:left="57"/>
              <w:rPr>
                <w:b/>
                <w:bCs/>
                <w:sz w:val="18"/>
                <w:szCs w:val="18"/>
                <w:lang w:eastAsia="en-GB"/>
              </w:rPr>
            </w:pPr>
            <w:r w:rsidRPr="0077091D">
              <w:rPr>
                <w:sz w:val="18"/>
                <w:szCs w:val="18"/>
                <w:lang w:eastAsia="en-GB"/>
              </w:rPr>
              <w:t>Simplification of the Lighting and Light Signalling Regulations (SLR)</w:t>
            </w:r>
          </w:p>
        </w:tc>
        <w:tc>
          <w:tcPr>
            <w:tcW w:w="1590" w:type="dxa"/>
            <w:hideMark/>
          </w:tcPr>
          <w:p w14:paraId="6FD529EC" w14:textId="77777777" w:rsidR="00A02515" w:rsidRPr="0077091D" w:rsidRDefault="00A02515" w:rsidP="00DC460A">
            <w:pPr>
              <w:spacing w:before="40" w:after="120" w:line="220" w:lineRule="exact"/>
              <w:ind w:left="57"/>
              <w:rPr>
                <w:bCs/>
                <w:sz w:val="18"/>
                <w:szCs w:val="18"/>
                <w:lang w:eastAsia="en-GB"/>
              </w:rPr>
            </w:pPr>
            <w:r w:rsidRPr="0077091D">
              <w:rPr>
                <w:bCs/>
                <w:sz w:val="18"/>
                <w:szCs w:val="18"/>
                <w:lang w:eastAsia="en-GB"/>
              </w:rPr>
              <w:t xml:space="preserve">Mr. M. </w:t>
            </w:r>
            <w:proofErr w:type="spellStart"/>
            <w:r w:rsidRPr="0077091D">
              <w:rPr>
                <w:bCs/>
                <w:sz w:val="18"/>
                <w:szCs w:val="18"/>
                <w:lang w:eastAsia="en-GB"/>
              </w:rPr>
              <w:t>Loccufier</w:t>
            </w:r>
            <w:proofErr w:type="spellEnd"/>
            <w:r w:rsidRPr="0077091D">
              <w:rPr>
                <w:bCs/>
                <w:sz w:val="18"/>
                <w:szCs w:val="18"/>
                <w:lang w:eastAsia="en-GB"/>
              </w:rPr>
              <w:br/>
              <w:t>M. A. Lazarevic</w:t>
            </w:r>
          </w:p>
        </w:tc>
        <w:tc>
          <w:tcPr>
            <w:tcW w:w="1726" w:type="dxa"/>
            <w:hideMark/>
          </w:tcPr>
          <w:p w14:paraId="5FB647A8" w14:textId="77777777" w:rsidR="00A02515" w:rsidRPr="0077091D" w:rsidRDefault="00A02515" w:rsidP="00DC460A">
            <w:pPr>
              <w:spacing w:before="40" w:after="120" w:line="220" w:lineRule="exact"/>
              <w:ind w:left="57"/>
              <w:rPr>
                <w:bCs/>
                <w:sz w:val="18"/>
                <w:szCs w:val="18"/>
                <w:lang w:eastAsia="en-GB"/>
              </w:rPr>
            </w:pPr>
            <w:r w:rsidRPr="0077091D">
              <w:rPr>
                <w:bCs/>
                <w:sz w:val="18"/>
                <w:szCs w:val="18"/>
                <w:lang w:eastAsia="en-GB"/>
              </w:rPr>
              <w:t>Belgium</w:t>
            </w:r>
            <w:r w:rsidRPr="0077091D">
              <w:rPr>
                <w:bCs/>
                <w:sz w:val="18"/>
                <w:szCs w:val="18"/>
                <w:lang w:eastAsia="en-GB"/>
              </w:rPr>
              <w:br/>
              <w:t>EC</w:t>
            </w:r>
          </w:p>
        </w:tc>
        <w:tc>
          <w:tcPr>
            <w:tcW w:w="1552" w:type="dxa"/>
            <w:hideMark/>
          </w:tcPr>
          <w:p w14:paraId="6EE7DADC" w14:textId="77777777" w:rsidR="00A02515" w:rsidRPr="0077091D" w:rsidRDefault="00A02515" w:rsidP="00DC460A">
            <w:pPr>
              <w:spacing w:before="40" w:after="120" w:line="220" w:lineRule="exact"/>
              <w:ind w:left="57"/>
              <w:rPr>
                <w:bCs/>
                <w:sz w:val="18"/>
                <w:szCs w:val="18"/>
                <w:lang w:eastAsia="en-GB"/>
              </w:rPr>
            </w:pPr>
            <w:r w:rsidRPr="0077091D">
              <w:rPr>
                <w:bCs/>
                <w:sz w:val="18"/>
                <w:szCs w:val="18"/>
                <w:lang w:eastAsia="en-GB"/>
              </w:rPr>
              <w:t xml:space="preserve">December 2022 </w:t>
            </w:r>
          </w:p>
        </w:tc>
      </w:tr>
      <w:tr w:rsidR="00A02515" w:rsidRPr="0077091D" w14:paraId="635DCA49" w14:textId="77777777" w:rsidTr="00DC460A">
        <w:trPr>
          <w:cantSplit/>
          <w:jc w:val="center"/>
        </w:trPr>
        <w:tc>
          <w:tcPr>
            <w:tcW w:w="0" w:type="auto"/>
            <w:hideMark/>
          </w:tcPr>
          <w:p w14:paraId="312C9AFF" w14:textId="77777777" w:rsidR="00A02515" w:rsidRPr="0077091D" w:rsidRDefault="00A02515" w:rsidP="00DC460A">
            <w:pPr>
              <w:spacing w:before="40" w:after="120" w:line="220" w:lineRule="exact"/>
              <w:ind w:left="57"/>
              <w:rPr>
                <w:b/>
                <w:bCs/>
                <w:sz w:val="18"/>
                <w:szCs w:val="18"/>
                <w:lang w:eastAsia="en-GB"/>
              </w:rPr>
            </w:pPr>
            <w:r w:rsidRPr="0077091D">
              <w:rPr>
                <w:b/>
                <w:bCs/>
                <w:sz w:val="18"/>
                <w:szCs w:val="18"/>
                <w:lang w:eastAsia="en-GB"/>
              </w:rPr>
              <w:t>GRPE</w:t>
            </w:r>
          </w:p>
        </w:tc>
        <w:tc>
          <w:tcPr>
            <w:tcW w:w="4080" w:type="dxa"/>
            <w:hideMark/>
          </w:tcPr>
          <w:p w14:paraId="1742E508" w14:textId="77777777" w:rsidR="00A02515" w:rsidRPr="0077091D" w:rsidRDefault="00A02515" w:rsidP="00DC460A">
            <w:pPr>
              <w:spacing w:before="40" w:after="120" w:line="220" w:lineRule="exact"/>
              <w:ind w:left="57"/>
              <w:rPr>
                <w:b/>
                <w:bCs/>
                <w:sz w:val="18"/>
                <w:szCs w:val="18"/>
                <w:lang w:eastAsia="en-GB"/>
              </w:rPr>
            </w:pPr>
            <w:r w:rsidRPr="0077091D">
              <w:rPr>
                <w:b/>
                <w:bCs/>
                <w:sz w:val="18"/>
                <w:szCs w:val="18"/>
                <w:lang w:eastAsia="en-GB"/>
              </w:rPr>
              <w:t> Pollution and Energy</w:t>
            </w:r>
          </w:p>
        </w:tc>
        <w:tc>
          <w:tcPr>
            <w:tcW w:w="1590" w:type="dxa"/>
            <w:hideMark/>
          </w:tcPr>
          <w:p w14:paraId="7C5926D0" w14:textId="77777777" w:rsidR="00A02515" w:rsidRPr="0077091D" w:rsidRDefault="00A02515" w:rsidP="00DC460A">
            <w:pPr>
              <w:spacing w:before="40" w:after="120" w:line="220" w:lineRule="exact"/>
              <w:ind w:left="57"/>
              <w:rPr>
                <w:b/>
                <w:bCs/>
                <w:sz w:val="18"/>
                <w:szCs w:val="18"/>
                <w:lang w:eastAsia="en-GB"/>
              </w:rPr>
            </w:pPr>
            <w:r w:rsidRPr="0077091D">
              <w:rPr>
                <w:b/>
                <w:bCs/>
                <w:sz w:val="18"/>
                <w:szCs w:val="18"/>
                <w:lang w:eastAsia="en-GB"/>
              </w:rPr>
              <w:t xml:space="preserve">Mr. A. </w:t>
            </w:r>
            <w:proofErr w:type="spellStart"/>
            <w:r w:rsidRPr="0077091D">
              <w:rPr>
                <w:b/>
                <w:bCs/>
                <w:sz w:val="18"/>
                <w:szCs w:val="18"/>
                <w:lang w:eastAsia="en-GB"/>
              </w:rPr>
              <w:t>Rijnders</w:t>
            </w:r>
            <w:proofErr w:type="spellEnd"/>
            <w:r w:rsidRPr="0077091D">
              <w:rPr>
                <w:b/>
                <w:bCs/>
                <w:sz w:val="18"/>
                <w:szCs w:val="18"/>
                <w:lang w:eastAsia="en-GB"/>
              </w:rPr>
              <w:br/>
            </w:r>
          </w:p>
        </w:tc>
        <w:tc>
          <w:tcPr>
            <w:tcW w:w="1726" w:type="dxa"/>
            <w:hideMark/>
          </w:tcPr>
          <w:p w14:paraId="033301A3" w14:textId="77777777" w:rsidR="00A02515" w:rsidRPr="0077091D" w:rsidRDefault="00A02515" w:rsidP="00DC460A">
            <w:pPr>
              <w:spacing w:before="40" w:after="120" w:line="220" w:lineRule="exact"/>
              <w:ind w:left="57"/>
              <w:rPr>
                <w:b/>
                <w:bCs/>
                <w:sz w:val="18"/>
                <w:szCs w:val="18"/>
                <w:lang w:eastAsia="en-GB"/>
              </w:rPr>
            </w:pPr>
            <w:r w:rsidRPr="0077091D">
              <w:rPr>
                <w:b/>
                <w:bCs/>
                <w:spacing w:val="-4"/>
                <w:sz w:val="18"/>
                <w:szCs w:val="18"/>
                <w:lang w:eastAsia="en-GB"/>
              </w:rPr>
              <w:t>Netherlands</w:t>
            </w:r>
            <w:r w:rsidRPr="0077091D">
              <w:rPr>
                <w:b/>
                <w:bCs/>
                <w:sz w:val="18"/>
                <w:szCs w:val="18"/>
                <w:lang w:eastAsia="en-GB"/>
              </w:rPr>
              <w:br/>
            </w:r>
          </w:p>
        </w:tc>
        <w:tc>
          <w:tcPr>
            <w:tcW w:w="1552" w:type="dxa"/>
            <w:hideMark/>
          </w:tcPr>
          <w:p w14:paraId="56D2784B" w14:textId="77777777" w:rsidR="00A02515" w:rsidRPr="0077091D" w:rsidRDefault="00A02515" w:rsidP="00DC460A">
            <w:pPr>
              <w:spacing w:before="40" w:after="120" w:line="220" w:lineRule="exact"/>
              <w:ind w:left="57"/>
              <w:rPr>
                <w:b/>
                <w:bCs/>
                <w:sz w:val="18"/>
                <w:szCs w:val="18"/>
                <w:lang w:eastAsia="en-GB"/>
              </w:rPr>
            </w:pPr>
            <w:r w:rsidRPr="0077091D">
              <w:rPr>
                <w:b/>
                <w:bCs/>
                <w:sz w:val="18"/>
                <w:szCs w:val="18"/>
                <w:lang w:eastAsia="en-GB"/>
              </w:rPr>
              <w:t>2020</w:t>
            </w:r>
          </w:p>
        </w:tc>
      </w:tr>
      <w:tr w:rsidR="00A02515" w:rsidRPr="0077091D" w14:paraId="1D1E5801" w14:textId="77777777" w:rsidTr="00DC460A">
        <w:trPr>
          <w:cantSplit/>
          <w:jc w:val="center"/>
        </w:trPr>
        <w:tc>
          <w:tcPr>
            <w:tcW w:w="0" w:type="auto"/>
          </w:tcPr>
          <w:p w14:paraId="202638B9" w14:textId="77777777" w:rsidR="00A02515" w:rsidRPr="0077091D" w:rsidRDefault="00A02515" w:rsidP="00DC460A">
            <w:pPr>
              <w:spacing w:before="40" w:after="120" w:line="220" w:lineRule="exact"/>
              <w:ind w:left="57"/>
              <w:rPr>
                <w:bCs/>
                <w:sz w:val="18"/>
                <w:szCs w:val="18"/>
                <w:lang w:eastAsia="en-GB"/>
              </w:rPr>
            </w:pPr>
          </w:p>
        </w:tc>
        <w:tc>
          <w:tcPr>
            <w:tcW w:w="4080" w:type="dxa"/>
            <w:hideMark/>
          </w:tcPr>
          <w:p w14:paraId="755AE1C1"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Environmental and Propulsion Performance Requirements of L-category vehicles (EPPR)</w:t>
            </w:r>
          </w:p>
        </w:tc>
        <w:tc>
          <w:tcPr>
            <w:tcW w:w="1590" w:type="dxa"/>
            <w:hideMark/>
          </w:tcPr>
          <w:p w14:paraId="3A938D11" w14:textId="77777777" w:rsidR="00A02515" w:rsidRDefault="00A02515" w:rsidP="00DC460A">
            <w:pPr>
              <w:spacing w:before="40" w:after="120" w:line="220" w:lineRule="exact"/>
              <w:ind w:left="57"/>
              <w:rPr>
                <w:sz w:val="18"/>
                <w:szCs w:val="18"/>
                <w:lang w:eastAsia="en-GB"/>
              </w:rPr>
            </w:pPr>
            <w:r w:rsidRPr="0077091D">
              <w:rPr>
                <w:sz w:val="18"/>
                <w:szCs w:val="18"/>
                <w:lang w:eastAsia="en-GB"/>
              </w:rPr>
              <w:t xml:space="preserve">Mr. A. </w:t>
            </w:r>
            <w:proofErr w:type="spellStart"/>
            <w:r w:rsidRPr="0077091D">
              <w:rPr>
                <w:sz w:val="18"/>
                <w:szCs w:val="18"/>
                <w:lang w:eastAsia="en-GB"/>
              </w:rPr>
              <w:t>Perujo</w:t>
            </w:r>
            <w:proofErr w:type="spellEnd"/>
          </w:p>
          <w:p w14:paraId="4997AB01" w14:textId="77777777" w:rsidR="00A02515" w:rsidRPr="0077091D" w:rsidRDefault="00A02515" w:rsidP="00DC460A">
            <w:pPr>
              <w:spacing w:before="40" w:after="120" w:line="220" w:lineRule="exact"/>
              <w:ind w:left="57"/>
              <w:rPr>
                <w:sz w:val="18"/>
                <w:szCs w:val="18"/>
                <w:lang w:eastAsia="en-GB"/>
              </w:rPr>
            </w:pPr>
            <w:r>
              <w:rPr>
                <w:sz w:val="18"/>
                <w:szCs w:val="18"/>
                <w:lang w:eastAsia="en-GB"/>
              </w:rPr>
              <w:t>Mr. H. Suzuki</w:t>
            </w:r>
          </w:p>
        </w:tc>
        <w:tc>
          <w:tcPr>
            <w:tcW w:w="1726" w:type="dxa"/>
            <w:hideMark/>
          </w:tcPr>
          <w:p w14:paraId="5A88196E" w14:textId="77777777" w:rsidR="00A02515" w:rsidRDefault="00A02515" w:rsidP="00DC460A">
            <w:pPr>
              <w:spacing w:before="40" w:after="120" w:line="220" w:lineRule="exact"/>
              <w:ind w:left="57"/>
              <w:rPr>
                <w:sz w:val="18"/>
                <w:szCs w:val="18"/>
                <w:lang w:eastAsia="en-GB"/>
              </w:rPr>
            </w:pPr>
            <w:r w:rsidRPr="0077091D">
              <w:rPr>
                <w:sz w:val="18"/>
                <w:szCs w:val="18"/>
                <w:lang w:eastAsia="en-GB"/>
              </w:rPr>
              <w:t>EC</w:t>
            </w:r>
          </w:p>
          <w:p w14:paraId="32448986" w14:textId="77777777" w:rsidR="00A02515" w:rsidRPr="0077091D" w:rsidRDefault="00A02515" w:rsidP="00DC460A">
            <w:pPr>
              <w:spacing w:before="40" w:after="120" w:line="220" w:lineRule="exact"/>
              <w:ind w:left="57"/>
              <w:rPr>
                <w:sz w:val="18"/>
                <w:szCs w:val="18"/>
                <w:lang w:eastAsia="en-GB"/>
              </w:rPr>
            </w:pPr>
            <w:r>
              <w:rPr>
                <w:sz w:val="18"/>
                <w:szCs w:val="18"/>
                <w:lang w:eastAsia="en-GB"/>
              </w:rPr>
              <w:t>Japan</w:t>
            </w:r>
          </w:p>
        </w:tc>
        <w:tc>
          <w:tcPr>
            <w:tcW w:w="1552" w:type="dxa"/>
            <w:hideMark/>
          </w:tcPr>
          <w:p w14:paraId="0A5C9720"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December 2020</w:t>
            </w:r>
          </w:p>
        </w:tc>
      </w:tr>
      <w:tr w:rsidR="00A02515" w:rsidRPr="0077091D" w14:paraId="3E3BF076" w14:textId="77777777" w:rsidTr="00DC460A">
        <w:trPr>
          <w:cantSplit/>
          <w:jc w:val="center"/>
        </w:trPr>
        <w:tc>
          <w:tcPr>
            <w:tcW w:w="0" w:type="auto"/>
          </w:tcPr>
          <w:p w14:paraId="3022ECBD" w14:textId="77777777" w:rsidR="00A02515" w:rsidRPr="0077091D" w:rsidRDefault="00A02515" w:rsidP="00DC460A">
            <w:pPr>
              <w:spacing w:before="40" w:after="120" w:line="220" w:lineRule="exact"/>
              <w:ind w:left="57"/>
              <w:rPr>
                <w:bCs/>
                <w:sz w:val="18"/>
                <w:szCs w:val="18"/>
                <w:lang w:eastAsia="en-GB"/>
              </w:rPr>
            </w:pPr>
          </w:p>
        </w:tc>
        <w:tc>
          <w:tcPr>
            <w:tcW w:w="4080" w:type="dxa"/>
            <w:hideMark/>
          </w:tcPr>
          <w:p w14:paraId="46E0E859"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Electric Vehicle and Environment (EVE)</w:t>
            </w:r>
          </w:p>
        </w:tc>
        <w:tc>
          <w:tcPr>
            <w:tcW w:w="1590" w:type="dxa"/>
            <w:hideMark/>
          </w:tcPr>
          <w:p w14:paraId="3D3E886E"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 xml:space="preserve">Mr. M. </w:t>
            </w:r>
            <w:proofErr w:type="spellStart"/>
            <w:r w:rsidRPr="0077091D">
              <w:rPr>
                <w:sz w:val="18"/>
                <w:szCs w:val="18"/>
                <w:lang w:eastAsia="en-GB"/>
              </w:rPr>
              <w:t>Olechiw</w:t>
            </w:r>
            <w:proofErr w:type="spellEnd"/>
            <w:r w:rsidRPr="0077091D">
              <w:rPr>
                <w:sz w:val="18"/>
                <w:szCs w:val="18"/>
                <w:lang w:eastAsia="en-GB"/>
              </w:rPr>
              <w:br/>
              <w:t>Mrs. C. Chen</w:t>
            </w:r>
            <w:r w:rsidRPr="0077091D">
              <w:rPr>
                <w:sz w:val="18"/>
                <w:szCs w:val="18"/>
                <w:lang w:eastAsia="en-GB"/>
              </w:rPr>
              <w:br/>
              <w:t xml:space="preserve">Mr. </w:t>
            </w:r>
            <w:r>
              <w:t>H. Ishii</w:t>
            </w:r>
          </w:p>
        </w:tc>
        <w:tc>
          <w:tcPr>
            <w:tcW w:w="1726" w:type="dxa"/>
            <w:hideMark/>
          </w:tcPr>
          <w:p w14:paraId="2304C598"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USA</w:t>
            </w:r>
            <w:r w:rsidRPr="0077091D">
              <w:rPr>
                <w:sz w:val="18"/>
                <w:szCs w:val="18"/>
                <w:lang w:eastAsia="en-GB"/>
              </w:rPr>
              <w:br/>
              <w:t>China</w:t>
            </w:r>
            <w:r w:rsidRPr="0077091D">
              <w:rPr>
                <w:sz w:val="18"/>
                <w:szCs w:val="18"/>
                <w:lang w:eastAsia="en-GB"/>
              </w:rPr>
              <w:br/>
              <w:t>Japan</w:t>
            </w:r>
          </w:p>
        </w:tc>
        <w:tc>
          <w:tcPr>
            <w:tcW w:w="1552" w:type="dxa"/>
            <w:hideMark/>
          </w:tcPr>
          <w:p w14:paraId="091D25B3"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November 2019</w:t>
            </w:r>
          </w:p>
        </w:tc>
      </w:tr>
      <w:tr w:rsidR="00A02515" w:rsidRPr="0077091D" w14:paraId="292D7553" w14:textId="77777777" w:rsidTr="00DC460A">
        <w:trPr>
          <w:cantSplit/>
          <w:jc w:val="center"/>
        </w:trPr>
        <w:tc>
          <w:tcPr>
            <w:tcW w:w="0" w:type="auto"/>
          </w:tcPr>
          <w:p w14:paraId="1C84ADB2" w14:textId="77777777" w:rsidR="00A02515" w:rsidRPr="0077091D" w:rsidRDefault="00A02515" w:rsidP="00DC460A">
            <w:pPr>
              <w:spacing w:before="40" w:after="120" w:line="220" w:lineRule="exact"/>
              <w:ind w:left="57"/>
              <w:rPr>
                <w:bCs/>
                <w:sz w:val="18"/>
                <w:szCs w:val="18"/>
                <w:lang w:eastAsia="en-GB"/>
              </w:rPr>
            </w:pPr>
          </w:p>
        </w:tc>
        <w:tc>
          <w:tcPr>
            <w:tcW w:w="4080" w:type="dxa"/>
            <w:hideMark/>
          </w:tcPr>
          <w:p w14:paraId="29083C70"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Particle Measurement Programme (PMP)</w:t>
            </w:r>
          </w:p>
        </w:tc>
        <w:tc>
          <w:tcPr>
            <w:tcW w:w="1590" w:type="dxa"/>
            <w:hideMark/>
          </w:tcPr>
          <w:p w14:paraId="3C03660F"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Mr. G. Martini</w:t>
            </w:r>
          </w:p>
        </w:tc>
        <w:tc>
          <w:tcPr>
            <w:tcW w:w="1726" w:type="dxa"/>
            <w:hideMark/>
          </w:tcPr>
          <w:p w14:paraId="696F3154"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EC</w:t>
            </w:r>
          </w:p>
        </w:tc>
        <w:tc>
          <w:tcPr>
            <w:tcW w:w="1552" w:type="dxa"/>
            <w:hideMark/>
          </w:tcPr>
          <w:p w14:paraId="69C44239"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 xml:space="preserve">June 2019 </w:t>
            </w:r>
          </w:p>
        </w:tc>
      </w:tr>
      <w:tr w:rsidR="00A02515" w:rsidRPr="0077091D" w14:paraId="657612BE" w14:textId="77777777" w:rsidTr="00DC460A">
        <w:trPr>
          <w:cantSplit/>
          <w:jc w:val="center"/>
        </w:trPr>
        <w:tc>
          <w:tcPr>
            <w:tcW w:w="0" w:type="auto"/>
          </w:tcPr>
          <w:p w14:paraId="4FFACB37" w14:textId="77777777" w:rsidR="00A02515" w:rsidRPr="0077091D" w:rsidRDefault="00A02515" w:rsidP="00DC460A">
            <w:pPr>
              <w:spacing w:before="40" w:after="120" w:line="220" w:lineRule="exact"/>
              <w:ind w:left="57"/>
              <w:rPr>
                <w:bCs/>
                <w:sz w:val="18"/>
                <w:szCs w:val="18"/>
                <w:lang w:eastAsia="en-GB"/>
              </w:rPr>
            </w:pPr>
          </w:p>
        </w:tc>
        <w:tc>
          <w:tcPr>
            <w:tcW w:w="4080" w:type="dxa"/>
            <w:hideMark/>
          </w:tcPr>
          <w:p w14:paraId="6352E38E"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Vehicle Interior Air Quality (VIAQ)</w:t>
            </w:r>
          </w:p>
        </w:tc>
        <w:tc>
          <w:tcPr>
            <w:tcW w:w="1590" w:type="dxa"/>
          </w:tcPr>
          <w:p w14:paraId="7DF0B1F9"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Mr. A. Kozlov</w:t>
            </w:r>
            <w:r w:rsidRPr="0077091D">
              <w:rPr>
                <w:sz w:val="18"/>
                <w:szCs w:val="18"/>
                <w:lang w:eastAsia="en-GB"/>
              </w:rPr>
              <w:br/>
              <w:t>Mr. J</w:t>
            </w:r>
            <w:r>
              <w:rPr>
                <w:sz w:val="18"/>
                <w:szCs w:val="18"/>
                <w:lang w:eastAsia="en-GB"/>
              </w:rPr>
              <w:t>.</w:t>
            </w:r>
            <w:r w:rsidRPr="0077091D">
              <w:rPr>
                <w:sz w:val="18"/>
                <w:szCs w:val="18"/>
                <w:lang w:eastAsia="en-GB"/>
              </w:rPr>
              <w:t xml:space="preserve"> Lim</w:t>
            </w:r>
          </w:p>
        </w:tc>
        <w:tc>
          <w:tcPr>
            <w:tcW w:w="1726" w:type="dxa"/>
            <w:hideMark/>
          </w:tcPr>
          <w:p w14:paraId="15E8932C"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Russian Federation</w:t>
            </w:r>
            <w:r w:rsidRPr="0077091D">
              <w:rPr>
                <w:sz w:val="18"/>
                <w:szCs w:val="18"/>
                <w:lang w:eastAsia="en-GB"/>
              </w:rPr>
              <w:br/>
              <w:t>Republic of Korea</w:t>
            </w:r>
          </w:p>
        </w:tc>
        <w:tc>
          <w:tcPr>
            <w:tcW w:w="1552" w:type="dxa"/>
            <w:hideMark/>
          </w:tcPr>
          <w:p w14:paraId="1662C040"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November 2020</w:t>
            </w:r>
          </w:p>
        </w:tc>
      </w:tr>
      <w:tr w:rsidR="00A02515" w:rsidRPr="0077091D" w14:paraId="396544AE" w14:textId="77777777" w:rsidTr="00DC460A">
        <w:trPr>
          <w:cantSplit/>
          <w:jc w:val="center"/>
        </w:trPr>
        <w:tc>
          <w:tcPr>
            <w:tcW w:w="0" w:type="auto"/>
          </w:tcPr>
          <w:p w14:paraId="7DB9E567" w14:textId="77777777" w:rsidR="00A02515" w:rsidRPr="0077091D" w:rsidRDefault="00A02515" w:rsidP="00DC460A">
            <w:pPr>
              <w:spacing w:before="40" w:after="120" w:line="220" w:lineRule="exact"/>
              <w:ind w:left="57"/>
              <w:rPr>
                <w:sz w:val="18"/>
                <w:szCs w:val="18"/>
                <w:lang w:eastAsia="en-GB"/>
              </w:rPr>
            </w:pPr>
          </w:p>
        </w:tc>
        <w:tc>
          <w:tcPr>
            <w:tcW w:w="4080" w:type="dxa"/>
            <w:hideMark/>
          </w:tcPr>
          <w:p w14:paraId="5FA28D36"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Worldwide harmonized Light vehicles Test Procedures (WLTP Phase 2)</w:t>
            </w:r>
          </w:p>
        </w:tc>
        <w:tc>
          <w:tcPr>
            <w:tcW w:w="1590" w:type="dxa"/>
            <w:hideMark/>
          </w:tcPr>
          <w:p w14:paraId="7A1046ED"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 xml:space="preserve">Mr. R. </w:t>
            </w:r>
            <w:proofErr w:type="spellStart"/>
            <w:r w:rsidRPr="0077091D">
              <w:rPr>
                <w:sz w:val="18"/>
                <w:szCs w:val="18"/>
                <w:lang w:eastAsia="en-GB"/>
              </w:rPr>
              <w:t>Cuelenaere</w:t>
            </w:r>
            <w:proofErr w:type="spellEnd"/>
            <w:r w:rsidRPr="0077091D">
              <w:rPr>
                <w:sz w:val="18"/>
                <w:szCs w:val="18"/>
                <w:lang w:eastAsia="en-GB"/>
              </w:rPr>
              <w:br/>
              <w:t>Mr. D. Kawano</w:t>
            </w:r>
          </w:p>
        </w:tc>
        <w:tc>
          <w:tcPr>
            <w:tcW w:w="1726" w:type="dxa"/>
            <w:hideMark/>
          </w:tcPr>
          <w:p w14:paraId="5D7DEB08"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Netherlands</w:t>
            </w:r>
            <w:r w:rsidRPr="0077091D">
              <w:rPr>
                <w:sz w:val="18"/>
                <w:szCs w:val="18"/>
                <w:lang w:eastAsia="en-GB"/>
              </w:rPr>
              <w:br/>
              <w:t>Japan</w:t>
            </w:r>
          </w:p>
        </w:tc>
        <w:tc>
          <w:tcPr>
            <w:tcW w:w="1552" w:type="dxa"/>
            <w:hideMark/>
          </w:tcPr>
          <w:p w14:paraId="42AE7257"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December 2019</w:t>
            </w:r>
          </w:p>
        </w:tc>
      </w:tr>
      <w:tr w:rsidR="00A02515" w:rsidRPr="0077091D" w14:paraId="1845A2C7" w14:textId="77777777" w:rsidTr="00DC460A">
        <w:trPr>
          <w:cantSplit/>
          <w:jc w:val="center"/>
        </w:trPr>
        <w:tc>
          <w:tcPr>
            <w:tcW w:w="0" w:type="auto"/>
          </w:tcPr>
          <w:p w14:paraId="7D088F37" w14:textId="77777777" w:rsidR="00A02515" w:rsidRPr="0077091D" w:rsidRDefault="00A02515" w:rsidP="00DC460A">
            <w:pPr>
              <w:spacing w:before="40" w:after="120" w:line="220" w:lineRule="exact"/>
              <w:ind w:left="57"/>
              <w:rPr>
                <w:sz w:val="18"/>
                <w:szCs w:val="18"/>
                <w:lang w:eastAsia="en-GB"/>
              </w:rPr>
            </w:pPr>
          </w:p>
        </w:tc>
        <w:tc>
          <w:tcPr>
            <w:tcW w:w="4080" w:type="dxa"/>
          </w:tcPr>
          <w:p w14:paraId="4C6B202C"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Global Real Driving Emissions (RDE)</w:t>
            </w:r>
          </w:p>
        </w:tc>
        <w:tc>
          <w:tcPr>
            <w:tcW w:w="1590" w:type="dxa"/>
          </w:tcPr>
          <w:p w14:paraId="44BE271A" w14:textId="77777777" w:rsidR="00A02515" w:rsidRDefault="00A02515" w:rsidP="00DC460A">
            <w:pPr>
              <w:spacing w:before="40" w:after="120" w:line="220" w:lineRule="exact"/>
              <w:ind w:left="57"/>
              <w:rPr>
                <w:sz w:val="18"/>
                <w:szCs w:val="18"/>
                <w:lang w:eastAsia="en-GB"/>
              </w:rPr>
            </w:pPr>
            <w:r w:rsidRPr="0077091D">
              <w:rPr>
                <w:sz w:val="18"/>
                <w:szCs w:val="18"/>
                <w:lang w:eastAsia="en-GB"/>
              </w:rPr>
              <w:t xml:space="preserve">Ms. P. </w:t>
            </w:r>
            <w:proofErr w:type="spellStart"/>
            <w:r w:rsidRPr="0077091D">
              <w:rPr>
                <w:sz w:val="18"/>
                <w:szCs w:val="18"/>
                <w:lang w:eastAsia="en-GB"/>
              </w:rPr>
              <w:t>Dilara</w:t>
            </w:r>
            <w:proofErr w:type="spellEnd"/>
          </w:p>
          <w:p w14:paraId="4DEEF898"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 xml:space="preserve">Mr. Y. </w:t>
            </w:r>
            <w:proofErr w:type="spellStart"/>
            <w:r w:rsidRPr="0077091D">
              <w:rPr>
                <w:sz w:val="18"/>
                <w:szCs w:val="18"/>
                <w:lang w:eastAsia="en-GB"/>
              </w:rPr>
              <w:t>Kono</w:t>
            </w:r>
            <w:proofErr w:type="spellEnd"/>
            <w:r w:rsidRPr="0077091D">
              <w:rPr>
                <w:sz w:val="18"/>
                <w:szCs w:val="18"/>
                <w:lang w:eastAsia="en-GB"/>
              </w:rPr>
              <w:br/>
              <w:t>Mr. J. Park</w:t>
            </w:r>
          </w:p>
        </w:tc>
        <w:tc>
          <w:tcPr>
            <w:tcW w:w="1726" w:type="dxa"/>
          </w:tcPr>
          <w:p w14:paraId="63C3CB7D" w14:textId="77777777" w:rsidR="00A02515" w:rsidRDefault="00A02515" w:rsidP="00DC460A">
            <w:pPr>
              <w:spacing w:before="40" w:after="120" w:line="220" w:lineRule="exact"/>
              <w:ind w:left="57"/>
              <w:rPr>
                <w:sz w:val="18"/>
                <w:szCs w:val="18"/>
                <w:lang w:eastAsia="en-GB"/>
              </w:rPr>
            </w:pPr>
            <w:r w:rsidRPr="0077091D">
              <w:rPr>
                <w:sz w:val="18"/>
                <w:szCs w:val="18"/>
                <w:lang w:eastAsia="en-GB"/>
              </w:rPr>
              <w:t>EC</w:t>
            </w:r>
          </w:p>
          <w:p w14:paraId="6962664E"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Japan</w:t>
            </w:r>
            <w:r w:rsidRPr="0077091D">
              <w:rPr>
                <w:sz w:val="18"/>
                <w:szCs w:val="18"/>
                <w:lang w:eastAsia="en-GB"/>
              </w:rPr>
              <w:br/>
              <w:t>Republic of Korea</w:t>
            </w:r>
          </w:p>
        </w:tc>
        <w:tc>
          <w:tcPr>
            <w:tcW w:w="1552" w:type="dxa"/>
          </w:tcPr>
          <w:p w14:paraId="7EFBADC0"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November 2021</w:t>
            </w:r>
          </w:p>
        </w:tc>
      </w:tr>
      <w:tr w:rsidR="00A02515" w:rsidRPr="0077091D" w14:paraId="2F6C7D28" w14:textId="77777777" w:rsidTr="00DC460A">
        <w:trPr>
          <w:cantSplit/>
          <w:jc w:val="center"/>
        </w:trPr>
        <w:tc>
          <w:tcPr>
            <w:tcW w:w="0" w:type="auto"/>
            <w:hideMark/>
          </w:tcPr>
          <w:p w14:paraId="428261DE" w14:textId="77777777" w:rsidR="00A02515" w:rsidRPr="0077091D" w:rsidRDefault="00A02515" w:rsidP="00DC460A">
            <w:pPr>
              <w:keepNext/>
              <w:keepLines/>
              <w:spacing w:before="40" w:after="120" w:line="220" w:lineRule="exact"/>
              <w:ind w:left="57"/>
              <w:rPr>
                <w:b/>
                <w:bCs/>
                <w:sz w:val="18"/>
                <w:szCs w:val="18"/>
                <w:lang w:eastAsia="en-GB"/>
              </w:rPr>
            </w:pPr>
            <w:bookmarkStart w:id="90" w:name="_Hlk11239246"/>
            <w:r w:rsidRPr="0077091D">
              <w:rPr>
                <w:b/>
                <w:bCs/>
                <w:sz w:val="18"/>
                <w:szCs w:val="18"/>
                <w:lang w:eastAsia="en-GB"/>
              </w:rPr>
              <w:t>GRVA</w:t>
            </w:r>
          </w:p>
        </w:tc>
        <w:tc>
          <w:tcPr>
            <w:tcW w:w="4080" w:type="dxa"/>
            <w:hideMark/>
          </w:tcPr>
          <w:p w14:paraId="1EF1569F" w14:textId="77777777" w:rsidR="00A02515" w:rsidRPr="0077091D" w:rsidRDefault="00A02515" w:rsidP="00DC460A">
            <w:pPr>
              <w:keepNext/>
              <w:keepLines/>
              <w:spacing w:before="40" w:after="120" w:line="220" w:lineRule="exact"/>
              <w:ind w:left="57"/>
              <w:rPr>
                <w:b/>
                <w:bCs/>
                <w:sz w:val="18"/>
                <w:szCs w:val="18"/>
                <w:lang w:eastAsia="en-GB"/>
              </w:rPr>
            </w:pPr>
            <w:r w:rsidRPr="0077091D">
              <w:rPr>
                <w:b/>
                <w:bCs/>
                <w:sz w:val="18"/>
                <w:szCs w:val="18"/>
                <w:lang w:eastAsia="en-GB"/>
              </w:rPr>
              <w:t>Automated/Autonomous and Connected Vehicles</w:t>
            </w:r>
          </w:p>
        </w:tc>
        <w:tc>
          <w:tcPr>
            <w:tcW w:w="1590" w:type="dxa"/>
            <w:hideMark/>
          </w:tcPr>
          <w:p w14:paraId="2B94C47D" w14:textId="77777777" w:rsidR="00A02515" w:rsidRDefault="00A02515" w:rsidP="00DC460A">
            <w:pPr>
              <w:keepNext/>
              <w:keepLines/>
              <w:spacing w:before="40" w:after="120" w:line="220" w:lineRule="exact"/>
              <w:ind w:left="57"/>
              <w:rPr>
                <w:b/>
                <w:bCs/>
                <w:sz w:val="18"/>
                <w:szCs w:val="18"/>
                <w:lang w:eastAsia="en-GB"/>
              </w:rPr>
            </w:pPr>
            <w:r w:rsidRPr="0077091D">
              <w:rPr>
                <w:b/>
                <w:bCs/>
                <w:sz w:val="18"/>
                <w:szCs w:val="18"/>
                <w:lang w:eastAsia="en-GB"/>
              </w:rPr>
              <w:t xml:space="preserve">Mr. </w:t>
            </w:r>
            <w:r>
              <w:rPr>
                <w:b/>
                <w:bCs/>
                <w:sz w:val="18"/>
                <w:szCs w:val="18"/>
                <w:lang w:eastAsia="en-GB"/>
              </w:rPr>
              <w:t>R. Damm</w:t>
            </w:r>
          </w:p>
          <w:p w14:paraId="0542C821" w14:textId="77777777" w:rsidR="00A02515" w:rsidRPr="0077091D" w:rsidRDefault="00A02515" w:rsidP="00DC460A">
            <w:pPr>
              <w:keepNext/>
              <w:keepLines/>
              <w:spacing w:before="40" w:after="120" w:line="220" w:lineRule="exact"/>
              <w:ind w:left="57"/>
              <w:rPr>
                <w:b/>
                <w:bCs/>
                <w:sz w:val="18"/>
                <w:szCs w:val="18"/>
                <w:lang w:eastAsia="en-GB"/>
              </w:rPr>
            </w:pPr>
            <w:r w:rsidRPr="0077091D">
              <w:rPr>
                <w:b/>
                <w:bCs/>
                <w:sz w:val="18"/>
                <w:szCs w:val="18"/>
                <w:lang w:eastAsia="en-GB"/>
              </w:rPr>
              <w:t>Ms. C. Chen</w:t>
            </w:r>
            <w:r w:rsidRPr="0077091D">
              <w:rPr>
                <w:b/>
                <w:bCs/>
                <w:sz w:val="18"/>
                <w:szCs w:val="18"/>
                <w:lang w:eastAsia="en-GB"/>
              </w:rPr>
              <w:br/>
              <w:t>Mr. T. Onoda</w:t>
            </w:r>
          </w:p>
        </w:tc>
        <w:tc>
          <w:tcPr>
            <w:tcW w:w="1726" w:type="dxa"/>
            <w:hideMark/>
          </w:tcPr>
          <w:p w14:paraId="6E044FDC" w14:textId="77777777" w:rsidR="00A02515" w:rsidRDefault="00A02515" w:rsidP="00DC460A">
            <w:pPr>
              <w:keepNext/>
              <w:keepLines/>
              <w:spacing w:before="40" w:after="120" w:line="220" w:lineRule="exact"/>
              <w:ind w:left="57"/>
              <w:rPr>
                <w:b/>
                <w:bCs/>
                <w:sz w:val="18"/>
                <w:szCs w:val="18"/>
                <w:lang w:eastAsia="en-GB"/>
              </w:rPr>
            </w:pPr>
            <w:r>
              <w:rPr>
                <w:b/>
                <w:bCs/>
                <w:sz w:val="18"/>
                <w:szCs w:val="18"/>
                <w:lang w:eastAsia="en-GB"/>
              </w:rPr>
              <w:t>Germany</w:t>
            </w:r>
          </w:p>
          <w:p w14:paraId="36789BC4" w14:textId="77777777" w:rsidR="00A02515" w:rsidRPr="0077091D" w:rsidRDefault="00A02515" w:rsidP="00DC460A">
            <w:pPr>
              <w:keepNext/>
              <w:keepLines/>
              <w:spacing w:before="40" w:after="120" w:line="220" w:lineRule="exact"/>
              <w:ind w:left="57"/>
              <w:rPr>
                <w:b/>
                <w:bCs/>
                <w:sz w:val="18"/>
                <w:szCs w:val="18"/>
                <w:lang w:eastAsia="en-GB"/>
              </w:rPr>
            </w:pPr>
            <w:r w:rsidRPr="0077091D">
              <w:rPr>
                <w:b/>
                <w:bCs/>
                <w:sz w:val="18"/>
                <w:szCs w:val="18"/>
                <w:lang w:eastAsia="en-GB"/>
              </w:rPr>
              <w:t>China</w:t>
            </w:r>
            <w:r w:rsidRPr="0077091D">
              <w:rPr>
                <w:b/>
                <w:bCs/>
                <w:sz w:val="18"/>
                <w:szCs w:val="18"/>
                <w:lang w:eastAsia="en-GB"/>
              </w:rPr>
              <w:br/>
              <w:t>Japan</w:t>
            </w:r>
          </w:p>
        </w:tc>
        <w:tc>
          <w:tcPr>
            <w:tcW w:w="1552" w:type="dxa"/>
            <w:hideMark/>
          </w:tcPr>
          <w:p w14:paraId="4BFC76F5" w14:textId="77777777" w:rsidR="00A02515" w:rsidRPr="0077091D" w:rsidRDefault="00A02515" w:rsidP="00DC460A">
            <w:pPr>
              <w:keepNext/>
              <w:keepLines/>
              <w:spacing w:before="40" w:after="120" w:line="220" w:lineRule="exact"/>
              <w:ind w:left="57"/>
              <w:rPr>
                <w:b/>
                <w:bCs/>
                <w:sz w:val="18"/>
                <w:szCs w:val="18"/>
                <w:lang w:eastAsia="en-GB"/>
              </w:rPr>
            </w:pPr>
            <w:r w:rsidRPr="0077091D">
              <w:rPr>
                <w:b/>
                <w:bCs/>
                <w:sz w:val="18"/>
                <w:szCs w:val="18"/>
                <w:lang w:eastAsia="en-GB"/>
              </w:rPr>
              <w:t>2020</w:t>
            </w:r>
          </w:p>
        </w:tc>
      </w:tr>
      <w:tr w:rsidR="00A02515" w:rsidRPr="0077091D" w14:paraId="154BA518" w14:textId="77777777" w:rsidTr="00DC460A">
        <w:trPr>
          <w:cantSplit/>
          <w:jc w:val="center"/>
        </w:trPr>
        <w:tc>
          <w:tcPr>
            <w:tcW w:w="0" w:type="auto"/>
          </w:tcPr>
          <w:p w14:paraId="700A2D70" w14:textId="77777777" w:rsidR="00A02515" w:rsidRPr="0077091D" w:rsidRDefault="00A02515" w:rsidP="00DC460A">
            <w:pPr>
              <w:keepNext/>
              <w:keepLines/>
              <w:spacing w:before="40" w:after="120" w:line="220" w:lineRule="exact"/>
              <w:ind w:left="57"/>
              <w:rPr>
                <w:b/>
                <w:bCs/>
                <w:sz w:val="18"/>
                <w:szCs w:val="18"/>
                <w:lang w:eastAsia="en-GB"/>
              </w:rPr>
            </w:pPr>
          </w:p>
        </w:tc>
        <w:tc>
          <w:tcPr>
            <w:tcW w:w="4080" w:type="dxa"/>
          </w:tcPr>
          <w:p w14:paraId="517E0D95" w14:textId="77777777" w:rsidR="00A02515" w:rsidRDefault="00A02515" w:rsidP="00DC460A">
            <w:pPr>
              <w:keepNext/>
              <w:keepLines/>
              <w:spacing w:before="40" w:after="120" w:line="220" w:lineRule="exact"/>
              <w:ind w:left="57"/>
              <w:rPr>
                <w:bCs/>
                <w:sz w:val="18"/>
                <w:szCs w:val="18"/>
                <w:lang w:eastAsia="en-GB"/>
              </w:rPr>
            </w:pPr>
            <w:r>
              <w:rPr>
                <w:bCs/>
                <w:sz w:val="18"/>
                <w:szCs w:val="18"/>
                <w:lang w:eastAsia="en-GB"/>
              </w:rPr>
              <w:t>Functional Requirements for Automated and Autonomous Vehicles (FRAV)</w:t>
            </w:r>
          </w:p>
          <w:p w14:paraId="6BDBFC8C" w14:textId="77777777" w:rsidR="00A02515" w:rsidRPr="0077091D" w:rsidRDefault="00A02515" w:rsidP="00DC460A">
            <w:pPr>
              <w:keepNext/>
              <w:keepLines/>
              <w:spacing w:before="40" w:after="120" w:line="220" w:lineRule="exact"/>
              <w:ind w:left="57"/>
              <w:rPr>
                <w:bCs/>
                <w:sz w:val="18"/>
                <w:szCs w:val="18"/>
                <w:lang w:eastAsia="en-GB"/>
              </w:rPr>
            </w:pPr>
          </w:p>
        </w:tc>
        <w:tc>
          <w:tcPr>
            <w:tcW w:w="1590" w:type="dxa"/>
          </w:tcPr>
          <w:p w14:paraId="71746484" w14:textId="77777777" w:rsidR="00A02515" w:rsidRPr="0077091D" w:rsidRDefault="00A02515" w:rsidP="00DC460A">
            <w:pPr>
              <w:keepNext/>
              <w:keepLines/>
              <w:spacing w:before="40" w:after="120" w:line="220" w:lineRule="exact"/>
              <w:ind w:left="57"/>
              <w:rPr>
                <w:bCs/>
                <w:sz w:val="18"/>
                <w:szCs w:val="18"/>
                <w:lang w:eastAsia="en-GB"/>
              </w:rPr>
            </w:pPr>
            <w:r w:rsidRPr="00A12339">
              <w:rPr>
                <w:sz w:val="18"/>
                <w:szCs w:val="18"/>
                <w:lang w:eastAsia="en-GB"/>
              </w:rPr>
              <w:t xml:space="preserve">Mr. E. </w:t>
            </w:r>
            <w:proofErr w:type="spellStart"/>
            <w:r w:rsidRPr="00A12339">
              <w:rPr>
                <w:sz w:val="18"/>
                <w:szCs w:val="18"/>
                <w:lang w:eastAsia="en-GB"/>
              </w:rPr>
              <w:t>Wondimneh</w:t>
            </w:r>
            <w:proofErr w:type="spellEnd"/>
            <w:r w:rsidRPr="00A12339">
              <w:rPr>
                <w:sz w:val="18"/>
                <w:szCs w:val="18"/>
                <w:vertAlign w:val="superscript"/>
                <w:lang w:eastAsia="en-GB"/>
              </w:rPr>
              <w:footnoteReference w:id="4"/>
            </w:r>
            <w:r>
              <w:rPr>
                <w:bCs/>
                <w:sz w:val="18"/>
                <w:szCs w:val="18"/>
                <w:lang w:eastAsia="en-GB"/>
              </w:rPr>
              <w:br/>
              <w:t>Ms. C. Chen.</w:t>
            </w:r>
            <w:r w:rsidRPr="0077091D">
              <w:rPr>
                <w:sz w:val="18"/>
                <w:szCs w:val="18"/>
                <w:vertAlign w:val="superscript"/>
                <w:lang w:eastAsia="en-GB"/>
              </w:rPr>
              <w:t>1</w:t>
            </w:r>
            <w:r>
              <w:rPr>
                <w:bCs/>
                <w:sz w:val="18"/>
                <w:szCs w:val="18"/>
                <w:lang w:eastAsia="en-GB"/>
              </w:rPr>
              <w:br/>
              <w:t>Mr. R. Damm</w:t>
            </w:r>
            <w:r w:rsidRPr="0077091D">
              <w:rPr>
                <w:sz w:val="18"/>
                <w:szCs w:val="18"/>
                <w:vertAlign w:val="superscript"/>
                <w:lang w:eastAsia="en-GB"/>
              </w:rPr>
              <w:t>1</w:t>
            </w:r>
          </w:p>
        </w:tc>
        <w:tc>
          <w:tcPr>
            <w:tcW w:w="1726" w:type="dxa"/>
          </w:tcPr>
          <w:p w14:paraId="19411E42" w14:textId="77777777" w:rsidR="00A02515" w:rsidRPr="0077091D" w:rsidRDefault="00A02515" w:rsidP="00DC460A">
            <w:pPr>
              <w:keepNext/>
              <w:keepLines/>
              <w:spacing w:before="40" w:after="120" w:line="220" w:lineRule="exact"/>
              <w:ind w:left="57"/>
              <w:rPr>
                <w:bCs/>
                <w:sz w:val="18"/>
                <w:szCs w:val="18"/>
                <w:lang w:eastAsia="en-GB"/>
              </w:rPr>
            </w:pPr>
            <w:r>
              <w:rPr>
                <w:bCs/>
                <w:sz w:val="18"/>
                <w:szCs w:val="18"/>
                <w:lang w:eastAsia="en-GB"/>
              </w:rPr>
              <w:t>USA</w:t>
            </w:r>
            <w:r>
              <w:rPr>
                <w:bCs/>
                <w:sz w:val="18"/>
                <w:szCs w:val="18"/>
                <w:lang w:eastAsia="en-GB"/>
              </w:rPr>
              <w:br/>
              <w:t>China</w:t>
            </w:r>
            <w:r>
              <w:rPr>
                <w:bCs/>
                <w:sz w:val="18"/>
                <w:szCs w:val="18"/>
                <w:lang w:eastAsia="en-GB"/>
              </w:rPr>
              <w:br/>
              <w:t>Germany</w:t>
            </w:r>
          </w:p>
        </w:tc>
        <w:tc>
          <w:tcPr>
            <w:tcW w:w="1552" w:type="dxa"/>
          </w:tcPr>
          <w:p w14:paraId="723278A7" w14:textId="77777777" w:rsidR="00A02515" w:rsidRPr="0077091D" w:rsidRDefault="00A02515" w:rsidP="00DC460A">
            <w:pPr>
              <w:keepNext/>
              <w:keepLines/>
              <w:spacing w:before="40" w:after="120" w:line="220" w:lineRule="exact"/>
              <w:ind w:left="57"/>
              <w:rPr>
                <w:bCs/>
                <w:sz w:val="18"/>
                <w:szCs w:val="18"/>
                <w:lang w:eastAsia="en-GB"/>
              </w:rPr>
            </w:pPr>
            <w:r w:rsidRPr="0077091D">
              <w:rPr>
                <w:bCs/>
                <w:sz w:val="18"/>
                <w:szCs w:val="18"/>
                <w:lang w:eastAsia="en-GB"/>
              </w:rPr>
              <w:t>March 2020</w:t>
            </w:r>
          </w:p>
        </w:tc>
      </w:tr>
      <w:tr w:rsidR="00A02515" w:rsidRPr="0077091D" w14:paraId="67AC8EA7" w14:textId="77777777" w:rsidTr="00DC460A">
        <w:trPr>
          <w:cantSplit/>
          <w:jc w:val="center"/>
        </w:trPr>
        <w:tc>
          <w:tcPr>
            <w:tcW w:w="0" w:type="auto"/>
          </w:tcPr>
          <w:p w14:paraId="1209381A" w14:textId="77777777" w:rsidR="00A02515" w:rsidRPr="0077091D" w:rsidRDefault="00A02515" w:rsidP="00DC460A">
            <w:pPr>
              <w:keepNext/>
              <w:keepLines/>
              <w:spacing w:before="40" w:after="120" w:line="220" w:lineRule="exact"/>
              <w:ind w:left="57"/>
              <w:rPr>
                <w:b/>
                <w:bCs/>
                <w:sz w:val="18"/>
                <w:szCs w:val="18"/>
                <w:lang w:eastAsia="en-GB"/>
              </w:rPr>
            </w:pPr>
          </w:p>
        </w:tc>
        <w:tc>
          <w:tcPr>
            <w:tcW w:w="4080" w:type="dxa"/>
          </w:tcPr>
          <w:p w14:paraId="06BA01A2" w14:textId="77777777" w:rsidR="00A02515" w:rsidRPr="0077091D" w:rsidRDefault="00A02515" w:rsidP="00DC460A">
            <w:pPr>
              <w:keepNext/>
              <w:keepLines/>
              <w:spacing w:before="40" w:after="120" w:line="220" w:lineRule="exact"/>
              <w:ind w:left="57"/>
              <w:rPr>
                <w:bCs/>
                <w:sz w:val="18"/>
                <w:szCs w:val="18"/>
                <w:lang w:eastAsia="en-GB"/>
              </w:rPr>
            </w:pPr>
            <w:r w:rsidRPr="0077091D">
              <w:rPr>
                <w:sz w:val="18"/>
                <w:szCs w:val="18"/>
                <w:lang w:eastAsia="en-GB"/>
              </w:rPr>
              <w:t>Validation Method for Automated Driving</w:t>
            </w:r>
            <w:r>
              <w:rPr>
                <w:sz w:val="18"/>
                <w:szCs w:val="18"/>
                <w:lang w:eastAsia="en-GB"/>
              </w:rPr>
              <w:t xml:space="preserve"> (VMAD)</w:t>
            </w:r>
          </w:p>
        </w:tc>
        <w:tc>
          <w:tcPr>
            <w:tcW w:w="1590" w:type="dxa"/>
          </w:tcPr>
          <w:p w14:paraId="28DD6291" w14:textId="77777777" w:rsidR="00A02515" w:rsidRPr="00A12339" w:rsidRDefault="00A02515" w:rsidP="00DC460A">
            <w:pPr>
              <w:keepNext/>
              <w:keepLines/>
              <w:spacing w:before="40" w:after="120" w:line="220" w:lineRule="exact"/>
              <w:ind w:left="57"/>
              <w:rPr>
                <w:bCs/>
                <w:sz w:val="18"/>
                <w:szCs w:val="18"/>
                <w:vertAlign w:val="superscript"/>
                <w:lang w:eastAsia="en-GB"/>
              </w:rPr>
            </w:pPr>
            <w:r w:rsidRPr="0077091D">
              <w:rPr>
                <w:sz w:val="18"/>
                <w:szCs w:val="18"/>
                <w:lang w:eastAsia="en-GB"/>
              </w:rPr>
              <w:t>Mr. T. Onoda</w:t>
            </w:r>
            <w:r w:rsidRPr="0077091D">
              <w:rPr>
                <w:sz w:val="18"/>
                <w:szCs w:val="18"/>
                <w:vertAlign w:val="superscript"/>
                <w:lang w:eastAsia="en-GB"/>
              </w:rPr>
              <w:t>1</w:t>
            </w:r>
            <w:r w:rsidRPr="0077091D">
              <w:rPr>
                <w:sz w:val="18"/>
                <w:szCs w:val="18"/>
                <w:lang w:eastAsia="en-GB"/>
              </w:rPr>
              <w:br/>
              <w:t>Mr. P. Striekwold</w:t>
            </w:r>
            <w:r w:rsidRPr="0077091D">
              <w:rPr>
                <w:sz w:val="18"/>
                <w:szCs w:val="18"/>
                <w:vertAlign w:val="superscript"/>
                <w:lang w:eastAsia="en-GB"/>
              </w:rPr>
              <w:t>1</w:t>
            </w:r>
            <w:r>
              <w:rPr>
                <w:bCs/>
                <w:sz w:val="18"/>
                <w:szCs w:val="18"/>
                <w:lang w:eastAsia="en-GB"/>
              </w:rPr>
              <w:br/>
              <w:t>Mr. I. Sow</w:t>
            </w:r>
            <w:r>
              <w:rPr>
                <w:bCs/>
                <w:sz w:val="18"/>
                <w:szCs w:val="18"/>
                <w:vertAlign w:val="superscript"/>
                <w:lang w:eastAsia="en-GB"/>
              </w:rPr>
              <w:t>1</w:t>
            </w:r>
          </w:p>
        </w:tc>
        <w:tc>
          <w:tcPr>
            <w:tcW w:w="1726" w:type="dxa"/>
          </w:tcPr>
          <w:p w14:paraId="501B2FCA" w14:textId="77777777" w:rsidR="00A02515" w:rsidRPr="0077091D" w:rsidRDefault="00A02515" w:rsidP="00DC460A">
            <w:pPr>
              <w:keepNext/>
              <w:keepLines/>
              <w:spacing w:before="40" w:after="120" w:line="220" w:lineRule="exact"/>
              <w:ind w:left="57"/>
              <w:rPr>
                <w:bCs/>
                <w:sz w:val="18"/>
                <w:szCs w:val="18"/>
                <w:lang w:eastAsia="en-GB"/>
              </w:rPr>
            </w:pPr>
            <w:r w:rsidRPr="0077091D">
              <w:rPr>
                <w:sz w:val="18"/>
                <w:szCs w:val="18"/>
                <w:lang w:eastAsia="en-GB"/>
              </w:rPr>
              <w:t>Japan</w:t>
            </w:r>
            <w:r w:rsidRPr="0077091D">
              <w:rPr>
                <w:sz w:val="18"/>
                <w:szCs w:val="18"/>
                <w:lang w:eastAsia="en-GB"/>
              </w:rPr>
              <w:br/>
              <w:t>Netherlands</w:t>
            </w:r>
            <w:r>
              <w:rPr>
                <w:sz w:val="18"/>
                <w:szCs w:val="18"/>
                <w:lang w:eastAsia="en-GB"/>
              </w:rPr>
              <w:br/>
            </w:r>
            <w:r>
              <w:rPr>
                <w:bCs/>
                <w:sz w:val="18"/>
                <w:szCs w:val="18"/>
                <w:lang w:eastAsia="en-GB"/>
              </w:rPr>
              <w:t>Canada</w:t>
            </w:r>
          </w:p>
        </w:tc>
        <w:tc>
          <w:tcPr>
            <w:tcW w:w="1552" w:type="dxa"/>
          </w:tcPr>
          <w:p w14:paraId="3E052D6D" w14:textId="77777777" w:rsidR="00A02515" w:rsidRPr="0077091D" w:rsidRDefault="00A02515" w:rsidP="00DC460A">
            <w:pPr>
              <w:keepNext/>
              <w:keepLines/>
              <w:spacing w:before="40" w:after="120" w:line="220" w:lineRule="exact"/>
              <w:ind w:left="57"/>
              <w:rPr>
                <w:bCs/>
                <w:sz w:val="18"/>
                <w:szCs w:val="18"/>
                <w:lang w:eastAsia="en-GB"/>
              </w:rPr>
            </w:pPr>
            <w:r>
              <w:rPr>
                <w:bCs/>
                <w:sz w:val="18"/>
                <w:szCs w:val="18"/>
                <w:lang w:eastAsia="en-GB"/>
              </w:rPr>
              <w:t>March</w:t>
            </w:r>
            <w:r w:rsidRPr="0077091D">
              <w:rPr>
                <w:bCs/>
                <w:sz w:val="18"/>
                <w:szCs w:val="18"/>
                <w:lang w:eastAsia="en-GB"/>
              </w:rPr>
              <w:t xml:space="preserve"> 202</w:t>
            </w:r>
            <w:r>
              <w:rPr>
                <w:bCs/>
                <w:sz w:val="18"/>
                <w:szCs w:val="18"/>
                <w:lang w:eastAsia="en-GB"/>
              </w:rPr>
              <w:t>1</w:t>
            </w:r>
          </w:p>
        </w:tc>
      </w:tr>
      <w:tr w:rsidR="00A02515" w:rsidRPr="0077091D" w14:paraId="047767C0" w14:textId="77777777" w:rsidTr="00DC460A">
        <w:trPr>
          <w:cantSplit/>
          <w:jc w:val="center"/>
        </w:trPr>
        <w:tc>
          <w:tcPr>
            <w:tcW w:w="0" w:type="auto"/>
          </w:tcPr>
          <w:p w14:paraId="61E997A0" w14:textId="77777777" w:rsidR="00A02515" w:rsidRPr="0077091D" w:rsidRDefault="00A02515" w:rsidP="00DC460A">
            <w:pPr>
              <w:spacing w:before="40" w:after="120" w:line="220" w:lineRule="exact"/>
              <w:ind w:left="57"/>
              <w:rPr>
                <w:bCs/>
                <w:sz w:val="18"/>
                <w:szCs w:val="18"/>
                <w:lang w:eastAsia="en-GB"/>
              </w:rPr>
            </w:pPr>
          </w:p>
        </w:tc>
        <w:tc>
          <w:tcPr>
            <w:tcW w:w="4080" w:type="dxa"/>
          </w:tcPr>
          <w:p w14:paraId="596AB1BC" w14:textId="77777777" w:rsidR="00A02515" w:rsidRPr="0077091D" w:rsidRDefault="00A02515" w:rsidP="00DC460A">
            <w:pPr>
              <w:spacing w:before="40" w:after="120" w:line="220" w:lineRule="exact"/>
              <w:ind w:left="57"/>
              <w:rPr>
                <w:sz w:val="18"/>
                <w:szCs w:val="18"/>
                <w:lang w:eastAsia="en-GB"/>
              </w:rPr>
            </w:pPr>
            <w:r w:rsidRPr="0077091D">
              <w:rPr>
                <w:bCs/>
                <w:sz w:val="18"/>
                <w:szCs w:val="18"/>
                <w:lang w:eastAsia="en-GB"/>
              </w:rPr>
              <w:t>Cyber Security and Over-</w:t>
            </w:r>
            <w:r>
              <w:rPr>
                <w:bCs/>
                <w:sz w:val="18"/>
                <w:szCs w:val="18"/>
                <w:lang w:eastAsia="en-GB"/>
              </w:rPr>
              <w:t>T</w:t>
            </w:r>
            <w:r w:rsidRPr="0077091D">
              <w:rPr>
                <w:bCs/>
                <w:sz w:val="18"/>
                <w:szCs w:val="18"/>
                <w:lang w:eastAsia="en-GB"/>
              </w:rPr>
              <w:t>he-Air software updates</w:t>
            </w:r>
            <w:r>
              <w:rPr>
                <w:bCs/>
                <w:sz w:val="18"/>
                <w:szCs w:val="18"/>
                <w:lang w:eastAsia="en-GB"/>
              </w:rPr>
              <w:t xml:space="preserve"> (CS/OTA)</w:t>
            </w:r>
          </w:p>
        </w:tc>
        <w:tc>
          <w:tcPr>
            <w:tcW w:w="1590" w:type="dxa"/>
          </w:tcPr>
          <w:p w14:paraId="6D31669D" w14:textId="77777777" w:rsidR="00A02515" w:rsidRPr="0077091D" w:rsidRDefault="00A02515" w:rsidP="00DC460A">
            <w:pPr>
              <w:spacing w:before="40" w:after="120" w:line="220" w:lineRule="exact"/>
              <w:ind w:left="57"/>
              <w:rPr>
                <w:sz w:val="18"/>
                <w:szCs w:val="18"/>
                <w:lang w:eastAsia="en-GB"/>
              </w:rPr>
            </w:pPr>
            <w:r w:rsidRPr="0077091D">
              <w:rPr>
                <w:bCs/>
                <w:sz w:val="18"/>
                <w:szCs w:val="18"/>
                <w:lang w:eastAsia="en-GB"/>
              </w:rPr>
              <w:t>Mr. T. Niikuni</w:t>
            </w:r>
            <w:r w:rsidRPr="0077091D">
              <w:rPr>
                <w:sz w:val="18"/>
                <w:szCs w:val="18"/>
                <w:vertAlign w:val="superscript"/>
                <w:lang w:eastAsia="en-GB"/>
              </w:rPr>
              <w:t>1</w:t>
            </w:r>
            <w:r w:rsidRPr="0077091D">
              <w:rPr>
                <w:bCs/>
                <w:sz w:val="18"/>
                <w:szCs w:val="18"/>
                <w:lang w:eastAsia="en-GB"/>
              </w:rPr>
              <w:br/>
            </w:r>
            <w:proofErr w:type="spellStart"/>
            <w:r>
              <w:rPr>
                <w:bCs/>
                <w:sz w:val="18"/>
                <w:szCs w:val="18"/>
                <w:lang w:eastAsia="en-GB"/>
              </w:rPr>
              <w:t>D</w:t>
            </w:r>
            <w:r w:rsidRPr="0077091D">
              <w:rPr>
                <w:bCs/>
                <w:sz w:val="18"/>
                <w:szCs w:val="18"/>
                <w:lang w:eastAsia="en-GB"/>
              </w:rPr>
              <w:t>r.</w:t>
            </w:r>
            <w:proofErr w:type="spellEnd"/>
            <w:r w:rsidRPr="0077091D">
              <w:rPr>
                <w:bCs/>
                <w:sz w:val="18"/>
                <w:szCs w:val="18"/>
                <w:lang w:eastAsia="en-GB"/>
              </w:rPr>
              <w:t xml:space="preserve"> D. Handl</w:t>
            </w:r>
            <w:r>
              <w:rPr>
                <w:bCs/>
                <w:sz w:val="18"/>
                <w:szCs w:val="18"/>
                <w:lang w:eastAsia="en-GB"/>
              </w:rPr>
              <w:t>e</w:t>
            </w:r>
            <w:r w:rsidRPr="0077091D">
              <w:rPr>
                <w:bCs/>
                <w:sz w:val="18"/>
                <w:szCs w:val="18"/>
                <w:lang w:eastAsia="en-GB"/>
              </w:rPr>
              <w:t>y</w:t>
            </w:r>
            <w:r w:rsidRPr="0077091D">
              <w:rPr>
                <w:sz w:val="18"/>
                <w:szCs w:val="18"/>
                <w:vertAlign w:val="superscript"/>
                <w:lang w:eastAsia="en-GB"/>
              </w:rPr>
              <w:t>1</w:t>
            </w:r>
            <w:r>
              <w:rPr>
                <w:sz w:val="18"/>
                <w:szCs w:val="18"/>
                <w:vertAlign w:val="superscript"/>
                <w:lang w:eastAsia="en-GB"/>
              </w:rPr>
              <w:br/>
            </w:r>
            <w:r>
              <w:rPr>
                <w:sz w:val="18"/>
                <w:szCs w:val="18"/>
                <w:lang w:eastAsia="en-GB"/>
              </w:rPr>
              <w:t>Ms. M. Versailles</w:t>
            </w:r>
            <w:r w:rsidRPr="0077091D">
              <w:rPr>
                <w:sz w:val="18"/>
                <w:szCs w:val="18"/>
                <w:vertAlign w:val="superscript"/>
                <w:lang w:eastAsia="en-GB"/>
              </w:rPr>
              <w:t>1</w:t>
            </w:r>
          </w:p>
        </w:tc>
        <w:tc>
          <w:tcPr>
            <w:tcW w:w="1726" w:type="dxa"/>
          </w:tcPr>
          <w:p w14:paraId="1B3A95C4" w14:textId="77777777" w:rsidR="00A02515" w:rsidRPr="0077091D" w:rsidRDefault="00A02515" w:rsidP="00DC460A">
            <w:pPr>
              <w:spacing w:before="40" w:after="120" w:line="220" w:lineRule="exact"/>
              <w:ind w:left="57"/>
              <w:rPr>
                <w:sz w:val="18"/>
                <w:szCs w:val="18"/>
                <w:lang w:eastAsia="en-GB"/>
              </w:rPr>
            </w:pPr>
            <w:r w:rsidRPr="0077091D">
              <w:rPr>
                <w:bCs/>
                <w:sz w:val="18"/>
                <w:szCs w:val="18"/>
                <w:lang w:eastAsia="en-GB"/>
              </w:rPr>
              <w:t>Japan</w:t>
            </w:r>
            <w:r w:rsidRPr="0077091D">
              <w:rPr>
                <w:bCs/>
                <w:sz w:val="18"/>
                <w:szCs w:val="18"/>
                <w:lang w:eastAsia="en-GB"/>
              </w:rPr>
              <w:br/>
              <w:t>UK</w:t>
            </w:r>
            <w:r>
              <w:rPr>
                <w:bCs/>
                <w:sz w:val="18"/>
                <w:szCs w:val="18"/>
                <w:lang w:eastAsia="en-GB"/>
              </w:rPr>
              <w:br/>
              <w:t>USA</w:t>
            </w:r>
          </w:p>
        </w:tc>
        <w:tc>
          <w:tcPr>
            <w:tcW w:w="1552" w:type="dxa"/>
          </w:tcPr>
          <w:p w14:paraId="31903614" w14:textId="77777777" w:rsidR="00A02515" w:rsidRPr="0077091D" w:rsidRDefault="00A02515" w:rsidP="00DC460A">
            <w:pPr>
              <w:spacing w:before="40" w:after="120" w:line="220" w:lineRule="exact"/>
              <w:ind w:left="57"/>
              <w:rPr>
                <w:sz w:val="18"/>
                <w:szCs w:val="18"/>
                <w:lang w:eastAsia="en-GB"/>
              </w:rPr>
            </w:pPr>
            <w:r>
              <w:rPr>
                <w:bCs/>
                <w:sz w:val="18"/>
                <w:szCs w:val="18"/>
                <w:lang w:eastAsia="en-GB"/>
              </w:rPr>
              <w:t>November</w:t>
            </w:r>
            <w:r w:rsidRPr="0077091D">
              <w:rPr>
                <w:bCs/>
                <w:sz w:val="18"/>
                <w:szCs w:val="18"/>
                <w:lang w:eastAsia="en-GB"/>
              </w:rPr>
              <w:t xml:space="preserve"> </w:t>
            </w:r>
            <w:r w:rsidRPr="0077091D">
              <w:rPr>
                <w:sz w:val="18"/>
                <w:szCs w:val="18"/>
                <w:lang w:eastAsia="en-GB"/>
              </w:rPr>
              <w:t>20</w:t>
            </w:r>
            <w:r>
              <w:rPr>
                <w:sz w:val="18"/>
                <w:szCs w:val="18"/>
                <w:lang w:eastAsia="en-GB"/>
              </w:rPr>
              <w:t>19</w:t>
            </w:r>
          </w:p>
        </w:tc>
      </w:tr>
      <w:tr w:rsidR="00A02515" w:rsidRPr="0077091D" w14:paraId="01ACBA39" w14:textId="77777777" w:rsidTr="00DC460A">
        <w:trPr>
          <w:cantSplit/>
          <w:jc w:val="center"/>
        </w:trPr>
        <w:tc>
          <w:tcPr>
            <w:tcW w:w="0" w:type="auto"/>
          </w:tcPr>
          <w:p w14:paraId="73D3D2FD" w14:textId="77777777" w:rsidR="00A02515" w:rsidRPr="0077091D" w:rsidRDefault="00A02515" w:rsidP="00DC460A">
            <w:pPr>
              <w:spacing w:before="40" w:after="120" w:line="220" w:lineRule="exact"/>
              <w:ind w:left="57"/>
              <w:rPr>
                <w:bCs/>
                <w:sz w:val="18"/>
                <w:szCs w:val="18"/>
                <w:lang w:eastAsia="en-GB"/>
              </w:rPr>
            </w:pPr>
          </w:p>
        </w:tc>
        <w:tc>
          <w:tcPr>
            <w:tcW w:w="4080" w:type="dxa"/>
          </w:tcPr>
          <w:p w14:paraId="2052347D" w14:textId="77777777" w:rsidR="00A02515" w:rsidRDefault="00A02515" w:rsidP="00DC460A">
            <w:pPr>
              <w:spacing w:before="40" w:after="120" w:line="220" w:lineRule="exact"/>
              <w:ind w:left="57"/>
              <w:rPr>
                <w:sz w:val="18"/>
                <w:szCs w:val="18"/>
                <w:lang w:eastAsia="en-GB"/>
              </w:rPr>
            </w:pPr>
            <w:r>
              <w:rPr>
                <w:sz w:val="18"/>
                <w:szCs w:val="18"/>
                <w:lang w:eastAsia="en-GB"/>
              </w:rPr>
              <w:t>Event Data Recorder / Data Storage System for Automated Driving (EDR/DSSAD)</w:t>
            </w:r>
          </w:p>
        </w:tc>
        <w:tc>
          <w:tcPr>
            <w:tcW w:w="1590" w:type="dxa"/>
          </w:tcPr>
          <w:p w14:paraId="0CB46D90" w14:textId="77777777" w:rsidR="00A02515" w:rsidRPr="00A12339" w:rsidRDefault="00A02515" w:rsidP="00DC460A">
            <w:pPr>
              <w:spacing w:before="40" w:after="120" w:line="220" w:lineRule="exact"/>
              <w:ind w:left="57"/>
              <w:rPr>
                <w:sz w:val="18"/>
                <w:szCs w:val="18"/>
                <w:vertAlign w:val="superscript"/>
                <w:lang w:eastAsia="en-GB"/>
              </w:rPr>
            </w:pPr>
            <w:r>
              <w:rPr>
                <w:sz w:val="18"/>
                <w:szCs w:val="18"/>
                <w:lang w:eastAsia="en-GB"/>
              </w:rPr>
              <w:t>T. Guiting</w:t>
            </w:r>
            <w:r w:rsidRPr="0077091D">
              <w:rPr>
                <w:sz w:val="18"/>
                <w:szCs w:val="18"/>
                <w:vertAlign w:val="superscript"/>
                <w:lang w:eastAsia="en-GB"/>
              </w:rPr>
              <w:t>1</w:t>
            </w:r>
            <w:r>
              <w:rPr>
                <w:sz w:val="18"/>
                <w:szCs w:val="18"/>
                <w:lang w:eastAsia="en-GB"/>
              </w:rPr>
              <w:br/>
              <w:t>T. Niikuni</w:t>
            </w:r>
            <w:r w:rsidRPr="0077091D">
              <w:rPr>
                <w:sz w:val="18"/>
                <w:szCs w:val="18"/>
                <w:vertAlign w:val="superscript"/>
                <w:lang w:eastAsia="en-GB"/>
              </w:rPr>
              <w:t>1</w:t>
            </w:r>
            <w:r>
              <w:rPr>
                <w:sz w:val="18"/>
                <w:szCs w:val="18"/>
                <w:vertAlign w:val="superscript"/>
                <w:lang w:eastAsia="en-GB"/>
              </w:rPr>
              <w:br/>
            </w:r>
            <w:r w:rsidRPr="00F25282">
              <w:rPr>
                <w:sz w:val="18"/>
                <w:szCs w:val="18"/>
                <w:lang w:eastAsia="en-GB"/>
              </w:rPr>
              <w:t>Ms. J. Doherty</w:t>
            </w:r>
            <w:r>
              <w:rPr>
                <w:sz w:val="18"/>
                <w:szCs w:val="18"/>
                <w:vertAlign w:val="superscript"/>
                <w:lang w:eastAsia="en-GB"/>
              </w:rPr>
              <w:t>1</w:t>
            </w:r>
          </w:p>
        </w:tc>
        <w:tc>
          <w:tcPr>
            <w:tcW w:w="1726" w:type="dxa"/>
          </w:tcPr>
          <w:p w14:paraId="00DBF21A" w14:textId="77777777" w:rsidR="00A02515" w:rsidRPr="0077091D" w:rsidRDefault="00A02515" w:rsidP="00DC460A">
            <w:pPr>
              <w:spacing w:before="40" w:after="120" w:line="220" w:lineRule="exact"/>
              <w:ind w:left="57"/>
              <w:rPr>
                <w:sz w:val="18"/>
                <w:szCs w:val="18"/>
                <w:lang w:eastAsia="en-GB"/>
              </w:rPr>
            </w:pPr>
            <w:r>
              <w:rPr>
                <w:sz w:val="18"/>
                <w:szCs w:val="18"/>
                <w:lang w:eastAsia="en-GB"/>
              </w:rPr>
              <w:t>Netherlands</w:t>
            </w:r>
            <w:r>
              <w:rPr>
                <w:sz w:val="18"/>
                <w:szCs w:val="18"/>
                <w:lang w:eastAsia="en-GB"/>
              </w:rPr>
              <w:br/>
              <w:t>Japan</w:t>
            </w:r>
            <w:r>
              <w:rPr>
                <w:sz w:val="18"/>
                <w:szCs w:val="18"/>
                <w:lang w:eastAsia="en-GB"/>
              </w:rPr>
              <w:br/>
              <w:t>USA</w:t>
            </w:r>
          </w:p>
        </w:tc>
        <w:tc>
          <w:tcPr>
            <w:tcW w:w="1552" w:type="dxa"/>
          </w:tcPr>
          <w:p w14:paraId="10E3792F" w14:textId="77777777" w:rsidR="00A02515" w:rsidRDefault="00A02515" w:rsidP="00DC460A">
            <w:pPr>
              <w:spacing w:before="40" w:after="120" w:line="220" w:lineRule="exact"/>
              <w:ind w:left="57"/>
              <w:rPr>
                <w:bCs/>
                <w:sz w:val="18"/>
                <w:szCs w:val="18"/>
                <w:lang w:eastAsia="en-GB"/>
              </w:rPr>
            </w:pPr>
            <w:r>
              <w:rPr>
                <w:bCs/>
                <w:sz w:val="18"/>
                <w:szCs w:val="18"/>
                <w:lang w:eastAsia="en-GB"/>
              </w:rPr>
              <w:t>November 2020</w:t>
            </w:r>
          </w:p>
        </w:tc>
      </w:tr>
      <w:tr w:rsidR="00A02515" w:rsidRPr="0077091D" w14:paraId="78FC7B4D" w14:textId="77777777" w:rsidTr="00DC460A">
        <w:trPr>
          <w:cantSplit/>
          <w:jc w:val="center"/>
        </w:trPr>
        <w:tc>
          <w:tcPr>
            <w:tcW w:w="0" w:type="auto"/>
          </w:tcPr>
          <w:p w14:paraId="5A70D9E2" w14:textId="77777777" w:rsidR="00A02515" w:rsidRPr="0077091D" w:rsidRDefault="00A02515" w:rsidP="00DC460A">
            <w:pPr>
              <w:spacing w:before="40" w:after="120" w:line="220" w:lineRule="exact"/>
              <w:ind w:left="57"/>
              <w:rPr>
                <w:bCs/>
                <w:sz w:val="18"/>
                <w:szCs w:val="18"/>
                <w:lang w:eastAsia="en-GB"/>
              </w:rPr>
            </w:pPr>
          </w:p>
        </w:tc>
        <w:tc>
          <w:tcPr>
            <w:tcW w:w="4080" w:type="dxa"/>
          </w:tcPr>
          <w:p w14:paraId="3663AC00" w14:textId="77777777" w:rsidR="00A02515" w:rsidRDefault="00A02515" w:rsidP="00DC460A">
            <w:pPr>
              <w:spacing w:before="40" w:after="120" w:line="220" w:lineRule="exact"/>
              <w:ind w:left="57"/>
              <w:rPr>
                <w:sz w:val="18"/>
                <w:szCs w:val="18"/>
                <w:lang w:eastAsia="en-GB"/>
              </w:rPr>
            </w:pPr>
            <w:r w:rsidRPr="0077091D">
              <w:rPr>
                <w:sz w:val="18"/>
                <w:szCs w:val="18"/>
                <w:lang w:eastAsia="en-GB"/>
              </w:rPr>
              <w:t>Automatically Commended Steering Functions (ACSF)</w:t>
            </w:r>
          </w:p>
          <w:p w14:paraId="28CA5C96" w14:textId="77777777" w:rsidR="00A02515" w:rsidRPr="0077091D" w:rsidRDefault="00A02515" w:rsidP="00DC460A">
            <w:pPr>
              <w:spacing w:before="40" w:after="120" w:line="220" w:lineRule="exact"/>
              <w:ind w:left="57"/>
              <w:rPr>
                <w:sz w:val="18"/>
                <w:szCs w:val="18"/>
                <w:lang w:eastAsia="en-GB"/>
              </w:rPr>
            </w:pPr>
          </w:p>
        </w:tc>
        <w:tc>
          <w:tcPr>
            <w:tcW w:w="1590" w:type="dxa"/>
          </w:tcPr>
          <w:p w14:paraId="764E9F23" w14:textId="77777777" w:rsidR="00A02515" w:rsidRPr="0077091D" w:rsidRDefault="00A02515" w:rsidP="00DC460A">
            <w:pPr>
              <w:spacing w:before="40" w:after="120" w:line="220" w:lineRule="exact"/>
              <w:ind w:left="57"/>
              <w:rPr>
                <w:sz w:val="18"/>
                <w:szCs w:val="18"/>
              </w:rPr>
            </w:pPr>
            <w:r>
              <w:rPr>
                <w:sz w:val="18"/>
                <w:szCs w:val="18"/>
                <w:lang w:eastAsia="en-GB"/>
              </w:rPr>
              <w:t>Mr. C. Theis</w:t>
            </w:r>
            <w:r w:rsidRPr="0077091D">
              <w:rPr>
                <w:sz w:val="18"/>
                <w:szCs w:val="18"/>
                <w:vertAlign w:val="superscript"/>
                <w:lang w:eastAsia="en-GB"/>
              </w:rPr>
              <w:t>1</w:t>
            </w:r>
            <w:r w:rsidRPr="0077091D">
              <w:rPr>
                <w:sz w:val="18"/>
                <w:szCs w:val="18"/>
                <w:lang w:eastAsia="en-GB"/>
              </w:rPr>
              <w:br/>
              <w:t>Mr. H. Morimoto</w:t>
            </w:r>
            <w:r w:rsidRPr="0077091D">
              <w:rPr>
                <w:sz w:val="18"/>
                <w:szCs w:val="18"/>
                <w:vertAlign w:val="superscript"/>
                <w:lang w:eastAsia="en-GB"/>
              </w:rPr>
              <w:t>1</w:t>
            </w:r>
          </w:p>
        </w:tc>
        <w:tc>
          <w:tcPr>
            <w:tcW w:w="1726" w:type="dxa"/>
          </w:tcPr>
          <w:p w14:paraId="413BE7D8" w14:textId="77777777" w:rsidR="00A02515" w:rsidRPr="0077091D" w:rsidRDefault="00A02515" w:rsidP="00DC460A">
            <w:pPr>
              <w:spacing w:before="40" w:after="120" w:line="220" w:lineRule="exact"/>
              <w:ind w:left="57"/>
              <w:rPr>
                <w:rFonts w:eastAsia="MS Mincho"/>
                <w:sz w:val="18"/>
                <w:szCs w:val="18"/>
                <w:lang w:eastAsia="ja-JP"/>
              </w:rPr>
            </w:pPr>
            <w:r w:rsidRPr="0077091D">
              <w:rPr>
                <w:sz w:val="18"/>
                <w:szCs w:val="18"/>
                <w:lang w:eastAsia="en-GB"/>
              </w:rPr>
              <w:t>Germany</w:t>
            </w:r>
            <w:r w:rsidRPr="0077091D">
              <w:rPr>
                <w:sz w:val="18"/>
                <w:szCs w:val="18"/>
                <w:lang w:eastAsia="en-GB"/>
              </w:rPr>
              <w:br/>
              <w:t>Japan</w:t>
            </w:r>
          </w:p>
        </w:tc>
        <w:tc>
          <w:tcPr>
            <w:tcW w:w="1552" w:type="dxa"/>
          </w:tcPr>
          <w:p w14:paraId="323A1320" w14:textId="77777777" w:rsidR="00A02515" w:rsidRPr="0077091D" w:rsidRDefault="00A02515" w:rsidP="00DC460A">
            <w:pPr>
              <w:spacing w:before="40" w:after="120" w:line="220" w:lineRule="exact"/>
              <w:ind w:left="57"/>
              <w:rPr>
                <w:sz w:val="18"/>
                <w:szCs w:val="18"/>
                <w:lang w:eastAsia="en-GB"/>
              </w:rPr>
            </w:pPr>
            <w:r w:rsidRPr="0077091D">
              <w:rPr>
                <w:bCs/>
                <w:sz w:val="18"/>
                <w:szCs w:val="18"/>
                <w:lang w:eastAsia="en-GB"/>
              </w:rPr>
              <w:t xml:space="preserve">March </w:t>
            </w:r>
            <w:r w:rsidRPr="0077091D">
              <w:rPr>
                <w:sz w:val="18"/>
                <w:szCs w:val="18"/>
                <w:lang w:eastAsia="en-GB"/>
              </w:rPr>
              <w:t>2020</w:t>
            </w:r>
          </w:p>
        </w:tc>
      </w:tr>
      <w:tr w:rsidR="00A02515" w:rsidRPr="0077091D" w14:paraId="69816403" w14:textId="77777777" w:rsidTr="00DC460A">
        <w:trPr>
          <w:cantSplit/>
          <w:jc w:val="center"/>
        </w:trPr>
        <w:tc>
          <w:tcPr>
            <w:tcW w:w="0" w:type="auto"/>
          </w:tcPr>
          <w:p w14:paraId="09134086" w14:textId="77777777" w:rsidR="00A02515" w:rsidRPr="0077091D" w:rsidRDefault="00A02515" w:rsidP="00DC460A">
            <w:pPr>
              <w:spacing w:before="40" w:after="120" w:line="220" w:lineRule="exact"/>
              <w:ind w:left="57"/>
              <w:rPr>
                <w:bCs/>
                <w:sz w:val="18"/>
                <w:szCs w:val="18"/>
                <w:lang w:eastAsia="en-GB"/>
              </w:rPr>
            </w:pPr>
          </w:p>
        </w:tc>
        <w:tc>
          <w:tcPr>
            <w:tcW w:w="4080" w:type="dxa"/>
          </w:tcPr>
          <w:p w14:paraId="429EF86C"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Advanced Emergency Braking Systems (AEBS)</w:t>
            </w:r>
          </w:p>
        </w:tc>
        <w:tc>
          <w:tcPr>
            <w:tcW w:w="1590" w:type="dxa"/>
          </w:tcPr>
          <w:p w14:paraId="67AD135C" w14:textId="77777777" w:rsidR="00A02515" w:rsidRPr="0077091D" w:rsidRDefault="00A02515" w:rsidP="00DC460A">
            <w:pPr>
              <w:spacing w:before="40" w:after="120" w:line="220" w:lineRule="exact"/>
              <w:ind w:left="57"/>
              <w:rPr>
                <w:sz w:val="18"/>
                <w:szCs w:val="18"/>
                <w:lang w:eastAsia="en-GB"/>
              </w:rPr>
            </w:pPr>
            <w:r w:rsidRPr="0077091D">
              <w:rPr>
                <w:sz w:val="18"/>
                <w:szCs w:val="18"/>
              </w:rPr>
              <w:t>Mr. A. Lagrange</w:t>
            </w:r>
            <w:r w:rsidRPr="0077091D">
              <w:rPr>
                <w:sz w:val="18"/>
                <w:szCs w:val="18"/>
                <w:vertAlign w:val="superscript"/>
              </w:rPr>
              <w:t>1</w:t>
            </w:r>
            <w:r w:rsidRPr="0077091D">
              <w:rPr>
                <w:sz w:val="18"/>
                <w:szCs w:val="18"/>
              </w:rPr>
              <w:t xml:space="preserve"> </w:t>
            </w:r>
            <w:r w:rsidRPr="0077091D">
              <w:rPr>
                <w:sz w:val="18"/>
                <w:szCs w:val="18"/>
              </w:rPr>
              <w:br/>
              <w:t>Mr. T. Hirose</w:t>
            </w:r>
            <w:r w:rsidRPr="0077091D">
              <w:rPr>
                <w:sz w:val="18"/>
                <w:szCs w:val="18"/>
                <w:vertAlign w:val="superscript"/>
              </w:rPr>
              <w:t>1</w:t>
            </w:r>
          </w:p>
        </w:tc>
        <w:tc>
          <w:tcPr>
            <w:tcW w:w="1726" w:type="dxa"/>
          </w:tcPr>
          <w:p w14:paraId="75CC9F3D"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EC</w:t>
            </w:r>
            <w:r w:rsidRPr="0077091D">
              <w:rPr>
                <w:sz w:val="18"/>
                <w:szCs w:val="18"/>
                <w:lang w:eastAsia="en-GB"/>
              </w:rPr>
              <w:br/>
              <w:t>Japan</w:t>
            </w:r>
          </w:p>
        </w:tc>
        <w:tc>
          <w:tcPr>
            <w:tcW w:w="1552" w:type="dxa"/>
          </w:tcPr>
          <w:p w14:paraId="4605D9CD" w14:textId="77777777" w:rsidR="00A02515" w:rsidRPr="0077091D" w:rsidRDefault="00A02515" w:rsidP="00DC460A">
            <w:pPr>
              <w:spacing w:before="40" w:after="120" w:line="220" w:lineRule="exact"/>
              <w:ind w:left="57"/>
              <w:rPr>
                <w:sz w:val="18"/>
                <w:szCs w:val="18"/>
                <w:lang w:eastAsia="en-GB"/>
              </w:rPr>
            </w:pPr>
            <w:r w:rsidRPr="0077091D">
              <w:rPr>
                <w:bCs/>
                <w:sz w:val="18"/>
                <w:szCs w:val="18"/>
                <w:lang w:eastAsia="en-GB"/>
              </w:rPr>
              <w:t xml:space="preserve">March </w:t>
            </w:r>
            <w:r w:rsidRPr="0077091D">
              <w:rPr>
                <w:sz w:val="18"/>
                <w:szCs w:val="18"/>
                <w:lang w:eastAsia="en-GB"/>
              </w:rPr>
              <w:t>2020</w:t>
            </w:r>
          </w:p>
        </w:tc>
      </w:tr>
      <w:tr w:rsidR="00A02515" w:rsidRPr="0077091D" w14:paraId="62661843" w14:textId="77777777" w:rsidTr="00DC460A">
        <w:trPr>
          <w:cantSplit/>
          <w:jc w:val="center"/>
        </w:trPr>
        <w:tc>
          <w:tcPr>
            <w:tcW w:w="0" w:type="auto"/>
          </w:tcPr>
          <w:p w14:paraId="23E6BF6D" w14:textId="77777777" w:rsidR="00A02515" w:rsidRPr="0077091D" w:rsidRDefault="00A02515" w:rsidP="00DC460A">
            <w:pPr>
              <w:spacing w:before="40" w:after="120" w:line="220" w:lineRule="exact"/>
              <w:ind w:left="57"/>
              <w:rPr>
                <w:bCs/>
                <w:sz w:val="18"/>
                <w:szCs w:val="18"/>
                <w:lang w:eastAsia="en-GB"/>
              </w:rPr>
            </w:pPr>
          </w:p>
        </w:tc>
        <w:tc>
          <w:tcPr>
            <w:tcW w:w="4080" w:type="dxa"/>
          </w:tcPr>
          <w:p w14:paraId="664A877F"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Modular Vehicle Combinations (MVC)</w:t>
            </w:r>
          </w:p>
        </w:tc>
        <w:tc>
          <w:tcPr>
            <w:tcW w:w="1590" w:type="dxa"/>
          </w:tcPr>
          <w:p w14:paraId="543CF73D"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 xml:space="preserve">Mr. A. </w:t>
            </w:r>
            <w:proofErr w:type="spellStart"/>
            <w:r w:rsidRPr="0077091D">
              <w:rPr>
                <w:sz w:val="18"/>
                <w:szCs w:val="18"/>
                <w:lang w:eastAsia="en-GB"/>
              </w:rPr>
              <w:t>Gunneriusson</w:t>
            </w:r>
            <w:proofErr w:type="spellEnd"/>
          </w:p>
        </w:tc>
        <w:tc>
          <w:tcPr>
            <w:tcW w:w="1726" w:type="dxa"/>
          </w:tcPr>
          <w:p w14:paraId="41E5D2C6"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Sweden</w:t>
            </w:r>
          </w:p>
        </w:tc>
        <w:tc>
          <w:tcPr>
            <w:tcW w:w="1552" w:type="dxa"/>
          </w:tcPr>
          <w:p w14:paraId="28D3DA2F" w14:textId="77777777" w:rsidR="00A02515" w:rsidRPr="0077091D" w:rsidRDefault="00A02515" w:rsidP="00DC460A">
            <w:pPr>
              <w:spacing w:before="40" w:after="120" w:line="220" w:lineRule="exact"/>
              <w:ind w:left="57"/>
              <w:rPr>
                <w:sz w:val="18"/>
                <w:szCs w:val="18"/>
                <w:lang w:eastAsia="en-GB"/>
              </w:rPr>
            </w:pPr>
            <w:r w:rsidRPr="0077091D">
              <w:rPr>
                <w:bCs/>
                <w:sz w:val="18"/>
                <w:szCs w:val="18"/>
                <w:lang w:eastAsia="en-GB"/>
              </w:rPr>
              <w:t xml:space="preserve">March </w:t>
            </w:r>
            <w:r w:rsidRPr="0077091D">
              <w:rPr>
                <w:sz w:val="18"/>
                <w:szCs w:val="18"/>
                <w:lang w:eastAsia="en-GB"/>
              </w:rPr>
              <w:t>2020</w:t>
            </w:r>
          </w:p>
        </w:tc>
      </w:tr>
      <w:bookmarkEnd w:id="90"/>
      <w:tr w:rsidR="00A02515" w:rsidRPr="0077091D" w14:paraId="7FE1E44F" w14:textId="77777777" w:rsidTr="00DC460A">
        <w:trPr>
          <w:cantSplit/>
          <w:jc w:val="center"/>
        </w:trPr>
        <w:tc>
          <w:tcPr>
            <w:tcW w:w="0" w:type="auto"/>
            <w:tcBorders>
              <w:top w:val="single" w:sz="6" w:space="0" w:color="auto"/>
              <w:left w:val="single" w:sz="2" w:space="0" w:color="auto"/>
              <w:bottom w:val="single" w:sz="6" w:space="0" w:color="auto"/>
              <w:right w:val="single" w:sz="6" w:space="0" w:color="auto"/>
            </w:tcBorders>
          </w:tcPr>
          <w:p w14:paraId="01BD9E5B" w14:textId="77777777" w:rsidR="00A02515" w:rsidRPr="0077091D" w:rsidRDefault="00A02515" w:rsidP="00DC460A">
            <w:pPr>
              <w:spacing w:before="40" w:after="120" w:line="220" w:lineRule="exact"/>
              <w:ind w:left="57"/>
              <w:rPr>
                <w:b/>
                <w:sz w:val="18"/>
                <w:szCs w:val="18"/>
                <w:lang w:eastAsia="en-GB"/>
              </w:rPr>
            </w:pPr>
            <w:r w:rsidRPr="0077091D">
              <w:rPr>
                <w:b/>
                <w:sz w:val="18"/>
                <w:szCs w:val="18"/>
                <w:lang w:eastAsia="en-GB"/>
              </w:rPr>
              <w:t>GRSP</w:t>
            </w:r>
          </w:p>
        </w:tc>
        <w:tc>
          <w:tcPr>
            <w:tcW w:w="4080" w:type="dxa"/>
            <w:tcBorders>
              <w:top w:val="single" w:sz="6" w:space="0" w:color="auto"/>
              <w:left w:val="single" w:sz="6" w:space="0" w:color="auto"/>
              <w:bottom w:val="single" w:sz="6" w:space="0" w:color="auto"/>
              <w:right w:val="single" w:sz="6" w:space="0" w:color="auto"/>
            </w:tcBorders>
          </w:tcPr>
          <w:p w14:paraId="6270BEA1" w14:textId="77777777" w:rsidR="00A02515" w:rsidRPr="0077091D" w:rsidRDefault="00A02515" w:rsidP="00DC460A">
            <w:pPr>
              <w:spacing w:before="40" w:after="120" w:line="220" w:lineRule="exact"/>
              <w:ind w:left="57"/>
              <w:rPr>
                <w:b/>
                <w:sz w:val="18"/>
                <w:szCs w:val="18"/>
                <w:lang w:eastAsia="en-GB"/>
              </w:rPr>
            </w:pPr>
            <w:r w:rsidRPr="0077091D">
              <w:rPr>
                <w:b/>
                <w:sz w:val="18"/>
                <w:szCs w:val="18"/>
                <w:lang w:eastAsia="en-GB"/>
              </w:rPr>
              <w:t>Passive Safety</w:t>
            </w:r>
          </w:p>
        </w:tc>
        <w:tc>
          <w:tcPr>
            <w:tcW w:w="1590" w:type="dxa"/>
            <w:tcBorders>
              <w:top w:val="single" w:sz="6" w:space="0" w:color="auto"/>
              <w:left w:val="single" w:sz="6" w:space="0" w:color="auto"/>
              <w:bottom w:val="single" w:sz="6" w:space="0" w:color="auto"/>
              <w:right w:val="single" w:sz="6" w:space="0" w:color="auto"/>
            </w:tcBorders>
          </w:tcPr>
          <w:p w14:paraId="1A4E21D3" w14:textId="77777777" w:rsidR="00A02515" w:rsidRPr="0077091D" w:rsidRDefault="00A02515" w:rsidP="00DC460A">
            <w:pPr>
              <w:spacing w:before="40" w:after="120" w:line="220" w:lineRule="exact"/>
              <w:ind w:left="57"/>
              <w:rPr>
                <w:b/>
                <w:sz w:val="18"/>
                <w:szCs w:val="18"/>
                <w:lang w:eastAsia="en-GB"/>
              </w:rPr>
            </w:pPr>
            <w:r>
              <w:rPr>
                <w:b/>
                <w:sz w:val="18"/>
                <w:szCs w:val="18"/>
                <w:lang w:eastAsia="en-GB"/>
              </w:rPr>
              <w:t>N.N.</w:t>
            </w:r>
            <w:r w:rsidRPr="0077091D">
              <w:rPr>
                <w:b/>
                <w:sz w:val="18"/>
                <w:szCs w:val="18"/>
                <w:lang w:eastAsia="en-GB"/>
              </w:rPr>
              <w:br/>
            </w:r>
            <w:r>
              <w:rPr>
                <w:b/>
                <w:sz w:val="18"/>
                <w:szCs w:val="18"/>
                <w:lang w:eastAsia="en-GB"/>
              </w:rPr>
              <w:t>N.N.</w:t>
            </w:r>
          </w:p>
        </w:tc>
        <w:tc>
          <w:tcPr>
            <w:tcW w:w="1726" w:type="dxa"/>
            <w:tcBorders>
              <w:top w:val="single" w:sz="6" w:space="0" w:color="auto"/>
              <w:left w:val="single" w:sz="6" w:space="0" w:color="auto"/>
              <w:bottom w:val="single" w:sz="6" w:space="0" w:color="auto"/>
              <w:right w:val="single" w:sz="6" w:space="0" w:color="auto"/>
            </w:tcBorders>
          </w:tcPr>
          <w:p w14:paraId="42746562" w14:textId="77777777" w:rsidR="00A02515" w:rsidRPr="0077091D" w:rsidRDefault="00A02515" w:rsidP="00DC460A">
            <w:pPr>
              <w:spacing w:before="40" w:after="120" w:line="220" w:lineRule="exact"/>
              <w:ind w:left="57"/>
              <w:rPr>
                <w:b/>
                <w:sz w:val="18"/>
                <w:szCs w:val="18"/>
                <w:lang w:eastAsia="en-GB"/>
              </w:rPr>
            </w:pPr>
            <w:r w:rsidRPr="0077091D">
              <w:rPr>
                <w:b/>
                <w:sz w:val="18"/>
                <w:szCs w:val="18"/>
                <w:lang w:eastAsia="en-GB"/>
              </w:rPr>
              <w:t>USA</w:t>
            </w:r>
            <w:r w:rsidRPr="0077091D">
              <w:rPr>
                <w:b/>
                <w:sz w:val="18"/>
                <w:szCs w:val="18"/>
                <w:lang w:eastAsia="en-GB"/>
              </w:rPr>
              <w:br/>
              <w:t>Republic of Korea</w:t>
            </w:r>
          </w:p>
        </w:tc>
        <w:tc>
          <w:tcPr>
            <w:tcW w:w="1552" w:type="dxa"/>
            <w:tcBorders>
              <w:top w:val="single" w:sz="6" w:space="0" w:color="auto"/>
              <w:left w:val="single" w:sz="6" w:space="0" w:color="auto"/>
              <w:bottom w:val="single" w:sz="6" w:space="0" w:color="auto"/>
              <w:right w:val="single" w:sz="2" w:space="0" w:color="auto"/>
            </w:tcBorders>
          </w:tcPr>
          <w:p w14:paraId="06623041" w14:textId="77777777" w:rsidR="00A02515" w:rsidRPr="0077091D" w:rsidRDefault="00A02515" w:rsidP="00DC460A">
            <w:pPr>
              <w:spacing w:before="40" w:after="120" w:line="220" w:lineRule="exact"/>
              <w:ind w:left="57"/>
              <w:rPr>
                <w:b/>
                <w:sz w:val="18"/>
                <w:szCs w:val="18"/>
                <w:lang w:eastAsia="en-GB"/>
              </w:rPr>
            </w:pPr>
            <w:r w:rsidRPr="0077091D">
              <w:rPr>
                <w:b/>
                <w:sz w:val="18"/>
                <w:szCs w:val="18"/>
                <w:lang w:eastAsia="en-GB"/>
              </w:rPr>
              <w:t>2020</w:t>
            </w:r>
          </w:p>
        </w:tc>
      </w:tr>
      <w:tr w:rsidR="00A02515" w:rsidRPr="0077091D" w14:paraId="27D7B160" w14:textId="77777777" w:rsidTr="00DC460A">
        <w:trPr>
          <w:cantSplit/>
          <w:jc w:val="center"/>
        </w:trPr>
        <w:tc>
          <w:tcPr>
            <w:tcW w:w="0" w:type="auto"/>
            <w:tcBorders>
              <w:top w:val="single" w:sz="6" w:space="0" w:color="auto"/>
              <w:left w:val="single" w:sz="2" w:space="0" w:color="auto"/>
              <w:bottom w:val="single" w:sz="6" w:space="0" w:color="auto"/>
              <w:right w:val="single" w:sz="6" w:space="0" w:color="auto"/>
            </w:tcBorders>
          </w:tcPr>
          <w:p w14:paraId="18009B78" w14:textId="77777777" w:rsidR="00A02515" w:rsidRPr="0077091D" w:rsidRDefault="00A02515" w:rsidP="00DC460A">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6A590C4E"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Harmonization of side impact dummies</w:t>
            </w:r>
          </w:p>
        </w:tc>
        <w:tc>
          <w:tcPr>
            <w:tcW w:w="1590" w:type="dxa"/>
            <w:tcBorders>
              <w:top w:val="single" w:sz="6" w:space="0" w:color="auto"/>
              <w:left w:val="single" w:sz="6" w:space="0" w:color="auto"/>
              <w:bottom w:val="single" w:sz="6" w:space="0" w:color="auto"/>
              <w:right w:val="single" w:sz="6" w:space="0" w:color="auto"/>
            </w:tcBorders>
          </w:tcPr>
          <w:p w14:paraId="7539F1A3" w14:textId="77777777" w:rsidR="00A02515" w:rsidRPr="0077091D" w:rsidRDefault="00A02515" w:rsidP="00DC460A">
            <w:pPr>
              <w:spacing w:before="40" w:after="120" w:line="220" w:lineRule="exact"/>
              <w:ind w:left="57"/>
              <w:rPr>
                <w:sz w:val="18"/>
                <w:szCs w:val="18"/>
                <w:highlight w:val="yellow"/>
                <w:lang w:eastAsia="en-GB"/>
              </w:rPr>
            </w:pPr>
            <w:r w:rsidRPr="00700800">
              <w:rPr>
                <w:sz w:val="18"/>
                <w:szCs w:val="18"/>
                <w:lang w:eastAsia="en-GB"/>
              </w:rPr>
              <w:t>Suspended</w:t>
            </w:r>
          </w:p>
        </w:tc>
        <w:tc>
          <w:tcPr>
            <w:tcW w:w="1726" w:type="dxa"/>
            <w:tcBorders>
              <w:top w:val="single" w:sz="6" w:space="0" w:color="auto"/>
              <w:left w:val="single" w:sz="6" w:space="0" w:color="auto"/>
              <w:bottom w:val="single" w:sz="6" w:space="0" w:color="auto"/>
              <w:right w:val="single" w:sz="6" w:space="0" w:color="auto"/>
            </w:tcBorders>
          </w:tcPr>
          <w:p w14:paraId="4AF7EA3B" w14:textId="77777777" w:rsidR="00A02515" w:rsidRPr="0077091D" w:rsidRDefault="00A02515" w:rsidP="00DC460A">
            <w:pPr>
              <w:spacing w:before="40" w:after="120" w:line="220" w:lineRule="exact"/>
              <w:ind w:left="57"/>
              <w:rPr>
                <w:strike/>
                <w:sz w:val="18"/>
                <w:szCs w:val="18"/>
                <w:highlight w:val="yellow"/>
                <w:lang w:eastAsia="en-GB"/>
              </w:rPr>
            </w:pPr>
          </w:p>
        </w:tc>
        <w:tc>
          <w:tcPr>
            <w:tcW w:w="1552" w:type="dxa"/>
            <w:tcBorders>
              <w:top w:val="single" w:sz="6" w:space="0" w:color="auto"/>
              <w:left w:val="single" w:sz="6" w:space="0" w:color="auto"/>
              <w:bottom w:val="single" w:sz="6" w:space="0" w:color="auto"/>
              <w:right w:val="single" w:sz="2" w:space="0" w:color="auto"/>
            </w:tcBorders>
            <w:shd w:val="clear" w:color="auto" w:fill="auto"/>
          </w:tcPr>
          <w:p w14:paraId="23E1C88E" w14:textId="77777777" w:rsidR="00A02515" w:rsidRPr="0077091D" w:rsidRDefault="00A02515" w:rsidP="00DC460A">
            <w:pPr>
              <w:spacing w:before="40" w:after="120" w:line="220" w:lineRule="exact"/>
              <w:ind w:left="57"/>
              <w:rPr>
                <w:sz w:val="18"/>
                <w:szCs w:val="18"/>
                <w:highlight w:val="yellow"/>
                <w:lang w:eastAsia="en-GB"/>
              </w:rPr>
            </w:pPr>
            <w:proofErr w:type="spellStart"/>
            <w:r w:rsidRPr="0077091D">
              <w:rPr>
                <w:sz w:val="18"/>
                <w:szCs w:val="18"/>
                <w:lang w:eastAsia="en-GB"/>
              </w:rPr>
              <w:t>Tbd</w:t>
            </w:r>
            <w:proofErr w:type="spellEnd"/>
          </w:p>
        </w:tc>
      </w:tr>
      <w:tr w:rsidR="00A02515" w:rsidRPr="0077091D" w14:paraId="102A5250" w14:textId="77777777" w:rsidTr="00DC460A">
        <w:trPr>
          <w:cantSplit/>
          <w:jc w:val="center"/>
        </w:trPr>
        <w:tc>
          <w:tcPr>
            <w:tcW w:w="0" w:type="auto"/>
            <w:tcBorders>
              <w:top w:val="single" w:sz="6" w:space="0" w:color="auto"/>
              <w:left w:val="single" w:sz="2" w:space="0" w:color="auto"/>
              <w:bottom w:val="single" w:sz="6" w:space="0" w:color="auto"/>
              <w:right w:val="single" w:sz="6" w:space="0" w:color="auto"/>
            </w:tcBorders>
          </w:tcPr>
          <w:p w14:paraId="18BC75C9" w14:textId="77777777" w:rsidR="00A02515" w:rsidRPr="0077091D" w:rsidRDefault="00A02515" w:rsidP="00DC460A">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10FF658E"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UN GTR No. 7 on Head Restraints - Development of</w:t>
            </w:r>
            <w:r w:rsidRPr="0077091D">
              <w:rPr>
                <w:sz w:val="18"/>
                <w:szCs w:val="18"/>
                <w:lang w:eastAsia="en-GB"/>
              </w:rPr>
              <w:br/>
              <w:t>Phase 2</w:t>
            </w:r>
          </w:p>
        </w:tc>
        <w:tc>
          <w:tcPr>
            <w:tcW w:w="1590" w:type="dxa"/>
            <w:tcBorders>
              <w:top w:val="single" w:sz="6" w:space="0" w:color="auto"/>
              <w:left w:val="single" w:sz="6" w:space="0" w:color="auto"/>
              <w:bottom w:val="single" w:sz="6" w:space="0" w:color="auto"/>
              <w:right w:val="single" w:sz="6" w:space="0" w:color="auto"/>
            </w:tcBorders>
          </w:tcPr>
          <w:p w14:paraId="30E7C1A4"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Mr. B. Frost</w:t>
            </w:r>
          </w:p>
        </w:tc>
        <w:tc>
          <w:tcPr>
            <w:tcW w:w="1726" w:type="dxa"/>
            <w:tcBorders>
              <w:top w:val="single" w:sz="6" w:space="0" w:color="auto"/>
              <w:left w:val="single" w:sz="6" w:space="0" w:color="auto"/>
              <w:bottom w:val="single" w:sz="6" w:space="0" w:color="auto"/>
              <w:right w:val="single" w:sz="6" w:space="0" w:color="auto"/>
            </w:tcBorders>
          </w:tcPr>
          <w:p w14:paraId="45FC8E3D"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UK</w:t>
            </w:r>
          </w:p>
        </w:tc>
        <w:tc>
          <w:tcPr>
            <w:tcW w:w="1552" w:type="dxa"/>
            <w:tcBorders>
              <w:top w:val="single" w:sz="6" w:space="0" w:color="auto"/>
              <w:left w:val="single" w:sz="6" w:space="0" w:color="auto"/>
              <w:bottom w:val="single" w:sz="6" w:space="0" w:color="auto"/>
              <w:right w:val="single" w:sz="2" w:space="0" w:color="auto"/>
            </w:tcBorders>
          </w:tcPr>
          <w:p w14:paraId="04E995F4"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June 20</w:t>
            </w:r>
            <w:r>
              <w:rPr>
                <w:sz w:val="18"/>
                <w:szCs w:val="18"/>
                <w:lang w:eastAsia="en-GB"/>
              </w:rPr>
              <w:t>20</w:t>
            </w:r>
          </w:p>
        </w:tc>
      </w:tr>
      <w:tr w:rsidR="00A02515" w:rsidRPr="0077091D" w14:paraId="755CE167" w14:textId="77777777" w:rsidTr="00DC460A">
        <w:trPr>
          <w:cantSplit/>
          <w:jc w:val="center"/>
        </w:trPr>
        <w:tc>
          <w:tcPr>
            <w:tcW w:w="0" w:type="auto"/>
            <w:tcBorders>
              <w:top w:val="single" w:sz="6" w:space="0" w:color="auto"/>
              <w:left w:val="single" w:sz="2" w:space="0" w:color="auto"/>
              <w:bottom w:val="single" w:sz="6" w:space="0" w:color="auto"/>
              <w:right w:val="single" w:sz="6" w:space="0" w:color="auto"/>
            </w:tcBorders>
          </w:tcPr>
          <w:p w14:paraId="42A48208" w14:textId="77777777" w:rsidR="00A02515" w:rsidRPr="0077091D" w:rsidRDefault="00A02515" w:rsidP="00DC460A">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3C1D44DF"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UN GTR No. 9 on Pedestrian Safety Deployable – Pedestrian Protection Systems (DPPS)</w:t>
            </w:r>
          </w:p>
        </w:tc>
        <w:tc>
          <w:tcPr>
            <w:tcW w:w="1590" w:type="dxa"/>
            <w:tcBorders>
              <w:top w:val="single" w:sz="6" w:space="0" w:color="auto"/>
              <w:left w:val="single" w:sz="6" w:space="0" w:color="auto"/>
              <w:bottom w:val="single" w:sz="6" w:space="0" w:color="auto"/>
              <w:right w:val="single" w:sz="6" w:space="0" w:color="auto"/>
            </w:tcBorders>
          </w:tcPr>
          <w:p w14:paraId="49E8024B"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Mr. J. S. Park</w:t>
            </w:r>
          </w:p>
        </w:tc>
        <w:tc>
          <w:tcPr>
            <w:tcW w:w="1726" w:type="dxa"/>
            <w:tcBorders>
              <w:top w:val="single" w:sz="6" w:space="0" w:color="auto"/>
              <w:left w:val="single" w:sz="6" w:space="0" w:color="auto"/>
              <w:bottom w:val="single" w:sz="6" w:space="0" w:color="auto"/>
              <w:right w:val="single" w:sz="6" w:space="0" w:color="auto"/>
            </w:tcBorders>
          </w:tcPr>
          <w:p w14:paraId="64ACC492"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Republic of Korea</w:t>
            </w:r>
          </w:p>
        </w:tc>
        <w:tc>
          <w:tcPr>
            <w:tcW w:w="1552" w:type="dxa"/>
            <w:tcBorders>
              <w:top w:val="single" w:sz="6" w:space="0" w:color="auto"/>
              <w:left w:val="single" w:sz="6" w:space="0" w:color="auto"/>
              <w:bottom w:val="single" w:sz="6" w:space="0" w:color="auto"/>
              <w:right w:val="single" w:sz="2" w:space="0" w:color="auto"/>
            </w:tcBorders>
          </w:tcPr>
          <w:p w14:paraId="52FE0043"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June 2020</w:t>
            </w:r>
          </w:p>
        </w:tc>
      </w:tr>
      <w:tr w:rsidR="00A02515" w:rsidRPr="0077091D" w14:paraId="0BD4A244" w14:textId="77777777" w:rsidTr="00DC460A">
        <w:trPr>
          <w:cantSplit/>
          <w:jc w:val="center"/>
        </w:trPr>
        <w:tc>
          <w:tcPr>
            <w:tcW w:w="0" w:type="auto"/>
            <w:tcBorders>
              <w:top w:val="single" w:sz="6" w:space="0" w:color="auto"/>
              <w:left w:val="single" w:sz="2" w:space="0" w:color="auto"/>
              <w:bottom w:val="single" w:sz="6" w:space="0" w:color="auto"/>
              <w:right w:val="single" w:sz="6" w:space="0" w:color="auto"/>
            </w:tcBorders>
          </w:tcPr>
          <w:p w14:paraId="07402F2C" w14:textId="77777777" w:rsidR="00A02515" w:rsidRPr="0077091D" w:rsidRDefault="00A02515" w:rsidP="00DC460A">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445E5D1D"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Electric Vehicle Safety (EVS) – Phase 2</w:t>
            </w:r>
          </w:p>
        </w:tc>
        <w:tc>
          <w:tcPr>
            <w:tcW w:w="1590" w:type="dxa"/>
            <w:tcBorders>
              <w:top w:val="single" w:sz="6" w:space="0" w:color="auto"/>
              <w:left w:val="single" w:sz="6" w:space="0" w:color="auto"/>
              <w:bottom w:val="single" w:sz="6" w:space="0" w:color="auto"/>
              <w:right w:val="single" w:sz="6" w:space="0" w:color="auto"/>
            </w:tcBorders>
          </w:tcPr>
          <w:p w14:paraId="7326E8DD"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 xml:space="preserve">Mr. </w:t>
            </w:r>
            <w:r w:rsidRPr="00AC2EC5">
              <w:rPr>
                <w:sz w:val="18"/>
                <w:szCs w:val="18"/>
                <w:lang w:eastAsia="en-GB"/>
              </w:rPr>
              <w:t>M</w:t>
            </w:r>
            <w:r>
              <w:rPr>
                <w:sz w:val="18"/>
                <w:szCs w:val="18"/>
                <w:lang w:eastAsia="en-GB"/>
              </w:rPr>
              <w:t>.</w:t>
            </w:r>
            <w:r w:rsidRPr="00AC2EC5">
              <w:rPr>
                <w:sz w:val="18"/>
                <w:szCs w:val="18"/>
                <w:lang w:eastAsia="en-GB"/>
              </w:rPr>
              <w:t xml:space="preserve"> </w:t>
            </w:r>
            <w:proofErr w:type="spellStart"/>
            <w:r>
              <w:rPr>
                <w:sz w:val="18"/>
                <w:szCs w:val="18"/>
                <w:lang w:eastAsia="en-GB"/>
              </w:rPr>
              <w:t>Koubek</w:t>
            </w:r>
            <w:proofErr w:type="spellEnd"/>
            <w:r w:rsidRPr="0077091D">
              <w:rPr>
                <w:sz w:val="18"/>
                <w:szCs w:val="18"/>
                <w:lang w:eastAsia="en-GB"/>
              </w:rPr>
              <w:br/>
            </w:r>
            <w:proofErr w:type="gramStart"/>
            <w:r w:rsidRPr="00B770AF">
              <w:rPr>
                <w:bCs/>
                <w:sz w:val="18"/>
                <w:szCs w:val="18"/>
                <w:lang w:eastAsia="en-GB"/>
              </w:rPr>
              <w:t>Ms .</w:t>
            </w:r>
            <w:proofErr w:type="gramEnd"/>
            <w:r w:rsidRPr="00B770AF">
              <w:rPr>
                <w:bCs/>
                <w:sz w:val="18"/>
                <w:szCs w:val="18"/>
                <w:lang w:eastAsia="en-GB"/>
              </w:rPr>
              <w:t xml:space="preserve"> Chen</w:t>
            </w:r>
            <w:r w:rsidRPr="0077091D">
              <w:rPr>
                <w:bCs/>
                <w:sz w:val="18"/>
                <w:szCs w:val="18"/>
                <w:lang w:eastAsia="en-GB"/>
              </w:rPr>
              <w:br/>
              <w:t>M. A. Lazarevic</w:t>
            </w:r>
          </w:p>
        </w:tc>
        <w:tc>
          <w:tcPr>
            <w:tcW w:w="1726" w:type="dxa"/>
            <w:tcBorders>
              <w:top w:val="single" w:sz="6" w:space="0" w:color="auto"/>
              <w:left w:val="single" w:sz="6" w:space="0" w:color="auto"/>
              <w:bottom w:val="single" w:sz="6" w:space="0" w:color="auto"/>
              <w:right w:val="single" w:sz="6" w:space="0" w:color="auto"/>
            </w:tcBorders>
          </w:tcPr>
          <w:p w14:paraId="36C0637E"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USA</w:t>
            </w:r>
            <w:r>
              <w:rPr>
                <w:sz w:val="18"/>
                <w:szCs w:val="18"/>
                <w:lang w:eastAsia="en-GB"/>
              </w:rPr>
              <w:t xml:space="preserve">, </w:t>
            </w:r>
            <w:r>
              <w:rPr>
                <w:sz w:val="18"/>
                <w:szCs w:val="18"/>
                <w:lang w:eastAsia="en-GB"/>
              </w:rPr>
              <w:br/>
            </w:r>
            <w:r w:rsidRPr="00B770AF">
              <w:rPr>
                <w:sz w:val="18"/>
                <w:szCs w:val="18"/>
                <w:lang w:eastAsia="en-GB"/>
              </w:rPr>
              <w:t>China</w:t>
            </w:r>
            <w:r>
              <w:rPr>
                <w:sz w:val="18"/>
                <w:szCs w:val="18"/>
                <w:lang w:eastAsia="en-GB"/>
              </w:rPr>
              <w:t xml:space="preserve"> and </w:t>
            </w:r>
            <w:r>
              <w:rPr>
                <w:sz w:val="18"/>
                <w:szCs w:val="18"/>
                <w:lang w:eastAsia="en-GB"/>
              </w:rPr>
              <w:br/>
              <w:t>EC Co Chairs</w:t>
            </w:r>
            <w:r w:rsidRPr="0077091D">
              <w:rPr>
                <w:sz w:val="18"/>
                <w:szCs w:val="18"/>
                <w:lang w:eastAsia="en-GB"/>
              </w:rPr>
              <w:br/>
              <w:t xml:space="preserve"> </w:t>
            </w:r>
            <w:r>
              <w:rPr>
                <w:sz w:val="18"/>
                <w:szCs w:val="18"/>
                <w:lang w:eastAsia="en-GB"/>
              </w:rPr>
              <w:t xml:space="preserve">no </w:t>
            </w:r>
            <w:r w:rsidRPr="0077091D">
              <w:rPr>
                <w:sz w:val="18"/>
                <w:szCs w:val="18"/>
                <w:lang w:eastAsia="en-GB"/>
              </w:rPr>
              <w:t>Vice-Chairs</w:t>
            </w:r>
          </w:p>
        </w:tc>
        <w:tc>
          <w:tcPr>
            <w:tcW w:w="1552" w:type="dxa"/>
            <w:tcBorders>
              <w:top w:val="single" w:sz="6" w:space="0" w:color="auto"/>
              <w:left w:val="single" w:sz="6" w:space="0" w:color="auto"/>
              <w:bottom w:val="single" w:sz="6" w:space="0" w:color="auto"/>
              <w:right w:val="single" w:sz="2" w:space="0" w:color="auto"/>
            </w:tcBorders>
          </w:tcPr>
          <w:p w14:paraId="0DB5A055"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December 2021</w:t>
            </w:r>
          </w:p>
        </w:tc>
      </w:tr>
      <w:tr w:rsidR="00A02515" w:rsidRPr="0077091D" w14:paraId="62CEBFCF" w14:textId="77777777" w:rsidTr="00DC460A">
        <w:trPr>
          <w:cantSplit/>
          <w:jc w:val="center"/>
        </w:trPr>
        <w:tc>
          <w:tcPr>
            <w:tcW w:w="0" w:type="auto"/>
            <w:tcBorders>
              <w:top w:val="single" w:sz="6" w:space="0" w:color="auto"/>
              <w:left w:val="single" w:sz="2" w:space="0" w:color="auto"/>
              <w:bottom w:val="single" w:sz="6" w:space="0" w:color="auto"/>
              <w:right w:val="single" w:sz="6" w:space="0" w:color="auto"/>
            </w:tcBorders>
          </w:tcPr>
          <w:p w14:paraId="7761C5D2" w14:textId="77777777" w:rsidR="00A02515" w:rsidRPr="0077091D" w:rsidRDefault="00A02515" w:rsidP="00DC460A">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7CEEEF30"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Specification of the 3D-H machine</w:t>
            </w:r>
          </w:p>
        </w:tc>
        <w:tc>
          <w:tcPr>
            <w:tcW w:w="1590" w:type="dxa"/>
            <w:tcBorders>
              <w:top w:val="single" w:sz="6" w:space="0" w:color="auto"/>
              <w:left w:val="single" w:sz="6" w:space="0" w:color="auto"/>
              <w:bottom w:val="single" w:sz="6" w:space="0" w:color="auto"/>
              <w:right w:val="single" w:sz="6" w:space="0" w:color="auto"/>
            </w:tcBorders>
          </w:tcPr>
          <w:p w14:paraId="755B05D6"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Mr. L. Martinez</w:t>
            </w:r>
          </w:p>
        </w:tc>
        <w:tc>
          <w:tcPr>
            <w:tcW w:w="1726" w:type="dxa"/>
            <w:tcBorders>
              <w:top w:val="single" w:sz="6" w:space="0" w:color="auto"/>
              <w:left w:val="single" w:sz="6" w:space="0" w:color="auto"/>
              <w:bottom w:val="single" w:sz="6" w:space="0" w:color="auto"/>
              <w:right w:val="single" w:sz="6" w:space="0" w:color="auto"/>
            </w:tcBorders>
          </w:tcPr>
          <w:p w14:paraId="3FFBD742"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Spain</w:t>
            </w:r>
          </w:p>
        </w:tc>
        <w:tc>
          <w:tcPr>
            <w:tcW w:w="1552" w:type="dxa"/>
            <w:tcBorders>
              <w:top w:val="single" w:sz="6" w:space="0" w:color="auto"/>
              <w:left w:val="single" w:sz="6" w:space="0" w:color="auto"/>
              <w:bottom w:val="single" w:sz="6" w:space="0" w:color="auto"/>
              <w:right w:val="single" w:sz="2" w:space="0" w:color="auto"/>
            </w:tcBorders>
          </w:tcPr>
          <w:p w14:paraId="3B7DC3D6" w14:textId="77777777" w:rsidR="00A02515" w:rsidRPr="0077091D" w:rsidRDefault="00A02515" w:rsidP="00DC460A">
            <w:pPr>
              <w:spacing w:before="40" w:after="120" w:line="220" w:lineRule="exact"/>
              <w:ind w:left="57"/>
              <w:rPr>
                <w:sz w:val="18"/>
                <w:szCs w:val="18"/>
                <w:lang w:eastAsia="en-GB"/>
              </w:rPr>
            </w:pPr>
            <w:proofErr w:type="spellStart"/>
            <w:r w:rsidRPr="0077091D">
              <w:rPr>
                <w:sz w:val="18"/>
                <w:szCs w:val="18"/>
                <w:lang w:eastAsia="en-GB"/>
              </w:rPr>
              <w:t>Tbd</w:t>
            </w:r>
            <w:proofErr w:type="spellEnd"/>
          </w:p>
        </w:tc>
      </w:tr>
      <w:tr w:rsidR="00A02515" w:rsidRPr="0077091D" w14:paraId="31A0A59D" w14:textId="77777777" w:rsidTr="00DC460A">
        <w:trPr>
          <w:cantSplit/>
          <w:jc w:val="center"/>
        </w:trPr>
        <w:tc>
          <w:tcPr>
            <w:tcW w:w="0" w:type="auto"/>
            <w:tcBorders>
              <w:top w:val="single" w:sz="6" w:space="0" w:color="auto"/>
              <w:left w:val="single" w:sz="2" w:space="0" w:color="auto"/>
              <w:bottom w:val="single" w:sz="6" w:space="0" w:color="auto"/>
              <w:right w:val="single" w:sz="6" w:space="0" w:color="auto"/>
            </w:tcBorders>
          </w:tcPr>
          <w:p w14:paraId="30A14496" w14:textId="77777777" w:rsidR="00A02515" w:rsidRPr="0077091D" w:rsidRDefault="00A02515" w:rsidP="00DC460A">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35D106E9"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Hydrogen and Fuel Cell Vehicles (HFCV) – Phase 2</w:t>
            </w:r>
          </w:p>
        </w:tc>
        <w:tc>
          <w:tcPr>
            <w:tcW w:w="1590" w:type="dxa"/>
            <w:tcBorders>
              <w:top w:val="single" w:sz="6" w:space="0" w:color="auto"/>
              <w:left w:val="single" w:sz="6" w:space="0" w:color="auto"/>
              <w:bottom w:val="single" w:sz="6" w:space="0" w:color="auto"/>
              <w:right w:val="single" w:sz="6" w:space="0" w:color="auto"/>
            </w:tcBorders>
          </w:tcPr>
          <w:p w14:paraId="2F02D902" w14:textId="77777777" w:rsidR="00A02515" w:rsidRPr="00B770AF" w:rsidRDefault="00A02515" w:rsidP="00DC460A">
            <w:pPr>
              <w:spacing w:before="40" w:after="120" w:line="220" w:lineRule="exact"/>
              <w:ind w:left="57"/>
              <w:rPr>
                <w:sz w:val="18"/>
                <w:szCs w:val="18"/>
                <w:lang w:eastAsia="en-GB"/>
              </w:rPr>
            </w:pPr>
            <w:r w:rsidRPr="00B770AF">
              <w:rPr>
                <w:sz w:val="18"/>
                <w:szCs w:val="18"/>
                <w:lang w:eastAsia="en-GB"/>
              </w:rPr>
              <w:t xml:space="preserve">Mr. M. </w:t>
            </w:r>
            <w:proofErr w:type="spellStart"/>
            <w:r w:rsidRPr="00B770AF">
              <w:rPr>
                <w:sz w:val="18"/>
                <w:szCs w:val="18"/>
                <w:lang w:eastAsia="en-GB"/>
              </w:rPr>
              <w:t>Koubek</w:t>
            </w:r>
            <w:proofErr w:type="spellEnd"/>
          </w:p>
          <w:p w14:paraId="1B4BFCB1" w14:textId="77777777" w:rsidR="00A02515" w:rsidRPr="00B770AF" w:rsidRDefault="00A02515" w:rsidP="00DC460A">
            <w:pPr>
              <w:spacing w:before="40" w:after="120" w:line="220" w:lineRule="exact"/>
              <w:ind w:left="57"/>
              <w:rPr>
                <w:sz w:val="18"/>
                <w:szCs w:val="18"/>
                <w:lang w:eastAsia="en-GB"/>
              </w:rPr>
            </w:pPr>
            <w:r w:rsidRPr="00B770AF">
              <w:rPr>
                <w:sz w:val="18"/>
                <w:szCs w:val="18"/>
                <w:lang w:eastAsia="en-GB"/>
              </w:rPr>
              <w:t>Ms. Chen</w:t>
            </w:r>
            <w:r w:rsidRPr="00B770AF">
              <w:rPr>
                <w:sz w:val="18"/>
                <w:szCs w:val="18"/>
                <w:lang w:eastAsia="en-GB"/>
              </w:rPr>
              <w:br/>
              <w:t>Mr. M. Takahashi</w:t>
            </w:r>
            <w:r w:rsidRPr="00B770AF">
              <w:rPr>
                <w:sz w:val="18"/>
                <w:szCs w:val="18"/>
                <w:vertAlign w:val="superscript"/>
                <w:lang w:eastAsia="en-GB"/>
              </w:rPr>
              <w:t>1</w:t>
            </w:r>
          </w:p>
        </w:tc>
        <w:tc>
          <w:tcPr>
            <w:tcW w:w="1726" w:type="dxa"/>
            <w:tcBorders>
              <w:top w:val="single" w:sz="6" w:space="0" w:color="auto"/>
              <w:left w:val="single" w:sz="6" w:space="0" w:color="auto"/>
              <w:bottom w:val="single" w:sz="6" w:space="0" w:color="auto"/>
              <w:right w:val="single" w:sz="6" w:space="0" w:color="auto"/>
            </w:tcBorders>
          </w:tcPr>
          <w:p w14:paraId="4D29D968" w14:textId="77777777" w:rsidR="00A02515" w:rsidRPr="00B770AF" w:rsidRDefault="00A02515" w:rsidP="00DC460A">
            <w:pPr>
              <w:spacing w:before="40" w:after="120" w:line="220" w:lineRule="exact"/>
              <w:ind w:left="57"/>
              <w:rPr>
                <w:sz w:val="18"/>
                <w:szCs w:val="18"/>
                <w:lang w:eastAsia="en-GB"/>
              </w:rPr>
            </w:pPr>
            <w:r w:rsidRPr="00B770AF">
              <w:rPr>
                <w:sz w:val="18"/>
                <w:szCs w:val="18"/>
                <w:lang w:eastAsia="en-GB"/>
              </w:rPr>
              <w:t>USA</w:t>
            </w:r>
          </w:p>
          <w:p w14:paraId="59865315" w14:textId="77777777" w:rsidR="00A02515" w:rsidRPr="00B770AF" w:rsidRDefault="00A02515" w:rsidP="00DC460A">
            <w:pPr>
              <w:spacing w:before="40" w:after="120" w:line="220" w:lineRule="exact"/>
              <w:ind w:left="57"/>
              <w:rPr>
                <w:sz w:val="18"/>
                <w:szCs w:val="18"/>
                <w:lang w:eastAsia="en-GB"/>
              </w:rPr>
            </w:pPr>
            <w:r w:rsidRPr="00B770AF">
              <w:rPr>
                <w:sz w:val="18"/>
                <w:szCs w:val="18"/>
                <w:lang w:eastAsia="en-GB"/>
              </w:rPr>
              <w:t>China</w:t>
            </w:r>
            <w:r w:rsidRPr="00B770AF">
              <w:rPr>
                <w:sz w:val="18"/>
                <w:szCs w:val="18"/>
                <w:lang w:eastAsia="en-GB"/>
              </w:rPr>
              <w:br/>
              <w:t>Japan</w:t>
            </w:r>
            <w:r w:rsidRPr="00B770AF" w:rsidDel="005A6DEE">
              <w:rPr>
                <w:sz w:val="18"/>
                <w:szCs w:val="18"/>
                <w:lang w:eastAsia="en-GB"/>
              </w:rPr>
              <w:t xml:space="preserve"> </w:t>
            </w:r>
          </w:p>
        </w:tc>
        <w:tc>
          <w:tcPr>
            <w:tcW w:w="1552" w:type="dxa"/>
            <w:tcBorders>
              <w:top w:val="single" w:sz="6" w:space="0" w:color="auto"/>
              <w:left w:val="single" w:sz="6" w:space="0" w:color="auto"/>
              <w:bottom w:val="single" w:sz="6" w:space="0" w:color="auto"/>
              <w:right w:val="single" w:sz="2" w:space="0" w:color="auto"/>
            </w:tcBorders>
          </w:tcPr>
          <w:p w14:paraId="112E207A"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December 2020</w:t>
            </w:r>
          </w:p>
        </w:tc>
      </w:tr>
      <w:tr w:rsidR="00A02515" w:rsidRPr="0077091D" w14:paraId="7FB81324" w14:textId="77777777" w:rsidTr="00DC460A">
        <w:trPr>
          <w:cantSplit/>
          <w:jc w:val="center"/>
        </w:trPr>
        <w:tc>
          <w:tcPr>
            <w:tcW w:w="0" w:type="auto"/>
            <w:tcBorders>
              <w:top w:val="single" w:sz="6" w:space="0" w:color="auto"/>
              <w:left w:val="single" w:sz="2" w:space="0" w:color="auto"/>
              <w:bottom w:val="single" w:sz="6" w:space="0" w:color="auto"/>
              <w:right w:val="single" w:sz="6" w:space="0" w:color="auto"/>
            </w:tcBorders>
          </w:tcPr>
          <w:p w14:paraId="7AFE41D6" w14:textId="77777777" w:rsidR="00A02515" w:rsidRPr="0077091D" w:rsidRDefault="00A02515" w:rsidP="00DC460A">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0730ABBA"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Protective helmets</w:t>
            </w:r>
          </w:p>
        </w:tc>
        <w:tc>
          <w:tcPr>
            <w:tcW w:w="1590" w:type="dxa"/>
            <w:tcBorders>
              <w:top w:val="single" w:sz="6" w:space="0" w:color="auto"/>
              <w:left w:val="single" w:sz="6" w:space="0" w:color="auto"/>
              <w:bottom w:val="single" w:sz="6" w:space="0" w:color="auto"/>
              <w:right w:val="single" w:sz="6" w:space="0" w:color="auto"/>
            </w:tcBorders>
          </w:tcPr>
          <w:p w14:paraId="7138B125"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Mr. L. Rocco</w:t>
            </w:r>
          </w:p>
        </w:tc>
        <w:tc>
          <w:tcPr>
            <w:tcW w:w="1726" w:type="dxa"/>
            <w:tcBorders>
              <w:top w:val="single" w:sz="6" w:space="0" w:color="auto"/>
              <w:left w:val="single" w:sz="6" w:space="0" w:color="auto"/>
              <w:bottom w:val="single" w:sz="6" w:space="0" w:color="auto"/>
              <w:right w:val="single" w:sz="6" w:space="0" w:color="auto"/>
            </w:tcBorders>
          </w:tcPr>
          <w:p w14:paraId="26F0C996"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Italy</w:t>
            </w:r>
          </w:p>
        </w:tc>
        <w:tc>
          <w:tcPr>
            <w:tcW w:w="1552" w:type="dxa"/>
            <w:tcBorders>
              <w:top w:val="single" w:sz="6" w:space="0" w:color="auto"/>
              <w:left w:val="single" w:sz="6" w:space="0" w:color="auto"/>
              <w:bottom w:val="single" w:sz="6" w:space="0" w:color="auto"/>
              <w:right w:val="single" w:sz="2" w:space="0" w:color="auto"/>
            </w:tcBorders>
          </w:tcPr>
          <w:p w14:paraId="7E723DC1" w14:textId="77777777" w:rsidR="00A02515" w:rsidRPr="0077091D" w:rsidRDefault="00A02515" w:rsidP="00DC460A">
            <w:pPr>
              <w:spacing w:before="40" w:after="120" w:line="220" w:lineRule="exact"/>
              <w:ind w:left="57"/>
              <w:rPr>
                <w:sz w:val="18"/>
                <w:szCs w:val="18"/>
                <w:lang w:eastAsia="en-GB"/>
              </w:rPr>
            </w:pPr>
            <w:r w:rsidRPr="0077091D">
              <w:rPr>
                <w:sz w:val="18"/>
                <w:szCs w:val="18"/>
                <w:lang w:eastAsia="en-GB"/>
              </w:rPr>
              <w:t>December 2019</w:t>
            </w:r>
          </w:p>
        </w:tc>
      </w:tr>
      <w:tr w:rsidR="00A02515" w:rsidRPr="0077091D" w14:paraId="7B479439" w14:textId="77777777" w:rsidTr="00DC460A">
        <w:trPr>
          <w:cantSplit/>
          <w:jc w:val="center"/>
        </w:trPr>
        <w:tc>
          <w:tcPr>
            <w:tcW w:w="0" w:type="auto"/>
            <w:tcBorders>
              <w:top w:val="single" w:sz="6" w:space="0" w:color="auto"/>
              <w:left w:val="single" w:sz="2" w:space="0" w:color="auto"/>
              <w:bottom w:val="single" w:sz="6" w:space="0" w:color="auto"/>
              <w:right w:val="single" w:sz="6" w:space="0" w:color="auto"/>
            </w:tcBorders>
          </w:tcPr>
          <w:p w14:paraId="53C339FF" w14:textId="77777777" w:rsidR="00A02515" w:rsidRPr="0077091D" w:rsidRDefault="00A02515" w:rsidP="00DC460A">
            <w:pPr>
              <w:keepNext/>
              <w:keepLines/>
              <w:spacing w:before="40" w:after="120" w:line="220" w:lineRule="exact"/>
              <w:ind w:left="57"/>
              <w:rPr>
                <w:b/>
                <w:sz w:val="18"/>
                <w:szCs w:val="18"/>
                <w:lang w:eastAsia="en-GB"/>
              </w:rPr>
            </w:pPr>
            <w:r w:rsidRPr="0077091D">
              <w:rPr>
                <w:b/>
                <w:sz w:val="18"/>
                <w:szCs w:val="18"/>
                <w:lang w:eastAsia="en-GB"/>
              </w:rPr>
              <w:t>GRSG</w:t>
            </w:r>
          </w:p>
        </w:tc>
        <w:tc>
          <w:tcPr>
            <w:tcW w:w="4080" w:type="dxa"/>
            <w:tcBorders>
              <w:top w:val="single" w:sz="6" w:space="0" w:color="auto"/>
              <w:left w:val="single" w:sz="6" w:space="0" w:color="auto"/>
              <w:bottom w:val="single" w:sz="6" w:space="0" w:color="auto"/>
              <w:right w:val="single" w:sz="6" w:space="0" w:color="auto"/>
            </w:tcBorders>
          </w:tcPr>
          <w:p w14:paraId="0394D776" w14:textId="77777777" w:rsidR="00A02515" w:rsidRPr="0077091D" w:rsidRDefault="00A02515" w:rsidP="00DC460A">
            <w:pPr>
              <w:keepNext/>
              <w:keepLines/>
              <w:spacing w:before="40" w:after="120" w:line="220" w:lineRule="exact"/>
              <w:ind w:left="57"/>
              <w:rPr>
                <w:b/>
                <w:sz w:val="18"/>
                <w:szCs w:val="18"/>
                <w:lang w:eastAsia="en-GB"/>
              </w:rPr>
            </w:pPr>
            <w:r w:rsidRPr="0077091D">
              <w:rPr>
                <w:b/>
                <w:sz w:val="18"/>
                <w:szCs w:val="18"/>
                <w:lang w:eastAsia="en-GB"/>
              </w:rPr>
              <w:t> General Safety</w:t>
            </w:r>
          </w:p>
        </w:tc>
        <w:tc>
          <w:tcPr>
            <w:tcW w:w="1590" w:type="dxa"/>
            <w:tcBorders>
              <w:top w:val="single" w:sz="6" w:space="0" w:color="auto"/>
              <w:left w:val="single" w:sz="6" w:space="0" w:color="auto"/>
              <w:bottom w:val="single" w:sz="6" w:space="0" w:color="auto"/>
              <w:right w:val="single" w:sz="6" w:space="0" w:color="auto"/>
            </w:tcBorders>
          </w:tcPr>
          <w:p w14:paraId="001A8BF5" w14:textId="77777777" w:rsidR="00A02515" w:rsidRPr="0077091D" w:rsidRDefault="00A02515" w:rsidP="00DC460A">
            <w:pPr>
              <w:keepNext/>
              <w:keepLines/>
              <w:spacing w:before="40" w:after="120" w:line="220" w:lineRule="exact"/>
              <w:ind w:left="57"/>
              <w:rPr>
                <w:b/>
                <w:sz w:val="18"/>
                <w:szCs w:val="18"/>
                <w:lang w:eastAsia="en-GB"/>
              </w:rPr>
            </w:pPr>
            <w:r w:rsidRPr="0077091D">
              <w:rPr>
                <w:b/>
                <w:sz w:val="18"/>
                <w:szCs w:val="18"/>
                <w:lang w:eastAsia="en-GB"/>
              </w:rPr>
              <w:t>Mr. A. Erario</w:t>
            </w:r>
            <w:r w:rsidRPr="0077091D">
              <w:rPr>
                <w:b/>
                <w:sz w:val="18"/>
                <w:szCs w:val="18"/>
                <w:lang w:eastAsia="en-GB"/>
              </w:rPr>
              <w:br/>
              <w:t>Mr. K. Hendershot</w:t>
            </w:r>
          </w:p>
        </w:tc>
        <w:tc>
          <w:tcPr>
            <w:tcW w:w="1726" w:type="dxa"/>
            <w:tcBorders>
              <w:top w:val="single" w:sz="6" w:space="0" w:color="auto"/>
              <w:left w:val="single" w:sz="6" w:space="0" w:color="auto"/>
              <w:bottom w:val="single" w:sz="6" w:space="0" w:color="auto"/>
              <w:right w:val="single" w:sz="6" w:space="0" w:color="auto"/>
            </w:tcBorders>
          </w:tcPr>
          <w:p w14:paraId="1577F16D" w14:textId="77777777" w:rsidR="00A02515" w:rsidRPr="0077091D" w:rsidRDefault="00A02515" w:rsidP="00DC460A">
            <w:pPr>
              <w:keepNext/>
              <w:keepLines/>
              <w:spacing w:before="40" w:after="120" w:line="220" w:lineRule="exact"/>
              <w:ind w:left="57"/>
              <w:rPr>
                <w:b/>
                <w:sz w:val="18"/>
                <w:szCs w:val="18"/>
                <w:lang w:eastAsia="en-GB"/>
              </w:rPr>
            </w:pPr>
            <w:r w:rsidRPr="0077091D">
              <w:rPr>
                <w:b/>
                <w:sz w:val="18"/>
                <w:szCs w:val="18"/>
                <w:lang w:eastAsia="en-GB"/>
              </w:rPr>
              <w:t>Italy</w:t>
            </w:r>
            <w:r w:rsidRPr="0077091D">
              <w:rPr>
                <w:b/>
                <w:sz w:val="18"/>
                <w:szCs w:val="18"/>
                <w:lang w:eastAsia="en-GB"/>
              </w:rPr>
              <w:br/>
              <w:t>Canada</w:t>
            </w:r>
          </w:p>
        </w:tc>
        <w:tc>
          <w:tcPr>
            <w:tcW w:w="1552" w:type="dxa"/>
            <w:tcBorders>
              <w:top w:val="single" w:sz="6" w:space="0" w:color="auto"/>
              <w:left w:val="single" w:sz="6" w:space="0" w:color="auto"/>
              <w:bottom w:val="single" w:sz="6" w:space="0" w:color="auto"/>
              <w:right w:val="single" w:sz="2" w:space="0" w:color="auto"/>
            </w:tcBorders>
          </w:tcPr>
          <w:p w14:paraId="357597A6" w14:textId="77777777" w:rsidR="00A02515" w:rsidRPr="0077091D" w:rsidRDefault="00A02515" w:rsidP="00DC460A">
            <w:pPr>
              <w:keepNext/>
              <w:keepLines/>
              <w:spacing w:before="40" w:after="120" w:line="220" w:lineRule="exact"/>
              <w:ind w:left="57"/>
              <w:rPr>
                <w:b/>
                <w:sz w:val="18"/>
                <w:szCs w:val="18"/>
                <w:lang w:eastAsia="en-GB"/>
              </w:rPr>
            </w:pPr>
            <w:r w:rsidRPr="0077091D">
              <w:rPr>
                <w:b/>
                <w:sz w:val="18"/>
                <w:szCs w:val="18"/>
                <w:lang w:eastAsia="en-GB"/>
              </w:rPr>
              <w:t>2020</w:t>
            </w:r>
          </w:p>
        </w:tc>
      </w:tr>
      <w:tr w:rsidR="00A02515" w:rsidRPr="0077091D" w14:paraId="4C33DF10" w14:textId="77777777" w:rsidTr="00DC460A">
        <w:trPr>
          <w:cantSplit/>
          <w:jc w:val="center"/>
        </w:trPr>
        <w:tc>
          <w:tcPr>
            <w:tcW w:w="0" w:type="auto"/>
            <w:tcBorders>
              <w:top w:val="single" w:sz="6" w:space="0" w:color="auto"/>
              <w:left w:val="single" w:sz="2" w:space="0" w:color="auto"/>
              <w:bottom w:val="single" w:sz="6" w:space="0" w:color="auto"/>
              <w:right w:val="single" w:sz="6" w:space="0" w:color="auto"/>
            </w:tcBorders>
          </w:tcPr>
          <w:p w14:paraId="040E47B8" w14:textId="77777777" w:rsidR="00A02515" w:rsidRPr="0077091D" w:rsidRDefault="00A02515" w:rsidP="00DC460A">
            <w:pPr>
              <w:keepNext/>
              <w:keepLines/>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32E21ECF" w14:textId="77777777" w:rsidR="00A02515" w:rsidRPr="0077091D" w:rsidRDefault="00A02515" w:rsidP="00DC460A">
            <w:pPr>
              <w:keepNext/>
              <w:keepLines/>
              <w:spacing w:before="40" w:after="120" w:line="220" w:lineRule="exact"/>
              <w:ind w:left="57"/>
              <w:rPr>
                <w:sz w:val="18"/>
                <w:szCs w:val="18"/>
                <w:lang w:eastAsia="en-GB"/>
              </w:rPr>
            </w:pPr>
            <w:r w:rsidRPr="0077091D">
              <w:rPr>
                <w:sz w:val="18"/>
                <w:szCs w:val="18"/>
                <w:lang w:eastAsia="en-GB"/>
              </w:rPr>
              <w:t>Panoramic Sunroof Glazing (PSG)</w:t>
            </w:r>
          </w:p>
        </w:tc>
        <w:tc>
          <w:tcPr>
            <w:tcW w:w="1590" w:type="dxa"/>
            <w:tcBorders>
              <w:top w:val="single" w:sz="6" w:space="0" w:color="auto"/>
              <w:left w:val="single" w:sz="6" w:space="0" w:color="auto"/>
              <w:bottom w:val="single" w:sz="6" w:space="0" w:color="auto"/>
              <w:right w:val="single" w:sz="6" w:space="0" w:color="auto"/>
            </w:tcBorders>
          </w:tcPr>
          <w:p w14:paraId="27C4B12F" w14:textId="77777777" w:rsidR="00A02515" w:rsidRPr="0077091D" w:rsidRDefault="00A02515" w:rsidP="00DC460A">
            <w:pPr>
              <w:keepNext/>
              <w:keepLines/>
              <w:spacing w:before="40" w:after="120" w:line="220" w:lineRule="exact"/>
              <w:ind w:left="57"/>
              <w:rPr>
                <w:sz w:val="18"/>
                <w:szCs w:val="18"/>
                <w:lang w:eastAsia="en-GB"/>
              </w:rPr>
            </w:pPr>
            <w:r w:rsidRPr="0077091D">
              <w:rPr>
                <w:sz w:val="18"/>
                <w:szCs w:val="18"/>
                <w:lang w:eastAsia="en-GB"/>
              </w:rPr>
              <w:t xml:space="preserve">Mr. S. </w:t>
            </w:r>
            <w:proofErr w:type="spellStart"/>
            <w:r w:rsidRPr="0077091D">
              <w:rPr>
                <w:sz w:val="18"/>
                <w:szCs w:val="18"/>
                <w:lang w:eastAsia="en-GB"/>
              </w:rPr>
              <w:t>Eom</w:t>
            </w:r>
            <w:proofErr w:type="spellEnd"/>
            <w:r w:rsidRPr="0077091D">
              <w:rPr>
                <w:sz w:val="18"/>
                <w:szCs w:val="18"/>
                <w:lang w:eastAsia="en-GB"/>
              </w:rPr>
              <w:br/>
              <w:t>Mr. T. Fuhrmann</w:t>
            </w:r>
          </w:p>
        </w:tc>
        <w:tc>
          <w:tcPr>
            <w:tcW w:w="1726" w:type="dxa"/>
            <w:tcBorders>
              <w:top w:val="single" w:sz="6" w:space="0" w:color="auto"/>
              <w:left w:val="single" w:sz="6" w:space="0" w:color="auto"/>
              <w:bottom w:val="single" w:sz="6" w:space="0" w:color="auto"/>
              <w:right w:val="single" w:sz="6" w:space="0" w:color="auto"/>
            </w:tcBorders>
          </w:tcPr>
          <w:p w14:paraId="3FCE2494" w14:textId="77777777" w:rsidR="00A02515" w:rsidRPr="0077091D" w:rsidRDefault="00A02515" w:rsidP="00DC460A">
            <w:pPr>
              <w:keepNext/>
              <w:keepLines/>
              <w:spacing w:before="40" w:after="120" w:line="220" w:lineRule="exact"/>
              <w:ind w:left="57"/>
              <w:rPr>
                <w:sz w:val="18"/>
                <w:szCs w:val="18"/>
                <w:lang w:eastAsia="en-GB"/>
              </w:rPr>
            </w:pPr>
            <w:r w:rsidRPr="0077091D">
              <w:rPr>
                <w:sz w:val="18"/>
                <w:szCs w:val="18"/>
                <w:lang w:eastAsia="en-GB"/>
              </w:rPr>
              <w:t>Republic of Korea</w:t>
            </w:r>
            <w:r w:rsidRPr="0077091D">
              <w:rPr>
                <w:sz w:val="18"/>
                <w:szCs w:val="18"/>
                <w:lang w:eastAsia="en-GB"/>
              </w:rPr>
              <w:br/>
              <w:t>Germany</w:t>
            </w:r>
          </w:p>
        </w:tc>
        <w:tc>
          <w:tcPr>
            <w:tcW w:w="1552" w:type="dxa"/>
            <w:tcBorders>
              <w:top w:val="single" w:sz="6" w:space="0" w:color="auto"/>
              <w:left w:val="single" w:sz="6" w:space="0" w:color="auto"/>
              <w:bottom w:val="single" w:sz="6" w:space="0" w:color="auto"/>
              <w:right w:val="single" w:sz="2" w:space="0" w:color="auto"/>
            </w:tcBorders>
          </w:tcPr>
          <w:p w14:paraId="625E06B3" w14:textId="77777777" w:rsidR="00A02515" w:rsidRPr="0077091D" w:rsidRDefault="00A02515" w:rsidP="00DC460A">
            <w:pPr>
              <w:keepNext/>
              <w:keepLines/>
              <w:spacing w:before="40" w:after="120" w:line="220" w:lineRule="exact"/>
              <w:ind w:left="57"/>
              <w:rPr>
                <w:sz w:val="18"/>
                <w:szCs w:val="18"/>
                <w:lang w:eastAsia="en-GB"/>
              </w:rPr>
            </w:pPr>
            <w:r w:rsidRPr="0077091D">
              <w:rPr>
                <w:sz w:val="18"/>
                <w:szCs w:val="18"/>
                <w:lang w:eastAsia="en-GB"/>
              </w:rPr>
              <w:t xml:space="preserve">April 2020 </w:t>
            </w:r>
          </w:p>
        </w:tc>
      </w:tr>
      <w:tr w:rsidR="00A02515" w:rsidRPr="0077091D" w14:paraId="4BE420C7" w14:textId="77777777" w:rsidTr="00DC460A">
        <w:trPr>
          <w:cantSplit/>
          <w:jc w:val="center"/>
        </w:trPr>
        <w:tc>
          <w:tcPr>
            <w:tcW w:w="0" w:type="auto"/>
            <w:tcBorders>
              <w:top w:val="single" w:sz="6" w:space="0" w:color="auto"/>
              <w:left w:val="single" w:sz="2" w:space="0" w:color="auto"/>
              <w:bottom w:val="single" w:sz="6" w:space="0" w:color="auto"/>
              <w:right w:val="single" w:sz="6" w:space="0" w:color="auto"/>
            </w:tcBorders>
          </w:tcPr>
          <w:p w14:paraId="7D014113" w14:textId="77777777" w:rsidR="00A02515" w:rsidRPr="0077091D" w:rsidRDefault="00A02515" w:rsidP="00DC460A">
            <w:pPr>
              <w:keepNext/>
              <w:keepLines/>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342A750F" w14:textId="77777777" w:rsidR="00A02515" w:rsidRPr="0077091D" w:rsidRDefault="00A02515" w:rsidP="00DC460A">
            <w:pPr>
              <w:keepNext/>
              <w:keepLines/>
              <w:spacing w:before="40" w:after="120" w:line="220" w:lineRule="exact"/>
              <w:ind w:left="57"/>
              <w:rPr>
                <w:sz w:val="18"/>
                <w:szCs w:val="18"/>
                <w:lang w:eastAsia="en-GB"/>
              </w:rPr>
            </w:pPr>
            <w:r w:rsidRPr="0077091D">
              <w:rPr>
                <w:sz w:val="18"/>
                <w:szCs w:val="18"/>
                <w:lang w:eastAsia="en-GB"/>
              </w:rPr>
              <w:t>Awareness of Vulnerable Road Users proximity</w:t>
            </w:r>
            <w:r w:rsidRPr="0077091D">
              <w:rPr>
                <w:sz w:val="18"/>
                <w:szCs w:val="18"/>
                <w:lang w:eastAsia="en-GB"/>
              </w:rPr>
              <w:br/>
              <w:t>(VRU-</w:t>
            </w:r>
            <w:proofErr w:type="spellStart"/>
            <w:r w:rsidRPr="0077091D">
              <w:rPr>
                <w:sz w:val="18"/>
                <w:szCs w:val="18"/>
                <w:lang w:eastAsia="en-GB"/>
              </w:rPr>
              <w:t>Proxi</w:t>
            </w:r>
            <w:proofErr w:type="spellEnd"/>
            <w:r w:rsidRPr="0077091D">
              <w:rPr>
                <w:sz w:val="18"/>
                <w:szCs w:val="18"/>
                <w:lang w:eastAsia="en-GB"/>
              </w:rPr>
              <w:t>)</w:t>
            </w:r>
          </w:p>
        </w:tc>
        <w:tc>
          <w:tcPr>
            <w:tcW w:w="1590" w:type="dxa"/>
            <w:tcBorders>
              <w:top w:val="single" w:sz="6" w:space="0" w:color="auto"/>
              <w:left w:val="single" w:sz="6" w:space="0" w:color="auto"/>
              <w:bottom w:val="single" w:sz="6" w:space="0" w:color="auto"/>
              <w:right w:val="single" w:sz="6" w:space="0" w:color="auto"/>
            </w:tcBorders>
          </w:tcPr>
          <w:p w14:paraId="5BD97D5D" w14:textId="77777777" w:rsidR="00A02515" w:rsidRPr="0077091D" w:rsidRDefault="00A02515" w:rsidP="00DC460A">
            <w:pPr>
              <w:keepNext/>
              <w:keepLines/>
              <w:spacing w:before="40" w:after="120" w:line="220" w:lineRule="exact"/>
              <w:ind w:left="57"/>
              <w:rPr>
                <w:sz w:val="18"/>
                <w:szCs w:val="18"/>
                <w:lang w:eastAsia="en-GB"/>
              </w:rPr>
            </w:pPr>
            <w:r w:rsidRPr="0077091D">
              <w:rPr>
                <w:sz w:val="18"/>
                <w:szCs w:val="18"/>
                <w:lang w:eastAsia="en-GB"/>
              </w:rPr>
              <w:t>Mr. Y. Matsui</w:t>
            </w:r>
            <w:r>
              <w:rPr>
                <w:sz w:val="18"/>
                <w:szCs w:val="18"/>
                <w:lang w:eastAsia="en-GB"/>
              </w:rPr>
              <w:br/>
            </w:r>
            <w:r w:rsidRPr="0077091D">
              <w:rPr>
                <w:sz w:val="18"/>
                <w:szCs w:val="18"/>
                <w:lang w:eastAsia="en-GB"/>
              </w:rPr>
              <w:t xml:space="preserve">Mr. P. </w:t>
            </w:r>
            <w:proofErr w:type="spellStart"/>
            <w:r w:rsidRPr="0077091D">
              <w:rPr>
                <w:sz w:val="18"/>
                <w:szCs w:val="18"/>
                <w:lang w:eastAsia="en-GB"/>
              </w:rPr>
              <w:t>Broertjes</w:t>
            </w:r>
            <w:proofErr w:type="spellEnd"/>
          </w:p>
        </w:tc>
        <w:tc>
          <w:tcPr>
            <w:tcW w:w="1726" w:type="dxa"/>
            <w:tcBorders>
              <w:top w:val="single" w:sz="6" w:space="0" w:color="auto"/>
              <w:left w:val="single" w:sz="6" w:space="0" w:color="auto"/>
              <w:bottom w:val="single" w:sz="6" w:space="0" w:color="auto"/>
              <w:right w:val="single" w:sz="6" w:space="0" w:color="auto"/>
            </w:tcBorders>
          </w:tcPr>
          <w:p w14:paraId="41AB4C7A" w14:textId="77777777" w:rsidR="00A02515" w:rsidRPr="0077091D" w:rsidRDefault="00A02515" w:rsidP="00DC460A">
            <w:pPr>
              <w:keepNext/>
              <w:keepLines/>
              <w:spacing w:before="40" w:after="120" w:line="220" w:lineRule="exact"/>
              <w:ind w:left="57"/>
              <w:rPr>
                <w:sz w:val="18"/>
                <w:szCs w:val="18"/>
                <w:lang w:eastAsia="en-GB"/>
              </w:rPr>
            </w:pPr>
            <w:r w:rsidRPr="0077091D">
              <w:rPr>
                <w:sz w:val="18"/>
                <w:szCs w:val="18"/>
                <w:lang w:eastAsia="en-GB"/>
              </w:rPr>
              <w:t xml:space="preserve">Japan </w:t>
            </w:r>
            <w:r>
              <w:rPr>
                <w:sz w:val="18"/>
                <w:szCs w:val="18"/>
                <w:lang w:eastAsia="en-GB"/>
              </w:rPr>
              <w:br/>
            </w:r>
            <w:r w:rsidRPr="0077091D">
              <w:rPr>
                <w:sz w:val="18"/>
                <w:szCs w:val="18"/>
                <w:lang w:eastAsia="en-GB"/>
              </w:rPr>
              <w:t>EC</w:t>
            </w:r>
          </w:p>
        </w:tc>
        <w:tc>
          <w:tcPr>
            <w:tcW w:w="1552" w:type="dxa"/>
            <w:tcBorders>
              <w:top w:val="single" w:sz="6" w:space="0" w:color="auto"/>
              <w:left w:val="single" w:sz="6" w:space="0" w:color="auto"/>
              <w:bottom w:val="single" w:sz="6" w:space="0" w:color="auto"/>
              <w:right w:val="single" w:sz="2" w:space="0" w:color="auto"/>
            </w:tcBorders>
          </w:tcPr>
          <w:p w14:paraId="63A1A92D" w14:textId="77777777" w:rsidR="00A02515" w:rsidRPr="0077091D" w:rsidRDefault="00A02515" w:rsidP="00DC460A">
            <w:pPr>
              <w:keepNext/>
              <w:keepLines/>
              <w:spacing w:before="40" w:after="120" w:line="220" w:lineRule="exact"/>
              <w:ind w:left="57"/>
              <w:rPr>
                <w:sz w:val="18"/>
                <w:szCs w:val="18"/>
                <w:lang w:eastAsia="en-GB"/>
              </w:rPr>
            </w:pPr>
            <w:r w:rsidRPr="0077091D">
              <w:rPr>
                <w:sz w:val="18"/>
                <w:szCs w:val="18"/>
                <w:lang w:eastAsia="en-GB"/>
              </w:rPr>
              <w:t>April 2021</w:t>
            </w:r>
          </w:p>
        </w:tc>
      </w:tr>
      <w:tr w:rsidR="00A02515" w:rsidRPr="0077091D" w14:paraId="7C440B0A" w14:textId="77777777" w:rsidTr="00DC460A">
        <w:trPr>
          <w:cantSplit/>
          <w:jc w:val="center"/>
        </w:trPr>
        <w:tc>
          <w:tcPr>
            <w:tcW w:w="0" w:type="auto"/>
            <w:tcBorders>
              <w:top w:val="single" w:sz="6" w:space="0" w:color="auto"/>
              <w:left w:val="single" w:sz="2" w:space="0" w:color="auto"/>
              <w:bottom w:val="single" w:sz="12" w:space="0" w:color="auto"/>
              <w:right w:val="single" w:sz="6" w:space="0" w:color="auto"/>
            </w:tcBorders>
          </w:tcPr>
          <w:p w14:paraId="09CA4EAF" w14:textId="77777777" w:rsidR="00A02515" w:rsidRPr="0077091D" w:rsidRDefault="00A02515" w:rsidP="00DC460A">
            <w:pPr>
              <w:keepNext/>
              <w:keepLines/>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12" w:space="0" w:color="auto"/>
              <w:right w:val="single" w:sz="6" w:space="0" w:color="auto"/>
            </w:tcBorders>
          </w:tcPr>
          <w:p w14:paraId="313941A1" w14:textId="77777777" w:rsidR="00A02515" w:rsidRPr="0077091D" w:rsidRDefault="00A02515" w:rsidP="00DC460A">
            <w:pPr>
              <w:keepNext/>
              <w:keepLines/>
              <w:spacing w:before="40" w:after="120" w:line="220" w:lineRule="exact"/>
              <w:ind w:left="57"/>
              <w:rPr>
                <w:sz w:val="18"/>
                <w:szCs w:val="18"/>
                <w:lang w:eastAsia="en-GB"/>
              </w:rPr>
            </w:pPr>
            <w:r w:rsidRPr="0077091D">
              <w:rPr>
                <w:sz w:val="18"/>
                <w:szCs w:val="18"/>
                <w:lang w:eastAsia="en-GB"/>
              </w:rPr>
              <w:t>Behaviour of M</w:t>
            </w:r>
            <w:r w:rsidRPr="0077091D">
              <w:rPr>
                <w:sz w:val="18"/>
                <w:szCs w:val="18"/>
                <w:vertAlign w:val="subscript"/>
                <w:lang w:eastAsia="en-GB"/>
              </w:rPr>
              <w:t>2</w:t>
            </w:r>
            <w:r w:rsidRPr="0077091D">
              <w:rPr>
                <w:sz w:val="18"/>
                <w:szCs w:val="18"/>
                <w:lang w:eastAsia="en-GB"/>
              </w:rPr>
              <w:t xml:space="preserve"> and M</w:t>
            </w:r>
            <w:r w:rsidRPr="0077091D">
              <w:rPr>
                <w:sz w:val="18"/>
                <w:szCs w:val="18"/>
                <w:vertAlign w:val="subscript"/>
                <w:lang w:eastAsia="en-GB"/>
              </w:rPr>
              <w:t xml:space="preserve">3 </w:t>
            </w:r>
            <w:r w:rsidRPr="0077091D">
              <w:rPr>
                <w:sz w:val="18"/>
                <w:szCs w:val="18"/>
                <w:lang w:eastAsia="en-GB"/>
              </w:rPr>
              <w:t>category vehicles' general construction in case of fire events (BMFE)</w:t>
            </w:r>
          </w:p>
        </w:tc>
        <w:tc>
          <w:tcPr>
            <w:tcW w:w="1590" w:type="dxa"/>
            <w:tcBorders>
              <w:top w:val="single" w:sz="6" w:space="0" w:color="auto"/>
              <w:left w:val="single" w:sz="6" w:space="0" w:color="auto"/>
              <w:bottom w:val="single" w:sz="12" w:space="0" w:color="auto"/>
              <w:right w:val="single" w:sz="6" w:space="0" w:color="auto"/>
            </w:tcBorders>
          </w:tcPr>
          <w:p w14:paraId="7C977DD9" w14:textId="77777777" w:rsidR="00A02515" w:rsidRPr="0077091D" w:rsidRDefault="00A02515" w:rsidP="00DC460A">
            <w:pPr>
              <w:keepNext/>
              <w:keepLines/>
              <w:spacing w:before="40" w:after="120" w:line="220" w:lineRule="exact"/>
              <w:ind w:left="57"/>
              <w:rPr>
                <w:sz w:val="18"/>
                <w:szCs w:val="18"/>
                <w:lang w:eastAsia="en-GB"/>
              </w:rPr>
            </w:pPr>
            <w:r w:rsidRPr="0077091D">
              <w:rPr>
                <w:sz w:val="18"/>
                <w:szCs w:val="18"/>
                <w:lang w:eastAsia="en-GB"/>
              </w:rPr>
              <w:t xml:space="preserve">Mr. F. </w:t>
            </w:r>
            <w:proofErr w:type="spellStart"/>
            <w:r w:rsidRPr="0077091D">
              <w:rPr>
                <w:sz w:val="18"/>
                <w:szCs w:val="18"/>
                <w:lang w:eastAsia="en-GB"/>
              </w:rPr>
              <w:t>Herveleu</w:t>
            </w:r>
            <w:proofErr w:type="spellEnd"/>
          </w:p>
        </w:tc>
        <w:tc>
          <w:tcPr>
            <w:tcW w:w="1726" w:type="dxa"/>
            <w:tcBorders>
              <w:top w:val="single" w:sz="6" w:space="0" w:color="auto"/>
              <w:left w:val="single" w:sz="6" w:space="0" w:color="auto"/>
              <w:bottom w:val="single" w:sz="12" w:space="0" w:color="auto"/>
              <w:right w:val="single" w:sz="6" w:space="0" w:color="auto"/>
            </w:tcBorders>
          </w:tcPr>
          <w:p w14:paraId="5AC3EF28" w14:textId="77777777" w:rsidR="00A02515" w:rsidRPr="0077091D" w:rsidRDefault="00A02515" w:rsidP="00DC460A">
            <w:pPr>
              <w:keepNext/>
              <w:keepLines/>
              <w:spacing w:before="40" w:after="120" w:line="220" w:lineRule="exact"/>
              <w:ind w:left="57"/>
              <w:rPr>
                <w:sz w:val="18"/>
                <w:szCs w:val="18"/>
                <w:lang w:eastAsia="en-GB"/>
              </w:rPr>
            </w:pPr>
            <w:r w:rsidRPr="0077091D">
              <w:rPr>
                <w:sz w:val="18"/>
                <w:szCs w:val="18"/>
                <w:lang w:eastAsia="en-GB"/>
              </w:rPr>
              <w:t>France</w:t>
            </w:r>
          </w:p>
        </w:tc>
        <w:tc>
          <w:tcPr>
            <w:tcW w:w="1552" w:type="dxa"/>
            <w:tcBorders>
              <w:top w:val="single" w:sz="6" w:space="0" w:color="auto"/>
              <w:left w:val="single" w:sz="6" w:space="0" w:color="auto"/>
              <w:bottom w:val="single" w:sz="12" w:space="0" w:color="auto"/>
              <w:right w:val="single" w:sz="2" w:space="0" w:color="auto"/>
            </w:tcBorders>
          </w:tcPr>
          <w:p w14:paraId="29BABF27" w14:textId="77777777" w:rsidR="00A02515" w:rsidRPr="0077091D" w:rsidRDefault="00A02515" w:rsidP="00DC460A">
            <w:pPr>
              <w:keepNext/>
              <w:keepLines/>
              <w:spacing w:before="40" w:after="120" w:line="220" w:lineRule="exact"/>
              <w:ind w:left="57"/>
              <w:rPr>
                <w:sz w:val="18"/>
                <w:szCs w:val="18"/>
                <w:lang w:eastAsia="en-GB"/>
              </w:rPr>
            </w:pPr>
            <w:r w:rsidRPr="0077091D">
              <w:rPr>
                <w:sz w:val="18"/>
                <w:szCs w:val="18"/>
                <w:lang w:eastAsia="en-GB"/>
              </w:rPr>
              <w:t>October 2020</w:t>
            </w:r>
          </w:p>
        </w:tc>
      </w:tr>
    </w:tbl>
    <w:p w14:paraId="59687099" w14:textId="77777777" w:rsidR="00A02515" w:rsidRPr="00292BE6" w:rsidRDefault="00A02515" w:rsidP="00A02515"/>
    <w:p w14:paraId="16B48210" w14:textId="77777777" w:rsidR="00A02515" w:rsidRPr="00E866C2" w:rsidRDefault="00A02515" w:rsidP="00A02515">
      <w:pPr>
        <w:keepNext/>
        <w:keepLines/>
        <w:tabs>
          <w:tab w:val="right" w:pos="851"/>
        </w:tabs>
        <w:spacing w:before="360" w:after="240" w:line="300" w:lineRule="exact"/>
        <w:ind w:left="1134" w:right="239"/>
        <w:rPr>
          <w:b/>
          <w:sz w:val="28"/>
        </w:rPr>
      </w:pPr>
      <w:bookmarkStart w:id="91" w:name="_Toc486845770"/>
      <w:r w:rsidRPr="00E866C2">
        <w:rPr>
          <w:b/>
          <w:sz w:val="28"/>
        </w:rPr>
        <w:t>World Forum for Harmonization of Vehicle Regulations (WP.29):</w:t>
      </w:r>
      <w:r w:rsidRPr="00E866C2">
        <w:rPr>
          <w:b/>
          <w:sz w:val="28"/>
        </w:rPr>
        <w:br/>
        <w:t xml:space="preserve">Administrative/Executive Committees and Chairmanship </w:t>
      </w:r>
      <w:bookmarkEnd w:id="91"/>
    </w:p>
    <w:tbl>
      <w:tblPr>
        <w:tblW w:w="9645"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851"/>
        <w:gridCol w:w="4539"/>
        <w:gridCol w:w="1844"/>
        <w:gridCol w:w="1276"/>
        <w:gridCol w:w="1135"/>
      </w:tblGrid>
      <w:tr w:rsidR="00A02515" w:rsidRPr="0077091D" w14:paraId="651907B9" w14:textId="77777777" w:rsidTr="00DC460A">
        <w:trPr>
          <w:cantSplit/>
          <w:tblHeader/>
          <w:jc w:val="center"/>
        </w:trPr>
        <w:tc>
          <w:tcPr>
            <w:tcW w:w="851" w:type="dxa"/>
            <w:tcBorders>
              <w:top w:val="single" w:sz="2" w:space="0" w:color="auto"/>
              <w:bottom w:val="single" w:sz="12" w:space="0" w:color="auto"/>
            </w:tcBorders>
            <w:vAlign w:val="bottom"/>
            <w:hideMark/>
          </w:tcPr>
          <w:p w14:paraId="25EE698B" w14:textId="77777777" w:rsidR="00A02515" w:rsidRPr="0077091D" w:rsidRDefault="00A02515" w:rsidP="00DC460A">
            <w:pPr>
              <w:spacing w:before="80" w:after="80" w:line="200" w:lineRule="exact"/>
              <w:ind w:left="57" w:right="57"/>
              <w:rPr>
                <w:i/>
                <w:sz w:val="16"/>
                <w:lang w:eastAsia="en-GB"/>
              </w:rPr>
            </w:pPr>
            <w:r w:rsidRPr="0077091D">
              <w:rPr>
                <w:i/>
                <w:sz w:val="16"/>
                <w:lang w:eastAsia="en-GB"/>
              </w:rPr>
              <w:t> </w:t>
            </w:r>
          </w:p>
        </w:tc>
        <w:tc>
          <w:tcPr>
            <w:tcW w:w="4539" w:type="dxa"/>
            <w:tcBorders>
              <w:top w:val="single" w:sz="2" w:space="0" w:color="auto"/>
              <w:bottom w:val="single" w:sz="12" w:space="0" w:color="auto"/>
            </w:tcBorders>
            <w:vAlign w:val="bottom"/>
            <w:hideMark/>
          </w:tcPr>
          <w:p w14:paraId="4653C925" w14:textId="77777777" w:rsidR="00A02515" w:rsidRPr="0077091D" w:rsidRDefault="00A02515" w:rsidP="00DC460A">
            <w:pPr>
              <w:spacing w:before="80" w:after="80" w:line="200" w:lineRule="exact"/>
              <w:ind w:left="57" w:right="57"/>
              <w:rPr>
                <w:bCs/>
                <w:i/>
                <w:sz w:val="16"/>
                <w:lang w:eastAsia="en-GB"/>
              </w:rPr>
            </w:pPr>
            <w:r w:rsidRPr="0077091D">
              <w:rPr>
                <w:bCs/>
                <w:i/>
                <w:sz w:val="16"/>
                <w:lang w:eastAsia="en-GB"/>
              </w:rPr>
              <w:t>Committees</w:t>
            </w:r>
          </w:p>
        </w:tc>
        <w:tc>
          <w:tcPr>
            <w:tcW w:w="1844" w:type="dxa"/>
            <w:tcBorders>
              <w:top w:val="single" w:sz="2" w:space="0" w:color="auto"/>
              <w:bottom w:val="single" w:sz="12" w:space="0" w:color="auto"/>
            </w:tcBorders>
            <w:vAlign w:val="bottom"/>
            <w:hideMark/>
          </w:tcPr>
          <w:p w14:paraId="17586D81" w14:textId="77777777" w:rsidR="00A02515" w:rsidRPr="0077091D" w:rsidRDefault="00A02515" w:rsidP="00DC460A">
            <w:pPr>
              <w:spacing w:before="80" w:after="80" w:line="200" w:lineRule="exact"/>
              <w:ind w:left="57" w:right="57"/>
              <w:rPr>
                <w:bCs/>
                <w:i/>
                <w:sz w:val="16"/>
                <w:lang w:eastAsia="en-GB"/>
              </w:rPr>
            </w:pPr>
            <w:r w:rsidRPr="0077091D">
              <w:rPr>
                <w:bCs/>
                <w:i/>
                <w:sz w:val="16"/>
                <w:lang w:eastAsia="en-GB"/>
              </w:rPr>
              <w:t>Chair</w:t>
            </w:r>
            <w:r w:rsidRPr="0077091D">
              <w:rPr>
                <w:bCs/>
                <w:i/>
                <w:sz w:val="16"/>
                <w:lang w:eastAsia="en-GB"/>
              </w:rPr>
              <w:br/>
              <w:t>Vice-Chair</w:t>
            </w:r>
          </w:p>
        </w:tc>
        <w:tc>
          <w:tcPr>
            <w:tcW w:w="1276" w:type="dxa"/>
            <w:tcBorders>
              <w:top w:val="single" w:sz="2" w:space="0" w:color="auto"/>
              <w:bottom w:val="single" w:sz="12" w:space="0" w:color="auto"/>
            </w:tcBorders>
            <w:vAlign w:val="bottom"/>
            <w:hideMark/>
          </w:tcPr>
          <w:p w14:paraId="366DB845" w14:textId="77777777" w:rsidR="00A02515" w:rsidRPr="0077091D" w:rsidRDefault="00A02515" w:rsidP="00DC460A">
            <w:pPr>
              <w:spacing w:before="80" w:after="80" w:line="200" w:lineRule="exact"/>
              <w:ind w:left="57" w:right="57"/>
              <w:rPr>
                <w:bCs/>
                <w:i/>
                <w:sz w:val="16"/>
                <w:lang w:eastAsia="en-GB"/>
              </w:rPr>
            </w:pPr>
            <w:r w:rsidRPr="0077091D">
              <w:rPr>
                <w:bCs/>
                <w:i/>
                <w:sz w:val="16"/>
                <w:lang w:eastAsia="en-GB"/>
              </w:rPr>
              <w:t>Country</w:t>
            </w:r>
          </w:p>
        </w:tc>
        <w:tc>
          <w:tcPr>
            <w:tcW w:w="1135" w:type="dxa"/>
            <w:tcBorders>
              <w:top w:val="single" w:sz="2" w:space="0" w:color="auto"/>
              <w:bottom w:val="single" w:sz="12" w:space="0" w:color="auto"/>
            </w:tcBorders>
            <w:hideMark/>
          </w:tcPr>
          <w:p w14:paraId="2A42F0B5" w14:textId="77777777" w:rsidR="00A02515" w:rsidRPr="0077091D" w:rsidRDefault="00A02515" w:rsidP="00DC460A">
            <w:pPr>
              <w:spacing w:before="80" w:after="80" w:line="200" w:lineRule="exact"/>
              <w:ind w:left="57" w:right="57"/>
              <w:rPr>
                <w:bCs/>
                <w:i/>
                <w:sz w:val="16"/>
                <w:lang w:eastAsia="en-GB"/>
              </w:rPr>
            </w:pPr>
            <w:r w:rsidRPr="0077091D">
              <w:rPr>
                <w:bCs/>
                <w:i/>
                <w:sz w:val="16"/>
                <w:lang w:eastAsia="en-GB"/>
              </w:rPr>
              <w:t>Expiry date of the mandate</w:t>
            </w:r>
          </w:p>
        </w:tc>
      </w:tr>
      <w:tr w:rsidR="00A02515" w:rsidRPr="0077091D" w14:paraId="68685246" w14:textId="77777777" w:rsidTr="00DC460A">
        <w:trPr>
          <w:cantSplit/>
          <w:jc w:val="center"/>
        </w:trPr>
        <w:tc>
          <w:tcPr>
            <w:tcW w:w="851" w:type="dxa"/>
            <w:tcBorders>
              <w:top w:val="single" w:sz="12" w:space="0" w:color="auto"/>
            </w:tcBorders>
            <w:hideMark/>
          </w:tcPr>
          <w:p w14:paraId="0C4A3859" w14:textId="77777777" w:rsidR="00A02515" w:rsidRPr="0077091D" w:rsidRDefault="00A02515" w:rsidP="00DC460A">
            <w:pPr>
              <w:spacing w:before="40" w:after="120" w:line="220" w:lineRule="exact"/>
              <w:ind w:left="57" w:right="57"/>
              <w:rPr>
                <w:bCs/>
                <w:sz w:val="18"/>
                <w:szCs w:val="18"/>
                <w:lang w:eastAsia="en-GB"/>
              </w:rPr>
            </w:pPr>
            <w:r w:rsidRPr="0077091D">
              <w:rPr>
                <w:bCs/>
                <w:sz w:val="18"/>
                <w:szCs w:val="18"/>
                <w:lang w:eastAsia="en-GB"/>
              </w:rPr>
              <w:t>AC.1</w:t>
            </w:r>
          </w:p>
        </w:tc>
        <w:tc>
          <w:tcPr>
            <w:tcW w:w="4539" w:type="dxa"/>
            <w:tcBorders>
              <w:top w:val="single" w:sz="12" w:space="0" w:color="auto"/>
            </w:tcBorders>
            <w:hideMark/>
          </w:tcPr>
          <w:p w14:paraId="166076A4" w14:textId="77777777" w:rsidR="00A02515" w:rsidRPr="0077091D" w:rsidRDefault="00A02515" w:rsidP="00DC460A">
            <w:pPr>
              <w:spacing w:before="40" w:after="120" w:line="220" w:lineRule="exact"/>
              <w:ind w:left="57" w:right="57"/>
              <w:rPr>
                <w:bCs/>
                <w:sz w:val="18"/>
                <w:szCs w:val="18"/>
                <w:lang w:eastAsia="en-GB"/>
              </w:rPr>
            </w:pPr>
            <w:r w:rsidRPr="0077091D">
              <w:rPr>
                <w:bCs/>
                <w:sz w:val="18"/>
                <w:szCs w:val="18"/>
                <w:lang w:eastAsia="en-GB"/>
              </w:rPr>
              <w:t>Administrative Committee of the 1958 Agreement</w:t>
            </w:r>
          </w:p>
        </w:tc>
        <w:tc>
          <w:tcPr>
            <w:tcW w:w="1844" w:type="dxa"/>
            <w:tcBorders>
              <w:top w:val="single" w:sz="12" w:space="0" w:color="auto"/>
            </w:tcBorders>
            <w:hideMark/>
          </w:tcPr>
          <w:p w14:paraId="0DB42FEC" w14:textId="77777777" w:rsidR="00A02515" w:rsidRPr="0077091D" w:rsidRDefault="00A02515" w:rsidP="00DC460A">
            <w:pPr>
              <w:spacing w:before="40" w:after="120" w:line="220" w:lineRule="exact"/>
              <w:ind w:left="57" w:right="57"/>
              <w:rPr>
                <w:bCs/>
                <w:sz w:val="18"/>
                <w:szCs w:val="18"/>
                <w:lang w:eastAsia="en-GB"/>
              </w:rPr>
            </w:pPr>
            <w:r w:rsidRPr="0077091D">
              <w:rPr>
                <w:bCs/>
                <w:sz w:val="18"/>
                <w:szCs w:val="18"/>
                <w:lang w:eastAsia="en-GB"/>
              </w:rPr>
              <w:t>Mr. B. Kisulenko</w:t>
            </w:r>
            <w:r w:rsidRPr="0077091D">
              <w:rPr>
                <w:bCs/>
                <w:sz w:val="18"/>
                <w:szCs w:val="18"/>
                <w:lang w:eastAsia="en-GB"/>
              </w:rPr>
              <w:br/>
            </w:r>
            <w:r w:rsidRPr="0077091D">
              <w:rPr>
                <w:bCs/>
                <w:sz w:val="18"/>
                <w:szCs w:val="18"/>
                <w:lang w:eastAsia="en-GB"/>
              </w:rPr>
              <w:br/>
              <w:t xml:space="preserve">Mr. A. Erario </w:t>
            </w:r>
            <w:r w:rsidRPr="0077091D">
              <w:rPr>
                <w:bCs/>
                <w:sz w:val="18"/>
                <w:szCs w:val="18"/>
                <w:lang w:eastAsia="en-GB"/>
              </w:rPr>
              <w:br/>
            </w:r>
          </w:p>
        </w:tc>
        <w:tc>
          <w:tcPr>
            <w:tcW w:w="1276" w:type="dxa"/>
            <w:tcBorders>
              <w:top w:val="single" w:sz="12" w:space="0" w:color="auto"/>
            </w:tcBorders>
            <w:hideMark/>
          </w:tcPr>
          <w:p w14:paraId="549F2901" w14:textId="77777777" w:rsidR="00A02515" w:rsidRPr="0077091D" w:rsidRDefault="00A02515" w:rsidP="00DC460A">
            <w:pPr>
              <w:spacing w:before="40" w:after="120" w:line="220" w:lineRule="exact"/>
              <w:ind w:left="57" w:right="57"/>
              <w:rPr>
                <w:bCs/>
                <w:sz w:val="18"/>
                <w:szCs w:val="18"/>
                <w:lang w:eastAsia="en-GB"/>
              </w:rPr>
            </w:pPr>
            <w:r w:rsidRPr="0077091D">
              <w:rPr>
                <w:bCs/>
                <w:sz w:val="18"/>
                <w:szCs w:val="18"/>
                <w:lang w:eastAsia="en-GB"/>
              </w:rPr>
              <w:t>Russian Federation</w:t>
            </w:r>
            <w:r w:rsidRPr="0077091D">
              <w:rPr>
                <w:bCs/>
                <w:sz w:val="18"/>
                <w:szCs w:val="18"/>
                <w:lang w:eastAsia="en-GB"/>
              </w:rPr>
              <w:br/>
              <w:t xml:space="preserve"> Italy </w:t>
            </w:r>
            <w:r w:rsidRPr="0077091D">
              <w:rPr>
                <w:bCs/>
                <w:sz w:val="18"/>
                <w:szCs w:val="18"/>
                <w:lang w:eastAsia="en-GB"/>
              </w:rPr>
              <w:br/>
            </w:r>
          </w:p>
        </w:tc>
        <w:tc>
          <w:tcPr>
            <w:tcW w:w="1135" w:type="dxa"/>
            <w:tcBorders>
              <w:top w:val="single" w:sz="12" w:space="0" w:color="auto"/>
            </w:tcBorders>
            <w:hideMark/>
          </w:tcPr>
          <w:p w14:paraId="78F4F502" w14:textId="77777777" w:rsidR="00A02515" w:rsidRPr="0077091D" w:rsidRDefault="00A02515" w:rsidP="00DC460A">
            <w:pPr>
              <w:spacing w:before="40" w:after="120" w:line="220" w:lineRule="exact"/>
              <w:ind w:left="57" w:right="57"/>
              <w:rPr>
                <w:bCs/>
                <w:sz w:val="18"/>
                <w:szCs w:val="18"/>
                <w:lang w:eastAsia="en-GB"/>
              </w:rPr>
            </w:pPr>
            <w:proofErr w:type="spellStart"/>
            <w:r w:rsidRPr="0077091D">
              <w:rPr>
                <w:bCs/>
                <w:sz w:val="18"/>
                <w:szCs w:val="18"/>
                <w:lang w:eastAsia="en-GB"/>
              </w:rPr>
              <w:t>N.a.</w:t>
            </w:r>
            <w:proofErr w:type="spellEnd"/>
          </w:p>
        </w:tc>
      </w:tr>
      <w:tr w:rsidR="00A02515" w:rsidRPr="0077091D" w14:paraId="6D199017" w14:textId="77777777" w:rsidTr="00DC460A">
        <w:trPr>
          <w:cantSplit/>
          <w:jc w:val="center"/>
        </w:trPr>
        <w:tc>
          <w:tcPr>
            <w:tcW w:w="851" w:type="dxa"/>
            <w:hideMark/>
          </w:tcPr>
          <w:p w14:paraId="05292DB6" w14:textId="77777777" w:rsidR="00A02515" w:rsidRPr="0077091D" w:rsidRDefault="00A02515" w:rsidP="00DC460A">
            <w:pPr>
              <w:spacing w:before="40" w:after="120" w:line="220" w:lineRule="exact"/>
              <w:ind w:left="57" w:right="57"/>
              <w:rPr>
                <w:bCs/>
                <w:sz w:val="18"/>
                <w:szCs w:val="18"/>
                <w:lang w:eastAsia="en-GB"/>
              </w:rPr>
            </w:pPr>
            <w:r w:rsidRPr="0077091D">
              <w:rPr>
                <w:bCs/>
                <w:sz w:val="18"/>
                <w:szCs w:val="18"/>
                <w:lang w:eastAsia="en-GB"/>
              </w:rPr>
              <w:t>AC.2</w:t>
            </w:r>
          </w:p>
        </w:tc>
        <w:tc>
          <w:tcPr>
            <w:tcW w:w="4539" w:type="dxa"/>
            <w:hideMark/>
          </w:tcPr>
          <w:p w14:paraId="17CB5046" w14:textId="77777777" w:rsidR="00A02515" w:rsidRPr="0077091D" w:rsidRDefault="00A02515" w:rsidP="00DC460A">
            <w:pPr>
              <w:spacing w:before="40" w:after="120" w:line="220" w:lineRule="exact"/>
              <w:ind w:left="57" w:right="57"/>
              <w:rPr>
                <w:sz w:val="18"/>
                <w:szCs w:val="18"/>
                <w:lang w:eastAsia="en-GB"/>
              </w:rPr>
            </w:pPr>
            <w:r w:rsidRPr="0077091D">
              <w:rPr>
                <w:bCs/>
                <w:sz w:val="18"/>
                <w:szCs w:val="18"/>
                <w:lang w:eastAsia="en-GB"/>
              </w:rPr>
              <w:t>Administrative Committee for the coordination of work</w:t>
            </w:r>
          </w:p>
        </w:tc>
        <w:tc>
          <w:tcPr>
            <w:tcW w:w="1844" w:type="dxa"/>
            <w:hideMark/>
          </w:tcPr>
          <w:p w14:paraId="6DD346E6" w14:textId="77777777" w:rsidR="00A02515" w:rsidRPr="0077091D" w:rsidRDefault="00A02515" w:rsidP="00DC460A">
            <w:pPr>
              <w:spacing w:before="40" w:after="120" w:line="220" w:lineRule="exact"/>
              <w:ind w:left="57" w:right="57"/>
              <w:rPr>
                <w:sz w:val="18"/>
                <w:szCs w:val="18"/>
                <w:lang w:eastAsia="en-GB"/>
              </w:rPr>
            </w:pPr>
            <w:r w:rsidRPr="0077091D">
              <w:rPr>
                <w:bCs/>
                <w:sz w:val="18"/>
                <w:szCs w:val="18"/>
                <w:lang w:eastAsia="en-GB"/>
              </w:rPr>
              <w:t>Mr. B. Kisulenko</w:t>
            </w:r>
          </w:p>
        </w:tc>
        <w:tc>
          <w:tcPr>
            <w:tcW w:w="1276" w:type="dxa"/>
            <w:hideMark/>
          </w:tcPr>
          <w:p w14:paraId="5D53CB9B" w14:textId="77777777" w:rsidR="00A02515" w:rsidRPr="0077091D" w:rsidRDefault="00A02515" w:rsidP="00DC460A">
            <w:pPr>
              <w:spacing w:before="40" w:after="120" w:line="220" w:lineRule="exact"/>
              <w:ind w:left="57" w:right="57"/>
              <w:rPr>
                <w:sz w:val="18"/>
                <w:szCs w:val="18"/>
                <w:lang w:eastAsia="en-GB"/>
              </w:rPr>
            </w:pPr>
            <w:r w:rsidRPr="0077091D">
              <w:rPr>
                <w:bCs/>
                <w:sz w:val="18"/>
                <w:szCs w:val="18"/>
                <w:lang w:eastAsia="en-GB"/>
              </w:rPr>
              <w:t>Russian Federation</w:t>
            </w:r>
          </w:p>
        </w:tc>
        <w:tc>
          <w:tcPr>
            <w:tcW w:w="1135" w:type="dxa"/>
            <w:hideMark/>
          </w:tcPr>
          <w:p w14:paraId="72B6E26E" w14:textId="77777777" w:rsidR="00A02515" w:rsidRPr="0077091D" w:rsidRDefault="00A02515" w:rsidP="00DC460A">
            <w:pPr>
              <w:spacing w:before="40" w:after="120" w:line="220" w:lineRule="exact"/>
              <w:ind w:left="57" w:right="57"/>
              <w:rPr>
                <w:sz w:val="18"/>
                <w:szCs w:val="18"/>
                <w:lang w:eastAsia="en-GB"/>
              </w:rPr>
            </w:pPr>
            <w:r w:rsidRPr="0077091D">
              <w:rPr>
                <w:sz w:val="18"/>
                <w:szCs w:val="18"/>
                <w:lang w:eastAsia="en-GB"/>
              </w:rPr>
              <w:t>2020</w:t>
            </w:r>
          </w:p>
        </w:tc>
      </w:tr>
      <w:tr w:rsidR="00A02515" w:rsidRPr="0077091D" w14:paraId="3F037A05" w14:textId="77777777" w:rsidTr="00DC460A">
        <w:trPr>
          <w:cantSplit/>
          <w:jc w:val="center"/>
        </w:trPr>
        <w:tc>
          <w:tcPr>
            <w:tcW w:w="851" w:type="dxa"/>
            <w:tcBorders>
              <w:bottom w:val="single" w:sz="6" w:space="0" w:color="auto"/>
            </w:tcBorders>
            <w:hideMark/>
          </w:tcPr>
          <w:p w14:paraId="08B9C58F" w14:textId="77777777" w:rsidR="00A02515" w:rsidRPr="0077091D" w:rsidRDefault="00A02515" w:rsidP="00DC460A">
            <w:pPr>
              <w:spacing w:before="40" w:after="120" w:line="220" w:lineRule="exact"/>
              <w:ind w:left="57" w:right="57"/>
              <w:rPr>
                <w:bCs/>
                <w:sz w:val="18"/>
                <w:szCs w:val="18"/>
                <w:lang w:eastAsia="en-GB"/>
              </w:rPr>
            </w:pPr>
            <w:r w:rsidRPr="0077091D">
              <w:rPr>
                <w:bCs/>
                <w:sz w:val="18"/>
                <w:szCs w:val="18"/>
                <w:lang w:eastAsia="en-GB"/>
              </w:rPr>
              <w:t>AC.3</w:t>
            </w:r>
          </w:p>
        </w:tc>
        <w:tc>
          <w:tcPr>
            <w:tcW w:w="4539" w:type="dxa"/>
            <w:tcBorders>
              <w:bottom w:val="single" w:sz="6" w:space="0" w:color="auto"/>
            </w:tcBorders>
            <w:hideMark/>
          </w:tcPr>
          <w:p w14:paraId="59DCB486" w14:textId="77777777" w:rsidR="00A02515" w:rsidRPr="0077091D" w:rsidRDefault="00A02515" w:rsidP="00DC460A">
            <w:pPr>
              <w:spacing w:before="40" w:after="120" w:line="220" w:lineRule="exact"/>
              <w:ind w:left="57" w:right="57"/>
              <w:rPr>
                <w:sz w:val="18"/>
                <w:szCs w:val="18"/>
                <w:lang w:eastAsia="en-GB"/>
              </w:rPr>
            </w:pPr>
            <w:r w:rsidRPr="0077091D">
              <w:rPr>
                <w:bCs/>
                <w:sz w:val="18"/>
                <w:szCs w:val="18"/>
                <w:lang w:eastAsia="en-GB"/>
              </w:rPr>
              <w:t>Executive Committee of the 1998 Agreement</w:t>
            </w:r>
          </w:p>
        </w:tc>
        <w:tc>
          <w:tcPr>
            <w:tcW w:w="1844" w:type="dxa"/>
            <w:tcBorders>
              <w:bottom w:val="single" w:sz="6" w:space="0" w:color="auto"/>
            </w:tcBorders>
            <w:hideMark/>
          </w:tcPr>
          <w:p w14:paraId="03064DA7" w14:textId="77777777" w:rsidR="00A02515" w:rsidRPr="0077091D" w:rsidRDefault="00A02515" w:rsidP="00DC460A">
            <w:pPr>
              <w:spacing w:before="40" w:after="120" w:line="220" w:lineRule="exact"/>
              <w:ind w:left="57" w:right="57"/>
              <w:rPr>
                <w:sz w:val="18"/>
                <w:szCs w:val="18"/>
                <w:lang w:eastAsia="en-GB"/>
              </w:rPr>
            </w:pPr>
            <w:r w:rsidRPr="0077091D">
              <w:rPr>
                <w:sz w:val="18"/>
                <w:szCs w:val="18"/>
                <w:lang w:eastAsia="en-GB"/>
              </w:rPr>
              <w:t xml:space="preserve">Mr. E. </w:t>
            </w:r>
            <w:proofErr w:type="spellStart"/>
            <w:r w:rsidRPr="0077091D">
              <w:rPr>
                <w:sz w:val="18"/>
                <w:szCs w:val="18"/>
                <w:lang w:eastAsia="en-GB"/>
              </w:rPr>
              <w:t>Wondimneh</w:t>
            </w:r>
            <w:proofErr w:type="spellEnd"/>
            <w:r w:rsidRPr="0077091D">
              <w:rPr>
                <w:sz w:val="18"/>
                <w:szCs w:val="18"/>
                <w:lang w:eastAsia="en-GB"/>
              </w:rPr>
              <w:t xml:space="preserve"> </w:t>
            </w:r>
            <w:r w:rsidRPr="0077091D">
              <w:rPr>
                <w:sz w:val="18"/>
                <w:szCs w:val="18"/>
                <w:lang w:eastAsia="en-GB"/>
              </w:rPr>
              <w:br/>
              <w:t>Mr. I. Yarnold</w:t>
            </w:r>
            <w:r w:rsidRPr="0077091D">
              <w:rPr>
                <w:sz w:val="18"/>
                <w:szCs w:val="18"/>
                <w:lang w:eastAsia="en-GB"/>
              </w:rPr>
              <w:br/>
              <w:t>Mr. H. Inomata</w:t>
            </w:r>
          </w:p>
        </w:tc>
        <w:tc>
          <w:tcPr>
            <w:tcW w:w="1276" w:type="dxa"/>
            <w:tcBorders>
              <w:bottom w:val="single" w:sz="6" w:space="0" w:color="auto"/>
            </w:tcBorders>
            <w:hideMark/>
          </w:tcPr>
          <w:p w14:paraId="23DDB265" w14:textId="77777777" w:rsidR="00A02515" w:rsidRPr="0077091D" w:rsidRDefault="00A02515" w:rsidP="00DC460A">
            <w:pPr>
              <w:spacing w:before="40" w:after="120" w:line="220" w:lineRule="exact"/>
              <w:ind w:left="57" w:right="57"/>
              <w:rPr>
                <w:sz w:val="18"/>
                <w:szCs w:val="18"/>
                <w:lang w:eastAsia="en-GB"/>
              </w:rPr>
            </w:pPr>
            <w:r w:rsidRPr="0077091D">
              <w:rPr>
                <w:sz w:val="18"/>
                <w:szCs w:val="18"/>
                <w:lang w:eastAsia="en-GB"/>
              </w:rPr>
              <w:t xml:space="preserve">USA </w:t>
            </w:r>
            <w:r w:rsidRPr="0077091D">
              <w:rPr>
                <w:sz w:val="18"/>
                <w:szCs w:val="18"/>
                <w:lang w:eastAsia="en-GB"/>
              </w:rPr>
              <w:br/>
              <w:t>UK</w:t>
            </w:r>
            <w:r w:rsidRPr="0077091D">
              <w:rPr>
                <w:sz w:val="18"/>
                <w:szCs w:val="18"/>
                <w:lang w:eastAsia="en-GB"/>
              </w:rPr>
              <w:br/>
              <w:t>Japan</w:t>
            </w:r>
          </w:p>
        </w:tc>
        <w:tc>
          <w:tcPr>
            <w:tcW w:w="1135" w:type="dxa"/>
            <w:tcBorders>
              <w:bottom w:val="single" w:sz="6" w:space="0" w:color="auto"/>
            </w:tcBorders>
            <w:hideMark/>
          </w:tcPr>
          <w:p w14:paraId="0B11A56A" w14:textId="77777777" w:rsidR="00A02515" w:rsidRPr="0077091D" w:rsidRDefault="00A02515" w:rsidP="00DC460A">
            <w:pPr>
              <w:spacing w:before="40" w:after="120" w:line="220" w:lineRule="exact"/>
              <w:ind w:left="57" w:right="57"/>
              <w:rPr>
                <w:sz w:val="18"/>
                <w:szCs w:val="18"/>
                <w:lang w:eastAsia="en-GB"/>
              </w:rPr>
            </w:pPr>
            <w:proofErr w:type="spellStart"/>
            <w:r w:rsidRPr="0077091D">
              <w:rPr>
                <w:sz w:val="18"/>
                <w:szCs w:val="18"/>
                <w:lang w:eastAsia="en-GB"/>
              </w:rPr>
              <w:t>N.a.</w:t>
            </w:r>
            <w:proofErr w:type="spellEnd"/>
          </w:p>
        </w:tc>
      </w:tr>
      <w:tr w:rsidR="00A02515" w:rsidRPr="0077091D" w14:paraId="74BE1C22" w14:textId="77777777" w:rsidTr="00DC460A">
        <w:trPr>
          <w:cantSplit/>
          <w:jc w:val="center"/>
        </w:trPr>
        <w:tc>
          <w:tcPr>
            <w:tcW w:w="851" w:type="dxa"/>
            <w:tcBorders>
              <w:top w:val="single" w:sz="6" w:space="0" w:color="auto"/>
              <w:bottom w:val="single" w:sz="12" w:space="0" w:color="auto"/>
            </w:tcBorders>
            <w:hideMark/>
          </w:tcPr>
          <w:p w14:paraId="036CF999" w14:textId="77777777" w:rsidR="00A02515" w:rsidRPr="0077091D" w:rsidRDefault="00A02515" w:rsidP="00DC460A">
            <w:pPr>
              <w:spacing w:before="40" w:after="120" w:line="220" w:lineRule="exact"/>
              <w:ind w:left="57" w:right="57"/>
              <w:rPr>
                <w:bCs/>
                <w:sz w:val="18"/>
                <w:szCs w:val="18"/>
                <w:lang w:eastAsia="en-GB"/>
              </w:rPr>
            </w:pPr>
            <w:r w:rsidRPr="0077091D">
              <w:rPr>
                <w:bCs/>
                <w:sz w:val="18"/>
                <w:szCs w:val="18"/>
                <w:lang w:eastAsia="en-GB"/>
              </w:rPr>
              <w:t>AC.4</w:t>
            </w:r>
          </w:p>
        </w:tc>
        <w:tc>
          <w:tcPr>
            <w:tcW w:w="4539" w:type="dxa"/>
            <w:tcBorders>
              <w:top w:val="single" w:sz="6" w:space="0" w:color="auto"/>
              <w:bottom w:val="single" w:sz="12" w:space="0" w:color="auto"/>
            </w:tcBorders>
            <w:hideMark/>
          </w:tcPr>
          <w:p w14:paraId="06B005A7" w14:textId="77777777" w:rsidR="00A02515" w:rsidRPr="0077091D" w:rsidRDefault="00A02515" w:rsidP="00DC460A">
            <w:pPr>
              <w:spacing w:before="40" w:after="120" w:line="220" w:lineRule="exact"/>
              <w:ind w:left="57" w:right="57"/>
              <w:rPr>
                <w:sz w:val="18"/>
                <w:szCs w:val="18"/>
                <w:lang w:eastAsia="en-GB"/>
              </w:rPr>
            </w:pPr>
            <w:r w:rsidRPr="0077091D">
              <w:rPr>
                <w:bCs/>
                <w:sz w:val="18"/>
                <w:szCs w:val="18"/>
                <w:lang w:eastAsia="en-GB"/>
              </w:rPr>
              <w:t>Administrative Committee of the 1997 Agreement</w:t>
            </w:r>
          </w:p>
        </w:tc>
        <w:tc>
          <w:tcPr>
            <w:tcW w:w="1844" w:type="dxa"/>
            <w:tcBorders>
              <w:top w:val="single" w:sz="6" w:space="0" w:color="auto"/>
              <w:bottom w:val="single" w:sz="12" w:space="0" w:color="auto"/>
            </w:tcBorders>
            <w:hideMark/>
          </w:tcPr>
          <w:p w14:paraId="29D58B72" w14:textId="77777777" w:rsidR="00A02515" w:rsidRPr="0077091D" w:rsidRDefault="00A02515" w:rsidP="00DC460A">
            <w:pPr>
              <w:spacing w:before="40" w:after="120" w:line="220" w:lineRule="exact"/>
              <w:ind w:left="57" w:right="57"/>
              <w:rPr>
                <w:sz w:val="18"/>
                <w:szCs w:val="18"/>
                <w:lang w:eastAsia="en-GB"/>
              </w:rPr>
            </w:pPr>
            <w:r w:rsidRPr="0077091D">
              <w:rPr>
                <w:bCs/>
                <w:sz w:val="18"/>
                <w:szCs w:val="18"/>
                <w:lang w:eastAsia="en-GB"/>
              </w:rPr>
              <w:t>Mr. B. Kisulenko</w:t>
            </w:r>
          </w:p>
        </w:tc>
        <w:tc>
          <w:tcPr>
            <w:tcW w:w="1276" w:type="dxa"/>
            <w:tcBorders>
              <w:top w:val="single" w:sz="6" w:space="0" w:color="auto"/>
              <w:bottom w:val="single" w:sz="12" w:space="0" w:color="auto"/>
            </w:tcBorders>
            <w:hideMark/>
          </w:tcPr>
          <w:p w14:paraId="00535B9A" w14:textId="77777777" w:rsidR="00A02515" w:rsidRPr="0077091D" w:rsidRDefault="00A02515" w:rsidP="00DC460A">
            <w:pPr>
              <w:spacing w:before="40" w:after="120" w:line="220" w:lineRule="exact"/>
              <w:ind w:left="57" w:right="57"/>
              <w:rPr>
                <w:sz w:val="18"/>
                <w:szCs w:val="18"/>
                <w:lang w:eastAsia="en-GB"/>
              </w:rPr>
            </w:pPr>
            <w:r w:rsidRPr="0077091D">
              <w:rPr>
                <w:bCs/>
                <w:sz w:val="18"/>
                <w:szCs w:val="18"/>
                <w:lang w:eastAsia="en-GB"/>
              </w:rPr>
              <w:t>Russian Federation</w:t>
            </w:r>
          </w:p>
        </w:tc>
        <w:tc>
          <w:tcPr>
            <w:tcW w:w="1135" w:type="dxa"/>
            <w:tcBorders>
              <w:top w:val="single" w:sz="6" w:space="0" w:color="auto"/>
              <w:bottom w:val="single" w:sz="12" w:space="0" w:color="auto"/>
            </w:tcBorders>
            <w:hideMark/>
          </w:tcPr>
          <w:p w14:paraId="18EDC57D" w14:textId="77777777" w:rsidR="00A02515" w:rsidRPr="0077091D" w:rsidRDefault="00A02515" w:rsidP="00DC460A">
            <w:pPr>
              <w:spacing w:before="40" w:after="120" w:line="220" w:lineRule="exact"/>
              <w:ind w:left="57" w:right="57"/>
              <w:rPr>
                <w:sz w:val="18"/>
                <w:szCs w:val="18"/>
                <w:lang w:eastAsia="en-GB"/>
              </w:rPr>
            </w:pPr>
            <w:proofErr w:type="spellStart"/>
            <w:r w:rsidRPr="0077091D">
              <w:rPr>
                <w:sz w:val="18"/>
                <w:szCs w:val="18"/>
                <w:lang w:eastAsia="en-GB"/>
              </w:rPr>
              <w:t>N.a.</w:t>
            </w:r>
            <w:proofErr w:type="spellEnd"/>
          </w:p>
        </w:tc>
      </w:tr>
    </w:tbl>
    <w:p w14:paraId="58DDBBBC" w14:textId="77777777" w:rsidR="005C1EDE" w:rsidRDefault="005C1EDE" w:rsidP="009B490A">
      <w:pPr>
        <w:pStyle w:val="HChG"/>
      </w:pPr>
    </w:p>
    <w:p w14:paraId="61BC539E" w14:textId="1DCF0B1A" w:rsidR="009B490A" w:rsidRPr="00CC55A9" w:rsidRDefault="009B490A" w:rsidP="009B490A">
      <w:pPr>
        <w:autoSpaceDE w:val="0"/>
        <w:autoSpaceDN w:val="0"/>
        <w:adjustRightInd w:val="0"/>
        <w:spacing w:after="20" w:line="120" w:lineRule="atLeast"/>
        <w:rPr>
          <w:sz w:val="16"/>
          <w:szCs w:val="18"/>
          <w:u w:val="single"/>
        </w:rPr>
      </w:pPr>
      <w:r w:rsidRPr="00CC55A9">
        <w:rPr>
          <w:sz w:val="16"/>
          <w:szCs w:val="18"/>
          <w:u w:val="single"/>
        </w:rPr>
        <w:br w:type="page"/>
      </w:r>
    </w:p>
    <w:p w14:paraId="10E0AC5E" w14:textId="46118E59" w:rsidR="009B490A" w:rsidRDefault="009B490A" w:rsidP="00A02515">
      <w:pPr>
        <w:pStyle w:val="HChG"/>
        <w:spacing w:before="120" w:after="200"/>
        <w:ind w:left="1138" w:right="1138" w:hanging="1138"/>
      </w:pPr>
      <w:r w:rsidRPr="00CC55A9">
        <w:lastRenderedPageBreak/>
        <w:t>Annex IV</w:t>
      </w:r>
    </w:p>
    <w:p w14:paraId="2A8EC37A" w14:textId="7EDB7AF0" w:rsidR="00E63F2C" w:rsidRDefault="00E63F2C" w:rsidP="00E63F2C">
      <w:pPr>
        <w:jc w:val="right"/>
      </w:pPr>
      <w:r>
        <w:t>[English only]</w:t>
      </w:r>
    </w:p>
    <w:p w14:paraId="2787A55D" w14:textId="042A1E65" w:rsidR="00A02515" w:rsidRDefault="00A02515" w:rsidP="00A02515">
      <w:pPr>
        <w:pStyle w:val="HChG"/>
        <w:spacing w:before="120"/>
        <w:ind w:firstLine="0"/>
      </w:pPr>
      <w:r w:rsidRPr="00554853">
        <w:t>Draft calendar of Meetings of WP.29, GRs and Committees for 2020</w:t>
      </w:r>
    </w:p>
    <w:tbl>
      <w:tblPr>
        <w:tblW w:w="9757" w:type="dxa"/>
        <w:jc w:val="center"/>
        <w:tblLayout w:type="fixed"/>
        <w:tblCellMar>
          <w:left w:w="88" w:type="dxa"/>
          <w:right w:w="88" w:type="dxa"/>
        </w:tblCellMar>
        <w:tblLook w:val="0000" w:firstRow="0" w:lastRow="0" w:firstColumn="0" w:lastColumn="0" w:noHBand="0" w:noVBand="0"/>
      </w:tblPr>
      <w:tblGrid>
        <w:gridCol w:w="993"/>
        <w:gridCol w:w="4994"/>
        <w:gridCol w:w="637"/>
        <w:gridCol w:w="708"/>
        <w:gridCol w:w="426"/>
        <w:gridCol w:w="449"/>
        <w:gridCol w:w="924"/>
        <w:gridCol w:w="626"/>
      </w:tblGrid>
      <w:tr w:rsidR="00A02515" w:rsidRPr="00D73A48" w14:paraId="207056A0" w14:textId="77777777" w:rsidTr="00DC460A">
        <w:trPr>
          <w:jc w:val="center"/>
        </w:trPr>
        <w:tc>
          <w:tcPr>
            <w:tcW w:w="993" w:type="dxa"/>
            <w:tcBorders>
              <w:top w:val="double" w:sz="4" w:space="0" w:color="auto"/>
              <w:left w:val="double" w:sz="4" w:space="0" w:color="auto"/>
              <w:bottom w:val="double" w:sz="4" w:space="0" w:color="auto"/>
              <w:right w:val="single" w:sz="8" w:space="0" w:color="000000"/>
            </w:tcBorders>
            <w:tcMar>
              <w:left w:w="57" w:type="dxa"/>
              <w:right w:w="57" w:type="dxa"/>
            </w:tcMar>
            <w:vAlign w:val="center"/>
          </w:tcPr>
          <w:p w14:paraId="55314F09" w14:textId="77777777" w:rsidR="00A02515" w:rsidRPr="00D73A48" w:rsidRDefault="00A02515" w:rsidP="00DC460A">
            <w:pPr>
              <w:autoSpaceDE w:val="0"/>
              <w:autoSpaceDN w:val="0"/>
              <w:adjustRightInd w:val="0"/>
              <w:spacing w:before="60" w:line="286" w:lineRule="auto"/>
              <w:ind w:right="-65"/>
              <w:jc w:val="center"/>
              <w:rPr>
                <w:bCs/>
                <w:i/>
                <w:sz w:val="12"/>
                <w:szCs w:val="12"/>
              </w:rPr>
            </w:pPr>
            <w:r w:rsidRPr="00D73A48">
              <w:rPr>
                <w:bCs/>
                <w:i/>
                <w:sz w:val="12"/>
                <w:szCs w:val="12"/>
              </w:rPr>
              <w:t>Month</w:t>
            </w:r>
          </w:p>
        </w:tc>
        <w:tc>
          <w:tcPr>
            <w:tcW w:w="4994" w:type="dxa"/>
            <w:tcBorders>
              <w:top w:val="double" w:sz="4" w:space="0" w:color="auto"/>
              <w:left w:val="single" w:sz="8" w:space="0" w:color="000000"/>
              <w:bottom w:val="double" w:sz="4" w:space="0" w:color="auto"/>
              <w:right w:val="single" w:sz="6" w:space="0" w:color="FFFFFF"/>
            </w:tcBorders>
            <w:tcMar>
              <w:left w:w="57" w:type="dxa"/>
              <w:right w:w="57" w:type="dxa"/>
            </w:tcMar>
            <w:vAlign w:val="center"/>
          </w:tcPr>
          <w:p w14:paraId="5FB1DD6A" w14:textId="77777777" w:rsidR="00A02515" w:rsidRPr="00D73A48" w:rsidRDefault="00A02515" w:rsidP="00DC460A">
            <w:pPr>
              <w:tabs>
                <w:tab w:val="center" w:pos="2254"/>
              </w:tabs>
              <w:autoSpaceDE w:val="0"/>
              <w:autoSpaceDN w:val="0"/>
              <w:adjustRightInd w:val="0"/>
              <w:spacing w:before="60" w:line="286" w:lineRule="auto"/>
              <w:jc w:val="center"/>
              <w:rPr>
                <w:bCs/>
                <w:i/>
                <w:sz w:val="12"/>
                <w:szCs w:val="12"/>
              </w:rPr>
            </w:pPr>
            <w:r w:rsidRPr="00D73A48">
              <w:rPr>
                <w:bCs/>
                <w:i/>
                <w:sz w:val="12"/>
                <w:szCs w:val="12"/>
              </w:rPr>
              <w:t>Meeting (title and session No.)</w:t>
            </w:r>
          </w:p>
        </w:tc>
        <w:tc>
          <w:tcPr>
            <w:tcW w:w="637"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14:paraId="458820D8" w14:textId="77777777" w:rsidR="00A02515" w:rsidRPr="00D73A48" w:rsidRDefault="00A02515" w:rsidP="00DC460A">
            <w:pPr>
              <w:autoSpaceDE w:val="0"/>
              <w:autoSpaceDN w:val="0"/>
              <w:adjustRightInd w:val="0"/>
              <w:spacing w:before="60" w:line="286" w:lineRule="auto"/>
              <w:jc w:val="center"/>
              <w:rPr>
                <w:bCs/>
                <w:i/>
                <w:sz w:val="12"/>
                <w:szCs w:val="12"/>
              </w:rPr>
            </w:pPr>
            <w:r w:rsidRPr="00D73A48">
              <w:rPr>
                <w:bCs/>
                <w:i/>
                <w:sz w:val="12"/>
                <w:szCs w:val="12"/>
              </w:rPr>
              <w:t>Dates proposed</w:t>
            </w:r>
          </w:p>
        </w:tc>
        <w:tc>
          <w:tcPr>
            <w:tcW w:w="708"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14:paraId="1260E98B" w14:textId="77777777" w:rsidR="00A02515" w:rsidRPr="00D73A48" w:rsidRDefault="00A02515" w:rsidP="00DC460A">
            <w:pPr>
              <w:tabs>
                <w:tab w:val="center" w:pos="389"/>
              </w:tabs>
              <w:autoSpaceDE w:val="0"/>
              <w:autoSpaceDN w:val="0"/>
              <w:adjustRightInd w:val="0"/>
              <w:spacing w:before="60" w:line="286" w:lineRule="auto"/>
              <w:ind w:left="-39" w:right="-65"/>
              <w:jc w:val="center"/>
              <w:rPr>
                <w:bCs/>
                <w:i/>
                <w:sz w:val="12"/>
                <w:szCs w:val="12"/>
              </w:rPr>
            </w:pPr>
            <w:r w:rsidRPr="00D73A48">
              <w:rPr>
                <w:bCs/>
                <w:i/>
                <w:sz w:val="12"/>
                <w:szCs w:val="12"/>
              </w:rPr>
              <w:t>Schedule</w:t>
            </w:r>
          </w:p>
        </w:tc>
        <w:tc>
          <w:tcPr>
            <w:tcW w:w="426" w:type="dxa"/>
            <w:tcBorders>
              <w:top w:val="double" w:sz="4" w:space="0" w:color="auto"/>
              <w:left w:val="single" w:sz="7" w:space="0" w:color="000000"/>
              <w:bottom w:val="double" w:sz="4" w:space="0" w:color="auto"/>
              <w:right w:val="single" w:sz="4" w:space="0" w:color="auto"/>
            </w:tcBorders>
            <w:tcMar>
              <w:left w:w="57" w:type="dxa"/>
              <w:right w:w="57" w:type="dxa"/>
            </w:tcMar>
            <w:vAlign w:val="center"/>
          </w:tcPr>
          <w:p w14:paraId="2AEC42A1" w14:textId="77777777" w:rsidR="00A02515" w:rsidRPr="00D73A48" w:rsidRDefault="00A02515" w:rsidP="00DC460A">
            <w:pPr>
              <w:tabs>
                <w:tab w:val="center" w:pos="284"/>
              </w:tabs>
              <w:autoSpaceDE w:val="0"/>
              <w:autoSpaceDN w:val="0"/>
              <w:adjustRightInd w:val="0"/>
              <w:spacing w:before="60" w:line="286" w:lineRule="auto"/>
              <w:jc w:val="center"/>
              <w:rPr>
                <w:i/>
                <w:sz w:val="12"/>
                <w:szCs w:val="12"/>
              </w:rPr>
            </w:pPr>
            <w:r w:rsidRPr="00D73A48">
              <w:rPr>
                <w:bCs/>
                <w:i/>
                <w:sz w:val="12"/>
                <w:szCs w:val="12"/>
              </w:rPr>
              <w:t>Half-days</w:t>
            </w:r>
          </w:p>
        </w:tc>
        <w:tc>
          <w:tcPr>
            <w:tcW w:w="449" w:type="dxa"/>
            <w:tcBorders>
              <w:top w:val="double" w:sz="4" w:space="0" w:color="auto"/>
              <w:left w:val="single" w:sz="4" w:space="0" w:color="auto"/>
              <w:bottom w:val="double" w:sz="4" w:space="0" w:color="auto"/>
              <w:right w:val="single" w:sz="4" w:space="0" w:color="auto"/>
            </w:tcBorders>
            <w:tcMar>
              <w:left w:w="57" w:type="dxa"/>
              <w:right w:w="57" w:type="dxa"/>
            </w:tcMar>
            <w:vAlign w:val="center"/>
          </w:tcPr>
          <w:p w14:paraId="44C4D8C1" w14:textId="77777777" w:rsidR="00A02515" w:rsidRPr="00D73A48" w:rsidRDefault="00A02515" w:rsidP="00DC460A">
            <w:pPr>
              <w:autoSpaceDE w:val="0"/>
              <w:autoSpaceDN w:val="0"/>
              <w:adjustRightInd w:val="0"/>
              <w:spacing w:before="60" w:line="285" w:lineRule="auto"/>
              <w:ind w:left="-64" w:right="-3"/>
              <w:jc w:val="center"/>
              <w:rPr>
                <w:i/>
                <w:sz w:val="12"/>
                <w:szCs w:val="10"/>
              </w:rPr>
            </w:pPr>
            <w:r w:rsidRPr="00D73A48">
              <w:rPr>
                <w:i/>
                <w:sz w:val="12"/>
                <w:szCs w:val="10"/>
              </w:rPr>
              <w:t>Interpretation</w:t>
            </w:r>
          </w:p>
        </w:tc>
        <w:tc>
          <w:tcPr>
            <w:tcW w:w="924" w:type="dxa"/>
            <w:tcBorders>
              <w:top w:val="double" w:sz="4" w:space="0" w:color="auto"/>
              <w:left w:val="single" w:sz="4" w:space="0" w:color="auto"/>
              <w:bottom w:val="double" w:sz="4" w:space="0" w:color="auto"/>
              <w:right w:val="single" w:sz="4" w:space="0" w:color="auto"/>
            </w:tcBorders>
          </w:tcPr>
          <w:p w14:paraId="4EBC3BC7" w14:textId="77777777" w:rsidR="00A02515" w:rsidRPr="00D73A48" w:rsidRDefault="00A02515" w:rsidP="00DC460A">
            <w:pPr>
              <w:autoSpaceDE w:val="0"/>
              <w:autoSpaceDN w:val="0"/>
              <w:adjustRightInd w:val="0"/>
              <w:spacing w:before="60" w:line="285" w:lineRule="auto"/>
              <w:ind w:left="-32" w:right="-14"/>
              <w:jc w:val="center"/>
              <w:rPr>
                <w:i/>
                <w:sz w:val="12"/>
                <w:szCs w:val="10"/>
              </w:rPr>
            </w:pPr>
            <w:r>
              <w:rPr>
                <w:i/>
                <w:sz w:val="12"/>
                <w:szCs w:val="10"/>
              </w:rPr>
              <w:t>12 weeks deadline</w:t>
            </w:r>
          </w:p>
        </w:tc>
        <w:tc>
          <w:tcPr>
            <w:tcW w:w="626" w:type="dxa"/>
            <w:tcBorders>
              <w:top w:val="double" w:sz="4" w:space="0" w:color="auto"/>
              <w:left w:val="single" w:sz="4" w:space="0" w:color="auto"/>
              <w:bottom w:val="double" w:sz="4" w:space="0" w:color="auto"/>
              <w:right w:val="double" w:sz="4" w:space="0" w:color="auto"/>
            </w:tcBorders>
            <w:vAlign w:val="center"/>
          </w:tcPr>
          <w:p w14:paraId="264E2F11" w14:textId="77777777" w:rsidR="00A02515" w:rsidRPr="00D73A48" w:rsidRDefault="00A02515" w:rsidP="00DC460A">
            <w:pPr>
              <w:autoSpaceDE w:val="0"/>
              <w:autoSpaceDN w:val="0"/>
              <w:adjustRightInd w:val="0"/>
              <w:spacing w:before="60" w:line="285" w:lineRule="auto"/>
              <w:ind w:left="-32" w:right="-14"/>
              <w:jc w:val="center"/>
              <w:rPr>
                <w:i/>
                <w:sz w:val="12"/>
                <w:szCs w:val="10"/>
              </w:rPr>
            </w:pPr>
            <w:r w:rsidRPr="00D73A48">
              <w:rPr>
                <w:i/>
                <w:sz w:val="12"/>
                <w:szCs w:val="10"/>
              </w:rPr>
              <w:t>Delegates</w:t>
            </w:r>
          </w:p>
        </w:tc>
      </w:tr>
      <w:tr w:rsidR="00A02515" w:rsidRPr="00D73A48" w14:paraId="12A4DA37" w14:textId="77777777" w:rsidTr="00DC460A">
        <w:trPr>
          <w:trHeight w:val="283"/>
          <w:jc w:val="center"/>
        </w:trPr>
        <w:tc>
          <w:tcPr>
            <w:tcW w:w="993" w:type="dxa"/>
            <w:tcBorders>
              <w:top w:val="double" w:sz="4" w:space="0" w:color="auto"/>
              <w:left w:val="double" w:sz="4" w:space="0" w:color="auto"/>
              <w:bottom w:val="single" w:sz="4" w:space="0" w:color="auto"/>
              <w:right w:val="single" w:sz="8" w:space="0" w:color="000000"/>
            </w:tcBorders>
          </w:tcPr>
          <w:p w14:paraId="10B7FB7D" w14:textId="77777777" w:rsidR="00A02515" w:rsidRPr="00D73A48" w:rsidRDefault="00A02515" w:rsidP="00DC460A">
            <w:pPr>
              <w:autoSpaceDE w:val="0"/>
              <w:autoSpaceDN w:val="0"/>
              <w:adjustRightInd w:val="0"/>
              <w:spacing w:before="40" w:line="285" w:lineRule="auto"/>
              <w:ind w:right="-65"/>
              <w:rPr>
                <w:sz w:val="14"/>
                <w:szCs w:val="14"/>
              </w:rPr>
            </w:pPr>
            <w:r w:rsidRPr="00D73A48">
              <w:rPr>
                <w:sz w:val="14"/>
                <w:szCs w:val="14"/>
              </w:rPr>
              <w:t>JANUARY</w:t>
            </w:r>
          </w:p>
        </w:tc>
        <w:tc>
          <w:tcPr>
            <w:tcW w:w="4994" w:type="dxa"/>
            <w:tcBorders>
              <w:top w:val="double" w:sz="4" w:space="0" w:color="auto"/>
              <w:left w:val="single" w:sz="8" w:space="0" w:color="000000"/>
              <w:bottom w:val="single" w:sz="6" w:space="0" w:color="FFFFFF"/>
              <w:right w:val="single" w:sz="6" w:space="0" w:color="FFFFFF"/>
            </w:tcBorders>
          </w:tcPr>
          <w:p w14:paraId="7D37A932" w14:textId="77777777" w:rsidR="00A02515" w:rsidRPr="00D73A48" w:rsidRDefault="00A02515" w:rsidP="00DC460A">
            <w:pPr>
              <w:autoSpaceDE w:val="0"/>
              <w:autoSpaceDN w:val="0"/>
              <w:adjustRightInd w:val="0"/>
              <w:spacing w:before="40" w:line="285" w:lineRule="auto"/>
              <w:rPr>
                <w:sz w:val="14"/>
                <w:szCs w:val="14"/>
              </w:rPr>
            </w:pPr>
            <w:r w:rsidRPr="00D73A48">
              <w:rPr>
                <w:sz w:val="14"/>
                <w:szCs w:val="14"/>
              </w:rPr>
              <w:t>Working Party on Pollution and Energy (GRPE) (</w:t>
            </w:r>
            <w:r>
              <w:rPr>
                <w:sz w:val="14"/>
                <w:szCs w:val="14"/>
              </w:rPr>
              <w:t>80</w:t>
            </w:r>
            <w:r w:rsidRPr="006F22FA">
              <w:rPr>
                <w:sz w:val="14"/>
                <w:szCs w:val="14"/>
                <w:vertAlign w:val="superscript"/>
              </w:rPr>
              <w:t>th</w:t>
            </w:r>
            <w:r>
              <w:rPr>
                <w:sz w:val="14"/>
                <w:szCs w:val="14"/>
              </w:rPr>
              <w:t xml:space="preserve"> </w:t>
            </w:r>
            <w:r w:rsidRPr="00D73A48">
              <w:rPr>
                <w:sz w:val="14"/>
                <w:szCs w:val="14"/>
              </w:rPr>
              <w:t>session)</w:t>
            </w:r>
          </w:p>
        </w:tc>
        <w:tc>
          <w:tcPr>
            <w:tcW w:w="637" w:type="dxa"/>
            <w:tcBorders>
              <w:top w:val="double" w:sz="4" w:space="0" w:color="auto"/>
              <w:left w:val="single" w:sz="7" w:space="0" w:color="000000"/>
              <w:bottom w:val="single" w:sz="6" w:space="0" w:color="FFFFFF"/>
              <w:right w:val="single" w:sz="6" w:space="0" w:color="FFFFFF"/>
            </w:tcBorders>
          </w:tcPr>
          <w:p w14:paraId="5B62EB9B" w14:textId="77777777" w:rsidR="00A02515" w:rsidRPr="00103F79" w:rsidRDefault="00A02515" w:rsidP="00DC460A">
            <w:pPr>
              <w:autoSpaceDE w:val="0"/>
              <w:autoSpaceDN w:val="0"/>
              <w:adjustRightInd w:val="0"/>
              <w:spacing w:before="40" w:line="285" w:lineRule="auto"/>
              <w:jc w:val="center"/>
              <w:rPr>
                <w:bCs/>
                <w:sz w:val="14"/>
                <w:szCs w:val="14"/>
              </w:rPr>
            </w:pPr>
            <w:r w:rsidRPr="00103F79">
              <w:rPr>
                <w:bCs/>
                <w:sz w:val="14"/>
                <w:szCs w:val="14"/>
              </w:rPr>
              <w:t>14-17</w:t>
            </w:r>
          </w:p>
        </w:tc>
        <w:tc>
          <w:tcPr>
            <w:tcW w:w="708" w:type="dxa"/>
            <w:tcBorders>
              <w:top w:val="double" w:sz="4" w:space="0" w:color="auto"/>
              <w:left w:val="single" w:sz="7" w:space="0" w:color="000000"/>
              <w:bottom w:val="single" w:sz="6" w:space="0" w:color="FFFFFF"/>
              <w:right w:val="single" w:sz="6" w:space="0" w:color="FFFFFF"/>
            </w:tcBorders>
          </w:tcPr>
          <w:p w14:paraId="7CF590AA" w14:textId="77777777" w:rsidR="00A02515" w:rsidRPr="00103F79" w:rsidRDefault="00A02515" w:rsidP="00DC460A">
            <w:pPr>
              <w:tabs>
                <w:tab w:val="center" w:pos="389"/>
              </w:tabs>
              <w:autoSpaceDE w:val="0"/>
              <w:autoSpaceDN w:val="0"/>
              <w:adjustRightInd w:val="0"/>
              <w:spacing w:before="40" w:line="285" w:lineRule="auto"/>
              <w:ind w:left="-39" w:right="-65"/>
              <w:jc w:val="center"/>
              <w:rPr>
                <w:bCs/>
                <w:sz w:val="14"/>
                <w:szCs w:val="14"/>
              </w:rPr>
            </w:pPr>
            <w:r w:rsidRPr="00103F79">
              <w:rPr>
                <w:bCs/>
                <w:sz w:val="14"/>
                <w:szCs w:val="14"/>
              </w:rPr>
              <w:t>p.m./a.m.</w:t>
            </w:r>
          </w:p>
        </w:tc>
        <w:tc>
          <w:tcPr>
            <w:tcW w:w="426" w:type="dxa"/>
            <w:tcBorders>
              <w:top w:val="double" w:sz="4" w:space="0" w:color="auto"/>
              <w:left w:val="single" w:sz="7" w:space="0" w:color="000000"/>
              <w:bottom w:val="single" w:sz="6" w:space="0" w:color="FFFFFF"/>
              <w:right w:val="single" w:sz="4" w:space="0" w:color="auto"/>
            </w:tcBorders>
          </w:tcPr>
          <w:p w14:paraId="73BBD785" w14:textId="77777777" w:rsidR="00A02515" w:rsidRPr="00103F79" w:rsidRDefault="00A02515" w:rsidP="00DC460A">
            <w:pPr>
              <w:tabs>
                <w:tab w:val="center" w:pos="284"/>
              </w:tabs>
              <w:autoSpaceDE w:val="0"/>
              <w:autoSpaceDN w:val="0"/>
              <w:adjustRightInd w:val="0"/>
              <w:spacing w:before="40" w:line="285" w:lineRule="auto"/>
              <w:jc w:val="center"/>
              <w:rPr>
                <w:bCs/>
                <w:sz w:val="14"/>
                <w:szCs w:val="14"/>
              </w:rPr>
            </w:pPr>
            <w:r w:rsidRPr="00103F79">
              <w:rPr>
                <w:bCs/>
                <w:sz w:val="14"/>
                <w:szCs w:val="14"/>
              </w:rPr>
              <w:t>6</w:t>
            </w:r>
          </w:p>
        </w:tc>
        <w:tc>
          <w:tcPr>
            <w:tcW w:w="449" w:type="dxa"/>
            <w:tcBorders>
              <w:top w:val="double" w:sz="4" w:space="0" w:color="auto"/>
              <w:left w:val="single" w:sz="4" w:space="0" w:color="auto"/>
              <w:bottom w:val="single" w:sz="6" w:space="0" w:color="FFFFFF"/>
              <w:right w:val="single" w:sz="4" w:space="0" w:color="auto"/>
            </w:tcBorders>
          </w:tcPr>
          <w:p w14:paraId="0847FCA3"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Yes</w:t>
            </w:r>
          </w:p>
        </w:tc>
        <w:tc>
          <w:tcPr>
            <w:tcW w:w="924" w:type="dxa"/>
            <w:tcBorders>
              <w:top w:val="double" w:sz="4" w:space="0" w:color="auto"/>
              <w:left w:val="single" w:sz="4" w:space="0" w:color="auto"/>
              <w:bottom w:val="single" w:sz="6" w:space="0" w:color="FFFFFF"/>
              <w:right w:val="single" w:sz="4" w:space="0" w:color="auto"/>
            </w:tcBorders>
          </w:tcPr>
          <w:p w14:paraId="4CB39B4F" w14:textId="77777777" w:rsidR="00A02515" w:rsidRPr="00D73A48" w:rsidRDefault="00A02515" w:rsidP="00DC460A">
            <w:pPr>
              <w:autoSpaceDE w:val="0"/>
              <w:autoSpaceDN w:val="0"/>
              <w:adjustRightInd w:val="0"/>
              <w:spacing w:before="40" w:line="286" w:lineRule="auto"/>
              <w:jc w:val="center"/>
              <w:rPr>
                <w:sz w:val="14"/>
                <w:szCs w:val="14"/>
              </w:rPr>
            </w:pPr>
            <w:r>
              <w:rPr>
                <w:sz w:val="14"/>
                <w:szCs w:val="14"/>
              </w:rPr>
              <w:t>21.10.2019</w:t>
            </w:r>
          </w:p>
        </w:tc>
        <w:tc>
          <w:tcPr>
            <w:tcW w:w="626" w:type="dxa"/>
            <w:tcBorders>
              <w:top w:val="double" w:sz="4" w:space="0" w:color="auto"/>
              <w:left w:val="single" w:sz="4" w:space="0" w:color="auto"/>
              <w:bottom w:val="single" w:sz="6" w:space="0" w:color="FFFFFF"/>
              <w:right w:val="double" w:sz="4" w:space="0" w:color="auto"/>
            </w:tcBorders>
          </w:tcPr>
          <w:p w14:paraId="2159F1FA"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150</w:t>
            </w:r>
          </w:p>
        </w:tc>
      </w:tr>
      <w:tr w:rsidR="00A02515" w:rsidRPr="00D73A48" w14:paraId="20BF2A54" w14:textId="77777777" w:rsidTr="00DC460A">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59543404" w14:textId="77777777" w:rsidR="00A02515" w:rsidRPr="00D73A48" w:rsidRDefault="00A02515" w:rsidP="00DC460A">
            <w:pPr>
              <w:autoSpaceDE w:val="0"/>
              <w:autoSpaceDN w:val="0"/>
              <w:adjustRightInd w:val="0"/>
              <w:spacing w:before="40" w:line="285" w:lineRule="auto"/>
              <w:ind w:right="-65"/>
              <w:rPr>
                <w:sz w:val="14"/>
                <w:szCs w:val="14"/>
              </w:rPr>
            </w:pPr>
            <w:r w:rsidRPr="00D73A48">
              <w:rPr>
                <w:sz w:val="14"/>
                <w:szCs w:val="14"/>
              </w:rPr>
              <w:t xml:space="preserve"> JANUARY</w:t>
            </w:r>
          </w:p>
        </w:tc>
        <w:tc>
          <w:tcPr>
            <w:tcW w:w="4994" w:type="dxa"/>
            <w:tcBorders>
              <w:top w:val="single" w:sz="7" w:space="0" w:color="000000"/>
              <w:left w:val="single" w:sz="8" w:space="0" w:color="000000"/>
              <w:bottom w:val="single" w:sz="6" w:space="0" w:color="FFFFFF"/>
              <w:right w:val="single" w:sz="6" w:space="0" w:color="FFFFFF"/>
            </w:tcBorders>
          </w:tcPr>
          <w:p w14:paraId="0E5C5499" w14:textId="77777777" w:rsidR="00A02515" w:rsidRPr="00D73A48" w:rsidRDefault="00A02515" w:rsidP="00DC460A">
            <w:pPr>
              <w:autoSpaceDE w:val="0"/>
              <w:autoSpaceDN w:val="0"/>
              <w:adjustRightInd w:val="0"/>
              <w:spacing w:before="40" w:line="285" w:lineRule="auto"/>
              <w:rPr>
                <w:sz w:val="14"/>
                <w:szCs w:val="14"/>
              </w:rPr>
            </w:pPr>
            <w:r w:rsidRPr="00D73A48">
              <w:rPr>
                <w:sz w:val="14"/>
                <w:szCs w:val="14"/>
              </w:rPr>
              <w:t>Working Party on Noise</w:t>
            </w:r>
            <w:r>
              <w:rPr>
                <w:sz w:val="14"/>
                <w:szCs w:val="14"/>
              </w:rPr>
              <w:t xml:space="preserve"> and Tyres</w:t>
            </w:r>
            <w:r w:rsidRPr="00D73A48">
              <w:rPr>
                <w:sz w:val="14"/>
                <w:szCs w:val="14"/>
              </w:rPr>
              <w:t xml:space="preserve"> (GRB</w:t>
            </w:r>
            <w:r>
              <w:rPr>
                <w:sz w:val="14"/>
                <w:szCs w:val="14"/>
              </w:rPr>
              <w:t>P</w:t>
            </w:r>
            <w:r w:rsidRPr="00D73A48">
              <w:rPr>
                <w:sz w:val="14"/>
                <w:szCs w:val="14"/>
              </w:rPr>
              <w:t>) (</w:t>
            </w:r>
            <w:r>
              <w:rPr>
                <w:sz w:val="14"/>
                <w:szCs w:val="14"/>
              </w:rPr>
              <w:t>71</w:t>
            </w:r>
            <w:r>
              <w:rPr>
                <w:sz w:val="14"/>
                <w:szCs w:val="14"/>
                <w:vertAlign w:val="superscript"/>
              </w:rPr>
              <w:t>st</w:t>
            </w:r>
            <w:r>
              <w:rPr>
                <w:sz w:val="14"/>
                <w:szCs w:val="14"/>
              </w:rPr>
              <w:t xml:space="preserve"> </w:t>
            </w:r>
            <w:r w:rsidRPr="00D73A48">
              <w:rPr>
                <w:sz w:val="14"/>
                <w:szCs w:val="14"/>
              </w:rPr>
              <w:t>session)</w:t>
            </w:r>
          </w:p>
        </w:tc>
        <w:tc>
          <w:tcPr>
            <w:tcW w:w="637" w:type="dxa"/>
            <w:tcBorders>
              <w:top w:val="single" w:sz="7" w:space="0" w:color="000000"/>
              <w:left w:val="single" w:sz="7" w:space="0" w:color="000000"/>
              <w:bottom w:val="single" w:sz="6" w:space="0" w:color="FFFFFF"/>
              <w:right w:val="single" w:sz="6" w:space="0" w:color="FFFFFF"/>
            </w:tcBorders>
          </w:tcPr>
          <w:p w14:paraId="07262E94" w14:textId="7D92444C" w:rsidR="00A02515" w:rsidRPr="00103F79" w:rsidRDefault="00A02515" w:rsidP="00DC460A">
            <w:pPr>
              <w:autoSpaceDE w:val="0"/>
              <w:autoSpaceDN w:val="0"/>
              <w:adjustRightInd w:val="0"/>
              <w:spacing w:before="40" w:line="285" w:lineRule="auto"/>
              <w:jc w:val="center"/>
              <w:rPr>
                <w:bCs/>
                <w:sz w:val="14"/>
                <w:szCs w:val="14"/>
              </w:rPr>
            </w:pPr>
            <w:r w:rsidRPr="00103F79">
              <w:rPr>
                <w:bCs/>
                <w:sz w:val="14"/>
                <w:szCs w:val="14"/>
              </w:rPr>
              <w:t>28-31</w:t>
            </w:r>
          </w:p>
        </w:tc>
        <w:tc>
          <w:tcPr>
            <w:tcW w:w="708" w:type="dxa"/>
            <w:tcBorders>
              <w:top w:val="single" w:sz="7" w:space="0" w:color="000000"/>
              <w:left w:val="single" w:sz="7" w:space="0" w:color="000000"/>
              <w:bottom w:val="single" w:sz="6" w:space="0" w:color="FFFFFF"/>
              <w:right w:val="single" w:sz="6" w:space="0" w:color="FFFFFF"/>
            </w:tcBorders>
          </w:tcPr>
          <w:p w14:paraId="5ED591B2" w14:textId="77777777" w:rsidR="00A02515" w:rsidRPr="00103F79" w:rsidRDefault="00A02515" w:rsidP="00DC460A">
            <w:pPr>
              <w:tabs>
                <w:tab w:val="center" w:pos="389"/>
              </w:tabs>
              <w:autoSpaceDE w:val="0"/>
              <w:autoSpaceDN w:val="0"/>
              <w:adjustRightInd w:val="0"/>
              <w:spacing w:before="40" w:line="285" w:lineRule="auto"/>
              <w:ind w:left="-39" w:right="-65"/>
              <w:jc w:val="center"/>
              <w:rPr>
                <w:bCs/>
                <w:sz w:val="14"/>
                <w:szCs w:val="14"/>
              </w:rPr>
            </w:pPr>
            <w:r w:rsidRPr="00103F79">
              <w:rPr>
                <w:bCs/>
                <w:sz w:val="14"/>
                <w:szCs w:val="14"/>
              </w:rPr>
              <w:t>p.m./a.m.</w:t>
            </w:r>
          </w:p>
        </w:tc>
        <w:tc>
          <w:tcPr>
            <w:tcW w:w="426" w:type="dxa"/>
            <w:tcBorders>
              <w:top w:val="single" w:sz="7" w:space="0" w:color="000000"/>
              <w:left w:val="single" w:sz="7" w:space="0" w:color="000000"/>
              <w:bottom w:val="single" w:sz="6" w:space="0" w:color="FFFFFF"/>
              <w:right w:val="single" w:sz="4" w:space="0" w:color="auto"/>
            </w:tcBorders>
          </w:tcPr>
          <w:p w14:paraId="424340C4" w14:textId="77777777" w:rsidR="00A02515" w:rsidRPr="00103F79" w:rsidRDefault="00A02515" w:rsidP="00DC460A">
            <w:pPr>
              <w:tabs>
                <w:tab w:val="center" w:pos="284"/>
              </w:tabs>
              <w:autoSpaceDE w:val="0"/>
              <w:autoSpaceDN w:val="0"/>
              <w:adjustRightInd w:val="0"/>
              <w:spacing w:before="40" w:line="285" w:lineRule="auto"/>
              <w:jc w:val="center"/>
              <w:rPr>
                <w:bCs/>
                <w:sz w:val="14"/>
                <w:szCs w:val="14"/>
              </w:rPr>
            </w:pPr>
            <w:r w:rsidRPr="00103F79">
              <w:rPr>
                <w:bCs/>
                <w:sz w:val="14"/>
                <w:szCs w:val="14"/>
              </w:rPr>
              <w:t>6</w:t>
            </w:r>
          </w:p>
        </w:tc>
        <w:tc>
          <w:tcPr>
            <w:tcW w:w="449" w:type="dxa"/>
            <w:tcBorders>
              <w:top w:val="single" w:sz="7" w:space="0" w:color="000000"/>
              <w:left w:val="single" w:sz="4" w:space="0" w:color="auto"/>
              <w:bottom w:val="single" w:sz="6" w:space="0" w:color="FFFFFF"/>
              <w:right w:val="single" w:sz="4" w:space="0" w:color="auto"/>
            </w:tcBorders>
          </w:tcPr>
          <w:p w14:paraId="291876A5"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Yes</w:t>
            </w:r>
          </w:p>
        </w:tc>
        <w:tc>
          <w:tcPr>
            <w:tcW w:w="924" w:type="dxa"/>
            <w:tcBorders>
              <w:top w:val="single" w:sz="7" w:space="0" w:color="000000"/>
              <w:left w:val="single" w:sz="4" w:space="0" w:color="auto"/>
              <w:bottom w:val="single" w:sz="6" w:space="0" w:color="FFFFFF"/>
              <w:right w:val="single" w:sz="4" w:space="0" w:color="auto"/>
            </w:tcBorders>
          </w:tcPr>
          <w:p w14:paraId="2A8C70CF" w14:textId="77777777" w:rsidR="00A02515" w:rsidRDefault="00A02515" w:rsidP="00DC460A">
            <w:pPr>
              <w:autoSpaceDE w:val="0"/>
              <w:autoSpaceDN w:val="0"/>
              <w:adjustRightInd w:val="0"/>
              <w:spacing w:before="40" w:line="286" w:lineRule="auto"/>
              <w:jc w:val="center"/>
              <w:rPr>
                <w:sz w:val="14"/>
                <w:szCs w:val="14"/>
              </w:rPr>
            </w:pPr>
            <w:r>
              <w:rPr>
                <w:sz w:val="14"/>
                <w:szCs w:val="14"/>
              </w:rPr>
              <w:t>04.11.2019</w:t>
            </w:r>
          </w:p>
        </w:tc>
        <w:tc>
          <w:tcPr>
            <w:tcW w:w="626" w:type="dxa"/>
            <w:tcBorders>
              <w:top w:val="single" w:sz="7" w:space="0" w:color="000000"/>
              <w:left w:val="single" w:sz="4" w:space="0" w:color="auto"/>
              <w:bottom w:val="single" w:sz="6" w:space="0" w:color="FFFFFF"/>
              <w:right w:val="double" w:sz="4" w:space="0" w:color="auto"/>
            </w:tcBorders>
          </w:tcPr>
          <w:p w14:paraId="68D07902" w14:textId="77777777" w:rsidR="00A02515" w:rsidRPr="00D73A48" w:rsidRDefault="00A02515" w:rsidP="00DC460A">
            <w:pPr>
              <w:autoSpaceDE w:val="0"/>
              <w:autoSpaceDN w:val="0"/>
              <w:adjustRightInd w:val="0"/>
              <w:spacing w:before="40" w:line="286" w:lineRule="auto"/>
              <w:jc w:val="center"/>
              <w:rPr>
                <w:sz w:val="14"/>
                <w:szCs w:val="14"/>
              </w:rPr>
            </w:pPr>
            <w:r>
              <w:rPr>
                <w:sz w:val="14"/>
                <w:szCs w:val="14"/>
              </w:rPr>
              <w:t>120</w:t>
            </w:r>
          </w:p>
        </w:tc>
      </w:tr>
      <w:tr w:rsidR="00A02515" w:rsidRPr="00D73A48" w14:paraId="60EC3C21" w14:textId="77777777" w:rsidTr="00DC460A">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60C7A1DE" w14:textId="77777777" w:rsidR="00A02515" w:rsidRPr="00D73A48" w:rsidRDefault="00A02515" w:rsidP="00DC460A">
            <w:pPr>
              <w:autoSpaceDE w:val="0"/>
              <w:autoSpaceDN w:val="0"/>
              <w:adjustRightInd w:val="0"/>
              <w:spacing w:before="40" w:line="286" w:lineRule="auto"/>
              <w:ind w:right="-65"/>
              <w:rPr>
                <w:sz w:val="14"/>
                <w:szCs w:val="14"/>
              </w:rPr>
            </w:pPr>
            <w:r w:rsidRPr="00D73A48">
              <w:rPr>
                <w:sz w:val="14"/>
                <w:szCs w:val="14"/>
              </w:rPr>
              <w:t>FEBRUARY</w:t>
            </w:r>
          </w:p>
        </w:tc>
        <w:tc>
          <w:tcPr>
            <w:tcW w:w="4994" w:type="dxa"/>
            <w:tcBorders>
              <w:top w:val="single" w:sz="7" w:space="0" w:color="000000"/>
              <w:left w:val="single" w:sz="8" w:space="0" w:color="000000"/>
              <w:bottom w:val="single" w:sz="6" w:space="0" w:color="FFFFFF"/>
              <w:right w:val="single" w:sz="6" w:space="0" w:color="FFFFFF"/>
            </w:tcBorders>
          </w:tcPr>
          <w:p w14:paraId="6599BB2E" w14:textId="77777777" w:rsidR="00A02515" w:rsidRPr="00D73A48" w:rsidRDefault="00A02515" w:rsidP="00DC460A">
            <w:pPr>
              <w:autoSpaceDE w:val="0"/>
              <w:autoSpaceDN w:val="0"/>
              <w:adjustRightInd w:val="0"/>
              <w:spacing w:before="40" w:line="286" w:lineRule="auto"/>
              <w:rPr>
                <w:sz w:val="14"/>
                <w:szCs w:val="14"/>
              </w:rPr>
            </w:pPr>
            <w:r w:rsidRPr="00D73A48">
              <w:rPr>
                <w:sz w:val="14"/>
                <w:szCs w:val="14"/>
              </w:rPr>
              <w:t xml:space="preserve">Working Party on </w:t>
            </w:r>
            <w:r>
              <w:rPr>
                <w:sz w:val="14"/>
                <w:szCs w:val="14"/>
              </w:rPr>
              <w:t>Automated/Autonomous and Connected Vehicles</w:t>
            </w:r>
            <w:r w:rsidRPr="00D73A48">
              <w:rPr>
                <w:sz w:val="14"/>
                <w:szCs w:val="14"/>
              </w:rPr>
              <w:t xml:space="preserve"> (GR</w:t>
            </w:r>
            <w:r>
              <w:rPr>
                <w:sz w:val="14"/>
                <w:szCs w:val="14"/>
              </w:rPr>
              <w:t>VA</w:t>
            </w:r>
            <w:r w:rsidRPr="00D73A48">
              <w:rPr>
                <w:sz w:val="14"/>
                <w:szCs w:val="14"/>
              </w:rPr>
              <w:t>) (</w:t>
            </w:r>
            <w:r w:rsidRPr="00785CEB">
              <w:rPr>
                <w:b/>
                <w:bCs/>
                <w:sz w:val="14"/>
                <w:szCs w:val="14"/>
              </w:rPr>
              <w:t>5</w:t>
            </w:r>
            <w:r>
              <w:rPr>
                <w:sz w:val="14"/>
                <w:szCs w:val="14"/>
                <w:vertAlign w:val="superscript"/>
              </w:rPr>
              <w:t>th</w:t>
            </w:r>
            <w:r>
              <w:rPr>
                <w:sz w:val="14"/>
                <w:szCs w:val="14"/>
              </w:rPr>
              <w:t xml:space="preserve"> </w:t>
            </w:r>
            <w:r w:rsidRPr="00D73A48">
              <w:rPr>
                <w:sz w:val="14"/>
                <w:szCs w:val="14"/>
              </w:rPr>
              <w:t>session)</w:t>
            </w:r>
          </w:p>
        </w:tc>
        <w:tc>
          <w:tcPr>
            <w:tcW w:w="637" w:type="dxa"/>
            <w:tcBorders>
              <w:top w:val="single" w:sz="7" w:space="0" w:color="000000"/>
              <w:left w:val="single" w:sz="7" w:space="0" w:color="000000"/>
              <w:bottom w:val="single" w:sz="6" w:space="0" w:color="FFFFFF"/>
              <w:right w:val="single" w:sz="6" w:space="0" w:color="FFFFFF"/>
            </w:tcBorders>
          </w:tcPr>
          <w:p w14:paraId="55AEC560" w14:textId="77777777" w:rsidR="00A02515" w:rsidRPr="00103F79" w:rsidRDefault="00A02515" w:rsidP="00DC460A">
            <w:pPr>
              <w:autoSpaceDE w:val="0"/>
              <w:autoSpaceDN w:val="0"/>
              <w:adjustRightInd w:val="0"/>
              <w:spacing w:before="40" w:line="286" w:lineRule="auto"/>
              <w:jc w:val="center"/>
              <w:rPr>
                <w:bCs/>
                <w:sz w:val="14"/>
                <w:szCs w:val="14"/>
              </w:rPr>
            </w:pPr>
            <w:r w:rsidRPr="00103F79">
              <w:rPr>
                <w:bCs/>
                <w:sz w:val="14"/>
                <w:szCs w:val="14"/>
              </w:rPr>
              <w:t>10-14</w:t>
            </w:r>
          </w:p>
        </w:tc>
        <w:tc>
          <w:tcPr>
            <w:tcW w:w="708" w:type="dxa"/>
            <w:tcBorders>
              <w:top w:val="single" w:sz="7" w:space="0" w:color="000000"/>
              <w:left w:val="single" w:sz="7" w:space="0" w:color="000000"/>
              <w:bottom w:val="single" w:sz="6" w:space="0" w:color="FFFFFF"/>
              <w:right w:val="single" w:sz="6" w:space="0" w:color="FFFFFF"/>
            </w:tcBorders>
          </w:tcPr>
          <w:p w14:paraId="2CD6E2C5" w14:textId="77777777" w:rsidR="00A02515" w:rsidRPr="00103F79" w:rsidRDefault="00A02515" w:rsidP="00DC460A">
            <w:pPr>
              <w:tabs>
                <w:tab w:val="center" w:pos="389"/>
              </w:tabs>
              <w:autoSpaceDE w:val="0"/>
              <w:autoSpaceDN w:val="0"/>
              <w:adjustRightInd w:val="0"/>
              <w:spacing w:before="40" w:line="286" w:lineRule="auto"/>
              <w:ind w:left="-39" w:right="-65"/>
              <w:jc w:val="center"/>
              <w:rPr>
                <w:bCs/>
                <w:sz w:val="14"/>
                <w:szCs w:val="14"/>
              </w:rPr>
            </w:pPr>
            <w:r w:rsidRPr="00103F79">
              <w:rPr>
                <w:bCs/>
                <w:sz w:val="14"/>
                <w:szCs w:val="14"/>
              </w:rPr>
              <w:t>p.m./a.m.</w:t>
            </w:r>
          </w:p>
        </w:tc>
        <w:tc>
          <w:tcPr>
            <w:tcW w:w="426" w:type="dxa"/>
            <w:tcBorders>
              <w:top w:val="single" w:sz="7" w:space="0" w:color="000000"/>
              <w:left w:val="single" w:sz="7" w:space="0" w:color="000000"/>
              <w:bottom w:val="single" w:sz="6" w:space="0" w:color="FFFFFF"/>
              <w:right w:val="single" w:sz="4" w:space="0" w:color="auto"/>
            </w:tcBorders>
          </w:tcPr>
          <w:p w14:paraId="4AC672D0" w14:textId="77777777" w:rsidR="00A02515" w:rsidRPr="00103F79" w:rsidRDefault="00A02515" w:rsidP="00DC460A">
            <w:pPr>
              <w:tabs>
                <w:tab w:val="center" w:pos="284"/>
              </w:tabs>
              <w:autoSpaceDE w:val="0"/>
              <w:autoSpaceDN w:val="0"/>
              <w:adjustRightInd w:val="0"/>
              <w:spacing w:before="40" w:line="286" w:lineRule="auto"/>
              <w:jc w:val="center"/>
              <w:rPr>
                <w:bCs/>
                <w:sz w:val="14"/>
                <w:szCs w:val="14"/>
              </w:rPr>
            </w:pPr>
            <w:r w:rsidRPr="00103F79">
              <w:rPr>
                <w:bCs/>
                <w:sz w:val="14"/>
                <w:szCs w:val="14"/>
              </w:rPr>
              <w:t>8</w:t>
            </w:r>
          </w:p>
        </w:tc>
        <w:tc>
          <w:tcPr>
            <w:tcW w:w="449" w:type="dxa"/>
            <w:tcBorders>
              <w:top w:val="single" w:sz="7" w:space="0" w:color="000000"/>
              <w:left w:val="single" w:sz="4" w:space="0" w:color="auto"/>
              <w:bottom w:val="single" w:sz="6" w:space="0" w:color="FFFFFF"/>
              <w:right w:val="single" w:sz="4" w:space="0" w:color="auto"/>
            </w:tcBorders>
          </w:tcPr>
          <w:p w14:paraId="3A2F67D6"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Yes</w:t>
            </w:r>
          </w:p>
        </w:tc>
        <w:tc>
          <w:tcPr>
            <w:tcW w:w="924" w:type="dxa"/>
            <w:tcBorders>
              <w:top w:val="single" w:sz="7" w:space="0" w:color="000000"/>
              <w:left w:val="single" w:sz="4" w:space="0" w:color="auto"/>
              <w:bottom w:val="single" w:sz="6" w:space="0" w:color="FFFFFF"/>
              <w:right w:val="single" w:sz="4" w:space="0" w:color="auto"/>
            </w:tcBorders>
          </w:tcPr>
          <w:p w14:paraId="47AF4127" w14:textId="77777777" w:rsidR="00A02515" w:rsidRDefault="00A02515" w:rsidP="00DC460A">
            <w:pPr>
              <w:autoSpaceDE w:val="0"/>
              <w:autoSpaceDN w:val="0"/>
              <w:adjustRightInd w:val="0"/>
              <w:spacing w:before="40" w:line="286" w:lineRule="auto"/>
              <w:jc w:val="center"/>
              <w:rPr>
                <w:sz w:val="14"/>
                <w:szCs w:val="14"/>
              </w:rPr>
            </w:pPr>
            <w:r>
              <w:rPr>
                <w:sz w:val="14"/>
                <w:szCs w:val="14"/>
              </w:rPr>
              <w:t>18.11.2019</w:t>
            </w:r>
          </w:p>
        </w:tc>
        <w:tc>
          <w:tcPr>
            <w:tcW w:w="626" w:type="dxa"/>
            <w:tcBorders>
              <w:top w:val="single" w:sz="7" w:space="0" w:color="000000"/>
              <w:left w:val="single" w:sz="4" w:space="0" w:color="auto"/>
              <w:bottom w:val="single" w:sz="6" w:space="0" w:color="FFFFFF"/>
              <w:right w:val="double" w:sz="4" w:space="0" w:color="auto"/>
            </w:tcBorders>
          </w:tcPr>
          <w:p w14:paraId="296348CA" w14:textId="77777777" w:rsidR="00A02515" w:rsidRPr="00D73A48" w:rsidRDefault="00A02515" w:rsidP="00DC460A">
            <w:pPr>
              <w:autoSpaceDE w:val="0"/>
              <w:autoSpaceDN w:val="0"/>
              <w:adjustRightInd w:val="0"/>
              <w:spacing w:before="40" w:line="286" w:lineRule="auto"/>
              <w:jc w:val="center"/>
              <w:rPr>
                <w:sz w:val="14"/>
                <w:szCs w:val="14"/>
              </w:rPr>
            </w:pPr>
            <w:r>
              <w:rPr>
                <w:sz w:val="14"/>
                <w:szCs w:val="14"/>
              </w:rPr>
              <w:t>150</w:t>
            </w:r>
          </w:p>
        </w:tc>
      </w:tr>
      <w:tr w:rsidR="00A02515" w:rsidRPr="00D73A48" w14:paraId="3BE7BD26" w14:textId="77777777" w:rsidTr="00DC460A">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61CBBA84" w14:textId="77777777" w:rsidR="00A02515" w:rsidRPr="00D73A48" w:rsidRDefault="00A02515" w:rsidP="00DC460A">
            <w:pPr>
              <w:autoSpaceDE w:val="0"/>
              <w:autoSpaceDN w:val="0"/>
              <w:adjustRightInd w:val="0"/>
              <w:spacing w:before="40" w:line="286" w:lineRule="auto"/>
              <w:ind w:right="-65"/>
              <w:rPr>
                <w:sz w:val="14"/>
                <w:szCs w:val="14"/>
              </w:rPr>
            </w:pPr>
            <w:r w:rsidRPr="00D73A48">
              <w:rPr>
                <w:sz w:val="14"/>
                <w:szCs w:val="14"/>
              </w:rPr>
              <w:t>MARCH</w:t>
            </w:r>
          </w:p>
        </w:tc>
        <w:tc>
          <w:tcPr>
            <w:tcW w:w="4994" w:type="dxa"/>
            <w:tcBorders>
              <w:top w:val="single" w:sz="7" w:space="0" w:color="000000"/>
              <w:left w:val="single" w:sz="8" w:space="0" w:color="000000"/>
              <w:bottom w:val="single" w:sz="6" w:space="0" w:color="FFFFFF"/>
              <w:right w:val="single" w:sz="6" w:space="0" w:color="FFFFFF"/>
            </w:tcBorders>
          </w:tcPr>
          <w:p w14:paraId="5FBF55CF" w14:textId="77777777" w:rsidR="00A02515" w:rsidRPr="00D73A48" w:rsidRDefault="00A02515" w:rsidP="00DC460A">
            <w:pPr>
              <w:autoSpaceDE w:val="0"/>
              <w:autoSpaceDN w:val="0"/>
              <w:adjustRightInd w:val="0"/>
              <w:spacing w:before="40" w:line="286" w:lineRule="auto"/>
              <w:ind w:right="-87"/>
              <w:rPr>
                <w:spacing w:val="-2"/>
                <w:sz w:val="14"/>
                <w:szCs w:val="14"/>
              </w:rPr>
            </w:pPr>
            <w:r w:rsidRPr="00D73A48">
              <w:rPr>
                <w:spacing w:val="-2"/>
                <w:sz w:val="14"/>
                <w:szCs w:val="14"/>
              </w:rPr>
              <w:t>Administrative Committee for the Coordination of Work (WP.29/AC.2) (1</w:t>
            </w:r>
            <w:r>
              <w:rPr>
                <w:spacing w:val="-2"/>
                <w:sz w:val="14"/>
                <w:szCs w:val="14"/>
              </w:rPr>
              <w:t>32</w:t>
            </w:r>
            <w:r>
              <w:rPr>
                <w:spacing w:val="-2"/>
                <w:sz w:val="14"/>
                <w:szCs w:val="14"/>
                <w:vertAlign w:val="superscript"/>
              </w:rPr>
              <w:t>n</w:t>
            </w:r>
            <w:r w:rsidRPr="006F22FA">
              <w:rPr>
                <w:spacing w:val="-2"/>
                <w:sz w:val="14"/>
                <w:szCs w:val="14"/>
                <w:vertAlign w:val="superscript"/>
              </w:rPr>
              <w:t>d</w:t>
            </w:r>
            <w:r>
              <w:rPr>
                <w:spacing w:val="-2"/>
                <w:sz w:val="14"/>
                <w:szCs w:val="14"/>
              </w:rPr>
              <w:t xml:space="preserve"> </w:t>
            </w:r>
            <w:r w:rsidRPr="00D73A48">
              <w:rPr>
                <w:spacing w:val="-2"/>
                <w:sz w:val="14"/>
                <w:szCs w:val="14"/>
              </w:rPr>
              <w:t>session)</w:t>
            </w:r>
          </w:p>
        </w:tc>
        <w:tc>
          <w:tcPr>
            <w:tcW w:w="637" w:type="dxa"/>
            <w:tcBorders>
              <w:top w:val="single" w:sz="7" w:space="0" w:color="000000"/>
              <w:left w:val="single" w:sz="7" w:space="0" w:color="000000"/>
              <w:bottom w:val="single" w:sz="6" w:space="0" w:color="FFFFFF"/>
              <w:right w:val="single" w:sz="6" w:space="0" w:color="FFFFFF"/>
            </w:tcBorders>
          </w:tcPr>
          <w:p w14:paraId="4A4BC9B4" w14:textId="77777777" w:rsidR="00A02515" w:rsidRPr="00103F79" w:rsidRDefault="00A02515" w:rsidP="00DC460A">
            <w:pPr>
              <w:autoSpaceDE w:val="0"/>
              <w:autoSpaceDN w:val="0"/>
              <w:adjustRightInd w:val="0"/>
              <w:spacing w:before="40" w:line="286" w:lineRule="auto"/>
              <w:jc w:val="center"/>
              <w:rPr>
                <w:bCs/>
                <w:sz w:val="14"/>
                <w:szCs w:val="14"/>
              </w:rPr>
            </w:pPr>
            <w:r w:rsidRPr="00103F79">
              <w:rPr>
                <w:bCs/>
                <w:sz w:val="14"/>
                <w:szCs w:val="14"/>
              </w:rPr>
              <w:t>9</w:t>
            </w:r>
          </w:p>
        </w:tc>
        <w:tc>
          <w:tcPr>
            <w:tcW w:w="708" w:type="dxa"/>
            <w:tcBorders>
              <w:top w:val="single" w:sz="7" w:space="0" w:color="000000"/>
              <w:left w:val="single" w:sz="7" w:space="0" w:color="000000"/>
              <w:bottom w:val="single" w:sz="6" w:space="0" w:color="FFFFFF"/>
              <w:right w:val="single" w:sz="6" w:space="0" w:color="FFFFFF"/>
            </w:tcBorders>
          </w:tcPr>
          <w:p w14:paraId="5885E09F" w14:textId="77777777" w:rsidR="00A02515" w:rsidRPr="00103F79" w:rsidRDefault="00A02515" w:rsidP="00DC460A">
            <w:pPr>
              <w:tabs>
                <w:tab w:val="center" w:pos="389"/>
              </w:tabs>
              <w:autoSpaceDE w:val="0"/>
              <w:autoSpaceDN w:val="0"/>
              <w:adjustRightInd w:val="0"/>
              <w:spacing w:before="40" w:line="286" w:lineRule="auto"/>
              <w:ind w:left="-39" w:right="-65"/>
              <w:jc w:val="center"/>
              <w:rPr>
                <w:bCs/>
                <w:sz w:val="14"/>
                <w:szCs w:val="14"/>
              </w:rPr>
            </w:pPr>
            <w:r w:rsidRPr="00103F79">
              <w:rPr>
                <w:bCs/>
                <w:sz w:val="14"/>
                <w:szCs w:val="14"/>
              </w:rPr>
              <w:t>a.m./p.m.</w:t>
            </w:r>
          </w:p>
        </w:tc>
        <w:tc>
          <w:tcPr>
            <w:tcW w:w="426" w:type="dxa"/>
            <w:tcBorders>
              <w:top w:val="single" w:sz="7" w:space="0" w:color="000000"/>
              <w:left w:val="single" w:sz="7" w:space="0" w:color="000000"/>
              <w:bottom w:val="single" w:sz="6" w:space="0" w:color="FFFFFF"/>
              <w:right w:val="single" w:sz="4" w:space="0" w:color="auto"/>
            </w:tcBorders>
          </w:tcPr>
          <w:p w14:paraId="2307129F" w14:textId="77777777" w:rsidR="00A02515" w:rsidRPr="00103F79" w:rsidRDefault="00A02515" w:rsidP="00DC460A">
            <w:pPr>
              <w:tabs>
                <w:tab w:val="center" w:pos="284"/>
              </w:tabs>
              <w:autoSpaceDE w:val="0"/>
              <w:autoSpaceDN w:val="0"/>
              <w:adjustRightInd w:val="0"/>
              <w:spacing w:before="40" w:line="286" w:lineRule="auto"/>
              <w:jc w:val="center"/>
              <w:rPr>
                <w:bCs/>
                <w:sz w:val="14"/>
                <w:szCs w:val="14"/>
              </w:rPr>
            </w:pPr>
            <w:r w:rsidRPr="00103F79">
              <w:rPr>
                <w:bCs/>
                <w:sz w:val="14"/>
                <w:szCs w:val="14"/>
              </w:rPr>
              <w:t>2</w:t>
            </w:r>
          </w:p>
        </w:tc>
        <w:tc>
          <w:tcPr>
            <w:tcW w:w="449" w:type="dxa"/>
            <w:tcBorders>
              <w:top w:val="single" w:sz="7" w:space="0" w:color="000000"/>
              <w:left w:val="single" w:sz="4" w:space="0" w:color="auto"/>
              <w:bottom w:val="single" w:sz="6" w:space="0" w:color="FFFFFF"/>
              <w:right w:val="single" w:sz="4" w:space="0" w:color="auto"/>
            </w:tcBorders>
          </w:tcPr>
          <w:p w14:paraId="616235F3"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No</w:t>
            </w:r>
          </w:p>
        </w:tc>
        <w:tc>
          <w:tcPr>
            <w:tcW w:w="924" w:type="dxa"/>
            <w:tcBorders>
              <w:top w:val="single" w:sz="7" w:space="0" w:color="000000"/>
              <w:left w:val="single" w:sz="4" w:space="0" w:color="auto"/>
              <w:bottom w:val="single" w:sz="6" w:space="0" w:color="FFFFFF"/>
              <w:right w:val="single" w:sz="4" w:space="0" w:color="auto"/>
            </w:tcBorders>
          </w:tcPr>
          <w:p w14:paraId="0FBCA377" w14:textId="77777777" w:rsidR="00A02515" w:rsidRPr="00D73A48" w:rsidRDefault="00A02515" w:rsidP="00DC460A">
            <w:pPr>
              <w:autoSpaceDE w:val="0"/>
              <w:autoSpaceDN w:val="0"/>
              <w:adjustRightInd w:val="0"/>
              <w:spacing w:before="40" w:line="286" w:lineRule="auto"/>
              <w:jc w:val="center"/>
              <w:rPr>
                <w:sz w:val="14"/>
                <w:szCs w:val="14"/>
              </w:rPr>
            </w:pPr>
          </w:p>
        </w:tc>
        <w:tc>
          <w:tcPr>
            <w:tcW w:w="626" w:type="dxa"/>
            <w:tcBorders>
              <w:top w:val="single" w:sz="7" w:space="0" w:color="000000"/>
              <w:left w:val="single" w:sz="4" w:space="0" w:color="auto"/>
              <w:bottom w:val="single" w:sz="6" w:space="0" w:color="FFFFFF"/>
              <w:right w:val="double" w:sz="4" w:space="0" w:color="auto"/>
            </w:tcBorders>
          </w:tcPr>
          <w:p w14:paraId="52D7CD31"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35</w:t>
            </w:r>
          </w:p>
        </w:tc>
      </w:tr>
      <w:tr w:rsidR="00A02515" w:rsidRPr="00D73A48" w14:paraId="4B76E852" w14:textId="77777777" w:rsidTr="00DC460A">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4450274E" w14:textId="77777777" w:rsidR="00A02515" w:rsidRPr="00D73A48" w:rsidRDefault="00A02515" w:rsidP="00DC460A">
            <w:pPr>
              <w:autoSpaceDE w:val="0"/>
              <w:autoSpaceDN w:val="0"/>
              <w:adjustRightInd w:val="0"/>
              <w:spacing w:before="40" w:line="286" w:lineRule="auto"/>
              <w:ind w:right="-65"/>
              <w:rPr>
                <w:sz w:val="14"/>
                <w:szCs w:val="14"/>
              </w:rPr>
            </w:pPr>
            <w:r w:rsidRPr="00D73A48">
              <w:rPr>
                <w:sz w:val="14"/>
                <w:szCs w:val="14"/>
              </w:rPr>
              <w:t>MARCH</w:t>
            </w:r>
          </w:p>
        </w:tc>
        <w:tc>
          <w:tcPr>
            <w:tcW w:w="4994" w:type="dxa"/>
            <w:tcBorders>
              <w:top w:val="single" w:sz="7" w:space="0" w:color="000000"/>
              <w:left w:val="single" w:sz="8" w:space="0" w:color="000000"/>
              <w:bottom w:val="single" w:sz="6" w:space="0" w:color="FFFFFF"/>
              <w:right w:val="single" w:sz="6" w:space="0" w:color="FFFFFF"/>
            </w:tcBorders>
          </w:tcPr>
          <w:p w14:paraId="5200C6A2" w14:textId="77777777" w:rsidR="00A02515" w:rsidRPr="00D73A48" w:rsidRDefault="00A02515" w:rsidP="00DC460A">
            <w:pPr>
              <w:autoSpaceDE w:val="0"/>
              <w:autoSpaceDN w:val="0"/>
              <w:adjustRightInd w:val="0"/>
              <w:spacing w:before="40" w:line="286" w:lineRule="auto"/>
              <w:rPr>
                <w:sz w:val="14"/>
                <w:szCs w:val="14"/>
              </w:rPr>
            </w:pPr>
            <w:r w:rsidRPr="00D73A48">
              <w:rPr>
                <w:sz w:val="14"/>
                <w:szCs w:val="14"/>
              </w:rPr>
              <w:t>World Forum for Harmonization of Vehicle Regulations (WP.29) (1</w:t>
            </w:r>
            <w:r>
              <w:rPr>
                <w:sz w:val="14"/>
                <w:szCs w:val="14"/>
              </w:rPr>
              <w:t>80</w:t>
            </w:r>
            <w:r w:rsidRPr="006F22FA">
              <w:rPr>
                <w:sz w:val="14"/>
                <w:szCs w:val="14"/>
                <w:vertAlign w:val="superscript"/>
              </w:rPr>
              <w:t>t</w:t>
            </w:r>
            <w:r>
              <w:rPr>
                <w:sz w:val="14"/>
                <w:szCs w:val="14"/>
                <w:vertAlign w:val="superscript"/>
              </w:rPr>
              <w:t>h</w:t>
            </w:r>
            <w:r w:rsidRPr="00D73A48">
              <w:rPr>
                <w:sz w:val="14"/>
                <w:szCs w:val="14"/>
              </w:rPr>
              <w:t xml:space="preserve">); </w:t>
            </w:r>
            <w:r w:rsidRPr="00D73A48">
              <w:rPr>
                <w:sz w:val="14"/>
                <w:szCs w:val="14"/>
              </w:rPr>
              <w:br/>
              <w:t xml:space="preserve">Admin. Committee of the 1958 Agreement (AC.1: </w:t>
            </w:r>
            <w:r>
              <w:rPr>
                <w:sz w:val="14"/>
                <w:szCs w:val="14"/>
              </w:rPr>
              <w:t>74</w:t>
            </w:r>
            <w:r w:rsidRPr="004E1377">
              <w:rPr>
                <w:sz w:val="14"/>
                <w:szCs w:val="14"/>
                <w:vertAlign w:val="superscript"/>
              </w:rPr>
              <w:t>th</w:t>
            </w:r>
            <w:r>
              <w:rPr>
                <w:sz w:val="14"/>
                <w:szCs w:val="14"/>
              </w:rPr>
              <w:t xml:space="preserve"> </w:t>
            </w:r>
            <w:r w:rsidRPr="00D73A48">
              <w:rPr>
                <w:sz w:val="14"/>
                <w:szCs w:val="14"/>
              </w:rPr>
              <w:t>session);</w:t>
            </w:r>
            <w:r w:rsidRPr="00D73A48">
              <w:rPr>
                <w:sz w:val="14"/>
                <w:szCs w:val="14"/>
              </w:rPr>
              <w:br/>
              <w:t xml:space="preserve">Executive Committee of the 1998 Agreement (AC.3: </w:t>
            </w:r>
            <w:r>
              <w:rPr>
                <w:sz w:val="14"/>
                <w:szCs w:val="14"/>
              </w:rPr>
              <w:t>58</w:t>
            </w:r>
            <w:r w:rsidRPr="00D73A48">
              <w:rPr>
                <w:sz w:val="14"/>
                <w:szCs w:val="14"/>
                <w:vertAlign w:val="superscript"/>
              </w:rPr>
              <w:t>th</w:t>
            </w:r>
            <w:r w:rsidRPr="00D73A48">
              <w:rPr>
                <w:sz w:val="14"/>
                <w:szCs w:val="14"/>
              </w:rPr>
              <w:t xml:space="preserve"> session); </w:t>
            </w:r>
            <w:r w:rsidRPr="00D73A48">
              <w:rPr>
                <w:sz w:val="14"/>
                <w:szCs w:val="14"/>
              </w:rPr>
              <w:br/>
              <w:t xml:space="preserve">Admin. Committee of the 1997 Agreement (AC.4: </w:t>
            </w:r>
            <w:r w:rsidRPr="00E01185">
              <w:rPr>
                <w:b/>
                <w:sz w:val="14"/>
                <w:szCs w:val="14"/>
              </w:rPr>
              <w:t>1</w:t>
            </w:r>
            <w:r>
              <w:rPr>
                <w:b/>
                <w:sz w:val="14"/>
                <w:szCs w:val="14"/>
              </w:rPr>
              <w:t>5</w:t>
            </w:r>
            <w:r w:rsidRPr="00E01185">
              <w:rPr>
                <w:b/>
                <w:sz w:val="14"/>
                <w:szCs w:val="14"/>
                <w:vertAlign w:val="superscript"/>
              </w:rPr>
              <w:t>th</w:t>
            </w:r>
            <w:r w:rsidRPr="00D73A48">
              <w:rPr>
                <w:sz w:val="14"/>
                <w:szCs w:val="14"/>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02D112E4" w14:textId="77777777" w:rsidR="00A02515" w:rsidRPr="00103F79" w:rsidRDefault="00A02515" w:rsidP="00DC460A">
            <w:pPr>
              <w:autoSpaceDE w:val="0"/>
              <w:autoSpaceDN w:val="0"/>
              <w:adjustRightInd w:val="0"/>
              <w:spacing w:before="40" w:line="286" w:lineRule="auto"/>
              <w:jc w:val="center"/>
              <w:rPr>
                <w:bCs/>
                <w:sz w:val="14"/>
                <w:szCs w:val="14"/>
              </w:rPr>
            </w:pPr>
            <w:r w:rsidRPr="00103F79">
              <w:rPr>
                <w:bCs/>
                <w:sz w:val="14"/>
                <w:szCs w:val="14"/>
              </w:rPr>
              <w:t>10-13</w:t>
            </w:r>
            <w:r w:rsidRPr="00103F79">
              <w:rPr>
                <w:bCs/>
                <w:sz w:val="14"/>
                <w:szCs w:val="14"/>
              </w:rPr>
              <w:br/>
              <w:t>(11</w:t>
            </w:r>
            <w:r w:rsidRPr="00103F79">
              <w:rPr>
                <w:bCs/>
                <w:sz w:val="14"/>
                <w:szCs w:val="14"/>
              </w:rPr>
              <w:br/>
              <w:t>11-12)</w:t>
            </w:r>
          </w:p>
        </w:tc>
        <w:tc>
          <w:tcPr>
            <w:tcW w:w="708" w:type="dxa"/>
            <w:tcBorders>
              <w:top w:val="single" w:sz="7" w:space="0" w:color="000000"/>
              <w:left w:val="single" w:sz="7" w:space="0" w:color="000000"/>
              <w:bottom w:val="single" w:sz="6" w:space="0" w:color="FFFFFF"/>
              <w:right w:val="single" w:sz="6" w:space="0" w:color="FFFFFF"/>
            </w:tcBorders>
          </w:tcPr>
          <w:p w14:paraId="29CE66BB" w14:textId="77777777" w:rsidR="00A02515" w:rsidRPr="00103F79" w:rsidRDefault="00A02515" w:rsidP="00DC460A">
            <w:pPr>
              <w:tabs>
                <w:tab w:val="center" w:pos="389"/>
              </w:tabs>
              <w:autoSpaceDE w:val="0"/>
              <w:autoSpaceDN w:val="0"/>
              <w:adjustRightInd w:val="0"/>
              <w:spacing w:before="40" w:line="286" w:lineRule="auto"/>
              <w:ind w:left="-39" w:right="-65"/>
              <w:jc w:val="center"/>
              <w:rPr>
                <w:bCs/>
                <w:sz w:val="14"/>
                <w:szCs w:val="14"/>
              </w:rPr>
            </w:pPr>
            <w:r w:rsidRPr="00103F79">
              <w:rPr>
                <w:bCs/>
                <w:sz w:val="14"/>
                <w:szCs w:val="14"/>
              </w:rPr>
              <w:t>a.m./a.m.</w:t>
            </w:r>
            <w:r w:rsidRPr="00103F79">
              <w:rPr>
                <w:bCs/>
                <w:sz w:val="14"/>
                <w:szCs w:val="14"/>
              </w:rPr>
              <w:br/>
              <w:t>(p.m.</w:t>
            </w:r>
            <w:r w:rsidRPr="00103F79">
              <w:rPr>
                <w:bCs/>
                <w:sz w:val="14"/>
                <w:szCs w:val="14"/>
              </w:rPr>
              <w:br/>
              <w:t>p.m./a.m.)</w:t>
            </w:r>
          </w:p>
        </w:tc>
        <w:tc>
          <w:tcPr>
            <w:tcW w:w="426" w:type="dxa"/>
            <w:tcBorders>
              <w:top w:val="single" w:sz="7" w:space="0" w:color="000000"/>
              <w:left w:val="single" w:sz="7" w:space="0" w:color="000000"/>
              <w:bottom w:val="single" w:sz="6" w:space="0" w:color="FFFFFF"/>
              <w:right w:val="single" w:sz="4" w:space="0" w:color="auto"/>
            </w:tcBorders>
          </w:tcPr>
          <w:p w14:paraId="6E47ECB9" w14:textId="77777777" w:rsidR="00A02515" w:rsidRPr="00103F79" w:rsidRDefault="00A02515" w:rsidP="00DC460A">
            <w:pPr>
              <w:tabs>
                <w:tab w:val="center" w:pos="284"/>
              </w:tabs>
              <w:autoSpaceDE w:val="0"/>
              <w:autoSpaceDN w:val="0"/>
              <w:adjustRightInd w:val="0"/>
              <w:spacing w:before="40" w:line="286" w:lineRule="auto"/>
              <w:jc w:val="center"/>
              <w:rPr>
                <w:bCs/>
                <w:sz w:val="14"/>
                <w:szCs w:val="14"/>
              </w:rPr>
            </w:pPr>
            <w:r w:rsidRPr="00103F79">
              <w:rPr>
                <w:bCs/>
                <w:sz w:val="14"/>
                <w:szCs w:val="14"/>
              </w:rPr>
              <w:t>6</w:t>
            </w:r>
          </w:p>
        </w:tc>
        <w:tc>
          <w:tcPr>
            <w:tcW w:w="449" w:type="dxa"/>
            <w:tcBorders>
              <w:top w:val="single" w:sz="7" w:space="0" w:color="000000"/>
              <w:left w:val="single" w:sz="4" w:space="0" w:color="auto"/>
              <w:bottom w:val="single" w:sz="6" w:space="0" w:color="FFFFFF"/>
              <w:right w:val="single" w:sz="4" w:space="0" w:color="auto"/>
            </w:tcBorders>
          </w:tcPr>
          <w:p w14:paraId="58516F6A"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Yes</w:t>
            </w:r>
          </w:p>
        </w:tc>
        <w:tc>
          <w:tcPr>
            <w:tcW w:w="924" w:type="dxa"/>
            <w:tcBorders>
              <w:top w:val="single" w:sz="7" w:space="0" w:color="000000"/>
              <w:left w:val="single" w:sz="4" w:space="0" w:color="auto"/>
              <w:bottom w:val="single" w:sz="6" w:space="0" w:color="FFFFFF"/>
              <w:right w:val="single" w:sz="4" w:space="0" w:color="auto"/>
            </w:tcBorders>
          </w:tcPr>
          <w:p w14:paraId="472C193D" w14:textId="77777777" w:rsidR="00A02515" w:rsidRPr="00D73A48" w:rsidRDefault="00A02515" w:rsidP="00DC460A">
            <w:pPr>
              <w:autoSpaceDE w:val="0"/>
              <w:autoSpaceDN w:val="0"/>
              <w:adjustRightInd w:val="0"/>
              <w:spacing w:before="40" w:line="286" w:lineRule="auto"/>
              <w:jc w:val="center"/>
              <w:rPr>
                <w:sz w:val="14"/>
                <w:szCs w:val="14"/>
              </w:rPr>
            </w:pPr>
            <w:r>
              <w:rPr>
                <w:sz w:val="14"/>
                <w:szCs w:val="14"/>
              </w:rPr>
              <w:t>09.12.2019</w:t>
            </w:r>
          </w:p>
        </w:tc>
        <w:tc>
          <w:tcPr>
            <w:tcW w:w="626" w:type="dxa"/>
            <w:tcBorders>
              <w:top w:val="single" w:sz="7" w:space="0" w:color="000000"/>
              <w:left w:val="single" w:sz="4" w:space="0" w:color="auto"/>
              <w:bottom w:val="single" w:sz="6" w:space="0" w:color="FFFFFF"/>
              <w:right w:val="double" w:sz="4" w:space="0" w:color="auto"/>
            </w:tcBorders>
          </w:tcPr>
          <w:p w14:paraId="01D109F0"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160</w:t>
            </w:r>
          </w:p>
        </w:tc>
      </w:tr>
      <w:tr w:rsidR="00A02515" w:rsidRPr="00D73A48" w14:paraId="54F7435B" w14:textId="77777777" w:rsidTr="00DC460A">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2BBB6B1C" w14:textId="77777777" w:rsidR="00A02515" w:rsidRPr="00D73A48" w:rsidRDefault="00A02515" w:rsidP="00DC460A">
            <w:pPr>
              <w:autoSpaceDE w:val="0"/>
              <w:autoSpaceDN w:val="0"/>
              <w:adjustRightInd w:val="0"/>
              <w:spacing w:before="40" w:line="286" w:lineRule="auto"/>
              <w:ind w:right="-65"/>
              <w:rPr>
                <w:sz w:val="14"/>
                <w:szCs w:val="14"/>
              </w:rPr>
            </w:pPr>
            <w:r>
              <w:rPr>
                <w:sz w:val="14"/>
                <w:szCs w:val="14"/>
              </w:rPr>
              <w:t>MARCH/</w:t>
            </w:r>
            <w:r w:rsidRPr="00D73A48">
              <w:rPr>
                <w:sz w:val="14"/>
                <w:szCs w:val="14"/>
              </w:rPr>
              <w:t>APRIL</w:t>
            </w:r>
          </w:p>
        </w:tc>
        <w:tc>
          <w:tcPr>
            <w:tcW w:w="4994" w:type="dxa"/>
            <w:tcBorders>
              <w:top w:val="single" w:sz="7" w:space="0" w:color="000000"/>
              <w:left w:val="single" w:sz="8" w:space="0" w:color="000000"/>
              <w:bottom w:val="single" w:sz="6" w:space="0" w:color="FFFFFF"/>
              <w:right w:val="single" w:sz="6" w:space="0" w:color="FFFFFF"/>
            </w:tcBorders>
          </w:tcPr>
          <w:p w14:paraId="5008C911" w14:textId="77777777" w:rsidR="00A02515" w:rsidRPr="00D73A48" w:rsidRDefault="00A02515" w:rsidP="00DC460A">
            <w:pPr>
              <w:autoSpaceDE w:val="0"/>
              <w:autoSpaceDN w:val="0"/>
              <w:adjustRightInd w:val="0"/>
              <w:spacing w:before="40" w:line="286" w:lineRule="auto"/>
              <w:rPr>
                <w:sz w:val="14"/>
                <w:szCs w:val="14"/>
              </w:rPr>
            </w:pPr>
            <w:r w:rsidRPr="00D73A48">
              <w:rPr>
                <w:sz w:val="14"/>
                <w:szCs w:val="14"/>
              </w:rPr>
              <w:t>Working Party on General Safety Provisions (GRSG) (1</w:t>
            </w:r>
            <w:r>
              <w:rPr>
                <w:sz w:val="14"/>
                <w:szCs w:val="14"/>
              </w:rPr>
              <w:t>18</w:t>
            </w:r>
            <w:r w:rsidRPr="00D73A48">
              <w:rPr>
                <w:sz w:val="14"/>
                <w:szCs w:val="14"/>
                <w:vertAlign w:val="superscript"/>
              </w:rPr>
              <w:t>th</w:t>
            </w:r>
            <w:r w:rsidRPr="00D73A48">
              <w:rPr>
                <w:sz w:val="14"/>
                <w:szCs w:val="14"/>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7C167E58" w14:textId="77777777" w:rsidR="00A02515" w:rsidRPr="00103F79" w:rsidRDefault="00A02515" w:rsidP="00DC460A">
            <w:pPr>
              <w:autoSpaceDE w:val="0"/>
              <w:autoSpaceDN w:val="0"/>
              <w:adjustRightInd w:val="0"/>
              <w:spacing w:before="40" w:line="286" w:lineRule="auto"/>
              <w:jc w:val="center"/>
              <w:rPr>
                <w:bCs/>
                <w:sz w:val="14"/>
                <w:szCs w:val="14"/>
              </w:rPr>
            </w:pPr>
            <w:r w:rsidRPr="00103F79">
              <w:rPr>
                <w:bCs/>
                <w:sz w:val="14"/>
                <w:szCs w:val="14"/>
              </w:rPr>
              <w:t>30-3</w:t>
            </w:r>
          </w:p>
        </w:tc>
        <w:tc>
          <w:tcPr>
            <w:tcW w:w="708" w:type="dxa"/>
            <w:tcBorders>
              <w:top w:val="single" w:sz="7" w:space="0" w:color="000000"/>
              <w:left w:val="single" w:sz="7" w:space="0" w:color="000000"/>
              <w:bottom w:val="single" w:sz="6" w:space="0" w:color="FFFFFF"/>
              <w:right w:val="single" w:sz="6" w:space="0" w:color="FFFFFF"/>
            </w:tcBorders>
          </w:tcPr>
          <w:p w14:paraId="05F9E8C3" w14:textId="77777777" w:rsidR="00A02515" w:rsidRPr="00103F79" w:rsidRDefault="00A02515" w:rsidP="00DC460A">
            <w:pPr>
              <w:tabs>
                <w:tab w:val="center" w:pos="389"/>
              </w:tabs>
              <w:autoSpaceDE w:val="0"/>
              <w:autoSpaceDN w:val="0"/>
              <w:adjustRightInd w:val="0"/>
              <w:spacing w:before="40" w:line="286" w:lineRule="auto"/>
              <w:ind w:left="-39" w:right="-65"/>
              <w:jc w:val="center"/>
              <w:rPr>
                <w:bCs/>
                <w:sz w:val="14"/>
                <w:szCs w:val="14"/>
              </w:rPr>
            </w:pPr>
            <w:r w:rsidRPr="00103F79">
              <w:rPr>
                <w:bCs/>
                <w:sz w:val="14"/>
                <w:szCs w:val="14"/>
              </w:rPr>
              <w:t>p.m./a.m.</w:t>
            </w:r>
          </w:p>
        </w:tc>
        <w:tc>
          <w:tcPr>
            <w:tcW w:w="426" w:type="dxa"/>
            <w:tcBorders>
              <w:top w:val="single" w:sz="7" w:space="0" w:color="000000"/>
              <w:left w:val="single" w:sz="7" w:space="0" w:color="000000"/>
              <w:bottom w:val="single" w:sz="6" w:space="0" w:color="FFFFFF"/>
              <w:right w:val="single" w:sz="4" w:space="0" w:color="auto"/>
            </w:tcBorders>
          </w:tcPr>
          <w:p w14:paraId="5F633ECE" w14:textId="77777777" w:rsidR="00A02515" w:rsidRPr="00103F79" w:rsidRDefault="00A02515" w:rsidP="00DC460A">
            <w:pPr>
              <w:tabs>
                <w:tab w:val="center" w:pos="284"/>
              </w:tabs>
              <w:autoSpaceDE w:val="0"/>
              <w:autoSpaceDN w:val="0"/>
              <w:adjustRightInd w:val="0"/>
              <w:spacing w:before="40" w:line="286" w:lineRule="auto"/>
              <w:jc w:val="center"/>
              <w:rPr>
                <w:bCs/>
                <w:sz w:val="14"/>
                <w:szCs w:val="14"/>
              </w:rPr>
            </w:pPr>
            <w:r w:rsidRPr="00103F79">
              <w:rPr>
                <w:bCs/>
                <w:sz w:val="14"/>
                <w:szCs w:val="14"/>
              </w:rPr>
              <w:t>8</w:t>
            </w:r>
          </w:p>
        </w:tc>
        <w:tc>
          <w:tcPr>
            <w:tcW w:w="449" w:type="dxa"/>
            <w:tcBorders>
              <w:top w:val="single" w:sz="7" w:space="0" w:color="000000"/>
              <w:left w:val="single" w:sz="4" w:space="0" w:color="auto"/>
              <w:bottom w:val="single" w:sz="6" w:space="0" w:color="FFFFFF"/>
              <w:right w:val="single" w:sz="4" w:space="0" w:color="auto"/>
            </w:tcBorders>
          </w:tcPr>
          <w:p w14:paraId="7D6D46FD"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Yes</w:t>
            </w:r>
          </w:p>
        </w:tc>
        <w:tc>
          <w:tcPr>
            <w:tcW w:w="924" w:type="dxa"/>
            <w:tcBorders>
              <w:top w:val="single" w:sz="7" w:space="0" w:color="000000"/>
              <w:left w:val="single" w:sz="4" w:space="0" w:color="auto"/>
              <w:bottom w:val="single" w:sz="6" w:space="0" w:color="FFFFFF"/>
              <w:right w:val="single" w:sz="4" w:space="0" w:color="auto"/>
            </w:tcBorders>
          </w:tcPr>
          <w:p w14:paraId="6449562A" w14:textId="77777777" w:rsidR="00A02515" w:rsidRPr="00D73A48" w:rsidRDefault="00A02515" w:rsidP="00DC460A">
            <w:pPr>
              <w:autoSpaceDE w:val="0"/>
              <w:autoSpaceDN w:val="0"/>
              <w:adjustRightInd w:val="0"/>
              <w:spacing w:before="40" w:line="286" w:lineRule="auto"/>
              <w:jc w:val="center"/>
              <w:rPr>
                <w:sz w:val="14"/>
                <w:szCs w:val="14"/>
              </w:rPr>
            </w:pPr>
            <w:r>
              <w:rPr>
                <w:sz w:val="14"/>
                <w:szCs w:val="14"/>
              </w:rPr>
              <w:t>06.01.2020</w:t>
            </w:r>
          </w:p>
        </w:tc>
        <w:tc>
          <w:tcPr>
            <w:tcW w:w="626" w:type="dxa"/>
            <w:tcBorders>
              <w:top w:val="single" w:sz="7" w:space="0" w:color="000000"/>
              <w:left w:val="single" w:sz="4" w:space="0" w:color="auto"/>
              <w:bottom w:val="single" w:sz="6" w:space="0" w:color="FFFFFF"/>
              <w:right w:val="double" w:sz="4" w:space="0" w:color="auto"/>
            </w:tcBorders>
          </w:tcPr>
          <w:p w14:paraId="6C7B65A4"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1</w:t>
            </w:r>
            <w:r>
              <w:rPr>
                <w:sz w:val="14"/>
                <w:szCs w:val="14"/>
              </w:rPr>
              <w:t>2</w:t>
            </w:r>
            <w:r w:rsidRPr="00D73A48">
              <w:rPr>
                <w:sz w:val="14"/>
                <w:szCs w:val="14"/>
              </w:rPr>
              <w:t>0</w:t>
            </w:r>
          </w:p>
        </w:tc>
      </w:tr>
      <w:tr w:rsidR="00A02515" w:rsidRPr="00D73A48" w14:paraId="64F97D4C" w14:textId="77777777" w:rsidTr="00DC460A">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2CDFE0C9" w14:textId="77777777" w:rsidR="00A02515" w:rsidRPr="00D73A48" w:rsidRDefault="00A02515" w:rsidP="00DC460A">
            <w:pPr>
              <w:autoSpaceDE w:val="0"/>
              <w:autoSpaceDN w:val="0"/>
              <w:adjustRightInd w:val="0"/>
              <w:spacing w:before="40" w:line="286" w:lineRule="auto"/>
              <w:ind w:right="-65"/>
              <w:rPr>
                <w:sz w:val="14"/>
                <w:szCs w:val="14"/>
              </w:rPr>
            </w:pPr>
            <w:r w:rsidRPr="00D73A48">
              <w:rPr>
                <w:sz w:val="14"/>
                <w:szCs w:val="14"/>
              </w:rPr>
              <w:t>APRIL</w:t>
            </w:r>
          </w:p>
        </w:tc>
        <w:tc>
          <w:tcPr>
            <w:tcW w:w="4994" w:type="dxa"/>
            <w:tcBorders>
              <w:top w:val="single" w:sz="7" w:space="0" w:color="000000"/>
              <w:left w:val="single" w:sz="8" w:space="0" w:color="000000"/>
              <w:bottom w:val="single" w:sz="6" w:space="0" w:color="FFFFFF"/>
              <w:right w:val="single" w:sz="6" w:space="0" w:color="FFFFFF"/>
            </w:tcBorders>
          </w:tcPr>
          <w:p w14:paraId="23BF59FC" w14:textId="77777777" w:rsidR="00A02515" w:rsidRPr="00D73A48" w:rsidRDefault="00A02515" w:rsidP="00DC460A">
            <w:pPr>
              <w:autoSpaceDE w:val="0"/>
              <w:autoSpaceDN w:val="0"/>
              <w:adjustRightInd w:val="0"/>
              <w:spacing w:before="40" w:line="286" w:lineRule="auto"/>
              <w:rPr>
                <w:sz w:val="14"/>
                <w:szCs w:val="14"/>
              </w:rPr>
            </w:pPr>
            <w:r w:rsidRPr="00D73A48">
              <w:rPr>
                <w:sz w:val="14"/>
                <w:szCs w:val="14"/>
              </w:rPr>
              <w:t>Working Party on Lighting and Light-Signalling (GRE) (</w:t>
            </w:r>
            <w:r>
              <w:rPr>
                <w:sz w:val="14"/>
                <w:szCs w:val="14"/>
              </w:rPr>
              <w:t>83</w:t>
            </w:r>
            <w:r>
              <w:rPr>
                <w:sz w:val="14"/>
                <w:szCs w:val="14"/>
                <w:vertAlign w:val="superscript"/>
              </w:rPr>
              <w:t>rd</w:t>
            </w:r>
            <w:r w:rsidRPr="00D73A48">
              <w:rPr>
                <w:sz w:val="14"/>
                <w:szCs w:val="14"/>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7EEBDFA6" w14:textId="77777777" w:rsidR="00A02515" w:rsidRPr="00103F79" w:rsidRDefault="00A02515" w:rsidP="00DC460A">
            <w:pPr>
              <w:autoSpaceDE w:val="0"/>
              <w:autoSpaceDN w:val="0"/>
              <w:adjustRightInd w:val="0"/>
              <w:spacing w:before="40" w:line="286" w:lineRule="auto"/>
              <w:jc w:val="center"/>
              <w:rPr>
                <w:bCs/>
                <w:sz w:val="14"/>
                <w:szCs w:val="14"/>
              </w:rPr>
            </w:pPr>
            <w:r w:rsidRPr="00103F79">
              <w:rPr>
                <w:bCs/>
                <w:sz w:val="14"/>
                <w:szCs w:val="14"/>
              </w:rPr>
              <w:t>21-24</w:t>
            </w:r>
          </w:p>
        </w:tc>
        <w:tc>
          <w:tcPr>
            <w:tcW w:w="708" w:type="dxa"/>
            <w:tcBorders>
              <w:top w:val="single" w:sz="7" w:space="0" w:color="000000"/>
              <w:left w:val="single" w:sz="7" w:space="0" w:color="000000"/>
              <w:bottom w:val="single" w:sz="6" w:space="0" w:color="FFFFFF"/>
              <w:right w:val="single" w:sz="6" w:space="0" w:color="FFFFFF"/>
            </w:tcBorders>
          </w:tcPr>
          <w:p w14:paraId="39EFF1F8" w14:textId="77777777" w:rsidR="00A02515" w:rsidRPr="00103F79" w:rsidRDefault="00A02515" w:rsidP="00DC460A">
            <w:pPr>
              <w:tabs>
                <w:tab w:val="center" w:pos="389"/>
              </w:tabs>
              <w:autoSpaceDE w:val="0"/>
              <w:autoSpaceDN w:val="0"/>
              <w:adjustRightInd w:val="0"/>
              <w:spacing w:before="40" w:line="286" w:lineRule="auto"/>
              <w:ind w:left="-39" w:right="-65"/>
              <w:jc w:val="center"/>
              <w:rPr>
                <w:bCs/>
                <w:sz w:val="14"/>
                <w:szCs w:val="14"/>
              </w:rPr>
            </w:pPr>
            <w:r w:rsidRPr="00103F79">
              <w:rPr>
                <w:bCs/>
                <w:sz w:val="14"/>
                <w:szCs w:val="14"/>
              </w:rPr>
              <w:t>a.m./p.m.</w:t>
            </w:r>
          </w:p>
        </w:tc>
        <w:tc>
          <w:tcPr>
            <w:tcW w:w="426" w:type="dxa"/>
            <w:tcBorders>
              <w:top w:val="single" w:sz="7" w:space="0" w:color="000000"/>
              <w:left w:val="single" w:sz="7" w:space="0" w:color="000000"/>
              <w:bottom w:val="single" w:sz="6" w:space="0" w:color="FFFFFF"/>
              <w:right w:val="single" w:sz="4" w:space="0" w:color="auto"/>
            </w:tcBorders>
          </w:tcPr>
          <w:p w14:paraId="45228AF0" w14:textId="77777777" w:rsidR="00A02515" w:rsidRPr="00103F79" w:rsidRDefault="00A02515" w:rsidP="00DC460A">
            <w:pPr>
              <w:tabs>
                <w:tab w:val="center" w:pos="284"/>
              </w:tabs>
              <w:autoSpaceDE w:val="0"/>
              <w:autoSpaceDN w:val="0"/>
              <w:adjustRightInd w:val="0"/>
              <w:spacing w:before="40" w:line="286" w:lineRule="auto"/>
              <w:jc w:val="center"/>
              <w:rPr>
                <w:bCs/>
                <w:sz w:val="14"/>
                <w:szCs w:val="14"/>
              </w:rPr>
            </w:pPr>
            <w:r w:rsidRPr="00103F79">
              <w:rPr>
                <w:bCs/>
                <w:sz w:val="14"/>
                <w:szCs w:val="14"/>
              </w:rPr>
              <w:t>8</w:t>
            </w:r>
          </w:p>
        </w:tc>
        <w:tc>
          <w:tcPr>
            <w:tcW w:w="449" w:type="dxa"/>
            <w:tcBorders>
              <w:top w:val="single" w:sz="7" w:space="0" w:color="000000"/>
              <w:left w:val="single" w:sz="4" w:space="0" w:color="auto"/>
              <w:bottom w:val="single" w:sz="6" w:space="0" w:color="FFFFFF"/>
              <w:right w:val="single" w:sz="4" w:space="0" w:color="auto"/>
            </w:tcBorders>
          </w:tcPr>
          <w:p w14:paraId="5938FCD7"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Yes</w:t>
            </w:r>
          </w:p>
        </w:tc>
        <w:tc>
          <w:tcPr>
            <w:tcW w:w="924" w:type="dxa"/>
            <w:tcBorders>
              <w:top w:val="single" w:sz="7" w:space="0" w:color="000000"/>
              <w:left w:val="single" w:sz="4" w:space="0" w:color="auto"/>
              <w:bottom w:val="single" w:sz="6" w:space="0" w:color="FFFFFF"/>
              <w:right w:val="single" w:sz="4" w:space="0" w:color="auto"/>
            </w:tcBorders>
          </w:tcPr>
          <w:p w14:paraId="7A48B445" w14:textId="77777777" w:rsidR="00A02515" w:rsidRPr="00D73A48" w:rsidRDefault="00A02515" w:rsidP="00DC460A">
            <w:pPr>
              <w:autoSpaceDE w:val="0"/>
              <w:autoSpaceDN w:val="0"/>
              <w:adjustRightInd w:val="0"/>
              <w:spacing w:before="40" w:line="286" w:lineRule="auto"/>
              <w:jc w:val="center"/>
              <w:rPr>
                <w:sz w:val="14"/>
                <w:szCs w:val="14"/>
              </w:rPr>
            </w:pPr>
            <w:r>
              <w:rPr>
                <w:sz w:val="14"/>
                <w:szCs w:val="14"/>
              </w:rPr>
              <w:t>28.01.2020</w:t>
            </w:r>
          </w:p>
        </w:tc>
        <w:tc>
          <w:tcPr>
            <w:tcW w:w="626" w:type="dxa"/>
            <w:tcBorders>
              <w:top w:val="single" w:sz="7" w:space="0" w:color="000000"/>
              <w:left w:val="single" w:sz="4" w:space="0" w:color="auto"/>
              <w:bottom w:val="single" w:sz="6" w:space="0" w:color="FFFFFF"/>
              <w:right w:val="double" w:sz="4" w:space="0" w:color="auto"/>
            </w:tcBorders>
          </w:tcPr>
          <w:p w14:paraId="5238B80C"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1</w:t>
            </w:r>
            <w:r>
              <w:rPr>
                <w:sz w:val="14"/>
                <w:szCs w:val="14"/>
              </w:rPr>
              <w:t>20</w:t>
            </w:r>
          </w:p>
        </w:tc>
      </w:tr>
      <w:tr w:rsidR="00A02515" w:rsidRPr="00D73A48" w14:paraId="64A37D3E" w14:textId="77777777" w:rsidTr="00DC460A">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5248BDC0" w14:textId="77777777" w:rsidR="00A02515" w:rsidRPr="00D73A48" w:rsidRDefault="00A02515" w:rsidP="00DC460A">
            <w:pPr>
              <w:autoSpaceDE w:val="0"/>
              <w:autoSpaceDN w:val="0"/>
              <w:adjustRightInd w:val="0"/>
              <w:spacing w:before="40" w:line="286" w:lineRule="auto"/>
              <w:ind w:right="-65"/>
              <w:rPr>
                <w:sz w:val="14"/>
                <w:szCs w:val="14"/>
              </w:rPr>
            </w:pPr>
            <w:r w:rsidRPr="00D73A48">
              <w:rPr>
                <w:sz w:val="14"/>
                <w:szCs w:val="14"/>
              </w:rPr>
              <w:t>MAY</w:t>
            </w:r>
          </w:p>
        </w:tc>
        <w:tc>
          <w:tcPr>
            <w:tcW w:w="4994" w:type="dxa"/>
            <w:tcBorders>
              <w:top w:val="single" w:sz="7" w:space="0" w:color="000000"/>
              <w:left w:val="single" w:sz="8" w:space="0" w:color="000000"/>
              <w:bottom w:val="single" w:sz="6" w:space="0" w:color="FFFFFF"/>
              <w:right w:val="single" w:sz="6" w:space="0" w:color="FFFFFF"/>
            </w:tcBorders>
          </w:tcPr>
          <w:p w14:paraId="4BA4533A" w14:textId="77777777" w:rsidR="00A02515" w:rsidRPr="00D73A48" w:rsidRDefault="00A02515" w:rsidP="00DC460A">
            <w:pPr>
              <w:autoSpaceDE w:val="0"/>
              <w:autoSpaceDN w:val="0"/>
              <w:adjustRightInd w:val="0"/>
              <w:spacing w:before="40" w:line="286" w:lineRule="auto"/>
              <w:rPr>
                <w:sz w:val="14"/>
                <w:szCs w:val="14"/>
              </w:rPr>
            </w:pPr>
            <w:r w:rsidRPr="00D73A48">
              <w:rPr>
                <w:sz w:val="14"/>
                <w:szCs w:val="14"/>
              </w:rPr>
              <w:t>Working Party on Passive Safety (GRSP) (</w:t>
            </w:r>
            <w:r>
              <w:rPr>
                <w:sz w:val="14"/>
                <w:szCs w:val="14"/>
              </w:rPr>
              <w:t>67</w:t>
            </w:r>
            <w:r w:rsidRPr="004E1377">
              <w:rPr>
                <w:sz w:val="14"/>
                <w:szCs w:val="14"/>
                <w:vertAlign w:val="superscript"/>
              </w:rPr>
              <w:t>t</w:t>
            </w:r>
            <w:r>
              <w:rPr>
                <w:sz w:val="14"/>
                <w:szCs w:val="14"/>
                <w:vertAlign w:val="superscript"/>
              </w:rPr>
              <w:t>h</w:t>
            </w:r>
            <w:r>
              <w:rPr>
                <w:sz w:val="14"/>
                <w:szCs w:val="14"/>
              </w:rPr>
              <w:t xml:space="preserve"> </w:t>
            </w:r>
            <w:r w:rsidRPr="00D73A48">
              <w:rPr>
                <w:sz w:val="14"/>
                <w:szCs w:val="14"/>
              </w:rPr>
              <w:t>session)</w:t>
            </w:r>
          </w:p>
        </w:tc>
        <w:tc>
          <w:tcPr>
            <w:tcW w:w="637" w:type="dxa"/>
            <w:tcBorders>
              <w:top w:val="single" w:sz="7" w:space="0" w:color="000000"/>
              <w:left w:val="single" w:sz="7" w:space="0" w:color="000000"/>
              <w:bottom w:val="single" w:sz="6" w:space="0" w:color="FFFFFF"/>
              <w:right w:val="single" w:sz="6" w:space="0" w:color="FFFFFF"/>
            </w:tcBorders>
          </w:tcPr>
          <w:p w14:paraId="7A19C829" w14:textId="77777777" w:rsidR="00A02515" w:rsidRPr="00103F79" w:rsidRDefault="00A02515" w:rsidP="00DC460A">
            <w:pPr>
              <w:autoSpaceDE w:val="0"/>
              <w:autoSpaceDN w:val="0"/>
              <w:adjustRightInd w:val="0"/>
              <w:spacing w:before="40" w:line="286" w:lineRule="auto"/>
              <w:jc w:val="center"/>
              <w:rPr>
                <w:bCs/>
                <w:sz w:val="14"/>
                <w:szCs w:val="14"/>
              </w:rPr>
            </w:pPr>
            <w:r w:rsidRPr="00103F79">
              <w:rPr>
                <w:bCs/>
                <w:sz w:val="14"/>
                <w:szCs w:val="14"/>
              </w:rPr>
              <w:t>11-15</w:t>
            </w:r>
          </w:p>
        </w:tc>
        <w:tc>
          <w:tcPr>
            <w:tcW w:w="708" w:type="dxa"/>
            <w:tcBorders>
              <w:top w:val="single" w:sz="7" w:space="0" w:color="000000"/>
              <w:left w:val="single" w:sz="7" w:space="0" w:color="000000"/>
              <w:bottom w:val="single" w:sz="6" w:space="0" w:color="FFFFFF"/>
              <w:right w:val="single" w:sz="6" w:space="0" w:color="FFFFFF"/>
            </w:tcBorders>
          </w:tcPr>
          <w:p w14:paraId="4A20C2E8" w14:textId="77777777" w:rsidR="00A02515" w:rsidRPr="00103F79" w:rsidRDefault="00A02515" w:rsidP="00DC460A">
            <w:pPr>
              <w:tabs>
                <w:tab w:val="center" w:pos="389"/>
              </w:tabs>
              <w:autoSpaceDE w:val="0"/>
              <w:autoSpaceDN w:val="0"/>
              <w:adjustRightInd w:val="0"/>
              <w:spacing w:before="40" w:line="286" w:lineRule="auto"/>
              <w:ind w:left="-39" w:right="-65"/>
              <w:jc w:val="center"/>
              <w:rPr>
                <w:bCs/>
                <w:sz w:val="14"/>
                <w:szCs w:val="14"/>
              </w:rPr>
            </w:pPr>
            <w:r w:rsidRPr="00103F79">
              <w:rPr>
                <w:bCs/>
                <w:sz w:val="14"/>
                <w:szCs w:val="14"/>
              </w:rPr>
              <w:t>p.m./a.m.</w:t>
            </w:r>
          </w:p>
        </w:tc>
        <w:tc>
          <w:tcPr>
            <w:tcW w:w="426" w:type="dxa"/>
            <w:tcBorders>
              <w:top w:val="single" w:sz="7" w:space="0" w:color="000000"/>
              <w:left w:val="single" w:sz="7" w:space="0" w:color="000000"/>
              <w:bottom w:val="single" w:sz="6" w:space="0" w:color="FFFFFF"/>
              <w:right w:val="single" w:sz="4" w:space="0" w:color="auto"/>
            </w:tcBorders>
          </w:tcPr>
          <w:p w14:paraId="65E21B6A" w14:textId="77777777" w:rsidR="00A02515" w:rsidRPr="00103F79" w:rsidRDefault="00A02515" w:rsidP="00DC460A">
            <w:pPr>
              <w:tabs>
                <w:tab w:val="center" w:pos="284"/>
              </w:tabs>
              <w:autoSpaceDE w:val="0"/>
              <w:autoSpaceDN w:val="0"/>
              <w:adjustRightInd w:val="0"/>
              <w:spacing w:before="40" w:line="286" w:lineRule="auto"/>
              <w:jc w:val="center"/>
              <w:rPr>
                <w:bCs/>
                <w:sz w:val="14"/>
                <w:szCs w:val="14"/>
              </w:rPr>
            </w:pPr>
            <w:r w:rsidRPr="00103F79">
              <w:rPr>
                <w:bCs/>
                <w:sz w:val="14"/>
                <w:szCs w:val="14"/>
              </w:rPr>
              <w:t>8</w:t>
            </w:r>
          </w:p>
        </w:tc>
        <w:tc>
          <w:tcPr>
            <w:tcW w:w="449" w:type="dxa"/>
            <w:tcBorders>
              <w:top w:val="single" w:sz="7" w:space="0" w:color="000000"/>
              <w:left w:val="single" w:sz="4" w:space="0" w:color="auto"/>
              <w:bottom w:val="single" w:sz="6" w:space="0" w:color="FFFFFF"/>
              <w:right w:val="single" w:sz="4" w:space="0" w:color="auto"/>
            </w:tcBorders>
          </w:tcPr>
          <w:p w14:paraId="2E42A93F"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Yes</w:t>
            </w:r>
          </w:p>
        </w:tc>
        <w:tc>
          <w:tcPr>
            <w:tcW w:w="924" w:type="dxa"/>
            <w:tcBorders>
              <w:top w:val="single" w:sz="7" w:space="0" w:color="000000"/>
              <w:left w:val="single" w:sz="4" w:space="0" w:color="auto"/>
              <w:bottom w:val="single" w:sz="6" w:space="0" w:color="FFFFFF"/>
              <w:right w:val="single" w:sz="4" w:space="0" w:color="auto"/>
            </w:tcBorders>
          </w:tcPr>
          <w:p w14:paraId="4E639367" w14:textId="77777777" w:rsidR="00A02515" w:rsidRDefault="00A02515" w:rsidP="00DC460A">
            <w:pPr>
              <w:autoSpaceDE w:val="0"/>
              <w:autoSpaceDN w:val="0"/>
              <w:adjustRightInd w:val="0"/>
              <w:spacing w:before="40" w:line="286" w:lineRule="auto"/>
              <w:jc w:val="center"/>
              <w:rPr>
                <w:sz w:val="14"/>
                <w:szCs w:val="14"/>
              </w:rPr>
            </w:pPr>
            <w:r>
              <w:rPr>
                <w:sz w:val="14"/>
                <w:szCs w:val="14"/>
              </w:rPr>
              <w:t>17.02.2020</w:t>
            </w:r>
          </w:p>
        </w:tc>
        <w:tc>
          <w:tcPr>
            <w:tcW w:w="626" w:type="dxa"/>
            <w:tcBorders>
              <w:top w:val="single" w:sz="7" w:space="0" w:color="000000"/>
              <w:left w:val="single" w:sz="4" w:space="0" w:color="auto"/>
              <w:bottom w:val="single" w:sz="6" w:space="0" w:color="FFFFFF"/>
              <w:right w:val="double" w:sz="4" w:space="0" w:color="auto"/>
            </w:tcBorders>
          </w:tcPr>
          <w:p w14:paraId="5D1AB520" w14:textId="77777777" w:rsidR="00A02515" w:rsidRPr="00D73A48" w:rsidRDefault="00A02515" w:rsidP="00DC460A">
            <w:pPr>
              <w:autoSpaceDE w:val="0"/>
              <w:autoSpaceDN w:val="0"/>
              <w:adjustRightInd w:val="0"/>
              <w:spacing w:before="40" w:line="286" w:lineRule="auto"/>
              <w:jc w:val="center"/>
              <w:rPr>
                <w:sz w:val="14"/>
                <w:szCs w:val="14"/>
              </w:rPr>
            </w:pPr>
            <w:r>
              <w:rPr>
                <w:sz w:val="14"/>
                <w:szCs w:val="14"/>
              </w:rPr>
              <w:t>120</w:t>
            </w:r>
          </w:p>
        </w:tc>
      </w:tr>
      <w:tr w:rsidR="00A02515" w:rsidRPr="00D73A48" w14:paraId="26357568" w14:textId="77777777" w:rsidTr="00DC460A">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6F088D96" w14:textId="77777777" w:rsidR="00A02515" w:rsidRPr="00D73A48" w:rsidRDefault="00A02515" w:rsidP="00DC460A">
            <w:pPr>
              <w:autoSpaceDE w:val="0"/>
              <w:autoSpaceDN w:val="0"/>
              <w:adjustRightInd w:val="0"/>
              <w:spacing w:before="40" w:line="286" w:lineRule="auto"/>
              <w:ind w:right="-65"/>
              <w:rPr>
                <w:sz w:val="14"/>
                <w:szCs w:val="14"/>
              </w:rPr>
            </w:pPr>
            <w:r w:rsidRPr="00D73A48">
              <w:rPr>
                <w:sz w:val="14"/>
                <w:szCs w:val="14"/>
              </w:rPr>
              <w:t>JUNE</w:t>
            </w:r>
          </w:p>
        </w:tc>
        <w:tc>
          <w:tcPr>
            <w:tcW w:w="4994" w:type="dxa"/>
            <w:tcBorders>
              <w:top w:val="single" w:sz="7" w:space="0" w:color="000000"/>
              <w:left w:val="single" w:sz="8" w:space="0" w:color="000000"/>
              <w:bottom w:val="single" w:sz="6" w:space="0" w:color="FFFFFF"/>
              <w:right w:val="single" w:sz="6" w:space="0" w:color="FFFFFF"/>
            </w:tcBorders>
          </w:tcPr>
          <w:p w14:paraId="362C9A12" w14:textId="77777777" w:rsidR="00A02515" w:rsidRPr="00D73A48" w:rsidRDefault="00A02515" w:rsidP="00DC460A">
            <w:pPr>
              <w:autoSpaceDE w:val="0"/>
              <w:autoSpaceDN w:val="0"/>
              <w:adjustRightInd w:val="0"/>
              <w:spacing w:before="40" w:line="286" w:lineRule="auto"/>
              <w:rPr>
                <w:sz w:val="14"/>
                <w:szCs w:val="14"/>
              </w:rPr>
            </w:pPr>
            <w:r w:rsidRPr="00D73A48">
              <w:rPr>
                <w:sz w:val="14"/>
                <w:szCs w:val="14"/>
              </w:rPr>
              <w:t>Working Party on Pollution and Energy (GRPE) (</w:t>
            </w:r>
            <w:r>
              <w:rPr>
                <w:sz w:val="14"/>
                <w:szCs w:val="14"/>
              </w:rPr>
              <w:t>81</w:t>
            </w:r>
            <w:r>
              <w:rPr>
                <w:sz w:val="14"/>
                <w:szCs w:val="14"/>
                <w:vertAlign w:val="superscript"/>
              </w:rPr>
              <w:t>st</w:t>
            </w:r>
            <w:r>
              <w:rPr>
                <w:sz w:val="14"/>
                <w:szCs w:val="14"/>
              </w:rPr>
              <w:t xml:space="preserve"> </w:t>
            </w:r>
            <w:r w:rsidRPr="00D73A48">
              <w:rPr>
                <w:sz w:val="14"/>
                <w:szCs w:val="14"/>
              </w:rPr>
              <w:t>session)</w:t>
            </w:r>
          </w:p>
        </w:tc>
        <w:tc>
          <w:tcPr>
            <w:tcW w:w="637" w:type="dxa"/>
            <w:tcBorders>
              <w:top w:val="single" w:sz="7" w:space="0" w:color="000000"/>
              <w:left w:val="single" w:sz="7" w:space="0" w:color="000000"/>
              <w:bottom w:val="single" w:sz="6" w:space="0" w:color="FFFFFF"/>
              <w:right w:val="single" w:sz="6" w:space="0" w:color="FFFFFF"/>
            </w:tcBorders>
          </w:tcPr>
          <w:p w14:paraId="681F71A3" w14:textId="77777777" w:rsidR="00A02515" w:rsidRPr="00103F79" w:rsidRDefault="00A02515" w:rsidP="00DC460A">
            <w:pPr>
              <w:autoSpaceDE w:val="0"/>
              <w:autoSpaceDN w:val="0"/>
              <w:adjustRightInd w:val="0"/>
              <w:spacing w:before="40" w:line="286" w:lineRule="auto"/>
              <w:jc w:val="center"/>
              <w:rPr>
                <w:bCs/>
                <w:sz w:val="14"/>
                <w:szCs w:val="14"/>
              </w:rPr>
            </w:pPr>
            <w:r w:rsidRPr="00103F79">
              <w:rPr>
                <w:bCs/>
                <w:sz w:val="14"/>
                <w:szCs w:val="14"/>
              </w:rPr>
              <w:t>9-12</w:t>
            </w:r>
          </w:p>
        </w:tc>
        <w:tc>
          <w:tcPr>
            <w:tcW w:w="708" w:type="dxa"/>
            <w:tcBorders>
              <w:top w:val="single" w:sz="7" w:space="0" w:color="000000"/>
              <w:left w:val="single" w:sz="7" w:space="0" w:color="000000"/>
              <w:bottom w:val="single" w:sz="6" w:space="0" w:color="FFFFFF"/>
              <w:right w:val="single" w:sz="6" w:space="0" w:color="FFFFFF"/>
            </w:tcBorders>
          </w:tcPr>
          <w:p w14:paraId="195776E6" w14:textId="77777777" w:rsidR="00A02515" w:rsidRPr="00103F79" w:rsidRDefault="00A02515" w:rsidP="00DC460A">
            <w:pPr>
              <w:tabs>
                <w:tab w:val="center" w:pos="389"/>
              </w:tabs>
              <w:autoSpaceDE w:val="0"/>
              <w:autoSpaceDN w:val="0"/>
              <w:adjustRightInd w:val="0"/>
              <w:spacing w:before="40" w:line="286" w:lineRule="auto"/>
              <w:ind w:left="-39" w:right="-65"/>
              <w:jc w:val="center"/>
              <w:rPr>
                <w:bCs/>
                <w:sz w:val="14"/>
                <w:szCs w:val="14"/>
              </w:rPr>
            </w:pPr>
            <w:r w:rsidRPr="00103F79">
              <w:rPr>
                <w:bCs/>
                <w:sz w:val="14"/>
                <w:szCs w:val="14"/>
              </w:rPr>
              <w:t>p.m./a.m.</w:t>
            </w:r>
          </w:p>
        </w:tc>
        <w:tc>
          <w:tcPr>
            <w:tcW w:w="426" w:type="dxa"/>
            <w:tcBorders>
              <w:top w:val="single" w:sz="7" w:space="0" w:color="000000"/>
              <w:left w:val="single" w:sz="7" w:space="0" w:color="000000"/>
              <w:bottom w:val="single" w:sz="6" w:space="0" w:color="FFFFFF"/>
              <w:right w:val="single" w:sz="4" w:space="0" w:color="auto"/>
            </w:tcBorders>
          </w:tcPr>
          <w:p w14:paraId="4B79129F" w14:textId="77777777" w:rsidR="00A02515" w:rsidRPr="00103F79" w:rsidRDefault="00A02515" w:rsidP="00DC460A">
            <w:pPr>
              <w:tabs>
                <w:tab w:val="center" w:pos="284"/>
              </w:tabs>
              <w:autoSpaceDE w:val="0"/>
              <w:autoSpaceDN w:val="0"/>
              <w:adjustRightInd w:val="0"/>
              <w:spacing w:before="40" w:line="286" w:lineRule="auto"/>
              <w:jc w:val="center"/>
              <w:rPr>
                <w:bCs/>
                <w:sz w:val="14"/>
                <w:szCs w:val="14"/>
              </w:rPr>
            </w:pPr>
            <w:r w:rsidRPr="00103F79">
              <w:rPr>
                <w:bCs/>
                <w:sz w:val="14"/>
                <w:szCs w:val="14"/>
              </w:rPr>
              <w:t>6</w:t>
            </w:r>
          </w:p>
        </w:tc>
        <w:tc>
          <w:tcPr>
            <w:tcW w:w="449" w:type="dxa"/>
            <w:tcBorders>
              <w:top w:val="single" w:sz="7" w:space="0" w:color="000000"/>
              <w:left w:val="single" w:sz="4" w:space="0" w:color="auto"/>
              <w:bottom w:val="single" w:sz="6" w:space="0" w:color="FFFFFF"/>
              <w:right w:val="single" w:sz="4" w:space="0" w:color="auto"/>
            </w:tcBorders>
          </w:tcPr>
          <w:p w14:paraId="7ECC3905"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Yes</w:t>
            </w:r>
          </w:p>
        </w:tc>
        <w:tc>
          <w:tcPr>
            <w:tcW w:w="924" w:type="dxa"/>
            <w:tcBorders>
              <w:top w:val="single" w:sz="7" w:space="0" w:color="000000"/>
              <w:left w:val="single" w:sz="4" w:space="0" w:color="auto"/>
              <w:bottom w:val="single" w:sz="6" w:space="0" w:color="FFFFFF"/>
              <w:right w:val="single" w:sz="4" w:space="0" w:color="auto"/>
            </w:tcBorders>
          </w:tcPr>
          <w:p w14:paraId="7BB47E28" w14:textId="77777777" w:rsidR="00A02515" w:rsidRPr="00D73A48" w:rsidRDefault="00A02515" w:rsidP="00DC460A">
            <w:pPr>
              <w:autoSpaceDE w:val="0"/>
              <w:autoSpaceDN w:val="0"/>
              <w:adjustRightInd w:val="0"/>
              <w:spacing w:before="40" w:line="286" w:lineRule="auto"/>
              <w:jc w:val="center"/>
              <w:rPr>
                <w:sz w:val="14"/>
                <w:szCs w:val="14"/>
              </w:rPr>
            </w:pPr>
            <w:r>
              <w:rPr>
                <w:sz w:val="14"/>
                <w:szCs w:val="14"/>
              </w:rPr>
              <w:t>17.3.2020</w:t>
            </w:r>
          </w:p>
        </w:tc>
        <w:tc>
          <w:tcPr>
            <w:tcW w:w="626" w:type="dxa"/>
            <w:tcBorders>
              <w:top w:val="single" w:sz="7" w:space="0" w:color="000000"/>
              <w:left w:val="single" w:sz="4" w:space="0" w:color="auto"/>
              <w:bottom w:val="single" w:sz="6" w:space="0" w:color="FFFFFF"/>
              <w:right w:val="double" w:sz="4" w:space="0" w:color="auto"/>
            </w:tcBorders>
          </w:tcPr>
          <w:p w14:paraId="5658C2C9"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150</w:t>
            </w:r>
          </w:p>
        </w:tc>
      </w:tr>
      <w:tr w:rsidR="00A02515" w:rsidRPr="00D73A48" w14:paraId="17D09F37" w14:textId="77777777" w:rsidTr="00DC460A">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6BE5EF32" w14:textId="77777777" w:rsidR="00A02515" w:rsidRPr="00D73A48" w:rsidRDefault="00A02515" w:rsidP="00DC460A">
            <w:pPr>
              <w:autoSpaceDE w:val="0"/>
              <w:autoSpaceDN w:val="0"/>
              <w:adjustRightInd w:val="0"/>
              <w:spacing w:before="40" w:line="286" w:lineRule="auto"/>
              <w:ind w:right="-65"/>
              <w:rPr>
                <w:sz w:val="14"/>
                <w:szCs w:val="14"/>
              </w:rPr>
            </w:pPr>
            <w:r w:rsidRPr="00D73A48">
              <w:rPr>
                <w:sz w:val="14"/>
                <w:szCs w:val="14"/>
              </w:rPr>
              <w:t>JUNE</w:t>
            </w:r>
          </w:p>
        </w:tc>
        <w:tc>
          <w:tcPr>
            <w:tcW w:w="4994" w:type="dxa"/>
            <w:tcBorders>
              <w:top w:val="single" w:sz="7" w:space="0" w:color="000000"/>
              <w:left w:val="single" w:sz="8" w:space="0" w:color="000000"/>
              <w:bottom w:val="single" w:sz="6" w:space="0" w:color="FFFFFF"/>
              <w:right w:val="single" w:sz="6" w:space="0" w:color="FFFFFF"/>
            </w:tcBorders>
          </w:tcPr>
          <w:p w14:paraId="6F1637E3" w14:textId="77777777" w:rsidR="00A02515" w:rsidRPr="00D73A48" w:rsidRDefault="00A02515" w:rsidP="00DC460A">
            <w:pPr>
              <w:autoSpaceDE w:val="0"/>
              <w:autoSpaceDN w:val="0"/>
              <w:adjustRightInd w:val="0"/>
              <w:spacing w:before="40" w:line="286" w:lineRule="auto"/>
              <w:ind w:right="-87"/>
              <w:rPr>
                <w:spacing w:val="-2"/>
                <w:sz w:val="14"/>
                <w:szCs w:val="14"/>
              </w:rPr>
            </w:pPr>
            <w:r w:rsidRPr="00D73A48">
              <w:rPr>
                <w:spacing w:val="-2"/>
                <w:sz w:val="14"/>
                <w:szCs w:val="14"/>
              </w:rPr>
              <w:t>Administrative Committee for the Coordination of Work (WP.29/AC.2) (1</w:t>
            </w:r>
            <w:r>
              <w:rPr>
                <w:spacing w:val="-2"/>
                <w:sz w:val="14"/>
                <w:szCs w:val="14"/>
              </w:rPr>
              <w:t>33</w:t>
            </w:r>
            <w:r>
              <w:rPr>
                <w:spacing w:val="-2"/>
                <w:sz w:val="14"/>
                <w:szCs w:val="14"/>
                <w:vertAlign w:val="superscript"/>
              </w:rPr>
              <w:t>rd</w:t>
            </w:r>
            <w:r>
              <w:rPr>
                <w:spacing w:val="-2"/>
                <w:sz w:val="14"/>
                <w:szCs w:val="14"/>
              </w:rPr>
              <w:t xml:space="preserve"> </w:t>
            </w:r>
            <w:r w:rsidRPr="00D73A48">
              <w:rPr>
                <w:spacing w:val="-2"/>
                <w:sz w:val="14"/>
                <w:szCs w:val="14"/>
              </w:rPr>
              <w:t>session)</w:t>
            </w:r>
          </w:p>
        </w:tc>
        <w:tc>
          <w:tcPr>
            <w:tcW w:w="637" w:type="dxa"/>
            <w:tcBorders>
              <w:top w:val="single" w:sz="7" w:space="0" w:color="000000"/>
              <w:left w:val="single" w:sz="7" w:space="0" w:color="000000"/>
              <w:bottom w:val="single" w:sz="6" w:space="0" w:color="FFFFFF"/>
              <w:right w:val="single" w:sz="6" w:space="0" w:color="FFFFFF"/>
            </w:tcBorders>
          </w:tcPr>
          <w:p w14:paraId="426B00DE" w14:textId="77777777" w:rsidR="00A02515" w:rsidRPr="00103F79" w:rsidRDefault="00A02515" w:rsidP="00DC460A">
            <w:pPr>
              <w:autoSpaceDE w:val="0"/>
              <w:autoSpaceDN w:val="0"/>
              <w:adjustRightInd w:val="0"/>
              <w:spacing w:before="40" w:line="286" w:lineRule="auto"/>
              <w:jc w:val="center"/>
              <w:rPr>
                <w:bCs/>
                <w:sz w:val="14"/>
                <w:szCs w:val="14"/>
              </w:rPr>
            </w:pPr>
            <w:r w:rsidRPr="00103F79">
              <w:rPr>
                <w:bCs/>
                <w:sz w:val="14"/>
                <w:szCs w:val="14"/>
              </w:rPr>
              <w:t>22</w:t>
            </w:r>
          </w:p>
        </w:tc>
        <w:tc>
          <w:tcPr>
            <w:tcW w:w="708" w:type="dxa"/>
            <w:tcBorders>
              <w:top w:val="single" w:sz="7" w:space="0" w:color="000000"/>
              <w:left w:val="single" w:sz="7" w:space="0" w:color="000000"/>
              <w:bottom w:val="single" w:sz="6" w:space="0" w:color="FFFFFF"/>
              <w:right w:val="single" w:sz="6" w:space="0" w:color="FFFFFF"/>
            </w:tcBorders>
          </w:tcPr>
          <w:p w14:paraId="1E0D12CD" w14:textId="77777777" w:rsidR="00A02515" w:rsidRPr="00103F79" w:rsidRDefault="00A02515" w:rsidP="00DC460A">
            <w:pPr>
              <w:tabs>
                <w:tab w:val="center" w:pos="389"/>
              </w:tabs>
              <w:autoSpaceDE w:val="0"/>
              <w:autoSpaceDN w:val="0"/>
              <w:adjustRightInd w:val="0"/>
              <w:spacing w:before="40" w:line="286" w:lineRule="auto"/>
              <w:ind w:left="-39" w:right="-65"/>
              <w:jc w:val="center"/>
              <w:rPr>
                <w:bCs/>
                <w:sz w:val="14"/>
                <w:szCs w:val="14"/>
              </w:rPr>
            </w:pPr>
            <w:r w:rsidRPr="00103F79">
              <w:rPr>
                <w:bCs/>
                <w:sz w:val="14"/>
                <w:szCs w:val="14"/>
              </w:rPr>
              <w:t>a.m./p.m.</w:t>
            </w:r>
          </w:p>
        </w:tc>
        <w:tc>
          <w:tcPr>
            <w:tcW w:w="426" w:type="dxa"/>
            <w:tcBorders>
              <w:top w:val="single" w:sz="7" w:space="0" w:color="000000"/>
              <w:left w:val="single" w:sz="7" w:space="0" w:color="000000"/>
              <w:bottom w:val="single" w:sz="6" w:space="0" w:color="FFFFFF"/>
              <w:right w:val="single" w:sz="4" w:space="0" w:color="auto"/>
            </w:tcBorders>
          </w:tcPr>
          <w:p w14:paraId="76970741" w14:textId="77777777" w:rsidR="00A02515" w:rsidRPr="00103F79" w:rsidRDefault="00A02515" w:rsidP="00DC460A">
            <w:pPr>
              <w:tabs>
                <w:tab w:val="center" w:pos="284"/>
              </w:tabs>
              <w:autoSpaceDE w:val="0"/>
              <w:autoSpaceDN w:val="0"/>
              <w:adjustRightInd w:val="0"/>
              <w:spacing w:before="40" w:line="286" w:lineRule="auto"/>
              <w:jc w:val="center"/>
              <w:rPr>
                <w:bCs/>
                <w:sz w:val="14"/>
                <w:szCs w:val="14"/>
              </w:rPr>
            </w:pPr>
            <w:r w:rsidRPr="00103F79">
              <w:rPr>
                <w:bCs/>
                <w:sz w:val="14"/>
                <w:szCs w:val="14"/>
              </w:rPr>
              <w:t>2</w:t>
            </w:r>
          </w:p>
        </w:tc>
        <w:tc>
          <w:tcPr>
            <w:tcW w:w="449" w:type="dxa"/>
            <w:tcBorders>
              <w:top w:val="single" w:sz="7" w:space="0" w:color="000000"/>
              <w:left w:val="single" w:sz="4" w:space="0" w:color="auto"/>
              <w:bottom w:val="single" w:sz="6" w:space="0" w:color="FFFFFF"/>
              <w:right w:val="single" w:sz="4" w:space="0" w:color="auto"/>
            </w:tcBorders>
          </w:tcPr>
          <w:p w14:paraId="1AFE3F14"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No</w:t>
            </w:r>
          </w:p>
        </w:tc>
        <w:tc>
          <w:tcPr>
            <w:tcW w:w="924" w:type="dxa"/>
            <w:tcBorders>
              <w:top w:val="single" w:sz="7" w:space="0" w:color="000000"/>
              <w:left w:val="single" w:sz="4" w:space="0" w:color="auto"/>
              <w:bottom w:val="single" w:sz="6" w:space="0" w:color="FFFFFF"/>
              <w:right w:val="single" w:sz="4" w:space="0" w:color="auto"/>
            </w:tcBorders>
          </w:tcPr>
          <w:p w14:paraId="26C69C7D" w14:textId="77777777" w:rsidR="00A02515" w:rsidRPr="00D73A48" w:rsidRDefault="00A02515" w:rsidP="00DC460A">
            <w:pPr>
              <w:autoSpaceDE w:val="0"/>
              <w:autoSpaceDN w:val="0"/>
              <w:adjustRightInd w:val="0"/>
              <w:spacing w:before="40" w:line="286" w:lineRule="auto"/>
              <w:jc w:val="center"/>
              <w:rPr>
                <w:sz w:val="14"/>
                <w:szCs w:val="14"/>
              </w:rPr>
            </w:pPr>
          </w:p>
        </w:tc>
        <w:tc>
          <w:tcPr>
            <w:tcW w:w="626" w:type="dxa"/>
            <w:tcBorders>
              <w:top w:val="single" w:sz="7" w:space="0" w:color="000000"/>
              <w:left w:val="single" w:sz="4" w:space="0" w:color="auto"/>
              <w:bottom w:val="single" w:sz="6" w:space="0" w:color="FFFFFF"/>
              <w:right w:val="double" w:sz="4" w:space="0" w:color="auto"/>
            </w:tcBorders>
          </w:tcPr>
          <w:p w14:paraId="2C6E200F"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35</w:t>
            </w:r>
          </w:p>
        </w:tc>
      </w:tr>
      <w:tr w:rsidR="00A02515" w:rsidRPr="00D73A48" w14:paraId="67A9ED82" w14:textId="77777777" w:rsidTr="00DC460A">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3978CA90" w14:textId="77777777" w:rsidR="00A02515" w:rsidRPr="00D73A48" w:rsidRDefault="00A02515" w:rsidP="00DC460A">
            <w:pPr>
              <w:autoSpaceDE w:val="0"/>
              <w:autoSpaceDN w:val="0"/>
              <w:adjustRightInd w:val="0"/>
              <w:spacing w:before="40" w:line="286" w:lineRule="auto"/>
              <w:ind w:right="-65"/>
              <w:rPr>
                <w:sz w:val="14"/>
                <w:szCs w:val="14"/>
              </w:rPr>
            </w:pPr>
            <w:r w:rsidRPr="00D73A48">
              <w:rPr>
                <w:sz w:val="14"/>
                <w:szCs w:val="14"/>
              </w:rPr>
              <w:t>JUNE</w:t>
            </w:r>
          </w:p>
        </w:tc>
        <w:tc>
          <w:tcPr>
            <w:tcW w:w="4994" w:type="dxa"/>
            <w:tcBorders>
              <w:top w:val="single" w:sz="7" w:space="0" w:color="000000"/>
              <w:left w:val="single" w:sz="8" w:space="0" w:color="000000"/>
              <w:bottom w:val="single" w:sz="6" w:space="0" w:color="FFFFFF"/>
              <w:right w:val="single" w:sz="6" w:space="0" w:color="FFFFFF"/>
            </w:tcBorders>
          </w:tcPr>
          <w:p w14:paraId="69FFB806" w14:textId="77777777" w:rsidR="00A02515" w:rsidRPr="00D73A48" w:rsidRDefault="00A02515" w:rsidP="00DC460A">
            <w:pPr>
              <w:autoSpaceDE w:val="0"/>
              <w:autoSpaceDN w:val="0"/>
              <w:adjustRightInd w:val="0"/>
              <w:spacing w:before="40" w:line="286" w:lineRule="auto"/>
              <w:rPr>
                <w:sz w:val="14"/>
                <w:szCs w:val="14"/>
              </w:rPr>
            </w:pPr>
            <w:r w:rsidRPr="00D73A48">
              <w:rPr>
                <w:sz w:val="14"/>
                <w:szCs w:val="14"/>
              </w:rPr>
              <w:t>World Forum for Harmonization of Vehicle Regulations (WP.29) (1</w:t>
            </w:r>
            <w:r>
              <w:rPr>
                <w:sz w:val="14"/>
                <w:szCs w:val="14"/>
              </w:rPr>
              <w:t>81</w:t>
            </w:r>
            <w:r>
              <w:rPr>
                <w:sz w:val="14"/>
                <w:szCs w:val="14"/>
                <w:vertAlign w:val="superscript"/>
              </w:rPr>
              <w:t>st</w:t>
            </w:r>
            <w:r>
              <w:rPr>
                <w:sz w:val="14"/>
                <w:szCs w:val="14"/>
              </w:rPr>
              <w:t xml:space="preserve"> </w:t>
            </w:r>
            <w:r w:rsidRPr="00D73A48">
              <w:rPr>
                <w:sz w:val="14"/>
                <w:szCs w:val="14"/>
              </w:rPr>
              <w:t xml:space="preserve">session); </w:t>
            </w:r>
            <w:r w:rsidRPr="00D73A48">
              <w:rPr>
                <w:sz w:val="14"/>
                <w:szCs w:val="14"/>
              </w:rPr>
              <w:br/>
              <w:t xml:space="preserve">Admin. Committee of the 1958 Agreement (AC.1: </w:t>
            </w:r>
            <w:r>
              <w:rPr>
                <w:sz w:val="14"/>
                <w:szCs w:val="14"/>
              </w:rPr>
              <w:t>75</w:t>
            </w:r>
            <w:r w:rsidRPr="004E1377">
              <w:rPr>
                <w:sz w:val="14"/>
                <w:szCs w:val="14"/>
                <w:vertAlign w:val="superscript"/>
              </w:rPr>
              <w:t>th</w:t>
            </w:r>
            <w:r>
              <w:rPr>
                <w:sz w:val="14"/>
                <w:szCs w:val="14"/>
              </w:rPr>
              <w:t xml:space="preserve"> </w:t>
            </w:r>
            <w:r w:rsidRPr="00D73A48">
              <w:rPr>
                <w:sz w:val="14"/>
                <w:szCs w:val="14"/>
              </w:rPr>
              <w:t>session);</w:t>
            </w:r>
            <w:r w:rsidRPr="00D73A48">
              <w:rPr>
                <w:sz w:val="14"/>
                <w:szCs w:val="14"/>
              </w:rPr>
              <w:br/>
              <w:t xml:space="preserve">Executive Committee of the 1998 Agreement (AC.3: </w:t>
            </w:r>
            <w:r>
              <w:rPr>
                <w:sz w:val="14"/>
                <w:szCs w:val="14"/>
              </w:rPr>
              <w:t>59</w:t>
            </w:r>
            <w:r w:rsidRPr="00D73A48">
              <w:rPr>
                <w:sz w:val="14"/>
                <w:szCs w:val="14"/>
                <w:vertAlign w:val="superscript"/>
              </w:rPr>
              <w:t>th</w:t>
            </w:r>
            <w:r w:rsidRPr="00D73A48">
              <w:rPr>
                <w:sz w:val="14"/>
                <w:szCs w:val="14"/>
              </w:rPr>
              <w:t xml:space="preserve"> session); </w:t>
            </w:r>
            <w:r w:rsidRPr="00D73A48">
              <w:rPr>
                <w:sz w:val="14"/>
                <w:szCs w:val="14"/>
              </w:rPr>
              <w:br/>
              <w:t xml:space="preserve">Admin. Committee of the 1997 Agreement (AC.4: </w:t>
            </w:r>
            <w:r w:rsidRPr="00E01185">
              <w:rPr>
                <w:b/>
                <w:sz w:val="14"/>
                <w:szCs w:val="14"/>
              </w:rPr>
              <w:t>1</w:t>
            </w:r>
            <w:r>
              <w:rPr>
                <w:b/>
                <w:sz w:val="14"/>
                <w:szCs w:val="14"/>
              </w:rPr>
              <w:t>6</w:t>
            </w:r>
            <w:r w:rsidRPr="00E01185">
              <w:rPr>
                <w:b/>
                <w:sz w:val="14"/>
                <w:szCs w:val="14"/>
                <w:vertAlign w:val="superscript"/>
              </w:rPr>
              <w:t>th</w:t>
            </w:r>
            <w:r w:rsidRPr="00D73A48">
              <w:rPr>
                <w:sz w:val="14"/>
                <w:szCs w:val="14"/>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1243A37C" w14:textId="77777777" w:rsidR="00A02515" w:rsidRPr="00103F79" w:rsidRDefault="00A02515" w:rsidP="00DC460A">
            <w:pPr>
              <w:autoSpaceDE w:val="0"/>
              <w:autoSpaceDN w:val="0"/>
              <w:adjustRightInd w:val="0"/>
              <w:spacing w:before="40" w:line="286" w:lineRule="auto"/>
              <w:jc w:val="center"/>
              <w:rPr>
                <w:bCs/>
                <w:sz w:val="14"/>
                <w:szCs w:val="14"/>
              </w:rPr>
            </w:pPr>
            <w:r w:rsidRPr="00103F79">
              <w:rPr>
                <w:bCs/>
                <w:sz w:val="14"/>
                <w:szCs w:val="14"/>
              </w:rPr>
              <w:t>23-26</w:t>
            </w:r>
            <w:r w:rsidRPr="00103F79">
              <w:rPr>
                <w:bCs/>
                <w:sz w:val="14"/>
                <w:szCs w:val="14"/>
              </w:rPr>
              <w:br/>
              <w:t>(24</w:t>
            </w:r>
            <w:r w:rsidRPr="00103F79">
              <w:rPr>
                <w:bCs/>
                <w:sz w:val="14"/>
                <w:szCs w:val="14"/>
              </w:rPr>
              <w:br/>
              <w:t>24-25</w:t>
            </w:r>
            <w:r w:rsidRPr="00103F79">
              <w:rPr>
                <w:bCs/>
                <w:sz w:val="14"/>
                <w:szCs w:val="14"/>
              </w:rPr>
              <w:br/>
              <w:t>25)</w:t>
            </w:r>
          </w:p>
        </w:tc>
        <w:tc>
          <w:tcPr>
            <w:tcW w:w="708" w:type="dxa"/>
            <w:tcBorders>
              <w:top w:val="single" w:sz="7" w:space="0" w:color="000000"/>
              <w:left w:val="single" w:sz="7" w:space="0" w:color="000000"/>
              <w:bottom w:val="single" w:sz="6" w:space="0" w:color="FFFFFF"/>
              <w:right w:val="single" w:sz="6" w:space="0" w:color="FFFFFF"/>
            </w:tcBorders>
          </w:tcPr>
          <w:p w14:paraId="47E395B4" w14:textId="77777777" w:rsidR="00A02515" w:rsidRPr="00103F79" w:rsidRDefault="00A02515" w:rsidP="00DC460A">
            <w:pPr>
              <w:tabs>
                <w:tab w:val="center" w:pos="389"/>
              </w:tabs>
              <w:autoSpaceDE w:val="0"/>
              <w:autoSpaceDN w:val="0"/>
              <w:adjustRightInd w:val="0"/>
              <w:spacing w:before="40" w:line="286" w:lineRule="auto"/>
              <w:ind w:left="-39" w:right="-65"/>
              <w:jc w:val="center"/>
              <w:rPr>
                <w:bCs/>
                <w:sz w:val="14"/>
                <w:szCs w:val="14"/>
              </w:rPr>
            </w:pPr>
            <w:r w:rsidRPr="00103F79">
              <w:rPr>
                <w:bCs/>
                <w:sz w:val="14"/>
                <w:szCs w:val="14"/>
              </w:rPr>
              <w:t>a.m./a.m.</w:t>
            </w:r>
            <w:r w:rsidRPr="00103F79">
              <w:rPr>
                <w:bCs/>
                <w:sz w:val="14"/>
                <w:szCs w:val="14"/>
              </w:rPr>
              <w:br/>
              <w:t>(p.m.</w:t>
            </w:r>
            <w:r w:rsidRPr="00103F79">
              <w:rPr>
                <w:bCs/>
                <w:sz w:val="14"/>
                <w:szCs w:val="14"/>
              </w:rPr>
              <w:br/>
              <w:t>p.m./a.m.</w:t>
            </w:r>
            <w:r w:rsidRPr="00103F79">
              <w:rPr>
                <w:bCs/>
                <w:sz w:val="14"/>
                <w:szCs w:val="14"/>
              </w:rPr>
              <w:br/>
              <w:t>p.m.)</w:t>
            </w:r>
          </w:p>
        </w:tc>
        <w:tc>
          <w:tcPr>
            <w:tcW w:w="426" w:type="dxa"/>
            <w:tcBorders>
              <w:top w:val="single" w:sz="7" w:space="0" w:color="000000"/>
              <w:left w:val="single" w:sz="7" w:space="0" w:color="000000"/>
              <w:bottom w:val="single" w:sz="6" w:space="0" w:color="FFFFFF"/>
              <w:right w:val="single" w:sz="4" w:space="0" w:color="auto"/>
            </w:tcBorders>
          </w:tcPr>
          <w:p w14:paraId="00F2E313" w14:textId="77777777" w:rsidR="00A02515" w:rsidRPr="00103F79" w:rsidRDefault="00A02515" w:rsidP="00DC460A">
            <w:pPr>
              <w:tabs>
                <w:tab w:val="center" w:pos="284"/>
              </w:tabs>
              <w:autoSpaceDE w:val="0"/>
              <w:autoSpaceDN w:val="0"/>
              <w:adjustRightInd w:val="0"/>
              <w:spacing w:before="40" w:line="286" w:lineRule="auto"/>
              <w:jc w:val="center"/>
              <w:rPr>
                <w:bCs/>
                <w:sz w:val="14"/>
                <w:szCs w:val="14"/>
              </w:rPr>
            </w:pPr>
            <w:r w:rsidRPr="00103F79">
              <w:rPr>
                <w:bCs/>
                <w:sz w:val="14"/>
                <w:szCs w:val="14"/>
              </w:rPr>
              <w:t>7</w:t>
            </w:r>
          </w:p>
        </w:tc>
        <w:tc>
          <w:tcPr>
            <w:tcW w:w="449" w:type="dxa"/>
            <w:tcBorders>
              <w:top w:val="single" w:sz="7" w:space="0" w:color="000000"/>
              <w:left w:val="single" w:sz="4" w:space="0" w:color="auto"/>
              <w:bottom w:val="single" w:sz="6" w:space="0" w:color="FFFFFF"/>
              <w:right w:val="single" w:sz="4" w:space="0" w:color="auto"/>
            </w:tcBorders>
          </w:tcPr>
          <w:p w14:paraId="00FE0ABA"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Yes</w:t>
            </w:r>
          </w:p>
        </w:tc>
        <w:tc>
          <w:tcPr>
            <w:tcW w:w="924" w:type="dxa"/>
            <w:tcBorders>
              <w:top w:val="single" w:sz="7" w:space="0" w:color="000000"/>
              <w:left w:val="single" w:sz="4" w:space="0" w:color="auto"/>
              <w:bottom w:val="single" w:sz="6" w:space="0" w:color="FFFFFF"/>
              <w:right w:val="single" w:sz="4" w:space="0" w:color="auto"/>
            </w:tcBorders>
          </w:tcPr>
          <w:p w14:paraId="2CEE253D" w14:textId="77777777" w:rsidR="00A02515" w:rsidRPr="00D73A48" w:rsidRDefault="00A02515" w:rsidP="00DC460A">
            <w:pPr>
              <w:autoSpaceDE w:val="0"/>
              <w:autoSpaceDN w:val="0"/>
              <w:adjustRightInd w:val="0"/>
              <w:spacing w:before="40" w:line="286" w:lineRule="auto"/>
              <w:jc w:val="center"/>
              <w:rPr>
                <w:sz w:val="14"/>
                <w:szCs w:val="14"/>
              </w:rPr>
            </w:pPr>
            <w:r>
              <w:rPr>
                <w:sz w:val="14"/>
                <w:szCs w:val="14"/>
              </w:rPr>
              <w:t>30.03.2020</w:t>
            </w:r>
          </w:p>
        </w:tc>
        <w:tc>
          <w:tcPr>
            <w:tcW w:w="626" w:type="dxa"/>
            <w:tcBorders>
              <w:top w:val="single" w:sz="7" w:space="0" w:color="000000"/>
              <w:left w:val="single" w:sz="4" w:space="0" w:color="auto"/>
              <w:bottom w:val="single" w:sz="6" w:space="0" w:color="FFFFFF"/>
              <w:right w:val="double" w:sz="4" w:space="0" w:color="auto"/>
            </w:tcBorders>
          </w:tcPr>
          <w:p w14:paraId="471765D1"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160</w:t>
            </w:r>
          </w:p>
        </w:tc>
      </w:tr>
      <w:tr w:rsidR="00A02515" w:rsidRPr="00D73A48" w14:paraId="3F369B00" w14:textId="77777777" w:rsidTr="00DC460A">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7D099001" w14:textId="77777777" w:rsidR="00A02515" w:rsidRPr="00D73A48" w:rsidRDefault="00A02515" w:rsidP="00DC460A">
            <w:pPr>
              <w:autoSpaceDE w:val="0"/>
              <w:autoSpaceDN w:val="0"/>
              <w:adjustRightInd w:val="0"/>
              <w:spacing w:before="40" w:line="286" w:lineRule="auto"/>
              <w:ind w:right="-65"/>
              <w:rPr>
                <w:sz w:val="14"/>
                <w:szCs w:val="14"/>
              </w:rPr>
            </w:pPr>
            <w:r w:rsidRPr="00D73A48">
              <w:rPr>
                <w:sz w:val="14"/>
                <w:szCs w:val="14"/>
              </w:rPr>
              <w:t>SEPTEMBER</w:t>
            </w:r>
          </w:p>
        </w:tc>
        <w:tc>
          <w:tcPr>
            <w:tcW w:w="4994" w:type="dxa"/>
            <w:tcBorders>
              <w:top w:val="single" w:sz="7" w:space="0" w:color="000000"/>
              <w:left w:val="single" w:sz="8" w:space="0" w:color="000000"/>
              <w:bottom w:val="single" w:sz="6" w:space="0" w:color="FFFFFF"/>
              <w:right w:val="single" w:sz="6" w:space="0" w:color="FFFFFF"/>
            </w:tcBorders>
          </w:tcPr>
          <w:p w14:paraId="72E67943" w14:textId="77777777" w:rsidR="00A02515" w:rsidRPr="00D73A48" w:rsidRDefault="00A02515" w:rsidP="00DC460A">
            <w:pPr>
              <w:autoSpaceDE w:val="0"/>
              <w:autoSpaceDN w:val="0"/>
              <w:adjustRightInd w:val="0"/>
              <w:spacing w:before="40" w:line="286" w:lineRule="auto"/>
              <w:rPr>
                <w:sz w:val="14"/>
                <w:szCs w:val="14"/>
              </w:rPr>
            </w:pPr>
            <w:r w:rsidRPr="00D73A48">
              <w:rPr>
                <w:sz w:val="14"/>
                <w:szCs w:val="14"/>
              </w:rPr>
              <w:t>Working Party on Noise</w:t>
            </w:r>
            <w:r>
              <w:rPr>
                <w:sz w:val="14"/>
                <w:szCs w:val="14"/>
              </w:rPr>
              <w:t xml:space="preserve"> and Tyres</w:t>
            </w:r>
            <w:r w:rsidRPr="00D73A48">
              <w:rPr>
                <w:sz w:val="14"/>
                <w:szCs w:val="14"/>
              </w:rPr>
              <w:t xml:space="preserve"> (GRB</w:t>
            </w:r>
            <w:r>
              <w:rPr>
                <w:sz w:val="14"/>
                <w:szCs w:val="14"/>
              </w:rPr>
              <w:t>P</w:t>
            </w:r>
            <w:r w:rsidRPr="00D73A48">
              <w:rPr>
                <w:sz w:val="14"/>
                <w:szCs w:val="14"/>
              </w:rPr>
              <w:t>) (</w:t>
            </w:r>
            <w:r>
              <w:rPr>
                <w:sz w:val="14"/>
                <w:szCs w:val="14"/>
              </w:rPr>
              <w:t>72</w:t>
            </w:r>
            <w:r>
              <w:rPr>
                <w:sz w:val="14"/>
                <w:szCs w:val="14"/>
                <w:vertAlign w:val="superscript"/>
              </w:rPr>
              <w:t>nd</w:t>
            </w:r>
            <w:r>
              <w:rPr>
                <w:sz w:val="14"/>
                <w:szCs w:val="14"/>
              </w:rPr>
              <w:t xml:space="preserve"> </w:t>
            </w:r>
            <w:r w:rsidRPr="00D73A48">
              <w:rPr>
                <w:sz w:val="14"/>
                <w:szCs w:val="14"/>
              </w:rPr>
              <w:t>session)</w:t>
            </w:r>
          </w:p>
        </w:tc>
        <w:tc>
          <w:tcPr>
            <w:tcW w:w="637" w:type="dxa"/>
            <w:tcBorders>
              <w:top w:val="single" w:sz="7" w:space="0" w:color="000000"/>
              <w:left w:val="single" w:sz="7" w:space="0" w:color="000000"/>
              <w:bottom w:val="single" w:sz="6" w:space="0" w:color="FFFFFF"/>
              <w:right w:val="single" w:sz="6" w:space="0" w:color="FFFFFF"/>
            </w:tcBorders>
          </w:tcPr>
          <w:p w14:paraId="0EC6E5C5" w14:textId="77777777" w:rsidR="00A02515" w:rsidRPr="00103F79" w:rsidRDefault="00A02515" w:rsidP="00DC460A">
            <w:pPr>
              <w:autoSpaceDE w:val="0"/>
              <w:autoSpaceDN w:val="0"/>
              <w:adjustRightInd w:val="0"/>
              <w:spacing w:before="40" w:line="286" w:lineRule="auto"/>
              <w:jc w:val="center"/>
              <w:rPr>
                <w:bCs/>
                <w:sz w:val="14"/>
                <w:szCs w:val="14"/>
              </w:rPr>
            </w:pPr>
            <w:r w:rsidRPr="00103F79">
              <w:rPr>
                <w:bCs/>
                <w:sz w:val="14"/>
                <w:szCs w:val="14"/>
              </w:rPr>
              <w:t>7-9</w:t>
            </w:r>
          </w:p>
        </w:tc>
        <w:tc>
          <w:tcPr>
            <w:tcW w:w="708" w:type="dxa"/>
            <w:tcBorders>
              <w:top w:val="single" w:sz="7" w:space="0" w:color="000000"/>
              <w:left w:val="single" w:sz="7" w:space="0" w:color="000000"/>
              <w:bottom w:val="single" w:sz="6" w:space="0" w:color="FFFFFF"/>
              <w:right w:val="single" w:sz="6" w:space="0" w:color="FFFFFF"/>
            </w:tcBorders>
          </w:tcPr>
          <w:p w14:paraId="7F6975BA" w14:textId="77777777" w:rsidR="00A02515" w:rsidRPr="00103F79" w:rsidRDefault="00A02515" w:rsidP="00DC460A">
            <w:pPr>
              <w:tabs>
                <w:tab w:val="center" w:pos="389"/>
              </w:tabs>
              <w:autoSpaceDE w:val="0"/>
              <w:autoSpaceDN w:val="0"/>
              <w:adjustRightInd w:val="0"/>
              <w:spacing w:before="40" w:line="286" w:lineRule="auto"/>
              <w:ind w:left="-39" w:right="-65"/>
              <w:jc w:val="center"/>
              <w:rPr>
                <w:bCs/>
                <w:sz w:val="14"/>
                <w:szCs w:val="14"/>
              </w:rPr>
            </w:pPr>
            <w:r w:rsidRPr="00103F79">
              <w:rPr>
                <w:bCs/>
                <w:sz w:val="14"/>
                <w:szCs w:val="14"/>
              </w:rPr>
              <w:t>p.m./p.m.</w:t>
            </w:r>
          </w:p>
        </w:tc>
        <w:tc>
          <w:tcPr>
            <w:tcW w:w="426" w:type="dxa"/>
            <w:tcBorders>
              <w:top w:val="single" w:sz="7" w:space="0" w:color="000000"/>
              <w:left w:val="single" w:sz="7" w:space="0" w:color="000000"/>
              <w:bottom w:val="single" w:sz="6" w:space="0" w:color="FFFFFF"/>
              <w:right w:val="single" w:sz="4" w:space="0" w:color="auto"/>
            </w:tcBorders>
          </w:tcPr>
          <w:p w14:paraId="0BD6657F" w14:textId="77777777" w:rsidR="00A02515" w:rsidRPr="00103F79" w:rsidRDefault="00A02515" w:rsidP="00DC460A">
            <w:pPr>
              <w:tabs>
                <w:tab w:val="center" w:pos="284"/>
              </w:tabs>
              <w:autoSpaceDE w:val="0"/>
              <w:autoSpaceDN w:val="0"/>
              <w:adjustRightInd w:val="0"/>
              <w:spacing w:before="40" w:line="286" w:lineRule="auto"/>
              <w:jc w:val="center"/>
              <w:rPr>
                <w:bCs/>
                <w:sz w:val="14"/>
                <w:szCs w:val="14"/>
              </w:rPr>
            </w:pPr>
            <w:r w:rsidRPr="00103F79">
              <w:rPr>
                <w:bCs/>
                <w:sz w:val="14"/>
                <w:szCs w:val="14"/>
              </w:rPr>
              <w:t>5</w:t>
            </w:r>
          </w:p>
        </w:tc>
        <w:tc>
          <w:tcPr>
            <w:tcW w:w="449" w:type="dxa"/>
            <w:tcBorders>
              <w:top w:val="single" w:sz="7" w:space="0" w:color="000000"/>
              <w:left w:val="single" w:sz="4" w:space="0" w:color="auto"/>
              <w:bottom w:val="single" w:sz="6" w:space="0" w:color="FFFFFF"/>
              <w:right w:val="single" w:sz="4" w:space="0" w:color="auto"/>
            </w:tcBorders>
          </w:tcPr>
          <w:p w14:paraId="3B00759B"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Yes</w:t>
            </w:r>
          </w:p>
        </w:tc>
        <w:tc>
          <w:tcPr>
            <w:tcW w:w="924" w:type="dxa"/>
            <w:tcBorders>
              <w:top w:val="single" w:sz="7" w:space="0" w:color="000000"/>
              <w:left w:val="single" w:sz="4" w:space="0" w:color="auto"/>
              <w:bottom w:val="single" w:sz="6" w:space="0" w:color="FFFFFF"/>
              <w:right w:val="single" w:sz="4" w:space="0" w:color="auto"/>
            </w:tcBorders>
          </w:tcPr>
          <w:p w14:paraId="1BAC8531" w14:textId="77777777" w:rsidR="00A02515" w:rsidRDefault="00A02515" w:rsidP="00DC460A">
            <w:pPr>
              <w:autoSpaceDE w:val="0"/>
              <w:autoSpaceDN w:val="0"/>
              <w:adjustRightInd w:val="0"/>
              <w:spacing w:before="40" w:line="286" w:lineRule="auto"/>
              <w:jc w:val="center"/>
              <w:rPr>
                <w:sz w:val="14"/>
                <w:szCs w:val="14"/>
              </w:rPr>
            </w:pPr>
            <w:r>
              <w:rPr>
                <w:sz w:val="14"/>
                <w:szCs w:val="14"/>
              </w:rPr>
              <w:t>15.06.2020</w:t>
            </w:r>
          </w:p>
        </w:tc>
        <w:tc>
          <w:tcPr>
            <w:tcW w:w="626" w:type="dxa"/>
            <w:tcBorders>
              <w:top w:val="single" w:sz="7" w:space="0" w:color="000000"/>
              <w:left w:val="single" w:sz="4" w:space="0" w:color="auto"/>
              <w:bottom w:val="single" w:sz="6" w:space="0" w:color="FFFFFF"/>
              <w:right w:val="double" w:sz="4" w:space="0" w:color="auto"/>
            </w:tcBorders>
          </w:tcPr>
          <w:p w14:paraId="447E6006" w14:textId="77777777" w:rsidR="00A02515" w:rsidRPr="00D73A48" w:rsidRDefault="00A02515" w:rsidP="00DC460A">
            <w:pPr>
              <w:autoSpaceDE w:val="0"/>
              <w:autoSpaceDN w:val="0"/>
              <w:adjustRightInd w:val="0"/>
              <w:spacing w:before="40" w:line="286" w:lineRule="auto"/>
              <w:jc w:val="center"/>
              <w:rPr>
                <w:sz w:val="14"/>
                <w:szCs w:val="14"/>
              </w:rPr>
            </w:pPr>
            <w:r>
              <w:rPr>
                <w:sz w:val="14"/>
                <w:szCs w:val="14"/>
              </w:rPr>
              <w:t>120</w:t>
            </w:r>
          </w:p>
        </w:tc>
      </w:tr>
      <w:tr w:rsidR="00A02515" w:rsidRPr="00D73A48" w14:paraId="5974AC9F" w14:textId="77777777" w:rsidTr="00DC460A">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2CE51A28" w14:textId="77777777" w:rsidR="00A02515" w:rsidRPr="00D73A48" w:rsidRDefault="00A02515" w:rsidP="00DC460A">
            <w:pPr>
              <w:autoSpaceDE w:val="0"/>
              <w:autoSpaceDN w:val="0"/>
              <w:adjustRightInd w:val="0"/>
              <w:spacing w:before="40" w:line="286" w:lineRule="auto"/>
              <w:ind w:right="-65"/>
              <w:rPr>
                <w:sz w:val="14"/>
                <w:szCs w:val="14"/>
              </w:rPr>
            </w:pPr>
            <w:r w:rsidRPr="00D73A48">
              <w:rPr>
                <w:sz w:val="14"/>
                <w:szCs w:val="14"/>
              </w:rPr>
              <w:t>SEPTEMBER</w:t>
            </w:r>
          </w:p>
        </w:tc>
        <w:tc>
          <w:tcPr>
            <w:tcW w:w="4994" w:type="dxa"/>
            <w:tcBorders>
              <w:top w:val="single" w:sz="7" w:space="0" w:color="000000"/>
              <w:left w:val="single" w:sz="8" w:space="0" w:color="000000"/>
              <w:bottom w:val="single" w:sz="4" w:space="0" w:color="000000"/>
              <w:right w:val="single" w:sz="6" w:space="0" w:color="FFFFFF"/>
            </w:tcBorders>
          </w:tcPr>
          <w:p w14:paraId="6C292B1F" w14:textId="77777777" w:rsidR="00A02515" w:rsidRPr="00D73A48" w:rsidRDefault="00A02515" w:rsidP="00DC460A">
            <w:pPr>
              <w:autoSpaceDE w:val="0"/>
              <w:autoSpaceDN w:val="0"/>
              <w:adjustRightInd w:val="0"/>
              <w:spacing w:before="40" w:line="286" w:lineRule="auto"/>
              <w:rPr>
                <w:sz w:val="14"/>
                <w:szCs w:val="14"/>
              </w:rPr>
            </w:pPr>
            <w:r w:rsidRPr="00D73A48">
              <w:rPr>
                <w:sz w:val="14"/>
                <w:szCs w:val="14"/>
              </w:rPr>
              <w:t xml:space="preserve">Working Party on </w:t>
            </w:r>
            <w:r>
              <w:rPr>
                <w:sz w:val="14"/>
                <w:szCs w:val="14"/>
              </w:rPr>
              <w:t>Automated/Autonomous and Connected Vehicles</w:t>
            </w:r>
            <w:r w:rsidRPr="00D73A48" w:rsidDel="003558AB">
              <w:rPr>
                <w:sz w:val="14"/>
                <w:szCs w:val="14"/>
              </w:rPr>
              <w:t xml:space="preserve"> </w:t>
            </w:r>
            <w:r w:rsidRPr="00D73A48">
              <w:rPr>
                <w:sz w:val="14"/>
                <w:szCs w:val="14"/>
              </w:rPr>
              <w:t>(GR</w:t>
            </w:r>
            <w:r>
              <w:rPr>
                <w:sz w:val="14"/>
                <w:szCs w:val="14"/>
              </w:rPr>
              <w:t>VA</w:t>
            </w:r>
            <w:r w:rsidRPr="00D73A48">
              <w:rPr>
                <w:sz w:val="14"/>
                <w:szCs w:val="14"/>
              </w:rPr>
              <w:t>) (</w:t>
            </w:r>
            <w:r w:rsidRPr="00785CEB">
              <w:rPr>
                <w:b/>
                <w:bCs/>
                <w:sz w:val="14"/>
                <w:szCs w:val="14"/>
              </w:rPr>
              <w:t>6</w:t>
            </w:r>
            <w:r>
              <w:rPr>
                <w:sz w:val="14"/>
                <w:szCs w:val="14"/>
                <w:vertAlign w:val="superscript"/>
              </w:rPr>
              <w:t>th</w:t>
            </w:r>
            <w:r>
              <w:rPr>
                <w:sz w:val="14"/>
                <w:szCs w:val="14"/>
              </w:rPr>
              <w:t xml:space="preserve"> </w:t>
            </w:r>
            <w:r w:rsidRPr="00D73A48">
              <w:rPr>
                <w:sz w:val="14"/>
                <w:szCs w:val="14"/>
              </w:rPr>
              <w:t>session)</w:t>
            </w:r>
          </w:p>
        </w:tc>
        <w:tc>
          <w:tcPr>
            <w:tcW w:w="637" w:type="dxa"/>
            <w:tcBorders>
              <w:top w:val="single" w:sz="7" w:space="0" w:color="000000"/>
              <w:left w:val="single" w:sz="7" w:space="0" w:color="000000"/>
              <w:bottom w:val="single" w:sz="4" w:space="0" w:color="000000"/>
              <w:right w:val="single" w:sz="6" w:space="0" w:color="FFFFFF"/>
            </w:tcBorders>
          </w:tcPr>
          <w:p w14:paraId="0268461E" w14:textId="77777777" w:rsidR="00A02515" w:rsidRPr="00103F79" w:rsidRDefault="00A02515" w:rsidP="00DC460A">
            <w:pPr>
              <w:autoSpaceDE w:val="0"/>
              <w:autoSpaceDN w:val="0"/>
              <w:adjustRightInd w:val="0"/>
              <w:spacing w:before="40" w:line="286" w:lineRule="auto"/>
              <w:jc w:val="center"/>
              <w:rPr>
                <w:bCs/>
                <w:sz w:val="14"/>
                <w:szCs w:val="14"/>
              </w:rPr>
            </w:pPr>
            <w:r w:rsidRPr="00103F79">
              <w:rPr>
                <w:bCs/>
                <w:sz w:val="14"/>
                <w:szCs w:val="14"/>
              </w:rPr>
              <w:t>21-25</w:t>
            </w:r>
          </w:p>
        </w:tc>
        <w:tc>
          <w:tcPr>
            <w:tcW w:w="708" w:type="dxa"/>
            <w:tcBorders>
              <w:top w:val="single" w:sz="7" w:space="0" w:color="000000"/>
              <w:left w:val="single" w:sz="7" w:space="0" w:color="000000"/>
              <w:bottom w:val="single" w:sz="4" w:space="0" w:color="000000"/>
              <w:right w:val="single" w:sz="6" w:space="0" w:color="FFFFFF"/>
            </w:tcBorders>
          </w:tcPr>
          <w:p w14:paraId="75569821" w14:textId="77777777" w:rsidR="00A02515" w:rsidRPr="00103F79" w:rsidRDefault="00A02515" w:rsidP="00DC460A">
            <w:pPr>
              <w:tabs>
                <w:tab w:val="center" w:pos="389"/>
              </w:tabs>
              <w:autoSpaceDE w:val="0"/>
              <w:autoSpaceDN w:val="0"/>
              <w:adjustRightInd w:val="0"/>
              <w:spacing w:before="40" w:line="286" w:lineRule="auto"/>
              <w:ind w:left="-39" w:right="-65"/>
              <w:jc w:val="center"/>
              <w:rPr>
                <w:bCs/>
                <w:sz w:val="14"/>
                <w:szCs w:val="14"/>
              </w:rPr>
            </w:pPr>
            <w:r w:rsidRPr="00103F79">
              <w:rPr>
                <w:bCs/>
                <w:sz w:val="14"/>
                <w:szCs w:val="14"/>
              </w:rPr>
              <w:t>p.m./a.m.</w:t>
            </w:r>
          </w:p>
        </w:tc>
        <w:tc>
          <w:tcPr>
            <w:tcW w:w="426" w:type="dxa"/>
            <w:tcBorders>
              <w:top w:val="single" w:sz="7" w:space="0" w:color="000000"/>
              <w:left w:val="single" w:sz="7" w:space="0" w:color="000000"/>
              <w:bottom w:val="single" w:sz="4" w:space="0" w:color="000000"/>
              <w:right w:val="single" w:sz="4" w:space="0" w:color="auto"/>
            </w:tcBorders>
          </w:tcPr>
          <w:p w14:paraId="161722C7" w14:textId="77777777" w:rsidR="00A02515" w:rsidRPr="00103F79" w:rsidRDefault="00A02515" w:rsidP="00DC460A">
            <w:pPr>
              <w:tabs>
                <w:tab w:val="center" w:pos="284"/>
              </w:tabs>
              <w:autoSpaceDE w:val="0"/>
              <w:autoSpaceDN w:val="0"/>
              <w:adjustRightInd w:val="0"/>
              <w:spacing w:before="40" w:line="286" w:lineRule="auto"/>
              <w:jc w:val="center"/>
              <w:rPr>
                <w:bCs/>
                <w:sz w:val="14"/>
                <w:szCs w:val="14"/>
              </w:rPr>
            </w:pPr>
            <w:r w:rsidRPr="00103F79">
              <w:rPr>
                <w:bCs/>
                <w:sz w:val="14"/>
                <w:szCs w:val="14"/>
              </w:rPr>
              <w:t>8</w:t>
            </w:r>
          </w:p>
        </w:tc>
        <w:tc>
          <w:tcPr>
            <w:tcW w:w="449" w:type="dxa"/>
            <w:tcBorders>
              <w:top w:val="single" w:sz="7" w:space="0" w:color="000000"/>
              <w:left w:val="single" w:sz="4" w:space="0" w:color="auto"/>
              <w:bottom w:val="single" w:sz="4" w:space="0" w:color="000000"/>
              <w:right w:val="single" w:sz="4" w:space="0" w:color="auto"/>
            </w:tcBorders>
          </w:tcPr>
          <w:p w14:paraId="109DEF5B"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Yes</w:t>
            </w:r>
          </w:p>
        </w:tc>
        <w:tc>
          <w:tcPr>
            <w:tcW w:w="924" w:type="dxa"/>
            <w:tcBorders>
              <w:top w:val="single" w:sz="7" w:space="0" w:color="000000"/>
              <w:left w:val="single" w:sz="4" w:space="0" w:color="auto"/>
              <w:bottom w:val="single" w:sz="4" w:space="0" w:color="000000"/>
              <w:right w:val="single" w:sz="4" w:space="0" w:color="auto"/>
            </w:tcBorders>
          </w:tcPr>
          <w:p w14:paraId="15F43F57" w14:textId="77777777" w:rsidR="00A02515" w:rsidRDefault="00A02515" w:rsidP="00DC460A">
            <w:pPr>
              <w:autoSpaceDE w:val="0"/>
              <w:autoSpaceDN w:val="0"/>
              <w:adjustRightInd w:val="0"/>
              <w:spacing w:before="40" w:line="286" w:lineRule="auto"/>
              <w:jc w:val="center"/>
              <w:rPr>
                <w:sz w:val="14"/>
                <w:szCs w:val="14"/>
              </w:rPr>
            </w:pPr>
            <w:r>
              <w:rPr>
                <w:sz w:val="14"/>
                <w:szCs w:val="14"/>
              </w:rPr>
              <w:t>29.06.2020</w:t>
            </w:r>
          </w:p>
        </w:tc>
        <w:tc>
          <w:tcPr>
            <w:tcW w:w="626" w:type="dxa"/>
            <w:tcBorders>
              <w:top w:val="single" w:sz="7" w:space="0" w:color="000000"/>
              <w:left w:val="single" w:sz="4" w:space="0" w:color="auto"/>
              <w:bottom w:val="single" w:sz="4" w:space="0" w:color="000000"/>
              <w:right w:val="double" w:sz="4" w:space="0" w:color="auto"/>
            </w:tcBorders>
          </w:tcPr>
          <w:p w14:paraId="562EB8CE" w14:textId="77777777" w:rsidR="00A02515" w:rsidRPr="00D73A48" w:rsidRDefault="00A02515" w:rsidP="00DC460A">
            <w:pPr>
              <w:autoSpaceDE w:val="0"/>
              <w:autoSpaceDN w:val="0"/>
              <w:adjustRightInd w:val="0"/>
              <w:spacing w:before="40" w:line="286" w:lineRule="auto"/>
              <w:jc w:val="center"/>
              <w:rPr>
                <w:sz w:val="14"/>
                <w:szCs w:val="14"/>
              </w:rPr>
            </w:pPr>
            <w:r>
              <w:rPr>
                <w:sz w:val="14"/>
                <w:szCs w:val="14"/>
              </w:rPr>
              <w:t>150</w:t>
            </w:r>
          </w:p>
        </w:tc>
      </w:tr>
      <w:tr w:rsidR="00A02515" w:rsidRPr="00D73A48" w14:paraId="058BFEA9" w14:textId="77777777" w:rsidTr="00DC460A">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6C0F3E47" w14:textId="77777777" w:rsidR="00A02515" w:rsidRPr="00D73A48" w:rsidRDefault="00A02515" w:rsidP="00DC460A">
            <w:pPr>
              <w:autoSpaceDE w:val="0"/>
              <w:autoSpaceDN w:val="0"/>
              <w:adjustRightInd w:val="0"/>
              <w:spacing w:before="40" w:line="286" w:lineRule="auto"/>
              <w:ind w:right="-65"/>
              <w:rPr>
                <w:sz w:val="14"/>
                <w:szCs w:val="14"/>
              </w:rPr>
            </w:pPr>
            <w:r w:rsidRPr="00D73A48">
              <w:rPr>
                <w:sz w:val="14"/>
                <w:szCs w:val="14"/>
              </w:rPr>
              <w:t>OCTOBER</w:t>
            </w:r>
          </w:p>
        </w:tc>
        <w:tc>
          <w:tcPr>
            <w:tcW w:w="4994" w:type="dxa"/>
            <w:tcBorders>
              <w:top w:val="single" w:sz="4" w:space="0" w:color="000000"/>
              <w:left w:val="single" w:sz="8" w:space="0" w:color="000000"/>
              <w:bottom w:val="single" w:sz="4" w:space="0" w:color="000000"/>
              <w:right w:val="single" w:sz="6" w:space="0" w:color="FFFFFF"/>
            </w:tcBorders>
          </w:tcPr>
          <w:p w14:paraId="1FD526ED" w14:textId="77777777" w:rsidR="00A02515" w:rsidRPr="00D73A48" w:rsidRDefault="00A02515" w:rsidP="00DC460A">
            <w:pPr>
              <w:autoSpaceDE w:val="0"/>
              <w:autoSpaceDN w:val="0"/>
              <w:adjustRightInd w:val="0"/>
              <w:spacing w:before="40" w:line="286" w:lineRule="auto"/>
              <w:rPr>
                <w:sz w:val="14"/>
                <w:szCs w:val="14"/>
              </w:rPr>
            </w:pPr>
            <w:r w:rsidRPr="00D73A48">
              <w:rPr>
                <w:sz w:val="14"/>
                <w:szCs w:val="14"/>
              </w:rPr>
              <w:t>Working Party on General Safety Provisions (GRSG) (1</w:t>
            </w:r>
            <w:r>
              <w:rPr>
                <w:sz w:val="14"/>
                <w:szCs w:val="14"/>
              </w:rPr>
              <w:t>19</w:t>
            </w:r>
            <w:r w:rsidRPr="00D73A48">
              <w:rPr>
                <w:sz w:val="14"/>
                <w:szCs w:val="14"/>
                <w:vertAlign w:val="superscript"/>
              </w:rPr>
              <w:t>th</w:t>
            </w:r>
            <w:r w:rsidRPr="00D73A48">
              <w:rPr>
                <w:sz w:val="14"/>
                <w:szCs w:val="14"/>
              </w:rPr>
              <w:t xml:space="preserve"> session)</w:t>
            </w:r>
            <w:r w:rsidRPr="00D73A48">
              <w:rPr>
                <w:sz w:val="14"/>
                <w:szCs w:val="14"/>
              </w:rPr>
              <w:tab/>
            </w:r>
          </w:p>
        </w:tc>
        <w:tc>
          <w:tcPr>
            <w:tcW w:w="637" w:type="dxa"/>
            <w:tcBorders>
              <w:top w:val="single" w:sz="4" w:space="0" w:color="000000"/>
              <w:left w:val="single" w:sz="7" w:space="0" w:color="000000"/>
              <w:bottom w:val="single" w:sz="4" w:space="0" w:color="000000"/>
              <w:right w:val="single" w:sz="6" w:space="0" w:color="FFFFFF"/>
            </w:tcBorders>
          </w:tcPr>
          <w:p w14:paraId="4F4312C3" w14:textId="77777777" w:rsidR="00A02515" w:rsidRPr="00103F79" w:rsidRDefault="00A02515" w:rsidP="00DC460A">
            <w:pPr>
              <w:autoSpaceDE w:val="0"/>
              <w:autoSpaceDN w:val="0"/>
              <w:adjustRightInd w:val="0"/>
              <w:spacing w:before="40" w:line="286" w:lineRule="auto"/>
              <w:jc w:val="center"/>
              <w:rPr>
                <w:bCs/>
                <w:sz w:val="14"/>
                <w:szCs w:val="14"/>
              </w:rPr>
            </w:pPr>
            <w:r w:rsidRPr="00103F79">
              <w:rPr>
                <w:bCs/>
                <w:sz w:val="14"/>
                <w:szCs w:val="14"/>
              </w:rPr>
              <w:t>6-9</w:t>
            </w:r>
          </w:p>
        </w:tc>
        <w:tc>
          <w:tcPr>
            <w:tcW w:w="708" w:type="dxa"/>
            <w:tcBorders>
              <w:top w:val="single" w:sz="4" w:space="0" w:color="000000"/>
              <w:left w:val="single" w:sz="7" w:space="0" w:color="000000"/>
              <w:bottom w:val="single" w:sz="4" w:space="0" w:color="000000"/>
              <w:right w:val="single" w:sz="6" w:space="0" w:color="FFFFFF"/>
            </w:tcBorders>
          </w:tcPr>
          <w:p w14:paraId="5B339350" w14:textId="77777777" w:rsidR="00A02515" w:rsidRPr="00103F79" w:rsidRDefault="00A02515" w:rsidP="00DC460A">
            <w:pPr>
              <w:tabs>
                <w:tab w:val="center" w:pos="389"/>
              </w:tabs>
              <w:autoSpaceDE w:val="0"/>
              <w:autoSpaceDN w:val="0"/>
              <w:adjustRightInd w:val="0"/>
              <w:spacing w:before="40" w:line="286" w:lineRule="auto"/>
              <w:ind w:left="-39" w:right="-65"/>
              <w:jc w:val="center"/>
              <w:rPr>
                <w:bCs/>
                <w:sz w:val="14"/>
                <w:szCs w:val="14"/>
              </w:rPr>
            </w:pPr>
            <w:r w:rsidRPr="00103F79">
              <w:rPr>
                <w:bCs/>
                <w:sz w:val="14"/>
                <w:szCs w:val="14"/>
              </w:rPr>
              <w:t>a.m./a.m.</w:t>
            </w:r>
          </w:p>
        </w:tc>
        <w:tc>
          <w:tcPr>
            <w:tcW w:w="426" w:type="dxa"/>
            <w:tcBorders>
              <w:top w:val="single" w:sz="4" w:space="0" w:color="000000"/>
              <w:left w:val="single" w:sz="7" w:space="0" w:color="000000"/>
              <w:bottom w:val="single" w:sz="4" w:space="0" w:color="000000"/>
              <w:right w:val="single" w:sz="4" w:space="0" w:color="auto"/>
            </w:tcBorders>
          </w:tcPr>
          <w:p w14:paraId="64A7410C" w14:textId="77777777" w:rsidR="00A02515" w:rsidRPr="00103F79" w:rsidRDefault="00A02515" w:rsidP="00DC460A">
            <w:pPr>
              <w:tabs>
                <w:tab w:val="center" w:pos="284"/>
              </w:tabs>
              <w:autoSpaceDE w:val="0"/>
              <w:autoSpaceDN w:val="0"/>
              <w:adjustRightInd w:val="0"/>
              <w:spacing w:before="40" w:line="286" w:lineRule="auto"/>
              <w:jc w:val="center"/>
              <w:rPr>
                <w:bCs/>
                <w:sz w:val="14"/>
                <w:szCs w:val="14"/>
              </w:rPr>
            </w:pPr>
            <w:r w:rsidRPr="00103F79">
              <w:rPr>
                <w:bCs/>
                <w:sz w:val="14"/>
                <w:szCs w:val="14"/>
              </w:rPr>
              <w:t>7</w:t>
            </w:r>
          </w:p>
        </w:tc>
        <w:tc>
          <w:tcPr>
            <w:tcW w:w="449" w:type="dxa"/>
            <w:tcBorders>
              <w:top w:val="single" w:sz="4" w:space="0" w:color="000000"/>
              <w:left w:val="single" w:sz="4" w:space="0" w:color="auto"/>
              <w:bottom w:val="single" w:sz="4" w:space="0" w:color="000000"/>
              <w:right w:val="single" w:sz="4" w:space="0" w:color="auto"/>
            </w:tcBorders>
          </w:tcPr>
          <w:p w14:paraId="7F775328"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Yes</w:t>
            </w:r>
          </w:p>
        </w:tc>
        <w:tc>
          <w:tcPr>
            <w:tcW w:w="924" w:type="dxa"/>
            <w:tcBorders>
              <w:top w:val="single" w:sz="4" w:space="0" w:color="000000"/>
              <w:left w:val="single" w:sz="4" w:space="0" w:color="auto"/>
              <w:bottom w:val="single" w:sz="4" w:space="0" w:color="000000"/>
              <w:right w:val="single" w:sz="4" w:space="0" w:color="auto"/>
            </w:tcBorders>
          </w:tcPr>
          <w:p w14:paraId="1FBE11A8" w14:textId="77777777" w:rsidR="00A02515" w:rsidRDefault="00A02515" w:rsidP="00DC460A">
            <w:pPr>
              <w:autoSpaceDE w:val="0"/>
              <w:autoSpaceDN w:val="0"/>
              <w:adjustRightInd w:val="0"/>
              <w:spacing w:before="40" w:line="286" w:lineRule="auto"/>
              <w:jc w:val="center"/>
              <w:rPr>
                <w:sz w:val="14"/>
                <w:szCs w:val="14"/>
              </w:rPr>
            </w:pPr>
            <w:r>
              <w:rPr>
                <w:sz w:val="14"/>
                <w:szCs w:val="14"/>
              </w:rPr>
              <w:t>14.07.2020</w:t>
            </w:r>
          </w:p>
        </w:tc>
        <w:tc>
          <w:tcPr>
            <w:tcW w:w="626" w:type="dxa"/>
            <w:tcBorders>
              <w:top w:val="single" w:sz="4" w:space="0" w:color="000000"/>
              <w:left w:val="single" w:sz="4" w:space="0" w:color="auto"/>
              <w:bottom w:val="single" w:sz="4" w:space="0" w:color="000000"/>
              <w:right w:val="double" w:sz="4" w:space="0" w:color="auto"/>
            </w:tcBorders>
          </w:tcPr>
          <w:p w14:paraId="59B811B4" w14:textId="77777777" w:rsidR="00A02515" w:rsidRPr="00D73A48" w:rsidRDefault="00A02515" w:rsidP="00DC460A">
            <w:pPr>
              <w:autoSpaceDE w:val="0"/>
              <w:autoSpaceDN w:val="0"/>
              <w:adjustRightInd w:val="0"/>
              <w:spacing w:before="40" w:line="286" w:lineRule="auto"/>
              <w:jc w:val="center"/>
              <w:rPr>
                <w:sz w:val="14"/>
                <w:szCs w:val="14"/>
              </w:rPr>
            </w:pPr>
            <w:r>
              <w:rPr>
                <w:sz w:val="14"/>
                <w:szCs w:val="14"/>
              </w:rPr>
              <w:t>120</w:t>
            </w:r>
          </w:p>
        </w:tc>
      </w:tr>
      <w:tr w:rsidR="00A02515" w:rsidRPr="00D73A48" w14:paraId="2213097E" w14:textId="77777777" w:rsidTr="00DC460A">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66B54BD2" w14:textId="77777777" w:rsidR="00A02515" w:rsidRPr="00D73A48" w:rsidRDefault="00A02515" w:rsidP="00DC460A">
            <w:pPr>
              <w:autoSpaceDE w:val="0"/>
              <w:autoSpaceDN w:val="0"/>
              <w:adjustRightInd w:val="0"/>
              <w:spacing w:before="40" w:line="286" w:lineRule="auto"/>
              <w:ind w:right="-65"/>
              <w:rPr>
                <w:sz w:val="14"/>
                <w:szCs w:val="14"/>
              </w:rPr>
            </w:pPr>
            <w:r w:rsidRPr="00D73A48">
              <w:rPr>
                <w:sz w:val="14"/>
                <w:szCs w:val="14"/>
              </w:rPr>
              <w:t>OCTOBER</w:t>
            </w:r>
          </w:p>
        </w:tc>
        <w:tc>
          <w:tcPr>
            <w:tcW w:w="4994" w:type="dxa"/>
            <w:tcBorders>
              <w:top w:val="single" w:sz="4" w:space="0" w:color="000000"/>
              <w:left w:val="single" w:sz="8" w:space="0" w:color="000000"/>
              <w:bottom w:val="single" w:sz="4" w:space="0" w:color="000000"/>
              <w:right w:val="single" w:sz="6" w:space="0" w:color="FFFFFF"/>
            </w:tcBorders>
          </w:tcPr>
          <w:p w14:paraId="542A9A7E" w14:textId="77777777" w:rsidR="00A02515" w:rsidRPr="00D73A48" w:rsidRDefault="00A02515" w:rsidP="00DC460A">
            <w:pPr>
              <w:autoSpaceDE w:val="0"/>
              <w:autoSpaceDN w:val="0"/>
              <w:adjustRightInd w:val="0"/>
              <w:spacing w:before="40" w:line="286" w:lineRule="auto"/>
              <w:rPr>
                <w:sz w:val="14"/>
                <w:szCs w:val="14"/>
              </w:rPr>
            </w:pPr>
            <w:r w:rsidRPr="00D73A48">
              <w:rPr>
                <w:sz w:val="14"/>
                <w:szCs w:val="14"/>
              </w:rPr>
              <w:t>Working Party on Lighting and Light-Signalling (GRE) (</w:t>
            </w:r>
            <w:r>
              <w:rPr>
                <w:sz w:val="14"/>
                <w:szCs w:val="14"/>
              </w:rPr>
              <w:t>84</w:t>
            </w:r>
            <w:r w:rsidRPr="00743707">
              <w:rPr>
                <w:sz w:val="14"/>
                <w:szCs w:val="14"/>
                <w:vertAlign w:val="superscript"/>
              </w:rPr>
              <w:t>th</w:t>
            </w:r>
            <w:r>
              <w:rPr>
                <w:sz w:val="14"/>
                <w:szCs w:val="14"/>
              </w:rPr>
              <w:t xml:space="preserve"> </w:t>
            </w:r>
            <w:r w:rsidRPr="00D73A48">
              <w:rPr>
                <w:sz w:val="14"/>
                <w:szCs w:val="14"/>
              </w:rPr>
              <w:t>session)</w:t>
            </w:r>
          </w:p>
        </w:tc>
        <w:tc>
          <w:tcPr>
            <w:tcW w:w="637" w:type="dxa"/>
            <w:tcBorders>
              <w:top w:val="single" w:sz="4" w:space="0" w:color="000000"/>
              <w:left w:val="single" w:sz="7" w:space="0" w:color="000000"/>
              <w:bottom w:val="single" w:sz="4" w:space="0" w:color="000000"/>
              <w:right w:val="single" w:sz="6" w:space="0" w:color="FFFFFF"/>
            </w:tcBorders>
          </w:tcPr>
          <w:p w14:paraId="0175C080" w14:textId="77777777" w:rsidR="00A02515" w:rsidRPr="00103F79" w:rsidRDefault="00A02515" w:rsidP="00DC460A">
            <w:pPr>
              <w:autoSpaceDE w:val="0"/>
              <w:autoSpaceDN w:val="0"/>
              <w:adjustRightInd w:val="0"/>
              <w:spacing w:before="40" w:line="286" w:lineRule="auto"/>
              <w:jc w:val="center"/>
              <w:rPr>
                <w:bCs/>
                <w:sz w:val="14"/>
                <w:szCs w:val="14"/>
              </w:rPr>
            </w:pPr>
            <w:r w:rsidRPr="00103F79">
              <w:rPr>
                <w:bCs/>
                <w:sz w:val="14"/>
                <w:szCs w:val="14"/>
              </w:rPr>
              <w:t>20-23</w:t>
            </w:r>
          </w:p>
        </w:tc>
        <w:tc>
          <w:tcPr>
            <w:tcW w:w="708" w:type="dxa"/>
            <w:tcBorders>
              <w:top w:val="single" w:sz="4" w:space="0" w:color="000000"/>
              <w:left w:val="single" w:sz="7" w:space="0" w:color="000000"/>
              <w:bottom w:val="single" w:sz="4" w:space="0" w:color="000000"/>
              <w:right w:val="single" w:sz="6" w:space="0" w:color="FFFFFF"/>
            </w:tcBorders>
          </w:tcPr>
          <w:p w14:paraId="1D66911F" w14:textId="77777777" w:rsidR="00A02515" w:rsidRPr="00103F79" w:rsidRDefault="00A02515" w:rsidP="00DC460A">
            <w:pPr>
              <w:tabs>
                <w:tab w:val="center" w:pos="389"/>
              </w:tabs>
              <w:autoSpaceDE w:val="0"/>
              <w:autoSpaceDN w:val="0"/>
              <w:adjustRightInd w:val="0"/>
              <w:spacing w:before="40" w:line="286" w:lineRule="auto"/>
              <w:ind w:left="-39" w:right="-65"/>
              <w:jc w:val="center"/>
              <w:rPr>
                <w:bCs/>
                <w:sz w:val="14"/>
                <w:szCs w:val="14"/>
              </w:rPr>
            </w:pPr>
            <w:r w:rsidRPr="00103F79">
              <w:rPr>
                <w:bCs/>
                <w:sz w:val="14"/>
                <w:szCs w:val="14"/>
              </w:rPr>
              <w:t>a.m./a.m.</w:t>
            </w:r>
          </w:p>
        </w:tc>
        <w:tc>
          <w:tcPr>
            <w:tcW w:w="426" w:type="dxa"/>
            <w:tcBorders>
              <w:top w:val="single" w:sz="4" w:space="0" w:color="000000"/>
              <w:left w:val="single" w:sz="7" w:space="0" w:color="000000"/>
              <w:bottom w:val="single" w:sz="4" w:space="0" w:color="000000"/>
              <w:right w:val="single" w:sz="4" w:space="0" w:color="auto"/>
            </w:tcBorders>
          </w:tcPr>
          <w:p w14:paraId="02DA0298" w14:textId="77777777" w:rsidR="00A02515" w:rsidRPr="00103F79" w:rsidRDefault="00A02515" w:rsidP="00DC460A">
            <w:pPr>
              <w:tabs>
                <w:tab w:val="center" w:pos="284"/>
              </w:tabs>
              <w:autoSpaceDE w:val="0"/>
              <w:autoSpaceDN w:val="0"/>
              <w:adjustRightInd w:val="0"/>
              <w:spacing w:before="40" w:line="286" w:lineRule="auto"/>
              <w:jc w:val="center"/>
              <w:rPr>
                <w:bCs/>
                <w:sz w:val="14"/>
                <w:szCs w:val="14"/>
              </w:rPr>
            </w:pPr>
            <w:r w:rsidRPr="00103F79">
              <w:rPr>
                <w:bCs/>
                <w:sz w:val="14"/>
                <w:szCs w:val="14"/>
              </w:rPr>
              <w:t>7</w:t>
            </w:r>
          </w:p>
        </w:tc>
        <w:tc>
          <w:tcPr>
            <w:tcW w:w="449" w:type="dxa"/>
            <w:tcBorders>
              <w:top w:val="single" w:sz="4" w:space="0" w:color="000000"/>
              <w:left w:val="single" w:sz="4" w:space="0" w:color="auto"/>
              <w:bottom w:val="single" w:sz="4" w:space="0" w:color="000000"/>
              <w:right w:val="single" w:sz="4" w:space="0" w:color="auto"/>
            </w:tcBorders>
          </w:tcPr>
          <w:p w14:paraId="00A24645"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Yes</w:t>
            </w:r>
          </w:p>
        </w:tc>
        <w:tc>
          <w:tcPr>
            <w:tcW w:w="924" w:type="dxa"/>
            <w:tcBorders>
              <w:top w:val="single" w:sz="4" w:space="0" w:color="000000"/>
              <w:left w:val="single" w:sz="4" w:space="0" w:color="auto"/>
              <w:bottom w:val="single" w:sz="4" w:space="0" w:color="000000"/>
              <w:right w:val="single" w:sz="4" w:space="0" w:color="auto"/>
            </w:tcBorders>
          </w:tcPr>
          <w:p w14:paraId="6C6E7402" w14:textId="77777777" w:rsidR="00A02515" w:rsidRDefault="00A02515" w:rsidP="00DC460A">
            <w:pPr>
              <w:autoSpaceDE w:val="0"/>
              <w:autoSpaceDN w:val="0"/>
              <w:adjustRightInd w:val="0"/>
              <w:spacing w:before="40" w:line="286" w:lineRule="auto"/>
              <w:jc w:val="center"/>
              <w:rPr>
                <w:sz w:val="14"/>
                <w:szCs w:val="14"/>
              </w:rPr>
            </w:pPr>
            <w:r>
              <w:rPr>
                <w:sz w:val="14"/>
                <w:szCs w:val="14"/>
              </w:rPr>
              <w:t>28.07.2020</w:t>
            </w:r>
          </w:p>
        </w:tc>
        <w:tc>
          <w:tcPr>
            <w:tcW w:w="626" w:type="dxa"/>
            <w:tcBorders>
              <w:top w:val="single" w:sz="4" w:space="0" w:color="000000"/>
              <w:left w:val="single" w:sz="4" w:space="0" w:color="auto"/>
              <w:bottom w:val="single" w:sz="4" w:space="0" w:color="000000"/>
              <w:right w:val="double" w:sz="4" w:space="0" w:color="auto"/>
            </w:tcBorders>
          </w:tcPr>
          <w:p w14:paraId="64656CFD" w14:textId="77777777" w:rsidR="00A02515" w:rsidRPr="00D73A48" w:rsidRDefault="00A02515" w:rsidP="00DC460A">
            <w:pPr>
              <w:autoSpaceDE w:val="0"/>
              <w:autoSpaceDN w:val="0"/>
              <w:adjustRightInd w:val="0"/>
              <w:spacing w:before="40" w:line="286" w:lineRule="auto"/>
              <w:jc w:val="center"/>
              <w:rPr>
                <w:sz w:val="14"/>
                <w:szCs w:val="14"/>
              </w:rPr>
            </w:pPr>
            <w:r>
              <w:rPr>
                <w:sz w:val="14"/>
                <w:szCs w:val="14"/>
              </w:rPr>
              <w:t>120</w:t>
            </w:r>
          </w:p>
        </w:tc>
      </w:tr>
      <w:tr w:rsidR="00A02515" w:rsidRPr="00D73A48" w14:paraId="5C1D0B3A" w14:textId="77777777" w:rsidTr="00DC460A">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4F5FE99C" w14:textId="77777777" w:rsidR="00A02515" w:rsidRPr="00D73A48" w:rsidRDefault="00A02515" w:rsidP="00DC460A">
            <w:pPr>
              <w:autoSpaceDE w:val="0"/>
              <w:autoSpaceDN w:val="0"/>
              <w:adjustRightInd w:val="0"/>
              <w:spacing w:before="40" w:line="286" w:lineRule="auto"/>
              <w:ind w:right="-65"/>
              <w:rPr>
                <w:sz w:val="14"/>
                <w:szCs w:val="14"/>
              </w:rPr>
            </w:pPr>
            <w:r w:rsidRPr="00D73A48">
              <w:rPr>
                <w:sz w:val="14"/>
                <w:szCs w:val="14"/>
              </w:rPr>
              <w:t>NOVEMBER</w:t>
            </w:r>
          </w:p>
        </w:tc>
        <w:tc>
          <w:tcPr>
            <w:tcW w:w="4994" w:type="dxa"/>
            <w:tcBorders>
              <w:top w:val="single" w:sz="4" w:space="0" w:color="000000"/>
              <w:left w:val="single" w:sz="8" w:space="0" w:color="000000"/>
              <w:bottom w:val="single" w:sz="4" w:space="0" w:color="000000"/>
              <w:right w:val="single" w:sz="6" w:space="0" w:color="FFFFFF"/>
            </w:tcBorders>
          </w:tcPr>
          <w:p w14:paraId="2D91E069" w14:textId="77777777" w:rsidR="00A02515" w:rsidRPr="00D73A48" w:rsidRDefault="00A02515" w:rsidP="00DC460A">
            <w:pPr>
              <w:autoSpaceDE w:val="0"/>
              <w:autoSpaceDN w:val="0"/>
              <w:adjustRightInd w:val="0"/>
              <w:spacing w:before="40" w:line="286" w:lineRule="auto"/>
              <w:rPr>
                <w:spacing w:val="-2"/>
                <w:sz w:val="14"/>
                <w:szCs w:val="14"/>
              </w:rPr>
            </w:pPr>
            <w:r w:rsidRPr="00D73A48">
              <w:rPr>
                <w:spacing w:val="-2"/>
                <w:sz w:val="14"/>
                <w:szCs w:val="14"/>
              </w:rPr>
              <w:t>Administrative Committee for the Coordination of Work (WP.29/AC.2) (1</w:t>
            </w:r>
            <w:r>
              <w:rPr>
                <w:spacing w:val="-2"/>
                <w:sz w:val="14"/>
                <w:szCs w:val="14"/>
              </w:rPr>
              <w:t>34</w:t>
            </w:r>
            <w:r w:rsidRPr="006F22FA">
              <w:rPr>
                <w:spacing w:val="-2"/>
                <w:sz w:val="14"/>
                <w:szCs w:val="14"/>
                <w:vertAlign w:val="superscript"/>
              </w:rPr>
              <w:t>th</w:t>
            </w:r>
            <w:r>
              <w:rPr>
                <w:spacing w:val="-2"/>
                <w:sz w:val="14"/>
                <w:szCs w:val="14"/>
              </w:rPr>
              <w:t xml:space="preserve"> </w:t>
            </w:r>
            <w:r w:rsidRPr="00D73A48">
              <w:rPr>
                <w:spacing w:val="-2"/>
                <w:sz w:val="14"/>
                <w:szCs w:val="14"/>
              </w:rPr>
              <w:t>session)</w:t>
            </w:r>
          </w:p>
        </w:tc>
        <w:tc>
          <w:tcPr>
            <w:tcW w:w="637" w:type="dxa"/>
            <w:tcBorders>
              <w:top w:val="single" w:sz="4" w:space="0" w:color="000000"/>
              <w:left w:val="single" w:sz="7" w:space="0" w:color="000000"/>
              <w:bottom w:val="single" w:sz="4" w:space="0" w:color="000000"/>
              <w:right w:val="single" w:sz="6" w:space="0" w:color="FFFFFF"/>
            </w:tcBorders>
          </w:tcPr>
          <w:p w14:paraId="505AF4B6" w14:textId="77777777" w:rsidR="00A02515" w:rsidRPr="00103F79" w:rsidRDefault="00A02515" w:rsidP="00DC460A">
            <w:pPr>
              <w:autoSpaceDE w:val="0"/>
              <w:autoSpaceDN w:val="0"/>
              <w:adjustRightInd w:val="0"/>
              <w:spacing w:before="40" w:line="286" w:lineRule="auto"/>
              <w:jc w:val="center"/>
              <w:rPr>
                <w:bCs/>
                <w:sz w:val="14"/>
                <w:szCs w:val="14"/>
              </w:rPr>
            </w:pPr>
            <w:r w:rsidRPr="00103F79">
              <w:rPr>
                <w:bCs/>
                <w:sz w:val="14"/>
                <w:szCs w:val="14"/>
              </w:rPr>
              <w:t>9</w:t>
            </w:r>
          </w:p>
        </w:tc>
        <w:tc>
          <w:tcPr>
            <w:tcW w:w="708" w:type="dxa"/>
            <w:tcBorders>
              <w:top w:val="single" w:sz="4" w:space="0" w:color="000000"/>
              <w:left w:val="single" w:sz="7" w:space="0" w:color="000000"/>
              <w:bottom w:val="single" w:sz="4" w:space="0" w:color="000000"/>
              <w:right w:val="single" w:sz="6" w:space="0" w:color="FFFFFF"/>
            </w:tcBorders>
          </w:tcPr>
          <w:p w14:paraId="4C6AB86B" w14:textId="77777777" w:rsidR="00A02515" w:rsidRPr="00103F79" w:rsidRDefault="00A02515" w:rsidP="00DC460A">
            <w:pPr>
              <w:tabs>
                <w:tab w:val="center" w:pos="389"/>
              </w:tabs>
              <w:autoSpaceDE w:val="0"/>
              <w:autoSpaceDN w:val="0"/>
              <w:adjustRightInd w:val="0"/>
              <w:spacing w:before="40" w:line="286" w:lineRule="auto"/>
              <w:ind w:left="-39" w:right="-65"/>
              <w:jc w:val="center"/>
              <w:rPr>
                <w:bCs/>
                <w:sz w:val="14"/>
                <w:szCs w:val="14"/>
              </w:rPr>
            </w:pPr>
            <w:r w:rsidRPr="00103F79">
              <w:rPr>
                <w:bCs/>
                <w:sz w:val="14"/>
                <w:szCs w:val="14"/>
              </w:rPr>
              <w:t>a.m./p.m.</w:t>
            </w:r>
          </w:p>
        </w:tc>
        <w:tc>
          <w:tcPr>
            <w:tcW w:w="426" w:type="dxa"/>
            <w:tcBorders>
              <w:top w:val="single" w:sz="4" w:space="0" w:color="000000"/>
              <w:left w:val="single" w:sz="7" w:space="0" w:color="000000"/>
              <w:bottom w:val="single" w:sz="4" w:space="0" w:color="000000"/>
              <w:right w:val="single" w:sz="4" w:space="0" w:color="auto"/>
            </w:tcBorders>
          </w:tcPr>
          <w:p w14:paraId="3531B398" w14:textId="77777777" w:rsidR="00A02515" w:rsidRPr="00103F79" w:rsidRDefault="00A02515" w:rsidP="00DC460A">
            <w:pPr>
              <w:tabs>
                <w:tab w:val="center" w:pos="284"/>
              </w:tabs>
              <w:autoSpaceDE w:val="0"/>
              <w:autoSpaceDN w:val="0"/>
              <w:adjustRightInd w:val="0"/>
              <w:spacing w:before="40" w:line="286" w:lineRule="auto"/>
              <w:jc w:val="center"/>
              <w:rPr>
                <w:bCs/>
                <w:sz w:val="14"/>
                <w:szCs w:val="14"/>
              </w:rPr>
            </w:pPr>
            <w:r w:rsidRPr="00103F79">
              <w:rPr>
                <w:bCs/>
                <w:sz w:val="14"/>
                <w:szCs w:val="14"/>
              </w:rPr>
              <w:t>2</w:t>
            </w:r>
          </w:p>
        </w:tc>
        <w:tc>
          <w:tcPr>
            <w:tcW w:w="449" w:type="dxa"/>
            <w:tcBorders>
              <w:top w:val="single" w:sz="4" w:space="0" w:color="000000"/>
              <w:left w:val="single" w:sz="4" w:space="0" w:color="auto"/>
              <w:bottom w:val="single" w:sz="4" w:space="0" w:color="000000"/>
              <w:right w:val="single" w:sz="4" w:space="0" w:color="auto"/>
            </w:tcBorders>
          </w:tcPr>
          <w:p w14:paraId="4EC39613"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No</w:t>
            </w:r>
          </w:p>
        </w:tc>
        <w:tc>
          <w:tcPr>
            <w:tcW w:w="924" w:type="dxa"/>
            <w:tcBorders>
              <w:top w:val="single" w:sz="4" w:space="0" w:color="000000"/>
              <w:left w:val="single" w:sz="4" w:space="0" w:color="auto"/>
              <w:bottom w:val="single" w:sz="4" w:space="0" w:color="000000"/>
              <w:right w:val="single" w:sz="4" w:space="0" w:color="auto"/>
            </w:tcBorders>
          </w:tcPr>
          <w:p w14:paraId="40613829" w14:textId="77777777" w:rsidR="00A02515" w:rsidRPr="00D73A48" w:rsidRDefault="00A02515" w:rsidP="00DC460A">
            <w:pPr>
              <w:autoSpaceDE w:val="0"/>
              <w:autoSpaceDN w:val="0"/>
              <w:adjustRightInd w:val="0"/>
              <w:spacing w:before="40" w:line="286" w:lineRule="auto"/>
              <w:jc w:val="center"/>
              <w:rPr>
                <w:sz w:val="14"/>
                <w:szCs w:val="14"/>
              </w:rPr>
            </w:pPr>
          </w:p>
        </w:tc>
        <w:tc>
          <w:tcPr>
            <w:tcW w:w="626" w:type="dxa"/>
            <w:tcBorders>
              <w:top w:val="single" w:sz="4" w:space="0" w:color="000000"/>
              <w:left w:val="single" w:sz="4" w:space="0" w:color="auto"/>
              <w:bottom w:val="single" w:sz="4" w:space="0" w:color="000000"/>
              <w:right w:val="double" w:sz="4" w:space="0" w:color="auto"/>
            </w:tcBorders>
          </w:tcPr>
          <w:p w14:paraId="6CB44DE4"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35</w:t>
            </w:r>
          </w:p>
        </w:tc>
      </w:tr>
      <w:tr w:rsidR="00A02515" w:rsidRPr="00D73A48" w14:paraId="4F711F00" w14:textId="77777777" w:rsidTr="00DC460A">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6144A362" w14:textId="77777777" w:rsidR="00A02515" w:rsidRPr="00D73A48" w:rsidRDefault="00A02515" w:rsidP="00DC460A">
            <w:pPr>
              <w:autoSpaceDE w:val="0"/>
              <w:autoSpaceDN w:val="0"/>
              <w:adjustRightInd w:val="0"/>
              <w:spacing w:before="40" w:line="286" w:lineRule="auto"/>
              <w:ind w:right="-65"/>
              <w:rPr>
                <w:sz w:val="14"/>
                <w:szCs w:val="14"/>
              </w:rPr>
            </w:pPr>
            <w:r w:rsidRPr="00D73A48">
              <w:rPr>
                <w:sz w:val="14"/>
                <w:szCs w:val="14"/>
              </w:rPr>
              <w:t>NOVEMBER</w:t>
            </w:r>
          </w:p>
        </w:tc>
        <w:tc>
          <w:tcPr>
            <w:tcW w:w="4994" w:type="dxa"/>
            <w:tcBorders>
              <w:top w:val="single" w:sz="4" w:space="0" w:color="000000"/>
              <w:left w:val="single" w:sz="8" w:space="0" w:color="000000"/>
              <w:bottom w:val="single" w:sz="4" w:space="0" w:color="000000"/>
              <w:right w:val="single" w:sz="6" w:space="0" w:color="FFFFFF"/>
            </w:tcBorders>
          </w:tcPr>
          <w:p w14:paraId="213CD559" w14:textId="77777777" w:rsidR="00A02515" w:rsidRPr="00D73A48" w:rsidRDefault="00A02515" w:rsidP="00DC460A">
            <w:pPr>
              <w:autoSpaceDE w:val="0"/>
              <w:autoSpaceDN w:val="0"/>
              <w:adjustRightInd w:val="0"/>
              <w:spacing w:before="40" w:line="286" w:lineRule="auto"/>
              <w:rPr>
                <w:sz w:val="14"/>
                <w:szCs w:val="14"/>
              </w:rPr>
            </w:pPr>
            <w:r w:rsidRPr="00D73A48">
              <w:rPr>
                <w:sz w:val="14"/>
                <w:szCs w:val="14"/>
              </w:rPr>
              <w:t>World Forum for Harmonization of Vehicle Regulations (WP.29) (1</w:t>
            </w:r>
            <w:r>
              <w:rPr>
                <w:sz w:val="14"/>
                <w:szCs w:val="14"/>
              </w:rPr>
              <w:t>82</w:t>
            </w:r>
            <w:r>
              <w:rPr>
                <w:sz w:val="14"/>
                <w:szCs w:val="14"/>
                <w:vertAlign w:val="superscript"/>
              </w:rPr>
              <w:t>n</w:t>
            </w:r>
            <w:r w:rsidRPr="006F22FA">
              <w:rPr>
                <w:sz w:val="14"/>
                <w:szCs w:val="14"/>
                <w:vertAlign w:val="superscript"/>
              </w:rPr>
              <w:t>d</w:t>
            </w:r>
            <w:r>
              <w:rPr>
                <w:sz w:val="14"/>
                <w:szCs w:val="14"/>
              </w:rPr>
              <w:t xml:space="preserve"> </w:t>
            </w:r>
            <w:r w:rsidRPr="00D73A48">
              <w:rPr>
                <w:sz w:val="14"/>
                <w:szCs w:val="14"/>
              </w:rPr>
              <w:t xml:space="preserve">session); Admin. Committee of the 1958 Agreement (AC.1: </w:t>
            </w:r>
            <w:r>
              <w:rPr>
                <w:sz w:val="14"/>
                <w:szCs w:val="14"/>
              </w:rPr>
              <w:t>76</w:t>
            </w:r>
            <w:r w:rsidRPr="00061704">
              <w:rPr>
                <w:sz w:val="14"/>
                <w:szCs w:val="14"/>
                <w:vertAlign w:val="superscript"/>
              </w:rPr>
              <w:t>th</w:t>
            </w:r>
            <w:r w:rsidRPr="00D73A48">
              <w:rPr>
                <w:sz w:val="14"/>
                <w:szCs w:val="14"/>
              </w:rPr>
              <w:t xml:space="preserve"> session);</w:t>
            </w:r>
            <w:r w:rsidRPr="00D73A48">
              <w:rPr>
                <w:sz w:val="14"/>
                <w:szCs w:val="14"/>
              </w:rPr>
              <w:br/>
              <w:t xml:space="preserve">Executive Committee of the 1998 Agreement (AC.3: </w:t>
            </w:r>
            <w:r>
              <w:rPr>
                <w:sz w:val="14"/>
                <w:szCs w:val="14"/>
              </w:rPr>
              <w:t>60</w:t>
            </w:r>
            <w:r w:rsidRPr="004E1377">
              <w:rPr>
                <w:sz w:val="14"/>
                <w:szCs w:val="14"/>
                <w:vertAlign w:val="superscript"/>
              </w:rPr>
              <w:t>t</w:t>
            </w:r>
            <w:r>
              <w:rPr>
                <w:sz w:val="14"/>
                <w:szCs w:val="14"/>
                <w:vertAlign w:val="superscript"/>
              </w:rPr>
              <w:t>h</w:t>
            </w:r>
            <w:r>
              <w:rPr>
                <w:sz w:val="14"/>
                <w:szCs w:val="14"/>
              </w:rPr>
              <w:t xml:space="preserve"> </w:t>
            </w:r>
            <w:r w:rsidRPr="00D73A48">
              <w:rPr>
                <w:sz w:val="14"/>
                <w:szCs w:val="14"/>
              </w:rPr>
              <w:t xml:space="preserve">session); </w:t>
            </w:r>
            <w:r w:rsidRPr="00D73A48">
              <w:rPr>
                <w:sz w:val="14"/>
                <w:szCs w:val="14"/>
              </w:rPr>
              <w:br/>
              <w:t xml:space="preserve">Admin. Committee of the 1997 Agreement (AC.4: </w:t>
            </w:r>
            <w:r w:rsidRPr="00E01185">
              <w:rPr>
                <w:b/>
                <w:sz w:val="14"/>
                <w:szCs w:val="14"/>
              </w:rPr>
              <w:t>1</w:t>
            </w:r>
            <w:r>
              <w:rPr>
                <w:b/>
                <w:sz w:val="14"/>
                <w:szCs w:val="14"/>
              </w:rPr>
              <w:t>7</w:t>
            </w:r>
            <w:r w:rsidRPr="00E01185">
              <w:rPr>
                <w:b/>
                <w:sz w:val="14"/>
                <w:szCs w:val="14"/>
                <w:vertAlign w:val="superscript"/>
              </w:rPr>
              <w:t>th</w:t>
            </w:r>
            <w:r w:rsidRPr="00D73A48">
              <w:rPr>
                <w:sz w:val="14"/>
                <w:szCs w:val="14"/>
              </w:rPr>
              <w:t xml:space="preserve"> session)</w:t>
            </w:r>
            <w:r w:rsidRPr="00D73A48">
              <w:rPr>
                <w:sz w:val="14"/>
                <w:szCs w:val="14"/>
              </w:rPr>
              <w:tab/>
            </w:r>
          </w:p>
        </w:tc>
        <w:tc>
          <w:tcPr>
            <w:tcW w:w="637" w:type="dxa"/>
            <w:tcBorders>
              <w:top w:val="single" w:sz="4" w:space="0" w:color="000000"/>
              <w:left w:val="single" w:sz="7" w:space="0" w:color="000000"/>
              <w:bottom w:val="single" w:sz="4" w:space="0" w:color="000000"/>
              <w:right w:val="single" w:sz="6" w:space="0" w:color="FFFFFF"/>
            </w:tcBorders>
          </w:tcPr>
          <w:p w14:paraId="35D17CA4" w14:textId="77777777" w:rsidR="00A02515" w:rsidRPr="00103F79" w:rsidRDefault="00A02515" w:rsidP="00DC460A">
            <w:pPr>
              <w:autoSpaceDE w:val="0"/>
              <w:autoSpaceDN w:val="0"/>
              <w:adjustRightInd w:val="0"/>
              <w:spacing w:before="40" w:line="286" w:lineRule="auto"/>
              <w:jc w:val="center"/>
              <w:rPr>
                <w:bCs/>
                <w:sz w:val="14"/>
                <w:szCs w:val="14"/>
              </w:rPr>
            </w:pPr>
            <w:r w:rsidRPr="00103F79">
              <w:rPr>
                <w:bCs/>
                <w:sz w:val="14"/>
                <w:szCs w:val="14"/>
              </w:rPr>
              <w:t>10-13 (11</w:t>
            </w:r>
            <w:r w:rsidRPr="00103F79">
              <w:rPr>
                <w:bCs/>
                <w:sz w:val="14"/>
                <w:szCs w:val="14"/>
              </w:rPr>
              <w:br/>
              <w:t>11-12</w:t>
            </w:r>
            <w:r w:rsidRPr="00103F79">
              <w:rPr>
                <w:bCs/>
                <w:sz w:val="14"/>
                <w:szCs w:val="14"/>
              </w:rPr>
              <w:br/>
              <w:t>12)</w:t>
            </w:r>
          </w:p>
        </w:tc>
        <w:tc>
          <w:tcPr>
            <w:tcW w:w="708" w:type="dxa"/>
            <w:tcBorders>
              <w:top w:val="single" w:sz="4" w:space="0" w:color="000000"/>
              <w:left w:val="single" w:sz="7" w:space="0" w:color="000000"/>
              <w:bottom w:val="single" w:sz="4" w:space="0" w:color="000000"/>
              <w:right w:val="single" w:sz="6" w:space="0" w:color="FFFFFF"/>
            </w:tcBorders>
          </w:tcPr>
          <w:p w14:paraId="40A77A17" w14:textId="77777777" w:rsidR="00A02515" w:rsidRPr="00103F79" w:rsidRDefault="00A02515" w:rsidP="00DC460A">
            <w:pPr>
              <w:tabs>
                <w:tab w:val="center" w:pos="389"/>
              </w:tabs>
              <w:autoSpaceDE w:val="0"/>
              <w:autoSpaceDN w:val="0"/>
              <w:adjustRightInd w:val="0"/>
              <w:spacing w:before="40" w:line="286" w:lineRule="auto"/>
              <w:ind w:left="-39" w:right="-65"/>
              <w:jc w:val="center"/>
              <w:rPr>
                <w:bCs/>
                <w:sz w:val="14"/>
                <w:szCs w:val="14"/>
              </w:rPr>
            </w:pPr>
            <w:r w:rsidRPr="00103F79">
              <w:rPr>
                <w:bCs/>
                <w:sz w:val="14"/>
                <w:szCs w:val="14"/>
              </w:rPr>
              <w:t>a.m./a.m.</w:t>
            </w:r>
            <w:r w:rsidRPr="00103F79">
              <w:rPr>
                <w:bCs/>
                <w:sz w:val="14"/>
                <w:szCs w:val="14"/>
              </w:rPr>
              <w:br/>
              <w:t>a.m.</w:t>
            </w:r>
            <w:r w:rsidRPr="00103F79">
              <w:rPr>
                <w:bCs/>
                <w:sz w:val="14"/>
                <w:szCs w:val="14"/>
              </w:rPr>
              <w:br/>
              <w:t>p.m./a.m.</w:t>
            </w:r>
            <w:r w:rsidRPr="00103F79">
              <w:rPr>
                <w:bCs/>
                <w:sz w:val="14"/>
                <w:szCs w:val="14"/>
              </w:rPr>
              <w:br/>
              <w:t>p.m./a.m.</w:t>
            </w:r>
          </w:p>
        </w:tc>
        <w:tc>
          <w:tcPr>
            <w:tcW w:w="426" w:type="dxa"/>
            <w:tcBorders>
              <w:top w:val="single" w:sz="4" w:space="0" w:color="000000"/>
              <w:left w:val="single" w:sz="7" w:space="0" w:color="000000"/>
              <w:bottom w:val="single" w:sz="4" w:space="0" w:color="000000"/>
              <w:right w:val="single" w:sz="4" w:space="0" w:color="auto"/>
            </w:tcBorders>
          </w:tcPr>
          <w:p w14:paraId="7403AE60" w14:textId="77777777" w:rsidR="00A02515" w:rsidRPr="00103F79" w:rsidRDefault="00A02515" w:rsidP="00DC460A">
            <w:pPr>
              <w:tabs>
                <w:tab w:val="center" w:pos="284"/>
              </w:tabs>
              <w:autoSpaceDE w:val="0"/>
              <w:autoSpaceDN w:val="0"/>
              <w:adjustRightInd w:val="0"/>
              <w:spacing w:before="40" w:line="286" w:lineRule="auto"/>
              <w:jc w:val="center"/>
              <w:rPr>
                <w:bCs/>
                <w:sz w:val="14"/>
                <w:szCs w:val="14"/>
              </w:rPr>
            </w:pPr>
            <w:r w:rsidRPr="00103F79">
              <w:rPr>
                <w:bCs/>
                <w:sz w:val="14"/>
                <w:szCs w:val="14"/>
              </w:rPr>
              <w:t>7</w:t>
            </w:r>
          </w:p>
        </w:tc>
        <w:tc>
          <w:tcPr>
            <w:tcW w:w="449" w:type="dxa"/>
            <w:tcBorders>
              <w:top w:val="single" w:sz="4" w:space="0" w:color="000000"/>
              <w:left w:val="single" w:sz="4" w:space="0" w:color="auto"/>
              <w:bottom w:val="single" w:sz="4" w:space="0" w:color="000000"/>
              <w:right w:val="single" w:sz="4" w:space="0" w:color="auto"/>
            </w:tcBorders>
          </w:tcPr>
          <w:p w14:paraId="4C4599E7"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Yes</w:t>
            </w:r>
          </w:p>
        </w:tc>
        <w:tc>
          <w:tcPr>
            <w:tcW w:w="924" w:type="dxa"/>
            <w:tcBorders>
              <w:top w:val="single" w:sz="4" w:space="0" w:color="000000"/>
              <w:left w:val="single" w:sz="4" w:space="0" w:color="auto"/>
              <w:bottom w:val="single" w:sz="4" w:space="0" w:color="000000"/>
              <w:right w:val="single" w:sz="4" w:space="0" w:color="auto"/>
            </w:tcBorders>
          </w:tcPr>
          <w:p w14:paraId="252E04AB" w14:textId="77777777" w:rsidR="00A02515" w:rsidRPr="00D73A48" w:rsidRDefault="00A02515" w:rsidP="00DC460A">
            <w:pPr>
              <w:autoSpaceDE w:val="0"/>
              <w:autoSpaceDN w:val="0"/>
              <w:adjustRightInd w:val="0"/>
              <w:spacing w:before="40" w:line="286" w:lineRule="auto"/>
              <w:jc w:val="center"/>
              <w:rPr>
                <w:sz w:val="14"/>
                <w:szCs w:val="14"/>
              </w:rPr>
            </w:pPr>
            <w:r>
              <w:rPr>
                <w:sz w:val="14"/>
                <w:szCs w:val="14"/>
              </w:rPr>
              <w:t>17.08.2020</w:t>
            </w:r>
          </w:p>
        </w:tc>
        <w:tc>
          <w:tcPr>
            <w:tcW w:w="626" w:type="dxa"/>
            <w:tcBorders>
              <w:top w:val="single" w:sz="4" w:space="0" w:color="000000"/>
              <w:left w:val="single" w:sz="4" w:space="0" w:color="auto"/>
              <w:bottom w:val="single" w:sz="4" w:space="0" w:color="000000"/>
              <w:right w:val="double" w:sz="4" w:space="0" w:color="auto"/>
            </w:tcBorders>
          </w:tcPr>
          <w:p w14:paraId="7175CE1D"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160</w:t>
            </w:r>
          </w:p>
        </w:tc>
      </w:tr>
      <w:tr w:rsidR="00A02515" w:rsidRPr="00D73A48" w14:paraId="68DF0B71" w14:textId="77777777" w:rsidTr="00DC460A">
        <w:trPr>
          <w:trHeight w:val="283"/>
          <w:jc w:val="center"/>
        </w:trPr>
        <w:tc>
          <w:tcPr>
            <w:tcW w:w="993" w:type="dxa"/>
            <w:tcBorders>
              <w:top w:val="single" w:sz="4" w:space="0" w:color="auto"/>
              <w:left w:val="double" w:sz="4" w:space="0" w:color="auto"/>
              <w:bottom w:val="double" w:sz="4" w:space="0" w:color="auto"/>
              <w:right w:val="single" w:sz="8" w:space="0" w:color="000000"/>
            </w:tcBorders>
          </w:tcPr>
          <w:p w14:paraId="41BF3591" w14:textId="77777777" w:rsidR="00A02515" w:rsidRPr="00D73A48" w:rsidRDefault="00A02515" w:rsidP="00DC460A">
            <w:pPr>
              <w:autoSpaceDE w:val="0"/>
              <w:autoSpaceDN w:val="0"/>
              <w:adjustRightInd w:val="0"/>
              <w:spacing w:before="40" w:line="286" w:lineRule="auto"/>
              <w:ind w:right="-65"/>
              <w:rPr>
                <w:sz w:val="14"/>
                <w:szCs w:val="14"/>
              </w:rPr>
            </w:pPr>
            <w:r w:rsidRPr="00D73A48">
              <w:rPr>
                <w:sz w:val="14"/>
                <w:szCs w:val="14"/>
              </w:rPr>
              <w:t>DECEMBER</w:t>
            </w:r>
          </w:p>
        </w:tc>
        <w:tc>
          <w:tcPr>
            <w:tcW w:w="4994" w:type="dxa"/>
            <w:tcBorders>
              <w:top w:val="single" w:sz="4" w:space="0" w:color="000000"/>
              <w:left w:val="single" w:sz="8" w:space="0" w:color="000000"/>
              <w:bottom w:val="double" w:sz="4" w:space="0" w:color="auto"/>
              <w:right w:val="single" w:sz="6" w:space="0" w:color="FFFFFF"/>
            </w:tcBorders>
          </w:tcPr>
          <w:p w14:paraId="5F76CB19" w14:textId="77777777" w:rsidR="00A02515" w:rsidRPr="00D73A48" w:rsidRDefault="00A02515" w:rsidP="00DC460A">
            <w:pPr>
              <w:autoSpaceDE w:val="0"/>
              <w:autoSpaceDN w:val="0"/>
              <w:adjustRightInd w:val="0"/>
              <w:spacing w:before="40" w:line="286" w:lineRule="auto"/>
              <w:rPr>
                <w:sz w:val="14"/>
                <w:szCs w:val="14"/>
              </w:rPr>
            </w:pPr>
            <w:r w:rsidRPr="00D73A48">
              <w:rPr>
                <w:sz w:val="14"/>
                <w:szCs w:val="14"/>
              </w:rPr>
              <w:t>Working P</w:t>
            </w:r>
            <w:r>
              <w:rPr>
                <w:sz w:val="14"/>
                <w:szCs w:val="14"/>
              </w:rPr>
              <w:t>arty on Passive Safety (GRSP) (68</w:t>
            </w:r>
            <w:r>
              <w:rPr>
                <w:sz w:val="14"/>
                <w:szCs w:val="14"/>
                <w:vertAlign w:val="superscript"/>
              </w:rPr>
              <w:t>th</w:t>
            </w:r>
            <w:r>
              <w:rPr>
                <w:sz w:val="14"/>
                <w:szCs w:val="14"/>
              </w:rPr>
              <w:t xml:space="preserve"> </w:t>
            </w:r>
            <w:r w:rsidRPr="00D73A48">
              <w:rPr>
                <w:sz w:val="14"/>
                <w:szCs w:val="14"/>
              </w:rPr>
              <w:t>session)</w:t>
            </w:r>
          </w:p>
        </w:tc>
        <w:tc>
          <w:tcPr>
            <w:tcW w:w="637" w:type="dxa"/>
            <w:tcBorders>
              <w:top w:val="single" w:sz="4" w:space="0" w:color="000000"/>
              <w:left w:val="single" w:sz="7" w:space="0" w:color="000000"/>
              <w:bottom w:val="double" w:sz="4" w:space="0" w:color="auto"/>
              <w:right w:val="single" w:sz="6" w:space="0" w:color="FFFFFF"/>
            </w:tcBorders>
          </w:tcPr>
          <w:p w14:paraId="6B5A6C99" w14:textId="77777777" w:rsidR="00A02515" w:rsidRPr="00103F79" w:rsidRDefault="00A02515" w:rsidP="00DC460A">
            <w:pPr>
              <w:autoSpaceDE w:val="0"/>
              <w:autoSpaceDN w:val="0"/>
              <w:adjustRightInd w:val="0"/>
              <w:spacing w:before="40" w:line="286" w:lineRule="auto"/>
              <w:jc w:val="center"/>
              <w:rPr>
                <w:bCs/>
                <w:sz w:val="14"/>
                <w:szCs w:val="14"/>
              </w:rPr>
            </w:pPr>
            <w:r w:rsidRPr="00103F79">
              <w:rPr>
                <w:bCs/>
                <w:sz w:val="14"/>
                <w:szCs w:val="14"/>
              </w:rPr>
              <w:t>7-11</w:t>
            </w:r>
          </w:p>
        </w:tc>
        <w:tc>
          <w:tcPr>
            <w:tcW w:w="708" w:type="dxa"/>
            <w:tcBorders>
              <w:top w:val="single" w:sz="4" w:space="0" w:color="000000"/>
              <w:left w:val="single" w:sz="7" w:space="0" w:color="000000"/>
              <w:bottom w:val="double" w:sz="4" w:space="0" w:color="auto"/>
              <w:right w:val="single" w:sz="6" w:space="0" w:color="FFFFFF"/>
            </w:tcBorders>
          </w:tcPr>
          <w:p w14:paraId="070526B7" w14:textId="77777777" w:rsidR="00A02515" w:rsidRPr="00103F79" w:rsidRDefault="00A02515" w:rsidP="00DC460A">
            <w:pPr>
              <w:tabs>
                <w:tab w:val="center" w:pos="389"/>
              </w:tabs>
              <w:autoSpaceDE w:val="0"/>
              <w:autoSpaceDN w:val="0"/>
              <w:adjustRightInd w:val="0"/>
              <w:spacing w:before="40" w:line="286" w:lineRule="auto"/>
              <w:ind w:left="-39" w:right="-65"/>
              <w:jc w:val="center"/>
              <w:rPr>
                <w:bCs/>
                <w:sz w:val="14"/>
                <w:szCs w:val="14"/>
              </w:rPr>
            </w:pPr>
            <w:r w:rsidRPr="00103F79">
              <w:rPr>
                <w:bCs/>
                <w:sz w:val="14"/>
                <w:szCs w:val="14"/>
              </w:rPr>
              <w:t>p.m./a.m.</w:t>
            </w:r>
          </w:p>
        </w:tc>
        <w:tc>
          <w:tcPr>
            <w:tcW w:w="426" w:type="dxa"/>
            <w:tcBorders>
              <w:top w:val="single" w:sz="4" w:space="0" w:color="000000"/>
              <w:left w:val="single" w:sz="7" w:space="0" w:color="000000"/>
              <w:bottom w:val="double" w:sz="4" w:space="0" w:color="auto"/>
              <w:right w:val="single" w:sz="4" w:space="0" w:color="auto"/>
            </w:tcBorders>
          </w:tcPr>
          <w:p w14:paraId="6BAAFB24" w14:textId="77777777" w:rsidR="00A02515" w:rsidRPr="00103F79" w:rsidRDefault="00A02515" w:rsidP="00DC460A">
            <w:pPr>
              <w:tabs>
                <w:tab w:val="center" w:pos="284"/>
              </w:tabs>
              <w:autoSpaceDE w:val="0"/>
              <w:autoSpaceDN w:val="0"/>
              <w:adjustRightInd w:val="0"/>
              <w:spacing w:before="40" w:line="286" w:lineRule="auto"/>
              <w:jc w:val="center"/>
              <w:rPr>
                <w:bCs/>
                <w:sz w:val="14"/>
                <w:szCs w:val="14"/>
              </w:rPr>
            </w:pPr>
            <w:r w:rsidRPr="00103F79">
              <w:rPr>
                <w:bCs/>
                <w:sz w:val="14"/>
                <w:szCs w:val="14"/>
              </w:rPr>
              <w:t>8</w:t>
            </w:r>
          </w:p>
        </w:tc>
        <w:tc>
          <w:tcPr>
            <w:tcW w:w="449" w:type="dxa"/>
            <w:tcBorders>
              <w:top w:val="single" w:sz="4" w:space="0" w:color="000000"/>
              <w:left w:val="single" w:sz="4" w:space="0" w:color="auto"/>
              <w:bottom w:val="double" w:sz="4" w:space="0" w:color="auto"/>
              <w:right w:val="single" w:sz="4" w:space="0" w:color="auto"/>
            </w:tcBorders>
          </w:tcPr>
          <w:p w14:paraId="19718AEB" w14:textId="77777777" w:rsidR="00A02515" w:rsidRPr="00D73A48" w:rsidRDefault="00A02515" w:rsidP="00DC460A">
            <w:pPr>
              <w:autoSpaceDE w:val="0"/>
              <w:autoSpaceDN w:val="0"/>
              <w:adjustRightInd w:val="0"/>
              <w:spacing w:before="40" w:line="286" w:lineRule="auto"/>
              <w:jc w:val="center"/>
              <w:rPr>
                <w:sz w:val="14"/>
                <w:szCs w:val="14"/>
              </w:rPr>
            </w:pPr>
            <w:r w:rsidRPr="00D73A48">
              <w:rPr>
                <w:sz w:val="14"/>
                <w:szCs w:val="14"/>
              </w:rPr>
              <w:t>Yes</w:t>
            </w:r>
          </w:p>
        </w:tc>
        <w:tc>
          <w:tcPr>
            <w:tcW w:w="924" w:type="dxa"/>
            <w:tcBorders>
              <w:top w:val="single" w:sz="4" w:space="0" w:color="000000"/>
              <w:left w:val="single" w:sz="4" w:space="0" w:color="auto"/>
              <w:bottom w:val="double" w:sz="4" w:space="0" w:color="auto"/>
              <w:right w:val="single" w:sz="4" w:space="0" w:color="auto"/>
            </w:tcBorders>
          </w:tcPr>
          <w:p w14:paraId="33EB1025" w14:textId="77777777" w:rsidR="00A02515" w:rsidRDefault="00A02515" w:rsidP="00DC460A">
            <w:pPr>
              <w:autoSpaceDE w:val="0"/>
              <w:autoSpaceDN w:val="0"/>
              <w:adjustRightInd w:val="0"/>
              <w:spacing w:before="40" w:line="286" w:lineRule="auto"/>
              <w:jc w:val="center"/>
              <w:rPr>
                <w:sz w:val="14"/>
                <w:szCs w:val="14"/>
              </w:rPr>
            </w:pPr>
            <w:r>
              <w:rPr>
                <w:sz w:val="14"/>
                <w:szCs w:val="14"/>
              </w:rPr>
              <w:t>14.09.2020</w:t>
            </w:r>
          </w:p>
        </w:tc>
        <w:tc>
          <w:tcPr>
            <w:tcW w:w="626" w:type="dxa"/>
            <w:tcBorders>
              <w:top w:val="single" w:sz="4" w:space="0" w:color="000000"/>
              <w:left w:val="single" w:sz="4" w:space="0" w:color="auto"/>
              <w:bottom w:val="double" w:sz="4" w:space="0" w:color="auto"/>
              <w:right w:val="double" w:sz="4" w:space="0" w:color="auto"/>
            </w:tcBorders>
          </w:tcPr>
          <w:p w14:paraId="5BD72CD0" w14:textId="77777777" w:rsidR="00A02515" w:rsidRPr="00D73A48" w:rsidRDefault="00A02515" w:rsidP="00DC460A">
            <w:pPr>
              <w:autoSpaceDE w:val="0"/>
              <w:autoSpaceDN w:val="0"/>
              <w:adjustRightInd w:val="0"/>
              <w:spacing w:before="40" w:line="286" w:lineRule="auto"/>
              <w:jc w:val="center"/>
              <w:rPr>
                <w:sz w:val="14"/>
                <w:szCs w:val="14"/>
              </w:rPr>
            </w:pPr>
            <w:r>
              <w:rPr>
                <w:sz w:val="14"/>
                <w:szCs w:val="14"/>
              </w:rPr>
              <w:t>120</w:t>
            </w:r>
          </w:p>
        </w:tc>
      </w:tr>
      <w:tr w:rsidR="00A02515" w:rsidRPr="00D73A48" w14:paraId="425E978D" w14:textId="77777777" w:rsidTr="00A02515">
        <w:trPr>
          <w:cantSplit/>
          <w:trHeight w:val="227"/>
          <w:jc w:val="center"/>
        </w:trPr>
        <w:tc>
          <w:tcPr>
            <w:tcW w:w="993" w:type="dxa"/>
            <w:tcBorders>
              <w:top w:val="double" w:sz="4" w:space="0" w:color="auto"/>
              <w:left w:val="double" w:sz="4" w:space="0" w:color="auto"/>
              <w:bottom w:val="double" w:sz="4" w:space="0" w:color="auto"/>
              <w:right w:val="single" w:sz="8" w:space="0" w:color="000000"/>
            </w:tcBorders>
          </w:tcPr>
          <w:p w14:paraId="4FC6CCC2" w14:textId="77777777" w:rsidR="00A02515" w:rsidRPr="00D73A48" w:rsidRDefault="00A02515" w:rsidP="00DC460A">
            <w:pPr>
              <w:autoSpaceDE w:val="0"/>
              <w:autoSpaceDN w:val="0"/>
              <w:adjustRightInd w:val="0"/>
              <w:spacing w:before="40" w:after="58" w:line="286" w:lineRule="auto"/>
              <w:ind w:right="-65"/>
              <w:rPr>
                <w:sz w:val="14"/>
                <w:szCs w:val="14"/>
              </w:rPr>
            </w:pPr>
          </w:p>
        </w:tc>
        <w:tc>
          <w:tcPr>
            <w:tcW w:w="4994" w:type="dxa"/>
            <w:tcBorders>
              <w:top w:val="double" w:sz="4" w:space="0" w:color="auto"/>
              <w:left w:val="single" w:sz="8" w:space="0" w:color="000000"/>
              <w:bottom w:val="double" w:sz="4" w:space="0" w:color="auto"/>
              <w:right w:val="single" w:sz="6" w:space="0" w:color="FFFFFF"/>
            </w:tcBorders>
          </w:tcPr>
          <w:p w14:paraId="18AA1F19" w14:textId="77777777" w:rsidR="00A02515" w:rsidRPr="00D73A48" w:rsidRDefault="00A02515" w:rsidP="00DC460A">
            <w:pPr>
              <w:autoSpaceDE w:val="0"/>
              <w:autoSpaceDN w:val="0"/>
              <w:adjustRightInd w:val="0"/>
              <w:spacing w:before="40" w:after="58" w:line="286" w:lineRule="auto"/>
              <w:rPr>
                <w:sz w:val="14"/>
                <w:szCs w:val="14"/>
              </w:rPr>
            </w:pPr>
          </w:p>
        </w:tc>
        <w:tc>
          <w:tcPr>
            <w:tcW w:w="1771" w:type="dxa"/>
            <w:gridSpan w:val="3"/>
            <w:tcBorders>
              <w:top w:val="double" w:sz="4" w:space="0" w:color="auto"/>
              <w:left w:val="single" w:sz="7" w:space="0" w:color="000000"/>
              <w:bottom w:val="double" w:sz="4" w:space="0" w:color="auto"/>
              <w:right w:val="single" w:sz="4" w:space="0" w:color="auto"/>
            </w:tcBorders>
          </w:tcPr>
          <w:p w14:paraId="5177B5C8" w14:textId="77777777" w:rsidR="00A02515" w:rsidRPr="00D73A48" w:rsidRDefault="00A02515" w:rsidP="00DC460A">
            <w:pPr>
              <w:autoSpaceDE w:val="0"/>
              <w:autoSpaceDN w:val="0"/>
              <w:adjustRightInd w:val="0"/>
              <w:spacing w:before="40" w:after="58" w:line="286" w:lineRule="auto"/>
              <w:ind w:left="-39" w:right="-65"/>
              <w:rPr>
                <w:b/>
                <w:bCs/>
                <w:sz w:val="14"/>
                <w:szCs w:val="14"/>
              </w:rPr>
            </w:pPr>
            <w:r w:rsidRPr="00D73A48">
              <w:rPr>
                <w:b/>
                <w:bCs/>
                <w:sz w:val="14"/>
                <w:szCs w:val="14"/>
              </w:rPr>
              <w:t>TOTAL: 1</w:t>
            </w:r>
            <w:r>
              <w:rPr>
                <w:b/>
                <w:bCs/>
                <w:sz w:val="14"/>
                <w:szCs w:val="14"/>
              </w:rPr>
              <w:t>11</w:t>
            </w:r>
            <w:r w:rsidRPr="00D73A48">
              <w:rPr>
                <w:b/>
                <w:bCs/>
                <w:sz w:val="14"/>
                <w:szCs w:val="14"/>
              </w:rPr>
              <w:t xml:space="preserve"> half days</w:t>
            </w:r>
            <w:r w:rsidRPr="00D73A48">
              <w:rPr>
                <w:b/>
                <w:bCs/>
                <w:sz w:val="14"/>
                <w:szCs w:val="14"/>
              </w:rPr>
              <w:br/>
              <w:t xml:space="preserve">                = 5</w:t>
            </w:r>
            <w:r>
              <w:rPr>
                <w:b/>
                <w:bCs/>
                <w:sz w:val="14"/>
                <w:szCs w:val="14"/>
              </w:rPr>
              <w:t>5.</w:t>
            </w:r>
            <w:r w:rsidRPr="00D73A48">
              <w:rPr>
                <w:b/>
                <w:bCs/>
                <w:sz w:val="14"/>
                <w:szCs w:val="14"/>
              </w:rPr>
              <w:t>5 days</w:t>
            </w:r>
          </w:p>
        </w:tc>
        <w:tc>
          <w:tcPr>
            <w:tcW w:w="449" w:type="dxa"/>
            <w:tcBorders>
              <w:top w:val="double" w:sz="4" w:space="0" w:color="auto"/>
              <w:left w:val="single" w:sz="4" w:space="0" w:color="auto"/>
              <w:bottom w:val="double" w:sz="4" w:space="0" w:color="auto"/>
              <w:right w:val="single" w:sz="4" w:space="0" w:color="auto"/>
            </w:tcBorders>
          </w:tcPr>
          <w:p w14:paraId="7885A03B" w14:textId="77777777" w:rsidR="00A02515" w:rsidRPr="00D73A48" w:rsidRDefault="00A02515" w:rsidP="00DC460A">
            <w:pPr>
              <w:autoSpaceDE w:val="0"/>
              <w:autoSpaceDN w:val="0"/>
              <w:adjustRightInd w:val="0"/>
              <w:spacing w:before="40" w:after="58" w:line="286" w:lineRule="auto"/>
              <w:jc w:val="center"/>
              <w:rPr>
                <w:sz w:val="14"/>
                <w:szCs w:val="14"/>
              </w:rPr>
            </w:pPr>
          </w:p>
        </w:tc>
        <w:tc>
          <w:tcPr>
            <w:tcW w:w="924" w:type="dxa"/>
            <w:tcBorders>
              <w:top w:val="double" w:sz="4" w:space="0" w:color="auto"/>
              <w:left w:val="single" w:sz="4" w:space="0" w:color="auto"/>
              <w:bottom w:val="double" w:sz="4" w:space="0" w:color="auto"/>
              <w:right w:val="single" w:sz="4" w:space="0" w:color="auto"/>
            </w:tcBorders>
          </w:tcPr>
          <w:p w14:paraId="3960EAD3" w14:textId="77777777" w:rsidR="00A02515" w:rsidRPr="00D73A48" w:rsidRDefault="00A02515" w:rsidP="00DC460A">
            <w:pPr>
              <w:autoSpaceDE w:val="0"/>
              <w:autoSpaceDN w:val="0"/>
              <w:adjustRightInd w:val="0"/>
              <w:spacing w:before="40" w:after="58" w:line="286" w:lineRule="auto"/>
              <w:jc w:val="center"/>
              <w:rPr>
                <w:sz w:val="14"/>
                <w:szCs w:val="14"/>
              </w:rPr>
            </w:pPr>
          </w:p>
        </w:tc>
        <w:tc>
          <w:tcPr>
            <w:tcW w:w="626" w:type="dxa"/>
            <w:tcBorders>
              <w:top w:val="double" w:sz="4" w:space="0" w:color="auto"/>
              <w:left w:val="single" w:sz="4" w:space="0" w:color="auto"/>
              <w:bottom w:val="double" w:sz="4" w:space="0" w:color="auto"/>
              <w:right w:val="double" w:sz="4" w:space="0" w:color="auto"/>
            </w:tcBorders>
          </w:tcPr>
          <w:p w14:paraId="561D7000" w14:textId="77777777" w:rsidR="00A02515" w:rsidRPr="00D73A48" w:rsidRDefault="00A02515" w:rsidP="00DC460A">
            <w:pPr>
              <w:autoSpaceDE w:val="0"/>
              <w:autoSpaceDN w:val="0"/>
              <w:adjustRightInd w:val="0"/>
              <w:spacing w:before="40" w:after="58" w:line="286" w:lineRule="auto"/>
              <w:jc w:val="center"/>
              <w:rPr>
                <w:sz w:val="14"/>
                <w:szCs w:val="14"/>
              </w:rPr>
            </w:pPr>
          </w:p>
        </w:tc>
      </w:tr>
    </w:tbl>
    <w:p w14:paraId="06BB75CF" w14:textId="77777777" w:rsidR="00A02515" w:rsidRPr="00A02515" w:rsidRDefault="00A02515" w:rsidP="00A02515">
      <w:pPr>
        <w:autoSpaceDE w:val="0"/>
        <w:autoSpaceDN w:val="0"/>
        <w:adjustRightInd w:val="0"/>
        <w:rPr>
          <w:sz w:val="15"/>
          <w:szCs w:val="15"/>
        </w:rPr>
      </w:pPr>
      <w:r w:rsidRPr="00A02515">
        <w:rPr>
          <w:sz w:val="15"/>
          <w:szCs w:val="15"/>
        </w:rPr>
        <w:t xml:space="preserve">Except the three sessions of the Administrative Committee (WP.29/AC.2) (without interpretation), all sessions are </w:t>
      </w:r>
      <w:r w:rsidRPr="00A02515">
        <w:rPr>
          <w:b/>
          <w:bCs/>
          <w:sz w:val="15"/>
          <w:szCs w:val="15"/>
        </w:rPr>
        <w:t>PUBLIC</w:t>
      </w:r>
    </w:p>
    <w:p w14:paraId="60A348E2" w14:textId="77777777" w:rsidR="00A02515" w:rsidRPr="00A02515" w:rsidRDefault="00A02515" w:rsidP="00A02515">
      <w:pPr>
        <w:autoSpaceDE w:val="0"/>
        <w:autoSpaceDN w:val="0"/>
        <w:adjustRightInd w:val="0"/>
        <w:rPr>
          <w:sz w:val="15"/>
          <w:szCs w:val="15"/>
        </w:rPr>
      </w:pPr>
      <w:r w:rsidRPr="00A02515">
        <w:rPr>
          <w:sz w:val="15"/>
          <w:szCs w:val="15"/>
        </w:rPr>
        <w:t>The sessions scheduled "p.m./a.m." will begin in the afternoon, at 2.30 p.m. on the indicated date and are expected to last to 12.30 p.m. on the indicated date.</w:t>
      </w:r>
    </w:p>
    <w:p w14:paraId="732FF943" w14:textId="04DCA97E" w:rsidR="00A02515" w:rsidRPr="00A02515" w:rsidRDefault="00A02515" w:rsidP="00A02515">
      <w:pPr>
        <w:autoSpaceDE w:val="0"/>
        <w:autoSpaceDN w:val="0"/>
        <w:adjustRightInd w:val="0"/>
        <w:rPr>
          <w:sz w:val="15"/>
          <w:szCs w:val="15"/>
        </w:rPr>
      </w:pPr>
      <w:r w:rsidRPr="00A02515">
        <w:rPr>
          <w:sz w:val="15"/>
          <w:szCs w:val="15"/>
        </w:rPr>
        <w:t>The sessions scheduled "p.m./p.m." will begin in the afternoon, at 2.30 p.m. on the indicated date and are expected to last to 5.30 p.m. on the indicated date.</w:t>
      </w:r>
    </w:p>
    <w:p w14:paraId="127A8683" w14:textId="77777777" w:rsidR="00A02515" w:rsidRPr="00A02515" w:rsidRDefault="00A02515" w:rsidP="00A02515">
      <w:pPr>
        <w:autoSpaceDE w:val="0"/>
        <w:autoSpaceDN w:val="0"/>
        <w:adjustRightInd w:val="0"/>
        <w:rPr>
          <w:sz w:val="15"/>
          <w:szCs w:val="15"/>
        </w:rPr>
      </w:pPr>
      <w:r w:rsidRPr="00A02515">
        <w:rPr>
          <w:sz w:val="15"/>
          <w:szCs w:val="15"/>
        </w:rPr>
        <w:t>The sessions not marked in the column "schedule" start at 9.30 a.m. on the indicated date and are expected to last to 5.30 p.m. on the indicated date.</w:t>
      </w:r>
    </w:p>
    <w:p w14:paraId="01871D25" w14:textId="77777777" w:rsidR="00A02515" w:rsidRPr="00A02515" w:rsidRDefault="00A02515" w:rsidP="00A02515">
      <w:pPr>
        <w:autoSpaceDE w:val="0"/>
        <w:autoSpaceDN w:val="0"/>
        <w:adjustRightInd w:val="0"/>
        <w:rPr>
          <w:sz w:val="15"/>
          <w:szCs w:val="15"/>
        </w:rPr>
      </w:pPr>
      <w:r w:rsidRPr="00A02515">
        <w:rPr>
          <w:sz w:val="15"/>
          <w:szCs w:val="15"/>
        </w:rPr>
        <w:t>The sessions of WP.29/AC.2 and of the World Forum (WP.29) begin at 10.00 a.m. (the first day only) and at 10.30 am on last day (Friday). During the WP.29 sessions, the Administrative Committee of the 1958 Agreement (AC.1) will hold its sessions usually on Wednesday, sessions of the Executive Committee of the 1998 Agreement (AC.3) are expected to be held on Wednesday afternoon, and sessions of the Administrative Committee of 1997 Agreement (AC.4) would be held on Wednesday immediately following the AC.1, if necessary.</w:t>
      </w:r>
    </w:p>
    <w:p w14:paraId="0A2E7A21" w14:textId="5ADDD8E4" w:rsidR="00A02515" w:rsidRPr="00A02515" w:rsidRDefault="00A02515" w:rsidP="00A02515">
      <w:pPr>
        <w:rPr>
          <w:sz w:val="15"/>
          <w:szCs w:val="15"/>
        </w:rPr>
      </w:pPr>
      <w:r w:rsidRPr="00A02515">
        <w:rPr>
          <w:i/>
          <w:iCs/>
          <w:sz w:val="15"/>
          <w:szCs w:val="15"/>
          <w:u w:val="single"/>
        </w:rPr>
        <w:t>Note</w:t>
      </w:r>
      <w:r w:rsidRPr="00A02515">
        <w:rPr>
          <w:sz w:val="15"/>
          <w:szCs w:val="15"/>
        </w:rPr>
        <w:t xml:space="preserve">:  Geneva Motor Show, </w:t>
      </w:r>
      <w:proofErr w:type="spellStart"/>
      <w:r w:rsidRPr="00A02515">
        <w:rPr>
          <w:sz w:val="15"/>
          <w:szCs w:val="15"/>
        </w:rPr>
        <w:t>Palexpo</w:t>
      </w:r>
      <w:proofErr w:type="spellEnd"/>
      <w:r w:rsidRPr="00A02515">
        <w:rPr>
          <w:sz w:val="15"/>
          <w:szCs w:val="15"/>
        </w:rPr>
        <w:t>: 3–15 March 2020; (Press days: 3–4 March 2020)</w:t>
      </w:r>
      <w:bookmarkEnd w:id="89"/>
      <w:r w:rsidR="005B5704">
        <w:rPr>
          <w:sz w:val="15"/>
          <w:szCs w:val="15"/>
        </w:rPr>
        <w:t>.</w:t>
      </w:r>
    </w:p>
    <w:p w14:paraId="5FE80A1F" w14:textId="66588216" w:rsidR="008A45E3" w:rsidRPr="00A02515" w:rsidRDefault="00A02515" w:rsidP="00A02515">
      <w:pPr>
        <w:spacing w:before="240"/>
        <w:jc w:val="center"/>
        <w:rPr>
          <w:u w:val="single"/>
        </w:rPr>
      </w:pPr>
      <w:r>
        <w:rPr>
          <w:u w:val="single"/>
        </w:rPr>
        <w:tab/>
      </w:r>
      <w:r>
        <w:rPr>
          <w:u w:val="single"/>
        </w:rPr>
        <w:tab/>
      </w:r>
      <w:r>
        <w:rPr>
          <w:u w:val="single"/>
        </w:rPr>
        <w:tab/>
      </w:r>
    </w:p>
    <w:sectPr w:rsidR="008A45E3" w:rsidRPr="00A02515" w:rsidSect="00DC460A">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250542" w14:textId="77777777" w:rsidR="000B0571" w:rsidRDefault="000B0571"/>
  </w:endnote>
  <w:endnote w:type="continuationSeparator" w:id="0">
    <w:p w14:paraId="08D63932" w14:textId="77777777" w:rsidR="000B0571" w:rsidRDefault="000B0571"/>
  </w:endnote>
  <w:endnote w:type="continuationNotice" w:id="1">
    <w:p w14:paraId="12DD52AA" w14:textId="77777777" w:rsidR="000B0571" w:rsidRDefault="000B05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9167913"/>
      <w:docPartObj>
        <w:docPartGallery w:val="Page Numbers (Bottom of Page)"/>
        <w:docPartUnique/>
      </w:docPartObj>
    </w:sdtPr>
    <w:sdtEndPr>
      <w:rPr>
        <w:noProof/>
      </w:rPr>
    </w:sdtEndPr>
    <w:sdtContent>
      <w:p w14:paraId="4C97A495" w14:textId="7F4F45A0" w:rsidR="000B0571" w:rsidRDefault="000B0571">
        <w:pPr>
          <w:pStyle w:val="Footer"/>
        </w:pPr>
        <w:r w:rsidRPr="00597283">
          <w:rPr>
            <w:b/>
            <w:bCs/>
          </w:rPr>
          <w:fldChar w:fldCharType="begin"/>
        </w:r>
        <w:r w:rsidRPr="00597283">
          <w:rPr>
            <w:b/>
            <w:bCs/>
          </w:rPr>
          <w:instrText xml:space="preserve"> PAGE   \* MERGEFORMAT </w:instrText>
        </w:r>
        <w:r w:rsidRPr="00597283">
          <w:rPr>
            <w:b/>
            <w:bCs/>
          </w:rPr>
          <w:fldChar w:fldCharType="separate"/>
        </w:r>
        <w:r w:rsidRPr="00597283">
          <w:rPr>
            <w:b/>
            <w:bCs/>
            <w:noProof/>
          </w:rPr>
          <w:t>2</w:t>
        </w:r>
        <w:r w:rsidRPr="00597283">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0454917"/>
      <w:docPartObj>
        <w:docPartGallery w:val="Page Numbers (Bottom of Page)"/>
        <w:docPartUnique/>
      </w:docPartObj>
    </w:sdtPr>
    <w:sdtEndPr>
      <w:rPr>
        <w:b/>
        <w:bCs/>
        <w:noProof/>
      </w:rPr>
    </w:sdtEndPr>
    <w:sdtContent>
      <w:p w14:paraId="754EABA4" w14:textId="3A4726F6" w:rsidR="000B0571" w:rsidRPr="00597283" w:rsidRDefault="000B0571">
        <w:pPr>
          <w:pStyle w:val="Footer"/>
          <w:jc w:val="right"/>
          <w:rPr>
            <w:b/>
            <w:bCs/>
          </w:rPr>
        </w:pPr>
        <w:r w:rsidRPr="00597283">
          <w:rPr>
            <w:b/>
            <w:bCs/>
          </w:rPr>
          <w:fldChar w:fldCharType="begin"/>
        </w:r>
        <w:r w:rsidRPr="00597283">
          <w:rPr>
            <w:b/>
            <w:bCs/>
          </w:rPr>
          <w:instrText xml:space="preserve"> PAGE   \* MERGEFORMAT </w:instrText>
        </w:r>
        <w:r w:rsidRPr="00597283">
          <w:rPr>
            <w:b/>
            <w:bCs/>
          </w:rPr>
          <w:fldChar w:fldCharType="separate"/>
        </w:r>
        <w:r w:rsidRPr="00597283">
          <w:rPr>
            <w:b/>
            <w:bCs/>
            <w:noProof/>
          </w:rPr>
          <w:t>2</w:t>
        </w:r>
        <w:r w:rsidRPr="00597283">
          <w:rPr>
            <w:b/>
            <w:bCs/>
            <w:noProof/>
          </w:rPr>
          <w:fldChar w:fldCharType="end"/>
        </w:r>
      </w:p>
    </w:sdtContent>
  </w:sdt>
  <w:p w14:paraId="213CD3B4" w14:textId="6A46679E" w:rsidR="000B0571" w:rsidRDefault="000B0571" w:rsidP="009B0451">
    <w:pPr>
      <w:pStyle w:val="Footer"/>
      <w:tabs>
        <w:tab w:val="left" w:pos="583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E673F" w14:textId="77777777" w:rsidR="000B0571" w:rsidRPr="000B175B" w:rsidRDefault="000B0571" w:rsidP="000B175B">
      <w:pPr>
        <w:tabs>
          <w:tab w:val="right" w:pos="2155"/>
        </w:tabs>
        <w:spacing w:after="80"/>
        <w:ind w:left="680"/>
        <w:rPr>
          <w:u w:val="single"/>
        </w:rPr>
      </w:pPr>
      <w:r>
        <w:rPr>
          <w:u w:val="single"/>
        </w:rPr>
        <w:tab/>
      </w:r>
    </w:p>
  </w:footnote>
  <w:footnote w:type="continuationSeparator" w:id="0">
    <w:p w14:paraId="323D1D2E" w14:textId="77777777" w:rsidR="000B0571" w:rsidRPr="00FC68B7" w:rsidRDefault="000B0571" w:rsidP="00FC68B7">
      <w:pPr>
        <w:tabs>
          <w:tab w:val="left" w:pos="2155"/>
        </w:tabs>
        <w:spacing w:after="80"/>
        <w:ind w:left="680"/>
        <w:rPr>
          <w:u w:val="single"/>
        </w:rPr>
      </w:pPr>
      <w:r>
        <w:rPr>
          <w:u w:val="single"/>
        </w:rPr>
        <w:tab/>
      </w:r>
    </w:p>
  </w:footnote>
  <w:footnote w:type="continuationNotice" w:id="1">
    <w:p w14:paraId="10E714EB" w14:textId="77777777" w:rsidR="000B0571" w:rsidRDefault="000B0571"/>
  </w:footnote>
  <w:footnote w:id="2">
    <w:p w14:paraId="55649352" w14:textId="77777777" w:rsidR="000B0571" w:rsidRDefault="000B0571" w:rsidP="009B0451">
      <w:pPr>
        <w:pStyle w:val="FootnoteText"/>
      </w:pPr>
      <w:r>
        <w:tab/>
      </w:r>
      <w:r>
        <w:rPr>
          <w:rStyle w:val="FootnoteReference"/>
          <w:sz w:val="16"/>
          <w:szCs w:val="16"/>
        </w:rPr>
        <w:footnoteRef/>
      </w:r>
      <w:r>
        <w:tab/>
        <w:t>Representing also the Motor and Equipment Manufacturers Association (MEMA) and Japan Auto Parts Industries Association (JAPIA) (TRANS/WP.29/885, para. 4).</w:t>
      </w:r>
    </w:p>
  </w:footnote>
  <w:footnote w:id="3">
    <w:p w14:paraId="00A9E705" w14:textId="77777777" w:rsidR="000B0571" w:rsidRPr="00925857" w:rsidRDefault="000B0571" w:rsidP="005C1EDE">
      <w:pPr>
        <w:pStyle w:val="FootnoteText"/>
        <w:tabs>
          <w:tab w:val="left" w:pos="1418"/>
        </w:tabs>
        <w:rPr>
          <w:sz w:val="16"/>
          <w:szCs w:val="16"/>
        </w:rPr>
      </w:pPr>
      <w:r w:rsidRPr="00925857">
        <w:rPr>
          <w:rStyle w:val="FootnoteReference"/>
          <w:szCs w:val="18"/>
        </w:rPr>
        <w:tab/>
        <w:t>*</w:t>
      </w:r>
      <w:r w:rsidRPr="00925857">
        <w:rPr>
          <w:sz w:val="20"/>
        </w:rPr>
        <w:tab/>
      </w:r>
      <w:r>
        <w:rPr>
          <w:szCs w:val="18"/>
          <w:lang w:val="en-US"/>
        </w:rPr>
        <w:t xml:space="preserve">Information on the contracting parties (38), the Global Registry and the Compendium of Candidates are in </w:t>
      </w:r>
      <w:r w:rsidRPr="00925857">
        <w:rPr>
          <w:szCs w:val="18"/>
        </w:rPr>
        <w:t>document</w:t>
      </w:r>
      <w:r>
        <w:rPr>
          <w:szCs w:val="18"/>
          <w:lang w:val="en-US"/>
        </w:rPr>
        <w:t xml:space="preserve"> ECE/TRANS/WP.</w:t>
      </w:r>
      <w:r w:rsidRPr="00925857">
        <w:rPr>
          <w:szCs w:val="18"/>
        </w:rPr>
        <w:t>29</w:t>
      </w:r>
      <w:r>
        <w:rPr>
          <w:szCs w:val="18"/>
          <w:lang w:val="en-US"/>
        </w:rPr>
        <w:t>/1073/Rev.26.</w:t>
      </w:r>
    </w:p>
  </w:footnote>
  <w:footnote w:id="4">
    <w:p w14:paraId="3C4A36C0" w14:textId="77777777" w:rsidR="000B0571" w:rsidRDefault="000B0571" w:rsidP="00A02515">
      <w:pPr>
        <w:pStyle w:val="FootnoteText"/>
        <w:rPr>
          <w:lang w:val="en-US"/>
        </w:rPr>
      </w:pPr>
      <w:r>
        <w:tab/>
      </w:r>
      <w:r>
        <w:rPr>
          <w:rStyle w:val="FootnoteReference"/>
        </w:rPr>
        <w:footnoteRef/>
      </w:r>
      <w:r>
        <w:tab/>
        <w:t xml:space="preserve">IWG Co-Chairs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5C3AE" w14:textId="548AC222" w:rsidR="000B0571" w:rsidRPr="0050591D" w:rsidRDefault="000B0571" w:rsidP="00597283">
    <w:pPr>
      <w:pBdr>
        <w:bottom w:val="single" w:sz="4" w:space="1" w:color="auto"/>
      </w:pBdr>
      <w:rPr>
        <w:b/>
        <w:bCs/>
        <w:sz w:val="18"/>
        <w:szCs w:val="18"/>
      </w:rPr>
    </w:pPr>
    <w:r>
      <w:rPr>
        <w:b/>
        <w:bCs/>
        <w:sz w:val="18"/>
        <w:szCs w:val="18"/>
      </w:rPr>
      <w:t>ECE/TRANS/WP.29/1149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D0306" w14:textId="0879F59D" w:rsidR="000B0571" w:rsidRDefault="000B0571" w:rsidP="00597283">
    <w:pPr>
      <w:pBdr>
        <w:bottom w:val="single" w:sz="4" w:space="1" w:color="auto"/>
      </w:pBdr>
      <w:jc w:val="right"/>
    </w:pPr>
    <w:r>
      <w:rPr>
        <w:b/>
        <w:bCs/>
        <w:sz w:val="18"/>
        <w:szCs w:val="18"/>
      </w:rPr>
      <w:t>ECE/TRANS/WP.29/1149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075287"/>
    <w:multiLevelType w:val="multilevel"/>
    <w:tmpl w:val="8028F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75B54DE"/>
    <w:multiLevelType w:val="hybridMultilevel"/>
    <w:tmpl w:val="3BC2D9E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46317B7C"/>
    <w:multiLevelType w:val="hybridMultilevel"/>
    <w:tmpl w:val="D0E6B7D4"/>
    <w:lvl w:ilvl="0" w:tplc="FCC81298">
      <w:start w:val="1"/>
      <w:numFmt w:val="upperLetter"/>
      <w:lvlText w:val="%1."/>
      <w:lvlJc w:val="left"/>
      <w:pPr>
        <w:ind w:left="1144" w:hanging="525"/>
      </w:pPr>
      <w:rPr>
        <w:rFonts w:hint="default"/>
      </w:rPr>
    </w:lvl>
    <w:lvl w:ilvl="1" w:tplc="04090019" w:tentative="1">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15" w15:restartNumberingAfterBreak="0">
    <w:nsid w:val="5F4D5A7F"/>
    <w:multiLevelType w:val="multilevel"/>
    <w:tmpl w:val="E542C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0644DC"/>
    <w:multiLevelType w:val="hybridMultilevel"/>
    <w:tmpl w:val="FBCEBDE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B4E3B50"/>
    <w:multiLevelType w:val="hybridMultilevel"/>
    <w:tmpl w:val="5BFEB308"/>
    <w:lvl w:ilvl="0" w:tplc="27506F30">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9"/>
  </w:num>
  <w:num w:numId="16">
    <w:abstractNumId w:val="13"/>
  </w:num>
  <w:num w:numId="17">
    <w:abstractNumId w:val="18"/>
  </w:num>
  <w:num w:numId="18">
    <w:abstractNumId w:val="15"/>
  </w:num>
  <w:num w:numId="19">
    <w:abstractNumId w:val="10"/>
  </w:num>
  <w:num w:numId="20">
    <w:abstractNumId w:val="20"/>
  </w:num>
  <w:num w:numId="21">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en-US" w:vendorID="64" w:dllVersion="0" w:nlCheck="1" w:checkStyle="0"/>
  <w:activeWritingStyle w:appName="MSWord" w:lang="es-ES" w:vendorID="64" w:dllVersion="0" w:nlCheck="1" w:checkStyle="0"/>
  <w:activeWritingStyle w:appName="MSWord" w:lang="en-ZW" w:vendorID="64" w:dllVersion="0" w:nlCheck="1" w:checkStyle="0"/>
  <w:activeWritingStyle w:appName="MSWord" w:lang="ru-RU" w:vendorID="64" w:dllVersion="0" w:nlCheck="1" w:checkStyle="0"/>
  <w:activeWritingStyle w:appName="MSWord" w:lang="ar-SA" w:vendorID="64" w:dllVersion="0" w:nlCheck="1" w:checkStyle="0"/>
  <w:activeWritingStyle w:appName="MSWord" w:lang="en-IN"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597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D01"/>
    <w:rsid w:val="00000A12"/>
    <w:rsid w:val="00000C12"/>
    <w:rsid w:val="000010F1"/>
    <w:rsid w:val="00002331"/>
    <w:rsid w:val="000105D4"/>
    <w:rsid w:val="000107DE"/>
    <w:rsid w:val="00014A83"/>
    <w:rsid w:val="000154DE"/>
    <w:rsid w:val="0002748B"/>
    <w:rsid w:val="00027761"/>
    <w:rsid w:val="00030F31"/>
    <w:rsid w:val="00031367"/>
    <w:rsid w:val="000357CF"/>
    <w:rsid w:val="00036784"/>
    <w:rsid w:val="00037972"/>
    <w:rsid w:val="00040374"/>
    <w:rsid w:val="000410E3"/>
    <w:rsid w:val="000448BD"/>
    <w:rsid w:val="00046B1F"/>
    <w:rsid w:val="000503B5"/>
    <w:rsid w:val="00050F6B"/>
    <w:rsid w:val="00052635"/>
    <w:rsid w:val="00053762"/>
    <w:rsid w:val="00057E97"/>
    <w:rsid w:val="00060C92"/>
    <w:rsid w:val="00061C03"/>
    <w:rsid w:val="000646F4"/>
    <w:rsid w:val="00065D32"/>
    <w:rsid w:val="00072C8C"/>
    <w:rsid w:val="000733B5"/>
    <w:rsid w:val="000750B8"/>
    <w:rsid w:val="000755DC"/>
    <w:rsid w:val="0007715E"/>
    <w:rsid w:val="00081815"/>
    <w:rsid w:val="00081B3D"/>
    <w:rsid w:val="0008744F"/>
    <w:rsid w:val="00087A32"/>
    <w:rsid w:val="000931C0"/>
    <w:rsid w:val="000932B1"/>
    <w:rsid w:val="00095CF6"/>
    <w:rsid w:val="000A58EA"/>
    <w:rsid w:val="000A65FA"/>
    <w:rsid w:val="000A69F0"/>
    <w:rsid w:val="000B0571"/>
    <w:rsid w:val="000B0595"/>
    <w:rsid w:val="000B1525"/>
    <w:rsid w:val="000B175B"/>
    <w:rsid w:val="000B18CF"/>
    <w:rsid w:val="000B2F02"/>
    <w:rsid w:val="000B3A0F"/>
    <w:rsid w:val="000B4EF7"/>
    <w:rsid w:val="000C2C03"/>
    <w:rsid w:val="000C2D2E"/>
    <w:rsid w:val="000E0415"/>
    <w:rsid w:val="000E3765"/>
    <w:rsid w:val="000F205C"/>
    <w:rsid w:val="000F4A27"/>
    <w:rsid w:val="000F7BFB"/>
    <w:rsid w:val="001079EB"/>
    <w:rsid w:val="001103AA"/>
    <w:rsid w:val="0011666B"/>
    <w:rsid w:val="00117036"/>
    <w:rsid w:val="001236EF"/>
    <w:rsid w:val="00131905"/>
    <w:rsid w:val="001416E4"/>
    <w:rsid w:val="00144E34"/>
    <w:rsid w:val="00151D40"/>
    <w:rsid w:val="001524E8"/>
    <w:rsid w:val="001530BB"/>
    <w:rsid w:val="00156065"/>
    <w:rsid w:val="00157A9D"/>
    <w:rsid w:val="001630F7"/>
    <w:rsid w:val="001639EC"/>
    <w:rsid w:val="00165F3A"/>
    <w:rsid w:val="00167707"/>
    <w:rsid w:val="0017792B"/>
    <w:rsid w:val="0018162E"/>
    <w:rsid w:val="00182290"/>
    <w:rsid w:val="00186EE4"/>
    <w:rsid w:val="001A0ACA"/>
    <w:rsid w:val="001A1AF5"/>
    <w:rsid w:val="001A3955"/>
    <w:rsid w:val="001B4B04"/>
    <w:rsid w:val="001C397A"/>
    <w:rsid w:val="001C4D4E"/>
    <w:rsid w:val="001C5B17"/>
    <w:rsid w:val="001C6663"/>
    <w:rsid w:val="001C7895"/>
    <w:rsid w:val="001C7F69"/>
    <w:rsid w:val="001D0C8C"/>
    <w:rsid w:val="001D1419"/>
    <w:rsid w:val="001D26DF"/>
    <w:rsid w:val="001D2B5D"/>
    <w:rsid w:val="001D3A03"/>
    <w:rsid w:val="001D5BF6"/>
    <w:rsid w:val="001E0A62"/>
    <w:rsid w:val="001E7B67"/>
    <w:rsid w:val="001F0C0B"/>
    <w:rsid w:val="00202DA8"/>
    <w:rsid w:val="00205672"/>
    <w:rsid w:val="00205ED9"/>
    <w:rsid w:val="00206ABC"/>
    <w:rsid w:val="002077BD"/>
    <w:rsid w:val="00211E0B"/>
    <w:rsid w:val="00216696"/>
    <w:rsid w:val="0022147B"/>
    <w:rsid w:val="00226CA5"/>
    <w:rsid w:val="002323A8"/>
    <w:rsid w:val="00235AD0"/>
    <w:rsid w:val="00240FEE"/>
    <w:rsid w:val="00244620"/>
    <w:rsid w:val="0024772E"/>
    <w:rsid w:val="00260AB3"/>
    <w:rsid w:val="00267F5F"/>
    <w:rsid w:val="00276040"/>
    <w:rsid w:val="00280A8C"/>
    <w:rsid w:val="00286354"/>
    <w:rsid w:val="00286B4D"/>
    <w:rsid w:val="00292356"/>
    <w:rsid w:val="002A02EF"/>
    <w:rsid w:val="002A1EAA"/>
    <w:rsid w:val="002A3FFB"/>
    <w:rsid w:val="002A52CB"/>
    <w:rsid w:val="002A79C7"/>
    <w:rsid w:val="002B435B"/>
    <w:rsid w:val="002B4EB5"/>
    <w:rsid w:val="002B6737"/>
    <w:rsid w:val="002C160F"/>
    <w:rsid w:val="002C351D"/>
    <w:rsid w:val="002C3D4C"/>
    <w:rsid w:val="002C5B24"/>
    <w:rsid w:val="002D2BF2"/>
    <w:rsid w:val="002D4643"/>
    <w:rsid w:val="002E019F"/>
    <w:rsid w:val="002E0ACE"/>
    <w:rsid w:val="002E6B63"/>
    <w:rsid w:val="002F175C"/>
    <w:rsid w:val="002F7DE0"/>
    <w:rsid w:val="00302E18"/>
    <w:rsid w:val="0030344C"/>
    <w:rsid w:val="00305057"/>
    <w:rsid w:val="00312AAE"/>
    <w:rsid w:val="003137EC"/>
    <w:rsid w:val="003178D2"/>
    <w:rsid w:val="003229D8"/>
    <w:rsid w:val="003248FE"/>
    <w:rsid w:val="00325DA1"/>
    <w:rsid w:val="00326FC1"/>
    <w:rsid w:val="00327552"/>
    <w:rsid w:val="00331FB9"/>
    <w:rsid w:val="003368DD"/>
    <w:rsid w:val="00340F0A"/>
    <w:rsid w:val="00343196"/>
    <w:rsid w:val="00343DFF"/>
    <w:rsid w:val="00343E21"/>
    <w:rsid w:val="00344D59"/>
    <w:rsid w:val="00344FC3"/>
    <w:rsid w:val="003466E8"/>
    <w:rsid w:val="00351A81"/>
    <w:rsid w:val="00352709"/>
    <w:rsid w:val="00352B3B"/>
    <w:rsid w:val="00360A14"/>
    <w:rsid w:val="003619B5"/>
    <w:rsid w:val="00361AC3"/>
    <w:rsid w:val="00365763"/>
    <w:rsid w:val="00371016"/>
    <w:rsid w:val="00371178"/>
    <w:rsid w:val="003746CD"/>
    <w:rsid w:val="003755CA"/>
    <w:rsid w:val="003778E3"/>
    <w:rsid w:val="00377E74"/>
    <w:rsid w:val="00381CCD"/>
    <w:rsid w:val="003827AC"/>
    <w:rsid w:val="003827E6"/>
    <w:rsid w:val="0038481F"/>
    <w:rsid w:val="003919AE"/>
    <w:rsid w:val="00392E47"/>
    <w:rsid w:val="003A562C"/>
    <w:rsid w:val="003A6810"/>
    <w:rsid w:val="003B148E"/>
    <w:rsid w:val="003B3831"/>
    <w:rsid w:val="003B4802"/>
    <w:rsid w:val="003B5138"/>
    <w:rsid w:val="003B56D8"/>
    <w:rsid w:val="003C0779"/>
    <w:rsid w:val="003C2CC4"/>
    <w:rsid w:val="003C3BD6"/>
    <w:rsid w:val="003C534D"/>
    <w:rsid w:val="003D14F2"/>
    <w:rsid w:val="003D3A5D"/>
    <w:rsid w:val="003D4B23"/>
    <w:rsid w:val="003D60D0"/>
    <w:rsid w:val="003D6A83"/>
    <w:rsid w:val="003E00CA"/>
    <w:rsid w:val="003E09F1"/>
    <w:rsid w:val="003E130E"/>
    <w:rsid w:val="003E238A"/>
    <w:rsid w:val="003E289E"/>
    <w:rsid w:val="003E44A2"/>
    <w:rsid w:val="003E4525"/>
    <w:rsid w:val="003E567A"/>
    <w:rsid w:val="003E5BD5"/>
    <w:rsid w:val="003F3286"/>
    <w:rsid w:val="003F5F1F"/>
    <w:rsid w:val="003F78AA"/>
    <w:rsid w:val="00407BE4"/>
    <w:rsid w:val="00407D3A"/>
    <w:rsid w:val="00410C89"/>
    <w:rsid w:val="0041705A"/>
    <w:rsid w:val="00420592"/>
    <w:rsid w:val="00422E03"/>
    <w:rsid w:val="00424C1A"/>
    <w:rsid w:val="00426B9B"/>
    <w:rsid w:val="004325CB"/>
    <w:rsid w:val="004340A1"/>
    <w:rsid w:val="00441766"/>
    <w:rsid w:val="00442A83"/>
    <w:rsid w:val="00445F6B"/>
    <w:rsid w:val="00446048"/>
    <w:rsid w:val="00450474"/>
    <w:rsid w:val="00451697"/>
    <w:rsid w:val="0045495B"/>
    <w:rsid w:val="004561E5"/>
    <w:rsid w:val="004600CA"/>
    <w:rsid w:val="004664EB"/>
    <w:rsid w:val="00466A2A"/>
    <w:rsid w:val="00472CA1"/>
    <w:rsid w:val="0048397A"/>
    <w:rsid w:val="00485CAC"/>
    <w:rsid w:val="00485CBB"/>
    <w:rsid w:val="00485E44"/>
    <w:rsid w:val="004866B7"/>
    <w:rsid w:val="004871A0"/>
    <w:rsid w:val="0049041D"/>
    <w:rsid w:val="0049270B"/>
    <w:rsid w:val="00492A46"/>
    <w:rsid w:val="00495CE3"/>
    <w:rsid w:val="004B1AC8"/>
    <w:rsid w:val="004B2408"/>
    <w:rsid w:val="004B26BE"/>
    <w:rsid w:val="004B3730"/>
    <w:rsid w:val="004C2461"/>
    <w:rsid w:val="004C4B82"/>
    <w:rsid w:val="004C6B65"/>
    <w:rsid w:val="004C7462"/>
    <w:rsid w:val="004C7F01"/>
    <w:rsid w:val="004E16FF"/>
    <w:rsid w:val="004E5F87"/>
    <w:rsid w:val="004E77B2"/>
    <w:rsid w:val="004E7D1F"/>
    <w:rsid w:val="004F14FC"/>
    <w:rsid w:val="004F1D67"/>
    <w:rsid w:val="004F35E4"/>
    <w:rsid w:val="00500BBE"/>
    <w:rsid w:val="00501AC8"/>
    <w:rsid w:val="00502847"/>
    <w:rsid w:val="00504499"/>
    <w:rsid w:val="00504B2D"/>
    <w:rsid w:val="00510E9A"/>
    <w:rsid w:val="00514154"/>
    <w:rsid w:val="00516F8A"/>
    <w:rsid w:val="005201C6"/>
    <w:rsid w:val="0052136D"/>
    <w:rsid w:val="0052162C"/>
    <w:rsid w:val="005220E3"/>
    <w:rsid w:val="00525C09"/>
    <w:rsid w:val="0052775E"/>
    <w:rsid w:val="00527D93"/>
    <w:rsid w:val="00532E4A"/>
    <w:rsid w:val="00535CDA"/>
    <w:rsid w:val="005410FE"/>
    <w:rsid w:val="00541142"/>
    <w:rsid w:val="005420F2"/>
    <w:rsid w:val="00545BF8"/>
    <w:rsid w:val="00552953"/>
    <w:rsid w:val="00552CF8"/>
    <w:rsid w:val="00552F08"/>
    <w:rsid w:val="00554CE5"/>
    <w:rsid w:val="0056209A"/>
    <w:rsid w:val="005628B6"/>
    <w:rsid w:val="00564049"/>
    <w:rsid w:val="00564F3B"/>
    <w:rsid w:val="00571AC8"/>
    <w:rsid w:val="005941EC"/>
    <w:rsid w:val="0059571D"/>
    <w:rsid w:val="0059724D"/>
    <w:rsid w:val="00597283"/>
    <w:rsid w:val="005A2321"/>
    <w:rsid w:val="005A259D"/>
    <w:rsid w:val="005B2D37"/>
    <w:rsid w:val="005B320C"/>
    <w:rsid w:val="005B3DB3"/>
    <w:rsid w:val="005B4E13"/>
    <w:rsid w:val="005B5704"/>
    <w:rsid w:val="005C1EDE"/>
    <w:rsid w:val="005C342F"/>
    <w:rsid w:val="005C7D1E"/>
    <w:rsid w:val="005D26AB"/>
    <w:rsid w:val="005D4C3D"/>
    <w:rsid w:val="005E202C"/>
    <w:rsid w:val="005E63B3"/>
    <w:rsid w:val="005F1F72"/>
    <w:rsid w:val="005F2DAA"/>
    <w:rsid w:val="005F49D1"/>
    <w:rsid w:val="005F7B75"/>
    <w:rsid w:val="005F7F83"/>
    <w:rsid w:val="006001EE"/>
    <w:rsid w:val="00600DEE"/>
    <w:rsid w:val="00605042"/>
    <w:rsid w:val="0060523D"/>
    <w:rsid w:val="00611FC4"/>
    <w:rsid w:val="006120F8"/>
    <w:rsid w:val="00612EED"/>
    <w:rsid w:val="006176FB"/>
    <w:rsid w:val="006203A7"/>
    <w:rsid w:val="00620D8F"/>
    <w:rsid w:val="00620DEE"/>
    <w:rsid w:val="006233AD"/>
    <w:rsid w:val="00635ED1"/>
    <w:rsid w:val="00640B26"/>
    <w:rsid w:val="00640EED"/>
    <w:rsid w:val="00640F66"/>
    <w:rsid w:val="00641DF1"/>
    <w:rsid w:val="00644263"/>
    <w:rsid w:val="00645074"/>
    <w:rsid w:val="00645C70"/>
    <w:rsid w:val="00650341"/>
    <w:rsid w:val="006525B8"/>
    <w:rsid w:val="00652D0A"/>
    <w:rsid w:val="00660109"/>
    <w:rsid w:val="0066025C"/>
    <w:rsid w:val="00662BB6"/>
    <w:rsid w:val="00663C44"/>
    <w:rsid w:val="00667007"/>
    <w:rsid w:val="00667C13"/>
    <w:rsid w:val="00671373"/>
    <w:rsid w:val="00671B51"/>
    <w:rsid w:val="0067362F"/>
    <w:rsid w:val="00674913"/>
    <w:rsid w:val="00674B85"/>
    <w:rsid w:val="00676451"/>
    <w:rsid w:val="00676606"/>
    <w:rsid w:val="0068054A"/>
    <w:rsid w:val="006823B3"/>
    <w:rsid w:val="00684609"/>
    <w:rsid w:val="00684C21"/>
    <w:rsid w:val="00691B63"/>
    <w:rsid w:val="00694026"/>
    <w:rsid w:val="0069592F"/>
    <w:rsid w:val="006A2530"/>
    <w:rsid w:val="006A6896"/>
    <w:rsid w:val="006A6DC1"/>
    <w:rsid w:val="006B1D3D"/>
    <w:rsid w:val="006B4F96"/>
    <w:rsid w:val="006C3589"/>
    <w:rsid w:val="006C529D"/>
    <w:rsid w:val="006D015A"/>
    <w:rsid w:val="006D0798"/>
    <w:rsid w:val="006D08F4"/>
    <w:rsid w:val="006D15DD"/>
    <w:rsid w:val="006D3783"/>
    <w:rsid w:val="006D37AF"/>
    <w:rsid w:val="006D3CE9"/>
    <w:rsid w:val="006D51D0"/>
    <w:rsid w:val="006D5FB9"/>
    <w:rsid w:val="006D658E"/>
    <w:rsid w:val="006E508E"/>
    <w:rsid w:val="006E564B"/>
    <w:rsid w:val="006E7191"/>
    <w:rsid w:val="00700800"/>
    <w:rsid w:val="00703577"/>
    <w:rsid w:val="007056EA"/>
    <w:rsid w:val="00705894"/>
    <w:rsid w:val="007134A0"/>
    <w:rsid w:val="00713953"/>
    <w:rsid w:val="00716B19"/>
    <w:rsid w:val="00717565"/>
    <w:rsid w:val="007228CA"/>
    <w:rsid w:val="007229D3"/>
    <w:rsid w:val="007230B9"/>
    <w:rsid w:val="00724790"/>
    <w:rsid w:val="0072632A"/>
    <w:rsid w:val="007327D5"/>
    <w:rsid w:val="00734BD5"/>
    <w:rsid w:val="00736168"/>
    <w:rsid w:val="00737EEA"/>
    <w:rsid w:val="00742AE2"/>
    <w:rsid w:val="00754015"/>
    <w:rsid w:val="007629C8"/>
    <w:rsid w:val="0076605F"/>
    <w:rsid w:val="00766266"/>
    <w:rsid w:val="0077047D"/>
    <w:rsid w:val="0077091D"/>
    <w:rsid w:val="007749C1"/>
    <w:rsid w:val="00776BC2"/>
    <w:rsid w:val="007819F9"/>
    <w:rsid w:val="00784082"/>
    <w:rsid w:val="00797035"/>
    <w:rsid w:val="007A5996"/>
    <w:rsid w:val="007B6BA5"/>
    <w:rsid w:val="007C3390"/>
    <w:rsid w:val="007C34E1"/>
    <w:rsid w:val="007C4F4B"/>
    <w:rsid w:val="007C6D57"/>
    <w:rsid w:val="007C6E24"/>
    <w:rsid w:val="007C7CAC"/>
    <w:rsid w:val="007D2A94"/>
    <w:rsid w:val="007D61E6"/>
    <w:rsid w:val="007E01E9"/>
    <w:rsid w:val="007E4F0F"/>
    <w:rsid w:val="007E63F3"/>
    <w:rsid w:val="007E7F65"/>
    <w:rsid w:val="007F16A3"/>
    <w:rsid w:val="007F2C63"/>
    <w:rsid w:val="007F6611"/>
    <w:rsid w:val="00811920"/>
    <w:rsid w:val="0081367F"/>
    <w:rsid w:val="00815AD0"/>
    <w:rsid w:val="00815EDB"/>
    <w:rsid w:val="00822177"/>
    <w:rsid w:val="008242D7"/>
    <w:rsid w:val="008257B1"/>
    <w:rsid w:val="00832334"/>
    <w:rsid w:val="0083273E"/>
    <w:rsid w:val="0083594B"/>
    <w:rsid w:val="00836F07"/>
    <w:rsid w:val="00837732"/>
    <w:rsid w:val="0084094D"/>
    <w:rsid w:val="0084141F"/>
    <w:rsid w:val="008424F8"/>
    <w:rsid w:val="00843191"/>
    <w:rsid w:val="008435E7"/>
    <w:rsid w:val="00843767"/>
    <w:rsid w:val="00844B15"/>
    <w:rsid w:val="00851156"/>
    <w:rsid w:val="00853736"/>
    <w:rsid w:val="0085548E"/>
    <w:rsid w:val="00857DA1"/>
    <w:rsid w:val="00860E77"/>
    <w:rsid w:val="0086150D"/>
    <w:rsid w:val="0086446B"/>
    <w:rsid w:val="00865B89"/>
    <w:rsid w:val="008679D9"/>
    <w:rsid w:val="00875C0A"/>
    <w:rsid w:val="008773D8"/>
    <w:rsid w:val="0088014D"/>
    <w:rsid w:val="008878DE"/>
    <w:rsid w:val="00887BFC"/>
    <w:rsid w:val="00891935"/>
    <w:rsid w:val="008979B1"/>
    <w:rsid w:val="008A1ED5"/>
    <w:rsid w:val="008A3385"/>
    <w:rsid w:val="008A45E3"/>
    <w:rsid w:val="008A4C3E"/>
    <w:rsid w:val="008A684B"/>
    <w:rsid w:val="008A6B25"/>
    <w:rsid w:val="008A6C4F"/>
    <w:rsid w:val="008B0055"/>
    <w:rsid w:val="008B2335"/>
    <w:rsid w:val="008B2E36"/>
    <w:rsid w:val="008B667B"/>
    <w:rsid w:val="008B74F7"/>
    <w:rsid w:val="008C551E"/>
    <w:rsid w:val="008C670E"/>
    <w:rsid w:val="008C7B8B"/>
    <w:rsid w:val="008D0AAD"/>
    <w:rsid w:val="008E0678"/>
    <w:rsid w:val="008E0C40"/>
    <w:rsid w:val="008E2908"/>
    <w:rsid w:val="008E6B3F"/>
    <w:rsid w:val="008F2C68"/>
    <w:rsid w:val="008F31D2"/>
    <w:rsid w:val="008F481C"/>
    <w:rsid w:val="00903ECB"/>
    <w:rsid w:val="00905337"/>
    <w:rsid w:val="00912699"/>
    <w:rsid w:val="00915EF6"/>
    <w:rsid w:val="00916862"/>
    <w:rsid w:val="009223CA"/>
    <w:rsid w:val="0092490C"/>
    <w:rsid w:val="00931C86"/>
    <w:rsid w:val="00940F93"/>
    <w:rsid w:val="0094144D"/>
    <w:rsid w:val="009448C3"/>
    <w:rsid w:val="0095409A"/>
    <w:rsid w:val="0095470B"/>
    <w:rsid w:val="00962E5F"/>
    <w:rsid w:val="009669EE"/>
    <w:rsid w:val="009744E3"/>
    <w:rsid w:val="009760F3"/>
    <w:rsid w:val="00976CFB"/>
    <w:rsid w:val="00982C5F"/>
    <w:rsid w:val="00987F1A"/>
    <w:rsid w:val="0099182C"/>
    <w:rsid w:val="009944B7"/>
    <w:rsid w:val="00996878"/>
    <w:rsid w:val="009968BF"/>
    <w:rsid w:val="009A0830"/>
    <w:rsid w:val="009A0E8D"/>
    <w:rsid w:val="009A3632"/>
    <w:rsid w:val="009A3FA9"/>
    <w:rsid w:val="009A4975"/>
    <w:rsid w:val="009A65AC"/>
    <w:rsid w:val="009A7F6D"/>
    <w:rsid w:val="009B0451"/>
    <w:rsid w:val="009B26E7"/>
    <w:rsid w:val="009B4801"/>
    <w:rsid w:val="009B490A"/>
    <w:rsid w:val="009B64BB"/>
    <w:rsid w:val="009C05EB"/>
    <w:rsid w:val="009C09A2"/>
    <w:rsid w:val="009C444F"/>
    <w:rsid w:val="009D051F"/>
    <w:rsid w:val="009D350E"/>
    <w:rsid w:val="009D47C3"/>
    <w:rsid w:val="009E35AC"/>
    <w:rsid w:val="009E379C"/>
    <w:rsid w:val="009E4C03"/>
    <w:rsid w:val="009E4D62"/>
    <w:rsid w:val="009F1131"/>
    <w:rsid w:val="009F19CA"/>
    <w:rsid w:val="009F3154"/>
    <w:rsid w:val="009F6F10"/>
    <w:rsid w:val="00A00697"/>
    <w:rsid w:val="00A00A3F"/>
    <w:rsid w:val="00A01489"/>
    <w:rsid w:val="00A02515"/>
    <w:rsid w:val="00A138F7"/>
    <w:rsid w:val="00A25364"/>
    <w:rsid w:val="00A26C66"/>
    <w:rsid w:val="00A3026E"/>
    <w:rsid w:val="00A30475"/>
    <w:rsid w:val="00A338F1"/>
    <w:rsid w:val="00A33ABB"/>
    <w:rsid w:val="00A35BE0"/>
    <w:rsid w:val="00A4315D"/>
    <w:rsid w:val="00A44527"/>
    <w:rsid w:val="00A56705"/>
    <w:rsid w:val="00A57073"/>
    <w:rsid w:val="00A6129C"/>
    <w:rsid w:val="00A6229C"/>
    <w:rsid w:val="00A631D5"/>
    <w:rsid w:val="00A6428E"/>
    <w:rsid w:val="00A72F22"/>
    <w:rsid w:val="00A7360F"/>
    <w:rsid w:val="00A73802"/>
    <w:rsid w:val="00A748A6"/>
    <w:rsid w:val="00A769F4"/>
    <w:rsid w:val="00A776B4"/>
    <w:rsid w:val="00A81292"/>
    <w:rsid w:val="00A812EB"/>
    <w:rsid w:val="00A81C34"/>
    <w:rsid w:val="00A822F0"/>
    <w:rsid w:val="00A82DEE"/>
    <w:rsid w:val="00A94361"/>
    <w:rsid w:val="00A9518D"/>
    <w:rsid w:val="00AA293C"/>
    <w:rsid w:val="00AA474C"/>
    <w:rsid w:val="00AB266F"/>
    <w:rsid w:val="00AB710A"/>
    <w:rsid w:val="00AB76EE"/>
    <w:rsid w:val="00AC5A8B"/>
    <w:rsid w:val="00AC664F"/>
    <w:rsid w:val="00AD3C68"/>
    <w:rsid w:val="00AD642A"/>
    <w:rsid w:val="00AE55E2"/>
    <w:rsid w:val="00AF42B0"/>
    <w:rsid w:val="00AF4A89"/>
    <w:rsid w:val="00AF66B8"/>
    <w:rsid w:val="00B01924"/>
    <w:rsid w:val="00B0341F"/>
    <w:rsid w:val="00B076B5"/>
    <w:rsid w:val="00B1115E"/>
    <w:rsid w:val="00B12398"/>
    <w:rsid w:val="00B26F3E"/>
    <w:rsid w:val="00B27CE5"/>
    <w:rsid w:val="00B30179"/>
    <w:rsid w:val="00B315EE"/>
    <w:rsid w:val="00B3307D"/>
    <w:rsid w:val="00B331B5"/>
    <w:rsid w:val="00B3427B"/>
    <w:rsid w:val="00B3477A"/>
    <w:rsid w:val="00B41382"/>
    <w:rsid w:val="00B416A8"/>
    <w:rsid w:val="00B41DD3"/>
    <w:rsid w:val="00B421C1"/>
    <w:rsid w:val="00B53C21"/>
    <w:rsid w:val="00B53E64"/>
    <w:rsid w:val="00B557E2"/>
    <w:rsid w:val="00B55C71"/>
    <w:rsid w:val="00B56E4A"/>
    <w:rsid w:val="00B56E9C"/>
    <w:rsid w:val="00B62BF9"/>
    <w:rsid w:val="00B640C0"/>
    <w:rsid w:val="00B64B1F"/>
    <w:rsid w:val="00B6553F"/>
    <w:rsid w:val="00B65650"/>
    <w:rsid w:val="00B705E1"/>
    <w:rsid w:val="00B72641"/>
    <w:rsid w:val="00B72AEE"/>
    <w:rsid w:val="00B77D05"/>
    <w:rsid w:val="00B80113"/>
    <w:rsid w:val="00B81206"/>
    <w:rsid w:val="00B817C3"/>
    <w:rsid w:val="00B81E12"/>
    <w:rsid w:val="00B9099A"/>
    <w:rsid w:val="00B91D05"/>
    <w:rsid w:val="00BA219E"/>
    <w:rsid w:val="00BA461A"/>
    <w:rsid w:val="00BB774D"/>
    <w:rsid w:val="00BB7924"/>
    <w:rsid w:val="00BC2C27"/>
    <w:rsid w:val="00BC3FA0"/>
    <w:rsid w:val="00BC5C3B"/>
    <w:rsid w:val="00BC5D01"/>
    <w:rsid w:val="00BC5D60"/>
    <w:rsid w:val="00BC74E9"/>
    <w:rsid w:val="00BC7E44"/>
    <w:rsid w:val="00BD2039"/>
    <w:rsid w:val="00BD3877"/>
    <w:rsid w:val="00BD49DB"/>
    <w:rsid w:val="00BD66FF"/>
    <w:rsid w:val="00BD6B55"/>
    <w:rsid w:val="00BE0E85"/>
    <w:rsid w:val="00BE13D1"/>
    <w:rsid w:val="00BE3A65"/>
    <w:rsid w:val="00BE7414"/>
    <w:rsid w:val="00BF1F5B"/>
    <w:rsid w:val="00BF30B3"/>
    <w:rsid w:val="00BF3192"/>
    <w:rsid w:val="00BF4DDE"/>
    <w:rsid w:val="00BF68A8"/>
    <w:rsid w:val="00C11A03"/>
    <w:rsid w:val="00C11CD6"/>
    <w:rsid w:val="00C161A0"/>
    <w:rsid w:val="00C201ED"/>
    <w:rsid w:val="00C22C0C"/>
    <w:rsid w:val="00C22D96"/>
    <w:rsid w:val="00C3226C"/>
    <w:rsid w:val="00C3581B"/>
    <w:rsid w:val="00C37738"/>
    <w:rsid w:val="00C37E5A"/>
    <w:rsid w:val="00C406A1"/>
    <w:rsid w:val="00C41C09"/>
    <w:rsid w:val="00C424B0"/>
    <w:rsid w:val="00C4500B"/>
    <w:rsid w:val="00C4527F"/>
    <w:rsid w:val="00C45370"/>
    <w:rsid w:val="00C463DD"/>
    <w:rsid w:val="00C4724C"/>
    <w:rsid w:val="00C47605"/>
    <w:rsid w:val="00C57B91"/>
    <w:rsid w:val="00C6265C"/>
    <w:rsid w:val="00C629A0"/>
    <w:rsid w:val="00C62FBA"/>
    <w:rsid w:val="00C63222"/>
    <w:rsid w:val="00C64629"/>
    <w:rsid w:val="00C67D3D"/>
    <w:rsid w:val="00C745C3"/>
    <w:rsid w:val="00C7589D"/>
    <w:rsid w:val="00C91D00"/>
    <w:rsid w:val="00C92079"/>
    <w:rsid w:val="00C9653D"/>
    <w:rsid w:val="00C96BD3"/>
    <w:rsid w:val="00C96DF2"/>
    <w:rsid w:val="00CA5753"/>
    <w:rsid w:val="00CB3E03"/>
    <w:rsid w:val="00CB4D87"/>
    <w:rsid w:val="00CB61A4"/>
    <w:rsid w:val="00CC2A13"/>
    <w:rsid w:val="00CC3B1A"/>
    <w:rsid w:val="00CC71AF"/>
    <w:rsid w:val="00CC761B"/>
    <w:rsid w:val="00CD3F41"/>
    <w:rsid w:val="00CD4AA6"/>
    <w:rsid w:val="00CD58EF"/>
    <w:rsid w:val="00CD5ED4"/>
    <w:rsid w:val="00CE4A8F"/>
    <w:rsid w:val="00CE6F76"/>
    <w:rsid w:val="00CF40F8"/>
    <w:rsid w:val="00CF6DCE"/>
    <w:rsid w:val="00D0069C"/>
    <w:rsid w:val="00D00FB4"/>
    <w:rsid w:val="00D05EA8"/>
    <w:rsid w:val="00D0765A"/>
    <w:rsid w:val="00D11EBE"/>
    <w:rsid w:val="00D139C2"/>
    <w:rsid w:val="00D15192"/>
    <w:rsid w:val="00D155D6"/>
    <w:rsid w:val="00D2031B"/>
    <w:rsid w:val="00D227BB"/>
    <w:rsid w:val="00D22FBC"/>
    <w:rsid w:val="00D248B6"/>
    <w:rsid w:val="00D25FE2"/>
    <w:rsid w:val="00D26E07"/>
    <w:rsid w:val="00D35E05"/>
    <w:rsid w:val="00D35EFE"/>
    <w:rsid w:val="00D37054"/>
    <w:rsid w:val="00D40D03"/>
    <w:rsid w:val="00D43252"/>
    <w:rsid w:val="00D47EEA"/>
    <w:rsid w:val="00D50FF4"/>
    <w:rsid w:val="00D511C2"/>
    <w:rsid w:val="00D53955"/>
    <w:rsid w:val="00D53C66"/>
    <w:rsid w:val="00D56480"/>
    <w:rsid w:val="00D56813"/>
    <w:rsid w:val="00D62052"/>
    <w:rsid w:val="00D662C7"/>
    <w:rsid w:val="00D6644B"/>
    <w:rsid w:val="00D72495"/>
    <w:rsid w:val="00D7690F"/>
    <w:rsid w:val="00D773DF"/>
    <w:rsid w:val="00D77980"/>
    <w:rsid w:val="00D85AAB"/>
    <w:rsid w:val="00D8658D"/>
    <w:rsid w:val="00D87430"/>
    <w:rsid w:val="00D925DB"/>
    <w:rsid w:val="00D95303"/>
    <w:rsid w:val="00D978C6"/>
    <w:rsid w:val="00DA0D9E"/>
    <w:rsid w:val="00DA1A29"/>
    <w:rsid w:val="00DA3C1C"/>
    <w:rsid w:val="00DB1A6E"/>
    <w:rsid w:val="00DB39CF"/>
    <w:rsid w:val="00DC257B"/>
    <w:rsid w:val="00DC460A"/>
    <w:rsid w:val="00DC5D95"/>
    <w:rsid w:val="00DC6D39"/>
    <w:rsid w:val="00DD7A7F"/>
    <w:rsid w:val="00DE203C"/>
    <w:rsid w:val="00DE3134"/>
    <w:rsid w:val="00DF1EC0"/>
    <w:rsid w:val="00E007C4"/>
    <w:rsid w:val="00E046DF"/>
    <w:rsid w:val="00E05854"/>
    <w:rsid w:val="00E07304"/>
    <w:rsid w:val="00E14478"/>
    <w:rsid w:val="00E15DD3"/>
    <w:rsid w:val="00E20AA7"/>
    <w:rsid w:val="00E22B0C"/>
    <w:rsid w:val="00E2509B"/>
    <w:rsid w:val="00E25638"/>
    <w:rsid w:val="00E25C87"/>
    <w:rsid w:val="00E27346"/>
    <w:rsid w:val="00E274B9"/>
    <w:rsid w:val="00E30DA9"/>
    <w:rsid w:val="00E340CF"/>
    <w:rsid w:val="00E40A45"/>
    <w:rsid w:val="00E42306"/>
    <w:rsid w:val="00E4302D"/>
    <w:rsid w:val="00E438AC"/>
    <w:rsid w:val="00E44A3E"/>
    <w:rsid w:val="00E45D32"/>
    <w:rsid w:val="00E47C30"/>
    <w:rsid w:val="00E515BB"/>
    <w:rsid w:val="00E560CA"/>
    <w:rsid w:val="00E63F2C"/>
    <w:rsid w:val="00E671E4"/>
    <w:rsid w:val="00E70B0E"/>
    <w:rsid w:val="00E70F0C"/>
    <w:rsid w:val="00E71BC8"/>
    <w:rsid w:val="00E7260F"/>
    <w:rsid w:val="00E73F5D"/>
    <w:rsid w:val="00E769BB"/>
    <w:rsid w:val="00E775F7"/>
    <w:rsid w:val="00E77E4E"/>
    <w:rsid w:val="00E80C3D"/>
    <w:rsid w:val="00E8331A"/>
    <w:rsid w:val="00E841BB"/>
    <w:rsid w:val="00E84469"/>
    <w:rsid w:val="00E860D6"/>
    <w:rsid w:val="00E86D7D"/>
    <w:rsid w:val="00E91586"/>
    <w:rsid w:val="00E934FC"/>
    <w:rsid w:val="00E940F5"/>
    <w:rsid w:val="00E96630"/>
    <w:rsid w:val="00EA0B21"/>
    <w:rsid w:val="00EA1BF6"/>
    <w:rsid w:val="00EA2A77"/>
    <w:rsid w:val="00EA2EA1"/>
    <w:rsid w:val="00EA7ABD"/>
    <w:rsid w:val="00EB0A63"/>
    <w:rsid w:val="00EB2BDC"/>
    <w:rsid w:val="00EB2C4F"/>
    <w:rsid w:val="00EB4F66"/>
    <w:rsid w:val="00EB6931"/>
    <w:rsid w:val="00EC65B1"/>
    <w:rsid w:val="00ED02D3"/>
    <w:rsid w:val="00ED076A"/>
    <w:rsid w:val="00ED7A2A"/>
    <w:rsid w:val="00EE73D1"/>
    <w:rsid w:val="00EE7C62"/>
    <w:rsid w:val="00EF1D7F"/>
    <w:rsid w:val="00F00942"/>
    <w:rsid w:val="00F033F1"/>
    <w:rsid w:val="00F0495F"/>
    <w:rsid w:val="00F04E8C"/>
    <w:rsid w:val="00F119F0"/>
    <w:rsid w:val="00F1405A"/>
    <w:rsid w:val="00F20326"/>
    <w:rsid w:val="00F31E5F"/>
    <w:rsid w:val="00F33BCE"/>
    <w:rsid w:val="00F3579A"/>
    <w:rsid w:val="00F436EA"/>
    <w:rsid w:val="00F461FA"/>
    <w:rsid w:val="00F52985"/>
    <w:rsid w:val="00F5332B"/>
    <w:rsid w:val="00F56F2A"/>
    <w:rsid w:val="00F6100A"/>
    <w:rsid w:val="00F65CDF"/>
    <w:rsid w:val="00F67D5A"/>
    <w:rsid w:val="00F753A2"/>
    <w:rsid w:val="00F81058"/>
    <w:rsid w:val="00F81ECE"/>
    <w:rsid w:val="00F906A4"/>
    <w:rsid w:val="00F93781"/>
    <w:rsid w:val="00F97CD9"/>
    <w:rsid w:val="00FA1B2A"/>
    <w:rsid w:val="00FA6CBB"/>
    <w:rsid w:val="00FB12E1"/>
    <w:rsid w:val="00FB1873"/>
    <w:rsid w:val="00FB2BF0"/>
    <w:rsid w:val="00FB5A49"/>
    <w:rsid w:val="00FB5EE5"/>
    <w:rsid w:val="00FB613B"/>
    <w:rsid w:val="00FC68B7"/>
    <w:rsid w:val="00FD37B8"/>
    <w:rsid w:val="00FD3F98"/>
    <w:rsid w:val="00FD4288"/>
    <w:rsid w:val="00FE106A"/>
    <w:rsid w:val="00FE3597"/>
    <w:rsid w:val="00FE4AB3"/>
    <w:rsid w:val="00FE5AEE"/>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243B3E05"/>
  <w15:docId w15:val="{FEE0067E-B680-4E2D-A381-386EE92DF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link w:val="PlainTextChar"/>
    <w:uiPriority w:val="99"/>
    <w:rPr>
      <w:rFonts w:cs="Courier New"/>
    </w:rPr>
  </w:style>
  <w:style w:type="paragraph" w:styleId="BodyText">
    <w:name w:val="Body Text"/>
    <w:basedOn w:val="Normal"/>
    <w:next w:val="Normal"/>
    <w:link w:val="BodyTextChar"/>
  </w:style>
  <w:style w:type="paragraph" w:styleId="BodyTextIndent">
    <w:name w:val="Body Text Indent"/>
    <w:basedOn w:val="Normal"/>
    <w:link w:val="BodyTextIndentChar"/>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E Fußnotenzeichen,(Footnote Reference),BVI fnr, BVI fnr,Footnote symbol,Footnote,Footnote Reference Superscript,SUPERS"/>
    <w:basedOn w:val="DefaultParagraphFont"/>
    <w:uiPriority w:val="99"/>
    <w:qFormat/>
    <w:rsid w:val="000646F4"/>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basedOn w:val="DefaultParagraphFont"/>
    <w:rPr>
      <w:sz w:val="6"/>
    </w:rPr>
  </w:style>
  <w:style w:type="paragraph" w:styleId="CommentText">
    <w:name w:val="annotation text"/>
    <w:basedOn w:val="Normal"/>
    <w:link w:val="CommentTextChar"/>
  </w:style>
  <w:style w:type="character" w:styleId="LineNumber">
    <w:name w:val="line number"/>
    <w:basedOn w:val="DefaultParagraphFont"/>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link w:val="BodyTextIndent2Char"/>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basedOn w:val="DefaultParagraphFont"/>
    <w:uiPriority w:val="20"/>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rsid w:val="008A6C4F"/>
  </w:style>
  <w:style w:type="paragraph" w:styleId="HTMLAddress">
    <w:name w:val="HTML Address"/>
    <w:basedOn w:val="Normal"/>
    <w:link w:val="HTMLAddressChar"/>
    <w:rsid w:val="008A6C4F"/>
    <w:rPr>
      <w:i/>
      <w:iCs/>
    </w:rPr>
  </w:style>
  <w:style w:type="character" w:styleId="HTMLCite">
    <w:name w:val="HTML Cite"/>
    <w:basedOn w:val="DefaultParagraphFont"/>
    <w:rsid w:val="008A6C4F"/>
    <w:rPr>
      <w:i/>
      <w:iCs/>
    </w:rPr>
  </w:style>
  <w:style w:type="character" w:styleId="HTMLCode">
    <w:name w:val="HTML Code"/>
    <w:basedOn w:val="DefaultParagraphFont"/>
    <w:rsid w:val="008A6C4F"/>
    <w:rPr>
      <w:rFonts w:ascii="Courier New" w:hAnsi="Courier New" w:cs="Courier New"/>
      <w:sz w:val="20"/>
      <w:szCs w:val="20"/>
    </w:rPr>
  </w:style>
  <w:style w:type="character" w:styleId="HTMLDefinition">
    <w:name w:val="HTML Definition"/>
    <w:basedOn w:val="DefaultParagraphFont"/>
    <w:rsid w:val="008A6C4F"/>
    <w:rPr>
      <w:i/>
      <w:iCs/>
    </w:rPr>
  </w:style>
  <w:style w:type="character" w:styleId="HTMLKeyboard">
    <w:name w:val="HTML Keyboard"/>
    <w:basedOn w:val="DefaultParagraphFont"/>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basedOn w:val="DefaultParagraphFont"/>
    <w:rsid w:val="008A6C4F"/>
    <w:rPr>
      <w:rFonts w:ascii="Courier New" w:hAnsi="Courier New" w:cs="Courier New"/>
    </w:rPr>
  </w:style>
  <w:style w:type="character" w:styleId="HTMLTypewriter">
    <w:name w:val="HTML Typewriter"/>
    <w:basedOn w:val="DefaultParagraphFont"/>
    <w:rsid w:val="008A6C4F"/>
    <w:rPr>
      <w:rFonts w:ascii="Courier New" w:hAnsi="Courier New" w:cs="Courier New"/>
      <w:sz w:val="20"/>
      <w:szCs w:val="20"/>
    </w:rPr>
  </w:style>
  <w:style w:type="character" w:styleId="HTMLVariable">
    <w:name w:val="HTML Variable"/>
    <w:basedOn w:val="DefaultParagraphFont"/>
    <w:rsid w:val="008A6C4F"/>
    <w:rPr>
      <w:i/>
      <w:iCs/>
    </w:rPr>
  </w:style>
  <w:style w:type="character" w:styleId="Hyperlink">
    <w:name w:val="Hyperlink"/>
    <w:basedOn w:val="DefaultParagraphFont"/>
    <w:uiPriority w:val="99"/>
    <w:rsid w:val="000646F4"/>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basedOn w:val="DefaultParagraphFont"/>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ChGChar">
    <w:name w:val="_ H _Ch_G Char"/>
    <w:link w:val="HChG"/>
    <w:rsid w:val="00BD2039"/>
    <w:rPr>
      <w:b/>
      <w:sz w:val="28"/>
      <w:lang w:eastAsia="en-US"/>
    </w:rPr>
  </w:style>
  <w:style w:type="character" w:customStyle="1" w:styleId="FootnoteTextChar">
    <w:name w:val="Footnote Text Char"/>
    <w:aliases w:val="5_G Char,PP Char,5_G_6 Char"/>
    <w:link w:val="FootnoteText"/>
    <w:uiPriority w:val="99"/>
    <w:rsid w:val="0084141F"/>
    <w:rPr>
      <w:sz w:val="18"/>
      <w:lang w:eastAsia="en-US"/>
    </w:rPr>
  </w:style>
  <w:style w:type="paragraph" w:styleId="CommentSubject">
    <w:name w:val="annotation subject"/>
    <w:basedOn w:val="CommentText"/>
    <w:next w:val="CommentText"/>
    <w:link w:val="CommentSubjectChar"/>
    <w:unhideWhenUsed/>
    <w:rsid w:val="0084141F"/>
    <w:pPr>
      <w:spacing w:line="240" w:lineRule="auto"/>
    </w:pPr>
    <w:rPr>
      <w:b/>
      <w:bCs/>
    </w:rPr>
  </w:style>
  <w:style w:type="character" w:customStyle="1" w:styleId="CommentTextChar">
    <w:name w:val="Comment Text Char"/>
    <w:basedOn w:val="DefaultParagraphFont"/>
    <w:link w:val="CommentText"/>
    <w:rsid w:val="0084141F"/>
    <w:rPr>
      <w:lang w:eastAsia="en-US"/>
    </w:rPr>
  </w:style>
  <w:style w:type="character" w:customStyle="1" w:styleId="CommentSubjectChar">
    <w:name w:val="Comment Subject Char"/>
    <w:basedOn w:val="CommentTextChar"/>
    <w:link w:val="CommentSubject"/>
    <w:rsid w:val="0084141F"/>
    <w:rPr>
      <w:b/>
      <w:bCs/>
      <w:lang w:eastAsia="en-US"/>
    </w:rPr>
  </w:style>
  <w:style w:type="paragraph" w:styleId="Revision">
    <w:name w:val="Revision"/>
    <w:hidden/>
    <w:uiPriority w:val="99"/>
    <w:semiHidden/>
    <w:rsid w:val="0084141F"/>
    <w:rPr>
      <w:lang w:eastAsia="en-US"/>
    </w:rPr>
  </w:style>
  <w:style w:type="paragraph" w:styleId="BalloonText">
    <w:name w:val="Balloon Text"/>
    <w:basedOn w:val="Normal"/>
    <w:link w:val="BalloonTextChar"/>
    <w:rsid w:val="008414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84141F"/>
    <w:rPr>
      <w:rFonts w:ascii="Segoe UI" w:hAnsi="Segoe UI" w:cs="Segoe UI"/>
      <w:sz w:val="18"/>
      <w:szCs w:val="18"/>
      <w:lang w:eastAsia="en-US"/>
    </w:rPr>
  </w:style>
  <w:style w:type="character" w:customStyle="1" w:styleId="H1GChar">
    <w:name w:val="_ H_1_G Char"/>
    <w:link w:val="H1G"/>
    <w:rsid w:val="003B3831"/>
    <w:rPr>
      <w:b/>
      <w:sz w:val="24"/>
      <w:lang w:eastAsia="en-US"/>
    </w:rPr>
  </w:style>
  <w:style w:type="numbering" w:customStyle="1" w:styleId="NoList1">
    <w:name w:val="No List1"/>
    <w:next w:val="NoList"/>
    <w:uiPriority w:val="99"/>
    <w:semiHidden/>
    <w:unhideWhenUsed/>
    <w:rsid w:val="00325DA1"/>
  </w:style>
  <w:style w:type="character" w:customStyle="1" w:styleId="BodyTextChar">
    <w:name w:val="Body Text Char"/>
    <w:basedOn w:val="DefaultParagraphFont"/>
    <w:link w:val="BodyText"/>
    <w:rsid w:val="00325DA1"/>
    <w:rPr>
      <w:lang w:eastAsia="en-US"/>
    </w:rPr>
  </w:style>
  <w:style w:type="character" w:customStyle="1" w:styleId="HeaderChar">
    <w:name w:val="Header Char"/>
    <w:aliases w:val="6_G Char"/>
    <w:basedOn w:val="DefaultParagraphFont"/>
    <w:link w:val="Header"/>
    <w:uiPriority w:val="99"/>
    <w:rsid w:val="00325DA1"/>
    <w:rPr>
      <w:b/>
      <w:sz w:val="18"/>
      <w:lang w:eastAsia="en-US"/>
    </w:rPr>
  </w:style>
  <w:style w:type="character" w:customStyle="1" w:styleId="FooterChar">
    <w:name w:val="Footer Char"/>
    <w:aliases w:val="3_G Char"/>
    <w:basedOn w:val="DefaultParagraphFont"/>
    <w:link w:val="Footer"/>
    <w:uiPriority w:val="99"/>
    <w:rsid w:val="00325DA1"/>
    <w:rPr>
      <w:sz w:val="16"/>
      <w:lang w:eastAsia="en-US"/>
    </w:rPr>
  </w:style>
  <w:style w:type="character" w:customStyle="1" w:styleId="UnresolvedMention1">
    <w:name w:val="Unresolved Mention1"/>
    <w:basedOn w:val="DefaultParagraphFont"/>
    <w:uiPriority w:val="99"/>
    <w:semiHidden/>
    <w:unhideWhenUsed/>
    <w:rsid w:val="00AC664F"/>
    <w:rPr>
      <w:color w:val="808080"/>
      <w:shd w:val="clear" w:color="auto" w:fill="E6E6E6"/>
    </w:rPr>
  </w:style>
  <w:style w:type="character" w:customStyle="1" w:styleId="UnresolvedMention2">
    <w:name w:val="Unresolved Mention2"/>
    <w:basedOn w:val="DefaultParagraphFont"/>
    <w:uiPriority w:val="99"/>
    <w:semiHidden/>
    <w:unhideWhenUsed/>
    <w:rsid w:val="001D5BF6"/>
    <w:rPr>
      <w:color w:val="808080"/>
      <w:shd w:val="clear" w:color="auto" w:fill="E6E6E6"/>
    </w:rPr>
  </w:style>
  <w:style w:type="numbering" w:customStyle="1" w:styleId="NoList2">
    <w:name w:val="No List2"/>
    <w:next w:val="NoList"/>
    <w:uiPriority w:val="99"/>
    <w:semiHidden/>
    <w:unhideWhenUsed/>
    <w:rsid w:val="006D015A"/>
  </w:style>
  <w:style w:type="paragraph" w:styleId="ListParagraph">
    <w:name w:val="List Paragraph"/>
    <w:basedOn w:val="Normal"/>
    <w:uiPriority w:val="34"/>
    <w:qFormat/>
    <w:rsid w:val="006D015A"/>
    <w:pPr>
      <w:ind w:leftChars="400" w:left="840"/>
    </w:pPr>
    <w:rPr>
      <w:rFonts w:eastAsia="MS Mincho"/>
      <w:lang w:val="en-US"/>
    </w:rPr>
  </w:style>
  <w:style w:type="character" w:customStyle="1" w:styleId="SingleTxtGCharChar">
    <w:name w:val="_ Single Txt_G Char Char"/>
    <w:locked/>
    <w:rsid w:val="006D015A"/>
  </w:style>
  <w:style w:type="table" w:customStyle="1" w:styleId="TableGrid10">
    <w:name w:val="Table Grid1"/>
    <w:basedOn w:val="TableNormal"/>
    <w:next w:val="TableGrid"/>
    <w:uiPriority w:val="59"/>
    <w:rsid w:val="006D015A"/>
    <w:rPr>
      <w:rFonts w:ascii="Calibri" w:eastAsia="Calibri" w:hAnsi="Calibri" w:cs="Arial"/>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
    <w:basedOn w:val="DefaultParagraphFont"/>
    <w:link w:val="Heading1"/>
    <w:rsid w:val="006D015A"/>
    <w:rPr>
      <w:lang w:eastAsia="en-US"/>
    </w:rPr>
  </w:style>
  <w:style w:type="paragraph" w:styleId="NoSpacing">
    <w:name w:val="No Spacing"/>
    <w:uiPriority w:val="1"/>
    <w:qFormat/>
    <w:rsid w:val="00A56705"/>
    <w:pPr>
      <w:suppressAutoHyphens/>
    </w:pPr>
    <w:rPr>
      <w:lang w:eastAsia="en-US"/>
    </w:rPr>
  </w:style>
  <w:style w:type="paragraph" w:customStyle="1" w:styleId="Style1">
    <w:name w:val="Style1"/>
    <w:basedOn w:val="SingleTxtG"/>
    <w:link w:val="Style1Char"/>
    <w:qFormat/>
    <w:rsid w:val="00A56705"/>
  </w:style>
  <w:style w:type="paragraph" w:customStyle="1" w:styleId="Style2">
    <w:name w:val="Style2"/>
    <w:basedOn w:val="Normal"/>
    <w:link w:val="Style2Char"/>
    <w:qFormat/>
    <w:rsid w:val="0068054A"/>
    <w:pPr>
      <w:spacing w:after="120"/>
      <w:ind w:left="2268" w:right="1134" w:firstLine="567"/>
      <w:jc w:val="both"/>
    </w:pPr>
    <w:rPr>
      <w:rFonts w:eastAsia="SimSun"/>
    </w:rPr>
  </w:style>
  <w:style w:type="character" w:customStyle="1" w:styleId="Style1Char">
    <w:name w:val="Style1 Char"/>
    <w:basedOn w:val="SingleTxtGChar"/>
    <w:link w:val="Style1"/>
    <w:rsid w:val="00A56705"/>
    <w:rPr>
      <w:lang w:val="en-GB" w:eastAsia="en-US" w:bidi="ar-SA"/>
    </w:rPr>
  </w:style>
  <w:style w:type="character" w:customStyle="1" w:styleId="Style2Char">
    <w:name w:val="Style2 Char"/>
    <w:basedOn w:val="DefaultParagraphFont"/>
    <w:link w:val="Style2"/>
    <w:rsid w:val="0068054A"/>
    <w:rPr>
      <w:rFonts w:eastAsia="SimSun"/>
      <w:lang w:eastAsia="en-US"/>
    </w:rPr>
  </w:style>
  <w:style w:type="paragraph" w:styleId="TOC1">
    <w:name w:val="toc 1"/>
    <w:basedOn w:val="Normal"/>
    <w:next w:val="Normal"/>
    <w:autoRedefine/>
    <w:uiPriority w:val="39"/>
    <w:unhideWhenUsed/>
    <w:rsid w:val="00276040"/>
    <w:pPr>
      <w:spacing w:after="100"/>
    </w:pPr>
  </w:style>
  <w:style w:type="paragraph" w:styleId="TOC2">
    <w:name w:val="toc 2"/>
    <w:basedOn w:val="Normal"/>
    <w:next w:val="Normal"/>
    <w:autoRedefine/>
    <w:uiPriority w:val="39"/>
    <w:unhideWhenUsed/>
    <w:rsid w:val="00276040"/>
    <w:pPr>
      <w:spacing w:after="100"/>
      <w:ind w:left="200"/>
    </w:pPr>
  </w:style>
  <w:style w:type="paragraph" w:styleId="TOC3">
    <w:name w:val="toc 3"/>
    <w:basedOn w:val="Normal"/>
    <w:next w:val="Normal"/>
    <w:autoRedefine/>
    <w:uiPriority w:val="39"/>
    <w:unhideWhenUsed/>
    <w:rsid w:val="00276040"/>
    <w:pPr>
      <w:spacing w:after="100"/>
      <w:ind w:left="400"/>
    </w:pPr>
  </w:style>
  <w:style w:type="paragraph" w:styleId="TOC4">
    <w:name w:val="toc 4"/>
    <w:basedOn w:val="Normal"/>
    <w:next w:val="Normal"/>
    <w:autoRedefine/>
    <w:uiPriority w:val="39"/>
    <w:unhideWhenUsed/>
    <w:rsid w:val="00276040"/>
    <w:pPr>
      <w:suppressAutoHyphens w:val="0"/>
      <w:spacing w:after="100" w:line="259" w:lineRule="auto"/>
      <w:ind w:left="660"/>
    </w:pPr>
    <w:rPr>
      <w:rFonts w:asciiTheme="minorHAnsi" w:eastAsiaTheme="minorEastAsia" w:hAnsiTheme="minorHAnsi" w:cstheme="minorBidi"/>
      <w:sz w:val="22"/>
      <w:szCs w:val="22"/>
      <w:lang w:val="en-US" w:eastAsia="zh-CN"/>
    </w:rPr>
  </w:style>
  <w:style w:type="paragraph" w:styleId="TOC5">
    <w:name w:val="toc 5"/>
    <w:basedOn w:val="Normal"/>
    <w:next w:val="Normal"/>
    <w:autoRedefine/>
    <w:uiPriority w:val="39"/>
    <w:unhideWhenUsed/>
    <w:rsid w:val="00276040"/>
    <w:pPr>
      <w:suppressAutoHyphens w:val="0"/>
      <w:spacing w:after="100" w:line="259" w:lineRule="auto"/>
      <w:ind w:left="880"/>
    </w:pPr>
    <w:rPr>
      <w:rFonts w:asciiTheme="minorHAnsi" w:eastAsiaTheme="minorEastAsia" w:hAnsiTheme="minorHAnsi" w:cstheme="minorBidi"/>
      <w:sz w:val="22"/>
      <w:szCs w:val="22"/>
      <w:lang w:val="en-US" w:eastAsia="zh-CN"/>
    </w:rPr>
  </w:style>
  <w:style w:type="paragraph" w:styleId="TOC6">
    <w:name w:val="toc 6"/>
    <w:basedOn w:val="Normal"/>
    <w:next w:val="Normal"/>
    <w:autoRedefine/>
    <w:uiPriority w:val="39"/>
    <w:unhideWhenUsed/>
    <w:rsid w:val="00276040"/>
    <w:pPr>
      <w:suppressAutoHyphens w:val="0"/>
      <w:spacing w:after="100" w:line="259" w:lineRule="auto"/>
      <w:ind w:left="1100"/>
    </w:pPr>
    <w:rPr>
      <w:rFonts w:asciiTheme="minorHAnsi" w:eastAsiaTheme="minorEastAsia" w:hAnsiTheme="minorHAnsi" w:cstheme="minorBidi"/>
      <w:sz w:val="22"/>
      <w:szCs w:val="22"/>
      <w:lang w:val="en-US" w:eastAsia="zh-CN"/>
    </w:rPr>
  </w:style>
  <w:style w:type="paragraph" w:styleId="TOC7">
    <w:name w:val="toc 7"/>
    <w:basedOn w:val="Normal"/>
    <w:next w:val="Normal"/>
    <w:autoRedefine/>
    <w:uiPriority w:val="39"/>
    <w:unhideWhenUsed/>
    <w:rsid w:val="00276040"/>
    <w:pPr>
      <w:suppressAutoHyphens w:val="0"/>
      <w:spacing w:after="100" w:line="259" w:lineRule="auto"/>
      <w:ind w:left="1320"/>
    </w:pPr>
    <w:rPr>
      <w:rFonts w:asciiTheme="minorHAnsi" w:eastAsiaTheme="minorEastAsia" w:hAnsiTheme="minorHAnsi" w:cstheme="minorBidi"/>
      <w:sz w:val="22"/>
      <w:szCs w:val="22"/>
      <w:lang w:val="en-US" w:eastAsia="zh-CN"/>
    </w:rPr>
  </w:style>
  <w:style w:type="paragraph" w:styleId="TOC8">
    <w:name w:val="toc 8"/>
    <w:basedOn w:val="Normal"/>
    <w:next w:val="Normal"/>
    <w:autoRedefine/>
    <w:uiPriority w:val="39"/>
    <w:unhideWhenUsed/>
    <w:rsid w:val="00276040"/>
    <w:pPr>
      <w:suppressAutoHyphens w:val="0"/>
      <w:spacing w:after="100" w:line="259" w:lineRule="auto"/>
      <w:ind w:left="1540"/>
    </w:pPr>
    <w:rPr>
      <w:rFonts w:asciiTheme="minorHAnsi" w:eastAsiaTheme="minorEastAsia" w:hAnsiTheme="minorHAnsi" w:cstheme="minorBidi"/>
      <w:sz w:val="22"/>
      <w:szCs w:val="22"/>
      <w:lang w:val="en-US" w:eastAsia="zh-CN"/>
    </w:rPr>
  </w:style>
  <w:style w:type="paragraph" w:styleId="TOC9">
    <w:name w:val="toc 9"/>
    <w:basedOn w:val="Normal"/>
    <w:next w:val="Normal"/>
    <w:autoRedefine/>
    <w:uiPriority w:val="39"/>
    <w:unhideWhenUsed/>
    <w:rsid w:val="00276040"/>
    <w:pPr>
      <w:suppressAutoHyphens w:val="0"/>
      <w:spacing w:after="100" w:line="259" w:lineRule="auto"/>
      <w:ind w:left="1760"/>
    </w:pPr>
    <w:rPr>
      <w:rFonts w:asciiTheme="minorHAnsi" w:eastAsiaTheme="minorEastAsia" w:hAnsiTheme="minorHAnsi" w:cstheme="minorBidi"/>
      <w:sz w:val="22"/>
      <w:szCs w:val="22"/>
      <w:lang w:val="en-US" w:eastAsia="zh-CN"/>
    </w:rPr>
  </w:style>
  <w:style w:type="character" w:customStyle="1" w:styleId="UnresolvedMention3">
    <w:name w:val="Unresolved Mention3"/>
    <w:basedOn w:val="DefaultParagraphFont"/>
    <w:uiPriority w:val="99"/>
    <w:semiHidden/>
    <w:unhideWhenUsed/>
    <w:rsid w:val="00276040"/>
    <w:rPr>
      <w:color w:val="808080"/>
      <w:shd w:val="clear" w:color="auto" w:fill="E6E6E6"/>
    </w:rPr>
  </w:style>
  <w:style w:type="numbering" w:customStyle="1" w:styleId="NoList3">
    <w:name w:val="No List3"/>
    <w:next w:val="NoList"/>
    <w:uiPriority w:val="99"/>
    <w:semiHidden/>
    <w:unhideWhenUsed/>
    <w:rsid w:val="00B72AEE"/>
  </w:style>
  <w:style w:type="character" w:customStyle="1" w:styleId="Heading2Char">
    <w:name w:val="Heading 2 Char"/>
    <w:basedOn w:val="DefaultParagraphFont"/>
    <w:link w:val="Heading2"/>
    <w:rsid w:val="00B72AEE"/>
    <w:rPr>
      <w:lang w:eastAsia="en-US"/>
    </w:rPr>
  </w:style>
  <w:style w:type="character" w:customStyle="1" w:styleId="Heading3Char">
    <w:name w:val="Heading 3 Char"/>
    <w:basedOn w:val="DefaultParagraphFont"/>
    <w:link w:val="Heading3"/>
    <w:rsid w:val="00B72AEE"/>
    <w:rPr>
      <w:lang w:eastAsia="en-US"/>
    </w:rPr>
  </w:style>
  <w:style w:type="character" w:customStyle="1" w:styleId="Heading4Char">
    <w:name w:val="Heading 4 Char"/>
    <w:basedOn w:val="DefaultParagraphFont"/>
    <w:link w:val="Heading4"/>
    <w:rsid w:val="00B72AEE"/>
    <w:rPr>
      <w:lang w:eastAsia="en-US"/>
    </w:rPr>
  </w:style>
  <w:style w:type="character" w:customStyle="1" w:styleId="Heading5Char">
    <w:name w:val="Heading 5 Char"/>
    <w:basedOn w:val="DefaultParagraphFont"/>
    <w:link w:val="Heading5"/>
    <w:rsid w:val="00B72AEE"/>
    <w:rPr>
      <w:lang w:eastAsia="en-US"/>
    </w:rPr>
  </w:style>
  <w:style w:type="character" w:customStyle="1" w:styleId="Heading6Char">
    <w:name w:val="Heading 6 Char"/>
    <w:basedOn w:val="DefaultParagraphFont"/>
    <w:link w:val="Heading6"/>
    <w:rsid w:val="00B72AEE"/>
    <w:rPr>
      <w:lang w:eastAsia="en-US"/>
    </w:rPr>
  </w:style>
  <w:style w:type="character" w:customStyle="1" w:styleId="Heading7Char">
    <w:name w:val="Heading 7 Char"/>
    <w:basedOn w:val="DefaultParagraphFont"/>
    <w:link w:val="Heading7"/>
    <w:rsid w:val="00B72AEE"/>
    <w:rPr>
      <w:lang w:eastAsia="en-US"/>
    </w:rPr>
  </w:style>
  <w:style w:type="character" w:customStyle="1" w:styleId="Heading8Char">
    <w:name w:val="Heading 8 Char"/>
    <w:basedOn w:val="DefaultParagraphFont"/>
    <w:link w:val="Heading8"/>
    <w:rsid w:val="00B72AEE"/>
    <w:rPr>
      <w:lang w:eastAsia="en-US"/>
    </w:rPr>
  </w:style>
  <w:style w:type="character" w:customStyle="1" w:styleId="Heading9Char">
    <w:name w:val="Heading 9 Char"/>
    <w:basedOn w:val="DefaultParagraphFont"/>
    <w:link w:val="Heading9"/>
    <w:rsid w:val="00B72AEE"/>
    <w:rPr>
      <w:lang w:eastAsia="en-US"/>
    </w:rPr>
  </w:style>
  <w:style w:type="character" w:customStyle="1" w:styleId="EndnoteTextChar">
    <w:name w:val="Endnote Text Char"/>
    <w:aliases w:val="2_G Char"/>
    <w:basedOn w:val="DefaultParagraphFont"/>
    <w:link w:val="EndnoteText"/>
    <w:rsid w:val="00B72AEE"/>
    <w:rPr>
      <w:sz w:val="18"/>
      <w:lang w:eastAsia="en-US"/>
    </w:rPr>
  </w:style>
  <w:style w:type="numbering" w:customStyle="1" w:styleId="NoList11">
    <w:name w:val="No List11"/>
    <w:next w:val="NoList"/>
    <w:uiPriority w:val="99"/>
    <w:semiHidden/>
    <w:unhideWhenUsed/>
    <w:rsid w:val="00B72AEE"/>
  </w:style>
  <w:style w:type="character" w:customStyle="1" w:styleId="PlainTextChar">
    <w:name w:val="Plain Text Char"/>
    <w:basedOn w:val="DefaultParagraphFont"/>
    <w:link w:val="PlainText"/>
    <w:uiPriority w:val="99"/>
    <w:rsid w:val="00B72AEE"/>
    <w:rPr>
      <w:rFonts w:cs="Courier New"/>
      <w:lang w:eastAsia="en-US"/>
    </w:rPr>
  </w:style>
  <w:style w:type="character" w:customStyle="1" w:styleId="BodyTextIndentChar">
    <w:name w:val="Body Text Indent Char"/>
    <w:basedOn w:val="DefaultParagraphFont"/>
    <w:link w:val="BodyTextIndent"/>
    <w:rsid w:val="00B72AEE"/>
    <w:rPr>
      <w:lang w:eastAsia="en-US"/>
    </w:rPr>
  </w:style>
  <w:style w:type="numbering" w:customStyle="1" w:styleId="1111111">
    <w:name w:val="1 / 1.1 / 1.1.11"/>
    <w:basedOn w:val="NoList"/>
    <w:next w:val="111111"/>
    <w:semiHidden/>
    <w:rsid w:val="00B72AEE"/>
  </w:style>
  <w:style w:type="numbering" w:customStyle="1" w:styleId="1ai1">
    <w:name w:val="1 / a / i1"/>
    <w:basedOn w:val="NoList"/>
    <w:next w:val="1ai"/>
    <w:semiHidden/>
    <w:rsid w:val="00B72AEE"/>
  </w:style>
  <w:style w:type="numbering" w:customStyle="1" w:styleId="ArticleSection1">
    <w:name w:val="Article / Section1"/>
    <w:basedOn w:val="NoList"/>
    <w:next w:val="ArticleSection"/>
    <w:semiHidden/>
    <w:rsid w:val="00B72AEE"/>
  </w:style>
  <w:style w:type="character" w:customStyle="1" w:styleId="BodyText2Char">
    <w:name w:val="Body Text 2 Char"/>
    <w:basedOn w:val="DefaultParagraphFont"/>
    <w:link w:val="BodyText2"/>
    <w:rsid w:val="00B72AEE"/>
    <w:rPr>
      <w:lang w:eastAsia="en-US"/>
    </w:rPr>
  </w:style>
  <w:style w:type="character" w:customStyle="1" w:styleId="BodyText3Char">
    <w:name w:val="Body Text 3 Char"/>
    <w:basedOn w:val="DefaultParagraphFont"/>
    <w:link w:val="BodyText3"/>
    <w:rsid w:val="00B72AEE"/>
    <w:rPr>
      <w:sz w:val="16"/>
      <w:szCs w:val="16"/>
      <w:lang w:eastAsia="en-US"/>
    </w:rPr>
  </w:style>
  <w:style w:type="character" w:customStyle="1" w:styleId="BodyTextFirstIndentChar">
    <w:name w:val="Body Text First Indent Char"/>
    <w:basedOn w:val="BodyTextChar"/>
    <w:link w:val="BodyTextFirstIndent"/>
    <w:rsid w:val="00B72AEE"/>
    <w:rPr>
      <w:lang w:eastAsia="en-US"/>
    </w:rPr>
  </w:style>
  <w:style w:type="character" w:customStyle="1" w:styleId="BodyTextFirstIndent2Char">
    <w:name w:val="Body Text First Indent 2 Char"/>
    <w:basedOn w:val="BodyTextIndentChar"/>
    <w:link w:val="BodyTextFirstIndent2"/>
    <w:rsid w:val="00B72AEE"/>
    <w:rPr>
      <w:lang w:eastAsia="en-US"/>
    </w:rPr>
  </w:style>
  <w:style w:type="character" w:customStyle="1" w:styleId="BodyTextIndent2Char">
    <w:name w:val="Body Text Indent 2 Char"/>
    <w:basedOn w:val="DefaultParagraphFont"/>
    <w:link w:val="BodyTextIndent2"/>
    <w:rsid w:val="00B72AEE"/>
    <w:rPr>
      <w:lang w:eastAsia="en-US"/>
    </w:rPr>
  </w:style>
  <w:style w:type="character" w:customStyle="1" w:styleId="BodyTextIndent3Char">
    <w:name w:val="Body Text Indent 3 Char"/>
    <w:basedOn w:val="DefaultParagraphFont"/>
    <w:link w:val="BodyTextIndent3"/>
    <w:rsid w:val="00B72AEE"/>
    <w:rPr>
      <w:sz w:val="16"/>
      <w:szCs w:val="16"/>
      <w:lang w:eastAsia="en-US"/>
    </w:rPr>
  </w:style>
  <w:style w:type="character" w:customStyle="1" w:styleId="ClosingChar">
    <w:name w:val="Closing Char"/>
    <w:basedOn w:val="DefaultParagraphFont"/>
    <w:link w:val="Closing"/>
    <w:rsid w:val="00B72AEE"/>
    <w:rPr>
      <w:lang w:eastAsia="en-US"/>
    </w:rPr>
  </w:style>
  <w:style w:type="character" w:customStyle="1" w:styleId="DateChar">
    <w:name w:val="Date Char"/>
    <w:basedOn w:val="DefaultParagraphFont"/>
    <w:link w:val="Date"/>
    <w:rsid w:val="00B72AEE"/>
    <w:rPr>
      <w:lang w:eastAsia="en-US"/>
    </w:rPr>
  </w:style>
  <w:style w:type="character" w:customStyle="1" w:styleId="E-mailSignatureChar">
    <w:name w:val="E-mail Signature Char"/>
    <w:basedOn w:val="DefaultParagraphFont"/>
    <w:link w:val="E-mailSignature"/>
    <w:rsid w:val="00B72AEE"/>
    <w:rPr>
      <w:lang w:eastAsia="en-US"/>
    </w:rPr>
  </w:style>
  <w:style w:type="character" w:customStyle="1" w:styleId="HTMLAddressChar">
    <w:name w:val="HTML Address Char"/>
    <w:basedOn w:val="DefaultParagraphFont"/>
    <w:link w:val="HTMLAddress"/>
    <w:rsid w:val="00B72AEE"/>
    <w:rPr>
      <w:i/>
      <w:iCs/>
      <w:lang w:eastAsia="en-US"/>
    </w:rPr>
  </w:style>
  <w:style w:type="character" w:customStyle="1" w:styleId="HTMLPreformattedChar">
    <w:name w:val="HTML Preformatted Char"/>
    <w:basedOn w:val="DefaultParagraphFont"/>
    <w:link w:val="HTMLPreformatted"/>
    <w:rsid w:val="00B72AEE"/>
    <w:rPr>
      <w:rFonts w:ascii="Courier New" w:hAnsi="Courier New" w:cs="Courier New"/>
      <w:lang w:eastAsia="en-US"/>
    </w:rPr>
  </w:style>
  <w:style w:type="character" w:customStyle="1" w:styleId="MessageHeaderChar">
    <w:name w:val="Message Header Char"/>
    <w:basedOn w:val="DefaultParagraphFont"/>
    <w:link w:val="MessageHeader"/>
    <w:rsid w:val="00B72AEE"/>
    <w:rPr>
      <w:rFonts w:ascii="Arial" w:hAnsi="Arial" w:cs="Arial"/>
      <w:sz w:val="24"/>
      <w:szCs w:val="24"/>
      <w:shd w:val="pct20" w:color="auto" w:fill="auto"/>
      <w:lang w:eastAsia="en-US"/>
    </w:rPr>
  </w:style>
  <w:style w:type="character" w:customStyle="1" w:styleId="NoteHeadingChar">
    <w:name w:val="Note Heading Char"/>
    <w:basedOn w:val="DefaultParagraphFont"/>
    <w:link w:val="NoteHeading"/>
    <w:rsid w:val="00B72AEE"/>
    <w:rPr>
      <w:lang w:eastAsia="en-US"/>
    </w:rPr>
  </w:style>
  <w:style w:type="character" w:customStyle="1" w:styleId="SalutationChar">
    <w:name w:val="Salutation Char"/>
    <w:basedOn w:val="DefaultParagraphFont"/>
    <w:link w:val="Salutation"/>
    <w:rsid w:val="00B72AEE"/>
    <w:rPr>
      <w:lang w:eastAsia="en-US"/>
    </w:rPr>
  </w:style>
  <w:style w:type="character" w:customStyle="1" w:styleId="SignatureChar">
    <w:name w:val="Signature Char"/>
    <w:basedOn w:val="DefaultParagraphFont"/>
    <w:link w:val="Signature"/>
    <w:rsid w:val="00B72AEE"/>
    <w:rPr>
      <w:lang w:eastAsia="en-US"/>
    </w:rPr>
  </w:style>
  <w:style w:type="character" w:customStyle="1" w:styleId="SubtitleChar">
    <w:name w:val="Subtitle Char"/>
    <w:basedOn w:val="DefaultParagraphFont"/>
    <w:link w:val="Subtitle"/>
    <w:rsid w:val="00B72AEE"/>
    <w:rPr>
      <w:rFonts w:ascii="Arial" w:hAnsi="Arial" w:cs="Arial"/>
      <w:sz w:val="24"/>
      <w:szCs w:val="24"/>
      <w:lang w:eastAsia="en-US"/>
    </w:rPr>
  </w:style>
  <w:style w:type="character" w:customStyle="1" w:styleId="TitleChar">
    <w:name w:val="Title Char"/>
    <w:basedOn w:val="DefaultParagraphFont"/>
    <w:link w:val="Title"/>
    <w:rsid w:val="00B72AEE"/>
    <w:rPr>
      <w:rFonts w:ascii="Arial" w:hAnsi="Arial" w:cs="Arial"/>
      <w:b/>
      <w:bCs/>
      <w:kern w:val="28"/>
      <w:sz w:val="32"/>
      <w:szCs w:val="32"/>
      <w:lang w:eastAsia="en-US"/>
    </w:rPr>
  </w:style>
  <w:style w:type="numbering" w:customStyle="1" w:styleId="NoList111">
    <w:name w:val="No List111"/>
    <w:next w:val="NoList"/>
    <w:uiPriority w:val="99"/>
    <w:semiHidden/>
    <w:unhideWhenUsed/>
    <w:rsid w:val="00B72AEE"/>
  </w:style>
  <w:style w:type="numbering" w:customStyle="1" w:styleId="NoList21">
    <w:name w:val="No List21"/>
    <w:next w:val="NoList"/>
    <w:uiPriority w:val="99"/>
    <w:semiHidden/>
    <w:unhideWhenUsed/>
    <w:rsid w:val="00B72AEE"/>
  </w:style>
  <w:style w:type="numbering" w:customStyle="1" w:styleId="NoList4">
    <w:name w:val="No List4"/>
    <w:next w:val="NoList"/>
    <w:uiPriority w:val="99"/>
    <w:semiHidden/>
    <w:unhideWhenUsed/>
    <w:rsid w:val="00C9653D"/>
  </w:style>
  <w:style w:type="table" w:customStyle="1" w:styleId="TableGrid20">
    <w:name w:val="Table Grid2"/>
    <w:basedOn w:val="TableNormal"/>
    <w:next w:val="TableGrid"/>
    <w:rsid w:val="00C9653D"/>
    <w:rPr>
      <w:rFonts w:ascii="Calibri" w:eastAsia="Calibri" w:hAnsi="Calibri" w:cs="Arial"/>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653D"/>
    <w:pPr>
      <w:autoSpaceDE w:val="0"/>
      <w:autoSpaceDN w:val="0"/>
      <w:adjustRightInd w:val="0"/>
    </w:pPr>
    <w:rPr>
      <w:rFonts w:ascii="Arial" w:eastAsia="Calibri" w:hAnsi="Arial" w:cs="Arial"/>
      <w:color w:val="000000"/>
      <w:sz w:val="24"/>
      <w:szCs w:val="24"/>
      <w:lang w:val="en-US" w:eastAsia="en-US"/>
    </w:rPr>
  </w:style>
  <w:style w:type="character" w:customStyle="1" w:styleId="st">
    <w:name w:val="st"/>
    <w:rsid w:val="00C9653D"/>
  </w:style>
  <w:style w:type="paragraph" w:customStyle="1" w:styleId="Stile1">
    <w:name w:val="Stile1"/>
    <w:basedOn w:val="ListNumber"/>
    <w:next w:val="ListNumber2"/>
    <w:link w:val="Stile1Char"/>
    <w:rsid w:val="00C9653D"/>
    <w:pPr>
      <w:numPr>
        <w:numId w:val="0"/>
      </w:numPr>
      <w:tabs>
        <w:tab w:val="left" w:pos="720"/>
      </w:tabs>
      <w:suppressAutoHyphens w:val="0"/>
      <w:spacing w:line="240" w:lineRule="auto"/>
      <w:jc w:val="both"/>
    </w:pPr>
    <w:rPr>
      <w:sz w:val="22"/>
      <w:szCs w:val="22"/>
    </w:rPr>
  </w:style>
  <w:style w:type="character" w:customStyle="1" w:styleId="Stile1Char">
    <w:name w:val="Stile1 Char"/>
    <w:link w:val="Stile1"/>
    <w:rsid w:val="00C9653D"/>
    <w:rPr>
      <w:sz w:val="22"/>
      <w:szCs w:val="22"/>
      <w:lang w:eastAsia="en-US"/>
    </w:rPr>
  </w:style>
  <w:style w:type="numbering" w:customStyle="1" w:styleId="1111112">
    <w:name w:val="1 / 1.1 / 1.1.12"/>
    <w:basedOn w:val="NoList"/>
    <w:next w:val="111111"/>
    <w:rsid w:val="00C9653D"/>
  </w:style>
  <w:style w:type="numbering" w:customStyle="1" w:styleId="1ai2">
    <w:name w:val="1 / a / i2"/>
    <w:basedOn w:val="NoList"/>
    <w:next w:val="1ai"/>
    <w:rsid w:val="00C9653D"/>
  </w:style>
  <w:style w:type="numbering" w:customStyle="1" w:styleId="ArticleSection2">
    <w:name w:val="Article / Section2"/>
    <w:basedOn w:val="NoList"/>
    <w:next w:val="ArticleSection"/>
    <w:rsid w:val="00C9653D"/>
  </w:style>
  <w:style w:type="table" w:customStyle="1" w:styleId="Table3Deffects11">
    <w:name w:val="Table 3D effects 11"/>
    <w:basedOn w:val="TableNormal"/>
    <w:next w:val="Table3Deffects1"/>
    <w:rsid w:val="00C9653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C9653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C9653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C9653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C9653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C9653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C9653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C9653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C9653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C9653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C9653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C9653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C9653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C9653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C9653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C9653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C9653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
    <w:rsid w:val="00C9653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C9653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C9653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C9653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C9653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C9653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C9653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C9653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C9653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C9653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C9653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C9653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C9653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C9653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C9653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C9653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C9653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C9653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C9653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C9653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C9653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C9653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23GChar">
    <w:name w:val="_ H_2/3_G Char"/>
    <w:link w:val="H23G"/>
    <w:rsid w:val="00C9653D"/>
    <w:rPr>
      <w:b/>
      <w:lang w:eastAsia="en-US"/>
    </w:rPr>
  </w:style>
  <w:style w:type="character" w:customStyle="1" w:styleId="paraChar">
    <w:name w:val="para Char"/>
    <w:link w:val="para"/>
    <w:locked/>
    <w:rsid w:val="00C9653D"/>
  </w:style>
  <w:style w:type="paragraph" w:customStyle="1" w:styleId="para">
    <w:name w:val="para"/>
    <w:basedOn w:val="Normal"/>
    <w:link w:val="paraChar"/>
    <w:qFormat/>
    <w:rsid w:val="00C9653D"/>
    <w:pPr>
      <w:spacing w:after="120"/>
      <w:ind w:left="2268" w:right="1134" w:hanging="1134"/>
      <w:jc w:val="both"/>
    </w:pPr>
    <w:rPr>
      <w:lang w:eastAsia="en-GB"/>
    </w:rPr>
  </w:style>
  <w:style w:type="character" w:customStyle="1" w:styleId="HChGCharChar">
    <w:name w:val="_ H _Ch_G Char Char"/>
    <w:locked/>
    <w:rsid w:val="00C9653D"/>
    <w:rPr>
      <w:b/>
      <w:sz w:val="28"/>
      <w:lang w:eastAsia="en-US"/>
    </w:rPr>
  </w:style>
  <w:style w:type="character" w:customStyle="1" w:styleId="a">
    <w:name w:val="日付 (文字)"/>
    <w:link w:val="Date1"/>
    <w:rsid w:val="00C9653D"/>
  </w:style>
  <w:style w:type="character" w:customStyle="1" w:styleId="H1GCharChar">
    <w:name w:val="_ H_1_G Char Char"/>
    <w:rsid w:val="00C9653D"/>
    <w:rPr>
      <w:b/>
      <w:sz w:val="24"/>
      <w:lang w:eastAsia="en-US"/>
    </w:rPr>
  </w:style>
  <w:style w:type="paragraph" w:customStyle="1" w:styleId="Date1">
    <w:name w:val="Date1"/>
    <w:basedOn w:val="Normal"/>
    <w:next w:val="Normal"/>
    <w:link w:val="a"/>
    <w:rsid w:val="00C9653D"/>
    <w:rPr>
      <w:lang w:eastAsia="en-GB"/>
    </w:rPr>
  </w:style>
  <w:style w:type="character" w:customStyle="1" w:styleId="HeaderChar1">
    <w:name w:val="Header Char1"/>
    <w:aliases w:val="6_G Char1"/>
    <w:uiPriority w:val="99"/>
    <w:rsid w:val="00C9653D"/>
    <w:rPr>
      <w:b/>
      <w:sz w:val="18"/>
      <w:lang w:eastAsia="en-US"/>
    </w:rPr>
  </w:style>
  <w:style w:type="paragraph" w:customStyle="1" w:styleId="En-tte1">
    <w:name w:val="En-tête1"/>
    <w:basedOn w:val="Normal"/>
    <w:qFormat/>
    <w:rsid w:val="00C9653D"/>
    <w:pPr>
      <w:tabs>
        <w:tab w:val="center" w:pos="4677"/>
        <w:tab w:val="right" w:pos="9355"/>
      </w:tabs>
      <w:spacing w:line="240" w:lineRule="auto"/>
    </w:pPr>
    <w:rPr>
      <w:color w:val="00000A"/>
      <w:sz w:val="24"/>
      <w:szCs w:val="24"/>
      <w:lang w:val="fr-FR" w:eastAsia="ar-SA"/>
    </w:rPr>
  </w:style>
  <w:style w:type="paragraph" w:customStyle="1" w:styleId="bodytext0">
    <w:name w:val="bodytext"/>
    <w:basedOn w:val="Normal"/>
    <w:rsid w:val="00C9653D"/>
    <w:pPr>
      <w:suppressAutoHyphens w:val="0"/>
      <w:spacing w:before="100" w:beforeAutospacing="1" w:after="100" w:afterAutospacing="1" w:line="240" w:lineRule="auto"/>
    </w:pPr>
    <w:rPr>
      <w:sz w:val="24"/>
      <w:szCs w:val="24"/>
      <w:lang w:eastAsia="zh-CN"/>
    </w:rPr>
  </w:style>
  <w:style w:type="table" w:customStyle="1" w:styleId="TableGrid30">
    <w:name w:val="Table Grid3"/>
    <w:basedOn w:val="TableNormal"/>
    <w:next w:val="TableGrid"/>
    <w:rsid w:val="00FB12E1"/>
    <w:rPr>
      <w:rFonts w:ascii="Calibri" w:eastAsia="Calibri" w:hAnsi="Calibri" w:cs="Arial"/>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5_G Char1"/>
    <w:semiHidden/>
    <w:locked/>
    <w:rsid w:val="00982C5F"/>
    <w:rPr>
      <w:sz w:val="18"/>
      <w:lang w:val="en-GB" w:eastAsia="en-US" w:bidi="ar-SA"/>
    </w:rPr>
  </w:style>
  <w:style w:type="character" w:customStyle="1" w:styleId="style20">
    <w:name w:val="style2"/>
    <w:basedOn w:val="DefaultParagraphFont"/>
    <w:rsid w:val="00663C44"/>
  </w:style>
  <w:style w:type="character" w:styleId="UnresolvedMention">
    <w:name w:val="Unresolved Mention"/>
    <w:basedOn w:val="DefaultParagraphFont"/>
    <w:uiPriority w:val="99"/>
    <w:semiHidden/>
    <w:unhideWhenUsed/>
    <w:rsid w:val="00D664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143728">
      <w:bodyDiv w:val="1"/>
      <w:marLeft w:val="0"/>
      <w:marRight w:val="0"/>
      <w:marTop w:val="0"/>
      <w:marBottom w:val="0"/>
      <w:divBdr>
        <w:top w:val="none" w:sz="0" w:space="0" w:color="auto"/>
        <w:left w:val="none" w:sz="0" w:space="0" w:color="auto"/>
        <w:bottom w:val="none" w:sz="0" w:space="0" w:color="auto"/>
        <w:right w:val="none" w:sz="0" w:space="0" w:color="auto"/>
      </w:divBdr>
    </w:div>
    <w:div w:id="736170335">
      <w:bodyDiv w:val="1"/>
      <w:marLeft w:val="0"/>
      <w:marRight w:val="0"/>
      <w:marTop w:val="0"/>
      <w:marBottom w:val="0"/>
      <w:divBdr>
        <w:top w:val="none" w:sz="0" w:space="0" w:color="auto"/>
        <w:left w:val="none" w:sz="0" w:space="0" w:color="auto"/>
        <w:bottom w:val="none" w:sz="0" w:space="0" w:color="auto"/>
        <w:right w:val="none" w:sz="0" w:space="0" w:color="auto"/>
      </w:divBdr>
    </w:div>
    <w:div w:id="805509740">
      <w:bodyDiv w:val="1"/>
      <w:marLeft w:val="0"/>
      <w:marRight w:val="0"/>
      <w:marTop w:val="0"/>
      <w:marBottom w:val="0"/>
      <w:divBdr>
        <w:top w:val="none" w:sz="0" w:space="0" w:color="auto"/>
        <w:left w:val="none" w:sz="0" w:space="0" w:color="auto"/>
        <w:bottom w:val="none" w:sz="0" w:space="0" w:color="auto"/>
        <w:right w:val="none" w:sz="0" w:space="0" w:color="auto"/>
      </w:divBdr>
    </w:div>
    <w:div w:id="1457990871">
      <w:bodyDiv w:val="1"/>
      <w:marLeft w:val="0"/>
      <w:marRight w:val="0"/>
      <w:marTop w:val="0"/>
      <w:marBottom w:val="0"/>
      <w:divBdr>
        <w:top w:val="none" w:sz="0" w:space="0" w:color="auto"/>
        <w:left w:val="none" w:sz="0" w:space="0" w:color="auto"/>
        <w:bottom w:val="none" w:sz="0" w:space="0" w:color="auto"/>
        <w:right w:val="none" w:sz="0" w:space="0" w:color="auto"/>
      </w:divBdr>
      <w:divsChild>
        <w:div w:id="83260197">
          <w:marLeft w:val="0"/>
          <w:marRight w:val="0"/>
          <w:marTop w:val="0"/>
          <w:marBottom w:val="0"/>
          <w:divBdr>
            <w:top w:val="none" w:sz="0" w:space="0" w:color="auto"/>
            <w:left w:val="none" w:sz="0" w:space="0" w:color="auto"/>
            <w:bottom w:val="none" w:sz="0" w:space="0" w:color="auto"/>
            <w:right w:val="none" w:sz="0" w:space="0" w:color="auto"/>
          </w:divBdr>
        </w:div>
        <w:div w:id="2061977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ece.org/trans/main/wp29/wp29wgs/wp29gen/wp29fdocstts.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400F8-BDCC-4395-8EFF-DD315EAB4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81</TotalTime>
  <Pages>44</Pages>
  <Words>15555</Words>
  <Characters>84931</Characters>
  <Application>Microsoft Office Word</Application>
  <DocSecurity>0</DocSecurity>
  <Lines>2941</Lines>
  <Paragraphs>1571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99688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Rev.26</dc:creator>
  <cp:lastModifiedBy>Marie-Claude Collet</cp:lastModifiedBy>
  <cp:revision>7</cp:revision>
  <cp:lastPrinted>2019-12-02T12:49:00Z</cp:lastPrinted>
  <dcterms:created xsi:type="dcterms:W3CDTF">2019-12-02T12:06:00Z</dcterms:created>
  <dcterms:modified xsi:type="dcterms:W3CDTF">2019-12-02T13:27:00Z</dcterms:modified>
</cp:coreProperties>
</file>