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Tr="009F0F06">
        <w:trPr>
          <w:trHeight w:val="851"/>
        </w:trPr>
        <w:tc>
          <w:tcPr>
            <w:tcW w:w="1259" w:type="dxa"/>
            <w:tcBorders>
              <w:top w:val="nil"/>
              <w:left w:val="nil"/>
              <w:bottom w:val="single" w:sz="4" w:space="0" w:color="auto"/>
              <w:right w:val="nil"/>
            </w:tcBorders>
          </w:tcPr>
          <w:p w:rsidR="00446DE4"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963CBA" w:rsidRDefault="00B3317B" w:rsidP="00F54674">
            <w:pPr>
              <w:spacing w:after="80" w:line="34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2309A7" w:rsidRDefault="005E0E5E" w:rsidP="005E0E5E">
            <w:pPr>
              <w:jc w:val="right"/>
            </w:pPr>
            <w:r w:rsidRPr="005E0E5E">
              <w:rPr>
                <w:sz w:val="40"/>
              </w:rPr>
              <w:t>ST</w:t>
            </w:r>
            <w:r>
              <w:t>/SG/AC.10/C.4/61</w:t>
            </w:r>
          </w:p>
        </w:tc>
      </w:tr>
      <w:tr w:rsidR="003107FA" w:rsidTr="009F0F06">
        <w:trPr>
          <w:trHeight w:val="2835"/>
        </w:trPr>
        <w:tc>
          <w:tcPr>
            <w:tcW w:w="1259" w:type="dxa"/>
            <w:tcBorders>
              <w:top w:val="single" w:sz="4" w:space="0" w:color="auto"/>
              <w:left w:val="nil"/>
              <w:bottom w:val="single" w:sz="12" w:space="0" w:color="auto"/>
              <w:right w:val="nil"/>
            </w:tcBorders>
          </w:tcPr>
          <w:p w:rsidR="003107FA" w:rsidRDefault="00057FD8" w:rsidP="002B1CDA">
            <w:pPr>
              <w:spacing w:before="120"/>
              <w:jc w:val="center"/>
            </w:pPr>
            <w:r>
              <w:rPr>
                <w:noProof/>
                <w:lang w:eastAsia="en-GB"/>
              </w:rPr>
              <w:drawing>
                <wp:inline distT="0" distB="0" distL="0" distR="0" wp14:anchorId="5CD45AD6" wp14:editId="59ADA3A6">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E97306" w:rsidRDefault="00D96CC5" w:rsidP="001633FB">
            <w:pPr>
              <w:spacing w:before="120" w:line="420" w:lineRule="exact"/>
              <w:rPr>
                <w:b/>
                <w:sz w:val="40"/>
                <w:szCs w:val="40"/>
              </w:rPr>
            </w:pPr>
            <w:r w:rsidRPr="00E97306">
              <w:rPr>
                <w:b/>
                <w:sz w:val="40"/>
                <w:szCs w:val="40"/>
              </w:rPr>
              <w:t>Secretariat</w:t>
            </w:r>
          </w:p>
        </w:tc>
        <w:tc>
          <w:tcPr>
            <w:tcW w:w="2930" w:type="dxa"/>
            <w:tcBorders>
              <w:top w:val="single" w:sz="4" w:space="0" w:color="auto"/>
              <w:left w:val="nil"/>
              <w:bottom w:val="single" w:sz="12" w:space="0" w:color="auto"/>
              <w:right w:val="nil"/>
            </w:tcBorders>
          </w:tcPr>
          <w:p w:rsidR="003107FA" w:rsidRPr="00E97306" w:rsidRDefault="005E0E5E" w:rsidP="005E0E5E">
            <w:pPr>
              <w:spacing w:before="240" w:line="240" w:lineRule="exact"/>
            </w:pPr>
            <w:r w:rsidRPr="00E97306">
              <w:t>Distr.: General</w:t>
            </w:r>
          </w:p>
          <w:p w:rsidR="005E0E5E" w:rsidRPr="00E97306" w:rsidRDefault="00666C7A" w:rsidP="005E0E5E">
            <w:pPr>
              <w:spacing w:line="240" w:lineRule="exact"/>
            </w:pPr>
            <w:r>
              <w:t>8</w:t>
            </w:r>
            <w:r w:rsidR="005E0E5E" w:rsidRPr="00E97306">
              <w:t xml:space="preserve"> March 2016</w:t>
            </w:r>
          </w:p>
          <w:p w:rsidR="005E0E5E" w:rsidRPr="00E97306" w:rsidRDefault="00A43CC7" w:rsidP="005E0E5E">
            <w:pPr>
              <w:spacing w:line="240" w:lineRule="exact"/>
            </w:pPr>
            <w:r w:rsidRPr="00E97306">
              <w:t>English</w:t>
            </w:r>
          </w:p>
          <w:p w:rsidR="005E0E5E" w:rsidRPr="00E97306" w:rsidRDefault="00352936" w:rsidP="005E0E5E">
            <w:pPr>
              <w:spacing w:line="240" w:lineRule="exact"/>
            </w:pPr>
            <w:r w:rsidRPr="00E97306">
              <w:t>Original: English</w:t>
            </w:r>
            <w:r w:rsidR="00A43CC7" w:rsidRPr="00E97306">
              <w:t xml:space="preserve"> and French</w:t>
            </w:r>
          </w:p>
        </w:tc>
      </w:tr>
    </w:tbl>
    <w:p w:rsidR="005F1883" w:rsidRPr="00283442" w:rsidRDefault="005F1883" w:rsidP="005F1883">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rsidR="00352936" w:rsidRPr="00283442" w:rsidRDefault="00352936" w:rsidP="0035293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rsidR="00352936" w:rsidRPr="00283442" w:rsidRDefault="00352936" w:rsidP="00352936">
      <w:pPr>
        <w:spacing w:before="120"/>
        <w:rPr>
          <w:b/>
        </w:rPr>
      </w:pPr>
      <w:r>
        <w:rPr>
          <w:b/>
          <w:bCs/>
        </w:rPr>
        <w:t>Thirty-first</w:t>
      </w:r>
      <w:r w:rsidRPr="00283442">
        <w:rPr>
          <w:b/>
          <w:bCs/>
        </w:rPr>
        <w:t xml:space="preserve"> </w:t>
      </w:r>
      <w:proofErr w:type="gramStart"/>
      <w:r w:rsidRPr="00283442">
        <w:rPr>
          <w:b/>
          <w:bCs/>
        </w:rPr>
        <w:t>session</w:t>
      </w:r>
      <w:proofErr w:type="gramEnd"/>
    </w:p>
    <w:p w:rsidR="00352936" w:rsidRPr="00283442" w:rsidRDefault="00352936" w:rsidP="00352936">
      <w:pPr>
        <w:jc w:val="both"/>
      </w:pPr>
      <w:r w:rsidRPr="000C5D6F">
        <w:t xml:space="preserve">Geneva, </w:t>
      </w:r>
      <w:r w:rsidR="00A4086E" w:rsidRPr="00B17564">
        <w:t>5</w:t>
      </w:r>
      <w:r w:rsidR="00A4086E" w:rsidRPr="000C5D6F">
        <w:t xml:space="preserve"> </w:t>
      </w:r>
      <w:r w:rsidRPr="000C5D6F">
        <w:t>– 8</w:t>
      </w:r>
      <w:r w:rsidRPr="00A4086E">
        <w:t xml:space="preserve"> July 2016</w:t>
      </w:r>
    </w:p>
    <w:p w:rsidR="00352936" w:rsidRPr="00283442" w:rsidRDefault="00352936" w:rsidP="00352936">
      <w:pPr>
        <w:jc w:val="both"/>
        <w:rPr>
          <w:lang w:val="en-US"/>
        </w:rPr>
      </w:pPr>
      <w:r w:rsidRPr="00283442">
        <w:rPr>
          <w:lang w:val="en-US"/>
        </w:rPr>
        <w:t>Item 1 of the provisional agenda</w:t>
      </w:r>
    </w:p>
    <w:p w:rsidR="00352936" w:rsidRPr="00283442" w:rsidRDefault="00352936" w:rsidP="00352936">
      <w:pPr>
        <w:jc w:val="both"/>
        <w:rPr>
          <w:b/>
        </w:rPr>
      </w:pPr>
      <w:r w:rsidRPr="00283442">
        <w:rPr>
          <w:b/>
          <w:lang w:val="en-US"/>
        </w:rPr>
        <w:t>Adoption of the agenda</w:t>
      </w:r>
    </w:p>
    <w:p w:rsidR="00352936" w:rsidRPr="00283442" w:rsidRDefault="00352936" w:rsidP="00352936">
      <w:pPr>
        <w:pStyle w:val="HChG"/>
        <w:keepNext w:val="0"/>
        <w:keepLines w:val="0"/>
        <w:rPr>
          <w:b w:val="0"/>
        </w:rPr>
      </w:pPr>
      <w:r w:rsidRPr="00283442">
        <w:tab/>
      </w:r>
      <w:r w:rsidRPr="00283442">
        <w:tab/>
        <w:t xml:space="preserve">Provisional agenda for the </w:t>
      </w:r>
      <w:r>
        <w:t>t</w:t>
      </w:r>
      <w:r w:rsidRPr="00620359">
        <w:rPr>
          <w:bCs/>
        </w:rPr>
        <w:t>hirty-first</w:t>
      </w:r>
      <w:r w:rsidRPr="00283442">
        <w:rPr>
          <w:b w:val="0"/>
          <w:bCs/>
        </w:rPr>
        <w:t xml:space="preserve"> </w:t>
      </w:r>
      <w:r w:rsidRPr="00283442">
        <w:t>session</w:t>
      </w:r>
      <w:r w:rsidRPr="00283442">
        <w:rPr>
          <w:rStyle w:val="FootnoteReference"/>
          <w:b w:val="0"/>
        </w:rPr>
        <w:footnoteReference w:id="2"/>
      </w:r>
      <w:r w:rsidRPr="00283442">
        <w:t xml:space="preserve"> </w:t>
      </w:r>
      <w:r w:rsidRPr="00283442">
        <w:rPr>
          <w:rStyle w:val="FootnoteReference"/>
          <w:b w:val="0"/>
        </w:rPr>
        <w:footnoteReference w:id="3"/>
      </w:r>
      <w:r w:rsidRPr="00283442">
        <w:t xml:space="preserve"> </w:t>
      </w:r>
      <w:r w:rsidRPr="00283442">
        <w:rPr>
          <w:rStyle w:val="FootnoteReference"/>
          <w:b w:val="0"/>
        </w:rPr>
        <w:footnoteReference w:id="4"/>
      </w:r>
    </w:p>
    <w:p w:rsidR="00352936" w:rsidRPr="00283442" w:rsidRDefault="00352936" w:rsidP="008F5417">
      <w:pPr>
        <w:pStyle w:val="H56G"/>
        <w:keepNext w:val="0"/>
        <w:keepLines w:val="0"/>
        <w:spacing w:line="240" w:lineRule="auto"/>
      </w:pPr>
      <w:r w:rsidRPr="00283442">
        <w:tab/>
      </w:r>
      <w:r w:rsidRPr="00283442">
        <w:tab/>
      </w:r>
      <w:proofErr w:type="gramStart"/>
      <w:r w:rsidRPr="000C5D6F">
        <w:t>to</w:t>
      </w:r>
      <w:proofErr w:type="gramEnd"/>
      <w:r w:rsidRPr="000C5D6F">
        <w:t xml:space="preserve"> be held at the </w:t>
      </w:r>
      <w:proofErr w:type="spellStart"/>
      <w:r w:rsidRPr="000C5D6F">
        <w:t>Palais</w:t>
      </w:r>
      <w:proofErr w:type="spellEnd"/>
      <w:r w:rsidRPr="000C5D6F">
        <w:t xml:space="preserve"> des Nations, Geneva </w:t>
      </w:r>
      <w:r w:rsidRPr="00B17564">
        <w:t xml:space="preserve">starting at 14:30 on </w:t>
      </w:r>
      <w:r w:rsidR="00A4086E" w:rsidRPr="00B17564">
        <w:t>Tu</w:t>
      </w:r>
      <w:r w:rsidR="00B1641C">
        <w:t>e</w:t>
      </w:r>
      <w:r w:rsidR="00A4086E" w:rsidRPr="00B17564">
        <w:t xml:space="preserve">sday 5 </w:t>
      </w:r>
      <w:r w:rsidRPr="00B17564">
        <w:t>July 2016</w:t>
      </w:r>
      <w:r w:rsidR="00C9737D" w:rsidRPr="00B17564">
        <w:t xml:space="preserve"> </w:t>
      </w:r>
      <w:r w:rsidR="00C9737D" w:rsidRPr="00B17564">
        <w:rPr>
          <w:rStyle w:val="FootnoteReference"/>
        </w:rPr>
        <w:footnoteReference w:id="5"/>
      </w:r>
    </w:p>
    <w:p w:rsidR="00352936" w:rsidRPr="00283442" w:rsidRDefault="00352936" w:rsidP="00663249">
      <w:pPr>
        <w:pStyle w:val="SingleTxtG"/>
        <w:spacing w:before="240"/>
      </w:pPr>
      <w:r w:rsidRPr="00283442">
        <w:t>1.</w:t>
      </w:r>
      <w:r w:rsidRPr="00283442">
        <w:tab/>
        <w:t>Adoption of the agenda.</w:t>
      </w:r>
    </w:p>
    <w:p w:rsidR="008F5417" w:rsidRDefault="00352936" w:rsidP="00663249">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237"/>
          <w:tab w:val="right" w:pos="8505"/>
        </w:tabs>
        <w:ind w:left="1701" w:hanging="567"/>
      </w:pPr>
      <w:r w:rsidRPr="000C5D6F">
        <w:lastRenderedPageBreak/>
        <w:t>2.</w:t>
      </w:r>
      <w:r w:rsidRPr="000C5D6F">
        <w:tab/>
      </w:r>
      <w:r w:rsidR="00B228C3" w:rsidRPr="000C5D6F">
        <w:t xml:space="preserve">Joint work with the </w:t>
      </w:r>
      <w:r w:rsidR="005F1883" w:rsidRPr="00B17564">
        <w:t>Sub-Committee of Experts on the Transport of Dangerous Goods (TDG Sub-Committee)</w:t>
      </w:r>
      <w:r w:rsidR="0030789E" w:rsidRPr="000C5D6F">
        <w:t>.</w:t>
      </w:r>
      <w:r w:rsidR="00C9737D" w:rsidRPr="000C5D6F">
        <w:t> </w:t>
      </w:r>
      <w:r w:rsidR="00C9737D" w:rsidRPr="00B17564">
        <w:rPr>
          <w:rStyle w:val="FootnoteReference"/>
        </w:rPr>
        <w:footnoteReference w:id="6"/>
      </w:r>
      <w:r w:rsidR="00B228C3" w:rsidRPr="000C5D6F" w:rsidDel="00162881">
        <w:t xml:space="preserve"> </w:t>
      </w:r>
    </w:p>
    <w:p w:rsidR="00352936" w:rsidRPr="005F1883" w:rsidRDefault="00B228C3" w:rsidP="00663249">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237"/>
          <w:tab w:val="right" w:pos="8505"/>
        </w:tabs>
        <w:snapToGrid w:val="0"/>
        <w:ind w:left="1701" w:hanging="567"/>
      </w:pPr>
      <w:r w:rsidRPr="005F1883">
        <w:t>3.</w:t>
      </w:r>
      <w:r w:rsidRPr="005F1883">
        <w:tab/>
      </w:r>
      <w:r w:rsidR="00352936" w:rsidRPr="005F1883">
        <w:t>Classification criteria and related hazard communication:</w:t>
      </w:r>
    </w:p>
    <w:p w:rsidR="008F5417" w:rsidRDefault="00352936" w:rsidP="00663249">
      <w:pPr>
        <w:pStyle w:val="SingleTxtG"/>
        <w:keepNext/>
        <w:keepLines/>
        <w:snapToGrid w:val="0"/>
        <w:ind w:left="2268" w:hanging="567"/>
      </w:pPr>
      <w:r w:rsidRPr="005F1883">
        <w:t>(</w:t>
      </w:r>
      <w:r w:rsidR="00A5117A" w:rsidRPr="00B17564">
        <w:t>a</w:t>
      </w:r>
      <w:r w:rsidRPr="000C5D6F">
        <w:t>)</w:t>
      </w:r>
      <w:r w:rsidRPr="000C5D6F">
        <w:tab/>
        <w:t xml:space="preserve">Work of the </w:t>
      </w:r>
      <w:r w:rsidR="005F1883" w:rsidRPr="00B17564">
        <w:t>TDG Sub-Committee</w:t>
      </w:r>
      <w:r w:rsidRPr="005F1883">
        <w:t xml:space="preserve"> on matters of interest to the</w:t>
      </w:r>
      <w:r w:rsidR="008F5417">
        <w:br/>
        <w:t>GHS </w:t>
      </w:r>
      <w:r w:rsidRPr="005F1883">
        <w:t>Sub-Committee</w:t>
      </w:r>
      <w:r w:rsidR="0030789E" w:rsidRPr="005F1883">
        <w:t>;</w:t>
      </w:r>
      <w:r w:rsidR="008F5417">
        <w:t> </w:t>
      </w:r>
      <w:r w:rsidR="005F1883">
        <w:rPr>
          <w:rStyle w:val="FootnoteReference"/>
        </w:rPr>
        <w:footnoteReference w:id="7"/>
      </w:r>
      <w:r w:rsidR="000C5D6F" w:rsidRPr="000C5D6F" w:rsidDel="005F1883">
        <w:t xml:space="preserve"> </w:t>
      </w:r>
    </w:p>
    <w:p w:rsidR="00352936" w:rsidRDefault="00352936" w:rsidP="00663249">
      <w:pPr>
        <w:pStyle w:val="SingleTxtG"/>
        <w:keepNext/>
        <w:keepLines/>
        <w:snapToGrid w:val="0"/>
        <w:ind w:left="2268" w:hanging="567"/>
      </w:pPr>
      <w:r w:rsidRPr="00283442">
        <w:t>(</w:t>
      </w:r>
      <w:r w:rsidR="00A5117A">
        <w:t>b</w:t>
      </w:r>
      <w:r w:rsidRPr="00283442">
        <w:t>)</w:t>
      </w:r>
      <w:r w:rsidRPr="00283442">
        <w:tab/>
        <w:t>Dust explosion hazards;</w:t>
      </w:r>
      <w:r w:rsidRPr="00276CA2">
        <w:t xml:space="preserve"> </w:t>
      </w:r>
    </w:p>
    <w:p w:rsidR="00352936" w:rsidRPr="00283442" w:rsidRDefault="00352936" w:rsidP="00663249">
      <w:pPr>
        <w:pStyle w:val="SingleTxtG"/>
        <w:keepNext/>
        <w:keepLines/>
        <w:snapToGrid w:val="0"/>
        <w:ind w:left="2268" w:hanging="567"/>
      </w:pPr>
      <w:r w:rsidRPr="00283442">
        <w:t>(</w:t>
      </w:r>
      <w:r w:rsidR="00A5117A">
        <w:t>c</w:t>
      </w:r>
      <w:r w:rsidRPr="00283442">
        <w:t>)</w:t>
      </w:r>
      <w:r w:rsidRPr="00283442">
        <w:tab/>
        <w:t>Practical classification issues;</w:t>
      </w:r>
    </w:p>
    <w:p w:rsidR="00352936" w:rsidRPr="00283442" w:rsidRDefault="00352936" w:rsidP="00663249">
      <w:pPr>
        <w:pStyle w:val="SingleTxtG"/>
        <w:keepNext/>
        <w:keepLines/>
        <w:snapToGrid w:val="0"/>
        <w:ind w:left="2268" w:hanging="567"/>
      </w:pPr>
      <w:r w:rsidRPr="00283442">
        <w:t>(</w:t>
      </w:r>
      <w:r w:rsidR="00A5117A">
        <w:t>d</w:t>
      </w:r>
      <w:r w:rsidRPr="00283442">
        <w:t>)</w:t>
      </w:r>
      <w:r w:rsidRPr="00283442">
        <w:tab/>
        <w:t>Aspiration hazard: viscosity criterion for classification of mixtures;</w:t>
      </w:r>
    </w:p>
    <w:p w:rsidR="00352936" w:rsidRDefault="00352936" w:rsidP="00663249">
      <w:pPr>
        <w:pStyle w:val="SingleTxtG"/>
        <w:keepNext/>
        <w:keepLines/>
        <w:snapToGrid w:val="0"/>
        <w:ind w:left="2268" w:hanging="567"/>
      </w:pPr>
      <w:r w:rsidRPr="00283442">
        <w:t>(</w:t>
      </w:r>
      <w:r w:rsidR="00A5117A">
        <w:t>e</w:t>
      </w:r>
      <w:r w:rsidRPr="00283442">
        <w:t>)</w:t>
      </w:r>
      <w:r w:rsidRPr="00283442">
        <w:tab/>
      </w:r>
      <w:proofErr w:type="spellStart"/>
      <w:r w:rsidRPr="00283442">
        <w:t>Nanomaterials</w:t>
      </w:r>
      <w:proofErr w:type="spellEnd"/>
      <w:r w:rsidRPr="00283442">
        <w:t>;</w:t>
      </w:r>
    </w:p>
    <w:p w:rsidR="00352936" w:rsidRPr="00283442" w:rsidRDefault="00352936" w:rsidP="00663249">
      <w:pPr>
        <w:pStyle w:val="SingleTxtG"/>
        <w:snapToGrid w:val="0"/>
        <w:ind w:left="2268" w:hanging="567"/>
      </w:pPr>
      <w:r w:rsidRPr="00283442">
        <w:t>(</w:t>
      </w:r>
      <w:r w:rsidR="00A5117A">
        <w:t>f</w:t>
      </w:r>
      <w:r w:rsidRPr="00283442">
        <w:t>)</w:t>
      </w:r>
      <w:r w:rsidRPr="00283442">
        <w:tab/>
        <w:t>Miscellaneous.</w:t>
      </w:r>
    </w:p>
    <w:p w:rsidR="00352936" w:rsidRPr="00283442" w:rsidRDefault="00B06178" w:rsidP="00663249">
      <w:pPr>
        <w:pStyle w:val="SingleTxtG"/>
        <w:snapToGrid w:val="0"/>
      </w:pPr>
      <w:r>
        <w:t>4</w:t>
      </w:r>
      <w:r w:rsidR="00352936" w:rsidRPr="00283442">
        <w:t>.</w:t>
      </w:r>
      <w:r w:rsidR="00352936" w:rsidRPr="00283442">
        <w:tab/>
        <w:t>Hazard communication issues:</w:t>
      </w:r>
    </w:p>
    <w:p w:rsidR="00352936" w:rsidRPr="00283442" w:rsidRDefault="00352936" w:rsidP="00663249">
      <w:pPr>
        <w:pStyle w:val="SingleTxtG"/>
        <w:snapToGrid w:val="0"/>
        <w:ind w:left="2268" w:hanging="567"/>
      </w:pPr>
      <w:r w:rsidRPr="00283442">
        <w:t>(</w:t>
      </w:r>
      <w:r>
        <w:t>a</w:t>
      </w:r>
      <w:r w:rsidRPr="00283442">
        <w:t>)</w:t>
      </w:r>
      <w:r w:rsidRPr="00283442">
        <w:tab/>
        <w:t xml:space="preserve">Labelling of small </w:t>
      </w:r>
      <w:proofErr w:type="spellStart"/>
      <w:r w:rsidRPr="00283442">
        <w:t>packagings</w:t>
      </w:r>
      <w:proofErr w:type="spellEnd"/>
      <w:r w:rsidRPr="00283442">
        <w:t>;</w:t>
      </w:r>
    </w:p>
    <w:p w:rsidR="00352936" w:rsidRPr="00283442" w:rsidRDefault="00352936" w:rsidP="00663249">
      <w:pPr>
        <w:pStyle w:val="SingleTxtG"/>
        <w:snapToGrid w:val="0"/>
        <w:ind w:left="2268" w:hanging="567"/>
      </w:pPr>
      <w:r w:rsidRPr="00283442">
        <w:t>(</w:t>
      </w:r>
      <w:r>
        <w:t>b</w:t>
      </w:r>
      <w:r w:rsidRPr="00283442">
        <w:t>)</w:t>
      </w:r>
      <w:r w:rsidRPr="00283442">
        <w:tab/>
        <w:t>Improvement of annexes 1 to 3 and further rationalization of precautionary statements;</w:t>
      </w:r>
    </w:p>
    <w:p w:rsidR="00352936" w:rsidRPr="00283442" w:rsidRDefault="00352936" w:rsidP="00663249">
      <w:pPr>
        <w:pStyle w:val="SingleTxtG"/>
        <w:snapToGrid w:val="0"/>
        <w:ind w:left="2268" w:hanging="567"/>
      </w:pPr>
      <w:r w:rsidRPr="00283442">
        <w:t>(</w:t>
      </w:r>
      <w:r>
        <w:t>c</w:t>
      </w:r>
      <w:r w:rsidRPr="00283442">
        <w:t>)</w:t>
      </w:r>
      <w:r w:rsidRPr="00283442">
        <w:tab/>
        <w:t>Miscellaneous.</w:t>
      </w:r>
    </w:p>
    <w:p w:rsidR="00352936" w:rsidRPr="00283442" w:rsidRDefault="00B06178" w:rsidP="00663249">
      <w:pPr>
        <w:pStyle w:val="SingleTxtG"/>
        <w:snapToGrid w:val="0"/>
      </w:pPr>
      <w:r>
        <w:t>5</w:t>
      </w:r>
      <w:r w:rsidR="00352936" w:rsidRPr="00283442">
        <w:t>.</w:t>
      </w:r>
      <w:r w:rsidR="00352936" w:rsidRPr="00283442">
        <w:tab/>
        <w:t>Implementation of the GHS:</w:t>
      </w:r>
    </w:p>
    <w:p w:rsidR="00352936" w:rsidRPr="00283442" w:rsidRDefault="00352936" w:rsidP="00663249">
      <w:pPr>
        <w:pStyle w:val="SingleTxtG"/>
        <w:snapToGrid w:val="0"/>
        <w:ind w:left="2268" w:hanging="567"/>
      </w:pPr>
      <w:r w:rsidRPr="00283442">
        <w:t>(a)</w:t>
      </w:r>
      <w:r w:rsidRPr="00283442">
        <w:tab/>
        <w:t>Development of a list of chemicals classified in accordance with the GHS;</w:t>
      </w:r>
    </w:p>
    <w:p w:rsidR="00352936" w:rsidRPr="00283442" w:rsidRDefault="00352936" w:rsidP="00663249">
      <w:pPr>
        <w:pStyle w:val="SingleTxtG"/>
        <w:snapToGrid w:val="0"/>
        <w:ind w:left="2268" w:hanging="567"/>
      </w:pPr>
      <w:r w:rsidRPr="00283442">
        <w:t>(b)</w:t>
      </w:r>
      <w:r w:rsidRPr="00283442">
        <w:tab/>
        <w:t>Reports on the status of implementation;</w:t>
      </w:r>
    </w:p>
    <w:p w:rsidR="00352936" w:rsidRPr="00283442" w:rsidRDefault="00352936" w:rsidP="00663249">
      <w:pPr>
        <w:pStyle w:val="SingleTxtG"/>
        <w:snapToGrid w:val="0"/>
        <w:ind w:left="2268" w:hanging="567"/>
      </w:pPr>
      <w:r w:rsidRPr="00283442">
        <w:t>(c)</w:t>
      </w:r>
      <w:r w:rsidRPr="00283442">
        <w:tab/>
        <w:t>Cooperation with other bodies or international organizations;</w:t>
      </w:r>
    </w:p>
    <w:p w:rsidR="00352936" w:rsidRPr="00283442" w:rsidRDefault="00352936" w:rsidP="00663249">
      <w:pPr>
        <w:pStyle w:val="SingleTxtG"/>
        <w:snapToGrid w:val="0"/>
        <w:ind w:left="2268" w:hanging="567"/>
      </w:pPr>
      <w:r w:rsidRPr="00283442">
        <w:t>(d)</w:t>
      </w:r>
      <w:r w:rsidRPr="00283442">
        <w:tab/>
        <w:t>Miscellaneous.</w:t>
      </w:r>
    </w:p>
    <w:p w:rsidR="00352936" w:rsidRPr="00283442" w:rsidRDefault="00B06178" w:rsidP="00663249">
      <w:pPr>
        <w:pStyle w:val="SingleTxtG"/>
        <w:snapToGrid w:val="0"/>
      </w:pPr>
      <w:r>
        <w:t>6</w:t>
      </w:r>
      <w:r w:rsidR="00352936" w:rsidRPr="00283442">
        <w:t>.</w:t>
      </w:r>
      <w:r w:rsidR="00352936" w:rsidRPr="00283442">
        <w:tab/>
        <w:t>Development of guidance on the application of GHS criteria.</w:t>
      </w:r>
    </w:p>
    <w:p w:rsidR="00352936" w:rsidRPr="00283442" w:rsidRDefault="00B06178" w:rsidP="00663249">
      <w:pPr>
        <w:pStyle w:val="SingleTxtG"/>
        <w:snapToGrid w:val="0"/>
      </w:pPr>
      <w:r>
        <w:t>7</w:t>
      </w:r>
      <w:r w:rsidR="00352936" w:rsidRPr="00283442">
        <w:t>.</w:t>
      </w:r>
      <w:r w:rsidR="00352936" w:rsidRPr="00283442">
        <w:tab/>
        <w:t>Capacity building.</w:t>
      </w:r>
    </w:p>
    <w:p w:rsidR="00352936" w:rsidRPr="00283442" w:rsidRDefault="00B06178" w:rsidP="00663249">
      <w:pPr>
        <w:pStyle w:val="SingleTxtG"/>
        <w:snapToGrid w:val="0"/>
      </w:pPr>
      <w:r>
        <w:t>8</w:t>
      </w:r>
      <w:r w:rsidR="00352936" w:rsidRPr="00283442">
        <w:t>.</w:t>
      </w:r>
      <w:r w:rsidR="00352936" w:rsidRPr="00283442">
        <w:tab/>
        <w:t>Other business.</w:t>
      </w:r>
    </w:p>
    <w:p w:rsidR="00352936" w:rsidRDefault="00B06178" w:rsidP="00663249">
      <w:pPr>
        <w:pStyle w:val="SingleTxtG"/>
        <w:snapToGrid w:val="0"/>
      </w:pPr>
      <w:r>
        <w:t>9</w:t>
      </w:r>
      <w:r w:rsidR="00352936" w:rsidRPr="00283442">
        <w:t>.</w:t>
      </w:r>
      <w:r w:rsidR="00352936" w:rsidRPr="00283442">
        <w:tab/>
        <w:t>Adoption of the report.</w:t>
      </w:r>
    </w:p>
    <w:p w:rsidR="00352936" w:rsidRPr="00686549" w:rsidRDefault="00352936" w:rsidP="00352936">
      <w:pPr>
        <w:pStyle w:val="SingleTxtG"/>
        <w:spacing w:before="240" w:after="0"/>
        <w:jc w:val="center"/>
        <w:rPr>
          <w:u w:val="single"/>
        </w:rPr>
      </w:pPr>
      <w:r>
        <w:rPr>
          <w:u w:val="single"/>
        </w:rPr>
        <w:tab/>
      </w:r>
      <w:r>
        <w:rPr>
          <w:u w:val="single"/>
        </w:rPr>
        <w:tab/>
      </w:r>
      <w:r>
        <w:rPr>
          <w:u w:val="single"/>
        </w:rPr>
        <w:tab/>
      </w:r>
    </w:p>
    <w:sectPr w:rsidR="00352936" w:rsidRPr="00686549" w:rsidSect="005E0E5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E5E" w:rsidRDefault="005E0E5E"/>
  </w:endnote>
  <w:endnote w:type="continuationSeparator" w:id="0">
    <w:p w:rsidR="005E0E5E" w:rsidRDefault="005E0E5E"/>
  </w:endnote>
  <w:endnote w:type="continuationNotice" w:id="1">
    <w:p w:rsidR="005E0E5E" w:rsidRDefault="005E0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rsidP="005E0E5E">
    <w:pPr>
      <w:pStyle w:val="Footer"/>
      <w:tabs>
        <w:tab w:val="right" w:pos="9638"/>
      </w:tabs>
      <w:rPr>
        <w:sz w:val="18"/>
      </w:rPr>
    </w:pPr>
    <w:r w:rsidRPr="005E0E5E">
      <w:rPr>
        <w:b/>
        <w:sz w:val="18"/>
      </w:rPr>
      <w:fldChar w:fldCharType="begin"/>
    </w:r>
    <w:r w:rsidRPr="005E0E5E">
      <w:rPr>
        <w:b/>
        <w:sz w:val="18"/>
      </w:rPr>
      <w:instrText xml:space="preserve"> PAGE  \* MERGEFORMAT </w:instrText>
    </w:r>
    <w:r w:rsidRPr="005E0E5E">
      <w:rPr>
        <w:b/>
        <w:sz w:val="18"/>
      </w:rPr>
      <w:fldChar w:fldCharType="separate"/>
    </w:r>
    <w:r w:rsidR="000A6FBB">
      <w:rPr>
        <w:b/>
        <w:noProof/>
        <w:sz w:val="18"/>
      </w:rPr>
      <w:t>2</w:t>
    </w:r>
    <w:r w:rsidRPr="005E0E5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rsidP="005E0E5E">
    <w:pPr>
      <w:pStyle w:val="Footer"/>
      <w:tabs>
        <w:tab w:val="right" w:pos="9638"/>
      </w:tabs>
      <w:rPr>
        <w:b/>
        <w:sz w:val="18"/>
      </w:rPr>
    </w:pPr>
    <w:r>
      <w:tab/>
    </w:r>
    <w:r w:rsidRPr="005E0E5E">
      <w:rPr>
        <w:b/>
        <w:sz w:val="18"/>
      </w:rPr>
      <w:fldChar w:fldCharType="begin"/>
    </w:r>
    <w:r w:rsidRPr="005E0E5E">
      <w:rPr>
        <w:b/>
        <w:sz w:val="18"/>
      </w:rPr>
      <w:instrText xml:space="preserve"> PAGE  \* MERGEFORMAT </w:instrText>
    </w:r>
    <w:r w:rsidRPr="005E0E5E">
      <w:rPr>
        <w:b/>
        <w:sz w:val="18"/>
      </w:rPr>
      <w:fldChar w:fldCharType="separate"/>
    </w:r>
    <w:r w:rsidR="008F5417">
      <w:rPr>
        <w:b/>
        <w:noProof/>
        <w:sz w:val="18"/>
      </w:rPr>
      <w:t>3</w:t>
    </w:r>
    <w:r w:rsidRPr="005E0E5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DB3" w:rsidRPr="000A6FBB" w:rsidRDefault="00CF5DB3" w:rsidP="000A6FBB">
    <w:pPr>
      <w:pStyle w:val="Footer"/>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E5E" w:rsidRPr="000B175B" w:rsidRDefault="005E0E5E" w:rsidP="000B175B">
      <w:pPr>
        <w:tabs>
          <w:tab w:val="right" w:pos="2155"/>
        </w:tabs>
        <w:spacing w:after="80"/>
        <w:ind w:left="680"/>
        <w:rPr>
          <w:u w:val="single"/>
        </w:rPr>
      </w:pPr>
      <w:r>
        <w:rPr>
          <w:u w:val="single"/>
        </w:rPr>
        <w:tab/>
      </w:r>
    </w:p>
  </w:footnote>
  <w:footnote w:type="continuationSeparator" w:id="0">
    <w:p w:rsidR="005E0E5E" w:rsidRPr="00FC68B7" w:rsidRDefault="005E0E5E" w:rsidP="00FC68B7">
      <w:pPr>
        <w:tabs>
          <w:tab w:val="left" w:pos="2155"/>
        </w:tabs>
        <w:spacing w:after="80"/>
        <w:ind w:left="680"/>
        <w:rPr>
          <w:u w:val="single"/>
        </w:rPr>
      </w:pPr>
      <w:r>
        <w:rPr>
          <w:u w:val="single"/>
        </w:rPr>
        <w:tab/>
      </w:r>
    </w:p>
  </w:footnote>
  <w:footnote w:type="continuationNotice" w:id="1">
    <w:p w:rsidR="005E0E5E" w:rsidRDefault="005E0E5E"/>
  </w:footnote>
  <w:footnote w:id="2">
    <w:p w:rsidR="00352936" w:rsidRPr="007A4C31" w:rsidRDefault="00352936" w:rsidP="00352936">
      <w:pPr>
        <w:pStyle w:val="FootnoteText"/>
        <w:widowControl w:val="0"/>
        <w:tabs>
          <w:tab w:val="clear" w:pos="1021"/>
          <w:tab w:val="right" w:pos="1020"/>
        </w:tabs>
        <w:spacing w:line="200" w:lineRule="exact"/>
        <w:rPr>
          <w:szCs w:val="18"/>
          <w:lang w:val="en-US"/>
        </w:rPr>
      </w:pPr>
      <w:r w:rsidRPr="002219F6">
        <w:rPr>
          <w:szCs w:val="18"/>
        </w:rPr>
        <w:tab/>
      </w:r>
      <w:r w:rsidRPr="002219F6">
        <w:rPr>
          <w:rStyle w:val="FootnoteReference"/>
          <w:szCs w:val="18"/>
        </w:rPr>
        <w:footnoteRef/>
      </w:r>
      <w:r>
        <w:rPr>
          <w:szCs w:val="18"/>
        </w:rPr>
        <w:tab/>
      </w:r>
      <w:r w:rsidRPr="002219F6">
        <w:rPr>
          <w:bCs/>
          <w:szCs w:val="18"/>
        </w:rPr>
        <w:t>Annotations to the agenda will be circulated as document ST/SG/AC.10/C.4/</w:t>
      </w:r>
      <w:r w:rsidR="00F80A35">
        <w:rPr>
          <w:bCs/>
          <w:szCs w:val="18"/>
        </w:rPr>
        <w:t>61</w:t>
      </w:r>
      <w:r w:rsidRPr="002219F6">
        <w:rPr>
          <w:bCs/>
          <w:szCs w:val="18"/>
        </w:rPr>
        <w:t xml:space="preserve">/Add.1. The deadline </w:t>
      </w:r>
      <w:r>
        <w:rPr>
          <w:bCs/>
          <w:szCs w:val="18"/>
        </w:rPr>
        <w:t xml:space="preserve">for submission of documents </w:t>
      </w:r>
      <w:r w:rsidR="00B228C3">
        <w:rPr>
          <w:bCs/>
          <w:szCs w:val="18"/>
        </w:rPr>
        <w:t xml:space="preserve">to be considered by the GHS Sub-Committee only </w:t>
      </w:r>
      <w:r>
        <w:rPr>
          <w:bCs/>
          <w:szCs w:val="18"/>
        </w:rPr>
        <w:t>is 12 April 2016</w:t>
      </w:r>
      <w:r w:rsidRPr="002219F6">
        <w:rPr>
          <w:bCs/>
          <w:szCs w:val="18"/>
        </w:rPr>
        <w:t>.</w:t>
      </w:r>
      <w:r w:rsidR="00B228C3">
        <w:rPr>
          <w:bCs/>
          <w:szCs w:val="18"/>
        </w:rPr>
        <w:t xml:space="preserve"> The deadline for submission of documents to be considered during the joint TDG-GHS sub-committees session is 1 April 2016.</w:t>
      </w:r>
    </w:p>
  </w:footnote>
  <w:footnote w:id="3">
    <w:p w:rsidR="00352936" w:rsidRPr="007A4C31" w:rsidRDefault="00352936" w:rsidP="00352936">
      <w:pPr>
        <w:pStyle w:val="FootnoteText"/>
        <w:widowControl w:val="0"/>
        <w:tabs>
          <w:tab w:val="clear" w:pos="1021"/>
          <w:tab w:val="right" w:pos="1020"/>
        </w:tabs>
        <w:spacing w:line="200" w:lineRule="exact"/>
        <w:rPr>
          <w:szCs w:val="18"/>
          <w:lang w:val="en-US"/>
        </w:rPr>
      </w:pPr>
      <w:r w:rsidRPr="002219F6">
        <w:rPr>
          <w:szCs w:val="18"/>
        </w:rPr>
        <w:tab/>
      </w:r>
      <w:r w:rsidRPr="002219F6">
        <w:rPr>
          <w:rStyle w:val="FootnoteReference"/>
          <w:szCs w:val="18"/>
        </w:rPr>
        <w:footnoteRef/>
      </w:r>
      <w:r>
        <w:rPr>
          <w:szCs w:val="18"/>
        </w:rPr>
        <w:tab/>
      </w:r>
      <w:r w:rsidRPr="002219F6">
        <w:rPr>
          <w:szCs w:val="18"/>
        </w:rPr>
        <w:t xml:space="preserve">For reasons of economy, delegates are requested to bring copies of all relevant documents to the session.  There will be no documentation available in the conference room.  Before the session, documents may be downloaded from the UNECE Transport Division's website </w:t>
      </w:r>
      <w:r w:rsidRPr="00B228C3">
        <w:rPr>
          <w:szCs w:val="18"/>
        </w:rPr>
        <w:t>(</w:t>
      </w:r>
      <w:hyperlink r:id="rId1" w:history="1">
        <w:r w:rsidRPr="00B228C3">
          <w:rPr>
            <w:rStyle w:val="Hyperlink"/>
            <w:szCs w:val="18"/>
          </w:rPr>
          <w:t>http://www.unece.org/trans/main/dgdb/dgsubc4/c4age.html</w:t>
        </w:r>
      </w:hyperlink>
      <w:r w:rsidRPr="00B228C3">
        <w:rPr>
          <w:szCs w:val="18"/>
        </w:rPr>
        <w:t>).</w:t>
      </w:r>
      <w:r w:rsidRPr="002219F6">
        <w:rPr>
          <w:szCs w:val="18"/>
        </w:rPr>
        <w:t xml:space="preserve">  During the session, official documents may be obtained from the UNOG Documents Distribution Section (Room C.337, third floor, </w:t>
      </w:r>
      <w:proofErr w:type="spellStart"/>
      <w:r w:rsidRPr="002219F6">
        <w:rPr>
          <w:szCs w:val="18"/>
        </w:rPr>
        <w:t>Palais</w:t>
      </w:r>
      <w:proofErr w:type="spellEnd"/>
      <w:r w:rsidRPr="002219F6">
        <w:rPr>
          <w:szCs w:val="18"/>
        </w:rPr>
        <w:t xml:space="preserve"> des Nations).</w:t>
      </w:r>
    </w:p>
  </w:footnote>
  <w:footnote w:id="4">
    <w:p w:rsidR="00352936" w:rsidRPr="007A4C31" w:rsidRDefault="00352936" w:rsidP="00352936">
      <w:pPr>
        <w:pStyle w:val="FootnoteText"/>
        <w:widowControl w:val="0"/>
        <w:tabs>
          <w:tab w:val="clear" w:pos="1021"/>
          <w:tab w:val="right" w:pos="1020"/>
        </w:tabs>
        <w:spacing w:line="200" w:lineRule="exact"/>
        <w:rPr>
          <w:szCs w:val="18"/>
          <w:lang w:val="en-US"/>
        </w:rPr>
      </w:pPr>
      <w:r w:rsidRPr="002219F6">
        <w:rPr>
          <w:szCs w:val="18"/>
        </w:rPr>
        <w:tab/>
      </w:r>
      <w:r w:rsidRPr="002219F6">
        <w:rPr>
          <w:rStyle w:val="FootnoteReference"/>
          <w:szCs w:val="18"/>
        </w:rPr>
        <w:footnoteRef/>
      </w:r>
      <w:r>
        <w:rPr>
          <w:szCs w:val="18"/>
        </w:rPr>
        <w:tab/>
      </w:r>
      <w:r w:rsidRPr="002219F6">
        <w:rPr>
          <w:color w:val="000000"/>
          <w:szCs w:val="18"/>
        </w:rPr>
        <w:t>Delegates are requested to</w:t>
      </w:r>
      <w:r>
        <w:rPr>
          <w:color w:val="000000"/>
          <w:szCs w:val="18"/>
        </w:rPr>
        <w:t xml:space="preserve"> register online using the UNECE meeting registration system </w:t>
      </w:r>
      <w:r>
        <w:t>(</w:t>
      </w:r>
      <w:r w:rsidRPr="00E97306">
        <w:t>https://www2.unece.org/uncdb/app/ext/meeting-registration?id=bnQBPo</w:t>
      </w:r>
      <w:r>
        <w:t>)</w:t>
      </w:r>
      <w:r>
        <w:rPr>
          <w:color w:val="000000"/>
          <w:szCs w:val="18"/>
        </w:rPr>
        <w:t xml:space="preserve">. </w:t>
      </w:r>
      <w:r w:rsidRPr="002219F6">
        <w:rPr>
          <w:color w:val="000000"/>
          <w:szCs w:val="18"/>
        </w:rPr>
        <w:t xml:space="preserve">Upon arrival at the </w:t>
      </w:r>
      <w:proofErr w:type="spellStart"/>
      <w:r w:rsidRPr="002219F6">
        <w:rPr>
          <w:color w:val="000000"/>
          <w:szCs w:val="18"/>
        </w:rPr>
        <w:t>Palais</w:t>
      </w:r>
      <w:proofErr w:type="spellEnd"/>
      <w:r w:rsidRPr="002219F6">
        <w:rPr>
          <w:color w:val="000000"/>
          <w:szCs w:val="18"/>
        </w:rPr>
        <w:t xml:space="preserve"> des Nations, delegates should obtain an identification badge at the UNOG Security and Safety Section, located at the </w:t>
      </w:r>
      <w:proofErr w:type="spellStart"/>
      <w:r w:rsidRPr="002219F6">
        <w:rPr>
          <w:color w:val="000000"/>
          <w:szCs w:val="18"/>
        </w:rPr>
        <w:t>Pregny</w:t>
      </w:r>
      <w:proofErr w:type="spellEnd"/>
      <w:r w:rsidRPr="002219F6">
        <w:rPr>
          <w:color w:val="000000"/>
          <w:szCs w:val="18"/>
        </w:rPr>
        <w:t xml:space="preserve"> Gate (14, Avenue de la </w:t>
      </w:r>
      <w:proofErr w:type="spellStart"/>
      <w:r w:rsidRPr="002219F6">
        <w:rPr>
          <w:color w:val="000000"/>
          <w:szCs w:val="18"/>
        </w:rPr>
        <w:t>Paix</w:t>
      </w:r>
      <w:proofErr w:type="spellEnd"/>
      <w:r w:rsidRPr="002219F6">
        <w:rPr>
          <w:color w:val="000000"/>
          <w:szCs w:val="18"/>
        </w:rPr>
        <w:t xml:space="preserve">).  In case of difficulty, please contact the secretariat by telephone (ext. 72106).  For a map of the </w:t>
      </w:r>
      <w:proofErr w:type="spellStart"/>
      <w:r w:rsidRPr="002219F6">
        <w:rPr>
          <w:color w:val="000000"/>
          <w:szCs w:val="18"/>
        </w:rPr>
        <w:t>Palais</w:t>
      </w:r>
      <w:proofErr w:type="spellEnd"/>
      <w:r w:rsidRPr="002219F6">
        <w:rPr>
          <w:color w:val="000000"/>
          <w:szCs w:val="18"/>
        </w:rPr>
        <w:t xml:space="preserve"> des Nations and other useful information, see </w:t>
      </w:r>
      <w:hyperlink r:id="rId2" w:history="1">
        <w:r w:rsidRPr="002219F6">
          <w:rPr>
            <w:rStyle w:val="Hyperlink"/>
            <w:szCs w:val="18"/>
          </w:rPr>
          <w:t>http://www.unece.org/meetings/practical.htm</w:t>
        </w:r>
      </w:hyperlink>
    </w:p>
  </w:footnote>
  <w:footnote w:id="5">
    <w:p w:rsidR="00C9737D" w:rsidRPr="00B17564" w:rsidRDefault="00C9737D">
      <w:pPr>
        <w:pStyle w:val="FootnoteText"/>
        <w:rPr>
          <w:lang w:val="fr-CH"/>
        </w:rPr>
      </w:pPr>
      <w:r>
        <w:tab/>
      </w:r>
      <w:r>
        <w:rPr>
          <w:rStyle w:val="FootnoteReference"/>
        </w:rPr>
        <w:footnoteRef/>
      </w:r>
      <w:r>
        <w:t xml:space="preserve"> </w:t>
      </w:r>
      <w:r>
        <w:tab/>
      </w:r>
      <w:r w:rsidR="00D718C7">
        <w:t xml:space="preserve">Noting that </w:t>
      </w:r>
      <w:r>
        <w:t xml:space="preserve">6 July 2016 </w:t>
      </w:r>
      <w:r w:rsidR="00A5117A">
        <w:t>will be</w:t>
      </w:r>
      <w:r>
        <w:t xml:space="preserve"> an official holiday in the United Nations and therefore no secretariat services </w:t>
      </w:r>
      <w:r w:rsidR="00D718C7">
        <w:t>will</w:t>
      </w:r>
      <w:r>
        <w:t xml:space="preserve"> be available </w:t>
      </w:r>
      <w:r w:rsidR="00B1641C">
        <w:t>o</w:t>
      </w:r>
      <w:r>
        <w:t>n that day</w:t>
      </w:r>
      <w:r w:rsidR="00D718C7">
        <w:t xml:space="preserve">, </w:t>
      </w:r>
      <w:r>
        <w:t>the Sub-Committee concu</w:t>
      </w:r>
      <w:r w:rsidR="00B1641C">
        <w:t xml:space="preserve">rred with the TDG Sub-Committee at its twenty-third session </w:t>
      </w:r>
      <w:r w:rsidR="009502B5">
        <w:t xml:space="preserve">that the best option to avoid losing half a day of meeting time was </w:t>
      </w:r>
      <w:r>
        <w:t xml:space="preserve">to hold the joint </w:t>
      </w:r>
      <w:r w:rsidR="00B1641C">
        <w:t xml:space="preserve">TDG-GHS sub-committees </w:t>
      </w:r>
      <w:r>
        <w:t xml:space="preserve">session on Tuesday 5 July. As meeting rooms </w:t>
      </w:r>
      <w:r w:rsidR="00D718C7">
        <w:t xml:space="preserve">can </w:t>
      </w:r>
      <w:r>
        <w:t xml:space="preserve">be made available on 6 July for informal meetings without interpretation services, the Sub-Committee agreed that informal working group meetings should take place on that day. </w:t>
      </w:r>
      <w:r w:rsidR="00B1641C">
        <w:t>Further details on registration procedures for the informal working group meetings as well as a provisional timetable will</w:t>
      </w:r>
      <w:r>
        <w:t xml:space="preserve"> be </w:t>
      </w:r>
      <w:r w:rsidR="00B1641C">
        <w:t xml:space="preserve">circulated </w:t>
      </w:r>
      <w:r>
        <w:t>by the secretariat at a later stage</w:t>
      </w:r>
      <w:r w:rsidR="00D718C7">
        <w:t>.</w:t>
      </w:r>
    </w:p>
  </w:footnote>
  <w:footnote w:id="6">
    <w:p w:rsidR="00C9737D" w:rsidRPr="00A5117A" w:rsidRDefault="00C9737D" w:rsidP="00C9737D">
      <w:pPr>
        <w:pStyle w:val="FootnoteText"/>
        <w:rPr>
          <w:lang w:val="fr-CH"/>
        </w:rPr>
      </w:pPr>
      <w:r>
        <w:tab/>
      </w:r>
      <w:r w:rsidRPr="000C5D6F">
        <w:rPr>
          <w:rStyle w:val="FootnoteReference"/>
        </w:rPr>
        <w:footnoteRef/>
      </w:r>
      <w:r w:rsidRPr="000C5D6F">
        <w:t xml:space="preserve"> </w:t>
      </w:r>
      <w:r w:rsidRPr="000C5D6F">
        <w:tab/>
      </w:r>
      <w:r w:rsidRPr="00F60D0F">
        <w:t xml:space="preserve">Documents under agenda item 2 will be considered during the second joint TDG-GHS sub-committees session </w:t>
      </w:r>
      <w:r w:rsidR="009502B5" w:rsidRPr="00F60D0F">
        <w:t>on T</w:t>
      </w:r>
      <w:r w:rsidRPr="00F60D0F">
        <w:t>u</w:t>
      </w:r>
      <w:r w:rsidR="009502B5" w:rsidRPr="00F60D0F">
        <w:t>es</w:t>
      </w:r>
      <w:r w:rsidRPr="00F60D0F">
        <w:t>day 5 July, from 14:30 to 17:30 (refer to the report of the GHS Sub-Committee on its 30th session, ST/SG/AC.10/C.4/60, paragraphs 53 to 55).</w:t>
      </w:r>
    </w:p>
  </w:footnote>
  <w:footnote w:id="7">
    <w:p w:rsidR="005F1883" w:rsidRPr="00B17564" w:rsidRDefault="000C5D6F">
      <w:pPr>
        <w:pStyle w:val="FootnoteText"/>
        <w:rPr>
          <w:lang w:val="fr-CH"/>
        </w:rPr>
      </w:pPr>
      <w:r>
        <w:tab/>
      </w:r>
      <w:r w:rsidR="005F1883">
        <w:rPr>
          <w:rStyle w:val="FootnoteReference"/>
        </w:rPr>
        <w:footnoteRef/>
      </w:r>
      <w:r w:rsidR="005F1883">
        <w:tab/>
      </w:r>
      <w:r w:rsidR="005F1883" w:rsidRPr="00554224">
        <w:t>Participants in the work of the GHS Sub-Committee who are not normally involved in the work of the TDG Sub-Committee are invited to participate in sessions of the TDG Sub-Committee when the TDG Sub-Committee is acting as GHS focal point on physical hazards (see ST/SG/A</w:t>
      </w:r>
      <w:r w:rsidR="005F1883">
        <w:t xml:space="preserve">C.10/C.4/2, par. 43 (b)). </w:t>
      </w:r>
      <w:r w:rsidR="005F1883" w:rsidRPr="00554224">
        <w:t>At its forty-</w:t>
      </w:r>
      <w:r w:rsidR="005F1883">
        <w:t>ninth</w:t>
      </w:r>
      <w:r w:rsidR="005F1883" w:rsidRPr="00554224">
        <w:t xml:space="preserve"> session, the TDG Sub-Committee will consider issues relating to the </w:t>
      </w:r>
      <w:r w:rsidR="005F1883" w:rsidRPr="00013A18">
        <w:t xml:space="preserve">GHS </w:t>
      </w:r>
      <w:r w:rsidR="005F1883" w:rsidRPr="00F60D0F">
        <w:t xml:space="preserve">under item </w:t>
      </w:r>
      <w:r w:rsidR="00F60D0F" w:rsidRPr="00F60D0F">
        <w:t>10</w:t>
      </w:r>
      <w:r w:rsidR="005F1883" w:rsidRPr="00F60D0F">
        <w:t xml:space="preserve"> of its</w:t>
      </w:r>
      <w:r w:rsidR="005F1883" w:rsidRPr="00013A18">
        <w:t xml:space="preserve"> provisional agenda (see ST/SG/AC.10/C.3/</w:t>
      </w:r>
      <w:r w:rsidR="005F1883">
        <w:t>97</w:t>
      </w:r>
      <w:r w:rsidR="005F1883" w:rsidRPr="00013A18">
        <w:t xml:space="preserve"> for more details). GHS</w:t>
      </w:r>
      <w:r w:rsidR="0089435B">
        <w:t> </w:t>
      </w:r>
      <w:r w:rsidR="005F1883">
        <w:t>Sub-Committee delegates i</w:t>
      </w:r>
      <w:r w:rsidR="005F1883" w:rsidRPr="00554224">
        <w:t xml:space="preserve">nterested </w:t>
      </w:r>
      <w:r w:rsidR="005F1883">
        <w:t>in participating in the work of the TDG Sub-Committee</w:t>
      </w:r>
      <w:r w:rsidR="005F1883" w:rsidRPr="00554224">
        <w:t xml:space="preserve"> </w:t>
      </w:r>
      <w:r w:rsidR="005F1883">
        <w:t xml:space="preserve">on these issues </w:t>
      </w:r>
      <w:r w:rsidR="005F1883" w:rsidRPr="00554224">
        <w:t xml:space="preserve">should register for both </w:t>
      </w:r>
      <w:r w:rsidR="005F1883">
        <w:t xml:space="preserve">the TDG and the GHS sub-committee </w:t>
      </w:r>
      <w:r w:rsidR="005F1883" w:rsidRPr="00554224">
        <w:t>sessions.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pPr>
      <w:pStyle w:val="Header"/>
    </w:pPr>
    <w:r>
      <w:t>ST/SG/AC.10/C.4/61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rsidP="005E0E5E">
    <w:pPr>
      <w:pStyle w:val="Header"/>
      <w:jc w:val="right"/>
    </w:pPr>
    <w:r>
      <w:t>ST/SG/AC.10/C.4/61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FBB" w:rsidRDefault="000A6F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5E"/>
    <w:rsid w:val="00050F6B"/>
    <w:rsid w:val="00057FD8"/>
    <w:rsid w:val="00072C8C"/>
    <w:rsid w:val="00091419"/>
    <w:rsid w:val="000931C0"/>
    <w:rsid w:val="000A6FBB"/>
    <w:rsid w:val="000B175B"/>
    <w:rsid w:val="000B3A0F"/>
    <w:rsid w:val="000B6960"/>
    <w:rsid w:val="000C5D6F"/>
    <w:rsid w:val="000E0415"/>
    <w:rsid w:val="0011582C"/>
    <w:rsid w:val="00117787"/>
    <w:rsid w:val="00127EAD"/>
    <w:rsid w:val="00131D42"/>
    <w:rsid w:val="001633FB"/>
    <w:rsid w:val="0017452E"/>
    <w:rsid w:val="00181726"/>
    <w:rsid w:val="001B4B04"/>
    <w:rsid w:val="001B768D"/>
    <w:rsid w:val="001C6663"/>
    <w:rsid w:val="001C7895"/>
    <w:rsid w:val="001D26DF"/>
    <w:rsid w:val="001D2FDC"/>
    <w:rsid w:val="00211E0B"/>
    <w:rsid w:val="002309A7"/>
    <w:rsid w:val="00237785"/>
    <w:rsid w:val="00241466"/>
    <w:rsid w:val="002725CA"/>
    <w:rsid w:val="002807DD"/>
    <w:rsid w:val="00280EB7"/>
    <w:rsid w:val="002B1CDA"/>
    <w:rsid w:val="0030789E"/>
    <w:rsid w:val="003107FA"/>
    <w:rsid w:val="003229D8"/>
    <w:rsid w:val="00352936"/>
    <w:rsid w:val="0039277A"/>
    <w:rsid w:val="003972E0"/>
    <w:rsid w:val="003C2CC4"/>
    <w:rsid w:val="003D4B23"/>
    <w:rsid w:val="00413400"/>
    <w:rsid w:val="004325CB"/>
    <w:rsid w:val="00437F3F"/>
    <w:rsid w:val="00446DE4"/>
    <w:rsid w:val="004B2C9D"/>
    <w:rsid w:val="00527910"/>
    <w:rsid w:val="005420F2"/>
    <w:rsid w:val="00567E43"/>
    <w:rsid w:val="00590144"/>
    <w:rsid w:val="005B3DB3"/>
    <w:rsid w:val="005E0E5E"/>
    <w:rsid w:val="005F1883"/>
    <w:rsid w:val="00611FC4"/>
    <w:rsid w:val="006176FB"/>
    <w:rsid w:val="0063419C"/>
    <w:rsid w:val="00640B26"/>
    <w:rsid w:val="00663249"/>
    <w:rsid w:val="00666C7A"/>
    <w:rsid w:val="006A7392"/>
    <w:rsid w:val="006C0D34"/>
    <w:rsid w:val="006E564B"/>
    <w:rsid w:val="0072632A"/>
    <w:rsid w:val="00790791"/>
    <w:rsid w:val="007B6BA5"/>
    <w:rsid w:val="007C3390"/>
    <w:rsid w:val="007C4F4B"/>
    <w:rsid w:val="007F6611"/>
    <w:rsid w:val="008175E9"/>
    <w:rsid w:val="008242D7"/>
    <w:rsid w:val="00871FD5"/>
    <w:rsid w:val="0089435B"/>
    <w:rsid w:val="008979B1"/>
    <w:rsid w:val="008A6B25"/>
    <w:rsid w:val="008A6C4F"/>
    <w:rsid w:val="008E0E46"/>
    <w:rsid w:val="008F5417"/>
    <w:rsid w:val="00945A5D"/>
    <w:rsid w:val="009502B5"/>
    <w:rsid w:val="00963CBA"/>
    <w:rsid w:val="0099124E"/>
    <w:rsid w:val="00991261"/>
    <w:rsid w:val="0099386C"/>
    <w:rsid w:val="009F0F06"/>
    <w:rsid w:val="00A1427D"/>
    <w:rsid w:val="00A27E9F"/>
    <w:rsid w:val="00A4086E"/>
    <w:rsid w:val="00A43CC7"/>
    <w:rsid w:val="00A5117A"/>
    <w:rsid w:val="00A56BA9"/>
    <w:rsid w:val="00A7115D"/>
    <w:rsid w:val="00A72F22"/>
    <w:rsid w:val="00A748A6"/>
    <w:rsid w:val="00A75EC9"/>
    <w:rsid w:val="00A81FD3"/>
    <w:rsid w:val="00A879A4"/>
    <w:rsid w:val="00B06178"/>
    <w:rsid w:val="00B1641C"/>
    <w:rsid w:val="00B17564"/>
    <w:rsid w:val="00B228C3"/>
    <w:rsid w:val="00B30179"/>
    <w:rsid w:val="00B3317B"/>
    <w:rsid w:val="00B81E12"/>
    <w:rsid w:val="00B93068"/>
    <w:rsid w:val="00BC74E9"/>
    <w:rsid w:val="00BE618E"/>
    <w:rsid w:val="00C27BA5"/>
    <w:rsid w:val="00C463DD"/>
    <w:rsid w:val="00C62F76"/>
    <w:rsid w:val="00C745C3"/>
    <w:rsid w:val="00C9737D"/>
    <w:rsid w:val="00CE4A8F"/>
    <w:rsid w:val="00CF5DB3"/>
    <w:rsid w:val="00D2031B"/>
    <w:rsid w:val="00D25FE2"/>
    <w:rsid w:val="00D43252"/>
    <w:rsid w:val="00D718C7"/>
    <w:rsid w:val="00D753D8"/>
    <w:rsid w:val="00D96CC5"/>
    <w:rsid w:val="00D978C6"/>
    <w:rsid w:val="00DA5BF5"/>
    <w:rsid w:val="00DA67AD"/>
    <w:rsid w:val="00E130AB"/>
    <w:rsid w:val="00E5644E"/>
    <w:rsid w:val="00E7260F"/>
    <w:rsid w:val="00E8535A"/>
    <w:rsid w:val="00E96630"/>
    <w:rsid w:val="00E97306"/>
    <w:rsid w:val="00EA772F"/>
    <w:rsid w:val="00EB6832"/>
    <w:rsid w:val="00EC17CE"/>
    <w:rsid w:val="00ED7A2A"/>
    <w:rsid w:val="00EF1D7F"/>
    <w:rsid w:val="00F40E75"/>
    <w:rsid w:val="00F54674"/>
    <w:rsid w:val="00F60D0F"/>
    <w:rsid w:val="00F80A35"/>
    <w:rsid w:val="00FC68B7"/>
    <w:rsid w:val="00FD3176"/>
    <w:rsid w:val="00FD6B2B"/>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paragraph" w:styleId="BalloonText">
    <w:name w:val="Balloon Text"/>
    <w:basedOn w:val="Normal"/>
    <w:link w:val="BalloonTextChar"/>
    <w:rsid w:val="005E0E5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E0E5E"/>
    <w:rPr>
      <w:rFonts w:ascii="Tahoma" w:hAnsi="Tahoma" w:cs="Tahoma"/>
      <w:sz w:val="16"/>
      <w:szCs w:val="16"/>
      <w:lang w:eastAsia="en-US"/>
    </w:rPr>
  </w:style>
  <w:style w:type="character" w:customStyle="1" w:styleId="FootnoteTextChar">
    <w:name w:val="Footnote Text Char"/>
    <w:aliases w:val="5_G Char"/>
    <w:link w:val="FootnoteText"/>
    <w:rsid w:val="00352936"/>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paragraph" w:styleId="BalloonText">
    <w:name w:val="Balloon Text"/>
    <w:basedOn w:val="Normal"/>
    <w:link w:val="BalloonTextChar"/>
    <w:rsid w:val="005E0E5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E0E5E"/>
    <w:rPr>
      <w:rFonts w:ascii="Tahoma" w:hAnsi="Tahoma" w:cs="Tahoma"/>
      <w:sz w:val="16"/>
      <w:szCs w:val="16"/>
      <w:lang w:eastAsia="en-US"/>
    </w:rPr>
  </w:style>
  <w:style w:type="character" w:customStyle="1" w:styleId="FootnoteTextChar">
    <w:name w:val="Footnote Text Char"/>
    <w:aliases w:val="5_G Char"/>
    <w:link w:val="FootnoteText"/>
    <w:rsid w:val="00352936"/>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17DB3-6826-4603-8581-F5BAD4364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AC10_C4_E.dotm</Template>
  <TotalTime>93</TotalTime>
  <Pages>2</Pages>
  <Words>241</Words>
  <Characters>1377</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Rosa Garcia-Couto</dc:creator>
  <cp:lastModifiedBy>Laurence Berthet</cp:lastModifiedBy>
  <cp:revision>20</cp:revision>
  <cp:lastPrinted>2016-03-08T08:04:00Z</cp:lastPrinted>
  <dcterms:created xsi:type="dcterms:W3CDTF">2016-02-29T09:46:00Z</dcterms:created>
  <dcterms:modified xsi:type="dcterms:W3CDTF">2016-03-08T08:07:00Z</dcterms:modified>
</cp:coreProperties>
</file>