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0866BD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0866BD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0866BD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0866BD" w:rsidRDefault="005E5886" w:rsidP="005E5886">
            <w:pPr>
              <w:jc w:val="right"/>
            </w:pPr>
            <w:r w:rsidRPr="000866BD">
              <w:rPr>
                <w:sz w:val="40"/>
              </w:rPr>
              <w:t>ECE</w:t>
            </w:r>
            <w:r w:rsidRPr="000866BD">
              <w:t>/CTCS/WP.7/GE.6/2017/8</w:t>
            </w:r>
          </w:p>
        </w:tc>
      </w:tr>
      <w:tr w:rsidR="00B56E9C" w:rsidRPr="000866BD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Pr="000866BD" w:rsidRDefault="00530A4A" w:rsidP="00B6553F">
            <w:pPr>
              <w:spacing w:before="120"/>
            </w:pPr>
            <w:r w:rsidRPr="000866BD">
              <w:rPr>
                <w:noProof/>
                <w:lang w:eastAsia="en-GB"/>
              </w:rPr>
              <w:drawing>
                <wp:inline distT="0" distB="0" distL="0" distR="0" wp14:anchorId="16B0C775" wp14:editId="16E08F0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0866BD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0866BD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502C8" w:rsidRPr="000866BD" w:rsidRDefault="005E5886" w:rsidP="005E5886">
            <w:pPr>
              <w:spacing w:before="240" w:line="240" w:lineRule="exact"/>
            </w:pPr>
            <w:r w:rsidRPr="000866BD">
              <w:t>Distr.: General</w:t>
            </w:r>
          </w:p>
          <w:p w:rsidR="000866BD" w:rsidRPr="000866BD" w:rsidRDefault="008A58A7" w:rsidP="000866BD">
            <w:pPr>
              <w:spacing w:line="240" w:lineRule="exac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</w:t>
            </w:r>
            <w:r w:rsidR="000866BD" w:rsidRPr="000866BD">
              <w:rPr>
                <w:b/>
                <w:color w:val="FF0000"/>
              </w:rPr>
              <w:t xml:space="preserve"> May 2017</w:t>
            </w:r>
          </w:p>
          <w:p w:rsidR="000866BD" w:rsidRPr="000866BD" w:rsidRDefault="000866BD" w:rsidP="000866BD">
            <w:pPr>
              <w:spacing w:line="240" w:lineRule="exact"/>
              <w:rPr>
                <w:b/>
                <w:color w:val="FF0000"/>
              </w:rPr>
            </w:pPr>
            <w:r w:rsidRPr="000866BD">
              <w:rPr>
                <w:b/>
                <w:color w:val="FF0000"/>
              </w:rPr>
              <w:t>POST SESSION DOCUMENT</w:t>
            </w:r>
          </w:p>
          <w:p w:rsidR="005E5886" w:rsidRPr="000866BD" w:rsidRDefault="005E5886" w:rsidP="005E5886">
            <w:pPr>
              <w:spacing w:line="240" w:lineRule="exact"/>
            </w:pPr>
          </w:p>
          <w:p w:rsidR="005E5886" w:rsidRPr="000866BD" w:rsidRDefault="005E5886" w:rsidP="005E5886">
            <w:pPr>
              <w:spacing w:line="240" w:lineRule="exact"/>
            </w:pPr>
            <w:r w:rsidRPr="000866BD">
              <w:t>English only</w:t>
            </w:r>
          </w:p>
        </w:tc>
      </w:tr>
    </w:tbl>
    <w:p w:rsidR="00442A83" w:rsidRPr="000866BD" w:rsidRDefault="00C96DF2" w:rsidP="00C96DF2">
      <w:pPr>
        <w:spacing w:before="120"/>
        <w:rPr>
          <w:b/>
          <w:sz w:val="28"/>
          <w:szCs w:val="28"/>
        </w:rPr>
      </w:pPr>
      <w:r w:rsidRPr="000866BD">
        <w:rPr>
          <w:b/>
          <w:sz w:val="28"/>
          <w:szCs w:val="28"/>
        </w:rPr>
        <w:t>Economic Commission for Europe</w:t>
      </w:r>
    </w:p>
    <w:p w:rsidR="00481423" w:rsidRPr="000866BD" w:rsidRDefault="00481423" w:rsidP="00481423">
      <w:pPr>
        <w:spacing w:before="120"/>
        <w:rPr>
          <w:sz w:val="28"/>
          <w:szCs w:val="28"/>
        </w:rPr>
      </w:pPr>
      <w:r w:rsidRPr="000866BD">
        <w:rPr>
          <w:sz w:val="28"/>
          <w:szCs w:val="28"/>
        </w:rPr>
        <w:t>Steering Committee on Trade Capacity and Standards</w:t>
      </w:r>
    </w:p>
    <w:p w:rsidR="00C96DF2" w:rsidRPr="000866BD" w:rsidRDefault="002F2B7D" w:rsidP="00C96DF2">
      <w:pPr>
        <w:spacing w:before="120"/>
        <w:rPr>
          <w:b/>
          <w:sz w:val="24"/>
          <w:szCs w:val="24"/>
        </w:rPr>
      </w:pPr>
      <w:r w:rsidRPr="000866BD">
        <w:rPr>
          <w:b/>
          <w:sz w:val="24"/>
          <w:szCs w:val="24"/>
        </w:rPr>
        <w:t>Working Party on Agricultural Quality Standards</w:t>
      </w:r>
    </w:p>
    <w:p w:rsidR="007858A1" w:rsidRPr="000866BD" w:rsidRDefault="007858A1" w:rsidP="007858A1">
      <w:pPr>
        <w:spacing w:before="120"/>
        <w:rPr>
          <w:b/>
        </w:rPr>
      </w:pPr>
      <w:r w:rsidRPr="000866BD">
        <w:rPr>
          <w:b/>
        </w:rPr>
        <w:t>Specialized Section on Standardization</w:t>
      </w:r>
    </w:p>
    <w:p w:rsidR="007858A1" w:rsidRPr="000866BD" w:rsidRDefault="007858A1" w:rsidP="007858A1">
      <w:pPr>
        <w:rPr>
          <w:b/>
        </w:rPr>
      </w:pPr>
      <w:proofErr w:type="gramStart"/>
      <w:r w:rsidRPr="000866BD">
        <w:rPr>
          <w:b/>
        </w:rPr>
        <w:t>of</w:t>
      </w:r>
      <w:proofErr w:type="gramEnd"/>
      <w:r w:rsidRPr="000866BD">
        <w:rPr>
          <w:b/>
        </w:rPr>
        <w:t xml:space="preserve"> </w:t>
      </w:r>
      <w:r w:rsidR="005502C8" w:rsidRPr="000866BD">
        <w:rPr>
          <w:b/>
        </w:rPr>
        <w:t>Seed Potatoes</w:t>
      </w:r>
    </w:p>
    <w:p w:rsidR="005502C8" w:rsidRPr="000866BD" w:rsidRDefault="005502C8" w:rsidP="005502C8">
      <w:pPr>
        <w:spacing w:before="120"/>
        <w:rPr>
          <w:b/>
        </w:rPr>
      </w:pPr>
      <w:r w:rsidRPr="000866BD">
        <w:rPr>
          <w:b/>
        </w:rPr>
        <w:t>Forty-</w:t>
      </w:r>
      <w:r w:rsidR="00C50C53" w:rsidRPr="000866BD">
        <w:rPr>
          <w:b/>
        </w:rPr>
        <w:t>fourth</w:t>
      </w:r>
      <w:r w:rsidRPr="000866BD">
        <w:rPr>
          <w:b/>
        </w:rPr>
        <w:t xml:space="preserve"> </w:t>
      </w:r>
      <w:proofErr w:type="gramStart"/>
      <w:r w:rsidRPr="000866BD">
        <w:rPr>
          <w:b/>
        </w:rPr>
        <w:t>session</w:t>
      </w:r>
      <w:proofErr w:type="gramEnd"/>
    </w:p>
    <w:p w:rsidR="005502C8" w:rsidRPr="000866BD" w:rsidRDefault="005502C8" w:rsidP="005502C8">
      <w:r w:rsidRPr="000866BD">
        <w:t xml:space="preserve">Geneva, </w:t>
      </w:r>
      <w:r w:rsidR="00C50C53" w:rsidRPr="000866BD">
        <w:t>29 March</w:t>
      </w:r>
      <w:r w:rsidRPr="000866BD">
        <w:t xml:space="preserve"> (p</w:t>
      </w:r>
      <w:r w:rsidR="00C50C53" w:rsidRPr="000866BD">
        <w:t>.</w:t>
      </w:r>
      <w:r w:rsidRPr="000866BD">
        <w:t>m</w:t>
      </w:r>
      <w:r w:rsidR="00C50C53" w:rsidRPr="000866BD">
        <w:t>.</w:t>
      </w:r>
      <w:r w:rsidRPr="000866BD">
        <w:t xml:space="preserve">) – </w:t>
      </w:r>
      <w:r w:rsidR="00C50C53" w:rsidRPr="000866BD">
        <w:t>31 March</w:t>
      </w:r>
      <w:r w:rsidR="00DD0D10" w:rsidRPr="000866BD">
        <w:t xml:space="preserve"> 2017</w:t>
      </w:r>
      <w:r w:rsidRPr="000866BD">
        <w:t xml:space="preserve"> </w:t>
      </w:r>
    </w:p>
    <w:p w:rsidR="00D327CA" w:rsidRPr="000866BD" w:rsidRDefault="005502C8" w:rsidP="005502C8">
      <w:r w:rsidRPr="000866BD">
        <w:t xml:space="preserve">Item </w:t>
      </w:r>
      <w:r w:rsidR="005E5886" w:rsidRPr="000866BD">
        <w:t>10</w:t>
      </w:r>
      <w:r w:rsidRPr="000866BD">
        <w:t xml:space="preserve"> of the provisional agenda</w:t>
      </w:r>
    </w:p>
    <w:p w:rsidR="00D327CA" w:rsidRPr="000866BD" w:rsidRDefault="005E5886">
      <w:pPr>
        <w:suppressAutoHyphens w:val="0"/>
        <w:spacing w:line="240" w:lineRule="auto"/>
        <w:rPr>
          <w:b/>
        </w:rPr>
      </w:pPr>
      <w:r w:rsidRPr="000866BD">
        <w:rPr>
          <w:b/>
        </w:rPr>
        <w:t>Food loss/waste – the case of seed potato certification</w:t>
      </w:r>
    </w:p>
    <w:p w:rsidR="000866BD" w:rsidRPr="000866BD" w:rsidRDefault="000866BD">
      <w:pPr>
        <w:suppressAutoHyphens w:val="0"/>
        <w:spacing w:line="240" w:lineRule="auto"/>
        <w:rPr>
          <w:b/>
        </w:rPr>
      </w:pPr>
    </w:p>
    <w:p w:rsidR="000866BD" w:rsidRPr="000866BD" w:rsidRDefault="000866BD" w:rsidP="000866BD">
      <w:pPr>
        <w:suppressAutoHyphens w:val="0"/>
        <w:spacing w:line="240" w:lineRule="auto"/>
        <w:jc w:val="center"/>
        <w:rPr>
          <w:b/>
        </w:rPr>
      </w:pPr>
      <w:r w:rsidRPr="000866BD">
        <w:rPr>
          <w:b/>
          <w:color w:val="FF0000"/>
          <w:sz w:val="32"/>
          <w:szCs w:val="32"/>
        </w:rPr>
        <w:t>POST SESSION DOCUMENT</w:t>
      </w:r>
    </w:p>
    <w:p w:rsidR="005E5886" w:rsidRPr="000866BD" w:rsidRDefault="005E5886" w:rsidP="005E5886">
      <w:pPr>
        <w:pStyle w:val="HChG"/>
      </w:pPr>
      <w:r w:rsidRPr="000866BD">
        <w:tab/>
      </w:r>
      <w:r w:rsidRPr="000866BD">
        <w:tab/>
        <w:t>Food loss/waste – the case of seed potato certification</w:t>
      </w:r>
      <w:r w:rsidR="001E6F29" w:rsidRPr="000866BD">
        <w:t xml:space="preserve"> </w:t>
      </w:r>
      <w:r w:rsidR="001E6F29" w:rsidRPr="000866BD">
        <w:rPr>
          <w:vertAlign w:val="superscript"/>
        </w:rPr>
        <w:t>*</w:t>
      </w:r>
    </w:p>
    <w:p w:rsidR="00E74CD6" w:rsidRDefault="00E74CD6" w:rsidP="00983B87">
      <w:pPr>
        <w:pStyle w:val="SingleTxtG"/>
        <w:tabs>
          <w:tab w:val="left" w:pos="2600"/>
        </w:tabs>
        <w:spacing w:line="240" w:lineRule="auto"/>
        <w:rPr>
          <w:iCs/>
        </w:rPr>
      </w:pPr>
    </w:p>
    <w:p w:rsidR="00E74CD6" w:rsidRDefault="00E74CD6" w:rsidP="00983B87">
      <w:pPr>
        <w:pStyle w:val="SingleTxtG"/>
        <w:tabs>
          <w:tab w:val="left" w:pos="2600"/>
        </w:tabs>
        <w:spacing w:line="240" w:lineRule="auto"/>
        <w:rPr>
          <w:iCs/>
        </w:rPr>
      </w:pPr>
    </w:p>
    <w:p w:rsidR="00983B87" w:rsidRDefault="00E74CD6" w:rsidP="00983B87">
      <w:pPr>
        <w:pStyle w:val="SingleTxtG"/>
        <w:tabs>
          <w:tab w:val="left" w:pos="2600"/>
        </w:tabs>
        <w:spacing w:line="240" w:lineRule="auto"/>
        <w:rPr>
          <w:color w:val="000000"/>
          <w:lang w:eastAsia="en-GB"/>
        </w:rPr>
      </w:pPr>
      <w:r>
        <w:rPr>
          <w:iCs/>
        </w:rPr>
        <w:t>The following draft was reviewed by the Specialized Section and shortened for a general audience. This current short version will be finalized by the working group (France, Israel and the United States</w:t>
      </w:r>
      <w:bookmarkStart w:id="0" w:name="_GoBack"/>
      <w:bookmarkEnd w:id="0"/>
      <w:r>
        <w:rPr>
          <w:iCs/>
        </w:rPr>
        <w:t xml:space="preserve">), figures and photos will be added. A longer version will be prepared for a more technical audience at the next Specialized Section meeting. </w:t>
      </w:r>
    </w:p>
    <w:p w:rsidR="001E6F29" w:rsidRPr="000866BD" w:rsidRDefault="001E6F29" w:rsidP="001E6F29">
      <w:pPr>
        <w:suppressAutoHyphens w:val="0"/>
        <w:spacing w:line="240" w:lineRule="auto"/>
      </w:pPr>
    </w:p>
    <w:p w:rsidR="001E6F29" w:rsidRPr="000866BD" w:rsidRDefault="001E6F29" w:rsidP="001E6F29">
      <w:pPr>
        <w:suppressAutoHyphens w:val="0"/>
        <w:spacing w:line="240" w:lineRule="auto"/>
      </w:pPr>
    </w:p>
    <w:p w:rsidR="001E6F29" w:rsidRPr="000866BD" w:rsidRDefault="001E6F29" w:rsidP="001E6F29">
      <w:pPr>
        <w:suppressAutoHyphens w:val="0"/>
        <w:spacing w:line="240" w:lineRule="auto"/>
      </w:pPr>
    </w:p>
    <w:p w:rsidR="001E6F29" w:rsidRPr="000866BD" w:rsidRDefault="001E6F29" w:rsidP="001E6F29">
      <w:pPr>
        <w:suppressAutoHyphens w:val="0"/>
        <w:spacing w:line="240" w:lineRule="auto"/>
      </w:pPr>
    </w:p>
    <w:p w:rsidR="001E6F29" w:rsidRPr="000866BD" w:rsidRDefault="001E6F29" w:rsidP="001E6F29">
      <w:pPr>
        <w:suppressAutoHyphens w:val="0"/>
        <w:spacing w:line="240" w:lineRule="auto"/>
      </w:pPr>
    </w:p>
    <w:p w:rsidR="001E6F29" w:rsidRPr="000866BD" w:rsidRDefault="001E6F29" w:rsidP="001E6F29">
      <w:pPr>
        <w:suppressAutoHyphens w:val="0"/>
        <w:spacing w:line="240" w:lineRule="auto"/>
      </w:pPr>
    </w:p>
    <w:p w:rsidR="001E6F29" w:rsidRDefault="001E6F29" w:rsidP="001E6F29">
      <w:pPr>
        <w:suppressAutoHyphens w:val="0"/>
        <w:spacing w:line="240" w:lineRule="auto"/>
      </w:pPr>
    </w:p>
    <w:p w:rsidR="00E74CD6" w:rsidRDefault="00E74CD6" w:rsidP="001E6F29">
      <w:pPr>
        <w:suppressAutoHyphens w:val="0"/>
        <w:spacing w:line="240" w:lineRule="auto"/>
      </w:pPr>
    </w:p>
    <w:p w:rsidR="00E74CD6" w:rsidRDefault="00E74CD6" w:rsidP="001E6F29">
      <w:pPr>
        <w:suppressAutoHyphens w:val="0"/>
        <w:spacing w:line="240" w:lineRule="auto"/>
      </w:pPr>
    </w:p>
    <w:p w:rsidR="00E74CD6" w:rsidRDefault="00E74CD6" w:rsidP="001E6F29">
      <w:pPr>
        <w:suppressAutoHyphens w:val="0"/>
        <w:spacing w:line="240" w:lineRule="auto"/>
      </w:pPr>
    </w:p>
    <w:p w:rsidR="00E74CD6" w:rsidRDefault="00E74CD6" w:rsidP="001E6F29">
      <w:pPr>
        <w:suppressAutoHyphens w:val="0"/>
        <w:spacing w:line="240" w:lineRule="auto"/>
      </w:pPr>
    </w:p>
    <w:p w:rsidR="00E74CD6" w:rsidRDefault="00E74CD6" w:rsidP="001E6F29">
      <w:pPr>
        <w:suppressAutoHyphens w:val="0"/>
        <w:spacing w:line="240" w:lineRule="auto"/>
      </w:pPr>
    </w:p>
    <w:p w:rsidR="00E74CD6" w:rsidRDefault="00E74CD6" w:rsidP="001E6F29">
      <w:pPr>
        <w:suppressAutoHyphens w:val="0"/>
        <w:spacing w:line="240" w:lineRule="auto"/>
      </w:pPr>
    </w:p>
    <w:p w:rsidR="001E6F29" w:rsidRPr="000866BD" w:rsidRDefault="001E6F29" w:rsidP="001E6F29">
      <w:pPr>
        <w:suppressAutoHyphens w:val="0"/>
        <w:spacing w:line="240" w:lineRule="auto"/>
      </w:pPr>
    </w:p>
    <w:p w:rsidR="001E6F29" w:rsidRPr="000866BD" w:rsidRDefault="001E6F29" w:rsidP="001E6F29">
      <w:pPr>
        <w:suppressAutoHyphens w:val="0"/>
        <w:spacing w:line="240" w:lineRule="auto"/>
      </w:pPr>
      <w:r w:rsidRPr="000866BD">
        <w:tab/>
        <w:t>______________</w:t>
      </w:r>
    </w:p>
    <w:p w:rsidR="001E6F29" w:rsidRPr="000866BD" w:rsidRDefault="001E6F29" w:rsidP="001E6F29">
      <w:pPr>
        <w:suppressAutoHyphens w:val="0"/>
        <w:spacing w:line="240" w:lineRule="auto"/>
      </w:pPr>
    </w:p>
    <w:p w:rsidR="005E5886" w:rsidRPr="000866BD" w:rsidRDefault="001E6F29" w:rsidP="001E6F29">
      <w:pPr>
        <w:suppressAutoHyphens w:val="0"/>
        <w:spacing w:line="240" w:lineRule="auto"/>
        <w:rPr>
          <w:b/>
          <w:sz w:val="28"/>
        </w:rPr>
      </w:pPr>
      <w:r w:rsidRPr="000866BD">
        <w:rPr>
          <w:sz w:val="18"/>
          <w:szCs w:val="18"/>
        </w:rPr>
        <w:tab/>
        <w:t>*</w:t>
      </w:r>
      <w:r w:rsidRPr="000866BD">
        <w:rPr>
          <w:sz w:val="18"/>
          <w:szCs w:val="18"/>
        </w:rPr>
        <w:tab/>
        <w:t>Submitted on the above date to include all contributions of delegations.</w:t>
      </w:r>
    </w:p>
    <w:p w:rsidR="005E5886" w:rsidRPr="000866BD" w:rsidRDefault="005E5886" w:rsidP="005E5886">
      <w:pPr>
        <w:pStyle w:val="HChG"/>
        <w:jc w:val="both"/>
      </w:pPr>
      <w:r w:rsidRPr="000866BD">
        <w:lastRenderedPageBreak/>
        <w:tab/>
      </w:r>
      <w:r w:rsidRPr="000866BD">
        <w:tab/>
        <w:t xml:space="preserve">Food loss and waste – the case of seed potato certification </w:t>
      </w:r>
    </w:p>
    <w:p w:rsidR="00155529" w:rsidRPr="000866BD" w:rsidRDefault="00155529" w:rsidP="00155529">
      <w:pPr>
        <w:ind w:left="567" w:firstLine="567"/>
      </w:pPr>
      <w:r w:rsidRPr="000866BD">
        <w:t xml:space="preserve">Feeding the planet and reducing food loss – the case of </w:t>
      </w:r>
      <w:r w:rsidR="00A10E7F" w:rsidRPr="000866BD">
        <w:t xml:space="preserve">UNECE </w:t>
      </w:r>
      <w:r w:rsidRPr="000866BD">
        <w:t>seed potato certification</w:t>
      </w:r>
      <w:r w:rsidR="00A10E7F" w:rsidRPr="000866BD">
        <w:t xml:space="preserve"> standard</w:t>
      </w:r>
    </w:p>
    <w:p w:rsidR="00D26653" w:rsidRPr="000866BD" w:rsidRDefault="00D26653" w:rsidP="00D26653">
      <w:pPr>
        <w:ind w:left="567" w:firstLine="567"/>
      </w:pPr>
      <w:r w:rsidRPr="000866BD">
        <w:t>(</w:t>
      </w:r>
      <w:proofErr w:type="gramStart"/>
      <w:r w:rsidRPr="000866BD">
        <w:t>look</w:t>
      </w:r>
      <w:proofErr w:type="gramEnd"/>
      <w:r w:rsidRPr="000866BD">
        <w:t xml:space="preserve"> to replace “tolerances” with “standard”)</w:t>
      </w:r>
    </w:p>
    <w:p w:rsidR="005E5886" w:rsidRPr="000866BD" w:rsidRDefault="005E5886" w:rsidP="001E6F29">
      <w:pPr>
        <w:pStyle w:val="H1G"/>
      </w:pPr>
      <w:r w:rsidRPr="000866BD">
        <w:tab/>
        <w:t>A.</w:t>
      </w:r>
      <w:r w:rsidRPr="000866BD">
        <w:tab/>
        <w:t>Introduction</w:t>
      </w:r>
    </w:p>
    <w:p w:rsidR="003C44AF" w:rsidRPr="000866BD" w:rsidRDefault="005E5886" w:rsidP="003C44AF">
      <w:pPr>
        <w:pStyle w:val="SingleTxtG"/>
      </w:pPr>
      <w:r w:rsidRPr="000866BD">
        <w:t>Potato</w:t>
      </w:r>
      <w:r w:rsidR="00213DBA" w:rsidRPr="000866BD">
        <w:t>es</w:t>
      </w:r>
      <w:r w:rsidRPr="000866BD">
        <w:t xml:space="preserve"> </w:t>
      </w:r>
      <w:r w:rsidR="00213DBA" w:rsidRPr="000866BD">
        <w:t xml:space="preserve">are </w:t>
      </w:r>
      <w:r w:rsidR="00FE5C36" w:rsidRPr="000866BD">
        <w:t xml:space="preserve">the fourth most important </w:t>
      </w:r>
      <w:r w:rsidR="00213DBA" w:rsidRPr="000866BD">
        <w:t xml:space="preserve">staple food </w:t>
      </w:r>
      <w:r w:rsidRPr="000866BD">
        <w:t>in the world</w:t>
      </w:r>
      <w:r w:rsidR="00FE5C36" w:rsidRPr="000866BD">
        <w:t xml:space="preserve"> grown in about 130 countries, 95 of which are developing countries</w:t>
      </w:r>
      <w:r w:rsidRPr="000866BD">
        <w:t xml:space="preserve">. . </w:t>
      </w:r>
      <w:r w:rsidR="000F525A" w:rsidRPr="000866BD">
        <w:t xml:space="preserve">Over the past year </w:t>
      </w:r>
      <w:r w:rsidR="00213DBA" w:rsidRPr="000866BD">
        <w:t xml:space="preserve">world </w:t>
      </w:r>
      <w:r w:rsidRPr="000866BD">
        <w:t xml:space="preserve">potato production </w:t>
      </w:r>
      <w:r w:rsidR="000F525A" w:rsidRPr="000866BD">
        <w:t xml:space="preserve">has been continuously growing, also in developing </w:t>
      </w:r>
      <w:proofErr w:type="gramStart"/>
      <w:r w:rsidR="000F525A" w:rsidRPr="000866BD">
        <w:t>countries ,</w:t>
      </w:r>
      <w:proofErr w:type="gramEnd"/>
      <w:r w:rsidR="000F525A" w:rsidRPr="000866BD">
        <w:t xml:space="preserve"> however, it is also estimated that </w:t>
      </w:r>
      <w:r w:rsidR="000F525A" w:rsidRPr="000866BD">
        <w:rPr>
          <w:color w:val="000000" w:themeColor="text1"/>
        </w:rPr>
        <w:t>approximately 22 per</w:t>
      </w:r>
      <w:r w:rsidR="000866BD" w:rsidRPr="000866BD">
        <w:rPr>
          <w:color w:val="000000" w:themeColor="text1"/>
        </w:rPr>
        <w:t xml:space="preserve"> cent</w:t>
      </w:r>
      <w:r w:rsidR="000F525A" w:rsidRPr="000866BD">
        <w:rPr>
          <w:color w:val="000000" w:themeColor="text1"/>
          <w:sz w:val="18"/>
        </w:rPr>
        <w:t xml:space="preserve"> </w:t>
      </w:r>
      <w:r w:rsidR="000F525A" w:rsidRPr="000866BD">
        <w:rPr>
          <w:color w:val="000000" w:themeColor="text1"/>
        </w:rPr>
        <w:t xml:space="preserve">(or </w:t>
      </w:r>
      <w:r w:rsidR="000F525A" w:rsidRPr="000866BD">
        <w:t xml:space="preserve">nearly a quarter) of potatoes are lost every year owing to diseases and pests. </w:t>
      </w:r>
    </w:p>
    <w:p w:rsidR="005E5886" w:rsidRPr="000866BD" w:rsidRDefault="003C44AF" w:rsidP="003C44AF">
      <w:pPr>
        <w:pStyle w:val="SingleTxtG"/>
      </w:pPr>
      <w:r w:rsidRPr="000866BD">
        <w:t>Shifting from rice to potato production (</w:t>
      </w:r>
      <w:proofErr w:type="spellStart"/>
      <w:r w:rsidRPr="000866BD">
        <w:t>waterissues</w:t>
      </w:r>
      <w:proofErr w:type="spellEnd"/>
      <w:r w:rsidRPr="000866BD">
        <w:t xml:space="preserve">) </w:t>
      </w:r>
    </w:p>
    <w:p w:rsidR="003C44AF" w:rsidRPr="000866BD" w:rsidRDefault="005E5886" w:rsidP="000866BD">
      <w:pPr>
        <w:pStyle w:val="H1G"/>
        <w:rPr>
          <w:i/>
        </w:rPr>
      </w:pPr>
      <w:r w:rsidRPr="000866BD">
        <w:tab/>
        <w:t>B.</w:t>
      </w:r>
      <w:r w:rsidRPr="000866BD">
        <w:tab/>
        <w:t>How certification of seed potatoes contributes to limit food losses</w:t>
      </w:r>
    </w:p>
    <w:p w:rsidR="003C44AF" w:rsidRPr="000866BD" w:rsidRDefault="003C44AF" w:rsidP="003C44AF">
      <w:pPr>
        <w:pStyle w:val="SingleTxtG"/>
      </w:pPr>
      <w:r w:rsidRPr="000866BD">
        <w:t>Good seed quality ensured through seed certification reduces food loss by:</w:t>
      </w:r>
    </w:p>
    <w:p w:rsidR="00596AB5" w:rsidRPr="000866BD" w:rsidRDefault="00596AB5" w:rsidP="003C44AF">
      <w:pPr>
        <w:pStyle w:val="SingleTxtG"/>
      </w:pPr>
      <w:r w:rsidRPr="000866BD">
        <w:t>Ensuring the grower receives the seeds of the variety and quality that they need to produce a successful crop</w:t>
      </w:r>
    </w:p>
    <w:p w:rsidR="00BF347B" w:rsidRPr="000866BD" w:rsidRDefault="00ED6EF5" w:rsidP="000866BD">
      <w:pPr>
        <w:pStyle w:val="SingleTxtG"/>
      </w:pPr>
      <w:r w:rsidRPr="000866BD">
        <w:t xml:space="preserve">Less </w:t>
      </w:r>
      <w:r w:rsidR="003C44AF" w:rsidRPr="000866BD">
        <w:t>pests and diseases</w:t>
      </w:r>
      <w:r w:rsidR="00BF347B" w:rsidRPr="000866BD">
        <w:t xml:space="preserve"> lead to lower production losses in growing crop in the field and in storage (resulting in lower costs for the consumer and greater access to potatoes for lower income countries)</w:t>
      </w:r>
    </w:p>
    <w:p w:rsidR="00ED6EF5" w:rsidRPr="000866BD" w:rsidRDefault="00ED6EF5" w:rsidP="00596AB5">
      <w:pPr>
        <w:pStyle w:val="SingleTxtG"/>
      </w:pPr>
      <w:r w:rsidRPr="000866BD">
        <w:t>Improved biosecurity</w:t>
      </w:r>
      <w:r w:rsidR="00BF347B" w:rsidRPr="000866BD">
        <w:t xml:space="preserve"> and plant health which limits the introduction and spread of diseases</w:t>
      </w:r>
      <w:r w:rsidRPr="000866BD">
        <w:t xml:space="preserve"> </w:t>
      </w:r>
      <w:r w:rsidR="00BF347B" w:rsidRPr="000866BD">
        <w:t xml:space="preserve">and </w:t>
      </w:r>
      <w:r w:rsidRPr="000866BD">
        <w:t xml:space="preserve">preserves the environment for ongoing production </w:t>
      </w:r>
    </w:p>
    <w:p w:rsidR="00ED6EF5" w:rsidRPr="000866BD" w:rsidRDefault="00596AB5" w:rsidP="00596AB5">
      <w:pPr>
        <w:pStyle w:val="SingleTxtG"/>
      </w:pPr>
      <w:r w:rsidRPr="000866BD">
        <w:t xml:space="preserve">This increases sustainable </w:t>
      </w:r>
      <w:r w:rsidR="00ED6EF5" w:rsidRPr="000866BD">
        <w:t>production</w:t>
      </w:r>
      <w:r w:rsidRPr="000866BD">
        <w:t xml:space="preserve"> and lowers the</w:t>
      </w:r>
      <w:r w:rsidR="00ED6EF5" w:rsidRPr="000866BD">
        <w:t xml:space="preserve"> risk for the grower</w:t>
      </w:r>
    </w:p>
    <w:p w:rsidR="00BF347B" w:rsidRPr="000866BD" w:rsidRDefault="00D02233" w:rsidP="00640D59">
      <w:pPr>
        <w:pStyle w:val="SingleTxtG"/>
      </w:pPr>
      <w:r w:rsidRPr="000866BD">
        <w:t>Planting</w:t>
      </w:r>
      <w:r w:rsidR="00640D59" w:rsidRPr="000866BD">
        <w:t xml:space="preserve"> </w:t>
      </w:r>
      <w:r w:rsidR="0095220D" w:rsidRPr="000866BD">
        <w:t xml:space="preserve">high quality seed potatoes maximizes the proportion of the crop that is acceptable to the consumer and reduces waste throughout the food chain  </w:t>
      </w:r>
    </w:p>
    <w:p w:rsidR="00D02233" w:rsidRPr="000866BD" w:rsidRDefault="00D02233" w:rsidP="00613C52">
      <w:pPr>
        <w:pStyle w:val="SingleTxtG"/>
      </w:pPr>
      <w:r w:rsidRPr="000866BD">
        <w:t>Potatoes that do not meet certification tolerances can be used for other purposes such as food industry, starch production, animal feed or energy production</w:t>
      </w:r>
      <w:r w:rsidR="00101025" w:rsidRPr="000866BD">
        <w:t>, and as such do not contribute to food waste</w:t>
      </w:r>
      <w:r w:rsidRPr="000866BD">
        <w:t xml:space="preserve">  </w:t>
      </w:r>
    </w:p>
    <w:p w:rsidR="00613C52" w:rsidRPr="000866BD" w:rsidRDefault="00613C52" w:rsidP="00613C52">
      <w:pPr>
        <w:pStyle w:val="SingleTxtG"/>
      </w:pPr>
      <w:r w:rsidRPr="000866BD">
        <w:t>_________________________________________________________________________</w:t>
      </w:r>
    </w:p>
    <w:p w:rsidR="00C93AFF" w:rsidRPr="000866BD" w:rsidRDefault="00FE5C36" w:rsidP="000866BD">
      <w:pPr>
        <w:pStyle w:val="SingleTxtG"/>
        <w:numPr>
          <w:ilvl w:val="0"/>
          <w:numId w:val="17"/>
        </w:numPr>
      </w:pPr>
      <w:r w:rsidRPr="000866BD">
        <w:t>T</w:t>
      </w:r>
      <w:r w:rsidR="005E5886" w:rsidRPr="000866BD">
        <w:t xml:space="preserve">he quality of seed potatoes is </w:t>
      </w:r>
      <w:r w:rsidR="001857B8" w:rsidRPr="000866BD">
        <w:t xml:space="preserve">of strategic importance </w:t>
      </w:r>
      <w:r w:rsidR="005E5886" w:rsidRPr="000866BD">
        <w:t xml:space="preserve">because it is a key element for the success of potato production. </w:t>
      </w:r>
    </w:p>
    <w:p w:rsidR="001E6F29" w:rsidRPr="000866BD" w:rsidRDefault="005E5886" w:rsidP="000866BD">
      <w:pPr>
        <w:pStyle w:val="SingleTxtG"/>
        <w:numPr>
          <w:ilvl w:val="0"/>
          <w:numId w:val="17"/>
        </w:numPr>
      </w:pPr>
      <w:r w:rsidRPr="000866BD">
        <w:t xml:space="preserve">Indeed, it is essential </w:t>
      </w:r>
      <w:r w:rsidR="001857B8" w:rsidRPr="000866BD">
        <w:t xml:space="preserve">for </w:t>
      </w:r>
      <w:r w:rsidRPr="000866BD">
        <w:t xml:space="preserve">the grower to plant seeds that correspond to the expected variety, that have a sufficient varietal purity, that present appearance defects at the lowest possible level and that are healthy. </w:t>
      </w:r>
    </w:p>
    <w:p w:rsidR="001E6F29" w:rsidRPr="000866BD" w:rsidRDefault="005E5886" w:rsidP="001E6F29">
      <w:pPr>
        <w:pStyle w:val="SingleTxtG"/>
        <w:rPr>
          <w:lang w:val="en-US"/>
        </w:rPr>
      </w:pPr>
      <w:r w:rsidRPr="000866BD">
        <w:t xml:space="preserve">For this purpose, the implementation </w:t>
      </w:r>
      <w:r w:rsidR="00D03A57" w:rsidRPr="000866BD">
        <w:t xml:space="preserve">by countries </w:t>
      </w:r>
      <w:r w:rsidRPr="000866BD">
        <w:t xml:space="preserve">of </w:t>
      </w:r>
      <w:r w:rsidR="001857B8" w:rsidRPr="000866BD">
        <w:t xml:space="preserve">seed </w:t>
      </w:r>
      <w:r w:rsidRPr="000866BD">
        <w:t xml:space="preserve">certification schemes and marketing rules allow to ensure the supply of high quality seed potatoes </w:t>
      </w:r>
      <w:r w:rsidR="00653FB2" w:rsidRPr="000866BD">
        <w:t xml:space="preserve">to </w:t>
      </w:r>
      <w:r w:rsidRPr="000866BD">
        <w:t xml:space="preserve">growers. </w:t>
      </w:r>
      <w:r w:rsidR="00653FB2" w:rsidRPr="000866BD">
        <w:t>In this respect,</w:t>
      </w:r>
      <w:r w:rsidRPr="000866BD">
        <w:t xml:space="preserve"> the UNECE Standard S-1 concerning the marketing and commercial quality control of seed potatoes is a very useful tool. It is an international reference to be used </w:t>
      </w:r>
      <w:r w:rsidR="00653FB2" w:rsidRPr="000866BD">
        <w:t xml:space="preserve">by </w:t>
      </w:r>
      <w:r w:rsidRPr="000866BD">
        <w:t>countries or international organization</w:t>
      </w:r>
      <w:r w:rsidR="00653FB2" w:rsidRPr="000866BD">
        <w:t>s</w:t>
      </w:r>
      <w:r w:rsidRPr="000866BD">
        <w:t xml:space="preserve"> to help them set up their regulations. It is a very comprehensive standard f</w:t>
      </w:r>
      <w:r w:rsidR="00653FB2" w:rsidRPr="000866BD">
        <w:t>or</w:t>
      </w:r>
      <w:r w:rsidRPr="000866BD">
        <w:t xml:space="preserve"> certification</w:t>
      </w:r>
      <w:r w:rsidR="00653FB2" w:rsidRPr="000866BD">
        <w:t xml:space="preserve"> and takes </w:t>
      </w:r>
      <w:r w:rsidRPr="000866BD">
        <w:t xml:space="preserve">into account all the necessary characteristics to </w:t>
      </w:r>
      <w:r w:rsidR="00653FB2" w:rsidRPr="000866BD">
        <w:t xml:space="preserve">be </w:t>
      </w:r>
      <w:r w:rsidRPr="000866BD">
        <w:t>check</w:t>
      </w:r>
      <w:r w:rsidR="00653FB2" w:rsidRPr="000866BD">
        <w:t xml:space="preserve">ed and </w:t>
      </w:r>
      <w:r w:rsidRPr="000866BD">
        <w:t>relat</w:t>
      </w:r>
      <w:r w:rsidR="00653FB2" w:rsidRPr="000866BD">
        <w:t>ed</w:t>
      </w:r>
      <w:r w:rsidRPr="000866BD">
        <w:t xml:space="preserve"> to varietal, health and presentation quality. </w:t>
      </w:r>
      <w:r w:rsidR="00E655B6" w:rsidRPr="000866BD">
        <w:t>T</w:t>
      </w:r>
      <w:proofErr w:type="spellStart"/>
      <w:r w:rsidR="00C8125B" w:rsidRPr="000866BD">
        <w:rPr>
          <w:lang w:val="en-US"/>
        </w:rPr>
        <w:t>hrough</w:t>
      </w:r>
      <w:proofErr w:type="spellEnd"/>
      <w:r w:rsidR="00E655B6" w:rsidRPr="000866BD">
        <w:rPr>
          <w:lang w:val="en-US"/>
        </w:rPr>
        <w:t xml:space="preserve"> its meetings of experts from many different countries, representing variou</w:t>
      </w:r>
      <w:r w:rsidR="00C8125B" w:rsidRPr="000866BD">
        <w:rPr>
          <w:lang w:val="en-US"/>
        </w:rPr>
        <w:t>s production areas of the world,</w:t>
      </w:r>
      <w:r w:rsidR="00E655B6" w:rsidRPr="000866BD">
        <w:rPr>
          <w:lang w:val="en-US"/>
        </w:rPr>
        <w:t xml:space="preserve"> t</w:t>
      </w:r>
      <w:r w:rsidR="00653FB2" w:rsidRPr="000866BD">
        <w:t xml:space="preserve">he UNECE’s </w:t>
      </w:r>
      <w:r w:rsidR="00653FB2" w:rsidRPr="000866BD">
        <w:rPr>
          <w:lang w:val="en-US"/>
        </w:rPr>
        <w:t>Specialized S</w:t>
      </w:r>
      <w:r w:rsidR="00E655B6" w:rsidRPr="000866BD">
        <w:rPr>
          <w:lang w:val="en-US"/>
        </w:rPr>
        <w:t>ection on Seed P</w:t>
      </w:r>
      <w:r w:rsidR="00653FB2" w:rsidRPr="000866BD">
        <w:rPr>
          <w:lang w:val="en-US"/>
        </w:rPr>
        <w:t xml:space="preserve">otatoes </w:t>
      </w:r>
      <w:r w:rsidR="00E655B6" w:rsidRPr="000866BD">
        <w:rPr>
          <w:lang w:val="en-US"/>
        </w:rPr>
        <w:t>(</w:t>
      </w:r>
      <w:r w:rsidR="00653FB2" w:rsidRPr="000866BD">
        <w:rPr>
          <w:lang w:val="en-US"/>
        </w:rPr>
        <w:t>under the Working Party on Agricultural Quality Standards</w:t>
      </w:r>
      <w:r w:rsidR="00E655B6" w:rsidRPr="000866BD">
        <w:rPr>
          <w:lang w:val="en-US"/>
        </w:rPr>
        <w:t>)</w:t>
      </w:r>
      <w:r w:rsidR="00653FB2" w:rsidRPr="000866BD">
        <w:rPr>
          <w:lang w:val="en-US"/>
        </w:rPr>
        <w:t xml:space="preserve">, </w:t>
      </w:r>
      <w:r w:rsidR="00653FB2" w:rsidRPr="000866BD">
        <w:t xml:space="preserve">regularly </w:t>
      </w:r>
      <w:r w:rsidR="00555129" w:rsidRPr="000866BD">
        <w:t>improves</w:t>
      </w:r>
      <w:r w:rsidRPr="000866BD">
        <w:t xml:space="preserve"> and update</w:t>
      </w:r>
      <w:r w:rsidR="00653FB2" w:rsidRPr="000866BD">
        <w:t>s</w:t>
      </w:r>
      <w:r w:rsidRPr="000866BD">
        <w:t xml:space="preserve"> this </w:t>
      </w:r>
      <w:r w:rsidRPr="000866BD">
        <w:lastRenderedPageBreak/>
        <w:t>Standard</w:t>
      </w:r>
      <w:r w:rsidR="00653FB2" w:rsidRPr="000866BD">
        <w:t xml:space="preserve">. </w:t>
      </w:r>
      <w:r w:rsidRPr="000866BD">
        <w:rPr>
          <w:lang w:val="en-US"/>
        </w:rPr>
        <w:t xml:space="preserve">The definition of </w:t>
      </w:r>
      <w:r w:rsidR="00653FB2" w:rsidRPr="000866BD">
        <w:rPr>
          <w:lang w:val="en-US"/>
        </w:rPr>
        <w:t xml:space="preserve">the provisions, the </w:t>
      </w:r>
      <w:r w:rsidRPr="000866BD">
        <w:rPr>
          <w:lang w:val="en-US"/>
        </w:rPr>
        <w:t xml:space="preserve">appropriate rules and norms on seed is </w:t>
      </w:r>
      <w:r w:rsidR="00653FB2" w:rsidRPr="000866BD">
        <w:rPr>
          <w:lang w:val="en-US"/>
        </w:rPr>
        <w:t xml:space="preserve">therefore </w:t>
      </w:r>
      <w:r w:rsidRPr="000866BD">
        <w:rPr>
          <w:lang w:val="en-US"/>
        </w:rPr>
        <w:t xml:space="preserve">the result of </w:t>
      </w:r>
      <w:r w:rsidR="00653FB2" w:rsidRPr="000866BD">
        <w:rPr>
          <w:lang w:val="en-US"/>
        </w:rPr>
        <w:t xml:space="preserve">the </w:t>
      </w:r>
      <w:r w:rsidRPr="000866BD">
        <w:rPr>
          <w:lang w:val="en-US"/>
        </w:rPr>
        <w:t>compromises between the will</w:t>
      </w:r>
      <w:r w:rsidR="00653FB2" w:rsidRPr="000866BD">
        <w:rPr>
          <w:lang w:val="en-US"/>
        </w:rPr>
        <w:t>ingness</w:t>
      </w:r>
      <w:r w:rsidRPr="000866BD">
        <w:rPr>
          <w:lang w:val="en-US"/>
        </w:rPr>
        <w:t xml:space="preserve"> to limit</w:t>
      </w:r>
      <w:r w:rsidR="00E655B6" w:rsidRPr="000866BD">
        <w:rPr>
          <w:lang w:val="en-US"/>
        </w:rPr>
        <w:t>,</w:t>
      </w:r>
      <w:r w:rsidRPr="000866BD">
        <w:rPr>
          <w:lang w:val="en-US"/>
        </w:rPr>
        <w:t xml:space="preserve"> </w:t>
      </w:r>
      <w:r w:rsidR="00653FB2" w:rsidRPr="000866BD">
        <w:rPr>
          <w:lang w:val="en-US"/>
        </w:rPr>
        <w:t xml:space="preserve">in the </w:t>
      </w:r>
      <w:r w:rsidRPr="000866BD">
        <w:rPr>
          <w:lang w:val="en-US"/>
        </w:rPr>
        <w:t xml:space="preserve">most </w:t>
      </w:r>
      <w:r w:rsidR="00653FB2" w:rsidRPr="000866BD">
        <w:rPr>
          <w:lang w:val="en-US"/>
        </w:rPr>
        <w:t>efficient wa</w:t>
      </w:r>
      <w:r w:rsidRPr="000866BD">
        <w:rPr>
          <w:lang w:val="en-US"/>
        </w:rPr>
        <w:t>y</w:t>
      </w:r>
      <w:r w:rsidR="00E655B6" w:rsidRPr="000866BD">
        <w:rPr>
          <w:lang w:val="en-US"/>
        </w:rPr>
        <w:t xml:space="preserve">, </w:t>
      </w:r>
      <w:r w:rsidR="00653FB2" w:rsidRPr="000866BD">
        <w:rPr>
          <w:lang w:val="en-US"/>
        </w:rPr>
        <w:t xml:space="preserve">the </w:t>
      </w:r>
      <w:r w:rsidRPr="000866BD">
        <w:rPr>
          <w:lang w:val="en-US"/>
        </w:rPr>
        <w:t>possible risk of poor quality of potato production and the</w:t>
      </w:r>
      <w:r w:rsidR="00653FB2" w:rsidRPr="000866BD">
        <w:rPr>
          <w:lang w:val="en-US"/>
        </w:rPr>
        <w:t>ir</w:t>
      </w:r>
      <w:r w:rsidRPr="000866BD">
        <w:rPr>
          <w:lang w:val="en-US"/>
        </w:rPr>
        <w:t xml:space="preserve"> technical and </w:t>
      </w:r>
      <w:r w:rsidR="00E655B6" w:rsidRPr="000866BD">
        <w:rPr>
          <w:lang w:val="en-US"/>
        </w:rPr>
        <w:t>financial</w:t>
      </w:r>
      <w:r w:rsidRPr="000866BD">
        <w:rPr>
          <w:lang w:val="en-US"/>
        </w:rPr>
        <w:t xml:space="preserve"> feasibility.</w:t>
      </w:r>
    </w:p>
    <w:p w:rsidR="001E6F29" w:rsidRPr="000866BD" w:rsidRDefault="005E5886" w:rsidP="000F525A">
      <w:pPr>
        <w:pStyle w:val="SingleTxtG"/>
      </w:pPr>
      <w:r w:rsidRPr="000866BD">
        <w:t xml:space="preserve">The main </w:t>
      </w:r>
      <w:r w:rsidR="00653FB2" w:rsidRPr="000866BD">
        <w:t>focus of</w:t>
      </w:r>
      <w:r w:rsidRPr="000866BD">
        <w:t xml:space="preserve"> the seed certification standard </w:t>
      </w:r>
      <w:r w:rsidR="00653FB2" w:rsidRPr="000866BD">
        <w:t xml:space="preserve">is evidently </w:t>
      </w:r>
      <w:r w:rsidRPr="000866BD">
        <w:t xml:space="preserve">the </w:t>
      </w:r>
      <w:proofErr w:type="spellStart"/>
      <w:r w:rsidRPr="000866BD">
        <w:t>phyto</w:t>
      </w:r>
      <w:proofErr w:type="spellEnd"/>
      <w:r w:rsidRPr="000866BD">
        <w:t>-sanitary quality</w:t>
      </w:r>
      <w:r w:rsidR="00653FB2" w:rsidRPr="000866BD">
        <w:t xml:space="preserve">. </w:t>
      </w:r>
      <w:r w:rsidRPr="000866BD">
        <w:t xml:space="preserve"> </w:t>
      </w:r>
      <w:r w:rsidR="00653FB2" w:rsidRPr="000866BD">
        <w:t>P</w:t>
      </w:r>
      <w:r w:rsidRPr="000866BD">
        <w:t>otato</w:t>
      </w:r>
      <w:r w:rsidR="00653FB2" w:rsidRPr="000866BD">
        <w:t>es are</w:t>
      </w:r>
      <w:r w:rsidR="00555129" w:rsidRPr="000866BD">
        <w:t xml:space="preserve"> affected</w:t>
      </w:r>
      <w:r w:rsidRPr="000866BD">
        <w:t xml:space="preserve"> by plant health issues, in particular due to </w:t>
      </w:r>
      <w:r w:rsidR="00653FB2" w:rsidRPr="000866BD">
        <w:t xml:space="preserve">their </w:t>
      </w:r>
      <w:r w:rsidRPr="000866BD">
        <w:t>vegetative propagating type</w:t>
      </w:r>
      <w:r w:rsidR="003906E8" w:rsidRPr="000866BD">
        <w:t>,</w:t>
      </w:r>
      <w:r w:rsidRPr="000866BD">
        <w:t xml:space="preserve"> which is conducive to the spread of various </w:t>
      </w:r>
      <w:r w:rsidRPr="000866BD">
        <w:rPr>
          <w:rFonts w:cs="Arial"/>
        </w:rPr>
        <w:t>pathogens causing different types of d</w:t>
      </w:r>
      <w:r w:rsidRPr="000866BD">
        <w:t>iseases. These diseases are responsible f</w:t>
      </w:r>
      <w:r w:rsidR="003906E8" w:rsidRPr="000866BD">
        <w:t>or</w:t>
      </w:r>
      <w:r w:rsidRPr="000866BD">
        <w:t xml:space="preserve"> </w:t>
      </w:r>
      <w:r w:rsidR="00653FB2" w:rsidRPr="000866BD">
        <w:t xml:space="preserve">the </w:t>
      </w:r>
      <w:r w:rsidRPr="000866BD">
        <w:t>deterioration of the quality, yield losses, rotting in store and</w:t>
      </w:r>
      <w:r w:rsidR="00653FB2" w:rsidRPr="000866BD">
        <w:t>,</w:t>
      </w:r>
      <w:r w:rsidRPr="000866BD">
        <w:t xml:space="preserve"> therefore</w:t>
      </w:r>
      <w:r w:rsidR="00653FB2" w:rsidRPr="000866BD">
        <w:t>,</w:t>
      </w:r>
      <w:r w:rsidRPr="000866BD">
        <w:t xml:space="preserve"> are the main source of food waste and </w:t>
      </w:r>
      <w:r w:rsidR="00653FB2" w:rsidRPr="000866BD">
        <w:t>financial</w:t>
      </w:r>
      <w:r w:rsidRPr="000866BD">
        <w:t xml:space="preserve"> losses </w:t>
      </w:r>
      <w:r w:rsidR="00653FB2" w:rsidRPr="000866BD">
        <w:t xml:space="preserve">in </w:t>
      </w:r>
      <w:r w:rsidRPr="000866BD">
        <w:t xml:space="preserve">the potato production chain. </w:t>
      </w:r>
      <w:proofErr w:type="gramStart"/>
      <w:r w:rsidRPr="000866BD">
        <w:rPr>
          <w:lang w:val="en"/>
        </w:rPr>
        <w:t>(Ross H., 1986).</w:t>
      </w:r>
      <w:proofErr w:type="gramEnd"/>
      <w:r w:rsidRPr="000866BD">
        <w:rPr>
          <w:lang w:val="en"/>
        </w:rPr>
        <w:t xml:space="preserve"> </w:t>
      </w:r>
    </w:p>
    <w:p w:rsidR="001E6F29" w:rsidRPr="000866BD" w:rsidRDefault="005E5886" w:rsidP="001E6F29">
      <w:pPr>
        <w:pStyle w:val="SingleTxtG"/>
      </w:pPr>
      <w:r w:rsidRPr="000866BD">
        <w:rPr>
          <w:lang w:val="en"/>
        </w:rPr>
        <w:t>Many of these diseases, like the widespread “Blackleg” and Potato Virus Y</w:t>
      </w:r>
      <w:r w:rsidR="00653FB2" w:rsidRPr="000866BD">
        <w:rPr>
          <w:lang w:val="en"/>
        </w:rPr>
        <w:t xml:space="preserve">, which </w:t>
      </w:r>
      <w:r w:rsidRPr="000866BD">
        <w:rPr>
          <w:lang w:val="en"/>
        </w:rPr>
        <w:t>caus</w:t>
      </w:r>
      <w:r w:rsidR="00653FB2" w:rsidRPr="000866BD">
        <w:rPr>
          <w:lang w:val="en"/>
        </w:rPr>
        <w:t>e</w:t>
      </w:r>
      <w:r w:rsidRPr="000866BD">
        <w:rPr>
          <w:lang w:val="en"/>
        </w:rPr>
        <w:t xml:space="preserve"> severe losses </w:t>
      </w:r>
      <w:r w:rsidR="00653FB2" w:rsidRPr="000866BD">
        <w:rPr>
          <w:lang w:val="en"/>
        </w:rPr>
        <w:t xml:space="preserve">in </w:t>
      </w:r>
      <w:r w:rsidRPr="000866BD">
        <w:rPr>
          <w:lang w:val="en"/>
        </w:rPr>
        <w:t xml:space="preserve">the potato production, can be limited by preventive </w:t>
      </w:r>
      <w:r w:rsidR="00653FB2" w:rsidRPr="000866BD">
        <w:rPr>
          <w:lang w:val="en"/>
        </w:rPr>
        <w:t xml:space="preserve">measures </w:t>
      </w:r>
      <w:r w:rsidRPr="000866BD">
        <w:rPr>
          <w:lang w:val="en"/>
        </w:rPr>
        <w:t xml:space="preserve">consisting </w:t>
      </w:r>
      <w:r w:rsidR="00653FB2" w:rsidRPr="000866BD">
        <w:rPr>
          <w:lang w:val="en"/>
        </w:rPr>
        <w:t xml:space="preserve">mainly of </w:t>
      </w:r>
      <w:r w:rsidRPr="000866BD">
        <w:rPr>
          <w:lang w:val="en"/>
        </w:rPr>
        <w:t>plant</w:t>
      </w:r>
      <w:r w:rsidR="00653FB2" w:rsidRPr="000866BD">
        <w:rPr>
          <w:lang w:val="en"/>
        </w:rPr>
        <w:t>ing</w:t>
      </w:r>
      <w:r w:rsidRPr="000866BD">
        <w:rPr>
          <w:lang w:val="en"/>
        </w:rPr>
        <w:t xml:space="preserve"> healthy seeds produced </w:t>
      </w:r>
      <w:r w:rsidR="00653FB2" w:rsidRPr="000866BD">
        <w:rPr>
          <w:lang w:val="en"/>
        </w:rPr>
        <w:t>within</w:t>
      </w:r>
      <w:r w:rsidRPr="000866BD">
        <w:rPr>
          <w:lang w:val="en"/>
        </w:rPr>
        <w:t xml:space="preserve"> the </w:t>
      </w:r>
      <w:r w:rsidR="00653FB2" w:rsidRPr="000866BD">
        <w:rPr>
          <w:lang w:val="en"/>
        </w:rPr>
        <w:t xml:space="preserve">parameters </w:t>
      </w:r>
      <w:r w:rsidRPr="000866BD">
        <w:rPr>
          <w:lang w:val="en"/>
        </w:rPr>
        <w:t xml:space="preserve">of a certification scheme. </w:t>
      </w:r>
    </w:p>
    <w:p w:rsidR="001E6F29" w:rsidRPr="000866BD" w:rsidRDefault="00386CBB" w:rsidP="001E6F29">
      <w:pPr>
        <w:pStyle w:val="SingleTxtG"/>
        <w:rPr>
          <w:lang w:val="en"/>
        </w:rPr>
      </w:pPr>
      <w:r w:rsidRPr="000866BD">
        <w:t xml:space="preserve">In fact, </w:t>
      </w:r>
      <w:r w:rsidR="005E5886" w:rsidRPr="000866BD">
        <w:t>experience and studies have shown that use of non-certified seeds may contribute to the expansion of diseases, which</w:t>
      </w:r>
      <w:r w:rsidR="005E5886" w:rsidRPr="000866BD">
        <w:rPr>
          <w:lang w:val="en"/>
        </w:rPr>
        <w:t xml:space="preserve"> can dramatically reduce both tuber yields and quality. </w:t>
      </w:r>
      <w:r w:rsidR="00EC1D54" w:rsidRPr="000866BD">
        <w:rPr>
          <w:lang w:val="en"/>
        </w:rPr>
        <w:t>I</w:t>
      </w:r>
      <w:r w:rsidR="005E5886" w:rsidRPr="000866BD">
        <w:rPr>
          <w:lang w:val="en"/>
        </w:rPr>
        <w:t>n some situations</w:t>
      </w:r>
      <w:r w:rsidRPr="000866BD">
        <w:rPr>
          <w:lang w:val="en"/>
        </w:rPr>
        <w:t>,</w:t>
      </w:r>
      <w:r w:rsidR="005E5886" w:rsidRPr="000866BD">
        <w:rPr>
          <w:lang w:val="en"/>
        </w:rPr>
        <w:t xml:space="preserve"> where</w:t>
      </w:r>
      <w:r w:rsidR="00EC1D54" w:rsidRPr="000866BD">
        <w:rPr>
          <w:lang w:val="en"/>
        </w:rPr>
        <w:t xml:space="preserve"> there is a lack of awareness or training among </w:t>
      </w:r>
      <w:r w:rsidRPr="000866BD">
        <w:rPr>
          <w:lang w:val="en"/>
        </w:rPr>
        <w:t xml:space="preserve">potato growers </w:t>
      </w:r>
      <w:r w:rsidR="00EC1D54" w:rsidRPr="000866BD">
        <w:rPr>
          <w:lang w:val="en"/>
        </w:rPr>
        <w:t xml:space="preserve">combined with the </w:t>
      </w:r>
      <w:r w:rsidR="005E5886" w:rsidRPr="000866BD">
        <w:rPr>
          <w:lang w:val="en"/>
        </w:rPr>
        <w:t>use of non-certified seeds, yield shortfalls can reach up to 80% due to viral diseases.</w:t>
      </w:r>
    </w:p>
    <w:p w:rsidR="001E6F29" w:rsidRPr="000866BD" w:rsidRDefault="00386CBB" w:rsidP="001E6F29">
      <w:pPr>
        <w:pStyle w:val="SingleTxtG"/>
      </w:pPr>
      <w:r w:rsidRPr="000866BD">
        <w:rPr>
          <w:lang w:val="en"/>
        </w:rPr>
        <w:t xml:space="preserve">While not all </w:t>
      </w:r>
      <w:r w:rsidR="005E5886" w:rsidRPr="000866BD">
        <w:rPr>
          <w:lang w:val="en"/>
        </w:rPr>
        <w:t xml:space="preserve">the diseases and defects </w:t>
      </w:r>
      <w:r w:rsidRPr="000866BD">
        <w:rPr>
          <w:lang w:val="en"/>
        </w:rPr>
        <w:t xml:space="preserve">addressed by </w:t>
      </w:r>
      <w:r w:rsidR="005E5886" w:rsidRPr="000866BD">
        <w:rPr>
          <w:lang w:val="en"/>
        </w:rPr>
        <w:t>the UNECE Standard result in loss of yield or loss during the storage</w:t>
      </w:r>
      <w:r w:rsidRPr="000866BD">
        <w:rPr>
          <w:lang w:val="en"/>
        </w:rPr>
        <w:t xml:space="preserve">, </w:t>
      </w:r>
      <w:r w:rsidR="005E5886" w:rsidRPr="000866BD">
        <w:rPr>
          <w:lang w:val="en"/>
        </w:rPr>
        <w:t>some of them affect the tuber appearance</w:t>
      </w:r>
      <w:r w:rsidRPr="000866BD">
        <w:rPr>
          <w:lang w:val="en"/>
        </w:rPr>
        <w:t xml:space="preserve"> and </w:t>
      </w:r>
      <w:r w:rsidR="005E5886" w:rsidRPr="000866BD">
        <w:rPr>
          <w:lang w:val="en"/>
        </w:rPr>
        <w:t>mak</w:t>
      </w:r>
      <w:r w:rsidRPr="000866BD">
        <w:rPr>
          <w:lang w:val="en"/>
        </w:rPr>
        <w:t>e</w:t>
      </w:r>
      <w:r w:rsidR="005E5886" w:rsidRPr="000866BD">
        <w:rPr>
          <w:lang w:val="en"/>
        </w:rPr>
        <w:t xml:space="preserve"> potatoes unsuitable for marketing</w:t>
      </w:r>
      <w:r w:rsidRPr="000866BD">
        <w:rPr>
          <w:lang w:val="en"/>
        </w:rPr>
        <w:t xml:space="preserve"> and sale</w:t>
      </w:r>
      <w:r w:rsidR="005E5886" w:rsidRPr="000866BD">
        <w:rPr>
          <w:lang w:val="en"/>
        </w:rPr>
        <w:t xml:space="preserve">. This is the case of the bacterial disease “Common scab” which is responsible </w:t>
      </w:r>
      <w:r w:rsidRPr="000866BD">
        <w:rPr>
          <w:lang w:val="en"/>
        </w:rPr>
        <w:t xml:space="preserve">for </w:t>
      </w:r>
      <w:r w:rsidR="005E5886" w:rsidRPr="000866BD">
        <w:rPr>
          <w:lang w:val="en"/>
        </w:rPr>
        <w:t>skin blemishes on tubers</w:t>
      </w:r>
      <w:r w:rsidR="00DB7389" w:rsidRPr="000866BD">
        <w:rPr>
          <w:lang w:val="en"/>
        </w:rPr>
        <w:t xml:space="preserve">. This disease </w:t>
      </w:r>
      <w:r w:rsidR="005E5886" w:rsidRPr="000866BD">
        <w:rPr>
          <w:lang w:val="en"/>
        </w:rPr>
        <w:t xml:space="preserve">results not only in </w:t>
      </w:r>
      <w:r w:rsidR="003906E8" w:rsidRPr="000866BD">
        <w:rPr>
          <w:lang w:val="en"/>
        </w:rPr>
        <w:t>financial</w:t>
      </w:r>
      <w:r w:rsidR="005E5886" w:rsidRPr="000866BD">
        <w:rPr>
          <w:lang w:val="en"/>
        </w:rPr>
        <w:t xml:space="preserve"> loss because the product is downgraded but also in food waste because it obliges the consumer to </w:t>
      </w:r>
      <w:r w:rsidR="005E5886" w:rsidRPr="000866BD">
        <w:t xml:space="preserve">peel </w:t>
      </w:r>
      <w:r w:rsidRPr="000866BD">
        <w:t xml:space="preserve">very deeply in order </w:t>
      </w:r>
      <w:r w:rsidR="005E5886" w:rsidRPr="000866BD">
        <w:t>to remove the scabbed skin.</w:t>
      </w:r>
    </w:p>
    <w:p w:rsidR="005E5886" w:rsidRPr="000866BD" w:rsidRDefault="00DB7389" w:rsidP="001E6F29">
      <w:pPr>
        <w:pStyle w:val="SingleTxtG"/>
        <w:rPr>
          <w:lang w:val="en-US"/>
        </w:rPr>
      </w:pPr>
      <w:r w:rsidRPr="000866BD">
        <w:rPr>
          <w:lang w:val="en-US"/>
        </w:rPr>
        <w:t>I</w:t>
      </w:r>
      <w:r w:rsidR="005E5886" w:rsidRPr="000866BD">
        <w:rPr>
          <w:lang w:val="en-US"/>
        </w:rPr>
        <w:t xml:space="preserve">t </w:t>
      </w:r>
      <w:r w:rsidRPr="000866BD">
        <w:rPr>
          <w:lang w:val="en-US"/>
        </w:rPr>
        <w:t xml:space="preserve">is therefore evident that </w:t>
      </w:r>
      <w:r w:rsidR="005E5886" w:rsidRPr="000866BD">
        <w:rPr>
          <w:lang w:val="en-US"/>
        </w:rPr>
        <w:t xml:space="preserve">setting up </w:t>
      </w:r>
      <w:r w:rsidRPr="000866BD">
        <w:rPr>
          <w:lang w:val="en-US"/>
        </w:rPr>
        <w:t xml:space="preserve">an </w:t>
      </w:r>
      <w:r w:rsidR="005E5886" w:rsidRPr="000866BD">
        <w:rPr>
          <w:lang w:val="en-US"/>
        </w:rPr>
        <w:t xml:space="preserve">efficient system of certification for </w:t>
      </w:r>
      <w:r w:rsidRPr="000866BD">
        <w:rPr>
          <w:lang w:val="en-US"/>
        </w:rPr>
        <w:t xml:space="preserve">the </w:t>
      </w:r>
      <w:r w:rsidR="005E5886" w:rsidRPr="000866BD">
        <w:rPr>
          <w:lang w:val="en-US"/>
        </w:rPr>
        <w:t xml:space="preserve">marketing </w:t>
      </w:r>
      <w:r w:rsidRPr="000866BD">
        <w:rPr>
          <w:lang w:val="en-US"/>
        </w:rPr>
        <w:t xml:space="preserve">of </w:t>
      </w:r>
      <w:r w:rsidR="005E5886" w:rsidRPr="000866BD">
        <w:rPr>
          <w:lang w:val="en-US"/>
        </w:rPr>
        <w:t xml:space="preserve">high quality seed potatoes, as it is promoted by the UNECE Specialized </w:t>
      </w:r>
      <w:r w:rsidRPr="000866BD">
        <w:rPr>
          <w:lang w:val="en-US"/>
        </w:rPr>
        <w:t>S</w:t>
      </w:r>
      <w:r w:rsidR="005E5886" w:rsidRPr="000866BD">
        <w:rPr>
          <w:lang w:val="en-US"/>
        </w:rPr>
        <w:t xml:space="preserve">ection, contributes to </w:t>
      </w:r>
      <w:r w:rsidRPr="000866BD">
        <w:rPr>
          <w:lang w:val="en-US"/>
        </w:rPr>
        <w:t xml:space="preserve">a </w:t>
      </w:r>
      <w:r w:rsidR="005E5886" w:rsidRPr="000866BD">
        <w:rPr>
          <w:lang w:val="en-US"/>
        </w:rPr>
        <w:t>sustainable potato production and</w:t>
      </w:r>
      <w:r w:rsidR="00EC1D54" w:rsidRPr="000866BD">
        <w:rPr>
          <w:lang w:val="en-US"/>
        </w:rPr>
        <w:t>,</w:t>
      </w:r>
      <w:r w:rsidR="005E5886" w:rsidRPr="000866BD">
        <w:rPr>
          <w:lang w:val="en-US"/>
        </w:rPr>
        <w:t xml:space="preserve"> indirectly</w:t>
      </w:r>
      <w:r w:rsidR="00EC1D54" w:rsidRPr="000866BD">
        <w:rPr>
          <w:lang w:val="en-US"/>
        </w:rPr>
        <w:t>,</w:t>
      </w:r>
      <w:r w:rsidR="005E5886" w:rsidRPr="000866BD">
        <w:rPr>
          <w:lang w:val="en-US"/>
        </w:rPr>
        <w:t xml:space="preserve"> to the reduction of food loss and waste. </w:t>
      </w:r>
    </w:p>
    <w:p w:rsidR="005E5886" w:rsidRPr="000866BD" w:rsidRDefault="001E6F29" w:rsidP="001E6F29">
      <w:pPr>
        <w:pStyle w:val="H1G"/>
      </w:pPr>
      <w:r w:rsidRPr="000866BD">
        <w:tab/>
      </w:r>
      <w:r w:rsidR="005E5886" w:rsidRPr="000866BD">
        <w:t>C.</w:t>
      </w:r>
      <w:r w:rsidR="005E5886" w:rsidRPr="000866BD">
        <w:tab/>
        <w:t>Possible use of seed potatoes that do not meet certification requirements</w:t>
      </w:r>
    </w:p>
    <w:p w:rsidR="005E5886" w:rsidRPr="000866BD" w:rsidRDefault="00DB7389" w:rsidP="001E6F29">
      <w:pPr>
        <w:pStyle w:val="SingleTxtG"/>
        <w:rPr>
          <w:lang w:val="en-US"/>
        </w:rPr>
      </w:pPr>
      <w:r w:rsidRPr="000866BD">
        <w:rPr>
          <w:lang w:val="en-US"/>
        </w:rPr>
        <w:t>Th</w:t>
      </w:r>
      <w:r w:rsidR="003906E8" w:rsidRPr="000866BD">
        <w:rPr>
          <w:lang w:val="en-US"/>
        </w:rPr>
        <w:t>at</w:t>
      </w:r>
      <w:r w:rsidRPr="000866BD">
        <w:rPr>
          <w:lang w:val="en-US"/>
        </w:rPr>
        <w:t xml:space="preserve"> </w:t>
      </w:r>
      <w:proofErr w:type="gramStart"/>
      <w:r w:rsidRPr="000866BD">
        <w:rPr>
          <w:lang w:val="en-US"/>
        </w:rPr>
        <w:t>said,</w:t>
      </w:r>
      <w:proofErr w:type="gramEnd"/>
      <w:r w:rsidRPr="000866BD">
        <w:rPr>
          <w:lang w:val="en-US"/>
        </w:rPr>
        <w:t xml:space="preserve"> </w:t>
      </w:r>
      <w:r w:rsidR="005E5886" w:rsidRPr="000866BD">
        <w:rPr>
          <w:lang w:val="en-US"/>
        </w:rPr>
        <w:t xml:space="preserve">certification can </w:t>
      </w:r>
      <w:r w:rsidRPr="000866BD">
        <w:rPr>
          <w:lang w:val="en-US"/>
        </w:rPr>
        <w:t xml:space="preserve">lead </w:t>
      </w:r>
      <w:r w:rsidR="005E5886" w:rsidRPr="000866BD">
        <w:rPr>
          <w:lang w:val="en-US"/>
        </w:rPr>
        <w:t>to reject</w:t>
      </w:r>
      <w:r w:rsidR="003906E8" w:rsidRPr="000866BD">
        <w:rPr>
          <w:lang w:val="en-US"/>
        </w:rPr>
        <w:t>ion of</w:t>
      </w:r>
      <w:r w:rsidR="005E5886" w:rsidRPr="000866BD">
        <w:rPr>
          <w:lang w:val="en-US"/>
        </w:rPr>
        <w:t xml:space="preserve"> crops or harvested lots of seed potatoes when </w:t>
      </w:r>
      <w:r w:rsidRPr="000866BD">
        <w:rPr>
          <w:lang w:val="en-US"/>
        </w:rPr>
        <w:t xml:space="preserve">the </w:t>
      </w:r>
      <w:r w:rsidR="005E5886" w:rsidRPr="000866BD">
        <w:rPr>
          <w:lang w:val="en-US"/>
        </w:rPr>
        <w:t>inspection reveal</w:t>
      </w:r>
      <w:r w:rsidRPr="000866BD">
        <w:rPr>
          <w:lang w:val="en-US"/>
        </w:rPr>
        <w:t>s</w:t>
      </w:r>
      <w:r w:rsidR="005E5886" w:rsidRPr="000866BD">
        <w:rPr>
          <w:lang w:val="en-US"/>
        </w:rPr>
        <w:t xml:space="preserve"> </w:t>
      </w:r>
      <w:r w:rsidRPr="000866BD">
        <w:rPr>
          <w:lang w:val="en-US"/>
        </w:rPr>
        <w:t xml:space="preserve">that </w:t>
      </w:r>
      <w:r w:rsidR="005E5886" w:rsidRPr="000866BD">
        <w:rPr>
          <w:lang w:val="en-US"/>
        </w:rPr>
        <w:t xml:space="preserve">they do not meet the requirements. </w:t>
      </w:r>
      <w:r w:rsidRPr="000866BD">
        <w:rPr>
          <w:lang w:val="en-US"/>
        </w:rPr>
        <w:t xml:space="preserve">These rejected </w:t>
      </w:r>
      <w:r w:rsidR="005E5886" w:rsidRPr="000866BD">
        <w:rPr>
          <w:lang w:val="en-US"/>
        </w:rPr>
        <w:t>potato tuber</w:t>
      </w:r>
      <w:r w:rsidRPr="000866BD">
        <w:rPr>
          <w:lang w:val="en-US"/>
        </w:rPr>
        <w:t>s</w:t>
      </w:r>
      <w:r w:rsidR="005E5886" w:rsidRPr="000866BD">
        <w:rPr>
          <w:lang w:val="en-US"/>
        </w:rPr>
        <w:t xml:space="preserve"> </w:t>
      </w:r>
      <w:r w:rsidRPr="000866BD">
        <w:rPr>
          <w:lang w:val="en-US"/>
        </w:rPr>
        <w:t xml:space="preserve">that can no longer be used as </w:t>
      </w:r>
      <w:r w:rsidR="005E5886" w:rsidRPr="000866BD">
        <w:rPr>
          <w:lang w:val="en-US"/>
        </w:rPr>
        <w:t xml:space="preserve">seeds </w:t>
      </w:r>
      <w:r w:rsidRPr="000866BD">
        <w:rPr>
          <w:lang w:val="en-US"/>
        </w:rPr>
        <w:t xml:space="preserve">could theoretically be </w:t>
      </w:r>
      <w:r w:rsidR="005E5886" w:rsidRPr="000866BD">
        <w:rPr>
          <w:lang w:val="en-US"/>
        </w:rPr>
        <w:t xml:space="preserve">considered as waste. However, </w:t>
      </w:r>
      <w:r w:rsidRPr="000866BD">
        <w:rPr>
          <w:lang w:val="en-US"/>
        </w:rPr>
        <w:t xml:space="preserve">in practice, </w:t>
      </w:r>
      <w:r w:rsidR="005E5886" w:rsidRPr="000866BD">
        <w:rPr>
          <w:lang w:val="en-US"/>
        </w:rPr>
        <w:t xml:space="preserve">different other uses are possible for </w:t>
      </w:r>
      <w:r w:rsidRPr="000866BD">
        <w:rPr>
          <w:lang w:val="en-US"/>
        </w:rPr>
        <w:t xml:space="preserve">the rejected </w:t>
      </w:r>
      <w:r w:rsidR="005E5886" w:rsidRPr="000866BD">
        <w:rPr>
          <w:lang w:val="en-US"/>
        </w:rPr>
        <w:t xml:space="preserve">seed potatoes. In particular, instead of being used as seeds, the tubers can be used for human food or animal feed when they are not treated. </w:t>
      </w:r>
    </w:p>
    <w:p w:rsidR="001E6F29" w:rsidRPr="000866BD" w:rsidRDefault="005E5886" w:rsidP="001E6F29">
      <w:pPr>
        <w:pStyle w:val="SingleTxtG"/>
        <w:rPr>
          <w:lang w:val="en-US"/>
        </w:rPr>
      </w:pPr>
      <w:r w:rsidRPr="000866BD">
        <w:rPr>
          <w:rFonts w:hint="cs"/>
          <w:noProof/>
          <w:rtl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3FDAAF05" wp14:editId="43791940">
            <wp:simplePos x="0" y="0"/>
            <wp:positionH relativeFrom="column">
              <wp:posOffset>540385</wp:posOffset>
            </wp:positionH>
            <wp:positionV relativeFrom="paragraph">
              <wp:posOffset>467995</wp:posOffset>
            </wp:positionV>
            <wp:extent cx="5738400" cy="3348000"/>
            <wp:effectExtent l="0" t="0" r="15240" b="24130"/>
            <wp:wrapTopAndBottom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66BD">
        <w:rPr>
          <w:lang w:val="en-US"/>
        </w:rPr>
        <w:t xml:space="preserve">The following scheme illustrates the main possible alternative uses </w:t>
      </w:r>
      <w:r w:rsidR="00DB7389" w:rsidRPr="000866BD">
        <w:rPr>
          <w:lang w:val="en-US"/>
        </w:rPr>
        <w:t xml:space="preserve">for </w:t>
      </w:r>
      <w:r w:rsidRPr="000866BD">
        <w:rPr>
          <w:lang w:val="en-US"/>
        </w:rPr>
        <w:t xml:space="preserve">an inspected lot </w:t>
      </w:r>
      <w:r w:rsidR="00DB7389" w:rsidRPr="000866BD">
        <w:rPr>
          <w:lang w:val="en-US"/>
        </w:rPr>
        <w:t xml:space="preserve">that is </w:t>
      </w:r>
      <w:r w:rsidRPr="000866BD">
        <w:rPr>
          <w:lang w:val="en-US"/>
        </w:rPr>
        <w:t>rejected</w:t>
      </w:r>
      <w:r w:rsidR="00DB7389" w:rsidRPr="000866BD">
        <w:rPr>
          <w:lang w:val="en-US"/>
        </w:rPr>
        <w:t xml:space="preserve"> as seed</w:t>
      </w:r>
      <w:r w:rsidRPr="000866BD">
        <w:rPr>
          <w:lang w:val="en-US"/>
        </w:rPr>
        <w:t>:</w:t>
      </w:r>
    </w:p>
    <w:p w:rsidR="005E5886" w:rsidRPr="000866BD" w:rsidRDefault="00DB7389" w:rsidP="001E6F29">
      <w:pPr>
        <w:pStyle w:val="SingleTxtG"/>
        <w:spacing w:before="120"/>
      </w:pPr>
      <w:r w:rsidRPr="000866BD">
        <w:rPr>
          <w:lang w:val="en-US"/>
        </w:rPr>
        <w:t xml:space="preserve">It is obvious that rejected </w:t>
      </w:r>
      <w:r w:rsidR="005E5886" w:rsidRPr="000866BD">
        <w:rPr>
          <w:lang w:val="en-US"/>
        </w:rPr>
        <w:t>seed potatoes shall be destroyed when they are contaminated by quarantine pests</w:t>
      </w:r>
      <w:r w:rsidRPr="000866BD">
        <w:rPr>
          <w:lang w:val="en-US"/>
        </w:rPr>
        <w:t xml:space="preserve">, which </w:t>
      </w:r>
      <w:r w:rsidR="005E5886" w:rsidRPr="000866BD">
        <w:rPr>
          <w:lang w:val="en-US"/>
        </w:rPr>
        <w:t>present</w:t>
      </w:r>
      <w:r w:rsidRPr="000866BD">
        <w:rPr>
          <w:lang w:val="en-US"/>
        </w:rPr>
        <w:t xml:space="preserve"> the </w:t>
      </w:r>
      <w:r w:rsidR="005E5886" w:rsidRPr="000866BD">
        <w:rPr>
          <w:lang w:val="en-US"/>
        </w:rPr>
        <w:t>risk of spread</w:t>
      </w:r>
      <w:r w:rsidR="00EC1D54" w:rsidRPr="000866BD">
        <w:rPr>
          <w:lang w:val="en-US"/>
        </w:rPr>
        <w:t>ing</w:t>
      </w:r>
      <w:r w:rsidR="005E5886" w:rsidRPr="000866BD">
        <w:rPr>
          <w:lang w:val="en-US"/>
        </w:rPr>
        <w:t xml:space="preserve"> </w:t>
      </w:r>
      <w:r w:rsidRPr="000866BD">
        <w:rPr>
          <w:lang w:val="en-US"/>
        </w:rPr>
        <w:t xml:space="preserve">to </w:t>
      </w:r>
      <w:r w:rsidR="005E5886" w:rsidRPr="000866BD">
        <w:rPr>
          <w:lang w:val="en-US"/>
        </w:rPr>
        <w:t>the environment. In th</w:t>
      </w:r>
      <w:r w:rsidR="00EC1D54" w:rsidRPr="000866BD">
        <w:rPr>
          <w:lang w:val="en-US"/>
        </w:rPr>
        <w:t>o</w:t>
      </w:r>
      <w:r w:rsidRPr="000866BD">
        <w:rPr>
          <w:lang w:val="en-US"/>
        </w:rPr>
        <w:t xml:space="preserve">se </w:t>
      </w:r>
      <w:r w:rsidR="005E5886" w:rsidRPr="000866BD">
        <w:rPr>
          <w:lang w:val="en-US"/>
        </w:rPr>
        <w:t>case</w:t>
      </w:r>
      <w:r w:rsidRPr="000866BD">
        <w:rPr>
          <w:lang w:val="en-US"/>
        </w:rPr>
        <w:t>s</w:t>
      </w:r>
      <w:r w:rsidR="005E5886" w:rsidRPr="000866BD">
        <w:rPr>
          <w:lang w:val="en-US"/>
        </w:rPr>
        <w:t xml:space="preserve">, </w:t>
      </w:r>
      <w:r w:rsidRPr="000866BD">
        <w:rPr>
          <w:lang w:val="en-US"/>
        </w:rPr>
        <w:t xml:space="preserve">destruction </w:t>
      </w:r>
      <w:r w:rsidR="005E5886" w:rsidRPr="000866BD">
        <w:rPr>
          <w:lang w:val="en-US"/>
        </w:rPr>
        <w:t xml:space="preserve">is the safest </w:t>
      </w:r>
      <w:r w:rsidRPr="000866BD">
        <w:rPr>
          <w:lang w:val="en-US"/>
        </w:rPr>
        <w:t xml:space="preserve">solution </w:t>
      </w:r>
      <w:r w:rsidR="005E5886" w:rsidRPr="000866BD">
        <w:rPr>
          <w:lang w:val="en-US"/>
        </w:rPr>
        <w:t>to protect the potato production area of a country and may be considered as the lesser evil.</w:t>
      </w:r>
    </w:p>
    <w:p w:rsidR="005E5886" w:rsidRPr="000866BD" w:rsidRDefault="005E5886" w:rsidP="001E6F29">
      <w:pPr>
        <w:pStyle w:val="H1G"/>
      </w:pPr>
      <w:r w:rsidRPr="000866BD">
        <w:tab/>
        <w:t>D</w:t>
      </w:r>
      <w:r w:rsidR="001E6F29" w:rsidRPr="000866BD">
        <w:t>.</w:t>
      </w:r>
      <w:r w:rsidRPr="000866BD">
        <w:tab/>
        <w:t>Conclusion</w:t>
      </w:r>
    </w:p>
    <w:p w:rsidR="001E6F29" w:rsidRPr="000866BD" w:rsidRDefault="005E5886" w:rsidP="001E6F29">
      <w:pPr>
        <w:pStyle w:val="SingleTxtG"/>
        <w:rPr>
          <w:lang w:val="en-US"/>
        </w:rPr>
      </w:pPr>
      <w:r w:rsidRPr="000866BD">
        <w:t xml:space="preserve">In a context where sustainable development, food security and waste </w:t>
      </w:r>
      <w:r w:rsidR="00DB7389" w:rsidRPr="000866BD">
        <w:t xml:space="preserve">reduction </w:t>
      </w:r>
      <w:r w:rsidRPr="000866BD">
        <w:t xml:space="preserve">are </w:t>
      </w:r>
      <w:r w:rsidR="00DB7389" w:rsidRPr="000866BD">
        <w:t xml:space="preserve">of </w:t>
      </w:r>
      <w:r w:rsidRPr="000866BD">
        <w:t xml:space="preserve">concern, there is a need to support </w:t>
      </w:r>
      <w:r w:rsidR="006A0A0B" w:rsidRPr="000866BD">
        <w:t xml:space="preserve">the </w:t>
      </w:r>
      <w:r w:rsidRPr="000866BD">
        <w:t xml:space="preserve">work </w:t>
      </w:r>
      <w:r w:rsidR="006A0A0B" w:rsidRPr="000866BD">
        <w:t xml:space="preserve">which </w:t>
      </w:r>
      <w:r w:rsidRPr="000866BD">
        <w:t>contribut</w:t>
      </w:r>
      <w:r w:rsidR="006A0A0B" w:rsidRPr="000866BD">
        <w:t>es</w:t>
      </w:r>
      <w:r w:rsidRPr="000866BD">
        <w:t xml:space="preserve"> to </w:t>
      </w:r>
      <w:r w:rsidR="006A0A0B" w:rsidRPr="000866BD">
        <w:t xml:space="preserve">an </w:t>
      </w:r>
      <w:r w:rsidRPr="000866BD">
        <w:t>improve</w:t>
      </w:r>
      <w:r w:rsidR="006A0A0B" w:rsidRPr="000866BD">
        <w:t>ment of</w:t>
      </w:r>
      <w:r w:rsidRPr="000866BD">
        <w:t xml:space="preserve"> quality production of one of the major global staple crops </w:t>
      </w:r>
      <w:proofErr w:type="gramStart"/>
      <w:r w:rsidR="006141A6" w:rsidRPr="000866BD">
        <w:rPr>
          <w:rFonts w:ascii="Segoe UI Symbol" w:hAnsi="Segoe UI Symbol"/>
        </w:rPr>
        <w:t>–</w:t>
      </w:r>
      <w:r w:rsidR="006141A6" w:rsidRPr="000866BD">
        <w:t xml:space="preserve"> </w:t>
      </w:r>
      <w:r w:rsidRPr="000866BD">
        <w:t xml:space="preserve"> potato</w:t>
      </w:r>
      <w:r w:rsidR="006A0A0B" w:rsidRPr="000866BD">
        <w:t>es</w:t>
      </w:r>
      <w:proofErr w:type="gramEnd"/>
      <w:r w:rsidRPr="000866BD">
        <w:t>. The work of the UNECE to promote the certification of seed potatoes in the world helps to achieve this objective.</w:t>
      </w:r>
    </w:p>
    <w:p w:rsidR="005E5886" w:rsidRPr="000866BD" w:rsidRDefault="001E6F29" w:rsidP="001E6F29">
      <w:pPr>
        <w:pStyle w:val="HChG"/>
        <w:rPr>
          <w:lang w:val="de-DE"/>
        </w:rPr>
      </w:pPr>
      <w:r w:rsidRPr="000866BD">
        <w:tab/>
      </w:r>
      <w:r w:rsidRPr="000866BD">
        <w:tab/>
      </w:r>
      <w:r w:rsidR="005E5886" w:rsidRPr="000866BD">
        <w:rPr>
          <w:lang w:val="de-DE"/>
        </w:rPr>
        <w:t>References</w:t>
      </w:r>
    </w:p>
    <w:p w:rsidR="005E5886" w:rsidRPr="000866BD" w:rsidRDefault="005E5886" w:rsidP="001E6F29">
      <w:pPr>
        <w:pStyle w:val="SingleTxtG"/>
        <w:rPr>
          <w:lang w:val="fr-CH"/>
        </w:rPr>
      </w:pPr>
      <w:r w:rsidRPr="000866BD">
        <w:rPr>
          <w:lang w:val="de-DE"/>
        </w:rPr>
        <w:t xml:space="preserve">E.-C. </w:t>
      </w:r>
      <w:proofErr w:type="spellStart"/>
      <w:r w:rsidRPr="000866BD">
        <w:rPr>
          <w:lang w:val="de-DE"/>
        </w:rPr>
        <w:t>Oerke</w:t>
      </w:r>
      <w:proofErr w:type="spellEnd"/>
      <w:r w:rsidRPr="000866BD">
        <w:rPr>
          <w:lang w:val="de-DE"/>
        </w:rPr>
        <w:t xml:space="preserve">, H.-W. Dehne, F. </w:t>
      </w:r>
      <w:proofErr w:type="spellStart"/>
      <w:r w:rsidRPr="000866BD">
        <w:rPr>
          <w:lang w:val="de-DE"/>
        </w:rPr>
        <w:t>Schönbeck</w:t>
      </w:r>
      <w:proofErr w:type="spellEnd"/>
      <w:r w:rsidRPr="000866BD">
        <w:rPr>
          <w:lang w:val="de-DE"/>
        </w:rPr>
        <w:t xml:space="preserve">, A. Weber (1999). </w:t>
      </w:r>
      <w:r w:rsidRPr="000866BD">
        <w:t xml:space="preserve">Crop Production and Crop Protection: Estimated Losses in Major Food and Cash </w:t>
      </w:r>
      <w:r w:rsidR="006141A6" w:rsidRPr="000866BD">
        <w:t>C</w:t>
      </w:r>
      <w:r w:rsidRPr="000866BD">
        <w:t xml:space="preserve">rops. </w:t>
      </w:r>
      <w:r w:rsidRPr="000866BD">
        <w:rPr>
          <w:lang w:val="fr-CH"/>
        </w:rPr>
        <w:t>Elsevier</w:t>
      </w:r>
      <w:r w:rsidR="006141A6" w:rsidRPr="000866BD">
        <w:rPr>
          <w:lang w:val="fr-CH"/>
        </w:rPr>
        <w:t>.</w:t>
      </w:r>
    </w:p>
    <w:p w:rsidR="00213DBA" w:rsidRPr="000866BD" w:rsidRDefault="005E5886" w:rsidP="001E6F29">
      <w:pPr>
        <w:pStyle w:val="SingleTxtG"/>
        <w:rPr>
          <w:rStyle w:val="Hyperlink"/>
          <w:lang w:val="fr-CH"/>
        </w:rPr>
      </w:pPr>
      <w:r w:rsidRPr="000866BD">
        <w:rPr>
          <w:lang w:val="fr-CH"/>
        </w:rPr>
        <w:t>FAO :</w:t>
      </w:r>
      <w:r w:rsidRPr="000866BD">
        <w:rPr>
          <w:color w:val="000080"/>
          <w:lang w:val="fr-CH"/>
        </w:rPr>
        <w:t xml:space="preserve"> </w:t>
      </w:r>
      <w:r w:rsidRPr="000866BD">
        <w:rPr>
          <w:lang w:val="fr-CH"/>
        </w:rPr>
        <w:t xml:space="preserve">World </w:t>
      </w:r>
      <w:proofErr w:type="spellStart"/>
      <w:r w:rsidRPr="000866BD">
        <w:rPr>
          <w:lang w:val="fr-CH"/>
        </w:rPr>
        <w:t>potato</w:t>
      </w:r>
      <w:proofErr w:type="spellEnd"/>
      <w:r w:rsidRPr="000866BD">
        <w:rPr>
          <w:lang w:val="fr-CH"/>
        </w:rPr>
        <w:t xml:space="preserve"> production, 1991-2007 (2008) : </w:t>
      </w:r>
      <w:hyperlink r:id="rId15" w:history="1">
        <w:r w:rsidR="00702DA2" w:rsidRPr="000866BD">
          <w:rPr>
            <w:rStyle w:val="Hyperlink"/>
            <w:lang w:val="fr-CH"/>
          </w:rPr>
          <w:t>http://www.fao.org/potato-2008/en/world/</w:t>
        </w:r>
      </w:hyperlink>
      <w:r w:rsidR="00702DA2" w:rsidRPr="000866BD">
        <w:rPr>
          <w:lang w:val="fr-CH"/>
        </w:rPr>
        <w:t xml:space="preserve"> </w:t>
      </w:r>
      <w:r w:rsidRPr="000866BD">
        <w:rPr>
          <w:lang w:val="fr-CH"/>
        </w:rPr>
        <w:t xml:space="preserve">&amp; Archives de la FAO : DSE/GTZ (2000), Les richesses du sol. La pomme de terre : l'histoire d'un succès : </w:t>
      </w:r>
      <w:hyperlink r:id="rId16" w:history="1">
        <w:r w:rsidRPr="000866BD">
          <w:rPr>
            <w:rStyle w:val="Hyperlink"/>
            <w:lang w:val="fr-CH"/>
          </w:rPr>
          <w:t>http://www.fao.org/wairdocs/x5695f/x5695f06.htm</w:t>
        </w:r>
      </w:hyperlink>
      <w:r w:rsidR="006141A6" w:rsidRPr="000866BD">
        <w:rPr>
          <w:rStyle w:val="Hyperlink"/>
          <w:lang w:val="fr-CH"/>
        </w:rPr>
        <w:t>.</w:t>
      </w:r>
    </w:p>
    <w:p w:rsidR="005E5886" w:rsidRPr="000866BD" w:rsidRDefault="00213DBA" w:rsidP="001E6F29">
      <w:pPr>
        <w:pStyle w:val="SingleTxtG"/>
      </w:pPr>
      <w:proofErr w:type="gramStart"/>
      <w:r w:rsidRPr="000866BD">
        <w:t>FAO Statistical Pocketbook 2015, Food and Agriculture Organization of the United Nations, Rome, 2015</w:t>
      </w:r>
      <w:r w:rsidR="006141A6" w:rsidRPr="000866BD">
        <w:t>.</w:t>
      </w:r>
      <w:proofErr w:type="gramEnd"/>
    </w:p>
    <w:p w:rsidR="005E5886" w:rsidRPr="00D45281" w:rsidRDefault="005E5886" w:rsidP="001E6F29">
      <w:pPr>
        <w:pStyle w:val="SingleTxtG"/>
        <w:rPr>
          <w:rStyle w:val="HTMLCite"/>
          <w:lang w:val="en"/>
        </w:rPr>
      </w:pPr>
      <w:r w:rsidRPr="000866BD">
        <w:rPr>
          <w:rStyle w:val="author"/>
          <w:iCs/>
          <w:lang w:val="en"/>
        </w:rPr>
        <w:t>Ross H</w:t>
      </w:r>
      <w:r w:rsidRPr="000866BD">
        <w:rPr>
          <w:rStyle w:val="HTMLCite"/>
          <w:lang w:val="en"/>
        </w:rPr>
        <w:t>. (</w:t>
      </w:r>
      <w:r w:rsidRPr="000866BD">
        <w:rPr>
          <w:rStyle w:val="pubyear"/>
          <w:iCs/>
          <w:lang w:val="en"/>
        </w:rPr>
        <w:t>1986)</w:t>
      </w:r>
      <w:r w:rsidRPr="000866BD">
        <w:rPr>
          <w:rStyle w:val="HTMLCite"/>
          <w:lang w:val="en"/>
        </w:rPr>
        <w:t xml:space="preserve">. </w:t>
      </w:r>
      <w:proofErr w:type="gramStart"/>
      <w:r w:rsidRPr="000866BD">
        <w:rPr>
          <w:rStyle w:val="booktitle"/>
          <w:iCs/>
          <w:lang w:val="en"/>
        </w:rPr>
        <w:t>Potato Breeding Problems and Perspectives</w:t>
      </w:r>
      <w:r w:rsidRPr="000866BD">
        <w:rPr>
          <w:rStyle w:val="HTMLCite"/>
          <w:lang w:val="en"/>
        </w:rPr>
        <w:t>.</w:t>
      </w:r>
      <w:proofErr w:type="gramEnd"/>
      <w:r w:rsidRPr="000866BD">
        <w:rPr>
          <w:rStyle w:val="HTMLCite"/>
          <w:lang w:val="en"/>
        </w:rPr>
        <w:t xml:space="preserve"> </w:t>
      </w:r>
      <w:r w:rsidRPr="000866BD">
        <w:rPr>
          <w:rStyle w:val="HTMLCite"/>
          <w:i w:val="0"/>
          <w:lang w:val="en"/>
        </w:rPr>
        <w:t xml:space="preserve">Berlin, Germany: Paul </w:t>
      </w:r>
      <w:proofErr w:type="spellStart"/>
      <w:r w:rsidRPr="000866BD">
        <w:rPr>
          <w:rStyle w:val="HTMLCite"/>
          <w:i w:val="0"/>
          <w:lang w:val="en"/>
        </w:rPr>
        <w:t>Parey</w:t>
      </w:r>
      <w:proofErr w:type="spellEnd"/>
      <w:r w:rsidRPr="000866BD">
        <w:rPr>
          <w:rStyle w:val="HTMLCite"/>
          <w:i w:val="0"/>
          <w:lang w:val="en"/>
        </w:rPr>
        <w:t xml:space="preserve"> Scientific </w:t>
      </w:r>
      <w:proofErr w:type="gramStart"/>
      <w:r w:rsidRPr="000866BD">
        <w:rPr>
          <w:rStyle w:val="HTMLCite"/>
          <w:i w:val="0"/>
          <w:lang w:val="en"/>
        </w:rPr>
        <w:t>Publishers,</w:t>
      </w:r>
      <w:proofErr w:type="gramEnd"/>
      <w:r w:rsidRPr="000866BD">
        <w:rPr>
          <w:rStyle w:val="HTMLCite"/>
          <w:i w:val="0"/>
          <w:lang w:val="en"/>
        </w:rPr>
        <w:t xml:space="preserve"> </w:t>
      </w:r>
      <w:r w:rsidRPr="000866BD">
        <w:rPr>
          <w:rStyle w:val="Emphasis"/>
          <w:i w:val="0"/>
          <w:lang w:val="en"/>
        </w:rPr>
        <w:t>Advances in Plant Breeding</w:t>
      </w:r>
      <w:r w:rsidRPr="000866BD">
        <w:rPr>
          <w:rStyle w:val="HTMLCite"/>
          <w:i w:val="0"/>
          <w:lang w:val="en"/>
        </w:rPr>
        <w:t xml:space="preserve"> series no. 13</w:t>
      </w:r>
      <w:r w:rsidR="006141A6" w:rsidRPr="000866BD">
        <w:rPr>
          <w:rStyle w:val="HTMLCite"/>
          <w:i w:val="0"/>
          <w:lang w:val="en"/>
        </w:rPr>
        <w:t>.</w:t>
      </w:r>
    </w:p>
    <w:p w:rsidR="005502C8" w:rsidRDefault="005502C8" w:rsidP="001E6F29">
      <w:pPr>
        <w:pStyle w:val="SingleTxtG"/>
      </w:pPr>
    </w:p>
    <w:p w:rsidR="001E6F29" w:rsidRDefault="001E6F29" w:rsidP="001E6F29">
      <w:pPr>
        <w:pStyle w:val="SingleTxtG"/>
      </w:pPr>
    </w:p>
    <w:p w:rsidR="001E6F29" w:rsidRPr="001E6F29" w:rsidRDefault="001E6F29" w:rsidP="001E6F2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6F29" w:rsidRPr="001E6F29" w:rsidSect="005E5886">
      <w:headerReference w:type="even" r:id="rId17"/>
      <w:headerReference w:type="default" r:id="rId18"/>
      <w:footerReference w:type="even" r:id="rId19"/>
      <w:footerReference w:type="default" r:id="rId20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86" w:rsidRDefault="005E5886"/>
  </w:endnote>
  <w:endnote w:type="continuationSeparator" w:id="0">
    <w:p w:rsidR="005E5886" w:rsidRDefault="005E5886"/>
  </w:endnote>
  <w:endnote w:type="continuationNotice" w:id="1">
    <w:p w:rsidR="005E5886" w:rsidRDefault="005E58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886" w:rsidRPr="005E5886" w:rsidRDefault="005E5886" w:rsidP="005E5886">
    <w:pPr>
      <w:pStyle w:val="Footer"/>
      <w:tabs>
        <w:tab w:val="right" w:pos="9638"/>
      </w:tabs>
      <w:rPr>
        <w:sz w:val="18"/>
      </w:rPr>
    </w:pPr>
    <w:r w:rsidRPr="005E5886">
      <w:rPr>
        <w:b/>
        <w:sz w:val="18"/>
      </w:rPr>
      <w:fldChar w:fldCharType="begin"/>
    </w:r>
    <w:r w:rsidRPr="005E5886">
      <w:rPr>
        <w:b/>
        <w:sz w:val="18"/>
      </w:rPr>
      <w:instrText xml:space="preserve"> PAGE  \* MERGEFORMAT </w:instrText>
    </w:r>
    <w:r w:rsidRPr="005E5886">
      <w:rPr>
        <w:b/>
        <w:sz w:val="18"/>
      </w:rPr>
      <w:fldChar w:fldCharType="separate"/>
    </w:r>
    <w:r w:rsidR="00E74CD6">
      <w:rPr>
        <w:b/>
        <w:noProof/>
        <w:sz w:val="18"/>
      </w:rPr>
      <w:t>2</w:t>
    </w:r>
    <w:r w:rsidRPr="005E588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886" w:rsidRPr="005E5886" w:rsidRDefault="005E5886" w:rsidP="005E5886">
    <w:pPr>
      <w:pStyle w:val="Footer"/>
      <w:tabs>
        <w:tab w:val="right" w:pos="9638"/>
      </w:tabs>
      <w:rPr>
        <w:b/>
        <w:sz w:val="18"/>
      </w:rPr>
    </w:pPr>
    <w:r>
      <w:tab/>
    </w:r>
    <w:r w:rsidRPr="005E5886">
      <w:rPr>
        <w:b/>
        <w:sz w:val="18"/>
      </w:rPr>
      <w:fldChar w:fldCharType="begin"/>
    </w:r>
    <w:r w:rsidRPr="005E5886">
      <w:rPr>
        <w:b/>
        <w:sz w:val="18"/>
      </w:rPr>
      <w:instrText xml:space="preserve"> PAGE  \* MERGEFORMAT </w:instrText>
    </w:r>
    <w:r w:rsidRPr="005E5886">
      <w:rPr>
        <w:b/>
        <w:sz w:val="18"/>
      </w:rPr>
      <w:fldChar w:fldCharType="separate"/>
    </w:r>
    <w:r w:rsidR="00E74CD6">
      <w:rPr>
        <w:b/>
        <w:noProof/>
        <w:sz w:val="18"/>
      </w:rPr>
      <w:t>3</w:t>
    </w:r>
    <w:r w:rsidRPr="005E588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86" w:rsidRPr="000B175B" w:rsidRDefault="005E588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E5886" w:rsidRPr="00FC68B7" w:rsidRDefault="005E588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E5886" w:rsidRDefault="005E58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886" w:rsidRPr="005E5886" w:rsidRDefault="005E5886">
    <w:pPr>
      <w:pStyle w:val="Header"/>
    </w:pPr>
    <w:r>
      <w:t>ECE/CTCS/WP.7/GE.6/2017/8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C8" w:rsidRPr="005E5886" w:rsidRDefault="005E5886" w:rsidP="005E5886">
    <w:pPr>
      <w:pStyle w:val="Header"/>
      <w:jc w:val="right"/>
    </w:pPr>
    <w:r>
      <w:t>ECE/CTCS/WP.7/GE.6/2017/8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1911815"/>
    <w:multiLevelType w:val="hybridMultilevel"/>
    <w:tmpl w:val="D58CF8B2"/>
    <w:lvl w:ilvl="0" w:tplc="125A8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C596B09"/>
    <w:multiLevelType w:val="hybridMultilevel"/>
    <w:tmpl w:val="7F4C0B2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0"/>
  </w:num>
  <w:num w:numId="14">
    <w:abstractNumId w:val="15"/>
  </w:num>
  <w:num w:numId="15">
    <w:abstractNumId w:val="16"/>
  </w:num>
  <w:num w:numId="16">
    <w:abstractNumId w:val="11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liana Annovazzi-Jakab">
    <w15:presenceInfo w15:providerId="None" w15:userId="Liliana Annovazzi-Jak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86"/>
    <w:rsid w:val="00011943"/>
    <w:rsid w:val="00027E6D"/>
    <w:rsid w:val="000456AD"/>
    <w:rsid w:val="00046B1F"/>
    <w:rsid w:val="00047F84"/>
    <w:rsid w:val="00050F6B"/>
    <w:rsid w:val="00057E97"/>
    <w:rsid w:val="00072C8C"/>
    <w:rsid w:val="000733B5"/>
    <w:rsid w:val="00081815"/>
    <w:rsid w:val="000866BD"/>
    <w:rsid w:val="000931C0"/>
    <w:rsid w:val="000B0595"/>
    <w:rsid w:val="000B175B"/>
    <w:rsid w:val="000B3A0F"/>
    <w:rsid w:val="000B4EF7"/>
    <w:rsid w:val="000C2C03"/>
    <w:rsid w:val="000C2D2E"/>
    <w:rsid w:val="000E0415"/>
    <w:rsid w:val="000F525A"/>
    <w:rsid w:val="00101025"/>
    <w:rsid w:val="001103AA"/>
    <w:rsid w:val="0011666B"/>
    <w:rsid w:val="00155529"/>
    <w:rsid w:val="00165F3A"/>
    <w:rsid w:val="001857B8"/>
    <w:rsid w:val="001B354F"/>
    <w:rsid w:val="001B4B04"/>
    <w:rsid w:val="001C6663"/>
    <w:rsid w:val="001C7895"/>
    <w:rsid w:val="001D0C8C"/>
    <w:rsid w:val="001D1419"/>
    <w:rsid w:val="001D26DF"/>
    <w:rsid w:val="001D3A03"/>
    <w:rsid w:val="001E6F29"/>
    <w:rsid w:val="001E7B67"/>
    <w:rsid w:val="00202DA8"/>
    <w:rsid w:val="00211E0B"/>
    <w:rsid w:val="00213DBA"/>
    <w:rsid w:val="00233009"/>
    <w:rsid w:val="00235933"/>
    <w:rsid w:val="00241109"/>
    <w:rsid w:val="0024772E"/>
    <w:rsid w:val="00267F5F"/>
    <w:rsid w:val="00286B4D"/>
    <w:rsid w:val="00291DAC"/>
    <w:rsid w:val="002C5BF7"/>
    <w:rsid w:val="002D4643"/>
    <w:rsid w:val="002F175C"/>
    <w:rsid w:val="002F2B7D"/>
    <w:rsid w:val="00302E18"/>
    <w:rsid w:val="003229D8"/>
    <w:rsid w:val="00352709"/>
    <w:rsid w:val="003619B5"/>
    <w:rsid w:val="00365763"/>
    <w:rsid w:val="00371178"/>
    <w:rsid w:val="00386CBB"/>
    <w:rsid w:val="003906E8"/>
    <w:rsid w:val="00392E47"/>
    <w:rsid w:val="00396228"/>
    <w:rsid w:val="003A6810"/>
    <w:rsid w:val="003C2CC4"/>
    <w:rsid w:val="003C44AF"/>
    <w:rsid w:val="003D4B23"/>
    <w:rsid w:val="00410C89"/>
    <w:rsid w:val="00413524"/>
    <w:rsid w:val="00422E03"/>
    <w:rsid w:val="00426B9B"/>
    <w:rsid w:val="004325CB"/>
    <w:rsid w:val="00442A83"/>
    <w:rsid w:val="0045495B"/>
    <w:rsid w:val="00481423"/>
    <w:rsid w:val="0048397A"/>
    <w:rsid w:val="00485CBB"/>
    <w:rsid w:val="004866B7"/>
    <w:rsid w:val="004C2461"/>
    <w:rsid w:val="004C7462"/>
    <w:rsid w:val="004D2787"/>
    <w:rsid w:val="004E77B2"/>
    <w:rsid w:val="004F44D5"/>
    <w:rsid w:val="00504B2D"/>
    <w:rsid w:val="0052136D"/>
    <w:rsid w:val="0052775E"/>
    <w:rsid w:val="00530A4A"/>
    <w:rsid w:val="005420F2"/>
    <w:rsid w:val="005502C8"/>
    <w:rsid w:val="00555129"/>
    <w:rsid w:val="005628B6"/>
    <w:rsid w:val="00573902"/>
    <w:rsid w:val="00596AB5"/>
    <w:rsid w:val="0059724D"/>
    <w:rsid w:val="005B3DB3"/>
    <w:rsid w:val="005B4E13"/>
    <w:rsid w:val="005C342F"/>
    <w:rsid w:val="005E5886"/>
    <w:rsid w:val="005F7B75"/>
    <w:rsid w:val="006001EE"/>
    <w:rsid w:val="00605042"/>
    <w:rsid w:val="00611FC4"/>
    <w:rsid w:val="00613C52"/>
    <w:rsid w:val="006141A6"/>
    <w:rsid w:val="006176FB"/>
    <w:rsid w:val="00640B26"/>
    <w:rsid w:val="00640D59"/>
    <w:rsid w:val="00652D0A"/>
    <w:rsid w:val="00653FB2"/>
    <w:rsid w:val="00662BB6"/>
    <w:rsid w:val="00676606"/>
    <w:rsid w:val="00684C21"/>
    <w:rsid w:val="006A0A0B"/>
    <w:rsid w:val="006A2530"/>
    <w:rsid w:val="006B7121"/>
    <w:rsid w:val="006C3589"/>
    <w:rsid w:val="006D37AF"/>
    <w:rsid w:val="006D51D0"/>
    <w:rsid w:val="006D5FB9"/>
    <w:rsid w:val="006E564B"/>
    <w:rsid w:val="006E7191"/>
    <w:rsid w:val="006F28BA"/>
    <w:rsid w:val="00702DA2"/>
    <w:rsid w:val="00703577"/>
    <w:rsid w:val="00705894"/>
    <w:rsid w:val="0072632A"/>
    <w:rsid w:val="007327D5"/>
    <w:rsid w:val="0073795F"/>
    <w:rsid w:val="007629C8"/>
    <w:rsid w:val="0077047D"/>
    <w:rsid w:val="007858A1"/>
    <w:rsid w:val="007B5FFB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79D9"/>
    <w:rsid w:val="00874412"/>
    <w:rsid w:val="0088724C"/>
    <w:rsid w:val="008878DE"/>
    <w:rsid w:val="00887C1C"/>
    <w:rsid w:val="008979B1"/>
    <w:rsid w:val="008A58A7"/>
    <w:rsid w:val="008A6B25"/>
    <w:rsid w:val="008A6C4F"/>
    <w:rsid w:val="008B2335"/>
    <w:rsid w:val="008E0678"/>
    <w:rsid w:val="008F49DB"/>
    <w:rsid w:val="009223CA"/>
    <w:rsid w:val="00940F93"/>
    <w:rsid w:val="0095220D"/>
    <w:rsid w:val="00965A82"/>
    <w:rsid w:val="009760F3"/>
    <w:rsid w:val="00976CFB"/>
    <w:rsid w:val="00983B87"/>
    <w:rsid w:val="009A0830"/>
    <w:rsid w:val="009A0E8D"/>
    <w:rsid w:val="009B1539"/>
    <w:rsid w:val="009B26E7"/>
    <w:rsid w:val="00A00697"/>
    <w:rsid w:val="00A00A3F"/>
    <w:rsid w:val="00A01489"/>
    <w:rsid w:val="00A10E7F"/>
    <w:rsid w:val="00A159B4"/>
    <w:rsid w:val="00A17520"/>
    <w:rsid w:val="00A3026E"/>
    <w:rsid w:val="00A338F1"/>
    <w:rsid w:val="00A35BE0"/>
    <w:rsid w:val="00A54D73"/>
    <w:rsid w:val="00A72F22"/>
    <w:rsid w:val="00A7360F"/>
    <w:rsid w:val="00A748A6"/>
    <w:rsid w:val="00A769F4"/>
    <w:rsid w:val="00A776B4"/>
    <w:rsid w:val="00A92F9D"/>
    <w:rsid w:val="00A94361"/>
    <w:rsid w:val="00A9482D"/>
    <w:rsid w:val="00AA293C"/>
    <w:rsid w:val="00AB1ADB"/>
    <w:rsid w:val="00AC3642"/>
    <w:rsid w:val="00AC6418"/>
    <w:rsid w:val="00AD3493"/>
    <w:rsid w:val="00B1564A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A1F55"/>
    <w:rsid w:val="00BC3FA0"/>
    <w:rsid w:val="00BC74E9"/>
    <w:rsid w:val="00BF347B"/>
    <w:rsid w:val="00BF68A8"/>
    <w:rsid w:val="00C11A03"/>
    <w:rsid w:val="00C22C0C"/>
    <w:rsid w:val="00C267CF"/>
    <w:rsid w:val="00C4527F"/>
    <w:rsid w:val="00C463DD"/>
    <w:rsid w:val="00C4724C"/>
    <w:rsid w:val="00C50C53"/>
    <w:rsid w:val="00C61EFB"/>
    <w:rsid w:val="00C629A0"/>
    <w:rsid w:val="00C64629"/>
    <w:rsid w:val="00C7057A"/>
    <w:rsid w:val="00C745C3"/>
    <w:rsid w:val="00C8125B"/>
    <w:rsid w:val="00C93AFF"/>
    <w:rsid w:val="00C95E49"/>
    <w:rsid w:val="00C96DF2"/>
    <w:rsid w:val="00CB3E03"/>
    <w:rsid w:val="00CC2536"/>
    <w:rsid w:val="00CE1C1A"/>
    <w:rsid w:val="00CE4A8F"/>
    <w:rsid w:val="00D02233"/>
    <w:rsid w:val="00D03A57"/>
    <w:rsid w:val="00D2031B"/>
    <w:rsid w:val="00D25FE2"/>
    <w:rsid w:val="00D26653"/>
    <w:rsid w:val="00D327CA"/>
    <w:rsid w:val="00D43252"/>
    <w:rsid w:val="00D47EEA"/>
    <w:rsid w:val="00D773DF"/>
    <w:rsid w:val="00D95303"/>
    <w:rsid w:val="00D978C6"/>
    <w:rsid w:val="00DA3C1C"/>
    <w:rsid w:val="00DB7389"/>
    <w:rsid w:val="00DD0D10"/>
    <w:rsid w:val="00DE5B50"/>
    <w:rsid w:val="00DF22D4"/>
    <w:rsid w:val="00DF3206"/>
    <w:rsid w:val="00E046DF"/>
    <w:rsid w:val="00E27346"/>
    <w:rsid w:val="00E655B6"/>
    <w:rsid w:val="00E66FB4"/>
    <w:rsid w:val="00E71BC8"/>
    <w:rsid w:val="00E7260F"/>
    <w:rsid w:val="00E73F5D"/>
    <w:rsid w:val="00E74CD6"/>
    <w:rsid w:val="00E77E4E"/>
    <w:rsid w:val="00E96630"/>
    <w:rsid w:val="00EA0DC7"/>
    <w:rsid w:val="00EC1D54"/>
    <w:rsid w:val="00ED6EF5"/>
    <w:rsid w:val="00ED7A2A"/>
    <w:rsid w:val="00EF1D7F"/>
    <w:rsid w:val="00EF358E"/>
    <w:rsid w:val="00F31E5F"/>
    <w:rsid w:val="00F372FA"/>
    <w:rsid w:val="00F6100A"/>
    <w:rsid w:val="00F85F2A"/>
    <w:rsid w:val="00F93781"/>
    <w:rsid w:val="00FB613B"/>
    <w:rsid w:val="00FC68B7"/>
    <w:rsid w:val="00FD3F98"/>
    <w:rsid w:val="00FE106A"/>
    <w:rsid w:val="00FE5C36"/>
    <w:rsid w:val="00FE772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uiPriority w:val="99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F28BA"/>
    <w:rPr>
      <w:lang w:eastAsia="en-US"/>
    </w:rPr>
  </w:style>
  <w:style w:type="character" w:customStyle="1" w:styleId="HChGChar">
    <w:name w:val="_ H _Ch_G Char"/>
    <w:link w:val="HChG"/>
    <w:rsid w:val="005E5886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5E5886"/>
    <w:pPr>
      <w:suppressAutoHyphens w:val="0"/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bidi="he-IL"/>
    </w:rPr>
  </w:style>
  <w:style w:type="character" w:customStyle="1" w:styleId="author">
    <w:name w:val="author"/>
    <w:basedOn w:val="DefaultParagraphFont"/>
    <w:rsid w:val="005E5886"/>
  </w:style>
  <w:style w:type="character" w:customStyle="1" w:styleId="pubyear">
    <w:name w:val="pubyear"/>
    <w:basedOn w:val="DefaultParagraphFont"/>
    <w:rsid w:val="005E5886"/>
  </w:style>
  <w:style w:type="character" w:customStyle="1" w:styleId="booktitle">
    <w:name w:val="booktitle"/>
    <w:basedOn w:val="DefaultParagraphFont"/>
    <w:rsid w:val="005E588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44AF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C44AF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3C44A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uiPriority w:val="99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F28BA"/>
    <w:rPr>
      <w:lang w:eastAsia="en-US"/>
    </w:rPr>
  </w:style>
  <w:style w:type="character" w:customStyle="1" w:styleId="HChGChar">
    <w:name w:val="_ H _Ch_G Char"/>
    <w:link w:val="HChG"/>
    <w:rsid w:val="005E5886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5E5886"/>
    <w:pPr>
      <w:suppressAutoHyphens w:val="0"/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bidi="he-IL"/>
    </w:rPr>
  </w:style>
  <w:style w:type="character" w:customStyle="1" w:styleId="author">
    <w:name w:val="author"/>
    <w:basedOn w:val="DefaultParagraphFont"/>
    <w:rsid w:val="005E5886"/>
  </w:style>
  <w:style w:type="character" w:customStyle="1" w:styleId="pubyear">
    <w:name w:val="pubyear"/>
    <w:basedOn w:val="DefaultParagraphFont"/>
    <w:rsid w:val="005E5886"/>
  </w:style>
  <w:style w:type="character" w:customStyle="1" w:styleId="booktitle">
    <w:name w:val="booktitle"/>
    <w:basedOn w:val="DefaultParagraphFont"/>
    <w:rsid w:val="005E588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44AF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C44AF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3C44A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ao.org/wairdocs/x5695f/x5695f06.ht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yperlink" Target="http://www.fao.org/potato-2008/en/world/" TargetMode="External"/><Relationship Id="rId23" Type="http://schemas.microsoft.com/office/2011/relationships/people" Target="people.xml"/><Relationship Id="rId10" Type="http://schemas.openxmlformats.org/officeDocument/2006/relationships/diagramData" Target="diagrams/data1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tem\AppData\Roaming\Microsoft\Templates\TRADE\TRADE_CTCS_GE.6_2017_.do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495DD7C-8C7D-440F-B367-557D6FB942D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he-IL"/>
        </a:p>
      </dgm:t>
    </dgm:pt>
    <dgm:pt modelId="{DD46BFC6-905E-44A8-AFC6-F43A399C6ADB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Inspection lot</a:t>
          </a:r>
          <a:endParaRPr lang="he-IL" sz="1000">
            <a:solidFill>
              <a:schemeClr val="tx1"/>
            </a:solidFill>
          </a:endParaRPr>
        </a:p>
      </dgm:t>
    </dgm:pt>
    <dgm:pt modelId="{72C2DBF3-F4F3-44B4-A525-833C5B2FF9F7}" type="parTrans" cxnId="{67B71133-3FCE-44C4-A9DA-3A920985DA31}">
      <dgm:prSet/>
      <dgm:spPr/>
      <dgm:t>
        <a:bodyPr/>
        <a:lstStyle/>
        <a:p>
          <a:pPr algn="ctr" rtl="1"/>
          <a:endParaRPr lang="he-IL" sz="1000"/>
        </a:p>
      </dgm:t>
    </dgm:pt>
    <dgm:pt modelId="{30BF3418-7FFC-4F2C-A6A9-B182365A055F}" type="sibTrans" cxnId="{67B71133-3FCE-44C4-A9DA-3A920985DA31}">
      <dgm:prSet/>
      <dgm:spPr/>
      <dgm:t>
        <a:bodyPr/>
        <a:lstStyle/>
        <a:p>
          <a:pPr algn="ctr" rtl="1"/>
          <a:endParaRPr lang="he-IL" sz="1000"/>
        </a:p>
      </dgm:t>
    </dgm:pt>
    <dgm:pt modelId="{C21EF3D2-37C8-4824-A07C-4FF1A51E72A4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Allow re-grading (re-sorting)</a:t>
          </a:r>
          <a:endParaRPr lang="he-IL" sz="1000">
            <a:solidFill>
              <a:schemeClr val="tx1"/>
            </a:solidFill>
          </a:endParaRPr>
        </a:p>
      </dgm:t>
    </dgm:pt>
    <dgm:pt modelId="{283E95CD-5F2D-4C7F-8CD1-A442ACD766C4}" type="parTrans" cxnId="{0A7CEF63-828F-4FCF-8C9C-718D9FE6FF96}">
      <dgm:prSet/>
      <dgm:spPr/>
      <dgm:t>
        <a:bodyPr/>
        <a:lstStyle/>
        <a:p>
          <a:pPr algn="ctr" rtl="1"/>
          <a:endParaRPr lang="he-IL" sz="1000"/>
        </a:p>
      </dgm:t>
    </dgm:pt>
    <dgm:pt modelId="{08DF26EF-F171-44EC-B2A1-18B6A9339822}" type="sibTrans" cxnId="{0A7CEF63-828F-4FCF-8C9C-718D9FE6FF96}">
      <dgm:prSet/>
      <dgm:spPr/>
      <dgm:t>
        <a:bodyPr/>
        <a:lstStyle/>
        <a:p>
          <a:pPr algn="ctr" rtl="1"/>
          <a:endParaRPr lang="he-IL" sz="1000"/>
        </a:p>
      </dgm:t>
    </dgm:pt>
    <dgm:pt modelId="{0FEB5DE2-CAB9-4950-B8E5-8B416A3745DF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Approved</a:t>
          </a:r>
        </a:p>
      </dgm:t>
    </dgm:pt>
    <dgm:pt modelId="{4F39A234-E1DF-461D-8A70-1C1473D519DC}" type="parTrans" cxnId="{39A70D3D-98E1-4BDE-8E22-6F98A2F47EE1}">
      <dgm:prSet/>
      <dgm:spPr/>
      <dgm:t>
        <a:bodyPr/>
        <a:lstStyle/>
        <a:p>
          <a:pPr algn="ctr" rtl="1"/>
          <a:endParaRPr lang="he-IL" sz="1000"/>
        </a:p>
      </dgm:t>
    </dgm:pt>
    <dgm:pt modelId="{C5713671-3889-4F77-893B-18A814C09B76}" type="sibTrans" cxnId="{39A70D3D-98E1-4BDE-8E22-6F98A2F47EE1}">
      <dgm:prSet/>
      <dgm:spPr/>
      <dgm:t>
        <a:bodyPr/>
        <a:lstStyle/>
        <a:p>
          <a:pPr algn="ctr" rtl="1"/>
          <a:endParaRPr lang="he-IL" sz="1000"/>
        </a:p>
      </dgm:t>
    </dgm:pt>
    <dgm:pt modelId="{FA229EAA-61B0-49CA-A1BA-F5FE8D9FB390}" type="asst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Treated (Chemical treatment)</a:t>
          </a:r>
          <a:r>
            <a:rPr lang="en-US" sz="1000"/>
            <a:t>)</a:t>
          </a:r>
          <a:endParaRPr lang="he-IL" sz="1000"/>
        </a:p>
      </dgm:t>
    </dgm:pt>
    <dgm:pt modelId="{142F1B60-0F45-47BB-9331-6F15A195B3D8}" type="parTrans" cxnId="{D557C35B-E0F2-4E46-9D22-6159CC684C67}">
      <dgm:prSet/>
      <dgm:spPr/>
      <dgm:t>
        <a:bodyPr/>
        <a:lstStyle/>
        <a:p>
          <a:pPr algn="ctr" rtl="1"/>
          <a:endParaRPr lang="he-IL" sz="1000"/>
        </a:p>
      </dgm:t>
    </dgm:pt>
    <dgm:pt modelId="{8800F8F0-0E9D-4F83-9E2A-A3874BFCDA8A}" type="sibTrans" cxnId="{D557C35B-E0F2-4E46-9D22-6159CC684C67}">
      <dgm:prSet/>
      <dgm:spPr/>
      <dgm:t>
        <a:bodyPr/>
        <a:lstStyle/>
        <a:p>
          <a:pPr algn="ctr" rtl="1"/>
          <a:endParaRPr lang="he-IL" sz="1000"/>
        </a:p>
      </dgm:t>
    </dgm:pt>
    <dgm:pt modelId="{D92802B8-565F-493C-9709-C9F99AE07180}" type="asst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Not treated</a:t>
          </a:r>
          <a:endParaRPr lang="he-IL" sz="1000">
            <a:solidFill>
              <a:schemeClr val="tx1"/>
            </a:solidFill>
          </a:endParaRPr>
        </a:p>
      </dgm:t>
    </dgm:pt>
    <dgm:pt modelId="{D6F2FEAB-4666-41B7-BE11-932271B6DAFC}" type="parTrans" cxnId="{4046B7C2-6489-48AE-9D66-71B89186B222}">
      <dgm:prSet/>
      <dgm:spPr/>
      <dgm:t>
        <a:bodyPr/>
        <a:lstStyle/>
        <a:p>
          <a:pPr algn="ctr" rtl="1"/>
          <a:endParaRPr lang="he-IL" sz="1000"/>
        </a:p>
      </dgm:t>
    </dgm:pt>
    <dgm:pt modelId="{FF02D6B2-9FD2-4B8C-B43B-44B4DD120ECA}" type="sibTrans" cxnId="{4046B7C2-6489-48AE-9D66-71B89186B222}">
      <dgm:prSet/>
      <dgm:spPr/>
      <dgm:t>
        <a:bodyPr/>
        <a:lstStyle/>
        <a:p>
          <a:pPr algn="ctr" rtl="1"/>
          <a:endParaRPr lang="he-IL" sz="1000"/>
        </a:p>
      </dgm:t>
    </dgm:pt>
    <dgm:pt modelId="{6B7AAC6F-9EC6-42B8-9995-3E8635FC054D}" type="asst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Designating  for biogas production</a:t>
          </a:r>
          <a:r>
            <a:rPr lang="en-US" sz="1000"/>
            <a:t> </a:t>
          </a:r>
          <a:endParaRPr lang="he-IL" sz="1000"/>
        </a:p>
      </dgm:t>
    </dgm:pt>
    <dgm:pt modelId="{2AC52903-680C-4617-B5C2-86CFC0B1CC3E}" type="parTrans" cxnId="{2E96D6AB-75B7-4F27-ABA4-56291DF1E3AC}">
      <dgm:prSet/>
      <dgm:spPr/>
      <dgm:t>
        <a:bodyPr/>
        <a:lstStyle/>
        <a:p>
          <a:pPr algn="ctr" rtl="1"/>
          <a:endParaRPr lang="he-IL" sz="1000"/>
        </a:p>
      </dgm:t>
    </dgm:pt>
    <dgm:pt modelId="{120BCC5A-0AA8-4AE4-A697-EAD959843B7C}" type="sibTrans" cxnId="{2E96D6AB-75B7-4F27-ABA4-56291DF1E3AC}">
      <dgm:prSet/>
      <dgm:spPr/>
      <dgm:t>
        <a:bodyPr/>
        <a:lstStyle/>
        <a:p>
          <a:pPr algn="ctr" rtl="1"/>
          <a:endParaRPr lang="he-IL" sz="1000"/>
        </a:p>
      </dgm:t>
    </dgm:pt>
    <dgm:pt modelId="{5C88BE6A-DE97-4DE8-8E17-189C1EDDEBB5}" type="asst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Marketing to countries with requirements that correspond to the findings</a:t>
          </a:r>
          <a:endParaRPr lang="he-IL" sz="1000">
            <a:solidFill>
              <a:schemeClr val="tx1"/>
            </a:solidFill>
          </a:endParaRPr>
        </a:p>
      </dgm:t>
    </dgm:pt>
    <dgm:pt modelId="{C2AF1489-8F23-4AA5-9BFD-E09911D7680A}" type="parTrans" cxnId="{B2AB4B83-E45C-4831-B5C7-EAB548AE262B}">
      <dgm:prSet/>
      <dgm:spPr/>
      <dgm:t>
        <a:bodyPr/>
        <a:lstStyle/>
        <a:p>
          <a:pPr algn="ctr" rtl="1"/>
          <a:endParaRPr lang="he-IL" sz="1000"/>
        </a:p>
      </dgm:t>
    </dgm:pt>
    <dgm:pt modelId="{A2A74259-0A04-4079-9689-66434FD75D5F}" type="sibTrans" cxnId="{B2AB4B83-E45C-4831-B5C7-EAB548AE262B}">
      <dgm:prSet/>
      <dgm:spPr/>
      <dgm:t>
        <a:bodyPr/>
        <a:lstStyle/>
        <a:p>
          <a:pPr algn="ctr" rtl="1"/>
          <a:endParaRPr lang="he-IL" sz="1000"/>
        </a:p>
      </dgm:t>
    </dgm:pt>
    <dgm:pt modelId="{2272B711-6BDE-4D2C-A169-4DA71354F2E0}" type="asst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Marketing for human consumption</a:t>
          </a:r>
          <a:r>
            <a:rPr lang="en-US" sz="1000"/>
            <a:t> </a:t>
          </a:r>
          <a:endParaRPr lang="he-IL" sz="1000"/>
        </a:p>
      </dgm:t>
    </dgm:pt>
    <dgm:pt modelId="{B714FA65-F893-4049-B099-B7274C9C4FE9}" type="parTrans" cxnId="{B84B06C6-0C01-4E83-AA3F-CF3C058F5A00}">
      <dgm:prSet/>
      <dgm:spPr/>
      <dgm:t>
        <a:bodyPr/>
        <a:lstStyle/>
        <a:p>
          <a:pPr algn="ctr" rtl="1"/>
          <a:endParaRPr lang="he-IL" sz="1000"/>
        </a:p>
      </dgm:t>
    </dgm:pt>
    <dgm:pt modelId="{FCA9FE03-5374-4A78-BB6E-BCE1CC1B8E06}" type="sibTrans" cxnId="{B84B06C6-0C01-4E83-AA3F-CF3C058F5A00}">
      <dgm:prSet/>
      <dgm:spPr/>
      <dgm:t>
        <a:bodyPr/>
        <a:lstStyle/>
        <a:p>
          <a:pPr algn="ctr" rtl="1"/>
          <a:endParaRPr lang="he-IL" sz="1000"/>
        </a:p>
      </dgm:t>
    </dgm:pt>
    <dgm:pt modelId="{5AA1BF7B-37D9-4741-8B41-C70B584AAF2B}" type="asst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Marketing for animal feed</a:t>
          </a:r>
        </a:p>
      </dgm:t>
    </dgm:pt>
    <dgm:pt modelId="{03B36325-F7FE-4C8C-90B5-C5E9BB30C614}" type="parTrans" cxnId="{804ECD3F-0791-4E97-9B6B-DEF139A079CC}">
      <dgm:prSet/>
      <dgm:spPr/>
      <dgm:t>
        <a:bodyPr/>
        <a:lstStyle/>
        <a:p>
          <a:pPr algn="ctr" rtl="1"/>
          <a:endParaRPr lang="he-IL" sz="1000"/>
        </a:p>
      </dgm:t>
    </dgm:pt>
    <dgm:pt modelId="{1D60EAAE-96A3-4575-B2E7-D9F51150E079}" type="sibTrans" cxnId="{804ECD3F-0791-4E97-9B6B-DEF139A079CC}">
      <dgm:prSet/>
      <dgm:spPr/>
      <dgm:t>
        <a:bodyPr/>
        <a:lstStyle/>
        <a:p>
          <a:pPr algn="ctr" rtl="1"/>
          <a:endParaRPr lang="he-IL" sz="1000"/>
        </a:p>
      </dgm:t>
    </dgm:pt>
    <dgm:pt modelId="{D53495D6-624F-438B-90CA-71C2D76D3BAB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Rejected</a:t>
          </a:r>
          <a:endParaRPr lang="he-IL" sz="1000">
            <a:solidFill>
              <a:schemeClr val="tx1"/>
            </a:solidFill>
          </a:endParaRPr>
        </a:p>
      </dgm:t>
    </dgm:pt>
    <dgm:pt modelId="{9A9870D4-0809-405A-ACA3-4B35DE22F174}" type="parTrans" cxnId="{646C7AFC-9A32-4F46-A655-97C949932C1C}">
      <dgm:prSet/>
      <dgm:spPr/>
      <dgm:t>
        <a:bodyPr/>
        <a:lstStyle/>
        <a:p>
          <a:pPr algn="ctr" rtl="1"/>
          <a:endParaRPr lang="he-IL" sz="1000"/>
        </a:p>
      </dgm:t>
    </dgm:pt>
    <dgm:pt modelId="{24B98719-B791-4928-9949-AE1EE069F5E7}" type="sibTrans" cxnId="{646C7AFC-9A32-4F46-A655-97C949932C1C}">
      <dgm:prSet/>
      <dgm:spPr/>
      <dgm:t>
        <a:bodyPr/>
        <a:lstStyle/>
        <a:p>
          <a:pPr algn="ctr" rtl="1"/>
          <a:endParaRPr lang="he-IL" sz="1000"/>
        </a:p>
      </dgm:t>
    </dgm:pt>
    <dgm:pt modelId="{5725B716-7146-46AA-9F58-BCAB6029B177}" type="asst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 rtl="1"/>
          <a:r>
            <a:rPr lang="en-US" sz="1000">
              <a:solidFill>
                <a:schemeClr val="tx1"/>
              </a:solidFill>
            </a:rPr>
            <a:t>For use in the food or alcohol industry</a:t>
          </a:r>
          <a:endParaRPr lang="he-IL" sz="1000">
            <a:solidFill>
              <a:schemeClr val="tx1"/>
            </a:solidFill>
          </a:endParaRPr>
        </a:p>
      </dgm:t>
    </dgm:pt>
    <dgm:pt modelId="{CB0E3446-5D0A-452A-B571-2C66715B963B}" type="sibTrans" cxnId="{02184F21-3E8C-4931-8BB8-0124B686D751}">
      <dgm:prSet/>
      <dgm:spPr/>
      <dgm:t>
        <a:bodyPr/>
        <a:lstStyle/>
        <a:p>
          <a:pPr algn="ctr" rtl="1"/>
          <a:endParaRPr lang="he-IL" sz="1000"/>
        </a:p>
      </dgm:t>
    </dgm:pt>
    <dgm:pt modelId="{5F9ADB59-43EF-40EE-9BFC-074DA13DEBD1}" type="parTrans" cxnId="{02184F21-3E8C-4931-8BB8-0124B686D751}">
      <dgm:prSet/>
      <dgm:spPr/>
      <dgm:t>
        <a:bodyPr/>
        <a:lstStyle/>
        <a:p>
          <a:pPr algn="ctr" rtl="1"/>
          <a:endParaRPr lang="he-IL" sz="1000"/>
        </a:p>
      </dgm:t>
    </dgm:pt>
    <dgm:pt modelId="{A76E323C-0D7F-4D0A-A761-BC5CF3E0E152}" type="pres">
      <dgm:prSet presAssocID="{1495DD7C-8C7D-440F-B367-557D6FB942D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97AEF34F-8EFB-4B24-B06C-2BC6A1EA1761}" type="pres">
      <dgm:prSet presAssocID="{DD46BFC6-905E-44A8-AFC6-F43A399C6ADB}" presName="hierRoot1" presStyleCnt="0">
        <dgm:presLayoutVars>
          <dgm:hierBranch val="init"/>
        </dgm:presLayoutVars>
      </dgm:prSet>
      <dgm:spPr/>
    </dgm:pt>
    <dgm:pt modelId="{1C998889-FEFF-4089-866A-3D73C7036E3C}" type="pres">
      <dgm:prSet presAssocID="{DD46BFC6-905E-44A8-AFC6-F43A399C6ADB}" presName="rootComposite1" presStyleCnt="0"/>
      <dgm:spPr/>
    </dgm:pt>
    <dgm:pt modelId="{BB0B77D6-9490-4D88-9915-7E995A0B7360}" type="pres">
      <dgm:prSet presAssocID="{DD46BFC6-905E-44A8-AFC6-F43A399C6ADB}" presName="rootText1" presStyleLbl="node0" presStyleIdx="0" presStyleCnt="1" custScaleY="32592" custLinFactNeighborY="23224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E06AC0CE-FDF1-4A6D-8D83-C309B71BA4F1}" type="pres">
      <dgm:prSet presAssocID="{DD46BFC6-905E-44A8-AFC6-F43A399C6ADB}" presName="rootConnector1" presStyleLbl="node1" presStyleIdx="0" presStyleCnt="0"/>
      <dgm:spPr/>
      <dgm:t>
        <a:bodyPr/>
        <a:lstStyle/>
        <a:p>
          <a:endParaRPr lang="en-GB"/>
        </a:p>
      </dgm:t>
    </dgm:pt>
    <dgm:pt modelId="{8DE51C81-0A65-4302-9594-353B4EAC37AE}" type="pres">
      <dgm:prSet presAssocID="{DD46BFC6-905E-44A8-AFC6-F43A399C6ADB}" presName="hierChild2" presStyleCnt="0"/>
      <dgm:spPr/>
    </dgm:pt>
    <dgm:pt modelId="{99326FD0-6D73-45D6-9A11-38B462FBDA62}" type="pres">
      <dgm:prSet presAssocID="{9A9870D4-0809-405A-ACA3-4B35DE22F174}" presName="Name37" presStyleLbl="parChTrans1D2" presStyleIdx="0" presStyleCnt="2"/>
      <dgm:spPr/>
      <dgm:t>
        <a:bodyPr/>
        <a:lstStyle/>
        <a:p>
          <a:endParaRPr lang="en-GB"/>
        </a:p>
      </dgm:t>
    </dgm:pt>
    <dgm:pt modelId="{EA562FF0-B90D-45D7-87AE-6BE303493F2F}" type="pres">
      <dgm:prSet presAssocID="{D53495D6-624F-438B-90CA-71C2D76D3BAB}" presName="hierRoot2" presStyleCnt="0">
        <dgm:presLayoutVars>
          <dgm:hierBranch val="init"/>
        </dgm:presLayoutVars>
      </dgm:prSet>
      <dgm:spPr/>
    </dgm:pt>
    <dgm:pt modelId="{F96AAED3-07A9-4E42-8ADA-6A6BA4989119}" type="pres">
      <dgm:prSet presAssocID="{D53495D6-624F-438B-90CA-71C2D76D3BAB}" presName="rootComposite" presStyleCnt="0"/>
      <dgm:spPr/>
    </dgm:pt>
    <dgm:pt modelId="{761B89A8-F0B3-4FE3-8CE4-E2FB0FEF5331}" type="pres">
      <dgm:prSet presAssocID="{D53495D6-624F-438B-90CA-71C2D76D3BAB}" presName="rootText" presStyleLbl="node2" presStyleIdx="0" presStyleCnt="2" custScaleY="52744" custLinFactNeighborY="31521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9AA86E40-E6A8-4A95-AEC3-0E574E8812E9}" type="pres">
      <dgm:prSet presAssocID="{D53495D6-624F-438B-90CA-71C2D76D3BAB}" presName="rootConnector" presStyleLbl="node2" presStyleIdx="0" presStyleCnt="2"/>
      <dgm:spPr/>
      <dgm:t>
        <a:bodyPr/>
        <a:lstStyle/>
        <a:p>
          <a:endParaRPr lang="en-GB"/>
        </a:p>
      </dgm:t>
    </dgm:pt>
    <dgm:pt modelId="{5A10672C-188D-4937-A420-6951ACD9C61C}" type="pres">
      <dgm:prSet presAssocID="{D53495D6-624F-438B-90CA-71C2D76D3BAB}" presName="hierChild4" presStyleCnt="0"/>
      <dgm:spPr/>
    </dgm:pt>
    <dgm:pt modelId="{8C5E67D9-3A94-4729-9603-603FF741BA97}" type="pres">
      <dgm:prSet presAssocID="{283E95CD-5F2D-4C7F-8CD1-A442ACD766C4}" presName="Name37" presStyleLbl="parChTrans1D3" presStyleIdx="0" presStyleCnt="1"/>
      <dgm:spPr/>
      <dgm:t>
        <a:bodyPr/>
        <a:lstStyle/>
        <a:p>
          <a:endParaRPr lang="en-GB"/>
        </a:p>
      </dgm:t>
    </dgm:pt>
    <dgm:pt modelId="{77F4C734-5CA1-4C79-BCDB-B2E8DB16DC41}" type="pres">
      <dgm:prSet presAssocID="{C21EF3D2-37C8-4824-A07C-4FF1A51E72A4}" presName="hierRoot2" presStyleCnt="0">
        <dgm:presLayoutVars>
          <dgm:hierBranch val="init"/>
        </dgm:presLayoutVars>
      </dgm:prSet>
      <dgm:spPr/>
    </dgm:pt>
    <dgm:pt modelId="{EC89B1CB-C930-47CE-AD98-D67E1FE7AD9D}" type="pres">
      <dgm:prSet presAssocID="{C21EF3D2-37C8-4824-A07C-4FF1A51E72A4}" presName="rootComposite" presStyleCnt="0"/>
      <dgm:spPr/>
    </dgm:pt>
    <dgm:pt modelId="{0654871A-E4E8-4A70-B000-5589E89FB905}" type="pres">
      <dgm:prSet presAssocID="{C21EF3D2-37C8-4824-A07C-4FF1A51E72A4}" presName="rootText" presStyleLbl="node3" presStyleIdx="0" presStyleCnt="1" custScaleY="109263" custLinFactNeighborY="24885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8B52E768-65B0-4132-B97B-B3A32F30FA98}" type="pres">
      <dgm:prSet presAssocID="{C21EF3D2-37C8-4824-A07C-4FF1A51E72A4}" presName="rootConnector" presStyleLbl="node3" presStyleIdx="0" presStyleCnt="1"/>
      <dgm:spPr/>
      <dgm:t>
        <a:bodyPr/>
        <a:lstStyle/>
        <a:p>
          <a:endParaRPr lang="en-GB"/>
        </a:p>
      </dgm:t>
    </dgm:pt>
    <dgm:pt modelId="{5F1BC8A0-A073-48EF-A4BE-E31087147104}" type="pres">
      <dgm:prSet presAssocID="{C21EF3D2-37C8-4824-A07C-4FF1A51E72A4}" presName="hierChild4" presStyleCnt="0"/>
      <dgm:spPr/>
    </dgm:pt>
    <dgm:pt modelId="{A003BBE9-EDBD-4F87-ABC2-62B5E7C433DF}" type="pres">
      <dgm:prSet presAssocID="{C21EF3D2-37C8-4824-A07C-4FF1A51E72A4}" presName="hierChild5" presStyleCnt="0"/>
      <dgm:spPr/>
    </dgm:pt>
    <dgm:pt modelId="{B0105059-65F8-479F-B757-1E1CEF1F0C0F}" type="pres">
      <dgm:prSet presAssocID="{142F1B60-0F45-47BB-9331-6F15A195B3D8}" presName="Name111" presStyleLbl="parChTrans1D4" presStyleIdx="0" presStyleCnt="7"/>
      <dgm:spPr/>
      <dgm:t>
        <a:bodyPr/>
        <a:lstStyle/>
        <a:p>
          <a:endParaRPr lang="en-GB"/>
        </a:p>
      </dgm:t>
    </dgm:pt>
    <dgm:pt modelId="{7B4302C1-7A9E-4452-B344-EA3FFFF75738}" type="pres">
      <dgm:prSet presAssocID="{FA229EAA-61B0-49CA-A1BA-F5FE8D9FB390}" presName="hierRoot3" presStyleCnt="0">
        <dgm:presLayoutVars>
          <dgm:hierBranch val="init"/>
        </dgm:presLayoutVars>
      </dgm:prSet>
      <dgm:spPr/>
    </dgm:pt>
    <dgm:pt modelId="{0AF3E8A6-7141-4D92-B81C-79ED27C328B1}" type="pres">
      <dgm:prSet presAssocID="{FA229EAA-61B0-49CA-A1BA-F5FE8D9FB390}" presName="rootComposite3" presStyleCnt="0"/>
      <dgm:spPr/>
    </dgm:pt>
    <dgm:pt modelId="{BA8348FD-FC43-41F5-B089-BDE6BDB98CCC}" type="pres">
      <dgm:prSet presAssocID="{FA229EAA-61B0-49CA-A1BA-F5FE8D9FB390}" presName="rootText3" presStyleLbl="asst3" presStyleIdx="0" presStyleCnt="7" custScaleY="114188" custLinFactNeighborY="1589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DD4975D4-7C43-4443-9ED0-CE549B309C22}" type="pres">
      <dgm:prSet presAssocID="{FA229EAA-61B0-49CA-A1BA-F5FE8D9FB390}" presName="rootConnector3" presStyleLbl="asst3" presStyleIdx="0" presStyleCnt="7"/>
      <dgm:spPr/>
      <dgm:t>
        <a:bodyPr/>
        <a:lstStyle/>
        <a:p>
          <a:endParaRPr lang="en-GB"/>
        </a:p>
      </dgm:t>
    </dgm:pt>
    <dgm:pt modelId="{462008EA-2BB2-4662-B6F7-5241691AB113}" type="pres">
      <dgm:prSet presAssocID="{FA229EAA-61B0-49CA-A1BA-F5FE8D9FB390}" presName="hierChild6" presStyleCnt="0"/>
      <dgm:spPr/>
    </dgm:pt>
    <dgm:pt modelId="{F7615C85-86DB-4BBB-BBB0-DAC5C9F8E90A}" type="pres">
      <dgm:prSet presAssocID="{FA229EAA-61B0-49CA-A1BA-F5FE8D9FB390}" presName="hierChild7" presStyleCnt="0"/>
      <dgm:spPr/>
    </dgm:pt>
    <dgm:pt modelId="{91B27F36-09A2-4625-8B2E-D42C6D68946D}" type="pres">
      <dgm:prSet presAssocID="{C2AF1489-8F23-4AA5-9BFD-E09911D7680A}" presName="Name111" presStyleLbl="parChTrans1D4" presStyleIdx="1" presStyleCnt="7"/>
      <dgm:spPr/>
      <dgm:t>
        <a:bodyPr/>
        <a:lstStyle/>
        <a:p>
          <a:endParaRPr lang="en-GB"/>
        </a:p>
      </dgm:t>
    </dgm:pt>
    <dgm:pt modelId="{490AE3DD-5150-4A51-BD3F-A65E8FBB78B9}" type="pres">
      <dgm:prSet presAssocID="{5C88BE6A-DE97-4DE8-8E17-189C1EDDEBB5}" presName="hierRoot3" presStyleCnt="0">
        <dgm:presLayoutVars>
          <dgm:hierBranch val="init"/>
        </dgm:presLayoutVars>
      </dgm:prSet>
      <dgm:spPr/>
    </dgm:pt>
    <dgm:pt modelId="{48F68F68-1195-4723-AC06-F5EA4E1CE8B3}" type="pres">
      <dgm:prSet presAssocID="{5C88BE6A-DE97-4DE8-8E17-189C1EDDEBB5}" presName="rootComposite3" presStyleCnt="0"/>
      <dgm:spPr/>
    </dgm:pt>
    <dgm:pt modelId="{442E3B4B-54B1-4C98-B6EF-2013D5361915}" type="pres">
      <dgm:prSet presAssocID="{5C88BE6A-DE97-4DE8-8E17-189C1EDDEBB5}" presName="rootText3" presStyleLbl="asst3" presStyleIdx="1" presStyleCnt="7" custScaleX="196482" custScaleY="95695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585CFBD8-BEAD-4EA6-81B3-70F7E7558B6C}" type="pres">
      <dgm:prSet presAssocID="{5C88BE6A-DE97-4DE8-8E17-189C1EDDEBB5}" presName="rootConnector3" presStyleLbl="asst3" presStyleIdx="1" presStyleCnt="7"/>
      <dgm:spPr/>
      <dgm:t>
        <a:bodyPr/>
        <a:lstStyle/>
        <a:p>
          <a:endParaRPr lang="en-GB"/>
        </a:p>
      </dgm:t>
    </dgm:pt>
    <dgm:pt modelId="{7EB6D1C3-BC07-4893-8291-E9334ADC08DE}" type="pres">
      <dgm:prSet presAssocID="{5C88BE6A-DE97-4DE8-8E17-189C1EDDEBB5}" presName="hierChild6" presStyleCnt="0"/>
      <dgm:spPr/>
    </dgm:pt>
    <dgm:pt modelId="{AFD858CA-F0A3-4D5E-A0A9-DA8649C9E6D8}" type="pres">
      <dgm:prSet presAssocID="{5C88BE6A-DE97-4DE8-8E17-189C1EDDEBB5}" presName="hierChild7" presStyleCnt="0"/>
      <dgm:spPr/>
    </dgm:pt>
    <dgm:pt modelId="{72419F9D-8C3F-4D46-BCB6-0041B4E56988}" type="pres">
      <dgm:prSet presAssocID="{2AC52903-680C-4617-B5C2-86CFC0B1CC3E}" presName="Name111" presStyleLbl="parChTrans1D4" presStyleIdx="2" presStyleCnt="7"/>
      <dgm:spPr/>
      <dgm:t>
        <a:bodyPr/>
        <a:lstStyle/>
        <a:p>
          <a:endParaRPr lang="en-GB"/>
        </a:p>
      </dgm:t>
    </dgm:pt>
    <dgm:pt modelId="{11FDF3DE-4121-48A8-BEEE-0306ACD45432}" type="pres">
      <dgm:prSet presAssocID="{6B7AAC6F-9EC6-42B8-9995-3E8635FC054D}" presName="hierRoot3" presStyleCnt="0">
        <dgm:presLayoutVars>
          <dgm:hierBranch val="init"/>
        </dgm:presLayoutVars>
      </dgm:prSet>
      <dgm:spPr/>
    </dgm:pt>
    <dgm:pt modelId="{DC90D4CB-100A-49A5-AC69-EE5243229DF9}" type="pres">
      <dgm:prSet presAssocID="{6B7AAC6F-9EC6-42B8-9995-3E8635FC054D}" presName="rootComposite3" presStyleCnt="0"/>
      <dgm:spPr/>
    </dgm:pt>
    <dgm:pt modelId="{F64FE54A-667A-43D2-9CBB-91EB8E3E401B}" type="pres">
      <dgm:prSet presAssocID="{6B7AAC6F-9EC6-42B8-9995-3E8635FC054D}" presName="rootText3" presStyleLbl="asst3" presStyleIdx="2" presStyleCnt="7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513396BB-81F7-408E-A04B-B47919DC1BCD}" type="pres">
      <dgm:prSet presAssocID="{6B7AAC6F-9EC6-42B8-9995-3E8635FC054D}" presName="rootConnector3" presStyleLbl="asst3" presStyleIdx="2" presStyleCnt="7"/>
      <dgm:spPr/>
      <dgm:t>
        <a:bodyPr/>
        <a:lstStyle/>
        <a:p>
          <a:endParaRPr lang="en-GB"/>
        </a:p>
      </dgm:t>
    </dgm:pt>
    <dgm:pt modelId="{2AC9D5D4-1C18-4B1E-B443-D55160AC8D8C}" type="pres">
      <dgm:prSet presAssocID="{6B7AAC6F-9EC6-42B8-9995-3E8635FC054D}" presName="hierChild6" presStyleCnt="0"/>
      <dgm:spPr/>
    </dgm:pt>
    <dgm:pt modelId="{0F3F1D23-34FB-4C0D-B282-1E5B63C68384}" type="pres">
      <dgm:prSet presAssocID="{6B7AAC6F-9EC6-42B8-9995-3E8635FC054D}" presName="hierChild7" presStyleCnt="0"/>
      <dgm:spPr/>
    </dgm:pt>
    <dgm:pt modelId="{3A7A59D2-28E6-416A-975D-8C235827AC64}" type="pres">
      <dgm:prSet presAssocID="{D6F2FEAB-4666-41B7-BE11-932271B6DAFC}" presName="Name111" presStyleLbl="parChTrans1D4" presStyleIdx="3" presStyleCnt="7"/>
      <dgm:spPr/>
      <dgm:t>
        <a:bodyPr/>
        <a:lstStyle/>
        <a:p>
          <a:endParaRPr lang="en-GB"/>
        </a:p>
      </dgm:t>
    </dgm:pt>
    <dgm:pt modelId="{A3E1E9C7-33EC-4199-8A41-EF67089ACE63}" type="pres">
      <dgm:prSet presAssocID="{D92802B8-565F-493C-9709-C9F99AE07180}" presName="hierRoot3" presStyleCnt="0">
        <dgm:presLayoutVars>
          <dgm:hierBranch val="init"/>
        </dgm:presLayoutVars>
      </dgm:prSet>
      <dgm:spPr/>
    </dgm:pt>
    <dgm:pt modelId="{94542C23-B548-4016-96FF-D1F122FB4269}" type="pres">
      <dgm:prSet presAssocID="{D92802B8-565F-493C-9709-C9F99AE07180}" presName="rootComposite3" presStyleCnt="0"/>
      <dgm:spPr/>
    </dgm:pt>
    <dgm:pt modelId="{C4FBF0F1-1EF9-45AE-BBD8-340A477F7155}" type="pres">
      <dgm:prSet presAssocID="{D92802B8-565F-493C-9709-C9F99AE07180}" presName="rootText3" presStyleLbl="asst3" presStyleIdx="3" presStyleCnt="7" custScaleY="118123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BE46B2F6-CFD6-4CD8-89C7-60D54CAF6E92}" type="pres">
      <dgm:prSet presAssocID="{D92802B8-565F-493C-9709-C9F99AE07180}" presName="rootConnector3" presStyleLbl="asst3" presStyleIdx="3" presStyleCnt="7"/>
      <dgm:spPr/>
      <dgm:t>
        <a:bodyPr/>
        <a:lstStyle/>
        <a:p>
          <a:endParaRPr lang="en-GB"/>
        </a:p>
      </dgm:t>
    </dgm:pt>
    <dgm:pt modelId="{E1CEA2C4-EFBA-4582-97AA-12312FF57607}" type="pres">
      <dgm:prSet presAssocID="{D92802B8-565F-493C-9709-C9F99AE07180}" presName="hierChild6" presStyleCnt="0"/>
      <dgm:spPr/>
    </dgm:pt>
    <dgm:pt modelId="{2A31ABAF-8040-44C9-8D0D-7BACE5085BE3}" type="pres">
      <dgm:prSet presAssocID="{D92802B8-565F-493C-9709-C9F99AE07180}" presName="hierChild7" presStyleCnt="0"/>
      <dgm:spPr/>
    </dgm:pt>
    <dgm:pt modelId="{BECB0F4A-D442-456C-9309-F3A14ECCBB07}" type="pres">
      <dgm:prSet presAssocID="{B714FA65-F893-4049-B099-B7274C9C4FE9}" presName="Name111" presStyleLbl="parChTrans1D4" presStyleIdx="4" presStyleCnt="7"/>
      <dgm:spPr/>
      <dgm:t>
        <a:bodyPr/>
        <a:lstStyle/>
        <a:p>
          <a:endParaRPr lang="en-GB"/>
        </a:p>
      </dgm:t>
    </dgm:pt>
    <dgm:pt modelId="{037C4F36-8879-40A9-9DEE-2B9FD9900173}" type="pres">
      <dgm:prSet presAssocID="{2272B711-6BDE-4D2C-A169-4DA71354F2E0}" presName="hierRoot3" presStyleCnt="0">
        <dgm:presLayoutVars>
          <dgm:hierBranch val="init"/>
        </dgm:presLayoutVars>
      </dgm:prSet>
      <dgm:spPr/>
    </dgm:pt>
    <dgm:pt modelId="{67256BA8-EF7E-4AA2-BD18-2B77FEF6F3CC}" type="pres">
      <dgm:prSet presAssocID="{2272B711-6BDE-4D2C-A169-4DA71354F2E0}" presName="rootComposite3" presStyleCnt="0"/>
      <dgm:spPr/>
    </dgm:pt>
    <dgm:pt modelId="{C0720716-3A0A-4C3A-A4D6-95204C97A515}" type="pres">
      <dgm:prSet presAssocID="{2272B711-6BDE-4D2C-A169-4DA71354F2E0}" presName="rootText3" presStyleLbl="asst3" presStyleIdx="4" presStyleCnt="7" custLinFactNeighborX="-5443" custLinFactNeighborY="2176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5C5B3173-7DB3-4A16-88AD-28D813A136C9}" type="pres">
      <dgm:prSet presAssocID="{2272B711-6BDE-4D2C-A169-4DA71354F2E0}" presName="rootConnector3" presStyleLbl="asst3" presStyleIdx="4" presStyleCnt="7"/>
      <dgm:spPr/>
      <dgm:t>
        <a:bodyPr/>
        <a:lstStyle/>
        <a:p>
          <a:endParaRPr lang="en-GB"/>
        </a:p>
      </dgm:t>
    </dgm:pt>
    <dgm:pt modelId="{10016508-67C8-4C40-9830-5C9338A51482}" type="pres">
      <dgm:prSet presAssocID="{2272B711-6BDE-4D2C-A169-4DA71354F2E0}" presName="hierChild6" presStyleCnt="0"/>
      <dgm:spPr/>
    </dgm:pt>
    <dgm:pt modelId="{30A0056C-9516-41BB-A004-FD554C3977D9}" type="pres">
      <dgm:prSet presAssocID="{2272B711-6BDE-4D2C-A169-4DA71354F2E0}" presName="hierChild7" presStyleCnt="0"/>
      <dgm:spPr/>
    </dgm:pt>
    <dgm:pt modelId="{DFAFEE86-D959-4292-8B06-91B6DE195969}" type="pres">
      <dgm:prSet presAssocID="{03B36325-F7FE-4C8C-90B5-C5E9BB30C614}" presName="Name111" presStyleLbl="parChTrans1D4" presStyleIdx="5" presStyleCnt="7"/>
      <dgm:spPr/>
      <dgm:t>
        <a:bodyPr/>
        <a:lstStyle/>
        <a:p>
          <a:endParaRPr lang="en-GB"/>
        </a:p>
      </dgm:t>
    </dgm:pt>
    <dgm:pt modelId="{311FFFCF-652C-485D-8BD3-31982405FC68}" type="pres">
      <dgm:prSet presAssocID="{5AA1BF7B-37D9-4741-8B41-C70B584AAF2B}" presName="hierRoot3" presStyleCnt="0">
        <dgm:presLayoutVars>
          <dgm:hierBranch val="init"/>
        </dgm:presLayoutVars>
      </dgm:prSet>
      <dgm:spPr/>
    </dgm:pt>
    <dgm:pt modelId="{81BA999E-8107-45BB-BF04-6B8475C73B90}" type="pres">
      <dgm:prSet presAssocID="{5AA1BF7B-37D9-4741-8B41-C70B584AAF2B}" presName="rootComposite3" presStyleCnt="0"/>
      <dgm:spPr/>
    </dgm:pt>
    <dgm:pt modelId="{DBF62A3A-D461-4333-9F9C-2FAEC3155060}" type="pres">
      <dgm:prSet presAssocID="{5AA1BF7B-37D9-4741-8B41-C70B584AAF2B}" presName="rootText3" presStyleLbl="asst3" presStyleIdx="5" presStyleCnt="7" custLinFactNeighborX="10349" custLinFactNeighborY="2176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08536AD4-D7C5-4A92-919C-9D76021B592C}" type="pres">
      <dgm:prSet presAssocID="{5AA1BF7B-37D9-4741-8B41-C70B584AAF2B}" presName="rootConnector3" presStyleLbl="asst3" presStyleIdx="5" presStyleCnt="7"/>
      <dgm:spPr/>
      <dgm:t>
        <a:bodyPr/>
        <a:lstStyle/>
        <a:p>
          <a:endParaRPr lang="en-GB"/>
        </a:p>
      </dgm:t>
    </dgm:pt>
    <dgm:pt modelId="{DB76EC2A-AA9C-4B9E-8149-37FE94D9CF74}" type="pres">
      <dgm:prSet presAssocID="{5AA1BF7B-37D9-4741-8B41-C70B584AAF2B}" presName="hierChild6" presStyleCnt="0"/>
      <dgm:spPr/>
    </dgm:pt>
    <dgm:pt modelId="{1A0D1FCC-5ADB-431D-BC41-5500605C1FF5}" type="pres">
      <dgm:prSet presAssocID="{5AA1BF7B-37D9-4741-8B41-C70B584AAF2B}" presName="hierChild7" presStyleCnt="0"/>
      <dgm:spPr/>
    </dgm:pt>
    <dgm:pt modelId="{C6B3D2F0-E62B-4300-96EE-99AFE8C16C26}" type="pres">
      <dgm:prSet presAssocID="{5F9ADB59-43EF-40EE-9BFC-074DA13DEBD1}" presName="Name111" presStyleLbl="parChTrans1D4" presStyleIdx="6" presStyleCnt="7"/>
      <dgm:spPr/>
      <dgm:t>
        <a:bodyPr/>
        <a:lstStyle/>
        <a:p>
          <a:endParaRPr lang="en-GB"/>
        </a:p>
      </dgm:t>
    </dgm:pt>
    <dgm:pt modelId="{555099C0-611F-4F7D-AA8B-B8ACDDBA1328}" type="pres">
      <dgm:prSet presAssocID="{5725B716-7146-46AA-9F58-BCAB6029B177}" presName="hierRoot3" presStyleCnt="0">
        <dgm:presLayoutVars>
          <dgm:hierBranch val="init"/>
        </dgm:presLayoutVars>
      </dgm:prSet>
      <dgm:spPr/>
    </dgm:pt>
    <dgm:pt modelId="{8FB2DBA5-34AA-4185-86BE-6B346787E6B2}" type="pres">
      <dgm:prSet presAssocID="{5725B716-7146-46AA-9F58-BCAB6029B177}" presName="rootComposite3" presStyleCnt="0"/>
      <dgm:spPr/>
    </dgm:pt>
    <dgm:pt modelId="{F2084C51-F5B4-40EE-B911-3CAE726C170F}" type="pres">
      <dgm:prSet presAssocID="{5725B716-7146-46AA-9F58-BCAB6029B177}" presName="rootText3" presStyleLbl="asst3" presStyleIdx="6" presStyleCnt="7" custLinFactNeighborX="-829" custLinFactNeighborY="-18246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70A7E2CA-9FA5-4B5F-88F7-1F3906C8D796}" type="pres">
      <dgm:prSet presAssocID="{5725B716-7146-46AA-9F58-BCAB6029B177}" presName="rootConnector3" presStyleLbl="asst3" presStyleIdx="6" presStyleCnt="7"/>
      <dgm:spPr/>
      <dgm:t>
        <a:bodyPr/>
        <a:lstStyle/>
        <a:p>
          <a:endParaRPr lang="en-GB"/>
        </a:p>
      </dgm:t>
    </dgm:pt>
    <dgm:pt modelId="{E2208F7D-DFD7-4EBC-B842-EE606169450F}" type="pres">
      <dgm:prSet presAssocID="{5725B716-7146-46AA-9F58-BCAB6029B177}" presName="hierChild6" presStyleCnt="0"/>
      <dgm:spPr/>
    </dgm:pt>
    <dgm:pt modelId="{D5A0D9C9-080C-4D23-819A-578937008930}" type="pres">
      <dgm:prSet presAssocID="{5725B716-7146-46AA-9F58-BCAB6029B177}" presName="hierChild7" presStyleCnt="0"/>
      <dgm:spPr/>
    </dgm:pt>
    <dgm:pt modelId="{04258765-A4B9-4826-ACE8-D7475D2B92CA}" type="pres">
      <dgm:prSet presAssocID="{D53495D6-624F-438B-90CA-71C2D76D3BAB}" presName="hierChild5" presStyleCnt="0"/>
      <dgm:spPr/>
    </dgm:pt>
    <dgm:pt modelId="{C3182FF0-66A6-43C1-AB3B-BEE22AEB52BD}" type="pres">
      <dgm:prSet presAssocID="{4F39A234-E1DF-461D-8A70-1C1473D519DC}" presName="Name37" presStyleLbl="parChTrans1D2" presStyleIdx="1" presStyleCnt="2"/>
      <dgm:spPr/>
      <dgm:t>
        <a:bodyPr/>
        <a:lstStyle/>
        <a:p>
          <a:endParaRPr lang="en-GB"/>
        </a:p>
      </dgm:t>
    </dgm:pt>
    <dgm:pt modelId="{48EDAD77-D619-43DC-8EE5-905F35613A30}" type="pres">
      <dgm:prSet presAssocID="{0FEB5DE2-CAB9-4950-B8E5-8B416A3745DF}" presName="hierRoot2" presStyleCnt="0">
        <dgm:presLayoutVars>
          <dgm:hierBranch val="init"/>
        </dgm:presLayoutVars>
      </dgm:prSet>
      <dgm:spPr/>
    </dgm:pt>
    <dgm:pt modelId="{D70CF7C6-62B5-42D2-84DC-3E19C53E7B27}" type="pres">
      <dgm:prSet presAssocID="{0FEB5DE2-CAB9-4950-B8E5-8B416A3745DF}" presName="rootComposite" presStyleCnt="0"/>
      <dgm:spPr/>
    </dgm:pt>
    <dgm:pt modelId="{D2D6CC69-27C1-46E3-8AF1-1964B6E64A01}" type="pres">
      <dgm:prSet presAssocID="{0FEB5DE2-CAB9-4950-B8E5-8B416A3745DF}" presName="rootText" presStyleLbl="node2" presStyleIdx="1" presStyleCnt="2" custScaleY="54122" custLinFactNeighborY="31521">
        <dgm:presLayoutVars>
          <dgm:chPref val="3"/>
        </dgm:presLayoutVars>
      </dgm:prSet>
      <dgm:spPr/>
      <dgm:t>
        <a:bodyPr/>
        <a:lstStyle/>
        <a:p>
          <a:pPr rtl="1"/>
          <a:endParaRPr lang="he-IL"/>
        </a:p>
      </dgm:t>
    </dgm:pt>
    <dgm:pt modelId="{51FBEC10-1DC3-4DCE-A59E-222D89650491}" type="pres">
      <dgm:prSet presAssocID="{0FEB5DE2-CAB9-4950-B8E5-8B416A3745DF}" presName="rootConnector" presStyleLbl="node2" presStyleIdx="1" presStyleCnt="2"/>
      <dgm:spPr/>
      <dgm:t>
        <a:bodyPr/>
        <a:lstStyle/>
        <a:p>
          <a:endParaRPr lang="en-GB"/>
        </a:p>
      </dgm:t>
    </dgm:pt>
    <dgm:pt modelId="{4E5B5B21-9339-4F58-98FD-0063D591BAA8}" type="pres">
      <dgm:prSet presAssocID="{0FEB5DE2-CAB9-4950-B8E5-8B416A3745DF}" presName="hierChild4" presStyleCnt="0"/>
      <dgm:spPr/>
    </dgm:pt>
    <dgm:pt modelId="{30658367-D41F-49D7-B81E-8B3DE27E185C}" type="pres">
      <dgm:prSet presAssocID="{0FEB5DE2-CAB9-4950-B8E5-8B416A3745DF}" presName="hierChild5" presStyleCnt="0"/>
      <dgm:spPr/>
    </dgm:pt>
    <dgm:pt modelId="{F9B7DD6B-6DFB-4F1B-86FC-B31F5D4E7D6E}" type="pres">
      <dgm:prSet presAssocID="{DD46BFC6-905E-44A8-AFC6-F43A399C6ADB}" presName="hierChild3" presStyleCnt="0"/>
      <dgm:spPr/>
    </dgm:pt>
  </dgm:ptLst>
  <dgm:cxnLst>
    <dgm:cxn modelId="{646C7AFC-9A32-4F46-A655-97C949932C1C}" srcId="{DD46BFC6-905E-44A8-AFC6-F43A399C6ADB}" destId="{D53495D6-624F-438B-90CA-71C2D76D3BAB}" srcOrd="0" destOrd="0" parTransId="{9A9870D4-0809-405A-ACA3-4B35DE22F174}" sibTransId="{24B98719-B791-4928-9949-AE1EE069F5E7}"/>
    <dgm:cxn modelId="{804ECD3F-0791-4E97-9B6B-DEF139A079CC}" srcId="{D92802B8-565F-493C-9709-C9F99AE07180}" destId="{5AA1BF7B-37D9-4741-8B41-C70B584AAF2B}" srcOrd="1" destOrd="0" parTransId="{03B36325-F7FE-4C8C-90B5-C5E9BB30C614}" sibTransId="{1D60EAAE-96A3-4575-B2E7-D9F51150E079}"/>
    <dgm:cxn modelId="{F3F59783-EDF7-4EA6-A910-42FC77C619AD}" type="presOf" srcId="{03B36325-F7FE-4C8C-90B5-C5E9BB30C614}" destId="{DFAFEE86-D959-4292-8B06-91B6DE195969}" srcOrd="0" destOrd="0" presId="urn:microsoft.com/office/officeart/2005/8/layout/orgChart1"/>
    <dgm:cxn modelId="{AFF8CC53-8E9A-43F2-9919-865D764D808C}" type="presOf" srcId="{D53495D6-624F-438B-90CA-71C2D76D3BAB}" destId="{9AA86E40-E6A8-4A95-AEC3-0E574E8812E9}" srcOrd="1" destOrd="0" presId="urn:microsoft.com/office/officeart/2005/8/layout/orgChart1"/>
    <dgm:cxn modelId="{17BD369E-C88C-47B0-AF1F-D3D50F6863F0}" type="presOf" srcId="{5C88BE6A-DE97-4DE8-8E17-189C1EDDEBB5}" destId="{442E3B4B-54B1-4C98-B6EF-2013D5361915}" srcOrd="0" destOrd="0" presId="urn:microsoft.com/office/officeart/2005/8/layout/orgChart1"/>
    <dgm:cxn modelId="{9E2953A9-06E0-4683-9C9F-0EBBE1151BAF}" type="presOf" srcId="{4F39A234-E1DF-461D-8A70-1C1473D519DC}" destId="{C3182FF0-66A6-43C1-AB3B-BEE22AEB52BD}" srcOrd="0" destOrd="0" presId="urn:microsoft.com/office/officeart/2005/8/layout/orgChart1"/>
    <dgm:cxn modelId="{8F20DF76-3596-49BA-AB62-50F2868480CF}" type="presOf" srcId="{D92802B8-565F-493C-9709-C9F99AE07180}" destId="{C4FBF0F1-1EF9-45AE-BBD8-340A477F7155}" srcOrd="0" destOrd="0" presId="urn:microsoft.com/office/officeart/2005/8/layout/orgChart1"/>
    <dgm:cxn modelId="{F7D72052-72BA-49F7-BCD8-C2E0D4316CDD}" type="presOf" srcId="{5C88BE6A-DE97-4DE8-8E17-189C1EDDEBB5}" destId="{585CFBD8-BEAD-4EA6-81B3-70F7E7558B6C}" srcOrd="1" destOrd="0" presId="urn:microsoft.com/office/officeart/2005/8/layout/orgChart1"/>
    <dgm:cxn modelId="{B3B0359D-732B-4063-B8A2-D641500C1BEC}" type="presOf" srcId="{1495DD7C-8C7D-440F-B367-557D6FB942DA}" destId="{A76E323C-0D7F-4D0A-A761-BC5CF3E0E152}" srcOrd="0" destOrd="0" presId="urn:microsoft.com/office/officeart/2005/8/layout/orgChart1"/>
    <dgm:cxn modelId="{A9BE8DF5-9E8A-47F8-BCBA-3F9B5D3BDD31}" type="presOf" srcId="{5AA1BF7B-37D9-4741-8B41-C70B584AAF2B}" destId="{08536AD4-D7C5-4A92-919C-9D76021B592C}" srcOrd="1" destOrd="0" presId="urn:microsoft.com/office/officeart/2005/8/layout/orgChart1"/>
    <dgm:cxn modelId="{02184F21-3E8C-4931-8BB8-0124B686D751}" srcId="{D92802B8-565F-493C-9709-C9F99AE07180}" destId="{5725B716-7146-46AA-9F58-BCAB6029B177}" srcOrd="2" destOrd="0" parTransId="{5F9ADB59-43EF-40EE-9BFC-074DA13DEBD1}" sibTransId="{CB0E3446-5D0A-452A-B571-2C66715B963B}"/>
    <dgm:cxn modelId="{1A296E09-5A1E-4BC6-929B-108BB5C411B0}" type="presOf" srcId="{D53495D6-624F-438B-90CA-71C2D76D3BAB}" destId="{761B89A8-F0B3-4FE3-8CE4-E2FB0FEF5331}" srcOrd="0" destOrd="0" presId="urn:microsoft.com/office/officeart/2005/8/layout/orgChart1"/>
    <dgm:cxn modelId="{645FE3A5-77DD-4BB0-9CC0-577B506C05EC}" type="presOf" srcId="{5725B716-7146-46AA-9F58-BCAB6029B177}" destId="{70A7E2CA-9FA5-4B5F-88F7-1F3906C8D796}" srcOrd="1" destOrd="0" presId="urn:microsoft.com/office/officeart/2005/8/layout/orgChart1"/>
    <dgm:cxn modelId="{9AB5147C-E83A-4ECD-A98F-C34C4E4CD049}" type="presOf" srcId="{D6F2FEAB-4666-41B7-BE11-932271B6DAFC}" destId="{3A7A59D2-28E6-416A-975D-8C235827AC64}" srcOrd="0" destOrd="0" presId="urn:microsoft.com/office/officeart/2005/8/layout/orgChart1"/>
    <dgm:cxn modelId="{1A86AFFD-6D57-42CB-B4AD-DB8B77A0CA0C}" type="presOf" srcId="{2AC52903-680C-4617-B5C2-86CFC0B1CC3E}" destId="{72419F9D-8C3F-4D46-BCB6-0041B4E56988}" srcOrd="0" destOrd="0" presId="urn:microsoft.com/office/officeart/2005/8/layout/orgChart1"/>
    <dgm:cxn modelId="{B84B06C6-0C01-4E83-AA3F-CF3C058F5A00}" srcId="{D92802B8-565F-493C-9709-C9F99AE07180}" destId="{2272B711-6BDE-4D2C-A169-4DA71354F2E0}" srcOrd="0" destOrd="0" parTransId="{B714FA65-F893-4049-B099-B7274C9C4FE9}" sibTransId="{FCA9FE03-5374-4A78-BB6E-BCE1CC1B8E06}"/>
    <dgm:cxn modelId="{0A7CEF63-828F-4FCF-8C9C-718D9FE6FF96}" srcId="{D53495D6-624F-438B-90CA-71C2D76D3BAB}" destId="{C21EF3D2-37C8-4824-A07C-4FF1A51E72A4}" srcOrd="0" destOrd="0" parTransId="{283E95CD-5F2D-4C7F-8CD1-A442ACD766C4}" sibTransId="{08DF26EF-F171-44EC-B2A1-18B6A9339822}"/>
    <dgm:cxn modelId="{7799DD1E-8022-4695-ABB8-29AAEFB6F6C9}" type="presOf" srcId="{0FEB5DE2-CAB9-4950-B8E5-8B416A3745DF}" destId="{D2D6CC69-27C1-46E3-8AF1-1964B6E64A01}" srcOrd="0" destOrd="0" presId="urn:microsoft.com/office/officeart/2005/8/layout/orgChart1"/>
    <dgm:cxn modelId="{BD7F560C-C57A-4B37-9EFF-6F3549F0FB1E}" type="presOf" srcId="{9A9870D4-0809-405A-ACA3-4B35DE22F174}" destId="{99326FD0-6D73-45D6-9A11-38B462FBDA62}" srcOrd="0" destOrd="0" presId="urn:microsoft.com/office/officeart/2005/8/layout/orgChart1"/>
    <dgm:cxn modelId="{9E8B60A5-6B57-4B93-A328-F7B0E3C00AE5}" type="presOf" srcId="{FA229EAA-61B0-49CA-A1BA-F5FE8D9FB390}" destId="{DD4975D4-7C43-4443-9ED0-CE549B309C22}" srcOrd="1" destOrd="0" presId="urn:microsoft.com/office/officeart/2005/8/layout/orgChart1"/>
    <dgm:cxn modelId="{BB2723E4-943D-45F1-B31D-0F47983386B0}" type="presOf" srcId="{2272B711-6BDE-4D2C-A169-4DA71354F2E0}" destId="{C0720716-3A0A-4C3A-A4D6-95204C97A515}" srcOrd="0" destOrd="0" presId="urn:microsoft.com/office/officeart/2005/8/layout/orgChart1"/>
    <dgm:cxn modelId="{CD627279-A017-4D0D-94B1-CFC69EEC0D82}" type="presOf" srcId="{0FEB5DE2-CAB9-4950-B8E5-8B416A3745DF}" destId="{51FBEC10-1DC3-4DCE-A59E-222D89650491}" srcOrd="1" destOrd="0" presId="urn:microsoft.com/office/officeart/2005/8/layout/orgChart1"/>
    <dgm:cxn modelId="{4046B7C2-6489-48AE-9D66-71B89186B222}" srcId="{C21EF3D2-37C8-4824-A07C-4FF1A51E72A4}" destId="{D92802B8-565F-493C-9709-C9F99AE07180}" srcOrd="1" destOrd="0" parTransId="{D6F2FEAB-4666-41B7-BE11-932271B6DAFC}" sibTransId="{FF02D6B2-9FD2-4B8C-B43B-44B4DD120ECA}"/>
    <dgm:cxn modelId="{9D4B5E77-455E-4873-803B-5C81F5E85A1F}" type="presOf" srcId="{142F1B60-0F45-47BB-9331-6F15A195B3D8}" destId="{B0105059-65F8-479F-B757-1E1CEF1F0C0F}" srcOrd="0" destOrd="0" presId="urn:microsoft.com/office/officeart/2005/8/layout/orgChart1"/>
    <dgm:cxn modelId="{582A7359-D629-42D0-BDD7-359CD17E4951}" type="presOf" srcId="{6B7AAC6F-9EC6-42B8-9995-3E8635FC054D}" destId="{F64FE54A-667A-43D2-9CBB-91EB8E3E401B}" srcOrd="0" destOrd="0" presId="urn:microsoft.com/office/officeart/2005/8/layout/orgChart1"/>
    <dgm:cxn modelId="{6F9A35C4-46FB-443C-A76A-0A544BD57FCD}" type="presOf" srcId="{FA229EAA-61B0-49CA-A1BA-F5FE8D9FB390}" destId="{BA8348FD-FC43-41F5-B089-BDE6BDB98CCC}" srcOrd="0" destOrd="0" presId="urn:microsoft.com/office/officeart/2005/8/layout/orgChart1"/>
    <dgm:cxn modelId="{D557C35B-E0F2-4E46-9D22-6159CC684C67}" srcId="{C21EF3D2-37C8-4824-A07C-4FF1A51E72A4}" destId="{FA229EAA-61B0-49CA-A1BA-F5FE8D9FB390}" srcOrd="0" destOrd="0" parTransId="{142F1B60-0F45-47BB-9331-6F15A195B3D8}" sibTransId="{8800F8F0-0E9D-4F83-9E2A-A3874BFCDA8A}"/>
    <dgm:cxn modelId="{E6146B9D-C7A0-4117-A227-2FD45CA4892E}" type="presOf" srcId="{5AA1BF7B-37D9-4741-8B41-C70B584AAF2B}" destId="{DBF62A3A-D461-4333-9F9C-2FAEC3155060}" srcOrd="0" destOrd="0" presId="urn:microsoft.com/office/officeart/2005/8/layout/orgChart1"/>
    <dgm:cxn modelId="{81F7B17C-D4FF-4C4B-A6B4-96DA684FA3AD}" type="presOf" srcId="{B714FA65-F893-4049-B099-B7274C9C4FE9}" destId="{BECB0F4A-D442-456C-9309-F3A14ECCBB07}" srcOrd="0" destOrd="0" presId="urn:microsoft.com/office/officeart/2005/8/layout/orgChart1"/>
    <dgm:cxn modelId="{821DB434-C5B3-431E-A1C2-027168351B8A}" type="presOf" srcId="{D92802B8-565F-493C-9709-C9F99AE07180}" destId="{BE46B2F6-CFD6-4CD8-89C7-60D54CAF6E92}" srcOrd="1" destOrd="0" presId="urn:microsoft.com/office/officeart/2005/8/layout/orgChart1"/>
    <dgm:cxn modelId="{6F59451B-003A-4A9F-B937-39F66BFC6F40}" type="presOf" srcId="{C2AF1489-8F23-4AA5-9BFD-E09911D7680A}" destId="{91B27F36-09A2-4625-8B2E-D42C6D68946D}" srcOrd="0" destOrd="0" presId="urn:microsoft.com/office/officeart/2005/8/layout/orgChart1"/>
    <dgm:cxn modelId="{2C38460F-A5CC-4992-897B-A369C811337A}" type="presOf" srcId="{C21EF3D2-37C8-4824-A07C-4FF1A51E72A4}" destId="{8B52E768-65B0-4132-B97B-B3A32F30FA98}" srcOrd="1" destOrd="0" presId="urn:microsoft.com/office/officeart/2005/8/layout/orgChart1"/>
    <dgm:cxn modelId="{9B71CD17-C77D-4F49-9892-9F1B0004E246}" type="presOf" srcId="{6B7AAC6F-9EC6-42B8-9995-3E8635FC054D}" destId="{513396BB-81F7-408E-A04B-B47919DC1BCD}" srcOrd="1" destOrd="0" presId="urn:microsoft.com/office/officeart/2005/8/layout/orgChart1"/>
    <dgm:cxn modelId="{96A18974-555D-420A-9B21-A0ED24FEF941}" type="presOf" srcId="{DD46BFC6-905E-44A8-AFC6-F43A399C6ADB}" destId="{BB0B77D6-9490-4D88-9915-7E995A0B7360}" srcOrd="0" destOrd="0" presId="urn:microsoft.com/office/officeart/2005/8/layout/orgChart1"/>
    <dgm:cxn modelId="{2EA75840-317A-42BE-998F-B56BACD98CB3}" type="presOf" srcId="{DD46BFC6-905E-44A8-AFC6-F43A399C6ADB}" destId="{E06AC0CE-FDF1-4A6D-8D83-C309B71BA4F1}" srcOrd="1" destOrd="0" presId="urn:microsoft.com/office/officeart/2005/8/layout/orgChart1"/>
    <dgm:cxn modelId="{938F1D2F-8C9D-4957-909F-75828F1A71A4}" type="presOf" srcId="{5725B716-7146-46AA-9F58-BCAB6029B177}" destId="{F2084C51-F5B4-40EE-B911-3CAE726C170F}" srcOrd="0" destOrd="0" presId="urn:microsoft.com/office/officeart/2005/8/layout/orgChart1"/>
    <dgm:cxn modelId="{67B71133-3FCE-44C4-A9DA-3A920985DA31}" srcId="{1495DD7C-8C7D-440F-B367-557D6FB942DA}" destId="{DD46BFC6-905E-44A8-AFC6-F43A399C6ADB}" srcOrd="0" destOrd="0" parTransId="{72C2DBF3-F4F3-44B4-A525-833C5B2FF9F7}" sibTransId="{30BF3418-7FFC-4F2C-A6A9-B182365A055F}"/>
    <dgm:cxn modelId="{B2AB4B83-E45C-4831-B5C7-EAB548AE262B}" srcId="{FA229EAA-61B0-49CA-A1BA-F5FE8D9FB390}" destId="{5C88BE6A-DE97-4DE8-8E17-189C1EDDEBB5}" srcOrd="0" destOrd="0" parTransId="{C2AF1489-8F23-4AA5-9BFD-E09911D7680A}" sibTransId="{A2A74259-0A04-4079-9689-66434FD75D5F}"/>
    <dgm:cxn modelId="{2E96D6AB-75B7-4F27-ABA4-56291DF1E3AC}" srcId="{FA229EAA-61B0-49CA-A1BA-F5FE8D9FB390}" destId="{6B7AAC6F-9EC6-42B8-9995-3E8635FC054D}" srcOrd="1" destOrd="0" parTransId="{2AC52903-680C-4617-B5C2-86CFC0B1CC3E}" sibTransId="{120BCC5A-0AA8-4AE4-A697-EAD959843B7C}"/>
    <dgm:cxn modelId="{927FAEB4-4B05-4B84-9088-DEF6641882C2}" type="presOf" srcId="{283E95CD-5F2D-4C7F-8CD1-A442ACD766C4}" destId="{8C5E67D9-3A94-4729-9603-603FF741BA97}" srcOrd="0" destOrd="0" presId="urn:microsoft.com/office/officeart/2005/8/layout/orgChart1"/>
    <dgm:cxn modelId="{98EB72AD-29A4-4294-87A6-B0DFAE7CCA9C}" type="presOf" srcId="{2272B711-6BDE-4D2C-A169-4DA71354F2E0}" destId="{5C5B3173-7DB3-4A16-88AD-28D813A136C9}" srcOrd="1" destOrd="0" presId="urn:microsoft.com/office/officeart/2005/8/layout/orgChart1"/>
    <dgm:cxn modelId="{39A70D3D-98E1-4BDE-8E22-6F98A2F47EE1}" srcId="{DD46BFC6-905E-44A8-AFC6-F43A399C6ADB}" destId="{0FEB5DE2-CAB9-4950-B8E5-8B416A3745DF}" srcOrd="1" destOrd="0" parTransId="{4F39A234-E1DF-461D-8A70-1C1473D519DC}" sibTransId="{C5713671-3889-4F77-893B-18A814C09B76}"/>
    <dgm:cxn modelId="{0BC9A8B1-A725-4388-AD35-F86E1B0ACB2F}" type="presOf" srcId="{C21EF3D2-37C8-4824-A07C-4FF1A51E72A4}" destId="{0654871A-E4E8-4A70-B000-5589E89FB905}" srcOrd="0" destOrd="0" presId="urn:microsoft.com/office/officeart/2005/8/layout/orgChart1"/>
    <dgm:cxn modelId="{FA056E70-9ABB-4F83-BD17-920F35628C87}" type="presOf" srcId="{5F9ADB59-43EF-40EE-9BFC-074DA13DEBD1}" destId="{C6B3D2F0-E62B-4300-96EE-99AFE8C16C26}" srcOrd="0" destOrd="0" presId="urn:microsoft.com/office/officeart/2005/8/layout/orgChart1"/>
    <dgm:cxn modelId="{1E09D93B-15CA-433C-A8D3-A38D253F0670}" type="presParOf" srcId="{A76E323C-0D7F-4D0A-A761-BC5CF3E0E152}" destId="{97AEF34F-8EFB-4B24-B06C-2BC6A1EA1761}" srcOrd="0" destOrd="0" presId="urn:microsoft.com/office/officeart/2005/8/layout/orgChart1"/>
    <dgm:cxn modelId="{63688A07-3931-4F6C-BC76-DB329F2BCB64}" type="presParOf" srcId="{97AEF34F-8EFB-4B24-B06C-2BC6A1EA1761}" destId="{1C998889-FEFF-4089-866A-3D73C7036E3C}" srcOrd="0" destOrd="0" presId="urn:microsoft.com/office/officeart/2005/8/layout/orgChart1"/>
    <dgm:cxn modelId="{95E62FCC-811F-44EE-93E0-9474CD2B81A8}" type="presParOf" srcId="{1C998889-FEFF-4089-866A-3D73C7036E3C}" destId="{BB0B77D6-9490-4D88-9915-7E995A0B7360}" srcOrd="0" destOrd="0" presId="urn:microsoft.com/office/officeart/2005/8/layout/orgChart1"/>
    <dgm:cxn modelId="{DE13486E-27CC-4A27-A64E-C62B35027C93}" type="presParOf" srcId="{1C998889-FEFF-4089-866A-3D73C7036E3C}" destId="{E06AC0CE-FDF1-4A6D-8D83-C309B71BA4F1}" srcOrd="1" destOrd="0" presId="urn:microsoft.com/office/officeart/2005/8/layout/orgChart1"/>
    <dgm:cxn modelId="{7F581C3C-2B89-4D7C-B7D0-F591B68B25B3}" type="presParOf" srcId="{97AEF34F-8EFB-4B24-B06C-2BC6A1EA1761}" destId="{8DE51C81-0A65-4302-9594-353B4EAC37AE}" srcOrd="1" destOrd="0" presId="urn:microsoft.com/office/officeart/2005/8/layout/orgChart1"/>
    <dgm:cxn modelId="{BFA5C886-BDBA-4562-9B81-96A21A91B412}" type="presParOf" srcId="{8DE51C81-0A65-4302-9594-353B4EAC37AE}" destId="{99326FD0-6D73-45D6-9A11-38B462FBDA62}" srcOrd="0" destOrd="0" presId="urn:microsoft.com/office/officeart/2005/8/layout/orgChart1"/>
    <dgm:cxn modelId="{A4B6834F-8943-44B1-A3A9-26CA32C748B8}" type="presParOf" srcId="{8DE51C81-0A65-4302-9594-353B4EAC37AE}" destId="{EA562FF0-B90D-45D7-87AE-6BE303493F2F}" srcOrd="1" destOrd="0" presId="urn:microsoft.com/office/officeart/2005/8/layout/orgChart1"/>
    <dgm:cxn modelId="{17BFCF00-819E-4769-8C6D-040D79C942CA}" type="presParOf" srcId="{EA562FF0-B90D-45D7-87AE-6BE303493F2F}" destId="{F96AAED3-07A9-4E42-8ADA-6A6BA4989119}" srcOrd="0" destOrd="0" presId="urn:microsoft.com/office/officeart/2005/8/layout/orgChart1"/>
    <dgm:cxn modelId="{7A8CF29E-CE3E-447B-9F4B-0B91654ECFE6}" type="presParOf" srcId="{F96AAED3-07A9-4E42-8ADA-6A6BA4989119}" destId="{761B89A8-F0B3-4FE3-8CE4-E2FB0FEF5331}" srcOrd="0" destOrd="0" presId="urn:microsoft.com/office/officeart/2005/8/layout/orgChart1"/>
    <dgm:cxn modelId="{DCEDF9B3-0803-4D2A-BFAE-7815DB8669AF}" type="presParOf" srcId="{F96AAED3-07A9-4E42-8ADA-6A6BA4989119}" destId="{9AA86E40-E6A8-4A95-AEC3-0E574E8812E9}" srcOrd="1" destOrd="0" presId="urn:microsoft.com/office/officeart/2005/8/layout/orgChart1"/>
    <dgm:cxn modelId="{511841C4-B08B-4511-8F34-9239FDEC72F5}" type="presParOf" srcId="{EA562FF0-B90D-45D7-87AE-6BE303493F2F}" destId="{5A10672C-188D-4937-A420-6951ACD9C61C}" srcOrd="1" destOrd="0" presId="urn:microsoft.com/office/officeart/2005/8/layout/orgChart1"/>
    <dgm:cxn modelId="{5A236991-825F-4FBC-BF8E-F48B85A920C2}" type="presParOf" srcId="{5A10672C-188D-4937-A420-6951ACD9C61C}" destId="{8C5E67D9-3A94-4729-9603-603FF741BA97}" srcOrd="0" destOrd="0" presId="urn:microsoft.com/office/officeart/2005/8/layout/orgChart1"/>
    <dgm:cxn modelId="{801C0A7B-9549-4346-B0CE-8B5572502C30}" type="presParOf" srcId="{5A10672C-188D-4937-A420-6951ACD9C61C}" destId="{77F4C734-5CA1-4C79-BCDB-B2E8DB16DC41}" srcOrd="1" destOrd="0" presId="urn:microsoft.com/office/officeart/2005/8/layout/orgChart1"/>
    <dgm:cxn modelId="{60EE1769-6B7F-446B-A7EC-19036AD5B7D6}" type="presParOf" srcId="{77F4C734-5CA1-4C79-BCDB-B2E8DB16DC41}" destId="{EC89B1CB-C930-47CE-AD98-D67E1FE7AD9D}" srcOrd="0" destOrd="0" presId="urn:microsoft.com/office/officeart/2005/8/layout/orgChart1"/>
    <dgm:cxn modelId="{46299809-7F8F-45E5-83EC-1CF37DC4B8D1}" type="presParOf" srcId="{EC89B1CB-C930-47CE-AD98-D67E1FE7AD9D}" destId="{0654871A-E4E8-4A70-B000-5589E89FB905}" srcOrd="0" destOrd="0" presId="urn:microsoft.com/office/officeart/2005/8/layout/orgChart1"/>
    <dgm:cxn modelId="{BBA4E627-CF40-4153-9848-E49FF552CD2B}" type="presParOf" srcId="{EC89B1CB-C930-47CE-AD98-D67E1FE7AD9D}" destId="{8B52E768-65B0-4132-B97B-B3A32F30FA98}" srcOrd="1" destOrd="0" presId="urn:microsoft.com/office/officeart/2005/8/layout/orgChart1"/>
    <dgm:cxn modelId="{C5AE330E-C630-4E71-BD92-2AFFB0438C4E}" type="presParOf" srcId="{77F4C734-5CA1-4C79-BCDB-B2E8DB16DC41}" destId="{5F1BC8A0-A073-48EF-A4BE-E31087147104}" srcOrd="1" destOrd="0" presId="urn:microsoft.com/office/officeart/2005/8/layout/orgChart1"/>
    <dgm:cxn modelId="{2CC58523-E4AB-4F5A-851A-04D6E988BE4D}" type="presParOf" srcId="{77F4C734-5CA1-4C79-BCDB-B2E8DB16DC41}" destId="{A003BBE9-EDBD-4F87-ABC2-62B5E7C433DF}" srcOrd="2" destOrd="0" presId="urn:microsoft.com/office/officeart/2005/8/layout/orgChart1"/>
    <dgm:cxn modelId="{A946BCD5-0EA8-4F75-BBD2-E695B1B6C9B1}" type="presParOf" srcId="{A003BBE9-EDBD-4F87-ABC2-62B5E7C433DF}" destId="{B0105059-65F8-479F-B757-1E1CEF1F0C0F}" srcOrd="0" destOrd="0" presId="urn:microsoft.com/office/officeart/2005/8/layout/orgChart1"/>
    <dgm:cxn modelId="{0A102C5E-1143-4EC3-AEDA-FA1883A38DD9}" type="presParOf" srcId="{A003BBE9-EDBD-4F87-ABC2-62B5E7C433DF}" destId="{7B4302C1-7A9E-4452-B344-EA3FFFF75738}" srcOrd="1" destOrd="0" presId="urn:microsoft.com/office/officeart/2005/8/layout/orgChart1"/>
    <dgm:cxn modelId="{63574A79-5133-4090-8971-BBCCCC261650}" type="presParOf" srcId="{7B4302C1-7A9E-4452-B344-EA3FFFF75738}" destId="{0AF3E8A6-7141-4D92-B81C-79ED27C328B1}" srcOrd="0" destOrd="0" presId="urn:microsoft.com/office/officeart/2005/8/layout/orgChart1"/>
    <dgm:cxn modelId="{D7B73ECF-5574-4D39-959F-FBB976AC24D2}" type="presParOf" srcId="{0AF3E8A6-7141-4D92-B81C-79ED27C328B1}" destId="{BA8348FD-FC43-41F5-B089-BDE6BDB98CCC}" srcOrd="0" destOrd="0" presId="urn:microsoft.com/office/officeart/2005/8/layout/orgChart1"/>
    <dgm:cxn modelId="{3FB9AED1-E0EC-4C3E-81F8-E64E30F03917}" type="presParOf" srcId="{0AF3E8A6-7141-4D92-B81C-79ED27C328B1}" destId="{DD4975D4-7C43-4443-9ED0-CE549B309C22}" srcOrd="1" destOrd="0" presId="urn:microsoft.com/office/officeart/2005/8/layout/orgChart1"/>
    <dgm:cxn modelId="{A20EA6B5-8BB0-43C6-B708-4D8B5097EFFF}" type="presParOf" srcId="{7B4302C1-7A9E-4452-B344-EA3FFFF75738}" destId="{462008EA-2BB2-4662-B6F7-5241691AB113}" srcOrd="1" destOrd="0" presId="urn:microsoft.com/office/officeart/2005/8/layout/orgChart1"/>
    <dgm:cxn modelId="{CB6661F4-F7DA-4ECC-A1AB-A856045AB53E}" type="presParOf" srcId="{7B4302C1-7A9E-4452-B344-EA3FFFF75738}" destId="{F7615C85-86DB-4BBB-BBB0-DAC5C9F8E90A}" srcOrd="2" destOrd="0" presId="urn:microsoft.com/office/officeart/2005/8/layout/orgChart1"/>
    <dgm:cxn modelId="{2CB4F01D-7BF5-4739-A206-9F4FFF39ABD7}" type="presParOf" srcId="{F7615C85-86DB-4BBB-BBB0-DAC5C9F8E90A}" destId="{91B27F36-09A2-4625-8B2E-D42C6D68946D}" srcOrd="0" destOrd="0" presId="urn:microsoft.com/office/officeart/2005/8/layout/orgChart1"/>
    <dgm:cxn modelId="{4BE16EBF-E804-470B-B0F3-8DEF9BC0BF18}" type="presParOf" srcId="{F7615C85-86DB-4BBB-BBB0-DAC5C9F8E90A}" destId="{490AE3DD-5150-4A51-BD3F-A65E8FBB78B9}" srcOrd="1" destOrd="0" presId="urn:microsoft.com/office/officeart/2005/8/layout/orgChart1"/>
    <dgm:cxn modelId="{29072D1B-F0CE-4815-B45A-CCE9ABA44FB7}" type="presParOf" srcId="{490AE3DD-5150-4A51-BD3F-A65E8FBB78B9}" destId="{48F68F68-1195-4723-AC06-F5EA4E1CE8B3}" srcOrd="0" destOrd="0" presId="urn:microsoft.com/office/officeart/2005/8/layout/orgChart1"/>
    <dgm:cxn modelId="{D8D96555-4816-454A-A8A6-D973B3F0157B}" type="presParOf" srcId="{48F68F68-1195-4723-AC06-F5EA4E1CE8B3}" destId="{442E3B4B-54B1-4C98-B6EF-2013D5361915}" srcOrd="0" destOrd="0" presId="urn:microsoft.com/office/officeart/2005/8/layout/orgChart1"/>
    <dgm:cxn modelId="{D1CA1563-D21D-4B37-8C70-EE8AE4E40FFB}" type="presParOf" srcId="{48F68F68-1195-4723-AC06-F5EA4E1CE8B3}" destId="{585CFBD8-BEAD-4EA6-81B3-70F7E7558B6C}" srcOrd="1" destOrd="0" presId="urn:microsoft.com/office/officeart/2005/8/layout/orgChart1"/>
    <dgm:cxn modelId="{D62CF6B2-9524-422C-BEB8-2FCD1CDBAEFC}" type="presParOf" srcId="{490AE3DD-5150-4A51-BD3F-A65E8FBB78B9}" destId="{7EB6D1C3-BC07-4893-8291-E9334ADC08DE}" srcOrd="1" destOrd="0" presId="urn:microsoft.com/office/officeart/2005/8/layout/orgChart1"/>
    <dgm:cxn modelId="{D19F3CC7-3FE5-43B1-94CA-B7B181480787}" type="presParOf" srcId="{490AE3DD-5150-4A51-BD3F-A65E8FBB78B9}" destId="{AFD858CA-F0A3-4D5E-A0A9-DA8649C9E6D8}" srcOrd="2" destOrd="0" presId="urn:microsoft.com/office/officeart/2005/8/layout/orgChart1"/>
    <dgm:cxn modelId="{4C8E1C6D-CC45-493A-8BF3-5107308D72C6}" type="presParOf" srcId="{F7615C85-86DB-4BBB-BBB0-DAC5C9F8E90A}" destId="{72419F9D-8C3F-4D46-BCB6-0041B4E56988}" srcOrd="2" destOrd="0" presId="urn:microsoft.com/office/officeart/2005/8/layout/orgChart1"/>
    <dgm:cxn modelId="{46CC2F41-3E40-4E41-A38B-D6982AC61A72}" type="presParOf" srcId="{F7615C85-86DB-4BBB-BBB0-DAC5C9F8E90A}" destId="{11FDF3DE-4121-48A8-BEEE-0306ACD45432}" srcOrd="3" destOrd="0" presId="urn:microsoft.com/office/officeart/2005/8/layout/orgChart1"/>
    <dgm:cxn modelId="{0F312AEB-8B28-4AFF-B18C-B8F244F2C923}" type="presParOf" srcId="{11FDF3DE-4121-48A8-BEEE-0306ACD45432}" destId="{DC90D4CB-100A-49A5-AC69-EE5243229DF9}" srcOrd="0" destOrd="0" presId="urn:microsoft.com/office/officeart/2005/8/layout/orgChart1"/>
    <dgm:cxn modelId="{CE789E7F-9A93-457D-8B69-786059108A95}" type="presParOf" srcId="{DC90D4CB-100A-49A5-AC69-EE5243229DF9}" destId="{F64FE54A-667A-43D2-9CBB-91EB8E3E401B}" srcOrd="0" destOrd="0" presId="urn:microsoft.com/office/officeart/2005/8/layout/orgChart1"/>
    <dgm:cxn modelId="{F4C283CE-CDE2-4279-B31A-FF10718719A4}" type="presParOf" srcId="{DC90D4CB-100A-49A5-AC69-EE5243229DF9}" destId="{513396BB-81F7-408E-A04B-B47919DC1BCD}" srcOrd="1" destOrd="0" presId="urn:microsoft.com/office/officeart/2005/8/layout/orgChart1"/>
    <dgm:cxn modelId="{446DE39B-CA0A-4380-8E67-1AF02F516FE6}" type="presParOf" srcId="{11FDF3DE-4121-48A8-BEEE-0306ACD45432}" destId="{2AC9D5D4-1C18-4B1E-B443-D55160AC8D8C}" srcOrd="1" destOrd="0" presId="urn:microsoft.com/office/officeart/2005/8/layout/orgChart1"/>
    <dgm:cxn modelId="{266C85BE-D6AB-4CDA-89C0-F727DCB6E828}" type="presParOf" srcId="{11FDF3DE-4121-48A8-BEEE-0306ACD45432}" destId="{0F3F1D23-34FB-4C0D-B282-1E5B63C68384}" srcOrd="2" destOrd="0" presId="urn:microsoft.com/office/officeart/2005/8/layout/orgChart1"/>
    <dgm:cxn modelId="{486AF057-2588-4573-9B83-AD985100BE91}" type="presParOf" srcId="{A003BBE9-EDBD-4F87-ABC2-62B5E7C433DF}" destId="{3A7A59D2-28E6-416A-975D-8C235827AC64}" srcOrd="2" destOrd="0" presId="urn:microsoft.com/office/officeart/2005/8/layout/orgChart1"/>
    <dgm:cxn modelId="{BADE9F74-5040-45B2-AF25-D0BDFC3B0BCC}" type="presParOf" srcId="{A003BBE9-EDBD-4F87-ABC2-62B5E7C433DF}" destId="{A3E1E9C7-33EC-4199-8A41-EF67089ACE63}" srcOrd="3" destOrd="0" presId="urn:microsoft.com/office/officeart/2005/8/layout/orgChart1"/>
    <dgm:cxn modelId="{99BAEB54-0B46-4CCD-9885-F870567AA5C0}" type="presParOf" srcId="{A3E1E9C7-33EC-4199-8A41-EF67089ACE63}" destId="{94542C23-B548-4016-96FF-D1F122FB4269}" srcOrd="0" destOrd="0" presId="urn:microsoft.com/office/officeart/2005/8/layout/orgChart1"/>
    <dgm:cxn modelId="{5F77FE4A-6406-40ED-8744-E9AA1F7549A9}" type="presParOf" srcId="{94542C23-B548-4016-96FF-D1F122FB4269}" destId="{C4FBF0F1-1EF9-45AE-BBD8-340A477F7155}" srcOrd="0" destOrd="0" presId="urn:microsoft.com/office/officeart/2005/8/layout/orgChart1"/>
    <dgm:cxn modelId="{F122AC95-22DF-41D3-BD38-2378155FDC6B}" type="presParOf" srcId="{94542C23-B548-4016-96FF-D1F122FB4269}" destId="{BE46B2F6-CFD6-4CD8-89C7-60D54CAF6E92}" srcOrd="1" destOrd="0" presId="urn:microsoft.com/office/officeart/2005/8/layout/orgChart1"/>
    <dgm:cxn modelId="{C883A1CB-AA84-4255-8E8E-FEE3F00AE2AE}" type="presParOf" srcId="{A3E1E9C7-33EC-4199-8A41-EF67089ACE63}" destId="{E1CEA2C4-EFBA-4582-97AA-12312FF57607}" srcOrd="1" destOrd="0" presId="urn:microsoft.com/office/officeart/2005/8/layout/orgChart1"/>
    <dgm:cxn modelId="{27900347-7710-4D18-AB75-943B11C36F4B}" type="presParOf" srcId="{A3E1E9C7-33EC-4199-8A41-EF67089ACE63}" destId="{2A31ABAF-8040-44C9-8D0D-7BACE5085BE3}" srcOrd="2" destOrd="0" presId="urn:microsoft.com/office/officeart/2005/8/layout/orgChart1"/>
    <dgm:cxn modelId="{26C8CAEF-4DDE-4903-A0BE-384A46325BB3}" type="presParOf" srcId="{2A31ABAF-8040-44C9-8D0D-7BACE5085BE3}" destId="{BECB0F4A-D442-456C-9309-F3A14ECCBB07}" srcOrd="0" destOrd="0" presId="urn:microsoft.com/office/officeart/2005/8/layout/orgChart1"/>
    <dgm:cxn modelId="{B31E689F-AA2B-4482-91A8-96F0C2BE24BD}" type="presParOf" srcId="{2A31ABAF-8040-44C9-8D0D-7BACE5085BE3}" destId="{037C4F36-8879-40A9-9DEE-2B9FD9900173}" srcOrd="1" destOrd="0" presId="urn:microsoft.com/office/officeart/2005/8/layout/orgChart1"/>
    <dgm:cxn modelId="{AC3BEDA8-31F6-42E0-AD2E-A35666772633}" type="presParOf" srcId="{037C4F36-8879-40A9-9DEE-2B9FD9900173}" destId="{67256BA8-EF7E-4AA2-BD18-2B77FEF6F3CC}" srcOrd="0" destOrd="0" presId="urn:microsoft.com/office/officeart/2005/8/layout/orgChart1"/>
    <dgm:cxn modelId="{F47D3489-0314-4284-B9BB-2EDA876AC84E}" type="presParOf" srcId="{67256BA8-EF7E-4AA2-BD18-2B77FEF6F3CC}" destId="{C0720716-3A0A-4C3A-A4D6-95204C97A515}" srcOrd="0" destOrd="0" presId="urn:microsoft.com/office/officeart/2005/8/layout/orgChart1"/>
    <dgm:cxn modelId="{8407E638-5D78-4222-9EF8-60C91CA4DF32}" type="presParOf" srcId="{67256BA8-EF7E-4AA2-BD18-2B77FEF6F3CC}" destId="{5C5B3173-7DB3-4A16-88AD-28D813A136C9}" srcOrd="1" destOrd="0" presId="urn:microsoft.com/office/officeart/2005/8/layout/orgChart1"/>
    <dgm:cxn modelId="{48B823B3-0A4B-47B2-951C-D0C230F46BF3}" type="presParOf" srcId="{037C4F36-8879-40A9-9DEE-2B9FD9900173}" destId="{10016508-67C8-4C40-9830-5C9338A51482}" srcOrd="1" destOrd="0" presId="urn:microsoft.com/office/officeart/2005/8/layout/orgChart1"/>
    <dgm:cxn modelId="{96E8D1B8-6028-4B73-98BA-4412BBD1023F}" type="presParOf" srcId="{037C4F36-8879-40A9-9DEE-2B9FD9900173}" destId="{30A0056C-9516-41BB-A004-FD554C3977D9}" srcOrd="2" destOrd="0" presId="urn:microsoft.com/office/officeart/2005/8/layout/orgChart1"/>
    <dgm:cxn modelId="{B57D605C-4241-4ADB-B54D-1958DF747155}" type="presParOf" srcId="{2A31ABAF-8040-44C9-8D0D-7BACE5085BE3}" destId="{DFAFEE86-D959-4292-8B06-91B6DE195969}" srcOrd="2" destOrd="0" presId="urn:microsoft.com/office/officeart/2005/8/layout/orgChart1"/>
    <dgm:cxn modelId="{EB3EDA2A-8487-4D95-82F5-EE856E695E60}" type="presParOf" srcId="{2A31ABAF-8040-44C9-8D0D-7BACE5085BE3}" destId="{311FFFCF-652C-485D-8BD3-31982405FC68}" srcOrd="3" destOrd="0" presId="urn:microsoft.com/office/officeart/2005/8/layout/orgChart1"/>
    <dgm:cxn modelId="{34B58B00-597F-4371-A735-F3A384C72634}" type="presParOf" srcId="{311FFFCF-652C-485D-8BD3-31982405FC68}" destId="{81BA999E-8107-45BB-BF04-6B8475C73B90}" srcOrd="0" destOrd="0" presId="urn:microsoft.com/office/officeart/2005/8/layout/orgChart1"/>
    <dgm:cxn modelId="{1494B95F-38D4-48F6-85AF-503D1DD08FD4}" type="presParOf" srcId="{81BA999E-8107-45BB-BF04-6B8475C73B90}" destId="{DBF62A3A-D461-4333-9F9C-2FAEC3155060}" srcOrd="0" destOrd="0" presId="urn:microsoft.com/office/officeart/2005/8/layout/orgChart1"/>
    <dgm:cxn modelId="{6F5C75C4-564A-4A49-AD7B-05072FA5DF0E}" type="presParOf" srcId="{81BA999E-8107-45BB-BF04-6B8475C73B90}" destId="{08536AD4-D7C5-4A92-919C-9D76021B592C}" srcOrd="1" destOrd="0" presId="urn:microsoft.com/office/officeart/2005/8/layout/orgChart1"/>
    <dgm:cxn modelId="{EA0C0740-1918-475C-978A-3DB39FAF2322}" type="presParOf" srcId="{311FFFCF-652C-485D-8BD3-31982405FC68}" destId="{DB76EC2A-AA9C-4B9E-8149-37FE94D9CF74}" srcOrd="1" destOrd="0" presId="urn:microsoft.com/office/officeart/2005/8/layout/orgChart1"/>
    <dgm:cxn modelId="{5E3CAFBB-E054-4A42-A4FB-394F215710AF}" type="presParOf" srcId="{311FFFCF-652C-485D-8BD3-31982405FC68}" destId="{1A0D1FCC-5ADB-431D-BC41-5500605C1FF5}" srcOrd="2" destOrd="0" presId="urn:microsoft.com/office/officeart/2005/8/layout/orgChart1"/>
    <dgm:cxn modelId="{C36887D8-0C44-4667-88DA-DA00006F4914}" type="presParOf" srcId="{2A31ABAF-8040-44C9-8D0D-7BACE5085BE3}" destId="{C6B3D2F0-E62B-4300-96EE-99AFE8C16C26}" srcOrd="4" destOrd="0" presId="urn:microsoft.com/office/officeart/2005/8/layout/orgChart1"/>
    <dgm:cxn modelId="{7A9B7B61-E3CF-424E-BCBC-975419B6B07E}" type="presParOf" srcId="{2A31ABAF-8040-44C9-8D0D-7BACE5085BE3}" destId="{555099C0-611F-4F7D-AA8B-B8ACDDBA1328}" srcOrd="5" destOrd="0" presId="urn:microsoft.com/office/officeart/2005/8/layout/orgChart1"/>
    <dgm:cxn modelId="{E87529EB-6B94-4DFB-A01B-F175F917FF4F}" type="presParOf" srcId="{555099C0-611F-4F7D-AA8B-B8ACDDBA1328}" destId="{8FB2DBA5-34AA-4185-86BE-6B346787E6B2}" srcOrd="0" destOrd="0" presId="urn:microsoft.com/office/officeart/2005/8/layout/orgChart1"/>
    <dgm:cxn modelId="{4FD8D5A2-5C0A-4118-A4B8-C21A8A516DCB}" type="presParOf" srcId="{8FB2DBA5-34AA-4185-86BE-6B346787E6B2}" destId="{F2084C51-F5B4-40EE-B911-3CAE726C170F}" srcOrd="0" destOrd="0" presId="urn:microsoft.com/office/officeart/2005/8/layout/orgChart1"/>
    <dgm:cxn modelId="{C163BD7C-2814-4235-AEC7-4467496D6205}" type="presParOf" srcId="{8FB2DBA5-34AA-4185-86BE-6B346787E6B2}" destId="{70A7E2CA-9FA5-4B5F-88F7-1F3906C8D796}" srcOrd="1" destOrd="0" presId="urn:microsoft.com/office/officeart/2005/8/layout/orgChart1"/>
    <dgm:cxn modelId="{F6DCEFD8-7B05-41EE-8384-F97B7871568E}" type="presParOf" srcId="{555099C0-611F-4F7D-AA8B-B8ACDDBA1328}" destId="{E2208F7D-DFD7-4EBC-B842-EE606169450F}" srcOrd="1" destOrd="0" presId="urn:microsoft.com/office/officeart/2005/8/layout/orgChart1"/>
    <dgm:cxn modelId="{9AD35302-0A36-4140-A9E6-BB02B29541C2}" type="presParOf" srcId="{555099C0-611F-4F7D-AA8B-B8ACDDBA1328}" destId="{D5A0D9C9-080C-4D23-819A-578937008930}" srcOrd="2" destOrd="0" presId="urn:microsoft.com/office/officeart/2005/8/layout/orgChart1"/>
    <dgm:cxn modelId="{449083EC-97F9-4B0E-B49E-193B4B3634F8}" type="presParOf" srcId="{EA562FF0-B90D-45D7-87AE-6BE303493F2F}" destId="{04258765-A4B9-4826-ACE8-D7475D2B92CA}" srcOrd="2" destOrd="0" presId="urn:microsoft.com/office/officeart/2005/8/layout/orgChart1"/>
    <dgm:cxn modelId="{C0809716-2980-48EF-B12E-39F2700BEDA1}" type="presParOf" srcId="{8DE51C81-0A65-4302-9594-353B4EAC37AE}" destId="{C3182FF0-66A6-43C1-AB3B-BEE22AEB52BD}" srcOrd="2" destOrd="0" presId="urn:microsoft.com/office/officeart/2005/8/layout/orgChart1"/>
    <dgm:cxn modelId="{B4FEB44A-A704-4633-842E-D42683B7B62D}" type="presParOf" srcId="{8DE51C81-0A65-4302-9594-353B4EAC37AE}" destId="{48EDAD77-D619-43DC-8EE5-905F35613A30}" srcOrd="3" destOrd="0" presId="urn:microsoft.com/office/officeart/2005/8/layout/orgChart1"/>
    <dgm:cxn modelId="{18901B6D-EAD2-4A20-9E43-7CB64D9DD3AB}" type="presParOf" srcId="{48EDAD77-D619-43DC-8EE5-905F35613A30}" destId="{D70CF7C6-62B5-42D2-84DC-3E19C53E7B27}" srcOrd="0" destOrd="0" presId="urn:microsoft.com/office/officeart/2005/8/layout/orgChart1"/>
    <dgm:cxn modelId="{750D508C-B5AE-470C-9BDC-A54CBFE5F8EF}" type="presParOf" srcId="{D70CF7C6-62B5-42D2-84DC-3E19C53E7B27}" destId="{D2D6CC69-27C1-46E3-8AF1-1964B6E64A01}" srcOrd="0" destOrd="0" presId="urn:microsoft.com/office/officeart/2005/8/layout/orgChart1"/>
    <dgm:cxn modelId="{8AC2E580-1E1E-493F-AC1F-1181C4469E6F}" type="presParOf" srcId="{D70CF7C6-62B5-42D2-84DC-3E19C53E7B27}" destId="{51FBEC10-1DC3-4DCE-A59E-222D89650491}" srcOrd="1" destOrd="0" presId="urn:microsoft.com/office/officeart/2005/8/layout/orgChart1"/>
    <dgm:cxn modelId="{0269BD91-26CA-4C00-B5F5-FCB2C86D094A}" type="presParOf" srcId="{48EDAD77-D619-43DC-8EE5-905F35613A30}" destId="{4E5B5B21-9339-4F58-98FD-0063D591BAA8}" srcOrd="1" destOrd="0" presId="urn:microsoft.com/office/officeart/2005/8/layout/orgChart1"/>
    <dgm:cxn modelId="{3D55FEE1-9D5B-4A2E-AFDB-4A8657FCB7F7}" type="presParOf" srcId="{48EDAD77-D619-43DC-8EE5-905F35613A30}" destId="{30658367-D41F-49D7-B81E-8B3DE27E185C}" srcOrd="2" destOrd="0" presId="urn:microsoft.com/office/officeart/2005/8/layout/orgChart1"/>
    <dgm:cxn modelId="{F69EE765-5EAF-46A6-AF0D-37F4CA9D353E}" type="presParOf" srcId="{97AEF34F-8EFB-4B24-B06C-2BC6A1EA1761}" destId="{F9B7DD6B-6DFB-4F1B-86FC-B31F5D4E7D6E}" srcOrd="2" destOrd="0" presId="urn:microsoft.com/office/officeart/2005/8/layout/orgChart1"/>
  </dgm:cxnLst>
  <dgm:bg/>
  <dgm:whole>
    <a:ln w="9525" cap="flat" cmpd="sng" algn="ctr">
      <a:solidFill>
        <a:schemeClr val="tx1"/>
      </a:solidFill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3182FF0-66A6-43C1-AB3B-BEE22AEB52BD}">
      <dsp:nvSpPr>
        <dsp:cNvPr id="0" name=""/>
        <dsp:cNvSpPr/>
      </dsp:nvSpPr>
      <dsp:spPr>
        <a:xfrm>
          <a:off x="3876572" y="258722"/>
          <a:ext cx="560469" cy="2329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703"/>
              </a:lnTo>
              <a:lnTo>
                <a:pt x="560469" y="135703"/>
              </a:lnTo>
              <a:lnTo>
                <a:pt x="560469" y="23297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B3D2F0-E62B-4300-96EE-99AFE8C16C26}">
      <dsp:nvSpPr>
        <dsp:cNvPr id="0" name=""/>
        <dsp:cNvSpPr/>
      </dsp:nvSpPr>
      <dsp:spPr>
        <a:xfrm>
          <a:off x="4332090" y="2032334"/>
          <a:ext cx="104951" cy="999367"/>
        </a:xfrm>
        <a:custGeom>
          <a:avLst/>
          <a:gdLst/>
          <a:ahLst/>
          <a:cxnLst/>
          <a:rect l="0" t="0" r="0" b="0"/>
          <a:pathLst>
            <a:path>
              <a:moveTo>
                <a:pt x="104951" y="0"/>
              </a:moveTo>
              <a:lnTo>
                <a:pt x="104951" y="999367"/>
              </a:lnTo>
              <a:lnTo>
                <a:pt x="0" y="9993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AFEE86-D959-4292-8B06-91B6DE195969}">
      <dsp:nvSpPr>
        <dsp:cNvPr id="0" name=""/>
        <dsp:cNvSpPr/>
      </dsp:nvSpPr>
      <dsp:spPr>
        <a:xfrm>
          <a:off x="4437041" y="2032334"/>
          <a:ext cx="193144" cy="4362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221"/>
              </a:lnTo>
              <a:lnTo>
                <a:pt x="193144" y="4362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CB0F4A-D442-456C-9309-F3A14ECCBB07}">
      <dsp:nvSpPr>
        <dsp:cNvPr id="0" name=""/>
        <dsp:cNvSpPr/>
      </dsp:nvSpPr>
      <dsp:spPr>
        <a:xfrm>
          <a:off x="4289346" y="2032334"/>
          <a:ext cx="147695" cy="436221"/>
        </a:xfrm>
        <a:custGeom>
          <a:avLst/>
          <a:gdLst/>
          <a:ahLst/>
          <a:cxnLst/>
          <a:rect l="0" t="0" r="0" b="0"/>
          <a:pathLst>
            <a:path>
              <a:moveTo>
                <a:pt x="147695" y="0"/>
              </a:moveTo>
              <a:lnTo>
                <a:pt x="147695" y="436221"/>
              </a:lnTo>
              <a:lnTo>
                <a:pt x="0" y="43622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7A59D2-28E6-416A-975D-8C235827AC64}">
      <dsp:nvSpPr>
        <dsp:cNvPr id="0" name=""/>
        <dsp:cNvSpPr/>
      </dsp:nvSpPr>
      <dsp:spPr>
        <a:xfrm>
          <a:off x="3316102" y="1405914"/>
          <a:ext cx="657740" cy="3528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847"/>
              </a:lnTo>
              <a:lnTo>
                <a:pt x="657740" y="3528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419F9D-8C3F-4D46-BCB6-0041B4E56988}">
      <dsp:nvSpPr>
        <dsp:cNvPr id="0" name=""/>
        <dsp:cNvSpPr/>
      </dsp:nvSpPr>
      <dsp:spPr>
        <a:xfrm>
          <a:off x="2195163" y="2021467"/>
          <a:ext cx="97271" cy="4187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8781"/>
              </a:lnTo>
              <a:lnTo>
                <a:pt x="97271" y="4187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B27F36-09A2-4625-8B2E-D42C6D68946D}">
      <dsp:nvSpPr>
        <dsp:cNvPr id="0" name=""/>
        <dsp:cNvSpPr/>
      </dsp:nvSpPr>
      <dsp:spPr>
        <a:xfrm>
          <a:off x="2097892" y="2021467"/>
          <a:ext cx="97271" cy="418781"/>
        </a:xfrm>
        <a:custGeom>
          <a:avLst/>
          <a:gdLst/>
          <a:ahLst/>
          <a:cxnLst/>
          <a:rect l="0" t="0" r="0" b="0"/>
          <a:pathLst>
            <a:path>
              <a:moveTo>
                <a:pt x="97271" y="0"/>
              </a:moveTo>
              <a:lnTo>
                <a:pt x="97271" y="418781"/>
              </a:lnTo>
              <a:lnTo>
                <a:pt x="0" y="4187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05059-65F8-479F-B757-1E1CEF1F0C0F}">
      <dsp:nvSpPr>
        <dsp:cNvPr id="0" name=""/>
        <dsp:cNvSpPr/>
      </dsp:nvSpPr>
      <dsp:spPr>
        <a:xfrm>
          <a:off x="2658361" y="1405914"/>
          <a:ext cx="657740" cy="351094"/>
        </a:xfrm>
        <a:custGeom>
          <a:avLst/>
          <a:gdLst/>
          <a:ahLst/>
          <a:cxnLst/>
          <a:rect l="0" t="0" r="0" b="0"/>
          <a:pathLst>
            <a:path>
              <a:moveTo>
                <a:pt x="657740" y="0"/>
              </a:moveTo>
              <a:lnTo>
                <a:pt x="657740" y="351094"/>
              </a:lnTo>
              <a:lnTo>
                <a:pt x="0" y="351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5E67D9-3A94-4729-9603-603FF741BA97}">
      <dsp:nvSpPr>
        <dsp:cNvPr id="0" name=""/>
        <dsp:cNvSpPr/>
      </dsp:nvSpPr>
      <dsp:spPr>
        <a:xfrm>
          <a:off x="3270382" y="736005"/>
          <a:ext cx="91440" cy="1638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38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326FD0-6D73-45D6-9A11-38B462FBDA62}">
      <dsp:nvSpPr>
        <dsp:cNvPr id="0" name=""/>
        <dsp:cNvSpPr/>
      </dsp:nvSpPr>
      <dsp:spPr>
        <a:xfrm>
          <a:off x="3316102" y="258722"/>
          <a:ext cx="560469" cy="232974"/>
        </a:xfrm>
        <a:custGeom>
          <a:avLst/>
          <a:gdLst/>
          <a:ahLst/>
          <a:cxnLst/>
          <a:rect l="0" t="0" r="0" b="0"/>
          <a:pathLst>
            <a:path>
              <a:moveTo>
                <a:pt x="560469" y="0"/>
              </a:moveTo>
              <a:lnTo>
                <a:pt x="560469" y="135703"/>
              </a:lnTo>
              <a:lnTo>
                <a:pt x="0" y="135703"/>
              </a:lnTo>
              <a:lnTo>
                <a:pt x="0" y="23297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0B77D6-9490-4D88-9915-7E995A0B7360}">
      <dsp:nvSpPr>
        <dsp:cNvPr id="0" name=""/>
        <dsp:cNvSpPr/>
      </dsp:nvSpPr>
      <dsp:spPr>
        <a:xfrm>
          <a:off x="3413374" y="107756"/>
          <a:ext cx="926395" cy="15096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Inspection lot</a:t>
          </a:r>
          <a:endParaRPr lang="he-IL" sz="1000" kern="1200">
            <a:solidFill>
              <a:schemeClr val="tx1"/>
            </a:solidFill>
          </a:endParaRPr>
        </a:p>
      </dsp:txBody>
      <dsp:txXfrm>
        <a:off x="3413374" y="107756"/>
        <a:ext cx="926395" cy="150965"/>
      </dsp:txXfrm>
    </dsp:sp>
    <dsp:sp modelId="{761B89A8-F0B3-4FE3-8CE4-E2FB0FEF5331}">
      <dsp:nvSpPr>
        <dsp:cNvPr id="0" name=""/>
        <dsp:cNvSpPr/>
      </dsp:nvSpPr>
      <dsp:spPr>
        <a:xfrm>
          <a:off x="2852904" y="491696"/>
          <a:ext cx="926395" cy="244309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Rejected</a:t>
          </a:r>
          <a:endParaRPr lang="he-IL" sz="1000" kern="1200">
            <a:solidFill>
              <a:schemeClr val="tx1"/>
            </a:solidFill>
          </a:endParaRPr>
        </a:p>
      </dsp:txBody>
      <dsp:txXfrm>
        <a:off x="2852904" y="491696"/>
        <a:ext cx="926395" cy="244309"/>
      </dsp:txXfrm>
    </dsp:sp>
    <dsp:sp modelId="{0654871A-E4E8-4A70-B000-5589E89FB905}">
      <dsp:nvSpPr>
        <dsp:cNvPr id="0" name=""/>
        <dsp:cNvSpPr/>
      </dsp:nvSpPr>
      <dsp:spPr>
        <a:xfrm>
          <a:off x="2852904" y="899811"/>
          <a:ext cx="926395" cy="506103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Allow re-grading (re-sorting)</a:t>
          </a:r>
          <a:endParaRPr lang="he-IL" sz="1000" kern="1200">
            <a:solidFill>
              <a:schemeClr val="tx1"/>
            </a:solidFill>
          </a:endParaRPr>
        </a:p>
      </dsp:txBody>
      <dsp:txXfrm>
        <a:off x="2852904" y="899811"/>
        <a:ext cx="926395" cy="506103"/>
      </dsp:txXfrm>
    </dsp:sp>
    <dsp:sp modelId="{BA8348FD-FC43-41F5-B089-BDE6BDB98CCC}">
      <dsp:nvSpPr>
        <dsp:cNvPr id="0" name=""/>
        <dsp:cNvSpPr/>
      </dsp:nvSpPr>
      <dsp:spPr>
        <a:xfrm>
          <a:off x="1731965" y="1492551"/>
          <a:ext cx="926395" cy="528916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Treated (Chemical treatment)</a:t>
          </a:r>
          <a:r>
            <a:rPr lang="en-US" sz="1000" kern="1200"/>
            <a:t>)</a:t>
          </a:r>
          <a:endParaRPr lang="he-IL" sz="1000" kern="1200"/>
        </a:p>
      </dsp:txBody>
      <dsp:txXfrm>
        <a:off x="1731965" y="1492551"/>
        <a:ext cx="926395" cy="528916"/>
      </dsp:txXfrm>
    </dsp:sp>
    <dsp:sp modelId="{442E3B4B-54B1-4C98-B6EF-2013D5361915}">
      <dsp:nvSpPr>
        <dsp:cNvPr id="0" name=""/>
        <dsp:cNvSpPr/>
      </dsp:nvSpPr>
      <dsp:spPr>
        <a:xfrm>
          <a:off x="277691" y="2218621"/>
          <a:ext cx="1820200" cy="443257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Marketing to countries with requirements that correspond to the findings</a:t>
          </a:r>
          <a:endParaRPr lang="he-IL" sz="1000" kern="1200">
            <a:solidFill>
              <a:schemeClr val="tx1"/>
            </a:solidFill>
          </a:endParaRPr>
        </a:p>
      </dsp:txBody>
      <dsp:txXfrm>
        <a:off x="277691" y="2218621"/>
        <a:ext cx="1820200" cy="443257"/>
      </dsp:txXfrm>
    </dsp:sp>
    <dsp:sp modelId="{F64FE54A-667A-43D2-9CBB-91EB8E3E401B}">
      <dsp:nvSpPr>
        <dsp:cNvPr id="0" name=""/>
        <dsp:cNvSpPr/>
      </dsp:nvSpPr>
      <dsp:spPr>
        <a:xfrm>
          <a:off x="2292435" y="2208650"/>
          <a:ext cx="926395" cy="463197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Designating  for biogas production</a:t>
          </a:r>
          <a:r>
            <a:rPr lang="en-US" sz="1000" kern="1200"/>
            <a:t> </a:t>
          </a:r>
          <a:endParaRPr lang="he-IL" sz="1000" kern="1200"/>
        </a:p>
      </dsp:txBody>
      <dsp:txXfrm>
        <a:off x="2292435" y="2208650"/>
        <a:ext cx="926395" cy="463197"/>
      </dsp:txXfrm>
    </dsp:sp>
    <dsp:sp modelId="{C4FBF0F1-1EF9-45AE-BBD8-340A477F7155}">
      <dsp:nvSpPr>
        <dsp:cNvPr id="0" name=""/>
        <dsp:cNvSpPr/>
      </dsp:nvSpPr>
      <dsp:spPr>
        <a:xfrm>
          <a:off x="3973843" y="1485191"/>
          <a:ext cx="926395" cy="547143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Not treated</a:t>
          </a:r>
          <a:endParaRPr lang="he-IL" sz="1000" kern="1200">
            <a:solidFill>
              <a:schemeClr val="tx1"/>
            </a:solidFill>
          </a:endParaRPr>
        </a:p>
      </dsp:txBody>
      <dsp:txXfrm>
        <a:off x="3973843" y="1485191"/>
        <a:ext cx="926395" cy="547143"/>
      </dsp:txXfrm>
    </dsp:sp>
    <dsp:sp modelId="{C0720716-3A0A-4C3A-A4D6-95204C97A515}">
      <dsp:nvSpPr>
        <dsp:cNvPr id="0" name=""/>
        <dsp:cNvSpPr/>
      </dsp:nvSpPr>
      <dsp:spPr>
        <a:xfrm>
          <a:off x="3362950" y="2236956"/>
          <a:ext cx="926395" cy="463197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Marketing for human consumption</a:t>
          </a:r>
          <a:r>
            <a:rPr lang="en-US" sz="1000" kern="1200"/>
            <a:t> </a:t>
          </a:r>
          <a:endParaRPr lang="he-IL" sz="1000" kern="1200"/>
        </a:p>
      </dsp:txBody>
      <dsp:txXfrm>
        <a:off x="3362950" y="2236956"/>
        <a:ext cx="926395" cy="463197"/>
      </dsp:txXfrm>
    </dsp:sp>
    <dsp:sp modelId="{DBF62A3A-D461-4333-9F9C-2FAEC3155060}">
      <dsp:nvSpPr>
        <dsp:cNvPr id="0" name=""/>
        <dsp:cNvSpPr/>
      </dsp:nvSpPr>
      <dsp:spPr>
        <a:xfrm>
          <a:off x="4630185" y="2236956"/>
          <a:ext cx="926395" cy="463197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Marketing for animal feed</a:t>
          </a:r>
        </a:p>
      </dsp:txBody>
      <dsp:txXfrm>
        <a:off x="4630185" y="2236956"/>
        <a:ext cx="926395" cy="463197"/>
      </dsp:txXfrm>
    </dsp:sp>
    <dsp:sp modelId="{F2084C51-F5B4-40EE-B911-3CAE726C170F}">
      <dsp:nvSpPr>
        <dsp:cNvPr id="0" name=""/>
        <dsp:cNvSpPr/>
      </dsp:nvSpPr>
      <dsp:spPr>
        <a:xfrm>
          <a:off x="3405694" y="2800103"/>
          <a:ext cx="926395" cy="463197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For use in the food or alcohol industry</a:t>
          </a:r>
          <a:endParaRPr lang="he-IL" sz="1000" kern="1200">
            <a:solidFill>
              <a:schemeClr val="tx1"/>
            </a:solidFill>
          </a:endParaRPr>
        </a:p>
      </dsp:txBody>
      <dsp:txXfrm>
        <a:off x="3405694" y="2800103"/>
        <a:ext cx="926395" cy="463197"/>
      </dsp:txXfrm>
    </dsp:sp>
    <dsp:sp modelId="{D2D6CC69-27C1-46E3-8AF1-1964B6E64A01}">
      <dsp:nvSpPr>
        <dsp:cNvPr id="0" name=""/>
        <dsp:cNvSpPr/>
      </dsp:nvSpPr>
      <dsp:spPr>
        <a:xfrm>
          <a:off x="3973843" y="491696"/>
          <a:ext cx="926395" cy="25069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>
              <a:solidFill>
                <a:schemeClr val="tx1"/>
              </a:solidFill>
            </a:rPr>
            <a:t>Approved</a:t>
          </a:r>
        </a:p>
      </dsp:txBody>
      <dsp:txXfrm>
        <a:off x="3973843" y="491696"/>
        <a:ext cx="926395" cy="2506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8F628-DF22-46B0-A6BF-C6B2422D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TRADE_CTCS_GE.6_2017_</Template>
  <TotalTime>145</TotalTime>
  <Pages>5</Pages>
  <Words>1252</Words>
  <Characters>7139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Stephen Hatem</dc:creator>
  <cp:lastModifiedBy>Korkut Yavuz</cp:lastModifiedBy>
  <cp:revision>19</cp:revision>
  <cp:lastPrinted>2017-03-02T13:03:00Z</cp:lastPrinted>
  <dcterms:created xsi:type="dcterms:W3CDTF">2017-03-30T10:12:00Z</dcterms:created>
  <dcterms:modified xsi:type="dcterms:W3CDTF">2017-05-19T07:25:00Z</dcterms:modified>
</cp:coreProperties>
</file>