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3138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431386" w:rsidRDefault="00431386" w:rsidP="00431386">
            <w:pPr>
              <w:jc w:val="right"/>
            </w:pPr>
            <w:r w:rsidRPr="00431386">
              <w:rPr>
                <w:sz w:val="40"/>
              </w:rPr>
              <w:t>ECE</w:t>
            </w:r>
            <w:r>
              <w:t>/MP.PP/2017/17</w:t>
            </w:r>
            <w:r>
              <w:rPr>
                <w:rFonts w:cs="Times New Roman"/>
              </w:rPr>
              <w:t>−</w:t>
            </w:r>
            <w:r w:rsidRPr="00431386">
              <w:rPr>
                <w:sz w:val="40"/>
              </w:rPr>
              <w:t>ECE</w:t>
            </w:r>
            <w:r>
              <w:t xml:space="preserve">/MP.PRTR/2017/3 </w:t>
            </w:r>
          </w:p>
        </w:tc>
      </w:tr>
      <w:tr w:rsidR="002D5AAC" w:rsidRPr="00BB383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3138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31386" w:rsidRDefault="00431386" w:rsidP="0043138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26 May 2017</w:t>
            </w:r>
          </w:p>
          <w:p w:rsidR="00431386" w:rsidRDefault="00431386" w:rsidP="0043138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31386" w:rsidRPr="008D53B6" w:rsidRDefault="00431386" w:rsidP="0043138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12C5F" w:rsidRPr="00320B83" w:rsidRDefault="00431386" w:rsidP="00320B83">
      <w:pPr>
        <w:spacing w:before="120" w:after="120"/>
        <w:rPr>
          <w:sz w:val="28"/>
          <w:szCs w:val="28"/>
        </w:rPr>
      </w:pPr>
      <w:r w:rsidRPr="00320B83">
        <w:rPr>
          <w:sz w:val="28"/>
          <w:szCs w:val="28"/>
        </w:rPr>
        <w:t xml:space="preserve">Совещание Сторон Конвенции о доступе </w:t>
      </w:r>
      <w:r w:rsidR="00320B83">
        <w:rPr>
          <w:sz w:val="28"/>
          <w:szCs w:val="28"/>
        </w:rPr>
        <w:br/>
      </w:r>
      <w:r w:rsidRPr="00320B83">
        <w:rPr>
          <w:sz w:val="28"/>
          <w:szCs w:val="28"/>
        </w:rPr>
        <w:t xml:space="preserve">к информации, участии общественности </w:t>
      </w:r>
      <w:r w:rsidR="00320B83">
        <w:rPr>
          <w:sz w:val="28"/>
          <w:szCs w:val="28"/>
        </w:rPr>
        <w:br/>
      </w:r>
      <w:r w:rsidRPr="00320B83">
        <w:rPr>
          <w:sz w:val="28"/>
          <w:szCs w:val="28"/>
        </w:rPr>
        <w:t xml:space="preserve">в процессе принятия решений и доступе </w:t>
      </w:r>
      <w:r w:rsidR="00320B83">
        <w:rPr>
          <w:sz w:val="28"/>
          <w:szCs w:val="28"/>
        </w:rPr>
        <w:br/>
      </w:r>
      <w:r w:rsidRPr="00320B83">
        <w:rPr>
          <w:sz w:val="28"/>
          <w:szCs w:val="28"/>
        </w:rPr>
        <w:t xml:space="preserve">к правосудию по вопросам, касающимся </w:t>
      </w:r>
      <w:r w:rsidR="00320B83">
        <w:rPr>
          <w:sz w:val="28"/>
          <w:szCs w:val="28"/>
        </w:rPr>
        <w:br/>
      </w:r>
      <w:r w:rsidRPr="00320B83">
        <w:rPr>
          <w:sz w:val="28"/>
          <w:szCs w:val="28"/>
        </w:rPr>
        <w:t>окружающей среды</w:t>
      </w:r>
    </w:p>
    <w:p w:rsidR="00431386" w:rsidRPr="00320B83" w:rsidRDefault="00431386" w:rsidP="002E5067">
      <w:pPr>
        <w:rPr>
          <w:b/>
        </w:rPr>
      </w:pPr>
      <w:r w:rsidRPr="00320B83">
        <w:rPr>
          <w:b/>
        </w:rPr>
        <w:t>Шестая сессия</w:t>
      </w:r>
    </w:p>
    <w:p w:rsidR="00431386" w:rsidRPr="00320B83" w:rsidRDefault="00431386" w:rsidP="00320B83">
      <w:pPr>
        <w:spacing w:before="120" w:after="120"/>
        <w:rPr>
          <w:sz w:val="28"/>
          <w:szCs w:val="28"/>
        </w:rPr>
      </w:pPr>
      <w:r w:rsidRPr="00320B83">
        <w:rPr>
          <w:sz w:val="28"/>
          <w:szCs w:val="28"/>
        </w:rPr>
        <w:t>Совещание Сторон Протоко</w:t>
      </w:r>
      <w:bookmarkStart w:id="0" w:name="_GoBack"/>
      <w:bookmarkEnd w:id="0"/>
      <w:r w:rsidRPr="00320B83">
        <w:rPr>
          <w:sz w:val="28"/>
          <w:szCs w:val="28"/>
        </w:rPr>
        <w:t xml:space="preserve">ла о регистрах </w:t>
      </w:r>
      <w:r w:rsidR="00320B83">
        <w:rPr>
          <w:sz w:val="28"/>
          <w:szCs w:val="28"/>
        </w:rPr>
        <w:br/>
      </w:r>
      <w:r w:rsidRPr="00320B83">
        <w:rPr>
          <w:sz w:val="28"/>
          <w:szCs w:val="28"/>
        </w:rPr>
        <w:t>выбросов и п</w:t>
      </w:r>
      <w:r w:rsidR="00320B83">
        <w:rPr>
          <w:sz w:val="28"/>
          <w:szCs w:val="28"/>
        </w:rPr>
        <w:t>е</w:t>
      </w:r>
      <w:r w:rsidRPr="00320B83">
        <w:rPr>
          <w:sz w:val="28"/>
          <w:szCs w:val="28"/>
        </w:rPr>
        <w:t xml:space="preserve">реноса загрязнителей </w:t>
      </w:r>
      <w:r w:rsidR="00320B83">
        <w:rPr>
          <w:sz w:val="28"/>
          <w:szCs w:val="28"/>
        </w:rPr>
        <w:br/>
      </w:r>
      <w:r w:rsidRPr="00320B83">
        <w:rPr>
          <w:sz w:val="28"/>
          <w:szCs w:val="28"/>
        </w:rPr>
        <w:t xml:space="preserve">к Конвенции о доступе к информации, </w:t>
      </w:r>
      <w:r w:rsidR="00320B83">
        <w:rPr>
          <w:sz w:val="28"/>
          <w:szCs w:val="28"/>
        </w:rPr>
        <w:br/>
      </w:r>
      <w:r w:rsidRPr="00320B83">
        <w:rPr>
          <w:sz w:val="28"/>
          <w:szCs w:val="28"/>
        </w:rPr>
        <w:t xml:space="preserve">участии общественности в процессе </w:t>
      </w:r>
      <w:r w:rsidR="00320B83">
        <w:rPr>
          <w:sz w:val="28"/>
          <w:szCs w:val="28"/>
        </w:rPr>
        <w:br/>
      </w:r>
      <w:r w:rsidRPr="00320B83">
        <w:rPr>
          <w:sz w:val="28"/>
          <w:szCs w:val="28"/>
        </w:rPr>
        <w:t xml:space="preserve">принятия решений и доступе к правосудию </w:t>
      </w:r>
      <w:r w:rsidR="00320B83">
        <w:rPr>
          <w:sz w:val="28"/>
          <w:szCs w:val="28"/>
        </w:rPr>
        <w:br/>
      </w:r>
      <w:r w:rsidRPr="00320B83">
        <w:rPr>
          <w:sz w:val="28"/>
          <w:szCs w:val="28"/>
        </w:rPr>
        <w:t>по вопросам, касающимся окружающей среды</w:t>
      </w:r>
    </w:p>
    <w:p w:rsidR="00431386" w:rsidRPr="00320B83" w:rsidRDefault="00431386" w:rsidP="00320B83">
      <w:pPr>
        <w:spacing w:after="120"/>
        <w:rPr>
          <w:b/>
        </w:rPr>
      </w:pPr>
      <w:r w:rsidRPr="00320B83">
        <w:rPr>
          <w:b/>
        </w:rPr>
        <w:t>Третья сессия</w:t>
      </w:r>
    </w:p>
    <w:p w:rsidR="00431386" w:rsidRPr="00320B83" w:rsidRDefault="00431386" w:rsidP="002E5067">
      <w:pPr>
        <w:rPr>
          <w:b/>
        </w:rPr>
      </w:pPr>
      <w:r w:rsidRPr="00320B83">
        <w:rPr>
          <w:b/>
        </w:rPr>
        <w:t>Совместный сегмент высокого уровня</w:t>
      </w:r>
    </w:p>
    <w:p w:rsidR="00431386" w:rsidRDefault="00431386" w:rsidP="002E5067">
      <w:proofErr w:type="spellStart"/>
      <w:r>
        <w:t>Будва</w:t>
      </w:r>
      <w:proofErr w:type="spellEnd"/>
      <w:r>
        <w:t>, Черногория, 14 сентября 2017 года</w:t>
      </w:r>
    </w:p>
    <w:p w:rsidR="00431386" w:rsidRDefault="00431386" w:rsidP="002E5067">
      <w:r>
        <w:t>Пункт 4 предварительной повестки дня</w:t>
      </w:r>
    </w:p>
    <w:p w:rsidR="00320B83" w:rsidRPr="00320B83" w:rsidRDefault="00320B83" w:rsidP="002E5067">
      <w:pPr>
        <w:rPr>
          <w:b/>
        </w:rPr>
      </w:pPr>
      <w:proofErr w:type="spellStart"/>
      <w:r w:rsidRPr="00320B83">
        <w:rPr>
          <w:b/>
        </w:rPr>
        <w:t>Будванская</w:t>
      </w:r>
      <w:proofErr w:type="spellEnd"/>
      <w:r w:rsidRPr="00320B83">
        <w:rPr>
          <w:b/>
        </w:rPr>
        <w:t xml:space="preserve"> декларация «Экологическая демократия </w:t>
      </w:r>
      <w:r w:rsidR="00581437">
        <w:rPr>
          <w:b/>
        </w:rPr>
        <w:br/>
      </w:r>
      <w:r w:rsidRPr="00320B83">
        <w:rPr>
          <w:b/>
        </w:rPr>
        <w:t>в интересах нашего устойчивого будущего»</w:t>
      </w:r>
    </w:p>
    <w:p w:rsidR="00DA0AFD" w:rsidRDefault="00581437" w:rsidP="00DA0AFD">
      <w:pPr>
        <w:pStyle w:val="HChGR"/>
      </w:pPr>
      <w:r w:rsidRPr="00D427F2">
        <w:tab/>
      </w:r>
      <w:r w:rsidRPr="00D427F2">
        <w:tab/>
      </w:r>
      <w:r w:rsidRPr="00F513F7">
        <w:t xml:space="preserve">Проект </w:t>
      </w:r>
      <w:proofErr w:type="spellStart"/>
      <w:r w:rsidRPr="00F513F7">
        <w:t>Будванск</w:t>
      </w:r>
      <w:r w:rsidR="00DA0AFD">
        <w:t>ой</w:t>
      </w:r>
      <w:proofErr w:type="spellEnd"/>
      <w:r w:rsidRPr="00F513F7">
        <w:t xml:space="preserve"> деклара</w:t>
      </w:r>
      <w:r>
        <w:t>ци</w:t>
      </w:r>
      <w:r w:rsidR="00DA0AFD">
        <w:t>и</w:t>
      </w:r>
      <w:r>
        <w:t xml:space="preserve"> «Экологическая демократия в</w:t>
      </w:r>
      <w:r>
        <w:rPr>
          <w:lang w:val="en-US"/>
        </w:rPr>
        <w:t> </w:t>
      </w:r>
      <w:r w:rsidRPr="00F513F7">
        <w:t>интересах нашего устойчивого будущего»</w:t>
      </w:r>
    </w:p>
    <w:p w:rsidR="00581437" w:rsidRDefault="00DA0AFD" w:rsidP="00DA0AFD">
      <w:pPr>
        <w:pStyle w:val="H1GR"/>
      </w:pPr>
      <w:r>
        <w:tab/>
      </w:r>
      <w:r>
        <w:tab/>
      </w:r>
      <w:proofErr w:type="gramStart"/>
      <w:r w:rsidR="008F611C">
        <w:t>П</w:t>
      </w:r>
      <w:r w:rsidR="00581437" w:rsidRPr="00F513F7">
        <w:t>одготовлен</w:t>
      </w:r>
      <w:proofErr w:type="gramEnd"/>
      <w:r w:rsidR="00581437" w:rsidRPr="00F513F7">
        <w:t xml:space="preserve"> президиумами Совещани</w:t>
      </w:r>
      <w:r w:rsidR="00581437">
        <w:t>й</w:t>
      </w:r>
      <w:r w:rsidR="00581437" w:rsidRPr="00F513F7">
        <w:t xml:space="preserve"> Сторон</w:t>
      </w:r>
      <w:r w:rsidR="008F611C">
        <w:t xml:space="preserve"> Конвенции и Протокола к ней</w:t>
      </w:r>
    </w:p>
    <w:tbl>
      <w:tblPr>
        <w:tblStyle w:val="ac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8F611C" w:rsidRPr="008F611C" w:rsidTr="00C63280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8F611C" w:rsidRPr="008F611C" w:rsidRDefault="008F611C" w:rsidP="00C63280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8F611C">
              <w:rPr>
                <w:rFonts w:cs="Times New Roman"/>
              </w:rPr>
              <w:tab/>
            </w:r>
            <w:r w:rsidRPr="008F611C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8F611C" w:rsidRPr="008F611C" w:rsidTr="00C63280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795ACB" w:rsidRPr="00BB3835" w:rsidRDefault="008F611C" w:rsidP="00B97F72">
            <w:pPr>
              <w:pStyle w:val="SingleTxtGR"/>
              <w:spacing w:after="0"/>
            </w:pPr>
            <w:r w:rsidRPr="00D427F2">
              <w:tab/>
            </w:r>
            <w:r w:rsidRPr="00F513F7">
              <w:t>Настоящий документ содержит проект декларации</w:t>
            </w:r>
            <w:r w:rsidR="00BF4529">
              <w:t xml:space="preserve"> для рассмотрения и принятия Совещаниями Сторон</w:t>
            </w:r>
            <w:r w:rsidRPr="00F513F7">
              <w:t xml:space="preserve"> Конвенции о доступе к информации, участии общественности в процессе принятия решений и доступе к правосудию по в</w:t>
            </w:r>
            <w:r w:rsidRPr="00F513F7">
              <w:t>о</w:t>
            </w:r>
            <w:r w:rsidRPr="00F513F7">
              <w:t>просам, касающимся окружающей среды (</w:t>
            </w:r>
            <w:proofErr w:type="spellStart"/>
            <w:r w:rsidRPr="00F513F7">
              <w:t>Орхусская</w:t>
            </w:r>
            <w:proofErr w:type="spellEnd"/>
            <w:r w:rsidRPr="00F513F7">
              <w:t xml:space="preserve"> конвенция), и Протокола о регистрах выбросов и переноса загрязнителей </w:t>
            </w:r>
            <w:r w:rsidR="00BF4529">
              <w:t>в ходе совместного</w:t>
            </w:r>
            <w:r w:rsidR="0088062A">
              <w:t xml:space="preserve"> сегмента в</w:t>
            </w:r>
            <w:r w:rsidR="0088062A">
              <w:t>ы</w:t>
            </w:r>
            <w:r w:rsidR="0088062A">
              <w:t>сокого уровня обоих органов</w:t>
            </w:r>
            <w:r w:rsidRPr="00F513F7">
              <w:t>. Он был подготовлен президиумами двух Совещ</w:t>
            </w:r>
            <w:r w:rsidRPr="00F513F7">
              <w:t>а</w:t>
            </w:r>
            <w:r w:rsidRPr="00F513F7">
              <w:t xml:space="preserve">ний Сторон при содействии секретариата в соответствии с решением Рабочей </w:t>
            </w:r>
            <w:r w:rsidR="00795ACB" w:rsidRPr="00795ACB">
              <w:br/>
            </w:r>
          </w:p>
          <w:p w:rsidR="008F611C" w:rsidRPr="008F611C" w:rsidRDefault="008F611C" w:rsidP="0088062A">
            <w:pPr>
              <w:pStyle w:val="SingleTxtGR"/>
            </w:pPr>
            <w:r w:rsidRPr="00F513F7">
              <w:lastRenderedPageBreak/>
              <w:t>группы Сторон Конвенции, принятым на ее двадцатом совещании (ECE/MP.PP/</w:t>
            </w:r>
            <w:r w:rsidR="0088062A">
              <w:t xml:space="preserve"> </w:t>
            </w:r>
            <w:r w:rsidRPr="00F513F7">
              <w:t>WG.1/2016/2, пункт 85), и просьбой Президиума Протокола, высказанной на его десятом совещании (см. доклад о работе совещания, пункт 22)</w:t>
            </w:r>
            <w:r w:rsidR="00534265">
              <w:rPr>
                <w:rStyle w:val="aa"/>
              </w:rPr>
              <w:footnoteReference w:id="1"/>
            </w:r>
            <w:r w:rsidRPr="00F513F7">
              <w:t>. Рабочим гру</w:t>
            </w:r>
            <w:r w:rsidRPr="00F513F7">
              <w:t>п</w:t>
            </w:r>
            <w:r w:rsidRPr="00F513F7">
              <w:t>пам Сторон Конвенции и Протокола и их президиумам в соответствии с их кр</w:t>
            </w:r>
            <w:r w:rsidRPr="00F513F7">
              <w:t>у</w:t>
            </w:r>
            <w:r w:rsidRPr="00F513F7">
              <w:t>гом ведения поручена, среди прочего, подготовка сессий Совещаний Сторон.</w:t>
            </w:r>
          </w:p>
        </w:tc>
      </w:tr>
      <w:tr w:rsidR="008F611C" w:rsidRPr="008F611C" w:rsidTr="00C63280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8F611C" w:rsidRPr="008F611C" w:rsidRDefault="008F611C" w:rsidP="00C63280">
            <w:pPr>
              <w:pStyle w:val="SingleTxtGR"/>
            </w:pPr>
            <w:r w:rsidRPr="00D427F2">
              <w:lastRenderedPageBreak/>
              <w:tab/>
            </w:r>
            <w:r w:rsidRPr="00F513F7">
              <w:t xml:space="preserve">Проект декларации представляет собой краткий и </w:t>
            </w:r>
            <w:r>
              <w:t>концентрированный</w:t>
            </w:r>
            <w:r w:rsidRPr="00F513F7">
              <w:t xml:space="preserve"> документ, ориентированный на вопросы политики, цель которого заключается в передаче основных идей относительно роли </w:t>
            </w:r>
            <w:proofErr w:type="spellStart"/>
            <w:r w:rsidRPr="00F513F7">
              <w:t>Орхусской</w:t>
            </w:r>
            <w:proofErr w:type="spellEnd"/>
            <w:r w:rsidRPr="00F513F7">
              <w:t xml:space="preserve"> конвенции и Протокола к ней в реализации целей в области устойчивого развития и обязательства Ст</w:t>
            </w:r>
            <w:r w:rsidRPr="00F513F7">
              <w:t>о</w:t>
            </w:r>
            <w:r w:rsidRPr="00F513F7">
              <w:t>рон Конвенции и Протокола на этот счет. Ожидается, что все конкретные в</w:t>
            </w:r>
            <w:r w:rsidRPr="00F513F7">
              <w:t>о</w:t>
            </w:r>
            <w:r w:rsidRPr="00F513F7">
              <w:t xml:space="preserve">просы существа, касающиеся </w:t>
            </w:r>
            <w:r>
              <w:t>работы по</w:t>
            </w:r>
            <w:r w:rsidRPr="00F513F7">
              <w:t xml:space="preserve"> Конвенции и Протокол</w:t>
            </w:r>
            <w:r>
              <w:t>у</w:t>
            </w:r>
            <w:r w:rsidRPr="00F513F7">
              <w:t>, будут решат</w:t>
            </w:r>
            <w:r w:rsidRPr="00F513F7">
              <w:t>ь</w:t>
            </w:r>
            <w:r w:rsidRPr="00F513F7">
              <w:t>ся с помощью соответствующих решений Совещаний Сторон, а не посредством декларации.</w:t>
            </w:r>
          </w:p>
        </w:tc>
      </w:tr>
      <w:tr w:rsidR="008F611C" w:rsidRPr="008F611C" w:rsidTr="00C63280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8F611C" w:rsidRPr="008F611C" w:rsidRDefault="008F611C" w:rsidP="007456A5">
            <w:pPr>
              <w:pStyle w:val="SingleTxtGR"/>
            </w:pPr>
            <w:r w:rsidRPr="0013067D">
              <w:rPr>
                <w:rFonts w:eastAsiaTheme="minorHAnsi" w:cstheme="minorBidi"/>
                <w:szCs w:val="22"/>
              </w:rPr>
              <w:tab/>
            </w:r>
            <w:r w:rsidRPr="00F513F7">
              <w:rPr>
                <w:rFonts w:eastAsiaTheme="minorHAnsi" w:cstheme="minorBidi"/>
                <w:szCs w:val="22"/>
              </w:rPr>
              <w:t>Этот документ был распространен среди Сторон обоих договоров и всех заинтересованных субъектов для представления замечаний. В адрес национал</w:t>
            </w:r>
            <w:r w:rsidRPr="00F513F7">
              <w:rPr>
                <w:rFonts w:eastAsiaTheme="minorHAnsi" w:cstheme="minorBidi"/>
                <w:szCs w:val="22"/>
              </w:rPr>
              <w:t>ь</w:t>
            </w:r>
            <w:r w:rsidRPr="00F513F7">
              <w:rPr>
                <w:rFonts w:eastAsiaTheme="minorHAnsi" w:cstheme="minorBidi"/>
                <w:szCs w:val="22"/>
              </w:rPr>
              <w:t>ных координационных центров Конвенции и Протокола была направлена просьба согласовать свои замечания по документу и представить их секретар</w:t>
            </w:r>
            <w:r w:rsidRPr="00F513F7">
              <w:rPr>
                <w:rFonts w:eastAsiaTheme="minorHAnsi" w:cstheme="minorBidi"/>
                <w:szCs w:val="22"/>
              </w:rPr>
              <w:t>и</w:t>
            </w:r>
            <w:r w:rsidRPr="00F513F7">
              <w:rPr>
                <w:rFonts w:eastAsiaTheme="minorHAnsi" w:cstheme="minorBidi"/>
                <w:szCs w:val="22"/>
              </w:rPr>
              <w:t>ату в одном сводном документе по каждой стране до 18 ноября 2016 года. Вп</w:t>
            </w:r>
            <w:r w:rsidRPr="00F513F7">
              <w:rPr>
                <w:rFonts w:eastAsiaTheme="minorHAnsi" w:cstheme="minorBidi"/>
                <w:szCs w:val="22"/>
              </w:rPr>
              <w:t>о</w:t>
            </w:r>
            <w:r w:rsidRPr="00F513F7">
              <w:rPr>
                <w:rFonts w:eastAsiaTheme="minorHAnsi" w:cstheme="minorBidi"/>
                <w:szCs w:val="22"/>
              </w:rPr>
              <w:t xml:space="preserve">следствии этот документ был рассмотрен Рабочей группой Сторон Протокола, которая поручила Президиуму Протокола рассмотреть полученные замечания и подготовить пересмотренный проект совместно с Президиумом Конвенции. </w:t>
            </w:r>
            <w:r w:rsidRPr="00D427F2">
              <w:rPr>
                <w:rFonts w:eastAsiaTheme="minorHAnsi" w:cstheme="minorBidi"/>
                <w:szCs w:val="22"/>
              </w:rPr>
              <w:br/>
            </w:r>
            <w:r w:rsidRPr="00F513F7">
              <w:rPr>
                <w:rFonts w:eastAsiaTheme="minorHAnsi" w:cstheme="minorBidi"/>
                <w:szCs w:val="22"/>
              </w:rPr>
              <w:t>Таким образом, нынешний проект был подготовлен двумя президиумами для второго раунда представления замечаний с</w:t>
            </w:r>
            <w:r>
              <w:rPr>
                <w:rFonts w:eastAsiaTheme="minorHAnsi" w:cstheme="minorBidi"/>
                <w:szCs w:val="22"/>
              </w:rPr>
              <w:t xml:space="preserve"> крайним сроком 15 марта 2017</w:t>
            </w:r>
            <w:r w:rsidRPr="00D427F2">
              <w:rPr>
                <w:rFonts w:eastAsiaTheme="minorHAnsi" w:cstheme="minorBidi"/>
                <w:szCs w:val="22"/>
              </w:rPr>
              <w:t xml:space="preserve"> </w:t>
            </w:r>
            <w:r>
              <w:rPr>
                <w:rFonts w:eastAsiaTheme="minorHAnsi" w:cstheme="minorBidi"/>
                <w:szCs w:val="22"/>
              </w:rPr>
              <w:t>года</w:t>
            </w:r>
            <w:r w:rsidR="00B06459">
              <w:rPr>
                <w:rFonts w:eastAsiaTheme="minorHAnsi" w:cstheme="minorBidi"/>
                <w:szCs w:val="22"/>
              </w:rPr>
              <w:t xml:space="preserve"> и</w:t>
            </w:r>
            <w:r>
              <w:rPr>
                <w:rFonts w:eastAsiaTheme="minorHAnsi" w:cstheme="minorBidi"/>
                <w:szCs w:val="22"/>
              </w:rPr>
              <w:t xml:space="preserve"> </w:t>
            </w:r>
            <w:r w:rsidRPr="00F513F7">
              <w:rPr>
                <w:rFonts w:eastAsiaTheme="minorHAnsi" w:cstheme="minorBidi"/>
                <w:szCs w:val="22"/>
              </w:rPr>
              <w:t>представл</w:t>
            </w:r>
            <w:r w:rsidR="00B06459">
              <w:rPr>
                <w:rFonts w:eastAsiaTheme="minorHAnsi" w:cstheme="minorBidi"/>
                <w:szCs w:val="22"/>
              </w:rPr>
              <w:t>ен</w:t>
            </w:r>
            <w:r w:rsidRPr="00F513F7">
              <w:rPr>
                <w:rFonts w:eastAsiaTheme="minorHAnsi" w:cstheme="minorBidi"/>
                <w:szCs w:val="22"/>
              </w:rPr>
              <w:t xml:space="preserve"> одновременно Рабочей группе Сторон Конвенции для рассмо</w:t>
            </w:r>
            <w:r w:rsidRPr="00F513F7">
              <w:rPr>
                <w:rFonts w:eastAsiaTheme="minorHAnsi" w:cstheme="minorBidi"/>
                <w:szCs w:val="22"/>
              </w:rPr>
              <w:t>т</w:t>
            </w:r>
            <w:r w:rsidRPr="00F513F7">
              <w:rPr>
                <w:rFonts w:eastAsiaTheme="minorHAnsi" w:cstheme="minorBidi"/>
                <w:szCs w:val="22"/>
              </w:rPr>
              <w:t>рения на ее двадцать первом совещании</w:t>
            </w:r>
            <w:r w:rsidR="00B06459">
              <w:rPr>
                <w:rFonts w:eastAsiaTheme="minorHAnsi" w:cstheme="minorBidi"/>
                <w:szCs w:val="22"/>
              </w:rPr>
              <w:t xml:space="preserve"> (Женева, 4–6 апреля 2017 года)</w:t>
            </w:r>
            <w:r w:rsidRPr="00F513F7">
              <w:rPr>
                <w:rFonts w:eastAsiaTheme="minorHAnsi" w:cstheme="minorBidi"/>
                <w:szCs w:val="22"/>
              </w:rPr>
              <w:t xml:space="preserve">. </w:t>
            </w:r>
            <w:r w:rsidR="00B06459">
              <w:rPr>
                <w:rFonts w:eastAsiaTheme="minorHAnsi" w:cstheme="minorBidi"/>
                <w:szCs w:val="22"/>
              </w:rPr>
              <w:t>На</w:t>
            </w:r>
            <w:r w:rsidR="007456A5">
              <w:rPr>
                <w:rFonts w:eastAsiaTheme="minorHAnsi" w:cstheme="minorBidi"/>
                <w:szCs w:val="22"/>
              </w:rPr>
              <w:t> </w:t>
            </w:r>
            <w:r w:rsidR="00B06459">
              <w:rPr>
                <w:rFonts w:eastAsiaTheme="minorHAnsi" w:cstheme="minorBidi"/>
                <w:szCs w:val="22"/>
              </w:rPr>
              <w:t xml:space="preserve">своем двадцать первом совещании Рабочая группа </w:t>
            </w:r>
            <w:r w:rsidR="002B7CD0">
              <w:rPr>
                <w:rFonts w:eastAsiaTheme="minorHAnsi" w:cstheme="minorBidi"/>
                <w:szCs w:val="22"/>
              </w:rPr>
              <w:t xml:space="preserve">рассмотрела и одобрила проект декларации с внесенными в него на совещании поправками </w:t>
            </w:r>
            <w:r w:rsidR="002B7CD0" w:rsidRPr="00B567CA">
              <w:t>(AC/WGP-21/CRP.5/Rev.1)</w:t>
            </w:r>
            <w:r w:rsidR="002B7CD0" w:rsidRPr="00E857CD">
              <w:rPr>
                <w:rStyle w:val="aa"/>
              </w:rPr>
              <w:footnoteReference w:id="2"/>
            </w:r>
            <w:r w:rsidR="002B7CD0">
              <w:t xml:space="preserve"> и поручила президиуму Совещания Сторон Конвенции заве</w:t>
            </w:r>
            <w:r w:rsidR="002B7CD0">
              <w:t>р</w:t>
            </w:r>
            <w:r w:rsidR="002B7CD0">
              <w:t xml:space="preserve">шить его подготовку совместно с президиумом Совещания Сторон Протокола и представить его на рассмотрение Сторон </w:t>
            </w:r>
            <w:r w:rsidR="00E12921">
              <w:t>обоих договоров на совместном се</w:t>
            </w:r>
            <w:r w:rsidR="00E12921">
              <w:t>г</w:t>
            </w:r>
            <w:r w:rsidR="00E12921">
              <w:t>менте высокого уровня.</w:t>
            </w:r>
          </w:p>
        </w:tc>
      </w:tr>
      <w:tr w:rsidR="008F611C" w:rsidRPr="008F611C" w:rsidTr="00C63280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8F611C" w:rsidRPr="008F611C" w:rsidRDefault="008F611C" w:rsidP="00C63280">
            <w:pPr>
              <w:rPr>
                <w:rFonts w:cs="Times New Roman"/>
              </w:rPr>
            </w:pPr>
          </w:p>
        </w:tc>
      </w:tr>
    </w:tbl>
    <w:p w:rsidR="008F611C" w:rsidRDefault="008F611C" w:rsidP="008F611C">
      <w:pPr>
        <w:pStyle w:val="SingleTxtGR"/>
        <w:rPr>
          <w:lang w:eastAsia="ru-RU"/>
        </w:rPr>
      </w:pPr>
    </w:p>
    <w:p w:rsidR="00581437" w:rsidRPr="00F513F7" w:rsidRDefault="00581437" w:rsidP="00E12921">
      <w:pPr>
        <w:pStyle w:val="HChGR"/>
      </w:pPr>
      <w:r>
        <w:br w:type="page"/>
      </w:r>
      <w:r w:rsidRPr="00D427F2">
        <w:tab/>
      </w:r>
      <w:r>
        <w:t>I.</w:t>
      </w:r>
      <w:r w:rsidRPr="005350FB">
        <w:tab/>
      </w:r>
      <w:r w:rsidRPr="00F513F7">
        <w:t>Введение</w:t>
      </w:r>
    </w:p>
    <w:p w:rsidR="00581437" w:rsidRPr="00F513F7" w:rsidRDefault="00581437" w:rsidP="00581437">
      <w:pPr>
        <w:pStyle w:val="SingleTxtGR"/>
      </w:pPr>
      <w:r w:rsidRPr="00F513F7">
        <w:t>1.</w:t>
      </w:r>
      <w:r w:rsidRPr="00F513F7">
        <w:tab/>
      </w:r>
      <w:proofErr w:type="gramStart"/>
      <w:r w:rsidRPr="00F513F7">
        <w:t xml:space="preserve">Мы, министры и главы делегаций Сторон и </w:t>
      </w:r>
      <w:proofErr w:type="spellStart"/>
      <w:r w:rsidRPr="00F513F7">
        <w:t>сигнатариев</w:t>
      </w:r>
      <w:proofErr w:type="spellEnd"/>
      <w:r w:rsidRPr="00F513F7">
        <w:t xml:space="preserve"> Конвенции о д</w:t>
      </w:r>
      <w:r w:rsidRPr="00F513F7">
        <w:t>о</w:t>
      </w:r>
      <w:r w:rsidRPr="00F513F7">
        <w:t>ступе к информации, участии общественности в процессе принятия решений и доступе к правосудию по вопросам, касающимся окружающей среды (</w:t>
      </w:r>
      <w:proofErr w:type="spellStart"/>
      <w:r w:rsidRPr="00F513F7">
        <w:t>Орху</w:t>
      </w:r>
      <w:r w:rsidRPr="00F513F7">
        <w:t>с</w:t>
      </w:r>
      <w:r w:rsidRPr="00F513F7">
        <w:t>ская</w:t>
      </w:r>
      <w:proofErr w:type="spellEnd"/>
      <w:r w:rsidRPr="00F513F7">
        <w:t xml:space="preserve"> конвенция), и Протокола к ней о регистрах выбросов и переноса загрязн</w:t>
      </w:r>
      <w:r w:rsidRPr="00F513F7">
        <w:t>и</w:t>
      </w:r>
      <w:r w:rsidRPr="00F513F7">
        <w:t>телей</w:t>
      </w:r>
      <w:r>
        <w:t>, собравшись вместе</w:t>
      </w:r>
      <w:r w:rsidRPr="00F513F7">
        <w:t xml:space="preserve"> с представителями других государств, междунаро</w:t>
      </w:r>
      <w:r w:rsidRPr="00F513F7">
        <w:t>д</w:t>
      </w:r>
      <w:r w:rsidRPr="00F513F7">
        <w:t>ных, региональных и неправительственных организаций (НПО), парламентар</w:t>
      </w:r>
      <w:r w:rsidRPr="00F513F7">
        <w:t>и</w:t>
      </w:r>
      <w:r w:rsidRPr="00F513F7">
        <w:t>ями и другими представителями гражданского общества всего региона</w:t>
      </w:r>
      <w:proofErr w:type="gramEnd"/>
      <w:r w:rsidRPr="00F513F7">
        <w:t xml:space="preserve"> Евр</w:t>
      </w:r>
      <w:r w:rsidRPr="00F513F7">
        <w:t>о</w:t>
      </w:r>
      <w:r w:rsidRPr="00F513F7">
        <w:t>пейской экономической комиссии Организации Объединенных Наций (ЕЭК) и других регионов на шестую сессию Совещания Сторон Конвенции и третью сессию Совещания Сторон Протокола, заявляем нижеследующее.</w:t>
      </w:r>
    </w:p>
    <w:p w:rsidR="00581437" w:rsidRPr="00F513F7" w:rsidRDefault="00581437" w:rsidP="00581437">
      <w:pPr>
        <w:pStyle w:val="SingleTxtGR"/>
      </w:pPr>
      <w:r w:rsidRPr="00F513F7">
        <w:t>2.</w:t>
      </w:r>
      <w:r w:rsidRPr="00F513F7">
        <w:tab/>
        <w:t xml:space="preserve">Мы </w:t>
      </w:r>
      <w:r>
        <w:t xml:space="preserve">вновь </w:t>
      </w:r>
      <w:r w:rsidRPr="00F513F7">
        <w:t>подтверждаем нашу твердую приверженность делу развития экологической демократ</w:t>
      </w:r>
      <w:proofErr w:type="gramStart"/>
      <w:r w:rsidRPr="00F513F7">
        <w:t>ии и ее</w:t>
      </w:r>
      <w:proofErr w:type="gramEnd"/>
      <w:r w:rsidRPr="00F513F7">
        <w:t xml:space="preserve"> ключевых компонентов, а именно доступа к экологической информации, участия общественности и доступа к правосудию в регионе ЕЭК и за его пределами, как важнейших предпосылок обеспечения устойчивого будущего для нынешних и будущих поколений.</w:t>
      </w:r>
    </w:p>
    <w:p w:rsidR="00581437" w:rsidRPr="00F513F7" w:rsidRDefault="00581437" w:rsidP="00581437">
      <w:pPr>
        <w:pStyle w:val="SingleTxtGR"/>
      </w:pPr>
      <w:r w:rsidRPr="00F513F7">
        <w:t>3.</w:t>
      </w:r>
      <w:r w:rsidRPr="00F513F7">
        <w:tab/>
        <w:t xml:space="preserve">Мы признаем, что </w:t>
      </w:r>
      <w:proofErr w:type="spellStart"/>
      <w:r w:rsidRPr="00F513F7">
        <w:t>Орхусская</w:t>
      </w:r>
      <w:proofErr w:type="spellEnd"/>
      <w:r w:rsidRPr="00F513F7">
        <w:t xml:space="preserve"> конвенция и Протокол к ней о </w:t>
      </w:r>
      <w:r w:rsidR="00E12921">
        <w:t>регистрах выбросов и переноса загрязнителей</w:t>
      </w:r>
      <w:r w:rsidRPr="00F513F7">
        <w:t xml:space="preserve"> направляли и вдохновляли действия по п</w:t>
      </w:r>
      <w:r w:rsidRPr="00F513F7">
        <w:t>о</w:t>
      </w:r>
      <w:r w:rsidRPr="00F513F7">
        <w:t>ощрению демократии и верховенства права в экологических вопросах во всем мире. В регионе ЕЭК Конвенция и Протокол играют важную нормативную роль и помогают активизировать участие в процессе принятия решений гражданск</w:t>
      </w:r>
      <w:r w:rsidRPr="00F513F7">
        <w:t>о</w:t>
      </w:r>
      <w:r w:rsidRPr="00F513F7">
        <w:t xml:space="preserve">го общества, включая экологические НПО, местные сообщества, академические учреждения и </w:t>
      </w:r>
      <w:proofErr w:type="spellStart"/>
      <w:r w:rsidRPr="00F513F7">
        <w:t>маргинализированные</w:t>
      </w:r>
      <w:proofErr w:type="spellEnd"/>
      <w:r w:rsidRPr="00F513F7">
        <w:t xml:space="preserve"> группы</w:t>
      </w:r>
      <w:r w:rsidR="00E12921">
        <w:t>. Мы признаем также важную роль</w:t>
      </w:r>
      <w:r w:rsidR="00C7229A">
        <w:t xml:space="preserve"> механизмов обеспечения соблюдения в деле осуществления Конвенции и Пр</w:t>
      </w:r>
      <w:r w:rsidR="00C7229A">
        <w:t>о</w:t>
      </w:r>
      <w:r w:rsidR="00C7229A">
        <w:t>токола к ней</w:t>
      </w:r>
      <w:r w:rsidRPr="00F513F7">
        <w:t xml:space="preserve">. Кроме того, </w:t>
      </w:r>
      <w:proofErr w:type="spellStart"/>
      <w:r w:rsidRPr="00F513F7">
        <w:t>Орхусские</w:t>
      </w:r>
      <w:proofErr w:type="spellEnd"/>
      <w:r w:rsidRPr="00F513F7">
        <w:t xml:space="preserve"> центры утвердились в качестве важных «мостиков» между государственными органами и гражданским обществом.</w:t>
      </w:r>
    </w:p>
    <w:p w:rsidR="00581437" w:rsidRPr="00F513F7" w:rsidRDefault="00581437" w:rsidP="00581437">
      <w:pPr>
        <w:pStyle w:val="SingleTxtGR"/>
      </w:pPr>
      <w:r w:rsidRPr="00F513F7">
        <w:t>4.</w:t>
      </w:r>
      <w:r w:rsidRPr="00F513F7">
        <w:tab/>
        <w:t xml:space="preserve">В то же время мы с большой озабоченностью отмечаем, что во многих странах всего мира, в том числе в странах, являющихся Сторонами </w:t>
      </w:r>
      <w:proofErr w:type="spellStart"/>
      <w:r w:rsidRPr="00F513F7">
        <w:t>Орхусской</w:t>
      </w:r>
      <w:proofErr w:type="spellEnd"/>
      <w:r w:rsidRPr="00F513F7">
        <w:t xml:space="preserve"> конвенции и Протокола</w:t>
      </w:r>
      <w:r w:rsidR="00C7229A">
        <w:t xml:space="preserve"> к ней</w:t>
      </w:r>
      <w:r w:rsidRPr="00F513F7">
        <w:t>, и других странах ЕЭК, основы демократии по</w:t>
      </w:r>
      <w:r w:rsidRPr="00F513F7">
        <w:t>д</w:t>
      </w:r>
      <w:r w:rsidRPr="00F513F7">
        <w:t xml:space="preserve">рываются нарушениями прав человека, терроризмом и радикализмом. </w:t>
      </w:r>
      <w:r w:rsidR="00C7229A">
        <w:t>Мы пол</w:t>
      </w:r>
      <w:r w:rsidR="00C7229A">
        <w:t>а</w:t>
      </w:r>
      <w:r w:rsidR="00C7229A">
        <w:t xml:space="preserve">гаем, что меры, принимаемые с целью борьбы с терроризмом, не оправдывают ограничение прав, предусмотренных в Конвенции. </w:t>
      </w:r>
      <w:r w:rsidRPr="00F513F7">
        <w:t>Для противодействия этим тенденциям, как никогда, важно демократическое право апеллировать к незав</w:t>
      </w:r>
      <w:r w:rsidRPr="00F513F7">
        <w:t>и</w:t>
      </w:r>
      <w:r w:rsidRPr="00F513F7">
        <w:t xml:space="preserve">симым судебным органам через открытые и </w:t>
      </w:r>
      <w:proofErr w:type="spellStart"/>
      <w:r w:rsidRPr="00F513F7">
        <w:t>транспарентные</w:t>
      </w:r>
      <w:proofErr w:type="spellEnd"/>
      <w:r w:rsidRPr="00F513F7">
        <w:t xml:space="preserve"> механизмы дост</w:t>
      </w:r>
      <w:r w:rsidRPr="00F513F7">
        <w:t>у</w:t>
      </w:r>
      <w:r w:rsidRPr="00F513F7">
        <w:t>па к правосудию.</w:t>
      </w:r>
    </w:p>
    <w:p w:rsidR="00581437" w:rsidRPr="00F513F7" w:rsidRDefault="00581437" w:rsidP="00581437">
      <w:pPr>
        <w:pStyle w:val="SingleTxtGR"/>
      </w:pPr>
      <w:r w:rsidRPr="00F513F7">
        <w:t>5.</w:t>
      </w:r>
      <w:r w:rsidRPr="00F513F7">
        <w:tab/>
        <w:t>Мы особенно встревожены увеличением масштабов притеснений, пра</w:t>
      </w:r>
      <w:r w:rsidRPr="00F513F7">
        <w:t>к</w:t>
      </w:r>
      <w:r w:rsidRPr="00F513F7">
        <w:t>тики затыкания ртов и даже убийств экологических активистов в разных стр</w:t>
      </w:r>
      <w:r w:rsidRPr="00F513F7">
        <w:t>а</w:t>
      </w:r>
      <w:r w:rsidRPr="00F513F7">
        <w:t>нах мира. В этой связи мы напоминаем о принятом нами в Маастрихтской д</w:t>
      </w:r>
      <w:r w:rsidRPr="00F513F7">
        <w:t>е</w:t>
      </w:r>
      <w:r w:rsidRPr="00F513F7">
        <w:t>кларации</w:t>
      </w:r>
      <w:r w:rsidR="00C63280">
        <w:t xml:space="preserve"> </w:t>
      </w:r>
      <w:r w:rsidR="00C63280" w:rsidRPr="00F513F7">
        <w:t>о прозрачности как движущей силе экологической демократии</w:t>
      </w:r>
      <w:r w:rsidRPr="00543576">
        <w:rPr>
          <w:sz w:val="18"/>
          <w:vertAlign w:val="superscript"/>
        </w:rPr>
        <w:footnoteReference w:id="3"/>
      </w:r>
      <w:r w:rsidRPr="00F513F7">
        <w:t xml:space="preserve"> обяз</w:t>
      </w:r>
      <w:r w:rsidRPr="00F513F7">
        <w:t>а</w:t>
      </w:r>
      <w:r w:rsidRPr="00F513F7">
        <w:t>тельстве защищать права экологических активистов и лиц, сообщающих о нарушениях. Мы напоминаем также о резолюции Совета по правам человека о защите правозащитников, в том числе тех, которые занимаются экологическими проблемами</w:t>
      </w:r>
      <w:r w:rsidRPr="00543576">
        <w:rPr>
          <w:sz w:val="18"/>
          <w:vertAlign w:val="superscript"/>
        </w:rPr>
        <w:footnoteReference w:id="4"/>
      </w:r>
      <w:r w:rsidRPr="00F513F7">
        <w:t>.</w:t>
      </w:r>
    </w:p>
    <w:p w:rsidR="00581437" w:rsidRPr="00F513F7" w:rsidRDefault="00581437" w:rsidP="00581437">
      <w:pPr>
        <w:pStyle w:val="SingleTxtGR"/>
      </w:pPr>
      <w:r w:rsidRPr="00F513F7">
        <w:t>6.</w:t>
      </w:r>
      <w:r w:rsidRPr="00F513F7">
        <w:tab/>
        <w:t xml:space="preserve">Мы призываем Стороны обеспечить надлежащую защиту экологических активистов, лиц, сообщающих о нарушениях, и НПО, с </w:t>
      </w:r>
      <w:proofErr w:type="gramStart"/>
      <w:r w:rsidRPr="00F513F7">
        <w:t>тем</w:t>
      </w:r>
      <w:proofErr w:type="gramEnd"/>
      <w:r w:rsidRPr="00F513F7">
        <w:t xml:space="preserve"> чтобы они имели возможность осуществлять свои права согласно </w:t>
      </w:r>
      <w:proofErr w:type="spellStart"/>
      <w:r w:rsidRPr="00F513F7">
        <w:t>Орхусской</w:t>
      </w:r>
      <w:proofErr w:type="spellEnd"/>
      <w:r w:rsidRPr="00F513F7">
        <w:t xml:space="preserve"> конвенции и Прот</w:t>
      </w:r>
      <w:r w:rsidRPr="00F513F7">
        <w:t>о</w:t>
      </w:r>
      <w:r w:rsidRPr="00F513F7">
        <w:t xml:space="preserve">колу </w:t>
      </w:r>
      <w:r w:rsidR="00EC7FC1" w:rsidRPr="00F513F7">
        <w:t xml:space="preserve">к ней </w:t>
      </w:r>
      <w:r w:rsidRPr="00F513F7">
        <w:t xml:space="preserve">о </w:t>
      </w:r>
      <w:r w:rsidR="00C63280">
        <w:t>регистрах выбросов и переноса загрязнителей</w:t>
      </w:r>
      <w:r w:rsidRPr="00F513F7">
        <w:t>, не подвергаясь н</w:t>
      </w:r>
      <w:r w:rsidRPr="00F513F7">
        <w:t>и</w:t>
      </w:r>
      <w:r w:rsidRPr="00F513F7">
        <w:t>каким угрозам.</w:t>
      </w:r>
    </w:p>
    <w:p w:rsidR="00581437" w:rsidRPr="00F513F7" w:rsidRDefault="00581437" w:rsidP="00581437">
      <w:pPr>
        <w:pStyle w:val="SingleTxtGR"/>
      </w:pPr>
      <w:r w:rsidRPr="00F513F7">
        <w:t>7.</w:t>
      </w:r>
      <w:r w:rsidRPr="00F513F7">
        <w:tab/>
        <w:t xml:space="preserve">Мы подчеркиваем, что доступ к информации, участие общественности и доступ к правосудию повышают </w:t>
      </w:r>
      <w:proofErr w:type="spellStart"/>
      <w:r w:rsidRPr="00F513F7">
        <w:t>транспарентность</w:t>
      </w:r>
      <w:proofErr w:type="spellEnd"/>
      <w:r w:rsidRPr="00F513F7">
        <w:t xml:space="preserve"> и подотчетность, ведут к принятию лучших решений при большей сопричастности и поддержке </w:t>
      </w:r>
      <w:proofErr w:type="gramStart"/>
      <w:r w:rsidRPr="00F513F7">
        <w:t>и</w:t>
      </w:r>
      <w:proofErr w:type="gramEnd"/>
      <w:r w:rsidRPr="00F513F7">
        <w:t xml:space="preserve"> в к</w:t>
      </w:r>
      <w:r w:rsidRPr="00F513F7">
        <w:t>о</w:t>
      </w:r>
      <w:r w:rsidRPr="00F513F7">
        <w:t>нечном счете способствуют сокращению конфликтов и повышению стабильн</w:t>
      </w:r>
      <w:r w:rsidRPr="00F513F7">
        <w:t>о</w:t>
      </w:r>
      <w:r w:rsidRPr="00F513F7">
        <w:t>сти.</w:t>
      </w:r>
    </w:p>
    <w:p w:rsidR="00581437" w:rsidRPr="00F513F7" w:rsidRDefault="00581437" w:rsidP="00581437">
      <w:pPr>
        <w:pStyle w:val="SingleTxtGR"/>
      </w:pPr>
      <w:r w:rsidRPr="00F513F7">
        <w:t>8.</w:t>
      </w:r>
      <w:r w:rsidRPr="00F513F7">
        <w:tab/>
        <w:t>Соответственно, мы приветствуем предпринятые рядом Сторон иници</w:t>
      </w:r>
      <w:r w:rsidRPr="00F513F7">
        <w:t>а</w:t>
      </w:r>
      <w:r w:rsidRPr="00F513F7">
        <w:t xml:space="preserve">тивы по принятию мер для защиты прав лиц, сообщающих о нарушениях, и призываем правительства </w:t>
      </w:r>
      <w:r w:rsidR="0015578A">
        <w:t xml:space="preserve">также </w:t>
      </w:r>
      <w:r>
        <w:t>предпринять</w:t>
      </w:r>
      <w:r w:rsidRPr="00F513F7">
        <w:t xml:space="preserve"> шаги для обеспечения надлеж</w:t>
      </w:r>
      <w:r w:rsidRPr="00F513F7">
        <w:t>а</w:t>
      </w:r>
      <w:r w:rsidRPr="00F513F7">
        <w:t>щей защиты свободы слова и безопасного участия людей в принятии решений по вопросам, касающимся окружающей среды.</w:t>
      </w:r>
    </w:p>
    <w:p w:rsidR="00581437" w:rsidRPr="00F513F7" w:rsidRDefault="00581437" w:rsidP="00581437">
      <w:pPr>
        <w:pStyle w:val="HChGR"/>
      </w:pPr>
      <w:r w:rsidRPr="00F513F7">
        <w:tab/>
        <w:t>II.</w:t>
      </w:r>
      <w:r w:rsidRPr="00F513F7">
        <w:tab/>
      </w:r>
      <w:proofErr w:type="spellStart"/>
      <w:r w:rsidRPr="00F513F7">
        <w:t>Орхусская</w:t>
      </w:r>
      <w:proofErr w:type="spellEnd"/>
      <w:r w:rsidRPr="00F513F7">
        <w:t xml:space="preserve"> кон</w:t>
      </w:r>
      <w:r>
        <w:t>венция, Протокол к ней и цели в</w:t>
      </w:r>
      <w:r>
        <w:rPr>
          <w:lang w:val="en-US"/>
        </w:rPr>
        <w:t> </w:t>
      </w:r>
      <w:r w:rsidRPr="00F513F7">
        <w:t>области устойчивого развития</w:t>
      </w:r>
    </w:p>
    <w:p w:rsidR="00581437" w:rsidRPr="00F513F7" w:rsidRDefault="00581437" w:rsidP="00581437">
      <w:pPr>
        <w:pStyle w:val="SingleTxtGR"/>
      </w:pPr>
      <w:r w:rsidRPr="005350FB">
        <w:t>[</w:t>
      </w:r>
      <w:r w:rsidRPr="005350FB">
        <w:rPr>
          <w:i/>
        </w:rPr>
        <w:t>Этот раздел посвящен роли Конвенции и Протокола в реализации целей в о</w:t>
      </w:r>
      <w:r w:rsidRPr="005350FB">
        <w:rPr>
          <w:i/>
        </w:rPr>
        <w:t>б</w:t>
      </w:r>
      <w:r w:rsidRPr="005350FB">
        <w:rPr>
          <w:i/>
        </w:rPr>
        <w:t>ласти устойчивого развития</w:t>
      </w:r>
      <w:r w:rsidRPr="005350FB">
        <w:t>]</w:t>
      </w:r>
      <w:r w:rsidRPr="00543576">
        <w:rPr>
          <w:sz w:val="18"/>
          <w:vertAlign w:val="superscript"/>
        </w:rPr>
        <w:footnoteReference w:id="5"/>
      </w:r>
    </w:p>
    <w:p w:rsidR="00581437" w:rsidRPr="00F513F7" w:rsidRDefault="00581437" w:rsidP="00581437">
      <w:pPr>
        <w:pStyle w:val="SingleTxtGR"/>
      </w:pPr>
      <w:r w:rsidRPr="00F513F7">
        <w:t>9.</w:t>
      </w:r>
      <w:r w:rsidRPr="00F513F7">
        <w:tab/>
        <w:t>Мы признаем, что мир сталкивается с рядом фундаментальных вызовов, таких как изменение климата и истощение природных ресурсов, для ответа на которые требу</w:t>
      </w:r>
      <w:r>
        <w:t>е</w:t>
      </w:r>
      <w:r w:rsidRPr="00F513F7">
        <w:t xml:space="preserve">тся </w:t>
      </w:r>
      <w:r>
        <w:t xml:space="preserve">осуществить </w:t>
      </w:r>
      <w:r w:rsidRPr="00F513F7">
        <w:t>глубокие преобразования в интересах устойч</w:t>
      </w:r>
      <w:r w:rsidRPr="00F513F7">
        <w:t>и</w:t>
      </w:r>
      <w:r w:rsidRPr="00F513F7">
        <w:t>вого развития, в том числе путем обеспечения устойчивых моделей потребл</w:t>
      </w:r>
      <w:r w:rsidRPr="00F513F7">
        <w:t>е</w:t>
      </w:r>
      <w:r w:rsidRPr="00F513F7">
        <w:t>ния и производства, перехода к экономике замкнутого цикла и сведения к м</w:t>
      </w:r>
      <w:r w:rsidRPr="00F513F7">
        <w:t>и</w:t>
      </w:r>
      <w:r w:rsidRPr="00F513F7">
        <w:t xml:space="preserve">нимуму выбросов загрязнителей. В то же время для того, чтобы ответить на эти вызовы, были приняты такие </w:t>
      </w:r>
      <w:proofErr w:type="gramStart"/>
      <w:r w:rsidRPr="00F513F7">
        <w:t>амбициозные</w:t>
      </w:r>
      <w:proofErr w:type="gramEnd"/>
      <w:r w:rsidRPr="00F513F7">
        <w:t xml:space="preserve"> международные договоры, как П</w:t>
      </w:r>
      <w:r w:rsidRPr="00F513F7">
        <w:t>о</w:t>
      </w:r>
      <w:r w:rsidRPr="00F513F7">
        <w:t xml:space="preserve">вестка дня в области устойчивого развития на период до 2030 года (Повестка дня 2030), Парижское соглашение об изменении климата и </w:t>
      </w:r>
      <w:proofErr w:type="spellStart"/>
      <w:r w:rsidR="0015578A">
        <w:t>Кигалийская</w:t>
      </w:r>
      <w:proofErr w:type="spellEnd"/>
      <w:r w:rsidR="0015578A">
        <w:t xml:space="preserve"> п</w:t>
      </w:r>
      <w:r w:rsidR="0015578A">
        <w:t>о</w:t>
      </w:r>
      <w:r w:rsidR="0015578A">
        <w:t xml:space="preserve">правка к </w:t>
      </w:r>
      <w:proofErr w:type="spellStart"/>
      <w:r w:rsidRPr="00F513F7">
        <w:t>Монреальск</w:t>
      </w:r>
      <w:r w:rsidR="00A63FF7">
        <w:t>ому</w:t>
      </w:r>
      <w:proofErr w:type="spellEnd"/>
      <w:r w:rsidRPr="00F513F7">
        <w:t xml:space="preserve"> протокол</w:t>
      </w:r>
      <w:r w:rsidR="00A63FF7">
        <w:t>у</w:t>
      </w:r>
      <w:r w:rsidRPr="00F513F7">
        <w:t xml:space="preserve"> по веществам, разрушающим озоновый слой.</w:t>
      </w:r>
    </w:p>
    <w:p w:rsidR="00581437" w:rsidRPr="00F513F7" w:rsidRDefault="00581437" w:rsidP="00581437">
      <w:pPr>
        <w:pStyle w:val="SingleTxtGR"/>
      </w:pPr>
      <w:r w:rsidRPr="00F513F7">
        <w:t>10.</w:t>
      </w:r>
      <w:r w:rsidRPr="00F513F7">
        <w:tab/>
        <w:t xml:space="preserve">Мы признаем, что </w:t>
      </w:r>
      <w:r w:rsidR="00A63FF7">
        <w:t xml:space="preserve">ни </w:t>
      </w:r>
      <w:r w:rsidRPr="00F513F7">
        <w:t>оди</w:t>
      </w:r>
      <w:r w:rsidR="00A63FF7">
        <w:t xml:space="preserve">н </w:t>
      </w:r>
      <w:proofErr w:type="spellStart"/>
      <w:r w:rsidR="00A63FF7">
        <w:t>актор</w:t>
      </w:r>
      <w:proofErr w:type="spellEnd"/>
      <w:r w:rsidR="00A63FF7">
        <w:t xml:space="preserve"> в одиночку не может</w:t>
      </w:r>
      <w:r w:rsidRPr="00F513F7">
        <w:t xml:space="preserve"> ответить на эти вызовы. </w:t>
      </w:r>
      <w:r w:rsidR="00A63FF7">
        <w:t>Эффективное вовлечение гражданского общества, включая НПО, ак</w:t>
      </w:r>
      <w:r w:rsidR="00A63FF7">
        <w:t>а</w:t>
      </w:r>
      <w:r w:rsidR="00A63FF7">
        <w:t>демические круги</w:t>
      </w:r>
      <w:r w:rsidR="00416A1F">
        <w:t>, и других заинтересованных субъектов в значительной мере повышает и дополняет способность правительств решать эти проблемы. Эти</w:t>
      </w:r>
      <w:r w:rsidRPr="00F513F7">
        <w:t xml:space="preserve"> заинтересованные субъекты также играют ключевую роль в обеспечении по</w:t>
      </w:r>
      <w:r w:rsidRPr="00F513F7">
        <w:t>д</w:t>
      </w:r>
      <w:r w:rsidRPr="00F513F7">
        <w:t xml:space="preserve">отчетности правительств. Следовательно, крайне </w:t>
      </w:r>
      <w:proofErr w:type="gramStart"/>
      <w:r w:rsidRPr="00F513F7">
        <w:t>важное значение</w:t>
      </w:r>
      <w:proofErr w:type="gramEnd"/>
      <w:r w:rsidRPr="00F513F7">
        <w:t xml:space="preserve"> имеют д</w:t>
      </w:r>
      <w:r w:rsidRPr="00F513F7">
        <w:t>о</w:t>
      </w:r>
      <w:r w:rsidRPr="00F513F7">
        <w:t>ступ к информации и диалог с заинтересованными субъектами. Кроме того, следует в максимально возможной степени использовать все существующие и</w:t>
      </w:r>
      <w:r w:rsidRPr="00F513F7">
        <w:t>н</w:t>
      </w:r>
      <w:r w:rsidRPr="00F513F7">
        <w:t xml:space="preserve">струменты поощрения партнерств и мобилизации необходимых действий со стороны </w:t>
      </w:r>
      <w:r w:rsidR="00416A1F">
        <w:t xml:space="preserve">всех заинтересованных участников, в том числе </w:t>
      </w:r>
      <w:r w:rsidRPr="00F513F7">
        <w:t>инновационного нау</w:t>
      </w:r>
      <w:r w:rsidRPr="00F513F7">
        <w:t>ч</w:t>
      </w:r>
      <w:r w:rsidRPr="00F513F7">
        <w:t>ного сообщества, частного сектора и других заинтересованных субъектов.</w:t>
      </w:r>
    </w:p>
    <w:p w:rsidR="00581437" w:rsidRPr="00F513F7" w:rsidRDefault="00581437" w:rsidP="00581437">
      <w:pPr>
        <w:pStyle w:val="SingleTxtGR"/>
      </w:pPr>
      <w:r w:rsidRPr="00F513F7">
        <w:t>11.</w:t>
      </w:r>
      <w:r w:rsidRPr="00F513F7">
        <w:tab/>
      </w:r>
      <w:proofErr w:type="gramStart"/>
      <w:r w:rsidRPr="00F513F7">
        <w:t xml:space="preserve">Мы подчеркиваем, что </w:t>
      </w:r>
      <w:proofErr w:type="spellStart"/>
      <w:r w:rsidRPr="00F513F7">
        <w:t>Орхусская</w:t>
      </w:r>
      <w:proofErr w:type="spellEnd"/>
      <w:r w:rsidRPr="00F513F7">
        <w:t xml:space="preserve"> конвенция и Протокол к ней заклад</w:t>
      </w:r>
      <w:r w:rsidRPr="00F513F7">
        <w:t>ы</w:t>
      </w:r>
      <w:r w:rsidRPr="00F513F7">
        <w:t>вают надежные основы для оказания помощи странам в достижении целей в области устойчивого развития</w:t>
      </w:r>
      <w:r w:rsidR="00416A1F">
        <w:t>, в частности цели 16,</w:t>
      </w:r>
      <w:r w:rsidRPr="00F513F7">
        <w:t xml:space="preserve"> за счет обеспечения в</w:t>
      </w:r>
      <w:r w:rsidRPr="00F513F7">
        <w:t>ы</w:t>
      </w:r>
      <w:r w:rsidRPr="00F513F7">
        <w:t>полнения обязательств в отношении доступа к информации, участия общ</w:t>
      </w:r>
      <w:r w:rsidRPr="00F513F7">
        <w:t>е</w:t>
      </w:r>
      <w:r w:rsidRPr="00F513F7">
        <w:t>ственности и доступа к правосудию по широкому кругу вопросов, затрагива</w:t>
      </w:r>
      <w:r w:rsidRPr="00F513F7">
        <w:t>ю</w:t>
      </w:r>
      <w:r w:rsidRPr="00F513F7">
        <w:t xml:space="preserve">щих окружающую среду и </w:t>
      </w:r>
      <w:r w:rsidR="002C3C69">
        <w:t xml:space="preserve">влияющих на </w:t>
      </w:r>
      <w:r w:rsidRPr="00F513F7">
        <w:t>здоровье человека.</w:t>
      </w:r>
      <w:proofErr w:type="gramEnd"/>
      <w:r w:rsidRPr="00F513F7">
        <w:t xml:space="preserve"> </w:t>
      </w:r>
      <w:proofErr w:type="gramStart"/>
      <w:r w:rsidRPr="00F513F7">
        <w:t xml:space="preserve">В силу своего сквозного характера эти договоры </w:t>
      </w:r>
      <w:r w:rsidR="002C3C69">
        <w:t xml:space="preserve">могут в значительной степени </w:t>
      </w:r>
      <w:r w:rsidRPr="00F513F7">
        <w:t>способств</w:t>
      </w:r>
      <w:r w:rsidR="002C3C69">
        <w:t>о</w:t>
      </w:r>
      <w:r w:rsidR="002C3C69">
        <w:t>вать</w:t>
      </w:r>
      <w:r w:rsidRPr="00F513F7">
        <w:t xml:space="preserve"> достижению целей в области устойчивого развития независимо от того, к</w:t>
      </w:r>
      <w:r w:rsidRPr="00F513F7">
        <w:t>а</w:t>
      </w:r>
      <w:r w:rsidRPr="00F513F7">
        <w:t>саются ли они хорошего здоровья и благополучия человека, предупреждения и сокращения загрязнения или уменьшения неравенства, например путем пов</w:t>
      </w:r>
      <w:r w:rsidRPr="00F513F7">
        <w:t>ы</w:t>
      </w:r>
      <w:r w:rsidRPr="00F513F7">
        <w:t xml:space="preserve">шения </w:t>
      </w:r>
      <w:proofErr w:type="spellStart"/>
      <w:r w:rsidRPr="00F513F7">
        <w:t>резильентности</w:t>
      </w:r>
      <w:proofErr w:type="spellEnd"/>
      <w:r w:rsidRPr="00F513F7">
        <w:t xml:space="preserve"> малоимущих лиц и уменьшения препятствий</w:t>
      </w:r>
      <w:r>
        <w:t>, меша</w:t>
      </w:r>
      <w:r>
        <w:t>ю</w:t>
      </w:r>
      <w:r>
        <w:t>щих участию</w:t>
      </w:r>
      <w:r w:rsidRPr="00F513F7">
        <w:t xml:space="preserve"> общественности в процессе принятия решений</w:t>
      </w:r>
      <w:r>
        <w:t xml:space="preserve"> и доступу к пр</w:t>
      </w:r>
      <w:r>
        <w:t>а</w:t>
      </w:r>
      <w:r>
        <w:t>восудию</w:t>
      </w:r>
      <w:r w:rsidRPr="00F513F7">
        <w:t>.</w:t>
      </w:r>
      <w:proofErr w:type="gramEnd"/>
      <w:r w:rsidRPr="00F513F7">
        <w:t xml:space="preserve"> Эти договоры предоставляют уникальную возможность </w:t>
      </w:r>
      <w:r>
        <w:t xml:space="preserve">и </w:t>
      </w:r>
      <w:r w:rsidRPr="00F513F7">
        <w:t>для обесп</w:t>
      </w:r>
      <w:r w:rsidRPr="00F513F7">
        <w:t>е</w:t>
      </w:r>
      <w:r w:rsidRPr="00F513F7">
        <w:t>чения синергии с различными многосторонними природоохранными соглаш</w:t>
      </w:r>
      <w:r w:rsidRPr="00F513F7">
        <w:t>е</w:t>
      </w:r>
      <w:r w:rsidRPr="00F513F7">
        <w:t xml:space="preserve">ниями и инициативами, преследующими аналогичные цели, </w:t>
      </w:r>
      <w:r>
        <w:t>и</w:t>
      </w:r>
      <w:r w:rsidRPr="00F513F7">
        <w:t xml:space="preserve"> такое сотрудн</w:t>
      </w:r>
      <w:r w:rsidRPr="00F513F7">
        <w:t>и</w:t>
      </w:r>
      <w:r w:rsidRPr="00F513F7">
        <w:t xml:space="preserve">чество также может </w:t>
      </w:r>
      <w:r>
        <w:t>внести</w:t>
      </w:r>
      <w:r w:rsidRPr="00F513F7">
        <w:t xml:space="preserve"> вклад в эффективное достижение целей в области устойчивого развития.</w:t>
      </w:r>
    </w:p>
    <w:p w:rsidR="00581437" w:rsidRPr="00F513F7" w:rsidRDefault="00581437" w:rsidP="00581437">
      <w:pPr>
        <w:pStyle w:val="H23GR"/>
      </w:pPr>
      <w:r w:rsidRPr="00F513F7">
        <w:tab/>
      </w:r>
      <w:r w:rsidRPr="00F513F7">
        <w:tab/>
        <w:t xml:space="preserve">Дальнейшее содействие повышению </w:t>
      </w:r>
      <w:proofErr w:type="spellStart"/>
      <w:r w:rsidRPr="00F513F7">
        <w:t>транспарентности</w:t>
      </w:r>
      <w:proofErr w:type="spellEnd"/>
      <w:r w:rsidRPr="00F513F7">
        <w:t xml:space="preserve"> </w:t>
      </w:r>
    </w:p>
    <w:p w:rsidR="00581437" w:rsidRPr="00F513F7" w:rsidRDefault="00581437" w:rsidP="00581437">
      <w:pPr>
        <w:pStyle w:val="SingleTxtGR"/>
      </w:pPr>
      <w:r w:rsidRPr="00F513F7">
        <w:t>[</w:t>
      </w:r>
      <w:r w:rsidRPr="00F513F7">
        <w:rPr>
          <w:i/>
        </w:rPr>
        <w:t xml:space="preserve">Этот подраздел посвящен в первую очередь роли доступа к информации и </w:t>
      </w:r>
      <w:proofErr w:type="spellStart"/>
      <w:r w:rsidRPr="00F513F7">
        <w:rPr>
          <w:i/>
        </w:rPr>
        <w:t>транспарентности</w:t>
      </w:r>
      <w:proofErr w:type="spellEnd"/>
      <w:r w:rsidRPr="00F513F7">
        <w:rPr>
          <w:i/>
        </w:rPr>
        <w:t xml:space="preserve"> (например, применительно к первому основному компоне</w:t>
      </w:r>
      <w:r w:rsidRPr="00F513F7">
        <w:rPr>
          <w:i/>
        </w:rPr>
        <w:t>н</w:t>
      </w:r>
      <w:r w:rsidRPr="00F513F7">
        <w:rPr>
          <w:i/>
        </w:rPr>
        <w:t>ту Конвенции и Протоколу) в реализации целей в области устойчивого разв</w:t>
      </w:r>
      <w:r w:rsidRPr="00F513F7">
        <w:rPr>
          <w:i/>
        </w:rPr>
        <w:t>и</w:t>
      </w:r>
      <w:r w:rsidRPr="00F513F7">
        <w:rPr>
          <w:i/>
        </w:rPr>
        <w:t>тия</w:t>
      </w:r>
      <w:r w:rsidRPr="00F513F7">
        <w:t>]</w:t>
      </w:r>
      <w:r w:rsidR="002C3C69">
        <w:rPr>
          <w:vertAlign w:val="superscript"/>
        </w:rPr>
        <w:t>5</w:t>
      </w:r>
    </w:p>
    <w:p w:rsidR="00581437" w:rsidRPr="00F513F7" w:rsidRDefault="00581437" w:rsidP="00581437">
      <w:pPr>
        <w:pStyle w:val="SingleTxtGR"/>
      </w:pPr>
      <w:r w:rsidRPr="00F513F7">
        <w:t>12.</w:t>
      </w:r>
      <w:r w:rsidRPr="00F513F7">
        <w:tab/>
        <w:t xml:space="preserve">Мы признаем, что эффективный доступ общественности к экологической информации имеет критически </w:t>
      </w:r>
      <w:proofErr w:type="gramStart"/>
      <w:r w:rsidRPr="00F513F7">
        <w:t>важное значение</w:t>
      </w:r>
      <w:proofErr w:type="gramEnd"/>
      <w:r w:rsidRPr="00F513F7">
        <w:t xml:space="preserve"> для успешного осуществления ряда целей в области устойчивого развития и может внести значительный вклад в работу, </w:t>
      </w:r>
      <w:r>
        <w:t>связанную с</w:t>
      </w:r>
      <w:r w:rsidRPr="00F513F7">
        <w:t xml:space="preserve"> революци</w:t>
      </w:r>
      <w:r>
        <w:t>ей</w:t>
      </w:r>
      <w:r w:rsidRPr="00F513F7">
        <w:t xml:space="preserve"> данных, экологическ</w:t>
      </w:r>
      <w:r>
        <w:t>им аспектом</w:t>
      </w:r>
      <w:r w:rsidRPr="00F513F7">
        <w:t xml:space="preserve"> электро</w:t>
      </w:r>
      <w:r w:rsidRPr="00F513F7">
        <w:t>н</w:t>
      </w:r>
      <w:r w:rsidRPr="00F513F7">
        <w:t>ного правительства и инициатив</w:t>
      </w:r>
      <w:r>
        <w:t>ами</w:t>
      </w:r>
      <w:r w:rsidRPr="00F513F7">
        <w:t xml:space="preserve"> по открытым данным.</w:t>
      </w:r>
    </w:p>
    <w:p w:rsidR="00581437" w:rsidRPr="00F513F7" w:rsidRDefault="00581437" w:rsidP="00581437">
      <w:pPr>
        <w:pStyle w:val="SingleTxtGR"/>
      </w:pPr>
      <w:r w:rsidRPr="00F513F7">
        <w:t>13.</w:t>
      </w:r>
      <w:r w:rsidRPr="00F513F7">
        <w:tab/>
        <w:t>Мы признаем также, что широкие возможности открыва</w:t>
      </w:r>
      <w:r>
        <w:t>ются благодаря</w:t>
      </w:r>
      <w:r w:rsidRPr="00F513F7">
        <w:t xml:space="preserve"> образовани</w:t>
      </w:r>
      <w:r>
        <w:t>ю</w:t>
      </w:r>
      <w:r w:rsidRPr="00F513F7">
        <w:t xml:space="preserve"> в интересах устойчивого развития и обмен</w:t>
      </w:r>
      <w:r>
        <w:t>у информацией. Для </w:t>
      </w:r>
      <w:r w:rsidRPr="00F513F7">
        <w:t>людей крайне важно иметь доступ к информации при принятии решений, касающихся их будущего. Он является также важной предпосылкой к эффе</w:t>
      </w:r>
      <w:r w:rsidRPr="00F513F7">
        <w:t>к</w:t>
      </w:r>
      <w:r w:rsidRPr="00F513F7">
        <w:t xml:space="preserve">тивному участию общественности и может помочь в спасении жизни людей </w:t>
      </w:r>
      <w:r>
        <w:t>благодаря</w:t>
      </w:r>
      <w:r w:rsidRPr="00F513F7">
        <w:t xml:space="preserve"> уменьшени</w:t>
      </w:r>
      <w:r>
        <w:t>ю</w:t>
      </w:r>
      <w:r w:rsidRPr="00F513F7">
        <w:t xml:space="preserve"> подверженности, в </w:t>
      </w:r>
      <w:r>
        <w:t>особенности</w:t>
      </w:r>
      <w:r w:rsidRPr="00F513F7">
        <w:t xml:space="preserve"> малоимущих и </w:t>
      </w:r>
      <w:r w:rsidR="002C3C69">
        <w:t xml:space="preserve">лиц и групп, находящихся в </w:t>
      </w:r>
      <w:r w:rsidRPr="00F513F7">
        <w:t>уязвим</w:t>
      </w:r>
      <w:r w:rsidR="002C3C69">
        <w:t>ом положении</w:t>
      </w:r>
      <w:r w:rsidRPr="00F513F7">
        <w:t>, воздействию опасных веществ, связанных с климатом экстремальных явлений и других экономических, соц</w:t>
      </w:r>
      <w:r w:rsidRPr="00F513F7">
        <w:t>и</w:t>
      </w:r>
      <w:r w:rsidRPr="00F513F7">
        <w:t>альных и экологических потрясений и бедствий.</w:t>
      </w:r>
    </w:p>
    <w:p w:rsidR="00581437" w:rsidRDefault="00581437" w:rsidP="00581437">
      <w:pPr>
        <w:pStyle w:val="SingleTxtGR"/>
      </w:pPr>
      <w:r w:rsidRPr="00F513F7">
        <w:t>14.</w:t>
      </w:r>
      <w:r w:rsidRPr="00F513F7">
        <w:tab/>
        <w:t>Мы вновь подтверждаем важность Протокола в деле поощрения устойч</w:t>
      </w:r>
      <w:r w:rsidRPr="00F513F7">
        <w:t>и</w:t>
      </w:r>
      <w:r w:rsidRPr="00F513F7">
        <w:t xml:space="preserve">вых моделей потребления и производства. Ссылаясь на свои обязательства, принятые в Маастрихтской декларации в целях </w:t>
      </w:r>
      <w:r>
        <w:t>содействия</w:t>
      </w:r>
      <w:r w:rsidRPr="00F513F7">
        <w:t xml:space="preserve"> устойчиво</w:t>
      </w:r>
      <w:r>
        <w:t>му</w:t>
      </w:r>
      <w:r w:rsidRPr="00F513F7">
        <w:t xml:space="preserve"> разв</w:t>
      </w:r>
      <w:r w:rsidRPr="00F513F7">
        <w:t>и</w:t>
      </w:r>
      <w:r w:rsidRPr="00F513F7">
        <w:t>ти</w:t>
      </w:r>
      <w:r>
        <w:t>ю</w:t>
      </w:r>
      <w:r w:rsidRPr="00F513F7">
        <w:t xml:space="preserve">, в частности путем пропаганды Протокола, мы рекомендуем компаниям, особенно крупным и транснациональным компаниям, </w:t>
      </w:r>
      <w:r>
        <w:t>брать на вооружение</w:t>
      </w:r>
      <w:r w:rsidRPr="00F513F7">
        <w:t xml:space="preserve"> устойчив</w:t>
      </w:r>
      <w:r>
        <w:t>ую</w:t>
      </w:r>
      <w:r w:rsidRPr="00F513F7">
        <w:t xml:space="preserve"> </w:t>
      </w:r>
      <w:r>
        <w:t>практику</w:t>
      </w:r>
      <w:r w:rsidRPr="00F513F7">
        <w:t xml:space="preserve"> и отражать информацию </w:t>
      </w:r>
      <w:r>
        <w:t>на</w:t>
      </w:r>
      <w:r w:rsidRPr="00F513F7">
        <w:t xml:space="preserve"> </w:t>
      </w:r>
      <w:r>
        <w:t>тему устойчивости</w:t>
      </w:r>
      <w:r w:rsidRPr="00F513F7">
        <w:t xml:space="preserve">, например о </w:t>
      </w:r>
      <w:proofErr w:type="gramStart"/>
      <w:r w:rsidRPr="00F513F7">
        <w:t>выбросах</w:t>
      </w:r>
      <w:proofErr w:type="gramEnd"/>
      <w:r w:rsidRPr="00F513F7">
        <w:t xml:space="preserve"> и об использовании воды, энергии и других ресурсов, в сво</w:t>
      </w:r>
      <w:r>
        <w:t>ей</w:t>
      </w:r>
      <w:r w:rsidRPr="00F513F7">
        <w:t xml:space="preserve"> о</w:t>
      </w:r>
      <w:r w:rsidRPr="00F513F7">
        <w:t>т</w:t>
      </w:r>
      <w:r w:rsidRPr="00F513F7">
        <w:t>чет</w:t>
      </w:r>
      <w:r>
        <w:t>ности</w:t>
      </w:r>
      <w:r w:rsidRPr="00F513F7">
        <w:t xml:space="preserve">. Мы призываем Стороны и </w:t>
      </w:r>
      <w:proofErr w:type="spellStart"/>
      <w:r w:rsidRPr="00F513F7">
        <w:t>сигнатариев</w:t>
      </w:r>
      <w:proofErr w:type="spellEnd"/>
      <w:r w:rsidRPr="00F513F7">
        <w:t xml:space="preserve"> создавать и продолжать и</w:t>
      </w:r>
      <w:r w:rsidRPr="00F513F7">
        <w:t>с</w:t>
      </w:r>
      <w:r w:rsidRPr="00F513F7">
        <w:t xml:space="preserve">пользовать </w:t>
      </w:r>
      <w:r>
        <w:t xml:space="preserve">эффективные и удобные для пользователей </w:t>
      </w:r>
      <w:r w:rsidRPr="00F513F7">
        <w:t>регистры выбросов и переноса загрязнителей, далее повышать осведомленность о них и обеспеч</w:t>
      </w:r>
      <w:r w:rsidRPr="00F513F7">
        <w:t>и</w:t>
      </w:r>
      <w:r w:rsidRPr="00F513F7">
        <w:t>вать, чтобы люди повсеместно имели удобный цифровой доступ к соответств</w:t>
      </w:r>
      <w:r w:rsidRPr="00F513F7">
        <w:t>у</w:t>
      </w:r>
      <w:r w:rsidRPr="00F513F7">
        <w:t>ющей информации о</w:t>
      </w:r>
      <w:r>
        <w:t xml:space="preserve"> выбросах</w:t>
      </w:r>
      <w:r w:rsidRPr="00F513F7">
        <w:t xml:space="preserve"> опасных веществ и пере</w:t>
      </w:r>
      <w:r>
        <w:t>мещении отходов. Мы </w:t>
      </w:r>
      <w:r w:rsidRPr="00F513F7">
        <w:t>также признаем необходимость решения проблемы химических веще</w:t>
      </w:r>
      <w:proofErr w:type="gramStart"/>
      <w:r w:rsidRPr="00F513F7">
        <w:t>ств в пр</w:t>
      </w:r>
      <w:proofErr w:type="gramEnd"/>
      <w:r w:rsidRPr="00F513F7">
        <w:t>одуктах и их выбросов в окружающую среду.</w:t>
      </w:r>
    </w:p>
    <w:p w:rsidR="002D3105" w:rsidRPr="00F513F7" w:rsidRDefault="002D3105" w:rsidP="00581437">
      <w:pPr>
        <w:pStyle w:val="SingleTxtGR"/>
      </w:pPr>
      <w:r>
        <w:t>15.</w:t>
      </w:r>
      <w:r>
        <w:tab/>
        <w:t>Мы призываем Стороны Конвенции ратифицировать поправку о генет</w:t>
      </w:r>
      <w:r>
        <w:t>и</w:t>
      </w:r>
      <w:r>
        <w:t>чески измененных организмах для обеспечения ее вступления в силу.</w:t>
      </w:r>
    </w:p>
    <w:p w:rsidR="00581437" w:rsidRPr="00F513F7" w:rsidRDefault="00581437" w:rsidP="00581437">
      <w:pPr>
        <w:pStyle w:val="H23GR"/>
      </w:pPr>
      <w:r w:rsidRPr="00F513F7">
        <w:tab/>
      </w:r>
      <w:r w:rsidRPr="00F513F7">
        <w:tab/>
        <w:t xml:space="preserve">Обеспечение устойчивого процесса принятия решений </w:t>
      </w:r>
    </w:p>
    <w:p w:rsidR="00581437" w:rsidRPr="00F513F7" w:rsidRDefault="00581437" w:rsidP="00581437">
      <w:pPr>
        <w:pStyle w:val="SingleTxtGR"/>
      </w:pPr>
      <w:r w:rsidRPr="00F513F7">
        <w:t>[</w:t>
      </w:r>
      <w:r w:rsidRPr="00F513F7">
        <w:rPr>
          <w:i/>
        </w:rPr>
        <w:t>Данный подраздел посвящен в первую очередь роли участия общественности (применительно ко второму основному компоненту Конвенции и Протоколу) в реализации целей в области устойчивого развития</w:t>
      </w:r>
      <w:r w:rsidRPr="00F513F7">
        <w:t>]</w:t>
      </w:r>
      <w:r w:rsidR="002D3105">
        <w:rPr>
          <w:vertAlign w:val="superscript"/>
        </w:rPr>
        <w:t>5</w:t>
      </w:r>
    </w:p>
    <w:p w:rsidR="00581437" w:rsidRPr="00F513F7" w:rsidRDefault="00581437" w:rsidP="00581437">
      <w:pPr>
        <w:pStyle w:val="SingleTxtGR"/>
      </w:pPr>
      <w:r w:rsidRPr="00F513F7">
        <w:t>1</w:t>
      </w:r>
      <w:r w:rsidR="002D3105">
        <w:t>6</w:t>
      </w:r>
      <w:r w:rsidRPr="00F513F7">
        <w:t>.</w:t>
      </w:r>
      <w:r w:rsidRPr="00F513F7">
        <w:tab/>
        <w:t>Мы признаем, что осуществление целей в области устойчивого развития требует скоординированных и согласованных усилий правительств, гражда</w:t>
      </w:r>
      <w:r w:rsidRPr="00F513F7">
        <w:t>н</w:t>
      </w:r>
      <w:r w:rsidRPr="00F513F7">
        <w:t>ского общества, промышленности, частного сектора и других заинтересова</w:t>
      </w:r>
      <w:r w:rsidRPr="00F513F7">
        <w:t>н</w:t>
      </w:r>
      <w:r w:rsidRPr="00F513F7">
        <w:t xml:space="preserve">ных субъектов, а также полностью </w:t>
      </w:r>
      <w:proofErr w:type="spellStart"/>
      <w:r w:rsidRPr="00F513F7">
        <w:t>транспарентных</w:t>
      </w:r>
      <w:proofErr w:type="spellEnd"/>
      <w:r w:rsidRPr="00F513F7">
        <w:t>, подотчетных и основанных на широком участии процессов принятия решений. Мы можем внести вклад в строительство устойчивого будущего, только должным образом принимая во внимание мнения граждан.</w:t>
      </w:r>
    </w:p>
    <w:p w:rsidR="00581437" w:rsidRPr="00F513F7" w:rsidRDefault="00581437" w:rsidP="00581437">
      <w:pPr>
        <w:pStyle w:val="SingleTxtGR"/>
      </w:pPr>
      <w:r w:rsidRPr="00F513F7">
        <w:t>1</w:t>
      </w:r>
      <w:r w:rsidR="002D3105">
        <w:t>7</w:t>
      </w:r>
      <w:r w:rsidRPr="00F513F7">
        <w:t>.</w:t>
      </w:r>
      <w:r w:rsidRPr="00F513F7">
        <w:tab/>
      </w:r>
      <w:r w:rsidR="002D3105">
        <w:t>Мы приветствует</w:t>
      </w:r>
      <w:r w:rsidRPr="00F513F7">
        <w:t xml:space="preserve"> итог</w:t>
      </w:r>
      <w:r w:rsidR="002D3105">
        <w:t>и</w:t>
      </w:r>
      <w:r w:rsidRPr="00F513F7">
        <w:t xml:space="preserve"> восьмой Конференции министров «Окружающая среда для Европы» (Батуми, Грузия, 8–10 июня 2016 года)</w:t>
      </w:r>
      <w:r w:rsidR="002D3105">
        <w:t>.</w:t>
      </w:r>
      <w:r w:rsidRPr="00F513F7">
        <w:t xml:space="preserve"> </w:t>
      </w:r>
      <w:proofErr w:type="gramStart"/>
      <w:r w:rsidR="002D3105">
        <w:t>М</w:t>
      </w:r>
      <w:r w:rsidRPr="00F513F7">
        <w:t>ы подчеркиваем, что Конвенция и Протокол наделяют общественность, включая местные соо</w:t>
      </w:r>
      <w:r w:rsidRPr="00F513F7">
        <w:t>б</w:t>
      </w:r>
      <w:r w:rsidRPr="00F513F7">
        <w:t>щества, правом эффективно участвовать в принятии решений по широкому кр</w:t>
      </w:r>
      <w:r w:rsidRPr="00F513F7">
        <w:t>у</w:t>
      </w:r>
      <w:r w:rsidRPr="00F513F7">
        <w:t>гу вопросов, охватываемых целями в области устойчивого развития, например таких, как охрана здоровья (цель 3); обеспечение рационального использования водных ресурсов и санитарии (цель 6); чистая энергия (цель 7); «зеленая» эк</w:t>
      </w:r>
      <w:r w:rsidRPr="00F513F7">
        <w:t>о</w:t>
      </w:r>
      <w:r w:rsidRPr="00F513F7">
        <w:t xml:space="preserve">номика (цели 8, </w:t>
      </w:r>
      <w:r w:rsidR="001E60EB" w:rsidRPr="001E60EB">
        <w:t>9</w:t>
      </w:r>
      <w:r w:rsidRPr="00F513F7">
        <w:t xml:space="preserve"> и 1</w:t>
      </w:r>
      <w:r w:rsidR="001E60EB" w:rsidRPr="001E60EB">
        <w:t>2</w:t>
      </w:r>
      <w:r w:rsidRPr="00F513F7">
        <w:t>);</w:t>
      </w:r>
      <w:proofErr w:type="gramEnd"/>
      <w:r w:rsidRPr="00F513F7">
        <w:t xml:space="preserve"> сокращение неравенства (цель 10); меры по борьбе с изменением климата (цель 13); туризм (цели 8, 12</w:t>
      </w:r>
      <w:r w:rsidR="001E60EB">
        <w:t xml:space="preserve">, </w:t>
      </w:r>
      <w:r w:rsidRPr="00F513F7">
        <w:t>14</w:t>
      </w:r>
      <w:r w:rsidR="001E60EB">
        <w:t xml:space="preserve"> и 15</w:t>
      </w:r>
      <w:r w:rsidRPr="00F513F7">
        <w:t>); и городское план</w:t>
      </w:r>
      <w:r w:rsidRPr="00F513F7">
        <w:t>и</w:t>
      </w:r>
      <w:r w:rsidRPr="00F513F7">
        <w:t xml:space="preserve">рование (цели 11 и 13). Эти договоры имеют </w:t>
      </w:r>
      <w:proofErr w:type="gramStart"/>
      <w:r w:rsidRPr="00F513F7">
        <w:t>важное значение</w:t>
      </w:r>
      <w:proofErr w:type="gramEnd"/>
      <w:r w:rsidRPr="00F513F7">
        <w:t xml:space="preserve"> для планиров</w:t>
      </w:r>
      <w:r w:rsidRPr="00F513F7">
        <w:t>а</w:t>
      </w:r>
      <w:r w:rsidRPr="00F513F7">
        <w:t>ния и осуществления различных видов деятельности – от строительства мо</w:t>
      </w:r>
      <w:r w:rsidRPr="00F513F7">
        <w:t>р</w:t>
      </w:r>
      <w:r w:rsidRPr="00F513F7">
        <w:t xml:space="preserve">ского курорта до сооружения автомагистралей или промышленных объектов. </w:t>
      </w:r>
    </w:p>
    <w:p w:rsidR="00581437" w:rsidRPr="00F513F7" w:rsidRDefault="00581437" w:rsidP="00581437">
      <w:pPr>
        <w:pStyle w:val="H23GR"/>
      </w:pPr>
      <w:r w:rsidRPr="00F513F7">
        <w:tab/>
      </w:r>
      <w:r w:rsidRPr="00F513F7">
        <w:tab/>
        <w:t xml:space="preserve">Построение </w:t>
      </w:r>
      <w:r>
        <w:t>миролюбивых</w:t>
      </w:r>
      <w:r w:rsidRPr="00F513F7">
        <w:t xml:space="preserve"> и справедливых обществ</w:t>
      </w:r>
    </w:p>
    <w:p w:rsidR="00581437" w:rsidRPr="00F513F7" w:rsidRDefault="00581437" w:rsidP="00581437">
      <w:pPr>
        <w:pStyle w:val="SingleTxtGR"/>
      </w:pPr>
      <w:r w:rsidRPr="00F513F7">
        <w:t>[</w:t>
      </w:r>
      <w:r w:rsidRPr="00F513F7">
        <w:rPr>
          <w:i/>
        </w:rPr>
        <w:t>Этот подраздел посвящен в основном цели 16 и роли доступа к правосудию (применительно к третьему основному компоненту Конвенции и Протоколу) в реализации целей в области устойчивого развития</w:t>
      </w:r>
      <w:r w:rsidRPr="00F513F7">
        <w:t>]</w:t>
      </w:r>
      <w:r w:rsidR="002D3105">
        <w:rPr>
          <w:vertAlign w:val="superscript"/>
        </w:rPr>
        <w:t>5</w:t>
      </w:r>
    </w:p>
    <w:p w:rsidR="00581437" w:rsidRPr="00F513F7" w:rsidRDefault="0091202E" w:rsidP="00581437">
      <w:pPr>
        <w:pStyle w:val="SingleTxtGR"/>
      </w:pPr>
      <w:r>
        <w:t>18</w:t>
      </w:r>
      <w:r w:rsidR="00581437" w:rsidRPr="00F513F7">
        <w:t>.</w:t>
      </w:r>
      <w:r w:rsidR="00581437" w:rsidRPr="00F513F7">
        <w:tab/>
        <w:t>Мы приветствуем включение в цель 16</w:t>
      </w:r>
      <w:r w:rsidR="00581437" w:rsidRPr="00D65D7B">
        <w:t xml:space="preserve"> </w:t>
      </w:r>
      <w:r w:rsidR="00581437" w:rsidRPr="00F513F7">
        <w:t xml:space="preserve">Повестки дня 2030, касающуюся </w:t>
      </w:r>
      <w:r w:rsidR="00581437">
        <w:t>миролюбивых</w:t>
      </w:r>
      <w:r w:rsidR="00581437" w:rsidRPr="00F513F7">
        <w:t xml:space="preserve"> и </w:t>
      </w:r>
      <w:r w:rsidR="00581437">
        <w:t>открытых</w:t>
      </w:r>
      <w:r w:rsidR="00581437" w:rsidRPr="00F513F7">
        <w:t xml:space="preserve"> обществ, положений об обеспечении доступа к пр</w:t>
      </w:r>
      <w:r w:rsidR="00581437" w:rsidRPr="00F513F7">
        <w:t>а</w:t>
      </w:r>
      <w:r w:rsidR="00581437" w:rsidRPr="00F513F7">
        <w:t>восудию для всех и создании эффективных, подотчетных и основанных на ш</w:t>
      </w:r>
      <w:r w:rsidR="00581437" w:rsidRPr="00F513F7">
        <w:t>и</w:t>
      </w:r>
      <w:r w:rsidR="00581437" w:rsidRPr="00F513F7">
        <w:t xml:space="preserve">роком участии учреждений, поскольку цель 16 имеет особое отношение к </w:t>
      </w:r>
      <w:proofErr w:type="spellStart"/>
      <w:r w:rsidR="00581437" w:rsidRPr="00F513F7">
        <w:t>О</w:t>
      </w:r>
      <w:r w:rsidR="00581437" w:rsidRPr="00F513F7">
        <w:t>р</w:t>
      </w:r>
      <w:r w:rsidR="00581437" w:rsidRPr="00F513F7">
        <w:t>хусской</w:t>
      </w:r>
      <w:proofErr w:type="spellEnd"/>
      <w:r w:rsidR="00581437" w:rsidRPr="00F513F7">
        <w:t xml:space="preserve"> конвенции и Протоколу к ней.</w:t>
      </w:r>
    </w:p>
    <w:p w:rsidR="00581437" w:rsidRPr="00F513F7" w:rsidRDefault="00581437" w:rsidP="00581437">
      <w:pPr>
        <w:pStyle w:val="SingleTxtGR"/>
      </w:pPr>
      <w:r w:rsidRPr="00F513F7">
        <w:t>1</w:t>
      </w:r>
      <w:r w:rsidR="0091202E">
        <w:t>9</w:t>
      </w:r>
      <w:r w:rsidRPr="00F513F7">
        <w:t>.</w:t>
      </w:r>
      <w:r w:rsidRPr="00F513F7">
        <w:tab/>
        <w:t>Мы признаем в этой связи, что эффективный доступ к правосудию по в</w:t>
      </w:r>
      <w:r w:rsidRPr="00F513F7">
        <w:t>о</w:t>
      </w:r>
      <w:r w:rsidRPr="00F513F7">
        <w:t>просам, касающимся окружающей среды</w:t>
      </w:r>
      <w:r>
        <w:t>,</w:t>
      </w:r>
      <w:r w:rsidRPr="00F513F7">
        <w:t xml:space="preserve"> имеет чрезвычайно </w:t>
      </w:r>
      <w:proofErr w:type="gramStart"/>
      <w:r w:rsidRPr="00F513F7">
        <w:t>важное значение</w:t>
      </w:r>
      <w:proofErr w:type="gramEnd"/>
      <w:r w:rsidRPr="00F513F7">
        <w:t xml:space="preserve"> для успешного осуществления цели 16</w:t>
      </w:r>
      <w:r w:rsidR="0091202E">
        <w:t xml:space="preserve"> и других целей в области устойчивого развития</w:t>
      </w:r>
      <w:r w:rsidRPr="00F513F7">
        <w:t>.</w:t>
      </w:r>
    </w:p>
    <w:p w:rsidR="00581437" w:rsidRPr="00F513F7" w:rsidRDefault="0091202E" w:rsidP="00581437">
      <w:pPr>
        <w:pStyle w:val="SingleTxtGR"/>
      </w:pPr>
      <w:r>
        <w:t>20</w:t>
      </w:r>
      <w:r w:rsidR="00581437" w:rsidRPr="00F513F7">
        <w:t>.</w:t>
      </w:r>
      <w:r w:rsidR="00581437" w:rsidRPr="00F513F7">
        <w:tab/>
        <w:t>Мы подчеркиваем, что основа, заложенная Конвенцией, а также инфо</w:t>
      </w:r>
      <w:r w:rsidR="00581437" w:rsidRPr="00F513F7">
        <w:t>р</w:t>
      </w:r>
      <w:r w:rsidR="00581437" w:rsidRPr="00F513F7">
        <w:t>мация о загрязняющих окружающую среду веществах, которая имеется в о</w:t>
      </w:r>
      <w:r w:rsidR="00581437" w:rsidRPr="00F513F7">
        <w:t>т</w:t>
      </w:r>
      <w:r w:rsidR="00581437" w:rsidRPr="00F513F7">
        <w:t>крытом доступе в результате осуществления Протокола, принесли большую пользу процессу принятия решений и достижения консенсуса по вопросам, к</w:t>
      </w:r>
      <w:r w:rsidR="00581437" w:rsidRPr="00F513F7">
        <w:t>а</w:t>
      </w:r>
      <w:r w:rsidR="00581437" w:rsidRPr="00F513F7">
        <w:t>сающимся окружающей среды, как в самих странах, так и на уровне отношений между ними.</w:t>
      </w:r>
    </w:p>
    <w:p w:rsidR="00581437" w:rsidRPr="00F513F7" w:rsidRDefault="0091202E" w:rsidP="00581437">
      <w:pPr>
        <w:pStyle w:val="SingleTxtGR"/>
      </w:pPr>
      <w:r>
        <w:t>21</w:t>
      </w:r>
      <w:r w:rsidR="00581437" w:rsidRPr="00F513F7">
        <w:t>.</w:t>
      </w:r>
      <w:r w:rsidR="00581437" w:rsidRPr="00F513F7">
        <w:tab/>
        <w:t xml:space="preserve">Мы призываем Стороны и </w:t>
      </w:r>
      <w:proofErr w:type="spellStart"/>
      <w:r w:rsidR="00581437" w:rsidRPr="00F513F7">
        <w:t>сигнатариев</w:t>
      </w:r>
      <w:proofErr w:type="spellEnd"/>
      <w:r w:rsidR="00581437" w:rsidRPr="00F513F7">
        <w:t xml:space="preserve"> обеспечить эффективный </w:t>
      </w:r>
      <w:r>
        <w:t>и ра</w:t>
      </w:r>
      <w:r>
        <w:t>в</w:t>
      </w:r>
      <w:r>
        <w:t xml:space="preserve">ный </w:t>
      </w:r>
      <w:r w:rsidR="00581437" w:rsidRPr="00F513F7">
        <w:t xml:space="preserve">доступ к правосудию для всех </w:t>
      </w:r>
      <w:r>
        <w:t xml:space="preserve">в соответствии с требованиями Конвенции </w:t>
      </w:r>
      <w:r w:rsidR="00581437" w:rsidRPr="00F513F7">
        <w:t>и тесно взаимодействовать с международными организациями, гражданским о</w:t>
      </w:r>
      <w:r w:rsidR="00581437" w:rsidRPr="00F513F7">
        <w:t>б</w:t>
      </w:r>
      <w:r w:rsidR="00581437" w:rsidRPr="00F513F7">
        <w:t xml:space="preserve">ществом, включая адвокатов, отстаивающих общественные интересы, </w:t>
      </w:r>
      <w:r w:rsidR="00581437">
        <w:t>академ</w:t>
      </w:r>
      <w:r w:rsidR="00581437">
        <w:t>и</w:t>
      </w:r>
      <w:r w:rsidR="00581437">
        <w:t>ческими</w:t>
      </w:r>
      <w:r w:rsidR="00581437" w:rsidRPr="00F513F7">
        <w:t xml:space="preserve"> круг</w:t>
      </w:r>
      <w:r w:rsidR="00581437">
        <w:t>ами</w:t>
      </w:r>
      <w:r w:rsidR="00581437" w:rsidRPr="00F513F7">
        <w:t xml:space="preserve"> и все</w:t>
      </w:r>
      <w:r w:rsidR="00581437">
        <w:t>ми</w:t>
      </w:r>
      <w:r w:rsidR="00581437" w:rsidRPr="00F513F7">
        <w:t xml:space="preserve"> соответствующи</w:t>
      </w:r>
      <w:r w:rsidR="00581437">
        <w:t>ми</w:t>
      </w:r>
      <w:r w:rsidR="00581437" w:rsidRPr="00F513F7">
        <w:t xml:space="preserve"> заинтересованны</w:t>
      </w:r>
      <w:r w:rsidR="00581437">
        <w:t>ми</w:t>
      </w:r>
      <w:r w:rsidR="00581437" w:rsidRPr="00F513F7">
        <w:t xml:space="preserve"> субъект</w:t>
      </w:r>
      <w:r w:rsidR="00581437">
        <w:t>ами</w:t>
      </w:r>
      <w:r w:rsidR="00581437" w:rsidRPr="00F513F7">
        <w:t xml:space="preserve"> в разработке </w:t>
      </w:r>
      <w:proofErr w:type="spellStart"/>
      <w:r w:rsidR="00581437" w:rsidRPr="00F513F7">
        <w:t>транспарентных</w:t>
      </w:r>
      <w:proofErr w:type="spellEnd"/>
      <w:r w:rsidR="00581437" w:rsidRPr="00F513F7">
        <w:t>, подотчетных и инклюзивных структур руково</w:t>
      </w:r>
      <w:r w:rsidR="00581437" w:rsidRPr="00F513F7">
        <w:t>д</w:t>
      </w:r>
      <w:r w:rsidR="00581437" w:rsidRPr="00F513F7">
        <w:t>ства.</w:t>
      </w:r>
    </w:p>
    <w:p w:rsidR="00581437" w:rsidRPr="00F513F7" w:rsidRDefault="00581437" w:rsidP="00581437">
      <w:pPr>
        <w:pStyle w:val="HChGR"/>
      </w:pPr>
      <w:r w:rsidRPr="00F513F7">
        <w:tab/>
        <w:t>III.</w:t>
      </w:r>
      <w:r w:rsidRPr="00F513F7">
        <w:tab/>
      </w:r>
      <w:proofErr w:type="spellStart"/>
      <w:r w:rsidRPr="00F513F7">
        <w:t>Вдохновление</w:t>
      </w:r>
      <w:proofErr w:type="spellEnd"/>
      <w:r w:rsidRPr="00F513F7">
        <w:t xml:space="preserve"> своим примером других субъектов</w:t>
      </w:r>
    </w:p>
    <w:p w:rsidR="00581437" w:rsidRPr="00F513F7" w:rsidRDefault="00581437" w:rsidP="00581437">
      <w:pPr>
        <w:pStyle w:val="SingleTxtGR"/>
      </w:pPr>
      <w:r w:rsidRPr="00F513F7">
        <w:t>[</w:t>
      </w:r>
      <w:r w:rsidRPr="00F513F7">
        <w:rPr>
          <w:i/>
        </w:rPr>
        <w:t xml:space="preserve">Данный раздел посвящен в основном глобальному и </w:t>
      </w:r>
      <w:proofErr w:type="spellStart"/>
      <w:r w:rsidRPr="00F513F7">
        <w:rPr>
          <w:i/>
        </w:rPr>
        <w:t>межсекторальному</w:t>
      </w:r>
      <w:proofErr w:type="spellEnd"/>
      <w:r w:rsidRPr="00F513F7">
        <w:rPr>
          <w:i/>
        </w:rPr>
        <w:t xml:space="preserve"> знач</w:t>
      </w:r>
      <w:r w:rsidRPr="00F513F7">
        <w:rPr>
          <w:i/>
        </w:rPr>
        <w:t>е</w:t>
      </w:r>
      <w:r w:rsidRPr="00F513F7">
        <w:rPr>
          <w:i/>
        </w:rPr>
        <w:t>нию Конвенции и Протокола к ней и пропаганде обоих договоров и их принц</w:t>
      </w:r>
      <w:r w:rsidRPr="00F513F7">
        <w:rPr>
          <w:i/>
        </w:rPr>
        <w:t>и</w:t>
      </w:r>
      <w:r w:rsidRPr="00F513F7">
        <w:rPr>
          <w:i/>
        </w:rPr>
        <w:t>пов</w:t>
      </w:r>
      <w:r w:rsidRPr="00F513F7">
        <w:t>]</w:t>
      </w:r>
      <w:r w:rsidR="0091202E">
        <w:rPr>
          <w:vertAlign w:val="superscript"/>
        </w:rPr>
        <w:t>5</w:t>
      </w:r>
    </w:p>
    <w:p w:rsidR="00581437" w:rsidRPr="00F513F7" w:rsidRDefault="00581437" w:rsidP="00581437">
      <w:pPr>
        <w:pStyle w:val="SingleTxtGR"/>
      </w:pPr>
      <w:r w:rsidRPr="00F513F7">
        <w:t>2</w:t>
      </w:r>
      <w:r w:rsidR="0091202E">
        <w:t>2</w:t>
      </w:r>
      <w:r w:rsidRPr="00F513F7">
        <w:t>.</w:t>
      </w:r>
      <w:r w:rsidRPr="00F513F7">
        <w:tab/>
      </w:r>
      <w:proofErr w:type="gramStart"/>
      <w:r w:rsidRPr="00F513F7">
        <w:t xml:space="preserve">Мы приветствуем участие гражданского общества в подготовке Повестки дня в области устойчивого развития на период до 2030 года и в </w:t>
      </w:r>
      <w:r>
        <w:t>особенности</w:t>
      </w:r>
      <w:r w:rsidRPr="00F513F7">
        <w:t xml:space="preserve"> то внимание, которое уделяется </w:t>
      </w:r>
      <w:r>
        <w:t>мнениям</w:t>
      </w:r>
      <w:r w:rsidRPr="00F513F7">
        <w:t xml:space="preserve"> беднейших слоев </w:t>
      </w:r>
      <w:r w:rsidR="0091202E">
        <w:t>и лиц и групп, наход</w:t>
      </w:r>
      <w:r w:rsidR="0091202E">
        <w:t>я</w:t>
      </w:r>
      <w:r w:rsidR="0091202E">
        <w:t>щихся в уязвимом положении,</w:t>
      </w:r>
      <w:r w:rsidRPr="00F513F7">
        <w:t xml:space="preserve"> и призываем продолжать эту практику в течение последующего осуществления и обзора осуществления Повестки дня 2030 в рамках политического форума высокого уровня по устойчивому развитию</w:t>
      </w:r>
      <w:proofErr w:type="gramEnd"/>
      <w:r w:rsidRPr="00F513F7">
        <w:t xml:space="preserve"> и других международных форумов.</w:t>
      </w:r>
    </w:p>
    <w:p w:rsidR="00581437" w:rsidRPr="00F513F7" w:rsidRDefault="00581437" w:rsidP="00581437">
      <w:pPr>
        <w:pStyle w:val="SingleTxtGR"/>
      </w:pPr>
      <w:r w:rsidRPr="00F513F7">
        <w:t>2</w:t>
      </w:r>
      <w:r w:rsidR="00E127A5">
        <w:t>3</w:t>
      </w:r>
      <w:r w:rsidRPr="00F513F7">
        <w:t>.</w:t>
      </w:r>
      <w:r w:rsidRPr="00F513F7">
        <w:tab/>
        <w:t xml:space="preserve">Мы отмечаем, что работа по осуществлению Конвенции и Протокола к ней ведется поступательно. С течением времени доклады Сторон обеспечивают знания о </w:t>
      </w:r>
      <w:r>
        <w:t>состоянии</w:t>
      </w:r>
      <w:r w:rsidRPr="00F513F7">
        <w:t xml:space="preserve"> и темпах </w:t>
      </w:r>
      <w:r>
        <w:t xml:space="preserve">процесса </w:t>
      </w:r>
      <w:r w:rsidRPr="00F513F7">
        <w:t>их осуществления. Значительную п</w:t>
      </w:r>
      <w:r w:rsidRPr="00F513F7">
        <w:t>о</w:t>
      </w:r>
      <w:r w:rsidRPr="00F513F7">
        <w:t>мощь странам в согласовании их национальных правовых систем и повседне</w:t>
      </w:r>
      <w:r w:rsidRPr="00F513F7">
        <w:t>в</w:t>
      </w:r>
      <w:r w:rsidRPr="00F513F7">
        <w:t xml:space="preserve">ной практики с положениями этих договоров </w:t>
      </w:r>
      <w:r>
        <w:t>оказали механизмы соблюдения. В </w:t>
      </w:r>
      <w:r w:rsidRPr="00F513F7">
        <w:t>то же время они активно используются, в основном НПО, для оценки того, каким образом Стороны выполняют положения Конвенции и Протокола к ней.</w:t>
      </w:r>
    </w:p>
    <w:p w:rsidR="00581437" w:rsidRPr="00F513F7" w:rsidRDefault="00581437" w:rsidP="00581437">
      <w:pPr>
        <w:pStyle w:val="SingleTxtGR"/>
      </w:pPr>
      <w:r w:rsidRPr="00F513F7">
        <w:t>2</w:t>
      </w:r>
      <w:r w:rsidR="00E127A5">
        <w:t>4</w:t>
      </w:r>
      <w:r w:rsidRPr="00F513F7">
        <w:t>.</w:t>
      </w:r>
      <w:r w:rsidRPr="00F513F7">
        <w:tab/>
        <w:t xml:space="preserve">Мы признаем, что Протокол </w:t>
      </w:r>
      <w:r w:rsidR="00E127A5">
        <w:t>о регистрах выбросов и переноса загрязн</w:t>
      </w:r>
      <w:r w:rsidR="00E127A5">
        <w:t>и</w:t>
      </w:r>
      <w:r w:rsidR="00E127A5">
        <w:t xml:space="preserve">телей </w:t>
      </w:r>
      <w:r w:rsidRPr="00F513F7">
        <w:t>помог правительствам и разработчикам политики тем, что обеспечил им ключевые показатели, с помощью которых они могут измерять и отслеживать постепенное сокращение загрязнителей, тем самым продвигая вперед устойч</w:t>
      </w:r>
      <w:r w:rsidRPr="00F513F7">
        <w:t>и</w:t>
      </w:r>
      <w:r w:rsidRPr="00F513F7">
        <w:t>вость и реализуя потенциал «зеленой» экономики. Он приносит людям пользу, помогая сократить выбросы токсичных химических веществ и парниковых г</w:t>
      </w:r>
      <w:r w:rsidRPr="00F513F7">
        <w:t>а</w:t>
      </w:r>
      <w:r w:rsidRPr="00F513F7">
        <w:t>зов, и служит важным движущим фактором сокращения загрязнения и появл</w:t>
      </w:r>
      <w:r w:rsidRPr="00F513F7">
        <w:t>е</w:t>
      </w:r>
      <w:r w:rsidRPr="00F513F7">
        <w:t xml:space="preserve">ния </w:t>
      </w:r>
      <w:proofErr w:type="spellStart"/>
      <w:r w:rsidRPr="00F513F7">
        <w:t>экоинноваций</w:t>
      </w:r>
      <w:proofErr w:type="spellEnd"/>
      <w:r w:rsidRPr="00F513F7">
        <w:t xml:space="preserve"> во многих секторах экономики. Создание регистров выбр</w:t>
      </w:r>
      <w:r w:rsidRPr="00F513F7">
        <w:t>о</w:t>
      </w:r>
      <w:r w:rsidRPr="00F513F7">
        <w:t xml:space="preserve">сов и переноса загрязнителей </w:t>
      </w:r>
      <w:r>
        <w:t>имело результатом проведение сравнительного анализа</w:t>
      </w:r>
      <w:r w:rsidRPr="00F513F7">
        <w:t xml:space="preserve"> показателей </w:t>
      </w:r>
      <w:r>
        <w:t xml:space="preserve">деятельности </w:t>
      </w:r>
      <w:proofErr w:type="gramStart"/>
      <w:r w:rsidRPr="00F513F7">
        <w:t>компани</w:t>
      </w:r>
      <w:r>
        <w:t>й</w:t>
      </w:r>
      <w:proofErr w:type="gramEnd"/>
      <w:r w:rsidRPr="00F513F7">
        <w:t xml:space="preserve"> </w:t>
      </w:r>
      <w:r>
        <w:t>по</w:t>
      </w:r>
      <w:r w:rsidRPr="00F513F7">
        <w:t xml:space="preserve"> сокращени</w:t>
      </w:r>
      <w:r>
        <w:t>ю</w:t>
      </w:r>
      <w:r w:rsidRPr="00F513F7">
        <w:t xml:space="preserve"> их выбросов з</w:t>
      </w:r>
      <w:r w:rsidRPr="00F513F7">
        <w:t>а</w:t>
      </w:r>
      <w:r w:rsidRPr="00F513F7">
        <w:t>грязняющих веществ, и в настоящее время они не только выполняют свою функцию</w:t>
      </w:r>
      <w:r>
        <w:t xml:space="preserve"> регистров</w:t>
      </w:r>
      <w:r w:rsidRPr="00F513F7">
        <w:t>, но и выступают в качестве фактора, сдерживающего з</w:t>
      </w:r>
      <w:r w:rsidRPr="00F513F7">
        <w:t>а</w:t>
      </w:r>
      <w:r w:rsidRPr="00F513F7">
        <w:t>грязнение.</w:t>
      </w:r>
    </w:p>
    <w:p w:rsidR="00581437" w:rsidRPr="00F513F7" w:rsidRDefault="00581437" w:rsidP="00581437">
      <w:pPr>
        <w:pStyle w:val="SingleTxtGR"/>
      </w:pPr>
      <w:r w:rsidRPr="00F513F7">
        <w:t>2</w:t>
      </w:r>
      <w:r w:rsidR="00E127A5">
        <w:t>5</w:t>
      </w:r>
      <w:r w:rsidRPr="00F513F7">
        <w:t>.</w:t>
      </w:r>
      <w:r w:rsidRPr="00F513F7">
        <w:tab/>
        <w:t xml:space="preserve">Мы отмечаем хорошие примеры побочного воздействия экологической демократии на другие секторы. Принципы, закрепленные в </w:t>
      </w:r>
      <w:proofErr w:type="spellStart"/>
      <w:r w:rsidRPr="00F513F7">
        <w:t>Орхусской</w:t>
      </w:r>
      <w:proofErr w:type="spellEnd"/>
      <w:r w:rsidRPr="00F513F7">
        <w:t xml:space="preserve"> конве</w:t>
      </w:r>
      <w:r w:rsidRPr="00F513F7">
        <w:t>н</w:t>
      </w:r>
      <w:r w:rsidRPr="00F513F7">
        <w:t>ции и Протоколе к ней, стали отправными точками и источником вдохновения для участников процессов, связанных с изменением климата, торговых перег</w:t>
      </w:r>
      <w:r w:rsidRPr="00F513F7">
        <w:t>о</w:t>
      </w:r>
      <w:r w:rsidRPr="00F513F7">
        <w:t xml:space="preserve">воров и политики международных финансовых учреждений. </w:t>
      </w:r>
      <w:r w:rsidR="00E127A5">
        <w:t>Мы напоминаем об</w:t>
      </w:r>
      <w:r w:rsidRPr="00F513F7">
        <w:t xml:space="preserve"> Алма</w:t>
      </w:r>
      <w:r>
        <w:t>-А</w:t>
      </w:r>
      <w:r w:rsidRPr="00F513F7">
        <w:t>тинско</w:t>
      </w:r>
      <w:r w:rsidR="00E127A5">
        <w:t>м</w:t>
      </w:r>
      <w:r w:rsidRPr="00F513F7">
        <w:t xml:space="preserve"> руководств</w:t>
      </w:r>
      <w:r w:rsidR="001E60EB">
        <w:t>е</w:t>
      </w:r>
      <w:r w:rsidRPr="00F513F7">
        <w:t xml:space="preserve"> по содействию применению принципов </w:t>
      </w:r>
      <w:proofErr w:type="spellStart"/>
      <w:r w:rsidRPr="00F513F7">
        <w:t>Орху</w:t>
      </w:r>
      <w:r w:rsidRPr="00F513F7">
        <w:t>с</w:t>
      </w:r>
      <w:r w:rsidRPr="00F513F7">
        <w:t>ской</w:t>
      </w:r>
      <w:proofErr w:type="spellEnd"/>
      <w:r w:rsidRPr="00F513F7">
        <w:t xml:space="preserve"> конвенции на международных форумах</w:t>
      </w:r>
      <w:r w:rsidR="00E127A5">
        <w:t>,</w:t>
      </w:r>
      <w:r w:rsidRPr="00F513F7">
        <w:t xml:space="preserve"> призна</w:t>
      </w:r>
      <w:r w:rsidR="00E127A5">
        <w:t>вая</w:t>
      </w:r>
      <w:r w:rsidRPr="00F513F7">
        <w:t xml:space="preserve"> важност</w:t>
      </w:r>
      <w:r w:rsidR="00E127A5">
        <w:t>ь</w:t>
      </w:r>
      <w:r w:rsidRPr="00F513F7">
        <w:t xml:space="preserve"> участия о</w:t>
      </w:r>
      <w:r w:rsidRPr="00F513F7">
        <w:t>б</w:t>
      </w:r>
      <w:r w:rsidRPr="00F513F7">
        <w:t>щественности не только на национальном и местном уровнях, но и на межд</w:t>
      </w:r>
      <w:r w:rsidRPr="00F513F7">
        <w:t>у</w:t>
      </w:r>
      <w:r w:rsidRPr="00F513F7">
        <w:t xml:space="preserve">народном уровне. Мы должны обеспечить, чтобы это руководство было хорошо известно и </w:t>
      </w:r>
      <w:r w:rsidR="00E127A5">
        <w:t xml:space="preserve">эффективно </w:t>
      </w:r>
      <w:r w:rsidRPr="00F513F7">
        <w:t>применялось, в том числе в рамках</w:t>
      </w:r>
      <w:r>
        <w:t xml:space="preserve"> деятельности</w:t>
      </w:r>
      <w:r w:rsidRPr="00F513F7">
        <w:t xml:space="preserve"> наших национальных органов </w:t>
      </w:r>
      <w:r>
        <w:t xml:space="preserve">управления </w:t>
      </w:r>
      <w:r w:rsidRPr="00F513F7">
        <w:t>и учреждений</w:t>
      </w:r>
      <w:r w:rsidR="00E127A5">
        <w:t xml:space="preserve">, в </w:t>
      </w:r>
      <w:proofErr w:type="gramStart"/>
      <w:r w:rsidR="00E127A5">
        <w:t>отношении</w:t>
      </w:r>
      <w:proofErr w:type="gramEnd"/>
      <w:r w:rsidR="00E127A5">
        <w:t xml:space="preserve"> как процессов международных форумов, так и решения соответствующих вопросов существа</w:t>
      </w:r>
      <w:r w:rsidRPr="00F513F7">
        <w:t xml:space="preserve">. </w:t>
      </w:r>
    </w:p>
    <w:p w:rsidR="00581437" w:rsidRPr="00F513F7" w:rsidRDefault="00581437" w:rsidP="00581437">
      <w:pPr>
        <w:pStyle w:val="SingleTxtGR"/>
      </w:pPr>
      <w:r w:rsidRPr="00F513F7">
        <w:t>2</w:t>
      </w:r>
      <w:r w:rsidR="0097488F">
        <w:t>6</w:t>
      </w:r>
      <w:r w:rsidRPr="00F513F7">
        <w:t>.</w:t>
      </w:r>
      <w:r w:rsidRPr="00F513F7">
        <w:tab/>
        <w:t>Мы призываем Стороны поощрять развитие практики эффективного уч</w:t>
      </w:r>
      <w:r w:rsidRPr="00F513F7">
        <w:t>а</w:t>
      </w:r>
      <w:r w:rsidRPr="00F513F7">
        <w:t xml:space="preserve">стия </w:t>
      </w:r>
      <w:r w:rsidR="0097488F">
        <w:t>общественности</w:t>
      </w:r>
      <w:r w:rsidRPr="00F513F7">
        <w:t xml:space="preserve"> и доступа к информационной политике в интересах ме</w:t>
      </w:r>
      <w:r w:rsidRPr="00F513F7">
        <w:t>ж</w:t>
      </w:r>
      <w:r w:rsidRPr="00F513F7">
        <w:t xml:space="preserve">дународных экологических процессов, в том числе </w:t>
      </w:r>
      <w:r>
        <w:t xml:space="preserve">идущих </w:t>
      </w:r>
      <w:r w:rsidRPr="00F513F7">
        <w:t>в рамках междун</w:t>
      </w:r>
      <w:r w:rsidRPr="00F513F7">
        <w:t>а</w:t>
      </w:r>
      <w:r w:rsidRPr="00F513F7">
        <w:t xml:space="preserve">родных финансовых учреждений или относящихся к тематике обсуждений по вопросам торговли, и обеспечить, чтобы интересы </w:t>
      </w:r>
      <w:r w:rsidR="0097488F">
        <w:t xml:space="preserve">общественности должным образом </w:t>
      </w:r>
      <w:r>
        <w:t>принимались во внимание. В </w:t>
      </w:r>
      <w:r w:rsidRPr="00F513F7">
        <w:t>этой связи мы призываем Ассамблею О</w:t>
      </w:r>
      <w:r w:rsidRPr="00F513F7">
        <w:t>р</w:t>
      </w:r>
      <w:r w:rsidRPr="00F513F7">
        <w:t>ганизации Объединенных Наций по окружающей среде принять на своей трет</w:t>
      </w:r>
      <w:r w:rsidRPr="00F513F7">
        <w:t>ь</w:t>
      </w:r>
      <w:r w:rsidRPr="00F513F7">
        <w:t>ей сессии политику активно</w:t>
      </w:r>
      <w:r>
        <w:t>го</w:t>
      </w:r>
      <w:r w:rsidRPr="00F513F7">
        <w:t xml:space="preserve"> вовлечени</w:t>
      </w:r>
      <w:r>
        <w:t>я</w:t>
      </w:r>
      <w:r w:rsidRPr="00F513F7">
        <w:t xml:space="preserve"> заинтересованных сторон в соотве</w:t>
      </w:r>
      <w:r w:rsidRPr="00F513F7">
        <w:t>т</w:t>
      </w:r>
      <w:r w:rsidRPr="00F513F7">
        <w:t>ствии с пунктом 88 Итогового документа Конференции Организации Объед</w:t>
      </w:r>
      <w:r w:rsidRPr="00F513F7">
        <w:t>и</w:t>
      </w:r>
      <w:r w:rsidRPr="00F513F7">
        <w:t>ненных Наций по устойчивому разви</w:t>
      </w:r>
      <w:r>
        <w:t>тию «</w:t>
      </w:r>
      <w:r w:rsidRPr="00F513F7">
        <w:t>Будущее, которого мы хотим»</w:t>
      </w:r>
      <w:r w:rsidRPr="00543576">
        <w:rPr>
          <w:sz w:val="18"/>
          <w:vertAlign w:val="superscript"/>
        </w:rPr>
        <w:footnoteReference w:id="6"/>
      </w:r>
      <w:r w:rsidRPr="00F513F7">
        <w:t>.</w:t>
      </w:r>
    </w:p>
    <w:p w:rsidR="00581437" w:rsidRPr="00F513F7" w:rsidRDefault="00581437" w:rsidP="00581437">
      <w:pPr>
        <w:pStyle w:val="SingleTxtGR"/>
      </w:pPr>
      <w:r w:rsidRPr="00F513F7">
        <w:t>2</w:t>
      </w:r>
      <w:r w:rsidR="0097488F">
        <w:t>7</w:t>
      </w:r>
      <w:r w:rsidRPr="00F513F7">
        <w:t>.</w:t>
      </w:r>
      <w:r w:rsidRPr="00F513F7">
        <w:tab/>
      </w:r>
      <w:proofErr w:type="gramStart"/>
      <w:r w:rsidRPr="00F513F7">
        <w:t xml:space="preserve">Мы признаем, что </w:t>
      </w:r>
      <w:r w:rsidR="0097488F">
        <w:t>присоединение к Конвенции и Протоколу к ней других государств – членов Организации Объединенных Наций окажет значите</w:t>
      </w:r>
      <w:r w:rsidR="00600F4E">
        <w:t>л</w:t>
      </w:r>
      <w:r w:rsidR="0097488F">
        <w:t>ьную поддержку политике правительств в различных областях в интересах достиж</w:t>
      </w:r>
      <w:r w:rsidR="0097488F">
        <w:t>е</w:t>
      </w:r>
      <w:r w:rsidR="0097488F">
        <w:t>ния соответствующих целей в области устойчивого развития за счет обеспеч</w:t>
      </w:r>
      <w:r w:rsidR="0097488F">
        <w:t>е</w:t>
      </w:r>
      <w:r w:rsidR="0097488F">
        <w:t xml:space="preserve">ния того, что все лица, включая самых бедных </w:t>
      </w:r>
      <w:r w:rsidR="00600F4E">
        <w:t>и лиц и групп, находящихся в уязвимом положении, и сельские общины, будут иметь возможность участв</w:t>
      </w:r>
      <w:r w:rsidR="00600F4E">
        <w:t>о</w:t>
      </w:r>
      <w:r w:rsidR="00600F4E">
        <w:t>вать в принятии</w:t>
      </w:r>
      <w:proofErr w:type="gramEnd"/>
      <w:r w:rsidR="00600F4E">
        <w:t xml:space="preserve"> влияющих на их жизнь и благополучие</w:t>
      </w:r>
      <w:r w:rsidR="001E60EB">
        <w:t xml:space="preserve"> решений</w:t>
      </w:r>
      <w:r w:rsidRPr="00F513F7">
        <w:t>.</w:t>
      </w:r>
    </w:p>
    <w:p w:rsidR="00581437" w:rsidRPr="00F513F7" w:rsidRDefault="00581437" w:rsidP="00581437">
      <w:pPr>
        <w:pStyle w:val="SingleTxtGR"/>
      </w:pPr>
      <w:r w:rsidRPr="00F513F7">
        <w:t>2</w:t>
      </w:r>
      <w:r w:rsidR="00A50D86">
        <w:t>8</w:t>
      </w:r>
      <w:r w:rsidRPr="00F513F7">
        <w:t>.</w:t>
      </w:r>
      <w:r w:rsidRPr="00F513F7">
        <w:tab/>
        <w:t xml:space="preserve">Мы [приветствуем новые Стороны и] предлагаем заинтересованным </w:t>
      </w:r>
      <w:r>
        <w:br/>
      </w:r>
      <w:r w:rsidRPr="00F513F7">
        <w:t>государствам присоединиться к Конвенц</w:t>
      </w:r>
      <w:proofErr w:type="gramStart"/>
      <w:r w:rsidRPr="00F513F7">
        <w:t>ии и ее</w:t>
      </w:r>
      <w:proofErr w:type="gramEnd"/>
      <w:r w:rsidRPr="00F513F7">
        <w:t xml:space="preserve"> Протоколу или применять их положения и всегда готовы поделиться с ними своим опытом и знаниями на этот счет. </w:t>
      </w:r>
      <w:r w:rsidR="00600F4E">
        <w:t>В предстоящий период мы будем стремиться поощрять присоедин</w:t>
      </w:r>
      <w:r w:rsidR="00600F4E">
        <w:t>е</w:t>
      </w:r>
      <w:r w:rsidR="00600F4E">
        <w:t>ние</w:t>
      </w:r>
      <w:r w:rsidR="00A50D86">
        <w:t xml:space="preserve"> новых Сторон в соответствии со Стратегическим планом на 2015–2020 г</w:t>
      </w:r>
      <w:r w:rsidR="00A50D86">
        <w:t>о</w:t>
      </w:r>
      <w:r w:rsidR="00A50D86">
        <w:t xml:space="preserve">ды </w:t>
      </w:r>
      <w:r w:rsidR="00A50D86" w:rsidRPr="00ED7FBE">
        <w:t xml:space="preserve">(ECE/MP.PP/2014/2/Add.1, </w:t>
      </w:r>
      <w:r w:rsidR="00A50D86">
        <w:t>решение</w:t>
      </w:r>
      <w:r w:rsidR="00A50D86" w:rsidRPr="00ED7FBE">
        <w:t xml:space="preserve"> V/5, </w:t>
      </w:r>
      <w:r w:rsidR="00A50D86">
        <w:t>приложение</w:t>
      </w:r>
      <w:r w:rsidR="00A50D86" w:rsidRPr="00ED7FBE">
        <w:t>).</w:t>
      </w:r>
      <w:r w:rsidR="00A50D86">
        <w:t xml:space="preserve"> </w:t>
      </w:r>
      <w:r w:rsidRPr="00F513F7">
        <w:t xml:space="preserve">Мы </w:t>
      </w:r>
      <w:r w:rsidR="00A50D86">
        <w:t xml:space="preserve">также </w:t>
      </w:r>
      <w:r w:rsidRPr="00F513F7">
        <w:t>приве</w:t>
      </w:r>
      <w:r w:rsidRPr="00F513F7">
        <w:t>т</w:t>
      </w:r>
      <w:r w:rsidRPr="00F513F7">
        <w:t>ствуем прогресс, достигнутый в деле разработки регионального соглашения о доступе к информации, участию общественности и доступе к правосудию по вопросам, касающимся окружающей среды, в Латинской Америке и Карибском бассейне, и выражаем ем</w:t>
      </w:r>
      <w:r>
        <w:t>у нашу неизменную поддержку. Мы</w:t>
      </w:r>
      <w:r w:rsidR="00A50D86">
        <w:t xml:space="preserve"> </w:t>
      </w:r>
      <w:r w:rsidRPr="00F513F7">
        <w:t xml:space="preserve">поощряем другие инициативы, направленные на </w:t>
      </w:r>
      <w:r>
        <w:t>разработку</w:t>
      </w:r>
      <w:r w:rsidRPr="00F513F7">
        <w:t xml:space="preserve"> региональных </w:t>
      </w:r>
      <w:r>
        <w:t>документов</w:t>
      </w:r>
      <w:r w:rsidRPr="00F513F7">
        <w:t xml:space="preserve"> по экол</w:t>
      </w:r>
      <w:r w:rsidRPr="00F513F7">
        <w:t>о</w:t>
      </w:r>
      <w:r w:rsidRPr="00F513F7">
        <w:t xml:space="preserve">гическим правам и создание систем </w:t>
      </w:r>
      <w:r w:rsidR="00A50D86">
        <w:t>регистров выбросов и переноса загрязн</w:t>
      </w:r>
      <w:r w:rsidR="00A50D86">
        <w:t>и</w:t>
      </w:r>
      <w:r w:rsidR="00A50D86">
        <w:t>телей</w:t>
      </w:r>
      <w:r w:rsidRPr="00F513F7">
        <w:t xml:space="preserve"> в различных регионах мира.</w:t>
      </w:r>
    </w:p>
    <w:p w:rsidR="00581437" w:rsidRPr="00F513F7" w:rsidRDefault="00581437" w:rsidP="00581437">
      <w:pPr>
        <w:pStyle w:val="SingleTxtGR"/>
      </w:pPr>
      <w:r w:rsidRPr="00F513F7">
        <w:t>2</w:t>
      </w:r>
      <w:r w:rsidR="00262845">
        <w:t>9</w:t>
      </w:r>
      <w:r w:rsidRPr="00F513F7">
        <w:t>.</w:t>
      </w:r>
      <w:r w:rsidRPr="00F513F7">
        <w:tab/>
        <w:t xml:space="preserve">Мы признаем важную роль </w:t>
      </w:r>
      <w:r>
        <w:t>организаций-партнеров</w:t>
      </w:r>
      <w:r w:rsidRPr="00F513F7">
        <w:t xml:space="preserve"> в создании потенци</w:t>
      </w:r>
      <w:r w:rsidRPr="00F513F7">
        <w:t>а</w:t>
      </w:r>
      <w:r w:rsidRPr="00F513F7">
        <w:t>ла для осуществления Конвенции и Протокола к ней на национальном и мес</w:t>
      </w:r>
      <w:r w:rsidRPr="00F513F7">
        <w:t>т</w:t>
      </w:r>
      <w:r w:rsidRPr="00F513F7">
        <w:t xml:space="preserve">ном уровнях, а также в содействии субрегиональному сотрудничеству. </w:t>
      </w:r>
    </w:p>
    <w:p w:rsidR="00581437" w:rsidRPr="00F513F7" w:rsidRDefault="00262845" w:rsidP="00581437">
      <w:pPr>
        <w:pStyle w:val="SingleTxtGR"/>
      </w:pPr>
      <w:r>
        <w:t>30</w:t>
      </w:r>
      <w:r w:rsidR="00581437" w:rsidRPr="00F513F7">
        <w:t>.</w:t>
      </w:r>
      <w:r w:rsidR="00581437" w:rsidRPr="00F513F7">
        <w:tab/>
        <w:t>Мы обязуемся содействовать осущ</w:t>
      </w:r>
      <w:r w:rsidR="00581437">
        <w:t xml:space="preserve">ествлению </w:t>
      </w:r>
      <w:proofErr w:type="spellStart"/>
      <w:r w:rsidR="00581437">
        <w:t>Орхусской</w:t>
      </w:r>
      <w:proofErr w:type="spellEnd"/>
      <w:r w:rsidR="00581437">
        <w:t xml:space="preserve"> конвенции и </w:t>
      </w:r>
      <w:r w:rsidR="00581437" w:rsidRPr="00F513F7">
        <w:t xml:space="preserve">Протокола к ней в течение всего процесса реализации Повестки дня 2030, </w:t>
      </w:r>
      <w:r w:rsidR="00581437">
        <w:t>в частности</w:t>
      </w:r>
      <w:r w:rsidR="00581437" w:rsidRPr="00F513F7">
        <w:t xml:space="preserve"> предусмотренны</w:t>
      </w:r>
      <w:r w:rsidR="00581437">
        <w:t>х</w:t>
      </w:r>
      <w:r w:rsidR="00581437" w:rsidRPr="00F513F7">
        <w:t xml:space="preserve"> в ней цел</w:t>
      </w:r>
      <w:r w:rsidR="00581437">
        <w:t>ей</w:t>
      </w:r>
      <w:r w:rsidR="00581437" w:rsidRPr="00F513F7">
        <w:t xml:space="preserve"> в области устойчивого развития, в сотрудничестве с нашими правительствами, международными и неправител</w:t>
      </w:r>
      <w:r w:rsidR="00581437" w:rsidRPr="00F513F7">
        <w:t>ь</w:t>
      </w:r>
      <w:r w:rsidR="00581437" w:rsidRPr="00F513F7">
        <w:t xml:space="preserve">ственными организациями, частным сектором, </w:t>
      </w:r>
      <w:r w:rsidR="00581437">
        <w:t>академическими</w:t>
      </w:r>
      <w:r w:rsidR="00581437" w:rsidRPr="00F513F7">
        <w:t xml:space="preserve"> кругами и др</w:t>
      </w:r>
      <w:r w:rsidR="00581437" w:rsidRPr="00F513F7">
        <w:t>у</w:t>
      </w:r>
      <w:r w:rsidR="00581437" w:rsidRPr="00F513F7">
        <w:t>гими заинтересованными субъектами. Ради достижения этих целей мы готовы делиться своим опытом с другими коллегами в рамках</w:t>
      </w:r>
      <w:r w:rsidR="00581437" w:rsidRPr="00082449">
        <w:t xml:space="preserve"> </w:t>
      </w:r>
      <w:r w:rsidR="00581437" w:rsidRPr="00F513F7">
        <w:t>процесса трансграничн</w:t>
      </w:r>
      <w:r w:rsidR="00581437" w:rsidRPr="00F513F7">
        <w:t>о</w:t>
      </w:r>
      <w:r w:rsidR="00581437" w:rsidRPr="00F513F7">
        <w:t>го и многостороннего сотрудничества.</w:t>
      </w:r>
    </w:p>
    <w:p w:rsidR="00581437" w:rsidRPr="00F513F7" w:rsidRDefault="00581437" w:rsidP="0058143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81437" w:rsidRPr="00F513F7" w:rsidSect="0043138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88F" w:rsidRPr="00A312BC" w:rsidRDefault="0097488F" w:rsidP="00A312BC"/>
  </w:endnote>
  <w:endnote w:type="continuationSeparator" w:id="0">
    <w:p w:rsidR="0097488F" w:rsidRPr="00A312BC" w:rsidRDefault="0097488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88F" w:rsidRPr="00431386" w:rsidRDefault="0097488F">
    <w:pPr>
      <w:pStyle w:val="a8"/>
    </w:pPr>
    <w:r w:rsidRPr="00431386">
      <w:rPr>
        <w:b/>
        <w:sz w:val="18"/>
      </w:rPr>
      <w:fldChar w:fldCharType="begin"/>
    </w:r>
    <w:r w:rsidRPr="00431386">
      <w:rPr>
        <w:b/>
        <w:sz w:val="18"/>
      </w:rPr>
      <w:instrText xml:space="preserve"> PAGE  \* MERGEFORMAT </w:instrText>
    </w:r>
    <w:r w:rsidRPr="00431386">
      <w:rPr>
        <w:b/>
        <w:sz w:val="18"/>
      </w:rPr>
      <w:fldChar w:fldCharType="separate"/>
    </w:r>
    <w:r w:rsidR="00093866">
      <w:rPr>
        <w:b/>
        <w:noProof/>
        <w:sz w:val="18"/>
      </w:rPr>
      <w:t>8</w:t>
    </w:r>
    <w:r w:rsidRPr="00431386">
      <w:rPr>
        <w:b/>
        <w:sz w:val="18"/>
      </w:rPr>
      <w:fldChar w:fldCharType="end"/>
    </w:r>
    <w:r>
      <w:rPr>
        <w:b/>
        <w:sz w:val="18"/>
      </w:rPr>
      <w:tab/>
    </w:r>
    <w:r>
      <w:t>GE.17-08507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88F" w:rsidRPr="00EC7FC1" w:rsidRDefault="0097488F" w:rsidP="00EC7FC1">
    <w:pPr>
      <w:pStyle w:val="a8"/>
    </w:pPr>
    <w:r>
      <w:t>GE.17-</w:t>
    </w:r>
    <w:r>
      <w:rPr>
        <w:lang w:val="ru-RU"/>
      </w:rPr>
      <w:t>08507</w:t>
    </w:r>
    <w:r>
      <w:tab/>
    </w:r>
    <w:r w:rsidRPr="00532DF1">
      <w:rPr>
        <w:b/>
        <w:sz w:val="18"/>
      </w:rPr>
      <w:fldChar w:fldCharType="begin"/>
    </w:r>
    <w:r w:rsidRPr="00532DF1">
      <w:rPr>
        <w:b/>
        <w:sz w:val="18"/>
      </w:rPr>
      <w:instrText xml:space="preserve"> PAGE  \* MERGEFORMAT </w:instrText>
    </w:r>
    <w:r w:rsidRPr="00532DF1">
      <w:rPr>
        <w:b/>
        <w:sz w:val="18"/>
      </w:rPr>
      <w:fldChar w:fldCharType="separate"/>
    </w:r>
    <w:r w:rsidR="00093866">
      <w:rPr>
        <w:b/>
        <w:noProof/>
        <w:sz w:val="18"/>
      </w:rPr>
      <w:t>7</w:t>
    </w:r>
    <w:r w:rsidRPr="00532DF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88F" w:rsidRDefault="0097488F" w:rsidP="00177868">
    <w:pPr>
      <w:pStyle w:val="a8"/>
      <w:spacing w:before="120"/>
      <w:ind w:right="1134"/>
      <w:rPr>
        <w:sz w:val="20"/>
      </w:rPr>
    </w:pPr>
    <w:r>
      <w:rPr>
        <w:rFonts w:ascii="C39T30Lfz" w:hAnsi="C39T30Lfz"/>
        <w:noProof/>
        <w:sz w:val="56"/>
        <w:lang w:val="ru-RU"/>
      </w:rPr>
      <w:drawing>
        <wp:anchor distT="0" distB="0" distL="114300" distR="114300" simplePos="0" relativeHeight="251661312" behindDoc="0" locked="0" layoutInCell="1" allowOverlap="1" wp14:anchorId="2D649633" wp14:editId="06E2F9F9">
          <wp:simplePos x="0" y="0"/>
          <wp:positionH relativeFrom="margin">
            <wp:posOffset>5488305</wp:posOffset>
          </wp:positionH>
          <wp:positionV relativeFrom="margin">
            <wp:posOffset>8923020</wp:posOffset>
          </wp:positionV>
          <wp:extent cx="638175" cy="638175"/>
          <wp:effectExtent l="0" t="0" r="9525" b="9525"/>
          <wp:wrapNone/>
          <wp:docPr id="4" name="Picture 1" descr="https://undocs.org/m2/QRCode.ashx?DS=ECE/MP.PP/2017/17-ECE/MP.PRTR/2017/3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MP.PP/2017/17-ECE/MP.PRTR/2017/3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GE.17-</w:t>
    </w:r>
    <w:proofErr w:type="gramStart"/>
    <w:r>
      <w:rPr>
        <w:sz w:val="20"/>
      </w:rPr>
      <w:t>08507</w:t>
    </w:r>
    <w:r>
      <w:rPr>
        <w:sz w:val="20"/>
        <w:lang w:val="ru-RU"/>
      </w:rPr>
      <w:t xml:space="preserve">  </w:t>
    </w:r>
    <w:r>
      <w:rPr>
        <w:sz w:val="20"/>
      </w:rPr>
      <w:t>(</w:t>
    </w:r>
    <w:proofErr w:type="gramEnd"/>
    <w:r>
      <w:rPr>
        <w:sz w:val="20"/>
        <w:lang w:val="en-US"/>
      </w:rPr>
      <w:t>R</w:t>
    </w:r>
    <w:r>
      <w:rPr>
        <w:sz w:val="20"/>
      </w:rPr>
      <w:t>)  200</w:t>
    </w:r>
    <w:r w:rsidR="001A0C34">
      <w:rPr>
        <w:sz w:val="20"/>
        <w:lang w:val="ru-RU"/>
      </w:rPr>
      <w:t>7</w:t>
    </w:r>
    <w:r>
      <w:rPr>
        <w:sz w:val="20"/>
      </w:rPr>
      <w:t xml:space="preserve">17  </w:t>
    </w:r>
    <w:r w:rsidR="00177868">
      <w:rPr>
        <w:sz w:val="20"/>
        <w:lang w:val="ru-RU"/>
      </w:rPr>
      <w:t>21</w:t>
    </w:r>
    <w:r>
      <w:rPr>
        <w:sz w:val="20"/>
      </w:rPr>
      <w:t>0</w:t>
    </w:r>
    <w:r w:rsidR="001A0C34">
      <w:rPr>
        <w:sz w:val="20"/>
        <w:lang w:val="ru-RU"/>
      </w:rPr>
      <w:t>7</w:t>
    </w:r>
    <w:r>
      <w:rPr>
        <w:sz w:val="20"/>
      </w:rPr>
      <w:t>17</w:t>
    </w:r>
  </w:p>
  <w:p w:rsidR="0097488F" w:rsidRDefault="0097488F" w:rsidP="0088062A"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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7C6A2809" wp14:editId="0F8ED1F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88F" w:rsidRPr="001075E9" w:rsidRDefault="0097488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7488F" w:rsidRDefault="0097488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7488F" w:rsidRPr="00534265" w:rsidRDefault="0097488F">
      <w:pPr>
        <w:pStyle w:val="ad"/>
        <w:rPr>
          <w:lang w:val="ru-RU"/>
        </w:rPr>
      </w:pPr>
      <w:r w:rsidRPr="00534265">
        <w:tab/>
      </w:r>
      <w:r w:rsidRPr="00534265">
        <w:rPr>
          <w:rStyle w:val="aa"/>
        </w:rPr>
        <w:footnoteRef/>
      </w:r>
      <w:r w:rsidRPr="00534265">
        <w:rPr>
          <w:lang w:val="ru-RU"/>
        </w:rPr>
        <w:t xml:space="preserve"> </w:t>
      </w:r>
      <w:r w:rsidRPr="00534265">
        <w:rPr>
          <w:lang w:val="ru-RU"/>
        </w:rPr>
        <w:tab/>
        <w:t xml:space="preserve">Имеется по адресу </w:t>
      </w:r>
      <w:hyperlink r:id="rId1" w:history="1">
        <w:r w:rsidRPr="00534265">
          <w:rPr>
            <w:rStyle w:val="af1"/>
            <w:color w:val="auto"/>
          </w:rPr>
          <w:t>http</w:t>
        </w:r>
        <w:r w:rsidRPr="00534265">
          <w:rPr>
            <w:rStyle w:val="af1"/>
            <w:color w:val="auto"/>
            <w:lang w:val="ru-RU"/>
          </w:rPr>
          <w:t>://</w:t>
        </w:r>
        <w:r w:rsidRPr="00534265">
          <w:rPr>
            <w:rStyle w:val="af1"/>
            <w:color w:val="auto"/>
          </w:rPr>
          <w:t>www</w:t>
        </w:r>
        <w:r w:rsidRPr="00534265">
          <w:rPr>
            <w:rStyle w:val="af1"/>
            <w:color w:val="auto"/>
            <w:lang w:val="ru-RU"/>
          </w:rPr>
          <w:t>.</w:t>
        </w:r>
        <w:proofErr w:type="spellStart"/>
        <w:r w:rsidRPr="00534265">
          <w:rPr>
            <w:rStyle w:val="af1"/>
            <w:color w:val="auto"/>
          </w:rPr>
          <w:t>unece</w:t>
        </w:r>
        <w:proofErr w:type="spellEnd"/>
        <w:r w:rsidRPr="00534265">
          <w:rPr>
            <w:rStyle w:val="af1"/>
            <w:color w:val="auto"/>
            <w:lang w:val="ru-RU"/>
          </w:rPr>
          <w:t>.</w:t>
        </w:r>
        <w:r w:rsidRPr="00534265">
          <w:rPr>
            <w:rStyle w:val="af1"/>
            <w:color w:val="auto"/>
          </w:rPr>
          <w:t>org</w:t>
        </w:r>
        <w:r w:rsidRPr="00534265">
          <w:rPr>
            <w:rStyle w:val="af1"/>
            <w:color w:val="auto"/>
            <w:lang w:val="ru-RU"/>
          </w:rPr>
          <w:t>/</w:t>
        </w:r>
        <w:r w:rsidRPr="00534265">
          <w:rPr>
            <w:rStyle w:val="af1"/>
            <w:color w:val="auto"/>
          </w:rPr>
          <w:t>index</w:t>
        </w:r>
        <w:r w:rsidRPr="00534265">
          <w:rPr>
            <w:rStyle w:val="af1"/>
            <w:color w:val="auto"/>
            <w:lang w:val="ru-RU"/>
          </w:rPr>
          <w:t>.</w:t>
        </w:r>
        <w:proofErr w:type="spellStart"/>
        <w:r w:rsidRPr="00534265">
          <w:rPr>
            <w:rStyle w:val="af1"/>
            <w:color w:val="auto"/>
          </w:rPr>
          <w:t>php</w:t>
        </w:r>
        <w:proofErr w:type="spellEnd"/>
        <w:r w:rsidRPr="00534265">
          <w:rPr>
            <w:rStyle w:val="af1"/>
            <w:color w:val="auto"/>
            <w:lang w:val="ru-RU"/>
          </w:rPr>
          <w:t>?</w:t>
        </w:r>
        <w:r w:rsidRPr="00534265">
          <w:rPr>
            <w:rStyle w:val="af1"/>
            <w:color w:val="auto"/>
          </w:rPr>
          <w:t>id</w:t>
        </w:r>
        <w:r w:rsidRPr="00534265">
          <w:rPr>
            <w:rStyle w:val="af1"/>
            <w:color w:val="auto"/>
            <w:lang w:val="ru-RU"/>
          </w:rPr>
          <w:t>=42385#/</w:t>
        </w:r>
      </w:hyperlink>
      <w:r w:rsidRPr="00534265">
        <w:rPr>
          <w:lang w:val="ru-RU"/>
        </w:rPr>
        <w:t>.</w:t>
      </w:r>
    </w:p>
  </w:footnote>
  <w:footnote w:id="2">
    <w:p w:rsidR="0097488F" w:rsidRPr="002B7CD0" w:rsidRDefault="0097488F" w:rsidP="002B7CD0">
      <w:pPr>
        <w:pStyle w:val="ad"/>
        <w:widowControl w:val="0"/>
        <w:tabs>
          <w:tab w:val="clear" w:pos="1021"/>
          <w:tab w:val="right" w:pos="1020"/>
        </w:tabs>
        <w:rPr>
          <w:lang w:val="ru-RU"/>
        </w:rPr>
      </w:pPr>
      <w:r w:rsidRPr="00177868">
        <w:rPr>
          <w:lang w:val="ru-RU"/>
        </w:rPr>
        <w:tab/>
      </w:r>
      <w:r w:rsidRPr="002B7CD0">
        <w:rPr>
          <w:rStyle w:val="aa"/>
        </w:rPr>
        <w:footnoteRef/>
      </w:r>
      <w:r w:rsidRPr="002B7CD0">
        <w:rPr>
          <w:lang w:val="ru-RU"/>
        </w:rPr>
        <w:tab/>
        <w:t xml:space="preserve">Имеется по адресу </w:t>
      </w:r>
      <w:hyperlink r:id="rId2" w:history="1">
        <w:r w:rsidRPr="002B7CD0">
          <w:rPr>
            <w:rStyle w:val="af1"/>
            <w:color w:val="auto"/>
          </w:rPr>
          <w:t>http</w:t>
        </w:r>
        <w:r w:rsidRPr="002B7CD0">
          <w:rPr>
            <w:rStyle w:val="af1"/>
            <w:color w:val="auto"/>
            <w:lang w:val="ru-RU"/>
          </w:rPr>
          <w:t>://</w:t>
        </w:r>
        <w:r w:rsidRPr="002B7CD0">
          <w:rPr>
            <w:rStyle w:val="af1"/>
            <w:color w:val="auto"/>
          </w:rPr>
          <w:t>www</w:t>
        </w:r>
        <w:r w:rsidRPr="002B7CD0">
          <w:rPr>
            <w:rStyle w:val="af1"/>
            <w:color w:val="auto"/>
            <w:lang w:val="ru-RU"/>
          </w:rPr>
          <w:t>.</w:t>
        </w:r>
        <w:proofErr w:type="spellStart"/>
        <w:r w:rsidRPr="002B7CD0">
          <w:rPr>
            <w:rStyle w:val="af1"/>
            <w:color w:val="auto"/>
          </w:rPr>
          <w:t>unece</w:t>
        </w:r>
        <w:proofErr w:type="spellEnd"/>
        <w:r w:rsidRPr="002B7CD0">
          <w:rPr>
            <w:rStyle w:val="af1"/>
            <w:color w:val="auto"/>
            <w:lang w:val="ru-RU"/>
          </w:rPr>
          <w:t>.</w:t>
        </w:r>
        <w:r w:rsidRPr="002B7CD0">
          <w:rPr>
            <w:rStyle w:val="af1"/>
            <w:color w:val="auto"/>
          </w:rPr>
          <w:t>org</w:t>
        </w:r>
        <w:r w:rsidRPr="002B7CD0">
          <w:rPr>
            <w:rStyle w:val="af1"/>
            <w:color w:val="auto"/>
            <w:lang w:val="ru-RU"/>
          </w:rPr>
          <w:t>/</w:t>
        </w:r>
        <w:r w:rsidRPr="002B7CD0">
          <w:rPr>
            <w:rStyle w:val="af1"/>
            <w:color w:val="auto"/>
          </w:rPr>
          <w:t>index</w:t>
        </w:r>
        <w:r w:rsidRPr="002B7CD0">
          <w:rPr>
            <w:rStyle w:val="af1"/>
            <w:color w:val="auto"/>
            <w:lang w:val="ru-RU"/>
          </w:rPr>
          <w:t>.</w:t>
        </w:r>
        <w:proofErr w:type="spellStart"/>
        <w:r w:rsidRPr="002B7CD0">
          <w:rPr>
            <w:rStyle w:val="af1"/>
            <w:color w:val="auto"/>
          </w:rPr>
          <w:t>php</w:t>
        </w:r>
        <w:proofErr w:type="spellEnd"/>
        <w:r w:rsidRPr="002B7CD0">
          <w:rPr>
            <w:rStyle w:val="af1"/>
            <w:color w:val="auto"/>
            <w:lang w:val="ru-RU"/>
          </w:rPr>
          <w:t>?</w:t>
        </w:r>
        <w:r w:rsidRPr="002B7CD0">
          <w:rPr>
            <w:rStyle w:val="af1"/>
            <w:color w:val="auto"/>
          </w:rPr>
          <w:t>id</w:t>
        </w:r>
        <w:r w:rsidRPr="002B7CD0">
          <w:rPr>
            <w:rStyle w:val="af1"/>
            <w:color w:val="auto"/>
            <w:lang w:val="ru-RU"/>
          </w:rPr>
          <w:t>=43897#/</w:t>
        </w:r>
      </w:hyperlink>
      <w:r w:rsidRPr="002B7CD0">
        <w:rPr>
          <w:lang w:val="ru-RU"/>
        </w:rPr>
        <w:t>.</w:t>
      </w:r>
    </w:p>
  </w:footnote>
  <w:footnote w:id="3">
    <w:p w:rsidR="0097488F" w:rsidRPr="00C63280" w:rsidRDefault="0097488F" w:rsidP="00581437">
      <w:pPr>
        <w:pStyle w:val="ad"/>
        <w:rPr>
          <w:lang w:val="en-US"/>
        </w:rPr>
      </w:pPr>
      <w:r w:rsidRPr="002B7CD0">
        <w:rPr>
          <w:lang w:val="ru-RU"/>
        </w:rPr>
        <w:tab/>
      </w:r>
      <w:r w:rsidRPr="00543576">
        <w:rPr>
          <w:rStyle w:val="aa"/>
        </w:rPr>
        <w:footnoteRef/>
      </w:r>
      <w:r w:rsidRPr="00C63280">
        <w:rPr>
          <w:lang w:val="en-US"/>
        </w:rPr>
        <w:tab/>
      </w:r>
      <w:r>
        <w:t>ECE</w:t>
      </w:r>
      <w:r w:rsidRPr="00C63280">
        <w:rPr>
          <w:lang w:val="en-US"/>
        </w:rPr>
        <w:t>/</w:t>
      </w:r>
      <w:r>
        <w:t>MP</w:t>
      </w:r>
      <w:r w:rsidRPr="00C63280">
        <w:rPr>
          <w:lang w:val="en-US"/>
        </w:rPr>
        <w:t>.</w:t>
      </w:r>
      <w:r>
        <w:t>PP</w:t>
      </w:r>
      <w:r w:rsidRPr="00C63280">
        <w:rPr>
          <w:lang w:val="en-US"/>
        </w:rPr>
        <w:t>/2014/27/</w:t>
      </w:r>
      <w:r>
        <w:t>Add</w:t>
      </w:r>
      <w:r w:rsidRPr="00C63280">
        <w:rPr>
          <w:lang w:val="en-US"/>
        </w:rPr>
        <w:t>.1–</w:t>
      </w:r>
      <w:r>
        <w:t>ECE</w:t>
      </w:r>
      <w:r w:rsidRPr="00C63280">
        <w:rPr>
          <w:lang w:val="en-US"/>
        </w:rPr>
        <w:t>/</w:t>
      </w:r>
      <w:r>
        <w:t>MP</w:t>
      </w:r>
      <w:r w:rsidRPr="00C63280">
        <w:rPr>
          <w:lang w:val="en-US"/>
        </w:rPr>
        <w:t>.</w:t>
      </w:r>
      <w:r>
        <w:t>PRTR</w:t>
      </w:r>
      <w:r w:rsidRPr="00C63280">
        <w:rPr>
          <w:lang w:val="en-US"/>
        </w:rPr>
        <w:t>/2014/2/</w:t>
      </w:r>
      <w:r>
        <w:t>Add</w:t>
      </w:r>
      <w:r w:rsidRPr="00C63280">
        <w:rPr>
          <w:lang w:val="en-US"/>
        </w:rPr>
        <w:t>.1</w:t>
      </w:r>
      <w:r w:rsidRPr="00C63280">
        <w:rPr>
          <w:shd w:val="clear" w:color="auto" w:fill="FFFFFF" w:themeFill="background1"/>
          <w:lang w:val="en-US"/>
        </w:rPr>
        <w:t xml:space="preserve">. </w:t>
      </w:r>
    </w:p>
  </w:footnote>
  <w:footnote w:id="4">
    <w:p w:rsidR="0097488F" w:rsidRPr="00F513F7" w:rsidRDefault="0097488F" w:rsidP="00581437">
      <w:pPr>
        <w:pStyle w:val="ad"/>
        <w:rPr>
          <w:spacing w:val="-4"/>
          <w:lang w:val="ru-RU"/>
        </w:rPr>
      </w:pPr>
      <w:r w:rsidRPr="00C63280">
        <w:rPr>
          <w:lang w:val="en-US"/>
        </w:rPr>
        <w:tab/>
      </w:r>
      <w:r w:rsidRPr="00543576">
        <w:rPr>
          <w:rStyle w:val="aa"/>
        </w:rPr>
        <w:footnoteRef/>
      </w:r>
      <w:r w:rsidRPr="00F513F7">
        <w:rPr>
          <w:lang w:val="ru-RU"/>
        </w:rPr>
        <w:tab/>
        <w:t>Резолюция 31/32 о защите правозащитников, будь то отдельных лиц, групп или органов общества, занимающихся экономическими, социальными и культурными правами, принятая 24 марта 2016 года.</w:t>
      </w:r>
    </w:p>
  </w:footnote>
  <w:footnote w:id="5">
    <w:p w:rsidR="0097488F" w:rsidRPr="00F513F7" w:rsidRDefault="0097488F" w:rsidP="00581437">
      <w:pPr>
        <w:pStyle w:val="ad"/>
        <w:rPr>
          <w:lang w:val="ru-RU"/>
        </w:rPr>
      </w:pPr>
      <w:r w:rsidRPr="00F513F7">
        <w:rPr>
          <w:lang w:val="ru-RU"/>
        </w:rPr>
        <w:tab/>
      </w:r>
      <w:r w:rsidRPr="00543576">
        <w:rPr>
          <w:rStyle w:val="aa"/>
        </w:rPr>
        <w:footnoteRef/>
      </w:r>
      <w:r w:rsidRPr="00F513F7">
        <w:rPr>
          <w:lang w:val="ru-RU"/>
        </w:rPr>
        <w:tab/>
        <w:t>Пояснительный те</w:t>
      </w:r>
      <w:proofErr w:type="gramStart"/>
      <w:r w:rsidRPr="00F513F7">
        <w:rPr>
          <w:lang w:val="ru-RU"/>
        </w:rPr>
        <w:t>кст в пр</w:t>
      </w:r>
      <w:proofErr w:type="gramEnd"/>
      <w:r w:rsidRPr="00F513F7">
        <w:rPr>
          <w:lang w:val="ru-RU"/>
        </w:rPr>
        <w:t xml:space="preserve">омежуточных проектах. Этот текст </w:t>
      </w:r>
      <w:r>
        <w:rPr>
          <w:lang w:val="ru-RU"/>
        </w:rPr>
        <w:t>из окончательного варианта</w:t>
      </w:r>
      <w:r w:rsidRPr="00F513F7">
        <w:rPr>
          <w:lang w:val="ru-RU"/>
        </w:rPr>
        <w:t xml:space="preserve"> документ</w:t>
      </w:r>
      <w:r>
        <w:rPr>
          <w:lang w:val="ru-RU"/>
        </w:rPr>
        <w:t>а</w:t>
      </w:r>
      <w:r w:rsidRPr="00F513F7">
        <w:rPr>
          <w:lang w:val="ru-RU"/>
        </w:rPr>
        <w:t xml:space="preserve"> будет исключен.</w:t>
      </w:r>
    </w:p>
  </w:footnote>
  <w:footnote w:id="6">
    <w:p w:rsidR="0097488F" w:rsidRPr="00F513F7" w:rsidRDefault="0097488F" w:rsidP="00581437">
      <w:pPr>
        <w:pStyle w:val="ad"/>
        <w:rPr>
          <w:lang w:val="ru-RU"/>
        </w:rPr>
      </w:pPr>
      <w:r w:rsidRPr="00F513F7">
        <w:rPr>
          <w:lang w:val="ru-RU"/>
        </w:rPr>
        <w:tab/>
      </w:r>
      <w:r w:rsidRPr="00543576">
        <w:rPr>
          <w:vertAlign w:val="superscript"/>
        </w:rPr>
        <w:footnoteRef/>
      </w:r>
      <w:r w:rsidRPr="00F513F7">
        <w:rPr>
          <w:lang w:val="ru-RU"/>
        </w:rPr>
        <w:tab/>
        <w:t xml:space="preserve">Резолюция </w:t>
      </w:r>
      <w:hyperlink r:id="rId3" w:history="1">
        <w:r w:rsidRPr="00F513F7">
          <w:rPr>
            <w:lang w:val="ru-RU"/>
          </w:rPr>
          <w:t>66/288</w:t>
        </w:r>
      </w:hyperlink>
      <w:r w:rsidRPr="00F513F7">
        <w:rPr>
          <w:lang w:val="ru-RU"/>
        </w:rPr>
        <w:t>, приложение.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88F" w:rsidRPr="00431386" w:rsidRDefault="001E60EB">
    <w:pPr>
      <w:pStyle w:val="a5"/>
    </w:pPr>
    <w:fldSimple w:instr=" TITLE  \* MERGEFORMAT ">
      <w:r w:rsidR="00093866">
        <w:t>ECE/MP.PP/2017/17</w:t>
      </w:r>
    </w:fldSimple>
    <w:r w:rsidR="0097488F">
      <w:br/>
    </w:r>
    <w:fldSimple w:instr=" KEYWORDS  \* MERGEFORMAT ">
      <w:r w:rsidR="00093866">
        <w:t xml:space="preserve">ECE/MP.PRTR/2017/3 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88F" w:rsidRPr="00431386" w:rsidRDefault="001E60EB" w:rsidP="00431386">
    <w:pPr>
      <w:pStyle w:val="a5"/>
      <w:jc w:val="right"/>
    </w:pPr>
    <w:fldSimple w:instr=" TITLE  \* MERGEFORMAT ">
      <w:r w:rsidR="00093866">
        <w:t>ECE/MP.PP/2017/17</w:t>
      </w:r>
    </w:fldSimple>
    <w:r w:rsidR="0097488F">
      <w:br/>
    </w:r>
    <w:fldSimple w:instr=" KEYWORDS  \* MERGEFORMAT ">
      <w:r w:rsidR="00093866">
        <w:t xml:space="preserve">ECE/MP.PRTR/2017/3 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E63"/>
    <w:rsid w:val="00033EE1"/>
    <w:rsid w:val="00042B72"/>
    <w:rsid w:val="000558BD"/>
    <w:rsid w:val="00063F3E"/>
    <w:rsid w:val="00093866"/>
    <w:rsid w:val="000B57E7"/>
    <w:rsid w:val="000B6373"/>
    <w:rsid w:val="000E4E5B"/>
    <w:rsid w:val="000F09DF"/>
    <w:rsid w:val="000F61B2"/>
    <w:rsid w:val="001075E9"/>
    <w:rsid w:val="0014152F"/>
    <w:rsid w:val="0015578A"/>
    <w:rsid w:val="00162899"/>
    <w:rsid w:val="00177868"/>
    <w:rsid w:val="00180183"/>
    <w:rsid w:val="0018024D"/>
    <w:rsid w:val="0018649F"/>
    <w:rsid w:val="00196389"/>
    <w:rsid w:val="001A0C34"/>
    <w:rsid w:val="001B3EF6"/>
    <w:rsid w:val="001C7A89"/>
    <w:rsid w:val="001E60EB"/>
    <w:rsid w:val="00255343"/>
    <w:rsid w:val="00262845"/>
    <w:rsid w:val="0027151D"/>
    <w:rsid w:val="002A2EFC"/>
    <w:rsid w:val="002B0106"/>
    <w:rsid w:val="002B74B1"/>
    <w:rsid w:val="002B7CD0"/>
    <w:rsid w:val="002C0E18"/>
    <w:rsid w:val="002C3C69"/>
    <w:rsid w:val="002D3105"/>
    <w:rsid w:val="002D5AAC"/>
    <w:rsid w:val="002E5067"/>
    <w:rsid w:val="002F405F"/>
    <w:rsid w:val="002F7EEC"/>
    <w:rsid w:val="00301299"/>
    <w:rsid w:val="00305C08"/>
    <w:rsid w:val="00307FB6"/>
    <w:rsid w:val="00317339"/>
    <w:rsid w:val="00320B83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16A1F"/>
    <w:rsid w:val="00424203"/>
    <w:rsid w:val="00431386"/>
    <w:rsid w:val="00442240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4265"/>
    <w:rsid w:val="005639C1"/>
    <w:rsid w:val="005709E0"/>
    <w:rsid w:val="00572E19"/>
    <w:rsid w:val="00581437"/>
    <w:rsid w:val="005961C8"/>
    <w:rsid w:val="005966F1"/>
    <w:rsid w:val="005D7914"/>
    <w:rsid w:val="005E2B41"/>
    <w:rsid w:val="005F0B42"/>
    <w:rsid w:val="00600F4E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456A5"/>
    <w:rsid w:val="00757357"/>
    <w:rsid w:val="00792497"/>
    <w:rsid w:val="00795ACB"/>
    <w:rsid w:val="00806737"/>
    <w:rsid w:val="00825F8D"/>
    <w:rsid w:val="00834B71"/>
    <w:rsid w:val="0086445C"/>
    <w:rsid w:val="0088062A"/>
    <w:rsid w:val="00894693"/>
    <w:rsid w:val="008A08D7"/>
    <w:rsid w:val="008A37C8"/>
    <w:rsid w:val="008B6909"/>
    <w:rsid w:val="008D53B6"/>
    <w:rsid w:val="008F611C"/>
    <w:rsid w:val="008F7609"/>
    <w:rsid w:val="00906890"/>
    <w:rsid w:val="00911BE4"/>
    <w:rsid w:val="0091202E"/>
    <w:rsid w:val="0094385E"/>
    <w:rsid w:val="00951972"/>
    <w:rsid w:val="009608F3"/>
    <w:rsid w:val="0097488F"/>
    <w:rsid w:val="009A24AC"/>
    <w:rsid w:val="009C6FE6"/>
    <w:rsid w:val="00A14DA8"/>
    <w:rsid w:val="00A312BC"/>
    <w:rsid w:val="00A50D86"/>
    <w:rsid w:val="00A63FF7"/>
    <w:rsid w:val="00A84021"/>
    <w:rsid w:val="00A84D35"/>
    <w:rsid w:val="00A84D62"/>
    <w:rsid w:val="00A917B3"/>
    <w:rsid w:val="00AB4B51"/>
    <w:rsid w:val="00B06459"/>
    <w:rsid w:val="00B10CC7"/>
    <w:rsid w:val="00B36DF7"/>
    <w:rsid w:val="00B539E7"/>
    <w:rsid w:val="00B62458"/>
    <w:rsid w:val="00B97F72"/>
    <w:rsid w:val="00BB3835"/>
    <w:rsid w:val="00BC18B2"/>
    <w:rsid w:val="00BD33EE"/>
    <w:rsid w:val="00BE1CC7"/>
    <w:rsid w:val="00BF4529"/>
    <w:rsid w:val="00C106D6"/>
    <w:rsid w:val="00C119AE"/>
    <w:rsid w:val="00C60F0C"/>
    <w:rsid w:val="00C63280"/>
    <w:rsid w:val="00C7229A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A0AFD"/>
    <w:rsid w:val="00DD78D1"/>
    <w:rsid w:val="00DE32CD"/>
    <w:rsid w:val="00DF5767"/>
    <w:rsid w:val="00DF71B9"/>
    <w:rsid w:val="00E127A5"/>
    <w:rsid w:val="00E12921"/>
    <w:rsid w:val="00E12C5F"/>
    <w:rsid w:val="00E24E63"/>
    <w:rsid w:val="00E73F76"/>
    <w:rsid w:val="00EA2C9F"/>
    <w:rsid w:val="00EA420E"/>
    <w:rsid w:val="00EC7FC1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1">
    <w:name w:val="heading 1"/>
    <w:aliases w:val="Table_GR"/>
    <w:basedOn w:val="a"/>
    <w:next w:val="a"/>
    <w:link w:val="10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a7">
    <w:name w:val="page number"/>
    <w:aliases w:val="7_GR"/>
    <w:basedOn w:val="a0"/>
    <w:qFormat/>
    <w:rsid w:val="009C6FE6"/>
    <w:rPr>
      <w:rFonts w:ascii="Times New Roman" w:hAnsi="Times New Roman"/>
      <w:b/>
      <w:sz w:val="18"/>
    </w:rPr>
  </w:style>
  <w:style w:type="paragraph" w:styleId="a8">
    <w:name w:val="footer"/>
    <w:aliases w:val="3_GR,3_G"/>
    <w:basedOn w:val="a"/>
    <w:link w:val="a9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,3_G Знак"/>
    <w:basedOn w:val="a0"/>
    <w:link w:val="a8"/>
    <w:rsid w:val="009C6FE6"/>
    <w:rPr>
      <w:spacing w:val="4"/>
      <w:w w:val="103"/>
      <w:kern w:val="14"/>
      <w:sz w:val="16"/>
      <w:lang w:val="en-GB" w:eastAsia="ru-RU"/>
    </w:rPr>
  </w:style>
  <w:style w:type="character" w:styleId="aa">
    <w:name w:val="footnote reference"/>
    <w:aliases w:val="4_GR,4_G,Footnote symbol,Footnote reference number,Footnote Reference Superscript,BVI fnr,SUPERS,(Footnote Reference),Footnote,Voetnootverwijzing,Times 10 Point,Exposant 3 Point,note TESI,Odwołanie przypisu,Footnotemark,FR,Ref,E"/>
    <w:basedOn w:val="a0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5_GR,5_G,fn,footnote text,Footnotes,Footnote ak,Tekst przypisu,Fußnote"/>
    <w:basedOn w:val="a"/>
    <w:link w:val="ae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ae">
    <w:name w:val="Текст сноски Знак"/>
    <w:aliases w:val="5_GR Знак,5_G Знак,fn Знак,footnote text Знак,Footnotes Знак,Footnote ak Знак,Tekst przypisu Знак,Fußnote Знак"/>
    <w:basedOn w:val="a0"/>
    <w:link w:val="ad"/>
    <w:rsid w:val="009C6FE6"/>
    <w:rPr>
      <w:spacing w:val="5"/>
      <w:w w:val="104"/>
      <w:kern w:val="14"/>
      <w:sz w:val="18"/>
      <w:lang w:val="en-GB" w:eastAsia="ru-RU"/>
    </w:rPr>
  </w:style>
  <w:style w:type="paragraph" w:styleId="af">
    <w:name w:val="endnote text"/>
    <w:aliases w:val="2_GR"/>
    <w:basedOn w:val="ad"/>
    <w:link w:val="af0"/>
    <w:qFormat/>
    <w:rsid w:val="009C6FE6"/>
  </w:style>
  <w:style w:type="character" w:customStyle="1" w:styleId="af0">
    <w:name w:val="Текст концевой сноски Знак"/>
    <w:aliases w:val="2_GR Знак"/>
    <w:basedOn w:val="a0"/>
    <w:link w:val="af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af1">
    <w:name w:val="Hyperlink"/>
    <w:basedOn w:val="a0"/>
    <w:unhideWhenUsed/>
    <w:rsid w:val="009C6FE6"/>
    <w:rPr>
      <w:color w:val="0000FF" w:themeColor="hyperlink"/>
      <w:u w:val="none"/>
    </w:rPr>
  </w:style>
  <w:style w:type="character" w:styleId="af2">
    <w:name w:val="FollowedHyperlink"/>
    <w:basedOn w:val="a0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1">
    <w:name w:val="heading 1"/>
    <w:aliases w:val="Table_GR"/>
    <w:basedOn w:val="a"/>
    <w:next w:val="a"/>
    <w:link w:val="10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a7">
    <w:name w:val="page number"/>
    <w:aliases w:val="7_GR"/>
    <w:basedOn w:val="a0"/>
    <w:qFormat/>
    <w:rsid w:val="009C6FE6"/>
    <w:rPr>
      <w:rFonts w:ascii="Times New Roman" w:hAnsi="Times New Roman"/>
      <w:b/>
      <w:sz w:val="18"/>
    </w:rPr>
  </w:style>
  <w:style w:type="paragraph" w:styleId="a8">
    <w:name w:val="footer"/>
    <w:aliases w:val="3_GR,3_G"/>
    <w:basedOn w:val="a"/>
    <w:link w:val="a9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,3_G Знак"/>
    <w:basedOn w:val="a0"/>
    <w:link w:val="a8"/>
    <w:rsid w:val="009C6FE6"/>
    <w:rPr>
      <w:spacing w:val="4"/>
      <w:w w:val="103"/>
      <w:kern w:val="14"/>
      <w:sz w:val="16"/>
      <w:lang w:val="en-GB" w:eastAsia="ru-RU"/>
    </w:rPr>
  </w:style>
  <w:style w:type="character" w:styleId="aa">
    <w:name w:val="footnote reference"/>
    <w:aliases w:val="4_GR,4_G,Footnote symbol,Footnote reference number,Footnote Reference Superscript,BVI fnr,SUPERS,(Footnote Reference),Footnote,Voetnootverwijzing,Times 10 Point,Exposant 3 Point,note TESI,Odwołanie przypisu,Footnotemark,FR,Ref,E"/>
    <w:basedOn w:val="a0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5_GR,5_G,fn,footnote text,Footnotes,Footnote ak,Tekst przypisu,Fußnote"/>
    <w:basedOn w:val="a"/>
    <w:link w:val="ae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ae">
    <w:name w:val="Текст сноски Знак"/>
    <w:aliases w:val="5_GR Знак,5_G Знак,fn Знак,footnote text Знак,Footnotes Знак,Footnote ak Знак,Tekst przypisu Знак,Fußnote Знак"/>
    <w:basedOn w:val="a0"/>
    <w:link w:val="ad"/>
    <w:rsid w:val="009C6FE6"/>
    <w:rPr>
      <w:spacing w:val="5"/>
      <w:w w:val="104"/>
      <w:kern w:val="14"/>
      <w:sz w:val="18"/>
      <w:lang w:val="en-GB" w:eastAsia="ru-RU"/>
    </w:rPr>
  </w:style>
  <w:style w:type="paragraph" w:styleId="af">
    <w:name w:val="endnote text"/>
    <w:aliases w:val="2_GR"/>
    <w:basedOn w:val="ad"/>
    <w:link w:val="af0"/>
    <w:qFormat/>
    <w:rsid w:val="009C6FE6"/>
  </w:style>
  <w:style w:type="character" w:customStyle="1" w:styleId="af0">
    <w:name w:val="Текст концевой сноски Знак"/>
    <w:aliases w:val="2_GR Знак"/>
    <w:basedOn w:val="a0"/>
    <w:link w:val="af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af1">
    <w:name w:val="Hyperlink"/>
    <w:basedOn w:val="a0"/>
    <w:unhideWhenUsed/>
    <w:rsid w:val="009C6FE6"/>
    <w:rPr>
      <w:color w:val="0000FF" w:themeColor="hyperlink"/>
      <w:u w:val="none"/>
    </w:rPr>
  </w:style>
  <w:style w:type="character" w:styleId="af2">
    <w:name w:val="FollowedHyperlink"/>
    <w:basedOn w:val="a0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undocs.org/A/RES/66/288" TargetMode="External"/><Relationship Id="rId2" Type="http://schemas.openxmlformats.org/officeDocument/2006/relationships/hyperlink" Target="http://www.unece.org/index.php?id=43897%23/" TargetMode="External"/><Relationship Id="rId1" Type="http://schemas.openxmlformats.org/officeDocument/2006/relationships/hyperlink" Target="http://www.unece.org/index.php?id=42385%23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8</Pages>
  <Words>2773</Words>
  <Characters>18664</Characters>
  <Application>Microsoft Office Word</Application>
  <DocSecurity>0</DocSecurity>
  <Lines>352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ECE/MP.PP/2017/17</vt:lpstr>
      <vt:lpstr>A/</vt:lpstr>
    </vt:vector>
  </TitlesOfParts>
  <Company>DCM</Company>
  <LinksUpToDate>false</LinksUpToDate>
  <CharactersWithSpaces>21364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ECE/MP.PP/2017/17</dc:title>
  <dc:creator>Prokoudina S.</dc:creator>
  <cp:keywords>ECE/MP.PRTR/2017/3 </cp:keywords>
  <cp:lastModifiedBy>Prokoudina S.</cp:lastModifiedBy>
  <cp:revision>3</cp:revision>
  <cp:lastPrinted>2017-07-21T07:55:00Z</cp:lastPrinted>
  <dcterms:created xsi:type="dcterms:W3CDTF">2017-07-21T07:55:00Z</dcterms:created>
  <dcterms:modified xsi:type="dcterms:W3CDTF">2017-07-21T07:55:00Z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