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930" w:type="dxa"/>
        <w:tblLayout w:type="fixed"/>
        <w:tblCellMar>
          <w:left w:w="0" w:type="dxa"/>
          <w:right w:w="0" w:type="dxa"/>
        </w:tblCellMar>
        <w:tblLook w:val="01E0" w:firstRow="1" w:lastRow="1" w:firstColumn="1" w:lastColumn="1" w:noHBand="0" w:noVBand="0"/>
      </w:tblPr>
      <w:tblGrid>
        <w:gridCol w:w="3119"/>
        <w:gridCol w:w="709"/>
        <w:gridCol w:w="3267"/>
        <w:gridCol w:w="2835"/>
      </w:tblGrid>
      <w:tr w:rsidR="006B2BA1" w:rsidRPr="00882504" w14:paraId="4225CCAC" w14:textId="77777777" w:rsidTr="00541FBA">
        <w:trPr>
          <w:cantSplit/>
          <w:trHeight w:hRule="exact" w:val="851"/>
        </w:trPr>
        <w:tc>
          <w:tcPr>
            <w:tcW w:w="3119" w:type="dxa"/>
            <w:tcBorders>
              <w:bottom w:val="single" w:sz="4" w:space="0" w:color="auto"/>
            </w:tcBorders>
          </w:tcPr>
          <w:p w14:paraId="57BF70AB" w14:textId="4D4C8C08" w:rsidR="009E6CB7" w:rsidRPr="00882504" w:rsidRDefault="005C2CC7" w:rsidP="00B20551">
            <w:pPr>
              <w:spacing w:after="80"/>
            </w:pPr>
            <w:bookmarkStart w:id="0" w:name="_Hlk48900968"/>
            <w:bookmarkEnd w:id="0"/>
            <w:r w:rsidRPr="00882504">
              <w:t>Submitted by IWG on EDR/DSSAD</w:t>
            </w:r>
          </w:p>
        </w:tc>
        <w:tc>
          <w:tcPr>
            <w:tcW w:w="709" w:type="dxa"/>
            <w:tcBorders>
              <w:bottom w:val="single" w:sz="4" w:space="0" w:color="auto"/>
            </w:tcBorders>
            <w:vAlign w:val="bottom"/>
          </w:tcPr>
          <w:p w14:paraId="66523C04" w14:textId="077FFD59" w:rsidR="009E6CB7" w:rsidRPr="00882504" w:rsidRDefault="009E6CB7" w:rsidP="00B20551">
            <w:pPr>
              <w:spacing w:after="80" w:line="300" w:lineRule="exact"/>
              <w:rPr>
                <w:b/>
                <w:sz w:val="24"/>
                <w:szCs w:val="24"/>
              </w:rPr>
            </w:pPr>
          </w:p>
        </w:tc>
        <w:tc>
          <w:tcPr>
            <w:tcW w:w="6097" w:type="dxa"/>
            <w:gridSpan w:val="2"/>
            <w:tcBorders>
              <w:bottom w:val="single" w:sz="4" w:space="0" w:color="auto"/>
            </w:tcBorders>
          </w:tcPr>
          <w:p w14:paraId="1E215189" w14:textId="018A8602" w:rsidR="006B2BA1" w:rsidRPr="00882504" w:rsidRDefault="005C2CC7" w:rsidP="00772D17">
            <w:pPr>
              <w:jc w:val="right"/>
            </w:pPr>
            <w:r w:rsidRPr="00195FB3">
              <w:rPr>
                <w:b/>
                <w:bCs/>
              </w:rPr>
              <w:t>Informal document GRSG-119-</w:t>
            </w:r>
            <w:r w:rsidR="00195FB3" w:rsidRPr="00195FB3">
              <w:rPr>
                <w:b/>
                <w:bCs/>
              </w:rPr>
              <w:t>03</w:t>
            </w:r>
            <w:r w:rsidR="00195FB3">
              <w:br/>
            </w:r>
            <w:r w:rsidRPr="00882504">
              <w:t xml:space="preserve"> (119th GRSG, 6-9 October 2020</w:t>
            </w:r>
            <w:r w:rsidR="006B2BA1" w:rsidRPr="00882504">
              <w:t>)</w:t>
            </w:r>
            <w:r w:rsidRPr="00882504">
              <w:t xml:space="preserve">, Agenda item </w:t>
            </w:r>
            <w:r w:rsidR="00487292" w:rsidRPr="00882504">
              <w:t>13</w:t>
            </w:r>
            <w:r w:rsidR="00541FBA">
              <w:t>)</w:t>
            </w:r>
            <w:r w:rsidRPr="00882504">
              <w:t xml:space="preserve">  </w:t>
            </w:r>
          </w:p>
          <w:p w14:paraId="7BD554DE" w14:textId="3560AF70" w:rsidR="009E6CB7" w:rsidRPr="00882504" w:rsidRDefault="005C2CC7" w:rsidP="00541FBA">
            <w:pPr>
              <w:ind w:left="2" w:hanging="2"/>
              <w:jc w:val="right"/>
            </w:pPr>
            <w:r w:rsidRPr="00882504">
              <w:t xml:space="preserve">proposal to amend </w:t>
            </w:r>
            <w:r w:rsidR="006B2BA1" w:rsidRPr="00882504">
              <w:t>document</w:t>
            </w:r>
            <w:bookmarkStart w:id="1" w:name="_Hlk48824687"/>
            <w:r w:rsidR="006B2BA1" w:rsidRPr="00882504">
              <w:rPr>
                <w:sz w:val="40"/>
              </w:rPr>
              <w:t xml:space="preserve"> </w:t>
            </w:r>
            <w:r w:rsidR="006B2BA1" w:rsidRPr="00882504">
              <w:t>ECE/TRANS/WP.29/2020/12</w:t>
            </w:r>
            <w:bookmarkEnd w:id="1"/>
            <w:r w:rsidR="006B2BA1" w:rsidRPr="00882504">
              <w:t xml:space="preserve">3 </w:t>
            </w:r>
          </w:p>
        </w:tc>
      </w:tr>
      <w:tr w:rsidR="009E6CB7" w:rsidRPr="00882504" w14:paraId="314DE0AD" w14:textId="77777777" w:rsidTr="00541FBA">
        <w:trPr>
          <w:cantSplit/>
          <w:trHeight w:hRule="exact" w:val="2835"/>
        </w:trPr>
        <w:tc>
          <w:tcPr>
            <w:tcW w:w="3119" w:type="dxa"/>
            <w:tcBorders>
              <w:top w:val="single" w:sz="4" w:space="0" w:color="auto"/>
              <w:bottom w:val="single" w:sz="12" w:space="0" w:color="auto"/>
            </w:tcBorders>
          </w:tcPr>
          <w:p w14:paraId="3F29BE6C" w14:textId="77777777" w:rsidR="009E6CB7" w:rsidRPr="00882504" w:rsidRDefault="00686A48" w:rsidP="00B20551">
            <w:pPr>
              <w:spacing w:before="120"/>
            </w:pPr>
            <w:r w:rsidRPr="00882504">
              <w:rPr>
                <w:noProof/>
                <w:lang w:val="nl-NL" w:eastAsia="nl-NL"/>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3976" w:type="dxa"/>
            <w:gridSpan w:val="2"/>
            <w:tcBorders>
              <w:top w:val="single" w:sz="4" w:space="0" w:color="auto"/>
              <w:bottom w:val="single" w:sz="12" w:space="0" w:color="auto"/>
            </w:tcBorders>
          </w:tcPr>
          <w:p w14:paraId="3F7B0A34" w14:textId="77777777" w:rsidR="009E6CB7" w:rsidRPr="00882504" w:rsidRDefault="009E6CB7" w:rsidP="00B20551">
            <w:pPr>
              <w:spacing w:before="120" w:line="420" w:lineRule="exact"/>
              <w:rPr>
                <w:sz w:val="40"/>
                <w:szCs w:val="40"/>
              </w:rPr>
            </w:pPr>
            <w:r w:rsidRPr="00882504">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Pr="00882504" w:rsidRDefault="00772D17" w:rsidP="00772D17">
            <w:pPr>
              <w:spacing w:before="240" w:line="240" w:lineRule="exact"/>
            </w:pPr>
            <w:r w:rsidRPr="00882504">
              <w:t>Distr.: General</w:t>
            </w:r>
          </w:p>
          <w:p w14:paraId="25E086E7" w14:textId="0968CBE6" w:rsidR="00772D17" w:rsidRPr="00882504" w:rsidRDefault="005C2CC7" w:rsidP="00772D17">
            <w:pPr>
              <w:spacing w:line="240" w:lineRule="exact"/>
            </w:pPr>
            <w:r w:rsidRPr="00882504">
              <w:t>xx</w:t>
            </w:r>
            <w:r w:rsidR="00772D17" w:rsidRPr="00882504">
              <w:t xml:space="preserve"> </w:t>
            </w:r>
            <w:proofErr w:type="spellStart"/>
            <w:r w:rsidRPr="00882504">
              <w:t>xx</w:t>
            </w:r>
            <w:proofErr w:type="spellEnd"/>
            <w:r w:rsidR="00772D17" w:rsidRPr="00882504">
              <w:t xml:space="preserve"> 2020</w:t>
            </w:r>
          </w:p>
          <w:p w14:paraId="31A401CB" w14:textId="77777777" w:rsidR="00772D17" w:rsidRPr="00882504" w:rsidRDefault="00772D17" w:rsidP="00772D17">
            <w:pPr>
              <w:spacing w:line="240" w:lineRule="exact"/>
            </w:pPr>
          </w:p>
          <w:p w14:paraId="7BE59339" w14:textId="77777777" w:rsidR="00772D17" w:rsidRPr="00882504" w:rsidRDefault="00772D17" w:rsidP="00772D17">
            <w:pPr>
              <w:spacing w:line="240" w:lineRule="exact"/>
            </w:pPr>
            <w:r w:rsidRPr="00882504">
              <w:t>Original: English</w:t>
            </w:r>
          </w:p>
        </w:tc>
      </w:tr>
    </w:tbl>
    <w:p w14:paraId="13B12724" w14:textId="77777777" w:rsidR="00772D17" w:rsidRPr="00882504" w:rsidRDefault="00772D17" w:rsidP="00772D17">
      <w:pPr>
        <w:spacing w:before="120"/>
        <w:rPr>
          <w:b/>
          <w:sz w:val="28"/>
          <w:szCs w:val="28"/>
        </w:rPr>
      </w:pPr>
      <w:r w:rsidRPr="00882504">
        <w:rPr>
          <w:b/>
          <w:sz w:val="28"/>
          <w:szCs w:val="28"/>
        </w:rPr>
        <w:t>Economic Commission for Europe</w:t>
      </w:r>
    </w:p>
    <w:p w14:paraId="0E373ED6" w14:textId="77777777" w:rsidR="00772D17" w:rsidRPr="00882504" w:rsidRDefault="00772D17" w:rsidP="00772D17">
      <w:pPr>
        <w:spacing w:before="120"/>
        <w:rPr>
          <w:sz w:val="28"/>
          <w:szCs w:val="28"/>
        </w:rPr>
      </w:pPr>
      <w:r w:rsidRPr="00882504">
        <w:rPr>
          <w:sz w:val="28"/>
          <w:szCs w:val="28"/>
        </w:rPr>
        <w:t>Inland Transport Committee</w:t>
      </w:r>
    </w:p>
    <w:p w14:paraId="78725867" w14:textId="77777777" w:rsidR="00772D17" w:rsidRPr="00882504" w:rsidRDefault="00772D17" w:rsidP="00772D17">
      <w:pPr>
        <w:spacing w:before="120"/>
        <w:rPr>
          <w:b/>
          <w:sz w:val="24"/>
          <w:szCs w:val="24"/>
        </w:rPr>
      </w:pPr>
      <w:r w:rsidRPr="00882504">
        <w:rPr>
          <w:b/>
          <w:sz w:val="24"/>
          <w:szCs w:val="24"/>
        </w:rPr>
        <w:t>World Forum for Harmonization of Vehicle Regulations</w:t>
      </w:r>
    </w:p>
    <w:p w14:paraId="55B65E41" w14:textId="09DFB79B" w:rsidR="00772D17" w:rsidRPr="00882504" w:rsidRDefault="00772D17" w:rsidP="00772D17">
      <w:pPr>
        <w:tabs>
          <w:tab w:val="center" w:pos="4819"/>
        </w:tabs>
        <w:spacing w:before="120"/>
        <w:rPr>
          <w:b/>
          <w:lang w:val="en-US"/>
        </w:rPr>
      </w:pPr>
      <w:r w:rsidRPr="00882504">
        <w:rPr>
          <w:b/>
          <w:lang w:val="en-US"/>
        </w:rPr>
        <w:t>18</w:t>
      </w:r>
      <w:r w:rsidR="00C56CFF" w:rsidRPr="00882504">
        <w:rPr>
          <w:b/>
          <w:lang w:val="en-US"/>
        </w:rPr>
        <w:t>2nd</w:t>
      </w:r>
      <w:r w:rsidRPr="00882504">
        <w:rPr>
          <w:b/>
          <w:lang w:val="en-US"/>
        </w:rPr>
        <w:t xml:space="preserve"> session</w:t>
      </w:r>
    </w:p>
    <w:p w14:paraId="504AC0C0" w14:textId="3DAE1E81" w:rsidR="00772D17" w:rsidRPr="00882504" w:rsidRDefault="00772D17" w:rsidP="00772D17">
      <w:pPr>
        <w:rPr>
          <w:lang w:val="en-US"/>
        </w:rPr>
      </w:pPr>
      <w:r w:rsidRPr="00882504">
        <w:rPr>
          <w:lang w:val="en-US"/>
        </w:rPr>
        <w:t xml:space="preserve">Geneva, </w:t>
      </w:r>
      <w:r w:rsidR="00C56CFF" w:rsidRPr="00882504">
        <w:rPr>
          <w:lang w:val="en-US"/>
        </w:rPr>
        <w:t>10</w:t>
      </w:r>
      <w:r w:rsidRPr="00882504">
        <w:rPr>
          <w:lang w:val="en-US"/>
        </w:rPr>
        <w:t>-</w:t>
      </w:r>
      <w:r w:rsidR="00C56CFF" w:rsidRPr="00882504">
        <w:rPr>
          <w:lang w:val="en-US"/>
        </w:rPr>
        <w:t>12</w:t>
      </w:r>
      <w:r w:rsidRPr="00882504">
        <w:rPr>
          <w:lang w:val="en-US"/>
        </w:rPr>
        <w:t xml:space="preserve"> </w:t>
      </w:r>
      <w:r w:rsidR="00C56CFF" w:rsidRPr="00882504">
        <w:rPr>
          <w:lang w:val="en-US"/>
        </w:rPr>
        <w:t>November</w:t>
      </w:r>
      <w:r w:rsidRPr="00882504">
        <w:rPr>
          <w:lang w:val="en-US"/>
        </w:rPr>
        <w:t xml:space="preserve"> 2020</w:t>
      </w:r>
    </w:p>
    <w:p w14:paraId="5ED1571F" w14:textId="222B691B" w:rsidR="00772D17" w:rsidRPr="00882504" w:rsidRDefault="00772D17" w:rsidP="00772D17">
      <w:r w:rsidRPr="00882504">
        <w:t>Item 4.</w:t>
      </w:r>
      <w:r w:rsidR="00B74A70" w:rsidRPr="00882504">
        <w:t>13.</w:t>
      </w:r>
      <w:r w:rsidR="00DA603A" w:rsidRPr="00882504">
        <w:t>4</w:t>
      </w:r>
      <w:r w:rsidR="00B74A70" w:rsidRPr="00882504">
        <w:t>.</w:t>
      </w:r>
      <w:r w:rsidRPr="00882504">
        <w:t xml:space="preserve"> of the provisional agenda</w:t>
      </w:r>
      <w:bookmarkStart w:id="2" w:name="_GoBack"/>
      <w:bookmarkEnd w:id="2"/>
    </w:p>
    <w:p w14:paraId="20082425" w14:textId="4CD3070C" w:rsidR="001C6663" w:rsidRPr="00882504" w:rsidRDefault="00772D17" w:rsidP="00A50582">
      <w:pPr>
        <w:rPr>
          <w:b/>
        </w:rPr>
      </w:pPr>
      <w:r w:rsidRPr="00882504">
        <w:rPr>
          <w:b/>
        </w:rPr>
        <w:t>1958 Agreement:</w:t>
      </w:r>
      <w:r w:rsidRPr="00882504">
        <w:rPr>
          <w:b/>
        </w:rPr>
        <w:br/>
      </w:r>
      <w:r w:rsidR="00A50582" w:rsidRPr="00882504">
        <w:rPr>
          <w:b/>
        </w:rPr>
        <w:t xml:space="preserve">Consideration of proposals for new UN Regulations </w:t>
      </w:r>
      <w:r w:rsidR="00A50582" w:rsidRPr="00882504">
        <w:rPr>
          <w:b/>
        </w:rPr>
        <w:br/>
        <w:t>submitted by the Working Parties subsidiary to the World Forum</w:t>
      </w:r>
    </w:p>
    <w:p w14:paraId="23B2122D" w14:textId="77777777" w:rsidR="00DA603A" w:rsidRPr="00882504" w:rsidRDefault="00772D17" w:rsidP="00A50582">
      <w:pPr>
        <w:pStyle w:val="HChG"/>
        <w:rPr>
          <w:lang w:val="en-US"/>
        </w:rPr>
      </w:pPr>
      <w:r w:rsidRPr="00882504">
        <w:tab/>
      </w:r>
      <w:r w:rsidRPr="00882504">
        <w:tab/>
      </w:r>
      <w:r w:rsidR="00DA603A" w:rsidRPr="00882504">
        <w:rPr>
          <w:lang w:val="en-US"/>
        </w:rPr>
        <w:t xml:space="preserve">Proposal for a new UN Regulation on </w:t>
      </w:r>
      <w:r w:rsidR="00DA603A" w:rsidRPr="00882504">
        <w:t>Event</w:t>
      </w:r>
      <w:r w:rsidR="00DA603A" w:rsidRPr="00882504">
        <w:rPr>
          <w:lang w:val="en-US"/>
        </w:rPr>
        <w:t xml:space="preserve"> Data Recorder</w:t>
      </w:r>
    </w:p>
    <w:p w14:paraId="2BB7AAA3" w14:textId="20A17CFA" w:rsidR="00772D17" w:rsidRPr="00882504" w:rsidRDefault="00772D17" w:rsidP="00A50582">
      <w:pPr>
        <w:pStyle w:val="H1G"/>
      </w:pPr>
      <w:r w:rsidRPr="00882504">
        <w:tab/>
      </w:r>
      <w:r w:rsidRPr="00882504">
        <w:tab/>
        <w:t>Submitted by the Working Party on</w:t>
      </w:r>
      <w:r w:rsidR="00DB276D" w:rsidRPr="00882504">
        <w:t xml:space="preserve"> </w:t>
      </w:r>
      <w:r w:rsidR="007D3E14" w:rsidRPr="00882504">
        <w:t>General Safety</w:t>
      </w:r>
      <w:r w:rsidR="00DB276D" w:rsidRPr="00882504">
        <w:t xml:space="preserve"> </w:t>
      </w:r>
      <w:r w:rsidR="00DB276D" w:rsidRPr="00882504">
        <w:rPr>
          <w:rStyle w:val="FootnoteReference"/>
          <w:sz w:val="20"/>
          <w:vertAlign w:val="baseline"/>
        </w:rPr>
        <w:footnoteReference w:customMarkFollows="1" w:id="2"/>
        <w:t>*</w:t>
      </w:r>
      <w:r w:rsidR="003D2B98" w:rsidRPr="00882504">
        <w:rPr>
          <w:sz w:val="20"/>
          <w:vertAlign w:val="superscript"/>
        </w:rPr>
        <w:t>,</w:t>
      </w:r>
      <w:r w:rsidR="003D2B98" w:rsidRPr="00882504">
        <w:rPr>
          <w:sz w:val="20"/>
        </w:rPr>
        <w:t xml:space="preserve"> </w:t>
      </w:r>
      <w:r w:rsidR="003D2B98" w:rsidRPr="00882504">
        <w:rPr>
          <w:rStyle w:val="FootnoteReference"/>
          <w:sz w:val="20"/>
          <w:vertAlign w:val="baseline"/>
        </w:rPr>
        <w:footnoteReference w:customMarkFollows="1" w:id="3"/>
        <w:t>**</w:t>
      </w:r>
    </w:p>
    <w:p w14:paraId="401A095B" w14:textId="3909DBE7" w:rsidR="00772D17" w:rsidRPr="00882504" w:rsidRDefault="00772D17" w:rsidP="00772D17">
      <w:pPr>
        <w:pStyle w:val="SingleTxtG"/>
        <w:ind w:firstLine="567"/>
        <w:rPr>
          <w:lang w:val="en-US"/>
        </w:rPr>
      </w:pPr>
      <w:r w:rsidRPr="00882504">
        <w:rPr>
          <w:lang w:val="en-US"/>
        </w:rPr>
        <w:t>The text reproduced below was adopted by the Working Party on</w:t>
      </w:r>
      <w:r w:rsidR="00A32555" w:rsidRPr="00882504">
        <w:rPr>
          <w:lang w:val="en-US"/>
        </w:rPr>
        <w:t xml:space="preserve"> </w:t>
      </w:r>
      <w:r w:rsidR="007D3E14" w:rsidRPr="00882504">
        <w:rPr>
          <w:lang w:val="en-US"/>
        </w:rPr>
        <w:t>General Safety at its 118th session, held in July 2020 (see ECE/TRANS/WP.29/GRSG/97). It is based on GRSG-118-</w:t>
      </w:r>
      <w:r w:rsidR="00DA603A" w:rsidRPr="00882504">
        <w:rPr>
          <w:lang w:val="en-US"/>
        </w:rPr>
        <w:t>14</w:t>
      </w:r>
      <w:r w:rsidR="007D3E14" w:rsidRPr="00882504">
        <w:rPr>
          <w:lang w:val="en-US"/>
        </w:rPr>
        <w:t xml:space="preserve">. </w:t>
      </w:r>
      <w:r w:rsidR="007D3E14" w:rsidRPr="00882504">
        <w:rPr>
          <w:szCs w:val="24"/>
        </w:rPr>
        <w:t>It is submitted to World Forum for Harmonization of Vehicle Regulations (WP.29) and the Administrative Committee of the 1958 Agreement (AC.</w:t>
      </w:r>
      <w:r w:rsidR="00CC21B9" w:rsidRPr="00882504">
        <w:rPr>
          <w:szCs w:val="24"/>
        </w:rPr>
        <w:t>2</w:t>
      </w:r>
      <w:r w:rsidR="007D3E14" w:rsidRPr="00882504">
        <w:rPr>
          <w:szCs w:val="24"/>
        </w:rPr>
        <w:t>) for consideration and vote at their November 2020 sessions.</w:t>
      </w:r>
      <w:r w:rsidR="00A32555" w:rsidRPr="00882504">
        <w:rPr>
          <w:lang w:val="en-US"/>
        </w:rPr>
        <w:t xml:space="preserve"> </w:t>
      </w:r>
    </w:p>
    <w:p w14:paraId="41E5AF3E" w14:textId="77777777" w:rsidR="00DB276D" w:rsidRPr="00882504" w:rsidRDefault="00DB276D" w:rsidP="00772D17">
      <w:pPr>
        <w:pStyle w:val="SingleTxtG"/>
        <w:ind w:firstLine="567"/>
        <w:rPr>
          <w:lang w:val="en-US"/>
        </w:rPr>
      </w:pPr>
    </w:p>
    <w:p w14:paraId="2380A66E" w14:textId="77777777" w:rsidR="00DB276D" w:rsidRPr="00882504" w:rsidRDefault="00DB276D" w:rsidP="00772D17">
      <w:pPr>
        <w:pStyle w:val="SingleTxtG"/>
        <w:ind w:firstLine="567"/>
      </w:pPr>
      <w:r w:rsidRPr="00882504">
        <w:br w:type="page"/>
      </w:r>
    </w:p>
    <w:p w14:paraId="384987E8" w14:textId="57A3FD6B" w:rsidR="00B74A70" w:rsidRPr="00882504" w:rsidRDefault="00B74A70" w:rsidP="00AC31F4">
      <w:pPr>
        <w:pStyle w:val="HChG"/>
      </w:pPr>
      <w:bookmarkStart w:id="3" w:name="_Toc387935141"/>
      <w:bookmarkStart w:id="4" w:name="_Toc397517931"/>
      <w:bookmarkStart w:id="5" w:name="_Toc456777134"/>
      <w:r w:rsidRPr="00882504">
        <w:rPr>
          <w:sz w:val="24"/>
          <w:szCs w:val="24"/>
        </w:rPr>
        <w:lastRenderedPageBreak/>
        <w:tab/>
      </w:r>
      <w:r w:rsidR="00A50582" w:rsidRPr="00882504">
        <w:rPr>
          <w:sz w:val="24"/>
          <w:szCs w:val="24"/>
          <w:lang w:eastAsia="ja-JP"/>
        </w:rPr>
        <w:t>"</w:t>
      </w:r>
      <w:r w:rsidRPr="00882504">
        <w:t xml:space="preserve">UN Regulation No. </w:t>
      </w:r>
      <w:bookmarkEnd w:id="3"/>
      <w:bookmarkEnd w:id="4"/>
      <w:r w:rsidRPr="00882504">
        <w:t>[XXX</w:t>
      </w:r>
      <w:bookmarkEnd w:id="5"/>
      <w:r w:rsidRPr="00882504">
        <w:t>]</w:t>
      </w:r>
      <w:r w:rsidRPr="00882504">
        <w:rPr>
          <w:rStyle w:val="FootnoteReference"/>
          <w:szCs w:val="28"/>
        </w:rPr>
        <w:footnoteReference w:id="4"/>
      </w:r>
    </w:p>
    <w:p w14:paraId="56CD3A6B" w14:textId="77777777" w:rsidR="00DA603A" w:rsidRPr="00882504" w:rsidRDefault="00B74A70" w:rsidP="00DA603A">
      <w:pPr>
        <w:pStyle w:val="HChG"/>
        <w:rPr>
          <w:rFonts w:asciiTheme="majorBidi" w:hAnsiTheme="majorBidi" w:cstheme="majorBidi"/>
        </w:rPr>
      </w:pPr>
      <w:r w:rsidRPr="00882504">
        <w:tab/>
      </w:r>
      <w:r w:rsidRPr="00882504">
        <w:tab/>
      </w:r>
      <w:bookmarkStart w:id="6" w:name="_Hlk48824432"/>
      <w:r w:rsidRPr="00882504">
        <w:t xml:space="preserve">UN Regulation on uniform provisions </w:t>
      </w:r>
      <w:bookmarkEnd w:id="6"/>
      <w:r w:rsidR="00DA603A" w:rsidRPr="00882504">
        <w:t xml:space="preserve">concerning the approval of motor vehicles </w:t>
      </w:r>
      <w:proofErr w:type="gramStart"/>
      <w:r w:rsidR="00DA603A" w:rsidRPr="00882504">
        <w:t>with regard to</w:t>
      </w:r>
      <w:proofErr w:type="gramEnd"/>
      <w:r w:rsidR="00DA603A" w:rsidRPr="00882504">
        <w:t xml:space="preserve"> the Event Data Recorder</w:t>
      </w:r>
      <w:r w:rsidR="00DA603A" w:rsidRPr="00882504">
        <w:rPr>
          <w:rFonts w:asciiTheme="majorBidi" w:hAnsiTheme="majorBidi" w:cstheme="majorBidi"/>
        </w:rPr>
        <w:t xml:space="preserve"> </w:t>
      </w:r>
    </w:p>
    <w:p w14:paraId="3C5B086C" w14:textId="6C38B6E4" w:rsidR="00B74A70" w:rsidRPr="00195FB3" w:rsidRDefault="00B74A70" w:rsidP="00DA603A">
      <w:pPr>
        <w:pStyle w:val="HChG"/>
        <w:rPr>
          <w:rFonts w:asciiTheme="majorBidi" w:hAnsiTheme="majorBidi" w:cstheme="majorBidi"/>
          <w:lang w:val="fr-CH"/>
        </w:rPr>
      </w:pPr>
      <w:r w:rsidRPr="00195FB3">
        <w:rPr>
          <w:rFonts w:asciiTheme="majorBidi" w:hAnsiTheme="majorBidi" w:cstheme="majorBidi"/>
          <w:lang w:val="fr-CH"/>
        </w:rPr>
        <w:t>Contents</w:t>
      </w:r>
    </w:p>
    <w:p w14:paraId="0B5EEEFB" w14:textId="7B43361D" w:rsidR="00B74A70" w:rsidRPr="00195FB3" w:rsidRDefault="00B74A70" w:rsidP="00B74A70">
      <w:pPr>
        <w:tabs>
          <w:tab w:val="right" w:pos="9638"/>
        </w:tabs>
        <w:spacing w:after="120"/>
        <w:ind w:left="283"/>
        <w:rPr>
          <w:rFonts w:asciiTheme="majorBidi" w:hAnsiTheme="majorBidi" w:cstheme="majorBidi"/>
          <w:lang w:val="fr-CH"/>
        </w:rPr>
      </w:pPr>
      <w:r w:rsidRPr="00195FB3">
        <w:rPr>
          <w:rFonts w:asciiTheme="majorBidi" w:hAnsiTheme="majorBidi" w:cstheme="majorBidi"/>
          <w:i/>
          <w:lang w:val="fr-CH"/>
        </w:rPr>
        <w:tab/>
        <w:t>Page</w:t>
      </w:r>
      <w:r w:rsidR="00F40B79" w:rsidRPr="00882504">
        <w:rPr>
          <w:rStyle w:val="FootnoteReference"/>
          <w:rFonts w:cstheme="majorBidi"/>
          <w:i/>
        </w:rPr>
        <w:footnoteReference w:id="5"/>
      </w:r>
    </w:p>
    <w:p w14:paraId="34F6661D" w14:textId="77777777" w:rsidR="000B3F44" w:rsidRPr="00195FB3" w:rsidRDefault="000B3F44" w:rsidP="000B3F44">
      <w:pPr>
        <w:tabs>
          <w:tab w:val="right" w:pos="851"/>
          <w:tab w:val="left" w:pos="1134"/>
          <w:tab w:val="left" w:pos="1559"/>
          <w:tab w:val="left" w:pos="1984"/>
          <w:tab w:val="left" w:leader="dot" w:pos="8929"/>
          <w:tab w:val="right" w:pos="9638"/>
        </w:tabs>
        <w:spacing w:after="120"/>
        <w:rPr>
          <w:lang w:val="fr-CH"/>
        </w:rPr>
      </w:pPr>
      <w:proofErr w:type="spellStart"/>
      <w:r w:rsidRPr="00195FB3">
        <w:rPr>
          <w:lang w:val="fr-CH"/>
        </w:rPr>
        <w:t>Regulation</w:t>
      </w:r>
      <w:proofErr w:type="spellEnd"/>
    </w:p>
    <w:p w14:paraId="6BB8373B" w14:textId="77777777" w:rsidR="000B3F44" w:rsidRPr="00195FB3" w:rsidRDefault="000B3F44" w:rsidP="000B3F44">
      <w:pPr>
        <w:tabs>
          <w:tab w:val="right" w:pos="851"/>
          <w:tab w:val="left" w:pos="1134"/>
          <w:tab w:val="left" w:pos="1559"/>
          <w:tab w:val="left" w:pos="1984"/>
          <w:tab w:val="left" w:leader="dot" w:pos="8929"/>
          <w:tab w:val="right" w:pos="9638"/>
        </w:tabs>
        <w:spacing w:after="120"/>
        <w:rPr>
          <w:lang w:val="fr-CH"/>
        </w:rPr>
      </w:pPr>
      <w:r w:rsidRPr="00195FB3">
        <w:rPr>
          <w:lang w:val="fr-CH"/>
        </w:rPr>
        <w:tab/>
        <w:t>0.</w:t>
      </w:r>
      <w:r w:rsidRPr="00195FB3">
        <w:rPr>
          <w:lang w:val="fr-CH"/>
        </w:rPr>
        <w:tab/>
        <w:t>Introduction</w:t>
      </w:r>
      <w:r w:rsidRPr="00195FB3">
        <w:rPr>
          <w:lang w:val="fr-CH"/>
        </w:rPr>
        <w:tab/>
      </w:r>
      <w:r w:rsidRPr="00195FB3">
        <w:rPr>
          <w:lang w:val="fr-CH"/>
        </w:rPr>
        <w:tab/>
      </w:r>
    </w:p>
    <w:p w14:paraId="152BC454" w14:textId="77777777" w:rsidR="000B3F44" w:rsidRPr="00195FB3" w:rsidRDefault="000B3F44" w:rsidP="000B3F44">
      <w:pPr>
        <w:tabs>
          <w:tab w:val="right" w:pos="851"/>
          <w:tab w:val="left" w:pos="1134"/>
          <w:tab w:val="left" w:pos="1559"/>
          <w:tab w:val="left" w:pos="1984"/>
          <w:tab w:val="left" w:leader="dot" w:pos="8929"/>
          <w:tab w:val="right" w:pos="9638"/>
        </w:tabs>
        <w:spacing w:after="120"/>
        <w:rPr>
          <w:lang w:val="fr-CH"/>
        </w:rPr>
      </w:pPr>
      <w:r w:rsidRPr="00195FB3">
        <w:rPr>
          <w:lang w:val="fr-CH"/>
        </w:rPr>
        <w:tab/>
        <w:t>1.</w:t>
      </w:r>
      <w:r w:rsidRPr="00195FB3">
        <w:rPr>
          <w:lang w:val="fr-CH"/>
        </w:rPr>
        <w:tab/>
        <w:t xml:space="preserve">Scope </w:t>
      </w:r>
      <w:r w:rsidRPr="00195FB3">
        <w:rPr>
          <w:lang w:val="fr-CH"/>
        </w:rPr>
        <w:tab/>
      </w:r>
      <w:r w:rsidRPr="00195FB3">
        <w:rPr>
          <w:lang w:val="fr-CH"/>
        </w:rPr>
        <w:tab/>
      </w:r>
      <w:r w:rsidRPr="00195FB3">
        <w:rPr>
          <w:lang w:val="fr-CH"/>
        </w:rPr>
        <w:tab/>
      </w:r>
    </w:p>
    <w:p w14:paraId="4B178196" w14:textId="77777777" w:rsidR="000B3F44" w:rsidRPr="00882504" w:rsidRDefault="000B3F44" w:rsidP="000B3F44">
      <w:pPr>
        <w:tabs>
          <w:tab w:val="right" w:pos="851"/>
          <w:tab w:val="left" w:pos="1134"/>
          <w:tab w:val="left" w:pos="1559"/>
          <w:tab w:val="left" w:pos="1984"/>
          <w:tab w:val="left" w:leader="dot" w:pos="8929"/>
          <w:tab w:val="right" w:pos="9638"/>
        </w:tabs>
        <w:spacing w:after="120"/>
      </w:pPr>
      <w:r w:rsidRPr="00195FB3">
        <w:rPr>
          <w:lang w:val="fr-CH"/>
        </w:rPr>
        <w:tab/>
      </w:r>
      <w:r w:rsidRPr="00882504">
        <w:t>2.</w:t>
      </w:r>
      <w:r w:rsidRPr="00882504">
        <w:tab/>
        <w:t xml:space="preserve">Definitions </w:t>
      </w:r>
      <w:r w:rsidRPr="00882504">
        <w:tab/>
      </w:r>
      <w:r w:rsidRPr="00882504">
        <w:tab/>
      </w:r>
    </w:p>
    <w:p w14:paraId="5FD344BC" w14:textId="77777777"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3.</w:t>
      </w:r>
      <w:r w:rsidRPr="00882504">
        <w:tab/>
        <w:t>Application for approval</w:t>
      </w:r>
      <w:r w:rsidRPr="00882504">
        <w:tab/>
      </w:r>
      <w:r w:rsidRPr="00882504">
        <w:tab/>
      </w:r>
    </w:p>
    <w:p w14:paraId="4700DA0E" w14:textId="77777777"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4.</w:t>
      </w:r>
      <w:r w:rsidRPr="00882504">
        <w:tab/>
        <w:t>Approval</w:t>
      </w:r>
      <w:r w:rsidRPr="00882504">
        <w:tab/>
      </w:r>
      <w:r w:rsidRPr="00882504">
        <w:tab/>
      </w:r>
    </w:p>
    <w:p w14:paraId="06BA2B4C" w14:textId="5AE6E5C4"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5.</w:t>
      </w:r>
      <w:r w:rsidRPr="00882504">
        <w:tab/>
        <w:t xml:space="preserve">Requirements </w:t>
      </w:r>
      <w:r w:rsidRPr="00882504">
        <w:tab/>
      </w:r>
      <w:r w:rsidRPr="00882504">
        <w:tab/>
      </w:r>
    </w:p>
    <w:p w14:paraId="5672ACA9" w14:textId="6E8C614C"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6.</w:t>
      </w:r>
      <w:r w:rsidRPr="00882504">
        <w:tab/>
        <w:t>Modification of vehicle type and extension of approval</w:t>
      </w:r>
      <w:r w:rsidRPr="00882504">
        <w:tab/>
      </w:r>
      <w:r w:rsidRPr="00882504">
        <w:tab/>
      </w:r>
    </w:p>
    <w:p w14:paraId="0856BD78" w14:textId="5CAF6A00"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7.</w:t>
      </w:r>
      <w:r w:rsidRPr="00882504">
        <w:tab/>
        <w:t xml:space="preserve">Conformity of production </w:t>
      </w:r>
      <w:r w:rsidRPr="00882504">
        <w:tab/>
      </w:r>
      <w:r w:rsidRPr="00882504">
        <w:tab/>
      </w:r>
    </w:p>
    <w:p w14:paraId="02AF518E" w14:textId="36689D7E"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8.</w:t>
      </w:r>
      <w:r w:rsidRPr="00882504">
        <w:tab/>
        <w:t>Penalties for non-conformity of production</w:t>
      </w:r>
      <w:r w:rsidRPr="00882504">
        <w:tab/>
      </w:r>
      <w:r w:rsidRPr="00882504">
        <w:tab/>
      </w:r>
    </w:p>
    <w:p w14:paraId="1AD86777" w14:textId="3E941995" w:rsidR="000B3F44" w:rsidRPr="00882504" w:rsidRDefault="000B3F44" w:rsidP="000B3F44">
      <w:pPr>
        <w:tabs>
          <w:tab w:val="right" w:pos="851"/>
          <w:tab w:val="left" w:pos="1134"/>
          <w:tab w:val="left" w:pos="1559"/>
          <w:tab w:val="left" w:pos="1984"/>
          <w:tab w:val="left" w:leader="dot" w:pos="8929"/>
          <w:tab w:val="right" w:pos="9638"/>
        </w:tabs>
        <w:spacing w:after="120"/>
      </w:pPr>
      <w:r w:rsidRPr="00882504">
        <w:tab/>
        <w:t>9.</w:t>
      </w:r>
      <w:r w:rsidRPr="00882504">
        <w:tab/>
        <w:t>Production definitively discontinued</w:t>
      </w:r>
      <w:r w:rsidRPr="00882504">
        <w:tab/>
      </w:r>
      <w:r w:rsidRPr="00882504">
        <w:tab/>
      </w:r>
    </w:p>
    <w:p w14:paraId="7B060085" w14:textId="50E8044E" w:rsidR="000B3F44" w:rsidRPr="00882504" w:rsidRDefault="000B3F44" w:rsidP="000B3F44">
      <w:pPr>
        <w:tabs>
          <w:tab w:val="right" w:pos="851"/>
          <w:tab w:val="left" w:pos="1134"/>
          <w:tab w:val="left" w:pos="1559"/>
          <w:tab w:val="left" w:pos="1984"/>
          <w:tab w:val="left" w:leader="dot" w:pos="8929"/>
          <w:tab w:val="right" w:pos="9638"/>
        </w:tabs>
        <w:spacing w:after="120"/>
        <w:ind w:left="1134" w:hanging="1134"/>
      </w:pPr>
      <w:r w:rsidRPr="00882504">
        <w:tab/>
        <w:t>10.</w:t>
      </w:r>
      <w:r w:rsidRPr="00882504">
        <w:tab/>
        <w:t xml:space="preserve">Names and addresses of Technical Services responsible for conducting approval tests, </w:t>
      </w:r>
      <w:r w:rsidRPr="00882504">
        <w:br/>
        <w:t>and of Type Approval Authorities</w:t>
      </w:r>
      <w:r w:rsidRPr="00882504">
        <w:tab/>
      </w:r>
      <w:r w:rsidRPr="00882504">
        <w:tab/>
      </w:r>
    </w:p>
    <w:p w14:paraId="3049F53E" w14:textId="77777777" w:rsidR="000B3F44" w:rsidRPr="00882504" w:rsidRDefault="000B3F44" w:rsidP="000B3F44">
      <w:pPr>
        <w:keepNext/>
        <w:keepLines/>
        <w:tabs>
          <w:tab w:val="right" w:pos="851"/>
          <w:tab w:val="left" w:pos="1134"/>
          <w:tab w:val="left" w:pos="1559"/>
          <w:tab w:val="left" w:pos="1984"/>
          <w:tab w:val="left" w:leader="dot" w:pos="8929"/>
          <w:tab w:val="right" w:pos="9638"/>
        </w:tabs>
        <w:spacing w:after="120"/>
      </w:pPr>
      <w:r w:rsidRPr="00882504">
        <w:t>Annexes</w:t>
      </w:r>
    </w:p>
    <w:p w14:paraId="205222D1" w14:textId="3DD3EFFD" w:rsidR="000B3F44" w:rsidRPr="00882504" w:rsidRDefault="000B3F44" w:rsidP="000B3F44">
      <w:pPr>
        <w:pStyle w:val="ListParagraph"/>
        <w:keepNext/>
        <w:keepLines/>
        <w:numPr>
          <w:ilvl w:val="0"/>
          <w:numId w:val="35"/>
        </w:numPr>
        <w:tabs>
          <w:tab w:val="right" w:pos="851"/>
          <w:tab w:val="left" w:pos="1134"/>
          <w:tab w:val="left" w:pos="1559"/>
          <w:tab w:val="left" w:pos="1984"/>
          <w:tab w:val="left" w:leader="dot" w:pos="8929"/>
          <w:tab w:val="right" w:pos="9638"/>
        </w:tabs>
        <w:spacing w:after="120"/>
        <w:rPr>
          <w:rFonts w:asciiTheme="majorBidi" w:hAnsiTheme="majorBidi" w:cstheme="majorBidi"/>
          <w:sz w:val="20"/>
          <w:szCs w:val="20"/>
        </w:rPr>
      </w:pPr>
      <w:r w:rsidRPr="00882504">
        <w:rPr>
          <w:rFonts w:asciiTheme="majorBidi" w:hAnsiTheme="majorBidi" w:cstheme="majorBidi"/>
          <w:sz w:val="20"/>
          <w:szCs w:val="20"/>
        </w:rPr>
        <w:t xml:space="preserve"> </w:t>
      </w:r>
      <w:r w:rsidRPr="00882504">
        <w:rPr>
          <w:rFonts w:asciiTheme="majorBidi" w:hAnsiTheme="majorBidi" w:cstheme="majorBidi"/>
          <w:sz w:val="20"/>
          <w:szCs w:val="20"/>
        </w:rPr>
        <w:tab/>
        <w:t>Communication</w:t>
      </w:r>
      <w:r w:rsidRPr="00882504">
        <w:rPr>
          <w:rFonts w:asciiTheme="majorBidi" w:hAnsiTheme="majorBidi" w:cstheme="majorBidi"/>
          <w:sz w:val="20"/>
          <w:szCs w:val="20"/>
        </w:rPr>
        <w:tab/>
      </w:r>
      <w:r w:rsidRPr="00882504">
        <w:rPr>
          <w:rFonts w:asciiTheme="majorBidi" w:hAnsiTheme="majorBidi" w:cstheme="majorBidi"/>
          <w:sz w:val="20"/>
          <w:szCs w:val="20"/>
        </w:rPr>
        <w:tab/>
      </w:r>
    </w:p>
    <w:p w14:paraId="41FEEEFF" w14:textId="6A3122F7" w:rsidR="000B3F44" w:rsidRPr="00882504" w:rsidRDefault="000B3F44" w:rsidP="000B3F44">
      <w:pPr>
        <w:pStyle w:val="ListParagraph"/>
        <w:keepNext/>
        <w:keepLines/>
        <w:numPr>
          <w:ilvl w:val="0"/>
          <w:numId w:val="35"/>
        </w:numPr>
        <w:tabs>
          <w:tab w:val="right" w:pos="851"/>
          <w:tab w:val="left" w:pos="1134"/>
          <w:tab w:val="left" w:pos="1559"/>
          <w:tab w:val="left" w:pos="1984"/>
          <w:tab w:val="left" w:leader="dot" w:pos="8929"/>
          <w:tab w:val="right" w:pos="9638"/>
        </w:tabs>
        <w:spacing w:after="120"/>
        <w:rPr>
          <w:rFonts w:asciiTheme="majorBidi" w:hAnsiTheme="majorBidi" w:cstheme="majorBidi"/>
          <w:sz w:val="20"/>
          <w:szCs w:val="20"/>
          <w:lang w:val="en-US"/>
        </w:rPr>
      </w:pPr>
      <w:r w:rsidRPr="00882504">
        <w:rPr>
          <w:rFonts w:asciiTheme="majorBidi" w:hAnsiTheme="majorBidi" w:cstheme="majorBidi"/>
          <w:sz w:val="20"/>
          <w:szCs w:val="20"/>
          <w:lang w:val="en-US"/>
        </w:rPr>
        <w:t xml:space="preserve"> </w:t>
      </w:r>
      <w:r w:rsidRPr="00882504">
        <w:rPr>
          <w:rFonts w:asciiTheme="majorBidi" w:hAnsiTheme="majorBidi" w:cstheme="majorBidi"/>
          <w:sz w:val="20"/>
          <w:szCs w:val="20"/>
          <w:lang w:val="en-US"/>
        </w:rPr>
        <w:tab/>
        <w:t xml:space="preserve">Information document on the type approval of a vehicle type with regards to its Event </w:t>
      </w:r>
      <w:r w:rsidR="00A50582" w:rsidRPr="00882504">
        <w:rPr>
          <w:rFonts w:asciiTheme="majorBidi" w:hAnsiTheme="majorBidi" w:cstheme="majorBidi"/>
          <w:sz w:val="20"/>
          <w:szCs w:val="20"/>
          <w:lang w:val="en-US"/>
        </w:rPr>
        <w:br/>
      </w:r>
      <w:r w:rsidRPr="00882504">
        <w:rPr>
          <w:rFonts w:asciiTheme="majorBidi" w:hAnsiTheme="majorBidi" w:cstheme="majorBidi"/>
          <w:sz w:val="20"/>
          <w:szCs w:val="20"/>
          <w:lang w:val="en-US"/>
        </w:rPr>
        <w:t>Data Recorder (EDR)</w:t>
      </w:r>
      <w:r w:rsidRPr="00882504">
        <w:rPr>
          <w:rFonts w:asciiTheme="majorBidi" w:hAnsiTheme="majorBidi" w:cstheme="majorBidi"/>
          <w:sz w:val="20"/>
          <w:szCs w:val="20"/>
          <w:lang w:val="en-US"/>
        </w:rPr>
        <w:tab/>
      </w:r>
      <w:r w:rsidRPr="00882504">
        <w:rPr>
          <w:rFonts w:asciiTheme="majorBidi" w:hAnsiTheme="majorBidi" w:cstheme="majorBidi"/>
          <w:sz w:val="20"/>
          <w:szCs w:val="20"/>
          <w:lang w:val="en-US"/>
        </w:rPr>
        <w:tab/>
      </w:r>
    </w:p>
    <w:p w14:paraId="0A0E76DC" w14:textId="72CDC7FF" w:rsidR="000B3F44" w:rsidRPr="00882504" w:rsidRDefault="000B3F44" w:rsidP="000B3F44">
      <w:pPr>
        <w:tabs>
          <w:tab w:val="right" w:pos="851"/>
          <w:tab w:val="left" w:pos="1134"/>
          <w:tab w:val="left" w:pos="1559"/>
          <w:tab w:val="left" w:pos="1984"/>
          <w:tab w:val="left" w:leader="dot" w:pos="8929"/>
          <w:tab w:val="right" w:pos="9638"/>
        </w:tabs>
        <w:spacing w:after="120"/>
        <w:ind w:left="1134" w:hanging="1134"/>
      </w:pPr>
      <w:r w:rsidRPr="00882504">
        <w:tab/>
        <w:t>3</w:t>
      </w:r>
      <w:r w:rsidRPr="00882504">
        <w:tab/>
        <w:t>Arrangements of approval marks</w:t>
      </w:r>
      <w:r w:rsidRPr="00882504">
        <w:tab/>
      </w:r>
      <w:r w:rsidRPr="00882504">
        <w:tab/>
      </w:r>
    </w:p>
    <w:p w14:paraId="67F27B9C" w14:textId="2098A02B" w:rsidR="000B3F44" w:rsidRPr="00882504" w:rsidRDefault="000B3F44" w:rsidP="000B3F44">
      <w:pPr>
        <w:tabs>
          <w:tab w:val="right" w:pos="851"/>
          <w:tab w:val="left" w:pos="1134"/>
          <w:tab w:val="left" w:pos="1559"/>
          <w:tab w:val="left" w:pos="1984"/>
          <w:tab w:val="left" w:leader="dot" w:pos="8929"/>
          <w:tab w:val="right" w:pos="9638"/>
        </w:tabs>
        <w:spacing w:after="120"/>
        <w:ind w:left="1134" w:hanging="1134"/>
      </w:pPr>
      <w:r w:rsidRPr="00882504">
        <w:tab/>
        <w:t>4</w:t>
      </w:r>
      <w:r w:rsidRPr="00882504">
        <w:tab/>
        <w:t xml:space="preserve">Data </w:t>
      </w:r>
      <w:r w:rsidR="00462C93" w:rsidRPr="00882504">
        <w:t>e</w:t>
      </w:r>
      <w:r w:rsidRPr="00882504">
        <w:t xml:space="preserve">lements and </w:t>
      </w:r>
      <w:r w:rsidR="00462C93" w:rsidRPr="00882504">
        <w:t>f</w:t>
      </w:r>
      <w:r w:rsidRPr="00882504">
        <w:t>ormat</w:t>
      </w:r>
      <w:r w:rsidRPr="00882504">
        <w:tab/>
      </w:r>
      <w:r w:rsidRPr="00882504">
        <w:tab/>
      </w:r>
    </w:p>
    <w:p w14:paraId="22845DA2" w14:textId="77777777" w:rsidR="00B74A70" w:rsidRPr="00882504" w:rsidRDefault="00B74A70" w:rsidP="00B74A70">
      <w:pPr>
        <w:keepNext/>
        <w:keepLines/>
        <w:tabs>
          <w:tab w:val="left" w:pos="2268"/>
        </w:tabs>
        <w:spacing w:before="360" w:after="240" w:line="300" w:lineRule="exact"/>
        <w:ind w:left="1134" w:right="1134" w:hanging="1134"/>
        <w:rPr>
          <w:rFonts w:asciiTheme="majorBidi" w:hAnsiTheme="majorBidi" w:cstheme="majorBidi"/>
          <w:b/>
        </w:rPr>
      </w:pPr>
      <w:r w:rsidRPr="00882504">
        <w:rPr>
          <w:rFonts w:asciiTheme="majorBidi" w:hAnsiTheme="majorBidi" w:cstheme="majorBidi"/>
          <w:b/>
        </w:rPr>
        <w:tab/>
      </w:r>
      <w:r w:rsidRPr="00882504">
        <w:rPr>
          <w:rFonts w:asciiTheme="majorBidi" w:hAnsiTheme="majorBidi" w:cstheme="majorBidi"/>
          <w:b/>
        </w:rPr>
        <w:br w:type="page"/>
      </w:r>
    </w:p>
    <w:p w14:paraId="52FF2566" w14:textId="5709F2D8" w:rsidR="00DA603A" w:rsidRPr="00882504" w:rsidRDefault="00B74A70" w:rsidP="00DA603A">
      <w:pPr>
        <w:keepNext/>
        <w:keepLines/>
        <w:tabs>
          <w:tab w:val="left" w:pos="2268"/>
        </w:tabs>
        <w:spacing w:before="360" w:after="240" w:line="300" w:lineRule="exact"/>
        <w:ind w:left="1134" w:right="1134" w:hanging="1134"/>
        <w:rPr>
          <w:b/>
          <w:sz w:val="28"/>
        </w:rPr>
      </w:pPr>
      <w:r w:rsidRPr="00882504">
        <w:lastRenderedPageBreak/>
        <w:tab/>
      </w:r>
      <w:r w:rsidR="00DA603A" w:rsidRPr="00882504">
        <w:rPr>
          <w:b/>
          <w:sz w:val="28"/>
        </w:rPr>
        <w:t>0.</w:t>
      </w:r>
      <w:r w:rsidR="00DA603A" w:rsidRPr="00882504">
        <w:rPr>
          <w:b/>
          <w:sz w:val="28"/>
        </w:rPr>
        <w:tab/>
        <w:t>Introduction</w:t>
      </w:r>
    </w:p>
    <w:p w14:paraId="214A941F" w14:textId="77777777" w:rsidR="00DA603A" w:rsidRPr="00882504" w:rsidRDefault="00DA603A" w:rsidP="00DA603A">
      <w:pPr>
        <w:tabs>
          <w:tab w:val="left" w:pos="2268"/>
        </w:tabs>
        <w:suppressAutoHyphens w:val="0"/>
        <w:spacing w:before="120" w:after="120" w:line="240" w:lineRule="auto"/>
        <w:ind w:left="2268" w:right="1134" w:hanging="1134"/>
        <w:jc w:val="both"/>
      </w:pPr>
      <w:r w:rsidRPr="00882504">
        <w:t>0.1.</w:t>
      </w:r>
      <w:r w:rsidRPr="00882504">
        <w:tab/>
        <w:t>The intention of this Regulation is to establish uniform provisions concerning the approval of motor vehicles of the Categories M</w:t>
      </w:r>
      <w:r w:rsidRPr="00882504">
        <w:rPr>
          <w:vertAlign w:val="subscript"/>
        </w:rPr>
        <w:t>1</w:t>
      </w:r>
      <w:r w:rsidRPr="00882504">
        <w:t xml:space="preserve"> and N</w:t>
      </w:r>
      <w:r w:rsidRPr="00882504">
        <w:rPr>
          <w:vertAlign w:val="subscript"/>
        </w:rPr>
        <w:t>1</w:t>
      </w:r>
      <w:r w:rsidRPr="00882504">
        <w:t xml:space="preserve"> </w:t>
      </w:r>
      <w:proofErr w:type="gramStart"/>
      <w:r w:rsidRPr="00882504">
        <w:t>with regard to</w:t>
      </w:r>
      <w:proofErr w:type="gramEnd"/>
      <w:r w:rsidRPr="00882504">
        <w:t xml:space="preserve"> their Event Data Recorders (EDRs).</w:t>
      </w:r>
    </w:p>
    <w:p w14:paraId="4521297A" w14:textId="77777777" w:rsidR="00DA603A" w:rsidRPr="00882504" w:rsidRDefault="00DA603A" w:rsidP="00DA603A">
      <w:pPr>
        <w:tabs>
          <w:tab w:val="left" w:pos="2268"/>
        </w:tabs>
        <w:suppressAutoHyphens w:val="0"/>
        <w:spacing w:before="120" w:after="120" w:line="240" w:lineRule="auto"/>
        <w:ind w:left="2268" w:right="1134" w:hanging="1134"/>
        <w:jc w:val="both"/>
      </w:pPr>
      <w:r w:rsidRPr="00882504">
        <w:t>0.2.</w:t>
      </w:r>
      <w:r w:rsidRPr="00882504">
        <w:tab/>
        <w:t xml:space="preserve">The provisions concern the minimum </w:t>
      </w:r>
      <w:r w:rsidRPr="00882504">
        <w:rPr>
          <w:lang w:val="en-US"/>
        </w:rPr>
        <w:t xml:space="preserve">collection, storage and crash survivability of motor vehicle crash event </w:t>
      </w:r>
      <w:r w:rsidRPr="00882504">
        <w:t>data.</w:t>
      </w:r>
      <w:r w:rsidRPr="00882504">
        <w:rPr>
          <w:lang w:val="en-US"/>
        </w:rPr>
        <w:t xml:space="preserve"> </w:t>
      </w:r>
      <w:r w:rsidRPr="00882504">
        <w:t>It does not include specifications for data retrieval tools and methods as that is subject to national/regional level requirement.</w:t>
      </w:r>
    </w:p>
    <w:p w14:paraId="2440FA59" w14:textId="77777777" w:rsidR="00DA603A" w:rsidRPr="00882504" w:rsidRDefault="00DA603A" w:rsidP="00DA603A">
      <w:pPr>
        <w:tabs>
          <w:tab w:val="left" w:pos="2268"/>
        </w:tabs>
        <w:suppressAutoHyphens w:val="0"/>
        <w:spacing w:before="120" w:after="120" w:line="240" w:lineRule="auto"/>
        <w:ind w:left="2268" w:right="1134" w:hanging="1134"/>
        <w:jc w:val="both"/>
      </w:pPr>
      <w:r w:rsidRPr="00882504">
        <w:t>0.3.</w:t>
      </w:r>
      <w:r w:rsidRPr="00882504">
        <w:tab/>
        <w:t>The purpose of these provisions is to ensure that EDRs record, in a readily usable manner, data valuable for effective crash investigations and for analysis of safety equipment performance (e.g., advanced restraint systems). These data will help provide a better understanding of the circumstances in which crashes and injuries occur and will facilitate the development of safer vehicle designs.</w:t>
      </w:r>
    </w:p>
    <w:p w14:paraId="6BD0F7AE" w14:textId="77777777" w:rsidR="00DA603A" w:rsidRPr="00882504" w:rsidRDefault="00DA603A" w:rsidP="00DA603A">
      <w:pPr>
        <w:keepNext/>
        <w:keepLines/>
        <w:tabs>
          <w:tab w:val="left" w:pos="2268"/>
        </w:tabs>
        <w:spacing w:before="360" w:after="240" w:line="300" w:lineRule="exact"/>
        <w:ind w:left="2268" w:right="1134" w:hanging="1134"/>
        <w:rPr>
          <w:b/>
          <w:sz w:val="28"/>
        </w:rPr>
      </w:pPr>
      <w:r w:rsidRPr="00882504">
        <w:rPr>
          <w:b/>
          <w:sz w:val="28"/>
        </w:rPr>
        <w:t>1.</w:t>
      </w:r>
      <w:r w:rsidRPr="00882504">
        <w:rPr>
          <w:b/>
          <w:sz w:val="28"/>
        </w:rPr>
        <w:tab/>
      </w:r>
      <w:r w:rsidRPr="00882504">
        <w:rPr>
          <w:b/>
          <w:sz w:val="28"/>
        </w:rPr>
        <w:tab/>
        <w:t>Scope</w:t>
      </w:r>
    </w:p>
    <w:p w14:paraId="4E3D5201" w14:textId="77777777" w:rsidR="00B241C5" w:rsidRPr="00882504" w:rsidRDefault="00B241C5" w:rsidP="00B241C5">
      <w:pPr>
        <w:tabs>
          <w:tab w:val="left" w:pos="2268"/>
        </w:tabs>
        <w:spacing w:after="120"/>
        <w:ind w:left="2276" w:right="1138" w:hanging="1138"/>
        <w:jc w:val="both"/>
      </w:pPr>
      <w:bookmarkStart w:id="7" w:name="_Toc354410589"/>
      <w:r w:rsidRPr="00882504">
        <w:t>1.1.</w:t>
      </w:r>
      <w:r w:rsidRPr="00882504">
        <w:tab/>
        <w:t>This document applies to all passenger cars and light duty vehicles (i.e., 1958 agreement M</w:t>
      </w:r>
      <w:r w:rsidRPr="00882504">
        <w:rPr>
          <w:vertAlign w:val="subscript"/>
        </w:rPr>
        <w:t>1</w:t>
      </w:r>
      <w:r w:rsidRPr="00882504">
        <w:t xml:space="preserve"> and N</w:t>
      </w:r>
      <w:r w:rsidRPr="00882504">
        <w:rPr>
          <w:vertAlign w:val="subscript"/>
        </w:rPr>
        <w:t>1</w:t>
      </w:r>
      <w:r w:rsidRPr="00882504">
        <w:t xml:space="preserve"> vehicle categories and Category 1-1 vehicles and Category 2 vehicles).</w:t>
      </w:r>
    </w:p>
    <w:p w14:paraId="217FCCB7" w14:textId="5023F0E5" w:rsidR="00B241C5" w:rsidRPr="00882504" w:rsidRDefault="00B241C5" w:rsidP="00B241C5">
      <w:pPr>
        <w:spacing w:after="120"/>
        <w:ind w:left="2276" w:right="1138" w:hanging="1138"/>
        <w:jc w:val="both"/>
      </w:pPr>
      <w:r w:rsidRPr="00882504">
        <w:t>1.2.</w:t>
      </w:r>
      <w:r w:rsidRPr="00882504">
        <w:tab/>
        <w:t xml:space="preserve">This document is without prejudice </w:t>
      </w:r>
      <w:r w:rsidR="006D5B86" w:rsidRPr="00882504">
        <w:t>[</w:t>
      </w:r>
      <w:r w:rsidRPr="00882504">
        <w:t>to requirements of national or regional laws</w:t>
      </w:r>
      <w:r w:rsidR="006D5B86" w:rsidRPr="00882504">
        <w:t>]</w:t>
      </w:r>
      <w:r w:rsidRPr="00882504">
        <w:t>.</w:t>
      </w:r>
    </w:p>
    <w:p w14:paraId="3EDD4A45" w14:textId="77777777" w:rsidR="00B241C5" w:rsidRPr="00882504" w:rsidRDefault="00B241C5" w:rsidP="00B241C5">
      <w:pPr>
        <w:spacing w:after="120"/>
        <w:ind w:left="2276" w:right="1138" w:hanging="1138"/>
        <w:jc w:val="both"/>
      </w:pPr>
      <w:r w:rsidRPr="00882504">
        <w:t>1.3.</w:t>
      </w:r>
      <w:r w:rsidRPr="00882504">
        <w:tab/>
        <w:t xml:space="preserve">The following data elements are excluded from the scope: VIN, associated vehicle details, location/positioning data, information of the driver, </w:t>
      </w:r>
      <w:r w:rsidRPr="00882504">
        <w:rPr>
          <w:strike/>
        </w:rPr>
        <w:t xml:space="preserve">and </w:t>
      </w:r>
      <w:r w:rsidRPr="00882504">
        <w:t>date and time of an event</w:t>
      </w:r>
      <w:r w:rsidRPr="00882504">
        <w:rPr>
          <w:b/>
          <w:bCs/>
        </w:rPr>
        <w:t xml:space="preserve">, and [placeholder for potential data elements </w:t>
      </w:r>
      <w:proofErr w:type="spellStart"/>
      <w:r w:rsidRPr="00882504">
        <w:rPr>
          <w:b/>
          <w:bCs/>
        </w:rPr>
        <w:t>tbd</w:t>
      </w:r>
      <w:proofErr w:type="spellEnd"/>
      <w:r w:rsidRPr="00882504">
        <w:rPr>
          <w:b/>
          <w:bCs/>
        </w:rPr>
        <w:t>]</w:t>
      </w:r>
      <w:r w:rsidRPr="00882504">
        <w:t>.</w:t>
      </w:r>
    </w:p>
    <w:p w14:paraId="4A76FEF9" w14:textId="77777777" w:rsidR="00B241C5" w:rsidRPr="00882504" w:rsidRDefault="00B241C5" w:rsidP="00B241C5">
      <w:pPr>
        <w:tabs>
          <w:tab w:val="left" w:pos="2268"/>
        </w:tabs>
        <w:spacing w:after="120"/>
        <w:ind w:left="2268" w:right="1134" w:hanging="1134"/>
        <w:jc w:val="both"/>
        <w:rPr>
          <w:strike/>
        </w:rPr>
      </w:pPr>
      <w:r w:rsidRPr="00882504">
        <w:rPr>
          <w:strike/>
        </w:rPr>
        <w:t>[1.4.</w:t>
      </w:r>
      <w:r w:rsidRPr="00882504">
        <w:rPr>
          <w:strike/>
        </w:rPr>
        <w:tab/>
        <w:t xml:space="preserve">Nothing in these performance elements applies to </w:t>
      </w:r>
      <w:proofErr w:type="gramStart"/>
      <w:r w:rsidRPr="00882504">
        <w:rPr>
          <w:strike/>
        </w:rPr>
        <w:t>retro-fitted</w:t>
      </w:r>
      <w:proofErr w:type="gramEnd"/>
      <w:r w:rsidRPr="00882504">
        <w:rPr>
          <w:strike/>
        </w:rPr>
        <w:t xml:space="preserve"> or aftermarket systems. Nothing in these performance elements requires the fitment of sensors or systems not currently present in the vehicle, as manufactured, or activation of sensors or systems that are inactive at the time of manufacture.]</w:t>
      </w:r>
    </w:p>
    <w:p w14:paraId="5FB35DD4" w14:textId="3CD23550" w:rsidR="007E3AC6" w:rsidRPr="00882504" w:rsidRDefault="007E3AC6" w:rsidP="007E3AC6">
      <w:pPr>
        <w:tabs>
          <w:tab w:val="left" w:pos="2268"/>
        </w:tabs>
        <w:ind w:left="2276" w:right="1138" w:hanging="1138"/>
        <w:jc w:val="both"/>
        <w:rPr>
          <w:b/>
          <w:bCs/>
        </w:rPr>
      </w:pPr>
      <w:r w:rsidRPr="00882504">
        <w:t>1.5.</w:t>
      </w:r>
      <w:r w:rsidRPr="00882504">
        <w:tab/>
        <w:t>If systems or sensors from which the data required to be recorded and stored under section 3 would originate</w:t>
      </w:r>
      <w:r w:rsidRPr="00882504">
        <w:rPr>
          <w:b/>
          <w:bCs/>
        </w:rPr>
        <w:t>, are not operational at the time of recording,</w:t>
      </w:r>
      <w:r w:rsidRPr="00882504">
        <w:t xml:space="preserve"> </w:t>
      </w:r>
      <w:r w:rsidRPr="00882504">
        <w:rPr>
          <w:strike/>
        </w:rPr>
        <w:t>are not fitted in the vehicle or inactive at the time of manufacture,</w:t>
      </w:r>
      <w:r w:rsidRPr="00882504">
        <w:t xml:space="preserve"> this document requires neither recording of such data nor fitting or </w:t>
      </w:r>
      <w:r w:rsidRPr="00882504">
        <w:rPr>
          <w:strike/>
        </w:rPr>
        <w:t>activating</w:t>
      </w:r>
      <w:r w:rsidRPr="00882504">
        <w:t xml:space="preserve"> </w:t>
      </w:r>
      <w:r w:rsidRPr="00882504">
        <w:rPr>
          <w:b/>
          <w:bCs/>
        </w:rPr>
        <w:t>making</w:t>
      </w:r>
      <w:r w:rsidRPr="00882504">
        <w:t xml:space="preserve"> such systems or sensors </w:t>
      </w:r>
      <w:r w:rsidRPr="00882504">
        <w:rPr>
          <w:b/>
          <w:bCs/>
        </w:rPr>
        <w:t>operational</w:t>
      </w:r>
      <w:r w:rsidRPr="00882504">
        <w:t xml:space="preserve">. However, if the vehicle is </w:t>
      </w:r>
      <w:r w:rsidRPr="00882504">
        <w:rPr>
          <w:b/>
          <w:bCs/>
        </w:rPr>
        <w:t>fitted with an original equipment manufacturer</w:t>
      </w:r>
      <w:r w:rsidRPr="00882504">
        <w:t xml:space="preserve"> </w:t>
      </w:r>
      <w:r w:rsidRPr="00882504">
        <w:rPr>
          <w:strike/>
        </w:rPr>
        <w:t>equipped with such a</w:t>
      </w:r>
      <w:r w:rsidRPr="00882504">
        <w:t xml:space="preserve"> sensor or system, then it is mandatory to record the data element in the specified format when the sensor or system is </w:t>
      </w:r>
      <w:r w:rsidRPr="00882504">
        <w:rPr>
          <w:b/>
          <w:bCs/>
        </w:rPr>
        <w:t>operational</w:t>
      </w:r>
      <w:r w:rsidRPr="00882504">
        <w:t xml:space="preserve"> </w:t>
      </w:r>
      <w:r w:rsidRPr="00882504">
        <w:rPr>
          <w:strike/>
        </w:rPr>
        <w:t>activated</w:t>
      </w:r>
      <w:r w:rsidRPr="00882504">
        <w:t xml:space="preserve">. </w:t>
      </w:r>
      <w:r w:rsidRPr="00882504">
        <w:rPr>
          <w:b/>
          <w:bCs/>
        </w:rPr>
        <w:t>In the case the reason for not being operational at the time of recording is a failure of this system or sensor, this failure state shall be reco</w:t>
      </w:r>
      <w:r w:rsidR="003543BC" w:rsidRPr="00882504">
        <w:rPr>
          <w:b/>
          <w:bCs/>
        </w:rPr>
        <w:t>r</w:t>
      </w:r>
      <w:r w:rsidRPr="00882504">
        <w:rPr>
          <w:b/>
          <w:bCs/>
        </w:rPr>
        <w:t xml:space="preserve">ded by the EDR as defined in </w:t>
      </w:r>
      <w:r w:rsidR="005D258C" w:rsidRPr="00882504">
        <w:rPr>
          <w:b/>
          <w:bCs/>
        </w:rPr>
        <w:t>Annex 4. Data elements</w:t>
      </w:r>
      <w:r w:rsidRPr="00882504">
        <w:rPr>
          <w:b/>
          <w:bCs/>
        </w:rPr>
        <w:t>.</w:t>
      </w:r>
    </w:p>
    <w:p w14:paraId="5E9943BD" w14:textId="24D53E5B" w:rsidR="00DA603A" w:rsidRPr="00882504" w:rsidRDefault="00DA603A" w:rsidP="00DA603A">
      <w:pPr>
        <w:keepNext/>
        <w:keepLines/>
        <w:tabs>
          <w:tab w:val="left" w:pos="2268"/>
        </w:tabs>
        <w:spacing w:before="360" w:after="240" w:line="300" w:lineRule="exact"/>
        <w:ind w:left="2268" w:right="1134" w:hanging="1134"/>
        <w:rPr>
          <w:b/>
          <w:sz w:val="28"/>
        </w:rPr>
      </w:pPr>
      <w:r w:rsidRPr="00882504">
        <w:rPr>
          <w:b/>
          <w:sz w:val="28"/>
        </w:rPr>
        <w:t>2.</w:t>
      </w:r>
      <w:r w:rsidRPr="00882504">
        <w:rPr>
          <w:b/>
          <w:sz w:val="28"/>
        </w:rPr>
        <w:tab/>
      </w:r>
      <w:r w:rsidRPr="00882504">
        <w:rPr>
          <w:b/>
          <w:sz w:val="28"/>
        </w:rPr>
        <w:tab/>
        <w:t>Definitions</w:t>
      </w:r>
      <w:bookmarkEnd w:id="7"/>
    </w:p>
    <w:p w14:paraId="23C5FEEE" w14:textId="65FB199F" w:rsidR="001830BE" w:rsidRPr="00882504" w:rsidRDefault="001830BE" w:rsidP="00DA603A">
      <w:pPr>
        <w:keepNext/>
        <w:keepLines/>
        <w:tabs>
          <w:tab w:val="left" w:pos="2268"/>
        </w:tabs>
        <w:spacing w:before="360" w:after="240" w:line="300" w:lineRule="exact"/>
        <w:ind w:left="2268" w:right="1134" w:hanging="1134"/>
        <w:rPr>
          <w:b/>
          <w:sz w:val="24"/>
          <w:szCs w:val="18"/>
        </w:rPr>
      </w:pPr>
      <w:bookmarkStart w:id="8" w:name="_Hlk51269062"/>
      <w:r w:rsidRPr="00882504">
        <w:rPr>
          <w:b/>
          <w:sz w:val="28"/>
        </w:rPr>
        <w:tab/>
        <w:t>[</w:t>
      </w:r>
      <w:r w:rsidRPr="00882504">
        <w:rPr>
          <w:b/>
          <w:sz w:val="24"/>
          <w:szCs w:val="18"/>
        </w:rPr>
        <w:t>Note – Some of these definitions refer to data elements that are still under consideration and yet agreed upon]</w:t>
      </w:r>
    </w:p>
    <w:bookmarkEnd w:id="8"/>
    <w:p w14:paraId="38C8993B" w14:textId="77777777" w:rsidR="00DA603A" w:rsidRPr="00882504" w:rsidRDefault="00DA603A" w:rsidP="00DA603A">
      <w:pPr>
        <w:spacing w:after="120"/>
        <w:ind w:left="2268" w:right="1134"/>
        <w:jc w:val="both"/>
      </w:pPr>
      <w:r w:rsidRPr="00882504">
        <w:t>For the purposes of this Regulation:</w:t>
      </w:r>
    </w:p>
    <w:p w14:paraId="02AB31AC" w14:textId="698469B3" w:rsidR="00DA603A" w:rsidRPr="00882504" w:rsidRDefault="00DA603A" w:rsidP="00DA603A">
      <w:pPr>
        <w:tabs>
          <w:tab w:val="left" w:pos="2268"/>
        </w:tabs>
        <w:suppressAutoHyphens w:val="0"/>
        <w:spacing w:before="120" w:after="120" w:line="240" w:lineRule="auto"/>
        <w:ind w:left="2268" w:right="1134" w:hanging="1134"/>
        <w:jc w:val="both"/>
      </w:pPr>
      <w:bookmarkStart w:id="9" w:name="_Hlk44436744"/>
      <w:r w:rsidRPr="00882504">
        <w:t>2.1</w:t>
      </w:r>
      <w:r w:rsidR="00AD22AE" w:rsidRPr="00882504">
        <w:t>.</w:t>
      </w:r>
      <w:r w:rsidRPr="00882504">
        <w:tab/>
      </w:r>
      <w:r w:rsidR="00A50582" w:rsidRPr="00882504">
        <w:t>"</w:t>
      </w:r>
      <w:r w:rsidRPr="00882504">
        <w:rPr>
          <w:i/>
          <w:iCs/>
        </w:rPr>
        <w:t>ABS activity</w:t>
      </w:r>
      <w:r w:rsidR="00A50582" w:rsidRPr="00882504">
        <w:t>"</w:t>
      </w:r>
      <w:r w:rsidRPr="00882504">
        <w:t xml:space="preserve"> means the anti-lock brake system (ABS) is actively controlling the vehicle's brakes. </w:t>
      </w:r>
    </w:p>
    <w:p w14:paraId="7C9D40AA" w14:textId="17D7E98C" w:rsidR="00DA603A" w:rsidRPr="00882504" w:rsidRDefault="00DA603A" w:rsidP="00DA603A">
      <w:pPr>
        <w:tabs>
          <w:tab w:val="left" w:pos="2268"/>
        </w:tabs>
        <w:suppressAutoHyphens w:val="0"/>
        <w:spacing w:before="120" w:after="120" w:line="240" w:lineRule="auto"/>
        <w:ind w:left="2268" w:right="1134" w:hanging="1134"/>
        <w:jc w:val="both"/>
        <w:rPr>
          <w:strike/>
        </w:rPr>
      </w:pPr>
      <w:r w:rsidRPr="00882504">
        <w:rPr>
          <w:strike/>
        </w:rPr>
        <w:t>2.x</w:t>
      </w:r>
      <w:r w:rsidR="00AD22AE" w:rsidRPr="00882504">
        <w:rPr>
          <w:strike/>
        </w:rPr>
        <w:t>.</w:t>
      </w:r>
      <w:r w:rsidRPr="00882504">
        <w:rPr>
          <w:strike/>
        </w:rPr>
        <w:tab/>
        <w:t>[</w:t>
      </w:r>
      <w:r w:rsidR="00A50582" w:rsidRPr="00882504">
        <w:rPr>
          <w:strike/>
        </w:rPr>
        <w:t>"</w:t>
      </w:r>
      <w:r w:rsidR="00A50582" w:rsidRPr="00882504">
        <w:rPr>
          <w:i/>
          <w:iCs/>
          <w:strike/>
        </w:rPr>
        <w:t>A</w:t>
      </w:r>
      <w:r w:rsidRPr="00882504">
        <w:rPr>
          <w:i/>
          <w:iCs/>
          <w:strike/>
        </w:rPr>
        <w:t>ctive/inactive</w:t>
      </w:r>
      <w:r w:rsidR="00A50582" w:rsidRPr="00882504">
        <w:rPr>
          <w:strike/>
        </w:rPr>
        <w:t>"</w:t>
      </w:r>
      <w:r w:rsidRPr="00882504">
        <w:rPr>
          <w:strike/>
        </w:rPr>
        <w:t xml:space="preserve">] </w:t>
      </w:r>
    </w:p>
    <w:p w14:paraId="37C6A7E8" w14:textId="51275A74" w:rsidR="00DA603A" w:rsidRPr="00882504" w:rsidRDefault="00DA603A" w:rsidP="00DA603A">
      <w:pPr>
        <w:tabs>
          <w:tab w:val="left" w:pos="2268"/>
        </w:tabs>
        <w:suppressAutoHyphens w:val="0"/>
        <w:spacing w:before="120" w:after="120" w:line="240" w:lineRule="auto"/>
        <w:ind w:left="2268" w:right="1134" w:hanging="1134"/>
        <w:jc w:val="both"/>
      </w:pPr>
      <w:r w:rsidRPr="00882504">
        <w:t>2.2</w:t>
      </w:r>
      <w:r w:rsidR="00AD22AE" w:rsidRPr="00882504">
        <w:t>.</w:t>
      </w:r>
      <w:r w:rsidRPr="00882504">
        <w:tab/>
      </w:r>
      <w:r w:rsidR="00A50582" w:rsidRPr="00882504">
        <w:t>"</w:t>
      </w:r>
      <w:r w:rsidRPr="00882504">
        <w:rPr>
          <w:i/>
          <w:iCs/>
        </w:rPr>
        <w:t>Capture</w:t>
      </w:r>
      <w:r w:rsidR="00A50582" w:rsidRPr="00882504">
        <w:t>"</w:t>
      </w:r>
      <w:r w:rsidRPr="00882504">
        <w:t xml:space="preserve"> means the process of buffering EDR data in a temporary, volatile storage where it is continuously updated at regular time intervals.</w:t>
      </w:r>
    </w:p>
    <w:p w14:paraId="5B243A48" w14:textId="6C5879DB" w:rsidR="00DA603A" w:rsidRPr="00882504" w:rsidRDefault="00DA603A" w:rsidP="00DA603A">
      <w:pPr>
        <w:tabs>
          <w:tab w:val="left" w:pos="2268"/>
        </w:tabs>
        <w:suppressAutoHyphens w:val="0"/>
        <w:spacing w:before="120" w:after="120" w:line="240" w:lineRule="auto"/>
        <w:ind w:left="2268" w:right="1134" w:hanging="1134"/>
        <w:jc w:val="both"/>
      </w:pPr>
      <w:r w:rsidRPr="00882504">
        <w:lastRenderedPageBreak/>
        <w:t>2.3</w:t>
      </w:r>
      <w:r w:rsidR="00AD22AE" w:rsidRPr="00882504">
        <w:t>.</w:t>
      </w:r>
      <w:r w:rsidRPr="00882504">
        <w:tab/>
      </w:r>
      <w:r w:rsidR="00A50582" w:rsidRPr="00882504">
        <w:t>"</w:t>
      </w:r>
      <w:r w:rsidRPr="00882504">
        <w:rPr>
          <w:i/>
          <w:iCs/>
        </w:rPr>
        <w:t>Delta-V, lateral</w:t>
      </w:r>
      <w:r w:rsidR="00A50582" w:rsidRPr="00882504">
        <w:t>"</w:t>
      </w:r>
      <w:r w:rsidRPr="00882504">
        <w:t xml:space="preserve"> means the cumulative change in velocity, as recorded by the EDR of the vehicle, along the lateral axis</w:t>
      </w:r>
      <w:r w:rsidRPr="00882504">
        <w:rPr>
          <w:strike/>
        </w:rPr>
        <w:t>, starting from crash time zero and ending at 0.25 seconds, recorded every 0.01 seconds</w:t>
      </w:r>
      <w:r w:rsidRPr="00882504">
        <w:t>.</w:t>
      </w:r>
    </w:p>
    <w:p w14:paraId="17DCD58B" w14:textId="5D86C502" w:rsidR="00DA603A" w:rsidRPr="00882504" w:rsidRDefault="00DA603A" w:rsidP="00DA603A">
      <w:pPr>
        <w:tabs>
          <w:tab w:val="left" w:pos="2268"/>
        </w:tabs>
        <w:suppressAutoHyphens w:val="0"/>
        <w:spacing w:before="120" w:after="120" w:line="240" w:lineRule="auto"/>
        <w:ind w:left="2268" w:right="1134" w:hanging="1134"/>
        <w:jc w:val="both"/>
      </w:pPr>
      <w:r w:rsidRPr="00882504">
        <w:t>2.4</w:t>
      </w:r>
      <w:r w:rsidR="00AD22AE" w:rsidRPr="00882504">
        <w:t>.</w:t>
      </w:r>
      <w:r w:rsidRPr="00882504">
        <w:tab/>
      </w:r>
      <w:r w:rsidR="00A50582" w:rsidRPr="00882504">
        <w:t>"</w:t>
      </w:r>
      <w:r w:rsidRPr="00882504">
        <w:rPr>
          <w:i/>
          <w:iCs/>
        </w:rPr>
        <w:t>Delta-V, longitudinal</w:t>
      </w:r>
      <w:r w:rsidR="00A50582" w:rsidRPr="00882504">
        <w:t>"</w:t>
      </w:r>
      <w:r w:rsidRPr="00882504">
        <w:t xml:space="preserve"> means the cumulative change in velocity, as recorded by the EDR of the vehicle, along the longitudinal axis</w:t>
      </w:r>
      <w:r w:rsidRPr="00882504">
        <w:rPr>
          <w:strike/>
        </w:rPr>
        <w:t>, starting from crash time zero and ending at 0.25 seconds, recorded every 0.01 seconds</w:t>
      </w:r>
      <w:r w:rsidRPr="00882504">
        <w:t>.</w:t>
      </w:r>
    </w:p>
    <w:p w14:paraId="0DF8F2DE" w14:textId="1640CF8C" w:rsidR="00DA603A" w:rsidRPr="00882504" w:rsidRDefault="00DA603A" w:rsidP="00DA603A">
      <w:pPr>
        <w:tabs>
          <w:tab w:val="left" w:pos="2268"/>
        </w:tabs>
        <w:suppressAutoHyphens w:val="0"/>
        <w:spacing w:before="120" w:after="120" w:line="240" w:lineRule="auto"/>
        <w:ind w:left="2268" w:right="1134" w:hanging="1134"/>
        <w:jc w:val="both"/>
      </w:pPr>
      <w:r w:rsidRPr="00882504">
        <w:t>2.5</w:t>
      </w:r>
      <w:r w:rsidR="00AD22AE" w:rsidRPr="00882504">
        <w:t>.</w:t>
      </w:r>
      <w:r w:rsidRPr="00882504">
        <w:tab/>
      </w:r>
      <w:r w:rsidR="00A50582" w:rsidRPr="00882504">
        <w:t>"</w:t>
      </w:r>
      <w:r w:rsidRPr="00882504">
        <w:rPr>
          <w:i/>
          <w:iCs/>
        </w:rPr>
        <w:t>Deployment time, frontal air bag</w:t>
      </w:r>
      <w:r w:rsidR="00A50582" w:rsidRPr="00882504">
        <w:t>"</w:t>
      </w:r>
      <w:r w:rsidRPr="00882504">
        <w:t xml:space="preserve"> means (for both driver and front passenger) the elapsed time from crash time zero to the deployment command or for multi-staged air bag systems, the deployment command for the first stage.</w:t>
      </w:r>
    </w:p>
    <w:p w14:paraId="2289D90F" w14:textId="4F66DDF6" w:rsidR="00DA603A" w:rsidRPr="00882504" w:rsidRDefault="00DA603A" w:rsidP="00DA603A">
      <w:pPr>
        <w:tabs>
          <w:tab w:val="left" w:pos="2268"/>
        </w:tabs>
        <w:suppressAutoHyphens w:val="0"/>
        <w:spacing w:before="120" w:after="120" w:line="240" w:lineRule="auto"/>
        <w:ind w:left="2268" w:right="1134" w:hanging="1134"/>
        <w:jc w:val="both"/>
      </w:pPr>
      <w:r w:rsidRPr="00882504">
        <w:t>2.6</w:t>
      </w:r>
      <w:r w:rsidR="00AD22AE" w:rsidRPr="00882504">
        <w:t>.</w:t>
      </w:r>
      <w:r w:rsidRPr="00882504">
        <w:tab/>
      </w:r>
      <w:r w:rsidR="00A50582" w:rsidRPr="00882504">
        <w:t>"</w:t>
      </w:r>
      <w:r w:rsidRPr="00882504">
        <w:rPr>
          <w:i/>
          <w:iCs/>
        </w:rPr>
        <w:t>Disposal</w:t>
      </w:r>
      <w:r w:rsidR="00A50582" w:rsidRPr="00882504">
        <w:t>"</w:t>
      </w:r>
      <w:r w:rsidRPr="00882504">
        <w:t xml:space="preserve"> means the deployment command of the second (or higher, if present) stage of a frontal air bag for the purpose of disposing the propellant from the air bag device.</w:t>
      </w:r>
    </w:p>
    <w:p w14:paraId="1D58E6F3" w14:textId="073934D2" w:rsidR="00DA603A" w:rsidRPr="00882504" w:rsidRDefault="00DA603A" w:rsidP="00DA603A">
      <w:pPr>
        <w:tabs>
          <w:tab w:val="left" w:pos="2268"/>
        </w:tabs>
        <w:suppressAutoHyphens w:val="0"/>
        <w:spacing w:before="120" w:after="120" w:line="240" w:lineRule="auto"/>
        <w:ind w:left="2268" w:right="1134" w:hanging="1134"/>
        <w:jc w:val="both"/>
      </w:pPr>
      <w:r w:rsidRPr="00882504">
        <w:t>2.7</w:t>
      </w:r>
      <w:r w:rsidR="00AD22AE" w:rsidRPr="00882504">
        <w:t>.</w:t>
      </w:r>
      <w:r w:rsidRPr="00882504">
        <w:tab/>
      </w:r>
      <w:r w:rsidR="00A50582" w:rsidRPr="00882504">
        <w:t>"</w:t>
      </w:r>
      <w:r w:rsidRPr="00882504">
        <w:rPr>
          <w:i/>
          <w:iCs/>
        </w:rPr>
        <w:t>End of event time</w:t>
      </w:r>
      <w:r w:rsidR="00A50582" w:rsidRPr="00882504">
        <w:t>"</w:t>
      </w:r>
      <w:r w:rsidRPr="00882504">
        <w:t xml:space="preserve"> means the moment at which the cumulative delta-V within a 20 </w:t>
      </w:r>
      <w:proofErr w:type="spellStart"/>
      <w:r w:rsidRPr="00882504">
        <w:t>ms</w:t>
      </w:r>
      <w:proofErr w:type="spellEnd"/>
      <w:r w:rsidRPr="00882504">
        <w:t xml:space="preserve"> time period becomes 0.8 km/h or less, or the moment at which the crash detection algorithm of the air bag control unit resets.</w:t>
      </w:r>
    </w:p>
    <w:p w14:paraId="76A0AB3A" w14:textId="0CC15A52" w:rsidR="00DA603A" w:rsidRPr="00882504" w:rsidRDefault="00DA603A" w:rsidP="00DA603A">
      <w:pPr>
        <w:tabs>
          <w:tab w:val="left" w:pos="2268"/>
        </w:tabs>
        <w:suppressAutoHyphens w:val="0"/>
        <w:spacing w:before="120" w:after="120" w:line="240" w:lineRule="auto"/>
        <w:ind w:left="2268" w:right="1134" w:hanging="1134"/>
        <w:jc w:val="both"/>
      </w:pPr>
      <w:r w:rsidRPr="00882504">
        <w:t>2.8</w:t>
      </w:r>
      <w:r w:rsidR="00AD22AE" w:rsidRPr="00882504">
        <w:t>.</w:t>
      </w:r>
      <w:r w:rsidRPr="00882504">
        <w:tab/>
      </w:r>
      <w:r w:rsidR="00A50582" w:rsidRPr="00882504">
        <w:t>"</w:t>
      </w:r>
      <w:r w:rsidRPr="00882504">
        <w:rPr>
          <w:i/>
          <w:iCs/>
        </w:rPr>
        <w:t>Engine RPM</w:t>
      </w:r>
      <w:r w:rsidR="00A50582" w:rsidRPr="00882504">
        <w:t>"</w:t>
      </w:r>
      <w:r w:rsidRPr="00882504">
        <w:t xml:space="preserve"> means:</w:t>
      </w:r>
    </w:p>
    <w:p w14:paraId="0CD5BDB2" w14:textId="7D996F77" w:rsidR="00DA603A" w:rsidRPr="00882504" w:rsidRDefault="00DA603A" w:rsidP="00CD7567">
      <w:pPr>
        <w:suppressAutoHyphens w:val="0"/>
        <w:spacing w:before="120" w:after="120" w:line="240" w:lineRule="auto"/>
        <w:ind w:left="2833" w:right="1134" w:hanging="565"/>
        <w:jc w:val="both"/>
      </w:pPr>
      <w:r w:rsidRPr="00882504">
        <w:t>(</w:t>
      </w:r>
      <w:r w:rsidR="00CD7567" w:rsidRPr="00882504">
        <w:t>a</w:t>
      </w:r>
      <w:r w:rsidRPr="00882504">
        <w:t>)</w:t>
      </w:r>
      <w:r w:rsidRPr="00882504">
        <w:tab/>
        <w:t>For vehicles powered by internal combustion engines, the number of revolutions per minute of the main crankshaft of the vehicle's engine, and</w:t>
      </w:r>
    </w:p>
    <w:p w14:paraId="7EDAFF3F" w14:textId="025614BB" w:rsidR="00DA603A" w:rsidRPr="00882504" w:rsidRDefault="00DA603A" w:rsidP="00CD7567">
      <w:pPr>
        <w:suppressAutoHyphens w:val="0"/>
        <w:spacing w:before="120" w:after="120" w:line="240" w:lineRule="auto"/>
        <w:ind w:left="2833" w:right="1134" w:hanging="565"/>
        <w:jc w:val="both"/>
      </w:pPr>
      <w:r w:rsidRPr="00882504">
        <w:t>(</w:t>
      </w:r>
      <w:r w:rsidR="00CD7567" w:rsidRPr="00882504">
        <w:t>b</w:t>
      </w:r>
      <w:r w:rsidRPr="00882504">
        <w:t>)</w:t>
      </w:r>
      <w:r w:rsidRPr="00882504">
        <w:tab/>
        <w:t>For vehicles not entirely powered by internal combustion engines, the number of revolutions per minute of the motor shaft at the point at which it enters the vehicle transmission gearbox, and</w:t>
      </w:r>
    </w:p>
    <w:p w14:paraId="327F0CD2" w14:textId="3B65FE02" w:rsidR="00DA603A" w:rsidRPr="00882504" w:rsidRDefault="00DA603A" w:rsidP="00CD7567">
      <w:pPr>
        <w:suppressAutoHyphens w:val="0"/>
        <w:spacing w:before="120" w:after="120" w:line="240" w:lineRule="auto"/>
        <w:ind w:left="2833" w:right="1134" w:hanging="565"/>
        <w:jc w:val="both"/>
      </w:pPr>
      <w:r w:rsidRPr="00882504">
        <w:t>(</w:t>
      </w:r>
      <w:r w:rsidR="00CD7567" w:rsidRPr="00882504">
        <w:t>c</w:t>
      </w:r>
      <w:r w:rsidRPr="00882504">
        <w:t>)</w:t>
      </w:r>
      <w:r w:rsidRPr="00882504">
        <w:tab/>
        <w:t>For vehicles not powered by internal combustion engines at all, the number of revolutions per minute of the output shaft of the device(s) supplying motive power.</w:t>
      </w:r>
    </w:p>
    <w:p w14:paraId="4F1BB4B9" w14:textId="70B2B927" w:rsidR="00DA603A" w:rsidRPr="00882504" w:rsidRDefault="00DA603A" w:rsidP="00DA603A">
      <w:pPr>
        <w:tabs>
          <w:tab w:val="left" w:pos="2268"/>
        </w:tabs>
        <w:suppressAutoHyphens w:val="0"/>
        <w:spacing w:before="120" w:after="120" w:line="240" w:lineRule="auto"/>
        <w:ind w:left="2268" w:right="1134" w:hanging="1134"/>
        <w:jc w:val="both"/>
      </w:pPr>
      <w:r w:rsidRPr="00882504">
        <w:t>2.9</w:t>
      </w:r>
      <w:r w:rsidR="00AD22AE" w:rsidRPr="00882504">
        <w:t>.</w:t>
      </w:r>
      <w:r w:rsidRPr="00882504">
        <w:tab/>
      </w:r>
      <w:r w:rsidR="00A50582" w:rsidRPr="00882504">
        <w:t>"</w:t>
      </w:r>
      <w:r w:rsidRPr="00882504">
        <w:rPr>
          <w:i/>
          <w:iCs/>
        </w:rPr>
        <w:t>Engine throttle, percent full</w:t>
      </w:r>
      <w:r w:rsidR="00A50582" w:rsidRPr="00882504">
        <w:t>"</w:t>
      </w:r>
      <w:r w:rsidRPr="00882504">
        <w:t xml:space="preserve"> means the driver-requested acceleration as measured by the throttle position sensor on the accelerator control compared to the fully depressed position.</w:t>
      </w:r>
    </w:p>
    <w:p w14:paraId="74F0EE47" w14:textId="1376044F" w:rsidR="00DA603A" w:rsidRPr="00882504" w:rsidRDefault="00DA603A" w:rsidP="00DA603A">
      <w:pPr>
        <w:tabs>
          <w:tab w:val="left" w:pos="2268"/>
        </w:tabs>
        <w:suppressAutoHyphens w:val="0"/>
        <w:spacing w:before="120" w:after="120" w:line="240" w:lineRule="auto"/>
        <w:ind w:left="2268" w:right="1134" w:hanging="1134"/>
        <w:jc w:val="both"/>
      </w:pPr>
      <w:r w:rsidRPr="00882504">
        <w:t>2.10</w:t>
      </w:r>
      <w:r w:rsidR="00AD22AE" w:rsidRPr="00882504">
        <w:t>.</w:t>
      </w:r>
      <w:r w:rsidRPr="00882504">
        <w:tab/>
      </w:r>
      <w:r w:rsidR="00A50582" w:rsidRPr="00882504">
        <w:t>"</w:t>
      </w:r>
      <w:r w:rsidRPr="00882504">
        <w:rPr>
          <w:i/>
          <w:iCs/>
        </w:rPr>
        <w:t>Event</w:t>
      </w:r>
      <w:r w:rsidR="00A50582" w:rsidRPr="00882504">
        <w:t>"</w:t>
      </w:r>
      <w:r w:rsidRPr="00882504">
        <w:t xml:space="preserve"> means a crash or other physical occurrence that causes the trigger threshold to be met or exceeded, or any non-reversible deployable restraint to be deployed, whichever occurs first. </w:t>
      </w:r>
    </w:p>
    <w:p w14:paraId="59F20829" w14:textId="318FF6FC" w:rsidR="00DA603A" w:rsidRPr="00882504" w:rsidRDefault="00DA603A" w:rsidP="00DA603A">
      <w:pPr>
        <w:tabs>
          <w:tab w:val="left" w:pos="2268"/>
        </w:tabs>
        <w:suppressAutoHyphens w:val="0"/>
        <w:spacing w:before="120" w:after="120" w:line="240" w:lineRule="auto"/>
        <w:ind w:left="2268" w:right="1134" w:hanging="1134"/>
        <w:jc w:val="both"/>
      </w:pPr>
      <w:r w:rsidRPr="00882504">
        <w:t>2.11</w:t>
      </w:r>
      <w:r w:rsidR="00AD22AE" w:rsidRPr="00882504">
        <w:t>.</w:t>
      </w:r>
      <w:r w:rsidRPr="00882504">
        <w:tab/>
      </w:r>
      <w:r w:rsidR="00A50582" w:rsidRPr="00882504">
        <w:t>"</w:t>
      </w:r>
      <w:r w:rsidRPr="00882504">
        <w:rPr>
          <w:i/>
          <w:iCs/>
        </w:rPr>
        <w:t>Event data recorder</w:t>
      </w:r>
      <w:r w:rsidR="00A50582" w:rsidRPr="00882504">
        <w:t>"</w:t>
      </w:r>
      <w:r w:rsidRPr="00882504">
        <w:t xml:space="preserve"> (EDR) means a device or function in a vehicle that records the vehicle's dynamic, time-series data during the time period just prior to an event (e.g., vehicle speed vs. time) or during a crash event (e.g., delta-V vs. time), intended for retrieval after the crash event. For the purposes of this definition, the event data do not include audio and video data.  </w:t>
      </w:r>
    </w:p>
    <w:p w14:paraId="352FFC2A" w14:textId="7B02E26E" w:rsidR="00DA603A" w:rsidRPr="00882504" w:rsidRDefault="00DA603A" w:rsidP="00DA603A">
      <w:pPr>
        <w:tabs>
          <w:tab w:val="left" w:pos="2268"/>
        </w:tabs>
        <w:suppressAutoHyphens w:val="0"/>
        <w:spacing w:before="120" w:after="120" w:line="240" w:lineRule="auto"/>
        <w:ind w:left="2268" w:right="1134" w:hanging="1134"/>
        <w:jc w:val="both"/>
      </w:pPr>
      <w:r w:rsidRPr="00882504">
        <w:t>2.12</w:t>
      </w:r>
      <w:r w:rsidR="00AD22AE" w:rsidRPr="00882504">
        <w:t>.</w:t>
      </w:r>
      <w:r w:rsidRPr="00882504">
        <w:tab/>
      </w:r>
      <w:r w:rsidR="00A50582" w:rsidRPr="00882504">
        <w:t>"</w:t>
      </w:r>
      <w:r w:rsidRPr="00882504">
        <w:rPr>
          <w:i/>
          <w:iCs/>
        </w:rPr>
        <w:t>Frontal air bag</w:t>
      </w:r>
      <w:r w:rsidR="00A50582" w:rsidRPr="00882504">
        <w:t>"</w:t>
      </w:r>
      <w:r w:rsidRPr="00882504">
        <w:t xml:space="preserve"> means an inflatable restraint system that requires no action by vehicle occupants and is used to meet the applicable national frontal crash protection requirements.</w:t>
      </w:r>
    </w:p>
    <w:p w14:paraId="0CE9A6FC" w14:textId="5FDD85B3" w:rsidR="00DA603A" w:rsidRPr="00882504" w:rsidRDefault="00DA603A" w:rsidP="00DA603A">
      <w:pPr>
        <w:tabs>
          <w:tab w:val="left" w:pos="2268"/>
        </w:tabs>
        <w:suppressAutoHyphens w:val="0"/>
        <w:spacing w:before="120" w:after="120" w:line="240" w:lineRule="auto"/>
        <w:ind w:left="2268" w:right="1134" w:hanging="1134"/>
        <w:jc w:val="both"/>
      </w:pPr>
      <w:r w:rsidRPr="00882504">
        <w:t>[2.13</w:t>
      </w:r>
      <w:r w:rsidR="00AD22AE" w:rsidRPr="00882504">
        <w:t>.</w:t>
      </w:r>
      <w:r w:rsidRPr="00882504">
        <w:tab/>
      </w:r>
      <w:r w:rsidR="00A50582" w:rsidRPr="00882504">
        <w:t>"</w:t>
      </w:r>
      <w:r w:rsidRPr="00882504">
        <w:rPr>
          <w:i/>
          <w:iCs/>
        </w:rPr>
        <w:t>Front</w:t>
      </w:r>
      <w:r w:rsidR="00914954" w:rsidRPr="00882504">
        <w:rPr>
          <w:b/>
          <w:bCs/>
          <w:i/>
          <w:iCs/>
        </w:rPr>
        <w:t>al</w:t>
      </w:r>
      <w:r w:rsidRPr="00882504">
        <w:rPr>
          <w:i/>
          <w:iCs/>
        </w:rPr>
        <w:t xml:space="preserve"> air bag warning lamp status</w:t>
      </w:r>
      <w:r w:rsidR="00A50582" w:rsidRPr="00882504">
        <w:t>"</w:t>
      </w:r>
      <w:r w:rsidRPr="00882504">
        <w:t xml:space="preserve"> means whether the warning lamp required by national air bag regulations (if any) is on or off.] </w:t>
      </w:r>
    </w:p>
    <w:p w14:paraId="7AB7CF36" w14:textId="2B094717" w:rsidR="00DA603A" w:rsidRPr="00882504" w:rsidRDefault="00DA603A" w:rsidP="00DA603A">
      <w:pPr>
        <w:tabs>
          <w:tab w:val="left" w:pos="2268"/>
        </w:tabs>
        <w:suppressAutoHyphens w:val="0"/>
        <w:spacing w:before="120" w:after="120" w:line="240" w:lineRule="auto"/>
        <w:ind w:left="2268" w:right="1134" w:hanging="1134"/>
        <w:jc w:val="both"/>
      </w:pPr>
      <w:r w:rsidRPr="00882504">
        <w:t>2.14</w:t>
      </w:r>
      <w:r w:rsidR="00AD22AE" w:rsidRPr="00882504">
        <w:t>.</w:t>
      </w:r>
      <w:r w:rsidRPr="00882504">
        <w:tab/>
      </w:r>
      <w:r w:rsidR="00A50582" w:rsidRPr="00882504">
        <w:t>"</w:t>
      </w:r>
      <w:r w:rsidRPr="00882504">
        <w:rPr>
          <w:i/>
          <w:iCs/>
        </w:rPr>
        <w:t>Ignition cycle, crash</w:t>
      </w:r>
      <w:r w:rsidR="00A50582" w:rsidRPr="00882504">
        <w:t>"</w:t>
      </w:r>
      <w:r w:rsidRPr="00882504">
        <w:t xml:space="preserve"> means the number (count) of power cycles applied to the recording device at the time when the crash event occurred since the first use of the EDR.</w:t>
      </w:r>
    </w:p>
    <w:p w14:paraId="78953743" w14:textId="1DF908E3" w:rsidR="00DA603A" w:rsidRPr="00882504" w:rsidRDefault="00DA603A" w:rsidP="00DA603A">
      <w:pPr>
        <w:tabs>
          <w:tab w:val="left" w:pos="2268"/>
        </w:tabs>
        <w:suppressAutoHyphens w:val="0"/>
        <w:spacing w:before="120" w:after="120" w:line="240" w:lineRule="auto"/>
        <w:ind w:left="2268" w:right="1134" w:hanging="1134"/>
        <w:jc w:val="both"/>
      </w:pPr>
      <w:r w:rsidRPr="00882504">
        <w:t>2.15</w:t>
      </w:r>
      <w:r w:rsidR="00AD22AE" w:rsidRPr="00882504">
        <w:t>.</w:t>
      </w:r>
      <w:r w:rsidRPr="00882504">
        <w:tab/>
      </w:r>
      <w:r w:rsidR="00A50582" w:rsidRPr="00882504">
        <w:t>"</w:t>
      </w:r>
      <w:r w:rsidRPr="00882504">
        <w:rPr>
          <w:i/>
          <w:iCs/>
        </w:rPr>
        <w:t>Ignition cycle download</w:t>
      </w:r>
      <w:r w:rsidR="00A50582" w:rsidRPr="00882504">
        <w:t>"</w:t>
      </w:r>
      <w:r w:rsidRPr="00882504">
        <w:t xml:space="preserve"> means the number (count) of power cycles applied to the recording device at the time when the data was downloaded since the first use of the EDR.</w:t>
      </w:r>
    </w:p>
    <w:p w14:paraId="0F75EDDE" w14:textId="75D6A389" w:rsidR="00DA603A" w:rsidRPr="00882504" w:rsidRDefault="00DA603A" w:rsidP="00DA603A">
      <w:pPr>
        <w:tabs>
          <w:tab w:val="left" w:pos="2268"/>
        </w:tabs>
        <w:suppressAutoHyphens w:val="0"/>
        <w:spacing w:before="120" w:after="120" w:line="240" w:lineRule="auto"/>
        <w:ind w:left="2268" w:right="1134" w:hanging="1134"/>
        <w:jc w:val="both"/>
      </w:pPr>
      <w:r w:rsidRPr="00882504">
        <w:t>2.16</w:t>
      </w:r>
      <w:r w:rsidR="00AD22AE" w:rsidRPr="00882504">
        <w:t>.</w:t>
      </w:r>
      <w:r w:rsidRPr="00882504">
        <w:tab/>
      </w:r>
      <w:r w:rsidR="00A50582" w:rsidRPr="00882504">
        <w:t>"</w:t>
      </w:r>
      <w:r w:rsidRPr="00882504">
        <w:rPr>
          <w:i/>
          <w:iCs/>
        </w:rPr>
        <w:t>Lateral acceleration</w:t>
      </w:r>
      <w:r w:rsidR="00A50582" w:rsidRPr="00882504">
        <w:t>"</w:t>
      </w:r>
      <w:r w:rsidRPr="00882504">
        <w:t xml:space="preserve"> means the component of the vector acceleration of a point in the vehicle in the y-direction. The lateral acceleration is positive from left to right, from the perspective of the driver when seated in the vehicle facing the direction of forward vehicle travel.</w:t>
      </w:r>
    </w:p>
    <w:p w14:paraId="3A33201C" w14:textId="464CAC04" w:rsidR="00DA603A" w:rsidRPr="00882504" w:rsidRDefault="00DA603A" w:rsidP="00DA603A">
      <w:pPr>
        <w:tabs>
          <w:tab w:val="left" w:pos="2268"/>
        </w:tabs>
        <w:suppressAutoHyphens w:val="0"/>
        <w:spacing w:before="120" w:after="120" w:line="240" w:lineRule="auto"/>
        <w:ind w:left="2268" w:right="1134" w:hanging="1134"/>
        <w:jc w:val="both"/>
      </w:pPr>
      <w:r w:rsidRPr="00882504">
        <w:lastRenderedPageBreak/>
        <w:t>2.17</w:t>
      </w:r>
      <w:r w:rsidR="00AD22AE" w:rsidRPr="00882504">
        <w:t>.</w:t>
      </w:r>
      <w:r w:rsidRPr="00882504">
        <w:tab/>
      </w:r>
      <w:r w:rsidR="00A50582" w:rsidRPr="00882504">
        <w:t>"</w:t>
      </w:r>
      <w:r w:rsidRPr="00882504">
        <w:rPr>
          <w:i/>
          <w:iCs/>
        </w:rPr>
        <w:t>Longitudinal acceleration</w:t>
      </w:r>
      <w:r w:rsidR="00A50582" w:rsidRPr="00882504">
        <w:t>"</w:t>
      </w:r>
      <w:r w:rsidRPr="00882504">
        <w:t xml:space="preserve"> means the component of the vector acceleration of a point in the vehicle in the x-direction. The longitudinal acceleration is positive in the direction of forward vehicle travel.</w:t>
      </w:r>
    </w:p>
    <w:p w14:paraId="44CB2528" w14:textId="272C9594" w:rsidR="00B241C5" w:rsidRPr="00882504" w:rsidRDefault="00B241C5" w:rsidP="00B241C5">
      <w:pPr>
        <w:tabs>
          <w:tab w:val="left" w:pos="2268"/>
        </w:tabs>
        <w:suppressAutoHyphens w:val="0"/>
        <w:spacing w:before="120" w:after="120" w:line="240" w:lineRule="auto"/>
        <w:ind w:left="2268" w:right="1134" w:hanging="1134"/>
        <w:jc w:val="both"/>
        <w:rPr>
          <w:color w:val="000000"/>
        </w:rPr>
      </w:pPr>
      <w:r w:rsidRPr="00882504">
        <w:rPr>
          <w:strike/>
          <w:color w:val="000000"/>
        </w:rPr>
        <w:t>2.x.</w:t>
      </w:r>
      <w:r w:rsidRPr="00882504">
        <w:rPr>
          <w:strike/>
          <w:color w:val="000000"/>
        </w:rPr>
        <w:tab/>
        <w:t>"</w:t>
      </w:r>
      <w:r w:rsidRPr="00882504">
        <w:rPr>
          <w:i/>
          <w:iCs/>
          <w:strike/>
          <w:color w:val="000000"/>
        </w:rPr>
        <w:t>Mandatory, if equipped</w:t>
      </w:r>
      <w:r w:rsidRPr="00882504">
        <w:rPr>
          <w:strike/>
          <w:color w:val="000000"/>
        </w:rPr>
        <w:t xml:space="preserve">" [means it is mandatory to record the data element if the vehicle is equipped with the relevant sensors or system is fitted to the vehicle and </w:t>
      </w:r>
      <w:r w:rsidRPr="00882504">
        <w:rPr>
          <w:b/>
          <w:bCs/>
          <w:strike/>
          <w:color w:val="000000"/>
        </w:rPr>
        <w:t>operational.</w:t>
      </w:r>
      <w:r w:rsidRPr="00882504">
        <w:rPr>
          <w:strike/>
          <w:color w:val="000000"/>
        </w:rPr>
        <w:t xml:space="preserve"> , if applicable, has been [unlocked by the manufacturer for use]. Data elements from optional fit systems are also mandatory to record if those systems have been selected by the driver.]</w:t>
      </w:r>
    </w:p>
    <w:p w14:paraId="49745922" w14:textId="0E4A6CC9" w:rsidR="00DA603A" w:rsidRPr="00882504" w:rsidRDefault="00DA603A" w:rsidP="00DA603A">
      <w:pPr>
        <w:tabs>
          <w:tab w:val="left" w:pos="2268"/>
        </w:tabs>
        <w:suppressAutoHyphens w:val="0"/>
        <w:spacing w:before="120" w:after="120" w:line="240" w:lineRule="auto"/>
        <w:ind w:left="2268" w:right="1134" w:hanging="1134"/>
        <w:jc w:val="both"/>
      </w:pPr>
      <w:r w:rsidRPr="00882504">
        <w:t>2.18</w:t>
      </w:r>
      <w:r w:rsidR="00AD22AE" w:rsidRPr="00882504">
        <w:t>.</w:t>
      </w:r>
      <w:r w:rsidRPr="00882504">
        <w:tab/>
      </w:r>
      <w:r w:rsidR="00A50582" w:rsidRPr="00882504">
        <w:t>"</w:t>
      </w:r>
      <w:r w:rsidRPr="00882504">
        <w:rPr>
          <w:i/>
          <w:iCs/>
        </w:rPr>
        <w:t>Maximum delta-V, lateral</w:t>
      </w:r>
      <w:r w:rsidR="00A50582" w:rsidRPr="00882504">
        <w:t>"</w:t>
      </w:r>
      <w:r w:rsidRPr="00882504">
        <w:t xml:space="preserve"> means the maximum value of the cumulative change in velocity, as recorded by the EDR, of the vehicle along the lateral axis</w:t>
      </w:r>
      <w:r w:rsidRPr="00882504">
        <w:rPr>
          <w:strike/>
        </w:rPr>
        <w:t>, starting from crash time zero and ending at 0.3 seconds</w:t>
      </w:r>
      <w:r w:rsidRPr="00882504">
        <w:t>.</w:t>
      </w:r>
    </w:p>
    <w:p w14:paraId="0F8C39C8" w14:textId="583C0EF2" w:rsidR="00DA603A" w:rsidRPr="00882504" w:rsidRDefault="00DA603A" w:rsidP="00DA603A">
      <w:pPr>
        <w:tabs>
          <w:tab w:val="left" w:pos="2268"/>
        </w:tabs>
        <w:suppressAutoHyphens w:val="0"/>
        <w:spacing w:before="120" w:after="120" w:line="240" w:lineRule="auto"/>
        <w:ind w:left="2268" w:right="1134" w:hanging="1134"/>
        <w:jc w:val="both"/>
      </w:pPr>
      <w:r w:rsidRPr="00882504">
        <w:t>2.19</w:t>
      </w:r>
      <w:r w:rsidR="00AD22AE" w:rsidRPr="00882504">
        <w:t>.</w:t>
      </w:r>
      <w:r w:rsidRPr="00882504">
        <w:tab/>
      </w:r>
      <w:r w:rsidR="00A50582" w:rsidRPr="00882504">
        <w:t>"</w:t>
      </w:r>
      <w:r w:rsidRPr="00882504">
        <w:rPr>
          <w:i/>
          <w:iCs/>
        </w:rPr>
        <w:t>Maximum delta-V, longitudinal</w:t>
      </w:r>
      <w:r w:rsidR="00A50582" w:rsidRPr="00882504">
        <w:t>"</w:t>
      </w:r>
      <w:r w:rsidRPr="00882504">
        <w:t xml:space="preserve"> means the maximum value of the cumulative change in velocity, as recorded by the EDR, of the vehicle along the longitudinal axis</w:t>
      </w:r>
      <w:r w:rsidRPr="00882504">
        <w:rPr>
          <w:strike/>
        </w:rPr>
        <w:t>, starting from crash time zero and ending at 0.3 seconds</w:t>
      </w:r>
      <w:r w:rsidRPr="00882504">
        <w:t>.</w:t>
      </w:r>
    </w:p>
    <w:p w14:paraId="11916BA0" w14:textId="13162F09" w:rsidR="00DA603A" w:rsidRPr="00882504" w:rsidRDefault="00DA603A" w:rsidP="00DA603A">
      <w:pPr>
        <w:tabs>
          <w:tab w:val="left" w:pos="2268"/>
        </w:tabs>
        <w:suppressAutoHyphens w:val="0"/>
        <w:spacing w:before="120" w:after="120" w:line="240" w:lineRule="auto"/>
        <w:ind w:left="2268" w:right="1134" w:hanging="1134"/>
        <w:jc w:val="both"/>
      </w:pPr>
      <w:r w:rsidRPr="00882504">
        <w:t>2.20</w:t>
      </w:r>
      <w:r w:rsidR="00AD22AE" w:rsidRPr="00882504">
        <w:t>.</w:t>
      </w:r>
      <w:r w:rsidRPr="00882504">
        <w:tab/>
      </w:r>
      <w:r w:rsidR="00A50582" w:rsidRPr="00882504">
        <w:t>"</w:t>
      </w:r>
      <w:r w:rsidRPr="00882504">
        <w:rPr>
          <w:i/>
          <w:iCs/>
        </w:rPr>
        <w:t>Maximum delta–V, resultant</w:t>
      </w:r>
      <w:r w:rsidR="00A50582" w:rsidRPr="00882504">
        <w:t>"</w:t>
      </w:r>
      <w:r w:rsidRPr="00882504">
        <w:t xml:space="preserve"> means the time-correlated maximum value of the cumulative change in velocity, as recorded by the EDR or processed during data download, along the vector-added longitudinal and lateral axes.</w:t>
      </w:r>
    </w:p>
    <w:p w14:paraId="12DA94EC" w14:textId="55172CEF" w:rsidR="00DA603A" w:rsidRPr="00882504" w:rsidRDefault="00DA603A" w:rsidP="00DA603A">
      <w:pPr>
        <w:tabs>
          <w:tab w:val="left" w:pos="2268"/>
        </w:tabs>
        <w:suppressAutoHyphens w:val="0"/>
        <w:spacing w:before="120" w:after="120" w:line="240" w:lineRule="auto"/>
        <w:ind w:left="2268" w:right="1134" w:hanging="1134"/>
        <w:jc w:val="both"/>
        <w:rPr>
          <w:strike/>
        </w:rPr>
      </w:pPr>
      <w:r w:rsidRPr="00882504">
        <w:rPr>
          <w:strike/>
        </w:rPr>
        <w:t>[2.x</w:t>
      </w:r>
      <w:r w:rsidR="00AD22AE" w:rsidRPr="00882504">
        <w:rPr>
          <w:strike/>
        </w:rPr>
        <w:t>.</w:t>
      </w:r>
      <w:r w:rsidRPr="00882504">
        <w:rPr>
          <w:strike/>
        </w:rPr>
        <w:tab/>
      </w:r>
      <w:r w:rsidR="00A50582" w:rsidRPr="00882504">
        <w:rPr>
          <w:strike/>
        </w:rPr>
        <w:t>"</w:t>
      </w:r>
      <w:r w:rsidRPr="00882504">
        <w:rPr>
          <w:i/>
          <w:iCs/>
          <w:strike/>
        </w:rPr>
        <w:t>Memory locking</w:t>
      </w:r>
      <w:r w:rsidR="00A50582" w:rsidRPr="00882504">
        <w:rPr>
          <w:strike/>
        </w:rPr>
        <w:t>"</w:t>
      </w:r>
      <w:r w:rsidRPr="00882504">
        <w:rPr>
          <w:strike/>
        </w:rPr>
        <w:t xml:space="preserve"> means that event data elements recorded in the EDR, corresponding to a specific event will be prevented from being overwritten by subsequent events]. </w:t>
      </w:r>
      <w:r w:rsidRPr="00882504">
        <w:rPr>
          <w:strike/>
        </w:rPr>
        <w:tab/>
      </w:r>
    </w:p>
    <w:p w14:paraId="668FD343" w14:textId="410AB5F9" w:rsidR="00DA603A" w:rsidRPr="00882504" w:rsidRDefault="00DA603A" w:rsidP="00DA603A">
      <w:pPr>
        <w:tabs>
          <w:tab w:val="left" w:pos="2268"/>
        </w:tabs>
        <w:suppressAutoHyphens w:val="0"/>
        <w:spacing w:before="120" w:after="120" w:line="240" w:lineRule="auto"/>
        <w:ind w:left="2268" w:right="1134" w:hanging="1134"/>
        <w:jc w:val="both"/>
      </w:pPr>
      <w:r w:rsidRPr="00882504">
        <w:t>2.21</w:t>
      </w:r>
      <w:r w:rsidR="00AD22AE" w:rsidRPr="00882504">
        <w:t>.</w:t>
      </w:r>
      <w:r w:rsidRPr="00882504">
        <w:tab/>
      </w:r>
      <w:r w:rsidR="00A50582" w:rsidRPr="00882504">
        <w:t>"</w:t>
      </w:r>
      <w:r w:rsidRPr="00882504">
        <w:rPr>
          <w:i/>
          <w:iCs/>
        </w:rPr>
        <w:t>Multi-event crash</w:t>
      </w:r>
      <w:r w:rsidR="00A50582" w:rsidRPr="00882504">
        <w:t>"</w:t>
      </w:r>
      <w:r w:rsidRPr="00882504">
        <w:t xml:space="preserve"> means the occurrence </w:t>
      </w:r>
      <w:r w:rsidRPr="00882504">
        <w:rPr>
          <w:b/>
          <w:bCs/>
        </w:rPr>
        <w:t xml:space="preserve">of </w:t>
      </w:r>
      <w:r w:rsidR="00B241C5" w:rsidRPr="00882504">
        <w:rPr>
          <w:b/>
          <w:bCs/>
        </w:rPr>
        <w:t>a minimum of</w:t>
      </w:r>
      <w:r w:rsidR="00B241C5" w:rsidRPr="00882504">
        <w:t xml:space="preserve"> </w:t>
      </w:r>
      <w:r w:rsidRPr="00882504">
        <w:t>2 events, the first and last of which begin not more than 5 seconds apart.</w:t>
      </w:r>
    </w:p>
    <w:p w14:paraId="36A88DA7" w14:textId="7231F8CE" w:rsidR="00DA603A" w:rsidRPr="00882504" w:rsidRDefault="00DA603A" w:rsidP="00DA603A">
      <w:pPr>
        <w:tabs>
          <w:tab w:val="left" w:pos="2268"/>
        </w:tabs>
        <w:suppressAutoHyphens w:val="0"/>
        <w:spacing w:before="120" w:after="120" w:line="240" w:lineRule="auto"/>
        <w:ind w:left="2268" w:right="1134" w:hanging="1134"/>
        <w:jc w:val="both"/>
      </w:pPr>
      <w:r w:rsidRPr="00882504">
        <w:t>2.22</w:t>
      </w:r>
      <w:r w:rsidR="00AD22AE" w:rsidRPr="00882504">
        <w:t>.</w:t>
      </w:r>
      <w:r w:rsidRPr="00882504">
        <w:tab/>
      </w:r>
      <w:r w:rsidR="00A50582" w:rsidRPr="00882504">
        <w:t>"</w:t>
      </w:r>
      <w:r w:rsidRPr="00882504">
        <w:rPr>
          <w:i/>
          <w:iCs/>
        </w:rPr>
        <w:t>Non-volatile memory</w:t>
      </w:r>
      <w:r w:rsidR="00A50582" w:rsidRPr="00882504">
        <w:t>"</w:t>
      </w:r>
      <w:r w:rsidRPr="00882504">
        <w:t xml:space="preserve"> means the memory reserved for maintaining recorded EDR data in a semi-permanent fashion. Data recorded in non-volatile memory is retained after a loss of power and can be retrieved with EDR data extraction tools and methods.</w:t>
      </w:r>
    </w:p>
    <w:p w14:paraId="7B4F111D" w14:textId="73523617" w:rsidR="00DA603A" w:rsidRPr="00882504" w:rsidRDefault="00DA603A" w:rsidP="00DA603A">
      <w:pPr>
        <w:tabs>
          <w:tab w:val="left" w:pos="2268"/>
        </w:tabs>
        <w:suppressAutoHyphens w:val="0"/>
        <w:spacing w:before="120" w:after="120" w:line="240" w:lineRule="auto"/>
        <w:ind w:left="2268" w:right="1134" w:hanging="1134"/>
        <w:jc w:val="both"/>
      </w:pPr>
      <w:r w:rsidRPr="00882504">
        <w:t>2.23</w:t>
      </w:r>
      <w:r w:rsidR="00AD22AE" w:rsidRPr="00882504">
        <w:t>.</w:t>
      </w:r>
      <w:r w:rsidRPr="00882504">
        <w:tab/>
      </w:r>
      <w:r w:rsidR="00A50582" w:rsidRPr="00882504">
        <w:t>"</w:t>
      </w:r>
      <w:r w:rsidRPr="00882504">
        <w:rPr>
          <w:i/>
          <w:iCs/>
        </w:rPr>
        <w:t>Normal acceleration</w:t>
      </w:r>
      <w:r w:rsidR="00A50582" w:rsidRPr="00882504">
        <w:t>"</w:t>
      </w:r>
      <w:r w:rsidRPr="00882504">
        <w:t xml:space="preserve"> means the component of the vector acceleration of a point in the vehicle in the z-direction. The normal acceleration is positive in a downward direction and is zero when the accelerometer is at rest.</w:t>
      </w:r>
    </w:p>
    <w:p w14:paraId="23507063" w14:textId="33F20385" w:rsidR="00DA603A" w:rsidRPr="00882504" w:rsidRDefault="00DA603A" w:rsidP="00DA603A">
      <w:pPr>
        <w:tabs>
          <w:tab w:val="left" w:pos="2268"/>
        </w:tabs>
        <w:suppressAutoHyphens w:val="0"/>
        <w:spacing w:before="120" w:after="120" w:line="240" w:lineRule="auto"/>
        <w:ind w:left="2268" w:right="1134" w:hanging="1134"/>
        <w:jc w:val="both"/>
      </w:pPr>
      <w:r w:rsidRPr="00882504">
        <w:t>2.24</w:t>
      </w:r>
      <w:r w:rsidR="00AD22AE" w:rsidRPr="00882504">
        <w:t>.</w:t>
      </w:r>
      <w:r w:rsidRPr="00882504">
        <w:tab/>
      </w:r>
      <w:r w:rsidR="00A50582" w:rsidRPr="00882504">
        <w:t>"</w:t>
      </w:r>
      <w:r w:rsidRPr="00882504">
        <w:rPr>
          <w:i/>
          <w:iCs/>
        </w:rPr>
        <w:t>Occupant position classification</w:t>
      </w:r>
      <w:r w:rsidR="00A50582" w:rsidRPr="00882504">
        <w:t>"</w:t>
      </w:r>
      <w:r w:rsidRPr="00882504">
        <w:t xml:space="preserve"> means the classification indicating that the seating posture of a front outboard occupant (both driver and front passenger) is determined as being out-of-position. </w:t>
      </w:r>
    </w:p>
    <w:p w14:paraId="5FF43A57" w14:textId="667DE632" w:rsidR="00DA603A" w:rsidRPr="00882504" w:rsidRDefault="00DA603A" w:rsidP="00DA603A">
      <w:pPr>
        <w:tabs>
          <w:tab w:val="left" w:pos="2268"/>
        </w:tabs>
        <w:suppressAutoHyphens w:val="0"/>
        <w:spacing w:before="120" w:after="120" w:line="240" w:lineRule="auto"/>
        <w:ind w:left="2268" w:right="1134" w:hanging="1134"/>
        <w:jc w:val="both"/>
      </w:pPr>
      <w:r w:rsidRPr="00882504">
        <w:t>2.25</w:t>
      </w:r>
      <w:r w:rsidR="00AD22AE" w:rsidRPr="00882504">
        <w:t>.</w:t>
      </w:r>
      <w:r w:rsidRPr="00882504">
        <w:tab/>
      </w:r>
      <w:r w:rsidR="00A50582" w:rsidRPr="00882504">
        <w:t>"</w:t>
      </w:r>
      <w:r w:rsidRPr="00882504">
        <w:rPr>
          <w:i/>
          <w:iCs/>
        </w:rPr>
        <w:t>Occupant size classification</w:t>
      </w:r>
      <w:r w:rsidR="00A50582" w:rsidRPr="00882504">
        <w:t>"</w:t>
      </w:r>
      <w:r w:rsidRPr="00882504">
        <w:t xml:space="preserve"> means, for front passenger, the classification of an occupant as an adult and not a child, and for the driver, the classification of the driver as not being of small stature. </w:t>
      </w:r>
    </w:p>
    <w:p w14:paraId="26949112" w14:textId="647D1DFA" w:rsidR="0053330D" w:rsidRPr="00882504" w:rsidRDefault="0053330D" w:rsidP="00B241C5">
      <w:pPr>
        <w:tabs>
          <w:tab w:val="left" w:pos="2268"/>
        </w:tabs>
        <w:suppressAutoHyphens w:val="0"/>
        <w:spacing w:before="120" w:after="120" w:line="240" w:lineRule="auto"/>
        <w:ind w:left="2268" w:right="1134" w:hanging="1134"/>
        <w:jc w:val="both"/>
        <w:rPr>
          <w:b/>
          <w:bCs/>
        </w:rPr>
      </w:pPr>
      <w:r w:rsidRPr="00882504">
        <w:rPr>
          <w:b/>
          <w:bCs/>
        </w:rPr>
        <w:t>2.xx</w:t>
      </w:r>
      <w:r w:rsidRPr="00882504">
        <w:rPr>
          <w:b/>
          <w:bCs/>
        </w:rPr>
        <w:tab/>
        <w:t>“Operational” means that the system or sensor, at the time of the event, is active or can be activated/deactivated by the driver.</w:t>
      </w:r>
    </w:p>
    <w:p w14:paraId="376EF42C" w14:textId="481CF594" w:rsidR="00DA603A" w:rsidRPr="00882504" w:rsidRDefault="00DA603A" w:rsidP="00DA603A">
      <w:pPr>
        <w:tabs>
          <w:tab w:val="left" w:pos="2268"/>
        </w:tabs>
        <w:suppressAutoHyphens w:val="0"/>
        <w:spacing w:before="120" w:after="120" w:line="240" w:lineRule="auto"/>
        <w:ind w:left="2268" w:right="1134" w:hanging="1134"/>
        <w:jc w:val="both"/>
      </w:pPr>
      <w:r w:rsidRPr="00882504">
        <w:t>2.26</w:t>
      </w:r>
      <w:r w:rsidR="00AD22AE" w:rsidRPr="00882504">
        <w:t>.</w:t>
      </w:r>
      <w:r w:rsidRPr="00882504">
        <w:tab/>
      </w:r>
      <w:r w:rsidR="00A50582" w:rsidRPr="00882504">
        <w:t>"</w:t>
      </w:r>
      <w:r w:rsidRPr="00882504">
        <w:rPr>
          <w:i/>
          <w:iCs/>
        </w:rPr>
        <w:t>Pretensioner</w:t>
      </w:r>
      <w:r w:rsidR="00A50582" w:rsidRPr="00882504">
        <w:t>"</w:t>
      </w:r>
      <w:r w:rsidRPr="00882504">
        <w:t xml:space="preserve"> means a device that is activated by a vehicle's crash sensing system and removes slack from a vehicle safety belt system.</w:t>
      </w:r>
    </w:p>
    <w:p w14:paraId="369A0A49" w14:textId="57452B00" w:rsidR="00DA603A" w:rsidRPr="00882504" w:rsidRDefault="00B241C5" w:rsidP="00DA603A">
      <w:pPr>
        <w:tabs>
          <w:tab w:val="left" w:pos="2268"/>
        </w:tabs>
        <w:suppressAutoHyphens w:val="0"/>
        <w:spacing w:before="120" w:after="120" w:line="240" w:lineRule="auto"/>
        <w:ind w:left="2268" w:right="1134" w:hanging="1134"/>
        <w:jc w:val="both"/>
        <w:rPr>
          <w:strike/>
        </w:rPr>
      </w:pPr>
      <w:r w:rsidRPr="00882504">
        <w:rPr>
          <w:strike/>
        </w:rPr>
        <w:t>[</w:t>
      </w:r>
      <w:r w:rsidR="00DA603A" w:rsidRPr="00882504">
        <w:rPr>
          <w:strike/>
        </w:rPr>
        <w:t>2.27</w:t>
      </w:r>
      <w:r w:rsidR="00AD22AE" w:rsidRPr="00882504">
        <w:rPr>
          <w:strike/>
        </w:rPr>
        <w:t>.</w:t>
      </w:r>
      <w:r w:rsidR="00DA603A" w:rsidRPr="00882504">
        <w:rPr>
          <w:strike/>
        </w:rPr>
        <w:tab/>
      </w:r>
      <w:r w:rsidR="00A50582" w:rsidRPr="00882504">
        <w:rPr>
          <w:strike/>
        </w:rPr>
        <w:t>"</w:t>
      </w:r>
      <w:r w:rsidR="00DA603A" w:rsidRPr="00882504">
        <w:rPr>
          <w:i/>
          <w:iCs/>
          <w:strike/>
        </w:rPr>
        <w:t>Record</w:t>
      </w:r>
      <w:r w:rsidR="00A50582" w:rsidRPr="00882504">
        <w:rPr>
          <w:strike/>
        </w:rPr>
        <w:t>"</w:t>
      </w:r>
      <w:r w:rsidR="00DA603A" w:rsidRPr="00882504">
        <w:rPr>
          <w:strike/>
        </w:rPr>
        <w:t xml:space="preserve"> means the process of saving captured EDR data into a non-volatile storage for subsequent retrieval.</w:t>
      </w:r>
      <w:r w:rsidRPr="00882504">
        <w:rPr>
          <w:strike/>
        </w:rPr>
        <w:t>]</w:t>
      </w:r>
    </w:p>
    <w:p w14:paraId="4E89653D" w14:textId="30F74A71" w:rsidR="00DA603A" w:rsidRPr="00882504" w:rsidRDefault="00DA603A" w:rsidP="00DA603A">
      <w:pPr>
        <w:tabs>
          <w:tab w:val="left" w:pos="2268"/>
        </w:tabs>
        <w:suppressAutoHyphens w:val="0"/>
        <w:spacing w:before="120" w:after="120" w:line="240" w:lineRule="auto"/>
        <w:ind w:left="2268" w:right="1134" w:hanging="1134"/>
        <w:jc w:val="both"/>
      </w:pPr>
      <w:r w:rsidRPr="00882504">
        <w:t>2.28</w:t>
      </w:r>
      <w:r w:rsidR="00AD22AE" w:rsidRPr="00882504">
        <w:t>.</w:t>
      </w:r>
      <w:r w:rsidRPr="00882504">
        <w:tab/>
      </w:r>
      <w:r w:rsidR="00A50582" w:rsidRPr="00882504">
        <w:t>"</w:t>
      </w:r>
      <w:r w:rsidRPr="00882504">
        <w:rPr>
          <w:i/>
          <w:iCs/>
        </w:rPr>
        <w:t>Safety belt status</w:t>
      </w:r>
      <w:r w:rsidR="00A50582" w:rsidRPr="00882504">
        <w:t>"</w:t>
      </w:r>
      <w:r w:rsidRPr="00882504">
        <w:t xml:space="preserve"> means the feedback from the safety system that is used to determine that an occupant's safety belt (for both driver and front passenger) is fastened or unfastened.</w:t>
      </w:r>
    </w:p>
    <w:p w14:paraId="07FDC362" w14:textId="19EFAB0B" w:rsidR="00DA603A" w:rsidRPr="00882504" w:rsidRDefault="00DA603A" w:rsidP="00DA603A">
      <w:pPr>
        <w:tabs>
          <w:tab w:val="left" w:pos="2268"/>
        </w:tabs>
        <w:suppressAutoHyphens w:val="0"/>
        <w:spacing w:before="120" w:after="120" w:line="240" w:lineRule="auto"/>
        <w:ind w:left="2268" w:right="1134" w:hanging="1134"/>
        <w:jc w:val="both"/>
      </w:pPr>
      <w:r w:rsidRPr="00882504">
        <w:t>2.29</w:t>
      </w:r>
      <w:r w:rsidR="00AD22AE" w:rsidRPr="00882504">
        <w:t>.</w:t>
      </w:r>
      <w:r w:rsidRPr="00882504">
        <w:tab/>
      </w:r>
      <w:r w:rsidR="00A50582" w:rsidRPr="00882504">
        <w:t>"</w:t>
      </w:r>
      <w:r w:rsidRPr="00882504">
        <w:rPr>
          <w:i/>
          <w:iCs/>
        </w:rPr>
        <w:t>Seat track position switch, foremost, status</w:t>
      </w:r>
      <w:r w:rsidR="00A50582" w:rsidRPr="00882504">
        <w:t>"</w:t>
      </w:r>
      <w:r w:rsidRPr="00882504">
        <w:t xml:space="preserve"> means the status of the switch that is installed to detect whether the seat is moved to a forward position.</w:t>
      </w:r>
    </w:p>
    <w:p w14:paraId="2D3D417F" w14:textId="1A8189BF" w:rsidR="00DA603A" w:rsidRPr="00882504" w:rsidRDefault="00DA603A" w:rsidP="00DA603A">
      <w:pPr>
        <w:tabs>
          <w:tab w:val="left" w:pos="2268"/>
        </w:tabs>
        <w:suppressAutoHyphens w:val="0"/>
        <w:spacing w:before="120" w:after="120" w:line="240" w:lineRule="auto"/>
        <w:ind w:left="2268" w:right="1134" w:hanging="1134"/>
        <w:jc w:val="both"/>
        <w:rPr>
          <w:strike/>
        </w:rPr>
      </w:pPr>
      <w:r w:rsidRPr="00882504">
        <w:rPr>
          <w:strike/>
        </w:rPr>
        <w:t>[2.x</w:t>
      </w:r>
      <w:r w:rsidR="00AD22AE" w:rsidRPr="00882504">
        <w:rPr>
          <w:strike/>
        </w:rPr>
        <w:t>.</w:t>
      </w:r>
      <w:r w:rsidRPr="00882504">
        <w:rPr>
          <w:strike/>
        </w:rPr>
        <w:tab/>
      </w:r>
      <w:r w:rsidR="00A50582" w:rsidRPr="00882504">
        <w:rPr>
          <w:strike/>
        </w:rPr>
        <w:t>"</w:t>
      </w:r>
      <w:r w:rsidR="00AD22AE" w:rsidRPr="00882504">
        <w:rPr>
          <w:i/>
          <w:iCs/>
          <w:strike/>
        </w:rPr>
        <w:t>S</w:t>
      </w:r>
      <w:r w:rsidRPr="00882504">
        <w:rPr>
          <w:i/>
          <w:iCs/>
          <w:strike/>
        </w:rPr>
        <w:t>econdary safety protection system</w:t>
      </w:r>
      <w:r w:rsidR="00A50582" w:rsidRPr="00882504">
        <w:rPr>
          <w:strike/>
        </w:rPr>
        <w:t>"</w:t>
      </w:r>
      <w:r w:rsidRPr="00882504">
        <w:rPr>
          <w:strike/>
        </w:rPr>
        <w:t xml:space="preserve"> means a system that helps to mitigate the consequences of a collision, such as an airbag or a pop-up bonnet.] </w:t>
      </w:r>
    </w:p>
    <w:p w14:paraId="22067623" w14:textId="768E1DD1" w:rsidR="00DA603A" w:rsidRPr="00882504" w:rsidRDefault="00DA603A" w:rsidP="00DA603A">
      <w:pPr>
        <w:tabs>
          <w:tab w:val="left" w:pos="2268"/>
        </w:tabs>
        <w:suppressAutoHyphens w:val="0"/>
        <w:spacing w:before="120" w:after="120" w:line="240" w:lineRule="auto"/>
        <w:ind w:left="2268" w:right="1134" w:hanging="1134"/>
        <w:jc w:val="both"/>
        <w:rPr>
          <w:strike/>
        </w:rPr>
      </w:pPr>
      <w:r w:rsidRPr="00882504">
        <w:rPr>
          <w:strike/>
        </w:rPr>
        <w:t>[2.x</w:t>
      </w:r>
      <w:r w:rsidR="00AD22AE" w:rsidRPr="00882504">
        <w:rPr>
          <w:strike/>
        </w:rPr>
        <w:t>.</w:t>
      </w:r>
      <w:r w:rsidRPr="00882504">
        <w:rPr>
          <w:strike/>
        </w:rPr>
        <w:tab/>
      </w:r>
      <w:r w:rsidR="00A50582" w:rsidRPr="00882504">
        <w:rPr>
          <w:strike/>
        </w:rPr>
        <w:t>"</w:t>
      </w:r>
      <w:r w:rsidRPr="00882504">
        <w:rPr>
          <w:i/>
          <w:iCs/>
          <w:strike/>
        </w:rPr>
        <w:t>Secondary safety sys</w:t>
      </w:r>
      <w:r w:rsidRPr="00882504">
        <w:rPr>
          <w:strike/>
        </w:rPr>
        <w:t>tem</w:t>
      </w:r>
      <w:r w:rsidR="00A50582" w:rsidRPr="00882504">
        <w:rPr>
          <w:strike/>
        </w:rPr>
        <w:t>"</w:t>
      </w:r>
      <w:r w:rsidRPr="00882504">
        <w:rPr>
          <w:strike/>
        </w:rPr>
        <w:t xml:space="preserve"> means a deployable vehicle system designed to reduce injury consequences by offering protection during a collision, such as a pop-up bonnet or airbag.]  </w:t>
      </w:r>
    </w:p>
    <w:p w14:paraId="6CEEDDC0" w14:textId="451AD0AD" w:rsidR="00DA603A" w:rsidRPr="00882504" w:rsidRDefault="00DA603A" w:rsidP="00DA603A">
      <w:pPr>
        <w:tabs>
          <w:tab w:val="left" w:pos="2268"/>
        </w:tabs>
        <w:suppressAutoHyphens w:val="0"/>
        <w:spacing w:before="120" w:after="120" w:line="240" w:lineRule="auto"/>
        <w:ind w:left="2268" w:right="1134" w:hanging="1134"/>
        <w:jc w:val="both"/>
      </w:pPr>
      <w:r w:rsidRPr="00882504">
        <w:lastRenderedPageBreak/>
        <w:t>2.30</w:t>
      </w:r>
      <w:r w:rsidR="00AD22AE" w:rsidRPr="00882504">
        <w:t>.</w:t>
      </w:r>
      <w:r w:rsidRPr="00882504">
        <w:tab/>
      </w:r>
      <w:r w:rsidR="00A50582" w:rsidRPr="00882504">
        <w:t>"</w:t>
      </w:r>
      <w:r w:rsidRPr="00882504">
        <w:rPr>
          <w:i/>
          <w:iCs/>
        </w:rPr>
        <w:t>Service brake, on and off</w:t>
      </w:r>
      <w:r w:rsidR="00A50582" w:rsidRPr="00882504">
        <w:t>"</w:t>
      </w:r>
      <w:r w:rsidRPr="00882504">
        <w:t xml:space="preserve"> means the status of the device that is installed in or connected to the brake pedal system to detect whether the pedal was pressed. The device can include the brake pedal switch or other driver-operated service brake control.</w:t>
      </w:r>
    </w:p>
    <w:p w14:paraId="22BE0211" w14:textId="30C454BD" w:rsidR="00DA603A" w:rsidRPr="00882504" w:rsidRDefault="00DA603A" w:rsidP="00DA603A">
      <w:pPr>
        <w:tabs>
          <w:tab w:val="left" w:pos="2268"/>
        </w:tabs>
        <w:suppressAutoHyphens w:val="0"/>
        <w:spacing w:before="120" w:after="120" w:line="240" w:lineRule="auto"/>
        <w:ind w:left="2268" w:right="1134" w:hanging="1134"/>
        <w:jc w:val="both"/>
      </w:pPr>
      <w:r w:rsidRPr="00882504">
        <w:t>2.31</w:t>
      </w:r>
      <w:r w:rsidR="00AD22AE" w:rsidRPr="00882504">
        <w:t>.</w:t>
      </w:r>
      <w:r w:rsidRPr="00882504">
        <w:tab/>
      </w:r>
      <w:r w:rsidR="00A50582" w:rsidRPr="00882504">
        <w:t>"</w:t>
      </w:r>
      <w:r w:rsidRPr="00882504">
        <w:rPr>
          <w:i/>
          <w:iCs/>
        </w:rPr>
        <w:t>Side air bag</w:t>
      </w:r>
      <w:r w:rsidR="00A50582" w:rsidRPr="00882504">
        <w:t>"</w:t>
      </w:r>
      <w:r w:rsidRPr="00882504">
        <w:t xml:space="preserve"> means any inflatable occupant restraint device that is mounted to the seat or side structure of the vehicle interior, and that is designed to deploy in a side impact crash to help mitigate occupant injury and/or ejection.</w:t>
      </w:r>
    </w:p>
    <w:p w14:paraId="6E620EA1" w14:textId="76F3B2F8" w:rsidR="00DA603A" w:rsidRPr="00882504" w:rsidRDefault="00DA603A" w:rsidP="00DA603A">
      <w:pPr>
        <w:tabs>
          <w:tab w:val="left" w:pos="2268"/>
        </w:tabs>
        <w:suppressAutoHyphens w:val="0"/>
        <w:spacing w:before="120" w:after="120" w:line="240" w:lineRule="auto"/>
        <w:ind w:left="2268" w:right="1134" w:hanging="1134"/>
        <w:jc w:val="both"/>
      </w:pPr>
      <w:r w:rsidRPr="00882504">
        <w:t>2.32</w:t>
      </w:r>
      <w:r w:rsidR="00AD22AE" w:rsidRPr="00882504">
        <w:t>.</w:t>
      </w:r>
      <w:r w:rsidRPr="00882504">
        <w:tab/>
      </w:r>
      <w:r w:rsidR="00A50582" w:rsidRPr="00882504">
        <w:t>"</w:t>
      </w:r>
      <w:r w:rsidRPr="00882504">
        <w:rPr>
          <w:i/>
          <w:iCs/>
        </w:rPr>
        <w:t>Side curtain/tube air bag</w:t>
      </w:r>
      <w:r w:rsidR="00A50582" w:rsidRPr="00882504">
        <w:t>"</w:t>
      </w:r>
      <w:r w:rsidRPr="00882504">
        <w:t xml:space="preserve"> means any inflatable occupant restraint device that is mounted to the side structure of the vehicle interior, and that is designed to deploy in a side impact crash or rollover and to help mitigate occupant injury and/or ejection.</w:t>
      </w:r>
    </w:p>
    <w:p w14:paraId="42D82921" w14:textId="7E25CBE7" w:rsidR="00DA603A" w:rsidRPr="00882504" w:rsidRDefault="00DA603A" w:rsidP="00DA603A">
      <w:pPr>
        <w:tabs>
          <w:tab w:val="left" w:pos="2268"/>
        </w:tabs>
        <w:suppressAutoHyphens w:val="0"/>
        <w:spacing w:before="120" w:after="120" w:line="240" w:lineRule="auto"/>
        <w:ind w:left="2268" w:right="1134" w:hanging="1134"/>
        <w:jc w:val="both"/>
      </w:pPr>
      <w:r w:rsidRPr="00882504">
        <w:t>2.33</w:t>
      </w:r>
      <w:r w:rsidR="00AD22AE" w:rsidRPr="00882504">
        <w:t>.</w:t>
      </w:r>
      <w:r w:rsidRPr="00882504">
        <w:tab/>
      </w:r>
      <w:r w:rsidR="00A50582" w:rsidRPr="00882504">
        <w:t>"</w:t>
      </w:r>
      <w:r w:rsidRPr="00882504">
        <w:rPr>
          <w:i/>
          <w:iCs/>
        </w:rPr>
        <w:t>Speed, vehicle indicated</w:t>
      </w:r>
      <w:r w:rsidR="00A50582" w:rsidRPr="00882504">
        <w:t>"</w:t>
      </w:r>
      <w:r w:rsidRPr="00882504">
        <w:t xml:space="preserve"> means the vehicle speed indicated by a manufacturer-designated subsystem designed to indicate the vehicle's ground travel speed during vehicle operation.</w:t>
      </w:r>
    </w:p>
    <w:p w14:paraId="79AEAD87" w14:textId="0B0C47D8" w:rsidR="00DA603A" w:rsidRPr="00882504" w:rsidRDefault="00DA603A" w:rsidP="00DA603A">
      <w:pPr>
        <w:tabs>
          <w:tab w:val="left" w:pos="2268"/>
        </w:tabs>
        <w:suppressAutoHyphens w:val="0"/>
        <w:spacing w:before="120" w:after="120" w:line="240" w:lineRule="auto"/>
        <w:ind w:left="2268" w:right="1134" w:hanging="1134"/>
        <w:jc w:val="both"/>
      </w:pPr>
      <w:r w:rsidRPr="00882504">
        <w:t>2.34</w:t>
      </w:r>
      <w:r w:rsidR="00AD22AE" w:rsidRPr="00882504">
        <w:t>.</w:t>
      </w:r>
      <w:r w:rsidRPr="00882504">
        <w:tab/>
      </w:r>
      <w:r w:rsidR="00A50582" w:rsidRPr="00882504">
        <w:t>"</w:t>
      </w:r>
      <w:r w:rsidRPr="00882504">
        <w:rPr>
          <w:i/>
          <w:iCs/>
        </w:rPr>
        <w:t>Stability control</w:t>
      </w:r>
      <w:r w:rsidR="00A50582" w:rsidRPr="00882504">
        <w:t>"</w:t>
      </w:r>
      <w:r w:rsidRPr="00882504">
        <w:t xml:space="preserve"> means any device that complies with national, </w:t>
      </w:r>
      <w:r w:rsidR="00A50582" w:rsidRPr="00882504">
        <w:t>"</w:t>
      </w:r>
      <w:r w:rsidRPr="00882504">
        <w:t>Electronic stability control systems</w:t>
      </w:r>
      <w:r w:rsidR="00A50582" w:rsidRPr="00882504">
        <w:t>"</w:t>
      </w:r>
      <w:r w:rsidRPr="00882504">
        <w:t>.</w:t>
      </w:r>
    </w:p>
    <w:p w14:paraId="3D440C61" w14:textId="712CE4BC" w:rsidR="00DA603A" w:rsidRPr="00882504" w:rsidRDefault="00DA603A" w:rsidP="00DA603A">
      <w:pPr>
        <w:tabs>
          <w:tab w:val="left" w:pos="2268"/>
        </w:tabs>
        <w:suppressAutoHyphens w:val="0"/>
        <w:spacing w:before="120" w:after="120" w:line="240" w:lineRule="auto"/>
        <w:ind w:left="2268" w:right="1134" w:hanging="1134"/>
        <w:jc w:val="both"/>
      </w:pPr>
      <w:r w:rsidRPr="00882504">
        <w:t>2.35</w:t>
      </w:r>
      <w:r w:rsidR="00AD22AE" w:rsidRPr="00882504">
        <w:t>.</w:t>
      </w:r>
      <w:r w:rsidRPr="00882504">
        <w:tab/>
      </w:r>
      <w:r w:rsidR="00A50582" w:rsidRPr="00882504">
        <w:t>"</w:t>
      </w:r>
      <w:r w:rsidRPr="00882504">
        <w:rPr>
          <w:i/>
          <w:iCs/>
        </w:rPr>
        <w:t>Steering input</w:t>
      </w:r>
      <w:r w:rsidR="00A50582" w:rsidRPr="00882504">
        <w:t>"</w:t>
      </w:r>
      <w:r w:rsidRPr="00882504">
        <w:t xml:space="preserve"> means the angular displacement of the steering wheel measured from the straight-ahead position (position corresponding to zero average steer angle of a pair of steered wheels).</w:t>
      </w:r>
    </w:p>
    <w:p w14:paraId="769BB449" w14:textId="1C5B5227" w:rsidR="00DA603A" w:rsidRPr="00882504" w:rsidRDefault="00914954" w:rsidP="00DA603A">
      <w:pPr>
        <w:tabs>
          <w:tab w:val="left" w:pos="2268"/>
        </w:tabs>
        <w:suppressAutoHyphens w:val="0"/>
        <w:spacing w:before="120" w:after="120" w:line="240" w:lineRule="auto"/>
        <w:ind w:left="2268" w:right="1134" w:hanging="1134"/>
        <w:jc w:val="both"/>
      </w:pPr>
      <w:r w:rsidRPr="00882504">
        <w:t>[</w:t>
      </w:r>
      <w:r w:rsidR="00DA603A" w:rsidRPr="00882504">
        <w:t>2.36</w:t>
      </w:r>
      <w:r w:rsidR="00AD22AE" w:rsidRPr="00882504">
        <w:t>.</w:t>
      </w:r>
      <w:r w:rsidR="00DA603A" w:rsidRPr="00882504">
        <w:tab/>
      </w:r>
      <w:r w:rsidR="00A50582" w:rsidRPr="00882504">
        <w:t>"</w:t>
      </w:r>
      <w:r w:rsidR="00DA603A" w:rsidRPr="00882504">
        <w:rPr>
          <w:i/>
          <w:iCs/>
        </w:rPr>
        <w:t>Suppression switch status</w:t>
      </w:r>
      <w:r w:rsidR="00A50582" w:rsidRPr="00882504">
        <w:t>"</w:t>
      </w:r>
      <w:r w:rsidR="00DA603A" w:rsidRPr="00882504">
        <w:t xml:space="preserve"> means the status of the switch indicating whether an air bag suppression system is on or off.</w:t>
      </w:r>
      <w:r w:rsidRPr="00882504">
        <w:t>]</w:t>
      </w:r>
    </w:p>
    <w:p w14:paraId="4E60468F" w14:textId="11C3C9F5" w:rsidR="00DA603A" w:rsidRPr="00882504" w:rsidRDefault="00914954" w:rsidP="00DA603A">
      <w:pPr>
        <w:tabs>
          <w:tab w:val="left" w:pos="2268"/>
        </w:tabs>
        <w:suppressAutoHyphens w:val="0"/>
        <w:spacing w:before="120" w:after="120" w:line="240" w:lineRule="auto"/>
        <w:ind w:left="2268" w:right="1134" w:hanging="1134"/>
        <w:jc w:val="both"/>
      </w:pPr>
      <w:r w:rsidRPr="00882504">
        <w:t>[</w:t>
      </w:r>
      <w:r w:rsidR="00DA603A" w:rsidRPr="00882504">
        <w:t>2.37</w:t>
      </w:r>
      <w:r w:rsidR="00AD22AE" w:rsidRPr="00882504">
        <w:t>.</w:t>
      </w:r>
      <w:r w:rsidR="00DA603A" w:rsidRPr="00882504">
        <w:tab/>
      </w:r>
      <w:r w:rsidR="00A50582" w:rsidRPr="00882504">
        <w:t>"</w:t>
      </w:r>
      <w:r w:rsidR="00DA603A" w:rsidRPr="00882504">
        <w:rPr>
          <w:i/>
          <w:iCs/>
        </w:rPr>
        <w:t xml:space="preserve">Time from event 1 </w:t>
      </w:r>
      <w:proofErr w:type="spellStart"/>
      <w:r w:rsidR="00DA603A" w:rsidRPr="00882504">
        <w:rPr>
          <w:i/>
          <w:iCs/>
        </w:rPr>
        <w:t xml:space="preserve">to </w:t>
      </w:r>
      <w:r w:rsidR="00481A36" w:rsidRPr="00882504">
        <w:rPr>
          <w:b/>
          <w:bCs/>
          <w:i/>
          <w:iCs/>
        </w:rPr>
        <w:t>n</w:t>
      </w:r>
      <w:proofErr w:type="spellEnd"/>
      <w:r w:rsidR="00481A36" w:rsidRPr="00882504">
        <w:rPr>
          <w:i/>
          <w:iCs/>
        </w:rPr>
        <w:t xml:space="preserve"> </w:t>
      </w:r>
      <w:r w:rsidR="00DA603A" w:rsidRPr="00882504">
        <w:rPr>
          <w:i/>
          <w:iCs/>
          <w:strike/>
        </w:rPr>
        <w:t>2</w:t>
      </w:r>
      <w:r w:rsidR="00A50582" w:rsidRPr="00882504">
        <w:t>"</w:t>
      </w:r>
      <w:r w:rsidR="00DA603A" w:rsidRPr="00882504">
        <w:t xml:space="preserve"> means the elapsed time from time zero of the first event to time zero of the </w:t>
      </w:r>
      <w:r w:rsidR="00481A36" w:rsidRPr="00882504">
        <w:rPr>
          <w:b/>
          <w:bCs/>
          <w:i/>
          <w:iCs/>
        </w:rPr>
        <w:t>nth</w:t>
      </w:r>
      <w:r w:rsidR="00481A36" w:rsidRPr="00882504">
        <w:t xml:space="preserve"> </w:t>
      </w:r>
      <w:r w:rsidR="00DA603A" w:rsidRPr="00882504">
        <w:rPr>
          <w:strike/>
        </w:rPr>
        <w:t>second</w:t>
      </w:r>
      <w:r w:rsidR="00DA603A" w:rsidRPr="00882504">
        <w:t xml:space="preserve"> event.</w:t>
      </w:r>
      <w:r w:rsidRPr="00882504">
        <w:t>]</w:t>
      </w:r>
    </w:p>
    <w:p w14:paraId="5E7FC778" w14:textId="6326F127" w:rsidR="00DA603A" w:rsidRPr="00882504" w:rsidRDefault="00DA603A" w:rsidP="00DA603A">
      <w:pPr>
        <w:tabs>
          <w:tab w:val="left" w:pos="2268"/>
        </w:tabs>
        <w:suppressAutoHyphens w:val="0"/>
        <w:spacing w:before="120" w:after="120" w:line="240" w:lineRule="auto"/>
        <w:ind w:left="2268" w:right="1134" w:hanging="1134"/>
        <w:jc w:val="both"/>
      </w:pPr>
      <w:r w:rsidRPr="00882504">
        <w:t>2.38</w:t>
      </w:r>
      <w:r w:rsidR="00AD22AE" w:rsidRPr="00882504">
        <w:t>.</w:t>
      </w:r>
      <w:r w:rsidRPr="00882504">
        <w:tab/>
      </w:r>
      <w:r w:rsidR="00A50582" w:rsidRPr="00882504">
        <w:t>"</w:t>
      </w:r>
      <w:r w:rsidRPr="00882504">
        <w:rPr>
          <w:i/>
          <w:iCs/>
        </w:rPr>
        <w:t>Time, maximum delta–V, lateral</w:t>
      </w:r>
      <w:r w:rsidR="00A50582" w:rsidRPr="00882504">
        <w:t>"</w:t>
      </w:r>
      <w:r w:rsidRPr="00882504">
        <w:t xml:space="preserve"> means the time from crash time zero to the point where the maximum value of the cumulative change in velocity is found, as recorded by the EDR, along the lateral axis.</w:t>
      </w:r>
    </w:p>
    <w:p w14:paraId="67143988" w14:textId="67FE606C" w:rsidR="00DA603A" w:rsidRPr="00882504" w:rsidRDefault="00DA603A" w:rsidP="00DA603A">
      <w:pPr>
        <w:tabs>
          <w:tab w:val="left" w:pos="2268"/>
        </w:tabs>
        <w:suppressAutoHyphens w:val="0"/>
        <w:spacing w:before="120" w:after="120" w:line="240" w:lineRule="auto"/>
        <w:ind w:left="2268" w:right="1134" w:hanging="1134"/>
        <w:jc w:val="both"/>
      </w:pPr>
      <w:r w:rsidRPr="00882504">
        <w:t>2.39</w:t>
      </w:r>
      <w:r w:rsidR="00AD22AE" w:rsidRPr="00882504">
        <w:t>.</w:t>
      </w:r>
      <w:r w:rsidRPr="00882504">
        <w:tab/>
      </w:r>
      <w:r w:rsidR="00A50582" w:rsidRPr="00882504">
        <w:t>"</w:t>
      </w:r>
      <w:r w:rsidRPr="00882504">
        <w:rPr>
          <w:i/>
          <w:iCs/>
        </w:rPr>
        <w:t>Time, maximum delta-V, longitudinal</w:t>
      </w:r>
      <w:r w:rsidR="00A50582" w:rsidRPr="00882504">
        <w:t>"</w:t>
      </w:r>
      <w:r w:rsidRPr="00882504">
        <w:t xml:space="preserve"> means the time from crash time zero to the point where the maximum value of the cumulative change in velocity is found, as recorded by the EDR, along the longitudinal axis.</w:t>
      </w:r>
    </w:p>
    <w:p w14:paraId="0DF008AD" w14:textId="24C607B9" w:rsidR="00DA603A" w:rsidRPr="00882504" w:rsidRDefault="00DA603A" w:rsidP="00DA603A">
      <w:pPr>
        <w:tabs>
          <w:tab w:val="left" w:pos="2268"/>
        </w:tabs>
        <w:suppressAutoHyphens w:val="0"/>
        <w:spacing w:before="120" w:after="120" w:line="240" w:lineRule="auto"/>
        <w:ind w:left="2268" w:right="1134" w:hanging="1134"/>
        <w:jc w:val="both"/>
      </w:pPr>
      <w:r w:rsidRPr="00882504">
        <w:t>2.40</w:t>
      </w:r>
      <w:r w:rsidR="00AD22AE" w:rsidRPr="00882504">
        <w:t>.</w:t>
      </w:r>
      <w:r w:rsidRPr="00882504">
        <w:tab/>
      </w:r>
      <w:r w:rsidR="00A50582" w:rsidRPr="00882504">
        <w:t>"</w:t>
      </w:r>
      <w:r w:rsidRPr="00882504">
        <w:rPr>
          <w:i/>
          <w:iCs/>
        </w:rPr>
        <w:t>Time, maximum delta–V, resultant</w:t>
      </w:r>
      <w:r w:rsidR="00A50582" w:rsidRPr="00882504">
        <w:t>"</w:t>
      </w:r>
      <w:r w:rsidRPr="00882504">
        <w:t xml:space="preserve"> means the time from crash time zero to the point where the maximum delta–V resultant occurs, as recorded by the EDR or processed during data download.</w:t>
      </w:r>
    </w:p>
    <w:p w14:paraId="4C898866" w14:textId="5C22FAAE" w:rsidR="00DA603A" w:rsidRPr="00882504" w:rsidRDefault="00DA603A" w:rsidP="00DA603A">
      <w:pPr>
        <w:tabs>
          <w:tab w:val="left" w:pos="2268"/>
        </w:tabs>
        <w:suppressAutoHyphens w:val="0"/>
        <w:spacing w:before="120" w:after="120" w:line="240" w:lineRule="auto"/>
        <w:ind w:left="2268" w:right="1134" w:hanging="1134"/>
        <w:jc w:val="both"/>
      </w:pPr>
      <w:r w:rsidRPr="00882504">
        <w:t>2.41</w:t>
      </w:r>
      <w:r w:rsidR="00AD22AE" w:rsidRPr="00882504">
        <w:t>.</w:t>
      </w:r>
      <w:r w:rsidRPr="00882504">
        <w:tab/>
      </w:r>
      <w:r w:rsidR="00A50582" w:rsidRPr="00882504">
        <w:t>"</w:t>
      </w:r>
      <w:r w:rsidRPr="00882504">
        <w:rPr>
          <w:i/>
          <w:iCs/>
        </w:rPr>
        <w:t>Time to deploy, pretensioner</w:t>
      </w:r>
      <w:r w:rsidR="00A50582" w:rsidRPr="00882504">
        <w:t>"</w:t>
      </w:r>
      <w:r w:rsidRPr="00882504">
        <w:t xml:space="preserve"> means the elapsed time from crash time zero to the deployment command for the safety belt pretensioner (for both driver and front passenger).</w:t>
      </w:r>
    </w:p>
    <w:p w14:paraId="534289B2" w14:textId="44F7C113" w:rsidR="00DA603A" w:rsidRPr="00882504" w:rsidRDefault="00DA603A" w:rsidP="00DA603A">
      <w:pPr>
        <w:tabs>
          <w:tab w:val="left" w:pos="2268"/>
        </w:tabs>
        <w:suppressAutoHyphens w:val="0"/>
        <w:spacing w:before="120" w:after="120" w:line="240" w:lineRule="auto"/>
        <w:ind w:left="2268" w:right="1134" w:hanging="1134"/>
        <w:jc w:val="both"/>
      </w:pPr>
      <w:r w:rsidRPr="00882504">
        <w:t>2.42</w:t>
      </w:r>
      <w:r w:rsidR="00AD22AE" w:rsidRPr="00882504">
        <w:t>.</w:t>
      </w:r>
      <w:r w:rsidRPr="00882504">
        <w:tab/>
      </w:r>
      <w:r w:rsidR="00A50582" w:rsidRPr="00882504">
        <w:t>"</w:t>
      </w:r>
      <w:r w:rsidRPr="00882504">
        <w:rPr>
          <w:i/>
          <w:iCs/>
        </w:rPr>
        <w:t>Time to deploy, side air bag/curtain</w:t>
      </w:r>
      <w:r w:rsidR="00A50582" w:rsidRPr="00882504">
        <w:t>"</w:t>
      </w:r>
      <w:r w:rsidRPr="00882504">
        <w:t xml:space="preserve"> means the elapsed time from crash time zero to the deployment command for a side air bag or a side curtain/tube air bag (for both driver and front passenger). </w:t>
      </w:r>
    </w:p>
    <w:p w14:paraId="3AA946EF" w14:textId="6FB6C3E6" w:rsidR="00DA603A" w:rsidRPr="00882504" w:rsidRDefault="00DA603A" w:rsidP="00DA603A">
      <w:pPr>
        <w:tabs>
          <w:tab w:val="left" w:pos="2268"/>
        </w:tabs>
        <w:suppressAutoHyphens w:val="0"/>
        <w:spacing w:before="120" w:after="120" w:line="240" w:lineRule="auto"/>
        <w:ind w:left="2268" w:right="1134" w:hanging="1134"/>
        <w:jc w:val="both"/>
      </w:pPr>
      <w:r w:rsidRPr="00882504">
        <w:t>2.43</w:t>
      </w:r>
      <w:r w:rsidR="00AD22AE" w:rsidRPr="00882504">
        <w:t>.</w:t>
      </w:r>
      <w:r w:rsidRPr="00882504">
        <w:tab/>
      </w:r>
      <w:r w:rsidR="00A50582" w:rsidRPr="00882504">
        <w:t>"</w:t>
      </w:r>
      <w:r w:rsidRPr="00882504">
        <w:rPr>
          <w:i/>
          <w:iCs/>
        </w:rPr>
        <w:t>Time to first stage</w:t>
      </w:r>
      <w:r w:rsidR="00A50582" w:rsidRPr="00882504">
        <w:t>"</w:t>
      </w:r>
      <w:r w:rsidRPr="00882504">
        <w:t xml:space="preserve"> means the elapsed time between time zero and the time when the first stage of a frontal air bag is commanded to fire.</w:t>
      </w:r>
    </w:p>
    <w:p w14:paraId="0B130D6D" w14:textId="51865221" w:rsidR="00DA603A" w:rsidRPr="00882504" w:rsidRDefault="00DA603A" w:rsidP="00DA603A">
      <w:pPr>
        <w:tabs>
          <w:tab w:val="left" w:pos="2268"/>
        </w:tabs>
        <w:suppressAutoHyphens w:val="0"/>
        <w:spacing w:before="120" w:after="120" w:line="240" w:lineRule="auto"/>
        <w:ind w:left="2268" w:right="1134" w:hanging="1134"/>
        <w:jc w:val="both"/>
      </w:pPr>
      <w:r w:rsidRPr="00882504">
        <w:t>2.44</w:t>
      </w:r>
      <w:r w:rsidR="00AD22AE" w:rsidRPr="00882504">
        <w:t>.</w:t>
      </w:r>
      <w:r w:rsidRPr="00882504">
        <w:tab/>
      </w:r>
      <w:r w:rsidR="00A50582" w:rsidRPr="00882504">
        <w:t>"</w:t>
      </w:r>
      <w:r w:rsidRPr="00882504">
        <w:rPr>
          <w:i/>
          <w:iCs/>
        </w:rPr>
        <w:t>Time to nth stage</w:t>
      </w:r>
      <w:r w:rsidR="00A50582" w:rsidRPr="00882504">
        <w:t>"</w:t>
      </w:r>
      <w:r w:rsidRPr="00882504">
        <w:t xml:space="preserve"> means the elapsed time from crash time zero to the deployment command for the nth stage of a frontal air bag (for both driver and front passenger).</w:t>
      </w:r>
    </w:p>
    <w:p w14:paraId="74F6D6D3" w14:textId="3D6123D3" w:rsidR="00DA603A" w:rsidRPr="00882504" w:rsidRDefault="00DA603A" w:rsidP="00DA603A">
      <w:pPr>
        <w:tabs>
          <w:tab w:val="left" w:pos="2268"/>
        </w:tabs>
        <w:suppressAutoHyphens w:val="0"/>
        <w:spacing w:before="120" w:after="120" w:line="240" w:lineRule="auto"/>
        <w:ind w:left="2268" w:right="1134" w:hanging="1134"/>
        <w:jc w:val="both"/>
      </w:pPr>
      <w:r w:rsidRPr="00882504">
        <w:t>2.45</w:t>
      </w:r>
      <w:r w:rsidR="00AD22AE" w:rsidRPr="00882504">
        <w:t>.</w:t>
      </w:r>
      <w:r w:rsidRPr="00882504">
        <w:tab/>
        <w:t>[</w:t>
      </w:r>
      <w:r w:rsidR="00A50582" w:rsidRPr="00882504">
        <w:t>"</w:t>
      </w:r>
      <w:r w:rsidRPr="00882504">
        <w:rPr>
          <w:i/>
          <w:iCs/>
        </w:rPr>
        <w:t>Time zero</w:t>
      </w:r>
      <w:r w:rsidR="00A50582" w:rsidRPr="00882504">
        <w:t>"</w:t>
      </w:r>
      <w:r w:rsidRPr="00882504">
        <w:t xml:space="preserve"> </w:t>
      </w:r>
      <w:r w:rsidR="00981CD5" w:rsidRPr="00882504">
        <w:rPr>
          <w:b/>
          <w:bCs/>
        </w:rPr>
        <w:t>is the time reference for the EDR data timestamps of an event</w:t>
      </w:r>
      <w:r w:rsidR="00981CD5" w:rsidRPr="00882504">
        <w:t xml:space="preserve"> </w:t>
      </w:r>
      <w:r w:rsidRPr="00882504">
        <w:rPr>
          <w:strike/>
        </w:rPr>
        <w:t>means the starting point of an event</w:t>
      </w:r>
      <w:r w:rsidRPr="00882504">
        <w:t xml:space="preserve">.]  </w:t>
      </w:r>
    </w:p>
    <w:p w14:paraId="3C9C60C0" w14:textId="6F8C3A45" w:rsidR="00DA603A" w:rsidRPr="00882504" w:rsidRDefault="00DA603A" w:rsidP="00DA603A">
      <w:pPr>
        <w:tabs>
          <w:tab w:val="left" w:pos="2268"/>
        </w:tabs>
        <w:suppressAutoHyphens w:val="0"/>
        <w:spacing w:before="120" w:after="120" w:line="240" w:lineRule="auto"/>
        <w:ind w:left="2268" w:right="1134" w:hanging="1134"/>
        <w:jc w:val="both"/>
      </w:pPr>
      <w:r w:rsidRPr="00882504">
        <w:t>2.46</w:t>
      </w:r>
      <w:r w:rsidR="00AD22AE" w:rsidRPr="00882504">
        <w:t>.</w:t>
      </w:r>
      <w:r w:rsidRPr="00882504">
        <w:tab/>
      </w:r>
      <w:r w:rsidR="00A50582" w:rsidRPr="00882504">
        <w:t>"</w:t>
      </w:r>
      <w:r w:rsidRPr="00882504">
        <w:rPr>
          <w:i/>
          <w:iCs/>
        </w:rPr>
        <w:t>Trigger threshold</w:t>
      </w:r>
      <w:r w:rsidR="00A50582" w:rsidRPr="00882504">
        <w:t>"</w:t>
      </w:r>
      <w:r w:rsidRPr="00882504">
        <w:t xml:space="preserve"> means the appropriate physical parameter has met the conditions for recording an EDR event. </w:t>
      </w:r>
    </w:p>
    <w:p w14:paraId="56388894" w14:textId="71A46E83" w:rsidR="00DA603A" w:rsidRPr="00882504" w:rsidRDefault="00DA603A" w:rsidP="00DA603A">
      <w:pPr>
        <w:tabs>
          <w:tab w:val="left" w:pos="2268"/>
        </w:tabs>
        <w:suppressAutoHyphens w:val="0"/>
        <w:spacing w:before="120" w:after="120" w:line="240" w:lineRule="auto"/>
        <w:ind w:left="2268" w:right="1134" w:hanging="1134"/>
        <w:jc w:val="both"/>
        <w:rPr>
          <w:strike/>
        </w:rPr>
      </w:pPr>
      <w:r w:rsidRPr="00882504">
        <w:rPr>
          <w:strike/>
        </w:rPr>
        <w:t>[2.x</w:t>
      </w:r>
      <w:r w:rsidR="00AD22AE" w:rsidRPr="00882504">
        <w:rPr>
          <w:strike/>
        </w:rPr>
        <w:t>.</w:t>
      </w:r>
      <w:r w:rsidRPr="00882504">
        <w:rPr>
          <w:strike/>
        </w:rPr>
        <w:tab/>
      </w:r>
      <w:r w:rsidR="00A50582" w:rsidRPr="00882504">
        <w:rPr>
          <w:strike/>
        </w:rPr>
        <w:t>"</w:t>
      </w:r>
      <w:r w:rsidRPr="00882504">
        <w:rPr>
          <w:i/>
          <w:iCs/>
          <w:strike/>
        </w:rPr>
        <w:t>Unlocked event</w:t>
      </w:r>
      <w:r w:rsidR="00A50582" w:rsidRPr="00882504">
        <w:rPr>
          <w:strike/>
        </w:rPr>
        <w:t>"</w:t>
      </w:r>
      <w:r w:rsidRPr="00882504">
        <w:rPr>
          <w:strike/>
        </w:rPr>
        <w:t xml:space="preserve"> means an EDR record that does not meet the locking condition. It may be overwritten by subsequent events.]</w:t>
      </w:r>
    </w:p>
    <w:p w14:paraId="51DC8602" w14:textId="4C3084C3" w:rsidR="00DA603A" w:rsidRPr="00882504" w:rsidRDefault="00DA603A" w:rsidP="00DA603A">
      <w:pPr>
        <w:tabs>
          <w:tab w:val="left" w:pos="2268"/>
        </w:tabs>
        <w:suppressAutoHyphens w:val="0"/>
        <w:spacing w:before="120" w:after="120" w:line="240" w:lineRule="auto"/>
        <w:ind w:left="2268" w:right="1134" w:hanging="1134"/>
        <w:jc w:val="both"/>
      </w:pPr>
      <w:r w:rsidRPr="00882504">
        <w:t>2.47</w:t>
      </w:r>
      <w:r w:rsidR="00AD22AE" w:rsidRPr="00882504">
        <w:t>.</w:t>
      </w:r>
      <w:r w:rsidRPr="00882504">
        <w:tab/>
      </w:r>
      <w:r w:rsidR="00A50582" w:rsidRPr="00882504">
        <w:t>"</w:t>
      </w:r>
      <w:r w:rsidRPr="00882504">
        <w:rPr>
          <w:i/>
          <w:iCs/>
        </w:rPr>
        <w:t>Vehicle roll angle</w:t>
      </w:r>
      <w:r w:rsidR="00A50582" w:rsidRPr="00882504">
        <w:t>"</w:t>
      </w:r>
      <w:r w:rsidRPr="00882504">
        <w:t xml:space="preserve"> means the angle between the vehicle y-axis and the ground plane.</w:t>
      </w:r>
    </w:p>
    <w:p w14:paraId="140DD851" w14:textId="7A5134F4" w:rsidR="00DA603A" w:rsidRPr="00882504" w:rsidRDefault="00DA603A" w:rsidP="00DA603A">
      <w:pPr>
        <w:tabs>
          <w:tab w:val="left" w:pos="2268"/>
        </w:tabs>
        <w:suppressAutoHyphens w:val="0"/>
        <w:spacing w:before="120" w:after="120" w:line="240" w:lineRule="auto"/>
        <w:ind w:left="2268" w:right="1134" w:hanging="1134"/>
        <w:jc w:val="both"/>
      </w:pPr>
      <w:r w:rsidRPr="00882504">
        <w:lastRenderedPageBreak/>
        <w:t>2.x</w:t>
      </w:r>
      <w:r w:rsidR="00AD22AE" w:rsidRPr="00882504">
        <w:t>.</w:t>
      </w:r>
      <w:r w:rsidRPr="00882504">
        <w:tab/>
      </w:r>
      <w:r w:rsidR="00A50582" w:rsidRPr="00882504">
        <w:t>"</w:t>
      </w:r>
      <w:r w:rsidRPr="00882504">
        <w:rPr>
          <w:i/>
          <w:iCs/>
        </w:rPr>
        <w:t>Vehicle type with regard to its Event Data Recorder</w:t>
      </w:r>
      <w:r w:rsidR="00A50582" w:rsidRPr="00882504">
        <w:t>"</w:t>
      </w:r>
      <w:r w:rsidRPr="00882504">
        <w:t xml:space="preserve"> means vehicles which do not differ significantly in such essential aspects as:</w:t>
      </w:r>
    </w:p>
    <w:p w14:paraId="723049E1" w14:textId="69EACA3C" w:rsidR="00DA603A" w:rsidRPr="00882504" w:rsidRDefault="00DA603A" w:rsidP="00AD22AE">
      <w:pPr>
        <w:suppressAutoHyphens w:val="0"/>
        <w:spacing w:before="120" w:after="120" w:line="240" w:lineRule="auto"/>
        <w:ind w:left="2835" w:right="1134" w:hanging="567"/>
        <w:jc w:val="both"/>
      </w:pPr>
      <w:r w:rsidRPr="00882504">
        <w:t xml:space="preserve">(a) </w:t>
      </w:r>
      <w:r w:rsidRPr="00882504">
        <w:tab/>
      </w:r>
      <w:r w:rsidR="00AD22AE" w:rsidRPr="00882504">
        <w:t>T</w:t>
      </w:r>
      <w:r w:rsidRPr="00882504">
        <w:t>he manufacturer’s trade name or mark;</w:t>
      </w:r>
    </w:p>
    <w:p w14:paraId="418F2E41" w14:textId="7FE2D3E0" w:rsidR="00DA603A" w:rsidRPr="00882504" w:rsidRDefault="00DA603A" w:rsidP="00AD22AE">
      <w:pPr>
        <w:suppressAutoHyphens w:val="0"/>
        <w:spacing w:before="120" w:after="120" w:line="240" w:lineRule="auto"/>
        <w:ind w:left="2835" w:right="1134" w:hanging="567"/>
        <w:jc w:val="both"/>
      </w:pPr>
      <w:r w:rsidRPr="00882504">
        <w:t>(b)</w:t>
      </w:r>
      <w:r w:rsidRPr="00882504">
        <w:tab/>
      </w:r>
      <w:r w:rsidR="00AD22AE" w:rsidRPr="00882504">
        <w:t>V</w:t>
      </w:r>
      <w:r w:rsidRPr="00882504">
        <w:t xml:space="preserve">ehicle features which significantly influence the performances of the </w:t>
      </w:r>
      <w:r w:rsidRPr="00882504">
        <w:br/>
        <w:t>EDR;</w:t>
      </w:r>
      <w:r w:rsidR="00981CD5" w:rsidRPr="00882504">
        <w:t xml:space="preserve"> </w:t>
      </w:r>
      <w:r w:rsidR="00981CD5" w:rsidRPr="00882504">
        <w:rPr>
          <w:b/>
          <w:bCs/>
        </w:rPr>
        <w:t>Addition of new trigger(s), new data (elements), or modification in their format, shall not be considered as “significantly influencing the performance of EDR”;</w:t>
      </w:r>
      <w:r w:rsidR="00981CD5" w:rsidRPr="00882504">
        <w:t xml:space="preserve"> </w:t>
      </w:r>
    </w:p>
    <w:p w14:paraId="2CEE54A6" w14:textId="186967E2" w:rsidR="00DA603A" w:rsidRPr="00882504" w:rsidRDefault="00DA603A" w:rsidP="00AD22AE">
      <w:pPr>
        <w:suppressAutoHyphens w:val="0"/>
        <w:spacing w:before="120" w:after="120" w:line="240" w:lineRule="auto"/>
        <w:ind w:left="2835" w:right="1134" w:hanging="567"/>
        <w:jc w:val="both"/>
      </w:pPr>
      <w:r w:rsidRPr="00882504">
        <w:t>(c)</w:t>
      </w:r>
      <w:r w:rsidRPr="00882504">
        <w:tab/>
      </w:r>
      <w:r w:rsidR="00AD22AE" w:rsidRPr="00882504">
        <w:t>T</w:t>
      </w:r>
      <w:r w:rsidRPr="00882504">
        <w:t xml:space="preserve">he main </w:t>
      </w:r>
      <w:r w:rsidRPr="00882504">
        <w:rPr>
          <w:lang w:val="en-US"/>
        </w:rPr>
        <w:t xml:space="preserve">characteristics and </w:t>
      </w:r>
      <w:r w:rsidRPr="00882504">
        <w:t>design of the EDR.</w:t>
      </w:r>
    </w:p>
    <w:p w14:paraId="4E322066" w14:textId="37A988E8" w:rsidR="00DA603A" w:rsidRPr="00882504" w:rsidRDefault="00DA603A" w:rsidP="00DA603A">
      <w:pPr>
        <w:tabs>
          <w:tab w:val="left" w:pos="2268"/>
        </w:tabs>
        <w:suppressAutoHyphens w:val="0"/>
        <w:spacing w:before="120" w:after="120" w:line="240" w:lineRule="auto"/>
        <w:ind w:left="2268" w:right="1134" w:hanging="1134"/>
        <w:jc w:val="both"/>
      </w:pPr>
      <w:r w:rsidRPr="00882504">
        <w:t>2.48</w:t>
      </w:r>
      <w:r w:rsidR="00AD22AE" w:rsidRPr="00882504">
        <w:t>.</w:t>
      </w:r>
      <w:r w:rsidRPr="00882504">
        <w:tab/>
      </w:r>
      <w:r w:rsidR="00A50582" w:rsidRPr="00882504">
        <w:t>"</w:t>
      </w:r>
      <w:r w:rsidRPr="00882504">
        <w:rPr>
          <w:i/>
          <w:iCs/>
        </w:rPr>
        <w:t>Volatile memory</w:t>
      </w:r>
      <w:r w:rsidR="00A50582" w:rsidRPr="00882504">
        <w:t>"</w:t>
      </w:r>
      <w:r w:rsidRPr="00882504">
        <w:t xml:space="preserve"> means the memory reserved for buffering of captured EDR data. The memory is not capable of retaining data in a semi-permanent fashion. Data captured in volatile memory is continuously overwritten and is not retained in the event of a power loss or retrievable with EDR data extraction tools.</w:t>
      </w:r>
    </w:p>
    <w:p w14:paraId="7081E44F" w14:textId="2BE27730" w:rsidR="00557855" w:rsidRPr="00882504" w:rsidRDefault="00557855" w:rsidP="00557855">
      <w:pPr>
        <w:tabs>
          <w:tab w:val="left" w:pos="2268"/>
        </w:tabs>
        <w:suppressAutoHyphens w:val="0"/>
        <w:spacing w:before="120" w:after="120" w:line="240" w:lineRule="auto"/>
        <w:ind w:left="2268" w:right="1134" w:hanging="1134"/>
        <w:jc w:val="both"/>
        <w:rPr>
          <w:b/>
          <w:bCs/>
          <w:color w:val="000000"/>
        </w:rPr>
      </w:pPr>
      <w:r w:rsidRPr="00882504">
        <w:rPr>
          <w:b/>
          <w:bCs/>
          <w:color w:val="000000"/>
        </w:rPr>
        <w:t>2.x.</w:t>
      </w:r>
      <w:r w:rsidRPr="00882504">
        <w:rPr>
          <w:b/>
          <w:bCs/>
          <w:color w:val="000000"/>
        </w:rPr>
        <w:tab/>
        <w:t>“Vulnerable road use</w:t>
      </w:r>
      <w:r w:rsidR="00487292" w:rsidRPr="00882504">
        <w:rPr>
          <w:b/>
          <w:bCs/>
          <w:color w:val="000000"/>
        </w:rPr>
        <w:t>r</w:t>
      </w:r>
      <w:r w:rsidRPr="00882504">
        <w:rPr>
          <w:b/>
          <w:bCs/>
          <w:color w:val="000000"/>
        </w:rPr>
        <w:t xml:space="preserve"> secondary safety system” means a deployable vehicle system outside the occupant compartment designed to mitigate injury consequences to vulnerable road users during a collision.</w:t>
      </w:r>
    </w:p>
    <w:p w14:paraId="4220A1E9" w14:textId="77777777" w:rsidR="00557855" w:rsidRPr="00882504" w:rsidRDefault="00557855" w:rsidP="00557855">
      <w:pPr>
        <w:tabs>
          <w:tab w:val="left" w:pos="2268"/>
        </w:tabs>
        <w:suppressAutoHyphens w:val="0"/>
        <w:spacing w:before="120" w:after="120" w:line="240" w:lineRule="auto"/>
        <w:ind w:left="2268" w:right="1134" w:hanging="1134"/>
        <w:jc w:val="both"/>
        <w:rPr>
          <w:strike/>
          <w:color w:val="000000"/>
        </w:rPr>
      </w:pPr>
      <w:r w:rsidRPr="00882504">
        <w:rPr>
          <w:strike/>
          <w:color w:val="000000"/>
        </w:rPr>
        <w:t>2.x.</w:t>
      </w:r>
      <w:r w:rsidRPr="00882504">
        <w:rPr>
          <w:strike/>
          <w:color w:val="000000"/>
        </w:rPr>
        <w:tab/>
        <w:t>"</w:t>
      </w:r>
      <w:r w:rsidRPr="00882504">
        <w:rPr>
          <w:i/>
          <w:iCs/>
          <w:strike/>
          <w:color w:val="000000"/>
        </w:rPr>
        <w:t>Vulnerable road user (VRU)</w:t>
      </w:r>
      <w:r w:rsidRPr="00882504">
        <w:rPr>
          <w:strike/>
          <w:color w:val="000000"/>
        </w:rPr>
        <w:t>" means a person using no vehicle, such as a pedestrian, or using a vehicle without protective occupant compartment, such as a pedal cyclist, micro-vehicle user or motorcyclist.</w:t>
      </w:r>
    </w:p>
    <w:p w14:paraId="66917254" w14:textId="622D66BE" w:rsidR="00DA603A" w:rsidRPr="00882504" w:rsidRDefault="00DA603A" w:rsidP="00DA603A">
      <w:pPr>
        <w:tabs>
          <w:tab w:val="left" w:pos="2268"/>
        </w:tabs>
        <w:suppressAutoHyphens w:val="0"/>
        <w:spacing w:before="120" w:after="120" w:line="240" w:lineRule="auto"/>
        <w:ind w:left="2268" w:right="1134" w:hanging="1134"/>
        <w:jc w:val="both"/>
      </w:pPr>
      <w:r w:rsidRPr="00882504">
        <w:t>2.49</w:t>
      </w:r>
      <w:r w:rsidR="00AD22AE" w:rsidRPr="00882504">
        <w:t>.</w:t>
      </w:r>
      <w:r w:rsidRPr="00882504">
        <w:tab/>
      </w:r>
      <w:r w:rsidR="00A50582" w:rsidRPr="00882504">
        <w:t>"</w:t>
      </w:r>
      <w:r w:rsidRPr="00882504">
        <w:rPr>
          <w:i/>
          <w:iCs/>
        </w:rPr>
        <w:t>X-direction</w:t>
      </w:r>
      <w:r w:rsidR="00A50582" w:rsidRPr="00882504">
        <w:t>"</w:t>
      </w:r>
      <w:r w:rsidRPr="00882504">
        <w:t xml:space="preserve"> means in the direction of the vehicle’s X-axis, which is parallel to the vehicle's longitudinal </w:t>
      </w:r>
      <w:proofErr w:type="spellStart"/>
      <w:r w:rsidRPr="00882504">
        <w:t>centerline</w:t>
      </w:r>
      <w:proofErr w:type="spellEnd"/>
      <w:r w:rsidRPr="00882504">
        <w:t>. The X-direction is positive in the direction of forward vehicle travel.</w:t>
      </w:r>
    </w:p>
    <w:p w14:paraId="74DBF9D2" w14:textId="02CB73C0" w:rsidR="00DA603A" w:rsidRPr="00882504" w:rsidRDefault="00DA603A" w:rsidP="00DA603A">
      <w:pPr>
        <w:tabs>
          <w:tab w:val="left" w:pos="2268"/>
        </w:tabs>
        <w:suppressAutoHyphens w:val="0"/>
        <w:spacing w:before="120" w:after="120" w:line="240" w:lineRule="auto"/>
        <w:ind w:left="2268" w:right="1134" w:hanging="1134"/>
        <w:jc w:val="both"/>
      </w:pPr>
      <w:r w:rsidRPr="00882504">
        <w:t>2.50</w:t>
      </w:r>
      <w:r w:rsidR="00AD22AE" w:rsidRPr="00882504">
        <w:t>.</w:t>
      </w:r>
      <w:r w:rsidRPr="00882504">
        <w:tab/>
      </w:r>
      <w:r w:rsidR="00A50582" w:rsidRPr="00882504">
        <w:t>"</w:t>
      </w:r>
      <w:r w:rsidRPr="00882504">
        <w:rPr>
          <w:i/>
          <w:iCs/>
        </w:rPr>
        <w:t>Y-direction</w:t>
      </w:r>
      <w:r w:rsidR="00A50582" w:rsidRPr="00882504">
        <w:t>"</w:t>
      </w:r>
      <w:r w:rsidRPr="00882504">
        <w:t xml:space="preserve"> means in the direction of the vehicle’s Y-axis, which is perpendicular to its X-axis and in the same horizontal plane as that axis. The Y-direction is positive from left to right, from the perspective of the driver when seated in the vehicle facing the direction of forward vehicle travel.</w:t>
      </w:r>
    </w:p>
    <w:p w14:paraId="360BF06A" w14:textId="52242F5E" w:rsidR="00DA603A" w:rsidRPr="00882504" w:rsidRDefault="00DA603A" w:rsidP="00DA603A">
      <w:pPr>
        <w:tabs>
          <w:tab w:val="left" w:pos="2268"/>
        </w:tabs>
        <w:suppressAutoHyphens w:val="0"/>
        <w:spacing w:before="120" w:after="120" w:line="240" w:lineRule="auto"/>
        <w:ind w:left="2268" w:right="1134" w:hanging="1134"/>
        <w:jc w:val="both"/>
      </w:pPr>
      <w:r w:rsidRPr="00882504">
        <w:t>2.51</w:t>
      </w:r>
      <w:r w:rsidR="00AD22AE" w:rsidRPr="00882504">
        <w:t>.</w:t>
      </w:r>
      <w:r w:rsidRPr="00882504">
        <w:tab/>
      </w:r>
      <w:r w:rsidR="00A50582" w:rsidRPr="00882504">
        <w:t>"</w:t>
      </w:r>
      <w:r w:rsidRPr="00882504">
        <w:rPr>
          <w:i/>
          <w:iCs/>
        </w:rPr>
        <w:t>Z-direction</w:t>
      </w:r>
      <w:r w:rsidR="00A50582" w:rsidRPr="00882504">
        <w:t>"</w:t>
      </w:r>
      <w:r w:rsidRPr="00882504">
        <w:t xml:space="preserve"> means in the direction of the vehicle’s Z-axis, which is perpendicular to the X and Y-axes. The Z-direction is positive in a downward direction.</w:t>
      </w:r>
    </w:p>
    <w:p w14:paraId="0749EC49" w14:textId="1D466169" w:rsidR="00DA603A" w:rsidRPr="00882504" w:rsidRDefault="00AD22AE" w:rsidP="00AD22AE">
      <w:pPr>
        <w:pStyle w:val="HChG"/>
      </w:pPr>
      <w:bookmarkStart w:id="10" w:name="_Toc354410590"/>
      <w:bookmarkEnd w:id="9"/>
      <w:r w:rsidRPr="00882504">
        <w:tab/>
      </w:r>
      <w:r w:rsidRPr="00882504">
        <w:tab/>
      </w:r>
      <w:r w:rsidR="00DA603A" w:rsidRPr="00882504">
        <w:t>3.</w:t>
      </w:r>
      <w:r w:rsidR="00DA603A" w:rsidRPr="00882504">
        <w:tab/>
      </w:r>
      <w:r w:rsidRPr="00882504">
        <w:tab/>
      </w:r>
      <w:r w:rsidR="00DA603A" w:rsidRPr="00882504">
        <w:t>Application for approval</w:t>
      </w:r>
      <w:bookmarkEnd w:id="10"/>
    </w:p>
    <w:p w14:paraId="39FA5AC1" w14:textId="77777777" w:rsidR="00DA603A" w:rsidRPr="00882504" w:rsidRDefault="00DA603A" w:rsidP="00DA603A">
      <w:pPr>
        <w:tabs>
          <w:tab w:val="left" w:pos="2268"/>
        </w:tabs>
        <w:spacing w:after="120"/>
        <w:ind w:left="2268" w:right="1134" w:hanging="1134"/>
        <w:jc w:val="both"/>
      </w:pPr>
      <w:r w:rsidRPr="00882504">
        <w:t>3.1.</w:t>
      </w:r>
      <w:r w:rsidRPr="00882504">
        <w:tab/>
        <w:t xml:space="preserve">The application for approval of a vehicle type </w:t>
      </w:r>
      <w:proofErr w:type="gramStart"/>
      <w:r w:rsidRPr="00882504">
        <w:t>with regard to</w:t>
      </w:r>
      <w:proofErr w:type="gramEnd"/>
      <w:r w:rsidRPr="00882504">
        <w:t xml:space="preserve"> its EDR shall be submitted by the vehicle manufacturer or by his authorized representative</w:t>
      </w:r>
      <w:r w:rsidRPr="00882504">
        <w:rPr>
          <w:lang w:val="en-US"/>
        </w:rPr>
        <w:t xml:space="preserve"> </w:t>
      </w:r>
      <w:r w:rsidRPr="00882504">
        <w:t>to the approval authority of the Contracting Party according to the provisions of Schedule 3 of the 1958 Agreement.</w:t>
      </w:r>
    </w:p>
    <w:p w14:paraId="54786B5B" w14:textId="77777777" w:rsidR="00DA603A" w:rsidRPr="00882504" w:rsidRDefault="00DA603A" w:rsidP="00DA603A">
      <w:pPr>
        <w:tabs>
          <w:tab w:val="left" w:pos="2268"/>
        </w:tabs>
        <w:spacing w:after="120"/>
        <w:ind w:left="2268" w:right="1134" w:hanging="1134"/>
        <w:jc w:val="both"/>
      </w:pPr>
      <w:r w:rsidRPr="00882504">
        <w:t>3.2.</w:t>
      </w:r>
      <w:r w:rsidRPr="00882504">
        <w:tab/>
        <w:t>It shall be accompanied by the following documentation (a model of the information document is given in Annex 2):</w:t>
      </w:r>
    </w:p>
    <w:p w14:paraId="2ABB5707" w14:textId="77777777" w:rsidR="00DA603A" w:rsidRPr="00882504" w:rsidRDefault="00DA603A" w:rsidP="00DA603A">
      <w:pPr>
        <w:tabs>
          <w:tab w:val="left" w:pos="2268"/>
        </w:tabs>
        <w:spacing w:after="120"/>
        <w:ind w:left="2268" w:right="1134" w:hanging="1134"/>
        <w:jc w:val="both"/>
      </w:pPr>
      <w:r w:rsidRPr="00882504">
        <w:t>3.2.1.</w:t>
      </w:r>
      <w:r w:rsidRPr="00882504">
        <w:tab/>
        <w:t xml:space="preserve">A description of the vehicle type </w:t>
      </w:r>
      <w:proofErr w:type="gramStart"/>
      <w:r w:rsidRPr="00882504">
        <w:t>with regard to</w:t>
      </w:r>
      <w:proofErr w:type="gramEnd"/>
      <w:r w:rsidRPr="00882504">
        <w:t xml:space="preserve"> the items specified in paragraph 5 below, in particular related to the location of the EDR in the vehicle, the triggering parameters, storing capacity and the resistance to high deceleration and mechanical stress of a severe impact;</w:t>
      </w:r>
    </w:p>
    <w:p w14:paraId="700680A1" w14:textId="77777777" w:rsidR="00DA603A" w:rsidRPr="00882504" w:rsidRDefault="00DA603A" w:rsidP="00DA603A">
      <w:pPr>
        <w:tabs>
          <w:tab w:val="left" w:pos="2268"/>
        </w:tabs>
        <w:spacing w:after="120"/>
        <w:ind w:left="2268" w:right="1134" w:hanging="1134"/>
        <w:jc w:val="both"/>
      </w:pPr>
      <w:r w:rsidRPr="00882504">
        <w:t>3.2.2.</w:t>
      </w:r>
      <w:r w:rsidRPr="00882504">
        <w:tab/>
        <w:t>The data elements and format stored in the EDR;</w:t>
      </w:r>
    </w:p>
    <w:p w14:paraId="44819F91" w14:textId="77777777" w:rsidR="00DA603A" w:rsidRPr="00882504" w:rsidRDefault="00DA603A" w:rsidP="00DA603A">
      <w:pPr>
        <w:tabs>
          <w:tab w:val="left" w:pos="2268"/>
        </w:tabs>
        <w:spacing w:after="120"/>
        <w:ind w:left="2268" w:right="1134" w:hanging="1134"/>
        <w:jc w:val="both"/>
      </w:pPr>
      <w:r w:rsidRPr="00882504">
        <w:t>3.2.3.</w:t>
      </w:r>
      <w:r w:rsidRPr="00882504">
        <w:tab/>
        <w:t>Instructions for retrieving data from the EDR.</w:t>
      </w:r>
    </w:p>
    <w:p w14:paraId="3BD359EA" w14:textId="77777777" w:rsidR="00DA603A" w:rsidRPr="00882504" w:rsidRDefault="00DA603A" w:rsidP="00DA603A">
      <w:pPr>
        <w:tabs>
          <w:tab w:val="left" w:pos="2268"/>
        </w:tabs>
        <w:spacing w:after="120"/>
        <w:ind w:left="2268" w:right="1134" w:hanging="1134"/>
        <w:jc w:val="both"/>
      </w:pPr>
      <w:r w:rsidRPr="00882504">
        <w:t>3.3.</w:t>
      </w:r>
      <w:r w:rsidRPr="00882504">
        <w:tab/>
        <w:t>A vehicle representative of the vehicle type to be approved shall be submitted to the approval authority or its designated technical service responsible for conducting the approval tests.</w:t>
      </w:r>
    </w:p>
    <w:p w14:paraId="362D307D" w14:textId="77777777" w:rsidR="00DA603A" w:rsidRPr="00882504" w:rsidRDefault="00DA603A" w:rsidP="00DA603A">
      <w:pPr>
        <w:keepNext/>
        <w:keepLines/>
        <w:tabs>
          <w:tab w:val="left" w:pos="2268"/>
        </w:tabs>
        <w:spacing w:before="360" w:after="240" w:line="300" w:lineRule="exact"/>
        <w:ind w:left="2268" w:right="1134" w:hanging="1134"/>
        <w:rPr>
          <w:b/>
          <w:sz w:val="28"/>
        </w:rPr>
      </w:pPr>
      <w:bookmarkStart w:id="11" w:name="_Toc354410591"/>
      <w:r w:rsidRPr="00882504">
        <w:rPr>
          <w:b/>
          <w:sz w:val="28"/>
        </w:rPr>
        <w:lastRenderedPageBreak/>
        <w:t>4.</w:t>
      </w:r>
      <w:r w:rsidRPr="00882504">
        <w:rPr>
          <w:b/>
          <w:sz w:val="28"/>
        </w:rPr>
        <w:tab/>
        <w:t>Approval</w:t>
      </w:r>
      <w:bookmarkEnd w:id="11"/>
    </w:p>
    <w:p w14:paraId="7EA9F403" w14:textId="77777777" w:rsidR="00DA603A" w:rsidRPr="00882504" w:rsidRDefault="00DA603A" w:rsidP="00DA603A">
      <w:pPr>
        <w:keepNext/>
        <w:keepLines/>
        <w:spacing w:after="120"/>
        <w:ind w:left="2268" w:right="1134" w:hanging="1134"/>
        <w:jc w:val="both"/>
      </w:pPr>
      <w:r w:rsidRPr="00882504">
        <w:t>4.1.</w:t>
      </w:r>
      <w:r w:rsidRPr="00882504">
        <w:tab/>
        <w:t>If the vehicle type submitted for approval pursuant to this Regulation meets the requirements of paragraph 5. below, approval of that vehicle type shall be granted.</w:t>
      </w:r>
    </w:p>
    <w:p w14:paraId="590317AA" w14:textId="77777777" w:rsidR="00DA603A" w:rsidRPr="00882504" w:rsidRDefault="00DA603A" w:rsidP="00DA603A">
      <w:pPr>
        <w:keepNext/>
        <w:keepLines/>
        <w:spacing w:after="120"/>
        <w:ind w:left="2268" w:right="1134" w:hanging="1134"/>
        <w:jc w:val="both"/>
      </w:pPr>
      <w:r w:rsidRPr="00882504">
        <w:t>4.2.</w:t>
      </w:r>
      <w:r w:rsidRPr="00882504">
        <w:tab/>
      </w:r>
      <w:r w:rsidRPr="00882504">
        <w:rPr>
          <w:bCs/>
          <w:snapToGrid w:val="0"/>
          <w:spacing w:val="-2"/>
          <w:lang w:val="en-US"/>
        </w:rPr>
        <w:t xml:space="preserve">An approval number shall be assigned to each type approved. Its first two digits (at present </w:t>
      </w:r>
      <w:r w:rsidRPr="00882504">
        <w:rPr>
          <w:snapToGrid w:val="0"/>
          <w:spacing w:val="-2"/>
          <w:lang w:val="en-US"/>
        </w:rPr>
        <w:t>00 for the Regulation in its original form</w:t>
      </w:r>
      <w:r w:rsidRPr="00882504">
        <w:rPr>
          <w:bCs/>
          <w:snapToGrid w:val="0"/>
          <w:spacing w:val="-2"/>
          <w:lang w:val="en-US"/>
        </w:rPr>
        <w:t xml:space="preserve">) shall indicate the series </w:t>
      </w:r>
      <w:r w:rsidRPr="00882504">
        <w:rPr>
          <w:spacing w:val="-2"/>
          <w:lang w:val="en-US"/>
        </w:rPr>
        <w:t>of amendments incorporating the most recent major technical amendments made to the Regulation at the time of issue of the approval. The same Contracting Party shall not assign the same number to another type of vehicle.</w:t>
      </w:r>
    </w:p>
    <w:p w14:paraId="66AFC945" w14:textId="77777777" w:rsidR="00DA603A" w:rsidRPr="00882504" w:rsidRDefault="00DA603A" w:rsidP="00DA603A">
      <w:pPr>
        <w:spacing w:after="120"/>
        <w:ind w:left="2268" w:right="1134" w:hanging="1134"/>
        <w:jc w:val="both"/>
      </w:pPr>
      <w:r w:rsidRPr="00882504">
        <w:t>4.3.</w:t>
      </w:r>
      <w:r w:rsidRPr="00882504">
        <w:tab/>
      </w:r>
      <w:r w:rsidRPr="00882504">
        <w:rPr>
          <w:lang w:val="en-US"/>
        </w:rPr>
        <w:t xml:space="preserve">Notice of approval or of extension or of refusal </w:t>
      </w:r>
      <w:r w:rsidRPr="00882504">
        <w:t xml:space="preserve">or of withdrawal </w:t>
      </w:r>
      <w:r w:rsidRPr="00882504">
        <w:rPr>
          <w:lang w:val="en-US"/>
        </w:rPr>
        <w:t xml:space="preserve">of approval or of production definitively discontinued of a vehicle type pursuant to this Regulation shall be communicated to the Contracting Parties to the Agreement </w:t>
      </w:r>
      <w:r w:rsidRPr="00882504">
        <w:t xml:space="preserve">applying this Regulation by means of a form conforming to the model in Annex 1 </w:t>
      </w:r>
      <w:r w:rsidRPr="00882504">
        <w:rPr>
          <w:lang w:val="en-US"/>
        </w:rPr>
        <w:t xml:space="preserve">to this Regulation </w:t>
      </w:r>
      <w:r w:rsidRPr="00882504">
        <w:t>and documentation supplied by the applicant being in a format not exceeding A4 (210 × 297mm) and on an appropriate scale or electronic format.</w:t>
      </w:r>
    </w:p>
    <w:p w14:paraId="00C94738" w14:textId="77777777" w:rsidR="00DA603A" w:rsidRPr="00882504" w:rsidRDefault="00DA603A" w:rsidP="00DA603A">
      <w:pPr>
        <w:spacing w:after="120"/>
        <w:ind w:left="2268" w:right="1134" w:hanging="1134"/>
        <w:jc w:val="both"/>
      </w:pPr>
      <w:r w:rsidRPr="00882504">
        <w:t>4.4.</w:t>
      </w:r>
      <w:r w:rsidRPr="00882504">
        <w:tab/>
        <w:t>There shall be affixed, conspicuously and in a readily accessible place specified on the approval form, to every vehicle conforming to a vehicle type approved under this Regulation, an international approval mark conforming to the model described in Annex 3, consisting of either:</w:t>
      </w:r>
    </w:p>
    <w:p w14:paraId="44BDD914" w14:textId="48D6322E" w:rsidR="00DA603A" w:rsidRPr="00882504" w:rsidRDefault="00DA603A" w:rsidP="00DA603A">
      <w:pPr>
        <w:spacing w:after="120"/>
        <w:ind w:left="2268" w:right="1134" w:hanging="1134"/>
        <w:jc w:val="both"/>
      </w:pPr>
      <w:r w:rsidRPr="00882504">
        <w:t>4.4.1.</w:t>
      </w:r>
      <w:r w:rsidRPr="00882504">
        <w:tab/>
        <w:t xml:space="preserve">A circle surrounding the letter </w:t>
      </w:r>
      <w:r w:rsidR="00A50582" w:rsidRPr="00882504">
        <w:t>"</w:t>
      </w:r>
      <w:r w:rsidRPr="00882504">
        <w:t>E</w:t>
      </w:r>
      <w:r w:rsidR="00A50582" w:rsidRPr="00882504">
        <w:t>"</w:t>
      </w:r>
      <w:r w:rsidRPr="00882504">
        <w:t xml:space="preserve"> followed by:</w:t>
      </w:r>
    </w:p>
    <w:p w14:paraId="423DB4C6" w14:textId="002526AB" w:rsidR="00DA603A" w:rsidRPr="00882504" w:rsidRDefault="00DA603A" w:rsidP="00DA603A">
      <w:pPr>
        <w:tabs>
          <w:tab w:val="left" w:pos="2268"/>
        </w:tabs>
        <w:spacing w:after="120"/>
        <w:ind w:left="2835" w:right="1134" w:hanging="1701"/>
        <w:jc w:val="both"/>
      </w:pPr>
      <w:r w:rsidRPr="00882504">
        <w:tab/>
        <w:t>(a)</w:t>
      </w:r>
      <w:r w:rsidRPr="00882504">
        <w:tab/>
      </w:r>
      <w:r w:rsidR="00AD22AE" w:rsidRPr="00882504">
        <w:t>T</w:t>
      </w:r>
      <w:r w:rsidRPr="00882504">
        <w:t>he distinguishing number of the country which has granted approval;</w:t>
      </w:r>
      <w:r w:rsidRPr="00882504">
        <w:rPr>
          <w:sz w:val="18"/>
          <w:szCs w:val="18"/>
          <w:vertAlign w:val="superscript"/>
        </w:rPr>
        <w:footnoteReference w:id="6"/>
      </w:r>
      <w:r w:rsidRPr="00882504">
        <w:rPr>
          <w:vertAlign w:val="subscript"/>
        </w:rPr>
        <w:t xml:space="preserve"> </w:t>
      </w:r>
      <w:r w:rsidRPr="00882504">
        <w:t>and</w:t>
      </w:r>
    </w:p>
    <w:p w14:paraId="544CF36F" w14:textId="0B2DACAF" w:rsidR="00DA603A" w:rsidRPr="00882504" w:rsidRDefault="00DA603A" w:rsidP="00DA603A">
      <w:pPr>
        <w:tabs>
          <w:tab w:val="left" w:pos="2268"/>
        </w:tabs>
        <w:spacing w:after="120"/>
        <w:ind w:left="2835" w:right="1134" w:hanging="1701"/>
        <w:jc w:val="both"/>
      </w:pPr>
      <w:r w:rsidRPr="00882504">
        <w:tab/>
        <w:t>(b)</w:t>
      </w:r>
      <w:r w:rsidRPr="00882504">
        <w:tab/>
      </w:r>
      <w:r w:rsidR="00AD22AE" w:rsidRPr="00882504">
        <w:t>T</w:t>
      </w:r>
      <w:r w:rsidRPr="00882504">
        <w:t xml:space="preserve">he number of this Regulation, followed by the letter </w:t>
      </w:r>
      <w:r w:rsidR="00A50582" w:rsidRPr="00882504">
        <w:t>"</w:t>
      </w:r>
      <w:r w:rsidRPr="00882504">
        <w:t>R</w:t>
      </w:r>
      <w:r w:rsidR="00A50582" w:rsidRPr="00882504">
        <w:t>"</w:t>
      </w:r>
      <w:r w:rsidRPr="00882504">
        <w:t>, a dash and the approval number to the right of the circle prescribed in this paragraph;</w:t>
      </w:r>
    </w:p>
    <w:p w14:paraId="2723CB8F" w14:textId="77777777" w:rsidR="00DA603A" w:rsidRPr="00882504" w:rsidRDefault="00DA603A" w:rsidP="00DA603A">
      <w:pPr>
        <w:tabs>
          <w:tab w:val="left" w:pos="2268"/>
        </w:tabs>
        <w:spacing w:after="120"/>
        <w:ind w:left="2835" w:right="1134" w:hanging="1701"/>
        <w:jc w:val="both"/>
      </w:pPr>
      <w:r w:rsidRPr="00882504">
        <w:tab/>
        <w:t>or</w:t>
      </w:r>
    </w:p>
    <w:p w14:paraId="2344E572" w14:textId="31D3F9F8" w:rsidR="00DA603A" w:rsidRPr="00882504" w:rsidRDefault="00DA603A" w:rsidP="00DA603A">
      <w:pPr>
        <w:spacing w:after="120"/>
        <w:ind w:left="2268" w:right="1134" w:hanging="1134"/>
        <w:jc w:val="both"/>
      </w:pPr>
      <w:r w:rsidRPr="00882504">
        <w:t>4.4.2.</w:t>
      </w:r>
      <w:r w:rsidRPr="00882504">
        <w:tab/>
        <w:t xml:space="preserve">An oval surrounding the letters </w:t>
      </w:r>
      <w:r w:rsidR="00A50582" w:rsidRPr="00882504">
        <w:t>"</w:t>
      </w:r>
      <w:r w:rsidRPr="00882504">
        <w:t>UI</w:t>
      </w:r>
      <w:r w:rsidR="00A50582" w:rsidRPr="00882504">
        <w:t>"</w:t>
      </w:r>
      <w:r w:rsidRPr="00882504">
        <w:t xml:space="preserve"> followed by the Unique Identifier.</w:t>
      </w:r>
    </w:p>
    <w:p w14:paraId="25231E9B" w14:textId="77777777" w:rsidR="00DA603A" w:rsidRPr="00882504" w:rsidRDefault="00DA603A" w:rsidP="00DA603A">
      <w:pPr>
        <w:spacing w:after="120"/>
        <w:ind w:left="2268" w:right="1134" w:hanging="1134"/>
        <w:jc w:val="both"/>
      </w:pPr>
      <w:r w:rsidRPr="00882504">
        <w:t>4.5.</w:t>
      </w:r>
      <w:r w:rsidRPr="00882504">
        <w:tab/>
        <w:t>The approval mark shall be clearly legible and be indelible.</w:t>
      </w:r>
    </w:p>
    <w:p w14:paraId="4F59F221" w14:textId="77777777" w:rsidR="00DA603A" w:rsidRPr="00882504" w:rsidRDefault="00DA603A" w:rsidP="00DA603A">
      <w:pPr>
        <w:spacing w:after="120"/>
        <w:ind w:left="2268" w:right="1134" w:hanging="1134"/>
        <w:jc w:val="both"/>
      </w:pPr>
      <w:r w:rsidRPr="00882504">
        <w:t>4.6.</w:t>
      </w:r>
      <w:r w:rsidRPr="00882504">
        <w:tab/>
        <w:t>The approval authority shall verify the existence of satisfactory arrangements for ensuring effective checks on conformity of production before type-approval is granted.</w:t>
      </w:r>
    </w:p>
    <w:p w14:paraId="48AAC350" w14:textId="77777777" w:rsidR="00DA603A" w:rsidRPr="00882504" w:rsidRDefault="00DA603A" w:rsidP="00DA603A">
      <w:pPr>
        <w:keepNext/>
        <w:keepLines/>
        <w:tabs>
          <w:tab w:val="left" w:pos="2268"/>
        </w:tabs>
        <w:spacing w:before="360" w:after="240" w:line="300" w:lineRule="exact"/>
        <w:ind w:left="2268" w:right="1134" w:hanging="1134"/>
        <w:rPr>
          <w:sz w:val="28"/>
        </w:rPr>
      </w:pPr>
      <w:bookmarkStart w:id="12" w:name="_Toc354410592"/>
      <w:r w:rsidRPr="00882504">
        <w:rPr>
          <w:b/>
          <w:sz w:val="28"/>
        </w:rPr>
        <w:t>5.</w:t>
      </w:r>
      <w:r w:rsidRPr="00882504">
        <w:rPr>
          <w:b/>
          <w:sz w:val="28"/>
        </w:rPr>
        <w:tab/>
      </w:r>
      <w:bookmarkEnd w:id="12"/>
      <w:r w:rsidRPr="00882504">
        <w:rPr>
          <w:b/>
          <w:sz w:val="28"/>
        </w:rPr>
        <w:t>Requirements</w:t>
      </w:r>
    </w:p>
    <w:p w14:paraId="5A13C068" w14:textId="77777777" w:rsidR="00DA603A" w:rsidRPr="00882504" w:rsidRDefault="00DA603A" w:rsidP="00DA603A">
      <w:pPr>
        <w:spacing w:after="120"/>
        <w:ind w:left="2268" w:right="1134" w:hanging="1134"/>
        <w:jc w:val="both"/>
      </w:pPr>
      <w:r w:rsidRPr="00882504">
        <w:tab/>
        <w:t>Requirements for vehicles equipped with an EDR include data elements, data format, data capture, and crash test performance and survivability.</w:t>
      </w:r>
    </w:p>
    <w:p w14:paraId="42C948A5" w14:textId="79EE1A08" w:rsidR="00DA603A" w:rsidRPr="00882504" w:rsidRDefault="00DA603A" w:rsidP="00DA603A">
      <w:pPr>
        <w:spacing w:after="120"/>
        <w:ind w:left="2268" w:right="1134" w:hanging="1134"/>
        <w:jc w:val="both"/>
      </w:pPr>
      <w:r w:rsidRPr="00882504">
        <w:t>5.1</w:t>
      </w:r>
      <w:r w:rsidR="00AF4085" w:rsidRPr="00882504">
        <w:t>.</w:t>
      </w:r>
      <w:r w:rsidRPr="00882504">
        <w:tab/>
        <w:t xml:space="preserve">Data elements </w:t>
      </w:r>
    </w:p>
    <w:p w14:paraId="3EF4CD3D" w14:textId="73136881" w:rsidR="00DA603A" w:rsidRPr="00882504" w:rsidRDefault="00DA603A" w:rsidP="00DA603A">
      <w:pPr>
        <w:spacing w:after="120"/>
        <w:ind w:left="2268" w:right="1134" w:hanging="1134"/>
        <w:jc w:val="both"/>
      </w:pPr>
      <w:r w:rsidRPr="00882504">
        <w:t>5.1.1</w:t>
      </w:r>
      <w:r w:rsidR="00AF4085" w:rsidRPr="00882504">
        <w:t>.</w:t>
      </w:r>
      <w:r w:rsidRPr="00882504">
        <w:tab/>
        <w:t>Each vehicle equipped with an EDR shall record the data elements specified as mandatory and those required under specified minimum conditions during the interval/time and at the sample rate specified in Annex 4, Table 1.</w:t>
      </w:r>
    </w:p>
    <w:p w14:paraId="50727B32" w14:textId="4A9D23CF" w:rsidR="00DA603A" w:rsidRPr="00882504" w:rsidRDefault="00DA603A" w:rsidP="00DA603A">
      <w:pPr>
        <w:spacing w:after="120"/>
        <w:ind w:left="2268" w:right="1134" w:hanging="1134"/>
        <w:jc w:val="both"/>
      </w:pPr>
      <w:r w:rsidRPr="00882504">
        <w:t>5.2</w:t>
      </w:r>
      <w:r w:rsidR="00AF4085" w:rsidRPr="00882504">
        <w:t>.</w:t>
      </w:r>
      <w:r w:rsidRPr="00882504">
        <w:tab/>
        <w:t>Data format</w:t>
      </w:r>
    </w:p>
    <w:p w14:paraId="52ED056E" w14:textId="09739B49" w:rsidR="00DA603A" w:rsidRPr="00882504" w:rsidRDefault="00DA603A" w:rsidP="00DA603A">
      <w:pPr>
        <w:spacing w:after="120"/>
        <w:ind w:left="2268" w:right="1134" w:hanging="1134"/>
        <w:jc w:val="both"/>
      </w:pPr>
      <w:r w:rsidRPr="00882504">
        <w:t>5.2.1</w:t>
      </w:r>
      <w:r w:rsidR="00AF4085" w:rsidRPr="00882504">
        <w:t>.</w:t>
      </w:r>
      <w:r w:rsidRPr="00882504">
        <w:tab/>
        <w:t>Each data element recorded shall be reported in accordance with the range, accuracy, and resolution specified in Annex 4, Table 1.</w:t>
      </w:r>
    </w:p>
    <w:p w14:paraId="69F625C0" w14:textId="33190641" w:rsidR="00DA603A" w:rsidRPr="00882504" w:rsidRDefault="00DA603A" w:rsidP="00DA603A">
      <w:pPr>
        <w:spacing w:after="120"/>
        <w:ind w:left="2268" w:right="1134" w:hanging="1134"/>
        <w:jc w:val="both"/>
      </w:pPr>
      <w:r w:rsidRPr="00882504">
        <w:lastRenderedPageBreak/>
        <w:t>5.2.2</w:t>
      </w:r>
      <w:r w:rsidR="00AF4085" w:rsidRPr="00882504">
        <w:t>.</w:t>
      </w:r>
      <w:r w:rsidRPr="00882504">
        <w:tab/>
        <w:t xml:space="preserve">Acceleration Time-History data and format: the longitudinal, lateral, and normal acceleration time-history data, as applicable, shall be filtered either during the recording phase or during the data downloading phase to include: </w:t>
      </w:r>
    </w:p>
    <w:p w14:paraId="231319F5" w14:textId="6211B112" w:rsidR="00DA603A" w:rsidRPr="00882504" w:rsidRDefault="00DA603A" w:rsidP="00DA603A">
      <w:pPr>
        <w:spacing w:after="120"/>
        <w:ind w:left="2268" w:right="1134" w:hanging="1134"/>
        <w:jc w:val="both"/>
      </w:pPr>
      <w:r w:rsidRPr="00882504">
        <w:t>5.2.2.1</w:t>
      </w:r>
      <w:r w:rsidR="00AF4085" w:rsidRPr="00882504">
        <w:t>.</w:t>
      </w:r>
      <w:r w:rsidRPr="00882504">
        <w:tab/>
        <w:t xml:space="preserve">The Time Step (TS) that is the inverse of the sampling frequency of the acceleration data and which has units of seconds; </w:t>
      </w:r>
    </w:p>
    <w:p w14:paraId="2ED7925D" w14:textId="5BC2E7FD" w:rsidR="00DA603A" w:rsidRPr="00882504" w:rsidRDefault="00DA603A" w:rsidP="00DA603A">
      <w:pPr>
        <w:spacing w:after="120"/>
        <w:ind w:left="2268" w:right="1134" w:hanging="1134"/>
        <w:jc w:val="both"/>
      </w:pPr>
      <w:r w:rsidRPr="00882504">
        <w:t>5.2.2.2</w:t>
      </w:r>
      <w:r w:rsidR="00AF4085" w:rsidRPr="00882504">
        <w:t>.</w:t>
      </w:r>
      <w:r w:rsidRPr="00882504">
        <w:tab/>
        <w:t xml:space="preserve">The number of the first point (NFP), which is an integer that when multiplied by the TS equals the time relative to time zero of the first acceleration data point; </w:t>
      </w:r>
    </w:p>
    <w:p w14:paraId="1F16C2C5" w14:textId="5F4AB6B1" w:rsidR="00DA603A" w:rsidRPr="00882504" w:rsidRDefault="00DA603A" w:rsidP="00DA603A">
      <w:pPr>
        <w:spacing w:after="120"/>
        <w:ind w:left="2268" w:right="1134" w:hanging="1134"/>
        <w:jc w:val="both"/>
      </w:pPr>
      <w:r w:rsidRPr="00882504">
        <w:t>5.2.2.3</w:t>
      </w:r>
      <w:r w:rsidR="00AF4085" w:rsidRPr="00882504">
        <w:t>.</w:t>
      </w:r>
      <w:r w:rsidRPr="00882504">
        <w:tab/>
        <w:t xml:space="preserve">The number of the last point (NLP), which is an integer that when multiplied by the TS equals the time relative to time zero of the last acceleration data point; and </w:t>
      </w:r>
    </w:p>
    <w:p w14:paraId="473AAFE5" w14:textId="504F7FB6" w:rsidR="00DA603A" w:rsidRPr="00882504" w:rsidRDefault="00DA603A" w:rsidP="00DA603A">
      <w:pPr>
        <w:spacing w:after="120"/>
        <w:ind w:left="2268" w:right="1134" w:hanging="1134"/>
        <w:jc w:val="both"/>
      </w:pPr>
      <w:r w:rsidRPr="00882504">
        <w:t>5.2.2.4</w:t>
      </w:r>
      <w:r w:rsidR="00AF4085" w:rsidRPr="00882504">
        <w:t>.</w:t>
      </w:r>
      <w:r w:rsidRPr="00882504">
        <w:tab/>
        <w:t xml:space="preserve">NLP—NFP + 1 acceleration values sequentially beginning with the acceleration at time NFP * TS and continue sampling the acceleration at TS increments in time until the time NLP * TS is reached. </w:t>
      </w:r>
    </w:p>
    <w:p w14:paraId="317AC41A" w14:textId="14E35A09" w:rsidR="00DA603A" w:rsidRPr="00882504" w:rsidRDefault="00DA603A" w:rsidP="00DA603A">
      <w:pPr>
        <w:spacing w:after="120"/>
        <w:ind w:left="2268" w:right="1134" w:hanging="1134"/>
        <w:jc w:val="both"/>
      </w:pPr>
      <w:r w:rsidRPr="00882504">
        <w:t>5.3</w:t>
      </w:r>
      <w:r w:rsidR="00AF4085" w:rsidRPr="00882504">
        <w:t>.</w:t>
      </w:r>
      <w:r w:rsidRPr="00882504">
        <w:tab/>
        <w:t>Data capture</w:t>
      </w:r>
    </w:p>
    <w:p w14:paraId="4DC1E01A" w14:textId="491FE125" w:rsidR="00DA603A" w:rsidRPr="00882504" w:rsidRDefault="00DA603A" w:rsidP="00DA603A">
      <w:pPr>
        <w:spacing w:after="120"/>
        <w:ind w:left="2268" w:right="1134"/>
        <w:jc w:val="both"/>
      </w:pPr>
      <w:r w:rsidRPr="00882504">
        <w:t>The EDR shall record the captured data in the vehicle</w:t>
      </w:r>
      <w:r w:rsidR="009C73D9" w:rsidRPr="00882504">
        <w:t xml:space="preserve"> </w:t>
      </w:r>
      <w:r w:rsidR="009C73D9" w:rsidRPr="00882504">
        <w:rPr>
          <w:b/>
          <w:bCs/>
        </w:rPr>
        <w:t>and this data shall remain in the vehicle subject to the provisions of paragraph 5.3.4, until they are retrieved in compliance with national or regional legislation or they are overwritten in compliance with paragraph 5.3.4</w:t>
      </w:r>
      <w:r w:rsidRPr="00882504">
        <w:rPr>
          <w:b/>
          <w:bCs/>
        </w:rPr>
        <w:t>.</w:t>
      </w:r>
    </w:p>
    <w:p w14:paraId="21BF2A4D" w14:textId="77777777" w:rsidR="00DA603A" w:rsidRPr="00882504" w:rsidRDefault="00DA603A" w:rsidP="00DA603A">
      <w:pPr>
        <w:spacing w:after="120"/>
        <w:ind w:left="2268" w:right="1134"/>
        <w:jc w:val="both"/>
      </w:pPr>
      <w:r w:rsidRPr="00882504">
        <w:t xml:space="preserve">The EDR non-volatile memory buffer shall accommodate the data related to at least [two/three] different events. </w:t>
      </w:r>
    </w:p>
    <w:p w14:paraId="3DC6922E" w14:textId="77777777" w:rsidR="00DA603A" w:rsidRPr="00882504" w:rsidRDefault="00DA603A" w:rsidP="00DA603A">
      <w:pPr>
        <w:spacing w:after="120"/>
        <w:ind w:left="2268" w:right="1134"/>
        <w:jc w:val="both"/>
      </w:pPr>
      <w:r w:rsidRPr="00882504">
        <w:t>The data elements for every event shall be captured and recorded by the EDR, as specified in paragraph 5.1 in accordance with the following conditions and circumstances:</w:t>
      </w:r>
    </w:p>
    <w:p w14:paraId="6956EDD5" w14:textId="7101DAD7" w:rsidR="00DA603A" w:rsidRPr="00882504" w:rsidRDefault="00DA603A" w:rsidP="00DA603A">
      <w:pPr>
        <w:spacing w:after="120"/>
        <w:ind w:left="2268" w:right="1134" w:hanging="1134"/>
        <w:jc w:val="both"/>
      </w:pPr>
      <w:r w:rsidRPr="00882504">
        <w:t>5.3.1</w:t>
      </w:r>
      <w:r w:rsidR="00AF4085" w:rsidRPr="00882504">
        <w:t>.</w:t>
      </w:r>
      <w:r w:rsidRPr="00882504">
        <w:tab/>
        <w:t>Conditions for triggering recording of data</w:t>
      </w:r>
    </w:p>
    <w:p w14:paraId="46EEE38A" w14:textId="77777777" w:rsidR="00DA603A" w:rsidRPr="00882504" w:rsidRDefault="00DA603A" w:rsidP="00DA603A">
      <w:pPr>
        <w:spacing w:after="120"/>
        <w:ind w:left="2268" w:right="1134" w:hanging="1134"/>
        <w:jc w:val="both"/>
      </w:pPr>
      <w:r w:rsidRPr="00882504">
        <w:tab/>
        <w:t>An event shall be recorded by the EDR if one of the following threshold values is met or exceeded:</w:t>
      </w:r>
    </w:p>
    <w:p w14:paraId="559BF2D5" w14:textId="6F35668F" w:rsidR="00DA603A" w:rsidRPr="00882504" w:rsidRDefault="00DA603A" w:rsidP="00DA603A">
      <w:pPr>
        <w:spacing w:after="120"/>
        <w:ind w:left="2268" w:right="1134" w:hanging="1134"/>
        <w:jc w:val="both"/>
      </w:pPr>
      <w:r w:rsidRPr="00882504">
        <w:t>5.3.1.1</w:t>
      </w:r>
      <w:r w:rsidR="00AF4085" w:rsidRPr="00882504">
        <w:t>.</w:t>
      </w:r>
      <w:r w:rsidRPr="00882504">
        <w:tab/>
        <w:t xml:space="preserve">Change in longitudinal vehicle velocity more than 8 km/h within a 150 </w:t>
      </w:r>
      <w:proofErr w:type="spellStart"/>
      <w:r w:rsidRPr="00882504">
        <w:t>ms</w:t>
      </w:r>
      <w:proofErr w:type="spellEnd"/>
      <w:r w:rsidRPr="00882504">
        <w:t xml:space="preserve"> or less interval.</w:t>
      </w:r>
    </w:p>
    <w:p w14:paraId="5ABFBD14" w14:textId="6EAC70E9" w:rsidR="00DA603A" w:rsidRPr="00882504" w:rsidRDefault="00DA603A" w:rsidP="00DA603A">
      <w:pPr>
        <w:spacing w:after="120"/>
        <w:ind w:left="2268" w:right="1134" w:hanging="1134"/>
        <w:jc w:val="both"/>
      </w:pPr>
      <w:r w:rsidRPr="00882504">
        <w:t>5.3.1.2</w:t>
      </w:r>
      <w:r w:rsidR="00AF4085" w:rsidRPr="00882504">
        <w:t>.</w:t>
      </w:r>
      <w:r w:rsidRPr="00882504">
        <w:tab/>
        <w:t xml:space="preserve">Change in lateral vehicle velocity more than 8 km/h within a 150 </w:t>
      </w:r>
      <w:proofErr w:type="spellStart"/>
      <w:r w:rsidRPr="00882504">
        <w:t>ms</w:t>
      </w:r>
      <w:proofErr w:type="spellEnd"/>
      <w:r w:rsidRPr="00882504">
        <w:t xml:space="preserve"> or less interval</w:t>
      </w:r>
    </w:p>
    <w:p w14:paraId="08C59118" w14:textId="68748950" w:rsidR="00DA603A" w:rsidRPr="00882504" w:rsidRDefault="00DA603A" w:rsidP="00DA603A">
      <w:pPr>
        <w:spacing w:after="120"/>
        <w:ind w:left="2268" w:right="1134" w:hanging="1134"/>
        <w:jc w:val="both"/>
      </w:pPr>
      <w:r w:rsidRPr="00882504">
        <w:t>5.3.1.3</w:t>
      </w:r>
      <w:r w:rsidR="00AF4085" w:rsidRPr="00882504">
        <w:t>.</w:t>
      </w:r>
      <w:r w:rsidRPr="00882504">
        <w:tab/>
        <w:t>Activation of Non-reversible occupant restraint system.</w:t>
      </w:r>
    </w:p>
    <w:p w14:paraId="1E5BFD9E" w14:textId="6B12E707" w:rsidR="00DA603A" w:rsidRPr="00882504" w:rsidRDefault="00DA603A" w:rsidP="00DA603A">
      <w:pPr>
        <w:spacing w:after="120"/>
        <w:ind w:left="2268" w:right="1134" w:hanging="1134"/>
        <w:jc w:val="both"/>
      </w:pPr>
      <w:r w:rsidRPr="00882504">
        <w:t>5.3.1.4</w:t>
      </w:r>
      <w:r w:rsidR="00AF4085" w:rsidRPr="00882504">
        <w:t>.</w:t>
      </w:r>
      <w:r w:rsidRPr="00882504">
        <w:tab/>
        <w:t xml:space="preserve">Activation of </w:t>
      </w:r>
      <w:r w:rsidR="00D22531">
        <w:t>Vulnerable r</w:t>
      </w:r>
      <w:r w:rsidR="00C5004E" w:rsidRPr="00882504">
        <w:t xml:space="preserve">oad </w:t>
      </w:r>
      <w:r w:rsidR="00D22531">
        <w:t>u</w:t>
      </w:r>
      <w:r w:rsidR="00C5004E" w:rsidRPr="00882504">
        <w:t xml:space="preserve">ser </w:t>
      </w:r>
      <w:r w:rsidR="00C5004E" w:rsidRPr="00882504">
        <w:rPr>
          <w:strike/>
        </w:rPr>
        <w:t>(VRU)</w:t>
      </w:r>
      <w:r w:rsidR="00C5004E" w:rsidRPr="00882504">
        <w:t xml:space="preserve"> </w:t>
      </w:r>
      <w:r w:rsidRPr="00882504">
        <w:t xml:space="preserve">secondary safety </w:t>
      </w:r>
      <w:r w:rsidRPr="00882504">
        <w:rPr>
          <w:strike/>
        </w:rPr>
        <w:t>protection</w:t>
      </w:r>
      <w:r w:rsidRPr="00882504">
        <w:t xml:space="preserve"> system</w:t>
      </w:r>
    </w:p>
    <w:p w14:paraId="4A1D5D35" w14:textId="60370A07" w:rsidR="00DA603A" w:rsidRPr="00882504" w:rsidRDefault="00DA603A" w:rsidP="00DA603A">
      <w:pPr>
        <w:spacing w:after="120"/>
        <w:ind w:left="2268" w:right="1134"/>
        <w:jc w:val="both"/>
      </w:pPr>
      <w:r w:rsidRPr="00882504">
        <w:t xml:space="preserve">If a vehicle is not equipped with any </w:t>
      </w:r>
      <w:r w:rsidR="009C73D9" w:rsidRPr="00882504">
        <w:rPr>
          <w:b/>
          <w:bCs/>
        </w:rPr>
        <w:t>Vulnerable road user</w:t>
      </w:r>
      <w:r w:rsidR="009C73D9" w:rsidRPr="00882504">
        <w:t xml:space="preserve"> </w:t>
      </w:r>
      <w:r w:rsidRPr="00882504">
        <w:rPr>
          <w:strike/>
        </w:rPr>
        <w:t>VRU</w:t>
      </w:r>
      <w:r w:rsidRPr="00882504">
        <w:t xml:space="preserve"> secondary safety </w:t>
      </w:r>
      <w:r w:rsidRPr="00882504">
        <w:rPr>
          <w:strike/>
        </w:rPr>
        <w:t>protection</w:t>
      </w:r>
      <w:r w:rsidRPr="00882504">
        <w:t xml:space="preserve"> system, this document requires neither recording of data nor fitting of such systems.  However, if the vehicle is equipped with such a system, then it is mandatory to record the event data following activation of this system </w:t>
      </w:r>
      <w:r w:rsidRPr="00882504">
        <w:rPr>
          <w:strike/>
        </w:rPr>
        <w:t>whenever the Contracting Party so requires.</w:t>
      </w:r>
    </w:p>
    <w:p w14:paraId="638D86AE" w14:textId="68416BB5" w:rsidR="00DA603A" w:rsidRPr="00882504" w:rsidRDefault="00DA603A" w:rsidP="00DA603A">
      <w:pPr>
        <w:spacing w:after="120"/>
        <w:ind w:left="2268" w:right="1134" w:hanging="1134"/>
        <w:jc w:val="both"/>
      </w:pPr>
      <w:r w:rsidRPr="00882504">
        <w:t>5.3.2</w:t>
      </w:r>
      <w:r w:rsidR="00AF4085" w:rsidRPr="00882504">
        <w:t>.</w:t>
      </w:r>
      <w:r w:rsidRPr="00882504">
        <w:tab/>
        <w:t>Conditions for triggering locking of data</w:t>
      </w:r>
    </w:p>
    <w:p w14:paraId="4774A58A" w14:textId="77777777" w:rsidR="00DA603A" w:rsidRPr="00882504" w:rsidRDefault="00DA603A" w:rsidP="00DA603A">
      <w:pPr>
        <w:spacing w:after="120"/>
        <w:ind w:left="2268" w:right="1134" w:hanging="1134"/>
        <w:jc w:val="both"/>
      </w:pPr>
      <w:r w:rsidRPr="00882504">
        <w:tab/>
        <w:t>In the circumstances provided below, the memory for the event shall be locked to prevent any future overwriting of the data.</w:t>
      </w:r>
    </w:p>
    <w:p w14:paraId="60FF814A" w14:textId="77777777" w:rsidR="00DA603A" w:rsidRPr="00882504" w:rsidRDefault="00DA603A" w:rsidP="00DA603A">
      <w:pPr>
        <w:spacing w:after="120"/>
        <w:ind w:left="2268" w:right="1134" w:hanging="1134"/>
        <w:jc w:val="both"/>
      </w:pPr>
      <w:r w:rsidRPr="00882504">
        <w:t xml:space="preserve">5.3.2.1. </w:t>
      </w:r>
      <w:r w:rsidRPr="00882504">
        <w:tab/>
        <w:t>In all the cases where a non-reversible occupant restraint system is deployed.</w:t>
      </w:r>
    </w:p>
    <w:p w14:paraId="450FCBC6" w14:textId="4AA2CFD0" w:rsidR="00DA603A" w:rsidRPr="00882504" w:rsidRDefault="00DA603A" w:rsidP="00DA603A">
      <w:pPr>
        <w:spacing w:after="120"/>
        <w:ind w:left="2268" w:right="1134" w:hanging="1134"/>
        <w:jc w:val="both"/>
      </w:pPr>
      <w:r w:rsidRPr="00882504">
        <w:t>5.3.2.2</w:t>
      </w:r>
      <w:r w:rsidR="00AF4085" w:rsidRPr="00882504">
        <w:t>.</w:t>
      </w:r>
      <w:r w:rsidRPr="00882504">
        <w:tab/>
        <w:t xml:space="preserve">In the case of a frontal impact, if the vehicle is not equipped with a non-reversible restraint system for front impact, when the vehicle’s velocity change in x-axis direction exceeds 25 km/h within 150ms or less interval. </w:t>
      </w:r>
    </w:p>
    <w:p w14:paraId="0A09473F" w14:textId="65BB7CB7" w:rsidR="00DA603A" w:rsidRPr="00882504" w:rsidRDefault="00DA603A" w:rsidP="00DA603A">
      <w:pPr>
        <w:spacing w:after="120"/>
        <w:ind w:left="2268" w:right="1134" w:hanging="1134"/>
        <w:jc w:val="both"/>
        <w:rPr>
          <w:strike/>
        </w:rPr>
      </w:pPr>
      <w:r w:rsidRPr="00882504">
        <w:rPr>
          <w:strike/>
        </w:rPr>
        <w:t>5.3.2.3</w:t>
      </w:r>
      <w:r w:rsidR="00AF4085" w:rsidRPr="00882504">
        <w:rPr>
          <w:strike/>
        </w:rPr>
        <w:t>.</w:t>
      </w:r>
      <w:r w:rsidRPr="00882504">
        <w:rPr>
          <w:strike/>
        </w:rPr>
        <w:tab/>
        <w:t xml:space="preserve">[In the case of a rear impact, [if the vehicle is not equipped with a non-reversible restraint system for rear impact], when the vehicle’s velocity change in x-axis direction exceeds [xx] km/h within 150ms or less interval. [In circumstances, where a deployable restraint system is present the manufacturer </w:t>
      </w:r>
      <w:r w:rsidRPr="00882504">
        <w:rPr>
          <w:strike/>
        </w:rPr>
        <w:lastRenderedPageBreak/>
        <w:t>can choose whether to trigger on restraint system deployment or the conditions above.]]</w:t>
      </w:r>
    </w:p>
    <w:p w14:paraId="60D741AE" w14:textId="10FC85AC" w:rsidR="0053330D" w:rsidRPr="00882504" w:rsidRDefault="0053330D" w:rsidP="0053330D">
      <w:pPr>
        <w:spacing w:after="120"/>
        <w:ind w:left="2268" w:right="1134" w:hanging="1134"/>
        <w:jc w:val="both"/>
        <w:rPr>
          <w:color w:val="2F5496"/>
          <w:lang w:val="en-US"/>
        </w:rPr>
      </w:pPr>
      <w:r w:rsidRPr="00882504">
        <w:t>5.3.2.4.</w:t>
      </w:r>
      <w:r w:rsidRPr="00882504">
        <w:tab/>
        <w:t xml:space="preserve">Activation of </w:t>
      </w:r>
      <w:r w:rsidRPr="00882504">
        <w:rPr>
          <w:b/>
          <w:bCs/>
        </w:rPr>
        <w:t>Vulnerable road user</w:t>
      </w:r>
      <w:r w:rsidRPr="00882504">
        <w:t xml:space="preserve"> </w:t>
      </w:r>
      <w:r w:rsidRPr="00882504">
        <w:rPr>
          <w:strike/>
        </w:rPr>
        <w:t>VRU</w:t>
      </w:r>
      <w:r w:rsidRPr="00882504">
        <w:t xml:space="preserve"> secondary safety </w:t>
      </w:r>
      <w:r w:rsidRPr="00882504">
        <w:rPr>
          <w:strike/>
        </w:rPr>
        <w:t xml:space="preserve">protection </w:t>
      </w:r>
      <w:r w:rsidRPr="00882504">
        <w:t>system</w:t>
      </w:r>
    </w:p>
    <w:p w14:paraId="6DEFA2F0" w14:textId="43321633" w:rsidR="00DA603A" w:rsidRPr="00882504" w:rsidRDefault="00DA603A" w:rsidP="00DA603A">
      <w:pPr>
        <w:spacing w:after="120"/>
        <w:ind w:left="2268" w:right="1134" w:hanging="1134"/>
        <w:jc w:val="both"/>
      </w:pPr>
      <w:r w:rsidRPr="00882504">
        <w:t>5.3.3</w:t>
      </w:r>
      <w:r w:rsidR="00AF4085" w:rsidRPr="00882504">
        <w:t>.</w:t>
      </w:r>
      <w:r w:rsidRPr="00882504">
        <w:tab/>
        <w:t>Conditions for establishment of time zero</w:t>
      </w:r>
    </w:p>
    <w:p w14:paraId="1D4AD224" w14:textId="77777777" w:rsidR="00DA603A" w:rsidRPr="00882504" w:rsidRDefault="00DA603A" w:rsidP="00DA603A">
      <w:pPr>
        <w:spacing w:after="120"/>
        <w:ind w:left="2268" w:right="1134"/>
        <w:jc w:val="both"/>
      </w:pPr>
      <w:r w:rsidRPr="00882504">
        <w:t>Time zero is established at the time when any of the following first occurs:</w:t>
      </w:r>
    </w:p>
    <w:p w14:paraId="5A6C79C8" w14:textId="738A885A" w:rsidR="00DA603A" w:rsidRPr="00882504" w:rsidRDefault="00DA603A" w:rsidP="00DA603A">
      <w:pPr>
        <w:spacing w:after="120"/>
        <w:ind w:left="2268" w:right="1134" w:hanging="1134"/>
        <w:jc w:val="both"/>
      </w:pPr>
      <w:r w:rsidRPr="00882504">
        <w:t>5.3.3.1</w:t>
      </w:r>
      <w:r w:rsidR="00AF4085" w:rsidRPr="00882504">
        <w:t>.</w:t>
      </w:r>
      <w:r w:rsidRPr="00882504">
        <w:tab/>
        <w:t xml:space="preserve">For systems with </w:t>
      </w:r>
      <w:r w:rsidR="00A50582" w:rsidRPr="00882504">
        <w:t>"</w:t>
      </w:r>
      <w:r w:rsidRPr="00882504">
        <w:t>wake-up</w:t>
      </w:r>
      <w:r w:rsidR="00A50582" w:rsidRPr="00882504">
        <w:t>"</w:t>
      </w:r>
      <w:r w:rsidRPr="00882504">
        <w:t xml:space="preserve"> air bag control systems, the time at which the occupant restraint control algorithm is activated; or</w:t>
      </w:r>
    </w:p>
    <w:p w14:paraId="0E88CB2C" w14:textId="249DDF21" w:rsidR="00DA603A" w:rsidRPr="00882504" w:rsidRDefault="00DA603A" w:rsidP="00DA603A">
      <w:pPr>
        <w:spacing w:after="120"/>
        <w:ind w:left="2268" w:right="1134" w:hanging="1134"/>
        <w:jc w:val="both"/>
      </w:pPr>
      <w:r w:rsidRPr="00882504">
        <w:t>5.3.3.2</w:t>
      </w:r>
      <w:r w:rsidR="00AF4085" w:rsidRPr="00882504">
        <w:t>.</w:t>
      </w:r>
      <w:r w:rsidRPr="00882504">
        <w:tab/>
        <w:t>For continuously running algorithms,</w:t>
      </w:r>
    </w:p>
    <w:p w14:paraId="30E6FE79" w14:textId="5785C755" w:rsidR="00DA603A" w:rsidRPr="00882504" w:rsidRDefault="00DA603A" w:rsidP="00DA603A">
      <w:pPr>
        <w:spacing w:after="120"/>
        <w:ind w:left="2268" w:right="1134" w:hanging="1134"/>
        <w:jc w:val="both"/>
      </w:pPr>
      <w:r w:rsidRPr="00882504">
        <w:t>5.3.3.2.1</w:t>
      </w:r>
      <w:r w:rsidR="00AF4085" w:rsidRPr="00882504">
        <w:t>.</w:t>
      </w:r>
      <w:r w:rsidRPr="00882504">
        <w:tab/>
        <w:t xml:space="preserve">The first point in the interval where a longitudinal, cumulative delta-V of over 0.8 km/h is reached within a 20 </w:t>
      </w:r>
      <w:proofErr w:type="spellStart"/>
      <w:r w:rsidRPr="00882504">
        <w:t>ms</w:t>
      </w:r>
      <w:proofErr w:type="spellEnd"/>
      <w:r w:rsidRPr="00882504">
        <w:t xml:space="preserve"> time period; or</w:t>
      </w:r>
    </w:p>
    <w:p w14:paraId="28BD373C" w14:textId="423CF99F" w:rsidR="00DA603A" w:rsidRPr="00882504" w:rsidRDefault="00DA603A" w:rsidP="00DA603A">
      <w:pPr>
        <w:spacing w:after="120"/>
        <w:ind w:left="2268" w:right="1134" w:hanging="1134"/>
        <w:jc w:val="both"/>
      </w:pPr>
      <w:r w:rsidRPr="00882504">
        <w:t>5.3.3.2.2</w:t>
      </w:r>
      <w:r w:rsidR="00AF4085" w:rsidRPr="00882504">
        <w:t>.</w:t>
      </w:r>
      <w:r w:rsidRPr="00882504">
        <w:tab/>
        <w:t xml:space="preserve">For vehicles that record </w:t>
      </w:r>
      <w:r w:rsidR="00A50582" w:rsidRPr="00882504">
        <w:t>"</w:t>
      </w:r>
      <w:r w:rsidRPr="00882504">
        <w:t>delta-V, lateral,</w:t>
      </w:r>
      <w:r w:rsidR="00A50582" w:rsidRPr="00882504">
        <w:t>"</w:t>
      </w:r>
      <w:r w:rsidRPr="00882504">
        <w:t xml:space="preserve"> the first point in the interval where a lateral, cumulative delta-V of over 0.8 km/h is reached within a 5 </w:t>
      </w:r>
      <w:proofErr w:type="spellStart"/>
      <w:r w:rsidRPr="00882504">
        <w:t>ms</w:t>
      </w:r>
      <w:proofErr w:type="spellEnd"/>
      <w:r w:rsidRPr="00882504">
        <w:t xml:space="preserve"> time period; or</w:t>
      </w:r>
    </w:p>
    <w:p w14:paraId="7DFCB303" w14:textId="53BAB401" w:rsidR="00DA603A" w:rsidRPr="00882504" w:rsidRDefault="00DA603A" w:rsidP="00DA603A">
      <w:pPr>
        <w:spacing w:after="120"/>
        <w:ind w:left="2268" w:right="1134" w:hanging="1134"/>
        <w:jc w:val="both"/>
      </w:pPr>
      <w:r w:rsidRPr="00882504">
        <w:t>5.3.3.3</w:t>
      </w:r>
      <w:r w:rsidR="00AF4085" w:rsidRPr="00882504">
        <w:t>.</w:t>
      </w:r>
      <w:r w:rsidRPr="00882504">
        <w:tab/>
        <w:t>Deployment of a non-</w:t>
      </w:r>
      <w:r w:rsidR="00BD2A19" w:rsidRPr="00882504">
        <w:t>reversible</w:t>
      </w:r>
      <w:r w:rsidRPr="00882504">
        <w:t xml:space="preserve"> deployable restraint or activation of VRU secondary safety protection system. </w:t>
      </w:r>
    </w:p>
    <w:p w14:paraId="21397B38" w14:textId="25325C11" w:rsidR="00DA603A" w:rsidRPr="00882504" w:rsidRDefault="00DA603A" w:rsidP="00DA603A">
      <w:pPr>
        <w:spacing w:after="120"/>
        <w:ind w:left="2268" w:right="1134" w:hanging="1134"/>
        <w:jc w:val="both"/>
      </w:pPr>
      <w:r w:rsidRPr="00882504">
        <w:t>5.3.4</w:t>
      </w:r>
      <w:r w:rsidR="00AF4085" w:rsidRPr="00882504">
        <w:t>.</w:t>
      </w:r>
      <w:r w:rsidRPr="00882504">
        <w:tab/>
        <w:t>Overwriting</w:t>
      </w:r>
    </w:p>
    <w:p w14:paraId="2271FC10" w14:textId="2DFD8D5C" w:rsidR="001512CF" w:rsidRPr="00882504" w:rsidRDefault="001512CF" w:rsidP="001512CF">
      <w:pPr>
        <w:pStyle w:val="SingleTxtG"/>
        <w:ind w:left="2268" w:hanging="1134"/>
        <w:rPr>
          <w:b/>
          <w:bCs/>
          <w:lang w:val="en-US"/>
        </w:rPr>
      </w:pPr>
      <w:r w:rsidRPr="00882504">
        <w:rPr>
          <w:b/>
          <w:bCs/>
          <w:lang w:val="en-US"/>
        </w:rPr>
        <w:t>5.3.4.1</w:t>
      </w:r>
      <w:r w:rsidRPr="00882504">
        <w:rPr>
          <w:b/>
          <w:bCs/>
          <w:lang w:val="en-US"/>
        </w:rPr>
        <w:tab/>
        <w:t xml:space="preserve">If an EDR non-volatile memory buffer void of previous-event data is not available, the recorded data shall, subject to the provisions of paragraph </w:t>
      </w:r>
      <w:r w:rsidR="008161A8" w:rsidRPr="00882504">
        <w:rPr>
          <w:b/>
          <w:bCs/>
          <w:lang w:val="en-US"/>
        </w:rPr>
        <w:t>5</w:t>
      </w:r>
      <w:r w:rsidRPr="00882504">
        <w:rPr>
          <w:b/>
          <w:bCs/>
          <w:lang w:val="en-US"/>
        </w:rPr>
        <w:t>.3.2., be overwritten by the current event data, on a first-in first-out basis, or according to different strategies decided by the manufacturer and made available to the relevant authorities of Contracting Parties.</w:t>
      </w:r>
    </w:p>
    <w:p w14:paraId="7324CED9" w14:textId="7A62BE25" w:rsidR="000D3CA6" w:rsidRPr="00882504" w:rsidRDefault="000D3CA6" w:rsidP="001512CF">
      <w:pPr>
        <w:pStyle w:val="SingleTxtG"/>
        <w:ind w:left="2268" w:hanging="1134"/>
        <w:rPr>
          <w:b/>
          <w:bCs/>
          <w:lang w:val="en-US"/>
        </w:rPr>
      </w:pPr>
      <w:r w:rsidRPr="00882504">
        <w:rPr>
          <w:b/>
          <w:bCs/>
          <w:lang w:val="en-US"/>
        </w:rPr>
        <w:t>[5.3.4.2</w:t>
      </w:r>
      <w:r w:rsidRPr="00882504">
        <w:rPr>
          <w:b/>
          <w:bCs/>
          <w:lang w:val="en-US"/>
        </w:rPr>
        <w:tab/>
        <w:t>However, in any case, data recorded for at least [two/three events] [mandatory number of events referred to in paragraph 3.3.] following any of the trigger thresholds referred to in section 3.3.1 being reached can be overwritten only by data to be recorded following one of such trigger thresholds being reached and shall always overwrite data that have been recorded otherwise than following any of such trigger thresholds being reached.]</w:t>
      </w:r>
    </w:p>
    <w:p w14:paraId="09DFC390" w14:textId="6D82C474" w:rsidR="001512CF" w:rsidRPr="00882504" w:rsidRDefault="001512CF" w:rsidP="001512CF">
      <w:pPr>
        <w:pStyle w:val="SingleTxtG"/>
        <w:ind w:left="2268" w:hanging="1134"/>
        <w:rPr>
          <w:b/>
          <w:bCs/>
          <w:lang w:val="en-US"/>
        </w:rPr>
      </w:pPr>
      <w:r w:rsidRPr="00882504">
        <w:rPr>
          <w:b/>
          <w:bCs/>
          <w:lang w:val="en-US"/>
        </w:rPr>
        <w:t>5.3.4.</w:t>
      </w:r>
      <w:r w:rsidR="000D3CA6" w:rsidRPr="00882504">
        <w:rPr>
          <w:b/>
          <w:bCs/>
          <w:lang w:val="en-US"/>
        </w:rPr>
        <w:t>3</w:t>
      </w:r>
      <w:r w:rsidRPr="00882504">
        <w:rPr>
          <w:b/>
          <w:bCs/>
          <w:lang w:val="en-US"/>
        </w:rPr>
        <w:tab/>
        <w:t xml:space="preserve">Furthermore, if an EDR non-volatile memory buffer void of previous-event data is not available, data originating from non-reversible restraint system or VRU secondary safety system deployment events referred to in paragraph </w:t>
      </w:r>
      <w:r w:rsidR="008161A8" w:rsidRPr="00882504">
        <w:rPr>
          <w:b/>
          <w:bCs/>
          <w:lang w:val="en-US"/>
        </w:rPr>
        <w:t>5</w:t>
      </w:r>
      <w:r w:rsidRPr="00882504">
        <w:rPr>
          <w:b/>
          <w:bCs/>
          <w:lang w:val="en-US"/>
        </w:rPr>
        <w:t>.3.2 shall always overwrite any other data.</w:t>
      </w:r>
    </w:p>
    <w:p w14:paraId="069F5FF6" w14:textId="48E5F614" w:rsidR="00DA603A" w:rsidRPr="00882504" w:rsidRDefault="00DA603A" w:rsidP="00DA603A">
      <w:pPr>
        <w:spacing w:after="120"/>
        <w:ind w:left="2268" w:right="1134" w:hanging="1134"/>
        <w:jc w:val="both"/>
      </w:pPr>
      <w:r w:rsidRPr="00882504">
        <w:t>5.3.5</w:t>
      </w:r>
      <w:r w:rsidR="00AF4085" w:rsidRPr="00882504">
        <w:t>.</w:t>
      </w:r>
      <w:r w:rsidRPr="00882504">
        <w:tab/>
        <w:t>Power failure</w:t>
      </w:r>
    </w:p>
    <w:p w14:paraId="2B311172" w14:textId="77777777" w:rsidR="00DA603A" w:rsidRPr="00882504" w:rsidRDefault="00DA603A" w:rsidP="00DA603A">
      <w:pPr>
        <w:spacing w:after="120"/>
        <w:ind w:left="2268" w:right="1134" w:hanging="1134"/>
        <w:jc w:val="both"/>
      </w:pPr>
      <w:r w:rsidRPr="00882504">
        <w:tab/>
        <w:t xml:space="preserve">Data recorded in non-volatile memory is retained after loss of power. </w:t>
      </w:r>
    </w:p>
    <w:p w14:paraId="14771B48" w14:textId="391E2F76" w:rsidR="00DA603A" w:rsidRPr="00882504" w:rsidRDefault="00DA603A" w:rsidP="00DA603A">
      <w:pPr>
        <w:spacing w:after="120"/>
        <w:ind w:left="2268" w:right="1134" w:hanging="1134"/>
        <w:jc w:val="both"/>
      </w:pPr>
      <w:bookmarkStart w:id="13" w:name="_Hlk51264559"/>
      <w:r w:rsidRPr="00882504">
        <w:t>5.4</w:t>
      </w:r>
      <w:r w:rsidR="00AF4085" w:rsidRPr="00882504">
        <w:t>.</w:t>
      </w:r>
      <w:r w:rsidRPr="00882504">
        <w:tab/>
        <w:t xml:space="preserve">Crash test performance and survivability </w:t>
      </w:r>
    </w:p>
    <w:bookmarkEnd w:id="13"/>
    <w:p w14:paraId="385E5CF8" w14:textId="560FA5AC" w:rsidR="00DA603A" w:rsidRPr="00882504" w:rsidRDefault="00DA603A" w:rsidP="00DA603A">
      <w:pPr>
        <w:spacing w:after="120"/>
        <w:ind w:left="2268" w:right="1134" w:hanging="1134"/>
        <w:jc w:val="both"/>
      </w:pPr>
      <w:r w:rsidRPr="00882504">
        <w:t>5.4.1</w:t>
      </w:r>
      <w:r w:rsidR="00AF4085" w:rsidRPr="00882504">
        <w:t>.</w:t>
      </w:r>
      <w:r w:rsidRPr="00882504">
        <w:tab/>
        <w:t xml:space="preserve">Each vehicle subject to the requirements of </w:t>
      </w:r>
      <w:r w:rsidR="000B151F" w:rsidRPr="00882504">
        <w:t>n</w:t>
      </w:r>
      <w:r w:rsidRPr="00882504">
        <w:t xml:space="preserve">ational or regional frontal crash test regulations, shall conform with the specifications in paragraph 5.4.3. </w:t>
      </w:r>
    </w:p>
    <w:p w14:paraId="17215855" w14:textId="31538F3A" w:rsidR="00DA603A" w:rsidRPr="00882504" w:rsidRDefault="00DA603A" w:rsidP="00DA603A">
      <w:pPr>
        <w:spacing w:after="120"/>
        <w:ind w:left="2268" w:right="1134" w:hanging="1134"/>
        <w:jc w:val="both"/>
      </w:pPr>
      <w:r w:rsidRPr="00882504">
        <w:t>5.4.2</w:t>
      </w:r>
      <w:r w:rsidR="00AF4085" w:rsidRPr="00882504">
        <w:t>.</w:t>
      </w:r>
      <w:r w:rsidRPr="00882504">
        <w:tab/>
        <w:t xml:space="preserve">Each vehicle subject to the requirements of </w:t>
      </w:r>
      <w:r w:rsidR="00506634" w:rsidRPr="00882504">
        <w:t>n</w:t>
      </w:r>
      <w:r w:rsidRPr="00882504">
        <w:t>ational or regional side impact crash test regulations</w:t>
      </w:r>
      <w:r w:rsidRPr="00882504">
        <w:rPr>
          <w:strike/>
        </w:rPr>
        <w:t>, that meets a trigger threshold or has a [frontal] air bag deployment,</w:t>
      </w:r>
      <w:r w:rsidRPr="00882504">
        <w:t xml:space="preserve"> shall conform with the specifications of paragraph 5.4.3. </w:t>
      </w:r>
    </w:p>
    <w:p w14:paraId="75467E3B" w14:textId="4A3EE016" w:rsidR="00DA603A" w:rsidRPr="00882504" w:rsidRDefault="00DA603A" w:rsidP="00DA603A">
      <w:pPr>
        <w:spacing w:after="120"/>
        <w:ind w:left="2268" w:right="1134" w:hanging="1134"/>
        <w:jc w:val="both"/>
      </w:pPr>
      <w:r w:rsidRPr="00882504">
        <w:t>5.4.3</w:t>
      </w:r>
      <w:r w:rsidR="00AF4085" w:rsidRPr="00882504">
        <w:t>.</w:t>
      </w:r>
      <w:r w:rsidRPr="00882504">
        <w:tab/>
        <w:t xml:space="preserve">The data elements required by paragraph 5.1, shall be recorded in the format specified by paragraph 5.2, exist at the completion of the crash test and the complete data recorded element shall read </w:t>
      </w:r>
      <w:r w:rsidR="00800EB9" w:rsidRPr="00882504">
        <w:t>"</w:t>
      </w:r>
      <w:r w:rsidRPr="00882504">
        <w:t>yes</w:t>
      </w:r>
      <w:r w:rsidR="00800EB9" w:rsidRPr="00882504">
        <w:t>"</w:t>
      </w:r>
      <w:r w:rsidRPr="00882504">
        <w:t xml:space="preserve"> after the test. Elements that are not operating normally in crash tests (e.g., those related to engine operation, braking, etc.) are not required to meet the accuracy or resolution requirements in these crash tests.</w:t>
      </w:r>
    </w:p>
    <w:p w14:paraId="2C6596F8" w14:textId="1A389C1C" w:rsidR="00DA603A" w:rsidRPr="00882504" w:rsidRDefault="00DA603A" w:rsidP="00DA603A">
      <w:pPr>
        <w:spacing w:after="120"/>
        <w:ind w:left="2268" w:right="1134"/>
        <w:jc w:val="both"/>
      </w:pPr>
      <w:r w:rsidRPr="00882504">
        <w:t>The data shall be retrievable even after an impact of a severity level set by UN</w:t>
      </w:r>
      <w:r w:rsidR="00506634" w:rsidRPr="00882504">
        <w:t xml:space="preserve"> </w:t>
      </w:r>
      <w:r w:rsidRPr="00882504">
        <w:t>R</w:t>
      </w:r>
      <w:r w:rsidR="00506634" w:rsidRPr="00882504">
        <w:t>egulations Nos.</w:t>
      </w:r>
      <w:r w:rsidRPr="00882504">
        <w:t>94, 95 or</w:t>
      </w:r>
      <w:r w:rsidR="00506634" w:rsidRPr="00882504">
        <w:t xml:space="preserve"> </w:t>
      </w:r>
      <w:r w:rsidRPr="00882504">
        <w:t>137.</w:t>
      </w:r>
    </w:p>
    <w:p w14:paraId="37D721DA" w14:textId="618062F0" w:rsidR="00980A94" w:rsidRPr="00882504" w:rsidRDefault="0059001C" w:rsidP="00980A94">
      <w:pPr>
        <w:spacing w:after="120"/>
        <w:ind w:left="2268" w:right="1134" w:hanging="1134"/>
        <w:jc w:val="both"/>
        <w:rPr>
          <w:b/>
          <w:bCs/>
        </w:rPr>
      </w:pPr>
      <w:r w:rsidRPr="00882504">
        <w:rPr>
          <w:b/>
          <w:bCs/>
        </w:rPr>
        <w:t>[</w:t>
      </w:r>
      <w:r w:rsidR="00980A94" w:rsidRPr="00882504">
        <w:rPr>
          <w:b/>
          <w:bCs/>
        </w:rPr>
        <w:t>5.5</w:t>
      </w:r>
      <w:r w:rsidR="00980A94" w:rsidRPr="00882504">
        <w:rPr>
          <w:b/>
          <w:bCs/>
        </w:rPr>
        <w:tab/>
        <w:t>It shall not be possible to deactivate the Event Data Recorder</w:t>
      </w:r>
      <w:r w:rsidRPr="00882504">
        <w:rPr>
          <w:b/>
          <w:bCs/>
        </w:rPr>
        <w:t>]</w:t>
      </w:r>
      <w:r w:rsidR="00980A94" w:rsidRPr="00882504">
        <w:rPr>
          <w:b/>
          <w:bCs/>
        </w:rPr>
        <w:t xml:space="preserve"> </w:t>
      </w:r>
    </w:p>
    <w:p w14:paraId="2C269854" w14:textId="77777777" w:rsidR="00DA603A" w:rsidRPr="00882504" w:rsidRDefault="00DA603A" w:rsidP="00DA603A">
      <w:pPr>
        <w:keepNext/>
        <w:keepLines/>
        <w:tabs>
          <w:tab w:val="left" w:pos="2268"/>
        </w:tabs>
        <w:spacing w:before="360" w:after="240" w:line="300" w:lineRule="exact"/>
        <w:ind w:left="2268" w:right="1134" w:hanging="1134"/>
        <w:rPr>
          <w:b/>
          <w:sz w:val="28"/>
        </w:rPr>
      </w:pPr>
      <w:bookmarkStart w:id="14" w:name="_Toc354410594"/>
      <w:r w:rsidRPr="00882504">
        <w:rPr>
          <w:b/>
          <w:sz w:val="28"/>
        </w:rPr>
        <w:lastRenderedPageBreak/>
        <w:t>6.</w:t>
      </w:r>
      <w:r w:rsidRPr="00882504">
        <w:rPr>
          <w:b/>
          <w:sz w:val="28"/>
        </w:rPr>
        <w:tab/>
      </w:r>
      <w:r w:rsidRPr="00882504">
        <w:rPr>
          <w:b/>
          <w:sz w:val="28"/>
        </w:rPr>
        <w:tab/>
        <w:t>Modification of vehicle type and extension of approval</w:t>
      </w:r>
      <w:bookmarkEnd w:id="14"/>
    </w:p>
    <w:p w14:paraId="5FAE9984" w14:textId="398608E9" w:rsidR="00DA603A" w:rsidRPr="00882504" w:rsidRDefault="00DA603A" w:rsidP="00DA603A">
      <w:pPr>
        <w:spacing w:after="120"/>
        <w:ind w:left="2268" w:right="1134" w:hanging="1134"/>
        <w:jc w:val="both"/>
      </w:pPr>
      <w:r w:rsidRPr="00882504">
        <w:t>6.1.</w:t>
      </w:r>
      <w:r w:rsidRPr="00882504">
        <w:tab/>
        <w:t>Every modification of the vehicle type as defined in paragraph 2.x of this Regulation shall be notified to the approval authority which approved the vehicle type. The approval authority may then either:</w:t>
      </w:r>
    </w:p>
    <w:p w14:paraId="48445656" w14:textId="77777777" w:rsidR="00DA603A" w:rsidRPr="00882504" w:rsidRDefault="00DA603A" w:rsidP="00DA603A">
      <w:pPr>
        <w:spacing w:after="120"/>
        <w:ind w:left="2268" w:right="1134" w:hanging="1134"/>
        <w:jc w:val="both"/>
      </w:pPr>
      <w:r w:rsidRPr="00882504">
        <w:t>6.1.1.</w:t>
      </w:r>
      <w:r w:rsidRPr="00882504">
        <w:tab/>
        <w:t>Consider that the modifications made do not have an adverse effect on the conditions of the granting of the approval and grant an extension of approval;</w:t>
      </w:r>
    </w:p>
    <w:p w14:paraId="00B104FA" w14:textId="77777777" w:rsidR="00DA603A" w:rsidRPr="00882504" w:rsidRDefault="00DA603A" w:rsidP="00DA603A">
      <w:pPr>
        <w:spacing w:after="120"/>
        <w:ind w:left="2268" w:right="1134" w:hanging="1134"/>
        <w:jc w:val="both"/>
      </w:pPr>
      <w:r w:rsidRPr="00882504">
        <w:t>6.1.2.</w:t>
      </w:r>
      <w:r w:rsidRPr="00882504">
        <w:tab/>
        <w:t>Consider that the modifications made affect the conditions of the granting of the approval and require further tests or additional checks before granting an extension of approval.</w:t>
      </w:r>
    </w:p>
    <w:p w14:paraId="2218953B" w14:textId="77777777" w:rsidR="00DA603A" w:rsidRPr="00882504" w:rsidRDefault="00DA603A" w:rsidP="00DA603A">
      <w:pPr>
        <w:spacing w:after="120"/>
        <w:ind w:left="2268" w:right="1134" w:hanging="1134"/>
        <w:jc w:val="both"/>
      </w:pPr>
      <w:r w:rsidRPr="00882504">
        <w:t>6.2.</w:t>
      </w:r>
      <w:r w:rsidRPr="00882504">
        <w:tab/>
        <w:t>Confirmation or refusal of approval, specifying the alterations, shall be communicated by the procedure specified in paragraph 4.3. above to the Contracting Parties to the Agreement applying this Regulation.</w:t>
      </w:r>
    </w:p>
    <w:p w14:paraId="2421CAEF" w14:textId="77777777" w:rsidR="00DA603A" w:rsidRPr="00882504" w:rsidRDefault="00DA603A" w:rsidP="00DA603A">
      <w:pPr>
        <w:spacing w:after="120"/>
        <w:ind w:left="2268" w:right="1134" w:hanging="1134"/>
        <w:jc w:val="both"/>
      </w:pPr>
      <w:r w:rsidRPr="00882504">
        <w:t>6.3.</w:t>
      </w:r>
      <w:r w:rsidRPr="00882504">
        <w:tab/>
        <w:t>The approval authority shall inform the other Contracting Parties of the extension by means of the communication form which appears in Annex 1 to this Regulation. It shall assign a serial number to each extension, to be known as the extension number.</w:t>
      </w:r>
    </w:p>
    <w:p w14:paraId="3F72F147" w14:textId="77777777" w:rsidR="00DA603A" w:rsidRPr="00882504" w:rsidRDefault="00DA603A" w:rsidP="00DA603A">
      <w:pPr>
        <w:keepNext/>
        <w:keepLines/>
        <w:tabs>
          <w:tab w:val="left" w:pos="2268"/>
        </w:tabs>
        <w:spacing w:before="360" w:after="240" w:line="300" w:lineRule="exact"/>
        <w:ind w:left="2268" w:right="1134" w:hanging="1134"/>
        <w:rPr>
          <w:b/>
          <w:sz w:val="28"/>
        </w:rPr>
      </w:pPr>
      <w:bookmarkStart w:id="15" w:name="_Toc354410595"/>
      <w:r w:rsidRPr="00882504">
        <w:rPr>
          <w:b/>
          <w:sz w:val="28"/>
        </w:rPr>
        <w:t>7.</w:t>
      </w:r>
      <w:r w:rsidRPr="00882504">
        <w:rPr>
          <w:b/>
          <w:sz w:val="28"/>
        </w:rPr>
        <w:tab/>
        <w:t>Conformity of production</w:t>
      </w:r>
      <w:bookmarkEnd w:id="15"/>
    </w:p>
    <w:p w14:paraId="379F06B3" w14:textId="77777777" w:rsidR="00DA603A" w:rsidRPr="00882504" w:rsidRDefault="00DA603A" w:rsidP="00DA603A">
      <w:pPr>
        <w:spacing w:after="120"/>
        <w:ind w:left="2268" w:right="1134" w:hanging="1134"/>
        <w:jc w:val="both"/>
      </w:pPr>
      <w:r w:rsidRPr="00882504">
        <w:t>7.1.</w:t>
      </w:r>
      <w:r w:rsidRPr="00882504">
        <w:tab/>
        <w:t>Procedures for the conformity of production shall conform to the general provisions defined in Article 2 and Schedule 1 to the Agreement (E/ECE/TRANS/505/Rev.3) and meet the following requirements:</w:t>
      </w:r>
    </w:p>
    <w:p w14:paraId="6AD0D159" w14:textId="77777777" w:rsidR="00DA603A" w:rsidRPr="00882504" w:rsidRDefault="00DA603A" w:rsidP="00DA603A">
      <w:pPr>
        <w:spacing w:after="120"/>
        <w:ind w:left="2268" w:right="1134" w:hanging="1134"/>
        <w:jc w:val="both"/>
      </w:pPr>
      <w:r w:rsidRPr="00882504">
        <w:t>7.2.</w:t>
      </w:r>
      <w:r w:rsidRPr="00882504">
        <w:tab/>
        <w:t>A vehicle approved pursuant to this Regulation shall be so manufactured as to conform to the type approved by meeting the requirements of paragraph 5. above;</w:t>
      </w:r>
    </w:p>
    <w:p w14:paraId="67FC38BE" w14:textId="77777777" w:rsidR="00DA603A" w:rsidRPr="00882504" w:rsidRDefault="00DA603A" w:rsidP="00DA603A">
      <w:pPr>
        <w:spacing w:after="120"/>
        <w:ind w:left="2268" w:right="1134" w:hanging="1134"/>
        <w:jc w:val="both"/>
      </w:pPr>
      <w:r w:rsidRPr="00882504">
        <w:t>7.3.</w:t>
      </w:r>
      <w:r w:rsidRPr="00882504">
        <w:tab/>
        <w:t>The approval authority which has granted the approval may at any time verify the conformity of control methods applicable to each production unit. The normal frequency of such inspections shall be once every two years.</w:t>
      </w:r>
    </w:p>
    <w:p w14:paraId="5219C323" w14:textId="77777777" w:rsidR="00DA603A" w:rsidRPr="00882504" w:rsidRDefault="00DA603A" w:rsidP="00DA603A">
      <w:pPr>
        <w:keepNext/>
        <w:keepLines/>
        <w:tabs>
          <w:tab w:val="left" w:pos="2268"/>
        </w:tabs>
        <w:spacing w:before="360" w:after="240" w:line="300" w:lineRule="exact"/>
        <w:ind w:left="2268" w:right="1134" w:hanging="1134"/>
        <w:rPr>
          <w:b/>
          <w:sz w:val="28"/>
        </w:rPr>
      </w:pPr>
      <w:bookmarkStart w:id="16" w:name="_Toc354410596"/>
      <w:r w:rsidRPr="00882504">
        <w:rPr>
          <w:b/>
          <w:sz w:val="28"/>
        </w:rPr>
        <w:t>8.</w:t>
      </w:r>
      <w:r w:rsidRPr="00882504">
        <w:rPr>
          <w:b/>
          <w:sz w:val="28"/>
        </w:rPr>
        <w:tab/>
        <w:t>Penalties for non</w:t>
      </w:r>
      <w:r w:rsidRPr="00882504">
        <w:rPr>
          <w:b/>
          <w:sz w:val="28"/>
        </w:rPr>
        <w:noBreakHyphen/>
        <w:t>conformity of production</w:t>
      </w:r>
      <w:bookmarkEnd w:id="16"/>
    </w:p>
    <w:p w14:paraId="4160080E" w14:textId="5E9CABF1" w:rsidR="00DA603A" w:rsidRPr="00882504" w:rsidRDefault="00DA603A" w:rsidP="00DA603A">
      <w:pPr>
        <w:spacing w:after="120"/>
        <w:ind w:left="2268" w:right="1134" w:hanging="1134"/>
        <w:jc w:val="both"/>
      </w:pPr>
      <w:r w:rsidRPr="00882504">
        <w:t>8.1.</w:t>
      </w:r>
      <w:r w:rsidRPr="00882504">
        <w:tab/>
        <w:t xml:space="preserve">The approval granted in respect of a vehicle type pursuant to this Regulation may be withdrawn if the requirements laid down in paragraph </w:t>
      </w:r>
      <w:r w:rsidR="00AC0373">
        <w:t>7</w:t>
      </w:r>
      <w:r w:rsidRPr="00882504">
        <w:t>. above are not complied with.</w:t>
      </w:r>
    </w:p>
    <w:p w14:paraId="1C21E1F9" w14:textId="77777777" w:rsidR="00DA603A" w:rsidRPr="00882504" w:rsidRDefault="00DA603A" w:rsidP="00DA603A">
      <w:pPr>
        <w:spacing w:after="120"/>
        <w:ind w:left="2268" w:right="1134" w:hanging="1134"/>
        <w:jc w:val="both"/>
      </w:pPr>
      <w:r w:rsidRPr="00882504">
        <w:t>8.2.</w:t>
      </w:r>
      <w:r w:rsidRPr="00882504">
        <w:tab/>
        <w:t>If a Contracting Party withdraws an approval it had previously granted, it shall forthwith so notify the other Contracting Parties applying this Regulation by sending them a communication form conforming to the model in Annex 1 to this Regulation.</w:t>
      </w:r>
    </w:p>
    <w:p w14:paraId="5AE6BB9D" w14:textId="77777777" w:rsidR="00DA603A" w:rsidRPr="00882504" w:rsidRDefault="00DA603A" w:rsidP="00DA603A">
      <w:pPr>
        <w:keepNext/>
        <w:keepLines/>
        <w:tabs>
          <w:tab w:val="left" w:pos="2268"/>
        </w:tabs>
        <w:spacing w:before="360" w:after="240" w:line="300" w:lineRule="exact"/>
        <w:ind w:left="2268" w:right="1134" w:hanging="1134"/>
        <w:rPr>
          <w:b/>
          <w:sz w:val="28"/>
        </w:rPr>
      </w:pPr>
      <w:bookmarkStart w:id="17" w:name="_Toc354410597"/>
      <w:r w:rsidRPr="00882504">
        <w:rPr>
          <w:b/>
          <w:sz w:val="28"/>
        </w:rPr>
        <w:t>9.</w:t>
      </w:r>
      <w:r w:rsidRPr="00882504">
        <w:rPr>
          <w:b/>
          <w:sz w:val="28"/>
        </w:rPr>
        <w:tab/>
        <w:t>Production definitively discontinued</w:t>
      </w:r>
      <w:bookmarkEnd w:id="17"/>
    </w:p>
    <w:p w14:paraId="60B84BAD" w14:textId="77777777" w:rsidR="00DA603A" w:rsidRPr="00882504" w:rsidRDefault="00DA603A" w:rsidP="00DA603A">
      <w:pPr>
        <w:spacing w:after="120"/>
        <w:ind w:left="2268" w:right="1134"/>
        <w:jc w:val="both"/>
      </w:pPr>
      <w:r w:rsidRPr="00882504">
        <w:t>If the holder of the approval completely ceases to manufacture a type of vehicle approved in accordance with this Regulation, he shall so inform the approval authority which granted the approval, which in turn shall forthwith inform the other Contracting Parties to the Agreement applying this Regulation by means of a communication form conforming to the model in Annex 1 to this Regulation.</w:t>
      </w:r>
    </w:p>
    <w:p w14:paraId="193C1D4B" w14:textId="37D75FF4" w:rsidR="00DA603A" w:rsidRPr="00882504" w:rsidRDefault="00DA603A" w:rsidP="00DA603A">
      <w:pPr>
        <w:keepNext/>
        <w:keepLines/>
        <w:tabs>
          <w:tab w:val="left" w:pos="2268"/>
        </w:tabs>
        <w:spacing w:before="360" w:after="240" w:line="300" w:lineRule="exact"/>
        <w:ind w:left="2268" w:right="1134" w:hanging="1134"/>
        <w:rPr>
          <w:b/>
          <w:sz w:val="28"/>
        </w:rPr>
      </w:pPr>
      <w:bookmarkStart w:id="18" w:name="_Toc354410598"/>
      <w:r w:rsidRPr="00882504">
        <w:rPr>
          <w:b/>
          <w:sz w:val="28"/>
        </w:rPr>
        <w:lastRenderedPageBreak/>
        <w:t>10.</w:t>
      </w:r>
      <w:r w:rsidRPr="00882504">
        <w:rPr>
          <w:b/>
          <w:sz w:val="28"/>
        </w:rPr>
        <w:tab/>
        <w:t xml:space="preserve">Names and addresses of the </w:t>
      </w:r>
      <w:r w:rsidR="00CD7567" w:rsidRPr="00882504">
        <w:rPr>
          <w:b/>
          <w:sz w:val="28"/>
        </w:rPr>
        <w:t>T</w:t>
      </w:r>
      <w:r w:rsidRPr="00882504">
        <w:rPr>
          <w:b/>
          <w:sz w:val="28"/>
        </w:rPr>
        <w:t xml:space="preserve">echnical </w:t>
      </w:r>
      <w:r w:rsidR="00CD7567" w:rsidRPr="00882504">
        <w:rPr>
          <w:b/>
          <w:sz w:val="28"/>
        </w:rPr>
        <w:t>S</w:t>
      </w:r>
      <w:r w:rsidRPr="00882504">
        <w:rPr>
          <w:b/>
          <w:sz w:val="28"/>
        </w:rPr>
        <w:t xml:space="preserve">ervices responsible for conducting approval tests and of </w:t>
      </w:r>
      <w:r w:rsidR="00CD7567" w:rsidRPr="00882504">
        <w:rPr>
          <w:b/>
          <w:sz w:val="28"/>
        </w:rPr>
        <w:t>Type A</w:t>
      </w:r>
      <w:r w:rsidRPr="00882504">
        <w:rPr>
          <w:b/>
          <w:sz w:val="28"/>
        </w:rPr>
        <w:t xml:space="preserve">pproval </w:t>
      </w:r>
      <w:r w:rsidR="00CD7567" w:rsidRPr="00882504">
        <w:rPr>
          <w:b/>
          <w:sz w:val="28"/>
        </w:rPr>
        <w:t>A</w:t>
      </w:r>
      <w:r w:rsidRPr="00882504">
        <w:rPr>
          <w:b/>
          <w:sz w:val="28"/>
        </w:rPr>
        <w:t>uthorities</w:t>
      </w:r>
      <w:bookmarkEnd w:id="18"/>
      <w:r w:rsidRPr="00882504">
        <w:rPr>
          <w:b/>
          <w:sz w:val="28"/>
        </w:rPr>
        <w:t xml:space="preserve"> </w:t>
      </w:r>
    </w:p>
    <w:p w14:paraId="6EBD8B8A" w14:textId="77777777" w:rsidR="00DA603A" w:rsidRPr="00882504" w:rsidRDefault="00DA603A" w:rsidP="00DA603A">
      <w:pPr>
        <w:spacing w:after="120"/>
        <w:ind w:left="2268" w:right="1134" w:hanging="1134"/>
        <w:jc w:val="both"/>
      </w:pPr>
      <w:r w:rsidRPr="00882504">
        <w:tab/>
        <w:t xml:space="preserve">The Contracting Parties to the Agreement applying this Regulation shall communicate to the United Nations </w:t>
      </w:r>
      <w:r w:rsidRPr="00882504">
        <w:rPr>
          <w:lang w:val="en-US"/>
        </w:rPr>
        <w:t>Secretariat</w:t>
      </w:r>
      <w:r w:rsidRPr="00882504">
        <w:rPr>
          <w:sz w:val="18"/>
          <w:vertAlign w:val="superscript"/>
        </w:rPr>
        <w:footnoteReference w:id="7"/>
      </w:r>
      <w:r w:rsidRPr="00882504">
        <w:rPr>
          <w:lang w:val="en-US"/>
        </w:rPr>
        <w:t xml:space="preserve"> the</w:t>
      </w:r>
      <w:r w:rsidRPr="00882504">
        <w:t xml:space="preserve"> names and addresses of the technical services responsible for conducting approval tests and of the approval authorities which grant approval and to which forms certifying approval or extension or refusal or withdrawal of approval are to be sent.</w:t>
      </w:r>
      <w:bookmarkStart w:id="19" w:name="_Toc354410599"/>
    </w:p>
    <w:p w14:paraId="0A06172C" w14:textId="77777777" w:rsidR="00AD22AE" w:rsidRPr="00882504" w:rsidRDefault="00AD22AE" w:rsidP="00DA603A">
      <w:pPr>
        <w:spacing w:after="120"/>
        <w:ind w:left="2268" w:right="1134" w:hanging="1134"/>
        <w:jc w:val="both"/>
      </w:pPr>
    </w:p>
    <w:p w14:paraId="323C79DF" w14:textId="789F156E" w:rsidR="00AD22AE" w:rsidRPr="00882504" w:rsidRDefault="00AD22AE" w:rsidP="00DA603A">
      <w:pPr>
        <w:spacing w:after="120"/>
        <w:ind w:left="2268" w:right="1134" w:hanging="1134"/>
        <w:jc w:val="both"/>
        <w:rPr>
          <w:b/>
          <w:sz w:val="28"/>
          <w:lang w:val="en-US"/>
        </w:rPr>
        <w:sectPr w:rsidR="00AD22AE" w:rsidRPr="00882504" w:rsidSect="00A5058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134" w:bottom="1134" w:left="1134" w:header="851" w:footer="567" w:gutter="0"/>
          <w:cols w:space="720"/>
          <w:titlePg/>
          <w:docGrid w:linePitch="272"/>
        </w:sectPr>
      </w:pPr>
    </w:p>
    <w:p w14:paraId="551C3F9F" w14:textId="77777777" w:rsidR="00DA603A" w:rsidRPr="00882504" w:rsidRDefault="00DA603A" w:rsidP="00DA603A">
      <w:pPr>
        <w:keepNext/>
        <w:keepLines/>
        <w:tabs>
          <w:tab w:val="right" w:pos="851"/>
        </w:tabs>
        <w:spacing w:before="360" w:after="240" w:line="300" w:lineRule="exact"/>
        <w:ind w:right="1134"/>
        <w:rPr>
          <w:b/>
          <w:sz w:val="28"/>
          <w:lang w:val="fr-CH"/>
        </w:rPr>
      </w:pPr>
      <w:r w:rsidRPr="00882504">
        <w:rPr>
          <w:b/>
          <w:sz w:val="28"/>
          <w:lang w:val="x-none"/>
        </w:rPr>
        <w:lastRenderedPageBreak/>
        <w:t>Annex 1</w:t>
      </w:r>
      <w:bookmarkEnd w:id="19"/>
    </w:p>
    <w:p w14:paraId="37C187E9" w14:textId="77777777" w:rsidR="00DA603A" w:rsidRPr="00882504" w:rsidRDefault="00DA603A" w:rsidP="00DA603A">
      <w:pPr>
        <w:keepNext/>
        <w:keepLines/>
        <w:spacing w:before="360" w:after="240" w:line="300" w:lineRule="exact"/>
        <w:ind w:right="1134"/>
        <w:rPr>
          <w:b/>
          <w:sz w:val="28"/>
          <w:lang w:val="fr-FR"/>
        </w:rPr>
      </w:pPr>
      <w:bookmarkStart w:id="20" w:name="_Toc354410600"/>
      <w:r w:rsidRPr="00882504">
        <w:rPr>
          <w:b/>
          <w:sz w:val="28"/>
          <w:lang w:val="fr-FR"/>
        </w:rPr>
        <w:tab/>
      </w:r>
      <w:r w:rsidRPr="00882504">
        <w:rPr>
          <w:b/>
          <w:sz w:val="28"/>
          <w:lang w:val="fr-FR"/>
        </w:rPr>
        <w:tab/>
        <w:t>Communication</w:t>
      </w:r>
      <w:bookmarkEnd w:id="20"/>
    </w:p>
    <w:p w14:paraId="1687C49F" w14:textId="77777777" w:rsidR="00DA603A" w:rsidRPr="00882504" w:rsidRDefault="00DA603A" w:rsidP="00AD22AE">
      <w:pPr>
        <w:spacing w:after="120"/>
        <w:ind w:left="567" w:firstLine="567"/>
        <w:rPr>
          <w:lang w:val="fr-FR"/>
        </w:rPr>
      </w:pPr>
      <w:r w:rsidRPr="00882504">
        <w:rPr>
          <w:lang w:val="fr-FR"/>
        </w:rPr>
        <w:t xml:space="preserve">(Maximum </w:t>
      </w:r>
      <w:proofErr w:type="gramStart"/>
      <w:r w:rsidRPr="00882504">
        <w:rPr>
          <w:lang w:val="fr-FR"/>
        </w:rPr>
        <w:t>format:</w:t>
      </w:r>
      <w:proofErr w:type="gramEnd"/>
      <w:r w:rsidRPr="00882504">
        <w:rPr>
          <w:lang w:val="fr-FR"/>
        </w:rPr>
        <w:t xml:space="preserve"> A4 (210 x 297 mm)</w:t>
      </w:r>
    </w:p>
    <w:tbl>
      <w:tblPr>
        <w:tblW w:w="8505" w:type="dxa"/>
        <w:tblInd w:w="1134" w:type="dxa"/>
        <w:tblCellMar>
          <w:left w:w="70" w:type="dxa"/>
          <w:right w:w="70" w:type="dxa"/>
        </w:tblCellMar>
        <w:tblLook w:val="0000" w:firstRow="0" w:lastRow="0" w:firstColumn="0" w:lastColumn="0" w:noHBand="0" w:noVBand="0"/>
      </w:tblPr>
      <w:tblGrid>
        <w:gridCol w:w="3840"/>
        <w:gridCol w:w="4665"/>
      </w:tblGrid>
      <w:tr w:rsidR="00DA603A" w:rsidRPr="00882504" w14:paraId="323A84BB" w14:textId="77777777" w:rsidTr="00517F52">
        <w:tc>
          <w:tcPr>
            <w:tcW w:w="3840" w:type="dxa"/>
          </w:tcPr>
          <w:p w14:paraId="718ECC78" w14:textId="5B9675B6" w:rsidR="00DA603A" w:rsidRPr="00882504" w:rsidRDefault="00506634" w:rsidP="00517F52">
            <w:r w:rsidRPr="00882504">
              <w:rPr>
                <w:noProof/>
                <w:lang w:val="nl-NL" w:eastAsia="nl-NL"/>
              </w:rPr>
              <w:drawing>
                <wp:inline distT="0" distB="0" distL="0" distR="0" wp14:anchorId="362EA03F" wp14:editId="0477C6DD">
                  <wp:extent cx="968089" cy="91968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96197" cy="946388"/>
                          </a:xfrm>
                          <a:prstGeom prst="rect">
                            <a:avLst/>
                          </a:prstGeom>
                        </pic:spPr>
                      </pic:pic>
                    </a:graphicData>
                  </a:graphic>
                </wp:inline>
              </w:drawing>
            </w:r>
          </w:p>
        </w:tc>
        <w:tc>
          <w:tcPr>
            <w:tcW w:w="4665" w:type="dxa"/>
          </w:tcPr>
          <w:p w14:paraId="0E470717" w14:textId="77777777" w:rsidR="00DA603A" w:rsidRPr="00882504" w:rsidRDefault="00DA603A" w:rsidP="00517F52">
            <w:pPr>
              <w:tabs>
                <w:tab w:val="left" w:pos="-720"/>
                <w:tab w:val="left" w:pos="0"/>
                <w:tab w:val="left" w:pos="2216"/>
                <w:tab w:val="left" w:pos="5703"/>
                <w:tab w:val="left" w:pos="6423"/>
                <w:tab w:val="left" w:pos="7143"/>
                <w:tab w:val="left" w:pos="7857"/>
                <w:tab w:val="left" w:pos="8577"/>
              </w:tabs>
              <w:ind w:left="2116" w:hanging="2119"/>
            </w:pPr>
            <w:r w:rsidRPr="00882504">
              <w:t xml:space="preserve">issued </w:t>
            </w:r>
            <w:proofErr w:type="gramStart"/>
            <w:r w:rsidRPr="00882504">
              <w:t>by :</w:t>
            </w:r>
            <w:proofErr w:type="gramEnd"/>
            <w:r w:rsidRPr="00882504">
              <w:tab/>
              <w:t>(Name of administration)</w:t>
            </w:r>
          </w:p>
          <w:p w14:paraId="55E7BB9F" w14:textId="77777777" w:rsidR="00DA603A" w:rsidRPr="00882504" w:rsidRDefault="00DA603A" w:rsidP="00517F52">
            <w:pPr>
              <w:tabs>
                <w:tab w:val="left" w:pos="-720"/>
                <w:tab w:val="left" w:pos="5703"/>
                <w:tab w:val="left" w:pos="6423"/>
                <w:tab w:val="left" w:pos="7143"/>
                <w:tab w:val="left" w:pos="7857"/>
                <w:tab w:val="left" w:pos="8577"/>
              </w:tabs>
              <w:ind w:left="2044"/>
              <w:rPr>
                <w:sz w:val="24"/>
                <w:szCs w:val="24"/>
              </w:rPr>
            </w:pPr>
            <w:r w:rsidRPr="00882504">
              <w:rPr>
                <w:sz w:val="24"/>
                <w:szCs w:val="24"/>
              </w:rPr>
              <w:t>......................................</w:t>
            </w:r>
          </w:p>
          <w:p w14:paraId="36159A6E" w14:textId="77777777" w:rsidR="00DA603A" w:rsidRPr="00882504" w:rsidRDefault="00DA603A" w:rsidP="00517F52">
            <w:pPr>
              <w:tabs>
                <w:tab w:val="left" w:pos="-720"/>
                <w:tab w:val="left" w:pos="5703"/>
                <w:tab w:val="left" w:pos="6423"/>
                <w:tab w:val="left" w:pos="7143"/>
                <w:tab w:val="left" w:pos="7857"/>
                <w:tab w:val="left" w:pos="8577"/>
              </w:tabs>
              <w:ind w:left="2044"/>
              <w:rPr>
                <w:sz w:val="24"/>
                <w:szCs w:val="24"/>
              </w:rPr>
            </w:pPr>
            <w:r w:rsidRPr="00882504">
              <w:rPr>
                <w:sz w:val="24"/>
                <w:szCs w:val="24"/>
              </w:rPr>
              <w:t>......................................</w:t>
            </w:r>
          </w:p>
          <w:p w14:paraId="75D2355D" w14:textId="77777777" w:rsidR="00DA603A" w:rsidRPr="00882504" w:rsidRDefault="00DA603A" w:rsidP="00517F52">
            <w:pPr>
              <w:tabs>
                <w:tab w:val="left" w:pos="-720"/>
                <w:tab w:val="left" w:pos="5703"/>
                <w:tab w:val="left" w:pos="6423"/>
                <w:tab w:val="left" w:pos="7143"/>
                <w:tab w:val="left" w:pos="7857"/>
                <w:tab w:val="left" w:pos="8577"/>
              </w:tabs>
              <w:ind w:left="2044"/>
              <w:rPr>
                <w:sz w:val="24"/>
                <w:szCs w:val="24"/>
              </w:rPr>
            </w:pPr>
            <w:r w:rsidRPr="00882504">
              <w:rPr>
                <w:sz w:val="24"/>
                <w:szCs w:val="24"/>
              </w:rPr>
              <w:t>......................................</w:t>
            </w:r>
          </w:p>
          <w:p w14:paraId="1C5634F6" w14:textId="77777777" w:rsidR="00DA603A" w:rsidRPr="00882504" w:rsidRDefault="00DA603A" w:rsidP="00517F52"/>
        </w:tc>
      </w:tr>
    </w:tbl>
    <w:p w14:paraId="0A02B8BA" w14:textId="0D439547" w:rsidR="00DA603A" w:rsidRPr="00882504" w:rsidRDefault="00DA603A" w:rsidP="00AF4085">
      <w:pPr>
        <w:spacing w:before="120"/>
        <w:ind w:left="567" w:firstLine="567"/>
      </w:pPr>
      <w:r w:rsidRPr="00882504">
        <w:rPr>
          <w:color w:val="FFFFFF" w:themeColor="background1"/>
          <w:sz w:val="18"/>
          <w:vertAlign w:val="superscript"/>
        </w:rPr>
        <w:footnoteReference w:id="8"/>
      </w:r>
      <w:r w:rsidRPr="00882504">
        <w:t xml:space="preserve">Concerning: </w:t>
      </w:r>
      <w:r w:rsidR="00783539" w:rsidRPr="00882504">
        <w:rPr>
          <w:vertAlign w:val="superscript"/>
        </w:rPr>
        <w:t>2</w:t>
      </w:r>
      <w:r w:rsidRPr="00882504">
        <w:rPr>
          <w:color w:val="FFFFFF" w:themeColor="background1"/>
          <w:sz w:val="18"/>
          <w:szCs w:val="18"/>
          <w:vertAlign w:val="superscript"/>
        </w:rPr>
        <w:footnoteReference w:id="9"/>
      </w:r>
      <w:r w:rsidRPr="00882504">
        <w:tab/>
        <w:t>Approval granted</w:t>
      </w:r>
    </w:p>
    <w:p w14:paraId="2575734A" w14:textId="77777777" w:rsidR="00DA603A" w:rsidRPr="00882504" w:rsidRDefault="00DA603A" w:rsidP="00DA603A">
      <w:pPr>
        <w:ind w:left="2268" w:right="1134" w:firstLine="567"/>
        <w:jc w:val="both"/>
      </w:pPr>
      <w:r w:rsidRPr="00882504">
        <w:t>Approval extended</w:t>
      </w:r>
    </w:p>
    <w:p w14:paraId="25D4AECF" w14:textId="77777777" w:rsidR="00DA603A" w:rsidRPr="00882504" w:rsidRDefault="00DA603A" w:rsidP="00DA603A">
      <w:pPr>
        <w:ind w:left="2268" w:right="1134" w:firstLine="567"/>
        <w:jc w:val="both"/>
      </w:pPr>
      <w:r w:rsidRPr="00882504">
        <w:t>Approval refused</w:t>
      </w:r>
    </w:p>
    <w:p w14:paraId="6B42F544" w14:textId="77777777" w:rsidR="00DA603A" w:rsidRPr="00882504" w:rsidRDefault="00DA603A" w:rsidP="00DA603A">
      <w:pPr>
        <w:ind w:left="2268" w:right="1134" w:firstLine="567"/>
        <w:jc w:val="both"/>
      </w:pPr>
      <w:r w:rsidRPr="00882504">
        <w:t>Approval withdrawn</w:t>
      </w:r>
    </w:p>
    <w:p w14:paraId="02C82925" w14:textId="77777777" w:rsidR="00DA603A" w:rsidRPr="00882504" w:rsidRDefault="00DA603A" w:rsidP="00DA603A">
      <w:pPr>
        <w:spacing w:after="120"/>
        <w:ind w:left="2268" w:right="1134" w:firstLine="567"/>
        <w:jc w:val="both"/>
      </w:pPr>
      <w:r w:rsidRPr="00882504">
        <w:t>Production definitively discontinued</w:t>
      </w:r>
    </w:p>
    <w:p w14:paraId="53DF123C" w14:textId="01963D0B" w:rsidR="00DA603A" w:rsidRPr="00882504" w:rsidRDefault="00DA603A" w:rsidP="00DA603A">
      <w:pPr>
        <w:spacing w:after="120"/>
        <w:ind w:left="1134" w:right="1134"/>
        <w:jc w:val="both"/>
      </w:pPr>
      <w:r w:rsidRPr="00882504">
        <w:t xml:space="preserve">of a vehicle type </w:t>
      </w:r>
      <w:proofErr w:type="gramStart"/>
      <w:r w:rsidRPr="00882504">
        <w:t>with regard to</w:t>
      </w:r>
      <w:proofErr w:type="gramEnd"/>
      <w:r w:rsidRPr="00882504">
        <w:t xml:space="preserve"> its Event Dara Recorder (EDR) pursuant to UN Regulation No. </w:t>
      </w:r>
      <w:r w:rsidR="00454DC4" w:rsidRPr="00882504">
        <w:t>[</w:t>
      </w:r>
      <w:r w:rsidRPr="00882504">
        <w:t>XXX</w:t>
      </w:r>
      <w:r w:rsidR="00454DC4" w:rsidRPr="00882504">
        <w:t>]</w:t>
      </w:r>
    </w:p>
    <w:p w14:paraId="2FCB5E91" w14:textId="77777777" w:rsidR="00DA603A" w:rsidRPr="00882504" w:rsidRDefault="00DA603A" w:rsidP="00DA603A">
      <w:pPr>
        <w:tabs>
          <w:tab w:val="left" w:leader="dot" w:pos="8505"/>
        </w:tabs>
        <w:spacing w:after="120"/>
        <w:ind w:left="1134" w:right="1134"/>
        <w:jc w:val="both"/>
      </w:pPr>
      <w:r w:rsidRPr="00882504">
        <w:t xml:space="preserve">Approval No.: </w:t>
      </w:r>
      <w:r w:rsidRPr="00882504">
        <w:tab/>
      </w:r>
    </w:p>
    <w:p w14:paraId="27F7B832" w14:textId="77777777" w:rsidR="00DA603A" w:rsidRPr="00882504" w:rsidRDefault="00DA603A" w:rsidP="00DA603A">
      <w:pPr>
        <w:tabs>
          <w:tab w:val="left" w:leader="dot" w:pos="8505"/>
        </w:tabs>
        <w:spacing w:after="120"/>
        <w:ind w:left="1134" w:right="1134"/>
        <w:jc w:val="both"/>
      </w:pPr>
      <w:r w:rsidRPr="00882504">
        <w:t>Reason(s) for extension (if applicable):</w:t>
      </w:r>
      <w:r w:rsidRPr="00882504">
        <w:tab/>
      </w:r>
    </w:p>
    <w:p w14:paraId="65620FA2" w14:textId="77777777" w:rsidR="00DA603A" w:rsidRPr="00882504" w:rsidRDefault="00DA603A" w:rsidP="00DA603A">
      <w:pPr>
        <w:tabs>
          <w:tab w:val="left" w:pos="1701"/>
          <w:tab w:val="left" w:leader="dot" w:pos="8505"/>
        </w:tabs>
        <w:spacing w:after="120"/>
        <w:ind w:left="1134" w:right="1134"/>
        <w:jc w:val="both"/>
      </w:pPr>
      <w:r w:rsidRPr="00882504">
        <w:t>1.</w:t>
      </w:r>
      <w:r w:rsidRPr="00882504">
        <w:tab/>
      </w:r>
      <w:r w:rsidRPr="00882504">
        <w:rPr>
          <w:lang w:val="en-US"/>
        </w:rPr>
        <w:t>Trade name or mark of the vehicle:</w:t>
      </w:r>
      <w:r w:rsidRPr="00882504">
        <w:tab/>
      </w:r>
    </w:p>
    <w:p w14:paraId="7DFE9FE7" w14:textId="77777777" w:rsidR="00DA603A" w:rsidRPr="00882504" w:rsidRDefault="00DA603A" w:rsidP="00DA603A">
      <w:pPr>
        <w:tabs>
          <w:tab w:val="left" w:pos="1701"/>
          <w:tab w:val="left" w:leader="dot" w:pos="8505"/>
        </w:tabs>
        <w:spacing w:after="120"/>
        <w:ind w:left="1134" w:right="1134"/>
        <w:jc w:val="both"/>
      </w:pPr>
      <w:r w:rsidRPr="00882504">
        <w:t>2.</w:t>
      </w:r>
      <w:r w:rsidRPr="00882504">
        <w:tab/>
        <w:t>Vehicle type:</w:t>
      </w:r>
      <w:r w:rsidRPr="00882504">
        <w:tab/>
      </w:r>
    </w:p>
    <w:p w14:paraId="2C4949E5" w14:textId="77777777" w:rsidR="00DA603A" w:rsidRPr="00882504" w:rsidRDefault="00DA603A" w:rsidP="00DA603A">
      <w:pPr>
        <w:tabs>
          <w:tab w:val="left" w:pos="1701"/>
          <w:tab w:val="left" w:leader="dot" w:pos="8505"/>
        </w:tabs>
        <w:spacing w:after="120"/>
        <w:ind w:left="1134" w:right="1134"/>
        <w:jc w:val="both"/>
      </w:pPr>
      <w:r w:rsidRPr="00882504">
        <w:t>3.</w:t>
      </w:r>
      <w:r w:rsidRPr="00882504">
        <w:tab/>
        <w:t xml:space="preserve">Name and address of manufacturer: </w:t>
      </w:r>
      <w:r w:rsidRPr="00882504">
        <w:tab/>
      </w:r>
    </w:p>
    <w:p w14:paraId="12A49C1A" w14:textId="77777777" w:rsidR="00DA603A" w:rsidRPr="00882504" w:rsidRDefault="00DA603A" w:rsidP="00DA603A">
      <w:pPr>
        <w:tabs>
          <w:tab w:val="left" w:pos="1701"/>
          <w:tab w:val="left" w:leader="dot" w:pos="8505"/>
        </w:tabs>
        <w:spacing w:after="120"/>
        <w:ind w:left="1134" w:right="1134"/>
        <w:jc w:val="both"/>
      </w:pPr>
      <w:r w:rsidRPr="00882504">
        <w:t>4.</w:t>
      </w:r>
      <w:r w:rsidRPr="00882504">
        <w:tab/>
        <w:t xml:space="preserve">If applicable, name and address of manufacturer's representative: </w:t>
      </w:r>
      <w:r w:rsidRPr="00882504">
        <w:tab/>
      </w:r>
    </w:p>
    <w:p w14:paraId="500556FA" w14:textId="77777777" w:rsidR="00DA603A" w:rsidRPr="00882504" w:rsidRDefault="00DA603A" w:rsidP="00DA603A">
      <w:pPr>
        <w:tabs>
          <w:tab w:val="left" w:pos="1701"/>
          <w:tab w:val="left" w:leader="dot" w:pos="8505"/>
        </w:tabs>
        <w:spacing w:after="120"/>
        <w:ind w:left="1134" w:right="1134"/>
        <w:jc w:val="both"/>
      </w:pPr>
      <w:r w:rsidRPr="00882504">
        <w:t>5.</w:t>
      </w:r>
      <w:r w:rsidRPr="00882504">
        <w:tab/>
        <w:t xml:space="preserve">Brief description of vehicle: </w:t>
      </w:r>
      <w:r w:rsidRPr="00882504">
        <w:tab/>
      </w:r>
    </w:p>
    <w:p w14:paraId="77E6A43C" w14:textId="7BB07B33" w:rsidR="00DA603A" w:rsidRPr="00882504" w:rsidRDefault="00DA603A" w:rsidP="00DA603A">
      <w:pPr>
        <w:tabs>
          <w:tab w:val="left" w:pos="1701"/>
          <w:tab w:val="left" w:leader="dot" w:pos="8505"/>
        </w:tabs>
        <w:spacing w:after="120"/>
        <w:ind w:left="1134" w:right="1134"/>
        <w:jc w:val="both"/>
      </w:pPr>
      <w:r w:rsidRPr="00882504">
        <w:t>6.</w:t>
      </w:r>
      <w:r w:rsidRPr="00882504">
        <w:tab/>
        <w:t>Technical service</w:t>
      </w:r>
      <w:r w:rsidRPr="00882504">
        <w:rPr>
          <w:lang w:val="en-US"/>
        </w:rPr>
        <w:t xml:space="preserve"> responsible for conducting the</w:t>
      </w:r>
      <w:r w:rsidR="00454DC4" w:rsidRPr="00882504">
        <w:rPr>
          <w:lang w:val="en-US"/>
        </w:rPr>
        <w:t xml:space="preserve"> </w:t>
      </w:r>
      <w:r w:rsidRPr="00882504">
        <w:rPr>
          <w:lang w:val="en-US"/>
        </w:rPr>
        <w:t>approval tests</w:t>
      </w:r>
      <w:r w:rsidRPr="00882504">
        <w:t xml:space="preserve">: </w:t>
      </w:r>
      <w:r w:rsidRPr="00882504">
        <w:tab/>
      </w:r>
    </w:p>
    <w:p w14:paraId="663795D2" w14:textId="77777777" w:rsidR="00DA603A" w:rsidRPr="00882504" w:rsidRDefault="00DA603A" w:rsidP="00DA603A">
      <w:pPr>
        <w:tabs>
          <w:tab w:val="left" w:pos="1701"/>
          <w:tab w:val="left" w:leader="dot" w:pos="8505"/>
        </w:tabs>
        <w:spacing w:after="120"/>
        <w:ind w:left="1134" w:right="1134"/>
        <w:jc w:val="both"/>
      </w:pPr>
      <w:r w:rsidRPr="00882504">
        <w:t>6.1.</w:t>
      </w:r>
      <w:r w:rsidRPr="00882504">
        <w:tab/>
        <w:t>Date of report issued by that service:</w:t>
      </w:r>
      <w:r w:rsidRPr="00882504">
        <w:tab/>
      </w:r>
    </w:p>
    <w:p w14:paraId="7D7B7539" w14:textId="77777777" w:rsidR="00DA603A" w:rsidRPr="00882504" w:rsidRDefault="00DA603A" w:rsidP="00DA603A">
      <w:pPr>
        <w:tabs>
          <w:tab w:val="left" w:pos="1701"/>
          <w:tab w:val="left" w:leader="dot" w:pos="8505"/>
        </w:tabs>
        <w:spacing w:after="120"/>
        <w:ind w:left="1134" w:right="1134"/>
        <w:jc w:val="both"/>
      </w:pPr>
      <w:r w:rsidRPr="00882504">
        <w:t>6.2.</w:t>
      </w:r>
      <w:r w:rsidRPr="00882504">
        <w:tab/>
        <w:t xml:space="preserve">Number of </w:t>
      </w:r>
      <w:proofErr w:type="gramStart"/>
      <w:r w:rsidRPr="00882504">
        <w:t>report</w:t>
      </w:r>
      <w:proofErr w:type="gramEnd"/>
      <w:r w:rsidRPr="00882504">
        <w:t xml:space="preserve"> issued by that service:</w:t>
      </w:r>
      <w:r w:rsidRPr="00882504">
        <w:tab/>
      </w:r>
    </w:p>
    <w:p w14:paraId="044D070B" w14:textId="77777777" w:rsidR="00DA603A" w:rsidRPr="00882504" w:rsidRDefault="00DA603A" w:rsidP="00DA603A">
      <w:pPr>
        <w:tabs>
          <w:tab w:val="left" w:pos="1701"/>
          <w:tab w:val="left" w:leader="dot" w:pos="8505"/>
        </w:tabs>
        <w:spacing w:after="120"/>
        <w:ind w:left="1134" w:right="1134"/>
        <w:jc w:val="both"/>
      </w:pPr>
      <w:r w:rsidRPr="00882504">
        <w:t>7.</w:t>
      </w:r>
      <w:r w:rsidRPr="00882504">
        <w:tab/>
        <w:t>Approval granted/refused/extended/</w:t>
      </w:r>
      <w:proofErr w:type="gramStart"/>
      <w:r w:rsidRPr="00882504">
        <w:t>withdrawn:</w:t>
      </w:r>
      <w:proofErr w:type="gramEnd"/>
      <w:r w:rsidRPr="00882504">
        <w:rPr>
          <w:vertAlign w:val="superscript"/>
        </w:rPr>
        <w:t>2</w:t>
      </w:r>
      <w:r w:rsidRPr="00882504">
        <w:t xml:space="preserve"> </w:t>
      </w:r>
    </w:p>
    <w:p w14:paraId="1A13E3E0" w14:textId="77777777" w:rsidR="00DA603A" w:rsidRPr="00882504" w:rsidRDefault="00DA603A" w:rsidP="00DA603A">
      <w:pPr>
        <w:tabs>
          <w:tab w:val="left" w:pos="1701"/>
          <w:tab w:val="left" w:leader="dot" w:pos="8505"/>
        </w:tabs>
        <w:spacing w:after="120"/>
        <w:ind w:left="1134" w:right="1134"/>
        <w:jc w:val="both"/>
        <w:rPr>
          <w:lang w:val="en-US"/>
        </w:rPr>
      </w:pPr>
      <w:r w:rsidRPr="00882504">
        <w:rPr>
          <w:lang w:val="en-US"/>
        </w:rPr>
        <w:t>8.</w:t>
      </w:r>
      <w:r w:rsidRPr="00882504">
        <w:rPr>
          <w:lang w:val="en-US"/>
        </w:rPr>
        <w:tab/>
        <w:t xml:space="preserve">Position of approval mark on the vehicle: </w:t>
      </w:r>
      <w:r w:rsidRPr="00882504">
        <w:rPr>
          <w:lang w:val="en-US"/>
        </w:rPr>
        <w:tab/>
      </w:r>
    </w:p>
    <w:p w14:paraId="0819C8AB" w14:textId="77777777" w:rsidR="00DA603A" w:rsidRPr="00882504" w:rsidRDefault="00DA603A" w:rsidP="00DA603A">
      <w:pPr>
        <w:tabs>
          <w:tab w:val="left" w:pos="1701"/>
          <w:tab w:val="left" w:leader="dot" w:pos="8505"/>
        </w:tabs>
        <w:spacing w:after="120"/>
        <w:ind w:left="1134" w:right="1134"/>
        <w:jc w:val="both"/>
      </w:pPr>
      <w:r w:rsidRPr="00882504">
        <w:t>9.</w:t>
      </w:r>
      <w:r w:rsidRPr="00882504">
        <w:tab/>
        <w:t>Place:</w:t>
      </w:r>
      <w:r w:rsidRPr="00882504">
        <w:tab/>
      </w:r>
    </w:p>
    <w:p w14:paraId="6033F5C0" w14:textId="77777777" w:rsidR="00DA603A" w:rsidRPr="00882504" w:rsidRDefault="00DA603A" w:rsidP="00DA603A">
      <w:pPr>
        <w:tabs>
          <w:tab w:val="left" w:pos="1701"/>
          <w:tab w:val="left" w:leader="dot" w:pos="8505"/>
        </w:tabs>
        <w:spacing w:after="120"/>
        <w:ind w:left="1134" w:right="1134"/>
        <w:jc w:val="both"/>
      </w:pPr>
      <w:r w:rsidRPr="00882504">
        <w:t>10.</w:t>
      </w:r>
      <w:r w:rsidRPr="00882504">
        <w:tab/>
        <w:t>Date:</w:t>
      </w:r>
      <w:r w:rsidRPr="00882504">
        <w:tab/>
      </w:r>
    </w:p>
    <w:p w14:paraId="4467B857" w14:textId="77777777" w:rsidR="00DA603A" w:rsidRPr="00882504" w:rsidRDefault="00DA603A" w:rsidP="00DA603A">
      <w:pPr>
        <w:tabs>
          <w:tab w:val="left" w:pos="1701"/>
          <w:tab w:val="left" w:leader="dot" w:pos="8505"/>
        </w:tabs>
        <w:spacing w:after="120"/>
        <w:ind w:left="1134" w:right="1134"/>
        <w:jc w:val="both"/>
      </w:pPr>
      <w:r w:rsidRPr="00882504">
        <w:t>11.</w:t>
      </w:r>
      <w:r w:rsidRPr="00882504">
        <w:tab/>
        <w:t>Signature:</w:t>
      </w:r>
      <w:r w:rsidRPr="00882504">
        <w:tab/>
      </w:r>
    </w:p>
    <w:p w14:paraId="5A17C988" w14:textId="77777777" w:rsidR="00DA603A" w:rsidRPr="00882504" w:rsidRDefault="00DA603A" w:rsidP="00DA603A">
      <w:pPr>
        <w:tabs>
          <w:tab w:val="left" w:pos="1701"/>
          <w:tab w:val="left" w:leader="dot" w:pos="8505"/>
        </w:tabs>
        <w:spacing w:after="120"/>
        <w:ind w:left="1689" w:right="1134" w:hanging="555"/>
        <w:jc w:val="both"/>
      </w:pPr>
      <w:r w:rsidRPr="00882504">
        <w:t>12.</w:t>
      </w:r>
      <w:r w:rsidRPr="00882504">
        <w:tab/>
        <w:t>The list of documents deposited with the approval authority which has granted approval is annexed to this communication.</w:t>
      </w:r>
    </w:p>
    <w:p w14:paraId="5D9B3DC5" w14:textId="77777777" w:rsidR="00DA603A" w:rsidRPr="00882504" w:rsidRDefault="00DA603A" w:rsidP="00DA603A">
      <w:pPr>
        <w:tabs>
          <w:tab w:val="left" w:pos="1701"/>
          <w:tab w:val="left" w:leader="dot" w:pos="8505"/>
        </w:tabs>
        <w:spacing w:after="120"/>
        <w:ind w:left="1134" w:right="1134"/>
        <w:jc w:val="both"/>
      </w:pPr>
    </w:p>
    <w:p w14:paraId="279DA6D4" w14:textId="77777777" w:rsidR="00DA603A" w:rsidRPr="00882504" w:rsidRDefault="00DA603A" w:rsidP="00DA603A">
      <w:pPr>
        <w:keepNext/>
        <w:keepLines/>
        <w:numPr>
          <w:ilvl w:val="0"/>
          <w:numId w:val="32"/>
        </w:numPr>
        <w:tabs>
          <w:tab w:val="right" w:pos="851"/>
        </w:tabs>
        <w:spacing w:before="360" w:after="240" w:line="300" w:lineRule="exact"/>
        <w:ind w:left="1134" w:right="1134" w:hanging="1134"/>
        <w:rPr>
          <w:b/>
          <w:sz w:val="28"/>
        </w:rPr>
        <w:sectPr w:rsidR="00DA603A" w:rsidRPr="00882504" w:rsidSect="00AF4085">
          <w:headerReference w:type="even" r:id="rId16"/>
          <w:headerReference w:type="default" r:id="rId17"/>
          <w:footerReference w:type="even" r:id="rId18"/>
          <w:footerReference w:type="default" r:id="rId19"/>
          <w:headerReference w:type="first" r:id="rId20"/>
          <w:endnotePr>
            <w:numFmt w:val="decimal"/>
          </w:endnotePr>
          <w:pgSz w:w="11907" w:h="16840" w:code="9"/>
          <w:pgMar w:top="1418" w:right="1134" w:bottom="1134" w:left="1134" w:header="851" w:footer="567" w:gutter="0"/>
          <w:cols w:space="720"/>
          <w:docGrid w:linePitch="272"/>
        </w:sectPr>
      </w:pPr>
      <w:bookmarkStart w:id="21" w:name="_Toc108926532"/>
    </w:p>
    <w:p w14:paraId="6615DAF2" w14:textId="77777777" w:rsidR="00DA603A" w:rsidRPr="00882504" w:rsidRDefault="00DA603A" w:rsidP="00DA603A">
      <w:pPr>
        <w:keepNext/>
        <w:keepLines/>
        <w:tabs>
          <w:tab w:val="right" w:pos="851"/>
        </w:tabs>
        <w:suppressAutoHyphens w:val="0"/>
        <w:spacing w:before="360" w:after="240" w:line="300" w:lineRule="exact"/>
        <w:ind w:right="1134"/>
        <w:rPr>
          <w:b/>
          <w:sz w:val="28"/>
          <w:lang w:val="en-US"/>
        </w:rPr>
      </w:pPr>
      <w:bookmarkStart w:id="22" w:name="_Toc387935186"/>
      <w:bookmarkStart w:id="23" w:name="_Toc456777182"/>
      <w:bookmarkStart w:id="24" w:name="_Toc354410601"/>
      <w:r w:rsidRPr="00882504">
        <w:rPr>
          <w:b/>
          <w:sz w:val="28"/>
          <w:lang w:val="en-US"/>
        </w:rPr>
        <w:lastRenderedPageBreak/>
        <w:t xml:space="preserve">Annex </w:t>
      </w:r>
      <w:bookmarkEnd w:id="22"/>
      <w:bookmarkEnd w:id="23"/>
      <w:r w:rsidRPr="00882504">
        <w:rPr>
          <w:b/>
          <w:sz w:val="28"/>
          <w:lang w:val="en-US"/>
        </w:rPr>
        <w:t>2</w:t>
      </w:r>
    </w:p>
    <w:p w14:paraId="6F7D5E23" w14:textId="77777777" w:rsidR="00DA603A" w:rsidRPr="00882504" w:rsidRDefault="00DA603A" w:rsidP="00DA603A">
      <w:pPr>
        <w:keepNext/>
        <w:keepLines/>
        <w:tabs>
          <w:tab w:val="right" w:pos="851"/>
          <w:tab w:val="left" w:pos="1134"/>
        </w:tabs>
        <w:suppressAutoHyphens w:val="0"/>
        <w:spacing w:before="360" w:after="240" w:line="300" w:lineRule="exact"/>
        <w:ind w:left="1134" w:right="1134" w:hanging="1134"/>
        <w:rPr>
          <w:b/>
          <w:sz w:val="28"/>
          <w:lang w:val="en-US"/>
        </w:rPr>
      </w:pPr>
      <w:r w:rsidRPr="00882504">
        <w:rPr>
          <w:b/>
          <w:sz w:val="28"/>
          <w:lang w:val="en-US"/>
        </w:rPr>
        <w:tab/>
      </w:r>
      <w:bookmarkStart w:id="25" w:name="_Toc456777183"/>
      <w:r w:rsidRPr="00882504">
        <w:rPr>
          <w:b/>
          <w:sz w:val="28"/>
          <w:lang w:val="en-US"/>
        </w:rPr>
        <w:tab/>
        <w:t xml:space="preserve">Information document on the type approval of a vehicle type </w:t>
      </w:r>
      <w:proofErr w:type="gramStart"/>
      <w:r w:rsidRPr="00882504">
        <w:rPr>
          <w:b/>
          <w:sz w:val="28"/>
          <w:lang w:val="en-US"/>
        </w:rPr>
        <w:t>with regard to</w:t>
      </w:r>
      <w:proofErr w:type="gramEnd"/>
      <w:r w:rsidRPr="00882504">
        <w:rPr>
          <w:b/>
          <w:sz w:val="28"/>
          <w:lang w:val="en-US"/>
        </w:rPr>
        <w:t xml:space="preserve"> its Event Data Recorder (EDR)</w:t>
      </w:r>
      <w:bookmarkEnd w:id="25"/>
    </w:p>
    <w:p w14:paraId="379157F5" w14:textId="77777777" w:rsidR="00DA603A" w:rsidRPr="00882504" w:rsidRDefault="00DA603A" w:rsidP="00DA603A">
      <w:pPr>
        <w:suppressAutoHyphens w:val="0"/>
        <w:spacing w:after="120" w:line="240" w:lineRule="auto"/>
        <w:ind w:left="1134" w:right="1134"/>
        <w:jc w:val="both"/>
      </w:pPr>
      <w:r w:rsidRPr="00882504">
        <w:t>A list of contents shall be included.</w:t>
      </w:r>
    </w:p>
    <w:p w14:paraId="5DE81391" w14:textId="77777777" w:rsidR="00DA603A" w:rsidRPr="00882504" w:rsidRDefault="00DA603A" w:rsidP="00DA603A">
      <w:pPr>
        <w:suppressAutoHyphens w:val="0"/>
        <w:spacing w:after="120" w:line="240" w:lineRule="auto"/>
        <w:ind w:left="1134" w:right="1134"/>
        <w:jc w:val="both"/>
      </w:pPr>
      <w:r w:rsidRPr="00882504">
        <w:t xml:space="preserve">Any drawings shall be supplied in appropriate scale and in </w:t>
      </w:r>
      <w:proofErr w:type="gramStart"/>
      <w:r w:rsidRPr="00882504">
        <w:t>sufficient</w:t>
      </w:r>
      <w:proofErr w:type="gramEnd"/>
      <w:r w:rsidRPr="00882504">
        <w:t xml:space="preserve"> detail on size A4 paper or on a folder of A4 format.</w:t>
      </w:r>
    </w:p>
    <w:p w14:paraId="2B43790B" w14:textId="77777777" w:rsidR="00DA603A" w:rsidRPr="00882504" w:rsidRDefault="00DA603A" w:rsidP="00DA603A">
      <w:pPr>
        <w:suppressAutoHyphens w:val="0"/>
        <w:spacing w:after="120" w:line="240" w:lineRule="auto"/>
        <w:ind w:left="1134" w:right="1134"/>
        <w:jc w:val="both"/>
      </w:pPr>
      <w:r w:rsidRPr="00882504">
        <w:t xml:space="preserve">Photographs, if any, shall show </w:t>
      </w:r>
      <w:proofErr w:type="gramStart"/>
      <w:r w:rsidRPr="00882504">
        <w:t>sufficient</w:t>
      </w:r>
      <w:proofErr w:type="gramEnd"/>
      <w:r w:rsidRPr="00882504">
        <w:t xml:space="preserve"> detail.</w:t>
      </w:r>
    </w:p>
    <w:p w14:paraId="56876CE4" w14:textId="77777777" w:rsidR="00DA603A" w:rsidRPr="00882504" w:rsidRDefault="00DA603A" w:rsidP="00DA603A">
      <w:pPr>
        <w:suppressAutoHyphens w:val="0"/>
        <w:spacing w:after="120" w:line="240" w:lineRule="auto"/>
        <w:ind w:left="1134" w:right="1134"/>
        <w:jc w:val="both"/>
      </w:pPr>
      <w:r w:rsidRPr="00882504">
        <w:t>General</w:t>
      </w:r>
    </w:p>
    <w:p w14:paraId="24695520"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1.</w:t>
      </w:r>
      <w:r w:rsidRPr="00882504">
        <w:tab/>
      </w:r>
      <w:r w:rsidRPr="00882504">
        <w:rPr>
          <w:lang w:val="en-US"/>
        </w:rPr>
        <w:t>Trade name or mark of vehicle</w:t>
      </w:r>
      <w:r w:rsidRPr="00882504">
        <w:t>:</w:t>
      </w:r>
      <w:r w:rsidRPr="00882504">
        <w:tab/>
      </w:r>
    </w:p>
    <w:p w14:paraId="77F36E7C"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2.</w:t>
      </w:r>
      <w:r w:rsidRPr="00882504">
        <w:tab/>
        <w:t>Vehicle type:</w:t>
      </w:r>
      <w:r w:rsidRPr="00882504">
        <w:tab/>
      </w:r>
    </w:p>
    <w:p w14:paraId="50E27E49"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3.</w:t>
      </w:r>
      <w:r w:rsidRPr="00882504">
        <w:tab/>
        <w:t>Means of identification of type, if marked on the vehicle:</w:t>
      </w:r>
      <w:r w:rsidRPr="00882504">
        <w:tab/>
      </w:r>
    </w:p>
    <w:p w14:paraId="1C139E73"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4.</w:t>
      </w:r>
      <w:r w:rsidRPr="00882504">
        <w:tab/>
        <w:t>Location of the marking:</w:t>
      </w:r>
      <w:r w:rsidRPr="00882504">
        <w:tab/>
      </w:r>
    </w:p>
    <w:p w14:paraId="37B252C8"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5.</w:t>
      </w:r>
      <w:r w:rsidRPr="00882504">
        <w:tab/>
        <w:t>Location of and method of affixing the approval mark:</w:t>
      </w:r>
      <w:r w:rsidRPr="00882504">
        <w:tab/>
      </w:r>
    </w:p>
    <w:p w14:paraId="4F1E948D"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6.</w:t>
      </w:r>
      <w:r w:rsidRPr="00882504">
        <w:tab/>
        <w:t>Category of vehicle:</w:t>
      </w:r>
      <w:r w:rsidRPr="00882504">
        <w:tab/>
      </w:r>
    </w:p>
    <w:p w14:paraId="6335D384"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7.</w:t>
      </w:r>
      <w:r w:rsidRPr="00882504">
        <w:tab/>
        <w:t>Name and address of manufacturer:</w:t>
      </w:r>
      <w:r w:rsidRPr="00882504">
        <w:tab/>
      </w:r>
    </w:p>
    <w:p w14:paraId="2300572E"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8.</w:t>
      </w:r>
      <w:r w:rsidRPr="00882504">
        <w:tab/>
        <w:t>Address(es) of assembly plant(s):</w:t>
      </w:r>
      <w:r w:rsidRPr="00882504">
        <w:tab/>
      </w:r>
    </w:p>
    <w:p w14:paraId="5F1D4C96"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9.</w:t>
      </w:r>
      <w:r w:rsidRPr="00882504">
        <w:tab/>
        <w:t>Photograph(s) and/or drawing(s) of a representative vehicle:</w:t>
      </w:r>
      <w:r w:rsidRPr="00882504">
        <w:tab/>
      </w:r>
    </w:p>
    <w:p w14:paraId="020FFE46" w14:textId="77777777" w:rsidR="00DA603A" w:rsidRPr="00882504" w:rsidRDefault="00DA603A" w:rsidP="00DA603A">
      <w:pPr>
        <w:tabs>
          <w:tab w:val="left" w:pos="1700"/>
          <w:tab w:val="right" w:leader="dot" w:pos="8505"/>
          <w:tab w:val="right" w:leader="dot" w:pos="9639"/>
        </w:tabs>
        <w:suppressAutoHyphens w:val="0"/>
        <w:spacing w:after="120" w:line="240" w:lineRule="auto"/>
        <w:ind w:left="1134" w:right="1134"/>
        <w:jc w:val="both"/>
      </w:pPr>
      <w:r w:rsidRPr="00882504">
        <w:t>10.</w:t>
      </w:r>
      <w:r w:rsidRPr="00882504">
        <w:tab/>
        <w:t>EDR</w:t>
      </w:r>
    </w:p>
    <w:p w14:paraId="3A9A667F"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10.1.</w:t>
      </w:r>
      <w:r w:rsidRPr="00882504">
        <w:tab/>
        <w:t>Make (trade name of manufacturer):</w:t>
      </w:r>
      <w:r w:rsidRPr="00882504">
        <w:tab/>
      </w:r>
    </w:p>
    <w:p w14:paraId="505AF047" w14:textId="77777777" w:rsidR="00DA603A" w:rsidRPr="00882504" w:rsidRDefault="00DA603A" w:rsidP="003D2B98">
      <w:pPr>
        <w:tabs>
          <w:tab w:val="left" w:pos="1701"/>
          <w:tab w:val="left" w:leader="dot" w:pos="8505"/>
        </w:tabs>
        <w:suppressAutoHyphens w:val="0"/>
        <w:spacing w:after="120" w:line="240" w:lineRule="auto"/>
        <w:ind w:left="1134" w:right="1134"/>
      </w:pPr>
      <w:r w:rsidRPr="00882504">
        <w:t>10.2.</w:t>
      </w:r>
      <w:r w:rsidRPr="00882504">
        <w:tab/>
        <w:t>Type and general commercial description(s):</w:t>
      </w:r>
      <w:r w:rsidRPr="00882504">
        <w:tab/>
      </w:r>
    </w:p>
    <w:p w14:paraId="4BC0B1FA"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10.3.</w:t>
      </w:r>
      <w:r w:rsidRPr="00882504">
        <w:tab/>
        <w:t xml:space="preserve">Drawing(s) or photographs showing the location and method of attachment of the </w:t>
      </w:r>
      <w:r w:rsidRPr="00882504">
        <w:br/>
      </w:r>
      <w:r w:rsidRPr="00882504">
        <w:tab/>
        <w:t>EDR in the vehicle:</w:t>
      </w:r>
      <w:r w:rsidRPr="00882504">
        <w:tab/>
      </w:r>
    </w:p>
    <w:p w14:paraId="3A78AA06" w14:textId="77777777" w:rsidR="00DA603A" w:rsidRPr="00882504" w:rsidRDefault="00DA603A" w:rsidP="00DA603A">
      <w:pPr>
        <w:tabs>
          <w:tab w:val="left" w:pos="1701"/>
          <w:tab w:val="left" w:leader="dot" w:pos="8505"/>
        </w:tabs>
        <w:suppressAutoHyphens w:val="0"/>
        <w:spacing w:after="120" w:line="240" w:lineRule="auto"/>
        <w:ind w:left="1134" w:right="1134"/>
      </w:pPr>
      <w:r w:rsidRPr="00882504">
        <w:t>10.4.</w:t>
      </w:r>
      <w:r w:rsidRPr="00882504">
        <w:tab/>
        <w:t>Description of the triggering parameter:</w:t>
      </w:r>
      <w:r w:rsidRPr="00882504">
        <w:tab/>
      </w:r>
    </w:p>
    <w:p w14:paraId="421F78BA" w14:textId="50BB03B8" w:rsidR="00DA603A" w:rsidRPr="00882504" w:rsidRDefault="00DA603A" w:rsidP="00DA603A">
      <w:pPr>
        <w:tabs>
          <w:tab w:val="left" w:pos="1701"/>
          <w:tab w:val="left" w:leader="dot" w:pos="8505"/>
        </w:tabs>
        <w:suppressAutoHyphens w:val="0"/>
        <w:spacing w:after="120" w:line="240" w:lineRule="auto"/>
        <w:ind w:left="1134" w:right="1134"/>
      </w:pPr>
      <w:r w:rsidRPr="00882504">
        <w:t>10.5.</w:t>
      </w:r>
      <w:r w:rsidRPr="00882504">
        <w:tab/>
        <w:t xml:space="preserve">Description of any other relevant parameter (storing capacity, </w:t>
      </w:r>
      <w:r w:rsidR="006F7917" w:rsidRPr="00882504">
        <w:t>resistance</w:t>
      </w:r>
      <w:r w:rsidRPr="00882504">
        <w:t xml:space="preserve"> to high </w:t>
      </w:r>
      <w:r w:rsidRPr="00882504">
        <w:br/>
      </w:r>
      <w:r w:rsidRPr="00882504">
        <w:tab/>
        <w:t xml:space="preserve">deceleration and mechanical stress of a severe impact, etc.): </w:t>
      </w:r>
      <w:r w:rsidRPr="00882504">
        <w:tab/>
      </w:r>
    </w:p>
    <w:p w14:paraId="4C675B86" w14:textId="77777777" w:rsidR="00DA603A" w:rsidRPr="00882504" w:rsidRDefault="00DA603A" w:rsidP="00DA603A">
      <w:pPr>
        <w:tabs>
          <w:tab w:val="left" w:pos="1701"/>
          <w:tab w:val="left" w:leader="dot" w:pos="8505"/>
        </w:tabs>
        <w:suppressAutoHyphens w:val="0"/>
        <w:spacing w:after="120" w:line="240" w:lineRule="auto"/>
        <w:ind w:left="1701" w:right="1134" w:hanging="567"/>
      </w:pPr>
      <w:r w:rsidRPr="00882504">
        <w:t>10.6.</w:t>
      </w:r>
      <w:r w:rsidRPr="00882504">
        <w:tab/>
        <w:t>The data elements and data format stored in the EDR:</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47"/>
        <w:gridCol w:w="1247"/>
        <w:gridCol w:w="1247"/>
        <w:gridCol w:w="1247"/>
        <w:gridCol w:w="1247"/>
        <w:gridCol w:w="1247"/>
      </w:tblGrid>
      <w:tr w:rsidR="00DA603A" w:rsidRPr="00882504" w14:paraId="1B4D72A4" w14:textId="77777777" w:rsidTr="00827D77">
        <w:trPr>
          <w:cantSplit/>
          <w:tblHeader/>
        </w:trPr>
        <w:tc>
          <w:tcPr>
            <w:tcW w:w="1247" w:type="dxa"/>
            <w:tcBorders>
              <w:bottom w:val="single" w:sz="12" w:space="0" w:color="auto"/>
            </w:tcBorders>
            <w:shd w:val="clear" w:color="auto" w:fill="auto"/>
          </w:tcPr>
          <w:p w14:paraId="342F095C" w14:textId="77777777" w:rsidR="00DA603A" w:rsidRPr="00882504" w:rsidRDefault="00DA603A" w:rsidP="00827D77">
            <w:pPr>
              <w:suppressAutoHyphens w:val="0"/>
              <w:spacing w:before="80" w:after="80" w:line="200" w:lineRule="exact"/>
              <w:jc w:val="center"/>
              <w:rPr>
                <w:rFonts w:eastAsia="Calibri"/>
                <w:i/>
                <w:iCs/>
                <w:sz w:val="16"/>
                <w:szCs w:val="16"/>
                <w:lang w:val="en-US"/>
              </w:rPr>
            </w:pPr>
            <w:r w:rsidRPr="00882504">
              <w:rPr>
                <w:rFonts w:eastAsia="Calibri"/>
                <w:i/>
                <w:iCs/>
                <w:sz w:val="16"/>
                <w:szCs w:val="16"/>
                <w:lang w:val="en-US"/>
              </w:rPr>
              <w:t>Data element</w:t>
            </w:r>
          </w:p>
        </w:tc>
        <w:tc>
          <w:tcPr>
            <w:tcW w:w="1247" w:type="dxa"/>
            <w:tcBorders>
              <w:bottom w:val="single" w:sz="12" w:space="0" w:color="auto"/>
            </w:tcBorders>
            <w:shd w:val="clear" w:color="auto" w:fill="auto"/>
          </w:tcPr>
          <w:p w14:paraId="0B86D48F" w14:textId="77777777" w:rsidR="00DA603A" w:rsidRPr="00882504" w:rsidRDefault="00DA603A" w:rsidP="00827D77">
            <w:pPr>
              <w:suppressAutoHyphens w:val="0"/>
              <w:spacing w:before="80" w:after="80" w:line="200" w:lineRule="exact"/>
              <w:jc w:val="center"/>
              <w:rPr>
                <w:rFonts w:eastAsia="Calibri"/>
                <w:i/>
                <w:iCs/>
                <w:sz w:val="16"/>
                <w:szCs w:val="16"/>
                <w:lang w:val="en-US"/>
              </w:rPr>
            </w:pPr>
            <w:r w:rsidRPr="00882504">
              <w:rPr>
                <w:rFonts w:eastAsia="Calibri"/>
                <w:i/>
                <w:iCs/>
                <w:sz w:val="16"/>
                <w:szCs w:val="16"/>
                <w:lang w:val="en-US"/>
              </w:rPr>
              <w:t>Recording interval/time (relative to time zero)</w:t>
            </w:r>
          </w:p>
        </w:tc>
        <w:tc>
          <w:tcPr>
            <w:tcW w:w="1247" w:type="dxa"/>
            <w:tcBorders>
              <w:bottom w:val="single" w:sz="12" w:space="0" w:color="auto"/>
            </w:tcBorders>
            <w:shd w:val="clear" w:color="auto" w:fill="auto"/>
          </w:tcPr>
          <w:p w14:paraId="4E952606" w14:textId="77777777" w:rsidR="00DA603A" w:rsidRPr="00882504" w:rsidRDefault="00DA603A" w:rsidP="00827D77">
            <w:pPr>
              <w:suppressAutoHyphens w:val="0"/>
              <w:spacing w:before="80" w:after="80" w:line="200" w:lineRule="exact"/>
              <w:jc w:val="center"/>
              <w:rPr>
                <w:rFonts w:eastAsia="Calibri"/>
                <w:i/>
                <w:iCs/>
                <w:sz w:val="16"/>
                <w:szCs w:val="16"/>
                <w:lang w:val="en-US"/>
              </w:rPr>
            </w:pPr>
            <w:r w:rsidRPr="00882504">
              <w:rPr>
                <w:rFonts w:eastAsia="Calibri"/>
                <w:i/>
                <w:iCs/>
                <w:sz w:val="16"/>
                <w:szCs w:val="16"/>
                <w:lang w:val="en-US"/>
              </w:rPr>
              <w:t>Data sample rate (samples per second)</w:t>
            </w:r>
          </w:p>
        </w:tc>
        <w:tc>
          <w:tcPr>
            <w:tcW w:w="1247" w:type="dxa"/>
            <w:tcBorders>
              <w:bottom w:val="single" w:sz="12" w:space="0" w:color="auto"/>
            </w:tcBorders>
            <w:shd w:val="clear" w:color="auto" w:fill="auto"/>
          </w:tcPr>
          <w:p w14:paraId="4AE0973C" w14:textId="77777777" w:rsidR="00DA603A" w:rsidRPr="00882504" w:rsidRDefault="00DA603A" w:rsidP="00827D77">
            <w:pPr>
              <w:suppressAutoHyphens w:val="0"/>
              <w:spacing w:before="80" w:after="80" w:line="200" w:lineRule="exact"/>
              <w:jc w:val="center"/>
              <w:rPr>
                <w:rFonts w:eastAsia="Calibri"/>
                <w:i/>
                <w:iCs/>
                <w:sz w:val="16"/>
                <w:szCs w:val="16"/>
                <w:lang w:val="en-US"/>
              </w:rPr>
            </w:pPr>
            <w:r w:rsidRPr="00882504">
              <w:rPr>
                <w:rFonts w:eastAsia="Calibri"/>
                <w:i/>
                <w:iCs/>
                <w:sz w:val="16"/>
                <w:szCs w:val="16"/>
                <w:lang w:val="en-US"/>
              </w:rPr>
              <w:t>Minimum range</w:t>
            </w:r>
          </w:p>
        </w:tc>
        <w:tc>
          <w:tcPr>
            <w:tcW w:w="1247" w:type="dxa"/>
            <w:tcBorders>
              <w:bottom w:val="single" w:sz="12" w:space="0" w:color="auto"/>
            </w:tcBorders>
            <w:shd w:val="clear" w:color="auto" w:fill="auto"/>
          </w:tcPr>
          <w:p w14:paraId="2516B795" w14:textId="77777777" w:rsidR="00DA603A" w:rsidRPr="00882504" w:rsidRDefault="00DA603A" w:rsidP="00827D77">
            <w:pPr>
              <w:suppressAutoHyphens w:val="0"/>
              <w:spacing w:before="80" w:after="80" w:line="200" w:lineRule="exact"/>
              <w:jc w:val="center"/>
              <w:rPr>
                <w:rFonts w:eastAsia="Calibri"/>
                <w:i/>
                <w:iCs/>
                <w:sz w:val="16"/>
                <w:szCs w:val="16"/>
                <w:lang w:val="en-US"/>
              </w:rPr>
            </w:pPr>
            <w:r w:rsidRPr="00882504">
              <w:rPr>
                <w:rFonts w:eastAsia="Calibri"/>
                <w:i/>
                <w:iCs/>
                <w:sz w:val="16"/>
                <w:szCs w:val="16"/>
                <w:lang w:val="en-US"/>
              </w:rPr>
              <w:t>Accuracy</w:t>
            </w:r>
          </w:p>
        </w:tc>
        <w:tc>
          <w:tcPr>
            <w:tcW w:w="1247" w:type="dxa"/>
            <w:tcBorders>
              <w:bottom w:val="single" w:sz="12" w:space="0" w:color="auto"/>
            </w:tcBorders>
            <w:shd w:val="clear" w:color="auto" w:fill="auto"/>
          </w:tcPr>
          <w:p w14:paraId="738DA059" w14:textId="77777777" w:rsidR="00DA603A" w:rsidRPr="00882504" w:rsidRDefault="00DA603A" w:rsidP="00827D77">
            <w:pPr>
              <w:suppressAutoHyphens w:val="0"/>
              <w:spacing w:before="80" w:after="80" w:line="200" w:lineRule="exact"/>
              <w:jc w:val="center"/>
              <w:rPr>
                <w:rFonts w:eastAsia="Calibri"/>
                <w:i/>
                <w:iCs/>
                <w:sz w:val="16"/>
                <w:szCs w:val="16"/>
                <w:lang w:val="en-US"/>
              </w:rPr>
            </w:pPr>
            <w:r w:rsidRPr="00882504">
              <w:rPr>
                <w:rFonts w:eastAsia="Calibri"/>
                <w:i/>
                <w:iCs/>
                <w:sz w:val="16"/>
                <w:szCs w:val="16"/>
                <w:lang w:val="en-US"/>
              </w:rPr>
              <w:t>Resolution</w:t>
            </w:r>
          </w:p>
        </w:tc>
      </w:tr>
      <w:tr w:rsidR="00DA603A" w:rsidRPr="00882504" w14:paraId="7044CDCB" w14:textId="77777777" w:rsidTr="00827D77">
        <w:trPr>
          <w:cantSplit/>
        </w:trPr>
        <w:tc>
          <w:tcPr>
            <w:tcW w:w="1247" w:type="dxa"/>
            <w:tcBorders>
              <w:top w:val="single" w:sz="12" w:space="0" w:color="auto"/>
            </w:tcBorders>
            <w:shd w:val="clear" w:color="auto" w:fill="auto"/>
          </w:tcPr>
          <w:p w14:paraId="0533BE3F" w14:textId="77777777" w:rsidR="00DA603A" w:rsidRPr="00882504"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2D1620FF" w14:textId="77777777" w:rsidR="00DA603A" w:rsidRPr="00882504"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44FCB39F" w14:textId="77777777" w:rsidR="00DA603A" w:rsidRPr="00882504"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2D83C490" w14:textId="77777777" w:rsidR="00DA603A" w:rsidRPr="00882504"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33188E12" w14:textId="77777777" w:rsidR="00DA603A" w:rsidRPr="00882504"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500F2680" w14:textId="77777777" w:rsidR="00DA603A" w:rsidRPr="00882504" w:rsidRDefault="00DA603A" w:rsidP="00827D77">
            <w:pPr>
              <w:suppressAutoHyphens w:val="0"/>
              <w:spacing w:before="40" w:after="120" w:line="220" w:lineRule="exact"/>
              <w:rPr>
                <w:rFonts w:eastAsia="Calibri"/>
                <w:lang w:val="en-US"/>
              </w:rPr>
            </w:pPr>
          </w:p>
        </w:tc>
      </w:tr>
      <w:tr w:rsidR="00DA603A" w:rsidRPr="00882504" w14:paraId="7B3F9A4E" w14:textId="77777777" w:rsidTr="00827D77">
        <w:trPr>
          <w:cantSplit/>
        </w:trPr>
        <w:tc>
          <w:tcPr>
            <w:tcW w:w="1247" w:type="dxa"/>
            <w:tcBorders>
              <w:bottom w:val="single" w:sz="4" w:space="0" w:color="auto"/>
            </w:tcBorders>
            <w:shd w:val="clear" w:color="auto" w:fill="auto"/>
          </w:tcPr>
          <w:p w14:paraId="1A97E806"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50ACEAA5"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14B2AC30"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258464A9"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63167C36"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70A81522" w14:textId="77777777" w:rsidR="00DA603A" w:rsidRPr="00882504" w:rsidRDefault="00DA603A" w:rsidP="00827D77">
            <w:pPr>
              <w:suppressAutoHyphens w:val="0"/>
              <w:spacing w:before="40" w:after="120" w:line="220" w:lineRule="exact"/>
              <w:rPr>
                <w:rFonts w:eastAsia="Calibri"/>
                <w:lang w:val="en-US"/>
              </w:rPr>
            </w:pPr>
          </w:p>
        </w:tc>
      </w:tr>
      <w:tr w:rsidR="00DA603A" w:rsidRPr="00882504" w14:paraId="1F744E56" w14:textId="77777777" w:rsidTr="00827D77">
        <w:trPr>
          <w:cantSplit/>
        </w:trPr>
        <w:tc>
          <w:tcPr>
            <w:tcW w:w="1247" w:type="dxa"/>
            <w:tcBorders>
              <w:bottom w:val="single" w:sz="12" w:space="0" w:color="auto"/>
            </w:tcBorders>
            <w:shd w:val="clear" w:color="auto" w:fill="auto"/>
          </w:tcPr>
          <w:p w14:paraId="520FA456"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3D2056C7"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1CADDA79"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54A3270D"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121E086C" w14:textId="77777777" w:rsidR="00DA603A" w:rsidRPr="00882504"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2535E3E3" w14:textId="77777777" w:rsidR="00DA603A" w:rsidRPr="00882504" w:rsidRDefault="00DA603A" w:rsidP="00827D77">
            <w:pPr>
              <w:suppressAutoHyphens w:val="0"/>
              <w:spacing w:before="40" w:after="120" w:line="220" w:lineRule="exact"/>
              <w:rPr>
                <w:rFonts w:eastAsia="Calibri"/>
                <w:lang w:val="en-US"/>
              </w:rPr>
            </w:pPr>
          </w:p>
        </w:tc>
      </w:tr>
    </w:tbl>
    <w:p w14:paraId="06C3A54A" w14:textId="644A0694" w:rsidR="00DA603A" w:rsidRPr="00882504" w:rsidRDefault="00DA603A" w:rsidP="00AF4085">
      <w:pPr>
        <w:tabs>
          <w:tab w:val="left" w:pos="1701"/>
          <w:tab w:val="left" w:leader="dot" w:pos="8505"/>
        </w:tabs>
        <w:suppressAutoHyphens w:val="0"/>
        <w:spacing w:before="120" w:after="120" w:line="240" w:lineRule="auto"/>
        <w:ind w:left="1701" w:right="1134" w:hanging="567"/>
      </w:pPr>
      <w:r w:rsidRPr="00882504">
        <w:t>10.7.</w:t>
      </w:r>
      <w:r w:rsidRPr="00882504">
        <w:tab/>
        <w:t xml:space="preserve">Instructions for retrieving data from the EDR: </w:t>
      </w:r>
      <w:r w:rsidRPr="00882504">
        <w:tab/>
      </w:r>
    </w:p>
    <w:p w14:paraId="06EB4A83" w14:textId="77777777" w:rsidR="00AF4085" w:rsidRPr="00882504" w:rsidRDefault="00AF4085" w:rsidP="00DA603A">
      <w:pPr>
        <w:tabs>
          <w:tab w:val="left" w:pos="1701"/>
          <w:tab w:val="left" w:leader="dot" w:pos="8505"/>
        </w:tabs>
        <w:suppressAutoHyphens w:val="0"/>
        <w:spacing w:after="120" w:line="240" w:lineRule="auto"/>
        <w:ind w:left="1701" w:right="1134" w:hanging="567"/>
        <w:rPr>
          <w:lang w:val="en-US"/>
        </w:rPr>
      </w:pPr>
    </w:p>
    <w:p w14:paraId="1AA8B345" w14:textId="77777777" w:rsidR="00DA603A" w:rsidRPr="00882504" w:rsidRDefault="00DA603A" w:rsidP="00DA603A">
      <w:pPr>
        <w:suppressAutoHyphens w:val="0"/>
        <w:spacing w:line="240" w:lineRule="auto"/>
        <w:rPr>
          <w:bCs/>
          <w:sz w:val="24"/>
        </w:rPr>
        <w:sectPr w:rsidR="00DA603A" w:rsidRPr="00882504" w:rsidSect="00AD22AE">
          <w:headerReference w:type="even" r:id="rId21"/>
          <w:headerReference w:type="default" r:id="rId22"/>
          <w:footerReference w:type="even" r:id="rId23"/>
          <w:headerReference w:type="first" r:id="rId24"/>
          <w:footerReference w:type="first" r:id="rId25"/>
          <w:endnotePr>
            <w:numFmt w:val="decimal"/>
          </w:endnotePr>
          <w:pgSz w:w="11906" w:h="16838" w:code="9"/>
          <w:pgMar w:top="1418" w:right="1134" w:bottom="1134" w:left="1134" w:header="851" w:footer="567" w:gutter="0"/>
          <w:cols w:space="720"/>
          <w:docGrid w:linePitch="326"/>
        </w:sectPr>
      </w:pPr>
    </w:p>
    <w:p w14:paraId="54F2180F" w14:textId="77777777" w:rsidR="00DA603A" w:rsidRPr="00882504" w:rsidRDefault="00DA603A" w:rsidP="00DA603A">
      <w:pPr>
        <w:keepNext/>
        <w:keepLines/>
        <w:tabs>
          <w:tab w:val="right" w:pos="851"/>
        </w:tabs>
        <w:spacing w:before="360" w:after="240" w:line="300" w:lineRule="exact"/>
        <w:ind w:right="1134"/>
        <w:rPr>
          <w:b/>
          <w:sz w:val="28"/>
        </w:rPr>
      </w:pPr>
      <w:r w:rsidRPr="00882504">
        <w:rPr>
          <w:b/>
          <w:sz w:val="28"/>
        </w:rPr>
        <w:lastRenderedPageBreak/>
        <w:t xml:space="preserve">Annex </w:t>
      </w:r>
      <w:bookmarkEnd w:id="21"/>
      <w:bookmarkEnd w:id="24"/>
      <w:r w:rsidRPr="00882504">
        <w:rPr>
          <w:b/>
          <w:sz w:val="28"/>
        </w:rPr>
        <w:t>3</w:t>
      </w:r>
    </w:p>
    <w:p w14:paraId="6691E7EA" w14:textId="77777777" w:rsidR="00DA603A" w:rsidRPr="00882504" w:rsidRDefault="00DA603A" w:rsidP="00DA603A">
      <w:pPr>
        <w:keepNext/>
        <w:keepLines/>
        <w:spacing w:before="360" w:after="240" w:line="300" w:lineRule="exact"/>
        <w:ind w:right="1134"/>
        <w:rPr>
          <w:b/>
          <w:bCs/>
          <w:sz w:val="28"/>
        </w:rPr>
      </w:pPr>
      <w:bookmarkStart w:id="26" w:name="_Toc108926533"/>
      <w:bookmarkStart w:id="27" w:name="_Toc354410602"/>
      <w:r w:rsidRPr="00882504">
        <w:rPr>
          <w:b/>
          <w:sz w:val="28"/>
        </w:rPr>
        <w:tab/>
      </w:r>
      <w:r w:rsidRPr="00882504">
        <w:rPr>
          <w:b/>
          <w:sz w:val="28"/>
        </w:rPr>
        <w:tab/>
        <w:t>Arrangements of approval marks</w:t>
      </w:r>
      <w:bookmarkEnd w:id="26"/>
      <w:bookmarkEnd w:id="27"/>
    </w:p>
    <w:p w14:paraId="067AEE81" w14:textId="77777777" w:rsidR="00DA603A" w:rsidRPr="00882504" w:rsidRDefault="00DA603A" w:rsidP="00DA603A">
      <w:pPr>
        <w:spacing w:after="120"/>
        <w:ind w:left="1134" w:right="1134"/>
        <w:jc w:val="both"/>
      </w:pPr>
      <w:r w:rsidRPr="00882504">
        <w:t>(see paragraphs 4.4. to 4.4.2. of this Regulation)</w:t>
      </w:r>
    </w:p>
    <w:p w14:paraId="351C6CF5" w14:textId="00FFA643" w:rsidR="00DA603A" w:rsidRPr="00882504" w:rsidRDefault="00DA603A" w:rsidP="00DA603A">
      <w:pPr>
        <w:spacing w:after="120"/>
        <w:ind w:left="1134" w:right="1134"/>
        <w:jc w:val="both"/>
      </w:pPr>
      <w:r w:rsidRPr="00882504">
        <w:rPr>
          <w:noProof/>
          <w:lang w:val="nl-NL" w:eastAsia="nl-NL"/>
        </w:rPr>
        <mc:AlternateContent>
          <mc:Choice Requires="wpg">
            <w:drawing>
              <wp:anchor distT="0" distB="0" distL="114300" distR="114300" simplePos="0" relativeHeight="251659264" behindDoc="0" locked="0" layoutInCell="1" allowOverlap="1" wp14:anchorId="377A68A9" wp14:editId="6E0DE053">
                <wp:simplePos x="0" y="0"/>
                <wp:positionH relativeFrom="column">
                  <wp:posOffset>2181860</wp:posOffset>
                </wp:positionH>
                <wp:positionV relativeFrom="paragraph">
                  <wp:posOffset>310515</wp:posOffset>
                </wp:positionV>
                <wp:extent cx="1872615" cy="491490"/>
                <wp:effectExtent l="0" t="0" r="0" b="381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00" y="3992"/>
                            <a:ext cx="2409" cy="774"/>
                            <a:chOff x="3855" y="3977"/>
                            <a:chExt cx="2409"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28820AE" w14:textId="77777777" w:rsidR="00487292" w:rsidRDefault="00487292" w:rsidP="00DA603A"/>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855" y="3977"/>
                              <a:ext cx="2409" cy="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5A8448" w14:textId="77777777" w:rsidR="00487292" w:rsidRDefault="00487292" w:rsidP="00DA603A">
                                <w:pPr>
                                  <w:rPr>
                                    <w:sz w:val="32"/>
                                  </w:rPr>
                                </w:pPr>
                                <w:r>
                                  <w:rPr>
                                    <w:sz w:val="32"/>
                                  </w:rPr>
                                  <w:t>XXX</w:t>
                                </w:r>
                                <w:r w:rsidRPr="00300BA9">
                                  <w:rPr>
                                    <w:sz w:val="32"/>
                                  </w:rPr>
                                  <w:t>R -</w:t>
                                </w:r>
                                <w:r>
                                  <w:rPr>
                                    <w:sz w:val="32"/>
                                  </w:rPr>
                                  <w:t xml:space="preserve"> 00185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7A68A9" id="Group 168" o:spid="_x0000_s1026" style="position:absolute;left:0;text-align:left;margin-left:171.8pt;margin-top:24.45pt;width:147.45pt;height:38.7pt;z-index:251659264"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">
                <v:group id="Group 19" o:spid="_x0000_s1027" style="position:absolute;left:5100;top:3992;width:2409;height:774" coordorigin="3855,3977" coordsize="2409,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type id="_x0000_t202" coordsize="21600,21600" o:spt="202" path="m,l,21600r21600,l21600,xe">
                    <v:stroke joinstyle="miter"/>
                    <v:path gradientshapeok="t" o:connecttype="rect"/>
                  </v:shapetype>
                  <v:shape id="Text Box 20" o:spid="_x0000_s1028"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428820AE" w14:textId="77777777" w:rsidR="00487292" w:rsidRDefault="00487292" w:rsidP="00DA603A"/>
                      </w:txbxContent>
                    </v:textbox>
                  </v:shape>
                  <v:shape id="Text Box 21" o:spid="_x0000_s1029" type="#_x0000_t202" style="position:absolute;left:3855;top:3977;width:2409;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7B5A8448" w14:textId="77777777" w:rsidR="00487292" w:rsidRDefault="00487292" w:rsidP="00DA603A">
                          <w:pPr>
                            <w:rPr>
                              <w:sz w:val="32"/>
                            </w:rPr>
                          </w:pPr>
                          <w:r>
                            <w:rPr>
                              <w:sz w:val="32"/>
                            </w:rPr>
                            <w:t>XXX</w:t>
                          </w:r>
                          <w:r w:rsidRPr="00300BA9">
                            <w:rPr>
                              <w:sz w:val="32"/>
                            </w:rPr>
                            <w:t>R -</w:t>
                          </w:r>
                          <w:r>
                            <w:rPr>
                              <w:sz w:val="32"/>
                            </w:rPr>
                            <w:t xml:space="preserve"> 00185</w:t>
                          </w:r>
                        </w:p>
                      </w:txbxContent>
                    </v:textbox>
                  </v:shape>
                </v:group>
                <v:line id="Line 22" o:spid="_x0000_s1030"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28" w:name="_MON_1339922715"/>
      <w:bookmarkEnd w:id="28"/>
      <w:bookmarkStart w:id="29" w:name="_MON_1420719363"/>
      <w:bookmarkEnd w:id="29"/>
      <w:r w:rsidR="00506634" w:rsidRPr="00882504">
        <w:object w:dxaOrig="6299" w:dyaOrig="1339" w14:anchorId="5ECB0D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66.75pt" o:ole="">
            <v:imagedata r:id="rId26" o:title=""/>
          </v:shape>
          <o:OLEObject Type="Embed" ProgID="Word.Picture.8" ShapeID="_x0000_i1025" DrawAspect="Content" ObjectID="_1661948274" r:id="rId27"/>
        </w:object>
      </w:r>
    </w:p>
    <w:p w14:paraId="1E8CBF49" w14:textId="77777777" w:rsidR="00DA603A" w:rsidRPr="00882504" w:rsidRDefault="00DA603A" w:rsidP="00DA603A">
      <w:pPr>
        <w:spacing w:after="120"/>
        <w:ind w:left="1134" w:right="1134"/>
        <w:jc w:val="right"/>
      </w:pPr>
      <w:r w:rsidRPr="00882504">
        <w:t>a = 8 mm min</w:t>
      </w:r>
    </w:p>
    <w:p w14:paraId="1893038D" w14:textId="3EF5591B" w:rsidR="00DA603A" w:rsidRPr="00882504" w:rsidRDefault="00DA603A" w:rsidP="00AF4085">
      <w:pPr>
        <w:spacing w:after="120"/>
        <w:ind w:left="1134" w:right="1134" w:firstLine="567"/>
        <w:jc w:val="both"/>
      </w:pPr>
      <w:r w:rsidRPr="00882504">
        <w:t xml:space="preserve">The above approval mark affixed to a vehicle shows that the vehicle type </w:t>
      </w:r>
      <w:proofErr w:type="gramStart"/>
      <w:r w:rsidRPr="00882504">
        <w:t>with regard to</w:t>
      </w:r>
      <w:proofErr w:type="gramEnd"/>
      <w:r w:rsidRPr="00882504">
        <w:t xml:space="preserve"> its EDR concerned has been approved in Germany (E</w:t>
      </w:r>
      <w:r w:rsidR="00AF4085" w:rsidRPr="00882504">
        <w:t xml:space="preserve"> </w:t>
      </w:r>
      <w:r w:rsidRPr="00882504">
        <w:t xml:space="preserve">1) pursuant to UN Regulation No. </w:t>
      </w:r>
      <w:r w:rsidR="00506634" w:rsidRPr="00882504">
        <w:t>[</w:t>
      </w:r>
      <w:r w:rsidRPr="00882504">
        <w:t>XXX</w:t>
      </w:r>
      <w:r w:rsidR="00506634" w:rsidRPr="00882504">
        <w:t>]</w:t>
      </w:r>
      <w:r w:rsidRPr="00882504">
        <w:t xml:space="preserve">. The first two digits of the approval number indicate that the approval was granted in accordance with the requirements of UN Regulation No. </w:t>
      </w:r>
      <w:r w:rsidR="00506634" w:rsidRPr="00882504">
        <w:t>[</w:t>
      </w:r>
      <w:r w:rsidRPr="00882504">
        <w:t>XXX</w:t>
      </w:r>
      <w:r w:rsidR="00506634" w:rsidRPr="00882504">
        <w:t>]</w:t>
      </w:r>
      <w:r w:rsidRPr="00882504">
        <w:t xml:space="preserve"> in its original form.</w:t>
      </w:r>
    </w:p>
    <w:p w14:paraId="5AFBFC42" w14:textId="77777777" w:rsidR="00DA603A" w:rsidRPr="00882504" w:rsidRDefault="00DA603A" w:rsidP="00DA603A">
      <w:pPr>
        <w:spacing w:after="120"/>
        <w:ind w:left="1134" w:right="1134"/>
        <w:jc w:val="both"/>
      </w:pPr>
    </w:p>
    <w:p w14:paraId="1009471F" w14:textId="77777777" w:rsidR="00DA603A" w:rsidRPr="00882504" w:rsidRDefault="00DA603A" w:rsidP="00DA603A">
      <w:pPr>
        <w:spacing w:after="120"/>
        <w:ind w:left="1134" w:right="1134"/>
        <w:jc w:val="both"/>
      </w:pPr>
      <w:r w:rsidRPr="00882504">
        <w:rPr>
          <w:rFonts w:eastAsia="MS Mincho"/>
          <w:noProof/>
          <w:sz w:val="22"/>
          <w:szCs w:val="22"/>
          <w:lang w:val="nl-NL" w:eastAsia="nl-NL"/>
        </w:rPr>
        <mc:AlternateContent>
          <mc:Choice Requires="wpg">
            <w:drawing>
              <wp:anchor distT="0" distB="0" distL="114300" distR="114300" simplePos="0" relativeHeight="251660288" behindDoc="0" locked="0" layoutInCell="1" allowOverlap="1" wp14:anchorId="2563D48D" wp14:editId="01DDFD91">
                <wp:simplePos x="0" y="0"/>
                <wp:positionH relativeFrom="column">
                  <wp:posOffset>779145</wp:posOffset>
                </wp:positionH>
                <wp:positionV relativeFrom="paragraph">
                  <wp:posOffset>45720</wp:posOffset>
                </wp:positionV>
                <wp:extent cx="4178935" cy="1257300"/>
                <wp:effectExtent l="26670" t="0" r="4445" b="1905"/>
                <wp:wrapNone/>
                <wp:docPr id="10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103" name="Gruppieren 304"/>
                        <wpg:cNvGrpSpPr>
                          <a:grpSpLocks/>
                        </wpg:cNvGrpSpPr>
                        <wpg:grpSpPr bwMode="auto">
                          <a:xfrm>
                            <a:off x="1856" y="2497"/>
                            <a:ext cx="6581" cy="1980"/>
                            <a:chOff x="191" y="0"/>
                            <a:chExt cx="38358" cy="12688"/>
                          </a:xfrm>
                        </wpg:grpSpPr>
                        <wps:wsp>
                          <wps:cNvPr id="107"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91AC86" w14:textId="77777777" w:rsidR="00487292" w:rsidRPr="00B9582B" w:rsidRDefault="00487292" w:rsidP="00DA603A">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08" name="Groep 17"/>
                          <wpg:cNvGrpSpPr>
                            <a:grpSpLocks/>
                          </wpg:cNvGrpSpPr>
                          <wpg:grpSpPr bwMode="auto">
                            <a:xfrm>
                              <a:off x="191" y="805"/>
                              <a:ext cx="38359" cy="11883"/>
                              <a:chOff x="191" y="0"/>
                              <a:chExt cx="38358" cy="11883"/>
                            </a:xfrm>
                          </wpg:grpSpPr>
                          <wpg:grpSp>
                            <wpg:cNvPr id="109" name="Groep 18"/>
                            <wpg:cNvGrpSpPr>
                              <a:grpSpLocks/>
                            </wpg:cNvGrpSpPr>
                            <wpg:grpSpPr bwMode="auto">
                              <a:xfrm>
                                <a:off x="7648" y="0"/>
                                <a:ext cx="10109" cy="6743"/>
                                <a:chOff x="0" y="0"/>
                                <a:chExt cx="10109" cy="6747"/>
                              </a:xfrm>
                            </wpg:grpSpPr>
                            <wps:wsp>
                              <wps:cNvPr id="111"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8"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39" name="Groep 15"/>
                            <wpg:cNvGrpSpPr>
                              <a:grpSpLocks/>
                            </wpg:cNvGrpSpPr>
                            <wpg:grpSpPr bwMode="auto">
                              <a:xfrm>
                                <a:off x="191" y="19"/>
                                <a:ext cx="38359" cy="11864"/>
                                <a:chOff x="191" y="0"/>
                                <a:chExt cx="38358" cy="11863"/>
                              </a:xfrm>
                            </wpg:grpSpPr>
                            <wpg:grpSp>
                              <wpg:cNvPr id="140" name="Groep 14"/>
                              <wpg:cNvGrpSpPr>
                                <a:grpSpLocks/>
                              </wpg:cNvGrpSpPr>
                              <wpg:grpSpPr bwMode="auto">
                                <a:xfrm>
                                  <a:off x="31131" y="2281"/>
                                  <a:ext cx="7419" cy="2549"/>
                                  <a:chOff x="0" y="0"/>
                                  <a:chExt cx="7418" cy="2549"/>
                                </a:xfrm>
                              </wpg:grpSpPr>
                              <wpg:grpSp>
                                <wpg:cNvPr id="141" name="Groep 11"/>
                                <wpg:cNvGrpSpPr>
                                  <a:grpSpLocks/>
                                </wpg:cNvGrpSpPr>
                                <wpg:grpSpPr bwMode="auto">
                                  <a:xfrm>
                                    <a:off x="0" y="0"/>
                                    <a:ext cx="6191" cy="2549"/>
                                    <a:chOff x="0" y="0"/>
                                    <a:chExt cx="6191" cy="2549"/>
                                  </a:xfrm>
                                </wpg:grpSpPr>
                                <wps:wsp>
                                  <wps:cNvPr id="143"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4"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947FF3" w14:textId="77777777" w:rsidR="00487292" w:rsidRPr="00CD4B25" w:rsidRDefault="00487292" w:rsidP="00DA603A">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50" name="Groep 9"/>
                              <wpg:cNvGrpSpPr>
                                <a:grpSpLocks/>
                              </wpg:cNvGrpSpPr>
                              <wpg:grpSpPr bwMode="auto">
                                <a:xfrm>
                                  <a:off x="191" y="0"/>
                                  <a:ext cx="32225" cy="11863"/>
                                  <a:chOff x="191" y="0"/>
                                  <a:chExt cx="32224" cy="11863"/>
                                </a:xfrm>
                              </wpg:grpSpPr>
                              <wps:wsp>
                                <wps:cNvPr id="151"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FD5D00" w14:textId="77777777" w:rsidR="00487292" w:rsidRPr="00904245" w:rsidRDefault="00487292" w:rsidP="00DA603A">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152" name="Groep 8"/>
                                <wpg:cNvGrpSpPr>
                                  <a:grpSpLocks/>
                                </wpg:cNvGrpSpPr>
                                <wpg:grpSpPr bwMode="auto">
                                  <a:xfrm>
                                    <a:off x="191" y="0"/>
                                    <a:ext cx="17374" cy="11863"/>
                                    <a:chOff x="191" y="0"/>
                                    <a:chExt cx="17374" cy="11863"/>
                                  </a:xfrm>
                                </wpg:grpSpPr>
                                <wpg:grpSp>
                                  <wpg:cNvPr id="158" name="Groep 7"/>
                                  <wpg:cNvGrpSpPr>
                                    <a:grpSpLocks/>
                                  </wpg:cNvGrpSpPr>
                                  <wpg:grpSpPr bwMode="auto">
                                    <a:xfrm>
                                      <a:off x="191" y="0"/>
                                      <a:ext cx="17374" cy="9288"/>
                                      <a:chOff x="191" y="0"/>
                                      <a:chExt cx="17374" cy="9288"/>
                                    </a:xfrm>
                                  </wpg:grpSpPr>
                                  <wps:wsp>
                                    <wps:cNvPr id="15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AE5AD08" w14:textId="77777777" w:rsidR="00487292" w:rsidRPr="00CD4B25" w:rsidRDefault="00487292" w:rsidP="00DA603A">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160" name="Groep 6"/>
                                    <wpg:cNvGrpSpPr>
                                      <a:grpSpLocks/>
                                    </wpg:cNvGrpSpPr>
                                    <wpg:grpSpPr bwMode="auto">
                                      <a:xfrm>
                                        <a:off x="191" y="0"/>
                                        <a:ext cx="17374" cy="9288"/>
                                        <a:chOff x="191" y="0"/>
                                        <a:chExt cx="17374" cy="9288"/>
                                      </a:xfrm>
                                    </wpg:grpSpPr>
                                    <wps:wsp>
                                      <wps:cNvPr id="16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2BD231" w14:textId="77777777" w:rsidR="00487292" w:rsidRPr="00CD4B25" w:rsidRDefault="00487292" w:rsidP="00DA603A">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162" name="Groep 5"/>
                                      <wpg:cNvGrpSpPr>
                                        <a:grpSpLocks/>
                                      </wpg:cNvGrpSpPr>
                                      <wpg:grpSpPr bwMode="auto">
                                        <a:xfrm>
                                          <a:off x="191" y="0"/>
                                          <a:ext cx="17374" cy="9288"/>
                                          <a:chOff x="0" y="0"/>
                                          <a:chExt cx="17374" cy="9288"/>
                                        </a:xfrm>
                                      </wpg:grpSpPr>
                                      <wps:wsp>
                                        <wps:cNvPr id="163"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4"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3"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4"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75"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76" name="Groep 4"/>
                                        <wpg:cNvGrpSpPr>
                                          <a:grpSpLocks/>
                                        </wpg:cNvGrpSpPr>
                                        <wpg:grpSpPr bwMode="auto">
                                          <a:xfrm>
                                            <a:off x="7265" y="4830"/>
                                            <a:ext cx="10109" cy="4458"/>
                                            <a:chOff x="0" y="0"/>
                                            <a:chExt cx="10108" cy="4457"/>
                                          </a:xfrm>
                                        </wpg:grpSpPr>
                                        <wps:wsp>
                                          <wps:cNvPr id="177"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78" name="Groep 3"/>
                                          <wpg:cNvGrpSpPr>
                                            <a:grpSpLocks/>
                                          </wpg:cNvGrpSpPr>
                                          <wpg:grpSpPr bwMode="auto">
                                            <a:xfrm>
                                              <a:off x="0" y="0"/>
                                              <a:ext cx="10102" cy="4457"/>
                                              <a:chOff x="0" y="0"/>
                                              <a:chExt cx="10102" cy="4457"/>
                                            </a:xfrm>
                                          </wpg:grpSpPr>
                                          <wps:wsp>
                                            <wps:cNvPr id="189"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0"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42"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2B63D0" w14:textId="77777777" w:rsidR="00487292" w:rsidRPr="00CD4B25" w:rsidRDefault="00487292" w:rsidP="00DA603A">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643"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7FA0FD5F" w14:textId="77777777" w:rsidR="00487292" w:rsidRPr="00CD4B25" w:rsidRDefault="00487292" w:rsidP="00DA603A">
                              <w:pPr>
                                <w:jc w:val="center"/>
                                <w:rPr>
                                  <w:sz w:val="16"/>
                                  <w:szCs w:val="16"/>
                                </w:rPr>
                              </w:pPr>
                              <w:r w:rsidRPr="00CD4B25">
                                <w:rPr>
                                  <w:sz w:val="16"/>
                                  <w:szCs w:val="16"/>
                                </w:rPr>
                                <w:t>a</w:t>
                              </w:r>
                            </w:p>
                            <w:p w14:paraId="5E252B68" w14:textId="77777777" w:rsidR="00487292" w:rsidRPr="00F603C1" w:rsidRDefault="00487292" w:rsidP="00DA603A"/>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63D48D" id="Group 6" o:spid="_x0000_s1031" style="position:absolute;left:0;text-align:left;margin-left:61.35pt;margin-top:3.6pt;width:329.05pt;height:99pt;z-index:251660288"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">
                <v:group id="Gruppieren 304" o:spid="_x0000_s1032"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Tekstvak 2" o:spid="_x0000_s1033"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" stroked="f">
                    <v:textbox>
                      <w:txbxContent>
                        <w:p w14:paraId="5A91AC86" w14:textId="77777777" w:rsidR="00487292" w:rsidRPr="00B9582B" w:rsidRDefault="00487292" w:rsidP="00DA603A">
                          <w:pPr>
                            <w:rPr>
                              <w:sz w:val="96"/>
                              <w:szCs w:val="96"/>
                            </w:rPr>
                          </w:pPr>
                          <w:r w:rsidRPr="00B9582B">
                            <w:rPr>
                              <w:sz w:val="96"/>
                              <w:szCs w:val="96"/>
                            </w:rPr>
                            <w:t>UI</w:t>
                          </w:r>
                        </w:p>
                      </w:txbxContent>
                    </v:textbox>
                  </v:shape>
                  <v:group id="Groep 17" o:spid="_x0000_s1034"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group id="Groep 18" o:spid="_x0000_s1035"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line id="Rechte verbindingslijn 12" o:spid="_x0000_s1036"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Rechte verbindingslijn 10" o:spid="_x0000_s1037"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shape id="Boog 13" o:spid="_x0000_s1038"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9"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40"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ep 14" o:spid="_x0000_s1041"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group id="Groep 11" o:spid="_x0000_s1042"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line id="Rechte verbindingslijn 31" o:spid="_x0000_s1043"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" strokeweight=".25pt"/>
                          <v:line id="Rechte verbindingslijn 288" o:spid="_x0000_s1044"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5"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" strokeweight=".25pt">
                            <v:stroke startarrow="open" endarrow="open"/>
                          </v:shape>
                        </v:group>
                        <v:shape id="Tekstvak 291" o:spid="_x0000_s1046"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" stroked="f" strokeweight=".5pt">
                          <v:textbox inset=".5mm,.3mm,.5mm,.3mm">
                            <w:txbxContent>
                              <w:p w14:paraId="21947FF3" w14:textId="77777777" w:rsidR="00487292" w:rsidRPr="00CD4B25" w:rsidRDefault="00487292" w:rsidP="00DA603A">
                                <w:pPr>
                                  <w:jc w:val="center"/>
                                  <w:rPr>
                                    <w:sz w:val="16"/>
                                    <w:szCs w:val="16"/>
                                  </w:rPr>
                                </w:pPr>
                                <w:r w:rsidRPr="00CD4B25">
                                  <w:rPr>
                                    <w:sz w:val="16"/>
                                    <w:szCs w:val="16"/>
                                  </w:rPr>
                                  <w:t>a/3</w:t>
                                </w:r>
                              </w:p>
                            </w:txbxContent>
                          </v:textbox>
                        </v:shape>
                      </v:group>
                      <v:group id="Groep 9" o:spid="_x0000_s1047"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Tekstvak 2" o:spid="_x0000_s1048"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" stroked="f">
                          <v:textbox>
                            <w:txbxContent>
                              <w:p w14:paraId="58FD5D00" w14:textId="77777777" w:rsidR="00487292" w:rsidRPr="00904245" w:rsidRDefault="00487292" w:rsidP="00DA603A">
                                <w:pPr>
                                  <w:rPr>
                                    <w:sz w:val="64"/>
                                  </w:rPr>
                                </w:pPr>
                                <w:r w:rsidRPr="00904245">
                                  <w:rPr>
                                    <w:sz w:val="64"/>
                                  </w:rPr>
                                  <w:t>27065</w:t>
                                </w:r>
                                <w:r w:rsidRPr="009253DA">
                                  <w:rPr>
                                    <w:sz w:val="64"/>
                                  </w:rPr>
                                  <w:t>0</w:t>
                                </w:r>
                              </w:p>
                            </w:txbxContent>
                          </v:textbox>
                        </v:shape>
                        <v:group id="Groep 8" o:spid="_x0000_s1049"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group id="Groep 7" o:spid="_x0000_s1050"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Tekstvak 292" o:spid="_x0000_s1051"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" stroked="f" strokeweight=".5pt">
                              <v:textbox inset=".5mm,.3mm,.5mm,.3mm">
                                <w:txbxContent>
                                  <w:p w14:paraId="0AE5AD08" w14:textId="77777777" w:rsidR="00487292" w:rsidRPr="00CD4B25" w:rsidRDefault="00487292" w:rsidP="00DA603A">
                                    <w:pPr>
                                      <w:jc w:val="center"/>
                                      <w:rPr>
                                        <w:sz w:val="16"/>
                                        <w:szCs w:val="16"/>
                                      </w:rPr>
                                    </w:pPr>
                                    <w:r w:rsidRPr="00CD4B25">
                                      <w:rPr>
                                        <w:sz w:val="16"/>
                                        <w:szCs w:val="16"/>
                                      </w:rPr>
                                      <w:t>a/2</w:t>
                                    </w:r>
                                  </w:p>
                                </w:txbxContent>
                              </v:textbox>
                            </v:shape>
                            <v:group id="Groep 6" o:spid="_x0000_s1052"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Tekstvak 293" o:spid="_x0000_s1053"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" stroked="f" strokeweight=".5pt">
                                <v:textbox inset=".5mm,.3mm,.5mm,.3mm">
                                  <w:txbxContent>
                                    <w:p w14:paraId="282BD231" w14:textId="77777777" w:rsidR="00487292" w:rsidRPr="00CD4B25" w:rsidRDefault="00487292" w:rsidP="00DA603A">
                                      <w:pPr>
                                        <w:jc w:val="center"/>
                                        <w:rPr>
                                          <w:sz w:val="16"/>
                                          <w:szCs w:val="16"/>
                                        </w:rPr>
                                      </w:pPr>
                                      <w:r w:rsidRPr="00CD4B25">
                                        <w:rPr>
                                          <w:sz w:val="16"/>
                                          <w:szCs w:val="16"/>
                                        </w:rPr>
                                        <w:t>2a/3</w:t>
                                      </w:r>
                                    </w:p>
                                  </w:txbxContent>
                                </v:textbox>
                              </v:shape>
                              <v:group id="Groep 5" o:spid="_x0000_s1054"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line id="Rechte verbindingslijn 20" o:spid="_x0000_s1055"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" strokeweight=".25pt"/>
                                <v:line id="Rechte verbindingslijn 21" o:spid="_x0000_s1056"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" strokeweight=".25pt"/>
                                <v:line id="Rechte verbindingslijn 22" o:spid="_x0000_s1057"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" strokeweight=".25pt"/>
                                <v:line id="Rechte verbindingslijn 25" o:spid="_x0000_s1058"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" strokeweight=".25pt"/>
                                <v:shape id="Rechte verbindingslijn met pijl 26" o:spid="_x0000_s1059"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" strokeweight=".25pt">
                                  <v:stroke startarrow="open" endarrow="open"/>
                                </v:shape>
                                <v:shape id="Rechte verbindingslijn met pijl 27" o:spid="_x0000_s1060"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" strokeweight=".25pt">
                                  <v:stroke startarrow="open" endarrow="open"/>
                                </v:shape>
                                <v:group id="Groep 4" o:spid="_x0000_s1061"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line id="Rechte verbindingslijn 29" o:spid="_x0000_s1062"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" strokeweight=".25pt"/>
                                  <v:group id="Groep 3" o:spid="_x0000_s1063"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line id="Rechte verbindingslijn 28" o:spid="_x0000_s1064"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" strokeweight=".25pt"/>
                                    <v:shape id="Rechte verbindingslijn met pijl 30" o:spid="_x0000_s1065"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" strokeweight=".25pt">
                                      <v:stroke startarrow="open" endarrow="open"/>
                                    </v:shape>
                                  </v:group>
                                </v:group>
                              </v:group>
                            </v:group>
                          </v:group>
                          <v:shape id="Tekstvak 2" o:spid="_x0000_s1066"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" stroked="f">
                            <v:textbox>
                              <w:txbxContent>
                                <w:p w14:paraId="342B63D0" w14:textId="77777777" w:rsidR="00487292" w:rsidRPr="00CD4B25" w:rsidRDefault="00487292" w:rsidP="00DA603A">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67"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" filled="f" strokecolor="white" strokeweight="0">
                  <v:textbox inset=".5mm,.3mm,.5mm,.3mm">
                    <w:txbxContent>
                      <w:p w14:paraId="7FA0FD5F" w14:textId="77777777" w:rsidR="00487292" w:rsidRPr="00CD4B25" w:rsidRDefault="00487292" w:rsidP="00DA603A">
                        <w:pPr>
                          <w:jc w:val="center"/>
                          <w:rPr>
                            <w:sz w:val="16"/>
                            <w:szCs w:val="16"/>
                          </w:rPr>
                        </w:pPr>
                        <w:r w:rsidRPr="00CD4B25">
                          <w:rPr>
                            <w:sz w:val="16"/>
                            <w:szCs w:val="16"/>
                          </w:rPr>
                          <w:t>a</w:t>
                        </w:r>
                      </w:p>
                      <w:p w14:paraId="5E252B68" w14:textId="77777777" w:rsidR="00487292" w:rsidRPr="00F603C1" w:rsidRDefault="00487292" w:rsidP="00DA603A"/>
                    </w:txbxContent>
                  </v:textbox>
                </v:shape>
              </v:group>
            </w:pict>
          </mc:Fallback>
        </mc:AlternateContent>
      </w:r>
    </w:p>
    <w:p w14:paraId="4EFA2D41" w14:textId="77777777" w:rsidR="00DA603A" w:rsidRPr="00882504" w:rsidRDefault="00DA603A" w:rsidP="00DA603A">
      <w:pPr>
        <w:spacing w:after="120"/>
        <w:ind w:left="1134" w:right="1134"/>
        <w:jc w:val="both"/>
      </w:pPr>
    </w:p>
    <w:p w14:paraId="6EA6EAE8" w14:textId="77777777" w:rsidR="00DA603A" w:rsidRPr="00882504" w:rsidRDefault="00DA603A" w:rsidP="00DA603A">
      <w:pPr>
        <w:spacing w:after="120"/>
        <w:ind w:left="1134" w:right="1134"/>
        <w:jc w:val="both"/>
      </w:pPr>
    </w:p>
    <w:p w14:paraId="148EAD63" w14:textId="77777777" w:rsidR="00DA603A" w:rsidRPr="00882504" w:rsidRDefault="00DA603A" w:rsidP="00DA603A">
      <w:pPr>
        <w:spacing w:after="120"/>
        <w:ind w:left="1134" w:right="1134"/>
        <w:jc w:val="both"/>
      </w:pPr>
    </w:p>
    <w:p w14:paraId="409E600B" w14:textId="77777777" w:rsidR="00DA603A" w:rsidRPr="00882504" w:rsidRDefault="00DA603A" w:rsidP="00DA603A">
      <w:pPr>
        <w:spacing w:after="120"/>
        <w:ind w:left="1134" w:right="1134"/>
        <w:jc w:val="both"/>
      </w:pPr>
    </w:p>
    <w:p w14:paraId="16D75EDD" w14:textId="77777777" w:rsidR="00DA603A" w:rsidRPr="00882504" w:rsidRDefault="00DA603A" w:rsidP="00DA603A">
      <w:pPr>
        <w:spacing w:after="120"/>
        <w:ind w:left="1134" w:right="1134"/>
        <w:jc w:val="both"/>
        <w:rPr>
          <w:rFonts w:eastAsia="MS Mincho"/>
          <w:snapToGrid w:val="0"/>
          <w:lang w:eastAsia="ja-JP"/>
        </w:rPr>
      </w:pPr>
    </w:p>
    <w:p w14:paraId="5F5F0818" w14:textId="77777777" w:rsidR="00DA603A" w:rsidRPr="00882504" w:rsidRDefault="00DA603A" w:rsidP="00AF4085">
      <w:pPr>
        <w:spacing w:after="120"/>
        <w:ind w:left="1134" w:right="1134" w:firstLine="567"/>
        <w:jc w:val="both"/>
      </w:pPr>
      <w:r w:rsidRPr="00882504">
        <w:rPr>
          <w:rFonts w:eastAsia="MS Mincho"/>
          <w:snapToGrid w:val="0"/>
          <w:lang w:eastAsia="ja-JP"/>
        </w:rPr>
        <w:t>The above Unique Identifier shows that the type concerned has been approved and that the relevant information on that type-approval can be accessed on the UN secure internet database by using 270650 as Unique Identifier. Any leading zeroes in the Unique Identifier may be omitted in the approval marking.</w:t>
      </w:r>
    </w:p>
    <w:p w14:paraId="5BC66951" w14:textId="77777777" w:rsidR="00DA603A" w:rsidRPr="00882504" w:rsidRDefault="00DA603A" w:rsidP="00DA603A">
      <w:pPr>
        <w:pStyle w:val="SingleTxtG"/>
        <w:ind w:left="0"/>
        <w:rPr>
          <w:lang w:val="en-US"/>
        </w:rPr>
        <w:sectPr w:rsidR="00DA603A" w:rsidRPr="00882504" w:rsidSect="00AD22AE">
          <w:headerReference w:type="even" r:id="rId28"/>
          <w:headerReference w:type="default" r:id="rId29"/>
          <w:headerReference w:type="first" r:id="rId30"/>
          <w:footerReference w:type="first" r:id="rId31"/>
          <w:endnotePr>
            <w:numFmt w:val="decimal"/>
          </w:endnotePr>
          <w:pgSz w:w="11907" w:h="16840" w:code="9"/>
          <w:pgMar w:top="1418" w:right="1134" w:bottom="1134" w:left="1134" w:header="851" w:footer="567" w:gutter="0"/>
          <w:cols w:space="720"/>
          <w:titlePg/>
          <w:docGrid w:linePitch="272"/>
        </w:sectPr>
      </w:pPr>
    </w:p>
    <w:p w14:paraId="228F388D" w14:textId="796A0362" w:rsidR="001512CF" w:rsidRPr="00882504" w:rsidRDefault="009E33AE" w:rsidP="001512CF">
      <w:pPr>
        <w:pStyle w:val="HChG"/>
        <w:rPr>
          <w:b w:val="0"/>
          <w:bCs/>
          <w:sz w:val="20"/>
          <w:szCs w:val="14"/>
          <w:lang w:val="en-US"/>
        </w:rPr>
      </w:pPr>
      <w:r w:rsidRPr="00882504">
        <w:rPr>
          <w:lang w:val="en-US"/>
        </w:rPr>
        <w:lastRenderedPageBreak/>
        <w:t>[</w:t>
      </w:r>
      <w:r w:rsidR="001512CF" w:rsidRPr="00882504">
        <w:rPr>
          <w:lang w:val="en-US"/>
        </w:rPr>
        <w:t>Annex 4</w:t>
      </w:r>
    </w:p>
    <w:p w14:paraId="2BD0D5F6" w14:textId="77777777" w:rsidR="00A10636" w:rsidRPr="00882504" w:rsidRDefault="00CC11D8" w:rsidP="00A10636">
      <w:pPr>
        <w:pStyle w:val="HChG"/>
        <w:rPr>
          <w:lang w:val="en-US"/>
        </w:rPr>
      </w:pPr>
      <w:r w:rsidRPr="00882504">
        <w:rPr>
          <w:lang w:val="en-US"/>
        </w:rPr>
        <w:tab/>
      </w:r>
      <w:r w:rsidRPr="00882504">
        <w:rPr>
          <w:lang w:val="en-US"/>
        </w:rPr>
        <w:tab/>
      </w:r>
      <w:r w:rsidR="00A10636" w:rsidRPr="00882504">
        <w:rPr>
          <w:lang w:val="en-US"/>
        </w:rPr>
        <w:tab/>
        <w:t>Data elements and format</w:t>
      </w:r>
    </w:p>
    <w:p w14:paraId="05ACFF55" w14:textId="77777777" w:rsidR="00A10636" w:rsidRPr="00882504" w:rsidRDefault="00A10636" w:rsidP="00A10636">
      <w:pPr>
        <w:rPr>
          <w:bCs/>
          <w:sz w:val="16"/>
          <w:szCs w:val="16"/>
          <w:lang w:val="en-US"/>
        </w:rPr>
      </w:pPr>
      <w:r w:rsidRPr="00882504">
        <w:rPr>
          <w:bCs/>
          <w:szCs w:val="14"/>
          <w:lang w:val="en-US"/>
        </w:rPr>
        <w:t>Table 1</w:t>
      </w:r>
    </w:p>
    <w:tbl>
      <w:tblPr>
        <w:tblW w:w="9637" w:type="dxa"/>
        <w:tblLayout w:type="fixed"/>
        <w:tblCellMar>
          <w:left w:w="0" w:type="dxa"/>
          <w:right w:w="0" w:type="dxa"/>
        </w:tblCellMar>
        <w:tblLook w:val="04A0" w:firstRow="1" w:lastRow="0" w:firstColumn="1" w:lastColumn="0" w:noHBand="0" w:noVBand="1"/>
      </w:tblPr>
      <w:tblGrid>
        <w:gridCol w:w="1560"/>
        <w:gridCol w:w="1203"/>
        <w:gridCol w:w="1437"/>
        <w:gridCol w:w="1024"/>
        <w:gridCol w:w="1722"/>
        <w:gridCol w:w="1220"/>
        <w:gridCol w:w="1471"/>
      </w:tblGrid>
      <w:tr w:rsidR="00A10636" w:rsidRPr="00882504" w14:paraId="4946B0E1" w14:textId="77777777" w:rsidTr="00487292">
        <w:trPr>
          <w:cantSplit/>
          <w:tblHeader/>
        </w:trPr>
        <w:tc>
          <w:tcPr>
            <w:tcW w:w="1560" w:type="dxa"/>
            <w:tcBorders>
              <w:top w:val="single" w:sz="4" w:space="0" w:color="auto"/>
              <w:bottom w:val="single" w:sz="12" w:space="0" w:color="auto"/>
            </w:tcBorders>
            <w:shd w:val="clear" w:color="auto" w:fill="auto"/>
            <w:vAlign w:val="bottom"/>
          </w:tcPr>
          <w:p w14:paraId="58CC25DC"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Data element</w:t>
            </w:r>
          </w:p>
        </w:tc>
        <w:tc>
          <w:tcPr>
            <w:tcW w:w="1203" w:type="dxa"/>
            <w:tcBorders>
              <w:top w:val="single" w:sz="4" w:space="0" w:color="auto"/>
              <w:bottom w:val="single" w:sz="12" w:space="0" w:color="auto"/>
            </w:tcBorders>
            <w:shd w:val="clear" w:color="auto" w:fill="auto"/>
            <w:vAlign w:val="bottom"/>
          </w:tcPr>
          <w:p w14:paraId="2AD55BCA"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Condition for requirement</w:t>
            </w:r>
            <w:r w:rsidRPr="00882504">
              <w:rPr>
                <w:rStyle w:val="FootnoteReference"/>
                <w:rFonts w:eastAsia="Calibri"/>
                <w:b/>
                <w:bCs/>
                <w:i/>
                <w:lang w:val="en-US"/>
              </w:rPr>
              <w:footnoteReference w:id="10"/>
            </w:r>
          </w:p>
        </w:tc>
        <w:tc>
          <w:tcPr>
            <w:tcW w:w="1437" w:type="dxa"/>
            <w:tcBorders>
              <w:top w:val="single" w:sz="4" w:space="0" w:color="auto"/>
              <w:bottom w:val="single" w:sz="12" w:space="0" w:color="auto"/>
            </w:tcBorders>
            <w:shd w:val="clear" w:color="auto" w:fill="auto"/>
            <w:vAlign w:val="bottom"/>
          </w:tcPr>
          <w:p w14:paraId="562F1951"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Recording interval/time</w:t>
            </w:r>
            <w:r w:rsidRPr="00882504">
              <w:rPr>
                <w:rFonts w:eastAsia="Calibri"/>
                <w:i/>
                <w:sz w:val="16"/>
                <w:vertAlign w:val="superscript"/>
                <w:lang w:val="en-US"/>
              </w:rPr>
              <w:footnoteReference w:id="11"/>
            </w:r>
            <w:r w:rsidRPr="00882504">
              <w:rPr>
                <w:rFonts w:eastAsia="Calibri"/>
                <w:i/>
                <w:sz w:val="16"/>
                <w:lang w:val="en-US"/>
              </w:rPr>
              <w:t xml:space="preserve"> (relative to time zero)</w:t>
            </w:r>
          </w:p>
        </w:tc>
        <w:tc>
          <w:tcPr>
            <w:tcW w:w="1024" w:type="dxa"/>
            <w:tcBorders>
              <w:top w:val="single" w:sz="4" w:space="0" w:color="auto"/>
              <w:bottom w:val="single" w:sz="12" w:space="0" w:color="auto"/>
            </w:tcBorders>
            <w:shd w:val="clear" w:color="auto" w:fill="auto"/>
            <w:vAlign w:val="bottom"/>
          </w:tcPr>
          <w:p w14:paraId="67EB1675"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Data sample rate (samples per second)</w:t>
            </w:r>
          </w:p>
        </w:tc>
        <w:tc>
          <w:tcPr>
            <w:tcW w:w="1722" w:type="dxa"/>
            <w:tcBorders>
              <w:top w:val="single" w:sz="4" w:space="0" w:color="auto"/>
              <w:bottom w:val="single" w:sz="12" w:space="0" w:color="auto"/>
            </w:tcBorders>
            <w:shd w:val="clear" w:color="auto" w:fill="auto"/>
            <w:vAlign w:val="bottom"/>
          </w:tcPr>
          <w:p w14:paraId="40C98522"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Minimum range</w:t>
            </w:r>
          </w:p>
        </w:tc>
        <w:tc>
          <w:tcPr>
            <w:tcW w:w="1220" w:type="dxa"/>
            <w:tcBorders>
              <w:top w:val="single" w:sz="4" w:space="0" w:color="auto"/>
              <w:bottom w:val="single" w:sz="12" w:space="0" w:color="auto"/>
            </w:tcBorders>
            <w:shd w:val="clear" w:color="auto" w:fill="auto"/>
            <w:vAlign w:val="bottom"/>
          </w:tcPr>
          <w:p w14:paraId="0E054225"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Accuracy</w:t>
            </w:r>
            <w:r w:rsidRPr="00882504">
              <w:rPr>
                <w:rFonts w:eastAsia="Calibri"/>
                <w:i/>
                <w:sz w:val="16"/>
                <w:vertAlign w:val="superscript"/>
                <w:lang w:val="en-US"/>
              </w:rPr>
              <w:footnoteReference w:id="12"/>
            </w:r>
          </w:p>
        </w:tc>
        <w:tc>
          <w:tcPr>
            <w:tcW w:w="1471" w:type="dxa"/>
            <w:tcBorders>
              <w:top w:val="single" w:sz="4" w:space="0" w:color="auto"/>
              <w:bottom w:val="single" w:sz="12" w:space="0" w:color="auto"/>
            </w:tcBorders>
            <w:shd w:val="clear" w:color="auto" w:fill="auto"/>
            <w:vAlign w:val="bottom"/>
          </w:tcPr>
          <w:p w14:paraId="7AC74248" w14:textId="77777777" w:rsidR="00A10636" w:rsidRPr="00882504" w:rsidRDefault="00A10636" w:rsidP="00487292">
            <w:pPr>
              <w:spacing w:before="80" w:after="80" w:line="200" w:lineRule="exact"/>
              <w:ind w:right="113"/>
              <w:rPr>
                <w:rFonts w:eastAsia="Calibri"/>
                <w:i/>
                <w:sz w:val="16"/>
                <w:lang w:val="en-US"/>
              </w:rPr>
            </w:pPr>
            <w:r w:rsidRPr="00882504">
              <w:rPr>
                <w:rFonts w:eastAsia="Calibri"/>
                <w:i/>
                <w:sz w:val="16"/>
                <w:lang w:val="en-US"/>
              </w:rPr>
              <w:t>Resolution</w:t>
            </w:r>
          </w:p>
        </w:tc>
      </w:tr>
      <w:tr w:rsidR="00A10636" w:rsidRPr="00882504" w14:paraId="2DF1EB97" w14:textId="77777777" w:rsidTr="00487292">
        <w:trPr>
          <w:cantSplit/>
          <w:trHeight w:hRule="exact" w:val="113"/>
          <w:tblHeader/>
        </w:trPr>
        <w:tc>
          <w:tcPr>
            <w:tcW w:w="1560" w:type="dxa"/>
            <w:tcBorders>
              <w:top w:val="single" w:sz="12" w:space="0" w:color="auto"/>
            </w:tcBorders>
            <w:shd w:val="clear" w:color="auto" w:fill="auto"/>
          </w:tcPr>
          <w:p w14:paraId="37FC70CB" w14:textId="77777777" w:rsidR="00A10636" w:rsidRPr="00882504" w:rsidRDefault="00A10636" w:rsidP="00487292">
            <w:pPr>
              <w:spacing w:before="40" w:after="120"/>
              <w:ind w:right="113"/>
              <w:rPr>
                <w:rFonts w:eastAsia="Calibri"/>
                <w:lang w:val="en-US"/>
              </w:rPr>
            </w:pPr>
          </w:p>
        </w:tc>
        <w:tc>
          <w:tcPr>
            <w:tcW w:w="1203" w:type="dxa"/>
            <w:tcBorders>
              <w:top w:val="single" w:sz="12" w:space="0" w:color="auto"/>
            </w:tcBorders>
            <w:shd w:val="clear" w:color="auto" w:fill="auto"/>
          </w:tcPr>
          <w:p w14:paraId="6A7FF967" w14:textId="77777777" w:rsidR="00A10636" w:rsidRPr="00882504" w:rsidRDefault="00A10636" w:rsidP="00487292">
            <w:pPr>
              <w:spacing w:before="40" w:after="120"/>
              <w:ind w:right="113"/>
              <w:rPr>
                <w:rFonts w:eastAsia="Calibri"/>
                <w:lang w:val="en-US"/>
              </w:rPr>
            </w:pPr>
          </w:p>
        </w:tc>
        <w:tc>
          <w:tcPr>
            <w:tcW w:w="1437" w:type="dxa"/>
            <w:tcBorders>
              <w:top w:val="single" w:sz="12" w:space="0" w:color="auto"/>
            </w:tcBorders>
            <w:shd w:val="clear" w:color="auto" w:fill="auto"/>
          </w:tcPr>
          <w:p w14:paraId="4A8FE691" w14:textId="77777777" w:rsidR="00A10636" w:rsidRPr="00882504" w:rsidRDefault="00A10636" w:rsidP="00487292">
            <w:pPr>
              <w:spacing w:before="40" w:after="120"/>
              <w:ind w:right="113"/>
              <w:rPr>
                <w:rFonts w:eastAsia="Calibri"/>
                <w:lang w:val="en-US"/>
              </w:rPr>
            </w:pPr>
          </w:p>
        </w:tc>
        <w:tc>
          <w:tcPr>
            <w:tcW w:w="1024" w:type="dxa"/>
            <w:tcBorders>
              <w:top w:val="single" w:sz="12" w:space="0" w:color="auto"/>
            </w:tcBorders>
            <w:shd w:val="clear" w:color="auto" w:fill="auto"/>
          </w:tcPr>
          <w:p w14:paraId="0D8D3613" w14:textId="77777777" w:rsidR="00A10636" w:rsidRPr="00882504" w:rsidRDefault="00A10636" w:rsidP="00487292">
            <w:pPr>
              <w:spacing w:before="40" w:after="120"/>
              <w:ind w:right="113"/>
              <w:rPr>
                <w:rFonts w:eastAsia="Calibri"/>
                <w:lang w:val="en-US"/>
              </w:rPr>
            </w:pPr>
          </w:p>
        </w:tc>
        <w:tc>
          <w:tcPr>
            <w:tcW w:w="1722" w:type="dxa"/>
            <w:tcBorders>
              <w:top w:val="single" w:sz="12" w:space="0" w:color="auto"/>
            </w:tcBorders>
            <w:shd w:val="clear" w:color="auto" w:fill="auto"/>
          </w:tcPr>
          <w:p w14:paraId="7D6031DE" w14:textId="77777777" w:rsidR="00A10636" w:rsidRPr="00882504" w:rsidRDefault="00A10636" w:rsidP="00487292">
            <w:pPr>
              <w:spacing w:before="40" w:after="120"/>
              <w:ind w:right="113"/>
              <w:rPr>
                <w:rFonts w:eastAsia="Calibri"/>
                <w:lang w:val="en-US"/>
              </w:rPr>
            </w:pPr>
          </w:p>
        </w:tc>
        <w:tc>
          <w:tcPr>
            <w:tcW w:w="1220" w:type="dxa"/>
            <w:tcBorders>
              <w:top w:val="single" w:sz="12" w:space="0" w:color="auto"/>
            </w:tcBorders>
            <w:shd w:val="clear" w:color="auto" w:fill="auto"/>
          </w:tcPr>
          <w:p w14:paraId="6E660FFA" w14:textId="77777777" w:rsidR="00A10636" w:rsidRPr="00882504" w:rsidRDefault="00A10636" w:rsidP="00487292">
            <w:pPr>
              <w:spacing w:before="40" w:after="120"/>
              <w:ind w:right="113"/>
              <w:rPr>
                <w:rFonts w:eastAsia="Calibri"/>
                <w:lang w:val="en-US"/>
              </w:rPr>
            </w:pPr>
          </w:p>
        </w:tc>
        <w:tc>
          <w:tcPr>
            <w:tcW w:w="1471" w:type="dxa"/>
            <w:tcBorders>
              <w:top w:val="single" w:sz="12" w:space="0" w:color="auto"/>
            </w:tcBorders>
            <w:shd w:val="clear" w:color="auto" w:fill="auto"/>
          </w:tcPr>
          <w:p w14:paraId="5C7FCD40" w14:textId="77777777" w:rsidR="00A10636" w:rsidRPr="00882504" w:rsidRDefault="00A10636" w:rsidP="00487292">
            <w:pPr>
              <w:spacing w:before="40" w:after="120"/>
              <w:ind w:right="113"/>
              <w:rPr>
                <w:rFonts w:eastAsia="Calibri"/>
                <w:lang w:val="en-US"/>
              </w:rPr>
            </w:pPr>
          </w:p>
        </w:tc>
      </w:tr>
      <w:tr w:rsidR="00A10636" w:rsidRPr="00882504" w14:paraId="2FAABF2C" w14:textId="77777777" w:rsidTr="00487292">
        <w:trPr>
          <w:cantSplit/>
        </w:trPr>
        <w:tc>
          <w:tcPr>
            <w:tcW w:w="1560" w:type="dxa"/>
            <w:tcBorders>
              <w:bottom w:val="single" w:sz="4" w:space="0" w:color="auto"/>
            </w:tcBorders>
            <w:shd w:val="clear" w:color="auto" w:fill="auto"/>
          </w:tcPr>
          <w:p w14:paraId="34E7C371" w14:textId="77777777" w:rsidR="00A10636" w:rsidRPr="00882504" w:rsidRDefault="00A10636" w:rsidP="00487292">
            <w:pPr>
              <w:spacing w:before="40" w:after="120"/>
              <w:ind w:right="113"/>
              <w:rPr>
                <w:rFonts w:eastAsia="Calibri"/>
                <w:lang w:val="en-US"/>
              </w:rPr>
            </w:pPr>
            <w:r w:rsidRPr="00882504">
              <w:rPr>
                <w:rFonts w:eastAsia="Calibri"/>
                <w:lang w:val="en-US"/>
              </w:rPr>
              <w:t>Delta-V, longitudinal</w:t>
            </w:r>
          </w:p>
        </w:tc>
        <w:tc>
          <w:tcPr>
            <w:tcW w:w="1203" w:type="dxa"/>
            <w:tcBorders>
              <w:bottom w:val="single" w:sz="4" w:space="0" w:color="auto"/>
            </w:tcBorders>
            <w:shd w:val="clear" w:color="auto" w:fill="auto"/>
          </w:tcPr>
          <w:p w14:paraId="3A4199BF" w14:textId="77777777" w:rsidR="00A10636" w:rsidRPr="00882504" w:rsidRDefault="00A10636" w:rsidP="00487292">
            <w:pPr>
              <w:spacing w:before="40" w:after="120"/>
              <w:ind w:right="113"/>
              <w:rPr>
                <w:rFonts w:eastAsia="Calibri"/>
                <w:lang w:val="en-US"/>
              </w:rPr>
            </w:pPr>
            <w:r w:rsidRPr="00882504">
              <w:rPr>
                <w:rFonts w:eastAsia="Calibri"/>
                <w:lang w:val="en-US"/>
              </w:rPr>
              <w:t xml:space="preserve">[Mandatory] </w:t>
            </w:r>
          </w:p>
        </w:tc>
        <w:tc>
          <w:tcPr>
            <w:tcW w:w="1437" w:type="dxa"/>
            <w:tcBorders>
              <w:bottom w:val="single" w:sz="4" w:space="0" w:color="auto"/>
            </w:tcBorders>
            <w:shd w:val="clear" w:color="auto" w:fill="auto"/>
          </w:tcPr>
          <w:p w14:paraId="01B40A1C" w14:textId="77777777" w:rsidR="00A10636" w:rsidRPr="00882504" w:rsidRDefault="00A10636" w:rsidP="00487292">
            <w:pPr>
              <w:spacing w:before="40" w:after="120"/>
              <w:ind w:right="113"/>
              <w:rPr>
                <w:rFonts w:eastAsia="Calibri"/>
                <w:lang w:val="en-US"/>
              </w:rPr>
            </w:pPr>
          </w:p>
        </w:tc>
        <w:tc>
          <w:tcPr>
            <w:tcW w:w="1024" w:type="dxa"/>
            <w:tcBorders>
              <w:bottom w:val="single" w:sz="4" w:space="0" w:color="auto"/>
            </w:tcBorders>
            <w:shd w:val="clear" w:color="auto" w:fill="auto"/>
          </w:tcPr>
          <w:p w14:paraId="72F47FDA" w14:textId="77777777" w:rsidR="00A10636" w:rsidRPr="00882504" w:rsidRDefault="00A10636" w:rsidP="00487292">
            <w:pPr>
              <w:spacing w:before="40" w:after="120"/>
              <w:ind w:right="113"/>
              <w:rPr>
                <w:rFonts w:eastAsia="Calibri"/>
                <w:lang w:val="en-US"/>
              </w:rPr>
            </w:pPr>
          </w:p>
        </w:tc>
        <w:tc>
          <w:tcPr>
            <w:tcW w:w="1722" w:type="dxa"/>
            <w:tcBorders>
              <w:bottom w:val="single" w:sz="4" w:space="0" w:color="auto"/>
            </w:tcBorders>
            <w:shd w:val="clear" w:color="auto" w:fill="auto"/>
          </w:tcPr>
          <w:p w14:paraId="28D9CA6E" w14:textId="77777777" w:rsidR="00A10636" w:rsidRPr="00882504" w:rsidRDefault="00A10636" w:rsidP="00487292">
            <w:pPr>
              <w:spacing w:before="40" w:after="120"/>
              <w:ind w:right="113"/>
              <w:rPr>
                <w:rFonts w:eastAsia="Calibri"/>
                <w:lang w:val="en-US"/>
              </w:rPr>
            </w:pPr>
          </w:p>
        </w:tc>
        <w:tc>
          <w:tcPr>
            <w:tcW w:w="1220" w:type="dxa"/>
            <w:tcBorders>
              <w:bottom w:val="single" w:sz="4" w:space="0" w:color="auto"/>
            </w:tcBorders>
            <w:shd w:val="clear" w:color="auto" w:fill="auto"/>
          </w:tcPr>
          <w:p w14:paraId="4637AEA9" w14:textId="77777777" w:rsidR="00A10636" w:rsidRPr="00882504" w:rsidRDefault="00A10636" w:rsidP="00487292">
            <w:pPr>
              <w:spacing w:before="40" w:after="120"/>
              <w:ind w:right="113"/>
              <w:rPr>
                <w:rFonts w:eastAsia="Calibri"/>
                <w:lang w:val="en-US"/>
              </w:rPr>
            </w:pPr>
          </w:p>
        </w:tc>
        <w:tc>
          <w:tcPr>
            <w:tcW w:w="1471" w:type="dxa"/>
            <w:tcBorders>
              <w:bottom w:val="single" w:sz="4" w:space="0" w:color="auto"/>
            </w:tcBorders>
            <w:shd w:val="clear" w:color="auto" w:fill="auto"/>
          </w:tcPr>
          <w:p w14:paraId="613454EC" w14:textId="77777777" w:rsidR="00A10636" w:rsidRPr="00882504" w:rsidRDefault="00A10636" w:rsidP="00487292">
            <w:pPr>
              <w:spacing w:before="40" w:after="120"/>
              <w:ind w:right="113"/>
              <w:rPr>
                <w:rFonts w:eastAsia="Calibri"/>
                <w:lang w:val="en-US"/>
              </w:rPr>
            </w:pPr>
          </w:p>
        </w:tc>
      </w:tr>
      <w:tr w:rsidR="00A10636" w:rsidRPr="00882504" w14:paraId="67C1ADF3" w14:textId="77777777" w:rsidTr="00487292">
        <w:trPr>
          <w:cantSplit/>
        </w:trPr>
        <w:tc>
          <w:tcPr>
            <w:tcW w:w="1560" w:type="dxa"/>
            <w:tcBorders>
              <w:top w:val="single" w:sz="4" w:space="0" w:color="auto"/>
              <w:bottom w:val="single" w:sz="4" w:space="0" w:color="auto"/>
            </w:tcBorders>
            <w:shd w:val="clear" w:color="auto" w:fill="auto"/>
          </w:tcPr>
          <w:p w14:paraId="4474C1DE" w14:textId="77777777" w:rsidR="00A10636" w:rsidRPr="00882504" w:rsidRDefault="00A10636" w:rsidP="00487292">
            <w:pPr>
              <w:spacing w:before="40" w:after="120"/>
              <w:ind w:right="113"/>
              <w:rPr>
                <w:rFonts w:eastAsia="Calibri"/>
                <w:lang w:val="en-US"/>
              </w:rPr>
            </w:pPr>
            <w:r w:rsidRPr="00882504">
              <w:rPr>
                <w:rFonts w:eastAsia="Calibri"/>
                <w:lang w:val="en-US"/>
              </w:rPr>
              <w:t>Maximum delta-V, longitudinal</w:t>
            </w:r>
          </w:p>
        </w:tc>
        <w:tc>
          <w:tcPr>
            <w:tcW w:w="1203" w:type="dxa"/>
            <w:tcBorders>
              <w:top w:val="single" w:sz="4" w:space="0" w:color="auto"/>
              <w:bottom w:val="single" w:sz="4" w:space="0" w:color="auto"/>
            </w:tcBorders>
            <w:shd w:val="clear" w:color="auto" w:fill="auto"/>
          </w:tcPr>
          <w:p w14:paraId="4E3E350B"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4385C734"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E37F86B"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44421B9B"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729D12A"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A4A1983" w14:textId="77777777" w:rsidR="00A10636" w:rsidRPr="00882504" w:rsidRDefault="00A10636" w:rsidP="00487292">
            <w:pPr>
              <w:spacing w:before="40" w:after="120"/>
              <w:ind w:right="113"/>
              <w:rPr>
                <w:rFonts w:eastAsia="Calibri"/>
                <w:lang w:val="en-US"/>
              </w:rPr>
            </w:pPr>
          </w:p>
        </w:tc>
      </w:tr>
      <w:tr w:rsidR="00A10636" w:rsidRPr="00882504" w14:paraId="07DB15F4" w14:textId="77777777" w:rsidTr="00487292">
        <w:trPr>
          <w:cantSplit/>
        </w:trPr>
        <w:tc>
          <w:tcPr>
            <w:tcW w:w="1560" w:type="dxa"/>
            <w:tcBorders>
              <w:top w:val="single" w:sz="4" w:space="0" w:color="auto"/>
              <w:bottom w:val="single" w:sz="4" w:space="0" w:color="auto"/>
            </w:tcBorders>
            <w:shd w:val="clear" w:color="auto" w:fill="auto"/>
          </w:tcPr>
          <w:p w14:paraId="0C3B2AAF" w14:textId="77777777" w:rsidR="00A10636" w:rsidRPr="00882504" w:rsidRDefault="00A10636" w:rsidP="00487292">
            <w:pPr>
              <w:spacing w:before="40" w:after="120"/>
              <w:ind w:right="113"/>
              <w:rPr>
                <w:rFonts w:eastAsia="Calibri"/>
                <w:lang w:val="en-US"/>
              </w:rPr>
            </w:pPr>
            <w:r w:rsidRPr="00882504">
              <w:rPr>
                <w:rFonts w:eastAsia="Calibri"/>
                <w:lang w:val="en-US"/>
              </w:rPr>
              <w:t xml:space="preserve">Time, maximum </w:t>
            </w:r>
            <w:proofErr w:type="gramStart"/>
            <w:r w:rsidRPr="00882504">
              <w:rPr>
                <w:rFonts w:eastAsia="Calibri"/>
                <w:lang w:val="en-US"/>
              </w:rPr>
              <w:t>delta-V</w:t>
            </w:r>
            <w:proofErr w:type="gramEnd"/>
          </w:p>
        </w:tc>
        <w:tc>
          <w:tcPr>
            <w:tcW w:w="1203" w:type="dxa"/>
            <w:tcBorders>
              <w:top w:val="single" w:sz="4" w:space="0" w:color="auto"/>
              <w:bottom w:val="single" w:sz="4" w:space="0" w:color="auto"/>
            </w:tcBorders>
            <w:shd w:val="clear" w:color="auto" w:fill="auto"/>
          </w:tcPr>
          <w:p w14:paraId="54E12229"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5BE86DA3"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EC2F1E2"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7C66BFB"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32293FD8"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3831C21" w14:textId="77777777" w:rsidR="00A10636" w:rsidRPr="00882504" w:rsidRDefault="00A10636" w:rsidP="00487292">
            <w:pPr>
              <w:spacing w:before="40" w:after="120"/>
              <w:ind w:right="113"/>
              <w:rPr>
                <w:rFonts w:eastAsia="Calibri"/>
                <w:lang w:val="en-US"/>
              </w:rPr>
            </w:pPr>
          </w:p>
        </w:tc>
      </w:tr>
      <w:tr w:rsidR="00A10636" w:rsidRPr="00882504" w14:paraId="01800868" w14:textId="77777777" w:rsidTr="00487292">
        <w:trPr>
          <w:cantSplit/>
        </w:trPr>
        <w:tc>
          <w:tcPr>
            <w:tcW w:w="1560" w:type="dxa"/>
            <w:tcBorders>
              <w:top w:val="single" w:sz="4" w:space="0" w:color="auto"/>
              <w:bottom w:val="single" w:sz="4" w:space="0" w:color="auto"/>
            </w:tcBorders>
            <w:shd w:val="clear" w:color="auto" w:fill="auto"/>
          </w:tcPr>
          <w:p w14:paraId="7AE5DDC5" w14:textId="77777777" w:rsidR="00A10636" w:rsidRPr="00882504" w:rsidRDefault="00A10636" w:rsidP="00487292">
            <w:pPr>
              <w:spacing w:before="40" w:after="120"/>
              <w:ind w:right="113"/>
              <w:rPr>
                <w:rFonts w:eastAsia="Calibri"/>
                <w:lang w:val="en-US"/>
              </w:rPr>
            </w:pPr>
            <w:r w:rsidRPr="00882504">
              <w:rPr>
                <w:rFonts w:eastAsia="Calibri"/>
                <w:lang w:val="en-US"/>
              </w:rPr>
              <w:t>Speed, vehicle indicated</w:t>
            </w:r>
          </w:p>
        </w:tc>
        <w:tc>
          <w:tcPr>
            <w:tcW w:w="1203" w:type="dxa"/>
            <w:tcBorders>
              <w:top w:val="single" w:sz="4" w:space="0" w:color="auto"/>
              <w:bottom w:val="single" w:sz="4" w:space="0" w:color="auto"/>
            </w:tcBorders>
            <w:shd w:val="clear" w:color="auto" w:fill="auto"/>
          </w:tcPr>
          <w:p w14:paraId="5F79CE3E"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5EEA0E24"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42D7150"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E60FC07"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9B17CF3"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913390A" w14:textId="77777777" w:rsidR="00A10636" w:rsidRPr="00882504" w:rsidRDefault="00A10636" w:rsidP="00487292">
            <w:pPr>
              <w:spacing w:before="40" w:after="120"/>
              <w:ind w:right="113"/>
              <w:rPr>
                <w:rFonts w:eastAsia="Calibri"/>
                <w:lang w:val="en-US"/>
              </w:rPr>
            </w:pPr>
          </w:p>
        </w:tc>
      </w:tr>
      <w:tr w:rsidR="00A10636" w:rsidRPr="00882504" w14:paraId="58B06B20" w14:textId="77777777" w:rsidTr="00487292">
        <w:trPr>
          <w:cantSplit/>
        </w:trPr>
        <w:tc>
          <w:tcPr>
            <w:tcW w:w="1560" w:type="dxa"/>
            <w:tcBorders>
              <w:top w:val="single" w:sz="4" w:space="0" w:color="auto"/>
              <w:bottom w:val="single" w:sz="4" w:space="0" w:color="auto"/>
            </w:tcBorders>
            <w:shd w:val="clear" w:color="auto" w:fill="auto"/>
          </w:tcPr>
          <w:p w14:paraId="27CF341B" w14:textId="77777777" w:rsidR="00A10636" w:rsidRPr="00882504" w:rsidRDefault="00A10636" w:rsidP="00487292">
            <w:pPr>
              <w:spacing w:before="40" w:after="120"/>
              <w:ind w:right="113"/>
              <w:rPr>
                <w:rFonts w:eastAsia="Calibri"/>
                <w:lang w:val="en-US"/>
              </w:rPr>
            </w:pPr>
            <w:r w:rsidRPr="00882504">
              <w:rPr>
                <w:rFonts w:eastAsia="Calibri"/>
                <w:lang w:val="en-US"/>
              </w:rPr>
              <w:t>Engine throttle, % full (or accelerator pedal, % full)</w:t>
            </w:r>
          </w:p>
        </w:tc>
        <w:tc>
          <w:tcPr>
            <w:tcW w:w="1203" w:type="dxa"/>
            <w:tcBorders>
              <w:top w:val="single" w:sz="4" w:space="0" w:color="auto"/>
              <w:bottom w:val="single" w:sz="4" w:space="0" w:color="auto"/>
            </w:tcBorders>
            <w:shd w:val="clear" w:color="auto" w:fill="auto"/>
          </w:tcPr>
          <w:p w14:paraId="530EBDBC"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7791B70A"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C27E5C8"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1A6F9E8"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DCE015D"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3171C95" w14:textId="77777777" w:rsidR="00A10636" w:rsidRPr="00882504" w:rsidRDefault="00A10636" w:rsidP="00487292">
            <w:pPr>
              <w:spacing w:before="40" w:after="120"/>
              <w:ind w:right="113"/>
              <w:rPr>
                <w:rFonts w:eastAsia="Calibri"/>
                <w:lang w:val="en-US"/>
              </w:rPr>
            </w:pPr>
          </w:p>
        </w:tc>
      </w:tr>
      <w:tr w:rsidR="00A10636" w:rsidRPr="00882504" w14:paraId="0E106F61" w14:textId="77777777" w:rsidTr="00487292">
        <w:trPr>
          <w:cantSplit/>
        </w:trPr>
        <w:tc>
          <w:tcPr>
            <w:tcW w:w="1560" w:type="dxa"/>
            <w:tcBorders>
              <w:top w:val="single" w:sz="4" w:space="0" w:color="auto"/>
              <w:bottom w:val="single" w:sz="4" w:space="0" w:color="auto"/>
            </w:tcBorders>
            <w:shd w:val="clear" w:color="auto" w:fill="auto"/>
          </w:tcPr>
          <w:p w14:paraId="030A9327" w14:textId="77777777" w:rsidR="00A10636" w:rsidRPr="00882504" w:rsidRDefault="00A10636" w:rsidP="00487292">
            <w:pPr>
              <w:spacing w:before="40" w:after="120"/>
              <w:ind w:right="113"/>
              <w:rPr>
                <w:rFonts w:eastAsia="Calibri"/>
                <w:lang w:val="en-US"/>
              </w:rPr>
            </w:pPr>
            <w:r w:rsidRPr="00882504">
              <w:rPr>
                <w:rFonts w:eastAsia="Calibri"/>
                <w:lang w:val="en-US"/>
              </w:rPr>
              <w:t>Service brake, on/off</w:t>
            </w:r>
          </w:p>
        </w:tc>
        <w:tc>
          <w:tcPr>
            <w:tcW w:w="1203" w:type="dxa"/>
            <w:tcBorders>
              <w:top w:val="single" w:sz="4" w:space="0" w:color="auto"/>
              <w:bottom w:val="single" w:sz="4" w:space="0" w:color="auto"/>
            </w:tcBorders>
            <w:shd w:val="clear" w:color="auto" w:fill="auto"/>
          </w:tcPr>
          <w:p w14:paraId="47BC018E"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12947BE2"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56148AB"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02DB178"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3FE3145"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9B4F463" w14:textId="77777777" w:rsidR="00A10636" w:rsidRPr="00882504" w:rsidRDefault="00A10636" w:rsidP="00487292">
            <w:pPr>
              <w:spacing w:before="40" w:after="120"/>
              <w:ind w:right="113"/>
              <w:rPr>
                <w:rFonts w:eastAsia="Calibri"/>
                <w:lang w:val="en-US"/>
              </w:rPr>
            </w:pPr>
          </w:p>
        </w:tc>
      </w:tr>
      <w:tr w:rsidR="00A10636" w:rsidRPr="00882504" w14:paraId="1FC98DAE" w14:textId="77777777" w:rsidTr="00487292">
        <w:trPr>
          <w:cantSplit/>
        </w:trPr>
        <w:tc>
          <w:tcPr>
            <w:tcW w:w="1560" w:type="dxa"/>
            <w:tcBorders>
              <w:top w:val="single" w:sz="4" w:space="0" w:color="auto"/>
              <w:bottom w:val="single" w:sz="4" w:space="0" w:color="auto"/>
            </w:tcBorders>
            <w:shd w:val="clear" w:color="auto" w:fill="auto"/>
          </w:tcPr>
          <w:p w14:paraId="278DA7EB" w14:textId="77777777" w:rsidR="00A10636" w:rsidRPr="00882504" w:rsidRDefault="00A10636" w:rsidP="00487292">
            <w:pPr>
              <w:spacing w:before="40" w:after="120"/>
              <w:ind w:right="113"/>
              <w:rPr>
                <w:rFonts w:eastAsia="Calibri"/>
                <w:lang w:val="en-US"/>
              </w:rPr>
            </w:pPr>
            <w:r w:rsidRPr="00882504">
              <w:rPr>
                <w:rFonts w:eastAsia="Calibri"/>
                <w:lang w:val="en-US"/>
              </w:rPr>
              <w:t>Ignition cycle, crash</w:t>
            </w:r>
          </w:p>
        </w:tc>
        <w:tc>
          <w:tcPr>
            <w:tcW w:w="1203" w:type="dxa"/>
            <w:tcBorders>
              <w:top w:val="single" w:sz="4" w:space="0" w:color="auto"/>
              <w:bottom w:val="single" w:sz="4" w:space="0" w:color="auto"/>
            </w:tcBorders>
            <w:shd w:val="clear" w:color="auto" w:fill="auto"/>
          </w:tcPr>
          <w:p w14:paraId="006FA762"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5675193E"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55633AB"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7090BC0"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1149C6A"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EC17C47" w14:textId="77777777" w:rsidR="00A10636" w:rsidRPr="00882504" w:rsidRDefault="00A10636" w:rsidP="00487292">
            <w:pPr>
              <w:spacing w:before="40" w:after="120"/>
              <w:ind w:right="113"/>
              <w:rPr>
                <w:rFonts w:eastAsia="Calibri"/>
                <w:lang w:val="en-US"/>
              </w:rPr>
            </w:pPr>
          </w:p>
        </w:tc>
      </w:tr>
      <w:tr w:rsidR="00A10636" w:rsidRPr="00882504" w14:paraId="12D57C65" w14:textId="77777777" w:rsidTr="00487292">
        <w:trPr>
          <w:cantSplit/>
        </w:trPr>
        <w:tc>
          <w:tcPr>
            <w:tcW w:w="1560" w:type="dxa"/>
            <w:tcBorders>
              <w:top w:val="single" w:sz="4" w:space="0" w:color="auto"/>
              <w:bottom w:val="single" w:sz="4" w:space="0" w:color="auto"/>
            </w:tcBorders>
            <w:shd w:val="clear" w:color="auto" w:fill="auto"/>
          </w:tcPr>
          <w:p w14:paraId="124D168B" w14:textId="77777777" w:rsidR="00A10636" w:rsidRPr="00882504" w:rsidRDefault="00A10636" w:rsidP="00487292">
            <w:pPr>
              <w:spacing w:before="40" w:after="120"/>
              <w:ind w:right="113"/>
              <w:rPr>
                <w:rFonts w:eastAsia="Calibri"/>
                <w:lang w:val="en-US"/>
              </w:rPr>
            </w:pPr>
            <w:r w:rsidRPr="00882504">
              <w:rPr>
                <w:rFonts w:eastAsia="Calibri"/>
                <w:lang w:val="en-US"/>
              </w:rPr>
              <w:t>Ignition cycle, download</w:t>
            </w:r>
          </w:p>
        </w:tc>
        <w:tc>
          <w:tcPr>
            <w:tcW w:w="1203" w:type="dxa"/>
            <w:tcBorders>
              <w:top w:val="single" w:sz="4" w:space="0" w:color="auto"/>
              <w:bottom w:val="single" w:sz="4" w:space="0" w:color="auto"/>
            </w:tcBorders>
            <w:shd w:val="clear" w:color="auto" w:fill="auto"/>
          </w:tcPr>
          <w:p w14:paraId="32668D2B"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234266B7" w14:textId="77777777" w:rsidR="00A10636" w:rsidRPr="00882504" w:rsidRDefault="00A10636" w:rsidP="00487292">
            <w:pPr>
              <w:spacing w:before="40" w:after="120"/>
              <w:ind w:right="113"/>
              <w:rPr>
                <w:rFonts w:eastAsia="Calibri"/>
                <w:lang w:val="en-US"/>
              </w:rPr>
            </w:pPr>
            <w:r w:rsidRPr="00882504">
              <w:rPr>
                <w:rFonts w:eastAsia="Calibri"/>
                <w:vertAlign w:val="superscript"/>
                <w:lang w:val="en-US"/>
              </w:rPr>
              <w:footnoteReference w:id="13"/>
            </w:r>
          </w:p>
        </w:tc>
        <w:tc>
          <w:tcPr>
            <w:tcW w:w="1024" w:type="dxa"/>
            <w:tcBorders>
              <w:top w:val="single" w:sz="4" w:space="0" w:color="auto"/>
              <w:bottom w:val="single" w:sz="4" w:space="0" w:color="auto"/>
            </w:tcBorders>
            <w:shd w:val="clear" w:color="auto" w:fill="auto"/>
          </w:tcPr>
          <w:p w14:paraId="456B47E2"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FB174EE"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5DFA169"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3F3FEF8B" w14:textId="77777777" w:rsidR="00A10636" w:rsidRPr="00882504" w:rsidRDefault="00A10636" w:rsidP="00487292">
            <w:pPr>
              <w:spacing w:before="40" w:after="120"/>
              <w:ind w:right="113"/>
              <w:rPr>
                <w:rFonts w:eastAsia="Calibri"/>
                <w:lang w:val="en-US"/>
              </w:rPr>
            </w:pPr>
          </w:p>
        </w:tc>
      </w:tr>
      <w:tr w:rsidR="00A10636" w:rsidRPr="00882504" w14:paraId="11A61B98" w14:textId="77777777" w:rsidTr="00487292">
        <w:trPr>
          <w:cantSplit/>
        </w:trPr>
        <w:tc>
          <w:tcPr>
            <w:tcW w:w="1560" w:type="dxa"/>
            <w:tcBorders>
              <w:top w:val="single" w:sz="4" w:space="0" w:color="auto"/>
            </w:tcBorders>
            <w:shd w:val="clear" w:color="auto" w:fill="auto"/>
          </w:tcPr>
          <w:p w14:paraId="2311DA74" w14:textId="77777777" w:rsidR="00A10636" w:rsidRPr="00882504" w:rsidRDefault="00A10636" w:rsidP="00487292">
            <w:pPr>
              <w:spacing w:before="40" w:after="120"/>
              <w:ind w:right="113"/>
              <w:rPr>
                <w:rFonts w:eastAsia="Calibri"/>
                <w:lang w:val="en-US"/>
              </w:rPr>
            </w:pPr>
            <w:r w:rsidRPr="00882504">
              <w:rPr>
                <w:rFonts w:eastAsia="Calibri"/>
                <w:lang w:val="en-US"/>
              </w:rPr>
              <w:t>Safety belt status, driver</w:t>
            </w:r>
          </w:p>
        </w:tc>
        <w:tc>
          <w:tcPr>
            <w:tcW w:w="1203" w:type="dxa"/>
            <w:tcBorders>
              <w:top w:val="single" w:sz="4" w:space="0" w:color="auto"/>
            </w:tcBorders>
            <w:shd w:val="clear" w:color="auto" w:fill="auto"/>
          </w:tcPr>
          <w:p w14:paraId="7EF64A9C"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tcBorders>
            <w:shd w:val="clear" w:color="auto" w:fill="auto"/>
          </w:tcPr>
          <w:p w14:paraId="499944E6"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tcBorders>
            <w:shd w:val="clear" w:color="auto" w:fill="auto"/>
          </w:tcPr>
          <w:p w14:paraId="17F4F9B5"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tcBorders>
            <w:shd w:val="clear" w:color="auto" w:fill="auto"/>
          </w:tcPr>
          <w:p w14:paraId="2C1C598A"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tcBorders>
            <w:shd w:val="clear" w:color="auto" w:fill="auto"/>
          </w:tcPr>
          <w:p w14:paraId="56A3D33B"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tcBorders>
            <w:shd w:val="clear" w:color="auto" w:fill="auto"/>
          </w:tcPr>
          <w:p w14:paraId="65EB5EF0" w14:textId="77777777" w:rsidR="00A10636" w:rsidRPr="00882504" w:rsidRDefault="00A10636" w:rsidP="00487292">
            <w:pPr>
              <w:spacing w:before="40" w:after="120"/>
              <w:ind w:right="113"/>
              <w:rPr>
                <w:rFonts w:eastAsia="Calibri"/>
                <w:lang w:val="en-US"/>
              </w:rPr>
            </w:pPr>
          </w:p>
        </w:tc>
      </w:tr>
      <w:tr w:rsidR="00A10636" w:rsidRPr="00882504" w14:paraId="17EAE8F3" w14:textId="77777777" w:rsidTr="00487292">
        <w:trPr>
          <w:cantSplit/>
        </w:trPr>
        <w:tc>
          <w:tcPr>
            <w:tcW w:w="1560" w:type="dxa"/>
            <w:tcBorders>
              <w:bottom w:val="single" w:sz="4" w:space="0" w:color="auto"/>
            </w:tcBorders>
            <w:shd w:val="clear" w:color="auto" w:fill="auto"/>
          </w:tcPr>
          <w:p w14:paraId="2C7D5A1B" w14:textId="77777777" w:rsidR="00A10636" w:rsidRPr="00882504" w:rsidRDefault="00A10636" w:rsidP="00487292">
            <w:pPr>
              <w:spacing w:before="40" w:after="120"/>
              <w:ind w:right="113"/>
              <w:rPr>
                <w:rFonts w:eastAsia="Calibri"/>
                <w:lang w:val="en-US"/>
              </w:rPr>
            </w:pPr>
            <w:r w:rsidRPr="00882504">
              <w:rPr>
                <w:rFonts w:eastAsia="Calibri"/>
                <w:lang w:val="en-US"/>
              </w:rPr>
              <w:t>Frontal air bag warning lamp, on/off</w:t>
            </w:r>
            <w:r w:rsidRPr="00882504">
              <w:rPr>
                <w:rFonts w:eastAsia="Calibri"/>
                <w:vertAlign w:val="superscript"/>
                <w:lang w:val="en-US"/>
              </w:rPr>
              <w:footnoteReference w:id="14"/>
            </w:r>
          </w:p>
        </w:tc>
        <w:tc>
          <w:tcPr>
            <w:tcW w:w="1203" w:type="dxa"/>
            <w:tcBorders>
              <w:bottom w:val="single" w:sz="4" w:space="0" w:color="auto"/>
            </w:tcBorders>
            <w:shd w:val="clear" w:color="auto" w:fill="auto"/>
          </w:tcPr>
          <w:p w14:paraId="5FF68703"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bottom w:val="single" w:sz="4" w:space="0" w:color="auto"/>
            </w:tcBorders>
            <w:shd w:val="clear" w:color="auto" w:fill="auto"/>
          </w:tcPr>
          <w:p w14:paraId="0FA669B1" w14:textId="77777777" w:rsidR="00A10636" w:rsidRPr="00882504" w:rsidRDefault="00A10636" w:rsidP="00487292">
            <w:pPr>
              <w:spacing w:before="40" w:after="120"/>
              <w:ind w:right="113"/>
              <w:rPr>
                <w:rFonts w:eastAsia="Calibri"/>
                <w:lang w:val="en-US"/>
              </w:rPr>
            </w:pPr>
          </w:p>
        </w:tc>
        <w:tc>
          <w:tcPr>
            <w:tcW w:w="1024" w:type="dxa"/>
            <w:tcBorders>
              <w:bottom w:val="single" w:sz="4" w:space="0" w:color="auto"/>
            </w:tcBorders>
            <w:shd w:val="clear" w:color="auto" w:fill="auto"/>
          </w:tcPr>
          <w:p w14:paraId="7E31587B" w14:textId="77777777" w:rsidR="00A10636" w:rsidRPr="00882504" w:rsidRDefault="00A10636" w:rsidP="00487292">
            <w:pPr>
              <w:spacing w:before="40" w:after="120"/>
              <w:ind w:right="113"/>
              <w:rPr>
                <w:rFonts w:eastAsia="Calibri"/>
                <w:lang w:val="en-US"/>
              </w:rPr>
            </w:pPr>
          </w:p>
        </w:tc>
        <w:tc>
          <w:tcPr>
            <w:tcW w:w="1722" w:type="dxa"/>
            <w:tcBorders>
              <w:bottom w:val="single" w:sz="4" w:space="0" w:color="auto"/>
            </w:tcBorders>
            <w:shd w:val="clear" w:color="auto" w:fill="auto"/>
          </w:tcPr>
          <w:p w14:paraId="461C54D4" w14:textId="77777777" w:rsidR="00A10636" w:rsidRPr="00882504" w:rsidRDefault="00A10636" w:rsidP="00487292">
            <w:pPr>
              <w:spacing w:before="40" w:after="120"/>
              <w:ind w:right="113"/>
              <w:rPr>
                <w:rFonts w:eastAsia="Calibri"/>
                <w:lang w:val="en-US"/>
              </w:rPr>
            </w:pPr>
          </w:p>
        </w:tc>
        <w:tc>
          <w:tcPr>
            <w:tcW w:w="1220" w:type="dxa"/>
            <w:tcBorders>
              <w:bottom w:val="single" w:sz="4" w:space="0" w:color="auto"/>
            </w:tcBorders>
            <w:shd w:val="clear" w:color="auto" w:fill="auto"/>
          </w:tcPr>
          <w:p w14:paraId="47EF2374" w14:textId="77777777" w:rsidR="00A10636" w:rsidRPr="00882504" w:rsidRDefault="00A10636" w:rsidP="00487292">
            <w:pPr>
              <w:spacing w:before="40" w:after="120"/>
              <w:ind w:right="113"/>
              <w:rPr>
                <w:rFonts w:eastAsia="Calibri"/>
                <w:lang w:val="en-US"/>
              </w:rPr>
            </w:pPr>
          </w:p>
        </w:tc>
        <w:tc>
          <w:tcPr>
            <w:tcW w:w="1471" w:type="dxa"/>
            <w:tcBorders>
              <w:bottom w:val="single" w:sz="4" w:space="0" w:color="auto"/>
            </w:tcBorders>
            <w:shd w:val="clear" w:color="auto" w:fill="auto"/>
          </w:tcPr>
          <w:p w14:paraId="3C2FFC32" w14:textId="77777777" w:rsidR="00A10636" w:rsidRPr="00882504" w:rsidRDefault="00A10636" w:rsidP="00487292">
            <w:pPr>
              <w:spacing w:before="40" w:after="120"/>
              <w:ind w:right="113"/>
              <w:rPr>
                <w:rFonts w:eastAsia="Calibri"/>
                <w:lang w:val="en-US"/>
              </w:rPr>
            </w:pPr>
          </w:p>
        </w:tc>
      </w:tr>
      <w:tr w:rsidR="00A10636" w:rsidRPr="00882504" w14:paraId="54713FB5" w14:textId="77777777" w:rsidTr="00487292">
        <w:trPr>
          <w:cantSplit/>
        </w:trPr>
        <w:tc>
          <w:tcPr>
            <w:tcW w:w="1560" w:type="dxa"/>
            <w:tcBorders>
              <w:top w:val="single" w:sz="4" w:space="0" w:color="auto"/>
              <w:bottom w:val="single" w:sz="4" w:space="0" w:color="auto"/>
            </w:tcBorders>
            <w:shd w:val="clear" w:color="auto" w:fill="auto"/>
          </w:tcPr>
          <w:p w14:paraId="29F78380" w14:textId="77777777" w:rsidR="00A10636" w:rsidRPr="00882504" w:rsidRDefault="00A10636" w:rsidP="00487292">
            <w:pPr>
              <w:spacing w:before="40" w:after="120"/>
              <w:ind w:right="113"/>
              <w:rPr>
                <w:rFonts w:eastAsia="Calibri"/>
                <w:lang w:val="en-US"/>
              </w:rPr>
            </w:pPr>
            <w:r w:rsidRPr="00882504">
              <w:rPr>
                <w:rFonts w:eastAsia="Calibri"/>
                <w:lang w:val="en-US"/>
              </w:rPr>
              <w:lastRenderedPageBreak/>
              <w:t xml:space="preserve">Frontal air bag deployment, time to deploy, in the case of a single stage air bag, or time to first stage deployment, in the case of a multi-stage air bag, driver. </w:t>
            </w:r>
          </w:p>
        </w:tc>
        <w:tc>
          <w:tcPr>
            <w:tcW w:w="1203" w:type="dxa"/>
            <w:tcBorders>
              <w:top w:val="single" w:sz="4" w:space="0" w:color="auto"/>
              <w:bottom w:val="single" w:sz="4" w:space="0" w:color="auto"/>
            </w:tcBorders>
            <w:shd w:val="clear" w:color="auto" w:fill="auto"/>
          </w:tcPr>
          <w:p w14:paraId="177C9B72"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22642501"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6EC60DD"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54D05C1"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6E2A689"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01BC569" w14:textId="77777777" w:rsidR="00A10636" w:rsidRPr="00882504" w:rsidRDefault="00A10636" w:rsidP="00487292">
            <w:pPr>
              <w:spacing w:before="40" w:after="120"/>
              <w:ind w:right="113"/>
              <w:rPr>
                <w:rFonts w:eastAsia="Calibri"/>
                <w:lang w:val="en-US"/>
              </w:rPr>
            </w:pPr>
          </w:p>
        </w:tc>
      </w:tr>
      <w:tr w:rsidR="00A10636" w:rsidRPr="00882504" w14:paraId="7B78020F" w14:textId="77777777" w:rsidTr="00487292">
        <w:trPr>
          <w:cantSplit/>
        </w:trPr>
        <w:tc>
          <w:tcPr>
            <w:tcW w:w="1560" w:type="dxa"/>
            <w:tcBorders>
              <w:top w:val="single" w:sz="4" w:space="0" w:color="auto"/>
              <w:bottom w:val="single" w:sz="4" w:space="0" w:color="auto"/>
            </w:tcBorders>
            <w:shd w:val="clear" w:color="auto" w:fill="auto"/>
          </w:tcPr>
          <w:p w14:paraId="17A5F88B" w14:textId="77777777" w:rsidR="00A10636" w:rsidRPr="00882504" w:rsidRDefault="00A10636" w:rsidP="00487292">
            <w:pPr>
              <w:spacing w:before="40" w:after="120"/>
              <w:ind w:right="113"/>
              <w:rPr>
                <w:rFonts w:eastAsia="Calibri"/>
                <w:lang w:val="en-US"/>
              </w:rPr>
            </w:pPr>
            <w:r w:rsidRPr="00882504">
              <w:rPr>
                <w:rFonts w:eastAsia="Calibri"/>
                <w:lang w:val="en-US"/>
              </w:rPr>
              <w:t>Frontal air bag deployment, time to deploy, in the case of a single stage air bag, or time to first stage deployment, in the case of a multi-stage air bag, front passenger.</w:t>
            </w:r>
          </w:p>
        </w:tc>
        <w:tc>
          <w:tcPr>
            <w:tcW w:w="1203" w:type="dxa"/>
            <w:tcBorders>
              <w:top w:val="single" w:sz="4" w:space="0" w:color="auto"/>
              <w:bottom w:val="single" w:sz="4" w:space="0" w:color="auto"/>
            </w:tcBorders>
            <w:shd w:val="clear" w:color="auto" w:fill="auto"/>
          </w:tcPr>
          <w:p w14:paraId="553CB4A7"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14EB4170"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03A2634"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1D85B6D"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43849D4"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E750CC7" w14:textId="77777777" w:rsidR="00A10636" w:rsidRPr="00882504" w:rsidRDefault="00A10636" w:rsidP="00487292">
            <w:pPr>
              <w:spacing w:before="40" w:after="120"/>
              <w:ind w:right="113"/>
              <w:rPr>
                <w:rFonts w:eastAsia="Calibri"/>
                <w:lang w:val="en-US"/>
              </w:rPr>
            </w:pPr>
          </w:p>
        </w:tc>
      </w:tr>
      <w:tr w:rsidR="00A10636" w:rsidRPr="00882504" w14:paraId="12E69C57" w14:textId="77777777" w:rsidTr="00487292">
        <w:trPr>
          <w:cantSplit/>
        </w:trPr>
        <w:tc>
          <w:tcPr>
            <w:tcW w:w="1560" w:type="dxa"/>
            <w:tcBorders>
              <w:top w:val="single" w:sz="4" w:space="0" w:color="auto"/>
              <w:bottom w:val="single" w:sz="4" w:space="0" w:color="auto"/>
            </w:tcBorders>
            <w:shd w:val="clear" w:color="auto" w:fill="auto"/>
          </w:tcPr>
          <w:p w14:paraId="45F3FC80" w14:textId="77777777" w:rsidR="00A10636" w:rsidRPr="00882504" w:rsidRDefault="00A10636" w:rsidP="00487292">
            <w:pPr>
              <w:spacing w:before="40" w:after="120"/>
              <w:ind w:right="113"/>
              <w:rPr>
                <w:rFonts w:eastAsia="Calibri"/>
                <w:lang w:val="en-US"/>
              </w:rPr>
            </w:pPr>
            <w:r w:rsidRPr="00882504">
              <w:rPr>
                <w:rFonts w:eastAsia="Calibri"/>
                <w:lang w:val="en-US"/>
              </w:rPr>
              <w:t>Time from event 1 to 2</w:t>
            </w:r>
          </w:p>
        </w:tc>
        <w:tc>
          <w:tcPr>
            <w:tcW w:w="1203" w:type="dxa"/>
            <w:tcBorders>
              <w:top w:val="single" w:sz="4" w:space="0" w:color="auto"/>
              <w:bottom w:val="single" w:sz="4" w:space="0" w:color="auto"/>
            </w:tcBorders>
            <w:shd w:val="clear" w:color="auto" w:fill="auto"/>
          </w:tcPr>
          <w:p w14:paraId="3C2A8880"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46C373B6"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533AE575"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5819944"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7E17E6D"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0BBE255" w14:textId="77777777" w:rsidR="00A10636" w:rsidRPr="00882504" w:rsidRDefault="00A10636" w:rsidP="00487292">
            <w:pPr>
              <w:spacing w:before="40" w:after="120"/>
              <w:ind w:right="113"/>
              <w:rPr>
                <w:rFonts w:eastAsia="Calibri"/>
                <w:lang w:val="en-US"/>
              </w:rPr>
            </w:pPr>
          </w:p>
        </w:tc>
      </w:tr>
      <w:tr w:rsidR="00A10636" w:rsidRPr="00882504" w14:paraId="4B7EFF22" w14:textId="77777777" w:rsidTr="00487292">
        <w:trPr>
          <w:cantSplit/>
        </w:trPr>
        <w:tc>
          <w:tcPr>
            <w:tcW w:w="1560" w:type="dxa"/>
            <w:tcBorders>
              <w:top w:val="single" w:sz="4" w:space="0" w:color="auto"/>
              <w:bottom w:val="single" w:sz="4" w:space="0" w:color="auto"/>
            </w:tcBorders>
            <w:shd w:val="clear" w:color="auto" w:fill="auto"/>
          </w:tcPr>
          <w:p w14:paraId="340877B1" w14:textId="77777777" w:rsidR="00A10636" w:rsidRPr="00882504" w:rsidRDefault="00A10636" w:rsidP="00487292">
            <w:pPr>
              <w:spacing w:before="40" w:after="120"/>
              <w:ind w:right="113"/>
              <w:rPr>
                <w:rFonts w:eastAsia="Calibri"/>
                <w:lang w:val="en-US"/>
              </w:rPr>
            </w:pPr>
            <w:r w:rsidRPr="00882504">
              <w:rPr>
                <w:rFonts w:eastAsia="Calibri"/>
                <w:lang w:val="en-US"/>
              </w:rPr>
              <w:t>Complete file recorded (yes, no)</w:t>
            </w:r>
          </w:p>
        </w:tc>
        <w:tc>
          <w:tcPr>
            <w:tcW w:w="1203" w:type="dxa"/>
            <w:tcBorders>
              <w:top w:val="single" w:sz="4" w:space="0" w:color="auto"/>
              <w:bottom w:val="single" w:sz="4" w:space="0" w:color="auto"/>
            </w:tcBorders>
            <w:shd w:val="clear" w:color="auto" w:fill="auto"/>
          </w:tcPr>
          <w:p w14:paraId="43E4A315" w14:textId="77777777" w:rsidR="00A10636" w:rsidRPr="00882504" w:rsidRDefault="00A10636" w:rsidP="00487292">
            <w:pPr>
              <w:spacing w:before="40" w:after="120"/>
              <w:ind w:right="113"/>
              <w:rPr>
                <w:rFonts w:eastAsia="Calibri"/>
                <w:lang w:val="en-US"/>
              </w:rPr>
            </w:pPr>
            <w:r w:rsidRPr="00882504">
              <w:rPr>
                <w:rFonts w:eastAsia="Calibri"/>
                <w:lang w:val="en-US"/>
              </w:rPr>
              <w:t>Mandatory</w:t>
            </w:r>
            <w:r w:rsidRPr="00882504">
              <w:rPr>
                <w:rFonts w:eastAsia="Calibri"/>
                <w:b/>
                <w:bCs/>
                <w:lang w:val="en-US"/>
              </w:rPr>
              <w:t xml:space="preserve"> </w:t>
            </w:r>
          </w:p>
        </w:tc>
        <w:tc>
          <w:tcPr>
            <w:tcW w:w="1437" w:type="dxa"/>
            <w:tcBorders>
              <w:top w:val="single" w:sz="4" w:space="0" w:color="auto"/>
              <w:bottom w:val="single" w:sz="4" w:space="0" w:color="auto"/>
            </w:tcBorders>
            <w:shd w:val="clear" w:color="auto" w:fill="auto"/>
          </w:tcPr>
          <w:p w14:paraId="3551380B"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7DFC88E"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F1D98CC"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D7BA034"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2ABDB96B" w14:textId="77777777" w:rsidR="00A10636" w:rsidRPr="00882504" w:rsidRDefault="00A10636" w:rsidP="00487292">
            <w:pPr>
              <w:spacing w:before="40" w:after="120"/>
              <w:ind w:right="113"/>
              <w:rPr>
                <w:rFonts w:eastAsia="Calibri"/>
                <w:lang w:val="en-US"/>
              </w:rPr>
            </w:pPr>
          </w:p>
        </w:tc>
      </w:tr>
      <w:tr w:rsidR="00A10636" w:rsidRPr="00882504" w14:paraId="3986207A" w14:textId="77777777" w:rsidTr="00487292">
        <w:trPr>
          <w:cantSplit/>
        </w:trPr>
        <w:tc>
          <w:tcPr>
            <w:tcW w:w="1560" w:type="dxa"/>
            <w:tcBorders>
              <w:top w:val="single" w:sz="4" w:space="0" w:color="auto"/>
              <w:bottom w:val="single" w:sz="4" w:space="0" w:color="auto"/>
            </w:tcBorders>
            <w:shd w:val="clear" w:color="auto" w:fill="auto"/>
          </w:tcPr>
          <w:p w14:paraId="620E9D35" w14:textId="77777777" w:rsidR="00A10636" w:rsidRPr="00882504" w:rsidRDefault="00A10636" w:rsidP="00487292">
            <w:pPr>
              <w:spacing w:before="40" w:after="120"/>
              <w:ind w:right="113"/>
              <w:rPr>
                <w:rFonts w:eastAsia="Calibri"/>
                <w:lang w:val="en-US"/>
              </w:rPr>
            </w:pPr>
            <w:r w:rsidRPr="00882504">
              <w:rPr>
                <w:rFonts w:eastAsia="Calibri"/>
                <w:lang w:val="en-US"/>
              </w:rPr>
              <w:t>Time maximum delta-V, lateral</w:t>
            </w:r>
          </w:p>
        </w:tc>
        <w:tc>
          <w:tcPr>
            <w:tcW w:w="1203" w:type="dxa"/>
            <w:tcBorders>
              <w:top w:val="single" w:sz="4" w:space="0" w:color="auto"/>
              <w:bottom w:val="single" w:sz="4" w:space="0" w:color="auto"/>
            </w:tcBorders>
            <w:shd w:val="clear" w:color="auto" w:fill="auto"/>
          </w:tcPr>
          <w:p w14:paraId="65B1DCA2" w14:textId="77777777" w:rsidR="00A10636" w:rsidRPr="00882504" w:rsidRDefault="00A10636" w:rsidP="00487292">
            <w:pPr>
              <w:spacing w:before="40" w:after="120"/>
              <w:ind w:right="113"/>
              <w:rPr>
                <w:rFonts w:eastAsia="Calibri"/>
                <w:lang w:val="en-US"/>
              </w:rPr>
            </w:pPr>
            <w:r w:rsidRPr="00882504">
              <w:rPr>
                <w:rFonts w:eastAsia="Calibri"/>
                <w:lang w:val="en-US"/>
              </w:rPr>
              <w:t>[If recorded]</w:t>
            </w:r>
          </w:p>
        </w:tc>
        <w:tc>
          <w:tcPr>
            <w:tcW w:w="1437" w:type="dxa"/>
            <w:tcBorders>
              <w:top w:val="single" w:sz="4" w:space="0" w:color="auto"/>
              <w:bottom w:val="single" w:sz="4" w:space="0" w:color="auto"/>
            </w:tcBorders>
            <w:shd w:val="clear" w:color="auto" w:fill="auto"/>
          </w:tcPr>
          <w:p w14:paraId="736A1FA5"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94CF341"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81CD743"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57AE63A"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6DF2474" w14:textId="77777777" w:rsidR="00A10636" w:rsidRPr="00882504" w:rsidRDefault="00A10636" w:rsidP="00487292">
            <w:pPr>
              <w:spacing w:before="40" w:after="120"/>
              <w:ind w:right="113"/>
              <w:rPr>
                <w:rFonts w:eastAsia="Calibri"/>
                <w:lang w:val="en-US"/>
              </w:rPr>
            </w:pPr>
          </w:p>
        </w:tc>
      </w:tr>
      <w:tr w:rsidR="00A10636" w:rsidRPr="00882504" w14:paraId="04E104D4" w14:textId="77777777" w:rsidTr="00487292">
        <w:trPr>
          <w:cantSplit/>
        </w:trPr>
        <w:tc>
          <w:tcPr>
            <w:tcW w:w="1560" w:type="dxa"/>
            <w:tcBorders>
              <w:top w:val="single" w:sz="4" w:space="0" w:color="auto"/>
              <w:bottom w:val="single" w:sz="4" w:space="0" w:color="auto"/>
            </w:tcBorders>
            <w:shd w:val="clear" w:color="auto" w:fill="auto"/>
          </w:tcPr>
          <w:p w14:paraId="22386945" w14:textId="6F6E086A" w:rsidR="00A10636" w:rsidRPr="00882504" w:rsidRDefault="00A10636" w:rsidP="00487292">
            <w:pPr>
              <w:spacing w:before="40" w:after="120"/>
              <w:ind w:right="113"/>
              <w:rPr>
                <w:rFonts w:eastAsia="Calibri"/>
                <w:lang w:val="en-US"/>
              </w:rPr>
            </w:pPr>
            <w:r w:rsidRPr="00882504">
              <w:rPr>
                <w:rFonts w:eastAsia="Calibri"/>
                <w:lang w:val="en-US"/>
              </w:rPr>
              <w:t>Time for maximum delta-V, resultant.</w:t>
            </w:r>
          </w:p>
        </w:tc>
        <w:tc>
          <w:tcPr>
            <w:tcW w:w="1203" w:type="dxa"/>
            <w:tcBorders>
              <w:top w:val="single" w:sz="4" w:space="0" w:color="auto"/>
              <w:bottom w:val="single" w:sz="4" w:space="0" w:color="auto"/>
            </w:tcBorders>
            <w:shd w:val="clear" w:color="auto" w:fill="auto"/>
          </w:tcPr>
          <w:p w14:paraId="692B42F2" w14:textId="77777777" w:rsidR="00A10636" w:rsidRPr="00882504" w:rsidRDefault="00A10636" w:rsidP="00487292">
            <w:pPr>
              <w:spacing w:before="40" w:after="120"/>
              <w:ind w:right="113"/>
              <w:rPr>
                <w:rFonts w:eastAsia="Calibri"/>
                <w:lang w:val="en-US"/>
              </w:rPr>
            </w:pPr>
            <w:r w:rsidRPr="00882504">
              <w:rPr>
                <w:rFonts w:eastAsia="Calibri"/>
                <w:lang w:val="en-US"/>
              </w:rPr>
              <w:t>[If recorded]</w:t>
            </w:r>
          </w:p>
        </w:tc>
        <w:tc>
          <w:tcPr>
            <w:tcW w:w="1437" w:type="dxa"/>
            <w:tcBorders>
              <w:top w:val="single" w:sz="4" w:space="0" w:color="auto"/>
              <w:bottom w:val="single" w:sz="4" w:space="0" w:color="auto"/>
            </w:tcBorders>
            <w:shd w:val="clear" w:color="auto" w:fill="auto"/>
          </w:tcPr>
          <w:p w14:paraId="3BB437AC"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0BC8A1B2"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AEFE5D5"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050F0BF"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C30BD75" w14:textId="77777777" w:rsidR="00A10636" w:rsidRPr="00882504" w:rsidRDefault="00A10636" w:rsidP="00487292">
            <w:pPr>
              <w:spacing w:before="40" w:after="120"/>
              <w:ind w:right="113"/>
              <w:rPr>
                <w:rFonts w:eastAsia="Calibri"/>
                <w:lang w:val="en-US"/>
              </w:rPr>
            </w:pPr>
          </w:p>
        </w:tc>
      </w:tr>
      <w:tr w:rsidR="00A10636" w:rsidRPr="00882504" w14:paraId="332B0E5C" w14:textId="77777777" w:rsidTr="00487292">
        <w:trPr>
          <w:cantSplit/>
        </w:trPr>
        <w:tc>
          <w:tcPr>
            <w:tcW w:w="1560" w:type="dxa"/>
            <w:tcBorders>
              <w:top w:val="single" w:sz="4" w:space="0" w:color="auto"/>
              <w:bottom w:val="single" w:sz="4" w:space="0" w:color="auto"/>
            </w:tcBorders>
            <w:shd w:val="clear" w:color="auto" w:fill="auto"/>
          </w:tcPr>
          <w:p w14:paraId="4782EBE4" w14:textId="77777777" w:rsidR="00A10636" w:rsidRPr="00882504" w:rsidRDefault="00A10636" w:rsidP="00487292">
            <w:pPr>
              <w:spacing w:before="40" w:after="120"/>
              <w:ind w:right="113"/>
              <w:rPr>
                <w:rFonts w:eastAsia="Calibri"/>
                <w:lang w:val="en-US"/>
              </w:rPr>
            </w:pPr>
            <w:r w:rsidRPr="00882504">
              <w:rPr>
                <w:rFonts w:eastAsia="Calibri"/>
                <w:lang w:val="en-US"/>
              </w:rPr>
              <w:t>Engine rpm</w:t>
            </w:r>
          </w:p>
        </w:tc>
        <w:tc>
          <w:tcPr>
            <w:tcW w:w="1203" w:type="dxa"/>
            <w:tcBorders>
              <w:top w:val="single" w:sz="4" w:space="0" w:color="auto"/>
              <w:bottom w:val="single" w:sz="4" w:space="0" w:color="auto"/>
            </w:tcBorders>
            <w:shd w:val="clear" w:color="auto" w:fill="auto"/>
          </w:tcPr>
          <w:p w14:paraId="04A0707C"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 if equipped with ICE engine</w:t>
            </w:r>
          </w:p>
        </w:tc>
        <w:tc>
          <w:tcPr>
            <w:tcW w:w="1437" w:type="dxa"/>
            <w:tcBorders>
              <w:top w:val="single" w:sz="4" w:space="0" w:color="auto"/>
              <w:bottom w:val="single" w:sz="4" w:space="0" w:color="auto"/>
            </w:tcBorders>
            <w:shd w:val="clear" w:color="auto" w:fill="auto"/>
          </w:tcPr>
          <w:p w14:paraId="1A07F2AE"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DF5C870"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917589E"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2FAF5667"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74927F50" w14:textId="77777777" w:rsidR="00A10636" w:rsidRPr="00882504" w:rsidRDefault="00A10636" w:rsidP="00487292">
            <w:pPr>
              <w:spacing w:before="40" w:after="120"/>
              <w:ind w:right="113"/>
              <w:rPr>
                <w:rFonts w:eastAsia="Calibri"/>
                <w:lang w:val="en-US"/>
              </w:rPr>
            </w:pPr>
          </w:p>
        </w:tc>
      </w:tr>
      <w:tr w:rsidR="00A10636" w:rsidRPr="00882504" w14:paraId="344CFC83" w14:textId="77777777" w:rsidTr="00487292">
        <w:trPr>
          <w:cantSplit/>
        </w:trPr>
        <w:tc>
          <w:tcPr>
            <w:tcW w:w="1560" w:type="dxa"/>
            <w:tcBorders>
              <w:top w:val="single" w:sz="4" w:space="0" w:color="auto"/>
              <w:bottom w:val="single" w:sz="4" w:space="0" w:color="auto"/>
            </w:tcBorders>
            <w:shd w:val="clear" w:color="auto" w:fill="auto"/>
          </w:tcPr>
          <w:p w14:paraId="15D2A149" w14:textId="77777777" w:rsidR="00A10636" w:rsidRPr="00882504" w:rsidRDefault="00A10636" w:rsidP="00487292">
            <w:pPr>
              <w:spacing w:before="40" w:after="120"/>
              <w:ind w:right="113"/>
              <w:rPr>
                <w:rFonts w:eastAsia="Calibri"/>
                <w:lang w:val="en-US"/>
              </w:rPr>
            </w:pPr>
            <w:r w:rsidRPr="00882504">
              <w:rPr>
                <w:rFonts w:eastAsia="Calibri"/>
                <w:lang w:val="en-US"/>
              </w:rPr>
              <w:t>ABS activity (engaged, non-engaged).</w:t>
            </w:r>
          </w:p>
        </w:tc>
        <w:tc>
          <w:tcPr>
            <w:tcW w:w="1203" w:type="dxa"/>
            <w:tcBorders>
              <w:top w:val="single" w:sz="4" w:space="0" w:color="auto"/>
              <w:bottom w:val="single" w:sz="4" w:space="0" w:color="auto"/>
            </w:tcBorders>
            <w:shd w:val="clear" w:color="auto" w:fill="auto"/>
          </w:tcPr>
          <w:p w14:paraId="4C823A65"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3B071C78"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ADBF107"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2BA4D53"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403509F9"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DCC5E5D" w14:textId="77777777" w:rsidR="00A10636" w:rsidRPr="00882504" w:rsidRDefault="00A10636" w:rsidP="00487292">
            <w:pPr>
              <w:spacing w:before="40" w:after="120"/>
              <w:ind w:right="113"/>
              <w:rPr>
                <w:rFonts w:eastAsia="Calibri"/>
                <w:lang w:val="en-US"/>
              </w:rPr>
            </w:pPr>
          </w:p>
        </w:tc>
      </w:tr>
      <w:tr w:rsidR="00A10636" w:rsidRPr="00882504" w14:paraId="26369101" w14:textId="77777777" w:rsidTr="00487292">
        <w:trPr>
          <w:cantSplit/>
        </w:trPr>
        <w:tc>
          <w:tcPr>
            <w:tcW w:w="1560" w:type="dxa"/>
            <w:tcBorders>
              <w:top w:val="single" w:sz="4" w:space="0" w:color="auto"/>
              <w:bottom w:val="single" w:sz="4" w:space="0" w:color="auto"/>
            </w:tcBorders>
            <w:shd w:val="clear" w:color="auto" w:fill="auto"/>
          </w:tcPr>
          <w:p w14:paraId="0880088E" w14:textId="77777777" w:rsidR="00A10636" w:rsidRPr="00882504" w:rsidRDefault="00A10636" w:rsidP="00487292">
            <w:pPr>
              <w:spacing w:before="40" w:after="120"/>
              <w:ind w:right="113"/>
              <w:rPr>
                <w:rFonts w:eastAsia="Calibri"/>
                <w:lang w:val="en-US"/>
              </w:rPr>
            </w:pPr>
            <w:r w:rsidRPr="00882504">
              <w:rPr>
                <w:rFonts w:eastAsia="Calibri"/>
                <w:lang w:val="en-US"/>
              </w:rPr>
              <w:t>Stability control (on, off, or engaged).</w:t>
            </w:r>
          </w:p>
        </w:tc>
        <w:tc>
          <w:tcPr>
            <w:tcW w:w="1203" w:type="dxa"/>
            <w:tcBorders>
              <w:top w:val="single" w:sz="4" w:space="0" w:color="auto"/>
              <w:bottom w:val="single" w:sz="4" w:space="0" w:color="auto"/>
            </w:tcBorders>
            <w:shd w:val="clear" w:color="auto" w:fill="auto"/>
          </w:tcPr>
          <w:p w14:paraId="32D4F6B2"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2F08CC9A"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F9E03C9"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6C044009"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A198995"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0C0241F" w14:textId="77777777" w:rsidR="00A10636" w:rsidRPr="00882504" w:rsidRDefault="00A10636" w:rsidP="00487292">
            <w:pPr>
              <w:spacing w:before="40" w:after="120"/>
              <w:ind w:right="113"/>
              <w:rPr>
                <w:rFonts w:eastAsia="Calibri"/>
                <w:lang w:val="en-US"/>
              </w:rPr>
            </w:pPr>
          </w:p>
        </w:tc>
      </w:tr>
      <w:tr w:rsidR="00A10636" w:rsidRPr="00882504" w14:paraId="7EEBC929" w14:textId="77777777" w:rsidTr="00487292">
        <w:trPr>
          <w:cantSplit/>
        </w:trPr>
        <w:tc>
          <w:tcPr>
            <w:tcW w:w="1560" w:type="dxa"/>
            <w:tcBorders>
              <w:top w:val="single" w:sz="4" w:space="0" w:color="auto"/>
              <w:bottom w:val="single" w:sz="4" w:space="0" w:color="auto"/>
            </w:tcBorders>
            <w:shd w:val="clear" w:color="auto" w:fill="auto"/>
          </w:tcPr>
          <w:p w14:paraId="1665A1BE" w14:textId="77777777" w:rsidR="00A10636" w:rsidRPr="00882504" w:rsidRDefault="00A10636" w:rsidP="00487292">
            <w:pPr>
              <w:spacing w:before="40" w:after="120"/>
              <w:ind w:right="113"/>
              <w:rPr>
                <w:rFonts w:eastAsia="Calibri"/>
                <w:lang w:val="en-US"/>
              </w:rPr>
            </w:pPr>
            <w:r w:rsidRPr="00882504">
              <w:rPr>
                <w:rFonts w:eastAsia="Calibri"/>
                <w:lang w:val="en-US"/>
              </w:rPr>
              <w:t>Steering input</w:t>
            </w:r>
          </w:p>
        </w:tc>
        <w:tc>
          <w:tcPr>
            <w:tcW w:w="1203" w:type="dxa"/>
            <w:tcBorders>
              <w:top w:val="single" w:sz="4" w:space="0" w:color="auto"/>
              <w:bottom w:val="single" w:sz="4" w:space="0" w:color="auto"/>
            </w:tcBorders>
            <w:shd w:val="clear" w:color="auto" w:fill="auto"/>
          </w:tcPr>
          <w:p w14:paraId="53FAA959"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523FA56E"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EBA4E97"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7C65EAB1"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CE9819B"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551E1A82" w14:textId="77777777" w:rsidR="00A10636" w:rsidRPr="00882504" w:rsidRDefault="00A10636" w:rsidP="00487292">
            <w:pPr>
              <w:spacing w:before="40" w:after="120"/>
              <w:ind w:right="113"/>
              <w:rPr>
                <w:rFonts w:eastAsia="Calibri"/>
                <w:lang w:val="en-US"/>
              </w:rPr>
            </w:pPr>
          </w:p>
        </w:tc>
      </w:tr>
      <w:tr w:rsidR="00A10636" w:rsidRPr="00882504" w14:paraId="21C69F81" w14:textId="77777777" w:rsidTr="00487292">
        <w:trPr>
          <w:cantSplit/>
        </w:trPr>
        <w:tc>
          <w:tcPr>
            <w:tcW w:w="1560" w:type="dxa"/>
            <w:tcBorders>
              <w:top w:val="single" w:sz="4" w:space="0" w:color="auto"/>
              <w:bottom w:val="single" w:sz="4" w:space="0" w:color="auto"/>
            </w:tcBorders>
            <w:shd w:val="clear" w:color="auto" w:fill="auto"/>
          </w:tcPr>
          <w:p w14:paraId="3691253A" w14:textId="77777777" w:rsidR="00A10636" w:rsidRPr="00882504" w:rsidRDefault="00A10636" w:rsidP="00487292">
            <w:pPr>
              <w:spacing w:before="40" w:after="120"/>
              <w:ind w:right="113"/>
              <w:rPr>
                <w:rFonts w:eastAsia="Calibri"/>
                <w:lang w:val="en-US"/>
              </w:rPr>
            </w:pPr>
            <w:r w:rsidRPr="00882504">
              <w:rPr>
                <w:rFonts w:eastAsia="Calibri"/>
                <w:lang w:val="en-US"/>
              </w:rPr>
              <w:lastRenderedPageBreak/>
              <w:t>Safety belt status, front passenger (buckled, not buckled).</w:t>
            </w:r>
          </w:p>
        </w:tc>
        <w:tc>
          <w:tcPr>
            <w:tcW w:w="1203" w:type="dxa"/>
            <w:tcBorders>
              <w:top w:val="single" w:sz="4" w:space="0" w:color="auto"/>
              <w:bottom w:val="single" w:sz="4" w:space="0" w:color="auto"/>
            </w:tcBorders>
            <w:shd w:val="clear" w:color="auto" w:fill="auto"/>
          </w:tcPr>
          <w:p w14:paraId="794DFB4F"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3FAEEC5A"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4AE0CD7"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142F6D46"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A7FCFBF"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451D0DE" w14:textId="77777777" w:rsidR="00A10636" w:rsidRPr="00882504" w:rsidRDefault="00A10636" w:rsidP="00487292">
            <w:pPr>
              <w:spacing w:before="40" w:after="120"/>
              <w:ind w:right="113"/>
              <w:rPr>
                <w:rFonts w:eastAsia="Calibri"/>
                <w:lang w:val="en-US"/>
              </w:rPr>
            </w:pPr>
          </w:p>
        </w:tc>
      </w:tr>
      <w:tr w:rsidR="00A10636" w:rsidRPr="00882504" w14:paraId="079D9FBA" w14:textId="77777777" w:rsidTr="00487292">
        <w:trPr>
          <w:cantSplit/>
        </w:trPr>
        <w:tc>
          <w:tcPr>
            <w:tcW w:w="1560" w:type="dxa"/>
            <w:tcBorders>
              <w:top w:val="single" w:sz="4" w:space="0" w:color="auto"/>
              <w:bottom w:val="single" w:sz="4" w:space="0" w:color="auto"/>
            </w:tcBorders>
            <w:shd w:val="clear" w:color="auto" w:fill="auto"/>
          </w:tcPr>
          <w:p w14:paraId="5BE1DCF2" w14:textId="77777777" w:rsidR="00A10636" w:rsidRPr="00882504" w:rsidRDefault="00A10636" w:rsidP="00487292">
            <w:pPr>
              <w:spacing w:before="40" w:after="120"/>
              <w:ind w:right="113"/>
              <w:rPr>
                <w:rFonts w:eastAsia="Calibri"/>
                <w:lang w:val="en-US"/>
              </w:rPr>
            </w:pPr>
            <w:r w:rsidRPr="00882504">
              <w:rPr>
                <w:rFonts w:eastAsia="Calibri"/>
                <w:lang w:val="en-US"/>
              </w:rPr>
              <w:t>Frontal air bag suppression switch status, front passenger (on, off, or auto).</w:t>
            </w:r>
          </w:p>
        </w:tc>
        <w:tc>
          <w:tcPr>
            <w:tcW w:w="1203" w:type="dxa"/>
            <w:tcBorders>
              <w:top w:val="single" w:sz="4" w:space="0" w:color="auto"/>
              <w:bottom w:val="single" w:sz="4" w:space="0" w:color="auto"/>
            </w:tcBorders>
            <w:shd w:val="clear" w:color="auto" w:fill="auto"/>
          </w:tcPr>
          <w:p w14:paraId="02E61BE4"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50C8A37D"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3C34CBF4"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0811C71"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42CFBDD"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CC6F479" w14:textId="77777777" w:rsidR="00A10636" w:rsidRPr="00882504" w:rsidRDefault="00A10636" w:rsidP="00487292">
            <w:pPr>
              <w:spacing w:before="40" w:after="120"/>
              <w:ind w:right="113"/>
              <w:rPr>
                <w:rFonts w:eastAsia="Calibri"/>
                <w:lang w:val="en-US"/>
              </w:rPr>
            </w:pPr>
          </w:p>
        </w:tc>
      </w:tr>
      <w:tr w:rsidR="00A10636" w:rsidRPr="00882504" w14:paraId="6730554A" w14:textId="77777777" w:rsidTr="00487292">
        <w:trPr>
          <w:cantSplit/>
        </w:trPr>
        <w:tc>
          <w:tcPr>
            <w:tcW w:w="1560" w:type="dxa"/>
            <w:tcBorders>
              <w:top w:val="single" w:sz="4" w:space="0" w:color="auto"/>
            </w:tcBorders>
            <w:shd w:val="clear" w:color="auto" w:fill="auto"/>
          </w:tcPr>
          <w:p w14:paraId="450546E9" w14:textId="328905AC" w:rsidR="00A10636" w:rsidRPr="00882504" w:rsidRDefault="00A10636" w:rsidP="00487292">
            <w:pPr>
              <w:spacing w:before="40" w:after="120"/>
              <w:ind w:right="113"/>
              <w:rPr>
                <w:rFonts w:eastAsia="Calibri"/>
                <w:lang w:val="en-US"/>
              </w:rPr>
            </w:pPr>
            <w:r w:rsidRPr="00882504">
              <w:rPr>
                <w:rFonts w:eastAsia="Calibri"/>
                <w:lang w:val="en-US"/>
              </w:rPr>
              <w:t>Frontal air bag deployment, time to nth stage, driver</w:t>
            </w:r>
            <w:r w:rsidR="00AC0373">
              <w:rPr>
                <w:rFonts w:eastAsia="Calibri"/>
                <w:vertAlign w:val="superscript"/>
                <w:lang w:val="en-US"/>
              </w:rPr>
              <w:t>12</w:t>
            </w:r>
            <w:r w:rsidRPr="00882504">
              <w:rPr>
                <w:rFonts w:eastAsia="Calibri"/>
                <w:lang w:val="en-US"/>
              </w:rPr>
              <w:t>.</w:t>
            </w:r>
          </w:p>
        </w:tc>
        <w:tc>
          <w:tcPr>
            <w:tcW w:w="1203" w:type="dxa"/>
            <w:tcBorders>
              <w:top w:val="single" w:sz="4" w:space="0" w:color="auto"/>
            </w:tcBorders>
            <w:shd w:val="clear" w:color="auto" w:fill="auto"/>
          </w:tcPr>
          <w:p w14:paraId="767E3627" w14:textId="77777777" w:rsidR="00A10636" w:rsidRPr="00882504" w:rsidRDefault="00A10636" w:rsidP="00487292">
            <w:pPr>
              <w:spacing w:before="40" w:after="120"/>
              <w:ind w:right="113"/>
              <w:rPr>
                <w:rFonts w:eastAsia="Calibri"/>
                <w:lang w:val="en-US"/>
              </w:rPr>
            </w:pPr>
            <w:r w:rsidRPr="00882504">
              <w:rPr>
                <w:rFonts w:eastAsia="Calibri"/>
                <w:b/>
                <w:bCs/>
                <w:lang w:val="en-US"/>
              </w:rPr>
              <w:t>Mandatory if</w:t>
            </w:r>
            <w:r w:rsidRPr="00882504">
              <w:rPr>
                <w:rFonts w:eastAsia="Calibri"/>
                <w:lang w:val="en-US"/>
              </w:rPr>
              <w:t xml:space="preserve"> </w:t>
            </w:r>
            <w:proofErr w:type="spellStart"/>
            <w:r w:rsidRPr="00882504">
              <w:rPr>
                <w:rFonts w:eastAsia="Calibri"/>
                <w:strike/>
                <w:lang w:val="en-US"/>
              </w:rPr>
              <w:t>If</w:t>
            </w:r>
            <w:proofErr w:type="spellEnd"/>
            <w:r w:rsidRPr="00882504">
              <w:rPr>
                <w:rFonts w:eastAsia="Calibri"/>
                <w:lang w:val="en-US"/>
              </w:rPr>
              <w:t xml:space="preserve"> equipped with a driver’s frontal air bag with a multi-stage inflator.</w:t>
            </w:r>
          </w:p>
        </w:tc>
        <w:tc>
          <w:tcPr>
            <w:tcW w:w="1437" w:type="dxa"/>
            <w:tcBorders>
              <w:top w:val="single" w:sz="4" w:space="0" w:color="auto"/>
            </w:tcBorders>
            <w:shd w:val="clear" w:color="auto" w:fill="auto"/>
          </w:tcPr>
          <w:p w14:paraId="62F06A61"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tcBorders>
            <w:shd w:val="clear" w:color="auto" w:fill="auto"/>
          </w:tcPr>
          <w:p w14:paraId="3C2E00F4"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tcBorders>
            <w:shd w:val="clear" w:color="auto" w:fill="auto"/>
          </w:tcPr>
          <w:p w14:paraId="4BE751D4"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tcBorders>
            <w:shd w:val="clear" w:color="auto" w:fill="auto"/>
          </w:tcPr>
          <w:p w14:paraId="043B0CE8"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tcBorders>
            <w:shd w:val="clear" w:color="auto" w:fill="auto"/>
          </w:tcPr>
          <w:p w14:paraId="686AE06B" w14:textId="77777777" w:rsidR="00A10636" w:rsidRPr="00882504" w:rsidRDefault="00A10636" w:rsidP="00487292">
            <w:pPr>
              <w:spacing w:before="40" w:after="120"/>
              <w:ind w:right="113"/>
              <w:rPr>
                <w:rFonts w:eastAsia="Calibri"/>
                <w:lang w:val="en-US"/>
              </w:rPr>
            </w:pPr>
          </w:p>
        </w:tc>
      </w:tr>
      <w:tr w:rsidR="00A10636" w:rsidRPr="00882504" w14:paraId="3D7FBA87" w14:textId="77777777" w:rsidTr="00487292">
        <w:trPr>
          <w:cantSplit/>
        </w:trPr>
        <w:tc>
          <w:tcPr>
            <w:tcW w:w="1560" w:type="dxa"/>
            <w:tcBorders>
              <w:bottom w:val="single" w:sz="4" w:space="0" w:color="auto"/>
            </w:tcBorders>
            <w:shd w:val="clear" w:color="auto" w:fill="auto"/>
          </w:tcPr>
          <w:p w14:paraId="4444F1B7" w14:textId="77777777" w:rsidR="00A10636" w:rsidRPr="00882504" w:rsidRDefault="00A10636" w:rsidP="00487292">
            <w:pPr>
              <w:spacing w:before="40" w:after="120"/>
              <w:ind w:right="113"/>
              <w:rPr>
                <w:rFonts w:eastAsia="Calibri"/>
                <w:lang w:val="en-US"/>
              </w:rPr>
            </w:pPr>
            <w:r w:rsidRPr="00882504">
              <w:rPr>
                <w:rFonts w:eastAsia="Calibri"/>
                <w:lang w:val="en-US"/>
              </w:rPr>
              <w:t>Frontal air bag deployment, time to nth stage, front passenger</w:t>
            </w:r>
            <w:r w:rsidRPr="00882504">
              <w:rPr>
                <w:rFonts w:eastAsia="Calibri"/>
                <w:vertAlign w:val="superscript"/>
                <w:lang w:val="en-US"/>
              </w:rPr>
              <w:footnoteReference w:id="15"/>
            </w:r>
            <w:r w:rsidRPr="00882504">
              <w:rPr>
                <w:rFonts w:eastAsia="Calibri"/>
                <w:lang w:val="en-US"/>
              </w:rPr>
              <w:t>.</w:t>
            </w:r>
          </w:p>
        </w:tc>
        <w:tc>
          <w:tcPr>
            <w:tcW w:w="1203" w:type="dxa"/>
            <w:tcBorders>
              <w:bottom w:val="single" w:sz="4" w:space="0" w:color="auto"/>
            </w:tcBorders>
            <w:shd w:val="clear" w:color="auto" w:fill="auto"/>
          </w:tcPr>
          <w:p w14:paraId="23F9E0A9" w14:textId="77777777" w:rsidR="00A10636" w:rsidRPr="00882504" w:rsidRDefault="00A10636" w:rsidP="00487292">
            <w:pPr>
              <w:spacing w:before="40" w:after="120"/>
              <w:ind w:right="113"/>
              <w:rPr>
                <w:rFonts w:eastAsia="Calibri"/>
                <w:lang w:val="en-US"/>
              </w:rPr>
            </w:pPr>
            <w:r w:rsidRPr="00882504">
              <w:rPr>
                <w:rFonts w:eastAsia="Calibri"/>
                <w:b/>
                <w:bCs/>
                <w:lang w:val="en-US"/>
              </w:rPr>
              <w:t>Mandatory if</w:t>
            </w:r>
            <w:r w:rsidRPr="00882504">
              <w:rPr>
                <w:rFonts w:eastAsia="Calibri"/>
                <w:lang w:val="en-US"/>
              </w:rPr>
              <w:t xml:space="preserve"> </w:t>
            </w:r>
            <w:proofErr w:type="spellStart"/>
            <w:r w:rsidRPr="00882504">
              <w:rPr>
                <w:rFonts w:eastAsia="Calibri"/>
                <w:strike/>
                <w:lang w:val="en-US"/>
              </w:rPr>
              <w:t>If</w:t>
            </w:r>
            <w:proofErr w:type="spellEnd"/>
            <w:r w:rsidRPr="00882504">
              <w:rPr>
                <w:rFonts w:eastAsia="Calibri"/>
                <w:lang w:val="en-US"/>
              </w:rPr>
              <w:t xml:space="preserve"> equipped with a front passenger’s frontal air bag with a multi-stage inflator.</w:t>
            </w:r>
          </w:p>
        </w:tc>
        <w:tc>
          <w:tcPr>
            <w:tcW w:w="1437" w:type="dxa"/>
            <w:tcBorders>
              <w:bottom w:val="single" w:sz="4" w:space="0" w:color="auto"/>
            </w:tcBorders>
            <w:shd w:val="clear" w:color="auto" w:fill="auto"/>
          </w:tcPr>
          <w:p w14:paraId="442C6B71" w14:textId="77777777" w:rsidR="00A10636" w:rsidRPr="00882504" w:rsidRDefault="00A10636" w:rsidP="00487292">
            <w:pPr>
              <w:spacing w:before="40" w:after="120"/>
              <w:ind w:right="113"/>
              <w:rPr>
                <w:rFonts w:eastAsia="Calibri"/>
                <w:lang w:val="en-US"/>
              </w:rPr>
            </w:pPr>
          </w:p>
        </w:tc>
        <w:tc>
          <w:tcPr>
            <w:tcW w:w="1024" w:type="dxa"/>
            <w:tcBorders>
              <w:bottom w:val="single" w:sz="4" w:space="0" w:color="auto"/>
            </w:tcBorders>
            <w:shd w:val="clear" w:color="auto" w:fill="auto"/>
          </w:tcPr>
          <w:p w14:paraId="7722A2CB" w14:textId="77777777" w:rsidR="00A10636" w:rsidRPr="00882504" w:rsidRDefault="00A10636" w:rsidP="00487292">
            <w:pPr>
              <w:spacing w:before="40" w:after="120"/>
              <w:ind w:right="113"/>
              <w:rPr>
                <w:rFonts w:eastAsia="Calibri"/>
                <w:lang w:val="en-US"/>
              </w:rPr>
            </w:pPr>
          </w:p>
        </w:tc>
        <w:tc>
          <w:tcPr>
            <w:tcW w:w="1722" w:type="dxa"/>
            <w:tcBorders>
              <w:bottom w:val="single" w:sz="4" w:space="0" w:color="auto"/>
            </w:tcBorders>
            <w:shd w:val="clear" w:color="auto" w:fill="auto"/>
          </w:tcPr>
          <w:p w14:paraId="06CC304C" w14:textId="77777777" w:rsidR="00A10636" w:rsidRPr="00882504" w:rsidRDefault="00A10636" w:rsidP="00487292">
            <w:pPr>
              <w:spacing w:before="40" w:after="120"/>
              <w:ind w:right="113"/>
              <w:rPr>
                <w:rFonts w:eastAsia="Calibri"/>
                <w:lang w:val="en-US"/>
              </w:rPr>
            </w:pPr>
          </w:p>
        </w:tc>
        <w:tc>
          <w:tcPr>
            <w:tcW w:w="1220" w:type="dxa"/>
            <w:tcBorders>
              <w:bottom w:val="single" w:sz="4" w:space="0" w:color="auto"/>
            </w:tcBorders>
            <w:shd w:val="clear" w:color="auto" w:fill="auto"/>
          </w:tcPr>
          <w:p w14:paraId="62659279" w14:textId="77777777" w:rsidR="00A10636" w:rsidRPr="00882504" w:rsidRDefault="00A10636" w:rsidP="00487292">
            <w:pPr>
              <w:spacing w:before="40" w:after="120"/>
              <w:ind w:right="113"/>
              <w:rPr>
                <w:rFonts w:eastAsia="Calibri"/>
                <w:lang w:val="en-US"/>
              </w:rPr>
            </w:pPr>
          </w:p>
        </w:tc>
        <w:tc>
          <w:tcPr>
            <w:tcW w:w="1471" w:type="dxa"/>
            <w:tcBorders>
              <w:bottom w:val="single" w:sz="4" w:space="0" w:color="auto"/>
            </w:tcBorders>
            <w:shd w:val="clear" w:color="auto" w:fill="auto"/>
          </w:tcPr>
          <w:p w14:paraId="6DB11501" w14:textId="77777777" w:rsidR="00A10636" w:rsidRPr="00882504" w:rsidRDefault="00A10636" w:rsidP="00487292">
            <w:pPr>
              <w:spacing w:before="40" w:after="120"/>
              <w:ind w:right="113"/>
              <w:rPr>
                <w:rFonts w:eastAsia="Calibri"/>
                <w:lang w:val="en-US"/>
              </w:rPr>
            </w:pPr>
          </w:p>
        </w:tc>
      </w:tr>
      <w:tr w:rsidR="00A10636" w:rsidRPr="00882504" w14:paraId="181E1AB8" w14:textId="77777777" w:rsidTr="00487292">
        <w:trPr>
          <w:cantSplit/>
        </w:trPr>
        <w:tc>
          <w:tcPr>
            <w:tcW w:w="1560" w:type="dxa"/>
            <w:tcBorders>
              <w:top w:val="single" w:sz="4" w:space="0" w:color="auto"/>
              <w:bottom w:val="single" w:sz="4" w:space="0" w:color="auto"/>
            </w:tcBorders>
            <w:shd w:val="clear" w:color="auto" w:fill="auto"/>
          </w:tcPr>
          <w:p w14:paraId="6823ADEC"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Frontal air bag deployment, nth stage disposal, driver, Y/N (whether the nth stage deployment was for occupant restraint or propellant disposal purposes).</w:t>
            </w:r>
          </w:p>
        </w:tc>
        <w:tc>
          <w:tcPr>
            <w:tcW w:w="1203" w:type="dxa"/>
            <w:tcBorders>
              <w:top w:val="single" w:sz="4" w:space="0" w:color="auto"/>
              <w:bottom w:val="single" w:sz="4" w:space="0" w:color="auto"/>
            </w:tcBorders>
            <w:shd w:val="clear" w:color="auto" w:fill="auto"/>
          </w:tcPr>
          <w:p w14:paraId="3BD4319E"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If recorded</w:t>
            </w:r>
          </w:p>
        </w:tc>
        <w:tc>
          <w:tcPr>
            <w:tcW w:w="1437" w:type="dxa"/>
            <w:tcBorders>
              <w:top w:val="single" w:sz="4" w:space="0" w:color="auto"/>
              <w:bottom w:val="single" w:sz="4" w:space="0" w:color="auto"/>
            </w:tcBorders>
            <w:shd w:val="clear" w:color="auto" w:fill="auto"/>
          </w:tcPr>
          <w:p w14:paraId="5680500A"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Event</w:t>
            </w:r>
          </w:p>
        </w:tc>
        <w:tc>
          <w:tcPr>
            <w:tcW w:w="1024" w:type="dxa"/>
            <w:tcBorders>
              <w:top w:val="single" w:sz="4" w:space="0" w:color="auto"/>
              <w:bottom w:val="single" w:sz="4" w:space="0" w:color="auto"/>
            </w:tcBorders>
            <w:shd w:val="clear" w:color="auto" w:fill="auto"/>
          </w:tcPr>
          <w:p w14:paraId="138B8114"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N/A</w:t>
            </w:r>
          </w:p>
        </w:tc>
        <w:tc>
          <w:tcPr>
            <w:tcW w:w="1722" w:type="dxa"/>
            <w:tcBorders>
              <w:top w:val="single" w:sz="4" w:space="0" w:color="auto"/>
              <w:bottom w:val="single" w:sz="4" w:space="0" w:color="auto"/>
            </w:tcBorders>
            <w:shd w:val="clear" w:color="auto" w:fill="auto"/>
          </w:tcPr>
          <w:p w14:paraId="69E38FE4"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Yes or No</w:t>
            </w:r>
          </w:p>
        </w:tc>
        <w:tc>
          <w:tcPr>
            <w:tcW w:w="1220" w:type="dxa"/>
            <w:tcBorders>
              <w:top w:val="single" w:sz="4" w:space="0" w:color="auto"/>
              <w:bottom w:val="single" w:sz="4" w:space="0" w:color="auto"/>
            </w:tcBorders>
            <w:shd w:val="clear" w:color="auto" w:fill="auto"/>
          </w:tcPr>
          <w:p w14:paraId="5A13FD6F"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N/A</w:t>
            </w:r>
          </w:p>
        </w:tc>
        <w:tc>
          <w:tcPr>
            <w:tcW w:w="1471" w:type="dxa"/>
            <w:tcBorders>
              <w:top w:val="single" w:sz="4" w:space="0" w:color="auto"/>
              <w:bottom w:val="single" w:sz="4" w:space="0" w:color="auto"/>
            </w:tcBorders>
            <w:shd w:val="clear" w:color="auto" w:fill="auto"/>
          </w:tcPr>
          <w:p w14:paraId="4BEE82D6"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Yes or No.</w:t>
            </w:r>
          </w:p>
        </w:tc>
      </w:tr>
      <w:tr w:rsidR="00A10636" w:rsidRPr="00882504" w14:paraId="5E7D96DA" w14:textId="77777777" w:rsidTr="00487292">
        <w:trPr>
          <w:cantSplit/>
        </w:trPr>
        <w:tc>
          <w:tcPr>
            <w:tcW w:w="1560" w:type="dxa"/>
            <w:tcBorders>
              <w:top w:val="single" w:sz="4" w:space="0" w:color="auto"/>
              <w:bottom w:val="single" w:sz="4" w:space="0" w:color="auto"/>
            </w:tcBorders>
            <w:shd w:val="clear" w:color="auto" w:fill="auto"/>
          </w:tcPr>
          <w:p w14:paraId="55F3C98D"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Frontal air bag deployment, nth stage disposal, front passenger, Y/N (whether the nth stage deployment was for occupant restraint or propellant disposal purposes).</w:t>
            </w:r>
          </w:p>
        </w:tc>
        <w:tc>
          <w:tcPr>
            <w:tcW w:w="1203" w:type="dxa"/>
            <w:tcBorders>
              <w:top w:val="single" w:sz="4" w:space="0" w:color="auto"/>
              <w:bottom w:val="single" w:sz="4" w:space="0" w:color="auto"/>
            </w:tcBorders>
            <w:shd w:val="clear" w:color="auto" w:fill="auto"/>
          </w:tcPr>
          <w:p w14:paraId="048815B8"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If recorded</w:t>
            </w:r>
          </w:p>
        </w:tc>
        <w:tc>
          <w:tcPr>
            <w:tcW w:w="1437" w:type="dxa"/>
            <w:tcBorders>
              <w:top w:val="single" w:sz="4" w:space="0" w:color="auto"/>
              <w:bottom w:val="single" w:sz="4" w:space="0" w:color="auto"/>
            </w:tcBorders>
            <w:shd w:val="clear" w:color="auto" w:fill="auto"/>
          </w:tcPr>
          <w:p w14:paraId="73B5F21B"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Event</w:t>
            </w:r>
          </w:p>
        </w:tc>
        <w:tc>
          <w:tcPr>
            <w:tcW w:w="1024" w:type="dxa"/>
            <w:tcBorders>
              <w:top w:val="single" w:sz="4" w:space="0" w:color="auto"/>
              <w:bottom w:val="single" w:sz="4" w:space="0" w:color="auto"/>
            </w:tcBorders>
            <w:shd w:val="clear" w:color="auto" w:fill="auto"/>
          </w:tcPr>
          <w:p w14:paraId="2615F3D7"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N/A</w:t>
            </w:r>
          </w:p>
        </w:tc>
        <w:tc>
          <w:tcPr>
            <w:tcW w:w="1722" w:type="dxa"/>
            <w:tcBorders>
              <w:top w:val="single" w:sz="4" w:space="0" w:color="auto"/>
              <w:bottom w:val="single" w:sz="4" w:space="0" w:color="auto"/>
            </w:tcBorders>
            <w:shd w:val="clear" w:color="auto" w:fill="auto"/>
          </w:tcPr>
          <w:p w14:paraId="333846AA"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Yes or No</w:t>
            </w:r>
          </w:p>
        </w:tc>
        <w:tc>
          <w:tcPr>
            <w:tcW w:w="1220" w:type="dxa"/>
            <w:tcBorders>
              <w:top w:val="single" w:sz="4" w:space="0" w:color="auto"/>
              <w:bottom w:val="single" w:sz="4" w:space="0" w:color="auto"/>
            </w:tcBorders>
            <w:shd w:val="clear" w:color="auto" w:fill="auto"/>
          </w:tcPr>
          <w:p w14:paraId="10FBAD25"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N/A</w:t>
            </w:r>
          </w:p>
        </w:tc>
        <w:tc>
          <w:tcPr>
            <w:tcW w:w="1471" w:type="dxa"/>
            <w:tcBorders>
              <w:top w:val="single" w:sz="4" w:space="0" w:color="auto"/>
              <w:bottom w:val="single" w:sz="4" w:space="0" w:color="auto"/>
            </w:tcBorders>
            <w:shd w:val="clear" w:color="auto" w:fill="auto"/>
          </w:tcPr>
          <w:p w14:paraId="222E1F90" w14:textId="77777777" w:rsidR="00A10636" w:rsidRPr="00882504" w:rsidRDefault="00A10636" w:rsidP="00487292">
            <w:pPr>
              <w:spacing w:before="40" w:after="120"/>
              <w:ind w:right="113"/>
              <w:rPr>
                <w:rFonts w:eastAsia="Calibri"/>
                <w:strike/>
                <w:lang w:val="en-US"/>
              </w:rPr>
            </w:pPr>
            <w:r w:rsidRPr="00882504">
              <w:rPr>
                <w:rFonts w:eastAsia="Calibri"/>
                <w:strike/>
                <w:lang w:val="en-US"/>
              </w:rPr>
              <w:t>Yes or No.</w:t>
            </w:r>
          </w:p>
        </w:tc>
      </w:tr>
      <w:tr w:rsidR="00A10636" w:rsidRPr="00882504" w14:paraId="50C002EA" w14:textId="77777777" w:rsidTr="00487292">
        <w:trPr>
          <w:cantSplit/>
        </w:trPr>
        <w:tc>
          <w:tcPr>
            <w:tcW w:w="1560" w:type="dxa"/>
            <w:tcBorders>
              <w:top w:val="single" w:sz="4" w:space="0" w:color="auto"/>
              <w:bottom w:val="single" w:sz="4" w:space="0" w:color="auto"/>
            </w:tcBorders>
            <w:shd w:val="clear" w:color="auto" w:fill="auto"/>
          </w:tcPr>
          <w:p w14:paraId="1311043C" w14:textId="77777777" w:rsidR="00A10636" w:rsidRPr="00882504" w:rsidRDefault="00A10636" w:rsidP="00487292">
            <w:pPr>
              <w:spacing w:before="40" w:after="120"/>
              <w:ind w:right="113"/>
              <w:rPr>
                <w:rFonts w:eastAsia="Calibri"/>
                <w:lang w:val="en-US"/>
              </w:rPr>
            </w:pPr>
            <w:r w:rsidRPr="00882504">
              <w:rPr>
                <w:rFonts w:eastAsia="Calibri"/>
                <w:lang w:val="en-US"/>
              </w:rPr>
              <w:lastRenderedPageBreak/>
              <w:t>Side air bag deployment, time to deploy, driver.</w:t>
            </w:r>
          </w:p>
        </w:tc>
        <w:tc>
          <w:tcPr>
            <w:tcW w:w="1203" w:type="dxa"/>
            <w:tcBorders>
              <w:top w:val="single" w:sz="4" w:space="0" w:color="auto"/>
              <w:bottom w:val="single" w:sz="4" w:space="0" w:color="auto"/>
            </w:tcBorders>
            <w:shd w:val="clear" w:color="auto" w:fill="auto"/>
          </w:tcPr>
          <w:p w14:paraId="0EDC3FE0"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328B3231"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1115606"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311DDDF3"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1D88ED7"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4BECA698" w14:textId="77777777" w:rsidR="00A10636" w:rsidRPr="00882504" w:rsidRDefault="00A10636" w:rsidP="00487292">
            <w:pPr>
              <w:spacing w:before="40" w:after="120"/>
              <w:ind w:right="113"/>
              <w:rPr>
                <w:rFonts w:eastAsia="Calibri"/>
                <w:lang w:val="en-US"/>
              </w:rPr>
            </w:pPr>
          </w:p>
        </w:tc>
      </w:tr>
      <w:tr w:rsidR="00A10636" w:rsidRPr="00882504" w14:paraId="4CE894FC" w14:textId="77777777" w:rsidTr="00487292">
        <w:trPr>
          <w:cantSplit/>
        </w:trPr>
        <w:tc>
          <w:tcPr>
            <w:tcW w:w="1560" w:type="dxa"/>
            <w:tcBorders>
              <w:top w:val="single" w:sz="4" w:space="0" w:color="auto"/>
              <w:bottom w:val="single" w:sz="4" w:space="0" w:color="auto"/>
            </w:tcBorders>
            <w:shd w:val="clear" w:color="auto" w:fill="auto"/>
          </w:tcPr>
          <w:p w14:paraId="713CA1D9" w14:textId="77777777" w:rsidR="00A10636" w:rsidRPr="00882504" w:rsidRDefault="00A10636" w:rsidP="00487292">
            <w:pPr>
              <w:spacing w:before="40" w:after="120"/>
              <w:ind w:right="113"/>
              <w:rPr>
                <w:rFonts w:eastAsia="Calibri"/>
                <w:lang w:val="en-US"/>
              </w:rPr>
            </w:pPr>
            <w:r w:rsidRPr="00882504">
              <w:rPr>
                <w:rFonts w:eastAsia="Calibri"/>
                <w:lang w:val="en-US"/>
              </w:rPr>
              <w:t>Side air bag deployment, time to deploy, front passenger.</w:t>
            </w:r>
          </w:p>
        </w:tc>
        <w:tc>
          <w:tcPr>
            <w:tcW w:w="1203" w:type="dxa"/>
            <w:tcBorders>
              <w:top w:val="single" w:sz="4" w:space="0" w:color="auto"/>
              <w:bottom w:val="single" w:sz="4" w:space="0" w:color="auto"/>
            </w:tcBorders>
            <w:shd w:val="clear" w:color="auto" w:fill="auto"/>
          </w:tcPr>
          <w:p w14:paraId="3E19EFAD"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040CA4C8"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741A3377"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C355FE2"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16AC1A20"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6372F9DE" w14:textId="77777777" w:rsidR="00A10636" w:rsidRPr="00882504" w:rsidRDefault="00A10636" w:rsidP="00487292">
            <w:pPr>
              <w:spacing w:before="40" w:after="120"/>
              <w:ind w:right="113"/>
              <w:rPr>
                <w:rFonts w:eastAsia="Calibri"/>
                <w:lang w:val="en-US"/>
              </w:rPr>
            </w:pPr>
          </w:p>
        </w:tc>
      </w:tr>
      <w:tr w:rsidR="00A10636" w:rsidRPr="00882504" w14:paraId="5977FD88" w14:textId="77777777" w:rsidTr="00487292">
        <w:trPr>
          <w:cantSplit/>
        </w:trPr>
        <w:tc>
          <w:tcPr>
            <w:tcW w:w="1560" w:type="dxa"/>
            <w:tcBorders>
              <w:top w:val="single" w:sz="4" w:space="0" w:color="auto"/>
              <w:bottom w:val="single" w:sz="4" w:space="0" w:color="auto"/>
            </w:tcBorders>
            <w:shd w:val="clear" w:color="auto" w:fill="auto"/>
          </w:tcPr>
          <w:p w14:paraId="11A87180" w14:textId="77777777" w:rsidR="00A10636" w:rsidRPr="00882504" w:rsidRDefault="00A10636" w:rsidP="00487292">
            <w:pPr>
              <w:spacing w:before="40" w:after="120"/>
              <w:ind w:right="113"/>
              <w:rPr>
                <w:rFonts w:eastAsia="Calibri"/>
                <w:lang w:val="en-US"/>
              </w:rPr>
            </w:pPr>
            <w:r w:rsidRPr="00882504">
              <w:rPr>
                <w:rFonts w:eastAsia="Calibri"/>
                <w:lang w:val="en-US"/>
              </w:rPr>
              <w:t>Side curtain/tube air bag deployment, time to deploy, driver side.</w:t>
            </w:r>
          </w:p>
        </w:tc>
        <w:tc>
          <w:tcPr>
            <w:tcW w:w="1203" w:type="dxa"/>
            <w:tcBorders>
              <w:top w:val="single" w:sz="4" w:space="0" w:color="auto"/>
              <w:bottom w:val="single" w:sz="4" w:space="0" w:color="auto"/>
            </w:tcBorders>
            <w:shd w:val="clear" w:color="auto" w:fill="auto"/>
          </w:tcPr>
          <w:p w14:paraId="0616E8D6"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37EF0919"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683CD620"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0EF85DC"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7FEF028A"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F415C20" w14:textId="77777777" w:rsidR="00A10636" w:rsidRPr="00882504" w:rsidRDefault="00A10636" w:rsidP="00487292">
            <w:pPr>
              <w:spacing w:before="40" w:after="120"/>
              <w:ind w:right="113"/>
              <w:rPr>
                <w:rFonts w:eastAsia="Calibri"/>
                <w:lang w:val="en-US"/>
              </w:rPr>
            </w:pPr>
          </w:p>
        </w:tc>
      </w:tr>
      <w:tr w:rsidR="00A10636" w:rsidRPr="00882504" w14:paraId="7E75CC97" w14:textId="77777777" w:rsidTr="00487292">
        <w:trPr>
          <w:cantSplit/>
        </w:trPr>
        <w:tc>
          <w:tcPr>
            <w:tcW w:w="1560" w:type="dxa"/>
            <w:tcBorders>
              <w:top w:val="single" w:sz="4" w:space="0" w:color="auto"/>
              <w:bottom w:val="single" w:sz="4" w:space="0" w:color="auto"/>
            </w:tcBorders>
            <w:shd w:val="clear" w:color="auto" w:fill="auto"/>
          </w:tcPr>
          <w:p w14:paraId="6B46364D" w14:textId="77777777" w:rsidR="00A10636" w:rsidRPr="00882504" w:rsidRDefault="00A10636" w:rsidP="00487292">
            <w:pPr>
              <w:spacing w:before="40" w:after="120"/>
              <w:ind w:right="113"/>
              <w:rPr>
                <w:rFonts w:eastAsia="Calibri"/>
                <w:lang w:val="en-US"/>
              </w:rPr>
            </w:pPr>
            <w:r w:rsidRPr="00882504">
              <w:rPr>
                <w:rFonts w:eastAsia="Calibri"/>
                <w:lang w:val="en-US"/>
              </w:rPr>
              <w:t>Side curtain/tube air bag deployment, time to deploy, passenger side.</w:t>
            </w:r>
          </w:p>
        </w:tc>
        <w:tc>
          <w:tcPr>
            <w:tcW w:w="1203" w:type="dxa"/>
            <w:tcBorders>
              <w:top w:val="single" w:sz="4" w:space="0" w:color="auto"/>
              <w:bottom w:val="single" w:sz="4" w:space="0" w:color="auto"/>
            </w:tcBorders>
            <w:shd w:val="clear" w:color="auto" w:fill="auto"/>
          </w:tcPr>
          <w:p w14:paraId="7F9E1763"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6EF43510"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29A489A5"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284148E6"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6B965DBE"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2973917" w14:textId="77777777" w:rsidR="00A10636" w:rsidRPr="00882504" w:rsidRDefault="00A10636" w:rsidP="00487292">
            <w:pPr>
              <w:spacing w:before="40" w:after="120"/>
              <w:ind w:right="113"/>
              <w:rPr>
                <w:rFonts w:eastAsia="Calibri"/>
                <w:lang w:val="en-US"/>
              </w:rPr>
            </w:pPr>
          </w:p>
        </w:tc>
      </w:tr>
      <w:tr w:rsidR="00A10636" w:rsidRPr="00882504" w14:paraId="45DEBE5E" w14:textId="77777777" w:rsidTr="00487292">
        <w:trPr>
          <w:cantSplit/>
        </w:trPr>
        <w:tc>
          <w:tcPr>
            <w:tcW w:w="1560" w:type="dxa"/>
            <w:tcBorders>
              <w:top w:val="single" w:sz="4" w:space="0" w:color="auto"/>
              <w:bottom w:val="single" w:sz="4" w:space="0" w:color="auto"/>
            </w:tcBorders>
            <w:shd w:val="clear" w:color="auto" w:fill="auto"/>
          </w:tcPr>
          <w:p w14:paraId="0836C7A1" w14:textId="77777777" w:rsidR="00A10636" w:rsidRPr="00882504" w:rsidRDefault="00A10636" w:rsidP="00487292">
            <w:pPr>
              <w:spacing w:before="40" w:after="120"/>
              <w:ind w:right="113"/>
              <w:rPr>
                <w:rFonts w:eastAsia="Calibri"/>
                <w:lang w:val="en-US"/>
              </w:rPr>
            </w:pPr>
            <w:r w:rsidRPr="00882504">
              <w:rPr>
                <w:rFonts w:eastAsia="Calibri"/>
                <w:lang w:val="en-US"/>
              </w:rPr>
              <w:t>Pretensioner deployment, time to fire, driver.</w:t>
            </w:r>
          </w:p>
        </w:tc>
        <w:tc>
          <w:tcPr>
            <w:tcW w:w="1203" w:type="dxa"/>
            <w:tcBorders>
              <w:top w:val="single" w:sz="4" w:space="0" w:color="auto"/>
              <w:bottom w:val="single" w:sz="4" w:space="0" w:color="auto"/>
            </w:tcBorders>
            <w:shd w:val="clear" w:color="auto" w:fill="auto"/>
          </w:tcPr>
          <w:p w14:paraId="38951EF7"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4BD1BB67"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480F37CF"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0ADCCE6E"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53E7F759"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050903AD" w14:textId="77777777" w:rsidR="00A10636" w:rsidRPr="00882504" w:rsidRDefault="00A10636" w:rsidP="00487292">
            <w:pPr>
              <w:spacing w:before="40" w:after="120"/>
              <w:ind w:right="113"/>
              <w:rPr>
                <w:rFonts w:eastAsia="Calibri"/>
                <w:lang w:val="en-US"/>
              </w:rPr>
            </w:pPr>
          </w:p>
        </w:tc>
      </w:tr>
      <w:tr w:rsidR="00A10636" w:rsidRPr="00882504" w14:paraId="7945A6DE" w14:textId="77777777" w:rsidTr="00487292">
        <w:trPr>
          <w:cantSplit/>
        </w:trPr>
        <w:tc>
          <w:tcPr>
            <w:tcW w:w="1560" w:type="dxa"/>
            <w:tcBorders>
              <w:top w:val="single" w:sz="4" w:space="0" w:color="auto"/>
              <w:bottom w:val="single" w:sz="4" w:space="0" w:color="auto"/>
            </w:tcBorders>
            <w:shd w:val="clear" w:color="auto" w:fill="auto"/>
          </w:tcPr>
          <w:p w14:paraId="0D39F0AC" w14:textId="77777777" w:rsidR="00A10636" w:rsidRPr="00882504" w:rsidRDefault="00A10636" w:rsidP="00487292">
            <w:pPr>
              <w:spacing w:before="40" w:after="120"/>
              <w:ind w:right="113"/>
              <w:rPr>
                <w:rFonts w:eastAsia="Calibri"/>
                <w:lang w:val="en-US"/>
              </w:rPr>
            </w:pPr>
            <w:r w:rsidRPr="00882504">
              <w:rPr>
                <w:rFonts w:eastAsia="Calibri"/>
                <w:lang w:val="en-US"/>
              </w:rPr>
              <w:t>Pretensioner deployment, time to fire, front passenger.</w:t>
            </w:r>
          </w:p>
        </w:tc>
        <w:tc>
          <w:tcPr>
            <w:tcW w:w="1203" w:type="dxa"/>
            <w:tcBorders>
              <w:top w:val="single" w:sz="4" w:space="0" w:color="auto"/>
              <w:bottom w:val="single" w:sz="4" w:space="0" w:color="auto"/>
            </w:tcBorders>
            <w:shd w:val="clear" w:color="auto" w:fill="auto"/>
          </w:tcPr>
          <w:p w14:paraId="02D2A5C5" w14:textId="77777777" w:rsidR="00A10636" w:rsidRPr="00882504" w:rsidRDefault="00A10636" w:rsidP="00487292">
            <w:pPr>
              <w:spacing w:before="40" w:after="120"/>
              <w:ind w:right="113"/>
              <w:rPr>
                <w:rFonts w:eastAsia="Calibri"/>
                <w:lang w:val="en-US"/>
              </w:rPr>
            </w:pPr>
            <w:r w:rsidRPr="00882504">
              <w:rPr>
                <w:rFonts w:eastAsia="Calibri"/>
                <w:strike/>
                <w:lang w:val="en-US"/>
              </w:rPr>
              <w:t>If recorded</w:t>
            </w:r>
            <w:r w:rsidRPr="00882504">
              <w:rPr>
                <w:rFonts w:eastAsia="Calibri"/>
                <w:lang w:val="en-US"/>
              </w:rPr>
              <w:t xml:space="preserve"> </w:t>
            </w:r>
            <w:r w:rsidRPr="00882504">
              <w:rPr>
                <w:rFonts w:eastAsia="Calibri"/>
                <w:b/>
                <w:bCs/>
                <w:lang w:val="en-US"/>
              </w:rPr>
              <w:t>Mandatory</w:t>
            </w:r>
          </w:p>
        </w:tc>
        <w:tc>
          <w:tcPr>
            <w:tcW w:w="1437" w:type="dxa"/>
            <w:tcBorders>
              <w:top w:val="single" w:sz="4" w:space="0" w:color="auto"/>
              <w:bottom w:val="single" w:sz="4" w:space="0" w:color="auto"/>
            </w:tcBorders>
            <w:shd w:val="clear" w:color="auto" w:fill="auto"/>
          </w:tcPr>
          <w:p w14:paraId="662E1B47" w14:textId="77777777" w:rsidR="00A10636" w:rsidRPr="00882504" w:rsidRDefault="00A10636" w:rsidP="00487292">
            <w:pPr>
              <w:spacing w:before="40" w:after="120"/>
              <w:ind w:right="113"/>
              <w:rPr>
                <w:rFonts w:eastAsia="Calibri"/>
                <w:lang w:val="en-US"/>
              </w:rPr>
            </w:pPr>
          </w:p>
        </w:tc>
        <w:tc>
          <w:tcPr>
            <w:tcW w:w="1024" w:type="dxa"/>
            <w:tcBorders>
              <w:top w:val="single" w:sz="4" w:space="0" w:color="auto"/>
              <w:bottom w:val="single" w:sz="4" w:space="0" w:color="auto"/>
            </w:tcBorders>
            <w:shd w:val="clear" w:color="auto" w:fill="auto"/>
          </w:tcPr>
          <w:p w14:paraId="11D97327" w14:textId="77777777" w:rsidR="00A10636" w:rsidRPr="00882504" w:rsidRDefault="00A10636" w:rsidP="00487292">
            <w:pPr>
              <w:spacing w:before="40" w:after="120"/>
              <w:ind w:right="113"/>
              <w:rPr>
                <w:rFonts w:eastAsia="Calibri"/>
                <w:lang w:val="en-US"/>
              </w:rPr>
            </w:pPr>
          </w:p>
        </w:tc>
        <w:tc>
          <w:tcPr>
            <w:tcW w:w="1722" w:type="dxa"/>
            <w:tcBorders>
              <w:top w:val="single" w:sz="4" w:space="0" w:color="auto"/>
              <w:bottom w:val="single" w:sz="4" w:space="0" w:color="auto"/>
            </w:tcBorders>
            <w:shd w:val="clear" w:color="auto" w:fill="auto"/>
          </w:tcPr>
          <w:p w14:paraId="5E23490D" w14:textId="77777777" w:rsidR="00A10636" w:rsidRPr="00882504" w:rsidRDefault="00A10636" w:rsidP="00487292">
            <w:pPr>
              <w:spacing w:before="40" w:after="120"/>
              <w:ind w:right="113"/>
              <w:rPr>
                <w:rFonts w:eastAsia="Calibri"/>
                <w:lang w:val="en-US"/>
              </w:rPr>
            </w:pPr>
          </w:p>
        </w:tc>
        <w:tc>
          <w:tcPr>
            <w:tcW w:w="1220" w:type="dxa"/>
            <w:tcBorders>
              <w:top w:val="single" w:sz="4" w:space="0" w:color="auto"/>
              <w:bottom w:val="single" w:sz="4" w:space="0" w:color="auto"/>
            </w:tcBorders>
            <w:shd w:val="clear" w:color="auto" w:fill="auto"/>
          </w:tcPr>
          <w:p w14:paraId="0AB6662C" w14:textId="77777777" w:rsidR="00A10636" w:rsidRPr="00882504" w:rsidRDefault="00A10636" w:rsidP="00487292">
            <w:pPr>
              <w:spacing w:before="40" w:after="120"/>
              <w:ind w:right="113"/>
              <w:rPr>
                <w:rFonts w:eastAsia="Calibri"/>
                <w:lang w:val="en-US"/>
              </w:rPr>
            </w:pPr>
          </w:p>
        </w:tc>
        <w:tc>
          <w:tcPr>
            <w:tcW w:w="1471" w:type="dxa"/>
            <w:tcBorders>
              <w:top w:val="single" w:sz="4" w:space="0" w:color="auto"/>
              <w:bottom w:val="single" w:sz="4" w:space="0" w:color="auto"/>
            </w:tcBorders>
            <w:shd w:val="clear" w:color="auto" w:fill="auto"/>
          </w:tcPr>
          <w:p w14:paraId="127A4F6C" w14:textId="77777777" w:rsidR="00A10636" w:rsidRPr="00882504" w:rsidRDefault="00A10636" w:rsidP="00487292">
            <w:pPr>
              <w:spacing w:before="40" w:after="120"/>
              <w:ind w:right="113"/>
              <w:rPr>
                <w:rFonts w:eastAsia="Calibri"/>
                <w:lang w:val="en-US"/>
              </w:rPr>
            </w:pPr>
          </w:p>
        </w:tc>
      </w:tr>
    </w:tbl>
    <w:p w14:paraId="001F7B2D" w14:textId="77777777" w:rsidR="00A10636" w:rsidRPr="00B74FAE" w:rsidRDefault="00A10636" w:rsidP="00A10636">
      <w:pPr>
        <w:spacing w:before="240"/>
        <w:jc w:val="center"/>
        <w:rPr>
          <w:u w:val="single"/>
        </w:rPr>
      </w:pPr>
      <w:r w:rsidRPr="00882504">
        <w:rPr>
          <w:u w:val="single"/>
        </w:rPr>
        <w:tab/>
      </w:r>
      <w:r w:rsidRPr="00882504">
        <w:rPr>
          <w:u w:val="single"/>
        </w:rPr>
        <w:tab/>
      </w:r>
      <w:r w:rsidRPr="00882504">
        <w:rPr>
          <w:u w:val="single"/>
        </w:rPr>
        <w:tab/>
        <w:t>]</w:t>
      </w:r>
    </w:p>
    <w:p w14:paraId="197D99B0" w14:textId="52C52FCF" w:rsidR="00DB276D" w:rsidRPr="00AF4085" w:rsidRDefault="00DB276D" w:rsidP="00A10636">
      <w:pPr>
        <w:pStyle w:val="HChG"/>
        <w:rPr>
          <w:u w:val="single"/>
        </w:rPr>
      </w:pPr>
    </w:p>
    <w:sectPr w:rsidR="00DB276D" w:rsidRPr="00AF4085" w:rsidSect="00487292">
      <w:headerReference w:type="even" r:id="rId32"/>
      <w:headerReference w:type="default" r:id="rId33"/>
      <w:footerReference w:type="even" r:id="rId34"/>
      <w:footerReference w:type="default" r:id="rId35"/>
      <w:headerReference w:type="first" r:id="rId36"/>
      <w:footerReference w:type="first" r:id="rId3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B56B28" w14:textId="77777777" w:rsidR="00487292" w:rsidRDefault="00487292"/>
  </w:endnote>
  <w:endnote w:type="continuationSeparator" w:id="0">
    <w:p w14:paraId="2BA28C2D" w14:textId="77777777" w:rsidR="00487292" w:rsidRDefault="00487292"/>
  </w:endnote>
  <w:endnote w:type="continuationNotice" w:id="1">
    <w:p w14:paraId="0FA1BF6D" w14:textId="77777777" w:rsidR="00487292" w:rsidRDefault="004872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Calibri"/>
    <w:charset w:val="00"/>
    <w:family w:val="auto"/>
    <w:pitch w:val="variable"/>
    <w:sig w:usb0="800022BF" w:usb1="9000004A" w:usb2="00000008"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B1395" w14:textId="440339D3" w:rsidR="00487292" w:rsidRDefault="00487292"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sidR="00BD2A19">
      <w:rPr>
        <w:b/>
        <w:noProof/>
        <w:sz w:val="18"/>
      </w:rPr>
      <w:t>12</w:t>
    </w:r>
    <w:r w:rsidRPr="00D77B8F">
      <w:rPr>
        <w:b/>
        <w:sz w:val="18"/>
      </w:rPr>
      <w:fldChar w:fldCharType="end"/>
    </w:r>
    <w:r w:rsidRPr="00D77B8F">
      <w:rPr>
        <w:b/>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44790" w14:textId="032116E6" w:rsidR="00487292" w:rsidRPr="00772D17" w:rsidRDefault="00487292"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BD2A19">
      <w:rPr>
        <w:b/>
        <w:noProof/>
        <w:sz w:val="18"/>
      </w:rPr>
      <w:t>19</w:t>
    </w:r>
    <w:r w:rsidRPr="00772D17">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52821" w14:textId="63D9CD48" w:rsidR="00487292" w:rsidRDefault="00487292" w:rsidP="00536971">
    <w:pPr>
      <w:pStyle w:val="Footer"/>
      <w:jc w:val="right"/>
    </w:pPr>
    <w:r w:rsidRPr="00772D17">
      <w:rPr>
        <w:b/>
        <w:sz w:val="18"/>
      </w:rPr>
      <w:fldChar w:fldCharType="begin"/>
    </w:r>
    <w:r w:rsidRPr="00772D17">
      <w:rPr>
        <w:b/>
        <w:sz w:val="18"/>
      </w:rPr>
      <w:instrText xml:space="preserve"> PAGE  \* MERGEFORMAT </w:instrText>
    </w:r>
    <w:r w:rsidRPr="00772D17">
      <w:rPr>
        <w:b/>
        <w:sz w:val="18"/>
      </w:rPr>
      <w:fldChar w:fldCharType="separate"/>
    </w:r>
    <w:r w:rsidR="00BD2A19">
      <w:rPr>
        <w:b/>
        <w:noProof/>
        <w:sz w:val="18"/>
      </w:rPr>
      <w:t>16</w:t>
    </w:r>
    <w:r w:rsidRPr="00772D1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43FA6" w14:textId="5D574BD2" w:rsidR="00487292" w:rsidRDefault="00487292" w:rsidP="00517F52">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BD2A19">
      <w:rPr>
        <w:b/>
        <w:noProof/>
        <w:sz w:val="18"/>
      </w:rPr>
      <w:t>11</w:t>
    </w:r>
    <w:r w:rsidRPr="00D77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5CCB5" w14:textId="255EB989" w:rsidR="00487292" w:rsidRDefault="00487292" w:rsidP="00517F52">
    <w:pPr>
      <w:tabs>
        <w:tab w:val="right" w:pos="9638"/>
      </w:tabs>
      <w:spacing w:line="240" w:lineRule="auto"/>
      <w:jc w:val="right"/>
      <w:rPr>
        <w:b/>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E8E78" w14:textId="77777777" w:rsidR="00487292" w:rsidRDefault="00487292"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22</w:t>
    </w:r>
    <w:r w:rsidRPr="00D77B8F">
      <w:rPr>
        <w:b/>
        <w:sz w:val="18"/>
      </w:rPr>
      <w:fldChar w:fldCharType="end"/>
    </w:r>
    <w:r w:rsidRPr="00D77B8F">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D1BF0" w14:textId="65436EF5" w:rsidR="00487292" w:rsidRPr="00D77B8F" w:rsidRDefault="00487292" w:rsidP="00517F52">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BD2A19">
      <w:rPr>
        <w:b/>
        <w:noProof/>
        <w:sz w:val="18"/>
      </w:rPr>
      <w:t>13</w:t>
    </w:r>
    <w:r w:rsidRPr="00D77B8F">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9A2F0" w14:textId="368FFD4B" w:rsidR="00487292" w:rsidRDefault="00487292"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sidR="00BD2A19">
      <w:rPr>
        <w:b/>
        <w:noProof/>
        <w:sz w:val="18"/>
      </w:rPr>
      <w:t>14</w:t>
    </w:r>
    <w:r w:rsidRPr="00D77B8F">
      <w:rPr>
        <w:b/>
        <w:sz w:val="18"/>
      </w:rPr>
      <w:fldChar w:fldCharType="end"/>
    </w:r>
    <w:r w:rsidRPr="00D77B8F">
      <w:rPr>
        <w:b/>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C55AF" w14:textId="77777777" w:rsidR="00487292" w:rsidRPr="00D6579D" w:rsidRDefault="00487292" w:rsidP="00517F52">
    <w:pPr>
      <w:rPr>
        <w:b/>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44</w:t>
    </w:r>
    <w:r w:rsidRPr="00D6579D">
      <w:rPr>
        <w:b/>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E3D05" w14:textId="3A96CC06" w:rsidR="00487292" w:rsidRPr="003D6BDF" w:rsidRDefault="00487292" w:rsidP="00517F52">
    <w:pPr>
      <w:pStyle w:val="Footer"/>
      <w:jc w:val="right"/>
      <w:rPr>
        <w:b/>
        <w:sz w:val="18"/>
        <w:szCs w:val="18"/>
      </w:rPr>
    </w:pPr>
    <w:r>
      <w:rPr>
        <w:b/>
        <w:noProof/>
        <w:sz w:val="18"/>
        <w:szCs w:val="18"/>
        <w:lang w:val="nl-NL" w:eastAsia="nl-NL"/>
      </w:rPr>
      <mc:AlternateContent>
        <mc:Choice Requires="wps">
          <w:drawing>
            <wp:anchor distT="0" distB="0" distL="114300" distR="114300" simplePos="0" relativeHeight="251659264" behindDoc="0" locked="0" layoutInCell="0" allowOverlap="1" wp14:anchorId="5590CEBE" wp14:editId="2F584470">
              <wp:simplePos x="0" y="0"/>
              <wp:positionH relativeFrom="page">
                <wp:posOffset>0</wp:posOffset>
              </wp:positionH>
              <wp:positionV relativeFrom="page">
                <wp:posOffset>10236200</wp:posOffset>
              </wp:positionV>
              <wp:extent cx="7560945" cy="266700"/>
              <wp:effectExtent l="0" t="0" r="1905" b="3175"/>
              <wp:wrapNone/>
              <wp:docPr id="16" name="Tekstvak 1" descr="{&quot;HashCode&quot;:-424964394,&quot;Height&quot;:842.0,&quot;Width&quot;:595.0,&quot;Placement&quot;:&quot;Footer&quot;,&quot;Index&quot;:&quot;FirstPage&quot;,&quot;Section&quot;:5,&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F75F0" w14:textId="7E5B72D0" w:rsidR="00487292" w:rsidRPr="00B10870" w:rsidRDefault="00487292" w:rsidP="00517F52">
                          <w:pPr>
                            <w:jc w:val="right"/>
                            <w:rPr>
                              <w:rFonts w:ascii="Arial" w:hAnsi="Arial" w:cs="Arial"/>
                              <w:color w:val="000000"/>
                            </w:rPr>
                          </w:pPr>
                        </w:p>
                      </w:txbxContent>
                    </wps:txbx>
                    <wps:bodyPr rot="0" vert="horz" wrap="square" lIns="91440" tIns="0" rIns="25400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590CEBE" id="_x0000_t202" coordsize="21600,21600" o:spt="202" path="m,l,21600r21600,l21600,xe">
              <v:stroke joinstyle="miter"/>
              <v:path gradientshapeok="t" o:connecttype="rect"/>
            </v:shapetype>
            <v:shape id="Tekstvak 1" o:spid="_x0000_s1068" type="#_x0000_t202" alt="{&quot;HashCode&quot;:-424964394,&quot;Height&quot;:842.0,&quot;Width&quot;:595.0,&quot;Placement&quot;:&quot;Footer&quot;,&quot;Index&quot;:&quot;FirstPage&quot;,&quot;Section&quot;:5,&quot;Top&quot;:0.0,&quot;Left&quot;:0.0}" style="position:absolute;left:0;text-align:left;margin-left:0;margin-top:806pt;width:595.35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" o:allowincell="f" filled="f" stroked="f">
              <v:textbox inset=",0,20pt,0">
                <w:txbxContent>
                  <w:p w14:paraId="37EF75F0" w14:textId="7E5B72D0" w:rsidR="00487292" w:rsidRPr="00B10870" w:rsidRDefault="00487292" w:rsidP="00517F52">
                    <w:pPr>
                      <w:jc w:val="right"/>
                      <w:rPr>
                        <w:rFonts w:ascii="Arial" w:hAnsi="Arial" w:cs="Arial"/>
                        <w:color w:val="000000"/>
                      </w:rPr>
                    </w:pPr>
                  </w:p>
                </w:txbxContent>
              </v:textbox>
              <w10:wrap anchorx="page" anchory="page"/>
            </v:shape>
          </w:pict>
        </mc:Fallback>
      </mc:AlternateContent>
    </w: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BD2A19">
      <w:rPr>
        <w:b/>
        <w:noProof/>
        <w:sz w:val="18"/>
        <w:szCs w:val="18"/>
      </w:rPr>
      <w:t>15</w:t>
    </w:r>
    <w:r w:rsidRPr="003D6BDF">
      <w:rPr>
        <w:b/>
        <w:noProof/>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7FDF8" w14:textId="4B622444" w:rsidR="00487292" w:rsidRPr="00772D17" w:rsidRDefault="00487292"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BD2A19">
      <w:rPr>
        <w:b/>
        <w:noProof/>
        <w:sz w:val="18"/>
      </w:rPr>
      <w:t>18</w:t>
    </w:r>
    <w:r w:rsidRPr="00772D17">
      <w:rPr>
        <w:b/>
        <w:sz w:val="18"/>
      </w:rPr>
      <w:fldChar w:fldCharType="end"/>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16D7D" w14:textId="77777777" w:rsidR="00487292" w:rsidRPr="000B175B" w:rsidRDefault="00487292" w:rsidP="000B175B">
      <w:pPr>
        <w:tabs>
          <w:tab w:val="right" w:pos="2155"/>
        </w:tabs>
        <w:spacing w:after="80"/>
        <w:ind w:left="680"/>
        <w:rPr>
          <w:u w:val="single"/>
        </w:rPr>
      </w:pPr>
      <w:r>
        <w:rPr>
          <w:u w:val="single"/>
        </w:rPr>
        <w:tab/>
      </w:r>
    </w:p>
  </w:footnote>
  <w:footnote w:type="continuationSeparator" w:id="0">
    <w:p w14:paraId="1CCDCF17" w14:textId="77777777" w:rsidR="00487292" w:rsidRPr="00FC68B7" w:rsidRDefault="00487292" w:rsidP="00FC68B7">
      <w:pPr>
        <w:tabs>
          <w:tab w:val="left" w:pos="2155"/>
        </w:tabs>
        <w:spacing w:after="80"/>
        <w:ind w:left="680"/>
        <w:rPr>
          <w:u w:val="single"/>
        </w:rPr>
      </w:pPr>
      <w:r>
        <w:rPr>
          <w:u w:val="single"/>
        </w:rPr>
        <w:tab/>
      </w:r>
    </w:p>
  </w:footnote>
  <w:footnote w:type="continuationNotice" w:id="1">
    <w:p w14:paraId="5859D960" w14:textId="77777777" w:rsidR="00487292" w:rsidRDefault="00487292"/>
  </w:footnote>
  <w:footnote w:id="2">
    <w:p w14:paraId="13F6BF3D" w14:textId="77777777" w:rsidR="00487292" w:rsidRPr="00DC2C16" w:rsidRDefault="00487292" w:rsidP="00DB276D">
      <w:pPr>
        <w:pStyle w:val="FootnoteText"/>
      </w:pPr>
      <w:r>
        <w:rPr>
          <w:sz w:val="20"/>
        </w:rPr>
        <w:tab/>
      </w:r>
      <w:r w:rsidRPr="003D2B98">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6E444581" w14:textId="0C5F9838" w:rsidR="00487292" w:rsidRPr="003D2B98" w:rsidRDefault="00487292" w:rsidP="003D2B98">
      <w:pPr>
        <w:pStyle w:val="FootnoteText"/>
      </w:pPr>
      <w:r>
        <w:rPr>
          <w:rStyle w:val="FootnoteReference"/>
        </w:rPr>
        <w:tab/>
      </w:r>
      <w:r w:rsidRPr="003D2B98">
        <w:rPr>
          <w:rStyle w:val="FootnoteReference"/>
          <w:sz w:val="20"/>
          <w:vertAlign w:val="baseline"/>
        </w:rPr>
        <w:t>**</w:t>
      </w:r>
      <w:r>
        <w:rPr>
          <w:rStyle w:val="FootnoteReference"/>
          <w:sz w:val="20"/>
          <w:vertAlign w:val="baseline"/>
        </w:rPr>
        <w:tab/>
      </w:r>
      <w:r w:rsidRPr="003D2B98">
        <w:rPr>
          <w:lang w:val="en-US"/>
        </w:rPr>
        <w:t>This document was scheduled for publication after the standard publication date owing to circumstances beyond the submitter's control.</w:t>
      </w:r>
    </w:p>
  </w:footnote>
  <w:footnote w:id="4">
    <w:p w14:paraId="371C0FF4" w14:textId="77777777" w:rsidR="00487292" w:rsidRPr="00517911" w:rsidRDefault="00487292" w:rsidP="00B74A70">
      <w:pPr>
        <w:pStyle w:val="FootnoteText"/>
      </w:pPr>
      <w:r>
        <w:tab/>
      </w:r>
      <w:r>
        <w:rPr>
          <w:rStyle w:val="FootnoteReference"/>
        </w:rPr>
        <w:footnoteRef/>
      </w:r>
      <w:r>
        <w:tab/>
        <w:t xml:space="preserve">The Regulation </w:t>
      </w:r>
      <w:r w:rsidRPr="00D55DDD">
        <w:t>number</w:t>
      </w:r>
      <w:r>
        <w:t xml:space="preserve"> will be known at the time of entry into force of this UN Regulation. [XXX] is intended to be replaced by the Regulation number once known. </w:t>
      </w:r>
    </w:p>
  </w:footnote>
  <w:footnote w:id="5">
    <w:p w14:paraId="5C7FDE3C" w14:textId="2FDCB793" w:rsidR="00487292" w:rsidRPr="00DA603A" w:rsidRDefault="00487292" w:rsidP="00F40B79">
      <w:pPr>
        <w:pStyle w:val="FootnoteText"/>
        <w:widowControl w:val="0"/>
        <w:tabs>
          <w:tab w:val="clear" w:pos="1021"/>
          <w:tab w:val="right" w:pos="1020"/>
        </w:tabs>
      </w:pPr>
      <w:r>
        <w:tab/>
      </w:r>
      <w:r>
        <w:rPr>
          <w:rStyle w:val="FootnoteReference"/>
        </w:rPr>
        <w:footnoteRef/>
      </w:r>
      <w:r>
        <w:tab/>
      </w:r>
      <w:r w:rsidRPr="00F40B79">
        <w:t xml:space="preserve">Page numbers will be added at a later stage. </w:t>
      </w:r>
      <w:r>
        <w:t xml:space="preserve"> </w:t>
      </w:r>
    </w:p>
  </w:footnote>
  <w:footnote w:id="6">
    <w:p w14:paraId="31E05AA0" w14:textId="77777777" w:rsidR="00487292" w:rsidRPr="006C1537" w:rsidRDefault="00487292" w:rsidP="00DA603A">
      <w:pPr>
        <w:pStyle w:val="FootnoteText"/>
      </w:pPr>
      <w:r w:rsidRPr="00D422FF">
        <w:rPr>
          <w:lang w:val="en-US"/>
        </w:rPr>
        <w:tab/>
      </w:r>
      <w:r>
        <w:rPr>
          <w:rStyle w:val="FootnoteReference"/>
        </w:rPr>
        <w:footnoteRef/>
      </w:r>
      <w:r w:rsidRPr="006C1537">
        <w:tab/>
        <w:t>The distinguishing numbers of the Contracting Parties to the 1958 Agreement are reproduced in Annex 3 to the Consolidated Resolution on the Construction of Vehicles (R.E.3), document ECE/TRANS/WP.29/78/Rev.6 - www.unece.org/trans/main/wp29/wp29wgs/wp29gen/wp29resolutions.html</w:t>
      </w:r>
    </w:p>
  </w:footnote>
  <w:footnote w:id="7">
    <w:p w14:paraId="070189DD" w14:textId="3B7D6314" w:rsidR="00487292" w:rsidRPr="00F31A48" w:rsidRDefault="00487292" w:rsidP="00AD22AE">
      <w:pPr>
        <w:pStyle w:val="FootnoteText"/>
        <w:rPr>
          <w:lang w:val="en-US"/>
        </w:rPr>
      </w:pPr>
      <w:r>
        <w:rPr>
          <w:lang w:val="en-US"/>
        </w:rPr>
        <w:tab/>
      </w:r>
      <w:r>
        <w:rPr>
          <w:rStyle w:val="FootnoteReference"/>
        </w:rPr>
        <w:footnoteRef/>
      </w:r>
      <w:r>
        <w:rPr>
          <w:lang w:val="en-US"/>
        </w:rPr>
        <w:tab/>
      </w:r>
      <w:r w:rsidRPr="00F31A48">
        <w:rPr>
          <w:lang w:val="en-US"/>
        </w:rPr>
        <w:t xml:space="preserve">Through </w:t>
      </w:r>
      <w:r w:rsidRPr="00AD22AE">
        <w:t>the</w:t>
      </w:r>
      <w:r w:rsidRPr="00F31A48">
        <w:rPr>
          <w:lang w:val="en-US"/>
        </w:rPr>
        <w:t xml:space="preserve"> online platform (</w:t>
      </w:r>
      <w:r>
        <w:rPr>
          <w:lang w:val="en-US"/>
        </w:rPr>
        <w:t>"</w:t>
      </w:r>
      <w:r w:rsidRPr="00F31A48">
        <w:rPr>
          <w:lang w:val="en-US"/>
        </w:rPr>
        <w:t>/343 Application</w:t>
      </w:r>
      <w:r>
        <w:rPr>
          <w:lang w:val="en-US"/>
        </w:rPr>
        <w:t>"</w:t>
      </w:r>
      <w:r w:rsidRPr="00F31A48">
        <w:rPr>
          <w:lang w:val="en-US"/>
        </w:rPr>
        <w:t>) provided by UNECE and dedicated to the exchange of such information: https://www.unece.org/trans/main/wp29/datasharing.html</w:t>
      </w:r>
    </w:p>
  </w:footnote>
  <w:footnote w:id="8">
    <w:p w14:paraId="61129FAD" w14:textId="0F703B53" w:rsidR="00487292" w:rsidRPr="00701227" w:rsidRDefault="00487292" w:rsidP="00DA603A">
      <w:pPr>
        <w:pStyle w:val="FootnoteText"/>
        <w:rPr>
          <w:lang w:val="en-US"/>
        </w:rPr>
      </w:pPr>
      <w:r w:rsidRPr="006C1537">
        <w:tab/>
      </w:r>
      <w:r>
        <w:rPr>
          <w:vertAlign w:val="superscript"/>
        </w:rPr>
        <w:t>1</w:t>
      </w:r>
      <w:r w:rsidRPr="00783539">
        <w:rPr>
          <w:rStyle w:val="FootnoteReference"/>
          <w:color w:val="FFFFFF" w:themeColor="background1"/>
        </w:rPr>
        <w:footnoteRef/>
      </w:r>
      <w:r w:rsidRPr="006C1537">
        <w:t xml:space="preserve"> </w:t>
      </w:r>
      <w:r w:rsidRPr="006C1537">
        <w:tab/>
      </w:r>
      <w:r w:rsidRPr="006C1537">
        <w:rPr>
          <w:szCs w:val="18"/>
        </w:rPr>
        <w:t>Distinguishing number of the country which has granted/extended/refused/withdrawn an approval (see approval provisions in this Regulation).</w:t>
      </w:r>
    </w:p>
  </w:footnote>
  <w:footnote w:id="9">
    <w:p w14:paraId="22849920" w14:textId="0B735923" w:rsidR="00487292" w:rsidRPr="006C1537" w:rsidRDefault="00487292" w:rsidP="00DA603A">
      <w:pPr>
        <w:pStyle w:val="FootnoteText"/>
      </w:pPr>
      <w:r w:rsidRPr="006C1537">
        <w:tab/>
      </w:r>
      <w:r>
        <w:rPr>
          <w:vertAlign w:val="superscript"/>
        </w:rPr>
        <w:t>2</w:t>
      </w:r>
      <w:r w:rsidRPr="00783539">
        <w:rPr>
          <w:rStyle w:val="FootnoteReference"/>
          <w:color w:val="FFFFFF" w:themeColor="background1"/>
        </w:rPr>
        <w:footnoteRef/>
      </w:r>
      <w:r w:rsidRPr="006C1537">
        <w:tab/>
        <w:t>Strike out what does not apply.</w:t>
      </w:r>
    </w:p>
  </w:footnote>
  <w:footnote w:id="10">
    <w:p w14:paraId="71C7F675" w14:textId="77777777" w:rsidR="00487292" w:rsidRPr="001B6F50" w:rsidRDefault="00487292" w:rsidP="00A10636">
      <w:pPr>
        <w:pStyle w:val="FootnoteText"/>
        <w:ind w:left="2088" w:right="1138" w:hanging="1138"/>
        <w:rPr>
          <w:b/>
          <w:bCs/>
          <w:lang w:val="en-US"/>
        </w:rPr>
      </w:pPr>
      <w:r w:rsidRPr="001B6F50">
        <w:rPr>
          <w:rStyle w:val="FootnoteReference"/>
          <w:b/>
          <w:bCs/>
        </w:rPr>
        <w:footnoteRef/>
      </w:r>
      <w:r>
        <w:rPr>
          <w:b/>
          <w:bCs/>
        </w:rPr>
        <w:t xml:space="preserve"> </w:t>
      </w:r>
      <w:r w:rsidRPr="001B6F50">
        <w:rPr>
          <w:b/>
          <w:bCs/>
        </w:rPr>
        <w:t xml:space="preserve"> “Mandatory” is subject to the conditions detailed in section 1.</w:t>
      </w:r>
    </w:p>
  </w:footnote>
  <w:footnote w:id="11">
    <w:p w14:paraId="1F46E210" w14:textId="77777777" w:rsidR="00487292" w:rsidRPr="00445E37" w:rsidRDefault="00487292" w:rsidP="00A10636">
      <w:pPr>
        <w:pStyle w:val="FootnoteText"/>
      </w:pPr>
      <w:r>
        <w:tab/>
      </w:r>
      <w:r w:rsidRPr="00445E37">
        <w:rPr>
          <w:rStyle w:val="FootnoteReference"/>
          <w:szCs w:val="18"/>
        </w:rPr>
        <w:footnoteRef/>
      </w:r>
      <w:r w:rsidRPr="00445E37">
        <w:t xml:space="preserve"> </w:t>
      </w:r>
      <w:r>
        <w:tab/>
      </w:r>
      <w:r w:rsidRPr="00445E37">
        <w:t>Pre-</w:t>
      </w:r>
      <w:r w:rsidRPr="00844CAB">
        <w:t>crash</w:t>
      </w:r>
      <w:r w:rsidRPr="00445E37">
        <w:t xml:space="preserve"> data and crash data are asynchronous. The sample time accuracy requirement for pre-crash time is -0.1 to 1.0 sec (e.g., T = -1 would need to occur between -1.1 and 0 seconds.) </w:t>
      </w:r>
    </w:p>
  </w:footnote>
  <w:footnote w:id="12">
    <w:p w14:paraId="7D5B4784" w14:textId="77777777" w:rsidR="00487292" w:rsidRPr="009B3F7D" w:rsidRDefault="00487292" w:rsidP="00A10636">
      <w:pPr>
        <w:pStyle w:val="FootnoteText"/>
      </w:pPr>
      <w:r>
        <w:tab/>
      </w:r>
      <w:r w:rsidRPr="009B3F7D">
        <w:rPr>
          <w:rStyle w:val="FootnoteReference"/>
        </w:rPr>
        <w:footnoteRef/>
      </w:r>
      <w:r w:rsidRPr="009B3F7D">
        <w:t xml:space="preserve"> </w:t>
      </w:r>
      <w:r>
        <w:tab/>
      </w:r>
      <w:r w:rsidRPr="009B3F7D">
        <w:t>Accuracy requirement only applies within the range of the physical sensor. If measurements captured by a sensor exceed the design range of the sensor, the reported element shall indicate when the measurement first exceeded the design range of the sensor.</w:t>
      </w:r>
    </w:p>
  </w:footnote>
  <w:footnote w:id="13">
    <w:p w14:paraId="31D38CA3" w14:textId="77777777" w:rsidR="00487292" w:rsidRPr="00FC5C51" w:rsidRDefault="00487292" w:rsidP="00A10636">
      <w:pPr>
        <w:pStyle w:val="FootnoteText"/>
      </w:pPr>
      <w:r>
        <w:tab/>
      </w:r>
      <w:r w:rsidRPr="00FC5C51">
        <w:rPr>
          <w:rStyle w:val="FootnoteReference"/>
        </w:rPr>
        <w:footnoteRef/>
      </w:r>
      <w:r w:rsidRPr="00FC5C51">
        <w:t xml:space="preserve"> </w:t>
      </w:r>
      <w:r>
        <w:tab/>
      </w:r>
      <w:r w:rsidRPr="00FC5C51">
        <w:t xml:space="preserve">The ignition cycle at the time of </w:t>
      </w:r>
      <w:r w:rsidRPr="00844CAB">
        <w:t>download</w:t>
      </w:r>
      <w:r w:rsidRPr="00FC5C51">
        <w:t xml:space="preserve"> is not required to be recorded at the time of the </w:t>
      </w:r>
      <w:proofErr w:type="gramStart"/>
      <w:r w:rsidRPr="00FC5C51">
        <w:t>crash, but</w:t>
      </w:r>
      <w:proofErr w:type="gramEnd"/>
      <w:r w:rsidRPr="00FC5C51">
        <w:t xml:space="preserve"> shall be reported during the download process.</w:t>
      </w:r>
    </w:p>
  </w:footnote>
  <w:footnote w:id="14">
    <w:p w14:paraId="1BC72275" w14:textId="77777777" w:rsidR="00487292" w:rsidRPr="0007108D" w:rsidRDefault="00487292" w:rsidP="00A10636">
      <w:pPr>
        <w:pStyle w:val="FootnoteText"/>
      </w:pPr>
      <w:r>
        <w:tab/>
      </w:r>
      <w:r w:rsidRPr="0007108D">
        <w:rPr>
          <w:rStyle w:val="FootnoteReference"/>
        </w:rPr>
        <w:footnoteRef/>
      </w:r>
      <w:r w:rsidRPr="0007108D">
        <w:t xml:space="preserve"> </w:t>
      </w:r>
      <w:r>
        <w:tab/>
      </w:r>
      <w:r w:rsidRPr="0007108D">
        <w:t xml:space="preserve">The frontal air bag warning lamp is the readiness indicator specified in national air bag </w:t>
      </w:r>
      <w:proofErr w:type="gramStart"/>
      <w:r w:rsidRPr="0007108D">
        <w:t>requirements, and</w:t>
      </w:r>
      <w:proofErr w:type="gramEnd"/>
      <w:r w:rsidRPr="0007108D">
        <w:t xml:space="preserve"> may also illuminate to indicate a malfunction in another part of the deployable restraint system.</w:t>
      </w:r>
    </w:p>
  </w:footnote>
  <w:footnote w:id="15">
    <w:p w14:paraId="4181A2CB" w14:textId="77777777" w:rsidR="00487292" w:rsidRPr="00FC5C51" w:rsidRDefault="00487292" w:rsidP="00A10636">
      <w:pPr>
        <w:pStyle w:val="FootnoteText"/>
      </w:pPr>
      <w:r>
        <w:tab/>
      </w:r>
      <w:r w:rsidRPr="00FC5C51">
        <w:rPr>
          <w:rStyle w:val="FootnoteReference"/>
        </w:rPr>
        <w:footnoteRef/>
      </w:r>
      <w:r w:rsidRPr="00FC5C51">
        <w:t xml:space="preserve"> </w:t>
      </w:r>
      <w:r>
        <w:tab/>
      </w:r>
      <w:r w:rsidRPr="00FC5C51">
        <w:t xml:space="preserve">List this element n - 1 times, once </w:t>
      </w:r>
      <w:r w:rsidRPr="00844CAB">
        <w:t>for</w:t>
      </w:r>
      <w:r w:rsidRPr="00FC5C51">
        <w:t xml:space="preserve"> each stage of a multi-stage air bag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C4D3A" w14:textId="61959EA2" w:rsidR="00487292" w:rsidRPr="00C25712" w:rsidRDefault="00487292" w:rsidP="00517F52">
    <w:pPr>
      <w:pStyle w:val="Header"/>
      <w:rPr>
        <w:lang w:val="en-US"/>
      </w:rPr>
    </w:pPr>
    <w:r w:rsidRPr="0028602B">
      <w:rPr>
        <w:lang w:val="en-US"/>
      </w:rPr>
      <w:t>ECE/TRANS/WP.29/20</w:t>
    </w:r>
    <w:r>
      <w:rPr>
        <w:lang w:val="en-US"/>
      </w:rPr>
      <w:t>20</w:t>
    </w:r>
    <w:r w:rsidRPr="0028602B">
      <w:rPr>
        <w:lang w:val="en-US"/>
      </w:rPr>
      <w:t>/</w:t>
    </w:r>
    <w:r>
      <w:rPr>
        <w:lang w:val="en-US"/>
      </w:rPr>
      <w:t>123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2CC3A" w14:textId="77777777" w:rsidR="00487292" w:rsidRPr="003D6BDF" w:rsidRDefault="00487292" w:rsidP="00517F5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9423E" w14:textId="77777777" w:rsidR="00487292" w:rsidRPr="003D6BDF" w:rsidRDefault="00487292" w:rsidP="00517F52">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F970F" w14:textId="6675216D" w:rsidR="00487292" w:rsidRPr="00C25712" w:rsidRDefault="00487292" w:rsidP="00517F52">
    <w:pPr>
      <w:pStyle w:val="Header"/>
      <w:jc w:val="right"/>
      <w:rPr>
        <w:lang w:val="en-US"/>
      </w:rPr>
    </w:pPr>
    <w:r w:rsidRPr="0028602B">
      <w:rPr>
        <w:lang w:val="en-US"/>
      </w:rPr>
      <w:t>ECE/TRANS/WP.29/20</w:t>
    </w:r>
    <w:r>
      <w:rPr>
        <w:lang w:val="en-US"/>
      </w:rPr>
      <w:t>20</w:t>
    </w:r>
    <w:r w:rsidRPr="0028602B">
      <w:rPr>
        <w:lang w:val="en-US"/>
      </w:rPr>
      <w:t>/</w:t>
    </w:r>
    <w:r>
      <w:rPr>
        <w:lang w:val="en-US"/>
      </w:rPr>
      <w:t>123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9CA11" w14:textId="77777777" w:rsidR="00487292" w:rsidRPr="00772D17" w:rsidRDefault="00487292">
    <w:pPr>
      <w:pStyle w:val="Header"/>
    </w:pPr>
    <w:r>
      <w:t>ECE/TRANS/WP.29/2020/100</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8140B" w14:textId="77777777" w:rsidR="00487292" w:rsidRPr="00772D17" w:rsidRDefault="00487292" w:rsidP="00772D17">
    <w:pPr>
      <w:pStyle w:val="Header"/>
      <w:jc w:val="right"/>
    </w:pPr>
    <w:r>
      <w:t>ECE/TRANS/WP.29/2020/100</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A91B5" w14:textId="77777777" w:rsidR="00487292" w:rsidRPr="00C25712" w:rsidRDefault="00487292" w:rsidP="00487292">
    <w:pPr>
      <w:pStyle w:val="Header"/>
      <w:jc w:val="right"/>
      <w:rPr>
        <w:lang w:val="en-US"/>
      </w:rPr>
    </w:pPr>
    <w:r w:rsidRPr="0028602B">
      <w:rPr>
        <w:lang w:val="en-US"/>
      </w:rPr>
      <w:t>ECE/TRANS/WP.29/20</w:t>
    </w:r>
    <w:r>
      <w:rPr>
        <w:lang w:val="en-US"/>
      </w:rPr>
      <w:t>20</w:t>
    </w:r>
    <w:r w:rsidRPr="0028602B">
      <w:rPr>
        <w:lang w:val="en-US"/>
      </w:rPr>
      <w:t>/</w:t>
    </w:r>
    <w:r>
      <w:rPr>
        <w:lang w:val="en-US"/>
      </w:rPr>
      <w:t>100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02101" w14:textId="77777777" w:rsidR="00487292" w:rsidRPr="00C25712" w:rsidRDefault="00487292" w:rsidP="00517F52">
    <w:pPr>
      <w:pStyle w:val="Header"/>
      <w:jc w:val="right"/>
      <w:rPr>
        <w:lang w:val="en-US"/>
      </w:rPr>
    </w:pPr>
    <w:r w:rsidRPr="0028602B">
      <w:rPr>
        <w:lang w:val="en-US"/>
      </w:rPr>
      <w:t>ECE/TRANS/WP.29/20</w:t>
    </w:r>
    <w:r>
      <w:rPr>
        <w:lang w:val="en-US"/>
      </w:rPr>
      <w:t>20</w:t>
    </w:r>
    <w:r w:rsidRPr="0028602B">
      <w:rPr>
        <w:lang w:val="en-US"/>
      </w:rPr>
      <w:t>/</w:t>
    </w:r>
    <w:r>
      <w:rPr>
        <w:lang w:val="en-US"/>
      </w:rPr>
      <w:t>123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BA05A" w14:textId="3E0084ED" w:rsidR="00487292" w:rsidRPr="00391699" w:rsidRDefault="00487292" w:rsidP="00517F52">
    <w:pPr>
      <w:pStyle w:val="Header"/>
      <w:pBdr>
        <w:bottom w:val="none" w:sz="0" w:space="0" w:color="auto"/>
      </w:pBdr>
      <w:tabs>
        <w:tab w:val="left" w:pos="780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2951B" w14:textId="77777777" w:rsidR="00487292" w:rsidRPr="00CD408E" w:rsidRDefault="00487292" w:rsidP="00517F52">
    <w:pPr>
      <w:pBdr>
        <w:bottom w:val="single" w:sz="4" w:space="1" w:color="auto"/>
      </w:pBdr>
      <w:rPr>
        <w:b/>
        <w:bCs/>
        <w:sz w:val="18"/>
        <w:szCs w:val="18"/>
        <w:lang w:val="en-US"/>
      </w:rPr>
    </w:pPr>
    <w:r w:rsidRPr="00C26D2C">
      <w:rPr>
        <w:b/>
        <w:bCs/>
        <w:sz w:val="18"/>
        <w:szCs w:val="18"/>
        <w:lang w:val="en-US"/>
      </w:rPr>
      <w:t>ECE/TRANS/WP.29/GRSG/2020/??</w:t>
    </w:r>
    <w:r w:rsidRPr="00CD408E">
      <w:rPr>
        <w:b/>
        <w:bCs/>
        <w:sz w:val="18"/>
        <w:szCs w:val="18"/>
        <w:lang w:val="en-US"/>
      </w:rPr>
      <w:b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9B67" w14:textId="77777777" w:rsidR="00487292" w:rsidRPr="00C25712" w:rsidRDefault="00487292" w:rsidP="00517F52">
    <w:pPr>
      <w:pStyle w:val="Header"/>
      <w:jc w:val="right"/>
      <w:rPr>
        <w:lang w:val="en-US"/>
      </w:rPr>
    </w:pPr>
    <w:r w:rsidRPr="0028602B">
      <w:rPr>
        <w:lang w:val="en-US"/>
      </w:rPr>
      <w:t>ECE/TRANS/WP.29/20</w:t>
    </w:r>
    <w:r>
      <w:rPr>
        <w:lang w:val="en-US"/>
      </w:rPr>
      <w:t>20</w:t>
    </w:r>
    <w:r w:rsidRPr="0028602B">
      <w:rPr>
        <w:lang w:val="en-US"/>
      </w:rPr>
      <w:t>/</w:t>
    </w:r>
    <w:r>
      <w:rPr>
        <w:lang w:val="en-US"/>
      </w:rPr>
      <w:t>123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C1A27" w14:textId="77777777" w:rsidR="00487292" w:rsidRPr="00391699" w:rsidRDefault="00487292" w:rsidP="00517F52">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027F2" w14:textId="12FEC682" w:rsidR="00487292" w:rsidRPr="009D1A1A" w:rsidRDefault="00487292" w:rsidP="00517F52">
    <w:pPr>
      <w:pStyle w:val="Header"/>
    </w:pPr>
    <w:r w:rsidRPr="00D439D9">
      <w:t>ECE/TRANS/WP.29/20</w:t>
    </w:r>
    <w:r>
      <w:t>20</w:t>
    </w:r>
    <w:r w:rsidRPr="00D439D9">
      <w:t>/</w:t>
    </w:r>
    <w:r>
      <w:t>123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243FE" w14:textId="77777777" w:rsidR="00487292" w:rsidRPr="00F732D7" w:rsidRDefault="00487292" w:rsidP="00517F52">
    <w:pPr>
      <w:pStyle w:val="Header"/>
      <w:jc w:val="right"/>
      <w:rPr>
        <w:lang w:val="en-US"/>
      </w:rPr>
    </w:pPr>
    <w:r w:rsidRPr="00C26D2C">
      <w:t>ECE/TRANS/WP.29/GRSG/2020/??</w:t>
    </w:r>
    <w:r>
      <w:b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2BDD7" w14:textId="77777777" w:rsidR="00487292" w:rsidRPr="005179A5" w:rsidRDefault="00487292" w:rsidP="00517F52">
    <w:pPr>
      <w:pStyle w:val="Header"/>
      <w:rPr>
        <w:lang w:val="it-IT"/>
      </w:rPr>
    </w:pPr>
    <w:r w:rsidRPr="005179A5">
      <w:rPr>
        <w:lang w:val="it-IT"/>
      </w:rPr>
      <w:t>E/ECE/324/Rev.1/Add.XXX</w:t>
    </w:r>
    <w:r w:rsidRPr="005179A5">
      <w:rPr>
        <w:lang w:val="it-IT"/>
      </w:rPr>
      <w:br/>
      <w:t>E/ECE/TRANS/505/Rev.1/Add.XXX</w:t>
    </w:r>
    <w:r w:rsidRPr="005179A5">
      <w:rPr>
        <w:lang w:val="it-IT"/>
      </w:rPr>
      <w:br/>
      <w:t>Annex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78156B"/>
    <w:multiLevelType w:val="hybridMultilevel"/>
    <w:tmpl w:val="F432A7C2"/>
    <w:lvl w:ilvl="0" w:tplc="EEFAA336">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6"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2F05EA"/>
    <w:multiLevelType w:val="hybridMultilevel"/>
    <w:tmpl w:val="9EDE3188"/>
    <w:lvl w:ilvl="0" w:tplc="F57E8DDC">
      <w:start w:val="1"/>
      <w:numFmt w:val="decimal"/>
      <w:lvlText w:val="%1"/>
      <w:lvlJc w:val="left"/>
      <w:pPr>
        <w:ind w:left="1140" w:hanging="390"/>
      </w:pPr>
      <w:rPr>
        <w:rFonts w:hint="default"/>
      </w:rPr>
    </w:lvl>
    <w:lvl w:ilvl="1" w:tplc="08090019">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6" w15:restartNumberingAfterBreak="0">
    <w:nsid w:val="4735010F"/>
    <w:multiLevelType w:val="hybridMultilevel"/>
    <w:tmpl w:val="76369B22"/>
    <w:lvl w:ilvl="0" w:tplc="40DA573E">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4"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9"/>
  </w:num>
  <w:num w:numId="13">
    <w:abstractNumId w:val="10"/>
  </w:num>
  <w:num w:numId="14">
    <w:abstractNumId w:val="17"/>
  </w:num>
  <w:num w:numId="15">
    <w:abstractNumId w:val="22"/>
  </w:num>
  <w:num w:numId="16">
    <w:abstractNumId w:val="18"/>
  </w:num>
  <w:num w:numId="17">
    <w:abstractNumId w:val="28"/>
  </w:num>
  <w:num w:numId="18">
    <w:abstractNumId w:val="32"/>
  </w:num>
  <w:num w:numId="19">
    <w:abstractNumId w:val="13"/>
  </w:num>
  <w:num w:numId="20">
    <w:abstractNumId w:val="27"/>
  </w:num>
  <w:num w:numId="21">
    <w:abstractNumId w:val="14"/>
  </w:num>
  <w:num w:numId="22">
    <w:abstractNumId w:val="12"/>
  </w:num>
  <w:num w:numId="23">
    <w:abstractNumId w:val="33"/>
  </w:num>
  <w:num w:numId="24">
    <w:abstractNumId w:val="24"/>
  </w:num>
  <w:num w:numId="25">
    <w:abstractNumId w:val="16"/>
  </w:num>
  <w:num w:numId="26">
    <w:abstractNumId w:val="26"/>
  </w:num>
  <w:num w:numId="27">
    <w:abstractNumId w:val="25"/>
  </w:num>
  <w:num w:numId="28">
    <w:abstractNumId w:val="31"/>
  </w:num>
  <w:num w:numId="29">
    <w:abstractNumId w:val="15"/>
  </w:num>
  <w:num w:numId="30">
    <w:abstractNumId w:val="30"/>
  </w:num>
  <w:num w:numId="31">
    <w:abstractNumId w:val="23"/>
  </w:num>
  <w:num w:numId="32">
    <w:abstractNumId w:val="11"/>
  </w:num>
  <w:num w:numId="33">
    <w:abstractNumId w:val="34"/>
  </w:num>
  <w:num w:numId="34">
    <w:abstractNumId w:val="29"/>
  </w:num>
  <w:num w:numId="3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nl-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8A8"/>
    <w:rsid w:val="00005DF3"/>
    <w:rsid w:val="00006790"/>
    <w:rsid w:val="000113DF"/>
    <w:rsid w:val="0002064C"/>
    <w:rsid w:val="00027624"/>
    <w:rsid w:val="00050F6B"/>
    <w:rsid w:val="000678CD"/>
    <w:rsid w:val="00070AF8"/>
    <w:rsid w:val="00072C8C"/>
    <w:rsid w:val="00081CE0"/>
    <w:rsid w:val="00084D30"/>
    <w:rsid w:val="00090320"/>
    <w:rsid w:val="000931C0"/>
    <w:rsid w:val="00097003"/>
    <w:rsid w:val="000A2E09"/>
    <w:rsid w:val="000B151F"/>
    <w:rsid w:val="000B175B"/>
    <w:rsid w:val="000B3A0F"/>
    <w:rsid w:val="000B3F44"/>
    <w:rsid w:val="000D3CA6"/>
    <w:rsid w:val="000E0415"/>
    <w:rsid w:val="000F7715"/>
    <w:rsid w:val="001255FD"/>
    <w:rsid w:val="00134DF5"/>
    <w:rsid w:val="001512CF"/>
    <w:rsid w:val="00155536"/>
    <w:rsid w:val="00156B99"/>
    <w:rsid w:val="00166124"/>
    <w:rsid w:val="001830BE"/>
    <w:rsid w:val="00184DDA"/>
    <w:rsid w:val="001900CD"/>
    <w:rsid w:val="00195FB3"/>
    <w:rsid w:val="001A0452"/>
    <w:rsid w:val="001B4B04"/>
    <w:rsid w:val="001B5875"/>
    <w:rsid w:val="001C4B9C"/>
    <w:rsid w:val="001C6663"/>
    <w:rsid w:val="001C7895"/>
    <w:rsid w:val="001D26DF"/>
    <w:rsid w:val="001E766E"/>
    <w:rsid w:val="001F1599"/>
    <w:rsid w:val="001F19C4"/>
    <w:rsid w:val="002043F0"/>
    <w:rsid w:val="00211E0B"/>
    <w:rsid w:val="0021496F"/>
    <w:rsid w:val="00232575"/>
    <w:rsid w:val="0024413A"/>
    <w:rsid w:val="00247258"/>
    <w:rsid w:val="00257CAC"/>
    <w:rsid w:val="00261316"/>
    <w:rsid w:val="0027237A"/>
    <w:rsid w:val="002974E9"/>
    <w:rsid w:val="002A306B"/>
    <w:rsid w:val="002A7F94"/>
    <w:rsid w:val="002B109A"/>
    <w:rsid w:val="002B7015"/>
    <w:rsid w:val="002C6C63"/>
    <w:rsid w:val="002C6D45"/>
    <w:rsid w:val="002D469B"/>
    <w:rsid w:val="002D6E53"/>
    <w:rsid w:val="002F046D"/>
    <w:rsid w:val="002F3023"/>
    <w:rsid w:val="00301764"/>
    <w:rsid w:val="003229D8"/>
    <w:rsid w:val="00336C97"/>
    <w:rsid w:val="00337F88"/>
    <w:rsid w:val="00342432"/>
    <w:rsid w:val="0035223F"/>
    <w:rsid w:val="00352D4B"/>
    <w:rsid w:val="003543BC"/>
    <w:rsid w:val="0035638C"/>
    <w:rsid w:val="0036566C"/>
    <w:rsid w:val="003A46BB"/>
    <w:rsid w:val="003A4EC7"/>
    <w:rsid w:val="003A7295"/>
    <w:rsid w:val="003B1F60"/>
    <w:rsid w:val="003C2CC4"/>
    <w:rsid w:val="003D2B98"/>
    <w:rsid w:val="003D4B23"/>
    <w:rsid w:val="003E278A"/>
    <w:rsid w:val="00404BA7"/>
    <w:rsid w:val="00413520"/>
    <w:rsid w:val="00416EC3"/>
    <w:rsid w:val="00420607"/>
    <w:rsid w:val="004325CB"/>
    <w:rsid w:val="00440A07"/>
    <w:rsid w:val="00451CAA"/>
    <w:rsid w:val="00454DC4"/>
    <w:rsid w:val="00462880"/>
    <w:rsid w:val="00462C93"/>
    <w:rsid w:val="00476F24"/>
    <w:rsid w:val="00481A36"/>
    <w:rsid w:val="00487292"/>
    <w:rsid w:val="004A5D33"/>
    <w:rsid w:val="004B5CFD"/>
    <w:rsid w:val="004C55B0"/>
    <w:rsid w:val="004E0F1B"/>
    <w:rsid w:val="004F32E4"/>
    <w:rsid w:val="004F6BA0"/>
    <w:rsid w:val="00503BEA"/>
    <w:rsid w:val="00505604"/>
    <w:rsid w:val="00506634"/>
    <w:rsid w:val="00517F52"/>
    <w:rsid w:val="0053330D"/>
    <w:rsid w:val="00533616"/>
    <w:rsid w:val="00535ABA"/>
    <w:rsid w:val="00536971"/>
    <w:rsid w:val="0053768B"/>
    <w:rsid w:val="00541FBA"/>
    <w:rsid w:val="005420F2"/>
    <w:rsid w:val="0054285C"/>
    <w:rsid w:val="005447A8"/>
    <w:rsid w:val="00554039"/>
    <w:rsid w:val="00557855"/>
    <w:rsid w:val="00576996"/>
    <w:rsid w:val="00584173"/>
    <w:rsid w:val="0059001C"/>
    <w:rsid w:val="00595520"/>
    <w:rsid w:val="005A44B9"/>
    <w:rsid w:val="005B1BA0"/>
    <w:rsid w:val="005B3DB3"/>
    <w:rsid w:val="005C0268"/>
    <w:rsid w:val="005C2CC7"/>
    <w:rsid w:val="005D15CA"/>
    <w:rsid w:val="005D258C"/>
    <w:rsid w:val="005F08DF"/>
    <w:rsid w:val="005F3066"/>
    <w:rsid w:val="005F3E61"/>
    <w:rsid w:val="00604DDD"/>
    <w:rsid w:val="006115CC"/>
    <w:rsid w:val="00611FC4"/>
    <w:rsid w:val="006130E2"/>
    <w:rsid w:val="006176FB"/>
    <w:rsid w:val="00630FCB"/>
    <w:rsid w:val="00640B26"/>
    <w:rsid w:val="0065766B"/>
    <w:rsid w:val="006770B2"/>
    <w:rsid w:val="00686A48"/>
    <w:rsid w:val="0068763C"/>
    <w:rsid w:val="00693E74"/>
    <w:rsid w:val="006940E1"/>
    <w:rsid w:val="006A3C72"/>
    <w:rsid w:val="006A7392"/>
    <w:rsid w:val="006B03A1"/>
    <w:rsid w:val="006B2BA1"/>
    <w:rsid w:val="006B61B1"/>
    <w:rsid w:val="006B67D9"/>
    <w:rsid w:val="006C5535"/>
    <w:rsid w:val="006D0589"/>
    <w:rsid w:val="006D5B86"/>
    <w:rsid w:val="006E564B"/>
    <w:rsid w:val="006E7154"/>
    <w:rsid w:val="006F7917"/>
    <w:rsid w:val="007003CD"/>
    <w:rsid w:val="0070701E"/>
    <w:rsid w:val="007079EF"/>
    <w:rsid w:val="007149D2"/>
    <w:rsid w:val="0072632A"/>
    <w:rsid w:val="007358E8"/>
    <w:rsid w:val="00736ECE"/>
    <w:rsid w:val="0074533B"/>
    <w:rsid w:val="007643BC"/>
    <w:rsid w:val="00772D17"/>
    <w:rsid w:val="00780C68"/>
    <w:rsid w:val="00783539"/>
    <w:rsid w:val="007959FE"/>
    <w:rsid w:val="007A0CF1"/>
    <w:rsid w:val="007B6071"/>
    <w:rsid w:val="007B6BA5"/>
    <w:rsid w:val="007C3390"/>
    <w:rsid w:val="007C42D8"/>
    <w:rsid w:val="007C4F4B"/>
    <w:rsid w:val="007D3E14"/>
    <w:rsid w:val="007D6F65"/>
    <w:rsid w:val="007D7362"/>
    <w:rsid w:val="007E3AC6"/>
    <w:rsid w:val="007F5CE2"/>
    <w:rsid w:val="007F6611"/>
    <w:rsid w:val="00800EB9"/>
    <w:rsid w:val="00810BAC"/>
    <w:rsid w:val="008161A8"/>
    <w:rsid w:val="008175E9"/>
    <w:rsid w:val="008242D7"/>
    <w:rsid w:val="0082577B"/>
    <w:rsid w:val="00825CB5"/>
    <w:rsid w:val="00827D77"/>
    <w:rsid w:val="008342F3"/>
    <w:rsid w:val="00866893"/>
    <w:rsid w:val="00866F02"/>
    <w:rsid w:val="00867D18"/>
    <w:rsid w:val="00871F9A"/>
    <w:rsid w:val="00871FD5"/>
    <w:rsid w:val="00880E16"/>
    <w:rsid w:val="0088172E"/>
    <w:rsid w:val="00881EFA"/>
    <w:rsid w:val="00882504"/>
    <w:rsid w:val="008879CB"/>
    <w:rsid w:val="008979B1"/>
    <w:rsid w:val="00897E41"/>
    <w:rsid w:val="008A6B25"/>
    <w:rsid w:val="008A6C4F"/>
    <w:rsid w:val="008B389E"/>
    <w:rsid w:val="008B6C06"/>
    <w:rsid w:val="008D045E"/>
    <w:rsid w:val="008D1C06"/>
    <w:rsid w:val="008D3F25"/>
    <w:rsid w:val="008D4D82"/>
    <w:rsid w:val="008E0E46"/>
    <w:rsid w:val="008E49FC"/>
    <w:rsid w:val="008E7116"/>
    <w:rsid w:val="008F143B"/>
    <w:rsid w:val="008F3882"/>
    <w:rsid w:val="008F4B7C"/>
    <w:rsid w:val="00914954"/>
    <w:rsid w:val="00926E47"/>
    <w:rsid w:val="00947162"/>
    <w:rsid w:val="009610D0"/>
    <w:rsid w:val="0096375C"/>
    <w:rsid w:val="009662E6"/>
    <w:rsid w:val="0097095E"/>
    <w:rsid w:val="00980A94"/>
    <w:rsid w:val="00981CD5"/>
    <w:rsid w:val="0098592B"/>
    <w:rsid w:val="00985FC4"/>
    <w:rsid w:val="00990766"/>
    <w:rsid w:val="00991261"/>
    <w:rsid w:val="009964C4"/>
    <w:rsid w:val="009A7B81"/>
    <w:rsid w:val="009B4D75"/>
    <w:rsid w:val="009B7EB7"/>
    <w:rsid w:val="009C1EBB"/>
    <w:rsid w:val="009C73D9"/>
    <w:rsid w:val="009D01C0"/>
    <w:rsid w:val="009D6A08"/>
    <w:rsid w:val="009E0A16"/>
    <w:rsid w:val="009E33AE"/>
    <w:rsid w:val="009E6CB7"/>
    <w:rsid w:val="009E7970"/>
    <w:rsid w:val="009F20F1"/>
    <w:rsid w:val="009F2EAC"/>
    <w:rsid w:val="009F57E3"/>
    <w:rsid w:val="00A10636"/>
    <w:rsid w:val="00A10F4F"/>
    <w:rsid w:val="00A11067"/>
    <w:rsid w:val="00A1704A"/>
    <w:rsid w:val="00A22872"/>
    <w:rsid w:val="00A32555"/>
    <w:rsid w:val="00A36AC2"/>
    <w:rsid w:val="00A425EB"/>
    <w:rsid w:val="00A50582"/>
    <w:rsid w:val="00A72F22"/>
    <w:rsid w:val="00A733BC"/>
    <w:rsid w:val="00A748A6"/>
    <w:rsid w:val="00A76A69"/>
    <w:rsid w:val="00A879A4"/>
    <w:rsid w:val="00AA0FF8"/>
    <w:rsid w:val="00AC0373"/>
    <w:rsid w:val="00AC0F2C"/>
    <w:rsid w:val="00AC31F4"/>
    <w:rsid w:val="00AC502A"/>
    <w:rsid w:val="00AD22AE"/>
    <w:rsid w:val="00AE1E26"/>
    <w:rsid w:val="00AE7D15"/>
    <w:rsid w:val="00AF4085"/>
    <w:rsid w:val="00AF58C1"/>
    <w:rsid w:val="00AF70B3"/>
    <w:rsid w:val="00B04A3F"/>
    <w:rsid w:val="00B06643"/>
    <w:rsid w:val="00B15055"/>
    <w:rsid w:val="00B20551"/>
    <w:rsid w:val="00B241C5"/>
    <w:rsid w:val="00B30179"/>
    <w:rsid w:val="00B31E0B"/>
    <w:rsid w:val="00B33FC7"/>
    <w:rsid w:val="00B37B15"/>
    <w:rsid w:val="00B4162A"/>
    <w:rsid w:val="00B45C02"/>
    <w:rsid w:val="00B70B63"/>
    <w:rsid w:val="00B72A1E"/>
    <w:rsid w:val="00B74A70"/>
    <w:rsid w:val="00B81E12"/>
    <w:rsid w:val="00B92D95"/>
    <w:rsid w:val="00B96C50"/>
    <w:rsid w:val="00BA339B"/>
    <w:rsid w:val="00BB23CC"/>
    <w:rsid w:val="00BC1E7E"/>
    <w:rsid w:val="00BC74E9"/>
    <w:rsid w:val="00BD2A19"/>
    <w:rsid w:val="00BE36A9"/>
    <w:rsid w:val="00BE618E"/>
    <w:rsid w:val="00BE7BEC"/>
    <w:rsid w:val="00BF0A5A"/>
    <w:rsid w:val="00BF0E63"/>
    <w:rsid w:val="00BF12A3"/>
    <w:rsid w:val="00BF16D7"/>
    <w:rsid w:val="00BF2373"/>
    <w:rsid w:val="00BF279B"/>
    <w:rsid w:val="00C044E2"/>
    <w:rsid w:val="00C048CB"/>
    <w:rsid w:val="00C066F3"/>
    <w:rsid w:val="00C34FCF"/>
    <w:rsid w:val="00C463DD"/>
    <w:rsid w:val="00C5004E"/>
    <w:rsid w:val="00C56CFF"/>
    <w:rsid w:val="00C745C3"/>
    <w:rsid w:val="00C978F5"/>
    <w:rsid w:val="00CA24A4"/>
    <w:rsid w:val="00CB348D"/>
    <w:rsid w:val="00CC11D8"/>
    <w:rsid w:val="00CC21B9"/>
    <w:rsid w:val="00CD46F5"/>
    <w:rsid w:val="00CD7567"/>
    <w:rsid w:val="00CE4816"/>
    <w:rsid w:val="00CE4A8F"/>
    <w:rsid w:val="00CF071D"/>
    <w:rsid w:val="00D0123D"/>
    <w:rsid w:val="00D15B04"/>
    <w:rsid w:val="00D2031B"/>
    <w:rsid w:val="00D22531"/>
    <w:rsid w:val="00D243FE"/>
    <w:rsid w:val="00D25FE2"/>
    <w:rsid w:val="00D37001"/>
    <w:rsid w:val="00D37DA9"/>
    <w:rsid w:val="00D406A7"/>
    <w:rsid w:val="00D43252"/>
    <w:rsid w:val="00D44D86"/>
    <w:rsid w:val="00D50B7D"/>
    <w:rsid w:val="00D52012"/>
    <w:rsid w:val="00D704E5"/>
    <w:rsid w:val="00D72727"/>
    <w:rsid w:val="00D80285"/>
    <w:rsid w:val="00D978C6"/>
    <w:rsid w:val="00DA0956"/>
    <w:rsid w:val="00DA357F"/>
    <w:rsid w:val="00DA3E12"/>
    <w:rsid w:val="00DA603A"/>
    <w:rsid w:val="00DB276D"/>
    <w:rsid w:val="00DC18AD"/>
    <w:rsid w:val="00DF7CAE"/>
    <w:rsid w:val="00E042AA"/>
    <w:rsid w:val="00E423C0"/>
    <w:rsid w:val="00E46734"/>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06D06"/>
    <w:rsid w:val="00F21786"/>
    <w:rsid w:val="00F25D06"/>
    <w:rsid w:val="00F31CFF"/>
    <w:rsid w:val="00F3742B"/>
    <w:rsid w:val="00F40B79"/>
    <w:rsid w:val="00F41FDB"/>
    <w:rsid w:val="00F50597"/>
    <w:rsid w:val="00F56D63"/>
    <w:rsid w:val="00F609A9"/>
    <w:rsid w:val="00F7094A"/>
    <w:rsid w:val="00F80C99"/>
    <w:rsid w:val="00F867EC"/>
    <w:rsid w:val="00F91B2B"/>
    <w:rsid w:val="00FC03CD"/>
    <w:rsid w:val="00FC0646"/>
    <w:rsid w:val="00FC68B7"/>
    <w:rsid w:val="00FE6985"/>
    <w:rsid w:val="00FF3E02"/>
    <w:rsid w:val="00FF3E4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uiPriority w:val="99"/>
    <w:qFormat/>
    <w:rsid w:val="00E925AD"/>
    <w:pPr>
      <w:numPr>
        <w:numId w:val="22"/>
      </w:numPr>
      <w:spacing w:after="0" w:line="240" w:lineRule="auto"/>
      <w:ind w:right="0"/>
      <w:jc w:val="left"/>
      <w:outlineLvl w:val="0"/>
    </w:pPr>
  </w:style>
  <w:style w:type="paragraph" w:styleId="Heading2">
    <w:name w:val="heading 2"/>
    <w:basedOn w:val="Normal"/>
    <w:next w:val="Normal"/>
    <w:link w:val="Heading2Char"/>
    <w:uiPriority w:val="99"/>
    <w:qFormat/>
    <w:rsid w:val="00E925AD"/>
    <w:pPr>
      <w:numPr>
        <w:ilvl w:val="1"/>
        <w:numId w:val="22"/>
      </w:numPr>
      <w:spacing w:line="240" w:lineRule="auto"/>
      <w:outlineLvl w:val="1"/>
    </w:pPr>
  </w:style>
  <w:style w:type="paragraph" w:styleId="Heading3">
    <w:name w:val="heading 3"/>
    <w:basedOn w:val="Normal"/>
    <w:next w:val="Normal"/>
    <w:link w:val="Heading3Char"/>
    <w:uiPriority w:val="99"/>
    <w:qFormat/>
    <w:rsid w:val="00E925AD"/>
    <w:pPr>
      <w:numPr>
        <w:ilvl w:val="2"/>
        <w:numId w:val="22"/>
      </w:numPr>
      <w:spacing w:line="240" w:lineRule="auto"/>
      <w:outlineLvl w:val="2"/>
    </w:pPr>
  </w:style>
  <w:style w:type="paragraph" w:styleId="Heading4">
    <w:name w:val="heading 4"/>
    <w:basedOn w:val="Normal"/>
    <w:next w:val="Normal"/>
    <w:link w:val="Heading4Char"/>
    <w:uiPriority w:val="99"/>
    <w:qFormat/>
    <w:rsid w:val="00E925AD"/>
    <w:pPr>
      <w:numPr>
        <w:ilvl w:val="3"/>
        <w:numId w:val="22"/>
      </w:numPr>
      <w:spacing w:line="240" w:lineRule="auto"/>
      <w:outlineLvl w:val="3"/>
    </w:pPr>
  </w:style>
  <w:style w:type="paragraph" w:styleId="Heading5">
    <w:name w:val="heading 5"/>
    <w:basedOn w:val="Normal"/>
    <w:next w:val="Normal"/>
    <w:link w:val="Heading5Char"/>
    <w:uiPriority w:val="99"/>
    <w:qFormat/>
    <w:rsid w:val="00E925AD"/>
    <w:pPr>
      <w:numPr>
        <w:ilvl w:val="4"/>
        <w:numId w:val="22"/>
      </w:numPr>
      <w:spacing w:line="240" w:lineRule="auto"/>
      <w:outlineLvl w:val="4"/>
    </w:pPr>
  </w:style>
  <w:style w:type="paragraph" w:styleId="Heading6">
    <w:name w:val="heading 6"/>
    <w:basedOn w:val="Normal"/>
    <w:next w:val="Normal"/>
    <w:link w:val="Heading6Char"/>
    <w:uiPriority w:val="99"/>
    <w:qFormat/>
    <w:rsid w:val="00E925AD"/>
    <w:pPr>
      <w:numPr>
        <w:ilvl w:val="5"/>
        <w:numId w:val="22"/>
      </w:numPr>
      <w:spacing w:line="240" w:lineRule="auto"/>
      <w:outlineLvl w:val="5"/>
    </w:pPr>
  </w:style>
  <w:style w:type="paragraph" w:styleId="Heading7">
    <w:name w:val="heading 7"/>
    <w:basedOn w:val="Normal"/>
    <w:next w:val="Normal"/>
    <w:link w:val="Heading7Char"/>
    <w:uiPriority w:val="99"/>
    <w:qFormat/>
    <w:rsid w:val="00E925AD"/>
    <w:pPr>
      <w:numPr>
        <w:ilvl w:val="6"/>
        <w:numId w:val="22"/>
      </w:numPr>
      <w:spacing w:line="240" w:lineRule="auto"/>
      <w:outlineLvl w:val="6"/>
    </w:pPr>
  </w:style>
  <w:style w:type="paragraph" w:styleId="Heading8">
    <w:name w:val="heading 8"/>
    <w:basedOn w:val="Normal"/>
    <w:next w:val="Normal"/>
    <w:link w:val="Heading8Char"/>
    <w:uiPriority w:val="99"/>
    <w:qFormat/>
    <w:rsid w:val="00E925AD"/>
    <w:pPr>
      <w:numPr>
        <w:ilvl w:val="7"/>
        <w:numId w:val="22"/>
      </w:numPr>
      <w:spacing w:line="240" w:lineRule="auto"/>
      <w:outlineLvl w:val="7"/>
    </w:pPr>
  </w:style>
  <w:style w:type="paragraph" w:styleId="Heading9">
    <w:name w:val="heading 9"/>
    <w:basedOn w:val="Normal"/>
    <w:next w:val="Normal"/>
    <w:link w:val="Heading9Char"/>
    <w:uiPriority w:val="99"/>
    <w:qFormat/>
    <w:rsid w:val="00E925AD"/>
    <w:pPr>
      <w:numPr>
        <w:ilvl w:val="8"/>
        <w:numId w:val="22"/>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1"/>
    <w:link w:val="FootnoteText"/>
    <w:rsid w:val="00097003"/>
    <w:rPr>
      <w:sz w:val="18"/>
      <w:lang w:val="en-GB" w:eastAsia="en-US"/>
    </w:rPr>
  </w:style>
  <w:style w:type="character" w:customStyle="1" w:styleId="FootnoteTextChar1">
    <w:name w:val="Footnote Text Char1"/>
    <w:aliases w:val="5_G Char1,5_GR Char,Footnote Text Char Char"/>
    <w:locked/>
    <w:rsid w:val="00DB276D"/>
    <w:rPr>
      <w:sz w:val="18"/>
      <w:lang w:val="en-GB" w:eastAsia="en-US" w:bidi="ar-SA"/>
    </w:rPr>
  </w:style>
  <w:style w:type="character" w:customStyle="1" w:styleId="SingleTxtGChar">
    <w:name w:val="_ Single Txt_G Char"/>
    <w:link w:val="SingleTxtG"/>
    <w:qFormat/>
    <w:rsid w:val="007D3E14"/>
    <w:rPr>
      <w:lang w:val="en-GB"/>
    </w:rPr>
  </w:style>
  <w:style w:type="paragraph" w:customStyle="1" w:styleId="para">
    <w:name w:val="para"/>
    <w:basedOn w:val="Normal"/>
    <w:link w:val="paraChar"/>
    <w:qFormat/>
    <w:rsid w:val="007D3E14"/>
    <w:pPr>
      <w:spacing w:after="120"/>
      <w:ind w:left="2268" w:right="1134" w:hanging="1134"/>
      <w:jc w:val="both"/>
    </w:pPr>
    <w:rPr>
      <w:lang w:eastAsia="en-US"/>
    </w:rPr>
  </w:style>
  <w:style w:type="character" w:customStyle="1" w:styleId="paraChar">
    <w:name w:val="para Char"/>
    <w:link w:val="para"/>
    <w:rsid w:val="007D3E14"/>
    <w:rPr>
      <w:lang w:val="en-GB" w:eastAsia="en-US"/>
    </w:rPr>
  </w:style>
  <w:style w:type="paragraph" w:styleId="PlainText">
    <w:name w:val="Plain Text"/>
    <w:basedOn w:val="Normal"/>
    <w:link w:val="PlainTextChar"/>
    <w:rsid w:val="00B74A70"/>
    <w:rPr>
      <w:rFonts w:eastAsia="MS Mincho" w:cs="Courier New"/>
      <w:lang w:eastAsia="en-US"/>
    </w:rPr>
  </w:style>
  <w:style w:type="character" w:customStyle="1" w:styleId="PlainTextChar">
    <w:name w:val="Plain Text Char"/>
    <w:basedOn w:val="DefaultParagraphFont"/>
    <w:link w:val="PlainText"/>
    <w:rsid w:val="00B74A70"/>
    <w:rPr>
      <w:rFonts w:eastAsia="MS Mincho" w:cs="Courier New"/>
      <w:lang w:val="en-GB" w:eastAsia="en-US"/>
    </w:rPr>
  </w:style>
  <w:style w:type="paragraph" w:styleId="BodyText">
    <w:name w:val="Body Text"/>
    <w:basedOn w:val="Normal"/>
    <w:next w:val="Normal"/>
    <w:link w:val="BodyTextChar"/>
    <w:uiPriority w:val="1"/>
    <w:qFormat/>
    <w:rsid w:val="00B74A70"/>
    <w:rPr>
      <w:rFonts w:eastAsia="MS Mincho"/>
      <w:lang w:eastAsia="en-US"/>
    </w:rPr>
  </w:style>
  <w:style w:type="character" w:customStyle="1" w:styleId="BodyTextChar">
    <w:name w:val="Body Text Char"/>
    <w:basedOn w:val="DefaultParagraphFont"/>
    <w:link w:val="BodyText"/>
    <w:uiPriority w:val="1"/>
    <w:rsid w:val="00B74A70"/>
    <w:rPr>
      <w:rFonts w:eastAsia="MS Mincho"/>
      <w:lang w:val="en-GB" w:eastAsia="en-US"/>
    </w:rPr>
  </w:style>
  <w:style w:type="paragraph" w:styleId="BodyTextIndent">
    <w:name w:val="Body Text Indent"/>
    <w:basedOn w:val="Normal"/>
    <w:link w:val="BodyTextIndentChar"/>
    <w:rsid w:val="00B74A70"/>
    <w:pPr>
      <w:spacing w:after="120"/>
      <w:ind w:left="283"/>
    </w:pPr>
    <w:rPr>
      <w:rFonts w:eastAsia="MS Mincho"/>
      <w:lang w:eastAsia="en-US"/>
    </w:rPr>
  </w:style>
  <w:style w:type="character" w:customStyle="1" w:styleId="BodyTextIndentChar">
    <w:name w:val="Body Text Indent Char"/>
    <w:basedOn w:val="DefaultParagraphFont"/>
    <w:link w:val="BodyTextIndent"/>
    <w:rsid w:val="00B74A70"/>
    <w:rPr>
      <w:rFonts w:eastAsia="MS Mincho"/>
      <w:lang w:val="en-GB" w:eastAsia="en-US"/>
    </w:rPr>
  </w:style>
  <w:style w:type="paragraph" w:styleId="BlockText">
    <w:name w:val="Block Text"/>
    <w:basedOn w:val="Normal"/>
    <w:rsid w:val="00B74A70"/>
    <w:pPr>
      <w:ind w:left="1440" w:right="1440"/>
    </w:pPr>
    <w:rPr>
      <w:rFonts w:eastAsia="MS Mincho"/>
      <w:lang w:eastAsia="en-US"/>
    </w:rPr>
  </w:style>
  <w:style w:type="character" w:styleId="CommentReference">
    <w:name w:val="annotation reference"/>
    <w:uiPriority w:val="99"/>
    <w:rsid w:val="00B74A70"/>
    <w:rPr>
      <w:sz w:val="6"/>
    </w:rPr>
  </w:style>
  <w:style w:type="paragraph" w:styleId="CommentText">
    <w:name w:val="annotation text"/>
    <w:basedOn w:val="Normal"/>
    <w:link w:val="CommentTextChar"/>
    <w:uiPriority w:val="99"/>
    <w:rsid w:val="00B74A70"/>
    <w:rPr>
      <w:rFonts w:eastAsia="MS Mincho"/>
      <w:lang w:eastAsia="en-US"/>
    </w:rPr>
  </w:style>
  <w:style w:type="character" w:customStyle="1" w:styleId="CommentTextChar">
    <w:name w:val="Comment Text Char"/>
    <w:basedOn w:val="DefaultParagraphFont"/>
    <w:link w:val="CommentText"/>
    <w:uiPriority w:val="99"/>
    <w:rsid w:val="00B74A70"/>
    <w:rPr>
      <w:rFonts w:eastAsia="MS Mincho"/>
      <w:lang w:val="en-GB" w:eastAsia="en-US"/>
    </w:rPr>
  </w:style>
  <w:style w:type="character" w:styleId="LineNumber">
    <w:name w:val="line number"/>
    <w:rsid w:val="00B74A70"/>
    <w:rPr>
      <w:sz w:val="14"/>
    </w:rPr>
  </w:style>
  <w:style w:type="numbering" w:styleId="111111">
    <w:name w:val="Outline List 2"/>
    <w:basedOn w:val="NoList"/>
    <w:rsid w:val="00B74A70"/>
    <w:pPr>
      <w:numPr>
        <w:numId w:val="20"/>
      </w:numPr>
    </w:pPr>
  </w:style>
  <w:style w:type="numbering" w:styleId="1ai">
    <w:name w:val="Outline List 1"/>
    <w:basedOn w:val="NoList"/>
    <w:rsid w:val="00B74A70"/>
    <w:pPr>
      <w:numPr>
        <w:numId w:val="21"/>
      </w:numPr>
    </w:pPr>
  </w:style>
  <w:style w:type="numbering" w:styleId="ArticleSection">
    <w:name w:val="Outline List 3"/>
    <w:basedOn w:val="NoList"/>
    <w:rsid w:val="00B74A70"/>
    <w:pPr>
      <w:numPr>
        <w:numId w:val="22"/>
      </w:numPr>
    </w:pPr>
  </w:style>
  <w:style w:type="paragraph" w:styleId="BodyText2">
    <w:name w:val="Body Text 2"/>
    <w:basedOn w:val="Normal"/>
    <w:link w:val="BodyText2Char"/>
    <w:rsid w:val="00B74A70"/>
    <w:pPr>
      <w:spacing w:after="120" w:line="480" w:lineRule="auto"/>
    </w:pPr>
    <w:rPr>
      <w:rFonts w:eastAsia="MS Mincho"/>
      <w:lang w:eastAsia="en-US"/>
    </w:rPr>
  </w:style>
  <w:style w:type="character" w:customStyle="1" w:styleId="BodyText2Char">
    <w:name w:val="Body Text 2 Char"/>
    <w:basedOn w:val="DefaultParagraphFont"/>
    <w:link w:val="BodyText2"/>
    <w:rsid w:val="00B74A70"/>
    <w:rPr>
      <w:rFonts w:eastAsia="MS Mincho"/>
      <w:lang w:val="en-GB" w:eastAsia="en-US"/>
    </w:rPr>
  </w:style>
  <w:style w:type="paragraph" w:styleId="BodyText3">
    <w:name w:val="Body Text 3"/>
    <w:basedOn w:val="Normal"/>
    <w:link w:val="BodyText3Char"/>
    <w:rsid w:val="00B74A70"/>
    <w:pPr>
      <w:spacing w:after="120"/>
    </w:pPr>
    <w:rPr>
      <w:rFonts w:eastAsia="MS Mincho"/>
      <w:sz w:val="16"/>
      <w:szCs w:val="16"/>
      <w:lang w:eastAsia="en-US"/>
    </w:rPr>
  </w:style>
  <w:style w:type="character" w:customStyle="1" w:styleId="BodyText3Char">
    <w:name w:val="Body Text 3 Char"/>
    <w:basedOn w:val="DefaultParagraphFont"/>
    <w:link w:val="BodyText3"/>
    <w:rsid w:val="00B74A70"/>
    <w:rPr>
      <w:rFonts w:eastAsia="MS Mincho"/>
      <w:sz w:val="16"/>
      <w:szCs w:val="16"/>
      <w:lang w:val="en-GB" w:eastAsia="en-US"/>
    </w:rPr>
  </w:style>
  <w:style w:type="paragraph" w:styleId="BodyTextFirstIndent">
    <w:name w:val="Body Text First Indent"/>
    <w:basedOn w:val="BodyText"/>
    <w:link w:val="BodyTextFirstIndentChar"/>
    <w:rsid w:val="00B74A70"/>
    <w:pPr>
      <w:spacing w:after="120"/>
      <w:ind w:firstLine="210"/>
    </w:pPr>
  </w:style>
  <w:style w:type="character" w:customStyle="1" w:styleId="BodyTextFirstIndentChar">
    <w:name w:val="Body Text First Indent Char"/>
    <w:basedOn w:val="BodyTextChar"/>
    <w:link w:val="BodyTextFirstIndent"/>
    <w:rsid w:val="00B74A70"/>
    <w:rPr>
      <w:rFonts w:eastAsia="MS Mincho"/>
      <w:lang w:val="en-GB" w:eastAsia="en-US"/>
    </w:rPr>
  </w:style>
  <w:style w:type="paragraph" w:styleId="BodyTextFirstIndent2">
    <w:name w:val="Body Text First Indent 2"/>
    <w:basedOn w:val="BodyTextIndent"/>
    <w:link w:val="BodyTextFirstIndent2Char"/>
    <w:rsid w:val="00B74A70"/>
    <w:pPr>
      <w:ind w:firstLine="210"/>
    </w:pPr>
  </w:style>
  <w:style w:type="character" w:customStyle="1" w:styleId="BodyTextFirstIndent2Char">
    <w:name w:val="Body Text First Indent 2 Char"/>
    <w:basedOn w:val="BodyTextIndentChar"/>
    <w:link w:val="BodyTextFirstIndent2"/>
    <w:rsid w:val="00B74A70"/>
    <w:rPr>
      <w:rFonts w:eastAsia="MS Mincho"/>
      <w:lang w:val="en-GB" w:eastAsia="en-US"/>
    </w:rPr>
  </w:style>
  <w:style w:type="paragraph" w:styleId="BodyTextIndent2">
    <w:name w:val="Body Text Indent 2"/>
    <w:basedOn w:val="Normal"/>
    <w:link w:val="BodyTextIndent2Char"/>
    <w:rsid w:val="00B74A70"/>
    <w:pPr>
      <w:spacing w:after="120" w:line="480" w:lineRule="auto"/>
      <w:ind w:left="283"/>
    </w:pPr>
    <w:rPr>
      <w:rFonts w:eastAsia="MS Mincho"/>
      <w:lang w:eastAsia="en-US"/>
    </w:rPr>
  </w:style>
  <w:style w:type="character" w:customStyle="1" w:styleId="BodyTextIndent2Char">
    <w:name w:val="Body Text Indent 2 Char"/>
    <w:basedOn w:val="DefaultParagraphFont"/>
    <w:link w:val="BodyTextIndent2"/>
    <w:rsid w:val="00B74A70"/>
    <w:rPr>
      <w:rFonts w:eastAsia="MS Mincho"/>
      <w:lang w:val="en-GB" w:eastAsia="en-US"/>
    </w:rPr>
  </w:style>
  <w:style w:type="paragraph" w:styleId="BodyTextIndent3">
    <w:name w:val="Body Text Indent 3"/>
    <w:basedOn w:val="Normal"/>
    <w:link w:val="BodyTextIndent3Char"/>
    <w:rsid w:val="00B74A70"/>
    <w:pPr>
      <w:spacing w:after="120"/>
      <w:ind w:left="283"/>
    </w:pPr>
    <w:rPr>
      <w:rFonts w:eastAsia="MS Mincho"/>
      <w:sz w:val="16"/>
      <w:szCs w:val="16"/>
      <w:lang w:eastAsia="en-US"/>
    </w:rPr>
  </w:style>
  <w:style w:type="character" w:customStyle="1" w:styleId="BodyTextIndent3Char">
    <w:name w:val="Body Text Indent 3 Char"/>
    <w:basedOn w:val="DefaultParagraphFont"/>
    <w:link w:val="BodyTextIndent3"/>
    <w:rsid w:val="00B74A70"/>
    <w:rPr>
      <w:rFonts w:eastAsia="MS Mincho"/>
      <w:sz w:val="16"/>
      <w:szCs w:val="16"/>
      <w:lang w:val="en-GB" w:eastAsia="en-US"/>
    </w:rPr>
  </w:style>
  <w:style w:type="paragraph" w:styleId="Closing">
    <w:name w:val="Closing"/>
    <w:basedOn w:val="Normal"/>
    <w:link w:val="ClosingChar"/>
    <w:rsid w:val="00B74A70"/>
    <w:pPr>
      <w:ind w:left="4252"/>
    </w:pPr>
    <w:rPr>
      <w:rFonts w:eastAsia="MS Mincho"/>
      <w:lang w:eastAsia="en-US"/>
    </w:rPr>
  </w:style>
  <w:style w:type="character" w:customStyle="1" w:styleId="ClosingChar">
    <w:name w:val="Closing Char"/>
    <w:basedOn w:val="DefaultParagraphFont"/>
    <w:link w:val="Closing"/>
    <w:rsid w:val="00B74A70"/>
    <w:rPr>
      <w:rFonts w:eastAsia="MS Mincho"/>
      <w:lang w:val="en-GB" w:eastAsia="en-US"/>
    </w:rPr>
  </w:style>
  <w:style w:type="paragraph" w:styleId="Date">
    <w:name w:val="Date"/>
    <w:basedOn w:val="Normal"/>
    <w:next w:val="Normal"/>
    <w:link w:val="DateChar"/>
    <w:rsid w:val="00B74A70"/>
    <w:rPr>
      <w:rFonts w:eastAsia="MS Mincho"/>
      <w:lang w:eastAsia="en-US"/>
    </w:rPr>
  </w:style>
  <w:style w:type="character" w:customStyle="1" w:styleId="DateChar">
    <w:name w:val="Date Char"/>
    <w:basedOn w:val="DefaultParagraphFont"/>
    <w:link w:val="Date"/>
    <w:rsid w:val="00B74A70"/>
    <w:rPr>
      <w:rFonts w:eastAsia="MS Mincho"/>
      <w:lang w:val="en-GB" w:eastAsia="en-US"/>
    </w:rPr>
  </w:style>
  <w:style w:type="paragraph" w:styleId="E-mailSignature">
    <w:name w:val="E-mail Signature"/>
    <w:basedOn w:val="Normal"/>
    <w:link w:val="E-mailSignatureChar"/>
    <w:rsid w:val="00B74A70"/>
    <w:rPr>
      <w:rFonts w:eastAsia="MS Mincho"/>
      <w:lang w:eastAsia="en-US"/>
    </w:rPr>
  </w:style>
  <w:style w:type="character" w:customStyle="1" w:styleId="E-mailSignatureChar">
    <w:name w:val="E-mail Signature Char"/>
    <w:basedOn w:val="DefaultParagraphFont"/>
    <w:link w:val="E-mailSignature"/>
    <w:rsid w:val="00B74A70"/>
    <w:rPr>
      <w:rFonts w:eastAsia="MS Mincho"/>
      <w:lang w:val="en-GB" w:eastAsia="en-US"/>
    </w:rPr>
  </w:style>
  <w:style w:type="character" w:styleId="Emphasis">
    <w:name w:val="Emphasis"/>
    <w:qFormat/>
    <w:rsid w:val="00B74A70"/>
    <w:rPr>
      <w:i/>
      <w:iCs/>
    </w:rPr>
  </w:style>
  <w:style w:type="paragraph" w:styleId="EnvelopeReturn">
    <w:name w:val="envelope return"/>
    <w:basedOn w:val="Normal"/>
    <w:rsid w:val="00B74A70"/>
    <w:rPr>
      <w:rFonts w:ascii="Arial" w:eastAsia="MS Mincho" w:hAnsi="Arial" w:cs="Arial"/>
      <w:lang w:eastAsia="en-US"/>
    </w:rPr>
  </w:style>
  <w:style w:type="character" w:styleId="HTMLAcronym">
    <w:name w:val="HTML Acronym"/>
    <w:basedOn w:val="DefaultParagraphFont"/>
    <w:rsid w:val="00B74A70"/>
  </w:style>
  <w:style w:type="paragraph" w:styleId="HTMLAddress">
    <w:name w:val="HTML Address"/>
    <w:basedOn w:val="Normal"/>
    <w:link w:val="HTMLAddressChar"/>
    <w:rsid w:val="00B74A70"/>
    <w:rPr>
      <w:rFonts w:eastAsia="MS Mincho"/>
      <w:i/>
      <w:iCs/>
      <w:lang w:eastAsia="en-US"/>
    </w:rPr>
  </w:style>
  <w:style w:type="character" w:customStyle="1" w:styleId="HTMLAddressChar">
    <w:name w:val="HTML Address Char"/>
    <w:basedOn w:val="DefaultParagraphFont"/>
    <w:link w:val="HTMLAddress"/>
    <w:rsid w:val="00B74A70"/>
    <w:rPr>
      <w:rFonts w:eastAsia="MS Mincho"/>
      <w:i/>
      <w:iCs/>
      <w:lang w:val="en-GB" w:eastAsia="en-US"/>
    </w:rPr>
  </w:style>
  <w:style w:type="character" w:styleId="HTMLCite">
    <w:name w:val="HTML Cite"/>
    <w:rsid w:val="00B74A70"/>
    <w:rPr>
      <w:i/>
      <w:iCs/>
    </w:rPr>
  </w:style>
  <w:style w:type="character" w:styleId="HTMLCode">
    <w:name w:val="HTML Code"/>
    <w:rsid w:val="00B74A70"/>
    <w:rPr>
      <w:rFonts w:ascii="Courier New" w:hAnsi="Courier New" w:cs="Courier New"/>
      <w:sz w:val="20"/>
      <w:szCs w:val="20"/>
    </w:rPr>
  </w:style>
  <w:style w:type="character" w:styleId="HTMLDefinition">
    <w:name w:val="HTML Definition"/>
    <w:rsid w:val="00B74A70"/>
    <w:rPr>
      <w:i/>
      <w:iCs/>
    </w:rPr>
  </w:style>
  <w:style w:type="character" w:styleId="HTMLKeyboard">
    <w:name w:val="HTML Keyboard"/>
    <w:rsid w:val="00B74A70"/>
    <w:rPr>
      <w:rFonts w:ascii="Courier New" w:hAnsi="Courier New" w:cs="Courier New"/>
      <w:sz w:val="20"/>
      <w:szCs w:val="20"/>
    </w:rPr>
  </w:style>
  <w:style w:type="paragraph" w:styleId="HTMLPreformatted">
    <w:name w:val="HTML Preformatted"/>
    <w:basedOn w:val="Normal"/>
    <w:link w:val="HTMLPreformattedChar"/>
    <w:rsid w:val="00B74A70"/>
    <w:rPr>
      <w:rFonts w:ascii="Courier New" w:eastAsia="MS Mincho" w:hAnsi="Courier New" w:cs="Courier New"/>
      <w:lang w:eastAsia="en-US"/>
    </w:rPr>
  </w:style>
  <w:style w:type="character" w:customStyle="1" w:styleId="HTMLPreformattedChar">
    <w:name w:val="HTML Preformatted Char"/>
    <w:basedOn w:val="DefaultParagraphFont"/>
    <w:link w:val="HTMLPreformatted"/>
    <w:rsid w:val="00B74A70"/>
    <w:rPr>
      <w:rFonts w:ascii="Courier New" w:eastAsia="MS Mincho" w:hAnsi="Courier New" w:cs="Courier New"/>
      <w:lang w:val="en-GB" w:eastAsia="en-US"/>
    </w:rPr>
  </w:style>
  <w:style w:type="character" w:styleId="HTMLSample">
    <w:name w:val="HTML Sample"/>
    <w:rsid w:val="00B74A70"/>
    <w:rPr>
      <w:rFonts w:ascii="Courier New" w:hAnsi="Courier New" w:cs="Courier New"/>
    </w:rPr>
  </w:style>
  <w:style w:type="character" w:styleId="HTMLTypewriter">
    <w:name w:val="HTML Typewriter"/>
    <w:rsid w:val="00B74A70"/>
    <w:rPr>
      <w:rFonts w:ascii="Courier New" w:hAnsi="Courier New" w:cs="Courier New"/>
      <w:sz w:val="20"/>
      <w:szCs w:val="20"/>
    </w:rPr>
  </w:style>
  <w:style w:type="character" w:styleId="HTMLVariable">
    <w:name w:val="HTML Variable"/>
    <w:rsid w:val="00B74A70"/>
    <w:rPr>
      <w:i/>
      <w:iCs/>
    </w:rPr>
  </w:style>
  <w:style w:type="paragraph" w:styleId="List">
    <w:name w:val="List"/>
    <w:basedOn w:val="Normal"/>
    <w:rsid w:val="00B74A70"/>
    <w:pPr>
      <w:ind w:left="283" w:hanging="283"/>
    </w:pPr>
    <w:rPr>
      <w:rFonts w:eastAsia="MS Mincho"/>
      <w:lang w:eastAsia="en-US"/>
    </w:rPr>
  </w:style>
  <w:style w:type="paragraph" w:styleId="List2">
    <w:name w:val="List 2"/>
    <w:basedOn w:val="Normal"/>
    <w:rsid w:val="00B74A70"/>
    <w:pPr>
      <w:ind w:left="566" w:hanging="283"/>
    </w:pPr>
    <w:rPr>
      <w:rFonts w:eastAsia="MS Mincho"/>
      <w:lang w:eastAsia="en-US"/>
    </w:rPr>
  </w:style>
  <w:style w:type="paragraph" w:styleId="List3">
    <w:name w:val="List 3"/>
    <w:basedOn w:val="Normal"/>
    <w:rsid w:val="00B74A70"/>
    <w:pPr>
      <w:ind w:left="849" w:hanging="283"/>
    </w:pPr>
    <w:rPr>
      <w:rFonts w:eastAsia="MS Mincho"/>
      <w:lang w:eastAsia="en-US"/>
    </w:rPr>
  </w:style>
  <w:style w:type="paragraph" w:styleId="List4">
    <w:name w:val="List 4"/>
    <w:basedOn w:val="Normal"/>
    <w:rsid w:val="00B74A70"/>
    <w:pPr>
      <w:ind w:left="1132" w:hanging="283"/>
    </w:pPr>
    <w:rPr>
      <w:rFonts w:eastAsia="MS Mincho"/>
      <w:lang w:eastAsia="en-US"/>
    </w:rPr>
  </w:style>
  <w:style w:type="paragraph" w:styleId="List5">
    <w:name w:val="List 5"/>
    <w:basedOn w:val="Normal"/>
    <w:rsid w:val="00B74A70"/>
    <w:pPr>
      <w:ind w:left="1415" w:hanging="283"/>
    </w:pPr>
    <w:rPr>
      <w:rFonts w:eastAsia="MS Mincho"/>
      <w:lang w:eastAsia="en-US"/>
    </w:rPr>
  </w:style>
  <w:style w:type="paragraph" w:styleId="ListBullet">
    <w:name w:val="List Bullet"/>
    <w:basedOn w:val="Normal"/>
    <w:rsid w:val="00B74A70"/>
    <w:pPr>
      <w:tabs>
        <w:tab w:val="num" w:pos="360"/>
      </w:tabs>
      <w:ind w:left="360" w:hanging="360"/>
    </w:pPr>
    <w:rPr>
      <w:rFonts w:eastAsia="MS Mincho"/>
      <w:lang w:eastAsia="en-US"/>
    </w:rPr>
  </w:style>
  <w:style w:type="paragraph" w:styleId="ListBullet2">
    <w:name w:val="List Bullet 2"/>
    <w:basedOn w:val="Normal"/>
    <w:rsid w:val="00B74A70"/>
    <w:pPr>
      <w:tabs>
        <w:tab w:val="num" w:pos="643"/>
      </w:tabs>
      <w:ind w:left="643" w:hanging="360"/>
    </w:pPr>
    <w:rPr>
      <w:rFonts w:eastAsia="MS Mincho"/>
      <w:lang w:eastAsia="en-US"/>
    </w:rPr>
  </w:style>
  <w:style w:type="paragraph" w:styleId="ListBullet3">
    <w:name w:val="List Bullet 3"/>
    <w:basedOn w:val="Normal"/>
    <w:rsid w:val="00B74A70"/>
    <w:pPr>
      <w:tabs>
        <w:tab w:val="num" w:pos="926"/>
      </w:tabs>
      <w:ind w:left="926" w:hanging="360"/>
    </w:pPr>
    <w:rPr>
      <w:rFonts w:eastAsia="MS Mincho"/>
      <w:lang w:eastAsia="en-US"/>
    </w:rPr>
  </w:style>
  <w:style w:type="paragraph" w:styleId="ListBullet4">
    <w:name w:val="List Bullet 4"/>
    <w:basedOn w:val="Normal"/>
    <w:rsid w:val="00B74A70"/>
    <w:pPr>
      <w:tabs>
        <w:tab w:val="num" w:pos="1209"/>
      </w:tabs>
      <w:ind w:left="1209" w:hanging="360"/>
    </w:pPr>
    <w:rPr>
      <w:rFonts w:eastAsia="MS Mincho"/>
      <w:lang w:eastAsia="en-US"/>
    </w:rPr>
  </w:style>
  <w:style w:type="paragraph" w:styleId="ListBullet5">
    <w:name w:val="List Bullet 5"/>
    <w:basedOn w:val="Normal"/>
    <w:rsid w:val="00B74A70"/>
    <w:pPr>
      <w:tabs>
        <w:tab w:val="num" w:pos="1492"/>
      </w:tabs>
      <w:ind w:left="1492" w:hanging="360"/>
    </w:pPr>
    <w:rPr>
      <w:rFonts w:eastAsia="MS Mincho"/>
      <w:lang w:eastAsia="en-US"/>
    </w:rPr>
  </w:style>
  <w:style w:type="paragraph" w:styleId="ListContinue">
    <w:name w:val="List Continue"/>
    <w:basedOn w:val="Normal"/>
    <w:rsid w:val="00B74A70"/>
    <w:pPr>
      <w:spacing w:after="120"/>
      <w:ind w:left="283"/>
    </w:pPr>
    <w:rPr>
      <w:rFonts w:eastAsia="MS Mincho"/>
      <w:lang w:eastAsia="en-US"/>
    </w:rPr>
  </w:style>
  <w:style w:type="paragraph" w:styleId="ListContinue2">
    <w:name w:val="List Continue 2"/>
    <w:basedOn w:val="Normal"/>
    <w:rsid w:val="00B74A70"/>
    <w:pPr>
      <w:spacing w:after="120"/>
      <w:ind w:left="566"/>
    </w:pPr>
    <w:rPr>
      <w:rFonts w:eastAsia="MS Mincho"/>
      <w:lang w:eastAsia="en-US"/>
    </w:rPr>
  </w:style>
  <w:style w:type="paragraph" w:styleId="ListContinue3">
    <w:name w:val="List Continue 3"/>
    <w:basedOn w:val="Normal"/>
    <w:rsid w:val="00B74A70"/>
    <w:pPr>
      <w:spacing w:after="120"/>
      <w:ind w:left="849"/>
    </w:pPr>
    <w:rPr>
      <w:rFonts w:eastAsia="MS Mincho"/>
      <w:lang w:eastAsia="en-US"/>
    </w:rPr>
  </w:style>
  <w:style w:type="paragraph" w:styleId="ListContinue4">
    <w:name w:val="List Continue 4"/>
    <w:basedOn w:val="Normal"/>
    <w:rsid w:val="00B74A70"/>
    <w:pPr>
      <w:spacing w:after="120"/>
      <w:ind w:left="1132"/>
    </w:pPr>
    <w:rPr>
      <w:rFonts w:eastAsia="MS Mincho"/>
      <w:lang w:eastAsia="en-US"/>
    </w:rPr>
  </w:style>
  <w:style w:type="paragraph" w:styleId="ListContinue5">
    <w:name w:val="List Continue 5"/>
    <w:basedOn w:val="Normal"/>
    <w:rsid w:val="00B74A70"/>
    <w:pPr>
      <w:spacing w:after="120"/>
      <w:ind w:left="1415"/>
    </w:pPr>
    <w:rPr>
      <w:rFonts w:eastAsia="MS Mincho"/>
      <w:lang w:eastAsia="en-US"/>
    </w:rPr>
  </w:style>
  <w:style w:type="paragraph" w:styleId="ListNumber">
    <w:name w:val="List Number"/>
    <w:basedOn w:val="Normal"/>
    <w:rsid w:val="00B74A70"/>
    <w:pPr>
      <w:tabs>
        <w:tab w:val="num" w:pos="360"/>
      </w:tabs>
      <w:ind w:left="360" w:hanging="360"/>
    </w:pPr>
    <w:rPr>
      <w:rFonts w:eastAsia="MS Mincho"/>
      <w:lang w:eastAsia="en-US"/>
    </w:rPr>
  </w:style>
  <w:style w:type="paragraph" w:styleId="ListNumber2">
    <w:name w:val="List Number 2"/>
    <w:basedOn w:val="Normal"/>
    <w:rsid w:val="00B74A70"/>
    <w:pPr>
      <w:tabs>
        <w:tab w:val="num" w:pos="643"/>
      </w:tabs>
      <w:ind w:left="643" w:hanging="360"/>
    </w:pPr>
    <w:rPr>
      <w:rFonts w:eastAsia="MS Mincho"/>
      <w:lang w:eastAsia="en-US"/>
    </w:rPr>
  </w:style>
  <w:style w:type="paragraph" w:styleId="ListNumber3">
    <w:name w:val="List Number 3"/>
    <w:basedOn w:val="Normal"/>
    <w:rsid w:val="00B74A70"/>
    <w:pPr>
      <w:tabs>
        <w:tab w:val="num" w:pos="926"/>
      </w:tabs>
      <w:ind w:left="926" w:hanging="360"/>
    </w:pPr>
    <w:rPr>
      <w:rFonts w:eastAsia="MS Mincho"/>
      <w:lang w:eastAsia="en-US"/>
    </w:rPr>
  </w:style>
  <w:style w:type="paragraph" w:styleId="ListNumber4">
    <w:name w:val="List Number 4"/>
    <w:basedOn w:val="Normal"/>
    <w:rsid w:val="00B74A70"/>
    <w:pPr>
      <w:tabs>
        <w:tab w:val="num" w:pos="1209"/>
      </w:tabs>
      <w:ind w:left="1209" w:hanging="360"/>
    </w:pPr>
    <w:rPr>
      <w:rFonts w:eastAsia="MS Mincho"/>
      <w:lang w:eastAsia="en-US"/>
    </w:rPr>
  </w:style>
  <w:style w:type="paragraph" w:styleId="ListNumber5">
    <w:name w:val="List Number 5"/>
    <w:basedOn w:val="Normal"/>
    <w:rsid w:val="00B74A70"/>
    <w:pPr>
      <w:tabs>
        <w:tab w:val="num" w:pos="1492"/>
      </w:tabs>
      <w:ind w:left="1492" w:hanging="360"/>
    </w:pPr>
    <w:rPr>
      <w:rFonts w:eastAsia="MS Mincho"/>
      <w:lang w:eastAsia="en-US"/>
    </w:rPr>
  </w:style>
  <w:style w:type="paragraph" w:styleId="MessageHeader">
    <w:name w:val="Message Header"/>
    <w:basedOn w:val="Normal"/>
    <w:link w:val="MessageHeaderChar"/>
    <w:rsid w:val="00B74A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eastAsia="en-US"/>
    </w:rPr>
  </w:style>
  <w:style w:type="character" w:customStyle="1" w:styleId="MessageHeaderChar">
    <w:name w:val="Message Header Char"/>
    <w:basedOn w:val="DefaultParagraphFont"/>
    <w:link w:val="MessageHeader"/>
    <w:rsid w:val="00B74A70"/>
    <w:rPr>
      <w:rFonts w:ascii="Arial" w:eastAsia="MS Mincho" w:hAnsi="Arial" w:cs="Arial"/>
      <w:sz w:val="24"/>
      <w:szCs w:val="24"/>
      <w:shd w:val="pct20" w:color="auto" w:fill="auto"/>
      <w:lang w:val="en-GB" w:eastAsia="en-US"/>
    </w:rPr>
  </w:style>
  <w:style w:type="paragraph" w:styleId="NormalWeb">
    <w:name w:val="Normal (Web)"/>
    <w:basedOn w:val="Normal"/>
    <w:link w:val="NormalWebChar"/>
    <w:uiPriority w:val="99"/>
    <w:rsid w:val="00B74A70"/>
    <w:rPr>
      <w:rFonts w:eastAsia="MS Mincho"/>
      <w:sz w:val="24"/>
      <w:szCs w:val="24"/>
      <w:lang w:eastAsia="en-US"/>
    </w:rPr>
  </w:style>
  <w:style w:type="paragraph" w:styleId="NormalIndent">
    <w:name w:val="Normal Indent"/>
    <w:basedOn w:val="Normal"/>
    <w:rsid w:val="00B74A70"/>
    <w:pPr>
      <w:ind w:left="567"/>
    </w:pPr>
    <w:rPr>
      <w:rFonts w:eastAsia="MS Mincho"/>
      <w:lang w:eastAsia="en-US"/>
    </w:rPr>
  </w:style>
  <w:style w:type="paragraph" w:styleId="NoteHeading">
    <w:name w:val="Note Heading"/>
    <w:basedOn w:val="Normal"/>
    <w:next w:val="Normal"/>
    <w:link w:val="NoteHeadingChar"/>
    <w:rsid w:val="00B74A70"/>
    <w:rPr>
      <w:rFonts w:eastAsia="MS Mincho"/>
      <w:lang w:eastAsia="en-US"/>
    </w:rPr>
  </w:style>
  <w:style w:type="character" w:customStyle="1" w:styleId="NoteHeadingChar">
    <w:name w:val="Note Heading Char"/>
    <w:basedOn w:val="DefaultParagraphFont"/>
    <w:link w:val="NoteHeading"/>
    <w:rsid w:val="00B74A70"/>
    <w:rPr>
      <w:rFonts w:eastAsia="MS Mincho"/>
      <w:lang w:val="en-GB" w:eastAsia="en-US"/>
    </w:rPr>
  </w:style>
  <w:style w:type="paragraph" w:styleId="Salutation">
    <w:name w:val="Salutation"/>
    <w:basedOn w:val="Normal"/>
    <w:next w:val="Normal"/>
    <w:link w:val="SalutationChar"/>
    <w:rsid w:val="00B74A70"/>
    <w:rPr>
      <w:rFonts w:eastAsia="MS Mincho"/>
      <w:lang w:eastAsia="en-US"/>
    </w:rPr>
  </w:style>
  <w:style w:type="character" w:customStyle="1" w:styleId="SalutationChar">
    <w:name w:val="Salutation Char"/>
    <w:basedOn w:val="DefaultParagraphFont"/>
    <w:link w:val="Salutation"/>
    <w:rsid w:val="00B74A70"/>
    <w:rPr>
      <w:rFonts w:eastAsia="MS Mincho"/>
      <w:lang w:val="en-GB" w:eastAsia="en-US"/>
    </w:rPr>
  </w:style>
  <w:style w:type="paragraph" w:styleId="Signature">
    <w:name w:val="Signature"/>
    <w:basedOn w:val="Normal"/>
    <w:link w:val="SignatureChar"/>
    <w:rsid w:val="00B74A70"/>
    <w:pPr>
      <w:ind w:left="4252"/>
    </w:pPr>
    <w:rPr>
      <w:rFonts w:eastAsia="MS Mincho"/>
      <w:lang w:eastAsia="en-US"/>
    </w:rPr>
  </w:style>
  <w:style w:type="character" w:customStyle="1" w:styleId="SignatureChar">
    <w:name w:val="Signature Char"/>
    <w:basedOn w:val="DefaultParagraphFont"/>
    <w:link w:val="Signature"/>
    <w:rsid w:val="00B74A70"/>
    <w:rPr>
      <w:rFonts w:eastAsia="MS Mincho"/>
      <w:lang w:val="en-GB" w:eastAsia="en-US"/>
    </w:rPr>
  </w:style>
  <w:style w:type="character" w:styleId="Strong">
    <w:name w:val="Strong"/>
    <w:qFormat/>
    <w:rsid w:val="00B74A70"/>
    <w:rPr>
      <w:b/>
      <w:bCs/>
    </w:rPr>
  </w:style>
  <w:style w:type="paragraph" w:styleId="Subtitle">
    <w:name w:val="Subtitle"/>
    <w:basedOn w:val="Normal"/>
    <w:link w:val="SubtitleChar"/>
    <w:qFormat/>
    <w:rsid w:val="00B74A70"/>
    <w:pPr>
      <w:spacing w:after="60"/>
      <w:jc w:val="center"/>
      <w:outlineLvl w:val="1"/>
    </w:pPr>
    <w:rPr>
      <w:rFonts w:ascii="Arial" w:eastAsia="MS Mincho" w:hAnsi="Arial" w:cs="Arial"/>
      <w:sz w:val="24"/>
      <w:szCs w:val="24"/>
      <w:lang w:eastAsia="en-US"/>
    </w:rPr>
  </w:style>
  <w:style w:type="character" w:customStyle="1" w:styleId="SubtitleChar">
    <w:name w:val="Subtitle Char"/>
    <w:basedOn w:val="DefaultParagraphFont"/>
    <w:link w:val="Subtitle"/>
    <w:rsid w:val="00B74A70"/>
    <w:rPr>
      <w:rFonts w:ascii="Arial" w:eastAsia="MS Mincho" w:hAnsi="Arial" w:cs="Arial"/>
      <w:sz w:val="24"/>
      <w:szCs w:val="24"/>
      <w:lang w:val="en-GB" w:eastAsia="en-US"/>
    </w:rPr>
  </w:style>
  <w:style w:type="table" w:styleId="Table3Deffects1">
    <w:name w:val="Table 3D effects 1"/>
    <w:basedOn w:val="TableNormal"/>
    <w:rsid w:val="00B74A70"/>
    <w:pPr>
      <w:suppressAutoHyphens/>
      <w:spacing w:line="240" w:lineRule="atLeast"/>
    </w:pPr>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74A70"/>
    <w:pPr>
      <w:suppressAutoHyphens/>
      <w:spacing w:line="240" w:lineRule="atLeast"/>
    </w:pPr>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74A70"/>
    <w:pPr>
      <w:suppressAutoHyphens/>
      <w:spacing w:line="240" w:lineRule="atLeast"/>
    </w:pPr>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74A70"/>
    <w:pPr>
      <w:suppressAutoHyphens/>
      <w:spacing w:line="240" w:lineRule="atLeast"/>
    </w:pPr>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74A70"/>
    <w:pPr>
      <w:suppressAutoHyphens/>
      <w:spacing w:line="240" w:lineRule="atLeast"/>
    </w:pPr>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74A70"/>
    <w:pPr>
      <w:suppressAutoHyphens/>
      <w:spacing w:line="240" w:lineRule="atLeast"/>
    </w:pPr>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74A70"/>
    <w:pPr>
      <w:suppressAutoHyphens/>
      <w:spacing w:line="240" w:lineRule="atLeast"/>
    </w:pPr>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74A70"/>
    <w:pPr>
      <w:suppressAutoHyphens/>
      <w:spacing w:line="240" w:lineRule="atLeast"/>
    </w:pPr>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74A70"/>
    <w:pPr>
      <w:suppressAutoHyphens/>
      <w:spacing w:line="240" w:lineRule="atLeast"/>
    </w:pPr>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74A70"/>
    <w:pPr>
      <w:suppressAutoHyphens/>
      <w:spacing w:line="240" w:lineRule="atLeast"/>
    </w:pPr>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74A70"/>
    <w:pPr>
      <w:suppressAutoHyphens/>
      <w:spacing w:line="240" w:lineRule="atLeast"/>
    </w:pPr>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74A70"/>
    <w:pPr>
      <w:suppressAutoHyphens/>
      <w:spacing w:line="240" w:lineRule="atLeast"/>
    </w:pPr>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74A70"/>
    <w:pPr>
      <w:suppressAutoHyphens/>
      <w:spacing w:line="240" w:lineRule="atLeast"/>
    </w:pPr>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74A70"/>
    <w:pPr>
      <w:suppressAutoHyphens/>
      <w:spacing w:line="240" w:lineRule="atLeast"/>
    </w:pPr>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74A70"/>
    <w:pPr>
      <w:suppressAutoHyphens/>
      <w:spacing w:line="240" w:lineRule="atLeast"/>
    </w:pPr>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74A70"/>
    <w:pPr>
      <w:suppressAutoHyphens/>
      <w:spacing w:line="240" w:lineRule="atLeast"/>
    </w:pPr>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74A70"/>
    <w:pPr>
      <w:suppressAutoHyphens/>
      <w:spacing w:line="240" w:lineRule="atLeast"/>
    </w:pPr>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74A70"/>
    <w:pPr>
      <w:suppressAutoHyphens/>
      <w:spacing w:line="240" w:lineRule="atLeast"/>
    </w:pPr>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74A70"/>
    <w:pPr>
      <w:suppressAutoHyphens/>
      <w:spacing w:line="240" w:lineRule="atLeast"/>
    </w:pPr>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74A70"/>
    <w:pPr>
      <w:suppressAutoHyphens/>
      <w:spacing w:line="240" w:lineRule="atLeast"/>
    </w:pPr>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74A70"/>
    <w:pPr>
      <w:suppressAutoHyphens/>
      <w:spacing w:line="240" w:lineRule="atLeast"/>
    </w:pPr>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74A70"/>
    <w:pPr>
      <w:suppressAutoHyphens/>
      <w:spacing w:line="240" w:lineRule="atLeast"/>
    </w:pPr>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74A70"/>
    <w:pPr>
      <w:suppressAutoHyphens/>
      <w:spacing w:line="240" w:lineRule="atLeast"/>
    </w:pPr>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74A70"/>
    <w:pPr>
      <w:suppressAutoHyphens/>
      <w:spacing w:line="240" w:lineRule="atLeast"/>
    </w:pPr>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74A70"/>
    <w:pPr>
      <w:suppressAutoHyphens/>
      <w:spacing w:line="240" w:lineRule="atLeast"/>
    </w:pPr>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74A70"/>
    <w:pPr>
      <w:suppressAutoHyphens/>
      <w:spacing w:line="240" w:lineRule="atLeast"/>
    </w:pPr>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74A70"/>
    <w:pPr>
      <w:suppressAutoHyphens/>
      <w:spacing w:line="240" w:lineRule="atLeast"/>
    </w:pPr>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74A70"/>
    <w:pPr>
      <w:suppressAutoHyphens/>
      <w:spacing w:line="240" w:lineRule="atLeast"/>
    </w:pPr>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74A70"/>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74A70"/>
    <w:pPr>
      <w:suppressAutoHyphens/>
      <w:spacing w:line="240" w:lineRule="atLeast"/>
    </w:pPr>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74A70"/>
    <w:pPr>
      <w:suppressAutoHyphens/>
      <w:spacing w:line="240" w:lineRule="atLeast"/>
    </w:pPr>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74A70"/>
    <w:pPr>
      <w:suppressAutoHyphens/>
      <w:spacing w:line="240" w:lineRule="atLeast"/>
    </w:pPr>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74A70"/>
    <w:pPr>
      <w:spacing w:before="240" w:after="60"/>
      <w:jc w:val="center"/>
      <w:outlineLvl w:val="0"/>
    </w:pPr>
    <w:rPr>
      <w:rFonts w:ascii="Arial" w:eastAsia="MS Mincho" w:hAnsi="Arial" w:cs="Arial"/>
      <w:b/>
      <w:bCs/>
      <w:kern w:val="28"/>
      <w:sz w:val="32"/>
      <w:szCs w:val="32"/>
      <w:lang w:eastAsia="en-US"/>
    </w:rPr>
  </w:style>
  <w:style w:type="character" w:customStyle="1" w:styleId="TitleChar">
    <w:name w:val="Title Char"/>
    <w:basedOn w:val="DefaultParagraphFont"/>
    <w:link w:val="Title"/>
    <w:rsid w:val="00B74A70"/>
    <w:rPr>
      <w:rFonts w:ascii="Arial" w:eastAsia="MS Mincho" w:hAnsi="Arial" w:cs="Arial"/>
      <w:b/>
      <w:bCs/>
      <w:kern w:val="28"/>
      <w:sz w:val="32"/>
      <w:szCs w:val="32"/>
      <w:lang w:val="en-GB" w:eastAsia="en-US"/>
    </w:rPr>
  </w:style>
  <w:style w:type="paragraph" w:styleId="EnvelopeAddress">
    <w:name w:val="envelope address"/>
    <w:basedOn w:val="Normal"/>
    <w:rsid w:val="00B74A70"/>
    <w:pPr>
      <w:framePr w:w="7920" w:h="1980" w:hRule="exact" w:hSpace="180" w:wrap="auto" w:hAnchor="page" w:xAlign="center" w:yAlign="bottom"/>
      <w:ind w:left="2880"/>
    </w:pPr>
    <w:rPr>
      <w:rFonts w:ascii="Arial" w:eastAsia="MS Mincho" w:hAnsi="Arial" w:cs="Arial"/>
      <w:sz w:val="24"/>
      <w:szCs w:val="24"/>
      <w:lang w:eastAsia="en-US"/>
    </w:rPr>
  </w:style>
  <w:style w:type="paragraph" w:styleId="CommentSubject">
    <w:name w:val="annotation subject"/>
    <w:basedOn w:val="CommentText"/>
    <w:next w:val="CommentText"/>
    <w:link w:val="CommentSubjectChar"/>
    <w:rsid w:val="00B74A70"/>
    <w:rPr>
      <w:b/>
      <w:bCs/>
    </w:rPr>
  </w:style>
  <w:style w:type="character" w:customStyle="1" w:styleId="CommentSubjectChar">
    <w:name w:val="Comment Subject Char"/>
    <w:basedOn w:val="CommentTextChar"/>
    <w:link w:val="CommentSubject"/>
    <w:rsid w:val="00B74A70"/>
    <w:rPr>
      <w:rFonts w:eastAsia="MS Mincho"/>
      <w:b/>
      <w:bCs/>
      <w:lang w:val="en-GB" w:eastAsia="en-US"/>
    </w:rPr>
  </w:style>
  <w:style w:type="character" w:customStyle="1" w:styleId="HChGChar">
    <w:name w:val="_ H _Ch_G Char"/>
    <w:link w:val="HChG"/>
    <w:rsid w:val="00B74A70"/>
    <w:rPr>
      <w:b/>
      <w:sz w:val="28"/>
      <w:lang w:val="en-GB"/>
    </w:rPr>
  </w:style>
  <w:style w:type="paragraph" w:styleId="ListParagraph">
    <w:name w:val="List Paragraph"/>
    <w:basedOn w:val="Normal"/>
    <w:uiPriority w:val="34"/>
    <w:qFormat/>
    <w:rsid w:val="00B74A70"/>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B74A70"/>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B74A70"/>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B74A70"/>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B74A70"/>
  </w:style>
  <w:style w:type="character" w:customStyle="1" w:styleId="Heading1Char">
    <w:name w:val="Heading 1 Char"/>
    <w:aliases w:val="Table_G Char"/>
    <w:link w:val="Heading1"/>
    <w:uiPriority w:val="99"/>
    <w:rsid w:val="00B74A70"/>
    <w:rPr>
      <w:lang w:val="en-GB"/>
    </w:rPr>
  </w:style>
  <w:style w:type="paragraph" w:customStyle="1" w:styleId="Para0">
    <w:name w:val="Para"/>
    <w:basedOn w:val="Normal"/>
    <w:qFormat/>
    <w:rsid w:val="00B74A70"/>
    <w:pPr>
      <w:widowControl w:val="0"/>
      <w:suppressAutoHyphens w:val="0"/>
      <w:spacing w:after="120" w:line="240" w:lineRule="exact"/>
      <w:ind w:left="2268" w:right="1134" w:hanging="1134"/>
      <w:jc w:val="both"/>
    </w:pPr>
    <w:rPr>
      <w:rFonts w:eastAsia="MS Mincho"/>
      <w:lang w:val="en-US" w:eastAsia="en-US"/>
    </w:rPr>
  </w:style>
  <w:style w:type="numbering" w:customStyle="1" w:styleId="NoList1">
    <w:name w:val="No List1"/>
    <w:next w:val="NoList"/>
    <w:uiPriority w:val="99"/>
    <w:semiHidden/>
    <w:unhideWhenUsed/>
    <w:rsid w:val="00B74A70"/>
  </w:style>
  <w:style w:type="character" w:customStyle="1" w:styleId="Heading2Char">
    <w:name w:val="Heading 2 Char"/>
    <w:basedOn w:val="DefaultParagraphFont"/>
    <w:link w:val="Heading2"/>
    <w:uiPriority w:val="99"/>
    <w:rsid w:val="00B74A70"/>
    <w:rPr>
      <w:lang w:val="en-GB"/>
    </w:rPr>
  </w:style>
  <w:style w:type="table" w:customStyle="1" w:styleId="TableNormal1">
    <w:name w:val="Table Normal1"/>
    <w:uiPriority w:val="2"/>
    <w:semiHidden/>
    <w:unhideWhenUsed/>
    <w:qFormat/>
    <w:rsid w:val="00B74A7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74A70"/>
    <w:pPr>
      <w:widowControl w:val="0"/>
      <w:suppressAutoHyphens w:val="0"/>
      <w:spacing w:line="240" w:lineRule="auto"/>
    </w:pPr>
    <w:rPr>
      <w:rFonts w:ascii="Calibri" w:eastAsia="Calibri" w:hAnsi="Calibri"/>
      <w:sz w:val="22"/>
      <w:szCs w:val="22"/>
      <w:lang w:val="en-US" w:eastAsia="en-US"/>
    </w:rPr>
  </w:style>
  <w:style w:type="character" w:customStyle="1" w:styleId="HeaderChar">
    <w:name w:val="Header Char"/>
    <w:aliases w:val="6_G Char"/>
    <w:basedOn w:val="DefaultParagraphFont"/>
    <w:link w:val="Header"/>
    <w:rsid w:val="00B74A70"/>
    <w:rPr>
      <w:b/>
      <w:sz w:val="18"/>
      <w:lang w:val="en-GB"/>
    </w:rPr>
  </w:style>
  <w:style w:type="character" w:customStyle="1" w:styleId="FooterChar">
    <w:name w:val="Footer Char"/>
    <w:aliases w:val="3_G Char"/>
    <w:basedOn w:val="DefaultParagraphFont"/>
    <w:link w:val="Footer"/>
    <w:uiPriority w:val="99"/>
    <w:rsid w:val="00B74A70"/>
    <w:rPr>
      <w:sz w:val="16"/>
      <w:lang w:val="en-GB"/>
    </w:rPr>
  </w:style>
  <w:style w:type="table" w:customStyle="1" w:styleId="TableGrid10">
    <w:name w:val="Table Grid1"/>
    <w:basedOn w:val="TableNormal"/>
    <w:next w:val="TableGrid"/>
    <w:rsid w:val="00B74A70"/>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para"/>
    <w:qFormat/>
    <w:rsid w:val="00B74A70"/>
    <w:pPr>
      <w:ind w:left="2835" w:hanging="567"/>
    </w:pPr>
    <w:rPr>
      <w:rFonts w:eastAsiaTheme="minorEastAsia"/>
    </w:rPr>
  </w:style>
  <w:style w:type="paragraph" w:styleId="Revision">
    <w:name w:val="Revision"/>
    <w:hidden/>
    <w:uiPriority w:val="99"/>
    <w:semiHidden/>
    <w:rsid w:val="00B74A70"/>
    <w:rPr>
      <w:rFonts w:eastAsia="MS Mincho"/>
      <w:lang w:val="en-GB" w:eastAsia="en-US"/>
    </w:rPr>
  </w:style>
  <w:style w:type="numbering" w:customStyle="1" w:styleId="1ai1">
    <w:name w:val="1 / a / i1"/>
    <w:basedOn w:val="NoList"/>
    <w:next w:val="1ai"/>
    <w:rsid w:val="00B74A70"/>
    <w:pPr>
      <w:numPr>
        <w:numId w:val="23"/>
      </w:numPr>
    </w:pPr>
  </w:style>
  <w:style w:type="paragraph" w:customStyle="1" w:styleId="REVERSINGTitle">
    <w:name w:val="REVERSING Title"/>
    <w:basedOn w:val="HChG"/>
    <w:next w:val="Title"/>
    <w:link w:val="REVERSINGTitleCar"/>
    <w:qFormat/>
    <w:rsid w:val="00B74A70"/>
    <w:pPr>
      <w:ind w:left="0" w:firstLine="0"/>
    </w:pPr>
    <w:rPr>
      <w:rFonts w:eastAsia="MS Mincho"/>
      <w:lang w:eastAsia="en-US"/>
    </w:rPr>
  </w:style>
  <w:style w:type="character" w:customStyle="1" w:styleId="REVERSINGTitleCar">
    <w:name w:val="REVERSING Title Car"/>
    <w:basedOn w:val="HChGChar"/>
    <w:link w:val="REVERSINGTitle"/>
    <w:rsid w:val="00B74A70"/>
    <w:rPr>
      <w:rFonts w:eastAsia="MS Mincho"/>
      <w:b/>
      <w:sz w:val="28"/>
      <w:lang w:val="en-GB" w:eastAsia="en-US"/>
    </w:rPr>
  </w:style>
  <w:style w:type="character" w:styleId="PlaceholderText">
    <w:name w:val="Placeholder Text"/>
    <w:basedOn w:val="DefaultParagraphFont"/>
    <w:uiPriority w:val="99"/>
    <w:semiHidden/>
    <w:rsid w:val="00B74A70"/>
    <w:rPr>
      <w:color w:val="808080"/>
    </w:rPr>
  </w:style>
  <w:style w:type="paragraph" w:customStyle="1" w:styleId="a0">
    <w:name w:val="Содержимое таблицы"/>
    <w:basedOn w:val="BodyText"/>
    <w:rsid w:val="00DA603A"/>
    <w:pPr>
      <w:suppressLineNumbers/>
      <w:spacing w:after="120" w:line="240" w:lineRule="auto"/>
    </w:pPr>
    <w:rPr>
      <w:rFonts w:eastAsia="Times New Roman"/>
      <w:sz w:val="24"/>
      <w:szCs w:val="24"/>
      <w:lang w:val="ru-RU" w:eastAsia="ar-SA"/>
    </w:rPr>
  </w:style>
  <w:style w:type="paragraph" w:customStyle="1" w:styleId="Default0">
    <w:name w:val="Default"/>
    <w:rsid w:val="00DA603A"/>
    <w:pPr>
      <w:autoSpaceDE w:val="0"/>
      <w:autoSpaceDN w:val="0"/>
      <w:adjustRightInd w:val="0"/>
    </w:pPr>
    <w:rPr>
      <w:color w:val="000000"/>
      <w:sz w:val="24"/>
      <w:szCs w:val="24"/>
      <w:lang w:val="nl-NL" w:eastAsia="nl-NL"/>
    </w:rPr>
  </w:style>
  <w:style w:type="character" w:customStyle="1" w:styleId="WW8Num2z0">
    <w:name w:val="WW8Num2z0"/>
    <w:rsid w:val="00DA603A"/>
    <w:rPr>
      <w:rFonts w:ascii="Symbol" w:hAnsi="Symbol"/>
    </w:rPr>
  </w:style>
  <w:style w:type="character" w:customStyle="1" w:styleId="H56GChar">
    <w:name w:val="_ H_5/6_G Char"/>
    <w:link w:val="H56G"/>
    <w:rsid w:val="00DA603A"/>
    <w:rPr>
      <w:lang w:val="en-GB"/>
    </w:rPr>
  </w:style>
  <w:style w:type="character" w:customStyle="1" w:styleId="H1GChar">
    <w:name w:val="_ H_1_G Char"/>
    <w:link w:val="H1G"/>
    <w:rsid w:val="00DA603A"/>
    <w:rPr>
      <w:b/>
      <w:sz w:val="24"/>
      <w:lang w:val="en-GB"/>
    </w:rPr>
  </w:style>
  <w:style w:type="paragraph" w:customStyle="1" w:styleId="CM1">
    <w:name w:val="CM1"/>
    <w:basedOn w:val="Default0"/>
    <w:next w:val="Default0"/>
    <w:uiPriority w:val="99"/>
    <w:rsid w:val="00DA603A"/>
    <w:rPr>
      <w:rFonts w:ascii="EUAlbertina" w:hAnsi="EUAlbertina"/>
      <w:color w:val="auto"/>
      <w:lang w:val="de-DE" w:eastAsia="de-DE"/>
    </w:rPr>
  </w:style>
  <w:style w:type="paragraph" w:customStyle="1" w:styleId="CM3">
    <w:name w:val="CM3"/>
    <w:basedOn w:val="Default0"/>
    <w:next w:val="Default0"/>
    <w:uiPriority w:val="99"/>
    <w:rsid w:val="00DA603A"/>
    <w:rPr>
      <w:rFonts w:ascii="EUAlbertina" w:hAnsi="EUAlbertina"/>
      <w:color w:val="auto"/>
      <w:lang w:val="de-DE" w:eastAsia="de-DE"/>
    </w:rPr>
  </w:style>
  <w:style w:type="character" w:customStyle="1" w:styleId="Document4">
    <w:name w:val="Document 4"/>
    <w:rsid w:val="00DA603A"/>
    <w:rPr>
      <w:b/>
      <w:bCs/>
      <w:i/>
      <w:iCs/>
      <w:sz w:val="22"/>
      <w:szCs w:val="22"/>
    </w:rPr>
  </w:style>
  <w:style w:type="paragraph" w:customStyle="1" w:styleId="ManualNumPar1">
    <w:name w:val="Manual NumPar 1"/>
    <w:basedOn w:val="Normal"/>
    <w:next w:val="Normal"/>
    <w:rsid w:val="00DA603A"/>
    <w:pPr>
      <w:suppressAutoHyphens w:val="0"/>
      <w:spacing w:before="120" w:after="120" w:line="240" w:lineRule="auto"/>
      <w:ind w:left="851" w:hanging="851"/>
      <w:jc w:val="both"/>
    </w:pPr>
    <w:rPr>
      <w:sz w:val="24"/>
      <w:lang w:eastAsia="ja-JP"/>
    </w:rPr>
  </w:style>
  <w:style w:type="paragraph" w:customStyle="1" w:styleId="Text1">
    <w:name w:val="Text 1"/>
    <w:basedOn w:val="Normal"/>
    <w:rsid w:val="00DA603A"/>
    <w:pPr>
      <w:suppressAutoHyphens w:val="0"/>
      <w:spacing w:before="120" w:after="120" w:line="240" w:lineRule="auto"/>
      <w:ind w:left="851"/>
      <w:jc w:val="both"/>
    </w:pPr>
    <w:rPr>
      <w:sz w:val="24"/>
      <w:lang w:eastAsia="ja-JP"/>
    </w:rPr>
  </w:style>
  <w:style w:type="paragraph" w:styleId="NoSpacing">
    <w:name w:val="No Spacing"/>
    <w:uiPriority w:val="1"/>
    <w:qFormat/>
    <w:rsid w:val="00DA603A"/>
    <w:rPr>
      <w:rFonts w:ascii="Calibri" w:eastAsia="Calibri" w:hAnsi="Calibri"/>
      <w:sz w:val="22"/>
      <w:szCs w:val="22"/>
      <w:lang w:val="de-DE" w:eastAsia="en-US"/>
    </w:rPr>
  </w:style>
  <w:style w:type="paragraph" w:customStyle="1" w:styleId="a1">
    <w:name w:val="a)"/>
    <w:basedOn w:val="SingleTxtG"/>
    <w:uiPriority w:val="99"/>
    <w:rsid w:val="00DA603A"/>
    <w:pPr>
      <w:ind w:left="2835" w:hanging="567"/>
    </w:pPr>
    <w:rPr>
      <w:lang w:eastAsia="en-US"/>
    </w:rPr>
  </w:style>
  <w:style w:type="paragraph" w:customStyle="1" w:styleId="TxBrp5">
    <w:name w:val="TxBr_p5"/>
    <w:basedOn w:val="Normal"/>
    <w:rsid w:val="00DA603A"/>
    <w:pPr>
      <w:tabs>
        <w:tab w:val="left" w:pos="4688"/>
      </w:tabs>
      <w:suppressAutoHyphens w:val="0"/>
      <w:autoSpaceDE w:val="0"/>
      <w:autoSpaceDN w:val="0"/>
      <w:adjustRightInd w:val="0"/>
      <w:ind w:left="568"/>
    </w:pPr>
    <w:rPr>
      <w:szCs w:val="24"/>
      <w:lang w:val="en-US" w:eastAsia="de-DE"/>
    </w:rPr>
  </w:style>
  <w:style w:type="character" w:customStyle="1" w:styleId="Heading3Char">
    <w:name w:val="Heading 3 Char"/>
    <w:link w:val="Heading3"/>
    <w:uiPriority w:val="99"/>
    <w:rsid w:val="00DA603A"/>
    <w:rPr>
      <w:lang w:val="en-GB"/>
    </w:rPr>
  </w:style>
  <w:style w:type="character" w:customStyle="1" w:styleId="Heading4Char">
    <w:name w:val="Heading 4 Char"/>
    <w:link w:val="Heading4"/>
    <w:uiPriority w:val="99"/>
    <w:rsid w:val="00DA603A"/>
    <w:rPr>
      <w:lang w:val="en-GB"/>
    </w:rPr>
  </w:style>
  <w:style w:type="character" w:customStyle="1" w:styleId="Heading5Char">
    <w:name w:val="Heading 5 Char"/>
    <w:link w:val="Heading5"/>
    <w:uiPriority w:val="99"/>
    <w:rsid w:val="00DA603A"/>
    <w:rPr>
      <w:lang w:val="en-GB"/>
    </w:rPr>
  </w:style>
  <w:style w:type="character" w:customStyle="1" w:styleId="Heading6Char">
    <w:name w:val="Heading 6 Char"/>
    <w:link w:val="Heading6"/>
    <w:uiPriority w:val="99"/>
    <w:rsid w:val="00DA603A"/>
    <w:rPr>
      <w:lang w:val="en-GB"/>
    </w:rPr>
  </w:style>
  <w:style w:type="character" w:customStyle="1" w:styleId="Heading7Char">
    <w:name w:val="Heading 7 Char"/>
    <w:link w:val="Heading7"/>
    <w:uiPriority w:val="99"/>
    <w:rsid w:val="00DA603A"/>
    <w:rPr>
      <w:lang w:val="en-GB"/>
    </w:rPr>
  </w:style>
  <w:style w:type="character" w:customStyle="1" w:styleId="Heading8Char">
    <w:name w:val="Heading 8 Char"/>
    <w:link w:val="Heading8"/>
    <w:uiPriority w:val="99"/>
    <w:rsid w:val="00DA603A"/>
    <w:rPr>
      <w:lang w:val="en-GB"/>
    </w:rPr>
  </w:style>
  <w:style w:type="character" w:customStyle="1" w:styleId="Heading9Char">
    <w:name w:val="Heading 9 Char"/>
    <w:link w:val="Heading9"/>
    <w:uiPriority w:val="99"/>
    <w:rsid w:val="00DA603A"/>
    <w:rPr>
      <w:lang w:val="en-GB"/>
    </w:rPr>
  </w:style>
  <w:style w:type="character" w:customStyle="1" w:styleId="EndnoteTextChar">
    <w:name w:val="Endnote Text Char"/>
    <w:aliases w:val="2_G Char"/>
    <w:link w:val="EndnoteText"/>
    <w:rsid w:val="00DA603A"/>
    <w:rPr>
      <w:sz w:val="18"/>
      <w:lang w:val="en-GB"/>
    </w:rPr>
  </w:style>
  <w:style w:type="paragraph" w:styleId="Caption">
    <w:name w:val="caption"/>
    <w:basedOn w:val="Normal"/>
    <w:next w:val="Normal"/>
    <w:uiPriority w:val="35"/>
    <w:unhideWhenUsed/>
    <w:qFormat/>
    <w:rsid w:val="00DA603A"/>
    <w:pPr>
      <w:spacing w:after="200" w:line="240" w:lineRule="auto"/>
    </w:pPr>
    <w:rPr>
      <w:b/>
      <w:bCs/>
      <w:color w:val="4F81BD"/>
      <w:sz w:val="18"/>
      <w:szCs w:val="18"/>
      <w:lang w:val="ru-RU" w:eastAsia="ar-SA"/>
    </w:rPr>
  </w:style>
  <w:style w:type="numbering" w:customStyle="1" w:styleId="1111111">
    <w:name w:val="1 / 1.1 / 1.1.11"/>
    <w:basedOn w:val="NoList"/>
    <w:next w:val="111111"/>
    <w:rsid w:val="00DA603A"/>
  </w:style>
  <w:style w:type="numbering" w:customStyle="1" w:styleId="ArticleSection1">
    <w:name w:val="Article / Section1"/>
    <w:basedOn w:val="NoList"/>
    <w:next w:val="ArticleSection"/>
    <w:semiHidden/>
    <w:rsid w:val="00DA603A"/>
  </w:style>
  <w:style w:type="table" w:customStyle="1" w:styleId="TableGrid20">
    <w:name w:val="Table Grid2"/>
    <w:basedOn w:val="TableNormal"/>
    <w:next w:val="TableGrid"/>
    <w:uiPriority w:val="59"/>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3">
    <w:name w:val="p3"/>
    <w:basedOn w:val="Normal"/>
    <w:next w:val="Normal"/>
    <w:rsid w:val="00DA603A"/>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eastAsia="en-US"/>
    </w:rPr>
  </w:style>
  <w:style w:type="character" w:customStyle="1" w:styleId="zzISOSTDAutomation">
    <w:name w:val="zzISOSTDAutomation"/>
    <w:rsid w:val="00DA603A"/>
    <w:rPr>
      <w:b/>
    </w:rPr>
  </w:style>
  <w:style w:type="paragraph" w:customStyle="1" w:styleId="Normalparagraph">
    <w:name w:val="Normal.paragraph"/>
    <w:rsid w:val="00DA603A"/>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DA603A"/>
    <w:pPr>
      <w:suppressAutoHyphens w:val="0"/>
      <w:spacing w:before="210" w:line="210" w:lineRule="exact"/>
    </w:pPr>
    <w:rPr>
      <w:rFonts w:ascii="Arial" w:hAnsi="Arial"/>
      <w:sz w:val="18"/>
      <w:lang w:eastAsia="en-US"/>
    </w:rPr>
  </w:style>
  <w:style w:type="paragraph" w:customStyle="1" w:styleId="Figuretitle">
    <w:name w:val="Figure title"/>
    <w:basedOn w:val="Normal"/>
    <w:next w:val="Normal"/>
    <w:rsid w:val="00DA603A"/>
    <w:pPr>
      <w:overflowPunct w:val="0"/>
      <w:autoSpaceDE w:val="0"/>
      <w:autoSpaceDN w:val="0"/>
      <w:adjustRightInd w:val="0"/>
      <w:spacing w:before="220" w:after="220" w:line="220" w:lineRule="exact"/>
      <w:jc w:val="center"/>
      <w:textAlignment w:val="baseline"/>
    </w:pPr>
    <w:rPr>
      <w:rFonts w:ascii="Helvetica" w:hAnsi="Helvetica"/>
      <w:b/>
      <w:color w:val="000000"/>
      <w:lang w:val="fr-FR" w:eastAsia="en-US"/>
    </w:rPr>
  </w:style>
  <w:style w:type="table" w:customStyle="1" w:styleId="TableGrid30">
    <w:name w:val="Table Grid3"/>
    <w:basedOn w:val="TableNormal"/>
    <w:next w:val="TableGrid"/>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DA603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eastAsia="en-US"/>
    </w:rPr>
  </w:style>
  <w:style w:type="character" w:customStyle="1" w:styleId="NormalWebChar">
    <w:name w:val="Normal (Web) Char"/>
    <w:link w:val="NormalWeb"/>
    <w:uiPriority w:val="99"/>
    <w:rsid w:val="00DA603A"/>
    <w:rPr>
      <w:rFonts w:eastAsia="MS Mincho"/>
      <w:sz w:val="24"/>
      <w:szCs w:val="24"/>
      <w:lang w:val="en-GB" w:eastAsia="en-US"/>
    </w:rPr>
  </w:style>
  <w:style w:type="paragraph" w:customStyle="1" w:styleId="Annex1">
    <w:name w:val="Annex1"/>
    <w:basedOn w:val="Normal"/>
    <w:qFormat/>
    <w:rsid w:val="00DA603A"/>
    <w:pPr>
      <w:tabs>
        <w:tab w:val="left" w:pos="1700"/>
        <w:tab w:val="right" w:leader="dot" w:pos="8505"/>
      </w:tabs>
      <w:spacing w:after="120"/>
      <w:ind w:left="2268" w:right="1134" w:hanging="1134"/>
      <w:jc w:val="both"/>
    </w:pPr>
    <w:rPr>
      <w:lang w:eastAsia="en-US"/>
    </w:rPr>
  </w:style>
  <w:style w:type="character" w:customStyle="1" w:styleId="FooterChar1">
    <w:name w:val="Footer Char1"/>
    <w:aliases w:val="3_G Char1"/>
    <w:basedOn w:val="DefaultParagraphFont"/>
    <w:uiPriority w:val="99"/>
    <w:semiHidden/>
    <w:rsid w:val="00DA603A"/>
    <w:rPr>
      <w:lang w:eastAsia="en-US"/>
    </w:rPr>
  </w:style>
  <w:style w:type="paragraph" w:customStyle="1" w:styleId="i">
    <w:name w:val="(i)"/>
    <w:basedOn w:val="a"/>
    <w:qFormat/>
    <w:rsid w:val="00DA603A"/>
    <w:pPr>
      <w:widowControl w:val="0"/>
      <w:suppressAutoHyphens w:val="0"/>
      <w:spacing w:line="240" w:lineRule="exact"/>
      <w:ind w:left="3402"/>
    </w:pPr>
    <w:rPr>
      <w:rFonts w:eastAsia="Times New Roman"/>
    </w:rPr>
  </w:style>
  <w:style w:type="paragraph" w:customStyle="1" w:styleId="Document1">
    <w:name w:val="Document[1]"/>
    <w:basedOn w:val="Normal"/>
    <w:rsid w:val="00DA603A"/>
    <w:pPr>
      <w:widowControl w:val="0"/>
      <w:suppressAutoHyphens w:val="0"/>
      <w:spacing w:line="240" w:lineRule="auto"/>
    </w:pPr>
    <w:rPr>
      <w:b/>
      <w:sz w:val="36"/>
      <w:lang w:val="en-US" w:eastAsia="en-US"/>
    </w:rPr>
  </w:style>
  <w:style w:type="paragraph" w:customStyle="1" w:styleId="Document2">
    <w:name w:val="Document[2]"/>
    <w:basedOn w:val="Normal"/>
    <w:rsid w:val="00DA603A"/>
    <w:pPr>
      <w:widowControl w:val="0"/>
      <w:suppressAutoHyphens w:val="0"/>
      <w:spacing w:line="240" w:lineRule="auto"/>
    </w:pPr>
    <w:rPr>
      <w:b/>
      <w:sz w:val="24"/>
      <w:u w:val="single"/>
      <w:lang w:val="en-US" w:eastAsia="en-US"/>
    </w:rPr>
  </w:style>
  <w:style w:type="paragraph" w:customStyle="1" w:styleId="Document3">
    <w:name w:val="Document[3]"/>
    <w:basedOn w:val="Normal"/>
    <w:rsid w:val="00DA603A"/>
    <w:pPr>
      <w:widowControl w:val="0"/>
      <w:suppressAutoHyphens w:val="0"/>
      <w:spacing w:line="240" w:lineRule="auto"/>
    </w:pPr>
    <w:rPr>
      <w:b/>
      <w:sz w:val="24"/>
      <w:lang w:val="en-US" w:eastAsia="en-US"/>
    </w:rPr>
  </w:style>
  <w:style w:type="paragraph" w:customStyle="1" w:styleId="Document40">
    <w:name w:val="Document[4]"/>
    <w:basedOn w:val="Normal"/>
    <w:rsid w:val="00DA603A"/>
    <w:pPr>
      <w:widowControl w:val="0"/>
      <w:suppressAutoHyphens w:val="0"/>
      <w:spacing w:line="240" w:lineRule="auto"/>
    </w:pPr>
    <w:rPr>
      <w:b/>
      <w:i/>
      <w:sz w:val="24"/>
      <w:lang w:val="en-US" w:eastAsia="en-US"/>
    </w:rPr>
  </w:style>
  <w:style w:type="paragraph" w:customStyle="1" w:styleId="Document5">
    <w:name w:val="Document[5]"/>
    <w:basedOn w:val="Normal"/>
    <w:rsid w:val="00DA603A"/>
    <w:pPr>
      <w:widowControl w:val="0"/>
      <w:suppressAutoHyphens w:val="0"/>
      <w:spacing w:line="240" w:lineRule="auto"/>
    </w:pPr>
    <w:rPr>
      <w:sz w:val="24"/>
      <w:lang w:val="en-US" w:eastAsia="en-US"/>
    </w:rPr>
  </w:style>
  <w:style w:type="paragraph" w:customStyle="1" w:styleId="Document6">
    <w:name w:val="Document[6]"/>
    <w:basedOn w:val="Normal"/>
    <w:rsid w:val="00DA603A"/>
    <w:pPr>
      <w:widowControl w:val="0"/>
      <w:suppressAutoHyphens w:val="0"/>
      <w:spacing w:line="240" w:lineRule="auto"/>
    </w:pPr>
    <w:rPr>
      <w:sz w:val="24"/>
      <w:lang w:val="en-US" w:eastAsia="en-US"/>
    </w:rPr>
  </w:style>
  <w:style w:type="paragraph" w:customStyle="1" w:styleId="Document7">
    <w:name w:val="Document[7]"/>
    <w:basedOn w:val="Normal"/>
    <w:rsid w:val="00DA603A"/>
    <w:pPr>
      <w:widowControl w:val="0"/>
      <w:suppressAutoHyphens w:val="0"/>
      <w:spacing w:line="240" w:lineRule="auto"/>
    </w:pPr>
    <w:rPr>
      <w:sz w:val="24"/>
      <w:lang w:val="en-US" w:eastAsia="en-US"/>
    </w:rPr>
  </w:style>
  <w:style w:type="paragraph" w:customStyle="1" w:styleId="Document8">
    <w:name w:val="Document[8]"/>
    <w:basedOn w:val="Normal"/>
    <w:rsid w:val="00DA603A"/>
    <w:pPr>
      <w:widowControl w:val="0"/>
      <w:suppressAutoHyphens w:val="0"/>
      <w:spacing w:line="240" w:lineRule="auto"/>
    </w:pPr>
    <w:rPr>
      <w:sz w:val="24"/>
      <w:lang w:val="en-US" w:eastAsia="en-US"/>
    </w:rPr>
  </w:style>
  <w:style w:type="paragraph" w:customStyle="1" w:styleId="Technical1">
    <w:name w:val="Technical[1]"/>
    <w:basedOn w:val="Normal"/>
    <w:rsid w:val="00DA603A"/>
    <w:pPr>
      <w:widowControl w:val="0"/>
      <w:suppressAutoHyphens w:val="0"/>
      <w:spacing w:line="240" w:lineRule="auto"/>
    </w:pPr>
    <w:rPr>
      <w:b/>
      <w:sz w:val="36"/>
      <w:lang w:val="en-US" w:eastAsia="en-US"/>
    </w:rPr>
  </w:style>
  <w:style w:type="paragraph" w:customStyle="1" w:styleId="Technical2">
    <w:name w:val="Technical[2]"/>
    <w:basedOn w:val="Normal"/>
    <w:rsid w:val="00DA603A"/>
    <w:pPr>
      <w:widowControl w:val="0"/>
      <w:suppressAutoHyphens w:val="0"/>
      <w:spacing w:line="240" w:lineRule="auto"/>
    </w:pPr>
    <w:rPr>
      <w:b/>
      <w:sz w:val="24"/>
      <w:u w:val="single"/>
      <w:lang w:val="en-US" w:eastAsia="en-US"/>
    </w:rPr>
  </w:style>
  <w:style w:type="paragraph" w:customStyle="1" w:styleId="Technical3">
    <w:name w:val="Technical[3]"/>
    <w:basedOn w:val="Normal"/>
    <w:rsid w:val="00DA603A"/>
    <w:pPr>
      <w:widowControl w:val="0"/>
      <w:suppressAutoHyphens w:val="0"/>
      <w:spacing w:line="240" w:lineRule="auto"/>
    </w:pPr>
    <w:rPr>
      <w:b/>
      <w:sz w:val="24"/>
      <w:lang w:val="en-US" w:eastAsia="en-US"/>
    </w:rPr>
  </w:style>
  <w:style w:type="paragraph" w:customStyle="1" w:styleId="Technical4">
    <w:name w:val="Technical[4]"/>
    <w:basedOn w:val="Normal"/>
    <w:rsid w:val="00DA603A"/>
    <w:pPr>
      <w:widowControl w:val="0"/>
      <w:suppressAutoHyphens w:val="0"/>
      <w:spacing w:line="240" w:lineRule="auto"/>
    </w:pPr>
    <w:rPr>
      <w:b/>
      <w:sz w:val="24"/>
      <w:lang w:val="en-US" w:eastAsia="en-US"/>
    </w:rPr>
  </w:style>
  <w:style w:type="paragraph" w:customStyle="1" w:styleId="Technical5">
    <w:name w:val="Technical[5]"/>
    <w:basedOn w:val="Normal"/>
    <w:rsid w:val="00DA603A"/>
    <w:pPr>
      <w:widowControl w:val="0"/>
      <w:suppressAutoHyphens w:val="0"/>
      <w:spacing w:line="240" w:lineRule="auto"/>
    </w:pPr>
    <w:rPr>
      <w:b/>
      <w:sz w:val="24"/>
      <w:lang w:val="en-US" w:eastAsia="en-US"/>
    </w:rPr>
  </w:style>
  <w:style w:type="paragraph" w:customStyle="1" w:styleId="Technical6">
    <w:name w:val="Technical[6]"/>
    <w:basedOn w:val="Normal"/>
    <w:rsid w:val="00DA603A"/>
    <w:pPr>
      <w:widowControl w:val="0"/>
      <w:suppressAutoHyphens w:val="0"/>
      <w:spacing w:line="240" w:lineRule="auto"/>
    </w:pPr>
    <w:rPr>
      <w:b/>
      <w:sz w:val="24"/>
      <w:lang w:val="en-US" w:eastAsia="en-US"/>
    </w:rPr>
  </w:style>
  <w:style w:type="paragraph" w:customStyle="1" w:styleId="Technical7">
    <w:name w:val="Technical[7]"/>
    <w:basedOn w:val="Normal"/>
    <w:rsid w:val="00DA603A"/>
    <w:pPr>
      <w:widowControl w:val="0"/>
      <w:suppressAutoHyphens w:val="0"/>
      <w:spacing w:line="240" w:lineRule="auto"/>
    </w:pPr>
    <w:rPr>
      <w:b/>
      <w:sz w:val="24"/>
      <w:lang w:val="en-US" w:eastAsia="en-US"/>
    </w:rPr>
  </w:style>
  <w:style w:type="paragraph" w:customStyle="1" w:styleId="Technical8">
    <w:name w:val="Technical[8]"/>
    <w:basedOn w:val="Normal"/>
    <w:rsid w:val="00DA603A"/>
    <w:pPr>
      <w:widowControl w:val="0"/>
      <w:suppressAutoHyphens w:val="0"/>
      <w:spacing w:line="240" w:lineRule="auto"/>
    </w:pPr>
    <w:rPr>
      <w:b/>
      <w:sz w:val="24"/>
      <w:lang w:val="en-US" w:eastAsia="en-US"/>
    </w:rPr>
  </w:style>
  <w:style w:type="paragraph" w:customStyle="1" w:styleId="Technique1">
    <w:name w:val="Technique[1]"/>
    <w:basedOn w:val="Normal"/>
    <w:rsid w:val="00DA603A"/>
    <w:pPr>
      <w:widowControl w:val="0"/>
      <w:suppressAutoHyphens w:val="0"/>
      <w:spacing w:line="240" w:lineRule="auto"/>
    </w:pPr>
    <w:rPr>
      <w:b/>
      <w:sz w:val="36"/>
      <w:lang w:val="en-US" w:eastAsia="en-US"/>
    </w:rPr>
  </w:style>
  <w:style w:type="paragraph" w:customStyle="1" w:styleId="Technique2">
    <w:name w:val="Technique[2]"/>
    <w:basedOn w:val="Normal"/>
    <w:rsid w:val="00DA603A"/>
    <w:pPr>
      <w:widowControl w:val="0"/>
      <w:suppressAutoHyphens w:val="0"/>
      <w:spacing w:line="240" w:lineRule="auto"/>
    </w:pPr>
    <w:rPr>
      <w:b/>
      <w:sz w:val="24"/>
      <w:u w:val="single"/>
      <w:lang w:val="en-US" w:eastAsia="en-US"/>
    </w:rPr>
  </w:style>
  <w:style w:type="paragraph" w:customStyle="1" w:styleId="Technique3">
    <w:name w:val="Technique[3]"/>
    <w:basedOn w:val="Normal"/>
    <w:rsid w:val="00DA603A"/>
    <w:pPr>
      <w:widowControl w:val="0"/>
      <w:suppressAutoHyphens w:val="0"/>
      <w:spacing w:line="240" w:lineRule="auto"/>
    </w:pPr>
    <w:rPr>
      <w:b/>
      <w:sz w:val="24"/>
      <w:lang w:val="en-US" w:eastAsia="en-US"/>
    </w:rPr>
  </w:style>
  <w:style w:type="paragraph" w:customStyle="1" w:styleId="Technique4">
    <w:name w:val="Technique[4]"/>
    <w:basedOn w:val="Normal"/>
    <w:rsid w:val="00DA603A"/>
    <w:pPr>
      <w:widowControl w:val="0"/>
      <w:suppressAutoHyphens w:val="0"/>
      <w:spacing w:line="240" w:lineRule="auto"/>
    </w:pPr>
    <w:rPr>
      <w:b/>
      <w:sz w:val="24"/>
      <w:lang w:val="en-US" w:eastAsia="en-US"/>
    </w:rPr>
  </w:style>
  <w:style w:type="paragraph" w:customStyle="1" w:styleId="Technique5">
    <w:name w:val="Technique[5]"/>
    <w:basedOn w:val="Normal"/>
    <w:rsid w:val="00DA603A"/>
    <w:pPr>
      <w:widowControl w:val="0"/>
      <w:suppressAutoHyphens w:val="0"/>
      <w:spacing w:line="240" w:lineRule="auto"/>
    </w:pPr>
    <w:rPr>
      <w:b/>
      <w:sz w:val="24"/>
      <w:lang w:val="en-US" w:eastAsia="en-US"/>
    </w:rPr>
  </w:style>
  <w:style w:type="paragraph" w:customStyle="1" w:styleId="Technique6">
    <w:name w:val="Technique[6]"/>
    <w:basedOn w:val="Normal"/>
    <w:rsid w:val="00DA603A"/>
    <w:pPr>
      <w:widowControl w:val="0"/>
      <w:suppressAutoHyphens w:val="0"/>
      <w:spacing w:line="240" w:lineRule="auto"/>
    </w:pPr>
    <w:rPr>
      <w:b/>
      <w:sz w:val="24"/>
      <w:lang w:val="en-US" w:eastAsia="en-US"/>
    </w:rPr>
  </w:style>
  <w:style w:type="paragraph" w:customStyle="1" w:styleId="Technique7">
    <w:name w:val="Technique[7]"/>
    <w:basedOn w:val="Normal"/>
    <w:rsid w:val="00DA603A"/>
    <w:pPr>
      <w:widowControl w:val="0"/>
      <w:suppressAutoHyphens w:val="0"/>
      <w:spacing w:line="240" w:lineRule="auto"/>
    </w:pPr>
    <w:rPr>
      <w:b/>
      <w:sz w:val="24"/>
      <w:lang w:val="en-US" w:eastAsia="en-US"/>
    </w:rPr>
  </w:style>
  <w:style w:type="paragraph" w:customStyle="1" w:styleId="Technique8">
    <w:name w:val="Technique[8]"/>
    <w:basedOn w:val="Normal"/>
    <w:rsid w:val="00DA603A"/>
    <w:pPr>
      <w:widowControl w:val="0"/>
      <w:suppressAutoHyphens w:val="0"/>
      <w:spacing w:line="240" w:lineRule="auto"/>
    </w:pPr>
    <w:rPr>
      <w:b/>
      <w:sz w:val="24"/>
      <w:lang w:val="en-US" w:eastAsia="en-US"/>
    </w:rPr>
  </w:style>
  <w:style w:type="paragraph" w:customStyle="1" w:styleId="RightPar1">
    <w:name w:val="Right Par[1]"/>
    <w:basedOn w:val="Normal"/>
    <w:rsid w:val="00DA603A"/>
    <w:pPr>
      <w:widowControl w:val="0"/>
      <w:suppressAutoHyphens w:val="0"/>
      <w:spacing w:line="240" w:lineRule="auto"/>
    </w:pPr>
    <w:rPr>
      <w:sz w:val="24"/>
      <w:lang w:val="en-US" w:eastAsia="en-US"/>
    </w:rPr>
  </w:style>
  <w:style w:type="paragraph" w:customStyle="1" w:styleId="RightPar2">
    <w:name w:val="Right Par[2]"/>
    <w:basedOn w:val="Normal"/>
    <w:rsid w:val="00DA603A"/>
    <w:pPr>
      <w:widowControl w:val="0"/>
      <w:suppressAutoHyphens w:val="0"/>
      <w:spacing w:line="240" w:lineRule="auto"/>
    </w:pPr>
    <w:rPr>
      <w:sz w:val="24"/>
      <w:lang w:val="en-US" w:eastAsia="en-US"/>
    </w:rPr>
  </w:style>
  <w:style w:type="paragraph" w:customStyle="1" w:styleId="RightPar3">
    <w:name w:val="Right Par[3]"/>
    <w:basedOn w:val="Normal"/>
    <w:rsid w:val="00DA603A"/>
    <w:pPr>
      <w:widowControl w:val="0"/>
      <w:suppressAutoHyphens w:val="0"/>
      <w:spacing w:line="240" w:lineRule="auto"/>
    </w:pPr>
    <w:rPr>
      <w:sz w:val="24"/>
      <w:lang w:val="en-US" w:eastAsia="en-US"/>
    </w:rPr>
  </w:style>
  <w:style w:type="paragraph" w:customStyle="1" w:styleId="RightPar4">
    <w:name w:val="Right Par[4]"/>
    <w:basedOn w:val="Normal"/>
    <w:rsid w:val="00DA603A"/>
    <w:pPr>
      <w:widowControl w:val="0"/>
      <w:suppressAutoHyphens w:val="0"/>
      <w:spacing w:line="240" w:lineRule="auto"/>
    </w:pPr>
    <w:rPr>
      <w:sz w:val="24"/>
      <w:lang w:val="en-US" w:eastAsia="en-US"/>
    </w:rPr>
  </w:style>
  <w:style w:type="paragraph" w:customStyle="1" w:styleId="RightPar5">
    <w:name w:val="Right Par[5]"/>
    <w:basedOn w:val="Normal"/>
    <w:rsid w:val="00DA603A"/>
    <w:pPr>
      <w:widowControl w:val="0"/>
      <w:suppressAutoHyphens w:val="0"/>
      <w:spacing w:line="240" w:lineRule="auto"/>
    </w:pPr>
    <w:rPr>
      <w:sz w:val="24"/>
      <w:lang w:val="en-US" w:eastAsia="en-US"/>
    </w:rPr>
  </w:style>
  <w:style w:type="paragraph" w:customStyle="1" w:styleId="RightPar6">
    <w:name w:val="Right Par[6]"/>
    <w:basedOn w:val="Normal"/>
    <w:rsid w:val="00DA603A"/>
    <w:pPr>
      <w:widowControl w:val="0"/>
      <w:suppressAutoHyphens w:val="0"/>
      <w:spacing w:line="240" w:lineRule="auto"/>
    </w:pPr>
    <w:rPr>
      <w:sz w:val="24"/>
      <w:lang w:val="en-US" w:eastAsia="en-US"/>
    </w:rPr>
  </w:style>
  <w:style w:type="paragraph" w:customStyle="1" w:styleId="RightPar7">
    <w:name w:val="Right Par[7]"/>
    <w:basedOn w:val="Normal"/>
    <w:rsid w:val="00DA603A"/>
    <w:pPr>
      <w:widowControl w:val="0"/>
      <w:suppressAutoHyphens w:val="0"/>
      <w:spacing w:line="240" w:lineRule="auto"/>
    </w:pPr>
    <w:rPr>
      <w:sz w:val="24"/>
      <w:lang w:val="en-US" w:eastAsia="en-US"/>
    </w:rPr>
  </w:style>
  <w:style w:type="paragraph" w:customStyle="1" w:styleId="RightPar8">
    <w:name w:val="Right Par[8]"/>
    <w:basedOn w:val="Normal"/>
    <w:rsid w:val="00DA603A"/>
    <w:pPr>
      <w:widowControl w:val="0"/>
      <w:suppressAutoHyphens w:val="0"/>
      <w:spacing w:line="240" w:lineRule="auto"/>
    </w:pPr>
    <w:rPr>
      <w:sz w:val="24"/>
      <w:lang w:val="en-US" w:eastAsia="en-US"/>
    </w:rPr>
  </w:style>
  <w:style w:type="paragraph" w:customStyle="1" w:styleId="Document10">
    <w:name w:val="Document 1"/>
    <w:rsid w:val="00DA603A"/>
    <w:pPr>
      <w:keepNext/>
      <w:keepLines/>
      <w:widowControl w:val="0"/>
      <w:tabs>
        <w:tab w:val="left" w:pos="-720"/>
      </w:tabs>
      <w:suppressAutoHyphens/>
    </w:pPr>
    <w:rPr>
      <w:rFonts w:ascii="Courier" w:hAnsi="Courier"/>
      <w:lang w:val="en-GB" w:eastAsia="en-US"/>
    </w:rPr>
  </w:style>
  <w:style w:type="character" w:customStyle="1" w:styleId="Footer1">
    <w:name w:val="Footer1"/>
    <w:rsid w:val="00DA603A"/>
    <w:rPr>
      <w:sz w:val="20"/>
    </w:rPr>
  </w:style>
  <w:style w:type="character" w:customStyle="1" w:styleId="Header1">
    <w:name w:val="Header1"/>
    <w:rsid w:val="00DA603A"/>
    <w:rPr>
      <w:sz w:val="20"/>
    </w:rPr>
  </w:style>
  <w:style w:type="character" w:customStyle="1" w:styleId="FOOTNOTEREF">
    <w:name w:val="FOOTNOTE REF"/>
    <w:rsid w:val="00DA603A"/>
    <w:rPr>
      <w:sz w:val="16"/>
      <w:vertAlign w:val="superscript"/>
    </w:rPr>
  </w:style>
  <w:style w:type="character" w:customStyle="1" w:styleId="FOOTNOTETEX">
    <w:name w:val="FOOTNOTE TEX"/>
    <w:rsid w:val="00DA603A"/>
    <w:rPr>
      <w:sz w:val="20"/>
    </w:rPr>
  </w:style>
  <w:style w:type="character" w:customStyle="1" w:styleId="DocInit">
    <w:name w:val="Doc Init"/>
    <w:basedOn w:val="DefaultParagraphFont"/>
    <w:rsid w:val="00DA603A"/>
  </w:style>
  <w:style w:type="character" w:customStyle="1" w:styleId="TechInit">
    <w:name w:val="Tech Init"/>
    <w:basedOn w:val="DefaultParagraphFont"/>
    <w:rsid w:val="00DA603A"/>
  </w:style>
  <w:style w:type="character" w:customStyle="1" w:styleId="Pleading">
    <w:name w:val="Pleading"/>
    <w:basedOn w:val="DefaultParagraphFont"/>
    <w:rsid w:val="00DA603A"/>
  </w:style>
  <w:style w:type="character" w:customStyle="1" w:styleId="Technactif">
    <w:name w:val="Techn actif"/>
    <w:basedOn w:val="DefaultParagraphFont"/>
    <w:rsid w:val="00DA603A"/>
  </w:style>
  <w:style w:type="character" w:customStyle="1" w:styleId="Docactif">
    <w:name w:val="Doc actif"/>
    <w:basedOn w:val="DefaultParagraphFont"/>
    <w:rsid w:val="00DA603A"/>
  </w:style>
  <w:style w:type="character" w:customStyle="1" w:styleId="footnotetex0">
    <w:name w:val="footnote tex"/>
    <w:rsid w:val="00DA603A"/>
    <w:rPr>
      <w:sz w:val="20"/>
    </w:rPr>
  </w:style>
  <w:style w:type="character" w:customStyle="1" w:styleId="Frame">
    <w:name w:val="Frame"/>
    <w:basedOn w:val="DefaultParagraphFont"/>
    <w:rsid w:val="00DA603A"/>
  </w:style>
  <w:style w:type="character" w:customStyle="1" w:styleId="WP9Date">
    <w:name w:val="WP9_Date"/>
    <w:rsid w:val="00DA603A"/>
    <w:rPr>
      <w:i/>
      <w:iCs w:val="0"/>
    </w:rPr>
  </w:style>
  <w:style w:type="character" w:customStyle="1" w:styleId="Text">
    <w:name w:val="Text"/>
    <w:rsid w:val="00DA603A"/>
    <w:rPr>
      <w:sz w:val="24"/>
    </w:rPr>
  </w:style>
  <w:style w:type="character" w:customStyle="1" w:styleId="Heading11">
    <w:name w:val="Heading 11"/>
    <w:rsid w:val="00DA603A"/>
    <w:rPr>
      <w:b/>
      <w:bCs w:val="0"/>
      <w:sz w:val="24"/>
      <w:u w:val="single"/>
    </w:rPr>
  </w:style>
  <w:style w:type="paragraph" w:styleId="TOC3">
    <w:name w:val="toc 3"/>
    <w:basedOn w:val="Normal"/>
    <w:next w:val="Normal"/>
    <w:autoRedefine/>
    <w:uiPriority w:val="39"/>
    <w:rsid w:val="00DA603A"/>
    <w:pPr>
      <w:suppressAutoHyphens w:val="0"/>
      <w:spacing w:after="100" w:line="240" w:lineRule="auto"/>
      <w:ind w:left="480"/>
    </w:pPr>
    <w:rPr>
      <w:sz w:val="24"/>
      <w:lang w:val="en-US" w:eastAsia="en-US"/>
    </w:rPr>
  </w:style>
  <w:style w:type="paragraph" w:styleId="TOC1">
    <w:name w:val="toc 1"/>
    <w:basedOn w:val="Normal"/>
    <w:next w:val="Normal"/>
    <w:autoRedefine/>
    <w:uiPriority w:val="39"/>
    <w:rsid w:val="00DA603A"/>
    <w:pPr>
      <w:tabs>
        <w:tab w:val="left" w:pos="900"/>
        <w:tab w:val="right" w:leader="dot" w:pos="9628"/>
      </w:tabs>
      <w:suppressAutoHyphens w:val="0"/>
      <w:spacing w:after="100" w:line="240" w:lineRule="auto"/>
      <w:ind w:left="900" w:hanging="900"/>
    </w:pPr>
    <w:rPr>
      <w:sz w:val="24"/>
      <w:lang w:val="en-US" w:eastAsia="en-US"/>
    </w:rPr>
  </w:style>
  <w:style w:type="paragraph" w:styleId="TOC2">
    <w:name w:val="toc 2"/>
    <w:basedOn w:val="Normal"/>
    <w:next w:val="Normal"/>
    <w:autoRedefine/>
    <w:uiPriority w:val="39"/>
    <w:rsid w:val="00DA603A"/>
    <w:pPr>
      <w:suppressAutoHyphens w:val="0"/>
      <w:spacing w:after="100" w:line="240" w:lineRule="auto"/>
      <w:ind w:left="240"/>
    </w:pPr>
    <w:rPr>
      <w:sz w:val="24"/>
      <w:lang w:val="en-US" w:eastAsia="en-US"/>
    </w:rPr>
  </w:style>
  <w:style w:type="paragraph" w:customStyle="1" w:styleId="blocpara">
    <w:name w:val="bloc para"/>
    <w:basedOn w:val="Para0"/>
    <w:qFormat/>
    <w:rsid w:val="00DA603A"/>
    <w:pPr>
      <w:ind w:firstLine="0"/>
    </w:pPr>
    <w:rPr>
      <w:rFonts w:eastAsia="Times New Roman"/>
    </w:rPr>
  </w:style>
  <w:style w:type="paragraph" w:styleId="TOC4">
    <w:name w:val="toc 4"/>
    <w:basedOn w:val="Normal"/>
    <w:next w:val="Normal"/>
    <w:autoRedefine/>
    <w:uiPriority w:val="39"/>
    <w:unhideWhenUsed/>
    <w:rsid w:val="00DA603A"/>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DA603A"/>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DA603A"/>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DA603A"/>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DA603A"/>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DA603A"/>
    <w:pPr>
      <w:suppressAutoHyphens w:val="0"/>
      <w:spacing w:after="100" w:line="276" w:lineRule="auto"/>
      <w:ind w:left="1760"/>
    </w:pPr>
    <w:rPr>
      <w:rFonts w:ascii="Calibri" w:hAnsi="Calibri"/>
      <w:sz w:val="22"/>
      <w:szCs w:val="22"/>
      <w:lang w:eastAsia="en-GB"/>
    </w:rPr>
  </w:style>
  <w:style w:type="numbering" w:customStyle="1" w:styleId="1ai11">
    <w:name w:val="1 / a / i11"/>
    <w:basedOn w:val="NoList"/>
    <w:next w:val="1ai"/>
    <w:rsid w:val="00DA603A"/>
  </w:style>
  <w:style w:type="paragraph" w:customStyle="1" w:styleId="1">
    <w:name w:val="Стиль1"/>
    <w:basedOn w:val="PlainText"/>
    <w:link w:val="10"/>
    <w:rsid w:val="00DA603A"/>
    <w:pPr>
      <w:suppressAutoHyphens w:val="0"/>
      <w:autoSpaceDE w:val="0"/>
      <w:autoSpaceDN w:val="0"/>
      <w:spacing w:line="240" w:lineRule="auto"/>
      <w:ind w:firstLine="709"/>
      <w:jc w:val="both"/>
    </w:pPr>
    <w:rPr>
      <w:rFonts w:eastAsia="Times New Roman" w:cs="Times New Roman"/>
      <w:sz w:val="24"/>
    </w:rPr>
  </w:style>
  <w:style w:type="character" w:customStyle="1" w:styleId="10">
    <w:name w:val="Стиль1 Знак"/>
    <w:link w:val="1"/>
    <w:locked/>
    <w:rsid w:val="00DA603A"/>
    <w:rPr>
      <w:sz w:val="24"/>
      <w:lang w:val="en-GB" w:eastAsia="en-US"/>
    </w:rPr>
  </w:style>
  <w:style w:type="table" w:customStyle="1" w:styleId="Grilledutableau1">
    <w:name w:val="Grille du tableau1"/>
    <w:basedOn w:val="TableNormal"/>
    <w:next w:val="TableGrid"/>
    <w:uiPriority w:val="59"/>
    <w:rsid w:val="00DA603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
    <w:qFormat/>
    <w:rsid w:val="00DA603A"/>
    <w:pPr>
      <w:ind w:firstLine="0"/>
    </w:pPr>
    <w:rPr>
      <w:lang w:val="x-none"/>
    </w:rPr>
  </w:style>
  <w:style w:type="paragraph" w:customStyle="1" w:styleId="Fliesstext">
    <w:name w:val="Fliesstext"/>
    <w:basedOn w:val="Normal"/>
    <w:rsid w:val="00DA603A"/>
    <w:pPr>
      <w:tabs>
        <w:tab w:val="left" w:pos="454"/>
        <w:tab w:val="left" w:pos="4706"/>
      </w:tabs>
      <w:suppressAutoHyphens w:val="0"/>
      <w:spacing w:line="250" w:lineRule="atLeast"/>
    </w:pPr>
    <w:rPr>
      <w:rFonts w:ascii="BMWType V2 Light" w:hAnsi="BMWType V2 Light" w:cs="BMWType V2 Light"/>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3.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6.xml"/><Relationship Id="rId28" Type="http://schemas.openxmlformats.org/officeDocument/2006/relationships/header" Target="header10.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oleObject" Target="embeddings/oleObject1.bin"/><Relationship Id="rId30" Type="http://schemas.openxmlformats.org/officeDocument/2006/relationships/header" Target="header12.xml"/><Relationship Id="rId35"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892C6-A76B-495C-B8F7-573DAA6C5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5</TotalTime>
  <Pages>19</Pages>
  <Words>5389</Words>
  <Characters>30719</Characters>
  <Application>Microsoft Office Word</Application>
  <DocSecurity>0</DocSecurity>
  <Lines>255</Lines>
  <Paragraphs>72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ECE/TRANS/WP.29/2020/</vt:lpstr>
      <vt:lpstr>ECE/TRANS/WP.29/2020/</vt:lpstr>
      <vt:lpstr/>
    </vt:vector>
  </TitlesOfParts>
  <Company>CSD</Company>
  <LinksUpToDate>false</LinksUpToDate>
  <CharactersWithSpaces>36036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dc:title>
  <dc:creator>Lucille</dc:creator>
  <cp:lastModifiedBy>Benedicte Boudol</cp:lastModifiedBy>
  <cp:revision>4</cp:revision>
  <cp:lastPrinted>2020-08-21T13:34:00Z</cp:lastPrinted>
  <dcterms:created xsi:type="dcterms:W3CDTF">2020-09-18T09:28:00Z</dcterms:created>
  <dcterms:modified xsi:type="dcterms:W3CDTF">2020-09-18T13:31:00Z</dcterms:modified>
</cp:coreProperties>
</file>