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8E40F2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E40F2" w:rsidRDefault="002D5AAC" w:rsidP="008E40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E40F2" w:rsidRDefault="00DF71B9" w:rsidP="008E40F2">
            <w:pPr>
              <w:spacing w:after="80" w:line="300" w:lineRule="exact"/>
              <w:rPr>
                <w:sz w:val="28"/>
              </w:rPr>
            </w:pPr>
            <w:r w:rsidRPr="008E40F2"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E40F2" w:rsidRDefault="005063F3" w:rsidP="008E40F2">
            <w:pPr>
              <w:jc w:val="right"/>
            </w:pPr>
            <w:r w:rsidRPr="008E40F2">
              <w:rPr>
                <w:sz w:val="40"/>
              </w:rPr>
              <w:t>ECE</w:t>
            </w:r>
            <w:r w:rsidRPr="008E40F2">
              <w:t>/TRANS/WP.29/GRSG/2019/19</w:t>
            </w:r>
          </w:p>
        </w:tc>
      </w:tr>
      <w:tr w:rsidR="002D5AAC" w:rsidRPr="009330D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E40F2" w:rsidRDefault="002E5067" w:rsidP="008E40F2">
            <w:pPr>
              <w:spacing w:before="120"/>
              <w:jc w:val="center"/>
            </w:pPr>
            <w:r w:rsidRPr="008E40F2"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E40F2" w:rsidRDefault="008A37C8" w:rsidP="008E40F2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E40F2">
              <w:rPr>
                <w:rFonts w:eastAsia="Times New Roman" w:cs="Times New Roman"/>
                <w:b/>
                <w:sz w:val="40"/>
                <w:szCs w:val="40"/>
              </w:rPr>
              <w:t xml:space="preserve">Экономический </w:t>
            </w:r>
            <w:r w:rsidRPr="008E40F2">
              <w:rPr>
                <w:rFonts w:eastAsia="Times New Roman" w:cs="Times New Roman"/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8E40F2" w:rsidRDefault="005063F3" w:rsidP="008E40F2">
            <w:pPr>
              <w:spacing w:before="240"/>
              <w:rPr>
                <w:lang w:val="en-US"/>
              </w:rPr>
            </w:pPr>
            <w:r w:rsidRPr="008E40F2">
              <w:rPr>
                <w:lang w:val="en-US"/>
              </w:rPr>
              <w:t>Distr.: General</w:t>
            </w:r>
          </w:p>
          <w:p w:rsidR="005063F3" w:rsidRPr="008E40F2" w:rsidRDefault="005063F3" w:rsidP="008E40F2">
            <w:pPr>
              <w:spacing w:line="240" w:lineRule="exact"/>
              <w:rPr>
                <w:lang w:val="en-US"/>
              </w:rPr>
            </w:pPr>
            <w:r w:rsidRPr="008E40F2">
              <w:rPr>
                <w:lang w:val="en-US"/>
              </w:rPr>
              <w:t>18 July 2019</w:t>
            </w:r>
          </w:p>
          <w:p w:rsidR="005063F3" w:rsidRPr="008E40F2" w:rsidRDefault="005063F3" w:rsidP="008E40F2">
            <w:pPr>
              <w:spacing w:line="240" w:lineRule="exact"/>
              <w:rPr>
                <w:lang w:val="en-US"/>
              </w:rPr>
            </w:pPr>
            <w:r w:rsidRPr="008E40F2">
              <w:rPr>
                <w:lang w:val="en-US"/>
              </w:rPr>
              <w:t>Russian</w:t>
            </w:r>
          </w:p>
          <w:p w:rsidR="005063F3" w:rsidRPr="008E40F2" w:rsidRDefault="005063F3" w:rsidP="008E40F2">
            <w:pPr>
              <w:spacing w:line="240" w:lineRule="exact"/>
              <w:rPr>
                <w:lang w:val="en-US"/>
              </w:rPr>
            </w:pPr>
            <w:r w:rsidRPr="008E40F2">
              <w:rPr>
                <w:lang w:val="en-US"/>
              </w:rPr>
              <w:t>Original: English</w:t>
            </w:r>
          </w:p>
        </w:tc>
      </w:tr>
    </w:tbl>
    <w:p w:rsidR="005063F3" w:rsidRPr="008E40F2" w:rsidRDefault="008A37C8" w:rsidP="008E40F2">
      <w:pPr>
        <w:spacing w:before="120"/>
        <w:rPr>
          <w:b/>
          <w:sz w:val="28"/>
          <w:szCs w:val="28"/>
        </w:rPr>
      </w:pPr>
      <w:bookmarkStart w:id="0" w:name="_GoBack"/>
      <w:bookmarkEnd w:id="0"/>
      <w:r w:rsidRPr="008E40F2">
        <w:rPr>
          <w:b/>
          <w:sz w:val="28"/>
          <w:szCs w:val="28"/>
        </w:rPr>
        <w:t>Европейская экономическая комиссия</w:t>
      </w:r>
    </w:p>
    <w:p w:rsidR="005063F3" w:rsidRPr="008E40F2" w:rsidRDefault="005063F3" w:rsidP="008E40F2">
      <w:pPr>
        <w:pStyle w:val="SingleTxtG"/>
        <w:spacing w:before="120"/>
        <w:ind w:left="0"/>
        <w:jc w:val="left"/>
        <w:rPr>
          <w:sz w:val="28"/>
          <w:szCs w:val="28"/>
        </w:rPr>
      </w:pPr>
      <w:r w:rsidRPr="008E40F2">
        <w:rPr>
          <w:sz w:val="28"/>
          <w:szCs w:val="28"/>
        </w:rPr>
        <w:t>Комитет по внутреннему транспорту</w:t>
      </w:r>
    </w:p>
    <w:p w:rsidR="005063F3" w:rsidRPr="008E40F2" w:rsidRDefault="005063F3" w:rsidP="008E40F2">
      <w:pPr>
        <w:pStyle w:val="SingleTxtG"/>
        <w:ind w:left="0"/>
        <w:jc w:val="left"/>
        <w:rPr>
          <w:b/>
          <w:sz w:val="24"/>
          <w:szCs w:val="24"/>
        </w:rPr>
      </w:pPr>
      <w:r w:rsidRPr="008E40F2">
        <w:rPr>
          <w:b/>
          <w:bCs/>
          <w:sz w:val="24"/>
          <w:szCs w:val="24"/>
        </w:rPr>
        <w:t>Всемирный форум для согласования правил</w:t>
      </w:r>
      <w:r w:rsidRPr="008E40F2">
        <w:rPr>
          <w:b/>
          <w:bCs/>
          <w:sz w:val="24"/>
          <w:szCs w:val="24"/>
        </w:rPr>
        <w:br/>
        <w:t>в области транспортных средств</w:t>
      </w:r>
    </w:p>
    <w:p w:rsidR="005063F3" w:rsidRPr="008E40F2" w:rsidRDefault="005063F3" w:rsidP="009330DC">
      <w:pPr>
        <w:spacing w:before="120" w:after="120"/>
        <w:rPr>
          <w:b/>
          <w:bCs/>
        </w:rPr>
      </w:pPr>
      <w:r w:rsidRPr="008E40F2">
        <w:rPr>
          <w:b/>
          <w:bCs/>
        </w:rPr>
        <w:t xml:space="preserve">Рабочая группа по общим предписаниям, </w:t>
      </w:r>
      <w:r w:rsidRPr="008E40F2">
        <w:rPr>
          <w:b/>
          <w:bCs/>
        </w:rPr>
        <w:br/>
        <w:t>касающимся безопасности</w:t>
      </w:r>
    </w:p>
    <w:p w:rsidR="005063F3" w:rsidRPr="008E40F2" w:rsidRDefault="005063F3" w:rsidP="008E40F2">
      <w:pPr>
        <w:pStyle w:val="SingleTxtG"/>
        <w:spacing w:after="0"/>
        <w:ind w:left="0"/>
        <w:jc w:val="left"/>
        <w:rPr>
          <w:b/>
        </w:rPr>
      </w:pPr>
      <w:r w:rsidRPr="008E40F2">
        <w:rPr>
          <w:b/>
        </w:rPr>
        <w:t xml:space="preserve">117-я </w:t>
      </w:r>
      <w:r w:rsidRPr="008E40F2">
        <w:rPr>
          <w:b/>
          <w:bCs/>
        </w:rPr>
        <w:t>сессия</w:t>
      </w:r>
    </w:p>
    <w:p w:rsidR="005063F3" w:rsidRPr="008E40F2" w:rsidRDefault="005063F3" w:rsidP="008E40F2">
      <w:pPr>
        <w:pStyle w:val="SingleTxtG"/>
        <w:spacing w:after="0"/>
        <w:ind w:left="0"/>
        <w:jc w:val="left"/>
      </w:pPr>
      <w:r w:rsidRPr="008E40F2">
        <w:t>Женева, 8</w:t>
      </w:r>
      <w:r w:rsidR="00B80883" w:rsidRPr="009330DC">
        <w:t>–</w:t>
      </w:r>
      <w:r w:rsidRPr="008E40F2">
        <w:t>11 октября 2019 года</w:t>
      </w:r>
    </w:p>
    <w:p w:rsidR="005063F3" w:rsidRPr="008E40F2" w:rsidRDefault="005063F3" w:rsidP="008E40F2">
      <w:r w:rsidRPr="008E40F2">
        <w:t>Пункт 12 предварительной повестки дня</w:t>
      </w:r>
    </w:p>
    <w:p w:rsidR="005063F3" w:rsidRPr="008E40F2" w:rsidRDefault="005063F3" w:rsidP="008E40F2">
      <w:pPr>
        <w:rPr>
          <w:b/>
          <w:bCs/>
        </w:rPr>
      </w:pPr>
      <w:r w:rsidRPr="008E40F2">
        <w:rPr>
          <w:b/>
        </w:rPr>
        <w:t xml:space="preserve">Правила № 93 ООН </w:t>
      </w:r>
      <w:r w:rsidRPr="008E40F2">
        <w:rPr>
          <w:b/>
          <w:bCs/>
        </w:rPr>
        <w:t>(</w:t>
      </w:r>
      <w:bookmarkStart w:id="1" w:name="OLE_LINK1"/>
      <w:bookmarkStart w:id="2" w:name="OLE_LINK2"/>
      <w:r w:rsidRPr="008E40F2">
        <w:rPr>
          <w:b/>
          <w:bCs/>
        </w:rPr>
        <w:t>передняя противоподкатная защита</w:t>
      </w:r>
      <w:bookmarkEnd w:id="1"/>
      <w:bookmarkEnd w:id="2"/>
      <w:r w:rsidRPr="008E40F2">
        <w:rPr>
          <w:b/>
          <w:bCs/>
        </w:rPr>
        <w:t>)</w:t>
      </w:r>
    </w:p>
    <w:p w:rsidR="005063F3" w:rsidRPr="008E40F2" w:rsidRDefault="005063F3" w:rsidP="008E40F2">
      <w:pPr>
        <w:pStyle w:val="HChG"/>
      </w:pPr>
      <w:r w:rsidRPr="008E40F2">
        <w:tab/>
      </w:r>
      <w:r w:rsidRPr="008E40F2">
        <w:tab/>
        <w:t>Предложение по поправкам к Правилам № 93 ООН (передняя противоподкатная защита)</w:t>
      </w:r>
    </w:p>
    <w:p w:rsidR="005063F3" w:rsidRPr="008E40F2" w:rsidRDefault="005063F3" w:rsidP="008E40F2">
      <w:pPr>
        <w:pStyle w:val="H1G"/>
      </w:pPr>
      <w:r w:rsidRPr="008E40F2">
        <w:tab/>
      </w:r>
      <w:r w:rsidRPr="008E40F2">
        <w:tab/>
        <w:t>Представлено экспертом от Европейской комиссии</w:t>
      </w:r>
      <w:r w:rsidRPr="008E40F2">
        <w:rPr>
          <w:b w:val="0"/>
          <w:bCs/>
          <w:sz w:val="20"/>
        </w:rPr>
        <w:footnoteReference w:customMarkFollows="1" w:id="1"/>
        <w:t>*</w:t>
      </w:r>
    </w:p>
    <w:p w:rsidR="005063F3" w:rsidRPr="008E40F2" w:rsidRDefault="00B80883" w:rsidP="008E40F2">
      <w:pPr>
        <w:pStyle w:val="SingleTxtG"/>
        <w:rPr>
          <w:szCs w:val="23"/>
        </w:rPr>
      </w:pPr>
      <w:r w:rsidRPr="008E40F2">
        <w:rPr>
          <w:szCs w:val="23"/>
        </w:rPr>
        <w:tab/>
      </w:r>
      <w:r w:rsidRPr="008E40F2">
        <w:rPr>
          <w:szCs w:val="23"/>
        </w:rPr>
        <w:tab/>
      </w:r>
      <w:r w:rsidR="005063F3" w:rsidRPr="008E40F2">
        <w:rPr>
          <w:szCs w:val="23"/>
        </w:rPr>
        <w:t xml:space="preserve">Воспроизведенный ниже текст был подготовлен экспертом от Европейской комиссии с целью обновления положений об устройствах </w:t>
      </w:r>
      <w:r w:rsidR="005063F3" w:rsidRPr="008E40F2">
        <w:t xml:space="preserve">передней противоподкатной защиты (ППЗ), официально утвержденных в качестве неотъемлемого элемента автотранспортного средства. Настоящая поправка предложена, в частности, для того, чтобы допустить эксплуатацию кабины более округлой формы с целью улучшения аэродинамических характеристик. Изменения к действующему тексту Правил ООН выделены жирным шрифтом в случае новых положений или зачеркиванием в случае исключенных элементов. </w:t>
      </w:r>
    </w:p>
    <w:p w:rsidR="005063F3" w:rsidRPr="008E40F2" w:rsidRDefault="005063F3" w:rsidP="008E40F2">
      <w:pPr>
        <w:pStyle w:val="HChG"/>
      </w:pPr>
      <w:r w:rsidRPr="008E40F2">
        <w:tab/>
        <w:t>I.</w:t>
      </w:r>
      <w:r w:rsidRPr="008E40F2">
        <w:tab/>
        <w:t>Предложение</w:t>
      </w:r>
    </w:p>
    <w:p w:rsidR="005063F3" w:rsidRPr="008E40F2" w:rsidRDefault="005063F3" w:rsidP="008E40F2">
      <w:pPr>
        <w:pStyle w:val="SingleTxtG"/>
      </w:pPr>
      <w:r w:rsidRPr="009330DC">
        <w:tab/>
      </w:r>
      <w:r w:rsidRPr="008E40F2">
        <w:rPr>
          <w:i/>
          <w:iCs/>
        </w:rPr>
        <w:t>Пункт</w:t>
      </w:r>
      <w:r w:rsidRPr="009330DC">
        <w:t xml:space="preserve"> </w:t>
      </w:r>
      <w:r w:rsidRPr="008E40F2">
        <w:rPr>
          <w:i/>
        </w:rPr>
        <w:t xml:space="preserve">1.3 </w:t>
      </w:r>
      <w:r w:rsidRPr="008E40F2">
        <w:t>изменить</w:t>
      </w:r>
      <w:r w:rsidRPr="009330DC">
        <w:t xml:space="preserve"> </w:t>
      </w:r>
      <w:r w:rsidRPr="008E40F2">
        <w:t>следующим</w:t>
      </w:r>
      <w:r w:rsidRPr="009330DC">
        <w:t xml:space="preserve"> </w:t>
      </w:r>
      <w:r w:rsidRPr="008E40F2">
        <w:t>образом:</w:t>
      </w:r>
    </w:p>
    <w:p w:rsidR="005063F3" w:rsidRPr="008E40F2" w:rsidRDefault="005063F3" w:rsidP="008E40F2">
      <w:pPr>
        <w:pStyle w:val="SingleTxtG"/>
        <w:ind w:left="2268" w:hanging="1134"/>
        <w:rPr>
          <w:b/>
        </w:rPr>
      </w:pPr>
      <w:r w:rsidRPr="008E40F2">
        <w:t>«</w:t>
      </w:r>
      <w:r w:rsidRPr="008E40F2">
        <w:rPr>
          <w:b/>
        </w:rPr>
        <w:t>1.3</w:t>
      </w:r>
      <w:r w:rsidRPr="008E40F2">
        <w:rPr>
          <w:b/>
        </w:rPr>
        <w:tab/>
      </w:r>
      <w:r w:rsidRPr="008E40F2">
        <w:rPr>
          <w:b/>
          <w:bCs/>
        </w:rPr>
        <w:t>По решению органа по официальному утверждению типа транспортные средства, у которых установка какого-либо устройства ППЗ (например, фиксированного, съемного, складного, регулируемого и т.</w:t>
      </w:r>
      <w:r w:rsidR="008E40F2" w:rsidRPr="008E40F2">
        <w:rPr>
          <w:b/>
          <w:bCs/>
        </w:rPr>
        <w:t> </w:t>
      </w:r>
      <w:r w:rsidRPr="008E40F2">
        <w:rPr>
          <w:b/>
          <w:bCs/>
        </w:rPr>
        <w:t>д.) несовместима с их использованием в дорожных условиях, могут быть частично или полностью освобождены от действия настоящих Правил</w:t>
      </w:r>
      <w:r w:rsidRPr="008E40F2">
        <w:rPr>
          <w:bCs/>
        </w:rPr>
        <w:t>».</w:t>
      </w:r>
      <w:r w:rsidRPr="008E40F2">
        <w:rPr>
          <w:b/>
        </w:rPr>
        <w:t xml:space="preserve"> </w:t>
      </w:r>
    </w:p>
    <w:p w:rsidR="005063F3" w:rsidRPr="008E40F2" w:rsidRDefault="005063F3" w:rsidP="008E40F2">
      <w:pPr>
        <w:pStyle w:val="SingleTxtG"/>
        <w:ind w:left="567" w:firstLine="567"/>
        <w:rPr>
          <w:lang w:eastAsia="ja-JP"/>
        </w:rPr>
      </w:pPr>
      <w:r w:rsidRPr="008E40F2">
        <w:rPr>
          <w:i/>
          <w:lang w:eastAsia="ja-JP"/>
        </w:rPr>
        <w:lastRenderedPageBreak/>
        <w:t>Пункты 1.3.1 и 1.3.2</w:t>
      </w:r>
      <w:r w:rsidRPr="008E40F2">
        <w:rPr>
          <w:lang w:eastAsia="ja-JP"/>
        </w:rPr>
        <w:t xml:space="preserve"> исключить</w:t>
      </w:r>
      <w:r w:rsidRPr="009330DC">
        <w:rPr>
          <w:lang w:eastAsia="ja-JP"/>
        </w:rPr>
        <w:t>.</w:t>
      </w:r>
    </w:p>
    <w:p w:rsidR="005063F3" w:rsidRPr="008E40F2" w:rsidRDefault="005063F3" w:rsidP="008E40F2">
      <w:pPr>
        <w:pStyle w:val="SingleTxtG"/>
      </w:pPr>
      <w:r w:rsidRPr="008E40F2">
        <w:rPr>
          <w:i/>
        </w:rPr>
        <w:t xml:space="preserve">Пункт 10.5 </w:t>
      </w:r>
      <w:r w:rsidRPr="008E40F2">
        <w:t>изменить</w:t>
      </w:r>
      <w:r w:rsidRPr="009330DC">
        <w:t xml:space="preserve"> </w:t>
      </w:r>
      <w:r w:rsidRPr="008E40F2">
        <w:t>следующим</w:t>
      </w:r>
      <w:r w:rsidRPr="009330DC">
        <w:t xml:space="preserve"> </w:t>
      </w:r>
      <w:r w:rsidRPr="008E40F2">
        <w:t>образом:</w:t>
      </w:r>
    </w:p>
    <w:p w:rsidR="005063F3" w:rsidRPr="008E40F2" w:rsidRDefault="005063F3" w:rsidP="008E40F2">
      <w:pPr>
        <w:pStyle w:val="SingleTxtG"/>
        <w:ind w:left="2268" w:hanging="1134"/>
      </w:pPr>
      <w:r w:rsidRPr="008E40F2">
        <w:t>«10.5</w:t>
      </w:r>
      <w:r w:rsidRPr="008E40F2">
        <w:tab/>
        <w:t>ППЗ должна обладать достаточной прочностью, с тем чтобы расстояние, измеренное по горизонтали в заднем направлении между наиболее выступающей передней частью транспортного средства</w:t>
      </w:r>
      <w:r w:rsidRPr="008E40F2">
        <w:rPr>
          <w:b/>
          <w:bCs/>
        </w:rPr>
        <w:t>, определенной в вертикальной плоскости, параллельной средней продольной плоскости транспортного средства и соответствующей геометрическому центру ударной поверхности испытательного устройства в его первоначальном положении</w:t>
      </w:r>
      <w:r w:rsidRPr="008E40F2">
        <w:t xml:space="preserve">, </w:t>
      </w:r>
      <w:r w:rsidRPr="008E40F2">
        <w:rPr>
          <w:strike/>
        </w:rPr>
        <w:t>после приложения испытательных нагрузок (указанных в настоящем приложении)</w:t>
      </w:r>
      <w:r w:rsidRPr="008E40F2">
        <w:t xml:space="preserve"> и ударной поверхностью испытательного устройства, </w:t>
      </w:r>
      <w:r w:rsidRPr="008E40F2">
        <w:rPr>
          <w:b/>
          <w:bCs/>
        </w:rPr>
        <w:t xml:space="preserve">после приложения испытательных нагрузок (указанных в приложении 5), </w:t>
      </w:r>
      <w:r w:rsidRPr="008E40F2">
        <w:t>не превышало 400 мм».</w:t>
      </w:r>
    </w:p>
    <w:p w:rsidR="005063F3" w:rsidRPr="008E40F2" w:rsidRDefault="005063F3" w:rsidP="008E40F2">
      <w:pPr>
        <w:pStyle w:val="SingleTxtG"/>
      </w:pPr>
      <w:r w:rsidRPr="008E40F2">
        <w:rPr>
          <w:i/>
        </w:rPr>
        <w:t>Включить новые пункты 11</w:t>
      </w:r>
      <w:r w:rsidR="008E40F2" w:rsidRPr="008E40F2">
        <w:rPr>
          <w:i/>
        </w:rPr>
        <w:t>–</w:t>
      </w:r>
      <w:r w:rsidRPr="008E40F2">
        <w:rPr>
          <w:i/>
        </w:rPr>
        <w:t xml:space="preserve">11.4 </w:t>
      </w:r>
      <w:r w:rsidRPr="008E40F2">
        <w:t>следующего содержания:</w:t>
      </w:r>
    </w:p>
    <w:p w:rsidR="005063F3" w:rsidRPr="008E40F2" w:rsidRDefault="005063F3" w:rsidP="008E40F2">
      <w:pPr>
        <w:pStyle w:val="HChG"/>
      </w:pPr>
      <w:r w:rsidRPr="008E40F2">
        <w:tab/>
      </w:r>
      <w:r w:rsidRPr="008E40F2">
        <w:tab/>
      </w:r>
      <w:r w:rsidRPr="008E40F2">
        <w:rPr>
          <w:b w:val="0"/>
          <w:sz w:val="20"/>
        </w:rPr>
        <w:t>«</w:t>
      </w:r>
      <w:r w:rsidRPr="008E40F2">
        <w:t>11.</w:t>
      </w:r>
      <w:r w:rsidRPr="008E40F2">
        <w:tab/>
      </w:r>
      <w:r w:rsidRPr="008E40F2">
        <w:tab/>
        <w:t>Переходные положения</w:t>
      </w:r>
    </w:p>
    <w:p w:rsidR="005063F3" w:rsidRPr="008E40F2" w:rsidRDefault="005063F3" w:rsidP="008E40F2">
      <w:pPr>
        <w:pStyle w:val="para"/>
        <w:suppressAutoHyphens/>
        <w:rPr>
          <w:lang w:val="ru-RU"/>
        </w:rPr>
      </w:pPr>
      <w:r w:rsidRPr="008E40F2">
        <w:rPr>
          <w:b/>
          <w:lang w:val="ru-RU"/>
        </w:rPr>
        <w:t>11.1</w:t>
      </w:r>
      <w:r w:rsidRPr="008E40F2">
        <w:rPr>
          <w:b/>
          <w:lang w:val="ru-RU"/>
        </w:rPr>
        <w:tab/>
      </w:r>
      <w:r w:rsidRPr="008E40F2">
        <w:rPr>
          <w:b/>
          <w:bCs/>
          <w:lang w:val="ru-RU"/>
        </w:rPr>
        <w:t>Начиная с официальной даты вступления в силу поправок серии 01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01.</w:t>
      </w:r>
    </w:p>
    <w:p w:rsidR="005063F3" w:rsidRPr="008E40F2" w:rsidRDefault="005063F3" w:rsidP="008E40F2">
      <w:pPr>
        <w:pStyle w:val="para"/>
        <w:suppressAutoHyphens/>
        <w:rPr>
          <w:lang w:val="ru-RU"/>
        </w:rPr>
      </w:pPr>
      <w:r w:rsidRPr="008E40F2">
        <w:rPr>
          <w:b/>
          <w:lang w:val="ru-RU"/>
        </w:rPr>
        <w:t>11.2</w:t>
      </w:r>
      <w:r w:rsidRPr="008E40F2">
        <w:rPr>
          <w:b/>
          <w:lang w:val="ru-RU"/>
        </w:rPr>
        <w:tab/>
      </w:r>
      <w:r w:rsidRPr="008E40F2">
        <w:rPr>
          <w:b/>
          <w:bCs/>
          <w:lang w:val="ru-RU"/>
        </w:rPr>
        <w:t>Начиная с 1 сентября 2020 года Договаривающиеся стороны, применяющие настоящие Правила, не обязаны признавать официальные утверждения типа, которые были впервые выданы после 1 сентября 2020</w:t>
      </w:r>
      <w:r w:rsidRPr="008E40F2">
        <w:rPr>
          <w:b/>
          <w:bCs/>
        </w:rPr>
        <w:t> </w:t>
      </w:r>
      <w:r w:rsidRPr="008E40F2">
        <w:rPr>
          <w:b/>
          <w:bCs/>
          <w:lang w:val="ru-RU"/>
        </w:rPr>
        <w:t>года, на основании поправок первоначальной серии.</w:t>
      </w:r>
    </w:p>
    <w:p w:rsidR="005063F3" w:rsidRPr="008E40F2" w:rsidRDefault="005063F3" w:rsidP="008E40F2">
      <w:pPr>
        <w:pStyle w:val="para"/>
        <w:suppressAutoHyphens/>
        <w:rPr>
          <w:b/>
          <w:bCs/>
          <w:lang w:val="ru-RU"/>
        </w:rPr>
      </w:pPr>
      <w:r w:rsidRPr="008E40F2">
        <w:rPr>
          <w:b/>
          <w:lang w:val="ru-RU"/>
        </w:rPr>
        <w:t>11.3</w:t>
      </w:r>
      <w:r w:rsidRPr="008E40F2">
        <w:rPr>
          <w:b/>
          <w:lang w:val="ru-RU"/>
        </w:rPr>
        <w:tab/>
      </w:r>
      <w:r w:rsidRPr="008E40F2">
        <w:rPr>
          <w:b/>
          <w:bCs/>
          <w:lang w:val="ru-RU"/>
        </w:rPr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поправок первоначальной серии к настоящим Правилам.</w:t>
      </w:r>
    </w:p>
    <w:p w:rsidR="005063F3" w:rsidRPr="008E40F2" w:rsidRDefault="005063F3" w:rsidP="008E40F2">
      <w:pPr>
        <w:pStyle w:val="SingleTxtG"/>
        <w:ind w:left="2268" w:hanging="1134"/>
      </w:pPr>
      <w:r w:rsidRPr="008E40F2">
        <w:rPr>
          <w:b/>
        </w:rPr>
        <w:t>11.4</w:t>
      </w:r>
      <w:r w:rsidRPr="008E40F2">
        <w:rPr>
          <w:b/>
        </w:rPr>
        <w:tab/>
      </w:r>
      <w:r w:rsidRPr="008E40F2">
        <w:rPr>
          <w:b/>
          <w:bCs/>
        </w:rPr>
        <w:t>Договаривающиеся стороны, применяющие настоящие Правила, продолжают признавать официальные утверждения типа, выданные на основании поправок первоначальной серии к настоящим Правилам, которые были предоставлены впервые до 1 сентября 2020</w:t>
      </w:r>
      <w:r w:rsidR="00B80883" w:rsidRPr="008E40F2">
        <w:rPr>
          <w:b/>
          <w:bCs/>
          <w:lang w:val="en-US"/>
        </w:rPr>
        <w:t> </w:t>
      </w:r>
      <w:r w:rsidRPr="008E40F2">
        <w:rPr>
          <w:b/>
          <w:bCs/>
        </w:rPr>
        <w:t>года</w:t>
      </w:r>
      <w:r w:rsidRPr="008E40F2">
        <w:rPr>
          <w:bCs/>
        </w:rPr>
        <w:t>».</w:t>
      </w:r>
    </w:p>
    <w:p w:rsidR="005063F3" w:rsidRPr="008E40F2" w:rsidRDefault="005063F3" w:rsidP="008E40F2">
      <w:pPr>
        <w:pStyle w:val="SingleTxtG"/>
        <w:ind w:left="567" w:firstLine="567"/>
        <w:rPr>
          <w:lang w:eastAsia="ja-JP"/>
        </w:rPr>
      </w:pPr>
      <w:r w:rsidRPr="008E40F2">
        <w:rPr>
          <w:i/>
          <w:lang w:eastAsia="ja-JP"/>
        </w:rPr>
        <w:t>Приложение 5, включить</w:t>
      </w:r>
      <w:r w:rsidRPr="008E40F2">
        <w:rPr>
          <w:iCs/>
          <w:lang w:eastAsia="ja-JP"/>
        </w:rPr>
        <w:t xml:space="preserve"> </w:t>
      </w:r>
      <w:r w:rsidRPr="008E40F2">
        <w:rPr>
          <w:i/>
          <w:lang w:eastAsia="ja-JP"/>
        </w:rPr>
        <w:t>новый пункт 2.2.6</w:t>
      </w:r>
      <w:r w:rsidRPr="008E40F2">
        <w:rPr>
          <w:lang w:eastAsia="ja-JP"/>
        </w:rPr>
        <w:t xml:space="preserve"> следующего содержания:</w:t>
      </w:r>
    </w:p>
    <w:p w:rsidR="005063F3" w:rsidRPr="008E40F2" w:rsidRDefault="00B80883" w:rsidP="008E40F2">
      <w:pPr>
        <w:pStyle w:val="SingleTxtG"/>
        <w:ind w:left="2268" w:hanging="1134"/>
        <w:rPr>
          <w:b/>
        </w:rPr>
      </w:pPr>
      <w:r w:rsidRPr="008E40F2">
        <w:t>«</w:t>
      </w:r>
      <w:r w:rsidR="005063F3" w:rsidRPr="008E40F2">
        <w:rPr>
          <w:b/>
        </w:rPr>
        <w:t>2.2.6</w:t>
      </w:r>
      <w:r w:rsidR="005063F3" w:rsidRPr="008E40F2">
        <w:rPr>
          <w:b/>
        </w:rPr>
        <w:tab/>
        <w:t>Для недопущения боковой нагрузки на испытательном устройстве в ходе испытания ППЗ может быть адаптирована к местным условиям с целью обеспечения надлежащего ровного пространства для приложения нагрузки. Вместе с тем любое подобное изменение не должно служить для усиления конструкции самой ППЗ</w:t>
      </w:r>
      <w:r w:rsidR="005063F3" w:rsidRPr="008E40F2">
        <w:t>».</w:t>
      </w:r>
    </w:p>
    <w:p w:rsidR="005063F3" w:rsidRPr="008E40F2" w:rsidRDefault="005063F3" w:rsidP="008E40F2">
      <w:pPr>
        <w:pStyle w:val="HChG"/>
      </w:pPr>
      <w:r w:rsidRPr="008E40F2">
        <w:tab/>
        <w:t>II.</w:t>
      </w:r>
      <w:r w:rsidRPr="008E40F2">
        <w:tab/>
        <w:t>Обоснование</w:t>
      </w:r>
    </w:p>
    <w:p w:rsidR="005063F3" w:rsidRPr="008E40F2" w:rsidRDefault="005063F3" w:rsidP="008E40F2">
      <w:pPr>
        <w:pStyle w:val="SingleTxtG"/>
      </w:pPr>
      <w:r w:rsidRPr="008E40F2">
        <w:t>1.</w:t>
      </w:r>
      <w:r w:rsidRPr="008E40F2">
        <w:tab/>
        <w:t>Предполагается, что для повышения топливной экономичности и снижения уровня выбросов CO</w:t>
      </w:r>
      <w:r w:rsidRPr="00787AAF">
        <w:rPr>
          <w:vertAlign w:val="subscript"/>
        </w:rPr>
        <w:t>2</w:t>
      </w:r>
      <w:r w:rsidRPr="008E40F2">
        <w:t xml:space="preserve"> кабинам грузовых транспортных средств будет придаваться большая аэродинамичность. В этой связи форма кабин грузовых транспортных средств станет, возможно, более округлой и более уникальной. Таким образом, настоящее предложение нацелено на обновление положений части III, которыми предусмотрено, что устройства ППЗ служат неотъемлемым элементом автотранспортного средства.</w:t>
      </w:r>
    </w:p>
    <w:p w:rsidR="005063F3" w:rsidRPr="008E40F2" w:rsidRDefault="005063F3" w:rsidP="008E40F2">
      <w:pPr>
        <w:pStyle w:val="SingleTxtG"/>
      </w:pPr>
      <w:r w:rsidRPr="008E40F2">
        <w:lastRenderedPageBreak/>
        <w:tab/>
        <w:t>2.</w:t>
      </w:r>
      <w:r w:rsidRPr="008E40F2">
        <w:tab/>
        <w:t>Нынешний вариант настоящих Правил приемлем только для обычных грузовых транспортных средств с плоской передней частью, так как в качестве исходной точки обозначена наиболее выступающая передняя часть транспортного средства, независимо от точки приложения к устройству ППЗ испытательной нагрузки.</w:t>
      </w:r>
    </w:p>
    <w:p w:rsidR="005063F3" w:rsidRPr="008E40F2" w:rsidRDefault="005063F3" w:rsidP="008E40F2">
      <w:pPr>
        <w:pStyle w:val="SingleTxtG"/>
      </w:pPr>
      <w:r w:rsidRPr="008E40F2">
        <w:tab/>
        <w:t>3.</w:t>
      </w:r>
      <w:r w:rsidRPr="008E40F2">
        <w:tab/>
        <w:t xml:space="preserve">В настоящей поправке </w:t>
      </w:r>
      <w:bookmarkStart w:id="3" w:name="OLE_LINK7"/>
      <w:r w:rsidRPr="008E40F2">
        <w:t xml:space="preserve">наиболее выступающую переднюю точку </w:t>
      </w:r>
      <w:bookmarkEnd w:id="3"/>
      <w:r w:rsidRPr="008E40F2">
        <w:t>предлагается обозначить в том же месте продольной плоскости, где прилагается нагрузка. Это означает, что форма устройства ППЗ может соответствовать форме кабины и что расстояние будет измеряться с учетом ее формы, а не от наиболее выступающей передней точки всей кабины.</w:t>
      </w:r>
    </w:p>
    <w:p w:rsidR="005063F3" w:rsidRPr="008E40F2" w:rsidRDefault="005063F3" w:rsidP="008E40F2">
      <w:pPr>
        <w:pStyle w:val="SingleTxtG"/>
      </w:pPr>
      <w:r w:rsidRPr="008E40F2">
        <w:tab/>
        <w:t>4.</w:t>
      </w:r>
      <w:r w:rsidRPr="008E40F2">
        <w:tab/>
        <w:t>Из этого следует, что в контексте устройств ППЗ на закругленных передних частях кабин расстояние в 400 мм должно выдерживаться по всему переднему контуру кабины, а не от ее наиболее выступающей передней точки.</w:t>
      </w:r>
      <w:r w:rsidRPr="008E40F2">
        <w:tab/>
      </w:r>
    </w:p>
    <w:p w:rsidR="005063F3" w:rsidRPr="008E40F2" w:rsidRDefault="005063F3" w:rsidP="008E40F2">
      <w:pPr>
        <w:pStyle w:val="SingleTxtG"/>
      </w:pPr>
      <w:r w:rsidRPr="008E40F2">
        <w:tab/>
        <w:t xml:space="preserve">5. </w:t>
      </w:r>
      <w:r w:rsidRPr="008E40F2">
        <w:tab/>
        <w:t>Для недопущения неоправданных исключений основания для исключений предлагается согласовать с оговоренными положениями Правил № 73 ООН.</w:t>
      </w:r>
    </w:p>
    <w:p w:rsidR="00E12C5F" w:rsidRPr="008E40F2" w:rsidRDefault="005063F3" w:rsidP="008E40F2">
      <w:pPr>
        <w:spacing w:before="240"/>
        <w:jc w:val="center"/>
        <w:rPr>
          <w:u w:val="single"/>
        </w:rPr>
      </w:pPr>
      <w:r w:rsidRPr="008E40F2">
        <w:rPr>
          <w:u w:val="single"/>
        </w:rPr>
        <w:tab/>
      </w:r>
      <w:r w:rsidRPr="008E40F2">
        <w:rPr>
          <w:u w:val="single"/>
        </w:rPr>
        <w:tab/>
      </w:r>
      <w:r w:rsidRPr="008E40F2">
        <w:rPr>
          <w:u w:val="single"/>
        </w:rPr>
        <w:tab/>
      </w:r>
    </w:p>
    <w:sectPr w:rsidR="00E12C5F" w:rsidRPr="008E40F2" w:rsidSect="005063F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879" w:rsidRPr="00A312BC" w:rsidRDefault="00B51879" w:rsidP="00A312BC"/>
  </w:endnote>
  <w:endnote w:type="continuationSeparator" w:id="0">
    <w:p w:rsidR="00B51879" w:rsidRPr="00A312BC" w:rsidRDefault="00B5187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3F3" w:rsidRPr="005063F3" w:rsidRDefault="005063F3">
    <w:pPr>
      <w:pStyle w:val="a8"/>
    </w:pPr>
    <w:r w:rsidRPr="005063F3">
      <w:rPr>
        <w:b/>
        <w:sz w:val="18"/>
      </w:rPr>
      <w:fldChar w:fldCharType="begin"/>
    </w:r>
    <w:r w:rsidRPr="005063F3">
      <w:rPr>
        <w:b/>
        <w:sz w:val="18"/>
      </w:rPr>
      <w:instrText xml:space="preserve"> PAGE  \* MERGEFORMAT </w:instrText>
    </w:r>
    <w:r w:rsidRPr="005063F3">
      <w:rPr>
        <w:b/>
        <w:sz w:val="18"/>
      </w:rPr>
      <w:fldChar w:fldCharType="separate"/>
    </w:r>
    <w:r w:rsidR="00670CC9">
      <w:rPr>
        <w:b/>
        <w:noProof/>
        <w:sz w:val="18"/>
      </w:rPr>
      <w:t>2</w:t>
    </w:r>
    <w:r w:rsidRPr="005063F3">
      <w:rPr>
        <w:b/>
        <w:sz w:val="18"/>
      </w:rPr>
      <w:fldChar w:fldCharType="end"/>
    </w:r>
    <w:r>
      <w:rPr>
        <w:b/>
        <w:sz w:val="18"/>
      </w:rPr>
      <w:tab/>
    </w:r>
    <w:r>
      <w:t>GE.19-12286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3F3" w:rsidRPr="005063F3" w:rsidRDefault="005063F3" w:rsidP="005063F3">
    <w:pPr>
      <w:pStyle w:val="a8"/>
      <w:tabs>
        <w:tab w:val="clear" w:pos="9639"/>
        <w:tab w:val="right" w:pos="9638"/>
      </w:tabs>
      <w:rPr>
        <w:b/>
        <w:sz w:val="18"/>
      </w:rPr>
    </w:pPr>
    <w:r>
      <w:t>GE.19-12286</w:t>
    </w:r>
    <w:r>
      <w:tab/>
    </w:r>
    <w:r w:rsidRPr="005063F3">
      <w:rPr>
        <w:b/>
        <w:sz w:val="18"/>
      </w:rPr>
      <w:fldChar w:fldCharType="begin"/>
    </w:r>
    <w:r w:rsidRPr="005063F3">
      <w:rPr>
        <w:b/>
        <w:sz w:val="18"/>
      </w:rPr>
      <w:instrText xml:space="preserve"> PAGE  \* MERGEFORMAT </w:instrText>
    </w:r>
    <w:r w:rsidRPr="005063F3">
      <w:rPr>
        <w:b/>
        <w:sz w:val="18"/>
      </w:rPr>
      <w:fldChar w:fldCharType="separate"/>
    </w:r>
    <w:r w:rsidR="00670CC9">
      <w:rPr>
        <w:b/>
        <w:noProof/>
        <w:sz w:val="18"/>
      </w:rPr>
      <w:t>3</w:t>
    </w:r>
    <w:r w:rsidRPr="005063F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063F3" w:rsidRDefault="005063F3" w:rsidP="005063F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19-12286  (R)</w:t>
    </w:r>
    <w:r w:rsidR="007C2B20">
      <w:rPr>
        <w:lang w:val="en-US"/>
      </w:rPr>
      <w:t xml:space="preserve">  070819  080819</w:t>
    </w:r>
    <w:r>
      <w:br/>
    </w:r>
    <w:r w:rsidRPr="005063F3">
      <w:rPr>
        <w:rFonts w:ascii="C39T30Lfz" w:hAnsi="C39T30Lfz"/>
        <w:kern w:val="14"/>
        <w:sz w:val="56"/>
      </w:rPr>
      <w:t></w:t>
    </w:r>
    <w:r w:rsidRPr="005063F3">
      <w:rPr>
        <w:rFonts w:ascii="C39T30Lfz" w:hAnsi="C39T30Lfz"/>
        <w:kern w:val="14"/>
        <w:sz w:val="56"/>
      </w:rPr>
      <w:t></w:t>
    </w:r>
    <w:r w:rsidRPr="005063F3">
      <w:rPr>
        <w:rFonts w:ascii="C39T30Lfz" w:hAnsi="C39T30Lfz"/>
        <w:kern w:val="14"/>
        <w:sz w:val="56"/>
      </w:rPr>
      <w:t></w:t>
    </w:r>
    <w:r w:rsidRPr="005063F3">
      <w:rPr>
        <w:rFonts w:ascii="C39T30Lfz" w:hAnsi="C39T30Lfz"/>
        <w:kern w:val="14"/>
        <w:sz w:val="56"/>
      </w:rPr>
      <w:t></w:t>
    </w:r>
    <w:r w:rsidRPr="005063F3">
      <w:rPr>
        <w:rFonts w:ascii="C39T30Lfz" w:hAnsi="C39T30Lfz"/>
        <w:kern w:val="14"/>
        <w:sz w:val="56"/>
      </w:rPr>
      <w:t></w:t>
    </w:r>
    <w:r w:rsidRPr="005063F3">
      <w:rPr>
        <w:rFonts w:ascii="C39T30Lfz" w:hAnsi="C39T30Lfz"/>
        <w:kern w:val="14"/>
        <w:sz w:val="56"/>
      </w:rPr>
      <w:t></w:t>
    </w:r>
    <w:r w:rsidRPr="005063F3">
      <w:rPr>
        <w:rFonts w:ascii="C39T30Lfz" w:hAnsi="C39T30Lfz"/>
        <w:kern w:val="14"/>
        <w:sz w:val="56"/>
      </w:rPr>
      <w:t></w:t>
    </w:r>
    <w:r w:rsidRPr="005063F3">
      <w:rPr>
        <w:rFonts w:ascii="C39T30Lfz" w:hAnsi="C39T30Lfz"/>
        <w:kern w:val="14"/>
        <w:sz w:val="56"/>
      </w:rPr>
      <w:t></w:t>
    </w:r>
    <w:r w:rsidRPr="005063F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9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879" w:rsidRPr="001075E9" w:rsidRDefault="00B5187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51879" w:rsidRDefault="00B5187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063F3" w:rsidRPr="007B2A00" w:rsidRDefault="00B80883" w:rsidP="00B80883">
      <w:pPr>
        <w:pStyle w:val="af"/>
        <w:rPr>
          <w:rFonts w:eastAsia="Calibri"/>
        </w:rPr>
      </w:pPr>
      <w:r>
        <w:rPr>
          <w:sz w:val="20"/>
        </w:rPr>
        <w:tab/>
      </w:r>
      <w:r w:rsidR="005063F3" w:rsidRPr="00B80883">
        <w:rPr>
          <w:rStyle w:val="aa"/>
          <w:sz w:val="20"/>
          <w:vertAlign w:val="baseline"/>
        </w:rPr>
        <w:t>*</w:t>
      </w:r>
      <w:r w:rsidR="005063F3" w:rsidRPr="00B80883">
        <w:rPr>
          <w:sz w:val="20"/>
        </w:rPr>
        <w:tab/>
      </w:r>
      <w:r>
        <w:rPr>
          <w:sz w:val="20"/>
        </w:rPr>
        <w:tab/>
      </w:r>
      <w:r w:rsidR="005063F3" w:rsidRPr="009330DC">
        <w:rPr>
          <w:szCs w:val="18"/>
        </w:rPr>
        <w:t>Согласно программе работы Комитета по внутреннему транспорту на 2018–2019 годы (</w:t>
      </w:r>
      <w:r w:rsidR="005063F3" w:rsidRPr="009330DC">
        <w:rPr>
          <w:szCs w:val="18"/>
          <w:lang w:val="en-US"/>
        </w:rPr>
        <w:t>ECE</w:t>
      </w:r>
      <w:r w:rsidR="005063F3" w:rsidRPr="009330DC">
        <w:rPr>
          <w:szCs w:val="18"/>
        </w:rPr>
        <w:t>/</w:t>
      </w:r>
      <w:r w:rsidR="005063F3" w:rsidRPr="009330DC">
        <w:rPr>
          <w:szCs w:val="18"/>
          <w:lang w:val="en-US"/>
        </w:rPr>
        <w:t>TRANS</w:t>
      </w:r>
      <w:r w:rsidR="005063F3" w:rsidRPr="009330DC">
        <w:rPr>
          <w:szCs w:val="18"/>
        </w:rPr>
        <w:t xml:space="preserve">/274, пункт 123, и </w:t>
      </w:r>
      <w:r w:rsidR="005063F3" w:rsidRPr="009330DC">
        <w:rPr>
          <w:szCs w:val="18"/>
          <w:lang w:val="en-US"/>
        </w:rPr>
        <w:t>ECE</w:t>
      </w:r>
      <w:r w:rsidR="005063F3" w:rsidRPr="009330DC">
        <w:rPr>
          <w:szCs w:val="18"/>
        </w:rPr>
        <w:t>/</w:t>
      </w:r>
      <w:r w:rsidR="005063F3" w:rsidRPr="009330DC">
        <w:rPr>
          <w:szCs w:val="18"/>
          <w:lang w:val="en-US"/>
        </w:rPr>
        <w:t>TRANS</w:t>
      </w:r>
      <w:r w:rsidR="005063F3" w:rsidRPr="009330DC">
        <w:rPr>
          <w:szCs w:val="18"/>
        </w:rPr>
        <w:t>/2018/21/</w:t>
      </w:r>
      <w:r w:rsidR="005063F3" w:rsidRPr="009330DC">
        <w:rPr>
          <w:szCs w:val="18"/>
          <w:lang w:val="en-US"/>
        </w:rPr>
        <w:t>Add</w:t>
      </w:r>
      <w:r w:rsidR="005063F3" w:rsidRPr="009330DC">
        <w:rPr>
          <w:szCs w:val="18"/>
        </w:rPr>
        <w:t>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</w:t>
      </w:r>
      <w:r w:rsidR="005063F3" w:rsidRPr="009330DC">
        <w:rPr>
          <w:szCs w:val="18"/>
          <w:lang w:val="en-US"/>
        </w:rPr>
        <w:t> </w:t>
      </w:r>
      <w:r w:rsidR="005063F3" w:rsidRPr="009330DC">
        <w:rPr>
          <w:szCs w:val="18"/>
        </w:rP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3F3" w:rsidRPr="005063F3" w:rsidRDefault="00670CC9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ECE/TRANS/WP.29/GRSG/2019/19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3F3" w:rsidRPr="005063F3" w:rsidRDefault="00670CC9" w:rsidP="005063F3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ECE/TRANS/WP.29/GRSG/2019/19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0D6AF4"/>
    <w:multiLevelType w:val="hybridMultilevel"/>
    <w:tmpl w:val="C9507486"/>
    <w:lvl w:ilvl="0" w:tplc="3AD8E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7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63F3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0CC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7AAF"/>
    <w:rsid w:val="00792497"/>
    <w:rsid w:val="007C2B20"/>
    <w:rsid w:val="00806737"/>
    <w:rsid w:val="00825F8D"/>
    <w:rsid w:val="00834B71"/>
    <w:rsid w:val="0086445C"/>
    <w:rsid w:val="00894693"/>
    <w:rsid w:val="008A08D7"/>
    <w:rsid w:val="008A37C8"/>
    <w:rsid w:val="008A5732"/>
    <w:rsid w:val="008B6909"/>
    <w:rsid w:val="008D53B6"/>
    <w:rsid w:val="008E40F2"/>
    <w:rsid w:val="008F7609"/>
    <w:rsid w:val="00906890"/>
    <w:rsid w:val="00911BE4"/>
    <w:rsid w:val="009330DC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1879"/>
    <w:rsid w:val="00B539E7"/>
    <w:rsid w:val="00B62458"/>
    <w:rsid w:val="00B80883"/>
    <w:rsid w:val="00BA51C2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D10966-38FB-4922-BE08-03F2A100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,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5063F3"/>
    <w:rPr>
      <w:lang w:val="ru-RU" w:eastAsia="en-US"/>
    </w:rPr>
  </w:style>
  <w:style w:type="paragraph" w:customStyle="1" w:styleId="para">
    <w:name w:val="para"/>
    <w:basedOn w:val="a"/>
    <w:link w:val="paraChar"/>
    <w:rsid w:val="005063F3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paraChar">
    <w:name w:val="para Char"/>
    <w:link w:val="para"/>
    <w:rsid w:val="005063F3"/>
    <w:rPr>
      <w:snapToGrid w:val="0"/>
      <w:lang w:val="fr-FR" w:eastAsia="en-US"/>
    </w:rPr>
  </w:style>
  <w:style w:type="character" w:customStyle="1" w:styleId="HChGChar">
    <w:name w:val="_ H _Ch_G Char"/>
    <w:link w:val="HChG"/>
    <w:rsid w:val="005063F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642</Words>
  <Characters>4488</Characters>
  <Application>Microsoft Office Word</Application>
  <DocSecurity>0</DocSecurity>
  <Lines>102</Lines>
  <Paragraphs>38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ECE/TRANS/WP.29/GRSG/2019/19</dc:title>
  <dc:subject/>
  <dc:creator>Tatiana SHARKINA</dc:creator>
  <cp:keywords/>
  <cp:lastModifiedBy>Ioulia Goussarova</cp:lastModifiedBy>
  <cp:revision>3</cp:revision>
  <cp:lastPrinted>2019-08-08T15:36:00Z</cp:lastPrinted>
  <dcterms:created xsi:type="dcterms:W3CDTF">2019-08-08T15:36:00Z</dcterms:created>
  <dcterms:modified xsi:type="dcterms:W3CDTF">2019-08-08T15:37:00Z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