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F54F45" w14:paraId="02E6DFA5" w14:textId="77777777" w:rsidTr="00C97039">
        <w:trPr>
          <w:trHeight w:hRule="exact" w:val="851"/>
        </w:trPr>
        <w:tc>
          <w:tcPr>
            <w:tcW w:w="1276" w:type="dxa"/>
            <w:tcBorders>
              <w:bottom w:val="single" w:sz="4" w:space="0" w:color="auto"/>
            </w:tcBorders>
          </w:tcPr>
          <w:p w14:paraId="46094B31" w14:textId="77777777" w:rsidR="00F35BAF" w:rsidRPr="00531C4C" w:rsidRDefault="00F35BAF" w:rsidP="0091592E"/>
        </w:tc>
        <w:tc>
          <w:tcPr>
            <w:tcW w:w="2268" w:type="dxa"/>
            <w:tcBorders>
              <w:bottom w:val="single" w:sz="4" w:space="0" w:color="auto"/>
            </w:tcBorders>
            <w:vAlign w:val="bottom"/>
          </w:tcPr>
          <w:p w14:paraId="6D967BA7" w14:textId="77777777" w:rsidR="00F35BAF" w:rsidRPr="00F54F45" w:rsidRDefault="00F35BAF" w:rsidP="00C97039">
            <w:pPr>
              <w:spacing w:after="80" w:line="300" w:lineRule="exact"/>
              <w:rPr>
                <w:sz w:val="28"/>
              </w:rPr>
            </w:pPr>
            <w:r w:rsidRPr="00F54F45">
              <w:rPr>
                <w:sz w:val="28"/>
              </w:rPr>
              <w:t>Nations Unies</w:t>
            </w:r>
          </w:p>
        </w:tc>
        <w:tc>
          <w:tcPr>
            <w:tcW w:w="6095" w:type="dxa"/>
            <w:gridSpan w:val="2"/>
            <w:tcBorders>
              <w:bottom w:val="single" w:sz="4" w:space="0" w:color="auto"/>
            </w:tcBorders>
            <w:vAlign w:val="bottom"/>
          </w:tcPr>
          <w:p w14:paraId="4112A23D" w14:textId="77777777" w:rsidR="00F35BAF" w:rsidRPr="00F54F45" w:rsidRDefault="0091592E" w:rsidP="0091592E">
            <w:pPr>
              <w:jc w:val="right"/>
            </w:pPr>
            <w:r w:rsidRPr="00F54F45">
              <w:rPr>
                <w:sz w:val="40"/>
              </w:rPr>
              <w:t>ECE</w:t>
            </w:r>
            <w:r w:rsidRPr="00F54F45">
              <w:t>/TRANS/WP.29/GRPE/79</w:t>
            </w:r>
          </w:p>
        </w:tc>
      </w:tr>
      <w:tr w:rsidR="00F35BAF" w:rsidRPr="00F54F45" w14:paraId="2EA911FF" w14:textId="77777777" w:rsidTr="00C97039">
        <w:trPr>
          <w:trHeight w:hRule="exact" w:val="2835"/>
        </w:trPr>
        <w:tc>
          <w:tcPr>
            <w:tcW w:w="1276" w:type="dxa"/>
            <w:tcBorders>
              <w:top w:val="single" w:sz="4" w:space="0" w:color="auto"/>
              <w:bottom w:val="single" w:sz="12" w:space="0" w:color="auto"/>
            </w:tcBorders>
          </w:tcPr>
          <w:p w14:paraId="6E1E7C7A" w14:textId="77777777" w:rsidR="00F35BAF" w:rsidRPr="00F54F45" w:rsidRDefault="00F35BAF" w:rsidP="00C97039">
            <w:pPr>
              <w:spacing w:before="120"/>
              <w:jc w:val="center"/>
            </w:pPr>
            <w:r w:rsidRPr="00F54F45">
              <w:rPr>
                <w:noProof/>
                <w:lang w:eastAsia="fr-CH"/>
              </w:rPr>
              <w:drawing>
                <wp:inline distT="0" distB="0" distL="0" distR="0" wp14:anchorId="1709D4F9" wp14:editId="6F3C141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29A55BA" w14:textId="77777777" w:rsidR="00F35BAF" w:rsidRPr="00F54F45" w:rsidRDefault="00F35BAF" w:rsidP="00C97039">
            <w:pPr>
              <w:spacing w:before="120" w:line="420" w:lineRule="exact"/>
              <w:rPr>
                <w:b/>
                <w:sz w:val="40"/>
                <w:szCs w:val="40"/>
              </w:rPr>
            </w:pPr>
            <w:r w:rsidRPr="00F54F45">
              <w:rPr>
                <w:b/>
                <w:sz w:val="40"/>
                <w:szCs w:val="40"/>
              </w:rPr>
              <w:t>Conseil économique et social</w:t>
            </w:r>
          </w:p>
        </w:tc>
        <w:tc>
          <w:tcPr>
            <w:tcW w:w="2835" w:type="dxa"/>
            <w:tcBorders>
              <w:top w:val="single" w:sz="4" w:space="0" w:color="auto"/>
              <w:bottom w:val="single" w:sz="12" w:space="0" w:color="auto"/>
            </w:tcBorders>
          </w:tcPr>
          <w:p w14:paraId="15D77F4A" w14:textId="77777777" w:rsidR="00F35BAF" w:rsidRPr="00F54F45" w:rsidRDefault="0091592E" w:rsidP="00C97039">
            <w:pPr>
              <w:spacing w:before="240"/>
            </w:pPr>
            <w:proofErr w:type="spellStart"/>
            <w:r w:rsidRPr="00F54F45">
              <w:t>Distr</w:t>
            </w:r>
            <w:proofErr w:type="spellEnd"/>
            <w:r w:rsidRPr="00F54F45">
              <w:t>. générale</w:t>
            </w:r>
          </w:p>
          <w:p w14:paraId="073AEEA3" w14:textId="77777777" w:rsidR="0091592E" w:rsidRPr="00F54F45" w:rsidRDefault="0091592E" w:rsidP="0091592E">
            <w:pPr>
              <w:spacing w:line="240" w:lineRule="exact"/>
            </w:pPr>
            <w:r w:rsidRPr="00F54F45">
              <w:t>12 juillet 2019</w:t>
            </w:r>
          </w:p>
          <w:p w14:paraId="7AE191E4" w14:textId="77777777" w:rsidR="0091592E" w:rsidRPr="00F54F45" w:rsidRDefault="0091592E" w:rsidP="0091592E">
            <w:pPr>
              <w:spacing w:line="240" w:lineRule="exact"/>
            </w:pPr>
            <w:r w:rsidRPr="00F54F45">
              <w:t>Français</w:t>
            </w:r>
          </w:p>
          <w:p w14:paraId="3AA6DE40" w14:textId="77777777" w:rsidR="0091592E" w:rsidRPr="00F54F45" w:rsidRDefault="0091592E" w:rsidP="0091592E">
            <w:pPr>
              <w:spacing w:line="240" w:lineRule="exact"/>
            </w:pPr>
            <w:r w:rsidRPr="00F54F45">
              <w:t>Original : anglais</w:t>
            </w:r>
          </w:p>
        </w:tc>
      </w:tr>
    </w:tbl>
    <w:p w14:paraId="272427D3" w14:textId="77777777" w:rsidR="007F20FA" w:rsidRPr="00F54F45" w:rsidRDefault="007F20FA" w:rsidP="007F20FA">
      <w:pPr>
        <w:spacing w:before="120"/>
        <w:rPr>
          <w:b/>
          <w:sz w:val="28"/>
          <w:szCs w:val="28"/>
        </w:rPr>
      </w:pPr>
      <w:r w:rsidRPr="00F54F45">
        <w:rPr>
          <w:b/>
          <w:sz w:val="28"/>
          <w:szCs w:val="28"/>
        </w:rPr>
        <w:t>Commission économique pour l</w:t>
      </w:r>
      <w:r w:rsidR="00056C17" w:rsidRPr="00F54F45">
        <w:rPr>
          <w:b/>
          <w:sz w:val="28"/>
          <w:szCs w:val="28"/>
        </w:rPr>
        <w:t>’</w:t>
      </w:r>
      <w:r w:rsidRPr="00F54F45">
        <w:rPr>
          <w:b/>
          <w:sz w:val="28"/>
          <w:szCs w:val="28"/>
        </w:rPr>
        <w:t>Europe</w:t>
      </w:r>
    </w:p>
    <w:p w14:paraId="3118885E" w14:textId="77777777" w:rsidR="007F20FA" w:rsidRPr="00F54F45" w:rsidRDefault="007F20FA" w:rsidP="007F20FA">
      <w:pPr>
        <w:spacing w:before="120"/>
        <w:rPr>
          <w:sz w:val="28"/>
          <w:szCs w:val="28"/>
        </w:rPr>
      </w:pPr>
      <w:r w:rsidRPr="00F54F45">
        <w:rPr>
          <w:sz w:val="28"/>
          <w:szCs w:val="28"/>
        </w:rPr>
        <w:t>Comité des transports intérieurs</w:t>
      </w:r>
    </w:p>
    <w:p w14:paraId="15345944" w14:textId="77777777" w:rsidR="001F29A7" w:rsidRPr="00F54F45" w:rsidRDefault="001F29A7" w:rsidP="00AF0CB5">
      <w:pPr>
        <w:spacing w:before="120"/>
        <w:rPr>
          <w:b/>
          <w:sz w:val="24"/>
          <w:szCs w:val="24"/>
        </w:rPr>
      </w:pPr>
      <w:r w:rsidRPr="00F54F45">
        <w:rPr>
          <w:b/>
          <w:sz w:val="24"/>
          <w:szCs w:val="24"/>
        </w:rPr>
        <w:t>Forum mondial de l</w:t>
      </w:r>
      <w:r w:rsidR="00056C17" w:rsidRPr="00F54F45">
        <w:rPr>
          <w:b/>
          <w:sz w:val="24"/>
          <w:szCs w:val="24"/>
        </w:rPr>
        <w:t>’</w:t>
      </w:r>
      <w:r w:rsidRPr="00F54F45">
        <w:rPr>
          <w:b/>
          <w:sz w:val="24"/>
          <w:szCs w:val="24"/>
        </w:rPr>
        <w:t>harmonisation</w:t>
      </w:r>
      <w:r w:rsidRPr="00F54F45">
        <w:rPr>
          <w:b/>
          <w:sz w:val="24"/>
          <w:szCs w:val="24"/>
        </w:rPr>
        <w:br/>
        <w:t>des Règlements concernant les véhicules</w:t>
      </w:r>
    </w:p>
    <w:p w14:paraId="14513463" w14:textId="77777777" w:rsidR="001F29A7" w:rsidRPr="00F54F45" w:rsidRDefault="001F29A7" w:rsidP="00257168">
      <w:pPr>
        <w:spacing w:before="120" w:after="120" w:line="240" w:lineRule="exact"/>
        <w:rPr>
          <w:b/>
        </w:rPr>
      </w:pPr>
      <w:r w:rsidRPr="00F54F45">
        <w:rPr>
          <w:b/>
        </w:rPr>
        <w:t>Groupe de travail de la pollution et de l</w:t>
      </w:r>
      <w:r w:rsidR="00056C17" w:rsidRPr="00F54F45">
        <w:rPr>
          <w:b/>
        </w:rPr>
        <w:t>’</w:t>
      </w:r>
      <w:r w:rsidRPr="00F54F45">
        <w:rPr>
          <w:b/>
        </w:rPr>
        <w:t>énergie</w:t>
      </w:r>
    </w:p>
    <w:p w14:paraId="0A5373AA" w14:textId="77777777" w:rsidR="001F29A7" w:rsidRPr="00F54F45" w:rsidRDefault="001F29A7" w:rsidP="00257168">
      <w:pPr>
        <w:spacing w:before="120" w:line="240" w:lineRule="exact"/>
        <w:rPr>
          <w:b/>
        </w:rPr>
      </w:pPr>
      <w:r w:rsidRPr="00F54F45">
        <w:rPr>
          <w:b/>
          <w:bCs/>
        </w:rPr>
        <w:t xml:space="preserve">Soixante-dix-neuvième </w:t>
      </w:r>
      <w:r w:rsidRPr="00F54F45">
        <w:rPr>
          <w:b/>
        </w:rPr>
        <w:t>session</w:t>
      </w:r>
    </w:p>
    <w:p w14:paraId="3E88EEFD" w14:textId="77777777" w:rsidR="001F29A7" w:rsidRPr="00F54F45" w:rsidRDefault="001F29A7" w:rsidP="00257168">
      <w:pPr>
        <w:spacing w:line="240" w:lineRule="exact"/>
      </w:pPr>
      <w:r w:rsidRPr="00F54F45">
        <w:t>Genève, 21-24 mai 2019</w:t>
      </w:r>
    </w:p>
    <w:p w14:paraId="26453C86" w14:textId="77777777" w:rsidR="00F9573C" w:rsidRPr="00F54F45" w:rsidRDefault="007A1D82" w:rsidP="007A1D82">
      <w:pPr>
        <w:pStyle w:val="HChG"/>
      </w:pPr>
      <w:r w:rsidRPr="00F54F45">
        <w:tab/>
      </w:r>
      <w:r w:rsidRPr="00F54F45">
        <w:tab/>
        <w:t>Rapport du Groupe de travail de la pollution et de l</w:t>
      </w:r>
      <w:r w:rsidR="00056C17" w:rsidRPr="00F54F45">
        <w:t>’</w:t>
      </w:r>
      <w:r w:rsidRPr="00F54F45">
        <w:t>énergie (GRPE) sur sa soixante-dix-neuvième session</w:t>
      </w:r>
    </w:p>
    <w:p w14:paraId="492FA7A3" w14:textId="77777777" w:rsidR="007A1D82" w:rsidRPr="00F54F45" w:rsidRDefault="00713D75" w:rsidP="00713D75">
      <w:pPr>
        <w:spacing w:after="120"/>
        <w:rPr>
          <w:sz w:val="28"/>
        </w:rPr>
      </w:pPr>
      <w:r w:rsidRPr="00F54F45">
        <w:rPr>
          <w:sz w:val="28"/>
        </w:rPr>
        <w:t>Table des matières</w:t>
      </w:r>
    </w:p>
    <w:p w14:paraId="443EF294" w14:textId="77777777" w:rsidR="00713D75" w:rsidRPr="00F54F45" w:rsidRDefault="00713D75" w:rsidP="00713D75">
      <w:pPr>
        <w:tabs>
          <w:tab w:val="right" w:pos="8929"/>
          <w:tab w:val="right" w:pos="9638"/>
        </w:tabs>
        <w:spacing w:after="120"/>
        <w:ind w:left="283"/>
        <w:rPr>
          <w:i/>
          <w:sz w:val="18"/>
        </w:rPr>
      </w:pPr>
      <w:r w:rsidRPr="00F54F45">
        <w:rPr>
          <w:i/>
          <w:sz w:val="18"/>
        </w:rPr>
        <w:tab/>
        <w:t>Paragraphes</w:t>
      </w:r>
      <w:r w:rsidRPr="00F54F45">
        <w:rPr>
          <w:i/>
          <w:sz w:val="18"/>
        </w:rPr>
        <w:tab/>
        <w:t>Page</w:t>
      </w:r>
    </w:p>
    <w:p w14:paraId="3DECF3DA" w14:textId="77777777" w:rsidR="00713D75" w:rsidRPr="00F54F45" w:rsidRDefault="00713D75" w:rsidP="00713D75">
      <w:pPr>
        <w:tabs>
          <w:tab w:val="right" w:pos="850"/>
          <w:tab w:val="right" w:leader="dot" w:pos="7654"/>
          <w:tab w:val="right" w:pos="8929"/>
          <w:tab w:val="right" w:pos="9638"/>
        </w:tabs>
        <w:spacing w:after="120"/>
        <w:ind w:left="1134" w:hanging="1134"/>
      </w:pPr>
      <w:r w:rsidRPr="00F54F45">
        <w:tab/>
        <w:t>I.</w:t>
      </w:r>
      <w:r w:rsidRPr="00F54F45">
        <w:tab/>
      </w:r>
      <w:r w:rsidR="0068333C" w:rsidRPr="00F54F45">
        <w:t>Participation</w:t>
      </w:r>
      <w:r w:rsidRPr="00F54F45">
        <w:tab/>
      </w:r>
      <w:r w:rsidRPr="00F54F45">
        <w:tab/>
      </w:r>
      <w:r w:rsidR="0068333C" w:rsidRPr="00F54F45">
        <w:t>1</w:t>
      </w:r>
      <w:r w:rsidRPr="00F54F45">
        <w:tab/>
      </w:r>
      <w:r w:rsidR="00476E43">
        <w:t>4</w:t>
      </w:r>
    </w:p>
    <w:p w14:paraId="4653D51A" w14:textId="77777777" w:rsidR="00713D75" w:rsidRPr="00F54F45" w:rsidRDefault="00713D75" w:rsidP="00713D75">
      <w:pPr>
        <w:tabs>
          <w:tab w:val="right" w:pos="850"/>
          <w:tab w:val="right" w:leader="dot" w:pos="7654"/>
          <w:tab w:val="right" w:pos="8929"/>
          <w:tab w:val="right" w:pos="9638"/>
        </w:tabs>
        <w:spacing w:after="120"/>
        <w:ind w:left="1134" w:hanging="1134"/>
      </w:pPr>
      <w:r w:rsidRPr="00F54F45">
        <w:tab/>
        <w:t>II.</w:t>
      </w:r>
      <w:r w:rsidRPr="00F54F45">
        <w:tab/>
      </w:r>
      <w:r w:rsidR="009D090D" w:rsidRPr="00F54F45">
        <w:t>Adoption de l’ordre du jour (point 1 de l’ordre du jour)</w:t>
      </w:r>
      <w:r w:rsidRPr="00F54F45">
        <w:tab/>
      </w:r>
      <w:r w:rsidRPr="00F54F45">
        <w:tab/>
      </w:r>
      <w:r w:rsidR="0068333C" w:rsidRPr="00F54F45">
        <w:t>2−4</w:t>
      </w:r>
      <w:r w:rsidRPr="00F54F45">
        <w:tab/>
      </w:r>
      <w:r w:rsidR="00476E43">
        <w:t>4</w:t>
      </w:r>
    </w:p>
    <w:p w14:paraId="1923174C" w14:textId="77777777" w:rsidR="00713D75" w:rsidRPr="00F54F45" w:rsidRDefault="00713D75" w:rsidP="00713D75">
      <w:pPr>
        <w:tabs>
          <w:tab w:val="right" w:pos="850"/>
          <w:tab w:val="right" w:leader="dot" w:pos="7654"/>
          <w:tab w:val="right" w:pos="8929"/>
          <w:tab w:val="right" w:pos="9638"/>
        </w:tabs>
        <w:spacing w:after="120"/>
        <w:ind w:left="1134" w:hanging="1134"/>
      </w:pPr>
      <w:r w:rsidRPr="00F54F45">
        <w:tab/>
        <w:t>III.</w:t>
      </w:r>
      <w:r w:rsidRPr="00F54F45">
        <w:tab/>
      </w:r>
      <w:r w:rsidR="009D090D" w:rsidRPr="00F54F45">
        <w:t xml:space="preserve">Rapport de la dernière session du Forum mondial de l’harmonisation </w:t>
      </w:r>
      <w:r w:rsidR="009D090D" w:rsidRPr="00F54F45">
        <w:br/>
        <w:t>des Règlements concernant les véhicules (WP.29) (point 2 de l’ordre du jour)</w:t>
      </w:r>
      <w:r w:rsidRPr="00F54F45">
        <w:tab/>
      </w:r>
      <w:r w:rsidRPr="00F54F45">
        <w:tab/>
      </w:r>
      <w:r w:rsidR="0068333C" w:rsidRPr="00F54F45">
        <w:t>5−10</w:t>
      </w:r>
      <w:r w:rsidRPr="00F54F45">
        <w:tab/>
      </w:r>
      <w:r w:rsidR="00476E43">
        <w:t>4</w:t>
      </w:r>
    </w:p>
    <w:p w14:paraId="724171B5" w14:textId="77777777" w:rsidR="00713D75" w:rsidRPr="00F54F45" w:rsidRDefault="00713D75" w:rsidP="00713D75">
      <w:pPr>
        <w:tabs>
          <w:tab w:val="right" w:pos="850"/>
          <w:tab w:val="right" w:leader="dot" w:pos="7654"/>
          <w:tab w:val="right" w:pos="8929"/>
          <w:tab w:val="right" w:pos="9638"/>
        </w:tabs>
        <w:spacing w:after="120"/>
        <w:ind w:left="1134" w:hanging="1134"/>
      </w:pPr>
      <w:r w:rsidRPr="00F54F45">
        <w:tab/>
        <w:t>IV.</w:t>
      </w:r>
      <w:r w:rsidRPr="00F54F45">
        <w:tab/>
      </w:r>
      <w:r w:rsidR="009D090D" w:rsidRPr="00F54F45">
        <w:t>Véhicules légers (point 3 de l’ordre du jour)</w:t>
      </w:r>
      <w:r w:rsidRPr="00F54F45">
        <w:tab/>
      </w:r>
      <w:r w:rsidRPr="00F54F45">
        <w:tab/>
      </w:r>
      <w:r w:rsidR="0068333C" w:rsidRPr="00F54F45">
        <w:t>11−25</w:t>
      </w:r>
      <w:r w:rsidRPr="00F54F45">
        <w:tab/>
      </w:r>
      <w:r w:rsidR="00476E43">
        <w:t>5</w:t>
      </w:r>
    </w:p>
    <w:p w14:paraId="53B4284F" w14:textId="77777777" w:rsidR="00713D75" w:rsidRPr="00F54F45" w:rsidRDefault="00713D75" w:rsidP="00713D75">
      <w:pPr>
        <w:tabs>
          <w:tab w:val="right" w:leader="dot" w:pos="7654"/>
          <w:tab w:val="right" w:pos="8929"/>
          <w:tab w:val="right" w:pos="9638"/>
        </w:tabs>
        <w:spacing w:after="120"/>
        <w:ind w:left="1559" w:hanging="425"/>
      </w:pPr>
      <w:r w:rsidRPr="00F54F45">
        <w:t>A.</w:t>
      </w:r>
      <w:r w:rsidRPr="00F54F45">
        <w:tab/>
      </w:r>
      <w:r w:rsidR="009D090D" w:rsidRPr="00F54F45">
        <w:t>Règlements ONU n</w:t>
      </w:r>
      <w:r w:rsidR="009D090D" w:rsidRPr="00F54F45">
        <w:rPr>
          <w:vertAlign w:val="superscript"/>
        </w:rPr>
        <w:t>os</w:t>
      </w:r>
      <w:r w:rsidR="009D090D" w:rsidRPr="00F54F45">
        <w:t xml:space="preserve"> 68 (Mesure de la vitesse maximale, y compris </w:t>
      </w:r>
      <w:r w:rsidR="009D090D" w:rsidRPr="00F54F45">
        <w:br/>
        <w:t xml:space="preserve">des véhicules électriques purs), 83 (Émissions polluantes des véhicules </w:t>
      </w:r>
      <w:r w:rsidR="009D090D" w:rsidRPr="00F54F45">
        <w:br/>
        <w:t>des catégories M</w:t>
      </w:r>
      <w:r w:rsidR="009D090D" w:rsidRPr="00F54F45">
        <w:rPr>
          <w:vertAlign w:val="subscript"/>
        </w:rPr>
        <w:t>1</w:t>
      </w:r>
      <w:r w:rsidR="009D090D" w:rsidRPr="00F54F45">
        <w:t xml:space="preserve"> et N</w:t>
      </w:r>
      <w:r w:rsidR="009D090D" w:rsidRPr="00F54F45">
        <w:rPr>
          <w:vertAlign w:val="subscript"/>
        </w:rPr>
        <w:t>1</w:t>
      </w:r>
      <w:r w:rsidR="009D090D" w:rsidRPr="00F54F45">
        <w:t>), 101 (Émissions de CO</w:t>
      </w:r>
      <w:r w:rsidR="009D090D" w:rsidRPr="00F54F45">
        <w:rPr>
          <w:vertAlign w:val="subscript"/>
        </w:rPr>
        <w:t>2</w:t>
      </w:r>
      <w:r w:rsidR="009D090D" w:rsidRPr="00F54F45">
        <w:t xml:space="preserve">/consommation </w:t>
      </w:r>
      <w:r w:rsidR="009D090D" w:rsidRPr="00F54F45">
        <w:br/>
        <w:t>de carburant) et 103 (Dispositifs antipollution de remplacement)</w:t>
      </w:r>
      <w:r w:rsidRPr="00F54F45">
        <w:tab/>
      </w:r>
      <w:r w:rsidRPr="00F54F45">
        <w:tab/>
      </w:r>
      <w:r w:rsidR="0068333C" w:rsidRPr="00F54F45">
        <w:t>11−18</w:t>
      </w:r>
      <w:r w:rsidRPr="00F54F45">
        <w:tab/>
      </w:r>
      <w:r w:rsidR="00476E43">
        <w:t>5</w:t>
      </w:r>
    </w:p>
    <w:p w14:paraId="417B4CC5" w14:textId="77777777" w:rsidR="00713D75" w:rsidRPr="00F54F45" w:rsidRDefault="00713D75" w:rsidP="00713D75">
      <w:pPr>
        <w:tabs>
          <w:tab w:val="right" w:leader="dot" w:pos="7654"/>
          <w:tab w:val="right" w:pos="8929"/>
          <w:tab w:val="right" w:pos="9638"/>
        </w:tabs>
        <w:spacing w:after="120"/>
        <w:ind w:left="1559" w:hanging="425"/>
      </w:pPr>
      <w:r w:rsidRPr="00F54F45">
        <w:t>B.</w:t>
      </w:r>
      <w:r w:rsidRPr="00F54F45">
        <w:tab/>
      </w:r>
      <w:r w:rsidR="009D090D" w:rsidRPr="00F54F45">
        <w:t xml:space="preserve">Règlements techniques mondiaux ONU </w:t>
      </w:r>
      <w:r w:rsidR="009D090D" w:rsidRPr="00F54F45">
        <w:rPr>
          <w:rFonts w:eastAsia="MS Mincho"/>
          <w:szCs w:val="22"/>
        </w:rPr>
        <w:t>n</w:t>
      </w:r>
      <w:r w:rsidR="009D090D" w:rsidRPr="00F54F45">
        <w:rPr>
          <w:rFonts w:eastAsia="MS Mincho"/>
          <w:szCs w:val="22"/>
          <w:vertAlign w:val="superscript"/>
        </w:rPr>
        <w:t>os</w:t>
      </w:r>
      <w:r w:rsidR="009D090D" w:rsidRPr="00F54F45">
        <w:t xml:space="preserve"> 15 (Procédure d’essai mondiale </w:t>
      </w:r>
      <w:r w:rsidR="009D090D" w:rsidRPr="00F54F45">
        <w:br/>
        <w:t xml:space="preserve">harmonisée en ce qui concerne les émissions des voitures particulières </w:t>
      </w:r>
      <w:r w:rsidR="009D090D" w:rsidRPr="00F54F45">
        <w:br/>
        <w:t xml:space="preserve">et véhicules utilitaires légers (WLTP)) et 19 (Procédures de mesure </w:t>
      </w:r>
      <w:r w:rsidR="009D090D" w:rsidRPr="00F54F45">
        <w:br/>
        <w:t xml:space="preserve">des émissions par évaporation dans le cadre de la procédure d’essai </w:t>
      </w:r>
      <w:r w:rsidR="009D090D" w:rsidRPr="00F54F45">
        <w:br/>
        <w:t xml:space="preserve">mondiale harmonisée pour les voitures particulières et les véhicules </w:t>
      </w:r>
      <w:r w:rsidR="009D090D" w:rsidRPr="00F54F45">
        <w:br/>
        <w:t>utilitaires légers (WLTP EVAP))</w:t>
      </w:r>
      <w:r w:rsidRPr="00F54F45">
        <w:tab/>
      </w:r>
      <w:r w:rsidRPr="00F54F45">
        <w:tab/>
      </w:r>
      <w:r w:rsidR="0098709C" w:rsidRPr="00F54F45">
        <w:t>19−23</w:t>
      </w:r>
      <w:r w:rsidRPr="00F54F45">
        <w:tab/>
      </w:r>
      <w:r w:rsidR="00476E43">
        <w:t>7</w:t>
      </w:r>
    </w:p>
    <w:p w14:paraId="323CF4E3" w14:textId="77777777" w:rsidR="00713D75" w:rsidRPr="00F54F45" w:rsidRDefault="00713D75" w:rsidP="00713D75">
      <w:pPr>
        <w:tabs>
          <w:tab w:val="right" w:leader="dot" w:pos="7654"/>
          <w:tab w:val="right" w:pos="8929"/>
          <w:tab w:val="right" w:pos="9638"/>
        </w:tabs>
        <w:spacing w:after="120"/>
        <w:ind w:left="1559" w:hanging="425"/>
      </w:pPr>
      <w:r w:rsidRPr="00F54F45">
        <w:t>C.</w:t>
      </w:r>
      <w:r w:rsidRPr="00F54F45">
        <w:tab/>
      </w:r>
      <w:r w:rsidR="009D090D" w:rsidRPr="00F54F45">
        <w:t xml:space="preserve">Procédure d’essai mondiale harmonisée en ce qui concerne les émissions </w:t>
      </w:r>
      <w:r w:rsidR="009D090D" w:rsidRPr="00F54F45">
        <w:br/>
        <w:t>en conduite réelle</w:t>
      </w:r>
      <w:r w:rsidRPr="00F54F45">
        <w:tab/>
      </w:r>
      <w:r w:rsidRPr="00F54F45">
        <w:tab/>
      </w:r>
      <w:r w:rsidR="0098709C" w:rsidRPr="00F54F45">
        <w:t>24−25</w:t>
      </w:r>
      <w:r w:rsidRPr="00F54F45">
        <w:tab/>
      </w:r>
      <w:r w:rsidR="00476E43">
        <w:t>8</w:t>
      </w:r>
    </w:p>
    <w:p w14:paraId="678B81B4" w14:textId="77777777" w:rsidR="00713D75" w:rsidRPr="00F54F45" w:rsidRDefault="00713D75" w:rsidP="00713D75">
      <w:pPr>
        <w:tabs>
          <w:tab w:val="right" w:pos="850"/>
          <w:tab w:val="right" w:leader="dot" w:pos="7654"/>
          <w:tab w:val="right" w:pos="8929"/>
          <w:tab w:val="right" w:pos="9638"/>
        </w:tabs>
        <w:spacing w:after="120"/>
        <w:ind w:left="1134" w:hanging="1134"/>
      </w:pPr>
      <w:r w:rsidRPr="00F54F45">
        <w:tab/>
        <w:t>V.</w:t>
      </w:r>
      <w:r w:rsidRPr="00F54F45">
        <w:tab/>
      </w:r>
      <w:r w:rsidR="009D090D" w:rsidRPr="00F54F45">
        <w:t>Véhicules utilitaires lourds (point 4 de l’ordre du jour)</w:t>
      </w:r>
      <w:r w:rsidRPr="00F54F45">
        <w:tab/>
      </w:r>
      <w:r w:rsidRPr="00F54F45">
        <w:tab/>
      </w:r>
      <w:r w:rsidR="0098709C" w:rsidRPr="00F54F45">
        <w:t>26−29</w:t>
      </w:r>
      <w:r w:rsidRPr="00F54F45">
        <w:tab/>
      </w:r>
      <w:r w:rsidR="00476E43">
        <w:t>8</w:t>
      </w:r>
    </w:p>
    <w:p w14:paraId="6DFBBD0A" w14:textId="77777777" w:rsidR="00713D75" w:rsidRPr="00F54F45" w:rsidRDefault="00713D75" w:rsidP="00713D75">
      <w:pPr>
        <w:tabs>
          <w:tab w:val="right" w:leader="dot" w:pos="7654"/>
          <w:tab w:val="right" w:pos="8929"/>
          <w:tab w:val="right" w:pos="9638"/>
        </w:tabs>
        <w:spacing w:after="120"/>
        <w:ind w:left="1559" w:hanging="425"/>
      </w:pPr>
      <w:r w:rsidRPr="00F54F45">
        <w:t>A.</w:t>
      </w:r>
      <w:r w:rsidRPr="00F54F45">
        <w:tab/>
      </w:r>
      <w:r w:rsidR="000346EF" w:rsidRPr="00F54F45">
        <w:rPr>
          <w:spacing w:val="-2"/>
        </w:rPr>
        <w:t>Règlements ONU n</w:t>
      </w:r>
      <w:r w:rsidR="000346EF" w:rsidRPr="00F54F45">
        <w:rPr>
          <w:spacing w:val="-2"/>
          <w:vertAlign w:val="superscript"/>
        </w:rPr>
        <w:t>os</w:t>
      </w:r>
      <w:r w:rsidR="000346EF" w:rsidRPr="00F54F45">
        <w:rPr>
          <w:spacing w:val="-2"/>
        </w:rPr>
        <w:t> 49 (Émissions des moteurs à allumage par compression</w:t>
      </w:r>
      <w:r w:rsidR="000346EF" w:rsidRPr="00F54F45">
        <w:br/>
        <w:t xml:space="preserve">et des moteurs à allumage commandé (GNC et GPL)) et 132 (Dispositifs </w:t>
      </w:r>
      <w:r w:rsidR="000346EF" w:rsidRPr="00F54F45">
        <w:br/>
        <w:t>antipollution de mise à niveau (DAM))</w:t>
      </w:r>
      <w:r w:rsidRPr="00F54F45">
        <w:tab/>
      </w:r>
      <w:r w:rsidRPr="00F54F45">
        <w:tab/>
      </w:r>
      <w:r w:rsidR="0098709C" w:rsidRPr="00F54F45">
        <w:t>26</w:t>
      </w:r>
      <w:r w:rsidRPr="00F54F45">
        <w:tab/>
      </w:r>
      <w:r w:rsidR="00476E43">
        <w:t>8</w:t>
      </w:r>
    </w:p>
    <w:p w14:paraId="6D9022FD" w14:textId="77777777" w:rsidR="00713D75" w:rsidRPr="00F54F45" w:rsidRDefault="00713D75" w:rsidP="000346EF">
      <w:pPr>
        <w:keepNext/>
        <w:keepLines/>
        <w:tabs>
          <w:tab w:val="right" w:leader="dot" w:pos="7654"/>
          <w:tab w:val="right" w:pos="8929"/>
          <w:tab w:val="right" w:pos="9638"/>
        </w:tabs>
        <w:spacing w:after="120"/>
        <w:ind w:left="1559" w:hanging="425"/>
      </w:pPr>
      <w:r w:rsidRPr="00F54F45">
        <w:lastRenderedPageBreak/>
        <w:t>B.</w:t>
      </w:r>
      <w:r w:rsidRPr="00F54F45">
        <w:tab/>
      </w:r>
      <w:r w:rsidR="000346EF" w:rsidRPr="00F54F45">
        <w:t>Règlements techniques mondiaux ONU n</w:t>
      </w:r>
      <w:r w:rsidR="000346EF" w:rsidRPr="00F54F45">
        <w:rPr>
          <w:vertAlign w:val="superscript"/>
        </w:rPr>
        <w:t>os</w:t>
      </w:r>
      <w:r w:rsidR="000346EF" w:rsidRPr="00F54F45">
        <w:t xml:space="preserve"> 4 (Procédure mondiale </w:t>
      </w:r>
      <w:r w:rsidR="000346EF" w:rsidRPr="00F54F45">
        <w:br/>
        <w:t>harmonisée d’homologation des véhicules utilitaires lourds (WHDC)),</w:t>
      </w:r>
      <w:r w:rsidR="000346EF" w:rsidRPr="00F54F45">
        <w:br/>
        <w:t xml:space="preserve">5 (Prescriptions mondiales harmonisées sur les systèmes d’autodiagnostic </w:t>
      </w:r>
      <w:r w:rsidR="000346EF" w:rsidRPr="00F54F45">
        <w:br/>
        <w:t xml:space="preserve">sur les véhicules utilitaires lourds (WWH-OBD)) et 10 (Émissions </w:t>
      </w:r>
      <w:r w:rsidR="000346EF" w:rsidRPr="00F54F45">
        <w:br/>
        <w:t>hors cycle (OCE))</w:t>
      </w:r>
      <w:r w:rsidRPr="00F54F45">
        <w:tab/>
      </w:r>
      <w:r w:rsidRPr="00F54F45">
        <w:tab/>
      </w:r>
      <w:r w:rsidR="0098709C" w:rsidRPr="00F54F45">
        <w:t>27</w:t>
      </w:r>
      <w:r w:rsidRPr="00F54F45">
        <w:tab/>
      </w:r>
      <w:r w:rsidR="00081B30">
        <w:t>8</w:t>
      </w:r>
    </w:p>
    <w:p w14:paraId="4D9B3593" w14:textId="77777777" w:rsidR="00713D75" w:rsidRPr="00F54F45" w:rsidRDefault="00713D75" w:rsidP="00713D75">
      <w:pPr>
        <w:tabs>
          <w:tab w:val="right" w:leader="dot" w:pos="7654"/>
          <w:tab w:val="right" w:pos="8929"/>
          <w:tab w:val="right" w:pos="9638"/>
        </w:tabs>
        <w:spacing w:after="120"/>
        <w:ind w:left="1559" w:hanging="425"/>
      </w:pPr>
      <w:r w:rsidRPr="00F54F45">
        <w:t>C.</w:t>
      </w:r>
      <w:r w:rsidRPr="00F54F45">
        <w:tab/>
      </w:r>
      <w:r w:rsidR="000346EF" w:rsidRPr="00F54F45">
        <w:t xml:space="preserve">Prescriptions mondiales relatives à la consommation de carburant </w:t>
      </w:r>
      <w:r w:rsidR="000346EF" w:rsidRPr="00F54F45">
        <w:br/>
        <w:t>des véhicules utilitaires lourds</w:t>
      </w:r>
      <w:r w:rsidRPr="00F54F45">
        <w:tab/>
      </w:r>
      <w:r w:rsidRPr="00F54F45">
        <w:tab/>
      </w:r>
      <w:r w:rsidR="0098709C" w:rsidRPr="00F54F45">
        <w:t>28−29</w:t>
      </w:r>
      <w:r w:rsidRPr="00F54F45">
        <w:tab/>
      </w:r>
      <w:r w:rsidR="00081B30">
        <w:t>9</w:t>
      </w:r>
    </w:p>
    <w:p w14:paraId="5663375F" w14:textId="77777777" w:rsidR="00713D75" w:rsidRPr="00F54F45" w:rsidRDefault="00713D75" w:rsidP="00713D75">
      <w:pPr>
        <w:tabs>
          <w:tab w:val="right" w:pos="850"/>
          <w:tab w:val="right" w:leader="dot" w:pos="7654"/>
          <w:tab w:val="right" w:pos="8929"/>
          <w:tab w:val="right" w:pos="9638"/>
        </w:tabs>
        <w:spacing w:after="120"/>
        <w:ind w:left="1134" w:hanging="1134"/>
      </w:pPr>
      <w:r w:rsidRPr="00F54F45">
        <w:tab/>
        <w:t>VI.</w:t>
      </w:r>
      <w:r w:rsidRPr="00F54F45">
        <w:tab/>
      </w:r>
      <w:r w:rsidR="000346EF" w:rsidRPr="00F54F45">
        <w:rPr>
          <w:spacing w:val="-2"/>
        </w:rPr>
        <w:t>Règlements ONU n</w:t>
      </w:r>
      <w:r w:rsidR="000346EF" w:rsidRPr="00F54F45">
        <w:rPr>
          <w:spacing w:val="-2"/>
          <w:vertAlign w:val="superscript"/>
        </w:rPr>
        <w:t>os</w:t>
      </w:r>
      <w:r w:rsidR="000346EF" w:rsidRPr="00F54F45">
        <w:rPr>
          <w:spacing w:val="-2"/>
        </w:rPr>
        <w:t> 24 (Émissions de polluants visibles et mesure de la puissance</w:t>
      </w:r>
      <w:r w:rsidR="000346EF" w:rsidRPr="00F54F45">
        <w:rPr>
          <w:spacing w:val="-2"/>
        </w:rPr>
        <w:br/>
        <w:t xml:space="preserve">des moteurs à allumage par compression (fumée des moteurs diesel)), 85 (Mesure </w:t>
      </w:r>
      <w:r w:rsidR="000346EF" w:rsidRPr="00F54F45">
        <w:rPr>
          <w:spacing w:val="-2"/>
        </w:rPr>
        <w:br/>
      </w:r>
      <w:r w:rsidR="000346EF" w:rsidRPr="00F54F45">
        <w:t xml:space="preserve">de la puissance nette), 115 (Systèmes d’adaptation au GPL et au GNC), </w:t>
      </w:r>
      <w:r w:rsidR="000346EF" w:rsidRPr="00F54F45">
        <w:br/>
        <w:t xml:space="preserve">133 (Aptitude au recyclage des véhicules automobiles) et 143 (Systèmes </w:t>
      </w:r>
      <w:r w:rsidR="000346EF" w:rsidRPr="00F54F45">
        <w:br/>
        <w:t xml:space="preserve">d’adaptation des moteurs de véhicules utilitaires lourds à la bicarburation </w:t>
      </w:r>
      <w:r w:rsidR="000346EF" w:rsidRPr="00F54F45">
        <w:br/>
        <w:t>(HDDF-ERS)) (point 5 de l’ordre du jour)</w:t>
      </w:r>
      <w:r w:rsidRPr="00F54F45">
        <w:tab/>
      </w:r>
      <w:r w:rsidRPr="00F54F45">
        <w:tab/>
      </w:r>
      <w:r w:rsidR="0098709C" w:rsidRPr="00F54F45">
        <w:t>30−34</w:t>
      </w:r>
      <w:r w:rsidRPr="00F54F45">
        <w:tab/>
      </w:r>
      <w:r w:rsidR="00081B30">
        <w:t>9</w:t>
      </w:r>
    </w:p>
    <w:p w14:paraId="375011BA" w14:textId="77777777" w:rsidR="00713D75" w:rsidRPr="00F54F45" w:rsidRDefault="00713D75" w:rsidP="00713D75">
      <w:pPr>
        <w:tabs>
          <w:tab w:val="right" w:pos="850"/>
          <w:tab w:val="right" w:leader="dot" w:pos="7654"/>
          <w:tab w:val="right" w:pos="8929"/>
          <w:tab w:val="right" w:pos="9638"/>
        </w:tabs>
        <w:spacing w:after="120"/>
        <w:ind w:left="1134" w:hanging="1134"/>
      </w:pPr>
      <w:r w:rsidRPr="00F54F45">
        <w:tab/>
        <w:t>VII.</w:t>
      </w:r>
      <w:r w:rsidRPr="00F54F45">
        <w:tab/>
      </w:r>
      <w:r w:rsidR="005A3D2D" w:rsidRPr="00F54F45">
        <w:t xml:space="preserve">Tracteurs agricoles et forestiers et engins mobiles non routiers </w:t>
      </w:r>
      <w:r w:rsidR="005A3D2D" w:rsidRPr="00F54F45">
        <w:br/>
        <w:t>(point 6 de l’ordre du jour)</w:t>
      </w:r>
      <w:r w:rsidRPr="00F54F45">
        <w:tab/>
      </w:r>
      <w:r w:rsidRPr="00F54F45">
        <w:tab/>
      </w:r>
      <w:r w:rsidR="0098709C" w:rsidRPr="00F54F45">
        <w:t>35−3</w:t>
      </w:r>
      <w:r w:rsidR="00750BDB">
        <w:t>6</w:t>
      </w:r>
      <w:r w:rsidRPr="00F54F45">
        <w:tab/>
      </w:r>
      <w:r w:rsidR="00081B30">
        <w:t>10</w:t>
      </w:r>
    </w:p>
    <w:p w14:paraId="15C4DAB9" w14:textId="77777777" w:rsidR="00713D75" w:rsidRPr="00F54F45" w:rsidRDefault="00713D75" w:rsidP="00713D75">
      <w:pPr>
        <w:tabs>
          <w:tab w:val="right" w:leader="dot" w:pos="7654"/>
          <w:tab w:val="right" w:pos="8929"/>
          <w:tab w:val="right" w:pos="9638"/>
        </w:tabs>
        <w:spacing w:after="120"/>
        <w:ind w:left="1559" w:hanging="425"/>
      </w:pPr>
      <w:r w:rsidRPr="00F54F45">
        <w:t>A.</w:t>
      </w:r>
      <w:r w:rsidRPr="00F54F45">
        <w:tab/>
      </w:r>
      <w:r w:rsidR="005A3D2D" w:rsidRPr="00F54F45">
        <w:t>Règlements ONU n</w:t>
      </w:r>
      <w:r w:rsidR="005A3D2D" w:rsidRPr="00F54F45">
        <w:rPr>
          <w:vertAlign w:val="superscript"/>
        </w:rPr>
        <w:t>os</w:t>
      </w:r>
      <w:r w:rsidR="005A3D2D" w:rsidRPr="00F54F45">
        <w:t> 96 (Émissions des moteurs diesel (tracteurs agricoles))</w:t>
      </w:r>
      <w:r w:rsidR="005A3D2D" w:rsidRPr="00F54F45">
        <w:br/>
        <w:t>et 120 (Puissance nette des tracteurs et des engins mobiles non routiers)</w:t>
      </w:r>
      <w:r w:rsidRPr="00F54F45">
        <w:tab/>
      </w:r>
      <w:r w:rsidRPr="00F54F45">
        <w:tab/>
      </w:r>
      <w:r w:rsidR="0098709C" w:rsidRPr="00F54F45">
        <w:t>35</w:t>
      </w:r>
      <w:r w:rsidRPr="00F54F45">
        <w:tab/>
      </w:r>
      <w:r w:rsidR="00081B30">
        <w:t>10</w:t>
      </w:r>
    </w:p>
    <w:p w14:paraId="3C07AFFE" w14:textId="77777777" w:rsidR="00713D75" w:rsidRPr="00F54F45" w:rsidRDefault="00713D75" w:rsidP="00713D75">
      <w:pPr>
        <w:tabs>
          <w:tab w:val="right" w:leader="dot" w:pos="7654"/>
          <w:tab w:val="right" w:pos="8929"/>
          <w:tab w:val="right" w:pos="9638"/>
        </w:tabs>
        <w:spacing w:after="120"/>
        <w:ind w:left="1559" w:hanging="425"/>
      </w:pPr>
      <w:r w:rsidRPr="00F54F45">
        <w:t>B.</w:t>
      </w:r>
      <w:r w:rsidRPr="00F54F45">
        <w:tab/>
      </w:r>
      <w:r w:rsidR="005A3D2D" w:rsidRPr="00F54F45">
        <w:t>Règlement technique mondial ONU n</w:t>
      </w:r>
      <w:r w:rsidR="005A3D2D" w:rsidRPr="00F54F45">
        <w:rPr>
          <w:vertAlign w:val="superscript"/>
        </w:rPr>
        <w:t>o</w:t>
      </w:r>
      <w:r w:rsidR="005A3D2D" w:rsidRPr="00F54F45">
        <w:t> 11 (Engins mobiles non routiers)</w:t>
      </w:r>
      <w:r w:rsidRPr="00F54F45">
        <w:tab/>
      </w:r>
      <w:r w:rsidRPr="00F54F45">
        <w:tab/>
      </w:r>
      <w:r w:rsidR="0098709C" w:rsidRPr="00F54F45">
        <w:t>36</w:t>
      </w:r>
      <w:r w:rsidRPr="00F54F45">
        <w:tab/>
      </w:r>
      <w:r w:rsidR="00081B30">
        <w:t>10</w:t>
      </w:r>
    </w:p>
    <w:p w14:paraId="0DF77360" w14:textId="77777777" w:rsidR="007C51AF" w:rsidRPr="00F54F45" w:rsidRDefault="007C51AF" w:rsidP="007C51AF">
      <w:pPr>
        <w:tabs>
          <w:tab w:val="right" w:pos="850"/>
          <w:tab w:val="right" w:leader="dot" w:pos="7654"/>
          <w:tab w:val="right" w:pos="8929"/>
          <w:tab w:val="right" w:pos="9638"/>
        </w:tabs>
        <w:spacing w:after="120"/>
        <w:ind w:left="1134" w:hanging="1134"/>
      </w:pPr>
      <w:r w:rsidRPr="00F54F45">
        <w:tab/>
        <w:t>VIII.</w:t>
      </w:r>
      <w:r w:rsidRPr="00F54F45">
        <w:tab/>
      </w:r>
      <w:r w:rsidR="0037413E" w:rsidRPr="00F54F45">
        <w:rPr>
          <w:bCs/>
        </w:rPr>
        <w:t>Programme de mesure des particules (PMP) (point 7 de l’ordre du jour)</w:t>
      </w:r>
      <w:r w:rsidRPr="00F54F45">
        <w:tab/>
      </w:r>
      <w:r w:rsidRPr="00F54F45">
        <w:tab/>
      </w:r>
      <w:r w:rsidR="0098709C" w:rsidRPr="00F54F45">
        <w:t>37−46</w:t>
      </w:r>
      <w:r w:rsidRPr="00F54F45">
        <w:tab/>
      </w:r>
      <w:r w:rsidR="00081B30">
        <w:t>10</w:t>
      </w:r>
    </w:p>
    <w:p w14:paraId="6911E404" w14:textId="77777777" w:rsidR="007C51AF" w:rsidRPr="00F54F45" w:rsidRDefault="007C51AF" w:rsidP="007C51AF">
      <w:pPr>
        <w:tabs>
          <w:tab w:val="right" w:pos="850"/>
          <w:tab w:val="right" w:leader="dot" w:pos="7654"/>
          <w:tab w:val="right" w:pos="8929"/>
          <w:tab w:val="right" w:pos="9638"/>
        </w:tabs>
        <w:spacing w:after="120"/>
        <w:ind w:left="1134" w:hanging="1134"/>
      </w:pPr>
      <w:r w:rsidRPr="00F54F45">
        <w:tab/>
        <w:t>IX.</w:t>
      </w:r>
      <w:r w:rsidRPr="00F54F45">
        <w:tab/>
      </w:r>
      <w:r w:rsidR="0037413E" w:rsidRPr="00F54F45">
        <w:t>Motocycles et cyclomoteurs (point 8 de l’ordre du jour)</w:t>
      </w:r>
      <w:r w:rsidRPr="00F54F45">
        <w:tab/>
      </w:r>
      <w:r w:rsidRPr="00F54F45">
        <w:tab/>
      </w:r>
      <w:r w:rsidR="0098709C" w:rsidRPr="00F54F45">
        <w:t>47−53</w:t>
      </w:r>
      <w:r w:rsidRPr="00F54F45">
        <w:tab/>
      </w:r>
      <w:r w:rsidR="00081B30">
        <w:t>11</w:t>
      </w:r>
    </w:p>
    <w:p w14:paraId="6E656BDB" w14:textId="77777777" w:rsidR="007C51AF" w:rsidRPr="00F54F45" w:rsidRDefault="007C51AF" w:rsidP="007C51AF">
      <w:pPr>
        <w:tabs>
          <w:tab w:val="right" w:leader="dot" w:pos="7654"/>
          <w:tab w:val="right" w:pos="8929"/>
          <w:tab w:val="right" w:pos="9638"/>
        </w:tabs>
        <w:spacing w:after="120"/>
        <w:ind w:left="1559" w:hanging="425"/>
      </w:pPr>
      <w:r w:rsidRPr="00F54F45">
        <w:t>A.</w:t>
      </w:r>
      <w:r w:rsidRPr="00F54F45">
        <w:tab/>
      </w:r>
      <w:r w:rsidR="0037413E" w:rsidRPr="00F54F45">
        <w:t xml:space="preserve">Règlements ONU </w:t>
      </w:r>
      <w:r w:rsidR="0037413E" w:rsidRPr="00F54F45">
        <w:rPr>
          <w:rFonts w:eastAsia="MS Mincho"/>
          <w:szCs w:val="22"/>
        </w:rPr>
        <w:t>n</w:t>
      </w:r>
      <w:r w:rsidR="0037413E" w:rsidRPr="00F54F45">
        <w:rPr>
          <w:rFonts w:eastAsia="MS Mincho"/>
          <w:szCs w:val="22"/>
          <w:vertAlign w:val="superscript"/>
        </w:rPr>
        <w:t>os</w:t>
      </w:r>
      <w:r w:rsidR="0037413E" w:rsidRPr="00F54F45">
        <w:t xml:space="preserve"> 40 (Émissions de gaz polluants des motocycles) </w:t>
      </w:r>
      <w:r w:rsidR="0037413E" w:rsidRPr="00F54F45">
        <w:br/>
        <w:t>et 47 (Émissions de gaz polluants des cyclomoteurs)</w:t>
      </w:r>
      <w:r w:rsidRPr="00F54F45">
        <w:tab/>
      </w:r>
      <w:r w:rsidRPr="00F54F45">
        <w:tab/>
      </w:r>
      <w:r w:rsidR="0098709C" w:rsidRPr="00F54F45">
        <w:t>47</w:t>
      </w:r>
      <w:r w:rsidRPr="00F54F45">
        <w:tab/>
      </w:r>
      <w:r w:rsidR="00081B30">
        <w:t>11</w:t>
      </w:r>
    </w:p>
    <w:p w14:paraId="43E79ACF" w14:textId="77777777" w:rsidR="007C51AF" w:rsidRPr="00F54F45" w:rsidRDefault="007C51AF" w:rsidP="007C51AF">
      <w:pPr>
        <w:tabs>
          <w:tab w:val="right" w:leader="dot" w:pos="7654"/>
          <w:tab w:val="right" w:pos="8929"/>
          <w:tab w:val="right" w:pos="9638"/>
        </w:tabs>
        <w:spacing w:after="120"/>
        <w:ind w:left="1559" w:hanging="425"/>
      </w:pPr>
      <w:r w:rsidRPr="00F54F45">
        <w:t>B.</w:t>
      </w:r>
      <w:r w:rsidRPr="00F54F45">
        <w:tab/>
      </w:r>
      <w:r w:rsidR="0037413E" w:rsidRPr="00F54F45">
        <w:t>Règlements techniques mondiaux ONU n</w:t>
      </w:r>
      <w:r w:rsidR="0037413E" w:rsidRPr="00F54F45">
        <w:rPr>
          <w:vertAlign w:val="superscript"/>
        </w:rPr>
        <w:t>os</w:t>
      </w:r>
      <w:r w:rsidR="0037413E" w:rsidRPr="00F54F45">
        <w:t xml:space="preserve"> 2 (Cycle d’essais mondial </w:t>
      </w:r>
      <w:r w:rsidR="0037413E" w:rsidRPr="00F54F45">
        <w:br/>
        <w:t xml:space="preserve">harmonisé de mesure des émissions des motocycles (WMTC)), </w:t>
      </w:r>
      <w:r w:rsidR="0037413E" w:rsidRPr="00F54F45">
        <w:br/>
        <w:t xml:space="preserve">17 (Émissions de gaz de carter et émissions par évaporation </w:t>
      </w:r>
      <w:r w:rsidR="0037413E" w:rsidRPr="00F54F45">
        <w:br/>
        <w:t>des véhicules de la catégorie L) et 18 (Systèmes d’autodiagnostic</w:t>
      </w:r>
      <w:r w:rsidR="0037413E" w:rsidRPr="00F54F45">
        <w:br/>
        <w:t>(OBD) pour les véhicules de la catégorie L)</w:t>
      </w:r>
      <w:r w:rsidRPr="00F54F45">
        <w:tab/>
      </w:r>
      <w:r w:rsidRPr="00F54F45">
        <w:tab/>
      </w:r>
      <w:r w:rsidR="0098709C" w:rsidRPr="00F54F45">
        <w:t>48−50</w:t>
      </w:r>
      <w:r w:rsidRPr="00F54F45">
        <w:tab/>
      </w:r>
      <w:r w:rsidR="00081B30">
        <w:t>12</w:t>
      </w:r>
    </w:p>
    <w:p w14:paraId="272AC08E" w14:textId="77777777" w:rsidR="007C51AF" w:rsidRPr="00F54F45" w:rsidRDefault="007C51AF" w:rsidP="007C51AF">
      <w:pPr>
        <w:tabs>
          <w:tab w:val="right" w:leader="dot" w:pos="7654"/>
          <w:tab w:val="right" w:pos="8929"/>
          <w:tab w:val="right" w:pos="9638"/>
        </w:tabs>
        <w:spacing w:after="120"/>
        <w:ind w:left="1559" w:hanging="425"/>
      </w:pPr>
      <w:r w:rsidRPr="00F54F45">
        <w:t>C.</w:t>
      </w:r>
      <w:r w:rsidRPr="00F54F45">
        <w:tab/>
      </w:r>
      <w:r w:rsidR="0037413E" w:rsidRPr="00F54F45">
        <w:t xml:space="preserve">Prescriptions d’efficacité en matière d’environnement et de propulsion </w:t>
      </w:r>
      <w:r w:rsidR="0037413E" w:rsidRPr="00F54F45">
        <w:br/>
        <w:t>pour les véhicules de la catégorie L</w:t>
      </w:r>
      <w:r w:rsidRPr="00F54F45">
        <w:tab/>
      </w:r>
      <w:r w:rsidRPr="00F54F45">
        <w:tab/>
      </w:r>
      <w:r w:rsidR="0098709C" w:rsidRPr="00F54F45">
        <w:t>51−53</w:t>
      </w:r>
      <w:r w:rsidRPr="00F54F45">
        <w:tab/>
      </w:r>
      <w:r w:rsidR="00081B30">
        <w:t>12</w:t>
      </w:r>
    </w:p>
    <w:p w14:paraId="2E29DAC2" w14:textId="77777777" w:rsidR="007C51AF" w:rsidRPr="00F54F45" w:rsidRDefault="007C51AF" w:rsidP="007C51AF">
      <w:pPr>
        <w:tabs>
          <w:tab w:val="right" w:pos="850"/>
          <w:tab w:val="right" w:leader="dot" w:pos="7654"/>
          <w:tab w:val="right" w:pos="8929"/>
          <w:tab w:val="right" w:pos="9638"/>
        </w:tabs>
        <w:spacing w:after="120"/>
        <w:ind w:left="1134" w:hanging="1134"/>
      </w:pPr>
      <w:r w:rsidRPr="00F54F45">
        <w:tab/>
        <w:t>X.</w:t>
      </w:r>
      <w:r w:rsidRPr="00F54F45">
        <w:tab/>
      </w:r>
      <w:r w:rsidR="0037413E" w:rsidRPr="00F54F45">
        <w:t>Véhicules électriques et environnement (EVE) (point 9 de l’ordre du jour)</w:t>
      </w:r>
      <w:r w:rsidRPr="00F54F45">
        <w:tab/>
      </w:r>
      <w:r w:rsidRPr="00F54F45">
        <w:tab/>
      </w:r>
      <w:r w:rsidR="0098709C" w:rsidRPr="00F54F45">
        <w:t>54−60</w:t>
      </w:r>
      <w:r w:rsidRPr="00F54F45">
        <w:tab/>
      </w:r>
      <w:r w:rsidR="00081B30">
        <w:t>12</w:t>
      </w:r>
    </w:p>
    <w:p w14:paraId="16BA0FC8" w14:textId="77777777" w:rsidR="007C51AF" w:rsidRPr="00F54F45" w:rsidRDefault="007C51AF" w:rsidP="007C51AF">
      <w:pPr>
        <w:tabs>
          <w:tab w:val="right" w:leader="dot" w:pos="7654"/>
          <w:tab w:val="right" w:pos="8929"/>
          <w:tab w:val="right" w:pos="9638"/>
        </w:tabs>
        <w:spacing w:after="120"/>
        <w:ind w:left="1559" w:hanging="425"/>
      </w:pPr>
      <w:r w:rsidRPr="00F54F45">
        <w:t>A.</w:t>
      </w:r>
      <w:r w:rsidRPr="00F54F45">
        <w:tab/>
      </w:r>
      <w:r w:rsidR="0037413E" w:rsidRPr="00F54F45">
        <w:t>RTM ONU relatif à la détermination de la puissance des véhicules</w:t>
      </w:r>
      <w:r w:rsidR="0037413E" w:rsidRPr="00F54F45">
        <w:br/>
        <w:t>électriques</w:t>
      </w:r>
      <w:r w:rsidRPr="00F54F45">
        <w:tab/>
      </w:r>
      <w:r w:rsidRPr="00F54F45">
        <w:tab/>
      </w:r>
      <w:r w:rsidR="0098709C" w:rsidRPr="00F54F45">
        <w:t>54−56</w:t>
      </w:r>
      <w:r w:rsidRPr="00F54F45">
        <w:tab/>
      </w:r>
      <w:r w:rsidR="00081B30">
        <w:t>12</w:t>
      </w:r>
    </w:p>
    <w:p w14:paraId="7AFC342F" w14:textId="77777777" w:rsidR="007C51AF" w:rsidRPr="00F54F45" w:rsidRDefault="007C51AF" w:rsidP="007C51AF">
      <w:pPr>
        <w:tabs>
          <w:tab w:val="right" w:leader="dot" w:pos="7654"/>
          <w:tab w:val="right" w:pos="8929"/>
          <w:tab w:val="right" w:pos="9638"/>
        </w:tabs>
        <w:spacing w:after="120"/>
        <w:ind w:left="1559" w:hanging="425"/>
      </w:pPr>
      <w:r w:rsidRPr="00F54F45">
        <w:t>B.</w:t>
      </w:r>
      <w:r w:rsidRPr="00F54F45">
        <w:tab/>
      </w:r>
      <w:r w:rsidR="0037413E" w:rsidRPr="00F54F45">
        <w:t>Autres activités du groupe de travail informel EVE</w:t>
      </w:r>
      <w:r w:rsidRPr="00F54F45">
        <w:tab/>
      </w:r>
      <w:r w:rsidRPr="00F54F45">
        <w:tab/>
      </w:r>
      <w:r w:rsidR="009D090D" w:rsidRPr="00F54F45">
        <w:t>57−60</w:t>
      </w:r>
      <w:r w:rsidRPr="00F54F45">
        <w:tab/>
      </w:r>
      <w:r w:rsidR="00081B30">
        <w:t>13</w:t>
      </w:r>
    </w:p>
    <w:p w14:paraId="386AE8AF" w14:textId="77777777" w:rsidR="007C51AF" w:rsidRPr="00F54F45" w:rsidRDefault="007C51AF" w:rsidP="007C51AF">
      <w:pPr>
        <w:tabs>
          <w:tab w:val="right" w:pos="850"/>
          <w:tab w:val="right" w:leader="dot" w:pos="7654"/>
          <w:tab w:val="right" w:pos="8929"/>
          <w:tab w:val="right" w:pos="9638"/>
        </w:tabs>
        <w:spacing w:after="120"/>
        <w:ind w:left="1134" w:hanging="1134"/>
      </w:pPr>
      <w:r w:rsidRPr="00F54F45">
        <w:tab/>
        <w:t>X</w:t>
      </w:r>
      <w:r w:rsidR="002136AD" w:rsidRPr="00F54F45">
        <w:t>I</w:t>
      </w:r>
      <w:r w:rsidRPr="00F54F45">
        <w:t>.</w:t>
      </w:r>
      <w:r w:rsidRPr="00F54F45">
        <w:tab/>
      </w:r>
      <w:r w:rsidR="0037413E" w:rsidRPr="00F54F45">
        <w:rPr>
          <w:spacing w:val="-2"/>
        </w:rPr>
        <w:t>Résolution mutuelle n</w:t>
      </w:r>
      <w:r w:rsidR="0037413E" w:rsidRPr="00CB4E57">
        <w:rPr>
          <w:spacing w:val="-2"/>
          <w:vertAlign w:val="superscript"/>
        </w:rPr>
        <w:t>o</w:t>
      </w:r>
      <w:r w:rsidR="00CB4E57">
        <w:rPr>
          <w:spacing w:val="-2"/>
        </w:rPr>
        <w:t> </w:t>
      </w:r>
      <w:r w:rsidR="0037413E" w:rsidRPr="00F54F45">
        <w:rPr>
          <w:spacing w:val="-2"/>
        </w:rPr>
        <w:t>2 (R.M.2) (point 10 de l’ordre du jour)</w:t>
      </w:r>
      <w:r w:rsidRPr="00F54F45">
        <w:tab/>
      </w:r>
      <w:r w:rsidRPr="00F54F45">
        <w:tab/>
      </w:r>
      <w:r w:rsidR="009D090D" w:rsidRPr="00F54F45">
        <w:t>61</w:t>
      </w:r>
      <w:r w:rsidRPr="00F54F45">
        <w:tab/>
      </w:r>
      <w:r w:rsidR="00081B30">
        <w:t>13</w:t>
      </w:r>
    </w:p>
    <w:p w14:paraId="786D53EB" w14:textId="77777777" w:rsidR="007C51AF" w:rsidRPr="00F54F45" w:rsidRDefault="007C51AF" w:rsidP="007C51AF">
      <w:pPr>
        <w:tabs>
          <w:tab w:val="right" w:pos="850"/>
          <w:tab w:val="right" w:leader="dot" w:pos="7654"/>
          <w:tab w:val="right" w:pos="8929"/>
          <w:tab w:val="right" w:pos="9638"/>
        </w:tabs>
        <w:spacing w:after="120"/>
        <w:ind w:left="1134" w:hanging="1134"/>
      </w:pPr>
      <w:r w:rsidRPr="00F54F45">
        <w:tab/>
        <w:t>X</w:t>
      </w:r>
      <w:r w:rsidR="002136AD" w:rsidRPr="00F54F45">
        <w:t>II</w:t>
      </w:r>
      <w:r w:rsidRPr="00F54F45">
        <w:t>.</w:t>
      </w:r>
      <w:r w:rsidRPr="00F54F45">
        <w:tab/>
      </w:r>
      <w:r w:rsidR="0037413E" w:rsidRPr="00F54F45">
        <w:t>Homologation de type internationale de l’ensemble du véhicule (IWVTA)</w:t>
      </w:r>
      <w:r w:rsidR="0037413E" w:rsidRPr="00F54F45">
        <w:br/>
        <w:t>(point 11 de l’ordre du jour)</w:t>
      </w:r>
      <w:r w:rsidRPr="00F54F45">
        <w:tab/>
      </w:r>
      <w:r w:rsidRPr="00F54F45">
        <w:tab/>
      </w:r>
      <w:r w:rsidR="009D090D" w:rsidRPr="00F54F45">
        <w:t>62−63</w:t>
      </w:r>
      <w:r w:rsidRPr="00F54F45">
        <w:tab/>
      </w:r>
      <w:r w:rsidR="00081B30">
        <w:t>13</w:t>
      </w:r>
    </w:p>
    <w:p w14:paraId="1539501D" w14:textId="77777777" w:rsidR="007C51AF" w:rsidRPr="00F54F45" w:rsidRDefault="007C51AF" w:rsidP="007C51AF">
      <w:pPr>
        <w:tabs>
          <w:tab w:val="right" w:pos="850"/>
          <w:tab w:val="right" w:leader="dot" w:pos="7654"/>
          <w:tab w:val="right" w:pos="8929"/>
          <w:tab w:val="right" w:pos="9638"/>
        </w:tabs>
        <w:spacing w:after="120"/>
        <w:ind w:left="1134" w:hanging="1134"/>
      </w:pPr>
      <w:r w:rsidRPr="00F54F45">
        <w:tab/>
        <w:t>X</w:t>
      </w:r>
      <w:r w:rsidR="002136AD" w:rsidRPr="00F54F45">
        <w:t>III</w:t>
      </w:r>
      <w:r w:rsidRPr="00F54F45">
        <w:t>.</w:t>
      </w:r>
      <w:r w:rsidRPr="00F54F45">
        <w:tab/>
      </w:r>
      <w:r w:rsidR="0037413E" w:rsidRPr="00F54F45">
        <w:t>Qualité de l’air à l’intérieur des véhicules (VIAQ) (point 12 de l’ordre du jour)</w:t>
      </w:r>
      <w:r w:rsidRPr="00F54F45">
        <w:tab/>
      </w:r>
      <w:r w:rsidRPr="00F54F45">
        <w:tab/>
      </w:r>
      <w:r w:rsidR="009D090D" w:rsidRPr="00F54F45">
        <w:t>64−65</w:t>
      </w:r>
      <w:r w:rsidRPr="00F54F45">
        <w:tab/>
      </w:r>
      <w:r w:rsidR="00081B30">
        <w:t>14</w:t>
      </w:r>
    </w:p>
    <w:p w14:paraId="52C3382F" w14:textId="77777777" w:rsidR="007C51AF" w:rsidRPr="00F54F45" w:rsidRDefault="007C51AF" w:rsidP="007C51AF">
      <w:pPr>
        <w:tabs>
          <w:tab w:val="right" w:pos="850"/>
          <w:tab w:val="right" w:leader="dot" w:pos="7654"/>
          <w:tab w:val="right" w:pos="8929"/>
          <w:tab w:val="right" w:pos="9638"/>
        </w:tabs>
        <w:spacing w:after="120"/>
        <w:ind w:left="1134" w:hanging="1134"/>
      </w:pPr>
      <w:r w:rsidRPr="00F54F45">
        <w:tab/>
        <w:t>X</w:t>
      </w:r>
      <w:r w:rsidR="002136AD" w:rsidRPr="00F54F45">
        <w:t>IV</w:t>
      </w:r>
      <w:r w:rsidRPr="00F54F45">
        <w:t>.</w:t>
      </w:r>
      <w:r w:rsidRPr="00F54F45">
        <w:tab/>
      </w:r>
      <w:r w:rsidR="0037413E" w:rsidRPr="00F54F45">
        <w:t>Échange de renseignements sur les normes d’émission</w:t>
      </w:r>
      <w:r w:rsidR="0037413E" w:rsidRPr="00F54F45">
        <w:br/>
        <w:t>(point 13 de l’ordre du jour)</w:t>
      </w:r>
      <w:r w:rsidRPr="00F54F45">
        <w:tab/>
      </w:r>
      <w:r w:rsidRPr="00F54F45">
        <w:tab/>
      </w:r>
      <w:r w:rsidR="009D090D" w:rsidRPr="00F54F45">
        <w:t>66</w:t>
      </w:r>
      <w:r w:rsidRPr="00F54F45">
        <w:tab/>
      </w:r>
      <w:r w:rsidR="00081B30">
        <w:t>14</w:t>
      </w:r>
    </w:p>
    <w:p w14:paraId="264F4023" w14:textId="77777777" w:rsidR="007C51AF" w:rsidRPr="00F54F45" w:rsidRDefault="007C51AF" w:rsidP="007C51AF">
      <w:pPr>
        <w:tabs>
          <w:tab w:val="right" w:pos="850"/>
          <w:tab w:val="right" w:leader="dot" w:pos="7654"/>
          <w:tab w:val="right" w:pos="8929"/>
          <w:tab w:val="right" w:pos="9638"/>
        </w:tabs>
        <w:spacing w:after="120"/>
        <w:ind w:left="1134" w:hanging="1134"/>
      </w:pPr>
      <w:r w:rsidRPr="00F54F45">
        <w:tab/>
        <w:t>X</w:t>
      </w:r>
      <w:r w:rsidR="002136AD" w:rsidRPr="00F54F45">
        <w:t>V</w:t>
      </w:r>
      <w:r w:rsidRPr="00F54F45">
        <w:t>.</w:t>
      </w:r>
      <w:r w:rsidRPr="00F54F45">
        <w:tab/>
      </w:r>
      <w:r w:rsidR="0037413E" w:rsidRPr="00F54F45">
        <w:t>Élection du Bureau (point 14 de l’ordre du jour)</w:t>
      </w:r>
      <w:r w:rsidRPr="00F54F45">
        <w:tab/>
      </w:r>
      <w:r w:rsidRPr="00F54F45">
        <w:tab/>
      </w:r>
      <w:r w:rsidR="009D090D" w:rsidRPr="00F54F45">
        <w:t>67</w:t>
      </w:r>
      <w:r w:rsidRPr="00F54F45">
        <w:tab/>
      </w:r>
      <w:r w:rsidR="00081B30">
        <w:t>14</w:t>
      </w:r>
    </w:p>
    <w:p w14:paraId="495C491E" w14:textId="77777777" w:rsidR="007C51AF" w:rsidRPr="00F54F45" w:rsidRDefault="007C51AF" w:rsidP="007C51AF">
      <w:pPr>
        <w:tabs>
          <w:tab w:val="right" w:pos="850"/>
          <w:tab w:val="right" w:leader="dot" w:pos="7654"/>
          <w:tab w:val="right" w:pos="8929"/>
          <w:tab w:val="right" w:pos="9638"/>
        </w:tabs>
        <w:spacing w:after="120"/>
        <w:ind w:left="1134" w:hanging="1134"/>
      </w:pPr>
      <w:r w:rsidRPr="00F54F45">
        <w:tab/>
        <w:t>X</w:t>
      </w:r>
      <w:r w:rsidR="002136AD" w:rsidRPr="00F54F45">
        <w:t>VI</w:t>
      </w:r>
      <w:r w:rsidRPr="00F54F45">
        <w:t>.</w:t>
      </w:r>
      <w:r w:rsidRPr="00F54F45">
        <w:tab/>
      </w:r>
      <w:r w:rsidR="0037413E" w:rsidRPr="00F54F45">
        <w:t>Questions diverses (point 15 de l’ordre du jour)</w:t>
      </w:r>
      <w:r w:rsidRPr="00F54F45">
        <w:tab/>
      </w:r>
      <w:r w:rsidRPr="00F54F45">
        <w:tab/>
      </w:r>
      <w:r w:rsidR="009D090D" w:rsidRPr="00F54F45">
        <w:t>68−72</w:t>
      </w:r>
      <w:r w:rsidRPr="00F54F45">
        <w:tab/>
      </w:r>
      <w:r w:rsidR="00081B30">
        <w:t>14</w:t>
      </w:r>
    </w:p>
    <w:p w14:paraId="746DEBE5" w14:textId="77777777" w:rsidR="002136AD" w:rsidRPr="00F54F45" w:rsidRDefault="002136AD" w:rsidP="002136AD">
      <w:pPr>
        <w:tabs>
          <w:tab w:val="right" w:pos="850"/>
          <w:tab w:val="right" w:leader="dot" w:pos="7654"/>
          <w:tab w:val="right" w:pos="8929"/>
          <w:tab w:val="right" w:pos="9638"/>
        </w:tabs>
        <w:spacing w:after="120"/>
        <w:ind w:left="1134" w:hanging="1134"/>
      </w:pPr>
      <w:r w:rsidRPr="00F54F45">
        <w:tab/>
        <w:t>XVII.</w:t>
      </w:r>
      <w:r w:rsidRPr="00F54F45">
        <w:tab/>
      </w:r>
      <w:r w:rsidR="0037413E" w:rsidRPr="00F54F45">
        <w:t>Ordre du jour provisoire de la prochaine session</w:t>
      </w:r>
      <w:r w:rsidRPr="00F54F45">
        <w:tab/>
      </w:r>
      <w:r w:rsidRPr="00F54F45">
        <w:tab/>
      </w:r>
      <w:r w:rsidR="009D090D" w:rsidRPr="00F54F45">
        <w:t>73−76</w:t>
      </w:r>
      <w:r w:rsidRPr="00F54F45">
        <w:tab/>
      </w:r>
      <w:r w:rsidR="00081B30">
        <w:t>15</w:t>
      </w:r>
    </w:p>
    <w:p w14:paraId="37FFB4E4" w14:textId="77777777" w:rsidR="002136AD" w:rsidRPr="00F54F45" w:rsidRDefault="002136AD" w:rsidP="002136AD">
      <w:pPr>
        <w:tabs>
          <w:tab w:val="right" w:leader="dot" w:pos="7654"/>
          <w:tab w:val="right" w:pos="8929"/>
          <w:tab w:val="right" w:pos="9638"/>
        </w:tabs>
        <w:spacing w:after="120"/>
        <w:ind w:left="1559" w:hanging="425"/>
      </w:pPr>
      <w:r w:rsidRPr="00F54F45">
        <w:t>A.</w:t>
      </w:r>
      <w:r w:rsidRPr="00F54F45">
        <w:tab/>
      </w:r>
      <w:r w:rsidR="0037413E" w:rsidRPr="00F54F45">
        <w:t>Prochaine session du GRPE</w:t>
      </w:r>
      <w:r w:rsidRPr="00F54F45">
        <w:tab/>
      </w:r>
      <w:r w:rsidRPr="00F54F45">
        <w:tab/>
      </w:r>
      <w:r w:rsidR="009D090D" w:rsidRPr="00F54F45">
        <w:t>73</w:t>
      </w:r>
      <w:r w:rsidRPr="00F54F45">
        <w:tab/>
      </w:r>
      <w:r w:rsidR="00081B30">
        <w:t>15</w:t>
      </w:r>
    </w:p>
    <w:p w14:paraId="67CB5CAD" w14:textId="77777777" w:rsidR="002136AD" w:rsidRPr="00F54F45" w:rsidRDefault="002136AD" w:rsidP="002136AD">
      <w:pPr>
        <w:tabs>
          <w:tab w:val="right" w:leader="dot" w:pos="7654"/>
          <w:tab w:val="right" w:pos="8929"/>
          <w:tab w:val="right" w:pos="9638"/>
        </w:tabs>
        <w:spacing w:after="120"/>
        <w:ind w:left="1559" w:hanging="425"/>
      </w:pPr>
      <w:r w:rsidRPr="00F54F45">
        <w:t>B.</w:t>
      </w:r>
      <w:r w:rsidRPr="00F54F45">
        <w:tab/>
      </w:r>
      <w:r w:rsidR="0037413E" w:rsidRPr="00F54F45">
        <w:t xml:space="preserve">Ordre du jour provisoire de la prochaine session du GRPE </w:t>
      </w:r>
      <w:r w:rsidR="0037413E" w:rsidRPr="00F54F45">
        <w:br/>
        <w:t>proprement dite</w:t>
      </w:r>
      <w:r w:rsidRPr="00F54F45">
        <w:tab/>
      </w:r>
      <w:r w:rsidRPr="00F54F45">
        <w:tab/>
      </w:r>
      <w:r w:rsidR="009D090D" w:rsidRPr="00F54F45">
        <w:t>74</w:t>
      </w:r>
      <w:r w:rsidRPr="00F54F45">
        <w:tab/>
      </w:r>
      <w:r w:rsidR="00081B30">
        <w:t>15</w:t>
      </w:r>
    </w:p>
    <w:p w14:paraId="7FAF4E7B" w14:textId="77777777" w:rsidR="002136AD" w:rsidRPr="00F54F45" w:rsidRDefault="002136AD" w:rsidP="002136AD">
      <w:pPr>
        <w:tabs>
          <w:tab w:val="right" w:leader="dot" w:pos="7654"/>
          <w:tab w:val="right" w:pos="8929"/>
          <w:tab w:val="right" w:pos="9638"/>
        </w:tabs>
        <w:spacing w:after="120"/>
        <w:ind w:left="1559" w:hanging="425"/>
      </w:pPr>
      <w:r w:rsidRPr="00F54F45">
        <w:t>C.</w:t>
      </w:r>
      <w:r w:rsidRPr="00F54F45">
        <w:tab/>
      </w:r>
      <w:r w:rsidR="0037413E" w:rsidRPr="00F54F45">
        <w:rPr>
          <w:spacing w:val="-2"/>
        </w:rPr>
        <w:t>Réunions informelles prévues en marge de la prochaine session du GRPE</w:t>
      </w:r>
      <w:r w:rsidRPr="00F54F45">
        <w:tab/>
      </w:r>
      <w:r w:rsidRPr="00F54F45">
        <w:tab/>
      </w:r>
      <w:r w:rsidR="009D090D" w:rsidRPr="00F54F45">
        <w:t>75−76</w:t>
      </w:r>
      <w:r w:rsidRPr="00F54F45">
        <w:tab/>
      </w:r>
      <w:r w:rsidR="00081B30">
        <w:t>16</w:t>
      </w:r>
    </w:p>
    <w:p w14:paraId="0362CBA2" w14:textId="77777777" w:rsidR="00713D75" w:rsidRPr="00F54F45" w:rsidRDefault="00713D75" w:rsidP="00003ECF">
      <w:pPr>
        <w:keepNext/>
        <w:tabs>
          <w:tab w:val="right" w:pos="850"/>
        </w:tabs>
        <w:spacing w:after="120"/>
      </w:pPr>
      <w:r w:rsidRPr="00F54F45">
        <w:lastRenderedPageBreak/>
        <w:tab/>
        <w:t>Annexes</w:t>
      </w:r>
    </w:p>
    <w:p w14:paraId="002ABE94" w14:textId="77777777" w:rsidR="00713D75" w:rsidRPr="00F54F45" w:rsidRDefault="00713D75" w:rsidP="00713D75">
      <w:pPr>
        <w:tabs>
          <w:tab w:val="right" w:pos="850"/>
          <w:tab w:val="right" w:leader="dot" w:pos="8929"/>
          <w:tab w:val="right" w:pos="9638"/>
        </w:tabs>
        <w:spacing w:after="120"/>
        <w:ind w:left="1134" w:hanging="1134"/>
      </w:pPr>
      <w:r w:rsidRPr="00F54F45">
        <w:tab/>
        <w:t>I.</w:t>
      </w:r>
      <w:r w:rsidRPr="00F54F45">
        <w:tab/>
      </w:r>
      <w:r w:rsidR="0037413E" w:rsidRPr="00F54F45">
        <w:t>Liste des documents (GRPE-79- ) distribués sans cote avant et pendant la session</w:t>
      </w:r>
      <w:r w:rsidRPr="00F54F45">
        <w:tab/>
      </w:r>
      <w:r w:rsidRPr="00F54F45">
        <w:tab/>
      </w:r>
      <w:r w:rsidR="00677745">
        <w:t>18</w:t>
      </w:r>
    </w:p>
    <w:p w14:paraId="02DDD424" w14:textId="77777777" w:rsidR="002136AD" w:rsidRPr="00F54F45" w:rsidRDefault="002136AD" w:rsidP="002136AD">
      <w:pPr>
        <w:tabs>
          <w:tab w:val="right" w:pos="850"/>
          <w:tab w:val="right" w:leader="dot" w:pos="8929"/>
          <w:tab w:val="right" w:pos="9638"/>
        </w:tabs>
        <w:spacing w:after="120"/>
        <w:ind w:left="1134" w:hanging="1134"/>
      </w:pPr>
      <w:r w:rsidRPr="00F54F45">
        <w:tab/>
        <w:t>II.</w:t>
      </w:r>
      <w:r w:rsidRPr="00F54F45">
        <w:tab/>
      </w:r>
      <w:r w:rsidR="000C70D9" w:rsidRPr="00F54F45">
        <w:t>Réunions informelles tenues en marge de la session du GRPE</w:t>
      </w:r>
      <w:r w:rsidRPr="00F54F45">
        <w:tab/>
      </w:r>
      <w:r w:rsidRPr="00F54F45">
        <w:tab/>
      </w:r>
      <w:r w:rsidR="00677745">
        <w:t>19</w:t>
      </w:r>
    </w:p>
    <w:p w14:paraId="1320082E" w14:textId="77777777" w:rsidR="002136AD" w:rsidRPr="00F54F45" w:rsidRDefault="002136AD" w:rsidP="002136AD">
      <w:pPr>
        <w:tabs>
          <w:tab w:val="right" w:pos="850"/>
          <w:tab w:val="right" w:leader="dot" w:pos="8929"/>
          <w:tab w:val="right" w:pos="9638"/>
        </w:tabs>
        <w:spacing w:after="120"/>
        <w:ind w:left="1134" w:hanging="1134"/>
      </w:pPr>
      <w:r w:rsidRPr="00F54F45">
        <w:tab/>
        <w:t>III.</w:t>
      </w:r>
      <w:r w:rsidRPr="00F54F45">
        <w:tab/>
      </w:r>
      <w:r w:rsidR="000C70D9" w:rsidRPr="00F54F45">
        <w:t>Liste des groupes de travail informels, équipes spéciales et sous-groupes du GRPE</w:t>
      </w:r>
      <w:r w:rsidRPr="00F54F45">
        <w:tab/>
      </w:r>
      <w:r w:rsidRPr="00F54F45">
        <w:tab/>
      </w:r>
      <w:r w:rsidR="00677745">
        <w:t>20</w:t>
      </w:r>
    </w:p>
    <w:p w14:paraId="4EE676CF" w14:textId="77777777" w:rsidR="002136AD" w:rsidRPr="00F54F45" w:rsidRDefault="002136AD" w:rsidP="002136AD">
      <w:pPr>
        <w:tabs>
          <w:tab w:val="right" w:pos="850"/>
          <w:tab w:val="right" w:leader="dot" w:pos="8929"/>
          <w:tab w:val="right" w:pos="9638"/>
        </w:tabs>
        <w:spacing w:after="120"/>
        <w:ind w:left="1134" w:hanging="1134"/>
      </w:pPr>
      <w:r w:rsidRPr="00F54F45">
        <w:tab/>
        <w:t>IV.</w:t>
      </w:r>
      <w:r w:rsidRPr="00F54F45">
        <w:tab/>
      </w:r>
      <w:r w:rsidR="000C70D9" w:rsidRPr="00F54F45">
        <w:t>Amendements au document ECE/TRANS/WP.29/GRPE/2019/10 qui ont été adoptés</w:t>
      </w:r>
      <w:r w:rsidRPr="00F54F45">
        <w:tab/>
      </w:r>
      <w:r w:rsidRPr="00F54F45">
        <w:tab/>
      </w:r>
      <w:r w:rsidR="00677745">
        <w:t>21</w:t>
      </w:r>
    </w:p>
    <w:p w14:paraId="7A68C04B" w14:textId="77777777" w:rsidR="002136AD" w:rsidRPr="00F54F45" w:rsidRDefault="002136AD" w:rsidP="002136AD">
      <w:pPr>
        <w:tabs>
          <w:tab w:val="right" w:pos="850"/>
          <w:tab w:val="right" w:leader="dot" w:pos="8929"/>
          <w:tab w:val="right" w:pos="9638"/>
        </w:tabs>
        <w:spacing w:after="120"/>
        <w:ind w:left="1134" w:hanging="1134"/>
      </w:pPr>
      <w:r w:rsidRPr="00F54F45">
        <w:tab/>
        <w:t>V.</w:t>
      </w:r>
      <w:r w:rsidRPr="00F54F45">
        <w:tab/>
      </w:r>
      <w:r w:rsidR="000C70D9" w:rsidRPr="00F54F45">
        <w:t>Amendements au document ECE/TRANS/WP.29/GRPE/2019/11 qui ont été adoptés</w:t>
      </w:r>
      <w:r w:rsidRPr="00F54F45">
        <w:tab/>
      </w:r>
      <w:r w:rsidRPr="00F54F45">
        <w:tab/>
      </w:r>
      <w:r w:rsidR="00677745">
        <w:t>22</w:t>
      </w:r>
    </w:p>
    <w:p w14:paraId="1FA604B8" w14:textId="77777777" w:rsidR="002136AD" w:rsidRPr="00F54F45" w:rsidRDefault="002136AD" w:rsidP="002136AD">
      <w:pPr>
        <w:tabs>
          <w:tab w:val="right" w:pos="850"/>
          <w:tab w:val="right" w:leader="dot" w:pos="8929"/>
          <w:tab w:val="right" w:pos="9638"/>
        </w:tabs>
        <w:spacing w:after="120"/>
        <w:ind w:left="1134" w:hanging="1134"/>
      </w:pPr>
      <w:r w:rsidRPr="00F54F45">
        <w:tab/>
        <w:t>VI.</w:t>
      </w:r>
      <w:r w:rsidRPr="00F54F45">
        <w:tab/>
      </w:r>
      <w:r w:rsidR="000C70D9" w:rsidRPr="00F54F45">
        <w:t xml:space="preserve">Rapport technique sur l’élaboration d’un amendement 4 au RTM ONU </w:t>
      </w:r>
      <w:r w:rsidR="000C70D9" w:rsidRPr="00F54F45">
        <w:rPr>
          <w:rFonts w:eastAsia="MS Mincho"/>
          <w:szCs w:val="22"/>
        </w:rPr>
        <w:t>n</w:t>
      </w:r>
      <w:r w:rsidR="000C70D9" w:rsidRPr="00F54F45">
        <w:rPr>
          <w:rFonts w:eastAsia="MS Mincho"/>
          <w:szCs w:val="22"/>
          <w:vertAlign w:val="superscript"/>
        </w:rPr>
        <w:t>o</w:t>
      </w:r>
      <w:r w:rsidR="000C70D9" w:rsidRPr="00F54F45">
        <w:t> 2</w:t>
      </w:r>
      <w:r w:rsidRPr="00F54F45">
        <w:tab/>
      </w:r>
      <w:r w:rsidRPr="00F54F45">
        <w:tab/>
      </w:r>
      <w:r w:rsidR="00677745">
        <w:t>23</w:t>
      </w:r>
    </w:p>
    <w:p w14:paraId="3F0FC9E8" w14:textId="77777777" w:rsidR="00713D75" w:rsidRPr="00F54F45" w:rsidRDefault="002136AD" w:rsidP="009F41A4">
      <w:pPr>
        <w:pStyle w:val="HChG"/>
        <w:spacing w:before="320" w:after="220"/>
      </w:pPr>
      <w:r w:rsidRPr="00F54F45">
        <w:br w:type="page"/>
      </w:r>
      <w:bookmarkStart w:id="0" w:name="_Toc314155697"/>
      <w:bookmarkStart w:id="1" w:name="_Toc317520872"/>
      <w:r w:rsidR="00BB15D6" w:rsidRPr="00F54F45">
        <w:lastRenderedPageBreak/>
        <w:tab/>
        <w:t>I.</w:t>
      </w:r>
      <w:r w:rsidR="00BB15D6" w:rsidRPr="00F54F45">
        <w:tab/>
        <w:t>Participation</w:t>
      </w:r>
      <w:bookmarkEnd w:id="0"/>
      <w:bookmarkEnd w:id="1"/>
    </w:p>
    <w:p w14:paraId="5BC1928F" w14:textId="77777777" w:rsidR="00BB15D6" w:rsidRPr="00F54F45" w:rsidRDefault="00BB15D6" w:rsidP="007C7A70">
      <w:pPr>
        <w:pStyle w:val="SingleTxtG"/>
      </w:pPr>
      <w:r w:rsidRPr="00F54F45">
        <w:t>1.</w:t>
      </w:r>
      <w:r w:rsidRPr="00F54F45">
        <w:tab/>
        <w:t>Le Groupe de travail de la pollution et de l</w:t>
      </w:r>
      <w:r w:rsidR="00056C17" w:rsidRPr="00F54F45">
        <w:t>’</w:t>
      </w:r>
      <w:r w:rsidRPr="00F54F45">
        <w:t>énergie (GRPE) a tenu sa soixante</w:t>
      </w:r>
      <w:r w:rsidR="007C7A70" w:rsidRPr="00F54F45">
        <w:noBreakHyphen/>
      </w:r>
      <w:r w:rsidRPr="00F54F45">
        <w:t>dix</w:t>
      </w:r>
      <w:r w:rsidR="007C7A70" w:rsidRPr="00F54F45">
        <w:noBreakHyphen/>
      </w:r>
      <w:r w:rsidRPr="00F54F45">
        <w:t>neuvième session du 21 au 24 mai 2019, sous la présidence de M.</w:t>
      </w:r>
      <w:r w:rsidR="00074296" w:rsidRPr="00F54F45">
        <w:t> </w:t>
      </w:r>
      <w:r w:rsidRPr="00F54F45">
        <w:t xml:space="preserve">A. </w:t>
      </w:r>
      <w:proofErr w:type="spellStart"/>
      <w:r w:rsidRPr="00F54F45">
        <w:t>Rijnders</w:t>
      </w:r>
      <w:proofErr w:type="spellEnd"/>
      <w:r w:rsidRPr="00F54F45">
        <w:t xml:space="preserve"> (Pays-Bas). Y ont participé, conformément à l</w:t>
      </w:r>
      <w:r w:rsidR="00056C17" w:rsidRPr="00F54F45">
        <w:t>’</w:t>
      </w:r>
      <w:r w:rsidRPr="00F54F45">
        <w:t>article</w:t>
      </w:r>
      <w:r w:rsidR="007C7A70" w:rsidRPr="00F54F45">
        <w:t> </w:t>
      </w:r>
      <w:r w:rsidRPr="00F54F45">
        <w:t>1</w:t>
      </w:r>
      <w:r w:rsidR="007C7A70" w:rsidRPr="00F54F45">
        <w:t> </w:t>
      </w:r>
      <w:r w:rsidRPr="00F54F45">
        <w:t>a) du Règlement intérieur du Forum mondial de l</w:t>
      </w:r>
      <w:r w:rsidR="00056C17" w:rsidRPr="00F54F45">
        <w:t>’</w:t>
      </w:r>
      <w:r w:rsidRPr="00F54F45">
        <w:t>harmonisation des Règlements concernant les véhicules (WP.29) (TRANS/WP.29/690, tel que modifié) des experts représentant les pays suivants</w:t>
      </w:r>
      <w:r w:rsidR="00074296" w:rsidRPr="00F54F45">
        <w:t> </w:t>
      </w:r>
      <w:r w:rsidRPr="00F54F45">
        <w:t xml:space="preserve">: Allemagne, Australie, Autriche, Canada, Chine, Espagne, Fédération de Russie, France, </w:t>
      </w:r>
      <w:r w:rsidRPr="00630BCB">
        <w:rPr>
          <w:spacing w:val="-3"/>
        </w:rPr>
        <w:t>Hongrie, Inde, Italie, Japon, Norvège, Pays-Bas, Pologne, République de Corée, Royaume-Uni</w:t>
      </w:r>
      <w:r w:rsidRPr="00F54F45">
        <w:t xml:space="preserve"> de Grande-Bretagne et d</w:t>
      </w:r>
      <w:r w:rsidR="00056C17" w:rsidRPr="00F54F45">
        <w:t>’</w:t>
      </w:r>
      <w:r w:rsidRPr="00F54F45">
        <w:t xml:space="preserve">Irlande du Nord, Suède, Suisse et Tchéquie. Des experts de la Commission européenne étaient aussi présents. Des experts des organisations non gouvernementales ci-après ont également participé à la session : Association for </w:t>
      </w:r>
      <w:proofErr w:type="spellStart"/>
      <w:r w:rsidRPr="00F54F45">
        <w:t>Emissions</w:t>
      </w:r>
      <w:proofErr w:type="spellEnd"/>
      <w:r w:rsidRPr="00F54F45">
        <w:t xml:space="preserve"> Control by Catalyst (AECC), Comité international de l</w:t>
      </w:r>
      <w:r w:rsidR="00056C17" w:rsidRPr="00F54F45">
        <w:t>’</w:t>
      </w:r>
      <w:r w:rsidRPr="00F54F45">
        <w:t>inspection technique automobile (CITA), Association européenne des fournisseurs de l</w:t>
      </w:r>
      <w:r w:rsidR="00056C17" w:rsidRPr="00F54F45">
        <w:t>’</w:t>
      </w:r>
      <w:r w:rsidRPr="00F54F45">
        <w:t>automobile (CLEPA/MEMA/</w:t>
      </w:r>
      <w:r w:rsidR="007C7A70" w:rsidRPr="00F54F45">
        <w:t xml:space="preserve"> </w:t>
      </w:r>
      <w:r w:rsidRPr="00F54F45">
        <w:t xml:space="preserve">JAPIA), </w:t>
      </w:r>
      <w:proofErr w:type="spellStart"/>
      <w:r w:rsidRPr="00F54F45">
        <w:t>European</w:t>
      </w:r>
      <w:proofErr w:type="spellEnd"/>
      <w:r w:rsidRPr="00F54F45">
        <w:t xml:space="preserve"> Garage Equipment Association (EGEA), Association européenne des constructeurs de moteurs à combustion interne (EUROMOT), Association internationale des constructeurs de motocycles (IMMA), Organisation internationale des constructeurs d</w:t>
      </w:r>
      <w:r w:rsidR="00056C17" w:rsidRPr="00F54F45">
        <w:t>’</w:t>
      </w:r>
      <w:r w:rsidRPr="00F54F45">
        <w:t xml:space="preserve">automobiles (OICA) et </w:t>
      </w:r>
      <w:proofErr w:type="spellStart"/>
      <w:r w:rsidRPr="00F54F45">
        <w:t>Liquid</w:t>
      </w:r>
      <w:proofErr w:type="spellEnd"/>
      <w:r w:rsidRPr="00F54F45">
        <w:t xml:space="preserve"> Gas Europe.</w:t>
      </w:r>
    </w:p>
    <w:p w14:paraId="2C206A84" w14:textId="77777777" w:rsidR="00BB15D6" w:rsidRPr="00F54F45" w:rsidRDefault="007C7A70" w:rsidP="009F41A4">
      <w:pPr>
        <w:pStyle w:val="HChG"/>
        <w:spacing w:before="320" w:after="220"/>
      </w:pPr>
      <w:r w:rsidRPr="00F54F45">
        <w:tab/>
      </w:r>
      <w:r w:rsidR="00BB15D6" w:rsidRPr="00F54F45">
        <w:t>II.</w:t>
      </w:r>
      <w:r w:rsidR="00BB15D6" w:rsidRPr="00F54F45">
        <w:tab/>
        <w:t>Adoption de l</w:t>
      </w:r>
      <w:r w:rsidR="00056C17" w:rsidRPr="00F54F45">
        <w:t>’</w:t>
      </w:r>
      <w:r w:rsidR="00BB15D6" w:rsidRPr="00F54F45">
        <w:t>ordre du jour (point 1 de l</w:t>
      </w:r>
      <w:r w:rsidR="00056C17" w:rsidRPr="00F54F45">
        <w:t>’</w:t>
      </w:r>
      <w:r w:rsidR="00BB15D6" w:rsidRPr="00F54F45">
        <w:t>ordre du jour)</w:t>
      </w:r>
      <w:bookmarkStart w:id="2" w:name="_Toc317520873"/>
      <w:bookmarkEnd w:id="2"/>
    </w:p>
    <w:p w14:paraId="72A31960" w14:textId="77777777" w:rsidR="00BB15D6" w:rsidRPr="00F54F45" w:rsidRDefault="00BB15D6" w:rsidP="00F47E96">
      <w:pPr>
        <w:pStyle w:val="SingleTxtG"/>
        <w:ind w:left="2552" w:hanging="1418"/>
        <w:jc w:val="left"/>
      </w:pPr>
      <w:r w:rsidRPr="00F54F45">
        <w:rPr>
          <w:i/>
          <w:iCs/>
        </w:rPr>
        <w:t>Document</w:t>
      </w:r>
      <w:r w:rsidR="00F649BE" w:rsidRPr="00F54F45">
        <w:rPr>
          <w:i/>
          <w:iCs/>
        </w:rPr>
        <w:t>(</w:t>
      </w:r>
      <w:r w:rsidRPr="00F54F45">
        <w:rPr>
          <w:i/>
          <w:iCs/>
        </w:rPr>
        <w:t>s</w:t>
      </w:r>
      <w:r w:rsidR="00F649BE" w:rsidRPr="00F54F45">
        <w:rPr>
          <w:i/>
          <w:iCs/>
        </w:rPr>
        <w:t>) </w:t>
      </w:r>
      <w:r w:rsidRPr="001F7550">
        <w:rPr>
          <w:iCs/>
        </w:rPr>
        <w:t>:</w:t>
      </w:r>
      <w:r w:rsidRPr="00F54F45">
        <w:tab/>
        <w:t xml:space="preserve">ECE/TRANS/WP.29/GRPE/2019/9 ; GRPE-79-01, GRPE-79-02-Rev.1 </w:t>
      </w:r>
      <w:r w:rsidR="00F47E96" w:rsidRPr="00F54F45">
        <w:br/>
      </w:r>
      <w:r w:rsidRPr="00F54F45">
        <w:t>et GRPE-79-09-Rev.3.</w:t>
      </w:r>
    </w:p>
    <w:p w14:paraId="76116664" w14:textId="77777777" w:rsidR="00BB15D6" w:rsidRPr="00F54F45" w:rsidRDefault="00BB15D6" w:rsidP="007C7A70">
      <w:pPr>
        <w:pStyle w:val="SingleTxtG"/>
      </w:pPr>
      <w:r w:rsidRPr="00F54F45">
        <w:t>2.</w:t>
      </w:r>
      <w:r w:rsidRPr="00F54F45">
        <w:tab/>
        <w:t>M.</w:t>
      </w:r>
      <w:r w:rsidR="000141E1" w:rsidRPr="00F54F45">
        <w:t> </w:t>
      </w:r>
      <w:proofErr w:type="spellStart"/>
      <w:r w:rsidRPr="00F54F45">
        <w:t>Rijnders</w:t>
      </w:r>
      <w:proofErr w:type="spellEnd"/>
      <w:r w:rsidRPr="00F54F45">
        <w:t>, Président du GRPE, a ouvert la réunion et a souhaité la bienvenue aux participants. Le GRPE a adopté l</w:t>
      </w:r>
      <w:r w:rsidR="00056C17" w:rsidRPr="00F54F45">
        <w:t>’</w:t>
      </w:r>
      <w:r w:rsidRPr="00F54F45">
        <w:t>ordre du jour provisoire de sa soixante-dix-neuvième session (ECE/TRANS/WP.29/GRPE/2019/9), dans la version actualisée et récapitulative figurant dans le document GRPE-79-09-Rev.3. Il a pris note du document GRPE-79-01 concernant l</w:t>
      </w:r>
      <w:r w:rsidR="00056C17" w:rsidRPr="00F54F45">
        <w:t>’</w:t>
      </w:r>
      <w:r w:rsidRPr="00F54F45">
        <w:t>organisation, pendant la semaine de session, des réunions des groupes de travail informels du GRPE.</w:t>
      </w:r>
    </w:p>
    <w:p w14:paraId="14920789" w14:textId="77777777" w:rsidR="00BB15D6" w:rsidRPr="00F54F45" w:rsidRDefault="00BB15D6" w:rsidP="007C7A70">
      <w:pPr>
        <w:pStyle w:val="SingleTxtG"/>
      </w:pPr>
      <w:r w:rsidRPr="00F54F45">
        <w:t>3.</w:t>
      </w:r>
      <w:r w:rsidRPr="00F54F45">
        <w:tab/>
        <w:t>La liste des documents informels distribués avant et pendant la session du GRPE figure dans l</w:t>
      </w:r>
      <w:r w:rsidR="00056C17" w:rsidRPr="00F54F45">
        <w:t>’</w:t>
      </w:r>
      <w:r w:rsidRPr="00F54F45">
        <w:t>annexe</w:t>
      </w:r>
      <w:r w:rsidR="00F47E96" w:rsidRPr="00F54F45">
        <w:t> </w:t>
      </w:r>
      <w:r w:rsidRPr="00F54F45">
        <w:t>I. L</w:t>
      </w:r>
      <w:r w:rsidR="00056C17" w:rsidRPr="00F54F45">
        <w:t>’</w:t>
      </w:r>
      <w:r w:rsidRPr="00F54F45">
        <w:t>annexe</w:t>
      </w:r>
      <w:r w:rsidR="00F47E96" w:rsidRPr="00F54F45">
        <w:t> </w:t>
      </w:r>
      <w:r w:rsidRPr="00F54F45">
        <w:t>II donne la liste des réunions informelles tenues à l</w:t>
      </w:r>
      <w:r w:rsidR="00056C17" w:rsidRPr="00F54F45">
        <w:t>’</w:t>
      </w:r>
      <w:r w:rsidRPr="00F54F45">
        <w:t>occasion de la session du GRPE. L</w:t>
      </w:r>
      <w:r w:rsidR="00056C17" w:rsidRPr="00F54F45">
        <w:t>’</w:t>
      </w:r>
      <w:r w:rsidRPr="00F54F45">
        <w:t>annexe</w:t>
      </w:r>
      <w:r w:rsidR="00F47E96" w:rsidRPr="00F54F45">
        <w:t> </w:t>
      </w:r>
      <w:r w:rsidRPr="00F54F45">
        <w:t>III énumère les groupes de travail informels, les équipes spéciales et les sous-groupes du GRPE et donne des informations sur leurs présidents et secrétaires et sur la date de fin de leurs mandats.</w:t>
      </w:r>
    </w:p>
    <w:p w14:paraId="4137DA54" w14:textId="77777777" w:rsidR="00BB15D6" w:rsidRPr="00F54F45" w:rsidRDefault="00BB15D6" w:rsidP="00F47E96">
      <w:pPr>
        <w:pStyle w:val="SingleTxtG"/>
        <w:rPr>
          <w:u w:val="single"/>
        </w:rPr>
      </w:pPr>
      <w:r w:rsidRPr="00F54F45">
        <w:t>4.</w:t>
      </w:r>
      <w:r w:rsidRPr="00F54F45">
        <w:tab/>
        <w:t>Le secrétariat a présenté le document GRPE-79-02-Rev.1 annonçant que la prochaine session du GRPE se tiendrait du 14 au 17</w:t>
      </w:r>
      <w:r w:rsidR="001C336C" w:rsidRPr="00F54F45">
        <w:t> </w:t>
      </w:r>
      <w:r w:rsidRPr="00F54F45">
        <w:t>janvier 2020 et rappelant que la date limite pour la soumission des documents officiels était fixée au 21</w:t>
      </w:r>
      <w:r w:rsidR="001C336C" w:rsidRPr="00F54F45">
        <w:t> </w:t>
      </w:r>
      <w:r w:rsidRPr="00F54F45">
        <w:t>octobre 2019. Les présidents et secrétaires des groupes de travail informels ont été invités à prendre contact avec le secrétariat pour arrêter le calendrier des réunions que tiendraient ces groupes pendant la session du GRPE de janvier 2020. Le secrétariat a également annoncé qu</w:t>
      </w:r>
      <w:r w:rsidR="00056C17" w:rsidRPr="00F54F45">
        <w:t>’</w:t>
      </w:r>
      <w:r w:rsidRPr="00F54F45">
        <w:t>à compter d</w:t>
      </w:r>
      <w:r w:rsidR="00056C17" w:rsidRPr="00F54F45">
        <w:t>’</w:t>
      </w:r>
      <w:r w:rsidRPr="00F54F45">
        <w:t>octobre 2019, le Palais des Nations risquait de manquer de salles de réunion.</w:t>
      </w:r>
    </w:p>
    <w:p w14:paraId="16BF8DE7" w14:textId="77777777" w:rsidR="00BB15D6" w:rsidRPr="00F54F45" w:rsidRDefault="001C336C" w:rsidP="001C336C">
      <w:pPr>
        <w:pStyle w:val="HChG"/>
      </w:pPr>
      <w:r w:rsidRPr="00F54F45">
        <w:tab/>
      </w:r>
      <w:r w:rsidR="00BB15D6" w:rsidRPr="00F54F45">
        <w:t>III.</w:t>
      </w:r>
      <w:r w:rsidR="00BB15D6" w:rsidRPr="00F54F45">
        <w:tab/>
        <w:t xml:space="preserve">Rapport de la dernière session du Forum mondial </w:t>
      </w:r>
      <w:r w:rsidRPr="00F54F45">
        <w:br/>
      </w:r>
      <w:r w:rsidR="00BB15D6" w:rsidRPr="00F54F45">
        <w:t>de l</w:t>
      </w:r>
      <w:r w:rsidR="00056C17" w:rsidRPr="00F54F45">
        <w:t>’</w:t>
      </w:r>
      <w:r w:rsidR="00BB15D6" w:rsidRPr="00F54F45">
        <w:t xml:space="preserve">harmonisation des Règlements concernant </w:t>
      </w:r>
      <w:r w:rsidRPr="00F54F45">
        <w:br/>
      </w:r>
      <w:r w:rsidR="00BB15D6" w:rsidRPr="00F54F45">
        <w:t>les véhicules (WP.29)</w:t>
      </w:r>
      <w:r w:rsidR="00EB3F74" w:rsidRPr="00F54F45">
        <w:t xml:space="preserve"> </w:t>
      </w:r>
      <w:r w:rsidR="00BB15D6" w:rsidRPr="00F54F45">
        <w:t>(point 2 de l</w:t>
      </w:r>
      <w:r w:rsidR="00056C17" w:rsidRPr="00F54F45">
        <w:t>’</w:t>
      </w:r>
      <w:r w:rsidR="00BB15D6" w:rsidRPr="00F54F45">
        <w:t>ordre du jour)</w:t>
      </w:r>
      <w:bookmarkStart w:id="3" w:name="_Toc317520874"/>
      <w:bookmarkEnd w:id="3"/>
    </w:p>
    <w:p w14:paraId="4DB39209" w14:textId="77777777" w:rsidR="00BB15D6" w:rsidRPr="00F54F45" w:rsidRDefault="00BB15D6" w:rsidP="00F47E96">
      <w:pPr>
        <w:pStyle w:val="SingleTxtG"/>
        <w:ind w:left="2552" w:hanging="1418"/>
        <w:jc w:val="left"/>
      </w:pPr>
      <w:r w:rsidRPr="00F54F45">
        <w:rPr>
          <w:i/>
          <w:iCs/>
        </w:rPr>
        <w:t>Document</w:t>
      </w:r>
      <w:r w:rsidR="00EB3F74" w:rsidRPr="00F54F45">
        <w:rPr>
          <w:i/>
          <w:iCs/>
        </w:rPr>
        <w:t>(</w:t>
      </w:r>
      <w:r w:rsidRPr="00F54F45">
        <w:rPr>
          <w:i/>
          <w:iCs/>
        </w:rPr>
        <w:t>s</w:t>
      </w:r>
      <w:r w:rsidR="00EB3F74" w:rsidRPr="00F54F45">
        <w:rPr>
          <w:i/>
          <w:iCs/>
        </w:rPr>
        <w:t>)</w:t>
      </w:r>
      <w:r w:rsidR="00F47E96" w:rsidRPr="00F54F45">
        <w:rPr>
          <w:i/>
          <w:iCs/>
        </w:rPr>
        <w:t> </w:t>
      </w:r>
      <w:r w:rsidRPr="001F7550">
        <w:rPr>
          <w:iCs/>
        </w:rPr>
        <w:t>:</w:t>
      </w:r>
      <w:r w:rsidRPr="00F54F45">
        <w:tab/>
        <w:t>ECE/TRANS/WP.29/1145 ; GRPE-79-03 et GRPE-79-04-Rev.2</w:t>
      </w:r>
      <w:r w:rsidR="00F47E96" w:rsidRPr="00F54F45">
        <w:t>.</w:t>
      </w:r>
    </w:p>
    <w:p w14:paraId="7CF6492B" w14:textId="77777777" w:rsidR="00BB15D6" w:rsidRPr="00F54F45" w:rsidRDefault="00BB15D6" w:rsidP="00F47E96">
      <w:pPr>
        <w:pStyle w:val="SingleTxtG"/>
      </w:pPr>
      <w:r w:rsidRPr="00F54F45">
        <w:t>5.</w:t>
      </w:r>
      <w:r w:rsidRPr="00F54F45">
        <w:tab/>
        <w:t>Le secrétariat a présenté le document GRPE-79-03 et a rendu compte des points présentant de l</w:t>
      </w:r>
      <w:r w:rsidR="00056C17" w:rsidRPr="00F54F45">
        <w:t>’</w:t>
      </w:r>
      <w:r w:rsidRPr="00F54F45">
        <w:t>intérêt pour le GRPE examinés à la 177</w:t>
      </w:r>
      <w:r w:rsidRPr="00F54F45">
        <w:rPr>
          <w:vertAlign w:val="superscript"/>
        </w:rPr>
        <w:t>e</w:t>
      </w:r>
      <w:r w:rsidR="00273E12" w:rsidRPr="00F54F45">
        <w:t> </w:t>
      </w:r>
      <w:r w:rsidRPr="00F54F45">
        <w:t>session du Forum mondial de l</w:t>
      </w:r>
      <w:r w:rsidR="00056C17" w:rsidRPr="00F54F45">
        <w:t>’</w:t>
      </w:r>
      <w:r w:rsidRPr="00F54F45">
        <w:t>harmonisation des Règlements concernant les véhicules (WP.29). Il a renvoyé au document ECE/TRANS/WP.29/1145 pour plus de détails.</w:t>
      </w:r>
    </w:p>
    <w:p w14:paraId="0F61F807" w14:textId="77777777" w:rsidR="00BB15D6" w:rsidRPr="00F54F45" w:rsidRDefault="00BB15D6" w:rsidP="00273E12">
      <w:pPr>
        <w:pStyle w:val="SingleTxtG"/>
      </w:pPr>
      <w:bookmarkStart w:id="4" w:name="_Ref11847145"/>
      <w:r w:rsidRPr="00F54F45">
        <w:t>6.</w:t>
      </w:r>
      <w:r w:rsidRPr="00F54F45">
        <w:tab/>
        <w:t>Le Président a présenté le document GRPE-79-04-Rev.2, qu</w:t>
      </w:r>
      <w:r w:rsidR="00056C17" w:rsidRPr="00F54F45">
        <w:t>’</w:t>
      </w:r>
      <w:r w:rsidRPr="00F54F45">
        <w:t>il a établi avec l</w:t>
      </w:r>
      <w:r w:rsidR="00056C17" w:rsidRPr="00F54F45">
        <w:t>’</w:t>
      </w:r>
      <w:r w:rsidRPr="00F54F45">
        <w:t>aide du secrétariat et qui expose en détail les thèmes prioritaires des activités du GRPE. Il a souligné qu</w:t>
      </w:r>
      <w:r w:rsidR="00056C17" w:rsidRPr="00F54F45">
        <w:t>’</w:t>
      </w:r>
      <w:r w:rsidRPr="00F54F45">
        <w:t>il était nécessaire d</w:t>
      </w:r>
      <w:r w:rsidR="00056C17" w:rsidRPr="00F54F45">
        <w:t>’</w:t>
      </w:r>
      <w:r w:rsidRPr="00F54F45">
        <w:t xml:space="preserve">élaborer ce document sur les priorités du GRPE pour </w:t>
      </w:r>
      <w:r w:rsidRPr="00F54F45">
        <w:lastRenderedPageBreak/>
        <w:t>répondre à la demande formulée dans la stratégie du Comité des transports intérieurs (CTI), adoptée lors de la dernière session du CTI, en février 2019. Le WP.29 a également exprimé le souhait de recenser les priorités des groupes de travail afin de prévoir d</w:t>
      </w:r>
      <w:r w:rsidR="00056C17" w:rsidRPr="00F54F45">
        <w:t>’</w:t>
      </w:r>
      <w:r w:rsidRPr="00F54F45">
        <w:t>allouer à chacun d</w:t>
      </w:r>
      <w:r w:rsidR="00056C17" w:rsidRPr="00F54F45">
        <w:t>’</w:t>
      </w:r>
      <w:r w:rsidRPr="00F54F45">
        <w:t>entre eux des ressources suffisantes pour qu</w:t>
      </w:r>
      <w:r w:rsidR="00056C17" w:rsidRPr="00F54F45">
        <w:t>’</w:t>
      </w:r>
      <w:r w:rsidRPr="00F54F45">
        <w:t>il puisse atteindre ses objectifs. Il a également souligné que les priorités devaient être alignées sur les objectifs de développement durable élaborés dans le cadre du Programme 2030.</w:t>
      </w:r>
      <w:bookmarkEnd w:id="4"/>
    </w:p>
    <w:p w14:paraId="3C74CC55" w14:textId="77777777" w:rsidR="00BB15D6" w:rsidRPr="00F54F45" w:rsidRDefault="00BB15D6" w:rsidP="00273E12">
      <w:pPr>
        <w:pStyle w:val="SingleTxtG"/>
      </w:pPr>
      <w:r w:rsidRPr="00F54F45">
        <w:t>7.</w:t>
      </w:r>
      <w:r w:rsidRPr="00F54F45">
        <w:tab/>
        <w:t>Le GRPE a appuyé la proposition et a estimé que cette approche était très pertinente compte tenu de l</w:t>
      </w:r>
      <w:r w:rsidR="00056C17" w:rsidRPr="00F54F45">
        <w:t>’</w:t>
      </w:r>
      <w:r w:rsidRPr="00F54F45">
        <w:t>évolution rapide de la situation et de la numérisation des véhicules. Certaines Parties contractantes ont réclamé davantage de précisions sur les thèmes qui pourraient être abordés à l</w:t>
      </w:r>
      <w:r w:rsidR="00056C17" w:rsidRPr="00F54F45">
        <w:t>’</w:t>
      </w:r>
      <w:r w:rsidRPr="00F54F45">
        <w:t>avenir dans le cadre des accords de l</w:t>
      </w:r>
      <w:r w:rsidR="00056C17" w:rsidRPr="00F54F45">
        <w:t>’</w:t>
      </w:r>
      <w:r w:rsidRPr="00F54F45">
        <w:t>ONU sur les véhicules (Accords de 1958, de 1997 ou de 1998). Le secrétariat a souligné que le présent document se voulait un document émanant des parties prenantes du GRPE, qui serait ensuite examiné et ferait l</w:t>
      </w:r>
      <w:r w:rsidR="00056C17" w:rsidRPr="00F54F45">
        <w:t>’</w:t>
      </w:r>
      <w:r w:rsidRPr="00F54F45">
        <w:t>objet d</w:t>
      </w:r>
      <w:r w:rsidR="00056C17" w:rsidRPr="00F54F45">
        <w:t>’</w:t>
      </w:r>
      <w:r w:rsidRPr="00F54F45">
        <w:t>une coordination pendant les sessions du Comité de gestion pour la coordination des travaux (AC.2) du WP.29.</w:t>
      </w:r>
    </w:p>
    <w:p w14:paraId="67CF9DA9" w14:textId="77777777" w:rsidR="00BB15D6" w:rsidRPr="00F54F45" w:rsidRDefault="00BB15D6" w:rsidP="00273E12">
      <w:pPr>
        <w:pStyle w:val="SingleTxtG"/>
      </w:pPr>
      <w:r w:rsidRPr="00F54F45">
        <w:t>8.</w:t>
      </w:r>
      <w:r w:rsidRPr="00F54F45">
        <w:tab/>
        <w:t>Le GRPE a décidé d</w:t>
      </w:r>
      <w:r w:rsidR="00056C17" w:rsidRPr="00F54F45">
        <w:t>’</w:t>
      </w:r>
      <w:r w:rsidRPr="00F54F45">
        <w:t>appuyer la demande adressée par le Président au groupe de travail informel du contrôle technique périodique du WP.29 de venir présenter ses activités en cours et ses activités futures au cours des prochaines sessions du GRPE, afin de favoriser une collaboration plus étroite sur la conformité pendant la durée de vie.</w:t>
      </w:r>
    </w:p>
    <w:p w14:paraId="22E052DC" w14:textId="77777777" w:rsidR="00BB15D6" w:rsidRPr="00F54F45" w:rsidRDefault="00BB15D6" w:rsidP="00273E12">
      <w:pPr>
        <w:pStyle w:val="SingleTxtG"/>
      </w:pPr>
      <w:r w:rsidRPr="00F54F45">
        <w:t>9.</w:t>
      </w:r>
      <w:r w:rsidRPr="00F54F45">
        <w:tab/>
        <w:t>Le GRPE a décidé de renommer le point</w:t>
      </w:r>
      <w:r w:rsidR="00273E12" w:rsidRPr="00F54F45">
        <w:t> </w:t>
      </w:r>
      <w:r w:rsidRPr="00F54F45">
        <w:t>13 de l</w:t>
      </w:r>
      <w:r w:rsidR="00056C17" w:rsidRPr="00F54F45">
        <w:t>’</w:t>
      </w:r>
      <w:r w:rsidRPr="00F54F45">
        <w:t>ordre du jour comme suit : « Questions prioritaires pour les activités du GRPE » et d</w:t>
      </w:r>
      <w:r w:rsidR="00056C17" w:rsidRPr="00F54F45">
        <w:t>’</w:t>
      </w:r>
      <w:r w:rsidRPr="00F54F45">
        <w:t>examiner régulièrement cette question à ses sessions futures (voir par.</w:t>
      </w:r>
      <w:r w:rsidR="00273E12" w:rsidRPr="00F54F45">
        <w:t> </w:t>
      </w:r>
      <w:r w:rsidRPr="00F54F45">
        <w:t>66).</w:t>
      </w:r>
    </w:p>
    <w:p w14:paraId="12D77C12" w14:textId="77777777" w:rsidR="00BB15D6" w:rsidRPr="00F54F45" w:rsidRDefault="00BB15D6" w:rsidP="00083976">
      <w:pPr>
        <w:pStyle w:val="SingleTxtG"/>
      </w:pPr>
      <w:bookmarkStart w:id="5" w:name="_Ref11847194"/>
      <w:r w:rsidRPr="00F54F45">
        <w:t>10.</w:t>
      </w:r>
      <w:r w:rsidRPr="00F54F45">
        <w:tab/>
        <w:t>Le GRPE a corrigé le document GRPE-79-04-Rev.2 au cours de la session en tenant compte des observations reçues des Parties contractantes non présentes. Il a décidé de soumettre le document modifié à la prochaine session du GRPE en janvier 2020 en tant que document informel (GRPE-80-04). Le Président a proposé de présenter ce document à la session de mars 2020 du WP.29 une fois que le GRPE sera parvenu à un accord sur son contenu.</w:t>
      </w:r>
      <w:bookmarkEnd w:id="5"/>
    </w:p>
    <w:p w14:paraId="6FBF7037" w14:textId="77777777" w:rsidR="00BB15D6" w:rsidRPr="00F54F45" w:rsidRDefault="00273E12" w:rsidP="00273E12">
      <w:pPr>
        <w:pStyle w:val="HChG"/>
      </w:pPr>
      <w:r w:rsidRPr="00F54F45">
        <w:tab/>
      </w:r>
      <w:r w:rsidR="00BB15D6" w:rsidRPr="00F54F45">
        <w:t>IV.</w:t>
      </w:r>
      <w:r w:rsidR="00BB15D6" w:rsidRPr="00F54F45">
        <w:tab/>
        <w:t>Véhicules légers (point 3 de l</w:t>
      </w:r>
      <w:r w:rsidR="00056C17" w:rsidRPr="00F54F45">
        <w:t>’</w:t>
      </w:r>
      <w:r w:rsidR="00BB15D6" w:rsidRPr="00F54F45">
        <w:t>ordre du jour)</w:t>
      </w:r>
      <w:bookmarkStart w:id="6" w:name="_Toc317520875"/>
      <w:bookmarkEnd w:id="6"/>
    </w:p>
    <w:p w14:paraId="1E40D83B" w14:textId="77777777" w:rsidR="00BB15D6" w:rsidRPr="00F54F45" w:rsidRDefault="00273E12" w:rsidP="00273E12">
      <w:pPr>
        <w:pStyle w:val="H1G"/>
      </w:pPr>
      <w:r w:rsidRPr="00F54F45">
        <w:tab/>
      </w:r>
      <w:r w:rsidR="00BB15D6" w:rsidRPr="00F54F45">
        <w:t>A.</w:t>
      </w:r>
      <w:r w:rsidR="00BB15D6" w:rsidRPr="00F54F45">
        <w:tab/>
        <w:t>Règlements ONU n</w:t>
      </w:r>
      <w:r w:rsidR="00BB15D6" w:rsidRPr="00F54F45">
        <w:rPr>
          <w:vertAlign w:val="superscript"/>
        </w:rPr>
        <w:t>os</w:t>
      </w:r>
      <w:r w:rsidR="00083976" w:rsidRPr="00F54F45">
        <w:t> </w:t>
      </w:r>
      <w:r w:rsidR="00BB15D6" w:rsidRPr="00F54F45">
        <w:t xml:space="preserve">68 (Mesure de la vitesse maximale, y compris </w:t>
      </w:r>
      <w:r w:rsidR="00083976" w:rsidRPr="00F54F45">
        <w:br/>
      </w:r>
      <w:r w:rsidR="00BB15D6" w:rsidRPr="00F54F45">
        <w:t>des véhicules électriques purs), 83 (Émissions polluantes des véhicules des catégories M</w:t>
      </w:r>
      <w:r w:rsidR="00BB15D6" w:rsidRPr="00F54F45">
        <w:rPr>
          <w:vertAlign w:val="subscript"/>
        </w:rPr>
        <w:t>1</w:t>
      </w:r>
      <w:r w:rsidR="00BB15D6" w:rsidRPr="00F54F45">
        <w:t xml:space="preserve"> et N</w:t>
      </w:r>
      <w:r w:rsidR="00BB15D6" w:rsidRPr="00F54F45">
        <w:rPr>
          <w:vertAlign w:val="subscript"/>
        </w:rPr>
        <w:t>1</w:t>
      </w:r>
      <w:r w:rsidR="00BB15D6" w:rsidRPr="00F54F45">
        <w:t>), 101 (Émissions de CO</w:t>
      </w:r>
      <w:r w:rsidR="00BB15D6" w:rsidRPr="00F54F45">
        <w:rPr>
          <w:vertAlign w:val="subscript"/>
        </w:rPr>
        <w:t>2</w:t>
      </w:r>
      <w:r w:rsidR="00BB15D6" w:rsidRPr="00F54F45">
        <w:t xml:space="preserve">/consommation </w:t>
      </w:r>
      <w:r w:rsidR="00083976" w:rsidRPr="00F54F45">
        <w:br/>
      </w:r>
      <w:r w:rsidR="00BB15D6" w:rsidRPr="00F54F45">
        <w:t>de carburant) et 103 (Dispositifs antipollution de remplacement)</w:t>
      </w:r>
      <w:bookmarkStart w:id="7" w:name="_Toc317520878"/>
      <w:bookmarkEnd w:id="7"/>
    </w:p>
    <w:p w14:paraId="38B418CA" w14:textId="77777777" w:rsidR="00BB15D6" w:rsidRPr="00F54F45" w:rsidRDefault="00BB15D6" w:rsidP="006C5C5E">
      <w:pPr>
        <w:pStyle w:val="SingleTxtG"/>
        <w:ind w:left="2552" w:hanging="1418"/>
        <w:jc w:val="left"/>
      </w:pPr>
      <w:r w:rsidRPr="00F54F45">
        <w:rPr>
          <w:i/>
          <w:iCs/>
        </w:rPr>
        <w:t>Document</w:t>
      </w:r>
      <w:r w:rsidR="006C5C5E" w:rsidRPr="00F54F45">
        <w:rPr>
          <w:i/>
          <w:iCs/>
        </w:rPr>
        <w:t>(</w:t>
      </w:r>
      <w:r w:rsidRPr="00F54F45">
        <w:rPr>
          <w:i/>
          <w:iCs/>
        </w:rPr>
        <w:t>s</w:t>
      </w:r>
      <w:r w:rsidR="006C5C5E" w:rsidRPr="00F54F45">
        <w:rPr>
          <w:i/>
          <w:iCs/>
        </w:rPr>
        <w:t>)</w:t>
      </w:r>
      <w:r w:rsidR="00146A54">
        <w:rPr>
          <w:i/>
          <w:iCs/>
        </w:rPr>
        <w:t> </w:t>
      </w:r>
      <w:r w:rsidRPr="00146A54">
        <w:rPr>
          <w:iCs/>
        </w:rPr>
        <w:t>:</w:t>
      </w:r>
      <w:r w:rsidRPr="00F54F45">
        <w:tab/>
        <w:t>GRPE-79-05, GRPE-79-06, GRPE-79-10, GRPE-79-11, GRPE-79-15</w:t>
      </w:r>
      <w:r w:rsidR="00146A54">
        <w:t>,</w:t>
      </w:r>
      <w:r w:rsidRPr="00F54F45">
        <w:t xml:space="preserve"> </w:t>
      </w:r>
      <w:r w:rsidR="00DA4A31" w:rsidRPr="00F54F45">
        <w:br/>
      </w:r>
      <w:r w:rsidRPr="00F54F45">
        <w:t>GRPE-79-16 et GRPE-79-17</w:t>
      </w:r>
      <w:r w:rsidR="00DA4A31" w:rsidRPr="00F54F45">
        <w:t>.</w:t>
      </w:r>
    </w:p>
    <w:p w14:paraId="7027D08D" w14:textId="77777777" w:rsidR="00BB15D6" w:rsidRPr="00F54F45" w:rsidRDefault="00BB15D6" w:rsidP="00DA4A31">
      <w:pPr>
        <w:pStyle w:val="SingleTxtG"/>
      </w:pPr>
      <w:r w:rsidRPr="00F54F45">
        <w:t>11.</w:t>
      </w:r>
      <w:r w:rsidRPr="00F54F45">
        <w:tab/>
        <w:t>Le représentant du CITA a présenté le document GRPE-79-06 sur les points saillants du congrès annuel du Comité, tenu en République de Corée en avril 2019. Il a résumé les informations actualisées sur les mesures d</w:t>
      </w:r>
      <w:r w:rsidR="00056C17" w:rsidRPr="00F54F45">
        <w:t>’</w:t>
      </w:r>
      <w:r w:rsidRPr="00F54F45">
        <w:t>émissions effectuées pendant les essais du contrôle technique périodique. Le Président a souligné l</w:t>
      </w:r>
      <w:r w:rsidR="00056C17" w:rsidRPr="00F54F45">
        <w:t>’</w:t>
      </w:r>
      <w:r w:rsidRPr="00F54F45">
        <w:t>importance de ce point et a rappelé qu</w:t>
      </w:r>
      <w:r w:rsidR="00056C17" w:rsidRPr="00F54F45">
        <w:t>’</w:t>
      </w:r>
      <w:r w:rsidRPr="00F54F45">
        <w:t>il avait été inclus dans le projet de liste prioritaire du GRPE (voir par.</w:t>
      </w:r>
      <w:r w:rsidR="00DA4A31" w:rsidRPr="00F54F45">
        <w:t> </w:t>
      </w:r>
      <w:r w:rsidRPr="00F54F45">
        <w:t>6).</w:t>
      </w:r>
    </w:p>
    <w:p w14:paraId="4278A2E4" w14:textId="77777777" w:rsidR="00BB15D6" w:rsidRPr="00F54F45" w:rsidRDefault="00BB15D6" w:rsidP="00DA4A31">
      <w:pPr>
        <w:pStyle w:val="SingleTxtG"/>
      </w:pPr>
      <w:r w:rsidRPr="00F54F45">
        <w:t>12.</w:t>
      </w:r>
      <w:r w:rsidRPr="00F54F45">
        <w:tab/>
        <w:t>S</w:t>
      </w:r>
      <w:r w:rsidR="00056C17" w:rsidRPr="00F54F45">
        <w:t>’</w:t>
      </w:r>
      <w:r w:rsidRPr="00F54F45">
        <w:t>agissant de la mesure du nombre de particules, le représentant de l</w:t>
      </w:r>
      <w:r w:rsidR="00056C17" w:rsidRPr="00F54F45">
        <w:t>’</w:t>
      </w:r>
      <w:r w:rsidRPr="00F54F45">
        <w:t>Espagne a demandé s</w:t>
      </w:r>
      <w:r w:rsidR="00056C17" w:rsidRPr="00F54F45">
        <w:t>’</w:t>
      </w:r>
      <w:r w:rsidRPr="00F54F45">
        <w:t>il existait sur le marché une technologie éprouvée pour effectuer cette mesure pendant les essais du contrôle technique périodique. Le représentant du CITA a expliqué que la technologie était au point et que certains pays étaient sur le point d</w:t>
      </w:r>
      <w:r w:rsidR="00056C17" w:rsidRPr="00F54F45">
        <w:t>’</w:t>
      </w:r>
      <w:r w:rsidRPr="00F54F45">
        <w:t>être capables de mesurer le nombre de particules pendant les essais du contrôle technique périodique dans les années à venir, à l</w:t>
      </w:r>
      <w:r w:rsidR="00056C17" w:rsidRPr="00F54F45">
        <w:t>’</w:t>
      </w:r>
      <w:r w:rsidRPr="00F54F45">
        <w:t>horizon 2020</w:t>
      </w:r>
      <w:r w:rsidR="00DA4A31" w:rsidRPr="00F54F45">
        <w:t>-</w:t>
      </w:r>
      <w:r w:rsidRPr="00F54F45">
        <w:t>2021. Le représentant des Pays-Bas a confirmé que des essais de mesure du nombre de particules devaient être effectués en 2021. Il a également souligné l</w:t>
      </w:r>
      <w:r w:rsidR="00056C17" w:rsidRPr="00F54F45">
        <w:t>’</w:t>
      </w:r>
      <w:r w:rsidRPr="00F54F45">
        <w:t>importance de la surveillance des émissions en service dans le contexte des changements technologiques rapides auxquels l</w:t>
      </w:r>
      <w:r w:rsidR="00056C17" w:rsidRPr="00F54F45">
        <w:t>’</w:t>
      </w:r>
      <w:r w:rsidRPr="00F54F45">
        <w:t>industrie automobile est confrontée, avec la numérisation, les mises à jour à distance et les propriétés d</w:t>
      </w:r>
      <w:r w:rsidR="00056C17" w:rsidRPr="00F54F45">
        <w:t>’</w:t>
      </w:r>
      <w:r w:rsidRPr="00F54F45">
        <w:t>auto-apprentissage, qui doivent être envisagées.</w:t>
      </w:r>
    </w:p>
    <w:p w14:paraId="290DCD6F" w14:textId="77777777" w:rsidR="00BB15D6" w:rsidRPr="00F54F45" w:rsidRDefault="00BB15D6" w:rsidP="00DA4A31">
      <w:pPr>
        <w:pStyle w:val="SingleTxtG"/>
      </w:pPr>
      <w:r w:rsidRPr="00F54F45">
        <w:lastRenderedPageBreak/>
        <w:t>13.</w:t>
      </w:r>
      <w:r w:rsidRPr="00F54F45">
        <w:tab/>
        <w:t>Le représentant du CITA a présenté le document GRPE-79-05, qui propose des modifications aux séries 06 et 07 d</w:t>
      </w:r>
      <w:r w:rsidR="00056C17" w:rsidRPr="00F54F45">
        <w:t>’</w:t>
      </w:r>
      <w:r w:rsidRPr="00F54F45">
        <w:t xml:space="preserve">amendements au Règlement ONU </w:t>
      </w:r>
      <w:r w:rsidR="00DA4A31" w:rsidRPr="00F54F45">
        <w:rPr>
          <w:rFonts w:eastAsia="MS Mincho"/>
          <w:szCs w:val="22"/>
        </w:rPr>
        <w:t>n</w:t>
      </w:r>
      <w:r w:rsidR="00DA4A31" w:rsidRPr="00F54F45">
        <w:rPr>
          <w:rFonts w:eastAsia="MS Mincho"/>
          <w:szCs w:val="22"/>
          <w:vertAlign w:val="superscript"/>
        </w:rPr>
        <w:t>o</w:t>
      </w:r>
      <w:r w:rsidR="00DA4A31" w:rsidRPr="00F54F45">
        <w:t> </w:t>
      </w:r>
      <w:r w:rsidRPr="00F54F45">
        <w:t>83. La représentante de la Commission européenne s</w:t>
      </w:r>
      <w:r w:rsidR="00056C17" w:rsidRPr="00F54F45">
        <w:t>’</w:t>
      </w:r>
      <w:r w:rsidRPr="00F54F45">
        <w:t xml:space="preserve">est demandé si le nouveau paragraphe 5.1.9 proposé ne serait pas mieux à sa place dans le Règlement ONU </w:t>
      </w:r>
      <w:r w:rsidR="0026128F" w:rsidRPr="00F54F45">
        <w:rPr>
          <w:rFonts w:eastAsia="MS Mincho"/>
          <w:szCs w:val="22"/>
        </w:rPr>
        <w:t>n</w:t>
      </w:r>
      <w:r w:rsidR="0026128F" w:rsidRPr="00F54F45">
        <w:rPr>
          <w:rFonts w:eastAsia="MS Mincho"/>
          <w:szCs w:val="22"/>
          <w:vertAlign w:val="superscript"/>
        </w:rPr>
        <w:t>o</w:t>
      </w:r>
      <w:r w:rsidR="0026128F" w:rsidRPr="00F54F45">
        <w:t> </w:t>
      </w:r>
      <w:r w:rsidRPr="00F54F45">
        <w:t>49 où la modification non autorisée de la réduction catalytique sélective (RCS) des véhicules utilitaires lourds est présentée de manière beaucoup plus détaillée. Le représentant du CITA a reconnu que le problème de la modification non autorisée de la réduction catalytique sélective (RCS) des véhicules utilitaires se posait effectivement et avait déjà fait l</w:t>
      </w:r>
      <w:r w:rsidR="00056C17" w:rsidRPr="00F54F45">
        <w:t>’</w:t>
      </w:r>
      <w:r w:rsidRPr="00F54F45">
        <w:t xml:space="preserve">objet de plusieurs documents mais a précisé que la modification du Règlement ONU </w:t>
      </w:r>
      <w:r w:rsidR="0026128F" w:rsidRPr="00F54F45">
        <w:rPr>
          <w:rFonts w:eastAsia="MS Mincho"/>
          <w:szCs w:val="22"/>
        </w:rPr>
        <w:t>n</w:t>
      </w:r>
      <w:r w:rsidR="0026128F" w:rsidRPr="00F54F45">
        <w:rPr>
          <w:rFonts w:eastAsia="MS Mincho"/>
          <w:szCs w:val="22"/>
          <w:vertAlign w:val="superscript"/>
        </w:rPr>
        <w:t>o</w:t>
      </w:r>
      <w:r w:rsidR="0026128F" w:rsidRPr="00F54F45">
        <w:t> </w:t>
      </w:r>
      <w:r w:rsidRPr="00F54F45">
        <w:t>83 visait à anticiper les problèmes pour les voitures particulières et les utilitaires légers.</w:t>
      </w:r>
    </w:p>
    <w:p w14:paraId="118EF58B" w14:textId="77777777" w:rsidR="00BB15D6" w:rsidRPr="00F54F45" w:rsidRDefault="00BB15D6" w:rsidP="00DA4A31">
      <w:pPr>
        <w:pStyle w:val="SingleTxtG"/>
      </w:pPr>
      <w:r w:rsidRPr="00F54F45">
        <w:t>14.</w:t>
      </w:r>
      <w:r w:rsidRPr="00F54F45">
        <w:tab/>
        <w:t>Le représentant de l</w:t>
      </w:r>
      <w:r w:rsidR="00056C17" w:rsidRPr="00F54F45">
        <w:t>’</w:t>
      </w:r>
      <w:r w:rsidRPr="00F54F45">
        <w:t>OICA a déclaré que l</w:t>
      </w:r>
      <w:r w:rsidR="00056C17" w:rsidRPr="00F54F45">
        <w:t>’</w:t>
      </w:r>
      <w:r w:rsidRPr="00F54F45">
        <w:t>amendement proposé impliquait que l</w:t>
      </w:r>
      <w:r w:rsidR="00056C17" w:rsidRPr="00F54F45">
        <w:t>’</w:t>
      </w:r>
      <w:r w:rsidRPr="00F54F45">
        <w:t>on apporte des modifications physiques aux véhicules existants pour des contrôles d</w:t>
      </w:r>
      <w:r w:rsidR="00056C17" w:rsidRPr="00F54F45">
        <w:t>’</w:t>
      </w:r>
      <w:r w:rsidRPr="00F54F45">
        <w:t>aptitude à la circulation peu fréquents. Il a ajouté qu</w:t>
      </w:r>
      <w:r w:rsidR="00056C17" w:rsidRPr="00F54F45">
        <w:t>’</w:t>
      </w:r>
      <w:r w:rsidRPr="00F54F45">
        <w:t>une telle proposition ne rendait pas les modifications non autorisées plus difficiles. Il a estimé qu</w:t>
      </w:r>
      <w:r w:rsidR="00056C17" w:rsidRPr="00F54F45">
        <w:t>’</w:t>
      </w:r>
      <w:r w:rsidRPr="00F54F45">
        <w:t>il serait préférable de s</w:t>
      </w:r>
      <w:r w:rsidR="00056C17" w:rsidRPr="00F54F45">
        <w:t>’</w:t>
      </w:r>
      <w:r w:rsidRPr="00F54F45">
        <w:t>attaquer à l</w:t>
      </w:r>
      <w:r w:rsidR="00056C17" w:rsidRPr="00F54F45">
        <w:t>’</w:t>
      </w:r>
      <w:r w:rsidRPr="00F54F45">
        <w:t>offre de dispositifs de falsification, par exemple en s</w:t>
      </w:r>
      <w:r w:rsidR="00056C17" w:rsidRPr="00F54F45">
        <w:t>’</w:t>
      </w:r>
      <w:r w:rsidRPr="00F54F45">
        <w:t>inspirant de l</w:t>
      </w:r>
      <w:r w:rsidR="00056C17" w:rsidRPr="00F54F45">
        <w:t>’</w:t>
      </w:r>
      <w:r w:rsidRPr="00F54F45">
        <w:t>initiative de l</w:t>
      </w:r>
      <w:r w:rsidR="00056C17" w:rsidRPr="00F54F45">
        <w:t>’</w:t>
      </w:r>
      <w:r w:rsidRPr="00F54F45">
        <w:t>Autriche, où la loi interdit la publicité et la vente des dispositifs de falsification. Le représentant de l</w:t>
      </w:r>
      <w:r w:rsidR="00056C17" w:rsidRPr="00F54F45">
        <w:t>’</w:t>
      </w:r>
      <w:r w:rsidRPr="00F54F45">
        <w:t>OICA n</w:t>
      </w:r>
      <w:r w:rsidR="00056C17" w:rsidRPr="00F54F45">
        <w:t>’</w:t>
      </w:r>
      <w:r w:rsidRPr="00F54F45">
        <w:t>a pas appuyé la proposition et a plaidé en faveur d</w:t>
      </w:r>
      <w:r w:rsidR="00056C17" w:rsidRPr="00F54F45">
        <w:t>’</w:t>
      </w:r>
      <w:r w:rsidRPr="00F54F45">
        <w:t>une collaboration plus étroite avec le CITA pour améliorer la situation en ce qui concerne le contrôle périodique et les contrôles routiers. Le représentant du CITA a convenu que la proposition devait être renforcée, et que la version actuelle était une première étape dans cette direction. Il a déclaré que les autorités chargées d</w:t>
      </w:r>
      <w:r w:rsidR="00056C17" w:rsidRPr="00F54F45">
        <w:t>’</w:t>
      </w:r>
      <w:r w:rsidRPr="00F54F45">
        <w:t>effectuer des contrôles d</w:t>
      </w:r>
      <w:r w:rsidR="00056C17" w:rsidRPr="00F54F45">
        <w:t>’</w:t>
      </w:r>
      <w:r w:rsidRPr="00F54F45">
        <w:t>aptitude à la circulation devaient être capables de mesurer les émissions pour détecter les modifications non autorisées, ce qui n</w:t>
      </w:r>
      <w:r w:rsidR="00056C17" w:rsidRPr="00F54F45">
        <w:t>’</w:t>
      </w:r>
      <w:r w:rsidRPr="00F54F45">
        <w:t>était pas souvent le cas à l</w:t>
      </w:r>
      <w:r w:rsidR="00056C17" w:rsidRPr="00F54F45">
        <w:t>’</w:t>
      </w:r>
      <w:r w:rsidRPr="00F54F45">
        <w:t>heure actuelle, en partie à cause du manque d</w:t>
      </w:r>
      <w:r w:rsidR="00056C17" w:rsidRPr="00F54F45">
        <w:t>’</w:t>
      </w:r>
      <w:r w:rsidRPr="00F54F45">
        <w:t>accès aux logiciels et aux signaux des capteurs des véhicules.</w:t>
      </w:r>
    </w:p>
    <w:p w14:paraId="346E7D49" w14:textId="77777777" w:rsidR="00BB15D6" w:rsidRPr="00F54F45" w:rsidRDefault="00BB15D6" w:rsidP="00DA4A31">
      <w:pPr>
        <w:pStyle w:val="SingleTxtG"/>
      </w:pPr>
      <w:r w:rsidRPr="00F54F45">
        <w:t>15.</w:t>
      </w:r>
      <w:r w:rsidRPr="00F54F45">
        <w:tab/>
        <w:t>Le Président a souligné que s</w:t>
      </w:r>
      <w:r w:rsidR="00056C17" w:rsidRPr="00F54F45">
        <w:t>’</w:t>
      </w:r>
      <w:r w:rsidRPr="00F54F45">
        <w:t>attaquer à la question de la modification non autorisée requérait une vaste stratégie portant sur différents aspects, à savoir la conception des véhicules, le contrôle technique périodique, les contrôles routiers, les débouchés commerciaux, etc.</w:t>
      </w:r>
      <w:r w:rsidR="00DB5E20">
        <w:t>,</w:t>
      </w:r>
      <w:r w:rsidRPr="00F54F45">
        <w:t xml:space="preserve"> et a invité le CITA à présenter un document de travail pour la prochaine session du GRPE en janvier 2020, établi en étroite collaboration avec la C</w:t>
      </w:r>
      <w:r w:rsidR="00146A54">
        <w:t>ommission européenne</w:t>
      </w:r>
      <w:r w:rsidRPr="00F54F45">
        <w:t>, l</w:t>
      </w:r>
      <w:r w:rsidR="00056C17" w:rsidRPr="00F54F45">
        <w:t>’</w:t>
      </w:r>
      <w:r w:rsidRPr="00F54F45">
        <w:t>OICA et les autres parties prenantes intéressées.</w:t>
      </w:r>
    </w:p>
    <w:p w14:paraId="0DC91E4F" w14:textId="77777777" w:rsidR="00BB15D6" w:rsidRPr="00F54F45" w:rsidRDefault="00BB15D6" w:rsidP="0026128F">
      <w:pPr>
        <w:pStyle w:val="SingleTxtG"/>
      </w:pPr>
      <w:r w:rsidRPr="00F54F45">
        <w:t>16.</w:t>
      </w:r>
      <w:r w:rsidRPr="00F54F45">
        <w:tab/>
        <w:t>L</w:t>
      </w:r>
      <w:r w:rsidR="00056C17" w:rsidRPr="00F54F45">
        <w:t>’</w:t>
      </w:r>
      <w:r w:rsidRPr="00F54F45">
        <w:t>expert de l</w:t>
      </w:r>
      <w:r w:rsidR="00056C17" w:rsidRPr="00F54F45">
        <w:t>’</w:t>
      </w:r>
      <w:r w:rsidRPr="00F54F45">
        <w:t>OICA a présenté le document GRPE-79-10, qui demande des précisions sur l</w:t>
      </w:r>
      <w:r w:rsidR="00056C17" w:rsidRPr="00F54F45">
        <w:t>’</w:t>
      </w:r>
      <w:r w:rsidRPr="00F54F45">
        <w:t xml:space="preserve">intégration du document ECE/TRANS/WP.29/GRPE/2017/2 au Règlement ONU </w:t>
      </w:r>
      <w:r w:rsidR="00F3581D" w:rsidRPr="00F54F45">
        <w:rPr>
          <w:rFonts w:eastAsia="MS Mincho"/>
          <w:szCs w:val="22"/>
        </w:rPr>
        <w:t>n</w:t>
      </w:r>
      <w:r w:rsidR="00F3581D" w:rsidRPr="00F54F45">
        <w:rPr>
          <w:rFonts w:eastAsia="MS Mincho"/>
          <w:szCs w:val="22"/>
          <w:vertAlign w:val="superscript"/>
        </w:rPr>
        <w:t>o</w:t>
      </w:r>
      <w:r w:rsidR="00F3581D" w:rsidRPr="00F54F45">
        <w:t> </w:t>
      </w:r>
      <w:r w:rsidRPr="00F54F45">
        <w:t>83. La représentante de la Commission européenne a suggéré que le problème soulevé pouvait provenir de la manière dont le document était rédigé. Le Président a accepté la validité de la demande de précisions et a pris acte de la demande d</w:t>
      </w:r>
      <w:r w:rsidR="00056C17" w:rsidRPr="00F54F45">
        <w:t>’</w:t>
      </w:r>
      <w:r w:rsidRPr="00F54F45">
        <w:t>orientation sur l</w:t>
      </w:r>
      <w:r w:rsidR="00056C17" w:rsidRPr="00F54F45">
        <w:t>’</w:t>
      </w:r>
      <w:r w:rsidRPr="00F54F45">
        <w:t>interprétation des dispositions relatives à l</w:t>
      </w:r>
      <w:r w:rsidR="00056C17" w:rsidRPr="00F54F45">
        <w:t>’</w:t>
      </w:r>
      <w:r w:rsidRPr="00F54F45">
        <w:t>intégration en cas de nécessité présentée par le GRPE. Le représentant de la Fédération de Russie, en sa qualité d</w:t>
      </w:r>
      <w:r w:rsidR="00056C17" w:rsidRPr="00F54F45">
        <w:t>’</w:t>
      </w:r>
      <w:r w:rsidRPr="00F54F45">
        <w:t>auteur du document ECE/TRANS/WP.29/GRPE/2017/2, a confirmé que le nouveau texte était un ajout au paragraphe existant et non une substitution. Le Président a indiqué que le paragraphe</w:t>
      </w:r>
      <w:r w:rsidR="0026128F" w:rsidRPr="00F54F45">
        <w:t> </w:t>
      </w:r>
      <w:r w:rsidRPr="00F54F45">
        <w:t>1.1, une fois fusionné avec les compléments 10 et 5 aux séries 06 et 07 d</w:t>
      </w:r>
      <w:r w:rsidR="00056C17" w:rsidRPr="00F54F45">
        <w:t>’</w:t>
      </w:r>
      <w:r w:rsidRPr="00F54F45">
        <w:t xml:space="preserve">amendements au Règlement </w:t>
      </w:r>
      <w:r w:rsidR="00623F81">
        <w:t xml:space="preserve">ONU </w:t>
      </w:r>
      <w:r w:rsidR="00DB5E20" w:rsidRPr="002D76F4">
        <w:rPr>
          <w:rFonts w:eastAsia="MS Mincho"/>
          <w:szCs w:val="22"/>
        </w:rPr>
        <w:t>n</w:t>
      </w:r>
      <w:r w:rsidR="00DB5E20" w:rsidRPr="002D76F4">
        <w:rPr>
          <w:rFonts w:eastAsia="MS Mincho"/>
          <w:szCs w:val="22"/>
          <w:vertAlign w:val="superscript"/>
        </w:rPr>
        <w:t>o</w:t>
      </w:r>
      <w:r w:rsidR="00DB5E20">
        <w:t> </w:t>
      </w:r>
      <w:r w:rsidRPr="00F54F45">
        <w:t>83, devait se lire comme suit</w:t>
      </w:r>
      <w:r w:rsidR="0026128F" w:rsidRPr="00F54F45">
        <w:t> </w:t>
      </w:r>
      <w:r w:rsidRPr="00F54F45">
        <w:t>:</w:t>
      </w:r>
    </w:p>
    <w:p w14:paraId="779C666E" w14:textId="77777777" w:rsidR="00BB15D6" w:rsidRPr="00F54F45" w:rsidRDefault="00BB15D6" w:rsidP="00BB15D6">
      <w:pPr>
        <w:pStyle w:val="SingleTxtG"/>
        <w:spacing w:line="240" w:lineRule="auto"/>
        <w:ind w:left="1800" w:hanging="720"/>
      </w:pPr>
      <w:r w:rsidRPr="00F54F45">
        <w:t>« 1.1</w:t>
      </w:r>
      <w:r w:rsidRPr="00F54F45">
        <w:tab/>
        <w:t>Le présent Règlement s</w:t>
      </w:r>
      <w:r w:rsidR="00056C17" w:rsidRPr="00F54F45">
        <w:t>’</w:t>
      </w:r>
      <w:r w:rsidRPr="00F54F45">
        <w:t>applique aux véhicules des catégories M</w:t>
      </w:r>
      <w:r w:rsidRPr="00F54F45">
        <w:rPr>
          <w:vertAlign w:val="subscript"/>
        </w:rPr>
        <w:t>1</w:t>
      </w:r>
      <w:r w:rsidRPr="00F54F45">
        <w:t>, M</w:t>
      </w:r>
      <w:r w:rsidRPr="00F54F45">
        <w:rPr>
          <w:vertAlign w:val="subscript"/>
        </w:rPr>
        <w:t>2</w:t>
      </w:r>
      <w:r w:rsidRPr="00F54F45">
        <w:t>, N</w:t>
      </w:r>
      <w:r w:rsidRPr="00F54F45">
        <w:rPr>
          <w:vertAlign w:val="subscript"/>
        </w:rPr>
        <w:t>1</w:t>
      </w:r>
      <w:r w:rsidRPr="00F54F45">
        <w:t xml:space="preserve"> et N</w:t>
      </w:r>
      <w:r w:rsidRPr="00F54F45">
        <w:rPr>
          <w:vertAlign w:val="subscript"/>
        </w:rPr>
        <w:t>2</w:t>
      </w:r>
      <w:r w:rsidRPr="00F54F45">
        <w:t xml:space="preserve"> dont la masse de référence ne dépasse pas 2</w:t>
      </w:r>
      <w:r w:rsidR="0026128F" w:rsidRPr="00F54F45">
        <w:t> </w:t>
      </w:r>
      <w:r w:rsidRPr="00F54F45">
        <w:t>610</w:t>
      </w:r>
      <w:r w:rsidR="0026128F" w:rsidRPr="00F54F45">
        <w:t> </w:t>
      </w:r>
      <w:r w:rsidRPr="00F54F45">
        <w:t>kg.</w:t>
      </w:r>
    </w:p>
    <w:p w14:paraId="461290D5" w14:textId="77777777" w:rsidR="00BB15D6" w:rsidRPr="00F54F45" w:rsidRDefault="00BB15D6" w:rsidP="00BB15D6">
      <w:pPr>
        <w:pStyle w:val="SingleTxtG"/>
        <w:spacing w:line="240" w:lineRule="auto"/>
        <w:ind w:left="1800"/>
      </w:pPr>
      <w:r w:rsidRPr="00F54F45">
        <w:t>À la demande du constructeur, l</w:t>
      </w:r>
      <w:r w:rsidR="00056C17" w:rsidRPr="00F54F45">
        <w:t>’</w:t>
      </w:r>
      <w:r w:rsidRPr="00F54F45">
        <w:t xml:space="preserve">homologation de type accordée en application du présent </w:t>
      </w:r>
      <w:r w:rsidR="00DB5E20">
        <w:t>R</w:t>
      </w:r>
      <w:r w:rsidRPr="00F54F45">
        <w:t>èglement peut être étendue des véhicules désignés ci-dessus aux véhicules des catégories M</w:t>
      </w:r>
      <w:r w:rsidRPr="00F54F45">
        <w:rPr>
          <w:vertAlign w:val="subscript"/>
        </w:rPr>
        <w:t>1</w:t>
      </w:r>
      <w:r w:rsidRPr="00F54F45">
        <w:t>, M</w:t>
      </w:r>
      <w:r w:rsidRPr="00F54F45">
        <w:rPr>
          <w:vertAlign w:val="subscript"/>
        </w:rPr>
        <w:t>2</w:t>
      </w:r>
      <w:r w:rsidRPr="00F54F45">
        <w:t>, N</w:t>
      </w:r>
      <w:r w:rsidRPr="00F54F45">
        <w:rPr>
          <w:vertAlign w:val="subscript"/>
        </w:rPr>
        <w:t>1</w:t>
      </w:r>
      <w:r w:rsidRPr="00F54F45">
        <w:t xml:space="preserve"> et N</w:t>
      </w:r>
      <w:r w:rsidRPr="00F54F45">
        <w:rPr>
          <w:vertAlign w:val="subscript"/>
        </w:rPr>
        <w:t>2</w:t>
      </w:r>
      <w:r w:rsidRPr="00F54F45">
        <w:t xml:space="preserve"> dont la masse de référence ne dépasse pas 2</w:t>
      </w:r>
      <w:r w:rsidR="0026128F" w:rsidRPr="00F54F45">
        <w:t> </w:t>
      </w:r>
      <w:r w:rsidRPr="00F54F45">
        <w:t>840</w:t>
      </w:r>
      <w:r w:rsidR="0026128F" w:rsidRPr="00F54F45">
        <w:t> </w:t>
      </w:r>
      <w:r w:rsidRPr="00F54F45">
        <w:t>kg et qui satisfont aux conditions fixées dans le présent Règlement.</w:t>
      </w:r>
    </w:p>
    <w:p w14:paraId="514B136B" w14:textId="77777777" w:rsidR="00BB15D6" w:rsidRPr="00F54F45" w:rsidRDefault="00BB15D6" w:rsidP="00BB15D6">
      <w:pPr>
        <w:pStyle w:val="SingleTxtG"/>
        <w:spacing w:line="240" w:lineRule="auto"/>
        <w:ind w:left="1800"/>
      </w:pPr>
      <w:r w:rsidRPr="00F54F45">
        <w:t>À la demande du constructeur, l</w:t>
      </w:r>
      <w:r w:rsidR="00056C17" w:rsidRPr="00F54F45">
        <w:t>’</w:t>
      </w:r>
      <w:r w:rsidRPr="00F54F45">
        <w:t>homologation de type accordée en vertu du présent Règlement peut être étendue des véhicules désignés ci-dessus aux véhicules spécialisés des catégories M</w:t>
      </w:r>
      <w:r w:rsidRPr="00F54F45">
        <w:rPr>
          <w:vertAlign w:val="subscript"/>
        </w:rPr>
        <w:t>1</w:t>
      </w:r>
      <w:r w:rsidRPr="00F54F45">
        <w:t>, M</w:t>
      </w:r>
      <w:r w:rsidRPr="00F54F45">
        <w:rPr>
          <w:vertAlign w:val="subscript"/>
        </w:rPr>
        <w:t>2</w:t>
      </w:r>
      <w:r w:rsidRPr="00F54F45">
        <w:t>, N</w:t>
      </w:r>
      <w:r w:rsidRPr="00F54F45">
        <w:rPr>
          <w:vertAlign w:val="subscript"/>
        </w:rPr>
        <w:t>1</w:t>
      </w:r>
      <w:r w:rsidRPr="00F54F45">
        <w:t xml:space="preserve"> et N</w:t>
      </w:r>
      <w:r w:rsidRPr="00F54F45">
        <w:rPr>
          <w:vertAlign w:val="subscript"/>
        </w:rPr>
        <w:t>2</w:t>
      </w:r>
      <w:r w:rsidRPr="00F54F45">
        <w:t xml:space="preserve"> quelle que soit leur masse de référence. Le constructeur doit démontrer à l</w:t>
      </w:r>
      <w:r w:rsidR="00056C17" w:rsidRPr="00F54F45">
        <w:t>’</w:t>
      </w:r>
      <w:r w:rsidRPr="00F54F45">
        <w:t>autorité qui a délivré l</w:t>
      </w:r>
      <w:r w:rsidR="00056C17" w:rsidRPr="00F54F45">
        <w:t>’</w:t>
      </w:r>
      <w:r w:rsidRPr="00F54F45">
        <w:t>homologation de type que le véhicule en question est un véhicule spécialisé. »</w:t>
      </w:r>
      <w:r w:rsidR="0078134F" w:rsidRPr="00F54F45">
        <w:t>.</w:t>
      </w:r>
    </w:p>
    <w:p w14:paraId="4834DA1F" w14:textId="77777777" w:rsidR="00BB15D6" w:rsidRPr="00F54F45" w:rsidRDefault="00BB15D6" w:rsidP="0078134F">
      <w:pPr>
        <w:pStyle w:val="SingleTxtG"/>
      </w:pPr>
      <w:r w:rsidRPr="00F54F45">
        <w:t>17.</w:t>
      </w:r>
      <w:r w:rsidRPr="00F54F45">
        <w:tab/>
        <w:t>L</w:t>
      </w:r>
      <w:r w:rsidR="00056C17" w:rsidRPr="00F54F45">
        <w:t>’</w:t>
      </w:r>
      <w:r w:rsidRPr="00F54F45">
        <w:t>expert de l</w:t>
      </w:r>
      <w:r w:rsidR="00056C17" w:rsidRPr="00F54F45">
        <w:t>’</w:t>
      </w:r>
      <w:r w:rsidRPr="00F54F45">
        <w:t>OICA a informé le GRPE de l</w:t>
      </w:r>
      <w:r w:rsidR="00056C17" w:rsidRPr="00F54F45">
        <w:t>’</w:t>
      </w:r>
      <w:r w:rsidRPr="00F54F45">
        <w:t>état d</w:t>
      </w:r>
      <w:r w:rsidR="00056C17" w:rsidRPr="00F54F45">
        <w:t>’</w:t>
      </w:r>
      <w:r w:rsidRPr="00F54F45">
        <w:t xml:space="preserve">avancement des travaux visant à proposer un amendement au Règlement ONU </w:t>
      </w:r>
      <w:r w:rsidR="0078134F" w:rsidRPr="00F54F45">
        <w:rPr>
          <w:rFonts w:eastAsia="MS Mincho"/>
          <w:szCs w:val="22"/>
        </w:rPr>
        <w:t>n</w:t>
      </w:r>
      <w:r w:rsidR="0078134F" w:rsidRPr="00F54F45">
        <w:rPr>
          <w:rFonts w:eastAsia="MS Mincho"/>
          <w:szCs w:val="22"/>
          <w:vertAlign w:val="superscript"/>
        </w:rPr>
        <w:t>o</w:t>
      </w:r>
      <w:r w:rsidR="0078134F" w:rsidRPr="00F54F45">
        <w:t> </w:t>
      </w:r>
      <w:r w:rsidRPr="00F54F45">
        <w:t>101 (GRPE-79-11) pour accepter les essais actuellement effectués dans l</w:t>
      </w:r>
      <w:r w:rsidR="00056C17" w:rsidRPr="00F54F45">
        <w:t>’</w:t>
      </w:r>
      <w:r w:rsidRPr="00F54F45">
        <w:t>Union européenne, afin d</w:t>
      </w:r>
      <w:r w:rsidR="00056C17" w:rsidRPr="00F54F45">
        <w:t>’</w:t>
      </w:r>
      <w:r w:rsidRPr="00F54F45">
        <w:t>établir un lien entre le nouveau cycle d</w:t>
      </w:r>
      <w:r w:rsidR="00056C17" w:rsidRPr="00F54F45">
        <w:t>’</w:t>
      </w:r>
      <w:r w:rsidRPr="00F54F45">
        <w:t>essai européen (NCEE) et la Procédure d</w:t>
      </w:r>
      <w:r w:rsidR="00056C17" w:rsidRPr="00F54F45">
        <w:t>’</w:t>
      </w:r>
      <w:r w:rsidRPr="00F54F45">
        <w:t xml:space="preserve">essai mondiale harmonisée en ce </w:t>
      </w:r>
      <w:r w:rsidRPr="00F54F45">
        <w:lastRenderedPageBreak/>
        <w:t>qui concerne les émissions des voitures particulières et des véhicules utilitaires légers en dehors de l</w:t>
      </w:r>
      <w:r w:rsidR="00056C17" w:rsidRPr="00F54F45">
        <w:t>’</w:t>
      </w:r>
      <w:r w:rsidRPr="00F54F45">
        <w:t>Union européenne lorsqu</w:t>
      </w:r>
      <w:r w:rsidR="00056C17" w:rsidRPr="00F54F45">
        <w:t>’</w:t>
      </w:r>
      <w:r w:rsidRPr="00F54F45">
        <w:t>un tel lien n</w:t>
      </w:r>
      <w:r w:rsidR="00056C17" w:rsidRPr="00F54F45">
        <w:t>’</w:t>
      </w:r>
      <w:r w:rsidRPr="00F54F45">
        <w:t>existe pas. Le représentant de l</w:t>
      </w:r>
      <w:r w:rsidR="00056C17" w:rsidRPr="00F54F45">
        <w:t>’</w:t>
      </w:r>
      <w:r w:rsidRPr="00F54F45">
        <w:t>Australie a décrit la mesure prise dans son pays pour accepter les homologations fondées sur la WLTP et continuer d</w:t>
      </w:r>
      <w:r w:rsidR="00056C17" w:rsidRPr="00F54F45">
        <w:t>’</w:t>
      </w:r>
      <w:r w:rsidRPr="00F54F45">
        <w:t>utiliser les valeurs fondées sur le NCEE à des fins fiscales et d</w:t>
      </w:r>
      <w:r w:rsidR="00056C17" w:rsidRPr="00F54F45">
        <w:t>’</w:t>
      </w:r>
      <w:r w:rsidRPr="00F54F45">
        <w:t xml:space="preserve">étiquetage. </w:t>
      </w:r>
    </w:p>
    <w:p w14:paraId="2EA0A078" w14:textId="77777777" w:rsidR="00BB15D6" w:rsidRPr="00F54F45" w:rsidRDefault="00BB15D6" w:rsidP="0078134F">
      <w:pPr>
        <w:pStyle w:val="SingleTxtG"/>
      </w:pPr>
      <w:r w:rsidRPr="00F54F45">
        <w:t>18.</w:t>
      </w:r>
      <w:r w:rsidRPr="00F54F45">
        <w:tab/>
        <w:t>L</w:t>
      </w:r>
      <w:r w:rsidR="00056C17" w:rsidRPr="00F54F45">
        <w:t>’</w:t>
      </w:r>
      <w:r w:rsidRPr="00F54F45">
        <w:t>expert de l</w:t>
      </w:r>
      <w:r w:rsidR="00056C17" w:rsidRPr="00F54F45">
        <w:t>’</w:t>
      </w:r>
      <w:r w:rsidRPr="00F54F45">
        <w:t>OICA a présenté les documents GRPE-79-15, GRPE-79-16 et GRPE</w:t>
      </w:r>
      <w:r w:rsidR="0078134F" w:rsidRPr="00F54F45">
        <w:noBreakHyphen/>
      </w:r>
      <w:r w:rsidRPr="00F54F45">
        <w:t>79-17, qui proposent des modifications à la série 07 d</w:t>
      </w:r>
      <w:r w:rsidR="00056C17" w:rsidRPr="00F54F45">
        <w:t>’</w:t>
      </w:r>
      <w:r w:rsidRPr="00F54F45">
        <w:t xml:space="preserve">amendements au Règlement ONU </w:t>
      </w:r>
      <w:r w:rsidR="00DB5E20" w:rsidRPr="002D76F4">
        <w:rPr>
          <w:rFonts w:eastAsia="MS Mincho"/>
          <w:szCs w:val="22"/>
        </w:rPr>
        <w:t>n</w:t>
      </w:r>
      <w:r w:rsidR="00DB5E20" w:rsidRPr="002D76F4">
        <w:rPr>
          <w:rFonts w:eastAsia="MS Mincho"/>
          <w:szCs w:val="22"/>
          <w:vertAlign w:val="superscript"/>
        </w:rPr>
        <w:t>o</w:t>
      </w:r>
      <w:r w:rsidR="00DB5E20">
        <w:t> </w:t>
      </w:r>
      <w:r w:rsidRPr="00F54F45">
        <w:t>83 sur les systèmes d</w:t>
      </w:r>
      <w:r w:rsidR="00056C17" w:rsidRPr="00F54F45">
        <w:t>’</w:t>
      </w:r>
      <w:r w:rsidRPr="00F54F45">
        <w:t>autodiagnostic. Les représentants des Pays-Bas, de la France et de la Comm</w:t>
      </w:r>
      <w:r w:rsidR="00AB51CC">
        <w:t>ission</w:t>
      </w:r>
      <w:r w:rsidRPr="00F54F45">
        <w:t xml:space="preserve"> européenne ont demandé plus de temps pour analyser les propositions et consulter en interne les experts compétents sur ces questions. La représentante de la Comm</w:t>
      </w:r>
      <w:r w:rsidR="00AB51CC">
        <w:t>ission</w:t>
      </w:r>
      <w:r w:rsidRPr="00F54F45">
        <w:t xml:space="preserve"> européenne a réclamé une évaluation plus approfondie et des précisions supplémentaires sur les besoins et les prescriptions pour modifier le texte du Règlement. Le Président a reconnu que, dans la plupart des cas, aucun expert des systèmes d</w:t>
      </w:r>
      <w:r w:rsidR="00056C17" w:rsidRPr="00F54F45">
        <w:t>’</w:t>
      </w:r>
      <w:r w:rsidRPr="00F54F45">
        <w:t>autodiagnostic des Parties contractantes ne participait aux réunions et a proposé que l</w:t>
      </w:r>
      <w:r w:rsidR="00056C17" w:rsidRPr="00F54F45">
        <w:t>’</w:t>
      </w:r>
      <w:r w:rsidRPr="00F54F45">
        <w:t>OICA poursuive l</w:t>
      </w:r>
      <w:r w:rsidR="00056C17" w:rsidRPr="00F54F45">
        <w:t>’</w:t>
      </w:r>
      <w:r w:rsidRPr="00F54F45">
        <w:t>élaboration des propositions et les présente comme documents de travail pour la prochaine session du GRPE en janvier 2020.</w:t>
      </w:r>
    </w:p>
    <w:p w14:paraId="6338E0D3" w14:textId="77777777" w:rsidR="00BB15D6" w:rsidRPr="00F54F45" w:rsidRDefault="0078134F" w:rsidP="0078134F">
      <w:pPr>
        <w:pStyle w:val="H1G"/>
      </w:pPr>
      <w:r w:rsidRPr="00F54F45">
        <w:tab/>
      </w:r>
      <w:r w:rsidR="00BB15D6" w:rsidRPr="00F54F45">
        <w:t>B.</w:t>
      </w:r>
      <w:r w:rsidR="00BB15D6" w:rsidRPr="00F54F45">
        <w:tab/>
        <w:t xml:space="preserve">Règlements techniques mondiaux ONU </w:t>
      </w:r>
      <w:r w:rsidRPr="00F54F45">
        <w:rPr>
          <w:rFonts w:eastAsia="MS Mincho"/>
          <w:szCs w:val="22"/>
        </w:rPr>
        <w:t>n</w:t>
      </w:r>
      <w:r w:rsidRPr="00F54F45">
        <w:rPr>
          <w:rFonts w:eastAsia="MS Mincho"/>
          <w:szCs w:val="22"/>
          <w:vertAlign w:val="superscript"/>
        </w:rPr>
        <w:t>os</w:t>
      </w:r>
      <w:r w:rsidRPr="00F54F45">
        <w:t> </w:t>
      </w:r>
      <w:r w:rsidR="00BB15D6" w:rsidRPr="00F54F45">
        <w:t>15 (Procédure d</w:t>
      </w:r>
      <w:r w:rsidR="00056C17" w:rsidRPr="00F54F45">
        <w:t>’</w:t>
      </w:r>
      <w:r w:rsidR="00BB15D6" w:rsidRPr="00F54F45">
        <w:t>essai mondiale harmonisée en ce qui concerne les émissions des voitures particulières et véhicules utilitaires légers (WLTP)) et 19 (Procédures de mesure des émissions par évaporation dans le cadre de la procédure d</w:t>
      </w:r>
      <w:r w:rsidR="00056C17" w:rsidRPr="00F54F45">
        <w:t>’</w:t>
      </w:r>
      <w:r w:rsidR="00BB15D6" w:rsidRPr="00F54F45">
        <w:t xml:space="preserve">essai mondiale harmonisée pour les voitures particulières </w:t>
      </w:r>
      <w:r w:rsidRPr="00F54F45">
        <w:br/>
      </w:r>
      <w:r w:rsidR="00BB15D6" w:rsidRPr="00F54F45">
        <w:t>et les véhicules utilitaires légers (WLTP EVAP))</w:t>
      </w:r>
    </w:p>
    <w:p w14:paraId="1815F890" w14:textId="77777777" w:rsidR="00BB15D6" w:rsidRPr="00F54F45" w:rsidRDefault="00BB15D6" w:rsidP="002F5341">
      <w:pPr>
        <w:pStyle w:val="SingleTxtG"/>
        <w:ind w:left="2552" w:hanging="1418"/>
        <w:jc w:val="left"/>
      </w:pPr>
      <w:r w:rsidRPr="00F54F45">
        <w:rPr>
          <w:i/>
          <w:iCs/>
        </w:rPr>
        <w:t>Document</w:t>
      </w:r>
      <w:r w:rsidR="006007DF" w:rsidRPr="00F54F45">
        <w:rPr>
          <w:i/>
          <w:iCs/>
        </w:rPr>
        <w:t>(</w:t>
      </w:r>
      <w:r w:rsidRPr="00F54F45">
        <w:rPr>
          <w:i/>
          <w:iCs/>
        </w:rPr>
        <w:t>s</w:t>
      </w:r>
      <w:r w:rsidR="006007DF" w:rsidRPr="00F54F45">
        <w:rPr>
          <w:i/>
          <w:iCs/>
        </w:rPr>
        <w:t>)</w:t>
      </w:r>
      <w:r w:rsidR="00AB51CC">
        <w:rPr>
          <w:i/>
          <w:iCs/>
        </w:rPr>
        <w:t> </w:t>
      </w:r>
      <w:r w:rsidRPr="00AB51CC">
        <w:rPr>
          <w:iCs/>
        </w:rPr>
        <w:t>:</w:t>
      </w:r>
      <w:r w:rsidRPr="00F54F45">
        <w:tab/>
        <w:t>ECE/TRANS/WP.29/2019/66, ECE/TRANS/WP.29/2019/67, ECE/TRANS/WP.29/2019/68, ECE/TRANS/WP.29/2019/69</w:t>
      </w:r>
      <w:r w:rsidR="0085109C" w:rsidRPr="00F54F45">
        <w:t>,</w:t>
      </w:r>
      <w:r w:rsidRPr="00F54F45">
        <w:t xml:space="preserve"> ECE/TRANS/WP.29/2019/70</w:t>
      </w:r>
      <w:r w:rsidR="0085109C" w:rsidRPr="00F54F45">
        <w:t> ;</w:t>
      </w:r>
      <w:r w:rsidR="00697852" w:rsidRPr="00F54F45">
        <w:t xml:space="preserve"> </w:t>
      </w:r>
      <w:r w:rsidRPr="00F54F45">
        <w:t>GRPE-79-08-Rev.1</w:t>
      </w:r>
      <w:r w:rsidR="00B37FE4" w:rsidRPr="00F54F45">
        <w:t xml:space="preserve"> </w:t>
      </w:r>
      <w:r w:rsidRPr="00F54F45">
        <w:t>et GRPE-79-19</w:t>
      </w:r>
      <w:r w:rsidR="004D7C91" w:rsidRPr="00F54F45">
        <w:t>.</w:t>
      </w:r>
    </w:p>
    <w:p w14:paraId="1DED7419" w14:textId="77777777" w:rsidR="00BB15D6" w:rsidRPr="00F54F45" w:rsidRDefault="00BB15D6" w:rsidP="004D7C91">
      <w:pPr>
        <w:pStyle w:val="SingleTxtG"/>
      </w:pPr>
      <w:r w:rsidRPr="00F54F45">
        <w:t>19.</w:t>
      </w:r>
      <w:r w:rsidRPr="00F54F45">
        <w:tab/>
        <w:t>Le Président du groupe de travail informel de la procédure d</w:t>
      </w:r>
      <w:r w:rsidR="00056C17" w:rsidRPr="00F54F45">
        <w:t>’</w:t>
      </w:r>
      <w:r w:rsidRPr="00F54F45">
        <w:t>essai mondiale harmonisée pour les voitures particulières et véhicules utilitaires légers (WLTP) a présenté le document GRPE-79-08-Rev.1, qui donne au GRPE des informations actualisées sur les dernières activités de son groupe. Il a rappelé au GRPE que le mandat actuel dudit groupe s</w:t>
      </w:r>
      <w:r w:rsidR="00056C17" w:rsidRPr="00F54F45">
        <w:t>’</w:t>
      </w:r>
      <w:r w:rsidRPr="00F54F45">
        <w:t>achevait en décembre 2019 et a demandé une prorogation de ses activités jusqu</w:t>
      </w:r>
      <w:r w:rsidR="00056C17" w:rsidRPr="00F54F45">
        <w:t>’</w:t>
      </w:r>
      <w:r w:rsidRPr="00F54F45">
        <w:t>en juin 2020. Le représentant du Canada s</w:t>
      </w:r>
      <w:r w:rsidR="00056C17" w:rsidRPr="00F54F45">
        <w:t>’</w:t>
      </w:r>
      <w:r w:rsidRPr="00F54F45">
        <w:t>est enquis des plans du groupe de travail informel WLTP après juin 2020. Le Président du groupe de travail informel a répondu que l</w:t>
      </w:r>
      <w:r w:rsidR="00056C17" w:rsidRPr="00F54F45">
        <w:t>’</w:t>
      </w:r>
      <w:r w:rsidRPr="00F54F45">
        <w:t>avenir dépendra du contenu du programme de travail qu</w:t>
      </w:r>
      <w:r w:rsidR="00056C17" w:rsidRPr="00F54F45">
        <w:t>’</w:t>
      </w:r>
      <w:r w:rsidRPr="00F54F45">
        <w:t>il faudra définir à ce moment-là. Le Président du GRPE a souligné qu</w:t>
      </w:r>
      <w:r w:rsidR="00056C17" w:rsidRPr="00F54F45">
        <w:t>’</w:t>
      </w:r>
      <w:r w:rsidRPr="00F54F45">
        <w:t>il serait important d</w:t>
      </w:r>
      <w:r w:rsidR="00056C17" w:rsidRPr="00F54F45">
        <w:t>’</w:t>
      </w:r>
      <w:r w:rsidRPr="00F54F45">
        <w:t>organiser un débat avec tous les autres groupes de travail informel. Le Groupe de travail a pris note de la demande de mise à disposition d</w:t>
      </w:r>
      <w:r w:rsidR="00056C17" w:rsidRPr="00F54F45">
        <w:t>’</w:t>
      </w:r>
      <w:r w:rsidRPr="00F54F45">
        <w:t>une salle de réunion pendant une journée et demie au cours de sa semaine de réunion en janvier 2020.</w:t>
      </w:r>
    </w:p>
    <w:p w14:paraId="398B9702" w14:textId="77777777" w:rsidR="00BB15D6" w:rsidRPr="00F54F45" w:rsidRDefault="00BB15D6" w:rsidP="004D7C91">
      <w:pPr>
        <w:pStyle w:val="SingleTxtG"/>
      </w:pPr>
      <w:r w:rsidRPr="00F54F45">
        <w:t>20.</w:t>
      </w:r>
      <w:r w:rsidRPr="00F54F45">
        <w:tab/>
        <w:t>La représentante de la Commission européenne a indiqué que le point relatif à la résistance à l</w:t>
      </w:r>
      <w:r w:rsidR="00056C17" w:rsidRPr="00F54F45">
        <w:t>’</w:t>
      </w:r>
      <w:r w:rsidRPr="00F54F45">
        <w:t>avancement traité dans le rapport de situation avait été examiné à la demande de certaines Parties contractantes, mais qu</w:t>
      </w:r>
      <w:r w:rsidR="00056C17" w:rsidRPr="00F54F45">
        <w:t>’</w:t>
      </w:r>
      <w:r w:rsidRPr="00F54F45">
        <w:t>il n</w:t>
      </w:r>
      <w:r w:rsidR="00056C17" w:rsidRPr="00F54F45">
        <w:t>’</w:t>
      </w:r>
      <w:r w:rsidRPr="00F54F45">
        <w:t>avait finalement pas été considéré comme prioritaire. Elle a approuvé la prorogation de six mois du mandat du groupe de travail informel WLTP et a demandé que les points portant sur le long terme soient examinés conjointement avec les priorités de travail plus générales du GRPE (présentées aux paragraphes</w:t>
      </w:r>
      <w:r w:rsidR="004D7C91" w:rsidRPr="00F54F45">
        <w:t> </w:t>
      </w:r>
      <w:r w:rsidRPr="00F54F45">
        <w:t>6 à 10). Le représentant de la Suisse a également approuvé la prorogation de six mois ainsi qu</w:t>
      </w:r>
      <w:r w:rsidR="00056C17" w:rsidRPr="00F54F45">
        <w:t>’</w:t>
      </w:r>
      <w:r w:rsidRPr="00F54F45">
        <w:t>un plus grand alignement sur les priorités du GRPE.</w:t>
      </w:r>
    </w:p>
    <w:p w14:paraId="3B2CFCD9" w14:textId="77777777" w:rsidR="00BB15D6" w:rsidRPr="00F54F45" w:rsidRDefault="00BB15D6" w:rsidP="004D7C91">
      <w:pPr>
        <w:pStyle w:val="SingleTxtG"/>
      </w:pPr>
      <w:r w:rsidRPr="00F54F45">
        <w:t>21.</w:t>
      </w:r>
      <w:r w:rsidRPr="00F54F45">
        <w:tab/>
        <w:t>Le GRPE a décidé de proroger les travaux du groupe de travail informel WLTP jusqu</w:t>
      </w:r>
      <w:r w:rsidR="00056C17" w:rsidRPr="00F54F45">
        <w:t>’</w:t>
      </w:r>
      <w:r w:rsidRPr="00F54F45">
        <w:t>en juin 2020, comme indiqué à l</w:t>
      </w:r>
      <w:r w:rsidR="00056C17" w:rsidRPr="00F54F45">
        <w:t>’</w:t>
      </w:r>
      <w:r w:rsidRPr="00F54F45">
        <w:t>annexe III.</w:t>
      </w:r>
    </w:p>
    <w:p w14:paraId="47ECD17F" w14:textId="77777777" w:rsidR="00BB15D6" w:rsidRPr="00F54F45" w:rsidRDefault="00BB15D6" w:rsidP="0085109C">
      <w:pPr>
        <w:pStyle w:val="SingleTxtG"/>
      </w:pPr>
      <w:bookmarkStart w:id="8" w:name="_Hlk19778407"/>
      <w:r w:rsidRPr="00F54F45">
        <w:t>22.</w:t>
      </w:r>
      <w:r w:rsidRPr="00F54F45">
        <w:tab/>
        <w:t xml:space="preserve">La représentante de la Commission </w:t>
      </w:r>
      <w:r w:rsidR="00AB51CC">
        <w:t>e</w:t>
      </w:r>
      <w:r w:rsidRPr="00F54F45">
        <w:t>uropéenne a présenté le document GRPE</w:t>
      </w:r>
      <w:r w:rsidR="004D7C91" w:rsidRPr="00F54F45">
        <w:noBreakHyphen/>
      </w:r>
      <w:r w:rsidRPr="00F54F45">
        <w:t>79</w:t>
      </w:r>
      <w:r w:rsidR="004D7C91" w:rsidRPr="00F54F45">
        <w:noBreakHyphen/>
      </w:r>
      <w:r w:rsidRPr="00F54F45">
        <w:t>19, portant sur les dernières activités de l</w:t>
      </w:r>
      <w:r w:rsidR="00056C17" w:rsidRPr="00F54F45">
        <w:t>’</w:t>
      </w:r>
      <w:r w:rsidRPr="00F54F45">
        <w:t xml:space="preserve">équipe spéciale sur la transposition visant à élaborer un Règlement ONU reprenant les dispositions des Règlements techniques mondiaux ONU </w:t>
      </w:r>
      <w:r w:rsidR="004D7C91" w:rsidRPr="00F54F45">
        <w:rPr>
          <w:rFonts w:eastAsia="MS Mincho"/>
          <w:szCs w:val="22"/>
        </w:rPr>
        <w:t>n</w:t>
      </w:r>
      <w:r w:rsidR="004D7C91" w:rsidRPr="00F54F45">
        <w:rPr>
          <w:rFonts w:eastAsia="MS Mincho"/>
          <w:szCs w:val="22"/>
          <w:vertAlign w:val="superscript"/>
        </w:rPr>
        <w:t>os</w:t>
      </w:r>
      <w:r w:rsidR="004D7C91" w:rsidRPr="00F54F45">
        <w:t> </w:t>
      </w:r>
      <w:r w:rsidRPr="00F54F45">
        <w:t>15 et 19. Le représentant de l</w:t>
      </w:r>
      <w:r w:rsidR="00056C17" w:rsidRPr="00F54F45">
        <w:t>’</w:t>
      </w:r>
      <w:r w:rsidRPr="00F54F45">
        <w:t>OICA a demandé s</w:t>
      </w:r>
      <w:r w:rsidR="00056C17" w:rsidRPr="00F54F45">
        <w:t>’</w:t>
      </w:r>
      <w:r w:rsidRPr="00F54F45">
        <w:t>il était possible d</w:t>
      </w:r>
      <w:r w:rsidR="00056C17" w:rsidRPr="00F54F45">
        <w:t>’</w:t>
      </w:r>
      <w:r w:rsidRPr="00F54F45">
        <w:t>inclure des dispositions spécifiques afin que les Parties contractantes n</w:t>
      </w:r>
      <w:r w:rsidR="00056C17" w:rsidRPr="00F54F45">
        <w:t>’</w:t>
      </w:r>
      <w:r w:rsidRPr="00F54F45">
        <w:t>ayant besoin que d</w:t>
      </w:r>
      <w:r w:rsidR="00056C17" w:rsidRPr="00F54F45">
        <w:t>’</w:t>
      </w:r>
      <w:r w:rsidRPr="00F54F45">
        <w:t>une application nationale pour un pays donné n</w:t>
      </w:r>
      <w:r w:rsidR="00056C17" w:rsidRPr="00F54F45">
        <w:t>’</w:t>
      </w:r>
      <w:r w:rsidRPr="00F54F45">
        <w:t>aient pas à attendre l</w:t>
      </w:r>
      <w:r w:rsidR="00056C17" w:rsidRPr="00F54F45">
        <w:t>’</w:t>
      </w:r>
      <w:r w:rsidRPr="00F54F45">
        <w:t xml:space="preserve">entrée en </w:t>
      </w:r>
      <w:bookmarkEnd w:id="8"/>
      <w:r w:rsidRPr="00F54F45">
        <w:t xml:space="preserve">vigueur du </w:t>
      </w:r>
      <w:r w:rsidRPr="00F54F45">
        <w:lastRenderedPageBreak/>
        <w:t>niveau</w:t>
      </w:r>
      <w:r w:rsidR="004E6BD4">
        <w:t> </w:t>
      </w:r>
      <w:r w:rsidRPr="00F54F45">
        <w:t>1 le plus strict, soumis à la reconnaissance mutuelle, pour bénéficier pleinement de la dernière version du texte légal. Actuellement, une période supplémentaire de six mois est prévue de sorte que la reconnaissance mutuelle ne s</w:t>
      </w:r>
      <w:r w:rsidR="00056C17" w:rsidRPr="00F54F45">
        <w:t>’</w:t>
      </w:r>
      <w:r w:rsidRPr="00F54F45">
        <w:t>applique pas au niveau régional. Le représentant de l</w:t>
      </w:r>
      <w:r w:rsidR="00056C17" w:rsidRPr="00F54F45">
        <w:t>’</w:t>
      </w:r>
      <w:r w:rsidRPr="00F54F45">
        <w:t>OICA a également demandé aux autorités de certification ou d</w:t>
      </w:r>
      <w:r w:rsidR="00056C17" w:rsidRPr="00F54F45">
        <w:t>’</w:t>
      </w:r>
      <w:r w:rsidRPr="00F54F45">
        <w:t>homologation de type si l</w:t>
      </w:r>
      <w:r w:rsidR="00056C17" w:rsidRPr="00F54F45">
        <w:t>’</w:t>
      </w:r>
      <w:r w:rsidRPr="00F54F45">
        <w:t>approche proposée, visant à déterminer le degré de rigueur par le numéro de série d</w:t>
      </w:r>
      <w:r w:rsidR="00056C17" w:rsidRPr="00F54F45">
        <w:t>’</w:t>
      </w:r>
      <w:r w:rsidRPr="00F54F45">
        <w:t>amendements applicable était suffisante pour déterminer le niveau d</w:t>
      </w:r>
      <w:r w:rsidR="00056C17" w:rsidRPr="00F54F45">
        <w:t>’</w:t>
      </w:r>
      <w:r w:rsidRPr="00F54F45">
        <w:t>harmonisation ou si le numéro d</w:t>
      </w:r>
      <w:r w:rsidR="00056C17" w:rsidRPr="00F54F45">
        <w:t>’</w:t>
      </w:r>
      <w:r w:rsidRPr="00F54F45">
        <w:t>homologation devait aussi donner une indication du niveau d</w:t>
      </w:r>
      <w:r w:rsidR="00056C17" w:rsidRPr="00F54F45">
        <w:t>’</w:t>
      </w:r>
      <w:r w:rsidRPr="00F54F45">
        <w:t>harmonisation.</w:t>
      </w:r>
    </w:p>
    <w:p w14:paraId="632DC59C" w14:textId="77777777" w:rsidR="00BB15D6" w:rsidRPr="00F54F45" w:rsidRDefault="00BB15D6" w:rsidP="0085109C">
      <w:pPr>
        <w:pStyle w:val="SingleTxtG"/>
      </w:pPr>
      <w:r w:rsidRPr="00F54F45">
        <w:t>23.</w:t>
      </w:r>
      <w:r w:rsidRPr="00F54F45">
        <w:tab/>
        <w:t xml:space="preserve">Le secrétariat a présenté les documents ECE/TRANS/WP.29/2019/66, </w:t>
      </w:r>
      <w:r w:rsidRPr="00F54F45">
        <w:rPr>
          <w:spacing w:val="-2"/>
        </w:rPr>
        <w:t>ECE/TRANS/WP.29/2019/67, ECE/TRANS/WP.29/2019/68, ECE/TRANS/WP.29/2019/69</w:t>
      </w:r>
      <w:r w:rsidRPr="00F54F45">
        <w:t xml:space="preserve"> et ECE/TRANS/WP.29/2019/70, qui corrigent certains termes mal traduits dans la version française du RTM ONU </w:t>
      </w:r>
      <w:r w:rsidR="004D7C91" w:rsidRPr="00F54F45">
        <w:rPr>
          <w:rFonts w:eastAsia="MS Mincho"/>
          <w:szCs w:val="22"/>
        </w:rPr>
        <w:t>n</w:t>
      </w:r>
      <w:r w:rsidR="004D7C91" w:rsidRPr="00F54F45">
        <w:rPr>
          <w:rFonts w:eastAsia="MS Mincho"/>
          <w:szCs w:val="22"/>
          <w:vertAlign w:val="superscript"/>
        </w:rPr>
        <w:t>o</w:t>
      </w:r>
      <w:r w:rsidR="004D7C91" w:rsidRPr="00F54F45">
        <w:t> </w:t>
      </w:r>
      <w:r w:rsidRPr="00F54F45">
        <w:t>15 et ses amendements 1 à 4. Le GRPE a approuvé les nouvelles traductions proposées, qui seront mises aux voix à la prochaine session du Comité exécutif de l</w:t>
      </w:r>
      <w:r w:rsidR="00056C17" w:rsidRPr="00F54F45">
        <w:t>’</w:t>
      </w:r>
      <w:r w:rsidRPr="00F54F45">
        <w:t xml:space="preserve">Accord de 1998 (AC.3) du WP.29, en juin 2019. </w:t>
      </w:r>
    </w:p>
    <w:p w14:paraId="6E02CEA8" w14:textId="77777777" w:rsidR="00BB15D6" w:rsidRPr="00F54F45" w:rsidRDefault="005A6BB5" w:rsidP="005A6BB5">
      <w:pPr>
        <w:pStyle w:val="H1G"/>
      </w:pPr>
      <w:r w:rsidRPr="00F54F45">
        <w:tab/>
      </w:r>
      <w:r w:rsidR="00BB15D6" w:rsidRPr="00F54F45">
        <w:t>C.</w:t>
      </w:r>
      <w:r w:rsidR="00BB15D6" w:rsidRPr="00F54F45">
        <w:tab/>
        <w:t>Procédure d</w:t>
      </w:r>
      <w:r w:rsidR="00056C17" w:rsidRPr="00F54F45">
        <w:t>’</w:t>
      </w:r>
      <w:r w:rsidR="00BB15D6" w:rsidRPr="00F54F45">
        <w:t>essai mondiale harmonisée en ce qui concerne</w:t>
      </w:r>
      <w:r w:rsidRPr="00F54F45">
        <w:br/>
      </w:r>
      <w:r w:rsidR="00BB15D6" w:rsidRPr="00F54F45">
        <w:t>les émissions en conduite réelle</w:t>
      </w:r>
    </w:p>
    <w:p w14:paraId="7CBEECD4" w14:textId="77777777" w:rsidR="00BB15D6" w:rsidRPr="00F54F45" w:rsidRDefault="00BB15D6" w:rsidP="005A6BB5">
      <w:pPr>
        <w:pStyle w:val="SingleTxtG"/>
        <w:ind w:left="2552" w:hanging="1418"/>
        <w:jc w:val="left"/>
      </w:pPr>
      <w:r w:rsidRPr="00F54F45">
        <w:rPr>
          <w:i/>
          <w:iCs/>
        </w:rPr>
        <w:t>Document</w:t>
      </w:r>
      <w:r w:rsidR="005A6BB5" w:rsidRPr="00F54F45">
        <w:rPr>
          <w:i/>
          <w:iCs/>
        </w:rPr>
        <w:t>(</w:t>
      </w:r>
      <w:r w:rsidRPr="00F54F45">
        <w:rPr>
          <w:i/>
          <w:iCs/>
        </w:rPr>
        <w:t>s</w:t>
      </w:r>
      <w:r w:rsidR="005A6BB5" w:rsidRPr="00F54F45">
        <w:rPr>
          <w:i/>
          <w:iCs/>
        </w:rPr>
        <w:t>)</w:t>
      </w:r>
      <w:r w:rsidR="00E33643">
        <w:rPr>
          <w:i/>
          <w:iCs/>
        </w:rPr>
        <w:t> </w:t>
      </w:r>
      <w:r w:rsidRPr="00E33643">
        <w:rPr>
          <w:iCs/>
        </w:rPr>
        <w:t>:</w:t>
      </w:r>
      <w:r w:rsidRPr="00F54F45">
        <w:tab/>
        <w:t xml:space="preserve">ECE/TRANS/WP.29/2019/72 </w:t>
      </w:r>
      <w:r w:rsidR="00E33643">
        <w:t>et</w:t>
      </w:r>
      <w:r w:rsidRPr="00F54F45">
        <w:t xml:space="preserve"> GRPE-79-20-Rev.1</w:t>
      </w:r>
      <w:r w:rsidR="005A6BB5" w:rsidRPr="00F54F45">
        <w:t>.</w:t>
      </w:r>
    </w:p>
    <w:p w14:paraId="43906D23" w14:textId="77777777" w:rsidR="00BB15D6" w:rsidRPr="00F54F45" w:rsidRDefault="00BB15D6" w:rsidP="0085109C">
      <w:pPr>
        <w:pStyle w:val="SingleTxtG"/>
      </w:pPr>
      <w:r w:rsidRPr="00F54F45">
        <w:t>24.</w:t>
      </w:r>
      <w:r w:rsidRPr="00F54F45">
        <w:tab/>
        <w:t>La représentante de la Commission européenne a présenté le document GRPE</w:t>
      </w:r>
      <w:r w:rsidR="00E33643">
        <w:noBreakHyphen/>
      </w:r>
      <w:r w:rsidRPr="00F54F45">
        <w:t>79</w:t>
      </w:r>
      <w:r w:rsidR="00E33643">
        <w:noBreakHyphen/>
      </w:r>
      <w:r w:rsidRPr="00F54F45">
        <w:t>20-Rev.1, qui décrit les activités récentes du groupe de travail informel des émissions en conditions réelles de conduite (RDE). Elle a ajouté que, parallèlement à l</w:t>
      </w:r>
      <w:r w:rsidR="00056C17" w:rsidRPr="00F54F45">
        <w:t>’</w:t>
      </w:r>
      <w:r w:rsidRPr="00F54F45">
        <w:t>élaboration du RTM ONU sur les émissions en conditions réelles de conduite, un nouveau Règlement ONU serait élaboré sur la question, sur la base de la législation de l</w:t>
      </w:r>
      <w:r w:rsidR="00056C17" w:rsidRPr="00F54F45">
        <w:t>’</w:t>
      </w:r>
      <w:r w:rsidRPr="00F54F45">
        <w:t>Union européenne. Le GRPE a approuvé l</w:t>
      </w:r>
      <w:r w:rsidR="00056C17" w:rsidRPr="00F54F45">
        <w:t>’</w:t>
      </w:r>
      <w:r w:rsidRPr="00F54F45">
        <w:t>élaboration d</w:t>
      </w:r>
      <w:r w:rsidR="00056C17" w:rsidRPr="00F54F45">
        <w:t>’</w:t>
      </w:r>
      <w:r w:rsidRPr="00F54F45">
        <w:t>un nouveau Règlement ONU sur les émissions en conditions réelles de conduite. Le représentant de l</w:t>
      </w:r>
      <w:r w:rsidR="00056C17" w:rsidRPr="00F54F45">
        <w:t>’</w:t>
      </w:r>
      <w:r w:rsidRPr="00F54F45">
        <w:t>Union européenne a confirmé que le RTM ONU tout comme le Règlement ONU seront examinés soigneusement afin d</w:t>
      </w:r>
      <w:r w:rsidR="00056C17" w:rsidRPr="00F54F45">
        <w:t>’</w:t>
      </w:r>
      <w:r w:rsidRPr="00F54F45">
        <w:t>éviter toute divergence entre les deux textes.</w:t>
      </w:r>
    </w:p>
    <w:p w14:paraId="16B7B5C1" w14:textId="77777777" w:rsidR="00BB15D6" w:rsidRPr="00F54F45" w:rsidRDefault="00BB15D6" w:rsidP="0085109C">
      <w:pPr>
        <w:pStyle w:val="SingleTxtG"/>
      </w:pPr>
      <w:r w:rsidRPr="00F54F45">
        <w:t>25.</w:t>
      </w:r>
      <w:r w:rsidRPr="00F54F45">
        <w:tab/>
        <w:t>Le GRPE a pris note de la demande de mise à disposition d</w:t>
      </w:r>
      <w:r w:rsidR="00056C17" w:rsidRPr="00F54F45">
        <w:t>’</w:t>
      </w:r>
      <w:r w:rsidRPr="00F54F45">
        <w:t>une salle de réunion pendant une journée au cours de sa semaine de réunion en janvier 2020.</w:t>
      </w:r>
    </w:p>
    <w:p w14:paraId="20C45F05" w14:textId="77777777" w:rsidR="00BB15D6" w:rsidRPr="00F54F45" w:rsidRDefault="0085109C" w:rsidP="0085109C">
      <w:pPr>
        <w:pStyle w:val="HChG"/>
      </w:pPr>
      <w:r w:rsidRPr="00F54F45">
        <w:tab/>
      </w:r>
      <w:r w:rsidR="00BB15D6" w:rsidRPr="00F54F45">
        <w:t>V.</w:t>
      </w:r>
      <w:r w:rsidR="00BB15D6" w:rsidRPr="00F54F45">
        <w:tab/>
        <w:t>Véhicules utilitaires lourds (point 4 de l</w:t>
      </w:r>
      <w:r w:rsidR="00056C17" w:rsidRPr="00F54F45">
        <w:t>’</w:t>
      </w:r>
      <w:r w:rsidR="00BB15D6" w:rsidRPr="00F54F45">
        <w:t>ordre du jour)</w:t>
      </w:r>
      <w:bookmarkStart w:id="9" w:name="_Toc317520880"/>
      <w:bookmarkEnd w:id="9"/>
    </w:p>
    <w:p w14:paraId="287DF53F" w14:textId="77777777" w:rsidR="00BB15D6" w:rsidRPr="00F54F45" w:rsidRDefault="0085109C" w:rsidP="0085109C">
      <w:pPr>
        <w:pStyle w:val="H1G"/>
      </w:pPr>
      <w:r w:rsidRPr="00F54F45">
        <w:tab/>
      </w:r>
      <w:r w:rsidR="00BB15D6" w:rsidRPr="00F54F45">
        <w:t>A.</w:t>
      </w:r>
      <w:r w:rsidR="00BB15D6" w:rsidRPr="00F54F45">
        <w:tab/>
        <w:t>Règlements ONU n</w:t>
      </w:r>
      <w:r w:rsidR="00BB15D6" w:rsidRPr="00F54F45">
        <w:rPr>
          <w:vertAlign w:val="superscript"/>
        </w:rPr>
        <w:t>os</w:t>
      </w:r>
      <w:r w:rsidR="001F2437" w:rsidRPr="00F54F45">
        <w:t> </w:t>
      </w:r>
      <w:r w:rsidR="00BB15D6" w:rsidRPr="00F54F45">
        <w:t>49 (Émissions des moteurs à allumage</w:t>
      </w:r>
      <w:r w:rsidR="001F2437" w:rsidRPr="00F54F45">
        <w:t xml:space="preserve"> </w:t>
      </w:r>
      <w:r w:rsidR="00BB15D6" w:rsidRPr="00F54F45">
        <w:t>par compression et des moteurs à allumage commandé (GNC et GPL))</w:t>
      </w:r>
      <w:r w:rsidR="001F2437" w:rsidRPr="00F54F45">
        <w:br/>
      </w:r>
      <w:r w:rsidR="00BB15D6" w:rsidRPr="00F54F45">
        <w:t>et 132 (Dispositifs antipollution de mise à niveau (DAM))</w:t>
      </w:r>
      <w:bookmarkStart w:id="10" w:name="_Toc317520883"/>
      <w:bookmarkEnd w:id="10"/>
    </w:p>
    <w:p w14:paraId="03362EBC" w14:textId="77777777" w:rsidR="00BB15D6" w:rsidRPr="00F54F45" w:rsidRDefault="00BB15D6" w:rsidP="001F2437">
      <w:pPr>
        <w:pStyle w:val="SingleTxtG"/>
      </w:pPr>
      <w:r w:rsidRPr="00F54F45">
        <w:t>26.</w:t>
      </w:r>
      <w:r w:rsidRPr="00F54F45">
        <w:tab/>
        <w:t>La représentante de la Commission européenne a informé le GRPE des dernières évolutions législatives dans l</w:t>
      </w:r>
      <w:r w:rsidR="00056C17" w:rsidRPr="00F54F45">
        <w:t>’</w:t>
      </w:r>
      <w:r w:rsidRPr="00F54F45">
        <w:t>Union européenne, avec l</w:t>
      </w:r>
      <w:r w:rsidR="00056C17" w:rsidRPr="00F54F45">
        <w:t>’</w:t>
      </w:r>
      <w:r w:rsidRPr="00F54F45">
        <w:t>introduction prochaine de la phase</w:t>
      </w:r>
      <w:r w:rsidR="001F2437" w:rsidRPr="00F54F45">
        <w:t> </w:t>
      </w:r>
      <w:r w:rsidRPr="00F54F45">
        <w:t xml:space="preserve">E de la norme Euro VI, susceptible de conduire à une modification du Règlement ONU </w:t>
      </w:r>
      <w:r w:rsidR="001F2437" w:rsidRPr="00F54F45">
        <w:rPr>
          <w:rFonts w:eastAsia="MS Mincho"/>
          <w:szCs w:val="22"/>
        </w:rPr>
        <w:t>n</w:t>
      </w:r>
      <w:r w:rsidR="001F2437" w:rsidRPr="00F54F45">
        <w:rPr>
          <w:rFonts w:eastAsia="MS Mincho"/>
          <w:szCs w:val="22"/>
          <w:vertAlign w:val="superscript"/>
        </w:rPr>
        <w:t>o</w:t>
      </w:r>
      <w:r w:rsidR="001F2437" w:rsidRPr="00F54F45">
        <w:t> </w:t>
      </w:r>
      <w:r w:rsidRPr="00F54F45">
        <w:t>49 au cours des prochaines sessions du GRPE.</w:t>
      </w:r>
    </w:p>
    <w:p w14:paraId="50AB824A" w14:textId="77777777" w:rsidR="00BB15D6" w:rsidRPr="00F54F45" w:rsidRDefault="001F2437" w:rsidP="0085109C">
      <w:pPr>
        <w:pStyle w:val="H1G"/>
      </w:pPr>
      <w:r w:rsidRPr="00F54F45">
        <w:tab/>
      </w:r>
      <w:r w:rsidR="00BB15D6" w:rsidRPr="00F54F45">
        <w:t>B.</w:t>
      </w:r>
      <w:r w:rsidR="00BB15D6" w:rsidRPr="00F54F45">
        <w:tab/>
        <w:t>Règlements techniques mondiaux ONU n</w:t>
      </w:r>
      <w:r w:rsidR="00BB15D6" w:rsidRPr="00F54F45">
        <w:rPr>
          <w:vertAlign w:val="superscript"/>
        </w:rPr>
        <w:t>os</w:t>
      </w:r>
      <w:r w:rsidRPr="00F54F45">
        <w:t> </w:t>
      </w:r>
      <w:r w:rsidR="00BB15D6" w:rsidRPr="00F54F45">
        <w:t>4 (Procédure mondiale harmonisée d</w:t>
      </w:r>
      <w:r w:rsidR="00056C17" w:rsidRPr="00F54F45">
        <w:t>’</w:t>
      </w:r>
      <w:r w:rsidR="00BB15D6" w:rsidRPr="00F54F45">
        <w:t>homologation des véhicules utilitaires lourds (WHDC)),</w:t>
      </w:r>
      <w:r w:rsidRPr="00F54F45">
        <w:br/>
      </w:r>
      <w:r w:rsidR="00BB15D6" w:rsidRPr="00F54F45">
        <w:t>5 (Prescriptions mondiales harmonisées sur les systèmes d</w:t>
      </w:r>
      <w:r w:rsidR="00056C17" w:rsidRPr="00F54F45">
        <w:t>’</w:t>
      </w:r>
      <w:r w:rsidR="00BB15D6" w:rsidRPr="00F54F45">
        <w:t>autodiagnostic sur les véhicules utilitaires lourds (WWH-OBD))</w:t>
      </w:r>
      <w:r w:rsidRPr="00F54F45">
        <w:br/>
      </w:r>
      <w:r w:rsidR="00BB15D6" w:rsidRPr="00F54F45">
        <w:t>et 10 (Émissions hors cycle (OCE))</w:t>
      </w:r>
      <w:bookmarkStart w:id="11" w:name="_Toc317520885"/>
      <w:bookmarkEnd w:id="11"/>
    </w:p>
    <w:p w14:paraId="5EB2403A" w14:textId="77777777" w:rsidR="00BB15D6" w:rsidRPr="00F54F45" w:rsidRDefault="00BB15D6" w:rsidP="007A521F">
      <w:pPr>
        <w:pStyle w:val="SingleTxtG"/>
      </w:pPr>
      <w:bookmarkStart w:id="12" w:name="OLE_LINK3"/>
      <w:bookmarkStart w:id="13" w:name="OLE_LINK4"/>
      <w:r w:rsidRPr="00F54F45">
        <w:t>27.</w:t>
      </w:r>
      <w:r w:rsidRPr="00F54F45">
        <w:tab/>
        <w:t>Le GRPE n</w:t>
      </w:r>
      <w:r w:rsidR="00056C17" w:rsidRPr="00F54F45">
        <w:t>’</w:t>
      </w:r>
      <w:r w:rsidRPr="00F54F45">
        <w:t>a reçu aucune nouvelle proposition concernant ce point de l</w:t>
      </w:r>
      <w:r w:rsidR="00056C17" w:rsidRPr="00F54F45">
        <w:t>’</w:t>
      </w:r>
      <w:r w:rsidRPr="00F54F45">
        <w:t>ordre du jour.</w:t>
      </w:r>
    </w:p>
    <w:p w14:paraId="7756DEC3" w14:textId="77777777" w:rsidR="00BB15D6" w:rsidRPr="00F54F45" w:rsidRDefault="007A521F" w:rsidP="007A521F">
      <w:pPr>
        <w:pStyle w:val="H1G"/>
      </w:pPr>
      <w:r w:rsidRPr="00F54F45">
        <w:lastRenderedPageBreak/>
        <w:tab/>
      </w:r>
      <w:r w:rsidR="00BB15D6" w:rsidRPr="00F54F45">
        <w:t>C.</w:t>
      </w:r>
      <w:r w:rsidR="00BB15D6" w:rsidRPr="00F54F45">
        <w:tab/>
        <w:t xml:space="preserve">Prescriptions mondiales relatives à la consommation de carburant </w:t>
      </w:r>
      <w:r w:rsidR="000346EF" w:rsidRPr="00F54F45">
        <w:br/>
      </w:r>
      <w:r w:rsidR="00BB15D6" w:rsidRPr="00F54F45">
        <w:t>des véhicules utilitaires lourds</w:t>
      </w:r>
    </w:p>
    <w:p w14:paraId="5AACDC0B" w14:textId="77777777" w:rsidR="00BB15D6" w:rsidRPr="00F54F45" w:rsidRDefault="00BB15D6" w:rsidP="005A6BB5">
      <w:pPr>
        <w:pStyle w:val="SingleTxtG"/>
        <w:ind w:left="2552" w:hanging="1418"/>
        <w:jc w:val="left"/>
      </w:pPr>
      <w:r w:rsidRPr="00F54F45">
        <w:rPr>
          <w:i/>
          <w:iCs/>
        </w:rPr>
        <w:t>Document</w:t>
      </w:r>
      <w:r w:rsidR="00211067" w:rsidRPr="00F54F45">
        <w:rPr>
          <w:i/>
          <w:iCs/>
        </w:rPr>
        <w:t>(s)</w:t>
      </w:r>
      <w:r w:rsidRPr="00F54F45">
        <w:rPr>
          <w:i/>
          <w:iCs/>
        </w:rPr>
        <w:t xml:space="preserve"> </w:t>
      </w:r>
      <w:r w:rsidRPr="00C37DFF">
        <w:rPr>
          <w:iCs/>
        </w:rPr>
        <w:t>:</w:t>
      </w:r>
      <w:r w:rsidRPr="00F54F45">
        <w:tab/>
        <w:t>GRPE-79-12.</w:t>
      </w:r>
    </w:p>
    <w:p w14:paraId="34827FEB" w14:textId="77777777" w:rsidR="00BB15D6" w:rsidRPr="00F54F45" w:rsidRDefault="00BB15D6" w:rsidP="005B60DE">
      <w:pPr>
        <w:pStyle w:val="SingleTxtG"/>
      </w:pPr>
      <w:r w:rsidRPr="00F54F45">
        <w:t>28.</w:t>
      </w:r>
      <w:r w:rsidRPr="00F54F45">
        <w:tab/>
        <w:t>L</w:t>
      </w:r>
      <w:r w:rsidR="00056C17" w:rsidRPr="00F54F45">
        <w:t>’</w:t>
      </w:r>
      <w:r w:rsidRPr="00F54F45">
        <w:t>expert de l</w:t>
      </w:r>
      <w:r w:rsidR="00056C17" w:rsidRPr="00F54F45">
        <w:t>’</w:t>
      </w:r>
      <w:r w:rsidRPr="00F54F45">
        <w:t>OICA a présenté le document GRPE-79-12, qui décrit en détail les prochaines mesures à prendre dans la perspective de l</w:t>
      </w:r>
      <w:r w:rsidR="00056C17" w:rsidRPr="00F54F45">
        <w:t>’</w:t>
      </w:r>
      <w:r w:rsidRPr="00F54F45">
        <w:t>harmonisation des procédures de réduction de la consommation de carburant des véhicules utilitaires lourds. Il a souligné que l</w:t>
      </w:r>
      <w:r w:rsidR="00056C17" w:rsidRPr="00F54F45">
        <w:t>’</w:t>
      </w:r>
      <w:r w:rsidRPr="00F54F45">
        <w:t>atelier de janvier 2020, qui se tiendrait pendant la semaine de la prochaine session du GRPE, aurait pour objet d</w:t>
      </w:r>
      <w:r w:rsidR="00056C17" w:rsidRPr="00F54F45">
        <w:t>’</w:t>
      </w:r>
      <w:r w:rsidRPr="00F54F45">
        <w:t>échanger des informations et de connaître les parties susceptibles d</w:t>
      </w:r>
      <w:r w:rsidR="00056C17" w:rsidRPr="00F54F45">
        <w:t>’</w:t>
      </w:r>
      <w:r w:rsidRPr="00F54F45">
        <w:t xml:space="preserve">être intéressées à travailler sur ce sujet. </w:t>
      </w:r>
    </w:p>
    <w:p w14:paraId="0D721FC2" w14:textId="77777777" w:rsidR="00BB15D6" w:rsidRPr="00F54F45" w:rsidRDefault="00BB15D6" w:rsidP="005B60DE">
      <w:pPr>
        <w:pStyle w:val="SingleTxtG"/>
      </w:pPr>
      <w:r w:rsidRPr="00F54F45">
        <w:t>29.</w:t>
      </w:r>
      <w:r w:rsidRPr="00F54F45">
        <w:tab/>
        <w:t>Le Groupe de travail a pris note de la demande de mise à disposition d</w:t>
      </w:r>
      <w:r w:rsidR="00056C17" w:rsidRPr="00F54F45">
        <w:t>’</w:t>
      </w:r>
      <w:r w:rsidRPr="00F54F45">
        <w:t>une salle de réunion pendant une demi-journée au cours de sa semaine de réunion en janvier 2020.</w:t>
      </w:r>
    </w:p>
    <w:bookmarkEnd w:id="12"/>
    <w:bookmarkEnd w:id="13"/>
    <w:p w14:paraId="6E391098" w14:textId="77777777" w:rsidR="00BB15D6" w:rsidRPr="00F54F45" w:rsidRDefault="00211067" w:rsidP="005B60DE">
      <w:pPr>
        <w:pStyle w:val="HChG"/>
      </w:pPr>
      <w:r w:rsidRPr="00F54F45">
        <w:tab/>
      </w:r>
      <w:r w:rsidR="00BB15D6" w:rsidRPr="00F54F45">
        <w:t>VI.</w:t>
      </w:r>
      <w:r w:rsidR="00BB15D6" w:rsidRPr="00F54F45">
        <w:tab/>
        <w:t>Règlements ONU n</w:t>
      </w:r>
      <w:r w:rsidR="00BB15D6" w:rsidRPr="00F54F45">
        <w:rPr>
          <w:vertAlign w:val="superscript"/>
        </w:rPr>
        <w:t>os</w:t>
      </w:r>
      <w:r w:rsidRPr="00F54F45">
        <w:t> </w:t>
      </w:r>
      <w:r w:rsidR="00BB15D6" w:rsidRPr="00F54F45">
        <w:t xml:space="preserve">24 (Émissions de polluants visibles </w:t>
      </w:r>
      <w:r w:rsidRPr="00F54F45">
        <w:br/>
      </w:r>
      <w:r w:rsidR="00BB15D6" w:rsidRPr="00F54F45">
        <w:t xml:space="preserve">et mesure de la puissance des moteurs à allumage par compression (fumée des moteurs diesel)), 85 (Mesure </w:t>
      </w:r>
      <w:r w:rsidR="005B60DE" w:rsidRPr="00F54F45">
        <w:br/>
      </w:r>
      <w:r w:rsidR="00BB15D6" w:rsidRPr="00F54F45">
        <w:t>de la puissance nette), 115 (Systèmes d</w:t>
      </w:r>
      <w:r w:rsidR="00056C17" w:rsidRPr="00F54F45">
        <w:t>’</w:t>
      </w:r>
      <w:r w:rsidR="00BB15D6" w:rsidRPr="00F54F45">
        <w:t>adaptation au GPL</w:t>
      </w:r>
      <w:r w:rsidR="005B60DE" w:rsidRPr="00F54F45">
        <w:br/>
      </w:r>
      <w:r w:rsidR="00BB15D6" w:rsidRPr="00F54F45">
        <w:t>et au GNC), 133 (Aptitude au recyclage des véhicules automobiles) et 143 (Systèmes d</w:t>
      </w:r>
      <w:r w:rsidR="00056C17" w:rsidRPr="00F54F45">
        <w:t>’</w:t>
      </w:r>
      <w:r w:rsidR="00BB15D6" w:rsidRPr="00F54F45">
        <w:t xml:space="preserve">adaptation des moteurs </w:t>
      </w:r>
      <w:r w:rsidR="005B60DE" w:rsidRPr="00F54F45">
        <w:br/>
      </w:r>
      <w:r w:rsidR="00BB15D6" w:rsidRPr="00F54F45">
        <w:t xml:space="preserve">de véhicules utilitaires lourds à la bicarburation </w:t>
      </w:r>
      <w:r w:rsidR="005B60DE" w:rsidRPr="00F54F45">
        <w:br/>
      </w:r>
      <w:r w:rsidR="00BB15D6" w:rsidRPr="00F54F45">
        <w:t>(HDDF-ERS)) (point 5 de l</w:t>
      </w:r>
      <w:r w:rsidR="00056C17" w:rsidRPr="00F54F45">
        <w:t>’</w:t>
      </w:r>
      <w:r w:rsidR="00BB15D6" w:rsidRPr="00F54F45">
        <w:t>ordre du jour)</w:t>
      </w:r>
      <w:bookmarkStart w:id="14" w:name="_Toc317520886"/>
    </w:p>
    <w:p w14:paraId="1E3E7D20" w14:textId="77777777" w:rsidR="00BB15D6" w:rsidRPr="00F54F45" w:rsidRDefault="00BB15D6" w:rsidP="007A521F">
      <w:pPr>
        <w:pStyle w:val="SingleTxtG"/>
        <w:ind w:left="2552" w:hanging="1418"/>
        <w:jc w:val="left"/>
      </w:pPr>
      <w:r w:rsidRPr="00F54F45">
        <w:rPr>
          <w:i/>
          <w:iCs/>
        </w:rPr>
        <w:t>Document</w:t>
      </w:r>
      <w:r w:rsidR="00697852" w:rsidRPr="00F54F45">
        <w:rPr>
          <w:i/>
          <w:iCs/>
        </w:rPr>
        <w:t>(</w:t>
      </w:r>
      <w:r w:rsidRPr="00F54F45">
        <w:rPr>
          <w:i/>
          <w:iCs/>
        </w:rPr>
        <w:t>s</w:t>
      </w:r>
      <w:r w:rsidR="00697852" w:rsidRPr="00F54F45">
        <w:rPr>
          <w:i/>
          <w:iCs/>
        </w:rPr>
        <w:t>)</w:t>
      </w:r>
      <w:r w:rsidRPr="00F54F45">
        <w:rPr>
          <w:i/>
          <w:iCs/>
        </w:rPr>
        <w:t xml:space="preserve"> </w:t>
      </w:r>
      <w:r w:rsidRPr="00C37DFF">
        <w:rPr>
          <w:iCs/>
        </w:rPr>
        <w:t>:</w:t>
      </w:r>
      <w:r w:rsidRPr="00F54F45">
        <w:tab/>
      </w:r>
      <w:r w:rsidRPr="00B36CD6">
        <w:rPr>
          <w:spacing w:val="-2"/>
        </w:rPr>
        <w:t>ECE/TRANS/WP.29/GRPE/2019/10, ECE/TRANS/WP.29/GRPE/2019/11</w:t>
      </w:r>
      <w:r w:rsidR="00C37DFF">
        <w:t xml:space="preserve"> et</w:t>
      </w:r>
      <w:r w:rsidRPr="00F54F45">
        <w:t xml:space="preserve"> GRPE-79-27-Rev.1</w:t>
      </w:r>
      <w:r w:rsidR="009A0834" w:rsidRPr="00F54F45">
        <w:t>.</w:t>
      </w:r>
    </w:p>
    <w:p w14:paraId="5E52E94C" w14:textId="77777777" w:rsidR="00BB15D6" w:rsidRPr="00F54F45" w:rsidRDefault="00BB15D6" w:rsidP="00A67A69">
      <w:pPr>
        <w:pStyle w:val="SingleTxtG"/>
      </w:pPr>
      <w:r w:rsidRPr="00F54F45">
        <w:t>30.</w:t>
      </w:r>
      <w:r w:rsidRPr="00F54F45">
        <w:tab/>
        <w:t>L</w:t>
      </w:r>
      <w:r w:rsidR="00056C17" w:rsidRPr="00F54F45">
        <w:t>’</w:t>
      </w:r>
      <w:r w:rsidRPr="00F54F45">
        <w:t>expert de l</w:t>
      </w:r>
      <w:r w:rsidR="00056C17" w:rsidRPr="00F54F45">
        <w:t>’</w:t>
      </w:r>
      <w:r w:rsidRPr="00F54F45">
        <w:t>Italie a présenté le document ECE/TRANS/WP.29/GRPE/2019/10, qui énonce les conditions qui permettent de considérer les véhicules à injection directe et à injection indirecte comme des véhicules appartenant à la même famille au titre de l</w:t>
      </w:r>
      <w:r w:rsidR="00056C17" w:rsidRPr="00F54F45">
        <w:t>’</w:t>
      </w:r>
      <w:r w:rsidRPr="00F54F45">
        <w:t>homologation. Le représentant des Pays-Bas a demandé quelques éclaircissements sur le texte pour s</w:t>
      </w:r>
      <w:r w:rsidR="00056C17" w:rsidRPr="00F54F45">
        <w:t>’</w:t>
      </w:r>
      <w:r w:rsidRPr="00F54F45">
        <w:t>assurer que la limite du nombre de particules était valide. Le représentant de l</w:t>
      </w:r>
      <w:r w:rsidR="00056C17" w:rsidRPr="00F54F45">
        <w:t>’</w:t>
      </w:r>
      <w:r w:rsidRPr="00F54F45">
        <w:t>Italie a déclaré que la proposition n</w:t>
      </w:r>
      <w:r w:rsidR="00056C17" w:rsidRPr="00F54F45">
        <w:t>’</w:t>
      </w:r>
      <w:r w:rsidRPr="00F54F45">
        <w:t>avait aucune incidence sur les activités liées à l</w:t>
      </w:r>
      <w:r w:rsidR="00056C17" w:rsidRPr="00F54F45">
        <w:t>’</w:t>
      </w:r>
      <w:r w:rsidRPr="00F54F45">
        <w:t>essence et a proposé une légère modification du texte, reproduite à l</w:t>
      </w:r>
      <w:r w:rsidR="00056C17" w:rsidRPr="00F54F45">
        <w:t>’</w:t>
      </w:r>
      <w:r w:rsidRPr="00F54F45">
        <w:t>annexe IV. Les représentants des Pays-Bas, de la France et de la Commission européenne ont estimé que le nouveau texte proposé clarifiait la proposition.</w:t>
      </w:r>
    </w:p>
    <w:p w14:paraId="2DCCFD0D" w14:textId="77777777" w:rsidR="00BB15D6" w:rsidRPr="00F54F45" w:rsidRDefault="00BB15D6" w:rsidP="00A67A69">
      <w:pPr>
        <w:pStyle w:val="SingleTxtG"/>
      </w:pPr>
      <w:r w:rsidRPr="00F54F45">
        <w:t>31.</w:t>
      </w:r>
      <w:r w:rsidRPr="00F54F45">
        <w:tab/>
        <w:t xml:space="preserve">Le représentant de </w:t>
      </w:r>
      <w:proofErr w:type="spellStart"/>
      <w:r w:rsidRPr="00F54F45">
        <w:t>Liquid</w:t>
      </w:r>
      <w:proofErr w:type="spellEnd"/>
      <w:r w:rsidRPr="00F54F45">
        <w:t xml:space="preserve"> Gas Europe a accepté l</w:t>
      </w:r>
      <w:r w:rsidR="00056C17" w:rsidRPr="00F54F45">
        <w:t>’</w:t>
      </w:r>
      <w:r w:rsidRPr="00F54F45">
        <w:t>amélioration proposée et a appuyé la proposition.</w:t>
      </w:r>
    </w:p>
    <w:p w14:paraId="2C14998A" w14:textId="77777777" w:rsidR="00BB15D6" w:rsidRPr="00F54F45" w:rsidRDefault="00BB15D6" w:rsidP="00A67A69">
      <w:pPr>
        <w:pStyle w:val="SingleTxtG"/>
      </w:pPr>
      <w:bookmarkStart w:id="15" w:name="_Ref11850192"/>
      <w:r w:rsidRPr="00F54F45">
        <w:t>32.</w:t>
      </w:r>
      <w:r w:rsidRPr="00F54F45">
        <w:tab/>
        <w:t>Le GRPE a adopté la proposition et a chargé le secrétariat de soumettre l</w:t>
      </w:r>
      <w:r w:rsidR="00056C17" w:rsidRPr="00F54F45">
        <w:t>’</w:t>
      </w:r>
      <w:r w:rsidRPr="00F54F45">
        <w:t>annexe</w:t>
      </w:r>
      <w:r w:rsidR="00A67A69" w:rsidRPr="00F54F45">
        <w:t> </w:t>
      </w:r>
      <w:r w:rsidRPr="00F54F45">
        <w:t>IV au WP.29 et à l</w:t>
      </w:r>
      <w:r w:rsidR="00056C17" w:rsidRPr="00F54F45">
        <w:t>’</w:t>
      </w:r>
      <w:r w:rsidRPr="00F54F45">
        <w:t>AC.1 aux fins d</w:t>
      </w:r>
      <w:r w:rsidR="00056C17" w:rsidRPr="00F54F45">
        <w:t>’</w:t>
      </w:r>
      <w:r w:rsidRPr="00F54F45">
        <w:t xml:space="preserve">examen et de mise aux voix à leurs sessions de novembre 2019 en tant que projet de complément 9 au Règlement ONU </w:t>
      </w:r>
      <w:r w:rsidR="00A67A69" w:rsidRPr="00F54F45">
        <w:rPr>
          <w:rFonts w:eastAsia="MS Mincho"/>
          <w:szCs w:val="22"/>
        </w:rPr>
        <w:t>n</w:t>
      </w:r>
      <w:r w:rsidR="00A67A69" w:rsidRPr="00F54F45">
        <w:rPr>
          <w:rFonts w:eastAsia="MS Mincho"/>
          <w:szCs w:val="22"/>
          <w:vertAlign w:val="superscript"/>
        </w:rPr>
        <w:t>o</w:t>
      </w:r>
      <w:r w:rsidR="00A67A69" w:rsidRPr="00F54F45">
        <w:t> </w:t>
      </w:r>
      <w:r w:rsidRPr="00F54F45">
        <w:t>115.</w:t>
      </w:r>
      <w:bookmarkEnd w:id="15"/>
    </w:p>
    <w:p w14:paraId="2D53175B" w14:textId="77777777" w:rsidR="00BB15D6" w:rsidRPr="00F54F45" w:rsidRDefault="00BB15D6" w:rsidP="00A67A69">
      <w:pPr>
        <w:pStyle w:val="SingleTxtG"/>
      </w:pPr>
      <w:r w:rsidRPr="00F54F45">
        <w:t>33.</w:t>
      </w:r>
      <w:r w:rsidRPr="00F54F45">
        <w:tab/>
        <w:t>L</w:t>
      </w:r>
      <w:r w:rsidR="00056C17" w:rsidRPr="00F54F45">
        <w:t>’</w:t>
      </w:r>
      <w:r w:rsidRPr="00F54F45">
        <w:t>expert de l</w:t>
      </w:r>
      <w:r w:rsidR="00056C17" w:rsidRPr="00F54F45">
        <w:t>’</w:t>
      </w:r>
      <w:r w:rsidRPr="00F54F45">
        <w:t>OICA a présenté les documents ECE/TRANS/WP.29/GRPE/2019/11 et GRPE-79-27-Rev.1, qui modifiaient la note de bas de page 9 du tableau</w:t>
      </w:r>
      <w:r w:rsidR="00D32400" w:rsidRPr="00F54F45">
        <w:t> </w:t>
      </w:r>
      <w:r w:rsidRPr="00F54F45">
        <w:t>1 de l</w:t>
      </w:r>
      <w:r w:rsidR="00056C17" w:rsidRPr="00F54F45">
        <w:t>’</w:t>
      </w:r>
      <w:r w:rsidRPr="00F54F45">
        <w:t>annexe</w:t>
      </w:r>
      <w:r w:rsidR="00D32400" w:rsidRPr="00F54F45">
        <w:t> </w:t>
      </w:r>
      <w:r w:rsidRPr="00F54F45">
        <w:t>5 pour introduire une autre méthode de mesure de la puissance des moteurs suralimentés à refroidissement intermédiaire. Le représentant du Royaume-Uni de Grande-Bretagne et d</w:t>
      </w:r>
      <w:r w:rsidR="00056C17" w:rsidRPr="00F54F45">
        <w:t>’</w:t>
      </w:r>
      <w:r w:rsidRPr="00F54F45">
        <w:t>Irlande du Nord a demandé des précisions sur les éléments relatifs à la température des essais et a évoqué les préoccupations pouvant surgir concernant les essais effectués à des températures extrêmes. Des amendements ont été présentés dans le document GRPE</w:t>
      </w:r>
      <w:r w:rsidR="00BD7457" w:rsidRPr="00F54F45">
        <w:noBreakHyphen/>
      </w:r>
      <w:r w:rsidRPr="00F54F45">
        <w:t>79</w:t>
      </w:r>
      <w:r w:rsidR="00BD7457" w:rsidRPr="00F54F45">
        <w:noBreakHyphen/>
      </w:r>
      <w:r w:rsidRPr="00F54F45">
        <w:t>27</w:t>
      </w:r>
      <w:r w:rsidR="00BD7457" w:rsidRPr="00F54F45">
        <w:noBreakHyphen/>
      </w:r>
      <w:r w:rsidRPr="00F54F45">
        <w:t>Rev.1. Le GRPE a appuyé la nouvelle proposition figurant dans le document GRPE-79-27-Rev.1 telle qu</w:t>
      </w:r>
      <w:r w:rsidR="00056C17" w:rsidRPr="00F54F45">
        <w:t>’</w:t>
      </w:r>
      <w:r w:rsidRPr="00F54F45">
        <w:t>elle est reproduite à l</w:t>
      </w:r>
      <w:r w:rsidR="00056C17" w:rsidRPr="00F54F45">
        <w:t>’</w:t>
      </w:r>
      <w:r w:rsidRPr="00F54F45">
        <w:t>annexe</w:t>
      </w:r>
      <w:r w:rsidR="00D32400" w:rsidRPr="00F54F45">
        <w:t> </w:t>
      </w:r>
      <w:r w:rsidRPr="00F54F45">
        <w:t>V.</w:t>
      </w:r>
    </w:p>
    <w:p w14:paraId="67B3B7D4" w14:textId="77777777" w:rsidR="00BB15D6" w:rsidRPr="00F54F45" w:rsidRDefault="00BB15D6" w:rsidP="00A67A69">
      <w:pPr>
        <w:pStyle w:val="SingleTxtG"/>
      </w:pPr>
      <w:bookmarkStart w:id="16" w:name="_Ref11250077"/>
      <w:r w:rsidRPr="00F54F45">
        <w:t>34.</w:t>
      </w:r>
      <w:r w:rsidRPr="00F54F45">
        <w:tab/>
        <w:t>Le Groupe de travail a adopté la proposition et a chargé le secrétariat de soumettre l</w:t>
      </w:r>
      <w:r w:rsidR="00056C17" w:rsidRPr="00F54F45">
        <w:t>’</w:t>
      </w:r>
      <w:r w:rsidRPr="00F54F45">
        <w:t>annexe</w:t>
      </w:r>
      <w:r w:rsidR="000C3DB9" w:rsidRPr="00F54F45">
        <w:t> </w:t>
      </w:r>
      <w:r w:rsidRPr="00F54F45">
        <w:t>V du rapport au WP.29 et à l</w:t>
      </w:r>
      <w:r w:rsidR="00056C17" w:rsidRPr="00F54F45">
        <w:t>’</w:t>
      </w:r>
      <w:r w:rsidRPr="00F54F45">
        <w:t>AC.1 aux fins d</w:t>
      </w:r>
      <w:r w:rsidR="00056C17" w:rsidRPr="00F54F45">
        <w:t>’</w:t>
      </w:r>
      <w:r w:rsidRPr="00F54F45">
        <w:t>examen et de mise aux voix à leurs sessions de novembre 2019 en tant que projet de complément</w:t>
      </w:r>
      <w:r w:rsidR="00BD7457" w:rsidRPr="00F54F45">
        <w:t> </w:t>
      </w:r>
      <w:r w:rsidRPr="00F54F45">
        <w:t xml:space="preserve">10 au Règlement ONU </w:t>
      </w:r>
      <w:r w:rsidR="000C3DB9" w:rsidRPr="00F54F45">
        <w:rPr>
          <w:rFonts w:eastAsia="MS Mincho"/>
          <w:szCs w:val="22"/>
        </w:rPr>
        <w:t>n</w:t>
      </w:r>
      <w:r w:rsidR="000C3DB9" w:rsidRPr="00F54F45">
        <w:rPr>
          <w:rFonts w:eastAsia="MS Mincho"/>
          <w:szCs w:val="22"/>
          <w:vertAlign w:val="superscript"/>
        </w:rPr>
        <w:t>o</w:t>
      </w:r>
      <w:r w:rsidR="000C3DB9" w:rsidRPr="00F54F45">
        <w:t> </w:t>
      </w:r>
      <w:r w:rsidRPr="00F54F45">
        <w:t>85.</w:t>
      </w:r>
      <w:bookmarkEnd w:id="16"/>
    </w:p>
    <w:p w14:paraId="74A01B93" w14:textId="77777777" w:rsidR="00BB15D6" w:rsidRPr="00F54F45" w:rsidRDefault="000C3DB9" w:rsidP="000C3DB9">
      <w:pPr>
        <w:pStyle w:val="HChG"/>
      </w:pPr>
      <w:r w:rsidRPr="00F54F45">
        <w:lastRenderedPageBreak/>
        <w:tab/>
      </w:r>
      <w:r w:rsidR="00BB15D6" w:rsidRPr="00F54F45">
        <w:t>VII.</w:t>
      </w:r>
      <w:r w:rsidR="00BB15D6" w:rsidRPr="00F54F45">
        <w:tab/>
        <w:t xml:space="preserve">Tracteurs agricoles et forestiers et engins mobiles </w:t>
      </w:r>
      <w:r w:rsidRPr="00F54F45">
        <w:br/>
      </w:r>
      <w:r w:rsidR="00BB15D6" w:rsidRPr="00F54F45">
        <w:t>non routiers (point 6 de l</w:t>
      </w:r>
      <w:r w:rsidR="00056C17" w:rsidRPr="00F54F45">
        <w:t>’</w:t>
      </w:r>
      <w:r w:rsidR="00BB15D6" w:rsidRPr="00F54F45">
        <w:t>ordre du jour)</w:t>
      </w:r>
      <w:bookmarkEnd w:id="14"/>
    </w:p>
    <w:p w14:paraId="3D4ED542" w14:textId="77777777" w:rsidR="00BB15D6" w:rsidRPr="00F54F45" w:rsidRDefault="000C3DB9" w:rsidP="000C3DB9">
      <w:pPr>
        <w:pStyle w:val="H1G"/>
      </w:pPr>
      <w:r w:rsidRPr="00F54F45">
        <w:tab/>
      </w:r>
      <w:r w:rsidR="00BB15D6" w:rsidRPr="00F54F45">
        <w:t>A.</w:t>
      </w:r>
      <w:r w:rsidR="00BB15D6" w:rsidRPr="00F54F45">
        <w:tab/>
        <w:t>Règlements ONU n</w:t>
      </w:r>
      <w:r w:rsidR="00BB15D6" w:rsidRPr="00F54F45">
        <w:rPr>
          <w:vertAlign w:val="superscript"/>
        </w:rPr>
        <w:t>os</w:t>
      </w:r>
      <w:r w:rsidR="005A3D2D" w:rsidRPr="00F54F45">
        <w:t> </w:t>
      </w:r>
      <w:r w:rsidR="00BB15D6" w:rsidRPr="00F54F45">
        <w:t>96 (Émissions des moteurs diesel (tracteurs agricoles)) et 120 (Puissance nette des tracteurs et des engins mobiles non routiers)</w:t>
      </w:r>
    </w:p>
    <w:p w14:paraId="14580C63" w14:textId="77777777" w:rsidR="00BB15D6" w:rsidRPr="00F54F45" w:rsidRDefault="00BB15D6" w:rsidP="000C3DB9">
      <w:pPr>
        <w:pStyle w:val="SingleTxtG"/>
        <w:rPr>
          <w:spacing w:val="-2"/>
        </w:rPr>
      </w:pPr>
      <w:r w:rsidRPr="00F54F45">
        <w:rPr>
          <w:spacing w:val="-2"/>
        </w:rPr>
        <w:t>35.</w:t>
      </w:r>
      <w:r w:rsidRPr="00F54F45">
        <w:rPr>
          <w:spacing w:val="-2"/>
        </w:rPr>
        <w:tab/>
        <w:t>Le GRPE n</w:t>
      </w:r>
      <w:r w:rsidR="00056C17" w:rsidRPr="00F54F45">
        <w:rPr>
          <w:spacing w:val="-2"/>
        </w:rPr>
        <w:t>’</w:t>
      </w:r>
      <w:r w:rsidRPr="00F54F45">
        <w:rPr>
          <w:spacing w:val="-2"/>
        </w:rPr>
        <w:t>a reçu aucune nouvelle proposition concernant ce point de l</w:t>
      </w:r>
      <w:r w:rsidR="00056C17" w:rsidRPr="00F54F45">
        <w:rPr>
          <w:spacing w:val="-2"/>
        </w:rPr>
        <w:t>’</w:t>
      </w:r>
      <w:r w:rsidRPr="00F54F45">
        <w:rPr>
          <w:spacing w:val="-2"/>
        </w:rPr>
        <w:t>ordre du jour.</w:t>
      </w:r>
    </w:p>
    <w:p w14:paraId="10DFE96A" w14:textId="77777777" w:rsidR="00BB15D6" w:rsidRPr="00F54F45" w:rsidRDefault="000C3DB9" w:rsidP="000C3DB9">
      <w:pPr>
        <w:pStyle w:val="H1G"/>
      </w:pPr>
      <w:r w:rsidRPr="00F54F45">
        <w:tab/>
      </w:r>
      <w:r w:rsidR="00BB15D6" w:rsidRPr="00F54F45">
        <w:t>B.</w:t>
      </w:r>
      <w:r w:rsidR="00BB15D6" w:rsidRPr="00F54F45">
        <w:tab/>
        <w:t>Règlement technique mondial ONU n</w:t>
      </w:r>
      <w:r w:rsidR="00BB15D6" w:rsidRPr="00F54F45">
        <w:rPr>
          <w:vertAlign w:val="superscript"/>
        </w:rPr>
        <w:t>o</w:t>
      </w:r>
      <w:r w:rsidR="005A3D2D" w:rsidRPr="00F54F45">
        <w:t> </w:t>
      </w:r>
      <w:r w:rsidR="00BB15D6" w:rsidRPr="00F54F45">
        <w:t>11 (Engins mobiles non routiers)</w:t>
      </w:r>
    </w:p>
    <w:p w14:paraId="790A4ADD" w14:textId="77777777" w:rsidR="00BB15D6" w:rsidRPr="00F54F45" w:rsidRDefault="00BB15D6" w:rsidP="00BB15D6">
      <w:pPr>
        <w:pStyle w:val="SingleTxtG"/>
        <w:spacing w:line="240" w:lineRule="auto"/>
        <w:ind w:left="1080"/>
        <w:rPr>
          <w:spacing w:val="-2"/>
        </w:rPr>
      </w:pPr>
      <w:r w:rsidRPr="00F54F45">
        <w:rPr>
          <w:spacing w:val="-2"/>
        </w:rPr>
        <w:t>36.</w:t>
      </w:r>
      <w:r w:rsidRPr="00F54F45">
        <w:rPr>
          <w:spacing w:val="-2"/>
        </w:rPr>
        <w:tab/>
        <w:t>Le GRPE n</w:t>
      </w:r>
      <w:r w:rsidR="00056C17" w:rsidRPr="00F54F45">
        <w:rPr>
          <w:spacing w:val="-2"/>
        </w:rPr>
        <w:t>’</w:t>
      </w:r>
      <w:r w:rsidRPr="00F54F45">
        <w:rPr>
          <w:spacing w:val="-2"/>
        </w:rPr>
        <w:t xml:space="preserve">a reçu aucune nouvelle proposition de modification du RTM ONU </w:t>
      </w:r>
      <w:r w:rsidR="000C3DB9" w:rsidRPr="00F54F45">
        <w:rPr>
          <w:rFonts w:eastAsia="MS Mincho"/>
          <w:szCs w:val="22"/>
        </w:rPr>
        <w:t>n</w:t>
      </w:r>
      <w:r w:rsidR="000C3DB9" w:rsidRPr="00F54F45">
        <w:rPr>
          <w:rFonts w:eastAsia="MS Mincho"/>
          <w:szCs w:val="22"/>
          <w:vertAlign w:val="superscript"/>
        </w:rPr>
        <w:t>o</w:t>
      </w:r>
      <w:r w:rsidR="000C3DB9" w:rsidRPr="00F54F45">
        <w:t> </w:t>
      </w:r>
      <w:r w:rsidRPr="00F54F45">
        <w:rPr>
          <w:spacing w:val="-2"/>
        </w:rPr>
        <w:t>11.</w:t>
      </w:r>
    </w:p>
    <w:p w14:paraId="1AE70BCE" w14:textId="77777777" w:rsidR="00BB15D6" w:rsidRPr="00F54F45" w:rsidRDefault="007C6981" w:rsidP="00BB15D6">
      <w:pPr>
        <w:pStyle w:val="HChG"/>
        <w:keepNext w:val="0"/>
        <w:keepLines w:val="0"/>
        <w:spacing w:line="240" w:lineRule="auto"/>
        <w:rPr>
          <w:color w:val="000000" w:themeColor="text1"/>
        </w:rPr>
      </w:pPr>
      <w:r w:rsidRPr="00F54F45">
        <w:tab/>
      </w:r>
      <w:r w:rsidR="00BB15D6" w:rsidRPr="00F54F45">
        <w:t>VIII.</w:t>
      </w:r>
      <w:r w:rsidR="00BB15D6" w:rsidRPr="00F54F45">
        <w:tab/>
      </w:r>
      <w:r w:rsidR="00BB15D6" w:rsidRPr="00F54F45">
        <w:rPr>
          <w:bCs/>
        </w:rPr>
        <w:t xml:space="preserve">Programme de mesure des particules (PMP) </w:t>
      </w:r>
      <w:r w:rsidRPr="00F54F45">
        <w:rPr>
          <w:bCs/>
        </w:rPr>
        <w:br/>
      </w:r>
      <w:r w:rsidR="00BB15D6" w:rsidRPr="00F54F45">
        <w:rPr>
          <w:bCs/>
        </w:rPr>
        <w:t>(point 7 de l</w:t>
      </w:r>
      <w:r w:rsidR="00056C17" w:rsidRPr="00F54F45">
        <w:rPr>
          <w:bCs/>
        </w:rPr>
        <w:t>’</w:t>
      </w:r>
      <w:r w:rsidR="00BB15D6" w:rsidRPr="00F54F45">
        <w:rPr>
          <w:bCs/>
        </w:rPr>
        <w:t>ordre du jour)</w:t>
      </w:r>
      <w:bookmarkStart w:id="17" w:name="_Toc317520888"/>
      <w:bookmarkEnd w:id="17"/>
    </w:p>
    <w:p w14:paraId="2CBC99B5" w14:textId="77777777" w:rsidR="00BB15D6" w:rsidRPr="00F54F45" w:rsidRDefault="00BB15D6" w:rsidP="007A521F">
      <w:pPr>
        <w:pStyle w:val="SingleTxtG"/>
        <w:ind w:left="2552" w:hanging="1418"/>
        <w:jc w:val="left"/>
      </w:pPr>
      <w:r w:rsidRPr="00F54F45">
        <w:rPr>
          <w:i/>
          <w:iCs/>
        </w:rPr>
        <w:t>Document</w:t>
      </w:r>
      <w:r w:rsidR="009A0834" w:rsidRPr="00F54F45">
        <w:rPr>
          <w:i/>
          <w:iCs/>
        </w:rPr>
        <w:t>(</w:t>
      </w:r>
      <w:r w:rsidRPr="00F54F45">
        <w:rPr>
          <w:i/>
          <w:iCs/>
        </w:rPr>
        <w:t>s</w:t>
      </w:r>
      <w:r w:rsidR="009A0834" w:rsidRPr="00F54F45">
        <w:rPr>
          <w:i/>
          <w:iCs/>
        </w:rPr>
        <w:t>)</w:t>
      </w:r>
      <w:r w:rsidRPr="00F54F45">
        <w:rPr>
          <w:i/>
          <w:iCs/>
        </w:rPr>
        <w:t xml:space="preserve"> </w:t>
      </w:r>
      <w:r w:rsidRPr="00A13302">
        <w:rPr>
          <w:iCs/>
        </w:rPr>
        <w:t>:</w:t>
      </w:r>
      <w:r w:rsidRPr="00F54F45">
        <w:tab/>
        <w:t>GRPE-79-07, GRPE-79-13 et GRPE-79-14</w:t>
      </w:r>
      <w:r w:rsidR="00B137C3" w:rsidRPr="00F54F45">
        <w:t>.</w:t>
      </w:r>
    </w:p>
    <w:p w14:paraId="5A616D40" w14:textId="77777777" w:rsidR="00BB15D6" w:rsidRPr="00F54F45" w:rsidRDefault="00BB15D6" w:rsidP="00BB2699">
      <w:pPr>
        <w:pStyle w:val="SingleTxtG"/>
      </w:pPr>
      <w:r w:rsidRPr="00F54F45">
        <w:t>37.</w:t>
      </w:r>
      <w:r w:rsidRPr="00F54F45">
        <w:tab/>
        <w:t>Le représentant de la Fédération de Russie a présenté le document GRPE-79-07, qui vise à mieux faire connaître les émissions de particules ne provenant pas de l</w:t>
      </w:r>
      <w:r w:rsidR="00056C17" w:rsidRPr="00F54F45">
        <w:t>’</w:t>
      </w:r>
      <w:r w:rsidRPr="00F54F45">
        <w:t>échappement mais de l</w:t>
      </w:r>
      <w:r w:rsidR="00056C17" w:rsidRPr="00F54F45">
        <w:t>’</w:t>
      </w:r>
      <w:r w:rsidRPr="00F54F45">
        <w:t>usure des garnitures de freins, des pneumatiques et des routes. Le Président a souligné que le sujet figurait à l</w:t>
      </w:r>
      <w:r w:rsidR="00056C17" w:rsidRPr="00F54F45">
        <w:t>’</w:t>
      </w:r>
      <w:r w:rsidRPr="00F54F45">
        <w:t>ordre du jour du groupe de travail informel du Programme de mesure des particules, ce qui témoigne de la pertinence du sujet. Il a également mentionné que le Groupe de travail du bruit et des pneumatiques (GRBP) examinait une proposition des Pays-Bas sur la labellisation des revêtements routiers, qui portait notamment sur la réduction du bruit dû à la circulation, la résistance au dérapage sur sol mouillé, la résistance au roulement et la durée de vie (ECE/TRANS/WP.29/GRB/2019/2).</w:t>
      </w:r>
    </w:p>
    <w:p w14:paraId="66A90870" w14:textId="77777777" w:rsidR="00BB15D6" w:rsidRPr="00F54F45" w:rsidRDefault="00BB15D6" w:rsidP="00BB2699">
      <w:pPr>
        <w:pStyle w:val="SingleTxtG"/>
      </w:pPr>
      <w:r w:rsidRPr="00F54F45">
        <w:t>38.</w:t>
      </w:r>
      <w:r w:rsidRPr="00F54F45">
        <w:tab/>
        <w:t>Le Président du groupe de travail informel du Programme de mesure des particules (PMP) a présenté un rapport de situation sur les activités du groupe concernant les émissions de particules provenant du système d</w:t>
      </w:r>
      <w:r w:rsidR="00056C17" w:rsidRPr="00F54F45">
        <w:t>’</w:t>
      </w:r>
      <w:r w:rsidRPr="00F54F45">
        <w:t>échappement et sur celles qui ont une autre origine (GRPE-79-13).</w:t>
      </w:r>
    </w:p>
    <w:p w14:paraId="7DB5A8DE" w14:textId="77777777" w:rsidR="00BB15D6" w:rsidRPr="00F54F45" w:rsidRDefault="00BB15D6" w:rsidP="00BB2699">
      <w:pPr>
        <w:pStyle w:val="SingleTxtG"/>
      </w:pPr>
      <w:r w:rsidRPr="00F54F45">
        <w:t>39.</w:t>
      </w:r>
      <w:r w:rsidRPr="00F54F45">
        <w:tab/>
        <w:t>Le représentant de l</w:t>
      </w:r>
      <w:r w:rsidR="00056C17" w:rsidRPr="00F54F45">
        <w:t>’</w:t>
      </w:r>
      <w:r w:rsidR="00E603F9" w:rsidRPr="00F54F45">
        <w:t>I</w:t>
      </w:r>
      <w:r w:rsidRPr="00F54F45">
        <w:t>nde a demandé s</w:t>
      </w:r>
      <w:r w:rsidR="00056C17" w:rsidRPr="00F54F45">
        <w:t>’</w:t>
      </w:r>
      <w:r w:rsidRPr="00F54F45">
        <w:t>il existait une corrélation entre les tubes d</w:t>
      </w:r>
      <w:r w:rsidR="00056C17" w:rsidRPr="00F54F45">
        <w:t>’</w:t>
      </w:r>
      <w:r w:rsidRPr="00F54F45">
        <w:t>évaporation existants et les strippers pour ce qui est des mesures des émissions de particules inférieures à 23</w:t>
      </w:r>
      <w:r w:rsidR="009A0834" w:rsidRPr="00F54F45">
        <w:t> </w:t>
      </w:r>
      <w:r w:rsidRPr="00F54F45">
        <w:t>nm. Le Président du groupe de travail informel du Programme de mesure des particules a répondu que la mesure de l</w:t>
      </w:r>
      <w:r w:rsidR="00056C17" w:rsidRPr="00F54F45">
        <w:t>’</w:t>
      </w:r>
      <w:r w:rsidRPr="00F54F45">
        <w:t>évaporation fonctionnait pour les moteurs diesel, et que pour les moteurs à allumage commandé (par exemple les véhicules de la catégorie L à deux temps), certains éléments étaient mesurés. Le groupe de travail informel du Programme de mesure des particules envisage l</w:t>
      </w:r>
      <w:r w:rsidR="00056C17" w:rsidRPr="00F54F45">
        <w:t>’</w:t>
      </w:r>
      <w:r w:rsidRPr="00F54F45">
        <w:t>adoption de deux approches à l</w:t>
      </w:r>
      <w:r w:rsidR="00056C17" w:rsidRPr="00F54F45">
        <w:t>’</w:t>
      </w:r>
      <w:r w:rsidRPr="00F54F45">
        <w:t>avenir. Le représentant de l</w:t>
      </w:r>
      <w:r w:rsidR="00056C17" w:rsidRPr="00F54F45">
        <w:t>’</w:t>
      </w:r>
      <w:r w:rsidRPr="00F54F45">
        <w:t xml:space="preserve">Inde a demandé des explications supplémentaires sur la dispersion constatée lors des essais comparatifs </w:t>
      </w:r>
      <w:proofErr w:type="spellStart"/>
      <w:r w:rsidRPr="00F54F45">
        <w:t>interlaboratoires</w:t>
      </w:r>
      <w:proofErr w:type="spellEnd"/>
      <w:r w:rsidRPr="00F54F45">
        <w:t>. Le Président du groupe de travail informel du Programme de mesure des particules a expliqué que deux compteurs de particules de condensation étaient connectés à la même ligne d</w:t>
      </w:r>
      <w:r w:rsidR="00056C17" w:rsidRPr="00F54F45">
        <w:t>’</w:t>
      </w:r>
      <w:r w:rsidRPr="00F54F45">
        <w:t>échappement, l</w:t>
      </w:r>
      <w:r w:rsidR="00056C17" w:rsidRPr="00F54F45">
        <w:t>’</w:t>
      </w:r>
      <w:r w:rsidRPr="00F54F45">
        <w:t>un pour mesurer les particules de 23</w:t>
      </w:r>
      <w:r w:rsidR="009A0834" w:rsidRPr="00F54F45">
        <w:t> </w:t>
      </w:r>
      <w:r w:rsidRPr="00F54F45">
        <w:t>nm, l</w:t>
      </w:r>
      <w:r w:rsidR="00056C17" w:rsidRPr="00F54F45">
        <w:t>’</w:t>
      </w:r>
      <w:r w:rsidRPr="00F54F45">
        <w:t>autre pour mesurer les particules de 10</w:t>
      </w:r>
      <w:r w:rsidR="009A0834" w:rsidRPr="00F54F45">
        <w:t> </w:t>
      </w:r>
      <w:r w:rsidRPr="00F54F45">
        <w:t>nm. Il a précisé que l</w:t>
      </w:r>
      <w:r w:rsidR="00056C17" w:rsidRPr="00F54F45">
        <w:t>’</w:t>
      </w:r>
      <w:r w:rsidRPr="00F54F45">
        <w:t>emplacement des points d</w:t>
      </w:r>
      <w:r w:rsidR="00056C17" w:rsidRPr="00F54F45">
        <w:t>’</w:t>
      </w:r>
      <w:r w:rsidRPr="00F54F45">
        <w:t>échantillonnage était d</w:t>
      </w:r>
      <w:r w:rsidR="00056C17" w:rsidRPr="00F54F45">
        <w:t>’</w:t>
      </w:r>
      <w:r w:rsidRPr="00F54F45">
        <w:t>une grande importance et pouvait expliquer en partie la dispersion observée. Il a souligné que la variabilité du démarrage à chaud était plus élevée car les valeurs absolues étaient inférieures à celles des démarrages à froid. Le représentant de l</w:t>
      </w:r>
      <w:r w:rsidR="00056C17" w:rsidRPr="00F54F45">
        <w:t>’</w:t>
      </w:r>
      <w:r w:rsidRPr="00F54F45">
        <w:t>Inde a également demandé si la dispersion était adaptée aux mesures post-Euro 6. Le Président du groupe de travail informel du Programme de mesure des particules a répondu qu</w:t>
      </w:r>
      <w:r w:rsidR="00056C17" w:rsidRPr="00F54F45">
        <w:t>’</w:t>
      </w:r>
      <w:r w:rsidRPr="00F54F45">
        <w:t>un seul compteur de particules serait prescrit dans la future législation, ce qui garantirait une mesure plus cohérente et un emplacement du point de prélèvement dans la ligne d</w:t>
      </w:r>
      <w:r w:rsidR="00056C17" w:rsidRPr="00F54F45">
        <w:t>’</w:t>
      </w:r>
      <w:r w:rsidRPr="00F54F45">
        <w:t>échappement plus atteignable.</w:t>
      </w:r>
    </w:p>
    <w:p w14:paraId="3D1C5A57" w14:textId="77777777" w:rsidR="00BB15D6" w:rsidRPr="00F54F45" w:rsidRDefault="00BB15D6" w:rsidP="00BB2699">
      <w:pPr>
        <w:pStyle w:val="SingleTxtG"/>
      </w:pPr>
      <w:r w:rsidRPr="00F54F45">
        <w:t>40.</w:t>
      </w:r>
      <w:r w:rsidRPr="00F54F45">
        <w:tab/>
        <w:t>Le Président a demandé quel était le délai prévu pour la mise en place d</w:t>
      </w:r>
      <w:r w:rsidR="00056C17" w:rsidRPr="00F54F45">
        <w:t>’</w:t>
      </w:r>
      <w:r w:rsidRPr="00F54F45">
        <w:t>une procédure de mesure des particules de moins de 23</w:t>
      </w:r>
      <w:r w:rsidR="00BB2699" w:rsidRPr="00F54F45">
        <w:t> </w:t>
      </w:r>
      <w:r w:rsidRPr="00F54F45">
        <w:t>nm. Le Président du groupe de travail informel du Programme de mesure des particules a confirmé qu</w:t>
      </w:r>
      <w:r w:rsidR="00056C17" w:rsidRPr="00F54F45">
        <w:t>’</w:t>
      </w:r>
      <w:r w:rsidRPr="00F54F45">
        <w:t>un document de travail était attendu pour la session de juin 2020 du GRPE.</w:t>
      </w:r>
    </w:p>
    <w:p w14:paraId="03C281AB" w14:textId="77777777" w:rsidR="00BB15D6" w:rsidRPr="00F54F45" w:rsidRDefault="00BB15D6" w:rsidP="00C100E2">
      <w:pPr>
        <w:pStyle w:val="SingleTxtG"/>
      </w:pPr>
      <w:r w:rsidRPr="00F54F45">
        <w:lastRenderedPageBreak/>
        <w:t>41.</w:t>
      </w:r>
      <w:r w:rsidRPr="00F54F45">
        <w:tab/>
        <w:t>Le représentant des États-Unis d</w:t>
      </w:r>
      <w:r w:rsidR="00056C17" w:rsidRPr="00F54F45">
        <w:t>’</w:t>
      </w:r>
      <w:r w:rsidRPr="00F54F45">
        <w:t>Amérique a confirmé que les conclusions des travaux menés sur les particules ne provenant pas du système d</w:t>
      </w:r>
      <w:r w:rsidR="00056C17" w:rsidRPr="00F54F45">
        <w:t>’</w:t>
      </w:r>
      <w:r w:rsidRPr="00F54F45">
        <w:t>échappement aux États</w:t>
      </w:r>
      <w:r w:rsidR="00C100E2" w:rsidRPr="00F54F45">
        <w:noBreakHyphen/>
      </w:r>
      <w:r w:rsidRPr="00F54F45">
        <w:t>Unis étaient conformes à celles du groupe de travail informel du Programme de mesure des particules et aux résultats présentés par le représentant de la Fédération de Russie dans le document GRPE-79-07. Il a expliqué que les caractéristiques des pneumatiques évoluaient pour améliorer la sécurité et la résistance au roulement et a encouragé le GRPE à examiner attentivement les effets de ces modifications sur l</w:t>
      </w:r>
      <w:r w:rsidR="00056C17" w:rsidRPr="00F54F45">
        <w:t>’</w:t>
      </w:r>
      <w:r w:rsidRPr="00F54F45">
        <w:t>usure des pneumatiques et les émissions de particules associées. Le représentant des Etats-Unis a proposé de présenter un exposé sur les activités en cours aux États-Unis d</w:t>
      </w:r>
      <w:r w:rsidR="00056C17" w:rsidRPr="00F54F45">
        <w:t>’</w:t>
      </w:r>
      <w:r w:rsidRPr="00F54F45">
        <w:t>Amérique dans ce domaine à la prochaine session du GRPE en janvier 2020.</w:t>
      </w:r>
    </w:p>
    <w:p w14:paraId="57F52A3A" w14:textId="77777777" w:rsidR="00BB15D6" w:rsidRPr="00F54F45" w:rsidRDefault="00BB15D6" w:rsidP="00C100E2">
      <w:pPr>
        <w:pStyle w:val="SingleTxtG"/>
      </w:pPr>
      <w:bookmarkStart w:id="18" w:name="_Hlk19778866"/>
      <w:r w:rsidRPr="00F54F45">
        <w:t>42.</w:t>
      </w:r>
      <w:r w:rsidRPr="00F54F45">
        <w:tab/>
        <w:t>Le Président du groupe de travail informel du Programme de mesure des particules a présenté le mandat révisé du groupe de travail (GRPE-79-14), qui prévoit de prolonger ses activités jusqu</w:t>
      </w:r>
      <w:r w:rsidR="00056C17" w:rsidRPr="00F54F45">
        <w:t>’</w:t>
      </w:r>
      <w:r w:rsidRPr="00F54F45">
        <w:t>en juin 2021. Le Président du groupe de travail informel de la procédure d</w:t>
      </w:r>
      <w:r w:rsidR="00056C17" w:rsidRPr="00F54F45">
        <w:t>’</w:t>
      </w:r>
      <w:r w:rsidRPr="00F54F45">
        <w:t xml:space="preserve">essai mondiale harmonisée pour les voitures particulières et véhicules utilitaires légers (WLTP) a demandé si le groupe de travail informel du Programme de mesure des particules </w:t>
      </w:r>
      <w:r w:rsidRPr="009D60E4">
        <w:rPr>
          <w:spacing w:val="-2"/>
        </w:rPr>
        <w:t>(PMP) devait prévoir une charge de travail supplémentaire</w:t>
      </w:r>
      <w:bookmarkEnd w:id="18"/>
      <w:r w:rsidRPr="009D60E4">
        <w:rPr>
          <w:spacing w:val="-2"/>
        </w:rPr>
        <w:t xml:space="preserve"> pour adapter le RTM </w:t>
      </w:r>
      <w:r w:rsidR="00A13302" w:rsidRPr="009D60E4">
        <w:rPr>
          <w:spacing w:val="-2"/>
        </w:rPr>
        <w:t xml:space="preserve">ONU </w:t>
      </w:r>
      <w:r w:rsidR="00C100E2" w:rsidRPr="009D60E4">
        <w:rPr>
          <w:rFonts w:eastAsia="MS Mincho"/>
          <w:spacing w:val="-2"/>
          <w:szCs w:val="22"/>
        </w:rPr>
        <w:t>n</w:t>
      </w:r>
      <w:r w:rsidR="00C100E2" w:rsidRPr="009D60E4">
        <w:rPr>
          <w:rFonts w:eastAsia="MS Mincho"/>
          <w:spacing w:val="-2"/>
          <w:szCs w:val="22"/>
          <w:vertAlign w:val="superscript"/>
        </w:rPr>
        <w:t>o</w:t>
      </w:r>
      <w:r w:rsidR="00C100E2" w:rsidRPr="009D60E4">
        <w:rPr>
          <w:spacing w:val="-2"/>
        </w:rPr>
        <w:t> </w:t>
      </w:r>
      <w:r w:rsidRPr="009D60E4">
        <w:rPr>
          <w:spacing w:val="-2"/>
        </w:rPr>
        <w:t>15</w:t>
      </w:r>
      <w:r w:rsidRPr="00F54F45">
        <w:t xml:space="preserve"> aux prescriptions concernant les particules de moins de 23</w:t>
      </w:r>
      <w:r w:rsidR="00C100E2" w:rsidRPr="00F54F45">
        <w:t> </w:t>
      </w:r>
      <w:r w:rsidRPr="00F54F45">
        <w:t>nm. Le Président du groupe de travail informel du Programme de mesure des particules a dit qu</w:t>
      </w:r>
      <w:r w:rsidR="00056C17" w:rsidRPr="00F54F45">
        <w:t>’</w:t>
      </w:r>
      <w:r w:rsidRPr="00F54F45">
        <w:t>il ne s</w:t>
      </w:r>
      <w:r w:rsidR="00056C17" w:rsidRPr="00F54F45">
        <w:t>’</w:t>
      </w:r>
      <w:r w:rsidRPr="00F54F45">
        <w:t xml:space="preserve">attendait pas à ce que le RTM </w:t>
      </w:r>
      <w:r w:rsidR="00273E6B" w:rsidRPr="00F54F45">
        <w:t>ONU</w:t>
      </w:r>
      <w:r w:rsidR="00273E6B" w:rsidRPr="00F54F45">
        <w:rPr>
          <w:rFonts w:eastAsia="MS Mincho"/>
          <w:szCs w:val="22"/>
        </w:rPr>
        <w:t xml:space="preserve"> </w:t>
      </w:r>
      <w:r w:rsidR="00C100E2" w:rsidRPr="00F54F45">
        <w:rPr>
          <w:rFonts w:eastAsia="MS Mincho"/>
          <w:szCs w:val="22"/>
        </w:rPr>
        <w:t>n</w:t>
      </w:r>
      <w:r w:rsidR="00C100E2" w:rsidRPr="00F54F45">
        <w:rPr>
          <w:rFonts w:eastAsia="MS Mincho"/>
          <w:szCs w:val="22"/>
          <w:vertAlign w:val="superscript"/>
        </w:rPr>
        <w:t>o</w:t>
      </w:r>
      <w:r w:rsidR="00C100E2" w:rsidRPr="00F54F45">
        <w:t> </w:t>
      </w:r>
      <w:r w:rsidRPr="00F54F45">
        <w:t>15 soit profondément modifié et qu</w:t>
      </w:r>
      <w:r w:rsidR="00056C17" w:rsidRPr="00F54F45">
        <w:t>’</w:t>
      </w:r>
      <w:r w:rsidRPr="00F54F45">
        <w:t>il serait heureux de poursuivre sa collaboration avec le groupe de travail informel WLTP.</w:t>
      </w:r>
    </w:p>
    <w:p w14:paraId="7361DA3E" w14:textId="77777777" w:rsidR="00BB15D6" w:rsidRPr="00F54F45" w:rsidRDefault="00BB15D6" w:rsidP="00C100E2">
      <w:pPr>
        <w:pStyle w:val="SingleTxtG"/>
      </w:pPr>
      <w:r w:rsidRPr="00F54F45">
        <w:t>43.</w:t>
      </w:r>
      <w:r w:rsidRPr="00F54F45">
        <w:tab/>
        <w:t>Le représentant de l</w:t>
      </w:r>
      <w:r w:rsidR="00056C17" w:rsidRPr="00F54F45">
        <w:t>’</w:t>
      </w:r>
      <w:r w:rsidRPr="00F54F45">
        <w:t>OICA a demandé que l</w:t>
      </w:r>
      <w:r w:rsidR="00056C17" w:rsidRPr="00F54F45">
        <w:t>’</w:t>
      </w:r>
      <w:r w:rsidRPr="00F54F45">
        <w:t>on examine plus avant les dispositions transitoires lorsque la nouvelle méthode de mesure des particules inférieures à 23</w:t>
      </w:r>
      <w:r w:rsidR="00C100E2" w:rsidRPr="00F54F45">
        <w:t> </w:t>
      </w:r>
      <w:r w:rsidRPr="00F54F45">
        <w:t>nm aura été finalisée. Le Président a convenu que ces dispositions étaient importantes et que leur examen serait entrepris lorsque la nouvelle procédure serait disponible et prête à être intégrée aux textes des règlements.</w:t>
      </w:r>
    </w:p>
    <w:p w14:paraId="0BFE814D" w14:textId="77777777" w:rsidR="00BB15D6" w:rsidRPr="00F54F45" w:rsidRDefault="00BB15D6" w:rsidP="00C100E2">
      <w:pPr>
        <w:pStyle w:val="SingleTxtG"/>
      </w:pPr>
      <w:r w:rsidRPr="00F54F45">
        <w:t>44.</w:t>
      </w:r>
      <w:r w:rsidRPr="00F54F45">
        <w:tab/>
        <w:t>Le représentant de l</w:t>
      </w:r>
      <w:r w:rsidR="00056C17" w:rsidRPr="00F54F45">
        <w:t>’</w:t>
      </w:r>
      <w:proofErr w:type="spellStart"/>
      <w:r w:rsidRPr="00F54F45">
        <w:t>European</w:t>
      </w:r>
      <w:proofErr w:type="spellEnd"/>
      <w:r w:rsidRPr="00F54F45">
        <w:t xml:space="preserve"> Association of </w:t>
      </w:r>
      <w:proofErr w:type="spellStart"/>
      <w:r w:rsidRPr="00F54F45">
        <w:t>Internal</w:t>
      </w:r>
      <w:proofErr w:type="spellEnd"/>
      <w:r w:rsidRPr="00F54F45">
        <w:t xml:space="preserve"> Combustion Engine </w:t>
      </w:r>
      <w:proofErr w:type="spellStart"/>
      <w:r w:rsidRPr="00F54F45">
        <w:t>Manufacturers</w:t>
      </w:r>
      <w:proofErr w:type="spellEnd"/>
      <w:r w:rsidRPr="00F54F45">
        <w:t xml:space="preserve"> (EUROMOT) a demandé des précisions sur une éventuelle mise à jour du Règlement ONU </w:t>
      </w:r>
      <w:r w:rsidR="00C100E2" w:rsidRPr="00F54F45">
        <w:rPr>
          <w:rFonts w:eastAsia="MS Mincho"/>
          <w:szCs w:val="22"/>
        </w:rPr>
        <w:t>n</w:t>
      </w:r>
      <w:r w:rsidR="00C100E2" w:rsidRPr="00F54F45">
        <w:rPr>
          <w:rFonts w:eastAsia="MS Mincho"/>
          <w:szCs w:val="22"/>
          <w:vertAlign w:val="superscript"/>
        </w:rPr>
        <w:t>o</w:t>
      </w:r>
      <w:r w:rsidR="00C100E2" w:rsidRPr="00F54F45">
        <w:t> </w:t>
      </w:r>
      <w:r w:rsidRPr="00F54F45">
        <w:t>96, une nouvelle série d</w:t>
      </w:r>
      <w:r w:rsidR="00056C17" w:rsidRPr="00F54F45">
        <w:t>’</w:t>
      </w:r>
      <w:r w:rsidRPr="00F54F45">
        <w:t>amendements venant d</w:t>
      </w:r>
      <w:r w:rsidR="00056C17" w:rsidRPr="00F54F45">
        <w:t>’</w:t>
      </w:r>
      <w:r w:rsidRPr="00F54F45">
        <w:t>être publiée. Le Président a confirmé qu</w:t>
      </w:r>
      <w:r w:rsidR="00056C17" w:rsidRPr="00F54F45">
        <w:t>’</w:t>
      </w:r>
      <w:r w:rsidRPr="00F54F45">
        <w:t>il faudrait envisager d</w:t>
      </w:r>
      <w:r w:rsidR="00056C17" w:rsidRPr="00F54F45">
        <w:t>’</w:t>
      </w:r>
      <w:r w:rsidRPr="00F54F45">
        <w:t>introduire des dispositions relatives à la mesure des émissions de particules inférieures à 23</w:t>
      </w:r>
      <w:r w:rsidR="00C100E2" w:rsidRPr="00F54F45">
        <w:t> </w:t>
      </w:r>
      <w:r w:rsidRPr="00F54F45">
        <w:t xml:space="preserve">nm dans le Règlement ONU </w:t>
      </w:r>
      <w:r w:rsidR="00C100E2" w:rsidRPr="00F54F45">
        <w:rPr>
          <w:rFonts w:eastAsia="MS Mincho"/>
          <w:szCs w:val="22"/>
        </w:rPr>
        <w:t>n</w:t>
      </w:r>
      <w:r w:rsidR="00C100E2" w:rsidRPr="00F54F45">
        <w:rPr>
          <w:rFonts w:eastAsia="MS Mincho"/>
          <w:szCs w:val="22"/>
          <w:vertAlign w:val="superscript"/>
        </w:rPr>
        <w:t>o</w:t>
      </w:r>
      <w:r w:rsidR="00C100E2" w:rsidRPr="00F54F45">
        <w:t> </w:t>
      </w:r>
      <w:r w:rsidRPr="00F54F45">
        <w:t>96. Le représentant d</w:t>
      </w:r>
      <w:r w:rsidR="00056C17" w:rsidRPr="00F54F45">
        <w:t>’</w:t>
      </w:r>
      <w:r w:rsidRPr="00F54F45">
        <w:t>EUROMOT a précisé que la procédure de mesure des émissions de particules inférieures à 23</w:t>
      </w:r>
      <w:r w:rsidR="00C100E2" w:rsidRPr="00F54F45">
        <w:t> </w:t>
      </w:r>
      <w:r w:rsidRPr="00F54F45">
        <w:t>nm qui sera mise en place s</w:t>
      </w:r>
      <w:r w:rsidR="00056C17" w:rsidRPr="00F54F45">
        <w:t>’</w:t>
      </w:r>
      <w:r w:rsidRPr="00F54F45">
        <w:t>appliquera probablement aux véhicules légers et aux véhicules utilitaires lourds dans le cadre du nouvel ensemble de mesures sur les limites d</w:t>
      </w:r>
      <w:r w:rsidR="00056C17" w:rsidRPr="00F54F45">
        <w:t>’</w:t>
      </w:r>
      <w:r w:rsidRPr="00F54F45">
        <w:t>émissions, un nouvel ensemble de mesures venant d</w:t>
      </w:r>
      <w:r w:rsidR="00056C17" w:rsidRPr="00F54F45">
        <w:t>’</w:t>
      </w:r>
      <w:r w:rsidRPr="00F54F45">
        <w:t>être adopté pour les engins mobiles non routiers (EMNR). Le Président du groupe de travail informel PMP a confirmé que les travaux réalisés sur les particules de moins de 23</w:t>
      </w:r>
      <w:r w:rsidR="00C100E2" w:rsidRPr="00F54F45">
        <w:t> </w:t>
      </w:r>
      <w:r w:rsidRPr="00F54F45">
        <w:t>nm portaient essentiellement sur les applications routières et qu</w:t>
      </w:r>
      <w:r w:rsidR="00056C17" w:rsidRPr="00F54F45">
        <w:t>’</w:t>
      </w:r>
      <w:r w:rsidRPr="00F54F45">
        <w:t>aucun développement n</w:t>
      </w:r>
      <w:r w:rsidR="00056C17" w:rsidRPr="00F54F45">
        <w:t>’</w:t>
      </w:r>
      <w:r w:rsidRPr="00F54F45">
        <w:t>était en cours actuellement pour les EMNR, pour lesquels une procédure de validation pouvait être lancée si nécessaire. Le Président a proposé d</w:t>
      </w:r>
      <w:r w:rsidR="00056C17" w:rsidRPr="00F54F45">
        <w:t>’</w:t>
      </w:r>
      <w:r w:rsidRPr="00F54F45">
        <w:t>étudier plus avant la question afin d</w:t>
      </w:r>
      <w:r w:rsidR="00056C17" w:rsidRPr="00F54F45">
        <w:t>’</w:t>
      </w:r>
      <w:r w:rsidRPr="00F54F45">
        <w:t>évaluer les différences entre les applications routières et les applications hors route lorsque la procédure serait disponible.</w:t>
      </w:r>
    </w:p>
    <w:p w14:paraId="3DB3155B" w14:textId="77777777" w:rsidR="00BB15D6" w:rsidRPr="00F54F45" w:rsidRDefault="00BB15D6" w:rsidP="00C100E2">
      <w:pPr>
        <w:pStyle w:val="SingleTxtG"/>
      </w:pPr>
      <w:bookmarkStart w:id="19" w:name="_Hlk19779069"/>
      <w:r w:rsidRPr="00F54F45">
        <w:t>45.</w:t>
      </w:r>
      <w:r w:rsidRPr="00F54F45">
        <w:tab/>
        <w:t>Le GRPE s</w:t>
      </w:r>
      <w:r w:rsidR="00056C17" w:rsidRPr="00F54F45">
        <w:t>’</w:t>
      </w:r>
      <w:r w:rsidRPr="00F54F45">
        <w:t>est déclaré favorable à la prorogation des travaux du groupe de travail informel du Programme de mesure des particules (PMP) jusqu</w:t>
      </w:r>
      <w:r w:rsidR="00056C17" w:rsidRPr="00F54F45">
        <w:t>’</w:t>
      </w:r>
      <w:r w:rsidRPr="00F54F45">
        <w:t>en juin 2021, comme indiqué à l</w:t>
      </w:r>
      <w:r w:rsidR="00056C17" w:rsidRPr="00F54F45">
        <w:t>’</w:t>
      </w:r>
      <w:r w:rsidRPr="00F54F45">
        <w:t>annexe III.</w:t>
      </w:r>
    </w:p>
    <w:bookmarkEnd w:id="19"/>
    <w:p w14:paraId="1A47083F" w14:textId="77777777" w:rsidR="00BB15D6" w:rsidRPr="00F54F45" w:rsidRDefault="00BB15D6" w:rsidP="00C100E2">
      <w:pPr>
        <w:pStyle w:val="SingleTxtG"/>
      </w:pPr>
      <w:r w:rsidRPr="00F54F45">
        <w:t>46.</w:t>
      </w:r>
      <w:r w:rsidRPr="00F54F45">
        <w:tab/>
        <w:t>Le GRPE s</w:t>
      </w:r>
      <w:r w:rsidR="00056C17" w:rsidRPr="00F54F45">
        <w:t>’</w:t>
      </w:r>
      <w:r w:rsidRPr="00F54F45">
        <w:t>est félicité des progrès réalisés par le groupe de travail informel PMP et a pris note de sa demande de mise à disposition d</w:t>
      </w:r>
      <w:r w:rsidR="00056C17" w:rsidRPr="00F54F45">
        <w:t>’</w:t>
      </w:r>
      <w:r w:rsidRPr="00F54F45">
        <w:t>une salle de réunion pendant une demi</w:t>
      </w:r>
      <w:r w:rsidR="00F3581D" w:rsidRPr="00F54F45">
        <w:noBreakHyphen/>
      </w:r>
      <w:r w:rsidRPr="00F54F45">
        <w:t>journée au cours de la semaine du GRPE en janvier 2020.</w:t>
      </w:r>
    </w:p>
    <w:p w14:paraId="3214179A" w14:textId="77777777" w:rsidR="00BB15D6" w:rsidRPr="00F54F45" w:rsidRDefault="00C100E2" w:rsidP="00C100E2">
      <w:pPr>
        <w:pStyle w:val="HChG"/>
      </w:pPr>
      <w:bookmarkStart w:id="20" w:name="_Toc317520889"/>
      <w:r w:rsidRPr="00F54F45">
        <w:tab/>
      </w:r>
      <w:r w:rsidR="00BB15D6" w:rsidRPr="00F54F45">
        <w:t>IX.</w:t>
      </w:r>
      <w:r w:rsidR="00BB15D6" w:rsidRPr="00F54F45">
        <w:tab/>
        <w:t>Motocycles et cyclomoteurs (point 8 de l</w:t>
      </w:r>
      <w:r w:rsidR="00056C17" w:rsidRPr="00F54F45">
        <w:t>’</w:t>
      </w:r>
      <w:r w:rsidR="00BB15D6" w:rsidRPr="00F54F45">
        <w:t>ordre du jour)</w:t>
      </w:r>
      <w:bookmarkEnd w:id="20"/>
    </w:p>
    <w:p w14:paraId="47DA4A0F" w14:textId="77777777" w:rsidR="00BB15D6" w:rsidRPr="00F54F45" w:rsidRDefault="00C100E2" w:rsidP="00601CAF">
      <w:pPr>
        <w:pStyle w:val="H1G"/>
      </w:pPr>
      <w:r w:rsidRPr="00F54F45">
        <w:tab/>
      </w:r>
      <w:r w:rsidR="00BB15D6" w:rsidRPr="00F54F45">
        <w:t>A.</w:t>
      </w:r>
      <w:r w:rsidR="00BB15D6" w:rsidRPr="00F54F45">
        <w:tab/>
        <w:t xml:space="preserve">Règlements ONU </w:t>
      </w:r>
      <w:r w:rsidRPr="00F54F45">
        <w:rPr>
          <w:rFonts w:eastAsia="MS Mincho"/>
          <w:szCs w:val="22"/>
        </w:rPr>
        <w:t>n</w:t>
      </w:r>
      <w:r w:rsidRPr="00F54F45">
        <w:rPr>
          <w:rFonts w:eastAsia="MS Mincho"/>
          <w:szCs w:val="22"/>
          <w:vertAlign w:val="superscript"/>
        </w:rPr>
        <w:t>os</w:t>
      </w:r>
      <w:r w:rsidRPr="00F54F45">
        <w:t> </w:t>
      </w:r>
      <w:r w:rsidR="00BB15D6" w:rsidRPr="00F54F45">
        <w:t xml:space="preserve">40 (Émissions de gaz polluants des motocycles) </w:t>
      </w:r>
      <w:r w:rsidR="004B2EF1" w:rsidRPr="00F54F45">
        <w:br/>
      </w:r>
      <w:r w:rsidR="00BB15D6" w:rsidRPr="00F54F45">
        <w:t>et 47 (Émissions de gaz polluants des cyclomoteurs)</w:t>
      </w:r>
    </w:p>
    <w:p w14:paraId="1C57F67F" w14:textId="77777777" w:rsidR="00BB15D6" w:rsidRPr="00F54F45" w:rsidRDefault="00BB15D6" w:rsidP="00C100E2">
      <w:pPr>
        <w:pStyle w:val="SingleTxtG"/>
      </w:pPr>
      <w:r w:rsidRPr="00F54F45">
        <w:t>47.</w:t>
      </w:r>
      <w:r w:rsidRPr="00F54F45">
        <w:tab/>
        <w:t>Le GRPE n</w:t>
      </w:r>
      <w:r w:rsidR="00056C17" w:rsidRPr="00F54F45">
        <w:t>’</w:t>
      </w:r>
      <w:r w:rsidRPr="00F54F45">
        <w:t>a reçu aucune nouvelle proposition de modification des Règlements ONU n</w:t>
      </w:r>
      <w:r w:rsidRPr="00F54F45">
        <w:rPr>
          <w:vertAlign w:val="superscript"/>
        </w:rPr>
        <w:t>os</w:t>
      </w:r>
      <w:r w:rsidRPr="00F54F45">
        <w:t> 40 et 47.</w:t>
      </w:r>
    </w:p>
    <w:p w14:paraId="75981FD4" w14:textId="77777777" w:rsidR="00BB15D6" w:rsidRPr="00F54F45" w:rsidRDefault="00601CAF" w:rsidP="00601CAF">
      <w:pPr>
        <w:pStyle w:val="H1G"/>
      </w:pPr>
      <w:r w:rsidRPr="00F54F45">
        <w:lastRenderedPageBreak/>
        <w:tab/>
      </w:r>
      <w:r w:rsidR="00BB15D6" w:rsidRPr="00F54F45">
        <w:t>B.</w:t>
      </w:r>
      <w:r w:rsidR="00BB15D6" w:rsidRPr="00F54F45">
        <w:tab/>
        <w:t>Règlements techniques mondiaux ONU n</w:t>
      </w:r>
      <w:r w:rsidR="00BB15D6" w:rsidRPr="00F54F45">
        <w:rPr>
          <w:vertAlign w:val="superscript"/>
        </w:rPr>
        <w:t>os</w:t>
      </w:r>
      <w:r w:rsidRPr="00F54F45">
        <w:t> </w:t>
      </w:r>
      <w:r w:rsidR="00BB15D6" w:rsidRPr="00F54F45">
        <w:t>2 (Cycle d</w:t>
      </w:r>
      <w:r w:rsidR="00056C17" w:rsidRPr="00F54F45">
        <w:t>’</w:t>
      </w:r>
      <w:r w:rsidR="00BB15D6" w:rsidRPr="00F54F45">
        <w:t xml:space="preserve">essais mondial harmonisé de mesure des émissions des motocycles (WMTC)), </w:t>
      </w:r>
      <w:r w:rsidRPr="00F54F45">
        <w:br/>
      </w:r>
      <w:r w:rsidR="00BB15D6" w:rsidRPr="00F54F45">
        <w:t xml:space="preserve">17 (Émissions de gaz de carter et émissions par évaporation </w:t>
      </w:r>
      <w:r w:rsidRPr="00F54F45">
        <w:br/>
      </w:r>
      <w:r w:rsidR="00BB15D6" w:rsidRPr="00F54F45">
        <w:t>des véhicules de la catégorie L) et 18 (Systèmes d</w:t>
      </w:r>
      <w:r w:rsidR="00056C17" w:rsidRPr="00F54F45">
        <w:t>’</w:t>
      </w:r>
      <w:r w:rsidR="00BB15D6" w:rsidRPr="00F54F45">
        <w:t>autodiagnostic</w:t>
      </w:r>
      <w:r w:rsidRPr="00F54F45">
        <w:br/>
      </w:r>
      <w:r w:rsidR="00BB15D6" w:rsidRPr="00F54F45">
        <w:t>(OBD) pour les véhicules de la catégorie L)</w:t>
      </w:r>
    </w:p>
    <w:p w14:paraId="680A02F9" w14:textId="77777777" w:rsidR="00BB15D6" w:rsidRPr="00F54F45" w:rsidRDefault="00BB15D6" w:rsidP="009A0834">
      <w:pPr>
        <w:pStyle w:val="SingleTxtG"/>
        <w:ind w:left="2552" w:hanging="1418"/>
        <w:jc w:val="left"/>
      </w:pPr>
      <w:r w:rsidRPr="00F54F45">
        <w:rPr>
          <w:i/>
          <w:iCs/>
        </w:rPr>
        <w:t>Document</w:t>
      </w:r>
      <w:r w:rsidR="00402123" w:rsidRPr="00F54F45">
        <w:rPr>
          <w:i/>
          <w:iCs/>
        </w:rPr>
        <w:t>(</w:t>
      </w:r>
      <w:r w:rsidRPr="00F54F45">
        <w:rPr>
          <w:i/>
          <w:iCs/>
        </w:rPr>
        <w:t>s</w:t>
      </w:r>
      <w:r w:rsidR="00402123" w:rsidRPr="00F54F45">
        <w:rPr>
          <w:i/>
          <w:iCs/>
        </w:rPr>
        <w:t>)</w:t>
      </w:r>
      <w:r w:rsidRPr="00F54F45">
        <w:rPr>
          <w:i/>
          <w:iCs/>
        </w:rPr>
        <w:t xml:space="preserve"> </w:t>
      </w:r>
      <w:r w:rsidRPr="00273E6B">
        <w:rPr>
          <w:iCs/>
        </w:rPr>
        <w:t>:</w:t>
      </w:r>
      <w:r w:rsidRPr="00F54F45">
        <w:tab/>
        <w:t>ECE/TRANS/WP.29/GRPE/2019/12 ; GRPE-79-21-Rev.1, GRPE-79-22 et GRPE-79-23</w:t>
      </w:r>
      <w:r w:rsidR="00417CEF" w:rsidRPr="00F54F45">
        <w:t>.</w:t>
      </w:r>
    </w:p>
    <w:p w14:paraId="6320E724" w14:textId="77777777" w:rsidR="00BB15D6" w:rsidRPr="00F54F45" w:rsidRDefault="00BB15D6" w:rsidP="00417CEF">
      <w:pPr>
        <w:pStyle w:val="SingleTxtG"/>
      </w:pPr>
      <w:r w:rsidRPr="00F54F45">
        <w:t>48.</w:t>
      </w:r>
      <w:r w:rsidRPr="00F54F45">
        <w:tab/>
        <w:t>Le Président du groupe de travail informel des prescriptions d</w:t>
      </w:r>
      <w:r w:rsidR="00056C17" w:rsidRPr="00F54F45">
        <w:t>’</w:t>
      </w:r>
      <w:r w:rsidRPr="00F54F45">
        <w:t>efficacité en matière d</w:t>
      </w:r>
      <w:r w:rsidR="00056C17" w:rsidRPr="00F54F45">
        <w:t>’</w:t>
      </w:r>
      <w:r w:rsidRPr="00F54F45">
        <w:t>environnement et de propulsion</w:t>
      </w:r>
      <w:r w:rsidR="004210E7">
        <w:t xml:space="preserve"> des véhicules de la catégorie L</w:t>
      </w:r>
      <w:r w:rsidRPr="00F54F45">
        <w:t xml:space="preserve"> (EPPR) a présenté les documents ECE/TRANS/WP.29/GRPE/2019/12, GRPE-79-21-Rev.1 et GRPE-79-22 comme projet de proposition d</w:t>
      </w:r>
      <w:r w:rsidR="00056C17" w:rsidRPr="00F54F45">
        <w:t>’</w:t>
      </w:r>
      <w:r w:rsidRPr="00F54F45">
        <w:t xml:space="preserve">amendement 4 au RTM ONU </w:t>
      </w:r>
      <w:r w:rsidR="00417CEF" w:rsidRPr="00F54F45">
        <w:rPr>
          <w:rFonts w:eastAsia="MS Mincho"/>
          <w:szCs w:val="22"/>
        </w:rPr>
        <w:t>n</w:t>
      </w:r>
      <w:r w:rsidR="00417CEF" w:rsidRPr="00F54F45">
        <w:rPr>
          <w:rFonts w:eastAsia="MS Mincho"/>
          <w:szCs w:val="22"/>
          <w:vertAlign w:val="superscript"/>
        </w:rPr>
        <w:t>o</w:t>
      </w:r>
      <w:r w:rsidR="00417CEF" w:rsidRPr="00F54F45">
        <w:t> </w:t>
      </w:r>
      <w:r w:rsidRPr="00F54F45">
        <w:t>2.</w:t>
      </w:r>
    </w:p>
    <w:p w14:paraId="0050445F" w14:textId="77777777" w:rsidR="00BB15D6" w:rsidRPr="00F54F45" w:rsidRDefault="00BB15D6" w:rsidP="00417CEF">
      <w:pPr>
        <w:pStyle w:val="SingleTxtG"/>
      </w:pPr>
      <w:bookmarkStart w:id="21" w:name="_Ref11850376"/>
      <w:r w:rsidRPr="00F54F45">
        <w:t>49.</w:t>
      </w:r>
      <w:r w:rsidRPr="00F54F45">
        <w:tab/>
        <w:t>Le GRPE a adopté le document ECE/TRANS/WP.29/GRPE/2019/12 tel que modifié par le document GRPE-79-21-Rev.1, reproduit dans l</w:t>
      </w:r>
      <w:r w:rsidR="00056C17" w:rsidRPr="00F54F45">
        <w:t>’</w:t>
      </w:r>
      <w:r w:rsidRPr="00F54F45">
        <w:t>additif 1 au présent rapport en tant que projet d</w:t>
      </w:r>
      <w:r w:rsidR="00056C17" w:rsidRPr="00F54F45">
        <w:t>’</w:t>
      </w:r>
      <w:r w:rsidRPr="00F54F45">
        <w:t xml:space="preserve">amendement 4 au RTM ONU </w:t>
      </w:r>
      <w:r w:rsidR="00417CEF" w:rsidRPr="00F54F45">
        <w:rPr>
          <w:rFonts w:eastAsia="MS Mincho"/>
          <w:szCs w:val="22"/>
        </w:rPr>
        <w:t>n</w:t>
      </w:r>
      <w:r w:rsidR="00417CEF" w:rsidRPr="00F54F45">
        <w:rPr>
          <w:rFonts w:eastAsia="MS Mincho"/>
          <w:szCs w:val="22"/>
          <w:vertAlign w:val="superscript"/>
        </w:rPr>
        <w:t>o</w:t>
      </w:r>
      <w:r w:rsidR="00417CEF" w:rsidRPr="00F54F45">
        <w:t> </w:t>
      </w:r>
      <w:r w:rsidRPr="00F54F45">
        <w:t>2. Le Groupe de travail a en outre adopté le rapport technique (GRPE-79-22), tel qu</w:t>
      </w:r>
      <w:r w:rsidR="00056C17" w:rsidRPr="00F54F45">
        <w:t>’</w:t>
      </w:r>
      <w:r w:rsidRPr="00F54F45">
        <w:t>il est reproduit à l</w:t>
      </w:r>
      <w:r w:rsidR="00056C17" w:rsidRPr="00F54F45">
        <w:t>’</w:t>
      </w:r>
      <w:r w:rsidRPr="00F54F45">
        <w:t>annexe</w:t>
      </w:r>
      <w:r w:rsidR="00417CEF" w:rsidRPr="00F54F45">
        <w:t> </w:t>
      </w:r>
      <w:r w:rsidRPr="00F54F45">
        <w:t>VI. Il a chargé le secrétariat de soumettre l</w:t>
      </w:r>
      <w:r w:rsidR="00056C17" w:rsidRPr="00F54F45">
        <w:t>’</w:t>
      </w:r>
      <w:r w:rsidRPr="00F54F45">
        <w:t>additif</w:t>
      </w:r>
      <w:r w:rsidR="00F3581D" w:rsidRPr="00F54F45">
        <w:t> </w:t>
      </w:r>
      <w:r w:rsidRPr="00F54F45">
        <w:t>1 et l</w:t>
      </w:r>
      <w:r w:rsidR="00056C17" w:rsidRPr="00F54F45">
        <w:t>’</w:t>
      </w:r>
      <w:r w:rsidRPr="00F54F45">
        <w:t>annexe</w:t>
      </w:r>
      <w:r w:rsidR="00F3581D" w:rsidRPr="00F54F45">
        <w:t> </w:t>
      </w:r>
      <w:r w:rsidRPr="00F54F45">
        <w:t>VI au WP.29 et à l</w:t>
      </w:r>
      <w:r w:rsidR="00056C17" w:rsidRPr="00F54F45">
        <w:t>’</w:t>
      </w:r>
      <w:r w:rsidRPr="00F54F45">
        <w:t>AC.3 aux fins d</w:t>
      </w:r>
      <w:r w:rsidR="00056C17" w:rsidRPr="00F54F45">
        <w:t>’</w:t>
      </w:r>
      <w:r w:rsidRPr="00F54F45">
        <w:t>examen et de mise aux voix à leurs sessions de novembre 2019.</w:t>
      </w:r>
      <w:bookmarkEnd w:id="21"/>
    </w:p>
    <w:p w14:paraId="225BA065" w14:textId="77777777" w:rsidR="00BB15D6" w:rsidRPr="00F54F45" w:rsidRDefault="00BB15D6" w:rsidP="00417CEF">
      <w:pPr>
        <w:pStyle w:val="SingleTxtG"/>
      </w:pPr>
      <w:r w:rsidRPr="00F54F45">
        <w:t>50.</w:t>
      </w:r>
      <w:r w:rsidRPr="00F54F45">
        <w:tab/>
        <w:t xml:space="preserve">Le Président du groupe de travail informel EPPR a fait état des derniers progrès concernant un nouvel amendement au RTM ONU </w:t>
      </w:r>
      <w:r w:rsidR="00417CEF" w:rsidRPr="00F54F45">
        <w:rPr>
          <w:rFonts w:eastAsia="MS Mincho"/>
          <w:szCs w:val="22"/>
        </w:rPr>
        <w:t>n</w:t>
      </w:r>
      <w:r w:rsidR="00417CEF" w:rsidRPr="00F54F45">
        <w:rPr>
          <w:rFonts w:eastAsia="MS Mincho"/>
          <w:szCs w:val="22"/>
          <w:vertAlign w:val="superscript"/>
        </w:rPr>
        <w:t>o</w:t>
      </w:r>
      <w:r w:rsidR="00417CEF" w:rsidRPr="00F54F45">
        <w:t> </w:t>
      </w:r>
      <w:r w:rsidRPr="00F54F45">
        <w:t>18 et a présenté les dispositions relatives au système d</w:t>
      </w:r>
      <w:r w:rsidR="00056C17" w:rsidRPr="00F54F45">
        <w:t>’</w:t>
      </w:r>
      <w:r w:rsidRPr="00F54F45">
        <w:t>autodiagnostic pour les véhicules de la catégorie L (GRPE-79-23).</w:t>
      </w:r>
    </w:p>
    <w:p w14:paraId="3024F8CB" w14:textId="77777777" w:rsidR="00BB15D6" w:rsidRPr="00F54F45" w:rsidRDefault="00417CEF" w:rsidP="00417CEF">
      <w:pPr>
        <w:pStyle w:val="H1G"/>
      </w:pPr>
      <w:r w:rsidRPr="00F54F45">
        <w:tab/>
      </w:r>
      <w:r w:rsidR="00BB15D6" w:rsidRPr="00F54F45">
        <w:t>C.</w:t>
      </w:r>
      <w:r w:rsidR="00BB15D6" w:rsidRPr="00F54F45">
        <w:tab/>
        <w:t>Prescriptions d</w:t>
      </w:r>
      <w:r w:rsidR="00056C17" w:rsidRPr="00F54F45">
        <w:t>’</w:t>
      </w:r>
      <w:r w:rsidR="00BB15D6" w:rsidRPr="00F54F45">
        <w:t>efficacité en matière d</w:t>
      </w:r>
      <w:r w:rsidR="00056C17" w:rsidRPr="00F54F45">
        <w:t>’</w:t>
      </w:r>
      <w:r w:rsidR="00BB15D6" w:rsidRPr="00F54F45">
        <w:t>environnement et de propulsion pour les véhicules de la catégorie L</w:t>
      </w:r>
    </w:p>
    <w:p w14:paraId="15694B28" w14:textId="77777777" w:rsidR="00BB15D6" w:rsidRPr="00F54F45" w:rsidRDefault="00BB15D6" w:rsidP="00402123">
      <w:pPr>
        <w:pStyle w:val="SingleTxtG"/>
        <w:ind w:left="2552" w:hanging="1418"/>
        <w:jc w:val="left"/>
      </w:pPr>
      <w:r w:rsidRPr="00F54F45">
        <w:rPr>
          <w:i/>
          <w:iCs/>
        </w:rPr>
        <w:t>Document</w:t>
      </w:r>
      <w:r w:rsidR="00417CEF" w:rsidRPr="00F54F45">
        <w:rPr>
          <w:i/>
          <w:iCs/>
        </w:rPr>
        <w:t>(s)</w:t>
      </w:r>
      <w:r w:rsidRPr="00F54F45">
        <w:rPr>
          <w:i/>
          <w:iCs/>
        </w:rPr>
        <w:t xml:space="preserve"> </w:t>
      </w:r>
      <w:r w:rsidRPr="00273E6B">
        <w:rPr>
          <w:iCs/>
        </w:rPr>
        <w:t>:</w:t>
      </w:r>
      <w:r w:rsidRPr="00F54F45">
        <w:tab/>
        <w:t>GRPE-79-24</w:t>
      </w:r>
      <w:r w:rsidR="00417CEF" w:rsidRPr="00F54F45">
        <w:t>.</w:t>
      </w:r>
    </w:p>
    <w:p w14:paraId="0374F4FB" w14:textId="77777777" w:rsidR="00BB15D6" w:rsidRPr="00F54F45" w:rsidRDefault="00BB15D6" w:rsidP="00417CEF">
      <w:pPr>
        <w:pStyle w:val="SingleTxtG"/>
      </w:pPr>
      <w:r w:rsidRPr="00F54F45">
        <w:t>51.</w:t>
      </w:r>
      <w:r w:rsidRPr="00F54F45">
        <w:tab/>
        <w:t>Le Président du groupe de travail informel EPPR a présenté un rapport sur l</w:t>
      </w:r>
      <w:r w:rsidR="00056C17" w:rsidRPr="00F54F45">
        <w:t>’</w:t>
      </w:r>
      <w:r w:rsidRPr="00F54F45">
        <w:t>état d</w:t>
      </w:r>
      <w:r w:rsidR="00056C17" w:rsidRPr="00F54F45">
        <w:t>’</w:t>
      </w:r>
      <w:r w:rsidRPr="00F54F45">
        <w:t>avancement des activités de son groupe (GRPE-79-24). Il a informé le GRPE des progrès réalisés et a présenté les prochaines activités du groupe. Le représentant des États-Unis d</w:t>
      </w:r>
      <w:r w:rsidR="00056C17" w:rsidRPr="00F54F45">
        <w:t>’</w:t>
      </w:r>
      <w:r w:rsidRPr="00F54F45">
        <w:t xml:space="preserve">Amérique a demandé plus de détails sur la participation du California Air </w:t>
      </w:r>
      <w:proofErr w:type="spellStart"/>
      <w:r w:rsidRPr="00F54F45">
        <w:t>Resources</w:t>
      </w:r>
      <w:proofErr w:type="spellEnd"/>
      <w:r w:rsidRPr="00F54F45">
        <w:t xml:space="preserve"> </w:t>
      </w:r>
      <w:proofErr w:type="spellStart"/>
      <w:r w:rsidRPr="00F54F45">
        <w:t>Board</w:t>
      </w:r>
      <w:proofErr w:type="spellEnd"/>
      <w:r w:rsidRPr="00F54F45">
        <w:t xml:space="preserve"> (CARB) aux activités du groupe de travail informel EPPR. Le Président du groupe de travail informel EPPR a expliqué que le CARB envisageait de revoir ses dispositions réglementaires sur les deux-roues et cherchait à rationaliser les ressources.</w:t>
      </w:r>
    </w:p>
    <w:p w14:paraId="38E7048B" w14:textId="77777777" w:rsidR="00BB15D6" w:rsidRPr="00F54F45" w:rsidRDefault="00BB15D6" w:rsidP="00417CEF">
      <w:pPr>
        <w:pStyle w:val="SingleTxtG"/>
      </w:pPr>
      <w:r w:rsidRPr="00F54F45">
        <w:t>52.</w:t>
      </w:r>
      <w:r w:rsidRPr="00F54F45">
        <w:tab/>
        <w:t>Les représentants des Pays-Bas et de l</w:t>
      </w:r>
      <w:r w:rsidR="00056C17" w:rsidRPr="00F54F45">
        <w:t>’</w:t>
      </w:r>
      <w:r w:rsidRPr="00F54F45">
        <w:t>Inde se sont enquis de la possibilité d</w:t>
      </w:r>
      <w:r w:rsidR="00056C17" w:rsidRPr="00F54F45">
        <w:t>’</w:t>
      </w:r>
      <w:r w:rsidRPr="00F54F45">
        <w:t>inclure les véhicules électriques et les véhicules hybrides de la catégorie L dans les activités futures. Le Président du groupe de travail informel EPPR a répondu que les véhicules électriques de la catégorie L n</w:t>
      </w:r>
      <w:r w:rsidR="00056C17" w:rsidRPr="00F54F45">
        <w:t>’</w:t>
      </w:r>
      <w:r w:rsidRPr="00F54F45">
        <w:t>étaient pas inclus pour l</w:t>
      </w:r>
      <w:r w:rsidR="00056C17" w:rsidRPr="00F54F45">
        <w:t>’</w:t>
      </w:r>
      <w:r w:rsidRPr="00F54F45">
        <w:t>instant en raison du manque de temps et que le groupe de travail informel les examinera bientôt.</w:t>
      </w:r>
    </w:p>
    <w:p w14:paraId="11A62DA7" w14:textId="77777777" w:rsidR="00BB15D6" w:rsidRPr="00F54F45" w:rsidRDefault="00BB15D6" w:rsidP="00417CEF">
      <w:pPr>
        <w:pStyle w:val="SingleTxtG"/>
      </w:pPr>
      <w:r w:rsidRPr="00F54F45">
        <w:t>53.</w:t>
      </w:r>
      <w:r w:rsidRPr="00F54F45">
        <w:tab/>
        <w:t>Le</w:t>
      </w:r>
      <w:r w:rsidR="00417CEF" w:rsidRPr="00F54F45">
        <w:t xml:space="preserve"> </w:t>
      </w:r>
      <w:r w:rsidRPr="00F54F45">
        <w:t>GRPE a salué les progrès réalisés par le groupe de travail informel EPPR et a pris note de sa demande de mise à disposition d</w:t>
      </w:r>
      <w:r w:rsidR="00056C17" w:rsidRPr="00F54F45">
        <w:t>’</w:t>
      </w:r>
      <w:r w:rsidRPr="00F54F45">
        <w:t>une salle de réunion pendant une journée au cours de la semaine du GRPE de janvier 2020.</w:t>
      </w:r>
    </w:p>
    <w:p w14:paraId="2F321B63" w14:textId="77777777" w:rsidR="00BB15D6" w:rsidRPr="00F54F45" w:rsidRDefault="00417CEF" w:rsidP="00417CEF">
      <w:pPr>
        <w:pStyle w:val="HChG"/>
      </w:pPr>
      <w:r w:rsidRPr="00F54F45">
        <w:tab/>
      </w:r>
      <w:r w:rsidR="00BB15D6" w:rsidRPr="00F54F45">
        <w:t>X.</w:t>
      </w:r>
      <w:r w:rsidR="00BB15D6" w:rsidRPr="00F54F45">
        <w:tab/>
        <w:t>Véhicules électriques et environnement (EVE)</w:t>
      </w:r>
      <w:r w:rsidRPr="00F54F45">
        <w:br/>
      </w:r>
      <w:r w:rsidR="00BB15D6" w:rsidRPr="00F54F45">
        <w:t>(point 9 de l</w:t>
      </w:r>
      <w:r w:rsidR="00056C17" w:rsidRPr="00F54F45">
        <w:t>’</w:t>
      </w:r>
      <w:r w:rsidR="00BB15D6" w:rsidRPr="00F54F45">
        <w:t>ordre du jour)</w:t>
      </w:r>
      <w:bookmarkStart w:id="22" w:name="_Toc317520894"/>
      <w:bookmarkEnd w:id="22"/>
    </w:p>
    <w:p w14:paraId="305175E4" w14:textId="77777777" w:rsidR="00BB15D6" w:rsidRPr="00F54F45" w:rsidRDefault="00417CEF" w:rsidP="00417CEF">
      <w:pPr>
        <w:pStyle w:val="H1G"/>
      </w:pPr>
      <w:r w:rsidRPr="00F54F45">
        <w:tab/>
      </w:r>
      <w:r w:rsidR="00BB15D6" w:rsidRPr="00F54F45">
        <w:t>A.</w:t>
      </w:r>
      <w:r w:rsidR="00BB15D6" w:rsidRPr="00F54F45">
        <w:tab/>
        <w:t>RTM ONU relatif à la détermination de la puissance des véhicules électriques</w:t>
      </w:r>
    </w:p>
    <w:p w14:paraId="402465E6" w14:textId="77777777" w:rsidR="00BB15D6" w:rsidRPr="00F54F45" w:rsidRDefault="00BB15D6" w:rsidP="00402123">
      <w:pPr>
        <w:pStyle w:val="SingleTxtG"/>
        <w:ind w:left="2552" w:hanging="1418"/>
        <w:jc w:val="left"/>
      </w:pPr>
      <w:r w:rsidRPr="00F54F45">
        <w:rPr>
          <w:i/>
          <w:iCs/>
        </w:rPr>
        <w:t>Documen</w:t>
      </w:r>
      <w:r w:rsidR="00916C4E" w:rsidRPr="00F54F45">
        <w:rPr>
          <w:i/>
          <w:iCs/>
        </w:rPr>
        <w:t>t(s) </w:t>
      </w:r>
      <w:r w:rsidRPr="004D3997">
        <w:rPr>
          <w:iCs/>
        </w:rPr>
        <w:t>:</w:t>
      </w:r>
      <w:r w:rsidRPr="00F54F45">
        <w:tab/>
        <w:t>GRPE-79-29-Rev.1</w:t>
      </w:r>
      <w:r w:rsidR="00916C4E" w:rsidRPr="00F54F45">
        <w:t>.</w:t>
      </w:r>
    </w:p>
    <w:p w14:paraId="4F65F9A0" w14:textId="77777777" w:rsidR="00BB15D6" w:rsidRPr="00F54F45" w:rsidRDefault="00BB15D6" w:rsidP="00916C4E">
      <w:pPr>
        <w:pStyle w:val="SingleTxtG"/>
      </w:pPr>
      <w:r w:rsidRPr="00F54F45">
        <w:t>54.</w:t>
      </w:r>
      <w:r w:rsidRPr="00F54F45">
        <w:tab/>
        <w:t>Le Président du groupe de travail informel des véhicules électriques et de l</w:t>
      </w:r>
      <w:r w:rsidR="00056C17" w:rsidRPr="00F54F45">
        <w:t>’</w:t>
      </w:r>
      <w:r w:rsidRPr="00F54F45">
        <w:t xml:space="preserve">environnement (EVE) a présenté le document GRPE-79-29-Rev.1, qui propose une version actualisée du document ECE/TRANS/WP.29/AC.3/53 prenant en compte le </w:t>
      </w:r>
      <w:r w:rsidRPr="00F54F45">
        <w:lastRenderedPageBreak/>
        <w:t>nouveau calendrier pour l</w:t>
      </w:r>
      <w:r w:rsidR="00056C17" w:rsidRPr="00F54F45">
        <w:t>’</w:t>
      </w:r>
      <w:r w:rsidRPr="00F54F45">
        <w:t>élaboration d</w:t>
      </w:r>
      <w:r w:rsidR="00056C17" w:rsidRPr="00F54F45">
        <w:t>’</w:t>
      </w:r>
      <w:r w:rsidRPr="00F54F45">
        <w:t xml:space="preserve">un nouveau RTM </w:t>
      </w:r>
      <w:r w:rsidR="00E234B0">
        <w:t xml:space="preserve">ONU </w:t>
      </w:r>
      <w:r w:rsidRPr="00F54F45">
        <w:t xml:space="preserve">autonome </w:t>
      </w:r>
      <w:r w:rsidR="00E234B0">
        <w:t>r</w:t>
      </w:r>
      <w:r w:rsidRPr="00F54F45">
        <w:t>elatif à la détermination de la puissance des véhicules électriques.</w:t>
      </w:r>
    </w:p>
    <w:p w14:paraId="16265D7F" w14:textId="77777777" w:rsidR="00BB15D6" w:rsidRPr="00F54F45" w:rsidRDefault="00BB15D6" w:rsidP="00916C4E">
      <w:pPr>
        <w:pStyle w:val="SingleTxtG"/>
      </w:pPr>
      <w:r w:rsidRPr="00F54F45">
        <w:t>55.</w:t>
      </w:r>
      <w:r w:rsidRPr="00F54F45">
        <w:tab/>
        <w:t>Le Président du groupe de travail informel de la procédure d</w:t>
      </w:r>
      <w:r w:rsidR="00056C17" w:rsidRPr="00F54F45">
        <w:t>’</w:t>
      </w:r>
      <w:r w:rsidRPr="00F54F45">
        <w:t>essai mondiale harmonisée pour les voitures particulières et véhicules utilitaires légers (WLTP) a expliqué que les attentes du groupe de travail informel WLPT et celles du groupe de travail informel des véhicules électriques et de l</w:t>
      </w:r>
      <w:r w:rsidR="00056C17" w:rsidRPr="00F54F45">
        <w:t>’</w:t>
      </w:r>
      <w:r w:rsidRPr="00F54F45">
        <w:t>environnement (EVE) concernant la publication du RTM</w:t>
      </w:r>
      <w:r w:rsidR="001B5D38">
        <w:t> </w:t>
      </w:r>
      <w:r w:rsidRPr="00F54F45">
        <w:t>ONU relatif à la détermination de la puissance des véhicules électriques n</w:t>
      </w:r>
      <w:r w:rsidR="00056C17" w:rsidRPr="00F54F45">
        <w:t>’</w:t>
      </w:r>
      <w:r w:rsidRPr="00F54F45">
        <w:t>étaient pas les mêmes, dans la mesure où le groupe de travail informel WLPT avait besoin que le RTM</w:t>
      </w:r>
      <w:r w:rsidR="00CE4797">
        <w:t> ONU</w:t>
      </w:r>
      <w:r w:rsidRPr="00F54F45">
        <w:t xml:space="preserve"> soit publié rapidement afin de finaliser la phase</w:t>
      </w:r>
      <w:r w:rsidR="00916C4E" w:rsidRPr="00F54F45">
        <w:t> </w:t>
      </w:r>
      <w:r w:rsidRPr="00F54F45">
        <w:t>2b de ses activités. Il s</w:t>
      </w:r>
      <w:r w:rsidR="00056C17" w:rsidRPr="00F54F45">
        <w:t>’</w:t>
      </w:r>
      <w:r w:rsidRPr="00F54F45">
        <w:t>est félicité du nouveau calendrier présenté et a insisté sur le fait qu</w:t>
      </w:r>
      <w:r w:rsidR="00056C17" w:rsidRPr="00F54F45">
        <w:t>’</w:t>
      </w:r>
      <w:r w:rsidRPr="00F54F45">
        <w:t>il était très important de le respecter.</w:t>
      </w:r>
    </w:p>
    <w:p w14:paraId="58DD99F7" w14:textId="77777777" w:rsidR="00BB15D6" w:rsidRPr="00F54F45" w:rsidRDefault="00BB15D6" w:rsidP="00F47617">
      <w:pPr>
        <w:pStyle w:val="SingleTxtG"/>
      </w:pPr>
      <w:r w:rsidRPr="00F54F45">
        <w:t>56.</w:t>
      </w:r>
      <w:r w:rsidRPr="00F54F45">
        <w:tab/>
        <w:t>Le GRPE a approuvé le document GRPE-79-29-Rev.1 et a demandé au secrétariat de le soumettre au WP.29 et à l</w:t>
      </w:r>
      <w:r w:rsidR="00056C17" w:rsidRPr="00F54F45">
        <w:t>’</w:t>
      </w:r>
      <w:r w:rsidRPr="00F54F45">
        <w:t>AC.3 aux fins d</w:t>
      </w:r>
      <w:r w:rsidR="00056C17" w:rsidRPr="00F54F45">
        <w:t>’</w:t>
      </w:r>
      <w:r w:rsidRPr="00F54F45">
        <w:t>examen et de mise aux voix à leurs sessions de novembre 2019.</w:t>
      </w:r>
    </w:p>
    <w:p w14:paraId="486887D9" w14:textId="77777777" w:rsidR="00BB15D6" w:rsidRPr="00F54F45" w:rsidRDefault="00916C4E" w:rsidP="00916C4E">
      <w:pPr>
        <w:pStyle w:val="H1G"/>
      </w:pPr>
      <w:r w:rsidRPr="00F54F45">
        <w:tab/>
      </w:r>
      <w:r w:rsidR="00BB15D6" w:rsidRPr="00F54F45">
        <w:t>B.</w:t>
      </w:r>
      <w:r w:rsidR="00BB15D6" w:rsidRPr="00F54F45">
        <w:tab/>
        <w:t>Autres activités du groupe de travail informel EVE</w:t>
      </w:r>
    </w:p>
    <w:p w14:paraId="6D3077FB" w14:textId="77777777" w:rsidR="00BB15D6" w:rsidRPr="00F54F45" w:rsidRDefault="00BB15D6" w:rsidP="00402123">
      <w:pPr>
        <w:pStyle w:val="SingleTxtG"/>
        <w:ind w:left="2552" w:hanging="1418"/>
        <w:jc w:val="left"/>
      </w:pPr>
      <w:r w:rsidRPr="00F54F45">
        <w:rPr>
          <w:i/>
          <w:iCs/>
        </w:rPr>
        <w:t>Document</w:t>
      </w:r>
      <w:r w:rsidR="00916C4E" w:rsidRPr="00F54F45">
        <w:rPr>
          <w:i/>
          <w:iCs/>
        </w:rPr>
        <w:t>(s) </w:t>
      </w:r>
      <w:r w:rsidRPr="00D3500E">
        <w:rPr>
          <w:iCs/>
        </w:rPr>
        <w:t>:</w:t>
      </w:r>
      <w:r w:rsidRPr="00F54F45">
        <w:tab/>
        <w:t>GRPE-79-28-Rev.1</w:t>
      </w:r>
      <w:r w:rsidR="00916C4E" w:rsidRPr="00F54F45">
        <w:t>.</w:t>
      </w:r>
    </w:p>
    <w:p w14:paraId="7777C474" w14:textId="77777777" w:rsidR="00BB15D6" w:rsidRPr="00F54F45" w:rsidRDefault="00BB15D6" w:rsidP="00F47617">
      <w:pPr>
        <w:pStyle w:val="SingleTxtG"/>
      </w:pPr>
      <w:r w:rsidRPr="00F54F45">
        <w:t>57.</w:t>
      </w:r>
      <w:r w:rsidRPr="00F54F45">
        <w:tab/>
        <w:t>Le Président du groupe de travail informel des véhicules électriques et de l</w:t>
      </w:r>
      <w:r w:rsidR="00056C17" w:rsidRPr="00F54F45">
        <w:t>’</w:t>
      </w:r>
      <w:r w:rsidRPr="00F54F45">
        <w:t>environnement (EVE) a présenté un rapport sur l</w:t>
      </w:r>
      <w:r w:rsidR="00056C17" w:rsidRPr="00F54F45">
        <w:t>’</w:t>
      </w:r>
      <w:r w:rsidRPr="00F54F45">
        <w:t>état d</w:t>
      </w:r>
      <w:r w:rsidR="00056C17" w:rsidRPr="00F54F45">
        <w:t>’</w:t>
      </w:r>
      <w:r w:rsidRPr="00F54F45">
        <w:t>avancement des dernières activités du groupe (GRPE-79-28-Rev.1). Il a mis l</w:t>
      </w:r>
      <w:r w:rsidR="00056C17" w:rsidRPr="00F54F45">
        <w:t>’</w:t>
      </w:r>
      <w:r w:rsidRPr="00F54F45">
        <w:t>accent sur les débats récents tenus lors de la dernière réunion que le groupe de travail informel EVE a organisée conjointement avec le GRPE, au cours de laquelle des orientations utiles ont été fournies au groupe. La représentante de la Commission européenne a souligné que les travaux sur la durabilité des batteries étaient un élément essentiel de l</w:t>
      </w:r>
      <w:r w:rsidR="00056C17" w:rsidRPr="00F54F45">
        <w:t>’</w:t>
      </w:r>
      <w:r w:rsidRPr="00F54F45">
        <w:t>avancement des activités des groupes de travail informels EVE et WLTP. Elle a déclaré que des discussions plus approfondies se tiendraient avec d</w:t>
      </w:r>
      <w:r w:rsidR="00056C17" w:rsidRPr="00F54F45">
        <w:t>’</w:t>
      </w:r>
      <w:r w:rsidRPr="00F54F45">
        <w:t>autres Parties contractantes dans les semaines à venir afin de convenir d</w:t>
      </w:r>
      <w:r w:rsidR="00056C17" w:rsidRPr="00F54F45">
        <w:t>’</w:t>
      </w:r>
      <w:r w:rsidRPr="00F54F45">
        <w:t>un programme assorti d</w:t>
      </w:r>
      <w:r w:rsidR="00056C17" w:rsidRPr="00F54F45">
        <w:t>’</w:t>
      </w:r>
      <w:r w:rsidRPr="00F54F45">
        <w:t>échéances qui satisferont toutes les parties.</w:t>
      </w:r>
    </w:p>
    <w:p w14:paraId="48B8821D" w14:textId="77777777" w:rsidR="00BB15D6" w:rsidRPr="00F54F45" w:rsidRDefault="00BB15D6" w:rsidP="00F47617">
      <w:pPr>
        <w:pStyle w:val="SingleTxtG"/>
      </w:pPr>
      <w:r w:rsidRPr="00F54F45">
        <w:t>58.</w:t>
      </w:r>
      <w:r w:rsidRPr="00F54F45">
        <w:tab/>
        <w:t>L</w:t>
      </w:r>
      <w:r w:rsidR="00056C17" w:rsidRPr="00F54F45">
        <w:t>’</w:t>
      </w:r>
      <w:r w:rsidRPr="00F54F45">
        <w:t>expert de l</w:t>
      </w:r>
      <w:r w:rsidR="00056C17" w:rsidRPr="00F54F45">
        <w:t>’</w:t>
      </w:r>
      <w:r w:rsidRPr="00F54F45">
        <w:t>OICA a pris acte du nouveau calendrier proposé pour l</w:t>
      </w:r>
      <w:r w:rsidR="00056C17" w:rsidRPr="00F54F45">
        <w:t>’</w:t>
      </w:r>
      <w:r w:rsidRPr="00F54F45">
        <w:t>élaboration des dispositions relatives à la durabilité des batteries des véhicules et s</w:t>
      </w:r>
      <w:r w:rsidR="00056C17" w:rsidRPr="00F54F45">
        <w:t>’</w:t>
      </w:r>
      <w:r w:rsidRPr="00F54F45">
        <w:t>est déclaré satisfait de l</w:t>
      </w:r>
      <w:r w:rsidR="00056C17" w:rsidRPr="00F54F45">
        <w:t>’</w:t>
      </w:r>
      <w:r w:rsidRPr="00F54F45">
        <w:t>utilisation de facteurs de détérioration pour mesurer la durabilité des batteries des véhicules dans un premier temps. Le Président a déclaré qu</w:t>
      </w:r>
      <w:r w:rsidR="00056C17" w:rsidRPr="00F54F45">
        <w:t>’</w:t>
      </w:r>
      <w:r w:rsidRPr="00F54F45">
        <w:t>il aimerait recevoir les premiers commentaires sur la question à la prochaine session du GRPE en janvier 2020.</w:t>
      </w:r>
    </w:p>
    <w:p w14:paraId="696462A2" w14:textId="77777777" w:rsidR="00BB15D6" w:rsidRPr="00F54F45" w:rsidRDefault="00BB15D6" w:rsidP="00F47617">
      <w:pPr>
        <w:pStyle w:val="SingleTxtG"/>
      </w:pPr>
      <w:r w:rsidRPr="00F54F45">
        <w:t>59.</w:t>
      </w:r>
      <w:r w:rsidRPr="00F54F45">
        <w:tab/>
        <w:t>Le GRPE s</w:t>
      </w:r>
      <w:r w:rsidR="00056C17" w:rsidRPr="00F54F45">
        <w:t>’</w:t>
      </w:r>
      <w:r w:rsidRPr="00F54F45">
        <w:t>est déclaré favorable à la prorogation du mandat du groupe de travail informel des véhicules électriques et de l</w:t>
      </w:r>
      <w:r w:rsidR="00056C17" w:rsidRPr="00F54F45">
        <w:t>’</w:t>
      </w:r>
      <w:r w:rsidRPr="00F54F45">
        <w:t>environnement jusqu</w:t>
      </w:r>
      <w:r w:rsidR="00056C17" w:rsidRPr="00F54F45">
        <w:t>’</w:t>
      </w:r>
      <w:r w:rsidRPr="00F54F45">
        <w:t>en juin 2021, comme indiqué à l</w:t>
      </w:r>
      <w:r w:rsidR="00056C17" w:rsidRPr="00F54F45">
        <w:t>’</w:t>
      </w:r>
      <w:r w:rsidRPr="00F54F45">
        <w:t>annexe III.</w:t>
      </w:r>
    </w:p>
    <w:p w14:paraId="4B28C15C" w14:textId="77777777" w:rsidR="00BB15D6" w:rsidRPr="00F54F45" w:rsidRDefault="00BB15D6" w:rsidP="00F47617">
      <w:pPr>
        <w:pStyle w:val="SingleTxtG"/>
      </w:pPr>
      <w:r w:rsidRPr="00F54F45">
        <w:t>60.</w:t>
      </w:r>
      <w:r w:rsidRPr="00F54F45">
        <w:tab/>
        <w:t>Le GRPE s</w:t>
      </w:r>
      <w:r w:rsidR="00056C17" w:rsidRPr="00F54F45">
        <w:t>’</w:t>
      </w:r>
      <w:r w:rsidRPr="00F54F45">
        <w:t>est félicité des progrès réalisés par le groupe de travail informel EVE et a pris note de sa demande de mise à disposition d</w:t>
      </w:r>
      <w:r w:rsidR="00056C17" w:rsidRPr="00F54F45">
        <w:t>’</w:t>
      </w:r>
      <w:r w:rsidRPr="00F54F45">
        <w:t>une salle de réunion pendant une demi</w:t>
      </w:r>
      <w:r w:rsidR="00916C4E" w:rsidRPr="00F54F45">
        <w:noBreakHyphen/>
      </w:r>
      <w:r w:rsidRPr="00F54F45">
        <w:t>journée au cours de la semaine du GRPE en janvier 2020.</w:t>
      </w:r>
    </w:p>
    <w:p w14:paraId="758EBE76" w14:textId="77777777" w:rsidR="00BB15D6" w:rsidRPr="00F54F45" w:rsidRDefault="00E51ED1" w:rsidP="00E51ED1">
      <w:pPr>
        <w:pStyle w:val="HChG"/>
      </w:pPr>
      <w:r w:rsidRPr="00F54F45">
        <w:tab/>
      </w:r>
      <w:r w:rsidR="00BB15D6" w:rsidRPr="00F54F45">
        <w:t>XI.</w:t>
      </w:r>
      <w:r w:rsidR="00BB15D6" w:rsidRPr="00F54F45">
        <w:tab/>
      </w:r>
      <w:r w:rsidR="00BB15D6" w:rsidRPr="00F54F45">
        <w:rPr>
          <w:spacing w:val="-2"/>
        </w:rPr>
        <w:t xml:space="preserve">Résolution mutuelle </w:t>
      </w:r>
      <w:r w:rsidR="00D3500E" w:rsidRPr="00D3500E">
        <w:rPr>
          <w:rFonts w:eastAsia="MS Mincho"/>
          <w:spacing w:val="-2"/>
          <w:szCs w:val="22"/>
        </w:rPr>
        <w:t>n</w:t>
      </w:r>
      <w:r w:rsidR="00D3500E" w:rsidRPr="00D3500E">
        <w:rPr>
          <w:rFonts w:eastAsia="MS Mincho"/>
          <w:spacing w:val="-2"/>
          <w:szCs w:val="22"/>
          <w:vertAlign w:val="superscript"/>
        </w:rPr>
        <w:t>o</w:t>
      </w:r>
      <w:r w:rsidR="00D3500E">
        <w:rPr>
          <w:spacing w:val="-2"/>
        </w:rPr>
        <w:t> </w:t>
      </w:r>
      <w:r w:rsidR="00BB15D6" w:rsidRPr="00F54F45">
        <w:rPr>
          <w:spacing w:val="-2"/>
        </w:rPr>
        <w:t>2 (R.M.2) (point 10 de l</w:t>
      </w:r>
      <w:r w:rsidR="00056C17" w:rsidRPr="00F54F45">
        <w:rPr>
          <w:spacing w:val="-2"/>
        </w:rPr>
        <w:t>’</w:t>
      </w:r>
      <w:r w:rsidR="00BB15D6" w:rsidRPr="00F54F45">
        <w:rPr>
          <w:spacing w:val="-2"/>
        </w:rPr>
        <w:t>ordre du jour)</w:t>
      </w:r>
    </w:p>
    <w:p w14:paraId="002D9F1F" w14:textId="77777777" w:rsidR="00BB15D6" w:rsidRPr="00F54F45" w:rsidRDefault="00BB15D6" w:rsidP="00F47617">
      <w:pPr>
        <w:pStyle w:val="SingleTxtG"/>
        <w:rPr>
          <w:spacing w:val="-2"/>
        </w:rPr>
      </w:pPr>
      <w:r w:rsidRPr="00F54F45">
        <w:rPr>
          <w:spacing w:val="-2"/>
        </w:rPr>
        <w:t>61.</w:t>
      </w:r>
      <w:r w:rsidRPr="00F54F45">
        <w:rPr>
          <w:spacing w:val="-2"/>
        </w:rPr>
        <w:tab/>
      </w:r>
      <w:r w:rsidRPr="00D3500E">
        <w:t>Le GRPE n</w:t>
      </w:r>
      <w:r w:rsidR="00056C17" w:rsidRPr="00D3500E">
        <w:t>’</w:t>
      </w:r>
      <w:r w:rsidRPr="00D3500E">
        <w:t>a reçu aucune nouvelle proposition concernant ce point de l</w:t>
      </w:r>
      <w:r w:rsidR="00056C17" w:rsidRPr="00D3500E">
        <w:t>’</w:t>
      </w:r>
      <w:r w:rsidRPr="00D3500E">
        <w:t>ordre du</w:t>
      </w:r>
      <w:r w:rsidR="00D3500E">
        <w:t> </w:t>
      </w:r>
      <w:r w:rsidRPr="00D3500E">
        <w:t>jour.</w:t>
      </w:r>
    </w:p>
    <w:p w14:paraId="713E0B40" w14:textId="77777777" w:rsidR="00BB15D6" w:rsidRPr="00F54F45" w:rsidRDefault="00E51ED1" w:rsidP="00D3500E">
      <w:pPr>
        <w:pStyle w:val="HChG"/>
      </w:pPr>
      <w:r w:rsidRPr="00F54F45">
        <w:tab/>
      </w:r>
      <w:r w:rsidR="00BB15D6" w:rsidRPr="00F54F45">
        <w:t>XII.</w:t>
      </w:r>
      <w:r w:rsidR="00BB15D6" w:rsidRPr="00F54F45">
        <w:tab/>
        <w:t>Homologation de type internationale de l</w:t>
      </w:r>
      <w:r w:rsidR="00056C17" w:rsidRPr="00F54F45">
        <w:t>’</w:t>
      </w:r>
      <w:r w:rsidR="00BB15D6" w:rsidRPr="00F54F45">
        <w:t xml:space="preserve">ensemble </w:t>
      </w:r>
      <w:r w:rsidRPr="00F54F45">
        <w:br/>
      </w:r>
      <w:r w:rsidR="00BB15D6" w:rsidRPr="00F54F45">
        <w:t>du véhicule (IWVTA) (point 11 de l</w:t>
      </w:r>
      <w:r w:rsidR="00056C17" w:rsidRPr="00F54F45">
        <w:t>’</w:t>
      </w:r>
      <w:r w:rsidR="00BB15D6" w:rsidRPr="00F54F45">
        <w:t>ordre du jour)</w:t>
      </w:r>
      <w:bookmarkStart w:id="23" w:name="_Toc317520895"/>
      <w:bookmarkEnd w:id="23"/>
    </w:p>
    <w:p w14:paraId="74428FC8" w14:textId="77777777" w:rsidR="00BB15D6" w:rsidRPr="00F54F45" w:rsidRDefault="00BB15D6" w:rsidP="00D3500E">
      <w:pPr>
        <w:pStyle w:val="SingleTxtG"/>
        <w:keepNext/>
        <w:ind w:left="2552" w:hanging="1418"/>
        <w:jc w:val="left"/>
      </w:pPr>
      <w:r w:rsidRPr="00F54F45">
        <w:rPr>
          <w:i/>
          <w:iCs/>
        </w:rPr>
        <w:t>Document</w:t>
      </w:r>
      <w:r w:rsidR="00E51ED1" w:rsidRPr="00F54F45">
        <w:rPr>
          <w:i/>
          <w:iCs/>
        </w:rPr>
        <w:t>(</w:t>
      </w:r>
      <w:r w:rsidRPr="00F54F45">
        <w:rPr>
          <w:i/>
          <w:iCs/>
        </w:rPr>
        <w:t>s</w:t>
      </w:r>
      <w:r w:rsidR="00E51ED1" w:rsidRPr="00F54F45">
        <w:rPr>
          <w:i/>
          <w:iCs/>
        </w:rPr>
        <w:t>)</w:t>
      </w:r>
      <w:r w:rsidRPr="00F54F45">
        <w:rPr>
          <w:i/>
          <w:iCs/>
        </w:rPr>
        <w:t xml:space="preserve"> </w:t>
      </w:r>
      <w:r w:rsidRPr="00D3500E">
        <w:rPr>
          <w:iCs/>
        </w:rPr>
        <w:t>:</w:t>
      </w:r>
      <w:r w:rsidRPr="00F54F45">
        <w:tab/>
        <w:t>GRPE-79-25 et GRPE-79-26</w:t>
      </w:r>
      <w:r w:rsidR="00F47617" w:rsidRPr="00F54F45">
        <w:t>.</w:t>
      </w:r>
    </w:p>
    <w:p w14:paraId="3892EBB6" w14:textId="77777777" w:rsidR="00BB15D6" w:rsidRPr="00F54F45" w:rsidRDefault="00BB15D6" w:rsidP="00E51ED1">
      <w:pPr>
        <w:pStyle w:val="SingleTxtG"/>
      </w:pPr>
      <w:r w:rsidRPr="00F54F45">
        <w:t>62.</w:t>
      </w:r>
      <w:r w:rsidRPr="00F54F45">
        <w:tab/>
        <w:t>L</w:t>
      </w:r>
      <w:r w:rsidR="00056C17" w:rsidRPr="00F54F45">
        <w:t>’</w:t>
      </w:r>
      <w:r w:rsidRPr="00F54F45">
        <w:t>expert de l</w:t>
      </w:r>
      <w:r w:rsidR="00056C17" w:rsidRPr="00F54F45">
        <w:t>’</w:t>
      </w:r>
      <w:r w:rsidRPr="00F54F45">
        <w:t>OICA, représentant du GRPE auprès du Groupe de travail chargé de l</w:t>
      </w:r>
      <w:r w:rsidR="00056C17" w:rsidRPr="00F54F45">
        <w:t>’</w:t>
      </w:r>
      <w:r w:rsidRPr="00F54F45">
        <w:t>homologation de type internationale de l</w:t>
      </w:r>
      <w:r w:rsidR="00056C17" w:rsidRPr="00F54F45">
        <w:t>’</w:t>
      </w:r>
      <w:r w:rsidRPr="00F54F45">
        <w:t>ensemble du véhicule (IWVTA), a présenté le document GRPE-79-25, qui contient les résultats d</w:t>
      </w:r>
      <w:r w:rsidR="00056C17" w:rsidRPr="00F54F45">
        <w:t>’</w:t>
      </w:r>
      <w:r w:rsidRPr="00F54F45">
        <w:t>une étude (GRPE-79-26) réalisée par une autorité d</w:t>
      </w:r>
      <w:r w:rsidR="00056C17" w:rsidRPr="00F54F45">
        <w:t>’</w:t>
      </w:r>
      <w:r w:rsidRPr="00F54F45">
        <w:t xml:space="preserve">homologation de type et un service technique du Royaume-Uni de </w:t>
      </w:r>
      <w:r w:rsidRPr="00F54F45">
        <w:lastRenderedPageBreak/>
        <w:t>Grande</w:t>
      </w:r>
      <w:r w:rsidR="00E51ED1" w:rsidRPr="00F54F45">
        <w:noBreakHyphen/>
      </w:r>
      <w:r w:rsidRPr="00F54F45">
        <w:t>Bretagne et d</w:t>
      </w:r>
      <w:r w:rsidR="00056C17" w:rsidRPr="00F54F45">
        <w:t>’</w:t>
      </w:r>
      <w:r w:rsidRPr="00F54F45">
        <w:t>Irlande du Nord sur la conformité des Règlements ONU avec l</w:t>
      </w:r>
      <w:r w:rsidR="00056C17" w:rsidRPr="00F54F45">
        <w:t>’</w:t>
      </w:r>
      <w:r w:rsidRPr="00F54F45">
        <w:t>annexe</w:t>
      </w:r>
      <w:r w:rsidR="00F76CF6">
        <w:t> </w:t>
      </w:r>
      <w:r w:rsidRPr="00F54F45">
        <w:t>4 de l</w:t>
      </w:r>
      <w:r w:rsidR="00056C17" w:rsidRPr="00F54F45">
        <w:t>’</w:t>
      </w:r>
      <w:r w:rsidRPr="00F54F45">
        <w:t>Accord de 1958 devant entrer en vigueur avant fin 2019. L</w:t>
      </w:r>
      <w:r w:rsidR="00056C17" w:rsidRPr="00F54F45">
        <w:t>’</w:t>
      </w:r>
      <w:r w:rsidRPr="00F54F45">
        <w:t>étude a mis en évidence le fait que les Règlements ONU relevant du GRPE n</w:t>
      </w:r>
      <w:r w:rsidR="00056C17" w:rsidRPr="00F54F45">
        <w:t>’</w:t>
      </w:r>
      <w:r w:rsidRPr="00F54F45">
        <w:t>étaient pas incompatibles avec l</w:t>
      </w:r>
      <w:r w:rsidR="00056C17" w:rsidRPr="00F54F45">
        <w:t>’</w:t>
      </w:r>
      <w:r w:rsidRPr="00F54F45">
        <w:t>annexe</w:t>
      </w:r>
      <w:r w:rsidR="00E51ED1" w:rsidRPr="00F54F45">
        <w:t> </w:t>
      </w:r>
      <w:r w:rsidRPr="00F54F45">
        <w:t>4 de l</w:t>
      </w:r>
      <w:r w:rsidR="00056C17" w:rsidRPr="00F54F45">
        <w:t>’</w:t>
      </w:r>
      <w:r w:rsidRPr="00F54F45">
        <w:t>Accord de 1958. Le GRPE a pris acte de ce résultat et a demandé au représentant de rendre compte de cette question à la prochaine réunion de l</w:t>
      </w:r>
      <w:r w:rsidR="00056C17" w:rsidRPr="00F54F45">
        <w:t>’</w:t>
      </w:r>
      <w:r w:rsidRPr="00F54F45">
        <w:t>IWVTA.</w:t>
      </w:r>
    </w:p>
    <w:p w14:paraId="776968ED" w14:textId="77777777" w:rsidR="00BB15D6" w:rsidRPr="00F54F45" w:rsidRDefault="00BB15D6" w:rsidP="009F15B9">
      <w:pPr>
        <w:pStyle w:val="SingleTxtG"/>
      </w:pPr>
      <w:r w:rsidRPr="00F54F45">
        <w:t>63.</w:t>
      </w:r>
      <w:r w:rsidRPr="00F54F45">
        <w:tab/>
        <w:t>Le représentant du GRPE auprès du Groupe de l</w:t>
      </w:r>
      <w:r w:rsidR="00056C17" w:rsidRPr="00F54F45">
        <w:t>’</w:t>
      </w:r>
      <w:r w:rsidRPr="00F54F45">
        <w:t>IWVTA a également rappelé les questions en suspens concernant l</w:t>
      </w:r>
      <w:r w:rsidR="00056C17" w:rsidRPr="00F54F45">
        <w:t>’</w:t>
      </w:r>
      <w:r w:rsidRPr="00F54F45">
        <w:t>inclusion des Règlements ONU relevant du GRPE dans le Règlement ONU n</w:t>
      </w:r>
      <w:r w:rsidRPr="00F54F45">
        <w:rPr>
          <w:vertAlign w:val="superscript"/>
        </w:rPr>
        <w:t>o</w:t>
      </w:r>
      <w:r w:rsidR="00E51ED1" w:rsidRPr="00F54F45">
        <w:t> </w:t>
      </w:r>
      <w:r w:rsidRPr="00F54F45">
        <w:t>0. Il a exposé les cinq questions en suspens concernant les Règlements ONU n</w:t>
      </w:r>
      <w:r w:rsidRPr="00F54F45">
        <w:rPr>
          <w:vertAlign w:val="superscript"/>
        </w:rPr>
        <w:t>os</w:t>
      </w:r>
      <w:r w:rsidR="00E51ED1" w:rsidRPr="00F54F45">
        <w:t> </w:t>
      </w:r>
      <w:r w:rsidRPr="00F54F45">
        <w:t>24, 49 et 133 et les futurs Règlements</w:t>
      </w:r>
      <w:r w:rsidR="00F76CF6">
        <w:t xml:space="preserve"> </w:t>
      </w:r>
      <w:r w:rsidRPr="00F54F45">
        <w:t>ONU sur la WLTP et le RDE. Le GRPE n</w:t>
      </w:r>
      <w:r w:rsidR="00056C17" w:rsidRPr="00F54F45">
        <w:t>’</w:t>
      </w:r>
      <w:r w:rsidRPr="00F54F45">
        <w:t>a pris aucune décision et a rappelé ce qui avait été examiné lors de sa dernière session en janvier 2019 (ECE/TRANS/WP.29/GRPE/78, par.</w:t>
      </w:r>
      <w:r w:rsidR="003E7FCE" w:rsidRPr="00F54F45">
        <w:t> </w:t>
      </w:r>
      <w:r w:rsidRPr="00F54F45">
        <w:t>59 à 61).</w:t>
      </w:r>
    </w:p>
    <w:p w14:paraId="21EB34B3" w14:textId="77777777" w:rsidR="00BB15D6" w:rsidRPr="00F54F45" w:rsidRDefault="009F15B9" w:rsidP="009F15B9">
      <w:pPr>
        <w:pStyle w:val="HChG"/>
      </w:pPr>
      <w:bookmarkStart w:id="24" w:name="_Toc317520896"/>
      <w:r w:rsidRPr="00F54F45">
        <w:tab/>
      </w:r>
      <w:r w:rsidR="00BB15D6" w:rsidRPr="00F54F45">
        <w:t>XIII.</w:t>
      </w:r>
      <w:r w:rsidR="00BB15D6" w:rsidRPr="00F54F45">
        <w:tab/>
        <w:t>Qualité de l</w:t>
      </w:r>
      <w:r w:rsidR="00056C17" w:rsidRPr="00F54F45">
        <w:t>’</w:t>
      </w:r>
      <w:r w:rsidR="00BB15D6" w:rsidRPr="00F54F45">
        <w:t>air à l</w:t>
      </w:r>
      <w:r w:rsidR="00056C17" w:rsidRPr="00F54F45">
        <w:t>’</w:t>
      </w:r>
      <w:r w:rsidR="00BB15D6" w:rsidRPr="00F54F45">
        <w:t xml:space="preserve">intérieur des véhicules (VIAQ) </w:t>
      </w:r>
      <w:r w:rsidRPr="00F54F45">
        <w:br/>
      </w:r>
      <w:r w:rsidR="00BB15D6" w:rsidRPr="00F54F45">
        <w:t>(point 12 de l</w:t>
      </w:r>
      <w:r w:rsidR="00056C17" w:rsidRPr="00F54F45">
        <w:t>’</w:t>
      </w:r>
      <w:r w:rsidR="00BB15D6" w:rsidRPr="00F54F45">
        <w:t>ordre du jour)</w:t>
      </w:r>
      <w:bookmarkEnd w:id="24"/>
    </w:p>
    <w:p w14:paraId="57518062" w14:textId="77777777" w:rsidR="00BB15D6" w:rsidRPr="00F54F45" w:rsidRDefault="00BB15D6" w:rsidP="00BB15D6">
      <w:pPr>
        <w:pStyle w:val="SingleTxtG"/>
        <w:spacing w:line="240" w:lineRule="auto"/>
        <w:ind w:left="2829" w:hanging="1695"/>
        <w:jc w:val="left"/>
      </w:pPr>
      <w:r w:rsidRPr="00F54F45">
        <w:rPr>
          <w:i/>
          <w:iCs/>
        </w:rPr>
        <w:t>Document</w:t>
      </w:r>
      <w:r w:rsidR="003127C8" w:rsidRPr="00F54F45">
        <w:rPr>
          <w:i/>
          <w:iCs/>
        </w:rPr>
        <w:t>(s)</w:t>
      </w:r>
      <w:r w:rsidRPr="00F54F45">
        <w:rPr>
          <w:i/>
          <w:iCs/>
        </w:rPr>
        <w:t xml:space="preserve"> </w:t>
      </w:r>
      <w:r w:rsidRPr="00C202C9">
        <w:rPr>
          <w:iCs/>
        </w:rPr>
        <w:t>:</w:t>
      </w:r>
      <w:r w:rsidRPr="00F54F45">
        <w:tab/>
        <w:t>GRPE-79-18</w:t>
      </w:r>
      <w:r w:rsidR="003127C8" w:rsidRPr="00F54F45">
        <w:t>.</w:t>
      </w:r>
    </w:p>
    <w:p w14:paraId="6CB702C5" w14:textId="77777777" w:rsidR="00BB15D6" w:rsidRPr="00F54F45" w:rsidRDefault="00BB15D6" w:rsidP="009F15B9">
      <w:pPr>
        <w:pStyle w:val="SingleTxtG"/>
      </w:pPr>
      <w:r w:rsidRPr="00F54F45">
        <w:t>64.</w:t>
      </w:r>
      <w:r w:rsidRPr="00F54F45">
        <w:tab/>
        <w:t>Le Président du groupe de travail informel de la qualité de l</w:t>
      </w:r>
      <w:r w:rsidR="00056C17" w:rsidRPr="00F54F45">
        <w:t>’</w:t>
      </w:r>
      <w:r w:rsidRPr="00F54F45">
        <w:t>air à l</w:t>
      </w:r>
      <w:r w:rsidR="00056C17" w:rsidRPr="00F54F45">
        <w:t>’</w:t>
      </w:r>
      <w:r w:rsidRPr="00F54F45">
        <w:t>intérieur des véhicules (VIAQ) a rendu compte des activités en cours du groupe (GRPE-79-18). Il a informé le GRPE des derniers progrès accomplis et des décisions prises au cours des dernières réunions, en soulignant que l</w:t>
      </w:r>
      <w:r w:rsidR="00056C17" w:rsidRPr="00F54F45">
        <w:t>’</w:t>
      </w:r>
      <w:r w:rsidRPr="00F54F45">
        <w:t xml:space="preserve">élaboration des amendements à la Résolution mutuelle </w:t>
      </w:r>
      <w:r w:rsidR="00592D8B" w:rsidRPr="00F54F45">
        <w:rPr>
          <w:rFonts w:eastAsia="MS Mincho"/>
          <w:szCs w:val="22"/>
        </w:rPr>
        <w:t>n</w:t>
      </w:r>
      <w:r w:rsidR="00592D8B" w:rsidRPr="00F54F45">
        <w:rPr>
          <w:rFonts w:eastAsia="MS Mincho"/>
          <w:szCs w:val="22"/>
          <w:vertAlign w:val="superscript"/>
        </w:rPr>
        <w:t>o</w:t>
      </w:r>
      <w:r w:rsidR="00592D8B" w:rsidRPr="00F54F45">
        <w:t> </w:t>
      </w:r>
      <w:r w:rsidRPr="00F54F45">
        <w:t>3 se poursuivait selon le calendrier prévu.</w:t>
      </w:r>
    </w:p>
    <w:p w14:paraId="43F2313C" w14:textId="77777777" w:rsidR="00BB15D6" w:rsidRPr="00F54F45" w:rsidRDefault="00BB15D6" w:rsidP="009F15B9">
      <w:pPr>
        <w:pStyle w:val="SingleTxtG"/>
      </w:pPr>
      <w:r w:rsidRPr="00F54F45">
        <w:t>65.</w:t>
      </w:r>
      <w:r w:rsidRPr="00F54F45">
        <w:tab/>
        <w:t>Le GRPE s</w:t>
      </w:r>
      <w:r w:rsidR="00056C17" w:rsidRPr="00F54F45">
        <w:t>’</w:t>
      </w:r>
      <w:r w:rsidRPr="00F54F45">
        <w:t>est félicité des progrès réalisés par le groupe de travail informel VIAQ et a pris note de sa demande de mise à disposition d</w:t>
      </w:r>
      <w:r w:rsidR="00056C17" w:rsidRPr="00F54F45">
        <w:t>’</w:t>
      </w:r>
      <w:r w:rsidRPr="00F54F45">
        <w:t>une salle de réunion pendant une demi</w:t>
      </w:r>
      <w:r w:rsidR="00592D8B" w:rsidRPr="00F54F45">
        <w:noBreakHyphen/>
      </w:r>
      <w:r w:rsidRPr="00F54F45">
        <w:t>journée au cours de sa semaine de session, en janvier 2020.</w:t>
      </w:r>
    </w:p>
    <w:p w14:paraId="3D579367" w14:textId="77777777" w:rsidR="00BB15D6" w:rsidRPr="00F54F45" w:rsidRDefault="00592D8B" w:rsidP="00592D8B">
      <w:pPr>
        <w:pStyle w:val="HChG"/>
      </w:pPr>
      <w:r w:rsidRPr="00F54F45">
        <w:tab/>
      </w:r>
      <w:r w:rsidR="00BB15D6" w:rsidRPr="00F54F45">
        <w:t>XIV.</w:t>
      </w:r>
      <w:r w:rsidR="00BB15D6" w:rsidRPr="00F54F45">
        <w:tab/>
        <w:t>Échange de renseignements sur les normes d</w:t>
      </w:r>
      <w:r w:rsidR="00056C17" w:rsidRPr="00F54F45">
        <w:t>’</w:t>
      </w:r>
      <w:r w:rsidR="00BB15D6" w:rsidRPr="00F54F45">
        <w:t>émission</w:t>
      </w:r>
      <w:r w:rsidR="0037413E" w:rsidRPr="00F54F45">
        <w:br/>
      </w:r>
      <w:r w:rsidR="00BB15D6" w:rsidRPr="00F54F45">
        <w:t>(point 13 de l</w:t>
      </w:r>
      <w:r w:rsidR="00056C17" w:rsidRPr="00F54F45">
        <w:t>’</w:t>
      </w:r>
      <w:r w:rsidR="00BB15D6" w:rsidRPr="00F54F45">
        <w:t>ordre du jour)</w:t>
      </w:r>
    </w:p>
    <w:p w14:paraId="63BEB0A1" w14:textId="77777777" w:rsidR="00BB15D6" w:rsidRPr="00F54F45" w:rsidRDefault="00BB15D6" w:rsidP="009F15B9">
      <w:pPr>
        <w:pStyle w:val="SingleTxtG"/>
      </w:pPr>
      <w:bookmarkStart w:id="25" w:name="_Ref11846852"/>
      <w:r w:rsidRPr="00F54F45">
        <w:t>66.</w:t>
      </w:r>
      <w:r w:rsidRPr="00F54F45">
        <w:tab/>
        <w:t>Le GRPE a décidé de changer l</w:t>
      </w:r>
      <w:r w:rsidR="00056C17" w:rsidRPr="00F54F45">
        <w:t>’</w:t>
      </w:r>
      <w:r w:rsidRPr="00F54F45">
        <w:t>intitulé de ce point de l</w:t>
      </w:r>
      <w:r w:rsidR="00056C17" w:rsidRPr="00F54F45">
        <w:t>’</w:t>
      </w:r>
      <w:r w:rsidRPr="00F54F45">
        <w:t>ordre du jour, qui devient : « Questions prioritaires pour les activités du GRPE » dès la prochaine session, en janvier 2020.</w:t>
      </w:r>
      <w:bookmarkEnd w:id="25"/>
    </w:p>
    <w:p w14:paraId="258B0501" w14:textId="77777777" w:rsidR="00BB15D6" w:rsidRPr="00F54F45" w:rsidRDefault="00602B04" w:rsidP="00602B04">
      <w:pPr>
        <w:pStyle w:val="HChG"/>
      </w:pPr>
      <w:r w:rsidRPr="00F54F45">
        <w:tab/>
      </w:r>
      <w:r w:rsidR="00BB15D6" w:rsidRPr="00F54F45">
        <w:t>XV.</w:t>
      </w:r>
      <w:r w:rsidR="00BB15D6" w:rsidRPr="00F54F45">
        <w:tab/>
        <w:t>Élection du Bureau (point 14 de l</w:t>
      </w:r>
      <w:r w:rsidR="00056C17" w:rsidRPr="00F54F45">
        <w:t>’</w:t>
      </w:r>
      <w:r w:rsidR="00BB15D6" w:rsidRPr="00F54F45">
        <w:t>ordre du jour)</w:t>
      </w:r>
    </w:p>
    <w:p w14:paraId="614BBC25" w14:textId="77777777" w:rsidR="00BB15D6" w:rsidRPr="00F54F45" w:rsidRDefault="00BB15D6" w:rsidP="00602B04">
      <w:pPr>
        <w:pStyle w:val="SingleTxtG"/>
      </w:pPr>
      <w:r w:rsidRPr="00F54F45">
        <w:t>67.</w:t>
      </w:r>
      <w:r w:rsidRPr="00F54F45">
        <w:tab/>
        <w:t>Conformément à l</w:t>
      </w:r>
      <w:r w:rsidR="00056C17" w:rsidRPr="00F54F45">
        <w:t>’</w:t>
      </w:r>
      <w:r w:rsidRPr="00F54F45">
        <w:t>article</w:t>
      </w:r>
      <w:r w:rsidR="00602B04" w:rsidRPr="00F54F45">
        <w:t> </w:t>
      </w:r>
      <w:r w:rsidRPr="00F54F45">
        <w:t>37 du Règlement intérieur (TRANS/WP.29/690, tel que modifié), le GRPE a élu à l</w:t>
      </w:r>
      <w:r w:rsidR="00056C17" w:rsidRPr="00F54F45">
        <w:t>’</w:t>
      </w:r>
      <w:r w:rsidRPr="00F54F45">
        <w:t>unanimité M.</w:t>
      </w:r>
      <w:r w:rsidR="00602B04" w:rsidRPr="00F54F45">
        <w:t> </w:t>
      </w:r>
      <w:r w:rsidRPr="00F54F45">
        <w:t>A.</w:t>
      </w:r>
      <w:r w:rsidR="00602B04" w:rsidRPr="00F54F45">
        <w:t> </w:t>
      </w:r>
      <w:proofErr w:type="spellStart"/>
      <w:r w:rsidRPr="00F54F45">
        <w:t>Rijnders</w:t>
      </w:r>
      <w:proofErr w:type="spellEnd"/>
      <w:r w:rsidRPr="00F54F45">
        <w:t xml:space="preserve"> (Pays-Bas) à sa </w:t>
      </w:r>
      <w:r w:rsidR="00C202C9">
        <w:t>p</w:t>
      </w:r>
      <w:r w:rsidRPr="00F54F45">
        <w:t>résidence pour les sessions de l</w:t>
      </w:r>
      <w:r w:rsidR="00056C17" w:rsidRPr="00F54F45">
        <w:t>’</w:t>
      </w:r>
      <w:r w:rsidRPr="00F54F45">
        <w:t>année 2020.</w:t>
      </w:r>
    </w:p>
    <w:p w14:paraId="317DCDE7" w14:textId="77777777" w:rsidR="00BB15D6" w:rsidRPr="00F54F45" w:rsidRDefault="00602B04" w:rsidP="00602B04">
      <w:pPr>
        <w:pStyle w:val="HChG"/>
      </w:pPr>
      <w:r w:rsidRPr="00F54F45">
        <w:tab/>
      </w:r>
      <w:r w:rsidR="00BB15D6" w:rsidRPr="00F54F45">
        <w:t>XVI.</w:t>
      </w:r>
      <w:r w:rsidR="00BB15D6" w:rsidRPr="00F54F45">
        <w:tab/>
        <w:t>Questions diverses (point 15 de l</w:t>
      </w:r>
      <w:r w:rsidR="00056C17" w:rsidRPr="00F54F45">
        <w:t>’</w:t>
      </w:r>
      <w:r w:rsidR="00BB15D6" w:rsidRPr="00F54F45">
        <w:t>ordre du jour)</w:t>
      </w:r>
    </w:p>
    <w:p w14:paraId="4250F76D" w14:textId="77777777" w:rsidR="00BB15D6" w:rsidRPr="00F54F45" w:rsidRDefault="00BB15D6" w:rsidP="00602B04">
      <w:pPr>
        <w:pStyle w:val="SingleTxtG"/>
        <w:jc w:val="left"/>
      </w:pPr>
      <w:r w:rsidRPr="00F54F45">
        <w:rPr>
          <w:i/>
          <w:iCs/>
        </w:rPr>
        <w:t>Document</w:t>
      </w:r>
      <w:r w:rsidR="00602B04" w:rsidRPr="00F54F45">
        <w:rPr>
          <w:i/>
          <w:iCs/>
        </w:rPr>
        <w:t>(s) </w:t>
      </w:r>
      <w:r w:rsidRPr="00C202C9">
        <w:rPr>
          <w:iCs/>
        </w:rPr>
        <w:t>:</w:t>
      </w:r>
      <w:r w:rsidRPr="00F54F45">
        <w:tab/>
        <w:t>ECE/TRANS/WP.29/GRPE/2019/13</w:t>
      </w:r>
      <w:bookmarkStart w:id="26" w:name="_Hlk11836168"/>
      <w:bookmarkEnd w:id="26"/>
      <w:r w:rsidR="00602B04" w:rsidRPr="00F54F45">
        <w:t>.</w:t>
      </w:r>
    </w:p>
    <w:p w14:paraId="3730E8A4" w14:textId="77777777" w:rsidR="00BB15D6" w:rsidRPr="00F54F45" w:rsidRDefault="00BB15D6" w:rsidP="00602B04">
      <w:pPr>
        <w:pStyle w:val="SingleTxtG"/>
      </w:pPr>
      <w:bookmarkStart w:id="27" w:name="_Hlk19779570"/>
      <w:r w:rsidRPr="00F54F45">
        <w:t>68.</w:t>
      </w:r>
      <w:r w:rsidRPr="00F54F45">
        <w:tab/>
        <w:t>Le représentant de l</w:t>
      </w:r>
      <w:r w:rsidR="00056C17" w:rsidRPr="00F54F45">
        <w:t>’</w:t>
      </w:r>
      <w:r w:rsidRPr="00F54F45">
        <w:t>OICA a présenté le document ECE/TRANS/WP.29/</w:t>
      </w:r>
      <w:r w:rsidR="00602B04" w:rsidRPr="00F54F45">
        <w:t xml:space="preserve"> </w:t>
      </w:r>
      <w:r w:rsidRPr="00F54F45">
        <w:t>GRPE/2019/13, qui contient des propositions d</w:t>
      </w:r>
      <w:r w:rsidR="00056C17" w:rsidRPr="00F54F45">
        <w:t>’</w:t>
      </w:r>
      <w:r w:rsidRPr="00F54F45">
        <w:t>amendements à l</w:t>
      </w:r>
      <w:r w:rsidR="00056C17" w:rsidRPr="00F54F45">
        <w:t>’</w:t>
      </w:r>
      <w:r w:rsidRPr="00F54F45">
        <w:t xml:space="preserve">annexe 4 de la Résolution mutuelle (R.M.3) portant sur des recommandations relatives à la qualité des carburants sur le marché. </w:t>
      </w:r>
      <w:bookmarkEnd w:id="27"/>
      <w:r w:rsidRPr="00F54F45">
        <w:t>Le représentant des Pays-Bas a demandé si et quand ces recommandations pouvaient être mises à jour pour les engins mobiles non routiers (EMNR). Le représentant de l</w:t>
      </w:r>
      <w:r w:rsidR="00056C17" w:rsidRPr="00F54F45">
        <w:t>’</w:t>
      </w:r>
      <w:r w:rsidRPr="00F54F45">
        <w:t>OICA a déclaré qu</w:t>
      </w:r>
      <w:r w:rsidR="00056C17" w:rsidRPr="00F54F45">
        <w:t>’</w:t>
      </w:r>
      <w:r w:rsidRPr="00F54F45">
        <w:t>EUROMOT appuyait l</w:t>
      </w:r>
      <w:r w:rsidR="00056C17" w:rsidRPr="00F54F45">
        <w:t>’</w:t>
      </w:r>
      <w:r w:rsidRPr="00F54F45">
        <w:t>initiative et souhaiterait peut-être mettre à jour la section sur les engins mobiles non routiers à l</w:t>
      </w:r>
      <w:r w:rsidR="00056C17" w:rsidRPr="00F54F45">
        <w:t>’</w:t>
      </w:r>
      <w:r w:rsidRPr="00F54F45">
        <w:t>avenir.</w:t>
      </w:r>
    </w:p>
    <w:p w14:paraId="6A599F76" w14:textId="77777777" w:rsidR="00BB15D6" w:rsidRPr="00F54F45" w:rsidRDefault="00BB15D6" w:rsidP="009F15B9">
      <w:pPr>
        <w:pStyle w:val="SingleTxtG"/>
      </w:pPr>
      <w:r w:rsidRPr="00F54F45">
        <w:t>69.</w:t>
      </w:r>
      <w:r w:rsidRPr="00F54F45">
        <w:tab/>
        <w:t>Les représentants des Pays-Bas, de l</w:t>
      </w:r>
      <w:r w:rsidR="00056C17" w:rsidRPr="00F54F45">
        <w:t>’</w:t>
      </w:r>
      <w:r w:rsidRPr="00F54F45">
        <w:t>Espagne et de la Commission européenne ont appuyé la proposition.</w:t>
      </w:r>
    </w:p>
    <w:p w14:paraId="0B476170" w14:textId="77777777" w:rsidR="00BB15D6" w:rsidRPr="00F54F45" w:rsidRDefault="00BB15D6" w:rsidP="008059B7">
      <w:pPr>
        <w:pStyle w:val="SingleTxtG"/>
      </w:pPr>
      <w:r w:rsidRPr="00F54F45">
        <w:t>70.</w:t>
      </w:r>
      <w:r w:rsidRPr="00F54F45">
        <w:tab/>
        <w:t>Le Président a souligné que la qualité du carburant était d</w:t>
      </w:r>
      <w:r w:rsidR="00056C17" w:rsidRPr="00F54F45">
        <w:t>’</w:t>
      </w:r>
      <w:r w:rsidRPr="00F54F45">
        <w:t>une importance primordiale pour que les voitures puissent produire durablement de faibles émissions, dans la mesure où l</w:t>
      </w:r>
      <w:r w:rsidR="00056C17" w:rsidRPr="00F54F45">
        <w:t>’</w:t>
      </w:r>
      <w:r w:rsidRPr="00F54F45">
        <w:t xml:space="preserve">on avait besoin à la fois de carburants plus propres et de systèmes </w:t>
      </w:r>
      <w:r w:rsidRPr="00F54F45">
        <w:lastRenderedPageBreak/>
        <w:t>antipollution perfectionnés pour obtenir des émissions d</w:t>
      </w:r>
      <w:r w:rsidR="00056C17" w:rsidRPr="00F54F45">
        <w:t>’</w:t>
      </w:r>
      <w:r w:rsidRPr="00F54F45">
        <w:t>échappement plus propres. L</w:t>
      </w:r>
      <w:r w:rsidR="00056C17" w:rsidRPr="00F54F45">
        <w:t>’</w:t>
      </w:r>
      <w:r w:rsidRPr="00F54F45">
        <w:t>utilisation d</w:t>
      </w:r>
      <w:r w:rsidR="00056C17" w:rsidRPr="00F54F45">
        <w:t>’</w:t>
      </w:r>
      <w:r w:rsidRPr="00F54F45">
        <w:t>un combustible de bonne qualité était une condition préalable essentielle à une amélioration réussie et durable de la qualité de l</w:t>
      </w:r>
      <w:r w:rsidR="00056C17" w:rsidRPr="00F54F45">
        <w:t>’</w:t>
      </w:r>
      <w:r w:rsidRPr="00F54F45">
        <w:t>air.</w:t>
      </w:r>
    </w:p>
    <w:p w14:paraId="4C71CAEC" w14:textId="77777777" w:rsidR="00BB15D6" w:rsidRPr="00F54F45" w:rsidRDefault="00BB15D6" w:rsidP="008059B7">
      <w:pPr>
        <w:pStyle w:val="SingleTxtG"/>
      </w:pPr>
      <w:r w:rsidRPr="00F54F45">
        <w:t>71.</w:t>
      </w:r>
      <w:r w:rsidRPr="00F54F45">
        <w:tab/>
        <w:t>Le Président a estimé qu</w:t>
      </w:r>
      <w:r w:rsidR="00056C17" w:rsidRPr="00F54F45">
        <w:t>’</w:t>
      </w:r>
      <w:r w:rsidRPr="00F54F45">
        <w:t>il serait important d</w:t>
      </w:r>
      <w:r w:rsidR="00056C17" w:rsidRPr="00F54F45">
        <w:t>’</w:t>
      </w:r>
      <w:r w:rsidRPr="00F54F45">
        <w:t>inclure toutes les catégories de véhicules dans ce document afin de fournir aux pays des orientations plus complètes sur la compatibilité des systèmes antipollution des véhicules et des prescriptions en matière de qualité du combustible. Le représentant de l</w:t>
      </w:r>
      <w:r w:rsidR="00056C17" w:rsidRPr="00F54F45">
        <w:t>’</w:t>
      </w:r>
      <w:r w:rsidRPr="00F54F45">
        <w:t>Association internationale des constructeurs de motocycles (IMMA) a appuyé la proposition de l</w:t>
      </w:r>
      <w:r w:rsidR="00056C17" w:rsidRPr="00F54F45">
        <w:t>’</w:t>
      </w:r>
      <w:r w:rsidRPr="00F54F45">
        <w:t>OICA, de l</w:t>
      </w:r>
      <w:r w:rsidR="00056C17" w:rsidRPr="00F54F45">
        <w:t>’</w:t>
      </w:r>
      <w:r w:rsidRPr="00F54F45">
        <w:t>Association pour la limitation des émissions par catalyseur (AECC) et de l</w:t>
      </w:r>
      <w:r w:rsidR="00056C17" w:rsidRPr="00F54F45">
        <w:t>’</w:t>
      </w:r>
      <w:r w:rsidRPr="00F54F45">
        <w:t>Association européenne des fournisseurs de l</w:t>
      </w:r>
      <w:r w:rsidR="00056C17" w:rsidRPr="00F54F45">
        <w:t>’</w:t>
      </w:r>
      <w:r w:rsidRPr="00F54F45">
        <w:t>automobile (CLEPA) et a reconnu que la qualité du carburant était une question importante. L</w:t>
      </w:r>
      <w:r w:rsidR="00056C17" w:rsidRPr="00F54F45">
        <w:t>’</w:t>
      </w:r>
      <w:r w:rsidRPr="00F54F45">
        <w:t xml:space="preserve">IMMA envisagera de traiter cette question une fois achevée la transposition du RTM ONU </w:t>
      </w:r>
      <w:r w:rsidR="00606E85" w:rsidRPr="002D76F4">
        <w:rPr>
          <w:rFonts w:eastAsia="MS Mincho"/>
          <w:szCs w:val="22"/>
        </w:rPr>
        <w:t>n</w:t>
      </w:r>
      <w:r w:rsidR="00606E85" w:rsidRPr="002D76F4">
        <w:rPr>
          <w:rFonts w:eastAsia="MS Mincho"/>
          <w:szCs w:val="22"/>
          <w:vertAlign w:val="superscript"/>
        </w:rPr>
        <w:t>o</w:t>
      </w:r>
      <w:r w:rsidR="00606E85">
        <w:t> </w:t>
      </w:r>
      <w:r w:rsidRPr="00F54F45">
        <w:t>2 dans un Règlement ONU.</w:t>
      </w:r>
    </w:p>
    <w:p w14:paraId="44829348" w14:textId="77777777" w:rsidR="00BB15D6" w:rsidRPr="00F54F45" w:rsidRDefault="00BB15D6" w:rsidP="008059B7">
      <w:pPr>
        <w:pStyle w:val="SingleTxtG"/>
      </w:pPr>
      <w:r w:rsidRPr="00F54F45">
        <w:t>72.</w:t>
      </w:r>
      <w:r w:rsidRPr="00F54F45">
        <w:tab/>
        <w:t>Le GRPE a adopté le document ECE/TRANS/WP.29/GRPE/2019/13 et a demandé au secrétariat de le soumettre au WP.29 et à l</w:t>
      </w:r>
      <w:r w:rsidR="00056C17" w:rsidRPr="00F54F45">
        <w:t>’</w:t>
      </w:r>
      <w:r w:rsidRPr="00F54F45">
        <w:t>AC.3 aux fins d</w:t>
      </w:r>
      <w:r w:rsidR="00056C17" w:rsidRPr="00F54F45">
        <w:t>’</w:t>
      </w:r>
      <w:r w:rsidRPr="00F54F45">
        <w:t>examen et de mise aux voix à leurs sessions de novembre 2019.</w:t>
      </w:r>
    </w:p>
    <w:p w14:paraId="6058F8F0" w14:textId="77777777" w:rsidR="00BB15D6" w:rsidRPr="00F54F45" w:rsidRDefault="008059B7" w:rsidP="008059B7">
      <w:pPr>
        <w:pStyle w:val="HChG"/>
      </w:pPr>
      <w:r w:rsidRPr="00F54F45">
        <w:tab/>
      </w:r>
      <w:r w:rsidR="00BB15D6" w:rsidRPr="00F54F45">
        <w:t>XVII.</w:t>
      </w:r>
      <w:r w:rsidR="00BB15D6" w:rsidRPr="00F54F45">
        <w:tab/>
        <w:t>Ordre du jour provisoire de la prochaine session</w:t>
      </w:r>
      <w:bookmarkStart w:id="28" w:name="_Toc317520907"/>
      <w:bookmarkEnd w:id="28"/>
    </w:p>
    <w:p w14:paraId="5052E97A" w14:textId="77777777" w:rsidR="00BB15D6" w:rsidRPr="00F54F45" w:rsidRDefault="008059B7" w:rsidP="008059B7">
      <w:pPr>
        <w:pStyle w:val="H1G"/>
      </w:pPr>
      <w:r w:rsidRPr="00F54F45">
        <w:tab/>
      </w:r>
      <w:r w:rsidR="00BB15D6" w:rsidRPr="00F54F45">
        <w:t>A.</w:t>
      </w:r>
      <w:r w:rsidR="00BB15D6" w:rsidRPr="00F54F45">
        <w:tab/>
        <w:t>Prochaine session du GRPE</w:t>
      </w:r>
    </w:p>
    <w:p w14:paraId="17D3C271" w14:textId="77777777" w:rsidR="00BB15D6" w:rsidRPr="00F54F45" w:rsidRDefault="00BB15D6" w:rsidP="008059B7">
      <w:pPr>
        <w:pStyle w:val="SingleTxtG"/>
      </w:pPr>
      <w:r w:rsidRPr="00F54F45">
        <w:t>73.</w:t>
      </w:r>
      <w:r w:rsidRPr="00F54F45">
        <w:tab/>
        <w:t>La prochaine session du GRPE, y compris les réunions des groupes de travail informels, doit se dérouler au Palais des Nations, à Genève, du lundi 13</w:t>
      </w:r>
      <w:r w:rsidR="008059B7" w:rsidRPr="00F54F45">
        <w:t> </w:t>
      </w:r>
      <w:r w:rsidRPr="00F54F45">
        <w:t>janvier 2020, à partir de 9</w:t>
      </w:r>
      <w:r w:rsidR="008059B7" w:rsidRPr="00F54F45">
        <w:t> </w:t>
      </w:r>
      <w:r w:rsidRPr="00F54F45">
        <w:t>h</w:t>
      </w:r>
      <w:r w:rsidR="008059B7" w:rsidRPr="00F54F45">
        <w:t> </w:t>
      </w:r>
      <w:r w:rsidRPr="00F54F45">
        <w:t>30, au vendredi 17</w:t>
      </w:r>
      <w:r w:rsidR="008059B7" w:rsidRPr="00F54F45">
        <w:t> </w:t>
      </w:r>
      <w:r w:rsidRPr="00F54F45">
        <w:t>janvier 2020, à 12</w:t>
      </w:r>
      <w:r w:rsidR="008059B7" w:rsidRPr="00F54F45">
        <w:t> </w:t>
      </w:r>
      <w:r w:rsidRPr="00F54F45">
        <w:t>h</w:t>
      </w:r>
      <w:r w:rsidR="008059B7" w:rsidRPr="00F54F45">
        <w:t> </w:t>
      </w:r>
      <w:r w:rsidRPr="00F54F45">
        <w:t>30, sous réserve de la confirmation du secrétariat (voir le document GRPE-80-01). Des services d</w:t>
      </w:r>
      <w:r w:rsidR="00056C17" w:rsidRPr="00F54F45">
        <w:t>’</w:t>
      </w:r>
      <w:r w:rsidRPr="00F54F45">
        <w:t>interprétation seront assurés du 14</w:t>
      </w:r>
      <w:r w:rsidR="008059B7" w:rsidRPr="00F54F45">
        <w:t> </w:t>
      </w:r>
      <w:r w:rsidRPr="00F54F45">
        <w:t>janvier (14</w:t>
      </w:r>
      <w:r w:rsidR="008059B7" w:rsidRPr="00F54F45">
        <w:t> </w:t>
      </w:r>
      <w:r w:rsidRPr="00F54F45">
        <w:t>h</w:t>
      </w:r>
      <w:r w:rsidR="008059B7" w:rsidRPr="00F54F45">
        <w:t> </w:t>
      </w:r>
      <w:r w:rsidRPr="00F54F45">
        <w:t>30) au 17</w:t>
      </w:r>
      <w:r w:rsidR="008059B7" w:rsidRPr="00F54F45">
        <w:t> </w:t>
      </w:r>
      <w:r w:rsidRPr="00F54F45">
        <w:t>janvier (12</w:t>
      </w:r>
      <w:r w:rsidR="008059B7" w:rsidRPr="00F54F45">
        <w:t> </w:t>
      </w:r>
      <w:r w:rsidRPr="00F54F45">
        <w:t>h</w:t>
      </w:r>
      <w:r w:rsidR="008059B7" w:rsidRPr="00F54F45">
        <w:t> </w:t>
      </w:r>
      <w:r w:rsidRPr="00F54F45">
        <w:t>30) 2020.</w:t>
      </w:r>
    </w:p>
    <w:p w14:paraId="31D729B7" w14:textId="77777777" w:rsidR="00BB15D6" w:rsidRPr="00F54F45" w:rsidRDefault="008059B7" w:rsidP="008059B7">
      <w:pPr>
        <w:pStyle w:val="H1G"/>
      </w:pPr>
      <w:r w:rsidRPr="00F54F45">
        <w:tab/>
      </w:r>
      <w:r w:rsidR="00BB15D6" w:rsidRPr="00F54F45">
        <w:t>B.</w:t>
      </w:r>
      <w:r w:rsidR="00BB15D6" w:rsidRPr="00F54F45">
        <w:tab/>
        <w:t xml:space="preserve">Ordre du jour provisoire de la prochaine session du GRPE </w:t>
      </w:r>
      <w:r w:rsidRPr="00F54F45">
        <w:br/>
      </w:r>
      <w:r w:rsidR="00BB15D6" w:rsidRPr="00F54F45">
        <w:t>proprement dite</w:t>
      </w:r>
      <w:bookmarkStart w:id="29" w:name="_Toc317520909"/>
      <w:bookmarkEnd w:id="29"/>
    </w:p>
    <w:p w14:paraId="266821F5" w14:textId="77777777" w:rsidR="00BB15D6" w:rsidRPr="00F54F45" w:rsidRDefault="00BB15D6" w:rsidP="008059B7">
      <w:pPr>
        <w:pStyle w:val="SingleTxtG"/>
      </w:pPr>
      <w:r w:rsidRPr="00F54F45">
        <w:t>74.</w:t>
      </w:r>
      <w:r w:rsidRPr="00F54F45">
        <w:tab/>
        <w:t>Le GRPE est convenu de l</w:t>
      </w:r>
      <w:r w:rsidR="00056C17" w:rsidRPr="00F54F45">
        <w:t>’</w:t>
      </w:r>
      <w:r w:rsidRPr="00F54F45">
        <w:t>ordre du jour provisoire suivant pour sa prochaine session</w:t>
      </w:r>
      <w:r w:rsidR="00231441" w:rsidRPr="00F54F45">
        <w:t> </w:t>
      </w:r>
      <w:r w:rsidRPr="00F54F45">
        <w:t>:</w:t>
      </w:r>
    </w:p>
    <w:p w14:paraId="03EB6AA1" w14:textId="77777777" w:rsidR="00BB15D6" w:rsidRPr="00F54F45" w:rsidRDefault="00BB15D6" w:rsidP="008059B7">
      <w:pPr>
        <w:pStyle w:val="SingleTxtG"/>
        <w:ind w:left="1701" w:hanging="567"/>
        <w:jc w:val="left"/>
      </w:pPr>
      <w:r w:rsidRPr="00F54F45">
        <w:t>1.</w:t>
      </w:r>
      <w:r w:rsidRPr="00F54F45">
        <w:tab/>
        <w:t>Adoption de l</w:t>
      </w:r>
      <w:r w:rsidR="00056C17" w:rsidRPr="00F54F45">
        <w:t>’</w:t>
      </w:r>
      <w:r w:rsidRPr="00F54F45">
        <w:t>ordre du jour.</w:t>
      </w:r>
    </w:p>
    <w:p w14:paraId="796665EC" w14:textId="77777777" w:rsidR="00BB15D6" w:rsidRPr="00F54F45" w:rsidRDefault="00BB15D6" w:rsidP="008059B7">
      <w:pPr>
        <w:pStyle w:val="SingleTxtG"/>
        <w:ind w:left="1701" w:hanging="567"/>
        <w:jc w:val="left"/>
      </w:pPr>
      <w:r w:rsidRPr="00F54F45">
        <w:t>2.</w:t>
      </w:r>
      <w:r w:rsidRPr="00F54F45">
        <w:tab/>
        <w:t>Rapport des dernières sessions du Forum mondial de l</w:t>
      </w:r>
      <w:r w:rsidR="00056C17" w:rsidRPr="00F54F45">
        <w:t>’</w:t>
      </w:r>
      <w:r w:rsidRPr="00F54F45">
        <w:t>harmonisation des Règlements concernant les véhicules (WP.29).</w:t>
      </w:r>
    </w:p>
    <w:p w14:paraId="6860FADB" w14:textId="77777777" w:rsidR="00BB15D6" w:rsidRPr="00F54F45" w:rsidRDefault="00BB15D6" w:rsidP="008059B7">
      <w:pPr>
        <w:pStyle w:val="SingleTxtG"/>
        <w:ind w:left="1701" w:hanging="567"/>
        <w:jc w:val="left"/>
      </w:pPr>
      <w:r w:rsidRPr="00F54F45">
        <w:t>3.</w:t>
      </w:r>
      <w:r w:rsidRPr="00F54F45">
        <w:tab/>
        <w:t>Véhicules légers :</w:t>
      </w:r>
    </w:p>
    <w:p w14:paraId="6B848197" w14:textId="77777777" w:rsidR="00BB15D6" w:rsidRPr="00F54F45" w:rsidRDefault="00BB15D6" w:rsidP="008059B7">
      <w:pPr>
        <w:pStyle w:val="SingleTxtG"/>
        <w:ind w:left="2268" w:hanging="567"/>
        <w:jc w:val="left"/>
      </w:pPr>
      <w:r w:rsidRPr="00F54F45">
        <w:t>a)</w:t>
      </w:r>
      <w:r w:rsidRPr="00F54F45">
        <w:tab/>
        <w:t>Règlements ONU n</w:t>
      </w:r>
      <w:r w:rsidRPr="00606E85">
        <w:rPr>
          <w:vertAlign w:val="superscript"/>
        </w:rPr>
        <w:t>os</w:t>
      </w:r>
      <w:r w:rsidR="00606E85">
        <w:t> </w:t>
      </w:r>
      <w:r w:rsidRPr="00F54F45">
        <w:t>68 (Mesure de la vitesse maximale, y compris des véhicules électriques purs), 83 (Émissions polluantes des véhicules des catégories M</w:t>
      </w:r>
      <w:r w:rsidRPr="00F54F45">
        <w:rPr>
          <w:vertAlign w:val="subscript"/>
        </w:rPr>
        <w:t>1</w:t>
      </w:r>
      <w:r w:rsidRPr="00F54F45">
        <w:t xml:space="preserve"> et N</w:t>
      </w:r>
      <w:r w:rsidRPr="00F54F45">
        <w:rPr>
          <w:vertAlign w:val="subscript"/>
        </w:rPr>
        <w:t>1</w:t>
      </w:r>
      <w:r w:rsidRPr="00F54F45">
        <w:t>), 101 (Émissions de CO</w:t>
      </w:r>
      <w:r w:rsidRPr="00F54F45">
        <w:rPr>
          <w:vertAlign w:val="subscript"/>
        </w:rPr>
        <w:t>2</w:t>
      </w:r>
      <w:r w:rsidRPr="00F54F45">
        <w:t xml:space="preserve">/consommation de carburant) </w:t>
      </w:r>
      <w:r w:rsidR="000D2426" w:rsidRPr="00F54F45">
        <w:br/>
      </w:r>
      <w:r w:rsidRPr="00F54F45">
        <w:t>et 103 (Dispositifs antipollution de remplacement) ;</w:t>
      </w:r>
    </w:p>
    <w:p w14:paraId="556C7C7C" w14:textId="77777777" w:rsidR="00BB15D6" w:rsidRPr="00F54F45" w:rsidRDefault="00BB15D6" w:rsidP="00231441">
      <w:pPr>
        <w:pStyle w:val="SingleTxtG"/>
        <w:ind w:left="2268" w:hanging="567"/>
        <w:jc w:val="left"/>
      </w:pPr>
      <w:r w:rsidRPr="00F54F45">
        <w:t>b)</w:t>
      </w:r>
      <w:r w:rsidRPr="00F54F45">
        <w:tab/>
        <w:t>Règlements techniques mondiaux ONU n</w:t>
      </w:r>
      <w:r w:rsidRPr="00F54F45">
        <w:rPr>
          <w:vertAlign w:val="superscript"/>
        </w:rPr>
        <w:t>os</w:t>
      </w:r>
      <w:r w:rsidR="00231441" w:rsidRPr="00F54F45">
        <w:t> </w:t>
      </w:r>
      <w:r w:rsidRPr="00F54F45">
        <w:t>15 (Procédure d</w:t>
      </w:r>
      <w:r w:rsidR="00056C17" w:rsidRPr="00F54F45">
        <w:t>’</w:t>
      </w:r>
      <w:r w:rsidRPr="00F54F45">
        <w:t>essai mondiale harmonisée en ce qui concerne les émissions des voitures particulières et véhicules utilitaires légers (WLTP)) et 19 (Procédures de mesure des émissions par évaporation dans le cadre de la procédure d</w:t>
      </w:r>
      <w:r w:rsidR="00056C17" w:rsidRPr="00F54F45">
        <w:t>’</w:t>
      </w:r>
      <w:r w:rsidRPr="00F54F45">
        <w:t>essai mondiale harmonisée pour les voitures particulières et les véhicules utilitaires légers (WLTP EVAP)) ;</w:t>
      </w:r>
    </w:p>
    <w:p w14:paraId="3DF079FD" w14:textId="77777777" w:rsidR="00BB15D6" w:rsidRPr="00F54F45" w:rsidRDefault="00BB15D6" w:rsidP="00231441">
      <w:pPr>
        <w:pStyle w:val="SingleTxtG"/>
        <w:ind w:left="2268" w:hanging="567"/>
        <w:jc w:val="left"/>
      </w:pPr>
      <w:r w:rsidRPr="00F54F45">
        <w:t>c)</w:t>
      </w:r>
      <w:r w:rsidRPr="00F54F45">
        <w:tab/>
        <w:t>Procédure d</w:t>
      </w:r>
      <w:r w:rsidR="00056C17" w:rsidRPr="00F54F45">
        <w:t>’</w:t>
      </w:r>
      <w:r w:rsidRPr="00F54F45">
        <w:t>essai mondiale harmonisée en ce qui concerne les émissions en conduite réelle.</w:t>
      </w:r>
    </w:p>
    <w:p w14:paraId="4D84A9B0" w14:textId="77777777" w:rsidR="00BB15D6" w:rsidRPr="00F54F45" w:rsidRDefault="00BB15D6" w:rsidP="00F86A50">
      <w:pPr>
        <w:pStyle w:val="SingleTxtG"/>
        <w:keepNext/>
        <w:ind w:left="1701" w:hanging="567"/>
        <w:jc w:val="left"/>
      </w:pPr>
      <w:r w:rsidRPr="00F54F45">
        <w:t>4.</w:t>
      </w:r>
      <w:r w:rsidRPr="00F54F45">
        <w:tab/>
        <w:t>Véhicules utilitaires lourds :</w:t>
      </w:r>
    </w:p>
    <w:p w14:paraId="756EA96A" w14:textId="77777777" w:rsidR="00BB15D6" w:rsidRPr="00F54F45" w:rsidRDefault="00BB15D6" w:rsidP="00F86A50">
      <w:pPr>
        <w:pStyle w:val="SingleTxtG"/>
        <w:ind w:left="2268" w:hanging="567"/>
        <w:jc w:val="left"/>
      </w:pPr>
      <w:r w:rsidRPr="00F54F45">
        <w:t>a)</w:t>
      </w:r>
      <w:r w:rsidRPr="00F54F45">
        <w:tab/>
        <w:t>Règlements ONU n</w:t>
      </w:r>
      <w:r w:rsidRPr="00F54F45">
        <w:rPr>
          <w:vertAlign w:val="superscript"/>
        </w:rPr>
        <w:t>os</w:t>
      </w:r>
      <w:r w:rsidR="00867249" w:rsidRPr="00F54F45">
        <w:t> </w:t>
      </w:r>
      <w:r w:rsidRPr="00F54F45">
        <w:t>49 (Émissions des moteurs à allumage par compression et des moteurs à allumage commandé (GNC et GPL)) et 132 (Dispositifs antipollution de mise à niveau (DAM)) ;</w:t>
      </w:r>
    </w:p>
    <w:p w14:paraId="3166379A" w14:textId="77777777" w:rsidR="00BB15D6" w:rsidRPr="009A7DB4" w:rsidRDefault="00BB15D6" w:rsidP="00F86A50">
      <w:pPr>
        <w:pStyle w:val="SingleTxtG"/>
        <w:ind w:left="2268" w:hanging="567"/>
        <w:jc w:val="left"/>
        <w:rPr>
          <w:spacing w:val="-2"/>
        </w:rPr>
      </w:pPr>
      <w:r w:rsidRPr="009A7DB4">
        <w:rPr>
          <w:spacing w:val="-2"/>
        </w:rPr>
        <w:lastRenderedPageBreak/>
        <w:t>b)</w:t>
      </w:r>
      <w:r w:rsidRPr="009A7DB4">
        <w:rPr>
          <w:spacing w:val="-2"/>
        </w:rPr>
        <w:tab/>
        <w:t xml:space="preserve">Règlements techniques mondiaux ONU </w:t>
      </w:r>
      <w:r w:rsidR="00867249" w:rsidRPr="009A7DB4">
        <w:rPr>
          <w:spacing w:val="-2"/>
        </w:rPr>
        <w:t>n</w:t>
      </w:r>
      <w:r w:rsidR="00867249" w:rsidRPr="009A7DB4">
        <w:rPr>
          <w:spacing w:val="-2"/>
          <w:vertAlign w:val="superscript"/>
        </w:rPr>
        <w:t>os</w:t>
      </w:r>
      <w:r w:rsidR="00867249" w:rsidRPr="009A7DB4">
        <w:rPr>
          <w:spacing w:val="-2"/>
        </w:rPr>
        <w:t> </w:t>
      </w:r>
      <w:r w:rsidRPr="009A7DB4">
        <w:rPr>
          <w:spacing w:val="-2"/>
        </w:rPr>
        <w:t>4 (Procédure mondiale harmonisée d</w:t>
      </w:r>
      <w:r w:rsidR="00056C17" w:rsidRPr="009A7DB4">
        <w:rPr>
          <w:spacing w:val="-2"/>
        </w:rPr>
        <w:t>’</w:t>
      </w:r>
      <w:r w:rsidRPr="009A7DB4">
        <w:rPr>
          <w:spacing w:val="-2"/>
        </w:rPr>
        <w:t>homologation des véhicules utilitaires lourds (WHDC)), 5 (Prescriptions mondiales harmonisées sur les systèmes d</w:t>
      </w:r>
      <w:r w:rsidR="00056C17" w:rsidRPr="009A7DB4">
        <w:rPr>
          <w:spacing w:val="-2"/>
        </w:rPr>
        <w:t>’</w:t>
      </w:r>
      <w:r w:rsidRPr="009A7DB4">
        <w:rPr>
          <w:spacing w:val="-2"/>
        </w:rPr>
        <w:t>autodiagnostic sur les véhicules utilitaires lourds (WWH-OBD)) et 10 (Émissions hors cycle (OCE)) ;</w:t>
      </w:r>
    </w:p>
    <w:p w14:paraId="396FDE98" w14:textId="77777777" w:rsidR="00BB15D6" w:rsidRPr="00F54F45" w:rsidRDefault="00BB15D6" w:rsidP="00F86A50">
      <w:pPr>
        <w:pStyle w:val="SingleTxtG"/>
        <w:ind w:left="2268" w:hanging="567"/>
        <w:jc w:val="left"/>
      </w:pPr>
      <w:r w:rsidRPr="00F54F45">
        <w:t>c)</w:t>
      </w:r>
      <w:r w:rsidRPr="00F54F45">
        <w:tab/>
        <w:t>Prescriptions mond</w:t>
      </w:r>
      <w:bookmarkStart w:id="30" w:name="_GoBack"/>
      <w:bookmarkEnd w:id="30"/>
      <w:r w:rsidRPr="00F54F45">
        <w:t>iales relatives à la consommation de carburant des véhicules utilitaires lourds.</w:t>
      </w:r>
    </w:p>
    <w:p w14:paraId="13BB4A48" w14:textId="77777777" w:rsidR="00BB15D6" w:rsidRPr="00F54F45" w:rsidRDefault="00BB15D6" w:rsidP="008059B7">
      <w:pPr>
        <w:pStyle w:val="SingleTxtG"/>
        <w:ind w:left="1701" w:hanging="567"/>
        <w:jc w:val="left"/>
      </w:pPr>
      <w:r w:rsidRPr="00F54F45">
        <w:t>5.</w:t>
      </w:r>
      <w:r w:rsidRPr="00F54F45">
        <w:tab/>
        <w:t xml:space="preserve">Règlements ONU </w:t>
      </w:r>
      <w:r w:rsidR="00867249" w:rsidRPr="00F54F45">
        <w:t>n</w:t>
      </w:r>
      <w:r w:rsidR="00867249" w:rsidRPr="00F54F45">
        <w:rPr>
          <w:vertAlign w:val="superscript"/>
        </w:rPr>
        <w:t>os</w:t>
      </w:r>
      <w:r w:rsidR="00867249" w:rsidRPr="00F54F45">
        <w:t> </w:t>
      </w:r>
      <w:r w:rsidRPr="00F54F45">
        <w:t>24 (Émissions de polluants visibles, mesure de la puissance des moteurs à allumage par compression (fumées des moteurs diesel)), 85 (Mesure de la puissance nette), 115 (Systèmes d</w:t>
      </w:r>
      <w:r w:rsidR="00056C17" w:rsidRPr="00F54F45">
        <w:t>’</w:t>
      </w:r>
      <w:r w:rsidRPr="00F54F45">
        <w:t>adaptation au GPL et au GNC), 133 (Aptitude au recyclage des véhicules automobiles) et 143 (Systèmes d</w:t>
      </w:r>
      <w:r w:rsidR="00056C17" w:rsidRPr="00F54F45">
        <w:t>’</w:t>
      </w:r>
      <w:r w:rsidRPr="00F54F45">
        <w:t>adaptation des moteurs de véhicules utilitaires lourds à la bicarburation).</w:t>
      </w:r>
    </w:p>
    <w:p w14:paraId="131D7690" w14:textId="77777777" w:rsidR="00BB15D6" w:rsidRPr="00F54F45" w:rsidRDefault="00BB15D6" w:rsidP="008059B7">
      <w:pPr>
        <w:pStyle w:val="SingleTxtG"/>
        <w:ind w:left="1701" w:hanging="567"/>
        <w:jc w:val="left"/>
      </w:pPr>
      <w:r w:rsidRPr="00F54F45">
        <w:t>6.</w:t>
      </w:r>
      <w:r w:rsidRPr="00F54F45">
        <w:tab/>
        <w:t>Tracteurs agricoles et forestiers et engins mobiles non routiers :</w:t>
      </w:r>
    </w:p>
    <w:p w14:paraId="6C5A33F3" w14:textId="77777777" w:rsidR="00BB15D6" w:rsidRPr="00F54F45" w:rsidRDefault="00BB15D6" w:rsidP="00F86A50">
      <w:pPr>
        <w:pStyle w:val="SingleTxtG"/>
        <w:ind w:left="2268" w:hanging="567"/>
        <w:jc w:val="left"/>
      </w:pPr>
      <w:r w:rsidRPr="00F54F45">
        <w:t>a)</w:t>
      </w:r>
      <w:r w:rsidRPr="00F54F45">
        <w:tab/>
        <w:t xml:space="preserve">Règlements ONU </w:t>
      </w:r>
      <w:r w:rsidR="00867249" w:rsidRPr="00F54F45">
        <w:t>n</w:t>
      </w:r>
      <w:r w:rsidR="00867249" w:rsidRPr="00F54F45">
        <w:rPr>
          <w:vertAlign w:val="superscript"/>
        </w:rPr>
        <w:t>os</w:t>
      </w:r>
      <w:r w:rsidR="00867249" w:rsidRPr="00F54F45">
        <w:t> </w:t>
      </w:r>
      <w:r w:rsidRPr="00F54F45">
        <w:t>96 (Émissions des moteurs diesel (tracteurs agricoles)) et 120 (Puissance nette des tracteurs et engins mobiles non routiers) ;</w:t>
      </w:r>
    </w:p>
    <w:p w14:paraId="5B87CF9C" w14:textId="77777777" w:rsidR="00BB15D6" w:rsidRPr="00F54F45" w:rsidRDefault="00BB15D6" w:rsidP="00F86A50">
      <w:pPr>
        <w:pStyle w:val="SingleTxtG"/>
        <w:ind w:left="2268" w:hanging="567"/>
        <w:jc w:val="left"/>
      </w:pPr>
      <w:r w:rsidRPr="00F54F45">
        <w:t>b)</w:t>
      </w:r>
      <w:r w:rsidRPr="00F54F45">
        <w:tab/>
        <w:t xml:space="preserve">Règlement technique mondial ONU </w:t>
      </w:r>
      <w:r w:rsidR="00867249" w:rsidRPr="00F54F45">
        <w:t>n</w:t>
      </w:r>
      <w:r w:rsidR="00867249" w:rsidRPr="00F54F45">
        <w:rPr>
          <w:vertAlign w:val="superscript"/>
        </w:rPr>
        <w:t>o</w:t>
      </w:r>
      <w:r w:rsidR="00867249" w:rsidRPr="00F54F45">
        <w:t> </w:t>
      </w:r>
      <w:r w:rsidRPr="00F54F45">
        <w:t>11 (Engins mobiles non routiers).</w:t>
      </w:r>
    </w:p>
    <w:p w14:paraId="043487E4" w14:textId="77777777" w:rsidR="00BB15D6" w:rsidRPr="00F54F45" w:rsidRDefault="00BB15D6" w:rsidP="008059B7">
      <w:pPr>
        <w:pStyle w:val="SingleTxtG"/>
        <w:ind w:left="1701" w:hanging="567"/>
        <w:jc w:val="left"/>
      </w:pPr>
      <w:r w:rsidRPr="00F54F45">
        <w:t>7.</w:t>
      </w:r>
      <w:r w:rsidRPr="00F54F45">
        <w:tab/>
        <w:t>Programme de mesure des particules (PMP)</w:t>
      </w:r>
      <w:r w:rsidR="004E3483">
        <w:t>.</w:t>
      </w:r>
    </w:p>
    <w:p w14:paraId="6E4DDEBD" w14:textId="77777777" w:rsidR="00BB15D6" w:rsidRPr="00F54F45" w:rsidRDefault="00BB15D6" w:rsidP="008059B7">
      <w:pPr>
        <w:pStyle w:val="SingleTxtG"/>
        <w:ind w:left="1701" w:hanging="567"/>
        <w:jc w:val="left"/>
      </w:pPr>
      <w:r w:rsidRPr="00F54F45">
        <w:t>8.</w:t>
      </w:r>
      <w:r w:rsidRPr="00F54F45">
        <w:tab/>
        <w:t>Motocycles et cyclomoteurs :</w:t>
      </w:r>
    </w:p>
    <w:p w14:paraId="3C66D93E" w14:textId="77777777" w:rsidR="00BB15D6" w:rsidRPr="00F54F45" w:rsidRDefault="00BB15D6" w:rsidP="00A61C61">
      <w:pPr>
        <w:pStyle w:val="SingleTxtG"/>
        <w:ind w:left="2268" w:hanging="567"/>
        <w:jc w:val="left"/>
      </w:pPr>
      <w:r w:rsidRPr="00F54F45">
        <w:t>a)</w:t>
      </w:r>
      <w:r w:rsidRPr="00F54F45">
        <w:tab/>
        <w:t xml:space="preserve">Règlements ONU </w:t>
      </w:r>
      <w:r w:rsidR="00A61C61" w:rsidRPr="00F54F45">
        <w:t>n</w:t>
      </w:r>
      <w:r w:rsidR="00A61C61" w:rsidRPr="00F54F45">
        <w:rPr>
          <w:vertAlign w:val="superscript"/>
        </w:rPr>
        <w:t>os</w:t>
      </w:r>
      <w:r w:rsidR="00A61C61" w:rsidRPr="00F54F45">
        <w:t> </w:t>
      </w:r>
      <w:r w:rsidRPr="00F54F45">
        <w:t xml:space="preserve">40 (Émissions de gaz polluants des motocycles) </w:t>
      </w:r>
      <w:r w:rsidR="004E3483">
        <w:br/>
      </w:r>
      <w:r w:rsidRPr="00F54F45">
        <w:t>et 47 (Émissions de gaz polluants des cyclomoteurs) ;</w:t>
      </w:r>
    </w:p>
    <w:p w14:paraId="50A8FE9B" w14:textId="77777777" w:rsidR="00BB15D6" w:rsidRPr="00F54F45" w:rsidRDefault="00BB15D6" w:rsidP="00A61C61">
      <w:pPr>
        <w:pStyle w:val="SingleTxtG"/>
        <w:ind w:left="2268" w:hanging="567"/>
        <w:jc w:val="left"/>
      </w:pPr>
      <w:r w:rsidRPr="00F54F45">
        <w:t>b)</w:t>
      </w:r>
      <w:r w:rsidRPr="00F54F45">
        <w:tab/>
      </w:r>
      <w:r w:rsidRPr="00F54F45">
        <w:tab/>
        <w:t xml:space="preserve">Règlements techniques mondiaux ONU </w:t>
      </w:r>
      <w:r w:rsidR="00A61C61" w:rsidRPr="00F54F45">
        <w:t>n</w:t>
      </w:r>
      <w:r w:rsidR="00A61C61" w:rsidRPr="00F54F45">
        <w:rPr>
          <w:vertAlign w:val="superscript"/>
        </w:rPr>
        <w:t>os</w:t>
      </w:r>
      <w:r w:rsidR="00A61C61" w:rsidRPr="00F54F45">
        <w:t> </w:t>
      </w:r>
      <w:r w:rsidRPr="00F54F45">
        <w:t>2 (Cycle d</w:t>
      </w:r>
      <w:r w:rsidR="00056C17" w:rsidRPr="00F54F45">
        <w:t>’</w:t>
      </w:r>
      <w:r w:rsidRPr="00F54F45">
        <w:t>essai mondial harmonisé de mesure des émissions des motocycles (WMTC)), 17</w:t>
      </w:r>
      <w:r w:rsidR="00C156AB" w:rsidRPr="00F54F45">
        <w:t> </w:t>
      </w:r>
      <w:r w:rsidRPr="00F54F45">
        <w:t>(Émissions de gaz de carter et émissions par évaporation des véhicules de</w:t>
      </w:r>
      <w:r w:rsidR="00C156AB" w:rsidRPr="00F54F45">
        <w:t> </w:t>
      </w:r>
      <w:r w:rsidRPr="00F54F45">
        <w:t>la catégorie L) et 18 (Systèmes d</w:t>
      </w:r>
      <w:r w:rsidR="00056C17" w:rsidRPr="00F54F45">
        <w:t>’</w:t>
      </w:r>
      <w:r w:rsidRPr="00F54F45">
        <w:t>autodiagnostic pour les véhicules de la</w:t>
      </w:r>
      <w:r w:rsidR="0066434A" w:rsidRPr="00F54F45">
        <w:t> </w:t>
      </w:r>
      <w:r w:rsidRPr="00F54F45">
        <w:t>catégorie L) ;</w:t>
      </w:r>
    </w:p>
    <w:p w14:paraId="7E3C6D67" w14:textId="77777777" w:rsidR="00BB15D6" w:rsidRPr="00F54F45" w:rsidRDefault="00BB15D6" w:rsidP="00A61C61">
      <w:pPr>
        <w:pStyle w:val="SingleTxtG"/>
        <w:ind w:left="2268" w:hanging="567"/>
        <w:jc w:val="left"/>
      </w:pPr>
      <w:r w:rsidRPr="00F54F45">
        <w:t>c)</w:t>
      </w:r>
      <w:r w:rsidRPr="00F54F45">
        <w:tab/>
        <w:t>Prescriptions d</w:t>
      </w:r>
      <w:r w:rsidR="00056C17" w:rsidRPr="00F54F45">
        <w:t>’</w:t>
      </w:r>
      <w:r w:rsidRPr="00F54F45">
        <w:t>efficacité en matière d</w:t>
      </w:r>
      <w:r w:rsidR="00056C17" w:rsidRPr="00F54F45">
        <w:t>’</w:t>
      </w:r>
      <w:r w:rsidRPr="00F54F45">
        <w:t>environnement et de propulsion des véhicules de la catégorie L.</w:t>
      </w:r>
    </w:p>
    <w:p w14:paraId="6F3DF43D" w14:textId="77777777" w:rsidR="00BB15D6" w:rsidRPr="00F54F45" w:rsidRDefault="00BB15D6" w:rsidP="008059B7">
      <w:pPr>
        <w:pStyle w:val="SingleTxtG"/>
        <w:ind w:left="1701" w:hanging="567"/>
        <w:jc w:val="left"/>
      </w:pPr>
      <w:bookmarkStart w:id="31" w:name="_Hlk354705"/>
      <w:r w:rsidRPr="00F54F45">
        <w:t>9.</w:t>
      </w:r>
      <w:r w:rsidRPr="00F54F45">
        <w:tab/>
        <w:t>Véhicules électriques et environnement (EVE) :</w:t>
      </w:r>
    </w:p>
    <w:p w14:paraId="36CFB0B0" w14:textId="77777777" w:rsidR="00BB15D6" w:rsidRPr="00F54F45" w:rsidRDefault="00BB15D6" w:rsidP="00A61C61">
      <w:pPr>
        <w:pStyle w:val="SingleTxtG"/>
        <w:ind w:left="2268" w:hanging="567"/>
        <w:jc w:val="left"/>
      </w:pPr>
      <w:r w:rsidRPr="00F54F45">
        <w:t>a)</w:t>
      </w:r>
      <w:r w:rsidRPr="00F54F45">
        <w:tab/>
        <w:t>RTM ONU relatif à la détermination de la puissance des véhicules électriques (DEVP) ;</w:t>
      </w:r>
    </w:p>
    <w:p w14:paraId="58BA1266" w14:textId="77777777" w:rsidR="00BB15D6" w:rsidRPr="00F54F45" w:rsidRDefault="00BB15D6" w:rsidP="00A61C61">
      <w:pPr>
        <w:pStyle w:val="SingleTxtG"/>
        <w:ind w:left="2268" w:hanging="567"/>
        <w:jc w:val="left"/>
      </w:pPr>
      <w:r w:rsidRPr="00F54F45">
        <w:t>b)</w:t>
      </w:r>
      <w:r w:rsidRPr="00F54F45">
        <w:tab/>
        <w:t>Autres activités du groupe de travail informel EVE.</w:t>
      </w:r>
    </w:p>
    <w:bookmarkEnd w:id="31"/>
    <w:p w14:paraId="7560B150" w14:textId="77777777" w:rsidR="00BB15D6" w:rsidRPr="00F54F45" w:rsidRDefault="00BB15D6" w:rsidP="008059B7">
      <w:pPr>
        <w:pStyle w:val="SingleTxtG"/>
        <w:ind w:left="1701" w:hanging="567"/>
        <w:jc w:val="left"/>
      </w:pPr>
      <w:r w:rsidRPr="00F54F45">
        <w:t>10.</w:t>
      </w:r>
      <w:r w:rsidRPr="00F54F45">
        <w:tab/>
        <w:t xml:space="preserve">Résolution mutuelle </w:t>
      </w:r>
      <w:r w:rsidR="00334D61" w:rsidRPr="00F54F45">
        <w:t>n</w:t>
      </w:r>
      <w:r w:rsidR="00334D61" w:rsidRPr="00F54F45">
        <w:rPr>
          <w:vertAlign w:val="superscript"/>
        </w:rPr>
        <w:t>o</w:t>
      </w:r>
      <w:r w:rsidR="00334D61" w:rsidRPr="00F54F45">
        <w:t> </w:t>
      </w:r>
      <w:r w:rsidRPr="00F54F45">
        <w:t>2 (R.M.2).</w:t>
      </w:r>
    </w:p>
    <w:p w14:paraId="197F373C" w14:textId="77777777" w:rsidR="00BB15D6" w:rsidRPr="00F54F45" w:rsidRDefault="00BB15D6" w:rsidP="008059B7">
      <w:pPr>
        <w:pStyle w:val="SingleTxtG"/>
        <w:ind w:left="1701" w:hanging="567"/>
        <w:jc w:val="left"/>
      </w:pPr>
      <w:r w:rsidRPr="00F54F45">
        <w:t>11.</w:t>
      </w:r>
      <w:r w:rsidRPr="00F54F45">
        <w:tab/>
        <w:t>Homologation de type internationale de l</w:t>
      </w:r>
      <w:r w:rsidR="00056C17" w:rsidRPr="00F54F45">
        <w:t>’</w:t>
      </w:r>
      <w:r w:rsidRPr="00F54F45">
        <w:t>ensemble du véhicule (IWVTA).</w:t>
      </w:r>
    </w:p>
    <w:p w14:paraId="4076C54D" w14:textId="77777777" w:rsidR="00BB15D6" w:rsidRPr="00F54F45" w:rsidRDefault="00BB15D6" w:rsidP="008059B7">
      <w:pPr>
        <w:pStyle w:val="SingleTxtG"/>
        <w:ind w:left="1701" w:hanging="567"/>
        <w:jc w:val="left"/>
      </w:pPr>
      <w:r w:rsidRPr="00F54F45">
        <w:t>12.</w:t>
      </w:r>
      <w:r w:rsidRPr="00F54F45">
        <w:tab/>
        <w:t>Qualité de l</w:t>
      </w:r>
      <w:r w:rsidR="00056C17" w:rsidRPr="00F54F45">
        <w:t>’</w:t>
      </w:r>
      <w:r w:rsidRPr="00F54F45">
        <w:t>air à l</w:t>
      </w:r>
      <w:r w:rsidR="00056C17" w:rsidRPr="00F54F45">
        <w:t>’</w:t>
      </w:r>
      <w:r w:rsidRPr="00F54F45">
        <w:t>intérieur des véhicules (VIAQ).</w:t>
      </w:r>
    </w:p>
    <w:p w14:paraId="277BDFE9" w14:textId="77777777" w:rsidR="00BB15D6" w:rsidRPr="00F54F45" w:rsidRDefault="00BB15D6" w:rsidP="008059B7">
      <w:pPr>
        <w:pStyle w:val="SingleTxtG"/>
        <w:ind w:left="1701" w:hanging="567"/>
        <w:jc w:val="left"/>
      </w:pPr>
      <w:r w:rsidRPr="00F54F45">
        <w:t>13.</w:t>
      </w:r>
      <w:r w:rsidRPr="00F54F45">
        <w:tab/>
        <w:t>Thèmes prioritaires pour le GRPE.</w:t>
      </w:r>
    </w:p>
    <w:p w14:paraId="5649A551" w14:textId="77777777" w:rsidR="00BB15D6" w:rsidRPr="00F54F45" w:rsidRDefault="00BB15D6" w:rsidP="008059B7">
      <w:pPr>
        <w:pStyle w:val="SingleTxtG"/>
        <w:ind w:left="1701" w:hanging="567"/>
        <w:jc w:val="left"/>
      </w:pPr>
      <w:r w:rsidRPr="00F54F45">
        <w:t>14.</w:t>
      </w:r>
      <w:r w:rsidRPr="00F54F45">
        <w:tab/>
        <w:t>Élection du Bureau.</w:t>
      </w:r>
    </w:p>
    <w:p w14:paraId="6257ECB1" w14:textId="77777777" w:rsidR="00BB15D6" w:rsidRPr="00F54F45" w:rsidRDefault="00BB15D6" w:rsidP="008059B7">
      <w:pPr>
        <w:pStyle w:val="SingleTxtG"/>
        <w:ind w:left="1701" w:hanging="567"/>
        <w:jc w:val="left"/>
      </w:pPr>
      <w:r w:rsidRPr="00F54F45">
        <w:t>15.</w:t>
      </w:r>
      <w:r w:rsidRPr="00F54F45">
        <w:tab/>
        <w:t>Questions diverses.</w:t>
      </w:r>
    </w:p>
    <w:p w14:paraId="62201B17" w14:textId="77777777" w:rsidR="00BB15D6" w:rsidRPr="00F54F45" w:rsidRDefault="00B85687" w:rsidP="00EE5C2B">
      <w:pPr>
        <w:pStyle w:val="H1G"/>
        <w:rPr>
          <w:spacing w:val="-2"/>
        </w:rPr>
      </w:pPr>
      <w:r w:rsidRPr="00F54F45">
        <w:rPr>
          <w:spacing w:val="-2"/>
        </w:rPr>
        <w:tab/>
      </w:r>
      <w:r w:rsidR="00BB15D6" w:rsidRPr="00F54F45">
        <w:rPr>
          <w:spacing w:val="-2"/>
        </w:rPr>
        <w:t>C.</w:t>
      </w:r>
      <w:r w:rsidR="00BB15D6" w:rsidRPr="00F54F45">
        <w:rPr>
          <w:spacing w:val="-2"/>
        </w:rPr>
        <w:tab/>
        <w:t>Réunions informelles prévues en marge de la prochaine session</w:t>
      </w:r>
      <w:r w:rsidR="00585F8A" w:rsidRPr="00F54F45">
        <w:rPr>
          <w:spacing w:val="-2"/>
        </w:rPr>
        <w:t xml:space="preserve"> </w:t>
      </w:r>
      <w:r w:rsidR="00BB15D6" w:rsidRPr="00F54F45">
        <w:rPr>
          <w:spacing w:val="-2"/>
        </w:rPr>
        <w:t>du GRPE</w:t>
      </w:r>
      <w:bookmarkStart w:id="32" w:name="_Toc317520908"/>
      <w:bookmarkEnd w:id="32"/>
    </w:p>
    <w:p w14:paraId="04BC2491" w14:textId="77777777" w:rsidR="00BB15D6" w:rsidRPr="00F54F45" w:rsidRDefault="00BB15D6" w:rsidP="00EE5C2B">
      <w:pPr>
        <w:pStyle w:val="SingleTxtG"/>
        <w:keepNext/>
        <w:keepLines/>
      </w:pPr>
      <w:r w:rsidRPr="00F54F45">
        <w:t>75.</w:t>
      </w:r>
      <w:r w:rsidRPr="00F54F45">
        <w:tab/>
        <w:t>Programme des réunions informelles, sous réserve de confirmation :</w:t>
      </w:r>
    </w:p>
    <w:tbl>
      <w:tblPr>
        <w:tblW w:w="7371" w:type="dxa"/>
        <w:tblInd w:w="1134" w:type="dxa"/>
        <w:tblCellMar>
          <w:left w:w="0" w:type="dxa"/>
          <w:right w:w="0" w:type="dxa"/>
        </w:tblCellMar>
        <w:tblLook w:val="04A0" w:firstRow="1" w:lastRow="0" w:firstColumn="1" w:lastColumn="0" w:noHBand="0" w:noVBand="1"/>
      </w:tblPr>
      <w:tblGrid>
        <w:gridCol w:w="1554"/>
        <w:gridCol w:w="3693"/>
        <w:gridCol w:w="855"/>
        <w:gridCol w:w="1269"/>
      </w:tblGrid>
      <w:tr w:rsidR="00043346" w:rsidRPr="00F54F45" w14:paraId="6B648599" w14:textId="77777777" w:rsidTr="00724501">
        <w:trPr>
          <w:trHeight w:val="20"/>
          <w:tblHeader/>
        </w:trPr>
        <w:tc>
          <w:tcPr>
            <w:tcW w:w="1546" w:type="dxa"/>
            <w:tcBorders>
              <w:top w:val="single" w:sz="4" w:space="0" w:color="auto"/>
              <w:left w:val="nil"/>
              <w:bottom w:val="single" w:sz="12" w:space="0" w:color="auto"/>
              <w:right w:val="nil"/>
            </w:tcBorders>
            <w:shd w:val="clear" w:color="auto" w:fill="auto"/>
            <w:vAlign w:val="bottom"/>
          </w:tcPr>
          <w:p w14:paraId="40D36EAC" w14:textId="77777777" w:rsidR="005A702A" w:rsidRPr="00F54F45" w:rsidRDefault="005A702A" w:rsidP="00EE5C2B">
            <w:pPr>
              <w:keepNext/>
              <w:keepLines/>
              <w:spacing w:before="80" w:after="80" w:line="200" w:lineRule="exact"/>
              <w:ind w:right="113"/>
              <w:rPr>
                <w:i/>
                <w:sz w:val="16"/>
                <w:szCs w:val="16"/>
              </w:rPr>
            </w:pPr>
            <w:r w:rsidRPr="00F54F45">
              <w:rPr>
                <w:i/>
                <w:sz w:val="16"/>
              </w:rPr>
              <w:t>Date</w:t>
            </w:r>
          </w:p>
        </w:tc>
        <w:tc>
          <w:tcPr>
            <w:tcW w:w="3699" w:type="dxa"/>
            <w:tcBorders>
              <w:top w:val="single" w:sz="4" w:space="0" w:color="auto"/>
              <w:left w:val="nil"/>
              <w:bottom w:val="single" w:sz="12" w:space="0" w:color="auto"/>
              <w:right w:val="nil"/>
            </w:tcBorders>
            <w:shd w:val="clear" w:color="auto" w:fill="auto"/>
            <w:vAlign w:val="bottom"/>
          </w:tcPr>
          <w:p w14:paraId="0A498578" w14:textId="77777777" w:rsidR="005A702A" w:rsidRPr="00F54F45" w:rsidRDefault="005A702A" w:rsidP="00EE5C2B">
            <w:pPr>
              <w:keepNext/>
              <w:keepLines/>
              <w:spacing w:before="80" w:after="80" w:line="200" w:lineRule="exact"/>
              <w:ind w:right="113"/>
              <w:rPr>
                <w:i/>
                <w:sz w:val="16"/>
                <w:szCs w:val="16"/>
              </w:rPr>
            </w:pPr>
            <w:r w:rsidRPr="00F54F45">
              <w:rPr>
                <w:i/>
                <w:sz w:val="16"/>
              </w:rPr>
              <w:t>Groupe</w:t>
            </w:r>
          </w:p>
        </w:tc>
        <w:tc>
          <w:tcPr>
            <w:tcW w:w="855" w:type="dxa"/>
            <w:tcBorders>
              <w:top w:val="single" w:sz="4" w:space="0" w:color="auto"/>
              <w:left w:val="nil"/>
              <w:bottom w:val="single" w:sz="12" w:space="0" w:color="auto"/>
              <w:right w:val="nil"/>
            </w:tcBorders>
            <w:shd w:val="clear" w:color="auto" w:fill="auto"/>
            <w:vAlign w:val="bottom"/>
          </w:tcPr>
          <w:p w14:paraId="4191FCEC" w14:textId="77777777" w:rsidR="005A702A" w:rsidRPr="00F54F45" w:rsidRDefault="005A702A" w:rsidP="00EE5C2B">
            <w:pPr>
              <w:keepNext/>
              <w:keepLines/>
              <w:spacing w:before="80" w:after="80" w:line="200" w:lineRule="exact"/>
              <w:ind w:right="113"/>
              <w:rPr>
                <w:i/>
                <w:sz w:val="16"/>
                <w:szCs w:val="16"/>
              </w:rPr>
            </w:pPr>
            <w:r w:rsidRPr="00F54F45">
              <w:rPr>
                <w:i/>
                <w:sz w:val="16"/>
              </w:rPr>
              <w:t>Sigle</w:t>
            </w:r>
          </w:p>
        </w:tc>
        <w:tc>
          <w:tcPr>
            <w:tcW w:w="1271" w:type="dxa"/>
            <w:tcBorders>
              <w:top w:val="single" w:sz="4" w:space="0" w:color="auto"/>
              <w:left w:val="nil"/>
              <w:bottom w:val="single" w:sz="12" w:space="0" w:color="auto"/>
              <w:right w:val="nil"/>
            </w:tcBorders>
            <w:shd w:val="clear" w:color="auto" w:fill="auto"/>
            <w:vAlign w:val="bottom"/>
          </w:tcPr>
          <w:p w14:paraId="18A0C9A5" w14:textId="77777777" w:rsidR="005A702A" w:rsidRPr="00F54F45" w:rsidRDefault="005A702A" w:rsidP="00EE5C2B">
            <w:pPr>
              <w:keepNext/>
              <w:keepLines/>
              <w:spacing w:before="80" w:after="80" w:line="200" w:lineRule="exact"/>
              <w:rPr>
                <w:i/>
                <w:sz w:val="16"/>
                <w:szCs w:val="16"/>
              </w:rPr>
            </w:pPr>
            <w:r w:rsidRPr="00F54F45">
              <w:rPr>
                <w:i/>
                <w:sz w:val="16"/>
              </w:rPr>
              <w:t>Horaire</w:t>
            </w:r>
          </w:p>
        </w:tc>
      </w:tr>
      <w:tr w:rsidR="00043346" w:rsidRPr="00F54F45" w14:paraId="69F5FE84" w14:textId="77777777" w:rsidTr="00F77B1C">
        <w:trPr>
          <w:trHeight w:val="20"/>
        </w:trPr>
        <w:tc>
          <w:tcPr>
            <w:tcW w:w="1546" w:type="dxa"/>
            <w:vMerge w:val="restart"/>
            <w:tcBorders>
              <w:top w:val="single" w:sz="12" w:space="0" w:color="auto"/>
              <w:left w:val="nil"/>
              <w:right w:val="nil"/>
            </w:tcBorders>
            <w:shd w:val="clear" w:color="auto" w:fill="auto"/>
            <w:noWrap/>
          </w:tcPr>
          <w:p w14:paraId="0A662370" w14:textId="77777777" w:rsidR="005A702A" w:rsidRPr="00F54F45" w:rsidRDefault="005A702A" w:rsidP="009921FB">
            <w:pPr>
              <w:keepNext/>
              <w:keepLines/>
              <w:spacing w:before="40" w:after="120"/>
              <w:ind w:right="113"/>
              <w:rPr>
                <w:szCs w:val="22"/>
              </w:rPr>
            </w:pPr>
            <w:r w:rsidRPr="00F54F45">
              <w:t xml:space="preserve">Lundi </w:t>
            </w:r>
            <w:r w:rsidR="00C65B0F" w:rsidRPr="00F54F45">
              <w:br/>
            </w:r>
            <w:r w:rsidRPr="00F54F45">
              <w:t>13</w:t>
            </w:r>
            <w:r w:rsidR="00C65B0F" w:rsidRPr="00F54F45">
              <w:t xml:space="preserve"> </w:t>
            </w:r>
            <w:r w:rsidRPr="00F54F45">
              <w:t>janvier 2020</w:t>
            </w:r>
          </w:p>
        </w:tc>
        <w:tc>
          <w:tcPr>
            <w:tcW w:w="3699" w:type="dxa"/>
            <w:tcBorders>
              <w:top w:val="single" w:sz="12" w:space="0" w:color="auto"/>
              <w:left w:val="nil"/>
              <w:bottom w:val="single" w:sz="4" w:space="0" w:color="auto"/>
              <w:right w:val="nil"/>
            </w:tcBorders>
            <w:shd w:val="clear" w:color="auto" w:fill="auto"/>
          </w:tcPr>
          <w:p w14:paraId="0B6A460C" w14:textId="77777777" w:rsidR="005A702A" w:rsidRPr="00F54F45" w:rsidRDefault="005A702A" w:rsidP="009921FB">
            <w:pPr>
              <w:keepNext/>
              <w:keepLines/>
              <w:spacing w:before="40" w:after="120"/>
              <w:ind w:right="113"/>
              <w:rPr>
                <w:szCs w:val="22"/>
              </w:rPr>
            </w:pPr>
            <w:r w:rsidRPr="00F54F45">
              <w:t>Véhicules électriques et environnement</w:t>
            </w:r>
          </w:p>
        </w:tc>
        <w:tc>
          <w:tcPr>
            <w:tcW w:w="855" w:type="dxa"/>
            <w:tcBorders>
              <w:top w:val="single" w:sz="12" w:space="0" w:color="auto"/>
              <w:left w:val="nil"/>
              <w:bottom w:val="single" w:sz="4" w:space="0" w:color="auto"/>
              <w:right w:val="nil"/>
            </w:tcBorders>
            <w:shd w:val="clear" w:color="auto" w:fill="auto"/>
          </w:tcPr>
          <w:p w14:paraId="070E0358" w14:textId="77777777" w:rsidR="005A702A" w:rsidRPr="00F54F45" w:rsidRDefault="005A702A" w:rsidP="009921FB">
            <w:pPr>
              <w:keepNext/>
              <w:keepLines/>
              <w:spacing w:before="40" w:after="120"/>
              <w:ind w:right="113"/>
              <w:rPr>
                <w:szCs w:val="22"/>
              </w:rPr>
            </w:pPr>
            <w:r w:rsidRPr="00F54F45">
              <w:t>EVE</w:t>
            </w:r>
          </w:p>
        </w:tc>
        <w:tc>
          <w:tcPr>
            <w:tcW w:w="1271" w:type="dxa"/>
            <w:tcBorders>
              <w:top w:val="single" w:sz="12" w:space="0" w:color="auto"/>
              <w:left w:val="nil"/>
              <w:bottom w:val="single" w:sz="4" w:space="0" w:color="auto"/>
              <w:right w:val="nil"/>
            </w:tcBorders>
            <w:shd w:val="clear" w:color="auto" w:fill="auto"/>
          </w:tcPr>
          <w:p w14:paraId="3FA2F74C" w14:textId="77777777" w:rsidR="005A702A" w:rsidRPr="00F54F45" w:rsidRDefault="005A702A" w:rsidP="009921FB">
            <w:pPr>
              <w:keepNext/>
              <w:keepLines/>
              <w:spacing w:before="40" w:after="120"/>
              <w:rPr>
                <w:szCs w:val="22"/>
              </w:rPr>
            </w:pPr>
            <w:r w:rsidRPr="00F54F45">
              <w:t>9 h 30-12 h 30</w:t>
            </w:r>
          </w:p>
        </w:tc>
      </w:tr>
      <w:tr w:rsidR="00043346" w:rsidRPr="00F54F45" w14:paraId="120C96E5" w14:textId="77777777" w:rsidTr="00F77B1C">
        <w:trPr>
          <w:trHeight w:val="20"/>
        </w:trPr>
        <w:tc>
          <w:tcPr>
            <w:tcW w:w="1546" w:type="dxa"/>
            <w:vMerge/>
            <w:tcBorders>
              <w:left w:val="nil"/>
              <w:right w:val="nil"/>
            </w:tcBorders>
            <w:shd w:val="clear" w:color="auto" w:fill="auto"/>
            <w:noWrap/>
            <w:vAlign w:val="center"/>
          </w:tcPr>
          <w:p w14:paraId="1D31FAFA" w14:textId="77777777" w:rsidR="005A702A" w:rsidRPr="00F54F45" w:rsidRDefault="005A702A" w:rsidP="009921FB">
            <w:pPr>
              <w:spacing w:before="40" w:after="120"/>
              <w:rPr>
                <w:lang w:eastAsia="en-GB"/>
              </w:rPr>
            </w:pPr>
          </w:p>
        </w:tc>
        <w:tc>
          <w:tcPr>
            <w:tcW w:w="3699" w:type="dxa"/>
            <w:tcBorders>
              <w:top w:val="single" w:sz="4" w:space="0" w:color="auto"/>
              <w:left w:val="nil"/>
              <w:bottom w:val="single" w:sz="4" w:space="0" w:color="auto"/>
              <w:right w:val="nil"/>
            </w:tcBorders>
            <w:shd w:val="clear" w:color="auto" w:fill="auto"/>
          </w:tcPr>
          <w:p w14:paraId="21760750" w14:textId="77777777" w:rsidR="005A702A" w:rsidRPr="00F54F45" w:rsidRDefault="005A702A" w:rsidP="009921FB">
            <w:pPr>
              <w:spacing w:before="40" w:after="120"/>
              <w:ind w:right="113"/>
              <w:rPr>
                <w:szCs w:val="22"/>
              </w:rPr>
            </w:pPr>
            <w:r w:rsidRPr="00F54F45">
              <w:t xml:space="preserve">Programme de mesure des particules </w:t>
            </w:r>
          </w:p>
        </w:tc>
        <w:tc>
          <w:tcPr>
            <w:tcW w:w="855" w:type="dxa"/>
            <w:tcBorders>
              <w:top w:val="single" w:sz="4" w:space="0" w:color="auto"/>
              <w:left w:val="nil"/>
              <w:bottom w:val="single" w:sz="4" w:space="0" w:color="auto"/>
              <w:right w:val="nil"/>
            </w:tcBorders>
            <w:shd w:val="clear" w:color="auto" w:fill="auto"/>
          </w:tcPr>
          <w:p w14:paraId="48034E45" w14:textId="77777777" w:rsidR="005A702A" w:rsidRPr="00F54F45" w:rsidRDefault="005A702A" w:rsidP="009921FB">
            <w:pPr>
              <w:spacing w:before="40" w:after="120"/>
              <w:ind w:right="113"/>
              <w:rPr>
                <w:szCs w:val="22"/>
              </w:rPr>
            </w:pPr>
            <w:r w:rsidRPr="00F54F45">
              <w:t>PMP</w:t>
            </w:r>
          </w:p>
        </w:tc>
        <w:tc>
          <w:tcPr>
            <w:tcW w:w="1271" w:type="dxa"/>
            <w:tcBorders>
              <w:top w:val="single" w:sz="4" w:space="0" w:color="auto"/>
              <w:left w:val="nil"/>
              <w:bottom w:val="single" w:sz="4" w:space="0" w:color="auto"/>
              <w:right w:val="nil"/>
            </w:tcBorders>
            <w:shd w:val="clear" w:color="auto" w:fill="auto"/>
          </w:tcPr>
          <w:p w14:paraId="41DE8E79" w14:textId="77777777" w:rsidR="005A702A" w:rsidRPr="00F54F45" w:rsidRDefault="005A702A" w:rsidP="009921FB">
            <w:pPr>
              <w:spacing w:before="40" w:after="120"/>
              <w:rPr>
                <w:szCs w:val="22"/>
              </w:rPr>
            </w:pPr>
            <w:r w:rsidRPr="00F54F45">
              <w:t>14 h 30-17 h 30</w:t>
            </w:r>
          </w:p>
        </w:tc>
      </w:tr>
      <w:tr w:rsidR="00043346" w:rsidRPr="00F54F45" w14:paraId="6DE28480" w14:textId="77777777" w:rsidTr="00724501">
        <w:trPr>
          <w:trHeight w:val="20"/>
        </w:trPr>
        <w:tc>
          <w:tcPr>
            <w:tcW w:w="1546" w:type="dxa"/>
            <w:vMerge/>
            <w:tcBorders>
              <w:left w:val="nil"/>
              <w:bottom w:val="single" w:sz="4" w:space="0" w:color="auto"/>
              <w:right w:val="nil"/>
            </w:tcBorders>
            <w:shd w:val="clear" w:color="auto" w:fill="auto"/>
            <w:noWrap/>
            <w:vAlign w:val="center"/>
          </w:tcPr>
          <w:p w14:paraId="080587FE" w14:textId="77777777" w:rsidR="005A702A" w:rsidRPr="00F54F45" w:rsidRDefault="005A702A" w:rsidP="009921FB">
            <w:pPr>
              <w:spacing w:before="40" w:after="120"/>
              <w:rPr>
                <w:lang w:eastAsia="en-GB"/>
              </w:rPr>
            </w:pPr>
          </w:p>
        </w:tc>
        <w:tc>
          <w:tcPr>
            <w:tcW w:w="3699" w:type="dxa"/>
            <w:tcBorders>
              <w:top w:val="single" w:sz="4" w:space="0" w:color="auto"/>
              <w:left w:val="nil"/>
              <w:bottom w:val="single" w:sz="4" w:space="0" w:color="auto"/>
              <w:right w:val="nil"/>
            </w:tcBorders>
            <w:shd w:val="clear" w:color="auto" w:fill="auto"/>
          </w:tcPr>
          <w:p w14:paraId="573EC29C" w14:textId="77777777" w:rsidR="005A702A" w:rsidRPr="00F54F45" w:rsidRDefault="005A702A" w:rsidP="009921FB">
            <w:pPr>
              <w:spacing w:before="40" w:after="120"/>
              <w:ind w:right="113"/>
              <w:rPr>
                <w:szCs w:val="22"/>
              </w:rPr>
            </w:pPr>
            <w:r w:rsidRPr="00F54F45">
              <w:t>Procédure d</w:t>
            </w:r>
            <w:r w:rsidR="00056C17" w:rsidRPr="00F54F45">
              <w:t>’</w:t>
            </w:r>
            <w:r w:rsidRPr="00F54F45">
              <w:t xml:space="preserve">essai mondiale harmonisée pour les voitures particulières et véhicules </w:t>
            </w:r>
            <w:r w:rsidRPr="00F54F45">
              <w:lastRenderedPageBreak/>
              <w:t>utilitaires légers</w:t>
            </w:r>
          </w:p>
        </w:tc>
        <w:tc>
          <w:tcPr>
            <w:tcW w:w="855" w:type="dxa"/>
            <w:tcBorders>
              <w:top w:val="single" w:sz="4" w:space="0" w:color="auto"/>
              <w:left w:val="nil"/>
              <w:bottom w:val="single" w:sz="4" w:space="0" w:color="auto"/>
              <w:right w:val="nil"/>
            </w:tcBorders>
            <w:shd w:val="clear" w:color="auto" w:fill="auto"/>
          </w:tcPr>
          <w:p w14:paraId="1DBCC260" w14:textId="77777777" w:rsidR="005A702A" w:rsidRPr="00F54F45" w:rsidRDefault="005A702A" w:rsidP="009921FB">
            <w:pPr>
              <w:spacing w:before="40" w:after="120"/>
              <w:ind w:right="113"/>
              <w:rPr>
                <w:szCs w:val="22"/>
              </w:rPr>
            </w:pPr>
            <w:r w:rsidRPr="00F54F45">
              <w:lastRenderedPageBreak/>
              <w:t>WLTP</w:t>
            </w:r>
          </w:p>
        </w:tc>
        <w:tc>
          <w:tcPr>
            <w:tcW w:w="1271" w:type="dxa"/>
            <w:tcBorders>
              <w:top w:val="single" w:sz="4" w:space="0" w:color="auto"/>
              <w:left w:val="nil"/>
              <w:bottom w:val="single" w:sz="4" w:space="0" w:color="auto"/>
              <w:right w:val="nil"/>
            </w:tcBorders>
            <w:shd w:val="clear" w:color="auto" w:fill="auto"/>
          </w:tcPr>
          <w:p w14:paraId="6D799F55" w14:textId="77777777" w:rsidR="005A702A" w:rsidRPr="00F54F45" w:rsidRDefault="005A702A" w:rsidP="009921FB">
            <w:pPr>
              <w:spacing w:before="40" w:after="120"/>
              <w:rPr>
                <w:szCs w:val="22"/>
              </w:rPr>
            </w:pPr>
            <w:r w:rsidRPr="00F54F45">
              <w:t>9 h 30-12 h 30</w:t>
            </w:r>
            <w:r w:rsidR="0084706B" w:rsidRPr="00F54F45">
              <w:br/>
            </w:r>
            <w:r w:rsidRPr="00F54F45">
              <w:t>14 h 30-17 h 30</w:t>
            </w:r>
          </w:p>
        </w:tc>
      </w:tr>
      <w:tr w:rsidR="00043346" w:rsidRPr="00F54F45" w14:paraId="11815EDF" w14:textId="77777777" w:rsidTr="00724501">
        <w:trPr>
          <w:trHeight w:val="20"/>
        </w:trPr>
        <w:tc>
          <w:tcPr>
            <w:tcW w:w="1546" w:type="dxa"/>
            <w:vMerge w:val="restart"/>
            <w:tcBorders>
              <w:top w:val="single" w:sz="4" w:space="0" w:color="auto"/>
              <w:left w:val="nil"/>
              <w:bottom w:val="single" w:sz="4" w:space="0" w:color="auto"/>
              <w:right w:val="nil"/>
            </w:tcBorders>
            <w:shd w:val="clear" w:color="auto" w:fill="auto"/>
            <w:noWrap/>
          </w:tcPr>
          <w:p w14:paraId="26020FD3" w14:textId="77777777" w:rsidR="005A702A" w:rsidRPr="00F54F45" w:rsidRDefault="005A702A" w:rsidP="009921FB">
            <w:pPr>
              <w:spacing w:before="40" w:after="120"/>
              <w:rPr>
                <w:lang w:eastAsia="en-GB"/>
              </w:rPr>
            </w:pPr>
            <w:r w:rsidRPr="00F54F45">
              <w:t xml:space="preserve">Mardi </w:t>
            </w:r>
            <w:r w:rsidR="00C65B0F" w:rsidRPr="00F54F45">
              <w:br/>
            </w:r>
            <w:r w:rsidRPr="00F54F45">
              <w:t>14 janvier 2020</w:t>
            </w:r>
          </w:p>
        </w:tc>
        <w:tc>
          <w:tcPr>
            <w:tcW w:w="3699" w:type="dxa"/>
            <w:tcBorders>
              <w:top w:val="single" w:sz="4" w:space="0" w:color="auto"/>
              <w:left w:val="nil"/>
              <w:bottom w:val="single" w:sz="4" w:space="0" w:color="auto"/>
              <w:right w:val="nil"/>
            </w:tcBorders>
            <w:shd w:val="clear" w:color="auto" w:fill="auto"/>
          </w:tcPr>
          <w:p w14:paraId="3825C5BA" w14:textId="77777777" w:rsidR="005A702A" w:rsidRPr="00F54F45" w:rsidRDefault="005A702A" w:rsidP="009921FB">
            <w:pPr>
              <w:spacing w:before="40" w:after="120"/>
              <w:ind w:right="113"/>
              <w:rPr>
                <w:szCs w:val="22"/>
              </w:rPr>
            </w:pPr>
            <w:r w:rsidRPr="00F54F45">
              <w:t>WLTP Sous-groupe des véhicules électriques</w:t>
            </w:r>
          </w:p>
        </w:tc>
        <w:tc>
          <w:tcPr>
            <w:tcW w:w="855" w:type="dxa"/>
            <w:tcBorders>
              <w:top w:val="single" w:sz="4" w:space="0" w:color="auto"/>
              <w:left w:val="nil"/>
              <w:bottom w:val="single" w:sz="4" w:space="0" w:color="auto"/>
              <w:right w:val="nil"/>
            </w:tcBorders>
            <w:shd w:val="clear" w:color="auto" w:fill="auto"/>
          </w:tcPr>
          <w:p w14:paraId="1C1F53A1" w14:textId="77777777" w:rsidR="005A702A" w:rsidRPr="00F54F45" w:rsidRDefault="005A702A" w:rsidP="009921FB">
            <w:pPr>
              <w:spacing w:before="40" w:after="120"/>
              <w:ind w:right="113"/>
              <w:rPr>
                <w:szCs w:val="22"/>
              </w:rPr>
            </w:pPr>
            <w:r w:rsidRPr="00F54F45">
              <w:t>SG EV</w:t>
            </w:r>
          </w:p>
        </w:tc>
        <w:tc>
          <w:tcPr>
            <w:tcW w:w="1271" w:type="dxa"/>
            <w:tcBorders>
              <w:top w:val="single" w:sz="4" w:space="0" w:color="auto"/>
              <w:left w:val="nil"/>
              <w:bottom w:val="single" w:sz="4" w:space="0" w:color="auto"/>
              <w:right w:val="nil"/>
            </w:tcBorders>
            <w:shd w:val="clear" w:color="auto" w:fill="auto"/>
          </w:tcPr>
          <w:p w14:paraId="78D7FFE8" w14:textId="77777777" w:rsidR="005A702A" w:rsidRPr="00F54F45" w:rsidRDefault="005A702A" w:rsidP="009921FB">
            <w:pPr>
              <w:spacing w:before="40" w:after="120"/>
              <w:rPr>
                <w:szCs w:val="22"/>
              </w:rPr>
            </w:pPr>
            <w:r w:rsidRPr="00F54F45">
              <w:t>9 h 30-12 h 30</w:t>
            </w:r>
          </w:p>
        </w:tc>
      </w:tr>
      <w:tr w:rsidR="00043346" w:rsidRPr="00F54F45" w14:paraId="667FC48F" w14:textId="77777777" w:rsidTr="00F77B1C">
        <w:trPr>
          <w:trHeight w:val="20"/>
        </w:trPr>
        <w:tc>
          <w:tcPr>
            <w:tcW w:w="1546" w:type="dxa"/>
            <w:vMerge/>
            <w:tcBorders>
              <w:top w:val="single" w:sz="12" w:space="0" w:color="auto"/>
              <w:left w:val="nil"/>
              <w:bottom w:val="single" w:sz="4" w:space="0" w:color="auto"/>
              <w:right w:val="nil"/>
            </w:tcBorders>
            <w:shd w:val="clear" w:color="auto" w:fill="auto"/>
            <w:noWrap/>
            <w:vAlign w:val="center"/>
          </w:tcPr>
          <w:p w14:paraId="2B214098" w14:textId="77777777" w:rsidR="005A702A" w:rsidRPr="00F54F45" w:rsidRDefault="005A702A" w:rsidP="009921FB">
            <w:pPr>
              <w:spacing w:before="40" w:after="120"/>
              <w:rPr>
                <w:lang w:eastAsia="en-GB"/>
              </w:rPr>
            </w:pPr>
          </w:p>
        </w:tc>
        <w:tc>
          <w:tcPr>
            <w:tcW w:w="3699" w:type="dxa"/>
            <w:tcBorders>
              <w:top w:val="single" w:sz="4" w:space="0" w:color="auto"/>
              <w:left w:val="nil"/>
              <w:bottom w:val="single" w:sz="4" w:space="0" w:color="auto"/>
              <w:right w:val="nil"/>
            </w:tcBorders>
            <w:shd w:val="clear" w:color="auto" w:fill="auto"/>
          </w:tcPr>
          <w:p w14:paraId="35B7C7CF" w14:textId="77777777" w:rsidR="005A702A" w:rsidRPr="00F54F45" w:rsidRDefault="005A702A" w:rsidP="009921FB">
            <w:pPr>
              <w:spacing w:before="40" w:after="120"/>
              <w:ind w:right="113"/>
              <w:rPr>
                <w:szCs w:val="22"/>
              </w:rPr>
            </w:pPr>
            <w:r w:rsidRPr="00F54F45">
              <w:t>Atelier sur la réduction de la consommation de carburant des véhicules utilitaires lourds</w:t>
            </w:r>
          </w:p>
        </w:tc>
        <w:tc>
          <w:tcPr>
            <w:tcW w:w="855" w:type="dxa"/>
            <w:tcBorders>
              <w:top w:val="single" w:sz="4" w:space="0" w:color="auto"/>
              <w:left w:val="nil"/>
              <w:bottom w:val="single" w:sz="4" w:space="0" w:color="auto"/>
              <w:right w:val="nil"/>
            </w:tcBorders>
            <w:shd w:val="clear" w:color="auto" w:fill="auto"/>
          </w:tcPr>
          <w:p w14:paraId="667919B4" w14:textId="77777777" w:rsidR="005A702A" w:rsidRPr="00F54F45" w:rsidRDefault="005A702A" w:rsidP="009921FB">
            <w:pPr>
              <w:spacing w:before="40" w:after="120"/>
              <w:ind w:right="113"/>
              <w:rPr>
                <w:szCs w:val="22"/>
              </w:rPr>
            </w:pPr>
            <w:r w:rsidRPr="00F54F45">
              <w:t>HDV FE</w:t>
            </w:r>
          </w:p>
        </w:tc>
        <w:tc>
          <w:tcPr>
            <w:tcW w:w="1271" w:type="dxa"/>
            <w:tcBorders>
              <w:top w:val="single" w:sz="4" w:space="0" w:color="auto"/>
              <w:left w:val="nil"/>
              <w:bottom w:val="single" w:sz="4" w:space="0" w:color="auto"/>
              <w:right w:val="nil"/>
            </w:tcBorders>
            <w:shd w:val="clear" w:color="auto" w:fill="auto"/>
          </w:tcPr>
          <w:p w14:paraId="4EDBEF7F" w14:textId="77777777" w:rsidR="005A702A" w:rsidRPr="00F54F45" w:rsidRDefault="005A702A" w:rsidP="009921FB">
            <w:pPr>
              <w:spacing w:before="40" w:after="120"/>
              <w:rPr>
                <w:szCs w:val="22"/>
              </w:rPr>
            </w:pPr>
            <w:r w:rsidRPr="00F54F45">
              <w:t>9 h 30-12 h 30</w:t>
            </w:r>
          </w:p>
        </w:tc>
      </w:tr>
      <w:tr w:rsidR="00043346" w:rsidRPr="00F54F45" w14:paraId="598074FD" w14:textId="77777777" w:rsidTr="00F77B1C">
        <w:trPr>
          <w:trHeight w:val="20"/>
        </w:trPr>
        <w:tc>
          <w:tcPr>
            <w:tcW w:w="1546" w:type="dxa"/>
            <w:vMerge/>
            <w:tcBorders>
              <w:left w:val="nil"/>
              <w:bottom w:val="single" w:sz="4" w:space="0" w:color="auto"/>
              <w:right w:val="nil"/>
            </w:tcBorders>
            <w:shd w:val="clear" w:color="auto" w:fill="auto"/>
            <w:noWrap/>
            <w:vAlign w:val="center"/>
          </w:tcPr>
          <w:p w14:paraId="4EA49198" w14:textId="77777777" w:rsidR="005A702A" w:rsidRPr="00F54F45" w:rsidRDefault="005A702A" w:rsidP="009921FB">
            <w:pPr>
              <w:spacing w:before="40" w:after="120"/>
              <w:rPr>
                <w:lang w:eastAsia="en-GB"/>
              </w:rPr>
            </w:pPr>
          </w:p>
        </w:tc>
        <w:tc>
          <w:tcPr>
            <w:tcW w:w="3699" w:type="dxa"/>
            <w:tcBorders>
              <w:top w:val="single" w:sz="4" w:space="0" w:color="auto"/>
              <w:left w:val="nil"/>
              <w:bottom w:val="single" w:sz="4" w:space="0" w:color="auto"/>
              <w:right w:val="nil"/>
            </w:tcBorders>
            <w:shd w:val="clear" w:color="auto" w:fill="auto"/>
          </w:tcPr>
          <w:p w14:paraId="1A72406C" w14:textId="77777777" w:rsidR="005A702A" w:rsidRPr="00F54F45" w:rsidRDefault="005A702A" w:rsidP="009921FB">
            <w:pPr>
              <w:spacing w:before="40" w:after="120"/>
              <w:ind w:right="113"/>
              <w:rPr>
                <w:szCs w:val="22"/>
              </w:rPr>
            </w:pPr>
            <w:r w:rsidRPr="00F54F45">
              <w:t>Émissions en conduite réelle au niveau mondial</w:t>
            </w:r>
          </w:p>
        </w:tc>
        <w:tc>
          <w:tcPr>
            <w:tcW w:w="855" w:type="dxa"/>
            <w:tcBorders>
              <w:top w:val="single" w:sz="4" w:space="0" w:color="auto"/>
              <w:left w:val="nil"/>
              <w:bottom w:val="single" w:sz="4" w:space="0" w:color="auto"/>
              <w:right w:val="nil"/>
            </w:tcBorders>
            <w:shd w:val="clear" w:color="auto" w:fill="auto"/>
          </w:tcPr>
          <w:p w14:paraId="2C1E3EA9" w14:textId="77777777" w:rsidR="005A702A" w:rsidRPr="00F54F45" w:rsidRDefault="005A702A" w:rsidP="009921FB">
            <w:pPr>
              <w:spacing w:before="40" w:after="120"/>
              <w:ind w:right="113"/>
              <w:rPr>
                <w:szCs w:val="22"/>
              </w:rPr>
            </w:pPr>
            <w:r w:rsidRPr="00F54F45">
              <w:t>RDE</w:t>
            </w:r>
          </w:p>
        </w:tc>
        <w:tc>
          <w:tcPr>
            <w:tcW w:w="1271" w:type="dxa"/>
            <w:tcBorders>
              <w:top w:val="single" w:sz="4" w:space="0" w:color="auto"/>
              <w:left w:val="nil"/>
              <w:bottom w:val="single" w:sz="4" w:space="0" w:color="auto"/>
              <w:right w:val="nil"/>
            </w:tcBorders>
            <w:shd w:val="clear" w:color="auto" w:fill="auto"/>
          </w:tcPr>
          <w:p w14:paraId="1F56A18E" w14:textId="77777777" w:rsidR="005A702A" w:rsidRPr="00F54F45" w:rsidRDefault="005A702A" w:rsidP="009921FB">
            <w:pPr>
              <w:spacing w:before="40" w:after="120"/>
              <w:rPr>
                <w:szCs w:val="22"/>
              </w:rPr>
            </w:pPr>
            <w:r w:rsidRPr="00F54F45">
              <w:t>14 h 30-17 h 30</w:t>
            </w:r>
          </w:p>
        </w:tc>
      </w:tr>
      <w:tr w:rsidR="009921FB" w:rsidRPr="00F54F45" w14:paraId="23F624A8" w14:textId="77777777" w:rsidTr="00724501">
        <w:trPr>
          <w:trHeight w:val="20"/>
        </w:trPr>
        <w:tc>
          <w:tcPr>
            <w:tcW w:w="1546" w:type="dxa"/>
            <w:vMerge/>
            <w:tcBorders>
              <w:left w:val="nil"/>
              <w:bottom w:val="single" w:sz="4" w:space="0" w:color="auto"/>
              <w:right w:val="nil"/>
            </w:tcBorders>
            <w:shd w:val="clear" w:color="auto" w:fill="auto"/>
            <w:noWrap/>
            <w:vAlign w:val="center"/>
          </w:tcPr>
          <w:p w14:paraId="3014F4CA" w14:textId="77777777" w:rsidR="005A702A" w:rsidRPr="00F54F45" w:rsidRDefault="005A702A" w:rsidP="009921FB">
            <w:pPr>
              <w:spacing w:before="40" w:after="120"/>
              <w:rPr>
                <w:lang w:eastAsia="en-GB"/>
              </w:rPr>
            </w:pPr>
          </w:p>
        </w:tc>
        <w:tc>
          <w:tcPr>
            <w:tcW w:w="3699" w:type="dxa"/>
            <w:tcBorders>
              <w:top w:val="single" w:sz="4" w:space="0" w:color="auto"/>
              <w:left w:val="nil"/>
              <w:bottom w:val="single" w:sz="4" w:space="0" w:color="auto"/>
              <w:right w:val="nil"/>
            </w:tcBorders>
            <w:shd w:val="clear" w:color="auto" w:fill="auto"/>
          </w:tcPr>
          <w:p w14:paraId="2EFFABEC" w14:textId="77777777" w:rsidR="005A702A" w:rsidRPr="00F54F45" w:rsidRDefault="005A702A" w:rsidP="009921FB">
            <w:pPr>
              <w:spacing w:before="40" w:after="120"/>
              <w:ind w:right="113"/>
              <w:rPr>
                <w:szCs w:val="22"/>
              </w:rPr>
            </w:pPr>
            <w:r w:rsidRPr="00F54F45">
              <w:t>Prescriptions d</w:t>
            </w:r>
            <w:r w:rsidR="00056C17" w:rsidRPr="00F54F45">
              <w:t>’</w:t>
            </w:r>
            <w:r w:rsidRPr="00F54F45">
              <w:t>efficacité en matière d</w:t>
            </w:r>
            <w:r w:rsidR="00056C17" w:rsidRPr="00F54F45">
              <w:t>’</w:t>
            </w:r>
            <w:r w:rsidRPr="00F54F45">
              <w:t xml:space="preserve">environnement et de propulsion </w:t>
            </w:r>
            <w:r w:rsidR="00F77B1C" w:rsidRPr="00F54F45">
              <w:br/>
            </w:r>
            <w:r w:rsidRPr="00F54F45">
              <w:t>des véhicules de la catégorie L</w:t>
            </w:r>
          </w:p>
        </w:tc>
        <w:tc>
          <w:tcPr>
            <w:tcW w:w="855" w:type="dxa"/>
            <w:tcBorders>
              <w:top w:val="single" w:sz="4" w:space="0" w:color="auto"/>
              <w:left w:val="nil"/>
              <w:bottom w:val="single" w:sz="4" w:space="0" w:color="auto"/>
              <w:right w:val="nil"/>
            </w:tcBorders>
            <w:shd w:val="clear" w:color="auto" w:fill="auto"/>
          </w:tcPr>
          <w:p w14:paraId="21733B9A" w14:textId="77777777" w:rsidR="005A702A" w:rsidRPr="00F54F45" w:rsidRDefault="005A702A" w:rsidP="009921FB">
            <w:pPr>
              <w:spacing w:before="40" w:after="120"/>
              <w:ind w:right="113"/>
              <w:rPr>
                <w:szCs w:val="22"/>
              </w:rPr>
            </w:pPr>
            <w:r w:rsidRPr="00F54F45">
              <w:t>EPPR</w:t>
            </w:r>
          </w:p>
        </w:tc>
        <w:tc>
          <w:tcPr>
            <w:tcW w:w="1271" w:type="dxa"/>
            <w:tcBorders>
              <w:top w:val="single" w:sz="4" w:space="0" w:color="auto"/>
              <w:left w:val="nil"/>
              <w:bottom w:val="single" w:sz="4" w:space="0" w:color="auto"/>
              <w:right w:val="nil"/>
            </w:tcBorders>
            <w:shd w:val="clear" w:color="auto" w:fill="auto"/>
          </w:tcPr>
          <w:p w14:paraId="5CC245A1" w14:textId="77777777" w:rsidR="005A702A" w:rsidRPr="00F54F45" w:rsidRDefault="005A702A" w:rsidP="009921FB">
            <w:pPr>
              <w:spacing w:before="40" w:after="120"/>
              <w:rPr>
                <w:szCs w:val="22"/>
              </w:rPr>
            </w:pPr>
            <w:r w:rsidRPr="00F54F45">
              <w:t>14 h 30-17 h 30</w:t>
            </w:r>
          </w:p>
        </w:tc>
      </w:tr>
      <w:tr w:rsidR="0084706B" w:rsidRPr="00F54F45" w14:paraId="76927825" w14:textId="77777777" w:rsidTr="00724501">
        <w:trPr>
          <w:trHeight w:val="20"/>
        </w:trPr>
        <w:tc>
          <w:tcPr>
            <w:tcW w:w="1546" w:type="dxa"/>
            <w:vMerge w:val="restart"/>
            <w:tcBorders>
              <w:top w:val="single" w:sz="4" w:space="0" w:color="auto"/>
              <w:left w:val="nil"/>
              <w:right w:val="nil"/>
            </w:tcBorders>
            <w:shd w:val="clear" w:color="000000" w:fill="FFFFFF"/>
            <w:noWrap/>
          </w:tcPr>
          <w:p w14:paraId="34E8FB7A" w14:textId="77777777" w:rsidR="005A702A" w:rsidRPr="00F54F45" w:rsidRDefault="005A702A" w:rsidP="009921FB">
            <w:pPr>
              <w:keepNext/>
              <w:spacing w:before="40" w:after="120"/>
              <w:ind w:right="-141"/>
              <w:rPr>
                <w:lang w:eastAsia="en-GB"/>
              </w:rPr>
            </w:pPr>
            <w:r w:rsidRPr="00F54F45">
              <w:t xml:space="preserve">Mercredi </w:t>
            </w:r>
            <w:r w:rsidR="00C65B0F" w:rsidRPr="00F54F45">
              <w:br/>
            </w:r>
            <w:r w:rsidRPr="00F54F45">
              <w:t>15 janvier 2020</w:t>
            </w:r>
          </w:p>
        </w:tc>
        <w:tc>
          <w:tcPr>
            <w:tcW w:w="3699" w:type="dxa"/>
            <w:tcBorders>
              <w:top w:val="single" w:sz="4" w:space="0" w:color="auto"/>
              <w:left w:val="nil"/>
              <w:bottom w:val="single" w:sz="4" w:space="0" w:color="auto"/>
              <w:right w:val="nil"/>
            </w:tcBorders>
            <w:shd w:val="clear" w:color="000000" w:fill="FFFFFF"/>
          </w:tcPr>
          <w:p w14:paraId="690444DE" w14:textId="77777777" w:rsidR="005A702A" w:rsidRPr="00F54F45" w:rsidRDefault="005A702A" w:rsidP="009921FB">
            <w:pPr>
              <w:spacing w:before="40" w:after="120"/>
              <w:ind w:right="113"/>
              <w:rPr>
                <w:szCs w:val="22"/>
              </w:rPr>
            </w:pPr>
            <w:r w:rsidRPr="00F54F45">
              <w:t>Émissions en conduite réelle au niveau mondial</w:t>
            </w:r>
          </w:p>
        </w:tc>
        <w:tc>
          <w:tcPr>
            <w:tcW w:w="855" w:type="dxa"/>
            <w:tcBorders>
              <w:top w:val="single" w:sz="4" w:space="0" w:color="auto"/>
              <w:left w:val="nil"/>
              <w:bottom w:val="single" w:sz="4" w:space="0" w:color="auto"/>
              <w:right w:val="nil"/>
            </w:tcBorders>
            <w:shd w:val="clear" w:color="000000" w:fill="FFFFFF"/>
          </w:tcPr>
          <w:p w14:paraId="63D2F8C6" w14:textId="77777777" w:rsidR="005A702A" w:rsidRPr="00F54F45" w:rsidRDefault="005A702A" w:rsidP="009921FB">
            <w:pPr>
              <w:spacing w:before="40" w:after="120"/>
              <w:ind w:right="113"/>
              <w:rPr>
                <w:szCs w:val="22"/>
              </w:rPr>
            </w:pPr>
            <w:r w:rsidRPr="00F54F45">
              <w:t>RDE</w:t>
            </w:r>
          </w:p>
        </w:tc>
        <w:tc>
          <w:tcPr>
            <w:tcW w:w="1271" w:type="dxa"/>
            <w:tcBorders>
              <w:top w:val="single" w:sz="4" w:space="0" w:color="auto"/>
              <w:left w:val="nil"/>
              <w:bottom w:val="single" w:sz="4" w:space="0" w:color="auto"/>
              <w:right w:val="nil"/>
            </w:tcBorders>
            <w:shd w:val="clear" w:color="000000" w:fill="FFFFFF"/>
          </w:tcPr>
          <w:p w14:paraId="2F9EB4FF" w14:textId="77777777" w:rsidR="005A702A" w:rsidRPr="00F54F45" w:rsidRDefault="005A702A" w:rsidP="009921FB">
            <w:pPr>
              <w:spacing w:before="40" w:after="120"/>
              <w:rPr>
                <w:szCs w:val="22"/>
              </w:rPr>
            </w:pPr>
            <w:r w:rsidRPr="00F54F45">
              <w:t>9 h 30-12 h 30</w:t>
            </w:r>
          </w:p>
        </w:tc>
      </w:tr>
      <w:tr w:rsidR="0084706B" w:rsidRPr="00F54F45" w14:paraId="228FCA68" w14:textId="77777777" w:rsidTr="00F77B1C">
        <w:trPr>
          <w:trHeight w:val="20"/>
        </w:trPr>
        <w:tc>
          <w:tcPr>
            <w:tcW w:w="1546" w:type="dxa"/>
            <w:vMerge/>
            <w:tcBorders>
              <w:left w:val="nil"/>
              <w:right w:val="nil"/>
            </w:tcBorders>
            <w:shd w:val="clear" w:color="000000" w:fill="FFFFFF"/>
            <w:noWrap/>
            <w:vAlign w:val="center"/>
          </w:tcPr>
          <w:p w14:paraId="6C1817A7" w14:textId="77777777" w:rsidR="005A702A" w:rsidRPr="00F54F45" w:rsidRDefault="005A702A" w:rsidP="009921FB">
            <w:pPr>
              <w:keepNext/>
              <w:spacing w:before="40" w:after="120"/>
              <w:ind w:right="-141"/>
              <w:rPr>
                <w:lang w:eastAsia="en-GB"/>
              </w:rPr>
            </w:pPr>
          </w:p>
        </w:tc>
        <w:tc>
          <w:tcPr>
            <w:tcW w:w="3699" w:type="dxa"/>
            <w:tcBorders>
              <w:top w:val="single" w:sz="4" w:space="0" w:color="auto"/>
              <w:left w:val="nil"/>
              <w:bottom w:val="single" w:sz="4" w:space="0" w:color="auto"/>
              <w:right w:val="nil"/>
            </w:tcBorders>
            <w:shd w:val="clear" w:color="000000" w:fill="FFFFFF"/>
          </w:tcPr>
          <w:p w14:paraId="73505761" w14:textId="77777777" w:rsidR="005A702A" w:rsidRPr="00F54F45" w:rsidRDefault="005A702A" w:rsidP="009921FB">
            <w:pPr>
              <w:spacing w:before="40" w:after="120"/>
              <w:ind w:right="113"/>
              <w:rPr>
                <w:szCs w:val="22"/>
              </w:rPr>
            </w:pPr>
            <w:r w:rsidRPr="00F54F45">
              <w:t>Prescriptions d</w:t>
            </w:r>
            <w:r w:rsidR="00056C17" w:rsidRPr="00F54F45">
              <w:t>’</w:t>
            </w:r>
            <w:r w:rsidRPr="00F54F45">
              <w:t>efficacité en matière d</w:t>
            </w:r>
            <w:r w:rsidR="00056C17" w:rsidRPr="00F54F45">
              <w:t>’</w:t>
            </w:r>
            <w:r w:rsidRPr="00F54F45">
              <w:t xml:space="preserve">environnement et de propulsion </w:t>
            </w:r>
            <w:r w:rsidR="00F77B1C" w:rsidRPr="00F54F45">
              <w:br/>
            </w:r>
            <w:r w:rsidRPr="00F54F45">
              <w:t>des véhicules de la catégorie L</w:t>
            </w:r>
          </w:p>
        </w:tc>
        <w:tc>
          <w:tcPr>
            <w:tcW w:w="855" w:type="dxa"/>
            <w:tcBorders>
              <w:top w:val="single" w:sz="4" w:space="0" w:color="auto"/>
              <w:left w:val="nil"/>
              <w:bottom w:val="single" w:sz="4" w:space="0" w:color="auto"/>
              <w:right w:val="nil"/>
            </w:tcBorders>
            <w:shd w:val="clear" w:color="000000" w:fill="FFFFFF"/>
          </w:tcPr>
          <w:p w14:paraId="6C350BDD" w14:textId="77777777" w:rsidR="005A702A" w:rsidRPr="00F54F45" w:rsidRDefault="005A702A" w:rsidP="009921FB">
            <w:pPr>
              <w:spacing w:before="40" w:after="120"/>
              <w:ind w:right="113"/>
              <w:rPr>
                <w:szCs w:val="22"/>
              </w:rPr>
            </w:pPr>
            <w:r w:rsidRPr="00F54F45">
              <w:t>EPPR</w:t>
            </w:r>
          </w:p>
        </w:tc>
        <w:tc>
          <w:tcPr>
            <w:tcW w:w="1271" w:type="dxa"/>
            <w:tcBorders>
              <w:top w:val="single" w:sz="4" w:space="0" w:color="auto"/>
              <w:left w:val="nil"/>
              <w:bottom w:val="single" w:sz="4" w:space="0" w:color="auto"/>
              <w:right w:val="nil"/>
            </w:tcBorders>
            <w:shd w:val="clear" w:color="000000" w:fill="FFFFFF"/>
          </w:tcPr>
          <w:p w14:paraId="4A14FF37" w14:textId="77777777" w:rsidR="005A702A" w:rsidRPr="00F54F45" w:rsidRDefault="005A702A" w:rsidP="009921FB">
            <w:pPr>
              <w:spacing w:before="40" w:after="120"/>
              <w:rPr>
                <w:szCs w:val="22"/>
              </w:rPr>
            </w:pPr>
            <w:r w:rsidRPr="00F54F45">
              <w:t>9 h 30-12 h 30</w:t>
            </w:r>
          </w:p>
        </w:tc>
      </w:tr>
      <w:tr w:rsidR="0084706B" w:rsidRPr="00F54F45" w14:paraId="0B29BA26" w14:textId="77777777" w:rsidTr="00F77B1C">
        <w:trPr>
          <w:trHeight w:val="20"/>
        </w:trPr>
        <w:tc>
          <w:tcPr>
            <w:tcW w:w="1546" w:type="dxa"/>
            <w:vMerge/>
            <w:tcBorders>
              <w:left w:val="nil"/>
              <w:bottom w:val="single" w:sz="12" w:space="0" w:color="auto"/>
              <w:right w:val="nil"/>
            </w:tcBorders>
            <w:shd w:val="clear" w:color="000000" w:fill="FFFFFF"/>
            <w:noWrap/>
            <w:vAlign w:val="center"/>
          </w:tcPr>
          <w:p w14:paraId="0154C111" w14:textId="77777777" w:rsidR="005A702A" w:rsidRPr="00F54F45" w:rsidRDefault="005A702A" w:rsidP="009921FB">
            <w:pPr>
              <w:keepNext/>
              <w:spacing w:before="40" w:after="120"/>
              <w:ind w:right="-141"/>
              <w:rPr>
                <w:lang w:eastAsia="en-GB"/>
              </w:rPr>
            </w:pPr>
          </w:p>
        </w:tc>
        <w:tc>
          <w:tcPr>
            <w:tcW w:w="3699" w:type="dxa"/>
            <w:tcBorders>
              <w:top w:val="single" w:sz="4" w:space="0" w:color="auto"/>
              <w:left w:val="nil"/>
              <w:bottom w:val="single" w:sz="12" w:space="0" w:color="auto"/>
              <w:right w:val="nil"/>
            </w:tcBorders>
            <w:shd w:val="clear" w:color="000000" w:fill="FFFFFF"/>
          </w:tcPr>
          <w:p w14:paraId="2B7F4F04" w14:textId="77777777" w:rsidR="005A702A" w:rsidRPr="00F54F45" w:rsidRDefault="005A702A" w:rsidP="009921FB">
            <w:pPr>
              <w:spacing w:before="40" w:after="120"/>
              <w:ind w:right="113"/>
              <w:rPr>
                <w:szCs w:val="22"/>
              </w:rPr>
            </w:pPr>
            <w:r w:rsidRPr="00F54F45">
              <w:t>Qualité de l</w:t>
            </w:r>
            <w:r w:rsidR="00056C17" w:rsidRPr="00F54F45">
              <w:t>’</w:t>
            </w:r>
            <w:r w:rsidRPr="00F54F45">
              <w:t>air à l</w:t>
            </w:r>
            <w:r w:rsidR="00056C17" w:rsidRPr="00F54F45">
              <w:t>’</w:t>
            </w:r>
            <w:r w:rsidRPr="00F54F45">
              <w:t>intérieur des véhicules</w:t>
            </w:r>
          </w:p>
        </w:tc>
        <w:tc>
          <w:tcPr>
            <w:tcW w:w="855" w:type="dxa"/>
            <w:tcBorders>
              <w:top w:val="single" w:sz="4" w:space="0" w:color="auto"/>
              <w:left w:val="nil"/>
              <w:bottom w:val="single" w:sz="12" w:space="0" w:color="auto"/>
              <w:right w:val="nil"/>
            </w:tcBorders>
            <w:shd w:val="clear" w:color="000000" w:fill="FFFFFF"/>
          </w:tcPr>
          <w:p w14:paraId="4E071BE1" w14:textId="77777777" w:rsidR="005A702A" w:rsidRPr="00F54F45" w:rsidRDefault="005A702A" w:rsidP="009921FB">
            <w:pPr>
              <w:spacing w:before="40" w:after="120"/>
              <w:ind w:right="113"/>
              <w:rPr>
                <w:szCs w:val="22"/>
              </w:rPr>
            </w:pPr>
            <w:r w:rsidRPr="00F54F45">
              <w:t>VIAQ</w:t>
            </w:r>
          </w:p>
        </w:tc>
        <w:tc>
          <w:tcPr>
            <w:tcW w:w="1271" w:type="dxa"/>
            <w:tcBorders>
              <w:top w:val="single" w:sz="4" w:space="0" w:color="auto"/>
              <w:left w:val="nil"/>
              <w:bottom w:val="single" w:sz="12" w:space="0" w:color="auto"/>
              <w:right w:val="nil"/>
            </w:tcBorders>
            <w:shd w:val="clear" w:color="000000" w:fill="FFFFFF"/>
          </w:tcPr>
          <w:p w14:paraId="01C55A66" w14:textId="77777777" w:rsidR="005A702A" w:rsidRPr="00F54F45" w:rsidRDefault="005A702A" w:rsidP="009921FB">
            <w:pPr>
              <w:spacing w:before="40" w:after="120"/>
              <w:rPr>
                <w:szCs w:val="22"/>
              </w:rPr>
            </w:pPr>
            <w:r w:rsidRPr="00F54F45">
              <w:t>9 h 30-12 h 30</w:t>
            </w:r>
          </w:p>
        </w:tc>
      </w:tr>
    </w:tbl>
    <w:p w14:paraId="5AD6F509" w14:textId="77777777" w:rsidR="00585F8A" w:rsidRPr="00F54F45" w:rsidRDefault="00043346" w:rsidP="00043346">
      <w:pPr>
        <w:pStyle w:val="SingleTxtG"/>
        <w:spacing w:before="120"/>
      </w:pPr>
      <w:r w:rsidRPr="00F54F45">
        <w:t>76.</w:t>
      </w:r>
      <w:r w:rsidRPr="00F54F45">
        <w:tab/>
        <w:t>L</w:t>
      </w:r>
      <w:r w:rsidR="00056C17" w:rsidRPr="00F54F45">
        <w:t>’</w:t>
      </w:r>
      <w:r w:rsidRPr="00F54F45">
        <w:t>ordre du jour de ces réunions sera établi par leurs secrétaires techniques respectifs et communiqués aux membres de chaque groupe avant chaque réunion.</w:t>
      </w:r>
    </w:p>
    <w:p w14:paraId="038331B5" w14:textId="77777777" w:rsidR="00043346" w:rsidRPr="00F54F45" w:rsidRDefault="00043346" w:rsidP="00DF7D1C">
      <w:pPr>
        <w:pStyle w:val="HChG"/>
        <w:spacing w:before="0"/>
      </w:pPr>
      <w:r w:rsidRPr="00F54F45">
        <w:br w:type="page"/>
      </w:r>
      <w:r w:rsidRPr="00F54F45">
        <w:lastRenderedPageBreak/>
        <w:t>Annexe</w:t>
      </w:r>
      <w:r w:rsidR="00B75D79" w:rsidRPr="00F54F45">
        <w:t xml:space="preserve"> I</w:t>
      </w:r>
    </w:p>
    <w:p w14:paraId="5B168FF8" w14:textId="77777777" w:rsidR="00043346" w:rsidRPr="00F54F45" w:rsidRDefault="00043346" w:rsidP="00043346">
      <w:pPr>
        <w:pStyle w:val="HChG"/>
      </w:pPr>
      <w:r w:rsidRPr="00F54F45">
        <w:tab/>
      </w:r>
      <w:r w:rsidRPr="00F54F45">
        <w:tab/>
        <w:t xml:space="preserve">Liste des documents (GRPE-79- ) distribués sans cote </w:t>
      </w:r>
      <w:r w:rsidR="0002671F">
        <w:br/>
      </w:r>
      <w:r w:rsidRPr="00F54F45">
        <w:t>avant et pendant la session</w:t>
      </w:r>
    </w:p>
    <w:tbl>
      <w:tblPr>
        <w:tblW w:w="8504" w:type="dxa"/>
        <w:tblInd w:w="1134" w:type="dxa"/>
        <w:tblLayout w:type="fixed"/>
        <w:tblCellMar>
          <w:left w:w="0" w:type="dxa"/>
          <w:right w:w="0" w:type="dxa"/>
        </w:tblCellMar>
        <w:tblLook w:val="01E0" w:firstRow="1" w:lastRow="1" w:firstColumn="1" w:lastColumn="1" w:noHBand="0" w:noVBand="0"/>
      </w:tblPr>
      <w:tblGrid>
        <w:gridCol w:w="559"/>
        <w:gridCol w:w="7379"/>
        <w:gridCol w:w="559"/>
        <w:gridCol w:w="7"/>
      </w:tblGrid>
      <w:tr w:rsidR="001B19E0" w:rsidRPr="00F54F45" w14:paraId="26CE4CCC" w14:textId="77777777" w:rsidTr="001B19E0">
        <w:trPr>
          <w:gridAfter w:val="1"/>
          <w:wAfter w:w="7" w:type="dxa"/>
          <w:tblHeader/>
        </w:trPr>
        <w:tc>
          <w:tcPr>
            <w:tcW w:w="559" w:type="dxa"/>
            <w:tcBorders>
              <w:top w:val="single" w:sz="4" w:space="0" w:color="auto"/>
              <w:bottom w:val="single" w:sz="12" w:space="0" w:color="auto"/>
            </w:tcBorders>
            <w:shd w:val="clear" w:color="auto" w:fill="auto"/>
            <w:vAlign w:val="bottom"/>
            <w:hideMark/>
          </w:tcPr>
          <w:p w14:paraId="0B9E052C" w14:textId="77777777" w:rsidR="00A3531A" w:rsidRPr="00F54F45" w:rsidRDefault="00A3531A" w:rsidP="00A41D99">
            <w:pPr>
              <w:spacing w:before="80" w:after="80" w:line="200" w:lineRule="exact"/>
              <w:ind w:right="113"/>
              <w:rPr>
                <w:i/>
                <w:sz w:val="16"/>
              </w:rPr>
            </w:pPr>
            <w:r w:rsidRPr="00F54F45">
              <w:rPr>
                <w:i/>
                <w:sz w:val="16"/>
              </w:rPr>
              <w:t>N°</w:t>
            </w:r>
          </w:p>
        </w:tc>
        <w:tc>
          <w:tcPr>
            <w:tcW w:w="7379" w:type="dxa"/>
            <w:tcBorders>
              <w:top w:val="single" w:sz="4" w:space="0" w:color="auto"/>
              <w:bottom w:val="single" w:sz="12" w:space="0" w:color="auto"/>
            </w:tcBorders>
            <w:shd w:val="clear" w:color="auto" w:fill="auto"/>
            <w:vAlign w:val="bottom"/>
            <w:hideMark/>
          </w:tcPr>
          <w:p w14:paraId="483927ED" w14:textId="77777777" w:rsidR="00A3531A" w:rsidRPr="00F54F45" w:rsidRDefault="00A3531A" w:rsidP="00A41D99">
            <w:pPr>
              <w:spacing w:before="80" w:after="80" w:line="200" w:lineRule="exact"/>
              <w:ind w:right="113"/>
              <w:rPr>
                <w:i/>
                <w:sz w:val="16"/>
              </w:rPr>
            </w:pPr>
            <w:r w:rsidRPr="00F54F45">
              <w:rPr>
                <w:i/>
                <w:sz w:val="16"/>
              </w:rPr>
              <w:t>(Auteur) Titre</w:t>
            </w:r>
          </w:p>
        </w:tc>
        <w:tc>
          <w:tcPr>
            <w:tcW w:w="559" w:type="dxa"/>
            <w:tcBorders>
              <w:top w:val="single" w:sz="4" w:space="0" w:color="auto"/>
              <w:bottom w:val="single" w:sz="12" w:space="0" w:color="auto"/>
            </w:tcBorders>
            <w:shd w:val="clear" w:color="auto" w:fill="auto"/>
            <w:vAlign w:val="bottom"/>
            <w:hideMark/>
          </w:tcPr>
          <w:p w14:paraId="53BD78C0" w14:textId="77777777" w:rsidR="00A3531A" w:rsidRPr="00F54F45" w:rsidRDefault="00A3531A" w:rsidP="00A41D99">
            <w:pPr>
              <w:spacing w:before="80" w:after="80" w:line="200" w:lineRule="exact"/>
              <w:ind w:right="113"/>
              <w:rPr>
                <w:i/>
                <w:sz w:val="16"/>
              </w:rPr>
            </w:pPr>
            <w:r w:rsidRPr="00F54F45">
              <w:rPr>
                <w:i/>
                <w:sz w:val="16"/>
              </w:rPr>
              <w:t>Suivi</w:t>
            </w:r>
          </w:p>
        </w:tc>
      </w:tr>
      <w:tr w:rsidR="00A41D99" w:rsidRPr="00F54F45" w14:paraId="013B8768" w14:textId="77777777" w:rsidTr="001B19E0">
        <w:trPr>
          <w:gridAfter w:val="1"/>
          <w:wAfter w:w="7" w:type="dxa"/>
          <w:trHeight w:hRule="exact" w:val="113"/>
          <w:tblHeader/>
        </w:trPr>
        <w:tc>
          <w:tcPr>
            <w:tcW w:w="559" w:type="dxa"/>
            <w:tcBorders>
              <w:top w:val="single" w:sz="12" w:space="0" w:color="auto"/>
            </w:tcBorders>
            <w:shd w:val="clear" w:color="auto" w:fill="auto"/>
          </w:tcPr>
          <w:p w14:paraId="5364E8ED" w14:textId="77777777" w:rsidR="00A41D99" w:rsidRPr="00F54F45" w:rsidRDefault="00A41D99" w:rsidP="00A41D99">
            <w:pPr>
              <w:spacing w:before="40" w:after="120"/>
              <w:ind w:right="113"/>
            </w:pPr>
          </w:p>
        </w:tc>
        <w:tc>
          <w:tcPr>
            <w:tcW w:w="7379" w:type="dxa"/>
            <w:tcBorders>
              <w:top w:val="single" w:sz="12" w:space="0" w:color="auto"/>
            </w:tcBorders>
            <w:shd w:val="clear" w:color="auto" w:fill="auto"/>
          </w:tcPr>
          <w:p w14:paraId="6148BC7D" w14:textId="77777777" w:rsidR="00A41D99" w:rsidRPr="00F54F45" w:rsidRDefault="00A41D99" w:rsidP="00A41D99">
            <w:pPr>
              <w:spacing w:before="40" w:after="120"/>
              <w:ind w:right="113"/>
            </w:pPr>
          </w:p>
        </w:tc>
        <w:tc>
          <w:tcPr>
            <w:tcW w:w="559" w:type="dxa"/>
            <w:tcBorders>
              <w:top w:val="single" w:sz="12" w:space="0" w:color="auto"/>
            </w:tcBorders>
            <w:shd w:val="clear" w:color="auto" w:fill="auto"/>
          </w:tcPr>
          <w:p w14:paraId="3E73F2EF" w14:textId="77777777" w:rsidR="00A41D99" w:rsidRPr="00F54F45" w:rsidRDefault="00A41D99" w:rsidP="00A41D99">
            <w:pPr>
              <w:spacing w:before="40" w:after="120"/>
              <w:ind w:right="113"/>
            </w:pPr>
          </w:p>
        </w:tc>
      </w:tr>
      <w:tr w:rsidR="00A3531A" w:rsidRPr="00F54F45" w14:paraId="618BF763" w14:textId="77777777" w:rsidTr="001B19E0">
        <w:tc>
          <w:tcPr>
            <w:tcW w:w="559" w:type="dxa"/>
            <w:shd w:val="clear" w:color="auto" w:fill="auto"/>
            <w:hideMark/>
          </w:tcPr>
          <w:p w14:paraId="63C64652" w14:textId="77777777" w:rsidR="00A3531A" w:rsidRPr="00F54F45" w:rsidRDefault="00A3531A" w:rsidP="002A594A">
            <w:pPr>
              <w:spacing w:before="40" w:after="100" w:line="220" w:lineRule="atLeast"/>
              <w:ind w:right="113"/>
              <w:rPr>
                <w:szCs w:val="24"/>
              </w:rPr>
            </w:pPr>
            <w:r w:rsidRPr="00F54F45">
              <w:rPr>
                <w:szCs w:val="24"/>
              </w:rPr>
              <w:t>1</w:t>
            </w:r>
          </w:p>
        </w:tc>
        <w:tc>
          <w:tcPr>
            <w:tcW w:w="7379" w:type="dxa"/>
            <w:shd w:val="clear" w:color="auto" w:fill="auto"/>
          </w:tcPr>
          <w:p w14:paraId="488491B4" w14:textId="77777777" w:rsidR="00A3531A" w:rsidRPr="00F54F45" w:rsidRDefault="00A3531A" w:rsidP="002A594A">
            <w:pPr>
              <w:spacing w:before="40" w:after="100" w:line="220" w:lineRule="atLeast"/>
              <w:ind w:right="113"/>
              <w:rPr>
                <w:szCs w:val="24"/>
                <w:lang w:val="en-GB"/>
              </w:rPr>
            </w:pPr>
            <w:r w:rsidRPr="00F54F45">
              <w:rPr>
                <w:szCs w:val="24"/>
                <w:lang w:val="en-GB"/>
              </w:rPr>
              <w:t>(</w:t>
            </w:r>
            <w:proofErr w:type="spellStart"/>
            <w:r w:rsidRPr="00F54F45">
              <w:rPr>
                <w:szCs w:val="24"/>
                <w:lang w:val="en-GB"/>
              </w:rPr>
              <w:t>Secrétariat</w:t>
            </w:r>
            <w:proofErr w:type="spellEnd"/>
            <w:r w:rsidRPr="00F54F45">
              <w:rPr>
                <w:szCs w:val="24"/>
                <w:lang w:val="en-GB"/>
              </w:rPr>
              <w:t>) Informal meetings in conjunction with the GRPE (proper) session: schedule and rooms reservation</w:t>
            </w:r>
          </w:p>
        </w:tc>
        <w:tc>
          <w:tcPr>
            <w:tcW w:w="566" w:type="dxa"/>
            <w:gridSpan w:val="2"/>
            <w:shd w:val="clear" w:color="auto" w:fill="auto"/>
            <w:hideMark/>
          </w:tcPr>
          <w:p w14:paraId="20D68A7F" w14:textId="77777777" w:rsidR="00A3531A" w:rsidRPr="00F54F45" w:rsidRDefault="00A3531A" w:rsidP="002A594A">
            <w:pPr>
              <w:spacing w:before="40" w:after="100" w:line="220" w:lineRule="atLeast"/>
              <w:ind w:right="113"/>
              <w:rPr>
                <w:szCs w:val="24"/>
                <w:lang w:eastAsia="en-GB"/>
              </w:rPr>
            </w:pPr>
            <w:r w:rsidRPr="00F54F45">
              <w:rPr>
                <w:szCs w:val="24"/>
                <w:lang w:eastAsia="en-GB"/>
              </w:rPr>
              <w:t>A</w:t>
            </w:r>
          </w:p>
        </w:tc>
      </w:tr>
      <w:tr w:rsidR="00A3531A" w:rsidRPr="00F54F45" w14:paraId="2BEFCDCF" w14:textId="77777777" w:rsidTr="001B19E0">
        <w:tc>
          <w:tcPr>
            <w:tcW w:w="559" w:type="dxa"/>
            <w:shd w:val="clear" w:color="auto" w:fill="auto"/>
            <w:hideMark/>
          </w:tcPr>
          <w:p w14:paraId="519E7538" w14:textId="77777777" w:rsidR="00A3531A" w:rsidRPr="00F54F45" w:rsidRDefault="00A3531A" w:rsidP="002A594A">
            <w:pPr>
              <w:spacing w:before="40" w:after="100" w:line="220" w:lineRule="atLeast"/>
              <w:ind w:right="113"/>
              <w:rPr>
                <w:szCs w:val="24"/>
                <w:lang w:eastAsia="en-GB"/>
              </w:rPr>
            </w:pPr>
            <w:r w:rsidRPr="00F54F45">
              <w:rPr>
                <w:szCs w:val="24"/>
                <w:lang w:eastAsia="en-GB"/>
              </w:rPr>
              <w:t>2r1</w:t>
            </w:r>
          </w:p>
        </w:tc>
        <w:tc>
          <w:tcPr>
            <w:tcW w:w="7379" w:type="dxa"/>
            <w:shd w:val="clear" w:color="auto" w:fill="auto"/>
          </w:tcPr>
          <w:p w14:paraId="4703C088" w14:textId="77777777" w:rsidR="00A3531A" w:rsidRPr="00F54F45" w:rsidRDefault="00A3531A" w:rsidP="002A594A">
            <w:pPr>
              <w:spacing w:before="40" w:after="100" w:line="220" w:lineRule="atLeast"/>
              <w:ind w:right="113"/>
              <w:rPr>
                <w:szCs w:val="24"/>
              </w:rPr>
            </w:pPr>
            <w:r w:rsidRPr="00F54F45">
              <w:rPr>
                <w:szCs w:val="24"/>
              </w:rPr>
              <w:t>(Secrétariat) General information</w:t>
            </w:r>
          </w:p>
        </w:tc>
        <w:tc>
          <w:tcPr>
            <w:tcW w:w="566" w:type="dxa"/>
            <w:gridSpan w:val="2"/>
            <w:shd w:val="clear" w:color="auto" w:fill="auto"/>
            <w:hideMark/>
          </w:tcPr>
          <w:p w14:paraId="75FDFD6A" w14:textId="77777777" w:rsidR="00A3531A" w:rsidRPr="00F54F45" w:rsidRDefault="00A3531A" w:rsidP="002A594A">
            <w:pPr>
              <w:spacing w:before="40" w:after="100" w:line="220" w:lineRule="atLeast"/>
              <w:ind w:right="113"/>
              <w:rPr>
                <w:szCs w:val="24"/>
                <w:lang w:eastAsia="en-GB"/>
              </w:rPr>
            </w:pPr>
            <w:r w:rsidRPr="00F54F45">
              <w:rPr>
                <w:szCs w:val="24"/>
                <w:lang w:eastAsia="en-GB"/>
              </w:rPr>
              <w:t>A</w:t>
            </w:r>
          </w:p>
        </w:tc>
      </w:tr>
      <w:tr w:rsidR="00A3531A" w:rsidRPr="00F54F45" w14:paraId="18B3B6E5" w14:textId="77777777" w:rsidTr="001B19E0">
        <w:tc>
          <w:tcPr>
            <w:tcW w:w="559" w:type="dxa"/>
            <w:shd w:val="clear" w:color="auto" w:fill="auto"/>
            <w:hideMark/>
          </w:tcPr>
          <w:p w14:paraId="29B7533F" w14:textId="77777777" w:rsidR="00A3531A" w:rsidRPr="00F54F45" w:rsidRDefault="00A3531A" w:rsidP="002A594A">
            <w:pPr>
              <w:spacing w:before="40" w:after="100" w:line="220" w:lineRule="atLeast"/>
              <w:ind w:right="113"/>
              <w:rPr>
                <w:szCs w:val="18"/>
              </w:rPr>
            </w:pPr>
            <w:r w:rsidRPr="00F54F45">
              <w:t>3</w:t>
            </w:r>
          </w:p>
        </w:tc>
        <w:tc>
          <w:tcPr>
            <w:tcW w:w="7379" w:type="dxa"/>
            <w:shd w:val="clear" w:color="auto" w:fill="auto"/>
          </w:tcPr>
          <w:p w14:paraId="79015194" w14:textId="77777777" w:rsidR="00A3531A" w:rsidRPr="00C36F67" w:rsidRDefault="00A3531A" w:rsidP="002A594A">
            <w:pPr>
              <w:spacing w:before="40" w:after="100" w:line="220" w:lineRule="atLeast"/>
              <w:ind w:right="113"/>
              <w:rPr>
                <w:szCs w:val="18"/>
                <w:lang w:val="en-GB"/>
              </w:rPr>
            </w:pPr>
            <w:r w:rsidRPr="00F54F45">
              <w:rPr>
                <w:lang w:val="en-GB"/>
              </w:rPr>
              <w:t>(</w:t>
            </w:r>
            <w:proofErr w:type="spellStart"/>
            <w:r w:rsidRPr="00F54F45">
              <w:rPr>
                <w:lang w:val="en-GB"/>
              </w:rPr>
              <w:t>Secrétariat</w:t>
            </w:r>
            <w:proofErr w:type="spellEnd"/>
            <w:r w:rsidRPr="00F54F45">
              <w:rPr>
                <w:lang w:val="en-GB"/>
              </w:rPr>
              <w:t xml:space="preserve">) </w:t>
            </w:r>
            <w:r w:rsidR="00C36F67" w:rsidRPr="00C36F67">
              <w:rPr>
                <w:sz w:val="18"/>
                <w:szCs w:val="18"/>
                <w:lang w:val="en-GB" w:eastAsia="en-GB"/>
              </w:rPr>
              <w:t>Highlights of the WP.29 Sessions of March 2019</w:t>
            </w:r>
          </w:p>
        </w:tc>
        <w:tc>
          <w:tcPr>
            <w:tcW w:w="566" w:type="dxa"/>
            <w:gridSpan w:val="2"/>
            <w:shd w:val="clear" w:color="auto" w:fill="auto"/>
            <w:hideMark/>
          </w:tcPr>
          <w:p w14:paraId="42A395B9" w14:textId="77777777" w:rsidR="00A3531A" w:rsidRPr="00F54F45" w:rsidRDefault="00A3531A" w:rsidP="002A594A">
            <w:pPr>
              <w:spacing w:before="40" w:after="100" w:line="220" w:lineRule="atLeast"/>
              <w:ind w:right="113"/>
              <w:rPr>
                <w:szCs w:val="18"/>
                <w:lang w:eastAsia="en-GB"/>
              </w:rPr>
            </w:pPr>
            <w:r w:rsidRPr="00F54F45">
              <w:rPr>
                <w:szCs w:val="18"/>
                <w:lang w:eastAsia="en-GB"/>
              </w:rPr>
              <w:t>A</w:t>
            </w:r>
          </w:p>
        </w:tc>
      </w:tr>
      <w:tr w:rsidR="00A3531A" w:rsidRPr="00F54F45" w14:paraId="3BDB1884" w14:textId="77777777" w:rsidTr="001B19E0">
        <w:tc>
          <w:tcPr>
            <w:tcW w:w="559" w:type="dxa"/>
            <w:shd w:val="clear" w:color="auto" w:fill="auto"/>
            <w:hideMark/>
          </w:tcPr>
          <w:p w14:paraId="417C3D1E" w14:textId="77777777" w:rsidR="00A3531A" w:rsidRPr="00F54F45" w:rsidRDefault="00A3531A" w:rsidP="002A594A">
            <w:pPr>
              <w:spacing w:before="40" w:after="100" w:line="220" w:lineRule="atLeast"/>
              <w:ind w:right="113"/>
              <w:rPr>
                <w:szCs w:val="24"/>
                <w:lang w:eastAsia="en-GB"/>
              </w:rPr>
            </w:pPr>
            <w:r w:rsidRPr="00F54F45">
              <w:rPr>
                <w:szCs w:val="24"/>
                <w:lang w:eastAsia="en-GB"/>
              </w:rPr>
              <w:t>4r2</w:t>
            </w:r>
          </w:p>
        </w:tc>
        <w:tc>
          <w:tcPr>
            <w:tcW w:w="7379" w:type="dxa"/>
            <w:shd w:val="clear" w:color="auto" w:fill="auto"/>
          </w:tcPr>
          <w:p w14:paraId="56417E24" w14:textId="77777777" w:rsidR="00A3531A" w:rsidRPr="00F54F45" w:rsidRDefault="00A3531A" w:rsidP="002A594A">
            <w:pPr>
              <w:spacing w:before="40" w:after="100" w:line="220" w:lineRule="atLeast"/>
              <w:ind w:right="113"/>
              <w:rPr>
                <w:szCs w:val="24"/>
              </w:rPr>
            </w:pPr>
            <w:r w:rsidRPr="00F54F45">
              <w:rPr>
                <w:szCs w:val="24"/>
              </w:rPr>
              <w:t xml:space="preserve">(Président et secrétariat) </w:t>
            </w:r>
            <w:proofErr w:type="spellStart"/>
            <w:r w:rsidRPr="00F54F45">
              <w:rPr>
                <w:szCs w:val="24"/>
              </w:rPr>
              <w:t>Priority</w:t>
            </w:r>
            <w:proofErr w:type="spellEnd"/>
            <w:r w:rsidRPr="00F54F45">
              <w:rPr>
                <w:szCs w:val="24"/>
              </w:rPr>
              <w:t xml:space="preserve"> topics for GRPE </w:t>
            </w:r>
            <w:proofErr w:type="spellStart"/>
            <w:r w:rsidRPr="00F54F45">
              <w:rPr>
                <w:szCs w:val="24"/>
              </w:rPr>
              <w:t>activities</w:t>
            </w:r>
            <w:proofErr w:type="spellEnd"/>
          </w:p>
        </w:tc>
        <w:tc>
          <w:tcPr>
            <w:tcW w:w="566" w:type="dxa"/>
            <w:gridSpan w:val="2"/>
            <w:shd w:val="clear" w:color="auto" w:fill="auto"/>
            <w:hideMark/>
          </w:tcPr>
          <w:p w14:paraId="2991078B" w14:textId="77777777" w:rsidR="00A3531A" w:rsidRPr="00F54F45" w:rsidRDefault="00A3531A" w:rsidP="002A594A">
            <w:pPr>
              <w:spacing w:before="40" w:after="100" w:line="220" w:lineRule="atLeast"/>
              <w:ind w:right="113"/>
              <w:rPr>
                <w:szCs w:val="24"/>
                <w:lang w:eastAsia="en-GB"/>
              </w:rPr>
            </w:pPr>
            <w:r w:rsidRPr="00F54F45">
              <w:rPr>
                <w:szCs w:val="24"/>
                <w:lang w:eastAsia="en-GB"/>
              </w:rPr>
              <w:t>C</w:t>
            </w:r>
          </w:p>
        </w:tc>
      </w:tr>
      <w:tr w:rsidR="00A3531A" w:rsidRPr="00F54F45" w14:paraId="40EF3C70" w14:textId="77777777" w:rsidTr="001B19E0">
        <w:tc>
          <w:tcPr>
            <w:tcW w:w="559" w:type="dxa"/>
            <w:shd w:val="clear" w:color="auto" w:fill="auto"/>
          </w:tcPr>
          <w:p w14:paraId="5F48628F" w14:textId="77777777" w:rsidR="00A3531A" w:rsidRPr="00F54F45" w:rsidRDefault="00A3531A" w:rsidP="002A594A">
            <w:pPr>
              <w:spacing w:before="40" w:after="100" w:line="220" w:lineRule="atLeast"/>
              <w:ind w:right="113"/>
              <w:rPr>
                <w:szCs w:val="24"/>
              </w:rPr>
            </w:pPr>
            <w:r w:rsidRPr="00F54F45">
              <w:rPr>
                <w:szCs w:val="24"/>
              </w:rPr>
              <w:t>5</w:t>
            </w:r>
          </w:p>
        </w:tc>
        <w:tc>
          <w:tcPr>
            <w:tcW w:w="7379" w:type="dxa"/>
            <w:shd w:val="clear" w:color="auto" w:fill="auto"/>
          </w:tcPr>
          <w:p w14:paraId="76F9E349" w14:textId="77777777" w:rsidR="00A3531A" w:rsidRPr="00F54F45" w:rsidRDefault="00A3531A" w:rsidP="002A594A">
            <w:pPr>
              <w:spacing w:before="40" w:after="100" w:line="220" w:lineRule="atLeast"/>
              <w:ind w:right="113"/>
              <w:rPr>
                <w:szCs w:val="24"/>
                <w:lang w:val="en-GB" w:eastAsia="en-GB"/>
              </w:rPr>
            </w:pPr>
            <w:r w:rsidRPr="00F54F45">
              <w:rPr>
                <w:szCs w:val="24"/>
                <w:lang w:val="en-GB" w:eastAsia="en-GB"/>
              </w:rPr>
              <w:t>(CITA) Proposal to amend the 06 and 07 series of amendments to UN Regulation No. 83</w:t>
            </w:r>
          </w:p>
        </w:tc>
        <w:tc>
          <w:tcPr>
            <w:tcW w:w="566" w:type="dxa"/>
            <w:gridSpan w:val="2"/>
            <w:shd w:val="clear" w:color="auto" w:fill="auto"/>
          </w:tcPr>
          <w:p w14:paraId="6B915177" w14:textId="77777777" w:rsidR="00A3531A" w:rsidRPr="00F54F45" w:rsidRDefault="00A3531A" w:rsidP="002A594A">
            <w:pPr>
              <w:spacing w:before="40" w:after="100" w:line="220" w:lineRule="atLeast"/>
              <w:ind w:right="113"/>
              <w:rPr>
                <w:szCs w:val="24"/>
                <w:lang w:eastAsia="en-GB"/>
              </w:rPr>
            </w:pPr>
            <w:r w:rsidRPr="00F54F45">
              <w:rPr>
                <w:szCs w:val="24"/>
                <w:lang w:eastAsia="en-GB"/>
              </w:rPr>
              <w:t>C</w:t>
            </w:r>
          </w:p>
        </w:tc>
      </w:tr>
      <w:tr w:rsidR="00A3531A" w:rsidRPr="00F54F45" w14:paraId="45CD3701" w14:textId="77777777" w:rsidTr="001B19E0">
        <w:tc>
          <w:tcPr>
            <w:tcW w:w="559" w:type="dxa"/>
            <w:shd w:val="clear" w:color="auto" w:fill="auto"/>
          </w:tcPr>
          <w:p w14:paraId="34EE786B" w14:textId="77777777" w:rsidR="00A3531A" w:rsidRPr="00F54F45" w:rsidRDefault="00A3531A" w:rsidP="002A594A">
            <w:pPr>
              <w:spacing w:before="40" w:after="100" w:line="220" w:lineRule="atLeast"/>
              <w:ind w:right="113"/>
              <w:rPr>
                <w:szCs w:val="24"/>
              </w:rPr>
            </w:pPr>
            <w:r w:rsidRPr="00F54F45">
              <w:rPr>
                <w:szCs w:val="24"/>
              </w:rPr>
              <w:t>6</w:t>
            </w:r>
          </w:p>
        </w:tc>
        <w:tc>
          <w:tcPr>
            <w:tcW w:w="7379" w:type="dxa"/>
            <w:shd w:val="clear" w:color="auto" w:fill="auto"/>
          </w:tcPr>
          <w:p w14:paraId="3B8E71A5" w14:textId="77777777" w:rsidR="00A3531A" w:rsidRPr="00F54F45" w:rsidRDefault="00A3531A" w:rsidP="002A594A">
            <w:pPr>
              <w:spacing w:before="40" w:after="100" w:line="220" w:lineRule="atLeast"/>
              <w:ind w:right="113"/>
              <w:rPr>
                <w:szCs w:val="24"/>
                <w:lang w:val="en-GB" w:eastAsia="en-GB"/>
              </w:rPr>
            </w:pPr>
            <w:r w:rsidRPr="00F54F45">
              <w:rPr>
                <w:szCs w:val="24"/>
                <w:lang w:val="en-GB" w:eastAsia="en-GB"/>
              </w:rPr>
              <w:t>(CITA) Summary of CITA international conference, Seoul, 2-4 April 2019</w:t>
            </w:r>
          </w:p>
        </w:tc>
        <w:tc>
          <w:tcPr>
            <w:tcW w:w="566" w:type="dxa"/>
            <w:gridSpan w:val="2"/>
            <w:shd w:val="clear" w:color="auto" w:fill="auto"/>
          </w:tcPr>
          <w:p w14:paraId="62AA9970" w14:textId="77777777" w:rsidR="00A3531A" w:rsidRPr="00F54F45" w:rsidRDefault="00A3531A" w:rsidP="002A594A">
            <w:pPr>
              <w:spacing w:before="40" w:after="100" w:line="220" w:lineRule="atLeast"/>
              <w:ind w:right="113"/>
              <w:rPr>
                <w:szCs w:val="24"/>
                <w:lang w:eastAsia="en-GB"/>
              </w:rPr>
            </w:pPr>
            <w:r w:rsidRPr="00F54F45">
              <w:rPr>
                <w:szCs w:val="24"/>
                <w:lang w:eastAsia="en-GB"/>
              </w:rPr>
              <w:t>A</w:t>
            </w:r>
          </w:p>
        </w:tc>
      </w:tr>
      <w:tr w:rsidR="00A3531A" w:rsidRPr="00F54F45" w14:paraId="5C35D112" w14:textId="77777777" w:rsidTr="001B19E0">
        <w:tc>
          <w:tcPr>
            <w:tcW w:w="559" w:type="dxa"/>
            <w:shd w:val="clear" w:color="auto" w:fill="auto"/>
          </w:tcPr>
          <w:p w14:paraId="6CC3E89E" w14:textId="77777777" w:rsidR="00A3531A" w:rsidRPr="00F54F45" w:rsidRDefault="00A3531A" w:rsidP="002A594A">
            <w:pPr>
              <w:spacing w:before="40" w:after="100" w:line="220" w:lineRule="atLeast"/>
              <w:ind w:right="113"/>
              <w:rPr>
                <w:szCs w:val="18"/>
              </w:rPr>
            </w:pPr>
            <w:r w:rsidRPr="00F54F45">
              <w:t>7</w:t>
            </w:r>
          </w:p>
        </w:tc>
        <w:tc>
          <w:tcPr>
            <w:tcW w:w="7379" w:type="dxa"/>
            <w:shd w:val="clear" w:color="auto" w:fill="auto"/>
          </w:tcPr>
          <w:p w14:paraId="32BFEBA3" w14:textId="77777777" w:rsidR="00A3531A" w:rsidRPr="00F54F45" w:rsidRDefault="00A3531A" w:rsidP="002A594A">
            <w:pPr>
              <w:spacing w:before="40" w:after="100" w:line="220" w:lineRule="atLeast"/>
              <w:ind w:right="113"/>
              <w:rPr>
                <w:szCs w:val="18"/>
              </w:rPr>
            </w:pPr>
            <w:r w:rsidRPr="00F54F45">
              <w:t xml:space="preserve">(Fédération de Russie) </w:t>
            </w:r>
            <w:proofErr w:type="spellStart"/>
            <w:r w:rsidRPr="00F54F45">
              <w:t>Particulate</w:t>
            </w:r>
            <w:proofErr w:type="spellEnd"/>
            <w:r w:rsidRPr="00F54F45">
              <w:t xml:space="preserve"> </w:t>
            </w:r>
            <w:proofErr w:type="spellStart"/>
            <w:r w:rsidRPr="00F54F45">
              <w:t>emissions</w:t>
            </w:r>
            <w:proofErr w:type="spellEnd"/>
            <w:r w:rsidRPr="00F54F45">
              <w:t xml:space="preserve"> </w:t>
            </w:r>
            <w:proofErr w:type="spellStart"/>
            <w:r w:rsidRPr="00F54F45">
              <w:t>from</w:t>
            </w:r>
            <w:proofErr w:type="spellEnd"/>
            <w:r w:rsidRPr="00F54F45">
              <w:t xml:space="preserve"> road and </w:t>
            </w:r>
            <w:proofErr w:type="spellStart"/>
            <w:r w:rsidRPr="00F54F45">
              <w:t>tyre</w:t>
            </w:r>
            <w:proofErr w:type="spellEnd"/>
            <w:r w:rsidRPr="00F54F45">
              <w:t xml:space="preserve"> wear</w:t>
            </w:r>
          </w:p>
        </w:tc>
        <w:tc>
          <w:tcPr>
            <w:tcW w:w="566" w:type="dxa"/>
            <w:gridSpan w:val="2"/>
            <w:shd w:val="clear" w:color="auto" w:fill="auto"/>
          </w:tcPr>
          <w:p w14:paraId="07BF97F9" w14:textId="77777777" w:rsidR="00A3531A" w:rsidRPr="00F54F45" w:rsidRDefault="00A3531A" w:rsidP="002A594A">
            <w:pPr>
              <w:spacing w:before="40" w:after="100" w:line="220" w:lineRule="atLeast"/>
              <w:ind w:right="113"/>
              <w:rPr>
                <w:szCs w:val="18"/>
                <w:lang w:eastAsia="en-GB"/>
              </w:rPr>
            </w:pPr>
            <w:r w:rsidRPr="00F54F45">
              <w:rPr>
                <w:szCs w:val="18"/>
                <w:lang w:eastAsia="en-GB"/>
              </w:rPr>
              <w:t>A</w:t>
            </w:r>
          </w:p>
        </w:tc>
      </w:tr>
      <w:tr w:rsidR="00A3531A" w:rsidRPr="00F54F45" w14:paraId="0825D58F" w14:textId="77777777" w:rsidTr="001B19E0">
        <w:tc>
          <w:tcPr>
            <w:tcW w:w="559" w:type="dxa"/>
            <w:shd w:val="clear" w:color="auto" w:fill="auto"/>
          </w:tcPr>
          <w:p w14:paraId="17A2806D" w14:textId="77777777" w:rsidR="00A3531A" w:rsidRPr="00F54F45" w:rsidRDefault="00A3531A" w:rsidP="002A594A">
            <w:pPr>
              <w:spacing w:before="40" w:after="100" w:line="220" w:lineRule="atLeast"/>
              <w:ind w:right="113"/>
              <w:rPr>
                <w:szCs w:val="24"/>
                <w:lang w:eastAsia="en-GB"/>
              </w:rPr>
            </w:pPr>
            <w:r w:rsidRPr="00F54F45">
              <w:rPr>
                <w:szCs w:val="24"/>
                <w:lang w:eastAsia="en-GB"/>
              </w:rPr>
              <w:t>8r1</w:t>
            </w:r>
          </w:p>
        </w:tc>
        <w:tc>
          <w:tcPr>
            <w:tcW w:w="7379" w:type="dxa"/>
            <w:shd w:val="clear" w:color="auto" w:fill="auto"/>
          </w:tcPr>
          <w:p w14:paraId="502583C1" w14:textId="77777777" w:rsidR="00A3531A" w:rsidRPr="00F54F45" w:rsidRDefault="00A3531A" w:rsidP="002A594A">
            <w:pPr>
              <w:spacing w:before="40" w:after="100" w:line="220" w:lineRule="atLeast"/>
              <w:ind w:right="113"/>
              <w:rPr>
                <w:szCs w:val="24"/>
                <w:lang w:val="en-GB" w:eastAsia="en-GB"/>
              </w:rPr>
            </w:pPr>
            <w:r w:rsidRPr="00F54F45">
              <w:rPr>
                <w:szCs w:val="24"/>
                <w:lang w:val="en-GB" w:eastAsia="en-GB"/>
              </w:rPr>
              <w:t>(WLTP) IWG on WLTP status report</w:t>
            </w:r>
          </w:p>
        </w:tc>
        <w:tc>
          <w:tcPr>
            <w:tcW w:w="566" w:type="dxa"/>
            <w:gridSpan w:val="2"/>
            <w:shd w:val="clear" w:color="auto" w:fill="auto"/>
          </w:tcPr>
          <w:p w14:paraId="4A3C58C2" w14:textId="77777777" w:rsidR="00A3531A" w:rsidRPr="00F54F45" w:rsidRDefault="00A3531A" w:rsidP="002A594A">
            <w:pPr>
              <w:spacing w:before="40" w:after="100" w:line="220" w:lineRule="atLeast"/>
              <w:ind w:right="113"/>
              <w:rPr>
                <w:szCs w:val="18"/>
                <w:lang w:eastAsia="en-GB"/>
              </w:rPr>
            </w:pPr>
            <w:r w:rsidRPr="00F54F45">
              <w:rPr>
                <w:szCs w:val="18"/>
                <w:lang w:eastAsia="en-GB"/>
              </w:rPr>
              <w:t>A</w:t>
            </w:r>
          </w:p>
        </w:tc>
      </w:tr>
      <w:tr w:rsidR="00A3531A" w:rsidRPr="00F54F45" w14:paraId="36FA9023" w14:textId="77777777" w:rsidTr="001B19E0">
        <w:tc>
          <w:tcPr>
            <w:tcW w:w="559" w:type="dxa"/>
            <w:shd w:val="clear" w:color="auto" w:fill="auto"/>
          </w:tcPr>
          <w:p w14:paraId="2E7E8294" w14:textId="77777777" w:rsidR="00A3531A" w:rsidRPr="00F54F45" w:rsidRDefault="00A3531A" w:rsidP="002A594A">
            <w:pPr>
              <w:spacing w:before="40" w:after="100" w:line="220" w:lineRule="atLeast"/>
              <w:ind w:right="113"/>
              <w:rPr>
                <w:szCs w:val="24"/>
                <w:lang w:eastAsia="en-GB"/>
              </w:rPr>
            </w:pPr>
            <w:r w:rsidRPr="00F54F45">
              <w:rPr>
                <w:szCs w:val="24"/>
                <w:lang w:eastAsia="en-GB"/>
              </w:rPr>
              <w:t>9r3</w:t>
            </w:r>
          </w:p>
        </w:tc>
        <w:tc>
          <w:tcPr>
            <w:tcW w:w="7379" w:type="dxa"/>
            <w:shd w:val="clear" w:color="auto" w:fill="auto"/>
          </w:tcPr>
          <w:p w14:paraId="46642103" w14:textId="77777777" w:rsidR="00A3531A" w:rsidRPr="00F54F45" w:rsidRDefault="00A3531A" w:rsidP="002A594A">
            <w:pPr>
              <w:spacing w:before="40" w:after="100" w:line="220" w:lineRule="atLeast"/>
              <w:ind w:right="113"/>
              <w:rPr>
                <w:szCs w:val="24"/>
                <w:lang w:eastAsia="en-GB"/>
              </w:rPr>
            </w:pPr>
            <w:r w:rsidRPr="00F54F45">
              <w:rPr>
                <w:szCs w:val="24"/>
                <w:lang w:eastAsia="en-GB"/>
              </w:rPr>
              <w:t xml:space="preserve">(Secrétariat) </w:t>
            </w:r>
            <w:proofErr w:type="spellStart"/>
            <w:r w:rsidRPr="00F54F45">
              <w:rPr>
                <w:szCs w:val="24"/>
                <w:lang w:eastAsia="en-GB"/>
              </w:rPr>
              <w:t>Provisional</w:t>
            </w:r>
            <w:proofErr w:type="spellEnd"/>
            <w:r w:rsidRPr="00F54F45">
              <w:rPr>
                <w:szCs w:val="24"/>
                <w:lang w:eastAsia="en-GB"/>
              </w:rPr>
              <w:t xml:space="preserve"> </w:t>
            </w:r>
            <w:proofErr w:type="spellStart"/>
            <w:r w:rsidRPr="00F54F45">
              <w:rPr>
                <w:szCs w:val="24"/>
                <w:lang w:eastAsia="en-GB"/>
              </w:rPr>
              <w:t>Annotated</w:t>
            </w:r>
            <w:proofErr w:type="spellEnd"/>
            <w:r w:rsidRPr="00F54F45">
              <w:rPr>
                <w:szCs w:val="24"/>
                <w:lang w:eastAsia="en-GB"/>
              </w:rPr>
              <w:t xml:space="preserve"> Agenda</w:t>
            </w:r>
          </w:p>
        </w:tc>
        <w:tc>
          <w:tcPr>
            <w:tcW w:w="566" w:type="dxa"/>
            <w:gridSpan w:val="2"/>
            <w:shd w:val="clear" w:color="auto" w:fill="auto"/>
          </w:tcPr>
          <w:p w14:paraId="0A53413E" w14:textId="77777777" w:rsidR="00A3531A" w:rsidRPr="00F54F45" w:rsidRDefault="00A3531A" w:rsidP="002A594A">
            <w:pPr>
              <w:spacing w:before="40" w:after="100" w:line="220" w:lineRule="atLeast"/>
              <w:ind w:right="113"/>
              <w:rPr>
                <w:szCs w:val="18"/>
                <w:lang w:eastAsia="en-GB"/>
              </w:rPr>
            </w:pPr>
            <w:r w:rsidRPr="00F54F45">
              <w:rPr>
                <w:szCs w:val="18"/>
                <w:lang w:eastAsia="en-GB"/>
              </w:rPr>
              <w:t>A</w:t>
            </w:r>
          </w:p>
        </w:tc>
      </w:tr>
      <w:tr w:rsidR="00A3531A" w:rsidRPr="00F54F45" w14:paraId="762FDD31" w14:textId="77777777" w:rsidTr="001B19E0">
        <w:tc>
          <w:tcPr>
            <w:tcW w:w="559" w:type="dxa"/>
            <w:shd w:val="clear" w:color="auto" w:fill="auto"/>
          </w:tcPr>
          <w:p w14:paraId="4578536D" w14:textId="77777777" w:rsidR="00A3531A" w:rsidRPr="00F54F45" w:rsidRDefault="00A3531A" w:rsidP="002A594A">
            <w:pPr>
              <w:spacing w:before="40" w:after="100" w:line="220" w:lineRule="atLeast"/>
              <w:ind w:right="113"/>
              <w:rPr>
                <w:szCs w:val="24"/>
              </w:rPr>
            </w:pPr>
            <w:r w:rsidRPr="00F54F45">
              <w:rPr>
                <w:szCs w:val="24"/>
              </w:rPr>
              <w:t>10</w:t>
            </w:r>
          </w:p>
        </w:tc>
        <w:tc>
          <w:tcPr>
            <w:tcW w:w="7379" w:type="dxa"/>
            <w:shd w:val="clear" w:color="auto" w:fill="auto"/>
          </w:tcPr>
          <w:p w14:paraId="342545BB" w14:textId="77777777" w:rsidR="00A3531A" w:rsidRPr="00F54F45" w:rsidRDefault="00A3531A" w:rsidP="002A594A">
            <w:pPr>
              <w:spacing w:before="40" w:after="100" w:line="220" w:lineRule="atLeast"/>
              <w:ind w:right="113"/>
              <w:rPr>
                <w:szCs w:val="24"/>
                <w:lang w:val="en-GB" w:eastAsia="en-GB"/>
              </w:rPr>
            </w:pPr>
            <w:r w:rsidRPr="00F54F45">
              <w:rPr>
                <w:szCs w:val="24"/>
                <w:lang w:val="en-GB" w:eastAsia="en-GB"/>
              </w:rPr>
              <w:t>(OICA) Clarification needed on GRPE-2017-02</w:t>
            </w:r>
          </w:p>
        </w:tc>
        <w:tc>
          <w:tcPr>
            <w:tcW w:w="566" w:type="dxa"/>
            <w:gridSpan w:val="2"/>
            <w:shd w:val="clear" w:color="auto" w:fill="auto"/>
          </w:tcPr>
          <w:p w14:paraId="14F0D534" w14:textId="77777777" w:rsidR="00A3531A" w:rsidRPr="00F54F45" w:rsidRDefault="00A3531A" w:rsidP="002A594A">
            <w:pPr>
              <w:spacing w:before="40" w:after="100" w:line="220" w:lineRule="atLeast"/>
              <w:ind w:right="113"/>
              <w:rPr>
                <w:szCs w:val="18"/>
                <w:lang w:eastAsia="en-GB"/>
              </w:rPr>
            </w:pPr>
            <w:r w:rsidRPr="00F54F45">
              <w:rPr>
                <w:szCs w:val="18"/>
                <w:lang w:eastAsia="en-GB"/>
              </w:rPr>
              <w:t>A</w:t>
            </w:r>
          </w:p>
        </w:tc>
      </w:tr>
      <w:tr w:rsidR="00A3531A" w:rsidRPr="00F54F45" w14:paraId="791680A0" w14:textId="77777777" w:rsidTr="001B19E0">
        <w:tc>
          <w:tcPr>
            <w:tcW w:w="559" w:type="dxa"/>
            <w:shd w:val="clear" w:color="auto" w:fill="auto"/>
          </w:tcPr>
          <w:p w14:paraId="25458E93" w14:textId="77777777" w:rsidR="00A3531A" w:rsidRPr="00F54F45" w:rsidRDefault="00A3531A" w:rsidP="002A594A">
            <w:pPr>
              <w:spacing w:before="40" w:after="100" w:line="220" w:lineRule="atLeast"/>
              <w:ind w:right="113"/>
              <w:rPr>
                <w:szCs w:val="24"/>
              </w:rPr>
            </w:pPr>
            <w:r w:rsidRPr="00F54F45">
              <w:rPr>
                <w:szCs w:val="24"/>
              </w:rPr>
              <w:t>11</w:t>
            </w:r>
          </w:p>
        </w:tc>
        <w:tc>
          <w:tcPr>
            <w:tcW w:w="7379" w:type="dxa"/>
            <w:shd w:val="clear" w:color="auto" w:fill="auto"/>
          </w:tcPr>
          <w:p w14:paraId="787B54EC" w14:textId="77777777" w:rsidR="00A3531A" w:rsidRPr="00F54F45" w:rsidRDefault="00A3531A" w:rsidP="002A594A">
            <w:pPr>
              <w:spacing w:before="40" w:after="100" w:line="220" w:lineRule="atLeast"/>
              <w:ind w:right="113"/>
              <w:rPr>
                <w:szCs w:val="24"/>
                <w:lang w:val="en-GB" w:eastAsia="en-GB"/>
              </w:rPr>
            </w:pPr>
            <w:r w:rsidRPr="00F54F45">
              <w:rPr>
                <w:szCs w:val="24"/>
                <w:lang w:val="en-GB" w:eastAsia="en-GB"/>
              </w:rPr>
              <w:t>(OICA) Updated information on OICA proposal for UN R101</w:t>
            </w:r>
          </w:p>
        </w:tc>
        <w:tc>
          <w:tcPr>
            <w:tcW w:w="566" w:type="dxa"/>
            <w:gridSpan w:val="2"/>
            <w:shd w:val="clear" w:color="auto" w:fill="auto"/>
          </w:tcPr>
          <w:p w14:paraId="2E75D26E" w14:textId="77777777" w:rsidR="00A3531A" w:rsidRPr="00F54F45" w:rsidRDefault="00A3531A" w:rsidP="002A594A">
            <w:pPr>
              <w:spacing w:before="40" w:after="100" w:line="220" w:lineRule="atLeast"/>
              <w:ind w:right="113"/>
              <w:rPr>
                <w:szCs w:val="18"/>
                <w:lang w:eastAsia="en-GB"/>
              </w:rPr>
            </w:pPr>
            <w:r w:rsidRPr="00F54F45">
              <w:rPr>
                <w:szCs w:val="18"/>
                <w:lang w:eastAsia="en-GB"/>
              </w:rPr>
              <w:t>A</w:t>
            </w:r>
          </w:p>
        </w:tc>
      </w:tr>
      <w:tr w:rsidR="00A3531A" w:rsidRPr="00F54F45" w14:paraId="4569FA36" w14:textId="77777777" w:rsidTr="001B19E0">
        <w:tc>
          <w:tcPr>
            <w:tcW w:w="559" w:type="dxa"/>
            <w:shd w:val="clear" w:color="auto" w:fill="auto"/>
          </w:tcPr>
          <w:p w14:paraId="6F5182F1" w14:textId="77777777" w:rsidR="00A3531A" w:rsidRPr="00F54F45" w:rsidRDefault="00A3531A" w:rsidP="002A594A">
            <w:pPr>
              <w:spacing w:before="40" w:after="100" w:line="220" w:lineRule="atLeast"/>
              <w:ind w:right="113"/>
              <w:rPr>
                <w:szCs w:val="24"/>
              </w:rPr>
            </w:pPr>
            <w:r w:rsidRPr="00F54F45">
              <w:rPr>
                <w:szCs w:val="24"/>
              </w:rPr>
              <w:t>12</w:t>
            </w:r>
          </w:p>
        </w:tc>
        <w:tc>
          <w:tcPr>
            <w:tcW w:w="7379" w:type="dxa"/>
            <w:shd w:val="clear" w:color="auto" w:fill="auto"/>
          </w:tcPr>
          <w:p w14:paraId="25194B78" w14:textId="77777777" w:rsidR="00A3531A" w:rsidRPr="00F54F45" w:rsidRDefault="00A3531A" w:rsidP="002A594A">
            <w:pPr>
              <w:spacing w:before="40" w:after="100" w:line="220" w:lineRule="atLeast"/>
              <w:ind w:right="113"/>
              <w:rPr>
                <w:szCs w:val="24"/>
                <w:lang w:val="en-GB" w:eastAsia="en-GB"/>
              </w:rPr>
            </w:pPr>
            <w:r w:rsidRPr="00F54F45">
              <w:rPr>
                <w:szCs w:val="24"/>
                <w:lang w:val="en-GB" w:eastAsia="en-GB"/>
              </w:rPr>
              <w:t>(OICA) Workshop on FE Harmonization</w:t>
            </w:r>
          </w:p>
        </w:tc>
        <w:tc>
          <w:tcPr>
            <w:tcW w:w="566" w:type="dxa"/>
            <w:gridSpan w:val="2"/>
            <w:shd w:val="clear" w:color="auto" w:fill="auto"/>
          </w:tcPr>
          <w:p w14:paraId="5670EE12" w14:textId="77777777" w:rsidR="00A3531A" w:rsidRPr="00F54F45" w:rsidRDefault="00A3531A" w:rsidP="002A594A">
            <w:pPr>
              <w:spacing w:before="40" w:after="100" w:line="220" w:lineRule="atLeast"/>
              <w:ind w:right="113"/>
              <w:rPr>
                <w:szCs w:val="18"/>
                <w:lang w:eastAsia="en-GB"/>
              </w:rPr>
            </w:pPr>
            <w:r w:rsidRPr="00F54F45">
              <w:rPr>
                <w:szCs w:val="18"/>
                <w:lang w:eastAsia="en-GB"/>
              </w:rPr>
              <w:t>A</w:t>
            </w:r>
          </w:p>
        </w:tc>
      </w:tr>
      <w:tr w:rsidR="00A3531A" w:rsidRPr="00F54F45" w14:paraId="34F993AB" w14:textId="77777777" w:rsidTr="001B19E0">
        <w:tc>
          <w:tcPr>
            <w:tcW w:w="559" w:type="dxa"/>
            <w:shd w:val="clear" w:color="auto" w:fill="auto"/>
          </w:tcPr>
          <w:p w14:paraId="0DB0C303" w14:textId="77777777" w:rsidR="00A3531A" w:rsidRPr="00F54F45" w:rsidRDefault="00A3531A" w:rsidP="002A594A">
            <w:pPr>
              <w:spacing w:before="40" w:after="100" w:line="220" w:lineRule="atLeast"/>
              <w:ind w:right="113"/>
              <w:rPr>
                <w:szCs w:val="24"/>
              </w:rPr>
            </w:pPr>
            <w:r w:rsidRPr="00F54F45">
              <w:rPr>
                <w:szCs w:val="24"/>
              </w:rPr>
              <w:t>13</w:t>
            </w:r>
          </w:p>
        </w:tc>
        <w:tc>
          <w:tcPr>
            <w:tcW w:w="7379" w:type="dxa"/>
            <w:shd w:val="clear" w:color="auto" w:fill="auto"/>
          </w:tcPr>
          <w:p w14:paraId="5135F1F3" w14:textId="77777777" w:rsidR="00A3531A" w:rsidRPr="00F54F45" w:rsidRDefault="00A3531A" w:rsidP="002A594A">
            <w:pPr>
              <w:spacing w:before="40" w:after="100" w:line="220" w:lineRule="atLeast"/>
              <w:ind w:right="113"/>
              <w:rPr>
                <w:szCs w:val="24"/>
                <w:lang w:val="en-GB" w:eastAsia="en-GB"/>
              </w:rPr>
            </w:pPr>
            <w:r w:rsidRPr="00F54F45">
              <w:rPr>
                <w:szCs w:val="24"/>
                <w:lang w:val="en-GB" w:eastAsia="en-GB"/>
              </w:rPr>
              <w:t>(PMP) IWG on PMP status report</w:t>
            </w:r>
          </w:p>
        </w:tc>
        <w:tc>
          <w:tcPr>
            <w:tcW w:w="566" w:type="dxa"/>
            <w:gridSpan w:val="2"/>
            <w:shd w:val="clear" w:color="auto" w:fill="auto"/>
          </w:tcPr>
          <w:p w14:paraId="1D8FE965" w14:textId="77777777" w:rsidR="00A3531A" w:rsidRPr="00F54F45" w:rsidRDefault="00A3531A" w:rsidP="002A594A">
            <w:pPr>
              <w:spacing w:before="40" w:after="100" w:line="220" w:lineRule="atLeast"/>
              <w:ind w:right="113"/>
              <w:rPr>
                <w:szCs w:val="18"/>
                <w:lang w:eastAsia="en-GB"/>
              </w:rPr>
            </w:pPr>
            <w:r w:rsidRPr="00F54F45">
              <w:rPr>
                <w:szCs w:val="18"/>
                <w:lang w:eastAsia="en-GB"/>
              </w:rPr>
              <w:t>A</w:t>
            </w:r>
          </w:p>
        </w:tc>
      </w:tr>
      <w:tr w:rsidR="00A3531A" w:rsidRPr="00F54F45" w14:paraId="3AE34377" w14:textId="77777777" w:rsidTr="001B19E0">
        <w:tc>
          <w:tcPr>
            <w:tcW w:w="559" w:type="dxa"/>
            <w:shd w:val="clear" w:color="auto" w:fill="auto"/>
          </w:tcPr>
          <w:p w14:paraId="65A2E800" w14:textId="77777777" w:rsidR="00A3531A" w:rsidRPr="00F54F45" w:rsidRDefault="00A3531A" w:rsidP="002A594A">
            <w:pPr>
              <w:spacing w:before="40" w:after="100" w:line="220" w:lineRule="atLeast"/>
              <w:ind w:right="113"/>
              <w:rPr>
                <w:szCs w:val="24"/>
                <w:lang w:eastAsia="en-GB"/>
              </w:rPr>
            </w:pPr>
            <w:r w:rsidRPr="00F54F45">
              <w:rPr>
                <w:szCs w:val="24"/>
                <w:lang w:eastAsia="en-GB"/>
              </w:rPr>
              <w:t>14r1</w:t>
            </w:r>
          </w:p>
        </w:tc>
        <w:tc>
          <w:tcPr>
            <w:tcW w:w="7379" w:type="dxa"/>
            <w:shd w:val="clear" w:color="auto" w:fill="auto"/>
          </w:tcPr>
          <w:p w14:paraId="35AB42E2" w14:textId="77777777" w:rsidR="00A3531A" w:rsidRPr="00F54F45" w:rsidRDefault="00A3531A" w:rsidP="002A594A">
            <w:pPr>
              <w:spacing w:before="40" w:after="100" w:line="220" w:lineRule="atLeast"/>
              <w:ind w:right="113"/>
              <w:rPr>
                <w:szCs w:val="24"/>
                <w:lang w:val="en-GB" w:eastAsia="en-GB"/>
              </w:rPr>
            </w:pPr>
            <w:r w:rsidRPr="00F54F45">
              <w:rPr>
                <w:szCs w:val="24"/>
                <w:lang w:val="en-GB" w:eastAsia="en-GB"/>
              </w:rPr>
              <w:t xml:space="preserve">(PMP) </w:t>
            </w:r>
            <w:proofErr w:type="spellStart"/>
            <w:r w:rsidRPr="00F54F45">
              <w:rPr>
                <w:szCs w:val="24"/>
                <w:lang w:val="en-GB" w:eastAsia="en-GB"/>
              </w:rPr>
              <w:t>ToR</w:t>
            </w:r>
            <w:proofErr w:type="spellEnd"/>
            <w:r w:rsidRPr="00F54F45">
              <w:rPr>
                <w:szCs w:val="24"/>
                <w:lang w:val="en-GB" w:eastAsia="en-GB"/>
              </w:rPr>
              <w:t xml:space="preserve"> update for the IWG on PMP</w:t>
            </w:r>
          </w:p>
        </w:tc>
        <w:tc>
          <w:tcPr>
            <w:tcW w:w="566" w:type="dxa"/>
            <w:gridSpan w:val="2"/>
            <w:shd w:val="clear" w:color="auto" w:fill="auto"/>
          </w:tcPr>
          <w:p w14:paraId="0631ADC0" w14:textId="77777777" w:rsidR="00A3531A" w:rsidRPr="00F54F45" w:rsidRDefault="00A3531A" w:rsidP="002A594A">
            <w:pPr>
              <w:spacing w:before="40" w:after="100" w:line="220" w:lineRule="atLeast"/>
              <w:ind w:right="113"/>
              <w:rPr>
                <w:szCs w:val="18"/>
                <w:lang w:eastAsia="en-GB"/>
              </w:rPr>
            </w:pPr>
            <w:r w:rsidRPr="00F54F45">
              <w:rPr>
                <w:szCs w:val="18"/>
                <w:lang w:eastAsia="en-GB"/>
              </w:rPr>
              <w:t>A</w:t>
            </w:r>
          </w:p>
        </w:tc>
      </w:tr>
      <w:tr w:rsidR="00A3531A" w:rsidRPr="00F54F45" w14:paraId="647A0A5B" w14:textId="77777777" w:rsidTr="001B19E0">
        <w:tc>
          <w:tcPr>
            <w:tcW w:w="559" w:type="dxa"/>
            <w:shd w:val="clear" w:color="auto" w:fill="auto"/>
          </w:tcPr>
          <w:p w14:paraId="3BA00638" w14:textId="77777777" w:rsidR="00A3531A" w:rsidRPr="00F54F45" w:rsidRDefault="00A3531A" w:rsidP="002A594A">
            <w:pPr>
              <w:spacing w:before="40" w:after="100" w:line="220" w:lineRule="atLeast"/>
              <w:ind w:right="113"/>
              <w:rPr>
                <w:szCs w:val="24"/>
              </w:rPr>
            </w:pPr>
            <w:r w:rsidRPr="00F54F45">
              <w:rPr>
                <w:szCs w:val="24"/>
              </w:rPr>
              <w:t>15</w:t>
            </w:r>
          </w:p>
        </w:tc>
        <w:tc>
          <w:tcPr>
            <w:tcW w:w="7379" w:type="dxa"/>
            <w:shd w:val="clear" w:color="auto" w:fill="auto"/>
          </w:tcPr>
          <w:p w14:paraId="051B71F5" w14:textId="77777777" w:rsidR="00A3531A" w:rsidRPr="00F54F45" w:rsidRDefault="00A3531A" w:rsidP="002A594A">
            <w:pPr>
              <w:spacing w:before="40" w:after="100" w:line="220" w:lineRule="atLeast"/>
              <w:ind w:right="113"/>
              <w:rPr>
                <w:szCs w:val="24"/>
                <w:lang w:val="en-GB" w:eastAsia="en-GB"/>
              </w:rPr>
            </w:pPr>
            <w:r w:rsidRPr="00F54F45">
              <w:rPr>
                <w:szCs w:val="24"/>
                <w:lang w:val="en-GB"/>
              </w:rPr>
              <w:t>(OICA) Proposal for Amendment to UN R83.07 - Definition of Permanent default</w:t>
            </w:r>
          </w:p>
        </w:tc>
        <w:tc>
          <w:tcPr>
            <w:tcW w:w="566" w:type="dxa"/>
            <w:gridSpan w:val="2"/>
            <w:shd w:val="clear" w:color="auto" w:fill="auto"/>
          </w:tcPr>
          <w:p w14:paraId="08EF6ECB" w14:textId="77777777" w:rsidR="00A3531A" w:rsidRPr="00F54F45" w:rsidRDefault="00A3531A" w:rsidP="002A594A">
            <w:pPr>
              <w:spacing w:before="40" w:after="100" w:line="220" w:lineRule="atLeast"/>
              <w:ind w:right="113"/>
              <w:rPr>
                <w:szCs w:val="18"/>
                <w:lang w:eastAsia="en-GB"/>
              </w:rPr>
            </w:pPr>
            <w:r w:rsidRPr="00F54F45">
              <w:rPr>
                <w:szCs w:val="18"/>
                <w:lang w:eastAsia="en-GB"/>
              </w:rPr>
              <w:t>C</w:t>
            </w:r>
          </w:p>
        </w:tc>
      </w:tr>
      <w:tr w:rsidR="00A3531A" w:rsidRPr="00F54F45" w14:paraId="210F94BB" w14:textId="77777777" w:rsidTr="001B19E0">
        <w:tc>
          <w:tcPr>
            <w:tcW w:w="559" w:type="dxa"/>
            <w:shd w:val="clear" w:color="auto" w:fill="auto"/>
          </w:tcPr>
          <w:p w14:paraId="38EC3022" w14:textId="77777777" w:rsidR="00A3531A" w:rsidRPr="00F54F45" w:rsidRDefault="00A3531A" w:rsidP="002A594A">
            <w:pPr>
              <w:spacing w:before="40" w:after="100" w:line="220" w:lineRule="atLeast"/>
              <w:ind w:right="113"/>
              <w:rPr>
                <w:szCs w:val="24"/>
              </w:rPr>
            </w:pPr>
            <w:r w:rsidRPr="00F54F45">
              <w:rPr>
                <w:szCs w:val="24"/>
              </w:rPr>
              <w:t>16</w:t>
            </w:r>
          </w:p>
        </w:tc>
        <w:tc>
          <w:tcPr>
            <w:tcW w:w="7379" w:type="dxa"/>
            <w:shd w:val="clear" w:color="auto" w:fill="auto"/>
          </w:tcPr>
          <w:p w14:paraId="57FF517B" w14:textId="77777777" w:rsidR="00A3531A" w:rsidRPr="00F54F45" w:rsidRDefault="00A3531A" w:rsidP="002A594A">
            <w:pPr>
              <w:spacing w:before="40" w:after="100" w:line="220" w:lineRule="atLeast"/>
              <w:ind w:right="113"/>
              <w:rPr>
                <w:szCs w:val="24"/>
                <w:lang w:val="en-GB" w:eastAsia="en-GB"/>
              </w:rPr>
            </w:pPr>
            <w:r w:rsidRPr="00F54F45">
              <w:rPr>
                <w:szCs w:val="24"/>
                <w:lang w:val="en-GB"/>
              </w:rPr>
              <w:t>(OICA) Proposal for Amendment to UN R83.07 - Definitions to erase fault codes</w:t>
            </w:r>
          </w:p>
        </w:tc>
        <w:tc>
          <w:tcPr>
            <w:tcW w:w="566" w:type="dxa"/>
            <w:gridSpan w:val="2"/>
            <w:shd w:val="clear" w:color="auto" w:fill="auto"/>
          </w:tcPr>
          <w:p w14:paraId="78E5C04F" w14:textId="77777777" w:rsidR="00A3531A" w:rsidRPr="00F54F45" w:rsidRDefault="00A3531A" w:rsidP="002A594A">
            <w:pPr>
              <w:spacing w:before="40" w:after="100" w:line="220" w:lineRule="atLeast"/>
              <w:ind w:right="113"/>
              <w:rPr>
                <w:szCs w:val="18"/>
                <w:lang w:eastAsia="en-GB"/>
              </w:rPr>
            </w:pPr>
            <w:r w:rsidRPr="00F54F45">
              <w:rPr>
                <w:szCs w:val="18"/>
                <w:lang w:eastAsia="en-GB"/>
              </w:rPr>
              <w:t>C</w:t>
            </w:r>
          </w:p>
        </w:tc>
      </w:tr>
      <w:tr w:rsidR="00A3531A" w:rsidRPr="00F54F45" w14:paraId="228B6CBC" w14:textId="77777777" w:rsidTr="001B19E0">
        <w:tc>
          <w:tcPr>
            <w:tcW w:w="559" w:type="dxa"/>
            <w:shd w:val="clear" w:color="auto" w:fill="auto"/>
          </w:tcPr>
          <w:p w14:paraId="6DC9917D" w14:textId="77777777" w:rsidR="00A3531A" w:rsidRPr="00F54F45" w:rsidRDefault="00A3531A" w:rsidP="002A594A">
            <w:pPr>
              <w:spacing w:before="40" w:after="100" w:line="220" w:lineRule="atLeast"/>
              <w:ind w:right="113"/>
              <w:rPr>
                <w:szCs w:val="24"/>
              </w:rPr>
            </w:pPr>
            <w:r w:rsidRPr="00F54F45">
              <w:rPr>
                <w:szCs w:val="24"/>
              </w:rPr>
              <w:t>17</w:t>
            </w:r>
          </w:p>
        </w:tc>
        <w:tc>
          <w:tcPr>
            <w:tcW w:w="7379" w:type="dxa"/>
            <w:shd w:val="clear" w:color="auto" w:fill="auto"/>
          </w:tcPr>
          <w:p w14:paraId="68DF5428" w14:textId="77777777" w:rsidR="00A3531A" w:rsidRPr="00F54F45" w:rsidRDefault="00A3531A" w:rsidP="002A594A">
            <w:pPr>
              <w:spacing w:before="40" w:after="100" w:line="220" w:lineRule="atLeast"/>
              <w:ind w:right="113"/>
              <w:rPr>
                <w:szCs w:val="24"/>
                <w:lang w:val="en-GB" w:eastAsia="en-GB"/>
              </w:rPr>
            </w:pPr>
            <w:r w:rsidRPr="00F54F45">
              <w:rPr>
                <w:szCs w:val="24"/>
                <w:lang w:val="en-GB" w:eastAsia="en-GB"/>
              </w:rPr>
              <w:t>(OICA) Proposal for Amendment to UN R83.07 - Introduction of Special denominator</w:t>
            </w:r>
          </w:p>
        </w:tc>
        <w:tc>
          <w:tcPr>
            <w:tcW w:w="566" w:type="dxa"/>
            <w:gridSpan w:val="2"/>
            <w:shd w:val="clear" w:color="auto" w:fill="auto"/>
          </w:tcPr>
          <w:p w14:paraId="5AAC6429" w14:textId="77777777" w:rsidR="00A3531A" w:rsidRPr="00F54F45" w:rsidRDefault="00A3531A" w:rsidP="002A594A">
            <w:pPr>
              <w:spacing w:before="40" w:after="100" w:line="220" w:lineRule="atLeast"/>
              <w:ind w:right="113"/>
              <w:rPr>
                <w:szCs w:val="18"/>
                <w:lang w:eastAsia="en-GB"/>
              </w:rPr>
            </w:pPr>
            <w:r w:rsidRPr="00F54F45">
              <w:rPr>
                <w:szCs w:val="18"/>
                <w:lang w:eastAsia="en-GB"/>
              </w:rPr>
              <w:t>C</w:t>
            </w:r>
          </w:p>
        </w:tc>
      </w:tr>
      <w:tr w:rsidR="00A3531A" w:rsidRPr="00F54F45" w14:paraId="33E06B3A" w14:textId="77777777" w:rsidTr="001B19E0">
        <w:tc>
          <w:tcPr>
            <w:tcW w:w="559" w:type="dxa"/>
            <w:shd w:val="clear" w:color="auto" w:fill="auto"/>
          </w:tcPr>
          <w:p w14:paraId="59D73B17" w14:textId="77777777" w:rsidR="00A3531A" w:rsidRPr="00F54F45" w:rsidRDefault="00A3531A" w:rsidP="002A594A">
            <w:pPr>
              <w:spacing w:before="40" w:after="100" w:line="220" w:lineRule="atLeast"/>
              <w:ind w:right="113"/>
              <w:rPr>
                <w:szCs w:val="24"/>
              </w:rPr>
            </w:pPr>
            <w:r w:rsidRPr="00F54F45">
              <w:rPr>
                <w:szCs w:val="24"/>
              </w:rPr>
              <w:t>18</w:t>
            </w:r>
          </w:p>
        </w:tc>
        <w:tc>
          <w:tcPr>
            <w:tcW w:w="7379" w:type="dxa"/>
            <w:shd w:val="clear" w:color="auto" w:fill="auto"/>
          </w:tcPr>
          <w:p w14:paraId="3102D68B" w14:textId="77777777" w:rsidR="00A3531A" w:rsidRPr="00F54F45" w:rsidRDefault="00A3531A" w:rsidP="002A594A">
            <w:pPr>
              <w:spacing w:before="40" w:after="100" w:line="220" w:lineRule="atLeast"/>
              <w:ind w:right="113"/>
              <w:rPr>
                <w:szCs w:val="24"/>
                <w:lang w:eastAsia="en-GB"/>
              </w:rPr>
            </w:pPr>
            <w:r w:rsidRPr="00F54F45">
              <w:rPr>
                <w:szCs w:val="24"/>
                <w:lang w:eastAsia="en-GB"/>
              </w:rPr>
              <w:t xml:space="preserve">(VIAQ) IWG on VIAQ </w:t>
            </w:r>
            <w:proofErr w:type="spellStart"/>
            <w:r w:rsidRPr="00F54F45">
              <w:rPr>
                <w:szCs w:val="24"/>
                <w:lang w:eastAsia="en-GB"/>
              </w:rPr>
              <w:t>status</w:t>
            </w:r>
            <w:proofErr w:type="spellEnd"/>
            <w:r w:rsidRPr="00F54F45">
              <w:rPr>
                <w:szCs w:val="24"/>
                <w:lang w:eastAsia="en-GB"/>
              </w:rPr>
              <w:t xml:space="preserve"> report</w:t>
            </w:r>
          </w:p>
        </w:tc>
        <w:tc>
          <w:tcPr>
            <w:tcW w:w="566" w:type="dxa"/>
            <w:gridSpan w:val="2"/>
            <w:shd w:val="clear" w:color="auto" w:fill="auto"/>
          </w:tcPr>
          <w:p w14:paraId="54ED6FA2" w14:textId="77777777" w:rsidR="00A3531A" w:rsidRPr="00F54F45" w:rsidRDefault="00A3531A" w:rsidP="002A594A">
            <w:pPr>
              <w:spacing w:before="40" w:after="100" w:line="220" w:lineRule="atLeast"/>
              <w:ind w:right="113"/>
              <w:rPr>
                <w:szCs w:val="18"/>
                <w:lang w:eastAsia="en-GB"/>
              </w:rPr>
            </w:pPr>
            <w:r w:rsidRPr="00F54F45">
              <w:rPr>
                <w:szCs w:val="18"/>
                <w:lang w:eastAsia="en-GB"/>
              </w:rPr>
              <w:t>A</w:t>
            </w:r>
          </w:p>
        </w:tc>
      </w:tr>
      <w:tr w:rsidR="00A3531A" w:rsidRPr="00F54F45" w14:paraId="42BFE881" w14:textId="77777777" w:rsidTr="001B19E0">
        <w:tc>
          <w:tcPr>
            <w:tcW w:w="559" w:type="dxa"/>
            <w:shd w:val="clear" w:color="auto" w:fill="auto"/>
          </w:tcPr>
          <w:p w14:paraId="437E4D96" w14:textId="77777777" w:rsidR="00A3531A" w:rsidRPr="00F54F45" w:rsidRDefault="00A3531A" w:rsidP="002A594A">
            <w:pPr>
              <w:spacing w:before="40" w:after="100" w:line="220" w:lineRule="atLeast"/>
              <w:ind w:right="113"/>
              <w:rPr>
                <w:szCs w:val="18"/>
              </w:rPr>
            </w:pPr>
            <w:r w:rsidRPr="00F54F45">
              <w:t>19</w:t>
            </w:r>
          </w:p>
        </w:tc>
        <w:tc>
          <w:tcPr>
            <w:tcW w:w="7379" w:type="dxa"/>
            <w:shd w:val="clear" w:color="auto" w:fill="auto"/>
          </w:tcPr>
          <w:p w14:paraId="5F735233" w14:textId="77777777" w:rsidR="00A3531A" w:rsidRPr="00F54F45" w:rsidRDefault="00A3531A" w:rsidP="002A594A">
            <w:pPr>
              <w:spacing w:before="40" w:after="100" w:line="220" w:lineRule="atLeast"/>
              <w:ind w:right="113"/>
              <w:rPr>
                <w:szCs w:val="18"/>
                <w:lang w:val="en-GB" w:eastAsia="en-GB"/>
              </w:rPr>
            </w:pPr>
            <w:r w:rsidRPr="00F54F45">
              <w:rPr>
                <w:lang w:val="en-GB"/>
              </w:rPr>
              <w:t>(WLTP) WLTP Transposition TF status report</w:t>
            </w:r>
          </w:p>
        </w:tc>
        <w:tc>
          <w:tcPr>
            <w:tcW w:w="566" w:type="dxa"/>
            <w:gridSpan w:val="2"/>
            <w:shd w:val="clear" w:color="auto" w:fill="auto"/>
          </w:tcPr>
          <w:p w14:paraId="66255F24" w14:textId="77777777" w:rsidR="00A3531A" w:rsidRPr="00F54F45" w:rsidRDefault="00A3531A" w:rsidP="002A594A">
            <w:pPr>
              <w:spacing w:before="40" w:after="100" w:line="220" w:lineRule="atLeast"/>
              <w:ind w:right="113"/>
              <w:rPr>
                <w:szCs w:val="18"/>
                <w:lang w:eastAsia="en-GB"/>
              </w:rPr>
            </w:pPr>
            <w:r w:rsidRPr="00F54F45">
              <w:rPr>
                <w:szCs w:val="18"/>
                <w:lang w:eastAsia="en-GB"/>
              </w:rPr>
              <w:t>A</w:t>
            </w:r>
          </w:p>
        </w:tc>
      </w:tr>
      <w:tr w:rsidR="00A3531A" w:rsidRPr="00F54F45" w14:paraId="56586FA9" w14:textId="77777777" w:rsidTr="001B19E0">
        <w:tc>
          <w:tcPr>
            <w:tcW w:w="559" w:type="dxa"/>
            <w:shd w:val="clear" w:color="auto" w:fill="auto"/>
          </w:tcPr>
          <w:p w14:paraId="57478370" w14:textId="77777777" w:rsidR="00A3531A" w:rsidRPr="00F54F45" w:rsidRDefault="00A3531A" w:rsidP="002A594A">
            <w:pPr>
              <w:spacing w:before="40" w:after="100" w:line="220" w:lineRule="atLeast"/>
              <w:ind w:right="113"/>
              <w:rPr>
                <w:szCs w:val="18"/>
                <w:lang w:eastAsia="en-GB"/>
              </w:rPr>
            </w:pPr>
            <w:r w:rsidRPr="00F54F45">
              <w:rPr>
                <w:szCs w:val="18"/>
                <w:lang w:eastAsia="en-GB"/>
              </w:rPr>
              <w:t>20r1</w:t>
            </w:r>
          </w:p>
        </w:tc>
        <w:tc>
          <w:tcPr>
            <w:tcW w:w="7379" w:type="dxa"/>
            <w:shd w:val="clear" w:color="auto" w:fill="auto"/>
          </w:tcPr>
          <w:p w14:paraId="6D8A5313" w14:textId="77777777" w:rsidR="00A3531A" w:rsidRPr="00F54F45" w:rsidRDefault="00A3531A" w:rsidP="002A594A">
            <w:pPr>
              <w:spacing w:before="40" w:after="100" w:line="220" w:lineRule="atLeast"/>
              <w:ind w:right="113"/>
              <w:rPr>
                <w:szCs w:val="18"/>
                <w:lang w:eastAsia="en-GB"/>
              </w:rPr>
            </w:pPr>
            <w:r w:rsidRPr="00F54F45">
              <w:t xml:space="preserve">(RDE) IWG on Global RDE </w:t>
            </w:r>
            <w:proofErr w:type="spellStart"/>
            <w:r w:rsidRPr="00F54F45">
              <w:t>status</w:t>
            </w:r>
            <w:proofErr w:type="spellEnd"/>
            <w:r w:rsidRPr="00F54F45">
              <w:t xml:space="preserve"> report</w:t>
            </w:r>
          </w:p>
        </w:tc>
        <w:tc>
          <w:tcPr>
            <w:tcW w:w="566" w:type="dxa"/>
            <w:gridSpan w:val="2"/>
            <w:shd w:val="clear" w:color="auto" w:fill="auto"/>
          </w:tcPr>
          <w:p w14:paraId="6EA1F59D" w14:textId="77777777" w:rsidR="00A3531A" w:rsidRPr="00F54F45" w:rsidRDefault="00A3531A" w:rsidP="002A594A">
            <w:pPr>
              <w:spacing w:before="40" w:after="100" w:line="220" w:lineRule="atLeast"/>
              <w:ind w:right="113"/>
              <w:rPr>
                <w:szCs w:val="18"/>
                <w:lang w:eastAsia="en-GB"/>
              </w:rPr>
            </w:pPr>
            <w:r w:rsidRPr="00F54F45">
              <w:rPr>
                <w:szCs w:val="18"/>
                <w:lang w:eastAsia="en-GB"/>
              </w:rPr>
              <w:t>A</w:t>
            </w:r>
          </w:p>
        </w:tc>
      </w:tr>
      <w:tr w:rsidR="00A3531A" w:rsidRPr="00F54F45" w14:paraId="20C472AC" w14:textId="77777777" w:rsidTr="001B19E0">
        <w:tc>
          <w:tcPr>
            <w:tcW w:w="559" w:type="dxa"/>
            <w:shd w:val="clear" w:color="auto" w:fill="auto"/>
          </w:tcPr>
          <w:p w14:paraId="19C08854" w14:textId="77777777" w:rsidR="00A3531A" w:rsidRPr="00F54F45" w:rsidRDefault="00A3531A" w:rsidP="002A594A">
            <w:pPr>
              <w:spacing w:before="40" w:after="100" w:line="220" w:lineRule="atLeast"/>
              <w:ind w:right="113"/>
              <w:rPr>
                <w:szCs w:val="18"/>
              </w:rPr>
            </w:pPr>
            <w:r w:rsidRPr="00F54F45">
              <w:t>21</w:t>
            </w:r>
          </w:p>
        </w:tc>
        <w:tc>
          <w:tcPr>
            <w:tcW w:w="7379" w:type="dxa"/>
            <w:shd w:val="clear" w:color="auto" w:fill="auto"/>
          </w:tcPr>
          <w:p w14:paraId="0A3AC181" w14:textId="77777777" w:rsidR="00A3531A" w:rsidRPr="00F54F45" w:rsidRDefault="00A3531A" w:rsidP="002A594A">
            <w:pPr>
              <w:spacing w:before="40" w:after="100" w:line="220" w:lineRule="atLeast"/>
              <w:ind w:right="113"/>
              <w:rPr>
                <w:szCs w:val="18"/>
                <w:lang w:val="en-GB" w:eastAsia="en-GB"/>
              </w:rPr>
            </w:pPr>
            <w:r w:rsidRPr="00F54F45">
              <w:rPr>
                <w:lang w:val="en-GB"/>
              </w:rPr>
              <w:t>(EPPR) Consolidated amended version of UN GTR No. 2</w:t>
            </w:r>
          </w:p>
        </w:tc>
        <w:tc>
          <w:tcPr>
            <w:tcW w:w="566" w:type="dxa"/>
            <w:gridSpan w:val="2"/>
            <w:shd w:val="clear" w:color="auto" w:fill="auto"/>
          </w:tcPr>
          <w:p w14:paraId="0B1E342E" w14:textId="77777777" w:rsidR="00A3531A" w:rsidRPr="00F54F45" w:rsidRDefault="00A3531A" w:rsidP="002A594A">
            <w:pPr>
              <w:spacing w:before="40" w:after="100" w:line="220" w:lineRule="atLeast"/>
              <w:ind w:right="113"/>
              <w:rPr>
                <w:szCs w:val="18"/>
                <w:lang w:eastAsia="en-GB"/>
              </w:rPr>
            </w:pPr>
            <w:r w:rsidRPr="00F54F45">
              <w:rPr>
                <w:szCs w:val="18"/>
                <w:lang w:eastAsia="en-GB"/>
              </w:rPr>
              <w:t>B</w:t>
            </w:r>
          </w:p>
        </w:tc>
      </w:tr>
      <w:tr w:rsidR="00A3531A" w:rsidRPr="00F54F45" w14:paraId="42EA2A06" w14:textId="77777777" w:rsidTr="001B19E0">
        <w:tc>
          <w:tcPr>
            <w:tcW w:w="559" w:type="dxa"/>
            <w:shd w:val="clear" w:color="auto" w:fill="auto"/>
          </w:tcPr>
          <w:p w14:paraId="2B6FFF89" w14:textId="77777777" w:rsidR="00A3531A" w:rsidRPr="00F54F45" w:rsidRDefault="00A3531A" w:rsidP="002A594A">
            <w:pPr>
              <w:spacing w:before="40" w:after="100" w:line="220" w:lineRule="atLeast"/>
              <w:ind w:right="113"/>
              <w:rPr>
                <w:szCs w:val="18"/>
              </w:rPr>
            </w:pPr>
            <w:r w:rsidRPr="00F54F45">
              <w:t>22</w:t>
            </w:r>
          </w:p>
        </w:tc>
        <w:tc>
          <w:tcPr>
            <w:tcW w:w="7379" w:type="dxa"/>
            <w:shd w:val="clear" w:color="auto" w:fill="auto"/>
          </w:tcPr>
          <w:p w14:paraId="02AAF674" w14:textId="77777777" w:rsidR="00A3531A" w:rsidRPr="00F54F45" w:rsidRDefault="00A3531A" w:rsidP="002A594A">
            <w:pPr>
              <w:spacing w:before="40" w:after="100" w:line="220" w:lineRule="atLeast"/>
              <w:ind w:right="113"/>
              <w:rPr>
                <w:szCs w:val="18"/>
                <w:lang w:val="en-GB" w:eastAsia="en-GB"/>
              </w:rPr>
            </w:pPr>
            <w:r w:rsidRPr="00F54F45">
              <w:rPr>
                <w:lang w:val="en-GB"/>
              </w:rPr>
              <w:t>(EPPR) Technical report on the development of Amendment 4 to UN GTR No. 2</w:t>
            </w:r>
          </w:p>
        </w:tc>
        <w:tc>
          <w:tcPr>
            <w:tcW w:w="566" w:type="dxa"/>
            <w:gridSpan w:val="2"/>
            <w:shd w:val="clear" w:color="auto" w:fill="auto"/>
          </w:tcPr>
          <w:p w14:paraId="73BD5EC9" w14:textId="77777777" w:rsidR="00A3531A" w:rsidRPr="00F54F45" w:rsidRDefault="00A3531A" w:rsidP="002A594A">
            <w:pPr>
              <w:spacing w:before="40" w:after="100" w:line="220" w:lineRule="atLeast"/>
              <w:ind w:right="113"/>
              <w:rPr>
                <w:szCs w:val="18"/>
                <w:lang w:eastAsia="en-GB"/>
              </w:rPr>
            </w:pPr>
            <w:r w:rsidRPr="00F54F45">
              <w:rPr>
                <w:szCs w:val="18"/>
                <w:lang w:eastAsia="en-GB"/>
              </w:rPr>
              <w:t>B</w:t>
            </w:r>
          </w:p>
        </w:tc>
      </w:tr>
      <w:tr w:rsidR="00A3531A" w:rsidRPr="00F54F45" w14:paraId="30CFDCBE" w14:textId="77777777" w:rsidTr="001B19E0">
        <w:tc>
          <w:tcPr>
            <w:tcW w:w="559" w:type="dxa"/>
            <w:shd w:val="clear" w:color="auto" w:fill="auto"/>
          </w:tcPr>
          <w:p w14:paraId="2C5B1367" w14:textId="77777777" w:rsidR="00A3531A" w:rsidRPr="00F54F45" w:rsidRDefault="00A3531A" w:rsidP="002A594A">
            <w:pPr>
              <w:spacing w:before="40" w:after="100" w:line="220" w:lineRule="atLeast"/>
              <w:ind w:right="113"/>
              <w:rPr>
                <w:szCs w:val="18"/>
              </w:rPr>
            </w:pPr>
            <w:r w:rsidRPr="00F54F45">
              <w:t>23</w:t>
            </w:r>
          </w:p>
        </w:tc>
        <w:tc>
          <w:tcPr>
            <w:tcW w:w="7379" w:type="dxa"/>
            <w:shd w:val="clear" w:color="auto" w:fill="auto"/>
          </w:tcPr>
          <w:p w14:paraId="3D042D7C" w14:textId="77777777" w:rsidR="00A3531A" w:rsidRPr="00F54F45" w:rsidRDefault="00A3531A" w:rsidP="002A594A">
            <w:pPr>
              <w:spacing w:before="40" w:after="100" w:line="220" w:lineRule="atLeast"/>
              <w:ind w:right="113"/>
              <w:rPr>
                <w:szCs w:val="18"/>
                <w:lang w:val="en-GB" w:eastAsia="en-GB"/>
              </w:rPr>
            </w:pPr>
            <w:r w:rsidRPr="00F54F45">
              <w:rPr>
                <w:lang w:val="en-GB"/>
              </w:rPr>
              <w:t>(EPPR) Consolidated draft amendment to UN GTR No. 18 to include OBD 2</w:t>
            </w:r>
          </w:p>
        </w:tc>
        <w:tc>
          <w:tcPr>
            <w:tcW w:w="566" w:type="dxa"/>
            <w:gridSpan w:val="2"/>
            <w:shd w:val="clear" w:color="auto" w:fill="auto"/>
          </w:tcPr>
          <w:p w14:paraId="6451CA6E" w14:textId="77777777" w:rsidR="00A3531A" w:rsidRPr="00F54F45" w:rsidRDefault="00A3531A" w:rsidP="002A594A">
            <w:pPr>
              <w:spacing w:before="40" w:after="100" w:line="220" w:lineRule="atLeast"/>
              <w:ind w:right="113"/>
              <w:rPr>
                <w:szCs w:val="18"/>
                <w:lang w:eastAsia="en-GB"/>
              </w:rPr>
            </w:pPr>
            <w:r w:rsidRPr="00F54F45">
              <w:rPr>
                <w:szCs w:val="18"/>
                <w:lang w:eastAsia="en-GB"/>
              </w:rPr>
              <w:t>C</w:t>
            </w:r>
          </w:p>
        </w:tc>
      </w:tr>
      <w:tr w:rsidR="00A3531A" w:rsidRPr="00F54F45" w14:paraId="68BB98F9" w14:textId="77777777" w:rsidTr="001B19E0">
        <w:tc>
          <w:tcPr>
            <w:tcW w:w="559" w:type="dxa"/>
            <w:shd w:val="clear" w:color="auto" w:fill="auto"/>
          </w:tcPr>
          <w:p w14:paraId="31542563" w14:textId="77777777" w:rsidR="00A3531A" w:rsidRPr="00F54F45" w:rsidRDefault="00A3531A" w:rsidP="002A594A">
            <w:pPr>
              <w:spacing w:before="40" w:after="100" w:line="220" w:lineRule="atLeast"/>
              <w:ind w:right="113"/>
              <w:rPr>
                <w:szCs w:val="24"/>
              </w:rPr>
            </w:pPr>
            <w:r w:rsidRPr="00F54F45">
              <w:rPr>
                <w:szCs w:val="24"/>
              </w:rPr>
              <w:t>24</w:t>
            </w:r>
          </w:p>
        </w:tc>
        <w:tc>
          <w:tcPr>
            <w:tcW w:w="7379" w:type="dxa"/>
            <w:shd w:val="clear" w:color="auto" w:fill="auto"/>
          </w:tcPr>
          <w:p w14:paraId="042B21EF" w14:textId="77777777" w:rsidR="00A3531A" w:rsidRPr="00F54F45" w:rsidRDefault="00A3531A" w:rsidP="002A594A">
            <w:pPr>
              <w:spacing w:before="40" w:after="100" w:line="220" w:lineRule="atLeast"/>
              <w:ind w:right="113"/>
              <w:rPr>
                <w:szCs w:val="24"/>
                <w:lang w:val="en-GB" w:eastAsia="en-GB"/>
              </w:rPr>
            </w:pPr>
            <w:r w:rsidRPr="00F54F45">
              <w:rPr>
                <w:szCs w:val="24"/>
                <w:lang w:val="en-GB" w:eastAsia="en-GB"/>
              </w:rPr>
              <w:t>(EPPR) IWG on EPPR status report</w:t>
            </w:r>
          </w:p>
        </w:tc>
        <w:tc>
          <w:tcPr>
            <w:tcW w:w="566" w:type="dxa"/>
            <w:gridSpan w:val="2"/>
            <w:shd w:val="clear" w:color="auto" w:fill="auto"/>
          </w:tcPr>
          <w:p w14:paraId="05C16E92" w14:textId="77777777" w:rsidR="00A3531A" w:rsidRPr="00F54F45" w:rsidRDefault="00A3531A" w:rsidP="002A594A">
            <w:pPr>
              <w:spacing w:before="40" w:after="100" w:line="220" w:lineRule="atLeast"/>
              <w:ind w:right="113"/>
              <w:rPr>
                <w:szCs w:val="24"/>
                <w:lang w:eastAsia="en-GB"/>
              </w:rPr>
            </w:pPr>
            <w:r w:rsidRPr="00F54F45">
              <w:rPr>
                <w:szCs w:val="24"/>
                <w:lang w:eastAsia="en-GB"/>
              </w:rPr>
              <w:t>A</w:t>
            </w:r>
          </w:p>
        </w:tc>
      </w:tr>
      <w:tr w:rsidR="00A3531A" w:rsidRPr="00F54F45" w14:paraId="07F39E6D" w14:textId="77777777" w:rsidTr="001B19E0">
        <w:tc>
          <w:tcPr>
            <w:tcW w:w="559" w:type="dxa"/>
            <w:shd w:val="clear" w:color="auto" w:fill="auto"/>
          </w:tcPr>
          <w:p w14:paraId="7FE882A9" w14:textId="77777777" w:rsidR="00A3531A" w:rsidRPr="00F54F45" w:rsidRDefault="00A3531A" w:rsidP="002A594A">
            <w:pPr>
              <w:spacing w:before="40" w:after="100" w:line="220" w:lineRule="atLeast"/>
              <w:ind w:right="113"/>
              <w:rPr>
                <w:szCs w:val="24"/>
              </w:rPr>
            </w:pPr>
            <w:r w:rsidRPr="00F54F45">
              <w:rPr>
                <w:szCs w:val="24"/>
              </w:rPr>
              <w:t>25</w:t>
            </w:r>
          </w:p>
        </w:tc>
        <w:tc>
          <w:tcPr>
            <w:tcW w:w="7379" w:type="dxa"/>
            <w:shd w:val="clear" w:color="auto" w:fill="auto"/>
          </w:tcPr>
          <w:p w14:paraId="15E9976A" w14:textId="77777777" w:rsidR="00A3531A" w:rsidRPr="00F54F45" w:rsidRDefault="00A3531A" w:rsidP="002A594A">
            <w:pPr>
              <w:spacing w:before="40" w:after="100" w:line="220" w:lineRule="atLeast"/>
              <w:ind w:right="113"/>
              <w:rPr>
                <w:szCs w:val="24"/>
                <w:lang w:val="en-GB" w:eastAsia="en-GB"/>
              </w:rPr>
            </w:pPr>
            <w:r w:rsidRPr="00F54F45">
              <w:rPr>
                <w:szCs w:val="24"/>
                <w:lang w:val="en-GB" w:eastAsia="en-GB"/>
              </w:rPr>
              <w:t>(IWVTA) Compliance of GRPE UN Regulations with Schedule 4 of the 58 Agreement</w:t>
            </w:r>
          </w:p>
        </w:tc>
        <w:tc>
          <w:tcPr>
            <w:tcW w:w="566" w:type="dxa"/>
            <w:gridSpan w:val="2"/>
            <w:shd w:val="clear" w:color="auto" w:fill="auto"/>
          </w:tcPr>
          <w:p w14:paraId="3D628776" w14:textId="77777777" w:rsidR="00A3531A" w:rsidRPr="00F54F45" w:rsidRDefault="00A3531A" w:rsidP="002A594A">
            <w:pPr>
              <w:spacing w:before="40" w:after="100" w:line="220" w:lineRule="atLeast"/>
              <w:ind w:right="113"/>
              <w:rPr>
                <w:szCs w:val="24"/>
                <w:lang w:eastAsia="en-GB"/>
              </w:rPr>
            </w:pPr>
            <w:r w:rsidRPr="00F54F45">
              <w:rPr>
                <w:szCs w:val="24"/>
                <w:lang w:eastAsia="en-GB"/>
              </w:rPr>
              <w:t>A</w:t>
            </w:r>
          </w:p>
        </w:tc>
      </w:tr>
      <w:tr w:rsidR="00A3531A" w:rsidRPr="00F54F45" w14:paraId="1B96063C" w14:textId="77777777" w:rsidTr="001B19E0">
        <w:tc>
          <w:tcPr>
            <w:tcW w:w="559" w:type="dxa"/>
            <w:shd w:val="clear" w:color="auto" w:fill="auto"/>
          </w:tcPr>
          <w:p w14:paraId="281165EF" w14:textId="77777777" w:rsidR="00A3531A" w:rsidRPr="00F54F45" w:rsidRDefault="00A3531A" w:rsidP="002A594A">
            <w:pPr>
              <w:spacing w:before="40" w:after="100" w:line="220" w:lineRule="atLeast"/>
              <w:ind w:right="113"/>
              <w:rPr>
                <w:szCs w:val="24"/>
              </w:rPr>
            </w:pPr>
            <w:r w:rsidRPr="00F54F45">
              <w:rPr>
                <w:szCs w:val="24"/>
              </w:rPr>
              <w:t>26</w:t>
            </w:r>
          </w:p>
        </w:tc>
        <w:tc>
          <w:tcPr>
            <w:tcW w:w="7379" w:type="dxa"/>
            <w:shd w:val="clear" w:color="auto" w:fill="auto"/>
          </w:tcPr>
          <w:p w14:paraId="3E804D5A" w14:textId="77777777" w:rsidR="00A3531A" w:rsidRPr="00F54F45" w:rsidRDefault="00A3531A" w:rsidP="002A594A">
            <w:pPr>
              <w:spacing w:before="40" w:after="100" w:line="220" w:lineRule="atLeast"/>
              <w:ind w:right="113"/>
              <w:rPr>
                <w:szCs w:val="24"/>
                <w:lang w:val="en-GB" w:eastAsia="en-GB"/>
              </w:rPr>
            </w:pPr>
            <w:r w:rsidRPr="00F54F45">
              <w:rPr>
                <w:szCs w:val="24"/>
                <w:lang w:val="en-GB" w:eastAsia="en-GB"/>
              </w:rPr>
              <w:t>(IWVTA) Introduction of the new UNECE Numbering System</w:t>
            </w:r>
          </w:p>
        </w:tc>
        <w:tc>
          <w:tcPr>
            <w:tcW w:w="566" w:type="dxa"/>
            <w:gridSpan w:val="2"/>
            <w:shd w:val="clear" w:color="auto" w:fill="auto"/>
          </w:tcPr>
          <w:p w14:paraId="5B245321" w14:textId="77777777" w:rsidR="00A3531A" w:rsidRPr="00F54F45" w:rsidRDefault="00A3531A" w:rsidP="002A594A">
            <w:pPr>
              <w:spacing w:before="40" w:after="100" w:line="220" w:lineRule="atLeast"/>
              <w:ind w:right="113"/>
              <w:rPr>
                <w:szCs w:val="24"/>
                <w:lang w:eastAsia="en-GB"/>
              </w:rPr>
            </w:pPr>
            <w:r w:rsidRPr="00F54F45">
              <w:rPr>
                <w:szCs w:val="24"/>
                <w:lang w:eastAsia="en-GB"/>
              </w:rPr>
              <w:t>A</w:t>
            </w:r>
          </w:p>
        </w:tc>
      </w:tr>
      <w:tr w:rsidR="00A3531A" w:rsidRPr="00F54F45" w14:paraId="53ACBE58" w14:textId="77777777" w:rsidTr="001B19E0">
        <w:tc>
          <w:tcPr>
            <w:tcW w:w="559" w:type="dxa"/>
            <w:shd w:val="clear" w:color="auto" w:fill="auto"/>
          </w:tcPr>
          <w:p w14:paraId="6579FF31" w14:textId="77777777" w:rsidR="00A3531A" w:rsidRPr="00F54F45" w:rsidRDefault="00A3531A" w:rsidP="002A594A">
            <w:pPr>
              <w:spacing w:before="40" w:after="100" w:line="220" w:lineRule="atLeast"/>
              <w:ind w:right="113"/>
              <w:rPr>
                <w:szCs w:val="24"/>
                <w:lang w:eastAsia="en-GB"/>
              </w:rPr>
            </w:pPr>
            <w:r w:rsidRPr="00F54F45">
              <w:rPr>
                <w:szCs w:val="24"/>
                <w:lang w:eastAsia="en-GB"/>
              </w:rPr>
              <w:t>27r1</w:t>
            </w:r>
          </w:p>
        </w:tc>
        <w:tc>
          <w:tcPr>
            <w:tcW w:w="7379" w:type="dxa"/>
            <w:shd w:val="clear" w:color="auto" w:fill="auto"/>
          </w:tcPr>
          <w:p w14:paraId="143FDB03" w14:textId="77777777" w:rsidR="00A3531A" w:rsidRPr="00F54F45" w:rsidRDefault="00A3531A" w:rsidP="002A594A">
            <w:pPr>
              <w:spacing w:before="40" w:after="100" w:line="220" w:lineRule="atLeast"/>
              <w:ind w:right="113"/>
              <w:rPr>
                <w:szCs w:val="24"/>
                <w:lang w:val="en-GB" w:eastAsia="en-GB"/>
              </w:rPr>
            </w:pPr>
            <w:r w:rsidRPr="00F54F45">
              <w:rPr>
                <w:szCs w:val="24"/>
                <w:lang w:val="en-GB" w:eastAsia="en-GB"/>
              </w:rPr>
              <w:t>(OICA) Amendments to ECE/TRANS/WP.29/GRPE/2019/11</w:t>
            </w:r>
          </w:p>
        </w:tc>
        <w:tc>
          <w:tcPr>
            <w:tcW w:w="566" w:type="dxa"/>
            <w:gridSpan w:val="2"/>
            <w:shd w:val="clear" w:color="auto" w:fill="auto"/>
          </w:tcPr>
          <w:p w14:paraId="70C1BE41" w14:textId="77777777" w:rsidR="00A3531A" w:rsidRPr="00F54F45" w:rsidRDefault="00A3531A" w:rsidP="002A594A">
            <w:pPr>
              <w:spacing w:before="40" w:after="100" w:line="220" w:lineRule="atLeast"/>
              <w:ind w:right="113"/>
              <w:rPr>
                <w:szCs w:val="24"/>
                <w:lang w:eastAsia="en-GB"/>
              </w:rPr>
            </w:pPr>
            <w:r w:rsidRPr="00F54F45">
              <w:rPr>
                <w:szCs w:val="24"/>
                <w:lang w:eastAsia="en-GB"/>
              </w:rPr>
              <w:t>B</w:t>
            </w:r>
          </w:p>
        </w:tc>
      </w:tr>
      <w:tr w:rsidR="00A3531A" w:rsidRPr="00F54F45" w14:paraId="108479CC" w14:textId="77777777" w:rsidTr="001B19E0">
        <w:tc>
          <w:tcPr>
            <w:tcW w:w="559" w:type="dxa"/>
            <w:shd w:val="clear" w:color="auto" w:fill="auto"/>
          </w:tcPr>
          <w:p w14:paraId="250F2431" w14:textId="77777777" w:rsidR="00A3531A" w:rsidRPr="00F54F45" w:rsidRDefault="00A3531A" w:rsidP="002A594A">
            <w:pPr>
              <w:spacing w:before="40" w:after="100" w:line="220" w:lineRule="atLeast"/>
              <w:ind w:right="113"/>
              <w:rPr>
                <w:szCs w:val="24"/>
                <w:lang w:eastAsia="en-GB"/>
              </w:rPr>
            </w:pPr>
            <w:r w:rsidRPr="00F54F45">
              <w:rPr>
                <w:szCs w:val="24"/>
                <w:lang w:eastAsia="en-GB"/>
              </w:rPr>
              <w:t>28r1</w:t>
            </w:r>
          </w:p>
        </w:tc>
        <w:tc>
          <w:tcPr>
            <w:tcW w:w="7379" w:type="dxa"/>
            <w:shd w:val="clear" w:color="auto" w:fill="auto"/>
          </w:tcPr>
          <w:p w14:paraId="50EC26B2" w14:textId="77777777" w:rsidR="00A3531A" w:rsidRPr="00F54F45" w:rsidRDefault="00A3531A" w:rsidP="002A594A">
            <w:pPr>
              <w:spacing w:before="40" w:after="100" w:line="220" w:lineRule="atLeast"/>
              <w:ind w:right="113"/>
              <w:rPr>
                <w:szCs w:val="24"/>
                <w:lang w:val="en-GB" w:eastAsia="en-GB"/>
              </w:rPr>
            </w:pPr>
            <w:r w:rsidRPr="00F54F45">
              <w:rPr>
                <w:szCs w:val="24"/>
                <w:lang w:val="en-GB" w:eastAsia="en-GB"/>
              </w:rPr>
              <w:t>(EVE) IWG on EVE status report</w:t>
            </w:r>
          </w:p>
        </w:tc>
        <w:tc>
          <w:tcPr>
            <w:tcW w:w="566" w:type="dxa"/>
            <w:gridSpan w:val="2"/>
            <w:shd w:val="clear" w:color="auto" w:fill="auto"/>
          </w:tcPr>
          <w:p w14:paraId="0E954BAA" w14:textId="77777777" w:rsidR="00A3531A" w:rsidRPr="00F54F45" w:rsidRDefault="00A3531A" w:rsidP="002A594A">
            <w:pPr>
              <w:spacing w:before="40" w:after="100" w:line="220" w:lineRule="atLeast"/>
              <w:ind w:right="113"/>
              <w:rPr>
                <w:szCs w:val="24"/>
                <w:lang w:eastAsia="en-GB"/>
              </w:rPr>
            </w:pPr>
            <w:r w:rsidRPr="00F54F45">
              <w:rPr>
                <w:szCs w:val="24"/>
                <w:lang w:eastAsia="en-GB"/>
              </w:rPr>
              <w:t>A</w:t>
            </w:r>
          </w:p>
        </w:tc>
      </w:tr>
      <w:tr w:rsidR="00A3531A" w:rsidRPr="00F54F45" w14:paraId="5935158B" w14:textId="77777777" w:rsidTr="001B19E0">
        <w:tc>
          <w:tcPr>
            <w:tcW w:w="559" w:type="dxa"/>
            <w:tcBorders>
              <w:bottom w:val="single" w:sz="12" w:space="0" w:color="auto"/>
            </w:tcBorders>
            <w:shd w:val="clear" w:color="auto" w:fill="auto"/>
          </w:tcPr>
          <w:p w14:paraId="45415410" w14:textId="77777777" w:rsidR="00A3531A" w:rsidRPr="00F54F45" w:rsidRDefault="00A3531A" w:rsidP="002A594A">
            <w:pPr>
              <w:spacing w:before="40" w:after="100" w:line="220" w:lineRule="atLeast"/>
              <w:ind w:right="113"/>
              <w:rPr>
                <w:szCs w:val="24"/>
                <w:lang w:eastAsia="en-GB"/>
              </w:rPr>
            </w:pPr>
            <w:r w:rsidRPr="00F54F45">
              <w:rPr>
                <w:szCs w:val="24"/>
                <w:lang w:eastAsia="en-GB"/>
              </w:rPr>
              <w:t>29r1</w:t>
            </w:r>
          </w:p>
        </w:tc>
        <w:tc>
          <w:tcPr>
            <w:tcW w:w="7379" w:type="dxa"/>
            <w:tcBorders>
              <w:bottom w:val="single" w:sz="12" w:space="0" w:color="auto"/>
            </w:tcBorders>
            <w:shd w:val="clear" w:color="auto" w:fill="auto"/>
          </w:tcPr>
          <w:p w14:paraId="7642B231" w14:textId="77777777" w:rsidR="00A3531A" w:rsidRPr="00F54F45" w:rsidRDefault="00A3531A" w:rsidP="002A594A">
            <w:pPr>
              <w:spacing w:before="40" w:after="100" w:line="220" w:lineRule="atLeast"/>
              <w:ind w:right="113"/>
              <w:rPr>
                <w:szCs w:val="24"/>
                <w:lang w:val="en-GB" w:eastAsia="en-GB"/>
              </w:rPr>
            </w:pPr>
            <w:r w:rsidRPr="00F54F45">
              <w:rPr>
                <w:szCs w:val="24"/>
                <w:lang w:val="en-GB" w:eastAsia="en-GB"/>
              </w:rPr>
              <w:t>(EVE) Draft revision of ECE/TRANS/WP.29/AC.3/53</w:t>
            </w:r>
          </w:p>
        </w:tc>
        <w:tc>
          <w:tcPr>
            <w:tcW w:w="566" w:type="dxa"/>
            <w:gridSpan w:val="2"/>
            <w:tcBorders>
              <w:bottom w:val="single" w:sz="12" w:space="0" w:color="auto"/>
            </w:tcBorders>
            <w:shd w:val="clear" w:color="auto" w:fill="auto"/>
          </w:tcPr>
          <w:p w14:paraId="77BAED78" w14:textId="77777777" w:rsidR="00A3531A" w:rsidRPr="00F54F45" w:rsidRDefault="00A3531A" w:rsidP="002A594A">
            <w:pPr>
              <w:spacing w:before="40" w:after="100" w:line="220" w:lineRule="atLeast"/>
              <w:ind w:right="113"/>
              <w:rPr>
                <w:szCs w:val="24"/>
                <w:lang w:eastAsia="en-GB"/>
              </w:rPr>
            </w:pPr>
            <w:r w:rsidRPr="00F54F45">
              <w:rPr>
                <w:szCs w:val="24"/>
                <w:lang w:eastAsia="en-GB"/>
              </w:rPr>
              <w:t>B</w:t>
            </w:r>
          </w:p>
        </w:tc>
      </w:tr>
    </w:tbl>
    <w:p w14:paraId="64886690" w14:textId="77777777" w:rsidR="001B19E0" w:rsidRPr="00F54F45" w:rsidRDefault="001B19E0" w:rsidP="00DF7D1C">
      <w:pPr>
        <w:pStyle w:val="SingleTxtG"/>
        <w:spacing w:before="80" w:after="0" w:line="220" w:lineRule="exact"/>
        <w:ind w:right="0" w:firstLine="170"/>
        <w:rPr>
          <w:sz w:val="18"/>
          <w:szCs w:val="18"/>
        </w:rPr>
      </w:pPr>
      <w:r w:rsidRPr="00F54F45">
        <w:rPr>
          <w:i/>
          <w:sz w:val="18"/>
          <w:szCs w:val="18"/>
        </w:rPr>
        <w:t>Notes</w:t>
      </w:r>
      <w:r w:rsidRPr="00F54F45">
        <w:rPr>
          <w:sz w:val="18"/>
          <w:szCs w:val="18"/>
        </w:rPr>
        <w:t> :</w:t>
      </w:r>
    </w:p>
    <w:p w14:paraId="5FD37FD2" w14:textId="77777777" w:rsidR="001B19E0" w:rsidRPr="00F54F45" w:rsidRDefault="001B19E0" w:rsidP="002A594A">
      <w:pPr>
        <w:pStyle w:val="SingleTxtG"/>
        <w:spacing w:after="0" w:line="220" w:lineRule="exact"/>
        <w:ind w:right="0" w:firstLine="170"/>
        <w:rPr>
          <w:sz w:val="18"/>
          <w:szCs w:val="18"/>
        </w:rPr>
      </w:pPr>
      <w:r w:rsidRPr="00F54F45">
        <w:rPr>
          <w:sz w:val="18"/>
          <w:szCs w:val="18"/>
        </w:rPr>
        <w:t>A</w:t>
      </w:r>
      <w:r w:rsidRPr="00F54F45">
        <w:rPr>
          <w:sz w:val="18"/>
          <w:szCs w:val="18"/>
        </w:rPr>
        <w:tab/>
        <w:t>Document dont l</w:t>
      </w:r>
      <w:r w:rsidR="00056C17" w:rsidRPr="00F54F45">
        <w:rPr>
          <w:sz w:val="18"/>
          <w:szCs w:val="18"/>
        </w:rPr>
        <w:t>’</w:t>
      </w:r>
      <w:r w:rsidRPr="00F54F45">
        <w:rPr>
          <w:sz w:val="18"/>
          <w:szCs w:val="18"/>
        </w:rPr>
        <w:t>examen est achevé ou qui doit être remplacé</w:t>
      </w:r>
      <w:r w:rsidR="00EB2AAF">
        <w:rPr>
          <w:sz w:val="18"/>
          <w:szCs w:val="18"/>
        </w:rPr>
        <w:t>.</w:t>
      </w:r>
    </w:p>
    <w:p w14:paraId="4FDB8F81" w14:textId="77777777" w:rsidR="001B19E0" w:rsidRPr="00F54F45" w:rsidRDefault="001B19E0" w:rsidP="002A594A">
      <w:pPr>
        <w:pStyle w:val="SingleTxtG"/>
        <w:spacing w:after="0" w:line="220" w:lineRule="exact"/>
        <w:ind w:right="0" w:firstLine="170"/>
        <w:rPr>
          <w:sz w:val="18"/>
          <w:szCs w:val="18"/>
        </w:rPr>
      </w:pPr>
      <w:r w:rsidRPr="00F54F45">
        <w:rPr>
          <w:sz w:val="18"/>
          <w:szCs w:val="18"/>
        </w:rPr>
        <w:t>B</w:t>
      </w:r>
      <w:r w:rsidRPr="00F54F45">
        <w:rPr>
          <w:sz w:val="18"/>
          <w:szCs w:val="18"/>
        </w:rPr>
        <w:tab/>
        <w:t>Adopté</w:t>
      </w:r>
      <w:r w:rsidR="00EB2AAF">
        <w:rPr>
          <w:sz w:val="18"/>
          <w:szCs w:val="18"/>
        </w:rPr>
        <w:t>.</w:t>
      </w:r>
    </w:p>
    <w:p w14:paraId="351D1723" w14:textId="77777777" w:rsidR="001B19E0" w:rsidRPr="00F54F45" w:rsidRDefault="001B19E0" w:rsidP="002A594A">
      <w:pPr>
        <w:pStyle w:val="SingleTxtG"/>
        <w:spacing w:after="0" w:line="220" w:lineRule="exact"/>
        <w:ind w:right="0" w:firstLine="170"/>
        <w:rPr>
          <w:sz w:val="18"/>
          <w:szCs w:val="18"/>
        </w:rPr>
      </w:pPr>
      <w:r w:rsidRPr="00F54F45">
        <w:rPr>
          <w:sz w:val="18"/>
          <w:szCs w:val="18"/>
        </w:rPr>
        <w:t>C</w:t>
      </w:r>
      <w:r w:rsidRPr="00F54F45">
        <w:rPr>
          <w:sz w:val="18"/>
          <w:szCs w:val="18"/>
        </w:rPr>
        <w:tab/>
        <w:t>Document devant faire l</w:t>
      </w:r>
      <w:r w:rsidR="00056C17" w:rsidRPr="00F54F45">
        <w:rPr>
          <w:sz w:val="18"/>
          <w:szCs w:val="18"/>
        </w:rPr>
        <w:t>’</w:t>
      </w:r>
      <w:r w:rsidRPr="00F54F45">
        <w:rPr>
          <w:sz w:val="18"/>
          <w:szCs w:val="18"/>
        </w:rPr>
        <w:t>objet d</w:t>
      </w:r>
      <w:r w:rsidR="00056C17" w:rsidRPr="00F54F45">
        <w:rPr>
          <w:sz w:val="18"/>
          <w:szCs w:val="18"/>
        </w:rPr>
        <w:t>’</w:t>
      </w:r>
      <w:r w:rsidRPr="00F54F45">
        <w:rPr>
          <w:sz w:val="18"/>
          <w:szCs w:val="18"/>
        </w:rPr>
        <w:t>un examen plus approfondi sur la base d</w:t>
      </w:r>
      <w:r w:rsidR="00056C17" w:rsidRPr="00F54F45">
        <w:rPr>
          <w:sz w:val="18"/>
          <w:szCs w:val="18"/>
        </w:rPr>
        <w:t>’</w:t>
      </w:r>
      <w:r w:rsidRPr="00F54F45">
        <w:rPr>
          <w:sz w:val="18"/>
          <w:szCs w:val="18"/>
        </w:rPr>
        <w:t>une proposition révisée</w:t>
      </w:r>
      <w:r w:rsidR="00EB2AAF">
        <w:rPr>
          <w:sz w:val="18"/>
          <w:szCs w:val="18"/>
        </w:rPr>
        <w:t>.</w:t>
      </w:r>
    </w:p>
    <w:p w14:paraId="380D7A4C" w14:textId="77777777" w:rsidR="002B20C8" w:rsidRPr="00F54F45" w:rsidRDefault="001B19E0" w:rsidP="002A594A">
      <w:pPr>
        <w:pStyle w:val="SingleTxtG"/>
        <w:spacing w:after="0" w:line="220" w:lineRule="exact"/>
        <w:ind w:right="0" w:firstLine="170"/>
        <w:rPr>
          <w:sz w:val="18"/>
          <w:szCs w:val="18"/>
        </w:rPr>
      </w:pPr>
      <w:r w:rsidRPr="00F54F45">
        <w:rPr>
          <w:sz w:val="18"/>
          <w:szCs w:val="18"/>
        </w:rPr>
        <w:t>D</w:t>
      </w:r>
      <w:r w:rsidRPr="00F54F45">
        <w:rPr>
          <w:sz w:val="18"/>
          <w:szCs w:val="18"/>
        </w:rPr>
        <w:tab/>
        <w:t>À distribuer à la session de janvier 2020 sous une cote officielle.</w:t>
      </w:r>
    </w:p>
    <w:p w14:paraId="7819949E" w14:textId="77777777" w:rsidR="00A3531A" w:rsidRPr="00F54F45" w:rsidRDefault="002B20C8" w:rsidP="00961D11">
      <w:pPr>
        <w:pStyle w:val="HChG"/>
        <w:spacing w:before="0"/>
      </w:pPr>
      <w:r w:rsidRPr="00F54F45">
        <w:br w:type="page"/>
      </w:r>
      <w:r w:rsidRPr="00F54F45">
        <w:lastRenderedPageBreak/>
        <w:t>Annexe</w:t>
      </w:r>
      <w:r w:rsidR="00961D11" w:rsidRPr="00F54F45">
        <w:t xml:space="preserve"> II</w:t>
      </w:r>
    </w:p>
    <w:p w14:paraId="08675788" w14:textId="77777777" w:rsidR="00961D11" w:rsidRPr="00F54F45" w:rsidRDefault="008F63BD" w:rsidP="008F63BD">
      <w:pPr>
        <w:pStyle w:val="HChG"/>
      </w:pPr>
      <w:r w:rsidRPr="00F54F45">
        <w:tab/>
      </w:r>
      <w:r w:rsidRPr="00F54F45">
        <w:tab/>
        <w:t>Réunions informelles tenues en marge de la session du GRPE</w:t>
      </w:r>
    </w:p>
    <w:tbl>
      <w:tblPr>
        <w:tblW w:w="8504" w:type="dxa"/>
        <w:tblInd w:w="1134" w:type="dxa"/>
        <w:tblLayout w:type="fixed"/>
        <w:tblCellMar>
          <w:left w:w="0" w:type="dxa"/>
          <w:right w:w="0" w:type="dxa"/>
        </w:tblCellMar>
        <w:tblLook w:val="04A0" w:firstRow="1" w:lastRow="0" w:firstColumn="1" w:lastColumn="0" w:noHBand="0" w:noVBand="1"/>
      </w:tblPr>
      <w:tblGrid>
        <w:gridCol w:w="1372"/>
        <w:gridCol w:w="1792"/>
        <w:gridCol w:w="4633"/>
        <w:gridCol w:w="707"/>
      </w:tblGrid>
      <w:tr w:rsidR="0002380F" w:rsidRPr="00F54F45" w14:paraId="6563F048" w14:textId="77777777" w:rsidTr="00A5341D">
        <w:trPr>
          <w:tblHeader/>
        </w:trPr>
        <w:tc>
          <w:tcPr>
            <w:tcW w:w="1372" w:type="dxa"/>
            <w:tcBorders>
              <w:top w:val="single" w:sz="4" w:space="0" w:color="auto"/>
              <w:bottom w:val="single" w:sz="12" w:space="0" w:color="auto"/>
            </w:tcBorders>
            <w:shd w:val="clear" w:color="auto" w:fill="auto"/>
            <w:vAlign w:val="bottom"/>
          </w:tcPr>
          <w:p w14:paraId="7F959FB2" w14:textId="77777777" w:rsidR="006056C1" w:rsidRPr="00F54F45" w:rsidRDefault="006056C1" w:rsidP="006056C1">
            <w:pPr>
              <w:spacing w:before="80" w:after="80" w:line="200" w:lineRule="exact"/>
              <w:ind w:right="113"/>
              <w:rPr>
                <w:i/>
                <w:sz w:val="16"/>
                <w:szCs w:val="18"/>
              </w:rPr>
            </w:pPr>
            <w:r w:rsidRPr="00F54F45">
              <w:rPr>
                <w:i/>
                <w:sz w:val="16"/>
              </w:rPr>
              <w:t>Date</w:t>
            </w:r>
          </w:p>
        </w:tc>
        <w:tc>
          <w:tcPr>
            <w:tcW w:w="1792" w:type="dxa"/>
            <w:tcBorders>
              <w:top w:val="single" w:sz="4" w:space="0" w:color="auto"/>
              <w:bottom w:val="single" w:sz="12" w:space="0" w:color="auto"/>
            </w:tcBorders>
            <w:shd w:val="clear" w:color="auto" w:fill="auto"/>
            <w:vAlign w:val="bottom"/>
          </w:tcPr>
          <w:p w14:paraId="2A1C5EB6" w14:textId="77777777" w:rsidR="006056C1" w:rsidRPr="00F54F45" w:rsidRDefault="006056C1" w:rsidP="006056C1">
            <w:pPr>
              <w:spacing w:before="80" w:after="80" w:line="200" w:lineRule="exact"/>
              <w:ind w:right="113"/>
              <w:rPr>
                <w:i/>
                <w:sz w:val="16"/>
                <w:szCs w:val="18"/>
              </w:rPr>
            </w:pPr>
            <w:r w:rsidRPr="00F54F45">
              <w:rPr>
                <w:i/>
                <w:sz w:val="16"/>
              </w:rPr>
              <w:t>Horaire</w:t>
            </w:r>
          </w:p>
        </w:tc>
        <w:tc>
          <w:tcPr>
            <w:tcW w:w="4633" w:type="dxa"/>
            <w:tcBorders>
              <w:top w:val="single" w:sz="4" w:space="0" w:color="auto"/>
              <w:bottom w:val="single" w:sz="12" w:space="0" w:color="auto"/>
            </w:tcBorders>
            <w:shd w:val="clear" w:color="auto" w:fill="auto"/>
            <w:vAlign w:val="bottom"/>
          </w:tcPr>
          <w:p w14:paraId="1D6A2717" w14:textId="77777777" w:rsidR="006056C1" w:rsidRPr="00F54F45" w:rsidRDefault="006056C1" w:rsidP="006056C1">
            <w:pPr>
              <w:spacing w:before="80" w:after="80" w:line="200" w:lineRule="exact"/>
              <w:ind w:right="113"/>
              <w:rPr>
                <w:i/>
                <w:sz w:val="16"/>
                <w:szCs w:val="18"/>
              </w:rPr>
            </w:pPr>
            <w:r w:rsidRPr="00F54F45">
              <w:rPr>
                <w:i/>
                <w:sz w:val="16"/>
              </w:rPr>
              <w:t>Groupe</w:t>
            </w:r>
          </w:p>
        </w:tc>
        <w:tc>
          <w:tcPr>
            <w:tcW w:w="707" w:type="dxa"/>
            <w:tcBorders>
              <w:top w:val="single" w:sz="4" w:space="0" w:color="auto"/>
              <w:bottom w:val="single" w:sz="12" w:space="0" w:color="auto"/>
            </w:tcBorders>
            <w:shd w:val="clear" w:color="auto" w:fill="auto"/>
            <w:vAlign w:val="bottom"/>
          </w:tcPr>
          <w:p w14:paraId="0C6A4EF6" w14:textId="77777777" w:rsidR="006056C1" w:rsidRPr="00F54F45" w:rsidRDefault="006056C1" w:rsidP="0002380F">
            <w:pPr>
              <w:spacing w:before="80" w:after="80" w:line="200" w:lineRule="exact"/>
              <w:rPr>
                <w:i/>
                <w:sz w:val="16"/>
                <w:szCs w:val="18"/>
              </w:rPr>
            </w:pPr>
            <w:r w:rsidRPr="00F54F45">
              <w:rPr>
                <w:i/>
                <w:sz w:val="16"/>
              </w:rPr>
              <w:t>Sigle</w:t>
            </w:r>
          </w:p>
        </w:tc>
      </w:tr>
      <w:tr w:rsidR="006056C1" w:rsidRPr="00F54F45" w14:paraId="7989F8EC" w14:textId="77777777" w:rsidTr="00A5341D">
        <w:trPr>
          <w:trHeight w:hRule="exact" w:val="113"/>
        </w:trPr>
        <w:tc>
          <w:tcPr>
            <w:tcW w:w="1372" w:type="dxa"/>
            <w:tcBorders>
              <w:top w:val="single" w:sz="12" w:space="0" w:color="auto"/>
            </w:tcBorders>
            <w:shd w:val="clear" w:color="auto" w:fill="auto"/>
          </w:tcPr>
          <w:p w14:paraId="4605EDD8" w14:textId="77777777" w:rsidR="006056C1" w:rsidRPr="00F54F45" w:rsidRDefault="006056C1" w:rsidP="006056C1">
            <w:pPr>
              <w:spacing w:before="40" w:after="120"/>
              <w:ind w:right="113"/>
            </w:pPr>
          </w:p>
        </w:tc>
        <w:tc>
          <w:tcPr>
            <w:tcW w:w="1792" w:type="dxa"/>
            <w:tcBorders>
              <w:top w:val="single" w:sz="12" w:space="0" w:color="auto"/>
            </w:tcBorders>
            <w:shd w:val="clear" w:color="auto" w:fill="auto"/>
          </w:tcPr>
          <w:p w14:paraId="6C8262B0" w14:textId="77777777" w:rsidR="006056C1" w:rsidRPr="00F54F45" w:rsidRDefault="006056C1" w:rsidP="006056C1">
            <w:pPr>
              <w:spacing w:before="40" w:after="120"/>
              <w:ind w:right="113"/>
            </w:pPr>
          </w:p>
        </w:tc>
        <w:tc>
          <w:tcPr>
            <w:tcW w:w="4633" w:type="dxa"/>
            <w:tcBorders>
              <w:top w:val="single" w:sz="12" w:space="0" w:color="auto"/>
            </w:tcBorders>
            <w:shd w:val="clear" w:color="auto" w:fill="auto"/>
          </w:tcPr>
          <w:p w14:paraId="6110F75E" w14:textId="77777777" w:rsidR="006056C1" w:rsidRPr="00F54F45" w:rsidRDefault="006056C1" w:rsidP="006056C1">
            <w:pPr>
              <w:spacing w:before="40" w:after="120"/>
              <w:ind w:right="113"/>
            </w:pPr>
          </w:p>
        </w:tc>
        <w:tc>
          <w:tcPr>
            <w:tcW w:w="707" w:type="dxa"/>
            <w:tcBorders>
              <w:top w:val="single" w:sz="12" w:space="0" w:color="auto"/>
            </w:tcBorders>
            <w:shd w:val="clear" w:color="auto" w:fill="auto"/>
          </w:tcPr>
          <w:p w14:paraId="62EEADAF" w14:textId="77777777" w:rsidR="006056C1" w:rsidRPr="00F54F45" w:rsidRDefault="006056C1" w:rsidP="0002380F">
            <w:pPr>
              <w:spacing w:before="40" w:after="120"/>
            </w:pPr>
          </w:p>
        </w:tc>
      </w:tr>
      <w:tr w:rsidR="0002380F" w:rsidRPr="00F54F45" w14:paraId="03B7A0CB" w14:textId="77777777" w:rsidTr="00A5341D">
        <w:tc>
          <w:tcPr>
            <w:tcW w:w="1372" w:type="dxa"/>
            <w:shd w:val="clear" w:color="auto" w:fill="auto"/>
          </w:tcPr>
          <w:p w14:paraId="3D1F7A95" w14:textId="77777777" w:rsidR="006056C1" w:rsidRPr="00F54F45" w:rsidRDefault="006056C1" w:rsidP="006056C1">
            <w:pPr>
              <w:spacing w:before="40" w:after="120"/>
              <w:ind w:right="113"/>
              <w:rPr>
                <w:szCs w:val="18"/>
              </w:rPr>
            </w:pPr>
            <w:r w:rsidRPr="00F54F45">
              <w:t>20 mai 2019</w:t>
            </w:r>
          </w:p>
        </w:tc>
        <w:tc>
          <w:tcPr>
            <w:tcW w:w="1792" w:type="dxa"/>
            <w:tcBorders>
              <w:bottom w:val="single" w:sz="4" w:space="0" w:color="auto"/>
            </w:tcBorders>
            <w:shd w:val="clear" w:color="auto" w:fill="auto"/>
          </w:tcPr>
          <w:p w14:paraId="7BAE81EA" w14:textId="77777777" w:rsidR="006056C1" w:rsidRPr="00F54F45" w:rsidRDefault="006056C1" w:rsidP="003405C2">
            <w:pPr>
              <w:spacing w:before="40" w:after="120"/>
              <w:ind w:right="113"/>
              <w:rPr>
                <w:szCs w:val="18"/>
              </w:rPr>
            </w:pPr>
            <w:r w:rsidRPr="00F54F45">
              <w:t>9 h 30-12 h 30</w:t>
            </w:r>
            <w:r w:rsidR="003405C2" w:rsidRPr="00F54F45">
              <w:br/>
            </w:r>
            <w:r w:rsidRPr="00F54F45">
              <w:t>14 h 30-17 h 30</w:t>
            </w:r>
          </w:p>
        </w:tc>
        <w:tc>
          <w:tcPr>
            <w:tcW w:w="4633" w:type="dxa"/>
            <w:tcBorders>
              <w:bottom w:val="single" w:sz="4" w:space="0" w:color="auto"/>
            </w:tcBorders>
            <w:shd w:val="clear" w:color="auto" w:fill="auto"/>
          </w:tcPr>
          <w:p w14:paraId="70BADB67" w14:textId="77777777" w:rsidR="006056C1" w:rsidRPr="00F54F45" w:rsidRDefault="006056C1" w:rsidP="006056C1">
            <w:pPr>
              <w:spacing w:before="40" w:after="120"/>
              <w:ind w:right="113"/>
              <w:rPr>
                <w:szCs w:val="18"/>
              </w:rPr>
            </w:pPr>
            <w:r w:rsidRPr="00F54F45">
              <w:t>Procédure d</w:t>
            </w:r>
            <w:r w:rsidR="00056C17" w:rsidRPr="00F54F45">
              <w:t>’</w:t>
            </w:r>
            <w:r w:rsidRPr="00F54F45">
              <w:t>essai mondiale harmonisée pour les voitures particulières et véhicules utilitaires légers</w:t>
            </w:r>
          </w:p>
        </w:tc>
        <w:tc>
          <w:tcPr>
            <w:tcW w:w="707" w:type="dxa"/>
            <w:tcBorders>
              <w:bottom w:val="single" w:sz="4" w:space="0" w:color="auto"/>
            </w:tcBorders>
            <w:shd w:val="clear" w:color="auto" w:fill="auto"/>
          </w:tcPr>
          <w:p w14:paraId="4B7FDFC0" w14:textId="77777777" w:rsidR="006056C1" w:rsidRPr="00F54F45" w:rsidRDefault="006056C1" w:rsidP="0002380F">
            <w:pPr>
              <w:spacing w:before="40" w:after="120"/>
              <w:rPr>
                <w:szCs w:val="18"/>
              </w:rPr>
            </w:pPr>
            <w:r w:rsidRPr="00F54F45">
              <w:t>WLTP</w:t>
            </w:r>
          </w:p>
        </w:tc>
      </w:tr>
      <w:tr w:rsidR="0002380F" w:rsidRPr="00F54F45" w14:paraId="39D0190B" w14:textId="77777777" w:rsidTr="00A5341D">
        <w:tc>
          <w:tcPr>
            <w:tcW w:w="1372" w:type="dxa"/>
            <w:tcBorders>
              <w:bottom w:val="single" w:sz="4" w:space="0" w:color="auto"/>
            </w:tcBorders>
            <w:shd w:val="clear" w:color="auto" w:fill="auto"/>
          </w:tcPr>
          <w:p w14:paraId="36A04FA2" w14:textId="77777777" w:rsidR="006056C1" w:rsidRPr="00F54F45" w:rsidRDefault="006056C1" w:rsidP="006056C1">
            <w:pPr>
              <w:spacing w:before="40" w:after="120"/>
              <w:ind w:right="113"/>
              <w:rPr>
                <w:szCs w:val="18"/>
                <w:lang w:eastAsia="en-GB"/>
              </w:rPr>
            </w:pPr>
          </w:p>
        </w:tc>
        <w:tc>
          <w:tcPr>
            <w:tcW w:w="1792" w:type="dxa"/>
            <w:tcBorders>
              <w:top w:val="single" w:sz="4" w:space="0" w:color="auto"/>
              <w:bottom w:val="single" w:sz="4" w:space="0" w:color="auto"/>
            </w:tcBorders>
            <w:shd w:val="clear" w:color="auto" w:fill="auto"/>
          </w:tcPr>
          <w:p w14:paraId="3F1BC30F" w14:textId="77777777" w:rsidR="006056C1" w:rsidRPr="00F54F45" w:rsidRDefault="006056C1" w:rsidP="006056C1">
            <w:pPr>
              <w:spacing w:before="40" w:after="120"/>
              <w:ind w:right="113"/>
              <w:rPr>
                <w:szCs w:val="18"/>
              </w:rPr>
            </w:pPr>
            <w:r w:rsidRPr="00F54F45">
              <w:t>10 heures-13 h 30</w:t>
            </w:r>
          </w:p>
        </w:tc>
        <w:tc>
          <w:tcPr>
            <w:tcW w:w="4633" w:type="dxa"/>
            <w:tcBorders>
              <w:top w:val="single" w:sz="4" w:space="0" w:color="auto"/>
              <w:bottom w:val="single" w:sz="4" w:space="0" w:color="auto"/>
            </w:tcBorders>
            <w:shd w:val="clear" w:color="auto" w:fill="auto"/>
          </w:tcPr>
          <w:p w14:paraId="2716DBAF" w14:textId="77777777" w:rsidR="006056C1" w:rsidRPr="00F54F45" w:rsidRDefault="006056C1" w:rsidP="006056C1">
            <w:pPr>
              <w:spacing w:before="40" w:after="120"/>
              <w:ind w:right="113"/>
              <w:rPr>
                <w:szCs w:val="18"/>
              </w:rPr>
            </w:pPr>
            <w:r w:rsidRPr="00F54F45">
              <w:t>Rédaction du RTM ONU relatif à la détermination de la puissance des véhicules électriques par le sous-groupe EVE</w:t>
            </w:r>
          </w:p>
        </w:tc>
        <w:tc>
          <w:tcPr>
            <w:tcW w:w="707" w:type="dxa"/>
            <w:tcBorders>
              <w:top w:val="single" w:sz="4" w:space="0" w:color="auto"/>
              <w:bottom w:val="single" w:sz="4" w:space="0" w:color="auto"/>
            </w:tcBorders>
            <w:shd w:val="clear" w:color="auto" w:fill="auto"/>
          </w:tcPr>
          <w:p w14:paraId="32F69C1F" w14:textId="77777777" w:rsidR="006056C1" w:rsidRPr="00F54F45" w:rsidRDefault="006056C1" w:rsidP="0002380F">
            <w:pPr>
              <w:spacing w:before="40" w:after="120"/>
              <w:rPr>
                <w:szCs w:val="18"/>
              </w:rPr>
            </w:pPr>
            <w:r w:rsidRPr="00F54F45">
              <w:t>EVE</w:t>
            </w:r>
          </w:p>
        </w:tc>
      </w:tr>
      <w:tr w:rsidR="0002380F" w:rsidRPr="00F54F45" w14:paraId="0021F7A0" w14:textId="77777777" w:rsidTr="00A5341D">
        <w:tc>
          <w:tcPr>
            <w:tcW w:w="1372" w:type="dxa"/>
            <w:tcBorders>
              <w:top w:val="single" w:sz="4" w:space="0" w:color="auto"/>
            </w:tcBorders>
            <w:shd w:val="clear" w:color="auto" w:fill="auto"/>
          </w:tcPr>
          <w:p w14:paraId="7F5D9548" w14:textId="77777777" w:rsidR="006056C1" w:rsidRPr="00F54F45" w:rsidRDefault="006056C1" w:rsidP="006056C1">
            <w:pPr>
              <w:spacing w:before="40" w:after="120"/>
              <w:ind w:right="113"/>
              <w:rPr>
                <w:szCs w:val="18"/>
              </w:rPr>
            </w:pPr>
            <w:r w:rsidRPr="00F54F45">
              <w:t>21 mai 2019</w:t>
            </w:r>
          </w:p>
        </w:tc>
        <w:tc>
          <w:tcPr>
            <w:tcW w:w="1792" w:type="dxa"/>
            <w:tcBorders>
              <w:top w:val="single" w:sz="4" w:space="0" w:color="auto"/>
              <w:bottom w:val="single" w:sz="4" w:space="0" w:color="auto"/>
            </w:tcBorders>
            <w:shd w:val="clear" w:color="auto" w:fill="auto"/>
          </w:tcPr>
          <w:p w14:paraId="4434E6A3" w14:textId="77777777" w:rsidR="006056C1" w:rsidRPr="00F54F45" w:rsidRDefault="006056C1" w:rsidP="003405C2">
            <w:pPr>
              <w:spacing w:before="40" w:after="120"/>
              <w:ind w:right="113"/>
              <w:rPr>
                <w:szCs w:val="18"/>
              </w:rPr>
            </w:pPr>
            <w:r w:rsidRPr="00F54F45">
              <w:t>9 h 30-12 h 30</w:t>
            </w:r>
            <w:r w:rsidR="003405C2" w:rsidRPr="00F54F45">
              <w:br/>
            </w:r>
            <w:r w:rsidRPr="00F54F45">
              <w:t>14 h 30-17 h 30</w:t>
            </w:r>
          </w:p>
        </w:tc>
        <w:tc>
          <w:tcPr>
            <w:tcW w:w="4633" w:type="dxa"/>
            <w:tcBorders>
              <w:top w:val="single" w:sz="4" w:space="0" w:color="auto"/>
              <w:bottom w:val="single" w:sz="4" w:space="0" w:color="auto"/>
            </w:tcBorders>
            <w:shd w:val="clear" w:color="auto" w:fill="auto"/>
          </w:tcPr>
          <w:p w14:paraId="3C80E23E" w14:textId="77777777" w:rsidR="006056C1" w:rsidRPr="00F54F45" w:rsidRDefault="006056C1" w:rsidP="006056C1">
            <w:pPr>
              <w:spacing w:before="40" w:after="120"/>
              <w:ind w:right="113"/>
              <w:rPr>
                <w:szCs w:val="18"/>
              </w:rPr>
            </w:pPr>
            <w:r w:rsidRPr="00F54F45">
              <w:t>Prescriptions d</w:t>
            </w:r>
            <w:r w:rsidR="00056C17" w:rsidRPr="00F54F45">
              <w:t>’</w:t>
            </w:r>
            <w:r w:rsidRPr="00F54F45">
              <w:t>efficacité en matière d</w:t>
            </w:r>
            <w:r w:rsidR="00056C17" w:rsidRPr="00F54F45">
              <w:t>’</w:t>
            </w:r>
            <w:r w:rsidRPr="00F54F45">
              <w:t xml:space="preserve">environnement </w:t>
            </w:r>
            <w:r w:rsidR="00CE506C" w:rsidRPr="00F54F45">
              <w:br/>
            </w:r>
            <w:r w:rsidRPr="00F54F45">
              <w:t>et de propulsion des véhicules de la catégorie L</w:t>
            </w:r>
          </w:p>
        </w:tc>
        <w:tc>
          <w:tcPr>
            <w:tcW w:w="707" w:type="dxa"/>
            <w:tcBorders>
              <w:top w:val="single" w:sz="4" w:space="0" w:color="auto"/>
              <w:bottom w:val="single" w:sz="4" w:space="0" w:color="auto"/>
            </w:tcBorders>
            <w:shd w:val="clear" w:color="auto" w:fill="auto"/>
          </w:tcPr>
          <w:p w14:paraId="377434FF" w14:textId="77777777" w:rsidR="006056C1" w:rsidRPr="00F54F45" w:rsidRDefault="006056C1" w:rsidP="0002380F">
            <w:pPr>
              <w:spacing w:before="40" w:after="120"/>
              <w:rPr>
                <w:szCs w:val="18"/>
              </w:rPr>
            </w:pPr>
            <w:r w:rsidRPr="00F54F45">
              <w:t>EPPR</w:t>
            </w:r>
          </w:p>
        </w:tc>
      </w:tr>
      <w:tr w:rsidR="0002380F" w:rsidRPr="00F54F45" w14:paraId="26D74708" w14:textId="77777777" w:rsidTr="00A5341D">
        <w:tc>
          <w:tcPr>
            <w:tcW w:w="1372" w:type="dxa"/>
            <w:shd w:val="clear" w:color="auto" w:fill="auto"/>
          </w:tcPr>
          <w:p w14:paraId="32257890" w14:textId="77777777" w:rsidR="006056C1" w:rsidRPr="00F54F45" w:rsidRDefault="006056C1" w:rsidP="006056C1">
            <w:pPr>
              <w:spacing w:before="40" w:after="120"/>
              <w:ind w:right="113"/>
              <w:rPr>
                <w:szCs w:val="18"/>
                <w:lang w:eastAsia="en-GB"/>
              </w:rPr>
            </w:pPr>
          </w:p>
        </w:tc>
        <w:tc>
          <w:tcPr>
            <w:tcW w:w="1792" w:type="dxa"/>
            <w:tcBorders>
              <w:top w:val="single" w:sz="4" w:space="0" w:color="auto"/>
              <w:bottom w:val="single" w:sz="4" w:space="0" w:color="auto"/>
            </w:tcBorders>
            <w:shd w:val="clear" w:color="auto" w:fill="auto"/>
          </w:tcPr>
          <w:p w14:paraId="628EF212" w14:textId="77777777" w:rsidR="006056C1" w:rsidRPr="00F54F45" w:rsidRDefault="006056C1" w:rsidP="006056C1">
            <w:pPr>
              <w:spacing w:before="40" w:after="120"/>
              <w:ind w:right="113"/>
              <w:rPr>
                <w:szCs w:val="18"/>
              </w:rPr>
            </w:pPr>
            <w:r w:rsidRPr="00F54F45">
              <w:t>9 h 30-12 h 30</w:t>
            </w:r>
          </w:p>
        </w:tc>
        <w:tc>
          <w:tcPr>
            <w:tcW w:w="4633" w:type="dxa"/>
            <w:tcBorders>
              <w:top w:val="single" w:sz="4" w:space="0" w:color="auto"/>
              <w:bottom w:val="single" w:sz="4" w:space="0" w:color="auto"/>
            </w:tcBorders>
            <w:shd w:val="clear" w:color="auto" w:fill="auto"/>
          </w:tcPr>
          <w:p w14:paraId="20E988E3" w14:textId="77777777" w:rsidR="006056C1" w:rsidRPr="00F54F45" w:rsidRDefault="006056C1" w:rsidP="006056C1">
            <w:pPr>
              <w:spacing w:before="40" w:after="120"/>
              <w:ind w:right="113"/>
              <w:rPr>
                <w:szCs w:val="18"/>
              </w:rPr>
            </w:pPr>
            <w:r w:rsidRPr="00F54F45">
              <w:t>Sous-groupe du WLTP sur les véhicules électriques</w:t>
            </w:r>
          </w:p>
        </w:tc>
        <w:tc>
          <w:tcPr>
            <w:tcW w:w="707" w:type="dxa"/>
            <w:tcBorders>
              <w:top w:val="single" w:sz="4" w:space="0" w:color="auto"/>
              <w:bottom w:val="single" w:sz="4" w:space="0" w:color="auto"/>
            </w:tcBorders>
            <w:shd w:val="clear" w:color="auto" w:fill="auto"/>
          </w:tcPr>
          <w:p w14:paraId="3A3538F8" w14:textId="77777777" w:rsidR="006056C1" w:rsidRPr="00F54F45" w:rsidRDefault="006056C1" w:rsidP="0002380F">
            <w:pPr>
              <w:spacing w:before="40" w:after="120"/>
              <w:rPr>
                <w:szCs w:val="18"/>
              </w:rPr>
            </w:pPr>
            <w:r w:rsidRPr="00F54F45">
              <w:t>SG EV</w:t>
            </w:r>
          </w:p>
        </w:tc>
      </w:tr>
      <w:tr w:rsidR="0002380F" w:rsidRPr="00F54F45" w14:paraId="3E3EAA5F" w14:textId="77777777" w:rsidTr="00A5341D">
        <w:tc>
          <w:tcPr>
            <w:tcW w:w="1372" w:type="dxa"/>
            <w:tcBorders>
              <w:bottom w:val="single" w:sz="4" w:space="0" w:color="auto"/>
            </w:tcBorders>
            <w:shd w:val="clear" w:color="auto" w:fill="auto"/>
          </w:tcPr>
          <w:p w14:paraId="2BCCB594" w14:textId="77777777" w:rsidR="006056C1" w:rsidRPr="00F54F45" w:rsidRDefault="006056C1" w:rsidP="006056C1">
            <w:pPr>
              <w:spacing w:before="40" w:after="120"/>
              <w:ind w:right="113"/>
              <w:rPr>
                <w:szCs w:val="18"/>
                <w:lang w:eastAsia="en-GB"/>
              </w:rPr>
            </w:pPr>
          </w:p>
        </w:tc>
        <w:tc>
          <w:tcPr>
            <w:tcW w:w="1792" w:type="dxa"/>
            <w:tcBorders>
              <w:top w:val="single" w:sz="4" w:space="0" w:color="auto"/>
              <w:bottom w:val="single" w:sz="4" w:space="0" w:color="auto"/>
            </w:tcBorders>
            <w:shd w:val="clear" w:color="auto" w:fill="auto"/>
          </w:tcPr>
          <w:p w14:paraId="675EC707" w14:textId="77777777" w:rsidR="006056C1" w:rsidRPr="00F54F45" w:rsidRDefault="006056C1" w:rsidP="006056C1">
            <w:pPr>
              <w:spacing w:before="40" w:after="120"/>
              <w:ind w:right="113"/>
              <w:rPr>
                <w:szCs w:val="18"/>
              </w:rPr>
            </w:pPr>
            <w:r w:rsidRPr="00F54F45">
              <w:t>14 h 30-17 h 30</w:t>
            </w:r>
          </w:p>
        </w:tc>
        <w:tc>
          <w:tcPr>
            <w:tcW w:w="4633" w:type="dxa"/>
            <w:tcBorders>
              <w:top w:val="single" w:sz="4" w:space="0" w:color="auto"/>
              <w:bottom w:val="single" w:sz="4" w:space="0" w:color="auto"/>
            </w:tcBorders>
            <w:shd w:val="clear" w:color="auto" w:fill="auto"/>
          </w:tcPr>
          <w:p w14:paraId="3A0656B2" w14:textId="77777777" w:rsidR="006056C1" w:rsidRPr="00F54F45" w:rsidRDefault="006056C1" w:rsidP="006056C1">
            <w:pPr>
              <w:spacing w:before="40" w:after="120"/>
              <w:ind w:right="113"/>
              <w:rPr>
                <w:szCs w:val="18"/>
              </w:rPr>
            </w:pPr>
            <w:r w:rsidRPr="00F54F45">
              <w:t xml:space="preserve">EVE </w:t>
            </w:r>
          </w:p>
        </w:tc>
        <w:tc>
          <w:tcPr>
            <w:tcW w:w="707" w:type="dxa"/>
            <w:tcBorders>
              <w:top w:val="single" w:sz="4" w:space="0" w:color="auto"/>
              <w:bottom w:val="single" w:sz="4" w:space="0" w:color="auto"/>
            </w:tcBorders>
            <w:shd w:val="clear" w:color="auto" w:fill="auto"/>
          </w:tcPr>
          <w:p w14:paraId="2038CDDF" w14:textId="77777777" w:rsidR="006056C1" w:rsidRPr="00F54F45" w:rsidRDefault="006056C1" w:rsidP="0002380F">
            <w:pPr>
              <w:spacing w:before="40" w:after="120"/>
              <w:rPr>
                <w:szCs w:val="18"/>
              </w:rPr>
            </w:pPr>
            <w:r w:rsidRPr="00F54F45">
              <w:t>EVE</w:t>
            </w:r>
          </w:p>
        </w:tc>
      </w:tr>
      <w:tr w:rsidR="0002380F" w:rsidRPr="00F54F45" w14:paraId="6D2DDC39" w14:textId="77777777" w:rsidTr="00A5341D">
        <w:tc>
          <w:tcPr>
            <w:tcW w:w="1372" w:type="dxa"/>
            <w:tcBorders>
              <w:top w:val="single" w:sz="4" w:space="0" w:color="auto"/>
            </w:tcBorders>
            <w:shd w:val="clear" w:color="auto" w:fill="auto"/>
          </w:tcPr>
          <w:p w14:paraId="051AC77F" w14:textId="77777777" w:rsidR="006056C1" w:rsidRPr="00F54F45" w:rsidRDefault="006056C1" w:rsidP="006056C1">
            <w:pPr>
              <w:spacing w:before="40" w:after="120"/>
              <w:ind w:right="113"/>
              <w:rPr>
                <w:szCs w:val="18"/>
              </w:rPr>
            </w:pPr>
            <w:r w:rsidRPr="00F54F45">
              <w:t>22 mai 2019</w:t>
            </w:r>
          </w:p>
        </w:tc>
        <w:tc>
          <w:tcPr>
            <w:tcW w:w="1792" w:type="dxa"/>
            <w:tcBorders>
              <w:top w:val="single" w:sz="4" w:space="0" w:color="auto"/>
              <w:bottom w:val="single" w:sz="4" w:space="0" w:color="auto"/>
            </w:tcBorders>
            <w:shd w:val="clear" w:color="auto" w:fill="auto"/>
          </w:tcPr>
          <w:p w14:paraId="6F640377" w14:textId="77777777" w:rsidR="006056C1" w:rsidRPr="00F54F45" w:rsidRDefault="006056C1" w:rsidP="006056C1">
            <w:pPr>
              <w:spacing w:before="40" w:after="120"/>
              <w:ind w:right="113"/>
              <w:rPr>
                <w:szCs w:val="18"/>
              </w:rPr>
            </w:pPr>
            <w:r w:rsidRPr="00F54F45">
              <w:t>9 h 30-12 h 30</w:t>
            </w:r>
          </w:p>
        </w:tc>
        <w:tc>
          <w:tcPr>
            <w:tcW w:w="4633" w:type="dxa"/>
            <w:tcBorders>
              <w:top w:val="single" w:sz="4" w:space="0" w:color="auto"/>
              <w:bottom w:val="single" w:sz="4" w:space="0" w:color="auto"/>
            </w:tcBorders>
            <w:shd w:val="clear" w:color="auto" w:fill="auto"/>
          </w:tcPr>
          <w:p w14:paraId="6AE5CC23" w14:textId="77777777" w:rsidR="006056C1" w:rsidRPr="00F54F45" w:rsidRDefault="006056C1" w:rsidP="006056C1">
            <w:pPr>
              <w:spacing w:before="40" w:after="120"/>
              <w:ind w:right="113"/>
              <w:rPr>
                <w:szCs w:val="18"/>
              </w:rPr>
            </w:pPr>
            <w:r w:rsidRPr="00F54F45">
              <w:t>Prescriptions d</w:t>
            </w:r>
            <w:r w:rsidR="00056C17" w:rsidRPr="00F54F45">
              <w:t>’</w:t>
            </w:r>
            <w:r w:rsidRPr="00F54F45">
              <w:t>efficacité en matière d</w:t>
            </w:r>
            <w:r w:rsidR="00056C17" w:rsidRPr="00F54F45">
              <w:t>’</w:t>
            </w:r>
            <w:r w:rsidRPr="00F54F45">
              <w:t xml:space="preserve">environnement </w:t>
            </w:r>
            <w:r w:rsidR="00CE506C" w:rsidRPr="00F54F45">
              <w:br/>
            </w:r>
            <w:r w:rsidRPr="00F54F45">
              <w:t>et de propulsion des véhicules de la catégorie L</w:t>
            </w:r>
          </w:p>
        </w:tc>
        <w:tc>
          <w:tcPr>
            <w:tcW w:w="707" w:type="dxa"/>
            <w:tcBorders>
              <w:top w:val="single" w:sz="4" w:space="0" w:color="auto"/>
              <w:bottom w:val="single" w:sz="4" w:space="0" w:color="auto"/>
            </w:tcBorders>
            <w:shd w:val="clear" w:color="auto" w:fill="auto"/>
          </w:tcPr>
          <w:p w14:paraId="0CD547BD" w14:textId="77777777" w:rsidR="006056C1" w:rsidRPr="00F54F45" w:rsidRDefault="006056C1" w:rsidP="0002380F">
            <w:pPr>
              <w:spacing w:before="40" w:after="120"/>
              <w:rPr>
                <w:szCs w:val="18"/>
              </w:rPr>
            </w:pPr>
            <w:r w:rsidRPr="00F54F45">
              <w:t>EPPR</w:t>
            </w:r>
          </w:p>
        </w:tc>
      </w:tr>
      <w:tr w:rsidR="0002380F" w:rsidRPr="00F54F45" w14:paraId="00DD94F8" w14:textId="77777777" w:rsidTr="00A5341D">
        <w:tc>
          <w:tcPr>
            <w:tcW w:w="1372" w:type="dxa"/>
            <w:tcBorders>
              <w:bottom w:val="single" w:sz="12" w:space="0" w:color="auto"/>
            </w:tcBorders>
            <w:shd w:val="clear" w:color="auto" w:fill="auto"/>
          </w:tcPr>
          <w:p w14:paraId="13666A40" w14:textId="77777777" w:rsidR="006056C1" w:rsidRPr="00F54F45" w:rsidRDefault="006056C1" w:rsidP="006056C1">
            <w:pPr>
              <w:spacing w:before="40" w:after="120"/>
              <w:ind w:right="113"/>
              <w:rPr>
                <w:szCs w:val="18"/>
                <w:lang w:eastAsia="en-GB"/>
              </w:rPr>
            </w:pPr>
          </w:p>
        </w:tc>
        <w:tc>
          <w:tcPr>
            <w:tcW w:w="1792" w:type="dxa"/>
            <w:tcBorders>
              <w:top w:val="single" w:sz="4" w:space="0" w:color="auto"/>
              <w:bottom w:val="single" w:sz="12" w:space="0" w:color="auto"/>
            </w:tcBorders>
            <w:shd w:val="clear" w:color="auto" w:fill="auto"/>
          </w:tcPr>
          <w:p w14:paraId="5B06D052" w14:textId="77777777" w:rsidR="006056C1" w:rsidRPr="00F54F45" w:rsidRDefault="006056C1" w:rsidP="006056C1">
            <w:pPr>
              <w:spacing w:before="40" w:after="120"/>
              <w:ind w:right="113"/>
              <w:rPr>
                <w:szCs w:val="18"/>
              </w:rPr>
            </w:pPr>
            <w:r w:rsidRPr="00F54F45">
              <w:t>9 h 30-12 h 30</w:t>
            </w:r>
          </w:p>
        </w:tc>
        <w:tc>
          <w:tcPr>
            <w:tcW w:w="4633" w:type="dxa"/>
            <w:tcBorders>
              <w:top w:val="single" w:sz="4" w:space="0" w:color="auto"/>
              <w:bottom w:val="single" w:sz="12" w:space="0" w:color="auto"/>
            </w:tcBorders>
            <w:shd w:val="clear" w:color="auto" w:fill="auto"/>
          </w:tcPr>
          <w:p w14:paraId="2F72C709" w14:textId="77777777" w:rsidR="006056C1" w:rsidRPr="00F54F45" w:rsidRDefault="006056C1" w:rsidP="006056C1">
            <w:pPr>
              <w:spacing w:before="40" w:after="120"/>
              <w:ind w:right="113"/>
              <w:rPr>
                <w:szCs w:val="18"/>
              </w:rPr>
            </w:pPr>
            <w:r w:rsidRPr="00F54F45">
              <w:t>Émissions en conduite réelle au niveau mondial</w:t>
            </w:r>
          </w:p>
        </w:tc>
        <w:tc>
          <w:tcPr>
            <w:tcW w:w="707" w:type="dxa"/>
            <w:tcBorders>
              <w:top w:val="single" w:sz="4" w:space="0" w:color="auto"/>
              <w:bottom w:val="single" w:sz="12" w:space="0" w:color="auto"/>
            </w:tcBorders>
            <w:shd w:val="clear" w:color="auto" w:fill="auto"/>
          </w:tcPr>
          <w:p w14:paraId="614A77AA" w14:textId="77777777" w:rsidR="006056C1" w:rsidRPr="00F54F45" w:rsidRDefault="006056C1" w:rsidP="0002380F">
            <w:pPr>
              <w:spacing w:before="40" w:after="120"/>
              <w:rPr>
                <w:szCs w:val="18"/>
              </w:rPr>
            </w:pPr>
            <w:r w:rsidRPr="00F54F45">
              <w:t>RDE</w:t>
            </w:r>
          </w:p>
        </w:tc>
      </w:tr>
    </w:tbl>
    <w:p w14:paraId="4FA8AA43" w14:textId="77777777" w:rsidR="000B7198" w:rsidRPr="00F54F45" w:rsidRDefault="000B7198" w:rsidP="000B7198">
      <w:pPr>
        <w:pStyle w:val="HChG"/>
        <w:spacing w:before="0"/>
      </w:pPr>
      <w:r w:rsidRPr="00F54F45">
        <w:br w:type="page"/>
      </w:r>
      <w:r w:rsidRPr="00F54F45">
        <w:lastRenderedPageBreak/>
        <w:tab/>
        <w:t>Annexe III</w:t>
      </w:r>
    </w:p>
    <w:p w14:paraId="1498A0B7" w14:textId="77777777" w:rsidR="000B7198" w:rsidRPr="00F54F45" w:rsidRDefault="000B7198" w:rsidP="000B7198">
      <w:pPr>
        <w:pStyle w:val="HChG"/>
      </w:pPr>
      <w:r w:rsidRPr="00F54F45">
        <w:tab/>
      </w:r>
      <w:r w:rsidRPr="00F54F45">
        <w:tab/>
        <w:t xml:space="preserve">Liste des groupes de travail informels, équipes spéciales </w:t>
      </w:r>
      <w:r w:rsidR="006854BD" w:rsidRPr="00F54F45">
        <w:br/>
      </w:r>
      <w:r w:rsidRPr="00F54F45">
        <w:t>et sous-groupes du GRPE</w:t>
      </w:r>
    </w:p>
    <w:tbl>
      <w:tblPr>
        <w:tblW w:w="9639" w:type="dxa"/>
        <w:tblLayout w:type="fixed"/>
        <w:tblCellMar>
          <w:left w:w="0" w:type="dxa"/>
          <w:right w:w="0" w:type="dxa"/>
        </w:tblCellMar>
        <w:tblLook w:val="04A0" w:firstRow="1" w:lastRow="0" w:firstColumn="1" w:lastColumn="0" w:noHBand="0" w:noVBand="1"/>
      </w:tblPr>
      <w:tblGrid>
        <w:gridCol w:w="2282"/>
        <w:gridCol w:w="2996"/>
        <w:gridCol w:w="3023"/>
        <w:gridCol w:w="1338"/>
      </w:tblGrid>
      <w:tr w:rsidR="006854BD" w:rsidRPr="00F54F45" w14:paraId="7AF338E0" w14:textId="77777777" w:rsidTr="007429BE">
        <w:trPr>
          <w:tblHeader/>
        </w:trPr>
        <w:tc>
          <w:tcPr>
            <w:tcW w:w="2282" w:type="dxa"/>
            <w:tcBorders>
              <w:top w:val="single" w:sz="4" w:space="0" w:color="auto"/>
              <w:bottom w:val="single" w:sz="12" w:space="0" w:color="auto"/>
            </w:tcBorders>
            <w:shd w:val="clear" w:color="auto" w:fill="auto"/>
            <w:vAlign w:val="bottom"/>
          </w:tcPr>
          <w:p w14:paraId="3E5A394A" w14:textId="77777777" w:rsidR="006854BD" w:rsidRPr="00F54F45" w:rsidRDefault="006854BD" w:rsidP="006854BD">
            <w:pPr>
              <w:spacing w:before="80" w:after="80" w:line="200" w:lineRule="exact"/>
              <w:ind w:right="113"/>
              <w:rPr>
                <w:i/>
                <w:sz w:val="16"/>
                <w:szCs w:val="16"/>
              </w:rPr>
            </w:pPr>
            <w:r w:rsidRPr="00F54F45">
              <w:rPr>
                <w:i/>
                <w:sz w:val="16"/>
              </w:rPr>
              <w:t>Nom (sigle) (type d</w:t>
            </w:r>
            <w:r w:rsidR="00056C17" w:rsidRPr="00F54F45">
              <w:rPr>
                <w:i/>
                <w:sz w:val="16"/>
              </w:rPr>
              <w:t>’</w:t>
            </w:r>
            <w:r w:rsidRPr="00F54F45">
              <w:rPr>
                <w:i/>
                <w:sz w:val="16"/>
              </w:rPr>
              <w:t>entité)</w:t>
            </w:r>
          </w:p>
        </w:tc>
        <w:tc>
          <w:tcPr>
            <w:tcW w:w="2996" w:type="dxa"/>
            <w:tcBorders>
              <w:top w:val="single" w:sz="4" w:space="0" w:color="auto"/>
              <w:bottom w:val="single" w:sz="12" w:space="0" w:color="auto"/>
            </w:tcBorders>
            <w:shd w:val="clear" w:color="auto" w:fill="auto"/>
            <w:vAlign w:val="bottom"/>
          </w:tcPr>
          <w:p w14:paraId="26549730" w14:textId="77777777" w:rsidR="006854BD" w:rsidRPr="00F54F45" w:rsidRDefault="006854BD" w:rsidP="006854BD">
            <w:pPr>
              <w:spacing w:before="80" w:after="80" w:line="200" w:lineRule="exact"/>
              <w:ind w:right="113"/>
              <w:rPr>
                <w:i/>
                <w:sz w:val="16"/>
                <w:szCs w:val="16"/>
              </w:rPr>
            </w:pPr>
            <w:r w:rsidRPr="00F54F45">
              <w:rPr>
                <w:i/>
                <w:sz w:val="16"/>
              </w:rPr>
              <w:t>Président ou Coprésidents</w:t>
            </w:r>
          </w:p>
        </w:tc>
        <w:tc>
          <w:tcPr>
            <w:tcW w:w="3023" w:type="dxa"/>
            <w:tcBorders>
              <w:top w:val="single" w:sz="4" w:space="0" w:color="auto"/>
              <w:bottom w:val="single" w:sz="12" w:space="0" w:color="auto"/>
            </w:tcBorders>
            <w:shd w:val="clear" w:color="auto" w:fill="auto"/>
            <w:vAlign w:val="bottom"/>
          </w:tcPr>
          <w:p w14:paraId="1638D4F9" w14:textId="77777777" w:rsidR="006854BD" w:rsidRPr="00F54F45" w:rsidRDefault="006854BD" w:rsidP="006854BD">
            <w:pPr>
              <w:spacing w:before="80" w:after="80" w:line="200" w:lineRule="exact"/>
              <w:ind w:right="113"/>
              <w:rPr>
                <w:i/>
                <w:sz w:val="16"/>
                <w:szCs w:val="16"/>
              </w:rPr>
            </w:pPr>
            <w:r w:rsidRPr="00F54F45">
              <w:rPr>
                <w:i/>
                <w:sz w:val="16"/>
              </w:rPr>
              <w:t>Secrétaires</w:t>
            </w:r>
          </w:p>
        </w:tc>
        <w:tc>
          <w:tcPr>
            <w:tcW w:w="1338" w:type="dxa"/>
            <w:tcBorders>
              <w:top w:val="single" w:sz="4" w:space="0" w:color="auto"/>
              <w:bottom w:val="single" w:sz="12" w:space="0" w:color="auto"/>
            </w:tcBorders>
            <w:shd w:val="clear" w:color="auto" w:fill="auto"/>
            <w:vAlign w:val="bottom"/>
          </w:tcPr>
          <w:p w14:paraId="1D4F0157" w14:textId="77777777" w:rsidR="006854BD" w:rsidRPr="00F54F45" w:rsidRDefault="006854BD" w:rsidP="009E64AB">
            <w:pPr>
              <w:spacing w:before="80" w:after="80" w:line="200" w:lineRule="exact"/>
              <w:rPr>
                <w:i/>
                <w:sz w:val="16"/>
                <w:szCs w:val="16"/>
              </w:rPr>
            </w:pPr>
            <w:r w:rsidRPr="00F54F45">
              <w:rPr>
                <w:i/>
                <w:sz w:val="16"/>
              </w:rPr>
              <w:t>Fin de mandat</w:t>
            </w:r>
          </w:p>
        </w:tc>
      </w:tr>
      <w:tr w:rsidR="006854BD" w:rsidRPr="00F54F45" w14:paraId="06524146" w14:textId="77777777" w:rsidTr="007429BE">
        <w:trPr>
          <w:trHeight w:hRule="exact" w:val="113"/>
          <w:tblHeader/>
        </w:trPr>
        <w:tc>
          <w:tcPr>
            <w:tcW w:w="2282" w:type="dxa"/>
            <w:tcBorders>
              <w:top w:val="single" w:sz="12" w:space="0" w:color="auto"/>
            </w:tcBorders>
            <w:shd w:val="clear" w:color="auto" w:fill="auto"/>
          </w:tcPr>
          <w:p w14:paraId="5FD9D425" w14:textId="77777777" w:rsidR="006854BD" w:rsidRPr="00F54F45" w:rsidRDefault="006854BD" w:rsidP="006854BD">
            <w:pPr>
              <w:spacing w:before="40" w:after="120"/>
              <w:ind w:right="113"/>
            </w:pPr>
          </w:p>
        </w:tc>
        <w:tc>
          <w:tcPr>
            <w:tcW w:w="2996" w:type="dxa"/>
            <w:tcBorders>
              <w:top w:val="single" w:sz="12" w:space="0" w:color="auto"/>
            </w:tcBorders>
            <w:shd w:val="clear" w:color="auto" w:fill="auto"/>
          </w:tcPr>
          <w:p w14:paraId="42AC8980" w14:textId="77777777" w:rsidR="006854BD" w:rsidRPr="00F54F45" w:rsidRDefault="006854BD" w:rsidP="006854BD">
            <w:pPr>
              <w:spacing w:before="40" w:after="120"/>
              <w:ind w:right="113"/>
            </w:pPr>
          </w:p>
        </w:tc>
        <w:tc>
          <w:tcPr>
            <w:tcW w:w="3023" w:type="dxa"/>
            <w:tcBorders>
              <w:top w:val="single" w:sz="12" w:space="0" w:color="auto"/>
            </w:tcBorders>
            <w:shd w:val="clear" w:color="auto" w:fill="auto"/>
          </w:tcPr>
          <w:p w14:paraId="7023C937" w14:textId="77777777" w:rsidR="006854BD" w:rsidRPr="00F54F45" w:rsidRDefault="006854BD" w:rsidP="006854BD">
            <w:pPr>
              <w:spacing w:before="40" w:after="120"/>
              <w:ind w:right="113"/>
            </w:pPr>
          </w:p>
        </w:tc>
        <w:tc>
          <w:tcPr>
            <w:tcW w:w="1338" w:type="dxa"/>
            <w:tcBorders>
              <w:top w:val="single" w:sz="12" w:space="0" w:color="auto"/>
            </w:tcBorders>
            <w:shd w:val="clear" w:color="auto" w:fill="auto"/>
          </w:tcPr>
          <w:p w14:paraId="27EB3B64" w14:textId="77777777" w:rsidR="006854BD" w:rsidRPr="00F54F45" w:rsidRDefault="006854BD" w:rsidP="009E64AB">
            <w:pPr>
              <w:spacing w:before="40" w:after="120"/>
            </w:pPr>
          </w:p>
        </w:tc>
      </w:tr>
      <w:tr w:rsidR="006854BD" w:rsidRPr="00F54F45" w14:paraId="5BC5FAAD" w14:textId="77777777" w:rsidTr="007429BE">
        <w:tc>
          <w:tcPr>
            <w:tcW w:w="2282" w:type="dxa"/>
            <w:vMerge w:val="restart"/>
            <w:shd w:val="clear" w:color="auto" w:fill="auto"/>
          </w:tcPr>
          <w:p w14:paraId="1C9EDB05" w14:textId="77777777" w:rsidR="006854BD" w:rsidRPr="00F54F45" w:rsidRDefault="006854BD" w:rsidP="007429BE">
            <w:pPr>
              <w:spacing w:before="40" w:after="120"/>
              <w:ind w:right="113"/>
            </w:pPr>
            <w:r w:rsidRPr="00F54F45">
              <w:t>Prescriptions d</w:t>
            </w:r>
            <w:r w:rsidR="00056C17" w:rsidRPr="00F54F45">
              <w:t>’</w:t>
            </w:r>
            <w:r w:rsidRPr="00F54F45">
              <w:t>efficacité en matière d</w:t>
            </w:r>
            <w:r w:rsidR="00056C17" w:rsidRPr="00F54F45">
              <w:t>’</w:t>
            </w:r>
            <w:r w:rsidRPr="00F54F45">
              <w:t>environnement et de propulsion des véhicules de la catégorie L</w:t>
            </w:r>
            <w:r w:rsidR="007429BE" w:rsidRPr="00F54F45">
              <w:br/>
            </w:r>
            <w:r w:rsidRPr="00F54F45">
              <w:t>(EPPR) (groupe)</w:t>
            </w:r>
          </w:p>
        </w:tc>
        <w:tc>
          <w:tcPr>
            <w:tcW w:w="2996" w:type="dxa"/>
            <w:shd w:val="clear" w:color="auto" w:fill="auto"/>
          </w:tcPr>
          <w:p w14:paraId="15451853" w14:textId="77777777" w:rsidR="006854BD" w:rsidRPr="00F54F45" w:rsidRDefault="006854BD" w:rsidP="006854BD">
            <w:pPr>
              <w:spacing w:before="40" w:after="120"/>
              <w:ind w:right="113"/>
              <w:rPr>
                <w:lang w:val="es-ES"/>
              </w:rPr>
            </w:pPr>
            <w:r w:rsidRPr="00F54F45">
              <w:rPr>
                <w:lang w:val="es-ES"/>
              </w:rPr>
              <w:t xml:space="preserve">Adolfo </w:t>
            </w:r>
            <w:proofErr w:type="spellStart"/>
            <w:r w:rsidRPr="00F54F45">
              <w:rPr>
                <w:lang w:val="es-ES"/>
              </w:rPr>
              <w:t>Perujo</w:t>
            </w:r>
            <w:proofErr w:type="spellEnd"/>
            <w:r w:rsidRPr="00F54F45">
              <w:rPr>
                <w:lang w:val="es-ES"/>
              </w:rPr>
              <w:t>, Adolfo.PERUJO@ec.europa.eu</w:t>
            </w:r>
          </w:p>
        </w:tc>
        <w:tc>
          <w:tcPr>
            <w:tcW w:w="3023" w:type="dxa"/>
            <w:shd w:val="clear" w:color="auto" w:fill="auto"/>
          </w:tcPr>
          <w:p w14:paraId="16C2E2E6" w14:textId="77777777" w:rsidR="006854BD" w:rsidRPr="00F54F45" w:rsidRDefault="006854BD" w:rsidP="006854BD">
            <w:pPr>
              <w:spacing w:before="40" w:after="120"/>
              <w:ind w:right="113"/>
              <w:rPr>
                <w:lang w:val="en-GB"/>
              </w:rPr>
            </w:pPr>
            <w:r w:rsidRPr="00F54F45">
              <w:rPr>
                <w:lang w:val="en-GB"/>
              </w:rPr>
              <w:t xml:space="preserve">Daniela </w:t>
            </w:r>
            <w:proofErr w:type="spellStart"/>
            <w:r w:rsidRPr="00F54F45">
              <w:rPr>
                <w:lang w:val="en-GB"/>
              </w:rPr>
              <w:t>Leveratto</w:t>
            </w:r>
            <w:proofErr w:type="spellEnd"/>
            <w:r w:rsidRPr="00F54F45">
              <w:rPr>
                <w:lang w:val="en-GB"/>
              </w:rPr>
              <w:t>, d.leveratto@immamotorcycles.org</w:t>
            </w:r>
          </w:p>
        </w:tc>
        <w:tc>
          <w:tcPr>
            <w:tcW w:w="1338" w:type="dxa"/>
            <w:shd w:val="clear" w:color="auto" w:fill="auto"/>
          </w:tcPr>
          <w:p w14:paraId="4D87549D" w14:textId="77777777" w:rsidR="006854BD" w:rsidRPr="00F54F45" w:rsidRDefault="005B6180" w:rsidP="009E64AB">
            <w:pPr>
              <w:spacing w:before="40" w:after="120"/>
            </w:pPr>
            <w:r w:rsidRPr="00F54F45">
              <w:t>D</w:t>
            </w:r>
            <w:r w:rsidR="006854BD" w:rsidRPr="00F54F45">
              <w:t>écembre 2020</w:t>
            </w:r>
          </w:p>
        </w:tc>
      </w:tr>
      <w:tr w:rsidR="006854BD" w:rsidRPr="00F54F45" w14:paraId="64264606" w14:textId="77777777" w:rsidTr="00447731">
        <w:tc>
          <w:tcPr>
            <w:tcW w:w="2282" w:type="dxa"/>
            <w:vMerge/>
            <w:tcBorders>
              <w:bottom w:val="single" w:sz="4" w:space="0" w:color="auto"/>
            </w:tcBorders>
            <w:shd w:val="clear" w:color="auto" w:fill="auto"/>
          </w:tcPr>
          <w:p w14:paraId="552EB169" w14:textId="77777777" w:rsidR="006854BD" w:rsidRPr="00F54F45" w:rsidRDefault="006854BD" w:rsidP="006854BD">
            <w:pPr>
              <w:spacing w:before="40" w:after="120"/>
              <w:ind w:right="113"/>
              <w:rPr>
                <w:lang w:eastAsia="en-GB"/>
              </w:rPr>
            </w:pPr>
          </w:p>
        </w:tc>
        <w:tc>
          <w:tcPr>
            <w:tcW w:w="2996" w:type="dxa"/>
            <w:tcBorders>
              <w:bottom w:val="single" w:sz="4" w:space="0" w:color="auto"/>
            </w:tcBorders>
            <w:shd w:val="clear" w:color="auto" w:fill="auto"/>
          </w:tcPr>
          <w:p w14:paraId="7B58FEEE" w14:textId="77777777" w:rsidR="006854BD" w:rsidRPr="00F54F45" w:rsidRDefault="006854BD" w:rsidP="006854BD">
            <w:pPr>
              <w:spacing w:before="40" w:after="120"/>
              <w:ind w:right="113"/>
            </w:pPr>
          </w:p>
        </w:tc>
        <w:tc>
          <w:tcPr>
            <w:tcW w:w="3023" w:type="dxa"/>
            <w:tcBorders>
              <w:bottom w:val="single" w:sz="4" w:space="0" w:color="auto"/>
            </w:tcBorders>
            <w:shd w:val="clear" w:color="auto" w:fill="auto"/>
          </w:tcPr>
          <w:p w14:paraId="2038DEFC" w14:textId="77777777" w:rsidR="006854BD" w:rsidRPr="00F54F45" w:rsidRDefault="006854BD" w:rsidP="006854BD">
            <w:pPr>
              <w:spacing w:before="40" w:after="120"/>
              <w:ind w:right="113"/>
              <w:rPr>
                <w:szCs w:val="18"/>
                <w:lang w:val="en-GB"/>
              </w:rPr>
            </w:pPr>
            <w:r w:rsidRPr="00F54F45">
              <w:rPr>
                <w:lang w:val="en-GB"/>
              </w:rPr>
              <w:t xml:space="preserve">Hardik </w:t>
            </w:r>
            <w:proofErr w:type="spellStart"/>
            <w:r w:rsidRPr="00F54F45">
              <w:rPr>
                <w:lang w:val="en-GB"/>
              </w:rPr>
              <w:t>Makhija</w:t>
            </w:r>
            <w:proofErr w:type="spellEnd"/>
            <w:r w:rsidRPr="00F54F45">
              <w:rPr>
                <w:lang w:val="en-GB"/>
              </w:rPr>
              <w:t>,</w:t>
            </w:r>
            <w:r w:rsidR="00447731">
              <w:rPr>
                <w:lang w:val="en-GB"/>
              </w:rPr>
              <w:br/>
            </w:r>
            <w:r w:rsidRPr="00F54F45">
              <w:rPr>
                <w:lang w:val="en-GB"/>
              </w:rPr>
              <w:t>hardik@siam.in</w:t>
            </w:r>
          </w:p>
        </w:tc>
        <w:tc>
          <w:tcPr>
            <w:tcW w:w="1338" w:type="dxa"/>
            <w:tcBorders>
              <w:bottom w:val="single" w:sz="4" w:space="0" w:color="auto"/>
            </w:tcBorders>
            <w:shd w:val="clear" w:color="auto" w:fill="auto"/>
          </w:tcPr>
          <w:p w14:paraId="40CF1A07" w14:textId="77777777" w:rsidR="006854BD" w:rsidRPr="00F54F45" w:rsidRDefault="006854BD" w:rsidP="009E64AB">
            <w:pPr>
              <w:spacing w:before="40" w:after="120"/>
              <w:rPr>
                <w:lang w:val="en-GB" w:eastAsia="en-GB"/>
              </w:rPr>
            </w:pPr>
          </w:p>
        </w:tc>
      </w:tr>
      <w:tr w:rsidR="006854BD" w:rsidRPr="00F54F45" w14:paraId="6881B7A7" w14:textId="77777777" w:rsidTr="00447731">
        <w:tc>
          <w:tcPr>
            <w:tcW w:w="2282" w:type="dxa"/>
            <w:vMerge w:val="restart"/>
            <w:tcBorders>
              <w:top w:val="single" w:sz="4" w:space="0" w:color="auto"/>
            </w:tcBorders>
            <w:shd w:val="clear" w:color="auto" w:fill="auto"/>
          </w:tcPr>
          <w:p w14:paraId="2B5938F6" w14:textId="77777777" w:rsidR="006854BD" w:rsidRPr="00F54F45" w:rsidRDefault="006854BD" w:rsidP="006854BD">
            <w:pPr>
              <w:spacing w:before="40" w:after="120"/>
              <w:ind w:right="113"/>
            </w:pPr>
            <w:r w:rsidRPr="00F54F45">
              <w:t xml:space="preserve">Véhicules électriques et environnement (EVE) (groupe) </w:t>
            </w:r>
          </w:p>
        </w:tc>
        <w:tc>
          <w:tcPr>
            <w:tcW w:w="2996" w:type="dxa"/>
            <w:tcBorders>
              <w:top w:val="single" w:sz="4" w:space="0" w:color="auto"/>
            </w:tcBorders>
            <w:shd w:val="clear" w:color="auto" w:fill="auto"/>
          </w:tcPr>
          <w:p w14:paraId="18EAF49C" w14:textId="77777777" w:rsidR="006854BD" w:rsidRPr="00F54F45" w:rsidRDefault="006854BD" w:rsidP="006854BD">
            <w:pPr>
              <w:spacing w:before="40" w:after="120"/>
              <w:ind w:right="113"/>
              <w:rPr>
                <w:lang w:val="es-ES"/>
              </w:rPr>
            </w:pPr>
            <w:r w:rsidRPr="00F54F45">
              <w:rPr>
                <w:lang w:val="es-ES"/>
              </w:rPr>
              <w:t xml:space="preserve">Michael </w:t>
            </w:r>
            <w:proofErr w:type="spellStart"/>
            <w:r w:rsidRPr="00F54F45">
              <w:rPr>
                <w:lang w:val="es-ES"/>
              </w:rPr>
              <w:t>Olechiw</w:t>
            </w:r>
            <w:proofErr w:type="spellEnd"/>
            <w:r w:rsidRPr="00F54F45">
              <w:rPr>
                <w:lang w:val="es-ES"/>
              </w:rPr>
              <w:t>, Olechiw.Michael@epamail.epa.gov</w:t>
            </w:r>
          </w:p>
        </w:tc>
        <w:tc>
          <w:tcPr>
            <w:tcW w:w="3023" w:type="dxa"/>
            <w:tcBorders>
              <w:top w:val="single" w:sz="4" w:space="0" w:color="auto"/>
            </w:tcBorders>
            <w:shd w:val="clear" w:color="auto" w:fill="auto"/>
          </w:tcPr>
          <w:p w14:paraId="08B6C3D7" w14:textId="77777777" w:rsidR="006854BD" w:rsidRPr="00F54F45" w:rsidRDefault="006854BD" w:rsidP="006854BD">
            <w:pPr>
              <w:spacing w:before="40" w:after="120"/>
              <w:ind w:right="113"/>
              <w:rPr>
                <w:lang w:val="en-GB"/>
              </w:rPr>
            </w:pPr>
            <w:r w:rsidRPr="00F54F45">
              <w:rPr>
                <w:lang w:val="en-GB"/>
              </w:rPr>
              <w:t xml:space="preserve">Andrew </w:t>
            </w:r>
            <w:proofErr w:type="spellStart"/>
            <w:r w:rsidRPr="00F54F45">
              <w:rPr>
                <w:lang w:val="en-GB"/>
              </w:rPr>
              <w:t>Giallonardo</w:t>
            </w:r>
            <w:proofErr w:type="spellEnd"/>
            <w:r w:rsidRPr="00F54F45">
              <w:rPr>
                <w:lang w:val="en-GB"/>
              </w:rPr>
              <w:t>, Andrew.Giallonardo@canada.ca</w:t>
            </w:r>
          </w:p>
        </w:tc>
        <w:tc>
          <w:tcPr>
            <w:tcW w:w="1338" w:type="dxa"/>
            <w:tcBorders>
              <w:top w:val="single" w:sz="4" w:space="0" w:color="auto"/>
            </w:tcBorders>
            <w:shd w:val="clear" w:color="auto" w:fill="auto"/>
          </w:tcPr>
          <w:p w14:paraId="6683C74D" w14:textId="77777777" w:rsidR="006854BD" w:rsidRPr="00F54F45" w:rsidRDefault="005B6180" w:rsidP="009E64AB">
            <w:pPr>
              <w:spacing w:before="40" w:after="120"/>
            </w:pPr>
            <w:r w:rsidRPr="00F54F45">
              <w:t>J</w:t>
            </w:r>
            <w:r w:rsidR="006854BD" w:rsidRPr="00F54F45">
              <w:t>uin 2021</w:t>
            </w:r>
          </w:p>
        </w:tc>
      </w:tr>
      <w:tr w:rsidR="006854BD" w:rsidRPr="00F54F45" w14:paraId="5A542244" w14:textId="77777777" w:rsidTr="007429BE">
        <w:tc>
          <w:tcPr>
            <w:tcW w:w="2282" w:type="dxa"/>
            <w:vMerge/>
            <w:shd w:val="clear" w:color="auto" w:fill="auto"/>
          </w:tcPr>
          <w:p w14:paraId="536F63F9" w14:textId="77777777" w:rsidR="006854BD" w:rsidRPr="00F54F45" w:rsidRDefault="006854BD" w:rsidP="006854BD">
            <w:pPr>
              <w:spacing w:before="40" w:after="120"/>
              <w:ind w:right="113"/>
              <w:rPr>
                <w:lang w:eastAsia="en-GB"/>
              </w:rPr>
            </w:pPr>
          </w:p>
        </w:tc>
        <w:tc>
          <w:tcPr>
            <w:tcW w:w="2996" w:type="dxa"/>
            <w:shd w:val="clear" w:color="auto" w:fill="auto"/>
          </w:tcPr>
          <w:p w14:paraId="735B2D48" w14:textId="77777777" w:rsidR="006854BD" w:rsidRPr="00F54F45" w:rsidRDefault="006854BD" w:rsidP="006854BD">
            <w:pPr>
              <w:spacing w:before="40" w:after="120"/>
              <w:ind w:right="113"/>
            </w:pPr>
            <w:r w:rsidRPr="00F54F45">
              <w:t xml:space="preserve">Chen </w:t>
            </w:r>
            <w:proofErr w:type="spellStart"/>
            <w:r w:rsidRPr="00F54F45">
              <w:t>Chunmei</w:t>
            </w:r>
            <w:proofErr w:type="spellEnd"/>
            <w:r w:rsidRPr="00F54F45">
              <w:t xml:space="preserve"> (Vice-Président), chencm@miit.gov.cn</w:t>
            </w:r>
          </w:p>
        </w:tc>
        <w:tc>
          <w:tcPr>
            <w:tcW w:w="3023" w:type="dxa"/>
            <w:shd w:val="clear" w:color="auto" w:fill="auto"/>
          </w:tcPr>
          <w:p w14:paraId="0BE51D98" w14:textId="77777777" w:rsidR="006854BD" w:rsidRPr="00F54F45" w:rsidRDefault="006854BD" w:rsidP="006854BD">
            <w:pPr>
              <w:spacing w:before="40" w:after="120"/>
              <w:ind w:right="113"/>
              <w:rPr>
                <w:lang w:eastAsia="en-GB"/>
              </w:rPr>
            </w:pPr>
          </w:p>
        </w:tc>
        <w:tc>
          <w:tcPr>
            <w:tcW w:w="1338" w:type="dxa"/>
            <w:shd w:val="clear" w:color="auto" w:fill="auto"/>
          </w:tcPr>
          <w:p w14:paraId="6FACFC33" w14:textId="77777777" w:rsidR="006854BD" w:rsidRPr="00F54F45" w:rsidRDefault="006854BD" w:rsidP="009E64AB">
            <w:pPr>
              <w:spacing w:before="40" w:after="120"/>
              <w:rPr>
                <w:lang w:eastAsia="en-GB"/>
              </w:rPr>
            </w:pPr>
          </w:p>
        </w:tc>
      </w:tr>
      <w:tr w:rsidR="006854BD" w:rsidRPr="00F54F45" w14:paraId="6359A3EB" w14:textId="77777777" w:rsidTr="00C40E94">
        <w:tc>
          <w:tcPr>
            <w:tcW w:w="2282" w:type="dxa"/>
            <w:vMerge/>
            <w:tcBorders>
              <w:bottom w:val="single" w:sz="4" w:space="0" w:color="auto"/>
            </w:tcBorders>
            <w:shd w:val="clear" w:color="auto" w:fill="auto"/>
          </w:tcPr>
          <w:p w14:paraId="68B380B7" w14:textId="77777777" w:rsidR="006854BD" w:rsidRPr="00F54F45" w:rsidRDefault="006854BD" w:rsidP="006854BD">
            <w:pPr>
              <w:spacing w:before="40" w:after="120"/>
              <w:ind w:right="113"/>
              <w:rPr>
                <w:lang w:eastAsia="en-GB"/>
              </w:rPr>
            </w:pPr>
          </w:p>
        </w:tc>
        <w:tc>
          <w:tcPr>
            <w:tcW w:w="2996" w:type="dxa"/>
            <w:tcBorders>
              <w:bottom w:val="single" w:sz="4" w:space="0" w:color="auto"/>
            </w:tcBorders>
            <w:shd w:val="clear" w:color="auto" w:fill="auto"/>
          </w:tcPr>
          <w:p w14:paraId="495DC98B" w14:textId="77777777" w:rsidR="006854BD" w:rsidRPr="00F54F45" w:rsidRDefault="006854BD" w:rsidP="006854BD">
            <w:pPr>
              <w:spacing w:before="40" w:after="120"/>
              <w:ind w:right="113"/>
            </w:pPr>
            <w:proofErr w:type="spellStart"/>
            <w:r w:rsidRPr="00F54F45">
              <w:t>Kazuyuki</w:t>
            </w:r>
            <w:proofErr w:type="spellEnd"/>
            <w:r w:rsidRPr="00F54F45">
              <w:t xml:space="preserve"> </w:t>
            </w:r>
            <w:proofErr w:type="spellStart"/>
            <w:r w:rsidRPr="00F54F45">
              <w:t>Narusawa</w:t>
            </w:r>
            <w:proofErr w:type="spellEnd"/>
            <w:r w:rsidRPr="00F54F45">
              <w:t xml:space="preserve"> </w:t>
            </w:r>
            <w:r w:rsidR="00447C78" w:rsidRPr="00F54F45">
              <w:br/>
            </w:r>
            <w:r w:rsidRPr="00F54F45">
              <w:t>(Vice-Président)</w:t>
            </w:r>
            <w:r w:rsidR="00BC56C4">
              <w:t>,</w:t>
            </w:r>
            <w:r w:rsidRPr="00F54F45">
              <w:t xml:space="preserve"> narusawa@ntsel.go.jp</w:t>
            </w:r>
          </w:p>
        </w:tc>
        <w:tc>
          <w:tcPr>
            <w:tcW w:w="3023" w:type="dxa"/>
            <w:tcBorders>
              <w:bottom w:val="single" w:sz="4" w:space="0" w:color="auto"/>
            </w:tcBorders>
            <w:shd w:val="clear" w:color="auto" w:fill="auto"/>
          </w:tcPr>
          <w:p w14:paraId="2E09A3E7" w14:textId="77777777" w:rsidR="006854BD" w:rsidRPr="00F54F45" w:rsidRDefault="006854BD" w:rsidP="006854BD">
            <w:pPr>
              <w:spacing w:before="40" w:after="120"/>
              <w:ind w:right="113"/>
              <w:rPr>
                <w:lang w:eastAsia="en-GB"/>
              </w:rPr>
            </w:pPr>
            <w:r w:rsidRPr="00F54F45">
              <w:rPr>
                <w:lang w:eastAsia="en-GB"/>
              </w:rPr>
              <w:t> </w:t>
            </w:r>
          </w:p>
        </w:tc>
        <w:tc>
          <w:tcPr>
            <w:tcW w:w="1338" w:type="dxa"/>
            <w:tcBorders>
              <w:bottom w:val="single" w:sz="4" w:space="0" w:color="auto"/>
            </w:tcBorders>
            <w:shd w:val="clear" w:color="auto" w:fill="auto"/>
          </w:tcPr>
          <w:p w14:paraId="42E1968E" w14:textId="77777777" w:rsidR="006854BD" w:rsidRPr="00F54F45" w:rsidRDefault="006854BD" w:rsidP="009E64AB">
            <w:pPr>
              <w:spacing w:before="40" w:after="120"/>
              <w:rPr>
                <w:lang w:eastAsia="en-GB"/>
              </w:rPr>
            </w:pPr>
            <w:r w:rsidRPr="00F54F45">
              <w:rPr>
                <w:lang w:eastAsia="en-GB"/>
              </w:rPr>
              <w:t> </w:t>
            </w:r>
          </w:p>
        </w:tc>
      </w:tr>
      <w:tr w:rsidR="006854BD" w:rsidRPr="00F54F45" w14:paraId="2B30F363" w14:textId="77777777" w:rsidTr="00C40E94">
        <w:tc>
          <w:tcPr>
            <w:tcW w:w="2282" w:type="dxa"/>
            <w:tcBorders>
              <w:top w:val="single" w:sz="4" w:space="0" w:color="auto"/>
              <w:bottom w:val="single" w:sz="4" w:space="0" w:color="auto"/>
            </w:tcBorders>
            <w:shd w:val="clear" w:color="auto" w:fill="auto"/>
          </w:tcPr>
          <w:p w14:paraId="00F26284" w14:textId="77777777" w:rsidR="006854BD" w:rsidRPr="00F54F45" w:rsidRDefault="006854BD" w:rsidP="006854BD">
            <w:pPr>
              <w:spacing w:before="40" w:after="120"/>
              <w:ind w:right="113"/>
            </w:pPr>
            <w:r w:rsidRPr="00F54F45">
              <w:t>Programme de mesure des particules (PMP) (groupe)</w:t>
            </w:r>
          </w:p>
        </w:tc>
        <w:tc>
          <w:tcPr>
            <w:tcW w:w="2996" w:type="dxa"/>
            <w:tcBorders>
              <w:top w:val="single" w:sz="4" w:space="0" w:color="auto"/>
              <w:bottom w:val="single" w:sz="4" w:space="0" w:color="auto"/>
            </w:tcBorders>
            <w:shd w:val="clear" w:color="auto" w:fill="auto"/>
          </w:tcPr>
          <w:p w14:paraId="6DBA03E5" w14:textId="77777777" w:rsidR="006854BD" w:rsidRPr="00F54F45" w:rsidRDefault="006854BD" w:rsidP="006854BD">
            <w:pPr>
              <w:spacing w:before="40" w:after="120"/>
              <w:ind w:right="113"/>
              <w:rPr>
                <w:lang w:val="en-GB"/>
              </w:rPr>
            </w:pPr>
            <w:r w:rsidRPr="00F54F45">
              <w:rPr>
                <w:lang w:val="en-GB"/>
              </w:rPr>
              <w:t>Giorgio Martini, giorgio.martini@ec.europa.eu</w:t>
            </w:r>
          </w:p>
        </w:tc>
        <w:tc>
          <w:tcPr>
            <w:tcW w:w="3023" w:type="dxa"/>
            <w:tcBorders>
              <w:top w:val="single" w:sz="4" w:space="0" w:color="auto"/>
              <w:bottom w:val="single" w:sz="4" w:space="0" w:color="auto"/>
            </w:tcBorders>
            <w:shd w:val="clear" w:color="auto" w:fill="auto"/>
          </w:tcPr>
          <w:p w14:paraId="14344CE6" w14:textId="77777777" w:rsidR="006854BD" w:rsidRPr="00F54F45" w:rsidRDefault="006854BD" w:rsidP="006854BD">
            <w:pPr>
              <w:spacing w:before="40" w:after="120"/>
              <w:ind w:right="113"/>
            </w:pPr>
            <w:r w:rsidRPr="00F54F45">
              <w:t>Rainer Vogt</w:t>
            </w:r>
            <w:r w:rsidR="00C40E94">
              <w:t>,</w:t>
            </w:r>
            <w:r w:rsidR="00C40E94">
              <w:br/>
            </w:r>
            <w:r w:rsidRPr="00F54F45">
              <w:t>rvogt@ford.com</w:t>
            </w:r>
          </w:p>
        </w:tc>
        <w:tc>
          <w:tcPr>
            <w:tcW w:w="1338" w:type="dxa"/>
            <w:tcBorders>
              <w:top w:val="single" w:sz="4" w:space="0" w:color="auto"/>
              <w:bottom w:val="single" w:sz="4" w:space="0" w:color="auto"/>
            </w:tcBorders>
            <w:shd w:val="clear" w:color="auto" w:fill="auto"/>
          </w:tcPr>
          <w:p w14:paraId="3576D75E" w14:textId="77777777" w:rsidR="006854BD" w:rsidRPr="00F54F45" w:rsidRDefault="005B6180" w:rsidP="009E64AB">
            <w:pPr>
              <w:spacing w:before="40" w:after="120"/>
            </w:pPr>
            <w:r w:rsidRPr="00F54F45">
              <w:t>J</w:t>
            </w:r>
            <w:r w:rsidR="006854BD" w:rsidRPr="00F54F45">
              <w:t>uin 2021</w:t>
            </w:r>
          </w:p>
        </w:tc>
      </w:tr>
      <w:tr w:rsidR="006854BD" w:rsidRPr="00F54F45" w14:paraId="1B733A4D" w14:textId="77777777" w:rsidTr="00C40E94">
        <w:tc>
          <w:tcPr>
            <w:tcW w:w="2282" w:type="dxa"/>
            <w:tcBorders>
              <w:top w:val="single" w:sz="4" w:space="0" w:color="auto"/>
              <w:bottom w:val="single" w:sz="4" w:space="0" w:color="auto"/>
            </w:tcBorders>
            <w:shd w:val="clear" w:color="auto" w:fill="auto"/>
          </w:tcPr>
          <w:p w14:paraId="0FF5E653" w14:textId="77777777" w:rsidR="006854BD" w:rsidRPr="00F54F45" w:rsidRDefault="006854BD" w:rsidP="006854BD">
            <w:pPr>
              <w:spacing w:before="40" w:after="120"/>
              <w:ind w:right="113"/>
            </w:pPr>
            <w:r w:rsidRPr="00F54F45">
              <w:t>Qualité de l</w:t>
            </w:r>
            <w:r w:rsidR="00056C17" w:rsidRPr="00F54F45">
              <w:t>’</w:t>
            </w:r>
            <w:r w:rsidRPr="00F54F45">
              <w:t>air à l</w:t>
            </w:r>
            <w:r w:rsidR="00056C17" w:rsidRPr="00F54F45">
              <w:t>’</w:t>
            </w:r>
            <w:r w:rsidRPr="00F54F45">
              <w:t>intérieur des véhicules (VIAQ)</w:t>
            </w:r>
          </w:p>
        </w:tc>
        <w:tc>
          <w:tcPr>
            <w:tcW w:w="2996" w:type="dxa"/>
            <w:tcBorders>
              <w:top w:val="single" w:sz="4" w:space="0" w:color="auto"/>
              <w:bottom w:val="single" w:sz="4" w:space="0" w:color="auto"/>
            </w:tcBorders>
            <w:shd w:val="clear" w:color="auto" w:fill="auto"/>
          </w:tcPr>
          <w:p w14:paraId="6791AAF5" w14:textId="77777777" w:rsidR="006854BD" w:rsidRPr="00F54F45" w:rsidRDefault="006854BD" w:rsidP="006854BD">
            <w:pPr>
              <w:spacing w:before="40" w:after="120"/>
              <w:ind w:right="113"/>
              <w:rPr>
                <w:szCs w:val="18"/>
              </w:rPr>
            </w:pPr>
            <w:r w:rsidRPr="00F54F45">
              <w:t xml:space="preserve">Andrey </w:t>
            </w:r>
            <w:proofErr w:type="spellStart"/>
            <w:r w:rsidRPr="00F54F45">
              <w:t>Kozlov</w:t>
            </w:r>
            <w:proofErr w:type="spellEnd"/>
            <w:r w:rsidRPr="00F54F45">
              <w:t>,</w:t>
            </w:r>
            <w:r w:rsidR="00266F79" w:rsidRPr="00F54F45">
              <w:br/>
            </w:r>
            <w:hyperlink r:id="rId9" w:history="1">
              <w:r w:rsidRPr="00F54F45">
                <w:t>a.kozlov@nami.ru</w:t>
              </w:r>
            </w:hyperlink>
          </w:p>
          <w:p w14:paraId="5A586AAB" w14:textId="77777777" w:rsidR="006854BD" w:rsidRPr="00F54F45" w:rsidRDefault="006854BD" w:rsidP="006854BD">
            <w:pPr>
              <w:spacing w:before="40" w:after="120"/>
              <w:ind w:right="113"/>
              <w:rPr>
                <w:szCs w:val="18"/>
              </w:rPr>
            </w:pPr>
            <w:r w:rsidRPr="00F54F45">
              <w:t xml:space="preserve">Jong </w:t>
            </w:r>
            <w:proofErr w:type="spellStart"/>
            <w:r w:rsidRPr="00F54F45">
              <w:t>Soon</w:t>
            </w:r>
            <w:proofErr w:type="spellEnd"/>
            <w:r w:rsidRPr="00F54F45">
              <w:t xml:space="preserve"> Lim (Vice-Président), jongsoon@ts2020.kr</w:t>
            </w:r>
          </w:p>
        </w:tc>
        <w:tc>
          <w:tcPr>
            <w:tcW w:w="3023" w:type="dxa"/>
            <w:tcBorders>
              <w:top w:val="single" w:sz="4" w:space="0" w:color="auto"/>
              <w:bottom w:val="single" w:sz="4" w:space="0" w:color="auto"/>
            </w:tcBorders>
            <w:shd w:val="clear" w:color="auto" w:fill="auto"/>
            <w:noWrap/>
          </w:tcPr>
          <w:p w14:paraId="0D011105" w14:textId="77777777" w:rsidR="006854BD" w:rsidRPr="00F54F45" w:rsidRDefault="006854BD" w:rsidP="005B6180">
            <w:pPr>
              <w:spacing w:before="40" w:after="120"/>
              <w:ind w:right="113"/>
            </w:pPr>
            <w:r w:rsidRPr="00F54F45">
              <w:t xml:space="preserve">Mark </w:t>
            </w:r>
            <w:proofErr w:type="spellStart"/>
            <w:r w:rsidRPr="00F54F45">
              <w:t>Polster</w:t>
            </w:r>
            <w:proofErr w:type="spellEnd"/>
            <w:r w:rsidR="00BC56C4">
              <w:t>,</w:t>
            </w:r>
            <w:r w:rsidR="005B6180" w:rsidRPr="00F54F45">
              <w:br/>
            </w:r>
            <w:r w:rsidRPr="00F54F45">
              <w:t>mpolster@ford.com</w:t>
            </w:r>
          </w:p>
        </w:tc>
        <w:tc>
          <w:tcPr>
            <w:tcW w:w="1338" w:type="dxa"/>
            <w:tcBorders>
              <w:top w:val="single" w:sz="4" w:space="0" w:color="auto"/>
              <w:bottom w:val="single" w:sz="4" w:space="0" w:color="auto"/>
            </w:tcBorders>
            <w:shd w:val="clear" w:color="auto" w:fill="auto"/>
          </w:tcPr>
          <w:p w14:paraId="7CF699B2" w14:textId="77777777" w:rsidR="006854BD" w:rsidRPr="00F54F45" w:rsidRDefault="006854BD" w:rsidP="009E64AB">
            <w:pPr>
              <w:spacing w:before="40" w:after="120"/>
            </w:pPr>
            <w:r w:rsidRPr="00F54F45">
              <w:t>Novembre 2020</w:t>
            </w:r>
          </w:p>
        </w:tc>
      </w:tr>
      <w:tr w:rsidR="006854BD" w:rsidRPr="00F54F45" w14:paraId="04FEADE6" w14:textId="77777777" w:rsidTr="00C40E94">
        <w:tc>
          <w:tcPr>
            <w:tcW w:w="2282" w:type="dxa"/>
            <w:tcBorders>
              <w:top w:val="single" w:sz="4" w:space="0" w:color="auto"/>
              <w:bottom w:val="single" w:sz="4" w:space="0" w:color="auto"/>
            </w:tcBorders>
            <w:shd w:val="clear" w:color="auto" w:fill="auto"/>
          </w:tcPr>
          <w:p w14:paraId="2E906089" w14:textId="77777777" w:rsidR="006854BD" w:rsidRPr="00F54F45" w:rsidRDefault="006854BD" w:rsidP="006854BD">
            <w:pPr>
              <w:spacing w:before="40" w:after="120"/>
              <w:ind w:right="113"/>
            </w:pPr>
            <w:r w:rsidRPr="00F54F45">
              <w:t>Procédure d</w:t>
            </w:r>
            <w:r w:rsidR="00056C17" w:rsidRPr="00F54F45">
              <w:t>’</w:t>
            </w:r>
            <w:r w:rsidRPr="00F54F45">
              <w:t>essai mondiale harmonisée pour les voitures particulières et les véhicules utilitaires légers (WLTP) − Phase 2 (groupe)</w:t>
            </w:r>
          </w:p>
        </w:tc>
        <w:tc>
          <w:tcPr>
            <w:tcW w:w="2996" w:type="dxa"/>
            <w:tcBorders>
              <w:top w:val="single" w:sz="4" w:space="0" w:color="auto"/>
              <w:bottom w:val="single" w:sz="4" w:space="0" w:color="auto"/>
            </w:tcBorders>
            <w:shd w:val="clear" w:color="auto" w:fill="auto"/>
          </w:tcPr>
          <w:p w14:paraId="73D422F6" w14:textId="77777777" w:rsidR="006854BD" w:rsidRPr="00F54F45" w:rsidRDefault="006854BD" w:rsidP="006854BD">
            <w:pPr>
              <w:spacing w:before="40" w:after="120"/>
              <w:ind w:right="113"/>
              <w:rPr>
                <w:lang w:val="es-ES"/>
              </w:rPr>
            </w:pPr>
            <w:proofErr w:type="spellStart"/>
            <w:r w:rsidRPr="00F54F45">
              <w:rPr>
                <w:lang w:val="es-ES"/>
              </w:rPr>
              <w:t>Robertus</w:t>
            </w:r>
            <w:proofErr w:type="spellEnd"/>
            <w:r w:rsidRPr="00F54F45">
              <w:rPr>
                <w:lang w:val="es-ES"/>
              </w:rPr>
              <w:t xml:space="preserve"> </w:t>
            </w:r>
            <w:proofErr w:type="spellStart"/>
            <w:r w:rsidRPr="00F54F45">
              <w:rPr>
                <w:lang w:val="es-ES"/>
              </w:rPr>
              <w:t>Cuelenaere</w:t>
            </w:r>
            <w:proofErr w:type="spellEnd"/>
            <w:r w:rsidRPr="00F54F45">
              <w:rPr>
                <w:lang w:val="es-ES"/>
              </w:rPr>
              <w:t>, rob.cuelenaere@tno.nl</w:t>
            </w:r>
          </w:p>
          <w:p w14:paraId="2C4E243D" w14:textId="77777777" w:rsidR="006854BD" w:rsidRPr="00F54F45" w:rsidRDefault="006854BD" w:rsidP="006854BD">
            <w:pPr>
              <w:spacing w:before="40" w:after="120"/>
              <w:ind w:right="113"/>
              <w:rPr>
                <w:szCs w:val="18"/>
              </w:rPr>
            </w:pPr>
            <w:r w:rsidRPr="00F54F45">
              <w:t xml:space="preserve">Daisuke </w:t>
            </w:r>
            <w:proofErr w:type="spellStart"/>
            <w:r w:rsidRPr="00F54F45">
              <w:t>Kawano</w:t>
            </w:r>
            <w:proofErr w:type="spellEnd"/>
            <w:r w:rsidRPr="00F54F45">
              <w:t xml:space="preserve"> (Vice-Président), kawano@ntsel.go.jp</w:t>
            </w:r>
          </w:p>
        </w:tc>
        <w:tc>
          <w:tcPr>
            <w:tcW w:w="3023" w:type="dxa"/>
            <w:tcBorders>
              <w:top w:val="single" w:sz="4" w:space="0" w:color="auto"/>
              <w:bottom w:val="single" w:sz="4" w:space="0" w:color="auto"/>
            </w:tcBorders>
            <w:shd w:val="clear" w:color="auto" w:fill="auto"/>
            <w:noWrap/>
          </w:tcPr>
          <w:p w14:paraId="4CD10F27" w14:textId="77777777" w:rsidR="006854BD" w:rsidRPr="00F54F45" w:rsidRDefault="006854BD" w:rsidP="006854BD">
            <w:pPr>
              <w:spacing w:before="40" w:after="120"/>
              <w:ind w:right="113"/>
              <w:rPr>
                <w:spacing w:val="-4"/>
              </w:rPr>
            </w:pPr>
            <w:proofErr w:type="spellStart"/>
            <w:r w:rsidRPr="00F54F45">
              <w:t>Noriyuki</w:t>
            </w:r>
            <w:proofErr w:type="spellEnd"/>
            <w:r w:rsidRPr="00F54F45">
              <w:t xml:space="preserve"> Ichikawa</w:t>
            </w:r>
            <w:r w:rsidR="005B6180" w:rsidRPr="00F54F45">
              <w:br/>
            </w:r>
            <w:r w:rsidRPr="00F54F45">
              <w:t xml:space="preserve">(Secrétaire technique adjoint), </w:t>
            </w:r>
            <w:r w:rsidRPr="00F54F45">
              <w:rPr>
                <w:spacing w:val="-4"/>
              </w:rPr>
              <w:t>noriyuki_ichikawa@mail.toyota.co.jp</w:t>
            </w:r>
          </w:p>
          <w:p w14:paraId="0B3F2097" w14:textId="77777777" w:rsidR="006854BD" w:rsidRPr="00F54F45" w:rsidRDefault="006854BD" w:rsidP="006854BD">
            <w:pPr>
              <w:spacing w:before="40" w:after="120"/>
              <w:ind w:right="113"/>
            </w:pPr>
            <w:r w:rsidRPr="00F54F45">
              <w:t>Markus Bergmann</w:t>
            </w:r>
            <w:r w:rsidR="005B6180" w:rsidRPr="00F54F45">
              <w:br/>
            </w:r>
            <w:r w:rsidRPr="00F54F45">
              <w:t>(Secrétaire technique adjoint), markus.bergmann@audi.de</w:t>
            </w:r>
          </w:p>
        </w:tc>
        <w:tc>
          <w:tcPr>
            <w:tcW w:w="1338" w:type="dxa"/>
            <w:tcBorders>
              <w:top w:val="single" w:sz="4" w:space="0" w:color="auto"/>
              <w:bottom w:val="single" w:sz="4" w:space="0" w:color="auto"/>
            </w:tcBorders>
            <w:shd w:val="clear" w:color="auto" w:fill="auto"/>
          </w:tcPr>
          <w:p w14:paraId="0FD1F708" w14:textId="77777777" w:rsidR="006854BD" w:rsidRPr="00F54F45" w:rsidRDefault="005B6180" w:rsidP="009E64AB">
            <w:pPr>
              <w:spacing w:before="40" w:after="120"/>
            </w:pPr>
            <w:r w:rsidRPr="00F54F45">
              <w:t>J</w:t>
            </w:r>
            <w:r w:rsidR="006854BD" w:rsidRPr="00F54F45">
              <w:t>uin 2020</w:t>
            </w:r>
          </w:p>
        </w:tc>
      </w:tr>
      <w:tr w:rsidR="00CC7E76" w:rsidRPr="00F54F45" w14:paraId="0245827D" w14:textId="77777777" w:rsidTr="00C40E94">
        <w:tc>
          <w:tcPr>
            <w:tcW w:w="2282" w:type="dxa"/>
            <w:tcBorders>
              <w:top w:val="single" w:sz="4" w:space="0" w:color="auto"/>
              <w:bottom w:val="single" w:sz="12" w:space="0" w:color="auto"/>
            </w:tcBorders>
            <w:shd w:val="clear" w:color="auto" w:fill="auto"/>
          </w:tcPr>
          <w:p w14:paraId="396208AD" w14:textId="77777777" w:rsidR="00CC7E76" w:rsidRPr="00F54F45" w:rsidRDefault="00CC7E76" w:rsidP="00056C17">
            <w:pPr>
              <w:spacing w:before="40" w:after="120"/>
              <w:ind w:right="113"/>
            </w:pPr>
            <w:r w:rsidRPr="00F54F45">
              <w:t>Émissions en conduite réelle au niveau mondial (RDE) (groupe)</w:t>
            </w:r>
          </w:p>
        </w:tc>
        <w:tc>
          <w:tcPr>
            <w:tcW w:w="2996" w:type="dxa"/>
            <w:tcBorders>
              <w:top w:val="single" w:sz="4" w:space="0" w:color="auto"/>
              <w:bottom w:val="single" w:sz="12" w:space="0" w:color="auto"/>
            </w:tcBorders>
            <w:shd w:val="clear" w:color="auto" w:fill="auto"/>
          </w:tcPr>
          <w:p w14:paraId="00F3B090" w14:textId="77777777" w:rsidR="00CC7E76" w:rsidRPr="00F54F45" w:rsidRDefault="00CC7E76" w:rsidP="00056C17">
            <w:pPr>
              <w:spacing w:before="40" w:after="120"/>
              <w:ind w:right="113"/>
              <w:rPr>
                <w:lang w:val="es-ES"/>
              </w:rPr>
            </w:pPr>
            <w:proofErr w:type="spellStart"/>
            <w:r w:rsidRPr="00F54F45">
              <w:rPr>
                <w:lang w:val="es-ES"/>
              </w:rPr>
              <w:t>Panagiota</w:t>
            </w:r>
            <w:proofErr w:type="spellEnd"/>
            <w:r w:rsidRPr="00F54F45">
              <w:rPr>
                <w:lang w:val="es-ES"/>
              </w:rPr>
              <w:t xml:space="preserve"> </w:t>
            </w:r>
            <w:proofErr w:type="spellStart"/>
            <w:r w:rsidRPr="00F54F45">
              <w:rPr>
                <w:lang w:val="es-ES"/>
              </w:rPr>
              <w:t>Dilara</w:t>
            </w:r>
            <w:proofErr w:type="spellEnd"/>
            <w:r w:rsidRPr="00F54F45">
              <w:rPr>
                <w:lang w:val="es-ES"/>
              </w:rPr>
              <w:t>, Panagiota.DILARA@ec.europa.eu</w:t>
            </w:r>
          </w:p>
          <w:p w14:paraId="1FC94461" w14:textId="77777777" w:rsidR="00CC7E76" w:rsidRPr="00F54F45" w:rsidRDefault="00CC7E76" w:rsidP="00056C17">
            <w:pPr>
              <w:spacing w:before="40" w:after="120"/>
              <w:ind w:right="113"/>
              <w:rPr>
                <w:szCs w:val="18"/>
              </w:rPr>
            </w:pPr>
            <w:proofErr w:type="spellStart"/>
            <w:r w:rsidRPr="00F54F45">
              <w:t>Yoshiaki</w:t>
            </w:r>
            <w:proofErr w:type="spellEnd"/>
            <w:r w:rsidRPr="00F54F45">
              <w:t xml:space="preserve"> </w:t>
            </w:r>
            <w:proofErr w:type="spellStart"/>
            <w:r w:rsidRPr="00F54F45">
              <w:t>Kono</w:t>
            </w:r>
            <w:proofErr w:type="spellEnd"/>
            <w:r w:rsidRPr="00F54F45">
              <w:t xml:space="preserve"> (Vice-Président), kohno-y2jc@mlit.go.jp</w:t>
            </w:r>
          </w:p>
          <w:p w14:paraId="0750FC55" w14:textId="77777777" w:rsidR="00CC7E76" w:rsidRPr="00F54F45" w:rsidRDefault="00CC7E76" w:rsidP="00056C17">
            <w:pPr>
              <w:spacing w:before="40" w:after="120"/>
              <w:ind w:right="113"/>
            </w:pPr>
            <w:proofErr w:type="spellStart"/>
            <w:r w:rsidRPr="00F54F45">
              <w:t>Junhong</w:t>
            </w:r>
            <w:proofErr w:type="spellEnd"/>
            <w:r w:rsidRPr="00F54F45">
              <w:t xml:space="preserve"> Park (Vice-Président) pjhy98@korea.kr</w:t>
            </w:r>
          </w:p>
        </w:tc>
        <w:tc>
          <w:tcPr>
            <w:tcW w:w="3023" w:type="dxa"/>
            <w:tcBorders>
              <w:top w:val="single" w:sz="4" w:space="0" w:color="auto"/>
              <w:bottom w:val="single" w:sz="12" w:space="0" w:color="auto"/>
            </w:tcBorders>
            <w:shd w:val="clear" w:color="auto" w:fill="auto"/>
          </w:tcPr>
          <w:p w14:paraId="48ED059C" w14:textId="77777777" w:rsidR="00CC7E76" w:rsidRPr="00F54F45" w:rsidRDefault="00CC7E76" w:rsidP="00056C17">
            <w:pPr>
              <w:spacing w:before="40" w:after="120"/>
              <w:ind w:right="113"/>
              <w:rPr>
                <w:spacing w:val="-4"/>
              </w:rPr>
            </w:pPr>
            <w:proofErr w:type="spellStart"/>
            <w:r w:rsidRPr="00F54F45">
              <w:t>Noriyuki</w:t>
            </w:r>
            <w:proofErr w:type="spellEnd"/>
            <w:r w:rsidRPr="00F54F45">
              <w:t xml:space="preserve"> Ichikawa </w:t>
            </w:r>
            <w:r w:rsidR="005B6180" w:rsidRPr="00F54F45">
              <w:br/>
            </w:r>
            <w:r w:rsidRPr="00F54F45">
              <w:t xml:space="preserve">(Secrétaire technique adjoint), </w:t>
            </w:r>
            <w:r w:rsidRPr="00F54F45">
              <w:rPr>
                <w:spacing w:val="-4"/>
              </w:rPr>
              <w:t>noriyuki_ichikawa@mail.toyota.co.jp</w:t>
            </w:r>
          </w:p>
          <w:p w14:paraId="47FD00C2" w14:textId="77777777" w:rsidR="00CC7E76" w:rsidRPr="00F54F45" w:rsidRDefault="00CC7E76" w:rsidP="00056C17">
            <w:pPr>
              <w:spacing w:before="40" w:after="120"/>
              <w:ind w:right="113"/>
              <w:rPr>
                <w:szCs w:val="18"/>
                <w:lang w:eastAsia="en-GB"/>
              </w:rPr>
            </w:pPr>
            <w:r w:rsidRPr="00F54F45">
              <w:t xml:space="preserve">Pablo Mendoza </w:t>
            </w:r>
            <w:proofErr w:type="spellStart"/>
            <w:r w:rsidRPr="00F54F45">
              <w:t>Villafuerte</w:t>
            </w:r>
            <w:proofErr w:type="spellEnd"/>
            <w:r w:rsidRPr="00F54F45">
              <w:t xml:space="preserve"> (Secrétaire technique adjoint), </w:t>
            </w:r>
            <w:proofErr w:type="spellStart"/>
            <w:r w:rsidRPr="00F54F45">
              <w:t>pablo.mendoza-villafuerte</w:t>
            </w:r>
            <w:proofErr w:type="spellEnd"/>
            <w:r w:rsidRPr="00F54F45">
              <w:t>@</w:t>
            </w:r>
            <w:r w:rsidR="00BC56C4">
              <w:br/>
            </w:r>
            <w:r w:rsidRPr="00F54F45">
              <w:t>cnhind.com</w:t>
            </w:r>
          </w:p>
        </w:tc>
        <w:tc>
          <w:tcPr>
            <w:tcW w:w="1338" w:type="dxa"/>
            <w:tcBorders>
              <w:top w:val="single" w:sz="4" w:space="0" w:color="auto"/>
              <w:bottom w:val="single" w:sz="12" w:space="0" w:color="auto"/>
            </w:tcBorders>
            <w:shd w:val="clear" w:color="auto" w:fill="auto"/>
          </w:tcPr>
          <w:p w14:paraId="5012F4C8" w14:textId="77777777" w:rsidR="00CC7E76" w:rsidRPr="00F54F45" w:rsidRDefault="005B6180" w:rsidP="00056C17">
            <w:pPr>
              <w:spacing w:before="40" w:after="120"/>
            </w:pPr>
            <w:r w:rsidRPr="00F54F45">
              <w:t>J</w:t>
            </w:r>
            <w:r w:rsidR="00CC7E76" w:rsidRPr="00F54F45">
              <w:t>anvier 2021</w:t>
            </w:r>
          </w:p>
        </w:tc>
      </w:tr>
    </w:tbl>
    <w:p w14:paraId="3FABA31E" w14:textId="77777777" w:rsidR="00C43BC8" w:rsidRPr="00F54F45" w:rsidRDefault="00C43BC8" w:rsidP="003913D2">
      <w:pPr>
        <w:pStyle w:val="HChG"/>
        <w:spacing w:before="0"/>
      </w:pPr>
      <w:r w:rsidRPr="00F54F45">
        <w:br w:type="page"/>
      </w:r>
      <w:r w:rsidRPr="00F54F45">
        <w:lastRenderedPageBreak/>
        <w:t>Annexe IV</w:t>
      </w:r>
    </w:p>
    <w:p w14:paraId="369D8819" w14:textId="77777777" w:rsidR="00C43BC8" w:rsidRPr="00F54F45" w:rsidRDefault="00C43BC8" w:rsidP="00C43BC8">
      <w:pPr>
        <w:pStyle w:val="HChG"/>
      </w:pPr>
      <w:r w:rsidRPr="00F54F45">
        <w:tab/>
      </w:r>
      <w:r w:rsidRPr="00F54F45">
        <w:tab/>
        <w:t>Amendements</w:t>
      </w:r>
      <w:r w:rsidR="006620B8">
        <w:t xml:space="preserve"> </w:t>
      </w:r>
      <w:r w:rsidRPr="00F54F45">
        <w:t>au document ECE/TRANS/WP.29/GRPE/2019/10</w:t>
      </w:r>
      <w:r w:rsidR="005D2199" w:rsidRPr="00F54F45">
        <w:br/>
      </w:r>
      <w:r w:rsidRPr="00F54F45">
        <w:t>qui ont été adoptés</w:t>
      </w:r>
    </w:p>
    <w:p w14:paraId="547AFB86" w14:textId="77777777" w:rsidR="00C43BC8" w:rsidRPr="00F54F45" w:rsidRDefault="00C43BC8" w:rsidP="005D2199">
      <w:pPr>
        <w:pStyle w:val="H23G"/>
      </w:pPr>
      <w:r w:rsidRPr="00F54F45">
        <w:tab/>
      </w:r>
      <w:r w:rsidRPr="00F54F45">
        <w:tab/>
        <w:t>Amendements adoptés sur la base des amendements proposés au cours de la session (voir par.</w:t>
      </w:r>
      <w:r w:rsidR="00FD58C9" w:rsidRPr="00F54F45">
        <w:t> </w:t>
      </w:r>
      <w:r w:rsidRPr="00F54F45">
        <w:t>32)</w:t>
      </w:r>
    </w:p>
    <w:p w14:paraId="0D1038B9" w14:textId="77777777" w:rsidR="00C43BC8" w:rsidRPr="00F54F45" w:rsidRDefault="00C43BC8" w:rsidP="005D2199">
      <w:pPr>
        <w:pStyle w:val="H1G"/>
      </w:pPr>
      <w:r w:rsidRPr="00F54F45">
        <w:tab/>
      </w:r>
      <w:r w:rsidRPr="00F54F45">
        <w:tab/>
        <w:t xml:space="preserve">Proposition de complément au Règlement ONU </w:t>
      </w:r>
      <w:r w:rsidR="00D02889" w:rsidRPr="00F54F45">
        <w:rPr>
          <w:rFonts w:eastAsia="MS Mincho"/>
          <w:szCs w:val="22"/>
        </w:rPr>
        <w:t>n</w:t>
      </w:r>
      <w:r w:rsidR="00D02889" w:rsidRPr="00F54F45">
        <w:rPr>
          <w:rFonts w:eastAsia="MS Mincho"/>
          <w:szCs w:val="22"/>
          <w:vertAlign w:val="superscript"/>
        </w:rPr>
        <w:t>o</w:t>
      </w:r>
      <w:r w:rsidR="00D02889" w:rsidRPr="00F54F45">
        <w:t> </w:t>
      </w:r>
      <w:r w:rsidRPr="00F54F45">
        <w:t>115</w:t>
      </w:r>
    </w:p>
    <w:p w14:paraId="425CBA0B" w14:textId="77777777" w:rsidR="00C43BC8" w:rsidRPr="00F54F45" w:rsidRDefault="003913D2" w:rsidP="003913D2">
      <w:pPr>
        <w:pStyle w:val="HChG"/>
      </w:pPr>
      <w:r w:rsidRPr="00F54F45">
        <w:tab/>
      </w:r>
      <w:r w:rsidR="00C43BC8" w:rsidRPr="00F54F45">
        <w:t>I.</w:t>
      </w:r>
      <w:r w:rsidR="00C43BC8" w:rsidRPr="00F54F45">
        <w:tab/>
        <w:t>Proposition</w:t>
      </w:r>
    </w:p>
    <w:p w14:paraId="7A5A119B" w14:textId="77777777" w:rsidR="00C43BC8" w:rsidRPr="00F54F45" w:rsidRDefault="00C43BC8" w:rsidP="00FD58C9">
      <w:pPr>
        <w:pStyle w:val="SingleTxtG"/>
      </w:pPr>
      <w:r w:rsidRPr="00F54F45">
        <w:rPr>
          <w:i/>
        </w:rPr>
        <w:t>Ajouter le nouveau paragraphe 2.5.1.4</w:t>
      </w:r>
      <w:r w:rsidRPr="00F54F45">
        <w:t>, libellé comme suit</w:t>
      </w:r>
      <w:r w:rsidR="00FD58C9" w:rsidRPr="00F54F45">
        <w:t> </w:t>
      </w:r>
      <w:r w:rsidRPr="00F54F45">
        <w:t>:</w:t>
      </w:r>
    </w:p>
    <w:p w14:paraId="6C6270CD" w14:textId="77777777" w:rsidR="00C43BC8" w:rsidRPr="00F54F45" w:rsidRDefault="00C43BC8" w:rsidP="00FD58C9">
      <w:pPr>
        <w:pStyle w:val="SingleTxtG"/>
        <w:ind w:left="2268" w:hanging="1134"/>
      </w:pPr>
      <w:r w:rsidRPr="00F54F45">
        <w:t>« 2.5.1.4</w:t>
      </w:r>
      <w:r w:rsidRPr="00F54F45">
        <w:tab/>
        <w:t>En ce qui concerne la prescription énoncée au paragraphe</w:t>
      </w:r>
      <w:r w:rsidR="00FD58C9" w:rsidRPr="00F54F45">
        <w:t> </w:t>
      </w:r>
      <w:r w:rsidRPr="00F54F45">
        <w:t>2.5.1.1</w:t>
      </w:r>
      <w:r w:rsidR="00FD58C9" w:rsidRPr="00F54F45">
        <w:t> </w:t>
      </w:r>
      <w:r w:rsidRPr="00F54F45">
        <w:t>e), l</w:t>
      </w:r>
      <w:r w:rsidR="00056C17" w:rsidRPr="00F54F45">
        <w:t>’</w:t>
      </w:r>
      <w:r w:rsidRPr="00F54F45">
        <w:t xml:space="preserve">appartenance à la même famille </w:t>
      </w:r>
      <w:r w:rsidRPr="004C70B2">
        <w:rPr>
          <w:b/>
        </w:rPr>
        <w:t xml:space="preserve">du </w:t>
      </w:r>
      <w:r w:rsidRPr="00F54F45">
        <w:rPr>
          <w:b/>
          <w:bCs/>
        </w:rPr>
        <w:t>véhicule équipé du système d</w:t>
      </w:r>
      <w:r w:rsidR="00056C17" w:rsidRPr="00F54F45">
        <w:rPr>
          <w:b/>
          <w:bCs/>
        </w:rPr>
        <w:t>’</w:t>
      </w:r>
      <w:r w:rsidRPr="00F54F45">
        <w:rPr>
          <w:b/>
          <w:bCs/>
        </w:rPr>
        <w:t>adaptation, applicable uniquement aux fins du présent Règlement,</w:t>
      </w:r>
      <w:r w:rsidRPr="00F54F45">
        <w:t xml:space="preserve"> est jugée valable pour les véhicules à essence à injection directe et à injection indirecte sous réserve que toutes les conditions suivantes soient remplies :</w:t>
      </w:r>
    </w:p>
    <w:p w14:paraId="178E4E4E" w14:textId="77777777" w:rsidR="00C43BC8" w:rsidRPr="00F54F45" w:rsidRDefault="00C43BC8" w:rsidP="00F07E59">
      <w:pPr>
        <w:pStyle w:val="SingleTxtG"/>
        <w:ind w:left="2268"/>
      </w:pPr>
      <w:r w:rsidRPr="00F54F45">
        <w:t>- Le système d</w:t>
      </w:r>
      <w:r w:rsidR="00056C17" w:rsidRPr="00F54F45">
        <w:t>’</w:t>
      </w:r>
      <w:r w:rsidRPr="00F54F45">
        <w:t>adaptation est un système d</w:t>
      </w:r>
      <w:r w:rsidR="00056C17" w:rsidRPr="00F54F45">
        <w:t>’</w:t>
      </w:r>
      <w:r w:rsidRPr="00F54F45">
        <w:t>adaptation de la gestion selon la définition donnée au paragraphe 2.1.5 ;</w:t>
      </w:r>
    </w:p>
    <w:p w14:paraId="495EB41E" w14:textId="77777777" w:rsidR="00C43BC8" w:rsidRPr="00F54F45" w:rsidRDefault="00C43BC8" w:rsidP="00F07E59">
      <w:pPr>
        <w:pStyle w:val="SingleTxtG"/>
        <w:ind w:left="2268"/>
      </w:pPr>
      <w:r w:rsidRPr="00F54F45">
        <w:t>- Le système d</w:t>
      </w:r>
      <w:r w:rsidR="00056C17" w:rsidRPr="00F54F45">
        <w:t>’</w:t>
      </w:r>
      <w:r w:rsidRPr="00F54F45">
        <w:t>adaptation fonctionne en mode d</w:t>
      </w:r>
      <w:r w:rsidR="00056C17" w:rsidRPr="00F54F45">
        <w:t>’</w:t>
      </w:r>
      <w:r w:rsidRPr="00F54F45">
        <w:t>injection indirecte sur les véhicules à essence à injection directe ;</w:t>
      </w:r>
    </w:p>
    <w:p w14:paraId="5130BC10" w14:textId="77777777" w:rsidR="00C43BC8" w:rsidRPr="00F54F45" w:rsidRDefault="00C43BC8" w:rsidP="00F07E59">
      <w:pPr>
        <w:pStyle w:val="SingleTxtG"/>
        <w:ind w:left="2268"/>
      </w:pPr>
      <w:r w:rsidRPr="00F54F45">
        <w:t>- Au moins un véhicule à essence à injection directe a été soumis à des essais en tant que véhicule de base selon la définition donnée au paragraphe 2.5. »</w:t>
      </w:r>
      <w:r w:rsidR="00F409A6" w:rsidRPr="00F54F45">
        <w:t>.</w:t>
      </w:r>
    </w:p>
    <w:p w14:paraId="55AB917F" w14:textId="77777777" w:rsidR="00C43BC8" w:rsidRPr="00F54F45" w:rsidRDefault="00C43BC8" w:rsidP="00FD58C9">
      <w:pPr>
        <w:pStyle w:val="SingleTxtG"/>
      </w:pPr>
      <w:r w:rsidRPr="00F54F45">
        <w:rPr>
          <w:i/>
        </w:rPr>
        <w:t>L</w:t>
      </w:r>
      <w:r w:rsidR="00056C17" w:rsidRPr="00F54F45">
        <w:rPr>
          <w:i/>
        </w:rPr>
        <w:t>’</w:t>
      </w:r>
      <w:r w:rsidRPr="00F54F45">
        <w:rPr>
          <w:i/>
        </w:rPr>
        <w:t>ancien paragraphe 2.5.1.4 devient le paragraphe 2.5.1.5</w:t>
      </w:r>
      <w:r w:rsidRPr="00F54F45">
        <w:t>.</w:t>
      </w:r>
    </w:p>
    <w:p w14:paraId="31F98D41" w14:textId="77777777" w:rsidR="00C43BC8" w:rsidRPr="00F54F45" w:rsidRDefault="00C43BC8" w:rsidP="00FD58C9">
      <w:pPr>
        <w:pStyle w:val="SingleTxtG"/>
      </w:pPr>
      <w:r w:rsidRPr="00F54F45">
        <w:rPr>
          <w:i/>
        </w:rPr>
        <w:t>Paragraphe 2.5.1.5</w:t>
      </w:r>
      <w:r w:rsidRPr="00F54F45">
        <w:t>, lire :</w:t>
      </w:r>
    </w:p>
    <w:p w14:paraId="4DACC177" w14:textId="77777777" w:rsidR="00C43BC8" w:rsidRPr="00F54F45" w:rsidRDefault="00C43BC8" w:rsidP="00FC7B62">
      <w:pPr>
        <w:pStyle w:val="SingleTxtG"/>
        <w:ind w:left="2268" w:hanging="1134"/>
      </w:pPr>
      <w:r w:rsidRPr="00F54F45">
        <w:t>2.5.1.5</w:t>
      </w:r>
      <w:r w:rsidRPr="00F54F45">
        <w:tab/>
        <w:t>En ce qui concerne la prescription énoncée au paragraphe 2.5.1.1</w:t>
      </w:r>
      <w:r w:rsidR="00FC7B62" w:rsidRPr="00F54F45">
        <w:t> </w:t>
      </w:r>
      <w:r w:rsidRPr="00F54F45">
        <w:t>f), dans le cas d</w:t>
      </w:r>
      <w:r w:rsidR="00056C17" w:rsidRPr="00F54F45">
        <w:t>’</w:t>
      </w:r>
      <w:r w:rsidRPr="00F54F45">
        <w:t>un système d</w:t>
      </w:r>
      <w:r w:rsidR="00056C17" w:rsidRPr="00F54F45">
        <w:t>’</w:t>
      </w:r>
      <w:r w:rsidRPr="00F54F45">
        <w:t>adaptation de la gestion, tel qu</w:t>
      </w:r>
      <w:r w:rsidR="00056C17" w:rsidRPr="00F54F45">
        <w:t>’</w:t>
      </w:r>
      <w:r w:rsidRPr="00F54F45">
        <w:t>il est défini au paragraphe</w:t>
      </w:r>
      <w:r w:rsidR="00F92115" w:rsidRPr="00F54F45">
        <w:t> </w:t>
      </w:r>
      <w:r w:rsidRPr="00F54F45">
        <w:t>2.1</w:t>
      </w:r>
      <w:r w:rsidRPr="007011D7">
        <w:rPr>
          <w:b/>
        </w:rPr>
        <w:t>.</w:t>
      </w:r>
      <w:r w:rsidRPr="00F54F45">
        <w:rPr>
          <w:b/>
          <w:bCs/>
        </w:rPr>
        <w:t>5</w:t>
      </w:r>
      <w:r w:rsidRPr="00F54F45">
        <w:t>, l</w:t>
      </w:r>
      <w:r w:rsidR="00056C17" w:rsidRPr="00F54F45">
        <w:t>’</w:t>
      </w:r>
      <w:r w:rsidRPr="00F54F45">
        <w:t xml:space="preserve">appartenance à la même famille </w:t>
      </w:r>
      <w:r w:rsidRPr="00F54F45">
        <w:rPr>
          <w:b/>
          <w:bCs/>
        </w:rPr>
        <w:t>du véhicule équipé du système d</w:t>
      </w:r>
      <w:r w:rsidR="00056C17" w:rsidRPr="00F54F45">
        <w:rPr>
          <w:b/>
          <w:bCs/>
        </w:rPr>
        <w:t>’</w:t>
      </w:r>
      <w:r w:rsidRPr="00F54F45">
        <w:rPr>
          <w:b/>
          <w:bCs/>
        </w:rPr>
        <w:t>adaptation,</w:t>
      </w:r>
      <w:r w:rsidRPr="00F54F45">
        <w:t xml:space="preserve"> </w:t>
      </w:r>
      <w:r w:rsidRPr="00F54F45">
        <w:rPr>
          <w:b/>
          <w:bCs/>
        </w:rPr>
        <w:t xml:space="preserve">applicable uniquement aux fins du présent Règlement, </w:t>
      </w:r>
      <w:r w:rsidRPr="00F54F45">
        <w:t>est considérée comme reconnue qu</w:t>
      </w:r>
      <w:r w:rsidR="00056C17" w:rsidRPr="00F54F45">
        <w:t>’</w:t>
      </w:r>
      <w:r w:rsidRPr="00F54F45">
        <w:t>il y ait ou non injection d</w:t>
      </w:r>
      <w:r w:rsidR="00056C17" w:rsidRPr="00F54F45">
        <w:t>’</w:t>
      </w:r>
      <w:r w:rsidRPr="00F54F45">
        <w:t>air ou recyclage des gaz d</w:t>
      </w:r>
      <w:r w:rsidR="00056C17" w:rsidRPr="00F54F45">
        <w:t>’</w:t>
      </w:r>
      <w:r w:rsidRPr="00F54F45">
        <w:t>échappement.</w:t>
      </w:r>
    </w:p>
    <w:p w14:paraId="7786DDAD" w14:textId="77777777" w:rsidR="00C43BC8" w:rsidRPr="00F54F45" w:rsidRDefault="00FC7B62" w:rsidP="00FC7B62">
      <w:pPr>
        <w:pStyle w:val="HChG"/>
      </w:pPr>
      <w:r w:rsidRPr="00F54F45">
        <w:tab/>
      </w:r>
      <w:r w:rsidR="00C43BC8" w:rsidRPr="00F54F45">
        <w:t>II.</w:t>
      </w:r>
      <w:r w:rsidR="00C43BC8" w:rsidRPr="00F54F45">
        <w:tab/>
        <w:t>Justification</w:t>
      </w:r>
    </w:p>
    <w:p w14:paraId="0BF321D3" w14:textId="77777777" w:rsidR="00C43BC8" w:rsidRPr="00F54F45" w:rsidRDefault="00C43BC8" w:rsidP="00FC7B62">
      <w:pPr>
        <w:pStyle w:val="SingleTxtG"/>
        <w:ind w:firstLine="567"/>
      </w:pPr>
      <w:r w:rsidRPr="00F54F45">
        <w:t xml:space="preserve">La présente proposition vise à modifier le Règlement ONU </w:t>
      </w:r>
      <w:r w:rsidR="00FC7B62" w:rsidRPr="00F54F45">
        <w:rPr>
          <w:rFonts w:eastAsia="MS Mincho"/>
          <w:szCs w:val="22"/>
        </w:rPr>
        <w:t>n</w:t>
      </w:r>
      <w:r w:rsidR="00FC7B62" w:rsidRPr="00F54F45">
        <w:rPr>
          <w:rFonts w:eastAsia="MS Mincho"/>
          <w:szCs w:val="22"/>
          <w:vertAlign w:val="superscript"/>
        </w:rPr>
        <w:t>o</w:t>
      </w:r>
      <w:r w:rsidR="00FC7B62" w:rsidRPr="00F54F45">
        <w:t> </w:t>
      </w:r>
      <w:r w:rsidRPr="00F54F45">
        <w:t>115 afin d</w:t>
      </w:r>
      <w:r w:rsidR="00056C17" w:rsidRPr="00F54F45">
        <w:t>’</w:t>
      </w:r>
      <w:r w:rsidRPr="00F54F45">
        <w:t>énoncer les conditions que doivent remplir les véhicules à injection directe et à injection indirecte pour être considérés comme des véhicules appartenant à la même famille de véhicules. Les véhicules à essence à injection directe qui fonctionnent en mode d</w:t>
      </w:r>
      <w:r w:rsidR="00056C17" w:rsidRPr="00F54F45">
        <w:t>’</w:t>
      </w:r>
      <w:r w:rsidRPr="00F54F45">
        <w:t>injection indirecte devraient être répertoriés dans la même famille que les véhicules à essence à injection indirecte car la technologie d</w:t>
      </w:r>
      <w:r w:rsidR="00056C17" w:rsidRPr="00F54F45">
        <w:t>’</w:t>
      </w:r>
      <w:r w:rsidRPr="00F54F45">
        <w:t>injection appliquée est la même, et dans la mesure où au moins un véhicule de ce type a été soumis à des essais en tant que véhicule de base conformément aux prescriptions du présent Règlement.</w:t>
      </w:r>
    </w:p>
    <w:p w14:paraId="09654564" w14:textId="77777777" w:rsidR="009A636A" w:rsidRPr="00F54F45" w:rsidRDefault="00C43BC8" w:rsidP="00FC7B62">
      <w:pPr>
        <w:pStyle w:val="SingleTxtG"/>
        <w:ind w:firstLine="567"/>
        <w:rPr>
          <w:b/>
        </w:rPr>
      </w:pPr>
      <w:r w:rsidRPr="00F54F45">
        <w:rPr>
          <w:b/>
        </w:rPr>
        <w:t>Cette proposition n</w:t>
      </w:r>
      <w:r w:rsidR="00056C17" w:rsidRPr="00F54F45">
        <w:rPr>
          <w:b/>
        </w:rPr>
        <w:t>’</w:t>
      </w:r>
      <w:r w:rsidRPr="00F54F45">
        <w:rPr>
          <w:b/>
        </w:rPr>
        <w:t>a aucune incidence sur les limites d</w:t>
      </w:r>
      <w:r w:rsidR="00056C17" w:rsidRPr="00F54F45">
        <w:rPr>
          <w:b/>
        </w:rPr>
        <w:t>’</w:t>
      </w:r>
      <w:r w:rsidRPr="00F54F45">
        <w:rPr>
          <w:b/>
        </w:rPr>
        <w:t>émissions qui restent celles du véhicule de base.</w:t>
      </w:r>
    </w:p>
    <w:p w14:paraId="0D23C77A" w14:textId="77777777" w:rsidR="00877C6D" w:rsidRPr="00F54F45" w:rsidRDefault="00877C6D" w:rsidP="00877C6D">
      <w:pPr>
        <w:pStyle w:val="HChG"/>
        <w:spacing w:before="0"/>
      </w:pPr>
      <w:r w:rsidRPr="00F54F45">
        <w:br w:type="page"/>
      </w:r>
      <w:r w:rsidRPr="00F54F45">
        <w:lastRenderedPageBreak/>
        <w:t>Annexe V</w:t>
      </w:r>
    </w:p>
    <w:p w14:paraId="30A84500" w14:textId="77777777" w:rsidR="00877C6D" w:rsidRPr="00F54F45" w:rsidRDefault="00877C6D" w:rsidP="00877C6D">
      <w:pPr>
        <w:pStyle w:val="HChG"/>
      </w:pPr>
      <w:r w:rsidRPr="00F54F45">
        <w:tab/>
      </w:r>
      <w:r w:rsidRPr="00F54F45">
        <w:tab/>
        <w:t>Amendements au document ECE/TRANS/WP.29/GRPE/2019/11</w:t>
      </w:r>
      <w:r w:rsidRPr="00F54F45">
        <w:br/>
        <w:t>qui ont été adoptés</w:t>
      </w:r>
    </w:p>
    <w:p w14:paraId="426BD4E3" w14:textId="77777777" w:rsidR="00877C6D" w:rsidRPr="00F54F45" w:rsidRDefault="00877C6D" w:rsidP="00877C6D">
      <w:pPr>
        <w:pStyle w:val="H23G"/>
      </w:pPr>
      <w:r w:rsidRPr="00F54F45">
        <w:tab/>
      </w:r>
      <w:r w:rsidRPr="00F54F45">
        <w:tab/>
        <w:t>Amendements adoptés sur la base du document GRPE-78-27-Rev.1 (voir par. 34)</w:t>
      </w:r>
    </w:p>
    <w:p w14:paraId="3DD2D1AC" w14:textId="77777777" w:rsidR="00877C6D" w:rsidRPr="00F54F45" w:rsidRDefault="00877C6D" w:rsidP="00877C6D">
      <w:pPr>
        <w:pStyle w:val="H1G"/>
      </w:pPr>
      <w:r w:rsidRPr="00F54F45">
        <w:tab/>
      </w:r>
      <w:r w:rsidRPr="00F54F45">
        <w:tab/>
        <w:t xml:space="preserve">Nouveau complément au Règlement ONU </w:t>
      </w:r>
      <w:r w:rsidRPr="00F54F45">
        <w:rPr>
          <w:rFonts w:eastAsia="MS Mincho"/>
          <w:szCs w:val="22"/>
        </w:rPr>
        <w:t>n</w:t>
      </w:r>
      <w:r w:rsidRPr="00F54F45">
        <w:rPr>
          <w:rFonts w:eastAsia="MS Mincho"/>
          <w:szCs w:val="22"/>
          <w:vertAlign w:val="superscript"/>
        </w:rPr>
        <w:t>o</w:t>
      </w:r>
      <w:r w:rsidRPr="00F54F45">
        <w:t> 85</w:t>
      </w:r>
    </w:p>
    <w:p w14:paraId="5BC278B7" w14:textId="77777777" w:rsidR="00877C6D" w:rsidRPr="00F54F45" w:rsidRDefault="00877C6D" w:rsidP="00877C6D">
      <w:pPr>
        <w:pStyle w:val="HChG"/>
      </w:pPr>
      <w:r w:rsidRPr="00F54F45">
        <w:tab/>
        <w:t>I.</w:t>
      </w:r>
      <w:r w:rsidRPr="00F54F45">
        <w:tab/>
        <w:t>Proposition</w:t>
      </w:r>
    </w:p>
    <w:p w14:paraId="4E9DFE63" w14:textId="77777777" w:rsidR="00877C6D" w:rsidRPr="00F54F45" w:rsidRDefault="00877C6D" w:rsidP="000101CF">
      <w:pPr>
        <w:pStyle w:val="SingleTxtG"/>
      </w:pPr>
      <w:r w:rsidRPr="00F54F45">
        <w:rPr>
          <w:i/>
        </w:rPr>
        <w:t>Annexe 5, tableau 1, note de bas de page 9</w:t>
      </w:r>
      <w:r w:rsidRPr="00F54F45">
        <w:t>, lire :</w:t>
      </w:r>
    </w:p>
    <w:p w14:paraId="1E350A1D" w14:textId="77777777" w:rsidR="002D7BDF" w:rsidRPr="00F54F45" w:rsidRDefault="00877C6D" w:rsidP="00004C40">
      <w:pPr>
        <w:pStyle w:val="para"/>
        <w:spacing w:line="240" w:lineRule="auto"/>
        <w:ind w:left="1134" w:firstLine="0"/>
        <w:rPr>
          <w:rFonts w:ascii="Times New Roman" w:hAnsi="Times New Roman" w:cs="Times New Roman"/>
          <w:sz w:val="20"/>
          <w:szCs w:val="20"/>
          <w:lang w:val="fr-CH"/>
        </w:rPr>
      </w:pPr>
      <w:r w:rsidRPr="00F54F45">
        <w:rPr>
          <w:rFonts w:ascii="Times New Roman" w:hAnsi="Times New Roman" w:cs="Times New Roman"/>
          <w:sz w:val="20"/>
          <w:szCs w:val="20"/>
          <w:lang w:val="fr-CH"/>
        </w:rPr>
        <w:t>« </w:t>
      </w:r>
      <w:r w:rsidRPr="00F54F45">
        <w:rPr>
          <w:rFonts w:ascii="Times New Roman" w:hAnsi="Times New Roman" w:cs="Times New Roman"/>
          <w:sz w:val="18"/>
          <w:szCs w:val="18"/>
          <w:vertAlign w:val="superscript"/>
          <w:lang w:val="fr-CH"/>
        </w:rPr>
        <w:t>9</w:t>
      </w:r>
      <w:r w:rsidR="003E1D03" w:rsidRPr="00F54F45">
        <w:rPr>
          <w:rFonts w:ascii="Times New Roman" w:hAnsi="Times New Roman" w:cs="Times New Roman"/>
          <w:sz w:val="18"/>
          <w:szCs w:val="18"/>
          <w:lang w:val="fr-CH"/>
        </w:rPr>
        <w:t xml:space="preserve"> </w:t>
      </w:r>
      <w:r w:rsidRPr="00F54F45">
        <w:rPr>
          <w:rFonts w:ascii="Times New Roman" w:hAnsi="Times New Roman" w:cs="Times New Roman"/>
          <w:sz w:val="20"/>
          <w:szCs w:val="20"/>
          <w:lang w:val="fr-CH"/>
        </w:rPr>
        <w:t>Les moteurs suralimentés à refroidissement intermédiaire sont soumis aux essais avec leur dispositif de refroidissement, à air ou à liquide. Toutefois, si le constructeur le souhaite, une installation sur banc d</w:t>
      </w:r>
      <w:r w:rsidR="00056C17" w:rsidRPr="00F54F45">
        <w:rPr>
          <w:rFonts w:ascii="Times New Roman" w:hAnsi="Times New Roman" w:cs="Times New Roman"/>
          <w:sz w:val="20"/>
          <w:szCs w:val="20"/>
          <w:lang w:val="fr-CH"/>
        </w:rPr>
        <w:t>’</w:t>
      </w:r>
      <w:r w:rsidRPr="00F54F45">
        <w:rPr>
          <w:rFonts w:ascii="Times New Roman" w:hAnsi="Times New Roman" w:cs="Times New Roman"/>
          <w:sz w:val="20"/>
          <w:szCs w:val="20"/>
          <w:lang w:val="fr-CH"/>
        </w:rPr>
        <w:t>essai peut remplacer le refroidisseur à air. Dans tous les cas, la puissance à chaque régime est mesurée d</w:t>
      </w:r>
      <w:r w:rsidR="00056C17" w:rsidRPr="00F54F45">
        <w:rPr>
          <w:rFonts w:ascii="Times New Roman" w:hAnsi="Times New Roman" w:cs="Times New Roman"/>
          <w:sz w:val="20"/>
          <w:szCs w:val="20"/>
          <w:lang w:val="fr-CH"/>
        </w:rPr>
        <w:t>’</w:t>
      </w:r>
      <w:r w:rsidRPr="00F54F45">
        <w:rPr>
          <w:rFonts w:ascii="Times New Roman" w:hAnsi="Times New Roman" w:cs="Times New Roman"/>
          <w:sz w:val="20"/>
          <w:szCs w:val="20"/>
          <w:lang w:val="fr-CH"/>
        </w:rPr>
        <w:t>après la même chute de température et la même chute de pression de l</w:t>
      </w:r>
      <w:r w:rsidR="00056C17" w:rsidRPr="00F54F45">
        <w:rPr>
          <w:rFonts w:ascii="Times New Roman" w:hAnsi="Times New Roman" w:cs="Times New Roman"/>
          <w:sz w:val="20"/>
          <w:szCs w:val="20"/>
          <w:lang w:val="fr-CH"/>
        </w:rPr>
        <w:t>’</w:t>
      </w:r>
      <w:r w:rsidRPr="00F54F45">
        <w:rPr>
          <w:rFonts w:ascii="Times New Roman" w:hAnsi="Times New Roman" w:cs="Times New Roman"/>
          <w:sz w:val="20"/>
          <w:szCs w:val="20"/>
          <w:lang w:val="fr-CH"/>
        </w:rPr>
        <w:t>air aspiré dans le refroidisseur sur le banc d</w:t>
      </w:r>
      <w:r w:rsidR="00056C17" w:rsidRPr="00F54F45">
        <w:rPr>
          <w:rFonts w:ascii="Times New Roman" w:hAnsi="Times New Roman" w:cs="Times New Roman"/>
          <w:sz w:val="20"/>
          <w:szCs w:val="20"/>
          <w:lang w:val="fr-CH"/>
        </w:rPr>
        <w:t>’</w:t>
      </w:r>
      <w:r w:rsidRPr="00F54F45">
        <w:rPr>
          <w:rFonts w:ascii="Times New Roman" w:hAnsi="Times New Roman" w:cs="Times New Roman"/>
          <w:sz w:val="20"/>
          <w:szCs w:val="20"/>
          <w:lang w:val="fr-CH"/>
        </w:rPr>
        <w:t>essai que celles fixées par le constructeur pour l</w:t>
      </w:r>
      <w:r w:rsidR="00056C17" w:rsidRPr="00F54F45">
        <w:rPr>
          <w:rFonts w:ascii="Times New Roman" w:hAnsi="Times New Roman" w:cs="Times New Roman"/>
          <w:sz w:val="20"/>
          <w:szCs w:val="20"/>
          <w:lang w:val="fr-CH"/>
        </w:rPr>
        <w:t>’</w:t>
      </w:r>
      <w:r w:rsidRPr="00F54F45">
        <w:rPr>
          <w:rFonts w:ascii="Times New Roman" w:hAnsi="Times New Roman" w:cs="Times New Roman"/>
          <w:sz w:val="20"/>
          <w:szCs w:val="20"/>
          <w:lang w:val="fr-CH"/>
        </w:rPr>
        <w:t>ensemble du véhicule.</w:t>
      </w:r>
    </w:p>
    <w:p w14:paraId="73D1AE75" w14:textId="77777777" w:rsidR="00877C6D" w:rsidRPr="00F54F45" w:rsidRDefault="00877C6D" w:rsidP="00004C40">
      <w:pPr>
        <w:pStyle w:val="SingleTxtG"/>
        <w:rPr>
          <w:b/>
          <w:color w:val="000000"/>
        </w:rPr>
      </w:pPr>
      <w:r w:rsidRPr="00F54F45">
        <w:rPr>
          <w:b/>
        </w:rPr>
        <w:t>À la demande du constructeur, et avec l</w:t>
      </w:r>
      <w:r w:rsidR="00056C17" w:rsidRPr="00F54F45">
        <w:rPr>
          <w:b/>
        </w:rPr>
        <w:t>’</w:t>
      </w:r>
      <w:r w:rsidRPr="00F54F45">
        <w:rPr>
          <w:b/>
        </w:rPr>
        <w:t>accord de l</w:t>
      </w:r>
      <w:r w:rsidR="00056C17" w:rsidRPr="00F54F45">
        <w:rPr>
          <w:b/>
        </w:rPr>
        <w:t>’</w:t>
      </w:r>
      <w:r w:rsidRPr="00F54F45">
        <w:rPr>
          <w:b/>
        </w:rPr>
        <w:t>autorité d</w:t>
      </w:r>
      <w:r w:rsidR="00056C17" w:rsidRPr="00F54F45">
        <w:rPr>
          <w:b/>
        </w:rPr>
        <w:t>’</w:t>
      </w:r>
      <w:r w:rsidRPr="00F54F45">
        <w:rPr>
          <w:b/>
        </w:rPr>
        <w:t>homologation de type, la mesure de la puissance (à chaque régime) peut également être réalisée à la température en sortie du refroidisseur à air suivante</w:t>
      </w:r>
      <w:r w:rsidR="002D7BDF" w:rsidRPr="00F54F45">
        <w:rPr>
          <w:b/>
        </w:rPr>
        <w:t> </w:t>
      </w:r>
      <w:r w:rsidRPr="00F54F45">
        <w:rPr>
          <w:b/>
        </w:rPr>
        <w:t>:</w:t>
      </w:r>
    </w:p>
    <w:p w14:paraId="4E1EB9FC" w14:textId="77777777" w:rsidR="00877C6D" w:rsidRPr="00F54F45" w:rsidRDefault="00877C6D" w:rsidP="00004C40">
      <w:pPr>
        <w:pStyle w:val="SingleTxtG"/>
        <w:ind w:left="1701"/>
        <w:rPr>
          <w:b/>
          <w:color w:val="000000"/>
        </w:rPr>
      </w:pPr>
      <w:proofErr w:type="spellStart"/>
      <w:r w:rsidRPr="00F54F45">
        <w:rPr>
          <w:b/>
        </w:rPr>
        <w:t>T</w:t>
      </w:r>
      <w:r w:rsidRPr="00F54F45">
        <w:rPr>
          <w:b/>
          <w:vertAlign w:val="subscript"/>
        </w:rPr>
        <w:t>sortie</w:t>
      </w:r>
      <w:proofErr w:type="spellEnd"/>
      <w:r w:rsidRPr="00F54F45">
        <w:rPr>
          <w:b/>
          <w:vertAlign w:val="subscript"/>
        </w:rPr>
        <w:t>, banc, N</w:t>
      </w:r>
      <w:r w:rsidRPr="00F54F45">
        <w:rPr>
          <w:b/>
        </w:rPr>
        <w:t xml:space="preserve"> = </w:t>
      </w:r>
      <w:proofErr w:type="spellStart"/>
      <w:r w:rsidRPr="00F54F45">
        <w:rPr>
          <w:b/>
        </w:rPr>
        <w:t>T</w:t>
      </w:r>
      <w:r w:rsidRPr="00F54F45">
        <w:rPr>
          <w:b/>
          <w:vertAlign w:val="subscript"/>
        </w:rPr>
        <w:t>sortie</w:t>
      </w:r>
      <w:proofErr w:type="spellEnd"/>
      <w:r w:rsidRPr="00F54F45">
        <w:rPr>
          <w:b/>
          <w:vertAlign w:val="subscript"/>
        </w:rPr>
        <w:t>, véhicule, N</w:t>
      </w:r>
      <w:r w:rsidRPr="00F54F45">
        <w:rPr>
          <w:b/>
        </w:rPr>
        <w:t xml:space="preserve"> </w:t>
      </w:r>
      <w:r w:rsidR="0030364C" w:rsidRPr="00F54F45">
        <w:rPr>
          <w:b/>
        </w:rPr>
        <w:t>−</w:t>
      </w:r>
      <w:r w:rsidRPr="00F54F45">
        <w:rPr>
          <w:b/>
        </w:rPr>
        <w:t xml:space="preserve"> (</w:t>
      </w:r>
      <w:proofErr w:type="spellStart"/>
      <w:r w:rsidRPr="00F54F45">
        <w:rPr>
          <w:b/>
        </w:rPr>
        <w:t>T</w:t>
      </w:r>
      <w:r w:rsidRPr="00F54F45">
        <w:rPr>
          <w:b/>
          <w:vertAlign w:val="subscript"/>
        </w:rPr>
        <w:t>amb</w:t>
      </w:r>
      <w:proofErr w:type="spellEnd"/>
      <w:r w:rsidRPr="00F54F45">
        <w:rPr>
          <w:b/>
        </w:rPr>
        <w:t xml:space="preserve"> </w:t>
      </w:r>
      <w:r w:rsidR="0030364C" w:rsidRPr="00F54F45">
        <w:rPr>
          <w:b/>
        </w:rPr>
        <w:t>−</w:t>
      </w:r>
      <w:r w:rsidRPr="00F54F45">
        <w:rPr>
          <w:b/>
        </w:rPr>
        <w:t xml:space="preserve"> 298)</w:t>
      </w:r>
    </w:p>
    <w:p w14:paraId="0BD1DF94" w14:textId="77777777" w:rsidR="00877C6D" w:rsidRPr="00F54F45" w:rsidRDefault="00877C6D" w:rsidP="00004C40">
      <w:pPr>
        <w:pStyle w:val="SingleTxtG"/>
        <w:ind w:left="1701"/>
        <w:rPr>
          <w:b/>
          <w:color w:val="000000"/>
        </w:rPr>
      </w:pPr>
      <w:r w:rsidRPr="00F54F45">
        <w:rPr>
          <w:b/>
        </w:rPr>
        <w:t>Où :</w:t>
      </w:r>
    </w:p>
    <w:p w14:paraId="0D7ADAE1" w14:textId="77777777" w:rsidR="00877C6D" w:rsidRPr="00F54F45" w:rsidRDefault="0030364C" w:rsidP="00004C40">
      <w:pPr>
        <w:pStyle w:val="SingleTxtG"/>
        <w:ind w:left="1701"/>
        <w:rPr>
          <w:b/>
          <w:color w:val="000000"/>
        </w:rPr>
      </w:pPr>
      <w:proofErr w:type="spellStart"/>
      <w:r w:rsidRPr="00F54F45">
        <w:rPr>
          <w:b/>
        </w:rPr>
        <w:t>T</w:t>
      </w:r>
      <w:r w:rsidRPr="00F54F45">
        <w:rPr>
          <w:b/>
          <w:vertAlign w:val="subscript"/>
        </w:rPr>
        <w:t>sortie</w:t>
      </w:r>
      <w:proofErr w:type="spellEnd"/>
      <w:r w:rsidRPr="00F54F45">
        <w:rPr>
          <w:b/>
          <w:vertAlign w:val="subscript"/>
        </w:rPr>
        <w:t>, banc, N</w:t>
      </w:r>
      <w:r w:rsidR="00877C6D" w:rsidRPr="00F54F45">
        <w:rPr>
          <w:b/>
        </w:rPr>
        <w:t xml:space="preserve"> est la température au régime moteur N durant l</w:t>
      </w:r>
      <w:r w:rsidR="00056C17" w:rsidRPr="00F54F45">
        <w:rPr>
          <w:b/>
        </w:rPr>
        <w:t>’</w:t>
      </w:r>
      <w:r w:rsidR="00877C6D" w:rsidRPr="00F54F45">
        <w:rPr>
          <w:b/>
        </w:rPr>
        <w:t>essai au banc (K)</w:t>
      </w:r>
    </w:p>
    <w:p w14:paraId="3D2BA05D" w14:textId="77777777" w:rsidR="00877C6D" w:rsidRPr="00F54F45" w:rsidRDefault="004C1360" w:rsidP="00004C40">
      <w:pPr>
        <w:pStyle w:val="SingleTxtG"/>
        <w:ind w:left="1701"/>
        <w:rPr>
          <w:b/>
          <w:color w:val="000000"/>
        </w:rPr>
      </w:pPr>
      <w:proofErr w:type="spellStart"/>
      <w:r w:rsidRPr="00F54F45">
        <w:rPr>
          <w:b/>
        </w:rPr>
        <w:t>T</w:t>
      </w:r>
      <w:r w:rsidRPr="00F54F45">
        <w:rPr>
          <w:b/>
          <w:vertAlign w:val="subscript"/>
        </w:rPr>
        <w:t>sortie</w:t>
      </w:r>
      <w:proofErr w:type="spellEnd"/>
      <w:r w:rsidRPr="00F54F45">
        <w:rPr>
          <w:b/>
          <w:vertAlign w:val="subscript"/>
        </w:rPr>
        <w:t>, véhicule, N</w:t>
      </w:r>
      <w:r w:rsidR="00877C6D" w:rsidRPr="00F54F45">
        <w:rPr>
          <w:b/>
        </w:rPr>
        <w:t xml:space="preserve"> est la température mesurée au régime moteur N durant l</w:t>
      </w:r>
      <w:r w:rsidR="00056C17" w:rsidRPr="00F54F45">
        <w:rPr>
          <w:b/>
        </w:rPr>
        <w:t>’</w:t>
      </w:r>
      <w:r w:rsidR="00877C6D" w:rsidRPr="00F54F45">
        <w:rPr>
          <w:b/>
        </w:rPr>
        <w:t>essai de l</w:t>
      </w:r>
      <w:r w:rsidR="00056C17" w:rsidRPr="00F54F45">
        <w:rPr>
          <w:b/>
        </w:rPr>
        <w:t>’</w:t>
      </w:r>
      <w:r w:rsidR="00877C6D" w:rsidRPr="00F54F45">
        <w:rPr>
          <w:b/>
        </w:rPr>
        <w:t>ensemble du véhicule (K)</w:t>
      </w:r>
    </w:p>
    <w:p w14:paraId="4DB3D338" w14:textId="77777777" w:rsidR="00877C6D" w:rsidRPr="00F54F45" w:rsidRDefault="00877C6D" w:rsidP="00004C40">
      <w:pPr>
        <w:pStyle w:val="SingleTxtG"/>
        <w:ind w:left="1701"/>
        <w:rPr>
          <w:b/>
          <w:color w:val="000000"/>
        </w:rPr>
      </w:pPr>
      <w:proofErr w:type="spellStart"/>
      <w:r w:rsidRPr="00F54F45">
        <w:rPr>
          <w:b/>
        </w:rPr>
        <w:t>T</w:t>
      </w:r>
      <w:r w:rsidRPr="00F54F45">
        <w:rPr>
          <w:b/>
          <w:vertAlign w:val="subscript"/>
        </w:rPr>
        <w:t>amb</w:t>
      </w:r>
      <w:proofErr w:type="spellEnd"/>
      <w:r w:rsidRPr="00F54F45">
        <w:rPr>
          <w:b/>
        </w:rPr>
        <w:t xml:space="preserve"> est la température ambiante durant l</w:t>
      </w:r>
      <w:r w:rsidR="00056C17" w:rsidRPr="00F54F45">
        <w:rPr>
          <w:b/>
        </w:rPr>
        <w:t>’</w:t>
      </w:r>
      <w:r w:rsidRPr="00F54F45">
        <w:rPr>
          <w:b/>
        </w:rPr>
        <w:t>essai de l</w:t>
      </w:r>
      <w:r w:rsidR="00056C17" w:rsidRPr="00F54F45">
        <w:rPr>
          <w:b/>
        </w:rPr>
        <w:t>’</w:t>
      </w:r>
      <w:r w:rsidRPr="00F54F45">
        <w:rPr>
          <w:b/>
        </w:rPr>
        <w:t>ensemble du véhicule (K)</w:t>
      </w:r>
      <w:r w:rsidR="00BE201B" w:rsidRPr="00F54F45">
        <w:rPr>
          <w:b/>
        </w:rPr>
        <w:t>.</w:t>
      </w:r>
      <w:r w:rsidR="004C1360" w:rsidRPr="00F54F45">
        <w:rPr>
          <w:b/>
        </w:rPr>
        <w:t> </w:t>
      </w:r>
      <w:r w:rsidRPr="00F54F45">
        <w:rPr>
          <w:b/>
        </w:rPr>
        <w:t>».</w:t>
      </w:r>
    </w:p>
    <w:p w14:paraId="06BAF778" w14:textId="77777777" w:rsidR="00877C6D" w:rsidRPr="00F54F45" w:rsidRDefault="00877C6D" w:rsidP="00877C6D">
      <w:pPr>
        <w:pStyle w:val="HChG"/>
      </w:pPr>
      <w:r w:rsidRPr="00F54F45">
        <w:tab/>
        <w:t>II.</w:t>
      </w:r>
      <w:r w:rsidRPr="00F54F45">
        <w:tab/>
        <w:t>Justification</w:t>
      </w:r>
    </w:p>
    <w:p w14:paraId="4DB46E31" w14:textId="77777777" w:rsidR="00877C6D" w:rsidRPr="00F54F45" w:rsidRDefault="00877C6D" w:rsidP="00056C17">
      <w:pPr>
        <w:pStyle w:val="SingleTxtG"/>
      </w:pPr>
      <w:r w:rsidRPr="00F54F45">
        <w:t>1.</w:t>
      </w:r>
      <w:r w:rsidRPr="00F54F45">
        <w:tab/>
        <w:t>La méthode d</w:t>
      </w:r>
      <w:r w:rsidR="00056C17" w:rsidRPr="00F54F45">
        <w:t>’</w:t>
      </w:r>
      <w:r w:rsidRPr="00F54F45">
        <w:t>essai actuelle pour la mesure de la puissance nette des moteurs suralimentés à refroidissement intermédiaire ne convient pas aux moteurs suralimentés à refroidissement intermédiaire de forte puissance. Durant l</w:t>
      </w:r>
      <w:r w:rsidR="00056C17" w:rsidRPr="00F54F45">
        <w:t>’</w:t>
      </w:r>
      <w:r w:rsidRPr="00F54F45">
        <w:t>attente des conditions nécessaires pour effectuer la mesure (voir annexe</w:t>
      </w:r>
      <w:r w:rsidR="004C1360" w:rsidRPr="00F54F45">
        <w:t> </w:t>
      </w:r>
      <w:r w:rsidRPr="00F54F45">
        <w:t>5, 3.4), la température en sortie du refroidisseur à air augmente et la puissance nette ne peut pas être mesurée correctement.</w:t>
      </w:r>
    </w:p>
    <w:p w14:paraId="1DF41F1A" w14:textId="77777777" w:rsidR="004A1EEB" w:rsidRPr="00F54F45" w:rsidRDefault="00877C6D" w:rsidP="00056C17">
      <w:pPr>
        <w:pStyle w:val="SingleTxtG"/>
      </w:pPr>
      <w:r w:rsidRPr="00F54F45">
        <w:t>2.</w:t>
      </w:r>
      <w:r w:rsidRPr="00F54F45">
        <w:tab/>
        <w:t>Afin de résoudre ce problème, l</w:t>
      </w:r>
      <w:r w:rsidR="00056C17" w:rsidRPr="00F54F45">
        <w:t>’</w:t>
      </w:r>
      <w:r w:rsidRPr="00F54F45">
        <w:t>OICA propose une autre méthode d</w:t>
      </w:r>
      <w:r w:rsidR="00056C17" w:rsidRPr="00F54F45">
        <w:t>’</w:t>
      </w:r>
      <w:r w:rsidRPr="00F54F45">
        <w:t>essai, qui consiste à « calculer la température en sortie du refroidisseur à air durant l</w:t>
      </w:r>
      <w:r w:rsidR="00056C17" w:rsidRPr="00F54F45">
        <w:t>’</w:t>
      </w:r>
      <w:r w:rsidRPr="00F54F45">
        <w:t>essai sur le banc à partir de la température constatée durant l</w:t>
      </w:r>
      <w:r w:rsidR="00056C17" w:rsidRPr="00F54F45">
        <w:t>’</w:t>
      </w:r>
      <w:r w:rsidRPr="00F54F45">
        <w:t>essai sur le véhicule et après correction en fonction de la température de référence indiquée au paragraphe</w:t>
      </w:r>
      <w:r w:rsidR="00056C17" w:rsidRPr="00F54F45">
        <w:t> </w:t>
      </w:r>
      <w:r w:rsidRPr="00F54F45">
        <w:t>5.2.1 de la présente annexe ». Cette autre méthode est bien établie dans la norme SAE J1349.</w:t>
      </w:r>
    </w:p>
    <w:p w14:paraId="3959DEFE" w14:textId="77777777" w:rsidR="00056C17" w:rsidRPr="00F54F45" w:rsidRDefault="004A1EEB" w:rsidP="000101CF">
      <w:pPr>
        <w:pStyle w:val="HChG"/>
      </w:pPr>
      <w:r w:rsidRPr="00F54F45">
        <w:br w:type="page"/>
      </w:r>
      <w:r w:rsidR="00056C17" w:rsidRPr="00F54F45">
        <w:lastRenderedPageBreak/>
        <w:t>Annexe VI</w:t>
      </w:r>
    </w:p>
    <w:p w14:paraId="47CC991B" w14:textId="77777777" w:rsidR="00056C17" w:rsidRPr="00F54F45" w:rsidRDefault="00056C17" w:rsidP="000101CF">
      <w:pPr>
        <w:pStyle w:val="HChG"/>
      </w:pPr>
      <w:r w:rsidRPr="00F54F45">
        <w:tab/>
      </w:r>
      <w:r w:rsidRPr="00F54F45">
        <w:tab/>
        <w:t xml:space="preserve">Rapport technique sur l’élaboration d’un amendement 4 </w:t>
      </w:r>
      <w:r w:rsidR="000101CF" w:rsidRPr="00F54F45">
        <w:br/>
      </w:r>
      <w:r w:rsidRPr="00F54F45">
        <w:t xml:space="preserve">au RTM ONU </w:t>
      </w:r>
      <w:r w:rsidR="000101CF" w:rsidRPr="00F54F45">
        <w:rPr>
          <w:rFonts w:eastAsia="MS Mincho"/>
          <w:szCs w:val="22"/>
        </w:rPr>
        <w:t>n</w:t>
      </w:r>
      <w:r w:rsidR="000101CF" w:rsidRPr="00F54F45">
        <w:rPr>
          <w:rFonts w:eastAsia="MS Mincho"/>
          <w:szCs w:val="22"/>
          <w:vertAlign w:val="superscript"/>
        </w:rPr>
        <w:t>o</w:t>
      </w:r>
      <w:r w:rsidR="000101CF" w:rsidRPr="00F54F45">
        <w:t> </w:t>
      </w:r>
      <w:r w:rsidRPr="00F54F45">
        <w:t>2</w:t>
      </w:r>
    </w:p>
    <w:p w14:paraId="0F1A6AB1" w14:textId="77777777" w:rsidR="00056C17" w:rsidRPr="00F54F45" w:rsidRDefault="00056C17" w:rsidP="000101CF">
      <w:pPr>
        <w:pStyle w:val="H23G"/>
      </w:pPr>
      <w:r w:rsidRPr="00F54F45">
        <w:tab/>
      </w:r>
      <w:r w:rsidRPr="00F54F45">
        <w:tab/>
        <w:t>Adopté sur la base du document GRPE-79-22 (voir par. 49)</w:t>
      </w:r>
    </w:p>
    <w:p w14:paraId="037BBF87" w14:textId="77777777" w:rsidR="00056C17" w:rsidRPr="00F54F45" w:rsidRDefault="000101CF" w:rsidP="00EA4184">
      <w:pPr>
        <w:pStyle w:val="H1G"/>
        <w:rPr>
          <w:sz w:val="28"/>
          <w:szCs w:val="28"/>
        </w:rPr>
      </w:pPr>
      <w:r w:rsidRPr="00F54F45">
        <w:tab/>
      </w:r>
      <w:r w:rsidRPr="00F54F45">
        <w:tab/>
      </w:r>
      <w:r w:rsidR="00056C17" w:rsidRPr="00F54F45">
        <w:t>Rapport technique sur l’élaboration d’un amendement 4 au RTM ONU</w:t>
      </w:r>
      <w:r w:rsidRPr="00F54F45">
        <w:t> </w:t>
      </w:r>
      <w:r w:rsidRPr="00F54F45">
        <w:rPr>
          <w:rFonts w:eastAsia="MS Mincho"/>
          <w:szCs w:val="22"/>
        </w:rPr>
        <w:t>n</w:t>
      </w:r>
      <w:r w:rsidRPr="00F54F45">
        <w:rPr>
          <w:rFonts w:eastAsia="MS Mincho"/>
          <w:szCs w:val="22"/>
          <w:vertAlign w:val="superscript"/>
        </w:rPr>
        <w:t>o</w:t>
      </w:r>
      <w:r w:rsidRPr="00F54F45">
        <w:t> </w:t>
      </w:r>
      <w:r w:rsidR="00056C17" w:rsidRPr="00F54F45">
        <w:t>2 sur la méthode de mesure applicable aux motocycles équipés d’un moteur à allumage commandé ou d’un moteur à allumage par</w:t>
      </w:r>
      <w:r w:rsidRPr="00F54F45">
        <w:t> </w:t>
      </w:r>
      <w:r w:rsidR="00056C17" w:rsidRPr="00F54F45">
        <w:t>compression en ce qui concerne les émissions de gaz polluants,</w:t>
      </w:r>
      <w:r w:rsidRPr="00F54F45">
        <w:br/>
      </w:r>
      <w:r w:rsidR="00056C17" w:rsidRPr="00F54F45">
        <w:t>les émissions de CO</w:t>
      </w:r>
      <w:r w:rsidR="00056C17" w:rsidRPr="007011D7">
        <w:rPr>
          <w:vertAlign w:val="subscript"/>
        </w:rPr>
        <w:t>2</w:t>
      </w:r>
      <w:r w:rsidR="00056C17" w:rsidRPr="00F54F45">
        <w:t xml:space="preserve"> et la consommation de carburant</w:t>
      </w:r>
    </w:p>
    <w:p w14:paraId="3D6F4C80" w14:textId="77777777" w:rsidR="00056C17" w:rsidRPr="00F54F45" w:rsidRDefault="00C9410D" w:rsidP="00C9410D">
      <w:pPr>
        <w:pStyle w:val="HChG"/>
        <w:rPr>
          <w:sz w:val="24"/>
          <w:szCs w:val="24"/>
        </w:rPr>
      </w:pPr>
      <w:r w:rsidRPr="00F54F45">
        <w:tab/>
      </w:r>
      <w:r w:rsidR="00056C17" w:rsidRPr="00F54F45">
        <w:t>I.</w:t>
      </w:r>
      <w:r w:rsidR="00056C17" w:rsidRPr="00F54F45">
        <w:tab/>
        <w:t>Mandat</w:t>
      </w:r>
    </w:p>
    <w:p w14:paraId="71D695A6" w14:textId="77777777" w:rsidR="00056C17" w:rsidRPr="00F54F45" w:rsidRDefault="00056C17" w:rsidP="00C9410D">
      <w:pPr>
        <w:pStyle w:val="SingleTxtG"/>
      </w:pPr>
      <w:r w:rsidRPr="00F54F45">
        <w:t>1.</w:t>
      </w:r>
      <w:r w:rsidRPr="00F54F45">
        <w:tab/>
        <w:t xml:space="preserve">L’amendement 4 au Règlement technique mondial </w:t>
      </w:r>
      <w:r w:rsidR="00D96D5A">
        <w:t xml:space="preserve">(RTM) </w:t>
      </w:r>
      <w:r w:rsidR="00C9410D" w:rsidRPr="00F54F45">
        <w:rPr>
          <w:rFonts w:eastAsia="MS Mincho"/>
          <w:szCs w:val="22"/>
        </w:rPr>
        <w:t>n</w:t>
      </w:r>
      <w:r w:rsidR="00C9410D" w:rsidRPr="00F54F45">
        <w:rPr>
          <w:rFonts w:eastAsia="MS Mincho"/>
          <w:szCs w:val="22"/>
          <w:vertAlign w:val="superscript"/>
        </w:rPr>
        <w:t>o</w:t>
      </w:r>
      <w:r w:rsidR="00C9410D" w:rsidRPr="00F54F45">
        <w:t> </w:t>
      </w:r>
      <w:r w:rsidRPr="00F54F45">
        <w:t xml:space="preserve">2 a été élaboré par le groupe de travail informel des prescriptions d’efficacité en matière d’environnement et de propulsion </w:t>
      </w:r>
      <w:r w:rsidR="00051DFA">
        <w:t xml:space="preserve">des véhicules de la catégorie L </w:t>
      </w:r>
      <w:r w:rsidRPr="00F54F45">
        <w:t xml:space="preserve">(EPPR). Le Comité exécutif de l’Accord de 1998 (AC.3) a autorisé l’élaboration d’amendements au </w:t>
      </w:r>
      <w:r w:rsidR="00DF0240">
        <w:t>RTM</w:t>
      </w:r>
      <w:r w:rsidRPr="00F54F45">
        <w:t xml:space="preserve"> </w:t>
      </w:r>
      <w:r w:rsidR="008C620E">
        <w:t xml:space="preserve">ONU </w:t>
      </w:r>
      <w:r w:rsidR="00C9410D" w:rsidRPr="00F54F45">
        <w:rPr>
          <w:rFonts w:eastAsia="MS Mincho"/>
          <w:szCs w:val="22"/>
        </w:rPr>
        <w:t>n</w:t>
      </w:r>
      <w:r w:rsidR="00C9410D" w:rsidRPr="00F54F45">
        <w:rPr>
          <w:rFonts w:eastAsia="MS Mincho"/>
          <w:szCs w:val="22"/>
          <w:vertAlign w:val="superscript"/>
        </w:rPr>
        <w:t>o</w:t>
      </w:r>
      <w:r w:rsidR="00C9410D" w:rsidRPr="00F54F45">
        <w:t> </w:t>
      </w:r>
      <w:r w:rsidRPr="00F54F45">
        <w:t>2 à sa quarante-cinquième session (12</w:t>
      </w:r>
      <w:r w:rsidR="00C9410D" w:rsidRPr="00F54F45">
        <w:t> </w:t>
      </w:r>
      <w:r w:rsidRPr="00F54F45">
        <w:t>novembre 2015) (ECE/TRANS/WP.29/AC.3/36/Rev.1).</w:t>
      </w:r>
    </w:p>
    <w:p w14:paraId="503808A0" w14:textId="77777777" w:rsidR="00056C17" w:rsidRPr="00F54F45" w:rsidRDefault="00C9410D" w:rsidP="00C9410D">
      <w:pPr>
        <w:pStyle w:val="HChG"/>
        <w:rPr>
          <w:sz w:val="24"/>
          <w:szCs w:val="24"/>
        </w:rPr>
      </w:pPr>
      <w:r w:rsidRPr="00F54F45">
        <w:tab/>
      </w:r>
      <w:r w:rsidR="00056C17" w:rsidRPr="00F54F45">
        <w:t>II.</w:t>
      </w:r>
      <w:r w:rsidR="00056C17" w:rsidRPr="00F54F45">
        <w:tab/>
        <w:t>Objectifs</w:t>
      </w:r>
    </w:p>
    <w:p w14:paraId="10AFBDC4" w14:textId="77777777" w:rsidR="00056C17" w:rsidRPr="00F54F45" w:rsidRDefault="00056C17" w:rsidP="00E432EB">
      <w:pPr>
        <w:pStyle w:val="SingleTxtG"/>
      </w:pPr>
      <w:r w:rsidRPr="00F54F45">
        <w:t xml:space="preserve">2. </w:t>
      </w:r>
      <w:r w:rsidRPr="00F54F45">
        <w:tab/>
        <w:t xml:space="preserve">Harmonisation des procédures d’essai applicables aux véhicules à deux roues équipés de moteurs à combustion classiques. Les objectifs retenus pour la prochaine phase des travaux englobent également les véhicules à trois roues ainsi que d’autres types de propulsion. </w:t>
      </w:r>
    </w:p>
    <w:p w14:paraId="410FC14C" w14:textId="77777777" w:rsidR="00056C17" w:rsidRPr="00F54F45" w:rsidRDefault="00056C17" w:rsidP="00E432EB">
      <w:pPr>
        <w:pStyle w:val="SingleTxtG"/>
      </w:pPr>
      <w:r w:rsidRPr="00F54F45">
        <w:t>3.</w:t>
      </w:r>
      <w:r w:rsidRPr="00F54F45">
        <w:tab/>
        <w:t>Les véhicules légers à quatre roues sont exclus des débats sur les RTM ONU comportant des dispositions relatives aux émissions.</w:t>
      </w:r>
    </w:p>
    <w:p w14:paraId="14776A30" w14:textId="77777777" w:rsidR="00056C17" w:rsidRPr="00F54F45" w:rsidRDefault="00056C17" w:rsidP="00E432EB">
      <w:pPr>
        <w:pStyle w:val="SingleTxtG"/>
      </w:pPr>
      <w:bookmarkStart w:id="33" w:name="_Hlk19782109"/>
      <w:r w:rsidRPr="00F54F45">
        <w:t>4.</w:t>
      </w:r>
      <w:r w:rsidRPr="00F54F45">
        <w:tab/>
        <w:t>Le groupe de travail informel a d’abord élaboré des prescriptions relatives aux</w:t>
      </w:r>
      <w:r w:rsidR="009F54EF">
        <w:t xml:space="preserve"> </w:t>
      </w:r>
      <w:r w:rsidRPr="00F54F45">
        <w:t>deux</w:t>
      </w:r>
      <w:r w:rsidR="00FB322C">
        <w:noBreakHyphen/>
      </w:r>
      <w:r w:rsidRPr="00F54F45">
        <w:t>roues équipés de moteurs à combustion classiques.</w:t>
      </w:r>
    </w:p>
    <w:bookmarkEnd w:id="33"/>
    <w:p w14:paraId="4431644A" w14:textId="77777777" w:rsidR="00056C17" w:rsidRPr="00F54F45" w:rsidRDefault="00056C17" w:rsidP="00E432EB">
      <w:pPr>
        <w:pStyle w:val="SingleTxtG"/>
      </w:pPr>
      <w:r w:rsidRPr="00F54F45">
        <w:t>5.</w:t>
      </w:r>
      <w:r w:rsidRPr="00F54F45">
        <w:tab/>
        <w:t>Il s’intéressera progressivement à d’autres catégories de véhicules et à d’autres types de groupes motopropulseurs.</w:t>
      </w:r>
    </w:p>
    <w:p w14:paraId="35E15535" w14:textId="77777777" w:rsidR="00056C17" w:rsidRPr="00F54F45" w:rsidRDefault="00056C17" w:rsidP="00E432EB">
      <w:pPr>
        <w:pStyle w:val="SingleTxtG"/>
      </w:pPr>
      <w:r w:rsidRPr="00F54F45">
        <w:t>6.</w:t>
      </w:r>
      <w:r w:rsidRPr="00F54F45">
        <w:tab/>
        <w:t>Une révision complète du RTM</w:t>
      </w:r>
      <w:r w:rsidR="00051DFA">
        <w:t xml:space="preserve"> ONU</w:t>
      </w:r>
      <w:r w:rsidRPr="00F54F45">
        <w:t xml:space="preserve"> </w:t>
      </w:r>
      <w:r w:rsidR="00D01304" w:rsidRPr="00F54F45">
        <w:rPr>
          <w:rFonts w:eastAsia="MS Mincho"/>
          <w:szCs w:val="22"/>
        </w:rPr>
        <w:t>n</w:t>
      </w:r>
      <w:r w:rsidR="00D01304" w:rsidRPr="00F54F45">
        <w:rPr>
          <w:rFonts w:eastAsia="MS Mincho"/>
          <w:szCs w:val="22"/>
          <w:vertAlign w:val="superscript"/>
        </w:rPr>
        <w:t>o</w:t>
      </w:r>
      <w:r w:rsidR="00D01304" w:rsidRPr="00F54F45">
        <w:t> </w:t>
      </w:r>
      <w:r w:rsidRPr="00F54F45">
        <w:t>2 sera effectuée afin de consacrer des sections spécifiques aux essais des types I (émissions d’échappement après un démarrage à froid), II</w:t>
      </w:r>
      <w:r w:rsidR="00D01304" w:rsidRPr="00F54F45">
        <w:t> </w:t>
      </w:r>
      <w:r w:rsidRPr="00F54F45">
        <w:t>(émissions au ralenti/en accélération au point mort) et VII (efficacité énergétique).</w:t>
      </w:r>
    </w:p>
    <w:p w14:paraId="208EA26E" w14:textId="77777777" w:rsidR="00056C17" w:rsidRPr="00F54F45" w:rsidRDefault="00056C17" w:rsidP="00E432EB">
      <w:pPr>
        <w:pStyle w:val="SingleTxtG"/>
      </w:pPr>
      <w:r w:rsidRPr="00F54F45">
        <w:t>7.</w:t>
      </w:r>
      <w:r w:rsidRPr="00F54F45">
        <w:tab/>
        <w:t>Actualisation du RTM pour tenir compte des progrès techniques.</w:t>
      </w:r>
    </w:p>
    <w:p w14:paraId="1AFA1714" w14:textId="77777777" w:rsidR="00056C17" w:rsidRPr="00F54F45" w:rsidRDefault="006E386B" w:rsidP="006E386B">
      <w:pPr>
        <w:pStyle w:val="HChG"/>
        <w:rPr>
          <w:szCs w:val="24"/>
        </w:rPr>
      </w:pPr>
      <w:r w:rsidRPr="00F54F45">
        <w:tab/>
      </w:r>
      <w:r w:rsidR="00056C17" w:rsidRPr="00F54F45">
        <w:t>III.</w:t>
      </w:r>
      <w:r w:rsidRPr="00F54F45">
        <w:tab/>
      </w:r>
      <w:r w:rsidR="00056C17" w:rsidRPr="00F54F45">
        <w:t>Réunions des équipes spéciales</w:t>
      </w:r>
    </w:p>
    <w:p w14:paraId="075407D3" w14:textId="77777777" w:rsidR="00056C17" w:rsidRPr="00F54F45" w:rsidRDefault="00056C17" w:rsidP="006E386B">
      <w:pPr>
        <w:pStyle w:val="SingleTxtG"/>
      </w:pPr>
      <w:r w:rsidRPr="00F54F45">
        <w:t>8.</w:t>
      </w:r>
      <w:r w:rsidRPr="00F54F45">
        <w:tab/>
        <w:t xml:space="preserve">La proposition de texte de l’amendement 4 au RTM </w:t>
      </w:r>
      <w:r w:rsidR="00051DFA">
        <w:t xml:space="preserve">ONU </w:t>
      </w:r>
      <w:r w:rsidR="006E386B" w:rsidRPr="00F54F45">
        <w:rPr>
          <w:rFonts w:eastAsia="MS Mincho"/>
          <w:szCs w:val="22"/>
        </w:rPr>
        <w:t>n</w:t>
      </w:r>
      <w:r w:rsidR="006E386B" w:rsidRPr="00F54F45">
        <w:rPr>
          <w:rFonts w:eastAsia="MS Mincho"/>
          <w:szCs w:val="22"/>
          <w:vertAlign w:val="superscript"/>
        </w:rPr>
        <w:t>o</w:t>
      </w:r>
      <w:r w:rsidR="006E386B" w:rsidRPr="00F54F45">
        <w:t> </w:t>
      </w:r>
      <w:r w:rsidRPr="00F54F45">
        <w:t>2, qui reprend les points énumérés à la section II ci-dessus, a été longuement examinée, puis adoptée par tous les participants aux nombreuses réunions des groupes de travail informels. Ces réunions se sont tenues en présence des participants ou virtuellement, par liaison audio/Internet.</w:t>
      </w:r>
    </w:p>
    <w:p w14:paraId="3DBCEDEA" w14:textId="77777777" w:rsidR="00056C17" w:rsidRPr="00F54F45" w:rsidRDefault="006E386B" w:rsidP="006E386B">
      <w:pPr>
        <w:pStyle w:val="HChG"/>
        <w:rPr>
          <w:szCs w:val="24"/>
        </w:rPr>
      </w:pPr>
      <w:r w:rsidRPr="00F54F45">
        <w:tab/>
      </w:r>
      <w:r w:rsidR="00056C17" w:rsidRPr="00F54F45">
        <w:t>IV.</w:t>
      </w:r>
      <w:r w:rsidRPr="00F54F45">
        <w:tab/>
      </w:r>
      <w:r w:rsidR="00056C17" w:rsidRPr="00F54F45">
        <w:t xml:space="preserve">Principales résolutions adoptées par le groupe </w:t>
      </w:r>
      <w:r w:rsidRPr="00F54F45">
        <w:br/>
      </w:r>
      <w:r w:rsidR="00056C17" w:rsidRPr="00F54F45">
        <w:t>de travail informel</w:t>
      </w:r>
    </w:p>
    <w:p w14:paraId="13FFEFB2" w14:textId="77777777" w:rsidR="00056C17" w:rsidRPr="00F54F45" w:rsidRDefault="00056C17" w:rsidP="00770C2C">
      <w:pPr>
        <w:pStyle w:val="SingleTxtG"/>
        <w:ind w:firstLine="567"/>
      </w:pPr>
      <w:r w:rsidRPr="00F54F45">
        <w:t>On trouvera ci-après un résumé des principales résolutions adoptées par le groupe de travail informel avec une explication de leurs motifs.</w:t>
      </w:r>
    </w:p>
    <w:p w14:paraId="5C9B304B" w14:textId="77777777" w:rsidR="00056C17" w:rsidRPr="00F54F45" w:rsidRDefault="00056C17" w:rsidP="005C313A">
      <w:pPr>
        <w:pStyle w:val="SingleTxtG"/>
      </w:pPr>
      <w:bookmarkStart w:id="34" w:name="_Hlk19782277"/>
      <w:r w:rsidRPr="00F54F45">
        <w:lastRenderedPageBreak/>
        <w:t>9.</w:t>
      </w:r>
      <w:r w:rsidRPr="00F54F45">
        <w:tab/>
        <w:t>Objet</w:t>
      </w:r>
    </w:p>
    <w:p w14:paraId="489882AA" w14:textId="77777777" w:rsidR="00056C17" w:rsidRPr="00F54F45" w:rsidRDefault="00056C17" w:rsidP="00770C2C">
      <w:pPr>
        <w:pStyle w:val="SingleTxtG"/>
        <w:ind w:firstLine="567"/>
      </w:pPr>
      <w:r w:rsidRPr="00F54F45">
        <w:t xml:space="preserve">Le présent Règlement prescrit une méthode de mesure harmonisée à l’échelle mondiale pour la détermination des niveaux d’émissions de gaz et de particules polluants en sortie d’échappement, des niveaux d’émissions de dioxyde de carbone et de l’efficacité énergétique en termes de consommation de carburant des véhicules </w:t>
      </w:r>
      <w:r w:rsidR="00E66CA4">
        <w:t xml:space="preserve">à </w:t>
      </w:r>
      <w:r w:rsidRPr="00F54F45">
        <w:t>deux</w:t>
      </w:r>
      <w:r w:rsidR="00E66CA4">
        <w:t xml:space="preserve"> </w:t>
      </w:r>
      <w:r w:rsidRPr="00F54F45">
        <w:t>roues à moteur, dans des conditions représentatives de leur utilisation réelle.</w:t>
      </w:r>
    </w:p>
    <w:bookmarkEnd w:id="34"/>
    <w:p w14:paraId="1DD9904C" w14:textId="77777777" w:rsidR="00056C17" w:rsidRPr="00F54F45" w:rsidRDefault="00056C17" w:rsidP="005C313A">
      <w:pPr>
        <w:pStyle w:val="SingleTxtG"/>
      </w:pPr>
      <w:r w:rsidRPr="00F54F45">
        <w:t>10.</w:t>
      </w:r>
      <w:r w:rsidRPr="00F54F45">
        <w:tab/>
        <w:t>Applicabilité</w:t>
      </w:r>
    </w:p>
    <w:p w14:paraId="3E817399" w14:textId="77777777" w:rsidR="00056C17" w:rsidRPr="00F54F45" w:rsidRDefault="00056C17" w:rsidP="00770C2C">
      <w:pPr>
        <w:pStyle w:val="SingleTxtG"/>
        <w:ind w:firstLine="567"/>
      </w:pPr>
      <w:r w:rsidRPr="00F54F45">
        <w:t xml:space="preserve">Le groupe de travail informel s’est conformé au mandat convenu et a élaboré un amendement 4 au RTM ONU </w:t>
      </w:r>
      <w:r w:rsidR="005C313A" w:rsidRPr="00F54F45">
        <w:rPr>
          <w:rFonts w:eastAsia="MS Mincho"/>
          <w:szCs w:val="22"/>
        </w:rPr>
        <w:t>n</w:t>
      </w:r>
      <w:r w:rsidR="005C313A" w:rsidRPr="00F54F45">
        <w:rPr>
          <w:rFonts w:eastAsia="MS Mincho"/>
          <w:szCs w:val="22"/>
          <w:vertAlign w:val="superscript"/>
        </w:rPr>
        <w:t>o</w:t>
      </w:r>
      <w:r w:rsidR="005C313A" w:rsidRPr="00F54F45">
        <w:t> </w:t>
      </w:r>
      <w:r w:rsidRPr="00F54F45">
        <w:t>2 pour les véhicules à deux roues dans le cadre de l’Accord de 1998. Il élaborera en temps voulu un Règlement ONU équivalent pour les véhicules de la catégorie L relevant de son champ d’application au titre de l’Accord de</w:t>
      </w:r>
      <w:r w:rsidR="005C313A" w:rsidRPr="00F54F45">
        <w:t> </w:t>
      </w:r>
      <w:r w:rsidRPr="00F54F45">
        <w:t>1958.</w:t>
      </w:r>
    </w:p>
    <w:p w14:paraId="073C9312" w14:textId="77777777" w:rsidR="00056C17" w:rsidRPr="00F54F45" w:rsidRDefault="00056C17" w:rsidP="005C313A">
      <w:pPr>
        <w:pStyle w:val="SingleTxtG"/>
      </w:pPr>
      <w:r w:rsidRPr="00F54F45">
        <w:t>11.</w:t>
      </w:r>
      <w:r w:rsidRPr="00F54F45">
        <w:tab/>
        <w:t>Carburants pris en compte</w:t>
      </w:r>
    </w:p>
    <w:p w14:paraId="39E2CEE4" w14:textId="77777777" w:rsidR="00056C17" w:rsidRPr="00F54F45" w:rsidRDefault="00056C17" w:rsidP="00770C2C">
      <w:pPr>
        <w:pStyle w:val="SingleTxtG"/>
        <w:ind w:firstLine="567"/>
      </w:pPr>
      <w:r w:rsidRPr="00F54F45">
        <w:t>Seuls l’essence et le gazole ont été pris en compte. L’Inde a proposé d’ajouter les carburants de remplacement au champ d’application du RTM ONU afin que ses plans nationaux puissent pleinement mettre en œuvre tout RTM élaboré dans le cadre de la CEE. Néanmoins, de nombreuses Parties contractantes étaient d’avis que l’utilisation de carburants de remplacement n’étant pas très répandue pour les véhicules à deux roues, l’ajout de ces carburants au champ d’application du RTM augmenterait la charge de travail du groupe de travail compte tenu des délais fixés pour la formulation du RTM. Toutefois, la question de l’ajout de carburants de remplacement sera examinée à l’occasion d’une nouvelle révision dans un domaine relevant du RTM.</w:t>
      </w:r>
    </w:p>
    <w:p w14:paraId="4D27C0E4" w14:textId="77777777" w:rsidR="00056C17" w:rsidRPr="00F54F45" w:rsidRDefault="00056C17" w:rsidP="005C313A">
      <w:pPr>
        <w:pStyle w:val="SingleTxtG"/>
      </w:pPr>
      <w:r w:rsidRPr="00F54F45">
        <w:t>12.</w:t>
      </w:r>
      <w:r w:rsidRPr="00F54F45">
        <w:tab/>
        <w:t>Définitions</w:t>
      </w:r>
    </w:p>
    <w:p w14:paraId="091FD049" w14:textId="77777777" w:rsidR="00056C17" w:rsidRPr="00F54F45" w:rsidRDefault="00056C17" w:rsidP="00770C2C">
      <w:pPr>
        <w:pStyle w:val="SingleTxtG"/>
        <w:ind w:firstLine="567"/>
      </w:pPr>
      <w:r w:rsidRPr="00F54F45">
        <w:t>Les définitions utilisées dans le présent RTM sont tirées du projet de définitions communes du S.R.1, des travaux du groupe de travail informel chargé des définitions des systèmes de propulsion des véhicules (VPSD) menés sous l’égide du GRPE, en vue d’harmoniser les définitions des groupes motopropulseurs à haut rendement, ainsi que d’autres règlements internationaux et régionaux.</w:t>
      </w:r>
    </w:p>
    <w:p w14:paraId="248631C0" w14:textId="77777777" w:rsidR="00056C17" w:rsidRPr="00F54F45" w:rsidRDefault="00056C17" w:rsidP="005C313A">
      <w:pPr>
        <w:pStyle w:val="SingleTxtG"/>
      </w:pPr>
      <w:r w:rsidRPr="00F54F45">
        <w:t>13.</w:t>
      </w:r>
      <w:r w:rsidRPr="00F54F45">
        <w:tab/>
        <w:t xml:space="preserve">Catégorie du véhicule </w:t>
      </w:r>
    </w:p>
    <w:p w14:paraId="4B2F5330" w14:textId="77777777" w:rsidR="00056C17" w:rsidRPr="00F54F45" w:rsidRDefault="00056C17" w:rsidP="00770C2C">
      <w:pPr>
        <w:pStyle w:val="SingleTxtG"/>
        <w:ind w:firstLine="567"/>
      </w:pPr>
      <w:r w:rsidRPr="00F54F45">
        <w:t>Seuls les véhicules à deux roues sont pris en compte dans le champ d’application. Les véhicules à roues jumelées considérés comme des véhicules à deux roues sont également pris en compte, mais les véhicules électriques à batterie (VEB), les véhicules hybrides électriques (VHE) et les véhicules à hydrogène ne le sont pas pour l’instant. La priorité a été donnée aux véhicules à deux roues, bien que certaines des Parties contractantes appliquent un cycle régional. Il a donc été décidé d’aborder la question des véhicules à trois roues à un stade ultérieur. Dans le même ordre d’idées, l’Inde et le Japon étaient tous deux préoccupés par l’application de la classe 0 dans la réglementation nationale en raison de la différence de vitesse maximale. Il a donc été décidé de laisser les Parties contractantes déterminer les caractéristiques des véhicules de la classe 0.</w:t>
      </w:r>
    </w:p>
    <w:p w14:paraId="71973A5E" w14:textId="77777777" w:rsidR="00056C17" w:rsidRPr="00F54F45" w:rsidRDefault="00056C17" w:rsidP="005C313A">
      <w:pPr>
        <w:pStyle w:val="SingleTxtG"/>
      </w:pPr>
      <w:r w:rsidRPr="00F54F45">
        <w:t>14.</w:t>
      </w:r>
      <w:r w:rsidRPr="00F54F45">
        <w:tab/>
        <w:t>Prescriptions fonctionnelles</w:t>
      </w:r>
    </w:p>
    <w:p w14:paraId="51A7117F" w14:textId="77777777" w:rsidR="00056C17" w:rsidRPr="00F54F45" w:rsidRDefault="00056C17" w:rsidP="00770C2C">
      <w:pPr>
        <w:pStyle w:val="SingleTxtG"/>
        <w:ind w:firstLine="567"/>
      </w:pPr>
      <w:r w:rsidRPr="00F54F45">
        <w:t>En raison de la disparité des degrés de rigueur entre les différentes régions du monde, il a été décidé de définir deux niveaux de prescriptions fonctionnelles</w:t>
      </w:r>
      <w:r w:rsidR="003F5BE5">
        <w:t> </w:t>
      </w:r>
      <w:r w:rsidRPr="00F54F45">
        <w:t>: les prescriptions fonctionnelles principales (les plus strictes pour les motocycles à deux roues), qui correspondent aux limites d’émission du Règlement (UE) 168/2013 (soit la norme Euro</w:t>
      </w:r>
      <w:r w:rsidR="003F5BE5">
        <w:t> </w:t>
      </w:r>
      <w:r w:rsidRPr="00F54F45">
        <w:t>5) et les prescriptions fonctionnelles de substitution (moins strictes) correspondant aux prescriptions déjà appliquées par certaines Parties contractantes. Cette méthode encourage les Parties contractantes à se préparer à imposer la prescription la plus rigoureuse dans les plus brefs délais sans invalider leur cadre réglementaire actuel.</w:t>
      </w:r>
    </w:p>
    <w:p w14:paraId="11571DF7" w14:textId="77777777" w:rsidR="00056C17" w:rsidRPr="00F54F45" w:rsidRDefault="00056C17" w:rsidP="005C313A">
      <w:pPr>
        <w:pStyle w:val="SingleTxtG"/>
      </w:pPr>
      <w:r w:rsidRPr="00F54F45">
        <w:t>15.</w:t>
      </w:r>
      <w:r w:rsidRPr="00F54F45">
        <w:tab/>
        <w:t>Limite du nombre de particules</w:t>
      </w:r>
    </w:p>
    <w:p w14:paraId="562544A0" w14:textId="77777777" w:rsidR="00056C17" w:rsidRPr="00F54F45" w:rsidRDefault="00056C17" w:rsidP="00770C2C">
      <w:pPr>
        <w:pStyle w:val="SingleTxtG"/>
        <w:ind w:firstLine="567"/>
      </w:pPr>
      <w:r w:rsidRPr="00F54F45">
        <w:t xml:space="preserve">Bien que la question ait été examinée par le groupe de travail informel et étant donné que le texte de base ne reprend pas les dispositions du Règlement (UE) 2019/129 en ce qui concerne les émissions de particules (dispositions relatives aux essais d’émission et </w:t>
      </w:r>
      <w:r w:rsidRPr="00F54F45">
        <w:lastRenderedPageBreak/>
        <w:t xml:space="preserve">prescriptions techniques de la phase Euro 5), il a finalement été décidé que l’amendement 4 au RTM </w:t>
      </w:r>
      <w:r w:rsidR="003F5BE5">
        <w:t xml:space="preserve">ONU </w:t>
      </w:r>
      <w:r w:rsidR="003F5BE5" w:rsidRPr="002D76F4">
        <w:rPr>
          <w:rFonts w:eastAsia="MS Mincho"/>
          <w:szCs w:val="22"/>
        </w:rPr>
        <w:t>n</w:t>
      </w:r>
      <w:r w:rsidR="003F5BE5" w:rsidRPr="002D76F4">
        <w:rPr>
          <w:rFonts w:eastAsia="MS Mincho"/>
          <w:szCs w:val="22"/>
          <w:vertAlign w:val="superscript"/>
        </w:rPr>
        <w:t>o</w:t>
      </w:r>
      <w:r w:rsidR="003F5BE5">
        <w:t> </w:t>
      </w:r>
      <w:r w:rsidRPr="00F54F45">
        <w:t xml:space="preserve">2 ne tiendra pas compte de la mesure du nombre de particules émises. </w:t>
      </w:r>
    </w:p>
    <w:p w14:paraId="6EC69B4B" w14:textId="77777777" w:rsidR="00056C17" w:rsidRPr="00F54F45" w:rsidRDefault="00056C17" w:rsidP="00770C2C">
      <w:pPr>
        <w:pStyle w:val="SingleTxtG"/>
      </w:pPr>
      <w:r w:rsidRPr="00F54F45">
        <w:t>16.</w:t>
      </w:r>
      <w:r w:rsidRPr="00F54F45">
        <w:tab/>
        <w:t>Carburant de référence</w:t>
      </w:r>
    </w:p>
    <w:p w14:paraId="54407F09" w14:textId="77777777" w:rsidR="00056C17" w:rsidRPr="00F54F45" w:rsidRDefault="00056C17" w:rsidP="00770C2C">
      <w:pPr>
        <w:pStyle w:val="SingleTxtG"/>
        <w:ind w:firstLine="567"/>
        <w:rPr>
          <w:spacing w:val="-2"/>
        </w:rPr>
      </w:pPr>
      <w:r w:rsidRPr="00F54F45">
        <w:rPr>
          <w:spacing w:val="-2"/>
        </w:rPr>
        <w:t>Les principales prescriptions fonctionnelles du présent RTM ONU sont fondées sur l’utilisation de carburants de référence. L’utilisation de ce carburant de référence normalisé pour déterminer le respect des limites d’émission principales (normes) est considérée comme la meilleure façon de garantir la reproductibilité des essais de mesure des émissions prescrits, et les Parties contractantes sont encouragées à utiliser un tel carburant pour leurs essais de contrôle de la conformité. Toutefois, les prescriptions fonctionnelles de substitution sont applicables avec les carburants de référence correspondants (voir points a)</w:t>
      </w:r>
      <w:r w:rsidR="00770C2C" w:rsidRPr="00F54F45">
        <w:rPr>
          <w:spacing w:val="-2"/>
        </w:rPr>
        <w:t xml:space="preserve"> </w:t>
      </w:r>
      <w:r w:rsidRPr="00F54F45">
        <w:rPr>
          <w:spacing w:val="-2"/>
        </w:rPr>
        <w:t>et b))</w:t>
      </w:r>
      <w:r w:rsidR="00854DB5" w:rsidRPr="00F54F45">
        <w:rPr>
          <w:spacing w:val="-2"/>
        </w:rPr>
        <w:t> :</w:t>
      </w:r>
    </w:p>
    <w:p w14:paraId="49566099" w14:textId="77777777" w:rsidR="00056C17" w:rsidRPr="00F54F45" w:rsidRDefault="00056C17" w:rsidP="00770C2C">
      <w:pPr>
        <w:pStyle w:val="SingleTxtG"/>
        <w:ind w:firstLine="567"/>
      </w:pPr>
      <w:r w:rsidRPr="00F54F45">
        <w:t>a)</w:t>
      </w:r>
      <w:r w:rsidRPr="00F54F45">
        <w:tab/>
        <w:t xml:space="preserve">Pour les normes principales pour l’essai de type I, le carburant de référence pour les véhicules à moteur à allumage commandé doit être E0 ou E5. Pour les normes de substitution, les Parties contractantes peuvent choisir d’utiliser des carburants de référence régionaux disponibles pour l’essai du type I. Cette décision a été prise parce que, d’après les données présentées par le Japon, (EPPR-21-Japan </w:t>
      </w:r>
      <w:proofErr w:type="spellStart"/>
      <w:r w:rsidRPr="00F54F45">
        <w:t>proposal</w:t>
      </w:r>
      <w:proofErr w:type="spellEnd"/>
      <w:r w:rsidRPr="00F54F45">
        <w:t xml:space="preserve"> GTR2 B2 (E0</w:t>
      </w:r>
      <w:r w:rsidR="007C7677">
        <w:t> </w:t>
      </w:r>
      <w:r w:rsidRPr="00F54F45">
        <w:t>Fuel)_171011.pptx), les carburants E0 et E5 peuvent être considérés comme étant équivalents pour les émissions d’échappement, même si ce n’est pas le cas en ce qui concerne la détermination de la puissance</w:t>
      </w:r>
      <w:r w:rsidR="00854DB5" w:rsidRPr="00F54F45">
        <w:t> ;</w:t>
      </w:r>
    </w:p>
    <w:p w14:paraId="11C4AFBE" w14:textId="77777777" w:rsidR="00056C17" w:rsidRPr="00F54F45" w:rsidRDefault="00056C17" w:rsidP="00770C2C">
      <w:pPr>
        <w:pStyle w:val="SingleTxtG"/>
        <w:ind w:firstLine="567"/>
      </w:pPr>
      <w:r w:rsidRPr="00F54F45">
        <w:t>b)</w:t>
      </w:r>
      <w:r w:rsidRPr="00F54F45">
        <w:tab/>
        <w:t>Pour les normes de substitution, les carburants de référence régionaux utilisés par les Parties contractantes peuvent être utilisés pour l’essai du type I (Variante A = Inde BS IV, Variante B = Euro 4 Variante C = Euro 3).</w:t>
      </w:r>
    </w:p>
    <w:p w14:paraId="4196BD8D" w14:textId="77777777" w:rsidR="00056C17" w:rsidRPr="00F54F45" w:rsidRDefault="00056C17" w:rsidP="00770C2C">
      <w:pPr>
        <w:pStyle w:val="SingleTxtG"/>
      </w:pPr>
      <w:r w:rsidRPr="00F54F45">
        <w:t>17.</w:t>
      </w:r>
      <w:r w:rsidRPr="00F54F45">
        <w:tab/>
        <w:t>Conversion de température</w:t>
      </w:r>
    </w:p>
    <w:p w14:paraId="4EF2A689" w14:textId="77777777" w:rsidR="00056C17" w:rsidRPr="00F54F45" w:rsidRDefault="00056C17" w:rsidP="00854DB5">
      <w:pPr>
        <w:pStyle w:val="SingleTxtG"/>
        <w:ind w:firstLine="567"/>
      </w:pPr>
      <w:r w:rsidRPr="00F54F45">
        <w:t>Après délibération au sein du groupe de travail informel EPPR et en concertation avec le Président du GRPE et les groupes de travail informels pendant la soixante</w:t>
      </w:r>
      <w:r w:rsidR="007C7677">
        <w:noBreakHyphen/>
      </w:r>
      <w:r w:rsidRPr="00F54F45">
        <w:t>quinzième session du GRPE, il a finalement été décidé que, chaque fois qu’une conversion de la température de degrés C en degrés K est nécessaire, le facteur de conversion suivant serait utilisé : 0oC = 273,15 K</w:t>
      </w:r>
      <w:r w:rsidR="00854DB5" w:rsidRPr="00F54F45">
        <w:t>.</w:t>
      </w:r>
    </w:p>
    <w:p w14:paraId="4DEBA737" w14:textId="77777777" w:rsidR="00056C17" w:rsidRPr="00F54F45" w:rsidRDefault="00056C17" w:rsidP="00770C2C">
      <w:pPr>
        <w:pStyle w:val="SingleTxtG"/>
      </w:pPr>
      <w:r w:rsidRPr="00F54F45">
        <w:t>18.</w:t>
      </w:r>
      <w:r w:rsidRPr="00F54F45">
        <w:tab/>
        <w:t>Utilisation du compresseur (définition)</w:t>
      </w:r>
    </w:p>
    <w:p w14:paraId="647AD3D4" w14:textId="77777777" w:rsidR="00056C17" w:rsidRPr="00F54F45" w:rsidRDefault="00056C17" w:rsidP="00854DB5">
      <w:pPr>
        <w:pStyle w:val="SingleTxtG"/>
        <w:ind w:firstLine="567"/>
      </w:pPr>
      <w:r w:rsidRPr="00F54F45">
        <w:t>Suite à un échange par courrier électronique entre le secrétariat de l’EPPR et le coordonnateur de la WLTP, il a été convenu de ne pas utiliser uniquement le terme « compresseur » mais de choisir le terme « suralimentation » comme définition générale, en ajoutant les sous-définitions pertinentes pour « compresseur » et « turbocompresseur ».</w:t>
      </w:r>
    </w:p>
    <w:p w14:paraId="571D469A" w14:textId="77777777" w:rsidR="00056C17" w:rsidRPr="00F54F45" w:rsidRDefault="00056C17" w:rsidP="00770C2C">
      <w:pPr>
        <w:pStyle w:val="SingleTxtG"/>
      </w:pPr>
      <w:r w:rsidRPr="00F54F45">
        <w:t>19.</w:t>
      </w:r>
      <w:r w:rsidRPr="00F54F45">
        <w:tab/>
        <w:t>Installation à circuit fermé/ouvert</w:t>
      </w:r>
    </w:p>
    <w:p w14:paraId="192A72F1" w14:textId="77777777" w:rsidR="00056C17" w:rsidRPr="00F54F45" w:rsidRDefault="002B70CC" w:rsidP="00854DB5">
      <w:pPr>
        <w:pStyle w:val="SingleTxtG"/>
        <w:ind w:firstLine="567"/>
      </w:pPr>
      <w:r w:rsidRPr="00F54F45">
        <w:t>À</w:t>
      </w:r>
      <w:r w:rsidR="00056C17" w:rsidRPr="00F54F45">
        <w:t xml:space="preserve"> la vingt-deuxième réunion du groupe de travail informel EPPR, l’Inde s’est déclarée préoccupée par le fait qu’une installation à circuit ouvert pourrait entraîner une dilution supplémentaire du gaz d’échappement. L’Association internationale des constructeurs de motocycles (IMMA) a fourni des données montrant que l’effet de fuite est suffisamment faible pour être considéré comme négligeable dans une installation à circuit ouvert. Par conséquent, afin de réduire au minimum le risque de dilution supplémentaire et de parvenir à un consensus, le groupe de travail informel a décidé d’inclure les deux types d’installation, à circuit ouvert et à circuit fermé (système CVS de type CFV), dans le RTM</w:t>
      </w:r>
      <w:r w:rsidR="007C7677">
        <w:t> </w:t>
      </w:r>
      <w:r w:rsidR="00056C17" w:rsidRPr="00F54F45">
        <w:t xml:space="preserve">ONU </w:t>
      </w:r>
      <w:r w:rsidRPr="00F54F45">
        <w:rPr>
          <w:rFonts w:eastAsia="MS Mincho"/>
          <w:szCs w:val="22"/>
        </w:rPr>
        <w:t>n</w:t>
      </w:r>
      <w:r w:rsidRPr="00F54F45">
        <w:rPr>
          <w:rFonts w:eastAsia="MS Mincho"/>
          <w:szCs w:val="22"/>
          <w:vertAlign w:val="superscript"/>
        </w:rPr>
        <w:t>o</w:t>
      </w:r>
      <w:r w:rsidRPr="00F54F45">
        <w:t> </w:t>
      </w:r>
      <w:r w:rsidR="00056C17" w:rsidRPr="00F54F45">
        <w:t>2, en indiquant qu’il appartient à l’autorité d’homologation de type d’accepter ou non le système CFV-CVS ouvert pour les essais, sur la base des données présentées et des éléments fournis par le fabricant attestant que la fuite peut être considérée comme négligeable.</w:t>
      </w:r>
    </w:p>
    <w:p w14:paraId="0C8837BC" w14:textId="77777777" w:rsidR="00056C17" w:rsidRPr="00F54F45" w:rsidRDefault="00056C17" w:rsidP="00770C2C">
      <w:pPr>
        <w:pStyle w:val="SingleTxtG"/>
      </w:pPr>
      <w:r w:rsidRPr="00F54F45">
        <w:t>20.</w:t>
      </w:r>
      <w:r w:rsidRPr="00F54F45">
        <w:tab/>
        <w:t xml:space="preserve">Caractéristiques exceptionnelles </w:t>
      </w:r>
    </w:p>
    <w:p w14:paraId="60CED2E7" w14:textId="77777777" w:rsidR="00056C17" w:rsidRPr="00F54F45" w:rsidRDefault="00056C17" w:rsidP="00854DB5">
      <w:pPr>
        <w:pStyle w:val="SingleTxtG"/>
        <w:ind w:firstLine="567"/>
      </w:pPr>
      <w:r w:rsidRPr="00F54F45">
        <w:t>Il a été convenu de conserver la note sur les caractéristiques exceptionnelles, car dans l’Union européenne, le Règlement s’applique aux véhicules spéciaux.</w:t>
      </w:r>
    </w:p>
    <w:p w14:paraId="797DDD2D" w14:textId="77777777" w:rsidR="00056C17" w:rsidRPr="00F54F45" w:rsidRDefault="00056C17" w:rsidP="00770C2C">
      <w:pPr>
        <w:pStyle w:val="SingleTxtG"/>
      </w:pPr>
      <w:r w:rsidRPr="00F54F45">
        <w:t>21.</w:t>
      </w:r>
      <w:r w:rsidRPr="00F54F45">
        <w:tab/>
        <w:t>Humidité de la chambre d’essai</w:t>
      </w:r>
    </w:p>
    <w:p w14:paraId="6C9B11D0" w14:textId="77777777" w:rsidR="00056C17" w:rsidRPr="00F54F45" w:rsidRDefault="00056C17" w:rsidP="00854DB5">
      <w:pPr>
        <w:pStyle w:val="SingleTxtG"/>
        <w:ind w:firstLine="567"/>
      </w:pPr>
      <w:r w:rsidRPr="00F54F45">
        <w:t xml:space="preserve">Un débat long et difficile a eu lieu sur la question de savoir s’il était nécessaire de définir la plage d’humidité dans laquelle un essai peut être considéré comme valide. On sait qu’il est important de tenir compte, soit de l’humidité de l’air ambiant, soit de celle de l’air </w:t>
      </w:r>
      <w:r w:rsidRPr="00F54F45">
        <w:lastRenderedPageBreak/>
        <w:t xml:space="preserve">d’admission du moteur pour calculer correctement les facteurs d’émission d’oxyde d’azote finaux. Le Règlement ONU </w:t>
      </w:r>
      <w:r w:rsidR="002B70CC" w:rsidRPr="00F54F45">
        <w:rPr>
          <w:rFonts w:eastAsia="MS Mincho"/>
          <w:szCs w:val="22"/>
        </w:rPr>
        <w:t>n</w:t>
      </w:r>
      <w:r w:rsidR="002B70CC" w:rsidRPr="00F54F45">
        <w:rPr>
          <w:rFonts w:eastAsia="MS Mincho"/>
          <w:szCs w:val="22"/>
          <w:vertAlign w:val="superscript"/>
        </w:rPr>
        <w:t>o</w:t>
      </w:r>
      <w:r w:rsidR="002B70CC" w:rsidRPr="00F54F45">
        <w:t> </w:t>
      </w:r>
      <w:r w:rsidRPr="00F54F45">
        <w:t>83 dispose que l’humidité de l’air ambiant doit se situer dans une fourchette de 5,5 ≤ Ha ≤ 12,2 (g H</w:t>
      </w:r>
      <w:r w:rsidRPr="007C7677">
        <w:rPr>
          <w:vertAlign w:val="subscript"/>
        </w:rPr>
        <w:t>2</w:t>
      </w:r>
      <w:r w:rsidRPr="00F54F45">
        <w:t>O/kg d’air sec) pour que l’essai soit jugé valide. L’IMMA a fait valoir que cela imposait à certains fabricants des contraintes excessives dans la mesure où il n’était pas facile, dans de nombreuses régions, d’atteindre cette plage d’humidité sans disposer d’une chambre d’essai conditionnée avec les coûts que cela implique. Il a été noté que les facteurs de correction provenaient de données empiriques des années 70, sur des moteurs sans système de traitement aval. L’analyse de régression comprenait des données empiriques allant de 2,85 à 17,2 g H</w:t>
      </w:r>
      <w:r w:rsidRPr="00F54F45">
        <w:rPr>
          <w:vertAlign w:val="subscript"/>
        </w:rPr>
        <w:t>2</w:t>
      </w:r>
      <w:r w:rsidRPr="00F54F45">
        <w:t xml:space="preserve">O/kg d’air sec. Il convient donc d’examiner si ces facteurs de correction sont encore valables aujourd’hui pour les moteurs équipés d’une technologie de traitement aval. Finalement, les Parties contractantes sont parvenues à un accord consistant à ne pas déclarer la nullité d’un essai s’il est effectué en dehors de la plage ci-dessus, mais à demander l’application des facteurs de correction appropriés. La poursuite des recherches menées par les Parties contractantes sur la validité des facteurs de correction est encouragée afin d’étendre cette plage d’humidité aux véhicules à deux roues. L’essai final tel qu’il est décrit dans le RTM ONU </w:t>
      </w:r>
      <w:r w:rsidR="002B70CC" w:rsidRPr="00F54F45">
        <w:rPr>
          <w:rFonts w:eastAsia="MS Mincho"/>
          <w:szCs w:val="22"/>
        </w:rPr>
        <w:t>n</w:t>
      </w:r>
      <w:r w:rsidR="002B70CC" w:rsidRPr="00F54F45">
        <w:rPr>
          <w:rFonts w:eastAsia="MS Mincho"/>
          <w:szCs w:val="22"/>
          <w:vertAlign w:val="superscript"/>
        </w:rPr>
        <w:t>o</w:t>
      </w:r>
      <w:r w:rsidR="002B70CC" w:rsidRPr="00F54F45">
        <w:t> </w:t>
      </w:r>
      <w:r w:rsidRPr="00F54F45">
        <w:t>2 reflète ces accords par la formulation suivante</w:t>
      </w:r>
      <w:r w:rsidR="002B70CC" w:rsidRPr="00F54F45">
        <w:t> </w:t>
      </w:r>
      <w:r w:rsidRPr="00F54F45">
        <w:t>: « L’humidité absolue (Ha) de l’air ambiant ou de l’air d’admission du moteur doit être mesurée et consignée, et des facteurs de correction pour les NOx doivent être appliqués</w:t>
      </w:r>
      <w:r w:rsidR="007C7677">
        <w:t>.</w:t>
      </w:r>
      <w:r w:rsidRPr="00F54F45">
        <w:t> ».</w:t>
      </w:r>
    </w:p>
    <w:p w14:paraId="14074C2E" w14:textId="77777777" w:rsidR="00056C17" w:rsidRPr="00F54F45" w:rsidRDefault="00056C17" w:rsidP="00056C17">
      <w:pPr>
        <w:pStyle w:val="SingleTxtG"/>
        <w:spacing w:line="240" w:lineRule="auto"/>
      </w:pPr>
      <w:r w:rsidRPr="00F54F45">
        <w:t>22.</w:t>
      </w:r>
      <w:r w:rsidRPr="00F54F45">
        <w:tab/>
        <w:t>Facteurs de correction des hydrocarbures applicables</w:t>
      </w:r>
    </w:p>
    <w:p w14:paraId="77023EAC" w14:textId="77777777" w:rsidR="00056C17" w:rsidRPr="00F54F45" w:rsidRDefault="00056C17" w:rsidP="00854DB5">
      <w:pPr>
        <w:pStyle w:val="SingleTxtG"/>
        <w:ind w:firstLine="567"/>
      </w:pPr>
      <w:r w:rsidRPr="00F54F45">
        <w:t>Le groupe de travail informel a décidé de ne pas ajouter de facteurs de correction HC à la formule de calcul de la concentration corrigée d’hydrocarbures lors de l’essai du type II au ralenti, car l’ISO n’a pas défini de formule applicable en la matière et aucune Partie contractante n’a pu trouver de facteurs HC malgré tous ses efforts.</w:t>
      </w:r>
    </w:p>
    <w:p w14:paraId="2C2B5501" w14:textId="77777777" w:rsidR="00056C17" w:rsidRPr="00F54F45" w:rsidRDefault="00056C17" w:rsidP="00056C17">
      <w:pPr>
        <w:pStyle w:val="SingleTxtG"/>
        <w:spacing w:line="240" w:lineRule="auto"/>
      </w:pPr>
      <w:r w:rsidRPr="00F54F45">
        <w:t>23.</w:t>
      </w:r>
      <w:r w:rsidRPr="00F54F45">
        <w:tab/>
        <w:t>Tolérance de CO</w:t>
      </w:r>
      <w:r w:rsidRPr="003A3877">
        <w:rPr>
          <w:vertAlign w:val="subscript"/>
        </w:rPr>
        <w:t>2</w:t>
      </w:r>
      <w:r w:rsidRPr="00F54F45">
        <w:t xml:space="preserve"> (Essai du type VII : Efficacité énergétique)</w:t>
      </w:r>
    </w:p>
    <w:p w14:paraId="1568DF68" w14:textId="77777777" w:rsidR="00056C17" w:rsidRPr="00F54F45" w:rsidRDefault="00056C17" w:rsidP="00854DB5">
      <w:pPr>
        <w:pStyle w:val="SingleTxtG"/>
        <w:ind w:firstLine="567"/>
      </w:pPr>
      <w:r w:rsidRPr="00F54F45">
        <w:t>Le groupe de travail informel s’est penché sur la question de savoir si le niveau de CO</w:t>
      </w:r>
      <w:r w:rsidRPr="00F54F45">
        <w:rPr>
          <w:vertAlign w:val="subscript"/>
        </w:rPr>
        <w:t>2</w:t>
      </w:r>
      <w:r w:rsidRPr="00F54F45">
        <w:t xml:space="preserve"> déclaré par le constructeur pouvait s’écarter de la valeur mesurée par l’autorité d’homologation pour autant qu’elle ne dépasse pas 4</w:t>
      </w:r>
      <w:r w:rsidR="003A3877">
        <w:t> </w:t>
      </w:r>
      <w:r w:rsidRPr="00F54F45">
        <w:t>%. Alors que la Commission européenne proposait de maintenir les valeurs indiquées dans le Règlement européen, c’est</w:t>
      </w:r>
      <w:r w:rsidR="003F259E" w:rsidRPr="00F54F45">
        <w:noBreakHyphen/>
      </w:r>
      <w:r w:rsidRPr="00F54F45">
        <w:t>à-dire +4</w:t>
      </w:r>
      <w:r w:rsidR="003A3877">
        <w:t> </w:t>
      </w:r>
      <w:r w:rsidRPr="00F54F45">
        <w:t>%, parce qu’il ne s’agit pas d’une tolérance dans les mesures, mais d’un dépassement admis dans la déclaration, l’Inde était d’avis que la différence doit être basée sur les données réelles qu’elle a soumises dans le document EPPR-24-05, qui reflète les valeurs des catégories spécifiques de véhicules des classes</w:t>
      </w:r>
      <w:r w:rsidR="006D0D95" w:rsidRPr="00F54F45">
        <w:t> </w:t>
      </w:r>
      <w:r w:rsidRPr="00F54F45">
        <w:t>1, 2 et 3. L’Inde aurait préféré une mesure alignée sur les données du monde réel. Toutefois, le consensus final a été de conserver les valeurs données dans le Règlement de l’Union européenne (soit +4</w:t>
      </w:r>
      <w:r w:rsidR="003A3877">
        <w:t> </w:t>
      </w:r>
      <w:r w:rsidRPr="00F54F45">
        <w:t>%).</w:t>
      </w:r>
    </w:p>
    <w:p w14:paraId="734F5CAA" w14:textId="77777777" w:rsidR="00056C17" w:rsidRPr="00F54F45" w:rsidRDefault="00056C17" w:rsidP="00056C17">
      <w:pPr>
        <w:pStyle w:val="SingleTxtG"/>
        <w:spacing w:line="240" w:lineRule="auto"/>
      </w:pPr>
      <w:r w:rsidRPr="00F54F45">
        <w:t>24.</w:t>
      </w:r>
      <w:r w:rsidRPr="00F54F45">
        <w:tab/>
        <w:t>Masse de référence (</w:t>
      </w:r>
      <w:proofErr w:type="spellStart"/>
      <w:r w:rsidRPr="00F54F45">
        <w:t>mref</w:t>
      </w:r>
      <w:proofErr w:type="spellEnd"/>
      <w:r w:rsidRPr="00F54F45">
        <w:t>)</w:t>
      </w:r>
    </w:p>
    <w:p w14:paraId="46A2D553" w14:textId="77777777" w:rsidR="00877C6D" w:rsidRPr="00531C4C" w:rsidRDefault="00056C17" w:rsidP="00854DB5">
      <w:pPr>
        <w:pStyle w:val="SingleTxtG"/>
        <w:ind w:firstLine="567"/>
      </w:pPr>
      <w:r w:rsidRPr="00F54F45">
        <w:t xml:space="preserve">Le groupe de travail informel a revu les différentes équations dans lesquelles ni la </w:t>
      </w:r>
      <w:proofErr w:type="spellStart"/>
      <w:r w:rsidRPr="00F54F45">
        <w:t>mref</w:t>
      </w:r>
      <w:proofErr w:type="spellEnd"/>
      <w:r w:rsidRPr="00F54F45">
        <w:t xml:space="preserve"> (masse de référence du véhicule) ni la </w:t>
      </w:r>
      <w:proofErr w:type="spellStart"/>
      <w:r w:rsidRPr="00F54F45">
        <w:t>mk</w:t>
      </w:r>
      <w:proofErr w:type="spellEnd"/>
      <w:r w:rsidRPr="00F54F45">
        <w:t xml:space="preserve"> (masse à vide du véhicule) n’apparaissent. Il a été décidé d’utiliser la </w:t>
      </w:r>
      <w:proofErr w:type="spellStart"/>
      <w:r w:rsidRPr="00F54F45">
        <w:t>mref</w:t>
      </w:r>
      <w:proofErr w:type="spellEnd"/>
      <w:r w:rsidRPr="00F54F45">
        <w:t xml:space="preserve"> plutôt que la </w:t>
      </w:r>
      <w:proofErr w:type="spellStart"/>
      <w:r w:rsidRPr="00F54F45">
        <w:t>mk</w:t>
      </w:r>
      <w:proofErr w:type="spellEnd"/>
      <w:r w:rsidRPr="00F54F45">
        <w:t xml:space="preserve"> + 75</w:t>
      </w:r>
      <w:r w:rsidR="006D0D95" w:rsidRPr="00F54F45">
        <w:t> </w:t>
      </w:r>
      <w:r w:rsidRPr="00F54F45">
        <w:t>kg le cas échéant.</w:t>
      </w:r>
    </w:p>
    <w:p w14:paraId="6FDEBCD2" w14:textId="77777777" w:rsidR="00056C17" w:rsidRPr="00531C4C" w:rsidRDefault="00056C17" w:rsidP="00056C17">
      <w:pPr>
        <w:pStyle w:val="SingleTxtG"/>
        <w:spacing w:before="240" w:after="0"/>
        <w:jc w:val="center"/>
        <w:rPr>
          <w:u w:val="single"/>
        </w:rPr>
      </w:pPr>
      <w:r w:rsidRPr="00531C4C">
        <w:rPr>
          <w:u w:val="single"/>
        </w:rPr>
        <w:tab/>
      </w:r>
      <w:r w:rsidRPr="00531C4C">
        <w:rPr>
          <w:u w:val="single"/>
        </w:rPr>
        <w:tab/>
      </w:r>
      <w:r w:rsidRPr="00531C4C">
        <w:rPr>
          <w:u w:val="single"/>
        </w:rPr>
        <w:tab/>
      </w:r>
    </w:p>
    <w:sectPr w:rsidR="00056C17" w:rsidRPr="00531C4C" w:rsidSect="0091592E">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BD9EC" w14:textId="77777777" w:rsidR="0097531D" w:rsidRDefault="0097531D" w:rsidP="00F95C08">
      <w:pPr>
        <w:spacing w:line="240" w:lineRule="auto"/>
      </w:pPr>
    </w:p>
  </w:endnote>
  <w:endnote w:type="continuationSeparator" w:id="0">
    <w:p w14:paraId="50D5418C" w14:textId="77777777" w:rsidR="0097531D" w:rsidRPr="00AC3823" w:rsidRDefault="0097531D" w:rsidP="00AC3823">
      <w:pPr>
        <w:pStyle w:val="Pieddepage"/>
      </w:pPr>
    </w:p>
  </w:endnote>
  <w:endnote w:type="continuationNotice" w:id="1">
    <w:p w14:paraId="620380F5" w14:textId="77777777" w:rsidR="0097531D" w:rsidRDefault="0097531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6092A" w14:textId="77777777" w:rsidR="0097531D" w:rsidRPr="0091592E" w:rsidRDefault="0097531D" w:rsidP="0091592E">
    <w:pPr>
      <w:pStyle w:val="Pieddepage"/>
      <w:tabs>
        <w:tab w:val="right" w:pos="9638"/>
      </w:tabs>
    </w:pPr>
    <w:r w:rsidRPr="0091592E">
      <w:rPr>
        <w:b/>
        <w:sz w:val="18"/>
      </w:rPr>
      <w:fldChar w:fldCharType="begin"/>
    </w:r>
    <w:r w:rsidRPr="0091592E">
      <w:rPr>
        <w:b/>
        <w:sz w:val="18"/>
      </w:rPr>
      <w:instrText xml:space="preserve"> PAGE  \* MERGEFORMAT </w:instrText>
    </w:r>
    <w:r w:rsidRPr="0091592E">
      <w:rPr>
        <w:b/>
        <w:sz w:val="18"/>
      </w:rPr>
      <w:fldChar w:fldCharType="separate"/>
    </w:r>
    <w:r w:rsidRPr="0091592E">
      <w:rPr>
        <w:b/>
        <w:noProof/>
        <w:sz w:val="18"/>
      </w:rPr>
      <w:t>2</w:t>
    </w:r>
    <w:r w:rsidRPr="0091592E">
      <w:rPr>
        <w:b/>
        <w:sz w:val="18"/>
      </w:rPr>
      <w:fldChar w:fldCharType="end"/>
    </w:r>
    <w:r>
      <w:rPr>
        <w:b/>
        <w:sz w:val="18"/>
      </w:rPr>
      <w:tab/>
    </w:r>
    <w:r>
      <w:t>GE.19-11930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8E0FB" w14:textId="77777777" w:rsidR="0097531D" w:rsidRPr="0091592E" w:rsidRDefault="0097531D" w:rsidP="0091592E">
    <w:pPr>
      <w:pStyle w:val="Pieddepage"/>
      <w:tabs>
        <w:tab w:val="right" w:pos="9638"/>
      </w:tabs>
      <w:rPr>
        <w:b/>
        <w:sz w:val="18"/>
      </w:rPr>
    </w:pPr>
    <w:r>
      <w:t>GE.19-11930</w:t>
    </w:r>
    <w:r>
      <w:tab/>
    </w:r>
    <w:r w:rsidRPr="0091592E">
      <w:rPr>
        <w:b/>
        <w:sz w:val="18"/>
      </w:rPr>
      <w:fldChar w:fldCharType="begin"/>
    </w:r>
    <w:r w:rsidRPr="0091592E">
      <w:rPr>
        <w:b/>
        <w:sz w:val="18"/>
      </w:rPr>
      <w:instrText xml:space="preserve"> PAGE  \* MERGEFORMAT </w:instrText>
    </w:r>
    <w:r w:rsidRPr="0091592E">
      <w:rPr>
        <w:b/>
        <w:sz w:val="18"/>
      </w:rPr>
      <w:fldChar w:fldCharType="separate"/>
    </w:r>
    <w:r w:rsidRPr="0091592E">
      <w:rPr>
        <w:b/>
        <w:noProof/>
        <w:sz w:val="18"/>
      </w:rPr>
      <w:t>3</w:t>
    </w:r>
    <w:r w:rsidRPr="0091592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55FC8" w14:textId="77777777" w:rsidR="0097531D" w:rsidRPr="0091592E" w:rsidRDefault="0097531D" w:rsidP="0091592E">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58010391" wp14:editId="39F2B4CE">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19-11930  (F)    170919    190919</w:t>
    </w:r>
    <w:r>
      <w:rPr>
        <w:sz w:val="20"/>
      </w:rPr>
      <w:br/>
    </w:r>
    <w:r w:rsidRPr="0091592E">
      <w:rPr>
        <w:rFonts w:ascii="C39T30Lfz" w:hAnsi="C39T30Lfz"/>
        <w:sz w:val="56"/>
      </w:rPr>
      <w:t></w:t>
    </w:r>
    <w:r w:rsidRPr="0091592E">
      <w:rPr>
        <w:rFonts w:ascii="C39T30Lfz" w:hAnsi="C39T30Lfz"/>
        <w:sz w:val="56"/>
      </w:rPr>
      <w:t></w:t>
    </w:r>
    <w:r w:rsidRPr="0091592E">
      <w:rPr>
        <w:rFonts w:ascii="C39T30Lfz" w:hAnsi="C39T30Lfz"/>
        <w:sz w:val="56"/>
      </w:rPr>
      <w:t></w:t>
    </w:r>
    <w:r w:rsidRPr="0091592E">
      <w:rPr>
        <w:rFonts w:ascii="C39T30Lfz" w:hAnsi="C39T30Lfz"/>
        <w:sz w:val="56"/>
      </w:rPr>
      <w:t></w:t>
    </w:r>
    <w:r w:rsidRPr="0091592E">
      <w:rPr>
        <w:rFonts w:ascii="C39T30Lfz" w:hAnsi="C39T30Lfz"/>
        <w:sz w:val="56"/>
      </w:rPr>
      <w:t></w:t>
    </w:r>
    <w:r w:rsidRPr="0091592E">
      <w:rPr>
        <w:rFonts w:ascii="C39T30Lfz" w:hAnsi="C39T30Lfz"/>
        <w:sz w:val="56"/>
      </w:rPr>
      <w:t></w:t>
    </w:r>
    <w:r w:rsidRPr="0091592E">
      <w:rPr>
        <w:rFonts w:ascii="C39T30Lfz" w:hAnsi="C39T30Lfz"/>
        <w:sz w:val="56"/>
      </w:rPr>
      <w:t></w:t>
    </w:r>
    <w:r w:rsidRPr="0091592E">
      <w:rPr>
        <w:rFonts w:ascii="C39T30Lfz" w:hAnsi="C39T30Lfz"/>
        <w:sz w:val="56"/>
      </w:rPr>
      <w:t></w:t>
    </w:r>
    <w:r w:rsidRPr="0091592E">
      <w:rPr>
        <w:rFonts w:ascii="C39T30Lfz" w:hAnsi="C39T30Lfz"/>
        <w:sz w:val="56"/>
      </w:rPr>
      <w:t></w:t>
    </w:r>
    <w:r>
      <w:rPr>
        <w:noProof/>
        <w:sz w:val="20"/>
      </w:rPr>
      <w:drawing>
        <wp:anchor distT="0" distB="0" distL="114300" distR="114300" simplePos="0" relativeHeight="251658240" behindDoc="0" locked="0" layoutInCell="1" allowOverlap="1" wp14:anchorId="2F0F2897" wp14:editId="7394F5F4">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PE/7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7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AD88B" w14:textId="77777777" w:rsidR="0097531D" w:rsidRPr="00AC3823" w:rsidRDefault="0097531D" w:rsidP="00AC3823">
      <w:pPr>
        <w:pStyle w:val="Pieddepage"/>
        <w:tabs>
          <w:tab w:val="right" w:pos="2155"/>
        </w:tabs>
        <w:spacing w:after="80" w:line="240" w:lineRule="atLeast"/>
        <w:ind w:left="680"/>
        <w:rPr>
          <w:u w:val="single"/>
        </w:rPr>
      </w:pPr>
      <w:r>
        <w:rPr>
          <w:u w:val="single"/>
        </w:rPr>
        <w:tab/>
      </w:r>
    </w:p>
  </w:footnote>
  <w:footnote w:type="continuationSeparator" w:id="0">
    <w:p w14:paraId="3CD3DC31" w14:textId="77777777" w:rsidR="0097531D" w:rsidRPr="00AC3823" w:rsidRDefault="0097531D" w:rsidP="00AC3823">
      <w:pPr>
        <w:pStyle w:val="Pieddepage"/>
        <w:tabs>
          <w:tab w:val="right" w:pos="2155"/>
        </w:tabs>
        <w:spacing w:after="80" w:line="240" w:lineRule="atLeast"/>
        <w:ind w:left="680"/>
        <w:rPr>
          <w:u w:val="single"/>
        </w:rPr>
      </w:pPr>
      <w:r>
        <w:rPr>
          <w:u w:val="single"/>
        </w:rPr>
        <w:tab/>
      </w:r>
    </w:p>
  </w:footnote>
  <w:footnote w:type="continuationNotice" w:id="1">
    <w:p w14:paraId="40319200" w14:textId="77777777" w:rsidR="0097531D" w:rsidRPr="00AC3823" w:rsidRDefault="0097531D">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F542B" w14:textId="0A435160" w:rsidR="0097531D" w:rsidRPr="0091592E" w:rsidRDefault="0097531D">
    <w:pPr>
      <w:pStyle w:val="En-tte"/>
    </w:pPr>
    <w:fldSimple w:instr=" TITLE  \* MERGEFORMAT ">
      <w:r w:rsidR="00396981">
        <w:t>ECE/TRANS/WP.29/GRPE/79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35" w:name="_Hlk19778714"/>
  <w:p w14:paraId="680BD4C2" w14:textId="29390CBE" w:rsidR="0097531D" w:rsidRPr="0091592E" w:rsidRDefault="0097531D" w:rsidP="0091592E">
    <w:pPr>
      <w:pStyle w:val="En-tte"/>
      <w:jc w:val="right"/>
    </w:pPr>
    <w:r>
      <w:fldChar w:fldCharType="begin"/>
    </w:r>
    <w:r>
      <w:instrText xml:space="preserve"> TITLE  \* MERGEFORMAT </w:instrText>
    </w:r>
    <w:r>
      <w:fldChar w:fldCharType="separate"/>
    </w:r>
    <w:r w:rsidR="00396981">
      <w:t>ECE/TRANS/WP.29/GRPE/79</w:t>
    </w:r>
    <w:r>
      <w:fldChar w:fldCharType="end"/>
    </w:r>
    <w:bookmarkEnd w:id="3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89D"/>
    <w:rsid w:val="00003ECF"/>
    <w:rsid w:val="00004C40"/>
    <w:rsid w:val="000101CF"/>
    <w:rsid w:val="000141E1"/>
    <w:rsid w:val="00017F94"/>
    <w:rsid w:val="0002380F"/>
    <w:rsid w:val="00023842"/>
    <w:rsid w:val="0002671F"/>
    <w:rsid w:val="000334F9"/>
    <w:rsid w:val="000346EF"/>
    <w:rsid w:val="00043346"/>
    <w:rsid w:val="00045FEB"/>
    <w:rsid w:val="00051DFA"/>
    <w:rsid w:val="00056C17"/>
    <w:rsid w:val="00074296"/>
    <w:rsid w:val="0007796D"/>
    <w:rsid w:val="00081B30"/>
    <w:rsid w:val="00083976"/>
    <w:rsid w:val="00090C26"/>
    <w:rsid w:val="000B4C52"/>
    <w:rsid w:val="000B7198"/>
    <w:rsid w:val="000B7790"/>
    <w:rsid w:val="000C3DB9"/>
    <w:rsid w:val="000C70D9"/>
    <w:rsid w:val="000D2426"/>
    <w:rsid w:val="000E434C"/>
    <w:rsid w:val="00111F2F"/>
    <w:rsid w:val="0014365E"/>
    <w:rsid w:val="00143C66"/>
    <w:rsid w:val="00146A54"/>
    <w:rsid w:val="00176178"/>
    <w:rsid w:val="001B19E0"/>
    <w:rsid w:val="001B5D38"/>
    <w:rsid w:val="001C336C"/>
    <w:rsid w:val="001F2437"/>
    <w:rsid w:val="001F29A7"/>
    <w:rsid w:val="001F525A"/>
    <w:rsid w:val="001F7550"/>
    <w:rsid w:val="00210F08"/>
    <w:rsid w:val="00211067"/>
    <w:rsid w:val="002136AD"/>
    <w:rsid w:val="00223272"/>
    <w:rsid w:val="00223DCD"/>
    <w:rsid w:val="00231441"/>
    <w:rsid w:val="0024089D"/>
    <w:rsid w:val="0024779E"/>
    <w:rsid w:val="00257168"/>
    <w:rsid w:val="0026128F"/>
    <w:rsid w:val="002640A3"/>
    <w:rsid w:val="00266DF9"/>
    <w:rsid w:val="00266F79"/>
    <w:rsid w:val="00273E12"/>
    <w:rsid w:val="00273E6B"/>
    <w:rsid w:val="002744B8"/>
    <w:rsid w:val="002832AC"/>
    <w:rsid w:val="002A594A"/>
    <w:rsid w:val="002B20C8"/>
    <w:rsid w:val="002B70CC"/>
    <w:rsid w:val="002D7BDF"/>
    <w:rsid w:val="002D7C93"/>
    <w:rsid w:val="002F5341"/>
    <w:rsid w:val="0030364C"/>
    <w:rsid w:val="00305801"/>
    <w:rsid w:val="003127C8"/>
    <w:rsid w:val="0031505C"/>
    <w:rsid w:val="00316812"/>
    <w:rsid w:val="00334D61"/>
    <w:rsid w:val="003405C2"/>
    <w:rsid w:val="0037413E"/>
    <w:rsid w:val="00382DEE"/>
    <w:rsid w:val="003913D2"/>
    <w:rsid w:val="003916DE"/>
    <w:rsid w:val="00396981"/>
    <w:rsid w:val="003A3877"/>
    <w:rsid w:val="003E1D03"/>
    <w:rsid w:val="003E7FCE"/>
    <w:rsid w:val="003F259E"/>
    <w:rsid w:val="003F5BE5"/>
    <w:rsid w:val="00402123"/>
    <w:rsid w:val="00417CEF"/>
    <w:rsid w:val="004210E7"/>
    <w:rsid w:val="00421996"/>
    <w:rsid w:val="00424F77"/>
    <w:rsid w:val="00441C3B"/>
    <w:rsid w:val="00446FE5"/>
    <w:rsid w:val="00447731"/>
    <w:rsid w:val="00447C78"/>
    <w:rsid w:val="00451CEB"/>
    <w:rsid w:val="00452396"/>
    <w:rsid w:val="00476E43"/>
    <w:rsid w:val="004837D8"/>
    <w:rsid w:val="004A1EEB"/>
    <w:rsid w:val="004B2EF1"/>
    <w:rsid w:val="004C1360"/>
    <w:rsid w:val="004C70B2"/>
    <w:rsid w:val="004D3997"/>
    <w:rsid w:val="004D7C91"/>
    <w:rsid w:val="004E2EED"/>
    <w:rsid w:val="004E3483"/>
    <w:rsid w:val="004E468C"/>
    <w:rsid w:val="004E4D3B"/>
    <w:rsid w:val="004E6BD4"/>
    <w:rsid w:val="005159ED"/>
    <w:rsid w:val="00523104"/>
    <w:rsid w:val="00531C4C"/>
    <w:rsid w:val="005505B7"/>
    <w:rsid w:val="00573BE5"/>
    <w:rsid w:val="00585F8A"/>
    <w:rsid w:val="00586ED3"/>
    <w:rsid w:val="00591228"/>
    <w:rsid w:val="00592D8B"/>
    <w:rsid w:val="00594E7C"/>
    <w:rsid w:val="00596AA9"/>
    <w:rsid w:val="005A3D2D"/>
    <w:rsid w:val="005A6BB5"/>
    <w:rsid w:val="005A702A"/>
    <w:rsid w:val="005B60DE"/>
    <w:rsid w:val="005B6180"/>
    <w:rsid w:val="005C313A"/>
    <w:rsid w:val="005D2199"/>
    <w:rsid w:val="005E2E29"/>
    <w:rsid w:val="006007DF"/>
    <w:rsid w:val="00601CAF"/>
    <w:rsid w:val="00602B04"/>
    <w:rsid w:val="006056C1"/>
    <w:rsid w:val="00606E85"/>
    <w:rsid w:val="00623F81"/>
    <w:rsid w:val="00630BCB"/>
    <w:rsid w:val="0066008D"/>
    <w:rsid w:val="006620B8"/>
    <w:rsid w:val="0066434A"/>
    <w:rsid w:val="00677745"/>
    <w:rsid w:val="0068333C"/>
    <w:rsid w:val="006854BD"/>
    <w:rsid w:val="00697852"/>
    <w:rsid w:val="006C5C5E"/>
    <w:rsid w:val="006D0D95"/>
    <w:rsid w:val="006E386B"/>
    <w:rsid w:val="007011D7"/>
    <w:rsid w:val="00713D75"/>
    <w:rsid w:val="0071601D"/>
    <w:rsid w:val="00724501"/>
    <w:rsid w:val="007429BE"/>
    <w:rsid w:val="00750BDB"/>
    <w:rsid w:val="00770C2C"/>
    <w:rsid w:val="007746C7"/>
    <w:rsid w:val="0078134F"/>
    <w:rsid w:val="007A1D82"/>
    <w:rsid w:val="007A521F"/>
    <w:rsid w:val="007A62E6"/>
    <w:rsid w:val="007C51AF"/>
    <w:rsid w:val="007C6981"/>
    <w:rsid w:val="007C7677"/>
    <w:rsid w:val="007C7A70"/>
    <w:rsid w:val="007F20FA"/>
    <w:rsid w:val="008059B7"/>
    <w:rsid w:val="0080684C"/>
    <w:rsid w:val="00831CED"/>
    <w:rsid w:val="0084706B"/>
    <w:rsid w:val="0085109C"/>
    <w:rsid w:val="00854DB5"/>
    <w:rsid w:val="00867249"/>
    <w:rsid w:val="00871C75"/>
    <w:rsid w:val="0087716E"/>
    <w:rsid w:val="008776DC"/>
    <w:rsid w:val="00877C6D"/>
    <w:rsid w:val="008C19B8"/>
    <w:rsid w:val="008C620E"/>
    <w:rsid w:val="008D293B"/>
    <w:rsid w:val="008F63BD"/>
    <w:rsid w:val="0091592E"/>
    <w:rsid w:val="00916C4E"/>
    <w:rsid w:val="009446C0"/>
    <w:rsid w:val="00961D11"/>
    <w:rsid w:val="009705C8"/>
    <w:rsid w:val="0097531D"/>
    <w:rsid w:val="0098709C"/>
    <w:rsid w:val="009921FB"/>
    <w:rsid w:val="009A0834"/>
    <w:rsid w:val="009A3407"/>
    <w:rsid w:val="009A636A"/>
    <w:rsid w:val="009A7DB4"/>
    <w:rsid w:val="009B3E4F"/>
    <w:rsid w:val="009C1CF4"/>
    <w:rsid w:val="009D090D"/>
    <w:rsid w:val="009D54F3"/>
    <w:rsid w:val="009D60E4"/>
    <w:rsid w:val="009E64AB"/>
    <w:rsid w:val="009F15B9"/>
    <w:rsid w:val="009F41A4"/>
    <w:rsid w:val="009F54EF"/>
    <w:rsid w:val="009F6B74"/>
    <w:rsid w:val="00A002ED"/>
    <w:rsid w:val="00A060C9"/>
    <w:rsid w:val="00A13302"/>
    <w:rsid w:val="00A3029F"/>
    <w:rsid w:val="00A30353"/>
    <w:rsid w:val="00A3531A"/>
    <w:rsid w:val="00A41D99"/>
    <w:rsid w:val="00A42618"/>
    <w:rsid w:val="00A5341D"/>
    <w:rsid w:val="00A61C61"/>
    <w:rsid w:val="00A67A69"/>
    <w:rsid w:val="00AA0424"/>
    <w:rsid w:val="00AB51CC"/>
    <w:rsid w:val="00AC3823"/>
    <w:rsid w:val="00AE323C"/>
    <w:rsid w:val="00AF0CB5"/>
    <w:rsid w:val="00B00181"/>
    <w:rsid w:val="00B00B0D"/>
    <w:rsid w:val="00B137C3"/>
    <w:rsid w:val="00B219E4"/>
    <w:rsid w:val="00B246B2"/>
    <w:rsid w:val="00B36CD6"/>
    <w:rsid w:val="00B37FE4"/>
    <w:rsid w:val="00B45F2E"/>
    <w:rsid w:val="00B609E7"/>
    <w:rsid w:val="00B70E1C"/>
    <w:rsid w:val="00B75D79"/>
    <w:rsid w:val="00B765F7"/>
    <w:rsid w:val="00B85687"/>
    <w:rsid w:val="00BA0CA9"/>
    <w:rsid w:val="00BB15D6"/>
    <w:rsid w:val="00BB2699"/>
    <w:rsid w:val="00BC56C4"/>
    <w:rsid w:val="00BD7457"/>
    <w:rsid w:val="00BE201B"/>
    <w:rsid w:val="00C02897"/>
    <w:rsid w:val="00C100E2"/>
    <w:rsid w:val="00C156AB"/>
    <w:rsid w:val="00C202C9"/>
    <w:rsid w:val="00C36F67"/>
    <w:rsid w:val="00C37DFF"/>
    <w:rsid w:val="00C40E94"/>
    <w:rsid w:val="00C43BC8"/>
    <w:rsid w:val="00C65B0F"/>
    <w:rsid w:val="00C757CA"/>
    <w:rsid w:val="00C93E39"/>
    <w:rsid w:val="00C9410D"/>
    <w:rsid w:val="00C97039"/>
    <w:rsid w:val="00CB4E57"/>
    <w:rsid w:val="00CC185F"/>
    <w:rsid w:val="00CC7E76"/>
    <w:rsid w:val="00CD6254"/>
    <w:rsid w:val="00CE4797"/>
    <w:rsid w:val="00CE506C"/>
    <w:rsid w:val="00CF336C"/>
    <w:rsid w:val="00D00BC4"/>
    <w:rsid w:val="00D01304"/>
    <w:rsid w:val="00D02889"/>
    <w:rsid w:val="00D32400"/>
    <w:rsid w:val="00D3439C"/>
    <w:rsid w:val="00D3500E"/>
    <w:rsid w:val="00D4162B"/>
    <w:rsid w:val="00D96D5A"/>
    <w:rsid w:val="00DA4A31"/>
    <w:rsid w:val="00DB1831"/>
    <w:rsid w:val="00DB5E20"/>
    <w:rsid w:val="00DD3BFD"/>
    <w:rsid w:val="00DD3C97"/>
    <w:rsid w:val="00DE486B"/>
    <w:rsid w:val="00DF0240"/>
    <w:rsid w:val="00DF2831"/>
    <w:rsid w:val="00DF6678"/>
    <w:rsid w:val="00DF7D1C"/>
    <w:rsid w:val="00E0299A"/>
    <w:rsid w:val="00E234B0"/>
    <w:rsid w:val="00E33643"/>
    <w:rsid w:val="00E432EB"/>
    <w:rsid w:val="00E51ED1"/>
    <w:rsid w:val="00E526F1"/>
    <w:rsid w:val="00E603F9"/>
    <w:rsid w:val="00E66CA4"/>
    <w:rsid w:val="00E85C74"/>
    <w:rsid w:val="00E959A0"/>
    <w:rsid w:val="00EA4184"/>
    <w:rsid w:val="00EA6547"/>
    <w:rsid w:val="00EB2AAF"/>
    <w:rsid w:val="00EB3F74"/>
    <w:rsid w:val="00EC5292"/>
    <w:rsid w:val="00ED3164"/>
    <w:rsid w:val="00EE5C2B"/>
    <w:rsid w:val="00EF2E22"/>
    <w:rsid w:val="00F07E59"/>
    <w:rsid w:val="00F247E0"/>
    <w:rsid w:val="00F3581D"/>
    <w:rsid w:val="00F35BAF"/>
    <w:rsid w:val="00F409A6"/>
    <w:rsid w:val="00F47617"/>
    <w:rsid w:val="00F47E96"/>
    <w:rsid w:val="00F54F45"/>
    <w:rsid w:val="00F649BE"/>
    <w:rsid w:val="00F660DF"/>
    <w:rsid w:val="00F76CF6"/>
    <w:rsid w:val="00F77B1C"/>
    <w:rsid w:val="00F86A50"/>
    <w:rsid w:val="00F92115"/>
    <w:rsid w:val="00F94664"/>
    <w:rsid w:val="00F9573C"/>
    <w:rsid w:val="00F95C08"/>
    <w:rsid w:val="00FB322C"/>
    <w:rsid w:val="00FC7B62"/>
    <w:rsid w:val="00FD58C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DCC338"/>
  <w15:docId w15:val="{DB184AA8-49FA-40A6-B7ED-928B96FCD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Footnote Text Char"/>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Footnote Text Char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qFormat/>
    <w:rsid w:val="00BB15D6"/>
    <w:rPr>
      <w:rFonts w:ascii="Times New Roman" w:eastAsiaTheme="minorHAnsi" w:hAnsi="Times New Roman" w:cs="Times New Roman"/>
      <w:sz w:val="20"/>
      <w:szCs w:val="20"/>
      <w:lang w:eastAsia="en-US"/>
    </w:rPr>
  </w:style>
  <w:style w:type="character" w:customStyle="1" w:styleId="H1GChar">
    <w:name w:val="_ H_1_G Char"/>
    <w:link w:val="H1G"/>
    <w:rsid w:val="00BB15D6"/>
    <w:rPr>
      <w:rFonts w:ascii="Times New Roman" w:eastAsiaTheme="minorHAnsi" w:hAnsi="Times New Roman" w:cs="Times New Roman"/>
      <w:b/>
      <w:sz w:val="24"/>
      <w:szCs w:val="20"/>
      <w:lang w:eastAsia="en-US"/>
    </w:rPr>
  </w:style>
  <w:style w:type="character" w:customStyle="1" w:styleId="HChGChar">
    <w:name w:val="_ H _Ch_G Char"/>
    <w:link w:val="HChG"/>
    <w:rsid w:val="00BB15D6"/>
    <w:rPr>
      <w:rFonts w:ascii="Times New Roman" w:eastAsiaTheme="minorHAnsi" w:hAnsi="Times New Roman" w:cs="Times New Roman"/>
      <w:b/>
      <w:sz w:val="28"/>
      <w:szCs w:val="20"/>
      <w:lang w:eastAsia="en-US"/>
    </w:rPr>
  </w:style>
  <w:style w:type="character" w:customStyle="1" w:styleId="H23GChar">
    <w:name w:val="_ H_2/3_G Char"/>
    <w:link w:val="H23G"/>
    <w:rsid w:val="00BB15D6"/>
    <w:rPr>
      <w:rFonts w:ascii="Times New Roman" w:eastAsiaTheme="minorHAnsi" w:hAnsi="Times New Roman" w:cs="Times New Roman"/>
      <w:b/>
      <w:sz w:val="20"/>
      <w:szCs w:val="20"/>
      <w:lang w:eastAsia="en-US"/>
    </w:rPr>
  </w:style>
  <w:style w:type="character" w:customStyle="1" w:styleId="paraChar">
    <w:name w:val="para Char"/>
    <w:link w:val="para"/>
    <w:locked/>
    <w:rsid w:val="00C43BC8"/>
    <w:rPr>
      <w:lang w:val="en-GB"/>
    </w:rPr>
  </w:style>
  <w:style w:type="paragraph" w:customStyle="1" w:styleId="para">
    <w:name w:val="para"/>
    <w:basedOn w:val="Normal"/>
    <w:link w:val="paraChar"/>
    <w:qFormat/>
    <w:rsid w:val="00C43BC8"/>
    <w:pPr>
      <w:kinsoku/>
      <w:overflowPunct/>
      <w:autoSpaceDE/>
      <w:autoSpaceDN/>
      <w:adjustRightInd/>
      <w:snapToGrid/>
      <w:spacing w:after="120"/>
      <w:ind w:left="2268" w:right="1134" w:hanging="1134"/>
      <w:jc w:val="both"/>
    </w:pPr>
    <w:rPr>
      <w:rFonts w:asciiTheme="minorHAnsi" w:eastAsia="Times New Roman" w:hAnsiTheme="minorHAnsi" w:cstheme="minorBidi"/>
      <w:sz w:val="22"/>
      <w:szCs w:val="2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kozlov@nami.ru"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FB5ED-4B4D-4BE9-A6CD-1A7683554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ECE_TRANS.dotm</Template>
  <TotalTime>0</TotalTime>
  <Pages>26</Pages>
  <Words>11609</Words>
  <Characters>63851</Characters>
  <Application>Microsoft Office Word</Application>
  <DocSecurity>0</DocSecurity>
  <Lines>532</Lines>
  <Paragraphs>150</Paragraphs>
  <ScaleCrop>false</ScaleCrop>
  <HeadingPairs>
    <vt:vector size="2" baseType="variant">
      <vt:variant>
        <vt:lpstr>Titre</vt:lpstr>
      </vt:variant>
      <vt:variant>
        <vt:i4>1</vt:i4>
      </vt:variant>
    </vt:vector>
  </HeadingPairs>
  <TitlesOfParts>
    <vt:vector size="1" baseType="lpstr">
      <vt:lpstr>ECE/TRANS/WP.29/GRPE/79</vt:lpstr>
    </vt:vector>
  </TitlesOfParts>
  <Company>DCM</Company>
  <LinksUpToDate>false</LinksUpToDate>
  <CharactersWithSpaces>75310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ECE/TRANS/WP.29/GRPE/79</dc:title>
  <dc:subject/>
  <dc:creator>Corinne ROBERT</dc:creator>
  <cp:keywords/>
  <cp:lastModifiedBy>Corinne Robert</cp:lastModifiedBy>
  <cp:revision>2</cp:revision>
  <cp:lastPrinted>2019-09-19T10:24:00Z</cp:lastPrinted>
  <dcterms:created xsi:type="dcterms:W3CDTF">2019-09-19T10:29:00Z</dcterms:created>
  <dcterms:modified xsi:type="dcterms:W3CDTF">2019-09-19T10:29:00Z</dcterms:modified>
</cp:coreProperties>
</file>