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D3E2D">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D3E2D" w:rsidP="009D3E2D">
            <w:pPr>
              <w:jc w:val="right"/>
            </w:pPr>
            <w:r w:rsidRPr="009D3E2D">
              <w:rPr>
                <w:sz w:val="40"/>
              </w:rPr>
              <w:t>ECE</w:t>
            </w:r>
            <w:r>
              <w:t>/TRANS/288</w:t>
            </w:r>
          </w:p>
        </w:tc>
      </w:tr>
      <w:tr w:rsidR="002D5AAC" w:rsidRPr="004A4C68"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9D3E2D" w:rsidP="00387CD4">
            <w:pPr>
              <w:spacing w:before="240"/>
              <w:rPr>
                <w:lang w:val="en-US"/>
              </w:rPr>
            </w:pPr>
            <w:r>
              <w:rPr>
                <w:lang w:val="en-US"/>
              </w:rPr>
              <w:t>Distr.: General</w:t>
            </w:r>
          </w:p>
          <w:p w:rsidR="009D3E2D" w:rsidRDefault="009D3E2D" w:rsidP="009D3E2D">
            <w:pPr>
              <w:spacing w:line="240" w:lineRule="exact"/>
              <w:rPr>
                <w:lang w:val="en-US"/>
              </w:rPr>
            </w:pPr>
            <w:r>
              <w:rPr>
                <w:lang w:val="en-US"/>
              </w:rPr>
              <w:t>1 April 2019</w:t>
            </w:r>
          </w:p>
          <w:p w:rsidR="009D3E2D" w:rsidRDefault="009D3E2D" w:rsidP="009D3E2D">
            <w:pPr>
              <w:spacing w:line="240" w:lineRule="exact"/>
              <w:rPr>
                <w:lang w:val="en-US"/>
              </w:rPr>
            </w:pPr>
            <w:r>
              <w:rPr>
                <w:lang w:val="en-US"/>
              </w:rPr>
              <w:t>Russian</w:t>
            </w:r>
          </w:p>
          <w:p w:rsidR="009D3E2D" w:rsidRPr="008D53B6" w:rsidRDefault="009D3E2D" w:rsidP="009D3E2D">
            <w:pPr>
              <w:spacing w:line="240" w:lineRule="exact"/>
              <w:rPr>
                <w:lang w:val="en-US"/>
              </w:rPr>
            </w:pPr>
            <w:r>
              <w:rPr>
                <w:lang w:val="en-US"/>
              </w:rPr>
              <w:t>Original: English</w:t>
            </w:r>
          </w:p>
        </w:tc>
      </w:tr>
    </w:tbl>
    <w:p w:rsidR="009D3E2D" w:rsidRPr="00B64497" w:rsidRDefault="008A37C8" w:rsidP="00B64497">
      <w:pPr>
        <w:spacing w:before="120"/>
        <w:rPr>
          <w:b/>
          <w:sz w:val="28"/>
          <w:szCs w:val="28"/>
        </w:rPr>
      </w:pPr>
      <w:r w:rsidRPr="00B64497">
        <w:rPr>
          <w:b/>
          <w:sz w:val="28"/>
          <w:szCs w:val="28"/>
        </w:rPr>
        <w:t>Европейская экономическая комиссия</w:t>
      </w:r>
    </w:p>
    <w:p w:rsidR="009D3E2D" w:rsidRPr="00B64497" w:rsidRDefault="009D3E2D" w:rsidP="00B64497">
      <w:pPr>
        <w:spacing w:before="120"/>
        <w:rPr>
          <w:sz w:val="28"/>
          <w:szCs w:val="28"/>
        </w:rPr>
      </w:pPr>
      <w:r w:rsidRPr="00B64497">
        <w:rPr>
          <w:sz w:val="28"/>
          <w:szCs w:val="28"/>
        </w:rPr>
        <w:t>Комитет по внутреннему транспорту</w:t>
      </w:r>
    </w:p>
    <w:p w:rsidR="009D3E2D" w:rsidRPr="00B64497" w:rsidRDefault="009D3E2D" w:rsidP="00B64497">
      <w:pPr>
        <w:spacing w:before="120"/>
        <w:rPr>
          <w:b/>
          <w:bCs/>
        </w:rPr>
      </w:pPr>
      <w:r w:rsidRPr="00B64497">
        <w:rPr>
          <w:b/>
          <w:bCs/>
        </w:rPr>
        <w:t>Восемьдесят первая сессия</w:t>
      </w:r>
    </w:p>
    <w:p w:rsidR="009D3E2D" w:rsidRPr="00B64497" w:rsidRDefault="009D3E2D" w:rsidP="00B64497">
      <w:pPr>
        <w:rPr>
          <w:b/>
          <w:bCs/>
        </w:rPr>
      </w:pPr>
      <w:r w:rsidRPr="00B64497">
        <w:t>Женева, 19−22 февраля 2019 года</w:t>
      </w:r>
    </w:p>
    <w:p w:rsidR="009D3E2D" w:rsidRPr="00B64497" w:rsidRDefault="009D3E2D" w:rsidP="00B64497">
      <w:pPr>
        <w:pStyle w:val="HChG"/>
        <w:keepNext w:val="0"/>
        <w:keepLines w:val="0"/>
      </w:pPr>
      <w:r w:rsidRPr="00B64497">
        <w:tab/>
      </w:r>
      <w:r w:rsidRPr="00B64497">
        <w:tab/>
      </w:r>
      <w:r w:rsidRPr="00B64497">
        <w:rPr>
          <w:bCs/>
        </w:rPr>
        <w:t>Доклад Комитета по внутреннему транспорту о работе его восемьдесят первой сессии</w:t>
      </w:r>
    </w:p>
    <w:p w:rsidR="009D3E2D" w:rsidRPr="00B64497" w:rsidRDefault="009D3E2D" w:rsidP="00B64497">
      <w:pPr>
        <w:spacing w:after="120"/>
        <w:rPr>
          <w:sz w:val="28"/>
        </w:rPr>
      </w:pPr>
      <w:r w:rsidRPr="00B64497">
        <w:rPr>
          <w:sz w:val="28"/>
        </w:rPr>
        <w:t>Содержание</w:t>
      </w:r>
    </w:p>
    <w:p w:rsidR="009D3E2D" w:rsidRPr="00B64497" w:rsidRDefault="009D3E2D" w:rsidP="00B64497">
      <w:pPr>
        <w:tabs>
          <w:tab w:val="right" w:pos="8929"/>
          <w:tab w:val="right" w:pos="9638"/>
        </w:tabs>
        <w:spacing w:after="120"/>
        <w:ind w:left="283"/>
        <w:rPr>
          <w:sz w:val="18"/>
        </w:rPr>
      </w:pPr>
      <w:r w:rsidRPr="00B64497">
        <w:rPr>
          <w:i/>
          <w:sz w:val="18"/>
        </w:rPr>
        <w:tab/>
        <w:t>Пункты</w:t>
      </w:r>
      <w:r w:rsidRPr="00B64497">
        <w:rPr>
          <w:i/>
          <w:sz w:val="18"/>
        </w:rPr>
        <w:tab/>
        <w:t>Стр.</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rPr>
          <w:lang w:val="en-US"/>
        </w:rPr>
        <w:t>I</w:t>
      </w:r>
      <w:r w:rsidRPr="00B64497">
        <w:t>.</w:t>
      </w:r>
      <w:r w:rsidRPr="00B64497">
        <w:tab/>
      </w:r>
      <w:r w:rsidR="002A51E9" w:rsidRPr="00B64497">
        <w:rPr>
          <w:bCs/>
        </w:rPr>
        <w:t>Председатель</w:t>
      </w:r>
      <w:r w:rsidRPr="00B64497">
        <w:tab/>
      </w:r>
      <w:r w:rsidR="002A51E9" w:rsidRPr="00B64497">
        <w:tab/>
      </w:r>
      <w:r w:rsidRPr="00B64497">
        <w:t>1</w:t>
      </w:r>
      <w:r w:rsidR="00E40051">
        <w:tab/>
        <w:t>4</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rPr>
          <w:lang w:val="en-US"/>
        </w:rPr>
        <w:t>II</w:t>
      </w:r>
      <w:r w:rsidRPr="00B64497">
        <w:t>.</w:t>
      </w:r>
      <w:r w:rsidRPr="00B64497">
        <w:tab/>
      </w:r>
      <w:r w:rsidR="002A51E9" w:rsidRPr="00B64497">
        <w:rPr>
          <w:bCs/>
        </w:rPr>
        <w:t>Участники</w:t>
      </w:r>
      <w:r w:rsidRPr="00B64497">
        <w:tab/>
      </w:r>
      <w:r w:rsidRPr="00B64497">
        <w:tab/>
        <w:t>2–9</w:t>
      </w:r>
      <w:r w:rsidR="00E40051">
        <w:tab/>
        <w:t>4</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rPr>
          <w:lang w:val="fr-FR"/>
        </w:rPr>
        <w:t>III</w:t>
      </w:r>
      <w:r w:rsidRPr="00B64497">
        <w:t>.</w:t>
      </w:r>
      <w:r w:rsidRPr="00B64497">
        <w:tab/>
      </w:r>
      <w:r w:rsidR="002A51E9" w:rsidRPr="00B64497">
        <w:rPr>
          <w:bCs/>
        </w:rPr>
        <w:t>Утверждение повестки дня (пункт 1 повестки дня)</w:t>
      </w:r>
      <w:r w:rsidRPr="00B64497">
        <w:tab/>
      </w:r>
      <w:r w:rsidRPr="00B64497">
        <w:tab/>
        <w:t>10</w:t>
      </w:r>
      <w:r w:rsidR="00E40051">
        <w:tab/>
        <w:t>5</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rPr>
          <w:lang w:val="fr-FR"/>
        </w:rPr>
        <w:t>IV</w:t>
      </w:r>
      <w:r w:rsidRPr="00B64497">
        <w:t>.</w:t>
      </w:r>
      <w:r w:rsidRPr="00B64497">
        <w:tab/>
      </w:r>
      <w:r w:rsidR="002A51E9" w:rsidRPr="00B64497">
        <w:t>Автоматизация на транспорте (</w:t>
      </w:r>
      <w:r w:rsidR="004A4C68">
        <w:t xml:space="preserve">пункт </w:t>
      </w:r>
      <w:r w:rsidR="002A51E9" w:rsidRPr="00B64497">
        <w:t>2 повестки дня)</w:t>
      </w:r>
      <w:r w:rsidRPr="00B64497">
        <w:tab/>
      </w:r>
      <w:r w:rsidRPr="00B64497">
        <w:tab/>
        <w:t>11–13</w:t>
      </w:r>
      <w:r w:rsidR="00E40051">
        <w:tab/>
        <w:t>5</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34" w:hanging="1128"/>
      </w:pPr>
      <w:r w:rsidRPr="00B64497">
        <w:tab/>
      </w:r>
      <w:r w:rsidRPr="00B64497">
        <w:rPr>
          <w:lang w:val="fr-FR"/>
        </w:rPr>
        <w:t>V</w:t>
      </w:r>
      <w:r w:rsidRPr="00B64497">
        <w:t>.</w:t>
      </w:r>
      <w:r w:rsidRPr="00B64497">
        <w:tab/>
      </w:r>
      <w:r w:rsidR="002A51E9" w:rsidRPr="00B64497">
        <w:t xml:space="preserve">Совещание только для правительственных делегатов с участием </w:t>
      </w:r>
      <w:r w:rsidR="002A51E9" w:rsidRPr="00B64497">
        <w:br/>
        <w:t xml:space="preserve">председателей вспомогательных органов Комитета </w:t>
      </w:r>
      <w:r w:rsidR="002A51E9" w:rsidRPr="00B64497">
        <w:br/>
        <w:t>(пункт 3 повестки дня)</w:t>
      </w:r>
      <w:r w:rsidRPr="00B64497">
        <w:tab/>
      </w:r>
      <w:r w:rsidRPr="00B64497">
        <w:tab/>
        <w:t>14–16</w:t>
      </w:r>
      <w:r w:rsidR="00E40051">
        <w:tab/>
        <w:t>6</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fr-FR"/>
        </w:rPr>
        <w:t>VI</w:t>
      </w:r>
      <w:r w:rsidRPr="00B64497">
        <w:t>.</w:t>
      </w:r>
      <w:r w:rsidRPr="00B64497">
        <w:tab/>
      </w:r>
      <w:r w:rsidR="002A51E9" w:rsidRPr="00B64497">
        <w:rPr>
          <w:bCs/>
        </w:rPr>
        <w:t xml:space="preserve">Стратегические вопросы горизонтальной политики </w:t>
      </w:r>
      <w:r w:rsidR="002A51E9" w:rsidRPr="00B64497">
        <w:rPr>
          <w:bCs/>
        </w:rPr>
        <w:br/>
        <w:t>(пункт 4 повестки дня)</w:t>
      </w:r>
      <w:r w:rsidRPr="00B64497">
        <w:tab/>
      </w:r>
      <w:r w:rsidRPr="00B64497">
        <w:tab/>
        <w:t>17–42</w:t>
      </w:r>
      <w:r w:rsidR="00E40051">
        <w:tab/>
        <w:t>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59" w:hanging="1559"/>
      </w:pPr>
      <w:r w:rsidRPr="00B64497">
        <w:tab/>
      </w:r>
      <w:r w:rsidRPr="00B64497">
        <w:tab/>
      </w:r>
      <w:r w:rsidRPr="00B64497">
        <w:rPr>
          <w:lang w:val="fr-FR"/>
        </w:rPr>
        <w:t>A</w:t>
      </w:r>
      <w:r w:rsidRPr="00B64497">
        <w:t>.</w:t>
      </w:r>
      <w:r w:rsidRPr="00B64497">
        <w:tab/>
      </w:r>
      <w:r w:rsidR="002A51E9" w:rsidRPr="00B64497">
        <w:rPr>
          <w:bCs/>
        </w:rPr>
        <w:t xml:space="preserve">Положение в связи с присоединением к международным </w:t>
      </w:r>
      <w:r w:rsidR="002A51E9" w:rsidRPr="00B64497">
        <w:rPr>
          <w:bCs/>
        </w:rPr>
        <w:br/>
        <w:t xml:space="preserve">соглашениям и конвенциям Организации Объединенных Наций </w:t>
      </w:r>
      <w:r w:rsidR="002A51E9" w:rsidRPr="00B64497">
        <w:rPr>
          <w:bCs/>
        </w:rPr>
        <w:br/>
        <w:t>в области транспорта</w:t>
      </w:r>
      <w:r w:rsidRPr="00B64497">
        <w:tab/>
      </w:r>
      <w:r w:rsidRPr="00B64497">
        <w:tab/>
        <w:t>17–18</w:t>
      </w:r>
      <w:r w:rsidR="00E40051">
        <w:tab/>
        <w:t>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59" w:hanging="1559"/>
      </w:pPr>
      <w:r w:rsidRPr="00B64497">
        <w:tab/>
      </w:r>
      <w:r w:rsidRPr="00B64497">
        <w:tab/>
      </w:r>
      <w:r w:rsidRPr="00B64497">
        <w:rPr>
          <w:lang w:val="fr-FR"/>
        </w:rPr>
        <w:t>B</w:t>
      </w:r>
      <w:r w:rsidRPr="00B64497">
        <w:t>.</w:t>
      </w:r>
      <w:r w:rsidRPr="00B64497">
        <w:tab/>
      </w:r>
      <w:r w:rsidR="002A51E9" w:rsidRPr="00B64497">
        <w:rPr>
          <w:bCs/>
        </w:rPr>
        <w:t xml:space="preserve">Диалог по вопросам политики и техническая помощь странам </w:t>
      </w:r>
      <w:r w:rsidR="002A51E9" w:rsidRPr="00B64497">
        <w:rPr>
          <w:bCs/>
        </w:rPr>
        <w:br/>
        <w:t>с переходной экономикой и развивающимся странам</w:t>
      </w:r>
      <w:r w:rsidRPr="00B64497">
        <w:tab/>
      </w:r>
      <w:r w:rsidRPr="00B64497">
        <w:tab/>
        <w:t>19</w:t>
      </w:r>
      <w:r w:rsidR="00E40051">
        <w:tab/>
        <w:t>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C</w:t>
      </w:r>
      <w:r w:rsidRPr="00B64497">
        <w:t>.</w:t>
      </w:r>
      <w:r w:rsidRPr="00B64497">
        <w:tab/>
      </w:r>
      <w:r w:rsidR="002A51E9" w:rsidRPr="00B64497">
        <w:t>Аналитическая работа в области транспорта</w:t>
      </w:r>
      <w:r w:rsidRPr="00B64497">
        <w:tab/>
      </w:r>
      <w:r w:rsidRPr="00B64497">
        <w:tab/>
        <w:t>20–23</w:t>
      </w:r>
      <w:r w:rsidR="00E40051">
        <w:tab/>
        <w:t>8</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D</w:t>
      </w:r>
      <w:r w:rsidRPr="00B64497">
        <w:t>.</w:t>
      </w:r>
      <w:r w:rsidRPr="00B64497">
        <w:tab/>
      </w:r>
      <w:r w:rsidR="002A51E9" w:rsidRPr="00B64497">
        <w:t>Окружающая среда, изменение климата и транспорт</w:t>
      </w:r>
      <w:r w:rsidRPr="00B64497">
        <w:tab/>
      </w:r>
      <w:r w:rsidRPr="00B64497">
        <w:tab/>
        <w:t>24–29</w:t>
      </w:r>
      <w:r w:rsidR="00E40051">
        <w:tab/>
        <w:t>9</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980" w:hanging="1980"/>
      </w:pPr>
      <w:r w:rsidRPr="00B64497">
        <w:tab/>
      </w:r>
      <w:r w:rsidRPr="00B64497">
        <w:tab/>
      </w:r>
      <w:r w:rsidRPr="00B64497">
        <w:tab/>
        <w:t>1.</w:t>
      </w:r>
      <w:r w:rsidRPr="00B64497">
        <w:tab/>
      </w:r>
      <w:r w:rsidR="002A51E9" w:rsidRPr="00B64497">
        <w:t xml:space="preserve">Последующая деятельность Комитета по внутреннему </w:t>
      </w:r>
      <w:r w:rsidR="002A51E9" w:rsidRPr="00B64497">
        <w:br/>
        <w:t>транспорту в контексте Повестки дня на период до 2030 года</w:t>
      </w:r>
      <w:r w:rsidRPr="00B64497">
        <w:tab/>
      </w:r>
      <w:r w:rsidRPr="00B64497">
        <w:tab/>
        <w:t>24–25</w:t>
      </w:r>
      <w:r w:rsidR="00E40051">
        <w:tab/>
        <w:t>9</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980" w:hanging="1980"/>
      </w:pPr>
      <w:r w:rsidRPr="00B64497">
        <w:tab/>
      </w:r>
      <w:r w:rsidRPr="00B64497">
        <w:tab/>
      </w:r>
      <w:r w:rsidRPr="00B64497">
        <w:tab/>
        <w:t>2.</w:t>
      </w:r>
      <w:r w:rsidRPr="00B64497">
        <w:tab/>
      </w:r>
      <w:r w:rsidR="002A51E9" w:rsidRPr="00B64497">
        <w:rPr>
          <w:bCs/>
        </w:rPr>
        <w:t xml:space="preserve">Снижение зависимости от углеводородов и смягчение </w:t>
      </w:r>
      <w:r w:rsidR="002A51E9" w:rsidRPr="00B64497">
        <w:rPr>
          <w:bCs/>
        </w:rPr>
        <w:br/>
        <w:t xml:space="preserve">экологически вредного воздействия перевозок внутренним </w:t>
      </w:r>
      <w:r w:rsidR="002A51E9" w:rsidRPr="00B64497">
        <w:rPr>
          <w:bCs/>
        </w:rPr>
        <w:br/>
        <w:t>транспортом</w:t>
      </w:r>
      <w:r w:rsidRPr="00B64497">
        <w:tab/>
      </w:r>
      <w:r w:rsidRPr="00B64497">
        <w:tab/>
        <w:t>26–27</w:t>
      </w:r>
      <w:r w:rsidR="00E40051">
        <w:tab/>
        <w:t>9</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980" w:hanging="1980"/>
      </w:pPr>
      <w:r w:rsidRPr="00B64497">
        <w:tab/>
      </w:r>
      <w:r w:rsidRPr="00B64497">
        <w:tab/>
      </w:r>
      <w:r w:rsidRPr="00B64497">
        <w:tab/>
        <w:t>3.</w:t>
      </w:r>
      <w:r w:rsidRPr="00B64497">
        <w:tab/>
      </w:r>
      <w:r w:rsidR="002A51E9" w:rsidRPr="00B64497">
        <w:rPr>
          <w:bCs/>
        </w:rPr>
        <w:t xml:space="preserve">Последствия изменения климата для международных </w:t>
      </w:r>
      <w:r w:rsidR="002A51E9" w:rsidRPr="00B64497">
        <w:rPr>
          <w:bCs/>
        </w:rPr>
        <w:br/>
        <w:t>транспортных сетей и адаптационные требования</w:t>
      </w:r>
      <w:r w:rsidRPr="00B64497">
        <w:tab/>
      </w:r>
      <w:r w:rsidRPr="00B64497">
        <w:tab/>
        <w:t>28–29</w:t>
      </w:r>
      <w:r w:rsidR="00E40051">
        <w:tab/>
        <w:t>10</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59" w:hanging="1559"/>
      </w:pPr>
      <w:r w:rsidRPr="00B64497">
        <w:tab/>
      </w:r>
      <w:r w:rsidRPr="00B64497">
        <w:tab/>
      </w:r>
      <w:r w:rsidRPr="00B64497">
        <w:rPr>
          <w:lang w:val="fr-FR"/>
        </w:rPr>
        <w:t>E</w:t>
      </w:r>
      <w:r w:rsidRPr="00B64497">
        <w:t>.</w:t>
      </w:r>
      <w:r w:rsidRPr="00B64497">
        <w:tab/>
      </w:r>
      <w:r w:rsidR="002A51E9" w:rsidRPr="00B64497">
        <w:t xml:space="preserve">Общеевропейская программа по транспорту, окружающей среде </w:t>
      </w:r>
      <w:r w:rsidR="002A51E9" w:rsidRPr="00B64497">
        <w:br/>
        <w:t>и охране здоровья</w:t>
      </w:r>
      <w:r w:rsidRPr="00B64497">
        <w:tab/>
      </w:r>
      <w:r w:rsidRPr="00B64497">
        <w:tab/>
        <w:t>30–32</w:t>
      </w:r>
      <w:r w:rsidR="00E40051">
        <w:tab/>
        <w:t>10</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lastRenderedPageBreak/>
        <w:tab/>
      </w:r>
      <w:r w:rsidRPr="00B64497">
        <w:tab/>
      </w:r>
      <w:r w:rsidRPr="00B64497">
        <w:rPr>
          <w:lang w:val="fr-FR"/>
        </w:rPr>
        <w:t>F</w:t>
      </w:r>
      <w:r w:rsidRPr="00B64497">
        <w:t>.</w:t>
      </w:r>
      <w:r w:rsidRPr="00B64497">
        <w:tab/>
      </w:r>
      <w:r w:rsidR="002A51E9" w:rsidRPr="00B64497">
        <w:t>Интеллектуальные транспортные системы</w:t>
      </w:r>
      <w:r w:rsidRPr="00B64497">
        <w:tab/>
      </w:r>
      <w:r w:rsidRPr="00B64497">
        <w:tab/>
        <w:t>33–36</w:t>
      </w:r>
      <w:r w:rsidR="00E40051">
        <w:tab/>
        <w:t>11</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59" w:hanging="1559"/>
      </w:pPr>
      <w:r w:rsidRPr="00B64497">
        <w:tab/>
      </w:r>
      <w:r w:rsidRPr="00B64497">
        <w:tab/>
      </w:r>
      <w:r w:rsidRPr="00B64497">
        <w:rPr>
          <w:lang w:val="fr-FR"/>
        </w:rPr>
        <w:t>G</w:t>
      </w:r>
      <w:r w:rsidRPr="00B64497">
        <w:t>.</w:t>
      </w:r>
      <w:r w:rsidRPr="00B64497">
        <w:tab/>
      </w:r>
      <w:r w:rsidR="002A51E9" w:rsidRPr="00B64497">
        <w:rPr>
          <w:bCs/>
        </w:rPr>
        <w:t xml:space="preserve">Продолжение поддержки стран, не имеющих выхода к морю: </w:t>
      </w:r>
      <w:r w:rsidR="002A51E9" w:rsidRPr="00B64497">
        <w:rPr>
          <w:bCs/>
        </w:rPr>
        <w:br/>
        <w:t>Венская программа действий</w:t>
      </w:r>
      <w:r w:rsidRPr="00B64497">
        <w:tab/>
      </w:r>
      <w:r w:rsidRPr="00B64497">
        <w:tab/>
        <w:t>37–38</w:t>
      </w:r>
      <w:r w:rsidR="00E40051">
        <w:tab/>
        <w:t>12</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H</w:t>
      </w:r>
      <w:r w:rsidRPr="00B64497">
        <w:t>.</w:t>
      </w:r>
      <w:r w:rsidRPr="00B64497">
        <w:tab/>
      </w:r>
      <w:r w:rsidR="002A51E9" w:rsidRPr="00B64497">
        <w:t>Безопасность на внутреннем транспорте</w:t>
      </w:r>
      <w:r w:rsidRPr="00B64497">
        <w:tab/>
      </w:r>
      <w:r w:rsidRPr="00B64497">
        <w:tab/>
        <w:t>39</w:t>
      </w:r>
      <w:r w:rsidR="00E40051">
        <w:tab/>
        <w:t>12</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60" w:hanging="1560"/>
      </w:pPr>
      <w:r w:rsidRPr="00B64497">
        <w:tab/>
      </w:r>
      <w:r w:rsidRPr="00B64497">
        <w:tab/>
      </w:r>
      <w:r w:rsidRPr="00B64497">
        <w:rPr>
          <w:lang w:val="fr-FR"/>
        </w:rPr>
        <w:t>I</w:t>
      </w:r>
      <w:r w:rsidRPr="00B64497">
        <w:t>.</w:t>
      </w:r>
      <w:r w:rsidRPr="00B64497">
        <w:tab/>
      </w:r>
      <w:r w:rsidR="002A51E9" w:rsidRPr="00B64497">
        <w:rPr>
          <w:bCs/>
        </w:rPr>
        <w:t xml:space="preserve">Партнерство и деятельность других организаций, представляющая </w:t>
      </w:r>
      <w:r w:rsidR="002A51E9" w:rsidRPr="00B64497">
        <w:rPr>
          <w:bCs/>
        </w:rPr>
        <w:br/>
        <w:t>интерес для Комитета</w:t>
      </w:r>
      <w:r w:rsidRPr="00B64497">
        <w:tab/>
      </w:r>
      <w:r w:rsidRPr="00B64497">
        <w:tab/>
        <w:t>40–42</w:t>
      </w:r>
      <w:r w:rsidR="00E40051">
        <w:tab/>
        <w:t>12</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tab/>
        <w:t>1.</w:t>
      </w:r>
      <w:r w:rsidRPr="00B64497">
        <w:tab/>
      </w:r>
      <w:r w:rsidR="002A51E9" w:rsidRPr="00B64497">
        <w:t>Изменения на транспорте в Европейском союзе</w:t>
      </w:r>
      <w:r w:rsidRPr="00B64497">
        <w:tab/>
      </w:r>
      <w:r w:rsidRPr="00B64497">
        <w:tab/>
        <w:t>40</w:t>
      </w:r>
      <w:r w:rsidR="00E40051">
        <w:tab/>
        <w:t>12</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980" w:hanging="1980"/>
      </w:pPr>
      <w:r w:rsidRPr="00B64497">
        <w:tab/>
      </w:r>
      <w:r w:rsidRPr="00B64497">
        <w:tab/>
      </w:r>
      <w:r w:rsidRPr="00B64497">
        <w:tab/>
        <w:t>2.</w:t>
      </w:r>
      <w:r w:rsidRPr="00B64497">
        <w:tab/>
      </w:r>
      <w:r w:rsidR="002A51E9" w:rsidRPr="00B64497">
        <w:t xml:space="preserve">Изменения, связанные с работой Международного </w:t>
      </w:r>
      <w:r w:rsidR="002A51E9" w:rsidRPr="00B64497">
        <w:br/>
        <w:t>транспортного форума</w:t>
      </w:r>
      <w:r w:rsidRPr="00B64497">
        <w:tab/>
      </w:r>
      <w:r w:rsidRPr="00B64497">
        <w:tab/>
        <w:t>41</w:t>
      </w:r>
      <w:r w:rsidR="00E40051">
        <w:tab/>
        <w:t>12</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980" w:hanging="1980"/>
      </w:pPr>
      <w:r w:rsidRPr="00B64497">
        <w:tab/>
      </w:r>
      <w:r w:rsidRPr="00B64497">
        <w:tab/>
      </w:r>
      <w:r w:rsidRPr="00B64497">
        <w:tab/>
        <w:t>3.</w:t>
      </w:r>
      <w:r w:rsidRPr="00B64497">
        <w:tab/>
      </w:r>
      <w:r w:rsidR="002A51E9" w:rsidRPr="00B64497">
        <w:t xml:space="preserve">Деятельность других организаций, представляющая интерес </w:t>
      </w:r>
      <w:r w:rsidR="002A51E9" w:rsidRPr="00B64497">
        <w:br/>
        <w:t>для Комитета</w:t>
      </w:r>
      <w:r w:rsidRPr="00B64497">
        <w:tab/>
      </w:r>
      <w:r w:rsidRPr="00B64497">
        <w:tab/>
        <w:t>42</w:t>
      </w:r>
      <w:r w:rsidR="00E40051">
        <w:tab/>
        <w:t>12</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fr-FR"/>
        </w:rPr>
        <w:t>VII</w:t>
      </w:r>
      <w:r w:rsidRPr="00B64497">
        <w:t>.</w:t>
      </w:r>
      <w:r w:rsidRPr="00B64497">
        <w:tab/>
      </w:r>
      <w:r w:rsidR="002A51E9" w:rsidRPr="00B64497">
        <w:t xml:space="preserve">Стратегические вопросы, связанные с разными видами транспорта </w:t>
      </w:r>
      <w:r w:rsidR="002A51E9" w:rsidRPr="00B64497">
        <w:br/>
        <w:t>и тематическими направлениями (пункт 5 повестки дня)</w:t>
      </w:r>
      <w:r w:rsidRPr="00B64497">
        <w:tab/>
      </w:r>
      <w:r w:rsidRPr="00B64497">
        <w:tab/>
        <w:t>43–110</w:t>
      </w:r>
      <w:r w:rsidR="00E40051">
        <w:tab/>
        <w:t>13</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60" w:hanging="1560"/>
      </w:pPr>
      <w:r w:rsidRPr="00B64497">
        <w:tab/>
      </w:r>
      <w:r w:rsidRPr="00B64497">
        <w:tab/>
      </w:r>
      <w:r w:rsidRPr="00B64497">
        <w:rPr>
          <w:lang w:val="fr-FR"/>
        </w:rPr>
        <w:t>A</w:t>
      </w:r>
      <w:r w:rsidRPr="00B64497">
        <w:t>.</w:t>
      </w:r>
      <w:r w:rsidRPr="00B64497">
        <w:tab/>
      </w:r>
      <w:r w:rsidR="002A51E9" w:rsidRPr="00B64497">
        <w:rPr>
          <w:bCs/>
        </w:rPr>
        <w:t xml:space="preserve">Деятельность, связанная с проектами: проекты Трансъевропейской </w:t>
      </w:r>
      <w:r w:rsidR="002A51E9" w:rsidRPr="00B64497">
        <w:rPr>
          <w:bCs/>
        </w:rPr>
        <w:br/>
        <w:t xml:space="preserve">автомагистрали и Трансъевропейской железнодорожной </w:t>
      </w:r>
      <w:r w:rsidR="002A51E9" w:rsidRPr="00B64497">
        <w:rPr>
          <w:bCs/>
        </w:rPr>
        <w:br/>
        <w:t>магистрали</w:t>
      </w:r>
      <w:r w:rsidRPr="00B64497">
        <w:tab/>
      </w:r>
      <w:r w:rsidRPr="00B64497">
        <w:tab/>
        <w:t>43–45</w:t>
      </w:r>
      <w:r w:rsidR="00E40051">
        <w:tab/>
        <w:t>13</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B</w:t>
      </w:r>
      <w:r w:rsidRPr="00B64497">
        <w:t>.</w:t>
      </w:r>
      <w:r w:rsidRPr="00B64497">
        <w:tab/>
      </w:r>
      <w:r w:rsidR="002A51E9" w:rsidRPr="00B64497">
        <w:t>Согласование правил в области транспортных средств</w:t>
      </w:r>
      <w:r w:rsidRPr="00B64497">
        <w:tab/>
      </w:r>
      <w:r w:rsidRPr="00B64497">
        <w:tab/>
        <w:t>46–54</w:t>
      </w:r>
      <w:r w:rsidR="00E40051">
        <w:tab/>
        <w:t>13</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C</w:t>
      </w:r>
      <w:r w:rsidRPr="00B64497">
        <w:t>.</w:t>
      </w:r>
      <w:r w:rsidRPr="00B64497">
        <w:tab/>
      </w:r>
      <w:r w:rsidR="002A51E9" w:rsidRPr="00B64497">
        <w:t>Безопасность дорожного движения</w:t>
      </w:r>
      <w:r w:rsidRPr="00B64497">
        <w:tab/>
      </w:r>
      <w:r w:rsidRPr="00B64497">
        <w:tab/>
        <w:t>55–64</w:t>
      </w:r>
      <w:r w:rsidR="00E40051">
        <w:tab/>
        <w:t>14</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D</w:t>
      </w:r>
      <w:r w:rsidRPr="00B64497">
        <w:t>.</w:t>
      </w:r>
      <w:r w:rsidRPr="00B64497">
        <w:tab/>
      </w:r>
      <w:r w:rsidR="002A51E9" w:rsidRPr="00B64497">
        <w:t>Автомобильный транспорт</w:t>
      </w:r>
      <w:r w:rsidRPr="00B64497">
        <w:tab/>
      </w:r>
      <w:r w:rsidRPr="00B64497">
        <w:tab/>
        <w:t>65–71</w:t>
      </w:r>
      <w:r w:rsidR="00E40051">
        <w:tab/>
        <w:t>16</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E</w:t>
      </w:r>
      <w:r w:rsidRPr="00B64497">
        <w:t>.</w:t>
      </w:r>
      <w:r w:rsidRPr="00B64497">
        <w:tab/>
      </w:r>
      <w:r w:rsidR="002A51E9" w:rsidRPr="00B64497">
        <w:t>Железнодорожный транспорт</w:t>
      </w:r>
      <w:r w:rsidRPr="00B64497">
        <w:tab/>
      </w:r>
      <w:r w:rsidRPr="00B64497">
        <w:tab/>
        <w:t>72–75</w:t>
      </w:r>
      <w:r w:rsidR="00E40051">
        <w:tab/>
        <w:t>17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F</w:t>
      </w:r>
      <w:r w:rsidRPr="00B64497">
        <w:t>.</w:t>
      </w:r>
      <w:r w:rsidRPr="00B64497">
        <w:tab/>
      </w:r>
      <w:r w:rsidR="002A51E9" w:rsidRPr="00B64497">
        <w:t>Интермодальные перевозки и логистика</w:t>
      </w:r>
      <w:r w:rsidRPr="00B64497">
        <w:tab/>
      </w:r>
      <w:r w:rsidRPr="00B64497">
        <w:tab/>
        <w:t>76–79</w:t>
      </w:r>
      <w:r w:rsidR="00E40051">
        <w:tab/>
        <w:t>18</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G</w:t>
      </w:r>
      <w:r w:rsidRPr="00B64497">
        <w:t>.</w:t>
      </w:r>
      <w:r w:rsidRPr="00B64497">
        <w:tab/>
      </w:r>
      <w:r w:rsidR="002A51E9" w:rsidRPr="00B64497">
        <w:t>Внутренний водный транспорт</w:t>
      </w:r>
      <w:r w:rsidRPr="00B64497">
        <w:tab/>
      </w:r>
      <w:r w:rsidRPr="00B64497">
        <w:tab/>
        <w:t>80–83</w:t>
      </w:r>
      <w:r w:rsidR="00E40051">
        <w:tab/>
        <w:t>19</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60" w:hanging="1560"/>
      </w:pPr>
      <w:r w:rsidRPr="00B64497">
        <w:tab/>
      </w:r>
      <w:r w:rsidRPr="00B64497">
        <w:tab/>
      </w:r>
      <w:r w:rsidRPr="00B64497">
        <w:rPr>
          <w:lang w:val="fr-FR"/>
        </w:rPr>
        <w:t>H</w:t>
      </w:r>
      <w:r w:rsidRPr="00B64497">
        <w:t>.</w:t>
      </w:r>
      <w:r w:rsidRPr="00B64497">
        <w:tab/>
      </w:r>
      <w:r w:rsidR="002A51E9" w:rsidRPr="00B64497">
        <w:rPr>
          <w:bCs/>
        </w:rPr>
        <w:t xml:space="preserve">Активизация работы по облегчению пересечения границ </w:t>
      </w:r>
      <w:r w:rsidR="002A51E9" w:rsidRPr="00B64497">
        <w:rPr>
          <w:bCs/>
        </w:rPr>
        <w:br/>
        <w:t xml:space="preserve">(Конвенция о согласовании, Конвенция МДП, проект eTIR </w:t>
      </w:r>
      <w:r w:rsidR="002A51E9" w:rsidRPr="00B64497">
        <w:rPr>
          <w:bCs/>
        </w:rPr>
        <w:br/>
        <w:t>и другие меры по облегчению таможенного транзита)</w:t>
      </w:r>
      <w:r w:rsidRPr="00B64497">
        <w:tab/>
      </w:r>
      <w:r w:rsidRPr="00B64497">
        <w:tab/>
        <w:t>84–87</w:t>
      </w:r>
      <w:r w:rsidR="00E40051">
        <w:tab/>
        <w:t>20</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I</w:t>
      </w:r>
      <w:r w:rsidRPr="00B64497">
        <w:t>.</w:t>
      </w:r>
      <w:r w:rsidRPr="00B64497">
        <w:tab/>
      </w:r>
      <w:r w:rsidR="002A51E9" w:rsidRPr="00B64497">
        <w:t>Перевозка опасных грузов</w:t>
      </w:r>
      <w:r w:rsidRPr="00B64497">
        <w:tab/>
      </w:r>
      <w:r w:rsidRPr="00B64497">
        <w:tab/>
        <w:t>88–98</w:t>
      </w:r>
      <w:r w:rsidR="00E40051">
        <w:tab/>
        <w:t>21</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J</w:t>
      </w:r>
      <w:r w:rsidRPr="00B64497">
        <w:t>.</w:t>
      </w:r>
      <w:r w:rsidRPr="00B64497">
        <w:tab/>
      </w:r>
      <w:r w:rsidR="002A51E9" w:rsidRPr="00B64497">
        <w:t>Перевозка скоропортящихся пищевых продуктов</w:t>
      </w:r>
      <w:r w:rsidRPr="00B64497">
        <w:tab/>
      </w:r>
      <w:r w:rsidRPr="00B64497">
        <w:tab/>
        <w:t>99–104</w:t>
      </w:r>
      <w:r w:rsidR="00E40051">
        <w:tab/>
        <w:t>23</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tab/>
      </w:r>
      <w:r w:rsidRPr="00B64497">
        <w:rPr>
          <w:lang w:val="fr-FR"/>
        </w:rPr>
        <w:t>K</w:t>
      </w:r>
      <w:r w:rsidRPr="00B64497">
        <w:t>.</w:t>
      </w:r>
      <w:r w:rsidRPr="00B64497">
        <w:tab/>
      </w:r>
      <w:r w:rsidR="002A51E9" w:rsidRPr="00B64497">
        <w:t>Транспортная статистика и данные</w:t>
      </w:r>
      <w:r w:rsidRPr="00B64497">
        <w:tab/>
      </w:r>
      <w:r w:rsidRPr="00B64497">
        <w:tab/>
        <w:t>105–110</w:t>
      </w:r>
      <w:r w:rsidR="00E40051">
        <w:tab/>
        <w:t>24</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34" w:hanging="1128"/>
      </w:pPr>
      <w:r w:rsidRPr="00B64497">
        <w:tab/>
      </w:r>
      <w:r w:rsidRPr="00B64497">
        <w:rPr>
          <w:lang w:val="fr-FR"/>
        </w:rPr>
        <w:t>VIII</w:t>
      </w:r>
      <w:r w:rsidRPr="003E1CBF">
        <w:t>.</w:t>
      </w:r>
      <w:r w:rsidRPr="003E1CBF">
        <w:tab/>
      </w:r>
      <w:r w:rsidR="002A51E9" w:rsidRPr="00B64497">
        <w:rPr>
          <w:bCs/>
        </w:rPr>
        <w:t xml:space="preserve">Вопросы, вытекающие из решений Европейской экономической комиссии </w:t>
      </w:r>
      <w:r w:rsidR="002A51E9" w:rsidRPr="00B64497">
        <w:rPr>
          <w:bCs/>
        </w:rPr>
        <w:br/>
        <w:t xml:space="preserve">Организации Объединенных Наций (ЕЭК), Экономического и Социального </w:t>
      </w:r>
      <w:r w:rsidR="002A51E9" w:rsidRPr="00B64497">
        <w:rPr>
          <w:bCs/>
        </w:rPr>
        <w:br/>
        <w:t xml:space="preserve">Совета (ЭКОСОС) и других органов и конференций Организации </w:t>
      </w:r>
      <w:r w:rsidR="002A51E9" w:rsidRPr="00B64497">
        <w:rPr>
          <w:bCs/>
        </w:rPr>
        <w:br/>
        <w:t>Объединенных Наций (пункт 6 повестки дня)</w:t>
      </w:r>
      <w:r w:rsidRPr="00B64497">
        <w:tab/>
      </w:r>
      <w:r w:rsidRPr="00B64497">
        <w:tab/>
        <w:t>111–114</w:t>
      </w:r>
      <w:r w:rsidR="00E40051">
        <w:tab/>
        <w:t>25</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59" w:hanging="1559"/>
      </w:pPr>
      <w:r w:rsidRPr="00B64497">
        <w:tab/>
      </w:r>
      <w:r w:rsidRPr="00B64497">
        <w:tab/>
      </w:r>
      <w:r w:rsidRPr="00B64497">
        <w:rPr>
          <w:lang w:val="fr-FR"/>
        </w:rPr>
        <w:t>A</w:t>
      </w:r>
      <w:r w:rsidRPr="00B64497">
        <w:t>.</w:t>
      </w:r>
      <w:r w:rsidRPr="00B64497">
        <w:tab/>
      </w:r>
      <w:r w:rsidR="002A51E9" w:rsidRPr="00B64497">
        <w:rPr>
          <w:bCs/>
        </w:rPr>
        <w:t xml:space="preserve">ЕЭК, ЭКОСОС и другие органы и конференции Организации </w:t>
      </w:r>
      <w:r w:rsidR="002A51E9" w:rsidRPr="00B64497">
        <w:rPr>
          <w:bCs/>
        </w:rPr>
        <w:br/>
        <w:t>Объединенных Наций</w:t>
      </w:r>
      <w:r w:rsidRPr="00B64497">
        <w:tab/>
      </w:r>
      <w:r w:rsidRPr="00B64497">
        <w:tab/>
        <w:t>111</w:t>
      </w:r>
      <w:r w:rsidR="00E40051">
        <w:tab/>
        <w:t>25</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559" w:hanging="1559"/>
      </w:pPr>
      <w:r w:rsidRPr="00B64497">
        <w:tab/>
      </w:r>
      <w:r w:rsidRPr="00B64497">
        <w:tab/>
      </w:r>
      <w:r w:rsidRPr="00B64497">
        <w:rPr>
          <w:lang w:val="fr-FR"/>
        </w:rPr>
        <w:t>B</w:t>
      </w:r>
      <w:r w:rsidRPr="00B64497">
        <w:t>.</w:t>
      </w:r>
      <w:r w:rsidRPr="00B64497">
        <w:tab/>
      </w:r>
      <w:r w:rsidR="002A51E9" w:rsidRPr="00B64497">
        <w:rPr>
          <w:bCs/>
        </w:rPr>
        <w:t xml:space="preserve">Диалог с региональными комиссиями Организации Объединенных </w:t>
      </w:r>
      <w:r w:rsidR="002A51E9" w:rsidRPr="00B64497">
        <w:rPr>
          <w:bCs/>
        </w:rPr>
        <w:br/>
        <w:t>Наций о текущей деятельности, связанной с внутренним</w:t>
      </w:r>
      <w:r w:rsidR="002A51E9" w:rsidRPr="00B64497">
        <w:rPr>
          <w:bCs/>
        </w:rPr>
        <w:br/>
        <w:t>транспортом</w:t>
      </w:r>
      <w:r w:rsidRPr="00B64497">
        <w:tab/>
      </w:r>
      <w:r w:rsidRPr="00B64497">
        <w:tab/>
        <w:t>112–114</w:t>
      </w:r>
      <w:r w:rsidR="00E40051">
        <w:tab/>
        <w:t>25</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fr-FR"/>
        </w:rPr>
        <w:t>IX</w:t>
      </w:r>
      <w:r w:rsidRPr="00B64497">
        <w:t>.</w:t>
      </w:r>
      <w:r w:rsidRPr="00B64497">
        <w:tab/>
      </w:r>
      <w:r w:rsidR="002A51E9" w:rsidRPr="00B64497">
        <w:rPr>
          <w:bCs/>
        </w:rPr>
        <w:t xml:space="preserve">Проект годового доклада о деятельности вспомогательных органов </w:t>
      </w:r>
      <w:r w:rsidR="002A51E9" w:rsidRPr="00B64497">
        <w:rPr>
          <w:bCs/>
        </w:rPr>
        <w:br/>
        <w:t>Комитета в 2018 году (пункт 7 повестки дня)</w:t>
      </w:r>
      <w:r w:rsidRPr="00B64497">
        <w:tab/>
      </w:r>
      <w:r w:rsidRPr="00B64497">
        <w:tab/>
        <w:t>115–116</w:t>
      </w:r>
      <w:r w:rsidR="00E40051">
        <w:tab/>
        <w:t>26</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34" w:hanging="1128"/>
      </w:pPr>
      <w:r w:rsidRPr="00B64497">
        <w:tab/>
      </w:r>
      <w:r w:rsidRPr="00B64497">
        <w:rPr>
          <w:lang w:val="fr-FR"/>
        </w:rPr>
        <w:t>X</w:t>
      </w:r>
      <w:r w:rsidRPr="00B64497">
        <w:t>.</w:t>
      </w:r>
      <w:r w:rsidRPr="00B64497">
        <w:tab/>
      </w:r>
      <w:r w:rsidR="002A51E9" w:rsidRPr="00B64497">
        <w:rPr>
          <w:bCs/>
        </w:rPr>
        <w:t xml:space="preserve">Вопросы для одобрения Комитетом и вопросы информационного </w:t>
      </w:r>
      <w:r w:rsidR="002A51E9" w:rsidRPr="00B64497">
        <w:rPr>
          <w:bCs/>
        </w:rPr>
        <w:br/>
        <w:t xml:space="preserve">характера: утверждение докладов вспомогательных органов Комитета </w:t>
      </w:r>
      <w:r w:rsidR="002A51E9" w:rsidRPr="00B64497">
        <w:rPr>
          <w:bCs/>
        </w:rPr>
        <w:br/>
        <w:t>(пункт 8 повестки дня)</w:t>
      </w:r>
      <w:r w:rsidRPr="00B64497">
        <w:tab/>
      </w:r>
      <w:r w:rsidRPr="00B64497">
        <w:tab/>
        <w:t>117</w:t>
      </w:r>
      <w:r w:rsidR="00E40051">
        <w:tab/>
        <w:t>26</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fr-FR"/>
        </w:rPr>
        <w:t>XI</w:t>
      </w:r>
      <w:r w:rsidRPr="00B64497">
        <w:t>.</w:t>
      </w:r>
      <w:r w:rsidRPr="00B64497">
        <w:tab/>
      </w:r>
      <w:r w:rsidR="002A51E9" w:rsidRPr="00B64497">
        <w:rPr>
          <w:bCs/>
        </w:rPr>
        <w:t xml:space="preserve">Итоги совещаний Бюро Комитета по внутреннему транспорту </w:t>
      </w:r>
      <w:r w:rsidR="002A51E9" w:rsidRPr="00B64497">
        <w:rPr>
          <w:bCs/>
        </w:rPr>
        <w:br/>
        <w:t>(пункт 9 повестки дня)</w:t>
      </w:r>
      <w:r w:rsidRPr="00B64497">
        <w:tab/>
      </w:r>
      <w:r w:rsidRPr="00B64497">
        <w:tab/>
        <w:t>118–119</w:t>
      </w:r>
      <w:r w:rsidR="00E40051">
        <w:tab/>
        <w:t>27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fr-FR"/>
        </w:rPr>
        <w:t>XII</w:t>
      </w:r>
      <w:r w:rsidRPr="00B64497">
        <w:t>.</w:t>
      </w:r>
      <w:r w:rsidRPr="00B64497">
        <w:tab/>
      </w:r>
      <w:r w:rsidR="002A51E9" w:rsidRPr="00B64497">
        <w:rPr>
          <w:bCs/>
        </w:rPr>
        <w:t xml:space="preserve">Деятельность Комиссии и доклад Комитета Исполнительному </w:t>
      </w:r>
      <w:r w:rsidR="002A51E9" w:rsidRPr="00B64497">
        <w:rPr>
          <w:bCs/>
        </w:rPr>
        <w:br/>
        <w:t>комитету (пункт 10 повестки дня)</w:t>
      </w:r>
      <w:r w:rsidRPr="00B64497">
        <w:tab/>
      </w:r>
      <w:r w:rsidRPr="00B64497">
        <w:tab/>
        <w:t>120</w:t>
      </w:r>
      <w:r w:rsidR="00E40051">
        <w:tab/>
        <w:t>27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lastRenderedPageBreak/>
        <w:tab/>
      </w:r>
      <w:r w:rsidRPr="00B64497">
        <w:rPr>
          <w:lang w:val="fr-FR"/>
        </w:rPr>
        <w:t>XIII</w:t>
      </w:r>
      <w:r w:rsidRPr="003E1CBF">
        <w:t>.</w:t>
      </w:r>
      <w:r w:rsidRPr="003E1CBF">
        <w:tab/>
      </w:r>
      <w:r w:rsidR="002A51E9" w:rsidRPr="00B64497">
        <w:rPr>
          <w:bCs/>
        </w:rPr>
        <w:t>Перечень публикаций на 2020 год (пункт 11 повестки дня)</w:t>
      </w:r>
      <w:r w:rsidRPr="00B64497">
        <w:tab/>
      </w:r>
      <w:r w:rsidRPr="00B64497">
        <w:tab/>
        <w:t>121</w:t>
      </w:r>
      <w:r w:rsidR="00E40051">
        <w:tab/>
        <w:t>27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rPr>
          <w:lang w:val="fr-FR"/>
        </w:rPr>
        <w:t>XIV</w:t>
      </w:r>
      <w:r w:rsidRPr="00B64497">
        <w:t>.</w:t>
      </w:r>
      <w:r w:rsidRPr="00B64497">
        <w:tab/>
      </w:r>
      <w:r w:rsidR="002A51E9" w:rsidRPr="00B64497">
        <w:t>План по программам на 2020 год (пункт 12 повестки дня)</w:t>
      </w:r>
      <w:r w:rsidRPr="00B64497">
        <w:tab/>
      </w:r>
      <w:r w:rsidRPr="00B64497">
        <w:tab/>
        <w:t>122–125</w:t>
      </w:r>
      <w:r w:rsidR="00E40051">
        <w:tab/>
        <w:t>27</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ab/>
      </w:r>
      <w:r w:rsidRPr="00B64497">
        <w:rPr>
          <w:lang w:val="fr-FR"/>
        </w:rPr>
        <w:t>XV</w:t>
      </w:r>
      <w:r w:rsidRPr="00B64497">
        <w:t>.</w:t>
      </w:r>
      <w:r w:rsidRPr="00B64497">
        <w:tab/>
      </w:r>
      <w:r w:rsidR="002A51E9" w:rsidRPr="00B64497">
        <w:t>Расписание совещаний в 2019 году (пункт 13 повестки дня)</w:t>
      </w:r>
      <w:r w:rsidRPr="00B64497">
        <w:tab/>
      </w:r>
      <w:r w:rsidRPr="00B64497">
        <w:tab/>
        <w:t>126</w:t>
      </w:r>
      <w:r w:rsidR="00E40051">
        <w:tab/>
        <w:t>28</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en-US"/>
        </w:rPr>
        <w:t>XVI</w:t>
      </w:r>
      <w:r w:rsidRPr="00B64497">
        <w:t>.</w:t>
      </w:r>
      <w:r w:rsidRPr="00B64497">
        <w:tab/>
      </w:r>
      <w:r w:rsidR="002A51E9" w:rsidRPr="00B64497">
        <w:t xml:space="preserve">Прочие вопросы. Сроки проведения следующей сессии </w:t>
      </w:r>
      <w:r w:rsidR="002A51E9" w:rsidRPr="00B64497">
        <w:br/>
        <w:t>(пункт 14 повестки дня)</w:t>
      </w:r>
      <w:r w:rsidRPr="00B64497">
        <w:tab/>
      </w:r>
      <w:r w:rsidRPr="00B64497">
        <w:tab/>
        <w:t>127</w:t>
      </w:r>
      <w:r w:rsidR="00E40051">
        <w:tab/>
        <w:t>28</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ind w:left="1128" w:hanging="1128"/>
      </w:pPr>
      <w:r w:rsidRPr="00B64497">
        <w:tab/>
      </w:r>
      <w:r w:rsidRPr="00B64497">
        <w:rPr>
          <w:lang w:val="en-US"/>
        </w:rPr>
        <w:t>XVII</w:t>
      </w:r>
      <w:r w:rsidRPr="00B64497">
        <w:t>.</w:t>
      </w:r>
      <w:r w:rsidRPr="00B64497">
        <w:tab/>
      </w:r>
      <w:r w:rsidR="002A51E9" w:rsidRPr="00B64497">
        <w:t xml:space="preserve">Утверждение перечня основных решений восемьдесят первой сессии </w:t>
      </w:r>
      <w:r w:rsidR="002A51E9" w:rsidRPr="00B64497">
        <w:br/>
        <w:t>(пункт 15 повестки дня)</w:t>
      </w:r>
      <w:r w:rsidRPr="00B64497">
        <w:tab/>
      </w:r>
      <w:r w:rsidRPr="00B64497">
        <w:tab/>
        <w:t>128</w:t>
      </w:r>
      <w:r w:rsidR="00E40051">
        <w:tab/>
        <w:t>28</w:t>
      </w:r>
    </w:p>
    <w:p w:rsidR="009D3E2D" w:rsidRPr="00B64497" w:rsidRDefault="009D3E2D" w:rsidP="00B64497">
      <w:pPr>
        <w:tabs>
          <w:tab w:val="right" w:pos="850"/>
          <w:tab w:val="left" w:pos="1134"/>
          <w:tab w:val="left" w:pos="1559"/>
          <w:tab w:val="left" w:pos="1984"/>
          <w:tab w:val="left" w:leader="dot" w:pos="7654"/>
          <w:tab w:val="right" w:pos="8929"/>
          <w:tab w:val="right" w:pos="9638"/>
        </w:tabs>
        <w:spacing w:after="120"/>
      </w:pPr>
      <w:r w:rsidRPr="00B64497">
        <w:t>Приложения</w:t>
      </w:r>
    </w:p>
    <w:p w:rsidR="009D3E2D" w:rsidRPr="00B64497" w:rsidRDefault="009D3E2D" w:rsidP="00B64497">
      <w:pPr>
        <w:tabs>
          <w:tab w:val="right" w:pos="850"/>
          <w:tab w:val="left" w:pos="1134"/>
          <w:tab w:val="left" w:pos="1559"/>
          <w:tab w:val="left" w:pos="1984"/>
          <w:tab w:val="right" w:leader="dot" w:pos="8929"/>
          <w:tab w:val="right" w:pos="9638"/>
        </w:tabs>
        <w:spacing w:after="120"/>
        <w:ind w:left="1123" w:hanging="1123"/>
      </w:pPr>
      <w:r w:rsidRPr="00B64497">
        <w:tab/>
      </w:r>
      <w:r w:rsidRPr="00B64497">
        <w:rPr>
          <w:lang w:val="en-US"/>
        </w:rPr>
        <w:t>I</w:t>
      </w:r>
      <w:r w:rsidRPr="00B64497">
        <w:t>.</w:t>
      </w:r>
      <w:r w:rsidRPr="00B64497">
        <w:tab/>
      </w:r>
      <w:r w:rsidR="002A51E9" w:rsidRPr="00B64497">
        <w:rPr>
          <w:bCs/>
        </w:rPr>
        <w:t>Резолюция министров «Укрепление сотрудничества, согласования и интеграции в эпоху цифровизации и автоматизации на транспорте»</w:t>
      </w:r>
      <w:r w:rsidRPr="00B64497">
        <w:tab/>
      </w:r>
      <w:r w:rsidRPr="00B64497">
        <w:tab/>
      </w:r>
      <w:r w:rsidR="00E40051">
        <w:t>29</w:t>
      </w:r>
    </w:p>
    <w:p w:rsidR="009D3E2D" w:rsidRPr="00B64497" w:rsidRDefault="009D3E2D" w:rsidP="00B64497">
      <w:pPr>
        <w:tabs>
          <w:tab w:val="right" w:pos="850"/>
          <w:tab w:val="left" w:pos="1134"/>
          <w:tab w:val="left" w:pos="1559"/>
          <w:tab w:val="left" w:pos="1984"/>
          <w:tab w:val="right" w:leader="dot" w:pos="8929"/>
          <w:tab w:val="right" w:pos="9638"/>
        </w:tabs>
        <w:spacing w:after="120"/>
        <w:ind w:left="1123" w:hanging="1123"/>
      </w:pPr>
      <w:r w:rsidRPr="00B64497">
        <w:tab/>
      </w:r>
      <w:r w:rsidRPr="00B64497">
        <w:rPr>
          <w:lang w:val="en-US"/>
        </w:rPr>
        <w:t>II</w:t>
      </w:r>
      <w:r w:rsidRPr="00B64497">
        <w:t>.</w:t>
      </w:r>
      <w:r w:rsidRPr="00B64497">
        <w:tab/>
      </w:r>
      <w:r w:rsidR="002A51E9" w:rsidRPr="00B64497">
        <w:rPr>
          <w:bCs/>
        </w:rPr>
        <w:t>Список стран, принявших резолюцию по состоянию на 22 февраля 2019 года</w:t>
      </w:r>
      <w:r w:rsidRPr="00B64497">
        <w:tab/>
      </w:r>
      <w:r w:rsidRPr="00B64497">
        <w:tab/>
      </w:r>
      <w:r w:rsidR="00E40051">
        <w:t>31</w:t>
      </w:r>
    </w:p>
    <w:p w:rsidR="009D3E2D" w:rsidRPr="00B64497" w:rsidRDefault="009D3E2D" w:rsidP="00B64497">
      <w:pPr>
        <w:tabs>
          <w:tab w:val="right" w:pos="850"/>
          <w:tab w:val="left" w:pos="1134"/>
          <w:tab w:val="left" w:pos="1559"/>
          <w:tab w:val="left" w:pos="1984"/>
          <w:tab w:val="right" w:leader="dot" w:pos="8929"/>
          <w:tab w:val="right" w:pos="9638"/>
        </w:tabs>
        <w:spacing w:after="120"/>
        <w:ind w:left="1123" w:hanging="1123"/>
      </w:pPr>
      <w:r w:rsidRPr="00B64497">
        <w:tab/>
      </w:r>
      <w:r w:rsidRPr="00B64497">
        <w:rPr>
          <w:lang w:val="en-US"/>
        </w:rPr>
        <w:t>III</w:t>
      </w:r>
      <w:r w:rsidRPr="00B64497">
        <w:t>.</w:t>
      </w:r>
      <w:r w:rsidRPr="00B64497">
        <w:tab/>
      </w:r>
      <w:r w:rsidR="002A51E9" w:rsidRPr="00B64497">
        <w:rPr>
          <w:bCs/>
        </w:rPr>
        <w:t>Содействие развитию внутреннего водного транспорта</w:t>
      </w:r>
      <w:r w:rsidR="003E1CBF">
        <w:rPr>
          <w:bCs/>
        </w:rPr>
        <w:t>: резолюция № 267</w:t>
      </w:r>
      <w:r w:rsidRPr="00B64497">
        <w:tab/>
      </w:r>
      <w:r w:rsidRPr="00B64497">
        <w:tab/>
      </w:r>
      <w:r w:rsidR="00E40051">
        <w:t>32</w:t>
      </w:r>
    </w:p>
    <w:p w:rsidR="009D3E2D" w:rsidRPr="00B64497" w:rsidRDefault="009D3E2D" w:rsidP="00B64497">
      <w:pPr>
        <w:tabs>
          <w:tab w:val="right" w:pos="850"/>
          <w:tab w:val="left" w:pos="1134"/>
          <w:tab w:val="left" w:pos="1559"/>
          <w:tab w:val="left" w:pos="1984"/>
          <w:tab w:val="right" w:leader="dot" w:pos="8929"/>
          <w:tab w:val="right" w:pos="9638"/>
        </w:tabs>
        <w:spacing w:after="120"/>
        <w:ind w:left="1123" w:hanging="1123"/>
      </w:pPr>
      <w:r w:rsidRPr="00B64497">
        <w:tab/>
      </w:r>
      <w:r w:rsidRPr="00B64497">
        <w:rPr>
          <w:lang w:val="en-US"/>
        </w:rPr>
        <w:t>IV</w:t>
      </w:r>
      <w:r w:rsidRPr="00B64497">
        <w:t>.</w:t>
      </w:r>
      <w:r w:rsidRPr="00B64497">
        <w:tab/>
      </w:r>
      <w:r w:rsidR="002A51E9" w:rsidRPr="00B64497">
        <w:rPr>
          <w:bCs/>
        </w:rPr>
        <w:t xml:space="preserve">Обследование движения по автомобильным дорогам категории E и составление перечня </w:t>
      </w:r>
      <w:r w:rsidR="00B64497" w:rsidRPr="00B64497">
        <w:rPr>
          <w:bCs/>
        </w:rPr>
        <w:br/>
      </w:r>
      <w:r w:rsidR="002A51E9" w:rsidRPr="00B64497">
        <w:rPr>
          <w:bCs/>
        </w:rPr>
        <w:t>основных стандартов и параметров на междугородних магистралях в Европе в 2020 году («Обследование движения по автомобильным дорогам категории Е 2020 года»)</w:t>
      </w:r>
      <w:r w:rsidR="003E1CBF">
        <w:rPr>
          <w:bCs/>
        </w:rPr>
        <w:t>:</w:t>
      </w:r>
      <w:r w:rsidR="003E1CBF">
        <w:rPr>
          <w:bCs/>
        </w:rPr>
        <w:br/>
        <w:t>резолюция № 266</w:t>
      </w:r>
      <w:r w:rsidRPr="00B64497">
        <w:tab/>
      </w:r>
      <w:r w:rsidRPr="00B64497">
        <w:tab/>
      </w:r>
      <w:r w:rsidR="00E40051">
        <w:t>34</w:t>
      </w:r>
    </w:p>
    <w:p w:rsidR="009D3E2D" w:rsidRPr="00B64497" w:rsidRDefault="009D3E2D" w:rsidP="00B64497">
      <w:pPr>
        <w:tabs>
          <w:tab w:val="right" w:pos="850"/>
          <w:tab w:val="left" w:pos="1134"/>
          <w:tab w:val="left" w:pos="1559"/>
          <w:tab w:val="left" w:pos="1984"/>
          <w:tab w:val="right" w:leader="dot" w:pos="8929"/>
          <w:tab w:val="right" w:pos="9638"/>
        </w:tabs>
        <w:spacing w:after="120"/>
        <w:ind w:left="1123" w:hanging="1123"/>
      </w:pPr>
      <w:r w:rsidRPr="00B64497">
        <w:tab/>
      </w:r>
      <w:r w:rsidRPr="00B64497">
        <w:rPr>
          <w:lang w:val="en-US"/>
        </w:rPr>
        <w:t>V</w:t>
      </w:r>
      <w:r w:rsidRPr="00B64497">
        <w:t>.</w:t>
      </w:r>
      <w:r w:rsidRPr="00B64497">
        <w:tab/>
      </w:r>
      <w:r w:rsidR="002A51E9" w:rsidRPr="00B64497">
        <w:rPr>
          <w:bCs/>
        </w:rPr>
        <w:t>Обследование движения на железнодорожных линиях категории Е в Европе в 2020 году («Обследование движения на железнодорожных линиях категории Е 2020 года»)</w:t>
      </w:r>
      <w:r w:rsidR="003E1CBF">
        <w:rPr>
          <w:bCs/>
        </w:rPr>
        <w:t>:</w:t>
      </w:r>
      <w:r w:rsidR="003E1CBF">
        <w:rPr>
          <w:bCs/>
        </w:rPr>
        <w:br/>
        <w:t>резолюция № 267</w:t>
      </w:r>
      <w:r w:rsidRPr="00B64497">
        <w:tab/>
      </w:r>
      <w:r w:rsidRPr="00B64497">
        <w:tab/>
      </w:r>
      <w:r w:rsidR="00E40051">
        <w:t>35</w:t>
      </w:r>
    </w:p>
    <w:p w:rsidR="009D3E2D" w:rsidRPr="00B64497" w:rsidRDefault="009D3E2D" w:rsidP="00B64497">
      <w:pPr>
        <w:pStyle w:val="H1G"/>
      </w:pPr>
      <w:r w:rsidRPr="00B64497">
        <w:br w:type="page"/>
      </w:r>
    </w:p>
    <w:p w:rsidR="009D3E2D" w:rsidRPr="00B64497" w:rsidRDefault="009D3E2D" w:rsidP="00B64497">
      <w:pPr>
        <w:pStyle w:val="HChG"/>
      </w:pPr>
      <w:r w:rsidRPr="00B64497">
        <w:lastRenderedPageBreak/>
        <w:tab/>
        <w:t>I.</w:t>
      </w:r>
      <w:r w:rsidRPr="00B64497">
        <w:tab/>
      </w:r>
      <w:r w:rsidRPr="00B64497">
        <w:rPr>
          <w:bCs/>
        </w:rPr>
        <w:t>Председатель</w:t>
      </w:r>
    </w:p>
    <w:p w:rsidR="009D3E2D" w:rsidRPr="00B64497" w:rsidRDefault="009D3E2D" w:rsidP="00B64497">
      <w:pPr>
        <w:pStyle w:val="SingleTxtG"/>
      </w:pPr>
      <w:bookmarkStart w:id="0" w:name="_Hlk2757674"/>
      <w:r w:rsidRPr="00B64497">
        <w:t>1.</w:t>
      </w:r>
      <w:r w:rsidRPr="00B64497">
        <w:tab/>
        <w:t>Комитет по внутреннему транспорту (далее КВТ, или Комитет) провел свою восемьдесят первую сессию 19</w:t>
      </w:r>
      <w:r w:rsidR="00926FD2" w:rsidRPr="00CC23C3">
        <w:t>–</w:t>
      </w:r>
      <w:r w:rsidRPr="00B64497">
        <w:t xml:space="preserve">22 февраля 2019 года под председательством </w:t>
      </w:r>
      <w:r w:rsidR="00CC23C3">
        <w:br/>
      </w:r>
      <w:r w:rsidRPr="00B64497">
        <w:t>г-на К. Шоккэрта (Бельгия).</w:t>
      </w:r>
      <w:bookmarkEnd w:id="0"/>
    </w:p>
    <w:p w:rsidR="009D3E2D" w:rsidRPr="00B64497" w:rsidRDefault="009D3E2D" w:rsidP="00B64497">
      <w:pPr>
        <w:pStyle w:val="HChG"/>
      </w:pPr>
      <w:r w:rsidRPr="00B64497">
        <w:tab/>
        <w:t>II.</w:t>
      </w:r>
      <w:r w:rsidRPr="00B64497">
        <w:tab/>
      </w:r>
      <w:r w:rsidRPr="00B64497">
        <w:rPr>
          <w:bCs/>
        </w:rPr>
        <w:t>Участники</w:t>
      </w:r>
    </w:p>
    <w:p w:rsidR="009D3E2D" w:rsidRPr="00B64497" w:rsidRDefault="009D3E2D" w:rsidP="00B64497">
      <w:pPr>
        <w:pStyle w:val="SingleTxtG"/>
      </w:pPr>
      <w:r w:rsidRPr="00B64497">
        <w:t>2.</w:t>
      </w:r>
      <w:r w:rsidRPr="00B64497">
        <w:tab/>
        <w:t>В работе сессии участвовали представители следующих стран – членов ЕЭК: Австрии, Азербайджана, Албании, Армении, Беларуси, Бельгии, Болгарии, Боснии и Герцеговины, Венгрии, Германии, Греции, Грузии, Израиля, Ирландии, Испании, Италии, Казахстана, Кипра, Латвии, Люксембурга, Мальты, Нидерландов, Польши, Португалии, Республики Молдов</w:t>
      </w:r>
      <w:r w:rsidR="003E1CBF">
        <w:t>а</w:t>
      </w:r>
      <w:r w:rsidRPr="00B64497">
        <w:t>, Российской Федерации, Румынии, Сербии, Словакии, Словении, Соединенного Королевства Великобритании и Северной Ирландии, Туркменистана, Турции, Украины, Финляндии, Франции, Хорватии, Черногории, Чешской Республики, Швейцарии и Швеции.</w:t>
      </w:r>
    </w:p>
    <w:p w:rsidR="009D3E2D" w:rsidRPr="00B64497" w:rsidRDefault="009D3E2D" w:rsidP="00B64497">
      <w:pPr>
        <w:pStyle w:val="SingleTxtG"/>
      </w:pPr>
      <w:r w:rsidRPr="00B64497">
        <w:t>3.</w:t>
      </w:r>
      <w:r w:rsidRPr="00B64497">
        <w:tab/>
        <w:t>В соответствии со статьей 11 круга ведения ЕЭК в работе сессии приняли участие представители следующих стран: Алжира, Афганистана, Барбадоса, Вьетнама, Египта, Индонезии, Иордании, Ирака, Ирана (Исламской Республики), Камбоджи, Катара, Кении, Китая, Кувейта, Лаосской Народно-Демократической Республики, Ливана, Мадагаскара, Малайзии, Марокко, Мексики, Монголии, Непала, Нигерии, Объединенных Арабских Эмиратов, Омана, Пакистана, Республики Корея, Сирийской Арабской Республики, Судана, Таиланда, Туниса, Уганды, Ямайки и Японии.</w:t>
      </w:r>
    </w:p>
    <w:p w:rsidR="009D3E2D" w:rsidRPr="00B64497" w:rsidRDefault="009D3E2D" w:rsidP="00B64497">
      <w:pPr>
        <w:spacing w:after="120"/>
        <w:ind w:left="1134" w:right="1134"/>
        <w:jc w:val="both"/>
      </w:pPr>
      <w:r w:rsidRPr="00B64497">
        <w:t>4.</w:t>
      </w:r>
      <w:r w:rsidRPr="00B64497">
        <w:tab/>
        <w:t>На сессии был представлен Европейский союз.</w:t>
      </w:r>
    </w:p>
    <w:p w:rsidR="009D3E2D" w:rsidRPr="00B64497" w:rsidRDefault="009D3E2D" w:rsidP="00B64497">
      <w:pPr>
        <w:spacing w:after="120"/>
        <w:ind w:left="1134" w:right="1134"/>
        <w:jc w:val="both"/>
      </w:pPr>
      <w:r w:rsidRPr="00B64497">
        <w:t>5.</w:t>
      </w:r>
      <w:r w:rsidRPr="00B64497">
        <w:tab/>
        <w:t>На сессии присутствовали представители следующих организаций и специализированных учреждений Организации Объединенных Наций: Международной организации гражданской авиации (ИКАО), Международной организации труда (МОТ), Международного союза электросвязи (МСЭ), Конференции Организации Объединенных Наций по торговле и развитию (ЮНКТАД), Группы Всемирного банка (ГВБ) и Всемирной торговой организации (ВТО). Присутствовал также Специальный посланник Генерального секретаря Организации Объединенных Наций по безопасности дорожного движения. Были также представлены проекты Трансъевропейской автомагистрали (ТЕА) и Трансъевропейской железнодорожной магистрали (ТЕЖ).</w:t>
      </w:r>
    </w:p>
    <w:p w:rsidR="009D3E2D" w:rsidRPr="00B64497" w:rsidRDefault="009D3E2D" w:rsidP="00B64497">
      <w:pPr>
        <w:spacing w:after="120"/>
        <w:ind w:left="1134" w:right="1134"/>
        <w:jc w:val="both"/>
      </w:pPr>
      <w:r w:rsidRPr="00B64497">
        <w:t>6.</w:t>
      </w:r>
      <w:r w:rsidRPr="00B64497">
        <w:tab/>
        <w:t>В работе сессии приняли также участие представители следующих межправительственных организаций: Дунайской комиссии (ДК), Евразийской экономической комиссии (ЕАЭК), Межправительственной организации по международны</w:t>
      </w:r>
      <w:r w:rsidR="003E1CBF">
        <w:t>м</w:t>
      </w:r>
      <w:r w:rsidRPr="00B64497">
        <w:t xml:space="preserve"> железнодорожным перевозкам (ОТИФ), Международного транспортного форума (МТФ-ОЭСР), Организации сотрудничества железных дорог (ОСЖД), Организации Черноморского экономического сотрудничества (ОЧЭС) и Парламентской ассамблеи Организации Черноморского экономического сотрудничества (ПАОЧЭС).</w:t>
      </w:r>
    </w:p>
    <w:p w:rsidR="009D3E2D" w:rsidRPr="00B64497" w:rsidRDefault="009D3E2D" w:rsidP="003E1CBF">
      <w:pPr>
        <w:pStyle w:val="SingleTxtG"/>
      </w:pPr>
      <w:r w:rsidRPr="00B64497">
        <w:t>7.</w:t>
      </w:r>
      <w:r w:rsidRPr="00B64497">
        <w:tab/>
        <w:t xml:space="preserve">На сессии были представлены следующие неправительственные организации: Американский совет по автомобильной торговой политике (АСАТП), Центр транспортных исследований для Западного Средиземноморья (СЕТМО), Конференция руководителей автодорожных администраций европейских стран (СЕДР), Координационный совет по транссибирским перевозкам (КСТП), Европейская ассоциация поставщиков автомобильных деталей (КСАОД/МЕМА/ЯАПАД), Европейская ассоциация гаражного оборудования (ЕАГО), Европейский союз речного и прибрежного транспорта (ЕСРПТ), Европейский совет по транспортной безопасности (ЕСТБ), Внешнеторговая палата Боснии и Герцеговины, Греческая федерация автотранспортных перевозчиков (ОФАЕ), Международный союз общественного транспорта (МСОТ), Международный комитет по техническому осмотру механических транспортных средств (МКТОТ), Международная ассоциация заводов-изготовителей мотоциклов (МАЗМ), Международная организация </w:t>
      </w:r>
      <w:r w:rsidRPr="00B64497">
        <w:lastRenderedPageBreak/>
        <w:t xml:space="preserve">предприятий автомобильной промышленности (МОПАП), Международный комитет железнодорожного транспорта (МКЖТ), Международная автодорожная федерация (МАФ), Международный союз автомобильного транспорта (МСАТ), </w:t>
      </w:r>
      <w:r w:rsidR="003E1CBF">
        <w:t xml:space="preserve">Международная федерация транспортников, Международный союз железных дорог (МСЖД), </w:t>
      </w:r>
      <w:r w:rsidR="003E1CBF">
        <w:br/>
      </w:r>
      <w:r w:rsidRPr="00B64497">
        <w:t>«Ле рутье свис», Институт безопасности дорожного движения «Панос милонас», НПО «Пионеры безопасности дорожного движения», Российский союз безопасности дорожного движения, Фонд за искоренение ДТП со смертельным исходом, Союз ассоциаций автомобильного транспорта в регионе Черноморского экономического сотрудничества (СААТ-ОЧЭС) и Всемирная дорожная ассоциация (ПМАДК).</w:t>
      </w:r>
    </w:p>
    <w:p w:rsidR="009D3E2D" w:rsidRPr="00B64497" w:rsidRDefault="009D3E2D" w:rsidP="00B64497">
      <w:pPr>
        <w:pStyle w:val="SingleTxtG"/>
      </w:pPr>
      <w:r w:rsidRPr="00B64497">
        <w:t>8.</w:t>
      </w:r>
      <w:r w:rsidRPr="00B64497">
        <w:tab/>
        <w:t>На сессии присутствовали представители следующих академических учреждений: Национального совета по исследованиям, Массачусетского технологического института, Университета Генуи, Гронингенского университета, Университета Южной Каролины. В сессии приняли также участие представители частного сектора: акционерное общество «Федеральная пассажирская компания», компания «СенекоГаз трейдинг» (Швейцария) и компания «Виатранс».</w:t>
      </w:r>
    </w:p>
    <w:p w:rsidR="009D3E2D" w:rsidRPr="00B64497" w:rsidRDefault="009D3E2D" w:rsidP="00B64497">
      <w:pPr>
        <w:pStyle w:val="SingleTxtG"/>
      </w:pPr>
      <w:r w:rsidRPr="00B64497">
        <w:t>9.</w:t>
      </w:r>
      <w:r w:rsidRPr="00B64497">
        <w:tab/>
        <w:t>По приглашению секретариата в работе сессии приняли также участие представители следующих структур: АО «ПЛАСКЕ», 51Biz_PPMB-Люксембург</w:t>
      </w:r>
      <w:r w:rsidRPr="00B64497">
        <w:rPr>
          <w:lang w:val="en-US"/>
        </w:rPr>
        <w:t> </w:t>
      </w:r>
      <w:r w:rsidRPr="00B64497">
        <w:t>– Научно-исследовательский институт прикладных систем, «Аврора лэбс», Торгово-промышленная палата Сербии</w:t>
      </w:r>
      <w:r w:rsidRPr="00B64497">
        <w:rPr>
          <w:lang w:val="en-US"/>
        </w:rPr>
        <w:t> </w:t>
      </w:r>
      <w:r w:rsidRPr="00B64497">
        <w:t>– Ассоциация по транспорту, Китайский центр телекоммуникационных и информационных технологий на транспорте, Департамент инфраструктуры Женевы – Кантональное управление транспорта, EТС-консалтинг – Международная организация по стандартизации (ИСО), Проект ЕвроМед по поддержке развития транспорта, Европейский инвестиционный банк, Федеральное дорожное управление, Международная автомобильная федерация (ФИА), Глобальное партнерство по безопасности дорожного движения ФИА и Всемирного экономического форума (ВЭФ), Грузинские железные дороги, компания «Хэллманн уорлдуайд лоджистикс», оператор «Хьюпэк интермоудэл» (интермодальные перевозки), Международная ассоциация по координации транспортно-грузовых операций (МАКТО), Национальная ассоциация предприятий автомобильного и городского пассажирского транспорта Ирландии, Группа «Нью текнолоджи плэннинг», Департамента маркетинга, Отдел велосипедного транспорта – компания «Симано», Научно-исследовательский институт Тойота, УЗЕР – Ассоциация транспортно-экспедиторских предприятий Румынии и Всемирная ассоциация производителей велосипедов (ВБИА).</w:t>
      </w:r>
    </w:p>
    <w:p w:rsidR="009D3E2D" w:rsidRPr="00B64497" w:rsidRDefault="009D3E2D" w:rsidP="00B64497">
      <w:pPr>
        <w:pStyle w:val="HChG"/>
      </w:pPr>
      <w:r w:rsidRPr="00B64497">
        <w:tab/>
        <w:t>III.</w:t>
      </w:r>
      <w:r w:rsidRPr="00B64497">
        <w:tab/>
      </w:r>
      <w:r w:rsidRPr="00B64497">
        <w:rPr>
          <w:bCs/>
        </w:rPr>
        <w:t>Утверждение повестки дня (пункт 1 повестки дня)</w:t>
      </w:r>
      <w:bookmarkStart w:id="1" w:name="_GoBack"/>
      <w:bookmarkEnd w:id="1"/>
    </w:p>
    <w:p w:rsidR="009D3E2D" w:rsidRPr="00B64497" w:rsidRDefault="009D3E2D" w:rsidP="00B64497">
      <w:pPr>
        <w:spacing w:after="120"/>
        <w:ind w:left="1134" w:right="1134"/>
        <w:jc w:val="both"/>
      </w:pPr>
      <w:r w:rsidRPr="00B64497">
        <w:rPr>
          <w:i/>
          <w:iCs/>
        </w:rPr>
        <w:t>Документация:</w:t>
      </w:r>
      <w:r w:rsidRPr="00B64497">
        <w:tab/>
        <w:t>ECE/TRANS/287 и Add.1</w:t>
      </w:r>
    </w:p>
    <w:p w:rsidR="009D3E2D" w:rsidRPr="00B64497" w:rsidRDefault="009D3E2D" w:rsidP="00B64497">
      <w:pPr>
        <w:spacing w:after="120"/>
        <w:ind w:left="1134" w:right="1134"/>
        <w:jc w:val="both"/>
      </w:pPr>
      <w:r w:rsidRPr="00B64497">
        <w:t>10.</w:t>
      </w:r>
      <w:r w:rsidRPr="00B64497">
        <w:tab/>
        <w:t xml:space="preserve">Комитет </w:t>
      </w:r>
      <w:r w:rsidRPr="00B64497">
        <w:rPr>
          <w:b/>
          <w:bCs/>
        </w:rPr>
        <w:t xml:space="preserve">утвердил </w:t>
      </w:r>
      <w:r w:rsidRPr="00B64497">
        <w:t>предварительную повестку дня.</w:t>
      </w:r>
    </w:p>
    <w:p w:rsidR="009D3E2D" w:rsidRPr="00B64497" w:rsidRDefault="009D3E2D" w:rsidP="00B64497">
      <w:pPr>
        <w:pStyle w:val="HChG"/>
      </w:pPr>
      <w:r w:rsidRPr="00B64497">
        <w:tab/>
        <w:t>IV.</w:t>
      </w:r>
      <w:r w:rsidRPr="00B64497">
        <w:tab/>
        <w:t>Автоматизация на транспорте (</w:t>
      </w:r>
      <w:r w:rsidR="004A4C68">
        <w:t xml:space="preserve">пункт </w:t>
      </w:r>
      <w:r w:rsidRPr="00B64497">
        <w:t>2 повестки дня)</w:t>
      </w:r>
      <w:bookmarkStart w:id="2" w:name="_Hlk531879768"/>
    </w:p>
    <w:p w:rsidR="009D3E2D" w:rsidRPr="00B64497" w:rsidRDefault="009D3E2D" w:rsidP="00B64497">
      <w:pPr>
        <w:spacing w:after="120"/>
        <w:ind w:left="1134" w:right="1134"/>
        <w:jc w:val="both"/>
      </w:pPr>
      <w:r w:rsidRPr="00B64497">
        <w:rPr>
          <w:i/>
          <w:iCs/>
        </w:rPr>
        <w:t>Документация:</w:t>
      </w:r>
      <w:r w:rsidRPr="00B64497">
        <w:t xml:space="preserve"> </w:t>
      </w:r>
      <w:r w:rsidRPr="00B64497">
        <w:tab/>
      </w:r>
      <w:r w:rsidRPr="00B64497">
        <w:rPr>
          <w:lang w:val="en-US"/>
        </w:rPr>
        <w:t>ECE</w:t>
      </w:r>
      <w:r w:rsidRPr="00B64497">
        <w:t>/</w:t>
      </w:r>
      <w:r w:rsidRPr="00B64497">
        <w:rPr>
          <w:lang w:val="en-US"/>
        </w:rPr>
        <w:t>TRANS</w:t>
      </w:r>
      <w:r w:rsidRPr="00B64497">
        <w:t xml:space="preserve">/2019/1, </w:t>
      </w:r>
      <w:r w:rsidRPr="00B64497">
        <w:rPr>
          <w:lang w:val="en-US"/>
        </w:rPr>
        <w:t>ECE</w:t>
      </w:r>
      <w:r w:rsidRPr="00B64497">
        <w:t>/</w:t>
      </w:r>
      <w:r w:rsidRPr="00B64497">
        <w:rPr>
          <w:lang w:val="en-US"/>
        </w:rPr>
        <w:t>TRANS</w:t>
      </w:r>
      <w:r w:rsidRPr="00B64497">
        <w:t>/2019/2</w:t>
      </w:r>
    </w:p>
    <w:p w:rsidR="009D3E2D" w:rsidRPr="00B64497" w:rsidRDefault="009D3E2D" w:rsidP="00B64497">
      <w:pPr>
        <w:pStyle w:val="SingleTxtG"/>
      </w:pPr>
      <w:r w:rsidRPr="00B64497">
        <w:t>11.</w:t>
      </w:r>
      <w:r w:rsidRPr="00B64497">
        <w:tab/>
        <w:t xml:space="preserve">С учетом рекомендаций по итогам дискуссии на уровне КВТ и его Бюро тема сегмента высокого уровня по вопросам политики в 2019 году была посвящена теме </w:t>
      </w:r>
      <w:r w:rsidRPr="00CC23C3">
        <w:rPr>
          <w:iCs/>
        </w:rPr>
        <w:t>«Автоматизация на транспорте»</w:t>
      </w:r>
      <w:r w:rsidRPr="00CC23C3">
        <w:t>.</w:t>
      </w:r>
      <w:r w:rsidRPr="00B64497">
        <w:t xml:space="preserve"> Эта тема позволила осмыслить прошлые достижения, текущую работу и направление будущей деятельности Комитета, заострить внимание на важности его работы и подчеркнуть его будущий потенциал. В рамках сегмента высокого уровня по вопросам политики состоялись два обсуждения в дискуссионных группах (краткий доклад содержится в документе ECE/TRANS/288/Add.1, приложение</w:t>
      </w:r>
      <w:r w:rsidR="00CC23C3">
        <w:t> </w:t>
      </w:r>
      <w:r w:rsidRPr="00B64497">
        <w:t xml:space="preserve">I): </w:t>
      </w:r>
    </w:p>
    <w:p w:rsidR="009D3E2D" w:rsidRPr="00B64497" w:rsidRDefault="009D3E2D" w:rsidP="00B64497">
      <w:pPr>
        <w:pStyle w:val="SingleTxtG"/>
        <w:ind w:firstLine="567"/>
      </w:pPr>
      <w:r w:rsidRPr="00B64497">
        <w:t>a)</w:t>
      </w:r>
      <w:r w:rsidRPr="00B64497">
        <w:tab/>
        <w:t>группа I: роль и тенденции в области автоматизации на транспорте: безопасность, эффективность и устойчивость;</w:t>
      </w:r>
    </w:p>
    <w:p w:rsidR="009D3E2D" w:rsidRPr="00B64497" w:rsidRDefault="009D3E2D" w:rsidP="00B64497">
      <w:pPr>
        <w:pStyle w:val="SingleTxtG"/>
        <w:ind w:firstLine="567"/>
      </w:pPr>
      <w:r w:rsidRPr="00B64497">
        <w:t>b)</w:t>
      </w:r>
      <w:r w:rsidRPr="00B64497">
        <w:tab/>
        <w:t xml:space="preserve">группа II: вызовы и синергетическое взаимодействие в деле дальнейшей автоматизации для всех видов транспорта. </w:t>
      </w:r>
    </w:p>
    <w:p w:rsidR="009D3E2D" w:rsidRPr="00B64497" w:rsidRDefault="009D3E2D" w:rsidP="00B64497">
      <w:pPr>
        <w:pStyle w:val="SingleTxtG"/>
      </w:pPr>
      <w:r w:rsidRPr="00B64497">
        <w:lastRenderedPageBreak/>
        <w:t>12.</w:t>
      </w:r>
      <w:r w:rsidRPr="00B64497">
        <w:tab/>
        <w:t xml:space="preserve">В конце совещания министрами и главами делегаций Договаривающихся Сторон была принята резолюция </w:t>
      </w:r>
      <w:r w:rsidRPr="00815F58">
        <w:rPr>
          <w:iCs/>
        </w:rPr>
        <w:t>«Укрепление сотрудничества, согласования и интеграции в эпоху цифровизации и автоматизации на транспорте»</w:t>
      </w:r>
      <w:r w:rsidRPr="00B64497">
        <w:t xml:space="preserve"> (приложение I) (список стран, принявших эту резолюцию, см. в приложении II). В резолюции министров подчеркивается значимость Комитета в обеспечении того, чтобы ускорение темпов инновационных процессов в области автоматизации транспорта и перевода информации в цифровой формат характеризовалось согласованностью и функциональной совместимостью, а также безопасностью, равной доступностью и интермодальной интеграцией в качестве важнейших предпосылок достижения целей Повестки дня в области устойчивого развития (ECE/TRANS/2019/2).</w:t>
      </w:r>
    </w:p>
    <w:p w:rsidR="009D3E2D" w:rsidRPr="00B64497" w:rsidRDefault="009D3E2D" w:rsidP="00B64497">
      <w:pPr>
        <w:pStyle w:val="SingleTxtG"/>
      </w:pPr>
      <w:r w:rsidRPr="00B64497">
        <w:t>13.</w:t>
      </w:r>
      <w:r w:rsidRPr="00B64497">
        <w:tab/>
        <w:t xml:space="preserve">Комитет </w:t>
      </w:r>
      <w:r w:rsidRPr="00B64497">
        <w:rPr>
          <w:b/>
          <w:bCs/>
        </w:rPr>
        <w:t>приветствовал и одобрил</w:t>
      </w:r>
      <w:r w:rsidRPr="00B64497">
        <w:t xml:space="preserve"> резолюцию министров «Усиление сотрудничества, согласования и интеграции в эпоху цифровизации и автоматизации на транспорте», </w:t>
      </w:r>
      <w:r w:rsidRPr="00B64497">
        <w:rPr>
          <w:b/>
          <w:bCs/>
        </w:rPr>
        <w:t>выразил свою приверженность осуществлению</w:t>
      </w:r>
      <w:r w:rsidRPr="00B64497">
        <w:t xml:space="preserve"> решений в резолюции </w:t>
      </w:r>
      <w:r w:rsidRPr="003E1CBF">
        <w:rPr>
          <w:b/>
        </w:rPr>
        <w:t xml:space="preserve">и </w:t>
      </w:r>
      <w:r w:rsidRPr="00B64497">
        <w:rPr>
          <w:b/>
          <w:bCs/>
        </w:rPr>
        <w:t>постановил включить резолюцию министров</w:t>
      </w:r>
      <w:r w:rsidRPr="00B64497">
        <w:t xml:space="preserve"> в качестве приложения к докладу о работе своей восемьдесят первой сессии (приложение I). </w:t>
      </w:r>
      <w:bookmarkEnd w:id="2"/>
    </w:p>
    <w:p w:rsidR="009D3E2D" w:rsidRPr="00B64497" w:rsidRDefault="00CC23C3" w:rsidP="00B64497">
      <w:pPr>
        <w:pStyle w:val="HChG"/>
      </w:pPr>
      <w:r>
        <w:tab/>
        <w:t>V.</w:t>
      </w:r>
      <w:r>
        <w:tab/>
      </w:r>
      <w:r w:rsidR="009D3E2D" w:rsidRPr="00B64497">
        <w:t>Совещание только для правительственных делегатов с участием председателей вспомогательных органов Комитета (пункт 3 повестки дня)</w:t>
      </w:r>
      <w:bookmarkStart w:id="3" w:name="_Hlk2354574"/>
      <w:bookmarkEnd w:id="3"/>
    </w:p>
    <w:p w:rsidR="009D3E2D" w:rsidRPr="00B64497" w:rsidRDefault="009D3E2D" w:rsidP="00B64497">
      <w:pPr>
        <w:pStyle w:val="SingleTxtG"/>
        <w:ind w:left="2835" w:hanging="1701"/>
      </w:pPr>
      <w:r w:rsidRPr="00B64497">
        <w:rPr>
          <w:i/>
          <w:iCs/>
        </w:rPr>
        <w:t>Документация:</w:t>
      </w:r>
      <w:r w:rsidRPr="00B64497">
        <w:t xml:space="preserve"> </w:t>
      </w:r>
      <w:r w:rsidRPr="00B64497">
        <w:tab/>
        <w:t>ECE/TRANS/2019/R.1 (для ограниченного распространения),</w:t>
      </w:r>
      <w:r w:rsidRPr="00B64497">
        <w:br/>
        <w:t xml:space="preserve">неофициальный документ № 1 </w:t>
      </w:r>
      <w:bookmarkStart w:id="4" w:name="_Hlk2354692"/>
      <w:bookmarkEnd w:id="4"/>
    </w:p>
    <w:p w:rsidR="009D3E2D" w:rsidRPr="00B64497" w:rsidRDefault="009D3E2D" w:rsidP="00B64497">
      <w:pPr>
        <w:pStyle w:val="SingleTxtG"/>
      </w:pPr>
      <w:r w:rsidRPr="00B64497">
        <w:t>14.</w:t>
      </w:r>
      <w:r w:rsidRPr="00B64497">
        <w:tab/>
        <w:t>В соответствии с решениями состоявшегося в 2017 году совещания министров на тему «Вступление в новую эру устойчивого внутреннего транспорта и мобильности» (ECE/TRANS</w:t>
      </w:r>
      <w:r w:rsidR="00815F58">
        <w:t>/270, пункт 13, и приложение I)</w:t>
      </w:r>
      <w:r w:rsidRPr="00B64497">
        <w:t xml:space="preserve"> и его решениями, принятыми на восьмидесятой сессии (документ ECE/TRANS/274, пункт 17), у</w:t>
      </w:r>
      <w:r w:rsidR="00815F58">
        <w:rPr>
          <w:lang w:val="en-US"/>
        </w:rPr>
        <w:t> </w:t>
      </w:r>
      <w:r w:rsidRPr="00B64497">
        <w:t xml:space="preserve">Комитета была возможность </w:t>
      </w:r>
      <w:r w:rsidRPr="00B64497">
        <w:rPr>
          <w:b/>
          <w:bCs/>
        </w:rPr>
        <w:t>обсудить</w:t>
      </w:r>
      <w:r w:rsidRPr="00B64497">
        <w:t xml:space="preserve"> в ходе закрытого сегмента только для правительст</w:t>
      </w:r>
      <w:r w:rsidR="003E1CBF">
        <w:t>в его восемьдесят первой сессии</w:t>
      </w:r>
      <w:r w:rsidRPr="00B64497">
        <w:t xml:space="preserve"> проект стратегии КВТ, план действий и пересмотренный круг ведения (КВ) КВТ (документ ECE/TRANS/2019/R.1). Комитет </w:t>
      </w:r>
      <w:r w:rsidRPr="00B64497">
        <w:rPr>
          <w:b/>
          <w:bCs/>
        </w:rPr>
        <w:t>приветствовал</w:t>
      </w:r>
      <w:r w:rsidRPr="00B64497">
        <w:t xml:space="preserve"> организацию девятого совещания только для правительственных делегатов при участии председателей вспомогательных органов Комитета, </w:t>
      </w:r>
      <w:r w:rsidR="00815F58">
        <w:br/>
      </w:r>
      <w:r w:rsidR="003E1CBF">
        <w:t>т. е.</w:t>
      </w:r>
      <w:r w:rsidRPr="00B64497">
        <w:t xml:space="preserve"> заседания, участие в котором было открыто только для делегатов от правительств, по разработке стратегии Комитета до 2030 года. Он </w:t>
      </w:r>
      <w:r w:rsidRPr="00B64497">
        <w:rPr>
          <w:b/>
          <w:bCs/>
        </w:rPr>
        <w:t>решил</w:t>
      </w:r>
      <w:r w:rsidRPr="00B64497">
        <w:t xml:space="preserve">, что резюме дискуссии в виде записки Председателя будет опубликовано в качестве приложения к докладу Комитета (ECE/TRANS/288/Add.1, приложение II) после одобрения делегатами, участвовавшими в закрытом заседании. </w:t>
      </w:r>
      <w:bookmarkStart w:id="5" w:name="_Hlk2354754"/>
      <w:bookmarkEnd w:id="5"/>
    </w:p>
    <w:p w:rsidR="009D3E2D" w:rsidRPr="00B64497" w:rsidRDefault="009D3E2D" w:rsidP="00B64497">
      <w:pPr>
        <w:pStyle w:val="SingleTxtG"/>
        <w:ind w:left="1138" w:right="1138"/>
      </w:pPr>
      <w:r w:rsidRPr="00B64497">
        <w:t>15.</w:t>
      </w:r>
      <w:r w:rsidRPr="00B64497">
        <w:tab/>
        <w:t xml:space="preserve">После обсуждений, состоявшихся в ходе закрытого заседания, Комитет: </w:t>
      </w:r>
    </w:p>
    <w:p w:rsidR="009D3E2D" w:rsidRPr="00B64497" w:rsidRDefault="009D3E2D" w:rsidP="00B64497">
      <w:pPr>
        <w:pStyle w:val="SingleTxtG"/>
        <w:ind w:firstLine="567"/>
      </w:pPr>
      <w:r w:rsidRPr="00B64497">
        <w:t>a)</w:t>
      </w:r>
      <w:r w:rsidRPr="00B64497">
        <w:tab/>
      </w:r>
      <w:r w:rsidRPr="00B64497">
        <w:rPr>
          <w:b/>
          <w:bCs/>
        </w:rPr>
        <w:t>рассмотрел и принял путем аккламации</w:t>
      </w:r>
      <w:r w:rsidRPr="00B64497">
        <w:t xml:space="preserve"> стратегию КВТ до 2030 года, содержащуюся в документе ECE/TRANS/2019/R.1, включая видение, миссию, стратегические цели, план действий, перечень приоритетов и мобилизацию ресурсов и партнерство, и </w:t>
      </w:r>
      <w:r w:rsidRPr="00B64497">
        <w:rPr>
          <w:b/>
          <w:bCs/>
        </w:rPr>
        <w:t>просил</w:t>
      </w:r>
      <w:r w:rsidRPr="00B64497">
        <w:t xml:space="preserve"> секретариат приложить этот документ к докладу Комитета; </w:t>
      </w:r>
    </w:p>
    <w:p w:rsidR="009D3E2D" w:rsidRPr="00B64497" w:rsidRDefault="009D3E2D" w:rsidP="00B64497">
      <w:pPr>
        <w:pStyle w:val="SingleTxtG"/>
        <w:ind w:firstLine="567"/>
      </w:pPr>
      <w:r w:rsidRPr="00B64497">
        <w:t>b)</w:t>
      </w:r>
      <w:r w:rsidRPr="00B64497">
        <w:tab/>
      </w:r>
      <w:r w:rsidRPr="00B64497">
        <w:rPr>
          <w:b/>
          <w:bCs/>
        </w:rPr>
        <w:t>рассмотрел и принял</w:t>
      </w:r>
      <w:r w:rsidRPr="00B64497">
        <w:t xml:space="preserve"> пересмотренный круг ведения Комитета, содержащийся в приложении I к документу ECE/TRANS/2019/R.1, и </w:t>
      </w:r>
      <w:r w:rsidRPr="00B64497">
        <w:rPr>
          <w:b/>
          <w:bCs/>
        </w:rPr>
        <w:t xml:space="preserve">просил </w:t>
      </w:r>
      <w:r w:rsidRPr="00B64497">
        <w:t xml:space="preserve">Европейскую экономическую комиссию рассмотреть вопрос о его одобрении на своей шестьдесят восьмой сессии; </w:t>
      </w:r>
    </w:p>
    <w:p w:rsidR="009D3E2D" w:rsidRPr="00B64497" w:rsidRDefault="009D3E2D" w:rsidP="00B64497">
      <w:pPr>
        <w:pStyle w:val="SingleTxtG"/>
        <w:ind w:firstLine="567"/>
      </w:pPr>
      <w:r w:rsidRPr="00B64497">
        <w:t>c)</w:t>
      </w:r>
      <w:r w:rsidRPr="00B64497">
        <w:tab/>
      </w:r>
      <w:r w:rsidRPr="00B64497">
        <w:rPr>
          <w:b/>
          <w:bCs/>
        </w:rPr>
        <w:t>просил</w:t>
      </w:r>
      <w:r w:rsidRPr="00B64497">
        <w:t xml:space="preserve"> свои вспомогательные органы принять последующие меры для согласования своей работы со стратегией; </w:t>
      </w:r>
    </w:p>
    <w:p w:rsidR="009D3E2D" w:rsidRPr="00B64497" w:rsidRDefault="009D3E2D" w:rsidP="00B64497">
      <w:pPr>
        <w:pStyle w:val="SingleTxtG"/>
        <w:ind w:firstLine="567"/>
      </w:pPr>
      <w:r w:rsidRPr="00B64497">
        <w:t>d)</w:t>
      </w:r>
      <w:r w:rsidRPr="00B64497">
        <w:tab/>
      </w:r>
      <w:r w:rsidRPr="00B64497">
        <w:rPr>
          <w:b/>
          <w:bCs/>
        </w:rPr>
        <w:t>просил</w:t>
      </w:r>
      <w:r w:rsidRPr="00B64497">
        <w:t xml:space="preserve"> секретариат изучить возможность более тесного сотрудничества с другими региональными комиссиями, специальными учреждениями Организации Объединенных Наций, Департаментом по экономическим и социальным вопросам (ДЭСВ) и другими соответствующими организациями и учреждениями, с тем чтобы взаимовыгодно использовать опыт и знания друг друга; </w:t>
      </w:r>
    </w:p>
    <w:p w:rsidR="009D3E2D" w:rsidRPr="00B64497" w:rsidRDefault="009D3E2D" w:rsidP="00B64497">
      <w:pPr>
        <w:pStyle w:val="SingleTxtG"/>
        <w:ind w:firstLine="567"/>
      </w:pPr>
      <w:r w:rsidRPr="00B64497">
        <w:t>e)</w:t>
      </w:r>
      <w:r w:rsidRPr="00B64497">
        <w:tab/>
      </w:r>
      <w:r w:rsidRPr="00B64497">
        <w:rPr>
          <w:b/>
          <w:bCs/>
        </w:rPr>
        <w:t>заявил о своей поддержке</w:t>
      </w:r>
      <w:r w:rsidRPr="00B64497">
        <w:t xml:space="preserve"> ориентированного на спрос взаимодействия и сотрудничества в рамках ЕЭК с другими подпрограммами, по мере необходимости; </w:t>
      </w:r>
    </w:p>
    <w:p w:rsidR="009D3E2D" w:rsidRPr="00B64497" w:rsidRDefault="009D3E2D" w:rsidP="00B64497">
      <w:pPr>
        <w:pStyle w:val="SingleTxtG"/>
        <w:ind w:firstLine="567"/>
        <w:rPr>
          <w:b/>
        </w:rPr>
      </w:pPr>
      <w:r w:rsidRPr="00B64497">
        <w:lastRenderedPageBreak/>
        <w:t>f)</w:t>
      </w:r>
      <w:r w:rsidRPr="00B64497">
        <w:tab/>
      </w:r>
      <w:r w:rsidRPr="00B64497">
        <w:rPr>
          <w:b/>
          <w:bCs/>
        </w:rPr>
        <w:t>согласился рассмотреть и, при необходимости, скорректировать</w:t>
      </w:r>
      <w:r w:rsidRPr="00B64497">
        <w:t xml:space="preserve"> стратегию и ее приоритеты с учетом бюджетных циклов Организации Объединенных Наций и </w:t>
      </w:r>
      <w:r w:rsidRPr="00B64497">
        <w:rPr>
          <w:b/>
          <w:bCs/>
        </w:rPr>
        <w:t>просил секретариат</w:t>
      </w:r>
      <w:r w:rsidRPr="00B64497">
        <w:t xml:space="preserve"> при необходимости представлять КВТ информацию о новых изменениях; </w:t>
      </w:r>
    </w:p>
    <w:p w:rsidR="009D3E2D" w:rsidRPr="00B64497" w:rsidRDefault="009D3E2D" w:rsidP="00B64497">
      <w:pPr>
        <w:pStyle w:val="SingleTxtG"/>
        <w:ind w:firstLine="567"/>
        <w:rPr>
          <w:b/>
          <w:bCs/>
        </w:rPr>
      </w:pPr>
      <w:r w:rsidRPr="00B64497">
        <w:t>g)</w:t>
      </w:r>
      <w:r w:rsidRPr="00B64497">
        <w:tab/>
      </w:r>
      <w:r w:rsidRPr="00B64497">
        <w:rPr>
          <w:b/>
          <w:bCs/>
        </w:rPr>
        <w:t>просил секретариат</w:t>
      </w:r>
      <w:r w:rsidRPr="00B64497">
        <w:t xml:space="preserve"> в целях содействия претворению в жизнь ново</w:t>
      </w:r>
      <w:r w:rsidR="003E1CBF">
        <w:t>й стратегии и круга ведения КВТ в тесном сотрудничестве с Бюро:</w:t>
      </w:r>
      <w:r w:rsidRPr="00B64497">
        <w:t xml:space="preserve"> а) рассмотреть и, в случае необходимости, предложить для принятия Комитетом н</w:t>
      </w:r>
      <w:r w:rsidR="003E1CBF">
        <w:t>а его восемьдесят второй сессии</w:t>
      </w:r>
      <w:r w:rsidRPr="00B64497">
        <w:t xml:space="preserve"> корректировки Правил процедуры, которым следует Комитет; b)</w:t>
      </w:r>
      <w:r w:rsidR="00CC23C3">
        <w:t> </w:t>
      </w:r>
      <w:r w:rsidRPr="00B64497">
        <w:t>принять необходимые меры для содействия осуществлению стратегии; а также с)</w:t>
      </w:r>
      <w:r w:rsidR="00CC23C3">
        <w:t> </w:t>
      </w:r>
      <w:r w:rsidRPr="00B64497">
        <w:t>выработать необходимые коррективы в организацию ежегодной сессии Комитет</w:t>
      </w:r>
      <w:r w:rsidR="003E1CBF">
        <w:t>а.</w:t>
      </w:r>
      <w:r w:rsidRPr="00B64497">
        <w:t xml:space="preserve"> </w:t>
      </w:r>
    </w:p>
    <w:p w:rsidR="009D3E2D" w:rsidRPr="00B64497" w:rsidRDefault="009D3E2D" w:rsidP="00B64497">
      <w:pPr>
        <w:pStyle w:val="SingleTxtG"/>
      </w:pPr>
      <w:r w:rsidRPr="00B64497">
        <w:t>16.</w:t>
      </w:r>
      <w:r w:rsidRPr="00B64497">
        <w:tab/>
        <w:t xml:space="preserve">Комитет </w:t>
      </w:r>
      <w:r w:rsidRPr="00B64497">
        <w:rPr>
          <w:b/>
          <w:bCs/>
        </w:rPr>
        <w:t>поблагодарил</w:t>
      </w:r>
      <w:r w:rsidRPr="00B64497">
        <w:t xml:space="preserve"> рабочие группы, которые внесли вклад в разработку проекта стратегии КВТ.</w:t>
      </w:r>
    </w:p>
    <w:p w:rsidR="009D3E2D" w:rsidRPr="00B64497" w:rsidRDefault="009D3E2D" w:rsidP="00B64497">
      <w:pPr>
        <w:pStyle w:val="HChG"/>
      </w:pPr>
      <w:r w:rsidRPr="00B64497">
        <w:tab/>
        <w:t>VI.</w:t>
      </w:r>
      <w:r w:rsidRPr="00B64497">
        <w:tab/>
      </w:r>
      <w:r w:rsidRPr="00B64497">
        <w:rPr>
          <w:bCs/>
        </w:rPr>
        <w:t>Стратегические вопросы горизонтальной политики (пункт 4 повестки дня)</w:t>
      </w:r>
    </w:p>
    <w:p w:rsidR="009D3E2D" w:rsidRPr="00B64497" w:rsidRDefault="009D3E2D" w:rsidP="00B64497">
      <w:pPr>
        <w:pStyle w:val="H1G"/>
      </w:pPr>
      <w:r w:rsidRPr="00B64497">
        <w:tab/>
        <w:t>A.</w:t>
      </w:r>
      <w:r w:rsidRPr="00B64497">
        <w:tab/>
      </w:r>
      <w:r w:rsidRPr="00B64497">
        <w:rPr>
          <w:bCs/>
        </w:rPr>
        <w:t>Положение в связи с присоединением к международным соглашениям и конвенциям Организации Объединенных Наций в области транспорта</w:t>
      </w:r>
    </w:p>
    <w:p w:rsidR="009D3E2D" w:rsidRPr="00B64497" w:rsidRDefault="009D3E2D" w:rsidP="00B64497">
      <w:pPr>
        <w:pStyle w:val="SingleTxtG"/>
      </w:pPr>
      <w:r w:rsidRPr="00B64497">
        <w:rPr>
          <w:i/>
          <w:iCs/>
        </w:rPr>
        <w:t>Документация:</w:t>
      </w:r>
      <w:r w:rsidRPr="00B64497">
        <w:t xml:space="preserve"> </w:t>
      </w:r>
      <w:r w:rsidRPr="00B64497">
        <w:tab/>
        <w:t>ECE/TRANS/2019/3</w:t>
      </w:r>
    </w:p>
    <w:p w:rsidR="009D3E2D" w:rsidRPr="00B64497" w:rsidRDefault="009D3E2D" w:rsidP="00B64497">
      <w:pPr>
        <w:pStyle w:val="SingleTxtG"/>
      </w:pPr>
      <w:r w:rsidRPr="00B64497">
        <w:t>17.</w:t>
      </w:r>
      <w:r w:rsidRPr="00B64497">
        <w:tab/>
        <w:t xml:space="preserve">Комитет </w:t>
      </w:r>
      <w:r w:rsidRPr="00B64497">
        <w:rPr>
          <w:b/>
          <w:bCs/>
        </w:rPr>
        <w:t>принял к сведению</w:t>
      </w:r>
      <w:r w:rsidRPr="00B64497">
        <w:t xml:space="preserve"> документ ECE/TRANS/2019/3 о положении в связи с подписанием и ратификацией правовых документов ООН в области внутреннего транспорта, находящихся в ведении Комитета и его вспомогательных органов, а также с присоединением к ним по состоянию на декабрь 2018 года. В этом документе содержится также информация о присоединениях, зарегистрированных со времени проведения последней сессии Комитета. Кроме того, Комитет </w:t>
      </w:r>
      <w:r w:rsidRPr="00B64497">
        <w:rPr>
          <w:b/>
          <w:bCs/>
        </w:rPr>
        <w:t>обсудил</w:t>
      </w:r>
      <w:r w:rsidRPr="00B64497">
        <w:t xml:space="preserve"> пути укрепления регулятивной системы внутреннего транспорта на международном уровне, особенно в свете его стратегической роли в контексте оказания поддержки в реализации целей в области устойчивого развития. </w:t>
      </w:r>
    </w:p>
    <w:p w:rsidR="009D3E2D" w:rsidRPr="00B64497" w:rsidRDefault="009D3E2D" w:rsidP="00B64497">
      <w:pPr>
        <w:pStyle w:val="SingleTxtG"/>
      </w:pPr>
      <w:r w:rsidRPr="00B64497">
        <w:t>18.</w:t>
      </w:r>
      <w:r w:rsidRPr="00B64497">
        <w:tab/>
        <w:t xml:space="preserve">В конце обсуждения Комитет </w:t>
      </w:r>
      <w:r w:rsidRPr="00B64497">
        <w:rPr>
          <w:b/>
          <w:bCs/>
        </w:rPr>
        <w:t>подчеркнул неотложный характер ускорения процесса присоединения</w:t>
      </w:r>
      <w:r w:rsidRPr="00B64497">
        <w:t xml:space="preserve"> к тем конвенциям и соглашениям Организации Объединенных Наций по вопросам транспорта, которые относятся к сфере его компетенции и формируют международную основу для регулятивной системы внутреннего транспорта, </w:t>
      </w:r>
      <w:r w:rsidRPr="00B64497">
        <w:rPr>
          <w:b/>
          <w:bCs/>
        </w:rPr>
        <w:t>и их осуществления</w:t>
      </w:r>
      <w:r w:rsidRPr="00B64497">
        <w:t xml:space="preserve">. Кроме того, Комитет </w:t>
      </w:r>
      <w:r w:rsidRPr="00B64497">
        <w:rPr>
          <w:b/>
          <w:bCs/>
        </w:rPr>
        <w:t>предложил</w:t>
      </w:r>
      <w:r w:rsidRPr="00B64497">
        <w:t xml:space="preserve"> странам, которые еще не сделали этого, присоединиться к конвенциям и другим правовым документам ООН в области внутреннего транспорта, находящимся в ведении Комитета и его вспомогательных органов.</w:t>
      </w:r>
    </w:p>
    <w:p w:rsidR="009D3E2D" w:rsidRPr="00B64497" w:rsidRDefault="009D3E2D" w:rsidP="00B64497">
      <w:pPr>
        <w:pStyle w:val="H1G"/>
      </w:pPr>
      <w:r w:rsidRPr="00B64497">
        <w:tab/>
        <w:t>B.</w:t>
      </w:r>
      <w:r w:rsidRPr="00B64497">
        <w:tab/>
      </w:r>
      <w:r w:rsidRPr="00B64497">
        <w:rPr>
          <w:bCs/>
        </w:rPr>
        <w:t>Диалог по вопросам политики и техническая помощь странам с</w:t>
      </w:r>
      <w:r w:rsidRPr="00B64497">
        <w:rPr>
          <w:bCs/>
          <w:lang w:val="en-US"/>
        </w:rPr>
        <w:t> </w:t>
      </w:r>
      <w:r w:rsidRPr="00B64497">
        <w:rPr>
          <w:bCs/>
        </w:rPr>
        <w:t>переходной экономикой и развивающимся странам</w:t>
      </w:r>
    </w:p>
    <w:p w:rsidR="009D3E2D" w:rsidRPr="00B64497" w:rsidRDefault="009D3E2D" w:rsidP="00B64497">
      <w:pPr>
        <w:pStyle w:val="SingleTxtG"/>
      </w:pPr>
      <w:r w:rsidRPr="00B64497">
        <w:rPr>
          <w:i/>
          <w:iCs/>
        </w:rPr>
        <w:t>Документация:</w:t>
      </w:r>
      <w:r w:rsidRPr="00B64497">
        <w:t xml:space="preserve"> </w:t>
      </w:r>
      <w:r w:rsidRPr="00B64497">
        <w:tab/>
        <w:t>ECE/TRANS/2019/4</w:t>
      </w:r>
    </w:p>
    <w:p w:rsidR="009D3E2D" w:rsidRPr="00B64497" w:rsidRDefault="009D3E2D" w:rsidP="00B64497">
      <w:pPr>
        <w:pStyle w:val="SingleTxtG"/>
      </w:pPr>
      <w:r w:rsidRPr="00B64497">
        <w:t>19.</w:t>
      </w:r>
      <w:r w:rsidRPr="00B64497">
        <w:tab/>
        <w:t xml:space="preserve">Комитет был проинформирован о деятельности в области оказания технической помощи (ТП) государствам-членам в контексте достижения целей устойчивого развития, связанных с транспортом (ECE/TRANS/2019/4). В частности, Комитету была представлена обновленная информация о деятельности по оказанию ТП в сфере устойчивого развития транспорта в рамках Специальной программы Организации Объединенных Наций для стран Центральной Азии (СПЕКА) и в контексте развития железнодорожного сообщения в Юго-Восточной Европе. Комитет </w:t>
      </w:r>
      <w:r w:rsidRPr="00B64497">
        <w:rPr>
          <w:b/>
          <w:bCs/>
        </w:rPr>
        <w:t>принял к сведению</w:t>
      </w:r>
      <w:r w:rsidRPr="00B64497">
        <w:t xml:space="preserve"> деятельность в области оказания технической помощи государствам-членам и </w:t>
      </w:r>
      <w:r w:rsidRPr="00B64497">
        <w:rPr>
          <w:b/>
          <w:bCs/>
        </w:rPr>
        <w:t>решительно поддержал</w:t>
      </w:r>
      <w:r w:rsidRPr="00B64497">
        <w:t xml:space="preserve"> продолжение деятельности по наращиванию потенциала для достижения связанных с транспортом целей в области устойчивого развития и </w:t>
      </w:r>
      <w:r w:rsidRPr="00B64497">
        <w:lastRenderedPageBreak/>
        <w:t>улучшения связности внутреннего транспорта, особенно в рамках СПЕКА и в государствах-членах Юго-Восточной Европы.</w:t>
      </w:r>
    </w:p>
    <w:p w:rsidR="009D3E2D" w:rsidRPr="00B64497" w:rsidRDefault="009D3E2D" w:rsidP="00B64497">
      <w:pPr>
        <w:pStyle w:val="H1G"/>
      </w:pPr>
      <w:r w:rsidRPr="00B64497">
        <w:tab/>
        <w:t>C.</w:t>
      </w:r>
      <w:r w:rsidRPr="00B64497">
        <w:tab/>
        <w:t>Аналитическая работа в области транспорта</w:t>
      </w:r>
    </w:p>
    <w:p w:rsidR="009D3E2D" w:rsidRPr="00B64497" w:rsidRDefault="009D3E2D" w:rsidP="00B64497">
      <w:pPr>
        <w:pStyle w:val="SingleTxtG"/>
      </w:pPr>
      <w:r w:rsidRPr="00B64497">
        <w:rPr>
          <w:i/>
          <w:iCs/>
        </w:rPr>
        <w:t>Документация:</w:t>
      </w:r>
      <w:r w:rsidRPr="00B64497">
        <w:rPr>
          <w:i/>
          <w:iCs/>
        </w:rPr>
        <w:tab/>
      </w:r>
      <w:r w:rsidRPr="00B64497">
        <w:t>ECE/TRANS/2019/5, неофициальный документ № 2</w:t>
      </w:r>
    </w:p>
    <w:p w:rsidR="009D3E2D" w:rsidRPr="00B64497" w:rsidRDefault="009D3E2D" w:rsidP="00B64497">
      <w:pPr>
        <w:pStyle w:val="SingleTxtG"/>
      </w:pPr>
      <w:r w:rsidRPr="00B64497">
        <w:t>20.</w:t>
      </w:r>
      <w:r w:rsidRPr="00B64497">
        <w:tab/>
        <w:t xml:space="preserve">Комитет был проинформирован Председателем Рабочей группы по тенденциям и экономике транспорта (WP.5) г-ном П. де Вильдтом об аналитической работе, проделанной WP.5 (ECE/TRANS/2019/5), в частности о следующей деятельности:  </w:t>
      </w:r>
    </w:p>
    <w:p w:rsidR="009D3E2D" w:rsidRPr="00B64497" w:rsidRDefault="009D3E2D" w:rsidP="00B64497">
      <w:pPr>
        <w:pStyle w:val="Bullet1G"/>
        <w:numPr>
          <w:ilvl w:val="0"/>
          <w:numId w:val="29"/>
        </w:numPr>
      </w:pPr>
      <w:r w:rsidRPr="00B64497">
        <w:t xml:space="preserve">работе двух групп экспертов – по сопоставительному анализу затрат на строительство транспортной инфраструктуры и по последствиям изменения климата для международных транспортных сетей и узлов и адаптации к ним, – действующих в рамках Рабочей группы; </w:t>
      </w:r>
    </w:p>
    <w:p w:rsidR="009D3E2D" w:rsidRPr="00B64497" w:rsidRDefault="009D3E2D" w:rsidP="00B64497">
      <w:pPr>
        <w:pStyle w:val="Bullet1G"/>
        <w:numPr>
          <w:ilvl w:val="0"/>
          <w:numId w:val="29"/>
        </w:numPr>
      </w:pPr>
      <w:r w:rsidRPr="00B64497">
        <w:t xml:space="preserve">проекте Международного центра мониторинга транспортной инфраструктуры; </w:t>
      </w:r>
    </w:p>
    <w:p w:rsidR="009D3E2D" w:rsidRPr="00B64497" w:rsidRDefault="009D3E2D" w:rsidP="00B64497">
      <w:pPr>
        <w:pStyle w:val="Bullet1G"/>
        <w:numPr>
          <w:ilvl w:val="0"/>
          <w:numId w:val="29"/>
        </w:numPr>
      </w:pPr>
      <w:r w:rsidRPr="00B64497">
        <w:t xml:space="preserve">подготовке аналитического документа по теме «Мобильность как услуга» (неофициальный документ № 2); </w:t>
      </w:r>
    </w:p>
    <w:p w:rsidR="009D3E2D" w:rsidRPr="00B64497" w:rsidRDefault="009D3E2D" w:rsidP="00B64497">
      <w:pPr>
        <w:pStyle w:val="Bullet1G"/>
        <w:numPr>
          <w:ilvl w:val="0"/>
          <w:numId w:val="29"/>
        </w:numPr>
      </w:pPr>
      <w:r w:rsidRPr="00B64497">
        <w:t>еще одном исследовании, которое вышло в 2018 году под заголовком «Инновационные пути финансирования транспортной инфраструктуры».</w:t>
      </w:r>
    </w:p>
    <w:p w:rsidR="009D3E2D" w:rsidRPr="00B64497" w:rsidRDefault="009D3E2D" w:rsidP="00B64497">
      <w:pPr>
        <w:pStyle w:val="SingleTxtG"/>
      </w:pPr>
      <w:r w:rsidRPr="00B64497">
        <w:t>21.</w:t>
      </w:r>
      <w:r w:rsidRPr="00B64497">
        <w:tab/>
        <w:t xml:space="preserve">Кроме того, Председатель проинформировал Комитет об итогах международной конференции на тему «Введение в действие евро-азиатских транспортных коридоров», а также рабочего совещания на тему «Комплексный транспорт и городское развитие, включая перспективы охраны окружающей среды, здравоохранения и качества жизни», которое состоялось в ходе </w:t>
      </w:r>
      <w:r w:rsidR="00815F58">
        <w:t>тридцать первой</w:t>
      </w:r>
      <w:r w:rsidRPr="00B64497">
        <w:t xml:space="preserve"> сессии WP.5. Это</w:t>
      </w:r>
      <w:r w:rsidRPr="00B64497">
        <w:rPr>
          <w:lang w:val="en-US"/>
        </w:rPr>
        <w:t> </w:t>
      </w:r>
      <w:r w:rsidRPr="00B64497">
        <w:t xml:space="preserve">рабочее совещание позволило добиться заметного прогресса в разработке справочника по передовой практике и тематическим исследованиям в области устойчивого транспорта и городского планирования, который будет представлен на совещании ОПТОСОЗ на уровне министров в октябре 2019 года. Председатель также напомнил, что доклад о третьем этапе реализации проекта ЕАТС был представлен в начале восемьдесят первой сессии Комитета. </w:t>
      </w:r>
    </w:p>
    <w:p w:rsidR="009D3E2D" w:rsidRPr="00B64497" w:rsidRDefault="009D3E2D" w:rsidP="00B64497">
      <w:pPr>
        <w:pStyle w:val="SingleTxtG"/>
      </w:pPr>
      <w:r w:rsidRPr="00B64497">
        <w:t>22.</w:t>
      </w:r>
      <w:r w:rsidRPr="00B64497">
        <w:tab/>
        <w:t xml:space="preserve">Комитет </w:t>
      </w:r>
      <w:r w:rsidRPr="00B64497">
        <w:rPr>
          <w:b/>
          <w:bCs/>
        </w:rPr>
        <w:t>принял к сведению</w:t>
      </w:r>
      <w:r w:rsidRPr="00B64497">
        <w:t xml:space="preserve"> текущую аналитическую работу, ведущуюся Рабочей группой по тенденциям и экономике транспорта и Отделом устойчивого транспорта (ECE/TRANS/2019/5), и </w:t>
      </w:r>
      <w:r w:rsidRPr="00B64497">
        <w:rPr>
          <w:b/>
          <w:bCs/>
        </w:rPr>
        <w:t>заявил о своей поддержке</w:t>
      </w:r>
      <w:r w:rsidRPr="00B64497">
        <w:t xml:space="preserve"> продолжения этой работы по следующим открытым темам: адаптация транспортных активов к изменению климата; сопоставительный анализ затрат на строительство транспортной инфраструктуры; мобильность как услуга; введение в действие евроазиатских транспортных коридоров, а также других транспортных коридоров; интеграция транспорта и городского развития; создание международной транспортной обсерватории.  </w:t>
      </w:r>
      <w:bookmarkStart w:id="6" w:name="_Hlk531878687"/>
    </w:p>
    <w:p w:rsidR="009D3E2D" w:rsidRPr="00B64497" w:rsidRDefault="009D3E2D" w:rsidP="00B64497">
      <w:pPr>
        <w:pStyle w:val="SingleTxtG"/>
      </w:pPr>
      <w:r w:rsidRPr="00B64497">
        <w:t>23.</w:t>
      </w:r>
      <w:r w:rsidRPr="00B64497">
        <w:tab/>
        <w:t xml:space="preserve">Наконец, Председатель сообщил, что первоначально запланированное время для достижения всех результатов Группой экспертов по сопоставительному анализу расходов на строительство транспортной инфраструктуры оказалось недостаточным и что для завершения оценок и подготовки окончательного доклада потребуется еще один год. В этой связи он сообщил, что Рабочая группа поддерживает продление мандата этой группы экспертов еще на один год, и просил Комитет одобрить это продление. Комитет </w:t>
      </w:r>
      <w:r w:rsidRPr="00B64497">
        <w:rPr>
          <w:b/>
          <w:bCs/>
        </w:rPr>
        <w:t xml:space="preserve">утвердил </w:t>
      </w:r>
      <w:r w:rsidRPr="00B64497">
        <w:t xml:space="preserve">продление мандата Группы экспертов по сопоставительному анализу затрат на строительство транспортной инфраструктуры еще на один год на основе того же круга ведения (ECE/TRANS/2016/4). Это продление еще на один год должно быть реализовано после окончательного утверждения Исполнительным комитетом (Исполкомом) в 2019 году, с тем чтобы эксперты могли встретиться не менее четырех раз, прежде чем представить окончательный доклад на тридцать третьей сессии Рабочей группы по тенденциям и экономике транспорта в 2020 году. </w:t>
      </w:r>
      <w:bookmarkEnd w:id="6"/>
    </w:p>
    <w:p w:rsidR="009D3E2D" w:rsidRPr="00B64497" w:rsidRDefault="009D3E2D" w:rsidP="00B64497">
      <w:pPr>
        <w:pStyle w:val="H1G"/>
      </w:pPr>
      <w:r w:rsidRPr="00B64497">
        <w:lastRenderedPageBreak/>
        <w:tab/>
        <w:t>D.</w:t>
      </w:r>
      <w:r w:rsidRPr="00B64497">
        <w:tab/>
        <w:t>Окружающая среда, изменение климата и транспорт</w:t>
      </w:r>
    </w:p>
    <w:p w:rsidR="009D3E2D" w:rsidRPr="00B64497" w:rsidRDefault="009D3E2D" w:rsidP="00B64497">
      <w:pPr>
        <w:pStyle w:val="H23G"/>
        <w:rPr>
          <w:i/>
        </w:rPr>
      </w:pPr>
      <w:r w:rsidRPr="00B64497">
        <w:tab/>
        <w:t>1.</w:t>
      </w:r>
      <w:r w:rsidRPr="00B64497">
        <w:tab/>
        <w:t>Последующая деятельность Комитета по внутреннему транспорту в контексте Повестки дня на период до 2030 года</w:t>
      </w:r>
    </w:p>
    <w:p w:rsidR="009D3E2D" w:rsidRPr="00B64497" w:rsidRDefault="009D3E2D" w:rsidP="00B64497">
      <w:pPr>
        <w:pStyle w:val="SingleTxtG"/>
      </w:pPr>
      <w:r w:rsidRPr="00B64497">
        <w:rPr>
          <w:i/>
          <w:iCs/>
        </w:rPr>
        <w:t>Документация:</w:t>
      </w:r>
      <w:r w:rsidRPr="00B64497">
        <w:t xml:space="preserve"> </w:t>
      </w:r>
      <w:r w:rsidRPr="00B64497">
        <w:tab/>
        <w:t>ECE/TRANS/2019/6</w:t>
      </w:r>
    </w:p>
    <w:p w:rsidR="009D3E2D" w:rsidRPr="00B64497" w:rsidRDefault="009D3E2D" w:rsidP="00B64497">
      <w:pPr>
        <w:pStyle w:val="SingleTxtG"/>
      </w:pPr>
      <w:r w:rsidRPr="00B64497">
        <w:t>24.</w:t>
      </w:r>
      <w:r w:rsidRPr="00B64497">
        <w:tab/>
        <w:t xml:space="preserve">Комитет </w:t>
      </w:r>
      <w:r w:rsidRPr="00B64497">
        <w:rPr>
          <w:b/>
          <w:bCs/>
        </w:rPr>
        <w:t>заслушал информацию</w:t>
      </w:r>
      <w:r w:rsidRPr="00B64497">
        <w:t xml:space="preserve"> о прогрессе в достижении Целей в области устойчивого развития и реализации основных глобальных процессов/инициатив для отслеживания прогресса, в том числе задач и показателей достижения Целей в области устойчивого развития, инициативы «Устойчивая мобильность для всех» (SuM4ALL), а также инициативы по разработке добровольных глобальных задач и показателей в сфере безопасности дорожного движения (ECE/TRANS/2019/6). Делегация Нидерландов подчеркнула, что ценность «Доклада о глобальной мобильности за 2017 год» по инициативе SuM4All состоит в том, что он показывает отставание транспортного сектора от «графика» достижения целей Парижского соглашения и целей в области устойчивого развития, а также высоко оценила работу, которая продолжается в рамках инициативы SuM4All и направлена на подготовку общей «дорожной карты» по доступной, эффективной, экологичной и безопасной мобильности. Делегация Нидерландов призвала, в рамках инициативы SuM4All, подготовить новый доклад о глобальной мобильности в 2020 году.</w:t>
      </w:r>
    </w:p>
    <w:p w:rsidR="009D3E2D" w:rsidRPr="00B64497" w:rsidRDefault="009D3E2D" w:rsidP="00B64497">
      <w:pPr>
        <w:pStyle w:val="SingleTxtG"/>
      </w:pPr>
      <w:r w:rsidRPr="00B64497">
        <w:t>25.</w:t>
      </w:r>
      <w:r w:rsidRPr="00B64497">
        <w:tab/>
        <w:t xml:space="preserve">Комитет </w:t>
      </w:r>
      <w:r w:rsidRPr="00B64497">
        <w:rPr>
          <w:b/>
          <w:bCs/>
        </w:rPr>
        <w:t>подтвердил свое стремление расширить</w:t>
      </w:r>
      <w:r w:rsidRPr="00B64497">
        <w:t xml:space="preserve"> свой вклад в выполнение задач, имеющих отношение к транспорту, в контексте Повестки дня на период до 2030 года, а также в реализацию Парижского соглашения, Новой программы развития городов, Венской программы действий для развивающихся стран, не имеющих выхода к морю, и Десятилетия действий по обеспечению безопасности дорожного движения (2011−2020 годы) и </w:t>
      </w:r>
      <w:r w:rsidRPr="00B64497">
        <w:rPr>
          <w:b/>
          <w:bCs/>
        </w:rPr>
        <w:t xml:space="preserve">просил </w:t>
      </w:r>
      <w:r w:rsidRPr="00B64497">
        <w:t xml:space="preserve">свои вспомогательные органы осуществлять свою деятельность сообразно этой цели. Комитет </w:t>
      </w:r>
      <w:r w:rsidRPr="00B64497">
        <w:rPr>
          <w:b/>
          <w:bCs/>
        </w:rPr>
        <w:t xml:space="preserve">выразил решительную приверженность </w:t>
      </w:r>
      <w:r w:rsidRPr="00B64497">
        <w:t xml:space="preserve">участию в инициативе SuM4All и </w:t>
      </w:r>
      <w:r w:rsidRPr="00B64497">
        <w:rPr>
          <w:b/>
          <w:bCs/>
        </w:rPr>
        <w:t>предложил своим членам</w:t>
      </w:r>
      <w:r w:rsidRPr="00B64497">
        <w:t xml:space="preserve"> рассмотреть вопрос об участии в консультациях по уточнению Глобальной дорожной карты действий (GRA) по инициативе SuM4All. Комитет </w:t>
      </w:r>
      <w:r w:rsidRPr="00B64497">
        <w:rPr>
          <w:b/>
          <w:bCs/>
        </w:rPr>
        <w:t xml:space="preserve">поручил </w:t>
      </w:r>
      <w:r w:rsidRPr="00B64497">
        <w:t xml:space="preserve">секретариату подготовить рабочий документ по достижению ЦУР для рассмотрения на предстоящей сессии WP.5 в 2019 году. </w:t>
      </w:r>
    </w:p>
    <w:p w:rsidR="009D3E2D" w:rsidRPr="00B64497" w:rsidRDefault="009D3E2D" w:rsidP="00B64497">
      <w:pPr>
        <w:pStyle w:val="H23G"/>
        <w:rPr>
          <w:i/>
        </w:rPr>
      </w:pPr>
      <w:r w:rsidRPr="00B64497">
        <w:tab/>
        <w:t>2.</w:t>
      </w:r>
      <w:r w:rsidRPr="00B64497">
        <w:tab/>
      </w:r>
      <w:r w:rsidRPr="00B64497">
        <w:rPr>
          <w:bCs/>
        </w:rPr>
        <w:t>Снижение зависимости от углеводородов и смягчение экологически вредного воздействия перевозок внутренним транспортом</w:t>
      </w:r>
    </w:p>
    <w:p w:rsidR="009D3E2D" w:rsidRPr="00B64497" w:rsidRDefault="009D3E2D" w:rsidP="00B64497">
      <w:pPr>
        <w:pStyle w:val="SingleTxtG"/>
      </w:pPr>
      <w:r w:rsidRPr="00B64497">
        <w:rPr>
          <w:i/>
          <w:iCs/>
        </w:rPr>
        <w:t>Документация:</w:t>
      </w:r>
      <w:r w:rsidRPr="00B64497">
        <w:t xml:space="preserve"> </w:t>
      </w:r>
      <w:r w:rsidRPr="00B64497">
        <w:tab/>
        <w:t>неофициальный документ № 3</w:t>
      </w:r>
    </w:p>
    <w:p w:rsidR="009D3E2D" w:rsidRPr="00B64497" w:rsidRDefault="009D3E2D" w:rsidP="00B64497">
      <w:pPr>
        <w:pStyle w:val="SingleTxtG"/>
      </w:pPr>
      <w:r w:rsidRPr="00B64497">
        <w:t>26.</w:t>
      </w:r>
      <w:r w:rsidRPr="00B64497">
        <w:tab/>
        <w:t xml:space="preserve">Комитет </w:t>
      </w:r>
      <w:r w:rsidRPr="00B64497">
        <w:rPr>
          <w:b/>
          <w:bCs/>
        </w:rPr>
        <w:t>был проинформирован</w:t>
      </w:r>
      <w:r w:rsidRPr="00B64497">
        <w:t xml:space="preserve"> об использовании инструмента под названием «В интересах будущих систем внутреннего транспорта (ForFITS)»</w:t>
      </w:r>
      <w:r w:rsidRPr="00B64497">
        <w:rPr>
          <w:rStyle w:val="ab"/>
        </w:rPr>
        <w:footnoteReference w:id="1"/>
      </w:r>
      <w:r w:rsidRPr="00B64497">
        <w:t xml:space="preserve"> в</w:t>
      </w:r>
      <w:r w:rsidR="00815F58">
        <w:t> </w:t>
      </w:r>
      <w:r w:rsidRPr="00B64497">
        <w:t>деятельности по оказанию правительствам поддержки в области смягчения негативного воздействия транспорта на окружающую среду (неофициальный документ № 3). Инструмент ForFITS представляет собой средство моделирования и оценки выбросов CO</w:t>
      </w:r>
      <w:r w:rsidRPr="00B64497">
        <w:rPr>
          <w:vertAlign w:val="subscript"/>
        </w:rPr>
        <w:t>2</w:t>
      </w:r>
      <w:r w:rsidRPr="00B64497">
        <w:t xml:space="preserve"> на внутреннем транспорте, включающее инструмент преобразования транспортной политики в целях содействия смягчению последствий изменения климата. </w:t>
      </w:r>
    </w:p>
    <w:p w:rsidR="009D3E2D" w:rsidRPr="00B64497" w:rsidRDefault="009D3E2D" w:rsidP="00B64497">
      <w:pPr>
        <w:pStyle w:val="SingleTxtG"/>
      </w:pPr>
      <w:r w:rsidRPr="00B64497">
        <w:t>27.</w:t>
      </w:r>
      <w:r w:rsidRPr="00B64497">
        <w:tab/>
        <w:t xml:space="preserve">Комитет </w:t>
      </w:r>
      <w:r w:rsidRPr="00B64497">
        <w:rPr>
          <w:b/>
          <w:bCs/>
        </w:rPr>
        <w:t>приветствовал</w:t>
      </w:r>
      <w:r w:rsidRPr="00B64497">
        <w:t xml:space="preserve"> обновленный план работы по дальнейшей разработке и внедрению инструмента ForFITS; </w:t>
      </w:r>
      <w:r w:rsidRPr="00B64497">
        <w:rPr>
          <w:b/>
          <w:bCs/>
        </w:rPr>
        <w:t>призвал своих членов</w:t>
      </w:r>
      <w:r w:rsidRPr="00B64497">
        <w:t xml:space="preserve"> поддержать его использование в период после КС-24, с тем чтобы оказать содействие государствам-членам в достижении их целей и обязательств; а также </w:t>
      </w:r>
      <w:r w:rsidRPr="00B64497">
        <w:rPr>
          <w:b/>
          <w:bCs/>
        </w:rPr>
        <w:t>просил</w:t>
      </w:r>
      <w:r w:rsidRPr="00B64497">
        <w:t xml:space="preserve"> секретариат продолжить усилия по эффективному сбору средств в поддержку более широкого использования и дальнейшего развития ForFITS.</w:t>
      </w:r>
    </w:p>
    <w:p w:rsidR="009D3E2D" w:rsidRPr="00B64497" w:rsidRDefault="009D3E2D" w:rsidP="00B64497">
      <w:pPr>
        <w:pStyle w:val="H23G"/>
        <w:rPr>
          <w:i/>
        </w:rPr>
      </w:pPr>
      <w:r w:rsidRPr="00B64497">
        <w:lastRenderedPageBreak/>
        <w:tab/>
        <w:t>3.</w:t>
      </w:r>
      <w:r w:rsidRPr="00B64497">
        <w:tab/>
      </w:r>
      <w:r w:rsidRPr="00B64497">
        <w:rPr>
          <w:bCs/>
        </w:rPr>
        <w:t>Последствия изменения климата для международных транспортных сетей и адаптационные требования</w:t>
      </w:r>
    </w:p>
    <w:p w:rsidR="009D3E2D" w:rsidRPr="00B64497" w:rsidRDefault="009D3E2D" w:rsidP="00B64497">
      <w:pPr>
        <w:pStyle w:val="SingleTxtG"/>
      </w:pPr>
      <w:r w:rsidRPr="00B64497">
        <w:t>28.</w:t>
      </w:r>
      <w:r w:rsidRPr="00B64497">
        <w:tab/>
        <w:t>Секретариат проинформировал Комитет о прогрессе в работе Группы экспертов по последствиям изменения климата для международных транспортных сетей и узлов и адаптации к ним. В частности, Комитет был проинформирован о подготовке окончательного доклада группы, который будет содержать следующие основные главы: i) по климатической информации и инфраструктурным сетям, сопряжение которых призвано выявлять, на основе разработанной методологии, области потенциально повышен</w:t>
      </w:r>
      <w:r w:rsidR="003E1CBF">
        <w:t>ного риска для инфраструктуры в</w:t>
      </w:r>
      <w:r w:rsidRPr="00B64497">
        <w:t xml:space="preserve">виду изменения климата; ii) по тематическим исследованиям стран с изложением национальных подходов к оценке потенциальных последствий изменения климата для транспортной инфраструктуры и с наглядными примерами социально-экономических последствий изменения климата, связанных с транспортом. Секретариат сообщил Комитету о том, что, хотя подготовка доклада является важным и полезным шагом в деле продвижения работы по адаптации транспортной инфраструктуры к изменению климата, ее следует рассматривать в качестве первого шага, который потребует принятия последующих мер, направленных на повышение, с помощью этого доклада, осведомленности в этих вопросах и наращивание экспертных знаний на местах для проведения адаптационной работы, внедрения и использования этой разработанной методологии и выявления локальных «горячих точек» в районах повышенного риска. </w:t>
      </w:r>
    </w:p>
    <w:p w:rsidR="009D3E2D" w:rsidRPr="00B64497" w:rsidRDefault="009D3E2D" w:rsidP="00B64497">
      <w:pPr>
        <w:pStyle w:val="SingleTxtG"/>
      </w:pPr>
      <w:r w:rsidRPr="00B64497">
        <w:t>29.</w:t>
      </w:r>
      <w:r w:rsidRPr="00B64497">
        <w:tab/>
        <w:t xml:space="preserve">Комитет </w:t>
      </w:r>
      <w:r w:rsidRPr="00B64497">
        <w:rPr>
          <w:b/>
          <w:bCs/>
        </w:rPr>
        <w:t>положительно оценил</w:t>
      </w:r>
      <w:r w:rsidRPr="00B64497">
        <w:t xml:space="preserve"> обновленную информацию о ходе работы Группы экспертов по последствиям изменения климата для транспортных сетей и узлов и адаптации к ним. </w:t>
      </w:r>
    </w:p>
    <w:p w:rsidR="009D3E2D" w:rsidRPr="00B64497" w:rsidRDefault="009D3E2D" w:rsidP="00B64497">
      <w:pPr>
        <w:pStyle w:val="H1G"/>
      </w:pPr>
      <w:r w:rsidRPr="00B64497">
        <w:tab/>
        <w:t>E.</w:t>
      </w:r>
      <w:r w:rsidRPr="00B64497">
        <w:tab/>
        <w:t>Общеевропейская программа по транспорту, окружающей среде и охране здоровья</w:t>
      </w:r>
    </w:p>
    <w:p w:rsidR="009D3E2D" w:rsidRPr="00B64497" w:rsidRDefault="009D3E2D" w:rsidP="00B64497">
      <w:pPr>
        <w:pStyle w:val="SingleTxtG"/>
      </w:pPr>
      <w:r w:rsidRPr="00B64497">
        <w:rPr>
          <w:i/>
          <w:iCs/>
        </w:rPr>
        <w:t>Документация:</w:t>
      </w:r>
      <w:r w:rsidRPr="00B64497">
        <w:t xml:space="preserve"> </w:t>
      </w:r>
      <w:r w:rsidRPr="00B64497">
        <w:tab/>
        <w:t>ECE/TRANS/2019/7, неофициальный документ № 4</w:t>
      </w:r>
    </w:p>
    <w:p w:rsidR="009D3E2D" w:rsidRPr="00B64497" w:rsidRDefault="009D3E2D" w:rsidP="00B64497">
      <w:pPr>
        <w:pStyle w:val="SingleTxtG"/>
      </w:pPr>
      <w:r w:rsidRPr="00B64497">
        <w:t>30.</w:t>
      </w:r>
      <w:r w:rsidRPr="00B64497">
        <w:tab/>
        <w:t xml:space="preserve">Комитет </w:t>
      </w:r>
      <w:r w:rsidRPr="00B64497">
        <w:rPr>
          <w:b/>
          <w:bCs/>
        </w:rPr>
        <w:t>принял к сведению</w:t>
      </w:r>
      <w:r w:rsidRPr="00B64497">
        <w:t xml:space="preserve"> доклад Руководящего комитета ОПТОСОЗ о работе его шестнадцатой сессии (12</w:t>
      </w:r>
      <w:r w:rsidR="003E1CBF">
        <w:t>–</w:t>
      </w:r>
      <w:r w:rsidRPr="00B64497">
        <w:t xml:space="preserve">14 декабря 2018 года, Женева) (ECE/AC.21/SC/2018/2) и </w:t>
      </w:r>
      <w:r w:rsidRPr="00B64497">
        <w:rPr>
          <w:b/>
          <w:bCs/>
        </w:rPr>
        <w:t xml:space="preserve">приветствовал </w:t>
      </w:r>
      <w:r w:rsidRPr="00B64497">
        <w:t>избрание г-на Р. Талера Председателем Руководящего комитета на 2018</w:t>
      </w:r>
      <w:r w:rsidR="003E1CBF">
        <w:t>–</w:t>
      </w:r>
      <w:r w:rsidRPr="00B64497">
        <w:t xml:space="preserve">2019 годы. Комитет </w:t>
      </w:r>
      <w:r w:rsidRPr="00B64497">
        <w:rPr>
          <w:b/>
          <w:bCs/>
        </w:rPr>
        <w:t>принял также к сведению</w:t>
      </w:r>
      <w:r w:rsidRPr="00B64497">
        <w:t>, что в рамках своей инициативы по привлечению к участию всех трех секторов и после завершения четвертого Совещания высокого уровня и принятия Парижской декларации Руководящий комитет организовал симпозиум конкретно по цели 3 ОПТОСОЗ на тему «Достижение многоплановых результатов на основе активной мобильности: снижение уровня выбросов и шума, более качественная окружающая среда и улучшение здоровья человека» (12 декабря 2018 года, Женева).</w:t>
      </w:r>
    </w:p>
    <w:p w:rsidR="009D3E2D" w:rsidRPr="00B64497" w:rsidRDefault="009D3E2D" w:rsidP="00B64497">
      <w:pPr>
        <w:pStyle w:val="SingleTxtG"/>
      </w:pPr>
      <w:r w:rsidRPr="00B64497">
        <w:t>31.</w:t>
      </w:r>
      <w:r w:rsidRPr="00B64497">
        <w:tab/>
        <w:t xml:space="preserve">Комитет </w:t>
      </w:r>
      <w:r w:rsidRPr="00B64497">
        <w:rPr>
          <w:b/>
          <w:bCs/>
        </w:rPr>
        <w:t xml:space="preserve">заслушал </w:t>
      </w:r>
      <w:r w:rsidRPr="00B64497">
        <w:t xml:space="preserve">сообщение Председателя ОПТОСОЗ о подготовке предстоящей пятой сессии Совещания высокого уровня по транспорту, окружающей среде и охране здоровья, которая состоится в Вене в октябре 2019 года, включая подготовку заявления, которое будет одобрено на этом совещании высокого уровня. Комитет </w:t>
      </w:r>
      <w:r w:rsidRPr="00B64497">
        <w:rPr>
          <w:b/>
          <w:bCs/>
        </w:rPr>
        <w:t>принял к сведению</w:t>
      </w:r>
      <w:r w:rsidRPr="00B64497">
        <w:t xml:space="preserve"> информацию о подготовке третьего исследования о «зеленых» рабочих местах на транспорте, исследования по вопросу об экологически рациональном вождении и о завершении разработки генерального плана стимулирования велосипедного движения. Кроме того, Комитет </w:t>
      </w:r>
      <w:r w:rsidRPr="00B64497">
        <w:rPr>
          <w:b/>
          <w:bCs/>
        </w:rPr>
        <w:t>принял к сведению</w:t>
      </w:r>
      <w:r w:rsidRPr="00B64497">
        <w:t xml:space="preserve"> прогресс, достигнутый в рамках WP.5, в разработке руководства по передовой практике и тематическим исследованиям в области устойчивого транспорта и городского планирования, которое будет выпущено и, возможно, принято на пятом Совещании высокого уровня Общеевропейской программы по транспорту, окружающей среде и охране здоровья (ОПТОСОЗ) в Вене 22–24 октября 2019 года.</w:t>
      </w:r>
    </w:p>
    <w:p w:rsidR="009D3E2D" w:rsidRPr="00B64497" w:rsidRDefault="009D3E2D" w:rsidP="00B64497">
      <w:pPr>
        <w:pStyle w:val="SingleTxtG"/>
      </w:pPr>
      <w:r w:rsidRPr="00B64497">
        <w:t>32.</w:t>
      </w:r>
      <w:r w:rsidRPr="00B64497">
        <w:tab/>
        <w:t xml:space="preserve">Комитет </w:t>
      </w:r>
      <w:r w:rsidRPr="00B64497">
        <w:rPr>
          <w:b/>
          <w:bCs/>
        </w:rPr>
        <w:t>подтвердил свою поддержку</w:t>
      </w:r>
      <w:r w:rsidRPr="00B64497">
        <w:t xml:space="preserve"> пятого Совещания высокого уровня по транспорту, окружающей среде </w:t>
      </w:r>
      <w:r w:rsidR="003E1CBF">
        <w:t>и охране здоровья (Вена, 2019 год</w:t>
      </w:r>
      <w:r w:rsidRPr="00B64497">
        <w:t xml:space="preserve">) и </w:t>
      </w:r>
      <w:r w:rsidRPr="00B64497">
        <w:rPr>
          <w:b/>
          <w:bCs/>
        </w:rPr>
        <w:t xml:space="preserve">призвал </w:t>
      </w:r>
      <w:r w:rsidRPr="00B64497">
        <w:t xml:space="preserve">своих членов: а) принять активное участие в пятом Совещании высокого уровня </w:t>
      </w:r>
      <w:r w:rsidRPr="00B64497">
        <w:br/>
        <w:t xml:space="preserve">и b) рассмотреть вопрос о назначении национального координационного центра ОПТОСОЗ от транспортного сектора и проинформировать секретариат. Нидерланды </w:t>
      </w:r>
      <w:r w:rsidRPr="00B64497">
        <w:lastRenderedPageBreak/>
        <w:t>заявили о своей неизменной поддержке работы ОПТОСОЗ и высоко оценили вклад Австрии в успешное проведение пятого Совещания высокого уровня. Нидерланды рекомендовали Руководящему комитету ОПТОСОЗ предложить ВОЗ и ЕЭК подготовить современный обзор сложившейся ситуации в области воздействия на здоровье человека таких факторов, как загрязнение воздуха, ограничение уровня шума, физическая активность и дорожно-транспортные аварии, в целях поощрения укрепления сотрудничества и политики и действий, направленных на экологизацию этого сектора.</w:t>
      </w:r>
    </w:p>
    <w:p w:rsidR="009D3E2D" w:rsidRPr="00B64497" w:rsidRDefault="009D3E2D" w:rsidP="00B64497">
      <w:pPr>
        <w:pStyle w:val="H1G"/>
      </w:pPr>
      <w:r w:rsidRPr="00B64497">
        <w:tab/>
        <w:t>F.</w:t>
      </w:r>
      <w:r w:rsidRPr="00B64497">
        <w:tab/>
        <w:t>Интеллектуальные транспортные системы</w:t>
      </w:r>
    </w:p>
    <w:p w:rsidR="009D3E2D" w:rsidRPr="00B64497" w:rsidRDefault="009D3E2D" w:rsidP="00B64497">
      <w:pPr>
        <w:pStyle w:val="SingleTxtG"/>
      </w:pPr>
      <w:r w:rsidRPr="00B64497">
        <w:rPr>
          <w:i/>
          <w:iCs/>
        </w:rPr>
        <w:t>Документация:</w:t>
      </w:r>
      <w:r w:rsidRPr="00B64497">
        <w:t xml:space="preserve"> </w:t>
      </w:r>
      <w:r w:rsidRPr="00B64497">
        <w:tab/>
        <w:t>ECE/TRANS/2019/8</w:t>
      </w:r>
      <w:bookmarkStart w:id="7" w:name="_Hlk528572460"/>
      <w:bookmarkEnd w:id="7"/>
    </w:p>
    <w:p w:rsidR="009D3E2D" w:rsidRPr="00B64497" w:rsidRDefault="009D3E2D" w:rsidP="00B64497">
      <w:pPr>
        <w:pStyle w:val="SingleTxtG"/>
      </w:pPr>
      <w:r w:rsidRPr="00B64497">
        <w:t>33.</w:t>
      </w:r>
      <w:r w:rsidRPr="00B64497">
        <w:tab/>
        <w:t xml:space="preserve">Комитет </w:t>
      </w:r>
      <w:r w:rsidRPr="00B64497">
        <w:rPr>
          <w:b/>
          <w:bCs/>
        </w:rPr>
        <w:t>был проинформирован</w:t>
      </w:r>
      <w:r w:rsidRPr="00B64497">
        <w:t xml:space="preserve"> секретариатом о ходе осуществления «дорожной карты» по интеллектуальным транспортным системам (ИТС), которая была представлена на его семьдесят четвертой сессии (ECE/TRANS/2019/8), </w:t>
      </w:r>
      <w:r w:rsidRPr="00B64497">
        <w:rPr>
          <w:b/>
          <w:bCs/>
        </w:rPr>
        <w:t>а также</w:t>
      </w:r>
      <w:r w:rsidRPr="00B64497">
        <w:t xml:space="preserve"> об итогах флагманского мероприятия по ИТС 2018 года, которое было организовано совместно с МАФ по теме «Управление и инфраструктура для «умной» и автономной мобильности».</w:t>
      </w:r>
    </w:p>
    <w:p w:rsidR="009D3E2D" w:rsidRPr="00B64497" w:rsidRDefault="009D3E2D" w:rsidP="00B64497">
      <w:pPr>
        <w:pStyle w:val="SingleTxtG"/>
      </w:pPr>
      <w:r w:rsidRPr="00B64497">
        <w:t>34.</w:t>
      </w:r>
      <w:r w:rsidRPr="00B64497">
        <w:tab/>
        <w:t xml:space="preserve">Председатель Совместного совещания МПОГ/ДОПОГ/ВОПОГ </w:t>
      </w:r>
      <w:r w:rsidRPr="00B64497">
        <w:br/>
        <w:t xml:space="preserve">г-н К. Пфовадель, Председатель Глобального форума по безопасности дорожного движения (WP.1) г-жа Иорио и Председатель Всемирного форума для согласования правил в области транспортных средств в 2018 году (WP.29) г-н Эрарио </w:t>
      </w:r>
      <w:r w:rsidRPr="00B64497">
        <w:rPr>
          <w:b/>
          <w:bCs/>
        </w:rPr>
        <w:t xml:space="preserve">проинформировали </w:t>
      </w:r>
      <w:r w:rsidRPr="00B64497">
        <w:t xml:space="preserve">Комитет о прогрессе своих соответствующих рабочих групп по направлению работы, касающемуся интеллектуальных транспортных систем. </w:t>
      </w:r>
    </w:p>
    <w:p w:rsidR="009D3E2D" w:rsidRPr="00B64497" w:rsidRDefault="009D3E2D" w:rsidP="00B64497">
      <w:pPr>
        <w:pStyle w:val="SingleTxtG"/>
      </w:pPr>
      <w:r w:rsidRPr="00B64497">
        <w:t>35.</w:t>
      </w:r>
      <w:r w:rsidRPr="00B64497">
        <w:tab/>
        <w:t xml:space="preserve">Комитет </w:t>
      </w:r>
      <w:r w:rsidRPr="00B64497">
        <w:rPr>
          <w:b/>
          <w:bCs/>
        </w:rPr>
        <w:t>рассмотрел</w:t>
      </w:r>
      <w:r w:rsidRPr="00B64497">
        <w:t xml:space="preserve"> вопрос о месте ИТС в своей работе и работе его вспомогательных органов и, в свете итогов сегмента высокого уровня по вопросам политики в контексте автоматизации на транспорте, </w:t>
      </w:r>
      <w:r w:rsidRPr="00B64497">
        <w:rPr>
          <w:b/>
          <w:bCs/>
        </w:rPr>
        <w:t>решил</w:t>
      </w:r>
      <w:r w:rsidR="00815F58" w:rsidRPr="00815F58">
        <w:rPr>
          <w:bCs/>
        </w:rPr>
        <w:t>:</w:t>
      </w:r>
      <w:r w:rsidRPr="00B64497">
        <w:t xml:space="preserve"> а) </w:t>
      </w:r>
      <w:r w:rsidRPr="00B64497">
        <w:rPr>
          <w:b/>
          <w:bCs/>
        </w:rPr>
        <w:t>стимулировать</w:t>
      </w:r>
      <w:r w:rsidRPr="00B64497">
        <w:t xml:space="preserve"> деятельность в сфере ИТС, связанную с инфраструктурой и всеми видами транспорта, и изучить возможности применения комплексного подхода к ИТС; b) </w:t>
      </w:r>
      <w:r w:rsidRPr="00B64497">
        <w:rPr>
          <w:b/>
          <w:bCs/>
        </w:rPr>
        <w:t>стимулировать</w:t>
      </w:r>
      <w:r w:rsidRPr="00B64497">
        <w:t xml:space="preserve"> продолжение деятельности SC.1</w:t>
      </w:r>
      <w:r w:rsidRPr="00B64497">
        <w:rPr>
          <w:rStyle w:val="ab"/>
        </w:rPr>
        <w:footnoteReference w:id="2"/>
      </w:r>
      <w:r w:rsidRPr="00B64497">
        <w:t xml:space="preserve"> в области «умных» дорог; усилия SC.3</w:t>
      </w:r>
      <w:r w:rsidRPr="00B64497">
        <w:rPr>
          <w:rStyle w:val="ab"/>
        </w:rPr>
        <w:footnoteReference w:id="3"/>
      </w:r>
      <w:r w:rsidRPr="00B64497">
        <w:t xml:space="preserve"> в области «умного» судоходства, РИС</w:t>
      </w:r>
      <w:r w:rsidRPr="00B64497">
        <w:rPr>
          <w:rStyle w:val="ab"/>
        </w:rPr>
        <w:footnoteReference w:id="4"/>
      </w:r>
      <w:r w:rsidRPr="00B64497">
        <w:t xml:space="preserve"> и использования инновационных технологий в контексте недавно принятого текста СИГВВП</w:t>
      </w:r>
      <w:r w:rsidRPr="00B64497">
        <w:rPr>
          <w:rStyle w:val="ab"/>
        </w:rPr>
        <w:footnoteReference w:id="5"/>
      </w:r>
      <w:r w:rsidRPr="00B64497">
        <w:t>; работу WP.1 в области безопасного развертывания систем автоматизированных транспортных средств в условиях дорожного движения; мероприятия WP.15</w:t>
      </w:r>
      <w:r w:rsidRPr="00B64497">
        <w:rPr>
          <w:rStyle w:val="ab"/>
        </w:rPr>
        <w:footnoteReference w:id="6"/>
      </w:r>
      <w:r w:rsidRPr="00B64497">
        <w:t xml:space="preserve"> по обеспечению транспортной телематики при перевозке опасных грузов; деятельность WP.29 в связи с разработкой правил, касающихся автономных/автоматизированных и подключенных транспортных средств; а также усилия WP.30 в сфере eTIR, так как поощрение нормативной и иной деятельности в этих сферах позволит получить те преимущества, которые могут дать ИТС в плане безопасности, охраны окружающей среды, развития инфраструктуры, энергоэффективности и управления движением. </w:t>
      </w:r>
      <w:bookmarkStart w:id="8" w:name="_Hlk2764316"/>
      <w:bookmarkStart w:id="9" w:name="_Hlk535925002"/>
      <w:bookmarkEnd w:id="8"/>
      <w:bookmarkEnd w:id="9"/>
    </w:p>
    <w:p w:rsidR="009D3E2D" w:rsidRPr="00B64497" w:rsidRDefault="009D3E2D" w:rsidP="00B64497">
      <w:pPr>
        <w:pStyle w:val="SingleTxtG"/>
      </w:pPr>
      <w:r w:rsidRPr="00B64497">
        <w:t>36.</w:t>
      </w:r>
      <w:r w:rsidRPr="00B64497">
        <w:tab/>
        <w:t xml:space="preserve">Комитет был </w:t>
      </w:r>
      <w:r w:rsidRPr="00B64497">
        <w:rPr>
          <w:b/>
          <w:bCs/>
        </w:rPr>
        <w:t xml:space="preserve">проинформирован </w:t>
      </w:r>
      <w:r w:rsidRPr="00B64497">
        <w:t>об итогах мероприятия, которое состоялось 18</w:t>
      </w:r>
      <w:r w:rsidR="00CC23C3">
        <w:t> </w:t>
      </w:r>
      <w:r w:rsidRPr="00B64497">
        <w:t xml:space="preserve">февраля 2019 года и было проведено совместно WP.1 и WP.29, и </w:t>
      </w:r>
      <w:r w:rsidRPr="00B64497">
        <w:rPr>
          <w:b/>
          <w:bCs/>
        </w:rPr>
        <w:t>положительно оценил</w:t>
      </w:r>
      <w:r w:rsidRPr="00B64497">
        <w:t xml:space="preserve"> меры, принятые WP.1 и WP.29 в области автоматизированного вождения, в частности организацию совместного мероприятия на тему «Безопасное использование автоматизированных транспортных средств в дорожном движении», которое получило широкий резонанс и позволило провести плодотворную работу по выявлению приоритетов в области автоматизированного вождения. Он </w:t>
      </w:r>
      <w:r w:rsidRPr="00B64497">
        <w:rPr>
          <w:b/>
          <w:bCs/>
        </w:rPr>
        <w:t xml:space="preserve">предложил </w:t>
      </w:r>
      <w:r w:rsidRPr="00B64497">
        <w:t>WP.1 и WP.29 продолжить тесное сотрудничество в целях содействия безопасному внедрению автоматизированных транспортных средств.</w:t>
      </w:r>
    </w:p>
    <w:p w:rsidR="009D3E2D" w:rsidRPr="00B64497" w:rsidRDefault="009D3E2D" w:rsidP="00B64497">
      <w:pPr>
        <w:pStyle w:val="H1G"/>
      </w:pPr>
      <w:r w:rsidRPr="00B64497">
        <w:lastRenderedPageBreak/>
        <w:tab/>
        <w:t>G.</w:t>
      </w:r>
      <w:r w:rsidRPr="00B64497">
        <w:tab/>
      </w:r>
      <w:r w:rsidRPr="00B64497">
        <w:rPr>
          <w:bCs/>
        </w:rPr>
        <w:t>Продолжение поддержки стран, не имеющих выхода к морю: Венская программа действий</w:t>
      </w:r>
    </w:p>
    <w:p w:rsidR="009D3E2D" w:rsidRPr="00B64497" w:rsidRDefault="009D3E2D" w:rsidP="00B64497">
      <w:pPr>
        <w:pStyle w:val="SingleTxtG"/>
      </w:pPr>
      <w:r w:rsidRPr="00B64497">
        <w:t>37.</w:t>
      </w:r>
      <w:r w:rsidRPr="00B64497">
        <w:tab/>
        <w:t xml:space="preserve">Комитет </w:t>
      </w:r>
      <w:r w:rsidRPr="00B64497">
        <w:rPr>
          <w:b/>
          <w:bCs/>
        </w:rPr>
        <w:t>заслушал</w:t>
      </w:r>
      <w:r w:rsidRPr="00B64497">
        <w:t xml:space="preserve"> информацию об итогах Региональной конференции по среднесрочному обзору применения Венской программы действий в Евро-Азиатском и</w:t>
      </w:r>
      <w:r w:rsidR="003E1CBF">
        <w:t xml:space="preserve"> Азиатско-Тихоокеанском регион</w:t>
      </w:r>
      <w:r w:rsidR="00815F58">
        <w:t>е(</w:t>
      </w:r>
      <w:r w:rsidRPr="00B64497">
        <w:t>ах</w:t>
      </w:r>
      <w:r w:rsidR="00815F58">
        <w:t>)</w:t>
      </w:r>
      <w:r w:rsidRPr="00B64497">
        <w:t xml:space="preserve">, которая была совместно организована ЕЭК, КВПНРС и ЭСКАТО (11 и 12 февраля 2019 года, Бангкок), а также о текущей подготовке к проведению на высоком уровне в четвертом квартале 2019 года всеобъемлющего среднесрочного обзора. Комитет </w:t>
      </w:r>
      <w:r w:rsidRPr="00B64497">
        <w:rPr>
          <w:b/>
          <w:bCs/>
        </w:rPr>
        <w:t>был также кратко проинформирован</w:t>
      </w:r>
      <w:r w:rsidRPr="00B64497">
        <w:t xml:space="preserve"> о финансируемом по линии Счета развития Организации Объединенных Наций проекте, озаглавленном «Устойчивое транспортное сообщение и достижение связанных с транспортом Целей в области устойчивого развития в отдельных не имеющих выхода к морю странах и странах транзита/промежуточных странах».</w:t>
      </w:r>
    </w:p>
    <w:p w:rsidR="009D3E2D" w:rsidRPr="00B64497" w:rsidRDefault="009D3E2D" w:rsidP="00B64497">
      <w:pPr>
        <w:pStyle w:val="SingleTxtG"/>
      </w:pPr>
      <w:r w:rsidRPr="00B64497">
        <w:t>38.</w:t>
      </w:r>
      <w:r w:rsidRPr="00B64497">
        <w:tab/>
        <w:t xml:space="preserve">Комитет, </w:t>
      </w:r>
      <w:r w:rsidRPr="00B64497">
        <w:rPr>
          <w:b/>
          <w:bCs/>
        </w:rPr>
        <w:t>приняв к сведению</w:t>
      </w:r>
      <w:r w:rsidRPr="00B64497">
        <w:t xml:space="preserve"> информацию о будущей деятельности Организации Объединенных Наций в развивающихся странах, не имеющих выхода к морю, и об ожидаемой роли региональных комиссий в этом процессе после принятия Венской программы действий на 2014–2024 годы, </w:t>
      </w:r>
      <w:r w:rsidRPr="00B64497">
        <w:rPr>
          <w:b/>
          <w:bCs/>
        </w:rPr>
        <w:t>обратился</w:t>
      </w:r>
      <w:r w:rsidRPr="00B64497">
        <w:t xml:space="preserve"> к странам с переходной экономикой региона ЕЭК, не имеющим выхода к морю, с просьбой высказать свои мнения относительно упрощения выхода к морю. </w:t>
      </w:r>
    </w:p>
    <w:p w:rsidR="009D3E2D" w:rsidRPr="00B64497" w:rsidRDefault="009D3E2D" w:rsidP="00B64497">
      <w:pPr>
        <w:pStyle w:val="H1G"/>
      </w:pPr>
      <w:r w:rsidRPr="00B64497">
        <w:tab/>
        <w:t>H.</w:t>
      </w:r>
      <w:r w:rsidRPr="00B64497">
        <w:tab/>
        <w:t>Безопасность на внутреннем транспорте</w:t>
      </w:r>
    </w:p>
    <w:p w:rsidR="009D3E2D" w:rsidRPr="00B64497" w:rsidRDefault="009D3E2D" w:rsidP="00B64497">
      <w:pPr>
        <w:pStyle w:val="SingleTxtG"/>
      </w:pPr>
      <w:r w:rsidRPr="00B64497">
        <w:t>39.</w:t>
      </w:r>
      <w:r w:rsidRPr="00B64497">
        <w:tab/>
        <w:t xml:space="preserve">Комитет </w:t>
      </w:r>
      <w:r w:rsidRPr="00B64497">
        <w:rPr>
          <w:b/>
          <w:bCs/>
        </w:rPr>
        <w:t>был кратко проинформирован</w:t>
      </w:r>
      <w:r w:rsidRPr="00B64497">
        <w:t xml:space="preserve"> об итогах рабочего совещания по вопросам охраны и безопасности на железнодорожном транспорте, которое было организовано совместно ЕЭК, МСЖД и МТФ и состоялось в рамках ежегодного саммита МТФ 23 мая 2018 года. Комитет </w:t>
      </w:r>
      <w:r w:rsidRPr="00B64497">
        <w:rPr>
          <w:b/>
          <w:bCs/>
        </w:rPr>
        <w:t xml:space="preserve">просил </w:t>
      </w:r>
      <w:r w:rsidRPr="00B64497">
        <w:t>секретариат организовать совещание дискуссионного форума по безопасности на транспорте в 2019 году.</w:t>
      </w:r>
    </w:p>
    <w:p w:rsidR="009D3E2D" w:rsidRPr="00B64497" w:rsidRDefault="009D3E2D" w:rsidP="00B64497">
      <w:pPr>
        <w:pStyle w:val="H1G"/>
      </w:pPr>
      <w:r w:rsidRPr="00B64497">
        <w:tab/>
        <w:t>I.</w:t>
      </w:r>
      <w:r w:rsidRPr="00B64497">
        <w:tab/>
      </w:r>
      <w:r w:rsidRPr="00B64497">
        <w:rPr>
          <w:bCs/>
        </w:rPr>
        <w:t>Партнерство и деятельность других организаций, представляющая интерес для Комитета</w:t>
      </w:r>
    </w:p>
    <w:p w:rsidR="009D3E2D" w:rsidRPr="00B64497" w:rsidRDefault="009D3E2D" w:rsidP="00B64497">
      <w:pPr>
        <w:pStyle w:val="H23G"/>
        <w:rPr>
          <w:i/>
        </w:rPr>
      </w:pPr>
      <w:r w:rsidRPr="00B64497">
        <w:tab/>
        <w:t>1.</w:t>
      </w:r>
      <w:r w:rsidRPr="00B64497">
        <w:tab/>
        <w:t>Изменения на транспорте в Европейском союзе</w:t>
      </w:r>
    </w:p>
    <w:p w:rsidR="009D3E2D" w:rsidRPr="00B64497" w:rsidRDefault="009D3E2D" w:rsidP="00B64497">
      <w:pPr>
        <w:pStyle w:val="SingleTxtG"/>
      </w:pPr>
      <w:r w:rsidRPr="00B64497">
        <w:rPr>
          <w:i/>
          <w:iCs/>
        </w:rPr>
        <w:t>Документация:</w:t>
      </w:r>
      <w:r w:rsidRPr="00B64497">
        <w:t xml:space="preserve"> </w:t>
      </w:r>
      <w:r w:rsidRPr="00B64497">
        <w:tab/>
        <w:t>ECE/TRANS/2019/9</w:t>
      </w:r>
    </w:p>
    <w:p w:rsidR="009D3E2D" w:rsidRPr="00B64497" w:rsidRDefault="009D3E2D" w:rsidP="00B64497">
      <w:pPr>
        <w:pStyle w:val="SingleTxtG"/>
      </w:pPr>
      <w:r w:rsidRPr="00B64497">
        <w:t>40.</w:t>
      </w:r>
      <w:r w:rsidRPr="00B64497">
        <w:tab/>
        <w:t xml:space="preserve">Комитет </w:t>
      </w:r>
      <w:r w:rsidRPr="00B64497">
        <w:rPr>
          <w:b/>
          <w:bCs/>
        </w:rPr>
        <w:t>был проинформирован</w:t>
      </w:r>
      <w:r w:rsidRPr="00B64497">
        <w:t xml:space="preserve"> представителем Генерального директората по мобильности и транспорту Европейской комиссии о наиболее важных законодательных и стратегических инициативах в области транспорта, которые были предприняты Европейским союзом в 2018 году.</w:t>
      </w:r>
    </w:p>
    <w:p w:rsidR="009D3E2D" w:rsidRPr="00B64497" w:rsidRDefault="009D3E2D" w:rsidP="00B64497">
      <w:pPr>
        <w:pStyle w:val="H23G"/>
        <w:rPr>
          <w:i/>
        </w:rPr>
      </w:pPr>
      <w:r w:rsidRPr="00B64497">
        <w:tab/>
        <w:t>2.</w:t>
      </w:r>
      <w:r w:rsidRPr="00B64497">
        <w:tab/>
        <w:t>Изменения, связанные с работой Международного транспортного форума</w:t>
      </w:r>
    </w:p>
    <w:p w:rsidR="009D3E2D" w:rsidRPr="00B64497" w:rsidRDefault="009D3E2D" w:rsidP="00B64497">
      <w:pPr>
        <w:pStyle w:val="SingleTxtG"/>
      </w:pPr>
      <w:r w:rsidRPr="00B64497">
        <w:t>41.</w:t>
      </w:r>
      <w:r w:rsidRPr="00B64497">
        <w:tab/>
        <w:t xml:space="preserve">Комитет </w:t>
      </w:r>
      <w:r w:rsidRPr="00B64497">
        <w:rPr>
          <w:b/>
          <w:bCs/>
        </w:rPr>
        <w:t>был проинформирован</w:t>
      </w:r>
      <w:r w:rsidRPr="00B64497">
        <w:t xml:space="preserve"> представителем Международного транспортного форума о последних изменениях, связанных с работой Форума.</w:t>
      </w:r>
    </w:p>
    <w:p w:rsidR="009D3E2D" w:rsidRPr="00B64497" w:rsidRDefault="009D3E2D" w:rsidP="00B64497">
      <w:pPr>
        <w:pStyle w:val="H23G"/>
        <w:rPr>
          <w:i/>
        </w:rPr>
      </w:pPr>
      <w:r w:rsidRPr="00B64497">
        <w:tab/>
        <w:t>3.</w:t>
      </w:r>
      <w:r w:rsidRPr="00B64497">
        <w:tab/>
        <w:t>Деятельность других организаций, представляющая интерес для Комитета</w:t>
      </w:r>
    </w:p>
    <w:p w:rsidR="009D3E2D" w:rsidRPr="00B64497" w:rsidRDefault="009D3E2D" w:rsidP="00B64497">
      <w:pPr>
        <w:pStyle w:val="SingleTxtG"/>
      </w:pPr>
      <w:r w:rsidRPr="00B64497">
        <w:t>42.</w:t>
      </w:r>
      <w:r w:rsidRPr="00B64497">
        <w:tab/>
        <w:t xml:space="preserve">Комитет </w:t>
      </w:r>
      <w:r w:rsidRPr="00B64497">
        <w:rPr>
          <w:b/>
          <w:bCs/>
        </w:rPr>
        <w:t>был проинформирован</w:t>
      </w:r>
      <w:r w:rsidRPr="00B64497">
        <w:t xml:space="preserve"> представителями СЕТМО, ИКАО и МОТ об о деятельности этих организаций за последнее время, которая представляет интерес для Комитета.</w:t>
      </w:r>
    </w:p>
    <w:p w:rsidR="009D3E2D" w:rsidRPr="00B64497" w:rsidRDefault="009D3E2D" w:rsidP="00B64497">
      <w:pPr>
        <w:pStyle w:val="HChG"/>
      </w:pPr>
      <w:r w:rsidRPr="00B64497">
        <w:lastRenderedPageBreak/>
        <w:tab/>
        <w:t>VII.</w:t>
      </w:r>
      <w:r w:rsidRPr="00B64497">
        <w:tab/>
        <w:t xml:space="preserve">Стратегические вопросы, связанные с разными видами транспорта и тематическими направлениями </w:t>
      </w:r>
      <w:r w:rsidRPr="00B64497">
        <w:br/>
        <w:t>(пункт 5 повестки дня)</w:t>
      </w:r>
    </w:p>
    <w:p w:rsidR="009D3E2D" w:rsidRPr="00B64497" w:rsidRDefault="009D3E2D" w:rsidP="00B64497">
      <w:pPr>
        <w:pStyle w:val="H1G"/>
      </w:pPr>
      <w:r w:rsidRPr="00B64497">
        <w:tab/>
        <w:t>A.</w:t>
      </w:r>
      <w:r w:rsidRPr="00B64497">
        <w:tab/>
      </w:r>
      <w:r w:rsidRPr="00B64497">
        <w:rPr>
          <w:bCs/>
        </w:rPr>
        <w:t>Деятельность, связанная с проектами: проекты Трансъевропейской автомагистрали и Трансъевропейской железнодорожной магистрали</w:t>
      </w:r>
    </w:p>
    <w:p w:rsidR="009D3E2D" w:rsidRPr="00B64497" w:rsidRDefault="009D3E2D" w:rsidP="00B64497">
      <w:pPr>
        <w:pStyle w:val="SingleTxtG"/>
      </w:pPr>
      <w:r w:rsidRPr="00B64497">
        <w:t xml:space="preserve">Документация: </w:t>
      </w:r>
      <w:r w:rsidRPr="00B64497">
        <w:tab/>
        <w:t>неофициальный документ № 5</w:t>
      </w:r>
    </w:p>
    <w:p w:rsidR="009D3E2D" w:rsidRPr="00B64497" w:rsidRDefault="009D3E2D" w:rsidP="00B64497">
      <w:pPr>
        <w:pStyle w:val="SingleTxtG"/>
      </w:pPr>
      <w:r w:rsidRPr="00B64497">
        <w:t>43.</w:t>
      </w:r>
      <w:r w:rsidRPr="00B64497">
        <w:tab/>
        <w:t xml:space="preserve">Комитет </w:t>
      </w:r>
      <w:r w:rsidRPr="00B64497">
        <w:rPr>
          <w:b/>
          <w:bCs/>
        </w:rPr>
        <w:t>был проинформирован</w:t>
      </w:r>
      <w:r w:rsidRPr="00B64497">
        <w:t xml:space="preserve"> о последних изменениях по проектам Трансъевропейской автомагистрали Сев</w:t>
      </w:r>
      <w:r w:rsidR="003E1CBF">
        <w:t>ер–</w:t>
      </w:r>
      <w:r w:rsidRPr="00B64497">
        <w:t xml:space="preserve">Юг (ТЕА) и Трансъевропейской железнодорожной магистрали (ТЕЖ). Комитет </w:t>
      </w:r>
      <w:r w:rsidRPr="003E1CBF">
        <w:rPr>
          <w:b/>
        </w:rPr>
        <w:t>принял к сведению</w:t>
      </w:r>
      <w:r w:rsidRPr="00B64497">
        <w:t>, что были подготовлены следующие доклады ТЕА: «Отчет о состоянии сети ТЕА за 2018 год», «Рабочие модели для подсектора автомобильного транспорта» и «Стандарты обслуживания автомагистралей и других дорог ТЕА» (неофициальный документ № 5).</w:t>
      </w:r>
    </w:p>
    <w:p w:rsidR="009D3E2D" w:rsidRPr="00B64497" w:rsidRDefault="009D3E2D" w:rsidP="00B64497">
      <w:pPr>
        <w:pStyle w:val="SingleTxtG"/>
      </w:pPr>
      <w:r w:rsidRPr="00B64497">
        <w:t>44.</w:t>
      </w:r>
      <w:r w:rsidRPr="00B64497">
        <w:tab/>
      </w:r>
      <w:r w:rsidRPr="00B64497">
        <w:rPr>
          <w:b/>
          <w:bCs/>
        </w:rPr>
        <w:t>Отметив</w:t>
      </w:r>
      <w:r w:rsidRPr="00B64497">
        <w:t xml:space="preserve">, что подготовка трех докладов ТЕА (касающихся моделирования информации о строительстве дорожной инфраструктуры, инструментов и процедур оценки эффективности управления и взимания платы за пользование автомагистралями) и доклада ТЕЖ о втором этапе реализации Генерального плана обеспечения высокоскоростного железнодорожного сообщения будет завершена в 2019 году, Комитет </w:t>
      </w:r>
      <w:r w:rsidRPr="00B64497">
        <w:rPr>
          <w:b/>
          <w:bCs/>
        </w:rPr>
        <w:t>выразил свою решительную поддержку</w:t>
      </w:r>
      <w:r w:rsidRPr="00B64497">
        <w:t xml:space="preserve"> опубликованию этих докладов, с тем чтобы облегчить их распространение и, таким образом, содействовать усилению их воздействия в соответствующих странах. </w:t>
      </w:r>
    </w:p>
    <w:p w:rsidR="009D3E2D" w:rsidRPr="00B64497" w:rsidRDefault="009D3E2D" w:rsidP="00B64497">
      <w:pPr>
        <w:pStyle w:val="SingleTxtG"/>
        <w:rPr>
          <w:strike/>
        </w:rPr>
      </w:pPr>
      <w:r w:rsidRPr="00B64497">
        <w:t>45.</w:t>
      </w:r>
      <w:r w:rsidRPr="00B64497">
        <w:tab/>
        <w:t xml:space="preserve">Комитет </w:t>
      </w:r>
      <w:r w:rsidRPr="00B64497">
        <w:rPr>
          <w:b/>
          <w:bCs/>
        </w:rPr>
        <w:t>выразил признательность</w:t>
      </w:r>
      <w:r w:rsidRPr="00B64497">
        <w:t xml:space="preserve"> Республике Сербия за продление соглашения о размещении ЦУП ТЕЖ в течение еще двух лет и Российской Федерации за ее поддержку ТЕЖ путем назначения руководителя проекта.</w:t>
      </w:r>
    </w:p>
    <w:p w:rsidR="009D3E2D" w:rsidRPr="00B64497" w:rsidRDefault="009D3E2D" w:rsidP="00B64497">
      <w:pPr>
        <w:pStyle w:val="H1G"/>
      </w:pPr>
      <w:r w:rsidRPr="00B64497">
        <w:tab/>
        <w:t>B.</w:t>
      </w:r>
      <w:r w:rsidRPr="00B64497">
        <w:tab/>
        <w:t>Согласование правил в области транспортных средств</w:t>
      </w:r>
    </w:p>
    <w:p w:rsidR="009D3E2D" w:rsidRPr="00B64497" w:rsidRDefault="009D3E2D" w:rsidP="00B64497">
      <w:pPr>
        <w:pStyle w:val="SingleTxtG"/>
        <w:rPr>
          <w:lang w:val="en-US"/>
        </w:rPr>
      </w:pPr>
      <w:r w:rsidRPr="00B64497">
        <w:rPr>
          <w:i/>
          <w:iCs/>
        </w:rPr>
        <w:t>Документация</w:t>
      </w:r>
      <w:r w:rsidRPr="00B64497">
        <w:rPr>
          <w:i/>
          <w:iCs/>
          <w:lang w:val="en-US"/>
        </w:rPr>
        <w:t>:</w:t>
      </w:r>
      <w:r w:rsidRPr="00B64497">
        <w:rPr>
          <w:lang w:val="en-US"/>
        </w:rPr>
        <w:t xml:space="preserve"> </w:t>
      </w:r>
      <w:r w:rsidRPr="00B64497">
        <w:rPr>
          <w:lang w:val="en-US"/>
        </w:rPr>
        <w:tab/>
        <w:t>ECE/TRANS/WP.29/2018/1/Rev.2, ECE/TRANS/2019/10</w:t>
      </w:r>
    </w:p>
    <w:p w:rsidR="009D3E2D" w:rsidRPr="00B64497" w:rsidRDefault="009D3E2D" w:rsidP="00B64497">
      <w:pPr>
        <w:pStyle w:val="SingleTxtG"/>
      </w:pPr>
      <w:r w:rsidRPr="00B64497">
        <w:t>46.</w:t>
      </w:r>
      <w:r w:rsidRPr="00B64497">
        <w:tab/>
        <w:t xml:space="preserve">Председатель Всемирного форума для согласования правил в области транспортных средств (WP.29) в 2018 году г-н А. Эрарио </w:t>
      </w:r>
      <w:r w:rsidRPr="00B64497">
        <w:rPr>
          <w:b/>
          <w:bCs/>
        </w:rPr>
        <w:t>проинформировал</w:t>
      </w:r>
      <w:r w:rsidRPr="00B64497">
        <w:t xml:space="preserve"> Комитет о самых последних изменениях в работе WP.29 и его шести вспомогательных рабочих групп (GRB/GRBP, GRE, GRPE, GRRF/GRVA, GRSG и GRSP), Административного комитета Соглашения 1958 года, Административного комитета Соглашения 1997 года и Исполнительного комитета Соглашения 1998 года. </w:t>
      </w:r>
    </w:p>
    <w:p w:rsidR="009D3E2D" w:rsidRPr="00B64497" w:rsidRDefault="009D3E2D" w:rsidP="00B64497">
      <w:pPr>
        <w:pStyle w:val="SingleTxtG"/>
      </w:pPr>
      <w:r w:rsidRPr="00B64497">
        <w:t>47.</w:t>
      </w:r>
      <w:r w:rsidRPr="00B64497">
        <w:tab/>
        <w:t xml:space="preserve">Комитет </w:t>
      </w:r>
      <w:r w:rsidRPr="00B64497">
        <w:rPr>
          <w:b/>
          <w:bCs/>
        </w:rPr>
        <w:t>одобрил</w:t>
      </w:r>
      <w:r w:rsidRPr="00B64497">
        <w:t xml:space="preserve"> деятельность, перечисленную в документе ECE/TRANS/2019/10. Он </w:t>
      </w:r>
      <w:r w:rsidRPr="00B64497">
        <w:rPr>
          <w:b/>
          <w:bCs/>
        </w:rPr>
        <w:t>одобрил</w:t>
      </w:r>
      <w:r w:rsidRPr="00B64497">
        <w:t xml:space="preserve"> преобразование Рабочей группы по вопросам торможения и ходовой части (GRRF) в Рабочую группу по автономным/</w:t>
      </w:r>
      <w:r w:rsidR="003E1CBF">
        <w:br/>
      </w:r>
      <w:r w:rsidRPr="00B64497">
        <w:t xml:space="preserve">автоматизированным транспортным средствам (GRVA) во исполнение соответствующего решения КВТ (ECE/TRANS/274, пункт 52). КВТ </w:t>
      </w:r>
      <w:r w:rsidRPr="00B64497">
        <w:rPr>
          <w:b/>
          <w:bCs/>
        </w:rPr>
        <w:t>одобрил</w:t>
      </w:r>
      <w:r w:rsidRPr="00B64497">
        <w:t xml:space="preserve"> также поправки к положениям о круге ведения и правилам процедуры WP.29, отражающие преобразование GRRF в GRVA и другие соответствующие изменения, включая переименование Рабочей группы по вопросам шума (GRB) в Рабочую группу по вопросам шума и шин (GRBP) и просьбу о проведении в 2019 году дополнительной сессии GRVA. Комитет </w:t>
      </w:r>
      <w:r w:rsidRPr="00B64497">
        <w:rPr>
          <w:b/>
          <w:bCs/>
        </w:rPr>
        <w:t>вновь заявил</w:t>
      </w:r>
      <w:r w:rsidRPr="00B64497">
        <w:t xml:space="preserve"> о своей поддержке размещения Базы данных для обмена информацией об официальных утверждениях (ДЕТА) в ЕЭК, а также </w:t>
      </w:r>
      <w:r w:rsidRPr="00B64497">
        <w:rPr>
          <w:b/>
          <w:bCs/>
        </w:rPr>
        <w:t>просил</w:t>
      </w:r>
      <w:r w:rsidRPr="00B64497">
        <w:t xml:space="preserve"> осуществлять финансирование ДЕТА в рамках бюджета Организации Объединенных Наций. </w:t>
      </w:r>
    </w:p>
    <w:p w:rsidR="009D3E2D" w:rsidRPr="00B64497" w:rsidRDefault="009D3E2D" w:rsidP="00B64497">
      <w:pPr>
        <w:pStyle w:val="SingleTxtG"/>
      </w:pPr>
      <w:r w:rsidRPr="00B64497">
        <w:t>48.</w:t>
      </w:r>
      <w:r w:rsidRPr="00B64497">
        <w:tab/>
        <w:t xml:space="preserve">Комитет </w:t>
      </w:r>
      <w:r w:rsidRPr="00B64497">
        <w:rPr>
          <w:b/>
          <w:bCs/>
        </w:rPr>
        <w:t>был также проинформирован</w:t>
      </w:r>
      <w:r w:rsidRPr="00B64497">
        <w:t xml:space="preserve"> о деятельности Всемирного форума и его рабочих групп, охарактеризованной в документе ECE/TRANS/WP.29/2018/1/Rev.2, в котором содержится подробный обзор распределения областей деятельности между различными группами.</w:t>
      </w:r>
    </w:p>
    <w:p w:rsidR="009D3E2D" w:rsidRPr="00B64497" w:rsidRDefault="009D3E2D" w:rsidP="00B64497">
      <w:pPr>
        <w:pStyle w:val="SingleTxtG"/>
      </w:pPr>
      <w:r w:rsidRPr="00B64497">
        <w:lastRenderedPageBreak/>
        <w:t>49.</w:t>
      </w:r>
      <w:r w:rsidRPr="00B64497">
        <w:tab/>
        <w:t xml:space="preserve">Комитет </w:t>
      </w:r>
      <w:r w:rsidRPr="00B64497">
        <w:rPr>
          <w:b/>
          <w:bCs/>
        </w:rPr>
        <w:t>отметил</w:t>
      </w:r>
      <w:r w:rsidRPr="00B64497">
        <w:t xml:space="preserve">, что в течение 2018 года параллельно с Всемирным форумом и его вспомогательными органами работали порядка 40 неофициальных групп, оказывавших им помощь в подготовке новых правил в области транспортных средств и обновлении 147 существующих правил ООН, прилагаемых к Соглашению 1958 года, 20 глобальных технических правил ООН, связанных с Соглашением 1998 года, </w:t>
      </w:r>
      <w:r w:rsidRPr="00B64497">
        <w:br/>
        <w:t xml:space="preserve">и 4 предписаний ООН, прилагаемых к Соглашению 1997 года, со 100 поправками. </w:t>
      </w:r>
    </w:p>
    <w:p w:rsidR="009D3E2D" w:rsidRPr="00B64497" w:rsidRDefault="009D3E2D" w:rsidP="00B64497">
      <w:pPr>
        <w:pStyle w:val="SingleTxtG"/>
      </w:pPr>
      <w:r w:rsidRPr="00B64497">
        <w:t>50.</w:t>
      </w:r>
      <w:r w:rsidRPr="00B64497">
        <w:tab/>
        <w:t xml:space="preserve">Комитет </w:t>
      </w:r>
      <w:r w:rsidRPr="00B64497">
        <w:rPr>
          <w:b/>
          <w:bCs/>
        </w:rPr>
        <w:t>отметил</w:t>
      </w:r>
      <w:r w:rsidRPr="00B64497">
        <w:t xml:space="preserve"> число Договаривающихся сторон Соглашения 1958 года (56), Соглашения 1998 года (36) и Соглашения 1997 года (15).</w:t>
      </w:r>
    </w:p>
    <w:p w:rsidR="009D3E2D" w:rsidRPr="00B64497" w:rsidRDefault="009D3E2D" w:rsidP="00B64497">
      <w:pPr>
        <w:pStyle w:val="SingleTxtG"/>
      </w:pPr>
      <w:r w:rsidRPr="00B64497">
        <w:t>51.</w:t>
      </w:r>
      <w:r w:rsidRPr="00B64497">
        <w:tab/>
        <w:t xml:space="preserve">Комитет </w:t>
      </w:r>
      <w:r w:rsidRPr="00B64497">
        <w:rPr>
          <w:b/>
          <w:bCs/>
        </w:rPr>
        <w:t>заслушал информацию</w:t>
      </w:r>
      <w:r w:rsidRPr="00B64497">
        <w:t xml:space="preserve"> о том, что 19 июля 2018 года вступили в силу новые правила ООН, касающиеся международного официального утверждения типа комплектного транспортного средства, систем вызова экстренных оперативных служб и систем креплений ISOFIX, креплений верхнего страховочного троса ISOFIX и сидячих мест размера i, и что 2 января 2019 года вступят в силу новые правила ООН, касающиеся транспортных средств категории L, работающих на водороде и топливных элементах, и механических деталей сцепных устройств составов сельскохозяйственных транспортных средств.</w:t>
      </w:r>
    </w:p>
    <w:p w:rsidR="009D3E2D" w:rsidRPr="00B64497" w:rsidRDefault="009D3E2D" w:rsidP="00B64497">
      <w:pPr>
        <w:pStyle w:val="SingleTxtG"/>
      </w:pPr>
      <w:r w:rsidRPr="00B64497">
        <w:t>52.</w:t>
      </w:r>
      <w:r w:rsidRPr="00B64497">
        <w:tab/>
        <w:t xml:space="preserve">Комитет </w:t>
      </w:r>
      <w:r w:rsidRPr="00B64497">
        <w:rPr>
          <w:b/>
          <w:bCs/>
        </w:rPr>
        <w:t>принял к сведению</w:t>
      </w:r>
      <w:r w:rsidRPr="00B64497">
        <w:t>, что Административный комитет Соглашения 1997 года ввел новые правила проведения периодического технического осмотра транспортных средств, функционирующих на КПГ/СНГ/СПГ</w:t>
      </w:r>
      <w:r w:rsidRPr="00B64497">
        <w:rPr>
          <w:rStyle w:val="ab"/>
        </w:rPr>
        <w:footnoteReference w:id="7"/>
      </w:r>
      <w:r w:rsidRPr="00B64497">
        <w:t xml:space="preserve">, и периодического технического осмотра транспортных средств с электрическими и гибридно-электрическими двигателями. </w:t>
      </w:r>
    </w:p>
    <w:p w:rsidR="009D3E2D" w:rsidRPr="00B64497" w:rsidRDefault="009D3E2D" w:rsidP="00B64497">
      <w:pPr>
        <w:pStyle w:val="SingleTxtG"/>
      </w:pPr>
      <w:r w:rsidRPr="00B64497">
        <w:t>53.</w:t>
      </w:r>
      <w:r w:rsidRPr="00B64497">
        <w:tab/>
        <w:t xml:space="preserve">Комитет </w:t>
      </w:r>
      <w:r w:rsidRPr="00B64497">
        <w:rPr>
          <w:b/>
          <w:bCs/>
        </w:rPr>
        <w:t>принял к сведению</w:t>
      </w:r>
      <w:r w:rsidRPr="00B64497">
        <w:t xml:space="preserve"> информацию о том, что Исполнительный комитет Соглашения 1998 года принял новые Глобальные технические правила № 20, касающиеся безопасности электромобилей (БЭМ), и поправки к Глобальным техническим правилам № 9 (безопасность пешеходов), № 15 (всемирная согласованная процедура испытания транспортных средств малой грузоподъемности) и к новым Глобальным техническим правилам № 19, касающимся испытания на выбросы в результате испарения в рамках всемирной согласованной процедуры испытания транспортных средств малой грузоподъемности. </w:t>
      </w:r>
    </w:p>
    <w:p w:rsidR="009D3E2D" w:rsidRPr="00B64497" w:rsidRDefault="009D3E2D" w:rsidP="00B64497">
      <w:pPr>
        <w:pStyle w:val="SingleTxtG"/>
      </w:pPr>
      <w:r w:rsidRPr="00B64497">
        <w:t>54.</w:t>
      </w:r>
      <w:r w:rsidRPr="00B64497">
        <w:tab/>
        <w:t xml:space="preserve">Комитет </w:t>
      </w:r>
      <w:r w:rsidRPr="00B64497">
        <w:rPr>
          <w:b/>
          <w:bCs/>
        </w:rPr>
        <w:t>заслушал информацию</w:t>
      </w:r>
      <w:r w:rsidRPr="00B64497">
        <w:t xml:space="preserve"> о ходе создания базы данных для обмена информацией об официальном утверждении типа (ДЕТА) после вступления в силу пересмотра 3 Соглашения 1958 года.</w:t>
      </w:r>
    </w:p>
    <w:p w:rsidR="009D3E2D" w:rsidRPr="00B64497" w:rsidRDefault="009D3E2D" w:rsidP="00B64497">
      <w:pPr>
        <w:pStyle w:val="H1G"/>
      </w:pPr>
      <w:r w:rsidRPr="00B64497">
        <w:tab/>
        <w:t>C.</w:t>
      </w:r>
      <w:r w:rsidRPr="00B64497">
        <w:tab/>
        <w:t>Безопасность дорожного движения</w:t>
      </w:r>
      <w:bookmarkStart w:id="10" w:name="_Hlk531876710"/>
    </w:p>
    <w:p w:rsidR="009D3E2D" w:rsidRPr="00B64497" w:rsidRDefault="009D3E2D" w:rsidP="00B64497">
      <w:pPr>
        <w:pStyle w:val="SingleTxtG"/>
      </w:pPr>
      <w:r w:rsidRPr="00B64497">
        <w:rPr>
          <w:i/>
          <w:iCs/>
        </w:rPr>
        <w:t>Документация:</w:t>
      </w:r>
      <w:r w:rsidRPr="00B64497">
        <w:t xml:space="preserve"> </w:t>
      </w:r>
      <w:r w:rsidRPr="00B64497">
        <w:tab/>
        <w:t>ECE/TRANS/2019/11, ECE/TRANS/2019/12, ECE/TRANS/2019/13</w:t>
      </w:r>
    </w:p>
    <w:p w:rsidR="009D3E2D" w:rsidRPr="00B64497" w:rsidRDefault="009D3E2D" w:rsidP="00B64497">
      <w:pPr>
        <w:pStyle w:val="SingleTxtG"/>
      </w:pPr>
      <w:r w:rsidRPr="00B64497">
        <w:t>55.</w:t>
      </w:r>
      <w:r w:rsidRPr="00B64497">
        <w:tab/>
        <w:t xml:space="preserve">Председатель Глобального форума по безопасности дорожного движения (WP.1) г-жа Л. Иорио (Италия) </w:t>
      </w:r>
      <w:r w:rsidRPr="00B64497">
        <w:rPr>
          <w:b/>
          <w:bCs/>
        </w:rPr>
        <w:t>проинформировала</w:t>
      </w:r>
      <w:r w:rsidRPr="00B64497">
        <w:t xml:space="preserve"> Комитет о наиболее важных изменениях в работе WP.1. В частности, была представлена информация по таким предметным областям, как автоматизированные транспортные средства и руководство необязательного характера, озаглавленное «Резолюция Глобального форума по безопасности дорожного движения, касающаяся развертывания систем высокоавтоматизированных и полностью автоматизированных транспортных средств в условиях дорожного движения», которая была принята на семьдесят четвертой сессии WP.1; международные водительские удостоверения; уязвимые участники дорожного движения; цели в области устойчивого развития; Сводная резолюция о дорожном движении (СР.1).</w:t>
      </w:r>
    </w:p>
    <w:p w:rsidR="009D3E2D" w:rsidRPr="00B64497" w:rsidRDefault="009D3E2D" w:rsidP="00B64497">
      <w:pPr>
        <w:pStyle w:val="SingleTxtG"/>
      </w:pPr>
      <w:r w:rsidRPr="00B64497">
        <w:t>56.</w:t>
      </w:r>
      <w:r w:rsidRPr="00B64497">
        <w:tab/>
        <w:t xml:space="preserve">Комитет </w:t>
      </w:r>
      <w:r w:rsidRPr="00B64497">
        <w:rPr>
          <w:b/>
          <w:bCs/>
        </w:rPr>
        <w:t>был также проинформирован</w:t>
      </w:r>
      <w:r w:rsidRPr="00B64497">
        <w:t xml:space="preserve"> о работе и достижениях Группы экспертов по дорожным знакам и сигналам (GERSS), которая, как ожидается, завершит выполнение своего мандата в июне 2019 года. Комитет </w:t>
      </w:r>
      <w:r w:rsidRPr="00B64497">
        <w:rPr>
          <w:b/>
          <w:bCs/>
        </w:rPr>
        <w:t>утвердил</w:t>
      </w:r>
      <w:r w:rsidRPr="00B64497">
        <w:t xml:space="preserve"> продление мандата </w:t>
      </w:r>
      <w:r w:rsidRPr="00B64497">
        <w:lastRenderedPageBreak/>
        <w:t xml:space="preserve">Группы экспертов по дорожным знакам и сигналам до 30 июня 2019 года, с тем чтобы группа могла представить свой окончательный доклад WP.1 в сентябре 2019 года. </w:t>
      </w:r>
    </w:p>
    <w:p w:rsidR="009D3E2D" w:rsidRPr="00B64497" w:rsidRDefault="009D3E2D" w:rsidP="00B64497">
      <w:pPr>
        <w:pStyle w:val="SingleTxtG"/>
      </w:pPr>
      <w:r w:rsidRPr="00B64497">
        <w:t>57.</w:t>
      </w:r>
      <w:r w:rsidRPr="00B64497">
        <w:tab/>
        <w:t xml:space="preserve">Комитет </w:t>
      </w:r>
      <w:r w:rsidRPr="00B64497">
        <w:rPr>
          <w:b/>
          <w:bCs/>
        </w:rPr>
        <w:t>был проинформирован</w:t>
      </w:r>
      <w:r w:rsidRPr="00B64497">
        <w:t xml:space="preserve"> о ходе разработки системы e-CoRSS, являющейся электронной версией Конвенции о дорожных знаках и сигналах 1968 года.</w:t>
      </w:r>
    </w:p>
    <w:p w:rsidR="009D3E2D" w:rsidRPr="00B64497" w:rsidRDefault="009D3E2D" w:rsidP="00B64497">
      <w:pPr>
        <w:pStyle w:val="SingleTxtG"/>
      </w:pPr>
      <w:r w:rsidRPr="00B64497">
        <w:t>58.</w:t>
      </w:r>
      <w:r w:rsidRPr="00B64497">
        <w:tab/>
        <w:t xml:space="preserve">Комитет </w:t>
      </w:r>
      <w:r w:rsidRPr="00B64497">
        <w:rPr>
          <w:b/>
          <w:bCs/>
        </w:rPr>
        <w:t>принял к сведению</w:t>
      </w:r>
      <w:r w:rsidRPr="00B64497">
        <w:t xml:space="preserve"> приложение II к документу ECE/TRANS/</w:t>
      </w:r>
      <w:r w:rsidRPr="00B64497">
        <w:br/>
        <w:t xml:space="preserve">WP.1/165, который касается вклада WP.1 в разработку проекта стратегии КВТ до 2030 года. </w:t>
      </w:r>
    </w:p>
    <w:p w:rsidR="009D3E2D" w:rsidRPr="00B64497" w:rsidRDefault="009D3E2D" w:rsidP="00B64497">
      <w:pPr>
        <w:pStyle w:val="SingleTxtG"/>
      </w:pPr>
      <w:r w:rsidRPr="00B64497">
        <w:t>59.</w:t>
      </w:r>
      <w:r w:rsidRPr="00B64497">
        <w:tab/>
        <w:t xml:space="preserve">Комитет </w:t>
      </w:r>
      <w:r w:rsidRPr="00B64497">
        <w:rPr>
          <w:b/>
          <w:bCs/>
        </w:rPr>
        <w:t>заслушал информацию</w:t>
      </w:r>
      <w:r w:rsidRPr="00B64497">
        <w:t xml:space="preserve"> о 50-й годовщине вступления в силу конвенций 1968 года о дорожном движении и о дорожных знаках и сигналах (8 ноября 2018 года).</w:t>
      </w:r>
    </w:p>
    <w:p w:rsidR="009D3E2D" w:rsidRPr="00B64497" w:rsidRDefault="009D3E2D" w:rsidP="00B64497">
      <w:pPr>
        <w:pStyle w:val="SingleTxtG"/>
      </w:pPr>
      <w:r w:rsidRPr="00B64497">
        <w:t>60.</w:t>
      </w:r>
      <w:r w:rsidRPr="00B64497">
        <w:tab/>
        <w:t xml:space="preserve">Комитет </w:t>
      </w:r>
      <w:r w:rsidRPr="00B64497">
        <w:rPr>
          <w:b/>
          <w:bCs/>
        </w:rPr>
        <w:t>принял к сведению</w:t>
      </w:r>
      <w:r w:rsidRPr="00B64497">
        <w:t xml:space="preserve"> прогресс в деле осуществления плана действий по безопасности дорожного движения ЕЭК (ECE/TRANS/2019/11).</w:t>
      </w:r>
    </w:p>
    <w:p w:rsidR="009D3E2D" w:rsidRPr="00B64497" w:rsidRDefault="009D3E2D" w:rsidP="00B64497">
      <w:pPr>
        <w:pStyle w:val="SingleTxtG"/>
      </w:pPr>
      <w:r w:rsidRPr="00B64497">
        <w:t>61.</w:t>
      </w:r>
      <w:r w:rsidRPr="00B64497">
        <w:tab/>
        <w:t xml:space="preserve">Комитет </w:t>
      </w:r>
      <w:r w:rsidRPr="00B64497">
        <w:rPr>
          <w:b/>
          <w:bCs/>
        </w:rPr>
        <w:t>заслушал информацию</w:t>
      </w:r>
      <w:r w:rsidRPr="00B64497">
        <w:t xml:space="preserve"> об итогах финансируемых по линии Счета развития Организации Объединенных Наций обследований состояния безопасности дорожного движения (ОСБДД) в Албании и Грузии (ECE/TRANS/2019/12). ОСБДД позволяют оценить текущую ситуацию в области безопасности дорожного движения для оказания странам-бенефициарам помощи в выявлении наиболее важных аспектов безопасности дорожного движения и вынесения рекомендаций относительно дальнейших действий. С учетом наиболее важных из выявленных аспектов для заинтересованных сторон в области безопасности дорожного движения этих стран были организованы рабочие совещания по наращиванию потенциала. Проект позволил повысить осведомленность общественности о вопросах безопасности дорожного движения и привлечь внимание национальных экспертов и неправительственных организаций к необходимости постановки высоких целевых показателей в области безопасности дорожного движения и принятия конкретных мер по повышению безопасности дорожного движения.</w:t>
      </w:r>
    </w:p>
    <w:p w:rsidR="009D3E2D" w:rsidRPr="00B64497" w:rsidRDefault="009D3E2D" w:rsidP="00B64497">
      <w:pPr>
        <w:pStyle w:val="SingleTxtG"/>
      </w:pPr>
      <w:r w:rsidRPr="00B64497">
        <w:t>62.</w:t>
      </w:r>
      <w:r w:rsidRPr="00B64497">
        <w:tab/>
        <w:t xml:space="preserve">Комитет </w:t>
      </w:r>
      <w:r w:rsidRPr="00B64497">
        <w:rPr>
          <w:b/>
          <w:bCs/>
        </w:rPr>
        <w:t>признал</w:t>
      </w:r>
      <w:r w:rsidRPr="00B64497">
        <w:t xml:space="preserve"> важность стратегической и аналитической деятельности Отдела, связанной с безопасностью дорожного движения, особенно в рамках ОСБДД, а также разработки и применения инструмента «Системы безопасного будущего внутреннего транспорта (SafeFITS)», </w:t>
      </w:r>
      <w:r w:rsidRPr="00B64497">
        <w:rPr>
          <w:b/>
          <w:bCs/>
        </w:rPr>
        <w:t>приветствовал</w:t>
      </w:r>
      <w:r w:rsidRPr="00B64497">
        <w:t xml:space="preserve"> результаты реализации проектов ОСБДД и SafeFITS, </w:t>
      </w:r>
      <w:r w:rsidRPr="00B64497">
        <w:rPr>
          <w:b/>
          <w:bCs/>
        </w:rPr>
        <w:t>заявил о поддержке</w:t>
      </w:r>
      <w:r w:rsidRPr="00B64497">
        <w:t xml:space="preserve"> усилий по осуществлению предстоящего ОСБДД в Казахстане и </w:t>
      </w:r>
      <w:r w:rsidRPr="00B64497">
        <w:rPr>
          <w:b/>
          <w:bCs/>
        </w:rPr>
        <w:t>призвал</w:t>
      </w:r>
      <w:r w:rsidRPr="00B64497">
        <w:t xml:space="preserve"> своих членов оказывать существенную поддержку стратегической и аналитической работе в области безопасности дорожного движения как основы для  разработки надежных национальных систем безопасности дорожного движения в регионе и за его пределами.</w:t>
      </w:r>
    </w:p>
    <w:p w:rsidR="009D3E2D" w:rsidRPr="00B64497" w:rsidRDefault="009D3E2D" w:rsidP="00B64497">
      <w:pPr>
        <w:pStyle w:val="SingleTxtG"/>
      </w:pPr>
      <w:r w:rsidRPr="00B64497">
        <w:t>63.</w:t>
      </w:r>
      <w:r w:rsidRPr="00B64497">
        <w:tab/>
        <w:t xml:space="preserve">Комитет </w:t>
      </w:r>
      <w:r w:rsidRPr="00B64497">
        <w:rPr>
          <w:b/>
          <w:bCs/>
        </w:rPr>
        <w:t>был проинформирован</w:t>
      </w:r>
      <w:r w:rsidRPr="00B64497">
        <w:t xml:space="preserve"> об основных изменениях в связи с деятельностью Специального посланника Генерального секретаря Организации Объединенных Наций по безопасности дорожного движения г-на Жана Тодта и областях сотрудничества с Комитетом (ECE/TRANS/2019/13). </w:t>
      </w:r>
      <w:r w:rsidRPr="00B64497">
        <w:rPr>
          <w:b/>
          <w:bCs/>
        </w:rPr>
        <w:t>Отмечая</w:t>
      </w:r>
      <w:r w:rsidRPr="00B64497">
        <w:t xml:space="preserve"> обеспокоенность государств-членов, выраженную в резолюции 72/271 ООН, о том, что цель 3.6 в области устойчивого развития о сокращении вдвое смертности на дорогах к 2020 году не будет достигнута, и </w:t>
      </w:r>
      <w:r w:rsidRPr="00B64497">
        <w:rPr>
          <w:b/>
          <w:bCs/>
        </w:rPr>
        <w:t>признавая</w:t>
      </w:r>
      <w:r w:rsidRPr="00B64497">
        <w:t xml:space="preserve"> значительный вклад Специального посланника по безопасности дорожного движения в эффективное повышение устойчивой приверженности делу обеспечения дорожной безопасности на высоком уровне – путем пропаганды соблюдения правовых документов по безопасности дорожного движения ООН и повышения осведомленности о них, обмена передовым опытом, в том числе посредством участия в глобальных и региональных конференциях, и призыва к увеличению финансирования безопасности дорожного движения, – Комитет </w:t>
      </w:r>
      <w:r w:rsidRPr="00B64497">
        <w:rPr>
          <w:b/>
          <w:bCs/>
        </w:rPr>
        <w:t>предложил государствам-членам</w:t>
      </w:r>
      <w:r w:rsidR="00815F58">
        <w:rPr>
          <w:bCs/>
        </w:rPr>
        <w:t>:</w:t>
      </w:r>
      <w:r w:rsidRPr="00815F58">
        <w:rPr>
          <w:bCs/>
        </w:rPr>
        <w:t xml:space="preserve"> </w:t>
      </w:r>
      <w:r w:rsidR="003E1CBF" w:rsidRPr="00B64497">
        <w:t xml:space="preserve">а) </w:t>
      </w:r>
      <w:r w:rsidRPr="00815F58">
        <w:rPr>
          <w:b/>
          <w:bCs/>
        </w:rPr>
        <w:t>рассмотреть вопрос об обращении</w:t>
      </w:r>
      <w:r w:rsidRPr="00B64497">
        <w:t xml:space="preserve"> к Генеральному секретарю ООН с просьбой сохранить институт Специального посланника по безопасности дорожного движения до 2030 года для обеспечения постоянного внимания к вопросам безопасности дорожного движения</w:t>
      </w:r>
      <w:r w:rsidR="00815F58">
        <w:t>;</w:t>
      </w:r>
      <w:r w:rsidRPr="00B64497">
        <w:t xml:space="preserve"> и b) </w:t>
      </w:r>
      <w:r w:rsidRPr="00B64497">
        <w:rPr>
          <w:b/>
          <w:bCs/>
        </w:rPr>
        <w:t>выразить и укрепить</w:t>
      </w:r>
      <w:r w:rsidR="003E1CBF">
        <w:t xml:space="preserve"> в случае необходимости</w:t>
      </w:r>
      <w:r w:rsidRPr="00B64497">
        <w:t xml:space="preserve"> свою поддержку деятельности Специального посланника Генерального секретаря по безопасности дорожного движения.</w:t>
      </w:r>
    </w:p>
    <w:p w:rsidR="009D3E2D" w:rsidRPr="00B64497" w:rsidRDefault="009D3E2D" w:rsidP="00B64497">
      <w:pPr>
        <w:pStyle w:val="SingleTxtG"/>
      </w:pPr>
      <w:r w:rsidRPr="00B64497">
        <w:lastRenderedPageBreak/>
        <w:t>64.</w:t>
      </w:r>
      <w:r w:rsidRPr="00B64497">
        <w:tab/>
        <w:t xml:space="preserve">Комитет </w:t>
      </w:r>
      <w:r w:rsidRPr="00B64497">
        <w:rPr>
          <w:b/>
          <w:bCs/>
        </w:rPr>
        <w:t>выразил обеспокоенность</w:t>
      </w:r>
      <w:r w:rsidRPr="00B64497">
        <w:t xml:space="preserve"> в связи с недостаточным общемировым прогрессом в выполнении задач, предусмотренных целями устойчивого развития в сфере безопасности дорожного движения, и задач Десятилетия действий Организации Объединенных Наций по обеспечению безопасности дорожного движения. В этой связи он </w:t>
      </w:r>
      <w:r w:rsidRPr="00B64497">
        <w:rPr>
          <w:b/>
          <w:bCs/>
        </w:rPr>
        <w:t>приветствовал глобальные ответные меры по более эффективному решению продолжающегося кризиса в области безопасности дорожного движения путем создания</w:t>
      </w:r>
      <w:r w:rsidRPr="00B64497">
        <w:t xml:space="preserve"> Целевого фонда Организации Объединенных Наций по безопасности дорожного движения (ЮНРСТФ), секретариат которого размещен в ЕЭК, и прогресс в области обеспечения его функционирования. Кроме того, Комитет </w:t>
      </w:r>
      <w:r w:rsidRPr="00B64497">
        <w:rPr>
          <w:b/>
          <w:bCs/>
        </w:rPr>
        <w:t>выразил свою решительную поддержку региональной и глобальной деятельности ЮНРСТФ</w:t>
      </w:r>
      <w:r w:rsidRPr="00B64497">
        <w:t xml:space="preserve"> по повышению безопасности дорожного движения и обеспечению адекватного финансирования усилий по обеспечению безопасности дорожного движения. Комитет </w:t>
      </w:r>
      <w:r w:rsidRPr="00B64497">
        <w:rPr>
          <w:b/>
          <w:bCs/>
        </w:rPr>
        <w:t>также приветствовал</w:t>
      </w:r>
      <w:r w:rsidRPr="00B64497">
        <w:t xml:space="preserve"> назначение Швеции представителем региона ЕЭК в Консультативном совете Фонда</w:t>
      </w:r>
      <w:r w:rsidRPr="00B64497">
        <w:rPr>
          <w:rStyle w:val="ab"/>
        </w:rPr>
        <w:footnoteReference w:id="8"/>
      </w:r>
      <w:r w:rsidRPr="00B64497">
        <w:t xml:space="preserve"> и </w:t>
      </w:r>
      <w:r w:rsidRPr="00815F58">
        <w:rPr>
          <w:b/>
        </w:rPr>
        <w:t>просил Швецию</w:t>
      </w:r>
      <w:r w:rsidRPr="00B64497">
        <w:t xml:space="preserve"> доводить региональные послания до сведения Консультативного совета. Комитет </w:t>
      </w:r>
      <w:r w:rsidRPr="00B64497">
        <w:rPr>
          <w:b/>
          <w:bCs/>
        </w:rPr>
        <w:t>выразил свою благодарность</w:t>
      </w:r>
      <w:r w:rsidRPr="00B64497">
        <w:t xml:space="preserve"> тем членам, а именно Кипру, Франции, Монако, Российской Федерации, Словакии и Европейской комиссии, которые были добавлены в список доноров фонда, и </w:t>
      </w:r>
      <w:r w:rsidRPr="00B64497">
        <w:rPr>
          <w:b/>
          <w:bCs/>
        </w:rPr>
        <w:t xml:space="preserve">призвал </w:t>
      </w:r>
      <w:r w:rsidRPr="00B64497">
        <w:t xml:space="preserve">все государства-члены расширять сотрудничество в поддержку миссии фонда и рассмотреть возможность финансового вклада в фонд. Комитет </w:t>
      </w:r>
      <w:r w:rsidRPr="00B64497">
        <w:rPr>
          <w:b/>
          <w:bCs/>
        </w:rPr>
        <w:t>выразил признательность</w:t>
      </w:r>
      <w:r w:rsidRPr="00B64497">
        <w:t xml:space="preserve"> WP.1 за предоставление своего председателя Консультативному совету ЮНРСТФ в качестве его председателя-новатора.</w:t>
      </w:r>
    </w:p>
    <w:bookmarkEnd w:id="10"/>
    <w:p w:rsidR="009D3E2D" w:rsidRPr="00B64497" w:rsidRDefault="009D3E2D" w:rsidP="00B64497">
      <w:pPr>
        <w:pStyle w:val="H1G"/>
        <w:rPr>
          <w:szCs w:val="24"/>
        </w:rPr>
      </w:pPr>
      <w:r w:rsidRPr="00B64497">
        <w:tab/>
        <w:t>D.</w:t>
      </w:r>
      <w:r w:rsidRPr="00B64497">
        <w:tab/>
        <w:t>Автомобильный транспорт</w:t>
      </w:r>
    </w:p>
    <w:p w:rsidR="009D3E2D" w:rsidRPr="00B64497" w:rsidRDefault="009D3E2D" w:rsidP="00B64497">
      <w:pPr>
        <w:pStyle w:val="SingleTxtG"/>
      </w:pPr>
      <w:r w:rsidRPr="00B64497">
        <w:t>65.</w:t>
      </w:r>
      <w:r w:rsidRPr="00B64497">
        <w:tab/>
        <w:t xml:space="preserve">Председатель SC.1 и Председатель Группы экспертов по Европейскому соглашению, касающемуся работы экипажей транспортных средств, производящих международные автомобильные перевозки (ЕСТР), г-н Р. Симоненко (Украина) </w:t>
      </w:r>
      <w:r w:rsidRPr="00B64497">
        <w:rPr>
          <w:b/>
          <w:bCs/>
        </w:rPr>
        <w:t xml:space="preserve">проинформировал </w:t>
      </w:r>
      <w:r w:rsidRPr="00B64497">
        <w:t>Комитет о последних изменениях в связи их деятельностью.</w:t>
      </w:r>
    </w:p>
    <w:p w:rsidR="009D3E2D" w:rsidRPr="00B64497" w:rsidRDefault="009D3E2D" w:rsidP="00B64497">
      <w:pPr>
        <w:pStyle w:val="SingleTxtG"/>
      </w:pPr>
      <w:r w:rsidRPr="00B64497">
        <w:t>66.</w:t>
      </w:r>
      <w:r w:rsidRPr="00B64497">
        <w:tab/>
        <w:t xml:space="preserve">В частности, Комитет </w:t>
      </w:r>
      <w:r w:rsidRPr="00B64497">
        <w:rPr>
          <w:b/>
          <w:bCs/>
        </w:rPr>
        <w:t>заслушал новую информацию</w:t>
      </w:r>
      <w:r w:rsidRPr="00B64497">
        <w:t xml:space="preserve"> о ходе работы по предложению правительства Словакии внести поправки в статьи 14 (право присоединиться к Соглашению), 22 и 22-бис (процедуры внесения поправок) ЕСТР, а также одновременно с этим скорректировать соответствующие части Соглашения ЕСТР для указания ссылок на регламенты 165/2014, 2016/799 и 2018/502 (добавление 1С) Европейского союза в основном с учетом предложения правительства Эстонии о внесении поправок. </w:t>
      </w:r>
    </w:p>
    <w:p w:rsidR="009D3E2D" w:rsidRPr="00B64497" w:rsidRDefault="009D3E2D" w:rsidP="00B64497">
      <w:pPr>
        <w:pStyle w:val="SingleTxtG"/>
      </w:pPr>
      <w:r w:rsidRPr="00B64497">
        <w:t>67.</w:t>
      </w:r>
      <w:r w:rsidRPr="00B64497">
        <w:tab/>
        <w:t xml:space="preserve">Секретариат </w:t>
      </w:r>
      <w:r w:rsidRPr="00B64497">
        <w:rPr>
          <w:b/>
          <w:bCs/>
        </w:rPr>
        <w:t>также проинформировал</w:t>
      </w:r>
      <w:r w:rsidRPr="00B64497">
        <w:t xml:space="preserve"> Комитет об устранении различий в режимах ЕСТР в Договаривающихся сторонах – членах Европейского союза и Договаривающихся сторонах, не входящих в Европейский союз, что произойдет после обязательного внедрения смарт-тахографов в Договаривающихся сторонах ЕСТР, являющихся членами Европейского союза, после 15 июня 2019 года. Комитет </w:t>
      </w:r>
      <w:r w:rsidRPr="00B64497">
        <w:rPr>
          <w:b/>
          <w:bCs/>
        </w:rPr>
        <w:t>отметил</w:t>
      </w:r>
      <w:r w:rsidRPr="00B64497">
        <w:t xml:space="preserve">, что Группа экспертов по ЕСТР на своей 20-й сессии 18 февраля 2019 года согласовала ряд принципов высокого уровня для устранения различий между режимами ЕСТР в государствах − членах ЕС и Договаривающихся сторонах ЕСТР, не входящих в ЕС, после 15 июня 2019 года, а также отметил, что Договаривающиеся стороны ЕСТР, не входящие в ЕС, должны были представить в секретариат в письменном виде свое согласие или возражения против принципов высокого уровня до 15 марта 2019 года. Комитет </w:t>
      </w:r>
      <w:r w:rsidRPr="00B64497">
        <w:rPr>
          <w:b/>
          <w:bCs/>
        </w:rPr>
        <w:t>призвал</w:t>
      </w:r>
      <w:r w:rsidRPr="00B64497">
        <w:t xml:space="preserve"> все договаривающиеся стороны ЕСТР согласовать различия в технических характеристиках цифровых тахографов и </w:t>
      </w:r>
      <w:r w:rsidRPr="00B64497">
        <w:rPr>
          <w:b/>
          <w:bCs/>
        </w:rPr>
        <w:t xml:space="preserve">принял к сведению </w:t>
      </w:r>
      <w:r w:rsidRPr="00B64497">
        <w:t>внедрение смарт-тахографов в Европейском союзе с 15 июня 2019 года.</w:t>
      </w:r>
    </w:p>
    <w:p w:rsidR="009D3E2D" w:rsidRPr="00B64497" w:rsidRDefault="009D3E2D" w:rsidP="00B64497">
      <w:pPr>
        <w:pStyle w:val="SingleTxtG"/>
      </w:pPr>
      <w:r w:rsidRPr="00B64497">
        <w:lastRenderedPageBreak/>
        <w:t>68.</w:t>
      </w:r>
      <w:r w:rsidRPr="00B64497">
        <w:tab/>
        <w:t xml:space="preserve">Секретариат </w:t>
      </w:r>
      <w:r w:rsidRPr="00B64497">
        <w:rPr>
          <w:b/>
          <w:bCs/>
        </w:rPr>
        <w:t>проинформировал также</w:t>
      </w:r>
      <w:r w:rsidRPr="00B64497">
        <w:t xml:space="preserve"> Комитет о статусе предложений по изменению статьи 14 (право присоединиться к Соглашению), с тем чтобы Ливан получил право присоединиться к Соглашению ЕСТР. Комитет </w:t>
      </w:r>
      <w:r w:rsidRPr="00B64497">
        <w:rPr>
          <w:b/>
          <w:bCs/>
        </w:rPr>
        <w:t>принял к сведению</w:t>
      </w:r>
      <w:r w:rsidRPr="00B64497">
        <w:t xml:space="preserve"> просьбу правительства Египта добиваться открытия соглашения ЕСТР, с тем чтобы дать возможность Египту присоединиться к нему.</w:t>
      </w:r>
    </w:p>
    <w:p w:rsidR="009D3E2D" w:rsidRPr="00B64497" w:rsidRDefault="009D3E2D" w:rsidP="00B64497">
      <w:pPr>
        <w:pStyle w:val="SingleTxtG"/>
      </w:pPr>
      <w:r w:rsidRPr="00B64497">
        <w:t>69.</w:t>
      </w:r>
      <w:r w:rsidRPr="00B64497">
        <w:tab/>
        <w:t xml:space="preserve">Комитет </w:t>
      </w:r>
      <w:r w:rsidRPr="00B64497">
        <w:rPr>
          <w:b/>
          <w:bCs/>
        </w:rPr>
        <w:t>отметил</w:t>
      </w:r>
      <w:r w:rsidRPr="00B64497">
        <w:t>, что мандат Группы экспертов по ЕСТР истечет 30 июня 2019</w:t>
      </w:r>
      <w:r w:rsidR="001344EE">
        <w:t> </w:t>
      </w:r>
      <w:r w:rsidRPr="00B64497">
        <w:t xml:space="preserve">года, и </w:t>
      </w:r>
      <w:r w:rsidRPr="00B64497">
        <w:rPr>
          <w:b/>
          <w:bCs/>
        </w:rPr>
        <w:t>решил</w:t>
      </w:r>
      <w:r w:rsidRPr="00B64497">
        <w:t xml:space="preserve"> продлить мандат Группы экспертов по ЕСТР до 30 июня 2021 года. </w:t>
      </w:r>
    </w:p>
    <w:p w:rsidR="009D3E2D" w:rsidRPr="00B64497" w:rsidRDefault="009D3E2D" w:rsidP="00B64497">
      <w:pPr>
        <w:pStyle w:val="SingleTxtG"/>
      </w:pPr>
      <w:r w:rsidRPr="00B64497">
        <w:t>70.</w:t>
      </w:r>
      <w:r w:rsidRPr="00B64497">
        <w:tab/>
        <w:t xml:space="preserve">Комитет </w:t>
      </w:r>
      <w:r w:rsidRPr="00B64497">
        <w:rPr>
          <w:b/>
          <w:bCs/>
        </w:rPr>
        <w:t>заслушал информацию</w:t>
      </w:r>
      <w:r w:rsidRPr="00B64497">
        <w:t xml:space="preserve"> о числе Договаривающихся сторон Дополнительного протокола к Конвенции КДПГ (э-КДПГ), о специальной сессии SC.1 по вопросам внедрения e-CMR, которая состоялась 4 апреля 2018 года, и о «беспристрастной» директивной записке по правовым аспектам e-CMR, подготовленной секретариатом. Комитет </w:t>
      </w:r>
      <w:r w:rsidRPr="00B64497">
        <w:rPr>
          <w:b/>
          <w:bCs/>
        </w:rPr>
        <w:t>отметил</w:t>
      </w:r>
      <w:r w:rsidRPr="00B64497">
        <w:t xml:space="preserve"> информацию о числе стран, которые присоединились к Конвенции о договоре международной дорожной перевозки грузов (КДПГ) и Дополнительному протоколу к КДПГ, касающемуся электронной накладной (e-CMR), и ратифицировали их, и </w:t>
      </w:r>
      <w:r w:rsidRPr="00B64497">
        <w:rPr>
          <w:b/>
          <w:bCs/>
        </w:rPr>
        <w:t xml:space="preserve">призвал </w:t>
      </w:r>
      <w:r w:rsidRPr="00B64497">
        <w:t xml:space="preserve">SC.1 активизировать свои усилия по продвижению этих инструментов и повышению осведомленности о преимуществах, которые получают страны от присоединения к КДПГ, Протоколу к КДПГ и Протоколу, касающемуся электронной накладной. Комитет </w:t>
      </w:r>
      <w:r w:rsidRPr="00B64497">
        <w:rPr>
          <w:b/>
          <w:bCs/>
        </w:rPr>
        <w:t>выразил поддержку</w:t>
      </w:r>
      <w:r w:rsidRPr="00B64497">
        <w:t xml:space="preserve"> SC.1 как основной платформе для многостороннего диалога и обмена передовой/формирующейся практикой Договаривающимися сторонами, внедряющими e-CMR, и </w:t>
      </w:r>
      <w:r w:rsidRPr="00B64497">
        <w:rPr>
          <w:b/>
          <w:bCs/>
        </w:rPr>
        <w:t xml:space="preserve">просил </w:t>
      </w:r>
      <w:r w:rsidRPr="00B64497">
        <w:t xml:space="preserve">SC.1 при поддержке секретариата: </w:t>
      </w:r>
      <w:r w:rsidRPr="00B64497">
        <w:br/>
        <w:t xml:space="preserve">a) </w:t>
      </w:r>
      <w:r w:rsidRPr="00B64497">
        <w:rPr>
          <w:b/>
          <w:bCs/>
        </w:rPr>
        <w:t>подготовить документ</w:t>
      </w:r>
      <w:r w:rsidRPr="00B64497">
        <w:t xml:space="preserve"> с подробным описанием исследований и других мер, необходимых и/или рекомендованных для внедрения e-CMR, для представления на будущей сессии КВТ; а также b) </w:t>
      </w:r>
      <w:r w:rsidRPr="00B64497">
        <w:rPr>
          <w:b/>
          <w:bCs/>
        </w:rPr>
        <w:t xml:space="preserve">представить </w:t>
      </w:r>
      <w:r w:rsidRPr="00B64497">
        <w:t xml:space="preserve">Комитету на его восемьдесят второй сессии </w:t>
      </w:r>
      <w:r w:rsidRPr="00B64497">
        <w:rPr>
          <w:b/>
          <w:bCs/>
        </w:rPr>
        <w:t xml:space="preserve">доклад </w:t>
      </w:r>
      <w:r w:rsidRPr="00B64497">
        <w:t>о достигнутом прогрессе.</w:t>
      </w:r>
    </w:p>
    <w:p w:rsidR="009D3E2D" w:rsidRPr="00B64497" w:rsidRDefault="009D3E2D" w:rsidP="00B64497">
      <w:pPr>
        <w:pStyle w:val="SingleTxtG"/>
      </w:pPr>
      <w:r w:rsidRPr="00B64497">
        <w:t>71.</w:t>
      </w:r>
      <w:r w:rsidRPr="00B64497">
        <w:tab/>
        <w:t xml:space="preserve">Комитет </w:t>
      </w:r>
      <w:r w:rsidRPr="00B64497">
        <w:rPr>
          <w:b/>
          <w:bCs/>
        </w:rPr>
        <w:t>был также проинформирован</w:t>
      </w:r>
      <w:r w:rsidRPr="00B64497">
        <w:t xml:space="preserve"> о рабо</w:t>
      </w:r>
      <w:r w:rsidR="00926FD2">
        <w:t>чем совещании SC.1 по цифровой/«</w:t>
      </w:r>
      <w:r w:rsidRPr="00B64497">
        <w:t>умной» дорожной инфраструктуре, которое состоялось 5 апреля 2018 года, и о прогрессе в разработке глобального многостороннего соглашения о международных регулярных перевозках пассажиров международными и городскими автобусами («ОмниБус»), достигнутом за время, прошедшее после возобновления реализации этой задачи SC.1 в 2018 году.</w:t>
      </w:r>
    </w:p>
    <w:p w:rsidR="009D3E2D" w:rsidRPr="00B64497" w:rsidRDefault="009D3E2D" w:rsidP="00B64497">
      <w:pPr>
        <w:pStyle w:val="H1G"/>
        <w:rPr>
          <w:szCs w:val="24"/>
        </w:rPr>
      </w:pPr>
      <w:r w:rsidRPr="00B64497">
        <w:tab/>
        <w:t>E.</w:t>
      </w:r>
      <w:r w:rsidRPr="00B64497">
        <w:tab/>
        <w:t>Железнодорожный транспорт</w:t>
      </w:r>
    </w:p>
    <w:p w:rsidR="009D3E2D" w:rsidRPr="00B64497" w:rsidRDefault="009D3E2D" w:rsidP="00B64497">
      <w:pPr>
        <w:pStyle w:val="SingleTxtG"/>
      </w:pPr>
      <w:r w:rsidRPr="00B64497">
        <w:t>72.</w:t>
      </w:r>
      <w:r w:rsidRPr="00B64497">
        <w:tab/>
        <w:t xml:space="preserve">Председатель Рабочей группы по железнодорожному транспорту (SC.2) </w:t>
      </w:r>
      <w:r w:rsidRPr="00B64497">
        <w:br/>
        <w:t xml:space="preserve">г-н Р. Грут </w:t>
      </w:r>
      <w:r w:rsidRPr="00B64497">
        <w:rPr>
          <w:b/>
          <w:bCs/>
        </w:rPr>
        <w:t xml:space="preserve">проинформировал </w:t>
      </w:r>
      <w:r w:rsidRPr="00B64497">
        <w:t xml:space="preserve">Комитет о результатах семьдесят второй сессии SC.2 (ECE/TRANS/SC.2/230) и состоявшегося в ходе этой сессии рабочего совещания на тему «Инновации в железнодорожной отрасли </w:t>
      </w:r>
      <w:r w:rsidR="001344EE">
        <w:t>–</w:t>
      </w:r>
      <w:r w:rsidRPr="00B64497">
        <w:t xml:space="preserve"> создание железных дорог будущего в регионе». Комитет </w:t>
      </w:r>
      <w:r w:rsidRPr="00B64497">
        <w:rPr>
          <w:b/>
          <w:bCs/>
        </w:rPr>
        <w:t>принял к сведению</w:t>
      </w:r>
      <w:r w:rsidRPr="00B64497">
        <w:t xml:space="preserve">, что приняты дополнительные изменения к СМЖЛ и что в настоящее время осуществляется подготовка сводного варианта этого Соглашения. Комитет </w:t>
      </w:r>
      <w:r w:rsidRPr="00B64497">
        <w:rPr>
          <w:b/>
          <w:bCs/>
        </w:rPr>
        <w:t>заслушал информацию</w:t>
      </w:r>
      <w:r w:rsidRPr="00B64497">
        <w:t xml:space="preserve"> о ходе работы по второму этапу реализации Генерального плана для высокоскоростной железнодорожной сети в регионе ТЕЖ и о сотрудничестве с проектом ТЕЖ. Кроме того, Комитет заслушал новую информацию о ходе проведения обзора положения на железнодорожном транспорте. </w:t>
      </w:r>
    </w:p>
    <w:p w:rsidR="009D3E2D" w:rsidRPr="00B64497" w:rsidRDefault="009D3E2D" w:rsidP="00B64497">
      <w:pPr>
        <w:pStyle w:val="SingleTxtG"/>
      </w:pPr>
      <w:r w:rsidRPr="00B64497">
        <w:t>73.</w:t>
      </w:r>
      <w:r w:rsidRPr="00B64497">
        <w:tab/>
        <w:t xml:space="preserve">Комитет </w:t>
      </w:r>
      <w:r w:rsidRPr="00B64497">
        <w:rPr>
          <w:b/>
          <w:bCs/>
        </w:rPr>
        <w:t>отметил</w:t>
      </w:r>
      <w:r w:rsidRPr="00B64497">
        <w:t xml:space="preserve"> успешный семинар по железнодорожной безопасности, совместно организованный ЕЭК/МТФ/МСЖД, который состоялся на ежегодном саммите МТФ, а также положительные результаты семинара по теме «Инновации на железных дорогах», проведенного в ходе последней сессии SC.2, и </w:t>
      </w:r>
      <w:r w:rsidRPr="00B64497">
        <w:rPr>
          <w:b/>
          <w:bCs/>
        </w:rPr>
        <w:t xml:space="preserve">просил </w:t>
      </w:r>
      <w:r w:rsidRPr="00B64497">
        <w:t>секретариат продолжать повышать значимость этих мероприятий.</w:t>
      </w:r>
    </w:p>
    <w:p w:rsidR="009D3E2D" w:rsidRPr="00B64497" w:rsidRDefault="009D3E2D" w:rsidP="00B64497">
      <w:pPr>
        <w:pStyle w:val="SingleTxtG"/>
      </w:pPr>
      <w:r w:rsidRPr="00B64497">
        <w:t>74.</w:t>
      </w:r>
      <w:r w:rsidRPr="00B64497">
        <w:tab/>
        <w:t xml:space="preserve">Председатель Группы экспертов по единому железнодорожному праву (ЕЖП) г-н А. Дружинин (Российская Федерация) и представитель секретариата проинформировали Комитет о прогрессе, достигнутом Группой экспертов в осуществлении своего мандата. В частности, была представлена информация о подготовке реальных пилотных испытаний ЕЖП, а также о ведущихся дискуссиях по вопросу о том, каким должно быть наполнение будущего правового документа по </w:t>
      </w:r>
      <w:r w:rsidRPr="00B64497">
        <w:lastRenderedPageBreak/>
        <w:t>ЕЖП: конвенция о договоре международной железнодорожной перевозки грузов или же рамочная конвенция по железнодорожным перевозкам. Комитет был также информирован о том, что на сессиях Группы экспертов присутствует гораздо меньше стран по сравнению с количеством стран, которые подписали декларацию 2013 года. Российская Федерация проинформировала Комитет о том, что, по ее мнению, ЕЖП должно регулировать все аспекты осуществления международных железнодорожных перевозок и что поэтому она выступает за разработку ЕЖП в виде рамочной конвенции по железнодорожным перевозкам. Российская Федерация также рекомендовала привлекать к этой работе представителей бизнеса на более ранних этапах, до проведения пилотных испытаний ЕЖП. Наконец, Российская Федерация настоятельно призвала все заинтересованные стороны принимать более активное участие в обсуждениях Группы экспертов по ЕЖП.</w:t>
      </w:r>
      <w:bookmarkStart w:id="11" w:name="_Hlk2784086"/>
      <w:bookmarkEnd w:id="11"/>
    </w:p>
    <w:p w:rsidR="009D3E2D" w:rsidRPr="00B64497" w:rsidRDefault="009D3E2D" w:rsidP="00B64497">
      <w:pPr>
        <w:pStyle w:val="SingleTxtG"/>
      </w:pPr>
      <w:r w:rsidRPr="00B64497">
        <w:t>75.</w:t>
      </w:r>
      <w:r w:rsidRPr="00B64497">
        <w:tab/>
        <w:t xml:space="preserve">Комитет </w:t>
      </w:r>
      <w:r w:rsidRPr="00B64497">
        <w:rPr>
          <w:b/>
          <w:bCs/>
        </w:rPr>
        <w:t>приветствовал</w:t>
      </w:r>
      <w:r w:rsidRPr="00B64497">
        <w:t xml:space="preserve"> работу Группы экспертов по единому желе</w:t>
      </w:r>
      <w:r w:rsidR="001344EE">
        <w:t>знодорожному праву, в частности</w:t>
      </w:r>
      <w:r w:rsidRPr="00B64497">
        <w:t xml:space="preserve"> по подготовке реальных пилотных перевозок для проверки положений единого железнодорожного права на практике; </w:t>
      </w:r>
      <w:r w:rsidRPr="00B64497">
        <w:rPr>
          <w:b/>
          <w:bCs/>
        </w:rPr>
        <w:t>настоятельно призвал</w:t>
      </w:r>
      <w:r w:rsidRPr="00B64497">
        <w:t xml:space="preserve"> государства-члены в сотрудничестве с железнодорожными предприятиями, соответствующим бизнес-сообществом и железнодорожными организациями активизировать свои усилия и изучить возможности для проведения пилотных перевозок; а также </w:t>
      </w:r>
      <w:r w:rsidRPr="00B64497">
        <w:rPr>
          <w:b/>
          <w:bCs/>
        </w:rPr>
        <w:t xml:space="preserve">призвал </w:t>
      </w:r>
      <w:r w:rsidRPr="00B64497">
        <w:t xml:space="preserve">все государства-члены, подписавшие Министерскую декларацию 2013 года, принять участие в работе по ЕЖП на основе </w:t>
      </w:r>
      <w:r w:rsidR="001344EE">
        <w:t>к</w:t>
      </w:r>
      <w:r w:rsidRPr="00B64497">
        <w:t>руга ведения, принятого КВТ.</w:t>
      </w:r>
    </w:p>
    <w:p w:rsidR="009D3E2D" w:rsidRPr="00B64497" w:rsidRDefault="009D3E2D" w:rsidP="00B64497">
      <w:pPr>
        <w:pStyle w:val="H1G"/>
        <w:ind w:left="1138" w:right="1138" w:hanging="1138"/>
        <w:rPr>
          <w:szCs w:val="24"/>
        </w:rPr>
      </w:pPr>
      <w:r w:rsidRPr="00B64497">
        <w:tab/>
        <w:t>F.</w:t>
      </w:r>
      <w:r w:rsidRPr="00B64497">
        <w:tab/>
        <w:t>Интермодальные перевозки и логистика</w:t>
      </w:r>
    </w:p>
    <w:p w:rsidR="009D3E2D" w:rsidRPr="00B64497" w:rsidRDefault="009D3E2D" w:rsidP="00B64497">
      <w:pPr>
        <w:pStyle w:val="SingleTxtG"/>
        <w:rPr>
          <w:b/>
        </w:rPr>
      </w:pPr>
      <w:r w:rsidRPr="00B64497">
        <w:rPr>
          <w:i/>
          <w:iCs/>
        </w:rPr>
        <w:t>Документация:</w:t>
      </w:r>
      <w:r w:rsidRPr="00B64497">
        <w:t xml:space="preserve"> </w:t>
      </w:r>
      <w:r w:rsidRPr="00B64497">
        <w:tab/>
        <w:t>ECE/TRANS/2019/14</w:t>
      </w:r>
    </w:p>
    <w:p w:rsidR="009D3E2D" w:rsidRPr="00B64497" w:rsidRDefault="009D3E2D" w:rsidP="00B64497">
      <w:pPr>
        <w:pStyle w:val="SingleTxtG"/>
      </w:pPr>
      <w:r w:rsidRPr="00B64497">
        <w:t>76.</w:t>
      </w:r>
      <w:r w:rsidRPr="00B64497">
        <w:tab/>
        <w:t xml:space="preserve">Председатель Рабочей группы по интермодальным перевозкам и логистике (WP.24) г-н М. Коста (Италия) и заместитель Председателя WP.24 г-жа Дж. Эльзингер </w:t>
      </w:r>
      <w:r w:rsidRPr="00B64497">
        <w:rPr>
          <w:b/>
          <w:bCs/>
        </w:rPr>
        <w:t xml:space="preserve">проинформировали </w:t>
      </w:r>
      <w:r w:rsidRPr="00B64497">
        <w:t>Комитет о работе, проделанной Рабочей группой (ECE/TRANS/WP.24/143). В частности, они сообщили о деятельности, касающейся следующих аспектов:</w:t>
      </w:r>
    </w:p>
    <w:p w:rsidR="009D3E2D" w:rsidRPr="00B64497" w:rsidRDefault="009D3E2D" w:rsidP="00B64497">
      <w:pPr>
        <w:pStyle w:val="SingleTxtG"/>
        <w:ind w:firstLine="567"/>
      </w:pPr>
      <w:r w:rsidRPr="00B64497">
        <w:t>a)</w:t>
      </w:r>
      <w:r w:rsidRPr="00B64497">
        <w:tab/>
        <w:t xml:space="preserve">нанесения на карту интермодальных транспортных терминалов; </w:t>
      </w:r>
    </w:p>
    <w:p w:rsidR="009D3E2D" w:rsidRPr="00B64497" w:rsidRDefault="009D3E2D" w:rsidP="00B64497">
      <w:pPr>
        <w:pStyle w:val="SingleTxtG"/>
        <w:ind w:firstLine="567"/>
      </w:pPr>
      <w:r w:rsidRPr="00B64497">
        <w:t>b)</w:t>
      </w:r>
      <w:r w:rsidRPr="00B64497">
        <w:tab/>
        <w:t xml:space="preserve">подготовки национальных генеральных планов в области интермодальных перевозок и логистики; </w:t>
      </w:r>
    </w:p>
    <w:p w:rsidR="009D3E2D" w:rsidRPr="00B64497" w:rsidRDefault="009D3E2D" w:rsidP="00B64497">
      <w:pPr>
        <w:pStyle w:val="SingleTxtG"/>
        <w:ind w:firstLine="567"/>
      </w:pPr>
      <w:r w:rsidRPr="00B64497">
        <w:t>c)</w:t>
      </w:r>
      <w:r w:rsidRPr="00B64497">
        <w:tab/>
        <w:t>улучшения Кодекса практики по укладке грузов в грузовые транспортные единицы (Кодекс ГТЕ) путем его пересмотра недавно созданной группой экспертов;</w:t>
      </w:r>
    </w:p>
    <w:p w:rsidR="009D3E2D" w:rsidRPr="00B64497" w:rsidRDefault="009D3E2D" w:rsidP="00B64497">
      <w:pPr>
        <w:pStyle w:val="SingleTxtG"/>
        <w:ind w:firstLine="567"/>
      </w:pPr>
      <w:r w:rsidRPr="00B64497">
        <w:t>d)</w:t>
      </w:r>
      <w:r w:rsidRPr="00B64497">
        <w:tab/>
        <w:t>пересмотра национальных стратегических мер по стимулированию интермодальных перевозок;</w:t>
      </w:r>
    </w:p>
    <w:p w:rsidR="009D3E2D" w:rsidRPr="00B64497" w:rsidRDefault="009D3E2D" w:rsidP="00B64497">
      <w:pPr>
        <w:pStyle w:val="SingleTxtG"/>
        <w:ind w:firstLine="567"/>
      </w:pPr>
      <w:r w:rsidRPr="00B64497">
        <w:t>e)</w:t>
      </w:r>
      <w:r w:rsidRPr="00B64497">
        <w:tab/>
        <w:t>интермодальных вопросов в контексте евро-азиатских транспортных связей.</w:t>
      </w:r>
    </w:p>
    <w:p w:rsidR="009D3E2D" w:rsidRPr="00B64497" w:rsidRDefault="009D3E2D" w:rsidP="00B64497">
      <w:pPr>
        <w:pStyle w:val="SingleTxtG"/>
      </w:pPr>
      <w:r w:rsidRPr="00B64497">
        <w:t>77.</w:t>
      </w:r>
      <w:r w:rsidRPr="00B64497">
        <w:tab/>
        <w:t xml:space="preserve">Они проинформировали также Комитет об итогах рабочего совещания 2018 года на тему «Оперативные задачи и инновационные решения в контексте региональных интермодальных перевозок», осветив ряд таких задач, а также возможные пути их решения. </w:t>
      </w:r>
    </w:p>
    <w:p w:rsidR="009D3E2D" w:rsidRPr="00B64497" w:rsidRDefault="009D3E2D" w:rsidP="00B64497">
      <w:pPr>
        <w:pStyle w:val="SingleTxtG"/>
      </w:pPr>
      <w:r w:rsidRPr="00B64497">
        <w:t>78.</w:t>
      </w:r>
      <w:r w:rsidRPr="00B64497">
        <w:tab/>
        <w:t>Секретариат представил документ ECE/TRANS/2019/14, содержащий круг ведения новой Группы экспертов по Кодексу ГТЕ. Российская Федерация подчеркнула, что стремительные темпы роста контейнерных перевозок на маршрутах Восток-Запад-Восток настоятельно требуют применения положений Кодекса ГТЕ (стандартов, требований) к процедурам упаковки и крепления грузов в контейнерах, что позволит внести существенный вклад в обеспечение безопасности перевозок.</w:t>
      </w:r>
    </w:p>
    <w:p w:rsidR="009D3E2D" w:rsidRPr="00B64497" w:rsidRDefault="009D3E2D" w:rsidP="00B64497">
      <w:pPr>
        <w:pStyle w:val="SingleTxtG"/>
      </w:pPr>
      <w:r w:rsidRPr="00B64497">
        <w:t>79.</w:t>
      </w:r>
      <w:r w:rsidRPr="00B64497">
        <w:tab/>
        <w:t xml:space="preserve">Комитет </w:t>
      </w:r>
      <w:r w:rsidRPr="00B64497">
        <w:rPr>
          <w:b/>
          <w:bCs/>
        </w:rPr>
        <w:t>принял к сведению</w:t>
      </w:r>
      <w:r w:rsidRPr="00B64497">
        <w:t xml:space="preserve"> прогресс в работе WP.24. Комитет </w:t>
      </w:r>
      <w:r w:rsidRPr="00B64497">
        <w:rPr>
          <w:b/>
          <w:bCs/>
        </w:rPr>
        <w:t>рассмотрел</w:t>
      </w:r>
      <w:r w:rsidRPr="00B64497">
        <w:t xml:space="preserve"> документ ECE/TRANS/2019/14, содержащий круг ведения предлагаемой новой Группы экспертов по Кодексу ГТЕ, согласованный Рабочей группой на ее шестьдесят </w:t>
      </w:r>
      <w:r w:rsidRPr="00B64497">
        <w:lastRenderedPageBreak/>
        <w:t xml:space="preserve">первой сессии, и решил </w:t>
      </w:r>
      <w:r w:rsidR="001344EE">
        <w:rPr>
          <w:b/>
          <w:bCs/>
        </w:rPr>
        <w:t>утвердить в принципе</w:t>
      </w:r>
      <w:r w:rsidRPr="00B64497">
        <w:rPr>
          <w:b/>
          <w:bCs/>
        </w:rPr>
        <w:t xml:space="preserve"> учреждение </w:t>
      </w:r>
      <w:r w:rsidRPr="00B64497">
        <w:t xml:space="preserve">Группы экспертов по Кодексу ГТЕ и </w:t>
      </w:r>
      <w:r w:rsidR="001344EE">
        <w:rPr>
          <w:b/>
          <w:bCs/>
        </w:rPr>
        <w:t>одобрить</w:t>
      </w:r>
      <w:r w:rsidRPr="00B64497">
        <w:rPr>
          <w:b/>
          <w:bCs/>
        </w:rPr>
        <w:t xml:space="preserve"> в принципе</w:t>
      </w:r>
      <w:r w:rsidRPr="00B64497">
        <w:t xml:space="preserve"> ее круг ведения при условии рассмотрения и принятия положительных решений на этот счет административными органами и процедурами двух других партнеров</w:t>
      </w:r>
      <w:r w:rsidR="001344EE">
        <w:t xml:space="preserve"> –</w:t>
      </w:r>
      <w:r w:rsidRPr="00B64497">
        <w:t xml:space="preserve"> МОТ и ИМО. Комитет просил секретариат незамедлительно направить проект круга веден</w:t>
      </w:r>
      <w:r w:rsidR="00815F58">
        <w:t>ия в МОТ и ИМО. После того</w:t>
      </w:r>
      <w:r w:rsidRPr="00B64497">
        <w:t xml:space="preserve"> как все партнерские организации примут положительное решение, Комитет </w:t>
      </w:r>
      <w:r w:rsidRPr="00B64497">
        <w:rPr>
          <w:b/>
          <w:bCs/>
        </w:rPr>
        <w:t>просил секретариат</w:t>
      </w:r>
      <w:r w:rsidRPr="00B64497">
        <w:t xml:space="preserve"> направить решение об учреждении новой группы экспертов на утверждение Исполкому.   </w:t>
      </w:r>
    </w:p>
    <w:p w:rsidR="009D3E2D" w:rsidRPr="00B64497" w:rsidRDefault="009D3E2D" w:rsidP="00B64497">
      <w:pPr>
        <w:pStyle w:val="H1G"/>
        <w:ind w:left="1138" w:right="1138" w:hanging="1138"/>
        <w:rPr>
          <w:szCs w:val="24"/>
          <w:lang w:val="en-US"/>
        </w:rPr>
      </w:pPr>
      <w:r w:rsidRPr="00B64497">
        <w:tab/>
      </w:r>
      <w:r w:rsidRPr="00B64497">
        <w:rPr>
          <w:lang w:val="en-US"/>
        </w:rPr>
        <w:t>G.</w:t>
      </w:r>
      <w:r w:rsidRPr="00B64497">
        <w:rPr>
          <w:lang w:val="en-US"/>
        </w:rPr>
        <w:tab/>
      </w:r>
      <w:r w:rsidRPr="00B64497">
        <w:t>Внутренний</w:t>
      </w:r>
      <w:r w:rsidRPr="00B64497">
        <w:rPr>
          <w:lang w:val="en-US"/>
        </w:rPr>
        <w:t xml:space="preserve"> </w:t>
      </w:r>
      <w:r w:rsidRPr="00B64497">
        <w:t>водный</w:t>
      </w:r>
      <w:r w:rsidRPr="00B64497">
        <w:rPr>
          <w:lang w:val="en-US"/>
        </w:rPr>
        <w:t xml:space="preserve"> </w:t>
      </w:r>
      <w:r w:rsidRPr="00B64497">
        <w:t>транспорт</w:t>
      </w:r>
    </w:p>
    <w:p w:rsidR="009D3E2D" w:rsidRPr="00B64497" w:rsidRDefault="009D3E2D" w:rsidP="00B64497">
      <w:pPr>
        <w:pStyle w:val="SingleTxtG"/>
        <w:ind w:left="2835" w:hanging="1701"/>
        <w:jc w:val="left"/>
        <w:rPr>
          <w:lang w:val="en-US"/>
        </w:rPr>
      </w:pPr>
      <w:r w:rsidRPr="00B64497">
        <w:rPr>
          <w:i/>
          <w:iCs/>
        </w:rPr>
        <w:t>Документация</w:t>
      </w:r>
      <w:r w:rsidRPr="00B64497">
        <w:rPr>
          <w:i/>
          <w:iCs/>
          <w:lang w:val="en-US"/>
        </w:rPr>
        <w:t>:</w:t>
      </w:r>
      <w:r w:rsidRPr="00B64497">
        <w:rPr>
          <w:lang w:val="en-US"/>
        </w:rPr>
        <w:t xml:space="preserve"> </w:t>
      </w:r>
      <w:r w:rsidRPr="00B64497">
        <w:rPr>
          <w:lang w:val="en-US"/>
        </w:rPr>
        <w:tab/>
        <w:t>ECE/TRANS/2019/15, ECE/TRANS/2019/16, ECE/TRANS/266, ECE/TRANS/SC.3/144/Rev.3/Amend.1, ECE/TRANS/SC.3/115/Rev.5/Amend.2, ECE/TRANS/SC.3/208, ECE/TRANS/NONE/2018/5</w:t>
      </w:r>
    </w:p>
    <w:p w:rsidR="009D3E2D" w:rsidRPr="00B64497" w:rsidRDefault="009D3E2D" w:rsidP="00B64497">
      <w:pPr>
        <w:pStyle w:val="SingleTxtG"/>
      </w:pPr>
      <w:r w:rsidRPr="00B64497">
        <w:t>80.</w:t>
      </w:r>
      <w:r w:rsidRPr="00B64497">
        <w:tab/>
        <w:t xml:space="preserve">Председатель Рабочей группы по внутреннему водному транспорту (SC.3) </w:t>
      </w:r>
      <w:r w:rsidRPr="00B64497">
        <w:br/>
        <w:t xml:space="preserve">г-н Б. Ван Аккер (Бельгия) </w:t>
      </w:r>
      <w:r w:rsidRPr="00B64497">
        <w:rPr>
          <w:b/>
          <w:bCs/>
        </w:rPr>
        <w:t xml:space="preserve">информировал </w:t>
      </w:r>
      <w:r w:rsidRPr="00B64497">
        <w:t xml:space="preserve">Комитет о последних мероприятиях SC.3. В частности, Комитет </w:t>
      </w:r>
      <w:r w:rsidRPr="00B64497">
        <w:rPr>
          <w:b/>
          <w:bCs/>
        </w:rPr>
        <w:t>был проинформирован</w:t>
      </w:r>
      <w:r w:rsidRPr="00B64497">
        <w:t xml:space="preserve"> об итогах международной конференции по внутреннему водному транспорту «Внутреннее судоходство объединяет», организованной совместно ЕЭК и Министерством морской экономики и внутреннего судоходства Польши, а также о принятии декларации министров «Судоходство по внутренним водным путям во всемирном контексте»</w:t>
      </w:r>
      <w:r w:rsidRPr="00B64497">
        <w:rPr>
          <w:vertAlign w:val="superscript"/>
        </w:rPr>
        <w:footnoteReference w:id="9"/>
      </w:r>
      <w:r w:rsidRPr="00B64497">
        <w:t xml:space="preserve">. Комитет </w:t>
      </w:r>
      <w:r w:rsidRPr="00B64497">
        <w:rPr>
          <w:b/>
          <w:bCs/>
        </w:rPr>
        <w:t>принял</w:t>
      </w:r>
      <w:r w:rsidRPr="00B64497">
        <w:t xml:space="preserve"> резолюцию № 265 «Содействие развитию внутреннего водного транспорта» (ECE/TRANS/2019/15), подготовленную SC.3 на ее шестьдесят второй сессии в поддержку декларации министров «Судоходство по внутренним водным путям во всемирном контексте», которая была принята на Международной министерской конференции по внутреннему водному транспорту (18 и 19 апреля 2018 года, Вроцлав (Польша)) </w:t>
      </w:r>
      <w:r w:rsidR="001344EE">
        <w:t>–</w:t>
      </w:r>
      <w:r w:rsidRPr="00B64497">
        <w:t xml:space="preserve"> см. приложение III. Кроме того, он </w:t>
      </w:r>
      <w:r w:rsidRPr="00B64497">
        <w:rPr>
          <w:b/>
          <w:bCs/>
        </w:rPr>
        <w:t>призвал</w:t>
      </w:r>
      <w:r w:rsidRPr="00B64497">
        <w:t xml:space="preserve"> государства-члены, имеющие интересы в области внутреннего судоходства, подписать декларацию министров, если они еще не сделали этого.  Комитет </w:t>
      </w:r>
      <w:r w:rsidRPr="00B64497">
        <w:rPr>
          <w:b/>
          <w:bCs/>
        </w:rPr>
        <w:t>отметил</w:t>
      </w:r>
      <w:r w:rsidRPr="00B64497">
        <w:t xml:space="preserve"> прогресс, достигнутый SC.3 в 2018 году (принятие резолюции КВТ).</w:t>
      </w:r>
      <w:bookmarkStart w:id="12" w:name="_Hlk2228016"/>
      <w:bookmarkEnd w:id="12"/>
    </w:p>
    <w:p w:rsidR="009D3E2D" w:rsidRPr="00B64497" w:rsidRDefault="009D3E2D" w:rsidP="00B64497">
      <w:pPr>
        <w:pStyle w:val="SingleTxtG"/>
      </w:pPr>
      <w:r w:rsidRPr="00B64497">
        <w:t>81.</w:t>
      </w:r>
      <w:r w:rsidRPr="00B64497">
        <w:tab/>
        <w:t xml:space="preserve">Комитет </w:t>
      </w:r>
      <w:r w:rsidRPr="00B64497">
        <w:rPr>
          <w:b/>
          <w:bCs/>
        </w:rPr>
        <w:t>был проинформирован</w:t>
      </w:r>
      <w:r w:rsidRPr="00B64497">
        <w:t xml:space="preserve"> о прогрессе, достигнутом SC.3 и ее вспомогательными органами в 2018 году в следующих областях:</w:t>
      </w:r>
    </w:p>
    <w:p w:rsidR="009D3E2D" w:rsidRPr="00B64497" w:rsidRDefault="009D3E2D" w:rsidP="00B64497">
      <w:pPr>
        <w:pStyle w:val="SingleTxtG"/>
        <w:ind w:firstLine="567"/>
      </w:pPr>
      <w:r w:rsidRPr="00B64497">
        <w:t>a)</w:t>
      </w:r>
      <w:r w:rsidRPr="00B64497">
        <w:tab/>
        <w:t>принятие добавления 1 к третьему пересмотренному изданию Перечня основных стандартов и параметров сети водных путей категории Е («Синей книги») на шестьдесят второй сессии SC.3 (ECE/TRANS/SC.3/144/Rev.3/Amend.1);</w:t>
      </w:r>
    </w:p>
    <w:p w:rsidR="009D3E2D" w:rsidRPr="00B64497" w:rsidRDefault="009D3E2D" w:rsidP="00B64497">
      <w:pPr>
        <w:pStyle w:val="SingleTxtG"/>
        <w:ind w:firstLine="567"/>
      </w:pPr>
      <w:r w:rsidRPr="00B64497">
        <w:t>b)</w:t>
      </w:r>
      <w:r w:rsidRPr="00B64497">
        <w:tab/>
        <w:t>обновление карты европейской сети внутренних водных путей;</w:t>
      </w:r>
    </w:p>
    <w:p w:rsidR="009D3E2D" w:rsidRPr="00B64497" w:rsidRDefault="009D3E2D" w:rsidP="00B64497">
      <w:pPr>
        <w:pStyle w:val="SingleTxtG"/>
        <w:ind w:firstLine="567"/>
      </w:pPr>
      <w:r w:rsidRPr="00B64497">
        <w:t>c)</w:t>
      </w:r>
      <w:r w:rsidRPr="00B64497">
        <w:tab/>
        <w:t>текущая деятельность по Европейским правилам судоходства по внутренним водным путям (ЕПСВВП) и публикация, озаглавленная «Осуществление пятого пересмотренного варианта ЕПСВВП» (ECE/TRANS/266);</w:t>
      </w:r>
    </w:p>
    <w:p w:rsidR="009D3E2D" w:rsidRPr="00B64497" w:rsidRDefault="009D3E2D" w:rsidP="00B64497">
      <w:pPr>
        <w:pStyle w:val="SingleTxtG"/>
        <w:ind w:firstLine="567"/>
      </w:pPr>
      <w:r w:rsidRPr="00B64497">
        <w:t>d)</w:t>
      </w:r>
      <w:r w:rsidRPr="00B64497">
        <w:tab/>
        <w:t>принятие SC.3 Европейских правил сигнализации на внутренних водных путях в качестве резолюции № 90;</w:t>
      </w:r>
    </w:p>
    <w:p w:rsidR="009D3E2D" w:rsidRPr="00B64497" w:rsidRDefault="009D3E2D" w:rsidP="00B64497">
      <w:pPr>
        <w:pStyle w:val="SingleTxtG"/>
        <w:ind w:firstLine="567"/>
      </w:pPr>
      <w:r w:rsidRPr="00B64497">
        <w:t>e)</w:t>
      </w:r>
      <w:r w:rsidRPr="00B64497">
        <w:tab/>
        <w:t>принятие второго пересмотренного варианта резолюции № 61 в качестве резолюции № 91;</w:t>
      </w:r>
    </w:p>
    <w:p w:rsidR="009D3E2D" w:rsidRPr="00B64497" w:rsidRDefault="009D3E2D" w:rsidP="00B64497">
      <w:pPr>
        <w:pStyle w:val="SingleTxtG"/>
        <w:ind w:firstLine="567"/>
      </w:pPr>
      <w:r w:rsidRPr="00B64497">
        <w:t>f)</w:t>
      </w:r>
      <w:r w:rsidRPr="00B64497">
        <w:tab/>
        <w:t xml:space="preserve">поощрение прогулочного судоходства, включая деятельность неофициальной рабочей группы по прогулочному судоходству, принятие второго пересмотренного варианта Европейской сети прогулочного судоходства по внутренним водным путям (резолюция № 52) в качестве резолюции № 92 и публикация, озаглавленная «Инструкции к тексту резолюции № 40 (Международное удостоверение на право управления прогулочным судном)» (ECE/TRANS/NONE/2018/5). </w:t>
      </w:r>
    </w:p>
    <w:p w:rsidR="009D3E2D" w:rsidRPr="00B64497" w:rsidRDefault="009D3E2D" w:rsidP="00B64497">
      <w:pPr>
        <w:pStyle w:val="SingleTxtG"/>
      </w:pPr>
      <w:r w:rsidRPr="00B64497">
        <w:lastRenderedPageBreak/>
        <w:t>82.</w:t>
      </w:r>
      <w:r w:rsidRPr="00B64497">
        <w:tab/>
        <w:t xml:space="preserve">Комитет </w:t>
      </w:r>
      <w:r w:rsidRPr="00B64497">
        <w:rPr>
          <w:b/>
          <w:bCs/>
        </w:rPr>
        <w:t>был проинформирован также</w:t>
      </w:r>
      <w:r w:rsidRPr="00B64497">
        <w:t xml:space="preserve"> о текущей деятельности в связи с автоматизацией, «умным» судоходством и переводом информации о внутренних водных путях в Европе в цифровой формат, а именно:</w:t>
      </w:r>
    </w:p>
    <w:p w:rsidR="009D3E2D" w:rsidRPr="00B64497" w:rsidRDefault="009D3E2D" w:rsidP="00B64497">
      <w:pPr>
        <w:pStyle w:val="Bullet1G"/>
        <w:numPr>
          <w:ilvl w:val="0"/>
          <w:numId w:val="29"/>
        </w:numPr>
      </w:pPr>
      <w:r w:rsidRPr="00B64497">
        <w:t>о рабочем совещании «Автономное плавание и внутреннее судоходство», которое состоялось 14 февраля в ходе пятьдесят второй сессии Рабочей группы по унификации технических предписаний и правил безопасности на внутренних водных путях (SC.3/WP.3) и было организовано совместно ЕЭК и компанией «Фламандские водные пути н.в.» (ECE/TRANS/2019/16);</w:t>
      </w:r>
    </w:p>
    <w:p w:rsidR="009D3E2D" w:rsidRPr="00B64497" w:rsidRDefault="009D3E2D" w:rsidP="00B64497">
      <w:pPr>
        <w:pStyle w:val="Bullet1G"/>
        <w:numPr>
          <w:ilvl w:val="0"/>
          <w:numId w:val="29"/>
        </w:numPr>
      </w:pPr>
      <w:r w:rsidRPr="00B64497">
        <w:t>о рабочем совещании «Перевод информации о внутренних водных перевозках в цифровой формат», состоявшемся 4 октября 2018 года в ходе шестьдесят второй сессии SC.3.</w:t>
      </w:r>
    </w:p>
    <w:p w:rsidR="009D3E2D" w:rsidRPr="00B64497" w:rsidRDefault="009D3E2D" w:rsidP="00B64497">
      <w:pPr>
        <w:pStyle w:val="SingleTxtG"/>
      </w:pPr>
      <w:r w:rsidRPr="00B64497">
        <w:t>83.</w:t>
      </w:r>
      <w:r w:rsidRPr="00B64497">
        <w:tab/>
        <w:t xml:space="preserve">Комитет </w:t>
      </w:r>
      <w:r w:rsidRPr="00B64497">
        <w:rPr>
          <w:b/>
          <w:bCs/>
        </w:rPr>
        <w:t>приветствовал</w:t>
      </w:r>
      <w:r w:rsidRPr="00B64497">
        <w:t xml:space="preserve"> действия, предпринятые SC.3 и SC.3/WP.3 в области автономного и интеллектуального судоходства и цифровизации на внутреннем водном транспорте, такие как организация семинара «Автономное плавание и внутреннее судоходство» и последующие мероприятия.</w:t>
      </w:r>
    </w:p>
    <w:p w:rsidR="009D3E2D" w:rsidRPr="00B64497" w:rsidRDefault="009D3E2D" w:rsidP="00B64497">
      <w:pPr>
        <w:pStyle w:val="H1G"/>
        <w:rPr>
          <w:szCs w:val="24"/>
        </w:rPr>
      </w:pPr>
      <w:r w:rsidRPr="00B64497">
        <w:tab/>
        <w:t>H.</w:t>
      </w:r>
      <w:r w:rsidRPr="00B64497">
        <w:tab/>
        <w:t>Активизация работы по облегчению пересечения границ (Конвенция о согласовании, Конвенция МДП, проект eTIR и другие меры по облегчению таможенного транзита)</w:t>
      </w:r>
    </w:p>
    <w:p w:rsidR="009D3E2D" w:rsidRPr="00B64497" w:rsidRDefault="009D3E2D" w:rsidP="00B64497">
      <w:pPr>
        <w:pStyle w:val="SingleTxtG"/>
      </w:pPr>
      <w:r w:rsidRPr="00B64497">
        <w:rPr>
          <w:i/>
          <w:iCs/>
        </w:rPr>
        <w:t>Документация:</w:t>
      </w:r>
      <w:r w:rsidRPr="00B64497">
        <w:t xml:space="preserve"> </w:t>
      </w:r>
      <w:r w:rsidRPr="00B64497">
        <w:tab/>
      </w:r>
      <w:r w:rsidRPr="00B64497">
        <w:rPr>
          <w:lang w:val="en-US"/>
        </w:rPr>
        <w:t>ECE</w:t>
      </w:r>
      <w:r w:rsidRPr="00B64497">
        <w:t>/</w:t>
      </w:r>
      <w:r w:rsidRPr="00B64497">
        <w:rPr>
          <w:lang w:val="en-US"/>
        </w:rPr>
        <w:t>TRANS</w:t>
      </w:r>
      <w:r w:rsidRPr="00B64497">
        <w:t xml:space="preserve">/2019/17, </w:t>
      </w:r>
      <w:r w:rsidRPr="00B64497">
        <w:rPr>
          <w:lang w:val="en-US"/>
        </w:rPr>
        <w:t>ECE</w:t>
      </w:r>
      <w:r w:rsidRPr="00B64497">
        <w:t>/</w:t>
      </w:r>
      <w:r w:rsidRPr="00B64497">
        <w:rPr>
          <w:lang w:val="en-US"/>
        </w:rPr>
        <w:t>TRANS</w:t>
      </w:r>
      <w:r w:rsidRPr="00B64497">
        <w:t>/2019/18</w:t>
      </w:r>
    </w:p>
    <w:p w:rsidR="009D3E2D" w:rsidRPr="00B64497" w:rsidRDefault="009D3E2D" w:rsidP="00B64497">
      <w:pPr>
        <w:pStyle w:val="SingleTxtG"/>
      </w:pPr>
      <w:r w:rsidRPr="00B64497">
        <w:t>84.</w:t>
      </w:r>
      <w:r w:rsidRPr="00B64497">
        <w:tab/>
        <w:t xml:space="preserve">Комитет </w:t>
      </w:r>
      <w:r w:rsidRPr="00B64497">
        <w:rPr>
          <w:b/>
          <w:bCs/>
        </w:rPr>
        <w:t>был проинформирован</w:t>
      </w:r>
      <w:r w:rsidR="001344EE">
        <w:t xml:space="preserve"> об основных итогах 148, 149</w:t>
      </w:r>
      <w:r w:rsidRPr="00B64497">
        <w:t xml:space="preserve"> и </w:t>
      </w:r>
      <w:r w:rsidRPr="00B64497">
        <w:br/>
        <w:t xml:space="preserve">150-й сессий Рабочей группы по таможенным вопросам, связанным с транспортом (WP.30) (ECE/TRANS/WP.30/296, ECE/TRANS/WP.30/298 и ECE/TRANS/WP.30/300), и </w:t>
      </w:r>
      <w:r w:rsidRPr="00B64497">
        <w:rPr>
          <w:b/>
          <w:bCs/>
        </w:rPr>
        <w:t>принял к сведению</w:t>
      </w:r>
      <w:r w:rsidRPr="00B64497">
        <w:t xml:space="preserve"> деятельность Административного комитета МДП (AC.2) в 2018 году, включая, в частности, принятые поправки (ECE/TRANS/WP.30/AC.2/137 и ECE/TRANS/WP.30/AC.2/139), содержащиеся в документе ECE/TRANS/2019/17. Секретариат </w:t>
      </w:r>
      <w:r w:rsidRPr="00B64497">
        <w:rPr>
          <w:b/>
          <w:bCs/>
        </w:rPr>
        <w:t>затем сообщил</w:t>
      </w:r>
      <w:r w:rsidRPr="00B64497">
        <w:t xml:space="preserve"> Комитету о том, какие страны присоединились к Конвенции МДП за последнее время.</w:t>
      </w:r>
    </w:p>
    <w:p w:rsidR="009D3E2D" w:rsidRPr="00B64497" w:rsidRDefault="009D3E2D" w:rsidP="00B64497">
      <w:pPr>
        <w:pStyle w:val="SingleTxtG"/>
      </w:pPr>
      <w:r w:rsidRPr="00B64497">
        <w:t>85.</w:t>
      </w:r>
      <w:r w:rsidRPr="00B64497">
        <w:tab/>
        <w:t xml:space="preserve">В частности, Комитет </w:t>
      </w:r>
      <w:r w:rsidRPr="00B64497">
        <w:rPr>
          <w:b/>
          <w:bCs/>
        </w:rPr>
        <w:t>был проинформирован</w:t>
      </w:r>
      <w:r w:rsidRPr="00B64497">
        <w:t xml:space="preserve"> о прогресс в обсуждениях в WP.30 по вопросу о правовых рамках eTIR. Комитет </w:t>
      </w:r>
      <w:r w:rsidRPr="00B64497">
        <w:rPr>
          <w:b/>
          <w:bCs/>
        </w:rPr>
        <w:t>приветствовал</w:t>
      </w:r>
      <w:r w:rsidRPr="00B64497">
        <w:t xml:space="preserve"> прогресс, достигнутый в обсуждениях в WP.30 по вопросу о правовых рамках eTIR, и </w:t>
      </w:r>
      <w:r w:rsidRPr="00B64497">
        <w:rPr>
          <w:b/>
          <w:bCs/>
        </w:rPr>
        <w:t>высказался в поддержку</w:t>
      </w:r>
      <w:r w:rsidRPr="00B64497">
        <w:t xml:space="preserve"> продолжения осуществления проекта eTIR. С этой целью Комитет: а) </w:t>
      </w:r>
      <w:r w:rsidRPr="00B64497">
        <w:rPr>
          <w:b/>
          <w:bCs/>
        </w:rPr>
        <w:t>принял решение продлить</w:t>
      </w:r>
      <w:r w:rsidRPr="00B64497">
        <w:t xml:space="preserve"> мандат неофициальной специальной группы экспертов по концептуальным и техническим аспектам компьютеризации процедуры МДП (WP.30/GE.1) на 2019 год; b) </w:t>
      </w:r>
      <w:r w:rsidRPr="00B64497">
        <w:rPr>
          <w:b/>
          <w:bCs/>
        </w:rPr>
        <w:t xml:space="preserve">призвал </w:t>
      </w:r>
      <w:r w:rsidRPr="00B64497">
        <w:t xml:space="preserve">страны выразить заинтересованность или принять участие в пилотных проектах eTIR, тем самым подготовив платформу для плавного перехода к полному внедрению eTIR; с) </w:t>
      </w:r>
      <w:r w:rsidRPr="00B64497">
        <w:rPr>
          <w:b/>
          <w:bCs/>
        </w:rPr>
        <w:t>настоятельно</w:t>
      </w:r>
      <w:r w:rsidRPr="00B64497">
        <w:t xml:space="preserve"> </w:t>
      </w:r>
      <w:r w:rsidRPr="00B64497">
        <w:rPr>
          <w:b/>
          <w:bCs/>
        </w:rPr>
        <w:t xml:space="preserve">призвал </w:t>
      </w:r>
      <w:r w:rsidRPr="00B64497">
        <w:t xml:space="preserve">Договаривающиеся стороны и соответствующие заинтересованные стороны обеспечить продолжение необходимого финансирования для внедрения проекта eTIR; а также d) </w:t>
      </w:r>
      <w:r w:rsidRPr="00B64497">
        <w:rPr>
          <w:b/>
          <w:bCs/>
        </w:rPr>
        <w:t>настоятельно призвал</w:t>
      </w:r>
      <w:r w:rsidRPr="00B64497">
        <w:t xml:space="preserve"> Договаривающиеся стороны оперативно </w:t>
      </w:r>
      <w:r w:rsidRPr="00B64497">
        <w:rPr>
          <w:b/>
          <w:bCs/>
        </w:rPr>
        <w:t>провести дополнительные консультации</w:t>
      </w:r>
      <w:r w:rsidRPr="00B64497">
        <w:t xml:space="preserve"> с целью </w:t>
      </w:r>
      <w:r w:rsidRPr="00B64497">
        <w:rPr>
          <w:b/>
          <w:bCs/>
        </w:rPr>
        <w:t>принять</w:t>
      </w:r>
      <w:r w:rsidRPr="00B64497">
        <w:t xml:space="preserve"> новое приложение 11 к Конвенции МДП, с тем чтобы ввести компьютеризацию процедуры МДП в правовой текст Конвенции.</w:t>
      </w:r>
    </w:p>
    <w:p w:rsidR="009D3E2D" w:rsidRPr="00B64497" w:rsidRDefault="009D3E2D" w:rsidP="00B64497">
      <w:pPr>
        <w:pStyle w:val="SingleTxtG"/>
      </w:pPr>
      <w:r w:rsidRPr="00B64497">
        <w:t>86.</w:t>
      </w:r>
      <w:r w:rsidRPr="00B64497">
        <w:tab/>
        <w:t xml:space="preserve">Комитет </w:t>
      </w:r>
      <w:r w:rsidRPr="00B64497">
        <w:rPr>
          <w:b/>
          <w:bCs/>
        </w:rPr>
        <w:t>был проинформирован</w:t>
      </w:r>
      <w:r w:rsidRPr="00B64497">
        <w:t xml:space="preserve"> о самых последних изменениях в связи с применением Конвенции о согласовании условий проведения контроля грузов на границе (Конвенции о согласовании 1982 года) и о вопросах применения Таможенной конвенции о временном ввозе частных дорожных перевозочных средств (1954 года) в Египте и Иордании. В этой связи Комитет настоятельно призвал все заинтересованные стороны соблюдать положения Конвенции, с тем чтобы обеспечить возможность дальнейшего использования таможенных талонных книжек (ТТК) (Carnet de Passage en Douane (CPD)) для Египта и Иордании.</w:t>
      </w:r>
    </w:p>
    <w:p w:rsidR="009D3E2D" w:rsidRPr="00B64497" w:rsidRDefault="009D3E2D" w:rsidP="00B64497">
      <w:pPr>
        <w:pStyle w:val="SingleTxtG"/>
      </w:pPr>
      <w:r w:rsidRPr="00B64497">
        <w:t>87.</w:t>
      </w:r>
      <w:r w:rsidRPr="00B64497">
        <w:tab/>
        <w:t xml:space="preserve">И наконец, Комитет </w:t>
      </w:r>
      <w:r w:rsidRPr="00B64497">
        <w:rPr>
          <w:b/>
          <w:bCs/>
        </w:rPr>
        <w:t>был проинформирован</w:t>
      </w:r>
      <w:r w:rsidRPr="00B64497">
        <w:t xml:space="preserve"> о разработке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 В этой связи </w:t>
      </w:r>
      <w:r w:rsidRPr="00B64497">
        <w:lastRenderedPageBreak/>
        <w:t xml:space="preserve">Комитет </w:t>
      </w:r>
      <w:r w:rsidRPr="00B64497">
        <w:rPr>
          <w:b/>
          <w:bCs/>
        </w:rPr>
        <w:t>рассмотрел</w:t>
      </w:r>
      <w:r w:rsidRPr="00B64497">
        <w:t xml:space="preserve"> текст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 как это было решено WP.30 на ее 151-й сессии, и</w:t>
      </w:r>
      <w:r w:rsidR="001344EE">
        <w:rPr>
          <w:lang w:val="en-US"/>
        </w:rPr>
        <w:t> </w:t>
      </w:r>
      <w:r w:rsidRPr="00B64497">
        <w:rPr>
          <w:b/>
          <w:bCs/>
        </w:rPr>
        <w:t>принял – при том, что государства</w:t>
      </w:r>
      <w:r w:rsidR="001344EE" w:rsidRPr="001344EE">
        <w:rPr>
          <w:b/>
          <w:bCs/>
        </w:rPr>
        <w:t xml:space="preserve"> – </w:t>
      </w:r>
      <w:r w:rsidRPr="00B64497">
        <w:rPr>
          <w:b/>
          <w:bCs/>
        </w:rPr>
        <w:t>члены Евросоюза воздержались,</w:t>
      </w:r>
      <w:r w:rsidRPr="00B64497">
        <w:t> –</w:t>
      </w:r>
      <w:r w:rsidR="001344EE" w:rsidRPr="001344EE">
        <w:t xml:space="preserve"> </w:t>
      </w:r>
      <w:r w:rsidRPr="00B64497">
        <w:t xml:space="preserve">документ ECE/TRANS/2019/18 и Corr.1, содержащий самый последний согласованный вариант текста новой конвенции, а также </w:t>
      </w:r>
      <w:r w:rsidRPr="00B64497">
        <w:rPr>
          <w:b/>
          <w:bCs/>
        </w:rPr>
        <w:t>поручил</w:t>
      </w:r>
      <w:r w:rsidRPr="00B64497">
        <w:t xml:space="preserve"> секретариату передать этот текст депозитарию, с тем чтобы он мог быть открыт для подписания. </w:t>
      </w:r>
      <w:r w:rsidRPr="00B64497">
        <w:tab/>
        <w:t xml:space="preserve">Комитет выразил признательность составителям и основным заинтересованным сторонам за их напряженную работу и упорство в поиске компромиссного решения по тексту конвенции, главная цель которой заключается в том, чтобы обеспечить высококачественное обслуживание пассажиров и при этом сократить время движения международных поездов. </w:t>
      </w:r>
    </w:p>
    <w:p w:rsidR="009D3E2D" w:rsidRPr="00B64497" w:rsidRDefault="009D3E2D" w:rsidP="00B64497">
      <w:pPr>
        <w:pStyle w:val="H1G"/>
        <w:rPr>
          <w:szCs w:val="24"/>
        </w:rPr>
      </w:pPr>
      <w:r w:rsidRPr="00B64497">
        <w:tab/>
        <w:t>I.</w:t>
      </w:r>
      <w:r w:rsidRPr="00B64497">
        <w:tab/>
        <w:t>Перевозка опасных грузов</w:t>
      </w:r>
    </w:p>
    <w:p w:rsidR="009D3E2D" w:rsidRPr="00B64497" w:rsidRDefault="009D3E2D" w:rsidP="001344EE">
      <w:pPr>
        <w:pStyle w:val="SingleTxtG"/>
        <w:ind w:left="2866" w:right="1138" w:hanging="1728"/>
        <w:jc w:val="left"/>
      </w:pPr>
      <w:r w:rsidRPr="00B64497">
        <w:rPr>
          <w:i/>
          <w:iCs/>
        </w:rPr>
        <w:t>Документация:</w:t>
      </w:r>
      <w:r w:rsidRPr="00B64497">
        <w:t xml:space="preserve"> </w:t>
      </w:r>
      <w:r w:rsidRPr="00B64497">
        <w:tab/>
      </w:r>
      <w:r w:rsidR="001344EE">
        <w:t>н</w:t>
      </w:r>
      <w:r w:rsidRPr="00B64497">
        <w:t>еофициальный документ № 6, ST/SG/AC.10/C.3/106 и Add.1, ST/SG/AC.10/C.3/108, ST/SG/AC.10/C.4/70, ST/SG/AC.10/C.4/72; ST/SG/AC.10/46 и Add.1-3; ECE/TRANS/WP.15/240 и Corr.1 и</w:t>
      </w:r>
      <w:r w:rsidR="001344EE">
        <w:t> </w:t>
      </w:r>
      <w:r w:rsidRPr="00B64497">
        <w:t>Add.1; ECE/TRANS/WP.15/242, ECE/TRANS/WP.15/244; ECE/TRANS/WP.15/AC.1/150 и Add.1; ECE/TRANS/WP.15/AC.1/152 и Add.1; ECE/TRANS/WP.15/AC.2/68; ECE/TRANS/WP.15/AC.2/62; ECE/ADN/44; ECE/ADN/45 и Corr.1 и Add.1; ECE/ADN/47; ECE/TRANS/275; ECE/TRANS/276</w:t>
      </w:r>
    </w:p>
    <w:p w:rsidR="009D3E2D" w:rsidRPr="00B64497" w:rsidRDefault="009D3E2D" w:rsidP="00B64497">
      <w:pPr>
        <w:pStyle w:val="SingleTxtG"/>
      </w:pPr>
      <w:r w:rsidRPr="00B64497">
        <w:t>88.</w:t>
      </w:r>
      <w:r w:rsidRPr="00B64497">
        <w:tab/>
        <w:t>Председатель WP.15 г-жа А. Румье, Председатель Совместного совещания WP.15/AC.1 г-н К. Пфовадель и Председатель WP.15/AC.2 г-н Х. Лангенберг проинформировали Комитет о достижениях своих рабочих групп за последний год.</w:t>
      </w:r>
    </w:p>
    <w:p w:rsidR="009D3E2D" w:rsidRPr="00B64497" w:rsidRDefault="009D3E2D" w:rsidP="00B64497">
      <w:pPr>
        <w:pStyle w:val="SingleTxtG"/>
      </w:pPr>
      <w:r w:rsidRPr="00B64497">
        <w:t>89.</w:t>
      </w:r>
      <w:r w:rsidRPr="00B64497">
        <w:tab/>
        <w:t xml:space="preserve">Комитет </w:t>
      </w:r>
      <w:r w:rsidRPr="00B64497">
        <w:rPr>
          <w:b/>
          <w:bCs/>
        </w:rPr>
        <w:t>отметил</w:t>
      </w:r>
      <w:r w:rsidRPr="00B64497">
        <w:t xml:space="preserve">, что Подкомитет экспертов по перевозке опасных грузов Экономического и Социального Совета провел совещания 25 июня – 4 июля 2018 года (см. доклад ST/SG/AC.10/C.3/106 и Add.1) и 26 ноября − 4 декабря 2018 года </w:t>
      </w:r>
      <w:r w:rsidRPr="00B64497">
        <w:br/>
        <w:t xml:space="preserve">(см. доклад ST/SG/AC.10/C.3/108). Подкомитет экспертов по Согласованной на глобальном уровне системе классификации опасности и маркировки химической продукции провел совещания 4−6 июля 2018 года (см. доклад ST/SG/AC.10/C.4/70) и 5−7 декабря 2018 года (см. доклад ST/SG/AC.10/C.4/72). </w:t>
      </w:r>
    </w:p>
    <w:p w:rsidR="009D3E2D" w:rsidRPr="00B64497" w:rsidRDefault="009D3E2D" w:rsidP="00B64497">
      <w:pPr>
        <w:pStyle w:val="SingleTxtG"/>
      </w:pPr>
      <w:r w:rsidRPr="00B64497">
        <w:t>90.</w:t>
      </w:r>
      <w:r w:rsidRPr="00B64497">
        <w:tab/>
        <w:t xml:space="preserve">Комитет экспертов по перевозке опасных грузов и Согласованной на глобальном уровне системе классификации опасности и маркировки химической продукции провел свою девятую сессию 7 декабря 2018 года в целях рассмотрения работы обоих подкомитетов за двухгодичный период 2017−2018 годов </w:t>
      </w:r>
      <w:r w:rsidRPr="00B64497">
        <w:br/>
        <w:t>(см. доклад ST/SG/AC.10/46). Он принял рекомендации (ST/SG/AC.10/46/Adds.1</w:t>
      </w:r>
      <w:r w:rsidR="001344EE">
        <w:t>–</w:t>
      </w:r>
      <w:r w:rsidRPr="00B64497">
        <w:t>3), которые будут отражены в публикациях, запланированных секретариатом на 2019 год (двадцать первое пересмотренное издание Рекомендаций по перевозке опасных грузов – Типовые правила; седьмое пересмотренное издание Руководства по испытаниям и критериям; восьмое пересмотренное издание Согласованной на глобальном уровне системы классификации опасности и маркировки химической продукции).</w:t>
      </w:r>
    </w:p>
    <w:p w:rsidR="009D3E2D" w:rsidRPr="00B64497" w:rsidRDefault="009D3E2D" w:rsidP="00B64497">
      <w:pPr>
        <w:pStyle w:val="SingleTxtG"/>
      </w:pPr>
      <w:r w:rsidRPr="00B64497">
        <w:t>91.</w:t>
      </w:r>
      <w:r w:rsidRPr="00B64497">
        <w:tab/>
        <w:t xml:space="preserve">Комитет </w:t>
      </w:r>
      <w:r w:rsidRPr="00B64497">
        <w:rPr>
          <w:b/>
          <w:bCs/>
        </w:rPr>
        <w:t>был проинформирован</w:t>
      </w:r>
      <w:r w:rsidRPr="00B64497">
        <w:t xml:space="preserve"> о том, что ИМО, ИКАО, а также органы ЕЭК, занимающиеся вопросами наземных перевозок опасных грузов, приступят в 2019 году к работе по переносу рекомендаций Комитета ЭКОСОС в свои соответствующие правовые документы, с тем чтобы обеспечить их одновременное применение в отношении всех видов транспорта по состоянию на 1 января 2021 года. </w:t>
      </w:r>
    </w:p>
    <w:p w:rsidR="009D3E2D" w:rsidRPr="00B64497" w:rsidRDefault="009D3E2D" w:rsidP="00B64497">
      <w:pPr>
        <w:pStyle w:val="SingleTxtG"/>
      </w:pPr>
      <w:r w:rsidRPr="00B64497">
        <w:t>92.</w:t>
      </w:r>
      <w:r w:rsidRPr="00B64497">
        <w:tab/>
        <w:t xml:space="preserve">Комитет </w:t>
      </w:r>
      <w:r w:rsidRPr="00B64497">
        <w:rPr>
          <w:b/>
          <w:bCs/>
        </w:rPr>
        <w:t>отметил</w:t>
      </w:r>
      <w:r w:rsidRPr="00B64497">
        <w:t xml:space="preserve">, что в октябре 2018 года к Европейскому соглашению о международной дорожной перевозке опасных грузов (ДОПОГ) присоединилась Нигерия, в результате чего число его Договаривающихся сторон достигло 51. Комитет </w:t>
      </w:r>
      <w:r w:rsidRPr="00B64497">
        <w:rPr>
          <w:b/>
          <w:bCs/>
        </w:rPr>
        <w:t>с обеспокоенностью отметил</w:t>
      </w:r>
      <w:r w:rsidRPr="00B64497">
        <w:t xml:space="preserve">, что Протокол о внесении поправок в статьи 1 а), 14 1) и 14 3) b) Соглашения о международной дорожной перевозке опасных грузов (ДОПОГ), принятый Конференцией Договаривающихся сторон 28 октября 1993 года, </w:t>
      </w:r>
      <w:r w:rsidRPr="00B64497">
        <w:lastRenderedPageBreak/>
        <w:t xml:space="preserve">еще не вступил в силу, поскольку не все Договаривающиеся стороны ДОПОГ стали сторонами этого Протокола. Он </w:t>
      </w:r>
      <w:r w:rsidRPr="00B64497">
        <w:rPr>
          <w:b/>
          <w:bCs/>
        </w:rPr>
        <w:t>настоятельно призвал</w:t>
      </w:r>
      <w:r w:rsidRPr="00B64497">
        <w:t xml:space="preserve"> остальные Договаривающиеся стороны (</w:t>
      </w:r>
      <w:r w:rsidR="001344EE" w:rsidRPr="00B64497">
        <w:t>Азербайджан</w:t>
      </w:r>
      <w:r w:rsidR="001344EE">
        <w:t xml:space="preserve">, </w:t>
      </w:r>
      <w:r w:rsidR="001344EE" w:rsidRPr="00B64497">
        <w:t>Беларусь</w:t>
      </w:r>
      <w:r w:rsidR="001344EE">
        <w:t xml:space="preserve">, </w:t>
      </w:r>
      <w:r w:rsidR="001344EE" w:rsidRPr="00B64497">
        <w:t>Боснию и Герцеговину</w:t>
      </w:r>
      <w:r w:rsidR="001344EE">
        <w:t xml:space="preserve">, </w:t>
      </w:r>
      <w:r w:rsidR="001344EE" w:rsidRPr="00B64497">
        <w:t>Грузию</w:t>
      </w:r>
      <w:r w:rsidR="001344EE">
        <w:t xml:space="preserve">, </w:t>
      </w:r>
      <w:r w:rsidR="001344EE" w:rsidRPr="00B64497">
        <w:t>Исландию</w:t>
      </w:r>
      <w:r w:rsidR="001344EE">
        <w:t xml:space="preserve">, </w:t>
      </w:r>
      <w:r w:rsidR="001344EE" w:rsidRPr="00B64497">
        <w:t>Казахстан</w:t>
      </w:r>
      <w:r w:rsidR="001344EE">
        <w:t xml:space="preserve">, </w:t>
      </w:r>
      <w:r w:rsidR="001344EE" w:rsidRPr="00B64497">
        <w:t>Мальту</w:t>
      </w:r>
      <w:r w:rsidR="001344EE">
        <w:t xml:space="preserve">, </w:t>
      </w:r>
      <w:r w:rsidR="001344EE" w:rsidRPr="00B64497">
        <w:t>Марокко</w:t>
      </w:r>
      <w:r w:rsidR="001344EE">
        <w:t xml:space="preserve">, </w:t>
      </w:r>
      <w:r w:rsidR="001344EE" w:rsidRPr="00B64497">
        <w:t>Нигерию</w:t>
      </w:r>
      <w:r w:rsidR="001344EE">
        <w:t xml:space="preserve">, </w:t>
      </w:r>
      <w:r w:rsidR="001344EE" w:rsidRPr="00B64497">
        <w:t>Сан-Марино</w:t>
      </w:r>
      <w:r w:rsidR="001344EE">
        <w:t xml:space="preserve">, </w:t>
      </w:r>
      <w:r w:rsidR="001344EE" w:rsidRPr="00B64497">
        <w:t>Северную Македонию</w:t>
      </w:r>
      <w:r w:rsidR="001344EE">
        <w:t xml:space="preserve">, </w:t>
      </w:r>
      <w:r w:rsidR="001344EE" w:rsidRPr="00B64497">
        <w:t>Таджикистан</w:t>
      </w:r>
      <w:r w:rsidR="001344EE">
        <w:t xml:space="preserve">, </w:t>
      </w:r>
      <w:r w:rsidR="001344EE" w:rsidRPr="00B64497">
        <w:t>Хорватию</w:t>
      </w:r>
      <w:r w:rsidR="001344EE">
        <w:t xml:space="preserve"> и </w:t>
      </w:r>
      <w:r w:rsidR="001344EE" w:rsidRPr="00B64497">
        <w:t>Черногорию</w:t>
      </w:r>
      <w:r w:rsidRPr="00B64497">
        <w:t xml:space="preserve">) предпринять необходимые шаги, с тем чтобы этот Протокол мог вступить в силу. Комитет </w:t>
      </w:r>
      <w:r w:rsidRPr="00B64497">
        <w:rPr>
          <w:b/>
          <w:bCs/>
        </w:rPr>
        <w:t>вновь обратился с призывом</w:t>
      </w:r>
      <w:r w:rsidRPr="00B64497">
        <w:t xml:space="preserve"> ко всем государствам</w:t>
      </w:r>
      <w:r w:rsidR="001344EE">
        <w:t xml:space="preserve"> – </w:t>
      </w:r>
      <w:r w:rsidRPr="00B64497">
        <w:t>членам ООН, намеревающимся присоединиться к ДОПОГ, сдать на хранение документ о присоединении как к ДОПОГ, так и к Протоколу 1993 года.</w:t>
      </w:r>
    </w:p>
    <w:p w:rsidR="009D3E2D" w:rsidRPr="00B64497" w:rsidRDefault="009D3E2D" w:rsidP="00B64497">
      <w:pPr>
        <w:pStyle w:val="SingleTxtG"/>
      </w:pPr>
      <w:r w:rsidRPr="00B64497">
        <w:t>93.</w:t>
      </w:r>
      <w:r w:rsidRPr="00B64497">
        <w:tab/>
        <w:t xml:space="preserve">Комитет </w:t>
      </w:r>
      <w:r w:rsidRPr="00B64497">
        <w:rPr>
          <w:b/>
          <w:bCs/>
        </w:rPr>
        <w:t>принял также к сведению</w:t>
      </w:r>
      <w:r w:rsidRPr="00B64497">
        <w:t>, что Рабочая группа по перевозкам опасных грузов (WP.15) рассмотрела на своей 104-й сессии предложение о том, чтобы исключить слово «</w:t>
      </w:r>
      <w:r w:rsidR="001344EE" w:rsidRPr="00B64497">
        <w:t>европейское</w:t>
      </w:r>
      <w:r w:rsidRPr="00B64497">
        <w:t>» из нынешнего названия ДОПОГ (см. документ ECE/TRANS/WP.15/242, пункты 45–49), с тем чтобы стимулировать присоединение к этому документу дополнительных стран, расположенных за пределами Европы. По этому предложению никаких возражений не поступило. Следовательно, в</w:t>
      </w:r>
      <w:r w:rsidR="001344EE">
        <w:t> </w:t>
      </w:r>
      <w:r w:rsidRPr="00B64497">
        <w:t xml:space="preserve">соответствии с пунктом 1 статьи 13 Соглашения </w:t>
      </w:r>
      <w:r w:rsidR="001344EE" w:rsidRPr="00B64497">
        <w:t xml:space="preserve">правительство </w:t>
      </w:r>
      <w:r w:rsidRPr="00B64497">
        <w:t xml:space="preserve">Португалии представило просьбу о созыве конференции Сторон для внесения поправки в название Соглашения, которая была направлена секретариатом всем Договаривающимся сторонам 12 октября. Комитет </w:t>
      </w:r>
      <w:r w:rsidRPr="00B64497">
        <w:rPr>
          <w:b/>
          <w:bCs/>
        </w:rPr>
        <w:t>отметил</w:t>
      </w:r>
      <w:r w:rsidRPr="00B64497">
        <w:t>, что в соответствии с пунктом 1 статьи 13 ДОПОГ минимальное количество уведомлений от Договаривающихся сторон ДОПОГ о согласии с просьбой Португалии созвать конференцию сторон для исключения слова «</w:t>
      </w:r>
      <w:r w:rsidR="001344EE">
        <w:t>е</w:t>
      </w:r>
      <w:r w:rsidRPr="00B64497">
        <w:t xml:space="preserve">вропейское» из названия соглашения было достигнуто и что конференция сторон будет созвана 13 мая 2019 года в ходе 106-й сессии Рабочей группы по перевозкам опасных грузов (WP.15).  </w:t>
      </w:r>
    </w:p>
    <w:p w:rsidR="009D3E2D" w:rsidRPr="00B64497" w:rsidRDefault="009D3E2D" w:rsidP="00B64497">
      <w:pPr>
        <w:pStyle w:val="SingleTxtG"/>
      </w:pPr>
      <w:r w:rsidRPr="00B64497">
        <w:t>94.</w:t>
      </w:r>
      <w:r w:rsidRPr="00B64497">
        <w:tab/>
        <w:t xml:space="preserve">Комитет </w:t>
      </w:r>
      <w:r w:rsidRPr="00B64497">
        <w:rPr>
          <w:b/>
          <w:bCs/>
        </w:rPr>
        <w:t>принял к сведению</w:t>
      </w:r>
      <w:r w:rsidRPr="00B64497">
        <w:t xml:space="preserve"> информацию, представленную представителями стран Южного Средиземноморья, о важности наличия текста ДОПОГ на арабском языке, который отражал бы положения соглашения после двухлетнего цикла внесения в него поправок, для облегчения присоединения к нему арабоязычных стран и осуществления последними его положений. Комитет отметил усилия по достижению этой цели, предпринимаемые в рамках Проекта ЕвроМед по поддержке развития транспорта.</w:t>
      </w:r>
    </w:p>
    <w:p w:rsidR="009D3E2D" w:rsidRPr="00B64497" w:rsidRDefault="009D3E2D" w:rsidP="00B64497">
      <w:pPr>
        <w:pStyle w:val="SingleTxtG"/>
      </w:pPr>
      <w:r w:rsidRPr="00B64497">
        <w:t>95.</w:t>
      </w:r>
      <w:r w:rsidRPr="00B64497">
        <w:tab/>
        <w:t xml:space="preserve">Комитет </w:t>
      </w:r>
      <w:r w:rsidRPr="00B64497">
        <w:rPr>
          <w:b/>
          <w:bCs/>
        </w:rPr>
        <w:t>отметил</w:t>
      </w:r>
      <w:r w:rsidRPr="00B64497">
        <w:t>, что проекты поправок к приложениям А и В к ДОПОГ, принятые в 2016, 2017 годах и мае 2018 года (воспроизведены в документах ECE/TRANS/WP.15/240 и Corr.1, а также ECE/TRANS/WP.15/240/Add.1), вступили в силу 1 января 2019 года. Было также отмечено, что секретариат опубликовал сводное издание ДОПОГ 2019 года (ECE/TRANS/275, Vols. I и II), в</w:t>
      </w:r>
      <w:r w:rsidR="001344EE">
        <w:t> </w:t>
      </w:r>
      <w:r w:rsidRPr="00B64497">
        <w:t xml:space="preserve">котором учтены эти поправки. </w:t>
      </w:r>
    </w:p>
    <w:p w:rsidR="009D3E2D" w:rsidRPr="00B64497" w:rsidRDefault="009D3E2D" w:rsidP="00B64497">
      <w:pPr>
        <w:pStyle w:val="SingleTxtG"/>
      </w:pPr>
      <w:r w:rsidRPr="00B64497">
        <w:t>96.</w:t>
      </w:r>
      <w:r w:rsidRPr="00B64497">
        <w:tab/>
        <w:t xml:space="preserve">Комитет </w:t>
      </w:r>
      <w:r w:rsidRPr="00B64497">
        <w:rPr>
          <w:b/>
          <w:bCs/>
        </w:rPr>
        <w:t>отметил</w:t>
      </w:r>
      <w:r w:rsidRPr="00B64497">
        <w:t>, что проекты поправок к прилагаемым к ВОПОГ Правилам, которые были приняты в 2016, 2017 и 2018 годах (воспроизведены в документах ECE/ADN/45, ECE/ADN/45/Corr.1 и ECE/ADN/45/Add.1), вступили в силу 1 января 2019 года. Было также отмечено, что секретариат опубликовал сводное издание ВОПОГ 2019 года (ECE/TRANS/276, Vols. I и II), в котором учтены эти поправки. Число Договаривающихся сторон ВОПОГ по-прежнему составляет 18.</w:t>
      </w:r>
    </w:p>
    <w:p w:rsidR="009D3E2D" w:rsidRPr="00B64497" w:rsidRDefault="009D3E2D" w:rsidP="00B64497">
      <w:pPr>
        <w:pStyle w:val="SingleTxtG"/>
      </w:pPr>
      <w:r w:rsidRPr="00B64497">
        <w:t>97.</w:t>
      </w:r>
      <w:r w:rsidRPr="00B64497">
        <w:tab/>
        <w:t xml:space="preserve">Комитет </w:t>
      </w:r>
      <w:r w:rsidRPr="00B64497">
        <w:rPr>
          <w:b/>
          <w:bCs/>
        </w:rPr>
        <w:t>отметил</w:t>
      </w:r>
      <w:r w:rsidRPr="00B64497">
        <w:t>, что Совместным совещанием Комиссии экспертов МПОГ и Рабочей группы по перевозке опасных грузов, самой Рабочей группой и Совместным совещанием экспертов по Правилам, прилагаемым к ВОПОГ, были приняты другие проекты поправок к ДОПОГ, МПОГ и ВОПОГ для предполагаемого вступления в силу 1 января 2021 года.</w:t>
      </w:r>
    </w:p>
    <w:p w:rsidR="009D3E2D" w:rsidRPr="00B64497" w:rsidRDefault="009D3E2D" w:rsidP="00B64497">
      <w:pPr>
        <w:pStyle w:val="SingleTxtG"/>
      </w:pPr>
      <w:r w:rsidRPr="00B64497">
        <w:t>98.</w:t>
      </w:r>
      <w:r w:rsidRPr="00B64497">
        <w:tab/>
        <w:t xml:space="preserve">Комитет </w:t>
      </w:r>
      <w:r w:rsidRPr="00B64497">
        <w:rPr>
          <w:b/>
          <w:bCs/>
        </w:rPr>
        <w:t>отметил</w:t>
      </w:r>
      <w:r w:rsidRPr="00B64497">
        <w:t>, что Совместное совещание экспертов по Правилам, прилагаемым к ВОПОГ (Комитет по вопросам безопасности ВОПОГ) (WP.15/AC.2), и</w:t>
      </w:r>
      <w:r w:rsidR="001344EE">
        <w:t> </w:t>
      </w:r>
      <w:r w:rsidRPr="00B64497">
        <w:t>Административного комитета ВОПОГ провели свои тридцать четвертую и двадцать вторую сессии 21−25 января 2019 года и 25 января 2019 года соответственно.</w:t>
      </w:r>
    </w:p>
    <w:p w:rsidR="009D3E2D" w:rsidRPr="00B64497" w:rsidRDefault="009D3E2D" w:rsidP="00B64497">
      <w:pPr>
        <w:pStyle w:val="H1G"/>
        <w:pageBreakBefore/>
        <w:ind w:left="1138" w:right="1138" w:hanging="1138"/>
        <w:rPr>
          <w:szCs w:val="24"/>
        </w:rPr>
      </w:pPr>
      <w:r w:rsidRPr="00B64497">
        <w:lastRenderedPageBreak/>
        <w:tab/>
        <w:t>J.</w:t>
      </w:r>
      <w:r w:rsidRPr="00B64497">
        <w:tab/>
        <w:t>Перевозка скоропортящихся пищевых продуктов</w:t>
      </w:r>
    </w:p>
    <w:p w:rsidR="009D3E2D" w:rsidRPr="00B64497" w:rsidRDefault="009D3E2D" w:rsidP="00B64497">
      <w:pPr>
        <w:pStyle w:val="SingleTxtG"/>
      </w:pPr>
      <w:r w:rsidRPr="00B64497">
        <w:rPr>
          <w:i/>
          <w:iCs/>
        </w:rPr>
        <w:t>Документация:</w:t>
      </w:r>
      <w:r w:rsidRPr="00B64497">
        <w:t xml:space="preserve"> </w:t>
      </w:r>
      <w:r w:rsidRPr="00B64497">
        <w:tab/>
      </w:r>
      <w:r w:rsidRPr="00B64497">
        <w:rPr>
          <w:lang w:val="en-US"/>
        </w:rPr>
        <w:t>ECE</w:t>
      </w:r>
      <w:r w:rsidRPr="00B64497">
        <w:t>/</w:t>
      </w:r>
      <w:r w:rsidRPr="00B64497">
        <w:rPr>
          <w:lang w:val="en-US"/>
        </w:rPr>
        <w:t>TRANS</w:t>
      </w:r>
      <w:r w:rsidRPr="00B64497">
        <w:t>/</w:t>
      </w:r>
      <w:r w:rsidRPr="00B64497">
        <w:rPr>
          <w:lang w:val="en-US"/>
        </w:rPr>
        <w:t>WP</w:t>
      </w:r>
      <w:r w:rsidRPr="00B64497">
        <w:t xml:space="preserve">.11/237, </w:t>
      </w:r>
      <w:r w:rsidRPr="00B64497">
        <w:rPr>
          <w:lang w:val="en-US"/>
        </w:rPr>
        <w:t>ECE</w:t>
      </w:r>
      <w:r w:rsidRPr="00B64497">
        <w:t>/</w:t>
      </w:r>
      <w:r w:rsidRPr="00B64497">
        <w:rPr>
          <w:lang w:val="en-US"/>
        </w:rPr>
        <w:t>TRANS</w:t>
      </w:r>
      <w:r w:rsidRPr="00B64497">
        <w:t>/</w:t>
      </w:r>
      <w:r w:rsidRPr="00B64497">
        <w:rPr>
          <w:lang w:val="en-US"/>
        </w:rPr>
        <w:t>WP</w:t>
      </w:r>
      <w:r w:rsidRPr="00B64497">
        <w:t>.11/239</w:t>
      </w:r>
    </w:p>
    <w:p w:rsidR="009D3E2D" w:rsidRPr="00B64497" w:rsidRDefault="009D3E2D" w:rsidP="00B64497">
      <w:pPr>
        <w:pStyle w:val="SingleTxtG"/>
      </w:pPr>
      <w:r w:rsidRPr="00B64497">
        <w:t>99.</w:t>
      </w:r>
      <w:r w:rsidRPr="00B64497">
        <w:tab/>
        <w:t xml:space="preserve">Председатель Рабочей группы по перевозкам скоропортящихся пищевых продуктов (WP.11) г-н Тельму Нобре (Португалия) </w:t>
      </w:r>
      <w:r w:rsidRPr="00B64497">
        <w:rPr>
          <w:b/>
          <w:bCs/>
        </w:rPr>
        <w:t xml:space="preserve">проинформировал </w:t>
      </w:r>
      <w:r w:rsidRPr="00B64497">
        <w:t xml:space="preserve">Комитет о состоянии предлагаемых поправок к Соглашению о международных перевозках скоропортящихся пищевых продуктов и о специальных транспортных средствах, предназначенных для этих перевозок (СПС), которые были приняты на семьдесят третьей и семьдесят четвертой сессиях WP.11 в 2017 и 2018 годах (ECE/TRANS/WP.11/237, приложение I, и ECE/TRANS/WP.11/239, приложение I). </w:t>
      </w:r>
    </w:p>
    <w:p w:rsidR="009D3E2D" w:rsidRPr="00B64497" w:rsidRDefault="009D3E2D" w:rsidP="00B64497">
      <w:pPr>
        <w:pStyle w:val="SingleTxtG"/>
      </w:pPr>
      <w:r w:rsidRPr="00B64497">
        <w:t>100.</w:t>
      </w:r>
      <w:r w:rsidRPr="00B64497">
        <w:tab/>
        <w:t xml:space="preserve">Комитет </w:t>
      </w:r>
      <w:r w:rsidRPr="00B64497">
        <w:rPr>
          <w:b/>
          <w:bCs/>
        </w:rPr>
        <w:t>отметил</w:t>
      </w:r>
      <w:r w:rsidRPr="00B64497">
        <w:t xml:space="preserve">, что число Договаривающихся сторон Соглашения </w:t>
      </w:r>
      <w:r w:rsidR="001344EE">
        <w:br/>
      </w:r>
      <w:r w:rsidRPr="00B64497">
        <w:t>по-прежнему составляет 50.</w:t>
      </w:r>
    </w:p>
    <w:p w:rsidR="009D3E2D" w:rsidRPr="00B64497" w:rsidRDefault="009D3E2D" w:rsidP="00B64497">
      <w:pPr>
        <w:pStyle w:val="SingleTxtG"/>
      </w:pPr>
      <w:r w:rsidRPr="00B64497">
        <w:t>101.</w:t>
      </w:r>
      <w:r w:rsidRPr="00B64497">
        <w:tab/>
        <w:t xml:space="preserve">Комитет </w:t>
      </w:r>
      <w:r w:rsidRPr="00B64497">
        <w:rPr>
          <w:b/>
          <w:bCs/>
        </w:rPr>
        <w:t>отметил</w:t>
      </w:r>
      <w:r w:rsidRPr="00B64497">
        <w:t>, что WP.11 в ходе своей семьдесят четвертой сессии провела круглый стол для обсуждения вопроса о путях совершенствования деятельности Рабочей группы и приняла следующие решения:</w:t>
      </w:r>
    </w:p>
    <w:p w:rsidR="009D3E2D" w:rsidRPr="00B64497" w:rsidRDefault="009D3E2D" w:rsidP="00B64497">
      <w:pPr>
        <w:pStyle w:val="SingleTxtG"/>
        <w:ind w:firstLine="567"/>
      </w:pPr>
      <w:r w:rsidRPr="00B64497">
        <w:t>a)</w:t>
      </w:r>
      <w:r w:rsidRPr="00B64497">
        <w:tab/>
        <w:t>изучить возможность включения не имеющих обязательной силы положений о перевозке свежих фруктов и овощей;</w:t>
      </w:r>
    </w:p>
    <w:p w:rsidR="009D3E2D" w:rsidRPr="00B64497" w:rsidRDefault="009D3E2D" w:rsidP="00B64497">
      <w:pPr>
        <w:pStyle w:val="SingleTxtG"/>
        <w:ind w:firstLine="567"/>
      </w:pPr>
      <w:r w:rsidRPr="00B64497">
        <w:t>b)</w:t>
      </w:r>
      <w:r w:rsidRPr="00B64497">
        <w:tab/>
        <w:t>увеличить число сессий с двух до трех в течение двухгодичного периода, с тем чтобы проводить одну сессию в течение первого года и две сессии в течение второго года;</w:t>
      </w:r>
    </w:p>
    <w:p w:rsidR="009D3E2D" w:rsidRPr="00B64497" w:rsidRDefault="009D3E2D" w:rsidP="00B64497">
      <w:pPr>
        <w:pStyle w:val="SingleTxtG"/>
        <w:ind w:firstLine="567"/>
      </w:pPr>
      <w:r w:rsidRPr="00B64497">
        <w:t>c)</w:t>
      </w:r>
      <w:r w:rsidRPr="00B64497">
        <w:tab/>
        <w:t>увеличить цикл поправок до двух лет с возможностью уведомления о поправках, касающихся срочных вопросов, в любое время в течение цикла;</w:t>
      </w:r>
    </w:p>
    <w:p w:rsidR="009D3E2D" w:rsidRPr="00B64497" w:rsidRDefault="009D3E2D" w:rsidP="00B64497">
      <w:pPr>
        <w:pStyle w:val="SingleTxtG"/>
        <w:ind w:firstLine="567"/>
      </w:pPr>
      <w:r w:rsidRPr="00B64497">
        <w:t>d)</w:t>
      </w:r>
      <w:r w:rsidRPr="00B64497">
        <w:tab/>
        <w:t>не изменять правила процедуры Рабочей группы или статью 18 Соглашения СПС в отношении снятия требования консенсуса. Рабочая группа:</w:t>
      </w:r>
    </w:p>
    <w:p w:rsidR="009D3E2D" w:rsidRPr="00B64497" w:rsidRDefault="009D3E2D" w:rsidP="00B64497">
      <w:pPr>
        <w:pStyle w:val="SingleTxtG"/>
        <w:ind w:left="1701"/>
      </w:pPr>
      <w:r w:rsidRPr="00B64497">
        <w:t>i)</w:t>
      </w:r>
      <w:r w:rsidRPr="00B64497">
        <w:tab/>
        <w:t>сочла, что существуют другие способы увеличения числа принятых поправок и поддержания актуальности Соглашения;</w:t>
      </w:r>
    </w:p>
    <w:p w:rsidR="009D3E2D" w:rsidRPr="00B64497" w:rsidRDefault="009D3E2D" w:rsidP="00B64497">
      <w:pPr>
        <w:pStyle w:val="SingleTxtG"/>
        <w:ind w:left="1701"/>
      </w:pPr>
      <w:r w:rsidRPr="00B64497">
        <w:t>ii)</w:t>
      </w:r>
      <w:r w:rsidRPr="00B64497">
        <w:tab/>
        <w:t>настоятельно призвала своих членов активнее работать между сессиями для согласования предложений и четко разъяснять причины отказа, с тем чтобы предложения можно было улучшить;</w:t>
      </w:r>
    </w:p>
    <w:p w:rsidR="009D3E2D" w:rsidRPr="00B64497" w:rsidRDefault="009D3E2D" w:rsidP="00B64497">
      <w:pPr>
        <w:pStyle w:val="SingleTxtG"/>
        <w:ind w:left="1701"/>
      </w:pPr>
      <w:r w:rsidRPr="00B64497">
        <w:t>iii)</w:t>
      </w:r>
      <w:r w:rsidRPr="00B64497">
        <w:tab/>
        <w:t>предложила рассмотреть вопрос о проведении четкого различия между статьями Соглашения и техническими положениями/условиями использования для содействия принятию поправок технического характера.</w:t>
      </w:r>
    </w:p>
    <w:p w:rsidR="009D3E2D" w:rsidRPr="00B64497" w:rsidRDefault="009D3E2D" w:rsidP="00B64497">
      <w:pPr>
        <w:pStyle w:val="SingleTxtG"/>
      </w:pPr>
      <w:r w:rsidRPr="00B64497">
        <w:t>102.</w:t>
      </w:r>
      <w:r w:rsidRPr="00B64497">
        <w:tab/>
        <w:t xml:space="preserve">Комитет </w:t>
      </w:r>
      <w:r w:rsidRPr="00B64497">
        <w:rPr>
          <w:b/>
          <w:bCs/>
        </w:rPr>
        <w:t>одобрил</w:t>
      </w:r>
      <w:r w:rsidRPr="00B64497">
        <w:t xml:space="preserve"> решение Рабочей группы по перевозкам скоропортящихся пищевых продуктов (WP.11) увеличить число сессий с двух до трех в течение двухгодичного периода и </w:t>
      </w:r>
      <w:r w:rsidRPr="00B64497">
        <w:rPr>
          <w:b/>
          <w:bCs/>
        </w:rPr>
        <w:t xml:space="preserve">постановил </w:t>
      </w:r>
      <w:r w:rsidRPr="00B64497">
        <w:t xml:space="preserve">пересмотреть это решение через </w:t>
      </w:r>
      <w:r w:rsidR="001344EE">
        <w:t>два</w:t>
      </w:r>
      <w:r w:rsidRPr="00B64497">
        <w:t xml:space="preserve"> года.</w:t>
      </w:r>
    </w:p>
    <w:p w:rsidR="009D3E2D" w:rsidRPr="00B64497" w:rsidRDefault="009D3E2D" w:rsidP="00B64497">
      <w:pPr>
        <w:pStyle w:val="SingleTxtG"/>
      </w:pPr>
      <w:r w:rsidRPr="00B64497">
        <w:t>103.</w:t>
      </w:r>
      <w:r w:rsidRPr="00B64497">
        <w:tab/>
        <w:t>Другие темы, имеющие важное значение для сохранения актуальности соглашения и его согласования с экономическими, технологическими и политическими изменениями/вызовами</w:t>
      </w:r>
      <w:r w:rsidR="001344EE">
        <w:t>,</w:t>
      </w:r>
      <w:r w:rsidRPr="00B64497">
        <w:t xml:space="preserve"> были обозначены как требующие дальнейшего обсуждения; речь идет о следующем:</w:t>
      </w:r>
    </w:p>
    <w:p w:rsidR="009D3E2D" w:rsidRPr="00B64497" w:rsidRDefault="009D3E2D" w:rsidP="00B64497">
      <w:pPr>
        <w:pStyle w:val="SingleTxtG"/>
        <w:ind w:firstLine="567"/>
      </w:pPr>
      <w:r w:rsidRPr="00B64497">
        <w:t>a)</w:t>
      </w:r>
      <w:r w:rsidRPr="00B64497">
        <w:tab/>
        <w:t>согласование четкого определения сферы действия СПС, включая вводное положение/положение о продлении для обеспечения возможности расширения области его применения, если это будет необходимо;</w:t>
      </w:r>
    </w:p>
    <w:p w:rsidR="009D3E2D" w:rsidRPr="00B64497" w:rsidRDefault="009D3E2D" w:rsidP="00B64497">
      <w:pPr>
        <w:pStyle w:val="SingleTxtG"/>
        <w:ind w:firstLine="567"/>
      </w:pPr>
      <w:r w:rsidRPr="00B64497">
        <w:t>b)</w:t>
      </w:r>
      <w:r w:rsidRPr="00B64497">
        <w:tab/>
        <w:t>включение в Соглашение определения «скоропортящихся пищевых продуктов»;</w:t>
      </w:r>
    </w:p>
    <w:p w:rsidR="009D3E2D" w:rsidRPr="00B64497" w:rsidRDefault="009D3E2D" w:rsidP="00B64497">
      <w:pPr>
        <w:pStyle w:val="SingleTxtG"/>
        <w:ind w:firstLine="567"/>
      </w:pPr>
      <w:r w:rsidRPr="00B64497">
        <w:t>c)</w:t>
      </w:r>
      <w:r w:rsidRPr="00B64497">
        <w:tab/>
        <w:t>поиск общего толкования преамбулы Соглашения, особенно в связи с вопросом соотношения качества и безопасности;</w:t>
      </w:r>
    </w:p>
    <w:p w:rsidR="009D3E2D" w:rsidRPr="00B64497" w:rsidRDefault="009D3E2D" w:rsidP="00B64497">
      <w:pPr>
        <w:pStyle w:val="SingleTxtG"/>
        <w:ind w:firstLine="567"/>
      </w:pPr>
      <w:r w:rsidRPr="00B64497">
        <w:t>d)</w:t>
      </w:r>
      <w:r w:rsidRPr="00B64497">
        <w:tab/>
        <w:t>достижение согласия по вопросу о разработке перечня грузов, охватываемых областью применения;</w:t>
      </w:r>
    </w:p>
    <w:p w:rsidR="009D3E2D" w:rsidRPr="00B64497" w:rsidRDefault="009D3E2D" w:rsidP="00B64497">
      <w:pPr>
        <w:pStyle w:val="SingleTxtG"/>
        <w:ind w:firstLine="567"/>
      </w:pPr>
      <w:r w:rsidRPr="00B64497">
        <w:lastRenderedPageBreak/>
        <w:t>e)</w:t>
      </w:r>
      <w:r w:rsidRPr="00B64497">
        <w:tab/>
        <w:t>адаптация норм и требований СПС к условиям (климатическим, техническим), имеющим место при перевозках скоропортящихся пищевых продуктов в различных климатических зонах.</w:t>
      </w:r>
    </w:p>
    <w:p w:rsidR="009D3E2D" w:rsidRPr="00B64497" w:rsidRDefault="009D3E2D" w:rsidP="00B64497">
      <w:pPr>
        <w:pStyle w:val="SingleTxtG"/>
      </w:pPr>
      <w:r w:rsidRPr="00B64497">
        <w:t>104.</w:t>
      </w:r>
      <w:r w:rsidRPr="00B64497">
        <w:tab/>
        <w:t>В целом было решено, что следует предпринять дальнейшие шаги по повышению согласованности осуществления соглашения:</w:t>
      </w:r>
    </w:p>
    <w:p w:rsidR="009D3E2D" w:rsidRPr="00B64497" w:rsidRDefault="009D3E2D" w:rsidP="00B64497">
      <w:pPr>
        <w:pStyle w:val="SingleTxtG"/>
        <w:ind w:firstLine="567"/>
      </w:pPr>
      <w:r w:rsidRPr="00B64497">
        <w:t>a)</w:t>
      </w:r>
      <w:r w:rsidRPr="00B64497">
        <w:tab/>
        <w:t>можно было бы создать единую базу данных, содержащую образцы свидетельства СПС, с тем чтобы способствовать сокращению случаев подделки и неправильного использования документов и упростить процедуру выдачи новых свидетельств СПС при передаче специальных транспортных средств другому государству;</w:t>
      </w:r>
    </w:p>
    <w:p w:rsidR="009D3E2D" w:rsidRPr="00B64497" w:rsidRDefault="009D3E2D" w:rsidP="00B64497">
      <w:pPr>
        <w:pStyle w:val="SingleTxtG"/>
        <w:ind w:firstLine="567"/>
      </w:pPr>
      <w:r w:rsidRPr="00B64497">
        <w:t>b)</w:t>
      </w:r>
      <w:r w:rsidRPr="00B64497">
        <w:tab/>
        <w:t>Договаривающимся сторонам следует стремиться гармонизировать процедуры для обеспечения соблюдения требований, контроля и использования санкций в разных странах. WP.11 было рекомендовано проанализировать, каким образом другие рабочие группы решают аналогичные проблемы согласования и осуществления, и учесть передовую практику.</w:t>
      </w:r>
    </w:p>
    <w:p w:rsidR="009D3E2D" w:rsidRPr="00B64497" w:rsidRDefault="009D3E2D" w:rsidP="00B64497">
      <w:pPr>
        <w:pStyle w:val="H1G"/>
        <w:rPr>
          <w:szCs w:val="24"/>
        </w:rPr>
      </w:pPr>
      <w:r w:rsidRPr="00B64497">
        <w:tab/>
        <w:t>K.</w:t>
      </w:r>
      <w:r w:rsidRPr="00B64497">
        <w:tab/>
        <w:t>Транспортная статистика и данные</w:t>
      </w:r>
    </w:p>
    <w:p w:rsidR="009D3E2D" w:rsidRPr="00B64497" w:rsidRDefault="009D3E2D" w:rsidP="00B64497">
      <w:pPr>
        <w:pStyle w:val="SingleTxtG"/>
        <w:ind w:left="2866" w:right="1138" w:hanging="1728"/>
        <w:jc w:val="left"/>
      </w:pPr>
      <w:r w:rsidRPr="00B64497">
        <w:rPr>
          <w:i/>
          <w:iCs/>
        </w:rPr>
        <w:t xml:space="preserve">Документация: </w:t>
      </w:r>
      <w:r w:rsidRPr="00B64497">
        <w:rPr>
          <w:i/>
          <w:iCs/>
        </w:rPr>
        <w:tab/>
      </w:r>
      <w:r w:rsidRPr="00B64497">
        <w:t>ECE/TRANS/2019/19, неофициальный документ № 7 (инфокарты), ECE/TRANS/2019/20, ECE/TRANS/WP.6/2018/11, ECE/TRANS/WP.6/2018/8</w:t>
      </w:r>
    </w:p>
    <w:p w:rsidR="009D3E2D" w:rsidRPr="00B64497" w:rsidRDefault="009D3E2D" w:rsidP="00B64497">
      <w:pPr>
        <w:pStyle w:val="SingleTxtG"/>
      </w:pPr>
      <w:r w:rsidRPr="00B64497">
        <w:t>105.</w:t>
      </w:r>
      <w:r w:rsidRPr="00B64497">
        <w:tab/>
        <w:t xml:space="preserve">Председатель Рабочей группы по статистике транспорта (WP.6) г-н Петер Сметс (Нидерланды) </w:t>
      </w:r>
      <w:r w:rsidRPr="00B64497">
        <w:rPr>
          <w:b/>
          <w:bCs/>
        </w:rPr>
        <w:t>проинформировал</w:t>
      </w:r>
      <w:r w:rsidRPr="00B64497">
        <w:t xml:space="preserve"> Комитет о недавней деятельности в области статистики транспорта и ходе осуществления программ обследования движения по автомобильным дорогам категории Е и на железнодорожных линиях категории Е в 2015 году в соответствии с резолюциями № 261 и 262, принятыми на его семьдесят шестой сессии в 2014 году. </w:t>
      </w:r>
    </w:p>
    <w:p w:rsidR="009D3E2D" w:rsidRPr="00B64497" w:rsidRDefault="009D3E2D" w:rsidP="00B64497">
      <w:pPr>
        <w:pStyle w:val="SingleTxtG"/>
      </w:pPr>
      <w:r w:rsidRPr="00B64497">
        <w:t>106.</w:t>
      </w:r>
      <w:r w:rsidRPr="00B64497">
        <w:tab/>
        <w:t xml:space="preserve">Комитет </w:t>
      </w:r>
      <w:r w:rsidRPr="00B64497">
        <w:rPr>
          <w:b/>
          <w:bCs/>
        </w:rPr>
        <w:t>был проинформирован</w:t>
      </w:r>
      <w:r w:rsidRPr="00B64497">
        <w:t xml:space="preserve"> о том, что WP.6 в ходе своей шестьдесят девятой сессии провела рабочее совещание по повышению качества данных в контексте статистики внутренних водных путей, на котором обсуждались такие темы, как новаторские методы сбора данных, в частности посредством использования данных Автоматической идентификационной системы (АИС) для подготовки статистики, общая задача учета перемещений иностранных судов и важное значение разбивки статистических данных о внутренних водных путях по типам грузов. </w:t>
      </w:r>
    </w:p>
    <w:p w:rsidR="009D3E2D" w:rsidRPr="00B64497" w:rsidRDefault="009D3E2D" w:rsidP="00B64497">
      <w:pPr>
        <w:pStyle w:val="SingleTxtG"/>
      </w:pPr>
      <w:r w:rsidRPr="00B64497">
        <w:t>107.</w:t>
      </w:r>
      <w:r w:rsidRPr="00B64497">
        <w:tab/>
        <w:t xml:space="preserve">Комитет </w:t>
      </w:r>
      <w:r w:rsidRPr="00B64497">
        <w:rPr>
          <w:b/>
          <w:bCs/>
        </w:rPr>
        <w:t>был проинформирован</w:t>
      </w:r>
      <w:r w:rsidRPr="00B64497">
        <w:t xml:space="preserve"> о том, что недавно секретариат подготовил ряд публикаций, в том числе Статистика внутреннего транспорта Европы и Северной Америки, Статистика дорожно-транспортных происшествий в Европе и Северной Америке, а также инфокарты транспортной статистики, в которых были резюмированы ключевые транспортные статистические данные для государств – членов ЕЭК ООН (ECE/TRANS/2019/19 и неофициальный документ № 7). Комитет </w:t>
      </w:r>
      <w:r w:rsidRPr="00B64497">
        <w:rPr>
          <w:b/>
          <w:bCs/>
        </w:rPr>
        <w:t>отметил</w:t>
      </w:r>
      <w:r w:rsidRPr="00B64497">
        <w:t>, что WP.6 продолжает активно участвовать в подготовке данных для наблюдения за достижением связанных с транспортом Целей в области устойчивого развития и различными средствами повышает транспарентность этих данных. В</w:t>
      </w:r>
      <w:r w:rsidR="001344EE">
        <w:t> </w:t>
      </w:r>
      <w:r w:rsidRPr="00B64497">
        <w:t>частности, были приняты к сведению новые дискуссионные документы секретариата</w:t>
      </w:r>
      <w:r w:rsidR="001344EE">
        <w:t>,</w:t>
      </w:r>
      <w:r w:rsidRPr="00B64497">
        <w:t xml:space="preserve"> посвященные целям в области устойчивого развития, связанным с транспортом, и была представлена информация о его продолжающихся усилиях в том, что касается управления потоками данных по показателю 9.1.2 достижения ЦУР.</w:t>
      </w:r>
    </w:p>
    <w:p w:rsidR="009D3E2D" w:rsidRPr="00B64497" w:rsidRDefault="009D3E2D" w:rsidP="00B64497">
      <w:pPr>
        <w:pStyle w:val="SingleTxtG"/>
      </w:pPr>
      <w:r w:rsidRPr="00B64497">
        <w:t>108.</w:t>
      </w:r>
      <w:r w:rsidRPr="00B64497">
        <w:tab/>
        <w:t xml:space="preserve">Комитет </w:t>
      </w:r>
      <w:r w:rsidRPr="00B64497">
        <w:rPr>
          <w:b/>
          <w:bCs/>
        </w:rPr>
        <w:t>принял к сведению</w:t>
      </w:r>
      <w:r w:rsidRPr="00B64497">
        <w:t xml:space="preserve">, что в 2018 году WP.6 одобрила проект пятого варианта Глоссария по статистике транспорта, подготовленного в сотрудничестве с Евростатом и Международным транспортным форумом, и что публикация окончательного документа ожидается в 2019 году. </w:t>
      </w:r>
    </w:p>
    <w:p w:rsidR="009D3E2D" w:rsidRPr="00B64497" w:rsidRDefault="009D3E2D" w:rsidP="00B64497">
      <w:pPr>
        <w:pStyle w:val="SingleTxtG"/>
      </w:pPr>
      <w:r w:rsidRPr="00B64497">
        <w:t>109.</w:t>
      </w:r>
      <w:r w:rsidRPr="00B64497">
        <w:tab/>
        <w:t xml:space="preserve">Комитет </w:t>
      </w:r>
      <w:r w:rsidRPr="00B64497">
        <w:rPr>
          <w:b/>
          <w:bCs/>
        </w:rPr>
        <w:t>рассмотрел и одобрил</w:t>
      </w:r>
      <w:r w:rsidRPr="00B64497">
        <w:t xml:space="preserve"> рекомендации правительствам, касающиеся обследования движения по автомобильным дорогам категории Е 2020 года (ECE/TRANS/WP.6/2018/11), и соответствующий проект резолюции № 266 </w:t>
      </w:r>
      <w:r w:rsidRPr="00B64497">
        <w:lastRenderedPageBreak/>
        <w:t xml:space="preserve">(ECE/TRANS/WP.6/2018/11, глава XIII), которые были приняты WP.6, отметив потенциальную пользу визуального отображения данных обследования, содержащегося в документе ECE/TRANS/2019/20 </w:t>
      </w:r>
      <w:r w:rsidR="001344EE">
        <w:t>–</w:t>
      </w:r>
      <w:r w:rsidRPr="00B64497">
        <w:t xml:space="preserve"> см. приложение IV. В то же время Комитет </w:t>
      </w:r>
      <w:r w:rsidRPr="00B64497">
        <w:rPr>
          <w:b/>
          <w:bCs/>
        </w:rPr>
        <w:t>выразил обеспокоенность</w:t>
      </w:r>
      <w:r w:rsidRPr="00B64497">
        <w:t xml:space="preserve"> по поводу снижения количества ответов за последние годы и </w:t>
      </w:r>
      <w:r w:rsidRPr="00B64497">
        <w:rPr>
          <w:b/>
          <w:bCs/>
        </w:rPr>
        <w:t xml:space="preserve">призвал </w:t>
      </w:r>
      <w:r w:rsidRPr="00B64497">
        <w:t xml:space="preserve">своих членов исправить эту ситуацию. Комитет </w:t>
      </w:r>
      <w:r w:rsidRPr="00B64497">
        <w:rPr>
          <w:b/>
          <w:bCs/>
        </w:rPr>
        <w:t>предложил своим государствам-членам</w:t>
      </w:r>
      <w:r w:rsidRPr="00B64497">
        <w:t xml:space="preserve"> поощрять свои национальные статистические управления, учреждения, отвечающие за инфраструктуру, и другие ключевые субъекты к сотрудничеству с целью представить в секретариат необходимые данные за 2020 год в табличной форме, а также файлы ГИС (предпочтительно в формате «Шейп-файл»).</w:t>
      </w:r>
    </w:p>
    <w:p w:rsidR="009D3E2D" w:rsidRPr="00B64497" w:rsidRDefault="009D3E2D" w:rsidP="00B64497">
      <w:pPr>
        <w:pStyle w:val="SingleTxtG"/>
      </w:pPr>
      <w:r w:rsidRPr="00B64497">
        <w:t>110.</w:t>
      </w:r>
      <w:r w:rsidRPr="00B64497">
        <w:tab/>
        <w:t xml:space="preserve">Комитет </w:t>
      </w:r>
      <w:r w:rsidRPr="00B64497">
        <w:rPr>
          <w:b/>
          <w:bCs/>
        </w:rPr>
        <w:t>рассмотрел и одобрил</w:t>
      </w:r>
      <w:r w:rsidRPr="00B64497">
        <w:t xml:space="preserve"> рекомендации правительствам, касающиеся обследования движения на железнодорожных линиях категории Е 2020 года (ECE/TRANS/WP.6/2018/8), и соответствующий проект резолюции №</w:t>
      </w:r>
      <w:r w:rsidRPr="00B64497">
        <w:rPr>
          <w:lang w:val="en-US"/>
        </w:rPr>
        <w:t> </w:t>
      </w:r>
      <w:r w:rsidRPr="00B64497">
        <w:t>267 (ECE/TRANS/WP.6/2018/8, глава XII), которые были приняты WP.6</w:t>
      </w:r>
      <w:r w:rsidR="00E40051">
        <w:t xml:space="preserve"> –</w:t>
      </w:r>
      <w:r w:rsidRPr="00B64497">
        <w:t xml:space="preserve"> см.</w:t>
      </w:r>
      <w:r w:rsidR="00E40051">
        <w:t> </w:t>
      </w:r>
      <w:r w:rsidRPr="00B64497">
        <w:t>приложение</w:t>
      </w:r>
      <w:r w:rsidRPr="00B64497">
        <w:rPr>
          <w:lang w:val="en-US"/>
        </w:rPr>
        <w:t> </w:t>
      </w:r>
      <w:r w:rsidRPr="00B64497">
        <w:t>V.</w:t>
      </w:r>
    </w:p>
    <w:p w:rsidR="009D3E2D" w:rsidRPr="00B64497" w:rsidRDefault="009D3E2D" w:rsidP="00B64497">
      <w:pPr>
        <w:pStyle w:val="HChG"/>
      </w:pPr>
      <w:r w:rsidRPr="00B64497">
        <w:tab/>
        <w:t>VIII.</w:t>
      </w:r>
      <w:r w:rsidRPr="00B64497">
        <w:tab/>
      </w:r>
      <w:r w:rsidRPr="00B64497">
        <w:rPr>
          <w:bCs/>
        </w:rPr>
        <w:t xml:space="preserve">Вопросы, вытекающие из решений Европейской экономической комиссии Организации Объединенных Наций (ЕЭК), Экономического и Социального Совета (ЭКОСОС) и других органов и конференций Организации Объединенных Наций </w:t>
      </w:r>
      <w:r w:rsidRPr="00B64497">
        <w:rPr>
          <w:bCs/>
        </w:rPr>
        <w:br/>
        <w:t>(пункт 6 повестки дня)</w:t>
      </w:r>
    </w:p>
    <w:p w:rsidR="009D3E2D" w:rsidRPr="00B64497" w:rsidRDefault="009D3E2D" w:rsidP="00B64497">
      <w:pPr>
        <w:pStyle w:val="H1G"/>
        <w:rPr>
          <w:szCs w:val="24"/>
        </w:rPr>
      </w:pPr>
      <w:r w:rsidRPr="00B64497">
        <w:tab/>
        <w:t>A.</w:t>
      </w:r>
      <w:r w:rsidRPr="00B64497">
        <w:tab/>
        <w:t>ЕЭК, ЭКОСОС и другие органы и конференции Организации Объединенных Наций</w:t>
      </w:r>
    </w:p>
    <w:p w:rsidR="009D3E2D" w:rsidRPr="00B64497" w:rsidRDefault="009D3E2D" w:rsidP="00B64497">
      <w:pPr>
        <w:pStyle w:val="SingleTxtG"/>
      </w:pPr>
      <w:r w:rsidRPr="00B64497">
        <w:t>111.</w:t>
      </w:r>
      <w:r w:rsidRPr="00B64497">
        <w:tab/>
        <w:t xml:space="preserve">Комитет </w:t>
      </w:r>
      <w:r w:rsidRPr="00B64497">
        <w:rPr>
          <w:b/>
          <w:bCs/>
        </w:rPr>
        <w:t>был проинформирован</w:t>
      </w:r>
      <w:r w:rsidRPr="00B64497">
        <w:t xml:space="preserve"> секретариатом о вопросах, вытекающих из последних решений ЕЭК, ЭКОСОС и других органов и конференций Организации Объединенных Наций, которые представляют интерес для Комитета.</w:t>
      </w:r>
    </w:p>
    <w:p w:rsidR="009D3E2D" w:rsidRPr="00B64497" w:rsidRDefault="009D3E2D" w:rsidP="00B64497">
      <w:pPr>
        <w:pStyle w:val="H1G"/>
        <w:rPr>
          <w:szCs w:val="24"/>
        </w:rPr>
      </w:pPr>
      <w:bookmarkStart w:id="13" w:name="_Hlk531876769"/>
      <w:r w:rsidRPr="00B64497">
        <w:tab/>
        <w:t>B.</w:t>
      </w:r>
      <w:r w:rsidRPr="00B64497">
        <w:tab/>
        <w:t>Диалог с региональными комиссиями Организации Объединенных Наций о текущей деятельности, связанной с внутренним транспортом</w:t>
      </w:r>
    </w:p>
    <w:p w:rsidR="009D3E2D" w:rsidRPr="00B64497" w:rsidRDefault="009D3E2D" w:rsidP="00B64497">
      <w:pPr>
        <w:pStyle w:val="SingleTxtG"/>
      </w:pPr>
      <w:r w:rsidRPr="00B64497">
        <w:t>112.</w:t>
      </w:r>
      <w:r w:rsidRPr="00B64497">
        <w:tab/>
        <w:t xml:space="preserve">В свете принятой стратегией КВТ, а также учитывая глобальный охват многих конвенций, находящихся в ведении КВТ, Комитет </w:t>
      </w:r>
      <w:r w:rsidRPr="00B64497">
        <w:rPr>
          <w:b/>
          <w:bCs/>
        </w:rPr>
        <w:t>просил</w:t>
      </w:r>
      <w:r w:rsidRPr="00B64497">
        <w:t xml:space="preserve"> секретариат проводить консультации по вопросам налаживания отношений в духе сотрудничества с другими региональными комиссиями ООН.</w:t>
      </w:r>
      <w:bookmarkEnd w:id="13"/>
    </w:p>
    <w:p w:rsidR="009D3E2D" w:rsidRPr="00B64497" w:rsidRDefault="009D3E2D" w:rsidP="00B64497">
      <w:pPr>
        <w:pStyle w:val="SingleTxtG"/>
      </w:pPr>
      <w:r w:rsidRPr="00B64497">
        <w:t>113.</w:t>
      </w:r>
      <w:r w:rsidRPr="00B64497">
        <w:tab/>
        <w:t xml:space="preserve">Комитет </w:t>
      </w:r>
      <w:r w:rsidRPr="00B64497">
        <w:rPr>
          <w:b/>
          <w:bCs/>
        </w:rPr>
        <w:t>принял к сведению</w:t>
      </w:r>
      <w:r w:rsidRPr="00B64497">
        <w:t xml:space="preserve"> последнюю информацию, представленную секретариатом, касательно предложения Экономической и социальной комиссии для Азии и Тихого океана ООН (ЭСКАТО) об учреждении межрегионального координационного комитета по перевозкам между Азией и Европой.</w:t>
      </w:r>
    </w:p>
    <w:p w:rsidR="009D3E2D" w:rsidRPr="00B64497" w:rsidRDefault="009D3E2D" w:rsidP="00B64497">
      <w:pPr>
        <w:pStyle w:val="SingleTxtG"/>
      </w:pPr>
      <w:r w:rsidRPr="00B64497">
        <w:t>114.</w:t>
      </w:r>
      <w:r w:rsidRPr="00B64497">
        <w:tab/>
        <w:t xml:space="preserve">Будучи убежден в том, что устойчивая транспортная связность является одним из главных факторов всеобъемлющего и устойчивого развития, вновь заявляя о своей поддержке межрегиональной координации для дальнейшего повышения транспортной связности между Европой и Азией, имея в виду различные виды деятельности, проводящейся ЕЭК и ЭСКАТО, а также основываясь на решениях, принятых ЕЭК в отношении транспортной связности, Комитет </w:t>
      </w:r>
      <w:r w:rsidRPr="00B64497">
        <w:rPr>
          <w:b/>
          <w:bCs/>
        </w:rPr>
        <w:t xml:space="preserve">просил секретариат </w:t>
      </w:r>
      <w:r w:rsidRPr="00B64497">
        <w:t xml:space="preserve">продолжить налаживать сотрудничество с секретариатом ЭСКАТО, с тем чтобы изучить, совместно с Бюро КВТ, возможности для совместной организации </w:t>
      </w:r>
      <w:r w:rsidRPr="00B64497">
        <w:br/>
        <w:t>в Женеве – наиболее экономически эффективным способом – консультаций между ЕЭК и ЭСКАТО, открытых для всех государств</w:t>
      </w:r>
      <w:r w:rsidR="001344EE">
        <w:t xml:space="preserve"> – </w:t>
      </w:r>
      <w:r w:rsidRPr="00B64497">
        <w:t xml:space="preserve">членов ЕЭК и ЭСКАТО, по проблематике устойчивой транспортной связности, а также просил секретариат </w:t>
      </w:r>
      <w:r w:rsidRPr="00B64497">
        <w:lastRenderedPageBreak/>
        <w:t>представить, в сотрудничестве с Бюро КВТ, р</w:t>
      </w:r>
      <w:r w:rsidR="001344EE">
        <w:t>езультаты этих усилий на восемьдесят второй</w:t>
      </w:r>
      <w:r w:rsidRPr="00B64497">
        <w:t xml:space="preserve"> сессии КВТ и сформулировать предложения для будущего сотрудничества.</w:t>
      </w:r>
    </w:p>
    <w:p w:rsidR="009D3E2D" w:rsidRPr="00B64497" w:rsidRDefault="009D3E2D" w:rsidP="00B64497">
      <w:pPr>
        <w:pStyle w:val="HChG"/>
      </w:pPr>
      <w:r w:rsidRPr="00B64497">
        <w:tab/>
        <w:t>IX.</w:t>
      </w:r>
      <w:r w:rsidRPr="00B64497">
        <w:tab/>
      </w:r>
      <w:r w:rsidRPr="00B64497">
        <w:rPr>
          <w:bCs/>
        </w:rPr>
        <w:t xml:space="preserve">Проект годового доклада о деятельности вспомогательных органов Комитета в 2018 году </w:t>
      </w:r>
      <w:r w:rsidRPr="00B64497">
        <w:rPr>
          <w:bCs/>
        </w:rPr>
        <w:br/>
        <w:t>(пункт 7 повестки дня)</w:t>
      </w:r>
    </w:p>
    <w:p w:rsidR="009D3E2D" w:rsidRPr="00B64497" w:rsidRDefault="009D3E2D" w:rsidP="00B64497">
      <w:pPr>
        <w:spacing w:after="120"/>
        <w:ind w:left="1134" w:right="1134"/>
        <w:jc w:val="both"/>
      </w:pPr>
      <w:r w:rsidRPr="00B64497">
        <w:rPr>
          <w:i/>
          <w:iCs/>
        </w:rPr>
        <w:t>Документация:</w:t>
      </w:r>
      <w:r w:rsidRPr="00B64497">
        <w:t xml:space="preserve"> </w:t>
      </w:r>
      <w:r w:rsidRPr="00B64497">
        <w:tab/>
        <w:t>ECE/TRANS/2019/21/Rev.1, неофициальный документ № 8</w:t>
      </w:r>
    </w:p>
    <w:p w:rsidR="009D3E2D" w:rsidRPr="00B64497" w:rsidRDefault="009D3E2D" w:rsidP="00B64497">
      <w:pPr>
        <w:spacing w:after="120"/>
        <w:ind w:left="1134" w:right="1134"/>
        <w:jc w:val="both"/>
      </w:pPr>
      <w:r w:rsidRPr="00B64497">
        <w:t>115.</w:t>
      </w:r>
      <w:r w:rsidRPr="00B64497">
        <w:tab/>
        <w:t xml:space="preserve">Комитету </w:t>
      </w:r>
      <w:r w:rsidRPr="00B64497">
        <w:rPr>
          <w:b/>
          <w:bCs/>
        </w:rPr>
        <w:t xml:space="preserve">был представлен </w:t>
      </w:r>
      <w:r w:rsidRPr="00B64497">
        <w:t>всеобъемлющий доклад о деятельности вспомогательных органов Комитета в 2018 году по административному сопровождению 58 конвенций, соглашений и других правовых документов Организации Объединенных Наций, которые составляют международную нормативно-правовую базу в области автомобильного, железнодорожного, внутреннего водного и интермодального транспорта, перевозок опасных грузов, а</w:t>
      </w:r>
      <w:r w:rsidR="001344EE">
        <w:t> </w:t>
      </w:r>
      <w:r w:rsidRPr="00B64497">
        <w:t xml:space="preserve">также по вопросам, связанным с конструкцией транспортных средств (ECE/TRANS/2019/21/Rev.1). Эта деятельность способствовала достижению целей в области устойчивого развития и проводилась в форме диалога по вопросам политики и нормативно-правовой работы, аналитической деятельности, а также мероприятий по наращиванию потенциала и оказанию технической помощи. В проекте годового доклада для делегатов, участвующих в работе КВТ, изложена краткая информация в формате, пригодном для широкого распространения. Комитету </w:t>
      </w:r>
      <w:r w:rsidRPr="00B64497">
        <w:rPr>
          <w:b/>
          <w:bCs/>
        </w:rPr>
        <w:t>был также представлен</w:t>
      </w:r>
      <w:r w:rsidRPr="00B64497">
        <w:t xml:space="preserve"> доработанный вариант проекта годового доклада с фотографиями (неофициальный документ № 8).</w:t>
      </w:r>
    </w:p>
    <w:p w:rsidR="009D3E2D" w:rsidRPr="00B64497" w:rsidRDefault="009D3E2D" w:rsidP="00B64497">
      <w:pPr>
        <w:pStyle w:val="SingleTxtG"/>
      </w:pPr>
      <w:r w:rsidRPr="00B64497">
        <w:t>116.</w:t>
      </w:r>
      <w:r w:rsidRPr="00B64497">
        <w:tab/>
        <w:t xml:space="preserve">Комитет </w:t>
      </w:r>
      <w:r w:rsidRPr="00B64497">
        <w:rPr>
          <w:b/>
          <w:bCs/>
        </w:rPr>
        <w:t xml:space="preserve">принял к сведению </w:t>
      </w:r>
      <w:r w:rsidRPr="00B64497">
        <w:t>годовой доклад (ECE/TRANS/2019/21/Rev.1).</w:t>
      </w:r>
    </w:p>
    <w:p w:rsidR="009D3E2D" w:rsidRPr="00B64497" w:rsidRDefault="009D3E2D" w:rsidP="00B64497">
      <w:pPr>
        <w:pStyle w:val="HChG"/>
      </w:pPr>
      <w:r w:rsidRPr="00B64497">
        <w:tab/>
        <w:t>X.</w:t>
      </w:r>
      <w:r w:rsidRPr="00B64497">
        <w:tab/>
      </w:r>
      <w:r w:rsidRPr="00B64497">
        <w:rPr>
          <w:bCs/>
        </w:rPr>
        <w:t xml:space="preserve">Вопросы для одобрения Комитетом и вопросы информационного характера: утверждение докладов вспомогательных органов Комитета </w:t>
      </w:r>
      <w:r w:rsidRPr="00B64497">
        <w:rPr>
          <w:bCs/>
        </w:rPr>
        <w:br/>
        <w:t>(пункт 8 повестки дня)</w:t>
      </w:r>
    </w:p>
    <w:p w:rsidR="009D3E2D" w:rsidRPr="00B64497" w:rsidRDefault="009D3E2D" w:rsidP="00B64497">
      <w:pPr>
        <w:kinsoku w:val="0"/>
        <w:overflowPunct w:val="0"/>
        <w:autoSpaceDE w:val="0"/>
        <w:autoSpaceDN w:val="0"/>
        <w:adjustRightInd w:val="0"/>
        <w:snapToGrid w:val="0"/>
        <w:spacing w:after="120"/>
        <w:ind w:left="2866" w:right="1138" w:hanging="1728"/>
      </w:pPr>
      <w:r w:rsidRPr="00B64497">
        <w:rPr>
          <w:i/>
          <w:iCs/>
        </w:rPr>
        <w:t>Документация:</w:t>
      </w:r>
      <w:r w:rsidRPr="00B64497">
        <w:t xml:space="preserve"> </w:t>
      </w:r>
      <w:r w:rsidRPr="00B64497">
        <w:tab/>
      </w:r>
      <w:r w:rsidRPr="00B64497">
        <w:rPr>
          <w:lang w:val="en-US"/>
        </w:rPr>
        <w:t>ECE</w:t>
      </w:r>
      <w:r w:rsidRPr="00B64497">
        <w:t>/</w:t>
      </w:r>
      <w:r w:rsidRPr="00B64497">
        <w:rPr>
          <w:lang w:val="en-US"/>
        </w:rPr>
        <w:t>TRANS</w:t>
      </w:r>
      <w:r w:rsidRPr="00B64497">
        <w:t>/</w:t>
      </w:r>
      <w:r w:rsidRPr="00B64497">
        <w:rPr>
          <w:lang w:val="en-US"/>
        </w:rPr>
        <w:t>WP</w:t>
      </w:r>
      <w:r w:rsidRPr="00B64497">
        <w:t xml:space="preserve">.1/165, </w:t>
      </w:r>
      <w:r w:rsidRPr="00B64497">
        <w:rPr>
          <w:lang w:val="en-US"/>
        </w:rPr>
        <w:t>ECE</w:t>
      </w:r>
      <w:r w:rsidRPr="00B64497">
        <w:t>/</w:t>
      </w:r>
      <w:r w:rsidRPr="00B64497">
        <w:rPr>
          <w:lang w:val="en-US"/>
        </w:rPr>
        <w:t>TRANS</w:t>
      </w:r>
      <w:r w:rsidRPr="00B64497">
        <w:t>/</w:t>
      </w:r>
      <w:r w:rsidRPr="00B64497">
        <w:rPr>
          <w:lang w:val="en-US"/>
        </w:rPr>
        <w:t>WP</w:t>
      </w:r>
      <w:r w:rsidRPr="00B64497">
        <w:t xml:space="preserve">.1/163; </w:t>
      </w:r>
      <w:r w:rsidRPr="00B64497">
        <w:rPr>
          <w:lang w:val="en-US"/>
        </w:rPr>
        <w:t>ECE</w:t>
      </w:r>
      <w:r w:rsidRPr="00B64497">
        <w:t>/</w:t>
      </w:r>
      <w:r w:rsidRPr="00B64497">
        <w:rPr>
          <w:lang w:val="en-US"/>
        </w:rPr>
        <w:t>TRANS</w:t>
      </w:r>
      <w:r w:rsidRPr="00B64497">
        <w:t>/</w:t>
      </w:r>
      <w:r w:rsidRPr="00B64497">
        <w:rPr>
          <w:lang w:val="en-US"/>
        </w:rPr>
        <w:t>WP</w:t>
      </w:r>
      <w:r w:rsidRPr="00B64497">
        <w:t xml:space="preserve">.5/64, </w:t>
      </w:r>
      <w:r w:rsidRPr="00B64497">
        <w:rPr>
          <w:lang w:val="en-US"/>
        </w:rPr>
        <w:t>ECE</w:t>
      </w:r>
      <w:r w:rsidRPr="00B64497">
        <w:t>/</w:t>
      </w:r>
      <w:r w:rsidRPr="00B64497">
        <w:rPr>
          <w:lang w:val="en-US"/>
        </w:rPr>
        <w:t>TRANS</w:t>
      </w:r>
      <w:r w:rsidRPr="00B64497">
        <w:t>/</w:t>
      </w:r>
      <w:r w:rsidRPr="00B64497">
        <w:rPr>
          <w:lang w:val="en-US"/>
        </w:rPr>
        <w:t>WP</w:t>
      </w:r>
      <w:r w:rsidRPr="00B64497">
        <w:t xml:space="preserve">.6/175, </w:t>
      </w:r>
      <w:r w:rsidRPr="00B64497">
        <w:rPr>
          <w:lang w:val="en-US"/>
        </w:rPr>
        <w:t>ECE</w:t>
      </w:r>
      <w:r w:rsidRPr="00B64497">
        <w:t>/</w:t>
      </w:r>
      <w:r w:rsidRPr="00B64497">
        <w:rPr>
          <w:lang w:val="en-US"/>
        </w:rPr>
        <w:t>TRANS</w:t>
      </w:r>
      <w:r w:rsidRPr="00B64497">
        <w:t>/</w:t>
      </w:r>
      <w:r w:rsidRPr="00B64497">
        <w:rPr>
          <w:lang w:val="en-US"/>
        </w:rPr>
        <w:t>WP</w:t>
      </w:r>
      <w:r w:rsidRPr="00B64497">
        <w:t xml:space="preserve">.11/237, </w:t>
      </w:r>
      <w:r w:rsidRPr="00B64497">
        <w:rPr>
          <w:lang w:val="en-US"/>
        </w:rPr>
        <w:t>ECE</w:t>
      </w:r>
      <w:r w:rsidRPr="00B64497">
        <w:t>/</w:t>
      </w:r>
      <w:r w:rsidRPr="00B64497">
        <w:rPr>
          <w:lang w:val="en-US"/>
        </w:rPr>
        <w:t>TRANS</w:t>
      </w:r>
      <w:r w:rsidRPr="00B64497">
        <w:t>/</w:t>
      </w:r>
      <w:r w:rsidRPr="00B64497">
        <w:rPr>
          <w:lang w:val="en-US"/>
        </w:rPr>
        <w:t>WP</w:t>
      </w:r>
      <w:r w:rsidRPr="00B64497">
        <w:t xml:space="preserve">.11/239, </w:t>
      </w:r>
      <w:r w:rsidRPr="00B64497">
        <w:rPr>
          <w:lang w:val="en-US"/>
        </w:rPr>
        <w:t>ECE</w:t>
      </w:r>
      <w:r w:rsidRPr="00B64497">
        <w:t>/</w:t>
      </w:r>
      <w:r w:rsidRPr="00B64497">
        <w:rPr>
          <w:lang w:val="en-US"/>
        </w:rPr>
        <w:t>TRANS</w:t>
      </w:r>
      <w:r w:rsidRPr="00B64497">
        <w:t>/</w:t>
      </w:r>
      <w:r w:rsidRPr="00B64497">
        <w:rPr>
          <w:lang w:val="en-US"/>
        </w:rPr>
        <w:t>WP</w:t>
      </w:r>
      <w:r w:rsidRPr="00B64497">
        <w:t xml:space="preserve">.15/240 и </w:t>
      </w:r>
      <w:r w:rsidRPr="00B64497">
        <w:rPr>
          <w:lang w:val="en-US"/>
        </w:rPr>
        <w:t>Corr</w:t>
      </w:r>
      <w:r w:rsidRPr="00B64497">
        <w:t xml:space="preserve">.1 и </w:t>
      </w:r>
      <w:r w:rsidRPr="00B64497">
        <w:rPr>
          <w:lang w:val="en-US"/>
        </w:rPr>
        <w:t>Add</w:t>
      </w:r>
      <w:r w:rsidRPr="00B64497">
        <w:t xml:space="preserve">.1; </w:t>
      </w:r>
      <w:r w:rsidRPr="00B64497">
        <w:rPr>
          <w:lang w:val="en-US"/>
        </w:rPr>
        <w:t>ECE</w:t>
      </w:r>
      <w:r w:rsidRPr="00B64497">
        <w:t>/</w:t>
      </w:r>
      <w:r w:rsidRPr="00B64497">
        <w:rPr>
          <w:lang w:val="en-US"/>
        </w:rPr>
        <w:t>TRANS</w:t>
      </w:r>
      <w:r w:rsidRPr="00B64497">
        <w:t>/</w:t>
      </w:r>
      <w:r w:rsidRPr="00B64497">
        <w:rPr>
          <w:lang w:val="en-US"/>
        </w:rPr>
        <w:t>WP</w:t>
      </w:r>
      <w:r w:rsidRPr="00B64497">
        <w:t xml:space="preserve">.15/242, </w:t>
      </w:r>
      <w:r w:rsidRPr="00B64497">
        <w:rPr>
          <w:lang w:val="en-US"/>
        </w:rPr>
        <w:t>ECE</w:t>
      </w:r>
      <w:r w:rsidRPr="00B64497">
        <w:t>/</w:t>
      </w:r>
      <w:r w:rsidRPr="00B64497">
        <w:rPr>
          <w:lang w:val="en-US"/>
        </w:rPr>
        <w:t>TRANS</w:t>
      </w:r>
      <w:r w:rsidRPr="00B64497">
        <w:t>/</w:t>
      </w:r>
      <w:r w:rsidRPr="00B64497">
        <w:rPr>
          <w:lang w:val="en-US"/>
        </w:rPr>
        <w:t>WP</w:t>
      </w:r>
      <w:r w:rsidRPr="00B64497">
        <w:t xml:space="preserve">.15/244; </w:t>
      </w:r>
      <w:r w:rsidRPr="00B64497">
        <w:rPr>
          <w:lang w:val="en-US"/>
        </w:rPr>
        <w:t>ECE</w:t>
      </w:r>
      <w:r w:rsidRPr="00B64497">
        <w:t>/</w:t>
      </w:r>
      <w:r w:rsidRPr="00B64497">
        <w:rPr>
          <w:lang w:val="en-US"/>
        </w:rPr>
        <w:t>TRANS</w:t>
      </w:r>
      <w:r w:rsidRPr="00B64497">
        <w:t>/</w:t>
      </w:r>
      <w:r w:rsidRPr="00B64497">
        <w:rPr>
          <w:lang w:val="en-US"/>
        </w:rPr>
        <w:t>WP</w:t>
      </w:r>
      <w:r w:rsidRPr="00B64497">
        <w:t>.15/</w:t>
      </w:r>
      <w:r w:rsidRPr="00B64497">
        <w:rPr>
          <w:lang w:val="en-US"/>
        </w:rPr>
        <w:t>AC</w:t>
      </w:r>
      <w:r w:rsidRPr="00B64497">
        <w:t xml:space="preserve">.1/150 и </w:t>
      </w:r>
      <w:r w:rsidRPr="00B64497">
        <w:rPr>
          <w:lang w:val="en-US"/>
        </w:rPr>
        <w:t>Add</w:t>
      </w:r>
      <w:r w:rsidRPr="00B64497">
        <w:t xml:space="preserve">.1; </w:t>
      </w:r>
      <w:r w:rsidRPr="00B64497">
        <w:rPr>
          <w:lang w:val="en-US"/>
        </w:rPr>
        <w:t>ECE</w:t>
      </w:r>
      <w:r w:rsidRPr="00B64497">
        <w:t>/</w:t>
      </w:r>
      <w:r w:rsidRPr="00B64497">
        <w:rPr>
          <w:lang w:val="en-US"/>
        </w:rPr>
        <w:t>TRANS</w:t>
      </w:r>
      <w:r w:rsidRPr="00B64497">
        <w:t>/</w:t>
      </w:r>
      <w:r w:rsidRPr="00B64497">
        <w:rPr>
          <w:lang w:val="en-US"/>
        </w:rPr>
        <w:t>WP</w:t>
      </w:r>
      <w:r w:rsidRPr="00B64497">
        <w:t>.15/</w:t>
      </w:r>
      <w:r w:rsidRPr="00B64497">
        <w:rPr>
          <w:lang w:val="en-US"/>
        </w:rPr>
        <w:t>AC</w:t>
      </w:r>
      <w:r w:rsidRPr="00B64497">
        <w:t xml:space="preserve">.1/152 и </w:t>
      </w:r>
      <w:r w:rsidRPr="00B64497">
        <w:rPr>
          <w:lang w:val="en-US"/>
        </w:rPr>
        <w:t>Add</w:t>
      </w:r>
      <w:r w:rsidRPr="00B64497">
        <w:t xml:space="preserve">.1; </w:t>
      </w:r>
      <w:r w:rsidRPr="00B64497">
        <w:rPr>
          <w:lang w:val="en-US"/>
        </w:rPr>
        <w:t>ECE</w:t>
      </w:r>
      <w:r w:rsidRPr="00B64497">
        <w:t>/</w:t>
      </w:r>
      <w:r w:rsidRPr="00B64497">
        <w:rPr>
          <w:lang w:val="en-US"/>
        </w:rPr>
        <w:t>TRANS</w:t>
      </w:r>
      <w:r w:rsidRPr="00B64497">
        <w:t>/</w:t>
      </w:r>
      <w:r w:rsidRPr="00B64497">
        <w:rPr>
          <w:lang w:val="en-US"/>
        </w:rPr>
        <w:t>WP</w:t>
      </w:r>
      <w:r w:rsidRPr="00B64497">
        <w:t>.15/</w:t>
      </w:r>
      <w:r w:rsidRPr="00B64497">
        <w:rPr>
          <w:lang w:val="en-US"/>
        </w:rPr>
        <w:t>AC</w:t>
      </w:r>
      <w:r w:rsidRPr="00B64497">
        <w:t xml:space="preserve">.2/68; </w:t>
      </w:r>
      <w:r w:rsidRPr="00B64497">
        <w:rPr>
          <w:lang w:val="en-US"/>
        </w:rPr>
        <w:t>ECE</w:t>
      </w:r>
      <w:r w:rsidRPr="00B64497">
        <w:t>/</w:t>
      </w:r>
      <w:r w:rsidRPr="00B64497">
        <w:rPr>
          <w:lang w:val="en-US"/>
        </w:rPr>
        <w:t>TRANS</w:t>
      </w:r>
      <w:r w:rsidRPr="00B64497">
        <w:t>/</w:t>
      </w:r>
      <w:r w:rsidRPr="00B64497">
        <w:rPr>
          <w:lang w:val="en-US"/>
        </w:rPr>
        <w:t>WP</w:t>
      </w:r>
      <w:r w:rsidRPr="00B64497">
        <w:t>.15/</w:t>
      </w:r>
      <w:r w:rsidRPr="00B64497">
        <w:rPr>
          <w:lang w:val="en-US"/>
        </w:rPr>
        <w:t>AC</w:t>
      </w:r>
      <w:r w:rsidRPr="00B64497">
        <w:t xml:space="preserve">.2/62; </w:t>
      </w:r>
      <w:r w:rsidRPr="00B64497">
        <w:rPr>
          <w:lang w:val="en-US"/>
        </w:rPr>
        <w:t>ECE</w:t>
      </w:r>
      <w:r w:rsidRPr="00B64497">
        <w:t>/</w:t>
      </w:r>
      <w:r w:rsidRPr="00B64497">
        <w:rPr>
          <w:lang w:val="en-US"/>
        </w:rPr>
        <w:t>ADN</w:t>
      </w:r>
      <w:r w:rsidRPr="00B64497">
        <w:t xml:space="preserve">/45 и </w:t>
      </w:r>
      <w:r w:rsidRPr="00B64497">
        <w:rPr>
          <w:lang w:val="en-US"/>
        </w:rPr>
        <w:t>Corr</w:t>
      </w:r>
      <w:r w:rsidRPr="00B64497">
        <w:t xml:space="preserve">.1 и </w:t>
      </w:r>
      <w:r w:rsidRPr="00B64497">
        <w:rPr>
          <w:lang w:val="en-US"/>
        </w:rPr>
        <w:t>Add</w:t>
      </w:r>
      <w:r w:rsidRPr="00B64497">
        <w:t xml:space="preserve">.1, </w:t>
      </w:r>
      <w:r w:rsidRPr="00B64497">
        <w:rPr>
          <w:lang w:val="en-US"/>
        </w:rPr>
        <w:t>ECE</w:t>
      </w:r>
      <w:r w:rsidRPr="00B64497">
        <w:t>/</w:t>
      </w:r>
      <w:r w:rsidRPr="00B64497">
        <w:rPr>
          <w:lang w:val="en-US"/>
        </w:rPr>
        <w:t>ADN</w:t>
      </w:r>
      <w:r w:rsidRPr="00B64497">
        <w:t xml:space="preserve">/47, </w:t>
      </w:r>
      <w:r w:rsidRPr="00B64497">
        <w:rPr>
          <w:lang w:val="en-US"/>
        </w:rPr>
        <w:t>ECE</w:t>
      </w:r>
      <w:r w:rsidRPr="00B64497">
        <w:t>/</w:t>
      </w:r>
      <w:r w:rsidRPr="00B64497">
        <w:rPr>
          <w:lang w:val="en-US"/>
        </w:rPr>
        <w:t>ADN</w:t>
      </w:r>
      <w:r w:rsidRPr="00B64497">
        <w:t xml:space="preserve">/44; </w:t>
      </w:r>
      <w:r w:rsidRPr="00B64497">
        <w:rPr>
          <w:lang w:val="en-US"/>
        </w:rPr>
        <w:t>ECE</w:t>
      </w:r>
      <w:r w:rsidRPr="00B64497">
        <w:t>/</w:t>
      </w:r>
      <w:r w:rsidRPr="00B64497">
        <w:rPr>
          <w:lang w:val="en-US"/>
        </w:rPr>
        <w:t>TRANS</w:t>
      </w:r>
      <w:r w:rsidRPr="00B64497">
        <w:t xml:space="preserve">/275; </w:t>
      </w:r>
      <w:r w:rsidRPr="00B64497">
        <w:rPr>
          <w:lang w:val="en-US"/>
        </w:rPr>
        <w:t>ECE</w:t>
      </w:r>
      <w:r w:rsidRPr="00B64497">
        <w:t>/</w:t>
      </w:r>
      <w:r w:rsidRPr="00B64497">
        <w:rPr>
          <w:lang w:val="en-US"/>
        </w:rPr>
        <w:t>TRANS</w:t>
      </w:r>
      <w:r w:rsidRPr="00B64497">
        <w:t xml:space="preserve">/276, </w:t>
      </w:r>
      <w:r w:rsidRPr="00B64497">
        <w:rPr>
          <w:lang w:val="en-US"/>
        </w:rPr>
        <w:t>ECE</w:t>
      </w:r>
      <w:r w:rsidRPr="00B64497">
        <w:t>/</w:t>
      </w:r>
      <w:r w:rsidRPr="00B64497">
        <w:rPr>
          <w:lang w:val="en-US"/>
        </w:rPr>
        <w:t>TRANS</w:t>
      </w:r>
      <w:r w:rsidRPr="00B64497">
        <w:t>/</w:t>
      </w:r>
      <w:r w:rsidRPr="00B64497">
        <w:rPr>
          <w:lang w:val="en-US"/>
        </w:rPr>
        <w:t>WP</w:t>
      </w:r>
      <w:r w:rsidRPr="00B64497">
        <w:t xml:space="preserve">.24/143, </w:t>
      </w:r>
      <w:r w:rsidRPr="00B64497">
        <w:rPr>
          <w:lang w:val="en-US"/>
        </w:rPr>
        <w:t>ECE</w:t>
      </w:r>
      <w:r w:rsidRPr="00B64497">
        <w:t>/</w:t>
      </w:r>
      <w:r w:rsidRPr="00B64497">
        <w:rPr>
          <w:lang w:val="en-US"/>
        </w:rPr>
        <w:t>TRANS</w:t>
      </w:r>
      <w:r w:rsidRPr="00B64497">
        <w:t>/</w:t>
      </w:r>
      <w:r w:rsidRPr="00B64497">
        <w:rPr>
          <w:lang w:val="en-US"/>
        </w:rPr>
        <w:t>WP</w:t>
      </w:r>
      <w:r w:rsidRPr="00B64497">
        <w:t xml:space="preserve">.29/1137, </w:t>
      </w:r>
      <w:r w:rsidRPr="00B64497">
        <w:rPr>
          <w:lang w:val="en-US"/>
        </w:rPr>
        <w:t>ECE</w:t>
      </w:r>
      <w:r w:rsidRPr="00B64497">
        <w:t>/</w:t>
      </w:r>
      <w:r w:rsidRPr="00B64497">
        <w:rPr>
          <w:lang w:val="en-US"/>
        </w:rPr>
        <w:t>TRANS</w:t>
      </w:r>
      <w:r w:rsidRPr="00B64497">
        <w:t>/</w:t>
      </w:r>
      <w:r w:rsidRPr="00B64497">
        <w:rPr>
          <w:lang w:val="en-US"/>
        </w:rPr>
        <w:t>WP</w:t>
      </w:r>
      <w:r w:rsidRPr="00B64497">
        <w:t xml:space="preserve">.29/1139 и </w:t>
      </w:r>
      <w:r w:rsidRPr="00B64497">
        <w:rPr>
          <w:lang w:val="en-US"/>
        </w:rPr>
        <w:t>Add</w:t>
      </w:r>
      <w:r w:rsidRPr="00B64497">
        <w:t xml:space="preserve">.1, </w:t>
      </w:r>
      <w:r w:rsidRPr="00B64497">
        <w:rPr>
          <w:lang w:val="en-US"/>
        </w:rPr>
        <w:t>ECE</w:t>
      </w:r>
      <w:r w:rsidRPr="00B64497">
        <w:t>/</w:t>
      </w:r>
      <w:r w:rsidRPr="00B64497">
        <w:rPr>
          <w:lang w:val="en-US"/>
        </w:rPr>
        <w:t>TRANS</w:t>
      </w:r>
      <w:r w:rsidRPr="00B64497">
        <w:t>/</w:t>
      </w:r>
      <w:r w:rsidRPr="00B64497">
        <w:rPr>
          <w:lang w:val="en-US"/>
        </w:rPr>
        <w:t>WP</w:t>
      </w:r>
      <w:r w:rsidRPr="00B64497">
        <w:t xml:space="preserve">.29/1142, </w:t>
      </w:r>
      <w:r w:rsidRPr="00B64497">
        <w:rPr>
          <w:lang w:val="en-US"/>
        </w:rPr>
        <w:t>ECE</w:t>
      </w:r>
      <w:r w:rsidRPr="00B64497">
        <w:t>/</w:t>
      </w:r>
      <w:r w:rsidRPr="00B64497">
        <w:rPr>
          <w:lang w:val="en-US"/>
        </w:rPr>
        <w:t>TRANS</w:t>
      </w:r>
      <w:r w:rsidRPr="00B64497">
        <w:t>/</w:t>
      </w:r>
      <w:r w:rsidRPr="00B64497">
        <w:rPr>
          <w:lang w:val="en-US"/>
        </w:rPr>
        <w:t>WP</w:t>
      </w:r>
      <w:r w:rsidRPr="00B64497">
        <w:t xml:space="preserve">.30/296, </w:t>
      </w:r>
      <w:r w:rsidRPr="00B64497">
        <w:rPr>
          <w:lang w:val="en-US"/>
        </w:rPr>
        <w:t>ECE</w:t>
      </w:r>
      <w:r w:rsidRPr="00B64497">
        <w:t>/</w:t>
      </w:r>
      <w:r w:rsidRPr="00B64497">
        <w:rPr>
          <w:lang w:val="en-US"/>
        </w:rPr>
        <w:t>TRANS</w:t>
      </w:r>
      <w:r w:rsidRPr="00B64497">
        <w:t>/</w:t>
      </w:r>
      <w:r w:rsidRPr="00B64497">
        <w:rPr>
          <w:lang w:val="en-US"/>
        </w:rPr>
        <w:t>WP</w:t>
      </w:r>
      <w:r w:rsidRPr="00B64497">
        <w:t xml:space="preserve">.30/298, </w:t>
      </w:r>
      <w:r w:rsidRPr="00B64497">
        <w:rPr>
          <w:lang w:val="en-US"/>
        </w:rPr>
        <w:t>ECE</w:t>
      </w:r>
      <w:r w:rsidRPr="00B64497">
        <w:t>/</w:t>
      </w:r>
      <w:r w:rsidRPr="00B64497">
        <w:rPr>
          <w:lang w:val="en-US"/>
        </w:rPr>
        <w:t>TRANS</w:t>
      </w:r>
      <w:r w:rsidRPr="00B64497">
        <w:t>/</w:t>
      </w:r>
      <w:r w:rsidRPr="00B64497">
        <w:rPr>
          <w:lang w:val="en-US"/>
        </w:rPr>
        <w:t>WP</w:t>
      </w:r>
      <w:r w:rsidRPr="00B64497">
        <w:t xml:space="preserve">.30/300, </w:t>
      </w:r>
      <w:r w:rsidRPr="00B64497">
        <w:rPr>
          <w:lang w:val="en-US"/>
        </w:rPr>
        <w:t>ECE</w:t>
      </w:r>
      <w:r w:rsidRPr="00B64497">
        <w:t>/</w:t>
      </w:r>
      <w:r w:rsidRPr="00B64497">
        <w:rPr>
          <w:lang w:val="en-US"/>
        </w:rPr>
        <w:t>TRANS</w:t>
      </w:r>
      <w:r w:rsidRPr="00B64497">
        <w:t>/</w:t>
      </w:r>
      <w:r w:rsidRPr="00B64497">
        <w:rPr>
          <w:lang w:val="en-US"/>
        </w:rPr>
        <w:t>WP</w:t>
      </w:r>
      <w:r w:rsidRPr="00B64497">
        <w:t>.30/</w:t>
      </w:r>
      <w:r w:rsidRPr="00B64497">
        <w:rPr>
          <w:lang w:val="en-US"/>
        </w:rPr>
        <w:t>AC</w:t>
      </w:r>
      <w:r w:rsidRPr="00B64497">
        <w:t xml:space="preserve">.2/137, </w:t>
      </w:r>
      <w:r w:rsidRPr="00B64497">
        <w:rPr>
          <w:lang w:val="en-US"/>
        </w:rPr>
        <w:t>ECE</w:t>
      </w:r>
      <w:r w:rsidRPr="00B64497">
        <w:t>/</w:t>
      </w:r>
      <w:r w:rsidRPr="00B64497">
        <w:rPr>
          <w:lang w:val="en-US"/>
        </w:rPr>
        <w:t>TRANS</w:t>
      </w:r>
      <w:r w:rsidRPr="00B64497">
        <w:t>/</w:t>
      </w:r>
      <w:r w:rsidRPr="00B64497">
        <w:rPr>
          <w:lang w:val="en-US"/>
        </w:rPr>
        <w:t>WP</w:t>
      </w:r>
      <w:r w:rsidRPr="00B64497">
        <w:t>.30/</w:t>
      </w:r>
      <w:r w:rsidRPr="00B64497">
        <w:rPr>
          <w:lang w:val="en-US"/>
        </w:rPr>
        <w:t>AC</w:t>
      </w:r>
      <w:r w:rsidRPr="00B64497">
        <w:t xml:space="preserve">.2/139 и </w:t>
      </w:r>
      <w:r w:rsidRPr="00B64497">
        <w:rPr>
          <w:lang w:val="en-US"/>
        </w:rPr>
        <w:t>Corr</w:t>
      </w:r>
      <w:r w:rsidRPr="00B64497">
        <w:t xml:space="preserve">.1, </w:t>
      </w:r>
      <w:r w:rsidRPr="00B64497">
        <w:rPr>
          <w:lang w:val="en-US"/>
        </w:rPr>
        <w:t>ECE</w:t>
      </w:r>
      <w:r w:rsidRPr="00B64497">
        <w:t>/</w:t>
      </w:r>
      <w:r w:rsidRPr="00B64497">
        <w:rPr>
          <w:lang w:val="en-US"/>
        </w:rPr>
        <w:t>TRANS</w:t>
      </w:r>
      <w:r w:rsidRPr="00B64497">
        <w:t>/</w:t>
      </w:r>
      <w:r w:rsidRPr="00B64497">
        <w:rPr>
          <w:lang w:val="en-US"/>
        </w:rPr>
        <w:t>SC</w:t>
      </w:r>
      <w:r w:rsidRPr="00B64497">
        <w:t xml:space="preserve">.1/408; </w:t>
      </w:r>
      <w:r w:rsidRPr="00B64497">
        <w:rPr>
          <w:lang w:val="en-US"/>
        </w:rPr>
        <w:t>ECE</w:t>
      </w:r>
      <w:r w:rsidRPr="00B64497">
        <w:t>/</w:t>
      </w:r>
      <w:r w:rsidRPr="00B64497">
        <w:rPr>
          <w:lang w:val="en-US"/>
        </w:rPr>
        <w:t>TRANS</w:t>
      </w:r>
      <w:r w:rsidRPr="00B64497">
        <w:t>/</w:t>
      </w:r>
      <w:r w:rsidRPr="00B64497">
        <w:rPr>
          <w:lang w:val="en-US"/>
        </w:rPr>
        <w:t>SC</w:t>
      </w:r>
      <w:r w:rsidRPr="00B64497">
        <w:t xml:space="preserve">.1/410, </w:t>
      </w:r>
      <w:r w:rsidRPr="00B64497">
        <w:rPr>
          <w:lang w:val="en-US"/>
        </w:rPr>
        <w:t>ECE</w:t>
      </w:r>
      <w:r w:rsidRPr="00B64497">
        <w:t>/</w:t>
      </w:r>
      <w:r w:rsidRPr="00B64497">
        <w:rPr>
          <w:lang w:val="en-US"/>
        </w:rPr>
        <w:t>TRANS</w:t>
      </w:r>
      <w:r w:rsidRPr="00B64497">
        <w:t>/</w:t>
      </w:r>
      <w:r w:rsidRPr="00B64497">
        <w:rPr>
          <w:lang w:val="en-US"/>
        </w:rPr>
        <w:t>SC</w:t>
      </w:r>
      <w:r w:rsidRPr="00B64497">
        <w:t xml:space="preserve">.2/230, </w:t>
      </w:r>
      <w:r w:rsidRPr="00B64497">
        <w:rPr>
          <w:lang w:val="en-US"/>
        </w:rPr>
        <w:t>ECE</w:t>
      </w:r>
      <w:r w:rsidRPr="00B64497">
        <w:t>/</w:t>
      </w:r>
      <w:r w:rsidRPr="00B64497">
        <w:rPr>
          <w:lang w:val="en-US"/>
        </w:rPr>
        <w:t>TRANS</w:t>
      </w:r>
      <w:r w:rsidRPr="00B64497">
        <w:t>/</w:t>
      </w:r>
      <w:r w:rsidRPr="00B64497">
        <w:rPr>
          <w:lang w:val="en-US"/>
        </w:rPr>
        <w:t>SC</w:t>
      </w:r>
      <w:r w:rsidRPr="00B64497">
        <w:t>.3/207</w:t>
      </w:r>
    </w:p>
    <w:p w:rsidR="009D3E2D" w:rsidRPr="00B64497" w:rsidRDefault="009D3E2D" w:rsidP="00B64497">
      <w:pPr>
        <w:pStyle w:val="SingleTxtG"/>
      </w:pPr>
      <w:r w:rsidRPr="00B64497">
        <w:t>117.</w:t>
      </w:r>
      <w:r w:rsidRPr="00B64497">
        <w:tab/>
        <w:t xml:space="preserve">Комитет </w:t>
      </w:r>
      <w:r w:rsidRPr="00B64497">
        <w:rPr>
          <w:b/>
          <w:bCs/>
        </w:rPr>
        <w:t xml:space="preserve">одобрил </w:t>
      </w:r>
      <w:r w:rsidRPr="00B64497">
        <w:t xml:space="preserve">в целом доклады и соответствующую деятельность своих вспомогательных органов и </w:t>
      </w:r>
      <w:r w:rsidRPr="00B64497">
        <w:rPr>
          <w:b/>
          <w:bCs/>
        </w:rPr>
        <w:t xml:space="preserve">поручил </w:t>
      </w:r>
      <w:r w:rsidRPr="00B64497">
        <w:t>секретариату включить соответствующие ссылки в полный текст доклада КВТ на основе аннотированной повестки дня (ECE/TRANS/287/Add.1).</w:t>
      </w:r>
    </w:p>
    <w:p w:rsidR="009D3E2D" w:rsidRPr="00B64497" w:rsidRDefault="009D3E2D" w:rsidP="00B64497">
      <w:pPr>
        <w:pStyle w:val="HChG"/>
      </w:pPr>
      <w:r w:rsidRPr="00B64497">
        <w:lastRenderedPageBreak/>
        <w:tab/>
        <w:t>XI.</w:t>
      </w:r>
      <w:r w:rsidRPr="00B64497">
        <w:tab/>
      </w:r>
      <w:r w:rsidRPr="00B64497">
        <w:rPr>
          <w:bCs/>
        </w:rPr>
        <w:t>Итоги совещаний Бюро Комитета по внутреннему транспорту (пункт 9 повестки дня)</w:t>
      </w:r>
    </w:p>
    <w:p w:rsidR="009D3E2D" w:rsidRPr="00B64497" w:rsidRDefault="009D3E2D" w:rsidP="00B64497">
      <w:pPr>
        <w:pStyle w:val="SingleTxtG"/>
      </w:pPr>
      <w:r w:rsidRPr="00B64497">
        <w:rPr>
          <w:i/>
          <w:iCs/>
        </w:rPr>
        <w:t>Документация:</w:t>
      </w:r>
      <w:r w:rsidRPr="00B64497">
        <w:t xml:space="preserve"> </w:t>
      </w:r>
      <w:r w:rsidRPr="00B64497">
        <w:tab/>
        <w:t>ECE/TRANS/2019/22</w:t>
      </w:r>
    </w:p>
    <w:p w:rsidR="009D3E2D" w:rsidRPr="00B64497" w:rsidRDefault="009D3E2D" w:rsidP="00B64497">
      <w:pPr>
        <w:pStyle w:val="SingleTxtG"/>
      </w:pPr>
      <w:r w:rsidRPr="00B64497">
        <w:t>118.</w:t>
      </w:r>
      <w:r w:rsidRPr="00B64497">
        <w:tab/>
        <w:t xml:space="preserve">Комитет </w:t>
      </w:r>
      <w:r w:rsidRPr="00B64497">
        <w:rPr>
          <w:b/>
          <w:bCs/>
        </w:rPr>
        <w:t xml:space="preserve">рассмотрел </w:t>
      </w:r>
      <w:r w:rsidRPr="00B64497">
        <w:t>документ ECE/TRANS/2019/22, в котором отражены итоги совещаний, проведенных Бюро Комитета по внутреннему транспорту в 2018</w:t>
      </w:r>
      <w:r w:rsidR="001344EE">
        <w:t> </w:t>
      </w:r>
      <w:r w:rsidRPr="00B64497">
        <w:t>году. Комитет ознакомился с решениями Бюро по соответствующим пунктам повестки дня.</w:t>
      </w:r>
    </w:p>
    <w:p w:rsidR="009D3E2D" w:rsidRPr="00B64497" w:rsidRDefault="009D3E2D" w:rsidP="00B64497">
      <w:pPr>
        <w:pStyle w:val="SingleTxtG"/>
      </w:pPr>
      <w:r w:rsidRPr="00B64497">
        <w:t>119.</w:t>
      </w:r>
      <w:r w:rsidRPr="00B64497">
        <w:tab/>
        <w:t xml:space="preserve">Комитет </w:t>
      </w:r>
      <w:r w:rsidRPr="00B64497">
        <w:rPr>
          <w:b/>
          <w:bCs/>
        </w:rPr>
        <w:t>отметил</w:t>
      </w:r>
      <w:r w:rsidRPr="00B64497">
        <w:t>, что утверждение доклада о работе его восьмидесятый первой сессии будет ограничено принятием перечня основных решений, а полный текст доклада будет распространен на более позднем этапе.</w:t>
      </w:r>
    </w:p>
    <w:p w:rsidR="009D3E2D" w:rsidRPr="00B64497" w:rsidRDefault="009D3E2D" w:rsidP="00B64497">
      <w:pPr>
        <w:pStyle w:val="HChG"/>
      </w:pPr>
      <w:r w:rsidRPr="00B64497">
        <w:tab/>
        <w:t>XII.</w:t>
      </w:r>
      <w:r w:rsidRPr="00B64497">
        <w:tab/>
      </w:r>
      <w:r w:rsidRPr="00B64497">
        <w:rPr>
          <w:bCs/>
        </w:rPr>
        <w:t>Деятельность Комиссии и доклад Комитета Исполнительному комитету (пункт 10 повестки дня)</w:t>
      </w:r>
    </w:p>
    <w:p w:rsidR="009D3E2D" w:rsidRPr="00B64497" w:rsidRDefault="009D3E2D" w:rsidP="00B64497">
      <w:pPr>
        <w:pStyle w:val="SingleTxtG"/>
      </w:pPr>
      <w:r w:rsidRPr="00B64497">
        <w:t>120.</w:t>
      </w:r>
      <w:r w:rsidRPr="00B64497">
        <w:tab/>
        <w:t xml:space="preserve">Комитет </w:t>
      </w:r>
      <w:r w:rsidRPr="00B64497">
        <w:rPr>
          <w:b/>
          <w:bCs/>
        </w:rPr>
        <w:t xml:space="preserve">просил </w:t>
      </w:r>
      <w:r w:rsidRPr="00B64497">
        <w:t>Председателя изложить ключевые положения в докладе (который должен быть подготовлен в консультациях с Бюро и секретариатом) для представления Исполкому на одной из его будущих сессий.</w:t>
      </w:r>
    </w:p>
    <w:p w:rsidR="009D3E2D" w:rsidRPr="00B64497" w:rsidRDefault="009D3E2D" w:rsidP="00B64497">
      <w:pPr>
        <w:pStyle w:val="HChG"/>
      </w:pPr>
      <w:r w:rsidRPr="00B64497">
        <w:tab/>
        <w:t>XIII.</w:t>
      </w:r>
      <w:r w:rsidRPr="00B64497">
        <w:tab/>
      </w:r>
      <w:r w:rsidRPr="00B64497">
        <w:rPr>
          <w:bCs/>
        </w:rPr>
        <w:t xml:space="preserve">Перечень публикаций на 2020 год </w:t>
      </w:r>
      <w:r w:rsidRPr="00B64497">
        <w:rPr>
          <w:bCs/>
        </w:rPr>
        <w:br/>
        <w:t>(пункт 11 повестки дня)</w:t>
      </w:r>
    </w:p>
    <w:p w:rsidR="009D3E2D" w:rsidRPr="00B64497" w:rsidRDefault="009D3E2D" w:rsidP="00B64497">
      <w:pPr>
        <w:pStyle w:val="SingleTxtG"/>
      </w:pPr>
      <w:r w:rsidRPr="00B64497">
        <w:rPr>
          <w:i/>
          <w:iCs/>
        </w:rPr>
        <w:t>Документация:</w:t>
      </w:r>
      <w:r w:rsidRPr="00B64497">
        <w:t xml:space="preserve"> </w:t>
      </w:r>
      <w:r w:rsidRPr="00B64497">
        <w:tab/>
        <w:t>ECE/TRANS/2019/23</w:t>
      </w:r>
    </w:p>
    <w:p w:rsidR="009D3E2D" w:rsidRPr="00B64497" w:rsidRDefault="009D3E2D" w:rsidP="00B64497">
      <w:pPr>
        <w:pStyle w:val="SingleTxtG"/>
      </w:pPr>
      <w:r w:rsidRPr="00B64497">
        <w:t>121.</w:t>
      </w:r>
      <w:r w:rsidRPr="00B64497">
        <w:tab/>
        <w:t xml:space="preserve">Комитет </w:t>
      </w:r>
      <w:r w:rsidRPr="00B64497">
        <w:rPr>
          <w:b/>
          <w:bCs/>
        </w:rPr>
        <w:t>поддержал и одобрил</w:t>
      </w:r>
      <w:r w:rsidRPr="00B64497">
        <w:t xml:space="preserve"> программу публикаций на 2020 год.</w:t>
      </w:r>
    </w:p>
    <w:p w:rsidR="009D3E2D" w:rsidRPr="00B64497" w:rsidRDefault="009D3E2D" w:rsidP="00B64497">
      <w:pPr>
        <w:pStyle w:val="HChG"/>
      </w:pPr>
      <w:r w:rsidRPr="00B64497">
        <w:tab/>
        <w:t>XIV.</w:t>
      </w:r>
      <w:r w:rsidRPr="00B64497">
        <w:tab/>
        <w:t>План по программам на 2020 год (пункт 12 повестки дня)</w:t>
      </w:r>
    </w:p>
    <w:p w:rsidR="009D3E2D" w:rsidRPr="00B64497" w:rsidRDefault="009D3E2D" w:rsidP="00B64497">
      <w:pPr>
        <w:pStyle w:val="SingleTxtG"/>
        <w:keepNext/>
        <w:keepLines/>
      </w:pPr>
      <w:r w:rsidRPr="00B64497">
        <w:rPr>
          <w:i/>
          <w:iCs/>
        </w:rPr>
        <w:t>Документация:</w:t>
      </w:r>
      <w:r w:rsidRPr="00B64497">
        <w:t xml:space="preserve"> </w:t>
      </w:r>
      <w:r w:rsidRPr="00B64497">
        <w:tab/>
        <w:t>ECE/TRANS/2019/24</w:t>
      </w:r>
    </w:p>
    <w:p w:rsidR="009D3E2D" w:rsidRPr="00B64497" w:rsidRDefault="009D3E2D" w:rsidP="00B64497">
      <w:pPr>
        <w:pStyle w:val="SingleTxtG"/>
      </w:pPr>
      <w:r w:rsidRPr="00B64497">
        <w:t>122.</w:t>
      </w:r>
      <w:r w:rsidRPr="00B64497">
        <w:tab/>
        <w:t xml:space="preserve">Комитет </w:t>
      </w:r>
      <w:r w:rsidRPr="00B64497">
        <w:rPr>
          <w:b/>
          <w:bCs/>
        </w:rPr>
        <w:t>отметил</w:t>
      </w:r>
      <w:r w:rsidRPr="00B64497">
        <w:t>, что в соответствии с информацией, представленной на его восьмидесятой ежегодной сессии (ECE/TRANS/2018/27), в декабре 2017 года на семьдесят второй сессии Генеральной Ассамблеи была принята резолюция A/72/266 «Изменение парадигмы управления в Организации Объединенных Наций». В этой резолюции государства-члены одобрили предложенный переход с двухгодичного бюджетного периода на годовой бюджетный период на экспериментальной основе начиная с бюджета по программам на 2020 год и просили Генерального секретаря провести анализ изменений в бюджетном цикле в 2022 году после завершения первого полного бюджетного цикла. Генеральная ассамблея также постановила рассмотреть вопрос о введении годового бюджета на своей семьдесят седьмой сессии с целью принятия окончательного решения.</w:t>
      </w:r>
    </w:p>
    <w:p w:rsidR="009D3E2D" w:rsidRPr="00B64497" w:rsidRDefault="009D3E2D" w:rsidP="00B64497">
      <w:pPr>
        <w:pStyle w:val="SingleTxtG"/>
      </w:pPr>
      <w:r w:rsidRPr="00B64497">
        <w:t>123.</w:t>
      </w:r>
      <w:r w:rsidRPr="00B64497">
        <w:tab/>
        <w:t xml:space="preserve">Комитет </w:t>
      </w:r>
      <w:r w:rsidRPr="00B64497">
        <w:rPr>
          <w:b/>
          <w:bCs/>
        </w:rPr>
        <w:t>рассмотрел</w:t>
      </w:r>
      <w:r w:rsidRPr="00B64497">
        <w:t xml:space="preserve"> план по программам на 2020 год в том, что касается подпрограммы, посвященной транспорту (ECE/TRANS/2019/24), </w:t>
      </w:r>
      <w:r w:rsidRPr="00B64497">
        <w:rPr>
          <w:b/>
          <w:bCs/>
        </w:rPr>
        <w:t>заявил о своей поддержке</w:t>
      </w:r>
      <w:r w:rsidRPr="00B64497">
        <w:t xml:space="preserve"> эффективной и результативной работы КВТ, его вспомогательных органов и подпрограммы по транспорту в полном объеме; а также </w:t>
      </w:r>
      <w:r w:rsidRPr="00B64497">
        <w:rPr>
          <w:b/>
          <w:bCs/>
        </w:rPr>
        <w:t xml:space="preserve">подчеркнул важность обеспечения </w:t>
      </w:r>
      <w:r w:rsidRPr="001344EE">
        <w:rPr>
          <w:bCs/>
        </w:rPr>
        <w:t>того</w:t>
      </w:r>
      <w:r w:rsidRPr="00B64497">
        <w:t xml:space="preserve">, чтобы распределение ресурсов и бюджета в системе Организации Объединенных Наций учитывало и адекватно отражало высокую эффективность подпрограммы и ее возросшие потребности. </w:t>
      </w:r>
    </w:p>
    <w:p w:rsidR="009D3E2D" w:rsidRPr="00B64497" w:rsidRDefault="009D3E2D" w:rsidP="00B64497">
      <w:pPr>
        <w:pStyle w:val="SingleTxtG"/>
      </w:pPr>
      <w:r w:rsidRPr="00B64497">
        <w:t>124.</w:t>
      </w:r>
      <w:r w:rsidRPr="00B64497">
        <w:tab/>
      </w:r>
      <w:r w:rsidRPr="00B64497">
        <w:rPr>
          <w:b/>
          <w:bCs/>
        </w:rPr>
        <w:t>Отметив</w:t>
      </w:r>
      <w:r w:rsidRPr="00B64497">
        <w:t xml:space="preserve">, что начиная с 2020 года ежегодная программа работы Комитета заменит аналогичный документ с двухгодичным охватом, Комитет </w:t>
      </w:r>
      <w:r w:rsidRPr="00B64497">
        <w:rPr>
          <w:b/>
          <w:bCs/>
        </w:rPr>
        <w:t>поручил</w:t>
      </w:r>
      <w:r w:rsidRPr="00B64497">
        <w:t xml:space="preserve"> секретариату </w:t>
      </w:r>
      <w:r w:rsidRPr="00B64497">
        <w:rPr>
          <w:b/>
          <w:bCs/>
        </w:rPr>
        <w:t>прекратить</w:t>
      </w:r>
      <w:r w:rsidRPr="00B64497">
        <w:t xml:space="preserve"> подготовку программных документов с охватом на двухгодичной основе, ранее принятым Комитетом, в том числе по оценке и контролю, поскольку они больше не будут актуальны для нового программного цикла.</w:t>
      </w:r>
    </w:p>
    <w:p w:rsidR="009D3E2D" w:rsidRPr="00B64497" w:rsidRDefault="009D3E2D" w:rsidP="00B64497">
      <w:pPr>
        <w:pStyle w:val="SingleTxtG"/>
      </w:pPr>
      <w:r w:rsidRPr="00B64497">
        <w:lastRenderedPageBreak/>
        <w:t>125.</w:t>
      </w:r>
      <w:r w:rsidRPr="00B64497">
        <w:tab/>
        <w:t>Председатель поблагодарил Отдел конференционного обслуживания ЮНОГ за поддержку работы Комитета, его рабочих групп и групп экспертов в виде предоставления залов для совещаний, обеспечения устного и письменного перевода и обработки документов.</w:t>
      </w:r>
    </w:p>
    <w:p w:rsidR="009D3E2D" w:rsidRPr="00B64497" w:rsidRDefault="009D3E2D" w:rsidP="00B64497">
      <w:pPr>
        <w:pStyle w:val="HChG"/>
      </w:pPr>
      <w:r w:rsidRPr="00B64497">
        <w:tab/>
        <w:t>XV.</w:t>
      </w:r>
      <w:r w:rsidRPr="00B64497">
        <w:tab/>
        <w:t xml:space="preserve">Расписание совещаний в 2019 году </w:t>
      </w:r>
      <w:r w:rsidRPr="00B64497">
        <w:br/>
        <w:t>(пункт 13 повестки дня)</w:t>
      </w:r>
    </w:p>
    <w:p w:rsidR="009D3E2D" w:rsidRPr="00B64497" w:rsidRDefault="009D3E2D" w:rsidP="00B64497">
      <w:pPr>
        <w:pStyle w:val="SingleTxtG"/>
        <w:rPr>
          <w:bCs/>
        </w:rPr>
      </w:pPr>
      <w:r w:rsidRPr="00B64497">
        <w:rPr>
          <w:i/>
          <w:iCs/>
        </w:rPr>
        <w:t>Документация:</w:t>
      </w:r>
      <w:r w:rsidRPr="00B64497">
        <w:t xml:space="preserve"> </w:t>
      </w:r>
      <w:r w:rsidRPr="00B64497">
        <w:tab/>
        <w:t>ECE/TRANS/2019/25</w:t>
      </w:r>
    </w:p>
    <w:p w:rsidR="009D3E2D" w:rsidRPr="00B64497" w:rsidRDefault="009D3E2D" w:rsidP="00B64497">
      <w:pPr>
        <w:pStyle w:val="SingleTxtG"/>
      </w:pPr>
      <w:r w:rsidRPr="00B64497">
        <w:t>126.</w:t>
      </w:r>
      <w:r w:rsidRPr="00B64497">
        <w:tab/>
        <w:t xml:space="preserve">Комитет </w:t>
      </w:r>
      <w:r w:rsidRPr="00B64497">
        <w:rPr>
          <w:b/>
          <w:bCs/>
        </w:rPr>
        <w:t>утвердил</w:t>
      </w:r>
      <w:r w:rsidRPr="00B64497">
        <w:t xml:space="preserve"> ad referendum предварительный список совещаний на основе предложений, поступивших от вспомогательных органов Комитета, содержащийся в документе ECE/TRANS/2019/25.</w:t>
      </w:r>
    </w:p>
    <w:p w:rsidR="009D3E2D" w:rsidRPr="00B64497" w:rsidRDefault="009D3E2D" w:rsidP="00B64497">
      <w:pPr>
        <w:pStyle w:val="HChG"/>
      </w:pPr>
      <w:r w:rsidRPr="00B64497">
        <w:tab/>
        <w:t>XVI.</w:t>
      </w:r>
      <w:r w:rsidRPr="00B64497">
        <w:tab/>
        <w:t>Прочие вопросы. Сроки проведения следующей сессии (пункт 14 повестки дня)</w:t>
      </w:r>
    </w:p>
    <w:p w:rsidR="009D3E2D" w:rsidRPr="00B64497" w:rsidRDefault="009D3E2D" w:rsidP="00B64497">
      <w:pPr>
        <w:pStyle w:val="SingleTxtG"/>
      </w:pPr>
      <w:r w:rsidRPr="00B64497">
        <w:t>127.</w:t>
      </w:r>
      <w:r w:rsidRPr="00B64497">
        <w:tab/>
        <w:t xml:space="preserve">Комитет </w:t>
      </w:r>
      <w:r w:rsidRPr="00B64497">
        <w:rPr>
          <w:b/>
          <w:bCs/>
        </w:rPr>
        <w:t>отметил</w:t>
      </w:r>
      <w:r w:rsidRPr="00B64497">
        <w:t>, что его восемьдесят вторую сессию в предварительном порядке планируется провести в Женеве 25–28 февраля 2020 года.</w:t>
      </w:r>
    </w:p>
    <w:p w:rsidR="009D3E2D" w:rsidRPr="00B64497" w:rsidRDefault="009D3E2D" w:rsidP="00B64497">
      <w:pPr>
        <w:pStyle w:val="HChG"/>
      </w:pPr>
      <w:r w:rsidRPr="00B64497">
        <w:tab/>
        <w:t>XVII.</w:t>
      </w:r>
      <w:r w:rsidRPr="00B64497">
        <w:tab/>
        <w:t>Утверждение перечня основных решений восемьдесят первой сессии (пункт 15 повестки дня)</w:t>
      </w:r>
    </w:p>
    <w:p w:rsidR="00E12C5F" w:rsidRPr="00B64497" w:rsidRDefault="009D3E2D" w:rsidP="00B64497">
      <w:pPr>
        <w:pStyle w:val="SingleTxtG"/>
      </w:pPr>
      <w:r w:rsidRPr="00B64497">
        <w:t>128.</w:t>
      </w:r>
      <w:r w:rsidRPr="00B64497">
        <w:tab/>
        <w:t xml:space="preserve">Комитет </w:t>
      </w:r>
      <w:r w:rsidRPr="00B64497">
        <w:rPr>
          <w:b/>
          <w:bCs/>
        </w:rPr>
        <w:t xml:space="preserve">утвердил </w:t>
      </w:r>
      <w:r w:rsidRPr="00B64497">
        <w:t>перечень основных решений восемьдесят первой сессии.</w:t>
      </w:r>
    </w:p>
    <w:p w:rsidR="009D3E2D" w:rsidRPr="00B64497" w:rsidRDefault="009D3E2D" w:rsidP="00B64497">
      <w:pPr>
        <w:pStyle w:val="SingleTxtG"/>
        <w:sectPr w:rsidR="009D3E2D" w:rsidRPr="00B64497" w:rsidSect="009D3E2D">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pPr>
    </w:p>
    <w:p w:rsidR="009D3E2D" w:rsidRPr="00B64497" w:rsidRDefault="009D3E2D" w:rsidP="00B64497">
      <w:pPr>
        <w:pStyle w:val="HChG"/>
      </w:pPr>
      <w:r w:rsidRPr="00B64497">
        <w:rPr>
          <w:bCs/>
        </w:rPr>
        <w:lastRenderedPageBreak/>
        <w:t>Приложение I</w:t>
      </w:r>
    </w:p>
    <w:p w:rsidR="009D3E2D" w:rsidRPr="00B64497" w:rsidRDefault="009D3E2D" w:rsidP="00B64497">
      <w:pPr>
        <w:pStyle w:val="HChG"/>
        <w:spacing w:before="240"/>
        <w:ind w:left="1138" w:right="1138" w:hanging="1138"/>
      </w:pPr>
      <w:r w:rsidRPr="00B64497">
        <w:tab/>
      </w:r>
      <w:r w:rsidRPr="00B64497">
        <w:tab/>
      </w:r>
      <w:r w:rsidRPr="00B64497">
        <w:rPr>
          <w:bCs/>
        </w:rPr>
        <w:t>Резолюция министров «Укрепление сотрудничества, согласования и интеграции в эпоху цифровизации и</w:t>
      </w:r>
      <w:r w:rsidR="006B4073" w:rsidRPr="00B64497">
        <w:rPr>
          <w:bCs/>
          <w:lang w:val="en-US"/>
        </w:rPr>
        <w:t> </w:t>
      </w:r>
      <w:r w:rsidRPr="00B64497">
        <w:rPr>
          <w:bCs/>
        </w:rPr>
        <w:t>автоматизации на транспорте»</w:t>
      </w:r>
    </w:p>
    <w:p w:rsidR="009D3E2D" w:rsidRPr="00B64497" w:rsidRDefault="009D3E2D" w:rsidP="00B64497">
      <w:pPr>
        <w:spacing w:after="120"/>
        <w:ind w:left="1134" w:right="1134" w:firstLine="567"/>
        <w:jc w:val="both"/>
      </w:pPr>
      <w:bookmarkStart w:id="14" w:name="_Hlk531943665"/>
      <w:r w:rsidRPr="00B64497">
        <w:rPr>
          <w:i/>
          <w:iCs/>
        </w:rPr>
        <w:t>Мы, министры и наши представители</w:t>
      </w:r>
      <w:r w:rsidRPr="00B64497">
        <w:rPr>
          <w:sz w:val="18"/>
          <w:vertAlign w:val="superscript"/>
        </w:rPr>
        <w:footnoteReference w:id="10"/>
      </w:r>
      <w:r w:rsidRPr="00B64497">
        <w:rPr>
          <w:i/>
          <w:iCs/>
        </w:rPr>
        <w:t>, участвующие в восемьдесят первой пленарной сессии Комитета по внутреннему транспорту</w:t>
      </w:r>
      <w:r w:rsidRPr="00B64497">
        <w:t>,</w:t>
      </w:r>
    </w:p>
    <w:p w:rsidR="009D3E2D" w:rsidRPr="00B64497" w:rsidRDefault="009D3E2D" w:rsidP="00B64497">
      <w:pPr>
        <w:spacing w:after="120"/>
        <w:ind w:left="1134" w:right="1134" w:firstLine="567"/>
        <w:jc w:val="both"/>
      </w:pPr>
      <w:r w:rsidRPr="00B64497">
        <w:rPr>
          <w:i/>
          <w:iCs/>
        </w:rPr>
        <w:t>в полной мере осознавая</w:t>
      </w:r>
      <w:r w:rsidRPr="00B64497">
        <w:t xml:space="preserve"> наступление новой эры международного сотрудничества, ознаменованной принятием Повестки дня в области устойчивого развития на период до 2030 года и целей устойчивого развития, </w:t>
      </w:r>
    </w:p>
    <w:p w:rsidR="009D3E2D" w:rsidRPr="00B64497" w:rsidRDefault="009D3E2D" w:rsidP="00B64497">
      <w:pPr>
        <w:spacing w:after="120"/>
        <w:ind w:left="1134" w:right="1134" w:firstLine="567"/>
        <w:jc w:val="both"/>
        <w:rPr>
          <w:rFonts w:cs="Calibri"/>
        </w:rPr>
      </w:pPr>
      <w:r w:rsidRPr="00B64497">
        <w:rPr>
          <w:i/>
          <w:iCs/>
        </w:rPr>
        <w:t>ссылаясь</w:t>
      </w:r>
      <w:r w:rsidRPr="00B64497">
        <w:t xml:space="preserve"> на резолюции Генеральной Ассамблеи 72/271 о безопасности дорожного движения, 72/212 об интермодальности и 70/197 о транспортной взаимосвязанности и коридорах,</w:t>
      </w:r>
    </w:p>
    <w:p w:rsidR="009D3E2D" w:rsidRPr="00B64497" w:rsidRDefault="009D3E2D" w:rsidP="00B64497">
      <w:pPr>
        <w:spacing w:after="120"/>
        <w:ind w:left="1134" w:right="1134" w:firstLine="567"/>
        <w:jc w:val="both"/>
        <w:rPr>
          <w:iCs/>
        </w:rPr>
      </w:pPr>
      <w:r w:rsidRPr="00B64497">
        <w:rPr>
          <w:i/>
          <w:iCs/>
        </w:rPr>
        <w:t>подтверждая</w:t>
      </w:r>
      <w:r w:rsidRPr="00B64497">
        <w:t xml:space="preserve"> нашу приверженность осуществлению принятой в 2017 году резолюции министров «Вступление в новую эру устойчивого внутреннего транспорта и мобильности», и в частности решения 7, одобренного по случаю семидесятой годовщины Комитета по внутреннему транспорту,</w:t>
      </w:r>
    </w:p>
    <w:p w:rsidR="009D3E2D" w:rsidRPr="00B64497" w:rsidRDefault="009D3E2D" w:rsidP="00B64497">
      <w:pPr>
        <w:spacing w:after="120"/>
        <w:ind w:left="1134" w:right="1134" w:firstLine="567"/>
        <w:jc w:val="both"/>
        <w:rPr>
          <w:iCs/>
        </w:rPr>
      </w:pPr>
      <w:r w:rsidRPr="00B64497">
        <w:rPr>
          <w:i/>
          <w:iCs/>
        </w:rPr>
        <w:t>принимая во внимание</w:t>
      </w:r>
      <w:r w:rsidRPr="00B64497">
        <w:t xml:space="preserve"> декларацию министров «Судоходство по внутренним водным путям во всемирном контексте», принятую на Международной министерской конференции по внутреннему водному транспорту (18 и 19 апреля 2018 года, Вроцлав, Польша), в частности стратегическое решение 22,</w:t>
      </w:r>
    </w:p>
    <w:p w:rsidR="009D3E2D" w:rsidRPr="00B64497" w:rsidRDefault="009D3E2D" w:rsidP="00B64497">
      <w:pPr>
        <w:spacing w:after="120"/>
        <w:ind w:left="1134" w:right="1134" w:firstLine="567"/>
        <w:jc w:val="both"/>
        <w:rPr>
          <w:iCs/>
        </w:rPr>
      </w:pPr>
      <w:r w:rsidRPr="00B64497">
        <w:rPr>
          <w:i/>
          <w:iCs/>
        </w:rPr>
        <w:t>подтверждая</w:t>
      </w:r>
      <w:r w:rsidRPr="00B64497">
        <w:t xml:space="preserve"> уникальную роль Комитета по внутреннему транспорту как специализированного межправительственного органа по внутреннему транспорту, а также центра для конвенций Организации Объединенных Наций, которые обеспечивают платформу, формирующую международную нормативно-правовую базу для внутреннего транспорта, и, соответственно, как ключевого участника процесса выработки совместимых на глобальном уровне решений для будущего транспорта,</w:t>
      </w:r>
    </w:p>
    <w:p w:rsidR="009D3E2D" w:rsidRPr="00B64497" w:rsidRDefault="009D3E2D" w:rsidP="00B64497">
      <w:pPr>
        <w:pStyle w:val="SingleTxtG"/>
        <w:ind w:firstLine="567"/>
      </w:pPr>
      <w:r w:rsidRPr="00B64497">
        <w:rPr>
          <w:i/>
          <w:iCs/>
        </w:rPr>
        <w:t>признавая</w:t>
      </w:r>
      <w:r w:rsidRPr="00B64497">
        <w:t xml:space="preserve">, что цифровизация, в том числе транспортных документов, наличие и обмен основными данными без ущерба для коммерческой тайны и внедрение новых технологий, таких как интеллектуальные транспортные системы, автономные и подключенные транспортные средства, электронная навигация и умное судоходство, с учетом стратегии электронной навигации и деятельности Международной морской организации (ИМО в поддержку автоматизации морских перевозок повышают эффективность транспорта и поэтому нуждаются в ускорении, </w:t>
      </w:r>
    </w:p>
    <w:p w:rsidR="009D3E2D" w:rsidRPr="00B64497" w:rsidRDefault="009D3E2D" w:rsidP="00B64497">
      <w:pPr>
        <w:pStyle w:val="SingleTxtG"/>
        <w:ind w:firstLine="567"/>
        <w:rPr>
          <w:iCs/>
        </w:rPr>
      </w:pPr>
      <w:r w:rsidRPr="00B64497">
        <w:rPr>
          <w:i/>
          <w:iCs/>
        </w:rPr>
        <w:t>признавая также</w:t>
      </w:r>
      <w:r w:rsidRPr="00B64497">
        <w:t>, что ускоренное, эффективное и безопасное развитие и применение передовых технологий лежат в основе стратегического переосмысления работы Комитета,</w:t>
      </w:r>
    </w:p>
    <w:p w:rsidR="009D3E2D" w:rsidRPr="00B64497" w:rsidRDefault="009D3E2D" w:rsidP="00B64497">
      <w:pPr>
        <w:pStyle w:val="SingleTxtG"/>
        <w:ind w:firstLine="567"/>
      </w:pPr>
      <w:r w:rsidRPr="00B64497">
        <w:rPr>
          <w:i/>
          <w:iCs/>
        </w:rPr>
        <w:t>сознавая</w:t>
      </w:r>
      <w:r w:rsidRPr="00B64497">
        <w:t xml:space="preserve">, что для использования всех преимуществ технологических инноваций и изменений при сохранении готовности к обновлению необходимо добиться глобальной функциональной совместимости и технологической нейтральности на основе соответствующих согласованных национальных и международных нормативных рамок и общих спецификаций, а также содействия обмену децентрализованными транспортными данными, </w:t>
      </w:r>
    </w:p>
    <w:p w:rsidR="009D3E2D" w:rsidRPr="00B64497" w:rsidRDefault="009D3E2D" w:rsidP="00B64497">
      <w:pPr>
        <w:pStyle w:val="SingleTxtG"/>
        <w:ind w:left="1138" w:right="1138" w:firstLine="562"/>
      </w:pPr>
      <w:r w:rsidRPr="00B64497">
        <w:rPr>
          <w:i/>
          <w:iCs/>
        </w:rPr>
        <w:t>признавая</w:t>
      </w:r>
      <w:r w:rsidRPr="00B64497">
        <w:t xml:space="preserve">, что техническая гармонизация, общие эксплуатационные требования и наличие основных данных являются ключевыми факторами, которые способствуют функциональной совместимости интеллектуальных транспортных систем, создают условия для беспрепятственной мобильности людей и товаров между странами, уменьшают административные барьеры и содействуют мультимодальности, </w:t>
      </w:r>
      <w:bookmarkStart w:id="15" w:name="_Hlk526932398"/>
      <w:bookmarkEnd w:id="15"/>
    </w:p>
    <w:p w:rsidR="009D3E2D" w:rsidRPr="00B64497" w:rsidRDefault="009D3E2D" w:rsidP="00B64497">
      <w:pPr>
        <w:pStyle w:val="SingleTxtG"/>
        <w:ind w:firstLine="567"/>
      </w:pPr>
      <w:r w:rsidRPr="00B64497">
        <w:rPr>
          <w:i/>
          <w:iCs/>
        </w:rPr>
        <w:lastRenderedPageBreak/>
        <w:t>учитывая</w:t>
      </w:r>
      <w:r w:rsidRPr="00B64497">
        <w:t>, что эффективная разработка и успешное внедрение цифровых решений для транспорта требуют межсекторального, интермодального и многостороннего сотрудничества, а также соответствующих межправительственных платформ, облегчающих такое сотрудничество,</w:t>
      </w:r>
    </w:p>
    <w:p w:rsidR="009D3E2D" w:rsidRPr="00B64497" w:rsidRDefault="009D3E2D" w:rsidP="00B64497">
      <w:pPr>
        <w:pStyle w:val="SingleTxtG"/>
        <w:ind w:firstLine="567"/>
      </w:pPr>
      <w:r w:rsidRPr="00B64497">
        <w:rPr>
          <w:i/>
          <w:iCs/>
        </w:rPr>
        <w:t>признавая</w:t>
      </w:r>
      <w:r w:rsidRPr="00B64497">
        <w:t xml:space="preserve"> глобальное значение работы Комитета и его вспомогательных органов,</w:t>
      </w:r>
    </w:p>
    <w:p w:rsidR="009D3E2D" w:rsidRPr="00B64497" w:rsidRDefault="009D3E2D" w:rsidP="00B64497">
      <w:pPr>
        <w:pStyle w:val="SingleTxtG"/>
        <w:ind w:firstLine="567"/>
      </w:pPr>
      <w:r w:rsidRPr="00B64497">
        <w:rPr>
          <w:i/>
          <w:iCs/>
        </w:rPr>
        <w:t>подтверждая</w:t>
      </w:r>
      <w:r w:rsidRPr="00B64497">
        <w:t>, что Комитет является уникальным центром Организации Объединенных Наций, обеспечивающим всеобъемлющие региональные и глобальные платформы для рассмотрения всех аспектов развития внутреннего транспорта и сотрудничества, включая цифровизацию транспортных документов и данных и автоматизацию,</w:t>
      </w:r>
    </w:p>
    <w:p w:rsidR="009D3E2D" w:rsidRPr="00B64497" w:rsidRDefault="009D3E2D" w:rsidP="00B64497">
      <w:pPr>
        <w:pStyle w:val="SingleTxtG"/>
        <w:ind w:firstLine="567"/>
        <w:rPr>
          <w:i/>
        </w:rPr>
      </w:pPr>
      <w:r w:rsidRPr="00B64497">
        <w:rPr>
          <w:i/>
          <w:iCs/>
        </w:rPr>
        <w:t>постановляем:</w:t>
      </w:r>
      <w:r w:rsidRPr="00B64497">
        <w:t xml:space="preserve"> </w:t>
      </w:r>
    </w:p>
    <w:p w:rsidR="009D3E2D" w:rsidRPr="00B64497" w:rsidRDefault="009D3E2D" w:rsidP="00B64497">
      <w:pPr>
        <w:pStyle w:val="SingleTxtG"/>
        <w:ind w:firstLine="567"/>
      </w:pPr>
      <w:r w:rsidRPr="00B64497">
        <w:t>1.</w:t>
      </w:r>
      <w:r w:rsidRPr="00B64497">
        <w:tab/>
      </w:r>
      <w:r w:rsidRPr="00B64497">
        <w:rPr>
          <w:i/>
          <w:iCs/>
        </w:rPr>
        <w:t>подтвердить</w:t>
      </w:r>
      <w:r w:rsidRPr="00B64497">
        <w:t xml:space="preserve"> нашу приверженность укреплению роли Комитета по внутреннему транспорту в качестве платформы Организации Объединенных Наций для внутреннего транспорта и в этой связи поддержать развитие, использование и безопасную интеграцию в транспортных системах цифровых и других соответствующих технологий и инноваций на всех видах транспорта, и в частности в области МДП, КДПГ и ЕСТР, а также в целом транспортных данных и документов, автоматизированных/автономных и подключенных транспортных средств, электронной навигации, речных информационных услуг и интеллектуальных транспортных систем, включая умную инфраструктуру и умную мобильность, как основного компонента стратегии Комитета до 2030 года</w:t>
      </w:r>
      <w:r w:rsidRPr="00B64497">
        <w:rPr>
          <w:sz w:val="18"/>
          <w:vertAlign w:val="superscript"/>
        </w:rPr>
        <w:footnoteReference w:id="11"/>
      </w:r>
      <w:r w:rsidRPr="00B64497">
        <w:t xml:space="preserve">, что таким образом позволит улучшить безопасность дорожного движения, экологические показатели и эффективность услуг в сфере транспорта и мобильности; </w:t>
      </w:r>
      <w:bookmarkStart w:id="16" w:name="_Hlk527732994"/>
      <w:bookmarkEnd w:id="16"/>
    </w:p>
    <w:p w:rsidR="009D3E2D" w:rsidRPr="00B64497" w:rsidRDefault="009D3E2D" w:rsidP="00B64497">
      <w:pPr>
        <w:pStyle w:val="SingleTxtG"/>
        <w:ind w:firstLine="567"/>
      </w:pPr>
      <w:r w:rsidRPr="00B64497">
        <w:t>2.</w:t>
      </w:r>
      <w:r w:rsidRPr="00B64497">
        <w:tab/>
      </w:r>
      <w:r w:rsidRPr="00B64497">
        <w:rPr>
          <w:i/>
          <w:iCs/>
        </w:rPr>
        <w:t xml:space="preserve">выразить </w:t>
      </w:r>
      <w:r w:rsidRPr="00B64497">
        <w:t>нашу решимость в целях обеспечения того, чтобы соответствующие регулирующие функции Комитета, являющиеся его главным преимуществом и наивысшим приоритетом, отвечали самым современным технологическим требованиям, поддерживали транспортные инновации и оставались открытыми, инклюзивными и доступными для всех государств – членов Организации Объединенных Наций;</w:t>
      </w:r>
    </w:p>
    <w:p w:rsidR="009D3E2D" w:rsidRPr="00B64497" w:rsidRDefault="009D3E2D" w:rsidP="00B64497">
      <w:pPr>
        <w:pStyle w:val="SingleTxtG"/>
        <w:ind w:firstLine="567"/>
      </w:pPr>
      <w:r w:rsidRPr="00B64497">
        <w:t>3.</w:t>
      </w:r>
      <w:r w:rsidRPr="00B64497">
        <w:tab/>
      </w:r>
      <w:r w:rsidRPr="00B64497">
        <w:rPr>
          <w:i/>
          <w:iCs/>
        </w:rPr>
        <w:t>настоятельно призвать</w:t>
      </w:r>
      <w:r w:rsidRPr="00B64497">
        <w:t xml:space="preserve"> государства-члены содействовать всестороннему использованию информационно-коммуникационных технологий во внутреннем транспорте с уделением особого внимания компьютеризации процедур, установленных в соответствии с конвенциями ООН по транспорту, относящимися к ведению Комитета и его вспомогательных органов, и укреплять сотрудничество с международными финансовыми учреждениями для привлечения средств на финансирование инновационных проектов; </w:t>
      </w:r>
    </w:p>
    <w:p w:rsidR="009D3E2D" w:rsidRPr="00B64497" w:rsidRDefault="009D3E2D" w:rsidP="00B64497">
      <w:pPr>
        <w:pStyle w:val="SingleTxtG"/>
        <w:ind w:firstLine="567"/>
        <w:rPr>
          <w:iCs/>
        </w:rPr>
      </w:pPr>
      <w:r w:rsidRPr="00B64497">
        <w:t>4.</w:t>
      </w:r>
      <w:r w:rsidRPr="00B64497">
        <w:tab/>
      </w:r>
      <w:r w:rsidRPr="00B64497">
        <w:rPr>
          <w:i/>
          <w:iCs/>
        </w:rPr>
        <w:t>заверить в том</w:t>
      </w:r>
      <w:r w:rsidRPr="00B64497">
        <w:t>, что мы будем прилагать все усилия для полного внедрения системы e-TIR и скорейшего вступления в силу приложения 11 к Таможенной конвенции о международной перевозке грузов с применением книжки МДП (Конвенция МДП), в том числе путем обеспечения необходимого финансирования и реализации eTIR на национальном уровне, и способствовать присоединению к системе e-CMR и ее введению в действие;</w:t>
      </w:r>
    </w:p>
    <w:bookmarkEnd w:id="14"/>
    <w:p w:rsidR="009D3E2D" w:rsidRPr="00B64497" w:rsidRDefault="009D3E2D" w:rsidP="001344EE">
      <w:pPr>
        <w:pStyle w:val="SingleTxtG"/>
        <w:ind w:firstLine="552"/>
      </w:pPr>
      <w:r w:rsidRPr="00B64497">
        <w:t>5.</w:t>
      </w:r>
      <w:r w:rsidRPr="00B64497">
        <w:tab/>
      </w:r>
      <w:r w:rsidRPr="00B64497">
        <w:rPr>
          <w:i/>
          <w:iCs/>
        </w:rPr>
        <w:t>выразить</w:t>
      </w:r>
      <w:r w:rsidRPr="00B64497">
        <w:t xml:space="preserve"> нашу убежденность в том, что гармонизация, основанная на общих технических требованиях и транспарентности критериев для принятия решений в области автоматизированных/автономных и подключенных транспортных средств, имеет крайне важное значение для надежных и функционально совместимых транспортных систем и что более широкое использование новых технологий во внутреннем транспорте представляет огромный потенциал для поиска решений, направленных на повышение эффективности, предотвращение дорожно-транспортных происшествий, более активное применение интермодального подхода и снижение загрязнения и выбросов парниковых газов.</w:t>
      </w:r>
    </w:p>
    <w:p w:rsidR="009D3E2D" w:rsidRPr="00B64497" w:rsidRDefault="009D3E2D" w:rsidP="00B64497">
      <w:pPr>
        <w:pStyle w:val="SingleTxtG"/>
        <w:sectPr w:rsidR="009D3E2D" w:rsidRPr="00B64497" w:rsidSect="009D3E2D">
          <w:footnotePr>
            <w:numRestart w:val="eachSect"/>
          </w:footnotePr>
          <w:endnotePr>
            <w:numFmt w:val="decimal"/>
          </w:endnotePr>
          <w:pgSz w:w="11906" w:h="16838" w:code="9"/>
          <w:pgMar w:top="1418" w:right="1134" w:bottom="1134" w:left="1134" w:header="851" w:footer="567" w:gutter="0"/>
          <w:cols w:space="708"/>
          <w:docGrid w:linePitch="360"/>
        </w:sectPr>
      </w:pPr>
    </w:p>
    <w:p w:rsidR="009D3E2D" w:rsidRPr="00B64497" w:rsidRDefault="009D3E2D" w:rsidP="00B64497">
      <w:pPr>
        <w:pStyle w:val="HChG"/>
      </w:pPr>
      <w:r w:rsidRPr="00B64497">
        <w:rPr>
          <w:bCs/>
        </w:rPr>
        <w:lastRenderedPageBreak/>
        <w:t>Приложение II</w:t>
      </w:r>
    </w:p>
    <w:p w:rsidR="009D3E2D" w:rsidRDefault="009D3E2D" w:rsidP="00E33370">
      <w:pPr>
        <w:pStyle w:val="HChG"/>
        <w:spacing w:after="360"/>
        <w:ind w:left="1138" w:right="1138" w:hanging="1138"/>
        <w:rPr>
          <w:bCs/>
        </w:rPr>
      </w:pPr>
      <w:r w:rsidRPr="00B64497">
        <w:tab/>
      </w:r>
      <w:r w:rsidRPr="00B64497">
        <w:tab/>
      </w:r>
      <w:r w:rsidRPr="00B64497">
        <w:rPr>
          <w:bCs/>
        </w:rPr>
        <w:t>Список стран, принявших резолюцию по состоянию на</w:t>
      </w:r>
      <w:r w:rsidR="006B4073" w:rsidRPr="00B64497">
        <w:rPr>
          <w:bCs/>
          <w:lang w:val="en-US"/>
        </w:rPr>
        <w:t> </w:t>
      </w:r>
      <w:r w:rsidRPr="00B64497">
        <w:rPr>
          <w:bCs/>
        </w:rPr>
        <w:t>22 февраля 2019 года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E379D" w:rsidTr="002E379D">
        <w:tc>
          <w:tcPr>
            <w:tcW w:w="4814" w:type="dxa"/>
          </w:tcPr>
          <w:p w:rsidR="002E379D" w:rsidRPr="00805F5B" w:rsidRDefault="002E379D" w:rsidP="002E379D">
            <w:pPr>
              <w:pStyle w:val="SingleTxtG"/>
            </w:pPr>
            <w:r w:rsidRPr="00805F5B">
              <w:t>Азербайджан</w:t>
            </w:r>
          </w:p>
        </w:tc>
        <w:tc>
          <w:tcPr>
            <w:tcW w:w="4814" w:type="dxa"/>
          </w:tcPr>
          <w:p w:rsidR="002E379D" w:rsidRPr="00E85D4F" w:rsidRDefault="002E379D" w:rsidP="002E379D">
            <w:pPr>
              <w:pStyle w:val="SingleTxtG"/>
              <w:ind w:left="216"/>
            </w:pPr>
            <w:r w:rsidRPr="00E85D4F">
              <w:t>Объединенные Арабские Эмираты</w:t>
            </w:r>
          </w:p>
        </w:tc>
      </w:tr>
      <w:tr w:rsidR="002E379D" w:rsidTr="002E379D">
        <w:tc>
          <w:tcPr>
            <w:tcW w:w="4814" w:type="dxa"/>
          </w:tcPr>
          <w:p w:rsidR="002E379D" w:rsidRPr="00805F5B" w:rsidRDefault="002E379D" w:rsidP="002E379D">
            <w:pPr>
              <w:pStyle w:val="SingleTxtG"/>
            </w:pPr>
            <w:r w:rsidRPr="00805F5B">
              <w:t>Албания</w:t>
            </w:r>
          </w:p>
        </w:tc>
        <w:tc>
          <w:tcPr>
            <w:tcW w:w="4814" w:type="dxa"/>
          </w:tcPr>
          <w:p w:rsidR="002E379D" w:rsidRPr="00E85D4F" w:rsidRDefault="002E379D" w:rsidP="002E379D">
            <w:pPr>
              <w:pStyle w:val="SingleTxtG"/>
              <w:ind w:left="216"/>
            </w:pPr>
            <w:r w:rsidRPr="00E85D4F">
              <w:t>Польша</w:t>
            </w:r>
          </w:p>
        </w:tc>
      </w:tr>
      <w:tr w:rsidR="002E379D" w:rsidTr="002E379D">
        <w:tc>
          <w:tcPr>
            <w:tcW w:w="4814" w:type="dxa"/>
          </w:tcPr>
          <w:p w:rsidR="002E379D" w:rsidRPr="00805F5B" w:rsidRDefault="002E379D" w:rsidP="002E379D">
            <w:pPr>
              <w:pStyle w:val="SingleTxtG"/>
            </w:pPr>
            <w:r w:rsidRPr="00805F5B">
              <w:t>Армения</w:t>
            </w:r>
          </w:p>
        </w:tc>
        <w:tc>
          <w:tcPr>
            <w:tcW w:w="4814" w:type="dxa"/>
          </w:tcPr>
          <w:p w:rsidR="002E379D" w:rsidRPr="00E85D4F" w:rsidRDefault="002E379D" w:rsidP="002E379D">
            <w:pPr>
              <w:pStyle w:val="SingleTxtG"/>
              <w:ind w:left="216"/>
            </w:pPr>
            <w:r w:rsidRPr="00E85D4F">
              <w:t>Португалия</w:t>
            </w:r>
          </w:p>
        </w:tc>
      </w:tr>
      <w:tr w:rsidR="002E379D" w:rsidTr="002E379D">
        <w:tc>
          <w:tcPr>
            <w:tcW w:w="4814" w:type="dxa"/>
          </w:tcPr>
          <w:p w:rsidR="002E379D" w:rsidRPr="00805F5B" w:rsidRDefault="002E379D" w:rsidP="002E379D">
            <w:pPr>
              <w:pStyle w:val="SingleTxtG"/>
            </w:pPr>
            <w:r w:rsidRPr="00805F5B">
              <w:t>Бельгия</w:t>
            </w:r>
          </w:p>
        </w:tc>
        <w:tc>
          <w:tcPr>
            <w:tcW w:w="4814" w:type="dxa"/>
          </w:tcPr>
          <w:p w:rsidR="002E379D" w:rsidRPr="00E85D4F" w:rsidRDefault="002E379D" w:rsidP="002E379D">
            <w:pPr>
              <w:pStyle w:val="SingleTxtG"/>
              <w:ind w:left="216"/>
            </w:pPr>
            <w:r w:rsidRPr="00E85D4F">
              <w:t>Российская Федерация</w:t>
            </w:r>
          </w:p>
        </w:tc>
      </w:tr>
      <w:tr w:rsidR="002E379D" w:rsidTr="002E379D">
        <w:tc>
          <w:tcPr>
            <w:tcW w:w="4814" w:type="dxa"/>
          </w:tcPr>
          <w:p w:rsidR="002E379D" w:rsidRPr="00805F5B" w:rsidRDefault="002E379D" w:rsidP="002E379D">
            <w:pPr>
              <w:pStyle w:val="SingleTxtG"/>
            </w:pPr>
            <w:r w:rsidRPr="00805F5B">
              <w:t>Болгария</w:t>
            </w:r>
          </w:p>
        </w:tc>
        <w:tc>
          <w:tcPr>
            <w:tcW w:w="4814" w:type="dxa"/>
          </w:tcPr>
          <w:p w:rsidR="002E379D" w:rsidRPr="00E85D4F" w:rsidRDefault="002E379D" w:rsidP="002E379D">
            <w:pPr>
              <w:pStyle w:val="SingleTxtG"/>
              <w:ind w:left="216"/>
            </w:pPr>
            <w:r w:rsidRPr="00E85D4F">
              <w:t>Румыния</w:t>
            </w:r>
          </w:p>
        </w:tc>
      </w:tr>
      <w:tr w:rsidR="002E379D" w:rsidTr="002E379D">
        <w:tc>
          <w:tcPr>
            <w:tcW w:w="4814" w:type="dxa"/>
          </w:tcPr>
          <w:p w:rsidR="002E379D" w:rsidRPr="00805F5B" w:rsidRDefault="002E379D" w:rsidP="002E379D">
            <w:pPr>
              <w:pStyle w:val="SingleTxtG"/>
            </w:pPr>
            <w:r w:rsidRPr="00805F5B">
              <w:t>Босния и Герцеговина</w:t>
            </w:r>
          </w:p>
        </w:tc>
        <w:tc>
          <w:tcPr>
            <w:tcW w:w="4814" w:type="dxa"/>
          </w:tcPr>
          <w:p w:rsidR="002E379D" w:rsidRPr="00E85D4F" w:rsidRDefault="002E379D" w:rsidP="002E379D">
            <w:pPr>
              <w:pStyle w:val="SingleTxtG"/>
              <w:ind w:left="216"/>
            </w:pPr>
            <w:r w:rsidRPr="00E85D4F">
              <w:t>Словения</w:t>
            </w:r>
          </w:p>
        </w:tc>
      </w:tr>
      <w:tr w:rsidR="002E379D" w:rsidTr="002E379D">
        <w:tc>
          <w:tcPr>
            <w:tcW w:w="4814" w:type="dxa"/>
          </w:tcPr>
          <w:p w:rsidR="002E379D" w:rsidRPr="00805F5B" w:rsidRDefault="002E379D" w:rsidP="002E379D">
            <w:pPr>
              <w:pStyle w:val="SingleTxtG"/>
            </w:pPr>
            <w:r w:rsidRPr="00805F5B">
              <w:t>Венгрия</w:t>
            </w:r>
          </w:p>
        </w:tc>
        <w:tc>
          <w:tcPr>
            <w:tcW w:w="4814" w:type="dxa"/>
          </w:tcPr>
          <w:p w:rsidR="002E379D" w:rsidRPr="00E85D4F" w:rsidRDefault="002E379D" w:rsidP="002E379D">
            <w:pPr>
              <w:pStyle w:val="SingleTxtG"/>
              <w:ind w:left="216"/>
              <w:jc w:val="left"/>
            </w:pPr>
            <w:r w:rsidRPr="00E85D4F">
              <w:t xml:space="preserve">Соединенное Королевство Великобритании и Северной Ирландии </w:t>
            </w:r>
          </w:p>
        </w:tc>
      </w:tr>
      <w:tr w:rsidR="002E379D" w:rsidTr="002E379D">
        <w:tc>
          <w:tcPr>
            <w:tcW w:w="4814" w:type="dxa"/>
          </w:tcPr>
          <w:p w:rsidR="002E379D" w:rsidRPr="00805F5B" w:rsidRDefault="002E379D" w:rsidP="002E379D">
            <w:pPr>
              <w:pStyle w:val="SingleTxtG"/>
            </w:pPr>
            <w:r w:rsidRPr="00805F5B">
              <w:t>Германия</w:t>
            </w:r>
          </w:p>
        </w:tc>
        <w:tc>
          <w:tcPr>
            <w:tcW w:w="4814" w:type="dxa"/>
          </w:tcPr>
          <w:p w:rsidR="002E379D" w:rsidRPr="00E85D4F" w:rsidRDefault="002E379D" w:rsidP="002E379D">
            <w:pPr>
              <w:pStyle w:val="SingleTxtG"/>
              <w:ind w:left="216"/>
            </w:pPr>
            <w:r w:rsidRPr="00E85D4F">
              <w:t>Туркменистан</w:t>
            </w:r>
          </w:p>
        </w:tc>
      </w:tr>
      <w:tr w:rsidR="002E379D" w:rsidTr="002E379D">
        <w:tc>
          <w:tcPr>
            <w:tcW w:w="4814" w:type="dxa"/>
          </w:tcPr>
          <w:p w:rsidR="002E379D" w:rsidRPr="00805F5B" w:rsidRDefault="002E379D" w:rsidP="002E379D">
            <w:pPr>
              <w:pStyle w:val="SingleTxtG"/>
            </w:pPr>
            <w:r w:rsidRPr="00805F5B">
              <w:t>Греция</w:t>
            </w:r>
          </w:p>
        </w:tc>
        <w:tc>
          <w:tcPr>
            <w:tcW w:w="4814" w:type="dxa"/>
          </w:tcPr>
          <w:p w:rsidR="002E379D" w:rsidRPr="00E85D4F" w:rsidRDefault="002E379D" w:rsidP="002E379D">
            <w:pPr>
              <w:pStyle w:val="SingleTxtG"/>
              <w:ind w:left="216"/>
            </w:pPr>
            <w:r w:rsidRPr="00E85D4F">
              <w:t>Турция</w:t>
            </w:r>
          </w:p>
        </w:tc>
      </w:tr>
      <w:tr w:rsidR="002E379D" w:rsidTr="002E379D">
        <w:tc>
          <w:tcPr>
            <w:tcW w:w="4814" w:type="dxa"/>
          </w:tcPr>
          <w:p w:rsidR="002E379D" w:rsidRPr="00805F5B" w:rsidRDefault="002E379D" w:rsidP="002E379D">
            <w:pPr>
              <w:pStyle w:val="SingleTxtG"/>
            </w:pPr>
            <w:r w:rsidRPr="00805F5B">
              <w:t>Италия</w:t>
            </w:r>
          </w:p>
        </w:tc>
        <w:tc>
          <w:tcPr>
            <w:tcW w:w="4814" w:type="dxa"/>
          </w:tcPr>
          <w:p w:rsidR="002E379D" w:rsidRPr="00E85D4F" w:rsidRDefault="002E379D" w:rsidP="002E379D">
            <w:pPr>
              <w:pStyle w:val="SingleTxtG"/>
              <w:ind w:left="216"/>
            </w:pPr>
            <w:r w:rsidRPr="00E85D4F">
              <w:t>Украина</w:t>
            </w:r>
          </w:p>
        </w:tc>
      </w:tr>
      <w:tr w:rsidR="002E379D" w:rsidTr="002E379D">
        <w:tc>
          <w:tcPr>
            <w:tcW w:w="4814" w:type="dxa"/>
          </w:tcPr>
          <w:p w:rsidR="002E379D" w:rsidRPr="00805F5B" w:rsidRDefault="002E379D" w:rsidP="002E379D">
            <w:pPr>
              <w:pStyle w:val="SingleTxtG"/>
            </w:pPr>
            <w:r w:rsidRPr="00805F5B">
              <w:t>Казахстан</w:t>
            </w:r>
          </w:p>
        </w:tc>
        <w:tc>
          <w:tcPr>
            <w:tcW w:w="4814" w:type="dxa"/>
          </w:tcPr>
          <w:p w:rsidR="002E379D" w:rsidRPr="00E85D4F" w:rsidRDefault="002E379D" w:rsidP="002E379D">
            <w:pPr>
              <w:pStyle w:val="SingleTxtG"/>
              <w:ind w:left="216"/>
            </w:pPr>
            <w:r w:rsidRPr="00E85D4F">
              <w:t>Финляндия</w:t>
            </w:r>
          </w:p>
        </w:tc>
      </w:tr>
      <w:tr w:rsidR="002E379D" w:rsidTr="002E379D">
        <w:tc>
          <w:tcPr>
            <w:tcW w:w="4814" w:type="dxa"/>
          </w:tcPr>
          <w:p w:rsidR="002E379D" w:rsidRPr="00805F5B" w:rsidRDefault="002E379D" w:rsidP="002E379D">
            <w:pPr>
              <w:pStyle w:val="SingleTxtG"/>
            </w:pPr>
            <w:r w:rsidRPr="00805F5B">
              <w:t>Китай</w:t>
            </w:r>
          </w:p>
        </w:tc>
        <w:tc>
          <w:tcPr>
            <w:tcW w:w="4814" w:type="dxa"/>
          </w:tcPr>
          <w:p w:rsidR="002E379D" w:rsidRPr="00E85D4F" w:rsidRDefault="002E379D" w:rsidP="002E379D">
            <w:pPr>
              <w:pStyle w:val="SingleTxtG"/>
              <w:ind w:left="216"/>
            </w:pPr>
            <w:r w:rsidRPr="00E85D4F">
              <w:t>Франция</w:t>
            </w:r>
          </w:p>
        </w:tc>
      </w:tr>
      <w:tr w:rsidR="002E379D" w:rsidTr="002E379D">
        <w:tc>
          <w:tcPr>
            <w:tcW w:w="4814" w:type="dxa"/>
          </w:tcPr>
          <w:p w:rsidR="002E379D" w:rsidRPr="00805F5B" w:rsidRDefault="002E379D" w:rsidP="002E379D">
            <w:pPr>
              <w:pStyle w:val="SingleTxtG"/>
            </w:pPr>
            <w:r w:rsidRPr="00805F5B">
              <w:t>Марокко</w:t>
            </w:r>
          </w:p>
        </w:tc>
        <w:tc>
          <w:tcPr>
            <w:tcW w:w="4814" w:type="dxa"/>
          </w:tcPr>
          <w:p w:rsidR="002E379D" w:rsidRPr="00E85D4F" w:rsidRDefault="002E379D" w:rsidP="002E379D">
            <w:pPr>
              <w:pStyle w:val="SingleTxtG"/>
              <w:ind w:left="216"/>
            </w:pPr>
            <w:r w:rsidRPr="00E85D4F">
              <w:t>Черногория</w:t>
            </w:r>
          </w:p>
        </w:tc>
      </w:tr>
      <w:tr w:rsidR="002E379D" w:rsidTr="002E379D">
        <w:tc>
          <w:tcPr>
            <w:tcW w:w="4814" w:type="dxa"/>
          </w:tcPr>
          <w:p w:rsidR="002E379D" w:rsidRPr="00805F5B" w:rsidRDefault="002E379D" w:rsidP="002E379D">
            <w:pPr>
              <w:pStyle w:val="SingleTxtG"/>
            </w:pPr>
            <w:r w:rsidRPr="00805F5B">
              <w:t>Мексика</w:t>
            </w:r>
          </w:p>
        </w:tc>
        <w:tc>
          <w:tcPr>
            <w:tcW w:w="4814" w:type="dxa"/>
          </w:tcPr>
          <w:p w:rsidR="002E379D" w:rsidRPr="00E85D4F" w:rsidRDefault="002E379D" w:rsidP="002E379D">
            <w:pPr>
              <w:pStyle w:val="SingleTxtG"/>
              <w:ind w:left="216"/>
            </w:pPr>
            <w:r w:rsidRPr="00E85D4F">
              <w:t>Чешская Республика</w:t>
            </w:r>
          </w:p>
        </w:tc>
      </w:tr>
      <w:tr w:rsidR="002E379D" w:rsidTr="002E379D">
        <w:tc>
          <w:tcPr>
            <w:tcW w:w="4814" w:type="dxa"/>
          </w:tcPr>
          <w:p w:rsidR="002E379D" w:rsidRPr="00805F5B" w:rsidRDefault="002E379D" w:rsidP="002E379D">
            <w:pPr>
              <w:pStyle w:val="SingleTxtG"/>
            </w:pPr>
            <w:r w:rsidRPr="00805F5B">
              <w:t xml:space="preserve">Монголия </w:t>
            </w:r>
          </w:p>
        </w:tc>
        <w:tc>
          <w:tcPr>
            <w:tcW w:w="4814" w:type="dxa"/>
          </w:tcPr>
          <w:p w:rsidR="002E379D" w:rsidRPr="00E85D4F" w:rsidRDefault="002E379D" w:rsidP="002E379D">
            <w:pPr>
              <w:pStyle w:val="SingleTxtG"/>
              <w:ind w:left="216"/>
            </w:pPr>
            <w:r w:rsidRPr="00E85D4F">
              <w:t>Швейцария</w:t>
            </w:r>
          </w:p>
        </w:tc>
      </w:tr>
      <w:tr w:rsidR="002E379D" w:rsidTr="002E379D">
        <w:tc>
          <w:tcPr>
            <w:tcW w:w="4814" w:type="dxa"/>
          </w:tcPr>
          <w:p w:rsidR="002E379D" w:rsidRPr="00805F5B" w:rsidRDefault="002E379D" w:rsidP="002E379D">
            <w:pPr>
              <w:pStyle w:val="SingleTxtG"/>
            </w:pPr>
            <w:r w:rsidRPr="00805F5B">
              <w:t>Нидерланды</w:t>
            </w:r>
          </w:p>
        </w:tc>
        <w:tc>
          <w:tcPr>
            <w:tcW w:w="4814" w:type="dxa"/>
          </w:tcPr>
          <w:p w:rsidR="002E379D" w:rsidRDefault="002E379D" w:rsidP="002E379D">
            <w:pPr>
              <w:ind w:left="216"/>
            </w:pPr>
            <w:r w:rsidRPr="00E85D4F">
              <w:t>Швеция</w:t>
            </w:r>
          </w:p>
        </w:tc>
      </w:tr>
      <w:tr w:rsidR="002E379D" w:rsidTr="002E379D">
        <w:tc>
          <w:tcPr>
            <w:tcW w:w="4814" w:type="dxa"/>
          </w:tcPr>
          <w:p w:rsidR="002E379D" w:rsidRPr="00805F5B" w:rsidRDefault="002E379D" w:rsidP="002E379D">
            <w:pPr>
              <w:pStyle w:val="SingleTxtG"/>
            </w:pPr>
          </w:p>
        </w:tc>
        <w:tc>
          <w:tcPr>
            <w:tcW w:w="4814" w:type="dxa"/>
          </w:tcPr>
          <w:p w:rsidR="002E379D" w:rsidRPr="00E85D4F" w:rsidRDefault="002E379D" w:rsidP="002E379D">
            <w:pPr>
              <w:pStyle w:val="SingleTxtG"/>
              <w:ind w:left="216"/>
            </w:pPr>
          </w:p>
        </w:tc>
      </w:tr>
    </w:tbl>
    <w:p w:rsidR="001344EE" w:rsidRPr="00B64497" w:rsidRDefault="001344EE" w:rsidP="00B64497">
      <w:pPr>
        <w:spacing w:after="120"/>
        <w:ind w:left="39"/>
      </w:pPr>
    </w:p>
    <w:p w:rsidR="009D3E2D" w:rsidRPr="00B64497" w:rsidRDefault="009D3E2D" w:rsidP="00B64497">
      <w:pPr>
        <w:pStyle w:val="SingleTxtG"/>
        <w:sectPr w:rsidR="009D3E2D" w:rsidRPr="00B64497" w:rsidSect="009D3E2D">
          <w:endnotePr>
            <w:numFmt w:val="decimal"/>
          </w:endnotePr>
          <w:pgSz w:w="11906" w:h="16838" w:code="9"/>
          <w:pgMar w:top="1418" w:right="1134" w:bottom="1134" w:left="1134" w:header="851" w:footer="567" w:gutter="0"/>
          <w:cols w:space="708"/>
          <w:docGrid w:linePitch="360"/>
        </w:sectPr>
      </w:pPr>
    </w:p>
    <w:p w:rsidR="009D3E2D" w:rsidRPr="00B64497" w:rsidRDefault="009D3E2D" w:rsidP="00B64497">
      <w:pPr>
        <w:pStyle w:val="HChG"/>
      </w:pPr>
      <w:r w:rsidRPr="00B64497">
        <w:rPr>
          <w:bCs/>
        </w:rPr>
        <w:lastRenderedPageBreak/>
        <w:t>Приложение III</w:t>
      </w:r>
    </w:p>
    <w:p w:rsidR="009D3E2D" w:rsidRPr="00B64497" w:rsidRDefault="009D3E2D" w:rsidP="00B64497">
      <w:pPr>
        <w:pStyle w:val="HChG"/>
      </w:pPr>
      <w:r w:rsidRPr="00B64497">
        <w:tab/>
      </w:r>
      <w:r w:rsidRPr="00B64497">
        <w:tab/>
      </w:r>
      <w:r w:rsidRPr="00B64497">
        <w:rPr>
          <w:bCs/>
        </w:rPr>
        <w:t>Содействие развитию внутреннего водного транспорта</w:t>
      </w:r>
    </w:p>
    <w:p w:rsidR="009D3E2D" w:rsidRPr="00B64497" w:rsidRDefault="009D3E2D" w:rsidP="00B64497">
      <w:pPr>
        <w:pStyle w:val="H1G"/>
      </w:pPr>
      <w:r w:rsidRPr="00B64497">
        <w:tab/>
      </w:r>
      <w:r w:rsidRPr="00B64497">
        <w:tab/>
      </w:r>
      <w:r w:rsidRPr="00B64497">
        <w:rPr>
          <w:bCs/>
        </w:rPr>
        <w:t>Резолюция № 265</w:t>
      </w:r>
      <w:r w:rsidR="006B4073" w:rsidRPr="00B64497">
        <w:rPr>
          <w:bCs/>
        </w:rPr>
        <w:t xml:space="preserve"> </w:t>
      </w:r>
      <w:r w:rsidRPr="00B64497">
        <w:t>(принятая Комитетом по внутреннему транспорту 22 февраля 2019 года)</w:t>
      </w:r>
    </w:p>
    <w:p w:rsidR="009D3E2D" w:rsidRPr="00B64497" w:rsidRDefault="009D3E2D" w:rsidP="00E33370">
      <w:pPr>
        <w:pStyle w:val="SingleTxtG"/>
        <w:ind w:firstLine="567"/>
        <w:rPr>
          <w:i/>
        </w:rPr>
      </w:pPr>
      <w:r w:rsidRPr="00B64497">
        <w:rPr>
          <w:i/>
          <w:iCs/>
        </w:rPr>
        <w:t>Комитет по внутреннему водному транспорту,</w:t>
      </w:r>
    </w:p>
    <w:p w:rsidR="009D3E2D" w:rsidRPr="00B64497" w:rsidRDefault="009D3E2D" w:rsidP="00B64497">
      <w:pPr>
        <w:pStyle w:val="SingleTxtG"/>
        <w:ind w:firstLine="567"/>
      </w:pPr>
      <w:r w:rsidRPr="00B64497">
        <w:tab/>
      </w:r>
      <w:r w:rsidRPr="00B64497">
        <w:rPr>
          <w:i/>
          <w:iCs/>
        </w:rPr>
        <w:t>вновь подтверждая</w:t>
      </w:r>
      <w:r w:rsidRPr="00B64497">
        <w:t xml:space="preserve"> приверженность достижению таких целей в области устойчивого развития, имеющих важное значение для внутреннего водного транспорта, как формирование устойчивой инфраструктуры сети внутренних водных путей, обеспечение безопасности, а также физической и экономической доступности внутреннего водного транспорта в увязке с энергетикой и охраной окружающей среды, а также со стимулированием нововведений,</w:t>
      </w:r>
    </w:p>
    <w:p w:rsidR="009D3E2D" w:rsidRPr="00B64497" w:rsidRDefault="009D3E2D" w:rsidP="00B64497">
      <w:pPr>
        <w:pStyle w:val="SingleTxtG"/>
        <w:ind w:firstLine="567"/>
      </w:pPr>
      <w:r w:rsidRPr="00B64497">
        <w:tab/>
      </w:r>
      <w:r w:rsidRPr="00B64497">
        <w:rPr>
          <w:i/>
          <w:iCs/>
        </w:rPr>
        <w:t>напоминая</w:t>
      </w:r>
      <w:r w:rsidRPr="00B64497">
        <w:t xml:space="preserve"> о декларации министров «Судоходство по внутренним водным путям во всемирном контексте», принятой на Международной министерской конференции по внутреннему водному транспорту (18 и 19 апреля 2018 года, Вроцлав, Польша),</w:t>
      </w:r>
    </w:p>
    <w:p w:rsidR="009D3E2D" w:rsidRPr="00B64497" w:rsidRDefault="009D3E2D" w:rsidP="00B64497">
      <w:pPr>
        <w:spacing w:after="120"/>
        <w:ind w:left="1134" w:right="1134" w:firstLine="567"/>
        <w:jc w:val="both"/>
        <w:rPr>
          <w:rFonts w:eastAsia="Arial Unicode MS"/>
        </w:rPr>
      </w:pPr>
      <w:r w:rsidRPr="00B64497">
        <w:tab/>
      </w:r>
      <w:r w:rsidRPr="00B64497">
        <w:rPr>
          <w:i/>
          <w:iCs/>
        </w:rPr>
        <w:t>будучи убежден, что</w:t>
      </w:r>
      <w:r w:rsidRPr="00B64497">
        <w:t xml:space="preserve"> итоги этой Конференции имеют практическую ценность с точки зрения безопасности, охраны окружающей среды, логистики, привлекательности и преимуществ для экономики, и вновь заявляя о своей поддержке целей и действий, предусмотренных вышеупомянутой декларацией министров,</w:t>
      </w:r>
    </w:p>
    <w:p w:rsidR="009D3E2D" w:rsidRPr="00B64497" w:rsidRDefault="009D3E2D" w:rsidP="00B64497">
      <w:pPr>
        <w:pStyle w:val="SingleTxtG"/>
        <w:ind w:firstLine="567"/>
      </w:pPr>
      <w:r w:rsidRPr="00B64497">
        <w:tab/>
      </w:r>
      <w:r w:rsidRPr="00B64497">
        <w:rPr>
          <w:i/>
          <w:iCs/>
        </w:rPr>
        <w:t>с удовлетворением принимая к сведению</w:t>
      </w:r>
      <w:r w:rsidRPr="00B64497">
        <w:t xml:space="preserve"> итоги Конференции министров по случаю семидесятой годовщины Конвенции о режиме судоходства на Дунае (29 июня 2018 года, Белград) и итоги шестого конгресса Центральной комиссии судоходства по Рейну (ЦКСР) по случаю сто пятидесятой годовщины Мангеймского акта, состоявшегося 17 октября 2018 года в Мангейме (Германия),</w:t>
      </w:r>
    </w:p>
    <w:p w:rsidR="009D3E2D" w:rsidRPr="00B64497" w:rsidRDefault="009D3E2D" w:rsidP="00B64497">
      <w:pPr>
        <w:pStyle w:val="SingleTxtG"/>
        <w:ind w:firstLine="567"/>
      </w:pPr>
      <w:r w:rsidRPr="00B64497">
        <w:tab/>
      </w:r>
      <w:r w:rsidRPr="00B64497">
        <w:rPr>
          <w:i/>
          <w:iCs/>
        </w:rPr>
        <w:t>принимая во внимание</w:t>
      </w:r>
      <w:r w:rsidRPr="00B64497">
        <w:t xml:space="preserve"> всеобщую цель, состоящую в развитии эффективных, сбалансированных и гибких транспортных систем, отвечающих экономическим, социальным и экологическим потребностям правительств стран – членов ЕЭК, а также их потребностям в области безопасности,</w:t>
      </w:r>
    </w:p>
    <w:p w:rsidR="009D3E2D" w:rsidRPr="00B64497" w:rsidRDefault="009D3E2D" w:rsidP="00B64497">
      <w:pPr>
        <w:pStyle w:val="SingleTxtG"/>
        <w:ind w:firstLine="567"/>
      </w:pPr>
      <w:r w:rsidRPr="00B64497">
        <w:tab/>
      </w:r>
      <w:r w:rsidRPr="00B64497">
        <w:rPr>
          <w:i/>
          <w:iCs/>
        </w:rPr>
        <w:t xml:space="preserve">осознавая </w:t>
      </w:r>
      <w:r w:rsidRPr="00B64497">
        <w:t>важную роль внутреннего водного транспорта как значительной части сбалансированной транспортной системы, особенно его уровень безопасности, эффективность с точки зрения энергозатрат и стоимости, низкий уровень выбросов и отсутствие перегруженности, вклад в сокращение транспортных и логистических затрат,</w:t>
      </w:r>
    </w:p>
    <w:p w:rsidR="009D3E2D" w:rsidRPr="00B64497" w:rsidRDefault="009D3E2D" w:rsidP="00B64497">
      <w:pPr>
        <w:pStyle w:val="SingleTxtG"/>
        <w:ind w:firstLine="567"/>
      </w:pPr>
      <w:r w:rsidRPr="00B64497">
        <w:tab/>
      </w:r>
      <w:r w:rsidRPr="00B64497">
        <w:rPr>
          <w:i/>
          <w:iCs/>
        </w:rPr>
        <w:t>учитывая</w:t>
      </w:r>
      <w:r w:rsidRPr="00B64497">
        <w:t>, что изменения в законодательной базе и институциональной структуре внутреннего водного транспорта в Европе, недавние перемены и тенденции стимулируют новые возможности и вызовы в данном секторе,</w:t>
      </w:r>
    </w:p>
    <w:p w:rsidR="009D3E2D" w:rsidRPr="00B64497" w:rsidRDefault="009D3E2D" w:rsidP="00B64497">
      <w:pPr>
        <w:spacing w:after="120"/>
        <w:ind w:left="1134" w:right="1134" w:firstLine="567"/>
        <w:jc w:val="both"/>
      </w:pPr>
      <w:r w:rsidRPr="00B64497">
        <w:tab/>
      </w:r>
      <w:r w:rsidRPr="00B64497">
        <w:rPr>
          <w:i/>
          <w:iCs/>
        </w:rPr>
        <w:t>признавая</w:t>
      </w:r>
      <w:r w:rsidRPr="00B64497">
        <w:t xml:space="preserve"> роль передовых технологий, инноваций и перехода на цифровые технологии в обеспечении безопасности плавания и более эффективной интеграции логистики,</w:t>
      </w:r>
    </w:p>
    <w:p w:rsidR="009D3E2D" w:rsidRPr="00B64497" w:rsidRDefault="009D3E2D" w:rsidP="00B64497">
      <w:pPr>
        <w:spacing w:after="120"/>
        <w:ind w:left="1134" w:right="1134" w:firstLine="567"/>
        <w:jc w:val="both"/>
        <w:rPr>
          <w:rFonts w:eastAsia="Arial Unicode MS"/>
        </w:rPr>
      </w:pPr>
      <w:r w:rsidRPr="00B64497">
        <w:tab/>
      </w:r>
      <w:r w:rsidRPr="00B64497">
        <w:rPr>
          <w:i/>
          <w:iCs/>
        </w:rPr>
        <w:t>признавая</w:t>
      </w:r>
      <w:r w:rsidRPr="00B64497">
        <w:t xml:space="preserve"> необходимость объединения усилий для реализации значительного, пока не использованного потенциала отрасли и, соответственно, получения весомой политической поддержки на самом высоком уровне,</w:t>
      </w:r>
    </w:p>
    <w:p w:rsidR="009D3E2D" w:rsidRPr="00B64497" w:rsidRDefault="009D3E2D" w:rsidP="00B64497">
      <w:pPr>
        <w:pStyle w:val="SingleTxtG"/>
        <w:ind w:firstLine="567"/>
        <w:rPr>
          <w:b/>
          <w:bCs/>
        </w:rPr>
      </w:pPr>
      <w:r w:rsidRPr="00B64497">
        <w:tab/>
      </w:r>
      <w:r w:rsidRPr="00B64497">
        <w:rPr>
          <w:i/>
          <w:iCs/>
        </w:rPr>
        <w:t>будучи убежден</w:t>
      </w:r>
      <w:r w:rsidRPr="00B64497">
        <w:t>, что ЕЭК в сотрудничестве с другими соответствующими международными организациями сможет оказать максимально возможную поддержку в реализации задач, указанных министрами во вроцлавской декларации, и что это следует сделать,</w:t>
      </w:r>
    </w:p>
    <w:p w:rsidR="009D3E2D" w:rsidRPr="00B64497" w:rsidRDefault="009D3E2D" w:rsidP="00B64497">
      <w:pPr>
        <w:pStyle w:val="SingleTxtG"/>
        <w:ind w:firstLine="567"/>
      </w:pPr>
      <w:r w:rsidRPr="00B64497">
        <w:tab/>
      </w:r>
      <w:r w:rsidRPr="00B64497">
        <w:rPr>
          <w:i/>
          <w:iCs/>
        </w:rPr>
        <w:t>обращается</w:t>
      </w:r>
      <w:r w:rsidRPr="00B64497">
        <w:t xml:space="preserve"> к государствам-участникам с просьбой разработать национальные планы действий по реализации целей и стратегических мероприятий, </w:t>
      </w:r>
      <w:r w:rsidRPr="00B64497">
        <w:lastRenderedPageBreak/>
        <w:t>предусмотренных вроцлавской декларацией, и информировать Рабочую группу по внутреннему водному транспорту о прогрессе в этой области,</w:t>
      </w:r>
    </w:p>
    <w:p w:rsidR="009D3E2D" w:rsidRPr="00B64497" w:rsidRDefault="009D3E2D" w:rsidP="00B64497">
      <w:pPr>
        <w:pStyle w:val="SingleTxtG"/>
        <w:ind w:firstLine="567"/>
      </w:pPr>
      <w:r w:rsidRPr="00B64497">
        <w:tab/>
      </w:r>
      <w:r w:rsidRPr="00B64497">
        <w:rPr>
          <w:i/>
          <w:iCs/>
        </w:rPr>
        <w:t>обращается</w:t>
      </w:r>
      <w:r w:rsidRPr="00B64497">
        <w:t xml:space="preserve"> к государствам-участникам, речным комиссиям, а также к общественным организациям и другим заинтересованным сторонам с просьбой поддерживать стратегический диалог по аспектам оптимальной практики и мерам, связанным с реализацией поставленных целей на основе задействования возможностей ЕЭК,</w:t>
      </w:r>
    </w:p>
    <w:p w:rsidR="009D3E2D" w:rsidRPr="00B64497" w:rsidRDefault="009D3E2D" w:rsidP="00B64497">
      <w:pPr>
        <w:pStyle w:val="SingleTxtG"/>
        <w:ind w:firstLine="567"/>
      </w:pPr>
      <w:r w:rsidRPr="00B64497">
        <w:tab/>
      </w:r>
      <w:r w:rsidRPr="00B64497">
        <w:rPr>
          <w:i/>
          <w:iCs/>
        </w:rPr>
        <w:t>просит</w:t>
      </w:r>
      <w:r w:rsidRPr="00B64497">
        <w:t xml:space="preserve"> Рабочую группу по внутреннему водному транспорту в соответствии с ее стратегией на 2016–2021 годы, одобренной Комитетом по внутреннему транспорту 24 февраля 2017 года, и в тесном сотрудничестве с государствами</w:t>
      </w:r>
      <w:r w:rsidR="00E33370">
        <w:t xml:space="preserve"> – </w:t>
      </w:r>
      <w:r w:rsidRPr="00B64497">
        <w:t>членами ЕЭК, Европейской комиссией, Центральной комиссией судоходства по Рейну, Дунайской комиссией, Мозельской комиссией и Международной комиссией по бассейну реки Сава приступить к реализации упомянутых выше целей и стратегических мероприятий и внести надлежащие поправки в свою программу работы,</w:t>
      </w:r>
    </w:p>
    <w:p w:rsidR="009D3E2D" w:rsidRPr="00B64497" w:rsidRDefault="00E33370" w:rsidP="00B64497">
      <w:pPr>
        <w:pStyle w:val="SingleTxtG"/>
      </w:pPr>
      <w:r>
        <w:tab/>
      </w:r>
      <w:r w:rsidR="009D3E2D" w:rsidRPr="00B64497">
        <w:tab/>
      </w:r>
      <w:r w:rsidR="009D3E2D" w:rsidRPr="00B64497">
        <w:rPr>
          <w:i/>
          <w:iCs/>
        </w:rPr>
        <w:t>просит</w:t>
      </w:r>
      <w:r w:rsidR="009D3E2D" w:rsidRPr="00B64497">
        <w:t xml:space="preserve"> Рабочую группу по внутреннему водному транспорту регулярно информировать Комитет по внутреннему транспорту о ходе реализации этой резолюции.</w:t>
      </w:r>
    </w:p>
    <w:p w:rsidR="009D3E2D" w:rsidRPr="00B64497" w:rsidRDefault="009D3E2D" w:rsidP="00B64497">
      <w:pPr>
        <w:pStyle w:val="SingleTxtG"/>
        <w:sectPr w:rsidR="009D3E2D" w:rsidRPr="00B64497" w:rsidSect="009D3E2D">
          <w:endnotePr>
            <w:numFmt w:val="decimal"/>
          </w:endnotePr>
          <w:pgSz w:w="11906" w:h="16838" w:code="9"/>
          <w:pgMar w:top="1418" w:right="1134" w:bottom="1134" w:left="1134" w:header="851" w:footer="567" w:gutter="0"/>
          <w:cols w:space="708"/>
          <w:docGrid w:linePitch="360"/>
        </w:sectPr>
      </w:pPr>
    </w:p>
    <w:p w:rsidR="009D3E2D" w:rsidRPr="00B64497" w:rsidRDefault="009D3E2D" w:rsidP="00B64497">
      <w:pPr>
        <w:pStyle w:val="HChG"/>
      </w:pPr>
      <w:r w:rsidRPr="00B64497">
        <w:rPr>
          <w:bCs/>
        </w:rPr>
        <w:lastRenderedPageBreak/>
        <w:t>Приложение IV</w:t>
      </w:r>
    </w:p>
    <w:p w:rsidR="009D3E2D" w:rsidRPr="00B64497" w:rsidRDefault="009D3E2D" w:rsidP="00B64497">
      <w:pPr>
        <w:pStyle w:val="HChG"/>
      </w:pPr>
      <w:r w:rsidRPr="00B64497">
        <w:tab/>
      </w:r>
      <w:r w:rsidRPr="00B64497">
        <w:tab/>
      </w:r>
      <w:r w:rsidRPr="00B64497">
        <w:rPr>
          <w:bCs/>
        </w:rPr>
        <w:t>Обследование движения по автомобильным дорогам категории E и составление перечня основных стандартов и параметров на междугородних магистралях в Европе в</w:t>
      </w:r>
      <w:r w:rsidR="006B4073" w:rsidRPr="00B64497">
        <w:rPr>
          <w:bCs/>
          <w:lang w:val="en-US"/>
        </w:rPr>
        <w:t> </w:t>
      </w:r>
      <w:r w:rsidRPr="00B64497">
        <w:rPr>
          <w:bCs/>
        </w:rPr>
        <w:t>2020 году («Обследование движения по автомобильным дорогам категории Е 2020 года»)</w:t>
      </w:r>
    </w:p>
    <w:p w:rsidR="009D3E2D" w:rsidRPr="00B64497" w:rsidRDefault="009D3E2D" w:rsidP="00B64497">
      <w:pPr>
        <w:pStyle w:val="H1G"/>
      </w:pPr>
      <w:r w:rsidRPr="00B64497">
        <w:tab/>
      </w:r>
      <w:r w:rsidRPr="00B64497">
        <w:tab/>
      </w:r>
      <w:r w:rsidRPr="00B64497">
        <w:rPr>
          <w:bCs/>
        </w:rPr>
        <w:t>Резолюция № 266</w:t>
      </w:r>
    </w:p>
    <w:p w:rsidR="009D3E2D" w:rsidRPr="00B64497" w:rsidRDefault="009D3E2D" w:rsidP="00B64497">
      <w:pPr>
        <w:pStyle w:val="SingleTxtG"/>
        <w:ind w:firstLine="567"/>
        <w:rPr>
          <w:i/>
          <w:iCs/>
        </w:rPr>
      </w:pPr>
      <w:r w:rsidRPr="00B64497">
        <w:rPr>
          <w:i/>
        </w:rPr>
        <w:t>Комитет по внутреннему транспорту</w:t>
      </w:r>
      <w:r w:rsidRPr="00B64497">
        <w:t>,</w:t>
      </w:r>
    </w:p>
    <w:p w:rsidR="009D3E2D" w:rsidRPr="00B64497" w:rsidRDefault="009D3E2D" w:rsidP="00B64497">
      <w:pPr>
        <w:pStyle w:val="SingleTxtG"/>
        <w:ind w:firstLine="567"/>
      </w:pPr>
      <w:r w:rsidRPr="00B64497">
        <w:rPr>
          <w:i/>
          <w:iCs/>
        </w:rPr>
        <w:t>принимая во внимание</w:t>
      </w:r>
      <w:r w:rsidRPr="00B64497">
        <w:t xml:space="preserve"> последний пункт своей резолюции № 169 от 15 января 1954 года (E/ECE/TRANS/445),</w:t>
      </w:r>
    </w:p>
    <w:p w:rsidR="009D3E2D" w:rsidRPr="00B64497" w:rsidRDefault="009D3E2D" w:rsidP="00B64497">
      <w:pPr>
        <w:spacing w:after="240"/>
        <w:ind w:left="567" w:right="1138" w:firstLine="562"/>
        <w:jc w:val="both"/>
      </w:pPr>
      <w:r w:rsidRPr="00B64497">
        <w:t>1.</w:t>
      </w:r>
      <w:r w:rsidRPr="00B64497">
        <w:tab/>
      </w:r>
      <w:r w:rsidRPr="00B64497">
        <w:rPr>
          <w:i/>
          <w:iCs/>
        </w:rPr>
        <w:t>предлагает</w:t>
      </w:r>
      <w:r w:rsidRPr="00B64497">
        <w:t xml:space="preserve"> правительствам:</w:t>
      </w:r>
    </w:p>
    <w:p w:rsidR="009D3E2D" w:rsidRPr="00B64497" w:rsidRDefault="00BD1C51" w:rsidP="00BD1C51">
      <w:pPr>
        <w:pStyle w:val="SingleTxtG"/>
      </w:pPr>
      <w:r>
        <w:tab/>
      </w:r>
      <w:r w:rsidR="009D3E2D" w:rsidRPr="00B64497">
        <w:tab/>
        <w:t>a)</w:t>
      </w:r>
      <w:r w:rsidR="009D3E2D" w:rsidRPr="00B64497">
        <w:tab/>
        <w:t xml:space="preserve">провести обследование движения по автомобильным дорогам категории Е на своей национальной территории в соответствии с Европейским </w:t>
      </w:r>
      <w:r w:rsidR="009D3E2D" w:rsidRPr="00BD1C51">
        <w:t>соглашением</w:t>
      </w:r>
      <w:r w:rsidR="009D3E2D" w:rsidRPr="00B64497">
        <w:t xml:space="preserve"> о международных автомагистралях (СМА) по состоянию на 2020 год и рекомендациями для правительств относительно обследования движения по автомобильным дорогам категории Е и составления перечня основных стандартов и параметров на международных автомагистралях в Европе в 2020 году (Обследование движения по автомобильным дорогам категории Е 2020 года), изложенными в документе ECE/TRANS/WP.6/2018/11, используя в качестве базового года 2020 год;</w:t>
      </w:r>
    </w:p>
    <w:p w:rsidR="009D3E2D" w:rsidRPr="00B64497" w:rsidRDefault="009D3E2D" w:rsidP="00BD1C51">
      <w:pPr>
        <w:pStyle w:val="SingleTxtG"/>
      </w:pPr>
      <w:r w:rsidRPr="00B64497">
        <w:tab/>
      </w:r>
      <w:r w:rsidR="00BD1C51">
        <w:tab/>
      </w:r>
      <w:r w:rsidRPr="00B64497">
        <w:t>b)</w:t>
      </w:r>
      <w:r w:rsidRPr="00B64497">
        <w:tab/>
        <w:t xml:space="preserve">представить </w:t>
      </w:r>
      <w:r w:rsidRPr="00BD1C51">
        <w:t>результаты</w:t>
      </w:r>
      <w:r w:rsidRPr="00B64497">
        <w:t xml:space="preserve"> обследования движения по автомобильным дорогам категории Е 2020 года в секретариат ЕЭК ООН, по возможности до </w:t>
      </w:r>
      <w:r w:rsidRPr="00B64497">
        <w:rPr>
          <w:b/>
          <w:bCs/>
        </w:rPr>
        <w:t>1 ноября 2021 года</w:t>
      </w:r>
      <w:r w:rsidRPr="00B64497">
        <w:t xml:space="preserve">, в соответствии с рекомендациями, изложенными в документе ECE/TRANS/WP.6/2018/11; </w:t>
      </w:r>
    </w:p>
    <w:p w:rsidR="009D3E2D" w:rsidRPr="00B64497" w:rsidRDefault="009D3E2D" w:rsidP="00B64497">
      <w:pPr>
        <w:pStyle w:val="SingleTxtG"/>
      </w:pPr>
      <w:r w:rsidRPr="00B64497">
        <w:t>2.</w:t>
      </w:r>
      <w:r w:rsidRPr="00B64497">
        <w:tab/>
      </w:r>
      <w:r w:rsidRPr="00B64497">
        <w:rPr>
          <w:i/>
          <w:iCs/>
        </w:rPr>
        <w:t>рекомендует</w:t>
      </w:r>
      <w:r w:rsidRPr="00B64497">
        <w:t xml:space="preserve"> правительствам провести обследование движения на других дорогах за пределами городов на своей национальной территории, по возможности с применением методов, изложенных в рекомендациях, упомянутых в пункте 1 а) выше;</w:t>
      </w:r>
    </w:p>
    <w:p w:rsidR="009D3E2D" w:rsidRPr="00B64497" w:rsidRDefault="009D3E2D" w:rsidP="00B64497">
      <w:pPr>
        <w:pStyle w:val="SingleTxtG"/>
      </w:pPr>
      <w:r w:rsidRPr="00B64497">
        <w:t>3.</w:t>
      </w:r>
      <w:r w:rsidRPr="00B64497">
        <w:tab/>
      </w:r>
      <w:r w:rsidRPr="00B64497">
        <w:rPr>
          <w:i/>
          <w:iCs/>
        </w:rPr>
        <w:t>просит</w:t>
      </w:r>
      <w:r w:rsidRPr="00B64497">
        <w:t xml:space="preserve"> правительства проинформировать Исполнительного секретаря Европейской экономической комиссии Организации Объединенных Наций до </w:t>
      </w:r>
      <w:r w:rsidRPr="00B64497">
        <w:rPr>
          <w:b/>
          <w:bCs/>
        </w:rPr>
        <w:t>30 сентября 2019 года</w:t>
      </w:r>
      <w:r w:rsidRPr="00B64497">
        <w:t xml:space="preserve"> о том, согласны ли они применять положения настоящей резолюции.</w:t>
      </w:r>
    </w:p>
    <w:p w:rsidR="009D3E2D" w:rsidRPr="00B64497" w:rsidRDefault="009D3E2D" w:rsidP="00B64497">
      <w:pPr>
        <w:pStyle w:val="SingleTxtG"/>
        <w:sectPr w:rsidR="009D3E2D" w:rsidRPr="00B64497" w:rsidSect="009D3E2D">
          <w:endnotePr>
            <w:numFmt w:val="decimal"/>
          </w:endnotePr>
          <w:pgSz w:w="11906" w:h="16838" w:code="9"/>
          <w:pgMar w:top="1418" w:right="1134" w:bottom="1134" w:left="1134" w:header="851" w:footer="567" w:gutter="0"/>
          <w:cols w:space="708"/>
          <w:docGrid w:linePitch="360"/>
        </w:sectPr>
      </w:pPr>
    </w:p>
    <w:p w:rsidR="009D3E2D" w:rsidRPr="00B64497" w:rsidRDefault="009D3E2D" w:rsidP="00B64497">
      <w:pPr>
        <w:pStyle w:val="HChG"/>
      </w:pPr>
      <w:r w:rsidRPr="00B64497">
        <w:rPr>
          <w:bCs/>
        </w:rPr>
        <w:lastRenderedPageBreak/>
        <w:t>Приложение V</w:t>
      </w:r>
    </w:p>
    <w:p w:rsidR="009D3E2D" w:rsidRPr="00B64497" w:rsidRDefault="009D3E2D" w:rsidP="00B64497">
      <w:pPr>
        <w:pStyle w:val="HChG"/>
      </w:pPr>
      <w:r w:rsidRPr="00B64497">
        <w:tab/>
      </w:r>
      <w:r w:rsidRPr="00B64497">
        <w:tab/>
      </w:r>
      <w:r w:rsidRPr="00B64497">
        <w:rPr>
          <w:bCs/>
        </w:rPr>
        <w:t>Обследование движения на железнодорожных линиях категории Е в Европе в 2020 году («Обследование движения на железнодорожных линиях категории Е 2020 года»)</w:t>
      </w:r>
    </w:p>
    <w:p w:rsidR="009D3E2D" w:rsidRPr="00B64497" w:rsidRDefault="009D3E2D" w:rsidP="00B64497">
      <w:pPr>
        <w:pStyle w:val="H1G"/>
      </w:pPr>
      <w:r w:rsidRPr="00B64497">
        <w:tab/>
      </w:r>
      <w:r w:rsidRPr="00B64497">
        <w:tab/>
      </w:r>
      <w:r w:rsidRPr="00B64497">
        <w:rPr>
          <w:bCs/>
        </w:rPr>
        <w:t>Резолюция № 267</w:t>
      </w:r>
    </w:p>
    <w:p w:rsidR="009D3E2D" w:rsidRPr="00B64497" w:rsidRDefault="009D3E2D" w:rsidP="00B64497">
      <w:pPr>
        <w:pStyle w:val="SingleTxtG"/>
        <w:ind w:firstLine="567"/>
        <w:rPr>
          <w:i/>
          <w:iCs/>
        </w:rPr>
      </w:pPr>
      <w:r w:rsidRPr="00B64497">
        <w:rPr>
          <w:i/>
          <w:iCs/>
        </w:rPr>
        <w:t>Комитет по внутреннему водному транспорту,</w:t>
      </w:r>
    </w:p>
    <w:p w:rsidR="009D3E2D" w:rsidRPr="00B64497" w:rsidRDefault="009D3E2D" w:rsidP="00B64497">
      <w:pPr>
        <w:pStyle w:val="SingleTxtG"/>
        <w:ind w:firstLine="567"/>
      </w:pPr>
      <w:r w:rsidRPr="00B64497">
        <w:rPr>
          <w:i/>
          <w:iCs/>
        </w:rPr>
        <w:t xml:space="preserve">ссылаясь </w:t>
      </w:r>
      <w:r w:rsidRPr="00B64497">
        <w:t>на свою резолюцию № 262, принятую 27 февраля 2014 года (ECE/TRANS/240, приложение III), и отмечая важность сбора и распространения данных о железнодорожном сообщении в удобной для пользователей форме, что способствует разработке стратегий и достижению целей в области устойчивого развития,</w:t>
      </w:r>
    </w:p>
    <w:p w:rsidR="009D3E2D" w:rsidRPr="00B64497" w:rsidRDefault="009D3E2D" w:rsidP="00B64497">
      <w:pPr>
        <w:pStyle w:val="SingleTxtG"/>
      </w:pPr>
      <w:r w:rsidRPr="00B64497">
        <w:t>1.</w:t>
      </w:r>
      <w:r w:rsidRPr="00B64497">
        <w:tab/>
      </w:r>
      <w:r w:rsidRPr="00B64497">
        <w:rPr>
          <w:i/>
          <w:iCs/>
        </w:rPr>
        <w:t>предлагает</w:t>
      </w:r>
      <w:r w:rsidRPr="00B64497">
        <w:t xml:space="preserve"> правительствам:</w:t>
      </w:r>
    </w:p>
    <w:p w:rsidR="009D3E2D" w:rsidRPr="00B64497" w:rsidRDefault="00BD1C51" w:rsidP="00BD1C51">
      <w:pPr>
        <w:pStyle w:val="SingleTxtG"/>
      </w:pPr>
      <w:r>
        <w:tab/>
      </w:r>
      <w:r w:rsidR="009D3E2D" w:rsidRPr="00B64497">
        <w:tab/>
        <w:t>a)</w:t>
      </w:r>
      <w:r w:rsidR="009D3E2D" w:rsidRPr="00B64497">
        <w:tab/>
        <w:t xml:space="preserve">провести обследование движения на железнодорожных линиях категории Е на их национальной территории в соответствии с Европейским соглашением о международных магистральных железнодорожных линиях (СМЖЛ) по состоянию на 2020 год и Европейским соглашением о важнейших линиях международных комбинированных перевозок и соответствующих объектах (СЛКП) по состоянию на 2020 год и согласно </w:t>
      </w:r>
      <w:r w:rsidR="009D3E2D" w:rsidRPr="00BD1C51">
        <w:t>рекомендациям</w:t>
      </w:r>
      <w:r w:rsidR="009D3E2D" w:rsidRPr="00B64497">
        <w:t xml:space="preserve"> для правительств, касающимся обследования движения на железнодорожных линиях категории Е 2015 года и изложенным в документе ECE/TRANS/WP.6/2018/8;</w:t>
      </w:r>
    </w:p>
    <w:p w:rsidR="009D3E2D" w:rsidRPr="00B64497" w:rsidRDefault="00BD1C51" w:rsidP="00BD1C51">
      <w:pPr>
        <w:pStyle w:val="SingleTxtG"/>
      </w:pPr>
      <w:r>
        <w:tab/>
      </w:r>
      <w:r w:rsidR="009D3E2D" w:rsidRPr="00B64497">
        <w:tab/>
        <w:t>b)</w:t>
      </w:r>
      <w:r w:rsidR="009D3E2D" w:rsidRPr="00B64497">
        <w:tab/>
        <w:t xml:space="preserve">представить результаты совместного обследования движения на железнодорожных линиях категории Е 2020 года в </w:t>
      </w:r>
      <w:r w:rsidR="009D3E2D" w:rsidRPr="00BD1C51">
        <w:t>секретариат</w:t>
      </w:r>
      <w:r w:rsidR="009D3E2D" w:rsidRPr="00B64497">
        <w:t xml:space="preserve"> ЕЭК, по возможности до </w:t>
      </w:r>
      <w:r w:rsidR="009D3E2D" w:rsidRPr="00B64497">
        <w:rPr>
          <w:b/>
          <w:bCs/>
        </w:rPr>
        <w:t>30 ноября 2021 года</w:t>
      </w:r>
      <w:r w:rsidR="009D3E2D" w:rsidRPr="00B64497">
        <w:t>, в соответствии с рекомендациями, изложенными в документе ECE/TRANS/WP.6/2018/8;</w:t>
      </w:r>
    </w:p>
    <w:p w:rsidR="009D3E2D" w:rsidRPr="00B64497" w:rsidRDefault="009D3E2D" w:rsidP="00B64497">
      <w:pPr>
        <w:pStyle w:val="SingleTxtG"/>
      </w:pPr>
      <w:r w:rsidRPr="00B64497">
        <w:t>2.</w:t>
      </w:r>
      <w:r w:rsidRPr="00B64497">
        <w:tab/>
      </w:r>
      <w:r w:rsidRPr="00B64497">
        <w:rPr>
          <w:i/>
          <w:iCs/>
        </w:rPr>
        <w:t>рекомендует</w:t>
      </w:r>
      <w:r w:rsidRPr="00B64497">
        <w:t xml:space="preserve"> правительствам провести обследование движения на других железнодорожных линиях за пределами городов на своей национальной территории, по возможности с применением методов, изложенных в рекомендациях, упомянутых в пункте 1 а) выше;</w:t>
      </w:r>
    </w:p>
    <w:p w:rsidR="009D3E2D" w:rsidRPr="00B64497" w:rsidRDefault="009D3E2D" w:rsidP="00B64497">
      <w:pPr>
        <w:pStyle w:val="SingleTxtG"/>
      </w:pPr>
      <w:r w:rsidRPr="00B64497">
        <w:t>3.</w:t>
      </w:r>
      <w:r w:rsidRPr="00B64497">
        <w:tab/>
      </w:r>
      <w:r w:rsidRPr="00B64497">
        <w:rPr>
          <w:i/>
          <w:iCs/>
        </w:rPr>
        <w:t>просит</w:t>
      </w:r>
      <w:r w:rsidRPr="00B64497">
        <w:t xml:space="preserve"> правительства проинформировать Исполнительного секретаря Европейской экономической комиссии Организации Объединенных Наций до </w:t>
      </w:r>
      <w:r w:rsidRPr="00B64497">
        <w:rPr>
          <w:b/>
          <w:bCs/>
        </w:rPr>
        <w:t>30 сентября 2019 года</w:t>
      </w:r>
      <w:r w:rsidRPr="00B64497">
        <w:t xml:space="preserve"> о том, согласны ли они применять положения настоящей резолюции;</w:t>
      </w:r>
    </w:p>
    <w:p w:rsidR="009D3E2D" w:rsidRPr="00B64497" w:rsidRDefault="009D3E2D" w:rsidP="00B64497">
      <w:pPr>
        <w:pStyle w:val="SingleTxtG"/>
      </w:pPr>
      <w:r w:rsidRPr="00B64497">
        <w:t>4.</w:t>
      </w:r>
      <w:r w:rsidRPr="00B64497">
        <w:tab/>
      </w:r>
      <w:r w:rsidRPr="00B64497">
        <w:rPr>
          <w:i/>
          <w:iCs/>
        </w:rPr>
        <w:t>предлагает</w:t>
      </w:r>
      <w:r w:rsidRPr="00B64497">
        <w:t xml:space="preserve"> секретариату распространить информацию о результатах обследования таким образом, чтобы максимизировать ее использование директивными органами и Комитетом по внутреннему транспорту.</w:t>
      </w:r>
    </w:p>
    <w:p w:rsidR="009D3E2D" w:rsidRPr="00B64497" w:rsidRDefault="009D3E2D" w:rsidP="00B64497">
      <w:pPr>
        <w:spacing w:before="240"/>
        <w:jc w:val="center"/>
        <w:rPr>
          <w:u w:val="single"/>
        </w:rPr>
      </w:pPr>
      <w:r w:rsidRPr="00B64497">
        <w:rPr>
          <w:u w:val="single"/>
        </w:rPr>
        <w:tab/>
      </w:r>
      <w:r w:rsidRPr="00B64497">
        <w:rPr>
          <w:u w:val="single"/>
        </w:rPr>
        <w:tab/>
      </w:r>
      <w:r w:rsidRPr="00B64497">
        <w:rPr>
          <w:u w:val="single"/>
        </w:rPr>
        <w:tab/>
      </w:r>
    </w:p>
    <w:sectPr w:rsidR="009D3E2D" w:rsidRPr="00B64497" w:rsidSect="009D3E2D">
      <w:endnotePr>
        <w:numFmt w:val="decimal"/>
      </w:endnotePr>
      <w:pgSz w:w="11906" w:h="16838" w:code="9"/>
      <w:pgMar w:top="1418" w:right="1134" w:bottom="1134" w:left="1134" w:header="851"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4EE" w:rsidRPr="00A312BC" w:rsidRDefault="001344EE" w:rsidP="00A312BC"/>
  </w:endnote>
  <w:endnote w:type="continuationSeparator" w:id="0">
    <w:p w:rsidR="001344EE" w:rsidRPr="00A312BC" w:rsidRDefault="001344E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4EE" w:rsidRPr="009D3E2D" w:rsidRDefault="001344EE">
    <w:pPr>
      <w:pStyle w:val="a9"/>
    </w:pPr>
    <w:r w:rsidRPr="009D3E2D">
      <w:rPr>
        <w:b/>
        <w:sz w:val="18"/>
      </w:rPr>
      <w:fldChar w:fldCharType="begin"/>
    </w:r>
    <w:r w:rsidRPr="009D3E2D">
      <w:rPr>
        <w:b/>
        <w:sz w:val="18"/>
      </w:rPr>
      <w:instrText xml:space="preserve"> PAGE  \* MERGEFORMAT </w:instrText>
    </w:r>
    <w:r w:rsidRPr="009D3E2D">
      <w:rPr>
        <w:b/>
        <w:sz w:val="18"/>
      </w:rPr>
      <w:fldChar w:fldCharType="separate"/>
    </w:r>
    <w:r w:rsidR="00E23E8E">
      <w:rPr>
        <w:b/>
        <w:noProof/>
        <w:sz w:val="18"/>
      </w:rPr>
      <w:t>20</w:t>
    </w:r>
    <w:r w:rsidRPr="009D3E2D">
      <w:rPr>
        <w:b/>
        <w:sz w:val="18"/>
      </w:rPr>
      <w:fldChar w:fldCharType="end"/>
    </w:r>
    <w:r>
      <w:rPr>
        <w:b/>
        <w:sz w:val="18"/>
      </w:rPr>
      <w:tab/>
    </w:r>
    <w:r>
      <w:t>GE.19-04348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4EE" w:rsidRPr="009D3E2D" w:rsidRDefault="001344EE" w:rsidP="009D3E2D">
    <w:pPr>
      <w:pStyle w:val="a9"/>
      <w:tabs>
        <w:tab w:val="clear" w:pos="9639"/>
        <w:tab w:val="right" w:pos="9638"/>
      </w:tabs>
      <w:rPr>
        <w:b/>
        <w:sz w:val="18"/>
      </w:rPr>
    </w:pPr>
    <w:r>
      <w:t>GE.19-04348</w:t>
    </w:r>
    <w:r>
      <w:tab/>
    </w:r>
    <w:r w:rsidRPr="009D3E2D">
      <w:rPr>
        <w:b/>
        <w:sz w:val="18"/>
      </w:rPr>
      <w:fldChar w:fldCharType="begin"/>
    </w:r>
    <w:r w:rsidRPr="009D3E2D">
      <w:rPr>
        <w:b/>
        <w:sz w:val="18"/>
      </w:rPr>
      <w:instrText xml:space="preserve"> PAGE  \* MERGEFORMAT </w:instrText>
    </w:r>
    <w:r w:rsidRPr="009D3E2D">
      <w:rPr>
        <w:b/>
        <w:sz w:val="18"/>
      </w:rPr>
      <w:fldChar w:fldCharType="separate"/>
    </w:r>
    <w:r w:rsidR="00E23E8E">
      <w:rPr>
        <w:b/>
        <w:noProof/>
        <w:sz w:val="18"/>
      </w:rPr>
      <w:t>19</w:t>
    </w:r>
    <w:r w:rsidRPr="009D3E2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4EE" w:rsidRPr="009D3E2D" w:rsidRDefault="001344EE" w:rsidP="009D3E2D">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19-04348  (R)</w:t>
    </w:r>
    <w:r>
      <w:rPr>
        <w:lang w:val="en-US"/>
      </w:rPr>
      <w:t xml:space="preserve">  170519  200519</w:t>
    </w:r>
    <w:r>
      <w:br/>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sidRPr="009D3E2D">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8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8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4EE" w:rsidRPr="001075E9" w:rsidRDefault="001344EE" w:rsidP="001075E9">
      <w:pPr>
        <w:tabs>
          <w:tab w:val="right" w:pos="2155"/>
        </w:tabs>
        <w:spacing w:after="80" w:line="240" w:lineRule="auto"/>
        <w:ind w:left="680"/>
        <w:rPr>
          <w:u w:val="single"/>
        </w:rPr>
      </w:pPr>
      <w:r>
        <w:rPr>
          <w:u w:val="single"/>
        </w:rPr>
        <w:tab/>
      </w:r>
    </w:p>
  </w:footnote>
  <w:footnote w:type="continuationSeparator" w:id="0">
    <w:p w:rsidR="001344EE" w:rsidRDefault="001344EE" w:rsidP="00407B78">
      <w:pPr>
        <w:tabs>
          <w:tab w:val="right" w:pos="2155"/>
        </w:tabs>
        <w:spacing w:after="80"/>
        <w:ind w:left="680"/>
        <w:rPr>
          <w:u w:val="single"/>
        </w:rPr>
      </w:pPr>
      <w:r>
        <w:rPr>
          <w:u w:val="single"/>
        </w:rPr>
        <w:tab/>
      </w:r>
    </w:p>
  </w:footnote>
  <w:footnote w:id="1">
    <w:p w:rsidR="001344EE" w:rsidRPr="00830853" w:rsidRDefault="001344EE" w:rsidP="009D3E2D">
      <w:pPr>
        <w:pStyle w:val="ae"/>
        <w:widowControl w:val="0"/>
        <w:tabs>
          <w:tab w:val="clear" w:pos="1021"/>
          <w:tab w:val="right" w:pos="1020"/>
        </w:tabs>
      </w:pPr>
      <w:r>
        <w:tab/>
      </w:r>
      <w:r>
        <w:rPr>
          <w:rStyle w:val="ab"/>
        </w:rPr>
        <w:footnoteRef/>
      </w:r>
      <w:r>
        <w:tab/>
        <w:t xml:space="preserve">Первоначально разработан ЕЭК при финансовой поддержке по линии Счета развития Организации Объединенных Наций. </w:t>
      </w:r>
    </w:p>
  </w:footnote>
  <w:footnote w:id="2">
    <w:p w:rsidR="001344EE" w:rsidRPr="00830853" w:rsidRDefault="001344EE" w:rsidP="009D3E2D">
      <w:pPr>
        <w:pStyle w:val="ae"/>
        <w:widowControl w:val="0"/>
        <w:tabs>
          <w:tab w:val="clear" w:pos="1021"/>
          <w:tab w:val="right" w:pos="1020"/>
        </w:tabs>
      </w:pPr>
      <w:r>
        <w:tab/>
      </w:r>
      <w:r>
        <w:rPr>
          <w:rStyle w:val="ab"/>
        </w:rPr>
        <w:footnoteRef/>
      </w:r>
      <w:r>
        <w:tab/>
        <w:t xml:space="preserve">Рабочая группа по автомобильному транспорту. </w:t>
      </w:r>
    </w:p>
  </w:footnote>
  <w:footnote w:id="3">
    <w:p w:rsidR="001344EE" w:rsidRPr="00830853" w:rsidRDefault="001344EE" w:rsidP="009D3E2D">
      <w:pPr>
        <w:pStyle w:val="ae"/>
        <w:widowControl w:val="0"/>
        <w:tabs>
          <w:tab w:val="clear" w:pos="1021"/>
          <w:tab w:val="right" w:pos="1020"/>
        </w:tabs>
      </w:pPr>
      <w:r>
        <w:tab/>
      </w:r>
      <w:r>
        <w:rPr>
          <w:rStyle w:val="ab"/>
        </w:rPr>
        <w:footnoteRef/>
      </w:r>
      <w:r>
        <w:tab/>
        <w:t xml:space="preserve">Рабочая группа по внутреннему водному транспорту. </w:t>
      </w:r>
    </w:p>
  </w:footnote>
  <w:footnote w:id="4">
    <w:p w:rsidR="001344EE" w:rsidRPr="00830853" w:rsidRDefault="001344EE" w:rsidP="009D3E2D">
      <w:pPr>
        <w:pStyle w:val="ae"/>
        <w:widowControl w:val="0"/>
        <w:tabs>
          <w:tab w:val="clear" w:pos="1021"/>
          <w:tab w:val="right" w:pos="1020"/>
        </w:tabs>
      </w:pPr>
      <w:r>
        <w:tab/>
      </w:r>
      <w:r>
        <w:rPr>
          <w:rStyle w:val="ab"/>
        </w:rPr>
        <w:footnoteRef/>
      </w:r>
      <w:r>
        <w:tab/>
        <w:t xml:space="preserve">Речные информационные службы. </w:t>
      </w:r>
    </w:p>
  </w:footnote>
  <w:footnote w:id="5">
    <w:p w:rsidR="001344EE" w:rsidRPr="00830853" w:rsidRDefault="001344EE" w:rsidP="009D3E2D">
      <w:pPr>
        <w:pStyle w:val="ae"/>
        <w:widowControl w:val="0"/>
        <w:tabs>
          <w:tab w:val="clear" w:pos="1021"/>
          <w:tab w:val="right" w:pos="1020"/>
        </w:tabs>
      </w:pPr>
      <w:r>
        <w:tab/>
      </w:r>
      <w:r>
        <w:rPr>
          <w:rStyle w:val="ab"/>
        </w:rPr>
        <w:footnoteRef/>
      </w:r>
      <w:r>
        <w:tab/>
        <w:t xml:space="preserve">Сигнализация на внутренних водных путях. </w:t>
      </w:r>
    </w:p>
  </w:footnote>
  <w:footnote w:id="6">
    <w:p w:rsidR="001344EE" w:rsidRPr="00830853" w:rsidRDefault="001344EE" w:rsidP="009D3E2D">
      <w:pPr>
        <w:pStyle w:val="ae"/>
        <w:widowControl w:val="0"/>
        <w:tabs>
          <w:tab w:val="clear" w:pos="1021"/>
          <w:tab w:val="right" w:pos="1020"/>
        </w:tabs>
      </w:pPr>
      <w:r>
        <w:tab/>
      </w:r>
      <w:r>
        <w:rPr>
          <w:rStyle w:val="ab"/>
        </w:rPr>
        <w:footnoteRef/>
      </w:r>
      <w:r>
        <w:tab/>
        <w:t xml:space="preserve">Рабочая группа по перевозкам опасных грузов. </w:t>
      </w:r>
    </w:p>
  </w:footnote>
  <w:footnote w:id="7">
    <w:p w:rsidR="001344EE" w:rsidRPr="00830853" w:rsidRDefault="001344EE" w:rsidP="009D3E2D">
      <w:pPr>
        <w:pStyle w:val="ae"/>
      </w:pPr>
      <w:r>
        <w:tab/>
      </w:r>
      <w:r>
        <w:rPr>
          <w:rStyle w:val="ab"/>
        </w:rPr>
        <w:footnoteRef/>
      </w:r>
      <w:r>
        <w:t xml:space="preserve"> </w:t>
      </w:r>
      <w:r>
        <w:tab/>
        <w:t>Компримированный природный газ (КПГ), сжиженный природный газ (СПГ) и сжиженный нефтяной газ (СНГ).</w:t>
      </w:r>
    </w:p>
  </w:footnote>
  <w:footnote w:id="8">
    <w:p w:rsidR="001344EE" w:rsidRPr="00830853" w:rsidRDefault="001344EE" w:rsidP="009D3E2D">
      <w:pPr>
        <w:pStyle w:val="ae"/>
      </w:pPr>
      <w:r>
        <w:tab/>
      </w:r>
      <w:r>
        <w:rPr>
          <w:rStyle w:val="ab"/>
        </w:rPr>
        <w:footnoteRef/>
      </w:r>
      <w:r>
        <w:tab/>
        <w:t>Консультативный совет Фонда состоит из представителей государств-членов от пяти региональных комиссий Организации Объединенных Наций, учреждений Организации Объединенных Наций, доноров из государственного и частного секторов, многосторонних банков развития, гражданского общества и научных кругов, что отражает основанный на партнерстве широкий подход к повышению безопасности дорожного движения, применяемый Фондом.</w:t>
      </w:r>
    </w:p>
  </w:footnote>
  <w:footnote w:id="9">
    <w:p w:rsidR="001344EE" w:rsidRPr="001344EE" w:rsidRDefault="001344EE" w:rsidP="009D3E2D">
      <w:pPr>
        <w:pStyle w:val="ae"/>
      </w:pPr>
      <w:r w:rsidRPr="0062303A">
        <w:tab/>
      </w:r>
      <w:r>
        <w:rPr>
          <w:rStyle w:val="ab"/>
        </w:rPr>
        <w:footnoteRef/>
      </w:r>
      <w:r>
        <w:tab/>
        <w:t xml:space="preserve">С текстом декларации министров можно ознакомиться в Интернете по адресу </w:t>
      </w:r>
      <w:hyperlink r:id="rId1" w:history="1">
        <w:r w:rsidRPr="001344EE">
          <w:rPr>
            <w:rStyle w:val="af2"/>
            <w:color w:val="auto"/>
          </w:rPr>
          <w:t>www.unece.org/</w:t>
        </w:r>
        <w:r w:rsidRPr="001344EE">
          <w:rPr>
            <w:rStyle w:val="af2"/>
            <w:color w:val="auto"/>
          </w:rPr>
          <w:br/>
          <w:t>fileadmin/DA</w:t>
        </w:r>
        <w:r w:rsidRPr="001344EE">
          <w:rPr>
            <w:rStyle w:val="af2"/>
            <w:color w:val="auto"/>
            <w:lang w:val="en-US"/>
          </w:rPr>
          <w:t>M</w:t>
        </w:r>
        <w:r w:rsidRPr="001344EE">
          <w:rPr>
            <w:rStyle w:val="af2"/>
            <w:color w:val="auto"/>
          </w:rPr>
          <w:t>/trans/doc/2018/sc3/Ministerial-declaration_e.pdf</w:t>
        </w:r>
      </w:hyperlink>
      <w:r w:rsidRPr="001344EE">
        <w:t>.</w:t>
      </w:r>
    </w:p>
  </w:footnote>
  <w:footnote w:id="10">
    <w:p w:rsidR="001344EE" w:rsidRPr="00830853" w:rsidRDefault="001344EE" w:rsidP="009D3E2D">
      <w:pPr>
        <w:pStyle w:val="ae"/>
      </w:pPr>
      <w:r>
        <w:tab/>
      </w:r>
      <w:r w:rsidRPr="00EA19AD">
        <w:rPr>
          <w:rStyle w:val="ab"/>
        </w:rPr>
        <w:footnoteRef/>
      </w:r>
      <w:r>
        <w:t xml:space="preserve"> </w:t>
      </w:r>
      <w:r>
        <w:tab/>
        <w:t>Названия государств перечислены в приложении II.</w:t>
      </w:r>
    </w:p>
  </w:footnote>
  <w:footnote w:id="11">
    <w:p w:rsidR="001344EE" w:rsidRPr="00EA19AD" w:rsidRDefault="001344EE" w:rsidP="009D3E2D">
      <w:pPr>
        <w:pStyle w:val="ae"/>
      </w:pPr>
      <w:r>
        <w:tab/>
      </w:r>
      <w:r w:rsidRPr="00EA19AD">
        <w:rPr>
          <w:rStyle w:val="ab"/>
        </w:rPr>
        <w:footnoteRef/>
      </w:r>
      <w:r>
        <w:t xml:space="preserve"> </w:t>
      </w:r>
      <w:r>
        <w:tab/>
        <w:t>ECE/TRANS/2019/R.1.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4EE" w:rsidRPr="009D3E2D" w:rsidRDefault="00E23E8E">
    <w:pPr>
      <w:pStyle w:val="a6"/>
    </w:pPr>
    <w:r>
      <w:fldChar w:fldCharType="begin"/>
    </w:r>
    <w:r>
      <w:instrText xml:space="preserve"> TITLE  \* MERGEFORMAT </w:instrText>
    </w:r>
    <w:r>
      <w:fldChar w:fldCharType="separate"/>
    </w:r>
    <w:r>
      <w:t>ECE/TRANS/288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4EE" w:rsidRPr="009D3E2D" w:rsidRDefault="00E23E8E" w:rsidP="009D3E2D">
    <w:pPr>
      <w:pStyle w:val="a6"/>
      <w:jc w:val="right"/>
    </w:pPr>
    <w:r>
      <w:fldChar w:fldCharType="begin"/>
    </w:r>
    <w:r>
      <w:instrText xml:space="preserve"> TITLE  \* MERGEFORMAT </w:instrText>
    </w:r>
    <w:r>
      <w:fldChar w:fldCharType="separate"/>
    </w:r>
    <w:r>
      <w:t>ECE/TRANS/288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2"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B73102D"/>
    <w:multiLevelType w:val="multilevel"/>
    <w:tmpl w:val="04090023"/>
    <w:styleLink w:val="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BBF6AAB"/>
    <w:multiLevelType w:val="hybridMultilevel"/>
    <w:tmpl w:val="A39618FC"/>
    <w:lvl w:ilvl="0" w:tplc="7AB6166C">
      <w:start w:val="1"/>
      <w:numFmt w:val="upperRoman"/>
      <w:lvlText w:val="%1."/>
      <w:lvlJc w:val="left"/>
      <w:pPr>
        <w:ind w:left="1464" w:hanging="720"/>
      </w:pPr>
      <w:rPr>
        <w:rFonts w:hint="default"/>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19"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F349BD"/>
    <w:multiLevelType w:val="singleLevel"/>
    <w:tmpl w:val="51D4BF5A"/>
    <w:lvl w:ilvl="0">
      <w:start w:val="1"/>
      <w:numFmt w:val="lowerRoman"/>
      <w:pStyle w:val="9"/>
      <w:lvlText w:val="%1)"/>
      <w:lvlJc w:val="right"/>
      <w:pPr>
        <w:tabs>
          <w:tab w:val="num" w:pos="1440"/>
        </w:tabs>
        <w:ind w:left="1440" w:hanging="589"/>
      </w:pPr>
      <w:rPr>
        <w:rFonts w:hint="default"/>
      </w:rPr>
    </w:lvl>
  </w:abstractNum>
  <w:num w:numId="1">
    <w:abstractNumId w:val="24"/>
  </w:num>
  <w:num w:numId="2">
    <w:abstractNumId w:val="13"/>
  </w:num>
  <w:num w:numId="3">
    <w:abstractNumId w:val="10"/>
  </w:num>
  <w:num w:numId="4">
    <w:abstractNumId w:val="25"/>
  </w:num>
  <w:num w:numId="5">
    <w:abstractNumId w:val="16"/>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1"/>
  </w:num>
  <w:num w:numId="17">
    <w:abstractNumId w:val="15"/>
  </w:num>
  <w:num w:numId="18">
    <w:abstractNumId w:val="19"/>
  </w:num>
  <w:num w:numId="19">
    <w:abstractNumId w:val="21"/>
  </w:num>
  <w:num w:numId="20">
    <w:abstractNumId w:val="15"/>
  </w:num>
  <w:num w:numId="21">
    <w:abstractNumId w:val="19"/>
  </w:num>
  <w:num w:numId="22">
    <w:abstractNumId w:val="20"/>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26"/>
  </w:num>
  <w:num w:numId="24">
    <w:abstractNumId w:val="27"/>
  </w:num>
  <w:num w:numId="25">
    <w:abstractNumId w:val="11"/>
  </w:num>
  <w:num w:numId="26">
    <w:abstractNumId w:val="14"/>
  </w:num>
  <w:num w:numId="27">
    <w:abstractNumId w:val="22"/>
  </w:num>
  <w:num w:numId="28">
    <w:abstractNumId w:val="17"/>
  </w:num>
  <w:num w:numId="29">
    <w:abstractNumId w:val="23"/>
  </w:num>
  <w:num w:numId="30">
    <w:abstractNumId w:val="1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08E"/>
    <w:rsid w:val="00033EE1"/>
    <w:rsid w:val="00042B72"/>
    <w:rsid w:val="000558BD"/>
    <w:rsid w:val="000B57E7"/>
    <w:rsid w:val="000B6373"/>
    <w:rsid w:val="000D23DD"/>
    <w:rsid w:val="000E4E5B"/>
    <w:rsid w:val="000F09DF"/>
    <w:rsid w:val="000F61B2"/>
    <w:rsid w:val="001075E9"/>
    <w:rsid w:val="001344EE"/>
    <w:rsid w:val="0014152F"/>
    <w:rsid w:val="00180183"/>
    <w:rsid w:val="0018024D"/>
    <w:rsid w:val="0018649F"/>
    <w:rsid w:val="00194FE9"/>
    <w:rsid w:val="00196389"/>
    <w:rsid w:val="001B3EF6"/>
    <w:rsid w:val="001C7A89"/>
    <w:rsid w:val="001D0980"/>
    <w:rsid w:val="00255343"/>
    <w:rsid w:val="0027151D"/>
    <w:rsid w:val="002A2EFC"/>
    <w:rsid w:val="002A51E9"/>
    <w:rsid w:val="002B0106"/>
    <w:rsid w:val="002B74B1"/>
    <w:rsid w:val="002C0E18"/>
    <w:rsid w:val="002D5AAC"/>
    <w:rsid w:val="002E379D"/>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3E1CBF"/>
    <w:rsid w:val="00407B78"/>
    <w:rsid w:val="00424203"/>
    <w:rsid w:val="00452493"/>
    <w:rsid w:val="00453318"/>
    <w:rsid w:val="00454AF2"/>
    <w:rsid w:val="00454E07"/>
    <w:rsid w:val="00472C5C"/>
    <w:rsid w:val="004A4C68"/>
    <w:rsid w:val="004E05B7"/>
    <w:rsid w:val="004F408E"/>
    <w:rsid w:val="0050108D"/>
    <w:rsid w:val="005069F9"/>
    <w:rsid w:val="00513081"/>
    <w:rsid w:val="00517901"/>
    <w:rsid w:val="00526683"/>
    <w:rsid w:val="005639C1"/>
    <w:rsid w:val="005709E0"/>
    <w:rsid w:val="00572E19"/>
    <w:rsid w:val="005961C8"/>
    <w:rsid w:val="005966F1"/>
    <w:rsid w:val="005D7914"/>
    <w:rsid w:val="005E2B41"/>
    <w:rsid w:val="005F0B42"/>
    <w:rsid w:val="00612638"/>
    <w:rsid w:val="00617A43"/>
    <w:rsid w:val="006345DB"/>
    <w:rsid w:val="00640F49"/>
    <w:rsid w:val="00680D03"/>
    <w:rsid w:val="00681A10"/>
    <w:rsid w:val="006A1ED8"/>
    <w:rsid w:val="006B4073"/>
    <w:rsid w:val="006C2031"/>
    <w:rsid w:val="006D461A"/>
    <w:rsid w:val="006F35EE"/>
    <w:rsid w:val="007021FF"/>
    <w:rsid w:val="00712895"/>
    <w:rsid w:val="00734ACB"/>
    <w:rsid w:val="00757357"/>
    <w:rsid w:val="00792497"/>
    <w:rsid w:val="0080221F"/>
    <w:rsid w:val="00806737"/>
    <w:rsid w:val="00815F58"/>
    <w:rsid w:val="00825F8D"/>
    <w:rsid w:val="00834B71"/>
    <w:rsid w:val="0086445C"/>
    <w:rsid w:val="00894693"/>
    <w:rsid w:val="008A08D7"/>
    <w:rsid w:val="008A37C8"/>
    <w:rsid w:val="008B6909"/>
    <w:rsid w:val="008D53B6"/>
    <w:rsid w:val="008F7609"/>
    <w:rsid w:val="00906890"/>
    <w:rsid w:val="00911BE4"/>
    <w:rsid w:val="00926FD2"/>
    <w:rsid w:val="00951972"/>
    <w:rsid w:val="009608F3"/>
    <w:rsid w:val="009A24AC"/>
    <w:rsid w:val="009C59D7"/>
    <w:rsid w:val="009C6FE6"/>
    <w:rsid w:val="009D3E2D"/>
    <w:rsid w:val="009D7E7D"/>
    <w:rsid w:val="00A14DA8"/>
    <w:rsid w:val="00A312BC"/>
    <w:rsid w:val="00A84021"/>
    <w:rsid w:val="00A84D35"/>
    <w:rsid w:val="00A917B3"/>
    <w:rsid w:val="00AB4B51"/>
    <w:rsid w:val="00B10CC7"/>
    <w:rsid w:val="00B36DF7"/>
    <w:rsid w:val="00B539E7"/>
    <w:rsid w:val="00B62458"/>
    <w:rsid w:val="00B64497"/>
    <w:rsid w:val="00BC18B2"/>
    <w:rsid w:val="00BD1C51"/>
    <w:rsid w:val="00BD33EE"/>
    <w:rsid w:val="00BE1CC7"/>
    <w:rsid w:val="00C106D6"/>
    <w:rsid w:val="00C119AE"/>
    <w:rsid w:val="00C60F0C"/>
    <w:rsid w:val="00C71E84"/>
    <w:rsid w:val="00C805C9"/>
    <w:rsid w:val="00C92939"/>
    <w:rsid w:val="00CA1679"/>
    <w:rsid w:val="00CB151C"/>
    <w:rsid w:val="00CC23C3"/>
    <w:rsid w:val="00CE5A1A"/>
    <w:rsid w:val="00CF55F6"/>
    <w:rsid w:val="00D33D63"/>
    <w:rsid w:val="00D5253A"/>
    <w:rsid w:val="00D873A8"/>
    <w:rsid w:val="00D90028"/>
    <w:rsid w:val="00D90138"/>
    <w:rsid w:val="00D9145B"/>
    <w:rsid w:val="00DD78D1"/>
    <w:rsid w:val="00DE32CD"/>
    <w:rsid w:val="00DF5767"/>
    <w:rsid w:val="00DF71B9"/>
    <w:rsid w:val="00E12C5F"/>
    <w:rsid w:val="00E23E8E"/>
    <w:rsid w:val="00E33370"/>
    <w:rsid w:val="00E40051"/>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076E51"/>
  <w15:docId w15:val="{5A1BC778-B3AA-4A7D-AAB1-5F73E7566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0">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0"/>
    <w:next w:val="a0"/>
    <w:link w:val="10"/>
    <w:qFormat/>
    <w:rsid w:val="00617A43"/>
    <w:pPr>
      <w:keepNext/>
      <w:tabs>
        <w:tab w:val="left" w:pos="567"/>
        <w:tab w:val="num" w:pos="1440"/>
      </w:tabs>
      <w:ind w:left="1440" w:hanging="589"/>
      <w:jc w:val="both"/>
      <w:outlineLvl w:val="0"/>
    </w:pPr>
    <w:rPr>
      <w:rFonts w:eastAsia="Times New Roman" w:cs="Arial"/>
      <w:b/>
      <w:bCs/>
      <w:szCs w:val="32"/>
      <w:lang w:eastAsia="ru-RU"/>
    </w:rPr>
  </w:style>
  <w:style w:type="paragraph" w:styleId="2">
    <w:name w:val="heading 2"/>
    <w:basedOn w:val="a0"/>
    <w:next w:val="a0"/>
    <w:qFormat/>
    <w:rsid w:val="009C6FE6"/>
    <w:pPr>
      <w:keepNext/>
      <w:numPr>
        <w:ilvl w:val="1"/>
        <w:numId w:val="24"/>
      </w:numPr>
      <w:outlineLvl w:val="1"/>
    </w:pPr>
    <w:rPr>
      <w:rFonts w:cs="Arial"/>
      <w:bCs/>
      <w:iCs/>
      <w:szCs w:val="28"/>
    </w:rPr>
  </w:style>
  <w:style w:type="paragraph" w:styleId="3">
    <w:name w:val="heading 3"/>
    <w:basedOn w:val="a0"/>
    <w:next w:val="a0"/>
    <w:qFormat/>
    <w:rsid w:val="009C6FE6"/>
    <w:pPr>
      <w:keepNext/>
      <w:numPr>
        <w:ilvl w:val="2"/>
        <w:numId w:val="24"/>
      </w:numPr>
      <w:spacing w:before="240" w:after="60"/>
      <w:outlineLvl w:val="2"/>
    </w:pPr>
    <w:rPr>
      <w:rFonts w:ascii="Arial" w:hAnsi="Arial" w:cs="Arial"/>
      <w:b/>
      <w:bCs/>
      <w:sz w:val="26"/>
      <w:szCs w:val="26"/>
    </w:rPr>
  </w:style>
  <w:style w:type="paragraph" w:styleId="4">
    <w:name w:val="heading 4"/>
    <w:basedOn w:val="a0"/>
    <w:next w:val="a0"/>
    <w:qFormat/>
    <w:rsid w:val="009C6FE6"/>
    <w:pPr>
      <w:keepNext/>
      <w:numPr>
        <w:ilvl w:val="3"/>
        <w:numId w:val="24"/>
      </w:numPr>
      <w:spacing w:before="240" w:after="60"/>
      <w:outlineLvl w:val="3"/>
    </w:pPr>
    <w:rPr>
      <w:b/>
      <w:bCs/>
      <w:sz w:val="28"/>
      <w:szCs w:val="28"/>
    </w:rPr>
  </w:style>
  <w:style w:type="paragraph" w:styleId="5">
    <w:name w:val="heading 5"/>
    <w:basedOn w:val="a0"/>
    <w:next w:val="a0"/>
    <w:qFormat/>
    <w:rsid w:val="009C6FE6"/>
    <w:pPr>
      <w:numPr>
        <w:ilvl w:val="4"/>
        <w:numId w:val="24"/>
      </w:numPr>
      <w:spacing w:before="240" w:after="60"/>
      <w:outlineLvl w:val="4"/>
    </w:pPr>
    <w:rPr>
      <w:b/>
      <w:bCs/>
      <w:i/>
      <w:iCs/>
      <w:sz w:val="26"/>
      <w:szCs w:val="26"/>
    </w:rPr>
  </w:style>
  <w:style w:type="paragraph" w:styleId="6">
    <w:name w:val="heading 6"/>
    <w:basedOn w:val="a0"/>
    <w:next w:val="a0"/>
    <w:qFormat/>
    <w:rsid w:val="009C6FE6"/>
    <w:pPr>
      <w:numPr>
        <w:ilvl w:val="5"/>
        <w:numId w:val="24"/>
      </w:numPr>
      <w:spacing w:before="240" w:after="60"/>
      <w:outlineLvl w:val="5"/>
    </w:pPr>
    <w:rPr>
      <w:b/>
      <w:bCs/>
      <w:sz w:val="22"/>
    </w:rPr>
  </w:style>
  <w:style w:type="paragraph" w:styleId="7">
    <w:name w:val="heading 7"/>
    <w:basedOn w:val="a0"/>
    <w:next w:val="a0"/>
    <w:qFormat/>
    <w:rsid w:val="009C6FE6"/>
    <w:pPr>
      <w:numPr>
        <w:ilvl w:val="6"/>
        <w:numId w:val="24"/>
      </w:numPr>
      <w:spacing w:before="240" w:after="60"/>
      <w:outlineLvl w:val="6"/>
    </w:pPr>
    <w:rPr>
      <w:sz w:val="24"/>
      <w:szCs w:val="24"/>
    </w:rPr>
  </w:style>
  <w:style w:type="paragraph" w:styleId="8">
    <w:name w:val="heading 8"/>
    <w:basedOn w:val="a0"/>
    <w:next w:val="a0"/>
    <w:qFormat/>
    <w:rsid w:val="009C6FE6"/>
    <w:pPr>
      <w:numPr>
        <w:ilvl w:val="7"/>
        <w:numId w:val="24"/>
      </w:numPr>
      <w:spacing w:before="240" w:after="60"/>
      <w:outlineLvl w:val="7"/>
    </w:pPr>
    <w:rPr>
      <w:i/>
      <w:iCs/>
      <w:sz w:val="24"/>
      <w:szCs w:val="24"/>
    </w:rPr>
  </w:style>
  <w:style w:type="paragraph" w:styleId="9">
    <w:name w:val="heading 9"/>
    <w:basedOn w:val="a0"/>
    <w:next w:val="a0"/>
    <w:qFormat/>
    <w:rsid w:val="009C6FE6"/>
    <w:pPr>
      <w:numPr>
        <w:ilvl w:val="8"/>
        <w:numId w:val="24"/>
      </w:numPr>
      <w:spacing w:before="240" w:after="60"/>
      <w:outlineLvl w:val="8"/>
    </w:pPr>
    <w:rPr>
      <w:rFonts w:ascii="Arial" w:hAnsi="Arial" w:cs="Arial"/>
      <w:sz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rsid w:val="009C6FE6"/>
    <w:pPr>
      <w:spacing w:line="240" w:lineRule="auto"/>
    </w:pPr>
    <w:rPr>
      <w:rFonts w:ascii="Tahoma" w:hAnsi="Tahoma" w:cs="Tahoma"/>
      <w:sz w:val="16"/>
      <w:szCs w:val="16"/>
    </w:rPr>
  </w:style>
  <w:style w:type="character" w:customStyle="1" w:styleId="a5">
    <w:name w:val="Текст выноски Знак"/>
    <w:basedOn w:val="a1"/>
    <w:link w:val="a4"/>
    <w:rsid w:val="00C71E84"/>
    <w:rPr>
      <w:rFonts w:ascii="Tahoma" w:eastAsiaTheme="minorHAnsi" w:hAnsi="Tahoma" w:cs="Tahoma"/>
      <w:sz w:val="16"/>
      <w:szCs w:val="16"/>
      <w:lang w:val="ru-RU" w:eastAsia="en-US"/>
    </w:rPr>
  </w:style>
  <w:style w:type="paragraph" w:customStyle="1" w:styleId="HMG">
    <w:name w:val="_ H __M_G"/>
    <w:basedOn w:val="a0"/>
    <w:next w:val="a0"/>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0"/>
    <w:next w:val="a0"/>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0"/>
    <w:next w:val="a0"/>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0"/>
    <w:next w:val="a0"/>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0"/>
    <w:next w:val="a0"/>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0"/>
    <w:next w:val="a0"/>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0"/>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0"/>
    <w:next w:val="a0"/>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0"/>
    <w:next w:val="a0"/>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0"/>
    <w:next w:val="a0"/>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0"/>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0"/>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0"/>
    <w:next w:val="a0"/>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2"/>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2"/>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
    <w:basedOn w:val="a0"/>
    <w:next w:val="a0"/>
    <w:link w:val="a7"/>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7">
    <w:name w:val="Верхний колонтитул Знак"/>
    <w:aliases w:val="6_G Знак"/>
    <w:basedOn w:val="a1"/>
    <w:link w:val="a6"/>
    <w:rsid w:val="00617A43"/>
    <w:rPr>
      <w:b/>
      <w:sz w:val="18"/>
      <w:lang w:val="en-GB" w:eastAsia="ru-RU"/>
    </w:rPr>
  </w:style>
  <w:style w:type="character" w:styleId="a8">
    <w:name w:val="page number"/>
    <w:aliases w:val="7_G"/>
    <w:basedOn w:val="a1"/>
    <w:qFormat/>
    <w:rsid w:val="00617A43"/>
    <w:rPr>
      <w:rFonts w:ascii="Times New Roman" w:hAnsi="Times New Roman"/>
      <w:b/>
      <w:sz w:val="18"/>
    </w:rPr>
  </w:style>
  <w:style w:type="paragraph" w:styleId="a9">
    <w:name w:val="footer"/>
    <w:aliases w:val="3_G"/>
    <w:basedOn w:val="a0"/>
    <w:link w:val="aa"/>
    <w:qFormat/>
    <w:rsid w:val="00617A43"/>
    <w:pPr>
      <w:tabs>
        <w:tab w:val="right" w:pos="9639"/>
      </w:tabs>
    </w:pPr>
    <w:rPr>
      <w:rFonts w:eastAsia="Times New Roman" w:cs="Times New Roman"/>
      <w:sz w:val="16"/>
      <w:szCs w:val="20"/>
      <w:lang w:val="en-GB" w:eastAsia="ru-RU"/>
    </w:rPr>
  </w:style>
  <w:style w:type="character" w:customStyle="1" w:styleId="aa">
    <w:name w:val="Нижний колонтитул Знак"/>
    <w:aliases w:val="3_G Знак"/>
    <w:basedOn w:val="a1"/>
    <w:link w:val="a9"/>
    <w:rsid w:val="00617A43"/>
    <w:rPr>
      <w:sz w:val="16"/>
      <w:lang w:val="en-GB" w:eastAsia="ru-RU"/>
    </w:rPr>
  </w:style>
  <w:style w:type="character" w:styleId="ab">
    <w:name w:val="footnote reference"/>
    <w:aliases w:val="4_G"/>
    <w:basedOn w:val="a1"/>
    <w:uiPriority w:val="99"/>
    <w:qFormat/>
    <w:rsid w:val="00617A43"/>
    <w:rPr>
      <w:rFonts w:ascii="Times New Roman" w:hAnsi="Times New Roman"/>
      <w:dstrike w:val="0"/>
      <w:sz w:val="18"/>
      <w:vertAlign w:val="superscript"/>
    </w:rPr>
  </w:style>
  <w:style w:type="character" w:styleId="ac">
    <w:name w:val="endnote reference"/>
    <w:aliases w:val="1_G"/>
    <w:basedOn w:val="ab"/>
    <w:qFormat/>
    <w:rsid w:val="00617A43"/>
    <w:rPr>
      <w:rFonts w:ascii="Times New Roman" w:hAnsi="Times New Roman"/>
      <w:dstrike w:val="0"/>
      <w:sz w:val="18"/>
      <w:vertAlign w:val="superscript"/>
    </w:rPr>
  </w:style>
  <w:style w:type="table" w:styleId="ad">
    <w:name w:val="Table Grid"/>
    <w:basedOn w:val="a2"/>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e">
    <w:name w:val="footnote text"/>
    <w:aliases w:val="5_G"/>
    <w:basedOn w:val="a0"/>
    <w:link w:val="af"/>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f">
    <w:name w:val="Текст сноски Знак"/>
    <w:aliases w:val="5_G Знак"/>
    <w:basedOn w:val="a1"/>
    <w:link w:val="ae"/>
    <w:uiPriority w:val="99"/>
    <w:rsid w:val="00617A43"/>
    <w:rPr>
      <w:sz w:val="18"/>
      <w:lang w:val="ru-RU" w:eastAsia="ru-RU"/>
    </w:rPr>
  </w:style>
  <w:style w:type="paragraph" w:styleId="af0">
    <w:name w:val="endnote text"/>
    <w:aliases w:val="2_G"/>
    <w:basedOn w:val="ae"/>
    <w:link w:val="af1"/>
    <w:qFormat/>
    <w:rsid w:val="00617A43"/>
  </w:style>
  <w:style w:type="character" w:customStyle="1" w:styleId="af1">
    <w:name w:val="Текст концевой сноски Знак"/>
    <w:aliases w:val="2_G Знак"/>
    <w:basedOn w:val="a1"/>
    <w:link w:val="af0"/>
    <w:rsid w:val="00617A43"/>
    <w:rPr>
      <w:sz w:val="18"/>
      <w:lang w:val="ru-RU" w:eastAsia="ru-RU"/>
    </w:rPr>
  </w:style>
  <w:style w:type="character" w:customStyle="1" w:styleId="10">
    <w:name w:val="Заголовок 1 Знак"/>
    <w:aliases w:val="Table_G Знак"/>
    <w:basedOn w:val="a1"/>
    <w:link w:val="1"/>
    <w:rsid w:val="00617A43"/>
    <w:rPr>
      <w:rFonts w:cs="Arial"/>
      <w:b/>
      <w:bCs/>
      <w:szCs w:val="32"/>
      <w:lang w:val="ru-RU" w:eastAsia="ru-RU"/>
    </w:rPr>
  </w:style>
  <w:style w:type="character" w:styleId="af2">
    <w:name w:val="Hyperlink"/>
    <w:basedOn w:val="a1"/>
    <w:uiPriority w:val="99"/>
    <w:rsid w:val="00617A43"/>
    <w:rPr>
      <w:color w:val="0000FF" w:themeColor="hyperlink"/>
      <w:u w:val="none"/>
    </w:rPr>
  </w:style>
  <w:style w:type="character" w:styleId="af3">
    <w:name w:val="FollowedHyperlink"/>
    <w:basedOn w:val="a1"/>
    <w:rsid w:val="00617A43"/>
    <w:rPr>
      <w:color w:val="800080" w:themeColor="followedHyperlink"/>
      <w:u w:val="none"/>
    </w:rPr>
  </w:style>
  <w:style w:type="paragraph" w:customStyle="1" w:styleId="Rom1">
    <w:name w:val="Rom1"/>
    <w:basedOn w:val="SingleTxtG"/>
    <w:semiHidden/>
    <w:rsid w:val="009D3E2D"/>
    <w:pPr>
      <w:ind w:left="2268" w:hanging="397"/>
    </w:pPr>
    <w:rPr>
      <w:lang w:val="fr-CH"/>
    </w:rPr>
  </w:style>
  <w:style w:type="paragraph" w:customStyle="1" w:styleId="Rom2">
    <w:name w:val="Rom2"/>
    <w:basedOn w:val="SingleTxtG"/>
    <w:semiHidden/>
    <w:rsid w:val="009D3E2D"/>
    <w:pPr>
      <w:numPr>
        <w:numId w:val="25"/>
      </w:numPr>
      <w:tabs>
        <w:tab w:val="clear" w:pos="2160"/>
      </w:tabs>
      <w:ind w:left="2835" w:hanging="397"/>
    </w:pPr>
    <w:rPr>
      <w:lang w:val="fr-CH"/>
    </w:rPr>
  </w:style>
  <w:style w:type="paragraph" w:customStyle="1" w:styleId="Agendaitem1">
    <w:name w:val="Agenda item 1"/>
    <w:basedOn w:val="a0"/>
    <w:rsid w:val="009D3E2D"/>
    <w:pPr>
      <w:numPr>
        <w:numId w:val="30"/>
      </w:numPr>
      <w:suppressAutoHyphens w:val="0"/>
      <w:snapToGrid w:val="0"/>
      <w:spacing w:after="240" w:line="240" w:lineRule="auto"/>
      <w:jc w:val="both"/>
    </w:pPr>
    <w:rPr>
      <w:rFonts w:eastAsia="Times New Roman" w:cs="Times New Roman"/>
      <w:snapToGrid w:val="0"/>
      <w:sz w:val="24"/>
      <w:szCs w:val="20"/>
      <w:lang w:val="en-GB"/>
    </w:rPr>
  </w:style>
  <w:style w:type="paragraph" w:styleId="af4">
    <w:name w:val="Plain Text"/>
    <w:basedOn w:val="a0"/>
    <w:link w:val="af5"/>
    <w:semiHidden/>
    <w:rsid w:val="009D3E2D"/>
    <w:rPr>
      <w:rFonts w:eastAsia="Times New Roman" w:cs="Courier New"/>
      <w:szCs w:val="20"/>
      <w:lang w:val="fr-CH"/>
    </w:rPr>
  </w:style>
  <w:style w:type="character" w:customStyle="1" w:styleId="af5">
    <w:name w:val="Текст Знак"/>
    <w:basedOn w:val="a1"/>
    <w:link w:val="af4"/>
    <w:semiHidden/>
    <w:rsid w:val="009D3E2D"/>
    <w:rPr>
      <w:rFonts w:cs="Courier New"/>
      <w:lang w:val="fr-CH" w:eastAsia="en-US"/>
    </w:rPr>
  </w:style>
  <w:style w:type="paragraph" w:styleId="af6">
    <w:name w:val="Body Text"/>
    <w:basedOn w:val="a0"/>
    <w:next w:val="a0"/>
    <w:link w:val="af7"/>
    <w:semiHidden/>
    <w:rsid w:val="009D3E2D"/>
    <w:rPr>
      <w:rFonts w:eastAsia="Times New Roman" w:cs="Times New Roman"/>
      <w:szCs w:val="20"/>
      <w:lang w:val="fr-CH"/>
    </w:rPr>
  </w:style>
  <w:style w:type="character" w:customStyle="1" w:styleId="af7">
    <w:name w:val="Основной текст Знак"/>
    <w:basedOn w:val="a1"/>
    <w:link w:val="af6"/>
    <w:semiHidden/>
    <w:rsid w:val="009D3E2D"/>
    <w:rPr>
      <w:lang w:val="fr-CH" w:eastAsia="en-US"/>
    </w:rPr>
  </w:style>
  <w:style w:type="paragraph" w:styleId="af8">
    <w:name w:val="Body Text Indent"/>
    <w:basedOn w:val="a0"/>
    <w:link w:val="af9"/>
    <w:semiHidden/>
    <w:rsid w:val="009D3E2D"/>
    <w:pPr>
      <w:spacing w:after="120"/>
      <w:ind w:left="283"/>
    </w:pPr>
    <w:rPr>
      <w:rFonts w:eastAsia="Times New Roman" w:cs="Times New Roman"/>
      <w:szCs w:val="20"/>
      <w:lang w:val="fr-CH"/>
    </w:rPr>
  </w:style>
  <w:style w:type="character" w:customStyle="1" w:styleId="af9">
    <w:name w:val="Основной текст с отступом Знак"/>
    <w:basedOn w:val="a1"/>
    <w:link w:val="af8"/>
    <w:semiHidden/>
    <w:rsid w:val="009D3E2D"/>
    <w:rPr>
      <w:lang w:val="fr-CH" w:eastAsia="en-US"/>
    </w:rPr>
  </w:style>
  <w:style w:type="paragraph" w:styleId="afa">
    <w:name w:val="Block Text"/>
    <w:basedOn w:val="a0"/>
    <w:semiHidden/>
    <w:rsid w:val="009D3E2D"/>
    <w:pPr>
      <w:ind w:left="1440" w:right="1440"/>
    </w:pPr>
    <w:rPr>
      <w:rFonts w:eastAsia="Times New Roman" w:cs="Times New Roman"/>
      <w:szCs w:val="20"/>
      <w:lang w:val="fr-CH"/>
    </w:rPr>
  </w:style>
  <w:style w:type="character" w:styleId="afb">
    <w:name w:val="annotation reference"/>
    <w:semiHidden/>
    <w:rsid w:val="009D3E2D"/>
    <w:rPr>
      <w:sz w:val="6"/>
    </w:rPr>
  </w:style>
  <w:style w:type="paragraph" w:styleId="afc">
    <w:name w:val="annotation text"/>
    <w:basedOn w:val="a0"/>
    <w:link w:val="afd"/>
    <w:semiHidden/>
    <w:rsid w:val="009D3E2D"/>
    <w:rPr>
      <w:rFonts w:eastAsia="Times New Roman" w:cs="Times New Roman"/>
      <w:szCs w:val="20"/>
      <w:lang w:val="fr-CH"/>
    </w:rPr>
  </w:style>
  <w:style w:type="character" w:customStyle="1" w:styleId="afd">
    <w:name w:val="Текст примечания Знак"/>
    <w:basedOn w:val="a1"/>
    <w:link w:val="afc"/>
    <w:semiHidden/>
    <w:rsid w:val="009D3E2D"/>
    <w:rPr>
      <w:lang w:val="fr-CH" w:eastAsia="en-US"/>
    </w:rPr>
  </w:style>
  <w:style w:type="character" w:styleId="afe">
    <w:name w:val="line number"/>
    <w:semiHidden/>
    <w:rsid w:val="009D3E2D"/>
    <w:rPr>
      <w:sz w:val="14"/>
    </w:rPr>
  </w:style>
  <w:style w:type="character" w:customStyle="1" w:styleId="SingleTxtGChar">
    <w:name w:val="_ Single Txt_G Char"/>
    <w:link w:val="SingleTxtG"/>
    <w:rsid w:val="009D3E2D"/>
    <w:rPr>
      <w:lang w:val="ru-RU" w:eastAsia="en-US"/>
    </w:rPr>
  </w:style>
  <w:style w:type="paragraph" w:customStyle="1" w:styleId="Itemno">
    <w:name w:val="Item no"/>
    <w:basedOn w:val="Agendaitem1"/>
    <w:link w:val="ItemnoChar"/>
    <w:rsid w:val="009D3E2D"/>
    <w:pPr>
      <w:numPr>
        <w:numId w:val="0"/>
      </w:numPr>
      <w:ind w:left="1134" w:hanging="1134"/>
    </w:pPr>
    <w:rPr>
      <w:rFonts w:ascii="Times New Roman Bold" w:hAnsi="Times New Roman Bold"/>
      <w:b/>
    </w:rPr>
  </w:style>
  <w:style w:type="numbering" w:styleId="111111">
    <w:name w:val="Outline List 2"/>
    <w:basedOn w:val="a3"/>
    <w:semiHidden/>
    <w:rsid w:val="009D3E2D"/>
    <w:pPr>
      <w:numPr>
        <w:numId w:val="26"/>
      </w:numPr>
    </w:pPr>
  </w:style>
  <w:style w:type="numbering" w:styleId="1ai">
    <w:name w:val="Outline List 1"/>
    <w:basedOn w:val="a3"/>
    <w:semiHidden/>
    <w:rsid w:val="009D3E2D"/>
    <w:pPr>
      <w:numPr>
        <w:numId w:val="27"/>
      </w:numPr>
    </w:pPr>
  </w:style>
  <w:style w:type="character" w:styleId="aff">
    <w:name w:val="Emphasis"/>
    <w:qFormat/>
    <w:rsid w:val="009D3E2D"/>
    <w:rPr>
      <w:i/>
      <w:iCs/>
    </w:rPr>
  </w:style>
  <w:style w:type="character" w:styleId="HTML">
    <w:name w:val="HTML Acronym"/>
    <w:basedOn w:val="a1"/>
    <w:semiHidden/>
    <w:rsid w:val="009D3E2D"/>
  </w:style>
  <w:style w:type="paragraph" w:styleId="aff0">
    <w:name w:val="envelope address"/>
    <w:basedOn w:val="a0"/>
    <w:semiHidden/>
    <w:rsid w:val="009D3E2D"/>
    <w:pPr>
      <w:framePr w:w="7920" w:h="1980" w:hRule="exact" w:hSpace="180" w:wrap="auto" w:hAnchor="page" w:xAlign="center" w:yAlign="bottom"/>
      <w:ind w:left="2880"/>
    </w:pPr>
    <w:rPr>
      <w:rFonts w:ascii="Arial" w:eastAsia="Times New Roman" w:hAnsi="Arial" w:cs="Arial"/>
      <w:sz w:val="24"/>
      <w:szCs w:val="24"/>
      <w:lang w:val="fr-CH"/>
    </w:rPr>
  </w:style>
  <w:style w:type="paragraph" w:styleId="20">
    <w:name w:val="envelope return"/>
    <w:basedOn w:val="a0"/>
    <w:semiHidden/>
    <w:rsid w:val="009D3E2D"/>
    <w:rPr>
      <w:rFonts w:ascii="Arial" w:eastAsia="Times New Roman" w:hAnsi="Arial" w:cs="Arial"/>
      <w:szCs w:val="20"/>
      <w:lang w:val="fr-CH"/>
    </w:rPr>
  </w:style>
  <w:style w:type="paragraph" w:styleId="HTML0">
    <w:name w:val="HTML Address"/>
    <w:basedOn w:val="a0"/>
    <w:link w:val="HTML1"/>
    <w:semiHidden/>
    <w:rsid w:val="009D3E2D"/>
    <w:rPr>
      <w:rFonts w:eastAsia="Times New Roman" w:cs="Times New Roman"/>
      <w:i/>
      <w:iCs/>
      <w:szCs w:val="20"/>
      <w:lang w:val="fr-CH"/>
    </w:rPr>
  </w:style>
  <w:style w:type="character" w:customStyle="1" w:styleId="HTML1">
    <w:name w:val="Адрес HTML Знак"/>
    <w:basedOn w:val="a1"/>
    <w:link w:val="HTML0"/>
    <w:semiHidden/>
    <w:rsid w:val="009D3E2D"/>
    <w:rPr>
      <w:i/>
      <w:iCs/>
      <w:lang w:val="fr-CH" w:eastAsia="en-US"/>
    </w:rPr>
  </w:style>
  <w:style w:type="numbering" w:styleId="a">
    <w:name w:val="Outline List 3"/>
    <w:basedOn w:val="a3"/>
    <w:semiHidden/>
    <w:rsid w:val="009D3E2D"/>
    <w:pPr>
      <w:numPr>
        <w:numId w:val="28"/>
      </w:numPr>
    </w:pPr>
  </w:style>
  <w:style w:type="character" w:styleId="HTML2">
    <w:name w:val="HTML Cite"/>
    <w:semiHidden/>
    <w:rsid w:val="009D3E2D"/>
    <w:rPr>
      <w:i/>
      <w:iCs/>
    </w:rPr>
  </w:style>
  <w:style w:type="table" w:styleId="11">
    <w:name w:val="Table Classic 1"/>
    <w:basedOn w:val="a2"/>
    <w:semiHidden/>
    <w:rsid w:val="009D3E2D"/>
    <w:pPr>
      <w:suppressAutoHyphens/>
    </w:pPr>
    <w:rPr>
      <w:lang w:val="en-GB"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Classic 2"/>
    <w:basedOn w:val="a2"/>
    <w:semiHidden/>
    <w:rsid w:val="009D3E2D"/>
    <w:pPr>
      <w:suppressAutoHyphens/>
    </w:pPr>
    <w:rPr>
      <w:lang w:val="en-GB"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0">
    <w:name w:val="Table Classic 3"/>
    <w:basedOn w:val="a2"/>
    <w:semiHidden/>
    <w:rsid w:val="009D3E2D"/>
    <w:pPr>
      <w:suppressAutoHyphens/>
    </w:pPr>
    <w:rPr>
      <w:color w:val="000080"/>
      <w:lang w:val="en-GB"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0">
    <w:name w:val="Table Classic 4"/>
    <w:basedOn w:val="a2"/>
    <w:semiHidden/>
    <w:rsid w:val="009D3E2D"/>
    <w:pPr>
      <w:suppressAutoHyphens/>
    </w:pPr>
    <w:rPr>
      <w:lang w:val="en-GB"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Keyboard"/>
    <w:semiHidden/>
    <w:rsid w:val="009D3E2D"/>
    <w:rPr>
      <w:rFonts w:ascii="Courier New" w:hAnsi="Courier New" w:cs="Courier New"/>
      <w:sz w:val="20"/>
      <w:szCs w:val="20"/>
    </w:rPr>
  </w:style>
  <w:style w:type="character" w:styleId="HTML4">
    <w:name w:val="HTML Code"/>
    <w:semiHidden/>
    <w:rsid w:val="009D3E2D"/>
    <w:rPr>
      <w:rFonts w:ascii="Courier New" w:hAnsi="Courier New" w:cs="Courier New"/>
      <w:sz w:val="20"/>
      <w:szCs w:val="20"/>
    </w:rPr>
  </w:style>
  <w:style w:type="table" w:styleId="12">
    <w:name w:val="Table Columns 1"/>
    <w:basedOn w:val="a2"/>
    <w:semiHidden/>
    <w:rsid w:val="009D3E2D"/>
    <w:pPr>
      <w:suppressAutoHyphens/>
    </w:pPr>
    <w:rPr>
      <w:b/>
      <w:bCs/>
      <w:lang w:val="en-GB"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22">
    <w:name w:val="Body Text 2"/>
    <w:basedOn w:val="a0"/>
    <w:link w:val="23"/>
    <w:semiHidden/>
    <w:rsid w:val="009D3E2D"/>
    <w:pPr>
      <w:spacing w:after="120" w:line="480" w:lineRule="auto"/>
    </w:pPr>
    <w:rPr>
      <w:rFonts w:eastAsia="Times New Roman" w:cs="Times New Roman"/>
      <w:szCs w:val="20"/>
      <w:lang w:val="fr-CH"/>
    </w:rPr>
  </w:style>
  <w:style w:type="character" w:customStyle="1" w:styleId="23">
    <w:name w:val="Основной текст 2 Знак"/>
    <w:basedOn w:val="a1"/>
    <w:link w:val="22"/>
    <w:semiHidden/>
    <w:rsid w:val="009D3E2D"/>
    <w:rPr>
      <w:lang w:val="fr-CH" w:eastAsia="en-US"/>
    </w:rPr>
  </w:style>
  <w:style w:type="paragraph" w:styleId="31">
    <w:name w:val="Body Text 3"/>
    <w:basedOn w:val="a0"/>
    <w:link w:val="32"/>
    <w:semiHidden/>
    <w:rsid w:val="009D3E2D"/>
    <w:pPr>
      <w:spacing w:after="120"/>
    </w:pPr>
    <w:rPr>
      <w:rFonts w:eastAsia="Times New Roman" w:cs="Times New Roman"/>
      <w:sz w:val="16"/>
      <w:szCs w:val="16"/>
      <w:lang w:val="fr-CH"/>
    </w:rPr>
  </w:style>
  <w:style w:type="character" w:customStyle="1" w:styleId="32">
    <w:name w:val="Основной текст 3 Знак"/>
    <w:basedOn w:val="a1"/>
    <w:link w:val="31"/>
    <w:semiHidden/>
    <w:rsid w:val="009D3E2D"/>
    <w:rPr>
      <w:sz w:val="16"/>
      <w:szCs w:val="16"/>
      <w:lang w:val="fr-CH" w:eastAsia="en-US"/>
    </w:rPr>
  </w:style>
  <w:style w:type="paragraph" w:styleId="aff1">
    <w:name w:val="Date"/>
    <w:basedOn w:val="a0"/>
    <w:next w:val="a0"/>
    <w:link w:val="aff2"/>
    <w:semiHidden/>
    <w:rsid w:val="009D3E2D"/>
    <w:rPr>
      <w:rFonts w:eastAsia="Times New Roman" w:cs="Times New Roman"/>
      <w:szCs w:val="20"/>
      <w:lang w:val="fr-CH"/>
    </w:rPr>
  </w:style>
  <w:style w:type="character" w:customStyle="1" w:styleId="aff2">
    <w:name w:val="Дата Знак"/>
    <w:basedOn w:val="a1"/>
    <w:link w:val="aff1"/>
    <w:semiHidden/>
    <w:rsid w:val="009D3E2D"/>
    <w:rPr>
      <w:lang w:val="fr-CH" w:eastAsia="en-US"/>
    </w:rPr>
  </w:style>
  <w:style w:type="character" w:styleId="HTML5">
    <w:name w:val="HTML Definition"/>
    <w:semiHidden/>
    <w:rsid w:val="009D3E2D"/>
    <w:rPr>
      <w:i/>
      <w:iCs/>
    </w:rPr>
  </w:style>
  <w:style w:type="table" w:styleId="24">
    <w:name w:val="Table 3D effects 2"/>
    <w:basedOn w:val="a2"/>
    <w:semiHidden/>
    <w:rsid w:val="009D3E2D"/>
    <w:pPr>
      <w:suppressAutoHyphens/>
    </w:pPr>
    <w:rPr>
      <w:lang w:val="en-GB"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3">
    <w:name w:val="Table 3D effects 1"/>
    <w:basedOn w:val="a2"/>
    <w:semiHidden/>
    <w:rsid w:val="009D3E2D"/>
    <w:pPr>
      <w:suppressAutoHyphens/>
    </w:pPr>
    <w:rPr>
      <w:lang w:val="en-GB"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3">
    <w:name w:val="Table 3D effects 3"/>
    <w:basedOn w:val="a2"/>
    <w:semiHidden/>
    <w:rsid w:val="009D3E2D"/>
    <w:pPr>
      <w:suppressAutoHyphens/>
    </w:pPr>
    <w:rPr>
      <w:lang w:val="en-GB"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3">
    <w:name w:val="Table Elegant"/>
    <w:basedOn w:val="a2"/>
    <w:semiHidden/>
    <w:rsid w:val="009D3E2D"/>
    <w:pPr>
      <w:suppressAutoHyphens/>
    </w:pPr>
    <w:rPr>
      <w:lang w:val="en-GB"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aff4">
    <w:name w:val="Strong"/>
    <w:qFormat/>
    <w:rsid w:val="009D3E2D"/>
    <w:rPr>
      <w:b/>
      <w:bCs/>
    </w:rPr>
  </w:style>
  <w:style w:type="paragraph" w:styleId="aff5">
    <w:name w:val="Message Header"/>
    <w:basedOn w:val="a0"/>
    <w:link w:val="aff6"/>
    <w:rsid w:val="009D3E2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fr-CH"/>
    </w:rPr>
  </w:style>
  <w:style w:type="character" w:customStyle="1" w:styleId="aff6">
    <w:name w:val="Шапка Знак"/>
    <w:basedOn w:val="a1"/>
    <w:link w:val="aff5"/>
    <w:rsid w:val="009D3E2D"/>
    <w:rPr>
      <w:rFonts w:ascii="Arial" w:hAnsi="Arial" w:cs="Arial"/>
      <w:sz w:val="24"/>
      <w:szCs w:val="24"/>
      <w:shd w:val="pct20" w:color="auto" w:fill="auto"/>
      <w:lang w:val="fr-CH" w:eastAsia="en-US"/>
    </w:rPr>
  </w:style>
  <w:style w:type="character" w:styleId="HTML6">
    <w:name w:val="HTML Sample"/>
    <w:semiHidden/>
    <w:rsid w:val="009D3E2D"/>
    <w:rPr>
      <w:rFonts w:ascii="Courier New" w:hAnsi="Courier New" w:cs="Courier New"/>
    </w:rPr>
  </w:style>
  <w:style w:type="paragraph" w:styleId="aff7">
    <w:name w:val="Closing"/>
    <w:basedOn w:val="a0"/>
    <w:link w:val="aff8"/>
    <w:semiHidden/>
    <w:rsid w:val="009D3E2D"/>
    <w:pPr>
      <w:ind w:left="4252"/>
    </w:pPr>
    <w:rPr>
      <w:rFonts w:eastAsia="Times New Roman" w:cs="Times New Roman"/>
      <w:szCs w:val="20"/>
      <w:lang w:val="fr-CH"/>
    </w:rPr>
  </w:style>
  <w:style w:type="character" w:customStyle="1" w:styleId="aff8">
    <w:name w:val="Прощание Знак"/>
    <w:basedOn w:val="a1"/>
    <w:link w:val="aff7"/>
    <w:semiHidden/>
    <w:rsid w:val="009D3E2D"/>
    <w:rPr>
      <w:lang w:val="fr-CH" w:eastAsia="en-US"/>
    </w:rPr>
  </w:style>
  <w:style w:type="table" w:styleId="14">
    <w:name w:val="Table Grid 1"/>
    <w:basedOn w:val="a2"/>
    <w:semiHidden/>
    <w:rsid w:val="009D3E2D"/>
    <w:pPr>
      <w:suppressAutoHyphens/>
      <w:spacing w:line="240" w:lineRule="atLeast"/>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5">
    <w:name w:val="Table Grid 2"/>
    <w:basedOn w:val="a2"/>
    <w:semiHidden/>
    <w:rsid w:val="009D3E2D"/>
    <w:pPr>
      <w:suppressAutoHyphens/>
    </w:pPr>
    <w:rPr>
      <w:lang w:val="en-GB"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4">
    <w:name w:val="Table Grid 3"/>
    <w:basedOn w:val="a2"/>
    <w:semiHidden/>
    <w:rsid w:val="009D3E2D"/>
    <w:pPr>
      <w:suppressAutoHyphens/>
    </w:pPr>
    <w:rPr>
      <w:lang w:val="en-GB"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1">
    <w:name w:val="Table Grid 4"/>
    <w:basedOn w:val="a2"/>
    <w:semiHidden/>
    <w:rsid w:val="009D3E2D"/>
    <w:pPr>
      <w:suppressAutoHyphens/>
    </w:pPr>
    <w:rPr>
      <w:lang w:val="en-GB"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0">
    <w:name w:val="Table Grid 5"/>
    <w:basedOn w:val="a2"/>
    <w:semiHidden/>
    <w:rsid w:val="009D3E2D"/>
    <w:pPr>
      <w:suppressAutoHyphens/>
    </w:pPr>
    <w:rPr>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2"/>
    <w:semiHidden/>
    <w:rsid w:val="009D3E2D"/>
    <w:pPr>
      <w:suppressAutoHyphens/>
    </w:pPr>
    <w:rPr>
      <w:lang w:val="en-GB"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2"/>
    <w:semiHidden/>
    <w:rsid w:val="009D3E2D"/>
    <w:pPr>
      <w:suppressAutoHyphens/>
    </w:pPr>
    <w:rPr>
      <w:b/>
      <w:bCs/>
      <w:lang w:val="en-GB"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2"/>
    <w:semiHidden/>
    <w:rsid w:val="009D3E2D"/>
    <w:pPr>
      <w:suppressAutoHyphens/>
    </w:pPr>
    <w:rPr>
      <w:lang w:val="en-GB"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aff9">
    <w:name w:val="List"/>
    <w:basedOn w:val="a0"/>
    <w:semiHidden/>
    <w:rsid w:val="009D3E2D"/>
    <w:pPr>
      <w:ind w:left="283" w:hanging="283"/>
    </w:pPr>
    <w:rPr>
      <w:rFonts w:eastAsia="Times New Roman" w:cs="Times New Roman"/>
      <w:szCs w:val="20"/>
      <w:lang w:val="fr-CH"/>
    </w:rPr>
  </w:style>
  <w:style w:type="paragraph" w:styleId="26">
    <w:name w:val="List 2"/>
    <w:basedOn w:val="a0"/>
    <w:semiHidden/>
    <w:rsid w:val="009D3E2D"/>
    <w:pPr>
      <w:ind w:left="566" w:hanging="283"/>
    </w:pPr>
    <w:rPr>
      <w:rFonts w:eastAsia="Times New Roman" w:cs="Times New Roman"/>
      <w:szCs w:val="20"/>
      <w:lang w:val="fr-CH"/>
    </w:rPr>
  </w:style>
  <w:style w:type="paragraph" w:styleId="35">
    <w:name w:val="List 3"/>
    <w:basedOn w:val="a0"/>
    <w:semiHidden/>
    <w:rsid w:val="009D3E2D"/>
    <w:pPr>
      <w:ind w:left="849" w:hanging="283"/>
    </w:pPr>
    <w:rPr>
      <w:rFonts w:eastAsia="Times New Roman" w:cs="Times New Roman"/>
      <w:szCs w:val="20"/>
      <w:lang w:val="fr-CH"/>
    </w:rPr>
  </w:style>
  <w:style w:type="paragraph" w:styleId="42">
    <w:name w:val="List 4"/>
    <w:basedOn w:val="a0"/>
    <w:semiHidden/>
    <w:rsid w:val="009D3E2D"/>
    <w:pPr>
      <w:ind w:left="1132" w:hanging="283"/>
    </w:pPr>
    <w:rPr>
      <w:rFonts w:eastAsia="Times New Roman" w:cs="Times New Roman"/>
      <w:szCs w:val="20"/>
      <w:lang w:val="fr-CH"/>
    </w:rPr>
  </w:style>
  <w:style w:type="paragraph" w:styleId="51">
    <w:name w:val="List 5"/>
    <w:basedOn w:val="a0"/>
    <w:semiHidden/>
    <w:rsid w:val="009D3E2D"/>
    <w:pPr>
      <w:ind w:left="1415" w:hanging="283"/>
    </w:pPr>
    <w:rPr>
      <w:rFonts w:eastAsia="Times New Roman" w:cs="Times New Roman"/>
      <w:szCs w:val="20"/>
      <w:lang w:val="fr-CH"/>
    </w:rPr>
  </w:style>
  <w:style w:type="paragraph" w:styleId="affa">
    <w:name w:val="List Number"/>
    <w:basedOn w:val="a0"/>
    <w:rsid w:val="009D3E2D"/>
    <w:pPr>
      <w:tabs>
        <w:tab w:val="num" w:pos="360"/>
      </w:tabs>
      <w:ind w:left="360" w:hanging="360"/>
    </w:pPr>
    <w:rPr>
      <w:rFonts w:eastAsia="Times New Roman" w:cs="Times New Roman"/>
      <w:szCs w:val="20"/>
      <w:lang w:val="fr-CH"/>
    </w:rPr>
  </w:style>
  <w:style w:type="paragraph" w:styleId="27">
    <w:name w:val="List Number 2"/>
    <w:basedOn w:val="a0"/>
    <w:semiHidden/>
    <w:rsid w:val="009D3E2D"/>
    <w:pPr>
      <w:tabs>
        <w:tab w:val="num" w:pos="643"/>
      </w:tabs>
      <w:ind w:left="643" w:hanging="360"/>
    </w:pPr>
    <w:rPr>
      <w:rFonts w:eastAsia="Times New Roman" w:cs="Times New Roman"/>
      <w:szCs w:val="20"/>
      <w:lang w:val="fr-CH"/>
    </w:rPr>
  </w:style>
  <w:style w:type="paragraph" w:styleId="36">
    <w:name w:val="List Number 3"/>
    <w:basedOn w:val="a0"/>
    <w:semiHidden/>
    <w:rsid w:val="009D3E2D"/>
    <w:pPr>
      <w:tabs>
        <w:tab w:val="num" w:pos="926"/>
      </w:tabs>
      <w:ind w:left="926" w:hanging="360"/>
    </w:pPr>
    <w:rPr>
      <w:rFonts w:eastAsia="Times New Roman" w:cs="Times New Roman"/>
      <w:szCs w:val="20"/>
      <w:lang w:val="fr-CH"/>
    </w:rPr>
  </w:style>
  <w:style w:type="paragraph" w:styleId="43">
    <w:name w:val="List Number 4"/>
    <w:basedOn w:val="a0"/>
    <w:semiHidden/>
    <w:rsid w:val="009D3E2D"/>
    <w:pPr>
      <w:tabs>
        <w:tab w:val="num" w:pos="1209"/>
      </w:tabs>
      <w:ind w:left="1209" w:hanging="360"/>
    </w:pPr>
    <w:rPr>
      <w:rFonts w:eastAsia="Times New Roman" w:cs="Times New Roman"/>
      <w:szCs w:val="20"/>
      <w:lang w:val="fr-CH"/>
    </w:rPr>
  </w:style>
  <w:style w:type="paragraph" w:styleId="52">
    <w:name w:val="List Number 5"/>
    <w:basedOn w:val="a0"/>
    <w:semiHidden/>
    <w:rsid w:val="009D3E2D"/>
    <w:pPr>
      <w:tabs>
        <w:tab w:val="num" w:pos="1492"/>
      </w:tabs>
      <w:ind w:left="1492" w:hanging="360"/>
    </w:pPr>
    <w:rPr>
      <w:rFonts w:eastAsia="Times New Roman" w:cs="Times New Roman"/>
      <w:szCs w:val="20"/>
      <w:lang w:val="fr-CH"/>
    </w:rPr>
  </w:style>
  <w:style w:type="paragraph" w:styleId="affb">
    <w:name w:val="List Bullet"/>
    <w:basedOn w:val="a0"/>
    <w:rsid w:val="009D3E2D"/>
    <w:pPr>
      <w:tabs>
        <w:tab w:val="num" w:pos="360"/>
      </w:tabs>
      <w:ind w:left="360" w:hanging="360"/>
    </w:pPr>
    <w:rPr>
      <w:rFonts w:eastAsia="Times New Roman" w:cs="Times New Roman"/>
      <w:szCs w:val="20"/>
      <w:lang w:val="fr-CH"/>
    </w:rPr>
  </w:style>
  <w:style w:type="paragraph" w:styleId="28">
    <w:name w:val="List Bullet 2"/>
    <w:basedOn w:val="a0"/>
    <w:semiHidden/>
    <w:rsid w:val="009D3E2D"/>
    <w:pPr>
      <w:tabs>
        <w:tab w:val="num" w:pos="643"/>
      </w:tabs>
      <w:ind w:left="643" w:hanging="360"/>
    </w:pPr>
    <w:rPr>
      <w:rFonts w:eastAsia="Times New Roman" w:cs="Times New Roman"/>
      <w:szCs w:val="20"/>
      <w:lang w:val="fr-CH"/>
    </w:rPr>
  </w:style>
  <w:style w:type="paragraph" w:styleId="37">
    <w:name w:val="List Bullet 3"/>
    <w:basedOn w:val="a0"/>
    <w:semiHidden/>
    <w:rsid w:val="009D3E2D"/>
    <w:pPr>
      <w:tabs>
        <w:tab w:val="num" w:pos="926"/>
      </w:tabs>
      <w:ind w:left="926" w:hanging="360"/>
    </w:pPr>
    <w:rPr>
      <w:rFonts w:eastAsia="Times New Roman" w:cs="Times New Roman"/>
      <w:szCs w:val="20"/>
      <w:lang w:val="fr-CH"/>
    </w:rPr>
  </w:style>
  <w:style w:type="paragraph" w:styleId="44">
    <w:name w:val="List Bullet 4"/>
    <w:basedOn w:val="a0"/>
    <w:semiHidden/>
    <w:rsid w:val="009D3E2D"/>
    <w:pPr>
      <w:tabs>
        <w:tab w:val="num" w:pos="1209"/>
      </w:tabs>
      <w:ind w:left="1209" w:hanging="360"/>
    </w:pPr>
    <w:rPr>
      <w:rFonts w:eastAsia="Times New Roman" w:cs="Times New Roman"/>
      <w:szCs w:val="20"/>
      <w:lang w:val="fr-CH"/>
    </w:rPr>
  </w:style>
  <w:style w:type="paragraph" w:styleId="53">
    <w:name w:val="List Bullet 5"/>
    <w:basedOn w:val="a0"/>
    <w:semiHidden/>
    <w:rsid w:val="009D3E2D"/>
    <w:pPr>
      <w:tabs>
        <w:tab w:val="num" w:pos="1492"/>
      </w:tabs>
      <w:ind w:left="1492" w:hanging="360"/>
    </w:pPr>
    <w:rPr>
      <w:rFonts w:eastAsia="Times New Roman" w:cs="Times New Roman"/>
      <w:szCs w:val="20"/>
      <w:lang w:val="fr-CH"/>
    </w:rPr>
  </w:style>
  <w:style w:type="paragraph" w:styleId="affc">
    <w:name w:val="List Continue"/>
    <w:basedOn w:val="a0"/>
    <w:semiHidden/>
    <w:rsid w:val="009D3E2D"/>
    <w:pPr>
      <w:spacing w:after="120"/>
      <w:ind w:left="283"/>
    </w:pPr>
    <w:rPr>
      <w:rFonts w:eastAsia="Times New Roman" w:cs="Times New Roman"/>
      <w:szCs w:val="20"/>
      <w:lang w:val="fr-CH"/>
    </w:rPr>
  </w:style>
  <w:style w:type="paragraph" w:styleId="29">
    <w:name w:val="List Continue 2"/>
    <w:basedOn w:val="a0"/>
    <w:semiHidden/>
    <w:rsid w:val="009D3E2D"/>
    <w:pPr>
      <w:spacing w:after="120"/>
      <w:ind w:left="566"/>
    </w:pPr>
    <w:rPr>
      <w:rFonts w:eastAsia="Times New Roman" w:cs="Times New Roman"/>
      <w:szCs w:val="20"/>
      <w:lang w:val="fr-CH"/>
    </w:rPr>
  </w:style>
  <w:style w:type="paragraph" w:styleId="38">
    <w:name w:val="List Continue 3"/>
    <w:basedOn w:val="a0"/>
    <w:rsid w:val="009D3E2D"/>
    <w:pPr>
      <w:spacing w:after="120"/>
      <w:ind w:left="849"/>
    </w:pPr>
    <w:rPr>
      <w:rFonts w:eastAsia="Times New Roman" w:cs="Times New Roman"/>
      <w:szCs w:val="20"/>
      <w:lang w:val="fr-CH"/>
    </w:rPr>
  </w:style>
  <w:style w:type="paragraph" w:styleId="45">
    <w:name w:val="List Continue 4"/>
    <w:basedOn w:val="a0"/>
    <w:rsid w:val="009D3E2D"/>
    <w:pPr>
      <w:spacing w:after="120"/>
      <w:ind w:left="1132"/>
    </w:pPr>
    <w:rPr>
      <w:rFonts w:eastAsia="Times New Roman" w:cs="Times New Roman"/>
      <w:szCs w:val="20"/>
      <w:lang w:val="fr-CH"/>
    </w:rPr>
  </w:style>
  <w:style w:type="paragraph" w:styleId="54">
    <w:name w:val="List Continue 5"/>
    <w:basedOn w:val="a0"/>
    <w:rsid w:val="009D3E2D"/>
    <w:pPr>
      <w:spacing w:after="120"/>
      <w:ind w:left="1415"/>
    </w:pPr>
    <w:rPr>
      <w:rFonts w:eastAsia="Times New Roman" w:cs="Times New Roman"/>
      <w:szCs w:val="20"/>
      <w:lang w:val="fr-CH"/>
    </w:rPr>
  </w:style>
  <w:style w:type="character" w:styleId="HTML7">
    <w:name w:val="HTML Typewriter"/>
    <w:semiHidden/>
    <w:rsid w:val="009D3E2D"/>
    <w:rPr>
      <w:rFonts w:ascii="Courier New" w:hAnsi="Courier New" w:cs="Courier New"/>
      <w:sz w:val="20"/>
      <w:szCs w:val="20"/>
    </w:rPr>
  </w:style>
  <w:style w:type="paragraph" w:styleId="affd">
    <w:name w:val="Normal (Web)"/>
    <w:basedOn w:val="a0"/>
    <w:uiPriority w:val="99"/>
    <w:semiHidden/>
    <w:rsid w:val="009D3E2D"/>
    <w:rPr>
      <w:rFonts w:eastAsia="Times New Roman" w:cs="Times New Roman"/>
      <w:sz w:val="24"/>
      <w:szCs w:val="24"/>
      <w:lang w:val="fr-CH"/>
    </w:rPr>
  </w:style>
  <w:style w:type="table" w:styleId="15">
    <w:name w:val="Table Subtle 1"/>
    <w:basedOn w:val="a2"/>
    <w:semiHidden/>
    <w:rsid w:val="009D3E2D"/>
    <w:pPr>
      <w:suppressAutoHyphens/>
    </w:pPr>
    <w:rPr>
      <w:lang w:val="en-GB"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Subtle 2"/>
    <w:basedOn w:val="a2"/>
    <w:semiHidden/>
    <w:rsid w:val="009D3E2D"/>
    <w:pPr>
      <w:suppressAutoHyphens/>
    </w:pPr>
    <w:rPr>
      <w:lang w:val="en-GB"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8">
    <w:name w:val="HTML Preformatted"/>
    <w:basedOn w:val="a0"/>
    <w:link w:val="HTML9"/>
    <w:semiHidden/>
    <w:rsid w:val="009D3E2D"/>
    <w:rPr>
      <w:rFonts w:ascii="Courier New" w:eastAsia="Times New Roman" w:hAnsi="Courier New" w:cs="Courier New"/>
      <w:szCs w:val="20"/>
      <w:lang w:val="fr-CH"/>
    </w:rPr>
  </w:style>
  <w:style w:type="character" w:customStyle="1" w:styleId="HTML9">
    <w:name w:val="Стандартный HTML Знак"/>
    <w:basedOn w:val="a1"/>
    <w:link w:val="HTML8"/>
    <w:semiHidden/>
    <w:rsid w:val="009D3E2D"/>
    <w:rPr>
      <w:rFonts w:ascii="Courier New" w:hAnsi="Courier New" w:cs="Courier New"/>
      <w:lang w:val="fr-CH" w:eastAsia="en-US"/>
    </w:rPr>
  </w:style>
  <w:style w:type="table" w:styleId="affe">
    <w:name w:val="Table Professional"/>
    <w:basedOn w:val="a2"/>
    <w:semiHidden/>
    <w:rsid w:val="009D3E2D"/>
    <w:pPr>
      <w:suppressAutoHyphens/>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afff">
    <w:name w:val="Body Text First Indent"/>
    <w:basedOn w:val="af6"/>
    <w:link w:val="afff0"/>
    <w:semiHidden/>
    <w:rsid w:val="009D3E2D"/>
    <w:pPr>
      <w:spacing w:after="120"/>
      <w:ind w:firstLine="210"/>
    </w:pPr>
  </w:style>
  <w:style w:type="character" w:customStyle="1" w:styleId="afff0">
    <w:name w:val="Красная строка Знак"/>
    <w:basedOn w:val="af7"/>
    <w:link w:val="afff"/>
    <w:semiHidden/>
    <w:rsid w:val="009D3E2D"/>
    <w:rPr>
      <w:lang w:val="fr-CH" w:eastAsia="en-US"/>
    </w:rPr>
  </w:style>
  <w:style w:type="paragraph" w:styleId="2b">
    <w:name w:val="Body Text Indent 2"/>
    <w:basedOn w:val="a0"/>
    <w:link w:val="2c"/>
    <w:semiHidden/>
    <w:rsid w:val="009D3E2D"/>
    <w:pPr>
      <w:spacing w:after="120" w:line="480" w:lineRule="auto"/>
      <w:ind w:left="283"/>
    </w:pPr>
    <w:rPr>
      <w:rFonts w:eastAsia="Times New Roman" w:cs="Times New Roman"/>
      <w:szCs w:val="20"/>
      <w:lang w:val="fr-CH"/>
    </w:rPr>
  </w:style>
  <w:style w:type="character" w:customStyle="1" w:styleId="2c">
    <w:name w:val="Основной текст с отступом 2 Знак"/>
    <w:basedOn w:val="a1"/>
    <w:link w:val="2b"/>
    <w:semiHidden/>
    <w:rsid w:val="009D3E2D"/>
    <w:rPr>
      <w:lang w:val="fr-CH" w:eastAsia="en-US"/>
    </w:rPr>
  </w:style>
  <w:style w:type="paragraph" w:styleId="39">
    <w:name w:val="Body Text Indent 3"/>
    <w:basedOn w:val="a0"/>
    <w:link w:val="3a"/>
    <w:semiHidden/>
    <w:rsid w:val="009D3E2D"/>
    <w:pPr>
      <w:spacing w:after="120"/>
      <w:ind w:left="283"/>
    </w:pPr>
    <w:rPr>
      <w:rFonts w:eastAsia="Times New Roman" w:cs="Times New Roman"/>
      <w:sz w:val="16"/>
      <w:szCs w:val="16"/>
      <w:lang w:val="fr-CH"/>
    </w:rPr>
  </w:style>
  <w:style w:type="character" w:customStyle="1" w:styleId="3a">
    <w:name w:val="Основной текст с отступом 3 Знак"/>
    <w:basedOn w:val="a1"/>
    <w:link w:val="39"/>
    <w:semiHidden/>
    <w:rsid w:val="009D3E2D"/>
    <w:rPr>
      <w:sz w:val="16"/>
      <w:szCs w:val="16"/>
      <w:lang w:val="fr-CH" w:eastAsia="en-US"/>
    </w:rPr>
  </w:style>
  <w:style w:type="paragraph" w:styleId="2d">
    <w:name w:val="Body Text First Indent 2"/>
    <w:basedOn w:val="af8"/>
    <w:link w:val="2e"/>
    <w:semiHidden/>
    <w:rsid w:val="009D3E2D"/>
    <w:pPr>
      <w:ind w:firstLine="210"/>
    </w:pPr>
  </w:style>
  <w:style w:type="character" w:customStyle="1" w:styleId="2e">
    <w:name w:val="Красная строка 2 Знак"/>
    <w:basedOn w:val="af9"/>
    <w:link w:val="2d"/>
    <w:semiHidden/>
    <w:rsid w:val="009D3E2D"/>
    <w:rPr>
      <w:lang w:val="fr-CH" w:eastAsia="en-US"/>
    </w:rPr>
  </w:style>
  <w:style w:type="paragraph" w:styleId="afff1">
    <w:name w:val="Normal Indent"/>
    <w:basedOn w:val="a0"/>
    <w:semiHidden/>
    <w:rsid w:val="009D3E2D"/>
    <w:pPr>
      <w:ind w:left="567"/>
    </w:pPr>
    <w:rPr>
      <w:rFonts w:eastAsia="Times New Roman" w:cs="Times New Roman"/>
      <w:szCs w:val="20"/>
      <w:lang w:val="fr-CH"/>
    </w:rPr>
  </w:style>
  <w:style w:type="paragraph" w:styleId="afff2">
    <w:name w:val="Salutation"/>
    <w:basedOn w:val="a0"/>
    <w:next w:val="a0"/>
    <w:link w:val="afff3"/>
    <w:semiHidden/>
    <w:rsid w:val="009D3E2D"/>
    <w:rPr>
      <w:rFonts w:eastAsia="Times New Roman" w:cs="Times New Roman"/>
      <w:szCs w:val="20"/>
      <w:lang w:val="fr-CH"/>
    </w:rPr>
  </w:style>
  <w:style w:type="character" w:customStyle="1" w:styleId="afff3">
    <w:name w:val="Приветствие Знак"/>
    <w:basedOn w:val="a1"/>
    <w:link w:val="afff2"/>
    <w:semiHidden/>
    <w:rsid w:val="009D3E2D"/>
    <w:rPr>
      <w:lang w:val="fr-CH" w:eastAsia="en-US"/>
    </w:rPr>
  </w:style>
  <w:style w:type="paragraph" w:styleId="afff4">
    <w:name w:val="Signature"/>
    <w:basedOn w:val="a0"/>
    <w:link w:val="afff5"/>
    <w:semiHidden/>
    <w:rsid w:val="009D3E2D"/>
    <w:pPr>
      <w:ind w:left="4252"/>
    </w:pPr>
    <w:rPr>
      <w:rFonts w:eastAsia="Times New Roman" w:cs="Times New Roman"/>
      <w:szCs w:val="20"/>
      <w:lang w:val="fr-CH"/>
    </w:rPr>
  </w:style>
  <w:style w:type="character" w:customStyle="1" w:styleId="afff5">
    <w:name w:val="Подпись Знак"/>
    <w:basedOn w:val="a1"/>
    <w:link w:val="afff4"/>
    <w:semiHidden/>
    <w:rsid w:val="009D3E2D"/>
    <w:rPr>
      <w:lang w:val="fr-CH" w:eastAsia="en-US"/>
    </w:rPr>
  </w:style>
  <w:style w:type="paragraph" w:styleId="afff6">
    <w:name w:val="E-mail Signature"/>
    <w:basedOn w:val="a0"/>
    <w:link w:val="afff7"/>
    <w:semiHidden/>
    <w:rsid w:val="009D3E2D"/>
    <w:rPr>
      <w:rFonts w:eastAsia="Times New Roman" w:cs="Times New Roman"/>
      <w:szCs w:val="20"/>
      <w:lang w:val="fr-CH"/>
    </w:rPr>
  </w:style>
  <w:style w:type="character" w:customStyle="1" w:styleId="afff7">
    <w:name w:val="Электронная подпись Знак"/>
    <w:basedOn w:val="a1"/>
    <w:link w:val="afff6"/>
    <w:semiHidden/>
    <w:rsid w:val="009D3E2D"/>
    <w:rPr>
      <w:lang w:val="fr-CH" w:eastAsia="en-US"/>
    </w:rPr>
  </w:style>
  <w:style w:type="table" w:styleId="16">
    <w:name w:val="Table Simple 1"/>
    <w:basedOn w:val="a2"/>
    <w:semiHidden/>
    <w:rsid w:val="009D3E2D"/>
    <w:pPr>
      <w:suppressAutoHyphens/>
    </w:pPr>
    <w:rPr>
      <w:lang w:val="en-GB"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2"/>
    <w:semiHidden/>
    <w:rsid w:val="009D3E2D"/>
    <w:pPr>
      <w:suppressAutoHyphens/>
    </w:pPr>
    <w:rPr>
      <w:lang w:val="en-GB"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2"/>
    <w:semiHidden/>
    <w:rsid w:val="009D3E2D"/>
    <w:pPr>
      <w:suppressAutoHyphens/>
    </w:pPr>
    <w:rPr>
      <w:lang w:val="en-GB"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8">
    <w:name w:val="Subtitle"/>
    <w:basedOn w:val="a0"/>
    <w:link w:val="afff9"/>
    <w:qFormat/>
    <w:rsid w:val="009D3E2D"/>
    <w:pPr>
      <w:spacing w:after="60"/>
      <w:jc w:val="center"/>
      <w:outlineLvl w:val="1"/>
    </w:pPr>
    <w:rPr>
      <w:rFonts w:ascii="Arial" w:eastAsia="Times New Roman" w:hAnsi="Arial" w:cs="Arial"/>
      <w:sz w:val="24"/>
      <w:szCs w:val="24"/>
      <w:lang w:val="fr-CH"/>
    </w:rPr>
  </w:style>
  <w:style w:type="character" w:customStyle="1" w:styleId="afff9">
    <w:name w:val="Подзаголовок Знак"/>
    <w:basedOn w:val="a1"/>
    <w:link w:val="afff8"/>
    <w:rsid w:val="009D3E2D"/>
    <w:rPr>
      <w:rFonts w:ascii="Arial" w:hAnsi="Arial" w:cs="Arial"/>
      <w:sz w:val="24"/>
      <w:szCs w:val="24"/>
      <w:lang w:val="fr-CH" w:eastAsia="en-US"/>
    </w:rPr>
  </w:style>
  <w:style w:type="table" w:styleId="-1">
    <w:name w:val="Table List 1"/>
    <w:basedOn w:val="a2"/>
    <w:semiHidden/>
    <w:rsid w:val="009D3E2D"/>
    <w:pPr>
      <w:suppressAutoHyphens/>
    </w:pPr>
    <w:rPr>
      <w:lang w:val="en-GB"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2"/>
    <w:semiHidden/>
    <w:rsid w:val="009D3E2D"/>
    <w:pPr>
      <w:suppressAutoHyphens/>
    </w:pPr>
    <w:rPr>
      <w:lang w:val="en-GB"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2"/>
    <w:semiHidden/>
    <w:rsid w:val="009D3E2D"/>
    <w:pPr>
      <w:suppressAutoHyphens/>
    </w:pPr>
    <w:rPr>
      <w:lang w:val="en-GB"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2"/>
    <w:semiHidden/>
    <w:rsid w:val="009D3E2D"/>
    <w:pPr>
      <w:suppressAutoHyphens/>
    </w:pPr>
    <w:rPr>
      <w:lang w:val="en-GB"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2"/>
    <w:semiHidden/>
    <w:rsid w:val="009D3E2D"/>
    <w:pPr>
      <w:suppressAutoHyphens/>
    </w:pPr>
    <w:rPr>
      <w:lang w:val="en-GB"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2"/>
    <w:semiHidden/>
    <w:rsid w:val="009D3E2D"/>
    <w:pPr>
      <w:suppressAutoHyphens/>
    </w:pPr>
    <w:rPr>
      <w:lang w:val="en-GB"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2"/>
    <w:semiHidden/>
    <w:rsid w:val="009D3E2D"/>
    <w:pPr>
      <w:suppressAutoHyphens/>
    </w:pPr>
    <w:rPr>
      <w:lang w:val="en-GB"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2"/>
    <w:semiHidden/>
    <w:rsid w:val="009D3E2D"/>
    <w:pPr>
      <w:suppressAutoHyphens/>
    </w:pPr>
    <w:rPr>
      <w:lang w:val="en-GB"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a">
    <w:name w:val="Table Theme"/>
    <w:basedOn w:val="a2"/>
    <w:rsid w:val="009D3E2D"/>
    <w:pPr>
      <w:suppressAutoHyphens/>
    </w:pPr>
    <w:rPr>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itle"/>
    <w:basedOn w:val="a0"/>
    <w:link w:val="afffc"/>
    <w:qFormat/>
    <w:rsid w:val="009D3E2D"/>
    <w:pPr>
      <w:spacing w:before="240" w:after="60"/>
      <w:jc w:val="center"/>
      <w:outlineLvl w:val="0"/>
    </w:pPr>
    <w:rPr>
      <w:rFonts w:ascii="Arial" w:eastAsia="Times New Roman" w:hAnsi="Arial" w:cs="Arial"/>
      <w:b/>
      <w:bCs/>
      <w:kern w:val="28"/>
      <w:sz w:val="32"/>
      <w:szCs w:val="32"/>
      <w:lang w:val="fr-CH"/>
    </w:rPr>
  </w:style>
  <w:style w:type="character" w:customStyle="1" w:styleId="afffc">
    <w:name w:val="Заголовок Знак"/>
    <w:basedOn w:val="a1"/>
    <w:link w:val="afffb"/>
    <w:rsid w:val="009D3E2D"/>
    <w:rPr>
      <w:rFonts w:ascii="Arial" w:hAnsi="Arial" w:cs="Arial"/>
      <w:b/>
      <w:bCs/>
      <w:kern w:val="28"/>
      <w:sz w:val="32"/>
      <w:szCs w:val="32"/>
      <w:lang w:val="fr-CH" w:eastAsia="en-US"/>
    </w:rPr>
  </w:style>
  <w:style w:type="paragraph" w:styleId="afffd">
    <w:name w:val="Note Heading"/>
    <w:basedOn w:val="a0"/>
    <w:next w:val="a0"/>
    <w:link w:val="afffe"/>
    <w:semiHidden/>
    <w:rsid w:val="009D3E2D"/>
    <w:rPr>
      <w:rFonts w:eastAsia="Times New Roman" w:cs="Times New Roman"/>
      <w:szCs w:val="20"/>
      <w:lang w:val="fr-CH"/>
    </w:rPr>
  </w:style>
  <w:style w:type="character" w:customStyle="1" w:styleId="afffe">
    <w:name w:val="Заголовок записки Знак"/>
    <w:basedOn w:val="a1"/>
    <w:link w:val="afffd"/>
    <w:semiHidden/>
    <w:rsid w:val="009D3E2D"/>
    <w:rPr>
      <w:lang w:val="fr-CH" w:eastAsia="en-US"/>
    </w:rPr>
  </w:style>
  <w:style w:type="character" w:styleId="HTMLa">
    <w:name w:val="HTML Variable"/>
    <w:semiHidden/>
    <w:rsid w:val="009D3E2D"/>
    <w:rPr>
      <w:i/>
      <w:iCs/>
    </w:rPr>
  </w:style>
  <w:style w:type="table" w:styleId="-10">
    <w:name w:val="Table Web 1"/>
    <w:basedOn w:val="a2"/>
    <w:semiHidden/>
    <w:rsid w:val="009D3E2D"/>
    <w:pPr>
      <w:suppressAutoHyphens/>
    </w:pPr>
    <w:rPr>
      <w:lang w:val="en-GB"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2"/>
    <w:semiHidden/>
    <w:rsid w:val="009D3E2D"/>
    <w:pPr>
      <w:suppressAutoHyphens/>
    </w:pPr>
    <w:rPr>
      <w:lang w:val="en-GB"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2"/>
    <w:rsid w:val="009D3E2D"/>
    <w:pPr>
      <w:suppressAutoHyphens/>
    </w:pPr>
    <w:rPr>
      <w:lang w:val="en-GB"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0">
    <w:name w:val="Table Columns 2"/>
    <w:basedOn w:val="a2"/>
    <w:semiHidden/>
    <w:rsid w:val="009D3E2D"/>
    <w:pPr>
      <w:suppressAutoHyphens/>
    </w:pPr>
    <w:rPr>
      <w:b/>
      <w:bCs/>
      <w:lang w:val="en-GB"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2"/>
    <w:semiHidden/>
    <w:rsid w:val="009D3E2D"/>
    <w:pPr>
      <w:suppressAutoHyphens/>
    </w:pPr>
    <w:rPr>
      <w:b/>
      <w:bCs/>
      <w:lang w:val="en-GB"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2"/>
    <w:semiHidden/>
    <w:rsid w:val="009D3E2D"/>
    <w:pPr>
      <w:suppressAutoHyphens/>
    </w:pPr>
    <w:rPr>
      <w:lang w:val="en-GB"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2"/>
    <w:semiHidden/>
    <w:rsid w:val="009D3E2D"/>
    <w:pPr>
      <w:suppressAutoHyphens/>
    </w:pPr>
    <w:rPr>
      <w:lang w:val="en-GB"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7">
    <w:name w:val="Table Colorful 1"/>
    <w:basedOn w:val="a2"/>
    <w:semiHidden/>
    <w:rsid w:val="009D3E2D"/>
    <w:pPr>
      <w:suppressAutoHyphens/>
    </w:pPr>
    <w:rPr>
      <w:color w:val="FFFFFF"/>
      <w:lang w:val="en-GB"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1">
    <w:name w:val="Table Colorful 2"/>
    <w:basedOn w:val="a2"/>
    <w:semiHidden/>
    <w:rsid w:val="009D3E2D"/>
    <w:pPr>
      <w:suppressAutoHyphens/>
    </w:pPr>
    <w:rPr>
      <w:lang w:val="en-GB"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d">
    <w:name w:val="Table Colorful 3"/>
    <w:basedOn w:val="a2"/>
    <w:semiHidden/>
    <w:rsid w:val="009D3E2D"/>
    <w:pPr>
      <w:suppressAutoHyphens/>
    </w:pPr>
    <w:rPr>
      <w:lang w:val="en-GB"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
    <w:name w:val="Table Contemporary"/>
    <w:basedOn w:val="a2"/>
    <w:semiHidden/>
    <w:rsid w:val="009D3E2D"/>
    <w:pPr>
      <w:suppressAutoHyphens/>
    </w:pPr>
    <w:rPr>
      <w:lang w:val="en-GB"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ItemnoChar">
    <w:name w:val="Item no Char"/>
    <w:link w:val="Itemno"/>
    <w:rsid w:val="009D3E2D"/>
    <w:rPr>
      <w:rFonts w:ascii="Times New Roman Bold" w:hAnsi="Times New Roman Bold"/>
      <w:b/>
      <w:snapToGrid w:val="0"/>
      <w:sz w:val="24"/>
      <w:lang w:val="en-GB" w:eastAsia="en-US"/>
    </w:rPr>
  </w:style>
  <w:style w:type="paragraph" w:styleId="affff0">
    <w:name w:val="annotation subject"/>
    <w:basedOn w:val="afc"/>
    <w:next w:val="afc"/>
    <w:link w:val="affff1"/>
    <w:rsid w:val="009D3E2D"/>
    <w:rPr>
      <w:b/>
      <w:bCs/>
    </w:rPr>
  </w:style>
  <w:style w:type="character" w:customStyle="1" w:styleId="affff1">
    <w:name w:val="Тема примечания Знак"/>
    <w:basedOn w:val="afd"/>
    <w:link w:val="affff0"/>
    <w:rsid w:val="009D3E2D"/>
    <w:rPr>
      <w:b/>
      <w:bCs/>
      <w:lang w:val="fr-CH" w:eastAsia="en-US"/>
    </w:rPr>
  </w:style>
  <w:style w:type="paragraph" w:styleId="affff2">
    <w:name w:val="Revision"/>
    <w:hidden/>
    <w:uiPriority w:val="99"/>
    <w:semiHidden/>
    <w:rsid w:val="009D3E2D"/>
    <w:rPr>
      <w:lang w:val="fr-CH" w:eastAsia="en-US"/>
    </w:rPr>
  </w:style>
  <w:style w:type="paragraph" w:customStyle="1" w:styleId="Default">
    <w:name w:val="Default"/>
    <w:rsid w:val="009D3E2D"/>
    <w:pPr>
      <w:autoSpaceDE w:val="0"/>
      <w:autoSpaceDN w:val="0"/>
      <w:adjustRightInd w:val="0"/>
    </w:pPr>
    <w:rPr>
      <w:color w:val="000000"/>
      <w:sz w:val="24"/>
      <w:szCs w:val="24"/>
      <w:lang w:val="en-GB" w:eastAsia="en-US"/>
    </w:rPr>
  </w:style>
  <w:style w:type="character" w:customStyle="1" w:styleId="style2">
    <w:name w:val="style2"/>
    <w:basedOn w:val="a1"/>
    <w:rsid w:val="009D3E2D"/>
  </w:style>
  <w:style w:type="character" w:customStyle="1" w:styleId="style10">
    <w:name w:val="style10"/>
    <w:basedOn w:val="a1"/>
    <w:rsid w:val="009D3E2D"/>
  </w:style>
  <w:style w:type="character" w:customStyle="1" w:styleId="style14">
    <w:name w:val="style14"/>
    <w:basedOn w:val="a1"/>
    <w:rsid w:val="009D3E2D"/>
  </w:style>
  <w:style w:type="character" w:customStyle="1" w:styleId="style19">
    <w:name w:val="style19"/>
    <w:basedOn w:val="a1"/>
    <w:rsid w:val="009D3E2D"/>
  </w:style>
  <w:style w:type="paragraph" w:customStyle="1" w:styleId="style13">
    <w:name w:val="style13"/>
    <w:basedOn w:val="a0"/>
    <w:rsid w:val="009D3E2D"/>
    <w:pPr>
      <w:suppressAutoHyphens w:val="0"/>
      <w:spacing w:before="100" w:beforeAutospacing="1" w:after="100" w:afterAutospacing="1" w:line="240" w:lineRule="auto"/>
    </w:pPr>
    <w:rPr>
      <w:rFonts w:eastAsia="Times New Roman" w:cs="Times New Roman"/>
      <w:sz w:val="24"/>
      <w:szCs w:val="24"/>
      <w:lang w:val="en-GB" w:eastAsia="zh-CN"/>
    </w:rPr>
  </w:style>
  <w:style w:type="character" w:customStyle="1" w:styleId="HChGChar">
    <w:name w:val="_ H _Ch_G Char"/>
    <w:link w:val="HChG"/>
    <w:rsid w:val="009D3E2D"/>
    <w:rPr>
      <w:b/>
      <w:sz w:val="28"/>
      <w:lang w:val="ru-RU" w:eastAsia="ru-RU"/>
    </w:rPr>
  </w:style>
  <w:style w:type="paragraph" w:styleId="affff3">
    <w:name w:val="List Paragraph"/>
    <w:basedOn w:val="a0"/>
    <w:uiPriority w:val="34"/>
    <w:rsid w:val="009D3E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fileadmin/DAM/trans/doc/2018/sc3/Ministerial-declaration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B5C0C5-974B-4F82-B04E-EF74405E7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35</Pages>
  <Words>14936</Words>
  <Characters>85139</Characters>
  <Application>Microsoft Office Word</Application>
  <DocSecurity>0</DocSecurity>
  <Lines>709</Lines>
  <Paragraphs>199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ECE/TRANS/288</vt:lpstr>
      <vt:lpstr>A/</vt:lpstr>
      <vt:lpstr>A/</vt:lpstr>
    </vt:vector>
  </TitlesOfParts>
  <Company>DCM</Company>
  <LinksUpToDate>false</LinksUpToDate>
  <CharactersWithSpaces>99876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ECE/TRANS/288</dc:title>
  <dc:subject/>
  <dc:creator>Tatiana SHARKINA</dc:creator>
  <cp:keywords/>
  <cp:lastModifiedBy>Tatiana Sharkina</cp:lastModifiedBy>
  <cp:revision>3</cp:revision>
  <cp:lastPrinted>2019-05-20T15:51:00Z</cp:lastPrinted>
  <dcterms:created xsi:type="dcterms:W3CDTF">2019-05-20T15:51:00Z</dcterms:created>
  <dcterms:modified xsi:type="dcterms:W3CDTF">2019-05-20T15:51:00Z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