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004E70" w:rsidTr="00C97039">
        <w:trPr>
          <w:trHeight w:hRule="exact" w:val="851"/>
        </w:trPr>
        <w:tc>
          <w:tcPr>
            <w:tcW w:w="1276" w:type="dxa"/>
            <w:tcBorders>
              <w:bottom w:val="single" w:sz="4" w:space="0" w:color="auto"/>
            </w:tcBorders>
          </w:tcPr>
          <w:p w:rsidR="00F35BAF" w:rsidRPr="00004E70" w:rsidRDefault="00F35BAF" w:rsidP="00F31B69"/>
        </w:tc>
        <w:tc>
          <w:tcPr>
            <w:tcW w:w="2268" w:type="dxa"/>
            <w:tcBorders>
              <w:bottom w:val="single" w:sz="4" w:space="0" w:color="auto"/>
            </w:tcBorders>
            <w:vAlign w:val="bottom"/>
          </w:tcPr>
          <w:p w:rsidR="00F35BAF" w:rsidRPr="00004E70" w:rsidRDefault="00F35BAF" w:rsidP="00C97039">
            <w:pPr>
              <w:spacing w:after="80" w:line="300" w:lineRule="exact"/>
              <w:rPr>
                <w:sz w:val="28"/>
              </w:rPr>
            </w:pPr>
            <w:r w:rsidRPr="00004E70">
              <w:rPr>
                <w:sz w:val="28"/>
              </w:rPr>
              <w:t>Nations Unies</w:t>
            </w:r>
          </w:p>
        </w:tc>
        <w:tc>
          <w:tcPr>
            <w:tcW w:w="6095" w:type="dxa"/>
            <w:gridSpan w:val="2"/>
            <w:tcBorders>
              <w:bottom w:val="single" w:sz="4" w:space="0" w:color="auto"/>
            </w:tcBorders>
            <w:vAlign w:val="bottom"/>
          </w:tcPr>
          <w:p w:rsidR="00F35BAF" w:rsidRPr="00004E70" w:rsidRDefault="00F31B69" w:rsidP="00F31B69">
            <w:pPr>
              <w:jc w:val="right"/>
            </w:pPr>
            <w:r w:rsidRPr="00004E70">
              <w:rPr>
                <w:sz w:val="40"/>
              </w:rPr>
              <w:t>ECE</w:t>
            </w:r>
            <w:r w:rsidRPr="00004E70">
              <w:t>/TRANS/287</w:t>
            </w:r>
          </w:p>
        </w:tc>
      </w:tr>
      <w:tr w:rsidR="00F35BAF" w:rsidRPr="00004E70" w:rsidTr="00C97039">
        <w:trPr>
          <w:trHeight w:hRule="exact" w:val="2835"/>
        </w:trPr>
        <w:tc>
          <w:tcPr>
            <w:tcW w:w="1276" w:type="dxa"/>
            <w:tcBorders>
              <w:top w:val="single" w:sz="4" w:space="0" w:color="auto"/>
              <w:bottom w:val="single" w:sz="12" w:space="0" w:color="auto"/>
            </w:tcBorders>
          </w:tcPr>
          <w:p w:rsidR="00F35BAF" w:rsidRPr="00004E70" w:rsidRDefault="00F35BAF" w:rsidP="00C97039">
            <w:pPr>
              <w:spacing w:before="120"/>
              <w:jc w:val="center"/>
            </w:pPr>
            <w:r w:rsidRPr="00004E70">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004E70" w:rsidRDefault="00F35BAF" w:rsidP="00C97039">
            <w:pPr>
              <w:spacing w:before="120" w:line="420" w:lineRule="exact"/>
              <w:rPr>
                <w:b/>
                <w:sz w:val="40"/>
                <w:szCs w:val="40"/>
              </w:rPr>
            </w:pPr>
            <w:r w:rsidRPr="00004E70">
              <w:rPr>
                <w:b/>
                <w:sz w:val="40"/>
                <w:szCs w:val="40"/>
              </w:rPr>
              <w:t>Conseil économique et social</w:t>
            </w:r>
          </w:p>
        </w:tc>
        <w:tc>
          <w:tcPr>
            <w:tcW w:w="2835" w:type="dxa"/>
            <w:tcBorders>
              <w:top w:val="single" w:sz="4" w:space="0" w:color="auto"/>
              <w:bottom w:val="single" w:sz="12" w:space="0" w:color="auto"/>
            </w:tcBorders>
          </w:tcPr>
          <w:p w:rsidR="00F35BAF" w:rsidRPr="00004E70" w:rsidRDefault="00F31B69" w:rsidP="00C97039">
            <w:pPr>
              <w:spacing w:before="240"/>
            </w:pPr>
            <w:r w:rsidRPr="00004E70">
              <w:t>Distr. générale</w:t>
            </w:r>
          </w:p>
          <w:p w:rsidR="00F31B69" w:rsidRPr="00004E70" w:rsidRDefault="00701E34" w:rsidP="00F31B69">
            <w:pPr>
              <w:spacing w:line="240" w:lineRule="exact"/>
            </w:pPr>
            <w:r w:rsidRPr="00004E70">
              <w:t>7</w:t>
            </w:r>
            <w:r w:rsidR="00F31B69" w:rsidRPr="00004E70">
              <w:t xml:space="preserve"> décembre 2018</w:t>
            </w:r>
          </w:p>
          <w:p w:rsidR="00F31B69" w:rsidRPr="00004E70" w:rsidRDefault="00F31B69" w:rsidP="00F31B69">
            <w:pPr>
              <w:spacing w:line="240" w:lineRule="exact"/>
            </w:pPr>
            <w:r w:rsidRPr="00004E70">
              <w:t>Français</w:t>
            </w:r>
          </w:p>
          <w:p w:rsidR="00F31B69" w:rsidRPr="00004E70" w:rsidRDefault="00F31B69" w:rsidP="00F31B69">
            <w:pPr>
              <w:spacing w:line="240" w:lineRule="exact"/>
            </w:pPr>
            <w:r w:rsidRPr="00004E70">
              <w:t>Original : anglais</w:t>
            </w:r>
          </w:p>
        </w:tc>
      </w:tr>
    </w:tbl>
    <w:p w:rsidR="007F20FA" w:rsidRPr="00004E70" w:rsidRDefault="007F20FA" w:rsidP="007F20FA">
      <w:pPr>
        <w:spacing w:before="120"/>
        <w:rPr>
          <w:b/>
          <w:sz w:val="28"/>
          <w:szCs w:val="28"/>
        </w:rPr>
      </w:pPr>
      <w:r w:rsidRPr="00004E70">
        <w:rPr>
          <w:b/>
          <w:sz w:val="28"/>
          <w:szCs w:val="28"/>
        </w:rPr>
        <w:t>Commission économique pour l’Europe</w:t>
      </w:r>
    </w:p>
    <w:p w:rsidR="007F20FA" w:rsidRPr="00004E70" w:rsidRDefault="007F20FA" w:rsidP="007F20FA">
      <w:pPr>
        <w:spacing w:before="120"/>
        <w:rPr>
          <w:sz w:val="28"/>
          <w:szCs w:val="28"/>
        </w:rPr>
      </w:pPr>
      <w:r w:rsidRPr="00004E70">
        <w:rPr>
          <w:sz w:val="28"/>
          <w:szCs w:val="28"/>
        </w:rPr>
        <w:t>Comité des transports intérieurs</w:t>
      </w:r>
    </w:p>
    <w:p w:rsidR="00F31B69" w:rsidRPr="00004E70" w:rsidRDefault="00F31B69" w:rsidP="00F31B69">
      <w:pPr>
        <w:rPr>
          <w:b/>
          <w:bCs/>
        </w:rPr>
      </w:pPr>
      <w:r w:rsidRPr="00004E70">
        <w:rPr>
          <w:b/>
        </w:rPr>
        <w:t>Quatre-vingt-unième session</w:t>
      </w:r>
    </w:p>
    <w:p w:rsidR="00F31B69" w:rsidRPr="00004E70" w:rsidRDefault="00F31B69" w:rsidP="00F31B69">
      <w:r w:rsidRPr="00004E70">
        <w:t>Genève, 19-22 février 2019</w:t>
      </w:r>
    </w:p>
    <w:p w:rsidR="00F31B69" w:rsidRPr="00004E70" w:rsidRDefault="00F31B69" w:rsidP="00F31B69">
      <w:r w:rsidRPr="00004E70">
        <w:t>Point 1 de l’ordre du jour provisoire</w:t>
      </w:r>
    </w:p>
    <w:p w:rsidR="00F31B69" w:rsidRPr="00004E70" w:rsidRDefault="00F31B69" w:rsidP="00F31B69">
      <w:pPr>
        <w:rPr>
          <w:b/>
          <w:bCs/>
        </w:rPr>
      </w:pPr>
      <w:r w:rsidRPr="00004E70">
        <w:rPr>
          <w:b/>
        </w:rPr>
        <w:t>Adoption de l’ordre du jour</w:t>
      </w:r>
    </w:p>
    <w:p w:rsidR="00F31B69" w:rsidRPr="00004E70" w:rsidRDefault="00F31B69" w:rsidP="00004E70">
      <w:pPr>
        <w:pStyle w:val="HChG"/>
        <w:rPr>
          <w:spacing w:val="-2"/>
        </w:rPr>
      </w:pPr>
      <w:r w:rsidRPr="00004E70">
        <w:tab/>
      </w:r>
      <w:r w:rsidRPr="00004E70">
        <w:tab/>
      </w:r>
      <w:r w:rsidRPr="00004E70">
        <w:rPr>
          <w:spacing w:val="-2"/>
        </w:rPr>
        <w:t>Ordre du jour provisoire de la quatre-vingt-unième session</w:t>
      </w:r>
      <w:r w:rsidRPr="00004E70">
        <w:rPr>
          <w:b w:val="0"/>
          <w:spacing w:val="-2"/>
          <w:sz w:val="20"/>
        </w:rPr>
        <w:footnoteReference w:customMarkFollows="1" w:id="2"/>
        <w:t>*</w:t>
      </w:r>
      <w:r w:rsidRPr="00004E70">
        <w:rPr>
          <w:b w:val="0"/>
          <w:spacing w:val="-2"/>
          <w:sz w:val="20"/>
          <w:vertAlign w:val="superscript"/>
        </w:rPr>
        <w:t>,</w:t>
      </w:r>
      <w:r w:rsidRPr="00004E70">
        <w:rPr>
          <w:b w:val="0"/>
          <w:spacing w:val="-2"/>
          <w:sz w:val="20"/>
        </w:rPr>
        <w:t xml:space="preserve"> </w:t>
      </w:r>
      <w:r w:rsidRPr="00004E70">
        <w:rPr>
          <w:b w:val="0"/>
          <w:spacing w:val="-2"/>
          <w:sz w:val="20"/>
        </w:rPr>
        <w:footnoteReference w:customMarkFollows="1" w:id="3"/>
        <w:t>**</w:t>
      </w:r>
    </w:p>
    <w:p w:rsidR="00F31B69" w:rsidRPr="00004E70" w:rsidRDefault="00004E70" w:rsidP="00004E70">
      <w:pPr>
        <w:pStyle w:val="H56G"/>
      </w:pPr>
      <w:r w:rsidRPr="00004E70">
        <w:tab/>
      </w:r>
      <w:r w:rsidRPr="00004E70">
        <w:tab/>
      </w:r>
      <w:r w:rsidR="00F31B69" w:rsidRPr="00004E70">
        <w:t>Qui s’ouvrira au Palais des Nations, à Genève, le mardi 19 février 2019 à 10 heures</w:t>
      </w:r>
    </w:p>
    <w:p w:rsidR="00F31B69" w:rsidRPr="00004E70" w:rsidRDefault="00F31B69" w:rsidP="007800CF">
      <w:pPr>
        <w:pStyle w:val="SingleTxtG"/>
      </w:pPr>
      <w:r w:rsidRPr="00004E70">
        <w:t>1.</w:t>
      </w:r>
      <w:r w:rsidRPr="00004E70">
        <w:tab/>
        <w:t>Ado</w:t>
      </w:r>
      <w:bookmarkStart w:id="0" w:name="_GoBack"/>
      <w:bookmarkEnd w:id="0"/>
      <w:r w:rsidRPr="00004E70">
        <w:t>ption de l’ordre du jour.</w:t>
      </w:r>
    </w:p>
    <w:p w:rsidR="00F31B69" w:rsidRPr="00004E70" w:rsidRDefault="00F31B69" w:rsidP="00004E70">
      <w:pPr>
        <w:pStyle w:val="HChG"/>
      </w:pPr>
      <w:r w:rsidRPr="00004E70">
        <w:tab/>
        <w:t>I.</w:t>
      </w:r>
      <w:r w:rsidRPr="00004E70">
        <w:tab/>
        <w:t>Débat de politique générale</w:t>
      </w:r>
    </w:p>
    <w:p w:rsidR="00F31B69" w:rsidRPr="00004E70" w:rsidRDefault="00F31B69" w:rsidP="00004E70">
      <w:pPr>
        <w:pStyle w:val="SingleTxtG"/>
        <w:jc w:val="left"/>
      </w:pPr>
      <w:r w:rsidRPr="00004E70">
        <w:t>2.</w:t>
      </w:r>
      <w:r w:rsidRPr="00004E70">
        <w:tab/>
        <w:t>L’automatisation dans les transports.</w:t>
      </w:r>
    </w:p>
    <w:p w:rsidR="00F31B69" w:rsidRPr="00004E70" w:rsidRDefault="00F31B69" w:rsidP="00004E70">
      <w:pPr>
        <w:pStyle w:val="HChG"/>
      </w:pPr>
      <w:r w:rsidRPr="00004E70">
        <w:tab/>
        <w:t>II.</w:t>
      </w:r>
      <w:r w:rsidRPr="00004E70">
        <w:tab/>
        <w:t xml:space="preserve">Neuvième réunion </w:t>
      </w:r>
      <w:r w:rsidR="00004E70" w:rsidRPr="00004E70">
        <w:t>réservée aux représentants de </w:t>
      </w:r>
      <w:r w:rsidRPr="00004E70">
        <w:t>gouvernements avec la p</w:t>
      </w:r>
      <w:r w:rsidR="00004E70" w:rsidRPr="00004E70">
        <w:t>articipation des présidents des </w:t>
      </w:r>
      <w:r w:rsidRPr="00004E70">
        <w:t>organes subsidiaires du Comité</w:t>
      </w:r>
    </w:p>
    <w:p w:rsidR="00F31B69" w:rsidRPr="00004E70" w:rsidRDefault="00F31B69" w:rsidP="00004E70">
      <w:pPr>
        <w:pStyle w:val="SingleTxtG"/>
        <w:ind w:left="1701" w:hanging="567"/>
        <w:jc w:val="left"/>
      </w:pPr>
      <w:r w:rsidRPr="00004E70">
        <w:t>3.</w:t>
      </w:r>
      <w:r w:rsidRPr="00004E70">
        <w:tab/>
        <w:t>Réunion réservée aux représentants de gouvernements avec la participation des présidents des organes subsidiaires du Comité.</w:t>
      </w:r>
    </w:p>
    <w:p w:rsidR="00F31B69" w:rsidRPr="00004E70" w:rsidRDefault="00F31B69" w:rsidP="00004E70">
      <w:pPr>
        <w:pStyle w:val="HChG"/>
      </w:pPr>
      <w:r w:rsidRPr="00004E70">
        <w:lastRenderedPageBreak/>
        <w:tab/>
        <w:t>III.</w:t>
      </w:r>
      <w:r w:rsidRPr="00004E70">
        <w:tab/>
        <w:t xml:space="preserve">Questions relatives aux politiques et règlements </w:t>
      </w:r>
      <w:r w:rsidRPr="00004E70">
        <w:br/>
        <w:t>des transports appelant des décisions du Comité</w:t>
      </w:r>
    </w:p>
    <w:p w:rsidR="00F31B69" w:rsidRPr="00004E70" w:rsidRDefault="00F31B69" w:rsidP="00004E70">
      <w:pPr>
        <w:pStyle w:val="SingleTxtG"/>
        <w:keepNext/>
        <w:jc w:val="left"/>
      </w:pPr>
      <w:r w:rsidRPr="00004E70">
        <w:t>4.</w:t>
      </w:r>
      <w:r w:rsidRPr="00004E70">
        <w:tab/>
        <w:t>Questions stratégiques de nature horizontale :</w:t>
      </w:r>
    </w:p>
    <w:p w:rsidR="00F31B69" w:rsidRPr="00004E70" w:rsidRDefault="00F31B69" w:rsidP="00004E70">
      <w:pPr>
        <w:pStyle w:val="SingleTxtG"/>
        <w:ind w:left="2268" w:hanging="567"/>
        <w:jc w:val="left"/>
      </w:pPr>
      <w:r w:rsidRPr="00004E70">
        <w:t>a)</w:t>
      </w:r>
      <w:r w:rsidRPr="00004E70">
        <w:tab/>
        <w:t>État des adhésions aux conventions et accords internationaux des Nations Unies sur les transports ;</w:t>
      </w:r>
    </w:p>
    <w:p w:rsidR="00F31B69" w:rsidRPr="00004E70" w:rsidRDefault="00F31B69" w:rsidP="00004E70">
      <w:pPr>
        <w:pStyle w:val="SingleTxtG"/>
        <w:ind w:left="2268" w:hanging="567"/>
        <w:jc w:val="left"/>
      </w:pPr>
      <w:r w:rsidRPr="00004E70">
        <w:t>b)</w:t>
      </w:r>
      <w:r w:rsidRPr="00004E70">
        <w:tab/>
        <w:t>Débat d’orientation et assistance technique aux pays en transition et aux pays en développement</w:t>
      </w:r>
      <w:r w:rsidR="00004E70">
        <w:t> </w:t>
      </w:r>
      <w:r w:rsidRPr="00004E70">
        <w:t>;</w:t>
      </w:r>
    </w:p>
    <w:p w:rsidR="00F31B69" w:rsidRPr="00004E70" w:rsidRDefault="00F31B69" w:rsidP="00004E70">
      <w:pPr>
        <w:pStyle w:val="SingleTxtG"/>
        <w:ind w:left="2268" w:hanging="567"/>
        <w:jc w:val="left"/>
      </w:pPr>
      <w:r w:rsidRPr="00004E70">
        <w:t>c)</w:t>
      </w:r>
      <w:r w:rsidRPr="00004E70">
        <w:tab/>
        <w:t>Travaux analytiques dans le domaine des transports ;</w:t>
      </w:r>
    </w:p>
    <w:p w:rsidR="00F31B69" w:rsidRPr="00004E70" w:rsidRDefault="00F31B69" w:rsidP="00004E70">
      <w:pPr>
        <w:pStyle w:val="SingleTxtG"/>
        <w:ind w:left="2268" w:hanging="567"/>
        <w:jc w:val="left"/>
      </w:pPr>
      <w:r w:rsidRPr="00004E70">
        <w:t>d)</w:t>
      </w:r>
      <w:r w:rsidRPr="00004E70">
        <w:tab/>
        <w:t>Environnement, changements climatiques et transports :</w:t>
      </w:r>
    </w:p>
    <w:p w:rsidR="00F31B69" w:rsidRPr="00004E70" w:rsidRDefault="00F31B69" w:rsidP="00004E70">
      <w:pPr>
        <w:pStyle w:val="SingleTxtG"/>
        <w:ind w:left="2835" w:hanging="567"/>
        <w:jc w:val="left"/>
      </w:pPr>
      <w:r w:rsidRPr="00004E70">
        <w:t>i)</w:t>
      </w:r>
      <w:r w:rsidRPr="00004E70">
        <w:tab/>
        <w:t>Suite donnée par le Comité des transports intérieurs</w:t>
      </w:r>
      <w:r w:rsidR="00004E70">
        <w:t xml:space="preserve"> au Programme de </w:t>
      </w:r>
      <w:r w:rsidRPr="00004E70">
        <w:t>développement durable à l’horizon 2030 ;</w:t>
      </w:r>
    </w:p>
    <w:p w:rsidR="00F31B69" w:rsidRPr="00004E70" w:rsidRDefault="00F31B69" w:rsidP="00004E70">
      <w:pPr>
        <w:pStyle w:val="SingleTxtG"/>
        <w:ind w:left="2835" w:hanging="567"/>
        <w:jc w:val="left"/>
      </w:pPr>
      <w:r w:rsidRPr="00004E70">
        <w:t>ii)</w:t>
      </w:r>
      <w:r w:rsidRPr="00004E70">
        <w:tab/>
      </w:r>
      <w:proofErr w:type="spellStart"/>
      <w:r w:rsidRPr="00004E70">
        <w:t>Décarbonisation</w:t>
      </w:r>
      <w:proofErr w:type="spellEnd"/>
      <w:r w:rsidRPr="00004E70">
        <w:t xml:space="preserve"> et atténuation des effets nocifs des transports intérieurs pour l’environnement ;</w:t>
      </w:r>
    </w:p>
    <w:p w:rsidR="00F31B69" w:rsidRPr="00004E70" w:rsidRDefault="00F31B69" w:rsidP="00004E70">
      <w:pPr>
        <w:pStyle w:val="SingleTxtG"/>
        <w:ind w:left="2835" w:hanging="567"/>
        <w:jc w:val="left"/>
      </w:pPr>
      <w:r w:rsidRPr="00004E70">
        <w:t>iii)</w:t>
      </w:r>
      <w:r w:rsidRPr="00004E70">
        <w:tab/>
        <w:t>Effets des changements climatiques sur les réseaux de transport internationaux et mesures d’adaptation nécessaires ;</w:t>
      </w:r>
    </w:p>
    <w:p w:rsidR="00F31B69" w:rsidRPr="00004E70" w:rsidRDefault="00F31B69" w:rsidP="00004E70">
      <w:pPr>
        <w:pStyle w:val="SingleTxtG"/>
        <w:ind w:left="2268" w:hanging="567"/>
        <w:jc w:val="left"/>
      </w:pPr>
      <w:r w:rsidRPr="00004E70">
        <w:t>e)</w:t>
      </w:r>
      <w:r w:rsidRPr="00004E70">
        <w:tab/>
        <w:t>Programme paneuropéen sur les transports, la santé et l’environnement ;</w:t>
      </w:r>
    </w:p>
    <w:p w:rsidR="00F31B69" w:rsidRPr="00004E70" w:rsidRDefault="00F31B69" w:rsidP="00004E70">
      <w:pPr>
        <w:pStyle w:val="SingleTxtG"/>
        <w:ind w:left="2268" w:hanging="567"/>
        <w:jc w:val="left"/>
      </w:pPr>
      <w:r w:rsidRPr="00004E70">
        <w:t>f)</w:t>
      </w:r>
      <w:r w:rsidRPr="00004E70">
        <w:tab/>
        <w:t>Systèmes de transport intelligents ;</w:t>
      </w:r>
    </w:p>
    <w:p w:rsidR="00F31B69" w:rsidRPr="00004E70" w:rsidRDefault="00F31B69" w:rsidP="00004E70">
      <w:pPr>
        <w:pStyle w:val="SingleTxtG"/>
        <w:ind w:left="2268" w:hanging="567"/>
        <w:jc w:val="left"/>
      </w:pPr>
      <w:r w:rsidRPr="00004E70">
        <w:t>g)</w:t>
      </w:r>
      <w:r w:rsidRPr="00004E70">
        <w:tab/>
        <w:t>Appui aux pays sans littoral : Programme d’action de Vienne ;</w:t>
      </w:r>
    </w:p>
    <w:p w:rsidR="00F31B69" w:rsidRPr="00004E70" w:rsidRDefault="00F31B69" w:rsidP="00004E70">
      <w:pPr>
        <w:pStyle w:val="SingleTxtG"/>
        <w:ind w:left="2268" w:hanging="567"/>
        <w:jc w:val="left"/>
      </w:pPr>
      <w:r w:rsidRPr="00004E70">
        <w:t>h)</w:t>
      </w:r>
      <w:r w:rsidRPr="00004E70">
        <w:tab/>
        <w:t>S</w:t>
      </w:r>
      <w:r w:rsidR="00004E70">
        <w:t>ûreté des transports intérieurs ;</w:t>
      </w:r>
    </w:p>
    <w:p w:rsidR="00F31B69" w:rsidRPr="00004E70" w:rsidRDefault="00F31B69" w:rsidP="00004E70">
      <w:pPr>
        <w:spacing w:after="120"/>
        <w:ind w:left="2268" w:right="1134" w:hanging="567"/>
      </w:pPr>
      <w:r w:rsidRPr="00004E70">
        <w:t>i)</w:t>
      </w:r>
      <w:r w:rsidRPr="00004E70">
        <w:tab/>
      </w:r>
      <w:r w:rsidRPr="00004E70">
        <w:rPr>
          <w:iCs/>
        </w:rPr>
        <w:t>Partenariats et activités d’autres organisations intéressant le Comité</w:t>
      </w:r>
      <w:r w:rsidR="00004E70">
        <w:rPr>
          <w:iCs/>
        </w:rPr>
        <w:t> :</w:t>
      </w:r>
    </w:p>
    <w:p w:rsidR="00F31B69" w:rsidRPr="00004E70" w:rsidRDefault="00F31B69" w:rsidP="00004E70">
      <w:pPr>
        <w:spacing w:after="120"/>
        <w:ind w:left="2835" w:right="1134" w:hanging="567"/>
      </w:pPr>
      <w:r w:rsidRPr="00004E70">
        <w:t>i)</w:t>
      </w:r>
      <w:r w:rsidRPr="00004E70">
        <w:tab/>
        <w:t>Évolution des transports dans l’Union européenne ;</w:t>
      </w:r>
    </w:p>
    <w:p w:rsidR="00F31B69" w:rsidRPr="00004E70" w:rsidRDefault="00F31B69" w:rsidP="00004E70">
      <w:pPr>
        <w:spacing w:after="120"/>
        <w:ind w:left="2835" w:right="1134" w:hanging="567"/>
      </w:pPr>
      <w:r w:rsidRPr="00004E70">
        <w:t>ii)</w:t>
      </w:r>
      <w:r w:rsidRPr="00004E70">
        <w:tab/>
        <w:t>Faits nouveaux relatifs aux tra</w:t>
      </w:r>
      <w:r w:rsidR="00004E70">
        <w:t>vaux du Forum international des </w:t>
      </w:r>
      <w:r w:rsidRPr="00004E70">
        <w:t>transports ;</w:t>
      </w:r>
    </w:p>
    <w:p w:rsidR="00F31B69" w:rsidRPr="00004E70" w:rsidRDefault="00F31B69" w:rsidP="00004E70">
      <w:pPr>
        <w:spacing w:after="120"/>
        <w:ind w:left="2268" w:right="1134"/>
      </w:pPr>
      <w:r w:rsidRPr="00004E70">
        <w:t>iii)</w:t>
      </w:r>
      <w:r w:rsidRPr="00004E70">
        <w:tab/>
        <w:t>Activités d’autres organisations intéressant le Comité.</w:t>
      </w:r>
    </w:p>
    <w:p w:rsidR="00F31B69" w:rsidRPr="00004E70" w:rsidRDefault="00F31B69" w:rsidP="00004E70">
      <w:pPr>
        <w:pStyle w:val="SingleTxtG"/>
        <w:ind w:left="1701" w:hanging="567"/>
        <w:jc w:val="left"/>
      </w:pPr>
      <w:r w:rsidRPr="00004E70">
        <w:t>5.</w:t>
      </w:r>
      <w:r w:rsidRPr="00004E70">
        <w:tab/>
        <w:t>Questions stratégiques à caractère modal et thématique :</w:t>
      </w:r>
    </w:p>
    <w:p w:rsidR="00F31B69" w:rsidRPr="00004E70" w:rsidRDefault="00F31B69" w:rsidP="00004E70">
      <w:pPr>
        <w:pStyle w:val="SingleTxtG"/>
        <w:ind w:left="2268" w:hanging="567"/>
        <w:jc w:val="left"/>
      </w:pPr>
      <w:r w:rsidRPr="00004E70">
        <w:t>a)</w:t>
      </w:r>
      <w:r w:rsidRPr="00004E70">
        <w:tab/>
        <w:t>Activités se rapportant aux projets : Projet d’</w:t>
      </w:r>
      <w:r w:rsidR="00004E70">
        <w:t>autoroute transeuropéenne et </w:t>
      </w:r>
      <w:r w:rsidRPr="00004E70">
        <w:t>projet de chemin de fer transeuropéen ;</w:t>
      </w:r>
    </w:p>
    <w:p w:rsidR="00F31B69" w:rsidRPr="00004E70" w:rsidRDefault="00F31B69" w:rsidP="00004E70">
      <w:pPr>
        <w:pStyle w:val="SingleTxtG"/>
        <w:ind w:left="2268" w:hanging="567"/>
        <w:jc w:val="left"/>
      </w:pPr>
      <w:r w:rsidRPr="00004E70">
        <w:t>b)</w:t>
      </w:r>
      <w:r w:rsidRPr="00004E70">
        <w:tab/>
        <w:t>Harmonisation des Règlements concernant les véhicules ;</w:t>
      </w:r>
    </w:p>
    <w:p w:rsidR="00F31B69" w:rsidRPr="00004E70" w:rsidRDefault="00F31B69" w:rsidP="00004E70">
      <w:pPr>
        <w:pStyle w:val="SingleTxtG"/>
        <w:ind w:left="2268" w:hanging="567"/>
        <w:jc w:val="left"/>
      </w:pPr>
      <w:r w:rsidRPr="00004E70">
        <w:t>c)</w:t>
      </w:r>
      <w:r w:rsidRPr="00004E70">
        <w:tab/>
        <w:t>Sécurité routière ;</w:t>
      </w:r>
    </w:p>
    <w:p w:rsidR="00F31B69" w:rsidRPr="00004E70" w:rsidRDefault="00F31B69" w:rsidP="00004E70">
      <w:pPr>
        <w:pStyle w:val="SingleTxtG"/>
        <w:ind w:left="2268" w:hanging="567"/>
        <w:jc w:val="left"/>
      </w:pPr>
      <w:r w:rsidRPr="00004E70">
        <w:t>d)</w:t>
      </w:r>
      <w:r w:rsidRPr="00004E70">
        <w:tab/>
        <w:t>Transport routier ;</w:t>
      </w:r>
    </w:p>
    <w:p w:rsidR="00F31B69" w:rsidRPr="00004E70" w:rsidRDefault="00F31B69" w:rsidP="00004E70">
      <w:pPr>
        <w:pStyle w:val="SingleTxtG"/>
        <w:ind w:left="2268" w:hanging="567"/>
        <w:jc w:val="left"/>
      </w:pPr>
      <w:r w:rsidRPr="00004E70">
        <w:t>e)</w:t>
      </w:r>
      <w:r w:rsidRPr="00004E70">
        <w:tab/>
        <w:t>Transport ferroviaire ;</w:t>
      </w:r>
    </w:p>
    <w:p w:rsidR="00F31B69" w:rsidRPr="00004E70" w:rsidRDefault="00F31B69" w:rsidP="00004E70">
      <w:pPr>
        <w:pStyle w:val="SingleTxtG"/>
        <w:ind w:left="2268" w:hanging="567"/>
        <w:jc w:val="left"/>
      </w:pPr>
      <w:r w:rsidRPr="00004E70">
        <w:t>f)</w:t>
      </w:r>
      <w:r w:rsidRPr="00004E70">
        <w:tab/>
        <w:t>Transport intermodal et logistique ;</w:t>
      </w:r>
    </w:p>
    <w:p w:rsidR="00F31B69" w:rsidRPr="00004E70" w:rsidRDefault="00F31B69" w:rsidP="00004E70">
      <w:pPr>
        <w:pStyle w:val="SingleTxtG"/>
        <w:ind w:left="2268" w:hanging="567"/>
        <w:jc w:val="left"/>
      </w:pPr>
      <w:r w:rsidRPr="00004E70">
        <w:t>g)</w:t>
      </w:r>
      <w:r w:rsidRPr="00004E70">
        <w:tab/>
        <w:t>Transport par voie navigable ;</w:t>
      </w:r>
    </w:p>
    <w:p w:rsidR="00F31B69" w:rsidRPr="00004E70" w:rsidRDefault="00F31B69" w:rsidP="00004E70">
      <w:pPr>
        <w:pStyle w:val="SingleTxtG"/>
        <w:ind w:left="2268" w:hanging="567"/>
        <w:jc w:val="left"/>
      </w:pPr>
      <w:r w:rsidRPr="00004E70">
        <w:t>h)</w:t>
      </w:r>
      <w:r w:rsidRPr="00004E70">
        <w:tab/>
        <w:t xml:space="preserve">Renforcement des mesures de facilitation du franchissement des frontières (Convention sur l’harmonisation, Convention TIR, projet </w:t>
      </w:r>
      <w:proofErr w:type="spellStart"/>
      <w:r w:rsidRPr="00004E70">
        <w:t>eTIR</w:t>
      </w:r>
      <w:proofErr w:type="spellEnd"/>
      <w:r w:rsidRPr="00004E70">
        <w:t xml:space="preserve"> et autres mesures de facilitation du transit douanier) ;</w:t>
      </w:r>
    </w:p>
    <w:p w:rsidR="00F31B69" w:rsidRPr="00004E70" w:rsidRDefault="00F31B69" w:rsidP="00004E70">
      <w:pPr>
        <w:pStyle w:val="SingleTxtG"/>
        <w:ind w:left="2268" w:hanging="567"/>
        <w:jc w:val="left"/>
      </w:pPr>
      <w:r w:rsidRPr="00004E70">
        <w:t>i)</w:t>
      </w:r>
      <w:r w:rsidRPr="00004E70">
        <w:tab/>
        <w:t>Transport des marchandises dangereuses ;</w:t>
      </w:r>
    </w:p>
    <w:p w:rsidR="00F31B69" w:rsidRPr="00004E70" w:rsidRDefault="00F31B69" w:rsidP="00004E70">
      <w:pPr>
        <w:pStyle w:val="SingleTxtG"/>
        <w:ind w:left="2268" w:hanging="567"/>
        <w:jc w:val="left"/>
      </w:pPr>
      <w:r w:rsidRPr="00004E70">
        <w:t>j)</w:t>
      </w:r>
      <w:r w:rsidRPr="00004E70">
        <w:tab/>
        <w:t>Transport des denrées périssables ;</w:t>
      </w:r>
    </w:p>
    <w:p w:rsidR="00F31B69" w:rsidRPr="00004E70" w:rsidRDefault="00F31B69" w:rsidP="00004E70">
      <w:pPr>
        <w:pStyle w:val="SingleTxtG"/>
        <w:ind w:left="2268" w:hanging="567"/>
        <w:jc w:val="left"/>
      </w:pPr>
      <w:r w:rsidRPr="00004E70">
        <w:t>k)</w:t>
      </w:r>
      <w:r w:rsidRPr="00004E70">
        <w:tab/>
        <w:t>Données et statistiques relatives aux transports.</w:t>
      </w:r>
    </w:p>
    <w:p w:rsidR="00F31B69" w:rsidRPr="00004E70" w:rsidRDefault="00F31B69" w:rsidP="00004E70">
      <w:pPr>
        <w:pStyle w:val="SingleTxtG"/>
        <w:keepNext/>
        <w:ind w:left="1701" w:hanging="567"/>
        <w:jc w:val="left"/>
      </w:pPr>
      <w:r w:rsidRPr="00004E70">
        <w:lastRenderedPageBreak/>
        <w:t>6.</w:t>
      </w:r>
      <w:r w:rsidRPr="00004E70">
        <w:tab/>
        <w:t xml:space="preserve">Questions découlant des activités de la Commission économique pour l’Europe (CEE), du Conseil économique et social et d’autres </w:t>
      </w:r>
      <w:r w:rsidR="00004E70">
        <w:t>organes et conférences des </w:t>
      </w:r>
      <w:r w:rsidRPr="00004E70">
        <w:t>Nations Unies :</w:t>
      </w:r>
    </w:p>
    <w:p w:rsidR="00F31B69" w:rsidRPr="00004E70" w:rsidRDefault="00F31B69" w:rsidP="00004E70">
      <w:pPr>
        <w:pStyle w:val="SingleTxtG"/>
        <w:ind w:left="2268" w:hanging="567"/>
        <w:jc w:val="left"/>
      </w:pPr>
      <w:r w:rsidRPr="00004E70">
        <w:t>a)</w:t>
      </w:r>
      <w:r w:rsidRPr="00004E70">
        <w:tab/>
        <w:t>CEE, Conseil économique et social et au</w:t>
      </w:r>
      <w:r w:rsidR="00004E70">
        <w:t>tres organes et conférences des </w:t>
      </w:r>
      <w:r w:rsidRPr="00004E70">
        <w:t>Nations Unies ;</w:t>
      </w:r>
    </w:p>
    <w:p w:rsidR="00F31B69" w:rsidRPr="00004E70" w:rsidRDefault="00F31B69" w:rsidP="00004E70">
      <w:pPr>
        <w:pStyle w:val="SingleTxtG"/>
        <w:ind w:left="2268" w:hanging="567"/>
        <w:jc w:val="left"/>
      </w:pPr>
      <w:r w:rsidRPr="00004E70">
        <w:t>b)</w:t>
      </w:r>
      <w:r w:rsidRPr="00004E70">
        <w:tab/>
        <w:t xml:space="preserve">Dialogue avec les </w:t>
      </w:r>
      <w:r w:rsidR="00004E70" w:rsidRPr="00004E70">
        <w:t xml:space="preserve">commissions </w:t>
      </w:r>
      <w:r w:rsidRPr="00004E70">
        <w:t>régionales de l’</w:t>
      </w:r>
      <w:r w:rsidR="00004E70">
        <w:t>ONU sur les activités en </w:t>
      </w:r>
      <w:r w:rsidRPr="00004E70">
        <w:t xml:space="preserve">cours relatives aux transports intérieurs. </w:t>
      </w:r>
    </w:p>
    <w:p w:rsidR="00F31B69" w:rsidRPr="00004E70" w:rsidRDefault="00F31B69" w:rsidP="00004E70">
      <w:pPr>
        <w:pStyle w:val="SingleTxtG"/>
        <w:ind w:left="1701" w:hanging="567"/>
        <w:jc w:val="left"/>
      </w:pPr>
      <w:r w:rsidRPr="00004E70">
        <w:t>7.</w:t>
      </w:r>
      <w:r w:rsidRPr="00004E70">
        <w:tab/>
        <w:t>Projet de rapport annuel sur les activités menées par les organe</w:t>
      </w:r>
      <w:r w:rsidR="00004E70">
        <w:t>s subsidiaires du </w:t>
      </w:r>
      <w:r w:rsidRPr="00004E70">
        <w:t>Comité en 2018.</w:t>
      </w:r>
    </w:p>
    <w:p w:rsidR="00F31B69" w:rsidRPr="00004E70" w:rsidRDefault="00F31B69" w:rsidP="00F31B69">
      <w:pPr>
        <w:pStyle w:val="HChG"/>
      </w:pPr>
      <w:r w:rsidRPr="00004E70">
        <w:rPr>
          <w:b w:val="0"/>
        </w:rPr>
        <w:tab/>
      </w:r>
      <w:r w:rsidRPr="00004E70">
        <w:t>IV.</w:t>
      </w:r>
      <w:r w:rsidRPr="00004E70">
        <w:tab/>
        <w:t xml:space="preserve">Autres questions relatives aux travaux du Comité </w:t>
      </w:r>
      <w:r w:rsidR="00004E70">
        <w:br/>
      </w:r>
      <w:r w:rsidRPr="00004E70">
        <w:t>et de ses organes subsidiaires</w:t>
      </w:r>
    </w:p>
    <w:p w:rsidR="00F31B69" w:rsidRPr="00004E70" w:rsidRDefault="00F31B69" w:rsidP="00004E70">
      <w:pPr>
        <w:pStyle w:val="SingleTxtG"/>
        <w:ind w:left="1701" w:hanging="567"/>
        <w:jc w:val="left"/>
      </w:pPr>
      <w:r w:rsidRPr="00004E70">
        <w:t>8.</w:t>
      </w:r>
      <w:r w:rsidRPr="00004E70">
        <w:tab/>
        <w:t>Questions soumises au Comité pour approbation et pour information : Approbation des rapports des organes subsidiaires du Comité.</w:t>
      </w:r>
    </w:p>
    <w:p w:rsidR="00F31B69" w:rsidRPr="00004E70" w:rsidRDefault="00F31B69" w:rsidP="00004E70">
      <w:pPr>
        <w:pStyle w:val="SingleTxtG"/>
        <w:ind w:left="1701" w:hanging="567"/>
        <w:jc w:val="left"/>
      </w:pPr>
      <w:r w:rsidRPr="00004E70">
        <w:t>9.</w:t>
      </w:r>
      <w:r w:rsidRPr="00004E70">
        <w:tab/>
        <w:t>Résultats des réunions du Bureau du Comité des transports intérieurs.</w:t>
      </w:r>
    </w:p>
    <w:p w:rsidR="00F31B69" w:rsidRPr="00004E70" w:rsidRDefault="00F31B69" w:rsidP="00004E70">
      <w:pPr>
        <w:pStyle w:val="SingleTxtG"/>
        <w:ind w:left="1701" w:hanging="567"/>
        <w:jc w:val="left"/>
      </w:pPr>
      <w:r w:rsidRPr="00004E70">
        <w:t>10.</w:t>
      </w:r>
      <w:r w:rsidRPr="00004E70">
        <w:tab/>
        <w:t>Activités de la Commission et rapport du Comité au Comité exécutif de la CEE.</w:t>
      </w:r>
    </w:p>
    <w:p w:rsidR="00F31B69" w:rsidRPr="00004E70" w:rsidRDefault="00F31B69" w:rsidP="00004E70">
      <w:pPr>
        <w:spacing w:after="120"/>
        <w:ind w:left="1701" w:right="1134" w:hanging="567"/>
      </w:pPr>
      <w:r w:rsidRPr="00004E70">
        <w:t>11.</w:t>
      </w:r>
      <w:r w:rsidRPr="00004E70">
        <w:tab/>
        <w:t>Liste des publications prévues en 2020.</w:t>
      </w:r>
    </w:p>
    <w:p w:rsidR="00F31B69" w:rsidRPr="00004E70" w:rsidRDefault="00F31B69" w:rsidP="00004E70">
      <w:pPr>
        <w:spacing w:after="120"/>
        <w:ind w:left="1701" w:right="1134" w:hanging="567"/>
      </w:pPr>
      <w:r w:rsidRPr="00004E70">
        <w:t>12.</w:t>
      </w:r>
      <w:r w:rsidRPr="00004E70">
        <w:tab/>
        <w:t>Plan-programme pour 2020.</w:t>
      </w:r>
    </w:p>
    <w:p w:rsidR="00F31B69" w:rsidRPr="00004E70" w:rsidRDefault="00F31B69" w:rsidP="00004E70">
      <w:pPr>
        <w:pStyle w:val="SingleTxtG"/>
        <w:ind w:left="1701" w:hanging="567"/>
        <w:jc w:val="left"/>
      </w:pPr>
      <w:r w:rsidRPr="00004E70">
        <w:t>13.</w:t>
      </w:r>
      <w:r w:rsidRPr="00004E70">
        <w:tab/>
        <w:t>Calendrier des réunions en 2019.</w:t>
      </w:r>
    </w:p>
    <w:p w:rsidR="00F31B69" w:rsidRPr="00004E70" w:rsidRDefault="00F31B69" w:rsidP="00F31B69">
      <w:pPr>
        <w:pStyle w:val="HChG"/>
      </w:pPr>
      <w:r w:rsidRPr="00004E70">
        <w:rPr>
          <w:b w:val="0"/>
        </w:rPr>
        <w:tab/>
      </w:r>
      <w:r w:rsidRPr="00004E70">
        <w:t>V.</w:t>
      </w:r>
      <w:r w:rsidRPr="00004E70">
        <w:tab/>
        <w:t>Divers</w:t>
      </w:r>
    </w:p>
    <w:p w:rsidR="00F31B69" w:rsidRPr="00004E70" w:rsidRDefault="00F31B69" w:rsidP="00004E70">
      <w:pPr>
        <w:pStyle w:val="SingleTxtG"/>
        <w:ind w:left="1701" w:hanging="567"/>
        <w:jc w:val="left"/>
      </w:pPr>
      <w:r w:rsidRPr="00004E70">
        <w:t>14.</w:t>
      </w:r>
      <w:r w:rsidRPr="00004E70">
        <w:tab/>
        <w:t>Questions diverses. Date de la prochaine session.</w:t>
      </w:r>
    </w:p>
    <w:p w:rsidR="00F31B69" w:rsidRPr="00004E70" w:rsidRDefault="00F31B69" w:rsidP="00F31B69">
      <w:pPr>
        <w:pStyle w:val="HChG"/>
      </w:pPr>
      <w:r w:rsidRPr="00004E70">
        <w:rPr>
          <w:b w:val="0"/>
        </w:rPr>
        <w:tab/>
      </w:r>
      <w:r w:rsidRPr="00004E70">
        <w:t>VI.</w:t>
      </w:r>
      <w:r w:rsidRPr="00004E70">
        <w:tab/>
        <w:t>Liste des décisions</w:t>
      </w:r>
    </w:p>
    <w:p w:rsidR="00F31B69" w:rsidRPr="00004E70" w:rsidRDefault="00F31B69" w:rsidP="00004E70">
      <w:pPr>
        <w:pStyle w:val="SingleTxtG"/>
        <w:ind w:left="1701" w:hanging="567"/>
        <w:jc w:val="left"/>
      </w:pPr>
      <w:r w:rsidRPr="00004E70">
        <w:t>15.</w:t>
      </w:r>
      <w:r w:rsidRPr="00004E70">
        <w:tab/>
        <w:t>Adoption de la liste des principales décisions prises par le Comité à sa quatre-vingt-unième session.</w:t>
      </w:r>
    </w:p>
    <w:p w:rsidR="00F31B69" w:rsidRPr="00004E70" w:rsidRDefault="00F31B69" w:rsidP="00004E70">
      <w:pPr>
        <w:pStyle w:val="HChG"/>
      </w:pPr>
      <w:r w:rsidRPr="00004E70">
        <w:tab/>
        <w:t>VII.</w:t>
      </w:r>
      <w:r w:rsidRPr="00004E70">
        <w:tab/>
        <w:t>Calendrier provisoire</w:t>
      </w:r>
    </w:p>
    <w:p w:rsidR="00F9573C" w:rsidRPr="00004E70" w:rsidRDefault="00004E70" w:rsidP="00004E70">
      <w:pPr>
        <w:pStyle w:val="SingleTxtG"/>
        <w:spacing w:before="240" w:after="0"/>
        <w:jc w:val="center"/>
        <w:rPr>
          <w:u w:val="single"/>
        </w:rPr>
      </w:pPr>
      <w:r>
        <w:rPr>
          <w:u w:val="single"/>
        </w:rPr>
        <w:tab/>
      </w:r>
      <w:r>
        <w:rPr>
          <w:u w:val="single"/>
        </w:rPr>
        <w:tab/>
      </w:r>
      <w:r>
        <w:rPr>
          <w:u w:val="single"/>
        </w:rPr>
        <w:tab/>
      </w:r>
    </w:p>
    <w:sectPr w:rsidR="00F9573C" w:rsidRPr="00004E70" w:rsidSect="00F31B69">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CB0" w:rsidRDefault="00DB4CB0" w:rsidP="00F95C08">
      <w:pPr>
        <w:spacing w:line="240" w:lineRule="auto"/>
      </w:pPr>
    </w:p>
  </w:endnote>
  <w:endnote w:type="continuationSeparator" w:id="0">
    <w:p w:rsidR="00DB4CB0" w:rsidRPr="00AC3823" w:rsidRDefault="00DB4CB0" w:rsidP="00AC3823">
      <w:pPr>
        <w:pStyle w:val="Pieddepage"/>
      </w:pPr>
    </w:p>
  </w:endnote>
  <w:endnote w:type="continuationNotice" w:id="1">
    <w:p w:rsidR="00DB4CB0" w:rsidRDefault="00DB4C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B69" w:rsidRPr="00F31B69" w:rsidRDefault="00F31B69" w:rsidP="00F31B69">
    <w:pPr>
      <w:pStyle w:val="Pieddepage"/>
      <w:tabs>
        <w:tab w:val="right" w:pos="9638"/>
      </w:tabs>
    </w:pPr>
    <w:r w:rsidRPr="00F31B69">
      <w:rPr>
        <w:b/>
        <w:sz w:val="18"/>
      </w:rPr>
      <w:fldChar w:fldCharType="begin"/>
    </w:r>
    <w:r w:rsidRPr="00F31B69">
      <w:rPr>
        <w:b/>
        <w:sz w:val="18"/>
      </w:rPr>
      <w:instrText xml:space="preserve"> PAGE  \* MERGEFORMAT </w:instrText>
    </w:r>
    <w:r w:rsidRPr="00F31B69">
      <w:rPr>
        <w:b/>
        <w:sz w:val="18"/>
      </w:rPr>
      <w:fldChar w:fldCharType="separate"/>
    </w:r>
    <w:r w:rsidR="00283E56">
      <w:rPr>
        <w:b/>
        <w:noProof/>
        <w:sz w:val="18"/>
      </w:rPr>
      <w:t>2</w:t>
    </w:r>
    <w:r w:rsidRPr="00F31B69">
      <w:rPr>
        <w:b/>
        <w:sz w:val="18"/>
      </w:rPr>
      <w:fldChar w:fldCharType="end"/>
    </w:r>
    <w:r>
      <w:rPr>
        <w:b/>
        <w:sz w:val="18"/>
      </w:rPr>
      <w:tab/>
    </w:r>
    <w:r>
      <w:t>GE.18-20668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B69" w:rsidRPr="00F31B69" w:rsidRDefault="00F31B69" w:rsidP="00F31B69">
    <w:pPr>
      <w:pStyle w:val="Pieddepage"/>
      <w:tabs>
        <w:tab w:val="right" w:pos="9638"/>
      </w:tabs>
      <w:rPr>
        <w:b/>
        <w:sz w:val="18"/>
      </w:rPr>
    </w:pPr>
    <w:r>
      <w:t>GE.18-20668</w:t>
    </w:r>
    <w:r>
      <w:tab/>
    </w:r>
    <w:r w:rsidRPr="00F31B69">
      <w:rPr>
        <w:b/>
        <w:sz w:val="18"/>
      </w:rPr>
      <w:fldChar w:fldCharType="begin"/>
    </w:r>
    <w:r w:rsidRPr="00F31B69">
      <w:rPr>
        <w:b/>
        <w:sz w:val="18"/>
      </w:rPr>
      <w:instrText xml:space="preserve"> PAGE  \* MERGEFORMAT </w:instrText>
    </w:r>
    <w:r w:rsidRPr="00F31B69">
      <w:rPr>
        <w:b/>
        <w:sz w:val="18"/>
      </w:rPr>
      <w:fldChar w:fldCharType="separate"/>
    </w:r>
    <w:r w:rsidR="00283E56">
      <w:rPr>
        <w:b/>
        <w:noProof/>
        <w:sz w:val="18"/>
      </w:rPr>
      <w:t>3</w:t>
    </w:r>
    <w:r w:rsidRPr="00F31B6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F31B69" w:rsidRDefault="00F31B69" w:rsidP="00F31B69">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18-20668  (F)</w:t>
    </w:r>
    <w:r w:rsidR="00004E70">
      <w:rPr>
        <w:sz w:val="20"/>
      </w:rPr>
      <w:t xml:space="preserve">    101218    111218</w:t>
    </w:r>
    <w:r>
      <w:rPr>
        <w:sz w:val="20"/>
      </w:rPr>
      <w:br/>
    </w:r>
    <w:r w:rsidRPr="00F31B69">
      <w:rPr>
        <w:rFonts w:ascii="C39T30Lfz" w:hAnsi="C39T30Lfz"/>
        <w:sz w:val="56"/>
      </w:rPr>
      <w:t></w:t>
    </w:r>
    <w:r w:rsidRPr="00F31B69">
      <w:rPr>
        <w:rFonts w:ascii="C39T30Lfz" w:hAnsi="C39T30Lfz"/>
        <w:sz w:val="56"/>
      </w:rPr>
      <w:t></w:t>
    </w:r>
    <w:r w:rsidRPr="00F31B69">
      <w:rPr>
        <w:rFonts w:ascii="C39T30Lfz" w:hAnsi="C39T30Lfz"/>
        <w:sz w:val="56"/>
      </w:rPr>
      <w:t></w:t>
    </w:r>
    <w:r w:rsidRPr="00F31B69">
      <w:rPr>
        <w:rFonts w:ascii="C39T30Lfz" w:hAnsi="C39T30Lfz"/>
        <w:sz w:val="56"/>
      </w:rPr>
      <w:t></w:t>
    </w:r>
    <w:r w:rsidRPr="00F31B69">
      <w:rPr>
        <w:rFonts w:ascii="C39T30Lfz" w:hAnsi="C39T30Lfz"/>
        <w:sz w:val="56"/>
      </w:rPr>
      <w:t></w:t>
    </w:r>
    <w:r w:rsidRPr="00F31B69">
      <w:rPr>
        <w:rFonts w:ascii="C39T30Lfz" w:hAnsi="C39T30Lfz"/>
        <w:sz w:val="56"/>
      </w:rPr>
      <w:t></w:t>
    </w:r>
    <w:r w:rsidRPr="00F31B69">
      <w:rPr>
        <w:rFonts w:ascii="C39T30Lfz" w:hAnsi="C39T30Lfz"/>
        <w:sz w:val="56"/>
      </w:rPr>
      <w:t></w:t>
    </w:r>
    <w:r w:rsidRPr="00F31B69">
      <w:rPr>
        <w:rFonts w:ascii="C39T30Lfz" w:hAnsi="C39T30Lfz"/>
        <w:sz w:val="56"/>
      </w:rPr>
      <w:t></w:t>
    </w:r>
    <w:r w:rsidRPr="00F31B69">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8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8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CB0" w:rsidRPr="00AC3823" w:rsidRDefault="00DB4CB0" w:rsidP="00AC3823">
      <w:pPr>
        <w:pStyle w:val="Pieddepage"/>
        <w:tabs>
          <w:tab w:val="right" w:pos="2155"/>
        </w:tabs>
        <w:spacing w:after="80" w:line="240" w:lineRule="atLeast"/>
        <w:ind w:left="680"/>
        <w:rPr>
          <w:u w:val="single"/>
        </w:rPr>
      </w:pPr>
      <w:r>
        <w:rPr>
          <w:u w:val="single"/>
        </w:rPr>
        <w:tab/>
      </w:r>
    </w:p>
  </w:footnote>
  <w:footnote w:type="continuationSeparator" w:id="0">
    <w:p w:rsidR="00DB4CB0" w:rsidRPr="00AC3823" w:rsidRDefault="00DB4CB0" w:rsidP="00AC3823">
      <w:pPr>
        <w:pStyle w:val="Pieddepage"/>
        <w:tabs>
          <w:tab w:val="right" w:pos="2155"/>
        </w:tabs>
        <w:spacing w:after="80" w:line="240" w:lineRule="atLeast"/>
        <w:ind w:left="680"/>
        <w:rPr>
          <w:u w:val="single"/>
        </w:rPr>
      </w:pPr>
      <w:r>
        <w:rPr>
          <w:u w:val="single"/>
        </w:rPr>
        <w:tab/>
      </w:r>
    </w:p>
  </w:footnote>
  <w:footnote w:type="continuationNotice" w:id="1">
    <w:p w:rsidR="00DB4CB0" w:rsidRPr="00AC3823" w:rsidRDefault="00DB4CB0">
      <w:pPr>
        <w:spacing w:line="240" w:lineRule="auto"/>
        <w:rPr>
          <w:sz w:val="2"/>
          <w:szCs w:val="2"/>
        </w:rPr>
      </w:pPr>
    </w:p>
  </w:footnote>
  <w:footnote w:id="2">
    <w:p w:rsidR="00F31B69" w:rsidRPr="00004E70" w:rsidRDefault="00F31B69" w:rsidP="00F31B69">
      <w:pPr>
        <w:pStyle w:val="Notedebasdepage"/>
      </w:pPr>
      <w:r w:rsidRPr="00004E70">
        <w:tab/>
        <w:t>*</w:t>
      </w:r>
      <w:r w:rsidRPr="00004E70">
        <w:tab/>
        <w:t>Pour des raisons d’économie, les représentants sont priés de se rendre à la session munis de leurs exemplaires de tous les documents pertinents. Aucun document officiel ne sera distribué en salle de réunion. Avant la session, les documents peuvent être téléchargés à partir du site Web de la Division des transports durables de la CEE (www.unece.org/trans/main/itc/itc.html) ou du Système de diffusion électronique des documents de l’ONU (http://documents.un.org/). Durant la session, les documents officiels peuvent être obtenus auprès de la Section de la distribution des documents de l’ONUG (bureau C.337 au 3</w:t>
      </w:r>
      <w:r w:rsidRPr="00004E70">
        <w:rPr>
          <w:vertAlign w:val="superscript"/>
        </w:rPr>
        <w:t>e</w:t>
      </w:r>
      <w:r w:rsidRPr="00004E70">
        <w:t> étage du Palais des Nations).</w:t>
      </w:r>
    </w:p>
  </w:footnote>
  <w:footnote w:id="3">
    <w:p w:rsidR="00F31B69" w:rsidRPr="00004E70" w:rsidRDefault="00F31B69" w:rsidP="00F31B69">
      <w:pPr>
        <w:pStyle w:val="Notedebasdepage"/>
      </w:pPr>
      <w:r w:rsidRPr="00004E70">
        <w:tab/>
        <w:t>**</w:t>
      </w:r>
      <w:r w:rsidRPr="00004E70">
        <w:tab/>
        <w:t xml:space="preserve">Les représentants sont priés de remplir le formulaire d’inscription en ligne (disponible à l’adresse suivante : https://uncdb.unece.org/app/ext/meeting-registration?id=05i3wL). </w:t>
      </w:r>
      <w:proofErr w:type="spellStart"/>
      <w:r w:rsidRPr="00004E70">
        <w:t>A</w:t>
      </w:r>
      <w:proofErr w:type="spellEnd"/>
      <w:r w:rsidRPr="00004E70">
        <w:t xml:space="preserve">̀ leur arrivée au Palais des Nations, ils doivent retirer un badge à la Section de la sécurité et de la sûreté, située au Portail de </w:t>
      </w:r>
      <w:proofErr w:type="spellStart"/>
      <w:r w:rsidRPr="00004E70">
        <w:t>Pregny</w:t>
      </w:r>
      <w:proofErr w:type="spellEnd"/>
      <w:r w:rsidRPr="00004E70">
        <w:t xml:space="preserve"> (14, avenue de la Paix). En cas de difficulté, ils sont invités </w:t>
      </w:r>
      <w:proofErr w:type="spellStart"/>
      <w:r w:rsidRPr="00004E70">
        <w:t>a</w:t>
      </w:r>
      <w:proofErr w:type="spellEnd"/>
      <w:r w:rsidRPr="00004E70">
        <w:t>̀ contacter le secrétariat par courrier électronique (anastasia.barinova@un.org) ou par téléphone (+41 22 917 2761). Un plan du Palais des Nations et d’autres renseignements utiles sont disponibles à l’adresse www.unece.org/fr/info/events/informations-pratiques-pour-les-delegues.html.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B69" w:rsidRPr="00F31B69" w:rsidRDefault="00F31B69">
    <w:pPr>
      <w:pStyle w:val="En-tte"/>
    </w:pPr>
    <w:fldSimple w:instr=" TITLE  \* MERGEFORMAT ">
      <w:r w:rsidR="007800CF">
        <w:t>ECE/TRANS/287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B69" w:rsidRPr="00F31B69" w:rsidRDefault="00F31B69" w:rsidP="00F31B69">
    <w:pPr>
      <w:pStyle w:val="En-tte"/>
      <w:jc w:val="right"/>
    </w:pPr>
    <w:fldSimple w:instr=" TITLE  \* MERGEFORMAT ">
      <w:r w:rsidR="007800CF">
        <w:t>ECE/TRANS/287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CB0"/>
    <w:rsid w:val="00004E70"/>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83E56"/>
    <w:rsid w:val="002D7C93"/>
    <w:rsid w:val="00305801"/>
    <w:rsid w:val="003916DE"/>
    <w:rsid w:val="00421996"/>
    <w:rsid w:val="00441C3B"/>
    <w:rsid w:val="00446FE5"/>
    <w:rsid w:val="00452396"/>
    <w:rsid w:val="004837D8"/>
    <w:rsid w:val="004E2EED"/>
    <w:rsid w:val="004E468C"/>
    <w:rsid w:val="005505B7"/>
    <w:rsid w:val="00573BE5"/>
    <w:rsid w:val="00586ED3"/>
    <w:rsid w:val="00596AA9"/>
    <w:rsid w:val="00701E34"/>
    <w:rsid w:val="0071601D"/>
    <w:rsid w:val="007800CF"/>
    <w:rsid w:val="007A62E6"/>
    <w:rsid w:val="007F20FA"/>
    <w:rsid w:val="0080684C"/>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3439C"/>
    <w:rsid w:val="00DB1831"/>
    <w:rsid w:val="00DB4CB0"/>
    <w:rsid w:val="00DD3BFD"/>
    <w:rsid w:val="00DF6678"/>
    <w:rsid w:val="00E0299A"/>
    <w:rsid w:val="00E85C74"/>
    <w:rsid w:val="00EA6547"/>
    <w:rsid w:val="00EF2E22"/>
    <w:rsid w:val="00F31B69"/>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1621D1"/>
  <w15:docId w15:val="{FBEF8F10-E69F-4282-8158-64C85CBCA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505</Words>
  <Characters>3538</Characters>
  <Application>Microsoft Office Word</Application>
  <DocSecurity>0</DocSecurity>
  <Lines>294</Lines>
  <Paragraphs>161</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ECE/TRANS/287</dc:title>
  <dc:subject/>
  <dc:creator>Nicolas MORIN</dc:creator>
  <cp:keywords/>
  <cp:lastModifiedBy>Nicolas Morin</cp:lastModifiedBy>
  <cp:revision>2</cp:revision>
  <cp:lastPrinted>2018-12-11T07:36:00Z</cp:lastPrinted>
  <dcterms:created xsi:type="dcterms:W3CDTF">2018-12-11T07:51:00Z</dcterms:created>
  <dcterms:modified xsi:type="dcterms:W3CDTF">2018-12-11T07:51:00Z</dcterms:modified>
</cp:coreProperties>
</file>