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14:paraId="2D5738B0" w14:textId="77777777" w:rsidTr="000E7256">
        <w:trPr>
          <w:trHeight w:val="851"/>
        </w:trPr>
        <w:tc>
          <w:tcPr>
            <w:tcW w:w="1259" w:type="dxa"/>
            <w:tcBorders>
              <w:top w:val="nil"/>
              <w:left w:val="nil"/>
              <w:bottom w:val="single" w:sz="4" w:space="0" w:color="auto"/>
              <w:right w:val="nil"/>
            </w:tcBorders>
          </w:tcPr>
          <w:p w14:paraId="646FE828" w14:textId="77777777" w:rsidR="00E52109" w:rsidRPr="002A32CB" w:rsidRDefault="00E52109" w:rsidP="004858F5"/>
        </w:tc>
        <w:tc>
          <w:tcPr>
            <w:tcW w:w="2236" w:type="dxa"/>
            <w:tcBorders>
              <w:top w:val="nil"/>
              <w:left w:val="nil"/>
              <w:bottom w:val="single" w:sz="4" w:space="0" w:color="auto"/>
              <w:right w:val="nil"/>
            </w:tcBorders>
            <w:vAlign w:val="bottom"/>
          </w:tcPr>
          <w:p w14:paraId="342A29D0" w14:textId="77777777" w:rsidR="00E52109" w:rsidRDefault="00E52109" w:rsidP="006476E1">
            <w:pPr>
              <w:spacing w:after="80" w:line="30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14:paraId="5092DDE3" w14:textId="77777777" w:rsidR="00E52109" w:rsidRDefault="00A034F3" w:rsidP="00A034F3">
            <w:pPr>
              <w:suppressAutoHyphens w:val="0"/>
              <w:jc w:val="right"/>
            </w:pPr>
            <w:r w:rsidRPr="00A034F3">
              <w:rPr>
                <w:sz w:val="40"/>
              </w:rPr>
              <w:t>ST</w:t>
            </w:r>
            <w:r>
              <w:t>/SG/AC.10/C.3/110</w:t>
            </w:r>
          </w:p>
        </w:tc>
      </w:tr>
      <w:tr w:rsidR="00E52109" w14:paraId="226C2F0B" w14:textId="77777777" w:rsidTr="000E7256">
        <w:trPr>
          <w:trHeight w:val="2835"/>
        </w:trPr>
        <w:tc>
          <w:tcPr>
            <w:tcW w:w="1259" w:type="dxa"/>
            <w:tcBorders>
              <w:top w:val="single" w:sz="4" w:space="0" w:color="auto"/>
              <w:left w:val="nil"/>
              <w:bottom w:val="single" w:sz="4" w:space="0" w:color="auto"/>
              <w:right w:val="nil"/>
            </w:tcBorders>
          </w:tcPr>
          <w:p w14:paraId="06268F02" w14:textId="77777777" w:rsidR="00E52109" w:rsidRDefault="00E52109" w:rsidP="006476E1">
            <w:pPr>
              <w:spacing w:before="120"/>
              <w:jc w:val="center"/>
            </w:pPr>
            <w:r>
              <w:rPr>
                <w:noProof/>
                <w:lang w:val="fr-CH" w:eastAsia="fr-CH"/>
              </w:rPr>
              <w:drawing>
                <wp:inline distT="0" distB="0" distL="0" distR="0" wp14:anchorId="5AF7AD1C" wp14:editId="6AB8F4E5">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4" w:space="0" w:color="auto"/>
              <w:right w:val="nil"/>
            </w:tcBorders>
          </w:tcPr>
          <w:p w14:paraId="1048F5C1" w14:textId="77777777" w:rsidR="00E52109" w:rsidRDefault="00D94B05" w:rsidP="006476E1">
            <w:pPr>
              <w:spacing w:before="120" w:line="420" w:lineRule="exact"/>
              <w:rPr>
                <w:b/>
                <w:sz w:val="40"/>
                <w:szCs w:val="40"/>
              </w:rPr>
            </w:pPr>
            <w:r>
              <w:rPr>
                <w:b/>
                <w:sz w:val="40"/>
                <w:szCs w:val="40"/>
              </w:rPr>
              <w:t>Secretariat</w:t>
            </w:r>
          </w:p>
        </w:tc>
        <w:tc>
          <w:tcPr>
            <w:tcW w:w="2930" w:type="dxa"/>
            <w:tcBorders>
              <w:top w:val="single" w:sz="4" w:space="0" w:color="auto"/>
              <w:left w:val="nil"/>
              <w:bottom w:val="single" w:sz="4" w:space="0" w:color="auto"/>
              <w:right w:val="nil"/>
            </w:tcBorders>
          </w:tcPr>
          <w:p w14:paraId="5A089F2A" w14:textId="77777777" w:rsidR="00D94B05" w:rsidRDefault="00A034F3" w:rsidP="00A034F3">
            <w:pPr>
              <w:suppressAutoHyphens w:val="0"/>
              <w:spacing w:before="240" w:line="240" w:lineRule="exact"/>
            </w:pPr>
            <w:r>
              <w:t xml:space="preserve">Distr.: </w:t>
            </w:r>
            <w:r w:rsidR="00544E5F">
              <w:t>general</w:t>
            </w:r>
          </w:p>
          <w:p w14:paraId="17CEF4FD" w14:textId="798B1B74" w:rsidR="00A034F3" w:rsidRDefault="00C627F4" w:rsidP="00A034F3">
            <w:pPr>
              <w:suppressAutoHyphens w:val="0"/>
              <w:spacing w:line="240" w:lineRule="exact"/>
            </w:pPr>
            <w:r>
              <w:t>1</w:t>
            </w:r>
            <w:r w:rsidR="00FF4628">
              <w:t>8</w:t>
            </w:r>
            <w:r w:rsidR="00544E5F">
              <w:t xml:space="preserve"> </w:t>
            </w:r>
            <w:r w:rsidR="00A034F3">
              <w:t>July 2019</w:t>
            </w:r>
          </w:p>
          <w:p w14:paraId="79994282" w14:textId="77777777" w:rsidR="00A034F3" w:rsidRDefault="00A034F3" w:rsidP="00A034F3">
            <w:pPr>
              <w:suppressAutoHyphens w:val="0"/>
              <w:spacing w:line="240" w:lineRule="exact"/>
            </w:pPr>
          </w:p>
          <w:p w14:paraId="079962B3" w14:textId="77777777" w:rsidR="00A034F3" w:rsidRDefault="00A034F3" w:rsidP="00A034F3">
            <w:pPr>
              <w:suppressAutoHyphens w:val="0"/>
              <w:spacing w:line="240" w:lineRule="exact"/>
            </w:pPr>
            <w:r>
              <w:t>Original: English</w:t>
            </w:r>
          </w:p>
        </w:tc>
      </w:tr>
    </w:tbl>
    <w:p w14:paraId="2B556D73" w14:textId="77777777" w:rsidR="00A034F3" w:rsidRPr="006500BA" w:rsidRDefault="00A034F3" w:rsidP="004858F5">
      <w:pPr>
        <w:spacing w:before="120"/>
        <w:rPr>
          <w:b/>
          <w:sz w:val="24"/>
          <w:szCs w:val="24"/>
        </w:rPr>
      </w:pPr>
      <w:r w:rsidRPr="006500BA">
        <w:rPr>
          <w:b/>
          <w:sz w:val="24"/>
          <w:szCs w:val="24"/>
        </w:rPr>
        <w:t>Committee of Experts on the Transport of Dangerous Goods</w:t>
      </w:r>
      <w:r w:rsidRPr="006500BA">
        <w:rPr>
          <w:b/>
          <w:sz w:val="24"/>
          <w:szCs w:val="24"/>
        </w:rPr>
        <w:br/>
        <w:t>and on the Globally Harmonized System of Classification</w:t>
      </w:r>
      <w:r w:rsidRPr="006500BA">
        <w:rPr>
          <w:b/>
          <w:sz w:val="24"/>
          <w:szCs w:val="24"/>
        </w:rPr>
        <w:br/>
        <w:t>and Labelling of Chemicals</w:t>
      </w:r>
    </w:p>
    <w:p w14:paraId="07548DF4" w14:textId="77777777" w:rsidR="00A034F3" w:rsidRPr="006500BA" w:rsidRDefault="00A034F3" w:rsidP="004858F5">
      <w:pPr>
        <w:spacing w:before="120"/>
        <w:rPr>
          <w:rFonts w:ascii="Helv" w:hAnsi="Helv" w:cs="Helv"/>
          <w:b/>
          <w:color w:val="000000"/>
        </w:rPr>
      </w:pPr>
      <w:r w:rsidRPr="006500BA">
        <w:rPr>
          <w:b/>
        </w:rPr>
        <w:t xml:space="preserve">Sub-Committee of Experts on the </w:t>
      </w:r>
      <w:r>
        <w:rPr>
          <w:b/>
        </w:rPr>
        <w:t>Transport of Dangerous Goods</w:t>
      </w:r>
    </w:p>
    <w:p w14:paraId="51D66D75" w14:textId="77777777" w:rsidR="00D27BB9" w:rsidRPr="00837B90" w:rsidRDefault="00D27BB9" w:rsidP="00D27BB9">
      <w:pPr>
        <w:pStyle w:val="HChG"/>
        <w:spacing w:before="240" w:after="120"/>
      </w:pPr>
      <w:r w:rsidRPr="00837B90">
        <w:tab/>
      </w:r>
      <w:r w:rsidRPr="00837B90">
        <w:tab/>
        <w:t>Report of the Sub-Committee of Experts on the Transport of Dangerous Goods on its fifty-</w:t>
      </w:r>
      <w:r w:rsidR="008D578D">
        <w:t>fifth</w:t>
      </w:r>
      <w:r w:rsidRPr="00837B90">
        <w:t xml:space="preserve"> session</w:t>
      </w:r>
    </w:p>
    <w:p w14:paraId="2A31F49A" w14:textId="77777777" w:rsidR="00D27BB9" w:rsidRPr="00837B90" w:rsidRDefault="00D27BB9" w:rsidP="00D27BB9">
      <w:pPr>
        <w:pStyle w:val="H23G"/>
        <w:spacing w:before="120" w:after="240"/>
        <w:rPr>
          <w:b w:val="0"/>
        </w:rPr>
      </w:pPr>
      <w:r w:rsidRPr="00837B90">
        <w:tab/>
      </w:r>
      <w:r w:rsidRPr="00837B90">
        <w:tab/>
      </w:r>
      <w:r w:rsidRPr="00837B90">
        <w:rPr>
          <w:b w:val="0"/>
        </w:rPr>
        <w:t xml:space="preserve">held in Geneva from </w:t>
      </w:r>
      <w:r w:rsidR="008D578D">
        <w:rPr>
          <w:b w:val="0"/>
        </w:rPr>
        <w:t>1 to 5 July 2019</w:t>
      </w:r>
    </w:p>
    <w:p w14:paraId="4FF6EE4E" w14:textId="77777777" w:rsidR="004F2069" w:rsidRPr="00E32CBA" w:rsidRDefault="004F2069" w:rsidP="00D27BB9">
      <w:pPr>
        <w:spacing w:line="200" w:lineRule="atLeast"/>
        <w:rPr>
          <w:sz w:val="28"/>
        </w:rPr>
      </w:pPr>
    </w:p>
    <w:p w14:paraId="59817C47" w14:textId="395D6BA2" w:rsidR="00D27BB9" w:rsidRPr="00BF42B4" w:rsidRDefault="00D27BB9" w:rsidP="00D27BB9">
      <w:pPr>
        <w:spacing w:line="200" w:lineRule="atLeast"/>
        <w:rPr>
          <w:sz w:val="28"/>
          <w:lang w:val="fr-CH"/>
        </w:rPr>
      </w:pPr>
      <w:r w:rsidRPr="00BF42B4">
        <w:rPr>
          <w:sz w:val="28"/>
          <w:lang w:val="fr-CH"/>
        </w:rPr>
        <w:t>Contents</w:t>
      </w:r>
    </w:p>
    <w:p w14:paraId="5789A2CF" w14:textId="77777777" w:rsidR="00D27BB9" w:rsidRPr="00BF42B4" w:rsidRDefault="00D27BB9" w:rsidP="00D27BB9">
      <w:pPr>
        <w:tabs>
          <w:tab w:val="right" w:pos="8929"/>
          <w:tab w:val="right" w:pos="9638"/>
        </w:tabs>
        <w:spacing w:after="120"/>
        <w:ind w:left="283"/>
        <w:rPr>
          <w:lang w:val="fr-CH"/>
        </w:rPr>
      </w:pPr>
      <w:r w:rsidRPr="00BF42B4">
        <w:rPr>
          <w:i/>
          <w:sz w:val="18"/>
          <w:lang w:val="fr-CH"/>
        </w:rPr>
        <w:tab/>
      </w:r>
      <w:proofErr w:type="spellStart"/>
      <w:r w:rsidRPr="00BF42B4">
        <w:rPr>
          <w:i/>
          <w:sz w:val="18"/>
          <w:lang w:val="fr-CH"/>
        </w:rPr>
        <w:t>Paragraphs</w:t>
      </w:r>
      <w:proofErr w:type="spellEnd"/>
      <w:r w:rsidRPr="00BF42B4">
        <w:rPr>
          <w:i/>
          <w:sz w:val="18"/>
          <w:lang w:val="fr-CH"/>
        </w:rPr>
        <w:tab/>
        <w:t>Page</w:t>
      </w:r>
    </w:p>
    <w:p w14:paraId="411B12FE" w14:textId="12CD3803" w:rsidR="004F2069" w:rsidRDefault="004F2069" w:rsidP="004F2069">
      <w:pPr>
        <w:tabs>
          <w:tab w:val="right" w:pos="850"/>
          <w:tab w:val="left" w:pos="1134"/>
          <w:tab w:val="left" w:pos="1559"/>
          <w:tab w:val="left" w:pos="1984"/>
          <w:tab w:val="left" w:leader="dot" w:pos="7654"/>
          <w:tab w:val="right" w:pos="8929"/>
          <w:tab w:val="right" w:pos="9638"/>
        </w:tabs>
        <w:spacing w:after="120"/>
        <w:rPr>
          <w:lang w:val="fr-CH"/>
        </w:rPr>
      </w:pPr>
      <w:r>
        <w:rPr>
          <w:lang w:val="fr-CH"/>
        </w:rPr>
        <w:tab/>
        <w:t>I.</w:t>
      </w:r>
      <w:r>
        <w:rPr>
          <w:lang w:val="fr-CH"/>
        </w:rPr>
        <w:tab/>
        <w:t>Attendance</w:t>
      </w:r>
      <w:r>
        <w:rPr>
          <w:lang w:val="fr-CH"/>
        </w:rPr>
        <w:tab/>
      </w:r>
      <w:r>
        <w:rPr>
          <w:lang w:val="fr-CH"/>
        </w:rPr>
        <w:tab/>
      </w:r>
      <w:r w:rsidR="00273F21">
        <w:rPr>
          <w:lang w:val="fr-CH"/>
        </w:rPr>
        <w:t>1-6</w:t>
      </w:r>
      <w:r w:rsidR="00273F21">
        <w:rPr>
          <w:lang w:val="fr-CH"/>
        </w:rPr>
        <w:tab/>
        <w:t>5</w:t>
      </w:r>
    </w:p>
    <w:p w14:paraId="46B46474" w14:textId="6C6E7E52" w:rsidR="004F2069" w:rsidRDefault="004F2069" w:rsidP="004F2069">
      <w:pPr>
        <w:tabs>
          <w:tab w:val="right" w:pos="850"/>
          <w:tab w:val="left" w:pos="1134"/>
          <w:tab w:val="left" w:pos="1559"/>
          <w:tab w:val="left" w:pos="1984"/>
          <w:tab w:val="left" w:leader="dot" w:pos="7654"/>
          <w:tab w:val="right" w:pos="8929"/>
          <w:tab w:val="right" w:pos="9638"/>
        </w:tabs>
        <w:spacing w:after="120"/>
      </w:pPr>
      <w:r>
        <w:rPr>
          <w:lang w:val="fr-CH"/>
        </w:rPr>
        <w:tab/>
      </w:r>
      <w:r>
        <w:t>II.</w:t>
      </w:r>
      <w:r>
        <w:tab/>
        <w:t>Opening of the session</w:t>
      </w:r>
      <w:r>
        <w:tab/>
      </w:r>
      <w:r>
        <w:tab/>
      </w:r>
      <w:r w:rsidR="00273F21">
        <w:t>7</w:t>
      </w:r>
      <w:r w:rsidR="00273F21">
        <w:tab/>
        <w:t>5</w:t>
      </w:r>
    </w:p>
    <w:p w14:paraId="117E893D" w14:textId="37B8D4FC"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Changes in the secretariat</w:t>
      </w:r>
      <w:r>
        <w:tab/>
      </w:r>
      <w:r>
        <w:tab/>
      </w:r>
      <w:r w:rsidR="00273F21">
        <w:t>7</w:t>
      </w:r>
      <w:r w:rsidR="00273F21">
        <w:tab/>
        <w:t>5</w:t>
      </w:r>
    </w:p>
    <w:p w14:paraId="3E63AD7F" w14:textId="561D63BC" w:rsidR="004F2069" w:rsidRDefault="004F2069" w:rsidP="004F2069">
      <w:pPr>
        <w:tabs>
          <w:tab w:val="right" w:pos="850"/>
          <w:tab w:val="left" w:pos="1134"/>
          <w:tab w:val="left" w:pos="1559"/>
          <w:tab w:val="left" w:pos="1984"/>
          <w:tab w:val="left" w:leader="dot" w:pos="7654"/>
          <w:tab w:val="right" w:pos="8929"/>
          <w:tab w:val="right" w:pos="9638"/>
        </w:tabs>
        <w:spacing w:after="120"/>
      </w:pPr>
      <w:r>
        <w:tab/>
        <w:t>III.</w:t>
      </w:r>
      <w:r>
        <w:tab/>
        <w:t>Adoption of the agenda (agenda item 1)</w:t>
      </w:r>
      <w:r>
        <w:tab/>
      </w:r>
      <w:r>
        <w:tab/>
      </w:r>
      <w:r w:rsidR="00273F21">
        <w:t>8-12</w:t>
      </w:r>
      <w:r w:rsidR="00273F21">
        <w:tab/>
        <w:t>6</w:t>
      </w:r>
    </w:p>
    <w:p w14:paraId="1103ADCB" w14:textId="5F5EC4BD"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ECOSOC Resolution 2019/7 and status of publications</w:t>
      </w:r>
      <w:r>
        <w:tab/>
      </w:r>
      <w:r>
        <w:tab/>
      </w:r>
      <w:r w:rsidR="00273F21">
        <w:t>11-12</w:t>
      </w:r>
      <w:r w:rsidR="00273F21">
        <w:tab/>
        <w:t>6</w:t>
      </w:r>
    </w:p>
    <w:p w14:paraId="552EF141" w14:textId="297DA251" w:rsidR="004F2069" w:rsidRDefault="004F2069" w:rsidP="004F2069">
      <w:pPr>
        <w:tabs>
          <w:tab w:val="right" w:pos="850"/>
          <w:tab w:val="left" w:pos="1134"/>
          <w:tab w:val="left" w:pos="1559"/>
          <w:tab w:val="left" w:pos="1984"/>
          <w:tab w:val="left" w:leader="dot" w:pos="7654"/>
          <w:tab w:val="right" w:pos="8929"/>
          <w:tab w:val="right" w:pos="9638"/>
        </w:tabs>
        <w:spacing w:after="120"/>
        <w:rPr>
          <w:bCs/>
        </w:rPr>
      </w:pPr>
      <w:r>
        <w:tab/>
        <w:t>IV.</w:t>
      </w:r>
      <w:r>
        <w:tab/>
        <w:t>Explosives and related matters (agenda item 2)</w:t>
      </w:r>
      <w:r>
        <w:rPr>
          <w:bCs/>
        </w:rPr>
        <w:tab/>
      </w:r>
      <w:r>
        <w:rPr>
          <w:bCs/>
        </w:rPr>
        <w:tab/>
      </w:r>
      <w:r w:rsidR="00273F21">
        <w:rPr>
          <w:bCs/>
        </w:rPr>
        <w:t>13-33</w:t>
      </w:r>
      <w:r w:rsidR="00273F21">
        <w:rPr>
          <w:bCs/>
        </w:rPr>
        <w:tab/>
        <w:t>6</w:t>
      </w:r>
    </w:p>
    <w:p w14:paraId="04EA2069" w14:textId="35F2247E" w:rsidR="004F2069" w:rsidRDefault="004F2069" w:rsidP="004F2069">
      <w:pPr>
        <w:tabs>
          <w:tab w:val="right" w:pos="850"/>
          <w:tab w:val="left" w:pos="1134"/>
          <w:tab w:val="left" w:pos="1559"/>
          <w:tab w:val="left" w:pos="1984"/>
          <w:tab w:val="left" w:leader="dot" w:pos="7654"/>
          <w:tab w:val="right" w:pos="8929"/>
          <w:tab w:val="right" w:pos="9638"/>
        </w:tabs>
        <w:spacing w:after="120"/>
      </w:pPr>
      <w:r>
        <w:rPr>
          <w:bCs/>
        </w:rPr>
        <w:tab/>
      </w:r>
      <w:r>
        <w:rPr>
          <w:bCs/>
        </w:rPr>
        <w:tab/>
      </w:r>
      <w:r>
        <w:t>Report of the Working Group on Explosives</w:t>
      </w:r>
      <w:r>
        <w:tab/>
      </w:r>
      <w:r>
        <w:tab/>
      </w:r>
      <w:r w:rsidR="00273F21">
        <w:t>15-33</w:t>
      </w:r>
      <w:r w:rsidR="00273F21">
        <w:tab/>
        <w:t>6</w:t>
      </w:r>
    </w:p>
    <w:p w14:paraId="24EA0ECC" w14:textId="6C7E6696"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A.</w:t>
      </w:r>
      <w:r>
        <w:tab/>
        <w:t>Review of Test Series 6</w:t>
      </w:r>
      <w:r>
        <w:tab/>
      </w:r>
      <w:r>
        <w:tab/>
      </w:r>
      <w:r w:rsidR="00273F21">
        <w:t>16</w:t>
      </w:r>
      <w:r w:rsidR="00273F21">
        <w:tab/>
        <w:t>7</w:t>
      </w:r>
    </w:p>
    <w:p w14:paraId="424679DB" w14:textId="39E9264E"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B.</w:t>
      </w:r>
      <w:r>
        <w:tab/>
        <w:t>Improvement of Test Series 8</w:t>
      </w:r>
      <w:r>
        <w:tab/>
      </w:r>
      <w:r>
        <w:tab/>
      </w:r>
      <w:r w:rsidR="00273F21">
        <w:t>17</w:t>
      </w:r>
      <w:r w:rsidR="00273F21">
        <w:tab/>
        <w:t>7</w:t>
      </w:r>
    </w:p>
    <w:p w14:paraId="24BDA6EB" w14:textId="45E1EF4F"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C.</w:t>
      </w:r>
      <w:r>
        <w:tab/>
        <w:t>Review of tests in parts I, II and III of the Manual of Tests and Criteria</w:t>
      </w:r>
      <w:r>
        <w:tab/>
      </w:r>
      <w:r>
        <w:tab/>
      </w:r>
      <w:r w:rsidR="00273F21">
        <w:t>18-19</w:t>
      </w:r>
      <w:r w:rsidR="00273F21">
        <w:tab/>
        <w:t>7</w:t>
      </w:r>
    </w:p>
    <w:p w14:paraId="1AB94F7A" w14:textId="2B54D873"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r>
      <w:r>
        <w:tab/>
        <w:t>1.</w:t>
      </w:r>
      <w:r>
        <w:tab/>
        <w:t>Explanatory text about applicable temperature limits in Appendix 6</w:t>
      </w:r>
      <w:r>
        <w:br/>
      </w:r>
      <w:r>
        <w:tab/>
      </w:r>
      <w:r>
        <w:tab/>
      </w:r>
      <w:r>
        <w:tab/>
      </w:r>
      <w:r>
        <w:tab/>
        <w:t>of the Manual of Tests and Criteria</w:t>
      </w:r>
      <w:r>
        <w:tab/>
      </w:r>
      <w:r>
        <w:tab/>
      </w:r>
      <w:r w:rsidR="00273F21">
        <w:t>18</w:t>
      </w:r>
      <w:r w:rsidR="00273F21">
        <w:tab/>
        <w:t>7</w:t>
      </w:r>
    </w:p>
    <w:p w14:paraId="522AC772" w14:textId="5C91945E"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r>
      <w:r>
        <w:tab/>
        <w:t>2.</w:t>
      </w:r>
      <w:r>
        <w:tab/>
        <w:t>Aligning the assessment with the purpose of Test Series 4(b)(ii)</w:t>
      </w:r>
      <w:r>
        <w:tab/>
      </w:r>
      <w:r>
        <w:tab/>
      </w:r>
      <w:r w:rsidR="00273F21">
        <w:t>19</w:t>
      </w:r>
      <w:r w:rsidR="00273F21">
        <w:tab/>
        <w:t>7</w:t>
      </w:r>
    </w:p>
    <w:p w14:paraId="4E324F3C" w14:textId="3C0AEFA7"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D.</w:t>
      </w:r>
      <w:r>
        <w:tab/>
        <w:t>“UN” standard detonators</w:t>
      </w:r>
      <w:r>
        <w:tab/>
      </w:r>
      <w:r>
        <w:tab/>
      </w:r>
      <w:r w:rsidR="00273F21">
        <w:t>20</w:t>
      </w:r>
      <w:r w:rsidR="00273F21">
        <w:tab/>
        <w:t>8</w:t>
      </w:r>
    </w:p>
    <w:p w14:paraId="7B167D12" w14:textId="2CEC623B"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E.</w:t>
      </w:r>
      <w:r>
        <w:tab/>
        <w:t>Review of packing instruction for explosives</w:t>
      </w:r>
      <w:r>
        <w:tab/>
      </w:r>
      <w:r>
        <w:tab/>
      </w:r>
      <w:r w:rsidR="00273F21">
        <w:t>21</w:t>
      </w:r>
      <w:r w:rsidR="00273F21">
        <w:tab/>
        <w:t>8</w:t>
      </w:r>
    </w:p>
    <w:p w14:paraId="28C9184C" w14:textId="022D31A6"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F.</w:t>
      </w:r>
      <w:r>
        <w:tab/>
        <w:t>Application of security provisions to explosives N.</w:t>
      </w:r>
      <w:proofErr w:type="gramStart"/>
      <w:r>
        <w:t>O.S</w:t>
      </w:r>
      <w:proofErr w:type="gramEnd"/>
      <w:r>
        <w:tab/>
      </w:r>
      <w:r>
        <w:tab/>
      </w:r>
      <w:r w:rsidR="00273F21">
        <w:t>22</w:t>
      </w:r>
      <w:r w:rsidR="00273F21">
        <w:tab/>
        <w:t>8</w:t>
      </w:r>
    </w:p>
    <w:p w14:paraId="45B5DFB8" w14:textId="5B5C2DAA"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G.</w:t>
      </w:r>
      <w:r>
        <w:tab/>
        <w:t>Test N.1 for readily combustible solids</w:t>
      </w:r>
      <w:r>
        <w:tab/>
      </w:r>
      <w:r>
        <w:tab/>
      </w:r>
      <w:r w:rsidR="00273F21">
        <w:t>23</w:t>
      </w:r>
      <w:r w:rsidR="00273F21">
        <w:tab/>
        <w:t>8</w:t>
      </w:r>
    </w:p>
    <w:p w14:paraId="6D5473F4" w14:textId="612FDDDD"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H.</w:t>
      </w:r>
      <w:r>
        <w:tab/>
        <w:t>Review of Chapter 2.1 of the GHS</w:t>
      </w:r>
      <w:r>
        <w:tab/>
      </w:r>
      <w:r>
        <w:tab/>
      </w:r>
      <w:r w:rsidR="00273F21">
        <w:t>24-26</w:t>
      </w:r>
      <w:r w:rsidR="00273F21">
        <w:tab/>
        <w:t>8</w:t>
      </w:r>
    </w:p>
    <w:p w14:paraId="5BF136E0" w14:textId="31D6AC28"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I.</w:t>
      </w:r>
      <w:r>
        <w:tab/>
        <w:t>Energetic samples</w:t>
      </w:r>
      <w:r>
        <w:tab/>
      </w:r>
      <w:r>
        <w:tab/>
      </w:r>
      <w:r w:rsidR="00273F21">
        <w:t>27</w:t>
      </w:r>
      <w:r w:rsidR="00273F21">
        <w:tab/>
        <w:t>8</w:t>
      </w:r>
    </w:p>
    <w:p w14:paraId="4FD3041E" w14:textId="765181F3" w:rsidR="004F2069" w:rsidRDefault="004F2069" w:rsidP="004F2069">
      <w:pPr>
        <w:tabs>
          <w:tab w:val="right" w:pos="850"/>
          <w:tab w:val="left" w:pos="1134"/>
          <w:tab w:val="left" w:pos="1559"/>
          <w:tab w:val="left" w:pos="1984"/>
          <w:tab w:val="left" w:leader="dot" w:pos="7654"/>
          <w:tab w:val="right" w:pos="8929"/>
          <w:tab w:val="right" w:pos="9638"/>
        </w:tabs>
        <w:spacing w:after="120"/>
      </w:pPr>
      <w:r>
        <w:lastRenderedPageBreak/>
        <w:tab/>
      </w:r>
      <w:r>
        <w:tab/>
        <w:t>J.</w:t>
      </w:r>
      <w:r>
        <w:tab/>
        <w:t>Issues related to the definition of explosives</w:t>
      </w:r>
      <w:r>
        <w:tab/>
      </w:r>
      <w:r>
        <w:tab/>
      </w:r>
      <w:r w:rsidR="00273F21">
        <w:t>28</w:t>
      </w:r>
      <w:r w:rsidR="00273F21">
        <w:tab/>
        <w:t>9</w:t>
      </w:r>
    </w:p>
    <w:p w14:paraId="6D51DD72" w14:textId="122C3FD4"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K.</w:t>
      </w:r>
      <w:r>
        <w:tab/>
        <w:t>Review of packaging and transport requirements for ANEs</w:t>
      </w:r>
      <w:r>
        <w:tab/>
      </w:r>
      <w:r>
        <w:tab/>
      </w:r>
      <w:r w:rsidR="00273F21">
        <w:t>29</w:t>
      </w:r>
      <w:r w:rsidR="00273F21">
        <w:tab/>
        <w:t>9</w:t>
      </w:r>
    </w:p>
    <w:p w14:paraId="78A9437D" w14:textId="544D9738"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L.</w:t>
      </w:r>
      <w:r>
        <w:tab/>
        <w:t>Miscellaneous</w:t>
      </w:r>
      <w:r>
        <w:tab/>
      </w:r>
      <w:r>
        <w:tab/>
      </w:r>
      <w:r w:rsidR="00273F21">
        <w:t>30-33</w:t>
      </w:r>
      <w:r w:rsidR="00273F21">
        <w:tab/>
        <w:t>9</w:t>
      </w:r>
    </w:p>
    <w:p w14:paraId="108F13F7" w14:textId="2D34FA0A"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r>
      <w:r>
        <w:tab/>
        <w:t>1.</w:t>
      </w:r>
      <w:r>
        <w:tab/>
        <w:t>Clarification to the regulatory construct of Class 1</w:t>
      </w:r>
      <w:r>
        <w:br/>
      </w:r>
      <w:r>
        <w:tab/>
      </w:r>
      <w:r>
        <w:tab/>
      </w:r>
      <w:r>
        <w:tab/>
      </w:r>
      <w:r>
        <w:tab/>
        <w:t>compatibility groups, taking into account group S</w:t>
      </w:r>
      <w:r>
        <w:tab/>
      </w:r>
      <w:r>
        <w:tab/>
      </w:r>
      <w:r w:rsidR="00273F21">
        <w:t>30-31</w:t>
      </w:r>
      <w:r w:rsidR="00273F21">
        <w:tab/>
        <w:t>9</w:t>
      </w:r>
    </w:p>
    <w:p w14:paraId="5BFDA074" w14:textId="561CB399"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r>
      <w:r>
        <w:tab/>
        <w:t>2.</w:t>
      </w:r>
      <w:r>
        <w:tab/>
        <w:t>Removing the net explosives mass documentation</w:t>
      </w:r>
      <w:r>
        <w:br/>
      </w:r>
      <w:r>
        <w:tab/>
      </w:r>
      <w:r>
        <w:tab/>
      </w:r>
      <w:r>
        <w:tab/>
      </w:r>
      <w:r>
        <w:tab/>
        <w:t>requirement for Division 1.4</w:t>
      </w:r>
      <w:r>
        <w:tab/>
      </w:r>
      <w:r>
        <w:tab/>
      </w:r>
      <w:r w:rsidR="00273F21">
        <w:t>32</w:t>
      </w:r>
      <w:r w:rsidR="00273F21">
        <w:tab/>
        <w:t>9</w:t>
      </w:r>
    </w:p>
    <w:p w14:paraId="2C01650C" w14:textId="2AE714C4"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r>
      <w:r>
        <w:tab/>
        <w:t>3.</w:t>
      </w:r>
      <w:r>
        <w:tab/>
        <w:t>Classification of a pyrotechnic article “</w:t>
      </w:r>
      <w:proofErr w:type="spellStart"/>
      <w:r>
        <w:t>Aquaflamme</w:t>
      </w:r>
      <w:proofErr w:type="spellEnd"/>
      <w:r>
        <w:t>”</w:t>
      </w:r>
      <w:r>
        <w:tab/>
      </w:r>
      <w:r>
        <w:tab/>
      </w:r>
      <w:r w:rsidR="00273F21">
        <w:t>33</w:t>
      </w:r>
      <w:r w:rsidR="00273F21">
        <w:tab/>
        <w:t>10</w:t>
      </w:r>
    </w:p>
    <w:p w14:paraId="4C8E4E35" w14:textId="2ACB6932" w:rsidR="004F2069" w:rsidRDefault="004F2069" w:rsidP="004F2069">
      <w:pPr>
        <w:tabs>
          <w:tab w:val="right" w:pos="850"/>
          <w:tab w:val="left" w:pos="1134"/>
          <w:tab w:val="left" w:pos="1559"/>
          <w:tab w:val="left" w:pos="1984"/>
          <w:tab w:val="left" w:leader="dot" w:pos="7654"/>
          <w:tab w:val="right" w:pos="8929"/>
          <w:tab w:val="right" w:pos="9638"/>
        </w:tabs>
        <w:spacing w:after="120"/>
      </w:pPr>
      <w:r>
        <w:rPr>
          <w:bCs/>
        </w:rPr>
        <w:tab/>
        <w:t>V</w:t>
      </w:r>
      <w:r>
        <w:rPr>
          <w:bCs/>
        </w:rPr>
        <w:tab/>
      </w:r>
      <w:r>
        <w:t>Listing, classification and packing (agenda item 3)</w:t>
      </w:r>
      <w:r>
        <w:tab/>
      </w:r>
      <w:r>
        <w:tab/>
      </w:r>
      <w:r w:rsidR="00273F21">
        <w:t>34-48</w:t>
      </w:r>
      <w:r w:rsidR="00273F21">
        <w:tab/>
        <w:t>10</w:t>
      </w:r>
    </w:p>
    <w:p w14:paraId="0A5B20B9" w14:textId="1E879968"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A.</w:t>
      </w:r>
      <w:r>
        <w:tab/>
        <w:t>Scope of special provision 274</w:t>
      </w:r>
      <w:r>
        <w:tab/>
      </w:r>
      <w:r>
        <w:tab/>
      </w:r>
      <w:r w:rsidR="00273F21">
        <w:t>34</w:t>
      </w:r>
      <w:r w:rsidR="00273F21">
        <w:tab/>
        <w:t>10</w:t>
      </w:r>
    </w:p>
    <w:p w14:paraId="65030809" w14:textId="2881D6F0" w:rsidR="004F2069" w:rsidRDefault="004F2069" w:rsidP="004B0587">
      <w:pPr>
        <w:tabs>
          <w:tab w:val="right" w:pos="850"/>
          <w:tab w:val="left" w:pos="1134"/>
          <w:tab w:val="left" w:pos="1559"/>
          <w:tab w:val="left" w:pos="1984"/>
          <w:tab w:val="left" w:leader="dot" w:pos="7654"/>
          <w:tab w:val="right" w:pos="8929"/>
          <w:tab w:val="right" w:pos="9638"/>
        </w:tabs>
        <w:spacing w:after="120"/>
      </w:pPr>
      <w:r>
        <w:tab/>
      </w:r>
      <w:r>
        <w:tab/>
        <w:t>B.</w:t>
      </w:r>
      <w:r>
        <w:tab/>
        <w:t>Organic peroxides, new formulations to be listed in 2.5.3.2.4 and portable</w:t>
      </w:r>
      <w:r>
        <w:br/>
      </w:r>
      <w:r>
        <w:tab/>
      </w:r>
      <w:r>
        <w:tab/>
      </w:r>
      <w:r>
        <w:tab/>
        <w:t>tank instruction T3</w:t>
      </w:r>
      <w:r>
        <w:tab/>
      </w:r>
      <w:r>
        <w:tab/>
      </w:r>
      <w:r w:rsidR="00273F21">
        <w:t>35</w:t>
      </w:r>
      <w:r w:rsidR="00273F21">
        <w:tab/>
        <w:t>10</w:t>
      </w:r>
    </w:p>
    <w:p w14:paraId="40582F44" w14:textId="05C0BF0C"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C.</w:t>
      </w:r>
      <w:r>
        <w:tab/>
        <w:t>Exemptions for polymerizing substances</w:t>
      </w:r>
      <w:r>
        <w:tab/>
      </w:r>
      <w:r>
        <w:tab/>
      </w:r>
      <w:r w:rsidR="00273F21">
        <w:t>36-37</w:t>
      </w:r>
      <w:r w:rsidR="00273F21">
        <w:tab/>
        <w:t>10</w:t>
      </w:r>
    </w:p>
    <w:p w14:paraId="121A100F" w14:textId="3C4F4372"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D.</w:t>
      </w:r>
      <w:r>
        <w:tab/>
        <w:t>Scope of 4.1.2.2</w:t>
      </w:r>
      <w:r>
        <w:tab/>
      </w:r>
      <w:r>
        <w:tab/>
      </w:r>
      <w:r w:rsidR="00273F21">
        <w:t>38-39</w:t>
      </w:r>
      <w:r w:rsidR="00273F21">
        <w:tab/>
        <w:t>11</w:t>
      </w:r>
    </w:p>
    <w:p w14:paraId="0CE6C673" w14:textId="5EB1F858"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E.</w:t>
      </w:r>
      <w:r>
        <w:tab/>
        <w:t>Carriage of packaging for disposal or recycling</w:t>
      </w:r>
      <w:r>
        <w:tab/>
      </w:r>
      <w:r>
        <w:tab/>
      </w:r>
      <w:r w:rsidR="00273F21">
        <w:t>40-41</w:t>
      </w:r>
      <w:r w:rsidR="00273F21">
        <w:tab/>
        <w:t>11</w:t>
      </w:r>
    </w:p>
    <w:p w14:paraId="0C57E9B2" w14:textId="3BE1DE14"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F.</w:t>
      </w:r>
      <w:r>
        <w:tab/>
        <w:t>Special provision 363</w:t>
      </w:r>
      <w:r>
        <w:tab/>
      </w:r>
      <w:r>
        <w:tab/>
      </w:r>
      <w:r w:rsidR="00273F21">
        <w:t>42</w:t>
      </w:r>
      <w:r w:rsidR="00273F21">
        <w:tab/>
        <w:t>11</w:t>
      </w:r>
    </w:p>
    <w:p w14:paraId="23AD02D2" w14:textId="23445632"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G.</w:t>
      </w:r>
      <w:r>
        <w:tab/>
        <w:t>Revision of the Spanish name of the UN numbers</w:t>
      </w:r>
      <w:r>
        <w:tab/>
      </w:r>
      <w:r>
        <w:tab/>
      </w:r>
      <w:r w:rsidR="00273F21">
        <w:t>43</w:t>
      </w:r>
      <w:r w:rsidR="00273F21">
        <w:tab/>
        <w:t>11</w:t>
      </w:r>
    </w:p>
    <w:p w14:paraId="3F51EBC2" w14:textId="7B5944B1"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H.</w:t>
      </w:r>
      <w:r>
        <w:tab/>
        <w:t>Transport of transformers with gas cylinders</w:t>
      </w:r>
      <w:r>
        <w:tab/>
      </w:r>
      <w:r>
        <w:tab/>
      </w:r>
      <w:r w:rsidR="00273F21">
        <w:t>44</w:t>
      </w:r>
      <w:r w:rsidR="00273F21">
        <w:tab/>
        <w:t>12</w:t>
      </w:r>
    </w:p>
    <w:p w14:paraId="44CE5787" w14:textId="4044BF1F"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I.</w:t>
      </w:r>
      <w:r>
        <w:tab/>
        <w:t>Request for a new UN number and Packing Group for refined cobalt</w:t>
      </w:r>
      <w:r>
        <w:br/>
      </w:r>
      <w:r>
        <w:tab/>
      </w:r>
      <w:r>
        <w:tab/>
      </w:r>
      <w:r>
        <w:tab/>
      </w:r>
      <w:proofErr w:type="spellStart"/>
      <w:r>
        <w:t>dihydroxide</w:t>
      </w:r>
      <w:proofErr w:type="spellEnd"/>
      <w:r>
        <w:t xml:space="preserve"> powder, and to review Class 6.1 and packing group</w:t>
      </w:r>
      <w:r>
        <w:br/>
      </w:r>
      <w:r>
        <w:tab/>
      </w:r>
      <w:r>
        <w:tab/>
      </w:r>
      <w:r>
        <w:tab/>
        <w:t>as currently equated to GHS classification for inhalation toxicity</w:t>
      </w:r>
      <w:r>
        <w:tab/>
      </w:r>
      <w:r>
        <w:tab/>
      </w:r>
      <w:r w:rsidR="00273F21">
        <w:t>45</w:t>
      </w:r>
      <w:r w:rsidR="00273F21">
        <w:tab/>
        <w:t>12</w:t>
      </w:r>
    </w:p>
    <w:p w14:paraId="3B00BF05" w14:textId="52D52B11"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J.</w:t>
      </w:r>
      <w:r>
        <w:tab/>
        <w:t>Limited and excepted quantities</w:t>
      </w:r>
      <w:r>
        <w:tab/>
      </w:r>
      <w:r>
        <w:tab/>
      </w:r>
      <w:r w:rsidR="00273F21">
        <w:t>46</w:t>
      </w:r>
      <w:r w:rsidR="00273F21">
        <w:tab/>
        <w:t>12</w:t>
      </w:r>
    </w:p>
    <w:p w14:paraId="26ACE8A7" w14:textId="05A3000A"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K.</w:t>
      </w:r>
      <w:r>
        <w:tab/>
        <w:t>Environmentally hazardous articles (living organisms)</w:t>
      </w:r>
      <w:r>
        <w:tab/>
      </w:r>
      <w:r>
        <w:tab/>
      </w:r>
      <w:r w:rsidR="00273F21">
        <w:t>47</w:t>
      </w:r>
      <w:r w:rsidR="00273F21">
        <w:tab/>
        <w:t>12</w:t>
      </w:r>
    </w:p>
    <w:p w14:paraId="52660D3B" w14:textId="7055B6BD"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L.</w:t>
      </w:r>
      <w:r>
        <w:tab/>
        <w:t>Fire suppression devices that are initiated by an explosive</w:t>
      </w:r>
      <w:r>
        <w:tab/>
      </w:r>
      <w:r>
        <w:tab/>
      </w:r>
      <w:r w:rsidR="00273F21">
        <w:t>48</w:t>
      </w:r>
      <w:r w:rsidR="00273F21">
        <w:tab/>
        <w:t>12</w:t>
      </w:r>
    </w:p>
    <w:p w14:paraId="301683F9" w14:textId="05CDB003" w:rsidR="004F2069" w:rsidRDefault="004F2069" w:rsidP="004F2069">
      <w:pPr>
        <w:tabs>
          <w:tab w:val="right" w:pos="850"/>
          <w:tab w:val="left" w:pos="1134"/>
          <w:tab w:val="left" w:pos="1559"/>
          <w:tab w:val="left" w:pos="1984"/>
          <w:tab w:val="left" w:leader="dot" w:pos="7654"/>
          <w:tab w:val="right" w:pos="8929"/>
          <w:tab w:val="right" w:pos="9638"/>
        </w:tabs>
        <w:spacing w:after="120"/>
      </w:pPr>
      <w:r>
        <w:rPr>
          <w:bCs/>
        </w:rPr>
        <w:tab/>
      </w:r>
      <w:r>
        <w:t>VI.</w:t>
      </w:r>
      <w:r>
        <w:tab/>
        <w:t>Electric storage system (agenda item 4)</w:t>
      </w:r>
      <w:r>
        <w:tab/>
      </w:r>
      <w:r>
        <w:tab/>
      </w:r>
      <w:r w:rsidR="00273F21">
        <w:t>49-66</w:t>
      </w:r>
      <w:r w:rsidR="00273F21">
        <w:tab/>
        <w:t>13</w:t>
      </w:r>
    </w:p>
    <w:p w14:paraId="6AD1C4BE" w14:textId="079A9614" w:rsidR="004F2069" w:rsidRDefault="004F2069" w:rsidP="004F2069">
      <w:pPr>
        <w:pStyle w:val="ListParagraph"/>
        <w:numPr>
          <w:ilvl w:val="0"/>
          <w:numId w:val="45"/>
        </w:numPr>
        <w:tabs>
          <w:tab w:val="right" w:pos="850"/>
          <w:tab w:val="left" w:pos="1134"/>
          <w:tab w:val="left" w:pos="1559"/>
          <w:tab w:val="left" w:pos="1984"/>
          <w:tab w:val="left" w:leader="dot" w:pos="7654"/>
          <w:tab w:val="right" w:pos="8929"/>
          <w:tab w:val="right" w:pos="9638"/>
        </w:tabs>
        <w:spacing w:after="120"/>
        <w:rPr>
          <w:bCs/>
        </w:rPr>
      </w:pPr>
      <w:r>
        <w:rPr>
          <w:bCs/>
        </w:rPr>
        <w:t>Testing of lithium batteries</w:t>
      </w:r>
      <w:r>
        <w:rPr>
          <w:bCs/>
        </w:rPr>
        <w:tab/>
      </w:r>
      <w:r>
        <w:rPr>
          <w:bCs/>
        </w:rPr>
        <w:tab/>
      </w:r>
      <w:r w:rsidR="00273F21">
        <w:rPr>
          <w:bCs/>
        </w:rPr>
        <w:t>49-52</w:t>
      </w:r>
      <w:r w:rsidR="00273F21">
        <w:rPr>
          <w:bCs/>
        </w:rPr>
        <w:tab/>
        <w:t>13</w:t>
      </w:r>
    </w:p>
    <w:p w14:paraId="0C758C56" w14:textId="18A55F33" w:rsidR="004F2069" w:rsidRDefault="004F2069" w:rsidP="004F2069">
      <w:pPr>
        <w:tabs>
          <w:tab w:val="right" w:pos="850"/>
          <w:tab w:val="left" w:pos="1134"/>
          <w:tab w:val="left" w:pos="1559"/>
          <w:tab w:val="left" w:pos="1984"/>
          <w:tab w:val="left" w:leader="dot" w:pos="7654"/>
          <w:tab w:val="right" w:pos="8929"/>
          <w:tab w:val="right" w:pos="9638"/>
        </w:tabs>
        <w:spacing w:after="120"/>
        <w:ind w:left="1560"/>
        <w:rPr>
          <w:bCs/>
        </w:rPr>
      </w:pPr>
      <w:r>
        <w:rPr>
          <w:bCs/>
        </w:rPr>
        <w:t>1.</w:t>
      </w:r>
      <w:r>
        <w:rPr>
          <w:bCs/>
        </w:rPr>
        <w:tab/>
        <w:t>Transport requirements for small, wireless audio headphones,</w:t>
      </w:r>
      <w:r>
        <w:rPr>
          <w:bCs/>
        </w:rPr>
        <w:br/>
      </w:r>
      <w:r>
        <w:rPr>
          <w:bCs/>
        </w:rPr>
        <w:tab/>
        <w:t>hearing aids and charging cases</w:t>
      </w:r>
      <w:r>
        <w:rPr>
          <w:bCs/>
        </w:rPr>
        <w:tab/>
      </w:r>
      <w:r>
        <w:rPr>
          <w:bCs/>
        </w:rPr>
        <w:tab/>
      </w:r>
      <w:r w:rsidR="00273F21">
        <w:rPr>
          <w:bCs/>
        </w:rPr>
        <w:t>49</w:t>
      </w:r>
      <w:r w:rsidR="00273F21">
        <w:rPr>
          <w:bCs/>
        </w:rPr>
        <w:tab/>
        <w:t>13</w:t>
      </w:r>
    </w:p>
    <w:p w14:paraId="14957485" w14:textId="0B7FB683" w:rsidR="004F2069" w:rsidRDefault="004F2069" w:rsidP="004F2069">
      <w:pPr>
        <w:tabs>
          <w:tab w:val="right" w:pos="850"/>
          <w:tab w:val="left" w:pos="1134"/>
          <w:tab w:val="left" w:pos="1559"/>
          <w:tab w:val="left" w:pos="1984"/>
          <w:tab w:val="left" w:leader="dot" w:pos="7654"/>
          <w:tab w:val="right" w:pos="8929"/>
          <w:tab w:val="right" w:pos="9638"/>
        </w:tabs>
        <w:spacing w:after="120"/>
        <w:ind w:left="1560"/>
        <w:rPr>
          <w:bCs/>
        </w:rPr>
      </w:pPr>
      <w:r>
        <w:rPr>
          <w:bCs/>
        </w:rPr>
        <w:t>2.</w:t>
      </w:r>
      <w:r>
        <w:rPr>
          <w:bCs/>
        </w:rPr>
        <w:tab/>
        <w:t>Lithium battery test summary (TD) document</w:t>
      </w:r>
      <w:r>
        <w:rPr>
          <w:bCs/>
        </w:rPr>
        <w:tab/>
      </w:r>
      <w:r>
        <w:rPr>
          <w:bCs/>
        </w:rPr>
        <w:tab/>
      </w:r>
      <w:r w:rsidR="00273F21">
        <w:rPr>
          <w:bCs/>
        </w:rPr>
        <w:t>50-51</w:t>
      </w:r>
      <w:r w:rsidR="00273F21">
        <w:rPr>
          <w:bCs/>
        </w:rPr>
        <w:tab/>
        <w:t>13</w:t>
      </w:r>
    </w:p>
    <w:p w14:paraId="44A3CB69" w14:textId="1713C115" w:rsidR="004F2069" w:rsidRDefault="004F2069" w:rsidP="004F2069">
      <w:pPr>
        <w:tabs>
          <w:tab w:val="right" w:pos="850"/>
          <w:tab w:val="left" w:pos="1134"/>
          <w:tab w:val="left" w:pos="1559"/>
          <w:tab w:val="left" w:pos="1984"/>
          <w:tab w:val="left" w:leader="dot" w:pos="7654"/>
          <w:tab w:val="right" w:pos="8929"/>
          <w:tab w:val="right" w:pos="9638"/>
        </w:tabs>
        <w:spacing w:after="120"/>
        <w:ind w:left="1560"/>
        <w:rPr>
          <w:bCs/>
        </w:rPr>
      </w:pPr>
      <w:r>
        <w:rPr>
          <w:bCs/>
        </w:rPr>
        <w:t>3.</w:t>
      </w:r>
      <w:r>
        <w:rPr>
          <w:bCs/>
        </w:rPr>
        <w:tab/>
        <w:t>Amendment to 38.3.3 (d) and (g) of the Manual of Tests and Criteria</w:t>
      </w:r>
      <w:r>
        <w:rPr>
          <w:bCs/>
        </w:rPr>
        <w:tab/>
      </w:r>
      <w:r>
        <w:rPr>
          <w:bCs/>
        </w:rPr>
        <w:tab/>
      </w:r>
      <w:r w:rsidR="00273F21">
        <w:rPr>
          <w:bCs/>
        </w:rPr>
        <w:t>52</w:t>
      </w:r>
      <w:r w:rsidR="00273F21">
        <w:rPr>
          <w:bCs/>
        </w:rPr>
        <w:tab/>
        <w:t>13</w:t>
      </w:r>
    </w:p>
    <w:p w14:paraId="5ABF64B8" w14:textId="0A370622"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B.</w:t>
      </w:r>
      <w:r>
        <w:rPr>
          <w:bCs/>
        </w:rPr>
        <w:tab/>
        <w:t>Hazard-based system for classification of lithium batteries</w:t>
      </w:r>
      <w:r>
        <w:rPr>
          <w:bCs/>
        </w:rPr>
        <w:tab/>
      </w:r>
      <w:r>
        <w:rPr>
          <w:bCs/>
        </w:rPr>
        <w:tab/>
      </w:r>
      <w:r w:rsidR="00273F21">
        <w:rPr>
          <w:bCs/>
        </w:rPr>
        <w:t>53-54</w:t>
      </w:r>
      <w:r w:rsidR="00273F21">
        <w:rPr>
          <w:bCs/>
        </w:rPr>
        <w:tab/>
        <w:t>13</w:t>
      </w:r>
    </w:p>
    <w:p w14:paraId="7B87BE0F" w14:textId="7E2BA777"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ab/>
        <w:t>1.</w:t>
      </w:r>
      <w:r>
        <w:rPr>
          <w:bCs/>
        </w:rPr>
        <w:tab/>
        <w:t>Work of the informal working group on hazard classification</w:t>
      </w:r>
      <w:r>
        <w:rPr>
          <w:bCs/>
        </w:rPr>
        <w:br/>
      </w:r>
      <w:r>
        <w:rPr>
          <w:bCs/>
        </w:rPr>
        <w:tab/>
      </w:r>
      <w:r>
        <w:rPr>
          <w:bCs/>
        </w:rPr>
        <w:tab/>
        <w:t>of lithium batteries and cells</w:t>
      </w:r>
      <w:r>
        <w:rPr>
          <w:bCs/>
        </w:rPr>
        <w:tab/>
      </w:r>
      <w:r>
        <w:rPr>
          <w:bCs/>
        </w:rPr>
        <w:tab/>
      </w:r>
      <w:r w:rsidR="00273F21">
        <w:rPr>
          <w:bCs/>
        </w:rPr>
        <w:t>53-54</w:t>
      </w:r>
      <w:r w:rsidR="00273F21">
        <w:rPr>
          <w:bCs/>
        </w:rPr>
        <w:tab/>
        <w:t>13</w:t>
      </w:r>
    </w:p>
    <w:p w14:paraId="21932FC6" w14:textId="76C2D4CF"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C.</w:t>
      </w:r>
      <w:r>
        <w:rPr>
          <w:bCs/>
        </w:rPr>
        <w:tab/>
        <w:t>Transport provisions</w:t>
      </w:r>
      <w:r>
        <w:rPr>
          <w:bCs/>
        </w:rPr>
        <w:tab/>
      </w:r>
      <w:r>
        <w:rPr>
          <w:bCs/>
        </w:rPr>
        <w:tab/>
      </w:r>
      <w:r w:rsidR="00273F21">
        <w:rPr>
          <w:bCs/>
        </w:rPr>
        <w:t>55-58</w:t>
      </w:r>
      <w:r w:rsidR="00273F21">
        <w:rPr>
          <w:bCs/>
        </w:rPr>
        <w:tab/>
        <w:t>14</w:t>
      </w:r>
    </w:p>
    <w:p w14:paraId="269C8F2E" w14:textId="41A90F20"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ab/>
        <w:t>1.</w:t>
      </w:r>
      <w:r>
        <w:rPr>
          <w:bCs/>
        </w:rPr>
        <w:tab/>
        <w:t>Proposal to add state of charge (SOC) provisions to lithium-ion</w:t>
      </w:r>
      <w:r>
        <w:rPr>
          <w:bCs/>
        </w:rPr>
        <w:br/>
      </w:r>
      <w:r>
        <w:rPr>
          <w:bCs/>
        </w:rPr>
        <w:tab/>
      </w:r>
      <w:r>
        <w:rPr>
          <w:bCs/>
        </w:rPr>
        <w:tab/>
        <w:t>cells and batteries during transportation</w:t>
      </w:r>
      <w:r>
        <w:rPr>
          <w:bCs/>
        </w:rPr>
        <w:tab/>
      </w:r>
      <w:r>
        <w:rPr>
          <w:bCs/>
        </w:rPr>
        <w:tab/>
      </w:r>
      <w:r w:rsidR="00273F21">
        <w:rPr>
          <w:bCs/>
        </w:rPr>
        <w:t>55-57</w:t>
      </w:r>
      <w:r w:rsidR="00273F21">
        <w:rPr>
          <w:bCs/>
        </w:rPr>
        <w:tab/>
        <w:t>14</w:t>
      </w:r>
    </w:p>
    <w:p w14:paraId="5F2D9FCA" w14:textId="2C4BF87D"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ab/>
        <w:t>2.</w:t>
      </w:r>
      <w:r>
        <w:rPr>
          <w:bCs/>
        </w:rPr>
        <w:tab/>
        <w:t>Lithium battery mark – telephone number for further information</w:t>
      </w:r>
      <w:r>
        <w:rPr>
          <w:bCs/>
        </w:rPr>
        <w:tab/>
      </w:r>
      <w:r>
        <w:rPr>
          <w:bCs/>
        </w:rPr>
        <w:tab/>
      </w:r>
      <w:r w:rsidR="00273F21">
        <w:rPr>
          <w:bCs/>
        </w:rPr>
        <w:t>58</w:t>
      </w:r>
      <w:r w:rsidR="00273F21">
        <w:rPr>
          <w:bCs/>
        </w:rPr>
        <w:tab/>
        <w:t>14</w:t>
      </w:r>
    </w:p>
    <w:p w14:paraId="7457FE8B" w14:textId="26B961C8"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D.</w:t>
      </w:r>
      <w:r>
        <w:rPr>
          <w:bCs/>
        </w:rPr>
        <w:tab/>
        <w:t>Damaged or defective lithium batteries</w:t>
      </w:r>
      <w:r>
        <w:rPr>
          <w:bCs/>
        </w:rPr>
        <w:tab/>
      </w:r>
      <w:r>
        <w:rPr>
          <w:bCs/>
        </w:rPr>
        <w:tab/>
      </w:r>
      <w:r w:rsidR="00273F21">
        <w:rPr>
          <w:bCs/>
        </w:rPr>
        <w:t>59</w:t>
      </w:r>
      <w:r w:rsidR="00273F21">
        <w:rPr>
          <w:bCs/>
        </w:rPr>
        <w:tab/>
        <w:t>14</w:t>
      </w:r>
    </w:p>
    <w:p w14:paraId="4A589B4C" w14:textId="4362F2C7"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lastRenderedPageBreak/>
        <w:t>E.</w:t>
      </w:r>
      <w:r>
        <w:rPr>
          <w:bCs/>
        </w:rPr>
        <w:tab/>
        <w:t>Sodium-ion batteries</w:t>
      </w:r>
      <w:r>
        <w:rPr>
          <w:bCs/>
        </w:rPr>
        <w:tab/>
      </w:r>
      <w:r>
        <w:rPr>
          <w:bCs/>
        </w:rPr>
        <w:tab/>
      </w:r>
      <w:r w:rsidR="00273F21">
        <w:rPr>
          <w:bCs/>
        </w:rPr>
        <w:t>60-62</w:t>
      </w:r>
      <w:r w:rsidR="00273F21">
        <w:rPr>
          <w:bCs/>
        </w:rPr>
        <w:tab/>
        <w:t>15</w:t>
      </w:r>
    </w:p>
    <w:p w14:paraId="444A9B6F" w14:textId="664CA759"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ab/>
        <w:t>1.</w:t>
      </w:r>
      <w:r>
        <w:rPr>
          <w:bCs/>
        </w:rPr>
        <w:tab/>
        <w:t>Sodium-ion batteries – additional information</w:t>
      </w:r>
      <w:r>
        <w:rPr>
          <w:bCs/>
        </w:rPr>
        <w:tab/>
      </w:r>
      <w:r>
        <w:rPr>
          <w:bCs/>
        </w:rPr>
        <w:tab/>
      </w:r>
      <w:r w:rsidR="00273F21">
        <w:rPr>
          <w:bCs/>
        </w:rPr>
        <w:t>60-62</w:t>
      </w:r>
      <w:r w:rsidR="00273F21">
        <w:rPr>
          <w:bCs/>
        </w:rPr>
        <w:tab/>
        <w:t>15</w:t>
      </w:r>
    </w:p>
    <w:p w14:paraId="7D39CF95" w14:textId="5016476D"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F.</w:t>
      </w:r>
      <w:r>
        <w:rPr>
          <w:bCs/>
        </w:rPr>
        <w:tab/>
        <w:t>Miscellaneous</w:t>
      </w:r>
      <w:r>
        <w:rPr>
          <w:bCs/>
        </w:rPr>
        <w:tab/>
      </w:r>
      <w:r>
        <w:rPr>
          <w:bCs/>
        </w:rPr>
        <w:tab/>
      </w:r>
      <w:r w:rsidR="00273F21">
        <w:rPr>
          <w:bCs/>
        </w:rPr>
        <w:t>63-</w:t>
      </w:r>
      <w:r w:rsidR="0025588E">
        <w:rPr>
          <w:bCs/>
        </w:rPr>
        <w:t>66</w:t>
      </w:r>
      <w:r w:rsidR="0025588E">
        <w:rPr>
          <w:bCs/>
        </w:rPr>
        <w:tab/>
        <w:t>15</w:t>
      </w:r>
    </w:p>
    <w:p w14:paraId="2DDD744D" w14:textId="52F0EEF5"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ab/>
        <w:t>1.</w:t>
      </w:r>
      <w:r>
        <w:rPr>
          <w:bCs/>
        </w:rPr>
        <w:tab/>
        <w:t>UN 3536 “LITHIUM BATTERIES INSTALLED IN CARGO</w:t>
      </w:r>
      <w:r>
        <w:rPr>
          <w:bCs/>
        </w:rPr>
        <w:br/>
      </w:r>
      <w:r>
        <w:rPr>
          <w:bCs/>
        </w:rPr>
        <w:tab/>
      </w:r>
      <w:r>
        <w:rPr>
          <w:bCs/>
        </w:rPr>
        <w:tab/>
        <w:t>TRANSPORT UNIT lithium ion batteries or lithium metal batteries”</w:t>
      </w:r>
      <w:r>
        <w:rPr>
          <w:bCs/>
        </w:rPr>
        <w:tab/>
      </w:r>
      <w:r>
        <w:rPr>
          <w:bCs/>
        </w:rPr>
        <w:tab/>
      </w:r>
      <w:r w:rsidR="0025588E">
        <w:rPr>
          <w:bCs/>
        </w:rPr>
        <w:t>63</w:t>
      </w:r>
      <w:r w:rsidR="0025588E">
        <w:rPr>
          <w:bCs/>
        </w:rPr>
        <w:tab/>
        <w:t>15</w:t>
      </w:r>
    </w:p>
    <w:p w14:paraId="23C37A7A" w14:textId="005F8359"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ab/>
        <w:t>2.</w:t>
      </w:r>
      <w:r>
        <w:rPr>
          <w:bCs/>
        </w:rPr>
        <w:tab/>
        <w:t xml:space="preserve">Use of </w:t>
      </w:r>
      <w:proofErr w:type="spellStart"/>
      <w:r>
        <w:rPr>
          <w:bCs/>
        </w:rPr>
        <w:t>packagings</w:t>
      </w:r>
      <w:proofErr w:type="spellEnd"/>
      <w:r>
        <w:rPr>
          <w:bCs/>
        </w:rPr>
        <w:t xml:space="preserve"> not required to meet 4.1.1.3 and exceeding</w:t>
      </w:r>
      <w:r>
        <w:rPr>
          <w:bCs/>
        </w:rPr>
        <w:br/>
      </w:r>
      <w:r>
        <w:rPr>
          <w:bCs/>
        </w:rPr>
        <w:tab/>
      </w:r>
      <w:r>
        <w:rPr>
          <w:bCs/>
        </w:rPr>
        <w:tab/>
        <w:t>400 kg net mass for the transport of lithium batteries</w:t>
      </w:r>
      <w:r>
        <w:rPr>
          <w:bCs/>
        </w:rPr>
        <w:tab/>
      </w:r>
      <w:r>
        <w:rPr>
          <w:bCs/>
        </w:rPr>
        <w:tab/>
      </w:r>
      <w:r w:rsidR="0025588E">
        <w:rPr>
          <w:bCs/>
        </w:rPr>
        <w:t>64</w:t>
      </w:r>
      <w:r w:rsidR="0025588E">
        <w:rPr>
          <w:bCs/>
        </w:rPr>
        <w:tab/>
        <w:t>15</w:t>
      </w:r>
    </w:p>
    <w:p w14:paraId="1D3E5F42" w14:textId="47081690"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ab/>
        <w:t>3.</w:t>
      </w:r>
      <w:r>
        <w:rPr>
          <w:bCs/>
        </w:rPr>
        <w:tab/>
        <w:t>Correction and clarifications on Packing Instruction P903</w:t>
      </w:r>
      <w:r>
        <w:rPr>
          <w:bCs/>
        </w:rPr>
        <w:tab/>
      </w:r>
      <w:r>
        <w:rPr>
          <w:bCs/>
        </w:rPr>
        <w:tab/>
      </w:r>
      <w:r w:rsidR="0025588E">
        <w:rPr>
          <w:bCs/>
        </w:rPr>
        <w:t>65</w:t>
      </w:r>
      <w:r w:rsidR="0025588E">
        <w:rPr>
          <w:bCs/>
        </w:rPr>
        <w:tab/>
        <w:t>15</w:t>
      </w:r>
    </w:p>
    <w:p w14:paraId="7CD91EA5" w14:textId="2D1480E1"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ab/>
        <w:t>4.</w:t>
      </w:r>
      <w:r>
        <w:rPr>
          <w:bCs/>
        </w:rPr>
        <w:tab/>
        <w:t>Correction on Special Provision 377</w:t>
      </w:r>
      <w:r>
        <w:rPr>
          <w:bCs/>
        </w:rPr>
        <w:tab/>
      </w:r>
      <w:r>
        <w:rPr>
          <w:bCs/>
        </w:rPr>
        <w:tab/>
      </w:r>
      <w:r w:rsidR="0025588E">
        <w:rPr>
          <w:bCs/>
        </w:rPr>
        <w:t>66</w:t>
      </w:r>
      <w:r w:rsidR="0025588E">
        <w:rPr>
          <w:bCs/>
        </w:rPr>
        <w:tab/>
        <w:t>15</w:t>
      </w:r>
    </w:p>
    <w:p w14:paraId="30799E92" w14:textId="0931C6E4"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hanging="573"/>
      </w:pPr>
      <w:r>
        <w:rPr>
          <w:bCs/>
        </w:rPr>
        <w:t>VII.</w:t>
      </w:r>
      <w:r>
        <w:rPr>
          <w:bCs/>
        </w:rPr>
        <w:tab/>
      </w:r>
      <w:r>
        <w:t>Transport of gases (agenda item 5)</w:t>
      </w:r>
      <w:r>
        <w:tab/>
      </w:r>
      <w:r>
        <w:tab/>
      </w:r>
      <w:r w:rsidR="0025588E">
        <w:t>67-71</w:t>
      </w:r>
      <w:r w:rsidR="0025588E">
        <w:tab/>
        <w:t>16</w:t>
      </w:r>
    </w:p>
    <w:p w14:paraId="44C51FFB" w14:textId="661391CD" w:rsidR="004F2069" w:rsidRDefault="004F2069" w:rsidP="004F2069">
      <w:pPr>
        <w:pStyle w:val="ListParagraph"/>
        <w:numPr>
          <w:ilvl w:val="0"/>
          <w:numId w:val="46"/>
        </w:numPr>
        <w:tabs>
          <w:tab w:val="right" w:pos="850"/>
          <w:tab w:val="left" w:pos="1134"/>
          <w:tab w:val="left" w:pos="1559"/>
          <w:tab w:val="left" w:pos="1984"/>
          <w:tab w:val="left" w:leader="dot" w:pos="7654"/>
          <w:tab w:val="right" w:pos="8929"/>
          <w:tab w:val="right" w:pos="9638"/>
        </w:tabs>
        <w:spacing w:before="120" w:after="120"/>
        <w:ind w:hanging="357"/>
        <w:rPr>
          <w:bCs/>
        </w:rPr>
      </w:pPr>
      <w:r>
        <w:rPr>
          <w:bCs/>
        </w:rPr>
        <w:t>Global recognition of UN and non-UN pressure receptacles</w:t>
      </w:r>
      <w:r>
        <w:rPr>
          <w:bCs/>
        </w:rPr>
        <w:tab/>
      </w:r>
      <w:r>
        <w:rPr>
          <w:bCs/>
        </w:rPr>
        <w:tab/>
      </w:r>
      <w:r w:rsidR="0025588E">
        <w:rPr>
          <w:bCs/>
        </w:rPr>
        <w:t>67</w:t>
      </w:r>
      <w:r w:rsidR="0025588E">
        <w:rPr>
          <w:bCs/>
        </w:rPr>
        <w:tab/>
        <w:t>16</w:t>
      </w:r>
    </w:p>
    <w:p w14:paraId="5968AAF6" w14:textId="324643E7"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37"/>
        <w:rPr>
          <w:bCs/>
        </w:rPr>
      </w:pPr>
      <w:r>
        <w:rPr>
          <w:bCs/>
        </w:rPr>
        <w:t>B.</w:t>
      </w:r>
      <w:r>
        <w:rPr>
          <w:bCs/>
        </w:rPr>
        <w:tab/>
        <w:t>Miscellaneous</w:t>
      </w:r>
      <w:r>
        <w:rPr>
          <w:bCs/>
        </w:rPr>
        <w:tab/>
      </w:r>
      <w:r>
        <w:rPr>
          <w:bCs/>
        </w:rPr>
        <w:tab/>
      </w:r>
      <w:r w:rsidR="0025588E">
        <w:rPr>
          <w:bCs/>
        </w:rPr>
        <w:t>68-71</w:t>
      </w:r>
      <w:r w:rsidR="0025588E">
        <w:rPr>
          <w:bCs/>
        </w:rPr>
        <w:tab/>
        <w:t>16</w:t>
      </w:r>
    </w:p>
    <w:p w14:paraId="1F7383D9" w14:textId="3682BA2B"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497"/>
        <w:rPr>
          <w:bCs/>
        </w:rPr>
      </w:pPr>
      <w:r>
        <w:rPr>
          <w:bCs/>
        </w:rPr>
        <w:t>1.</w:t>
      </w:r>
      <w:r>
        <w:rPr>
          <w:bCs/>
        </w:rPr>
        <w:tab/>
        <w:t>Composite UN pressure receptacles with steel liners</w:t>
      </w:r>
      <w:r>
        <w:rPr>
          <w:bCs/>
        </w:rPr>
        <w:tab/>
      </w:r>
      <w:r>
        <w:rPr>
          <w:bCs/>
        </w:rPr>
        <w:tab/>
      </w:r>
      <w:r w:rsidR="0025588E">
        <w:rPr>
          <w:bCs/>
        </w:rPr>
        <w:t>68</w:t>
      </w:r>
      <w:r w:rsidR="0025588E">
        <w:rPr>
          <w:bCs/>
        </w:rPr>
        <w:tab/>
        <w:t>16</w:t>
      </w:r>
    </w:p>
    <w:p w14:paraId="2D95E590" w14:textId="0E8DE74D"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497"/>
        <w:rPr>
          <w:bCs/>
        </w:rPr>
      </w:pPr>
      <w:r>
        <w:rPr>
          <w:bCs/>
        </w:rPr>
        <w:t>2.</w:t>
      </w:r>
      <w:r>
        <w:rPr>
          <w:bCs/>
        </w:rPr>
        <w:tab/>
        <w:t>Provisions for pressure receptacles and their closures</w:t>
      </w:r>
      <w:r>
        <w:rPr>
          <w:bCs/>
        </w:rPr>
        <w:tab/>
      </w:r>
      <w:r>
        <w:rPr>
          <w:bCs/>
        </w:rPr>
        <w:tab/>
      </w:r>
      <w:r w:rsidR="0025588E">
        <w:rPr>
          <w:bCs/>
        </w:rPr>
        <w:t>69</w:t>
      </w:r>
      <w:r w:rsidR="0025588E">
        <w:rPr>
          <w:bCs/>
        </w:rPr>
        <w:tab/>
        <w:t>16</w:t>
      </w:r>
    </w:p>
    <w:p w14:paraId="6A9494F6" w14:textId="2750B322"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497"/>
        <w:rPr>
          <w:bCs/>
        </w:rPr>
      </w:pPr>
      <w:r>
        <w:rPr>
          <w:bCs/>
        </w:rPr>
        <w:t>3.</w:t>
      </w:r>
      <w:r>
        <w:rPr>
          <w:bCs/>
        </w:rPr>
        <w:tab/>
        <w:t>Periodic inspection and test for pressure receptacles</w:t>
      </w:r>
      <w:r>
        <w:rPr>
          <w:bCs/>
        </w:rPr>
        <w:tab/>
      </w:r>
      <w:r>
        <w:rPr>
          <w:bCs/>
        </w:rPr>
        <w:tab/>
      </w:r>
      <w:r w:rsidR="0025588E">
        <w:rPr>
          <w:bCs/>
        </w:rPr>
        <w:t>70</w:t>
      </w:r>
      <w:r w:rsidR="0025588E">
        <w:rPr>
          <w:bCs/>
        </w:rPr>
        <w:tab/>
        <w:t>16</w:t>
      </w:r>
    </w:p>
    <w:p w14:paraId="5DF4D4EC" w14:textId="00F0DD7A" w:rsidR="0025588E" w:rsidRDefault="0025588E" w:rsidP="004F2069">
      <w:pPr>
        <w:tabs>
          <w:tab w:val="right" w:pos="850"/>
          <w:tab w:val="left" w:pos="1134"/>
          <w:tab w:val="left" w:pos="1559"/>
          <w:tab w:val="left" w:pos="1984"/>
          <w:tab w:val="left" w:leader="dot" w:pos="7654"/>
          <w:tab w:val="right" w:pos="8929"/>
          <w:tab w:val="right" w:pos="9638"/>
        </w:tabs>
        <w:spacing w:before="120" w:after="120"/>
        <w:ind w:left="1497"/>
        <w:rPr>
          <w:bCs/>
        </w:rPr>
      </w:pPr>
      <w:r>
        <w:rPr>
          <w:bCs/>
        </w:rPr>
        <w:t>4.</w:t>
      </w:r>
      <w:r>
        <w:rPr>
          <w:bCs/>
        </w:rPr>
        <w:tab/>
        <w:t>Use of a ring on pressure receptacles for engraving</w:t>
      </w:r>
      <w:r>
        <w:rPr>
          <w:bCs/>
        </w:rPr>
        <w:br/>
      </w:r>
      <w:r>
        <w:rPr>
          <w:bCs/>
        </w:rPr>
        <w:tab/>
      </w:r>
      <w:r>
        <w:rPr>
          <w:bCs/>
        </w:rPr>
        <w:tab/>
        <w:t>periodic inspection marks</w:t>
      </w:r>
      <w:r>
        <w:rPr>
          <w:bCs/>
        </w:rPr>
        <w:tab/>
      </w:r>
      <w:r>
        <w:rPr>
          <w:bCs/>
        </w:rPr>
        <w:tab/>
        <w:t>71</w:t>
      </w:r>
      <w:r>
        <w:rPr>
          <w:bCs/>
        </w:rPr>
        <w:tab/>
        <w:t>17</w:t>
      </w:r>
    </w:p>
    <w:p w14:paraId="61237E6D" w14:textId="25914D00" w:rsidR="004F2069" w:rsidRDefault="004F2069" w:rsidP="004F2069">
      <w:pPr>
        <w:tabs>
          <w:tab w:val="right" w:pos="850"/>
          <w:tab w:val="left" w:pos="1134"/>
          <w:tab w:val="left" w:pos="1559"/>
          <w:tab w:val="left" w:pos="1984"/>
          <w:tab w:val="left" w:leader="dot" w:pos="7654"/>
          <w:tab w:val="right" w:pos="8929"/>
          <w:tab w:val="right" w:pos="9638"/>
        </w:tabs>
        <w:spacing w:before="120" w:after="120"/>
      </w:pPr>
      <w:r>
        <w:rPr>
          <w:bCs/>
        </w:rPr>
        <w:tab/>
        <w:t>VIII.</w:t>
      </w:r>
      <w:r>
        <w:rPr>
          <w:bCs/>
        </w:rPr>
        <w:tab/>
      </w:r>
      <w:r>
        <w:t>Miscellaneous proposals for amendments to the Model Regulations on the</w:t>
      </w:r>
      <w:r>
        <w:br/>
      </w:r>
      <w:r>
        <w:tab/>
      </w:r>
      <w:r>
        <w:tab/>
        <w:t>Transport of Dangerous Goods (agenda item 6)</w:t>
      </w:r>
      <w:r>
        <w:tab/>
      </w:r>
      <w:r>
        <w:tab/>
      </w:r>
      <w:r w:rsidR="0025588E">
        <w:t>72-94</w:t>
      </w:r>
      <w:r w:rsidR="0025588E">
        <w:tab/>
        <w:t>17</w:t>
      </w:r>
    </w:p>
    <w:p w14:paraId="29B60C5E" w14:textId="3D1FB51C" w:rsidR="004F2069" w:rsidRDefault="004F2069" w:rsidP="004F2069">
      <w:pPr>
        <w:pStyle w:val="ListParagraph"/>
        <w:numPr>
          <w:ilvl w:val="0"/>
          <w:numId w:val="47"/>
        </w:numPr>
        <w:tabs>
          <w:tab w:val="right" w:pos="850"/>
          <w:tab w:val="left" w:pos="1134"/>
          <w:tab w:val="left" w:pos="1559"/>
          <w:tab w:val="left" w:pos="1984"/>
          <w:tab w:val="left" w:leader="dot" w:pos="7654"/>
          <w:tab w:val="right" w:pos="8929"/>
          <w:tab w:val="right" w:pos="9638"/>
        </w:tabs>
        <w:spacing w:before="120" w:after="120"/>
        <w:rPr>
          <w:bCs/>
        </w:rPr>
      </w:pPr>
      <w:r>
        <w:rPr>
          <w:bCs/>
        </w:rPr>
        <w:t>Marking and labelling</w:t>
      </w:r>
      <w:r>
        <w:rPr>
          <w:bCs/>
        </w:rPr>
        <w:tab/>
      </w:r>
      <w:r>
        <w:rPr>
          <w:bCs/>
        </w:rPr>
        <w:tab/>
      </w:r>
      <w:r w:rsidR="0025588E">
        <w:rPr>
          <w:bCs/>
        </w:rPr>
        <w:t>72-75</w:t>
      </w:r>
      <w:r w:rsidR="0025588E">
        <w:rPr>
          <w:bCs/>
        </w:rPr>
        <w:tab/>
        <w:t>17</w:t>
      </w:r>
    </w:p>
    <w:p w14:paraId="480533C9" w14:textId="5C9A4B3D"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560"/>
        <w:rPr>
          <w:bCs/>
        </w:rPr>
      </w:pPr>
      <w:r>
        <w:rPr>
          <w:bCs/>
        </w:rPr>
        <w:t>1.</w:t>
      </w:r>
      <w:r>
        <w:rPr>
          <w:bCs/>
        </w:rPr>
        <w:tab/>
        <w:t>Optical differentiation of labels/placards for gases</w:t>
      </w:r>
      <w:r>
        <w:rPr>
          <w:bCs/>
        </w:rPr>
        <w:tab/>
      </w:r>
      <w:r>
        <w:rPr>
          <w:bCs/>
        </w:rPr>
        <w:tab/>
      </w:r>
      <w:r w:rsidR="0025588E">
        <w:rPr>
          <w:bCs/>
        </w:rPr>
        <w:t>72-75</w:t>
      </w:r>
      <w:r w:rsidR="0025588E">
        <w:rPr>
          <w:bCs/>
        </w:rPr>
        <w:tab/>
        <w:t>17</w:t>
      </w:r>
    </w:p>
    <w:p w14:paraId="0AA0845C" w14:textId="7B08BE7A"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B.</w:t>
      </w:r>
      <w:r>
        <w:rPr>
          <w:bCs/>
        </w:rPr>
        <w:tab/>
        <w:t>Packaging</w:t>
      </w:r>
      <w:r>
        <w:rPr>
          <w:bCs/>
        </w:rPr>
        <w:tab/>
      </w:r>
      <w:r>
        <w:rPr>
          <w:bCs/>
        </w:rPr>
        <w:tab/>
      </w:r>
      <w:r w:rsidR="0025588E">
        <w:rPr>
          <w:bCs/>
        </w:rPr>
        <w:t>76-86</w:t>
      </w:r>
      <w:r w:rsidR="0025588E">
        <w:rPr>
          <w:bCs/>
        </w:rPr>
        <w:tab/>
        <w:t>17</w:t>
      </w:r>
    </w:p>
    <w:p w14:paraId="4B0264D5" w14:textId="550DDCBB"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ab/>
        <w:t>1.</w:t>
      </w:r>
      <w:r>
        <w:rPr>
          <w:bCs/>
        </w:rPr>
        <w:tab/>
        <w:t>Information on the flow of dangerous goods</w:t>
      </w:r>
      <w:r>
        <w:rPr>
          <w:bCs/>
        </w:rPr>
        <w:tab/>
      </w:r>
      <w:r>
        <w:rPr>
          <w:bCs/>
        </w:rPr>
        <w:tab/>
      </w:r>
      <w:r w:rsidR="0025588E">
        <w:rPr>
          <w:bCs/>
        </w:rPr>
        <w:t>76</w:t>
      </w:r>
      <w:r w:rsidR="0025588E">
        <w:rPr>
          <w:bCs/>
        </w:rPr>
        <w:tab/>
        <w:t>17</w:t>
      </w:r>
    </w:p>
    <w:p w14:paraId="35E32E0D" w14:textId="4FA89F1F"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ab/>
        <w:t>2.</w:t>
      </w:r>
      <w:r>
        <w:rPr>
          <w:bCs/>
        </w:rPr>
        <w:tab/>
        <w:t>Alternative service equipment, arrangements and methods of</w:t>
      </w:r>
      <w:r>
        <w:rPr>
          <w:bCs/>
        </w:rPr>
        <w:br/>
      </w:r>
      <w:r>
        <w:rPr>
          <w:bCs/>
        </w:rPr>
        <w:tab/>
      </w:r>
      <w:r>
        <w:rPr>
          <w:bCs/>
        </w:rPr>
        <w:tab/>
        <w:t>inspection and testing of IBCs</w:t>
      </w:r>
      <w:r>
        <w:rPr>
          <w:bCs/>
        </w:rPr>
        <w:tab/>
      </w:r>
      <w:r>
        <w:rPr>
          <w:bCs/>
        </w:rPr>
        <w:tab/>
      </w:r>
      <w:r w:rsidR="0025588E">
        <w:rPr>
          <w:bCs/>
        </w:rPr>
        <w:t>77</w:t>
      </w:r>
      <w:r w:rsidR="0025588E">
        <w:rPr>
          <w:bCs/>
        </w:rPr>
        <w:tab/>
        <w:t>18</w:t>
      </w:r>
    </w:p>
    <w:p w14:paraId="676A6710" w14:textId="198DC973"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ab/>
        <w:t>3.</w:t>
      </w:r>
      <w:r>
        <w:rPr>
          <w:bCs/>
        </w:rPr>
        <w:tab/>
        <w:t>Permitted period of use for composite IBCs with plastic inner</w:t>
      </w:r>
      <w:r>
        <w:rPr>
          <w:bCs/>
        </w:rPr>
        <w:br/>
      </w:r>
      <w:r>
        <w:rPr>
          <w:bCs/>
        </w:rPr>
        <w:tab/>
      </w:r>
      <w:r>
        <w:rPr>
          <w:bCs/>
        </w:rPr>
        <w:tab/>
        <w:t>receptacle</w:t>
      </w:r>
      <w:r>
        <w:rPr>
          <w:bCs/>
        </w:rPr>
        <w:tab/>
      </w:r>
      <w:r>
        <w:rPr>
          <w:bCs/>
        </w:rPr>
        <w:tab/>
      </w:r>
      <w:r w:rsidR="0025588E">
        <w:rPr>
          <w:bCs/>
        </w:rPr>
        <w:t>78</w:t>
      </w:r>
      <w:r w:rsidR="0025588E">
        <w:rPr>
          <w:bCs/>
        </w:rPr>
        <w:tab/>
        <w:t>18</w:t>
      </w:r>
    </w:p>
    <w:p w14:paraId="7800AF72" w14:textId="2D1D1CED"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ab/>
        <w:t>4.</w:t>
      </w:r>
      <w:r>
        <w:rPr>
          <w:bCs/>
        </w:rPr>
        <w:tab/>
        <w:t>Packing group I for liquids packed in metal IBCs</w:t>
      </w:r>
      <w:r>
        <w:rPr>
          <w:bCs/>
        </w:rPr>
        <w:tab/>
      </w:r>
      <w:r>
        <w:rPr>
          <w:bCs/>
        </w:rPr>
        <w:tab/>
      </w:r>
      <w:r w:rsidR="0025588E">
        <w:rPr>
          <w:bCs/>
        </w:rPr>
        <w:t>79</w:t>
      </w:r>
      <w:r w:rsidR="0025588E">
        <w:rPr>
          <w:bCs/>
        </w:rPr>
        <w:tab/>
        <w:t>18</w:t>
      </w:r>
    </w:p>
    <w:p w14:paraId="4D579210" w14:textId="6E965282"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ab/>
        <w:t>5.</w:t>
      </w:r>
      <w:r>
        <w:rPr>
          <w:bCs/>
        </w:rPr>
        <w:tab/>
        <w:t>Packaging performance testing for articles with the potential</w:t>
      </w:r>
      <w:r>
        <w:rPr>
          <w:bCs/>
        </w:rPr>
        <w:br/>
      </w:r>
      <w:r>
        <w:rPr>
          <w:bCs/>
        </w:rPr>
        <w:tab/>
      </w:r>
      <w:r>
        <w:rPr>
          <w:bCs/>
        </w:rPr>
        <w:tab/>
        <w:t>to produce excessive heat</w:t>
      </w:r>
      <w:r>
        <w:rPr>
          <w:bCs/>
        </w:rPr>
        <w:tab/>
      </w:r>
      <w:r>
        <w:rPr>
          <w:bCs/>
        </w:rPr>
        <w:tab/>
      </w:r>
      <w:r w:rsidR="0025588E">
        <w:rPr>
          <w:bCs/>
        </w:rPr>
        <w:t>80</w:t>
      </w:r>
      <w:r w:rsidR="0025588E">
        <w:rPr>
          <w:bCs/>
        </w:rPr>
        <w:tab/>
        <w:t>18</w:t>
      </w:r>
    </w:p>
    <w:p w14:paraId="338B4E26" w14:textId="5D50A7B7"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ab/>
        <w:t>6.</w:t>
      </w:r>
      <w:r>
        <w:rPr>
          <w:bCs/>
        </w:rPr>
        <w:tab/>
        <w:t>Rigid packing, intermediate bulk containers (IBCs) and large</w:t>
      </w:r>
      <w:r>
        <w:rPr>
          <w:bCs/>
        </w:rPr>
        <w:br/>
      </w:r>
      <w:r>
        <w:rPr>
          <w:bCs/>
        </w:rPr>
        <w:tab/>
      </w:r>
      <w:r>
        <w:rPr>
          <w:bCs/>
        </w:rPr>
        <w:tab/>
        <w:t>packaging – Use of recycled plastics material</w:t>
      </w:r>
      <w:r>
        <w:rPr>
          <w:bCs/>
        </w:rPr>
        <w:tab/>
      </w:r>
      <w:r>
        <w:rPr>
          <w:bCs/>
        </w:rPr>
        <w:tab/>
      </w:r>
      <w:r w:rsidR="0025588E">
        <w:rPr>
          <w:bCs/>
        </w:rPr>
        <w:t>81</w:t>
      </w:r>
      <w:r w:rsidR="0025588E">
        <w:rPr>
          <w:bCs/>
        </w:rPr>
        <w:tab/>
        <w:t>19</w:t>
      </w:r>
    </w:p>
    <w:p w14:paraId="0241D596" w14:textId="65924D60"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ab/>
        <w:t>7.</w:t>
      </w:r>
      <w:r>
        <w:rPr>
          <w:bCs/>
        </w:rPr>
        <w:tab/>
        <w:t>Applicability of packing instruction LP906</w:t>
      </w:r>
      <w:r>
        <w:rPr>
          <w:bCs/>
        </w:rPr>
        <w:tab/>
      </w:r>
      <w:r>
        <w:rPr>
          <w:bCs/>
        </w:rPr>
        <w:tab/>
      </w:r>
      <w:r w:rsidR="0025588E">
        <w:rPr>
          <w:bCs/>
        </w:rPr>
        <w:t>82</w:t>
      </w:r>
      <w:r w:rsidR="0025588E">
        <w:rPr>
          <w:bCs/>
        </w:rPr>
        <w:tab/>
        <w:t>19</w:t>
      </w:r>
    </w:p>
    <w:p w14:paraId="32AB7D70" w14:textId="49931182"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ab/>
        <w:t>8.</w:t>
      </w:r>
      <w:r>
        <w:rPr>
          <w:bCs/>
        </w:rPr>
        <w:tab/>
        <w:t>Proposal of amendments concerning the use of the terms “risk” and</w:t>
      </w:r>
      <w:r>
        <w:rPr>
          <w:bCs/>
        </w:rPr>
        <w:br/>
      </w:r>
      <w:r>
        <w:rPr>
          <w:bCs/>
        </w:rPr>
        <w:tab/>
      </w:r>
      <w:r>
        <w:rPr>
          <w:bCs/>
        </w:rPr>
        <w:tab/>
        <w:t>“hazard/danger” in the Recommendations and Model Regulations</w:t>
      </w:r>
      <w:r>
        <w:rPr>
          <w:bCs/>
        </w:rPr>
        <w:tab/>
      </w:r>
      <w:r>
        <w:rPr>
          <w:bCs/>
        </w:rPr>
        <w:tab/>
      </w:r>
      <w:r w:rsidR="0025588E">
        <w:rPr>
          <w:bCs/>
        </w:rPr>
        <w:t>83-86</w:t>
      </w:r>
      <w:r w:rsidR="0025588E">
        <w:rPr>
          <w:bCs/>
        </w:rPr>
        <w:tab/>
        <w:t>19</w:t>
      </w:r>
    </w:p>
    <w:p w14:paraId="77F7F007" w14:textId="788B0C1B"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C.</w:t>
      </w:r>
      <w:r>
        <w:rPr>
          <w:bCs/>
        </w:rPr>
        <w:tab/>
        <w:t>Fibre-reinforced plastics (FRP) portable tanks</w:t>
      </w:r>
      <w:r>
        <w:rPr>
          <w:bCs/>
        </w:rPr>
        <w:tab/>
      </w:r>
      <w:r>
        <w:rPr>
          <w:bCs/>
        </w:rPr>
        <w:tab/>
      </w:r>
      <w:r w:rsidR="0025588E">
        <w:rPr>
          <w:bCs/>
        </w:rPr>
        <w:t>87-90</w:t>
      </w:r>
      <w:r w:rsidR="0025588E">
        <w:rPr>
          <w:bCs/>
        </w:rPr>
        <w:tab/>
        <w:t>20</w:t>
      </w:r>
    </w:p>
    <w:p w14:paraId="7DC0322D" w14:textId="5BE92E95"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ab/>
        <w:t>1.</w:t>
      </w:r>
      <w:r>
        <w:rPr>
          <w:bCs/>
        </w:rPr>
        <w:tab/>
        <w:t>Informal working group on fibre-reinforced plastics (FRP)</w:t>
      </w:r>
      <w:r>
        <w:rPr>
          <w:bCs/>
        </w:rPr>
        <w:br/>
      </w:r>
      <w:r>
        <w:rPr>
          <w:bCs/>
        </w:rPr>
        <w:tab/>
      </w:r>
      <w:r>
        <w:rPr>
          <w:bCs/>
        </w:rPr>
        <w:tab/>
        <w:t>portable tanks</w:t>
      </w:r>
      <w:r>
        <w:rPr>
          <w:bCs/>
        </w:rPr>
        <w:tab/>
      </w:r>
      <w:r>
        <w:rPr>
          <w:bCs/>
        </w:rPr>
        <w:tab/>
      </w:r>
      <w:r w:rsidR="0025588E">
        <w:rPr>
          <w:bCs/>
        </w:rPr>
        <w:t>89-90</w:t>
      </w:r>
      <w:r w:rsidR="0025588E">
        <w:rPr>
          <w:bCs/>
        </w:rPr>
        <w:tab/>
        <w:t>20</w:t>
      </w:r>
    </w:p>
    <w:p w14:paraId="5151EF71" w14:textId="2B1C3567"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D.</w:t>
      </w:r>
      <w:r>
        <w:rPr>
          <w:bCs/>
        </w:rPr>
        <w:tab/>
        <w:t>Portable tanks (other than FRP)</w:t>
      </w:r>
      <w:r>
        <w:rPr>
          <w:bCs/>
        </w:rPr>
        <w:tab/>
      </w:r>
      <w:r>
        <w:rPr>
          <w:bCs/>
        </w:rPr>
        <w:tab/>
      </w:r>
      <w:r w:rsidR="0025588E">
        <w:rPr>
          <w:bCs/>
        </w:rPr>
        <w:t>91</w:t>
      </w:r>
      <w:r w:rsidR="0025588E">
        <w:rPr>
          <w:bCs/>
        </w:rPr>
        <w:tab/>
        <w:t>20</w:t>
      </w:r>
    </w:p>
    <w:p w14:paraId="4F5BAF12" w14:textId="76017E85"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lastRenderedPageBreak/>
        <w:tab/>
        <w:t>1.</w:t>
      </w:r>
      <w:r>
        <w:rPr>
          <w:bCs/>
        </w:rPr>
        <w:tab/>
        <w:t>Inclusion of the new section 6.9.4 “Requirements for design, construction,</w:t>
      </w:r>
      <w:r>
        <w:rPr>
          <w:bCs/>
        </w:rPr>
        <w:br/>
      </w:r>
      <w:r>
        <w:rPr>
          <w:bCs/>
        </w:rPr>
        <w:tab/>
      </w:r>
      <w:r>
        <w:rPr>
          <w:bCs/>
        </w:rPr>
        <w:tab/>
        <w:t>inspection and testing of fibre reinforced plastic (FRP) valves,</w:t>
      </w:r>
      <w:r>
        <w:rPr>
          <w:bCs/>
        </w:rPr>
        <w:br/>
      </w:r>
      <w:r>
        <w:rPr>
          <w:bCs/>
        </w:rPr>
        <w:tab/>
      </w:r>
      <w:r>
        <w:rPr>
          <w:bCs/>
        </w:rPr>
        <w:tab/>
        <w:t>relief devices and manholes for portable tanks”</w:t>
      </w:r>
      <w:r>
        <w:rPr>
          <w:bCs/>
        </w:rPr>
        <w:tab/>
      </w:r>
      <w:r>
        <w:rPr>
          <w:bCs/>
        </w:rPr>
        <w:tab/>
      </w:r>
      <w:r w:rsidR="0025588E">
        <w:rPr>
          <w:bCs/>
        </w:rPr>
        <w:t>91</w:t>
      </w:r>
      <w:r w:rsidR="0025588E">
        <w:rPr>
          <w:bCs/>
        </w:rPr>
        <w:tab/>
        <w:t>20</w:t>
      </w:r>
    </w:p>
    <w:p w14:paraId="0B582A65" w14:textId="64652130"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E.</w:t>
      </w:r>
      <w:r>
        <w:rPr>
          <w:bCs/>
        </w:rPr>
        <w:tab/>
        <w:t>Other miscellaneous proposals</w:t>
      </w:r>
      <w:r>
        <w:rPr>
          <w:bCs/>
        </w:rPr>
        <w:tab/>
      </w:r>
      <w:r>
        <w:rPr>
          <w:bCs/>
        </w:rPr>
        <w:tab/>
      </w:r>
      <w:r w:rsidR="0025588E">
        <w:rPr>
          <w:bCs/>
        </w:rPr>
        <w:t>92-94</w:t>
      </w:r>
      <w:r w:rsidR="0025588E">
        <w:rPr>
          <w:bCs/>
        </w:rPr>
        <w:tab/>
        <w:t>21</w:t>
      </w:r>
    </w:p>
    <w:p w14:paraId="505F2AE6" w14:textId="2E79DF3A"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ab/>
        <w:t>1.</w:t>
      </w:r>
      <w:r>
        <w:rPr>
          <w:bCs/>
        </w:rPr>
        <w:tab/>
        <w:t>Increase of the maximum allowed internal pressure</w:t>
      </w:r>
      <w:r>
        <w:rPr>
          <w:bCs/>
        </w:rPr>
        <w:br/>
      </w:r>
      <w:r>
        <w:rPr>
          <w:bCs/>
        </w:rPr>
        <w:tab/>
      </w:r>
      <w:r>
        <w:rPr>
          <w:bCs/>
        </w:rPr>
        <w:tab/>
        <w:t>for aerosol dispensers</w:t>
      </w:r>
      <w:r>
        <w:rPr>
          <w:bCs/>
        </w:rPr>
        <w:tab/>
      </w:r>
      <w:r>
        <w:rPr>
          <w:bCs/>
        </w:rPr>
        <w:tab/>
      </w:r>
      <w:r w:rsidR="0025588E">
        <w:rPr>
          <w:bCs/>
        </w:rPr>
        <w:t>92</w:t>
      </w:r>
      <w:r w:rsidR="0025588E">
        <w:rPr>
          <w:bCs/>
        </w:rPr>
        <w:tab/>
        <w:t>21</w:t>
      </w:r>
    </w:p>
    <w:p w14:paraId="6DFD9AF6" w14:textId="3248D8C0"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ab/>
        <w:t>2.</w:t>
      </w:r>
      <w:r>
        <w:rPr>
          <w:bCs/>
        </w:rPr>
        <w:tab/>
        <w:t>Harmonisation of the requirement “structurally serviceable”</w:t>
      </w:r>
      <w:r>
        <w:rPr>
          <w:bCs/>
        </w:rPr>
        <w:tab/>
      </w:r>
      <w:r>
        <w:rPr>
          <w:bCs/>
        </w:rPr>
        <w:tab/>
      </w:r>
      <w:r w:rsidR="0025588E">
        <w:rPr>
          <w:bCs/>
        </w:rPr>
        <w:t>93</w:t>
      </w:r>
      <w:r w:rsidR="0025588E">
        <w:rPr>
          <w:bCs/>
        </w:rPr>
        <w:tab/>
        <w:t>21</w:t>
      </w:r>
    </w:p>
    <w:p w14:paraId="352EAE4D" w14:textId="365E0378" w:rsidR="004F2069" w:rsidRDefault="004F2069" w:rsidP="004F2069">
      <w:pPr>
        <w:tabs>
          <w:tab w:val="right" w:pos="850"/>
          <w:tab w:val="left" w:pos="1134"/>
          <w:tab w:val="left" w:pos="1559"/>
          <w:tab w:val="left" w:pos="1984"/>
          <w:tab w:val="left" w:leader="dot" w:pos="7654"/>
          <w:tab w:val="right" w:pos="8929"/>
          <w:tab w:val="right" w:pos="9638"/>
        </w:tabs>
        <w:spacing w:before="120" w:after="120"/>
        <w:ind w:left="1140"/>
        <w:rPr>
          <w:bCs/>
        </w:rPr>
      </w:pPr>
      <w:r>
        <w:rPr>
          <w:bCs/>
        </w:rPr>
        <w:tab/>
        <w:t>3.</w:t>
      </w:r>
      <w:r>
        <w:rPr>
          <w:bCs/>
        </w:rPr>
        <w:tab/>
        <w:t>Modification to the definition of a large packaging</w:t>
      </w:r>
      <w:r>
        <w:rPr>
          <w:bCs/>
        </w:rPr>
        <w:tab/>
      </w:r>
      <w:r>
        <w:rPr>
          <w:bCs/>
        </w:rPr>
        <w:tab/>
      </w:r>
      <w:r w:rsidR="0025588E">
        <w:rPr>
          <w:bCs/>
        </w:rPr>
        <w:t>94</w:t>
      </w:r>
      <w:r w:rsidR="0025588E">
        <w:rPr>
          <w:bCs/>
        </w:rPr>
        <w:tab/>
        <w:t>21</w:t>
      </w:r>
    </w:p>
    <w:p w14:paraId="5AE19F35" w14:textId="7C33A41F" w:rsidR="004F2069" w:rsidRDefault="004F2069" w:rsidP="004F2069">
      <w:pPr>
        <w:tabs>
          <w:tab w:val="right" w:pos="850"/>
          <w:tab w:val="left" w:pos="1134"/>
          <w:tab w:val="left" w:pos="1559"/>
          <w:tab w:val="left" w:pos="1984"/>
          <w:tab w:val="left" w:leader="dot" w:pos="7654"/>
          <w:tab w:val="right" w:pos="8929"/>
          <w:tab w:val="right" w:pos="9638"/>
        </w:tabs>
        <w:spacing w:after="120"/>
      </w:pPr>
      <w:r>
        <w:rPr>
          <w:bCs/>
        </w:rPr>
        <w:tab/>
        <w:t>IX.</w:t>
      </w:r>
      <w:r>
        <w:rPr>
          <w:bCs/>
        </w:rPr>
        <w:tab/>
      </w:r>
      <w:r>
        <w:t>Global harmonization of transport of dangerous goods regulations with the</w:t>
      </w:r>
      <w:r>
        <w:br/>
      </w:r>
      <w:r>
        <w:tab/>
      </w:r>
      <w:r>
        <w:tab/>
        <w:t>Model Regulations (agenda item 7)</w:t>
      </w:r>
      <w:r>
        <w:tab/>
      </w:r>
      <w:r>
        <w:tab/>
      </w:r>
      <w:r w:rsidR="0025588E">
        <w:t>95-98</w:t>
      </w:r>
      <w:r w:rsidR="0025588E">
        <w:tab/>
        <w:t>21</w:t>
      </w:r>
    </w:p>
    <w:p w14:paraId="1CA588ED" w14:textId="1AE26580"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1.</w:t>
      </w:r>
      <w:r>
        <w:tab/>
        <w:t>Harmonization of RID/ADR/ADN with the 21</w:t>
      </w:r>
      <w:r>
        <w:rPr>
          <w:vertAlign w:val="superscript"/>
        </w:rPr>
        <w:t>st</w:t>
      </w:r>
      <w:r>
        <w:t xml:space="preserve"> revised edition of the</w:t>
      </w:r>
      <w:r>
        <w:br/>
      </w:r>
      <w:r>
        <w:tab/>
      </w:r>
      <w:r>
        <w:tab/>
      </w:r>
      <w:r>
        <w:tab/>
        <w:t>United Nations Recommendations on the Transport of Dangerous</w:t>
      </w:r>
      <w:r>
        <w:br/>
      </w:r>
      <w:r>
        <w:tab/>
      </w:r>
      <w:r>
        <w:tab/>
      </w:r>
      <w:r>
        <w:tab/>
        <w:t>Goods, Model Regulations</w:t>
      </w:r>
      <w:r>
        <w:tab/>
      </w:r>
      <w:r>
        <w:tab/>
      </w:r>
      <w:r w:rsidR="0025588E">
        <w:t>95</w:t>
      </w:r>
      <w:r w:rsidR="0025588E">
        <w:tab/>
        <w:t>21</w:t>
      </w:r>
    </w:p>
    <w:p w14:paraId="1582A951" w14:textId="0EAF150C"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2.</w:t>
      </w:r>
      <w:r>
        <w:tab/>
        <w:t>Information on recommendations made by the ICAO Dangerous</w:t>
      </w:r>
      <w:r>
        <w:br/>
      </w:r>
      <w:r>
        <w:tab/>
      </w:r>
      <w:r>
        <w:tab/>
      </w:r>
      <w:r>
        <w:tab/>
        <w:t>Goods Panel</w:t>
      </w:r>
      <w:r>
        <w:tab/>
      </w:r>
      <w:r>
        <w:tab/>
      </w:r>
      <w:r w:rsidR="0025588E">
        <w:t>96</w:t>
      </w:r>
      <w:r w:rsidR="0025588E">
        <w:tab/>
        <w:t>22</w:t>
      </w:r>
    </w:p>
    <w:p w14:paraId="50A64B43" w14:textId="07C3E2A4" w:rsidR="004F2069" w:rsidRDefault="004F2069" w:rsidP="004F2069">
      <w:pPr>
        <w:tabs>
          <w:tab w:val="right" w:pos="850"/>
          <w:tab w:val="left" w:pos="1134"/>
          <w:tab w:val="left" w:pos="1559"/>
          <w:tab w:val="left" w:pos="1984"/>
          <w:tab w:val="left" w:leader="dot" w:pos="7654"/>
          <w:tab w:val="right" w:pos="8929"/>
          <w:tab w:val="right" w:pos="9638"/>
        </w:tabs>
        <w:spacing w:after="120"/>
      </w:pPr>
      <w:r>
        <w:tab/>
      </w:r>
      <w:r>
        <w:tab/>
        <w:t>3.</w:t>
      </w:r>
      <w:r>
        <w:tab/>
        <w:t>Outcome of the thirty-first session of the Editorial and Technical Group</w:t>
      </w:r>
      <w:r>
        <w:br/>
      </w:r>
      <w:r>
        <w:tab/>
      </w:r>
      <w:r>
        <w:tab/>
      </w:r>
      <w:r>
        <w:tab/>
        <w:t>(the IMDG Code)</w:t>
      </w:r>
      <w:r>
        <w:tab/>
      </w:r>
      <w:r>
        <w:tab/>
      </w:r>
      <w:r w:rsidR="0025588E">
        <w:t>97-98</w:t>
      </w:r>
      <w:r w:rsidR="0025588E">
        <w:tab/>
        <w:t>22</w:t>
      </w:r>
    </w:p>
    <w:p w14:paraId="16A22415" w14:textId="1A12A4D5" w:rsidR="004F2069" w:rsidRDefault="004F2069" w:rsidP="004F2069">
      <w:pPr>
        <w:tabs>
          <w:tab w:val="right" w:pos="850"/>
          <w:tab w:val="left" w:pos="1134"/>
          <w:tab w:val="left" w:pos="1559"/>
          <w:tab w:val="left" w:pos="1984"/>
          <w:tab w:val="left" w:leader="dot" w:pos="7654"/>
          <w:tab w:val="right" w:pos="8929"/>
          <w:tab w:val="right" w:pos="9638"/>
        </w:tabs>
        <w:spacing w:after="120"/>
        <w:rPr>
          <w:highlight w:val="yellow"/>
        </w:rPr>
      </w:pPr>
      <w:r>
        <w:rPr>
          <w:bCs/>
        </w:rPr>
        <w:tab/>
        <w:t>X.</w:t>
      </w:r>
      <w:r>
        <w:rPr>
          <w:bCs/>
        </w:rPr>
        <w:tab/>
      </w:r>
      <w:r>
        <w:t>Cooperation with the International Atomic Energy Agency (agenda item 8)</w:t>
      </w:r>
      <w:r>
        <w:tab/>
      </w:r>
      <w:r>
        <w:tab/>
      </w:r>
      <w:r w:rsidR="0025588E">
        <w:t>99</w:t>
      </w:r>
      <w:r w:rsidR="0025588E">
        <w:tab/>
        <w:t>22</w:t>
      </w:r>
    </w:p>
    <w:p w14:paraId="654EEBD4" w14:textId="2722C01B" w:rsidR="004F2069" w:rsidRDefault="004F2069" w:rsidP="004F2069">
      <w:pPr>
        <w:tabs>
          <w:tab w:val="right" w:pos="850"/>
          <w:tab w:val="left" w:pos="1134"/>
          <w:tab w:val="left" w:pos="1559"/>
          <w:tab w:val="left" w:pos="1984"/>
          <w:tab w:val="left" w:leader="dot" w:pos="7654"/>
          <w:tab w:val="right" w:pos="8929"/>
          <w:tab w:val="right" w:pos="9638"/>
        </w:tabs>
        <w:spacing w:after="120"/>
        <w:rPr>
          <w:bCs/>
        </w:rPr>
      </w:pPr>
      <w:r>
        <w:rPr>
          <w:bCs/>
        </w:rPr>
        <w:tab/>
        <w:t>XI.</w:t>
      </w:r>
      <w:r>
        <w:rPr>
          <w:bCs/>
        </w:rPr>
        <w:tab/>
        <w:t xml:space="preserve">Guiding principles for the Model Regulations </w:t>
      </w:r>
      <w:r>
        <w:t>(agenda item 9)</w:t>
      </w:r>
      <w:r>
        <w:rPr>
          <w:bCs/>
        </w:rPr>
        <w:tab/>
      </w:r>
      <w:r>
        <w:rPr>
          <w:bCs/>
        </w:rPr>
        <w:tab/>
      </w:r>
      <w:r w:rsidR="0025588E">
        <w:rPr>
          <w:bCs/>
        </w:rPr>
        <w:t>100</w:t>
      </w:r>
      <w:r w:rsidR="0025588E">
        <w:rPr>
          <w:bCs/>
        </w:rPr>
        <w:tab/>
        <w:t>22</w:t>
      </w:r>
    </w:p>
    <w:p w14:paraId="1FBA18AE" w14:textId="34FB818D" w:rsidR="004F2069" w:rsidRDefault="004F2069" w:rsidP="004F2069">
      <w:pPr>
        <w:tabs>
          <w:tab w:val="right" w:pos="850"/>
          <w:tab w:val="left" w:pos="1134"/>
          <w:tab w:val="left" w:pos="1559"/>
          <w:tab w:val="left" w:pos="1984"/>
          <w:tab w:val="left" w:leader="dot" w:pos="7654"/>
          <w:tab w:val="right" w:pos="8929"/>
          <w:tab w:val="right" w:pos="9638"/>
        </w:tabs>
        <w:spacing w:after="120"/>
        <w:rPr>
          <w:bCs/>
        </w:rPr>
      </w:pPr>
      <w:r>
        <w:rPr>
          <w:bCs/>
        </w:rPr>
        <w:tab/>
        <w:t>XII.</w:t>
      </w:r>
      <w:r>
        <w:rPr>
          <w:bCs/>
        </w:rPr>
        <w:tab/>
        <w:t>Issues relating to the Globally Harmonized System of Classification</w:t>
      </w:r>
      <w:r>
        <w:rPr>
          <w:bCs/>
        </w:rPr>
        <w:br/>
      </w:r>
      <w:r>
        <w:rPr>
          <w:bCs/>
        </w:rPr>
        <w:tab/>
      </w:r>
      <w:r>
        <w:rPr>
          <w:bCs/>
        </w:rPr>
        <w:tab/>
        <w:t xml:space="preserve">and Labelling of Chemicals </w:t>
      </w:r>
      <w:r>
        <w:t>(agenda item 10)</w:t>
      </w:r>
      <w:r>
        <w:rPr>
          <w:bCs/>
        </w:rPr>
        <w:tab/>
      </w:r>
      <w:r>
        <w:rPr>
          <w:bCs/>
        </w:rPr>
        <w:tab/>
      </w:r>
      <w:r w:rsidR="0025588E">
        <w:rPr>
          <w:bCs/>
        </w:rPr>
        <w:t>101-107</w:t>
      </w:r>
      <w:r w:rsidR="0025588E">
        <w:rPr>
          <w:bCs/>
        </w:rPr>
        <w:tab/>
        <w:t>22</w:t>
      </w:r>
    </w:p>
    <w:p w14:paraId="41519DEF" w14:textId="07A31A43" w:rsidR="004F2069" w:rsidRDefault="004F2069" w:rsidP="004F2069">
      <w:pPr>
        <w:pStyle w:val="ListParagraph"/>
        <w:numPr>
          <w:ilvl w:val="0"/>
          <w:numId w:val="48"/>
        </w:numPr>
        <w:tabs>
          <w:tab w:val="right" w:pos="850"/>
          <w:tab w:val="left" w:pos="1134"/>
          <w:tab w:val="left" w:pos="1559"/>
          <w:tab w:val="left" w:pos="1984"/>
          <w:tab w:val="left" w:leader="dot" w:pos="7654"/>
          <w:tab w:val="right" w:pos="8929"/>
          <w:tab w:val="right" w:pos="9638"/>
        </w:tabs>
        <w:spacing w:after="120"/>
        <w:rPr>
          <w:bCs/>
        </w:rPr>
      </w:pPr>
      <w:r>
        <w:rPr>
          <w:bCs/>
        </w:rPr>
        <w:t>Testing and oxidizing substances</w:t>
      </w:r>
      <w:r>
        <w:rPr>
          <w:bCs/>
        </w:rPr>
        <w:tab/>
      </w:r>
      <w:r>
        <w:rPr>
          <w:bCs/>
        </w:rPr>
        <w:tab/>
      </w:r>
      <w:r w:rsidR="0025588E">
        <w:rPr>
          <w:bCs/>
        </w:rPr>
        <w:t>101-102</w:t>
      </w:r>
      <w:r w:rsidR="0025588E">
        <w:rPr>
          <w:bCs/>
        </w:rPr>
        <w:tab/>
        <w:t>22</w:t>
      </w:r>
    </w:p>
    <w:p w14:paraId="7324A1AD" w14:textId="0314FAE1" w:rsidR="004F2069" w:rsidRDefault="004F2069" w:rsidP="004F2069">
      <w:pPr>
        <w:tabs>
          <w:tab w:val="right" w:pos="850"/>
          <w:tab w:val="left" w:pos="1134"/>
          <w:tab w:val="left" w:pos="1559"/>
          <w:tab w:val="left" w:pos="1984"/>
          <w:tab w:val="left" w:leader="dot" w:pos="7654"/>
          <w:tab w:val="right" w:pos="8929"/>
          <w:tab w:val="right" w:pos="9638"/>
        </w:tabs>
        <w:spacing w:after="120"/>
        <w:ind w:left="1560"/>
        <w:rPr>
          <w:bCs/>
        </w:rPr>
      </w:pPr>
      <w:r>
        <w:rPr>
          <w:bCs/>
        </w:rPr>
        <w:t>1.</w:t>
      </w:r>
      <w:r>
        <w:rPr>
          <w:bCs/>
        </w:rPr>
        <w:tab/>
        <w:t>Tests for oxidizing liquids and oxidizing solids improvement regarding</w:t>
      </w:r>
      <w:r>
        <w:rPr>
          <w:bCs/>
        </w:rPr>
        <w:br/>
      </w:r>
      <w:r>
        <w:rPr>
          <w:bCs/>
        </w:rPr>
        <w:tab/>
        <w:t>consideration for particle size, friable or coated materials</w:t>
      </w:r>
      <w:r>
        <w:rPr>
          <w:bCs/>
        </w:rPr>
        <w:tab/>
      </w:r>
      <w:r>
        <w:rPr>
          <w:bCs/>
        </w:rPr>
        <w:tab/>
      </w:r>
      <w:r w:rsidR="0025588E">
        <w:rPr>
          <w:bCs/>
        </w:rPr>
        <w:t>101-102</w:t>
      </w:r>
      <w:r w:rsidR="0025588E">
        <w:rPr>
          <w:bCs/>
        </w:rPr>
        <w:tab/>
        <w:t>22</w:t>
      </w:r>
    </w:p>
    <w:p w14:paraId="5F5B7177" w14:textId="54CDE206" w:rsidR="004F2069" w:rsidRDefault="004F2069" w:rsidP="004F2069">
      <w:pPr>
        <w:tabs>
          <w:tab w:val="right" w:pos="850"/>
          <w:tab w:val="left" w:pos="1134"/>
          <w:tab w:val="left" w:pos="1559"/>
          <w:tab w:val="left" w:pos="1984"/>
          <w:tab w:val="left" w:leader="dot" w:pos="7654"/>
          <w:tab w:val="right" w:pos="8929"/>
          <w:tab w:val="right" w:pos="9638"/>
        </w:tabs>
        <w:spacing w:after="120"/>
        <w:rPr>
          <w:bCs/>
        </w:rPr>
      </w:pPr>
      <w:r>
        <w:rPr>
          <w:bCs/>
        </w:rPr>
        <w:tab/>
      </w:r>
      <w:r>
        <w:rPr>
          <w:bCs/>
        </w:rPr>
        <w:tab/>
      </w:r>
      <w:r w:rsidRPr="00AE73AE">
        <w:rPr>
          <w:bCs/>
        </w:rPr>
        <w:t>B.</w:t>
      </w:r>
      <w:r w:rsidRPr="00AE73AE">
        <w:rPr>
          <w:bCs/>
        </w:rPr>
        <w:tab/>
        <w:t>Chemicals under pressure</w:t>
      </w:r>
      <w:r>
        <w:rPr>
          <w:bCs/>
        </w:rPr>
        <w:tab/>
      </w:r>
      <w:r>
        <w:rPr>
          <w:bCs/>
        </w:rPr>
        <w:tab/>
      </w:r>
      <w:r w:rsidR="0025588E">
        <w:rPr>
          <w:bCs/>
        </w:rPr>
        <w:t>103</w:t>
      </w:r>
      <w:r w:rsidR="0025588E">
        <w:rPr>
          <w:bCs/>
        </w:rPr>
        <w:tab/>
        <w:t>23</w:t>
      </w:r>
    </w:p>
    <w:p w14:paraId="521CD9BE" w14:textId="34A2FEA7" w:rsidR="004F2069" w:rsidRDefault="004F2069" w:rsidP="004F2069">
      <w:pPr>
        <w:tabs>
          <w:tab w:val="right" w:pos="850"/>
          <w:tab w:val="left" w:pos="1134"/>
          <w:tab w:val="left" w:pos="1559"/>
          <w:tab w:val="left" w:pos="1984"/>
          <w:tab w:val="left" w:leader="dot" w:pos="7654"/>
          <w:tab w:val="right" w:pos="8929"/>
          <w:tab w:val="right" w:pos="9638"/>
        </w:tabs>
        <w:spacing w:after="120"/>
        <w:rPr>
          <w:bCs/>
          <w:highlight w:val="yellow"/>
        </w:rPr>
      </w:pPr>
      <w:r>
        <w:rPr>
          <w:bCs/>
        </w:rPr>
        <w:tab/>
      </w:r>
      <w:r>
        <w:rPr>
          <w:bCs/>
        </w:rPr>
        <w:tab/>
      </w:r>
      <w:r w:rsidRPr="00AE73AE">
        <w:rPr>
          <w:bCs/>
        </w:rPr>
        <w:t>C.</w:t>
      </w:r>
      <w:r w:rsidRPr="00AE73AE">
        <w:rPr>
          <w:bCs/>
        </w:rPr>
        <w:tab/>
        <w:t>Updating of references to OECD Guidelines</w:t>
      </w:r>
      <w:r w:rsidRPr="00AE73AE">
        <w:rPr>
          <w:bCs/>
        </w:rPr>
        <w:tab/>
      </w:r>
      <w:r w:rsidRPr="00AE73AE">
        <w:rPr>
          <w:bCs/>
        </w:rPr>
        <w:tab/>
      </w:r>
      <w:r w:rsidR="0025588E">
        <w:rPr>
          <w:bCs/>
        </w:rPr>
        <w:t>104</w:t>
      </w:r>
      <w:r w:rsidR="0025588E">
        <w:rPr>
          <w:bCs/>
        </w:rPr>
        <w:tab/>
        <w:t>23</w:t>
      </w:r>
    </w:p>
    <w:p w14:paraId="45974DB6" w14:textId="3B4605D8" w:rsidR="004F2069" w:rsidRDefault="004F2069" w:rsidP="004F2069">
      <w:pPr>
        <w:tabs>
          <w:tab w:val="right" w:pos="850"/>
          <w:tab w:val="left" w:pos="1134"/>
          <w:tab w:val="left" w:pos="1559"/>
          <w:tab w:val="left" w:pos="1984"/>
          <w:tab w:val="left" w:leader="dot" w:pos="7654"/>
          <w:tab w:val="right" w:pos="8929"/>
          <w:tab w:val="right" w:pos="9638"/>
        </w:tabs>
        <w:spacing w:after="120"/>
        <w:rPr>
          <w:bCs/>
        </w:rPr>
      </w:pPr>
      <w:r>
        <w:rPr>
          <w:bCs/>
        </w:rPr>
        <w:tab/>
      </w:r>
      <w:r>
        <w:rPr>
          <w:bCs/>
        </w:rPr>
        <w:tab/>
        <w:t>D.</w:t>
      </w:r>
      <w:r>
        <w:rPr>
          <w:bCs/>
        </w:rPr>
        <w:tab/>
        <w:t>Review of Chapter 2.1</w:t>
      </w:r>
      <w:r>
        <w:rPr>
          <w:bCs/>
        </w:rPr>
        <w:tab/>
      </w:r>
      <w:r>
        <w:rPr>
          <w:bCs/>
        </w:rPr>
        <w:tab/>
      </w:r>
      <w:r w:rsidR="0025588E">
        <w:rPr>
          <w:bCs/>
        </w:rPr>
        <w:t>105</w:t>
      </w:r>
      <w:r w:rsidR="0025588E">
        <w:rPr>
          <w:bCs/>
        </w:rPr>
        <w:tab/>
        <w:t>23</w:t>
      </w:r>
    </w:p>
    <w:p w14:paraId="588D083F" w14:textId="0C1D8C38" w:rsidR="004F2069" w:rsidRDefault="004F2069" w:rsidP="004F2069">
      <w:pPr>
        <w:tabs>
          <w:tab w:val="right" w:pos="850"/>
          <w:tab w:val="left" w:pos="1134"/>
          <w:tab w:val="left" w:pos="1559"/>
          <w:tab w:val="left" w:pos="1984"/>
          <w:tab w:val="left" w:leader="dot" w:pos="7654"/>
          <w:tab w:val="right" w:pos="8929"/>
          <w:tab w:val="right" w:pos="9638"/>
        </w:tabs>
        <w:spacing w:after="120"/>
        <w:rPr>
          <w:bCs/>
        </w:rPr>
      </w:pPr>
      <w:r>
        <w:rPr>
          <w:bCs/>
        </w:rPr>
        <w:tab/>
      </w:r>
      <w:r>
        <w:rPr>
          <w:bCs/>
        </w:rPr>
        <w:tab/>
      </w:r>
      <w:r w:rsidRPr="00AE73AE">
        <w:rPr>
          <w:bCs/>
        </w:rPr>
        <w:t>E.</w:t>
      </w:r>
      <w:r w:rsidRPr="00AE73AE">
        <w:rPr>
          <w:bCs/>
        </w:rPr>
        <w:tab/>
        <w:t>Simultaneous classification in physical hazards and precedence of hazards</w:t>
      </w:r>
      <w:r>
        <w:rPr>
          <w:bCs/>
        </w:rPr>
        <w:tab/>
      </w:r>
      <w:r>
        <w:rPr>
          <w:bCs/>
        </w:rPr>
        <w:tab/>
      </w:r>
      <w:r w:rsidR="0025588E">
        <w:rPr>
          <w:bCs/>
        </w:rPr>
        <w:t>106</w:t>
      </w:r>
      <w:r w:rsidR="0025588E">
        <w:rPr>
          <w:bCs/>
        </w:rPr>
        <w:tab/>
        <w:t>23</w:t>
      </w:r>
    </w:p>
    <w:p w14:paraId="35823D84" w14:textId="00B8F7BF" w:rsidR="004F2069" w:rsidRDefault="004F2069" w:rsidP="004F2069">
      <w:pPr>
        <w:tabs>
          <w:tab w:val="right" w:pos="850"/>
          <w:tab w:val="left" w:pos="1134"/>
          <w:tab w:val="left" w:pos="1559"/>
          <w:tab w:val="left" w:pos="1984"/>
          <w:tab w:val="left" w:leader="dot" w:pos="7654"/>
          <w:tab w:val="right" w:pos="8929"/>
          <w:tab w:val="right" w:pos="9638"/>
        </w:tabs>
        <w:spacing w:after="120"/>
        <w:rPr>
          <w:bCs/>
        </w:rPr>
      </w:pPr>
      <w:r w:rsidRPr="00AE73AE">
        <w:rPr>
          <w:bCs/>
        </w:rPr>
        <w:tab/>
      </w:r>
      <w:r w:rsidRPr="00AE73AE">
        <w:rPr>
          <w:bCs/>
        </w:rPr>
        <w:tab/>
        <w:t>F.</w:t>
      </w:r>
      <w:r w:rsidRPr="00AE73AE">
        <w:rPr>
          <w:bCs/>
        </w:rPr>
        <w:tab/>
        <w:t>Miscellaneous</w:t>
      </w:r>
      <w:r>
        <w:rPr>
          <w:bCs/>
        </w:rPr>
        <w:tab/>
      </w:r>
      <w:r>
        <w:rPr>
          <w:bCs/>
        </w:rPr>
        <w:tab/>
      </w:r>
      <w:r w:rsidR="0025588E">
        <w:rPr>
          <w:bCs/>
        </w:rPr>
        <w:t>107</w:t>
      </w:r>
      <w:r w:rsidR="0025588E">
        <w:rPr>
          <w:bCs/>
        </w:rPr>
        <w:tab/>
        <w:t>23</w:t>
      </w:r>
    </w:p>
    <w:p w14:paraId="607EC89E" w14:textId="27CA4FE3" w:rsidR="004F2069" w:rsidRDefault="004F2069" w:rsidP="004F2069">
      <w:pPr>
        <w:tabs>
          <w:tab w:val="right" w:pos="850"/>
          <w:tab w:val="left" w:pos="1134"/>
          <w:tab w:val="left" w:pos="1559"/>
          <w:tab w:val="left" w:pos="1984"/>
          <w:tab w:val="left" w:leader="dot" w:pos="7654"/>
          <w:tab w:val="right" w:pos="8929"/>
          <w:tab w:val="right" w:pos="9638"/>
        </w:tabs>
        <w:spacing w:after="120"/>
      </w:pPr>
      <w:r>
        <w:rPr>
          <w:bCs/>
        </w:rPr>
        <w:tab/>
        <w:t>XIII</w:t>
      </w:r>
      <w:r>
        <w:rPr>
          <w:bCs/>
        </w:rPr>
        <w:tab/>
        <w:t xml:space="preserve">Other business </w:t>
      </w:r>
      <w:r>
        <w:t>(agenda item 11)</w:t>
      </w:r>
      <w:r>
        <w:tab/>
      </w:r>
      <w:r>
        <w:tab/>
      </w:r>
      <w:r w:rsidR="0025588E">
        <w:t>108</w:t>
      </w:r>
      <w:r w:rsidR="0025588E">
        <w:tab/>
        <w:t>23</w:t>
      </w:r>
    </w:p>
    <w:p w14:paraId="7AE3432A" w14:textId="7A4C6C65" w:rsidR="004F2069" w:rsidRDefault="004F2069" w:rsidP="004F2069">
      <w:pPr>
        <w:tabs>
          <w:tab w:val="right" w:pos="850"/>
          <w:tab w:val="left" w:pos="1134"/>
          <w:tab w:val="left" w:pos="1559"/>
          <w:tab w:val="left" w:pos="1984"/>
          <w:tab w:val="left" w:leader="dot" w:pos="7654"/>
          <w:tab w:val="right" w:pos="8929"/>
          <w:tab w:val="right" w:pos="9638"/>
        </w:tabs>
        <w:spacing w:after="120"/>
        <w:rPr>
          <w:bCs/>
        </w:rPr>
      </w:pPr>
      <w:r>
        <w:rPr>
          <w:bCs/>
        </w:rPr>
        <w:tab/>
      </w:r>
      <w:r>
        <w:rPr>
          <w:bCs/>
        </w:rPr>
        <w:tab/>
        <w:t xml:space="preserve">Tribute to Mr. F. </w:t>
      </w:r>
      <w:proofErr w:type="spellStart"/>
      <w:r>
        <w:rPr>
          <w:bCs/>
        </w:rPr>
        <w:t>Kirchnawy</w:t>
      </w:r>
      <w:proofErr w:type="spellEnd"/>
      <w:r>
        <w:rPr>
          <w:bCs/>
        </w:rPr>
        <w:t xml:space="preserve"> (Austria)</w:t>
      </w:r>
      <w:r>
        <w:rPr>
          <w:bCs/>
        </w:rPr>
        <w:tab/>
      </w:r>
      <w:r>
        <w:rPr>
          <w:bCs/>
        </w:rPr>
        <w:tab/>
      </w:r>
      <w:r w:rsidR="0025588E">
        <w:rPr>
          <w:bCs/>
        </w:rPr>
        <w:t>108</w:t>
      </w:r>
      <w:r w:rsidR="0025588E">
        <w:rPr>
          <w:bCs/>
        </w:rPr>
        <w:tab/>
        <w:t>23</w:t>
      </w:r>
    </w:p>
    <w:p w14:paraId="7B94A66E" w14:textId="658B3285" w:rsidR="004F2069" w:rsidRDefault="004F2069" w:rsidP="004F2069">
      <w:pPr>
        <w:tabs>
          <w:tab w:val="right" w:pos="850"/>
          <w:tab w:val="left" w:pos="1134"/>
          <w:tab w:val="left" w:pos="1559"/>
          <w:tab w:val="left" w:pos="1984"/>
          <w:tab w:val="left" w:leader="dot" w:pos="7654"/>
          <w:tab w:val="right" w:pos="8929"/>
          <w:tab w:val="right" w:pos="9638"/>
        </w:tabs>
        <w:spacing w:after="120"/>
        <w:rPr>
          <w:bCs/>
        </w:rPr>
      </w:pPr>
      <w:r>
        <w:rPr>
          <w:bCs/>
        </w:rPr>
        <w:tab/>
        <w:t>XIV</w:t>
      </w:r>
      <w:r>
        <w:rPr>
          <w:bCs/>
        </w:rPr>
        <w:tab/>
        <w:t xml:space="preserve">Adoption of the report </w:t>
      </w:r>
      <w:r>
        <w:t>(agenda item 12)</w:t>
      </w:r>
      <w:r>
        <w:tab/>
      </w:r>
      <w:r>
        <w:tab/>
      </w:r>
      <w:r w:rsidR="0025588E">
        <w:t>109</w:t>
      </w:r>
      <w:r w:rsidR="0025588E">
        <w:tab/>
        <w:t>23</w:t>
      </w:r>
    </w:p>
    <w:p w14:paraId="10C1B3B0" w14:textId="77777777" w:rsidR="004F2069" w:rsidRDefault="004F2069" w:rsidP="004F2069">
      <w:pPr>
        <w:suppressAutoHyphens w:val="0"/>
        <w:kinsoku/>
        <w:overflowPunct/>
        <w:autoSpaceDE/>
        <w:adjustRightInd/>
        <w:snapToGrid/>
        <w:spacing w:after="200" w:line="276" w:lineRule="auto"/>
        <w:rPr>
          <w:bCs/>
        </w:rPr>
      </w:pPr>
    </w:p>
    <w:p w14:paraId="721725CD" w14:textId="77777777" w:rsidR="004F2069" w:rsidRDefault="004F2069" w:rsidP="004F2069">
      <w:pPr>
        <w:tabs>
          <w:tab w:val="right" w:pos="850"/>
          <w:tab w:val="left" w:pos="1134"/>
          <w:tab w:val="left" w:pos="1559"/>
          <w:tab w:val="left" w:pos="1984"/>
          <w:tab w:val="left" w:leader="dot" w:pos="7654"/>
          <w:tab w:val="right" w:pos="8929"/>
          <w:tab w:val="right" w:pos="9638"/>
        </w:tabs>
        <w:spacing w:before="120" w:after="120"/>
      </w:pPr>
      <w:r>
        <w:t>Annexes</w:t>
      </w:r>
    </w:p>
    <w:p w14:paraId="058B592B" w14:textId="709F9147" w:rsidR="00AE4ABB" w:rsidRDefault="004F2069" w:rsidP="004B0587">
      <w:pPr>
        <w:suppressAutoHyphens w:val="0"/>
        <w:kinsoku/>
        <w:overflowPunct/>
        <w:autoSpaceDE/>
        <w:autoSpaceDN/>
        <w:adjustRightInd/>
        <w:snapToGrid/>
        <w:spacing w:after="200" w:line="276" w:lineRule="auto"/>
        <w:rPr>
          <w:bCs/>
        </w:rPr>
      </w:pPr>
      <w:r>
        <w:tab/>
        <w:t xml:space="preserve">Draft amendments to the twenty-first revised edition of the </w:t>
      </w:r>
      <w:r>
        <w:br/>
      </w:r>
      <w:r>
        <w:tab/>
        <w:t xml:space="preserve">Recommendations on the Transport of Dangerous Goods, </w:t>
      </w:r>
      <w:r>
        <w:br/>
      </w:r>
      <w:r>
        <w:tab/>
        <w:t>Model Regulations (ST/SG/AC.10/1/Rev.21) ……………………………………………</w:t>
      </w:r>
      <w:r>
        <w:tab/>
      </w:r>
      <w:r>
        <w:tab/>
      </w:r>
      <w:r>
        <w:tab/>
      </w:r>
      <w:r w:rsidR="0025588E">
        <w:t xml:space="preserve">       24</w:t>
      </w:r>
    </w:p>
    <w:p w14:paraId="17445A71" w14:textId="77777777" w:rsidR="005F02B6" w:rsidRPr="00B7238D" w:rsidRDefault="00D27BB9" w:rsidP="005F02B6">
      <w:pPr>
        <w:pStyle w:val="HChG"/>
      </w:pPr>
      <w:r w:rsidRPr="002059DA">
        <w:lastRenderedPageBreak/>
        <w:tab/>
      </w:r>
      <w:r w:rsidR="005F02B6" w:rsidRPr="00B7238D">
        <w:t>I.</w:t>
      </w:r>
      <w:r w:rsidR="005F02B6" w:rsidRPr="00B7238D">
        <w:tab/>
        <w:t>Attendance</w:t>
      </w:r>
    </w:p>
    <w:p w14:paraId="344E4D42" w14:textId="77777777" w:rsidR="005F02B6" w:rsidRPr="00B7238D" w:rsidRDefault="005F02B6" w:rsidP="005F02B6">
      <w:pPr>
        <w:pStyle w:val="SingleTxtG"/>
      </w:pPr>
      <w:r w:rsidRPr="00B7238D">
        <w:t>1.</w:t>
      </w:r>
      <w:r w:rsidRPr="00B7238D">
        <w:tab/>
        <w:t>The Sub-Committee of Experts on the Transport of Dangerous Goods held its fifty-</w:t>
      </w:r>
      <w:r>
        <w:t>fifth</w:t>
      </w:r>
      <w:r w:rsidRPr="00B7238D">
        <w:t xml:space="preserve"> session from </w:t>
      </w:r>
      <w:r>
        <w:t>1</w:t>
      </w:r>
      <w:r w:rsidRPr="00B7238D">
        <w:t xml:space="preserve"> to </w:t>
      </w:r>
      <w:r>
        <w:t>5</w:t>
      </w:r>
      <w:r w:rsidRPr="00B7238D">
        <w:t xml:space="preserve"> July 201</w:t>
      </w:r>
      <w:r>
        <w:t>9</w:t>
      </w:r>
      <w:r w:rsidRPr="00F0725A">
        <w:t xml:space="preserve"> </w:t>
      </w:r>
      <w:r>
        <w:t xml:space="preserve">with Mr. Duane Pfund (United States of America) as Chair and Mr. Claude </w:t>
      </w:r>
      <w:proofErr w:type="spellStart"/>
      <w:r>
        <w:t>Pfauvadel</w:t>
      </w:r>
      <w:proofErr w:type="spellEnd"/>
      <w:r>
        <w:t xml:space="preserve"> (France) as Vice-Chair</w:t>
      </w:r>
      <w:r w:rsidRPr="00B7238D">
        <w:t>.</w:t>
      </w:r>
    </w:p>
    <w:p w14:paraId="3AF6BD43" w14:textId="4824D990" w:rsidR="005F02B6" w:rsidRPr="00F0725A" w:rsidRDefault="005F02B6" w:rsidP="005F02B6">
      <w:pPr>
        <w:pStyle w:val="SingleTxtG"/>
      </w:pPr>
      <w:r w:rsidRPr="00F0725A">
        <w:t>2.</w:t>
      </w:r>
      <w:r w:rsidRPr="00F0725A">
        <w:tab/>
        <w:t>Experts from the following countries took part in the session: Australia, Austria, Belgium, Brazil, Canada, China, Finland, France, Germany, Italy, Japan, Netherlands, Republic of Korea, Russian Federation, Spain, Sweden, Switzerland, United Kingdom and United States of America.</w:t>
      </w:r>
    </w:p>
    <w:p w14:paraId="26C7767A" w14:textId="1AED0F95" w:rsidR="005F02B6" w:rsidRPr="00F0725A" w:rsidRDefault="005F02B6" w:rsidP="005F02B6">
      <w:pPr>
        <w:pStyle w:val="SingleTxtG"/>
      </w:pPr>
      <w:r w:rsidRPr="00F0725A">
        <w:t>3.</w:t>
      </w:r>
      <w:r w:rsidRPr="00F0725A">
        <w:tab/>
        <w:t xml:space="preserve">Under rule 72 of the rules of procedure of the Economic and Social Council, observers from </w:t>
      </w:r>
      <w:r w:rsidR="0020454B">
        <w:t xml:space="preserve">Croatia, </w:t>
      </w:r>
      <w:r w:rsidRPr="00F0725A">
        <w:t xml:space="preserve">the Democratic Republic of the Congo, </w:t>
      </w:r>
      <w:r w:rsidR="0020454B">
        <w:t xml:space="preserve">Luxembourg, </w:t>
      </w:r>
      <w:r w:rsidRPr="00F0725A">
        <w:t>Romania</w:t>
      </w:r>
      <w:r w:rsidR="00E32CBA">
        <w:t>,</w:t>
      </w:r>
      <w:r w:rsidR="0020454B">
        <w:t xml:space="preserve"> Slovakia </w:t>
      </w:r>
      <w:r w:rsidR="00E32CBA">
        <w:t xml:space="preserve">and Turkey </w:t>
      </w:r>
      <w:r w:rsidRPr="00F0725A">
        <w:t>also took part.</w:t>
      </w:r>
      <w:r>
        <w:t xml:space="preserve"> </w:t>
      </w:r>
    </w:p>
    <w:p w14:paraId="4D18F691" w14:textId="77777777" w:rsidR="005F02B6" w:rsidRPr="00F0725A" w:rsidRDefault="005F02B6" w:rsidP="005F02B6">
      <w:pPr>
        <w:pStyle w:val="SingleTxtG"/>
      </w:pPr>
      <w:r w:rsidRPr="00F0725A">
        <w:t>4.</w:t>
      </w:r>
      <w:r w:rsidRPr="00F0725A">
        <w:tab/>
        <w:t>Representatives of the European Union and the Intergovernmental Organization for International Carriage by Rail (OTIF) also attended.</w:t>
      </w:r>
    </w:p>
    <w:p w14:paraId="51B8071F" w14:textId="77777777" w:rsidR="005F02B6" w:rsidRPr="00F0725A" w:rsidRDefault="005F02B6" w:rsidP="005F02B6">
      <w:pPr>
        <w:pStyle w:val="SingleTxtG"/>
      </w:pPr>
      <w:r w:rsidRPr="00F0725A">
        <w:t>5.</w:t>
      </w:r>
      <w:r w:rsidRPr="00F0725A">
        <w:tab/>
        <w:t>Representatives of the Food and Agriculture Organization (FAO), the International Civil Aviation Organization (ICAO), the International Maritime Organization (IMO) and the World Health Organization (WHO) were also present.</w:t>
      </w:r>
    </w:p>
    <w:p w14:paraId="1BF60010" w14:textId="3EF4959A" w:rsidR="005F02B6" w:rsidRPr="00F0725A" w:rsidRDefault="005F02B6" w:rsidP="00651971">
      <w:pPr>
        <w:pStyle w:val="SingleTxtG"/>
      </w:pPr>
      <w:r w:rsidRPr="00F0725A">
        <w:t>6.</w:t>
      </w:r>
      <w:r w:rsidRPr="00F0725A">
        <w:tab/>
      </w:r>
      <w:bookmarkStart w:id="0" w:name="_Hlk13648549"/>
      <w:r w:rsidRPr="00F0725A">
        <w:t>Representatives of the following non-governmental organizations took part in the discussion on items of concern to those organizations: Association of European Manufacturers of Sporting Ammunition (AFEMS), Australian Explosives Industry Safety Group (AEISG</w:t>
      </w:r>
      <w:r w:rsidRPr="00BF42B4">
        <w:rPr>
          <w:rFonts w:asciiTheme="majorBidi" w:hAnsiTheme="majorBidi" w:cstheme="majorBidi"/>
        </w:rPr>
        <w:t xml:space="preserve">), </w:t>
      </w:r>
      <w:r w:rsidR="00651971" w:rsidRPr="00BF42B4">
        <w:rPr>
          <w:rFonts w:asciiTheme="majorBidi" w:hAnsiTheme="majorBidi" w:cstheme="majorBidi"/>
        </w:rPr>
        <w:t>Association of Hazmat Shippers, Inc. (AHS)</w:t>
      </w:r>
      <w:r w:rsidR="00651971">
        <w:rPr>
          <w:rFonts w:asciiTheme="majorBidi" w:hAnsiTheme="majorBidi" w:cstheme="majorBidi"/>
        </w:rPr>
        <w:t>,</w:t>
      </w:r>
      <w:r w:rsidR="00651971" w:rsidRPr="00BF42B4">
        <w:rPr>
          <w:rFonts w:asciiTheme="majorBidi" w:hAnsiTheme="majorBidi" w:cstheme="majorBidi"/>
        </w:rPr>
        <w:t xml:space="preserve"> </w:t>
      </w:r>
      <w:r w:rsidRPr="00BF42B4">
        <w:rPr>
          <w:rFonts w:asciiTheme="majorBidi" w:hAnsiTheme="majorBidi" w:cstheme="majorBidi"/>
        </w:rPr>
        <w:t>Compressed Gas Association (CGA), Cosmetics Europe, Council on Safe Transportation</w:t>
      </w:r>
      <w:r w:rsidRPr="00F0725A">
        <w:t xml:space="preserve"> of Hazardous Articles (COSTHA), </w:t>
      </w:r>
      <w:r w:rsidRPr="002A4CC8">
        <w:t>Dangerous Goods Advisory Council (DGAC),</w:t>
      </w:r>
      <w:r w:rsidRPr="00F0725A">
        <w:t xml:space="preserve"> Dangerous Goods Trainers Association (DGTA), European Association for Advanced Rechargeable Batteries (RECHARGE), European Association of Automotive Suppliers (CLEPA), European Chemical Industry Council (CEFIC), European Industrial Gases Association (EIGA), Federation of European Aerosol Associations (FEA),</w:t>
      </w:r>
      <w:r w:rsidR="00651971">
        <w:t xml:space="preserve"> </w:t>
      </w:r>
      <w:r w:rsidRPr="00F0725A">
        <w:t xml:space="preserve">Institute of Makers of Explosives (IME), International Air Transport Association (IATA), International Association of Fire and Rescue Services (CTIF), International Confederation of Container </w:t>
      </w:r>
      <w:proofErr w:type="spellStart"/>
      <w:r w:rsidRPr="00F0725A">
        <w:t>Reconditioners</w:t>
      </w:r>
      <w:proofErr w:type="spellEnd"/>
      <w:r w:rsidRPr="00F0725A">
        <w:t xml:space="preserve"> (ICCR), </w:t>
      </w:r>
      <w:r w:rsidR="005D1C9E">
        <w:t xml:space="preserve">International Confederation of Drums Manufacturers (ICDM); </w:t>
      </w:r>
      <w:r w:rsidRPr="00F0725A">
        <w:t xml:space="preserve">International Confederation of Plastics Packaging Manufacturers (ICPP), International Council of Intermediate Bulk Container Associations (ICIBCA), International Dangerous Goods &amp; Containers Association (IDGCA), International Fibre Drum Institute (IFDI), International Organization of Motor Vehicle Manufacturers (OICA), International Paint and Printing Ink Council (IPPIC), International Tank Container Organisation (ITCO), Kilofarad international (KFI), Medical Devices Battery Transport Council (MDBTC), </w:t>
      </w:r>
      <w:r w:rsidR="00651971">
        <w:t xml:space="preserve">Metal Packing Europe (MPE), </w:t>
      </w:r>
      <w:r w:rsidRPr="00F0725A">
        <w:t>PRBA — The Rechargeable Battery Association (PRBA), Responsible Packaging Management Association of Southern Africa (RPMASA)</w:t>
      </w:r>
      <w:r w:rsidR="00EB0102">
        <w:t xml:space="preserve">, </w:t>
      </w:r>
      <w:r w:rsidRPr="00F0725A">
        <w:t>Sporting Arms</w:t>
      </w:r>
      <w:r w:rsidR="00EB0102">
        <w:t xml:space="preserve"> and</w:t>
      </w:r>
      <w:r w:rsidRPr="00F0725A">
        <w:t xml:space="preserve"> Ammunition Manufacturers’ Institute (SAAMI)</w:t>
      </w:r>
      <w:r w:rsidR="00651971">
        <w:t xml:space="preserve"> and Stainless Steel Container Association (SSCA)</w:t>
      </w:r>
      <w:r w:rsidRPr="00F0725A">
        <w:t>.</w:t>
      </w:r>
      <w:bookmarkEnd w:id="0"/>
    </w:p>
    <w:p w14:paraId="476D2A72" w14:textId="77777777" w:rsidR="005F02B6" w:rsidRPr="00B7238D" w:rsidRDefault="005F02B6" w:rsidP="005F02B6">
      <w:pPr>
        <w:pStyle w:val="HChG"/>
      </w:pPr>
      <w:r w:rsidRPr="00B7238D">
        <w:tab/>
      </w:r>
      <w:r>
        <w:t>I</w:t>
      </w:r>
      <w:r w:rsidRPr="00B7238D">
        <w:t>I.</w:t>
      </w:r>
      <w:r w:rsidRPr="00B7238D">
        <w:tab/>
      </w:r>
      <w:r>
        <w:t>Opening of the session</w:t>
      </w:r>
    </w:p>
    <w:p w14:paraId="42023FF0" w14:textId="77777777" w:rsidR="005F02B6" w:rsidRPr="00F0725A" w:rsidRDefault="005F02B6" w:rsidP="005F02B6">
      <w:pPr>
        <w:pStyle w:val="H1G"/>
      </w:pPr>
      <w:r w:rsidRPr="00F0725A">
        <w:tab/>
      </w:r>
      <w:r w:rsidRPr="00F0725A">
        <w:tab/>
        <w:t>Changes in the secretariat</w:t>
      </w:r>
    </w:p>
    <w:p w14:paraId="6B5BC2EF" w14:textId="7ECCD711" w:rsidR="005F02B6" w:rsidRDefault="005F02B6" w:rsidP="005F02B6">
      <w:pPr>
        <w:pStyle w:val="SingleTxtG"/>
      </w:pPr>
      <w:bookmarkStart w:id="1" w:name="_Hlk12873213"/>
      <w:r>
        <w:t>7.</w:t>
      </w:r>
      <w:r>
        <w:tab/>
        <w:t xml:space="preserve">Mr. Yuwei Li, the Director of the Sustainable Transport Division informed the Sub-Committee that the recruitment process for the post of Chief of Section had been completed with the appointment, as of 1 June 2019, of Mr. Romain Hubert as Chief of the “Road Safety Management and Dangerous Goods Section”. He thanked the </w:t>
      </w:r>
      <w:r w:rsidR="00301EB1">
        <w:t>d</w:t>
      </w:r>
      <w:r>
        <w:t xml:space="preserve">angerous </w:t>
      </w:r>
      <w:r w:rsidR="004A56DF">
        <w:t>g</w:t>
      </w:r>
      <w:r>
        <w:t xml:space="preserve">oods team for the excellent work done during the interim period between the retirement of Mr. Kervella and </w:t>
      </w:r>
      <w:r>
        <w:lastRenderedPageBreak/>
        <w:t>the recruitment of Mr. Hubert, to avoid disruption of services. The Sub-Committee welcomed Mr. Hubert and joined Mr. Li on its appreciation of the excellent performance of the dangerous goods team during that period, and in particular of Ms. Garcia Couto during her time as secretary of the Sub-Committee and acting chief of the section.</w:t>
      </w:r>
    </w:p>
    <w:bookmarkEnd w:id="1"/>
    <w:p w14:paraId="3A52487B" w14:textId="77777777" w:rsidR="005F02B6" w:rsidRPr="00B7238D" w:rsidRDefault="005F02B6" w:rsidP="005F02B6">
      <w:pPr>
        <w:pStyle w:val="HChG"/>
      </w:pPr>
      <w:r w:rsidRPr="00B7238D">
        <w:tab/>
        <w:t>II</w:t>
      </w:r>
      <w:r>
        <w:t>I</w:t>
      </w:r>
      <w:r w:rsidRPr="00B7238D">
        <w:t>.</w:t>
      </w:r>
      <w:r w:rsidRPr="00B7238D">
        <w:tab/>
        <w:t>Adoption of the agenda (agenda item 1)</w:t>
      </w:r>
    </w:p>
    <w:p w14:paraId="01B361B1" w14:textId="77777777" w:rsidR="005F02B6" w:rsidRPr="00B7238D" w:rsidRDefault="005F02B6" w:rsidP="005F02B6">
      <w:pPr>
        <w:pStyle w:val="SingleTxtG"/>
        <w:ind w:left="2268" w:hanging="1134"/>
        <w:jc w:val="left"/>
      </w:pPr>
      <w:r w:rsidRPr="00725A31">
        <w:rPr>
          <w:i/>
        </w:rPr>
        <w:t>Documents</w:t>
      </w:r>
      <w:r w:rsidRPr="00B7238D">
        <w:t>:</w:t>
      </w:r>
      <w:r w:rsidRPr="00B7238D">
        <w:tab/>
      </w:r>
      <w:r>
        <w:tab/>
      </w:r>
      <w:r>
        <w:tab/>
      </w:r>
      <w:r>
        <w:tab/>
      </w:r>
      <w:r w:rsidRPr="00B7238D">
        <w:t>ST/SG/AC.10/C.3/10</w:t>
      </w:r>
      <w:r>
        <w:t>9</w:t>
      </w:r>
      <w:r w:rsidRPr="00B7238D">
        <w:t xml:space="preserve"> (Provisional agenda)</w:t>
      </w:r>
      <w:r w:rsidRPr="00B7238D">
        <w:br/>
      </w:r>
      <w:r>
        <w:tab/>
      </w:r>
      <w:r>
        <w:tab/>
      </w:r>
      <w:r>
        <w:tab/>
      </w:r>
      <w:r w:rsidRPr="00B7238D">
        <w:t>ST/SG/AC.10/C.3/10</w:t>
      </w:r>
      <w:r>
        <w:t>9</w:t>
      </w:r>
      <w:r w:rsidRPr="00B7238D">
        <w:t>/Add.1 (List of documents)</w:t>
      </w:r>
    </w:p>
    <w:p w14:paraId="59B76FF5" w14:textId="77777777" w:rsidR="005F02B6" w:rsidRDefault="005F02B6" w:rsidP="005F02B6">
      <w:pPr>
        <w:pStyle w:val="SingleTxtG"/>
        <w:ind w:left="2835" w:hanging="1701"/>
        <w:jc w:val="left"/>
      </w:pPr>
      <w:r w:rsidRPr="00725A31">
        <w:rPr>
          <w:i/>
        </w:rPr>
        <w:t>Informal</w:t>
      </w:r>
      <w:r w:rsidRPr="00B7238D">
        <w:t xml:space="preserve"> </w:t>
      </w:r>
      <w:r w:rsidRPr="00725A31">
        <w:rPr>
          <w:i/>
        </w:rPr>
        <w:t>documents</w:t>
      </w:r>
      <w:r w:rsidRPr="00B7238D">
        <w:t>:</w:t>
      </w:r>
      <w:r w:rsidRPr="00B7238D">
        <w:tab/>
      </w:r>
      <w:r>
        <w:tab/>
      </w:r>
      <w:r>
        <w:tab/>
      </w:r>
      <w:r w:rsidRPr="00B7238D">
        <w:t>INF.1 and INF.2 (List of documents)</w:t>
      </w:r>
      <w:r w:rsidRPr="00B7238D">
        <w:br/>
      </w:r>
      <w:r>
        <w:tab/>
      </w:r>
      <w:r>
        <w:tab/>
      </w:r>
      <w:r w:rsidRPr="00B7238D">
        <w:t>INF.1</w:t>
      </w:r>
      <w:r>
        <w:t>2</w:t>
      </w:r>
      <w:r w:rsidRPr="00B7238D">
        <w:t xml:space="preserve"> (Provisional timetable)</w:t>
      </w:r>
      <w:r w:rsidRPr="00B7238D">
        <w:br/>
      </w:r>
      <w:r>
        <w:tab/>
      </w:r>
      <w:r>
        <w:tab/>
        <w:t xml:space="preserve">INF.32 (Reception by NGOs) </w:t>
      </w:r>
    </w:p>
    <w:p w14:paraId="6D4EEDBC" w14:textId="15648C31" w:rsidR="005F02B6" w:rsidRDefault="005F02B6" w:rsidP="005F02B6">
      <w:pPr>
        <w:pStyle w:val="SingleTxtG"/>
      </w:pPr>
      <w:r>
        <w:t>8.</w:t>
      </w:r>
      <w:r>
        <w:tab/>
        <w:t xml:space="preserve">The expert from Switzerland withdrew document ST/SG/AC.10/C.3/2019/10 </w:t>
      </w:r>
      <w:r w:rsidR="00B263D3">
        <w:t>(</w:t>
      </w:r>
      <w:r w:rsidR="00301EB1">
        <w:t>agenda item 6 (e)</w:t>
      </w:r>
      <w:r w:rsidR="00B263D3">
        <w:t>)</w:t>
      </w:r>
      <w:r w:rsidR="00301EB1">
        <w:t xml:space="preserve"> </w:t>
      </w:r>
      <w:r>
        <w:t>and offered to submit a revised proposal for consideration at the next session.</w:t>
      </w:r>
    </w:p>
    <w:p w14:paraId="08032D14" w14:textId="2E092D55" w:rsidR="005F02B6" w:rsidRDefault="005F02B6" w:rsidP="005F02B6">
      <w:pPr>
        <w:pStyle w:val="SingleTxtG"/>
      </w:pPr>
      <w:r>
        <w:t>9.</w:t>
      </w:r>
      <w:r>
        <w:tab/>
        <w:t xml:space="preserve">Noting that the consequential amendments proposed in informal document INF.15 </w:t>
      </w:r>
      <w:r w:rsidR="00301EB1">
        <w:t xml:space="preserve">(agenda item 8) </w:t>
      </w:r>
      <w:r>
        <w:t>had already been taken into account in the twenty-first revised edition of the Model Regulations, the representative of IATA withdrew the document.</w:t>
      </w:r>
    </w:p>
    <w:p w14:paraId="7CE4FB67" w14:textId="1363A37C" w:rsidR="005F02B6" w:rsidRDefault="005F02B6" w:rsidP="005F02B6">
      <w:pPr>
        <w:pStyle w:val="SingleTxtG"/>
      </w:pPr>
      <w:r>
        <w:t>10.</w:t>
      </w:r>
      <w:r>
        <w:tab/>
        <w:t>The Sub-Committee adopted the provisional agenda prepared by the secretariat including informal documents (INF.1 to INF.56).</w:t>
      </w:r>
    </w:p>
    <w:p w14:paraId="778DA5E3" w14:textId="77777777" w:rsidR="005F02B6" w:rsidRPr="00F0725A" w:rsidRDefault="005F02B6" w:rsidP="005F02B6">
      <w:pPr>
        <w:pStyle w:val="H1G"/>
      </w:pPr>
      <w:r w:rsidRPr="00F0725A">
        <w:tab/>
      </w:r>
      <w:r w:rsidRPr="00F0725A">
        <w:tab/>
      </w:r>
      <w:bookmarkStart w:id="2" w:name="_Hlk12365947"/>
      <w:r w:rsidRPr="00F0725A">
        <w:t>ECOSOC Resolution 2019/7 and status of publications</w:t>
      </w:r>
      <w:bookmarkEnd w:id="2"/>
    </w:p>
    <w:p w14:paraId="1021DEE4" w14:textId="77777777" w:rsidR="005F02B6" w:rsidRPr="00F0725A" w:rsidRDefault="005F02B6" w:rsidP="005F02B6">
      <w:pPr>
        <w:pStyle w:val="SingleTxtG"/>
      </w:pPr>
      <w:r>
        <w:t>11.</w:t>
      </w:r>
      <w:r>
        <w:tab/>
      </w:r>
      <w:r w:rsidRPr="00F0725A">
        <w:t>A member of the secretariat informed the Sub-Committee that on 6 June 2019, the Economic and Social Council had considered the report of the Secretary-General on the work of the Committee and its sub-committees during 2017-2018 (document E/2019/63) and had adopted without change the resolution prepared by the Committee at its ninth session (ST/SG/AC.10/46, annex IV). The Resolution will be circulated under the symbol E/RES/2019/7.</w:t>
      </w:r>
    </w:p>
    <w:p w14:paraId="7E709A2E" w14:textId="2A74851D" w:rsidR="005F02B6" w:rsidRDefault="005F02B6" w:rsidP="005F02B6">
      <w:pPr>
        <w:pStyle w:val="SingleTxtG"/>
      </w:pPr>
      <w:r>
        <w:t>12.</w:t>
      </w:r>
      <w:r>
        <w:tab/>
      </w:r>
      <w:r w:rsidRPr="00F0725A">
        <w:t xml:space="preserve">The Sub-Committee was also informed that the secretariat had already published the English edition of the twenty-first revised edition of the Recommendations on the Transport of Dangerous Goods, Model Regulations and the eighth revised edition of the Globally Harmonized System of Classification and Labelling of Chemicals (GHS). Publication of the English and French editions of the seventh revised edition of the Manual of Tests and Criteria is expected </w:t>
      </w:r>
      <w:r w:rsidR="00301EB1">
        <w:t xml:space="preserve">to be published </w:t>
      </w:r>
      <w:r w:rsidRPr="00F0725A">
        <w:t>before the end of 2019.</w:t>
      </w:r>
    </w:p>
    <w:p w14:paraId="40D7D03F" w14:textId="77777777" w:rsidR="005F02B6" w:rsidRDefault="005F02B6" w:rsidP="005F02B6">
      <w:pPr>
        <w:pStyle w:val="HChG"/>
      </w:pPr>
      <w:r w:rsidRPr="00B7238D">
        <w:tab/>
      </w:r>
      <w:r>
        <w:t>IV.</w:t>
      </w:r>
      <w:r>
        <w:tab/>
        <w:t>Explosives and related matters (agenda item 2)</w:t>
      </w:r>
    </w:p>
    <w:p w14:paraId="325CCC57" w14:textId="01B9F298" w:rsidR="005F02B6" w:rsidRDefault="005F02B6" w:rsidP="005F02B6">
      <w:pPr>
        <w:pStyle w:val="SingleTxtG"/>
        <w:tabs>
          <w:tab w:val="left" w:pos="1701"/>
        </w:tabs>
      </w:pPr>
      <w:r>
        <w:t>13.</w:t>
      </w:r>
      <w:r>
        <w:tab/>
      </w:r>
      <w:r w:rsidRPr="00BF21EA">
        <w:t xml:space="preserve">After preliminary consideration in plenary, </w:t>
      </w:r>
      <w:r>
        <w:t>all</w:t>
      </w:r>
      <w:r w:rsidRPr="00BF21EA">
        <w:t xml:space="preserve"> questions relating to this agenda item were referred to the Working Group on Explosives, which met from </w:t>
      </w:r>
      <w:r>
        <w:t>1</w:t>
      </w:r>
      <w:r w:rsidRPr="00BF21EA">
        <w:t xml:space="preserve"> to </w:t>
      </w:r>
      <w:r>
        <w:t>4 July 2019</w:t>
      </w:r>
      <w:r w:rsidRPr="00BF21EA">
        <w:t xml:space="preserve"> under the chairmanship of Mr. E. de Jong (Netherlands).</w:t>
      </w:r>
    </w:p>
    <w:p w14:paraId="2D17FC13" w14:textId="532363E7" w:rsidR="005F02B6" w:rsidRDefault="005F02B6" w:rsidP="005F02B6">
      <w:pPr>
        <w:pStyle w:val="SingleTxtG"/>
        <w:tabs>
          <w:tab w:val="left" w:pos="1701"/>
        </w:tabs>
      </w:pPr>
      <w:r>
        <w:t>14.</w:t>
      </w:r>
      <w:r>
        <w:tab/>
        <w:t>Items related to explosives in informal document INF.30/Rev.1 were also entrusted to the Explosives Working Group for consideration.</w:t>
      </w:r>
    </w:p>
    <w:p w14:paraId="0C2E2FE9" w14:textId="77777777" w:rsidR="005F02B6" w:rsidRPr="00ED797D" w:rsidRDefault="005F02B6" w:rsidP="005F02B6">
      <w:pPr>
        <w:pStyle w:val="H23G"/>
      </w:pPr>
      <w:r w:rsidRPr="00ED797D">
        <w:tab/>
      </w:r>
      <w:r w:rsidRPr="00ED797D">
        <w:tab/>
        <w:t>Report of the Working Group on Explosives</w:t>
      </w:r>
    </w:p>
    <w:p w14:paraId="62F0AA4D" w14:textId="77777777" w:rsidR="005F02B6" w:rsidRPr="00ED797D" w:rsidRDefault="005F02B6" w:rsidP="005F02B6">
      <w:pPr>
        <w:pStyle w:val="SingleTxtG"/>
        <w:tabs>
          <w:tab w:val="left" w:pos="3402"/>
        </w:tabs>
        <w:spacing w:before="40"/>
        <w:ind w:right="0"/>
        <w:jc w:val="left"/>
      </w:pPr>
      <w:r w:rsidRPr="00ED797D">
        <w:rPr>
          <w:i/>
        </w:rPr>
        <w:t xml:space="preserve">Informal </w:t>
      </w:r>
      <w:r w:rsidRPr="00037626">
        <w:rPr>
          <w:i/>
          <w:iCs/>
          <w:lang w:val="en-US"/>
        </w:rPr>
        <w:t>document</w:t>
      </w:r>
      <w:r w:rsidRPr="00ED797D">
        <w:rPr>
          <w:i/>
        </w:rPr>
        <w:t>:</w:t>
      </w:r>
      <w:r w:rsidRPr="00ED797D">
        <w:rPr>
          <w:i/>
        </w:rPr>
        <w:tab/>
      </w:r>
      <w:r w:rsidRPr="00ED797D">
        <w:rPr>
          <w:i/>
        </w:rPr>
        <w:tab/>
      </w:r>
      <w:r w:rsidRPr="00ED797D">
        <w:t>INF.55 (Chair of the Working Group on Explosives)</w:t>
      </w:r>
    </w:p>
    <w:p w14:paraId="1EB35176" w14:textId="6C4E4CA5" w:rsidR="004A56DF" w:rsidRDefault="00BB4B59" w:rsidP="004A56DF">
      <w:pPr>
        <w:pStyle w:val="SingleTxtG"/>
      </w:pPr>
      <w:r>
        <w:lastRenderedPageBreak/>
        <w:t>15</w:t>
      </w:r>
      <w:r w:rsidR="005F02B6" w:rsidRPr="00ED797D">
        <w:t>.</w:t>
      </w:r>
      <w:r w:rsidR="005F02B6" w:rsidRPr="00ED797D">
        <w:tab/>
      </w:r>
      <w:r w:rsidR="004A56DF">
        <w:t xml:space="preserve">Having considered the report of the Working Group on Explosives and heard the explanations provided by its </w:t>
      </w:r>
      <w:r w:rsidR="00781EC8">
        <w:t>C</w:t>
      </w:r>
      <w:r w:rsidR="004A56DF">
        <w:t>hair, the Sub-Committee noted the conclusions listed below for each subject under consideration under agenda items 2 and 10 (d)</w:t>
      </w:r>
      <w:r w:rsidR="004A56DF">
        <w:rPr>
          <w:i/>
          <w:iCs/>
        </w:rPr>
        <w:t>.</w:t>
      </w:r>
    </w:p>
    <w:p w14:paraId="068AA3F6" w14:textId="06BD7C67" w:rsidR="000E45C2" w:rsidRDefault="00CE6B91" w:rsidP="0007193B">
      <w:pPr>
        <w:pStyle w:val="H1G"/>
      </w:pPr>
      <w:r w:rsidDel="00CE6B91">
        <w:t xml:space="preserve"> </w:t>
      </w:r>
      <w:r w:rsidR="0007193B">
        <w:tab/>
      </w:r>
      <w:r w:rsidR="008B3391">
        <w:t>A.</w:t>
      </w:r>
      <w:r w:rsidR="0007193B">
        <w:tab/>
      </w:r>
      <w:r w:rsidR="000E45C2">
        <w:t>Review of Test Series 6</w:t>
      </w:r>
    </w:p>
    <w:p w14:paraId="65EF84EC" w14:textId="14004C27" w:rsidR="00F42C3A" w:rsidRPr="00BF42B4" w:rsidRDefault="00F42C3A" w:rsidP="008B3391">
      <w:pPr>
        <w:pStyle w:val="SingleTxtG"/>
        <w:tabs>
          <w:tab w:val="left" w:pos="3402"/>
        </w:tabs>
        <w:rPr>
          <w:rFonts w:eastAsia="Times New Roman"/>
          <w:b/>
          <w:lang w:eastAsia="en-US"/>
        </w:rPr>
      </w:pPr>
      <w:bookmarkStart w:id="3" w:name="para4"/>
      <w:bookmarkEnd w:id="3"/>
      <w:r w:rsidRPr="00BF42B4">
        <w:rPr>
          <w:rFonts w:eastAsia="Times New Roman" w:hint="eastAsia"/>
          <w:b/>
          <w:lang w:eastAsia="en-US"/>
        </w:rPr>
        <w:t>Review of the criteria of Test 6 (d)</w:t>
      </w:r>
    </w:p>
    <w:p w14:paraId="707AA9C0" w14:textId="7321776D" w:rsidR="000E45C2" w:rsidRDefault="000E45C2" w:rsidP="008B3391">
      <w:pPr>
        <w:pStyle w:val="SingleTxtG"/>
        <w:tabs>
          <w:tab w:val="left" w:pos="3402"/>
        </w:tabs>
        <w:rPr>
          <w:iCs/>
        </w:rPr>
      </w:pPr>
      <w:r>
        <w:rPr>
          <w:i/>
        </w:rPr>
        <w:t>Document:</w:t>
      </w:r>
      <w:r>
        <w:rPr>
          <w:i/>
        </w:rPr>
        <w:tab/>
      </w:r>
      <w:r w:rsidRPr="008B3391">
        <w:rPr>
          <w:iCs/>
        </w:rPr>
        <w:t>ST/</w:t>
      </w:r>
      <w:r w:rsidRPr="008B3391">
        <w:rPr>
          <w:lang w:val="en-US"/>
        </w:rPr>
        <w:t>SG</w:t>
      </w:r>
      <w:r w:rsidRPr="008B3391">
        <w:rPr>
          <w:iCs/>
        </w:rPr>
        <w:t>/AC.10/C.3/2019/11 (SAAMI)</w:t>
      </w:r>
    </w:p>
    <w:p w14:paraId="5611C6E7" w14:textId="2E5A41DB" w:rsidR="001054A6" w:rsidRPr="008B3391" w:rsidRDefault="001054A6" w:rsidP="00C81108">
      <w:pPr>
        <w:pStyle w:val="SingleTxtG"/>
        <w:rPr>
          <w:iCs/>
        </w:rPr>
      </w:pPr>
      <w:bookmarkStart w:id="4" w:name="_Hlk13676805"/>
      <w:r>
        <w:t>1</w:t>
      </w:r>
      <w:r w:rsidR="00BB4B59">
        <w:t>6</w:t>
      </w:r>
      <w:r>
        <w:t>.</w:t>
      </w:r>
      <w:r>
        <w:tab/>
      </w:r>
      <w:r w:rsidRPr="00837B90">
        <w:t xml:space="preserve">The Sub-Committee took note </w:t>
      </w:r>
      <w:bookmarkEnd w:id="4"/>
      <w:r w:rsidRPr="00837B90">
        <w:t xml:space="preserve">of the outcome of the discussions of the working group as reflected in paragraph </w:t>
      </w:r>
      <w:r>
        <w:t>4</w:t>
      </w:r>
      <w:r w:rsidRPr="00837B90">
        <w:t xml:space="preserve"> of its report</w:t>
      </w:r>
      <w:r>
        <w:t xml:space="preserve"> in informal document INF.55</w:t>
      </w:r>
      <w:r w:rsidRPr="00837B90">
        <w:t xml:space="preserve">. </w:t>
      </w:r>
      <w:r w:rsidR="00C81108" w:rsidRPr="00837B90">
        <w:t xml:space="preserve">It was noted that </w:t>
      </w:r>
      <w:r w:rsidR="00C81108">
        <w:t xml:space="preserve">the </w:t>
      </w:r>
      <w:r w:rsidR="00C81108" w:rsidRPr="00837B90">
        <w:t>expert from</w:t>
      </w:r>
      <w:r w:rsidR="00C81108" w:rsidRPr="00C81108">
        <w:t xml:space="preserve"> </w:t>
      </w:r>
      <w:r w:rsidR="00C81108">
        <w:t xml:space="preserve">SAAMI would lead an </w:t>
      </w:r>
      <w:r w:rsidR="00790CD1">
        <w:t>I</w:t>
      </w:r>
      <w:r w:rsidR="00C81108">
        <w:t xml:space="preserve">nformal </w:t>
      </w:r>
      <w:r w:rsidR="00790CD1">
        <w:t>C</w:t>
      </w:r>
      <w:r w:rsidR="00C81108">
        <w:t xml:space="preserve">orrespondence </w:t>
      </w:r>
      <w:r w:rsidR="00790CD1">
        <w:t>G</w:t>
      </w:r>
      <w:r w:rsidR="00C81108">
        <w:t xml:space="preserve">roup (ICG) to examine the issue further and to develop guidance as to what are to be considered hazardous effects and to refine the 6(d) criteria, if appropriate. In its review, the ICG would not consider the issue of whether an accidental initiation is, in fact, possible. The recommendations of the ICG would then be considered by the </w:t>
      </w:r>
      <w:r w:rsidR="00C81108" w:rsidRPr="00BF21EA">
        <w:t>Working Group on Explosives</w:t>
      </w:r>
      <w:r w:rsidR="00C81108">
        <w:t xml:space="preserve"> and recommendations submitted to the </w:t>
      </w:r>
      <w:r w:rsidR="00790CD1">
        <w:t>S</w:t>
      </w:r>
      <w:r w:rsidR="00C81108">
        <w:t>ub-</w:t>
      </w:r>
      <w:r w:rsidR="00790CD1">
        <w:t>C</w:t>
      </w:r>
      <w:r w:rsidR="00C81108">
        <w:t>ommittee at a future session.</w:t>
      </w:r>
    </w:p>
    <w:p w14:paraId="3D440F8C" w14:textId="4E300091" w:rsidR="000E45C2" w:rsidRDefault="008B3391" w:rsidP="008B3391">
      <w:pPr>
        <w:pStyle w:val="H1G"/>
      </w:pPr>
      <w:r>
        <w:tab/>
        <w:t>B.</w:t>
      </w:r>
      <w:r>
        <w:tab/>
      </w:r>
      <w:r w:rsidR="000E45C2">
        <w:t>Improvement of Test Series 8</w:t>
      </w:r>
    </w:p>
    <w:p w14:paraId="097D36D1" w14:textId="5668825B" w:rsidR="008301D0" w:rsidRPr="00BF42B4" w:rsidRDefault="008301D0" w:rsidP="008B3391">
      <w:pPr>
        <w:pStyle w:val="SingleTxtG"/>
        <w:tabs>
          <w:tab w:val="left" w:pos="3402"/>
        </w:tabs>
        <w:rPr>
          <w:rFonts w:eastAsia="Times New Roman"/>
          <w:b/>
          <w:lang w:eastAsia="en-US"/>
        </w:rPr>
      </w:pPr>
      <w:r w:rsidRPr="00BF42B4">
        <w:rPr>
          <w:rFonts w:eastAsia="Times New Roman" w:hint="eastAsia"/>
          <w:b/>
          <w:lang w:eastAsia="en-US"/>
        </w:rPr>
        <w:t>Recommendations on Test Series 8: Applicability of Test Series 8 (d)</w:t>
      </w:r>
    </w:p>
    <w:p w14:paraId="5FFD4430" w14:textId="3742672F" w:rsidR="000E45C2" w:rsidRDefault="000E45C2" w:rsidP="008B3391">
      <w:pPr>
        <w:pStyle w:val="SingleTxtG"/>
        <w:tabs>
          <w:tab w:val="left" w:pos="3402"/>
        </w:tabs>
        <w:rPr>
          <w:i/>
        </w:rPr>
      </w:pPr>
      <w:r>
        <w:rPr>
          <w:i/>
        </w:rPr>
        <w:t xml:space="preserve">Informal document: </w:t>
      </w:r>
      <w:r>
        <w:rPr>
          <w:i/>
        </w:rPr>
        <w:tab/>
      </w:r>
      <w:r w:rsidRPr="00C81108">
        <w:rPr>
          <w:iCs/>
        </w:rPr>
        <w:t>INF.27 (IME)</w:t>
      </w:r>
    </w:p>
    <w:p w14:paraId="01436AA2" w14:textId="579D2F23" w:rsidR="000E45C2" w:rsidRDefault="00C81108" w:rsidP="00C81108">
      <w:pPr>
        <w:pStyle w:val="SingleTxtG"/>
      </w:pPr>
      <w:r w:rsidRPr="00C81108">
        <w:t>1</w:t>
      </w:r>
      <w:r w:rsidR="00BB4B59">
        <w:t>7</w:t>
      </w:r>
      <w:r w:rsidRPr="00C81108">
        <w:t>.</w:t>
      </w:r>
      <w:r w:rsidRPr="00C81108">
        <w:tab/>
      </w:r>
      <w:r w:rsidR="00FB1FC0" w:rsidRPr="00837B90">
        <w:t xml:space="preserve">There was </w:t>
      </w:r>
      <w:r w:rsidR="00F87028">
        <w:t>general</w:t>
      </w:r>
      <w:r w:rsidR="00FB1FC0">
        <w:t xml:space="preserve"> support by</w:t>
      </w:r>
      <w:r w:rsidR="00FB1FC0" w:rsidRPr="00837B90">
        <w:t xml:space="preserve"> the Working Group on the </w:t>
      </w:r>
      <w:r w:rsidR="00F87028">
        <w:t>need</w:t>
      </w:r>
      <w:r w:rsidR="00FB1FC0" w:rsidRPr="00D74FBB">
        <w:t xml:space="preserve"> to exempt from performance of the 8(d) test those ammonium nitrate emulsions, suspe</w:t>
      </w:r>
      <w:r w:rsidR="00FB1FC0">
        <w:t>nsions and gels that have been subjected to</w:t>
      </w:r>
      <w:r w:rsidR="00FB1FC0" w:rsidRPr="00D74FBB">
        <w:t xml:space="preserve"> and passed the 8(e) test.</w:t>
      </w:r>
      <w:r w:rsidR="00FB1FC0">
        <w:t xml:space="preserve"> </w:t>
      </w:r>
      <w:r w:rsidRPr="00C81108">
        <w:t>The Sub-Committee note</w:t>
      </w:r>
      <w:r>
        <w:t>d</w:t>
      </w:r>
      <w:r w:rsidRPr="00C81108">
        <w:t xml:space="preserve"> </w:t>
      </w:r>
      <w:r>
        <w:t xml:space="preserve">that </w:t>
      </w:r>
      <w:r w:rsidR="000E45C2">
        <w:t>IME w</w:t>
      </w:r>
      <w:r w:rsidR="00FB1FC0">
        <w:t xml:space="preserve">ould </w:t>
      </w:r>
      <w:r w:rsidR="000E45C2">
        <w:t xml:space="preserve">provide additional data to the </w:t>
      </w:r>
      <w:r w:rsidRPr="00BF21EA">
        <w:t xml:space="preserve">Working Group </w:t>
      </w:r>
      <w:r w:rsidR="000E45C2">
        <w:t>for consideration at a later session.</w:t>
      </w:r>
    </w:p>
    <w:p w14:paraId="125E68ED" w14:textId="3D36A58F" w:rsidR="000E45C2" w:rsidRDefault="00C81108" w:rsidP="00C81108">
      <w:pPr>
        <w:pStyle w:val="H1G"/>
      </w:pPr>
      <w:bookmarkStart w:id="5" w:name="_Hlk13678994"/>
      <w:r>
        <w:tab/>
        <w:t>C.</w:t>
      </w:r>
      <w:r>
        <w:tab/>
      </w:r>
      <w:r w:rsidR="000E45C2">
        <w:t xml:space="preserve">Review </w:t>
      </w:r>
      <w:bookmarkEnd w:id="5"/>
      <w:r w:rsidR="000E45C2">
        <w:t>of tests in parts I, II and III of the Manual of Tests and Criteria</w:t>
      </w:r>
    </w:p>
    <w:p w14:paraId="4AEBF5AF" w14:textId="48D5CC90" w:rsidR="000E45C2" w:rsidRPr="00FB5CE6" w:rsidRDefault="00EB2F98" w:rsidP="00EB2F98">
      <w:pPr>
        <w:pStyle w:val="H1G"/>
        <w:kinsoku/>
        <w:overflowPunct/>
        <w:autoSpaceDE/>
        <w:autoSpaceDN/>
        <w:adjustRightInd/>
        <w:snapToGrid/>
        <w:rPr>
          <w:sz w:val="20"/>
        </w:rPr>
      </w:pPr>
      <w:bookmarkStart w:id="6" w:name="para5"/>
      <w:bookmarkStart w:id="7" w:name="_Hlk13678491"/>
      <w:bookmarkEnd w:id="6"/>
      <w:r>
        <w:rPr>
          <w:rFonts w:eastAsia="Times New Roman"/>
          <w:sz w:val="20"/>
          <w:lang w:eastAsia="en-US"/>
        </w:rPr>
        <w:tab/>
        <w:t>1.</w:t>
      </w:r>
      <w:r>
        <w:rPr>
          <w:rFonts w:eastAsia="Times New Roman"/>
          <w:sz w:val="20"/>
          <w:lang w:eastAsia="en-US"/>
        </w:rPr>
        <w:tab/>
      </w:r>
      <w:r w:rsidR="00FB5CE6" w:rsidRPr="00FB5CE6">
        <w:rPr>
          <w:rFonts w:eastAsia="Times New Roman"/>
          <w:sz w:val="20"/>
          <w:lang w:eastAsia="en-US"/>
        </w:rPr>
        <w:t xml:space="preserve">Explanatory </w:t>
      </w:r>
      <w:bookmarkEnd w:id="7"/>
      <w:r w:rsidR="00FB5CE6" w:rsidRPr="00FB5CE6">
        <w:rPr>
          <w:rFonts w:eastAsia="Times New Roman"/>
          <w:sz w:val="20"/>
          <w:lang w:eastAsia="en-US"/>
        </w:rPr>
        <w:t>text about applicable temperature limits in Appendix 6 of the Manual of Tests and Criteria</w:t>
      </w:r>
    </w:p>
    <w:p w14:paraId="593D18A5" w14:textId="097B2F0A" w:rsidR="000E45C2" w:rsidRDefault="000E45C2" w:rsidP="00EB2F98">
      <w:pPr>
        <w:pStyle w:val="SingleTxtG"/>
        <w:tabs>
          <w:tab w:val="left" w:pos="3402"/>
        </w:tabs>
        <w:rPr>
          <w:iCs/>
        </w:rPr>
      </w:pPr>
      <w:r>
        <w:rPr>
          <w:i/>
        </w:rPr>
        <w:t>Document:</w:t>
      </w:r>
      <w:r>
        <w:rPr>
          <w:i/>
        </w:rPr>
        <w:tab/>
      </w:r>
      <w:r w:rsidRPr="00EB2F98">
        <w:rPr>
          <w:iCs/>
        </w:rPr>
        <w:t>ST/SG/AC.10/C.3/2019/6 (CEFIC)</w:t>
      </w:r>
    </w:p>
    <w:p w14:paraId="55C83A7E" w14:textId="44263256" w:rsidR="00EB2F98" w:rsidRDefault="00FB1FC0" w:rsidP="00FB5CE6">
      <w:pPr>
        <w:pStyle w:val="SingleTxtG"/>
      </w:pPr>
      <w:r>
        <w:t>1</w:t>
      </w:r>
      <w:r w:rsidR="00BB4B59">
        <w:t>8</w:t>
      </w:r>
      <w:r>
        <w:t>.</w:t>
      </w:r>
      <w:r>
        <w:tab/>
      </w:r>
      <w:r w:rsidR="00FB5CE6">
        <w:t xml:space="preserve">The proposal was discussed in detail by the Working Group and received several comments. </w:t>
      </w:r>
      <w:r w:rsidRPr="00C81108">
        <w:t>The Sub-Committee note</w:t>
      </w:r>
      <w:r>
        <w:t>d</w:t>
      </w:r>
      <w:r w:rsidRPr="00C81108">
        <w:t xml:space="preserve"> </w:t>
      </w:r>
      <w:r>
        <w:t>that CEFIC would consider the comments and develop a new document for consideration at a future session.</w:t>
      </w:r>
    </w:p>
    <w:p w14:paraId="76A33F80" w14:textId="1BAE5DFF" w:rsidR="00FB5CE6" w:rsidRPr="00FB5CE6" w:rsidRDefault="00FB5CE6" w:rsidP="00FB5CE6">
      <w:pPr>
        <w:pStyle w:val="H1G"/>
        <w:kinsoku/>
        <w:overflowPunct/>
        <w:autoSpaceDE/>
        <w:autoSpaceDN/>
        <w:adjustRightInd/>
        <w:snapToGrid/>
        <w:rPr>
          <w:rFonts w:eastAsia="Times New Roman"/>
          <w:sz w:val="20"/>
          <w:lang w:eastAsia="en-US"/>
        </w:rPr>
      </w:pPr>
      <w:r>
        <w:rPr>
          <w:rFonts w:eastAsia="Times New Roman"/>
          <w:sz w:val="20"/>
          <w:lang w:eastAsia="en-US"/>
        </w:rPr>
        <w:tab/>
      </w:r>
      <w:r w:rsidRPr="00FB5CE6">
        <w:rPr>
          <w:rFonts w:eastAsia="Times New Roman"/>
          <w:sz w:val="20"/>
          <w:lang w:eastAsia="en-US"/>
        </w:rPr>
        <w:t>2</w:t>
      </w:r>
      <w:r>
        <w:rPr>
          <w:rFonts w:eastAsia="Times New Roman"/>
          <w:sz w:val="20"/>
          <w:lang w:eastAsia="en-US"/>
        </w:rPr>
        <w:t>.</w:t>
      </w:r>
      <w:r>
        <w:rPr>
          <w:rFonts w:eastAsia="Times New Roman"/>
          <w:sz w:val="20"/>
          <w:lang w:eastAsia="en-US"/>
        </w:rPr>
        <w:tab/>
      </w:r>
      <w:r w:rsidRPr="00FB5CE6">
        <w:rPr>
          <w:rFonts w:eastAsia="Times New Roman"/>
          <w:sz w:val="20"/>
          <w:lang w:eastAsia="en-US"/>
        </w:rPr>
        <w:t>Aligning the assessment with the purpose of Test Series 4(b)(ii)</w:t>
      </w:r>
    </w:p>
    <w:p w14:paraId="17330BAB" w14:textId="050523D6" w:rsidR="000E45C2" w:rsidRDefault="000E45C2" w:rsidP="00FB5CE6">
      <w:pPr>
        <w:pStyle w:val="SingleTxtG"/>
        <w:tabs>
          <w:tab w:val="left" w:pos="3402"/>
        </w:tabs>
        <w:rPr>
          <w:i/>
          <w:iCs/>
        </w:rPr>
      </w:pPr>
      <w:r>
        <w:rPr>
          <w:i/>
        </w:rPr>
        <w:t>Document:</w:t>
      </w:r>
      <w:r>
        <w:rPr>
          <w:i/>
        </w:rPr>
        <w:tab/>
      </w:r>
      <w:r w:rsidRPr="00B91AF1">
        <w:t>ST/SG/AC.10/C.3/2019/12 (SAAMI)</w:t>
      </w:r>
    </w:p>
    <w:p w14:paraId="6226E5D0" w14:textId="0865DC85" w:rsidR="00FB5CE6" w:rsidRDefault="00BB4B59" w:rsidP="00FB5CE6">
      <w:pPr>
        <w:pStyle w:val="SingleTxtG"/>
      </w:pPr>
      <w:r>
        <w:t>19</w:t>
      </w:r>
      <w:r w:rsidR="00FB5CE6" w:rsidRPr="00FB5CE6">
        <w:t>.</w:t>
      </w:r>
      <w:r w:rsidR="00FB5CE6" w:rsidRPr="00FB5CE6">
        <w:tab/>
        <w:t xml:space="preserve">While the </w:t>
      </w:r>
      <w:r w:rsidR="00FB5CE6" w:rsidRPr="00837B90">
        <w:t>Working Group</w:t>
      </w:r>
      <w:r w:rsidR="000E45C2">
        <w:t xml:space="preserve"> agreed that there </w:t>
      </w:r>
      <w:r w:rsidR="00FB5CE6">
        <w:t>wa</w:t>
      </w:r>
      <w:r w:rsidR="000E45C2">
        <w:t>s a problem with the wording of the 4(b)(ii) test introduction and the acceptance criteria for the test</w:t>
      </w:r>
      <w:r w:rsidR="00FB5CE6">
        <w:t>, t</w:t>
      </w:r>
      <w:r w:rsidR="00FB5CE6" w:rsidRPr="00837B90">
        <w:t>here was no consensus on the proposal</w:t>
      </w:r>
      <w:r w:rsidR="00FB5CE6">
        <w:t xml:space="preserve">. </w:t>
      </w:r>
      <w:r w:rsidR="00FB5CE6" w:rsidRPr="00C81108">
        <w:t>The Sub-Committee note</w:t>
      </w:r>
      <w:r w:rsidR="00FB5CE6">
        <w:t>d</w:t>
      </w:r>
      <w:r w:rsidR="00FB5CE6" w:rsidRPr="00C81108">
        <w:t xml:space="preserve"> </w:t>
      </w:r>
      <w:r w:rsidR="00FB5CE6">
        <w:t xml:space="preserve">that SAAMI would consider to </w:t>
      </w:r>
      <w:r w:rsidR="00B91AF1">
        <w:t>further</w:t>
      </w:r>
      <w:r w:rsidR="00B91AF1" w:rsidRPr="00FB5CE6">
        <w:t xml:space="preserve"> </w:t>
      </w:r>
      <w:r w:rsidR="00FB5CE6">
        <w:t xml:space="preserve">develop its proposal </w:t>
      </w:r>
      <w:r w:rsidR="00B91AF1">
        <w:t xml:space="preserve">based on </w:t>
      </w:r>
      <w:r w:rsidR="00FB5CE6">
        <w:t>the comments</w:t>
      </w:r>
      <w:r w:rsidR="00B91AF1">
        <w:t xml:space="preserve"> received.</w:t>
      </w:r>
    </w:p>
    <w:p w14:paraId="5517F76F" w14:textId="24A14488" w:rsidR="00B91AF1" w:rsidRDefault="00B91AF1" w:rsidP="00B91AF1">
      <w:pPr>
        <w:pStyle w:val="H1G"/>
      </w:pPr>
      <w:bookmarkStart w:id="8" w:name="_Hlk13679044"/>
      <w:r>
        <w:lastRenderedPageBreak/>
        <w:tab/>
        <w:t>D.</w:t>
      </w:r>
      <w:r>
        <w:tab/>
      </w:r>
      <w:bookmarkEnd w:id="8"/>
      <w:r>
        <w:t>“UN” standard detonators</w:t>
      </w:r>
    </w:p>
    <w:p w14:paraId="5B8C1CF4" w14:textId="46C99489" w:rsidR="00B91AF1" w:rsidRDefault="00B91AF1" w:rsidP="00B91AF1">
      <w:pPr>
        <w:pStyle w:val="SingleTxtG"/>
      </w:pPr>
      <w:bookmarkStart w:id="9" w:name="_Hlk13679299"/>
      <w:r>
        <w:t>2</w:t>
      </w:r>
      <w:r w:rsidR="00BB4B59">
        <w:t>0</w:t>
      </w:r>
      <w:r>
        <w:t>.</w:t>
      </w:r>
      <w:r>
        <w:tab/>
      </w:r>
      <w:r w:rsidR="00790CD1">
        <w:t>As no document had been submitted under this agenda sub-item, no discussion took place on this subject.</w:t>
      </w:r>
    </w:p>
    <w:bookmarkEnd w:id="9"/>
    <w:p w14:paraId="59CECBBA" w14:textId="7CEE42F8" w:rsidR="00B91AF1" w:rsidRPr="00B91AF1" w:rsidRDefault="00B91AF1" w:rsidP="00B91AF1">
      <w:pPr>
        <w:pStyle w:val="H1G"/>
        <w:rPr>
          <w:bCs/>
        </w:rPr>
      </w:pPr>
      <w:r w:rsidRPr="00B91AF1">
        <w:rPr>
          <w:bCs/>
        </w:rPr>
        <w:tab/>
        <w:t>E.</w:t>
      </w:r>
      <w:r w:rsidRPr="00B91AF1">
        <w:rPr>
          <w:bCs/>
        </w:rPr>
        <w:tab/>
        <w:t>Review of packing instructions for explosives</w:t>
      </w:r>
    </w:p>
    <w:p w14:paraId="076B7F23" w14:textId="3E542AC7" w:rsidR="00B91AF1" w:rsidRDefault="00B91AF1" w:rsidP="00B91AF1">
      <w:pPr>
        <w:pStyle w:val="SingleTxtG"/>
      </w:pPr>
      <w:r w:rsidRPr="00B91AF1">
        <w:t>2</w:t>
      </w:r>
      <w:r w:rsidR="00BB4B59">
        <w:t>1</w:t>
      </w:r>
      <w:r w:rsidRPr="00B91AF1">
        <w:t>.</w:t>
      </w:r>
      <w:r w:rsidRPr="00B91AF1">
        <w:tab/>
      </w:r>
      <w:r w:rsidR="00790CD1">
        <w:t>As no document had been submitted under this agenda sub-item, no discussion took place on this subject.</w:t>
      </w:r>
    </w:p>
    <w:p w14:paraId="4C694D93" w14:textId="293F9608" w:rsidR="00B91AF1" w:rsidRPr="00B91AF1" w:rsidRDefault="00B91AF1" w:rsidP="00B91AF1">
      <w:pPr>
        <w:pStyle w:val="H1G"/>
      </w:pPr>
      <w:r w:rsidRPr="00B91AF1">
        <w:tab/>
        <w:t>F.</w:t>
      </w:r>
      <w:r w:rsidRPr="00B91AF1">
        <w:tab/>
        <w:t>Application of security provisions to explosives N.O.S</w:t>
      </w:r>
    </w:p>
    <w:p w14:paraId="1369EDDB" w14:textId="3DF9FA6C" w:rsidR="00B91AF1" w:rsidRDefault="00B91AF1" w:rsidP="00B91AF1">
      <w:pPr>
        <w:pStyle w:val="SingleTxtG"/>
      </w:pPr>
      <w:r>
        <w:t>2</w:t>
      </w:r>
      <w:r w:rsidR="00BB4B59">
        <w:t>2</w:t>
      </w:r>
      <w:r>
        <w:t>.</w:t>
      </w:r>
      <w:r>
        <w:tab/>
      </w:r>
      <w:r w:rsidR="00790CD1">
        <w:t>As no document had been submitted under this agenda sub-item, no discussion took place on this subject.</w:t>
      </w:r>
    </w:p>
    <w:p w14:paraId="52949ADE" w14:textId="4FE499E7" w:rsidR="00B91AF1" w:rsidRPr="00B91AF1" w:rsidRDefault="00B91AF1" w:rsidP="00B91AF1">
      <w:pPr>
        <w:pStyle w:val="H1G"/>
      </w:pPr>
      <w:r w:rsidRPr="00B91AF1">
        <w:tab/>
        <w:t>G.</w:t>
      </w:r>
      <w:r w:rsidRPr="00B91AF1">
        <w:tab/>
        <w:t>Test N.1 for readily combustible solids</w:t>
      </w:r>
    </w:p>
    <w:p w14:paraId="6E4A607A" w14:textId="3A08CAD1" w:rsidR="00B91AF1" w:rsidRDefault="00B91AF1" w:rsidP="00B91AF1">
      <w:pPr>
        <w:pStyle w:val="SingleTxtG"/>
      </w:pPr>
      <w:r>
        <w:t>2</w:t>
      </w:r>
      <w:r w:rsidR="00BB4B59">
        <w:t>3</w:t>
      </w:r>
      <w:r>
        <w:t>.</w:t>
      </w:r>
      <w:r>
        <w:tab/>
      </w:r>
      <w:r w:rsidR="00790CD1">
        <w:t>As no document had been submitted under this agenda sub-item, no discussion took place on this subject.</w:t>
      </w:r>
    </w:p>
    <w:p w14:paraId="31438BE0" w14:textId="7EB84B52" w:rsidR="00B91AF1" w:rsidRDefault="00B91AF1" w:rsidP="00B91AF1">
      <w:pPr>
        <w:pStyle w:val="H1G"/>
      </w:pPr>
      <w:r>
        <w:tab/>
        <w:t>H.</w:t>
      </w:r>
      <w:r>
        <w:tab/>
        <w:t xml:space="preserve">Review of Chapter 2.1 of the GHS </w:t>
      </w:r>
    </w:p>
    <w:p w14:paraId="61DD2B0A" w14:textId="7F0B6D3D" w:rsidR="0068244E" w:rsidRPr="00BF42B4" w:rsidRDefault="0068244E" w:rsidP="00BF42B4">
      <w:pPr>
        <w:pStyle w:val="H1G"/>
        <w:kinsoku/>
        <w:overflowPunct/>
        <w:autoSpaceDE/>
        <w:autoSpaceDN/>
        <w:adjustRightInd/>
        <w:snapToGrid/>
        <w:rPr>
          <w:rFonts w:asciiTheme="majorBidi" w:eastAsia="Times New Roman" w:hAnsiTheme="majorBidi" w:cstheme="majorBidi"/>
          <w:lang w:eastAsia="en-US"/>
        </w:rPr>
      </w:pPr>
      <w:bookmarkStart w:id="10" w:name="para6"/>
      <w:bookmarkEnd w:id="10"/>
      <w:r>
        <w:rPr>
          <w:rFonts w:ascii="Open Sans" w:hAnsi="Open Sans"/>
          <w:color w:val="4C4845"/>
          <w:spacing w:val="-3"/>
          <w:sz w:val="23"/>
          <w:szCs w:val="23"/>
          <w:shd w:val="clear" w:color="auto" w:fill="FFFFFF"/>
        </w:rPr>
        <w:tab/>
      </w:r>
      <w:r>
        <w:rPr>
          <w:rFonts w:ascii="Open Sans" w:hAnsi="Open Sans"/>
          <w:color w:val="4C4845"/>
          <w:spacing w:val="-3"/>
          <w:sz w:val="23"/>
          <w:szCs w:val="23"/>
          <w:shd w:val="clear" w:color="auto" w:fill="FFFFFF"/>
        </w:rPr>
        <w:tab/>
      </w:r>
      <w:r w:rsidRPr="00BF42B4">
        <w:rPr>
          <w:rFonts w:asciiTheme="majorBidi" w:hAnsiTheme="majorBidi" w:cstheme="majorBidi" w:hint="eastAsia"/>
          <w:color w:val="4C4845"/>
          <w:spacing w:val="-3"/>
          <w:sz w:val="20"/>
          <w:shd w:val="clear" w:color="auto" w:fill="FFFFFF"/>
        </w:rPr>
        <w:t>Development of a new Chapter 2.1 for the GHS (explosives)</w:t>
      </w:r>
    </w:p>
    <w:p w14:paraId="358CF635" w14:textId="062C058A" w:rsidR="000E45C2" w:rsidRPr="001716A8" w:rsidRDefault="000E45C2" w:rsidP="001716A8">
      <w:pPr>
        <w:pStyle w:val="SingleTxtG"/>
        <w:tabs>
          <w:tab w:val="left" w:pos="3402"/>
        </w:tabs>
        <w:rPr>
          <w:iCs/>
        </w:rPr>
      </w:pPr>
      <w:r w:rsidRPr="001716A8">
        <w:rPr>
          <w:i/>
        </w:rPr>
        <w:t>Document</w:t>
      </w:r>
      <w:r w:rsidRPr="001716A8">
        <w:rPr>
          <w:iCs/>
        </w:rPr>
        <w:t>:</w:t>
      </w:r>
      <w:r w:rsidRPr="001716A8">
        <w:rPr>
          <w:iCs/>
        </w:rPr>
        <w:tab/>
        <w:t>ST/SG/AC.10/C.3/2019/32 (Sweden)</w:t>
      </w:r>
    </w:p>
    <w:p w14:paraId="7BCE2D5C" w14:textId="29561D2D" w:rsidR="000E45C2" w:rsidRPr="001716A8" w:rsidRDefault="000E45C2" w:rsidP="001716A8">
      <w:pPr>
        <w:pStyle w:val="SingleTxtG"/>
        <w:tabs>
          <w:tab w:val="left" w:pos="3402"/>
        </w:tabs>
        <w:ind w:left="3402" w:hanging="2268"/>
        <w:jc w:val="left"/>
        <w:rPr>
          <w:iCs/>
        </w:rPr>
      </w:pPr>
      <w:r w:rsidRPr="001716A8">
        <w:rPr>
          <w:iCs/>
        </w:rPr>
        <w:t xml:space="preserve">Informal documents: </w:t>
      </w:r>
      <w:r w:rsidRPr="001716A8">
        <w:rPr>
          <w:iCs/>
        </w:rPr>
        <w:tab/>
        <w:t>INF.19 (USA, IME, SAAMI)</w:t>
      </w:r>
      <w:r w:rsidR="00BC3AFF">
        <w:rPr>
          <w:iCs/>
        </w:rPr>
        <w:t>,</w:t>
      </w:r>
      <w:r w:rsidR="001716A8">
        <w:rPr>
          <w:iCs/>
        </w:rPr>
        <w:t xml:space="preserve"> </w:t>
      </w:r>
      <w:r w:rsidRPr="001716A8">
        <w:rPr>
          <w:iCs/>
        </w:rPr>
        <w:t xml:space="preserve">INF.20 </w:t>
      </w:r>
      <w:r w:rsidR="00BC3AFF">
        <w:t xml:space="preserve">and INF.56 </w:t>
      </w:r>
      <w:r w:rsidRPr="001716A8">
        <w:rPr>
          <w:iCs/>
        </w:rPr>
        <w:t>(Sweden)</w:t>
      </w:r>
    </w:p>
    <w:p w14:paraId="68EA2448" w14:textId="7E5975A2" w:rsidR="00C7143B" w:rsidRDefault="00F87028" w:rsidP="00FF454E">
      <w:pPr>
        <w:pStyle w:val="SingleTxtG"/>
      </w:pPr>
      <w:r>
        <w:t>2</w:t>
      </w:r>
      <w:r w:rsidR="00BB4B59">
        <w:t>4</w:t>
      </w:r>
      <w:r>
        <w:t>.</w:t>
      </w:r>
      <w:r>
        <w:tab/>
      </w:r>
      <w:r w:rsidR="00A3569C" w:rsidRPr="009C566A">
        <w:t xml:space="preserve">The Sub-Committee noted </w:t>
      </w:r>
      <w:r w:rsidR="00A3569C">
        <w:t>that the GHS informal group on the review of Chapter 2.1 met jointly with the Working Group on Explosives</w:t>
      </w:r>
      <w:r w:rsidR="001C6EFD">
        <w:t xml:space="preserve"> on 3-4 July 2019.</w:t>
      </w:r>
      <w:r w:rsidR="00FF454E">
        <w:t xml:space="preserve"> </w:t>
      </w:r>
      <w:r w:rsidR="00BC3AFF" w:rsidRPr="009C566A">
        <w:t xml:space="preserve">After discussion, both groups </w:t>
      </w:r>
      <w:r w:rsidR="00004EA5">
        <w:t xml:space="preserve">had </w:t>
      </w:r>
      <w:r w:rsidR="00BC3AFF" w:rsidRPr="009C566A">
        <w:t xml:space="preserve">concurred on the </w:t>
      </w:r>
      <w:r w:rsidR="00004EA5">
        <w:t xml:space="preserve">outcome </w:t>
      </w:r>
      <w:r w:rsidR="001C6EFD">
        <w:t>as reflected in informal documents INF.55, paragraph 8 and INF.56</w:t>
      </w:r>
      <w:r w:rsidR="00004EA5">
        <w:t xml:space="preserve">. </w:t>
      </w:r>
      <w:r w:rsidR="00004EA5" w:rsidRPr="009C566A">
        <w:t xml:space="preserve">The Sub-Committee </w:t>
      </w:r>
      <w:r w:rsidR="00004EA5">
        <w:t xml:space="preserve">also </w:t>
      </w:r>
      <w:r w:rsidR="00004EA5" w:rsidRPr="009C566A">
        <w:t xml:space="preserve">noted that both groups </w:t>
      </w:r>
      <w:r w:rsidR="00004EA5">
        <w:t xml:space="preserve">had received </w:t>
      </w:r>
      <w:r w:rsidR="00C7143B">
        <w:t xml:space="preserve">the </w:t>
      </w:r>
      <w:r>
        <w:t xml:space="preserve">status report </w:t>
      </w:r>
      <w:r w:rsidR="00C7143B">
        <w:t xml:space="preserve">in </w:t>
      </w:r>
      <w:r w:rsidR="00CA60EC" w:rsidRPr="001716A8">
        <w:rPr>
          <w:iCs/>
        </w:rPr>
        <w:t xml:space="preserve">ST/SG/AC.10/C.3/2019/32 </w:t>
      </w:r>
      <w:r w:rsidR="00CE55C2">
        <w:t>with</w:t>
      </w:r>
      <w:r>
        <w:t xml:space="preserve"> background </w:t>
      </w:r>
      <w:r w:rsidR="00CE55C2">
        <w:t xml:space="preserve">information </w:t>
      </w:r>
      <w:r>
        <w:t>on the review</w:t>
      </w:r>
      <w:r w:rsidR="00B33B73" w:rsidRPr="00B33B73">
        <w:rPr>
          <w:rFonts w:eastAsia="Times New Roman"/>
          <w:lang w:eastAsia="en-US"/>
        </w:rPr>
        <w:t xml:space="preserve"> </w:t>
      </w:r>
      <w:r w:rsidR="00CE55C2">
        <w:rPr>
          <w:rFonts w:eastAsia="Times New Roman"/>
          <w:lang w:eastAsia="en-US"/>
        </w:rPr>
        <w:t>of</w:t>
      </w:r>
      <w:r w:rsidR="00B33B73" w:rsidRPr="001716A8">
        <w:rPr>
          <w:rFonts w:eastAsia="Times New Roman"/>
          <w:lang w:eastAsia="en-US"/>
        </w:rPr>
        <w:t xml:space="preserve"> Chapter 2.1 for the GHS (explosives)</w:t>
      </w:r>
      <w:r>
        <w:t>, an update on the status</w:t>
      </w:r>
      <w:r w:rsidR="00CE55C2">
        <w:t xml:space="preserve"> of the work</w:t>
      </w:r>
      <w:r>
        <w:t xml:space="preserve">, and the program of work as agreed at the end of the previous biennium. </w:t>
      </w:r>
    </w:p>
    <w:p w14:paraId="61BE68B6" w14:textId="4902D385" w:rsidR="000E45C2" w:rsidRDefault="00C7143B" w:rsidP="00CE55C2">
      <w:pPr>
        <w:pStyle w:val="SingleTxtG"/>
      </w:pPr>
      <w:r>
        <w:t>2</w:t>
      </w:r>
      <w:r w:rsidR="00BB4B59">
        <w:t>5</w:t>
      </w:r>
      <w:r>
        <w:t>.</w:t>
      </w:r>
      <w:r>
        <w:tab/>
      </w:r>
      <w:r w:rsidR="00B97CBA">
        <w:t xml:space="preserve">The Sub-Committee endorsed the outcome </w:t>
      </w:r>
      <w:r w:rsidR="00B33B73">
        <w:t>on the c</w:t>
      </w:r>
      <w:r w:rsidR="00B33B73" w:rsidRPr="00B33B73">
        <w:t xml:space="preserve">lassification </w:t>
      </w:r>
      <w:r w:rsidR="00B33B73">
        <w:t>c</w:t>
      </w:r>
      <w:r w:rsidR="00B33B73" w:rsidRPr="00B33B73">
        <w:t xml:space="preserve">riteria </w:t>
      </w:r>
      <w:r w:rsidR="00B33B73">
        <w:t>in 2</w:t>
      </w:r>
      <w:r w:rsidR="00B33B73" w:rsidRPr="00B33B73">
        <w:t>.1.2</w:t>
      </w:r>
      <w:r w:rsidR="00B33B73">
        <w:t xml:space="preserve"> as reflected in paragraph </w:t>
      </w:r>
      <w:r w:rsidR="00004EA5">
        <w:t>8</w:t>
      </w:r>
      <w:r w:rsidR="00B33B73">
        <w:t xml:space="preserve"> of informal document INF.55. It was also noted that p</w:t>
      </w:r>
      <w:r w:rsidR="000E45C2">
        <w:t xml:space="preserve">rogress </w:t>
      </w:r>
      <w:r w:rsidR="00B33B73">
        <w:t xml:space="preserve">would </w:t>
      </w:r>
      <w:r w:rsidR="000E45C2">
        <w:t xml:space="preserve">continue in the review and </w:t>
      </w:r>
      <w:r w:rsidR="00CE55C2">
        <w:t xml:space="preserve">that </w:t>
      </w:r>
      <w:r w:rsidR="000E45C2">
        <w:t>commitment remain</w:t>
      </w:r>
      <w:r w:rsidR="00CE55C2">
        <w:t>ed</w:t>
      </w:r>
      <w:r w:rsidR="000E45C2">
        <w:t xml:space="preserve"> to complete the review within the current biennium.</w:t>
      </w:r>
    </w:p>
    <w:p w14:paraId="114E13CC" w14:textId="28F7FB96" w:rsidR="00FF454E" w:rsidRPr="008355B2" w:rsidRDefault="00FF454E" w:rsidP="00CE55C2">
      <w:pPr>
        <w:pStyle w:val="SingleTxtG"/>
        <w:rPr>
          <w:highlight w:val="yellow"/>
        </w:rPr>
      </w:pPr>
      <w:r>
        <w:t>2</w:t>
      </w:r>
      <w:r w:rsidR="00BB4B59">
        <w:t>6</w:t>
      </w:r>
      <w:r>
        <w:t>.</w:t>
      </w:r>
      <w:r>
        <w:tab/>
        <w:t xml:space="preserve">It was also noted that the review of Chapter 2.1 would also be addressed during the thirty-seventh session of the GHS Sub-Committee </w:t>
      </w:r>
      <w:r w:rsidRPr="008355B2">
        <w:t>(see ST/SG/AC.10/C.4/</w:t>
      </w:r>
      <w:r w:rsidR="001D00BC">
        <w:t>74</w:t>
      </w:r>
      <w:r w:rsidR="001D00BC" w:rsidRPr="008355B2">
        <w:t xml:space="preserve"> </w:t>
      </w:r>
      <w:r w:rsidRPr="008355B2">
        <w:t xml:space="preserve">paragraphs </w:t>
      </w:r>
      <w:r w:rsidR="00CB688D">
        <w:t>1</w:t>
      </w:r>
      <w:r w:rsidR="00162337">
        <w:t>6</w:t>
      </w:r>
      <w:r w:rsidR="00CB688D" w:rsidRPr="008355B2">
        <w:t xml:space="preserve"> </w:t>
      </w:r>
      <w:r w:rsidRPr="008355B2">
        <w:t xml:space="preserve">to </w:t>
      </w:r>
      <w:r w:rsidR="00CB688D" w:rsidRPr="008355B2">
        <w:t>2</w:t>
      </w:r>
      <w:r w:rsidR="00162337">
        <w:t>5</w:t>
      </w:r>
      <w:r w:rsidRPr="008355B2">
        <w:t>).</w:t>
      </w:r>
    </w:p>
    <w:p w14:paraId="005F6BD3" w14:textId="61E4BC12" w:rsidR="00B33B73" w:rsidRDefault="00B33B73" w:rsidP="00B33B73">
      <w:pPr>
        <w:pStyle w:val="H1G"/>
      </w:pPr>
      <w:r w:rsidRPr="00FF454E">
        <w:tab/>
        <w:t>I.</w:t>
      </w:r>
      <w:r w:rsidRPr="00FF454E">
        <w:tab/>
        <w:t>Energetic samples</w:t>
      </w:r>
    </w:p>
    <w:p w14:paraId="5A7207F6" w14:textId="74ED739F" w:rsidR="000E45C2" w:rsidRPr="00B33B73" w:rsidRDefault="00B33B73" w:rsidP="00B33B73">
      <w:pPr>
        <w:pStyle w:val="H1G"/>
        <w:kinsoku/>
        <w:overflowPunct/>
        <w:autoSpaceDE/>
        <w:autoSpaceDN/>
        <w:adjustRightInd/>
        <w:snapToGrid/>
        <w:rPr>
          <w:rFonts w:eastAsia="Times New Roman"/>
          <w:sz w:val="20"/>
          <w:lang w:eastAsia="en-US"/>
        </w:rPr>
      </w:pPr>
      <w:bookmarkStart w:id="11" w:name="para20"/>
      <w:bookmarkEnd w:id="11"/>
      <w:r>
        <w:rPr>
          <w:rFonts w:eastAsia="Times New Roman"/>
          <w:sz w:val="20"/>
          <w:lang w:eastAsia="en-US"/>
        </w:rPr>
        <w:tab/>
      </w:r>
      <w:r>
        <w:rPr>
          <w:rFonts w:eastAsia="Times New Roman"/>
          <w:sz w:val="20"/>
          <w:lang w:eastAsia="en-US"/>
        </w:rPr>
        <w:tab/>
      </w:r>
      <w:r w:rsidR="000E45C2" w:rsidRPr="00B33B73">
        <w:rPr>
          <w:rFonts w:eastAsia="Times New Roman"/>
          <w:sz w:val="20"/>
          <w:lang w:eastAsia="en-US"/>
        </w:rPr>
        <w:t>Temperature control of energetic samples</w:t>
      </w:r>
    </w:p>
    <w:p w14:paraId="63A85C48" w14:textId="7F959AD2" w:rsidR="000E45C2" w:rsidRDefault="000E45C2" w:rsidP="00CA60EC">
      <w:pPr>
        <w:pStyle w:val="SingleTxtG"/>
        <w:tabs>
          <w:tab w:val="left" w:pos="3402"/>
        </w:tabs>
      </w:pPr>
      <w:r>
        <w:rPr>
          <w:i/>
        </w:rPr>
        <w:t>Document:</w:t>
      </w:r>
      <w:r>
        <w:rPr>
          <w:i/>
        </w:rPr>
        <w:tab/>
      </w:r>
      <w:r w:rsidRPr="00CA60EC">
        <w:t>ST/</w:t>
      </w:r>
      <w:r w:rsidRPr="00CA60EC">
        <w:rPr>
          <w:iCs/>
        </w:rPr>
        <w:t>SG</w:t>
      </w:r>
      <w:r w:rsidRPr="00CA60EC">
        <w:t>/AC.10/C.3/2019/7 (CEFIC)</w:t>
      </w:r>
    </w:p>
    <w:p w14:paraId="29616074" w14:textId="4C7B6EA7" w:rsidR="00CA60EC" w:rsidRPr="00CA60EC" w:rsidRDefault="00CA60EC" w:rsidP="00CA60EC">
      <w:pPr>
        <w:pStyle w:val="SingleTxtG"/>
      </w:pPr>
      <w:r>
        <w:lastRenderedPageBreak/>
        <w:t>2</w:t>
      </w:r>
      <w:r w:rsidR="00BB4B59">
        <w:t>7</w:t>
      </w:r>
      <w:r>
        <w:t>.</w:t>
      </w:r>
      <w:r>
        <w:tab/>
      </w:r>
      <w:r w:rsidRPr="00C81108">
        <w:t>The Sub-Committee note</w:t>
      </w:r>
      <w:r>
        <w:t>d</w:t>
      </w:r>
      <w:r w:rsidRPr="00C81108">
        <w:t xml:space="preserve"> </w:t>
      </w:r>
      <w:r>
        <w:t xml:space="preserve">that the </w:t>
      </w:r>
      <w:r w:rsidRPr="00837B90">
        <w:t>Working Group</w:t>
      </w:r>
      <w:r w:rsidRPr="00F87028">
        <w:t xml:space="preserve"> </w:t>
      </w:r>
      <w:r w:rsidR="009717A2">
        <w:t xml:space="preserve">had </w:t>
      </w:r>
      <w:r w:rsidR="00DD78F4">
        <w:t xml:space="preserve">supported in principle the proposal on </w:t>
      </w:r>
      <w:r w:rsidR="00DD78F4">
        <w:rPr>
          <w:lang w:val="en-US"/>
        </w:rPr>
        <w:t>temperature control of energetic samples</w:t>
      </w:r>
      <w:r w:rsidR="00DD78F4">
        <w:t xml:space="preserve"> and that it </w:t>
      </w:r>
      <w:r>
        <w:t xml:space="preserve">would resume consideration at a further session </w:t>
      </w:r>
      <w:r w:rsidR="00DD78F4">
        <w:t>based on</w:t>
      </w:r>
      <w:r>
        <w:t xml:space="preserve"> a new document to be developed by CEFIC with more supporting data and/or examples.</w:t>
      </w:r>
    </w:p>
    <w:p w14:paraId="0B1A7362" w14:textId="3207B2F3" w:rsidR="000E45C2" w:rsidRDefault="00CA60EC" w:rsidP="00CA60EC">
      <w:pPr>
        <w:pStyle w:val="H1G"/>
      </w:pPr>
      <w:r>
        <w:tab/>
        <w:t>J.</w:t>
      </w:r>
      <w:r>
        <w:tab/>
      </w:r>
      <w:r w:rsidR="000E45C2">
        <w:t>Issues related to the definition of explosives</w:t>
      </w:r>
    </w:p>
    <w:p w14:paraId="5B7EC09B" w14:textId="5E3C832A" w:rsidR="0068244E" w:rsidRPr="00BF42B4" w:rsidRDefault="0068244E" w:rsidP="00BF42B4">
      <w:pPr>
        <w:pStyle w:val="H1G"/>
        <w:kinsoku/>
        <w:overflowPunct/>
        <w:autoSpaceDE/>
        <w:autoSpaceDN/>
        <w:adjustRightInd/>
        <w:snapToGrid/>
        <w:rPr>
          <w:rFonts w:eastAsia="Times New Roman"/>
          <w:lang w:eastAsia="en-US"/>
        </w:rPr>
      </w:pPr>
      <w:r>
        <w:rPr>
          <w:rFonts w:eastAsia="Times New Roman"/>
          <w:sz w:val="20"/>
          <w:lang w:eastAsia="en-US"/>
        </w:rPr>
        <w:tab/>
      </w:r>
      <w:r>
        <w:rPr>
          <w:rFonts w:eastAsia="Times New Roman"/>
          <w:sz w:val="20"/>
          <w:lang w:eastAsia="en-US"/>
        </w:rPr>
        <w:tab/>
      </w:r>
      <w:r w:rsidRPr="00BF42B4">
        <w:rPr>
          <w:rFonts w:eastAsia="Times New Roman" w:hint="eastAsia"/>
          <w:sz w:val="20"/>
          <w:lang w:eastAsia="en-US"/>
        </w:rPr>
        <w:t>Amendments to the definition of explosive substance and definition of Class 1</w:t>
      </w:r>
    </w:p>
    <w:p w14:paraId="13FB07FF" w14:textId="7035D023" w:rsidR="000E45C2" w:rsidRDefault="000E45C2" w:rsidP="00CA60EC">
      <w:pPr>
        <w:pStyle w:val="SingleTxtG"/>
        <w:tabs>
          <w:tab w:val="left" w:pos="3402"/>
        </w:tabs>
      </w:pPr>
      <w:r w:rsidRPr="00CA60EC">
        <w:rPr>
          <w:i/>
          <w:iCs/>
        </w:rPr>
        <w:t>Informal documents</w:t>
      </w:r>
      <w:r w:rsidRPr="00CA60EC">
        <w:t>:</w:t>
      </w:r>
      <w:r w:rsidRPr="00CA60EC">
        <w:tab/>
        <w:t>INF.10 (Sweden)</w:t>
      </w:r>
      <w:r w:rsidR="00CA60EC" w:rsidRPr="00CA60EC">
        <w:t xml:space="preserve"> and </w:t>
      </w:r>
      <w:r w:rsidRPr="00CA60EC">
        <w:t>INF.35 (SAAMI)</w:t>
      </w:r>
    </w:p>
    <w:p w14:paraId="6438DFBD" w14:textId="3650C93F" w:rsidR="000E45C2" w:rsidRDefault="00DD78F4" w:rsidP="00BC3AFF">
      <w:pPr>
        <w:pStyle w:val="SingleTxtG"/>
      </w:pPr>
      <w:r>
        <w:t>2</w:t>
      </w:r>
      <w:r w:rsidR="00BB4B59">
        <w:t>8</w:t>
      </w:r>
      <w:r>
        <w:t>.</w:t>
      </w:r>
      <w:r>
        <w:tab/>
        <w:t xml:space="preserve">While there was no agreement by the </w:t>
      </w:r>
      <w:r w:rsidRPr="00837B90">
        <w:t>Working Group</w:t>
      </w:r>
      <w:r w:rsidRPr="00F87028">
        <w:t xml:space="preserve"> </w:t>
      </w:r>
      <w:r>
        <w:t xml:space="preserve">with the proposals, it was </w:t>
      </w:r>
      <w:r w:rsidRPr="00DD78F4">
        <w:rPr>
          <w:lang w:val="en-US"/>
        </w:rPr>
        <w:t>acknowledged</w:t>
      </w:r>
      <w:r>
        <w:t xml:space="preserve"> that there might be some problems with the definitions of “explosive substance” and “Class 1” and that changes </w:t>
      </w:r>
      <w:r w:rsidR="002956B1">
        <w:t xml:space="preserve">may be </w:t>
      </w:r>
      <w:r>
        <w:t xml:space="preserve">necessary. However, the issue was deemed too complicated for work within the </w:t>
      </w:r>
      <w:r w:rsidR="00CE6B91" w:rsidRPr="00837B90">
        <w:t>Working Group</w:t>
      </w:r>
      <w:r>
        <w:t xml:space="preserve"> due to the limited number of sessions it meets during a biennium. The Sub-Committee noted that </w:t>
      </w:r>
      <w:r w:rsidR="00CE6B91">
        <w:t xml:space="preserve">the expert from </w:t>
      </w:r>
      <w:r>
        <w:t xml:space="preserve">Sweden offered to lead an </w:t>
      </w:r>
      <w:r w:rsidR="00CE6B91">
        <w:t xml:space="preserve">informal correspondence group </w:t>
      </w:r>
      <w:r>
        <w:t xml:space="preserve">to review the matter in detail and to report back to the Working Group with the goal of presenting recommendations at its next meeting. </w:t>
      </w:r>
    </w:p>
    <w:p w14:paraId="1FBF0EB4" w14:textId="2499EA17" w:rsidR="00004EA5" w:rsidRPr="00B91AF1" w:rsidRDefault="00004EA5" w:rsidP="00004EA5">
      <w:pPr>
        <w:pStyle w:val="H1G"/>
      </w:pPr>
      <w:r w:rsidRPr="00B91AF1">
        <w:tab/>
      </w:r>
      <w:r>
        <w:t>K</w:t>
      </w:r>
      <w:r w:rsidRPr="00B91AF1">
        <w:t>.</w:t>
      </w:r>
      <w:r w:rsidRPr="00B91AF1">
        <w:tab/>
      </w:r>
      <w:r w:rsidR="00804937" w:rsidRPr="00804937">
        <w:t>Review of packaging and transport requirements for ANEs</w:t>
      </w:r>
    </w:p>
    <w:p w14:paraId="1E438D45" w14:textId="544541CA" w:rsidR="00CE6B91" w:rsidRDefault="00004EA5" w:rsidP="00CE6B91">
      <w:pPr>
        <w:pStyle w:val="SingleTxtG"/>
      </w:pPr>
      <w:r>
        <w:t>2</w:t>
      </w:r>
      <w:r w:rsidR="00BB4B59">
        <w:t>9</w:t>
      </w:r>
      <w:r>
        <w:t>.</w:t>
      </w:r>
      <w:r>
        <w:tab/>
      </w:r>
      <w:r w:rsidR="00CE6B91">
        <w:t>As no document had been submitted under this agenda sub-item, no discussion took place on this subject.</w:t>
      </w:r>
    </w:p>
    <w:p w14:paraId="34292EFE" w14:textId="539B67E2" w:rsidR="00804937" w:rsidRPr="00B91AF1" w:rsidRDefault="00804937" w:rsidP="00CE6B91">
      <w:pPr>
        <w:pStyle w:val="H1G"/>
      </w:pPr>
      <w:r w:rsidRPr="00B91AF1">
        <w:tab/>
      </w:r>
      <w:r>
        <w:t>L</w:t>
      </w:r>
      <w:r w:rsidRPr="00B91AF1">
        <w:t>.</w:t>
      </w:r>
      <w:r w:rsidRPr="00B91AF1">
        <w:tab/>
      </w:r>
      <w:r w:rsidRPr="00804937">
        <w:t>Miscellaneous</w:t>
      </w:r>
    </w:p>
    <w:p w14:paraId="4284DC91" w14:textId="6FD52864" w:rsidR="00804937" w:rsidRPr="00BF42B4" w:rsidRDefault="00804937" w:rsidP="00804937">
      <w:pPr>
        <w:pStyle w:val="H1G"/>
        <w:kinsoku/>
        <w:overflowPunct/>
        <w:autoSpaceDE/>
        <w:autoSpaceDN/>
        <w:adjustRightInd/>
        <w:snapToGrid/>
        <w:rPr>
          <w:sz w:val="20"/>
        </w:rPr>
      </w:pPr>
      <w:bookmarkStart w:id="12" w:name="_Hlk13684520"/>
      <w:r>
        <w:rPr>
          <w:rFonts w:eastAsia="Times New Roman"/>
          <w:sz w:val="20"/>
          <w:lang w:eastAsia="en-US"/>
        </w:rPr>
        <w:tab/>
      </w:r>
      <w:r w:rsidRPr="00BF42B4">
        <w:rPr>
          <w:rFonts w:eastAsia="Times New Roman"/>
          <w:sz w:val="20"/>
          <w:lang w:eastAsia="en-US"/>
        </w:rPr>
        <w:t>1.</w:t>
      </w:r>
      <w:r w:rsidRPr="00BF42B4">
        <w:rPr>
          <w:rFonts w:eastAsia="Times New Roman"/>
          <w:sz w:val="20"/>
          <w:lang w:eastAsia="en-US"/>
        </w:rPr>
        <w:tab/>
        <w:t xml:space="preserve">Clarifications to the regulatory construct of Class 1 compatibility groups, </w:t>
      </w:r>
      <w:proofErr w:type="gramStart"/>
      <w:r w:rsidRPr="00BF42B4">
        <w:rPr>
          <w:rFonts w:eastAsia="Times New Roman"/>
          <w:sz w:val="20"/>
          <w:lang w:eastAsia="en-US"/>
        </w:rPr>
        <w:t>taking into account</w:t>
      </w:r>
      <w:proofErr w:type="gramEnd"/>
      <w:r w:rsidRPr="00BF42B4">
        <w:rPr>
          <w:rFonts w:eastAsia="Times New Roman"/>
          <w:sz w:val="20"/>
          <w:lang w:eastAsia="en-US"/>
        </w:rPr>
        <w:t xml:space="preserve"> group S</w:t>
      </w:r>
    </w:p>
    <w:p w14:paraId="7E0E877B" w14:textId="568DC5E9" w:rsidR="00804937" w:rsidRPr="00BF42B4" w:rsidRDefault="00804937" w:rsidP="00804937">
      <w:pPr>
        <w:pStyle w:val="SingleTxtG"/>
        <w:tabs>
          <w:tab w:val="left" w:pos="3402"/>
        </w:tabs>
        <w:rPr>
          <w:iCs/>
        </w:rPr>
      </w:pPr>
      <w:r w:rsidRPr="00BF42B4">
        <w:rPr>
          <w:i/>
        </w:rPr>
        <w:t>Document:</w:t>
      </w:r>
      <w:r w:rsidRPr="00BF42B4">
        <w:rPr>
          <w:i/>
        </w:rPr>
        <w:tab/>
      </w:r>
      <w:r w:rsidRPr="00BF42B4">
        <w:rPr>
          <w:iCs/>
        </w:rPr>
        <w:t>ST/SG/AC.10/C.3/2019/13 (SAAMI)</w:t>
      </w:r>
    </w:p>
    <w:p w14:paraId="3CA6AF08" w14:textId="7FF9BC4B" w:rsidR="00CE6B91" w:rsidRPr="008355B2" w:rsidRDefault="00BB4B59" w:rsidP="00CE6B91">
      <w:pPr>
        <w:pStyle w:val="SingleTxtG"/>
      </w:pPr>
      <w:r>
        <w:t>30</w:t>
      </w:r>
      <w:r w:rsidR="00CE6B91" w:rsidRPr="008355B2">
        <w:t>.</w:t>
      </w:r>
      <w:r w:rsidR="00CE6B91" w:rsidRPr="008355B2">
        <w:tab/>
        <w:t xml:space="preserve">The Sub-Committee noted that </w:t>
      </w:r>
      <w:r w:rsidR="00CE6B91" w:rsidRPr="00BF42B4">
        <w:t>while there was some agreement for the insertion of note encouraging to facilitate 1.4S shipments, the Working Group was unsure whether that note should appear in the Model Regulations or in the Guiding Principles.</w:t>
      </w:r>
    </w:p>
    <w:p w14:paraId="412AD775" w14:textId="2AB98840" w:rsidR="007243D1" w:rsidRPr="00BF42B4" w:rsidRDefault="00BB4B59" w:rsidP="00CE6B91">
      <w:pPr>
        <w:pStyle w:val="SingleTxtG"/>
        <w:rPr>
          <w:i/>
        </w:rPr>
      </w:pPr>
      <w:r>
        <w:t>31</w:t>
      </w:r>
      <w:r w:rsidR="00CE6B91" w:rsidRPr="008355B2">
        <w:t>.</w:t>
      </w:r>
      <w:r w:rsidR="00CE6B91" w:rsidRPr="008355B2">
        <w:tab/>
        <w:t xml:space="preserve">Upon the request for guidance </w:t>
      </w:r>
      <w:r w:rsidR="00616CF3" w:rsidRPr="008355B2">
        <w:t xml:space="preserve">from the Sub-Committee </w:t>
      </w:r>
      <w:r w:rsidR="00CE6B91" w:rsidRPr="008355B2">
        <w:t xml:space="preserve">on where the note should be placed, it was recommended that this should not </w:t>
      </w:r>
      <w:proofErr w:type="gramStart"/>
      <w:r w:rsidR="00CE6B91" w:rsidRPr="008355B2">
        <w:t>be seen as</w:t>
      </w:r>
      <w:proofErr w:type="gramEnd"/>
      <w:r w:rsidR="00CE6B91" w:rsidRPr="008355B2">
        <w:t xml:space="preserve"> a regulatory statement. Based on this recommendation the </w:t>
      </w:r>
      <w:bookmarkEnd w:id="12"/>
      <w:r w:rsidR="007243D1" w:rsidRPr="00BF42B4">
        <w:t xml:space="preserve">expert from SAAMI </w:t>
      </w:r>
      <w:r w:rsidR="00CE6B91" w:rsidRPr="00BF42B4">
        <w:t xml:space="preserve">will </w:t>
      </w:r>
      <w:r w:rsidR="007243D1" w:rsidRPr="00BF42B4">
        <w:t xml:space="preserve">prepare a </w:t>
      </w:r>
      <w:r w:rsidR="009717A2" w:rsidRPr="00BF42B4">
        <w:t xml:space="preserve">revised </w:t>
      </w:r>
      <w:r w:rsidR="007243D1" w:rsidRPr="00BF42B4">
        <w:t xml:space="preserve">proposal for a future session </w:t>
      </w:r>
      <w:r w:rsidR="009717A2" w:rsidRPr="00BF42B4">
        <w:t xml:space="preserve">of the Working Group taking </w:t>
      </w:r>
      <w:r w:rsidR="00616CF3" w:rsidRPr="00BF42B4">
        <w:t xml:space="preserve">also </w:t>
      </w:r>
      <w:r w:rsidR="009717A2" w:rsidRPr="00BF42B4">
        <w:t xml:space="preserve">into account </w:t>
      </w:r>
      <w:r w:rsidR="00616CF3" w:rsidRPr="00BF42B4">
        <w:t>t</w:t>
      </w:r>
      <w:r w:rsidR="009717A2" w:rsidRPr="00BF42B4">
        <w:t>he comments received.</w:t>
      </w:r>
    </w:p>
    <w:p w14:paraId="335D070C" w14:textId="372A89A9" w:rsidR="00804937" w:rsidRPr="00BF42B4" w:rsidRDefault="00804937" w:rsidP="00804937">
      <w:pPr>
        <w:pStyle w:val="H1G"/>
        <w:kinsoku/>
        <w:overflowPunct/>
        <w:autoSpaceDE/>
        <w:autoSpaceDN/>
        <w:adjustRightInd/>
        <w:snapToGrid/>
        <w:rPr>
          <w:sz w:val="20"/>
        </w:rPr>
      </w:pPr>
      <w:r w:rsidRPr="00BF42B4">
        <w:rPr>
          <w:rFonts w:eastAsia="Times New Roman"/>
          <w:sz w:val="20"/>
          <w:lang w:eastAsia="en-US"/>
        </w:rPr>
        <w:tab/>
        <w:t>2.</w:t>
      </w:r>
      <w:r w:rsidRPr="00BF42B4">
        <w:rPr>
          <w:rFonts w:eastAsia="Times New Roman"/>
          <w:sz w:val="20"/>
          <w:lang w:eastAsia="en-US"/>
        </w:rPr>
        <w:tab/>
        <w:t>Removing the net explosives mass documentation requirement for Division 1.4</w:t>
      </w:r>
    </w:p>
    <w:p w14:paraId="12E43566" w14:textId="127D0A57" w:rsidR="00804937" w:rsidRPr="00BF42B4" w:rsidRDefault="00804937" w:rsidP="00804937">
      <w:pPr>
        <w:pStyle w:val="SingleTxtG"/>
        <w:tabs>
          <w:tab w:val="left" w:pos="3402"/>
        </w:tabs>
        <w:rPr>
          <w:iCs/>
        </w:rPr>
      </w:pPr>
      <w:r w:rsidRPr="00BF42B4">
        <w:rPr>
          <w:i/>
        </w:rPr>
        <w:t>Document:</w:t>
      </w:r>
      <w:r w:rsidRPr="00BF42B4">
        <w:rPr>
          <w:i/>
        </w:rPr>
        <w:tab/>
      </w:r>
      <w:r w:rsidRPr="00BF42B4">
        <w:rPr>
          <w:iCs/>
        </w:rPr>
        <w:t>ST/SG/AC.10/C.3/2019/14 (SAAMI)</w:t>
      </w:r>
    </w:p>
    <w:p w14:paraId="57E13BF5" w14:textId="2AACD498" w:rsidR="00804937" w:rsidRPr="00BF42B4" w:rsidRDefault="00804937" w:rsidP="00804937">
      <w:pPr>
        <w:pStyle w:val="SingleTxtG"/>
      </w:pPr>
      <w:r w:rsidRPr="00BF42B4">
        <w:t>3</w:t>
      </w:r>
      <w:r w:rsidR="00BB4B59">
        <w:t>2</w:t>
      </w:r>
      <w:r w:rsidRPr="00BF42B4">
        <w:t>.</w:t>
      </w:r>
      <w:r w:rsidRPr="00BF42B4">
        <w:tab/>
      </w:r>
      <w:r w:rsidR="0078092B" w:rsidRPr="00BF42B4">
        <w:t>There was not consensus in the Working Group</w:t>
      </w:r>
      <w:r w:rsidR="0078092B" w:rsidRPr="00BF42B4">
        <w:rPr>
          <w:rFonts w:eastAsia="Times New Roman"/>
          <w:lang w:eastAsia="en-US"/>
        </w:rPr>
        <w:t xml:space="preserve"> </w:t>
      </w:r>
      <w:r w:rsidR="009717A2" w:rsidRPr="00BF42B4">
        <w:t>regarding the proposal by SAAMI on r</w:t>
      </w:r>
      <w:r w:rsidR="009717A2" w:rsidRPr="00BF42B4">
        <w:rPr>
          <w:rFonts w:eastAsia="Times New Roman"/>
          <w:lang w:eastAsia="en-US"/>
        </w:rPr>
        <w:t xml:space="preserve">emoving the net explosives mass documentation requirement for Division 1.4. </w:t>
      </w:r>
      <w:r w:rsidR="009717A2" w:rsidRPr="00BF42B4">
        <w:t xml:space="preserve">The Sub-Committee recommended that </w:t>
      </w:r>
      <w:r w:rsidR="001F4C81" w:rsidRPr="00BF42B4">
        <w:t xml:space="preserve">the concerns raised by SAAMI </w:t>
      </w:r>
      <w:r w:rsidR="009717A2" w:rsidRPr="00BF42B4">
        <w:t>should</w:t>
      </w:r>
      <w:r w:rsidR="001F4C81" w:rsidRPr="00BF42B4">
        <w:t xml:space="preserve"> be</w:t>
      </w:r>
      <w:r w:rsidR="009717A2" w:rsidRPr="00BF42B4">
        <w:t xml:space="preserve"> carefully consider</w:t>
      </w:r>
      <w:r w:rsidR="001F4C81" w:rsidRPr="00BF42B4">
        <w:t>ed</w:t>
      </w:r>
      <w:r w:rsidR="009717A2" w:rsidRPr="00BF42B4">
        <w:t xml:space="preserve"> at a further session</w:t>
      </w:r>
      <w:r w:rsidR="001F4C81" w:rsidRPr="00BF42B4">
        <w:t xml:space="preserve"> and </w:t>
      </w:r>
      <w:r w:rsidR="009717A2" w:rsidRPr="00BF42B4">
        <w:t>not only from a scientific perspective.</w:t>
      </w:r>
    </w:p>
    <w:p w14:paraId="426331DF" w14:textId="5BEF8120" w:rsidR="009717A2" w:rsidRPr="00BF42B4" w:rsidRDefault="009717A2" w:rsidP="009717A2">
      <w:pPr>
        <w:pStyle w:val="H1G"/>
        <w:kinsoku/>
        <w:overflowPunct/>
        <w:autoSpaceDE/>
        <w:autoSpaceDN/>
        <w:adjustRightInd/>
        <w:snapToGrid/>
        <w:rPr>
          <w:sz w:val="20"/>
        </w:rPr>
      </w:pPr>
      <w:r w:rsidRPr="00BF42B4">
        <w:rPr>
          <w:rFonts w:eastAsia="Times New Roman"/>
          <w:sz w:val="20"/>
          <w:lang w:eastAsia="en-US"/>
        </w:rPr>
        <w:lastRenderedPageBreak/>
        <w:tab/>
        <w:t>3.</w:t>
      </w:r>
      <w:r w:rsidRPr="00BF42B4">
        <w:rPr>
          <w:rFonts w:eastAsia="Times New Roman"/>
          <w:sz w:val="20"/>
          <w:lang w:eastAsia="en-US"/>
        </w:rPr>
        <w:tab/>
        <w:t>Classification of a pyrotechnic article “</w:t>
      </w:r>
      <w:proofErr w:type="spellStart"/>
      <w:r w:rsidRPr="00BF42B4">
        <w:rPr>
          <w:rFonts w:eastAsia="Times New Roman"/>
          <w:sz w:val="20"/>
          <w:lang w:eastAsia="en-US"/>
        </w:rPr>
        <w:t>Aquaflame</w:t>
      </w:r>
      <w:proofErr w:type="spellEnd"/>
      <w:r w:rsidRPr="00BF42B4">
        <w:rPr>
          <w:rFonts w:eastAsia="Times New Roman"/>
          <w:sz w:val="20"/>
          <w:lang w:eastAsia="en-US"/>
        </w:rPr>
        <w:t>”</w:t>
      </w:r>
    </w:p>
    <w:p w14:paraId="727D1CB6" w14:textId="1B3B8192" w:rsidR="009717A2" w:rsidRPr="00BF42B4" w:rsidRDefault="009717A2" w:rsidP="009717A2">
      <w:pPr>
        <w:pStyle w:val="SingleTxtG"/>
        <w:tabs>
          <w:tab w:val="left" w:pos="3402"/>
        </w:tabs>
        <w:rPr>
          <w:iCs/>
        </w:rPr>
      </w:pPr>
      <w:r w:rsidRPr="00BF42B4">
        <w:rPr>
          <w:i/>
        </w:rPr>
        <w:t>Informal document:</w:t>
      </w:r>
      <w:r w:rsidRPr="00BF42B4">
        <w:rPr>
          <w:i/>
        </w:rPr>
        <w:tab/>
      </w:r>
      <w:r w:rsidRPr="00BF42B4">
        <w:rPr>
          <w:iCs/>
        </w:rPr>
        <w:t>INF.</w:t>
      </w:r>
      <w:r w:rsidR="00037904" w:rsidRPr="00BF42B4">
        <w:rPr>
          <w:iCs/>
        </w:rPr>
        <w:t>33</w:t>
      </w:r>
      <w:r w:rsidRPr="00BF42B4">
        <w:rPr>
          <w:iCs/>
        </w:rPr>
        <w:t xml:space="preserve"> (</w:t>
      </w:r>
      <w:r w:rsidR="00037904" w:rsidRPr="00BF42B4">
        <w:rPr>
          <w:iCs/>
        </w:rPr>
        <w:t>Germany</w:t>
      </w:r>
      <w:r w:rsidRPr="00BF42B4">
        <w:rPr>
          <w:iCs/>
        </w:rPr>
        <w:t>)</w:t>
      </w:r>
    </w:p>
    <w:p w14:paraId="47847CF6" w14:textId="4364A0C9" w:rsidR="000E45C2" w:rsidRDefault="009717A2" w:rsidP="00037904">
      <w:pPr>
        <w:pStyle w:val="SingleTxtG"/>
      </w:pPr>
      <w:r w:rsidRPr="00BF42B4">
        <w:t>3</w:t>
      </w:r>
      <w:r w:rsidR="00BB4B59">
        <w:t>3</w:t>
      </w:r>
      <w:r w:rsidRPr="00BF42B4">
        <w:t>.</w:t>
      </w:r>
      <w:r w:rsidRPr="00BF42B4">
        <w:tab/>
      </w:r>
      <w:r w:rsidR="00037904" w:rsidRPr="00BF42B4">
        <w:t xml:space="preserve">The </w:t>
      </w:r>
      <w:r w:rsidRPr="00BF42B4">
        <w:t xml:space="preserve">Working Group </w:t>
      </w:r>
      <w:r w:rsidR="00037904" w:rsidRPr="00BF42B4">
        <w:t>offered several suggestions on to how to handle the classification issue presented in informal document INF.33</w:t>
      </w:r>
      <w:r w:rsidR="00E61A67" w:rsidRPr="00BF42B4">
        <w:t>.</w:t>
      </w:r>
      <w:r w:rsidR="00037904" w:rsidRPr="00BF42B4">
        <w:t xml:space="preserve"> </w:t>
      </w:r>
      <w:r w:rsidRPr="00BF42B4">
        <w:t xml:space="preserve">The Sub-Committee </w:t>
      </w:r>
      <w:r w:rsidR="00037904" w:rsidRPr="00BF42B4">
        <w:t>noted that G</w:t>
      </w:r>
      <w:r w:rsidR="000E45C2" w:rsidRPr="00BF42B4">
        <w:t>ermany w</w:t>
      </w:r>
      <w:r w:rsidR="00037904" w:rsidRPr="00BF42B4">
        <w:t>ould</w:t>
      </w:r>
      <w:r w:rsidR="000E45C2" w:rsidRPr="00BF42B4">
        <w:t xml:space="preserve"> consider </w:t>
      </w:r>
      <w:r w:rsidR="00E61A67" w:rsidRPr="00BF42B4">
        <w:t>preparing</w:t>
      </w:r>
      <w:r w:rsidR="00037904" w:rsidRPr="00BF42B4">
        <w:t xml:space="preserve"> a new document </w:t>
      </w:r>
      <w:r w:rsidR="00E61A67" w:rsidRPr="00BF42B4">
        <w:t>for</w:t>
      </w:r>
      <w:r w:rsidR="00037904" w:rsidRPr="00BF42B4">
        <w:t xml:space="preserve"> future session based on </w:t>
      </w:r>
      <w:r w:rsidR="000E45C2" w:rsidRPr="00BF42B4">
        <w:t>the suggestions.</w:t>
      </w:r>
    </w:p>
    <w:p w14:paraId="7E4BD36D" w14:textId="77777777" w:rsidR="005F02B6" w:rsidRDefault="005F02B6" w:rsidP="005F02B6">
      <w:pPr>
        <w:pStyle w:val="HChG"/>
      </w:pPr>
      <w:r w:rsidRPr="00B7238D">
        <w:tab/>
      </w:r>
      <w:r>
        <w:t>V</w:t>
      </w:r>
      <w:r w:rsidRPr="00050DC8">
        <w:t>.</w:t>
      </w:r>
      <w:r w:rsidRPr="00050DC8">
        <w:tab/>
        <w:t>List</w:t>
      </w:r>
      <w:r>
        <w:t>ing, classification and packing (agenda item 3)</w:t>
      </w:r>
    </w:p>
    <w:p w14:paraId="3DFAEA38" w14:textId="0679297F" w:rsidR="005F02B6" w:rsidRPr="00BF42B4" w:rsidRDefault="005F02B6" w:rsidP="000C4BAD">
      <w:pPr>
        <w:pStyle w:val="H1G"/>
      </w:pPr>
      <w:r>
        <w:tab/>
      </w:r>
      <w:r w:rsidR="000C4BAD">
        <w:t>A</w:t>
      </w:r>
      <w:r w:rsidRPr="000C4BAD">
        <w:t>.</w:t>
      </w:r>
      <w:r w:rsidRPr="000C4BAD">
        <w:tab/>
        <w:t>Scope of special provision 274</w:t>
      </w:r>
    </w:p>
    <w:p w14:paraId="5DF8364A" w14:textId="77777777" w:rsidR="005F02B6" w:rsidRPr="00782BCC" w:rsidRDefault="005F02B6" w:rsidP="005F02B6">
      <w:pPr>
        <w:pStyle w:val="SingleTxtG"/>
        <w:tabs>
          <w:tab w:val="left" w:pos="3402"/>
        </w:tabs>
      </w:pPr>
      <w:r w:rsidRPr="00782BCC">
        <w:rPr>
          <w:i/>
          <w:iCs/>
        </w:rPr>
        <w:t xml:space="preserve">Document: </w:t>
      </w:r>
      <w:r w:rsidRPr="00782BCC">
        <w:rPr>
          <w:i/>
          <w:iCs/>
        </w:rPr>
        <w:tab/>
      </w:r>
      <w:r w:rsidRPr="00782BCC">
        <w:t>ST/SG/AC.10/C.3/2019/9 (Switzerland)</w:t>
      </w:r>
    </w:p>
    <w:p w14:paraId="1647ADD2" w14:textId="3B7824FD" w:rsidR="005F02B6" w:rsidRDefault="00C73894" w:rsidP="005F02B6">
      <w:pPr>
        <w:pStyle w:val="SingleTxtG"/>
      </w:pPr>
      <w:r>
        <w:t>3</w:t>
      </w:r>
      <w:r w:rsidR="00BB4B59">
        <w:t>4</w:t>
      </w:r>
      <w:r w:rsidR="005F02B6" w:rsidRPr="00782BCC">
        <w:t>.</w:t>
      </w:r>
      <w:r w:rsidR="005F02B6" w:rsidRPr="00782BCC">
        <w:tab/>
        <w:t xml:space="preserve">The Sub-Committee confirmed that paragraph 3.1.2.8.1.2 also applied </w:t>
      </w:r>
      <w:r w:rsidR="005F02B6">
        <w:t>in the case</w:t>
      </w:r>
      <w:r w:rsidR="005F02B6" w:rsidRPr="00782BCC">
        <w:t xml:space="preserve"> </w:t>
      </w:r>
      <w:r w:rsidR="005F02B6">
        <w:t xml:space="preserve">of </w:t>
      </w:r>
      <w:proofErr w:type="spellStart"/>
      <w:r w:rsidR="005F02B6" w:rsidRPr="00782BCC">
        <w:t>n.o.s</w:t>
      </w:r>
      <w:proofErr w:type="spellEnd"/>
      <w:r w:rsidR="005F02B6" w:rsidRPr="00782BCC">
        <w:t>. or generic entries</w:t>
      </w:r>
      <w:r w:rsidR="005F02B6" w:rsidRPr="00782BCC" w:rsidDel="00782BCC">
        <w:t xml:space="preserve"> </w:t>
      </w:r>
      <w:r w:rsidR="005F02B6">
        <w:t>with constituents that are non-dangerous goods and did not find it necessary to clarify the text</w:t>
      </w:r>
      <w:r w:rsidR="005F02B6" w:rsidRPr="00782BCC">
        <w:t xml:space="preserve">. The delegations that spoke considered that the current text of paragraph 3.1.2.8.1.2 did not exclude non-hazardous constituents and that having information on these constituents was necessary to assess the hazard </w:t>
      </w:r>
      <w:r w:rsidR="005F02B6">
        <w:t>presented by these</w:t>
      </w:r>
      <w:r w:rsidR="005F02B6" w:rsidRPr="00782BCC">
        <w:t xml:space="preserve"> </w:t>
      </w:r>
      <w:proofErr w:type="spellStart"/>
      <w:r w:rsidR="005F02B6">
        <w:t>n.o.s</w:t>
      </w:r>
      <w:proofErr w:type="spellEnd"/>
      <w:r w:rsidR="005F02B6">
        <w:t>.</w:t>
      </w:r>
      <w:r w:rsidR="005F02B6" w:rsidRPr="00782BCC">
        <w:t xml:space="preserve"> or generic entries. Some delegations considered that not showing the name of the constituents could pose problems in case of controls. The expert from Switzerland might present a revised proposal at a next session.</w:t>
      </w:r>
    </w:p>
    <w:p w14:paraId="058ED9C2" w14:textId="77777777" w:rsidR="005F02B6" w:rsidRDefault="005F02B6" w:rsidP="005F02B6">
      <w:pPr>
        <w:pStyle w:val="H1G"/>
      </w:pPr>
      <w:r>
        <w:tab/>
        <w:t>B.</w:t>
      </w:r>
      <w:r>
        <w:tab/>
      </w:r>
      <w:r w:rsidRPr="00825BFC">
        <w:t>Organic peroxides, new formulations to be listed in 2.5.3.2.4 and portable tank instruction T23</w:t>
      </w:r>
    </w:p>
    <w:p w14:paraId="5444915C" w14:textId="77777777" w:rsidR="005F02B6" w:rsidRDefault="005F02B6" w:rsidP="005F02B6">
      <w:pPr>
        <w:pStyle w:val="SingleTxtG"/>
        <w:tabs>
          <w:tab w:val="left" w:pos="3402"/>
        </w:tabs>
        <w:rPr>
          <w:lang w:val="en-US"/>
        </w:rPr>
      </w:pPr>
      <w:r w:rsidRPr="00825BFC">
        <w:rPr>
          <w:i/>
          <w:iCs/>
          <w:lang w:val="en-US"/>
        </w:rPr>
        <w:t>Document:</w:t>
      </w:r>
      <w:r>
        <w:rPr>
          <w:lang w:val="en-US"/>
        </w:rPr>
        <w:t xml:space="preserve"> </w:t>
      </w:r>
      <w:r>
        <w:rPr>
          <w:lang w:val="en-US"/>
        </w:rPr>
        <w:tab/>
        <w:t>ST/SG/AC.10/C.3/2019/15 (CEFIC)</w:t>
      </w:r>
    </w:p>
    <w:p w14:paraId="658964DD" w14:textId="5E9E90CE" w:rsidR="005F02B6" w:rsidRDefault="00C73894" w:rsidP="005F02B6">
      <w:pPr>
        <w:pStyle w:val="SingleTxtG"/>
      </w:pPr>
      <w:r>
        <w:t>3</w:t>
      </w:r>
      <w:r w:rsidR="00BB4B59">
        <w:t>5</w:t>
      </w:r>
      <w:r w:rsidR="005F02B6">
        <w:t>.</w:t>
      </w:r>
      <w:r w:rsidR="005F02B6">
        <w:tab/>
        <w:t xml:space="preserve">The Sub-Committee adopted the proposals in the document from CEFIC (see </w:t>
      </w:r>
      <w:r w:rsidR="005F02B6" w:rsidRPr="00B7298E">
        <w:t>annex).</w:t>
      </w:r>
      <w:r w:rsidR="005F02B6">
        <w:t xml:space="preserve"> Upon a request </w:t>
      </w:r>
      <w:r w:rsidR="00301EB1">
        <w:t xml:space="preserve">by </w:t>
      </w:r>
      <w:r w:rsidR="005F02B6">
        <w:t>the expert from the United States of America, the representative of CEFIC volunteered to share the technical report supporting the proposals with all interested experts.</w:t>
      </w:r>
    </w:p>
    <w:p w14:paraId="62EF6872" w14:textId="77777777" w:rsidR="005F02B6" w:rsidRDefault="005F02B6" w:rsidP="005F02B6">
      <w:pPr>
        <w:pStyle w:val="H1G"/>
      </w:pPr>
      <w:r>
        <w:tab/>
        <w:t>C.</w:t>
      </w:r>
      <w:r>
        <w:tab/>
      </w:r>
      <w:r w:rsidRPr="00C94554">
        <w:t>Exemptions for polymerizing substances</w:t>
      </w:r>
    </w:p>
    <w:p w14:paraId="1586C86A" w14:textId="77777777" w:rsidR="005F02B6" w:rsidRDefault="005F02B6" w:rsidP="005F02B6">
      <w:pPr>
        <w:pStyle w:val="SingleTxtG"/>
        <w:tabs>
          <w:tab w:val="left" w:pos="3402"/>
        </w:tabs>
        <w:rPr>
          <w:lang w:val="en-US"/>
        </w:rPr>
      </w:pPr>
      <w:r w:rsidRPr="00825BFC">
        <w:rPr>
          <w:i/>
          <w:iCs/>
          <w:lang w:val="en-US"/>
        </w:rPr>
        <w:t>Document:</w:t>
      </w:r>
      <w:r>
        <w:rPr>
          <w:lang w:val="en-US"/>
        </w:rPr>
        <w:t xml:space="preserve"> </w:t>
      </w:r>
      <w:r>
        <w:rPr>
          <w:lang w:val="en-US"/>
        </w:rPr>
        <w:tab/>
        <w:t>ST/SG/AC.10/C.3/2019/18 (CEFIC)</w:t>
      </w:r>
    </w:p>
    <w:p w14:paraId="6EC34CAB" w14:textId="042629CC" w:rsidR="005F02B6" w:rsidRDefault="005F02B6" w:rsidP="005F02B6">
      <w:pPr>
        <w:pStyle w:val="SingleTxtG"/>
        <w:tabs>
          <w:tab w:val="left" w:pos="3402"/>
        </w:tabs>
      </w:pPr>
      <w:r w:rsidRPr="005338CD">
        <w:rPr>
          <w:i/>
          <w:iCs/>
        </w:rPr>
        <w:t>Informal document:</w:t>
      </w:r>
      <w:r>
        <w:t xml:space="preserve"> </w:t>
      </w:r>
      <w:r>
        <w:tab/>
      </w:r>
      <w:r>
        <w:tab/>
        <w:t>INF.6 (CEFIC)</w:t>
      </w:r>
    </w:p>
    <w:p w14:paraId="556124DF" w14:textId="189842FC" w:rsidR="005F02B6" w:rsidRDefault="00C73894" w:rsidP="005F02B6">
      <w:pPr>
        <w:pStyle w:val="SingleTxtG"/>
      </w:pPr>
      <w:r>
        <w:t>3</w:t>
      </w:r>
      <w:r w:rsidR="00BB4B59">
        <w:t>6</w:t>
      </w:r>
      <w:r w:rsidR="005F02B6">
        <w:t>.</w:t>
      </w:r>
      <w:r w:rsidR="005F02B6">
        <w:tab/>
        <w:t xml:space="preserve">Most experts were in favour of developing provisions for exempting some polymerizing substances from the regulations based on the maximum surface temperature, the heat of polymerisation and criteria for </w:t>
      </w:r>
      <w:proofErr w:type="spellStart"/>
      <w:r w:rsidR="005F02B6">
        <w:t>packagings</w:t>
      </w:r>
      <w:proofErr w:type="spellEnd"/>
      <w:r w:rsidR="005F02B6">
        <w:t xml:space="preserve">. However, they felt that the proposal as drafted needed to be further refined with respect to the assessment method, the authorized packaging and the assignment to P520 or the rationale behind the 200 °C spike temperature, the 50 kg net weight and the 500 J/g limits. It was suggested that the rate of heat transfer from inside to the surface of the package should be considered too. The representative of CEFIC was invited to substantiate their proposal in terms of the suggested modal-based assessment for consideration by the Sub-Committee. </w:t>
      </w:r>
    </w:p>
    <w:p w14:paraId="75917901" w14:textId="66C8CC45" w:rsidR="005F02B6" w:rsidRDefault="00C73894" w:rsidP="005F02B6">
      <w:pPr>
        <w:pStyle w:val="SingleTxtG"/>
      </w:pPr>
      <w:r>
        <w:t>3</w:t>
      </w:r>
      <w:r w:rsidR="00BB4B59">
        <w:t>7</w:t>
      </w:r>
      <w:r w:rsidR="005F02B6">
        <w:t>.</w:t>
      </w:r>
      <w:r w:rsidR="005F02B6">
        <w:tab/>
        <w:t xml:space="preserve">In </w:t>
      </w:r>
      <w:r w:rsidR="00301EB1">
        <w:t>response to</w:t>
      </w:r>
      <w:r w:rsidR="005F02B6">
        <w:t xml:space="preserve"> the comments received, the representative of CEFIC withdrew the proposal. He invited experts to send him their comments in writing so that he could take them into account and submit a revised proposal for consideration at the next session.</w:t>
      </w:r>
    </w:p>
    <w:p w14:paraId="68DC0589" w14:textId="77777777" w:rsidR="005F02B6" w:rsidRPr="00646FFA" w:rsidRDefault="005F02B6" w:rsidP="005F02B6">
      <w:pPr>
        <w:pStyle w:val="H1G"/>
      </w:pPr>
      <w:r>
        <w:lastRenderedPageBreak/>
        <w:tab/>
        <w:t>D.</w:t>
      </w:r>
      <w:r>
        <w:tab/>
      </w:r>
      <w:r w:rsidRPr="00014A5E">
        <w:t>Scope of 4.1.2.2</w:t>
      </w:r>
    </w:p>
    <w:p w14:paraId="5BCD4171" w14:textId="77777777" w:rsidR="005F02B6" w:rsidRDefault="005F02B6" w:rsidP="005F02B6">
      <w:pPr>
        <w:pStyle w:val="SingleTxtG"/>
        <w:tabs>
          <w:tab w:val="left" w:pos="3584"/>
        </w:tabs>
        <w:spacing w:before="40"/>
        <w:ind w:right="0"/>
        <w:jc w:val="left"/>
        <w:rPr>
          <w:lang w:val="en-US"/>
        </w:rPr>
      </w:pPr>
      <w:r w:rsidRPr="00646FFA">
        <w:rPr>
          <w:i/>
          <w:iCs/>
          <w:lang w:val="en-US"/>
        </w:rPr>
        <w:t>Document:</w:t>
      </w:r>
      <w:r>
        <w:rPr>
          <w:lang w:val="en-US"/>
        </w:rPr>
        <w:tab/>
        <w:t>ST/SG/AC.10/C.3/2019/27 (</w:t>
      </w:r>
      <w:r>
        <w:t>Switzerland</w:t>
      </w:r>
      <w:r>
        <w:rPr>
          <w:lang w:val="en-US"/>
        </w:rPr>
        <w:t>)</w:t>
      </w:r>
    </w:p>
    <w:p w14:paraId="6C5482BC" w14:textId="0CBD9267" w:rsidR="005F02B6" w:rsidRDefault="00C73894" w:rsidP="005F02B6">
      <w:pPr>
        <w:pStyle w:val="SingleTxtG"/>
      </w:pPr>
      <w:r>
        <w:t>3</w:t>
      </w:r>
      <w:r w:rsidR="00BB4B59">
        <w:t>8</w:t>
      </w:r>
      <w:r w:rsidR="005F02B6">
        <w:t>.</w:t>
      </w:r>
      <w:r w:rsidR="005F02B6">
        <w:tab/>
        <w:t xml:space="preserve">The Sub-Committee could not find a consensus on the proposal. While some delegations considered that the current provisions were clear and fit for purpose, others acknowledged that the text could be improved to address the issue raised by Switzerland and proposed some improvements (e.g. restructuring the text to make the new text only applicable to IBCs for disposal, including non-metallic IBCs). </w:t>
      </w:r>
    </w:p>
    <w:p w14:paraId="01285BB7" w14:textId="5FA6245A" w:rsidR="005F02B6" w:rsidRDefault="00C73894" w:rsidP="005F02B6">
      <w:pPr>
        <w:pStyle w:val="SingleTxtG"/>
      </w:pPr>
      <w:r>
        <w:t>3</w:t>
      </w:r>
      <w:r w:rsidR="00BB4B59">
        <w:t>9</w:t>
      </w:r>
      <w:r w:rsidR="005F02B6">
        <w:t>.</w:t>
      </w:r>
      <w:r w:rsidR="005F02B6">
        <w:tab/>
        <w:t>The expert from Switzerland offered to take account the comments received and to consider submitting a revised proposal for a forthcoming session.</w:t>
      </w:r>
    </w:p>
    <w:p w14:paraId="045320E0" w14:textId="77777777" w:rsidR="005F02B6" w:rsidRDefault="005F02B6" w:rsidP="005F02B6">
      <w:pPr>
        <w:pStyle w:val="H1G"/>
      </w:pPr>
      <w:r>
        <w:tab/>
        <w:t>E.</w:t>
      </w:r>
      <w:r>
        <w:tab/>
      </w:r>
      <w:r w:rsidRPr="00597A61">
        <w:t>Carriage of packaging for disposal or recycling</w:t>
      </w:r>
    </w:p>
    <w:p w14:paraId="0420D6FF" w14:textId="77777777" w:rsidR="005F02B6" w:rsidRDefault="005F02B6" w:rsidP="005F02B6">
      <w:pPr>
        <w:pStyle w:val="SingleTxtG"/>
        <w:tabs>
          <w:tab w:val="left" w:pos="3402"/>
        </w:tabs>
        <w:spacing w:before="40"/>
        <w:ind w:right="0"/>
        <w:jc w:val="left"/>
        <w:rPr>
          <w:lang w:val="en-US"/>
        </w:rPr>
      </w:pPr>
      <w:r w:rsidRPr="00646FFA">
        <w:rPr>
          <w:i/>
          <w:iCs/>
          <w:lang w:val="en-US"/>
        </w:rPr>
        <w:t>Document:</w:t>
      </w:r>
      <w:r>
        <w:rPr>
          <w:lang w:val="en-US"/>
        </w:rPr>
        <w:tab/>
        <w:t>ST/SG/AC.10/C.3/2019/28 (</w:t>
      </w:r>
      <w:r>
        <w:t>Switzerland</w:t>
      </w:r>
      <w:r>
        <w:rPr>
          <w:lang w:val="en-US"/>
        </w:rPr>
        <w:t>)</w:t>
      </w:r>
    </w:p>
    <w:p w14:paraId="7AE49449" w14:textId="77777777" w:rsidR="005F02B6" w:rsidRDefault="005F02B6" w:rsidP="005F02B6">
      <w:pPr>
        <w:pStyle w:val="SingleTxtG"/>
        <w:tabs>
          <w:tab w:val="left" w:pos="3402"/>
        </w:tabs>
      </w:pPr>
      <w:r w:rsidRPr="005338CD">
        <w:rPr>
          <w:i/>
          <w:iCs/>
        </w:rPr>
        <w:t>Informal document:</w:t>
      </w:r>
      <w:r>
        <w:tab/>
      </w:r>
      <w:r>
        <w:tab/>
        <w:t>INF.37 (ICCR)</w:t>
      </w:r>
    </w:p>
    <w:p w14:paraId="2E19B66C" w14:textId="03CD6D9C" w:rsidR="005F02B6" w:rsidRDefault="00BB4B59" w:rsidP="005F02B6">
      <w:pPr>
        <w:pStyle w:val="SingleTxtG"/>
      </w:pPr>
      <w:r>
        <w:t>40</w:t>
      </w:r>
      <w:r w:rsidR="005F02B6">
        <w:t>.</w:t>
      </w:r>
      <w:r w:rsidR="005F02B6">
        <w:tab/>
        <w:t xml:space="preserve">The Sub-Committee did not support </w:t>
      </w:r>
      <w:r w:rsidR="005F02B6">
        <w:rPr>
          <w:lang w:val="en-US"/>
        </w:rPr>
        <w:t xml:space="preserve">ST/SG/AC.10/C.3/2019/28 </w:t>
      </w:r>
      <w:r w:rsidR="005F02B6">
        <w:t>to amend the Model Regulations and preferred a solution on the region levels. Thus, the expert from Switzerland offered to submit a revised proposal for consideration at the RID/ADR/ADN Joint Meeting, if necessary.</w:t>
      </w:r>
    </w:p>
    <w:p w14:paraId="2B782607" w14:textId="7AF2B623" w:rsidR="005F02B6" w:rsidRDefault="00BB4B59" w:rsidP="005F02B6">
      <w:pPr>
        <w:pStyle w:val="SingleTxtG"/>
      </w:pPr>
      <w:r>
        <w:t>41</w:t>
      </w:r>
      <w:r w:rsidR="005F02B6">
        <w:t>.</w:t>
      </w:r>
      <w:r w:rsidR="005F02B6">
        <w:tab/>
        <w:t xml:space="preserve">The Sub-Committee noted some comments and general support on the proposal to modify special provision 374 in informal document INF.37. The expert from ICCR volunteered to submit an official document for consideration at the next session, </w:t>
      </w:r>
      <w:proofErr w:type="gramStart"/>
      <w:r w:rsidR="005F02B6">
        <w:t>taking into account</w:t>
      </w:r>
      <w:proofErr w:type="gramEnd"/>
      <w:r w:rsidR="005F02B6">
        <w:t xml:space="preserve"> the comments received.</w:t>
      </w:r>
    </w:p>
    <w:p w14:paraId="2A577753" w14:textId="268F30BE" w:rsidR="005F02B6" w:rsidRDefault="005F02B6" w:rsidP="005F02B6">
      <w:pPr>
        <w:pStyle w:val="H1G"/>
      </w:pPr>
      <w:r>
        <w:tab/>
        <w:t>F.</w:t>
      </w:r>
      <w:r>
        <w:tab/>
        <w:t>Special provision 363</w:t>
      </w:r>
    </w:p>
    <w:p w14:paraId="78897421" w14:textId="77777777" w:rsidR="005F02B6" w:rsidRDefault="005F02B6" w:rsidP="005F02B6">
      <w:pPr>
        <w:pStyle w:val="SingleTxtG"/>
        <w:tabs>
          <w:tab w:val="left" w:pos="3402"/>
        </w:tabs>
        <w:spacing w:before="40"/>
        <w:ind w:right="0"/>
        <w:jc w:val="left"/>
        <w:rPr>
          <w:lang w:val="en-US"/>
        </w:rPr>
      </w:pPr>
      <w:r w:rsidRPr="00646FFA">
        <w:rPr>
          <w:i/>
          <w:iCs/>
          <w:lang w:val="en-US"/>
        </w:rPr>
        <w:t>Document:</w:t>
      </w:r>
      <w:r>
        <w:rPr>
          <w:lang w:val="en-US"/>
        </w:rPr>
        <w:tab/>
        <w:t>ST/SG/AC.10/C.3/2019/29 (</w:t>
      </w:r>
      <w:r>
        <w:t>Switzerland</w:t>
      </w:r>
      <w:r>
        <w:rPr>
          <w:lang w:val="en-US"/>
        </w:rPr>
        <w:t>)</w:t>
      </w:r>
    </w:p>
    <w:p w14:paraId="4C39130B" w14:textId="63CFBCC8" w:rsidR="005F02B6" w:rsidRDefault="00C73894" w:rsidP="005F02B6">
      <w:pPr>
        <w:pStyle w:val="SingleTxtG"/>
        <w:rPr>
          <w:lang w:val="en-US"/>
        </w:rPr>
      </w:pPr>
      <w:r>
        <w:t>4</w:t>
      </w:r>
      <w:r w:rsidR="00BB4B59">
        <w:t>2</w:t>
      </w:r>
      <w:r w:rsidR="005F02B6" w:rsidRPr="00552EAC">
        <w:t>.</w:t>
      </w:r>
      <w:r w:rsidR="005F02B6" w:rsidRPr="00552EAC">
        <w:tab/>
      </w:r>
      <w:r w:rsidR="005F02B6">
        <w:t>Most experts</w:t>
      </w:r>
      <w:r w:rsidR="005F02B6" w:rsidRPr="00552EAC">
        <w:t xml:space="preserve"> </w:t>
      </w:r>
      <w:r w:rsidR="005F02B6">
        <w:t xml:space="preserve">agreed that special provision 363 (j), as drafted, did not preclude the labelling or placarding of engines and machinery containing less than 60 l of liquid fuel. However, most delegations who spoke did not support the proposal in </w:t>
      </w:r>
      <w:r w:rsidR="005F02B6">
        <w:rPr>
          <w:lang w:val="en-US"/>
        </w:rPr>
        <w:t>ST/SG/AC.10/C.3/2019/29.</w:t>
      </w:r>
      <w:r w:rsidR="005F02B6">
        <w:t xml:space="preserve"> S</w:t>
      </w:r>
      <w:r w:rsidR="005F02B6" w:rsidRPr="00552EAC">
        <w:t xml:space="preserve">ome experts </w:t>
      </w:r>
      <w:proofErr w:type="gramStart"/>
      <w:r w:rsidR="005F02B6" w:rsidRPr="00552EAC">
        <w:t>were of the opinion that</w:t>
      </w:r>
      <w:proofErr w:type="gramEnd"/>
      <w:r w:rsidR="00301EB1">
        <w:t>,</w:t>
      </w:r>
      <w:r w:rsidR="005F02B6" w:rsidRPr="00552EAC">
        <w:t xml:space="preserve"> in the case of keeping the labelling and placarding of engines and machinery, these vehicles should be accompanied by the appropriate transport document</w:t>
      </w:r>
      <w:r w:rsidR="005F02B6">
        <w:t xml:space="preserve"> and the text of special provision 363 (l) </w:t>
      </w:r>
      <w:r w:rsidR="00282049">
        <w:t xml:space="preserve">should? </w:t>
      </w:r>
      <w:r w:rsidR="00301EB1">
        <w:t xml:space="preserve">be </w:t>
      </w:r>
      <w:r w:rsidR="005F02B6">
        <w:t>amended accordingly</w:t>
      </w:r>
      <w:r w:rsidR="005F02B6" w:rsidRPr="00552EAC">
        <w:t>. To avoid a precedent</w:t>
      </w:r>
      <w:r w:rsidR="005F02B6">
        <w:t xml:space="preserve"> in the general principles or subsequent interpretation problems</w:t>
      </w:r>
      <w:r w:rsidR="005F02B6" w:rsidRPr="00552EAC">
        <w:t xml:space="preserve">, it was suggested not to amend special provisions 363, but to resolve the issue by a note in the report of the session. The Sub-Committee </w:t>
      </w:r>
      <w:r w:rsidR="005F02B6">
        <w:t xml:space="preserve">preferred not to amend the Model Regulations and recommended </w:t>
      </w:r>
      <w:r w:rsidR="005F02B6" w:rsidRPr="00552EAC">
        <w:t xml:space="preserve">to </w:t>
      </w:r>
      <w:r w:rsidR="005F02B6">
        <w:t xml:space="preserve">find a solution on the regional levels. The expert from Switzerland withdrew </w:t>
      </w:r>
      <w:r w:rsidR="005F02B6">
        <w:rPr>
          <w:lang w:val="en-US"/>
        </w:rPr>
        <w:t>ST/SG/AC.10/C.3/2019/29.</w:t>
      </w:r>
    </w:p>
    <w:p w14:paraId="400DA6CF" w14:textId="77777777" w:rsidR="005F02B6" w:rsidRDefault="005F02B6" w:rsidP="005F02B6">
      <w:pPr>
        <w:pStyle w:val="H1G"/>
      </w:pPr>
      <w:r>
        <w:tab/>
        <w:t>G.</w:t>
      </w:r>
      <w:r>
        <w:tab/>
        <w:t>Revision of the Spanish names of the UN numbers</w:t>
      </w:r>
    </w:p>
    <w:p w14:paraId="66C533EE" w14:textId="6B566DF0" w:rsidR="005F02B6" w:rsidRDefault="005F02B6" w:rsidP="005F02B6">
      <w:pPr>
        <w:pStyle w:val="SingleTxtG"/>
        <w:tabs>
          <w:tab w:val="left" w:pos="3402"/>
        </w:tabs>
        <w:spacing w:before="40"/>
        <w:ind w:right="0"/>
        <w:jc w:val="left"/>
      </w:pPr>
      <w:r>
        <w:rPr>
          <w:lang w:val="en-US"/>
        </w:rPr>
        <w:t>D</w:t>
      </w:r>
      <w:r w:rsidRPr="00743DC3">
        <w:rPr>
          <w:lang w:val="en-US"/>
        </w:rPr>
        <w:t>ocument</w:t>
      </w:r>
      <w:r w:rsidRPr="00646FFA">
        <w:rPr>
          <w:i/>
          <w:iCs/>
          <w:lang w:val="en-US"/>
        </w:rPr>
        <w:t>:</w:t>
      </w:r>
      <w:r>
        <w:rPr>
          <w:lang w:val="en-US"/>
        </w:rPr>
        <w:tab/>
        <w:t>ST/SG/AC.10/C.3/2019/37</w:t>
      </w:r>
      <w:r w:rsidR="00225B9F">
        <w:rPr>
          <w:lang w:val="en-US"/>
        </w:rPr>
        <w:t xml:space="preserve"> (Spain)</w:t>
      </w:r>
    </w:p>
    <w:p w14:paraId="36661E68" w14:textId="77777777" w:rsidR="005F02B6" w:rsidRDefault="005F02B6" w:rsidP="005F02B6">
      <w:pPr>
        <w:pStyle w:val="SingleTxtG"/>
        <w:tabs>
          <w:tab w:val="left" w:pos="3402"/>
        </w:tabs>
        <w:spacing w:before="40"/>
        <w:ind w:right="0"/>
        <w:jc w:val="left"/>
      </w:pPr>
      <w:r>
        <w:rPr>
          <w:i/>
          <w:iCs/>
          <w:lang w:val="en-US"/>
        </w:rPr>
        <w:t xml:space="preserve">Informal </w:t>
      </w:r>
      <w:r w:rsidRPr="00743DC3">
        <w:rPr>
          <w:lang w:val="en-US"/>
        </w:rPr>
        <w:t>document</w:t>
      </w:r>
      <w:r w:rsidRPr="00646FFA">
        <w:rPr>
          <w:i/>
          <w:iCs/>
          <w:lang w:val="en-US"/>
        </w:rPr>
        <w:t>:</w:t>
      </w:r>
      <w:r>
        <w:rPr>
          <w:lang w:val="en-US"/>
        </w:rPr>
        <w:tab/>
        <w:t>INF.7 (Spain)</w:t>
      </w:r>
    </w:p>
    <w:p w14:paraId="06A959AC" w14:textId="3C6CB01C" w:rsidR="005F02B6" w:rsidRDefault="00C73894" w:rsidP="005F02B6">
      <w:pPr>
        <w:pStyle w:val="SingleTxtG"/>
      </w:pPr>
      <w:r>
        <w:t>4</w:t>
      </w:r>
      <w:r w:rsidR="00BB4B59">
        <w:t>3</w:t>
      </w:r>
      <w:r w:rsidR="005F02B6">
        <w:t>.</w:t>
      </w:r>
      <w:r w:rsidR="005F02B6">
        <w:tab/>
      </w:r>
      <w:r w:rsidR="005F02B6" w:rsidRPr="00552EAC">
        <w:t xml:space="preserve">The Sub-Committee </w:t>
      </w:r>
      <w:r w:rsidR="005F02B6">
        <w:t>noted</w:t>
      </w:r>
      <w:r w:rsidR="005F02B6" w:rsidRPr="00552EAC">
        <w:t xml:space="preserve"> the proposals for the review of the Spanish version of the entries listed in informal document INF.7, as well as the consequential amendments indicated in paragraph 60</w:t>
      </w:r>
      <w:r w:rsidR="005F02B6">
        <w:t xml:space="preserve"> of the document. The </w:t>
      </w:r>
      <w:r w:rsidR="005F02B6" w:rsidRPr="00552EAC">
        <w:t>secretariat</w:t>
      </w:r>
      <w:r w:rsidR="005F02B6">
        <w:t xml:space="preserve"> was</w:t>
      </w:r>
      <w:r w:rsidR="005F02B6" w:rsidRPr="00552EAC">
        <w:t xml:space="preserve"> requested to incorporate them in the next revised edition of the Model Regulations</w:t>
      </w:r>
      <w:r w:rsidR="005F02B6">
        <w:t xml:space="preserve"> (see annex)</w:t>
      </w:r>
      <w:r w:rsidR="005F02B6" w:rsidRPr="00552EAC">
        <w:t>.</w:t>
      </w:r>
    </w:p>
    <w:p w14:paraId="29E1BF74" w14:textId="77777777" w:rsidR="005F02B6" w:rsidRDefault="005F02B6" w:rsidP="005F02B6">
      <w:pPr>
        <w:pStyle w:val="H1G"/>
      </w:pPr>
      <w:r>
        <w:lastRenderedPageBreak/>
        <w:tab/>
        <w:t>H.</w:t>
      </w:r>
      <w:r>
        <w:tab/>
        <w:t>Transport of transformers with gas cylinders</w:t>
      </w:r>
    </w:p>
    <w:p w14:paraId="547A7FCF" w14:textId="77777777" w:rsidR="005F02B6" w:rsidRDefault="005F02B6" w:rsidP="005F02B6">
      <w:pPr>
        <w:pStyle w:val="SingleTxtG"/>
        <w:tabs>
          <w:tab w:val="left" w:pos="3402"/>
        </w:tabs>
        <w:spacing w:before="40"/>
        <w:ind w:right="0"/>
        <w:jc w:val="left"/>
        <w:rPr>
          <w:lang w:val="en-US"/>
        </w:rPr>
      </w:pPr>
      <w:r w:rsidRPr="00646FFA">
        <w:rPr>
          <w:i/>
          <w:iCs/>
          <w:lang w:val="en-US"/>
        </w:rPr>
        <w:t>Document:</w:t>
      </w:r>
      <w:r>
        <w:rPr>
          <w:lang w:val="en-US"/>
        </w:rPr>
        <w:tab/>
        <w:t>ST/SG/AC.10/C.3/2019/38 (Germany)</w:t>
      </w:r>
    </w:p>
    <w:p w14:paraId="7A860AA7" w14:textId="749502F0" w:rsidR="005F02B6" w:rsidRDefault="00C73894" w:rsidP="005F02B6">
      <w:pPr>
        <w:pStyle w:val="SingleTxtG"/>
      </w:pPr>
      <w:r>
        <w:t>4</w:t>
      </w:r>
      <w:r w:rsidR="00BB4B59">
        <w:t>4</w:t>
      </w:r>
      <w:r w:rsidR="005F02B6" w:rsidRPr="00552EAC">
        <w:t>.</w:t>
      </w:r>
      <w:r w:rsidR="005F02B6" w:rsidRPr="00552EAC">
        <w:tab/>
        <w:t xml:space="preserve">The Sub-Committee </w:t>
      </w:r>
      <w:r w:rsidR="005F02B6">
        <w:t xml:space="preserve">agreed to pursue the work on this </w:t>
      </w:r>
      <w:r w:rsidR="005C63F9">
        <w:t xml:space="preserve">topic </w:t>
      </w:r>
      <w:r w:rsidR="005F02B6">
        <w:t xml:space="preserve">but noted that </w:t>
      </w:r>
      <w:r w:rsidR="00301EB1">
        <w:t xml:space="preserve">additional </w:t>
      </w:r>
      <w:r w:rsidR="005F02B6">
        <w:t xml:space="preserve">issues should still be addressed, such as further specifications on the transport conditions and the signalisation of risk of asphyxiation. Further ventilation requirements should be covered by the different transport modes. The expert from Germany volunteered to prepare a new proposal for consideration at the next session, </w:t>
      </w:r>
      <w:proofErr w:type="gramStart"/>
      <w:r w:rsidR="005F02B6">
        <w:t>taking into account</w:t>
      </w:r>
      <w:proofErr w:type="gramEnd"/>
      <w:r w:rsidR="005F02B6">
        <w:t xml:space="preserve"> the comments received.</w:t>
      </w:r>
    </w:p>
    <w:p w14:paraId="03539C70" w14:textId="77777777" w:rsidR="005F02B6" w:rsidRDefault="005F02B6" w:rsidP="00BF42B4">
      <w:pPr>
        <w:pStyle w:val="H1G"/>
      </w:pPr>
      <w:r>
        <w:tab/>
        <w:t>I.</w:t>
      </w:r>
      <w:r>
        <w:tab/>
      </w:r>
      <w:r w:rsidRPr="00BF42B4">
        <w:t xml:space="preserve">Request for a new UN number and Packing Group for refined cobalt </w:t>
      </w:r>
      <w:proofErr w:type="spellStart"/>
      <w:r w:rsidRPr="00BF42B4">
        <w:t>dihydroxide</w:t>
      </w:r>
      <w:proofErr w:type="spellEnd"/>
      <w:r w:rsidRPr="00BF42B4">
        <w:t xml:space="preserve"> powder, and to review Class 6.1 and packing groups as currently equated to GHS classification for inhalation toxicity</w:t>
      </w:r>
    </w:p>
    <w:p w14:paraId="39A51A3A" w14:textId="77777777" w:rsidR="005F02B6" w:rsidRPr="00BF42B4" w:rsidRDefault="005F02B6" w:rsidP="005F02B6">
      <w:pPr>
        <w:pStyle w:val="SingleTxtG"/>
        <w:tabs>
          <w:tab w:val="left" w:pos="3402"/>
        </w:tabs>
        <w:spacing w:before="40"/>
        <w:ind w:right="0"/>
        <w:jc w:val="left"/>
        <w:rPr>
          <w:lang w:val="fr-CH"/>
        </w:rPr>
      </w:pPr>
      <w:r w:rsidRPr="00BF42B4">
        <w:rPr>
          <w:i/>
          <w:iCs/>
          <w:lang w:val="fr-CH"/>
        </w:rPr>
        <w:t xml:space="preserve">Informal </w:t>
      </w:r>
      <w:proofErr w:type="gramStart"/>
      <w:r w:rsidRPr="00BF42B4">
        <w:rPr>
          <w:i/>
          <w:iCs/>
          <w:lang w:val="fr-CH"/>
        </w:rPr>
        <w:t>document:</w:t>
      </w:r>
      <w:proofErr w:type="gramEnd"/>
      <w:r w:rsidRPr="00BF42B4">
        <w:rPr>
          <w:lang w:val="fr-CH"/>
        </w:rPr>
        <w:tab/>
        <w:t>INF.24 (RPMASA, CEFIC, ICPP)</w:t>
      </w:r>
    </w:p>
    <w:p w14:paraId="31553F31" w14:textId="44FA3655" w:rsidR="005F02B6" w:rsidRDefault="00507213" w:rsidP="00037904">
      <w:pPr>
        <w:pStyle w:val="SingleTxtG"/>
      </w:pPr>
      <w:r>
        <w:t>4</w:t>
      </w:r>
      <w:r w:rsidR="00BB4B59">
        <w:t>5</w:t>
      </w:r>
      <w:r w:rsidR="005F02B6">
        <w:t>.</w:t>
      </w:r>
      <w:r w:rsidR="005F02B6">
        <w:tab/>
      </w:r>
      <w:r w:rsidR="005F02B6" w:rsidRPr="00552EAC">
        <w:t xml:space="preserve">The Sub-Committee </w:t>
      </w:r>
      <w:r w:rsidR="005F02B6">
        <w:t xml:space="preserve">welcomed </w:t>
      </w:r>
      <w:r w:rsidR="005F02B6" w:rsidRPr="00552EAC">
        <w:t>the proposal</w:t>
      </w:r>
      <w:r w:rsidR="005F02B6">
        <w:t xml:space="preserve"> and recommended to consider first the appropriate classification of such substances in its different forms, subject to tests, then to specify the transport conditions and packaging. The expert from RPMASA volunteered to share further data and test reports with all interested delegates and offered an exchange of views during the week on the best way forward. A lunchtime meeting was held to discuss the subject and it was further agreed to follow-up through an intersessional informal correspondence group.</w:t>
      </w:r>
    </w:p>
    <w:p w14:paraId="55848D8A" w14:textId="4E032D86" w:rsidR="005F02B6" w:rsidRDefault="005F02B6" w:rsidP="005F02B6">
      <w:pPr>
        <w:pStyle w:val="H1G"/>
      </w:pPr>
      <w:bookmarkStart w:id="13" w:name="_Hlk13475600"/>
      <w:r>
        <w:tab/>
        <w:t>J.</w:t>
      </w:r>
      <w:r>
        <w:tab/>
        <w:t>Limited and excepted quantities</w:t>
      </w:r>
    </w:p>
    <w:p w14:paraId="5936BDE6" w14:textId="77777777" w:rsidR="005F02B6" w:rsidRDefault="005F02B6" w:rsidP="005F02B6">
      <w:pPr>
        <w:pStyle w:val="SingleTxtG"/>
        <w:tabs>
          <w:tab w:val="left" w:pos="3402"/>
        </w:tabs>
        <w:spacing w:before="40"/>
        <w:ind w:right="0"/>
        <w:jc w:val="left"/>
      </w:pPr>
      <w:r>
        <w:rPr>
          <w:i/>
          <w:iCs/>
          <w:lang w:val="en-US"/>
        </w:rPr>
        <w:t xml:space="preserve">Informal </w:t>
      </w:r>
      <w:r w:rsidRPr="00743DC3">
        <w:rPr>
          <w:lang w:val="en-US"/>
        </w:rPr>
        <w:t>document</w:t>
      </w:r>
      <w:r w:rsidRPr="00646FFA">
        <w:rPr>
          <w:i/>
          <w:iCs/>
          <w:lang w:val="en-US"/>
        </w:rPr>
        <w:t>:</w:t>
      </w:r>
      <w:r>
        <w:rPr>
          <w:lang w:val="en-US"/>
        </w:rPr>
        <w:tab/>
        <w:t>INF.11 (Canada)</w:t>
      </w:r>
    </w:p>
    <w:p w14:paraId="7BC9EFDB" w14:textId="46083638" w:rsidR="005F02B6" w:rsidRDefault="00507213" w:rsidP="00037904">
      <w:pPr>
        <w:pStyle w:val="SingleTxtG"/>
      </w:pPr>
      <w:r>
        <w:t>4</w:t>
      </w:r>
      <w:r w:rsidR="00BB4B59">
        <w:t>6</w:t>
      </w:r>
      <w:r w:rsidR="005F02B6">
        <w:t>.</w:t>
      </w:r>
      <w:r w:rsidR="005F02B6">
        <w:tab/>
      </w:r>
      <w:r w:rsidR="005F02B6" w:rsidRPr="00552EAC">
        <w:t xml:space="preserve">The Sub-Committee </w:t>
      </w:r>
      <w:r w:rsidR="005F02B6">
        <w:t>noted</w:t>
      </w:r>
      <w:r w:rsidR="005F02B6" w:rsidRPr="00552EAC">
        <w:t xml:space="preserve"> the proposal </w:t>
      </w:r>
      <w:r w:rsidR="005F02B6">
        <w:t xml:space="preserve">by Canada on inconsistencies in Chapter 3.4 on limited and excepted quantities. Learning about the historical background of these inconsistencies, the </w:t>
      </w:r>
      <w:r w:rsidR="005F02B6" w:rsidRPr="00552EAC">
        <w:t>Sub-Committee</w:t>
      </w:r>
      <w:r w:rsidR="005F02B6">
        <w:t xml:space="preserve"> preferred a clarification in the </w:t>
      </w:r>
      <w:r w:rsidR="005F02B6" w:rsidRPr="00A60602">
        <w:rPr>
          <w:i/>
          <w:iCs/>
        </w:rPr>
        <w:t>Guiding Principles for the Development of the UN Model Regulations</w:t>
      </w:r>
      <w:r w:rsidR="005F02B6">
        <w:t xml:space="preserve"> to address this issue. Thus, the expert from Canada invited all experts to send her their comments and volunteered to prepare a proposal for consideration at the next session.</w:t>
      </w:r>
    </w:p>
    <w:bookmarkEnd w:id="13"/>
    <w:p w14:paraId="74A3A03A" w14:textId="7B8C6508" w:rsidR="005F02B6" w:rsidRDefault="005F02B6" w:rsidP="005F02B6">
      <w:pPr>
        <w:pStyle w:val="H1G"/>
      </w:pPr>
      <w:r>
        <w:tab/>
        <w:t>K.</w:t>
      </w:r>
      <w:r>
        <w:tab/>
      </w:r>
      <w:r w:rsidRPr="00AD5881">
        <w:t>Environmentally hazardous articles (living organisms)</w:t>
      </w:r>
    </w:p>
    <w:p w14:paraId="4446D41F" w14:textId="77777777" w:rsidR="005F02B6" w:rsidRPr="000806CC" w:rsidRDefault="005F02B6" w:rsidP="005F02B6">
      <w:pPr>
        <w:pStyle w:val="SingleTxtG"/>
        <w:tabs>
          <w:tab w:val="left" w:pos="3402"/>
        </w:tabs>
        <w:spacing w:before="40"/>
        <w:ind w:right="0"/>
        <w:jc w:val="left"/>
        <w:rPr>
          <w:i/>
          <w:iCs/>
          <w:lang w:val="en-US"/>
        </w:rPr>
      </w:pPr>
      <w:r>
        <w:rPr>
          <w:i/>
          <w:iCs/>
          <w:lang w:val="en-US"/>
        </w:rPr>
        <w:t>Informal d</w:t>
      </w:r>
      <w:r w:rsidRPr="00646FFA">
        <w:rPr>
          <w:i/>
          <w:iCs/>
          <w:lang w:val="en-US"/>
        </w:rPr>
        <w:t>ocument:</w:t>
      </w:r>
      <w:r w:rsidRPr="000B7412">
        <w:rPr>
          <w:lang w:val="en-US"/>
        </w:rPr>
        <w:tab/>
        <w:t>INF.</w:t>
      </w:r>
      <w:r>
        <w:rPr>
          <w:lang w:val="en-US"/>
        </w:rPr>
        <w:t>46</w:t>
      </w:r>
      <w:r w:rsidRPr="000B7412">
        <w:rPr>
          <w:lang w:val="en-US"/>
        </w:rPr>
        <w:t xml:space="preserve"> (</w:t>
      </w:r>
      <w:r>
        <w:t>Secretariat of the Convention on Biological Diversity</w:t>
      </w:r>
      <w:r w:rsidRPr="000B7412">
        <w:rPr>
          <w:lang w:val="en-US"/>
        </w:rPr>
        <w:t>)</w:t>
      </w:r>
    </w:p>
    <w:p w14:paraId="6C447742" w14:textId="11756A9B" w:rsidR="005F02B6" w:rsidRDefault="00BB4B59" w:rsidP="005F02B6">
      <w:pPr>
        <w:pStyle w:val="SingleTxtG"/>
      </w:pPr>
      <w:r>
        <w:t>47</w:t>
      </w:r>
      <w:r w:rsidR="005F02B6" w:rsidRPr="00496038">
        <w:t>.</w:t>
      </w:r>
      <w:r w:rsidR="005F02B6" w:rsidRPr="00496038">
        <w:tab/>
      </w:r>
      <w:r w:rsidR="005F02B6">
        <w:t xml:space="preserve">The Sub-Committee noted the request from the Conference of the Parties to the Convention on Biological Diversity (CBD) to explore the </w:t>
      </w:r>
      <w:r w:rsidR="005F02B6" w:rsidRPr="00C450DF">
        <w:t xml:space="preserve">inclusion of environmentally hazardous living organisms into </w:t>
      </w:r>
      <w:r w:rsidR="005F02B6" w:rsidRPr="00B6299A">
        <w:t>chapter 2.9, class 9 to</w:t>
      </w:r>
      <w:r w:rsidR="005F02B6" w:rsidRPr="00C450DF">
        <w:t xml:space="preserve"> prevent </w:t>
      </w:r>
      <w:r w:rsidR="005F02B6">
        <w:t xml:space="preserve">the </w:t>
      </w:r>
      <w:r w:rsidR="005F02B6" w:rsidRPr="00C450DF">
        <w:t>introduction of invasive alien species</w:t>
      </w:r>
      <w:r w:rsidR="005F02B6">
        <w:t xml:space="preserve">. It was recommended to resume consideration of this subject at the forthcoming session. </w:t>
      </w:r>
      <w:r w:rsidR="005F02B6" w:rsidRPr="00C450DF">
        <w:t>Experts on biological invasions</w:t>
      </w:r>
      <w:r w:rsidR="005F02B6">
        <w:t xml:space="preserve"> were invited to join that session and to provide more detailed information on possible risk and hazards.</w:t>
      </w:r>
    </w:p>
    <w:p w14:paraId="19A0228E" w14:textId="60876B70" w:rsidR="005F02B6" w:rsidRDefault="005F02B6" w:rsidP="005F02B6">
      <w:pPr>
        <w:pStyle w:val="H1G"/>
      </w:pPr>
      <w:r>
        <w:tab/>
        <w:t>L.</w:t>
      </w:r>
      <w:r>
        <w:tab/>
      </w:r>
      <w:r w:rsidRPr="007B13F2">
        <w:t>Fire suppression devices that are initiated by an explosive</w:t>
      </w:r>
    </w:p>
    <w:p w14:paraId="2F5A5391" w14:textId="77777777" w:rsidR="005F02B6" w:rsidRDefault="005F02B6" w:rsidP="005F02B6">
      <w:pPr>
        <w:pStyle w:val="SingleTxtG"/>
        <w:tabs>
          <w:tab w:val="left" w:pos="3402"/>
        </w:tabs>
        <w:spacing w:before="40"/>
        <w:ind w:right="0"/>
        <w:jc w:val="left"/>
      </w:pPr>
      <w:r>
        <w:rPr>
          <w:i/>
          <w:iCs/>
          <w:lang w:val="en-US"/>
        </w:rPr>
        <w:t>Informal d</w:t>
      </w:r>
      <w:r w:rsidRPr="00646FFA">
        <w:rPr>
          <w:i/>
          <w:iCs/>
          <w:lang w:val="en-US"/>
        </w:rPr>
        <w:t>ocument:</w:t>
      </w:r>
      <w:r w:rsidRPr="000B7412">
        <w:rPr>
          <w:lang w:val="en-US"/>
        </w:rPr>
        <w:tab/>
        <w:t>INF.</w:t>
      </w:r>
      <w:r>
        <w:rPr>
          <w:lang w:val="en-US"/>
        </w:rPr>
        <w:t>48</w:t>
      </w:r>
      <w:r w:rsidRPr="000B7412">
        <w:rPr>
          <w:lang w:val="en-US"/>
        </w:rPr>
        <w:t xml:space="preserve"> (</w:t>
      </w:r>
      <w:r>
        <w:rPr>
          <w:lang w:val="en-US"/>
        </w:rPr>
        <w:t>COSTHA</w:t>
      </w:r>
      <w:r w:rsidRPr="000B7412">
        <w:rPr>
          <w:lang w:val="en-US"/>
        </w:rPr>
        <w:t>)</w:t>
      </w:r>
    </w:p>
    <w:p w14:paraId="37449B12" w14:textId="46318B31" w:rsidR="005F02B6" w:rsidRDefault="00BB4B59" w:rsidP="005F02B6">
      <w:pPr>
        <w:pStyle w:val="SingleTxtG"/>
      </w:pPr>
      <w:r>
        <w:t>48</w:t>
      </w:r>
      <w:r w:rsidR="005F02B6">
        <w:t>.</w:t>
      </w:r>
      <w:r w:rsidR="005F02B6">
        <w:tab/>
        <w:t xml:space="preserve">The document </w:t>
      </w:r>
      <w:r w:rsidR="005F02B6">
        <w:rPr>
          <w:lang w:val="en-US"/>
        </w:rPr>
        <w:t xml:space="preserve">received several comments on the appropriate classification of such devices. </w:t>
      </w:r>
      <w:r w:rsidR="005F02B6">
        <w:t xml:space="preserve">Following the discussion, the expert from COSTHA thanked for the comments </w:t>
      </w:r>
      <w:r w:rsidR="005F02B6">
        <w:lastRenderedPageBreak/>
        <w:t>received and volunteered to bring forward, if necessary, a revised document for consideration at a future session.</w:t>
      </w:r>
    </w:p>
    <w:p w14:paraId="5DFDE09F" w14:textId="77777777" w:rsidR="00196021" w:rsidRDefault="00196021" w:rsidP="00196021">
      <w:pPr>
        <w:pStyle w:val="HChG"/>
      </w:pPr>
      <w:bookmarkStart w:id="14" w:name="_Hlk13475772"/>
      <w:r w:rsidRPr="00B7238D">
        <w:tab/>
      </w:r>
      <w:r>
        <w:t>VI</w:t>
      </w:r>
      <w:r w:rsidRPr="00050DC8">
        <w:t>.</w:t>
      </w:r>
      <w:r w:rsidRPr="00050DC8">
        <w:tab/>
      </w:r>
      <w:r>
        <w:t>Electric storage systems (agenda item 4)</w:t>
      </w:r>
    </w:p>
    <w:p w14:paraId="6F9F20DB" w14:textId="77777777" w:rsidR="00196021" w:rsidRDefault="00196021" w:rsidP="00196021">
      <w:pPr>
        <w:pStyle w:val="H1G"/>
      </w:pPr>
      <w:r>
        <w:tab/>
        <w:t>A.</w:t>
      </w:r>
      <w:r>
        <w:tab/>
        <w:t>Testing of lithium batteries</w:t>
      </w:r>
    </w:p>
    <w:p w14:paraId="46BC5D61" w14:textId="77777777" w:rsidR="00196021" w:rsidRPr="005C59FE" w:rsidRDefault="00196021" w:rsidP="00196021">
      <w:pPr>
        <w:pStyle w:val="H1G"/>
        <w:kinsoku/>
        <w:overflowPunct/>
        <w:autoSpaceDE/>
        <w:autoSpaceDN/>
        <w:adjustRightInd/>
        <w:snapToGrid/>
        <w:rPr>
          <w:sz w:val="20"/>
        </w:rPr>
      </w:pPr>
      <w:r w:rsidRPr="005C59FE">
        <w:rPr>
          <w:b w:val="0"/>
          <w:bCs/>
          <w:sz w:val="20"/>
          <w:lang w:val="en-US"/>
        </w:rPr>
        <w:tab/>
      </w:r>
      <w:r w:rsidRPr="005C59FE">
        <w:rPr>
          <w:sz w:val="20"/>
          <w:lang w:val="en-US"/>
        </w:rPr>
        <w:t>1.</w:t>
      </w:r>
      <w:r w:rsidRPr="005C59FE">
        <w:rPr>
          <w:sz w:val="20"/>
          <w:lang w:val="en-US"/>
        </w:rPr>
        <w:tab/>
      </w:r>
      <w:r w:rsidRPr="00761E77">
        <w:rPr>
          <w:rFonts w:eastAsia="Times New Roman"/>
          <w:sz w:val="20"/>
          <w:lang w:eastAsia="en-US"/>
        </w:rPr>
        <w:t>Transport requirements for small, wireless audio headphones, hearing aids, and charging cases</w:t>
      </w:r>
    </w:p>
    <w:p w14:paraId="43573AC3" w14:textId="77777777" w:rsidR="00196021" w:rsidRPr="00BF42B4" w:rsidRDefault="00196021" w:rsidP="00196021">
      <w:pPr>
        <w:pStyle w:val="SingleTxtG"/>
        <w:tabs>
          <w:tab w:val="left" w:pos="3402"/>
        </w:tabs>
        <w:spacing w:before="40"/>
        <w:ind w:right="0"/>
        <w:jc w:val="left"/>
        <w:rPr>
          <w:lang w:val="fr-CH"/>
        </w:rPr>
      </w:pPr>
      <w:r w:rsidRPr="00BF42B4">
        <w:rPr>
          <w:i/>
          <w:iCs/>
          <w:lang w:val="fr-CH"/>
        </w:rPr>
        <w:t xml:space="preserve">Informal </w:t>
      </w:r>
      <w:proofErr w:type="gramStart"/>
      <w:r w:rsidRPr="00BF42B4">
        <w:rPr>
          <w:i/>
          <w:iCs/>
          <w:lang w:val="fr-CH"/>
        </w:rPr>
        <w:t>document:</w:t>
      </w:r>
      <w:proofErr w:type="gramEnd"/>
      <w:r w:rsidRPr="00BF42B4">
        <w:rPr>
          <w:lang w:val="fr-CH"/>
        </w:rPr>
        <w:tab/>
        <w:t>INF.18 (MDBTC, PRBA)</w:t>
      </w:r>
    </w:p>
    <w:p w14:paraId="04763398" w14:textId="75B5B907" w:rsidR="00196021" w:rsidRPr="005C59FE" w:rsidRDefault="00507213" w:rsidP="00196021">
      <w:pPr>
        <w:pStyle w:val="SingleTxtG"/>
      </w:pPr>
      <w:r>
        <w:t>4</w:t>
      </w:r>
      <w:r w:rsidR="00BB4B59">
        <w:t>9</w:t>
      </w:r>
      <w:r w:rsidR="00196021">
        <w:t>.</w:t>
      </w:r>
      <w:r w:rsidR="00196021">
        <w:tab/>
      </w:r>
      <w:r w:rsidR="00196021" w:rsidRPr="00162DC7">
        <w:t xml:space="preserve">The Sub-Committee noted </w:t>
      </w:r>
      <w:r w:rsidR="00196021">
        <w:t xml:space="preserve">some concerns on the scope of the proposal and agreed on the need </w:t>
      </w:r>
      <w:r w:rsidR="00196021" w:rsidRPr="00162DC7">
        <w:t xml:space="preserve">for </w:t>
      </w:r>
      <w:r w:rsidR="00196021">
        <w:t xml:space="preserve">further </w:t>
      </w:r>
      <w:r w:rsidR="00196021" w:rsidRPr="00162DC7">
        <w:t>clarifications.</w:t>
      </w:r>
      <w:r w:rsidR="00196021">
        <w:t xml:space="preserve"> The expert from MDBTC volunteered </w:t>
      </w:r>
      <w:r w:rsidR="00196021" w:rsidRPr="00162DC7">
        <w:t>to revi</w:t>
      </w:r>
      <w:r w:rsidR="00196021">
        <w:t>s</w:t>
      </w:r>
      <w:r w:rsidR="00196021" w:rsidRPr="00162DC7">
        <w:t xml:space="preserve">e the proposal </w:t>
      </w:r>
      <w:proofErr w:type="gramStart"/>
      <w:r w:rsidR="00196021">
        <w:t>taking into account</w:t>
      </w:r>
      <w:proofErr w:type="gramEnd"/>
      <w:r w:rsidR="00196021">
        <w:t xml:space="preserve"> the comments received </w:t>
      </w:r>
      <w:r w:rsidR="00196021" w:rsidRPr="00162DC7">
        <w:t xml:space="preserve">and to submit a </w:t>
      </w:r>
      <w:r w:rsidR="00196021">
        <w:t xml:space="preserve">new </w:t>
      </w:r>
      <w:r w:rsidR="00196021" w:rsidRPr="00162DC7">
        <w:t xml:space="preserve">document for consideration at the </w:t>
      </w:r>
      <w:r w:rsidR="00196021">
        <w:t>next</w:t>
      </w:r>
      <w:r w:rsidR="00196021" w:rsidRPr="00162DC7">
        <w:t xml:space="preserve"> session</w:t>
      </w:r>
      <w:r w:rsidR="00196021">
        <w:t>.</w:t>
      </w:r>
    </w:p>
    <w:bookmarkEnd w:id="14"/>
    <w:p w14:paraId="45A5FF26" w14:textId="77777777" w:rsidR="00196021" w:rsidRDefault="00196021" w:rsidP="00196021">
      <w:pPr>
        <w:pStyle w:val="H1G"/>
        <w:kinsoku/>
        <w:overflowPunct/>
        <w:autoSpaceDE/>
        <w:autoSpaceDN/>
        <w:adjustRightInd/>
        <w:snapToGrid/>
        <w:rPr>
          <w:sz w:val="20"/>
        </w:rPr>
      </w:pPr>
      <w:r w:rsidRPr="007D7CAD">
        <w:rPr>
          <w:sz w:val="20"/>
          <w:lang w:val="en-US"/>
        </w:rPr>
        <w:tab/>
      </w:r>
      <w:r>
        <w:rPr>
          <w:sz w:val="20"/>
          <w:lang w:val="en-US"/>
        </w:rPr>
        <w:t>2</w:t>
      </w:r>
      <w:r w:rsidRPr="00D03B84">
        <w:rPr>
          <w:sz w:val="20"/>
        </w:rPr>
        <w:t>.</w:t>
      </w:r>
      <w:r w:rsidRPr="00D03B84">
        <w:rPr>
          <w:sz w:val="20"/>
        </w:rPr>
        <w:tab/>
      </w:r>
      <w:r>
        <w:rPr>
          <w:sz w:val="20"/>
        </w:rPr>
        <w:t>Lithium battery test summary (TS) document</w:t>
      </w:r>
    </w:p>
    <w:p w14:paraId="0C3A1FBD" w14:textId="77777777" w:rsidR="00196021" w:rsidRPr="000806CC" w:rsidRDefault="00196021" w:rsidP="00196021">
      <w:pPr>
        <w:pStyle w:val="SingleTxtG"/>
        <w:tabs>
          <w:tab w:val="left" w:pos="3402"/>
        </w:tabs>
        <w:spacing w:before="40"/>
        <w:ind w:right="0"/>
        <w:jc w:val="left"/>
        <w:rPr>
          <w:i/>
          <w:iCs/>
          <w:lang w:val="en-US"/>
        </w:rPr>
      </w:pPr>
      <w:r>
        <w:rPr>
          <w:i/>
          <w:iCs/>
          <w:lang w:val="en-US"/>
        </w:rPr>
        <w:t>Informal d</w:t>
      </w:r>
      <w:r w:rsidRPr="00646FFA">
        <w:rPr>
          <w:i/>
          <w:iCs/>
          <w:lang w:val="en-US"/>
        </w:rPr>
        <w:t>ocument:</w:t>
      </w:r>
      <w:r w:rsidRPr="000B7412">
        <w:rPr>
          <w:lang w:val="en-US"/>
        </w:rPr>
        <w:tab/>
        <w:t>INF.21 and INF.22 (MDBTC)</w:t>
      </w:r>
    </w:p>
    <w:p w14:paraId="2CE03B5A" w14:textId="11027410" w:rsidR="00196021" w:rsidRDefault="00BB4B59" w:rsidP="00196021">
      <w:pPr>
        <w:pStyle w:val="SingleTxtG"/>
      </w:pPr>
      <w:r>
        <w:t>50</w:t>
      </w:r>
      <w:r w:rsidR="00196021" w:rsidRPr="000B7412">
        <w:t>.</w:t>
      </w:r>
      <w:r w:rsidR="00196021" w:rsidRPr="000B7412">
        <w:tab/>
        <w:t xml:space="preserve">The Sub-Committee </w:t>
      </w:r>
      <w:r w:rsidR="00196021">
        <w:t>endorsed the interpretation as reflected in informal document INF.21. It was agreed that the Test Summary (TS) should be publicly available (e.g. cell/battery manufacturer's website) but it is not mandatory that it should accompany the transport document. Proposal to revise 2.9.4 (g) was not adopted as it was considered that current text was sufficiently clear.</w:t>
      </w:r>
    </w:p>
    <w:p w14:paraId="256DB479" w14:textId="650BC3D8" w:rsidR="005F02B6" w:rsidRDefault="00BB4B59" w:rsidP="00196021">
      <w:pPr>
        <w:pStyle w:val="SingleTxtG"/>
      </w:pPr>
      <w:r>
        <w:t>51</w:t>
      </w:r>
      <w:r w:rsidR="00196021">
        <w:t>.</w:t>
      </w:r>
      <w:r w:rsidR="00196021">
        <w:tab/>
      </w:r>
      <w:r w:rsidR="00196021" w:rsidRPr="000B7412">
        <w:t xml:space="preserve">The Sub-Committee </w:t>
      </w:r>
      <w:r w:rsidR="00196021">
        <w:t>did not support the proposed text in</w:t>
      </w:r>
      <w:r w:rsidR="00196021" w:rsidRPr="007F250B">
        <w:rPr>
          <w:lang w:val="en-US"/>
        </w:rPr>
        <w:t xml:space="preserve"> </w:t>
      </w:r>
      <w:r w:rsidR="00196021">
        <w:rPr>
          <w:lang w:val="en-US"/>
        </w:rPr>
        <w:t xml:space="preserve">informal document </w:t>
      </w:r>
      <w:r w:rsidR="00196021" w:rsidRPr="000B7412">
        <w:rPr>
          <w:lang w:val="en-US"/>
        </w:rPr>
        <w:t xml:space="preserve">INF.22 </w:t>
      </w:r>
      <w:r w:rsidR="00196021">
        <w:t xml:space="preserve">to amend 2.9.4 (g). It was clarified that test summaries are intended for standalone batteries as well as batteries installed in equipment, so information should be provided in all cases. </w:t>
      </w:r>
    </w:p>
    <w:p w14:paraId="03D0CBFA" w14:textId="77777777" w:rsidR="002A4CC8" w:rsidRDefault="002A4CC8" w:rsidP="002A4CC8">
      <w:pPr>
        <w:pStyle w:val="H1G"/>
        <w:kinsoku/>
        <w:overflowPunct/>
        <w:autoSpaceDE/>
        <w:autoSpaceDN/>
        <w:adjustRightInd/>
        <w:snapToGrid/>
        <w:rPr>
          <w:sz w:val="20"/>
        </w:rPr>
      </w:pPr>
      <w:r w:rsidRPr="007D7CAD">
        <w:rPr>
          <w:sz w:val="20"/>
          <w:lang w:val="en-US"/>
        </w:rPr>
        <w:tab/>
      </w:r>
      <w:r>
        <w:rPr>
          <w:sz w:val="20"/>
          <w:lang w:val="en-US"/>
        </w:rPr>
        <w:t>3</w:t>
      </w:r>
      <w:r w:rsidRPr="00D03B84">
        <w:rPr>
          <w:sz w:val="20"/>
        </w:rPr>
        <w:t>.</w:t>
      </w:r>
      <w:r w:rsidRPr="00D03B84">
        <w:rPr>
          <w:sz w:val="20"/>
        </w:rPr>
        <w:tab/>
      </w:r>
      <w:r>
        <w:rPr>
          <w:sz w:val="20"/>
        </w:rPr>
        <w:t>Amendment to 38.3.3 (d) and (g) of the Manual of Tests and Criteria</w:t>
      </w:r>
    </w:p>
    <w:p w14:paraId="7C2DFA87" w14:textId="77777777" w:rsidR="002A4CC8" w:rsidRPr="00BF42B4" w:rsidRDefault="002A4CC8" w:rsidP="002A4CC8">
      <w:pPr>
        <w:pStyle w:val="SingleTxtG"/>
        <w:tabs>
          <w:tab w:val="left" w:pos="3402"/>
        </w:tabs>
        <w:spacing w:before="40"/>
        <w:ind w:right="0"/>
        <w:jc w:val="left"/>
        <w:rPr>
          <w:lang w:val="fr-CH"/>
        </w:rPr>
      </w:pPr>
      <w:proofErr w:type="gramStart"/>
      <w:r w:rsidRPr="00BF42B4">
        <w:rPr>
          <w:i/>
          <w:iCs/>
          <w:lang w:val="fr-CH"/>
        </w:rPr>
        <w:t>Document:</w:t>
      </w:r>
      <w:proofErr w:type="gramEnd"/>
      <w:r w:rsidRPr="00BF42B4">
        <w:rPr>
          <w:i/>
          <w:iCs/>
          <w:lang w:val="fr-CH"/>
        </w:rPr>
        <w:tab/>
      </w:r>
      <w:r w:rsidRPr="00BF42B4">
        <w:rPr>
          <w:lang w:val="fr-CH"/>
        </w:rPr>
        <w:t>ST/SG/AC.10/C.3/2019/33 (RECHARGE, PRBA)</w:t>
      </w:r>
    </w:p>
    <w:p w14:paraId="0AF0FC8A" w14:textId="77777777" w:rsidR="002A4CC8" w:rsidRPr="00BF42B4" w:rsidRDefault="002A4CC8" w:rsidP="002A4CC8">
      <w:pPr>
        <w:pStyle w:val="SingleTxtG"/>
        <w:tabs>
          <w:tab w:val="left" w:pos="3402"/>
        </w:tabs>
        <w:spacing w:before="40"/>
        <w:ind w:right="0"/>
        <w:jc w:val="left"/>
        <w:rPr>
          <w:lang w:val="fr-CH"/>
        </w:rPr>
      </w:pPr>
      <w:r w:rsidRPr="00BF42B4">
        <w:rPr>
          <w:i/>
          <w:iCs/>
          <w:lang w:val="fr-CH"/>
        </w:rPr>
        <w:t xml:space="preserve">Informal </w:t>
      </w:r>
      <w:proofErr w:type="gramStart"/>
      <w:r w:rsidRPr="00BF42B4">
        <w:rPr>
          <w:i/>
          <w:iCs/>
          <w:lang w:val="fr-CH"/>
        </w:rPr>
        <w:t>document:</w:t>
      </w:r>
      <w:proofErr w:type="gramEnd"/>
      <w:r w:rsidRPr="00BF42B4">
        <w:rPr>
          <w:lang w:val="fr-CH"/>
        </w:rPr>
        <w:tab/>
        <w:t>INF.53 (RECHARGE, PRBA)</w:t>
      </w:r>
    </w:p>
    <w:p w14:paraId="5A14F866" w14:textId="2C234B3A" w:rsidR="002A4CC8" w:rsidRDefault="00BB4B59" w:rsidP="002A4CC8">
      <w:pPr>
        <w:pStyle w:val="SingleTxtG"/>
      </w:pPr>
      <w:r>
        <w:t>52</w:t>
      </w:r>
      <w:r w:rsidR="002A4CC8" w:rsidRPr="001D16D7">
        <w:t>.</w:t>
      </w:r>
      <w:r w:rsidR="002A4CC8" w:rsidRPr="001D16D7">
        <w:tab/>
        <w:t>The Sub-Committee noted general support on the proposal</w:t>
      </w:r>
      <w:r w:rsidR="002A4CC8">
        <w:t>. Some delegations requested additional time to review the revised proposal in informal document INF.53. There was a preference that the new provisions should not be inserted as a note but as a new requirement</w:t>
      </w:r>
      <w:r w:rsidR="002A4CC8" w:rsidRPr="001D16D7">
        <w:t xml:space="preserve">. </w:t>
      </w:r>
      <w:r w:rsidR="002A4CC8">
        <w:t xml:space="preserve">The expert from RECHARGE offered to </w:t>
      </w:r>
      <w:r w:rsidR="002A4CC8" w:rsidRPr="00CD0865">
        <w:t>review</w:t>
      </w:r>
      <w:r w:rsidR="002A4CC8">
        <w:t xml:space="preserve"> the proposal in that respect and submit a new official document for consideration at the forthcoming session.</w:t>
      </w:r>
    </w:p>
    <w:p w14:paraId="7CB15BF9" w14:textId="77777777" w:rsidR="00196021" w:rsidRDefault="00196021" w:rsidP="00196021">
      <w:pPr>
        <w:pStyle w:val="H1G"/>
      </w:pPr>
      <w:bookmarkStart w:id="15" w:name="_Hlk13479393"/>
      <w:r>
        <w:tab/>
        <w:t>B.</w:t>
      </w:r>
      <w:r>
        <w:tab/>
      </w:r>
      <w:r w:rsidRPr="00FC51B3">
        <w:t>Hazard-based system for classification of lithium batteries</w:t>
      </w:r>
    </w:p>
    <w:p w14:paraId="3B224D61" w14:textId="77777777" w:rsidR="00196021" w:rsidRDefault="00196021" w:rsidP="00196021">
      <w:pPr>
        <w:pStyle w:val="H1G"/>
        <w:kinsoku/>
        <w:overflowPunct/>
        <w:autoSpaceDE/>
        <w:autoSpaceDN/>
        <w:adjustRightInd/>
        <w:snapToGrid/>
        <w:rPr>
          <w:sz w:val="20"/>
        </w:rPr>
      </w:pPr>
      <w:r w:rsidRPr="007D7CAD">
        <w:rPr>
          <w:sz w:val="20"/>
          <w:lang w:val="en-US"/>
        </w:rPr>
        <w:tab/>
      </w:r>
      <w:r>
        <w:rPr>
          <w:sz w:val="20"/>
          <w:lang w:val="en-US"/>
        </w:rPr>
        <w:t>1</w:t>
      </w:r>
      <w:r w:rsidRPr="00D03B84">
        <w:rPr>
          <w:sz w:val="20"/>
        </w:rPr>
        <w:t>.</w:t>
      </w:r>
      <w:r w:rsidRPr="00D03B84">
        <w:rPr>
          <w:sz w:val="20"/>
        </w:rPr>
        <w:tab/>
      </w:r>
      <w:r w:rsidRPr="00FC51B3">
        <w:rPr>
          <w:sz w:val="20"/>
        </w:rPr>
        <w:t>Work of the informal working group on hazard-based classification of lithium batteries and cells</w:t>
      </w:r>
    </w:p>
    <w:p w14:paraId="2DFF47B3" w14:textId="77777777" w:rsidR="00196021" w:rsidRDefault="00196021" w:rsidP="00196021">
      <w:pPr>
        <w:pStyle w:val="SingleTxtG"/>
        <w:tabs>
          <w:tab w:val="left" w:pos="3402"/>
        </w:tabs>
        <w:spacing w:before="40"/>
        <w:ind w:right="0"/>
        <w:jc w:val="left"/>
        <w:rPr>
          <w:lang w:val="en-US"/>
        </w:rPr>
      </w:pPr>
      <w:r w:rsidRPr="00646FFA">
        <w:rPr>
          <w:i/>
          <w:iCs/>
          <w:lang w:val="en-US"/>
        </w:rPr>
        <w:t>Document:</w:t>
      </w:r>
      <w:r>
        <w:rPr>
          <w:lang w:val="en-US"/>
        </w:rPr>
        <w:tab/>
        <w:t>ST/SG/AC.10/C.3/2019/26 (France)</w:t>
      </w:r>
    </w:p>
    <w:p w14:paraId="356E601D" w14:textId="77777777" w:rsidR="00196021" w:rsidRPr="000806CC" w:rsidRDefault="00196021" w:rsidP="00196021">
      <w:pPr>
        <w:pStyle w:val="SingleTxtG"/>
        <w:tabs>
          <w:tab w:val="left" w:pos="3402"/>
        </w:tabs>
        <w:spacing w:before="40"/>
        <w:ind w:right="0"/>
        <w:jc w:val="left"/>
        <w:rPr>
          <w:i/>
          <w:iCs/>
          <w:lang w:val="en-US"/>
        </w:rPr>
      </w:pPr>
      <w:r>
        <w:rPr>
          <w:i/>
          <w:iCs/>
          <w:lang w:val="en-US"/>
        </w:rPr>
        <w:t>Informal d</w:t>
      </w:r>
      <w:r w:rsidRPr="00646FFA">
        <w:rPr>
          <w:i/>
          <w:iCs/>
          <w:lang w:val="en-US"/>
        </w:rPr>
        <w:t>ocument</w:t>
      </w:r>
      <w:r>
        <w:rPr>
          <w:i/>
          <w:iCs/>
          <w:lang w:val="en-US"/>
        </w:rPr>
        <w:t>s</w:t>
      </w:r>
      <w:r w:rsidRPr="00646FFA">
        <w:rPr>
          <w:i/>
          <w:iCs/>
          <w:lang w:val="en-US"/>
        </w:rPr>
        <w:t>:</w:t>
      </w:r>
      <w:r w:rsidRPr="000B7412">
        <w:rPr>
          <w:lang w:val="en-US"/>
        </w:rPr>
        <w:tab/>
        <w:t>INF.</w:t>
      </w:r>
      <w:r>
        <w:rPr>
          <w:lang w:val="en-US"/>
        </w:rPr>
        <w:t xml:space="preserve">5 </w:t>
      </w:r>
      <w:r w:rsidRPr="000B7412">
        <w:rPr>
          <w:lang w:val="en-US"/>
        </w:rPr>
        <w:t>and INF.</w:t>
      </w:r>
      <w:r>
        <w:rPr>
          <w:lang w:val="en-US"/>
        </w:rPr>
        <w:t>52</w:t>
      </w:r>
      <w:r w:rsidRPr="000B7412">
        <w:rPr>
          <w:lang w:val="en-US"/>
        </w:rPr>
        <w:t xml:space="preserve"> (</w:t>
      </w:r>
      <w:r>
        <w:rPr>
          <w:lang w:val="en-US"/>
        </w:rPr>
        <w:t>France</w:t>
      </w:r>
      <w:r w:rsidRPr="000B7412">
        <w:rPr>
          <w:lang w:val="en-US"/>
        </w:rPr>
        <w:t>)</w:t>
      </w:r>
    </w:p>
    <w:p w14:paraId="666A1A51" w14:textId="6109BE98" w:rsidR="00196021" w:rsidRDefault="00463CEC" w:rsidP="00196021">
      <w:pPr>
        <w:pStyle w:val="SingleTxtG"/>
      </w:pPr>
      <w:r>
        <w:lastRenderedPageBreak/>
        <w:t>5</w:t>
      </w:r>
      <w:r w:rsidR="00BB4B59">
        <w:t>3</w:t>
      </w:r>
      <w:r w:rsidR="00196021" w:rsidRPr="00496038">
        <w:t>.</w:t>
      </w:r>
      <w:r w:rsidR="00196021" w:rsidRPr="00496038">
        <w:tab/>
      </w:r>
      <w:r w:rsidR="00196021">
        <w:t>The Sub-Committee noted the information on the meeting of the informal working group on hazard-based classification of lithium batteries and cells, held in Geneva on 5 and 6 December 2018.</w:t>
      </w:r>
    </w:p>
    <w:p w14:paraId="0F8070D7" w14:textId="66E3A453" w:rsidR="00196021" w:rsidRDefault="00463CEC" w:rsidP="00196021">
      <w:pPr>
        <w:pStyle w:val="SingleTxtG"/>
      </w:pPr>
      <w:r>
        <w:t>5</w:t>
      </w:r>
      <w:r w:rsidR="00BB4B59">
        <w:t>4</w:t>
      </w:r>
      <w:r w:rsidR="00196021">
        <w:t>.</w:t>
      </w:r>
      <w:r w:rsidR="00196021">
        <w:tab/>
        <w:t>The expert from France, in his capacity as chair of the informal working group, informed the Sub-Committee on the r</w:t>
      </w:r>
      <w:r w:rsidR="00196021" w:rsidRPr="001174D9">
        <w:rPr>
          <w:rFonts w:asciiTheme="majorBidi" w:hAnsiTheme="majorBidi" w:cstheme="majorBidi"/>
        </w:rPr>
        <w:t xml:space="preserve">eport of the lunchtime working group on hazard-based classification of lithium batteries and cells </w:t>
      </w:r>
      <w:r w:rsidR="00196021">
        <w:rPr>
          <w:rFonts w:asciiTheme="majorBidi" w:hAnsiTheme="majorBidi" w:cstheme="majorBidi"/>
        </w:rPr>
        <w:t xml:space="preserve">held in Geneva on </w:t>
      </w:r>
      <w:r w:rsidR="00196021" w:rsidRPr="001174D9">
        <w:rPr>
          <w:rFonts w:asciiTheme="majorBidi" w:hAnsiTheme="majorBidi" w:cstheme="majorBidi"/>
        </w:rPr>
        <w:t>2</w:t>
      </w:r>
      <w:r w:rsidR="00196021">
        <w:rPr>
          <w:rFonts w:asciiTheme="majorBidi" w:hAnsiTheme="majorBidi" w:cstheme="majorBidi"/>
        </w:rPr>
        <w:t xml:space="preserve"> and </w:t>
      </w:r>
      <w:r w:rsidR="00196021" w:rsidRPr="001174D9">
        <w:rPr>
          <w:rFonts w:asciiTheme="majorBidi" w:hAnsiTheme="majorBidi" w:cstheme="majorBidi"/>
        </w:rPr>
        <w:t>3 July 2019</w:t>
      </w:r>
      <w:r w:rsidR="00196021">
        <w:rPr>
          <w:rFonts w:asciiTheme="majorBidi" w:hAnsiTheme="majorBidi" w:cstheme="majorBidi"/>
        </w:rPr>
        <w:t>.</w:t>
      </w:r>
      <w:r w:rsidR="00196021" w:rsidRPr="006F4052">
        <w:t xml:space="preserve"> </w:t>
      </w:r>
      <w:r w:rsidR="00196021">
        <w:t xml:space="preserve">The Sub-Committee </w:t>
      </w:r>
      <w:r w:rsidR="00196021" w:rsidRPr="00462639">
        <w:t xml:space="preserve">endorsed the </w:t>
      </w:r>
      <w:r w:rsidR="00196021">
        <w:t xml:space="preserve">conclusions and the </w:t>
      </w:r>
      <w:r w:rsidR="00196021" w:rsidRPr="00462639">
        <w:t>recommend</w:t>
      </w:r>
      <w:r w:rsidR="00196021">
        <w:t>ed</w:t>
      </w:r>
      <w:r w:rsidR="00196021" w:rsidRPr="00462639">
        <w:t xml:space="preserve"> </w:t>
      </w:r>
      <w:r w:rsidR="00196021">
        <w:t>timetable (paragraphs 6 and 7</w:t>
      </w:r>
      <w:r w:rsidR="00196021" w:rsidRPr="00462639">
        <w:t xml:space="preserve"> in informal document INF.5</w:t>
      </w:r>
      <w:r w:rsidR="00196021">
        <w:t>2)</w:t>
      </w:r>
      <w:r w:rsidR="00196021" w:rsidRPr="00462639">
        <w:t>.</w:t>
      </w:r>
    </w:p>
    <w:p w14:paraId="46C04E7F" w14:textId="77777777" w:rsidR="00196021" w:rsidRDefault="00196021" w:rsidP="00196021">
      <w:pPr>
        <w:pStyle w:val="H1G"/>
      </w:pPr>
      <w:bookmarkStart w:id="16" w:name="_Hlk13476023"/>
      <w:bookmarkEnd w:id="15"/>
      <w:r>
        <w:tab/>
        <w:t>C.</w:t>
      </w:r>
      <w:r>
        <w:tab/>
        <w:t>Transport provisions</w:t>
      </w:r>
    </w:p>
    <w:p w14:paraId="5A902EC2" w14:textId="77777777" w:rsidR="00196021" w:rsidRDefault="00196021" w:rsidP="00196021">
      <w:pPr>
        <w:pStyle w:val="H1G"/>
        <w:kinsoku/>
        <w:overflowPunct/>
        <w:autoSpaceDE/>
        <w:autoSpaceDN/>
        <w:adjustRightInd/>
        <w:snapToGrid/>
        <w:rPr>
          <w:sz w:val="20"/>
        </w:rPr>
      </w:pPr>
      <w:r w:rsidRPr="007D7CAD">
        <w:rPr>
          <w:sz w:val="20"/>
          <w:lang w:val="en-US"/>
        </w:rPr>
        <w:tab/>
      </w:r>
      <w:r>
        <w:rPr>
          <w:sz w:val="20"/>
          <w:lang w:val="en-US"/>
        </w:rPr>
        <w:t>1</w:t>
      </w:r>
      <w:r w:rsidRPr="00D03B84">
        <w:rPr>
          <w:sz w:val="20"/>
        </w:rPr>
        <w:t>.</w:t>
      </w:r>
      <w:r w:rsidRPr="00D03B84">
        <w:rPr>
          <w:sz w:val="20"/>
        </w:rPr>
        <w:tab/>
      </w:r>
      <w:r>
        <w:rPr>
          <w:sz w:val="20"/>
        </w:rPr>
        <w:t>Proposal to add state of charge (SOC) provisions to lithium-ion cells and batteries during transportation</w:t>
      </w:r>
    </w:p>
    <w:p w14:paraId="685EB366" w14:textId="6A4FDC33" w:rsidR="00196021" w:rsidRPr="000806CC" w:rsidRDefault="00196021" w:rsidP="00196021">
      <w:pPr>
        <w:pStyle w:val="SingleTxtG"/>
        <w:tabs>
          <w:tab w:val="left" w:pos="3402"/>
        </w:tabs>
        <w:spacing w:before="40"/>
        <w:ind w:right="0"/>
        <w:jc w:val="left"/>
        <w:rPr>
          <w:i/>
          <w:iCs/>
          <w:lang w:val="en-US"/>
        </w:rPr>
      </w:pPr>
      <w:r>
        <w:rPr>
          <w:i/>
          <w:iCs/>
          <w:lang w:val="en-US"/>
        </w:rPr>
        <w:t>Informal d</w:t>
      </w:r>
      <w:r w:rsidRPr="00646FFA">
        <w:rPr>
          <w:i/>
          <w:iCs/>
          <w:lang w:val="en-US"/>
        </w:rPr>
        <w:t>ocument:</w:t>
      </w:r>
      <w:r w:rsidRPr="000B7412">
        <w:rPr>
          <w:lang w:val="en-US"/>
        </w:rPr>
        <w:tab/>
        <w:t>INF.</w:t>
      </w:r>
      <w:r>
        <w:rPr>
          <w:lang w:val="en-US"/>
        </w:rPr>
        <w:t>29</w:t>
      </w:r>
      <w:r w:rsidRPr="000B7412">
        <w:rPr>
          <w:lang w:val="en-US"/>
        </w:rPr>
        <w:t xml:space="preserve"> (</w:t>
      </w:r>
      <w:r>
        <w:rPr>
          <w:lang w:val="en-US"/>
        </w:rPr>
        <w:t>China</w:t>
      </w:r>
      <w:r w:rsidRPr="000B7412">
        <w:rPr>
          <w:lang w:val="en-US"/>
        </w:rPr>
        <w:t>)</w:t>
      </w:r>
      <w:r>
        <w:rPr>
          <w:lang w:val="en-US"/>
        </w:rPr>
        <w:t xml:space="preserve"> </w:t>
      </w:r>
    </w:p>
    <w:p w14:paraId="1415319D" w14:textId="47BB97E5" w:rsidR="00196021" w:rsidRDefault="00507213" w:rsidP="00196021">
      <w:pPr>
        <w:pStyle w:val="SingleTxtG"/>
      </w:pPr>
      <w:r>
        <w:t>5</w:t>
      </w:r>
      <w:r w:rsidR="00BB4B59">
        <w:t>5</w:t>
      </w:r>
      <w:r w:rsidR="00196021" w:rsidRPr="000B7412">
        <w:t>.</w:t>
      </w:r>
      <w:r w:rsidR="00196021" w:rsidRPr="000B7412">
        <w:tab/>
        <w:t xml:space="preserve">The Sub-Committee </w:t>
      </w:r>
      <w:r w:rsidR="00196021">
        <w:t xml:space="preserve">welcomed the analysis and test results on lithium ion cells and batteries. It noted </w:t>
      </w:r>
      <w:proofErr w:type="gramStart"/>
      <w:r w:rsidR="00196021">
        <w:t>a number of</w:t>
      </w:r>
      <w:proofErr w:type="gramEnd"/>
      <w:r w:rsidR="00196021">
        <w:t xml:space="preserve"> comments and the need for further review. The proposal focused on the risks associated with the State of Charge (SOC) of lithium-ion cells and batteries (especially large batteries, such as those used in electric vehicles), which many delegates agreed to get a solution as soon as possible. Meanwhile, under the framework of the informal working group, experts from China </w:t>
      </w:r>
      <w:r w:rsidR="002A4CC8">
        <w:t xml:space="preserve">were </w:t>
      </w:r>
      <w:r w:rsidR="00196021">
        <w:t xml:space="preserve">willing to collaborate to study and put forward proposals to systematically address the classification of lithium-ion cells and batteries and associated safety risks for a </w:t>
      </w:r>
      <w:r w:rsidR="00037904">
        <w:t>long-term</w:t>
      </w:r>
      <w:r w:rsidR="00196021">
        <w:t xml:space="preserve"> perspective. This work would support the informal working group’s mandates to find a method to assess the reactivity of </w:t>
      </w:r>
      <w:r w:rsidR="00196021" w:rsidRPr="00BD1C02">
        <w:t>batterie</w:t>
      </w:r>
      <w:r w:rsidR="00196021" w:rsidRPr="006C44A0">
        <w:t>s in general that may also be used to assess the reactivity in relation to the level of charge.</w:t>
      </w:r>
      <w:r w:rsidR="00196021">
        <w:t xml:space="preserve"> </w:t>
      </w:r>
    </w:p>
    <w:p w14:paraId="5AC539F5" w14:textId="794A85B2" w:rsidR="00196021" w:rsidRDefault="00507213" w:rsidP="00196021">
      <w:pPr>
        <w:pStyle w:val="SingleTxtG"/>
      </w:pPr>
      <w:r>
        <w:t>5</w:t>
      </w:r>
      <w:r w:rsidR="00BB4B59">
        <w:t>6</w:t>
      </w:r>
      <w:r w:rsidR="00196021">
        <w:t>.</w:t>
      </w:r>
      <w:r w:rsidR="00196021">
        <w:tab/>
        <w:t>It was pointed out that it was not clear if the provisions for the level of charge of batteries currently applied for air transport were relevant to all modes of transport and to all types of batteries. Further discussions at the informal working group</w:t>
      </w:r>
      <w:r w:rsidR="00196021" w:rsidDel="00A36D2D">
        <w:t xml:space="preserve"> </w:t>
      </w:r>
      <w:r w:rsidR="00196021">
        <w:t xml:space="preserve">should </w:t>
      </w:r>
      <w:r w:rsidR="002A4CC8">
        <w:t>clarify</w:t>
      </w:r>
      <w:r w:rsidR="00196021">
        <w:t xml:space="preserve"> the matter. </w:t>
      </w:r>
    </w:p>
    <w:p w14:paraId="5B4D4CA9" w14:textId="16E1D2F4" w:rsidR="00196021" w:rsidRDefault="00507213" w:rsidP="00196021">
      <w:pPr>
        <w:pStyle w:val="SingleTxtG"/>
      </w:pPr>
      <w:r>
        <w:t>5</w:t>
      </w:r>
      <w:r w:rsidR="00BB4B59">
        <w:t>7</w:t>
      </w:r>
      <w:r w:rsidR="00196021">
        <w:t>.</w:t>
      </w:r>
      <w:r w:rsidR="00196021">
        <w:tab/>
        <w:t>The expert from China offered to share further data on test results with the informal working group</w:t>
      </w:r>
      <w:r w:rsidR="00196021" w:rsidDel="00A36D2D">
        <w:t xml:space="preserve"> </w:t>
      </w:r>
      <w:r w:rsidR="00196021">
        <w:t xml:space="preserve">and to actively participate in the discussions. </w:t>
      </w:r>
      <w:r w:rsidR="00196021" w:rsidRPr="000B7412">
        <w:t>The Sub-Committee</w:t>
      </w:r>
      <w:r w:rsidR="00196021">
        <w:t xml:space="preserve"> invited the experts from China to report the progress on this proposal at the forthcoming session.</w:t>
      </w:r>
    </w:p>
    <w:p w14:paraId="3F82D55F" w14:textId="77777777" w:rsidR="00196021" w:rsidRDefault="00196021" w:rsidP="00196021">
      <w:pPr>
        <w:pStyle w:val="H1G"/>
        <w:kinsoku/>
        <w:overflowPunct/>
        <w:autoSpaceDE/>
        <w:autoSpaceDN/>
        <w:adjustRightInd/>
        <w:snapToGrid/>
        <w:rPr>
          <w:sz w:val="20"/>
        </w:rPr>
      </w:pPr>
      <w:r w:rsidRPr="007D7CAD">
        <w:rPr>
          <w:sz w:val="20"/>
          <w:lang w:val="en-US"/>
        </w:rPr>
        <w:tab/>
      </w:r>
      <w:r>
        <w:rPr>
          <w:sz w:val="20"/>
          <w:lang w:val="en-US"/>
        </w:rPr>
        <w:t>2</w:t>
      </w:r>
      <w:r w:rsidRPr="00D03B84">
        <w:rPr>
          <w:sz w:val="20"/>
        </w:rPr>
        <w:t>.</w:t>
      </w:r>
      <w:r w:rsidRPr="00D03B84">
        <w:rPr>
          <w:sz w:val="20"/>
        </w:rPr>
        <w:tab/>
      </w:r>
      <w:r>
        <w:rPr>
          <w:sz w:val="20"/>
        </w:rPr>
        <w:t>Lithium battery mark – telephone number for further information</w:t>
      </w:r>
    </w:p>
    <w:p w14:paraId="19407F85" w14:textId="77777777" w:rsidR="00196021" w:rsidRPr="000806CC" w:rsidRDefault="00196021" w:rsidP="00196021">
      <w:pPr>
        <w:pStyle w:val="SingleTxtG"/>
        <w:tabs>
          <w:tab w:val="left" w:pos="3402"/>
        </w:tabs>
        <w:spacing w:before="40"/>
        <w:ind w:right="0"/>
        <w:jc w:val="left"/>
        <w:rPr>
          <w:i/>
          <w:iCs/>
          <w:lang w:val="en-US"/>
        </w:rPr>
      </w:pPr>
      <w:r>
        <w:rPr>
          <w:i/>
          <w:iCs/>
          <w:lang w:val="en-US"/>
        </w:rPr>
        <w:t>Informal d</w:t>
      </w:r>
      <w:r w:rsidRPr="00646FFA">
        <w:rPr>
          <w:i/>
          <w:iCs/>
          <w:lang w:val="en-US"/>
        </w:rPr>
        <w:t>ocument:</w:t>
      </w:r>
      <w:r w:rsidRPr="000B7412">
        <w:rPr>
          <w:lang w:val="en-US"/>
        </w:rPr>
        <w:tab/>
        <w:t>INF.</w:t>
      </w:r>
      <w:r>
        <w:rPr>
          <w:lang w:val="en-US"/>
        </w:rPr>
        <w:t>34</w:t>
      </w:r>
      <w:r w:rsidRPr="000B7412">
        <w:rPr>
          <w:lang w:val="en-US"/>
        </w:rPr>
        <w:t xml:space="preserve"> (</w:t>
      </w:r>
      <w:r>
        <w:rPr>
          <w:lang w:val="en-US"/>
        </w:rPr>
        <w:t>ICAO</w:t>
      </w:r>
      <w:r w:rsidRPr="000B7412">
        <w:rPr>
          <w:lang w:val="en-US"/>
        </w:rPr>
        <w:t>)</w:t>
      </w:r>
    </w:p>
    <w:p w14:paraId="5A68DB45" w14:textId="72444C56" w:rsidR="00196021" w:rsidRDefault="00507213" w:rsidP="00196021">
      <w:pPr>
        <w:pStyle w:val="SingleTxtG"/>
      </w:pPr>
      <w:r>
        <w:t>5</w:t>
      </w:r>
      <w:r w:rsidR="00BB4B59">
        <w:t>8</w:t>
      </w:r>
      <w:r w:rsidR="00196021" w:rsidRPr="000B7412">
        <w:t>.</w:t>
      </w:r>
      <w:r w:rsidR="00196021" w:rsidRPr="000B7412">
        <w:tab/>
      </w:r>
      <w:r w:rsidR="00196021">
        <w:t>Following the discussion, t</w:t>
      </w:r>
      <w:r w:rsidR="00196021" w:rsidRPr="000B7412">
        <w:t xml:space="preserve">he Sub-Committee </w:t>
      </w:r>
      <w:r w:rsidR="00196021">
        <w:t xml:space="preserve">agreed to examine the current provisions and </w:t>
      </w:r>
      <w:r w:rsidR="00225B9F">
        <w:t xml:space="preserve">to </w:t>
      </w:r>
      <w:r w:rsidR="00196021">
        <w:t>identify if the original intent of the phone number has been achieved in other ways. The expert from RECHARGE offered to prepare a proposal for consideration at the next session, including provisions for an appropriate transitional period.</w:t>
      </w:r>
    </w:p>
    <w:bookmarkEnd w:id="16"/>
    <w:p w14:paraId="08B6A866" w14:textId="24FA80C3" w:rsidR="00196021" w:rsidRDefault="00196021" w:rsidP="00196021">
      <w:pPr>
        <w:pStyle w:val="H1G"/>
      </w:pPr>
      <w:r>
        <w:tab/>
        <w:t>D.</w:t>
      </w:r>
      <w:r>
        <w:tab/>
      </w:r>
      <w:r w:rsidRPr="0049030B">
        <w:t>Damaged or defective lithium batteries</w:t>
      </w:r>
    </w:p>
    <w:p w14:paraId="62670820" w14:textId="77777777" w:rsidR="00196021" w:rsidRPr="000806CC" w:rsidRDefault="00196021" w:rsidP="00196021">
      <w:pPr>
        <w:pStyle w:val="SingleTxtG"/>
        <w:tabs>
          <w:tab w:val="left" w:pos="3402"/>
        </w:tabs>
        <w:spacing w:before="40"/>
        <w:ind w:right="0"/>
        <w:jc w:val="left"/>
        <w:rPr>
          <w:i/>
          <w:iCs/>
          <w:lang w:val="en-US"/>
        </w:rPr>
      </w:pPr>
      <w:r w:rsidRPr="00646FFA">
        <w:rPr>
          <w:i/>
          <w:iCs/>
          <w:lang w:val="en-US"/>
        </w:rPr>
        <w:t>Document:</w:t>
      </w:r>
      <w:r w:rsidRPr="000806CC">
        <w:rPr>
          <w:i/>
          <w:iCs/>
          <w:lang w:val="en-US"/>
        </w:rPr>
        <w:tab/>
      </w:r>
      <w:r w:rsidRPr="00CB357C">
        <w:rPr>
          <w:lang w:val="en-US"/>
        </w:rPr>
        <w:t>ST/SG/AC.10/C.3/2019/</w:t>
      </w:r>
      <w:r>
        <w:rPr>
          <w:lang w:val="en-US"/>
        </w:rPr>
        <w:t>36</w:t>
      </w:r>
      <w:r w:rsidRPr="00CB357C">
        <w:rPr>
          <w:lang w:val="en-US"/>
        </w:rPr>
        <w:t xml:space="preserve"> (</w:t>
      </w:r>
      <w:r>
        <w:rPr>
          <w:lang w:val="en-US"/>
        </w:rPr>
        <w:t>MDBTC</w:t>
      </w:r>
      <w:r w:rsidRPr="00CB357C">
        <w:rPr>
          <w:lang w:val="en-US"/>
        </w:rPr>
        <w:t>)</w:t>
      </w:r>
    </w:p>
    <w:p w14:paraId="25AFA0DF" w14:textId="09ABE365" w:rsidR="00196021" w:rsidRDefault="007B3E96" w:rsidP="00196021">
      <w:pPr>
        <w:pStyle w:val="SingleTxtG"/>
      </w:pPr>
      <w:r>
        <w:t>5</w:t>
      </w:r>
      <w:r w:rsidR="00BB4B59">
        <w:t>9</w:t>
      </w:r>
      <w:r w:rsidR="00196021">
        <w:t>.</w:t>
      </w:r>
      <w:r w:rsidR="00196021">
        <w:tab/>
      </w:r>
      <w:r w:rsidR="00196021" w:rsidRPr="00CB357C">
        <w:t>The Sub-Committee</w:t>
      </w:r>
      <w:r w:rsidR="00196021">
        <w:t xml:space="preserve"> did not support the proposed note to special provision 376 as it requires an additional evaluation and no assessment criteria were indicated. The expert from MDBTC volunteered to refine the document for consideration at the next session.</w:t>
      </w:r>
    </w:p>
    <w:p w14:paraId="5DBB5E68" w14:textId="77777777" w:rsidR="00196021" w:rsidRDefault="00196021" w:rsidP="00196021">
      <w:pPr>
        <w:pStyle w:val="H1G"/>
      </w:pPr>
      <w:r>
        <w:lastRenderedPageBreak/>
        <w:tab/>
        <w:t>E.</w:t>
      </w:r>
      <w:r>
        <w:tab/>
        <w:t>Sodium ion batteries</w:t>
      </w:r>
    </w:p>
    <w:p w14:paraId="78219BFC" w14:textId="77777777" w:rsidR="00196021" w:rsidRDefault="00196021" w:rsidP="00196021">
      <w:pPr>
        <w:pStyle w:val="H1G"/>
        <w:kinsoku/>
        <w:overflowPunct/>
        <w:autoSpaceDE/>
        <w:autoSpaceDN/>
        <w:adjustRightInd/>
        <w:snapToGrid/>
        <w:rPr>
          <w:sz w:val="20"/>
        </w:rPr>
      </w:pPr>
      <w:r w:rsidRPr="007D7CAD">
        <w:rPr>
          <w:sz w:val="20"/>
          <w:lang w:val="en-US"/>
        </w:rPr>
        <w:tab/>
      </w:r>
      <w:r>
        <w:rPr>
          <w:sz w:val="20"/>
          <w:lang w:val="en-US"/>
        </w:rPr>
        <w:t>1</w:t>
      </w:r>
      <w:r w:rsidRPr="00D03B84">
        <w:rPr>
          <w:sz w:val="20"/>
        </w:rPr>
        <w:t>.</w:t>
      </w:r>
      <w:r w:rsidRPr="00D03B84">
        <w:rPr>
          <w:sz w:val="20"/>
        </w:rPr>
        <w:tab/>
      </w:r>
      <w:r>
        <w:rPr>
          <w:sz w:val="20"/>
        </w:rPr>
        <w:t>Sodium-ion batteries – additional information</w:t>
      </w:r>
    </w:p>
    <w:p w14:paraId="3C6A1B71" w14:textId="77777777" w:rsidR="00196021" w:rsidRPr="000806CC" w:rsidRDefault="00196021" w:rsidP="00196021">
      <w:pPr>
        <w:pStyle w:val="SingleTxtG"/>
        <w:tabs>
          <w:tab w:val="left" w:pos="3402"/>
        </w:tabs>
        <w:spacing w:before="40"/>
        <w:ind w:right="0"/>
        <w:jc w:val="left"/>
        <w:rPr>
          <w:i/>
          <w:iCs/>
          <w:lang w:val="en-US"/>
        </w:rPr>
      </w:pPr>
      <w:r>
        <w:rPr>
          <w:i/>
          <w:iCs/>
          <w:lang w:val="en-US"/>
        </w:rPr>
        <w:t>D</w:t>
      </w:r>
      <w:r w:rsidRPr="00646FFA">
        <w:rPr>
          <w:i/>
          <w:iCs/>
          <w:lang w:val="en-US"/>
        </w:rPr>
        <w:t>ocument:</w:t>
      </w:r>
      <w:r w:rsidRPr="000B7412">
        <w:rPr>
          <w:lang w:val="en-US"/>
        </w:rPr>
        <w:tab/>
      </w:r>
      <w:r>
        <w:rPr>
          <w:lang w:val="en-US"/>
        </w:rPr>
        <w:t>ST/SG/AC.10/C.3/2019/35</w:t>
      </w:r>
      <w:r w:rsidRPr="000B7412">
        <w:rPr>
          <w:lang w:val="en-US"/>
        </w:rPr>
        <w:t xml:space="preserve"> (</w:t>
      </w:r>
      <w:r>
        <w:rPr>
          <w:lang w:val="en-US"/>
        </w:rPr>
        <w:t>United Kingdom</w:t>
      </w:r>
      <w:r w:rsidRPr="000B7412">
        <w:rPr>
          <w:lang w:val="en-US"/>
        </w:rPr>
        <w:t>)</w:t>
      </w:r>
    </w:p>
    <w:p w14:paraId="4DAB927F" w14:textId="77777777" w:rsidR="00196021" w:rsidRPr="000806CC" w:rsidRDefault="00196021" w:rsidP="00196021">
      <w:pPr>
        <w:pStyle w:val="SingleTxtG"/>
        <w:tabs>
          <w:tab w:val="left" w:pos="3402"/>
        </w:tabs>
        <w:spacing w:before="40"/>
        <w:ind w:right="0"/>
        <w:jc w:val="left"/>
        <w:rPr>
          <w:i/>
          <w:iCs/>
          <w:lang w:val="en-US"/>
        </w:rPr>
      </w:pPr>
      <w:r>
        <w:rPr>
          <w:i/>
          <w:iCs/>
          <w:lang w:val="en-US"/>
        </w:rPr>
        <w:t>Informal d</w:t>
      </w:r>
      <w:r w:rsidRPr="00646FFA">
        <w:rPr>
          <w:i/>
          <w:iCs/>
          <w:lang w:val="en-US"/>
        </w:rPr>
        <w:t>ocument:</w:t>
      </w:r>
      <w:r w:rsidRPr="000B7412">
        <w:rPr>
          <w:lang w:val="en-US"/>
        </w:rPr>
        <w:tab/>
        <w:t>INF.</w:t>
      </w:r>
      <w:r>
        <w:rPr>
          <w:lang w:val="en-US"/>
        </w:rPr>
        <w:t>38</w:t>
      </w:r>
      <w:r w:rsidRPr="000B7412">
        <w:rPr>
          <w:lang w:val="en-US"/>
        </w:rPr>
        <w:t xml:space="preserve"> (</w:t>
      </w:r>
      <w:r>
        <w:rPr>
          <w:lang w:val="en-US"/>
        </w:rPr>
        <w:t>France</w:t>
      </w:r>
      <w:r w:rsidRPr="000B7412">
        <w:rPr>
          <w:lang w:val="en-US"/>
        </w:rPr>
        <w:t>)</w:t>
      </w:r>
    </w:p>
    <w:p w14:paraId="4A1FE0D0" w14:textId="223F5CE7" w:rsidR="00196021" w:rsidRDefault="00BB4B59" w:rsidP="00196021">
      <w:pPr>
        <w:pStyle w:val="SingleTxtG"/>
      </w:pPr>
      <w:r>
        <w:t>60</w:t>
      </w:r>
      <w:r w:rsidR="00196021" w:rsidRPr="000B7412">
        <w:t>.</w:t>
      </w:r>
      <w:r w:rsidR="00196021" w:rsidRPr="000B7412">
        <w:tab/>
        <w:t xml:space="preserve">The </w:t>
      </w:r>
      <w:r w:rsidR="00196021">
        <w:t xml:space="preserve">expert from United Kingdom withdrew </w:t>
      </w:r>
      <w:r w:rsidR="00196021">
        <w:rPr>
          <w:lang w:val="en-US"/>
        </w:rPr>
        <w:t>ST/SG/AC.10/C.3/2019/35 and preferred going forward with the proposal by France as reflected in informal document INF.38. The Sub</w:t>
      </w:r>
      <w:r w:rsidR="00196021" w:rsidRPr="000B7412">
        <w:t xml:space="preserve">-Committee </w:t>
      </w:r>
      <w:r w:rsidR="00196021">
        <w:t xml:space="preserve">recommended to take a careful approach on this subject and to consider also intrinsic hazards to achieve a proper classification. </w:t>
      </w:r>
    </w:p>
    <w:p w14:paraId="44005AC3" w14:textId="73DBE122" w:rsidR="00196021" w:rsidRDefault="00BB4B59" w:rsidP="00196021">
      <w:pPr>
        <w:pStyle w:val="SingleTxtG"/>
      </w:pPr>
      <w:r>
        <w:t>61</w:t>
      </w:r>
      <w:r w:rsidR="00196021">
        <w:t>.</w:t>
      </w:r>
      <w:r w:rsidR="00196021">
        <w:tab/>
        <w:t>It was clarified that the aim of the proposal was to create a separate entry for sodium ion batteries and to establish the corresponding transport conditions. The existing entry for sodium metal batteries would not be amended for the time being.</w:t>
      </w:r>
    </w:p>
    <w:p w14:paraId="5CA6C474" w14:textId="48BE2018" w:rsidR="00196021" w:rsidRDefault="00507213" w:rsidP="00196021">
      <w:pPr>
        <w:pStyle w:val="SingleTxtG"/>
      </w:pPr>
      <w:r>
        <w:t>6</w:t>
      </w:r>
      <w:r w:rsidR="00BB4B59">
        <w:t>2</w:t>
      </w:r>
      <w:r w:rsidR="00196021">
        <w:t>.</w:t>
      </w:r>
      <w:r w:rsidR="00196021">
        <w:tab/>
        <w:t>It was agreed to resume consideration on the work progress at the forthcoming session based on an informal document jointly prepared by France and United Kingdom. Interested experts on this subject were invited to contact the experts from France and United Kingdom.</w:t>
      </w:r>
      <w:r w:rsidR="00196021" w:rsidRPr="00595373">
        <w:t xml:space="preserve"> </w:t>
      </w:r>
    </w:p>
    <w:p w14:paraId="04CB7946" w14:textId="77777777" w:rsidR="00196021" w:rsidRDefault="00196021" w:rsidP="00196021">
      <w:pPr>
        <w:pStyle w:val="H1G"/>
      </w:pPr>
      <w:r>
        <w:tab/>
        <w:t>F.</w:t>
      </w:r>
      <w:r>
        <w:tab/>
        <w:t>Miscellaneous</w:t>
      </w:r>
    </w:p>
    <w:p w14:paraId="0CF831D3" w14:textId="77777777" w:rsidR="00196021" w:rsidRDefault="00196021" w:rsidP="00196021">
      <w:pPr>
        <w:pStyle w:val="H1G"/>
        <w:kinsoku/>
        <w:overflowPunct/>
        <w:autoSpaceDE/>
        <w:autoSpaceDN/>
        <w:adjustRightInd/>
        <w:snapToGrid/>
        <w:rPr>
          <w:sz w:val="20"/>
        </w:rPr>
      </w:pPr>
      <w:r w:rsidRPr="007D7CAD">
        <w:rPr>
          <w:sz w:val="20"/>
          <w:lang w:val="en-US"/>
        </w:rPr>
        <w:tab/>
      </w:r>
      <w:r>
        <w:rPr>
          <w:sz w:val="20"/>
          <w:lang w:val="en-US"/>
        </w:rPr>
        <w:t>1</w:t>
      </w:r>
      <w:r w:rsidRPr="00D03B84">
        <w:rPr>
          <w:sz w:val="20"/>
        </w:rPr>
        <w:t>.</w:t>
      </w:r>
      <w:r w:rsidRPr="00D03B84">
        <w:rPr>
          <w:sz w:val="20"/>
        </w:rPr>
        <w:tab/>
      </w:r>
      <w:r w:rsidRPr="00CB357C">
        <w:rPr>
          <w:sz w:val="20"/>
        </w:rPr>
        <w:t>UN 3536 “LITHIUM BATTERIES INSTALLED IN CARGO TRANSPORT UNIT lithium ion batteries or lithium metal batteries”</w:t>
      </w:r>
    </w:p>
    <w:p w14:paraId="289C1264" w14:textId="77777777" w:rsidR="00196021" w:rsidRPr="000806CC" w:rsidRDefault="00196021" w:rsidP="00196021">
      <w:pPr>
        <w:pStyle w:val="SingleTxtG"/>
        <w:tabs>
          <w:tab w:val="left" w:pos="3402"/>
        </w:tabs>
        <w:spacing w:before="40"/>
        <w:ind w:right="0"/>
        <w:jc w:val="left"/>
        <w:rPr>
          <w:i/>
          <w:iCs/>
          <w:lang w:val="en-US"/>
        </w:rPr>
      </w:pPr>
      <w:r w:rsidRPr="00646FFA">
        <w:rPr>
          <w:i/>
          <w:iCs/>
          <w:lang w:val="en-US"/>
        </w:rPr>
        <w:t>Document:</w:t>
      </w:r>
      <w:r w:rsidRPr="000806CC">
        <w:rPr>
          <w:i/>
          <w:iCs/>
          <w:lang w:val="en-US"/>
        </w:rPr>
        <w:tab/>
      </w:r>
      <w:r w:rsidRPr="00CB357C">
        <w:rPr>
          <w:lang w:val="en-US"/>
        </w:rPr>
        <w:t>ST/SG/AC.10/C.3/2019/</w:t>
      </w:r>
      <w:r>
        <w:rPr>
          <w:lang w:val="en-US"/>
        </w:rPr>
        <w:t>8</w:t>
      </w:r>
      <w:r w:rsidRPr="00CB357C">
        <w:rPr>
          <w:lang w:val="en-US"/>
        </w:rPr>
        <w:t xml:space="preserve"> (</w:t>
      </w:r>
      <w:r>
        <w:rPr>
          <w:lang w:val="en-US"/>
        </w:rPr>
        <w:t>OTIF</w:t>
      </w:r>
      <w:r w:rsidRPr="00CB357C">
        <w:rPr>
          <w:lang w:val="en-US"/>
        </w:rPr>
        <w:t>)</w:t>
      </w:r>
    </w:p>
    <w:p w14:paraId="067A5CA6" w14:textId="40E2272A" w:rsidR="00196021" w:rsidRPr="005C59FE" w:rsidRDefault="007B3E96" w:rsidP="00196021">
      <w:pPr>
        <w:pStyle w:val="SingleTxtG"/>
      </w:pPr>
      <w:r>
        <w:t>6</w:t>
      </w:r>
      <w:r w:rsidR="00BB4B59">
        <w:t>3</w:t>
      </w:r>
      <w:r w:rsidR="00196021" w:rsidRPr="00CB357C">
        <w:t>.</w:t>
      </w:r>
      <w:r w:rsidR="00196021" w:rsidRPr="00CB357C">
        <w:tab/>
      </w:r>
      <w:r w:rsidR="00196021">
        <w:t>Some delegations agreed that the term "cargo transport unit" as defined in the Model Regulations was not appropriate and that the use of the term needs to be clarified</w:t>
      </w:r>
      <w:r w:rsidR="00196021" w:rsidRPr="008C74CA">
        <w:t xml:space="preserve"> </w:t>
      </w:r>
      <w:r w:rsidR="00196021">
        <w:t>in relation with the scope of UN 3536</w:t>
      </w:r>
      <w:r w:rsidR="00196021" w:rsidRPr="00CB357C">
        <w:t>.</w:t>
      </w:r>
      <w:r w:rsidR="00196021">
        <w:t xml:space="preserve"> Others recalled that similar discussions had already taken place at multiple occasions in the past</w:t>
      </w:r>
      <w:r w:rsidR="00196021" w:rsidRPr="00023244">
        <w:t xml:space="preserve"> </w:t>
      </w:r>
      <w:r w:rsidR="00196021">
        <w:t>and that the term had been chosen on purpose. Following the discussion, t</w:t>
      </w:r>
      <w:r w:rsidR="00196021" w:rsidRPr="00CB357C">
        <w:t>he Sub-Committee</w:t>
      </w:r>
      <w:r w:rsidR="00196021">
        <w:t xml:space="preserve"> agreed to resume consideration of this subject at its next session based on a new document. Thus, the expert from OTIF was requested to further develop, with the support by PRBA, a proposal on a revised term, special provision 389 and in the view of multimodal transport.</w:t>
      </w:r>
    </w:p>
    <w:p w14:paraId="1F410960" w14:textId="77777777" w:rsidR="00196021" w:rsidRDefault="00196021" w:rsidP="00196021">
      <w:pPr>
        <w:pStyle w:val="H1G"/>
        <w:kinsoku/>
        <w:overflowPunct/>
        <w:autoSpaceDE/>
        <w:autoSpaceDN/>
        <w:adjustRightInd/>
        <w:snapToGrid/>
        <w:rPr>
          <w:sz w:val="20"/>
        </w:rPr>
      </w:pPr>
      <w:r w:rsidRPr="007D7CAD">
        <w:rPr>
          <w:sz w:val="20"/>
          <w:lang w:val="en-US"/>
        </w:rPr>
        <w:tab/>
      </w:r>
      <w:r>
        <w:rPr>
          <w:sz w:val="20"/>
          <w:lang w:val="en-US"/>
        </w:rPr>
        <w:t>2</w:t>
      </w:r>
      <w:r w:rsidRPr="00D03B84">
        <w:rPr>
          <w:sz w:val="20"/>
        </w:rPr>
        <w:t>.</w:t>
      </w:r>
      <w:r w:rsidRPr="00D03B84">
        <w:rPr>
          <w:sz w:val="20"/>
        </w:rPr>
        <w:tab/>
      </w:r>
      <w:r w:rsidRPr="00A47901">
        <w:rPr>
          <w:sz w:val="20"/>
        </w:rPr>
        <w:t xml:space="preserve">Use of </w:t>
      </w:r>
      <w:proofErr w:type="spellStart"/>
      <w:r w:rsidRPr="00A47901">
        <w:rPr>
          <w:sz w:val="20"/>
        </w:rPr>
        <w:t>packagings</w:t>
      </w:r>
      <w:proofErr w:type="spellEnd"/>
      <w:r w:rsidRPr="00A47901">
        <w:rPr>
          <w:sz w:val="20"/>
        </w:rPr>
        <w:t xml:space="preserve"> not required to meet 4.1.1.3 and exceeding 400 kg net mass for the transport of lithium batteries</w:t>
      </w:r>
    </w:p>
    <w:p w14:paraId="1D115CC7" w14:textId="77777777" w:rsidR="00196021" w:rsidRPr="000806CC" w:rsidRDefault="00196021" w:rsidP="00196021">
      <w:pPr>
        <w:pStyle w:val="SingleTxtG"/>
        <w:tabs>
          <w:tab w:val="left" w:pos="3402"/>
        </w:tabs>
        <w:spacing w:before="40"/>
        <w:ind w:right="0"/>
        <w:jc w:val="left"/>
        <w:rPr>
          <w:i/>
          <w:iCs/>
          <w:lang w:val="en-US"/>
        </w:rPr>
      </w:pPr>
      <w:r w:rsidRPr="00646FFA">
        <w:rPr>
          <w:i/>
          <w:iCs/>
          <w:lang w:val="en-US"/>
        </w:rPr>
        <w:t>Document:</w:t>
      </w:r>
      <w:r w:rsidRPr="000806CC">
        <w:rPr>
          <w:i/>
          <w:iCs/>
          <w:lang w:val="en-US"/>
        </w:rPr>
        <w:tab/>
      </w:r>
      <w:r w:rsidRPr="00CB357C">
        <w:rPr>
          <w:lang w:val="en-US"/>
        </w:rPr>
        <w:t>ST/SG/AC.10/C.3/2019/</w:t>
      </w:r>
      <w:r>
        <w:rPr>
          <w:lang w:val="en-US"/>
        </w:rPr>
        <w:t>34</w:t>
      </w:r>
      <w:r w:rsidRPr="00CB357C">
        <w:rPr>
          <w:lang w:val="en-US"/>
        </w:rPr>
        <w:t xml:space="preserve"> (</w:t>
      </w:r>
      <w:r>
        <w:rPr>
          <w:lang w:val="en-US"/>
        </w:rPr>
        <w:t>PRBA</w:t>
      </w:r>
      <w:r w:rsidRPr="00CB357C">
        <w:rPr>
          <w:lang w:val="en-US"/>
        </w:rPr>
        <w:t>)</w:t>
      </w:r>
    </w:p>
    <w:p w14:paraId="3E20FAE9" w14:textId="3F05460F" w:rsidR="00196021" w:rsidRDefault="007B3E96" w:rsidP="00196021">
      <w:pPr>
        <w:pStyle w:val="SingleTxtG"/>
      </w:pPr>
      <w:r>
        <w:t>6</w:t>
      </w:r>
      <w:r w:rsidR="00BB4B59">
        <w:t>4</w:t>
      </w:r>
      <w:r w:rsidR="00196021">
        <w:t>.</w:t>
      </w:r>
      <w:r w:rsidR="00196021">
        <w:tab/>
      </w:r>
      <w:r w:rsidR="00196021" w:rsidRPr="00CB357C">
        <w:t>The Sub-Committee</w:t>
      </w:r>
      <w:r w:rsidR="00196021">
        <w:t xml:space="preserve"> confirmed the interpretation by PRBA that the </w:t>
      </w:r>
      <w:proofErr w:type="spellStart"/>
      <w:r w:rsidR="00196021">
        <w:t>packagings</w:t>
      </w:r>
      <w:proofErr w:type="spellEnd"/>
      <w:r w:rsidR="00196021">
        <w:t xml:space="preserve"> authorized in (2) and (4) of the packing instruction P903 can have a net mass above 400 kg, as stipulated in the Guiding Principles for </w:t>
      </w:r>
      <w:proofErr w:type="spellStart"/>
      <w:r w:rsidR="00196021">
        <w:t>packagings</w:t>
      </w:r>
      <w:proofErr w:type="spellEnd"/>
      <w:r w:rsidR="00196021">
        <w:t>. It noted several concerns on the proposed amendments to 4.1.3.3 and the additional notes to packing instructions P903 and LP903. Finally, the expert from PRBA offered to refine his proposal and to transmit a new document for consideration at the next session.</w:t>
      </w:r>
    </w:p>
    <w:p w14:paraId="12469477" w14:textId="77777777" w:rsidR="00196021" w:rsidRDefault="00196021" w:rsidP="00196021">
      <w:pPr>
        <w:pStyle w:val="H1G"/>
        <w:kinsoku/>
        <w:overflowPunct/>
        <w:autoSpaceDE/>
        <w:autoSpaceDN/>
        <w:adjustRightInd/>
        <w:snapToGrid/>
        <w:rPr>
          <w:sz w:val="20"/>
        </w:rPr>
      </w:pPr>
      <w:r w:rsidRPr="007D7CAD">
        <w:rPr>
          <w:sz w:val="20"/>
          <w:lang w:val="en-US"/>
        </w:rPr>
        <w:tab/>
      </w:r>
      <w:r>
        <w:rPr>
          <w:sz w:val="20"/>
          <w:lang w:val="en-US"/>
        </w:rPr>
        <w:t>3</w:t>
      </w:r>
      <w:r w:rsidRPr="00D03B84">
        <w:rPr>
          <w:sz w:val="20"/>
        </w:rPr>
        <w:t>.</w:t>
      </w:r>
      <w:r w:rsidRPr="00D03B84">
        <w:rPr>
          <w:sz w:val="20"/>
        </w:rPr>
        <w:tab/>
      </w:r>
      <w:r w:rsidRPr="00C11385">
        <w:rPr>
          <w:sz w:val="20"/>
        </w:rPr>
        <w:t>Correction and clarifications on Packing Instruction P903</w:t>
      </w:r>
    </w:p>
    <w:p w14:paraId="38BA4836" w14:textId="77777777" w:rsidR="00196021" w:rsidRPr="00BF42B4" w:rsidRDefault="00196021" w:rsidP="00196021">
      <w:pPr>
        <w:pStyle w:val="SingleTxtG"/>
        <w:tabs>
          <w:tab w:val="left" w:pos="3402"/>
        </w:tabs>
        <w:spacing w:before="40"/>
        <w:ind w:right="0"/>
        <w:jc w:val="left"/>
        <w:rPr>
          <w:i/>
          <w:iCs/>
          <w:lang w:val="fr-CH"/>
        </w:rPr>
      </w:pPr>
      <w:r w:rsidRPr="00BF42B4">
        <w:rPr>
          <w:i/>
          <w:iCs/>
          <w:lang w:val="fr-CH"/>
        </w:rPr>
        <w:t xml:space="preserve">Informal </w:t>
      </w:r>
      <w:proofErr w:type="gramStart"/>
      <w:r w:rsidRPr="00BF42B4">
        <w:rPr>
          <w:i/>
          <w:iCs/>
          <w:lang w:val="fr-CH"/>
        </w:rPr>
        <w:t>document:</w:t>
      </w:r>
      <w:proofErr w:type="gramEnd"/>
      <w:r w:rsidRPr="00BF42B4">
        <w:rPr>
          <w:i/>
          <w:iCs/>
          <w:lang w:val="fr-CH"/>
        </w:rPr>
        <w:tab/>
      </w:r>
      <w:r w:rsidRPr="00BF42B4">
        <w:rPr>
          <w:lang w:val="fr-CH"/>
        </w:rPr>
        <w:t>INF.25 (PRBA, RECHARGE)</w:t>
      </w:r>
    </w:p>
    <w:p w14:paraId="5D71152F" w14:textId="485D7215" w:rsidR="00196021" w:rsidRDefault="007B3E96" w:rsidP="00196021">
      <w:pPr>
        <w:pStyle w:val="SingleTxtG"/>
      </w:pPr>
      <w:r>
        <w:lastRenderedPageBreak/>
        <w:t>6</w:t>
      </w:r>
      <w:r w:rsidR="00BB4B59">
        <w:t>5</w:t>
      </w:r>
      <w:r w:rsidR="00196021">
        <w:t>.</w:t>
      </w:r>
      <w:r w:rsidR="00196021">
        <w:tab/>
        <w:t xml:space="preserve">Some experts </w:t>
      </w:r>
      <w:proofErr w:type="gramStart"/>
      <w:r w:rsidR="00196021">
        <w:t>were of the opinion that</w:t>
      </w:r>
      <w:proofErr w:type="gramEnd"/>
      <w:r w:rsidR="00196021">
        <w:t xml:space="preserve"> the proposed text could lead to confusion. </w:t>
      </w:r>
      <w:r w:rsidR="00196021" w:rsidRPr="00CB357C">
        <w:t>The Sub-Committee</w:t>
      </w:r>
      <w:r w:rsidR="00196021">
        <w:t xml:space="preserve"> did not support the proposal and agreed to resume consideration at its next session </w:t>
      </w:r>
      <w:proofErr w:type="gramStart"/>
      <w:r w:rsidR="00196021">
        <w:t>on the basis of</w:t>
      </w:r>
      <w:proofErr w:type="gramEnd"/>
      <w:r w:rsidR="00196021">
        <w:t xml:space="preserve"> a revised proposal by </w:t>
      </w:r>
      <w:r w:rsidR="00196021">
        <w:rPr>
          <w:lang w:val="en-US"/>
        </w:rPr>
        <w:t>PRBA/RECHARGE, taking into account the comments received</w:t>
      </w:r>
      <w:r w:rsidR="00196021">
        <w:t>.</w:t>
      </w:r>
    </w:p>
    <w:p w14:paraId="5646968C" w14:textId="77777777" w:rsidR="00196021" w:rsidRDefault="00196021" w:rsidP="00196021">
      <w:pPr>
        <w:pStyle w:val="H1G"/>
        <w:kinsoku/>
        <w:overflowPunct/>
        <w:autoSpaceDE/>
        <w:autoSpaceDN/>
        <w:adjustRightInd/>
        <w:snapToGrid/>
        <w:rPr>
          <w:sz w:val="20"/>
        </w:rPr>
      </w:pPr>
      <w:r w:rsidRPr="007D7CAD">
        <w:rPr>
          <w:sz w:val="20"/>
          <w:lang w:val="en-US"/>
        </w:rPr>
        <w:tab/>
      </w:r>
      <w:r>
        <w:rPr>
          <w:sz w:val="20"/>
          <w:lang w:val="en-US"/>
        </w:rPr>
        <w:t>4</w:t>
      </w:r>
      <w:r w:rsidRPr="00D03B84">
        <w:rPr>
          <w:sz w:val="20"/>
        </w:rPr>
        <w:t>.</w:t>
      </w:r>
      <w:r w:rsidRPr="00D03B84">
        <w:rPr>
          <w:sz w:val="20"/>
        </w:rPr>
        <w:tab/>
      </w:r>
      <w:r w:rsidRPr="0054747F">
        <w:rPr>
          <w:sz w:val="20"/>
        </w:rPr>
        <w:t>Correction on Special Provision 377</w:t>
      </w:r>
    </w:p>
    <w:p w14:paraId="6D0A56F8" w14:textId="77777777" w:rsidR="00196021" w:rsidRPr="000806CC" w:rsidRDefault="00196021" w:rsidP="00196021">
      <w:pPr>
        <w:pStyle w:val="SingleTxtG"/>
        <w:tabs>
          <w:tab w:val="left" w:pos="3402"/>
        </w:tabs>
        <w:spacing w:before="40"/>
        <w:ind w:right="0"/>
        <w:jc w:val="left"/>
        <w:rPr>
          <w:i/>
          <w:iCs/>
          <w:lang w:val="en-US"/>
        </w:rPr>
      </w:pPr>
      <w:r>
        <w:rPr>
          <w:i/>
          <w:iCs/>
          <w:lang w:val="en-US"/>
        </w:rPr>
        <w:t>Informal d</w:t>
      </w:r>
      <w:r w:rsidRPr="00646FFA">
        <w:rPr>
          <w:i/>
          <w:iCs/>
          <w:lang w:val="en-US"/>
        </w:rPr>
        <w:t>ocument:</w:t>
      </w:r>
      <w:r w:rsidRPr="000806CC">
        <w:rPr>
          <w:i/>
          <w:iCs/>
          <w:lang w:val="en-US"/>
        </w:rPr>
        <w:tab/>
      </w:r>
      <w:r>
        <w:rPr>
          <w:lang w:val="en-US"/>
        </w:rPr>
        <w:t>INF.31</w:t>
      </w:r>
      <w:r w:rsidRPr="00CB357C">
        <w:rPr>
          <w:lang w:val="en-US"/>
        </w:rPr>
        <w:t xml:space="preserve"> (</w:t>
      </w:r>
      <w:r>
        <w:rPr>
          <w:lang w:val="en-US"/>
        </w:rPr>
        <w:t>RECHARGE,</w:t>
      </w:r>
      <w:r w:rsidRPr="0054747F">
        <w:rPr>
          <w:lang w:val="en-US"/>
        </w:rPr>
        <w:t xml:space="preserve"> </w:t>
      </w:r>
      <w:r>
        <w:rPr>
          <w:lang w:val="en-US"/>
        </w:rPr>
        <w:t>PRBA</w:t>
      </w:r>
      <w:r w:rsidRPr="00CB357C">
        <w:rPr>
          <w:lang w:val="en-US"/>
        </w:rPr>
        <w:t>)</w:t>
      </w:r>
    </w:p>
    <w:p w14:paraId="40B74754" w14:textId="43EE7827" w:rsidR="00196021" w:rsidRDefault="007B3E96" w:rsidP="00196021">
      <w:pPr>
        <w:pStyle w:val="SingleTxtG"/>
      </w:pPr>
      <w:r>
        <w:t>6</w:t>
      </w:r>
      <w:r w:rsidR="00BB4B59">
        <w:t>6</w:t>
      </w:r>
      <w:r w:rsidR="00196021">
        <w:t>.</w:t>
      </w:r>
      <w:r w:rsidR="00196021">
        <w:tab/>
        <w:t xml:space="preserve">Most experts expressed their preferences for an amendment to SP377 as indicated under the proposed </w:t>
      </w:r>
      <w:r w:rsidR="00196021" w:rsidRPr="004C7332">
        <w:t>option</w:t>
      </w:r>
      <w:r w:rsidR="00196021">
        <w:t xml:space="preserve"> </w:t>
      </w:r>
      <w:r w:rsidR="00196021" w:rsidRPr="004C7332">
        <w:t>1</w:t>
      </w:r>
      <w:r w:rsidR="00196021">
        <w:t>. Noting that option 2 also provided some advantages, t</w:t>
      </w:r>
      <w:r w:rsidR="00196021" w:rsidRPr="00CB357C">
        <w:t>he Sub-Committee</w:t>
      </w:r>
      <w:r w:rsidR="00196021">
        <w:t xml:space="preserve"> finally acknowledged that the proposal should be reviewed taking also into account a revision of special provision 310, if necessary. The expert from RECHARGE offered to prepare a new document for consideration at the forthcoming session.</w:t>
      </w:r>
    </w:p>
    <w:p w14:paraId="52383642" w14:textId="77777777" w:rsidR="00196021" w:rsidRDefault="00196021" w:rsidP="00196021">
      <w:pPr>
        <w:pStyle w:val="HChG"/>
      </w:pPr>
      <w:bookmarkStart w:id="17" w:name="_Hlk13475834"/>
      <w:r w:rsidRPr="00B7238D">
        <w:tab/>
      </w:r>
      <w:r>
        <w:t>VII</w:t>
      </w:r>
      <w:r w:rsidRPr="00050DC8">
        <w:t>.</w:t>
      </w:r>
      <w:r w:rsidRPr="00050DC8">
        <w:tab/>
      </w:r>
      <w:r>
        <w:t>Transport of gases (agenda item 5)</w:t>
      </w:r>
    </w:p>
    <w:p w14:paraId="51866C86" w14:textId="77777777" w:rsidR="00196021" w:rsidRDefault="00196021" w:rsidP="00196021">
      <w:pPr>
        <w:pStyle w:val="H1G"/>
      </w:pPr>
      <w:r>
        <w:tab/>
        <w:t>A.</w:t>
      </w:r>
      <w:r>
        <w:tab/>
        <w:t>Global recognition of UN and non-UN pressure receptacles</w:t>
      </w:r>
    </w:p>
    <w:p w14:paraId="2CFE35C2" w14:textId="009072B1" w:rsidR="00196021" w:rsidRPr="005C59FE" w:rsidRDefault="00507213" w:rsidP="00196021">
      <w:pPr>
        <w:pStyle w:val="SingleTxtG"/>
      </w:pPr>
      <w:r>
        <w:t>6</w:t>
      </w:r>
      <w:r w:rsidR="00BB4B59">
        <w:t>7</w:t>
      </w:r>
      <w:r w:rsidR="00196021">
        <w:t>.</w:t>
      </w:r>
      <w:r w:rsidR="00196021">
        <w:tab/>
      </w:r>
      <w:r w:rsidR="00CB1BE7">
        <w:t>As no document had been submitted under this agenda sub-item, no discussion took place on this subject.</w:t>
      </w:r>
    </w:p>
    <w:p w14:paraId="2F612E97" w14:textId="77777777" w:rsidR="00196021" w:rsidRDefault="00196021" w:rsidP="00196021">
      <w:pPr>
        <w:pStyle w:val="H1G"/>
      </w:pPr>
      <w:r>
        <w:tab/>
        <w:t>B.</w:t>
      </w:r>
      <w:r>
        <w:tab/>
        <w:t>Miscellaneous</w:t>
      </w:r>
    </w:p>
    <w:p w14:paraId="3E452BE6" w14:textId="77777777" w:rsidR="00196021" w:rsidRPr="005C59FE" w:rsidRDefault="00196021" w:rsidP="00196021">
      <w:pPr>
        <w:pStyle w:val="H1G"/>
        <w:kinsoku/>
        <w:overflowPunct/>
        <w:autoSpaceDE/>
        <w:autoSpaceDN/>
        <w:adjustRightInd/>
        <w:snapToGrid/>
        <w:rPr>
          <w:sz w:val="20"/>
        </w:rPr>
      </w:pPr>
      <w:r w:rsidRPr="005C59FE">
        <w:rPr>
          <w:b w:val="0"/>
          <w:bCs/>
          <w:sz w:val="20"/>
          <w:lang w:val="en-US"/>
        </w:rPr>
        <w:tab/>
      </w:r>
      <w:r w:rsidRPr="005C59FE">
        <w:rPr>
          <w:sz w:val="20"/>
          <w:lang w:val="en-US"/>
        </w:rPr>
        <w:t>1.</w:t>
      </w:r>
      <w:r w:rsidRPr="005C59FE">
        <w:rPr>
          <w:sz w:val="20"/>
          <w:lang w:val="en-US"/>
        </w:rPr>
        <w:tab/>
      </w:r>
      <w:r w:rsidRPr="005C59FE">
        <w:rPr>
          <w:rFonts w:eastAsia="Times New Roman"/>
          <w:sz w:val="20"/>
          <w:lang w:eastAsia="en-US"/>
        </w:rPr>
        <w:t>C</w:t>
      </w:r>
      <w:r>
        <w:rPr>
          <w:rFonts w:eastAsia="Times New Roman"/>
          <w:sz w:val="20"/>
          <w:lang w:eastAsia="en-US"/>
        </w:rPr>
        <w:t>omposite UN pressure receptacles with steel liners</w:t>
      </w:r>
    </w:p>
    <w:p w14:paraId="7EB1F69C" w14:textId="77777777" w:rsidR="00196021" w:rsidRDefault="00196021" w:rsidP="00196021">
      <w:pPr>
        <w:pStyle w:val="SingleTxtG"/>
        <w:tabs>
          <w:tab w:val="left" w:pos="3402"/>
        </w:tabs>
        <w:spacing w:before="40"/>
        <w:ind w:right="0"/>
        <w:jc w:val="left"/>
        <w:rPr>
          <w:lang w:val="en-US"/>
        </w:rPr>
      </w:pPr>
      <w:r w:rsidRPr="00646FFA">
        <w:rPr>
          <w:i/>
          <w:iCs/>
          <w:lang w:val="en-US"/>
        </w:rPr>
        <w:t>Document:</w:t>
      </w:r>
      <w:r>
        <w:rPr>
          <w:lang w:val="en-US"/>
        </w:rPr>
        <w:tab/>
        <w:t>ST/SG/AC.10/C.3/2019/17 (Canada)</w:t>
      </w:r>
    </w:p>
    <w:p w14:paraId="0C4EB9A2" w14:textId="11EB5249" w:rsidR="00196021" w:rsidRPr="00162DC7" w:rsidRDefault="00507213" w:rsidP="00196021">
      <w:pPr>
        <w:pStyle w:val="SingleTxtG"/>
      </w:pPr>
      <w:r>
        <w:t>6</w:t>
      </w:r>
      <w:r w:rsidR="00BB4B59">
        <w:t>8</w:t>
      </w:r>
      <w:r w:rsidR="00196021" w:rsidRPr="00162DC7">
        <w:t>.</w:t>
      </w:r>
      <w:r w:rsidR="00196021" w:rsidRPr="00162DC7">
        <w:tab/>
        <w:t>The Sub-Committee adopted the proposal in the document from Canada</w:t>
      </w:r>
      <w:r w:rsidR="00196021">
        <w:t xml:space="preserve"> (see </w:t>
      </w:r>
      <w:r w:rsidR="00CB1BE7">
        <w:t>annex</w:t>
      </w:r>
      <w:r w:rsidR="00196021">
        <w:t>)</w:t>
      </w:r>
    </w:p>
    <w:p w14:paraId="4334322D" w14:textId="77777777" w:rsidR="00196021" w:rsidRPr="00162DC7" w:rsidRDefault="00196021" w:rsidP="00196021">
      <w:pPr>
        <w:pStyle w:val="H1G"/>
        <w:kinsoku/>
        <w:overflowPunct/>
        <w:autoSpaceDE/>
        <w:autoSpaceDN/>
        <w:adjustRightInd/>
        <w:snapToGrid/>
        <w:rPr>
          <w:sz w:val="20"/>
        </w:rPr>
      </w:pPr>
      <w:r w:rsidRPr="00162DC7">
        <w:rPr>
          <w:b w:val="0"/>
          <w:bCs/>
          <w:sz w:val="20"/>
        </w:rPr>
        <w:tab/>
      </w:r>
      <w:r w:rsidRPr="00162DC7">
        <w:rPr>
          <w:sz w:val="20"/>
        </w:rPr>
        <w:t>2.</w:t>
      </w:r>
      <w:r w:rsidRPr="00162DC7">
        <w:rPr>
          <w:sz w:val="20"/>
        </w:rPr>
        <w:tab/>
        <w:t>Provisions for pr</w:t>
      </w:r>
      <w:r w:rsidRPr="00162DC7">
        <w:rPr>
          <w:rFonts w:eastAsia="Times New Roman"/>
          <w:sz w:val="20"/>
          <w:lang w:eastAsia="en-US"/>
        </w:rPr>
        <w:t>essure receptacles and their closures</w:t>
      </w:r>
    </w:p>
    <w:p w14:paraId="4475B646" w14:textId="77777777" w:rsidR="00196021" w:rsidRPr="00162DC7" w:rsidRDefault="00196021" w:rsidP="00196021">
      <w:pPr>
        <w:pStyle w:val="SingleTxtG"/>
        <w:tabs>
          <w:tab w:val="left" w:pos="3402"/>
        </w:tabs>
        <w:spacing w:before="40"/>
        <w:ind w:right="0"/>
        <w:jc w:val="left"/>
      </w:pPr>
      <w:r w:rsidRPr="00162DC7">
        <w:rPr>
          <w:i/>
          <w:iCs/>
        </w:rPr>
        <w:t>Document:</w:t>
      </w:r>
      <w:r w:rsidRPr="00162DC7">
        <w:tab/>
        <w:t>ST/SG/AC.10/C.3/2019/21 (EIGA, CGA, ECMA)</w:t>
      </w:r>
    </w:p>
    <w:p w14:paraId="72DE71AB" w14:textId="77777777" w:rsidR="00196021" w:rsidRPr="00162DC7" w:rsidRDefault="00196021" w:rsidP="00196021">
      <w:pPr>
        <w:pStyle w:val="SingleTxtG"/>
        <w:tabs>
          <w:tab w:val="left" w:pos="3402"/>
        </w:tabs>
        <w:spacing w:before="40"/>
        <w:ind w:right="0"/>
        <w:jc w:val="left"/>
      </w:pPr>
      <w:r w:rsidRPr="00162DC7">
        <w:rPr>
          <w:i/>
          <w:iCs/>
        </w:rPr>
        <w:t xml:space="preserve">Informal </w:t>
      </w:r>
      <w:r w:rsidRPr="00ED7509">
        <w:rPr>
          <w:i/>
          <w:iCs/>
        </w:rPr>
        <w:t>document</w:t>
      </w:r>
      <w:r w:rsidRPr="00162DC7">
        <w:rPr>
          <w:i/>
          <w:iCs/>
        </w:rPr>
        <w:t>:</w:t>
      </w:r>
      <w:r w:rsidRPr="00162DC7">
        <w:tab/>
        <w:t>INF.3 (EIGA, CGA, ECMA)</w:t>
      </w:r>
    </w:p>
    <w:p w14:paraId="5ABBAFF2" w14:textId="6ED8B1DC" w:rsidR="00196021" w:rsidRPr="00162DC7" w:rsidRDefault="00507213" w:rsidP="00196021">
      <w:pPr>
        <w:pStyle w:val="SingleTxtG"/>
      </w:pPr>
      <w:r>
        <w:t>6</w:t>
      </w:r>
      <w:r w:rsidR="00BB4B59">
        <w:t>9</w:t>
      </w:r>
      <w:r w:rsidR="00196021" w:rsidRPr="00162DC7">
        <w:t>.</w:t>
      </w:r>
      <w:r w:rsidR="00196021" w:rsidRPr="00162DC7">
        <w:tab/>
        <w:t>The Sub-Committee welcome</w:t>
      </w:r>
      <w:r w:rsidR="00196021">
        <w:t>d</w:t>
      </w:r>
      <w:r w:rsidR="00196021" w:rsidRPr="00162DC7">
        <w:t xml:space="preserve"> the proposals and noted several requests for clarifications. Following the discussion, the expert from EIGA </w:t>
      </w:r>
      <w:r w:rsidR="00CB1BE7">
        <w:t xml:space="preserve">expressed his gratitude </w:t>
      </w:r>
      <w:r w:rsidR="00196021" w:rsidRPr="00162DC7">
        <w:t xml:space="preserve">for the feedback received and invited all experts to send him any further comments. He offered to review the proposals and to submit a revised document for consideration at the forthcoming session. </w:t>
      </w:r>
    </w:p>
    <w:p w14:paraId="6D59B672" w14:textId="77777777" w:rsidR="00196021" w:rsidRPr="00162DC7" w:rsidRDefault="00196021" w:rsidP="00196021">
      <w:pPr>
        <w:pStyle w:val="H1G"/>
        <w:kinsoku/>
        <w:overflowPunct/>
        <w:autoSpaceDE/>
        <w:autoSpaceDN/>
        <w:adjustRightInd/>
        <w:snapToGrid/>
        <w:rPr>
          <w:sz w:val="20"/>
        </w:rPr>
      </w:pPr>
      <w:r w:rsidRPr="00162DC7">
        <w:rPr>
          <w:sz w:val="20"/>
        </w:rPr>
        <w:tab/>
        <w:t>3.</w:t>
      </w:r>
      <w:r w:rsidRPr="00162DC7">
        <w:rPr>
          <w:sz w:val="20"/>
        </w:rPr>
        <w:tab/>
      </w:r>
      <w:r>
        <w:rPr>
          <w:sz w:val="20"/>
        </w:rPr>
        <w:t>Periodic inspection and test for pressure receptacles</w:t>
      </w:r>
    </w:p>
    <w:p w14:paraId="25B923F5" w14:textId="77777777" w:rsidR="00196021" w:rsidRPr="00162DC7" w:rsidRDefault="00196021" w:rsidP="00196021">
      <w:pPr>
        <w:pStyle w:val="SingleTxtG"/>
        <w:tabs>
          <w:tab w:val="left" w:pos="3402"/>
        </w:tabs>
        <w:spacing w:before="40"/>
        <w:ind w:right="0"/>
        <w:jc w:val="left"/>
      </w:pPr>
      <w:r w:rsidRPr="00162DC7">
        <w:rPr>
          <w:i/>
          <w:iCs/>
        </w:rPr>
        <w:t xml:space="preserve">Informal </w:t>
      </w:r>
      <w:r w:rsidRPr="00162DC7">
        <w:t>document</w:t>
      </w:r>
      <w:r w:rsidRPr="00162DC7">
        <w:rPr>
          <w:i/>
          <w:iCs/>
        </w:rPr>
        <w:t>:</w:t>
      </w:r>
      <w:r w:rsidRPr="00162DC7">
        <w:tab/>
        <w:t>INF.</w:t>
      </w:r>
      <w:r>
        <w:t>36</w:t>
      </w:r>
      <w:r w:rsidRPr="00162DC7">
        <w:t xml:space="preserve"> (</w:t>
      </w:r>
      <w:r>
        <w:t>France</w:t>
      </w:r>
      <w:r w:rsidRPr="00162DC7">
        <w:t>)</w:t>
      </w:r>
    </w:p>
    <w:p w14:paraId="4AA54140" w14:textId="0A2C3B16" w:rsidR="00196021" w:rsidRDefault="00BB4B59" w:rsidP="00196021">
      <w:pPr>
        <w:pStyle w:val="SingleTxtG"/>
      </w:pPr>
      <w:r>
        <w:t>70</w:t>
      </w:r>
      <w:r w:rsidR="00196021" w:rsidRPr="00162DC7">
        <w:t>.</w:t>
      </w:r>
      <w:r w:rsidR="00196021" w:rsidRPr="00162DC7">
        <w:tab/>
      </w:r>
      <w:r w:rsidR="00196021">
        <w:t>In the absence of copies of standard ISO 18119:2018, t</w:t>
      </w:r>
      <w:r w:rsidR="00196021" w:rsidRPr="00162DC7">
        <w:t xml:space="preserve">he Sub-Committee </w:t>
      </w:r>
      <w:r w:rsidR="00196021">
        <w:t>was not in the position to support the document by France proposing to amend the reference in note 3 of paragraph 6.2.1.6.1. It was agreed to resume consideration of this subject at the next session, subject to the verification of the corresponding text of the standard concerned to be provided by ISO.</w:t>
      </w:r>
    </w:p>
    <w:p w14:paraId="49744AA3" w14:textId="77777777" w:rsidR="00427AF0" w:rsidRPr="00D03B84" w:rsidRDefault="00427AF0" w:rsidP="00427AF0">
      <w:pPr>
        <w:pStyle w:val="H1G"/>
        <w:kinsoku/>
        <w:overflowPunct/>
        <w:autoSpaceDE/>
        <w:autoSpaceDN/>
        <w:adjustRightInd/>
        <w:snapToGrid/>
        <w:rPr>
          <w:sz w:val="20"/>
        </w:rPr>
      </w:pPr>
      <w:r w:rsidRPr="007D7CAD">
        <w:rPr>
          <w:sz w:val="20"/>
          <w:lang w:val="en-US"/>
        </w:rPr>
        <w:lastRenderedPageBreak/>
        <w:tab/>
      </w:r>
      <w:r w:rsidRPr="00D03B84">
        <w:rPr>
          <w:sz w:val="20"/>
        </w:rPr>
        <w:t>4.</w:t>
      </w:r>
      <w:r w:rsidRPr="00D03B84">
        <w:rPr>
          <w:sz w:val="20"/>
        </w:rPr>
        <w:tab/>
        <w:t>Use of a ring on pressure rec</w:t>
      </w:r>
      <w:r w:rsidRPr="00D03B84">
        <w:rPr>
          <w:rFonts w:eastAsia="Times New Roman"/>
          <w:sz w:val="20"/>
          <w:lang w:eastAsia="en-US"/>
        </w:rPr>
        <w:t>eptacles for engraving periodic inspection marks</w:t>
      </w:r>
    </w:p>
    <w:p w14:paraId="0D602157" w14:textId="77777777" w:rsidR="00427AF0" w:rsidRDefault="00427AF0" w:rsidP="00427AF0">
      <w:pPr>
        <w:pStyle w:val="SingleTxtG"/>
        <w:tabs>
          <w:tab w:val="left" w:pos="3402"/>
        </w:tabs>
        <w:spacing w:before="40"/>
        <w:ind w:right="0"/>
        <w:jc w:val="left"/>
        <w:rPr>
          <w:lang w:val="en-US"/>
        </w:rPr>
      </w:pPr>
      <w:r w:rsidRPr="00646FFA">
        <w:rPr>
          <w:i/>
          <w:iCs/>
          <w:lang w:val="en-US"/>
        </w:rPr>
        <w:t>Document:</w:t>
      </w:r>
      <w:r>
        <w:rPr>
          <w:lang w:val="en-US"/>
        </w:rPr>
        <w:tab/>
        <w:t>ST/SG/AC.10/C.3/2019/31 (EIGA)</w:t>
      </w:r>
    </w:p>
    <w:p w14:paraId="3BEBBD14" w14:textId="77777777" w:rsidR="00427AF0" w:rsidRDefault="00427AF0" w:rsidP="00427AF0">
      <w:pPr>
        <w:pStyle w:val="SingleTxtG"/>
        <w:tabs>
          <w:tab w:val="left" w:pos="3402"/>
        </w:tabs>
        <w:spacing w:before="40"/>
        <w:ind w:right="0"/>
        <w:jc w:val="left"/>
      </w:pPr>
      <w:r>
        <w:rPr>
          <w:i/>
          <w:iCs/>
          <w:lang w:val="en-US"/>
        </w:rPr>
        <w:t xml:space="preserve">Informal </w:t>
      </w:r>
      <w:r w:rsidRPr="00743DC3">
        <w:rPr>
          <w:lang w:val="en-US"/>
        </w:rPr>
        <w:t>document</w:t>
      </w:r>
      <w:r w:rsidRPr="00646FFA">
        <w:rPr>
          <w:i/>
          <w:iCs/>
          <w:lang w:val="en-US"/>
        </w:rPr>
        <w:t>:</w:t>
      </w:r>
      <w:r>
        <w:rPr>
          <w:lang w:val="en-US"/>
        </w:rPr>
        <w:tab/>
        <w:t>INF.47 (EIGA)</w:t>
      </w:r>
    </w:p>
    <w:p w14:paraId="5DC18420" w14:textId="5DE37FB3" w:rsidR="00427AF0" w:rsidRDefault="00BB4B59" w:rsidP="00427AF0">
      <w:pPr>
        <w:pStyle w:val="SingleTxtG"/>
      </w:pPr>
      <w:r>
        <w:t>71</w:t>
      </w:r>
      <w:r w:rsidR="00427AF0" w:rsidRPr="00F667A9">
        <w:t>.</w:t>
      </w:r>
      <w:r w:rsidR="00427AF0" w:rsidRPr="00F667A9">
        <w:tab/>
      </w:r>
      <w:r w:rsidR="00427AF0">
        <w:t xml:space="preserve">Some experts raised </w:t>
      </w:r>
      <w:r w:rsidR="00427AF0" w:rsidRPr="00F667A9">
        <w:t xml:space="preserve">concerns on the possible loss of the ring and </w:t>
      </w:r>
      <w:r w:rsidR="00427AF0">
        <w:t>the need for</w:t>
      </w:r>
      <w:r w:rsidR="00427AF0" w:rsidRPr="00F667A9">
        <w:t xml:space="preserve"> fraud prevention. </w:t>
      </w:r>
      <w:r w:rsidR="00427AF0">
        <w:t>After careful consideration, t</w:t>
      </w:r>
      <w:r w:rsidR="00427AF0" w:rsidRPr="00F667A9">
        <w:t xml:space="preserve">he Sub-Committee </w:t>
      </w:r>
      <w:r w:rsidR="00427AF0">
        <w:t xml:space="preserve">adopted the proposed amendment to 6.2.2.7.8 as reflected in </w:t>
      </w:r>
      <w:r w:rsidR="00427AF0" w:rsidRPr="00462639">
        <w:t xml:space="preserve">informal document </w:t>
      </w:r>
      <w:r w:rsidR="00427AF0">
        <w:t>INF.47 (see annex…).</w:t>
      </w:r>
    </w:p>
    <w:bookmarkEnd w:id="17"/>
    <w:p w14:paraId="40C50686" w14:textId="77777777" w:rsidR="002172B0" w:rsidRDefault="002172B0" w:rsidP="00A25C4B">
      <w:pPr>
        <w:pStyle w:val="HChG"/>
        <w:keepNext w:val="0"/>
        <w:keepLines w:val="0"/>
      </w:pPr>
      <w:r w:rsidRPr="00B7238D">
        <w:tab/>
      </w:r>
      <w:r>
        <w:t>VIII</w:t>
      </w:r>
      <w:r w:rsidRPr="00050DC8">
        <w:t>.</w:t>
      </w:r>
      <w:r w:rsidRPr="00050DC8">
        <w:tab/>
      </w:r>
      <w:r w:rsidRPr="00595336">
        <w:t xml:space="preserve">Miscellaneous proposals for amendments to the Model Regulations on the Transport of Dangerous Goods </w:t>
      </w:r>
      <w:r>
        <w:t>(agenda item 6)</w:t>
      </w:r>
    </w:p>
    <w:p w14:paraId="61980716" w14:textId="77777777" w:rsidR="002172B0" w:rsidRDefault="002172B0" w:rsidP="00A25C4B">
      <w:pPr>
        <w:pStyle w:val="H1G"/>
        <w:keepNext w:val="0"/>
        <w:keepLines w:val="0"/>
      </w:pPr>
      <w:r>
        <w:tab/>
        <w:t>A.</w:t>
      </w:r>
      <w:r>
        <w:tab/>
      </w:r>
      <w:r w:rsidRPr="00BC6897">
        <w:t>Marking and labelling</w:t>
      </w:r>
    </w:p>
    <w:p w14:paraId="2054D0FA" w14:textId="77777777" w:rsidR="002172B0" w:rsidRDefault="002172B0" w:rsidP="00A25C4B">
      <w:pPr>
        <w:pStyle w:val="H1G"/>
        <w:keepNext w:val="0"/>
        <w:keepLines w:val="0"/>
        <w:kinsoku/>
        <w:overflowPunct/>
        <w:autoSpaceDE/>
        <w:autoSpaceDN/>
        <w:adjustRightInd/>
        <w:snapToGrid/>
        <w:rPr>
          <w:sz w:val="20"/>
        </w:rPr>
      </w:pPr>
      <w:r w:rsidRPr="007D7CAD">
        <w:rPr>
          <w:sz w:val="20"/>
          <w:lang w:val="en-US"/>
        </w:rPr>
        <w:tab/>
      </w:r>
      <w:r>
        <w:rPr>
          <w:sz w:val="20"/>
          <w:lang w:val="en-US"/>
        </w:rPr>
        <w:t>1</w:t>
      </w:r>
      <w:r w:rsidRPr="00D03B84">
        <w:rPr>
          <w:sz w:val="20"/>
        </w:rPr>
        <w:t>.</w:t>
      </w:r>
      <w:r w:rsidRPr="00D03B84">
        <w:rPr>
          <w:sz w:val="20"/>
        </w:rPr>
        <w:tab/>
      </w:r>
      <w:r>
        <w:rPr>
          <w:sz w:val="20"/>
        </w:rPr>
        <w:t>Optical differentiation of labels/placards for gases</w:t>
      </w:r>
    </w:p>
    <w:p w14:paraId="70E1D591" w14:textId="77777777" w:rsidR="002172B0" w:rsidRPr="00595336" w:rsidRDefault="002172B0" w:rsidP="00A25C4B">
      <w:pPr>
        <w:pStyle w:val="SingleTxtG"/>
        <w:tabs>
          <w:tab w:val="left" w:pos="3402"/>
        </w:tabs>
        <w:spacing w:before="40"/>
        <w:ind w:left="3402" w:hanging="2268"/>
        <w:jc w:val="left"/>
        <w:rPr>
          <w:lang w:val="en-US"/>
        </w:rPr>
      </w:pPr>
      <w:r w:rsidRPr="00646FFA">
        <w:rPr>
          <w:i/>
          <w:iCs/>
          <w:lang w:val="en-US"/>
        </w:rPr>
        <w:t>Document:</w:t>
      </w:r>
      <w:r w:rsidRPr="000806CC">
        <w:rPr>
          <w:i/>
          <w:iCs/>
          <w:lang w:val="en-US"/>
        </w:rPr>
        <w:tab/>
      </w:r>
      <w:r w:rsidRPr="00595336">
        <w:rPr>
          <w:lang w:val="en-US"/>
        </w:rPr>
        <w:t>ST/SG/AC.10/C.3/2019/</w:t>
      </w:r>
      <w:r>
        <w:rPr>
          <w:lang w:val="en-US"/>
        </w:rPr>
        <w:t>19</w:t>
      </w:r>
      <w:r w:rsidRPr="00595336">
        <w:rPr>
          <w:lang w:val="en-US"/>
        </w:rPr>
        <w:t xml:space="preserve"> (</w:t>
      </w:r>
      <w:r>
        <w:rPr>
          <w:lang w:val="en-US"/>
        </w:rPr>
        <w:t>Spain, CTIF</w:t>
      </w:r>
      <w:r w:rsidRPr="00595336">
        <w:rPr>
          <w:lang w:val="en-US"/>
        </w:rPr>
        <w:t>)</w:t>
      </w:r>
    </w:p>
    <w:p w14:paraId="22CB1835" w14:textId="07F82569" w:rsidR="002172B0" w:rsidRDefault="00BB4B59" w:rsidP="00A25C4B">
      <w:pPr>
        <w:pStyle w:val="SingleTxtG"/>
      </w:pPr>
      <w:r>
        <w:t>72</w:t>
      </w:r>
      <w:r w:rsidR="002172B0" w:rsidRPr="00BC6897">
        <w:t>.</w:t>
      </w:r>
      <w:r w:rsidR="002172B0" w:rsidRPr="00BC6897">
        <w:tab/>
      </w:r>
      <w:r w:rsidR="002172B0">
        <w:t xml:space="preserve">While several experts endorsed the proposal to amend 5.2.2.2 for labels numbers 2.1 and 2.3 with respect to the symbols used, other experts underlined the need to carefully consider this important issue before taking a decision. </w:t>
      </w:r>
    </w:p>
    <w:p w14:paraId="646C7EE5" w14:textId="20BAA982" w:rsidR="002172B0" w:rsidRDefault="007B3E96" w:rsidP="00A25C4B">
      <w:pPr>
        <w:pStyle w:val="SingleTxtG"/>
      </w:pPr>
      <w:r>
        <w:t>7</w:t>
      </w:r>
      <w:r w:rsidR="00BB4B59">
        <w:t>3</w:t>
      </w:r>
      <w:r w:rsidR="002172B0">
        <w:t>.</w:t>
      </w:r>
      <w:r w:rsidR="002172B0">
        <w:tab/>
        <w:t>While recognizing that emergency response services and safety of the emergency response personnel were of the utmost importance, there was no consensus on the merits of the proposal. Several delegations indicated that there have not been reports of incidents or problems in practice and that the label or placard were not the only way available to communicate hazards. They were therefore reluctant to change a system that was considered to work well.</w:t>
      </w:r>
      <w:r w:rsidR="002172B0" w:rsidRPr="00DB0985">
        <w:t xml:space="preserve"> </w:t>
      </w:r>
      <w:r w:rsidR="002172B0">
        <w:t>The Sub-Committee was also sensitive to the remarks from government and industry representatives, regarding the impact of implementation of a new label/placard.</w:t>
      </w:r>
    </w:p>
    <w:p w14:paraId="314D08A2" w14:textId="58AC3346" w:rsidR="002172B0" w:rsidRDefault="007B3E96" w:rsidP="002172B0">
      <w:pPr>
        <w:pStyle w:val="SingleTxtG"/>
      </w:pPr>
      <w:r>
        <w:t>7</w:t>
      </w:r>
      <w:r w:rsidR="00BB4B59">
        <w:t>4</w:t>
      </w:r>
      <w:r w:rsidR="002172B0">
        <w:t>.</w:t>
      </w:r>
      <w:r w:rsidR="002172B0">
        <w:tab/>
        <w:t xml:space="preserve">On the other hand, other delegations saw merit in the proposal, </w:t>
      </w:r>
      <w:proofErr w:type="gramStart"/>
      <w:r w:rsidR="002172B0">
        <w:t>due to the fact that</w:t>
      </w:r>
      <w:proofErr w:type="gramEnd"/>
      <w:r w:rsidR="002172B0">
        <w:t xml:space="preserve"> emergency response personnel have not the same level of training or information worldwide and a clear way of distinguishing gases was considered a safety improvement. </w:t>
      </w:r>
    </w:p>
    <w:p w14:paraId="017AE0A2" w14:textId="1AED2A07" w:rsidR="002172B0" w:rsidRDefault="00BB4B59" w:rsidP="002172B0">
      <w:pPr>
        <w:pStyle w:val="SingleTxtG"/>
      </w:pPr>
      <w:r>
        <w:t>75</w:t>
      </w:r>
      <w:r w:rsidR="002172B0">
        <w:t>.</w:t>
      </w:r>
      <w:r w:rsidR="002172B0">
        <w:tab/>
        <w:t>It was proposed to develop</w:t>
      </w:r>
      <w:r w:rsidR="004F0F51">
        <w:t>, among others,</w:t>
      </w:r>
      <w:r w:rsidR="002172B0">
        <w:t xml:space="preserve"> a cost benefit analysis </w:t>
      </w:r>
      <w:proofErr w:type="gramStart"/>
      <w:r w:rsidR="002172B0">
        <w:t>taking into account</w:t>
      </w:r>
      <w:proofErr w:type="gramEnd"/>
      <w:r w:rsidR="002172B0">
        <w:t xml:space="preserve"> all aspects such as training programmes, the impact of time periods for replacement of labels on the different types of receptacles, tanks and containers. </w:t>
      </w:r>
      <w:r w:rsidR="002172B0" w:rsidRPr="00BC6897">
        <w:t xml:space="preserve">The Sub-Committee </w:t>
      </w:r>
      <w:r w:rsidR="002172B0">
        <w:t xml:space="preserve">acknowledged that this solution would be very time consuming and preferred to go in a more pragmatic way. The experts from Spain and CTIF offered to organize a correspondence group to review their proposal and to provide additional justification by an impact assessment in cooperation with the United States delegation and, thus, invited all interested delegates to join that group. </w:t>
      </w:r>
      <w:r w:rsidR="002172B0" w:rsidRPr="00BC6897">
        <w:t xml:space="preserve">The Sub-Committee </w:t>
      </w:r>
      <w:r w:rsidR="002172B0">
        <w:t xml:space="preserve">agreed to resume consideration of the proposal at its next session based on the outcome of the correspondence group. </w:t>
      </w:r>
    </w:p>
    <w:p w14:paraId="4DA2FE21" w14:textId="77777777" w:rsidR="002172B0" w:rsidRDefault="002172B0" w:rsidP="002172B0">
      <w:pPr>
        <w:pStyle w:val="H1G"/>
      </w:pPr>
      <w:r>
        <w:tab/>
        <w:t>B.</w:t>
      </w:r>
      <w:r>
        <w:tab/>
        <w:t>Packaging</w:t>
      </w:r>
    </w:p>
    <w:p w14:paraId="00FC05EB" w14:textId="77777777" w:rsidR="002172B0" w:rsidRDefault="002172B0" w:rsidP="002172B0">
      <w:pPr>
        <w:pStyle w:val="H1G"/>
        <w:kinsoku/>
        <w:overflowPunct/>
        <w:autoSpaceDE/>
        <w:autoSpaceDN/>
        <w:adjustRightInd/>
        <w:snapToGrid/>
        <w:rPr>
          <w:sz w:val="20"/>
        </w:rPr>
      </w:pPr>
      <w:r w:rsidRPr="007D7CAD">
        <w:rPr>
          <w:sz w:val="20"/>
          <w:lang w:val="en-US"/>
        </w:rPr>
        <w:tab/>
      </w:r>
      <w:r>
        <w:rPr>
          <w:sz w:val="20"/>
          <w:lang w:val="en-US"/>
        </w:rPr>
        <w:t>1</w:t>
      </w:r>
      <w:r w:rsidRPr="00D03B84">
        <w:rPr>
          <w:sz w:val="20"/>
        </w:rPr>
        <w:t>.</w:t>
      </w:r>
      <w:r w:rsidRPr="00D03B84">
        <w:rPr>
          <w:sz w:val="20"/>
        </w:rPr>
        <w:tab/>
      </w:r>
      <w:r w:rsidRPr="00082A3F">
        <w:rPr>
          <w:sz w:val="20"/>
        </w:rPr>
        <w:t>Information on the flow of dangerous goods</w:t>
      </w:r>
    </w:p>
    <w:p w14:paraId="5F7BB840" w14:textId="7F918D97" w:rsidR="002172B0" w:rsidRPr="00BF42B4" w:rsidRDefault="002172B0" w:rsidP="002172B0">
      <w:pPr>
        <w:pStyle w:val="SingleTxtG"/>
        <w:tabs>
          <w:tab w:val="left" w:pos="3402"/>
        </w:tabs>
        <w:spacing w:before="40"/>
        <w:ind w:left="3402" w:right="0" w:hanging="2268"/>
        <w:jc w:val="left"/>
        <w:rPr>
          <w:lang w:val="es-ES"/>
        </w:rPr>
      </w:pPr>
      <w:r w:rsidRPr="00BF42B4">
        <w:rPr>
          <w:i/>
          <w:iCs/>
          <w:lang w:val="es-ES"/>
        </w:rPr>
        <w:t xml:space="preserve">Informal </w:t>
      </w:r>
      <w:proofErr w:type="spellStart"/>
      <w:r w:rsidRPr="00BF42B4">
        <w:rPr>
          <w:lang w:val="es-ES"/>
        </w:rPr>
        <w:t>documents</w:t>
      </w:r>
      <w:proofErr w:type="spellEnd"/>
      <w:r w:rsidRPr="00BF42B4">
        <w:rPr>
          <w:i/>
          <w:iCs/>
          <w:lang w:val="es-ES"/>
        </w:rPr>
        <w:t>:</w:t>
      </w:r>
      <w:r w:rsidRPr="00BF42B4">
        <w:rPr>
          <w:lang w:val="es-ES"/>
        </w:rPr>
        <w:tab/>
        <w:t>INF.16 (</w:t>
      </w:r>
      <w:proofErr w:type="spellStart"/>
      <w:r w:rsidRPr="00BF42B4">
        <w:rPr>
          <w:lang w:val="es-ES"/>
        </w:rPr>
        <w:t>Canada</w:t>
      </w:r>
      <w:proofErr w:type="spellEnd"/>
      <w:r w:rsidRPr="00BF42B4">
        <w:rPr>
          <w:lang w:val="es-ES"/>
        </w:rPr>
        <w:t xml:space="preserve">, USA), INF.28 </w:t>
      </w:r>
      <w:r w:rsidRPr="00D706A5">
        <w:rPr>
          <w:lang w:val="es-ES"/>
        </w:rPr>
        <w:t>(China</w:t>
      </w:r>
      <w:r w:rsidRPr="00BF42B4">
        <w:rPr>
          <w:lang w:val="es-ES"/>
        </w:rPr>
        <w:t>) and</w:t>
      </w:r>
      <w:r w:rsidRPr="00BF42B4">
        <w:rPr>
          <w:lang w:val="es-ES"/>
        </w:rPr>
        <w:br/>
        <w:t>INF.40 (EU)</w:t>
      </w:r>
    </w:p>
    <w:p w14:paraId="28584BB7" w14:textId="5535D888" w:rsidR="002172B0" w:rsidRPr="00B22291" w:rsidRDefault="007B3E96" w:rsidP="002172B0">
      <w:pPr>
        <w:pStyle w:val="SingleTxtG"/>
      </w:pPr>
      <w:r>
        <w:lastRenderedPageBreak/>
        <w:t>7</w:t>
      </w:r>
      <w:r w:rsidR="00BB4B59">
        <w:t>6</w:t>
      </w:r>
      <w:r w:rsidR="002172B0" w:rsidRPr="00D42B20">
        <w:t>.</w:t>
      </w:r>
      <w:r w:rsidR="002172B0" w:rsidRPr="00D42B20">
        <w:tab/>
        <w:t xml:space="preserve">The Sub-Committee welcomed the presentations by Canada/USA, </w:t>
      </w:r>
      <w:r w:rsidR="002172B0" w:rsidRPr="000C7BCE">
        <w:t>China</w:t>
      </w:r>
      <w:r w:rsidR="002172B0" w:rsidRPr="00D42B20">
        <w:t xml:space="preserve"> and </w:t>
      </w:r>
      <w:r w:rsidR="002172B0">
        <w:t>the European Union</w:t>
      </w:r>
      <w:r w:rsidR="002172B0" w:rsidRPr="00D42B20">
        <w:t xml:space="preserve">. It acknowledged that different solutions </w:t>
      </w:r>
      <w:r w:rsidR="002172B0">
        <w:t xml:space="preserve">on the electronic exchange of data </w:t>
      </w:r>
      <w:r w:rsidR="002172B0" w:rsidRPr="00D42B20">
        <w:t>were currently developed in the different regions, according to their regional needs. Despite the diverging challenges in the regions (e.g. languages, platforms, exten</w:t>
      </w:r>
      <w:r w:rsidR="002172B0">
        <w:t>t</w:t>
      </w:r>
      <w:r w:rsidR="002172B0" w:rsidRPr="00D42B20">
        <w:t xml:space="preserve"> of information), the Sub-Committee agreed on the need for interregional cooperation and regular exchange of view</w:t>
      </w:r>
      <w:r w:rsidR="007311C5">
        <w:t>s</w:t>
      </w:r>
      <w:r w:rsidR="002172B0" w:rsidRPr="00D42B20">
        <w:t xml:space="preserve"> on common subjects such as data protection and </w:t>
      </w:r>
      <w:r w:rsidR="002172B0">
        <w:t xml:space="preserve">data </w:t>
      </w:r>
      <w:r w:rsidR="002172B0" w:rsidRPr="00D42B20">
        <w:t>security.</w:t>
      </w:r>
      <w:r w:rsidR="002172B0">
        <w:t xml:space="preserve"> The experts from Canada and USA invited all interested experts to join them for closer collaboration on this subject. The expert from France presented the status within the European Union. He informed the delegates that a similar discussion </w:t>
      </w:r>
      <w:r w:rsidR="00D64E28">
        <w:t xml:space="preserve">already </w:t>
      </w:r>
      <w:r w:rsidR="002172B0">
        <w:t xml:space="preserve">took place in the Joint Meeting and that some guidelines on telematics were available in document ECE/TRANS/WP.15/AC.1/2019/44. </w:t>
      </w:r>
      <w:r w:rsidR="002172B0" w:rsidRPr="00BF42B4">
        <w:t>He recalled that</w:t>
      </w:r>
      <w:r w:rsidR="002172B0">
        <w:t>,</w:t>
      </w:r>
      <w:r w:rsidR="002172B0" w:rsidRPr="00BF42B4">
        <w:t xml:space="preserve"> for the E</w:t>
      </w:r>
      <w:r w:rsidR="002172B0">
        <w:t xml:space="preserve">uropean </w:t>
      </w:r>
      <w:r w:rsidR="002172B0" w:rsidRPr="00BF42B4">
        <w:t>U</w:t>
      </w:r>
      <w:r w:rsidR="002172B0">
        <w:t>nion,</w:t>
      </w:r>
      <w:r w:rsidR="002172B0" w:rsidRPr="00BF42B4">
        <w:t xml:space="preserve"> the work</w:t>
      </w:r>
      <w:r w:rsidR="002172B0">
        <w:t xml:space="preserve"> going</w:t>
      </w:r>
      <w:r w:rsidR="002172B0" w:rsidRPr="00BF42B4">
        <w:t xml:space="preserve"> beyond an experimental project </w:t>
      </w:r>
      <w:r w:rsidR="002172B0">
        <w:t xml:space="preserve">was </w:t>
      </w:r>
      <w:r w:rsidR="002172B0" w:rsidRPr="00BF42B4">
        <w:t>aimed at developing a regulatory framework.</w:t>
      </w:r>
    </w:p>
    <w:p w14:paraId="4CC99C6A" w14:textId="77777777" w:rsidR="002172B0" w:rsidRDefault="002172B0" w:rsidP="002172B0">
      <w:pPr>
        <w:pStyle w:val="H1G"/>
        <w:kinsoku/>
        <w:overflowPunct/>
        <w:autoSpaceDE/>
        <w:autoSpaceDN/>
        <w:adjustRightInd/>
        <w:snapToGrid/>
        <w:rPr>
          <w:sz w:val="20"/>
        </w:rPr>
      </w:pPr>
      <w:r w:rsidRPr="007D7CAD">
        <w:rPr>
          <w:sz w:val="20"/>
          <w:lang w:val="en-US"/>
        </w:rPr>
        <w:tab/>
      </w:r>
      <w:r>
        <w:rPr>
          <w:sz w:val="20"/>
          <w:lang w:val="en-US"/>
        </w:rPr>
        <w:t>2</w:t>
      </w:r>
      <w:r w:rsidRPr="00D03B84">
        <w:rPr>
          <w:sz w:val="20"/>
        </w:rPr>
        <w:t>.</w:t>
      </w:r>
      <w:r w:rsidRPr="00D03B84">
        <w:rPr>
          <w:sz w:val="20"/>
        </w:rPr>
        <w:tab/>
      </w:r>
      <w:r>
        <w:rPr>
          <w:lang w:val="en-US"/>
        </w:rPr>
        <w:t>Alternative service equipment, arrangements and methods of inspection and testing of IBCs</w:t>
      </w:r>
    </w:p>
    <w:p w14:paraId="6D82607A" w14:textId="77777777" w:rsidR="002172B0" w:rsidRDefault="002172B0" w:rsidP="002172B0">
      <w:pPr>
        <w:pStyle w:val="SingleTxtG"/>
        <w:tabs>
          <w:tab w:val="left" w:pos="3402"/>
        </w:tabs>
        <w:spacing w:before="40"/>
        <w:ind w:left="3402" w:right="0" w:hanging="2268"/>
        <w:jc w:val="left"/>
        <w:rPr>
          <w:lang w:val="en-US"/>
        </w:rPr>
      </w:pPr>
      <w:r w:rsidRPr="00646FFA">
        <w:rPr>
          <w:i/>
          <w:iCs/>
          <w:lang w:val="en-US"/>
        </w:rPr>
        <w:t>Document:</w:t>
      </w:r>
      <w:r w:rsidRPr="000806CC">
        <w:rPr>
          <w:i/>
          <w:iCs/>
          <w:lang w:val="en-US"/>
        </w:rPr>
        <w:tab/>
      </w:r>
      <w:r w:rsidRPr="00595336">
        <w:rPr>
          <w:lang w:val="en-US"/>
        </w:rPr>
        <w:t>ST/SG/AC.10/C.3/2019/</w:t>
      </w:r>
      <w:r>
        <w:rPr>
          <w:lang w:val="en-US"/>
        </w:rPr>
        <w:t>5</w:t>
      </w:r>
      <w:r w:rsidRPr="00595336">
        <w:rPr>
          <w:lang w:val="en-US"/>
        </w:rPr>
        <w:t xml:space="preserve"> (</w:t>
      </w:r>
      <w:r>
        <w:rPr>
          <w:lang w:val="en-US"/>
        </w:rPr>
        <w:t>Germany</w:t>
      </w:r>
      <w:r w:rsidRPr="00595336">
        <w:rPr>
          <w:lang w:val="en-US"/>
        </w:rPr>
        <w:t>)</w:t>
      </w:r>
    </w:p>
    <w:p w14:paraId="3DBC1D95" w14:textId="788304D9" w:rsidR="002172B0" w:rsidRDefault="00BB4B59" w:rsidP="002172B0">
      <w:pPr>
        <w:pStyle w:val="SingleTxtG"/>
      </w:pPr>
      <w:r>
        <w:t>77</w:t>
      </w:r>
      <w:r w:rsidR="002172B0" w:rsidRPr="00D42B20">
        <w:t>.</w:t>
      </w:r>
      <w:r w:rsidR="002172B0" w:rsidRPr="00D42B20">
        <w:tab/>
      </w:r>
      <w:r w:rsidR="002172B0" w:rsidRPr="00342C04">
        <w:t>After it</w:t>
      </w:r>
      <w:r w:rsidR="002172B0">
        <w:t xml:space="preserve"> </w:t>
      </w:r>
      <w:r w:rsidR="002172B0" w:rsidRPr="00342C04">
        <w:t>was clarified that s</w:t>
      </w:r>
      <w:r w:rsidR="002172B0">
        <w:t>ervice equipment was included in the scope of the proposal, the document was adopted as amended (see annex)</w:t>
      </w:r>
    </w:p>
    <w:p w14:paraId="74C7C14E" w14:textId="77777777" w:rsidR="002172B0" w:rsidRDefault="002172B0" w:rsidP="002172B0">
      <w:pPr>
        <w:pStyle w:val="H1G"/>
        <w:kinsoku/>
        <w:overflowPunct/>
        <w:autoSpaceDE/>
        <w:autoSpaceDN/>
        <w:adjustRightInd/>
        <w:snapToGrid/>
        <w:rPr>
          <w:sz w:val="20"/>
        </w:rPr>
      </w:pPr>
      <w:r w:rsidRPr="007D7CAD">
        <w:rPr>
          <w:sz w:val="20"/>
          <w:lang w:val="en-US"/>
        </w:rPr>
        <w:tab/>
      </w:r>
      <w:r>
        <w:rPr>
          <w:sz w:val="20"/>
          <w:lang w:val="en-US"/>
        </w:rPr>
        <w:t>3</w:t>
      </w:r>
      <w:r w:rsidRPr="00D03B84">
        <w:rPr>
          <w:sz w:val="20"/>
        </w:rPr>
        <w:t>.</w:t>
      </w:r>
      <w:r w:rsidRPr="00D03B84">
        <w:rPr>
          <w:sz w:val="20"/>
        </w:rPr>
        <w:tab/>
      </w:r>
      <w:r>
        <w:rPr>
          <w:lang w:val="en-US"/>
        </w:rPr>
        <w:t>Permitted period of use for composite IBCs with plastic inner receptacle</w:t>
      </w:r>
    </w:p>
    <w:p w14:paraId="2E4FC7EC" w14:textId="77777777" w:rsidR="002172B0" w:rsidRDefault="002172B0" w:rsidP="002172B0">
      <w:pPr>
        <w:pStyle w:val="SingleTxtG"/>
        <w:tabs>
          <w:tab w:val="left" w:pos="3402"/>
        </w:tabs>
        <w:spacing w:before="40"/>
        <w:ind w:left="3402" w:right="0" w:hanging="2268"/>
        <w:jc w:val="left"/>
        <w:rPr>
          <w:lang w:val="en-US"/>
        </w:rPr>
      </w:pPr>
      <w:r w:rsidRPr="00646FFA">
        <w:rPr>
          <w:i/>
          <w:iCs/>
          <w:lang w:val="en-US"/>
        </w:rPr>
        <w:t>Document:</w:t>
      </w:r>
      <w:r w:rsidRPr="000806CC">
        <w:rPr>
          <w:i/>
          <w:iCs/>
          <w:lang w:val="en-US"/>
        </w:rPr>
        <w:tab/>
      </w:r>
      <w:r w:rsidRPr="00595336">
        <w:rPr>
          <w:lang w:val="en-US"/>
        </w:rPr>
        <w:t>ST/SG/AC.10/C.3/2019/</w:t>
      </w:r>
      <w:r>
        <w:rPr>
          <w:lang w:val="en-US"/>
        </w:rPr>
        <w:t>24</w:t>
      </w:r>
      <w:r w:rsidRPr="00595336">
        <w:rPr>
          <w:lang w:val="en-US"/>
        </w:rPr>
        <w:t xml:space="preserve"> (</w:t>
      </w:r>
      <w:r>
        <w:rPr>
          <w:lang w:val="en-US"/>
        </w:rPr>
        <w:t>Belgium</w:t>
      </w:r>
      <w:r w:rsidRPr="00595336">
        <w:rPr>
          <w:lang w:val="en-US"/>
        </w:rPr>
        <w:t>)</w:t>
      </w:r>
    </w:p>
    <w:p w14:paraId="45B56281" w14:textId="33C83FEF" w:rsidR="002172B0" w:rsidRDefault="007B3E96" w:rsidP="002172B0">
      <w:pPr>
        <w:pStyle w:val="SingleTxtG"/>
      </w:pPr>
      <w:r>
        <w:t>7</w:t>
      </w:r>
      <w:r w:rsidR="00BB4B59">
        <w:t>8</w:t>
      </w:r>
      <w:r w:rsidR="002172B0" w:rsidRPr="00D42B20">
        <w:t>.</w:t>
      </w:r>
      <w:r w:rsidR="002172B0" w:rsidRPr="00D42B20">
        <w:tab/>
      </w:r>
      <w:r w:rsidR="002172B0">
        <w:t xml:space="preserve">Most delegates acknowledged that the proposed Note clarified the original intent of 4.1.1.15 and that in the case of composite IBCs, the term receptacle was referring to the inner receptacle. </w:t>
      </w:r>
      <w:r w:rsidR="002172B0" w:rsidRPr="00D42B20">
        <w:t xml:space="preserve">The Sub-Committee </w:t>
      </w:r>
      <w:r w:rsidR="002172B0">
        <w:t xml:space="preserve">adopted the proposal by </w:t>
      </w:r>
      <w:r w:rsidR="002172B0" w:rsidRPr="00074D8E">
        <w:t>majority</w:t>
      </w:r>
      <w:r w:rsidR="002172B0">
        <w:t xml:space="preserve"> (see annex).</w:t>
      </w:r>
    </w:p>
    <w:p w14:paraId="004E89B1" w14:textId="62C284CA" w:rsidR="002172B0" w:rsidRPr="00250E30" w:rsidRDefault="002172B0" w:rsidP="002172B0">
      <w:pPr>
        <w:pStyle w:val="H1G"/>
        <w:kinsoku/>
        <w:overflowPunct/>
        <w:autoSpaceDE/>
        <w:autoSpaceDN/>
        <w:adjustRightInd/>
        <w:snapToGrid/>
        <w:rPr>
          <w:sz w:val="20"/>
        </w:rPr>
      </w:pPr>
      <w:r w:rsidRPr="00250E30">
        <w:rPr>
          <w:sz w:val="20"/>
          <w:lang w:val="en-US"/>
        </w:rPr>
        <w:tab/>
        <w:t>4</w:t>
      </w:r>
      <w:r w:rsidRPr="00250E30">
        <w:rPr>
          <w:sz w:val="20"/>
        </w:rPr>
        <w:t>.</w:t>
      </w:r>
      <w:r w:rsidRPr="00250E30">
        <w:rPr>
          <w:sz w:val="20"/>
        </w:rPr>
        <w:tab/>
        <w:t xml:space="preserve">Packing </w:t>
      </w:r>
      <w:proofErr w:type="gramStart"/>
      <w:r w:rsidRPr="00250E30">
        <w:rPr>
          <w:sz w:val="20"/>
        </w:rPr>
        <w:t>group</w:t>
      </w:r>
      <w:proofErr w:type="gramEnd"/>
      <w:r w:rsidRPr="00250E30">
        <w:rPr>
          <w:sz w:val="20"/>
        </w:rPr>
        <w:t xml:space="preserve"> I for liquids packed in metal IBCs</w:t>
      </w:r>
    </w:p>
    <w:p w14:paraId="6004FBC7" w14:textId="77777777" w:rsidR="002172B0" w:rsidRDefault="002172B0" w:rsidP="002172B0">
      <w:pPr>
        <w:pStyle w:val="SingleTxtG"/>
        <w:tabs>
          <w:tab w:val="left" w:pos="3402"/>
        </w:tabs>
        <w:spacing w:before="40"/>
        <w:ind w:left="3402" w:hanging="2268"/>
        <w:jc w:val="left"/>
        <w:rPr>
          <w:lang w:val="en-US"/>
        </w:rPr>
      </w:pPr>
      <w:r w:rsidRPr="00646FFA">
        <w:rPr>
          <w:i/>
          <w:iCs/>
          <w:lang w:val="en-US"/>
        </w:rPr>
        <w:t>Document:</w:t>
      </w:r>
      <w:r w:rsidRPr="000806CC">
        <w:rPr>
          <w:i/>
          <w:iCs/>
          <w:lang w:val="en-US"/>
        </w:rPr>
        <w:tab/>
      </w:r>
      <w:r w:rsidRPr="00595336">
        <w:rPr>
          <w:lang w:val="en-US"/>
        </w:rPr>
        <w:t>ST/SG/AC.10/C.3/2019/</w:t>
      </w:r>
      <w:r>
        <w:rPr>
          <w:lang w:val="en-US"/>
        </w:rPr>
        <w:t>25</w:t>
      </w:r>
      <w:r w:rsidRPr="00595336">
        <w:rPr>
          <w:lang w:val="en-US"/>
        </w:rPr>
        <w:t xml:space="preserve"> (</w:t>
      </w:r>
      <w:r>
        <w:rPr>
          <w:lang w:val="en-US"/>
        </w:rPr>
        <w:t>SSCA</w:t>
      </w:r>
      <w:r w:rsidRPr="00595336">
        <w:rPr>
          <w:lang w:val="en-US"/>
        </w:rPr>
        <w:t>)</w:t>
      </w:r>
    </w:p>
    <w:p w14:paraId="3A3BEF24" w14:textId="5B6D1312" w:rsidR="002172B0" w:rsidRPr="00595336" w:rsidRDefault="00BB4B59" w:rsidP="002172B0">
      <w:pPr>
        <w:pStyle w:val="SingleTxtG"/>
        <w:rPr>
          <w:lang w:val="en-US"/>
        </w:rPr>
      </w:pPr>
      <w:r>
        <w:t>79</w:t>
      </w:r>
      <w:r w:rsidR="002172B0" w:rsidRPr="00F667A9">
        <w:t>.</w:t>
      </w:r>
      <w:r w:rsidR="002172B0" w:rsidRPr="00F667A9">
        <w:tab/>
      </w:r>
      <w:r w:rsidR="002172B0">
        <w:t xml:space="preserve">Most experts who spoke underlined the need for more data justifying not only the capability of metal IBCs but also on the substances and quantities addressed. It was also stated that further work should be done on the assessment method and criteria of such metal IBCs, </w:t>
      </w:r>
      <w:proofErr w:type="gramStart"/>
      <w:r w:rsidR="002172B0">
        <w:t>taking into account</w:t>
      </w:r>
      <w:proofErr w:type="gramEnd"/>
      <w:r w:rsidR="002172B0">
        <w:t xml:space="preserve"> possible hazards and risks. The expert from SSCA volunteered to revise his proposal in this respect and to prepare a new document for consideration at the next session.</w:t>
      </w:r>
    </w:p>
    <w:p w14:paraId="285204E2" w14:textId="77777777" w:rsidR="002172B0" w:rsidRPr="00250E30" w:rsidRDefault="002172B0" w:rsidP="002172B0">
      <w:pPr>
        <w:pStyle w:val="H1G"/>
        <w:kinsoku/>
        <w:overflowPunct/>
        <w:autoSpaceDE/>
        <w:autoSpaceDN/>
        <w:adjustRightInd/>
        <w:snapToGrid/>
        <w:rPr>
          <w:sz w:val="20"/>
        </w:rPr>
      </w:pPr>
      <w:r w:rsidRPr="00250E30">
        <w:rPr>
          <w:sz w:val="20"/>
          <w:lang w:val="en-US"/>
        </w:rPr>
        <w:tab/>
      </w:r>
      <w:r>
        <w:rPr>
          <w:sz w:val="20"/>
          <w:lang w:val="en-US"/>
        </w:rPr>
        <w:t>5</w:t>
      </w:r>
      <w:r w:rsidRPr="00250E30">
        <w:rPr>
          <w:sz w:val="20"/>
        </w:rPr>
        <w:t>.</w:t>
      </w:r>
      <w:r w:rsidRPr="00250E30">
        <w:rPr>
          <w:sz w:val="20"/>
        </w:rPr>
        <w:tab/>
        <w:t>Packaging performance testing for articles with the potential to produce excessive heat</w:t>
      </w:r>
    </w:p>
    <w:p w14:paraId="6D920C8B" w14:textId="77777777" w:rsidR="002172B0" w:rsidRPr="00595336" w:rsidRDefault="002172B0" w:rsidP="002172B0">
      <w:pPr>
        <w:pStyle w:val="SingleTxtG"/>
        <w:tabs>
          <w:tab w:val="left" w:pos="3402"/>
        </w:tabs>
        <w:spacing w:before="40"/>
        <w:ind w:left="3402" w:hanging="2268"/>
        <w:jc w:val="left"/>
        <w:rPr>
          <w:lang w:val="en-US"/>
        </w:rPr>
      </w:pPr>
      <w:r w:rsidRPr="00646FFA">
        <w:rPr>
          <w:i/>
          <w:iCs/>
          <w:lang w:val="en-US"/>
        </w:rPr>
        <w:t>Document:</w:t>
      </w:r>
      <w:r w:rsidRPr="000806CC">
        <w:rPr>
          <w:i/>
          <w:iCs/>
          <w:lang w:val="en-US"/>
        </w:rPr>
        <w:tab/>
      </w:r>
      <w:r w:rsidRPr="00595336">
        <w:rPr>
          <w:lang w:val="en-US"/>
        </w:rPr>
        <w:t>ST/SG/AC.10/C.3/2019/3</w:t>
      </w:r>
      <w:r>
        <w:rPr>
          <w:lang w:val="en-US"/>
        </w:rPr>
        <w:t>0</w:t>
      </w:r>
      <w:r w:rsidRPr="00595336">
        <w:rPr>
          <w:lang w:val="en-US"/>
        </w:rPr>
        <w:t xml:space="preserve"> (</w:t>
      </w:r>
      <w:r>
        <w:rPr>
          <w:lang w:val="en-US"/>
        </w:rPr>
        <w:t>United Kingdom</w:t>
      </w:r>
      <w:r w:rsidRPr="00595336">
        <w:rPr>
          <w:lang w:val="en-US"/>
        </w:rPr>
        <w:t>)</w:t>
      </w:r>
    </w:p>
    <w:p w14:paraId="16F8246A" w14:textId="77777777" w:rsidR="002172B0" w:rsidRDefault="002172B0" w:rsidP="002172B0">
      <w:pPr>
        <w:pStyle w:val="SingleTxtG"/>
        <w:tabs>
          <w:tab w:val="left" w:pos="3402"/>
        </w:tabs>
        <w:spacing w:before="40"/>
        <w:ind w:right="0"/>
        <w:jc w:val="left"/>
      </w:pPr>
      <w:r>
        <w:rPr>
          <w:i/>
          <w:iCs/>
          <w:lang w:val="en-US"/>
        </w:rPr>
        <w:t xml:space="preserve">Informal </w:t>
      </w:r>
      <w:r w:rsidRPr="00743DC3">
        <w:rPr>
          <w:lang w:val="en-US"/>
        </w:rPr>
        <w:t>document</w:t>
      </w:r>
      <w:r>
        <w:rPr>
          <w:lang w:val="en-US"/>
        </w:rPr>
        <w:t>s</w:t>
      </w:r>
      <w:r w:rsidRPr="00646FFA">
        <w:rPr>
          <w:i/>
          <w:iCs/>
          <w:lang w:val="en-US"/>
        </w:rPr>
        <w:t>:</w:t>
      </w:r>
      <w:r>
        <w:rPr>
          <w:lang w:val="en-US"/>
        </w:rPr>
        <w:tab/>
        <w:t>INF.8 and INF.9 (United Kingdom)</w:t>
      </w:r>
    </w:p>
    <w:p w14:paraId="4899A9FC" w14:textId="3DA3E5D9" w:rsidR="002172B0" w:rsidRDefault="00BB4B59" w:rsidP="002172B0">
      <w:pPr>
        <w:pStyle w:val="SingleTxtG"/>
      </w:pPr>
      <w:r>
        <w:t>80</w:t>
      </w:r>
      <w:r w:rsidR="002172B0" w:rsidRPr="00852D0E">
        <w:t>.</w:t>
      </w:r>
      <w:r w:rsidR="002172B0" w:rsidRPr="00852D0E">
        <w:tab/>
      </w:r>
      <w:r w:rsidR="002172B0">
        <w:t>Most experts welcomed the initiative by the United Kingdom to supplement the existing packaging performance tests in chapters 6.1. and 6.3 with additional tests for articles with the potential to produce excessive heat</w:t>
      </w:r>
      <w:r w:rsidR="002172B0" w:rsidRPr="00852D0E">
        <w:t xml:space="preserve">. </w:t>
      </w:r>
      <w:r w:rsidR="002172B0">
        <w:t xml:space="preserve">It was agreed that some further work </w:t>
      </w:r>
      <w:proofErr w:type="gramStart"/>
      <w:r w:rsidR="002172B0">
        <w:t>has to</w:t>
      </w:r>
      <w:proofErr w:type="gramEnd"/>
      <w:r w:rsidR="002172B0">
        <w:t xml:space="preserve"> be done. The expert from RECHARGE offered to share with the United Kingdom information on the ongoing work of SAE standardization group on </w:t>
      </w:r>
      <w:proofErr w:type="spellStart"/>
      <w:r w:rsidR="002172B0">
        <w:t>packagings</w:t>
      </w:r>
      <w:proofErr w:type="spellEnd"/>
      <w:r w:rsidR="002172B0">
        <w:t xml:space="preserve"> (G27). The Chair invited </w:t>
      </w:r>
      <w:r w:rsidR="002172B0">
        <w:lastRenderedPageBreak/>
        <w:t>all experts to provide the expert from United Kingdom with their comments and possible data on this subject. Before taking a decision on the best way forward, t</w:t>
      </w:r>
      <w:r w:rsidR="002172B0" w:rsidRPr="00852D0E">
        <w:t>he Sub-Committee</w:t>
      </w:r>
      <w:r w:rsidR="002172B0">
        <w:t xml:space="preserve"> recommended to resume consideration </w:t>
      </w:r>
      <w:proofErr w:type="gramStart"/>
      <w:r w:rsidR="002172B0">
        <w:t>on the basis of</w:t>
      </w:r>
      <w:proofErr w:type="gramEnd"/>
      <w:r w:rsidR="002172B0">
        <w:t xml:space="preserve"> more detailed information on packaging types, possible articles, risks and hazards, etc. </w:t>
      </w:r>
    </w:p>
    <w:p w14:paraId="4A1AFA38" w14:textId="77777777" w:rsidR="002172B0" w:rsidRDefault="002172B0" w:rsidP="002172B0">
      <w:pPr>
        <w:pStyle w:val="H1G"/>
        <w:kinsoku/>
        <w:overflowPunct/>
        <w:autoSpaceDE/>
        <w:autoSpaceDN/>
        <w:adjustRightInd/>
        <w:snapToGrid/>
        <w:rPr>
          <w:sz w:val="20"/>
        </w:rPr>
      </w:pPr>
      <w:r w:rsidRPr="007D7CAD">
        <w:rPr>
          <w:sz w:val="20"/>
          <w:lang w:val="en-US"/>
        </w:rPr>
        <w:tab/>
      </w:r>
      <w:r w:rsidRPr="00ED7659">
        <w:rPr>
          <w:sz w:val="20"/>
        </w:rPr>
        <w:t>6</w:t>
      </w:r>
      <w:r w:rsidRPr="00D03B84">
        <w:rPr>
          <w:sz w:val="20"/>
        </w:rPr>
        <w:t>.</w:t>
      </w:r>
      <w:r w:rsidRPr="00D03B84">
        <w:rPr>
          <w:sz w:val="20"/>
        </w:rPr>
        <w:tab/>
      </w:r>
      <w:r w:rsidRPr="00ED7659">
        <w:rPr>
          <w:sz w:val="20"/>
        </w:rPr>
        <w:t>Rigid packing, intermediate bulk containers (IBCs) and large packaging – Use of recycled plastics material</w:t>
      </w:r>
    </w:p>
    <w:p w14:paraId="07FE0FBD" w14:textId="77777777" w:rsidR="002172B0" w:rsidRDefault="002172B0" w:rsidP="002172B0">
      <w:pPr>
        <w:pStyle w:val="SingleTxtG"/>
        <w:tabs>
          <w:tab w:val="left" w:pos="3402"/>
        </w:tabs>
        <w:spacing w:before="40"/>
        <w:ind w:right="0"/>
        <w:jc w:val="left"/>
      </w:pPr>
      <w:r>
        <w:rPr>
          <w:i/>
          <w:iCs/>
          <w:lang w:val="en-US"/>
        </w:rPr>
        <w:t xml:space="preserve">Informal </w:t>
      </w:r>
      <w:r w:rsidRPr="00743DC3">
        <w:rPr>
          <w:lang w:val="en-US"/>
        </w:rPr>
        <w:t>document</w:t>
      </w:r>
      <w:r w:rsidRPr="00646FFA">
        <w:rPr>
          <w:i/>
          <w:iCs/>
          <w:lang w:val="en-US"/>
        </w:rPr>
        <w:t>:</w:t>
      </w:r>
      <w:r>
        <w:rPr>
          <w:lang w:val="en-US"/>
        </w:rPr>
        <w:tab/>
        <w:t>INF.23 (ICPP)</w:t>
      </w:r>
    </w:p>
    <w:p w14:paraId="38AE6D86" w14:textId="53B5834F" w:rsidR="002172B0" w:rsidRDefault="00BB4B59" w:rsidP="002172B0">
      <w:pPr>
        <w:pStyle w:val="SingleTxtG"/>
      </w:pPr>
      <w:r>
        <w:t>81</w:t>
      </w:r>
      <w:r w:rsidR="002172B0" w:rsidRPr="00D42B20">
        <w:t>.</w:t>
      </w:r>
      <w:r w:rsidR="002172B0" w:rsidRPr="00D42B20">
        <w:tab/>
      </w:r>
      <w:r w:rsidR="002172B0">
        <w:t>T</w:t>
      </w:r>
      <w:r w:rsidR="002172B0" w:rsidRPr="00852D0E">
        <w:t>he Sub-Committee</w:t>
      </w:r>
      <w:r w:rsidR="002172B0">
        <w:t xml:space="preserve"> noted ICPP's intention to propose certain amendments to the Model Regulation provisions as they affect the use of recycle plastic material. All interested delegations were invited to send their comments to the expert from ICPP. It was agreed to have a more detailed exchange of views on this subject at the next session </w:t>
      </w:r>
      <w:proofErr w:type="gramStart"/>
      <w:r w:rsidR="002172B0">
        <w:t>on the basis of</w:t>
      </w:r>
      <w:proofErr w:type="gramEnd"/>
      <w:r w:rsidR="002172B0">
        <w:t xml:space="preserve"> a new document.</w:t>
      </w:r>
    </w:p>
    <w:p w14:paraId="16AC796F" w14:textId="77777777" w:rsidR="002172B0" w:rsidRDefault="002172B0" w:rsidP="002172B0">
      <w:pPr>
        <w:pStyle w:val="H1G"/>
        <w:kinsoku/>
        <w:overflowPunct/>
        <w:autoSpaceDE/>
        <w:autoSpaceDN/>
        <w:adjustRightInd/>
        <w:snapToGrid/>
        <w:rPr>
          <w:sz w:val="20"/>
        </w:rPr>
      </w:pPr>
      <w:r w:rsidRPr="007D7CAD">
        <w:rPr>
          <w:sz w:val="20"/>
          <w:lang w:val="en-US"/>
        </w:rPr>
        <w:tab/>
      </w:r>
      <w:r>
        <w:rPr>
          <w:sz w:val="20"/>
          <w:lang w:val="en-US"/>
        </w:rPr>
        <w:t>7</w:t>
      </w:r>
      <w:r w:rsidRPr="00D03B84">
        <w:rPr>
          <w:sz w:val="20"/>
        </w:rPr>
        <w:t>.</w:t>
      </w:r>
      <w:r w:rsidRPr="00D03B84">
        <w:rPr>
          <w:sz w:val="20"/>
        </w:rPr>
        <w:tab/>
      </w:r>
      <w:r w:rsidRPr="00595336">
        <w:rPr>
          <w:sz w:val="20"/>
        </w:rPr>
        <w:t>Applicability of packing instruction LP906</w:t>
      </w:r>
    </w:p>
    <w:p w14:paraId="71BB634C" w14:textId="77777777" w:rsidR="002172B0" w:rsidRPr="00595336" w:rsidRDefault="002172B0" w:rsidP="002172B0">
      <w:pPr>
        <w:pStyle w:val="SingleTxtG"/>
        <w:tabs>
          <w:tab w:val="left" w:pos="3402"/>
        </w:tabs>
        <w:spacing w:before="40"/>
        <w:ind w:left="3402" w:hanging="2268"/>
        <w:jc w:val="left"/>
        <w:rPr>
          <w:lang w:val="en-US"/>
        </w:rPr>
      </w:pPr>
      <w:r w:rsidRPr="00646FFA">
        <w:rPr>
          <w:i/>
          <w:iCs/>
          <w:lang w:val="en-US"/>
        </w:rPr>
        <w:t>Document:</w:t>
      </w:r>
      <w:r w:rsidRPr="000806CC">
        <w:rPr>
          <w:i/>
          <w:iCs/>
          <w:lang w:val="en-US"/>
        </w:rPr>
        <w:tab/>
      </w:r>
      <w:r w:rsidRPr="00595336">
        <w:rPr>
          <w:lang w:val="en-US"/>
        </w:rPr>
        <w:t>ST/SG/AC.10/C.3/2019/</w:t>
      </w:r>
      <w:r>
        <w:rPr>
          <w:lang w:val="en-US"/>
        </w:rPr>
        <w:t>2</w:t>
      </w:r>
      <w:r w:rsidRPr="00595336">
        <w:rPr>
          <w:lang w:val="en-US"/>
        </w:rPr>
        <w:t>3 (RECHARGE, OICA, PRBA, COSTHA)</w:t>
      </w:r>
    </w:p>
    <w:p w14:paraId="3CDD61DB" w14:textId="77777777" w:rsidR="002172B0" w:rsidRDefault="002172B0" w:rsidP="002172B0">
      <w:pPr>
        <w:pStyle w:val="SingleTxtG"/>
        <w:tabs>
          <w:tab w:val="left" w:pos="3402"/>
        </w:tabs>
        <w:spacing w:before="40"/>
        <w:ind w:right="0"/>
        <w:jc w:val="left"/>
      </w:pPr>
      <w:r>
        <w:rPr>
          <w:i/>
          <w:iCs/>
          <w:lang w:val="en-US"/>
        </w:rPr>
        <w:t xml:space="preserve">Informal </w:t>
      </w:r>
      <w:r w:rsidRPr="00743DC3">
        <w:rPr>
          <w:lang w:val="en-US"/>
        </w:rPr>
        <w:t>document</w:t>
      </w:r>
      <w:r w:rsidRPr="00646FFA">
        <w:rPr>
          <w:i/>
          <w:iCs/>
          <w:lang w:val="en-US"/>
        </w:rPr>
        <w:t>:</w:t>
      </w:r>
      <w:r>
        <w:rPr>
          <w:lang w:val="en-US"/>
        </w:rPr>
        <w:tab/>
        <w:t>INF.51 (</w:t>
      </w:r>
      <w:r w:rsidRPr="00595336">
        <w:rPr>
          <w:lang w:val="en-US"/>
        </w:rPr>
        <w:t>RECHARGE, OICA, PRBA, COSTHA</w:t>
      </w:r>
      <w:r>
        <w:rPr>
          <w:lang w:val="en-US"/>
        </w:rPr>
        <w:t>)</w:t>
      </w:r>
    </w:p>
    <w:p w14:paraId="13FFE328" w14:textId="413180B8" w:rsidR="002172B0" w:rsidRDefault="00BB4B59" w:rsidP="002172B0">
      <w:pPr>
        <w:pStyle w:val="SingleTxtG"/>
      </w:pPr>
      <w:r>
        <w:t>82</w:t>
      </w:r>
      <w:r w:rsidR="002172B0" w:rsidRPr="00302D44">
        <w:tab/>
      </w:r>
      <w:r w:rsidR="002172B0">
        <w:t>There was</w:t>
      </w:r>
      <w:r w:rsidR="002172B0" w:rsidRPr="00302D44">
        <w:t xml:space="preserve"> general consent on the need to clarify packing instruction </w:t>
      </w:r>
      <w:proofErr w:type="gramStart"/>
      <w:r w:rsidR="002172B0" w:rsidRPr="00302D44">
        <w:t>LP906</w:t>
      </w:r>
      <w:proofErr w:type="gramEnd"/>
      <w:r w:rsidR="002172B0" w:rsidRPr="00302D44">
        <w:t xml:space="preserve"> but </w:t>
      </w:r>
      <w:r w:rsidR="002172B0">
        <w:t>t</w:t>
      </w:r>
      <w:r w:rsidR="002172B0" w:rsidRPr="00852D0E">
        <w:t>he Sub-Committee</w:t>
      </w:r>
      <w:r w:rsidR="002172B0">
        <w:t xml:space="preserve"> </w:t>
      </w:r>
      <w:r w:rsidR="002172B0" w:rsidRPr="00302D44">
        <w:t xml:space="preserve">could </w:t>
      </w:r>
      <w:r w:rsidR="002172B0">
        <w:t xml:space="preserve">not </w:t>
      </w:r>
      <w:r w:rsidR="002172B0" w:rsidRPr="00302D44">
        <w:t xml:space="preserve">find a common position on the proposed options. </w:t>
      </w:r>
      <w:r w:rsidR="002172B0">
        <w:t>Noting that some further amendments were necessary, t</w:t>
      </w:r>
      <w:r w:rsidR="002172B0" w:rsidRPr="00852D0E">
        <w:t>he Sub-Committee</w:t>
      </w:r>
      <w:r w:rsidR="002172B0">
        <w:t xml:space="preserve"> recommended to resume consideration </w:t>
      </w:r>
      <w:proofErr w:type="gramStart"/>
      <w:r w:rsidR="002172B0">
        <w:t>on the basis of</w:t>
      </w:r>
      <w:proofErr w:type="gramEnd"/>
      <w:r w:rsidR="002172B0">
        <w:t xml:space="preserve"> a revised document by the authors for consideration at the next session, taking into account the comments received.</w:t>
      </w:r>
    </w:p>
    <w:p w14:paraId="332E5E9D" w14:textId="77777777" w:rsidR="002172B0" w:rsidRPr="00166508" w:rsidRDefault="002172B0" w:rsidP="002172B0">
      <w:pPr>
        <w:pStyle w:val="H1G"/>
        <w:kinsoku/>
        <w:overflowPunct/>
        <w:autoSpaceDE/>
        <w:autoSpaceDN/>
        <w:adjustRightInd/>
        <w:snapToGrid/>
        <w:rPr>
          <w:sz w:val="20"/>
        </w:rPr>
      </w:pPr>
      <w:r w:rsidRPr="007D7CAD">
        <w:rPr>
          <w:sz w:val="20"/>
          <w:lang w:val="en-US"/>
        </w:rPr>
        <w:tab/>
      </w:r>
      <w:r>
        <w:rPr>
          <w:sz w:val="20"/>
          <w:lang w:val="en-US"/>
        </w:rPr>
        <w:t>8</w:t>
      </w:r>
      <w:r w:rsidRPr="00166508">
        <w:rPr>
          <w:sz w:val="20"/>
        </w:rPr>
        <w:t>.</w:t>
      </w:r>
      <w:r w:rsidRPr="00166508">
        <w:rPr>
          <w:sz w:val="20"/>
        </w:rPr>
        <w:tab/>
        <w:t xml:space="preserve">Proposal of amendments concerning the use of the </w:t>
      </w:r>
      <w:proofErr w:type="gramStart"/>
      <w:r w:rsidRPr="00166508">
        <w:rPr>
          <w:sz w:val="20"/>
        </w:rPr>
        <w:t>terms</w:t>
      </w:r>
      <w:proofErr w:type="gramEnd"/>
      <w:r w:rsidRPr="00166508">
        <w:rPr>
          <w:sz w:val="20"/>
        </w:rPr>
        <w:t xml:space="preserve"> “risk” and “hazard/danger” in the Recommendations and Model Regulations</w:t>
      </w:r>
    </w:p>
    <w:p w14:paraId="14F08767" w14:textId="77777777" w:rsidR="002172B0" w:rsidRDefault="002172B0" w:rsidP="002172B0">
      <w:pPr>
        <w:pStyle w:val="SingleTxtG"/>
        <w:tabs>
          <w:tab w:val="left" w:pos="3402"/>
        </w:tabs>
        <w:spacing w:before="40"/>
        <w:ind w:right="0"/>
        <w:jc w:val="left"/>
        <w:rPr>
          <w:lang w:val="en-US"/>
        </w:rPr>
      </w:pPr>
      <w:r w:rsidRPr="00646FFA">
        <w:rPr>
          <w:i/>
          <w:iCs/>
          <w:lang w:val="en-US"/>
        </w:rPr>
        <w:t>Document:</w:t>
      </w:r>
      <w:r>
        <w:rPr>
          <w:lang w:val="en-US"/>
        </w:rPr>
        <w:tab/>
        <w:t>ST/SG/AC.10/C.3/2019/22 (Romania)</w:t>
      </w:r>
    </w:p>
    <w:p w14:paraId="6A873024" w14:textId="2A49254F" w:rsidR="002172B0" w:rsidRPr="000806CC" w:rsidRDefault="002172B0" w:rsidP="002172B0">
      <w:pPr>
        <w:pStyle w:val="SingleTxtG"/>
        <w:tabs>
          <w:tab w:val="left" w:pos="3402"/>
        </w:tabs>
        <w:spacing w:before="40"/>
        <w:ind w:right="0"/>
        <w:jc w:val="left"/>
        <w:rPr>
          <w:i/>
          <w:iCs/>
          <w:lang w:val="en-US"/>
        </w:rPr>
      </w:pPr>
      <w:r>
        <w:rPr>
          <w:i/>
          <w:iCs/>
          <w:lang w:val="en-US"/>
        </w:rPr>
        <w:t>Informal d</w:t>
      </w:r>
      <w:r w:rsidRPr="00646FFA">
        <w:rPr>
          <w:i/>
          <w:iCs/>
          <w:lang w:val="en-US"/>
        </w:rPr>
        <w:t>ocument</w:t>
      </w:r>
      <w:r>
        <w:rPr>
          <w:i/>
          <w:iCs/>
          <w:lang w:val="en-US"/>
        </w:rPr>
        <w:t>s</w:t>
      </w:r>
      <w:r w:rsidRPr="00646FFA">
        <w:rPr>
          <w:i/>
          <w:iCs/>
          <w:lang w:val="en-US"/>
        </w:rPr>
        <w:t>:</w:t>
      </w:r>
      <w:r w:rsidRPr="000B7412">
        <w:rPr>
          <w:lang w:val="en-US"/>
        </w:rPr>
        <w:tab/>
        <w:t>INF.</w:t>
      </w:r>
      <w:r>
        <w:rPr>
          <w:lang w:val="en-US"/>
        </w:rPr>
        <w:t xml:space="preserve">4 (Romania), </w:t>
      </w:r>
      <w:r w:rsidRPr="000B7412">
        <w:rPr>
          <w:lang w:val="en-US"/>
        </w:rPr>
        <w:t>INF.</w:t>
      </w:r>
      <w:r>
        <w:rPr>
          <w:lang w:val="en-US"/>
        </w:rPr>
        <w:t>17,</w:t>
      </w:r>
      <w:r w:rsidRPr="000B7412">
        <w:rPr>
          <w:lang w:val="en-US"/>
        </w:rPr>
        <w:t xml:space="preserve"> </w:t>
      </w:r>
      <w:r>
        <w:rPr>
          <w:lang w:val="en-US"/>
        </w:rPr>
        <w:t xml:space="preserve">INF.26 </w:t>
      </w:r>
      <w:r w:rsidRPr="000B7412">
        <w:rPr>
          <w:lang w:val="en-US"/>
        </w:rPr>
        <w:t>(</w:t>
      </w:r>
      <w:r>
        <w:rPr>
          <w:lang w:val="en-US"/>
        </w:rPr>
        <w:t>Switzerland</w:t>
      </w:r>
      <w:r w:rsidRPr="000B7412">
        <w:rPr>
          <w:lang w:val="en-US"/>
        </w:rPr>
        <w:t>)</w:t>
      </w:r>
      <w:r>
        <w:rPr>
          <w:lang w:val="en-US"/>
        </w:rPr>
        <w:t xml:space="preserve"> </w:t>
      </w:r>
      <w:r w:rsidR="002A4CC8">
        <w:rPr>
          <w:lang w:val="en-US"/>
        </w:rPr>
        <w:br/>
      </w:r>
      <w:r w:rsidR="002A4CC8">
        <w:rPr>
          <w:lang w:val="en-US"/>
        </w:rPr>
        <w:tab/>
      </w:r>
      <w:r>
        <w:rPr>
          <w:lang w:val="en-US"/>
        </w:rPr>
        <w:t>and INF.42 (Canada)</w:t>
      </w:r>
    </w:p>
    <w:p w14:paraId="69F50F64" w14:textId="00B2B517" w:rsidR="002172B0" w:rsidRDefault="00BB4B59" w:rsidP="002172B0">
      <w:pPr>
        <w:pStyle w:val="SingleTxtG"/>
      </w:pPr>
      <w:r>
        <w:t>83</w:t>
      </w:r>
      <w:r w:rsidR="002172B0">
        <w:t>.</w:t>
      </w:r>
      <w:r w:rsidR="002172B0">
        <w:tab/>
        <w:t>The Sub-Committee thanked the experts from Romania and Switzerland for the work done on the topic and invited participants to careful</w:t>
      </w:r>
      <w:r w:rsidR="002A4CC8">
        <w:t>ly consider</w:t>
      </w:r>
      <w:r w:rsidR="002172B0">
        <w:t xml:space="preserve"> the amendments proposed in the documents with the view of determining which ones </w:t>
      </w:r>
      <w:r w:rsidR="00D64E28">
        <w:t xml:space="preserve">could </w:t>
      </w:r>
      <w:r w:rsidR="002172B0">
        <w:t>be considered of an editorial nature and therefore be adopted without further consideration.</w:t>
      </w:r>
    </w:p>
    <w:p w14:paraId="795C6F27" w14:textId="62D9EC26" w:rsidR="002172B0" w:rsidRDefault="00BB4B59" w:rsidP="002172B0">
      <w:pPr>
        <w:pStyle w:val="SingleTxtG"/>
      </w:pPr>
      <w:r>
        <w:t>84</w:t>
      </w:r>
      <w:r w:rsidR="002172B0">
        <w:t>.</w:t>
      </w:r>
      <w:r w:rsidR="002172B0">
        <w:tab/>
        <w:t xml:space="preserve">It was pointed out that discussions on this subject were currently taking place at the Joint Meeting and that the outcome of those discussions should be </w:t>
      </w:r>
      <w:proofErr w:type="gramStart"/>
      <w:r w:rsidR="002172B0">
        <w:t>taken into account</w:t>
      </w:r>
      <w:proofErr w:type="gramEnd"/>
      <w:r w:rsidR="002172B0">
        <w:t xml:space="preserve"> in a future proposal to amend the Model Regulations.</w:t>
      </w:r>
    </w:p>
    <w:p w14:paraId="6A2126B9" w14:textId="2A36305F" w:rsidR="002172B0" w:rsidRDefault="00BB4B59" w:rsidP="002172B0">
      <w:pPr>
        <w:pStyle w:val="SingleTxtG"/>
      </w:pPr>
      <w:r>
        <w:t>85</w:t>
      </w:r>
      <w:r w:rsidR="002172B0">
        <w:t>.</w:t>
      </w:r>
      <w:r w:rsidR="002172B0">
        <w:tab/>
        <w:t>Regarding amendments to the Manual of Tests and Criteria, it was pointed out that a lot of work ha</w:t>
      </w:r>
      <w:r w:rsidR="002A4CC8">
        <w:t>d</w:t>
      </w:r>
      <w:r w:rsidR="002172B0">
        <w:t xml:space="preserve"> already been done on the subject by the working group on explosives and it </w:t>
      </w:r>
      <w:r w:rsidR="002A4CC8">
        <w:t xml:space="preserve">had been </w:t>
      </w:r>
      <w:r w:rsidR="002172B0">
        <w:t>included in the seventh revised edition of the Manual, which should be used as starting point for future work.</w:t>
      </w:r>
    </w:p>
    <w:p w14:paraId="14D77548" w14:textId="520889EB" w:rsidR="002172B0" w:rsidRDefault="00BB4B59" w:rsidP="002172B0">
      <w:pPr>
        <w:pStyle w:val="SingleTxtG"/>
      </w:pPr>
      <w:r>
        <w:t>86</w:t>
      </w:r>
      <w:r w:rsidR="002172B0">
        <w:t>.</w:t>
      </w:r>
      <w:r w:rsidR="002172B0">
        <w:tab/>
        <w:t xml:space="preserve">It was agreed to create a correspondence working group under the leadership of Romania and it was suggested that, to facilitate the work, a few principles should be agreed on (i.e., common understanding of the meaning of “risk” and “hazard” and minimizing the </w:t>
      </w:r>
      <w:r w:rsidR="002172B0">
        <w:lastRenderedPageBreak/>
        <w:t>use of the words risk/hazard/danger in contexts that are not relevant to their specific meaning).</w:t>
      </w:r>
    </w:p>
    <w:p w14:paraId="27CD49C7" w14:textId="7C058E94" w:rsidR="002172B0" w:rsidRDefault="002172B0" w:rsidP="002172B0">
      <w:pPr>
        <w:pStyle w:val="H1G"/>
      </w:pPr>
      <w:r>
        <w:tab/>
        <w:t>C.</w:t>
      </w:r>
      <w:r>
        <w:tab/>
      </w:r>
      <w:r>
        <w:tab/>
        <w:t>Fibre-reinforced plastics (FRP) portable tanks</w:t>
      </w:r>
    </w:p>
    <w:p w14:paraId="09941796" w14:textId="47B60714" w:rsidR="002172B0" w:rsidRDefault="00BB4B59" w:rsidP="002172B0">
      <w:pPr>
        <w:pStyle w:val="SingleTxtG"/>
        <w:tabs>
          <w:tab w:val="left" w:pos="1701"/>
        </w:tabs>
      </w:pPr>
      <w:r>
        <w:t>87.</w:t>
      </w:r>
      <w:r w:rsidR="002172B0">
        <w:tab/>
        <w:t xml:space="preserve">The Sub-Committee entrusted consideration of informal documents INF.13, INF.39 and INF.43 to the informal working group on FRP tanks, which met from 1 to 3 July 2019 </w:t>
      </w:r>
      <w:r w:rsidR="002172B0" w:rsidRPr="00BF21EA">
        <w:t xml:space="preserve">under the chairmanship of Mr. </w:t>
      </w:r>
      <w:r w:rsidR="002172B0">
        <w:t>Steve Webb</w:t>
      </w:r>
      <w:r w:rsidR="002172B0" w:rsidRPr="00BF21EA">
        <w:t xml:space="preserve"> (</w:t>
      </w:r>
      <w:r w:rsidR="002172B0">
        <w:t>United States of America</w:t>
      </w:r>
      <w:r w:rsidR="002172B0" w:rsidRPr="00BF21EA">
        <w:t>).</w:t>
      </w:r>
    </w:p>
    <w:p w14:paraId="11598320" w14:textId="2D3A66BB" w:rsidR="00196021" w:rsidRDefault="00BB4B59" w:rsidP="002172B0">
      <w:pPr>
        <w:pStyle w:val="SingleTxtG"/>
        <w:tabs>
          <w:tab w:val="left" w:pos="1701"/>
        </w:tabs>
      </w:pPr>
      <w:r>
        <w:t>88</w:t>
      </w:r>
      <w:r w:rsidR="002172B0">
        <w:t>.</w:t>
      </w:r>
      <w:r w:rsidR="002172B0">
        <w:tab/>
        <w:t>The expert from the Russian Federation volunteered to lead an informal working group to work on the proposals in document ST/SG/AC.10/C.3/2019/2 and informal document INF.14. While reiterating their support for the development of provisions for FRP tanks for the transport of gases, the Sub-Committee preferred to concentrate first on the development of provisions for FRP tanks for liquids and solids and to work, in a further step, on the provisions for Class 2. It was noted that the mandate of the informal working group on FRP tanks already covered the possibility of extending the work to other classes. Thus, most experts considered that there was no need to establish an additional working group.</w:t>
      </w:r>
    </w:p>
    <w:p w14:paraId="32082DDB" w14:textId="77777777" w:rsidR="002172B0" w:rsidRPr="00250E30" w:rsidRDefault="002172B0" w:rsidP="002172B0">
      <w:pPr>
        <w:pStyle w:val="H1G"/>
        <w:kinsoku/>
        <w:overflowPunct/>
        <w:autoSpaceDE/>
        <w:autoSpaceDN/>
        <w:adjustRightInd/>
        <w:snapToGrid/>
        <w:rPr>
          <w:sz w:val="20"/>
        </w:rPr>
      </w:pPr>
      <w:r w:rsidRPr="00250E30">
        <w:rPr>
          <w:sz w:val="20"/>
          <w:lang w:val="en-US"/>
        </w:rPr>
        <w:tab/>
      </w:r>
      <w:r>
        <w:rPr>
          <w:sz w:val="20"/>
          <w:lang w:val="en-US"/>
        </w:rPr>
        <w:t>1</w:t>
      </w:r>
      <w:r w:rsidRPr="00250E30">
        <w:rPr>
          <w:sz w:val="20"/>
        </w:rPr>
        <w:t>.</w:t>
      </w:r>
      <w:r w:rsidRPr="00250E30">
        <w:rPr>
          <w:sz w:val="20"/>
        </w:rPr>
        <w:tab/>
      </w:r>
      <w:r w:rsidRPr="00BF03F7">
        <w:rPr>
          <w:sz w:val="20"/>
        </w:rPr>
        <w:t>Informal working group on fibre-reinforced plastics (FRP) portable tanks</w:t>
      </w:r>
    </w:p>
    <w:p w14:paraId="7ED3EC1E" w14:textId="77777777" w:rsidR="002172B0" w:rsidRDefault="002172B0" w:rsidP="002172B0">
      <w:pPr>
        <w:pStyle w:val="SingleTxtG"/>
        <w:tabs>
          <w:tab w:val="left" w:pos="3402"/>
        </w:tabs>
        <w:spacing w:before="40"/>
        <w:ind w:left="3402" w:right="0" w:hanging="2268"/>
        <w:jc w:val="left"/>
      </w:pPr>
      <w:r>
        <w:rPr>
          <w:i/>
          <w:iCs/>
          <w:lang w:val="en-US"/>
        </w:rPr>
        <w:t xml:space="preserve">Informal </w:t>
      </w:r>
      <w:r w:rsidRPr="00743DC3">
        <w:rPr>
          <w:lang w:val="en-US"/>
        </w:rPr>
        <w:t>document</w:t>
      </w:r>
      <w:r>
        <w:rPr>
          <w:lang w:val="en-US"/>
        </w:rPr>
        <w:t>s</w:t>
      </w:r>
      <w:r w:rsidRPr="00646FFA">
        <w:rPr>
          <w:i/>
          <w:iCs/>
          <w:lang w:val="en-US"/>
        </w:rPr>
        <w:t>:</w:t>
      </w:r>
      <w:r>
        <w:rPr>
          <w:lang w:val="en-US"/>
        </w:rPr>
        <w:tab/>
        <w:t xml:space="preserve">INF.13 (Chair of </w:t>
      </w:r>
      <w:r w:rsidRPr="00462639">
        <w:t>informal working group</w:t>
      </w:r>
      <w:r>
        <w:t xml:space="preserve"> on </w:t>
      </w:r>
      <w:r>
        <w:rPr>
          <w:lang w:val="en-US"/>
        </w:rPr>
        <w:t>FRP),</w:t>
      </w:r>
      <w:r>
        <w:rPr>
          <w:lang w:val="en-US"/>
        </w:rPr>
        <w:br/>
        <w:t xml:space="preserve">INF.14 (Russian Federation), INF.39 (Netherlands), </w:t>
      </w:r>
      <w:r>
        <w:rPr>
          <w:lang w:val="en-US"/>
        </w:rPr>
        <w:br/>
        <w:t xml:space="preserve">INF.43 (United Kingdom) and </w:t>
      </w:r>
      <w:r>
        <w:rPr>
          <w:lang w:val="en-US"/>
        </w:rPr>
        <w:br/>
        <w:t xml:space="preserve">INF.54 (Chair of </w:t>
      </w:r>
      <w:r w:rsidRPr="00462639">
        <w:t>informal working group</w:t>
      </w:r>
      <w:r>
        <w:t xml:space="preserve"> on </w:t>
      </w:r>
      <w:r>
        <w:rPr>
          <w:lang w:val="en-US"/>
        </w:rPr>
        <w:t>FRP)</w:t>
      </w:r>
    </w:p>
    <w:p w14:paraId="231638A1" w14:textId="3483CCF4" w:rsidR="002172B0" w:rsidRPr="00462639" w:rsidRDefault="00BB4B59" w:rsidP="002172B0">
      <w:pPr>
        <w:pStyle w:val="SingleTxtG"/>
      </w:pPr>
      <w:r>
        <w:t>89</w:t>
      </w:r>
      <w:r w:rsidR="002172B0" w:rsidRPr="00F667A9">
        <w:t>.</w:t>
      </w:r>
      <w:r w:rsidR="002172B0" w:rsidRPr="00F667A9">
        <w:tab/>
      </w:r>
      <w:r w:rsidR="002172B0" w:rsidRPr="00462639">
        <w:t xml:space="preserve">The Sub-Committee </w:t>
      </w:r>
      <w:r w:rsidR="002172B0">
        <w:t xml:space="preserve">took note of the work progress by the group during its meeting from 1 to 3 July 2019. It </w:t>
      </w:r>
      <w:r w:rsidR="002172B0" w:rsidRPr="00462639">
        <w:t>endorsed the recommendations of the informal working group in informal document INF.5</w:t>
      </w:r>
      <w:r w:rsidR="002172B0">
        <w:t>4</w:t>
      </w:r>
      <w:r w:rsidR="002172B0" w:rsidRPr="00462639">
        <w:t>. In particular:</w:t>
      </w:r>
    </w:p>
    <w:p w14:paraId="26874A89" w14:textId="77777777" w:rsidR="002172B0" w:rsidRPr="00462639" w:rsidRDefault="002172B0" w:rsidP="002172B0">
      <w:pPr>
        <w:pStyle w:val="SingleTxtG"/>
        <w:ind w:left="2127" w:hanging="426"/>
      </w:pPr>
      <w:r w:rsidRPr="00462639">
        <w:t>(a)</w:t>
      </w:r>
      <w:r w:rsidRPr="00462639">
        <w:tab/>
      </w:r>
      <w:r>
        <w:t>it</w:t>
      </w:r>
      <w:r w:rsidRPr="00462639">
        <w:t xml:space="preserve"> </w:t>
      </w:r>
      <w:r>
        <w:t>acknowledged</w:t>
      </w:r>
      <w:r w:rsidRPr="00462639">
        <w:t xml:space="preserve"> the </w:t>
      </w:r>
      <w:r>
        <w:t xml:space="preserve">outcome </w:t>
      </w:r>
      <w:r w:rsidRPr="00462639">
        <w:t xml:space="preserve">on </w:t>
      </w:r>
      <w:r>
        <w:t xml:space="preserve">new provisions to </w:t>
      </w:r>
      <w:r w:rsidRPr="00F0422E">
        <w:t>ensur</w:t>
      </w:r>
      <w:r>
        <w:t xml:space="preserve">e </w:t>
      </w:r>
      <w:r w:rsidRPr="00F0422E">
        <w:t>an equivalent level of safety between metal and FRP portable tanks and various other issues</w:t>
      </w:r>
      <w:r>
        <w:t xml:space="preserve"> (addressed by informal documents INF.39 and INF.43),</w:t>
      </w:r>
      <w:r w:rsidRPr="00462639">
        <w:t xml:space="preserve"> as summarized in paragraphs </w:t>
      </w:r>
      <w:r>
        <w:t>2</w:t>
      </w:r>
      <w:r w:rsidRPr="00462639">
        <w:t xml:space="preserve"> </w:t>
      </w:r>
      <w:r>
        <w:t>to 6</w:t>
      </w:r>
      <w:r w:rsidRPr="00462639">
        <w:t xml:space="preserve"> of informal document INF.5</w:t>
      </w:r>
      <w:r>
        <w:t>4;</w:t>
      </w:r>
    </w:p>
    <w:p w14:paraId="2F433FA4" w14:textId="77777777" w:rsidR="002172B0" w:rsidRDefault="002172B0" w:rsidP="002172B0">
      <w:pPr>
        <w:pStyle w:val="SingleTxtG"/>
        <w:ind w:left="2127" w:hanging="426"/>
      </w:pPr>
      <w:r w:rsidRPr="00462639">
        <w:t>(b)</w:t>
      </w:r>
      <w:r w:rsidRPr="00462639">
        <w:tab/>
      </w:r>
      <w:r>
        <w:t>i</w:t>
      </w:r>
      <w:r w:rsidRPr="00462639">
        <w:t xml:space="preserve">t endorsed </w:t>
      </w:r>
      <w:r>
        <w:t>the</w:t>
      </w:r>
      <w:r w:rsidRPr="00462639">
        <w:t xml:space="preserve"> recommendation to continue work on this matter during the period 2019-2020</w:t>
      </w:r>
      <w:r>
        <w:t xml:space="preserve"> and the actions requested to organize future meetings of the informal working group as requested in paragraph 10 of </w:t>
      </w:r>
      <w:r w:rsidRPr="00462639">
        <w:t>informal document INF.5</w:t>
      </w:r>
      <w:r>
        <w:t>4.</w:t>
      </w:r>
    </w:p>
    <w:p w14:paraId="41ED3033" w14:textId="10363F3A" w:rsidR="002172B0" w:rsidRDefault="00BB4B59" w:rsidP="002172B0">
      <w:pPr>
        <w:pStyle w:val="SingleTxtG"/>
      </w:pPr>
      <w:r>
        <w:t>90</w:t>
      </w:r>
      <w:r w:rsidR="002172B0" w:rsidRPr="00F667A9">
        <w:t>.</w:t>
      </w:r>
      <w:r w:rsidR="002172B0" w:rsidRPr="00F667A9">
        <w:tab/>
      </w:r>
      <w:r w:rsidR="002172B0" w:rsidRPr="00462639">
        <w:t xml:space="preserve">The Sub-Committee </w:t>
      </w:r>
      <w:r w:rsidR="002172B0">
        <w:t xml:space="preserve">noted the amendments proposed by the Russian Federation in </w:t>
      </w:r>
      <w:r w:rsidR="002172B0" w:rsidRPr="00462639">
        <w:t xml:space="preserve">informal document </w:t>
      </w:r>
      <w:r w:rsidR="002172B0">
        <w:t xml:space="preserve">INF.14 to insert in the </w:t>
      </w:r>
      <w:r w:rsidR="002172B0" w:rsidRPr="009F71E2">
        <w:t xml:space="preserve">Model Regulations </w:t>
      </w:r>
      <w:r w:rsidR="002172B0">
        <w:t>a</w:t>
      </w:r>
      <w:r w:rsidR="002172B0" w:rsidRPr="009F71E2">
        <w:t xml:space="preserve"> new </w:t>
      </w:r>
      <w:r w:rsidR="002172B0">
        <w:t>c</w:t>
      </w:r>
      <w:r w:rsidR="002172B0" w:rsidRPr="009F71E2">
        <w:t xml:space="preserve">hapter 6.9.3 on </w:t>
      </w:r>
      <w:r w:rsidR="002172B0">
        <w:t>r</w:t>
      </w:r>
      <w:r w:rsidR="002172B0" w:rsidRPr="009F71E2">
        <w:t xml:space="preserve">equirements </w:t>
      </w:r>
      <w:r w:rsidR="002172B0">
        <w:t>for</w:t>
      </w:r>
      <w:r w:rsidR="002172B0" w:rsidRPr="009F71E2">
        <w:t xml:space="preserve"> the structure, manufactur</w:t>
      </w:r>
      <w:r w:rsidR="002172B0">
        <w:t>ing</w:t>
      </w:r>
      <w:r w:rsidR="002172B0" w:rsidRPr="009F71E2">
        <w:t xml:space="preserve">, inspection and testing of portable tanks with polymeric composite materials vessel intended for </w:t>
      </w:r>
      <w:r w:rsidR="002172B0">
        <w:t xml:space="preserve">the </w:t>
      </w:r>
      <w:r w:rsidR="002172B0" w:rsidRPr="009F71E2">
        <w:t>carriage of non-refrigerated liquefied gas of maximum permissible working pressure 20.0 bar and less</w:t>
      </w:r>
      <w:r w:rsidR="002172B0">
        <w:t>. The</w:t>
      </w:r>
      <w:r w:rsidR="002172B0" w:rsidRPr="009F71E2">
        <w:t xml:space="preserve"> </w:t>
      </w:r>
      <w:r w:rsidR="002172B0" w:rsidRPr="00462639">
        <w:t>Sub-Committee</w:t>
      </w:r>
      <w:r w:rsidR="002172B0">
        <w:t xml:space="preserve"> requested the </w:t>
      </w:r>
      <w:r w:rsidR="002172B0" w:rsidRPr="00462639">
        <w:t>informal working group</w:t>
      </w:r>
      <w:r w:rsidR="002172B0">
        <w:t xml:space="preserve"> on FRP to consider this proposal in a future step.</w:t>
      </w:r>
    </w:p>
    <w:p w14:paraId="2A16D2E7" w14:textId="77777777" w:rsidR="002172B0" w:rsidRDefault="002172B0" w:rsidP="002172B0">
      <w:pPr>
        <w:pStyle w:val="H1G"/>
      </w:pPr>
      <w:r>
        <w:tab/>
        <w:t>D.</w:t>
      </w:r>
      <w:r>
        <w:tab/>
      </w:r>
      <w:r w:rsidRPr="00584067">
        <w:t>Portable tanks (other than FRP)</w:t>
      </w:r>
    </w:p>
    <w:p w14:paraId="48A5AE80" w14:textId="77777777" w:rsidR="002172B0" w:rsidRPr="00250E30" w:rsidRDefault="002172B0" w:rsidP="002172B0">
      <w:pPr>
        <w:pStyle w:val="H1G"/>
        <w:kinsoku/>
        <w:overflowPunct/>
        <w:autoSpaceDE/>
        <w:autoSpaceDN/>
        <w:adjustRightInd/>
        <w:snapToGrid/>
        <w:rPr>
          <w:sz w:val="20"/>
        </w:rPr>
      </w:pPr>
      <w:r w:rsidRPr="00250E30">
        <w:rPr>
          <w:sz w:val="20"/>
          <w:lang w:val="en-US"/>
        </w:rPr>
        <w:tab/>
      </w:r>
      <w:r>
        <w:rPr>
          <w:sz w:val="20"/>
          <w:lang w:val="en-US"/>
        </w:rPr>
        <w:t>1</w:t>
      </w:r>
      <w:r w:rsidRPr="00250E30">
        <w:rPr>
          <w:sz w:val="20"/>
        </w:rPr>
        <w:t>.</w:t>
      </w:r>
      <w:r w:rsidRPr="00250E30">
        <w:rPr>
          <w:sz w:val="20"/>
        </w:rPr>
        <w:tab/>
      </w:r>
      <w:r w:rsidRPr="00584067">
        <w:rPr>
          <w:sz w:val="20"/>
        </w:rPr>
        <w:t>Inclusion of the new section 6.9.4 “Requirements for design, construction, inspection and testing of fibre reinforced plastic (FRP) valves, relief devices and manholes for portable tanks”</w:t>
      </w:r>
    </w:p>
    <w:p w14:paraId="17244263" w14:textId="77777777" w:rsidR="002172B0" w:rsidRPr="00595336" w:rsidRDefault="002172B0" w:rsidP="002172B0">
      <w:pPr>
        <w:pStyle w:val="SingleTxtG"/>
        <w:tabs>
          <w:tab w:val="left" w:pos="3402"/>
        </w:tabs>
        <w:spacing w:before="40"/>
        <w:ind w:left="3402" w:hanging="2268"/>
        <w:jc w:val="left"/>
        <w:rPr>
          <w:lang w:val="en-US"/>
        </w:rPr>
      </w:pPr>
      <w:r w:rsidRPr="00646FFA">
        <w:rPr>
          <w:i/>
          <w:iCs/>
          <w:lang w:val="en-US"/>
        </w:rPr>
        <w:t>Document:</w:t>
      </w:r>
      <w:r w:rsidRPr="000806CC">
        <w:rPr>
          <w:i/>
          <w:iCs/>
          <w:lang w:val="en-US"/>
        </w:rPr>
        <w:tab/>
      </w:r>
      <w:r w:rsidRPr="00595336">
        <w:rPr>
          <w:lang w:val="en-US"/>
        </w:rPr>
        <w:t>ST/SG/AC.10/C.3/2019/</w:t>
      </w:r>
      <w:r>
        <w:rPr>
          <w:lang w:val="en-US"/>
        </w:rPr>
        <w:t>2</w:t>
      </w:r>
      <w:r w:rsidRPr="00595336">
        <w:rPr>
          <w:lang w:val="en-US"/>
        </w:rPr>
        <w:t xml:space="preserve"> (</w:t>
      </w:r>
      <w:r>
        <w:rPr>
          <w:lang w:val="en-US"/>
        </w:rPr>
        <w:t>Russian Federation</w:t>
      </w:r>
      <w:r w:rsidRPr="00595336">
        <w:rPr>
          <w:lang w:val="en-US"/>
        </w:rPr>
        <w:t>)</w:t>
      </w:r>
    </w:p>
    <w:p w14:paraId="65139A4B" w14:textId="61BA0449" w:rsidR="002172B0" w:rsidRDefault="00BB4B59" w:rsidP="002172B0">
      <w:pPr>
        <w:pStyle w:val="SingleTxtG"/>
      </w:pPr>
      <w:r>
        <w:lastRenderedPageBreak/>
        <w:t>91</w:t>
      </w:r>
      <w:r w:rsidR="002172B0" w:rsidRPr="00F667A9">
        <w:t>.</w:t>
      </w:r>
      <w:r w:rsidR="002172B0" w:rsidRPr="00F667A9">
        <w:tab/>
      </w:r>
      <w:r w:rsidR="002172B0" w:rsidRPr="00462639">
        <w:t xml:space="preserve">The Sub-Committee </w:t>
      </w:r>
      <w:r w:rsidR="002172B0">
        <w:t xml:space="preserve">noted the proposal and referred the document to the </w:t>
      </w:r>
      <w:r w:rsidR="002172B0" w:rsidRPr="00462639">
        <w:t>informal working group</w:t>
      </w:r>
      <w:r w:rsidR="002172B0">
        <w:t xml:space="preserve"> on FRP for consideration together with INF.14 (see paragraph [64] above). The</w:t>
      </w:r>
      <w:r w:rsidR="002172B0" w:rsidRPr="009F71E2">
        <w:t xml:space="preserve"> </w:t>
      </w:r>
      <w:r w:rsidR="002172B0" w:rsidRPr="00462639">
        <w:t>Sub-Committee</w:t>
      </w:r>
      <w:r w:rsidR="002172B0">
        <w:t xml:space="preserve"> requested the </w:t>
      </w:r>
      <w:r w:rsidR="002172B0" w:rsidRPr="00462639">
        <w:t>informal working group</w:t>
      </w:r>
      <w:r w:rsidR="002172B0">
        <w:t xml:space="preserve"> on FRP to also consider this proposal in a future step.</w:t>
      </w:r>
    </w:p>
    <w:p w14:paraId="42645640" w14:textId="77777777" w:rsidR="002172B0" w:rsidRDefault="002172B0" w:rsidP="002172B0">
      <w:pPr>
        <w:pStyle w:val="H1G"/>
      </w:pPr>
      <w:r>
        <w:tab/>
        <w:t>E.</w:t>
      </w:r>
      <w:r>
        <w:tab/>
        <w:t>Other miscellaneous proposals</w:t>
      </w:r>
    </w:p>
    <w:p w14:paraId="1E4DA2A7" w14:textId="77777777" w:rsidR="002172B0" w:rsidRPr="00250E30" w:rsidRDefault="002172B0" w:rsidP="002172B0">
      <w:pPr>
        <w:pStyle w:val="H1G"/>
        <w:kinsoku/>
        <w:overflowPunct/>
        <w:autoSpaceDE/>
        <w:autoSpaceDN/>
        <w:adjustRightInd/>
        <w:snapToGrid/>
        <w:rPr>
          <w:sz w:val="20"/>
        </w:rPr>
      </w:pPr>
      <w:r w:rsidRPr="00250E30">
        <w:rPr>
          <w:sz w:val="20"/>
          <w:lang w:val="en-US"/>
        </w:rPr>
        <w:tab/>
      </w:r>
      <w:r>
        <w:rPr>
          <w:sz w:val="20"/>
          <w:lang w:val="en-US"/>
        </w:rPr>
        <w:t>1</w:t>
      </w:r>
      <w:r w:rsidRPr="00250E30">
        <w:rPr>
          <w:sz w:val="20"/>
        </w:rPr>
        <w:t>.</w:t>
      </w:r>
      <w:r w:rsidRPr="00250E30">
        <w:rPr>
          <w:sz w:val="20"/>
        </w:rPr>
        <w:tab/>
      </w:r>
      <w:r w:rsidRPr="00813EF6">
        <w:rPr>
          <w:sz w:val="20"/>
        </w:rPr>
        <w:t>Increase of the maximum allowed internal pressure for aerosol dispensers</w:t>
      </w:r>
    </w:p>
    <w:p w14:paraId="2365AC7F" w14:textId="77777777" w:rsidR="002172B0" w:rsidRDefault="002172B0" w:rsidP="002172B0">
      <w:pPr>
        <w:pStyle w:val="SingleTxtG"/>
        <w:tabs>
          <w:tab w:val="left" w:pos="3402"/>
        </w:tabs>
        <w:spacing w:before="40"/>
        <w:ind w:left="3402" w:hanging="2268"/>
        <w:jc w:val="left"/>
        <w:rPr>
          <w:lang w:val="en-US"/>
        </w:rPr>
      </w:pPr>
      <w:r w:rsidRPr="00646FFA">
        <w:rPr>
          <w:i/>
          <w:iCs/>
          <w:lang w:val="en-US"/>
        </w:rPr>
        <w:t>Document:</w:t>
      </w:r>
      <w:r w:rsidRPr="000806CC">
        <w:rPr>
          <w:i/>
          <w:iCs/>
          <w:lang w:val="en-US"/>
        </w:rPr>
        <w:tab/>
      </w:r>
      <w:r w:rsidRPr="00595336">
        <w:rPr>
          <w:lang w:val="en-US"/>
        </w:rPr>
        <w:t>ST/SG/AC.10/C.3/2019/</w:t>
      </w:r>
      <w:r>
        <w:rPr>
          <w:lang w:val="en-US"/>
        </w:rPr>
        <w:t>3</w:t>
      </w:r>
      <w:r w:rsidRPr="00595336">
        <w:rPr>
          <w:lang w:val="en-US"/>
        </w:rPr>
        <w:t xml:space="preserve"> (</w:t>
      </w:r>
      <w:r>
        <w:rPr>
          <w:lang w:val="en-US"/>
        </w:rPr>
        <w:t>FEA, HCPA</w:t>
      </w:r>
      <w:r w:rsidRPr="00595336">
        <w:rPr>
          <w:lang w:val="en-US"/>
        </w:rPr>
        <w:t>)</w:t>
      </w:r>
    </w:p>
    <w:p w14:paraId="0E975716" w14:textId="0B50EC55" w:rsidR="002172B0" w:rsidRDefault="00BB4B59" w:rsidP="002172B0">
      <w:pPr>
        <w:pStyle w:val="SingleTxtG"/>
      </w:pPr>
      <w:r>
        <w:t>92</w:t>
      </w:r>
      <w:r w:rsidR="002172B0" w:rsidRPr="00F667A9">
        <w:t>.</w:t>
      </w:r>
      <w:r w:rsidR="002172B0" w:rsidRPr="00F667A9">
        <w:tab/>
      </w:r>
      <w:r w:rsidR="002172B0">
        <w:t xml:space="preserve">The document received several comments on construction parameters of </w:t>
      </w:r>
      <w:r w:rsidR="002172B0" w:rsidRPr="00813EF6">
        <w:t>aerosol dispensers</w:t>
      </w:r>
      <w:r w:rsidR="002172B0">
        <w:t xml:space="preserve"> and concerns</w:t>
      </w:r>
      <w:r w:rsidR="002172B0" w:rsidRPr="00FB1180">
        <w:t xml:space="preserve"> </w:t>
      </w:r>
      <w:r w:rsidR="002172B0">
        <w:t>on their transport at higher temperatures. T</w:t>
      </w:r>
      <w:r w:rsidR="002172B0" w:rsidRPr="00852D0E">
        <w:t>he Sub-Committee</w:t>
      </w:r>
      <w:r w:rsidR="002172B0">
        <w:t xml:space="preserve"> noted general support on option 2 in the document but considered it premature to adopt the proposed amendments. It agreed to resume consideration of the proposal </w:t>
      </w:r>
      <w:proofErr w:type="gramStart"/>
      <w:r w:rsidR="002172B0">
        <w:t>on the basis of</w:t>
      </w:r>
      <w:proofErr w:type="gramEnd"/>
      <w:r w:rsidR="002172B0">
        <w:t xml:space="preserve"> more detailed information.</w:t>
      </w:r>
    </w:p>
    <w:p w14:paraId="5EF49D63" w14:textId="77777777" w:rsidR="002172B0" w:rsidRPr="00250E30" w:rsidRDefault="002172B0" w:rsidP="002172B0">
      <w:pPr>
        <w:pStyle w:val="H1G"/>
        <w:kinsoku/>
        <w:overflowPunct/>
        <w:autoSpaceDE/>
        <w:autoSpaceDN/>
        <w:adjustRightInd/>
        <w:snapToGrid/>
        <w:rPr>
          <w:sz w:val="20"/>
        </w:rPr>
      </w:pPr>
      <w:r w:rsidRPr="00250E30">
        <w:rPr>
          <w:sz w:val="20"/>
          <w:lang w:val="en-US"/>
        </w:rPr>
        <w:tab/>
      </w:r>
      <w:r>
        <w:rPr>
          <w:sz w:val="20"/>
          <w:lang w:val="en-US"/>
        </w:rPr>
        <w:t>2</w:t>
      </w:r>
      <w:r w:rsidRPr="00250E30">
        <w:rPr>
          <w:sz w:val="20"/>
        </w:rPr>
        <w:t>.</w:t>
      </w:r>
      <w:r w:rsidRPr="00250E30">
        <w:rPr>
          <w:sz w:val="20"/>
        </w:rPr>
        <w:tab/>
      </w:r>
      <w:r w:rsidRPr="00FB1180">
        <w:rPr>
          <w:sz w:val="20"/>
        </w:rPr>
        <w:t>Harmonisation of the requirement “structurally serviceable”</w:t>
      </w:r>
    </w:p>
    <w:p w14:paraId="6946DA38" w14:textId="77777777" w:rsidR="002172B0" w:rsidRDefault="002172B0" w:rsidP="002172B0">
      <w:pPr>
        <w:pStyle w:val="SingleTxtG"/>
        <w:tabs>
          <w:tab w:val="left" w:pos="3402"/>
        </w:tabs>
        <w:spacing w:before="40"/>
        <w:ind w:left="3402" w:hanging="2268"/>
        <w:jc w:val="left"/>
        <w:rPr>
          <w:lang w:val="en-US"/>
        </w:rPr>
      </w:pPr>
      <w:r w:rsidRPr="00646FFA">
        <w:rPr>
          <w:i/>
          <w:iCs/>
          <w:lang w:val="en-US"/>
        </w:rPr>
        <w:t>Document:</w:t>
      </w:r>
      <w:r w:rsidRPr="000806CC">
        <w:rPr>
          <w:i/>
          <w:iCs/>
          <w:lang w:val="en-US"/>
        </w:rPr>
        <w:tab/>
      </w:r>
      <w:r w:rsidRPr="00595336">
        <w:rPr>
          <w:lang w:val="en-US"/>
        </w:rPr>
        <w:t>ST/SG/AC.10/C.3/2019/</w:t>
      </w:r>
      <w:r>
        <w:rPr>
          <w:lang w:val="en-US"/>
        </w:rPr>
        <w:t>4</w:t>
      </w:r>
      <w:r w:rsidRPr="00595336">
        <w:rPr>
          <w:lang w:val="en-US"/>
        </w:rPr>
        <w:t xml:space="preserve"> (</w:t>
      </w:r>
      <w:r>
        <w:rPr>
          <w:lang w:val="en-US"/>
        </w:rPr>
        <w:t>Germany, CEFIC</w:t>
      </w:r>
      <w:r w:rsidRPr="00595336">
        <w:rPr>
          <w:lang w:val="en-US"/>
        </w:rPr>
        <w:t>)</w:t>
      </w:r>
    </w:p>
    <w:p w14:paraId="5E2E8ED4" w14:textId="3A873280" w:rsidR="002172B0" w:rsidRDefault="00BB4B59" w:rsidP="002172B0">
      <w:pPr>
        <w:pStyle w:val="SingleTxtG"/>
      </w:pPr>
      <w:r>
        <w:t>93</w:t>
      </w:r>
      <w:r w:rsidR="002172B0" w:rsidRPr="00F667A9">
        <w:t>.</w:t>
      </w:r>
      <w:r w:rsidR="002172B0" w:rsidRPr="00F667A9">
        <w:tab/>
      </w:r>
      <w:r w:rsidR="002172B0">
        <w:t>Most experts did support the proposed amendments, some others raised concerns. The expert from Germany underlined that the proposal reflected the current situation of practice for the transport of dangerous goods in all cargo transport units. T</w:t>
      </w:r>
      <w:r w:rsidR="002172B0" w:rsidRPr="00852D0E">
        <w:t>he Sub-Committee</w:t>
      </w:r>
      <w:r w:rsidR="002172B0">
        <w:t xml:space="preserve"> did not fully support the proposed amendments and agreed to resume consideration at its forthcoming session based on a revised document.</w:t>
      </w:r>
    </w:p>
    <w:p w14:paraId="3B2A37DA" w14:textId="77777777" w:rsidR="002172B0" w:rsidRPr="00250E30" w:rsidRDefault="002172B0" w:rsidP="002172B0">
      <w:pPr>
        <w:pStyle w:val="H1G"/>
        <w:kinsoku/>
        <w:overflowPunct/>
        <w:autoSpaceDE/>
        <w:autoSpaceDN/>
        <w:adjustRightInd/>
        <w:snapToGrid/>
        <w:rPr>
          <w:sz w:val="20"/>
        </w:rPr>
      </w:pPr>
      <w:r w:rsidRPr="00250E30">
        <w:rPr>
          <w:sz w:val="20"/>
          <w:lang w:val="en-US"/>
        </w:rPr>
        <w:tab/>
      </w:r>
      <w:r>
        <w:rPr>
          <w:sz w:val="20"/>
          <w:lang w:val="en-US"/>
        </w:rPr>
        <w:t>3</w:t>
      </w:r>
      <w:r w:rsidRPr="00250E30">
        <w:rPr>
          <w:sz w:val="20"/>
        </w:rPr>
        <w:t>.</w:t>
      </w:r>
      <w:r w:rsidRPr="00250E30">
        <w:rPr>
          <w:sz w:val="20"/>
        </w:rPr>
        <w:tab/>
      </w:r>
      <w:r w:rsidRPr="00BA3526">
        <w:rPr>
          <w:sz w:val="20"/>
        </w:rPr>
        <w:t>Modification to the definition of a large packaging</w:t>
      </w:r>
    </w:p>
    <w:p w14:paraId="5DAD820E" w14:textId="77777777" w:rsidR="002172B0" w:rsidRDefault="002172B0" w:rsidP="002172B0">
      <w:pPr>
        <w:pStyle w:val="SingleTxtG"/>
        <w:tabs>
          <w:tab w:val="left" w:pos="3402"/>
        </w:tabs>
        <w:spacing w:before="40"/>
        <w:ind w:left="3402" w:hanging="2268"/>
        <w:jc w:val="left"/>
        <w:rPr>
          <w:lang w:val="en-US"/>
        </w:rPr>
      </w:pPr>
      <w:r w:rsidRPr="00646FFA">
        <w:rPr>
          <w:i/>
          <w:iCs/>
          <w:lang w:val="en-US"/>
        </w:rPr>
        <w:t>Document:</w:t>
      </w:r>
      <w:r w:rsidRPr="000806CC">
        <w:rPr>
          <w:i/>
          <w:iCs/>
          <w:lang w:val="en-US"/>
        </w:rPr>
        <w:tab/>
      </w:r>
      <w:r w:rsidRPr="00595336">
        <w:rPr>
          <w:lang w:val="en-US"/>
        </w:rPr>
        <w:t>ST/SG/AC.10/C.3/2019/</w:t>
      </w:r>
      <w:r>
        <w:rPr>
          <w:lang w:val="en-US"/>
        </w:rPr>
        <w:t>16</w:t>
      </w:r>
      <w:r w:rsidRPr="00595336">
        <w:rPr>
          <w:lang w:val="en-US"/>
        </w:rPr>
        <w:t xml:space="preserve"> (</w:t>
      </w:r>
      <w:r>
        <w:rPr>
          <w:lang w:val="en-US"/>
        </w:rPr>
        <w:t>Canada</w:t>
      </w:r>
      <w:r w:rsidRPr="00595336">
        <w:rPr>
          <w:lang w:val="en-US"/>
        </w:rPr>
        <w:t>)</w:t>
      </w:r>
    </w:p>
    <w:p w14:paraId="64634773" w14:textId="77777777" w:rsidR="002172B0" w:rsidRDefault="002172B0" w:rsidP="002172B0">
      <w:pPr>
        <w:pStyle w:val="SingleTxtG"/>
        <w:tabs>
          <w:tab w:val="left" w:pos="3402"/>
        </w:tabs>
        <w:spacing w:before="40"/>
        <w:ind w:right="0"/>
        <w:jc w:val="left"/>
      </w:pPr>
      <w:r>
        <w:rPr>
          <w:i/>
          <w:iCs/>
          <w:lang w:val="en-US"/>
        </w:rPr>
        <w:t xml:space="preserve">Informal </w:t>
      </w:r>
      <w:r w:rsidRPr="00743DC3">
        <w:rPr>
          <w:lang w:val="en-US"/>
        </w:rPr>
        <w:t>document</w:t>
      </w:r>
      <w:r w:rsidRPr="00646FFA">
        <w:rPr>
          <w:i/>
          <w:iCs/>
          <w:lang w:val="en-US"/>
        </w:rPr>
        <w:t>:</w:t>
      </w:r>
      <w:r>
        <w:rPr>
          <w:lang w:val="en-US"/>
        </w:rPr>
        <w:tab/>
        <w:t>INF.45 (United Kingdom)</w:t>
      </w:r>
    </w:p>
    <w:p w14:paraId="4FB8E3FD" w14:textId="0C69F4B8" w:rsidR="002172B0" w:rsidRDefault="00BB4B59" w:rsidP="002172B0">
      <w:pPr>
        <w:pStyle w:val="SingleTxtG"/>
        <w:rPr>
          <w:lang w:val="en-US"/>
        </w:rPr>
      </w:pPr>
      <w:r>
        <w:t>94</w:t>
      </w:r>
      <w:r w:rsidR="002172B0" w:rsidRPr="00F667A9">
        <w:t>.</w:t>
      </w:r>
      <w:r w:rsidR="002172B0" w:rsidRPr="00F667A9">
        <w:tab/>
      </w:r>
      <w:r w:rsidR="002172B0">
        <w:t>T</w:t>
      </w:r>
      <w:r w:rsidR="002172B0" w:rsidRPr="00852D0E">
        <w:t>he Sub-Committee</w:t>
      </w:r>
      <w:r w:rsidR="002172B0">
        <w:t xml:space="preserve"> noted some comments on the proposed amendments to the definition of a large packaging in 1.2.1. The expert from the </w:t>
      </w:r>
      <w:r w:rsidR="002172B0">
        <w:rPr>
          <w:lang w:val="en-US"/>
        </w:rPr>
        <w:t>United Kingdom</w:t>
      </w:r>
      <w:r w:rsidR="002172B0">
        <w:t xml:space="preserve"> suggested further amendments as reflected in </w:t>
      </w:r>
      <w:r w:rsidR="002172B0" w:rsidRPr="00462639">
        <w:t xml:space="preserve">informal document </w:t>
      </w:r>
      <w:r w:rsidR="002172B0">
        <w:t xml:space="preserve">INF.45. Some experts raised a study reservation due to the late submission of </w:t>
      </w:r>
      <w:r w:rsidR="002172B0" w:rsidRPr="00462639">
        <w:t xml:space="preserve">informal document </w:t>
      </w:r>
      <w:r w:rsidR="002172B0">
        <w:t xml:space="preserve">INF.45. </w:t>
      </w:r>
      <w:r w:rsidR="002172B0">
        <w:rPr>
          <w:lang w:val="en-US"/>
        </w:rPr>
        <w:t xml:space="preserve">The expert from Canada proposed to work with the expert from the United Kingdom to come back with </w:t>
      </w:r>
      <w:proofErr w:type="gramStart"/>
      <w:r w:rsidR="002172B0">
        <w:rPr>
          <w:lang w:val="en-US"/>
        </w:rPr>
        <w:t>an</w:t>
      </w:r>
      <w:proofErr w:type="gramEnd"/>
      <w:r w:rsidR="002172B0">
        <w:rPr>
          <w:lang w:val="en-US"/>
        </w:rPr>
        <w:t xml:space="preserve"> revised proposal for the next session.</w:t>
      </w:r>
    </w:p>
    <w:p w14:paraId="7A142C01" w14:textId="785BF2FB" w:rsidR="002172B0" w:rsidRDefault="002172B0" w:rsidP="002172B0">
      <w:pPr>
        <w:pStyle w:val="HChG"/>
      </w:pPr>
      <w:bookmarkStart w:id="18" w:name="_Hlk13481034"/>
      <w:r w:rsidRPr="00B7238D">
        <w:tab/>
      </w:r>
      <w:r>
        <w:t>IX</w:t>
      </w:r>
      <w:r w:rsidRPr="00050DC8">
        <w:t>.</w:t>
      </w:r>
      <w:r w:rsidRPr="00050DC8">
        <w:tab/>
      </w:r>
      <w:r>
        <w:t>Global harmonization of transport of dangerous goods regulations with the Model Regulations (agenda item 7)</w:t>
      </w:r>
    </w:p>
    <w:p w14:paraId="72E927CF" w14:textId="77777777" w:rsidR="002172B0" w:rsidRPr="008838EC" w:rsidRDefault="002172B0" w:rsidP="002172B0">
      <w:pPr>
        <w:pStyle w:val="H1G"/>
        <w:kinsoku/>
        <w:overflowPunct/>
        <w:autoSpaceDE/>
        <w:autoSpaceDN/>
        <w:adjustRightInd/>
        <w:snapToGrid/>
        <w:rPr>
          <w:sz w:val="20"/>
        </w:rPr>
      </w:pPr>
      <w:r w:rsidRPr="007D7CAD">
        <w:rPr>
          <w:sz w:val="20"/>
          <w:lang w:val="en-US"/>
        </w:rPr>
        <w:tab/>
      </w:r>
      <w:r w:rsidRPr="008838EC">
        <w:rPr>
          <w:sz w:val="20"/>
        </w:rPr>
        <w:t>1.</w:t>
      </w:r>
      <w:r w:rsidRPr="008838EC">
        <w:rPr>
          <w:sz w:val="20"/>
        </w:rPr>
        <w:tab/>
        <w:t>Harmonization of RID/ADR/ADN with the 21st revised edition of the United Nations Recommendations on the Transport of Dangerous Goods, Model Regulations</w:t>
      </w:r>
    </w:p>
    <w:p w14:paraId="75A9344B" w14:textId="77777777" w:rsidR="002172B0" w:rsidRPr="008838EC" w:rsidRDefault="002172B0" w:rsidP="002172B0">
      <w:pPr>
        <w:pStyle w:val="SingleTxtG"/>
        <w:tabs>
          <w:tab w:val="left" w:pos="3402"/>
        </w:tabs>
        <w:spacing w:before="40"/>
        <w:ind w:right="0"/>
        <w:jc w:val="left"/>
      </w:pPr>
      <w:r w:rsidRPr="00196950">
        <w:rPr>
          <w:i/>
          <w:iCs/>
        </w:rPr>
        <w:t>Informal document:</w:t>
      </w:r>
      <w:r w:rsidRPr="008838EC">
        <w:tab/>
        <w:t>INF.30/Rev.1 (Secretariat)</w:t>
      </w:r>
    </w:p>
    <w:p w14:paraId="77482A70" w14:textId="7A859266" w:rsidR="002172B0" w:rsidRDefault="00BB4B59" w:rsidP="002172B0">
      <w:pPr>
        <w:pStyle w:val="SingleTxtG"/>
      </w:pPr>
      <w:r>
        <w:t>95</w:t>
      </w:r>
      <w:r w:rsidR="002172B0" w:rsidRPr="00F667A9">
        <w:t>.</w:t>
      </w:r>
      <w:r w:rsidR="002172B0" w:rsidRPr="00F667A9">
        <w:tab/>
      </w:r>
      <w:r w:rsidR="002172B0">
        <w:t xml:space="preserve">The Sub-Committee was not able to make decisions on an informal document and requested the secretariat to submit a working document at the next session. </w:t>
      </w:r>
    </w:p>
    <w:p w14:paraId="2690FB02" w14:textId="77777777" w:rsidR="002172B0" w:rsidRPr="00196950" w:rsidRDefault="002172B0" w:rsidP="002172B0">
      <w:pPr>
        <w:pStyle w:val="H1G"/>
        <w:kinsoku/>
        <w:overflowPunct/>
        <w:autoSpaceDE/>
        <w:autoSpaceDN/>
        <w:adjustRightInd/>
        <w:snapToGrid/>
        <w:rPr>
          <w:sz w:val="20"/>
        </w:rPr>
      </w:pPr>
      <w:r w:rsidRPr="007D7CAD">
        <w:rPr>
          <w:sz w:val="20"/>
          <w:lang w:val="en-US"/>
        </w:rPr>
        <w:lastRenderedPageBreak/>
        <w:tab/>
      </w:r>
      <w:r w:rsidRPr="00196950">
        <w:rPr>
          <w:sz w:val="20"/>
        </w:rPr>
        <w:t>2.</w:t>
      </w:r>
      <w:r w:rsidRPr="00196950">
        <w:rPr>
          <w:sz w:val="20"/>
        </w:rPr>
        <w:tab/>
        <w:t>Information on recommendations made by the ICAO Dangerous Goods Panel</w:t>
      </w:r>
    </w:p>
    <w:p w14:paraId="22FA39FE" w14:textId="77777777" w:rsidR="002172B0" w:rsidRPr="00BF42B4" w:rsidRDefault="002172B0" w:rsidP="002172B0">
      <w:pPr>
        <w:pStyle w:val="SingleTxtG"/>
        <w:tabs>
          <w:tab w:val="left" w:pos="3402"/>
        </w:tabs>
        <w:spacing w:before="40"/>
        <w:ind w:right="0"/>
        <w:jc w:val="left"/>
      </w:pPr>
      <w:r w:rsidRPr="00BF42B4">
        <w:rPr>
          <w:i/>
          <w:iCs/>
        </w:rPr>
        <w:t>Informal document:</w:t>
      </w:r>
      <w:r w:rsidRPr="00BF42B4">
        <w:tab/>
        <w:t>INF.41 (ICAO)</w:t>
      </w:r>
    </w:p>
    <w:p w14:paraId="748F9CF0" w14:textId="714E3FC6" w:rsidR="002172B0" w:rsidRDefault="00BB4B59" w:rsidP="002172B0">
      <w:pPr>
        <w:pStyle w:val="SingleTxtG"/>
      </w:pPr>
      <w:r>
        <w:t>96</w:t>
      </w:r>
      <w:r w:rsidR="002172B0" w:rsidRPr="00196950">
        <w:t>.</w:t>
      </w:r>
      <w:r w:rsidR="002172B0" w:rsidRPr="00196950">
        <w:tab/>
        <w:t xml:space="preserve">As there </w:t>
      </w:r>
      <w:r w:rsidR="002172B0">
        <w:t>were</w:t>
      </w:r>
      <w:r w:rsidR="002172B0" w:rsidRPr="00196950">
        <w:t xml:space="preserve"> s</w:t>
      </w:r>
      <w:r w:rsidR="002172B0">
        <w:t>ome concerns regarding possible divergence among the different modes, ICAO was invited to present a working document at the next session to give the Sub-Committee the opportunity to carefully consider the proposals.</w:t>
      </w:r>
    </w:p>
    <w:p w14:paraId="448490F5" w14:textId="77777777" w:rsidR="002172B0" w:rsidRPr="00B871F3" w:rsidRDefault="002172B0" w:rsidP="002172B0">
      <w:pPr>
        <w:pStyle w:val="H1G"/>
        <w:kinsoku/>
        <w:overflowPunct/>
        <w:autoSpaceDE/>
        <w:autoSpaceDN/>
        <w:adjustRightInd/>
        <w:snapToGrid/>
        <w:rPr>
          <w:sz w:val="20"/>
        </w:rPr>
      </w:pPr>
      <w:r>
        <w:rPr>
          <w:sz w:val="20"/>
        </w:rPr>
        <w:tab/>
      </w:r>
      <w:r w:rsidRPr="00B871F3">
        <w:rPr>
          <w:sz w:val="20"/>
        </w:rPr>
        <w:t>3.</w:t>
      </w:r>
      <w:r w:rsidRPr="00B871F3">
        <w:rPr>
          <w:sz w:val="20"/>
        </w:rPr>
        <w:tab/>
        <w:t>Outcome of the thirty-first session of the Editorial and Technical Group (the IMDG Code)</w:t>
      </w:r>
    </w:p>
    <w:p w14:paraId="2CB9E4E4" w14:textId="77777777" w:rsidR="002172B0" w:rsidRPr="00BF42B4" w:rsidRDefault="002172B0" w:rsidP="002172B0">
      <w:pPr>
        <w:pStyle w:val="SingleTxtG"/>
        <w:tabs>
          <w:tab w:val="left" w:pos="3402"/>
        </w:tabs>
        <w:spacing w:before="40"/>
        <w:ind w:right="0"/>
        <w:jc w:val="left"/>
      </w:pPr>
      <w:r w:rsidRPr="00BF42B4">
        <w:rPr>
          <w:i/>
          <w:iCs/>
        </w:rPr>
        <w:t>Informal document:</w:t>
      </w:r>
      <w:r w:rsidRPr="00BF42B4">
        <w:tab/>
        <w:t>INF.49 (IMO)</w:t>
      </w:r>
    </w:p>
    <w:p w14:paraId="728EC927" w14:textId="143DD3BD" w:rsidR="002172B0" w:rsidRDefault="00BB4B59" w:rsidP="002172B0">
      <w:pPr>
        <w:pStyle w:val="SingleTxtG"/>
      </w:pPr>
      <w:r>
        <w:t>97</w:t>
      </w:r>
      <w:r w:rsidR="002172B0" w:rsidRPr="00B871F3">
        <w:t>.</w:t>
      </w:r>
      <w:r w:rsidR="002172B0" w:rsidRPr="00B871F3">
        <w:tab/>
        <w:t>It was noted t</w:t>
      </w:r>
      <w:r w:rsidR="002172B0">
        <w:t>hat some of the editorial issues brought to the attention of the Sub-Committee, were already included in the twenty-first revision of the Model Regulations. The Sub-Committee took note of additional information regarding mode specific provisions for data loggers</w:t>
      </w:r>
      <w:r w:rsidR="00671104">
        <w:t xml:space="preserve"> </w:t>
      </w:r>
      <w:r w:rsidR="002172B0">
        <w:t>and transport document in paragraphs 3.13 and 3.45 of informal document INF.49 respectively.</w:t>
      </w:r>
    </w:p>
    <w:p w14:paraId="6AC7E490" w14:textId="22F0B501" w:rsidR="002172B0" w:rsidRPr="00B871F3" w:rsidRDefault="00BB4B59" w:rsidP="002172B0">
      <w:pPr>
        <w:pStyle w:val="SingleTxtG"/>
      </w:pPr>
      <w:r>
        <w:t>98</w:t>
      </w:r>
      <w:r w:rsidR="002172B0">
        <w:t>.</w:t>
      </w:r>
      <w:r w:rsidR="002172B0">
        <w:tab/>
        <w:t>The Sub-Committee invited IMO to submit a working document at the next session if there were any remaining issues that needed to be addressed.</w:t>
      </w:r>
    </w:p>
    <w:bookmarkEnd w:id="18"/>
    <w:p w14:paraId="11984AD9" w14:textId="1D0829B1" w:rsidR="00196021" w:rsidRDefault="002172B0" w:rsidP="002172B0">
      <w:pPr>
        <w:pStyle w:val="HChG"/>
      </w:pPr>
      <w:r>
        <w:tab/>
        <w:t>X.</w:t>
      </w:r>
      <w:r w:rsidR="00F130A6">
        <w:tab/>
      </w:r>
      <w:r w:rsidR="00F130A6" w:rsidRPr="00F130A6">
        <w:t xml:space="preserve">Cooperation with the International Atomic Energy Agency </w:t>
      </w:r>
      <w:r w:rsidR="00F130A6">
        <w:t>(agenda item 8)</w:t>
      </w:r>
    </w:p>
    <w:p w14:paraId="323BAABE" w14:textId="32531305" w:rsidR="00A456A8" w:rsidRPr="00A456A8" w:rsidRDefault="00BB4B59" w:rsidP="00BF42B4">
      <w:pPr>
        <w:pStyle w:val="SingleTxtG"/>
      </w:pPr>
      <w:r>
        <w:t>99</w:t>
      </w:r>
      <w:r w:rsidR="00F130A6">
        <w:t>.</w:t>
      </w:r>
      <w:r w:rsidR="00A25C4B">
        <w:tab/>
      </w:r>
      <w:r w:rsidR="00A456A8">
        <w:t>The represent</w:t>
      </w:r>
      <w:r w:rsidR="00F130A6">
        <w:t>ative</w:t>
      </w:r>
      <w:r w:rsidR="00A456A8">
        <w:t xml:space="preserve"> of IATA withdrew </w:t>
      </w:r>
      <w:r w:rsidR="00F130A6">
        <w:t>i</w:t>
      </w:r>
      <w:r w:rsidR="00A456A8">
        <w:t>nformal document INF.15 (see para 9).</w:t>
      </w:r>
    </w:p>
    <w:p w14:paraId="253B23AF" w14:textId="09672A6F" w:rsidR="00196021" w:rsidRDefault="002172B0" w:rsidP="002172B0">
      <w:pPr>
        <w:pStyle w:val="HChG"/>
      </w:pPr>
      <w:r>
        <w:tab/>
        <w:t>XI.</w:t>
      </w:r>
      <w:r w:rsidR="00F130A6">
        <w:tab/>
      </w:r>
      <w:r w:rsidR="00F130A6" w:rsidRPr="00050DC8">
        <w:t>Guiding principles for the Model Regulations</w:t>
      </w:r>
      <w:r w:rsidR="00F130A6">
        <w:t xml:space="preserve"> (agenda item 9)</w:t>
      </w:r>
    </w:p>
    <w:p w14:paraId="383280AA" w14:textId="730A1B33" w:rsidR="00A456A8" w:rsidRPr="00A6112E" w:rsidRDefault="00A456A8" w:rsidP="00BF42B4">
      <w:pPr>
        <w:pStyle w:val="SingleTxtG"/>
      </w:pPr>
      <w:r w:rsidRPr="00A6112E">
        <w:tab/>
      </w:r>
      <w:r w:rsidR="00BB4B59">
        <w:t>100</w:t>
      </w:r>
      <w:r w:rsidR="00F130A6" w:rsidRPr="00A6112E">
        <w:t>.</w:t>
      </w:r>
      <w:r w:rsidR="00F130A6" w:rsidRPr="00A6112E">
        <w:tab/>
      </w:r>
      <w:r w:rsidR="00A6112E" w:rsidRPr="00A6112E">
        <w:t>As no document had been submitted under this agenda item, no discussion took place on this subject.</w:t>
      </w:r>
    </w:p>
    <w:p w14:paraId="2A5EFFA1" w14:textId="77777777" w:rsidR="002172B0" w:rsidRPr="00050DC8" w:rsidRDefault="002172B0" w:rsidP="00A25C4B">
      <w:pPr>
        <w:pStyle w:val="HChG"/>
        <w:keepNext w:val="0"/>
        <w:keepLines w:val="0"/>
      </w:pPr>
      <w:bookmarkStart w:id="19" w:name="_Hlk13481094"/>
      <w:r>
        <w:tab/>
        <w:t>XII</w:t>
      </w:r>
      <w:r w:rsidRPr="00050DC8">
        <w:t>.</w:t>
      </w:r>
      <w:r w:rsidRPr="00050DC8">
        <w:tab/>
        <w:t>Issues relating to the Globally Harmonized System of Classification and Labelling of Chemicals</w:t>
      </w:r>
      <w:r>
        <w:t xml:space="preserve"> (agenda item 10)</w:t>
      </w:r>
    </w:p>
    <w:p w14:paraId="198182E1" w14:textId="77777777" w:rsidR="002172B0" w:rsidRDefault="002172B0" w:rsidP="00A25C4B">
      <w:pPr>
        <w:pStyle w:val="H1G"/>
        <w:keepNext w:val="0"/>
        <w:keepLines w:val="0"/>
      </w:pPr>
      <w:bookmarkStart w:id="20" w:name="_Hlk13481138"/>
      <w:r>
        <w:tab/>
        <w:t>A.</w:t>
      </w:r>
      <w:r>
        <w:tab/>
        <w:t>Testing of oxidizing substances</w:t>
      </w:r>
    </w:p>
    <w:bookmarkEnd w:id="20"/>
    <w:p w14:paraId="1886BED8" w14:textId="77777777" w:rsidR="002172B0" w:rsidRPr="00B575A2" w:rsidRDefault="002172B0" w:rsidP="00A25C4B">
      <w:pPr>
        <w:pStyle w:val="H1G"/>
        <w:keepNext w:val="0"/>
        <w:keepLines w:val="0"/>
        <w:kinsoku/>
        <w:overflowPunct/>
        <w:autoSpaceDE/>
        <w:autoSpaceDN/>
        <w:adjustRightInd/>
        <w:snapToGrid/>
        <w:rPr>
          <w:sz w:val="20"/>
        </w:rPr>
      </w:pPr>
      <w:r w:rsidRPr="007D7CAD">
        <w:rPr>
          <w:sz w:val="20"/>
          <w:lang w:val="en-US"/>
        </w:rPr>
        <w:tab/>
      </w:r>
      <w:r>
        <w:rPr>
          <w:sz w:val="20"/>
          <w:lang w:val="en-US"/>
        </w:rPr>
        <w:t>1</w:t>
      </w:r>
      <w:r w:rsidRPr="00D03B84">
        <w:rPr>
          <w:sz w:val="20"/>
        </w:rPr>
        <w:t>.</w:t>
      </w:r>
      <w:r w:rsidRPr="00D03B84">
        <w:rPr>
          <w:sz w:val="20"/>
        </w:rPr>
        <w:tab/>
      </w:r>
      <w:r w:rsidRPr="00B575A2">
        <w:rPr>
          <w:sz w:val="20"/>
        </w:rPr>
        <w:t>Tests for oxidizing liquids and oxidizing solids improvement regarding consideration for particle size, friable or coated materials</w:t>
      </w:r>
    </w:p>
    <w:p w14:paraId="0454146D" w14:textId="77777777" w:rsidR="002172B0" w:rsidRPr="00BF42B4" w:rsidRDefault="002172B0" w:rsidP="00A25C4B">
      <w:pPr>
        <w:pStyle w:val="SingleTxtG"/>
        <w:tabs>
          <w:tab w:val="left" w:pos="3402"/>
        </w:tabs>
        <w:spacing w:before="40"/>
        <w:ind w:right="0"/>
        <w:jc w:val="left"/>
        <w:rPr>
          <w:lang w:val="fr-CH"/>
        </w:rPr>
      </w:pPr>
      <w:proofErr w:type="gramStart"/>
      <w:r w:rsidRPr="00BF42B4">
        <w:rPr>
          <w:i/>
          <w:iCs/>
          <w:lang w:val="fr-CH"/>
        </w:rPr>
        <w:t>Document:</w:t>
      </w:r>
      <w:proofErr w:type="gramEnd"/>
      <w:r w:rsidRPr="00BF42B4">
        <w:rPr>
          <w:lang w:val="fr-CH"/>
        </w:rPr>
        <w:tab/>
        <w:t>ST/SG/AC.10/C.3/2019/20 (France)</w:t>
      </w:r>
    </w:p>
    <w:p w14:paraId="28A056AA" w14:textId="77777777" w:rsidR="002172B0" w:rsidRPr="00BF42B4" w:rsidRDefault="002172B0" w:rsidP="00A25C4B">
      <w:pPr>
        <w:pStyle w:val="SingleTxtG"/>
        <w:tabs>
          <w:tab w:val="left" w:pos="3402"/>
        </w:tabs>
        <w:spacing w:before="40"/>
        <w:ind w:right="0"/>
        <w:jc w:val="left"/>
        <w:rPr>
          <w:lang w:val="fr-CH"/>
        </w:rPr>
      </w:pPr>
      <w:r w:rsidRPr="00BF42B4">
        <w:rPr>
          <w:i/>
          <w:iCs/>
          <w:lang w:val="fr-CH"/>
        </w:rPr>
        <w:t xml:space="preserve">Informal </w:t>
      </w:r>
      <w:proofErr w:type="gramStart"/>
      <w:r w:rsidRPr="00BF42B4">
        <w:rPr>
          <w:lang w:val="fr-CH"/>
        </w:rPr>
        <w:t>document</w:t>
      </w:r>
      <w:r w:rsidRPr="00BF42B4">
        <w:rPr>
          <w:i/>
          <w:iCs/>
          <w:lang w:val="fr-CH"/>
        </w:rPr>
        <w:t>:</w:t>
      </w:r>
      <w:proofErr w:type="gramEnd"/>
      <w:r w:rsidRPr="00BF42B4">
        <w:rPr>
          <w:lang w:val="fr-CH"/>
        </w:rPr>
        <w:tab/>
        <w:t>INF.44 (France)</w:t>
      </w:r>
    </w:p>
    <w:p w14:paraId="2A299306" w14:textId="65C27048" w:rsidR="002172B0" w:rsidRDefault="00BB4B59" w:rsidP="00A25C4B">
      <w:pPr>
        <w:pStyle w:val="SingleTxtG"/>
      </w:pPr>
      <w:r>
        <w:t>101</w:t>
      </w:r>
      <w:r w:rsidR="002172B0" w:rsidRPr="00496038">
        <w:t>.</w:t>
      </w:r>
      <w:r w:rsidR="002172B0" w:rsidRPr="00496038">
        <w:tab/>
      </w:r>
      <w:r w:rsidR="002172B0">
        <w:t>The Sub-Committee noted the information provided on the document and thanked the expert from France for undertaking work on this topic in accordance with the program</w:t>
      </w:r>
      <w:r w:rsidR="00A456A8">
        <w:t>me</w:t>
      </w:r>
      <w:r w:rsidR="002172B0">
        <w:t xml:space="preserve"> of work for 2019-2020.</w:t>
      </w:r>
    </w:p>
    <w:p w14:paraId="17FA09CD" w14:textId="1FEAA4AC" w:rsidR="002172B0" w:rsidRPr="00462639" w:rsidRDefault="00BB4B59" w:rsidP="00A25C4B">
      <w:pPr>
        <w:pStyle w:val="SingleTxtG"/>
      </w:pPr>
      <w:r>
        <w:t>102</w:t>
      </w:r>
      <w:r w:rsidR="002172B0">
        <w:t>.</w:t>
      </w:r>
      <w:r w:rsidR="002172B0">
        <w:tab/>
        <w:t xml:space="preserve">The expert from France clarified that the purpose of the work in item 4(b) was not to modify existing classification criteria for coated materials. He explained that a coating could provide extra protection that could modify oxidizing properties but on the opposite friability </w:t>
      </w:r>
      <w:r w:rsidR="002172B0">
        <w:lastRenderedPageBreak/>
        <w:t>could affect the efficiency of coating and influence the test results. Therefore, it was important to clarify how to deal with this type of materials.</w:t>
      </w:r>
    </w:p>
    <w:p w14:paraId="220C6A4F" w14:textId="222E39BB" w:rsidR="00461D6D" w:rsidRDefault="00461D6D" w:rsidP="00461D6D">
      <w:pPr>
        <w:pStyle w:val="H1G"/>
      </w:pPr>
      <w:bookmarkStart w:id="21" w:name="_Hlk13481177"/>
      <w:bookmarkEnd w:id="19"/>
      <w:r>
        <w:tab/>
        <w:t>B.</w:t>
      </w:r>
      <w:r>
        <w:tab/>
      </w:r>
      <w:r w:rsidRPr="00050DC8">
        <w:tab/>
      </w:r>
      <w:r>
        <w:t>Chemicals under pressure</w:t>
      </w:r>
    </w:p>
    <w:p w14:paraId="62696E2F" w14:textId="07BC1EAC" w:rsidR="00461D6D" w:rsidRPr="00461D6D" w:rsidRDefault="00BB4B59" w:rsidP="00461D6D">
      <w:pPr>
        <w:pStyle w:val="SingleTxtG"/>
      </w:pPr>
      <w:r>
        <w:t>103</w:t>
      </w:r>
      <w:r w:rsidR="00461D6D">
        <w:t>.</w:t>
      </w:r>
      <w:r w:rsidR="00461D6D">
        <w:tab/>
        <w:t>As no document had been submitted under this agenda sub-item, no discussion took place on this subject.</w:t>
      </w:r>
    </w:p>
    <w:p w14:paraId="6379B527" w14:textId="2691C33C" w:rsidR="00461D6D" w:rsidRDefault="00461D6D" w:rsidP="002172B0">
      <w:pPr>
        <w:pStyle w:val="H1G"/>
      </w:pPr>
      <w:r>
        <w:tab/>
        <w:t>C.</w:t>
      </w:r>
      <w:r>
        <w:tab/>
      </w:r>
      <w:r w:rsidRPr="00050DC8">
        <w:t>Updating of references to OECD Guidelines</w:t>
      </w:r>
    </w:p>
    <w:p w14:paraId="1C7F9BDE" w14:textId="5587E574" w:rsidR="00461D6D" w:rsidRDefault="00461D6D" w:rsidP="00461D6D">
      <w:pPr>
        <w:pStyle w:val="SingleTxtG"/>
        <w:tabs>
          <w:tab w:val="left" w:pos="3402"/>
        </w:tabs>
        <w:spacing w:before="40"/>
        <w:ind w:right="0"/>
        <w:jc w:val="left"/>
        <w:rPr>
          <w:lang w:val="en-US"/>
        </w:rPr>
      </w:pPr>
      <w:r w:rsidRPr="00646FFA">
        <w:rPr>
          <w:i/>
          <w:iCs/>
          <w:lang w:val="en-US"/>
        </w:rPr>
        <w:t>Document:</w:t>
      </w:r>
      <w:r w:rsidRPr="000806CC">
        <w:rPr>
          <w:i/>
          <w:iCs/>
          <w:lang w:val="en-US"/>
        </w:rPr>
        <w:tab/>
      </w:r>
      <w:r w:rsidRPr="00595336">
        <w:rPr>
          <w:lang w:val="en-US"/>
        </w:rPr>
        <w:t>ST/SG/AC.10/C.3/2019/</w:t>
      </w:r>
      <w:r>
        <w:rPr>
          <w:lang w:val="en-US"/>
        </w:rPr>
        <w:t>1</w:t>
      </w:r>
      <w:r w:rsidRPr="00595336">
        <w:rPr>
          <w:lang w:val="en-US"/>
        </w:rPr>
        <w:t xml:space="preserve"> (</w:t>
      </w:r>
      <w:r>
        <w:rPr>
          <w:lang w:val="en-US"/>
        </w:rPr>
        <w:t>European Union</w:t>
      </w:r>
      <w:r w:rsidRPr="00595336">
        <w:rPr>
          <w:lang w:val="en-US"/>
        </w:rPr>
        <w:t>)</w:t>
      </w:r>
    </w:p>
    <w:p w14:paraId="0E137FFF" w14:textId="56F16B33" w:rsidR="00461D6D" w:rsidRPr="00397D8F" w:rsidRDefault="00BB4B59" w:rsidP="00461D6D">
      <w:pPr>
        <w:pStyle w:val="SingleTxtG"/>
      </w:pPr>
      <w:r>
        <w:t>104</w:t>
      </w:r>
      <w:r w:rsidR="00461D6D">
        <w:t>.</w:t>
      </w:r>
      <w:r w:rsidR="00461D6D">
        <w:tab/>
      </w:r>
      <w:r w:rsidR="00C4012C" w:rsidRPr="00162DC7">
        <w:t xml:space="preserve">The Sub-Committee </w:t>
      </w:r>
      <w:r w:rsidR="00C4012C">
        <w:t xml:space="preserve">consider </w:t>
      </w:r>
      <w:r w:rsidR="00C4012C" w:rsidRPr="00162DC7">
        <w:t xml:space="preserve">the proposal in document </w:t>
      </w:r>
      <w:r w:rsidR="00C4012C" w:rsidRPr="003F2BD2">
        <w:rPr>
          <w:lang w:val="en-US"/>
        </w:rPr>
        <w:t>ST/SG/AC.10/C.3/2019/</w:t>
      </w:r>
      <w:r w:rsidR="00C4012C">
        <w:rPr>
          <w:lang w:val="en-US"/>
        </w:rPr>
        <w:t>1</w:t>
      </w:r>
      <w:r w:rsidR="00C4012C" w:rsidRPr="003F2BD2">
        <w:rPr>
          <w:lang w:val="en-US"/>
        </w:rPr>
        <w:t xml:space="preserve"> </w:t>
      </w:r>
      <w:r w:rsidR="00C4012C" w:rsidRPr="00162DC7">
        <w:t xml:space="preserve">from </w:t>
      </w:r>
      <w:r w:rsidR="00C4012C">
        <w:t xml:space="preserve">the European Union on the revision of paragraph 2.8.3.2 and </w:t>
      </w:r>
      <w:r w:rsidR="00C4012C" w:rsidRPr="00162DC7">
        <w:t xml:space="preserve">adopted </w:t>
      </w:r>
      <w:r w:rsidR="00C4012C">
        <w:t>it as reproduced in the annex.</w:t>
      </w:r>
    </w:p>
    <w:p w14:paraId="16DEFDAC" w14:textId="77777777" w:rsidR="00BB4B59" w:rsidRDefault="00BB4B59" w:rsidP="00BB4B59">
      <w:pPr>
        <w:pStyle w:val="H1G"/>
      </w:pPr>
      <w:r>
        <w:tab/>
        <w:t>D.</w:t>
      </w:r>
      <w:r>
        <w:tab/>
      </w:r>
      <w:r w:rsidRPr="00050DC8">
        <w:tab/>
      </w:r>
      <w:r>
        <w:t>Review of Chapter 2.1</w:t>
      </w:r>
    </w:p>
    <w:p w14:paraId="03B67DB7" w14:textId="50FD8E9F" w:rsidR="00BB4B59" w:rsidRPr="00397D8F" w:rsidRDefault="00BB4B59" w:rsidP="00BB4B59">
      <w:pPr>
        <w:pStyle w:val="SingleTxtG"/>
      </w:pPr>
      <w:r>
        <w:t>105.</w:t>
      </w:r>
      <w:r>
        <w:tab/>
      </w:r>
      <w:r w:rsidRPr="003F2BD2">
        <w:t xml:space="preserve">Document </w:t>
      </w:r>
      <w:r w:rsidRPr="003F2BD2">
        <w:rPr>
          <w:lang w:val="en-US"/>
        </w:rPr>
        <w:t>ST/SG/AC.10/C.3/2019/32 and informal documents INF.19 and INF.20 on the development of a new chapter 2.1 for GHS were discussed under agenda item 2 (h) (see paragraphs</w:t>
      </w:r>
      <w:r w:rsidR="00F86C11">
        <w:rPr>
          <w:lang w:val="en-US"/>
        </w:rPr>
        <w:t xml:space="preserve"> 24</w:t>
      </w:r>
      <w:r w:rsidR="00FF5C84">
        <w:rPr>
          <w:lang w:val="en-US"/>
        </w:rPr>
        <w:t xml:space="preserve"> to </w:t>
      </w:r>
      <w:r w:rsidR="00F86C11">
        <w:rPr>
          <w:lang w:val="en-US"/>
        </w:rPr>
        <w:t>26</w:t>
      </w:r>
      <w:r w:rsidR="00F86C11" w:rsidRPr="003F2BD2">
        <w:rPr>
          <w:lang w:val="en-US"/>
        </w:rPr>
        <w:t>).</w:t>
      </w:r>
    </w:p>
    <w:p w14:paraId="2306169F" w14:textId="001D905A" w:rsidR="00C4012C" w:rsidRDefault="00C4012C" w:rsidP="00C4012C">
      <w:pPr>
        <w:pStyle w:val="H1G"/>
      </w:pPr>
      <w:r>
        <w:tab/>
        <w:t>E.</w:t>
      </w:r>
      <w:r>
        <w:tab/>
      </w:r>
      <w:r w:rsidRPr="00050DC8">
        <w:tab/>
      </w:r>
      <w:r>
        <w:t>Simultaneous classification in physical hazards and precedence of hazards</w:t>
      </w:r>
    </w:p>
    <w:p w14:paraId="3B9EA9F5" w14:textId="2A5549D2" w:rsidR="00C4012C" w:rsidRPr="00461D6D" w:rsidRDefault="00BB4B59" w:rsidP="00C4012C">
      <w:pPr>
        <w:pStyle w:val="SingleTxtG"/>
      </w:pPr>
      <w:r>
        <w:t>106</w:t>
      </w:r>
      <w:r w:rsidR="00C4012C">
        <w:t>.</w:t>
      </w:r>
      <w:r w:rsidR="00C4012C">
        <w:tab/>
        <w:t>As no document had been submitted under this agenda sub-item, no discussion took place on this subject.</w:t>
      </w:r>
    </w:p>
    <w:p w14:paraId="1426FD95" w14:textId="6ADB5DDD" w:rsidR="00C4012C" w:rsidRDefault="00C4012C" w:rsidP="00C4012C">
      <w:pPr>
        <w:pStyle w:val="H1G"/>
      </w:pPr>
      <w:r>
        <w:tab/>
        <w:t>F.</w:t>
      </w:r>
      <w:r>
        <w:tab/>
      </w:r>
      <w:r w:rsidRPr="00050DC8">
        <w:t>Miscellaneous</w:t>
      </w:r>
    </w:p>
    <w:p w14:paraId="36DB098F" w14:textId="0EB0C54F" w:rsidR="00C4012C" w:rsidRPr="00461D6D" w:rsidRDefault="00BB4B59" w:rsidP="00C4012C">
      <w:pPr>
        <w:pStyle w:val="SingleTxtG"/>
      </w:pPr>
      <w:r>
        <w:t>107</w:t>
      </w:r>
      <w:r w:rsidR="00C4012C">
        <w:t>.</w:t>
      </w:r>
      <w:r w:rsidR="00C4012C">
        <w:tab/>
        <w:t>As no document had been submitted under this agenda sub-item, no discussion took place on this subject.</w:t>
      </w:r>
    </w:p>
    <w:bookmarkEnd w:id="21"/>
    <w:p w14:paraId="1B68B7B2" w14:textId="77777777" w:rsidR="002172B0" w:rsidRDefault="002172B0" w:rsidP="002172B0">
      <w:pPr>
        <w:pStyle w:val="HChG"/>
      </w:pPr>
      <w:r>
        <w:tab/>
      </w:r>
      <w:r w:rsidRPr="00352CE6">
        <w:t>XII</w:t>
      </w:r>
      <w:r>
        <w:t>I</w:t>
      </w:r>
      <w:r w:rsidRPr="00352CE6">
        <w:t>.</w:t>
      </w:r>
      <w:r>
        <w:tab/>
      </w:r>
      <w:r w:rsidRPr="00352CE6">
        <w:t xml:space="preserve">Other business </w:t>
      </w:r>
      <w:r>
        <w:t>(agenda item 11)</w:t>
      </w:r>
    </w:p>
    <w:p w14:paraId="1B5BF2BF" w14:textId="53D00F1B" w:rsidR="002172B0" w:rsidRDefault="002172B0" w:rsidP="002172B0">
      <w:pPr>
        <w:pStyle w:val="H1G"/>
      </w:pPr>
      <w:r>
        <w:tab/>
      </w:r>
      <w:r>
        <w:tab/>
        <w:t>Tribute to M</w:t>
      </w:r>
      <w:r w:rsidR="00A6112E">
        <w:t>r</w:t>
      </w:r>
      <w:r>
        <w:t xml:space="preserve">. Haidl and </w:t>
      </w:r>
      <w:r w:rsidR="00944D67">
        <w:t>M</w:t>
      </w:r>
      <w:r w:rsidR="00A6112E">
        <w:t>r</w:t>
      </w:r>
      <w:r w:rsidR="00944D67">
        <w:t>.</w:t>
      </w:r>
      <w:r w:rsidR="00A6112E">
        <w:t xml:space="preserve"> </w:t>
      </w:r>
      <w:proofErr w:type="spellStart"/>
      <w:r>
        <w:t>Kirchnawy</w:t>
      </w:r>
      <w:proofErr w:type="spellEnd"/>
      <w:r>
        <w:t xml:space="preserve"> (Austria)</w:t>
      </w:r>
    </w:p>
    <w:p w14:paraId="317C3D03" w14:textId="730F57DF" w:rsidR="002172B0" w:rsidRDefault="00C73894" w:rsidP="002172B0">
      <w:pPr>
        <w:pStyle w:val="SingleTxtG"/>
      </w:pPr>
      <w:r>
        <w:t>10</w:t>
      </w:r>
      <w:r w:rsidR="00BB4B59">
        <w:t>8</w:t>
      </w:r>
      <w:r w:rsidR="002172B0">
        <w:t>.</w:t>
      </w:r>
      <w:r w:rsidR="002172B0">
        <w:tab/>
        <w:t xml:space="preserve">The Sub-Committee noted that Mr. Friedrich </w:t>
      </w:r>
      <w:proofErr w:type="spellStart"/>
      <w:r w:rsidR="002172B0">
        <w:t>Kirchnawy</w:t>
      </w:r>
      <w:proofErr w:type="spellEnd"/>
      <w:r w:rsidR="002172B0">
        <w:t xml:space="preserve"> had retired in May 2019 and will no longer attend the sessions of the Sub-Committee as head of the Austrian delegation. Learning that Mr. </w:t>
      </w:r>
      <w:r w:rsidR="002172B0" w:rsidRPr="0043756B">
        <w:t>Ewald HAIDL</w:t>
      </w:r>
      <w:r w:rsidR="002172B0">
        <w:t xml:space="preserve"> (Austria) would also no</w:t>
      </w:r>
      <w:r w:rsidR="002172B0" w:rsidRPr="00954E71">
        <w:t xml:space="preserve"> </w:t>
      </w:r>
      <w:r w:rsidR="002172B0">
        <w:t>longer attend the sessions, the Sub-Committee expressed its appreciation for their contributions to the work of the Sub-Committee and wished them a long and happy retirement.</w:t>
      </w:r>
      <w:bookmarkStart w:id="22" w:name="_Hlk13481217"/>
    </w:p>
    <w:bookmarkEnd w:id="22"/>
    <w:p w14:paraId="063D7BB4" w14:textId="77777777" w:rsidR="002172B0" w:rsidRPr="00ED797D" w:rsidRDefault="002172B0" w:rsidP="002172B0">
      <w:pPr>
        <w:pStyle w:val="HChG"/>
      </w:pPr>
      <w:r>
        <w:tab/>
        <w:t>XIV.</w:t>
      </w:r>
      <w:r>
        <w:tab/>
      </w:r>
      <w:r w:rsidRPr="00ED797D">
        <w:t>Adoption of the report (agenda item 12)</w:t>
      </w:r>
    </w:p>
    <w:p w14:paraId="7FBF532C" w14:textId="2370947D" w:rsidR="002172B0" w:rsidRDefault="00BB4B59" w:rsidP="002172B0">
      <w:pPr>
        <w:pStyle w:val="SingleTxtG"/>
      </w:pPr>
      <w:r>
        <w:t>109</w:t>
      </w:r>
      <w:r w:rsidR="002172B0" w:rsidRPr="00ED797D">
        <w:t>.</w:t>
      </w:r>
      <w:r w:rsidR="002172B0" w:rsidRPr="00ED797D">
        <w:tab/>
        <w:t xml:space="preserve">The Sub-Committee adopted the report on its fifty-fifth session and its annex </w:t>
      </w:r>
      <w:proofErr w:type="gramStart"/>
      <w:r w:rsidR="002172B0" w:rsidRPr="00ED797D">
        <w:t>on the</w:t>
      </w:r>
      <w:r w:rsidR="002172B0">
        <w:t xml:space="preserve"> b</w:t>
      </w:r>
      <w:r w:rsidR="002172B0" w:rsidRPr="00ED797D">
        <w:t>asis of</w:t>
      </w:r>
      <w:proofErr w:type="gramEnd"/>
      <w:r w:rsidR="002172B0" w:rsidRPr="00ED797D">
        <w:t xml:space="preserve"> a draft prepared by the secretariat.</w:t>
      </w:r>
    </w:p>
    <w:p w14:paraId="7FEFDDEA" w14:textId="5ECF0387" w:rsidR="00242C77" w:rsidRDefault="00242C77">
      <w:pPr>
        <w:suppressAutoHyphens w:val="0"/>
        <w:kinsoku/>
        <w:overflowPunct/>
        <w:autoSpaceDE/>
        <w:autoSpaceDN/>
        <w:adjustRightInd/>
        <w:snapToGrid/>
        <w:spacing w:after="200" w:line="276" w:lineRule="auto"/>
        <w:rPr>
          <w:u w:val="single"/>
        </w:rPr>
      </w:pPr>
      <w:r>
        <w:rPr>
          <w:u w:val="single"/>
        </w:rPr>
        <w:br w:type="page"/>
      </w:r>
    </w:p>
    <w:p w14:paraId="1F10BC01" w14:textId="29027891" w:rsidR="00C63F5F" w:rsidRDefault="00C63F5F" w:rsidP="00C63F5F">
      <w:pPr>
        <w:pStyle w:val="HChG"/>
      </w:pPr>
      <w:r>
        <w:lastRenderedPageBreak/>
        <w:tab/>
      </w:r>
      <w:r>
        <w:tab/>
        <w:t>Annex</w:t>
      </w:r>
    </w:p>
    <w:p w14:paraId="250882F3" w14:textId="7A460957" w:rsidR="00464897" w:rsidRPr="00464897" w:rsidRDefault="00464897" w:rsidP="00464897">
      <w:pPr>
        <w:pStyle w:val="HChG"/>
        <w:jc w:val="right"/>
        <w:rPr>
          <w:b w:val="0"/>
          <w:bCs/>
          <w:sz w:val="20"/>
        </w:rPr>
      </w:pPr>
      <w:r w:rsidRPr="00464897">
        <w:rPr>
          <w:b w:val="0"/>
          <w:bCs/>
          <w:sz w:val="20"/>
        </w:rPr>
        <w:t>[</w:t>
      </w:r>
      <w:r>
        <w:rPr>
          <w:b w:val="0"/>
          <w:bCs/>
          <w:sz w:val="20"/>
        </w:rPr>
        <w:t xml:space="preserve">Original </w:t>
      </w:r>
      <w:bookmarkStart w:id="23" w:name="_GoBack"/>
      <w:bookmarkEnd w:id="23"/>
      <w:r w:rsidRPr="00464897">
        <w:rPr>
          <w:b w:val="0"/>
          <w:bCs/>
          <w:sz w:val="20"/>
        </w:rPr>
        <w:t>English and French]</w:t>
      </w:r>
    </w:p>
    <w:p w14:paraId="6009234A" w14:textId="77777777" w:rsidR="00C63F5F" w:rsidRDefault="00C63F5F" w:rsidP="00C63F5F">
      <w:pPr>
        <w:pStyle w:val="HChG"/>
      </w:pPr>
      <w:r>
        <w:tab/>
      </w:r>
      <w:r>
        <w:tab/>
        <w:t>Adopted texts</w:t>
      </w:r>
    </w:p>
    <w:p w14:paraId="599BBF2C" w14:textId="77777777" w:rsidR="00C63F5F" w:rsidRDefault="00C63F5F" w:rsidP="00C63F5F">
      <w:pPr>
        <w:pStyle w:val="HChG"/>
      </w:pPr>
      <w:r>
        <w:tab/>
        <w:t>I.</w:t>
      </w:r>
      <w:r>
        <w:tab/>
      </w:r>
      <w:r w:rsidRPr="00B231DF">
        <w:t>Draft amendments to the twent</w:t>
      </w:r>
      <w:r>
        <w:t>y-first</w:t>
      </w:r>
      <w:r w:rsidRPr="00B231DF">
        <w:t xml:space="preserve"> revised edition of the Recommendations on the Transport of Dangerous Goods, Model Regulations (ST/SG/AC.10/1/Rev.2</w:t>
      </w:r>
      <w:r>
        <w:t>1</w:t>
      </w:r>
      <w:r w:rsidRPr="00B231DF">
        <w:t>)</w:t>
      </w:r>
    </w:p>
    <w:p w14:paraId="4701ED66" w14:textId="77777777" w:rsidR="00C63F5F" w:rsidRDefault="00C63F5F" w:rsidP="00C63F5F">
      <w:pPr>
        <w:pStyle w:val="H1G"/>
      </w:pPr>
      <w:r>
        <w:tab/>
      </w:r>
      <w:r>
        <w:tab/>
        <w:t>Chapter 2.5</w:t>
      </w:r>
    </w:p>
    <w:p w14:paraId="2FFD49E8" w14:textId="77777777" w:rsidR="00C63F5F" w:rsidRDefault="00C63F5F" w:rsidP="00C63F5F">
      <w:pPr>
        <w:pStyle w:val="SingleTxtG"/>
      </w:pPr>
      <w:r>
        <w:tab/>
        <w:t>2.5.3.2.4</w:t>
      </w:r>
      <w:r>
        <w:tab/>
        <w:t>In the table, a</w:t>
      </w:r>
      <w:r w:rsidRPr="00585B5C">
        <w:t>dd the following new entry for “ACETYL ACETONE PEROXIDE”:</w:t>
      </w:r>
    </w:p>
    <w:tbl>
      <w:tblPr>
        <w:tblStyle w:val="TableGrid"/>
        <w:tblW w:w="7371" w:type="dxa"/>
        <w:tblInd w:w="1134" w:type="dxa"/>
        <w:tblLook w:val="04A0" w:firstRow="1" w:lastRow="0" w:firstColumn="1" w:lastColumn="0" w:noHBand="0" w:noVBand="1"/>
      </w:tblPr>
      <w:tblGrid>
        <w:gridCol w:w="671"/>
        <w:gridCol w:w="670"/>
        <w:gridCol w:w="670"/>
        <w:gridCol w:w="670"/>
        <w:gridCol w:w="670"/>
        <w:gridCol w:w="670"/>
        <w:gridCol w:w="670"/>
        <w:gridCol w:w="670"/>
        <w:gridCol w:w="670"/>
        <w:gridCol w:w="670"/>
        <w:gridCol w:w="670"/>
      </w:tblGrid>
      <w:tr w:rsidR="00C63F5F" w14:paraId="2F6D04DC" w14:textId="77777777" w:rsidTr="00D56008">
        <w:tc>
          <w:tcPr>
            <w:tcW w:w="567" w:type="dxa"/>
          </w:tcPr>
          <w:p w14:paraId="230919AE" w14:textId="77777777" w:rsidR="00C63F5F" w:rsidRDefault="00C63F5F" w:rsidP="00D56008">
            <w:pPr>
              <w:jc w:val="center"/>
            </w:pPr>
            <w:r>
              <w:t>"</w:t>
            </w:r>
          </w:p>
        </w:tc>
        <w:tc>
          <w:tcPr>
            <w:tcW w:w="567" w:type="dxa"/>
          </w:tcPr>
          <w:p w14:paraId="2F2AFE3B" w14:textId="77777777" w:rsidR="00C63F5F" w:rsidRPr="00AB28ED" w:rsidRDefault="00C63F5F" w:rsidP="00D56008">
            <w:pPr>
              <w:spacing w:before="40" w:after="40"/>
              <w:jc w:val="center"/>
              <w:rPr>
                <w:sz w:val="16"/>
                <w:szCs w:val="16"/>
              </w:rPr>
            </w:pPr>
            <w:r w:rsidRPr="00873517">
              <w:rPr>
                <w:rFonts w:asciiTheme="majorBidi" w:hAnsiTheme="majorBidi" w:cstheme="majorBidi"/>
                <w:sz w:val="16"/>
                <w:szCs w:val="16"/>
              </w:rPr>
              <w:t>≤</w:t>
            </w:r>
            <w:r>
              <w:rPr>
                <w:rFonts w:asciiTheme="majorBidi" w:hAnsiTheme="majorBidi" w:cstheme="majorBidi"/>
                <w:sz w:val="16"/>
                <w:szCs w:val="16"/>
              </w:rPr>
              <w:t xml:space="preserve"> </w:t>
            </w:r>
            <w:r w:rsidRPr="00873517">
              <w:rPr>
                <w:rFonts w:asciiTheme="majorBidi" w:hAnsiTheme="majorBidi" w:cstheme="majorBidi"/>
                <w:sz w:val="16"/>
                <w:szCs w:val="16"/>
              </w:rPr>
              <w:t>35</w:t>
            </w:r>
          </w:p>
        </w:tc>
        <w:tc>
          <w:tcPr>
            <w:tcW w:w="567" w:type="dxa"/>
          </w:tcPr>
          <w:p w14:paraId="1F67E4FE" w14:textId="77777777" w:rsidR="00C63F5F" w:rsidRPr="00AB28ED" w:rsidRDefault="00C63F5F" w:rsidP="00D56008">
            <w:pPr>
              <w:spacing w:before="40" w:after="40"/>
              <w:jc w:val="center"/>
              <w:rPr>
                <w:sz w:val="16"/>
                <w:szCs w:val="16"/>
              </w:rPr>
            </w:pPr>
            <w:r>
              <w:rPr>
                <w:rFonts w:asciiTheme="majorBidi" w:hAnsiTheme="majorBidi" w:cstheme="majorBidi"/>
                <w:sz w:val="16"/>
                <w:szCs w:val="16"/>
              </w:rPr>
              <w:t>≥ 57</w:t>
            </w:r>
          </w:p>
        </w:tc>
        <w:tc>
          <w:tcPr>
            <w:tcW w:w="567" w:type="dxa"/>
          </w:tcPr>
          <w:p w14:paraId="6FC8A9A8" w14:textId="77777777" w:rsidR="00C63F5F" w:rsidRPr="00AB28ED" w:rsidRDefault="00C63F5F" w:rsidP="00D56008">
            <w:pPr>
              <w:spacing w:before="40" w:after="40"/>
              <w:jc w:val="center"/>
              <w:rPr>
                <w:sz w:val="16"/>
                <w:szCs w:val="16"/>
              </w:rPr>
            </w:pPr>
          </w:p>
        </w:tc>
        <w:tc>
          <w:tcPr>
            <w:tcW w:w="567" w:type="dxa"/>
          </w:tcPr>
          <w:p w14:paraId="00217384" w14:textId="77777777" w:rsidR="00C63F5F" w:rsidRPr="00AB28ED" w:rsidRDefault="00C63F5F" w:rsidP="00D56008">
            <w:pPr>
              <w:spacing w:before="40" w:after="40"/>
              <w:jc w:val="center"/>
              <w:rPr>
                <w:sz w:val="16"/>
                <w:szCs w:val="16"/>
              </w:rPr>
            </w:pPr>
          </w:p>
        </w:tc>
        <w:tc>
          <w:tcPr>
            <w:tcW w:w="567" w:type="dxa"/>
          </w:tcPr>
          <w:p w14:paraId="1E594E92" w14:textId="77777777" w:rsidR="00C63F5F" w:rsidRPr="00AB28ED" w:rsidRDefault="00C63F5F" w:rsidP="00D56008">
            <w:pPr>
              <w:spacing w:before="40" w:after="40"/>
              <w:jc w:val="center"/>
              <w:rPr>
                <w:sz w:val="16"/>
                <w:szCs w:val="16"/>
              </w:rPr>
            </w:pPr>
            <w:r>
              <w:rPr>
                <w:rFonts w:asciiTheme="majorBidi" w:hAnsiTheme="majorBidi" w:cstheme="majorBidi"/>
                <w:sz w:val="16"/>
                <w:szCs w:val="16"/>
              </w:rPr>
              <w:t>≥ 8</w:t>
            </w:r>
          </w:p>
        </w:tc>
        <w:tc>
          <w:tcPr>
            <w:tcW w:w="567" w:type="dxa"/>
          </w:tcPr>
          <w:p w14:paraId="6327F2AE" w14:textId="77777777" w:rsidR="00C63F5F" w:rsidRPr="00AB28ED" w:rsidRDefault="00C63F5F" w:rsidP="00D56008">
            <w:pPr>
              <w:spacing w:before="40" w:after="40"/>
              <w:jc w:val="center"/>
              <w:rPr>
                <w:sz w:val="16"/>
                <w:szCs w:val="16"/>
              </w:rPr>
            </w:pPr>
            <w:r w:rsidRPr="00AB28ED">
              <w:rPr>
                <w:sz w:val="16"/>
                <w:szCs w:val="16"/>
              </w:rPr>
              <w:t>OP</w:t>
            </w:r>
            <w:r>
              <w:rPr>
                <w:sz w:val="16"/>
                <w:szCs w:val="16"/>
              </w:rPr>
              <w:t>8</w:t>
            </w:r>
          </w:p>
        </w:tc>
        <w:tc>
          <w:tcPr>
            <w:tcW w:w="567" w:type="dxa"/>
          </w:tcPr>
          <w:p w14:paraId="0E95FBEB" w14:textId="77777777" w:rsidR="00C63F5F" w:rsidRPr="00AB28ED" w:rsidRDefault="00C63F5F" w:rsidP="00D56008">
            <w:pPr>
              <w:spacing w:before="40" w:after="40"/>
              <w:jc w:val="center"/>
              <w:rPr>
                <w:sz w:val="16"/>
                <w:szCs w:val="16"/>
              </w:rPr>
            </w:pPr>
          </w:p>
        </w:tc>
        <w:tc>
          <w:tcPr>
            <w:tcW w:w="567" w:type="dxa"/>
          </w:tcPr>
          <w:p w14:paraId="2AEE1FC5" w14:textId="77777777" w:rsidR="00C63F5F" w:rsidRPr="00AB28ED" w:rsidRDefault="00C63F5F" w:rsidP="00D56008">
            <w:pPr>
              <w:spacing w:before="40" w:after="40"/>
              <w:jc w:val="center"/>
              <w:rPr>
                <w:sz w:val="16"/>
                <w:szCs w:val="16"/>
              </w:rPr>
            </w:pPr>
          </w:p>
        </w:tc>
        <w:tc>
          <w:tcPr>
            <w:tcW w:w="567" w:type="dxa"/>
          </w:tcPr>
          <w:p w14:paraId="0C45814A" w14:textId="77777777" w:rsidR="00C63F5F" w:rsidRPr="00AB28ED" w:rsidRDefault="00C63F5F" w:rsidP="00D56008">
            <w:pPr>
              <w:spacing w:before="40" w:after="40"/>
              <w:jc w:val="center"/>
              <w:rPr>
                <w:sz w:val="16"/>
                <w:szCs w:val="16"/>
              </w:rPr>
            </w:pPr>
            <w:r w:rsidRPr="00AB28ED">
              <w:rPr>
                <w:sz w:val="16"/>
                <w:szCs w:val="16"/>
              </w:rPr>
              <w:t>310</w:t>
            </w:r>
            <w:r>
              <w:rPr>
                <w:sz w:val="16"/>
                <w:szCs w:val="16"/>
              </w:rPr>
              <w:t>7</w:t>
            </w:r>
          </w:p>
        </w:tc>
        <w:tc>
          <w:tcPr>
            <w:tcW w:w="567" w:type="dxa"/>
          </w:tcPr>
          <w:p w14:paraId="617DBA9D" w14:textId="77777777" w:rsidR="00C63F5F" w:rsidRPr="00AB28ED" w:rsidRDefault="00C63F5F" w:rsidP="00D56008">
            <w:pPr>
              <w:spacing w:before="40" w:after="40"/>
              <w:jc w:val="center"/>
              <w:rPr>
                <w:sz w:val="16"/>
                <w:szCs w:val="16"/>
              </w:rPr>
            </w:pPr>
            <w:r>
              <w:rPr>
                <w:sz w:val="16"/>
                <w:szCs w:val="16"/>
              </w:rPr>
              <w:t>32</w:t>
            </w:r>
            <w:r w:rsidRPr="00AB28ED">
              <w:rPr>
                <w:sz w:val="16"/>
                <w:szCs w:val="16"/>
              </w:rPr>
              <w:t>)</w:t>
            </w:r>
          </w:p>
        </w:tc>
      </w:tr>
    </w:tbl>
    <w:p w14:paraId="04602E03" w14:textId="77777777" w:rsidR="00C63F5F" w:rsidRDefault="00C63F5F" w:rsidP="00C63F5F">
      <w:pPr>
        <w:pStyle w:val="SingleTxtG"/>
        <w:spacing w:before="120"/>
      </w:pPr>
      <w:r>
        <w:tab/>
      </w:r>
      <w:r>
        <w:tab/>
      </w:r>
      <w:r>
        <w:tab/>
        <w:t>In the list of “Notes on 2.5.3.2.4” add the following entry:</w:t>
      </w:r>
    </w:p>
    <w:p w14:paraId="78D1E481" w14:textId="77777777" w:rsidR="00C63F5F" w:rsidRDefault="00C63F5F" w:rsidP="00C63F5F">
      <w:pPr>
        <w:pStyle w:val="SingleTxtG"/>
      </w:pPr>
      <w:r>
        <w:t>“</w:t>
      </w:r>
      <w:r w:rsidRPr="006D68AC">
        <w:rPr>
          <w:rFonts w:hint="eastAsia"/>
          <w:i/>
          <w:iCs/>
        </w:rPr>
        <w:t xml:space="preserve">32) Active oxygen </w:t>
      </w:r>
      <w:r w:rsidRPr="006D68AC">
        <w:rPr>
          <w:rFonts w:hint="eastAsia"/>
          <w:i/>
          <w:iCs/>
        </w:rPr>
        <w:t>≤</w:t>
      </w:r>
      <w:r w:rsidRPr="006D68AC">
        <w:rPr>
          <w:rFonts w:hint="eastAsia"/>
          <w:i/>
          <w:iCs/>
        </w:rPr>
        <w:t xml:space="preserve"> 4.15</w:t>
      </w:r>
      <w:r>
        <w:rPr>
          <w:i/>
          <w:iCs/>
        </w:rPr>
        <w:t> </w:t>
      </w:r>
      <w:r w:rsidRPr="006D68AC">
        <w:rPr>
          <w:rFonts w:hint="eastAsia"/>
          <w:i/>
          <w:iCs/>
        </w:rPr>
        <w:t>%</w:t>
      </w:r>
      <w:r>
        <w:t>”</w:t>
      </w:r>
    </w:p>
    <w:p w14:paraId="02326CA4" w14:textId="77777777" w:rsidR="00170F0B" w:rsidRPr="00E22665" w:rsidRDefault="00170F0B" w:rsidP="00170F0B">
      <w:pPr>
        <w:pStyle w:val="SingleTxtG"/>
        <w:rPr>
          <w:i/>
          <w:iCs/>
        </w:rPr>
      </w:pPr>
      <w:r w:rsidRPr="00E22665">
        <w:rPr>
          <w:i/>
          <w:iCs/>
        </w:rPr>
        <w:t xml:space="preserve">(Reference document: </w:t>
      </w:r>
      <w:r w:rsidRPr="006D68AC">
        <w:rPr>
          <w:i/>
          <w:iCs/>
        </w:rPr>
        <w:t>ST/SG/AC.10/C.3/2019/15</w:t>
      </w:r>
      <w:r w:rsidRPr="00E22665">
        <w:rPr>
          <w:i/>
          <w:iCs/>
        </w:rPr>
        <w:t>)</w:t>
      </w:r>
    </w:p>
    <w:p w14:paraId="30C8A022" w14:textId="77777777" w:rsidR="00C63F5F" w:rsidRPr="008E4C62" w:rsidRDefault="00C63F5F" w:rsidP="00C63F5F">
      <w:pPr>
        <w:pStyle w:val="H1G"/>
        <w:spacing w:before="240" w:after="120"/>
        <w:rPr>
          <w:lang w:val="en-US"/>
        </w:rPr>
      </w:pPr>
      <w:r>
        <w:tab/>
      </w:r>
      <w:r>
        <w:tab/>
        <w:t>Chapter 2.8</w:t>
      </w:r>
    </w:p>
    <w:p w14:paraId="64A0E530" w14:textId="357B130E" w:rsidR="00C63F5F" w:rsidRDefault="00C63F5F" w:rsidP="00170F0B">
      <w:pPr>
        <w:pStyle w:val="SingleTxtG"/>
      </w:pPr>
      <w:r>
        <w:t>2.8.3.2</w:t>
      </w:r>
      <w:r>
        <w:tab/>
      </w:r>
      <w:r w:rsidRPr="00D95774">
        <w:tab/>
      </w:r>
      <w:r w:rsidR="00D43338">
        <w:t>In the second sentence, replace “OECD Test Guidelines</w:t>
      </w:r>
      <w:r w:rsidR="00D43338">
        <w:rPr>
          <w:vertAlign w:val="superscript"/>
        </w:rPr>
        <w:t>1,2,3,4</w:t>
      </w:r>
      <w:r w:rsidR="00D43338">
        <w:t>” by “</w:t>
      </w:r>
      <w:r>
        <w:t>OECD Test Guidelines Nos. 404</w:t>
      </w:r>
      <w:r w:rsidRPr="00B0298A">
        <w:rPr>
          <w:vertAlign w:val="superscript"/>
        </w:rPr>
        <w:t>1</w:t>
      </w:r>
      <w:r>
        <w:t>, 435</w:t>
      </w:r>
      <w:r w:rsidRPr="00B0298A">
        <w:rPr>
          <w:vertAlign w:val="superscript"/>
        </w:rPr>
        <w:t>2</w:t>
      </w:r>
      <w:r>
        <w:t>, 431</w:t>
      </w:r>
      <w:r w:rsidRPr="00B0298A">
        <w:rPr>
          <w:vertAlign w:val="superscript"/>
        </w:rPr>
        <w:t>3</w:t>
      </w:r>
      <w:r>
        <w:t xml:space="preserve"> or 430</w:t>
      </w:r>
      <w:r w:rsidRPr="00B0298A">
        <w:rPr>
          <w:vertAlign w:val="superscript"/>
        </w:rPr>
        <w:t>4</w:t>
      </w:r>
      <w:r w:rsidR="00D43338">
        <w:t>”</w:t>
      </w:r>
      <w:r w:rsidR="00170F0B">
        <w:t>. In the third sentence, replace “OECD Test Guidelines</w:t>
      </w:r>
      <w:r w:rsidR="00170F0B">
        <w:rPr>
          <w:vertAlign w:val="superscript"/>
        </w:rPr>
        <w:t>1,2,3,4</w:t>
      </w:r>
      <w:r w:rsidR="00170F0B">
        <w:t>” by “</w:t>
      </w:r>
      <w:r>
        <w:t>one of these or non-classified in accordance with OECD Test Guideline No. 439</w:t>
      </w:r>
      <w:r w:rsidRPr="00B0298A">
        <w:rPr>
          <w:vertAlign w:val="superscript"/>
        </w:rPr>
        <w:t>5</w:t>
      </w:r>
      <w:r>
        <w:t>,</w:t>
      </w:r>
      <w:r w:rsidR="00170F0B">
        <w:rPr>
          <w:lang w:val="en-US"/>
        </w:rPr>
        <w:t>”. In the fourth sentence, delete “</w:t>
      </w:r>
      <w:r w:rsidR="00170F0B">
        <w:rPr>
          <w:i/>
          <w:iCs/>
          <w:lang w:val="en-US"/>
        </w:rPr>
        <w:t>in vitro</w:t>
      </w:r>
      <w:r w:rsidR="00170F0B">
        <w:rPr>
          <w:lang w:val="en-US"/>
        </w:rPr>
        <w:t>”. At the end, a</w:t>
      </w:r>
      <w:r w:rsidR="00E11AEC">
        <w:rPr>
          <w:lang w:val="en-US"/>
        </w:rPr>
        <w:t>dd</w:t>
      </w:r>
      <w:r w:rsidR="00170F0B">
        <w:rPr>
          <w:lang w:val="en-US"/>
        </w:rPr>
        <w:t xml:space="preserve"> the following new sentence: “</w:t>
      </w:r>
      <w:r>
        <w:t>If the test results indicate that the substance or mixture is corrosive, but the test method does not allow discrimination between packing groups, it shall be assigned to packing group I if no further tests indicate a different result.</w:t>
      </w:r>
      <w:r w:rsidR="00170F0B">
        <w:t>”.</w:t>
      </w:r>
    </w:p>
    <w:p w14:paraId="1573F2C8" w14:textId="35F97135" w:rsidR="00C63F5F" w:rsidRPr="00BF42B4" w:rsidRDefault="00C63F5F" w:rsidP="00170F0B">
      <w:pPr>
        <w:pStyle w:val="SingleTxtG"/>
      </w:pPr>
      <w:r>
        <w:tab/>
      </w:r>
      <w:r>
        <w:tab/>
        <w:t>Add a footnote 5 to read “</w:t>
      </w:r>
      <w:r w:rsidRPr="00B0298A">
        <w:rPr>
          <w:vertAlign w:val="superscript"/>
        </w:rPr>
        <w:t>5</w:t>
      </w:r>
      <w:r>
        <w:t xml:space="preserve"> </w:t>
      </w:r>
      <w:r w:rsidRPr="00B0298A">
        <w:rPr>
          <w:i/>
          <w:iCs/>
        </w:rPr>
        <w:t xml:space="preserve">OECD Guideline for the testing of chemicals No. 439 </w:t>
      </w:r>
      <w:r>
        <w:rPr>
          <w:i/>
          <w:iCs/>
        </w:rPr>
        <w:t>“</w:t>
      </w:r>
      <w:r w:rsidRPr="00B0298A">
        <w:rPr>
          <w:i/>
          <w:iCs/>
        </w:rPr>
        <w:t>In Vitro Skin Irritation: Reconstructed Human Epidermis Test Method</w:t>
      </w:r>
      <w:r>
        <w:rPr>
          <w:i/>
          <w:iCs/>
        </w:rPr>
        <w:t>”</w:t>
      </w:r>
      <w:r w:rsidRPr="00B0298A">
        <w:rPr>
          <w:i/>
          <w:iCs/>
        </w:rPr>
        <w:t xml:space="preserve"> 2015</w:t>
      </w:r>
      <w:r>
        <w:t>”.</w:t>
      </w:r>
    </w:p>
    <w:p w14:paraId="4D658ADD" w14:textId="77777777" w:rsidR="00170F0B" w:rsidRPr="00E22665" w:rsidRDefault="00170F0B" w:rsidP="00170F0B">
      <w:pPr>
        <w:pStyle w:val="SingleTxtG"/>
        <w:rPr>
          <w:i/>
          <w:iCs/>
        </w:rPr>
      </w:pPr>
      <w:r w:rsidRPr="00E22665">
        <w:rPr>
          <w:i/>
          <w:iCs/>
        </w:rPr>
        <w:t xml:space="preserve">(Reference document: </w:t>
      </w:r>
      <w:r w:rsidRPr="006D68AC">
        <w:rPr>
          <w:i/>
          <w:iCs/>
        </w:rPr>
        <w:t>ST/SG/AC.10/C.3/2019/1</w:t>
      </w:r>
      <w:r>
        <w:rPr>
          <w:i/>
          <w:iCs/>
        </w:rPr>
        <w:t>, proposal 1, as amended</w:t>
      </w:r>
      <w:r w:rsidRPr="00E22665">
        <w:rPr>
          <w:i/>
          <w:iCs/>
        </w:rPr>
        <w:t>)</w:t>
      </w:r>
    </w:p>
    <w:p w14:paraId="5000FA2F" w14:textId="58B433BA" w:rsidR="00C63F5F" w:rsidRPr="008E4C62" w:rsidRDefault="00C63F5F" w:rsidP="00C63F5F">
      <w:pPr>
        <w:pStyle w:val="H1G"/>
        <w:spacing w:before="240" w:after="120"/>
        <w:rPr>
          <w:lang w:val="en-US"/>
        </w:rPr>
      </w:pPr>
      <w:r>
        <w:tab/>
      </w:r>
      <w:r>
        <w:tab/>
        <w:t>Chapter 4.1</w:t>
      </w:r>
    </w:p>
    <w:p w14:paraId="508AC9DF" w14:textId="77777777" w:rsidR="00C63F5F" w:rsidRPr="008F62BF" w:rsidRDefault="00C63F5F" w:rsidP="00C63F5F">
      <w:pPr>
        <w:pStyle w:val="SingleTxtG"/>
        <w:rPr>
          <w:lang w:val="en-US"/>
        </w:rPr>
      </w:pPr>
      <w:r w:rsidRPr="008F62BF">
        <w:t>4.1.1.15</w:t>
      </w:r>
      <w:r w:rsidRPr="008F62BF">
        <w:tab/>
        <w:t>Add a note at the end to read as follows</w:t>
      </w:r>
      <w:r w:rsidRPr="008F62BF">
        <w:rPr>
          <w:lang w:val="en-US"/>
        </w:rPr>
        <w:t>:</w:t>
      </w:r>
    </w:p>
    <w:p w14:paraId="776F3FF5" w14:textId="77777777" w:rsidR="00C63F5F" w:rsidRPr="008F62BF" w:rsidRDefault="00C63F5F" w:rsidP="00C63F5F">
      <w:pPr>
        <w:pStyle w:val="SingleTxtG"/>
        <w:rPr>
          <w:lang w:val="en-US"/>
        </w:rPr>
      </w:pPr>
      <w:r w:rsidRPr="008F62BF">
        <w:rPr>
          <w:lang w:val="en-US"/>
        </w:rPr>
        <w:t xml:space="preserve"> “</w:t>
      </w:r>
      <w:r w:rsidRPr="008F62BF">
        <w:rPr>
          <w:b/>
          <w:bCs/>
          <w:i/>
          <w:iCs/>
          <w:lang w:val="en-US"/>
        </w:rPr>
        <w:t>NOTE:</w:t>
      </w:r>
      <w:r w:rsidRPr="008F62BF">
        <w:rPr>
          <w:i/>
          <w:iCs/>
          <w:lang w:val="en-US"/>
        </w:rPr>
        <w:t xml:space="preserve"> for composite IBCs the period of use refers to the date of manufacture of the inner receptacle.</w:t>
      </w:r>
      <w:r w:rsidRPr="008F62BF">
        <w:rPr>
          <w:lang w:val="en-US"/>
        </w:rPr>
        <w:t>”</w:t>
      </w:r>
    </w:p>
    <w:p w14:paraId="143420CE" w14:textId="77777777" w:rsidR="00170F0B" w:rsidRPr="00843762" w:rsidRDefault="00170F0B" w:rsidP="00170F0B">
      <w:pPr>
        <w:pStyle w:val="SingleTxtG"/>
        <w:rPr>
          <w:i/>
          <w:iCs/>
        </w:rPr>
      </w:pPr>
      <w:r w:rsidRPr="008F62BF">
        <w:tab/>
      </w:r>
      <w:r w:rsidRPr="008F62BF">
        <w:rPr>
          <w:i/>
          <w:iCs/>
        </w:rPr>
        <w:t>(Reference document: ST/SG/AC.10/C.3/2019/24)</w:t>
      </w:r>
    </w:p>
    <w:p w14:paraId="4512E19F" w14:textId="77777777" w:rsidR="00C63F5F" w:rsidRDefault="00C63F5F" w:rsidP="00C63F5F">
      <w:pPr>
        <w:pStyle w:val="SingleTxtG"/>
      </w:pPr>
      <w:r>
        <w:t>4.1.4.1, P200</w:t>
      </w:r>
      <w:r>
        <w:tab/>
      </w:r>
      <w:r>
        <w:tab/>
      </w:r>
      <w:proofErr w:type="gramStart"/>
      <w:r>
        <w:t>In</w:t>
      </w:r>
      <w:proofErr w:type="gramEnd"/>
      <w:r>
        <w:t xml:space="preserve"> </w:t>
      </w:r>
      <w:r>
        <w:rPr>
          <w:lang w:val="en-US"/>
        </w:rPr>
        <w:t>(5), special packing provision “d”, after “steel pressure receptacles”, insert “</w:t>
      </w:r>
      <w:r w:rsidRPr="00843762">
        <w:rPr>
          <w:lang w:val="en-US"/>
        </w:rPr>
        <w:t>or composite pressure receptacles with steel liners</w:t>
      </w:r>
      <w:r>
        <w:rPr>
          <w:lang w:val="en-US"/>
        </w:rPr>
        <w:t>”.</w:t>
      </w:r>
      <w:r w:rsidRPr="00843762">
        <w:t xml:space="preserve"> </w:t>
      </w:r>
    </w:p>
    <w:p w14:paraId="0A91D1F7" w14:textId="7D67DA71" w:rsidR="00170F0B" w:rsidRPr="00843762" w:rsidRDefault="00170F0B" w:rsidP="00170F0B">
      <w:pPr>
        <w:pStyle w:val="SingleTxtG"/>
        <w:rPr>
          <w:i/>
          <w:iCs/>
        </w:rPr>
      </w:pPr>
      <w:r w:rsidRPr="00E22665">
        <w:rPr>
          <w:i/>
          <w:iCs/>
        </w:rPr>
        <w:t xml:space="preserve"> (Reference document: </w:t>
      </w:r>
      <w:r w:rsidRPr="006D68AC">
        <w:rPr>
          <w:i/>
          <w:iCs/>
        </w:rPr>
        <w:t>ST/SG/AC.10/C.3/2019/1</w:t>
      </w:r>
      <w:r>
        <w:rPr>
          <w:i/>
          <w:iCs/>
          <w:lang w:val="en-US"/>
        </w:rPr>
        <w:t>7</w:t>
      </w:r>
      <w:r w:rsidRPr="00E22665">
        <w:rPr>
          <w:i/>
          <w:iCs/>
        </w:rPr>
        <w:t>)</w:t>
      </w:r>
    </w:p>
    <w:p w14:paraId="72C42DC0" w14:textId="77777777" w:rsidR="00C63F5F" w:rsidRDefault="00C63F5F" w:rsidP="00C63F5F">
      <w:pPr>
        <w:pStyle w:val="H1G"/>
        <w:spacing w:before="240" w:after="120"/>
      </w:pPr>
      <w:r>
        <w:lastRenderedPageBreak/>
        <w:tab/>
      </w:r>
      <w:r>
        <w:tab/>
        <w:t>Chapter 4.2</w:t>
      </w:r>
    </w:p>
    <w:p w14:paraId="6B1C04E0" w14:textId="77777777" w:rsidR="00C63F5F" w:rsidRDefault="00C63F5F" w:rsidP="00C63F5F">
      <w:pPr>
        <w:pStyle w:val="SingleTxtG"/>
      </w:pPr>
      <w:r>
        <w:t>4.2.5.2.6, T23</w:t>
      </w:r>
      <w:r>
        <w:tab/>
      </w:r>
      <w:r>
        <w:tab/>
        <w:t>For UN No. 3109 “ORGANIC PEROXIDE, TYPE F, LIQUID” add “tert-Butyl hydroperoxide, not more than 56% in diluent type B</w:t>
      </w:r>
      <w:r w:rsidRPr="000F2476">
        <w:rPr>
          <w:vertAlign w:val="superscript"/>
        </w:rPr>
        <w:t>b</w:t>
      </w:r>
      <w:r>
        <w:t>” under the column “substance”.</w:t>
      </w:r>
    </w:p>
    <w:p w14:paraId="2CF403C8" w14:textId="37BF5418" w:rsidR="00C63F5F" w:rsidRPr="008A278C" w:rsidRDefault="00C63F5F" w:rsidP="00C63F5F">
      <w:pPr>
        <w:pStyle w:val="SingleTxtG"/>
      </w:pPr>
      <w:r>
        <w:tab/>
        <w:t xml:space="preserve">Add a new </w:t>
      </w:r>
      <w:r w:rsidRPr="008A278C">
        <w:t xml:space="preserve">note “b” under </w:t>
      </w:r>
      <w:r>
        <w:t>the table to read “</w:t>
      </w:r>
      <w:r w:rsidRPr="000F2476">
        <w:rPr>
          <w:vertAlign w:val="superscript"/>
        </w:rPr>
        <w:t>b</w:t>
      </w:r>
      <w:r>
        <w:t xml:space="preserve"> Diluent type B is tert-Butyl alcohol” and renumber existing table no</w:t>
      </w:r>
      <w:r w:rsidRPr="008A278C">
        <w:t>tes “b” to “d” to become “c” to “e”.</w:t>
      </w:r>
    </w:p>
    <w:p w14:paraId="2E2B0A70" w14:textId="77777777" w:rsidR="00170F0B" w:rsidRPr="00843762" w:rsidRDefault="00170F0B" w:rsidP="00170F0B">
      <w:pPr>
        <w:pStyle w:val="SingleTxtG"/>
        <w:rPr>
          <w:i/>
          <w:iCs/>
        </w:rPr>
      </w:pPr>
      <w:r w:rsidRPr="00E22665">
        <w:rPr>
          <w:i/>
          <w:iCs/>
        </w:rPr>
        <w:t xml:space="preserve">(Reference document: </w:t>
      </w:r>
      <w:r w:rsidRPr="006D68AC">
        <w:rPr>
          <w:i/>
          <w:iCs/>
        </w:rPr>
        <w:t>ST/SG/AC.10/C.3/2019/15</w:t>
      </w:r>
      <w:r w:rsidRPr="00E22665">
        <w:rPr>
          <w:i/>
          <w:iCs/>
        </w:rPr>
        <w:t>)</w:t>
      </w:r>
    </w:p>
    <w:p w14:paraId="00602493" w14:textId="77777777" w:rsidR="00C63F5F" w:rsidRDefault="00C63F5F" w:rsidP="00C63F5F">
      <w:pPr>
        <w:pStyle w:val="H1G"/>
        <w:spacing w:before="240" w:after="120"/>
      </w:pPr>
      <w:r>
        <w:tab/>
      </w:r>
      <w:r>
        <w:tab/>
        <w:t>Chapter 6.2</w:t>
      </w:r>
    </w:p>
    <w:p w14:paraId="0367DC85" w14:textId="77777777" w:rsidR="00C63F5F" w:rsidRPr="00D95774" w:rsidRDefault="00C63F5F" w:rsidP="00C63F5F">
      <w:pPr>
        <w:pStyle w:val="SingleTxtG"/>
      </w:pPr>
      <w:bookmarkStart w:id="24" w:name="_Hlk13149424"/>
      <w:r w:rsidRPr="00D95774">
        <w:t>6.2.2.7.8</w:t>
      </w:r>
      <w:r w:rsidRPr="00D95774">
        <w:tab/>
        <w:t>Amend to read as follows:</w:t>
      </w:r>
    </w:p>
    <w:p w14:paraId="428387E0" w14:textId="77777777" w:rsidR="00C63F5F" w:rsidRPr="00D95774" w:rsidRDefault="00C63F5F" w:rsidP="00C63F5F">
      <w:pPr>
        <w:pStyle w:val="SingleTxtG"/>
      </w:pPr>
      <w:r w:rsidRPr="00D95774">
        <w:t>“6.2.2.7.8</w:t>
      </w:r>
      <w:r w:rsidRPr="00D95774">
        <w:tab/>
        <w:t>The marks in accordance with 6.2.2.7.7 may be engraved on a metallic ring affixed to the cylinder or pressure drum when the valve is installed, and which is removable only by disconnecting the valve from the cylinder or pressure drum.”</w:t>
      </w:r>
    </w:p>
    <w:bookmarkEnd w:id="24"/>
    <w:p w14:paraId="546BDFC1" w14:textId="77777777" w:rsidR="00170F0B" w:rsidRPr="00D95774" w:rsidRDefault="00170F0B" w:rsidP="00170F0B">
      <w:pPr>
        <w:pStyle w:val="SingleTxtG"/>
        <w:rPr>
          <w:i/>
          <w:iCs/>
        </w:rPr>
      </w:pPr>
      <w:r w:rsidRPr="00D95774">
        <w:rPr>
          <w:i/>
          <w:iCs/>
        </w:rPr>
        <w:t xml:space="preserve">(Reference document: </w:t>
      </w:r>
      <w:r w:rsidRPr="00C05BD0">
        <w:rPr>
          <w:i/>
          <w:iCs/>
        </w:rPr>
        <w:t>ST/SG/AC.10/C.3/2019/31</w:t>
      </w:r>
      <w:r>
        <w:rPr>
          <w:i/>
          <w:iCs/>
        </w:rPr>
        <w:t>, as amended by informal document INF.47</w:t>
      </w:r>
      <w:r w:rsidRPr="00D95774">
        <w:rPr>
          <w:i/>
          <w:iCs/>
        </w:rPr>
        <w:t>)</w:t>
      </w:r>
    </w:p>
    <w:p w14:paraId="6AAF701F" w14:textId="77777777" w:rsidR="00C63F5F" w:rsidRDefault="00C63F5F" w:rsidP="00C63F5F">
      <w:pPr>
        <w:pStyle w:val="H1G"/>
        <w:spacing w:before="240" w:after="120"/>
      </w:pPr>
      <w:r>
        <w:tab/>
      </w:r>
      <w:r>
        <w:tab/>
        <w:t>Chapter 6.5</w:t>
      </w:r>
    </w:p>
    <w:p w14:paraId="676D51A4" w14:textId="77777777" w:rsidR="00C63F5F" w:rsidRPr="00D95774" w:rsidRDefault="00C63F5F" w:rsidP="00C63F5F">
      <w:pPr>
        <w:pStyle w:val="SingleTxtG"/>
      </w:pPr>
      <w:r w:rsidRPr="00D95774">
        <w:t>6.5.1.1.2</w:t>
      </w:r>
      <w:r w:rsidRPr="00D95774">
        <w:tab/>
        <w:t>Amend to read as follows:</w:t>
      </w:r>
    </w:p>
    <w:p w14:paraId="67E1EE7F" w14:textId="77777777" w:rsidR="00C63F5F" w:rsidRPr="00D95774" w:rsidRDefault="00C63F5F" w:rsidP="00C63F5F">
      <w:pPr>
        <w:pStyle w:val="SingleTxtG"/>
      </w:pPr>
      <w:r w:rsidRPr="00D95774">
        <w:t>“6.5.1.1.2</w:t>
      </w:r>
      <w:r w:rsidRPr="00D95774">
        <w:tab/>
        <w:t xml:space="preserve">The requirements for IBCs in 6.5.3 are based on IBCs currently used. </w:t>
      </w:r>
      <w:proofErr w:type="gramStart"/>
      <w:r w:rsidRPr="00D95774">
        <w:t>In order to</w:t>
      </w:r>
      <w:proofErr w:type="gramEnd"/>
      <w:r w:rsidRPr="00D95774">
        <w:t xml:space="preserve"> take into account progress in science and technology, there is no objection to the use of IBCs having specifications different from those in 6.5.3 and 6.5.5, provided that they are equally effective, acceptable to the competent authority and able successfully </w:t>
      </w:r>
      <w:r>
        <w:t>[</w:t>
      </w:r>
      <w:r w:rsidRPr="00D95774">
        <w:t>to withstand the tests</w:t>
      </w:r>
      <w:r>
        <w:t>]</w:t>
      </w:r>
      <w:r w:rsidRPr="00D95774">
        <w:t xml:space="preserve"> described in 6.5.4 and 6.5.6. Methods of inspection and testing other than those described in these Regulations are acceptable, provided they are equivalent.”</w:t>
      </w:r>
    </w:p>
    <w:p w14:paraId="789DD992" w14:textId="77777777" w:rsidR="00170F0B" w:rsidRPr="00D95774" w:rsidRDefault="00170F0B" w:rsidP="00170F0B">
      <w:pPr>
        <w:pStyle w:val="SingleTxtG"/>
        <w:rPr>
          <w:i/>
          <w:iCs/>
        </w:rPr>
      </w:pPr>
      <w:r w:rsidRPr="00D95774">
        <w:rPr>
          <w:i/>
          <w:iCs/>
        </w:rPr>
        <w:t>(Reference document: ST/SG/AC.10/C.3/2019/5</w:t>
      </w:r>
      <w:r>
        <w:rPr>
          <w:i/>
          <w:iCs/>
        </w:rPr>
        <w:t>, as amended</w:t>
      </w:r>
      <w:r w:rsidRPr="00D95774">
        <w:rPr>
          <w:i/>
          <w:iCs/>
        </w:rPr>
        <w:t>)</w:t>
      </w:r>
    </w:p>
    <w:p w14:paraId="22F5E496" w14:textId="60AABB04" w:rsidR="00C63F5F" w:rsidRDefault="00C63F5F" w:rsidP="00C63F5F">
      <w:pPr>
        <w:pStyle w:val="H1G"/>
      </w:pPr>
      <w:r>
        <w:tab/>
      </w:r>
      <w:r>
        <w:tab/>
        <w:t xml:space="preserve">Document </w:t>
      </w:r>
      <w:r w:rsidRPr="00D6171E">
        <w:t>ST/SG/AC.10/C.3/2019/</w:t>
      </w:r>
      <w:r>
        <w:t>37 and informal document INF.7, containing only amendments to the Spanish version, were adopted.</w:t>
      </w:r>
    </w:p>
    <w:p w14:paraId="7D7B5B4A" w14:textId="4E4F0E08" w:rsidR="00C63F5F" w:rsidRPr="00C63F5F" w:rsidRDefault="00C63F5F" w:rsidP="00C63F5F">
      <w:pPr>
        <w:spacing w:before="240"/>
        <w:jc w:val="center"/>
        <w:rPr>
          <w:u w:val="single"/>
        </w:rPr>
      </w:pPr>
      <w:r>
        <w:rPr>
          <w:u w:val="single"/>
        </w:rPr>
        <w:tab/>
      </w:r>
      <w:r>
        <w:rPr>
          <w:u w:val="single"/>
        </w:rPr>
        <w:tab/>
      </w:r>
      <w:r>
        <w:rPr>
          <w:u w:val="single"/>
        </w:rPr>
        <w:tab/>
      </w:r>
    </w:p>
    <w:sectPr w:rsidR="00C63F5F" w:rsidRPr="00C63F5F" w:rsidSect="00043FA9">
      <w:headerReference w:type="even" r:id="rId9"/>
      <w:headerReference w:type="default" r:id="rId10"/>
      <w:footerReference w:type="even" r:id="rId11"/>
      <w:footerReference w:type="default" r:id="rId12"/>
      <w:head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B2495D" w14:textId="77777777" w:rsidR="00BD1C02" w:rsidRPr="00C47B2E" w:rsidRDefault="00BD1C02" w:rsidP="00C47B2E">
      <w:pPr>
        <w:pStyle w:val="Footer"/>
      </w:pPr>
    </w:p>
  </w:endnote>
  <w:endnote w:type="continuationSeparator" w:id="0">
    <w:p w14:paraId="2EE0B2ED" w14:textId="77777777" w:rsidR="00BD1C02" w:rsidRPr="00C47B2E" w:rsidRDefault="00BD1C02" w:rsidP="00C47B2E">
      <w:pPr>
        <w:pStyle w:val="Footer"/>
      </w:pPr>
    </w:p>
  </w:endnote>
  <w:endnote w:type="continuationNotice" w:id="1">
    <w:p w14:paraId="274CCC0C" w14:textId="77777777" w:rsidR="00BD1C02" w:rsidRPr="00C47B2E" w:rsidRDefault="00BD1C02"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
    <w:altName w:val="Arial"/>
    <w:panose1 w:val="020B0604020202030204"/>
    <w:charset w:val="00"/>
    <w:family w:val="swiss"/>
    <w:pitch w:val="variable"/>
    <w:sig w:usb0="00000003" w:usb1="00000000" w:usb2="00000000" w:usb3="00000000" w:csb0="00000001" w:csb1="00000000"/>
  </w:font>
  <w:font w:name="Open Sans">
    <w:altName w:val="Segoe UI"/>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57D661" w14:textId="77777777" w:rsidR="00BD1C02" w:rsidRPr="00A034F3" w:rsidRDefault="00BD1C02" w:rsidP="00A034F3">
    <w:pPr>
      <w:pStyle w:val="Footer"/>
      <w:tabs>
        <w:tab w:val="right" w:pos="9598"/>
        <w:tab w:val="right" w:pos="9638"/>
      </w:tabs>
      <w:rPr>
        <w:sz w:val="18"/>
      </w:rPr>
    </w:pPr>
    <w:r w:rsidRPr="00A034F3">
      <w:rPr>
        <w:b/>
        <w:sz w:val="18"/>
      </w:rPr>
      <w:fldChar w:fldCharType="begin"/>
    </w:r>
    <w:r w:rsidRPr="00A034F3">
      <w:rPr>
        <w:b/>
        <w:sz w:val="18"/>
      </w:rPr>
      <w:instrText xml:space="preserve"> PAGE  \* MERGEFORMAT </w:instrText>
    </w:r>
    <w:r w:rsidRPr="00A034F3">
      <w:rPr>
        <w:b/>
        <w:sz w:val="18"/>
      </w:rPr>
      <w:fldChar w:fldCharType="separate"/>
    </w:r>
    <w:r w:rsidRPr="00A034F3">
      <w:rPr>
        <w:b/>
        <w:noProof/>
        <w:sz w:val="18"/>
      </w:rPr>
      <w:t>2</w:t>
    </w:r>
    <w:r w:rsidRPr="00A034F3">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78C4A0" w14:textId="77777777" w:rsidR="00BD1C02" w:rsidRPr="00A034F3" w:rsidRDefault="00BD1C02" w:rsidP="001A0AA9">
    <w:pPr>
      <w:pStyle w:val="Footer"/>
      <w:tabs>
        <w:tab w:val="left" w:pos="5775"/>
        <w:tab w:val="right" w:pos="9598"/>
        <w:tab w:val="right" w:pos="9638"/>
      </w:tabs>
      <w:jc w:val="right"/>
      <w:rPr>
        <w:sz w:val="18"/>
      </w:rPr>
    </w:pPr>
    <w:r>
      <w:rPr>
        <w:b/>
        <w:sz w:val="18"/>
      </w:rPr>
      <w:tab/>
    </w:r>
    <w:r w:rsidRPr="00A034F3">
      <w:rPr>
        <w:sz w:val="18"/>
      </w:rPr>
      <w:fldChar w:fldCharType="begin"/>
    </w:r>
    <w:r w:rsidRPr="00A034F3">
      <w:rPr>
        <w:sz w:val="18"/>
      </w:rPr>
      <w:instrText xml:space="preserve"> PAGE  \* MERGEFORMAT </w:instrText>
    </w:r>
    <w:r w:rsidRPr="00A034F3">
      <w:rPr>
        <w:sz w:val="18"/>
      </w:rPr>
      <w:fldChar w:fldCharType="separate"/>
    </w:r>
    <w:r w:rsidRPr="00A034F3">
      <w:rPr>
        <w:noProof/>
        <w:sz w:val="18"/>
      </w:rPr>
      <w:t>3</w:t>
    </w:r>
    <w:r w:rsidRPr="00A034F3">
      <w:rPr>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A97C0F" w14:textId="77777777" w:rsidR="00BD1C02" w:rsidRPr="00C47B2E" w:rsidRDefault="00BD1C02" w:rsidP="00C47B2E">
      <w:pPr>
        <w:tabs>
          <w:tab w:val="right" w:pos="2155"/>
        </w:tabs>
        <w:spacing w:after="80" w:line="240" w:lineRule="auto"/>
        <w:ind w:left="680"/>
      </w:pPr>
      <w:r>
        <w:rPr>
          <w:u w:val="single"/>
        </w:rPr>
        <w:tab/>
      </w:r>
    </w:p>
  </w:footnote>
  <w:footnote w:type="continuationSeparator" w:id="0">
    <w:p w14:paraId="18067458" w14:textId="77777777" w:rsidR="00BD1C02" w:rsidRPr="00C47B2E" w:rsidRDefault="00BD1C02" w:rsidP="005E716E">
      <w:pPr>
        <w:tabs>
          <w:tab w:val="right" w:pos="2155"/>
        </w:tabs>
        <w:spacing w:after="80" w:line="240" w:lineRule="auto"/>
        <w:ind w:left="680"/>
      </w:pPr>
      <w:r>
        <w:rPr>
          <w:u w:val="single"/>
        </w:rPr>
        <w:tab/>
      </w:r>
    </w:p>
  </w:footnote>
  <w:footnote w:type="continuationNotice" w:id="1">
    <w:p w14:paraId="7BEEA3EA" w14:textId="77777777" w:rsidR="00BD1C02" w:rsidRPr="00C47B2E" w:rsidRDefault="00BD1C02" w:rsidP="00C47B2E">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A62D3D" w14:textId="56C8CA5F" w:rsidR="00BD1C02" w:rsidRPr="00A034F3" w:rsidRDefault="00856BA4">
    <w:pPr>
      <w:pStyle w:val="Header"/>
    </w:pPr>
    <w:r>
      <w:fldChar w:fldCharType="begin"/>
    </w:r>
    <w:r>
      <w:instrText xml:space="preserve"> TITLE  \* MERGEFORMAT </w:instrText>
    </w:r>
    <w:r>
      <w:fldChar w:fldCharType="separate"/>
    </w:r>
    <w:r>
      <w:t>ST/SG/AC.10/C.3/110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69FEE5" w14:textId="0F7C8C31" w:rsidR="00BD1C02" w:rsidRPr="00A034F3" w:rsidRDefault="00856BA4" w:rsidP="00A034F3">
    <w:pPr>
      <w:pStyle w:val="Header"/>
      <w:jc w:val="right"/>
    </w:pPr>
    <w:r>
      <w:fldChar w:fldCharType="begin"/>
    </w:r>
    <w:r>
      <w:instrText xml:space="preserve"> TITLE  \* MERGEFORMAT </w:instrText>
    </w:r>
    <w:r>
      <w:fldChar w:fldCharType="separate"/>
    </w:r>
    <w:r>
      <w:t>ST/SG/AC.10/C.3/110</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E00F97" w14:textId="77777777" w:rsidR="00BD1C02" w:rsidRPr="00043FA9" w:rsidRDefault="00BD1C02" w:rsidP="00043FA9">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4466"/>
        </w:tabs>
        <w:ind w:left="4466" w:hanging="360"/>
      </w:pPr>
    </w:lvl>
  </w:abstractNum>
  <w:abstractNum w:abstractNumId="1" w15:restartNumberingAfterBreak="0">
    <w:nsid w:val="FFFFFF7D"/>
    <w:multiLevelType w:val="singleLevel"/>
    <w:tmpl w:val="8F507AD2"/>
    <w:lvl w:ilvl="0">
      <w:start w:val="1"/>
      <w:numFmt w:val="decimal"/>
      <w:pStyle w:val="Heading9"/>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65C2473"/>
    <w:multiLevelType w:val="hybridMultilevel"/>
    <w:tmpl w:val="16922ACC"/>
    <w:lvl w:ilvl="0" w:tplc="1E727752">
      <w:start w:val="1"/>
      <w:numFmt w:val="upperLetter"/>
      <w:lvlText w:val="%1."/>
      <w:lvlJc w:val="left"/>
      <w:pPr>
        <w:ind w:left="1376" w:hanging="525"/>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08CE72D2"/>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0AFC1A65"/>
    <w:multiLevelType w:val="hybridMultilevel"/>
    <w:tmpl w:val="16922ACC"/>
    <w:lvl w:ilvl="0" w:tplc="1E727752">
      <w:start w:val="1"/>
      <w:numFmt w:val="upperLetter"/>
      <w:lvlText w:val="%1."/>
      <w:lvlJc w:val="left"/>
      <w:pPr>
        <w:ind w:left="1376" w:hanging="525"/>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6"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1B996E21"/>
    <w:multiLevelType w:val="hybridMultilevel"/>
    <w:tmpl w:val="067E567E"/>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9"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4F33A95"/>
    <w:multiLevelType w:val="hybridMultilevel"/>
    <w:tmpl w:val="9F8E8D64"/>
    <w:lvl w:ilvl="0" w:tplc="1EEEF4D8">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1" w15:restartNumberingAfterBreak="0">
    <w:nsid w:val="2A583DA6"/>
    <w:multiLevelType w:val="hybridMultilevel"/>
    <w:tmpl w:val="B23E93EE"/>
    <w:lvl w:ilvl="0" w:tplc="BADE65BE">
      <w:start w:val="1"/>
      <w:numFmt w:val="upperLetter"/>
      <w:lvlText w:val="%1."/>
      <w:lvlJc w:val="left"/>
      <w:pPr>
        <w:ind w:left="1497" w:hanging="360"/>
      </w:pPr>
      <w:rPr>
        <w:rFonts w:hint="default"/>
      </w:rPr>
    </w:lvl>
    <w:lvl w:ilvl="1" w:tplc="08090019">
      <w:start w:val="1"/>
      <w:numFmt w:val="lowerLetter"/>
      <w:lvlText w:val="%2."/>
      <w:lvlJc w:val="left"/>
      <w:pPr>
        <w:ind w:left="2217" w:hanging="360"/>
      </w:pPr>
    </w:lvl>
    <w:lvl w:ilvl="2" w:tplc="0809001B" w:tentative="1">
      <w:start w:val="1"/>
      <w:numFmt w:val="lowerRoman"/>
      <w:lvlText w:val="%3."/>
      <w:lvlJc w:val="right"/>
      <w:pPr>
        <w:ind w:left="2937" w:hanging="180"/>
      </w:pPr>
    </w:lvl>
    <w:lvl w:ilvl="3" w:tplc="0809000F" w:tentative="1">
      <w:start w:val="1"/>
      <w:numFmt w:val="decimal"/>
      <w:lvlText w:val="%4."/>
      <w:lvlJc w:val="left"/>
      <w:pPr>
        <w:ind w:left="3657" w:hanging="360"/>
      </w:pPr>
    </w:lvl>
    <w:lvl w:ilvl="4" w:tplc="08090019" w:tentative="1">
      <w:start w:val="1"/>
      <w:numFmt w:val="lowerLetter"/>
      <w:lvlText w:val="%5."/>
      <w:lvlJc w:val="left"/>
      <w:pPr>
        <w:ind w:left="4377" w:hanging="360"/>
      </w:pPr>
    </w:lvl>
    <w:lvl w:ilvl="5" w:tplc="0809001B" w:tentative="1">
      <w:start w:val="1"/>
      <w:numFmt w:val="lowerRoman"/>
      <w:lvlText w:val="%6."/>
      <w:lvlJc w:val="right"/>
      <w:pPr>
        <w:ind w:left="5097" w:hanging="180"/>
      </w:pPr>
    </w:lvl>
    <w:lvl w:ilvl="6" w:tplc="0809000F" w:tentative="1">
      <w:start w:val="1"/>
      <w:numFmt w:val="decimal"/>
      <w:lvlText w:val="%7."/>
      <w:lvlJc w:val="left"/>
      <w:pPr>
        <w:ind w:left="5817" w:hanging="360"/>
      </w:pPr>
    </w:lvl>
    <w:lvl w:ilvl="7" w:tplc="08090019" w:tentative="1">
      <w:start w:val="1"/>
      <w:numFmt w:val="lowerLetter"/>
      <w:lvlText w:val="%8."/>
      <w:lvlJc w:val="left"/>
      <w:pPr>
        <w:ind w:left="6537" w:hanging="360"/>
      </w:pPr>
    </w:lvl>
    <w:lvl w:ilvl="8" w:tplc="0809001B" w:tentative="1">
      <w:start w:val="1"/>
      <w:numFmt w:val="lowerRoman"/>
      <w:lvlText w:val="%9."/>
      <w:lvlJc w:val="right"/>
      <w:pPr>
        <w:ind w:left="7257" w:hanging="180"/>
      </w:pPr>
    </w:lvl>
  </w:abstractNum>
  <w:abstractNum w:abstractNumId="22"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7B436E4"/>
    <w:multiLevelType w:val="hybridMultilevel"/>
    <w:tmpl w:val="228E09A4"/>
    <w:lvl w:ilvl="0" w:tplc="B33A5018">
      <w:start w:val="1"/>
      <w:numFmt w:val="decimal"/>
      <w:lvlText w:val="%1."/>
      <w:lvlJc w:val="left"/>
      <w:pPr>
        <w:ind w:left="1980" w:hanging="420"/>
      </w:pPr>
      <w:rPr>
        <w:rFonts w:hint="default"/>
      </w:rPr>
    </w:lvl>
    <w:lvl w:ilvl="1" w:tplc="08090019" w:tentative="1">
      <w:start w:val="1"/>
      <w:numFmt w:val="lowerLetter"/>
      <w:lvlText w:val="%2."/>
      <w:lvlJc w:val="left"/>
      <w:pPr>
        <w:ind w:left="2640" w:hanging="360"/>
      </w:pPr>
    </w:lvl>
    <w:lvl w:ilvl="2" w:tplc="0809001B" w:tentative="1">
      <w:start w:val="1"/>
      <w:numFmt w:val="lowerRoman"/>
      <w:lvlText w:val="%3."/>
      <w:lvlJc w:val="right"/>
      <w:pPr>
        <w:ind w:left="3360" w:hanging="180"/>
      </w:pPr>
    </w:lvl>
    <w:lvl w:ilvl="3" w:tplc="0809000F" w:tentative="1">
      <w:start w:val="1"/>
      <w:numFmt w:val="decimal"/>
      <w:lvlText w:val="%4."/>
      <w:lvlJc w:val="left"/>
      <w:pPr>
        <w:ind w:left="4080" w:hanging="360"/>
      </w:pPr>
    </w:lvl>
    <w:lvl w:ilvl="4" w:tplc="08090019" w:tentative="1">
      <w:start w:val="1"/>
      <w:numFmt w:val="lowerLetter"/>
      <w:lvlText w:val="%5."/>
      <w:lvlJc w:val="left"/>
      <w:pPr>
        <w:ind w:left="4800" w:hanging="360"/>
      </w:pPr>
    </w:lvl>
    <w:lvl w:ilvl="5" w:tplc="0809001B" w:tentative="1">
      <w:start w:val="1"/>
      <w:numFmt w:val="lowerRoman"/>
      <w:lvlText w:val="%6."/>
      <w:lvlJc w:val="right"/>
      <w:pPr>
        <w:ind w:left="5520" w:hanging="180"/>
      </w:pPr>
    </w:lvl>
    <w:lvl w:ilvl="6" w:tplc="0809000F" w:tentative="1">
      <w:start w:val="1"/>
      <w:numFmt w:val="decimal"/>
      <w:lvlText w:val="%7."/>
      <w:lvlJc w:val="left"/>
      <w:pPr>
        <w:ind w:left="6240" w:hanging="360"/>
      </w:pPr>
    </w:lvl>
    <w:lvl w:ilvl="7" w:tplc="08090019" w:tentative="1">
      <w:start w:val="1"/>
      <w:numFmt w:val="lowerLetter"/>
      <w:lvlText w:val="%8."/>
      <w:lvlJc w:val="left"/>
      <w:pPr>
        <w:ind w:left="6960" w:hanging="360"/>
      </w:pPr>
    </w:lvl>
    <w:lvl w:ilvl="8" w:tplc="0809001B" w:tentative="1">
      <w:start w:val="1"/>
      <w:numFmt w:val="lowerRoman"/>
      <w:lvlText w:val="%9."/>
      <w:lvlJc w:val="right"/>
      <w:pPr>
        <w:ind w:left="7680" w:hanging="180"/>
      </w:pPr>
    </w:lvl>
  </w:abstractNum>
  <w:abstractNum w:abstractNumId="24" w15:restartNumberingAfterBreak="0">
    <w:nsid w:val="44801559"/>
    <w:multiLevelType w:val="hybridMultilevel"/>
    <w:tmpl w:val="C656618A"/>
    <w:lvl w:ilvl="0" w:tplc="E612E03A">
      <w:start w:val="1"/>
      <w:numFmt w:val="upperLetter"/>
      <w:lvlText w:val="%1."/>
      <w:lvlJc w:val="left"/>
      <w:pPr>
        <w:ind w:left="1500" w:hanging="360"/>
      </w:pPr>
      <w:rPr>
        <w:rFonts w:hint="default"/>
      </w:rPr>
    </w:lvl>
    <w:lvl w:ilvl="1" w:tplc="08090019">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5" w15:restartNumberingAfterBreak="0">
    <w:nsid w:val="476C3E0D"/>
    <w:multiLevelType w:val="multilevel"/>
    <w:tmpl w:val="42FA0602"/>
    <w:lvl w:ilvl="0">
      <w:start w:val="1"/>
      <w:numFmt w:val="decimal"/>
      <w:lvlText w:val="%1."/>
      <w:lvlJc w:val="left"/>
      <w:pPr>
        <w:tabs>
          <w:tab w:val="num" w:pos="720"/>
        </w:tabs>
        <w:ind w:left="1138" w:firstLine="0"/>
      </w:pPr>
      <w:rPr>
        <w:rFonts w:hint="default"/>
      </w:rPr>
    </w:lvl>
    <w:lvl w:ilvl="1">
      <w:start w:val="1"/>
      <w:numFmt w:val="lowerLetter"/>
      <w:lvlText w:val="(%2)"/>
      <w:lvlJc w:val="left"/>
      <w:pPr>
        <w:tabs>
          <w:tab w:val="num" w:pos="720"/>
        </w:tabs>
        <w:ind w:left="1858" w:firstLine="0"/>
      </w:pPr>
      <w:rPr>
        <w:rFonts w:hint="default"/>
      </w:rPr>
    </w:lvl>
    <w:lvl w:ilvl="2">
      <w:start w:val="1"/>
      <w:numFmt w:val="lowerRoman"/>
      <w:lvlText w:val="%3."/>
      <w:lvlJc w:val="right"/>
      <w:pPr>
        <w:tabs>
          <w:tab w:val="num" w:pos="720"/>
        </w:tabs>
        <w:ind w:left="2578" w:firstLine="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54DB10BE"/>
    <w:multiLevelType w:val="hybridMultilevel"/>
    <w:tmpl w:val="6958B070"/>
    <w:lvl w:ilvl="0" w:tplc="1794D516">
      <w:start w:val="1"/>
      <w:numFmt w:val="upperLetter"/>
      <w:lvlText w:val="%1."/>
      <w:lvlJc w:val="left"/>
      <w:pPr>
        <w:ind w:left="1560" w:hanging="420"/>
      </w:pPr>
      <w:rPr>
        <w:rFonts w:hint="default"/>
      </w:rPr>
    </w:lvl>
    <w:lvl w:ilvl="1" w:tplc="08090019">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7"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047D7E"/>
    <w:multiLevelType w:val="hybridMultilevel"/>
    <w:tmpl w:val="F266E012"/>
    <w:lvl w:ilvl="0" w:tplc="B060FD2A">
      <w:start w:val="1"/>
      <w:numFmt w:val="upperLetter"/>
      <w:lvlText w:val="%1."/>
      <w:lvlJc w:val="left"/>
      <w:pPr>
        <w:ind w:left="1560" w:hanging="420"/>
      </w:pPr>
      <w:rPr>
        <w:rFonts w:hint="default"/>
      </w:rPr>
    </w:lvl>
    <w:lvl w:ilvl="1" w:tplc="08090019">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31" w15:restartNumberingAfterBreak="0">
    <w:nsid w:val="660508DA"/>
    <w:multiLevelType w:val="hybridMultilevel"/>
    <w:tmpl w:val="788898C8"/>
    <w:lvl w:ilvl="0" w:tplc="04090001">
      <w:start w:val="1"/>
      <w:numFmt w:val="bullet"/>
      <w:lvlText w:val=""/>
      <w:lvlJc w:val="left"/>
      <w:pPr>
        <w:ind w:left="2421" w:hanging="360"/>
      </w:pPr>
      <w:rPr>
        <w:rFonts w:ascii="Symbol" w:hAnsi="Symbol" w:hint="default"/>
      </w:rPr>
    </w:lvl>
    <w:lvl w:ilvl="1" w:tplc="04090003">
      <w:start w:val="1"/>
      <w:numFmt w:val="bullet"/>
      <w:lvlText w:val="o"/>
      <w:lvlJc w:val="left"/>
      <w:pPr>
        <w:ind w:left="3141" w:hanging="360"/>
      </w:pPr>
      <w:rPr>
        <w:rFonts w:ascii="Courier New" w:hAnsi="Courier New" w:cs="Courier New" w:hint="default"/>
      </w:rPr>
    </w:lvl>
    <w:lvl w:ilvl="2" w:tplc="04090005">
      <w:start w:val="1"/>
      <w:numFmt w:val="bullet"/>
      <w:lvlText w:val=""/>
      <w:lvlJc w:val="left"/>
      <w:pPr>
        <w:ind w:left="3861" w:hanging="360"/>
      </w:pPr>
      <w:rPr>
        <w:rFonts w:ascii="Wingdings" w:hAnsi="Wingdings" w:hint="default"/>
      </w:rPr>
    </w:lvl>
    <w:lvl w:ilvl="3" w:tplc="04090001">
      <w:start w:val="1"/>
      <w:numFmt w:val="bullet"/>
      <w:lvlText w:val=""/>
      <w:lvlJc w:val="left"/>
      <w:pPr>
        <w:ind w:left="4581" w:hanging="360"/>
      </w:pPr>
      <w:rPr>
        <w:rFonts w:ascii="Symbol" w:hAnsi="Symbol" w:hint="default"/>
      </w:rPr>
    </w:lvl>
    <w:lvl w:ilvl="4" w:tplc="04090003">
      <w:start w:val="1"/>
      <w:numFmt w:val="bullet"/>
      <w:lvlText w:val="o"/>
      <w:lvlJc w:val="left"/>
      <w:pPr>
        <w:ind w:left="5301" w:hanging="360"/>
      </w:pPr>
      <w:rPr>
        <w:rFonts w:ascii="Courier New" w:hAnsi="Courier New" w:cs="Courier New" w:hint="default"/>
      </w:rPr>
    </w:lvl>
    <w:lvl w:ilvl="5" w:tplc="04090005">
      <w:start w:val="1"/>
      <w:numFmt w:val="bullet"/>
      <w:lvlText w:val=""/>
      <w:lvlJc w:val="left"/>
      <w:pPr>
        <w:ind w:left="6021" w:hanging="360"/>
      </w:pPr>
      <w:rPr>
        <w:rFonts w:ascii="Wingdings" w:hAnsi="Wingdings" w:hint="default"/>
      </w:rPr>
    </w:lvl>
    <w:lvl w:ilvl="6" w:tplc="04090001">
      <w:start w:val="1"/>
      <w:numFmt w:val="bullet"/>
      <w:lvlText w:val=""/>
      <w:lvlJc w:val="left"/>
      <w:pPr>
        <w:ind w:left="6741" w:hanging="360"/>
      </w:pPr>
      <w:rPr>
        <w:rFonts w:ascii="Symbol" w:hAnsi="Symbol" w:hint="default"/>
      </w:rPr>
    </w:lvl>
    <w:lvl w:ilvl="7" w:tplc="04090003">
      <w:start w:val="1"/>
      <w:numFmt w:val="bullet"/>
      <w:lvlText w:val="o"/>
      <w:lvlJc w:val="left"/>
      <w:pPr>
        <w:ind w:left="7461" w:hanging="360"/>
      </w:pPr>
      <w:rPr>
        <w:rFonts w:ascii="Courier New" w:hAnsi="Courier New" w:cs="Courier New" w:hint="default"/>
      </w:rPr>
    </w:lvl>
    <w:lvl w:ilvl="8" w:tplc="04090005">
      <w:start w:val="1"/>
      <w:numFmt w:val="bullet"/>
      <w:lvlText w:val=""/>
      <w:lvlJc w:val="left"/>
      <w:pPr>
        <w:ind w:left="8181" w:hanging="360"/>
      </w:pPr>
      <w:rPr>
        <w:rFonts w:ascii="Wingdings" w:hAnsi="Wingdings" w:hint="default"/>
      </w:rPr>
    </w:lvl>
  </w:abstractNum>
  <w:abstractNum w:abstractNumId="32" w15:restartNumberingAfterBreak="0">
    <w:nsid w:val="6678456F"/>
    <w:multiLevelType w:val="hybridMultilevel"/>
    <w:tmpl w:val="0FC8ACEA"/>
    <w:lvl w:ilvl="0" w:tplc="0409000F">
      <w:start w:val="1"/>
      <w:numFmt w:val="decimal"/>
      <w:lvlText w:val="%1."/>
      <w:lvlJc w:val="left"/>
      <w:pPr>
        <w:ind w:left="2421" w:hanging="360"/>
      </w:p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33" w15:restartNumberingAfterBreak="0">
    <w:nsid w:val="67EC1D7E"/>
    <w:multiLevelType w:val="hybridMultilevel"/>
    <w:tmpl w:val="925AF356"/>
    <w:lvl w:ilvl="0" w:tplc="D1589FC4">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34"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CF3301"/>
    <w:multiLevelType w:val="hybridMultilevel"/>
    <w:tmpl w:val="BB58BA4A"/>
    <w:lvl w:ilvl="0" w:tplc="04090001">
      <w:start w:val="1"/>
      <w:numFmt w:val="bullet"/>
      <w:lvlText w:val=""/>
      <w:lvlJc w:val="left"/>
      <w:pPr>
        <w:ind w:left="2421" w:hanging="360"/>
      </w:pPr>
      <w:rPr>
        <w:rFonts w:ascii="Symbol" w:hAnsi="Symbol" w:hint="default"/>
      </w:rPr>
    </w:lvl>
    <w:lvl w:ilvl="1" w:tplc="04090003">
      <w:start w:val="1"/>
      <w:numFmt w:val="bullet"/>
      <w:lvlText w:val="o"/>
      <w:lvlJc w:val="left"/>
      <w:pPr>
        <w:ind w:left="3141" w:hanging="360"/>
      </w:pPr>
      <w:rPr>
        <w:rFonts w:ascii="Courier New" w:hAnsi="Courier New" w:cs="Courier New" w:hint="default"/>
      </w:rPr>
    </w:lvl>
    <w:lvl w:ilvl="2" w:tplc="04090005">
      <w:start w:val="1"/>
      <w:numFmt w:val="bullet"/>
      <w:lvlText w:val=""/>
      <w:lvlJc w:val="left"/>
      <w:pPr>
        <w:ind w:left="3861" w:hanging="360"/>
      </w:pPr>
      <w:rPr>
        <w:rFonts w:ascii="Wingdings" w:hAnsi="Wingdings" w:hint="default"/>
      </w:rPr>
    </w:lvl>
    <w:lvl w:ilvl="3" w:tplc="04090001">
      <w:start w:val="1"/>
      <w:numFmt w:val="bullet"/>
      <w:lvlText w:val=""/>
      <w:lvlJc w:val="left"/>
      <w:pPr>
        <w:ind w:left="4581" w:hanging="360"/>
      </w:pPr>
      <w:rPr>
        <w:rFonts w:ascii="Symbol" w:hAnsi="Symbol" w:hint="default"/>
      </w:rPr>
    </w:lvl>
    <w:lvl w:ilvl="4" w:tplc="04090003">
      <w:start w:val="1"/>
      <w:numFmt w:val="bullet"/>
      <w:lvlText w:val="o"/>
      <w:lvlJc w:val="left"/>
      <w:pPr>
        <w:ind w:left="5301" w:hanging="360"/>
      </w:pPr>
      <w:rPr>
        <w:rFonts w:ascii="Courier New" w:hAnsi="Courier New" w:cs="Courier New" w:hint="default"/>
      </w:rPr>
    </w:lvl>
    <w:lvl w:ilvl="5" w:tplc="04090005">
      <w:start w:val="1"/>
      <w:numFmt w:val="bullet"/>
      <w:lvlText w:val=""/>
      <w:lvlJc w:val="left"/>
      <w:pPr>
        <w:ind w:left="6021" w:hanging="360"/>
      </w:pPr>
      <w:rPr>
        <w:rFonts w:ascii="Wingdings" w:hAnsi="Wingdings" w:hint="default"/>
      </w:rPr>
    </w:lvl>
    <w:lvl w:ilvl="6" w:tplc="04090001">
      <w:start w:val="1"/>
      <w:numFmt w:val="bullet"/>
      <w:lvlText w:val=""/>
      <w:lvlJc w:val="left"/>
      <w:pPr>
        <w:ind w:left="6741" w:hanging="360"/>
      </w:pPr>
      <w:rPr>
        <w:rFonts w:ascii="Symbol" w:hAnsi="Symbol" w:hint="default"/>
      </w:rPr>
    </w:lvl>
    <w:lvl w:ilvl="7" w:tplc="04090003">
      <w:start w:val="1"/>
      <w:numFmt w:val="bullet"/>
      <w:lvlText w:val="o"/>
      <w:lvlJc w:val="left"/>
      <w:pPr>
        <w:ind w:left="7461" w:hanging="360"/>
      </w:pPr>
      <w:rPr>
        <w:rFonts w:ascii="Courier New" w:hAnsi="Courier New" w:cs="Courier New" w:hint="default"/>
      </w:rPr>
    </w:lvl>
    <w:lvl w:ilvl="8" w:tplc="04090005">
      <w:start w:val="1"/>
      <w:numFmt w:val="bullet"/>
      <w:lvlText w:val=""/>
      <w:lvlJc w:val="left"/>
      <w:pPr>
        <w:ind w:left="8181" w:hanging="360"/>
      </w:pPr>
      <w:rPr>
        <w:rFonts w:ascii="Wingdings" w:hAnsi="Wingdings" w:hint="default"/>
      </w:rPr>
    </w:lvl>
  </w:abstractNum>
  <w:abstractNum w:abstractNumId="3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9160482"/>
    <w:multiLevelType w:val="hybridMultilevel"/>
    <w:tmpl w:val="16922ACC"/>
    <w:lvl w:ilvl="0" w:tplc="1E727752">
      <w:start w:val="1"/>
      <w:numFmt w:val="upperLetter"/>
      <w:lvlText w:val="%1."/>
      <w:lvlJc w:val="left"/>
      <w:pPr>
        <w:ind w:left="1860" w:hanging="525"/>
      </w:pPr>
      <w:rPr>
        <w:rFonts w:hint="default"/>
      </w:rPr>
    </w:lvl>
    <w:lvl w:ilvl="1" w:tplc="040C0019">
      <w:start w:val="1"/>
      <w:numFmt w:val="lowerLetter"/>
      <w:lvlText w:val="%2."/>
      <w:lvlJc w:val="left"/>
      <w:pPr>
        <w:ind w:left="2415" w:hanging="360"/>
      </w:pPr>
    </w:lvl>
    <w:lvl w:ilvl="2" w:tplc="040C001B" w:tentative="1">
      <w:start w:val="1"/>
      <w:numFmt w:val="lowerRoman"/>
      <w:lvlText w:val="%3."/>
      <w:lvlJc w:val="right"/>
      <w:pPr>
        <w:ind w:left="3135" w:hanging="180"/>
      </w:pPr>
    </w:lvl>
    <w:lvl w:ilvl="3" w:tplc="040C000F" w:tentative="1">
      <w:start w:val="1"/>
      <w:numFmt w:val="decimal"/>
      <w:lvlText w:val="%4."/>
      <w:lvlJc w:val="left"/>
      <w:pPr>
        <w:ind w:left="3855" w:hanging="360"/>
      </w:pPr>
    </w:lvl>
    <w:lvl w:ilvl="4" w:tplc="040C0019" w:tentative="1">
      <w:start w:val="1"/>
      <w:numFmt w:val="lowerLetter"/>
      <w:lvlText w:val="%5."/>
      <w:lvlJc w:val="left"/>
      <w:pPr>
        <w:ind w:left="4575" w:hanging="360"/>
      </w:pPr>
    </w:lvl>
    <w:lvl w:ilvl="5" w:tplc="040C001B" w:tentative="1">
      <w:start w:val="1"/>
      <w:numFmt w:val="lowerRoman"/>
      <w:lvlText w:val="%6."/>
      <w:lvlJc w:val="right"/>
      <w:pPr>
        <w:ind w:left="5295" w:hanging="180"/>
      </w:pPr>
    </w:lvl>
    <w:lvl w:ilvl="6" w:tplc="040C000F" w:tentative="1">
      <w:start w:val="1"/>
      <w:numFmt w:val="decimal"/>
      <w:lvlText w:val="%7."/>
      <w:lvlJc w:val="left"/>
      <w:pPr>
        <w:ind w:left="6015" w:hanging="360"/>
      </w:pPr>
    </w:lvl>
    <w:lvl w:ilvl="7" w:tplc="040C0019" w:tentative="1">
      <w:start w:val="1"/>
      <w:numFmt w:val="lowerLetter"/>
      <w:lvlText w:val="%8."/>
      <w:lvlJc w:val="left"/>
      <w:pPr>
        <w:ind w:left="6735" w:hanging="360"/>
      </w:pPr>
    </w:lvl>
    <w:lvl w:ilvl="8" w:tplc="040C001B" w:tentative="1">
      <w:start w:val="1"/>
      <w:numFmt w:val="lowerRoman"/>
      <w:lvlText w:val="%9."/>
      <w:lvlJc w:val="right"/>
      <w:pPr>
        <w:ind w:left="7455" w:hanging="180"/>
      </w:pPr>
    </w:lvl>
  </w:abstractNum>
  <w:abstractNum w:abstractNumId="39" w15:restartNumberingAfterBreak="0">
    <w:nsid w:val="7BD56D18"/>
    <w:multiLevelType w:val="hybridMultilevel"/>
    <w:tmpl w:val="D18EE874"/>
    <w:lvl w:ilvl="0" w:tplc="46C2DC08">
      <w:start w:val="1"/>
      <w:numFmt w:val="upperLetter"/>
      <w:lvlText w:val="%1."/>
      <w:lvlJc w:val="left"/>
      <w:pPr>
        <w:ind w:left="1560" w:hanging="420"/>
      </w:pPr>
      <w:rPr>
        <w:rFonts w:hint="default"/>
      </w:rPr>
    </w:lvl>
    <w:lvl w:ilvl="1" w:tplc="08090019">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num w:numId="1">
    <w:abstractNumId w:val="22"/>
  </w:num>
  <w:num w:numId="2">
    <w:abstractNumId w:val="19"/>
  </w:num>
  <w:num w:numId="3">
    <w:abstractNumId w:val="10"/>
  </w:num>
  <w:num w:numId="4">
    <w:abstractNumId w:val="27"/>
  </w:num>
  <w:num w:numId="5">
    <w:abstractNumId w:val="28"/>
  </w:num>
  <w:num w:numId="6">
    <w:abstractNumId w:val="37"/>
  </w:num>
  <w:num w:numId="7">
    <w:abstractNumId w:val="17"/>
  </w:num>
  <w:num w:numId="8">
    <w:abstractNumId w:val="11"/>
  </w:num>
  <w:num w:numId="9">
    <w:abstractNumId w:val="34"/>
  </w:num>
  <w:num w:numId="10">
    <w:abstractNumId w:val="11"/>
  </w:num>
  <w:num w:numId="11">
    <w:abstractNumId w:val="34"/>
  </w:num>
  <w:num w:numId="12">
    <w:abstractNumId w:val="16"/>
  </w:num>
  <w:num w:numId="13">
    <w:abstractNumId w:val="16"/>
  </w:num>
  <w:num w:numId="14">
    <w:abstractNumId w:val="1"/>
  </w:num>
  <w:num w:numId="15">
    <w:abstractNumId w:val="0"/>
  </w:num>
  <w:num w:numId="16">
    <w:abstractNumId w:val="2"/>
  </w:num>
  <w:num w:numId="17">
    <w:abstractNumId w:val="3"/>
  </w:num>
  <w:num w:numId="18">
    <w:abstractNumId w:val="8"/>
  </w:num>
  <w:num w:numId="19">
    <w:abstractNumId w:val="9"/>
  </w:num>
  <w:num w:numId="20">
    <w:abstractNumId w:val="7"/>
  </w:num>
  <w:num w:numId="21">
    <w:abstractNumId w:val="6"/>
  </w:num>
  <w:num w:numId="22">
    <w:abstractNumId w:val="5"/>
  </w:num>
  <w:num w:numId="23">
    <w:abstractNumId w:val="4"/>
  </w:num>
  <w:num w:numId="24">
    <w:abstractNumId w:val="13"/>
  </w:num>
  <w:num w:numId="25">
    <w:abstractNumId w:val="29"/>
  </w:num>
  <w:num w:numId="26">
    <w:abstractNumId w:val="36"/>
  </w:num>
  <w:num w:numId="27">
    <w:abstractNumId w:val="15"/>
  </w:num>
  <w:num w:numId="28">
    <w:abstractNumId w:val="14"/>
  </w:num>
  <w:num w:numId="29">
    <w:abstractNumId w:val="12"/>
  </w:num>
  <w:num w:numId="30">
    <w:abstractNumId w:val="38"/>
  </w:num>
  <w:num w:numId="31">
    <w:abstractNumId w:val="25"/>
  </w:num>
  <w:num w:numId="32">
    <w:abstractNumId w:val="32"/>
  </w:num>
  <w:num w:numId="33">
    <w:abstractNumId w:val="18"/>
  </w:num>
  <w:num w:numId="34">
    <w:abstractNumId w:val="24"/>
  </w:num>
  <w:num w:numId="35">
    <w:abstractNumId w:val="21"/>
  </w:num>
  <w:num w:numId="36">
    <w:abstractNumId w:val="20"/>
  </w:num>
  <w:num w:numId="37">
    <w:abstractNumId w:val="33"/>
  </w:num>
  <w:num w:numId="38">
    <w:abstractNumId w:val="26"/>
  </w:num>
  <w:num w:numId="39">
    <w:abstractNumId w:val="39"/>
  </w:num>
  <w:num w:numId="40">
    <w:abstractNumId w:val="23"/>
  </w:num>
  <w:num w:numId="41">
    <w:abstractNumId w:val="30"/>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num>
  <w:num w:numId="44">
    <w:abstractNumId w:val="35"/>
  </w:num>
  <w:num w:numId="4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defaultTabStop w:val="567"/>
  <w:hyphenationZone w:val="425"/>
  <w:evenAndOddHeaders/>
  <w:characterSpacingControl w:val="doNotCompress"/>
  <w:hdrShapeDefaults>
    <o:shapedefaults v:ext="edit" spidmax="6758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4F3"/>
    <w:rsid w:val="00004EA5"/>
    <w:rsid w:val="00037904"/>
    <w:rsid w:val="00043FA9"/>
    <w:rsid w:val="00046E92"/>
    <w:rsid w:val="00063C90"/>
    <w:rsid w:val="0007193B"/>
    <w:rsid w:val="00074D8E"/>
    <w:rsid w:val="00087130"/>
    <w:rsid w:val="000971A6"/>
    <w:rsid w:val="000B1268"/>
    <w:rsid w:val="000C4BAD"/>
    <w:rsid w:val="000C7BCE"/>
    <w:rsid w:val="000E45C2"/>
    <w:rsid w:val="000E7256"/>
    <w:rsid w:val="00101B98"/>
    <w:rsid w:val="001054A6"/>
    <w:rsid w:val="0011488A"/>
    <w:rsid w:val="001514D1"/>
    <w:rsid w:val="00162337"/>
    <w:rsid w:val="00170F0B"/>
    <w:rsid w:val="001716A8"/>
    <w:rsid w:val="00176F58"/>
    <w:rsid w:val="00191690"/>
    <w:rsid w:val="00196021"/>
    <w:rsid w:val="001A0AA9"/>
    <w:rsid w:val="001C417D"/>
    <w:rsid w:val="001C6EFD"/>
    <w:rsid w:val="001D00BC"/>
    <w:rsid w:val="001D41B6"/>
    <w:rsid w:val="001F4C81"/>
    <w:rsid w:val="002038A6"/>
    <w:rsid w:val="0020454B"/>
    <w:rsid w:val="00204F33"/>
    <w:rsid w:val="002059DA"/>
    <w:rsid w:val="002172B0"/>
    <w:rsid w:val="00225B9F"/>
    <w:rsid w:val="00242C77"/>
    <w:rsid w:val="00247E2C"/>
    <w:rsid w:val="0025588E"/>
    <w:rsid w:val="00273F21"/>
    <w:rsid w:val="00282049"/>
    <w:rsid w:val="0029502F"/>
    <w:rsid w:val="002956B1"/>
    <w:rsid w:val="002A32CB"/>
    <w:rsid w:val="002A4CC8"/>
    <w:rsid w:val="002B1520"/>
    <w:rsid w:val="002D574D"/>
    <w:rsid w:val="002D5B2C"/>
    <w:rsid w:val="002D6C53"/>
    <w:rsid w:val="002F5595"/>
    <w:rsid w:val="00301EB1"/>
    <w:rsid w:val="00305770"/>
    <w:rsid w:val="00312BDD"/>
    <w:rsid w:val="00334F6A"/>
    <w:rsid w:val="00342AC8"/>
    <w:rsid w:val="00343302"/>
    <w:rsid w:val="00352925"/>
    <w:rsid w:val="00386A5E"/>
    <w:rsid w:val="00390BC0"/>
    <w:rsid w:val="003979DE"/>
    <w:rsid w:val="00397B66"/>
    <w:rsid w:val="00397DDD"/>
    <w:rsid w:val="003B4550"/>
    <w:rsid w:val="003D2A18"/>
    <w:rsid w:val="003E0E6D"/>
    <w:rsid w:val="00410BFB"/>
    <w:rsid w:val="00413386"/>
    <w:rsid w:val="00427AF0"/>
    <w:rsid w:val="00454AED"/>
    <w:rsid w:val="00461253"/>
    <w:rsid w:val="00461D6D"/>
    <w:rsid w:val="00463CEC"/>
    <w:rsid w:val="00464897"/>
    <w:rsid w:val="004858F5"/>
    <w:rsid w:val="004A2814"/>
    <w:rsid w:val="004A56DF"/>
    <w:rsid w:val="004B0587"/>
    <w:rsid w:val="004B2DDC"/>
    <w:rsid w:val="004B7018"/>
    <w:rsid w:val="004C0622"/>
    <w:rsid w:val="004D5FE6"/>
    <w:rsid w:val="004F0F51"/>
    <w:rsid w:val="004F2069"/>
    <w:rsid w:val="005042C2"/>
    <w:rsid w:val="00505BC8"/>
    <w:rsid w:val="00507213"/>
    <w:rsid w:val="00513503"/>
    <w:rsid w:val="00514BFE"/>
    <w:rsid w:val="00521C97"/>
    <w:rsid w:val="00525F88"/>
    <w:rsid w:val="00544E5F"/>
    <w:rsid w:val="00566525"/>
    <w:rsid w:val="00575C2F"/>
    <w:rsid w:val="00590679"/>
    <w:rsid w:val="005C63F9"/>
    <w:rsid w:val="005D1013"/>
    <w:rsid w:val="005D1C9E"/>
    <w:rsid w:val="005E716E"/>
    <w:rsid w:val="005F02B6"/>
    <w:rsid w:val="00616CF3"/>
    <w:rsid w:val="00646C85"/>
    <w:rsid w:val="006476E1"/>
    <w:rsid w:val="00651971"/>
    <w:rsid w:val="006604DF"/>
    <w:rsid w:val="00671104"/>
    <w:rsid w:val="00671529"/>
    <w:rsid w:val="00680A7B"/>
    <w:rsid w:val="0068244E"/>
    <w:rsid w:val="00690AA4"/>
    <w:rsid w:val="006C44A0"/>
    <w:rsid w:val="006E5F76"/>
    <w:rsid w:val="0070489D"/>
    <w:rsid w:val="00714454"/>
    <w:rsid w:val="00721270"/>
    <w:rsid w:val="007243D1"/>
    <w:rsid w:val="007268F9"/>
    <w:rsid w:val="007311C5"/>
    <w:rsid w:val="007461A2"/>
    <w:rsid w:val="00750282"/>
    <w:rsid w:val="00754238"/>
    <w:rsid w:val="007608D9"/>
    <w:rsid w:val="00764440"/>
    <w:rsid w:val="0077101B"/>
    <w:rsid w:val="00773D79"/>
    <w:rsid w:val="0078092B"/>
    <w:rsid w:val="00781EC8"/>
    <w:rsid w:val="00785B49"/>
    <w:rsid w:val="00790CD1"/>
    <w:rsid w:val="007B3E96"/>
    <w:rsid w:val="007C52B0"/>
    <w:rsid w:val="007C6033"/>
    <w:rsid w:val="007E3958"/>
    <w:rsid w:val="00804937"/>
    <w:rsid w:val="00810B21"/>
    <w:rsid w:val="008147C8"/>
    <w:rsid w:val="0081753A"/>
    <w:rsid w:val="008301D0"/>
    <w:rsid w:val="008355B2"/>
    <w:rsid w:val="00856BA4"/>
    <w:rsid w:val="00857D23"/>
    <w:rsid w:val="00870E68"/>
    <w:rsid w:val="008964E8"/>
    <w:rsid w:val="008B3391"/>
    <w:rsid w:val="008B6C4D"/>
    <w:rsid w:val="008D578D"/>
    <w:rsid w:val="008E1D00"/>
    <w:rsid w:val="009411B4"/>
    <w:rsid w:val="00944D67"/>
    <w:rsid w:val="00946F1D"/>
    <w:rsid w:val="009717A2"/>
    <w:rsid w:val="00990181"/>
    <w:rsid w:val="009C77EB"/>
    <w:rsid w:val="009D0139"/>
    <w:rsid w:val="009D717D"/>
    <w:rsid w:val="009F4654"/>
    <w:rsid w:val="009F5CDC"/>
    <w:rsid w:val="00A034F3"/>
    <w:rsid w:val="00A072D7"/>
    <w:rsid w:val="00A22320"/>
    <w:rsid w:val="00A25C4B"/>
    <w:rsid w:val="00A3569C"/>
    <w:rsid w:val="00A4043B"/>
    <w:rsid w:val="00A456A8"/>
    <w:rsid w:val="00A60B4B"/>
    <w:rsid w:val="00A6112E"/>
    <w:rsid w:val="00A775CF"/>
    <w:rsid w:val="00A85A88"/>
    <w:rsid w:val="00AD1A9C"/>
    <w:rsid w:val="00AE064D"/>
    <w:rsid w:val="00AE4ABB"/>
    <w:rsid w:val="00AE73AE"/>
    <w:rsid w:val="00AF3F22"/>
    <w:rsid w:val="00AF5DE1"/>
    <w:rsid w:val="00B027E0"/>
    <w:rsid w:val="00B06045"/>
    <w:rsid w:val="00B06741"/>
    <w:rsid w:val="00B206DD"/>
    <w:rsid w:val="00B263D3"/>
    <w:rsid w:val="00B33B73"/>
    <w:rsid w:val="00B40C4B"/>
    <w:rsid w:val="00B43AC7"/>
    <w:rsid w:val="00B52EF4"/>
    <w:rsid w:val="00B60B8D"/>
    <w:rsid w:val="00B777AD"/>
    <w:rsid w:val="00B86E8B"/>
    <w:rsid w:val="00B91AF1"/>
    <w:rsid w:val="00B93226"/>
    <w:rsid w:val="00B97CBA"/>
    <w:rsid w:val="00BB4B59"/>
    <w:rsid w:val="00BC0BF2"/>
    <w:rsid w:val="00BC3AFF"/>
    <w:rsid w:val="00BD1C02"/>
    <w:rsid w:val="00BF42B4"/>
    <w:rsid w:val="00C03015"/>
    <w:rsid w:val="00C0358D"/>
    <w:rsid w:val="00C16AA3"/>
    <w:rsid w:val="00C22C5A"/>
    <w:rsid w:val="00C35A27"/>
    <w:rsid w:val="00C4012C"/>
    <w:rsid w:val="00C47B2E"/>
    <w:rsid w:val="00C56798"/>
    <w:rsid w:val="00C600D0"/>
    <w:rsid w:val="00C627F4"/>
    <w:rsid w:val="00C63F5F"/>
    <w:rsid w:val="00C7143B"/>
    <w:rsid w:val="00C73894"/>
    <w:rsid w:val="00C81108"/>
    <w:rsid w:val="00CA60EC"/>
    <w:rsid w:val="00CB1BE7"/>
    <w:rsid w:val="00CB688D"/>
    <w:rsid w:val="00CB6ECD"/>
    <w:rsid w:val="00CE55C2"/>
    <w:rsid w:val="00CE6B91"/>
    <w:rsid w:val="00CF0985"/>
    <w:rsid w:val="00D15FED"/>
    <w:rsid w:val="00D27BB9"/>
    <w:rsid w:val="00D43338"/>
    <w:rsid w:val="00D56008"/>
    <w:rsid w:val="00D63CD2"/>
    <w:rsid w:val="00D64E28"/>
    <w:rsid w:val="00D706A5"/>
    <w:rsid w:val="00D72F1E"/>
    <w:rsid w:val="00D87943"/>
    <w:rsid w:val="00D87DC2"/>
    <w:rsid w:val="00D94B05"/>
    <w:rsid w:val="00DA21F6"/>
    <w:rsid w:val="00DC5FF1"/>
    <w:rsid w:val="00DD6889"/>
    <w:rsid w:val="00DD78F4"/>
    <w:rsid w:val="00E00FFE"/>
    <w:rsid w:val="00E02C2B"/>
    <w:rsid w:val="00E11AEC"/>
    <w:rsid w:val="00E17EAD"/>
    <w:rsid w:val="00E21C27"/>
    <w:rsid w:val="00E26BCF"/>
    <w:rsid w:val="00E32CBA"/>
    <w:rsid w:val="00E52109"/>
    <w:rsid w:val="00E61A67"/>
    <w:rsid w:val="00E75317"/>
    <w:rsid w:val="00EB0102"/>
    <w:rsid w:val="00EB2F98"/>
    <w:rsid w:val="00EC0CE6"/>
    <w:rsid w:val="00EC7C1D"/>
    <w:rsid w:val="00ED6C48"/>
    <w:rsid w:val="00EE3045"/>
    <w:rsid w:val="00F130A6"/>
    <w:rsid w:val="00F3405B"/>
    <w:rsid w:val="00F42C3A"/>
    <w:rsid w:val="00F443CD"/>
    <w:rsid w:val="00F44756"/>
    <w:rsid w:val="00F65F5D"/>
    <w:rsid w:val="00F86A3A"/>
    <w:rsid w:val="00F86C11"/>
    <w:rsid w:val="00F87028"/>
    <w:rsid w:val="00FA3372"/>
    <w:rsid w:val="00FB1FC0"/>
    <w:rsid w:val="00FB5CE6"/>
    <w:rsid w:val="00FC5C3B"/>
    <w:rsid w:val="00FE27FC"/>
    <w:rsid w:val="00FE4856"/>
    <w:rsid w:val="00FF454E"/>
    <w:rsid w:val="00FF4628"/>
    <w:rsid w:val="00FF5C84"/>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5380EEBC"/>
  <w15:docId w15:val="{2A10EBB9-0D53-4665-81C2-BFC373690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zh-CN"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semiHidden="1" w:qFormat="1"/>
    <w:lsdException w:name="Emphasis" w:semiHidden="1"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99"/>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C0CE6"/>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4A2814"/>
    <w:pPr>
      <w:tabs>
        <w:tab w:val="num" w:pos="1209"/>
      </w:tabs>
      <w:spacing w:after="0" w:line="240" w:lineRule="auto"/>
      <w:ind w:left="1209" w:right="0" w:hanging="360"/>
      <w:jc w:val="left"/>
      <w:outlineLvl w:val="0"/>
    </w:pPr>
  </w:style>
  <w:style w:type="paragraph" w:styleId="Heading2">
    <w:name w:val="heading 2"/>
    <w:basedOn w:val="Normal"/>
    <w:next w:val="Normal"/>
    <w:link w:val="Heading2Char"/>
    <w:qFormat/>
    <w:rsid w:val="004A2814"/>
    <w:pPr>
      <w:numPr>
        <w:ilvl w:val="1"/>
        <w:numId w:val="14"/>
      </w:numPr>
      <w:spacing w:line="240" w:lineRule="auto"/>
      <w:outlineLvl w:val="1"/>
    </w:pPr>
  </w:style>
  <w:style w:type="paragraph" w:styleId="Heading3">
    <w:name w:val="heading 3"/>
    <w:basedOn w:val="Normal"/>
    <w:next w:val="Normal"/>
    <w:link w:val="Heading3Char"/>
    <w:qFormat/>
    <w:rsid w:val="004A2814"/>
    <w:pPr>
      <w:numPr>
        <w:ilvl w:val="2"/>
        <w:numId w:val="14"/>
      </w:numPr>
      <w:spacing w:line="240" w:lineRule="auto"/>
      <w:outlineLvl w:val="2"/>
    </w:pPr>
  </w:style>
  <w:style w:type="paragraph" w:styleId="Heading4">
    <w:name w:val="heading 4"/>
    <w:basedOn w:val="Normal"/>
    <w:next w:val="Normal"/>
    <w:link w:val="Heading4Char"/>
    <w:qFormat/>
    <w:rsid w:val="004A2814"/>
    <w:pPr>
      <w:numPr>
        <w:ilvl w:val="3"/>
        <w:numId w:val="14"/>
      </w:numPr>
      <w:spacing w:line="240" w:lineRule="auto"/>
      <w:outlineLvl w:val="3"/>
    </w:pPr>
  </w:style>
  <w:style w:type="paragraph" w:styleId="Heading5">
    <w:name w:val="heading 5"/>
    <w:basedOn w:val="Normal"/>
    <w:next w:val="Normal"/>
    <w:link w:val="Heading5Char"/>
    <w:qFormat/>
    <w:rsid w:val="004A2814"/>
    <w:pPr>
      <w:numPr>
        <w:ilvl w:val="4"/>
        <w:numId w:val="14"/>
      </w:numPr>
      <w:spacing w:line="240" w:lineRule="auto"/>
      <w:outlineLvl w:val="4"/>
    </w:pPr>
  </w:style>
  <w:style w:type="paragraph" w:styleId="Heading6">
    <w:name w:val="heading 6"/>
    <w:basedOn w:val="Normal"/>
    <w:next w:val="Normal"/>
    <w:link w:val="Heading6Char"/>
    <w:qFormat/>
    <w:rsid w:val="004A2814"/>
    <w:pPr>
      <w:numPr>
        <w:ilvl w:val="5"/>
        <w:numId w:val="14"/>
      </w:numPr>
      <w:spacing w:line="240" w:lineRule="auto"/>
      <w:outlineLvl w:val="5"/>
    </w:pPr>
  </w:style>
  <w:style w:type="paragraph" w:styleId="Heading7">
    <w:name w:val="heading 7"/>
    <w:basedOn w:val="Normal"/>
    <w:next w:val="Normal"/>
    <w:link w:val="Heading7Char"/>
    <w:qFormat/>
    <w:rsid w:val="004A2814"/>
    <w:pPr>
      <w:numPr>
        <w:ilvl w:val="6"/>
        <w:numId w:val="14"/>
      </w:numPr>
      <w:spacing w:line="240" w:lineRule="auto"/>
      <w:outlineLvl w:val="6"/>
    </w:pPr>
  </w:style>
  <w:style w:type="paragraph" w:styleId="Heading8">
    <w:name w:val="heading 8"/>
    <w:basedOn w:val="Normal"/>
    <w:next w:val="Normal"/>
    <w:link w:val="Heading8Char"/>
    <w:qFormat/>
    <w:rsid w:val="004A2814"/>
    <w:pPr>
      <w:numPr>
        <w:ilvl w:val="7"/>
        <w:numId w:val="14"/>
      </w:numPr>
      <w:spacing w:line="240" w:lineRule="auto"/>
      <w:outlineLvl w:val="7"/>
    </w:pPr>
  </w:style>
  <w:style w:type="paragraph" w:styleId="Heading9">
    <w:name w:val="heading 9"/>
    <w:basedOn w:val="Normal"/>
    <w:next w:val="Normal"/>
    <w:link w:val="Heading9Char"/>
    <w:qFormat/>
    <w:rsid w:val="004A2814"/>
    <w:pPr>
      <w:numPr>
        <w:ilvl w:val="8"/>
        <w:numId w:val="14"/>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uiPriority w:val="99"/>
    <w:qFormat/>
    <w:rsid w:val="004A2814"/>
    <w:pPr>
      <w:spacing w:line="240" w:lineRule="auto"/>
    </w:pPr>
    <w:rPr>
      <w:sz w:val="16"/>
    </w:rPr>
  </w:style>
  <w:style w:type="character" w:customStyle="1" w:styleId="FooterChar">
    <w:name w:val="Footer Char"/>
    <w:aliases w:val="3_G Char"/>
    <w:basedOn w:val="DefaultParagraphFont"/>
    <w:link w:val="Footer"/>
    <w:uiPriority w:val="99"/>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NoG">
    <w:name w:val="_ParNo_G"/>
    <w:basedOn w:val="SingleTxtG"/>
    <w:qFormat/>
    <w:rsid w:val="00B206DD"/>
    <w:pPr>
      <w:numPr>
        <w:numId w:val="13"/>
      </w:numPr>
      <w:suppressAutoHyphens w:val="0"/>
      <w:kinsoku/>
      <w:overflowPunct/>
      <w:autoSpaceDE/>
      <w:autoSpaceDN/>
      <w:adjustRightInd/>
      <w:snapToGrid/>
    </w:pPr>
    <w:rPr>
      <w:rFonts w:eastAsia="Times New Roman"/>
    </w:r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Footnote Reference/"/>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paragraph" w:styleId="BalloonText">
    <w:name w:val="Balloon Text"/>
    <w:basedOn w:val="Normal"/>
    <w:link w:val="BalloonTextChar"/>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52109"/>
    <w:rPr>
      <w:rFonts w:ascii="Tahoma" w:eastAsia="Times New Roman" w:hAnsi="Tahoma" w:cs="Tahoma"/>
      <w:sz w:val="16"/>
      <w:szCs w:val="16"/>
      <w:lang w:eastAsia="en-US"/>
    </w:rPr>
  </w:style>
  <w:style w:type="character" w:styleId="Hyperlink">
    <w:name w:val="Hyperlink"/>
    <w:basedOn w:val="DefaultParagraphFont"/>
    <w:rsid w:val="00EC0CE6"/>
    <w:rPr>
      <w:color w:val="0000FF"/>
      <w:u w:val="none"/>
    </w:rPr>
  </w:style>
  <w:style w:type="character" w:styleId="FollowedHyperlink">
    <w:name w:val="FollowedHyperlink"/>
    <w:basedOn w:val="DefaultParagraphFont"/>
    <w:rsid w:val="00EC0CE6"/>
    <w:rPr>
      <w:color w:val="0000FF"/>
      <w:u w:val="none"/>
    </w:rPr>
  </w:style>
  <w:style w:type="table" w:styleId="TableGrid">
    <w:name w:val="Table Grid"/>
    <w:basedOn w:val="TableNormal"/>
    <w:uiPriority w:val="39"/>
    <w:rsid w:val="004A2814"/>
    <w:pPr>
      <w:suppressAutoHyphens/>
      <w:spacing w:after="0" w:line="240" w:lineRule="atLeast"/>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lainText">
    <w:name w:val="Plain Text"/>
    <w:basedOn w:val="Normal"/>
    <w:link w:val="PlainTextChar"/>
    <w:semiHidden/>
    <w:rsid w:val="00D27BB9"/>
    <w:pPr>
      <w:kinsoku/>
      <w:overflowPunct/>
      <w:autoSpaceDE/>
      <w:autoSpaceDN/>
      <w:adjustRightInd/>
      <w:snapToGrid/>
    </w:pPr>
    <w:rPr>
      <w:rFonts w:eastAsia="Times New Roman" w:cs="Courier New"/>
      <w:lang w:eastAsia="en-US"/>
    </w:rPr>
  </w:style>
  <w:style w:type="character" w:customStyle="1" w:styleId="PlainTextChar">
    <w:name w:val="Plain Text Char"/>
    <w:basedOn w:val="DefaultParagraphFont"/>
    <w:link w:val="PlainText"/>
    <w:semiHidden/>
    <w:rsid w:val="00D27BB9"/>
    <w:rPr>
      <w:rFonts w:eastAsia="Times New Roman" w:cs="Courier New"/>
      <w:lang w:eastAsia="en-US"/>
    </w:rPr>
  </w:style>
  <w:style w:type="paragraph" w:styleId="BodyText">
    <w:name w:val="Body Text"/>
    <w:basedOn w:val="Normal"/>
    <w:next w:val="Normal"/>
    <w:link w:val="BodyTextChar"/>
    <w:semiHidden/>
    <w:rsid w:val="00D27BB9"/>
    <w:pPr>
      <w:kinsoku/>
      <w:overflowPunct/>
      <w:autoSpaceDE/>
      <w:autoSpaceDN/>
      <w:adjustRightInd/>
      <w:snapToGrid/>
    </w:pPr>
    <w:rPr>
      <w:rFonts w:eastAsia="Times New Roman"/>
      <w:lang w:eastAsia="en-US"/>
    </w:rPr>
  </w:style>
  <w:style w:type="character" w:customStyle="1" w:styleId="BodyTextChar">
    <w:name w:val="Body Text Char"/>
    <w:basedOn w:val="DefaultParagraphFont"/>
    <w:link w:val="BodyText"/>
    <w:semiHidden/>
    <w:rsid w:val="00D27BB9"/>
    <w:rPr>
      <w:rFonts w:eastAsia="Times New Roman"/>
      <w:lang w:eastAsia="en-US"/>
    </w:rPr>
  </w:style>
  <w:style w:type="paragraph" w:styleId="BodyTextIndent">
    <w:name w:val="Body Text Indent"/>
    <w:basedOn w:val="Normal"/>
    <w:link w:val="BodyTextIndentChar"/>
    <w:semiHidden/>
    <w:rsid w:val="00D27BB9"/>
    <w:pPr>
      <w:kinsoku/>
      <w:overflowPunct/>
      <w:autoSpaceDE/>
      <w:autoSpaceDN/>
      <w:adjustRightInd/>
      <w:snapToGrid/>
      <w:spacing w:after="120"/>
      <w:ind w:left="283"/>
    </w:pPr>
    <w:rPr>
      <w:rFonts w:eastAsia="Times New Roman"/>
      <w:lang w:eastAsia="en-US"/>
    </w:rPr>
  </w:style>
  <w:style w:type="character" w:customStyle="1" w:styleId="BodyTextIndentChar">
    <w:name w:val="Body Text Indent Char"/>
    <w:basedOn w:val="DefaultParagraphFont"/>
    <w:link w:val="BodyTextIndent"/>
    <w:semiHidden/>
    <w:rsid w:val="00D27BB9"/>
    <w:rPr>
      <w:rFonts w:eastAsia="Times New Roman"/>
      <w:lang w:eastAsia="en-US"/>
    </w:rPr>
  </w:style>
  <w:style w:type="paragraph" w:styleId="BlockText">
    <w:name w:val="Block Text"/>
    <w:basedOn w:val="Normal"/>
    <w:semiHidden/>
    <w:rsid w:val="00D27BB9"/>
    <w:pPr>
      <w:kinsoku/>
      <w:overflowPunct/>
      <w:autoSpaceDE/>
      <w:autoSpaceDN/>
      <w:adjustRightInd/>
      <w:snapToGrid/>
      <w:ind w:left="1440" w:right="1440"/>
    </w:pPr>
    <w:rPr>
      <w:rFonts w:eastAsia="Times New Roman"/>
      <w:lang w:eastAsia="en-US"/>
    </w:rPr>
  </w:style>
  <w:style w:type="character" w:styleId="CommentReference">
    <w:name w:val="annotation reference"/>
    <w:basedOn w:val="DefaultParagraphFont"/>
    <w:semiHidden/>
    <w:rsid w:val="00D27BB9"/>
    <w:rPr>
      <w:sz w:val="6"/>
    </w:rPr>
  </w:style>
  <w:style w:type="paragraph" w:styleId="CommentText">
    <w:name w:val="annotation text"/>
    <w:basedOn w:val="Normal"/>
    <w:link w:val="CommentTextChar"/>
    <w:semiHidden/>
    <w:rsid w:val="00D27BB9"/>
    <w:pPr>
      <w:kinsoku/>
      <w:overflowPunct/>
      <w:autoSpaceDE/>
      <w:autoSpaceDN/>
      <w:adjustRightInd/>
      <w:snapToGrid/>
    </w:pPr>
    <w:rPr>
      <w:rFonts w:eastAsia="Times New Roman"/>
      <w:lang w:eastAsia="en-US"/>
    </w:rPr>
  </w:style>
  <w:style w:type="character" w:customStyle="1" w:styleId="CommentTextChar">
    <w:name w:val="Comment Text Char"/>
    <w:basedOn w:val="DefaultParagraphFont"/>
    <w:link w:val="CommentText"/>
    <w:semiHidden/>
    <w:rsid w:val="00D27BB9"/>
    <w:rPr>
      <w:rFonts w:eastAsia="Times New Roman"/>
      <w:lang w:eastAsia="en-US"/>
    </w:rPr>
  </w:style>
  <w:style w:type="character" w:styleId="LineNumber">
    <w:name w:val="line number"/>
    <w:basedOn w:val="DefaultParagraphFont"/>
    <w:semiHidden/>
    <w:rsid w:val="00D27BB9"/>
    <w:rPr>
      <w:sz w:val="14"/>
    </w:rPr>
  </w:style>
  <w:style w:type="numbering" w:styleId="ArticleSection">
    <w:name w:val="Outline List 3"/>
    <w:basedOn w:val="NoList"/>
    <w:semiHidden/>
    <w:rsid w:val="00D27BB9"/>
    <w:pPr>
      <w:numPr>
        <w:numId w:val="24"/>
      </w:numPr>
    </w:pPr>
  </w:style>
  <w:style w:type="paragraph" w:styleId="BodyText2">
    <w:name w:val="Body Text 2"/>
    <w:basedOn w:val="Normal"/>
    <w:link w:val="BodyText2Char"/>
    <w:semiHidden/>
    <w:rsid w:val="00D27BB9"/>
    <w:pPr>
      <w:kinsoku/>
      <w:overflowPunct/>
      <w:autoSpaceDE/>
      <w:autoSpaceDN/>
      <w:adjustRightInd/>
      <w:snapToGrid/>
      <w:spacing w:after="120" w:line="480" w:lineRule="auto"/>
    </w:pPr>
    <w:rPr>
      <w:rFonts w:eastAsia="Times New Roman"/>
      <w:lang w:eastAsia="en-US"/>
    </w:rPr>
  </w:style>
  <w:style w:type="character" w:customStyle="1" w:styleId="BodyText2Char">
    <w:name w:val="Body Text 2 Char"/>
    <w:basedOn w:val="DefaultParagraphFont"/>
    <w:link w:val="BodyText2"/>
    <w:semiHidden/>
    <w:rsid w:val="00D27BB9"/>
    <w:rPr>
      <w:rFonts w:eastAsia="Times New Roman"/>
      <w:lang w:eastAsia="en-US"/>
    </w:rPr>
  </w:style>
  <w:style w:type="paragraph" w:styleId="BodyText3">
    <w:name w:val="Body Text 3"/>
    <w:basedOn w:val="Normal"/>
    <w:link w:val="BodyText3Char"/>
    <w:semiHidden/>
    <w:rsid w:val="00D27BB9"/>
    <w:pPr>
      <w:kinsoku/>
      <w:overflowPunct/>
      <w:autoSpaceDE/>
      <w:autoSpaceDN/>
      <w:adjustRightInd/>
      <w:snapToGrid/>
      <w:spacing w:after="120"/>
    </w:pPr>
    <w:rPr>
      <w:rFonts w:eastAsia="Times New Roman"/>
      <w:sz w:val="16"/>
      <w:szCs w:val="16"/>
      <w:lang w:eastAsia="en-US"/>
    </w:rPr>
  </w:style>
  <w:style w:type="character" w:customStyle="1" w:styleId="BodyText3Char">
    <w:name w:val="Body Text 3 Char"/>
    <w:basedOn w:val="DefaultParagraphFont"/>
    <w:link w:val="BodyText3"/>
    <w:semiHidden/>
    <w:rsid w:val="00D27BB9"/>
    <w:rPr>
      <w:rFonts w:eastAsia="Times New Roman"/>
      <w:sz w:val="16"/>
      <w:szCs w:val="16"/>
      <w:lang w:eastAsia="en-US"/>
    </w:rPr>
  </w:style>
  <w:style w:type="paragraph" w:styleId="BodyTextFirstIndent">
    <w:name w:val="Body Text First Indent"/>
    <w:basedOn w:val="BodyText"/>
    <w:link w:val="BodyTextFirstIndentChar"/>
    <w:semiHidden/>
    <w:rsid w:val="00D27BB9"/>
    <w:pPr>
      <w:spacing w:after="120"/>
      <w:ind w:firstLine="210"/>
    </w:pPr>
  </w:style>
  <w:style w:type="character" w:customStyle="1" w:styleId="BodyTextFirstIndentChar">
    <w:name w:val="Body Text First Indent Char"/>
    <w:basedOn w:val="BodyTextChar"/>
    <w:link w:val="BodyTextFirstIndent"/>
    <w:semiHidden/>
    <w:rsid w:val="00D27BB9"/>
    <w:rPr>
      <w:rFonts w:eastAsia="Times New Roman"/>
      <w:lang w:eastAsia="en-US"/>
    </w:rPr>
  </w:style>
  <w:style w:type="paragraph" w:styleId="BodyTextFirstIndent2">
    <w:name w:val="Body Text First Indent 2"/>
    <w:basedOn w:val="BodyTextIndent"/>
    <w:link w:val="BodyTextFirstIndent2Char"/>
    <w:semiHidden/>
    <w:rsid w:val="00D27BB9"/>
    <w:pPr>
      <w:ind w:firstLine="210"/>
    </w:pPr>
  </w:style>
  <w:style w:type="character" w:customStyle="1" w:styleId="BodyTextFirstIndent2Char">
    <w:name w:val="Body Text First Indent 2 Char"/>
    <w:basedOn w:val="BodyTextIndentChar"/>
    <w:link w:val="BodyTextFirstIndent2"/>
    <w:semiHidden/>
    <w:rsid w:val="00D27BB9"/>
    <w:rPr>
      <w:rFonts w:eastAsia="Times New Roman"/>
      <w:lang w:eastAsia="en-US"/>
    </w:rPr>
  </w:style>
  <w:style w:type="paragraph" w:styleId="BodyTextIndent2">
    <w:name w:val="Body Text Indent 2"/>
    <w:basedOn w:val="Normal"/>
    <w:link w:val="BodyTextIndent2Char"/>
    <w:semiHidden/>
    <w:rsid w:val="00D27BB9"/>
    <w:pPr>
      <w:kinsoku/>
      <w:overflowPunct/>
      <w:autoSpaceDE/>
      <w:autoSpaceDN/>
      <w:adjustRightInd/>
      <w:snapToGrid/>
      <w:spacing w:after="120" w:line="480" w:lineRule="auto"/>
      <w:ind w:left="283"/>
    </w:pPr>
    <w:rPr>
      <w:rFonts w:eastAsia="Times New Roman"/>
      <w:lang w:eastAsia="en-US"/>
    </w:rPr>
  </w:style>
  <w:style w:type="character" w:customStyle="1" w:styleId="BodyTextIndent2Char">
    <w:name w:val="Body Text Indent 2 Char"/>
    <w:basedOn w:val="DefaultParagraphFont"/>
    <w:link w:val="BodyTextIndent2"/>
    <w:semiHidden/>
    <w:rsid w:val="00D27BB9"/>
    <w:rPr>
      <w:rFonts w:eastAsia="Times New Roman"/>
      <w:lang w:eastAsia="en-US"/>
    </w:rPr>
  </w:style>
  <w:style w:type="paragraph" w:styleId="BodyTextIndent3">
    <w:name w:val="Body Text Indent 3"/>
    <w:basedOn w:val="Normal"/>
    <w:link w:val="BodyTextIndent3Char"/>
    <w:semiHidden/>
    <w:rsid w:val="00D27BB9"/>
    <w:pPr>
      <w:kinsoku/>
      <w:overflowPunct/>
      <w:autoSpaceDE/>
      <w:autoSpaceDN/>
      <w:adjustRightInd/>
      <w:snapToGrid/>
      <w:spacing w:after="120"/>
      <w:ind w:left="283"/>
    </w:pPr>
    <w:rPr>
      <w:rFonts w:eastAsia="Times New Roman"/>
      <w:sz w:val="16"/>
      <w:szCs w:val="16"/>
      <w:lang w:eastAsia="en-US"/>
    </w:rPr>
  </w:style>
  <w:style w:type="character" w:customStyle="1" w:styleId="BodyTextIndent3Char">
    <w:name w:val="Body Text Indent 3 Char"/>
    <w:basedOn w:val="DefaultParagraphFont"/>
    <w:link w:val="BodyTextIndent3"/>
    <w:semiHidden/>
    <w:rsid w:val="00D27BB9"/>
    <w:rPr>
      <w:rFonts w:eastAsia="Times New Roman"/>
      <w:sz w:val="16"/>
      <w:szCs w:val="16"/>
      <w:lang w:eastAsia="en-US"/>
    </w:rPr>
  </w:style>
  <w:style w:type="paragraph" w:styleId="Closing">
    <w:name w:val="Closing"/>
    <w:basedOn w:val="Normal"/>
    <w:link w:val="ClosingChar"/>
    <w:semiHidden/>
    <w:rsid w:val="00D27BB9"/>
    <w:pPr>
      <w:kinsoku/>
      <w:overflowPunct/>
      <w:autoSpaceDE/>
      <w:autoSpaceDN/>
      <w:adjustRightInd/>
      <w:snapToGrid/>
      <w:ind w:left="4252"/>
    </w:pPr>
    <w:rPr>
      <w:rFonts w:eastAsia="Times New Roman"/>
      <w:lang w:eastAsia="en-US"/>
    </w:rPr>
  </w:style>
  <w:style w:type="character" w:customStyle="1" w:styleId="ClosingChar">
    <w:name w:val="Closing Char"/>
    <w:basedOn w:val="DefaultParagraphFont"/>
    <w:link w:val="Closing"/>
    <w:semiHidden/>
    <w:rsid w:val="00D27BB9"/>
    <w:rPr>
      <w:rFonts w:eastAsia="Times New Roman"/>
      <w:lang w:eastAsia="en-US"/>
    </w:rPr>
  </w:style>
  <w:style w:type="paragraph" w:styleId="Date">
    <w:name w:val="Date"/>
    <w:basedOn w:val="Normal"/>
    <w:next w:val="Normal"/>
    <w:link w:val="DateChar"/>
    <w:semiHidden/>
    <w:rsid w:val="00D27BB9"/>
    <w:pPr>
      <w:kinsoku/>
      <w:overflowPunct/>
      <w:autoSpaceDE/>
      <w:autoSpaceDN/>
      <w:adjustRightInd/>
      <w:snapToGrid/>
    </w:pPr>
    <w:rPr>
      <w:rFonts w:eastAsia="Times New Roman"/>
      <w:lang w:eastAsia="en-US"/>
    </w:rPr>
  </w:style>
  <w:style w:type="character" w:customStyle="1" w:styleId="DateChar">
    <w:name w:val="Date Char"/>
    <w:basedOn w:val="DefaultParagraphFont"/>
    <w:link w:val="Date"/>
    <w:semiHidden/>
    <w:rsid w:val="00D27BB9"/>
    <w:rPr>
      <w:rFonts w:eastAsia="Times New Roman"/>
      <w:lang w:eastAsia="en-US"/>
    </w:rPr>
  </w:style>
  <w:style w:type="paragraph" w:styleId="E-mailSignature">
    <w:name w:val="E-mail Signature"/>
    <w:basedOn w:val="Normal"/>
    <w:link w:val="E-mailSignatureChar"/>
    <w:semiHidden/>
    <w:rsid w:val="00D27BB9"/>
    <w:pPr>
      <w:kinsoku/>
      <w:overflowPunct/>
      <w:autoSpaceDE/>
      <w:autoSpaceDN/>
      <w:adjustRightInd/>
      <w:snapToGrid/>
    </w:pPr>
    <w:rPr>
      <w:rFonts w:eastAsia="Times New Roman"/>
      <w:lang w:eastAsia="en-US"/>
    </w:rPr>
  </w:style>
  <w:style w:type="character" w:customStyle="1" w:styleId="E-mailSignatureChar">
    <w:name w:val="E-mail Signature Char"/>
    <w:basedOn w:val="DefaultParagraphFont"/>
    <w:link w:val="E-mailSignature"/>
    <w:semiHidden/>
    <w:rsid w:val="00D27BB9"/>
    <w:rPr>
      <w:rFonts w:eastAsia="Times New Roman"/>
      <w:lang w:eastAsia="en-US"/>
    </w:rPr>
  </w:style>
  <w:style w:type="character" w:styleId="Emphasis">
    <w:name w:val="Emphasis"/>
    <w:basedOn w:val="DefaultParagraphFont"/>
    <w:qFormat/>
    <w:rsid w:val="00D27BB9"/>
    <w:rPr>
      <w:i/>
      <w:iCs/>
    </w:rPr>
  </w:style>
  <w:style w:type="paragraph" w:styleId="EnvelopeReturn">
    <w:name w:val="envelope return"/>
    <w:basedOn w:val="Normal"/>
    <w:semiHidden/>
    <w:rsid w:val="00D27BB9"/>
    <w:pPr>
      <w:kinsoku/>
      <w:overflowPunct/>
      <w:autoSpaceDE/>
      <w:autoSpaceDN/>
      <w:adjustRightInd/>
      <w:snapToGrid/>
    </w:pPr>
    <w:rPr>
      <w:rFonts w:ascii="Arial" w:eastAsia="Times New Roman" w:hAnsi="Arial" w:cs="Arial"/>
      <w:lang w:eastAsia="en-US"/>
    </w:rPr>
  </w:style>
  <w:style w:type="character" w:styleId="HTMLAcronym">
    <w:name w:val="HTML Acronym"/>
    <w:basedOn w:val="DefaultParagraphFont"/>
    <w:semiHidden/>
    <w:rsid w:val="00D27BB9"/>
  </w:style>
  <w:style w:type="paragraph" w:styleId="HTMLAddress">
    <w:name w:val="HTML Address"/>
    <w:basedOn w:val="Normal"/>
    <w:link w:val="HTMLAddressChar"/>
    <w:semiHidden/>
    <w:rsid w:val="00D27BB9"/>
    <w:pPr>
      <w:kinsoku/>
      <w:overflowPunct/>
      <w:autoSpaceDE/>
      <w:autoSpaceDN/>
      <w:adjustRightInd/>
      <w:snapToGrid/>
    </w:pPr>
    <w:rPr>
      <w:rFonts w:eastAsia="Times New Roman"/>
      <w:i/>
      <w:iCs/>
      <w:lang w:eastAsia="en-US"/>
    </w:rPr>
  </w:style>
  <w:style w:type="character" w:customStyle="1" w:styleId="HTMLAddressChar">
    <w:name w:val="HTML Address Char"/>
    <w:basedOn w:val="DefaultParagraphFont"/>
    <w:link w:val="HTMLAddress"/>
    <w:semiHidden/>
    <w:rsid w:val="00D27BB9"/>
    <w:rPr>
      <w:rFonts w:eastAsia="Times New Roman"/>
      <w:i/>
      <w:iCs/>
      <w:lang w:eastAsia="en-US"/>
    </w:rPr>
  </w:style>
  <w:style w:type="character" w:styleId="HTMLCite">
    <w:name w:val="HTML Cite"/>
    <w:basedOn w:val="DefaultParagraphFont"/>
    <w:semiHidden/>
    <w:rsid w:val="00D27BB9"/>
    <w:rPr>
      <w:i/>
      <w:iCs/>
    </w:rPr>
  </w:style>
  <w:style w:type="character" w:styleId="HTMLCode">
    <w:name w:val="HTML Code"/>
    <w:basedOn w:val="DefaultParagraphFont"/>
    <w:semiHidden/>
    <w:rsid w:val="00D27BB9"/>
    <w:rPr>
      <w:rFonts w:ascii="Courier New" w:hAnsi="Courier New" w:cs="Courier New"/>
      <w:sz w:val="20"/>
      <w:szCs w:val="20"/>
    </w:rPr>
  </w:style>
  <w:style w:type="character" w:styleId="HTMLDefinition">
    <w:name w:val="HTML Definition"/>
    <w:basedOn w:val="DefaultParagraphFont"/>
    <w:semiHidden/>
    <w:rsid w:val="00D27BB9"/>
    <w:rPr>
      <w:i/>
      <w:iCs/>
    </w:rPr>
  </w:style>
  <w:style w:type="character" w:styleId="HTMLKeyboard">
    <w:name w:val="HTML Keyboard"/>
    <w:basedOn w:val="DefaultParagraphFont"/>
    <w:semiHidden/>
    <w:rsid w:val="00D27BB9"/>
    <w:rPr>
      <w:rFonts w:ascii="Courier New" w:hAnsi="Courier New" w:cs="Courier New"/>
      <w:sz w:val="20"/>
      <w:szCs w:val="20"/>
    </w:rPr>
  </w:style>
  <w:style w:type="paragraph" w:styleId="HTMLPreformatted">
    <w:name w:val="HTML Preformatted"/>
    <w:basedOn w:val="Normal"/>
    <w:link w:val="HTMLPreformattedChar"/>
    <w:semiHidden/>
    <w:rsid w:val="00D27BB9"/>
    <w:pPr>
      <w:kinsoku/>
      <w:overflowPunct/>
      <w:autoSpaceDE/>
      <w:autoSpaceDN/>
      <w:adjustRightInd/>
      <w:snapToGrid/>
    </w:pPr>
    <w:rPr>
      <w:rFonts w:ascii="Courier New" w:eastAsia="Times New Roman" w:hAnsi="Courier New" w:cs="Courier New"/>
      <w:lang w:eastAsia="en-US"/>
    </w:rPr>
  </w:style>
  <w:style w:type="character" w:customStyle="1" w:styleId="HTMLPreformattedChar">
    <w:name w:val="HTML Preformatted Char"/>
    <w:basedOn w:val="DefaultParagraphFont"/>
    <w:link w:val="HTMLPreformatted"/>
    <w:semiHidden/>
    <w:rsid w:val="00D27BB9"/>
    <w:rPr>
      <w:rFonts w:ascii="Courier New" w:eastAsia="Times New Roman" w:hAnsi="Courier New" w:cs="Courier New"/>
      <w:lang w:eastAsia="en-US"/>
    </w:rPr>
  </w:style>
  <w:style w:type="character" w:styleId="HTMLSample">
    <w:name w:val="HTML Sample"/>
    <w:basedOn w:val="DefaultParagraphFont"/>
    <w:semiHidden/>
    <w:rsid w:val="00D27BB9"/>
    <w:rPr>
      <w:rFonts w:ascii="Courier New" w:hAnsi="Courier New" w:cs="Courier New"/>
    </w:rPr>
  </w:style>
  <w:style w:type="character" w:styleId="HTMLTypewriter">
    <w:name w:val="HTML Typewriter"/>
    <w:basedOn w:val="DefaultParagraphFont"/>
    <w:semiHidden/>
    <w:rsid w:val="00D27BB9"/>
    <w:rPr>
      <w:rFonts w:ascii="Courier New" w:hAnsi="Courier New" w:cs="Courier New"/>
      <w:sz w:val="20"/>
      <w:szCs w:val="20"/>
    </w:rPr>
  </w:style>
  <w:style w:type="character" w:styleId="HTMLVariable">
    <w:name w:val="HTML Variable"/>
    <w:basedOn w:val="DefaultParagraphFont"/>
    <w:semiHidden/>
    <w:rsid w:val="00D27BB9"/>
    <w:rPr>
      <w:i/>
      <w:iCs/>
    </w:rPr>
  </w:style>
  <w:style w:type="paragraph" w:styleId="List">
    <w:name w:val="List"/>
    <w:basedOn w:val="Normal"/>
    <w:semiHidden/>
    <w:rsid w:val="00D27BB9"/>
    <w:pPr>
      <w:kinsoku/>
      <w:overflowPunct/>
      <w:autoSpaceDE/>
      <w:autoSpaceDN/>
      <w:adjustRightInd/>
      <w:snapToGrid/>
      <w:ind w:left="283" w:hanging="283"/>
    </w:pPr>
    <w:rPr>
      <w:rFonts w:eastAsia="Times New Roman"/>
      <w:lang w:eastAsia="en-US"/>
    </w:rPr>
  </w:style>
  <w:style w:type="paragraph" w:styleId="List2">
    <w:name w:val="List 2"/>
    <w:basedOn w:val="Normal"/>
    <w:semiHidden/>
    <w:rsid w:val="00D27BB9"/>
    <w:pPr>
      <w:kinsoku/>
      <w:overflowPunct/>
      <w:autoSpaceDE/>
      <w:autoSpaceDN/>
      <w:adjustRightInd/>
      <w:snapToGrid/>
      <w:ind w:left="566" w:hanging="283"/>
    </w:pPr>
    <w:rPr>
      <w:rFonts w:eastAsia="Times New Roman"/>
      <w:lang w:eastAsia="en-US"/>
    </w:rPr>
  </w:style>
  <w:style w:type="paragraph" w:styleId="List3">
    <w:name w:val="List 3"/>
    <w:basedOn w:val="Normal"/>
    <w:semiHidden/>
    <w:rsid w:val="00D27BB9"/>
    <w:pPr>
      <w:kinsoku/>
      <w:overflowPunct/>
      <w:autoSpaceDE/>
      <w:autoSpaceDN/>
      <w:adjustRightInd/>
      <w:snapToGrid/>
      <w:ind w:left="849" w:hanging="283"/>
    </w:pPr>
    <w:rPr>
      <w:rFonts w:eastAsia="Times New Roman"/>
      <w:lang w:eastAsia="en-US"/>
    </w:rPr>
  </w:style>
  <w:style w:type="paragraph" w:styleId="List4">
    <w:name w:val="List 4"/>
    <w:basedOn w:val="Normal"/>
    <w:semiHidden/>
    <w:rsid w:val="00D27BB9"/>
    <w:pPr>
      <w:kinsoku/>
      <w:overflowPunct/>
      <w:autoSpaceDE/>
      <w:autoSpaceDN/>
      <w:adjustRightInd/>
      <w:snapToGrid/>
      <w:ind w:left="1132" w:hanging="283"/>
    </w:pPr>
    <w:rPr>
      <w:rFonts w:eastAsia="Times New Roman"/>
      <w:lang w:eastAsia="en-US"/>
    </w:rPr>
  </w:style>
  <w:style w:type="paragraph" w:styleId="List5">
    <w:name w:val="List 5"/>
    <w:basedOn w:val="Normal"/>
    <w:semiHidden/>
    <w:rsid w:val="00D27BB9"/>
    <w:pPr>
      <w:kinsoku/>
      <w:overflowPunct/>
      <w:autoSpaceDE/>
      <w:autoSpaceDN/>
      <w:adjustRightInd/>
      <w:snapToGrid/>
      <w:ind w:left="1415" w:hanging="283"/>
    </w:pPr>
    <w:rPr>
      <w:rFonts w:eastAsia="Times New Roman"/>
      <w:lang w:eastAsia="en-US"/>
    </w:rPr>
  </w:style>
  <w:style w:type="paragraph" w:styleId="ListBullet">
    <w:name w:val="List Bullet"/>
    <w:basedOn w:val="Normal"/>
    <w:semiHidden/>
    <w:rsid w:val="00D27BB9"/>
    <w:pPr>
      <w:numPr>
        <w:numId w:val="19"/>
      </w:numPr>
      <w:kinsoku/>
      <w:overflowPunct/>
      <w:autoSpaceDE/>
      <w:autoSpaceDN/>
      <w:adjustRightInd/>
      <w:snapToGrid/>
    </w:pPr>
    <w:rPr>
      <w:rFonts w:eastAsia="Times New Roman"/>
      <w:lang w:eastAsia="en-US"/>
    </w:rPr>
  </w:style>
  <w:style w:type="paragraph" w:styleId="ListBullet2">
    <w:name w:val="List Bullet 2"/>
    <w:basedOn w:val="Normal"/>
    <w:semiHidden/>
    <w:rsid w:val="00D27BB9"/>
    <w:pPr>
      <w:numPr>
        <w:numId w:val="20"/>
      </w:numPr>
      <w:kinsoku/>
      <w:overflowPunct/>
      <w:autoSpaceDE/>
      <w:autoSpaceDN/>
      <w:adjustRightInd/>
      <w:snapToGrid/>
    </w:pPr>
    <w:rPr>
      <w:rFonts w:eastAsia="Times New Roman"/>
      <w:lang w:eastAsia="en-US"/>
    </w:rPr>
  </w:style>
  <w:style w:type="paragraph" w:styleId="ListBullet3">
    <w:name w:val="List Bullet 3"/>
    <w:basedOn w:val="Normal"/>
    <w:semiHidden/>
    <w:rsid w:val="00D27BB9"/>
    <w:pPr>
      <w:numPr>
        <w:numId w:val="21"/>
      </w:numPr>
      <w:kinsoku/>
      <w:overflowPunct/>
      <w:autoSpaceDE/>
      <w:autoSpaceDN/>
      <w:adjustRightInd/>
      <w:snapToGrid/>
    </w:pPr>
    <w:rPr>
      <w:rFonts w:eastAsia="Times New Roman"/>
      <w:lang w:eastAsia="en-US"/>
    </w:rPr>
  </w:style>
  <w:style w:type="paragraph" w:styleId="ListBullet4">
    <w:name w:val="List Bullet 4"/>
    <w:basedOn w:val="Normal"/>
    <w:semiHidden/>
    <w:rsid w:val="00D27BB9"/>
    <w:pPr>
      <w:numPr>
        <w:numId w:val="22"/>
      </w:numPr>
      <w:kinsoku/>
      <w:overflowPunct/>
      <w:autoSpaceDE/>
      <w:autoSpaceDN/>
      <w:adjustRightInd/>
      <w:snapToGrid/>
    </w:pPr>
    <w:rPr>
      <w:rFonts w:eastAsia="Times New Roman"/>
      <w:lang w:eastAsia="en-US"/>
    </w:rPr>
  </w:style>
  <w:style w:type="paragraph" w:styleId="ListBullet5">
    <w:name w:val="List Bullet 5"/>
    <w:basedOn w:val="Normal"/>
    <w:semiHidden/>
    <w:rsid w:val="00D27BB9"/>
    <w:pPr>
      <w:numPr>
        <w:numId w:val="23"/>
      </w:numPr>
      <w:kinsoku/>
      <w:overflowPunct/>
      <w:autoSpaceDE/>
      <w:autoSpaceDN/>
      <w:adjustRightInd/>
      <w:snapToGrid/>
    </w:pPr>
    <w:rPr>
      <w:rFonts w:eastAsia="Times New Roman"/>
      <w:lang w:eastAsia="en-US"/>
    </w:rPr>
  </w:style>
  <w:style w:type="paragraph" w:styleId="ListContinue">
    <w:name w:val="List Continue"/>
    <w:basedOn w:val="Normal"/>
    <w:semiHidden/>
    <w:rsid w:val="00D27BB9"/>
    <w:pPr>
      <w:kinsoku/>
      <w:overflowPunct/>
      <w:autoSpaceDE/>
      <w:autoSpaceDN/>
      <w:adjustRightInd/>
      <w:snapToGrid/>
      <w:spacing w:after="120"/>
      <w:ind w:left="283"/>
    </w:pPr>
    <w:rPr>
      <w:rFonts w:eastAsia="Times New Roman"/>
      <w:lang w:eastAsia="en-US"/>
    </w:rPr>
  </w:style>
  <w:style w:type="paragraph" w:styleId="ListContinue2">
    <w:name w:val="List Continue 2"/>
    <w:basedOn w:val="Normal"/>
    <w:semiHidden/>
    <w:rsid w:val="00D27BB9"/>
    <w:pPr>
      <w:kinsoku/>
      <w:overflowPunct/>
      <w:autoSpaceDE/>
      <w:autoSpaceDN/>
      <w:adjustRightInd/>
      <w:snapToGrid/>
      <w:spacing w:after="120"/>
      <w:ind w:left="566"/>
    </w:pPr>
    <w:rPr>
      <w:rFonts w:eastAsia="Times New Roman"/>
      <w:lang w:eastAsia="en-US"/>
    </w:rPr>
  </w:style>
  <w:style w:type="paragraph" w:styleId="ListContinue3">
    <w:name w:val="List Continue 3"/>
    <w:basedOn w:val="Normal"/>
    <w:semiHidden/>
    <w:rsid w:val="00D27BB9"/>
    <w:pPr>
      <w:kinsoku/>
      <w:overflowPunct/>
      <w:autoSpaceDE/>
      <w:autoSpaceDN/>
      <w:adjustRightInd/>
      <w:snapToGrid/>
      <w:spacing w:after="120"/>
      <w:ind w:left="849"/>
    </w:pPr>
    <w:rPr>
      <w:rFonts w:eastAsia="Times New Roman"/>
      <w:lang w:eastAsia="en-US"/>
    </w:rPr>
  </w:style>
  <w:style w:type="paragraph" w:styleId="ListContinue4">
    <w:name w:val="List Continue 4"/>
    <w:basedOn w:val="Normal"/>
    <w:semiHidden/>
    <w:rsid w:val="00D27BB9"/>
    <w:pPr>
      <w:kinsoku/>
      <w:overflowPunct/>
      <w:autoSpaceDE/>
      <w:autoSpaceDN/>
      <w:adjustRightInd/>
      <w:snapToGrid/>
      <w:spacing w:after="120"/>
      <w:ind w:left="1132"/>
    </w:pPr>
    <w:rPr>
      <w:rFonts w:eastAsia="Times New Roman"/>
      <w:lang w:eastAsia="en-US"/>
    </w:rPr>
  </w:style>
  <w:style w:type="paragraph" w:styleId="ListContinue5">
    <w:name w:val="List Continue 5"/>
    <w:basedOn w:val="Normal"/>
    <w:semiHidden/>
    <w:rsid w:val="00D27BB9"/>
    <w:pPr>
      <w:kinsoku/>
      <w:overflowPunct/>
      <w:autoSpaceDE/>
      <w:autoSpaceDN/>
      <w:adjustRightInd/>
      <w:snapToGrid/>
      <w:spacing w:after="120"/>
      <w:ind w:left="1415"/>
    </w:pPr>
    <w:rPr>
      <w:rFonts w:eastAsia="Times New Roman"/>
      <w:lang w:eastAsia="en-US"/>
    </w:rPr>
  </w:style>
  <w:style w:type="paragraph" w:styleId="ListNumber">
    <w:name w:val="List Number"/>
    <w:basedOn w:val="Normal"/>
    <w:semiHidden/>
    <w:rsid w:val="00D27BB9"/>
    <w:pPr>
      <w:numPr>
        <w:numId w:val="18"/>
      </w:numPr>
      <w:kinsoku/>
      <w:overflowPunct/>
      <w:autoSpaceDE/>
      <w:autoSpaceDN/>
      <w:adjustRightInd/>
      <w:snapToGrid/>
    </w:pPr>
    <w:rPr>
      <w:rFonts w:eastAsia="Times New Roman"/>
      <w:lang w:eastAsia="en-US"/>
    </w:rPr>
  </w:style>
  <w:style w:type="paragraph" w:styleId="ListNumber2">
    <w:name w:val="List Number 2"/>
    <w:basedOn w:val="Normal"/>
    <w:semiHidden/>
    <w:rsid w:val="00D27BB9"/>
    <w:pPr>
      <w:numPr>
        <w:numId w:val="17"/>
      </w:numPr>
      <w:kinsoku/>
      <w:overflowPunct/>
      <w:autoSpaceDE/>
      <w:autoSpaceDN/>
      <w:adjustRightInd/>
      <w:snapToGrid/>
    </w:pPr>
    <w:rPr>
      <w:rFonts w:eastAsia="Times New Roman"/>
      <w:lang w:eastAsia="en-US"/>
    </w:rPr>
  </w:style>
  <w:style w:type="paragraph" w:styleId="ListNumber3">
    <w:name w:val="List Number 3"/>
    <w:basedOn w:val="Normal"/>
    <w:semiHidden/>
    <w:rsid w:val="00D27BB9"/>
    <w:pPr>
      <w:numPr>
        <w:numId w:val="16"/>
      </w:numPr>
      <w:kinsoku/>
      <w:overflowPunct/>
      <w:autoSpaceDE/>
      <w:autoSpaceDN/>
      <w:adjustRightInd/>
      <w:snapToGrid/>
    </w:pPr>
    <w:rPr>
      <w:rFonts w:eastAsia="Times New Roman"/>
      <w:lang w:eastAsia="en-US"/>
    </w:rPr>
  </w:style>
  <w:style w:type="paragraph" w:styleId="ListNumber4">
    <w:name w:val="List Number 4"/>
    <w:basedOn w:val="Normal"/>
    <w:semiHidden/>
    <w:rsid w:val="00D27BB9"/>
    <w:pPr>
      <w:tabs>
        <w:tab w:val="num" w:pos="1209"/>
      </w:tabs>
      <w:kinsoku/>
      <w:overflowPunct/>
      <w:autoSpaceDE/>
      <w:autoSpaceDN/>
      <w:adjustRightInd/>
      <w:snapToGrid/>
      <w:ind w:left="1209" w:hanging="360"/>
    </w:pPr>
    <w:rPr>
      <w:rFonts w:eastAsia="Times New Roman"/>
      <w:lang w:eastAsia="en-US"/>
    </w:rPr>
  </w:style>
  <w:style w:type="paragraph" w:styleId="ListNumber5">
    <w:name w:val="List Number 5"/>
    <w:basedOn w:val="Normal"/>
    <w:semiHidden/>
    <w:rsid w:val="00D27BB9"/>
    <w:pPr>
      <w:numPr>
        <w:numId w:val="15"/>
      </w:numPr>
      <w:kinsoku/>
      <w:overflowPunct/>
      <w:autoSpaceDE/>
      <w:autoSpaceDN/>
      <w:adjustRightInd/>
      <w:snapToGrid/>
    </w:pPr>
    <w:rPr>
      <w:rFonts w:eastAsia="Times New Roman"/>
      <w:lang w:eastAsia="en-US"/>
    </w:rPr>
  </w:style>
  <w:style w:type="paragraph" w:styleId="MessageHeader">
    <w:name w:val="Message Header"/>
    <w:basedOn w:val="Normal"/>
    <w:link w:val="MessageHeaderChar"/>
    <w:semiHidden/>
    <w:rsid w:val="00D27BB9"/>
    <w:pPr>
      <w:pBdr>
        <w:top w:val="single" w:sz="6" w:space="1" w:color="auto"/>
        <w:left w:val="single" w:sz="6" w:space="1" w:color="auto"/>
        <w:bottom w:val="single" w:sz="6" w:space="1" w:color="auto"/>
        <w:right w:val="single" w:sz="6" w:space="1" w:color="auto"/>
      </w:pBdr>
      <w:shd w:val="pct20" w:color="auto" w:fill="auto"/>
      <w:kinsoku/>
      <w:overflowPunct/>
      <w:autoSpaceDE/>
      <w:autoSpaceDN/>
      <w:adjustRightInd/>
      <w:snapToGrid/>
      <w:ind w:left="1134" w:hanging="1134"/>
    </w:pPr>
    <w:rPr>
      <w:rFonts w:ascii="Arial" w:eastAsia="Times New Roman" w:hAnsi="Arial" w:cs="Arial"/>
      <w:sz w:val="24"/>
      <w:szCs w:val="24"/>
      <w:lang w:eastAsia="en-US"/>
    </w:rPr>
  </w:style>
  <w:style w:type="character" w:customStyle="1" w:styleId="MessageHeaderChar">
    <w:name w:val="Message Header Char"/>
    <w:basedOn w:val="DefaultParagraphFont"/>
    <w:link w:val="MessageHeader"/>
    <w:semiHidden/>
    <w:rsid w:val="00D27BB9"/>
    <w:rPr>
      <w:rFonts w:ascii="Arial" w:eastAsia="Times New Roman" w:hAnsi="Arial" w:cs="Arial"/>
      <w:sz w:val="24"/>
      <w:szCs w:val="24"/>
      <w:shd w:val="pct20" w:color="auto" w:fill="auto"/>
      <w:lang w:eastAsia="en-US"/>
    </w:rPr>
  </w:style>
  <w:style w:type="paragraph" w:styleId="NormalWeb">
    <w:name w:val="Normal (Web)"/>
    <w:basedOn w:val="Normal"/>
    <w:semiHidden/>
    <w:rsid w:val="00D27BB9"/>
    <w:pPr>
      <w:kinsoku/>
      <w:overflowPunct/>
      <w:autoSpaceDE/>
      <w:autoSpaceDN/>
      <w:adjustRightInd/>
      <w:snapToGrid/>
    </w:pPr>
    <w:rPr>
      <w:rFonts w:eastAsia="Times New Roman"/>
      <w:sz w:val="24"/>
      <w:szCs w:val="24"/>
      <w:lang w:eastAsia="en-US"/>
    </w:rPr>
  </w:style>
  <w:style w:type="paragraph" w:styleId="NormalIndent">
    <w:name w:val="Normal Indent"/>
    <w:basedOn w:val="Normal"/>
    <w:semiHidden/>
    <w:rsid w:val="00D27BB9"/>
    <w:pPr>
      <w:kinsoku/>
      <w:overflowPunct/>
      <w:autoSpaceDE/>
      <w:autoSpaceDN/>
      <w:adjustRightInd/>
      <w:snapToGrid/>
      <w:ind w:left="567"/>
    </w:pPr>
    <w:rPr>
      <w:rFonts w:eastAsia="Times New Roman"/>
      <w:lang w:eastAsia="en-US"/>
    </w:rPr>
  </w:style>
  <w:style w:type="paragraph" w:styleId="NoteHeading">
    <w:name w:val="Note Heading"/>
    <w:basedOn w:val="Normal"/>
    <w:next w:val="Normal"/>
    <w:link w:val="NoteHeadingChar"/>
    <w:semiHidden/>
    <w:rsid w:val="00D27BB9"/>
    <w:pPr>
      <w:kinsoku/>
      <w:overflowPunct/>
      <w:autoSpaceDE/>
      <w:autoSpaceDN/>
      <w:adjustRightInd/>
      <w:snapToGrid/>
    </w:pPr>
    <w:rPr>
      <w:rFonts w:eastAsia="Times New Roman"/>
      <w:lang w:eastAsia="en-US"/>
    </w:rPr>
  </w:style>
  <w:style w:type="character" w:customStyle="1" w:styleId="NoteHeadingChar">
    <w:name w:val="Note Heading Char"/>
    <w:basedOn w:val="DefaultParagraphFont"/>
    <w:link w:val="NoteHeading"/>
    <w:semiHidden/>
    <w:rsid w:val="00D27BB9"/>
    <w:rPr>
      <w:rFonts w:eastAsia="Times New Roman"/>
      <w:lang w:eastAsia="en-US"/>
    </w:rPr>
  </w:style>
  <w:style w:type="paragraph" w:styleId="Salutation">
    <w:name w:val="Salutation"/>
    <w:basedOn w:val="Normal"/>
    <w:next w:val="Normal"/>
    <w:link w:val="SalutationChar"/>
    <w:semiHidden/>
    <w:rsid w:val="00D27BB9"/>
    <w:pPr>
      <w:kinsoku/>
      <w:overflowPunct/>
      <w:autoSpaceDE/>
      <w:autoSpaceDN/>
      <w:adjustRightInd/>
      <w:snapToGrid/>
    </w:pPr>
    <w:rPr>
      <w:rFonts w:eastAsia="Times New Roman"/>
      <w:lang w:eastAsia="en-US"/>
    </w:rPr>
  </w:style>
  <w:style w:type="character" w:customStyle="1" w:styleId="SalutationChar">
    <w:name w:val="Salutation Char"/>
    <w:basedOn w:val="DefaultParagraphFont"/>
    <w:link w:val="Salutation"/>
    <w:semiHidden/>
    <w:rsid w:val="00D27BB9"/>
    <w:rPr>
      <w:rFonts w:eastAsia="Times New Roman"/>
      <w:lang w:eastAsia="en-US"/>
    </w:rPr>
  </w:style>
  <w:style w:type="paragraph" w:styleId="Signature">
    <w:name w:val="Signature"/>
    <w:basedOn w:val="Normal"/>
    <w:link w:val="SignatureChar"/>
    <w:semiHidden/>
    <w:rsid w:val="00D27BB9"/>
    <w:pPr>
      <w:kinsoku/>
      <w:overflowPunct/>
      <w:autoSpaceDE/>
      <w:autoSpaceDN/>
      <w:adjustRightInd/>
      <w:snapToGrid/>
      <w:ind w:left="4252"/>
    </w:pPr>
    <w:rPr>
      <w:rFonts w:eastAsia="Times New Roman"/>
      <w:lang w:eastAsia="en-US"/>
    </w:rPr>
  </w:style>
  <w:style w:type="character" w:customStyle="1" w:styleId="SignatureChar">
    <w:name w:val="Signature Char"/>
    <w:basedOn w:val="DefaultParagraphFont"/>
    <w:link w:val="Signature"/>
    <w:semiHidden/>
    <w:rsid w:val="00D27BB9"/>
    <w:rPr>
      <w:rFonts w:eastAsia="Times New Roman"/>
      <w:lang w:eastAsia="en-US"/>
    </w:rPr>
  </w:style>
  <w:style w:type="character" w:styleId="Strong">
    <w:name w:val="Strong"/>
    <w:basedOn w:val="DefaultParagraphFont"/>
    <w:qFormat/>
    <w:rsid w:val="00D27BB9"/>
    <w:rPr>
      <w:b/>
      <w:bCs/>
    </w:rPr>
  </w:style>
  <w:style w:type="paragraph" w:styleId="Subtitle">
    <w:name w:val="Subtitle"/>
    <w:basedOn w:val="Normal"/>
    <w:link w:val="SubtitleChar"/>
    <w:qFormat/>
    <w:rsid w:val="00D27BB9"/>
    <w:pPr>
      <w:kinsoku/>
      <w:overflowPunct/>
      <w:autoSpaceDE/>
      <w:autoSpaceDN/>
      <w:adjustRightInd/>
      <w:snapToGrid/>
      <w:spacing w:after="60"/>
      <w:jc w:val="center"/>
      <w:outlineLvl w:val="1"/>
    </w:pPr>
    <w:rPr>
      <w:rFonts w:ascii="Arial" w:eastAsia="Times New Roman" w:hAnsi="Arial" w:cs="Arial"/>
      <w:sz w:val="24"/>
      <w:szCs w:val="24"/>
      <w:lang w:eastAsia="en-US"/>
    </w:rPr>
  </w:style>
  <w:style w:type="character" w:customStyle="1" w:styleId="SubtitleChar">
    <w:name w:val="Subtitle Char"/>
    <w:basedOn w:val="DefaultParagraphFont"/>
    <w:link w:val="Subtitle"/>
    <w:rsid w:val="00D27BB9"/>
    <w:rPr>
      <w:rFonts w:ascii="Arial" w:eastAsia="Times New Roman" w:hAnsi="Arial" w:cs="Arial"/>
      <w:sz w:val="24"/>
      <w:szCs w:val="24"/>
      <w:lang w:eastAsia="en-US"/>
    </w:rPr>
  </w:style>
  <w:style w:type="table" w:styleId="Table3Deffects1">
    <w:name w:val="Table 3D effects 1"/>
    <w:basedOn w:val="TableNormal"/>
    <w:semiHidden/>
    <w:rsid w:val="00D27BB9"/>
    <w:pPr>
      <w:suppressAutoHyphens/>
      <w:spacing w:after="0" w:line="240" w:lineRule="atLeast"/>
    </w:pPr>
    <w:rPr>
      <w:rFonts w:eastAsia="Times New Roman"/>
      <w:lang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D27BB9"/>
    <w:pPr>
      <w:suppressAutoHyphens/>
      <w:spacing w:after="0" w:line="240" w:lineRule="atLeast"/>
    </w:pPr>
    <w:rPr>
      <w:rFonts w:eastAsia="Times New Roman"/>
      <w:lang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D27BB9"/>
    <w:pPr>
      <w:suppressAutoHyphens/>
      <w:spacing w:after="0" w:line="240" w:lineRule="atLeast"/>
    </w:pPr>
    <w:rPr>
      <w:rFonts w:eastAsia="Times New Roman"/>
      <w:lang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D27BB9"/>
    <w:pPr>
      <w:suppressAutoHyphens/>
      <w:spacing w:after="0" w:line="240" w:lineRule="atLeast"/>
    </w:pPr>
    <w:rPr>
      <w:rFonts w:eastAsia="Times New Roman"/>
      <w:lang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D27BB9"/>
    <w:pPr>
      <w:suppressAutoHyphens/>
      <w:spacing w:after="0" w:line="240" w:lineRule="atLeast"/>
    </w:pPr>
    <w:rPr>
      <w:rFonts w:eastAsia="Times New Roman"/>
      <w:lang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D27BB9"/>
    <w:pPr>
      <w:suppressAutoHyphens/>
      <w:spacing w:after="0" w:line="240" w:lineRule="atLeast"/>
    </w:pPr>
    <w:rPr>
      <w:rFonts w:eastAsia="Times New Roman"/>
      <w:color w:val="00008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D27BB9"/>
    <w:pPr>
      <w:suppressAutoHyphens/>
      <w:spacing w:after="0" w:line="240" w:lineRule="atLeast"/>
    </w:pPr>
    <w:rPr>
      <w:rFonts w:eastAsia="Times New Roman"/>
      <w:lang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D27BB9"/>
    <w:pPr>
      <w:suppressAutoHyphens/>
      <w:spacing w:after="0" w:line="240" w:lineRule="atLeast"/>
    </w:pPr>
    <w:rPr>
      <w:rFonts w:eastAsia="Times New Roman"/>
      <w:color w:val="FFFFFF"/>
      <w:lang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D27BB9"/>
    <w:pPr>
      <w:suppressAutoHyphens/>
      <w:spacing w:after="0" w:line="240" w:lineRule="atLeast"/>
    </w:pPr>
    <w:rPr>
      <w:rFonts w:eastAsia="Times New Roman"/>
      <w:lang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D27BB9"/>
    <w:pPr>
      <w:suppressAutoHyphens/>
      <w:spacing w:after="0" w:line="240" w:lineRule="atLeast"/>
    </w:pPr>
    <w:rPr>
      <w:rFonts w:eastAsia="Times New Roman"/>
      <w:lang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D27BB9"/>
    <w:pPr>
      <w:suppressAutoHyphens/>
      <w:spacing w:after="0" w:line="240" w:lineRule="atLeast"/>
    </w:pPr>
    <w:rPr>
      <w:rFonts w:eastAsia="Times New Roman"/>
      <w:b/>
      <w:bCs/>
      <w:lang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D27BB9"/>
    <w:pPr>
      <w:suppressAutoHyphens/>
      <w:spacing w:after="0" w:line="240" w:lineRule="atLeast"/>
    </w:pPr>
    <w:rPr>
      <w:rFonts w:eastAsia="Times New Roman"/>
      <w:b/>
      <w:bCs/>
      <w:lang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D27BB9"/>
    <w:pPr>
      <w:suppressAutoHyphens/>
      <w:spacing w:after="0" w:line="240" w:lineRule="atLeast"/>
    </w:pPr>
    <w:rPr>
      <w:rFonts w:eastAsia="Times New Roman"/>
      <w:b/>
      <w:bCs/>
      <w:lang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D27BB9"/>
    <w:pPr>
      <w:suppressAutoHyphens/>
      <w:spacing w:after="0" w:line="240" w:lineRule="atLeast"/>
    </w:pPr>
    <w:rPr>
      <w:rFonts w:eastAsia="Times New Roman"/>
      <w:lang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D27BB9"/>
    <w:pPr>
      <w:suppressAutoHyphens/>
      <w:spacing w:after="0" w:line="240" w:lineRule="atLeast"/>
    </w:pPr>
    <w:rPr>
      <w:rFonts w:eastAsia="Times New Roman"/>
      <w:lang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D27BB9"/>
    <w:pPr>
      <w:suppressAutoHyphens/>
      <w:spacing w:after="0" w:line="240" w:lineRule="atLeast"/>
    </w:pPr>
    <w:rPr>
      <w:rFonts w:eastAsia="Times New Roman"/>
      <w:lang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D27BB9"/>
    <w:pPr>
      <w:suppressAutoHyphens/>
      <w:spacing w:after="0" w:line="240" w:lineRule="atLeast"/>
    </w:pPr>
    <w:rPr>
      <w:rFonts w:eastAsia="Times New Roman"/>
      <w:lang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D27BB9"/>
    <w:pPr>
      <w:suppressAutoHyphens/>
      <w:spacing w:after="0" w:line="240" w:lineRule="atLeast"/>
    </w:pPr>
    <w:rPr>
      <w:rFonts w:eastAsia="Times New Roman"/>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D27BB9"/>
    <w:pPr>
      <w:suppressAutoHyphens/>
      <w:spacing w:after="0" w:line="240" w:lineRule="atLeast"/>
    </w:pPr>
    <w:rPr>
      <w:rFonts w:eastAsia="Times New Roman"/>
      <w:lang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D27BB9"/>
    <w:pPr>
      <w:suppressAutoHyphens/>
      <w:spacing w:after="0" w:line="240" w:lineRule="atLeast"/>
    </w:pPr>
    <w:rPr>
      <w:rFonts w:eastAsia="Times New Roman"/>
      <w:lang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D27BB9"/>
    <w:pPr>
      <w:suppressAutoHyphens/>
      <w:spacing w:after="0" w:line="240" w:lineRule="atLeast"/>
    </w:pPr>
    <w:rPr>
      <w:rFonts w:eastAsia="Times New Roman"/>
      <w:lang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D27BB9"/>
    <w:pPr>
      <w:suppressAutoHyphens/>
      <w:spacing w:after="0" w:line="240" w:lineRule="atLeast"/>
    </w:pPr>
    <w:rPr>
      <w:rFonts w:eastAsia="Times New Roman"/>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D27BB9"/>
    <w:pPr>
      <w:suppressAutoHyphens/>
      <w:spacing w:after="0" w:line="240" w:lineRule="atLeast"/>
    </w:pPr>
    <w:rPr>
      <w:rFonts w:eastAsia="Times New Roman"/>
      <w:lang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D27BB9"/>
    <w:pPr>
      <w:suppressAutoHyphens/>
      <w:spacing w:after="0" w:line="240" w:lineRule="atLeast"/>
    </w:pPr>
    <w:rPr>
      <w:rFonts w:eastAsia="Times New Roman"/>
      <w:b/>
      <w:bCs/>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D27BB9"/>
    <w:pPr>
      <w:suppressAutoHyphens/>
      <w:spacing w:after="0" w:line="240" w:lineRule="atLeast"/>
    </w:pPr>
    <w:rPr>
      <w:rFonts w:eastAsia="Times New Roman"/>
      <w:lang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D27BB9"/>
    <w:pPr>
      <w:suppressAutoHyphens/>
      <w:spacing w:after="0" w:line="240" w:lineRule="atLeast"/>
    </w:pPr>
    <w:rPr>
      <w:rFonts w:eastAsia="Times New Roman"/>
      <w:lang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D27BB9"/>
    <w:pPr>
      <w:suppressAutoHyphens/>
      <w:spacing w:after="0" w:line="240" w:lineRule="atLeast"/>
    </w:pPr>
    <w:rPr>
      <w:rFonts w:eastAsia="Times New Roman"/>
      <w:lang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D27BB9"/>
    <w:pPr>
      <w:suppressAutoHyphens/>
      <w:spacing w:after="0" w:line="240" w:lineRule="atLeast"/>
    </w:pPr>
    <w:rPr>
      <w:rFonts w:eastAsia="Times New Roman"/>
      <w:lang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D27BB9"/>
    <w:pPr>
      <w:suppressAutoHyphens/>
      <w:spacing w:after="0" w:line="240" w:lineRule="atLeast"/>
    </w:pPr>
    <w:rPr>
      <w:rFonts w:eastAsia="Times New Roman"/>
      <w:lang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D27BB9"/>
    <w:pPr>
      <w:suppressAutoHyphens/>
      <w:spacing w:after="0" w:line="240" w:lineRule="atLeast"/>
    </w:pPr>
    <w:rPr>
      <w:rFonts w:eastAsia="Times New Roman"/>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D27BB9"/>
    <w:pPr>
      <w:suppressAutoHyphens/>
      <w:spacing w:after="0" w:line="240" w:lineRule="atLeast"/>
    </w:pPr>
    <w:rPr>
      <w:rFonts w:eastAsia="Times New Roman"/>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D27BB9"/>
    <w:pPr>
      <w:suppressAutoHyphens/>
      <w:spacing w:after="0" w:line="240" w:lineRule="atLeast"/>
    </w:pPr>
    <w:rPr>
      <w:rFonts w:eastAsia="Times New Roman"/>
      <w:lang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D27BB9"/>
    <w:pPr>
      <w:suppressAutoHyphens/>
      <w:spacing w:after="0" w:line="240" w:lineRule="atLeast"/>
    </w:pPr>
    <w:rPr>
      <w:rFonts w:eastAsia="Times New Roman"/>
      <w:lang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D27BB9"/>
    <w:pPr>
      <w:suppressAutoHyphens/>
      <w:spacing w:after="0" w:line="240" w:lineRule="atLeast"/>
    </w:pPr>
    <w:rPr>
      <w:rFonts w:eastAsia="Times New Roman"/>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D27BB9"/>
    <w:pPr>
      <w:suppressAutoHyphens/>
      <w:spacing w:after="0" w:line="240" w:lineRule="atLeast"/>
    </w:pPr>
    <w:rPr>
      <w:rFonts w:eastAsia="Times New Roman"/>
      <w:lang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D27BB9"/>
    <w:pPr>
      <w:suppressAutoHyphens/>
      <w:spacing w:after="0" w:line="240" w:lineRule="atLeast"/>
    </w:pPr>
    <w:rPr>
      <w:rFonts w:eastAsia="Times New Roman"/>
      <w:lang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D27BB9"/>
    <w:pPr>
      <w:suppressAutoHyphens/>
      <w:spacing w:after="0" w:line="240" w:lineRule="atLeast"/>
    </w:pPr>
    <w:rPr>
      <w:rFonts w:eastAsia="Times New Roman"/>
      <w:lang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D27BB9"/>
    <w:pPr>
      <w:suppressAutoHyphens/>
      <w:spacing w:after="0" w:line="240" w:lineRule="atLeast"/>
    </w:pPr>
    <w:rPr>
      <w:rFonts w:eastAsia="Times New Roman"/>
      <w:lang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D27BB9"/>
    <w:pPr>
      <w:suppressAutoHyphens/>
      <w:spacing w:after="0" w:line="240" w:lineRule="atLeast"/>
    </w:pPr>
    <w:rPr>
      <w:rFonts w:eastAsia="Times New Roman"/>
      <w:lang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D27BB9"/>
    <w:pPr>
      <w:suppressAutoHyphens/>
      <w:spacing w:after="0" w:line="240" w:lineRule="atLeast"/>
    </w:pPr>
    <w:rPr>
      <w:rFonts w:eastAsia="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D27BB9"/>
    <w:pPr>
      <w:suppressAutoHyphens/>
      <w:spacing w:after="0" w:line="240" w:lineRule="atLeast"/>
    </w:pPr>
    <w:rPr>
      <w:rFonts w:eastAsia="Times New Roman"/>
      <w:lang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D27BB9"/>
    <w:pPr>
      <w:suppressAutoHyphens/>
      <w:spacing w:after="0" w:line="240" w:lineRule="atLeast"/>
    </w:pPr>
    <w:rPr>
      <w:rFonts w:eastAsia="Times New Roman"/>
      <w:lang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D27BB9"/>
    <w:pPr>
      <w:suppressAutoHyphens/>
      <w:spacing w:after="0" w:line="240" w:lineRule="atLeast"/>
    </w:pPr>
    <w:rPr>
      <w:rFonts w:eastAsia="Times New Roman"/>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D27BB9"/>
    <w:pPr>
      <w:kinsoku/>
      <w:overflowPunct/>
      <w:autoSpaceDE/>
      <w:autoSpaceDN/>
      <w:adjustRightInd/>
      <w:snapToGrid/>
      <w:spacing w:before="240" w:after="60"/>
      <w:jc w:val="center"/>
      <w:outlineLvl w:val="0"/>
    </w:pPr>
    <w:rPr>
      <w:rFonts w:ascii="Arial" w:eastAsia="Times New Roman" w:hAnsi="Arial" w:cs="Arial"/>
      <w:b/>
      <w:bCs/>
      <w:kern w:val="28"/>
      <w:sz w:val="32"/>
      <w:szCs w:val="32"/>
      <w:lang w:eastAsia="en-US"/>
    </w:rPr>
  </w:style>
  <w:style w:type="character" w:customStyle="1" w:styleId="TitleChar">
    <w:name w:val="Title Char"/>
    <w:basedOn w:val="DefaultParagraphFont"/>
    <w:link w:val="Title"/>
    <w:rsid w:val="00D27BB9"/>
    <w:rPr>
      <w:rFonts w:ascii="Arial" w:eastAsia="Times New Roman" w:hAnsi="Arial" w:cs="Arial"/>
      <w:b/>
      <w:bCs/>
      <w:kern w:val="28"/>
      <w:sz w:val="32"/>
      <w:szCs w:val="32"/>
      <w:lang w:eastAsia="en-US"/>
    </w:rPr>
  </w:style>
  <w:style w:type="paragraph" w:styleId="EnvelopeAddress">
    <w:name w:val="envelope address"/>
    <w:basedOn w:val="Normal"/>
    <w:semiHidden/>
    <w:rsid w:val="00D27BB9"/>
    <w:pPr>
      <w:framePr w:w="7920" w:h="1980" w:hRule="exact" w:hSpace="180" w:wrap="auto" w:hAnchor="page" w:xAlign="center" w:yAlign="bottom"/>
      <w:kinsoku/>
      <w:overflowPunct/>
      <w:autoSpaceDE/>
      <w:autoSpaceDN/>
      <w:adjustRightInd/>
      <w:snapToGrid/>
      <w:ind w:left="2880"/>
    </w:pPr>
    <w:rPr>
      <w:rFonts w:ascii="Arial" w:eastAsia="Times New Roman" w:hAnsi="Arial" w:cs="Arial"/>
      <w:sz w:val="24"/>
      <w:szCs w:val="24"/>
      <w:lang w:eastAsia="en-US"/>
    </w:rPr>
  </w:style>
  <w:style w:type="character" w:customStyle="1" w:styleId="SingleTxtGChar">
    <w:name w:val="_ Single Txt_G Char"/>
    <w:link w:val="SingleTxtG"/>
    <w:qFormat/>
    <w:rsid w:val="00D27BB9"/>
  </w:style>
  <w:style w:type="character" w:customStyle="1" w:styleId="HChGChar">
    <w:name w:val="_ H _Ch_G Char"/>
    <w:link w:val="HChG"/>
    <w:rsid w:val="00D27BB9"/>
    <w:rPr>
      <w:b/>
      <w:sz w:val="28"/>
    </w:rPr>
  </w:style>
  <w:style w:type="character" w:customStyle="1" w:styleId="H23GChar">
    <w:name w:val="_ H_2/3_G Char"/>
    <w:link w:val="H23G"/>
    <w:rsid w:val="00D27BB9"/>
    <w:rPr>
      <w:b/>
    </w:rPr>
  </w:style>
  <w:style w:type="character" w:customStyle="1" w:styleId="SingleTxtGZchnZchn">
    <w:name w:val="_ Single Txt_G Zchn Zchn"/>
    <w:rsid w:val="00D27BB9"/>
    <w:rPr>
      <w:lang w:val="en-GB" w:eastAsia="en-US" w:bidi="ar-SA"/>
    </w:rPr>
  </w:style>
  <w:style w:type="paragraph" w:styleId="CommentSubject">
    <w:name w:val="annotation subject"/>
    <w:basedOn w:val="CommentText"/>
    <w:next w:val="CommentText"/>
    <w:link w:val="CommentSubjectChar"/>
    <w:semiHidden/>
    <w:unhideWhenUsed/>
    <w:rsid w:val="00D27BB9"/>
    <w:pPr>
      <w:spacing w:line="240" w:lineRule="auto"/>
    </w:pPr>
    <w:rPr>
      <w:b/>
      <w:bCs/>
    </w:rPr>
  </w:style>
  <w:style w:type="character" w:customStyle="1" w:styleId="CommentSubjectChar">
    <w:name w:val="Comment Subject Char"/>
    <w:basedOn w:val="CommentTextChar"/>
    <w:link w:val="CommentSubject"/>
    <w:semiHidden/>
    <w:rsid w:val="00D27BB9"/>
    <w:rPr>
      <w:rFonts w:eastAsia="Times New Roman"/>
      <w:b/>
      <w:bCs/>
      <w:lang w:eastAsia="en-US"/>
    </w:rPr>
  </w:style>
  <w:style w:type="paragraph" w:styleId="Revision">
    <w:name w:val="Revision"/>
    <w:hidden/>
    <w:uiPriority w:val="99"/>
    <w:semiHidden/>
    <w:rsid w:val="00D27BB9"/>
    <w:pPr>
      <w:spacing w:after="0" w:line="240" w:lineRule="auto"/>
    </w:pPr>
    <w:rPr>
      <w:rFonts w:eastAsia="Times New Roman"/>
      <w:lang w:eastAsia="en-US"/>
    </w:rPr>
  </w:style>
  <w:style w:type="paragraph" w:styleId="ListParagraph">
    <w:name w:val="List Paragraph"/>
    <w:basedOn w:val="Normal"/>
    <w:uiPriority w:val="34"/>
    <w:qFormat/>
    <w:rsid w:val="00D27BB9"/>
    <w:pPr>
      <w:kinsoku/>
      <w:overflowPunct/>
      <w:autoSpaceDE/>
      <w:autoSpaceDN/>
      <w:adjustRightInd/>
      <w:snapToGrid/>
      <w:ind w:left="720"/>
      <w:contextualSpacing/>
    </w:pPr>
    <w:rPr>
      <w:rFonts w:eastAsia="Times New Roman"/>
      <w:lang w:eastAsia="en-US"/>
    </w:rPr>
  </w:style>
  <w:style w:type="character" w:customStyle="1" w:styleId="H1GChar">
    <w:name w:val="_ H_1_G Char"/>
    <w:link w:val="H1G"/>
    <w:rsid w:val="007608D9"/>
    <w:rPr>
      <w:b/>
      <w:sz w:val="24"/>
    </w:rPr>
  </w:style>
  <w:style w:type="paragraph" w:customStyle="1" w:styleId="Default">
    <w:name w:val="Default"/>
    <w:rsid w:val="004A56DF"/>
    <w:pPr>
      <w:autoSpaceDE w:val="0"/>
      <w:autoSpaceDN w:val="0"/>
      <w:adjustRightInd w:val="0"/>
      <w:spacing w:after="0" w:line="240" w:lineRule="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 w:id="569465435">
      <w:bodyDiv w:val="1"/>
      <w:marLeft w:val="0"/>
      <w:marRight w:val="0"/>
      <w:marTop w:val="0"/>
      <w:marBottom w:val="0"/>
      <w:divBdr>
        <w:top w:val="none" w:sz="0" w:space="0" w:color="auto"/>
        <w:left w:val="none" w:sz="0" w:space="0" w:color="auto"/>
        <w:bottom w:val="none" w:sz="0" w:space="0" w:color="auto"/>
        <w:right w:val="none" w:sz="0" w:space="0" w:color="auto"/>
      </w:divBdr>
    </w:div>
    <w:div w:id="680396522">
      <w:bodyDiv w:val="1"/>
      <w:marLeft w:val="0"/>
      <w:marRight w:val="0"/>
      <w:marTop w:val="0"/>
      <w:marBottom w:val="0"/>
      <w:divBdr>
        <w:top w:val="none" w:sz="0" w:space="0" w:color="auto"/>
        <w:left w:val="none" w:sz="0" w:space="0" w:color="auto"/>
        <w:bottom w:val="none" w:sz="0" w:space="0" w:color="auto"/>
        <w:right w:val="none" w:sz="0" w:space="0" w:color="auto"/>
      </w:divBdr>
    </w:div>
    <w:div w:id="1283070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ST\SGAC10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1E8DE3-BF5D-49DA-8B8B-8FADEACA8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SGAC10_E.dotm</Template>
  <TotalTime>81</TotalTime>
  <Pages>25</Pages>
  <Words>8907</Words>
  <Characters>50772</Characters>
  <Application>Microsoft Office Word</Application>
  <DocSecurity>0</DocSecurity>
  <Lines>423</Lines>
  <Paragraphs>119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ST/SG/AC.10/C.3/110</vt:lpstr>
      <vt:lpstr/>
    </vt:vector>
  </TitlesOfParts>
  <Company/>
  <LinksUpToDate>false</LinksUpToDate>
  <CharactersWithSpaces>59560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ST/SG/AC.10/C.3/110</dc:title>
  <dc:subject/>
  <dc:creator>Editorial</dc:creator>
  <cp:lastModifiedBy>Laurence Berthet</cp:lastModifiedBy>
  <cp:revision>20</cp:revision>
  <cp:lastPrinted>2019-07-18T13:52:00Z</cp:lastPrinted>
  <dcterms:created xsi:type="dcterms:W3CDTF">2019-07-18T05:50:00Z</dcterms:created>
  <dcterms:modified xsi:type="dcterms:W3CDTF">2019-07-18T13:52:00Z</dcterms:modified>
</cp:coreProperties>
</file>