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101D45">
            <w:pPr>
              <w:jc w:val="right"/>
            </w:pPr>
            <w:r w:rsidRPr="00D5792F">
              <w:rPr>
                <w:sz w:val="40"/>
              </w:rPr>
              <w:t>ECE</w:t>
            </w:r>
            <w:r w:rsidRPr="00593753">
              <w:t>/TRANS/WP.29/GR</w:t>
            </w:r>
            <w:r w:rsidR="000D4EB3" w:rsidRPr="00593753">
              <w:t>SG</w:t>
            </w:r>
            <w:r w:rsidRPr="00593753">
              <w:t>/201</w:t>
            </w:r>
            <w:r w:rsidR="00101D45">
              <w:t>8</w:t>
            </w:r>
            <w:r w:rsidRPr="00593753">
              <w:t>/</w:t>
            </w:r>
            <w:r w:rsidR="009E6ABE">
              <w:t>1</w:t>
            </w:r>
            <w:r w:rsidR="00E319BD">
              <w:t>0</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eastAsia="zh-CN"/>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F55A7E" w:rsidP="00D5792F">
            <w:pPr>
              <w:spacing w:line="240" w:lineRule="exact"/>
            </w:pPr>
            <w:r>
              <w:t>1</w:t>
            </w:r>
            <w:r w:rsidR="00484F69">
              <w:t>2</w:t>
            </w:r>
            <w:r w:rsidR="000F179D">
              <w:t xml:space="preserve"> </w:t>
            </w:r>
            <w:r w:rsidR="002B55E4">
              <w:t>J</w:t>
            </w:r>
            <w:r w:rsidR="00E319BD">
              <w:t>ul</w:t>
            </w:r>
            <w:r w:rsidR="002B55E4">
              <w:t>y</w:t>
            </w:r>
            <w:r w:rsidR="00BD65F8" w:rsidRPr="00593753">
              <w:t xml:space="preserve"> </w:t>
            </w:r>
            <w:r w:rsidR="00803BF8" w:rsidRPr="00593753">
              <w:t>201</w:t>
            </w:r>
            <w:r w:rsidR="00101D45">
              <w:t>8</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00E319BD">
        <w:rPr>
          <w:b/>
        </w:rPr>
        <w:t>5</w:t>
      </w:r>
      <w:r w:rsidRPr="00134953">
        <w:rPr>
          <w:b/>
        </w:rPr>
        <w:t xml:space="preserve">th </w:t>
      </w:r>
      <w:r w:rsidRPr="00C64574">
        <w:rPr>
          <w:b/>
        </w:rPr>
        <w:t>session</w:t>
      </w:r>
    </w:p>
    <w:p w:rsidR="0067362F" w:rsidRPr="00593753" w:rsidRDefault="009E6ABE" w:rsidP="009E6ABE">
      <w:r w:rsidRPr="00C64574">
        <w:t xml:space="preserve">Geneva, </w:t>
      </w:r>
      <w:r w:rsidR="00101D45">
        <w:t>9</w:t>
      </w:r>
      <w:r w:rsidR="00A72A2B">
        <w:t>-</w:t>
      </w:r>
      <w:r w:rsidR="00BA2784">
        <w:t>1</w:t>
      </w:r>
      <w:r w:rsidR="00E319BD">
        <w:t>2</w:t>
      </w:r>
      <w:r w:rsidRPr="00C64574">
        <w:t xml:space="preserve"> </w:t>
      </w:r>
      <w:r w:rsidR="00E319BD">
        <w:t>October</w:t>
      </w:r>
      <w:r w:rsidRPr="00C64574">
        <w:t xml:space="preserve"> 201</w:t>
      </w:r>
      <w:r w:rsidR="00101D45">
        <w:t>8</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r>
        <w:t>P</w:t>
      </w:r>
      <w:r w:rsidR="003C17CC" w:rsidRPr="00593753">
        <w:t xml:space="preserve">rovisional agenda for the </w:t>
      </w:r>
      <w:r w:rsidR="000F179D" w:rsidRPr="00593753">
        <w:t>1</w:t>
      </w:r>
      <w:r w:rsidR="00BD511A">
        <w:t>1</w:t>
      </w:r>
      <w:r w:rsidR="00E319BD">
        <w:t>5</w:t>
      </w:r>
      <w:r w:rsidR="000F179D" w:rsidRPr="00134953">
        <w:t>th</w:t>
      </w:r>
      <w:r w:rsidR="000F179D" w:rsidRPr="00593753">
        <w:t xml:space="preserve"> </w:t>
      </w:r>
      <w:r w:rsidR="003C17CC" w:rsidRPr="00593753">
        <w:t>session</w:t>
      </w:r>
      <w:r w:rsidR="00231F2D" w:rsidRPr="00484F69">
        <w:rPr>
          <w:rStyle w:val="FootnoteReference"/>
          <w:b w:val="0"/>
          <w:sz w:val="20"/>
        </w:rPr>
        <w:footnoteReference w:customMarkFollows="1" w:id="2"/>
        <w:t xml:space="preserve">*, </w:t>
      </w:r>
      <w:r w:rsidR="00231F2D" w:rsidRPr="00484F69">
        <w:rPr>
          <w:rStyle w:val="FootnoteReference"/>
          <w:b w:val="0"/>
          <w:sz w:val="20"/>
        </w:rPr>
        <w:footnoteReference w:customMarkFollows="1" w:id="3"/>
        <w:t>**</w:t>
      </w:r>
    </w:p>
    <w:p w:rsidR="003C17CC" w:rsidRPr="00593753" w:rsidRDefault="003C17CC" w:rsidP="003C17CC">
      <w:pPr>
        <w:pStyle w:val="SingleTxtG"/>
      </w:pPr>
      <w:r w:rsidRPr="00593753">
        <w:t xml:space="preserve">to be held at the Palais des Nations, Geneva, starting at </w:t>
      </w:r>
      <w:r w:rsidR="00E319BD">
        <w:t>9</w:t>
      </w:r>
      <w:r w:rsidRPr="00593753">
        <w:t>.30</w:t>
      </w:r>
      <w:r w:rsidR="00A877CE">
        <w:t xml:space="preserve"> </w:t>
      </w:r>
      <w:r w:rsidR="00AB424C">
        <w:t>a</w:t>
      </w:r>
      <w:r w:rsidRPr="00593753">
        <w:t>.m. on</w:t>
      </w:r>
      <w:r w:rsidR="0028776F" w:rsidRPr="00593753">
        <w:t xml:space="preserve"> </w:t>
      </w:r>
      <w:r w:rsidR="00101D45">
        <w:t>9</w:t>
      </w:r>
      <w:r w:rsidR="00BA2784">
        <w:t xml:space="preserve"> </w:t>
      </w:r>
      <w:r w:rsidR="00E319BD">
        <w:t>October</w:t>
      </w:r>
      <w:r w:rsidRPr="00593753">
        <w:t xml:space="preserve"> 201</w:t>
      </w:r>
      <w:r w:rsidR="00101D45">
        <w:t>8</w:t>
      </w:r>
      <w:r w:rsidRPr="00593753">
        <w:t xml:space="preserve"> and concluding at </w:t>
      </w:r>
      <w:r w:rsidR="002B55E4">
        <w:t>12</w:t>
      </w:r>
      <w:r w:rsidRPr="00593753">
        <w:t xml:space="preserve">.30 p.m. on </w:t>
      </w:r>
      <w:r w:rsidR="00E319BD">
        <w:t>12</w:t>
      </w:r>
      <w:r w:rsidR="00BA2784">
        <w:t xml:space="preserve"> </w:t>
      </w:r>
      <w:r w:rsidR="00E319BD">
        <w:t>October</w:t>
      </w:r>
      <w:r w:rsidRPr="00593753">
        <w:t xml:space="preserve"> 201</w:t>
      </w:r>
      <w:r w:rsidR="00101D45">
        <w:t>8</w:t>
      </w:r>
      <w:r w:rsidRPr="00593753">
        <w:t>.</w:t>
      </w:r>
    </w:p>
    <w:p w:rsidR="00757F2F" w:rsidRPr="00593753" w:rsidRDefault="00757F2F" w:rsidP="00BA124B">
      <w:pPr>
        <w:pStyle w:val="HChG"/>
        <w:tabs>
          <w:tab w:val="clear" w:pos="851"/>
        </w:tabs>
        <w:ind w:hanging="567"/>
      </w:pPr>
      <w:r w:rsidRPr="00593753">
        <w:br w:type="page"/>
      </w:r>
      <w:r w:rsidRPr="00593753">
        <w:lastRenderedPageBreak/>
        <w:t>I.</w:t>
      </w:r>
      <w:r w:rsidRPr="00593753">
        <w:tab/>
        <w:t>Provisional agenda</w:t>
      </w:r>
    </w:p>
    <w:p w:rsidR="00CD1622" w:rsidRPr="004D1A62" w:rsidRDefault="00CD1622" w:rsidP="00CD1622">
      <w:pPr>
        <w:pStyle w:val="SingleTxtG"/>
        <w:keepNext/>
        <w:keepLines/>
        <w:ind w:left="1138"/>
      </w:pPr>
      <w:r w:rsidRPr="004D1A62">
        <w:t>1.</w:t>
      </w:r>
      <w:r w:rsidRPr="004D1A62">
        <w:tab/>
        <w:t>Adoption of the agenda</w:t>
      </w:r>
      <w:r>
        <w:t>.</w:t>
      </w:r>
    </w:p>
    <w:p w:rsidR="00CD1622" w:rsidRDefault="00CD1622" w:rsidP="00CD1622">
      <w:pPr>
        <w:pStyle w:val="SingleTxtG"/>
        <w:ind w:left="1140"/>
      </w:pPr>
      <w:r>
        <w:t>2</w:t>
      </w:r>
      <w:r w:rsidRPr="004D1A62">
        <w:t>.</w:t>
      </w:r>
      <w:r w:rsidRPr="004D1A62">
        <w:tab/>
      </w:r>
      <w:r>
        <w:t>Amendments to</w:t>
      </w:r>
      <w:r w:rsidRPr="001E1A0C">
        <w:t xml:space="preserve"> regulations </w:t>
      </w:r>
      <w:r>
        <w:t>on buses and coaches:</w:t>
      </w:r>
    </w:p>
    <w:p w:rsidR="00CD1622" w:rsidRDefault="00F527EC" w:rsidP="0061768E">
      <w:pPr>
        <w:pStyle w:val="SingleTxtG"/>
      </w:pPr>
      <w:r>
        <w:tab/>
      </w:r>
      <w:r w:rsidR="00CD1622">
        <w:t>(a)</w:t>
      </w:r>
      <w:r w:rsidR="00CD1622">
        <w:tab/>
      </w:r>
      <w:r w:rsidR="00E94D2E">
        <w:t xml:space="preserve">UN </w:t>
      </w:r>
      <w:r w:rsidR="00CD1622" w:rsidRPr="004D1A62">
        <w:t>Regulation No. 107 (M</w:t>
      </w:r>
      <w:r w:rsidR="00CD1622" w:rsidRPr="001E1A0C">
        <w:rPr>
          <w:vertAlign w:val="subscript"/>
        </w:rPr>
        <w:t>2</w:t>
      </w:r>
      <w:r w:rsidR="00CD1622" w:rsidRPr="004D1A62">
        <w:t xml:space="preserve"> and M</w:t>
      </w:r>
      <w:r w:rsidR="00CD1622" w:rsidRPr="001E1A0C">
        <w:rPr>
          <w:vertAlign w:val="subscript"/>
        </w:rPr>
        <w:t>3</w:t>
      </w:r>
      <w:r w:rsidR="00CD1622">
        <w:t xml:space="preserve"> vehicles);</w:t>
      </w:r>
    </w:p>
    <w:p w:rsidR="00CD1622" w:rsidRDefault="00F527EC" w:rsidP="0061768E">
      <w:pPr>
        <w:pStyle w:val="SingleTxtG"/>
      </w:pPr>
      <w:r>
        <w:tab/>
      </w:r>
      <w:r w:rsidR="00CD1622">
        <w:t>(b)</w:t>
      </w:r>
      <w:r w:rsidR="00CD1622">
        <w:tab/>
      </w:r>
      <w:r w:rsidR="00E94D2E">
        <w:t xml:space="preserve">UN </w:t>
      </w:r>
      <w:r w:rsidR="00CD1622" w:rsidRPr="00573540">
        <w:t>Regulation No. 11</w:t>
      </w:r>
      <w:r w:rsidR="00CD1622">
        <w:t>8</w:t>
      </w:r>
      <w:r w:rsidR="00CD1622" w:rsidRPr="00573540">
        <w:t xml:space="preserve"> </w:t>
      </w:r>
      <w:r w:rsidR="00CD1622">
        <w:t>(</w:t>
      </w:r>
      <w:r w:rsidR="00CD1622" w:rsidRPr="00573540">
        <w:t>Burning behaviour of materials</w:t>
      </w:r>
      <w:r w:rsidR="00CD1622">
        <w:t>).</w:t>
      </w:r>
    </w:p>
    <w:p w:rsidR="0022667F" w:rsidRDefault="00CD1622" w:rsidP="00CD1622">
      <w:pPr>
        <w:pStyle w:val="SingleTxtG"/>
        <w:ind w:left="1140"/>
      </w:pPr>
      <w:r w:rsidRPr="00F73779">
        <w:t>3.</w:t>
      </w:r>
      <w:r w:rsidRPr="00F73779">
        <w:tab/>
      </w:r>
      <w:r w:rsidR="0022667F" w:rsidRPr="0022667F">
        <w:t xml:space="preserve">UN Regulation No. </w:t>
      </w:r>
      <w:r w:rsidR="0022667F">
        <w:t>26</w:t>
      </w:r>
      <w:r w:rsidR="0022667F" w:rsidRPr="0022667F">
        <w:t xml:space="preserve"> (</w:t>
      </w:r>
      <w:r w:rsidR="004F12F6">
        <w:t>External projections of passenger cars).</w:t>
      </w:r>
    </w:p>
    <w:p w:rsidR="00CD1622" w:rsidRDefault="004F12F6" w:rsidP="00CD1622">
      <w:pPr>
        <w:pStyle w:val="SingleTxtG"/>
        <w:ind w:left="1140"/>
      </w:pPr>
      <w:r>
        <w:t>4</w:t>
      </w:r>
      <w:r w:rsidR="0022667F">
        <w:t>.</w:t>
      </w:r>
      <w:r w:rsidR="0022667F">
        <w:tab/>
      </w:r>
      <w:r w:rsidR="00E94D2E">
        <w:t xml:space="preserve">UN </w:t>
      </w:r>
      <w:r w:rsidR="003E25B8">
        <w:t>Regulation No. 35</w:t>
      </w:r>
      <w:r w:rsidR="00CD1622">
        <w:t xml:space="preserve"> (</w:t>
      </w:r>
      <w:r w:rsidR="003E25B8">
        <w:t>Foot controls</w:t>
      </w:r>
      <w:r w:rsidR="00CD1622">
        <w:t>).</w:t>
      </w:r>
    </w:p>
    <w:p w:rsidR="00CD1622" w:rsidRDefault="004F12F6" w:rsidP="00CD1622">
      <w:pPr>
        <w:pStyle w:val="SingleTxtG"/>
        <w:ind w:left="1140"/>
      </w:pPr>
      <w:r>
        <w:t>5</w:t>
      </w:r>
      <w:r w:rsidR="00CD1622">
        <w:t>.</w:t>
      </w:r>
      <w:r w:rsidR="00CD1622">
        <w:tab/>
        <w:t>Amendments to s</w:t>
      </w:r>
      <w:r w:rsidR="00CD1622" w:rsidRPr="004D1A62">
        <w:t>afety glazing</w:t>
      </w:r>
      <w:r w:rsidR="00CD1622">
        <w:t xml:space="preserve"> regulations:</w:t>
      </w:r>
    </w:p>
    <w:p w:rsidR="00CD1622" w:rsidRDefault="00CD1622" w:rsidP="00CD1622">
      <w:pPr>
        <w:pStyle w:val="SingleTxtG"/>
        <w:ind w:left="1140"/>
      </w:pPr>
      <w:r>
        <w:tab/>
        <w:t>(a)</w:t>
      </w:r>
      <w:r>
        <w:tab/>
      </w:r>
      <w:r w:rsidR="00E94D2E">
        <w:t xml:space="preserve">UN </w:t>
      </w:r>
      <w:r w:rsidR="00101D45" w:rsidRPr="00573540">
        <w:t>Global Technical Regulation No. 6</w:t>
      </w:r>
      <w:r w:rsidR="00101D45">
        <w:t xml:space="preserve"> (Safety glazing);</w:t>
      </w:r>
    </w:p>
    <w:p w:rsidR="00CD1622" w:rsidRPr="004D1A62" w:rsidRDefault="00CD1622" w:rsidP="00CD1622">
      <w:pPr>
        <w:pStyle w:val="SingleTxtG"/>
        <w:ind w:left="1140"/>
      </w:pPr>
      <w:r>
        <w:tab/>
        <w:t>(b)</w:t>
      </w:r>
      <w:r>
        <w:tab/>
      </w:r>
      <w:r w:rsidR="00E94D2E">
        <w:t xml:space="preserve">UN </w:t>
      </w:r>
      <w:r w:rsidR="00101D45" w:rsidRPr="00573540">
        <w:t>Reg</w:t>
      </w:r>
      <w:r w:rsidR="00101D45">
        <w:t>ulation No. 43 (Safety glazing).</w:t>
      </w:r>
    </w:p>
    <w:p w:rsidR="00CD1622" w:rsidRDefault="004F12F6" w:rsidP="00CD1622">
      <w:pPr>
        <w:pStyle w:val="SingleTxtG"/>
        <w:ind w:left="1140"/>
      </w:pPr>
      <w:r>
        <w:t>6</w:t>
      </w:r>
      <w:r w:rsidR="00CD1622">
        <w:t>.</w:t>
      </w:r>
      <w:r w:rsidR="00CD1622">
        <w:tab/>
        <w:t>A</w:t>
      </w:r>
      <w:r w:rsidR="00CD1622" w:rsidRPr="00AF259F">
        <w:t xml:space="preserve">wareness of </w:t>
      </w:r>
      <w:r w:rsidR="00E31625">
        <w:t xml:space="preserve">the </w:t>
      </w:r>
      <w:r w:rsidR="00E31625" w:rsidRPr="00AF259F">
        <w:t xml:space="preserve">proximity </w:t>
      </w:r>
      <w:r w:rsidR="00E31625">
        <w:t xml:space="preserve">of </w:t>
      </w:r>
      <w:r w:rsidR="00CD1622" w:rsidRPr="00AF259F">
        <w:t>Vulnerable Road Users</w:t>
      </w:r>
      <w:r w:rsidR="00CD1622">
        <w:t>:</w:t>
      </w:r>
    </w:p>
    <w:p w:rsidR="00CD1622" w:rsidRDefault="00CD1622" w:rsidP="00CD1622">
      <w:pPr>
        <w:pStyle w:val="SingleTxtG"/>
        <w:ind w:left="1140"/>
      </w:pPr>
      <w:r>
        <w:tab/>
        <w:t>(a)</w:t>
      </w:r>
      <w:r>
        <w:tab/>
      </w:r>
      <w:r w:rsidR="00E94D2E">
        <w:t xml:space="preserve">UN </w:t>
      </w:r>
      <w:r>
        <w:t>Regulation No. 46 (Devices for indirect vision);</w:t>
      </w:r>
    </w:p>
    <w:p w:rsidR="00CD1622" w:rsidRDefault="00CD1622" w:rsidP="00CD1622">
      <w:pPr>
        <w:pStyle w:val="SingleTxtG"/>
        <w:ind w:left="1140"/>
      </w:pPr>
      <w:r>
        <w:tab/>
        <w:t>(b)</w:t>
      </w:r>
      <w:r>
        <w:tab/>
        <w:t>N</w:t>
      </w:r>
      <w:r w:rsidRPr="00975FE8">
        <w:t xml:space="preserve">ew </w:t>
      </w:r>
      <w:r w:rsidR="00E94D2E">
        <w:t xml:space="preserve">UN </w:t>
      </w:r>
      <w:r>
        <w:t>R</w:t>
      </w:r>
      <w:r w:rsidRPr="00975FE8">
        <w:t>egulation on</w:t>
      </w:r>
      <w:r>
        <w:t xml:space="preserve"> Blind Spot Information Systems (BSIS).</w:t>
      </w:r>
    </w:p>
    <w:p w:rsidR="003E25B8" w:rsidRPr="00F527EC" w:rsidRDefault="004F12F6" w:rsidP="003E25B8">
      <w:pPr>
        <w:spacing w:after="120"/>
        <w:ind w:left="1140" w:right="1134"/>
        <w:jc w:val="both"/>
      </w:pPr>
      <w:r>
        <w:t>7</w:t>
      </w:r>
      <w:r w:rsidR="003E25B8" w:rsidRPr="003E25B8">
        <w:t>.</w:t>
      </w:r>
      <w:r w:rsidR="003E25B8" w:rsidRPr="003E25B8">
        <w:tab/>
      </w:r>
      <w:r w:rsidR="003E25B8" w:rsidRPr="00F527EC">
        <w:t>UN Regulation No. 55 (</w:t>
      </w:r>
      <w:r w:rsidR="00787691" w:rsidRPr="00F527EC">
        <w:t>Mech</w:t>
      </w:r>
      <w:r w:rsidR="00AA146C" w:rsidRPr="00F527EC">
        <w:t xml:space="preserve">anical </w:t>
      </w:r>
      <w:r w:rsidR="00AA146C" w:rsidRPr="00AA146C">
        <w:t>c</w:t>
      </w:r>
      <w:r w:rsidR="00787691" w:rsidRPr="00AA146C">
        <w:t>ouplings</w:t>
      </w:r>
      <w:r w:rsidR="003E25B8" w:rsidRPr="00F527EC">
        <w:t>)</w:t>
      </w:r>
      <w:r w:rsidR="00787691" w:rsidRPr="00F527EC">
        <w:t>.</w:t>
      </w:r>
    </w:p>
    <w:p w:rsidR="003E25B8" w:rsidRDefault="004F12F6" w:rsidP="003E25B8">
      <w:pPr>
        <w:pStyle w:val="SingleTxtG"/>
        <w:spacing w:after="80"/>
        <w:ind w:left="1140"/>
      </w:pPr>
      <w:r>
        <w:t>8</w:t>
      </w:r>
      <w:r w:rsidR="003E25B8" w:rsidRPr="00637875">
        <w:t>.</w:t>
      </w:r>
      <w:r w:rsidR="003E25B8" w:rsidRPr="00637875">
        <w:tab/>
      </w:r>
      <w:r w:rsidR="003E25B8">
        <w:t xml:space="preserve">UN </w:t>
      </w:r>
      <w:r w:rsidR="003E25B8" w:rsidRPr="00637875">
        <w:t xml:space="preserve">Regulation No. </w:t>
      </w:r>
      <w:r w:rsidR="003E25B8">
        <w:t>62</w:t>
      </w:r>
      <w:r w:rsidR="003E25B8" w:rsidRPr="00637875">
        <w:t xml:space="preserve"> (</w:t>
      </w:r>
      <w:r w:rsidR="003E25B8">
        <w:t>Anti-theft for mopeds/motorcycles)</w:t>
      </w:r>
      <w:r w:rsidR="00250C0F">
        <w:t>.</w:t>
      </w:r>
    </w:p>
    <w:p w:rsidR="00CD1622" w:rsidRDefault="004F12F6" w:rsidP="00CD1622">
      <w:pPr>
        <w:pStyle w:val="SingleTxtG"/>
        <w:ind w:left="1140"/>
      </w:pPr>
      <w:r>
        <w:t>9</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Pr="0013197B" w:rsidRDefault="00CD1622" w:rsidP="00CD1622">
      <w:pPr>
        <w:pStyle w:val="SingleTxtG"/>
        <w:ind w:left="1140"/>
        <w:rPr>
          <w:lang w:val="es-ES"/>
        </w:rPr>
      </w:pPr>
      <w:r>
        <w:tab/>
      </w:r>
      <w:r w:rsidRPr="0013197B">
        <w:rPr>
          <w:lang w:val="es-ES"/>
        </w:rPr>
        <w:t>(a)</w:t>
      </w:r>
      <w:r w:rsidRPr="0013197B">
        <w:rPr>
          <w:lang w:val="es-ES"/>
        </w:rPr>
        <w:tab/>
      </w:r>
      <w:r w:rsidR="00E94D2E" w:rsidRPr="0013197B">
        <w:rPr>
          <w:lang w:val="es-ES"/>
        </w:rPr>
        <w:t xml:space="preserve">UN </w:t>
      </w:r>
      <w:proofErr w:type="spellStart"/>
      <w:r w:rsidRPr="0013197B">
        <w:rPr>
          <w:lang w:val="es-ES"/>
        </w:rPr>
        <w:t>Regulation</w:t>
      </w:r>
      <w:proofErr w:type="spellEnd"/>
      <w:r w:rsidRPr="0013197B">
        <w:rPr>
          <w:lang w:val="es-ES"/>
        </w:rPr>
        <w:t xml:space="preserve"> No. 67 (LPG </w:t>
      </w:r>
      <w:proofErr w:type="spellStart"/>
      <w:r w:rsidRPr="0013197B">
        <w:rPr>
          <w:lang w:val="es-ES"/>
        </w:rPr>
        <w:t>vehicles</w:t>
      </w:r>
      <w:proofErr w:type="spellEnd"/>
      <w:r w:rsidRPr="0013197B">
        <w:rPr>
          <w:lang w:val="es-ES"/>
        </w:rPr>
        <w:t>);</w:t>
      </w:r>
    </w:p>
    <w:p w:rsidR="00CD1622" w:rsidRPr="00573540" w:rsidRDefault="00CD1622" w:rsidP="00CD1622">
      <w:pPr>
        <w:pStyle w:val="SingleTxtG"/>
        <w:ind w:left="1140"/>
      </w:pPr>
      <w:r w:rsidRPr="0013197B">
        <w:rPr>
          <w:lang w:val="es-ES"/>
        </w:rPr>
        <w:tab/>
      </w:r>
      <w:r>
        <w:t>(b)</w:t>
      </w:r>
      <w:r>
        <w:tab/>
      </w:r>
      <w:r w:rsidR="00E94D2E">
        <w:t xml:space="preserve">UN </w:t>
      </w:r>
      <w:r>
        <w:t>Regulation No. 110 (CNG and LNG vehicles).</w:t>
      </w:r>
    </w:p>
    <w:p w:rsidR="003E25B8" w:rsidRPr="00573540" w:rsidRDefault="004F12F6" w:rsidP="003E25B8">
      <w:pPr>
        <w:pStyle w:val="SingleTxtG"/>
        <w:ind w:left="1140"/>
      </w:pPr>
      <w:r>
        <w:t>10</w:t>
      </w:r>
      <w:r w:rsidR="003E25B8">
        <w:t>.</w:t>
      </w:r>
      <w:r w:rsidR="003E25B8">
        <w:tab/>
        <w:t>UN Regulation No. 73</w:t>
      </w:r>
      <w:r w:rsidR="003E25B8" w:rsidRPr="004D1A62">
        <w:t xml:space="preserve"> (</w:t>
      </w:r>
      <w:r w:rsidR="003E25B8" w:rsidRPr="00573540">
        <w:t>Lateral protection devices).</w:t>
      </w:r>
    </w:p>
    <w:p w:rsidR="003E25B8" w:rsidRDefault="004F12F6" w:rsidP="003E25B8">
      <w:pPr>
        <w:pStyle w:val="SingleTxtG"/>
        <w:ind w:left="1140"/>
      </w:pPr>
      <w:r>
        <w:t>11</w:t>
      </w:r>
      <w:r w:rsidR="003E25B8">
        <w:t>.</w:t>
      </w:r>
      <w:r w:rsidR="003E25B8">
        <w:tab/>
        <w:t xml:space="preserve">UN </w:t>
      </w:r>
      <w:r w:rsidR="003E25B8" w:rsidRPr="00573540">
        <w:t>Regulation No. 1</w:t>
      </w:r>
      <w:r w:rsidR="003E25B8">
        <w:t>05</w:t>
      </w:r>
      <w:r w:rsidR="003E25B8" w:rsidRPr="00573540">
        <w:t xml:space="preserve"> (</w:t>
      </w:r>
      <w:r w:rsidR="003E25B8">
        <w:t>ADR vehicles).</w:t>
      </w:r>
    </w:p>
    <w:p w:rsidR="00CD1622" w:rsidRDefault="004F12F6" w:rsidP="00CD1622">
      <w:pPr>
        <w:pStyle w:val="SingleTxtG"/>
        <w:ind w:left="1140"/>
      </w:pPr>
      <w:r>
        <w:t>12</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r w:rsidR="00CD1622" w:rsidRPr="00DC0D9F">
        <w:t>.</w:t>
      </w:r>
    </w:p>
    <w:p w:rsidR="00CD1622" w:rsidRDefault="004F12F6" w:rsidP="00CD1622">
      <w:pPr>
        <w:pStyle w:val="SingleTxtG"/>
        <w:ind w:left="1140"/>
      </w:pPr>
      <w:r>
        <w:t>13</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4F12F6" w:rsidRDefault="004F12F6" w:rsidP="00CD1622">
      <w:pPr>
        <w:pStyle w:val="SingleTxtG"/>
        <w:ind w:left="1140"/>
      </w:pPr>
      <w:r>
        <w:t>14.</w:t>
      </w:r>
      <w:r>
        <w:tab/>
      </w:r>
      <w:r w:rsidRPr="004F12F6">
        <w:t>UN Regulation No. 12</w:t>
      </w:r>
      <w:r>
        <w:t>2</w:t>
      </w:r>
      <w:r w:rsidRPr="004F12F6">
        <w:t xml:space="preserve"> (</w:t>
      </w:r>
      <w:r>
        <w:t>Heating systems).</w:t>
      </w:r>
    </w:p>
    <w:p w:rsidR="00CD1622" w:rsidRDefault="003E25B8" w:rsidP="00CD1622">
      <w:pPr>
        <w:pStyle w:val="SingleTxtG"/>
        <w:ind w:left="1140"/>
      </w:pPr>
      <w:r>
        <w:t>1</w:t>
      </w:r>
      <w:r w:rsidR="004F12F6">
        <w:t>5</w:t>
      </w:r>
      <w:r w:rsidR="00CD1622">
        <w:t>.</w:t>
      </w:r>
      <w:r w:rsidR="00CD1622">
        <w:tab/>
      </w:r>
      <w:r w:rsidRPr="00674BB5">
        <w:t>UN Regulation No. 1</w:t>
      </w:r>
      <w:r>
        <w:t>44</w:t>
      </w:r>
      <w:r w:rsidRPr="00674BB5">
        <w:t xml:space="preserve"> </w:t>
      </w:r>
      <w:r>
        <w:t>(</w:t>
      </w:r>
      <w:r w:rsidR="00CD1622">
        <w:t>Accid</w:t>
      </w:r>
      <w:r>
        <w:t>ent Emergency Call Systems</w:t>
      </w:r>
      <w:r w:rsidR="00CD1622">
        <w:t>).</w:t>
      </w:r>
    </w:p>
    <w:p w:rsidR="00CD1622" w:rsidRDefault="004F12F6" w:rsidP="00CD1622">
      <w:pPr>
        <w:pStyle w:val="SingleTxtG"/>
        <w:ind w:left="1140"/>
      </w:pPr>
      <w:r>
        <w:t>16</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E319BD" w:rsidRDefault="004F12F6" w:rsidP="00CD1622">
      <w:pPr>
        <w:pStyle w:val="SingleTxtG"/>
        <w:ind w:left="1140"/>
      </w:pPr>
      <w:r>
        <w:t>17</w:t>
      </w:r>
      <w:r w:rsidR="00E319BD">
        <w:t>.</w:t>
      </w:r>
      <w:r w:rsidR="00E319BD">
        <w:tab/>
      </w:r>
      <w:r w:rsidR="003E25B8">
        <w:t>Exchange of views on</w:t>
      </w:r>
      <w:r w:rsidR="00E319BD">
        <w:t xml:space="preserve"> Vehicle Automation.</w:t>
      </w:r>
    </w:p>
    <w:p w:rsidR="0063729A" w:rsidRDefault="004F12F6" w:rsidP="00CD1622">
      <w:pPr>
        <w:pStyle w:val="SingleTxtG"/>
        <w:ind w:left="1140"/>
      </w:pPr>
      <w:r>
        <w:t>18</w:t>
      </w:r>
      <w:r w:rsidR="0063729A">
        <w:t>.</w:t>
      </w:r>
      <w:r w:rsidR="0063729A">
        <w:tab/>
        <w:t>The strategy of the Inland Transport Committee.</w:t>
      </w:r>
    </w:p>
    <w:p w:rsidR="003E25B8" w:rsidRDefault="004F12F6" w:rsidP="00CD1622">
      <w:pPr>
        <w:pStyle w:val="SingleTxtG"/>
        <w:ind w:left="1140"/>
      </w:pPr>
      <w:r>
        <w:t>19</w:t>
      </w:r>
      <w:r w:rsidR="003E25B8">
        <w:t>.</w:t>
      </w:r>
      <w:r w:rsidR="003E25B8">
        <w:tab/>
        <w:t>Election of Officers</w:t>
      </w:r>
      <w:r w:rsidR="00250C0F">
        <w:t>.</w:t>
      </w:r>
    </w:p>
    <w:p w:rsidR="00CD1622" w:rsidRDefault="004F12F6" w:rsidP="00CD1622">
      <w:pPr>
        <w:pStyle w:val="SingleTxtG"/>
        <w:ind w:left="1140"/>
      </w:pPr>
      <w:r>
        <w:t>20</w:t>
      </w:r>
      <w:r w:rsidR="00CD1622">
        <w:t>.</w:t>
      </w:r>
      <w:r w:rsidR="00CD1622">
        <w:tab/>
      </w:r>
      <w:r w:rsidR="00CD1622" w:rsidRPr="004D1A62">
        <w:t>Other business</w:t>
      </w:r>
      <w:r w:rsidR="00250C0F">
        <w:t>.</w:t>
      </w:r>
    </w:p>
    <w:p w:rsidR="00757F2F" w:rsidRDefault="00757F2F" w:rsidP="005E1D9B">
      <w:pPr>
        <w:pStyle w:val="HChG"/>
        <w:tabs>
          <w:tab w:val="clear" w:pos="851"/>
        </w:tabs>
        <w:ind w:hanging="567"/>
      </w:pPr>
      <w:r w:rsidRPr="00593753">
        <w:tab/>
        <w:t>Annotations</w:t>
      </w:r>
    </w:p>
    <w:p w:rsidR="009E6ABE" w:rsidRDefault="00D04985" w:rsidP="001F58C5">
      <w:pPr>
        <w:spacing w:after="120"/>
        <w:ind w:left="1134" w:right="1134"/>
        <w:jc w:val="both"/>
      </w:pPr>
      <w:r w:rsidRPr="00D04985">
        <w:t>The annotated agenda will be issued prior to the GR</w:t>
      </w:r>
      <w:r>
        <w:t>SG</w:t>
      </w:r>
      <w:r w:rsidRPr="00D04985">
        <w:t xml:space="preserve"> session (ECE/TRANS/WP.29/GR</w:t>
      </w:r>
      <w:r>
        <w:t>SG</w:t>
      </w:r>
      <w:r w:rsidRPr="00D04985">
        <w:t>/201</w:t>
      </w:r>
      <w:r w:rsidR="004C7BCA">
        <w:t>8</w:t>
      </w:r>
      <w:r w:rsidRPr="00D04985">
        <w:t>/</w:t>
      </w:r>
      <w:r>
        <w:t>1</w:t>
      </w:r>
      <w:r w:rsidR="00E319BD">
        <w:t>0</w:t>
      </w:r>
      <w:r w:rsidR="001F58C5">
        <w:t>/Add.1).</w:t>
      </w:r>
    </w:p>
    <w:p w:rsidR="001F58C5" w:rsidRPr="001F58C5" w:rsidRDefault="001F58C5" w:rsidP="001F58C5">
      <w:pPr>
        <w:spacing w:before="240"/>
        <w:ind w:left="1134" w:right="1134"/>
        <w:jc w:val="center"/>
        <w:rPr>
          <w:u w:val="single"/>
        </w:rPr>
      </w:pPr>
      <w:r>
        <w:rPr>
          <w:u w:val="single"/>
        </w:rPr>
        <w:tab/>
      </w:r>
      <w:r>
        <w:rPr>
          <w:u w:val="single"/>
        </w:rPr>
        <w:tab/>
      </w:r>
      <w:r>
        <w:rPr>
          <w:u w:val="single"/>
        </w:rPr>
        <w:tab/>
      </w:r>
    </w:p>
    <w:sectPr w:rsidR="001F58C5" w:rsidRPr="001F58C5" w:rsidSect="00A26D9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61768E">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B331B2">
      <w:rPr>
        <w:b/>
        <w:noProof/>
        <w:sz w:val="18"/>
      </w:rPr>
      <w:t>2</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46C" w:rsidRDefault="00B6746C" w:rsidP="00B6746C">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8026620</wp:posOffset>
          </wp:positionV>
          <wp:extent cx="638175" cy="638175"/>
          <wp:effectExtent l="0" t="0" r="9525" b="9525"/>
          <wp:wrapNone/>
          <wp:docPr id="2" name="Picture 1" descr="https://undocs.org/m2/QRCode.ashx?DS=ECE/TRANS/WP.29/GRSG/2018/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8317230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B6746C" w:rsidRDefault="00B6746C" w:rsidP="00B6746C">
    <w:pPr>
      <w:pStyle w:val="Footer"/>
      <w:ind w:right="1134"/>
      <w:rPr>
        <w:sz w:val="20"/>
      </w:rPr>
    </w:pPr>
    <w:r>
      <w:rPr>
        <w:sz w:val="20"/>
      </w:rPr>
      <w:t>GE.18-11563(E)</w:t>
    </w:r>
  </w:p>
  <w:p w:rsidR="00B6746C" w:rsidRPr="00B6746C" w:rsidRDefault="00B6746C" w:rsidP="00B6746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 w:id="2">
    <w:p w:rsidR="00231F2D" w:rsidRPr="00231F2D" w:rsidRDefault="00231F2D">
      <w:pPr>
        <w:pStyle w:val="FootnoteText"/>
      </w:pPr>
      <w:r>
        <w:rPr>
          <w:rStyle w:val="FootnoteReference"/>
        </w:rPr>
        <w:tab/>
      </w:r>
      <w:r w:rsidRPr="00484F69">
        <w:rPr>
          <w:rStyle w:val="FootnoteReference"/>
          <w:sz w:val="20"/>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sg</w:t>
      </w:r>
      <w:r w:rsidRPr="00775F7C">
        <w:t>/gr</w:t>
      </w:r>
      <w:r>
        <w:t>sg</w:t>
      </w:r>
      <w:r w:rsidRPr="00775F7C">
        <w:t>age.html</w:t>
      </w:r>
      <w:r>
        <w:rPr>
          <w:szCs w:val="22"/>
        </w:rPr>
        <w:t xml:space="preserve">). On an exceptional basis, documents may also be obtained by email: </w:t>
      </w:r>
      <w:hyperlink r:id="rId1" w:history="1">
        <w:r w:rsidRPr="00CB179F">
          <w:rPr>
            <w:rStyle w:val="Hyperlink"/>
            <w:szCs w:val="22"/>
          </w:rPr>
          <w:t>grsg@unece.org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231F2D" w:rsidRPr="00231F2D" w:rsidRDefault="00231F2D" w:rsidP="00231F2D">
      <w:pPr>
        <w:pStyle w:val="FootnoteText"/>
      </w:pPr>
      <w:r w:rsidRPr="00231F2D">
        <w:rPr>
          <w:rStyle w:val="FootnoteReference"/>
          <w:sz w:val="20"/>
          <w:vertAlign w:val="baseline"/>
        </w:rPr>
        <w:tab/>
      </w:r>
      <w:r w:rsidRPr="00484F69">
        <w:rPr>
          <w:rStyle w:val="FootnoteReference"/>
          <w:sz w:val="20"/>
        </w:rPr>
        <w:t>**</w:t>
      </w:r>
      <w:r w:rsidRPr="00231F2D">
        <w:t xml:space="preserve"> </w:t>
      </w:r>
      <w:r>
        <w:tab/>
      </w:r>
      <w:r w:rsidRPr="003F5DEC">
        <w:t xml:space="preserve">Delegates are requested to register online with the registration system on the ECE website </w:t>
      </w:r>
      <w:r w:rsidRPr="0013197B">
        <w:t>(</w:t>
      </w:r>
      <w:r w:rsidR="00B679BA" w:rsidRPr="00B679BA">
        <w:t>https://uncdb.unece.org/app/ext/meeting-registration?id=nBKgMM</w:t>
      </w:r>
      <w:r w:rsidRPr="0013197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ECE/TRANS/WP.29/GRSG/201</w:t>
    </w:r>
    <w:r w:rsidR="00101D45">
      <w:t>8</w:t>
    </w:r>
    <w:r>
      <w:t>/1</w:t>
    </w:r>
    <w:r w:rsidR="00E319BD">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Header"/>
      <w:jc w:val="right"/>
    </w:pPr>
    <w:r>
      <w:t>ECE/TRANS/WP.29/GRSG/201</w:t>
    </w:r>
    <w:r w:rsidR="009E6ABE">
      <w:t>5</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E53"/>
    <w:rsid w:val="001963AC"/>
    <w:rsid w:val="00197D24"/>
    <w:rsid w:val="001A3955"/>
    <w:rsid w:val="001A4B82"/>
    <w:rsid w:val="001A5101"/>
    <w:rsid w:val="001B4B04"/>
    <w:rsid w:val="001C6663"/>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55E4"/>
    <w:rsid w:val="002B7364"/>
    <w:rsid w:val="002C5141"/>
    <w:rsid w:val="002C567B"/>
    <w:rsid w:val="002C64E5"/>
    <w:rsid w:val="002C6BB6"/>
    <w:rsid w:val="002D1144"/>
    <w:rsid w:val="002D4643"/>
    <w:rsid w:val="002D4CFC"/>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71178"/>
    <w:rsid w:val="003777F1"/>
    <w:rsid w:val="003800C8"/>
    <w:rsid w:val="003805A2"/>
    <w:rsid w:val="00383155"/>
    <w:rsid w:val="00384D24"/>
    <w:rsid w:val="00392E47"/>
    <w:rsid w:val="00394CC7"/>
    <w:rsid w:val="003967E5"/>
    <w:rsid w:val="00396E5F"/>
    <w:rsid w:val="003A06B5"/>
    <w:rsid w:val="003A3D17"/>
    <w:rsid w:val="003A3DB2"/>
    <w:rsid w:val="003A5828"/>
    <w:rsid w:val="003A6810"/>
    <w:rsid w:val="003B1EDF"/>
    <w:rsid w:val="003C17CC"/>
    <w:rsid w:val="003C2CC4"/>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237A"/>
    <w:rsid w:val="0048397A"/>
    <w:rsid w:val="0048419F"/>
    <w:rsid w:val="00484F69"/>
    <w:rsid w:val="00485CBB"/>
    <w:rsid w:val="004864F0"/>
    <w:rsid w:val="004866B7"/>
    <w:rsid w:val="004935FC"/>
    <w:rsid w:val="00493DB9"/>
    <w:rsid w:val="00495D33"/>
    <w:rsid w:val="004A7564"/>
    <w:rsid w:val="004A79FD"/>
    <w:rsid w:val="004B05F0"/>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63D"/>
    <w:rsid w:val="00504B2D"/>
    <w:rsid w:val="00506FA1"/>
    <w:rsid w:val="0052136D"/>
    <w:rsid w:val="00527001"/>
    <w:rsid w:val="0052775E"/>
    <w:rsid w:val="005420F2"/>
    <w:rsid w:val="0055161F"/>
    <w:rsid w:val="0055217D"/>
    <w:rsid w:val="0055307C"/>
    <w:rsid w:val="00554D08"/>
    <w:rsid w:val="00556130"/>
    <w:rsid w:val="0056209A"/>
    <w:rsid w:val="005628B6"/>
    <w:rsid w:val="00570E73"/>
    <w:rsid w:val="0057118C"/>
    <w:rsid w:val="005751FB"/>
    <w:rsid w:val="00582908"/>
    <w:rsid w:val="00583457"/>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F21"/>
    <w:rsid w:val="005F7B75"/>
    <w:rsid w:val="006001EE"/>
    <w:rsid w:val="0060035E"/>
    <w:rsid w:val="00600492"/>
    <w:rsid w:val="00605042"/>
    <w:rsid w:val="006072D0"/>
    <w:rsid w:val="00611FC4"/>
    <w:rsid w:val="00616169"/>
    <w:rsid w:val="0061768E"/>
    <w:rsid w:val="006176FB"/>
    <w:rsid w:val="00626FBD"/>
    <w:rsid w:val="0063070C"/>
    <w:rsid w:val="0063242B"/>
    <w:rsid w:val="006371BF"/>
    <w:rsid w:val="0063729A"/>
    <w:rsid w:val="006372E5"/>
    <w:rsid w:val="0064099B"/>
    <w:rsid w:val="00640B26"/>
    <w:rsid w:val="006426B7"/>
    <w:rsid w:val="0064292F"/>
    <w:rsid w:val="00652D0A"/>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50B8D"/>
    <w:rsid w:val="00752CF6"/>
    <w:rsid w:val="00757F2F"/>
    <w:rsid w:val="007629C8"/>
    <w:rsid w:val="0077047D"/>
    <w:rsid w:val="00775F7C"/>
    <w:rsid w:val="00787691"/>
    <w:rsid w:val="00790A9A"/>
    <w:rsid w:val="00793B94"/>
    <w:rsid w:val="007A52E6"/>
    <w:rsid w:val="007B0C74"/>
    <w:rsid w:val="007B4E95"/>
    <w:rsid w:val="007B6BA5"/>
    <w:rsid w:val="007C1AE2"/>
    <w:rsid w:val="007C2E71"/>
    <w:rsid w:val="007C3390"/>
    <w:rsid w:val="007C3B1C"/>
    <w:rsid w:val="007C4D81"/>
    <w:rsid w:val="007C4F4B"/>
    <w:rsid w:val="007C5A2B"/>
    <w:rsid w:val="007D0567"/>
    <w:rsid w:val="007D1CD2"/>
    <w:rsid w:val="007D1EC2"/>
    <w:rsid w:val="007D7663"/>
    <w:rsid w:val="007E01E9"/>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D37F7"/>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0686"/>
    <w:rsid w:val="00981AA1"/>
    <w:rsid w:val="00985228"/>
    <w:rsid w:val="009877AC"/>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6746C"/>
    <w:rsid w:val="00B679BA"/>
    <w:rsid w:val="00B74954"/>
    <w:rsid w:val="00B77D05"/>
    <w:rsid w:val="00B81206"/>
    <w:rsid w:val="00B8192C"/>
    <w:rsid w:val="00B81E12"/>
    <w:rsid w:val="00B81E1F"/>
    <w:rsid w:val="00B82966"/>
    <w:rsid w:val="00B8584A"/>
    <w:rsid w:val="00B924F0"/>
    <w:rsid w:val="00BA124B"/>
    <w:rsid w:val="00BA12BA"/>
    <w:rsid w:val="00BA2784"/>
    <w:rsid w:val="00BA2B79"/>
    <w:rsid w:val="00BA523F"/>
    <w:rsid w:val="00BA5266"/>
    <w:rsid w:val="00BA5FB8"/>
    <w:rsid w:val="00BA73AB"/>
    <w:rsid w:val="00BA770E"/>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F21DF"/>
    <w:rsid w:val="00BF68A8"/>
    <w:rsid w:val="00C04469"/>
    <w:rsid w:val="00C06463"/>
    <w:rsid w:val="00C0710B"/>
    <w:rsid w:val="00C11A03"/>
    <w:rsid w:val="00C12B1F"/>
    <w:rsid w:val="00C2224F"/>
    <w:rsid w:val="00C22715"/>
    <w:rsid w:val="00C22C0C"/>
    <w:rsid w:val="00C232FA"/>
    <w:rsid w:val="00C24EC4"/>
    <w:rsid w:val="00C2620F"/>
    <w:rsid w:val="00C27BD6"/>
    <w:rsid w:val="00C30E2E"/>
    <w:rsid w:val="00C425BC"/>
    <w:rsid w:val="00C4527F"/>
    <w:rsid w:val="00C463DD"/>
    <w:rsid w:val="00C4724C"/>
    <w:rsid w:val="00C51808"/>
    <w:rsid w:val="00C522C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1017"/>
    <w:rsid w:val="00C953EC"/>
    <w:rsid w:val="00C96DF2"/>
    <w:rsid w:val="00C9755B"/>
    <w:rsid w:val="00CA2232"/>
    <w:rsid w:val="00CB3E03"/>
    <w:rsid w:val="00CC138B"/>
    <w:rsid w:val="00CC5218"/>
    <w:rsid w:val="00CD1622"/>
    <w:rsid w:val="00CD4AA6"/>
    <w:rsid w:val="00CE2D68"/>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3F5D"/>
    <w:rsid w:val="00E767AC"/>
    <w:rsid w:val="00E76A6A"/>
    <w:rsid w:val="00E77E4E"/>
    <w:rsid w:val="00E81FA2"/>
    <w:rsid w:val="00E83966"/>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5F72"/>
    <w:rsid w:val="00ED09AC"/>
    <w:rsid w:val="00ED46C6"/>
    <w:rsid w:val="00ED4CBD"/>
    <w:rsid w:val="00ED5091"/>
    <w:rsid w:val="00ED5F6E"/>
    <w:rsid w:val="00ED72B5"/>
    <w:rsid w:val="00ED754F"/>
    <w:rsid w:val="00ED7A2A"/>
    <w:rsid w:val="00EE0B1C"/>
    <w:rsid w:val="00EE40EF"/>
    <w:rsid w:val="00EE5FCD"/>
    <w:rsid w:val="00EF088A"/>
    <w:rsid w:val="00EF1D7F"/>
    <w:rsid w:val="00EF4C6A"/>
    <w:rsid w:val="00EF54BA"/>
    <w:rsid w:val="00F02C84"/>
    <w:rsid w:val="00F15DC0"/>
    <w:rsid w:val="00F20293"/>
    <w:rsid w:val="00F2770E"/>
    <w:rsid w:val="00F31E5F"/>
    <w:rsid w:val="00F33847"/>
    <w:rsid w:val="00F435BD"/>
    <w:rsid w:val="00F452EF"/>
    <w:rsid w:val="00F51A5B"/>
    <w:rsid w:val="00F5203B"/>
    <w:rsid w:val="00F527EC"/>
    <w:rsid w:val="00F54668"/>
    <w:rsid w:val="00F55A7E"/>
    <w:rsid w:val="00F55ADC"/>
    <w:rsid w:val="00F6100A"/>
    <w:rsid w:val="00F70CE8"/>
    <w:rsid w:val="00F7336D"/>
    <w:rsid w:val="00F80A68"/>
    <w:rsid w:val="00F836E5"/>
    <w:rsid w:val="00F93781"/>
    <w:rsid w:val="00F947D6"/>
    <w:rsid w:val="00F9569F"/>
    <w:rsid w:val="00F96D3C"/>
    <w:rsid w:val="00FA3D6E"/>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747A3605-A6F0-4692-A8D8-276225BC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6F83D-42A8-43B1-9E6D-A09EA945D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ECE/TRANS/WP.29/GRSG/2018/10</vt:lpstr>
    </vt:vector>
  </TitlesOfParts>
  <Company>CSD</Company>
  <LinksUpToDate>false</LinksUpToDate>
  <CharactersWithSpaces>2123</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ECE/TRANS/WP.29/GRSG/2018/10</dc:title>
  <dc:subject>1811563</dc:subject>
  <dc:creator>Generic Pdf eng</dc:creator>
  <cp:keywords/>
  <dc:description/>
  <cp:lastModifiedBy>Benedicte Boudol</cp:lastModifiedBy>
  <cp:revision>2</cp:revision>
  <cp:lastPrinted>2018-07-13T09:52:00Z</cp:lastPrinted>
  <dcterms:created xsi:type="dcterms:W3CDTF">2018-07-30T12:31:00Z</dcterms:created>
  <dcterms:modified xsi:type="dcterms:W3CDTF">2018-07-30T12:31:00Z</dcterms:modified>
</cp:coreProperties>
</file>