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14:paraId="271B9ED4" w14:textId="77777777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8DB299" w14:textId="77777777"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96E93" w14:textId="77777777"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3D2D3" w14:textId="7F925029" w:rsidR="001F20EF" w:rsidRPr="00C64574" w:rsidRDefault="00803BF8" w:rsidP="00E87F57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A87C87">
              <w:t>8</w:t>
            </w:r>
            <w:r w:rsidR="00B61A08">
              <w:t>/</w:t>
            </w:r>
            <w:r w:rsidR="00E87F57">
              <w:t>7</w:t>
            </w:r>
          </w:p>
        </w:tc>
      </w:tr>
      <w:tr w:rsidR="00B56E9C" w:rsidRPr="00593753" w14:paraId="05AD1DE7" w14:textId="77777777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9A8EB01" w14:textId="77777777" w:rsidR="00B56E9C" w:rsidRPr="00593753" w:rsidRDefault="00D40653" w:rsidP="00D5792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3B686F33" wp14:editId="307EDC02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04C63DA" w14:textId="77777777"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D9F578B" w14:textId="77777777"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14:paraId="44EE55EC" w14:textId="58EFFC00" w:rsidR="00803BF8" w:rsidRPr="00593753" w:rsidRDefault="00306B73" w:rsidP="00D5792F">
            <w:pPr>
              <w:spacing w:line="240" w:lineRule="exact"/>
            </w:pPr>
            <w:r>
              <w:t>23</w:t>
            </w:r>
            <w:r w:rsidR="00A87C87">
              <w:t xml:space="preserve"> </w:t>
            </w:r>
            <w:r w:rsidR="003B4673">
              <w:t>J</w:t>
            </w:r>
            <w:r w:rsidR="00A87C87">
              <w:t>anuary</w:t>
            </w:r>
            <w:r w:rsidR="002B47CA">
              <w:t xml:space="preserve"> 201</w:t>
            </w:r>
            <w:r w:rsidR="00A87C87">
              <w:t>8</w:t>
            </w:r>
          </w:p>
          <w:p w14:paraId="06632431" w14:textId="77777777" w:rsidR="00803BF8" w:rsidRPr="00593753" w:rsidRDefault="00803BF8" w:rsidP="00D5792F">
            <w:pPr>
              <w:spacing w:line="240" w:lineRule="exact"/>
            </w:pPr>
          </w:p>
          <w:p w14:paraId="24701D08" w14:textId="77777777"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14:paraId="7C167C57" w14:textId="77777777" w:rsidR="00EA2A77" w:rsidRPr="00593753" w:rsidRDefault="00EA2A77" w:rsidP="00D5792F">
            <w:pPr>
              <w:spacing w:line="240" w:lineRule="exact"/>
            </w:pPr>
          </w:p>
        </w:tc>
      </w:tr>
    </w:tbl>
    <w:p w14:paraId="5D60E9FA" w14:textId="77777777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69FD0B76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2BADA06F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3EF091C0" w14:textId="77777777"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14:paraId="2E143AE8" w14:textId="1125216E" w:rsidR="00C96DF2" w:rsidRPr="00C64574" w:rsidRDefault="00856FAA" w:rsidP="00C96DF2">
      <w:pPr>
        <w:spacing w:before="120"/>
        <w:rPr>
          <w:b/>
        </w:rPr>
      </w:pPr>
      <w:r w:rsidRPr="00C64574">
        <w:rPr>
          <w:b/>
        </w:rPr>
        <w:t>1</w:t>
      </w:r>
      <w:r w:rsidR="002A7DBF">
        <w:rPr>
          <w:b/>
        </w:rPr>
        <w:t>1</w:t>
      </w:r>
      <w:r w:rsidR="00A87C87">
        <w:rPr>
          <w:b/>
        </w:rPr>
        <w:t>4</w:t>
      </w:r>
      <w:r w:rsidR="0003564D" w:rsidRPr="000A63F8">
        <w:rPr>
          <w:b/>
        </w:rPr>
        <w:t>th</w:t>
      </w:r>
      <w:r w:rsidR="003C17CC" w:rsidRPr="000A63F8">
        <w:rPr>
          <w:b/>
        </w:rPr>
        <w:t xml:space="preserve"> </w:t>
      </w:r>
      <w:r w:rsidR="00182290" w:rsidRPr="00C64574">
        <w:rPr>
          <w:b/>
        </w:rPr>
        <w:t>session</w:t>
      </w:r>
    </w:p>
    <w:p w14:paraId="38C43504" w14:textId="1529DFE5" w:rsidR="003B4673" w:rsidRPr="00C64574" w:rsidRDefault="003B4673" w:rsidP="003B4673">
      <w:r w:rsidRPr="00C64574">
        <w:t xml:space="preserve">Geneva, </w:t>
      </w:r>
      <w:r w:rsidR="00A87C87">
        <w:t>9</w:t>
      </w:r>
      <w:r>
        <w:t xml:space="preserve">-13 </w:t>
      </w:r>
      <w:r w:rsidR="00A87C87">
        <w:t>April</w:t>
      </w:r>
      <w:r w:rsidRPr="00C64574">
        <w:t xml:space="preserve"> 201</w:t>
      </w:r>
      <w:r w:rsidR="00A87C87">
        <w:t>8</w:t>
      </w:r>
    </w:p>
    <w:p w14:paraId="33AA25CC" w14:textId="64A38164" w:rsidR="003B4673" w:rsidRPr="00DF418A" w:rsidRDefault="003B4673" w:rsidP="003B4673">
      <w:r w:rsidRPr="00DF418A">
        <w:t xml:space="preserve">Item </w:t>
      </w:r>
      <w:r w:rsidR="00E87F57">
        <w:t>4(</w:t>
      </w:r>
      <w:r w:rsidR="001A2C30">
        <w:t>b</w:t>
      </w:r>
      <w:r w:rsidR="00E87F57">
        <w:t>)</w:t>
      </w:r>
      <w:r w:rsidRPr="00DF418A">
        <w:t xml:space="preserve"> of the provisional agenda</w:t>
      </w:r>
    </w:p>
    <w:p w14:paraId="6FA7C3F3" w14:textId="6CDE74C4" w:rsidR="001A2C30" w:rsidRDefault="00C02852" w:rsidP="003B4673">
      <w:pPr>
        <w:rPr>
          <w:b/>
        </w:rPr>
      </w:pPr>
      <w:r>
        <w:rPr>
          <w:b/>
        </w:rPr>
        <w:t>Amend</w:t>
      </w:r>
      <w:r w:rsidR="001A2C30">
        <w:rPr>
          <w:b/>
        </w:rPr>
        <w:t>ment</w:t>
      </w:r>
      <w:r w:rsidR="00443395">
        <w:rPr>
          <w:b/>
        </w:rPr>
        <w:t>s to safety glazing regulations:</w:t>
      </w:r>
    </w:p>
    <w:p w14:paraId="34EF25E2" w14:textId="12152D54" w:rsidR="003B4673" w:rsidRPr="001F20EF" w:rsidRDefault="00D709BA" w:rsidP="003B4673">
      <w:pPr>
        <w:rPr>
          <w:b/>
          <w:lang w:val="en-US"/>
        </w:rPr>
      </w:pPr>
      <w:r>
        <w:rPr>
          <w:b/>
        </w:rPr>
        <w:t xml:space="preserve">UN </w:t>
      </w:r>
      <w:r w:rsidR="003B4673" w:rsidRPr="00DF418A">
        <w:rPr>
          <w:b/>
        </w:rPr>
        <w:t xml:space="preserve">Regulation </w:t>
      </w:r>
      <w:r w:rsidR="00D74A52" w:rsidRPr="00D74A52">
        <w:rPr>
          <w:b/>
        </w:rPr>
        <w:t xml:space="preserve">No. </w:t>
      </w:r>
      <w:r w:rsidR="00E87F57">
        <w:rPr>
          <w:b/>
        </w:rPr>
        <w:t>43</w:t>
      </w:r>
      <w:r w:rsidR="00D74A52" w:rsidRPr="00D74A52">
        <w:rPr>
          <w:b/>
        </w:rPr>
        <w:t xml:space="preserve"> (</w:t>
      </w:r>
      <w:r w:rsidR="00E87F57">
        <w:rPr>
          <w:b/>
        </w:rPr>
        <w:t>Safety glazing</w:t>
      </w:r>
      <w:r w:rsidR="00D74A52" w:rsidRPr="00D74A52">
        <w:rPr>
          <w:b/>
        </w:rPr>
        <w:t>)</w:t>
      </w:r>
    </w:p>
    <w:p w14:paraId="1F356798" w14:textId="565745BE" w:rsidR="003B4673" w:rsidRDefault="003B4673" w:rsidP="003B4673">
      <w:pPr>
        <w:pStyle w:val="HChG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142B92">
        <w:rPr>
          <w:sz w:val="26"/>
          <w:szCs w:val="26"/>
        </w:rPr>
        <w:t xml:space="preserve">Proposal for </w:t>
      </w:r>
      <w:r w:rsidR="00D74A52" w:rsidRPr="00D74A52">
        <w:rPr>
          <w:sz w:val="26"/>
          <w:szCs w:val="26"/>
        </w:rPr>
        <w:t xml:space="preserve">Supplement </w:t>
      </w:r>
      <w:r w:rsidR="00E87F57">
        <w:rPr>
          <w:sz w:val="26"/>
          <w:szCs w:val="26"/>
        </w:rPr>
        <w:t xml:space="preserve">8 </w:t>
      </w:r>
      <w:r w:rsidR="00D74A52" w:rsidRPr="00D74A52">
        <w:rPr>
          <w:sz w:val="26"/>
          <w:szCs w:val="26"/>
        </w:rPr>
        <w:t xml:space="preserve">to the 01 series of amendments to </w:t>
      </w:r>
      <w:r w:rsidR="00D74A52">
        <w:rPr>
          <w:sz w:val="26"/>
          <w:szCs w:val="26"/>
        </w:rPr>
        <w:t xml:space="preserve">UN </w:t>
      </w:r>
      <w:r w:rsidR="00D74A52" w:rsidRPr="00D74A52">
        <w:rPr>
          <w:sz w:val="26"/>
          <w:szCs w:val="26"/>
        </w:rPr>
        <w:t xml:space="preserve">Regulation No. </w:t>
      </w:r>
      <w:r w:rsidR="00E87F57">
        <w:rPr>
          <w:sz w:val="26"/>
          <w:szCs w:val="26"/>
        </w:rPr>
        <w:t>43</w:t>
      </w:r>
      <w:r w:rsidR="00D74A52" w:rsidRPr="00D74A52">
        <w:rPr>
          <w:sz w:val="26"/>
          <w:szCs w:val="26"/>
        </w:rPr>
        <w:t xml:space="preserve"> (</w:t>
      </w:r>
      <w:r w:rsidR="00E87F57">
        <w:rPr>
          <w:sz w:val="26"/>
          <w:szCs w:val="26"/>
        </w:rPr>
        <w:t>Safety glazing</w:t>
      </w:r>
      <w:r w:rsidR="00D74A52" w:rsidRPr="00D74A52">
        <w:rPr>
          <w:sz w:val="26"/>
          <w:szCs w:val="26"/>
        </w:rPr>
        <w:t>)</w:t>
      </w:r>
    </w:p>
    <w:p w14:paraId="15C212E1" w14:textId="6C2E9D45" w:rsidR="002B47CA" w:rsidRPr="00DF418A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expert </w:t>
      </w:r>
      <w:r w:rsidR="00D709BA">
        <w:t xml:space="preserve">from </w:t>
      </w:r>
      <w:r w:rsidR="00E87F57">
        <w:t>Finland</w:t>
      </w:r>
      <w:r w:rsidRPr="00DF418A">
        <w:rPr>
          <w:vertAlign w:val="superscript"/>
        </w:rPr>
        <w:footnoteReference w:customMarkFollows="1" w:id="2"/>
        <w:t>*</w:t>
      </w:r>
    </w:p>
    <w:p w14:paraId="515B0E8A" w14:textId="2E876E74" w:rsidR="00DF418A" w:rsidRPr="003B4673" w:rsidRDefault="0050261A" w:rsidP="00704CB6">
      <w:pPr>
        <w:ind w:left="1134" w:right="1134" w:firstLine="567"/>
        <w:jc w:val="both"/>
      </w:pPr>
      <w:r w:rsidRPr="003B4673">
        <w:t xml:space="preserve">The text reproduced below was prepared by the expert </w:t>
      </w:r>
      <w:r w:rsidR="00D709BA">
        <w:t xml:space="preserve">from </w:t>
      </w:r>
      <w:r w:rsidR="00E87F57">
        <w:t>Finland</w:t>
      </w:r>
      <w:r w:rsidR="00CE106B" w:rsidRPr="003B4673">
        <w:t xml:space="preserve"> to </w:t>
      </w:r>
      <w:r w:rsidR="00E87F57">
        <w:rPr>
          <w:spacing w:val="1"/>
        </w:rPr>
        <w:t>enable the approval of the laminated-glass panes with improved mechanical properties</w:t>
      </w:r>
      <w:r w:rsidR="00E87F57">
        <w:t>.</w:t>
      </w:r>
      <w:r w:rsidR="0048413F" w:rsidRPr="003B4673">
        <w:t xml:space="preserve"> </w:t>
      </w:r>
      <w:r w:rsidRPr="003B4673">
        <w:t>The modifications to the current text o</w:t>
      </w:r>
      <w:r w:rsidR="00557459" w:rsidRPr="003B4673">
        <w:t>f</w:t>
      </w:r>
      <w:r w:rsidRPr="003B4673">
        <w:t xml:space="preserve"> UN Regulation No. </w:t>
      </w:r>
      <w:r w:rsidR="0047485D">
        <w:t>43</w:t>
      </w:r>
      <w:r w:rsidRPr="003B4673">
        <w:t xml:space="preserve"> are marked in bold</w:t>
      </w:r>
      <w:r w:rsidR="003C25FD">
        <w:t xml:space="preserve"> for new</w:t>
      </w:r>
      <w:r w:rsidRPr="003B4673">
        <w:t xml:space="preserve"> characters</w:t>
      </w:r>
      <w:r w:rsidR="003C25FD">
        <w:t xml:space="preserve"> and as strikethrough for deleted ones</w:t>
      </w:r>
      <w:r w:rsidR="005D6B0A" w:rsidRPr="003B4673">
        <w:rPr>
          <w:lang w:val="en-US"/>
        </w:rPr>
        <w:t>.</w:t>
      </w:r>
    </w:p>
    <w:p w14:paraId="2D49A4F1" w14:textId="77777777"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14:paraId="4CD88F66" w14:textId="57AEA823" w:rsidR="0084417C" w:rsidRDefault="0084417C" w:rsidP="0084417C">
      <w:pPr>
        <w:tabs>
          <w:tab w:val="left" w:pos="2240"/>
        </w:tabs>
        <w:spacing w:after="120"/>
        <w:ind w:left="2828" w:right="1134" w:hanging="1694"/>
        <w:jc w:val="both"/>
        <w:rPr>
          <w:lang w:eastAsia="ar-SA"/>
        </w:rPr>
      </w:pPr>
      <w:r>
        <w:rPr>
          <w:i/>
          <w:lang w:eastAsia="ar-SA"/>
        </w:rPr>
        <w:t>Paragraph 5.5.8.</w:t>
      </w:r>
      <w:r w:rsidRPr="007A4B3D">
        <w:rPr>
          <w:i/>
          <w:lang w:eastAsia="ar-SA"/>
        </w:rPr>
        <w:t xml:space="preserve">, </w:t>
      </w:r>
      <w:r w:rsidRPr="007A4B3D">
        <w:rPr>
          <w:lang w:eastAsia="ar-SA"/>
        </w:rPr>
        <w:t>amend to read:</w:t>
      </w:r>
    </w:p>
    <w:p w14:paraId="2B022BED" w14:textId="204B099D" w:rsidR="0084417C" w:rsidRPr="008A10FC" w:rsidRDefault="005E3EF7" w:rsidP="00D44212">
      <w:pPr>
        <w:pStyle w:val="para"/>
        <w:tabs>
          <w:tab w:val="left" w:pos="2268"/>
        </w:tabs>
        <w:ind w:left="2835" w:hanging="1701"/>
        <w:rPr>
          <w:b/>
        </w:rPr>
      </w:pPr>
      <w:r>
        <w:t>"5.5.8.</w:t>
      </w:r>
      <w:r>
        <w:tab/>
      </w:r>
      <w:r w:rsidR="0084417C" w:rsidRPr="00C64D4C">
        <w:t>XI</w:t>
      </w:r>
      <w:r w:rsidR="0084417C" w:rsidRPr="00C64D4C">
        <w:tab/>
        <w:t>In the case of a laminated-glass panes</w:t>
      </w:r>
      <w:r w:rsidR="0084417C" w:rsidRPr="008A10FC">
        <w:rPr>
          <w:b/>
        </w:rPr>
        <w:t xml:space="preserve">. In addition, the </w:t>
      </w:r>
      <w:r w:rsidR="0084417C">
        <w:rPr>
          <w:b/>
        </w:rPr>
        <w:t xml:space="preserve">appropriate </w:t>
      </w:r>
      <w:r w:rsidR="0084417C" w:rsidRPr="008A10FC">
        <w:rPr>
          <w:b/>
        </w:rPr>
        <w:t>application will be signified by:</w:t>
      </w:r>
    </w:p>
    <w:p w14:paraId="0D5BDDD8" w14:textId="24DE997D" w:rsidR="0084417C" w:rsidRPr="00A75F55" w:rsidRDefault="00D44212" w:rsidP="0084417C">
      <w:pPr>
        <w:pStyle w:val="para"/>
      </w:pPr>
      <w:r>
        <w:rPr>
          <w:b/>
        </w:rPr>
        <w:tab/>
      </w:r>
      <w:r w:rsidR="0084417C" w:rsidRPr="008A10FC">
        <w:rPr>
          <w:b/>
        </w:rPr>
        <w:t>/D</w:t>
      </w:r>
      <w:r w:rsidR="0084417C" w:rsidRPr="008A10FC">
        <w:rPr>
          <w:b/>
        </w:rPr>
        <w:tab/>
        <w:t>For panes, which</w:t>
      </w:r>
      <w:r w:rsidR="0084417C">
        <w:rPr>
          <w:b/>
        </w:rPr>
        <w:t xml:space="preserve"> are </w:t>
      </w:r>
      <w:r w:rsidR="0084417C" w:rsidRPr="008A10FC">
        <w:rPr>
          <w:b/>
        </w:rPr>
        <w:t>subjected to the</w:t>
      </w:r>
      <w:r w:rsidR="0084417C">
        <w:rPr>
          <w:b/>
        </w:rPr>
        <w:t xml:space="preserve"> </w:t>
      </w:r>
      <w:r w:rsidR="0084417C" w:rsidRPr="008A10FC">
        <w:rPr>
          <w:b/>
        </w:rPr>
        <w:t>2,260 g ball</w:t>
      </w:r>
      <w:r w:rsidR="0084417C">
        <w:rPr>
          <w:b/>
        </w:rPr>
        <w:t xml:space="preserve"> test and the headform test</w:t>
      </w:r>
      <w:r w:rsidR="005E3EF7">
        <w:rPr>
          <w:b/>
        </w:rPr>
        <w:t>.</w:t>
      </w:r>
      <w:r w:rsidRPr="00D44212">
        <w:t>"</w:t>
      </w:r>
    </w:p>
    <w:p w14:paraId="185A6A88" w14:textId="77777777" w:rsidR="0084417C" w:rsidRPr="00877315" w:rsidRDefault="0084417C" w:rsidP="0084417C">
      <w:pPr>
        <w:tabs>
          <w:tab w:val="left" w:pos="2240"/>
        </w:tabs>
        <w:spacing w:after="120"/>
        <w:ind w:left="2828" w:right="1134" w:hanging="1694"/>
        <w:jc w:val="both"/>
        <w:rPr>
          <w:lang w:eastAsia="ar-SA"/>
        </w:rPr>
      </w:pPr>
      <w:r>
        <w:rPr>
          <w:i/>
          <w:lang w:eastAsia="ar-SA"/>
        </w:rPr>
        <w:t>Paragraph 8.2.1.1.</w:t>
      </w:r>
      <w:r w:rsidRPr="007A4B3D">
        <w:rPr>
          <w:i/>
          <w:lang w:eastAsia="ar-SA"/>
        </w:rPr>
        <w:t xml:space="preserve">, </w:t>
      </w:r>
      <w:r w:rsidRPr="007A4B3D">
        <w:rPr>
          <w:lang w:eastAsia="ar-SA"/>
        </w:rPr>
        <w:t>amend to read:</w:t>
      </w:r>
      <w:r>
        <w:rPr>
          <w:lang w:eastAsia="ar-SA"/>
        </w:rPr>
        <w:t xml:space="preserve"> </w:t>
      </w:r>
    </w:p>
    <w:p w14:paraId="05A5349F" w14:textId="5FB5ACAF" w:rsidR="00CE106B" w:rsidRDefault="0084417C" w:rsidP="0084417C">
      <w:pPr>
        <w:tabs>
          <w:tab w:val="left" w:pos="2835"/>
        </w:tabs>
        <w:spacing w:before="120" w:after="120"/>
        <w:ind w:left="2268" w:right="1134" w:hanging="1134"/>
        <w:jc w:val="both"/>
      </w:pPr>
      <w:r w:rsidRPr="001F3FBA">
        <w:t>8.2.1.1.</w:t>
      </w:r>
      <w:r w:rsidRPr="001F3FBA">
        <w:tab/>
        <w:t>Safety glazing shall be subjected to the tests listed in the following table:</w:t>
      </w:r>
    </w:p>
    <w:p w14:paraId="7EDB1F33" w14:textId="3212365C" w:rsidR="003C25FD" w:rsidRPr="003C25FD" w:rsidRDefault="003C25FD" w:rsidP="00CE106B">
      <w:pPr>
        <w:tabs>
          <w:tab w:val="left" w:pos="2835"/>
        </w:tabs>
        <w:spacing w:before="120" w:after="120"/>
        <w:ind w:left="2268" w:right="1134" w:hanging="1134"/>
        <w:jc w:val="both"/>
      </w:pPr>
    </w:p>
    <w:p w14:paraId="5076A424" w14:textId="77777777" w:rsidR="0084417C" w:rsidRPr="001F3FBA" w:rsidRDefault="0084417C" w:rsidP="0084417C">
      <w:pPr>
        <w:pStyle w:val="para"/>
        <w:sectPr w:rsidR="0084417C" w:rsidRPr="001F3FBA" w:rsidSect="00704B5D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footnotePr>
            <w:numRestart w:val="eachSect"/>
          </w:footnotePr>
          <w:pgSz w:w="11907" w:h="16840" w:code="9"/>
          <w:pgMar w:top="1701" w:right="1134" w:bottom="2268" w:left="1134" w:header="964" w:footer="1701" w:gutter="0"/>
          <w:cols w:space="720"/>
          <w:titlePg/>
          <w:docGrid w:linePitch="272"/>
        </w:sectPr>
      </w:pPr>
    </w:p>
    <w:tbl>
      <w:tblPr>
        <w:tblW w:w="12446" w:type="dxa"/>
        <w:tblInd w:w="2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4"/>
        <w:gridCol w:w="1013"/>
        <w:gridCol w:w="1000"/>
        <w:gridCol w:w="900"/>
        <w:gridCol w:w="1100"/>
        <w:gridCol w:w="1100"/>
        <w:gridCol w:w="1100"/>
        <w:gridCol w:w="1100"/>
        <w:gridCol w:w="1100"/>
        <w:gridCol w:w="1100"/>
        <w:gridCol w:w="959"/>
      </w:tblGrid>
      <w:tr w:rsidR="0084417C" w:rsidRPr="001F3FBA" w14:paraId="60526283" w14:textId="77777777" w:rsidTr="00E0606F">
        <w:trPr>
          <w:cantSplit/>
          <w:tblHeader/>
        </w:trPr>
        <w:tc>
          <w:tcPr>
            <w:tcW w:w="1974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283C727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</w:p>
          <w:p w14:paraId="447C0759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 w:rsidRPr="001F3FBA">
              <w:rPr>
                <w:i/>
                <w:sz w:val="16"/>
              </w:rPr>
              <w:t>Tests</w:t>
            </w:r>
          </w:p>
        </w:tc>
        <w:tc>
          <w:tcPr>
            <w:tcW w:w="7313" w:type="dxa"/>
            <w:gridSpan w:val="7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6532B5A0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jc w:val="center"/>
            </w:pPr>
            <w:r w:rsidRPr="001F3FBA">
              <w:rPr>
                <w:i/>
                <w:sz w:val="16"/>
              </w:rPr>
              <w:t>Windscreen</w:t>
            </w:r>
            <w:r w:rsidRPr="00C67F8F">
              <w:rPr>
                <w:b/>
                <w:i/>
                <w:sz w:val="16"/>
              </w:rPr>
              <w:t>s</w:t>
            </w:r>
          </w:p>
        </w:tc>
        <w:tc>
          <w:tcPr>
            <w:tcW w:w="3159" w:type="dxa"/>
            <w:gridSpan w:val="3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656EA239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jc w:val="center"/>
              <w:rPr>
                <w:i/>
                <w:sz w:val="16"/>
              </w:rPr>
            </w:pPr>
            <w:proofErr w:type="spellStart"/>
            <w:r w:rsidRPr="00737576">
              <w:rPr>
                <w:i/>
                <w:strike/>
                <w:sz w:val="16"/>
              </w:rPr>
              <w:t>Glasspanes</w:t>
            </w:r>
            <w:proofErr w:type="spellEnd"/>
            <w:r>
              <w:rPr>
                <w:i/>
                <w:sz w:val="16"/>
              </w:rPr>
              <w:t xml:space="preserve"> </w:t>
            </w:r>
            <w:r w:rsidRPr="00737576">
              <w:rPr>
                <w:b/>
                <w:i/>
                <w:sz w:val="16"/>
              </w:rPr>
              <w:t>Glass panes</w:t>
            </w:r>
          </w:p>
        </w:tc>
      </w:tr>
      <w:tr w:rsidR="0084417C" w:rsidRPr="001F3FBA" w14:paraId="132603A4" w14:textId="77777777" w:rsidTr="00E0606F">
        <w:trPr>
          <w:cantSplit/>
          <w:tblHeader/>
        </w:trPr>
        <w:tc>
          <w:tcPr>
            <w:tcW w:w="1974" w:type="dxa"/>
            <w:vMerge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39A147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</w:p>
        </w:tc>
        <w:tc>
          <w:tcPr>
            <w:tcW w:w="2013" w:type="dxa"/>
            <w:gridSpan w:val="2"/>
            <w:tcBorders>
              <w:top w:val="single" w:sz="2" w:space="0" w:color="auto"/>
            </w:tcBorders>
            <w:shd w:val="clear" w:color="auto" w:fill="auto"/>
            <w:vAlign w:val="bottom"/>
          </w:tcPr>
          <w:p w14:paraId="590F9050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1F3FBA">
              <w:rPr>
                <w:i/>
                <w:sz w:val="16"/>
              </w:rPr>
              <w:t>Toughened glass</w:t>
            </w:r>
          </w:p>
        </w:tc>
        <w:tc>
          <w:tcPr>
            <w:tcW w:w="2000" w:type="dxa"/>
            <w:gridSpan w:val="2"/>
            <w:tcBorders>
              <w:top w:val="single" w:sz="2" w:space="0" w:color="auto"/>
            </w:tcBorders>
            <w:shd w:val="clear" w:color="auto" w:fill="auto"/>
            <w:vAlign w:val="bottom"/>
          </w:tcPr>
          <w:p w14:paraId="452035AA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1F3FBA">
              <w:rPr>
                <w:i/>
                <w:sz w:val="16"/>
              </w:rPr>
              <w:t>Ordinary laminated glass</w:t>
            </w:r>
          </w:p>
        </w:tc>
        <w:tc>
          <w:tcPr>
            <w:tcW w:w="220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7FB7841C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1F3FBA">
              <w:rPr>
                <w:i/>
                <w:sz w:val="16"/>
              </w:rPr>
              <w:t>Treated laminated glass</w:t>
            </w:r>
          </w:p>
        </w:tc>
        <w:tc>
          <w:tcPr>
            <w:tcW w:w="11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3E541FB5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1F3FBA">
              <w:rPr>
                <w:i/>
                <w:sz w:val="16"/>
              </w:rPr>
              <w:t>Glass-plastics</w:t>
            </w:r>
          </w:p>
        </w:tc>
        <w:tc>
          <w:tcPr>
            <w:tcW w:w="11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3C512E35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1F3FBA">
              <w:rPr>
                <w:i/>
                <w:sz w:val="16"/>
              </w:rPr>
              <w:t>Toughened glass</w:t>
            </w:r>
          </w:p>
        </w:tc>
        <w:tc>
          <w:tcPr>
            <w:tcW w:w="11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11667DB9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1F3FBA">
              <w:rPr>
                <w:i/>
                <w:sz w:val="16"/>
              </w:rPr>
              <w:t>Laminated</w:t>
            </w:r>
            <w:r>
              <w:rPr>
                <w:i/>
                <w:sz w:val="16"/>
              </w:rPr>
              <w:t>-</w:t>
            </w:r>
            <w:r w:rsidRPr="001F3FBA">
              <w:rPr>
                <w:i/>
                <w:sz w:val="16"/>
              </w:rPr>
              <w:t>glass</w:t>
            </w:r>
          </w:p>
        </w:tc>
        <w:tc>
          <w:tcPr>
            <w:tcW w:w="9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14:paraId="23F1ED36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1F3FBA">
              <w:rPr>
                <w:i/>
                <w:sz w:val="16"/>
              </w:rPr>
              <w:t>Glass-plastics</w:t>
            </w:r>
          </w:p>
        </w:tc>
      </w:tr>
      <w:tr w:rsidR="0084417C" w:rsidRPr="001F3FBA" w14:paraId="215B8341" w14:textId="77777777" w:rsidTr="00E0606F">
        <w:trPr>
          <w:cantSplit/>
          <w:tblHeader/>
        </w:trPr>
        <w:tc>
          <w:tcPr>
            <w:tcW w:w="1974" w:type="dxa"/>
            <w:vMerge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46667F2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</w:p>
        </w:tc>
        <w:tc>
          <w:tcPr>
            <w:tcW w:w="101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7AE7FB0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1F3FBA">
              <w:rPr>
                <w:i/>
                <w:sz w:val="16"/>
              </w:rPr>
              <w:t>I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C65556F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1F3FBA">
              <w:rPr>
                <w:i/>
                <w:sz w:val="16"/>
              </w:rPr>
              <w:t>I-P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68B5CA4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1F3FBA">
              <w:rPr>
                <w:i/>
                <w:sz w:val="16"/>
              </w:rPr>
              <w:t>II</w:t>
            </w:r>
          </w:p>
        </w:tc>
        <w:tc>
          <w:tcPr>
            <w:tcW w:w="11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1B6DC6D6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1F3FBA">
              <w:rPr>
                <w:i/>
                <w:sz w:val="16"/>
              </w:rPr>
              <w:t>II-P</w:t>
            </w:r>
          </w:p>
        </w:tc>
        <w:tc>
          <w:tcPr>
            <w:tcW w:w="11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D71CF9D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1F3FBA">
              <w:rPr>
                <w:i/>
                <w:sz w:val="16"/>
              </w:rPr>
              <w:t>III</w:t>
            </w:r>
          </w:p>
        </w:tc>
        <w:tc>
          <w:tcPr>
            <w:tcW w:w="11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236AC00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1F3FBA">
              <w:rPr>
                <w:i/>
                <w:sz w:val="16"/>
              </w:rPr>
              <w:t>III-P</w:t>
            </w:r>
          </w:p>
        </w:tc>
        <w:tc>
          <w:tcPr>
            <w:tcW w:w="11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6716068" w14:textId="77777777" w:rsidR="0084417C" w:rsidRPr="001F3FBA" w:rsidRDefault="0084417C" w:rsidP="00E0606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1F3FBA">
              <w:rPr>
                <w:i/>
                <w:sz w:val="16"/>
              </w:rPr>
              <w:t>IV</w:t>
            </w:r>
          </w:p>
        </w:tc>
        <w:tc>
          <w:tcPr>
            <w:tcW w:w="11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68C388B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1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C62004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95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16B10D6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</w:tr>
      <w:tr w:rsidR="0084417C" w:rsidRPr="001F3FBA" w14:paraId="565F1F2F" w14:textId="77777777" w:rsidTr="00E0606F">
        <w:tc>
          <w:tcPr>
            <w:tcW w:w="1974" w:type="dxa"/>
            <w:tcBorders>
              <w:top w:val="single" w:sz="12" w:space="0" w:color="auto"/>
            </w:tcBorders>
            <w:shd w:val="clear" w:color="auto" w:fill="auto"/>
          </w:tcPr>
          <w:p w14:paraId="4EC72ADB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1F3FBA">
              <w:rPr>
                <w:sz w:val="18"/>
              </w:rPr>
              <w:t>Fragmentation:</w:t>
            </w:r>
          </w:p>
        </w:tc>
        <w:tc>
          <w:tcPr>
            <w:tcW w:w="101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49C3F005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A4/2</w:t>
            </w:r>
          </w:p>
        </w:tc>
        <w:tc>
          <w:tcPr>
            <w:tcW w:w="100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7CDBCF32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A4/2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17A8BA23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10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3EF985B1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10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58A9AE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A8/4</w:t>
            </w:r>
          </w:p>
        </w:tc>
        <w:tc>
          <w:tcPr>
            <w:tcW w:w="110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3164CA29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A8/4</w:t>
            </w:r>
          </w:p>
        </w:tc>
        <w:tc>
          <w:tcPr>
            <w:tcW w:w="110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2AC5C9E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10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2969C515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A5/2</w:t>
            </w:r>
          </w:p>
        </w:tc>
        <w:tc>
          <w:tcPr>
            <w:tcW w:w="110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9BA8C7F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95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4ACDB1F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</w:tr>
      <w:tr w:rsidR="0084417C" w:rsidRPr="001F3FBA" w14:paraId="5119BCDF" w14:textId="77777777" w:rsidTr="00E0606F">
        <w:tc>
          <w:tcPr>
            <w:tcW w:w="1974" w:type="dxa"/>
            <w:shd w:val="clear" w:color="auto" w:fill="auto"/>
          </w:tcPr>
          <w:p w14:paraId="1A3C2FA2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1F3FBA">
              <w:rPr>
                <w:sz w:val="18"/>
              </w:rPr>
              <w:t>Mechanical strength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11FC205D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14:paraId="10724058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A1B180F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4C76B1BE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008DAC01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560C5E01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337F3CAF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3347CF3B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64E5D31D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959" w:type="dxa"/>
            <w:shd w:val="clear" w:color="auto" w:fill="auto"/>
            <w:vAlign w:val="bottom"/>
          </w:tcPr>
          <w:p w14:paraId="5FE0E0B7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</w:tr>
      <w:tr w:rsidR="0084417C" w:rsidRPr="001F3FBA" w14:paraId="4B69B1C6" w14:textId="77777777" w:rsidTr="00E0606F">
        <w:tc>
          <w:tcPr>
            <w:tcW w:w="1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6FA288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1F3FBA">
              <w:rPr>
                <w:sz w:val="18"/>
              </w:rPr>
              <w:t>-  227 g ball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CBB2E59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3EDD83C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168D4FB7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A6/4.3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637D1C2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A6/4.3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6676D4BE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A6/4.3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77CC71FC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A6/4.3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793DBF23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A6/4.3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50DAA5D0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A5/3.1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6F17FF64" w14:textId="77777777" w:rsidR="0084417C" w:rsidRPr="00C32FB8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32FB8">
              <w:rPr>
                <w:sz w:val="18"/>
              </w:rPr>
              <w:t xml:space="preserve">A7/3 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06AD8F93" w14:textId="77777777" w:rsidR="0084417C" w:rsidRPr="00C32FB8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32FB8">
              <w:rPr>
                <w:sz w:val="18"/>
              </w:rPr>
              <w:t xml:space="preserve">A11/3 </w:t>
            </w:r>
          </w:p>
        </w:tc>
      </w:tr>
      <w:tr w:rsidR="0084417C" w:rsidRPr="001F3FBA" w14:paraId="45D33C95" w14:textId="77777777" w:rsidTr="00E0606F">
        <w:tc>
          <w:tcPr>
            <w:tcW w:w="1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D5DBB0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1F3FBA">
              <w:rPr>
                <w:sz w:val="18"/>
              </w:rPr>
              <w:t>-  2,260 g ball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1759B1DA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6708B389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53DC8993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A6/4.2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E96C171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A6/4.2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0887DB41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A6/4.2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5EF2FFDD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A6/4.2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2B4EA46B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A6/4.2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03065C4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260E4371" w14:textId="77777777" w:rsidR="0084417C" w:rsidRPr="00C67F8F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b/>
                <w:sz w:val="18"/>
              </w:rPr>
            </w:pPr>
            <w:r w:rsidRPr="0054213B">
              <w:rPr>
                <w:strike/>
                <w:sz w:val="18"/>
              </w:rPr>
              <w:t>-</w:t>
            </w:r>
            <w:r>
              <w:rPr>
                <w:b/>
                <w:sz w:val="18"/>
              </w:rPr>
              <w:t xml:space="preserve">A7/6 </w:t>
            </w:r>
            <w:r>
              <w:rPr>
                <w:b/>
                <w:sz w:val="18"/>
                <w:vertAlign w:val="superscript"/>
              </w:rPr>
              <w:t>4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0C3E1C60" w14:textId="77777777" w:rsidR="0084417C" w:rsidRPr="00C32FB8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32FB8">
              <w:rPr>
                <w:sz w:val="18"/>
              </w:rPr>
              <w:t>-</w:t>
            </w:r>
          </w:p>
        </w:tc>
      </w:tr>
      <w:tr w:rsidR="0084417C" w:rsidRPr="001F3FBA" w14:paraId="1177F5E9" w14:textId="77777777" w:rsidTr="00E0606F">
        <w:tc>
          <w:tcPr>
            <w:tcW w:w="1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3C7F253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1F3FBA">
              <w:rPr>
                <w:sz w:val="18"/>
              </w:rPr>
              <w:t>Headform test</w:t>
            </w:r>
            <w:r w:rsidRPr="00A93858">
              <w:rPr>
                <w:sz w:val="18"/>
                <w:vertAlign w:val="superscript"/>
              </w:rPr>
              <w:t>1</w:t>
            </w:r>
          </w:p>
        </w:tc>
        <w:tc>
          <w:tcPr>
            <w:tcW w:w="1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38A83DF5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A4/3</w:t>
            </w:r>
          </w:p>
        </w:tc>
        <w:tc>
          <w:tcPr>
            <w:tcW w:w="1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295DB7BF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A4/3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0B5EE8C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A6/3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53145A87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A6/3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EE1D72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A6/3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90761B6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A6/3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3B3C5098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A10/3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13ECAA0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79432A46" w14:textId="77777777" w:rsidR="0084417C" w:rsidRPr="00C32FB8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A75F55">
              <w:rPr>
                <w:strike/>
                <w:sz w:val="18"/>
              </w:rPr>
              <w:t>-</w:t>
            </w:r>
            <w:r>
              <w:rPr>
                <w:b/>
                <w:sz w:val="18"/>
              </w:rPr>
              <w:t xml:space="preserve">A7/6 </w:t>
            </w:r>
            <w:r>
              <w:rPr>
                <w:b/>
                <w:sz w:val="18"/>
                <w:vertAlign w:val="superscript"/>
              </w:rPr>
              <w:t>4</w:t>
            </w:r>
          </w:p>
        </w:tc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20B9C2EE" w14:textId="77777777" w:rsidR="0084417C" w:rsidRPr="00C32FB8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32FB8">
              <w:rPr>
                <w:sz w:val="18"/>
              </w:rPr>
              <w:t xml:space="preserve">- </w:t>
            </w:r>
          </w:p>
        </w:tc>
      </w:tr>
      <w:tr w:rsidR="0084417C" w:rsidRPr="001F3FBA" w14:paraId="1AF0E045" w14:textId="77777777" w:rsidTr="00E0606F">
        <w:tc>
          <w:tcPr>
            <w:tcW w:w="1974" w:type="dxa"/>
            <w:shd w:val="clear" w:color="auto" w:fill="auto"/>
          </w:tcPr>
          <w:p w14:paraId="4221B021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1F3FBA">
              <w:rPr>
                <w:sz w:val="18"/>
              </w:rPr>
              <w:t>Abrasion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216EBC9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14:paraId="30454465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C5DAD3B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60CBA8C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00165C9F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74EBE513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18BFF547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17317126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5ECE75CD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  <w:tc>
          <w:tcPr>
            <w:tcW w:w="959" w:type="dxa"/>
            <w:shd w:val="clear" w:color="auto" w:fill="auto"/>
            <w:vAlign w:val="bottom"/>
          </w:tcPr>
          <w:p w14:paraId="318A1FC0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</w:p>
        </w:tc>
      </w:tr>
      <w:tr w:rsidR="0084417C" w:rsidRPr="001F3FBA" w14:paraId="32F412D2" w14:textId="77777777" w:rsidTr="00E0606F">
        <w:tc>
          <w:tcPr>
            <w:tcW w:w="1974" w:type="dxa"/>
            <w:shd w:val="clear" w:color="auto" w:fill="auto"/>
          </w:tcPr>
          <w:p w14:paraId="25D8708A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1F3FBA">
              <w:rPr>
                <w:sz w:val="18"/>
              </w:rPr>
              <w:t>Outer face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7B621DD2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7E1EEA43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30DF89E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A6/5.1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4A0764A5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A6/5.1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18ACDDF8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A6/5.1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3ACC3D46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A6/5.1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48577986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A6/5.1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5EDDF460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03F4F9E5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A6/5.1</w:t>
            </w:r>
          </w:p>
        </w:tc>
        <w:tc>
          <w:tcPr>
            <w:tcW w:w="959" w:type="dxa"/>
            <w:shd w:val="clear" w:color="auto" w:fill="auto"/>
            <w:vAlign w:val="bottom"/>
          </w:tcPr>
          <w:p w14:paraId="682372B2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A6/5.1</w:t>
            </w:r>
          </w:p>
        </w:tc>
      </w:tr>
      <w:tr w:rsidR="0084417C" w:rsidRPr="001F3FBA" w14:paraId="113FE7EB" w14:textId="77777777" w:rsidTr="00E0606F">
        <w:tc>
          <w:tcPr>
            <w:tcW w:w="1974" w:type="dxa"/>
            <w:shd w:val="clear" w:color="auto" w:fill="auto"/>
          </w:tcPr>
          <w:p w14:paraId="5882DB4D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1F3FBA">
              <w:rPr>
                <w:sz w:val="18"/>
              </w:rPr>
              <w:t>Inner face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2F241116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15B032FD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A9/2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3A0DE0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6D720B9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A9/2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4B331B96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02B615D9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A9/2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1E70DCD5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A9/2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6AD4974B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 xml:space="preserve">A9/2 </w:t>
            </w:r>
            <w:r w:rsidRPr="001F3FBA">
              <w:rPr>
                <w:rStyle w:val="FootnoteReference"/>
              </w:rPr>
              <w:t>2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78BD06C3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 xml:space="preserve">A9/2 </w:t>
            </w:r>
            <w:r w:rsidRPr="001F3FBA">
              <w:rPr>
                <w:rStyle w:val="FootnoteReference"/>
              </w:rPr>
              <w:t>2</w:t>
            </w:r>
          </w:p>
        </w:tc>
        <w:tc>
          <w:tcPr>
            <w:tcW w:w="959" w:type="dxa"/>
            <w:shd w:val="clear" w:color="auto" w:fill="auto"/>
            <w:vAlign w:val="bottom"/>
          </w:tcPr>
          <w:p w14:paraId="06B9640D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A9/2</w:t>
            </w:r>
          </w:p>
        </w:tc>
      </w:tr>
      <w:tr w:rsidR="0084417C" w:rsidRPr="001F3FBA" w14:paraId="2C47F18B" w14:textId="77777777" w:rsidTr="00E0606F">
        <w:tc>
          <w:tcPr>
            <w:tcW w:w="1974" w:type="dxa"/>
            <w:shd w:val="clear" w:color="auto" w:fill="auto"/>
          </w:tcPr>
          <w:p w14:paraId="5BB0E7C1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1F3FBA">
              <w:rPr>
                <w:sz w:val="18"/>
              </w:rPr>
              <w:t>High temperature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2CB7B899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1F318520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9CCD14D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A3/5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5186450C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A3/5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2713C18A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A3/5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3BF49F5A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A3/5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32921FD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A3/5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2ADBE39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50B67D41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A3/5</w:t>
            </w:r>
          </w:p>
        </w:tc>
        <w:tc>
          <w:tcPr>
            <w:tcW w:w="959" w:type="dxa"/>
            <w:shd w:val="clear" w:color="auto" w:fill="auto"/>
            <w:vAlign w:val="bottom"/>
          </w:tcPr>
          <w:p w14:paraId="03F01450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A3/5</w:t>
            </w:r>
          </w:p>
        </w:tc>
      </w:tr>
      <w:tr w:rsidR="0084417C" w:rsidRPr="001F3FBA" w14:paraId="468BC321" w14:textId="77777777" w:rsidTr="00E0606F">
        <w:tc>
          <w:tcPr>
            <w:tcW w:w="1974" w:type="dxa"/>
            <w:shd w:val="clear" w:color="auto" w:fill="auto"/>
          </w:tcPr>
          <w:p w14:paraId="5F0A28FA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1F3FBA">
              <w:rPr>
                <w:sz w:val="18"/>
              </w:rPr>
              <w:t>Radiation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23D2E39A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6C724A2F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A3/6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794D299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A3/6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23603C95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A3/6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3E00E37D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A3/6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43241790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A3/6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5AA8D16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A3/6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1975E09E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5A36C777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A3/6</w:t>
            </w:r>
          </w:p>
        </w:tc>
        <w:tc>
          <w:tcPr>
            <w:tcW w:w="959" w:type="dxa"/>
            <w:shd w:val="clear" w:color="auto" w:fill="auto"/>
            <w:vAlign w:val="bottom"/>
          </w:tcPr>
          <w:p w14:paraId="028F17AC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A3/6</w:t>
            </w:r>
          </w:p>
        </w:tc>
      </w:tr>
      <w:tr w:rsidR="0084417C" w:rsidRPr="001F3FBA" w14:paraId="52E86C65" w14:textId="77777777" w:rsidTr="00E0606F">
        <w:tc>
          <w:tcPr>
            <w:tcW w:w="1974" w:type="dxa"/>
            <w:shd w:val="clear" w:color="auto" w:fill="auto"/>
          </w:tcPr>
          <w:p w14:paraId="7AC991D1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1F3FBA">
              <w:rPr>
                <w:sz w:val="18"/>
              </w:rPr>
              <w:t>Humidity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21EC050D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768A7C97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A3/7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39DAA7E3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A3/7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14679333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A3/7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6486B5EF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A3/7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1EFE8AB0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A3/7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261B34E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A3/7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7CC8D615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 xml:space="preserve">A3/7 </w:t>
            </w:r>
            <w:r w:rsidRPr="001F3FBA">
              <w:rPr>
                <w:rStyle w:val="FootnoteReference"/>
              </w:rPr>
              <w:t>2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3FC9D9DE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A3/7</w:t>
            </w:r>
          </w:p>
        </w:tc>
        <w:tc>
          <w:tcPr>
            <w:tcW w:w="959" w:type="dxa"/>
            <w:shd w:val="clear" w:color="auto" w:fill="auto"/>
            <w:vAlign w:val="bottom"/>
          </w:tcPr>
          <w:p w14:paraId="3DB7E567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A3/7</w:t>
            </w:r>
          </w:p>
        </w:tc>
      </w:tr>
      <w:tr w:rsidR="0084417C" w:rsidRPr="001F3FBA" w14:paraId="2356F2E8" w14:textId="77777777" w:rsidTr="00E0606F">
        <w:tc>
          <w:tcPr>
            <w:tcW w:w="1974" w:type="dxa"/>
            <w:shd w:val="clear" w:color="auto" w:fill="auto"/>
          </w:tcPr>
          <w:p w14:paraId="39933F93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1F3FBA">
              <w:rPr>
                <w:sz w:val="18"/>
              </w:rPr>
              <w:t>Light transmission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60FABEEB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A3/9.1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0E7B3961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A3/9.1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8550951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A3/9.1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6153426A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A3/9.1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5227BC1E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A3/9.1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59689C0B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A3/9.1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1D374756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A3/9.1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6CB872F3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A3/9.1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7B1EC3C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A3/9.1</w:t>
            </w:r>
          </w:p>
        </w:tc>
        <w:tc>
          <w:tcPr>
            <w:tcW w:w="959" w:type="dxa"/>
            <w:shd w:val="clear" w:color="auto" w:fill="auto"/>
            <w:vAlign w:val="bottom"/>
          </w:tcPr>
          <w:p w14:paraId="66494131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A3/9.1</w:t>
            </w:r>
          </w:p>
        </w:tc>
      </w:tr>
      <w:tr w:rsidR="0084417C" w:rsidRPr="001F3FBA" w14:paraId="0007839A" w14:textId="77777777" w:rsidTr="00E0606F">
        <w:tc>
          <w:tcPr>
            <w:tcW w:w="1974" w:type="dxa"/>
            <w:shd w:val="clear" w:color="auto" w:fill="auto"/>
          </w:tcPr>
          <w:p w14:paraId="59B17CA8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1F3FBA">
              <w:rPr>
                <w:sz w:val="18"/>
              </w:rPr>
              <w:t>Optional distortion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090812B9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A3/9.2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15C306F2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A3/9.2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5EE2D2E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A3/9.2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4D48318D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A3/9.2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65A1C12B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A3/9.2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097C6B63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A3/9.2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05306380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A3/9.2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2C65D142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 xml:space="preserve">A3/9.2 </w:t>
            </w:r>
            <w:r w:rsidRPr="001F3FBA">
              <w:rPr>
                <w:sz w:val="18"/>
                <w:vertAlign w:val="superscript"/>
              </w:rPr>
              <w:t>3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5919ADD0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959" w:type="dxa"/>
            <w:shd w:val="clear" w:color="auto" w:fill="auto"/>
            <w:vAlign w:val="bottom"/>
          </w:tcPr>
          <w:p w14:paraId="492DE06D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</w:tr>
      <w:tr w:rsidR="0084417C" w:rsidRPr="001F3FBA" w14:paraId="0381A6C4" w14:textId="77777777" w:rsidTr="00E0606F">
        <w:tc>
          <w:tcPr>
            <w:tcW w:w="1974" w:type="dxa"/>
            <w:shd w:val="clear" w:color="auto" w:fill="auto"/>
          </w:tcPr>
          <w:p w14:paraId="3B5061CB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1F3FBA">
              <w:rPr>
                <w:sz w:val="18"/>
              </w:rPr>
              <w:t>Secondary image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15C48117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A3/9.3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2E99166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A3/9.3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1FCB54C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A3/9.3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16C3FC9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A3/9.3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77BD76AE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A3/9.3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3A7EE4E7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A3/9.3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312036C7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A3/9.3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3BE2475C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 xml:space="preserve">A3/9.3 </w:t>
            </w:r>
            <w:r w:rsidRPr="001F3FBA">
              <w:rPr>
                <w:rStyle w:val="FootnoteReference"/>
              </w:rPr>
              <w:t>3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72D870CE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959" w:type="dxa"/>
            <w:shd w:val="clear" w:color="auto" w:fill="auto"/>
            <w:vAlign w:val="bottom"/>
          </w:tcPr>
          <w:p w14:paraId="746C8D9D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</w:tr>
      <w:tr w:rsidR="0084417C" w:rsidRPr="001F3FBA" w14:paraId="3DAF7164" w14:textId="77777777" w:rsidTr="00E0606F">
        <w:tc>
          <w:tcPr>
            <w:tcW w:w="1974" w:type="dxa"/>
            <w:shd w:val="clear" w:color="auto" w:fill="auto"/>
          </w:tcPr>
          <w:p w14:paraId="1FE761E1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1F3FBA">
              <w:rPr>
                <w:sz w:val="18"/>
              </w:rPr>
              <w:t>Resistance to temperature changes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0AA2C2D1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000" w:type="dxa"/>
            <w:shd w:val="clear" w:color="auto" w:fill="auto"/>
            <w:vAlign w:val="bottom"/>
          </w:tcPr>
          <w:p w14:paraId="211889BE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A3/8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569123E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6AEDB4A7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A3/8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3C386C98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5BAADBDC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A3/8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44C15C31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A3/8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48FA9266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 xml:space="preserve">A3/8 </w:t>
            </w:r>
            <w:r w:rsidRPr="001F3FBA">
              <w:rPr>
                <w:rStyle w:val="FootnoteReference"/>
              </w:rPr>
              <w:t>2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4FCF41A6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 xml:space="preserve">A3/8 </w:t>
            </w:r>
            <w:r w:rsidRPr="001F3FBA">
              <w:rPr>
                <w:rStyle w:val="FootnoteReference"/>
              </w:rPr>
              <w:t>2</w:t>
            </w:r>
          </w:p>
        </w:tc>
        <w:tc>
          <w:tcPr>
            <w:tcW w:w="959" w:type="dxa"/>
            <w:shd w:val="clear" w:color="auto" w:fill="auto"/>
            <w:vAlign w:val="bottom"/>
          </w:tcPr>
          <w:p w14:paraId="5D165B0A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A3/8</w:t>
            </w:r>
          </w:p>
        </w:tc>
      </w:tr>
      <w:tr w:rsidR="0084417C" w:rsidRPr="001F3FBA" w14:paraId="0B04767C" w14:textId="77777777" w:rsidTr="00E0606F">
        <w:tc>
          <w:tcPr>
            <w:tcW w:w="1974" w:type="dxa"/>
            <w:tcBorders>
              <w:bottom w:val="single" w:sz="2" w:space="0" w:color="auto"/>
            </w:tcBorders>
            <w:shd w:val="clear" w:color="auto" w:fill="auto"/>
          </w:tcPr>
          <w:p w14:paraId="0E9DCC3E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1F3FBA">
              <w:rPr>
                <w:sz w:val="18"/>
              </w:rPr>
              <w:t>Fire resistance</w:t>
            </w:r>
          </w:p>
        </w:tc>
        <w:tc>
          <w:tcPr>
            <w:tcW w:w="1013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56B121DE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000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646D1617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A3/10</w:t>
            </w:r>
          </w:p>
        </w:tc>
        <w:tc>
          <w:tcPr>
            <w:tcW w:w="900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47F56565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100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2C3FA2E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A3/10</w:t>
            </w:r>
          </w:p>
        </w:tc>
        <w:tc>
          <w:tcPr>
            <w:tcW w:w="1100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2058DE72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100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0C5A782F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A3/10</w:t>
            </w:r>
          </w:p>
        </w:tc>
        <w:tc>
          <w:tcPr>
            <w:tcW w:w="1100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05C16278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A3/10</w:t>
            </w:r>
          </w:p>
        </w:tc>
        <w:tc>
          <w:tcPr>
            <w:tcW w:w="1100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66EB3C54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 xml:space="preserve">A3/10 </w:t>
            </w:r>
            <w:r w:rsidRPr="001F3FBA">
              <w:rPr>
                <w:rStyle w:val="FootnoteReference"/>
              </w:rPr>
              <w:t>2</w:t>
            </w:r>
          </w:p>
        </w:tc>
        <w:tc>
          <w:tcPr>
            <w:tcW w:w="1100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69765F32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 xml:space="preserve">A3/10 </w:t>
            </w:r>
            <w:r w:rsidRPr="001F3FBA">
              <w:rPr>
                <w:rStyle w:val="FootnoteReference"/>
              </w:rPr>
              <w:t>2</w:t>
            </w:r>
          </w:p>
        </w:tc>
        <w:tc>
          <w:tcPr>
            <w:tcW w:w="959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14:paraId="7D2EE497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A3/10</w:t>
            </w:r>
          </w:p>
        </w:tc>
      </w:tr>
      <w:tr w:rsidR="0084417C" w:rsidRPr="001F3FBA" w14:paraId="6C111A36" w14:textId="77777777" w:rsidTr="00E0606F">
        <w:tc>
          <w:tcPr>
            <w:tcW w:w="1974" w:type="dxa"/>
            <w:tcBorders>
              <w:bottom w:val="single" w:sz="12" w:space="0" w:color="auto"/>
            </w:tcBorders>
            <w:shd w:val="clear" w:color="auto" w:fill="auto"/>
          </w:tcPr>
          <w:p w14:paraId="45422FD0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1F3FBA">
              <w:rPr>
                <w:sz w:val="18"/>
              </w:rPr>
              <w:t>Resistance to chemicals</w:t>
            </w:r>
          </w:p>
        </w:tc>
        <w:tc>
          <w:tcPr>
            <w:tcW w:w="101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17312451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34B0487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A3/11.2.1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FF9855B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1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27DFDDB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A3/11.2.1</w:t>
            </w:r>
          </w:p>
        </w:tc>
        <w:tc>
          <w:tcPr>
            <w:tcW w:w="11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6806F88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-</w:t>
            </w:r>
          </w:p>
        </w:tc>
        <w:tc>
          <w:tcPr>
            <w:tcW w:w="11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18439E5C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A3/11.2.1</w:t>
            </w:r>
          </w:p>
        </w:tc>
        <w:tc>
          <w:tcPr>
            <w:tcW w:w="11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51EDCC0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A3/11.2.1</w:t>
            </w:r>
          </w:p>
        </w:tc>
        <w:tc>
          <w:tcPr>
            <w:tcW w:w="11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C07ADD5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 xml:space="preserve">A3/11.2.1 </w:t>
            </w:r>
            <w:r w:rsidRPr="001F3FBA">
              <w:rPr>
                <w:rStyle w:val="FootnoteReference"/>
              </w:rPr>
              <w:t>2</w:t>
            </w:r>
          </w:p>
        </w:tc>
        <w:tc>
          <w:tcPr>
            <w:tcW w:w="110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DA4966E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 xml:space="preserve">A3/11.2.1 </w:t>
            </w:r>
            <w:r w:rsidRPr="001F3FBA">
              <w:rPr>
                <w:sz w:val="18"/>
                <w:vertAlign w:val="superscript"/>
              </w:rPr>
              <w:t>2</w:t>
            </w:r>
          </w:p>
        </w:tc>
        <w:tc>
          <w:tcPr>
            <w:tcW w:w="95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E2BA976" w14:textId="77777777" w:rsidR="0084417C" w:rsidRPr="001F3FBA" w:rsidRDefault="0084417C" w:rsidP="00E0606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1F3FBA">
              <w:rPr>
                <w:sz w:val="18"/>
              </w:rPr>
              <w:t>A3/11.2.1</w:t>
            </w:r>
          </w:p>
        </w:tc>
      </w:tr>
    </w:tbl>
    <w:p w14:paraId="67277DAE" w14:textId="77777777" w:rsidR="0084417C" w:rsidRPr="001F3FBA" w:rsidRDefault="0084417C" w:rsidP="0084417C">
      <w:pPr>
        <w:pStyle w:val="FootnoteText"/>
        <w:tabs>
          <w:tab w:val="left" w:pos="540"/>
        </w:tabs>
        <w:spacing w:before="120"/>
        <w:ind w:left="539" w:right="-28" w:hanging="238"/>
      </w:pPr>
      <w:r w:rsidRPr="00737576">
        <w:rPr>
          <w:vertAlign w:val="superscript"/>
        </w:rPr>
        <w:t>1</w:t>
      </w:r>
      <w:r w:rsidRPr="00737576">
        <w:rPr>
          <w:vertAlign w:val="superscript"/>
        </w:rPr>
        <w:tab/>
      </w:r>
      <w:r w:rsidRPr="001F3FBA">
        <w:t xml:space="preserve">Furthermore this test shall be carried out on </w:t>
      </w:r>
      <w:r>
        <w:t>multiple</w:t>
      </w:r>
      <w:r w:rsidRPr="001F3FBA">
        <w:t>-glazed units pursuant to Annex 12, paragraph 3 (A12/3).</w:t>
      </w:r>
    </w:p>
    <w:p w14:paraId="710D63FC" w14:textId="77777777" w:rsidR="0084417C" w:rsidRDefault="0084417C" w:rsidP="0084417C">
      <w:pPr>
        <w:pStyle w:val="FootnoteText"/>
        <w:tabs>
          <w:tab w:val="left" w:pos="540"/>
        </w:tabs>
        <w:ind w:left="540" w:right="-29" w:hanging="240"/>
      </w:pPr>
      <w:r w:rsidRPr="00737576">
        <w:rPr>
          <w:vertAlign w:val="superscript"/>
        </w:rPr>
        <w:t>2</w:t>
      </w:r>
      <w:r w:rsidRPr="00737576">
        <w:rPr>
          <w:vertAlign w:val="superscript"/>
        </w:rPr>
        <w:tab/>
      </w:r>
      <w:r w:rsidRPr="001F3FBA">
        <w:t>If coated on the inner side with plastics material.</w:t>
      </w:r>
    </w:p>
    <w:p w14:paraId="29C1AA57" w14:textId="77777777" w:rsidR="0084417C" w:rsidRPr="001F3FBA" w:rsidRDefault="0084417C" w:rsidP="0084417C">
      <w:pPr>
        <w:pStyle w:val="FootnoteText"/>
        <w:tabs>
          <w:tab w:val="left" w:pos="540"/>
        </w:tabs>
        <w:ind w:left="540" w:right="-29" w:hanging="240"/>
      </w:pPr>
      <w:r>
        <w:rPr>
          <w:vertAlign w:val="superscript"/>
        </w:rPr>
        <w:t>3</w:t>
      </w:r>
      <w:r w:rsidRPr="00737576">
        <w:rPr>
          <w:vertAlign w:val="superscript"/>
        </w:rPr>
        <w:tab/>
      </w:r>
      <w:r w:rsidRPr="002953A3">
        <w:rPr>
          <w:szCs w:val="18"/>
        </w:rPr>
        <w:t>This test shall only be carried out on uniformly-toughened glass-panes to be used as windscreens of slow-moving vehicles which, by construction, cannot exceed 40 km/h.</w:t>
      </w:r>
    </w:p>
    <w:p w14:paraId="05B0A5C0" w14:textId="77777777" w:rsidR="0084417C" w:rsidRPr="00C67F8F" w:rsidRDefault="0084417C" w:rsidP="0084417C">
      <w:pPr>
        <w:pStyle w:val="FootnoteText"/>
        <w:tabs>
          <w:tab w:val="left" w:pos="540"/>
        </w:tabs>
        <w:ind w:left="540" w:right="-29" w:hanging="240"/>
        <w:rPr>
          <w:b/>
        </w:rPr>
      </w:pPr>
      <w:r w:rsidRPr="00737576">
        <w:rPr>
          <w:b/>
          <w:vertAlign w:val="superscript"/>
        </w:rPr>
        <w:t>4</w:t>
      </w:r>
      <w:r w:rsidRPr="00737576">
        <w:rPr>
          <w:b/>
          <w:vertAlign w:val="superscript"/>
        </w:rPr>
        <w:tab/>
      </w:r>
      <w:r w:rsidRPr="00737576">
        <w:rPr>
          <w:b/>
          <w:szCs w:val="18"/>
        </w:rPr>
        <w:t>This test shall only be carried out on laminated-glass panes bearing the additional symbol /D.</w:t>
      </w:r>
    </w:p>
    <w:p w14:paraId="64D35791" w14:textId="77777777" w:rsidR="0084417C" w:rsidRPr="001F3FBA" w:rsidRDefault="0084417C" w:rsidP="0084417C">
      <w:pPr>
        <w:tabs>
          <w:tab w:val="left" w:pos="-170"/>
          <w:tab w:val="left" w:pos="113"/>
          <w:tab w:val="left" w:pos="681"/>
          <w:tab w:val="right" w:pos="1012"/>
          <w:tab w:val="left" w:pos="1203"/>
          <w:tab w:val="left" w:pos="1701"/>
        </w:tabs>
        <w:spacing w:line="192" w:lineRule="auto"/>
        <w:ind w:left="629" w:right="-29" w:hanging="240"/>
        <w:rPr>
          <w:sz w:val="18"/>
          <w:szCs w:val="16"/>
        </w:rPr>
      </w:pPr>
    </w:p>
    <w:p w14:paraId="1AD344F2" w14:textId="77777777" w:rsidR="0084417C" w:rsidRPr="00877315" w:rsidRDefault="0084417C" w:rsidP="0084417C">
      <w:pPr>
        <w:tabs>
          <w:tab w:val="left" w:pos="-170"/>
          <w:tab w:val="left" w:pos="113"/>
          <w:tab w:val="right" w:pos="1012"/>
          <w:tab w:val="left" w:pos="1203"/>
          <w:tab w:val="left" w:pos="1701"/>
        </w:tabs>
        <w:spacing w:line="192" w:lineRule="auto"/>
        <w:ind w:left="266" w:right="-29"/>
        <w:rPr>
          <w:sz w:val="18"/>
        </w:rPr>
        <w:sectPr w:rsidR="0084417C" w:rsidRPr="00877315" w:rsidSect="000C55AE">
          <w:headerReference w:type="even" r:id="rId14"/>
          <w:headerReference w:type="default" r:id="rId15"/>
          <w:footerReference w:type="default" r:id="rId16"/>
          <w:headerReference w:type="first" r:id="rId17"/>
          <w:footnotePr>
            <w:numRestart w:val="eachSect"/>
          </w:footnotePr>
          <w:pgSz w:w="16840" w:h="11907" w:orient="landscape" w:code="9"/>
          <w:pgMar w:top="1134" w:right="1701" w:bottom="1134" w:left="2268" w:header="567" w:footer="567" w:gutter="0"/>
          <w:cols w:space="720"/>
          <w:docGrid w:linePitch="272"/>
        </w:sectPr>
      </w:pPr>
      <w:r w:rsidRPr="001F3FBA">
        <w:rPr>
          <w:i/>
          <w:sz w:val="18"/>
        </w:rPr>
        <w:t>Note:</w:t>
      </w:r>
      <w:r w:rsidRPr="001F3FBA">
        <w:rPr>
          <w:sz w:val="18"/>
        </w:rPr>
        <w:tab/>
        <w:t xml:space="preserve"> A reference such as A4/3 in the table indicates the annex (4) and paragraph (3) of that annex, where the relevant test is described and the accept</w:t>
      </w:r>
      <w:r>
        <w:rPr>
          <w:sz w:val="18"/>
        </w:rPr>
        <w:t>ance requirements are specified</w:t>
      </w:r>
    </w:p>
    <w:p w14:paraId="3608C7A4" w14:textId="77777777" w:rsidR="0084417C" w:rsidRDefault="0084417C" w:rsidP="0084417C">
      <w:pPr>
        <w:tabs>
          <w:tab w:val="left" w:pos="2240"/>
        </w:tabs>
        <w:spacing w:after="120"/>
        <w:ind w:left="2828" w:right="1134" w:hanging="1694"/>
        <w:jc w:val="both"/>
        <w:rPr>
          <w:i/>
          <w:lang w:eastAsia="ar-SA"/>
        </w:rPr>
      </w:pPr>
      <w:r>
        <w:rPr>
          <w:i/>
          <w:lang w:eastAsia="ar-SA"/>
        </w:rPr>
        <w:lastRenderedPageBreak/>
        <w:t>Annex 7</w:t>
      </w:r>
    </w:p>
    <w:p w14:paraId="3787CBD2" w14:textId="7DE1C200" w:rsidR="0084417C" w:rsidRPr="00877315" w:rsidRDefault="0084417C" w:rsidP="0084417C">
      <w:pPr>
        <w:tabs>
          <w:tab w:val="left" w:pos="2240"/>
        </w:tabs>
        <w:spacing w:after="120"/>
        <w:ind w:left="2828" w:right="1134" w:hanging="1694"/>
        <w:jc w:val="both"/>
        <w:rPr>
          <w:i/>
          <w:lang w:eastAsia="ar-SA"/>
        </w:rPr>
      </w:pPr>
      <w:r>
        <w:rPr>
          <w:i/>
          <w:iCs/>
        </w:rPr>
        <w:t xml:space="preserve">Insert new paragraph 6., </w:t>
      </w:r>
      <w:r>
        <w:t>to read:</w:t>
      </w:r>
    </w:p>
    <w:p w14:paraId="6FA30729" w14:textId="220B0908" w:rsidR="0084417C" w:rsidRPr="00076A19" w:rsidRDefault="0084417C" w:rsidP="0084417C">
      <w:pPr>
        <w:pStyle w:val="para"/>
        <w:rPr>
          <w:b/>
        </w:rPr>
      </w:pPr>
      <w:r>
        <w:rPr>
          <w:b/>
        </w:rPr>
        <w:t>"6.</w:t>
      </w:r>
      <w:r>
        <w:rPr>
          <w:b/>
        </w:rPr>
        <w:tab/>
      </w:r>
      <w:r w:rsidRPr="00076A19">
        <w:rPr>
          <w:b/>
        </w:rPr>
        <w:t xml:space="preserve">Additional tests for glass panes </w:t>
      </w:r>
      <w:r w:rsidRPr="00B43071">
        <w:rPr>
          <w:b/>
        </w:rPr>
        <w:t>bearing the additional symbol /D</w:t>
      </w:r>
    </w:p>
    <w:p w14:paraId="5C56A1DC" w14:textId="1C6631FA" w:rsidR="0084417C" w:rsidRPr="00407559" w:rsidRDefault="0084417C" w:rsidP="0084417C">
      <w:pPr>
        <w:pStyle w:val="para"/>
        <w:rPr>
          <w:b/>
        </w:rPr>
      </w:pPr>
      <w:r w:rsidRPr="00076A19">
        <w:rPr>
          <w:b/>
        </w:rPr>
        <w:tab/>
        <w:t>The provisions concerning the 2,260 g ball test set out in Annex 6, paragraph 4.2.</w:t>
      </w:r>
      <w:r>
        <w:rPr>
          <w:b/>
        </w:rPr>
        <w:t>,</w:t>
      </w:r>
      <w:r w:rsidRPr="00076A19">
        <w:rPr>
          <w:b/>
        </w:rPr>
        <w:t xml:space="preserve"> and the provisions concerning the headform test </w:t>
      </w:r>
      <w:r>
        <w:rPr>
          <w:b/>
        </w:rPr>
        <w:t>for laminated-</w:t>
      </w:r>
      <w:r w:rsidRPr="00076A19">
        <w:rPr>
          <w:b/>
        </w:rPr>
        <w:t xml:space="preserve">glass panes set out in Annex 12, paragraph 3., shall apply to glass panes </w:t>
      </w:r>
      <w:r w:rsidRPr="00B43071">
        <w:rPr>
          <w:b/>
        </w:rPr>
        <w:t>bearing the additional symbol /D</w:t>
      </w:r>
      <w:r w:rsidRPr="00076A19">
        <w:rPr>
          <w:b/>
        </w:rPr>
        <w:t>.</w:t>
      </w:r>
      <w:r>
        <w:rPr>
          <w:b/>
        </w:rPr>
        <w:t>"</w:t>
      </w:r>
    </w:p>
    <w:p w14:paraId="028C5968" w14:textId="77777777" w:rsidR="0084417C" w:rsidRDefault="0084417C" w:rsidP="0084417C">
      <w:pPr>
        <w:tabs>
          <w:tab w:val="left" w:pos="2240"/>
        </w:tabs>
        <w:spacing w:after="120"/>
        <w:ind w:left="2828" w:right="1134" w:hanging="1694"/>
        <w:jc w:val="both"/>
        <w:rPr>
          <w:i/>
          <w:lang w:eastAsia="ar-SA"/>
        </w:rPr>
      </w:pPr>
      <w:r>
        <w:rPr>
          <w:i/>
          <w:lang w:eastAsia="ar-SA"/>
        </w:rPr>
        <w:t>Annex 23</w:t>
      </w:r>
    </w:p>
    <w:p w14:paraId="5D4E8E25" w14:textId="387600D7" w:rsidR="0084417C" w:rsidRPr="00924C53" w:rsidRDefault="0084417C" w:rsidP="0084417C">
      <w:pPr>
        <w:tabs>
          <w:tab w:val="left" w:pos="2240"/>
        </w:tabs>
        <w:spacing w:after="120"/>
        <w:ind w:left="2828" w:right="1134" w:hanging="1694"/>
        <w:jc w:val="both"/>
        <w:rPr>
          <w:i/>
          <w:iCs/>
        </w:rPr>
      </w:pPr>
      <w:r>
        <w:rPr>
          <w:i/>
          <w:iCs/>
        </w:rPr>
        <w:t xml:space="preserve">Insert new paragraphs 2.4.6. to 2.4.6.2., </w:t>
      </w:r>
      <w:r>
        <w:t>to read:</w:t>
      </w:r>
    </w:p>
    <w:p w14:paraId="29B01775" w14:textId="179814E5" w:rsidR="0084417C" w:rsidRDefault="0084417C" w:rsidP="0084417C">
      <w:pPr>
        <w:pStyle w:val="para"/>
        <w:rPr>
          <w:b/>
        </w:rPr>
      </w:pPr>
      <w:r>
        <w:rPr>
          <w:b/>
        </w:rPr>
        <w:t>"2.4.</w:t>
      </w:r>
      <w:r w:rsidRPr="00076A19">
        <w:rPr>
          <w:b/>
        </w:rPr>
        <w:t>6.</w:t>
      </w:r>
      <w:r w:rsidRPr="00076A19">
        <w:rPr>
          <w:b/>
        </w:rPr>
        <w:tab/>
      </w:r>
      <w:r w:rsidRPr="00924C53">
        <w:rPr>
          <w:b/>
        </w:rPr>
        <w:t xml:space="preserve">In the case of </w:t>
      </w:r>
      <w:r w:rsidRPr="00076A19">
        <w:rPr>
          <w:b/>
        </w:rPr>
        <w:t xml:space="preserve">glass panes </w:t>
      </w:r>
      <w:r w:rsidRPr="00B43071">
        <w:rPr>
          <w:b/>
        </w:rPr>
        <w:t>bearing the additional symbol /D</w:t>
      </w:r>
    </w:p>
    <w:p w14:paraId="6380B134" w14:textId="77777777" w:rsidR="0084417C" w:rsidRDefault="0084417C" w:rsidP="0084417C">
      <w:pPr>
        <w:pStyle w:val="para"/>
        <w:rPr>
          <w:b/>
        </w:rPr>
      </w:pPr>
      <w:r>
        <w:rPr>
          <w:b/>
        </w:rPr>
        <w:t>2.4.6.1.</w:t>
      </w:r>
      <w:r>
        <w:rPr>
          <w:b/>
        </w:rPr>
        <w:tab/>
      </w:r>
      <w:r w:rsidRPr="00924C53">
        <w:rPr>
          <w:b/>
        </w:rPr>
        <w:t xml:space="preserve">2,260 g ball test in accordance </w:t>
      </w:r>
      <w:r>
        <w:rPr>
          <w:b/>
        </w:rPr>
        <w:t>with the requirements of Annex 6, paragraph 4.2.</w:t>
      </w:r>
    </w:p>
    <w:p w14:paraId="5B1AFF97" w14:textId="40665D33" w:rsidR="0084417C" w:rsidRDefault="0084417C" w:rsidP="0084417C">
      <w:pPr>
        <w:pStyle w:val="para"/>
        <w:rPr>
          <w:b/>
        </w:rPr>
      </w:pPr>
      <w:r>
        <w:rPr>
          <w:b/>
        </w:rPr>
        <w:t>2.4.6.2.</w:t>
      </w:r>
      <w:r>
        <w:rPr>
          <w:b/>
        </w:rPr>
        <w:tab/>
        <w:t>Headform</w:t>
      </w:r>
      <w:r w:rsidRPr="00924C53">
        <w:rPr>
          <w:b/>
        </w:rPr>
        <w:t xml:space="preserve"> test in accordance </w:t>
      </w:r>
      <w:r>
        <w:rPr>
          <w:b/>
        </w:rPr>
        <w:t>with the requirements for laminated-</w:t>
      </w:r>
      <w:r w:rsidRPr="00076A19">
        <w:rPr>
          <w:b/>
        </w:rPr>
        <w:t>glass panes</w:t>
      </w:r>
      <w:r>
        <w:rPr>
          <w:b/>
        </w:rPr>
        <w:t xml:space="preserve"> of Annex 12, paragraph 3."</w:t>
      </w:r>
    </w:p>
    <w:p w14:paraId="35CC2CAE" w14:textId="77777777" w:rsidR="0084417C" w:rsidRPr="00407559" w:rsidRDefault="0084417C" w:rsidP="0084417C">
      <w:pPr>
        <w:pStyle w:val="para"/>
        <w:rPr>
          <w:b/>
        </w:rPr>
      </w:pPr>
    </w:p>
    <w:p w14:paraId="74DAED78" w14:textId="6ED05010" w:rsidR="0084417C" w:rsidRPr="007A4B3D" w:rsidRDefault="0084417C" w:rsidP="0084417C">
      <w:pPr>
        <w:pStyle w:val="HChG"/>
      </w:pPr>
      <w:r w:rsidRPr="007A4B3D">
        <w:tab/>
        <w:t>II.</w:t>
      </w:r>
      <w:r w:rsidRPr="007A4B3D">
        <w:tab/>
        <w:t>Justification</w:t>
      </w:r>
    </w:p>
    <w:p w14:paraId="0DD501C5" w14:textId="1CDD21D2" w:rsidR="0084417C" w:rsidRDefault="0084417C" w:rsidP="0084417C">
      <w:pPr>
        <w:pStyle w:val="SingleTxtG"/>
        <w:tabs>
          <w:tab w:val="left" w:pos="2268"/>
        </w:tabs>
        <w:ind w:left="1701"/>
      </w:pPr>
      <w:r>
        <w:t>1.</w:t>
      </w:r>
      <w:r>
        <w:tab/>
        <w:t xml:space="preserve">The proposal </w:t>
      </w:r>
      <w:r w:rsidRPr="007A4B3D">
        <w:t>aim</w:t>
      </w:r>
      <w:r>
        <w:t>s</w:t>
      </w:r>
      <w:r w:rsidRPr="007A4B3D">
        <w:t xml:space="preserve"> </w:t>
      </w:r>
      <w:r>
        <w:t xml:space="preserve">to amend UN Regulation No. 43 to </w:t>
      </w:r>
      <w:r>
        <w:rPr>
          <w:spacing w:val="1"/>
        </w:rPr>
        <w:t>enable the approval of the laminated-glass panes with improved mechanical properties</w:t>
      </w:r>
      <w:r>
        <w:t xml:space="preserve">. These </w:t>
      </w:r>
      <w:proofErr w:type="spellStart"/>
      <w:r>
        <w:t>panes</w:t>
      </w:r>
      <w:proofErr w:type="spellEnd"/>
      <w:r>
        <w:t xml:space="preserve"> are especially aimed for front</w:t>
      </w:r>
      <w:r w:rsidR="00306B73">
        <w:t>,</w:t>
      </w:r>
      <w:r>
        <w:t xml:space="preserve"> exterior</w:t>
      </w:r>
      <w:r w:rsidR="00306B73">
        <w:t>,</w:t>
      </w:r>
      <w:r>
        <w:t xml:space="preserve"> forward-facing glazing of the upper deck of a double-deck vehicle. Currently</w:t>
      </w:r>
      <w:r w:rsidR="00A21773">
        <w:t>,</w:t>
      </w:r>
      <w:r>
        <w:t xml:space="preserve"> a laminated-glass pane or a glass-plastic pane bearing the additional symbol </w:t>
      </w:r>
      <w:r w:rsidR="00A21773">
        <w:t>"</w:t>
      </w:r>
      <w:r>
        <w:t>/A</w:t>
      </w:r>
      <w:r w:rsidR="00A21773">
        <w:t>"</w:t>
      </w:r>
      <w:r>
        <w:t xml:space="preserve"> can be used in these glazing. However, the use of the laminated windscreen is not possible for this purpose. In addition, the </w:t>
      </w:r>
      <w:r w:rsidR="00A21773">
        <w:t xml:space="preserve">requirement </w:t>
      </w:r>
      <w:r>
        <w:t>f</w:t>
      </w:r>
      <w:r w:rsidR="00A21773">
        <w:t>or</w:t>
      </w:r>
      <w:r>
        <w:t xml:space="preserve"> windscreen</w:t>
      </w:r>
      <w:r w:rsidR="00A21773">
        <w:t>s</w:t>
      </w:r>
      <w:r>
        <w:t xml:space="preserve"> to have a </w:t>
      </w:r>
      <w:r w:rsidRPr="00960591">
        <w:t>regular light transmittance of at least 70 per cent</w:t>
      </w:r>
      <w:r>
        <w:t xml:space="preserve"> is not relevant in this application. The mechanical strength test with </w:t>
      </w:r>
      <w:r w:rsidRPr="004B0680">
        <w:t>2,260 g ball</w:t>
      </w:r>
      <w:r>
        <w:t xml:space="preserve"> and the headform test are mandatory for laminated windscreens. Laminated-glass pane fulfilling these two requirements would </w:t>
      </w:r>
      <w:r w:rsidRPr="000E78A8">
        <w:t xml:space="preserve">particularly </w:t>
      </w:r>
      <w:r>
        <w:t xml:space="preserve">improve the safety of the passengers in the front seats of the upper deck of a double-deck bus. Due to weight savings, many manufacturers want to use thinner laminated-glass panes than before. </w:t>
      </w:r>
      <w:r w:rsidR="00306B73">
        <w:t>At</w:t>
      </w:r>
      <w:r>
        <w:t xml:space="preserve"> motorway speeds, an object </w:t>
      </w:r>
      <w:r w:rsidR="00306B73">
        <w:t xml:space="preserve">such </w:t>
      </w:r>
      <w:r>
        <w:t xml:space="preserve">as falling rock can penetrate a thin laminated-glass pane rather easily. The fulfilment of the </w:t>
      </w:r>
      <w:r w:rsidRPr="004B0680">
        <w:t>2,260 g ball</w:t>
      </w:r>
      <w:r>
        <w:t xml:space="preserve"> test would help to prevent that. The fulfilment of the headform test would help avoiding head injuries in frontal collision. Thus</w:t>
      </w:r>
      <w:r w:rsidR="00A21773">
        <w:t>,</w:t>
      </w:r>
      <w:r>
        <w:t xml:space="preserve"> some bus manufacturers would like to use</w:t>
      </w:r>
      <w:r w:rsidR="00306B73">
        <w:t>,</w:t>
      </w:r>
      <w:r>
        <w:t xml:space="preserve"> in this application</w:t>
      </w:r>
      <w:r w:rsidR="00306B73">
        <w:t>,</w:t>
      </w:r>
      <w:r>
        <w:t xml:space="preserve"> a glass with similar mechanical properties as in laminated glass windscreen. </w:t>
      </w:r>
      <w:r w:rsidRPr="00B43071">
        <w:t>U</w:t>
      </w:r>
      <w:r>
        <w:t>nfortunately, an approval of this kind of pane is not possible according to current requirements of UN Regulation No. 43. In addition, this mechanically improved laminated-glass pane could also be installed in other applications where the laminated-glass panes are used.</w:t>
      </w:r>
    </w:p>
    <w:p w14:paraId="3FB188B5" w14:textId="6A6733C7" w:rsidR="0084417C" w:rsidRDefault="0084417C" w:rsidP="0084417C">
      <w:pPr>
        <w:pStyle w:val="SingleTxtG"/>
        <w:tabs>
          <w:tab w:val="left" w:pos="2268"/>
        </w:tabs>
        <w:ind w:left="1701"/>
        <w:rPr>
          <w:color w:val="000000"/>
          <w:szCs w:val="24"/>
        </w:rPr>
      </w:pPr>
      <w:r>
        <w:t>2.</w:t>
      </w:r>
      <w:r>
        <w:tab/>
        <w:t>This proposal would amend Annex 7 (</w:t>
      </w:r>
      <w:r w:rsidR="00B8390B">
        <w:t>l</w:t>
      </w:r>
      <w:r>
        <w:t>aminated-glass panes)</w:t>
      </w:r>
      <w:r w:rsidR="00306B73">
        <w:t>,</w:t>
      </w:r>
      <w:r>
        <w:t xml:space="preserve"> i</w:t>
      </w:r>
      <w:r w:rsidRPr="0008628C">
        <w:t>nsert</w:t>
      </w:r>
      <w:r>
        <w:t>ing a</w:t>
      </w:r>
      <w:r w:rsidRPr="0008628C">
        <w:t xml:space="preserve"> new paragraph 6</w:t>
      </w:r>
      <w:r w:rsidR="00B8390B">
        <w:t>.</w:t>
      </w:r>
      <w:r>
        <w:t xml:space="preserve"> to allow optional </w:t>
      </w:r>
      <w:r w:rsidRPr="004B0680">
        <w:t>2,260 g ball</w:t>
      </w:r>
      <w:r>
        <w:t xml:space="preserve"> test and headform test for laminated-glass panes. The </w:t>
      </w:r>
      <w:r w:rsidRPr="004B0680">
        <w:t>2,260 g ball</w:t>
      </w:r>
      <w:r>
        <w:t xml:space="preserve"> test would be the same as in Annex 6 (</w:t>
      </w:r>
      <w:r w:rsidR="00B8390B">
        <w:rPr>
          <w:bCs/>
        </w:rPr>
        <w:t>o</w:t>
      </w:r>
      <w:r w:rsidRPr="001F3FBA">
        <w:rPr>
          <w:bCs/>
        </w:rPr>
        <w:t>rdinary laminated</w:t>
      </w:r>
      <w:r>
        <w:rPr>
          <w:bCs/>
        </w:rPr>
        <w:t xml:space="preserve"> </w:t>
      </w:r>
      <w:r w:rsidRPr="001F3FBA">
        <w:rPr>
          <w:bCs/>
        </w:rPr>
        <w:t>glass windscreens</w:t>
      </w:r>
      <w:r>
        <w:rPr>
          <w:bCs/>
        </w:rPr>
        <w:t>)</w:t>
      </w:r>
      <w:r>
        <w:t xml:space="preserve">. The </w:t>
      </w:r>
      <w:r w:rsidRPr="004B0680">
        <w:t>2,260 g ball</w:t>
      </w:r>
      <w:r>
        <w:t xml:space="preserve"> test is performed in Annex 6 with </w:t>
      </w:r>
      <w:r w:rsidRPr="001F3FBA">
        <w:rPr>
          <w:color w:val="000000"/>
          <w:szCs w:val="24"/>
        </w:rPr>
        <w:t xml:space="preserve">square test pieces </w:t>
      </w:r>
      <w:r>
        <w:rPr>
          <w:color w:val="000000"/>
          <w:szCs w:val="24"/>
        </w:rPr>
        <w:t>(3</w:t>
      </w:r>
      <w:r w:rsidRPr="00A56FF8">
        <w:rPr>
          <w:color w:val="000000"/>
          <w:szCs w:val="24"/>
        </w:rPr>
        <w:t xml:space="preserve">00 mm </w:t>
      </w:r>
      <w:r>
        <w:rPr>
          <w:color w:val="000000"/>
          <w:szCs w:val="24"/>
        </w:rPr>
        <w:t xml:space="preserve">× 300 </w:t>
      </w:r>
      <w:r w:rsidRPr="00A56FF8">
        <w:rPr>
          <w:color w:val="000000"/>
          <w:szCs w:val="24"/>
        </w:rPr>
        <w:t>mm</w:t>
      </w:r>
      <w:r>
        <w:rPr>
          <w:color w:val="000000"/>
          <w:szCs w:val="24"/>
        </w:rPr>
        <w:t xml:space="preserve">), so it is also applicable with </w:t>
      </w:r>
      <w:r>
        <w:t>laminated-glass panes.</w:t>
      </w:r>
      <w:r>
        <w:rPr>
          <w:color w:val="000000"/>
          <w:szCs w:val="24"/>
        </w:rPr>
        <w:t xml:space="preserve"> </w:t>
      </w:r>
      <w:r>
        <w:t>The headform test would be the same as in Annex 12 (Multiple glazed unit</w:t>
      </w:r>
      <w:r w:rsidRPr="001F3FBA">
        <w:t>s</w:t>
      </w:r>
      <w:r>
        <w:t>) for laminated-glass pan</w:t>
      </w:r>
      <w:r w:rsidR="00B8390B">
        <w:t>es used in multiple glazing</w:t>
      </w:r>
      <w:r>
        <w:t xml:space="preserve">. In Annex 6 the headform test is made with complete windscreens, but in Annex 12 with rectangular </w:t>
      </w:r>
      <w:r w:rsidRPr="001F3FBA">
        <w:rPr>
          <w:color w:val="000000"/>
          <w:szCs w:val="24"/>
        </w:rPr>
        <w:t xml:space="preserve">test pieces </w:t>
      </w:r>
      <w:r>
        <w:rPr>
          <w:color w:val="000000"/>
          <w:szCs w:val="24"/>
        </w:rPr>
        <w:lastRenderedPageBreak/>
        <w:t>(1,1</w:t>
      </w:r>
      <w:r w:rsidRPr="00A56FF8">
        <w:rPr>
          <w:color w:val="000000"/>
          <w:szCs w:val="24"/>
        </w:rPr>
        <w:t xml:space="preserve">00 mm </w:t>
      </w:r>
      <w:r>
        <w:rPr>
          <w:color w:val="000000"/>
          <w:szCs w:val="24"/>
        </w:rPr>
        <w:t xml:space="preserve">× 500 </w:t>
      </w:r>
      <w:r w:rsidRPr="00A56FF8">
        <w:rPr>
          <w:color w:val="000000"/>
          <w:szCs w:val="24"/>
        </w:rPr>
        <w:t>mm</w:t>
      </w:r>
      <w:r>
        <w:rPr>
          <w:color w:val="000000"/>
          <w:szCs w:val="24"/>
        </w:rPr>
        <w:t>). Thus</w:t>
      </w:r>
      <w:r w:rsidR="00B8390B">
        <w:rPr>
          <w:color w:val="000000"/>
          <w:szCs w:val="24"/>
        </w:rPr>
        <w:t>,</w:t>
      </w:r>
      <w:r>
        <w:rPr>
          <w:color w:val="000000"/>
          <w:szCs w:val="24"/>
        </w:rPr>
        <w:t xml:space="preserve"> the test of Annex 12 was chosen. References to the new tests are added to the table in paragraph 8.2.1.1.</w:t>
      </w:r>
    </w:p>
    <w:p w14:paraId="18D64CB1" w14:textId="25CDA5DB" w:rsidR="0084417C" w:rsidRDefault="0084417C" w:rsidP="0084417C">
      <w:pPr>
        <w:pStyle w:val="SingleTxtG"/>
        <w:tabs>
          <w:tab w:val="left" w:pos="2268"/>
        </w:tabs>
        <w:ind w:left="1701"/>
      </w:pPr>
      <w:r>
        <w:rPr>
          <w:color w:val="000000"/>
          <w:szCs w:val="24"/>
        </w:rPr>
        <w:t>3.</w:t>
      </w:r>
      <w:r>
        <w:rPr>
          <w:color w:val="000000"/>
          <w:szCs w:val="24"/>
        </w:rPr>
        <w:tab/>
      </w:r>
      <w:r>
        <w:t xml:space="preserve">A new additional symbol </w:t>
      </w:r>
      <w:r w:rsidR="00B8390B">
        <w:t>"</w:t>
      </w:r>
      <w:r>
        <w:t>/D</w:t>
      </w:r>
      <w:r w:rsidR="00B8390B">
        <w:t>"</w:t>
      </w:r>
      <w:r>
        <w:t xml:space="preserve"> in the approval mark would show that laminated-glass pane fulfils the requirements of both of the tests. The definition of the symbol </w:t>
      </w:r>
      <w:r w:rsidR="00B8390B">
        <w:t>"</w:t>
      </w:r>
      <w:r>
        <w:t>/D</w:t>
      </w:r>
      <w:r w:rsidR="00B8390B">
        <w:t>"</w:t>
      </w:r>
      <w:r>
        <w:t xml:space="preserve"> is added to </w:t>
      </w:r>
      <w:r w:rsidR="00B8390B">
        <w:t>paragraph 5.5.8.</w:t>
      </w:r>
    </w:p>
    <w:p w14:paraId="7048D9F8" w14:textId="703A6CED" w:rsidR="0084417C" w:rsidRDefault="0084417C" w:rsidP="0084417C">
      <w:pPr>
        <w:pStyle w:val="SingleTxtG"/>
        <w:tabs>
          <w:tab w:val="left" w:pos="2268"/>
        </w:tabs>
        <w:ind w:left="1701"/>
      </w:pPr>
      <w:r>
        <w:t>4.</w:t>
      </w:r>
      <w:r>
        <w:tab/>
        <w:t>The new tests would also be added to the Annex 23 (</w:t>
      </w:r>
      <w:r w:rsidRPr="001F3FBA">
        <w:t>conformity of production</w:t>
      </w:r>
      <w:r>
        <w:t xml:space="preserve">) inserting new paragraphs </w:t>
      </w:r>
      <w:r w:rsidRPr="00BE6301">
        <w:t>2.4.6., 2.4.6.1., and 2.4.6.2</w:t>
      </w:r>
      <w:r>
        <w:t>.</w:t>
      </w:r>
    </w:p>
    <w:p w14:paraId="35DEFDB9" w14:textId="322F7CE0" w:rsidR="0084417C" w:rsidRPr="007A4B3D" w:rsidRDefault="0084417C" w:rsidP="0084417C">
      <w:pPr>
        <w:pStyle w:val="SingleTxtG"/>
        <w:tabs>
          <w:tab w:val="left" w:pos="2268"/>
        </w:tabs>
        <w:ind w:left="1701"/>
      </w:pPr>
      <w:r>
        <w:t>5.</w:t>
      </w:r>
      <w:r>
        <w:tab/>
        <w:t>There is no new mandatory installation provisions proposed to Annex 24 (</w:t>
      </w:r>
      <w:r w:rsidR="00B8390B">
        <w:t>p</w:t>
      </w:r>
      <w:r w:rsidRPr="00BE6301">
        <w:t>rovisions regarding the installation of safety glazing on vehicles</w:t>
      </w:r>
      <w:r>
        <w:t xml:space="preserve">). The new laminated-glass pane with additional symbol </w:t>
      </w:r>
      <w:r w:rsidR="00B8390B">
        <w:t>"</w:t>
      </w:r>
      <w:r>
        <w:t>/D</w:t>
      </w:r>
      <w:r w:rsidR="00B8390B">
        <w:t>"</w:t>
      </w:r>
      <w:r>
        <w:t xml:space="preserve"> would only be an alternative to current laminated-glass panes. Thus</w:t>
      </w:r>
      <w:r w:rsidR="00B8390B">
        <w:t>,</w:t>
      </w:r>
      <w:r>
        <w:t xml:space="preserve"> a new series of amendment or transitional provisions are not necessary. Nevertheless, mandatory installation provisions of this improved laminated-glass pane could be considered later.</w:t>
      </w:r>
    </w:p>
    <w:p w14:paraId="1B91975C" w14:textId="77777777"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6A03B" w14:textId="77777777" w:rsidR="00E33C21" w:rsidRDefault="00E33C21"/>
  </w:endnote>
  <w:endnote w:type="continuationSeparator" w:id="0">
    <w:p w14:paraId="46CBF594" w14:textId="77777777" w:rsidR="00E33C21" w:rsidRDefault="00E33C21"/>
  </w:endnote>
  <w:endnote w:type="continuationNotice" w:id="1">
    <w:p w14:paraId="1FC94A06" w14:textId="77777777" w:rsidR="00E33C21" w:rsidRDefault="00E33C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24F42" w14:textId="0361539A" w:rsidR="0084417C" w:rsidRPr="00E8337B" w:rsidRDefault="0084417C" w:rsidP="00E8337B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84DC3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D4ABF" w14:textId="77777777" w:rsidR="0084417C" w:rsidRPr="00B80473" w:rsidRDefault="0084417C" w:rsidP="003179A6">
    <w:pPr>
      <w:pStyle w:val="Footer"/>
      <w:tabs>
        <w:tab w:val="right" w:pos="9638"/>
      </w:tabs>
      <w:jc w:val="right"/>
      <w:rPr>
        <w:b/>
        <w:sz w:val="18"/>
      </w:rPr>
    </w:pPr>
    <w:r w:rsidRPr="00B80473">
      <w:rPr>
        <w:b/>
        <w:sz w:val="18"/>
      </w:rPr>
      <w:fldChar w:fldCharType="begin"/>
    </w:r>
    <w:r w:rsidRPr="00B80473">
      <w:rPr>
        <w:b/>
        <w:sz w:val="18"/>
      </w:rPr>
      <w:instrText xml:space="preserve"> PAGE   \* MERGEFORMAT </w:instrText>
    </w:r>
    <w:r w:rsidRPr="00B80473">
      <w:rPr>
        <w:b/>
        <w:sz w:val="18"/>
      </w:rPr>
      <w:fldChar w:fldCharType="separate"/>
    </w:r>
    <w:r>
      <w:rPr>
        <w:b/>
        <w:noProof/>
        <w:sz w:val="18"/>
      </w:rPr>
      <w:t>15</w:t>
    </w:r>
    <w:r w:rsidRPr="00B80473">
      <w:rPr>
        <w:b/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F6116" w14:textId="680155E8" w:rsidR="00CE5631" w:rsidRDefault="00CE5631" w:rsidP="00CE5631">
    <w:pPr>
      <w:pStyle w:val="Footer"/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90496" behindDoc="0" locked="0" layoutInCell="1" allowOverlap="1" wp14:anchorId="52AC5E60" wp14:editId="3D368292">
          <wp:simplePos x="0" y="0"/>
          <wp:positionH relativeFrom="margin">
            <wp:posOffset>5471800</wp:posOffset>
          </wp:positionH>
          <wp:positionV relativeFrom="margin">
            <wp:posOffset>7922231</wp:posOffset>
          </wp:positionV>
          <wp:extent cx="638175" cy="638175"/>
          <wp:effectExtent l="0" t="0" r="9525" b="9525"/>
          <wp:wrapNone/>
          <wp:docPr id="8" name="Picture 1" descr="https://undocs.org/m2/QRCode.ashx?DS=ECE/TRANS/WP.29/GRSG/2018/7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7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88448" behindDoc="1" locked="1" layoutInCell="1" allowOverlap="1" wp14:anchorId="5AB79C66" wp14:editId="1BDBFC40">
          <wp:simplePos x="0" y="0"/>
          <wp:positionH relativeFrom="margin">
            <wp:posOffset>4424680</wp:posOffset>
          </wp:positionH>
          <wp:positionV relativeFrom="margin">
            <wp:posOffset>8209915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193640" w14:textId="54E35F3F" w:rsidR="00CE5631" w:rsidRDefault="00CE5631" w:rsidP="00CE5631">
    <w:pPr>
      <w:pStyle w:val="Footer"/>
      <w:ind w:right="1134"/>
      <w:rPr>
        <w:sz w:val="20"/>
      </w:rPr>
    </w:pPr>
    <w:r>
      <w:rPr>
        <w:sz w:val="20"/>
      </w:rPr>
      <w:t>GE.18-01038(E)</w:t>
    </w:r>
  </w:p>
  <w:p w14:paraId="31C9C7F5" w14:textId="389FDD80" w:rsidR="00CE5631" w:rsidRPr="00CE5631" w:rsidRDefault="00CE5631" w:rsidP="00CE5631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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70450" w14:textId="77777777" w:rsidR="0084417C" w:rsidRPr="00B80473" w:rsidRDefault="0084417C" w:rsidP="003179A6">
    <w:pPr>
      <w:pStyle w:val="Footer"/>
      <w:tabs>
        <w:tab w:val="right" w:pos="9638"/>
      </w:tabs>
      <w:jc w:val="right"/>
      <w:rPr>
        <w:b/>
        <w:sz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CD07B" w14:textId="1A49A9BC" w:rsidR="004E040E" w:rsidRPr="00803BF8" w:rsidRDefault="004E040E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84417C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0997E" w14:textId="6EE40DCD" w:rsidR="004E040E" w:rsidRPr="00803BF8" w:rsidRDefault="004E040E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884DC3">
      <w:rPr>
        <w:b/>
        <w:noProof/>
        <w:sz w:val="18"/>
      </w:rPr>
      <w:t>5</w:t>
    </w:r>
    <w:r w:rsidRPr="00803BF8">
      <w:rPr>
        <w:b/>
        <w:sz w:val="18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37658" w14:textId="096125AF" w:rsidR="00A21773" w:rsidRPr="00E8337B" w:rsidRDefault="00A21773" w:rsidP="00A21773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84DC3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768DD" w14:textId="77777777" w:rsidR="00E33C21" w:rsidRPr="000B175B" w:rsidRDefault="00E33C2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26F8F21" w14:textId="77777777" w:rsidR="00E33C21" w:rsidRPr="00FC68B7" w:rsidRDefault="00E33C2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9DBD49E" w14:textId="77777777" w:rsidR="00E33C21" w:rsidRDefault="00E33C21"/>
  </w:footnote>
  <w:footnote w:id="2">
    <w:p w14:paraId="1BC20C06" w14:textId="4726E39F" w:rsidR="004E040E" w:rsidRPr="00B14735" w:rsidRDefault="004E040E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</w:t>
      </w:r>
      <w:r w:rsidRPr="00422673">
        <w:rPr>
          <w:szCs w:val="18"/>
          <w:lang w:val="en-US"/>
        </w:rPr>
        <w:t xml:space="preserve">Inland Transport Committee for </w:t>
      </w:r>
      <w:r w:rsidR="00422673" w:rsidRPr="00422673">
        <w:rPr>
          <w:szCs w:val="18"/>
          <w:lang w:val="en-US"/>
        </w:rPr>
        <w:t>2014–2018 (ECE/TRANS/240, para. 105 and ECE/TRANS/2014/26, cluster 02.4)</w:t>
      </w:r>
      <w:r w:rsidRPr="00422673">
        <w:rPr>
          <w:szCs w:val="18"/>
          <w:lang w:val="en-US"/>
        </w:rPr>
        <w:t>,</w:t>
      </w:r>
      <w:r w:rsidRPr="006636B2">
        <w:rPr>
          <w:szCs w:val="18"/>
          <w:lang w:val="en-US"/>
        </w:rPr>
        <w:t xml:space="preserve"> the World Forum will develop, harmonize and update </w:t>
      </w:r>
      <w:r w:rsidR="00CF2CD5" w:rsidRPr="00422673">
        <w:rPr>
          <w:szCs w:val="18"/>
          <w:lang w:val="en-US"/>
        </w:rPr>
        <w:t>UN</w:t>
      </w:r>
      <w:r w:rsidR="00CF2CD5">
        <w:rPr>
          <w:szCs w:val="18"/>
          <w:lang w:val="en-US"/>
        </w:rPr>
        <w:t xml:space="preserve"> r</w:t>
      </w:r>
      <w:r w:rsidRPr="006636B2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76EEB" w14:textId="77777777" w:rsidR="0084417C" w:rsidRDefault="0084417C">
    <w:pPr>
      <w:pStyle w:val="Header"/>
    </w:pPr>
    <w:r>
      <w:t>ECE/TRANS/WP.29/GRSG/</w:t>
    </w:r>
    <w:r w:rsidRPr="00DF418A">
      <w:t>201</w:t>
    </w:r>
    <w:r>
      <w:t>8/7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1F53C" w14:textId="77777777" w:rsidR="0084417C" w:rsidRPr="00F75BC6" w:rsidRDefault="0084417C" w:rsidP="00BC383F">
    <w:pPr>
      <w:pStyle w:val="Header"/>
      <w:jc w:val="right"/>
    </w:pPr>
    <w:r>
      <w:t>E/ECE/324/Rev.1/Add.42/Rev.4</w:t>
    </w:r>
    <w:r>
      <w:br/>
      <w:t>E/ECE/TRANS/505/Rev.1/Add.42/Rev.4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CA363" w14:textId="77777777" w:rsidR="0084417C" w:rsidRPr="00E8337B" w:rsidRDefault="0084417C" w:rsidP="00E8337B"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E8D8A2" wp14:editId="0BCBC534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22885" cy="6120130"/>
              <wp:effectExtent l="0" t="0" r="0" b="4445"/>
              <wp:wrapNone/>
              <wp:docPr id="5" name="Text Box 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6120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DF9C3F" w14:textId="77777777" w:rsidR="0084417C" w:rsidRPr="00F030DA" w:rsidRDefault="0084417C" w:rsidP="00E8337B">
                          <w:pPr>
                            <w:pStyle w:val="Footer"/>
                            <w:tabs>
                              <w:tab w:val="right" w:pos="9638"/>
                            </w:tabs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noProof/>
                            </w:rPr>
                            <w:t>18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  <w:p w14:paraId="6279E32B" w14:textId="77777777" w:rsidR="0084417C" w:rsidRDefault="0084417C"/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E8D8A2" id="_x0000_t202" coordsize="21600,21600" o:spt="202" path="m,l,21600r21600,l21600,xe">
              <v:stroke joinstyle="miter"/>
              <v:path gradientshapeok="t" o:connecttype="rect"/>
            </v:shapetype>
            <v:shape id="Text Box 204" o:spid="_x0000_s1026" type="#_x0000_t202" style="position:absolute;margin-left:-34pt;margin-top:0;width:17.55pt;height:481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" stroked="f">
              <v:textbox style="layout-flow:vertical" inset="0,0,0,0">
                <w:txbxContent>
                  <w:p w14:paraId="09DF9C3F" w14:textId="77777777" w:rsidR="0084417C" w:rsidRPr="00F030DA" w:rsidRDefault="0084417C" w:rsidP="00E8337B">
                    <w:pPr>
                      <w:pStyle w:val="Footer"/>
                      <w:tabs>
                        <w:tab w:val="right" w:pos="9638"/>
                      </w:tabs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  <w:noProof/>
                      </w:rPr>
                      <w:t>18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  <w:p w14:paraId="6279E32B" w14:textId="77777777" w:rsidR="0084417C" w:rsidRDefault="0084417C"/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59033B" wp14:editId="28DDAFC6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0130"/>
              <wp:effectExtent l="0" t="0" r="3175" b="4445"/>
              <wp:wrapNone/>
              <wp:docPr id="4" name="Text Box 2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AA172" w14:textId="77777777" w:rsidR="0084417C" w:rsidRPr="00492072" w:rsidRDefault="0084417C" w:rsidP="00E8337B">
                          <w:pPr>
                            <w:pStyle w:val="Header"/>
                          </w:pPr>
                          <w:r>
                            <w:t>E/ECE/324/Rev.1/Add.42/Rev.3</w:t>
                          </w:r>
                          <w:r>
                            <w:br/>
                            <w:t>E/ECE/TRANS/505/Rev.1/Add.42/Rev.3</w:t>
                          </w:r>
                        </w:p>
                        <w:p w14:paraId="41D09850" w14:textId="77777777" w:rsidR="0084417C" w:rsidRDefault="0084417C"/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59033B" id="Text Box 203" o:spid="_x0000_s1027" type="#_x0000_t202" style="position:absolute;margin-left:771pt;margin-top:0;width:17pt;height:48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" stroked="f">
              <v:textbox style="layout-flow:vertical" inset="0,0,0,0">
                <w:txbxContent>
                  <w:p w14:paraId="7BBAA172" w14:textId="77777777" w:rsidR="0084417C" w:rsidRPr="00492072" w:rsidRDefault="0084417C" w:rsidP="00E8337B">
                    <w:pPr>
                      <w:pStyle w:val="Header"/>
                    </w:pPr>
                    <w:r>
                      <w:t>E/ECE/324/Rev.1/Add.42/Rev.3</w:t>
                    </w:r>
                    <w:r>
                      <w:br/>
                      <w:t>E/ECE/TRANS/505/Rev.1/Add.42/Rev.3</w:t>
                    </w:r>
                  </w:p>
                  <w:p w14:paraId="41D09850" w14:textId="77777777" w:rsidR="0084417C" w:rsidRDefault="0084417C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61A3E" w14:textId="77777777" w:rsidR="0084417C" w:rsidRPr="00250396" w:rsidRDefault="0084417C" w:rsidP="00250396">
    <w:r>
      <w:rPr>
        <w:b/>
        <w:noProof/>
        <w:sz w:val="18"/>
        <w:lang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BAD0164" wp14:editId="171B3797">
              <wp:simplePos x="0" y="0"/>
              <wp:positionH relativeFrom="column">
                <wp:posOffset>-923290</wp:posOffset>
              </wp:positionH>
              <wp:positionV relativeFrom="paragraph">
                <wp:posOffset>370205</wp:posOffset>
              </wp:positionV>
              <wp:extent cx="762000" cy="6076950"/>
              <wp:effectExtent l="0" t="0" r="0" b="0"/>
              <wp:wrapNone/>
              <wp:docPr id="3" name="Text Box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0" cy="607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A2A07E" w14:textId="402FBB9E" w:rsidR="0084417C" w:rsidRPr="00FA2B6C" w:rsidRDefault="0084417C" w:rsidP="00DD3F69">
                          <w:pPr>
                            <w:pStyle w:val="Footer"/>
                            <w:jc w:val="right"/>
                            <w:rPr>
                              <w:b/>
                            </w:rPr>
                          </w:pPr>
                          <w:r w:rsidRPr="00FA2B6C">
                            <w:rPr>
                              <w:b/>
                            </w:rPr>
                            <w:fldChar w:fldCharType="begin"/>
                          </w:r>
                          <w:r w:rsidRPr="00FA2B6C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Pr="00FA2B6C">
                            <w:rPr>
                              <w:b/>
                            </w:rPr>
                            <w:fldChar w:fldCharType="separate"/>
                          </w:r>
                          <w:r w:rsidR="00884DC3">
                            <w:rPr>
                              <w:b/>
                              <w:noProof/>
                            </w:rPr>
                            <w:t>3</w:t>
                          </w:r>
                          <w:r w:rsidRPr="00FA2B6C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  <w:p w14:paraId="3AF3C223" w14:textId="77777777" w:rsidR="0084417C" w:rsidRDefault="0084417C"/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AD0164" id="_x0000_t202" coordsize="21600,21600" o:spt="202" path="m,l,21600r21600,l21600,xe">
              <v:stroke joinstyle="miter"/>
              <v:path gradientshapeok="t" o:connecttype="rect"/>
            </v:shapetype>
            <v:shape id="Text Box 332" o:spid="_x0000_s1028" type="#_x0000_t202" style="position:absolute;margin-left:-72.7pt;margin-top:29.15pt;width:60pt;height:47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" stroked="f">
              <v:textbox style="layout-flow:vertical">
                <w:txbxContent>
                  <w:p w14:paraId="35A2A07E" w14:textId="402FBB9E" w:rsidR="0084417C" w:rsidRPr="00FA2B6C" w:rsidRDefault="0084417C" w:rsidP="00DD3F69">
                    <w:pPr>
                      <w:pStyle w:val="Footer"/>
                      <w:jc w:val="right"/>
                      <w:rPr>
                        <w:b/>
                      </w:rPr>
                    </w:pPr>
                    <w:r w:rsidRPr="00FA2B6C">
                      <w:rPr>
                        <w:b/>
                      </w:rPr>
                      <w:fldChar w:fldCharType="begin"/>
                    </w:r>
                    <w:r w:rsidRPr="00FA2B6C">
                      <w:rPr>
                        <w:b/>
                      </w:rPr>
                      <w:instrText xml:space="preserve"> PAGE   \* MERGEFORMAT </w:instrText>
                    </w:r>
                    <w:r w:rsidRPr="00FA2B6C">
                      <w:rPr>
                        <w:b/>
                      </w:rPr>
                      <w:fldChar w:fldCharType="separate"/>
                    </w:r>
                    <w:r w:rsidR="00884DC3">
                      <w:rPr>
                        <w:b/>
                        <w:noProof/>
                      </w:rPr>
                      <w:t>3</w:t>
                    </w:r>
                    <w:r w:rsidRPr="00FA2B6C">
                      <w:rPr>
                        <w:b/>
                        <w:noProof/>
                      </w:rPr>
                      <w:fldChar w:fldCharType="end"/>
                    </w:r>
                  </w:p>
                  <w:p w14:paraId="3AF3C223" w14:textId="77777777" w:rsidR="0084417C" w:rsidRDefault="0084417C"/>
                </w:txbxContent>
              </v:textbox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A3062AB" wp14:editId="7D45E02E">
              <wp:simplePos x="0" y="0"/>
              <wp:positionH relativeFrom="column">
                <wp:posOffset>-652780</wp:posOffset>
              </wp:positionH>
              <wp:positionV relativeFrom="paragraph">
                <wp:posOffset>370205</wp:posOffset>
              </wp:positionV>
              <wp:extent cx="260350" cy="6076950"/>
              <wp:effectExtent l="4445" t="0" r="1905" b="1270"/>
              <wp:wrapNone/>
              <wp:docPr id="2" name="Text Box 3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350" cy="607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0D4152" w14:textId="77777777" w:rsidR="0084417C" w:rsidRDefault="0084417C"/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3062AB" id="Text Box 331" o:spid="_x0000_s1029" type="#_x0000_t202" style="position:absolute;margin-left:-51.4pt;margin-top:29.15pt;width:20.5pt;height:47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" stroked="f">
              <v:textbox style="layout-flow:vertical">
                <w:txbxContent>
                  <w:p w14:paraId="1E0D4152" w14:textId="77777777" w:rsidR="0084417C" w:rsidRDefault="0084417C"/>
                </w:txbxContent>
              </v:textbox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B64F66" wp14:editId="791104A5">
              <wp:simplePos x="0" y="0"/>
              <wp:positionH relativeFrom="column">
                <wp:posOffset>8103870</wp:posOffset>
              </wp:positionH>
              <wp:positionV relativeFrom="paragraph">
                <wp:posOffset>327025</wp:posOffset>
              </wp:positionV>
              <wp:extent cx="527050" cy="6120130"/>
              <wp:effectExtent l="0" t="3175" r="0" b="1270"/>
              <wp:wrapNone/>
              <wp:docPr id="6" name="Text Box 3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7050" cy="6120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48BB6B" w14:textId="77777777" w:rsidR="0084417C" w:rsidRPr="00250396" w:rsidRDefault="0084417C" w:rsidP="00250396">
                          <w:pPr>
                            <w:pStyle w:val="Header"/>
                            <w:jc w:val="right"/>
                          </w:pPr>
                        </w:p>
                        <w:p w14:paraId="004AB53E" w14:textId="29A2DB83" w:rsidR="0084417C" w:rsidRPr="00250396" w:rsidRDefault="0084417C" w:rsidP="00250396">
                          <w:pPr>
                            <w:pStyle w:val="Header"/>
                            <w:jc w:val="right"/>
                          </w:pPr>
                          <w:r>
                            <w:t>ECE/TRANS/WP.29/GRSG/2018/7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B64F66" id="Text Box 330" o:spid="_x0000_s1030" type="#_x0000_t202" style="position:absolute;margin-left:638.1pt;margin-top:25.75pt;width:41.5pt;height:48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" stroked="f">
              <v:textbox style="layout-flow:vertical">
                <w:txbxContent>
                  <w:p w14:paraId="0B48BB6B" w14:textId="77777777" w:rsidR="0084417C" w:rsidRPr="00250396" w:rsidRDefault="0084417C" w:rsidP="00250396">
                    <w:pPr>
                      <w:pStyle w:val="Header"/>
                      <w:jc w:val="right"/>
                    </w:pPr>
                  </w:p>
                  <w:p w14:paraId="004AB53E" w14:textId="29A2DB83" w:rsidR="0084417C" w:rsidRPr="00250396" w:rsidRDefault="0084417C" w:rsidP="00250396">
                    <w:pPr>
                      <w:pStyle w:val="Header"/>
                      <w:jc w:val="right"/>
                    </w:pPr>
                    <w:r>
                      <w:t>ECE/TRANS/WP.29/GRSG/2018/7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789A2" w14:textId="77777777" w:rsidR="0084417C" w:rsidRPr="00CE6911" w:rsidRDefault="0084417C" w:rsidP="00CE6911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72AD0" w14:textId="3CCE5682" w:rsidR="004E040E" w:rsidRPr="00803BF8" w:rsidRDefault="004E040E">
    <w:pPr>
      <w:pStyle w:val="Header"/>
    </w:pPr>
    <w:r>
      <w:t>ECE/TRANS/WP.29/GRSG/</w:t>
    </w:r>
    <w:r w:rsidRPr="00DF418A">
      <w:t>201</w:t>
    </w:r>
    <w:r w:rsidR="00D709BA">
      <w:t>8</w:t>
    </w:r>
    <w:r>
      <w:t>/</w:t>
    </w:r>
    <w:r w:rsidR="00E87F57">
      <w:t>7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3FB7B" w14:textId="6B15C4AA" w:rsidR="004E040E" w:rsidRPr="00803BF8" w:rsidRDefault="004E040E" w:rsidP="00803BF8">
    <w:pPr>
      <w:pStyle w:val="Header"/>
      <w:jc w:val="right"/>
    </w:pPr>
    <w:r>
      <w:t>ECE/TRANS/WP.29/GRSG/201</w:t>
    </w:r>
    <w:r w:rsidR="00A925F4">
      <w:t>8</w:t>
    </w:r>
    <w:r>
      <w:t>/</w:t>
    </w:r>
    <w:r w:rsidR="0084417C">
      <w:t>7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70CFC" w14:textId="36DFF760" w:rsidR="0084417C" w:rsidRPr="00CE6911" w:rsidRDefault="0084417C" w:rsidP="0084417C">
    <w:pPr>
      <w:pStyle w:val="Header"/>
    </w:pPr>
    <w:r>
      <w:t>ECE/TRANS/WP.29/GRSG/</w:t>
    </w:r>
    <w:r w:rsidRPr="00DF418A">
      <w:t>201</w:t>
    </w:r>
    <w:r>
      <w:t>8/7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64776BD"/>
    <w:multiLevelType w:val="hybridMultilevel"/>
    <w:tmpl w:val="CEEA92DC"/>
    <w:lvl w:ilvl="0" w:tplc="45A05B24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CF466C"/>
    <w:multiLevelType w:val="hybridMultilevel"/>
    <w:tmpl w:val="CBE257F4"/>
    <w:lvl w:ilvl="0" w:tplc="69FAFCF4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2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12"/>
  </w:num>
  <w:num w:numId="14">
    <w:abstractNumId w:val="19"/>
  </w:num>
  <w:num w:numId="15">
    <w:abstractNumId w:val="24"/>
  </w:num>
  <w:num w:numId="16">
    <w:abstractNumId w:val="10"/>
  </w:num>
  <w:num w:numId="17">
    <w:abstractNumId w:val="15"/>
  </w:num>
  <w:num w:numId="18">
    <w:abstractNumId w:val="23"/>
  </w:num>
  <w:num w:numId="19">
    <w:abstractNumId w:val="13"/>
  </w:num>
  <w:num w:numId="20">
    <w:abstractNumId w:val="20"/>
  </w:num>
  <w:num w:numId="21">
    <w:abstractNumId w:val="22"/>
  </w:num>
  <w:num w:numId="22">
    <w:abstractNumId w:val="17"/>
  </w:num>
  <w:num w:numId="23">
    <w:abstractNumId w:val="21"/>
  </w:num>
  <w:num w:numId="24">
    <w:abstractNumId w:val="1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1169"/>
    <w:rsid w:val="00043B2C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76DE"/>
    <w:rsid w:val="000929FE"/>
    <w:rsid w:val="000931C0"/>
    <w:rsid w:val="00093832"/>
    <w:rsid w:val="00094F47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050B"/>
    <w:rsid w:val="000C2C03"/>
    <w:rsid w:val="000C2D2E"/>
    <w:rsid w:val="000D0516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666B"/>
    <w:rsid w:val="001228BD"/>
    <w:rsid w:val="00122CBC"/>
    <w:rsid w:val="00123206"/>
    <w:rsid w:val="00130E03"/>
    <w:rsid w:val="0013231C"/>
    <w:rsid w:val="0013381C"/>
    <w:rsid w:val="00133E6D"/>
    <w:rsid w:val="001359D2"/>
    <w:rsid w:val="00135BEE"/>
    <w:rsid w:val="001407D5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2D26"/>
    <w:rsid w:val="0017324C"/>
    <w:rsid w:val="00182290"/>
    <w:rsid w:val="001827D1"/>
    <w:rsid w:val="00184490"/>
    <w:rsid w:val="00184A77"/>
    <w:rsid w:val="0019102D"/>
    <w:rsid w:val="00192180"/>
    <w:rsid w:val="00193F1C"/>
    <w:rsid w:val="00194E3F"/>
    <w:rsid w:val="001963AC"/>
    <w:rsid w:val="00197D24"/>
    <w:rsid w:val="001A2C30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177"/>
    <w:rsid w:val="001D3882"/>
    <w:rsid w:val="001D3A03"/>
    <w:rsid w:val="001D4261"/>
    <w:rsid w:val="001D6907"/>
    <w:rsid w:val="001E0C22"/>
    <w:rsid w:val="001E2593"/>
    <w:rsid w:val="001E47B9"/>
    <w:rsid w:val="001E7B67"/>
    <w:rsid w:val="001E7CAC"/>
    <w:rsid w:val="001F20EF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7023"/>
    <w:rsid w:val="00243627"/>
    <w:rsid w:val="0024568B"/>
    <w:rsid w:val="00246027"/>
    <w:rsid w:val="0024772E"/>
    <w:rsid w:val="002530E8"/>
    <w:rsid w:val="0025747D"/>
    <w:rsid w:val="0026041E"/>
    <w:rsid w:val="00263A29"/>
    <w:rsid w:val="00266C89"/>
    <w:rsid w:val="002676B0"/>
    <w:rsid w:val="00267F5F"/>
    <w:rsid w:val="00270BEB"/>
    <w:rsid w:val="0027135F"/>
    <w:rsid w:val="00271CB5"/>
    <w:rsid w:val="002722E2"/>
    <w:rsid w:val="00273751"/>
    <w:rsid w:val="00276AEF"/>
    <w:rsid w:val="002777A5"/>
    <w:rsid w:val="00282B93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31F7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C73E0"/>
    <w:rsid w:val="002D046E"/>
    <w:rsid w:val="002D1AE4"/>
    <w:rsid w:val="002D4643"/>
    <w:rsid w:val="002D4CFC"/>
    <w:rsid w:val="002E093F"/>
    <w:rsid w:val="002E2EB7"/>
    <w:rsid w:val="002E4A30"/>
    <w:rsid w:val="002E5532"/>
    <w:rsid w:val="002E5684"/>
    <w:rsid w:val="002E7F93"/>
    <w:rsid w:val="002F04B8"/>
    <w:rsid w:val="002F0546"/>
    <w:rsid w:val="002F175C"/>
    <w:rsid w:val="002F1D8E"/>
    <w:rsid w:val="002F5AC5"/>
    <w:rsid w:val="002F725C"/>
    <w:rsid w:val="002F7A67"/>
    <w:rsid w:val="002F7DE0"/>
    <w:rsid w:val="0030272D"/>
    <w:rsid w:val="00302E18"/>
    <w:rsid w:val="00306B73"/>
    <w:rsid w:val="00312F59"/>
    <w:rsid w:val="0031733E"/>
    <w:rsid w:val="00320995"/>
    <w:rsid w:val="00320D2F"/>
    <w:rsid w:val="003229D8"/>
    <w:rsid w:val="003237A4"/>
    <w:rsid w:val="00325908"/>
    <w:rsid w:val="00326932"/>
    <w:rsid w:val="00330F1A"/>
    <w:rsid w:val="003311A6"/>
    <w:rsid w:val="00336789"/>
    <w:rsid w:val="003369B2"/>
    <w:rsid w:val="003406CC"/>
    <w:rsid w:val="0034070E"/>
    <w:rsid w:val="0034168B"/>
    <w:rsid w:val="00341F69"/>
    <w:rsid w:val="003450DD"/>
    <w:rsid w:val="003451F4"/>
    <w:rsid w:val="00347A83"/>
    <w:rsid w:val="003516C1"/>
    <w:rsid w:val="00352181"/>
    <w:rsid w:val="00352709"/>
    <w:rsid w:val="00356E54"/>
    <w:rsid w:val="003619B5"/>
    <w:rsid w:val="00361AC3"/>
    <w:rsid w:val="00365763"/>
    <w:rsid w:val="00371178"/>
    <w:rsid w:val="003734E3"/>
    <w:rsid w:val="00377817"/>
    <w:rsid w:val="003800C8"/>
    <w:rsid w:val="00383155"/>
    <w:rsid w:val="0038516A"/>
    <w:rsid w:val="00391650"/>
    <w:rsid w:val="00392E47"/>
    <w:rsid w:val="00394CC7"/>
    <w:rsid w:val="003951CC"/>
    <w:rsid w:val="00396E5F"/>
    <w:rsid w:val="003A06B5"/>
    <w:rsid w:val="003A135A"/>
    <w:rsid w:val="003A3D17"/>
    <w:rsid w:val="003A5828"/>
    <w:rsid w:val="003A6810"/>
    <w:rsid w:val="003A7420"/>
    <w:rsid w:val="003B1EDF"/>
    <w:rsid w:val="003B4673"/>
    <w:rsid w:val="003C17CC"/>
    <w:rsid w:val="003C25FD"/>
    <w:rsid w:val="003C2CC4"/>
    <w:rsid w:val="003C46E4"/>
    <w:rsid w:val="003C472E"/>
    <w:rsid w:val="003C4BA1"/>
    <w:rsid w:val="003C534D"/>
    <w:rsid w:val="003D4051"/>
    <w:rsid w:val="003D4B23"/>
    <w:rsid w:val="003D751D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06C85"/>
    <w:rsid w:val="00410C89"/>
    <w:rsid w:val="00413FC7"/>
    <w:rsid w:val="00414256"/>
    <w:rsid w:val="00420557"/>
    <w:rsid w:val="00422673"/>
    <w:rsid w:val="00422E03"/>
    <w:rsid w:val="00423D86"/>
    <w:rsid w:val="0042591D"/>
    <w:rsid w:val="00425C32"/>
    <w:rsid w:val="00426B9B"/>
    <w:rsid w:val="004325CB"/>
    <w:rsid w:val="0043676F"/>
    <w:rsid w:val="00442A83"/>
    <w:rsid w:val="00443395"/>
    <w:rsid w:val="00443911"/>
    <w:rsid w:val="004476E6"/>
    <w:rsid w:val="0045495B"/>
    <w:rsid w:val="004561E5"/>
    <w:rsid w:val="00456BF3"/>
    <w:rsid w:val="004572AE"/>
    <w:rsid w:val="00464BD6"/>
    <w:rsid w:val="00467FEF"/>
    <w:rsid w:val="00471BD2"/>
    <w:rsid w:val="0047485D"/>
    <w:rsid w:val="0047621F"/>
    <w:rsid w:val="00477526"/>
    <w:rsid w:val="00477A0D"/>
    <w:rsid w:val="00477C6B"/>
    <w:rsid w:val="0048237A"/>
    <w:rsid w:val="0048397A"/>
    <w:rsid w:val="0048413F"/>
    <w:rsid w:val="0048419F"/>
    <w:rsid w:val="00485CBB"/>
    <w:rsid w:val="004866B7"/>
    <w:rsid w:val="004935FC"/>
    <w:rsid w:val="00493DB9"/>
    <w:rsid w:val="00494AC7"/>
    <w:rsid w:val="004A4BF7"/>
    <w:rsid w:val="004A79FD"/>
    <w:rsid w:val="004B05F0"/>
    <w:rsid w:val="004B3889"/>
    <w:rsid w:val="004B3B45"/>
    <w:rsid w:val="004C2461"/>
    <w:rsid w:val="004C3774"/>
    <w:rsid w:val="004C7462"/>
    <w:rsid w:val="004C7D42"/>
    <w:rsid w:val="004D0424"/>
    <w:rsid w:val="004D65FF"/>
    <w:rsid w:val="004E040E"/>
    <w:rsid w:val="004E0683"/>
    <w:rsid w:val="004E0FDB"/>
    <w:rsid w:val="004E58ED"/>
    <w:rsid w:val="004E6380"/>
    <w:rsid w:val="004E77B2"/>
    <w:rsid w:val="004F00B6"/>
    <w:rsid w:val="004F1622"/>
    <w:rsid w:val="004F1CBD"/>
    <w:rsid w:val="004F522A"/>
    <w:rsid w:val="004F7100"/>
    <w:rsid w:val="00501396"/>
    <w:rsid w:val="0050261A"/>
    <w:rsid w:val="0050463D"/>
    <w:rsid w:val="00504B2D"/>
    <w:rsid w:val="00506897"/>
    <w:rsid w:val="00507132"/>
    <w:rsid w:val="005075B1"/>
    <w:rsid w:val="005153D5"/>
    <w:rsid w:val="00516F20"/>
    <w:rsid w:val="0052136D"/>
    <w:rsid w:val="00521B5A"/>
    <w:rsid w:val="00527001"/>
    <w:rsid w:val="0052775E"/>
    <w:rsid w:val="005305DD"/>
    <w:rsid w:val="005420F2"/>
    <w:rsid w:val="00544CB6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E23B0"/>
    <w:rsid w:val="005E3EF7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19A3"/>
    <w:rsid w:val="00623E89"/>
    <w:rsid w:val="00626FBD"/>
    <w:rsid w:val="00627BEB"/>
    <w:rsid w:val="0063070C"/>
    <w:rsid w:val="0063242B"/>
    <w:rsid w:val="006327D4"/>
    <w:rsid w:val="00634F9F"/>
    <w:rsid w:val="006352A1"/>
    <w:rsid w:val="006372E5"/>
    <w:rsid w:val="006407D7"/>
    <w:rsid w:val="0064099B"/>
    <w:rsid w:val="00640B26"/>
    <w:rsid w:val="0064292F"/>
    <w:rsid w:val="00645EBB"/>
    <w:rsid w:val="006465CF"/>
    <w:rsid w:val="00647BAD"/>
    <w:rsid w:val="00652D0A"/>
    <w:rsid w:val="0065391C"/>
    <w:rsid w:val="00654889"/>
    <w:rsid w:val="00662BB6"/>
    <w:rsid w:val="00663B3A"/>
    <w:rsid w:val="00664F9E"/>
    <w:rsid w:val="00671B51"/>
    <w:rsid w:val="00671C7E"/>
    <w:rsid w:val="006731C7"/>
    <w:rsid w:val="0067362F"/>
    <w:rsid w:val="00675314"/>
    <w:rsid w:val="00676606"/>
    <w:rsid w:val="00680563"/>
    <w:rsid w:val="00682E86"/>
    <w:rsid w:val="00683612"/>
    <w:rsid w:val="0068459E"/>
    <w:rsid w:val="006849DF"/>
    <w:rsid w:val="00684C21"/>
    <w:rsid w:val="006958E8"/>
    <w:rsid w:val="006A0BC2"/>
    <w:rsid w:val="006A2530"/>
    <w:rsid w:val="006A2748"/>
    <w:rsid w:val="006A46E9"/>
    <w:rsid w:val="006A7CA7"/>
    <w:rsid w:val="006B0475"/>
    <w:rsid w:val="006B4D98"/>
    <w:rsid w:val="006B4E99"/>
    <w:rsid w:val="006B4E9F"/>
    <w:rsid w:val="006B5488"/>
    <w:rsid w:val="006C3589"/>
    <w:rsid w:val="006C4609"/>
    <w:rsid w:val="006C70CD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91"/>
    <w:rsid w:val="006E7863"/>
    <w:rsid w:val="006F0360"/>
    <w:rsid w:val="006F2D70"/>
    <w:rsid w:val="006F3D7F"/>
    <w:rsid w:val="0070003C"/>
    <w:rsid w:val="00702B9C"/>
    <w:rsid w:val="00703577"/>
    <w:rsid w:val="00703633"/>
    <w:rsid w:val="00704CB6"/>
    <w:rsid w:val="00705894"/>
    <w:rsid w:val="007072C1"/>
    <w:rsid w:val="007107A7"/>
    <w:rsid w:val="00715FB5"/>
    <w:rsid w:val="00716CB7"/>
    <w:rsid w:val="00720319"/>
    <w:rsid w:val="007247D3"/>
    <w:rsid w:val="0072632A"/>
    <w:rsid w:val="00727B60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D4D27"/>
    <w:rsid w:val="007E01E9"/>
    <w:rsid w:val="007E3C7D"/>
    <w:rsid w:val="007E5E15"/>
    <w:rsid w:val="007E63F3"/>
    <w:rsid w:val="007F0E12"/>
    <w:rsid w:val="007F1133"/>
    <w:rsid w:val="007F3673"/>
    <w:rsid w:val="007F4485"/>
    <w:rsid w:val="007F53E5"/>
    <w:rsid w:val="007F6611"/>
    <w:rsid w:val="007F6FD3"/>
    <w:rsid w:val="00801D6A"/>
    <w:rsid w:val="00803BF8"/>
    <w:rsid w:val="00804C91"/>
    <w:rsid w:val="00806E1C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3ABD"/>
    <w:rsid w:val="00833D04"/>
    <w:rsid w:val="00835349"/>
    <w:rsid w:val="00835C20"/>
    <w:rsid w:val="00837D8A"/>
    <w:rsid w:val="00843767"/>
    <w:rsid w:val="0084417C"/>
    <w:rsid w:val="00846374"/>
    <w:rsid w:val="00847CEC"/>
    <w:rsid w:val="00851184"/>
    <w:rsid w:val="00852982"/>
    <w:rsid w:val="0085492E"/>
    <w:rsid w:val="00854B2C"/>
    <w:rsid w:val="008562C9"/>
    <w:rsid w:val="00856494"/>
    <w:rsid w:val="00856FAA"/>
    <w:rsid w:val="00857166"/>
    <w:rsid w:val="00857209"/>
    <w:rsid w:val="00861117"/>
    <w:rsid w:val="0086135A"/>
    <w:rsid w:val="00863DFD"/>
    <w:rsid w:val="00865560"/>
    <w:rsid w:val="008663CE"/>
    <w:rsid w:val="008679D9"/>
    <w:rsid w:val="00872EA9"/>
    <w:rsid w:val="00873BB6"/>
    <w:rsid w:val="00875F24"/>
    <w:rsid w:val="008774E7"/>
    <w:rsid w:val="008809C1"/>
    <w:rsid w:val="00881AE2"/>
    <w:rsid w:val="00881F52"/>
    <w:rsid w:val="00883E85"/>
    <w:rsid w:val="00884DC3"/>
    <w:rsid w:val="00886679"/>
    <w:rsid w:val="00886690"/>
    <w:rsid w:val="008878DE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03AD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307E"/>
    <w:rsid w:val="009448C3"/>
    <w:rsid w:val="00945A10"/>
    <w:rsid w:val="009465E1"/>
    <w:rsid w:val="0095793C"/>
    <w:rsid w:val="009629C4"/>
    <w:rsid w:val="00963747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285B"/>
    <w:rsid w:val="009971E1"/>
    <w:rsid w:val="00997605"/>
    <w:rsid w:val="00997D09"/>
    <w:rsid w:val="009A0830"/>
    <w:rsid w:val="009A08AC"/>
    <w:rsid w:val="009A0E8D"/>
    <w:rsid w:val="009A1E55"/>
    <w:rsid w:val="009A26E0"/>
    <w:rsid w:val="009A4025"/>
    <w:rsid w:val="009A43DF"/>
    <w:rsid w:val="009A5E59"/>
    <w:rsid w:val="009A6914"/>
    <w:rsid w:val="009B26E7"/>
    <w:rsid w:val="009B5B90"/>
    <w:rsid w:val="009B64BB"/>
    <w:rsid w:val="009B69E9"/>
    <w:rsid w:val="009C5020"/>
    <w:rsid w:val="009D133E"/>
    <w:rsid w:val="009D272C"/>
    <w:rsid w:val="009D4BEE"/>
    <w:rsid w:val="009D5431"/>
    <w:rsid w:val="009E15C8"/>
    <w:rsid w:val="009E5620"/>
    <w:rsid w:val="009E7B72"/>
    <w:rsid w:val="009F07C1"/>
    <w:rsid w:val="009F0B23"/>
    <w:rsid w:val="009F2CA6"/>
    <w:rsid w:val="009F36A3"/>
    <w:rsid w:val="009F71D1"/>
    <w:rsid w:val="00A00697"/>
    <w:rsid w:val="00A00A3F"/>
    <w:rsid w:val="00A01489"/>
    <w:rsid w:val="00A053B0"/>
    <w:rsid w:val="00A11337"/>
    <w:rsid w:val="00A14A4D"/>
    <w:rsid w:val="00A20DE2"/>
    <w:rsid w:val="00A21773"/>
    <w:rsid w:val="00A23763"/>
    <w:rsid w:val="00A27E4A"/>
    <w:rsid w:val="00A3026E"/>
    <w:rsid w:val="00A32120"/>
    <w:rsid w:val="00A338F1"/>
    <w:rsid w:val="00A3529B"/>
    <w:rsid w:val="00A35BE0"/>
    <w:rsid w:val="00A4129A"/>
    <w:rsid w:val="00A44D34"/>
    <w:rsid w:val="00A508DF"/>
    <w:rsid w:val="00A51DCC"/>
    <w:rsid w:val="00A52B68"/>
    <w:rsid w:val="00A54EBE"/>
    <w:rsid w:val="00A574F6"/>
    <w:rsid w:val="00A6129C"/>
    <w:rsid w:val="00A62630"/>
    <w:rsid w:val="00A63E35"/>
    <w:rsid w:val="00A6507F"/>
    <w:rsid w:val="00A668CC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5A67"/>
    <w:rsid w:val="00A86546"/>
    <w:rsid w:val="00A877CE"/>
    <w:rsid w:val="00A87C87"/>
    <w:rsid w:val="00A90194"/>
    <w:rsid w:val="00A925F4"/>
    <w:rsid w:val="00A94361"/>
    <w:rsid w:val="00A979DD"/>
    <w:rsid w:val="00AA293C"/>
    <w:rsid w:val="00AB01AB"/>
    <w:rsid w:val="00AB10D2"/>
    <w:rsid w:val="00AB19E3"/>
    <w:rsid w:val="00AB2364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C58FA"/>
    <w:rsid w:val="00AD0033"/>
    <w:rsid w:val="00AD0670"/>
    <w:rsid w:val="00AD087C"/>
    <w:rsid w:val="00AE02E1"/>
    <w:rsid w:val="00AE03EE"/>
    <w:rsid w:val="00AE59C2"/>
    <w:rsid w:val="00AE6437"/>
    <w:rsid w:val="00AF5118"/>
    <w:rsid w:val="00AF6850"/>
    <w:rsid w:val="00AF6B6C"/>
    <w:rsid w:val="00B048EE"/>
    <w:rsid w:val="00B213A0"/>
    <w:rsid w:val="00B22EC9"/>
    <w:rsid w:val="00B238A5"/>
    <w:rsid w:val="00B253FC"/>
    <w:rsid w:val="00B25FAF"/>
    <w:rsid w:val="00B276F0"/>
    <w:rsid w:val="00B30179"/>
    <w:rsid w:val="00B33901"/>
    <w:rsid w:val="00B341FF"/>
    <w:rsid w:val="00B371CD"/>
    <w:rsid w:val="00B421C1"/>
    <w:rsid w:val="00B43821"/>
    <w:rsid w:val="00B44C89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1570"/>
    <w:rsid w:val="00B61A08"/>
    <w:rsid w:val="00B64B1F"/>
    <w:rsid w:val="00B6553F"/>
    <w:rsid w:val="00B73F39"/>
    <w:rsid w:val="00B74954"/>
    <w:rsid w:val="00B77D05"/>
    <w:rsid w:val="00B81206"/>
    <w:rsid w:val="00B8192C"/>
    <w:rsid w:val="00B81E12"/>
    <w:rsid w:val="00B8390B"/>
    <w:rsid w:val="00B845A8"/>
    <w:rsid w:val="00B8584A"/>
    <w:rsid w:val="00B924F0"/>
    <w:rsid w:val="00B928FA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90D"/>
    <w:rsid w:val="00BB646D"/>
    <w:rsid w:val="00BC14F0"/>
    <w:rsid w:val="00BC1657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C0035E"/>
    <w:rsid w:val="00C02852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032B"/>
    <w:rsid w:val="00CA2CD1"/>
    <w:rsid w:val="00CA3217"/>
    <w:rsid w:val="00CA622E"/>
    <w:rsid w:val="00CA6DDD"/>
    <w:rsid w:val="00CA711E"/>
    <w:rsid w:val="00CB3E03"/>
    <w:rsid w:val="00CB7013"/>
    <w:rsid w:val="00CC138B"/>
    <w:rsid w:val="00CC187A"/>
    <w:rsid w:val="00CC4839"/>
    <w:rsid w:val="00CD2AAC"/>
    <w:rsid w:val="00CD4AA6"/>
    <w:rsid w:val="00CD730A"/>
    <w:rsid w:val="00CE106B"/>
    <w:rsid w:val="00CE4A8F"/>
    <w:rsid w:val="00CE5631"/>
    <w:rsid w:val="00CE5946"/>
    <w:rsid w:val="00CE7719"/>
    <w:rsid w:val="00CE7816"/>
    <w:rsid w:val="00CF1FA5"/>
    <w:rsid w:val="00CF263E"/>
    <w:rsid w:val="00CF2B7C"/>
    <w:rsid w:val="00CF2CD5"/>
    <w:rsid w:val="00CF7C95"/>
    <w:rsid w:val="00D03348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342E8"/>
    <w:rsid w:val="00D40653"/>
    <w:rsid w:val="00D42223"/>
    <w:rsid w:val="00D43252"/>
    <w:rsid w:val="00D44212"/>
    <w:rsid w:val="00D46A88"/>
    <w:rsid w:val="00D46D61"/>
    <w:rsid w:val="00D47EEA"/>
    <w:rsid w:val="00D514CE"/>
    <w:rsid w:val="00D51801"/>
    <w:rsid w:val="00D53E7A"/>
    <w:rsid w:val="00D54E2A"/>
    <w:rsid w:val="00D57885"/>
    <w:rsid w:val="00D5792F"/>
    <w:rsid w:val="00D60A2A"/>
    <w:rsid w:val="00D66211"/>
    <w:rsid w:val="00D70083"/>
    <w:rsid w:val="00D709BA"/>
    <w:rsid w:val="00D74A52"/>
    <w:rsid w:val="00D75C92"/>
    <w:rsid w:val="00D773DF"/>
    <w:rsid w:val="00D84D4D"/>
    <w:rsid w:val="00D90F84"/>
    <w:rsid w:val="00D92E08"/>
    <w:rsid w:val="00D94543"/>
    <w:rsid w:val="00D95303"/>
    <w:rsid w:val="00D978C6"/>
    <w:rsid w:val="00DA2C03"/>
    <w:rsid w:val="00DA3C1C"/>
    <w:rsid w:val="00DA3C80"/>
    <w:rsid w:val="00DA3CA2"/>
    <w:rsid w:val="00DA6998"/>
    <w:rsid w:val="00DB0466"/>
    <w:rsid w:val="00DB1B2B"/>
    <w:rsid w:val="00DB259A"/>
    <w:rsid w:val="00DB3822"/>
    <w:rsid w:val="00DC022E"/>
    <w:rsid w:val="00DC3A93"/>
    <w:rsid w:val="00DC6D39"/>
    <w:rsid w:val="00DC7014"/>
    <w:rsid w:val="00DD01A8"/>
    <w:rsid w:val="00DD13A2"/>
    <w:rsid w:val="00DD19F5"/>
    <w:rsid w:val="00DD455F"/>
    <w:rsid w:val="00DD640F"/>
    <w:rsid w:val="00DE2B2C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118EB"/>
    <w:rsid w:val="00E2018A"/>
    <w:rsid w:val="00E201F4"/>
    <w:rsid w:val="00E2176E"/>
    <w:rsid w:val="00E22B0C"/>
    <w:rsid w:val="00E27346"/>
    <w:rsid w:val="00E319F7"/>
    <w:rsid w:val="00E320F1"/>
    <w:rsid w:val="00E325A3"/>
    <w:rsid w:val="00E33C21"/>
    <w:rsid w:val="00E34CD5"/>
    <w:rsid w:val="00E36EB6"/>
    <w:rsid w:val="00E40A45"/>
    <w:rsid w:val="00E42E80"/>
    <w:rsid w:val="00E466D9"/>
    <w:rsid w:val="00E47066"/>
    <w:rsid w:val="00E502E6"/>
    <w:rsid w:val="00E5085F"/>
    <w:rsid w:val="00E525B6"/>
    <w:rsid w:val="00E55173"/>
    <w:rsid w:val="00E560CA"/>
    <w:rsid w:val="00E60FB1"/>
    <w:rsid w:val="00E62CEA"/>
    <w:rsid w:val="00E6447E"/>
    <w:rsid w:val="00E655A5"/>
    <w:rsid w:val="00E70AF2"/>
    <w:rsid w:val="00E71BC8"/>
    <w:rsid w:val="00E71F79"/>
    <w:rsid w:val="00E7260F"/>
    <w:rsid w:val="00E73F5D"/>
    <w:rsid w:val="00E74AB3"/>
    <w:rsid w:val="00E767AC"/>
    <w:rsid w:val="00E77E4E"/>
    <w:rsid w:val="00E83966"/>
    <w:rsid w:val="00E865D2"/>
    <w:rsid w:val="00E87504"/>
    <w:rsid w:val="00E87F57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215E"/>
    <w:rsid w:val="00EB295D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4993"/>
    <w:rsid w:val="00EE5FCD"/>
    <w:rsid w:val="00EF088A"/>
    <w:rsid w:val="00EF1D7F"/>
    <w:rsid w:val="00EF54BA"/>
    <w:rsid w:val="00EF6DC7"/>
    <w:rsid w:val="00F02C84"/>
    <w:rsid w:val="00F06159"/>
    <w:rsid w:val="00F11455"/>
    <w:rsid w:val="00F11A60"/>
    <w:rsid w:val="00F1224B"/>
    <w:rsid w:val="00F15DC0"/>
    <w:rsid w:val="00F20293"/>
    <w:rsid w:val="00F211B8"/>
    <w:rsid w:val="00F222A3"/>
    <w:rsid w:val="00F23709"/>
    <w:rsid w:val="00F24A28"/>
    <w:rsid w:val="00F2770E"/>
    <w:rsid w:val="00F31E5F"/>
    <w:rsid w:val="00F36B7B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2548"/>
    <w:rsid w:val="00F6777F"/>
    <w:rsid w:val="00F7336D"/>
    <w:rsid w:val="00F77774"/>
    <w:rsid w:val="00F80A68"/>
    <w:rsid w:val="00F81727"/>
    <w:rsid w:val="00F81AC8"/>
    <w:rsid w:val="00F836E5"/>
    <w:rsid w:val="00F86A82"/>
    <w:rsid w:val="00F9262F"/>
    <w:rsid w:val="00F93781"/>
    <w:rsid w:val="00F9407F"/>
    <w:rsid w:val="00F942A8"/>
    <w:rsid w:val="00F947D6"/>
    <w:rsid w:val="00F9569F"/>
    <w:rsid w:val="00F96D3C"/>
    <w:rsid w:val="00FA3475"/>
    <w:rsid w:val="00FA455A"/>
    <w:rsid w:val="00FA47C2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4DD3"/>
    <w:rsid w:val="00FC598C"/>
    <w:rsid w:val="00FC67B0"/>
    <w:rsid w:val="00FC68B7"/>
    <w:rsid w:val="00FC71C6"/>
    <w:rsid w:val="00FC772D"/>
    <w:rsid w:val="00FD14FA"/>
    <w:rsid w:val="00FD3F98"/>
    <w:rsid w:val="00FD4DDB"/>
    <w:rsid w:val="00FE106A"/>
    <w:rsid w:val="00FE2B53"/>
    <w:rsid w:val="00FE563D"/>
    <w:rsid w:val="00FE7450"/>
    <w:rsid w:val="00FF145D"/>
    <w:rsid w:val="00FF51D5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49053C3"/>
  <w15:docId w15:val="{6BB34EDD-54AD-4EAD-9E5C-DE2133D75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228BD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uiPriority w:val="99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character" w:customStyle="1" w:styleId="FooterChar">
    <w:name w:val="Footer Char"/>
    <w:aliases w:val="3_G Char"/>
    <w:link w:val="Footer"/>
    <w:uiPriority w:val="99"/>
    <w:rsid w:val="0084417C"/>
    <w:rPr>
      <w:sz w:val="16"/>
      <w:lang w:val="en-GB" w:eastAsia="en-US"/>
    </w:rPr>
  </w:style>
  <w:style w:type="character" w:customStyle="1" w:styleId="HeaderChar">
    <w:name w:val="Header Char"/>
    <w:aliases w:val="6_G Char"/>
    <w:basedOn w:val="DefaultParagraphFont"/>
    <w:link w:val="Header"/>
    <w:rsid w:val="0084417C"/>
    <w:rPr>
      <w:b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header" Target="header8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805C3-75BF-496A-885C-A9C397356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5</Pages>
  <Words>1064</Words>
  <Characters>6070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1801038</vt:lpstr>
      <vt:lpstr>United Nations</vt:lpstr>
    </vt:vector>
  </TitlesOfParts>
  <Company>ECE-ISU</Company>
  <LinksUpToDate>false</LinksUpToDate>
  <CharactersWithSpaces>7120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1801038</dc:title>
  <dc:subject>ECE/TRANS/WP.29/GRSG/2018/7</dc:subject>
  <dc:creator>Microsoft Office User</dc:creator>
  <cp:keywords/>
  <dc:description/>
  <cp:lastModifiedBy>Benedicte Boudol</cp:lastModifiedBy>
  <cp:revision>2</cp:revision>
  <cp:lastPrinted>2017-07-28T08:07:00Z</cp:lastPrinted>
  <dcterms:created xsi:type="dcterms:W3CDTF">2018-02-09T14:32:00Z</dcterms:created>
  <dcterms:modified xsi:type="dcterms:W3CDTF">2018-02-09T14:32:00Z</dcterms:modified>
</cp:coreProperties>
</file>