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0F629DA5" w:rsidR="001F20EF" w:rsidRPr="00C64574" w:rsidRDefault="00803BF8" w:rsidP="00DE2B2C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DE2B2C">
              <w:t>4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18CBC547" w:rsidR="00803BF8" w:rsidRPr="00593753" w:rsidRDefault="00FA7E11" w:rsidP="00D5792F">
            <w:pPr>
              <w:spacing w:line="240" w:lineRule="exact"/>
            </w:pPr>
            <w:r>
              <w:t>1</w:t>
            </w:r>
            <w:r w:rsidR="00A34BF1">
              <w:t>7</w:t>
            </w:r>
            <w:r w:rsidR="00A87C87">
              <w:t xml:space="preserve"> </w:t>
            </w:r>
            <w:r w:rsidR="003B4673">
              <w:t>J</w:t>
            </w:r>
            <w:r w:rsidR="00A87C87">
              <w:t>anuary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0C1F18E2" w:rsidR="003C17CC" w:rsidRPr="00593753" w:rsidRDefault="00803BF8" w:rsidP="00D5792F">
            <w:pPr>
              <w:spacing w:line="240" w:lineRule="exact"/>
            </w:pPr>
            <w:r w:rsidRPr="00593753">
              <w:t xml:space="preserve">Original: </w:t>
            </w:r>
            <w:r w:rsidR="00FA7E11">
              <w:t xml:space="preserve"> </w:t>
            </w:r>
            <w:r w:rsidRPr="00593753">
              <w:t>English</w:t>
            </w:r>
            <w:r w:rsidR="00A611BB">
              <w:t>/</w:t>
            </w:r>
            <w:r w:rsidR="00FA7E11">
              <w:t>French</w:t>
            </w:r>
            <w:r w:rsidR="00A611BB">
              <w:t>/</w:t>
            </w:r>
            <w:r w:rsidR="00FA7E11">
              <w:t>Russian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125216E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A87C87">
        <w:rPr>
          <w:b/>
        </w:rPr>
        <w:t>4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1529DFE5" w:rsidR="003B4673" w:rsidRPr="00C64574" w:rsidRDefault="003B4673" w:rsidP="003B4673">
      <w:r w:rsidRPr="00C64574">
        <w:t xml:space="preserve">Geneva, </w:t>
      </w:r>
      <w:r w:rsidR="00A87C87">
        <w:t>9</w:t>
      </w:r>
      <w:r>
        <w:t xml:space="preserve">-13 </w:t>
      </w:r>
      <w:r w:rsidR="00A87C87">
        <w:t>April</w:t>
      </w:r>
      <w:r w:rsidRPr="00C64574">
        <w:t xml:space="preserve"> 201</w:t>
      </w:r>
      <w:r w:rsidR="00A87C87">
        <w:t>8</w:t>
      </w:r>
    </w:p>
    <w:p w14:paraId="33AA25CC" w14:textId="5F9AB226" w:rsidR="003B4673" w:rsidRPr="00DF418A" w:rsidRDefault="003B4673" w:rsidP="003B4673">
      <w:r w:rsidRPr="00DF418A">
        <w:t xml:space="preserve">Item </w:t>
      </w:r>
      <w:r w:rsidR="00FA7E11">
        <w:t>3</w:t>
      </w:r>
      <w:r w:rsidRPr="00DF418A">
        <w:t xml:space="preserve"> of the provisional agenda</w:t>
      </w:r>
    </w:p>
    <w:p w14:paraId="34EF25E2" w14:textId="0F6D6CD4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DE2B2C">
        <w:rPr>
          <w:b/>
        </w:rPr>
        <w:t>3</w:t>
      </w:r>
      <w:r w:rsidR="00FA7E11">
        <w:rPr>
          <w:b/>
        </w:rPr>
        <w:t>4</w:t>
      </w:r>
      <w:r w:rsidR="003B4673" w:rsidRPr="00DF418A">
        <w:rPr>
          <w:b/>
        </w:rPr>
        <w:t xml:space="preserve"> (</w:t>
      </w:r>
      <w:r w:rsidR="00FA7E11">
        <w:rPr>
          <w:b/>
        </w:rPr>
        <w:t>Prevention of fire risks</w:t>
      </w:r>
      <w:r w:rsidR="003B4673" w:rsidRPr="00DF418A">
        <w:rPr>
          <w:b/>
        </w:rPr>
        <w:t>)</w:t>
      </w:r>
    </w:p>
    <w:p w14:paraId="1F356798" w14:textId="63FE36DC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FA7E11">
        <w:rPr>
          <w:sz w:val="26"/>
          <w:szCs w:val="26"/>
        </w:rPr>
        <w:t xml:space="preserve">Supplement 6 to the </w:t>
      </w:r>
      <w:r w:rsidR="00833ABD" w:rsidRPr="00833ABD">
        <w:rPr>
          <w:sz w:val="26"/>
          <w:szCs w:val="26"/>
        </w:rPr>
        <w:t>02 series of amendment</w:t>
      </w:r>
      <w:r w:rsidR="00833ABD">
        <w:rPr>
          <w:sz w:val="26"/>
          <w:szCs w:val="26"/>
        </w:rPr>
        <w:t>s</w:t>
      </w:r>
      <w:r w:rsidR="00833ABD" w:rsidRPr="00833ABD">
        <w:rPr>
          <w:sz w:val="26"/>
          <w:szCs w:val="26"/>
        </w:rPr>
        <w:t xml:space="preserve"> </w:t>
      </w:r>
      <w:r w:rsidR="0005180C">
        <w:rPr>
          <w:sz w:val="26"/>
          <w:szCs w:val="26"/>
        </w:rPr>
        <w:t xml:space="preserve">and for Supplement 2 to the 03 series of amendments </w:t>
      </w:r>
      <w:r w:rsidR="00833ABD" w:rsidRPr="00833ABD">
        <w:rPr>
          <w:sz w:val="26"/>
          <w:szCs w:val="26"/>
        </w:rPr>
        <w:t>to UN Regulation No. 3</w:t>
      </w:r>
      <w:r w:rsidR="00FA7E11">
        <w:rPr>
          <w:sz w:val="26"/>
          <w:szCs w:val="26"/>
        </w:rPr>
        <w:t>4</w:t>
      </w:r>
      <w:r w:rsidR="00833ABD" w:rsidRPr="00833ABD">
        <w:rPr>
          <w:sz w:val="26"/>
          <w:szCs w:val="26"/>
        </w:rPr>
        <w:t xml:space="preserve"> (</w:t>
      </w:r>
      <w:r w:rsidR="00FA7E11" w:rsidRPr="00FA7E11">
        <w:rPr>
          <w:sz w:val="26"/>
          <w:szCs w:val="26"/>
        </w:rPr>
        <w:t>Prevention of fire risks</w:t>
      </w:r>
      <w:r w:rsidR="00833ABD" w:rsidRPr="00833ABD">
        <w:rPr>
          <w:sz w:val="26"/>
          <w:szCs w:val="26"/>
        </w:rPr>
        <w:t>)</w:t>
      </w:r>
    </w:p>
    <w:p w14:paraId="15C212E1" w14:textId="35DA169F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DE2B2C">
        <w:t>France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21782943" w:rsidR="00DF418A" w:rsidRPr="003B4673" w:rsidRDefault="0050261A" w:rsidP="00704CB6">
      <w:pPr>
        <w:ind w:left="1134" w:right="1134" w:firstLine="567"/>
        <w:jc w:val="both"/>
      </w:pPr>
      <w:r w:rsidRPr="003B4673">
        <w:t xml:space="preserve">The text reproduced below was prepared by the expert </w:t>
      </w:r>
      <w:r w:rsidR="00D709BA">
        <w:t xml:space="preserve">from </w:t>
      </w:r>
      <w:r w:rsidR="00DE2B2C">
        <w:t>France</w:t>
      </w:r>
      <w:r w:rsidRPr="003B4673">
        <w:t xml:space="preserve"> </w:t>
      </w:r>
      <w:r w:rsidR="00FA7E11" w:rsidRPr="007A4B3D">
        <w:t xml:space="preserve">to </w:t>
      </w:r>
      <w:r w:rsidR="00FA7E11" w:rsidRPr="00034E2A">
        <w:t xml:space="preserve">clarify the provisions </w:t>
      </w:r>
      <w:r w:rsidR="00FA7E11">
        <w:t>in the three official languages on the</w:t>
      </w:r>
      <w:r w:rsidR="00FA7E11" w:rsidRPr="00034E2A">
        <w:t xml:space="preserve"> protection of the tank</w:t>
      </w:r>
      <w:r w:rsidR="00FA7E11">
        <w:t xml:space="preserve"> according to UN Regulation No. 34</w:t>
      </w:r>
      <w:r w:rsidRPr="003B4673">
        <w:t xml:space="preserve">. </w:t>
      </w:r>
      <w:r w:rsidR="000703CF" w:rsidRPr="003B4673">
        <w:t>It is</w:t>
      </w:r>
      <w:r w:rsidR="00A90194">
        <w:t xml:space="preserve"> </w:t>
      </w:r>
      <w:r w:rsidR="00A87C87">
        <w:t xml:space="preserve">based on </w:t>
      </w:r>
      <w:r w:rsidR="00FA7E11">
        <w:t>document ECE/TRANS/WP.29/GRSG/2017/28</w:t>
      </w:r>
      <w:r w:rsidR="00A90194">
        <w:t xml:space="preserve"> </w:t>
      </w:r>
      <w:r w:rsidR="000703CF" w:rsidRPr="003B4673">
        <w:t>(see report</w:t>
      </w:r>
      <w:r w:rsidR="003B4673">
        <w:t xml:space="preserve"> </w:t>
      </w:r>
      <w:r w:rsidR="003B4673" w:rsidRPr="003B4673">
        <w:t>ECE/TRANS/WP.29/GRSG/9</w:t>
      </w:r>
      <w:r w:rsidR="00A87C87">
        <w:t>2</w:t>
      </w:r>
      <w:r w:rsidR="003B4673" w:rsidRPr="003B4673">
        <w:t xml:space="preserve">, para. </w:t>
      </w:r>
      <w:r w:rsidR="00FA7E11">
        <w:t>1</w:t>
      </w:r>
      <w:r w:rsidR="00DE2B2C">
        <w:t>4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DE2B2C">
        <w:t>3</w:t>
      </w:r>
      <w:r w:rsidR="00FA7E11">
        <w:t>4</w:t>
      </w:r>
      <w:r w:rsidRPr="003B4673">
        <w:t xml:space="preserve"> are marked </w:t>
      </w:r>
      <w:r w:rsidR="00AB6D5B">
        <w:t xml:space="preserve">in </w:t>
      </w:r>
      <w:r w:rsidRPr="003B4673">
        <w:t xml:space="preserve">bold </w:t>
      </w:r>
      <w:r w:rsidR="00AB6D5B" w:rsidRPr="003B4673">
        <w:t>characters</w:t>
      </w:r>
      <w:r w:rsidR="00AB6D5B">
        <w:t xml:space="preserve"> for new </w:t>
      </w:r>
      <w:r w:rsidR="00AB6D5B">
        <w:rPr>
          <w:bCs/>
        </w:rPr>
        <w:t>and</w:t>
      </w:r>
      <w:r w:rsidR="00AB6D5B" w:rsidRPr="0078555A">
        <w:rPr>
          <w:bCs/>
        </w:rPr>
        <w:t xml:space="preserve"> strikethrough for deleted </w:t>
      </w:r>
      <w:r w:rsidRPr="003B4673">
        <w:t>characters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3D491814" w14:textId="77777777" w:rsidR="00FA7E11" w:rsidRDefault="00FA7E11" w:rsidP="00FA7E11">
      <w:pPr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i/>
          <w:lang w:eastAsia="ar-SA"/>
        </w:rPr>
        <w:t>English version, paragraph 5.10.</w:t>
      </w:r>
      <w:r w:rsidRPr="007A4B3D">
        <w:rPr>
          <w:i/>
          <w:lang w:eastAsia="ar-SA"/>
        </w:rPr>
        <w:t xml:space="preserve">, </w:t>
      </w:r>
      <w:r w:rsidRPr="0026222E">
        <w:rPr>
          <w:rFonts w:eastAsia="MS Mincho"/>
          <w:iCs/>
        </w:rPr>
        <w:t>amend</w:t>
      </w:r>
      <w:r w:rsidRPr="007A4B3D">
        <w:rPr>
          <w:lang w:eastAsia="ar-SA"/>
        </w:rPr>
        <w:t xml:space="preserve"> to read:</w:t>
      </w:r>
    </w:p>
    <w:p w14:paraId="382D9B85" w14:textId="382045A7" w:rsidR="00FA7E11" w:rsidRDefault="00FA7E11" w:rsidP="00FA7E11">
      <w:pPr>
        <w:pStyle w:val="para"/>
      </w:pPr>
      <w:r>
        <w:t>"</w:t>
      </w:r>
      <w:r w:rsidRPr="00031A56">
        <w:t>5.10.</w:t>
      </w:r>
      <w:r w:rsidRPr="00031A56">
        <w:tab/>
        <w:t xml:space="preserve">Tanks </w:t>
      </w:r>
      <w:r>
        <w:t>shall</w:t>
      </w:r>
      <w:r w:rsidRPr="00031A56">
        <w:t xml:space="preserve"> be installed in such a way as to be protected from the consequences of a collision to the front or the rear of the vehicle; there shall </w:t>
      </w:r>
      <w:r>
        <w:t xml:space="preserve">be no protruding parts, sharp edges, etc. </w:t>
      </w:r>
      <w:r>
        <w:rPr>
          <w:b/>
          <w:strike/>
        </w:rPr>
        <w:t>near</w:t>
      </w:r>
      <w:r w:rsidR="009C1D31" w:rsidRPr="009C1D31">
        <w:rPr>
          <w:b/>
        </w:rPr>
        <w:t xml:space="preserve"> </w:t>
      </w:r>
      <w:r>
        <w:rPr>
          <w:b/>
        </w:rPr>
        <w:t>nearby all around</w:t>
      </w:r>
      <w:r>
        <w:t xml:space="preserve"> the </w:t>
      </w:r>
      <w:r>
        <w:rPr>
          <w:b/>
          <w:strike/>
        </w:rPr>
        <w:t>tank</w:t>
      </w:r>
      <w:r>
        <w:t xml:space="preserve"> </w:t>
      </w:r>
      <w:r>
        <w:rPr>
          <w:b/>
        </w:rPr>
        <w:t>tanks</w:t>
      </w:r>
      <w:r>
        <w:t>."</w:t>
      </w:r>
    </w:p>
    <w:p w14:paraId="48B41881" w14:textId="77777777" w:rsidR="00FA7E11" w:rsidRDefault="00FA7E11" w:rsidP="00FA7E11">
      <w:pPr>
        <w:spacing w:after="120"/>
        <w:ind w:left="2268" w:right="1134" w:hanging="1134"/>
        <w:jc w:val="both"/>
      </w:pPr>
    </w:p>
    <w:p w14:paraId="401CE8E0" w14:textId="77777777" w:rsidR="00FA7E11" w:rsidRDefault="00FA7E11" w:rsidP="00FA7E11">
      <w:pPr>
        <w:spacing w:after="120"/>
        <w:ind w:left="2268" w:right="1134" w:hanging="1134"/>
        <w:jc w:val="both"/>
      </w:pPr>
      <w:r w:rsidRPr="00BC0306">
        <w:rPr>
          <w:i/>
        </w:rPr>
        <w:t>French version,</w:t>
      </w:r>
      <w:r>
        <w:t xml:space="preserve"> </w:t>
      </w:r>
      <w:r>
        <w:rPr>
          <w:i/>
          <w:lang w:eastAsia="ar-SA"/>
        </w:rPr>
        <w:t>paragraph 5.10.</w:t>
      </w:r>
      <w:r w:rsidRPr="007A4B3D">
        <w:rPr>
          <w:i/>
          <w:lang w:eastAsia="ar-SA"/>
        </w:rPr>
        <w:t xml:space="preserve">, </w:t>
      </w:r>
      <w:r w:rsidRPr="0026222E">
        <w:rPr>
          <w:rFonts w:eastAsia="MS Mincho"/>
          <w:iCs/>
        </w:rPr>
        <w:t>amend</w:t>
      </w:r>
      <w:r w:rsidRPr="007A4B3D">
        <w:rPr>
          <w:lang w:eastAsia="ar-SA"/>
        </w:rPr>
        <w:t xml:space="preserve"> to read:</w:t>
      </w:r>
    </w:p>
    <w:p w14:paraId="301EB550" w14:textId="3ED5ED32" w:rsidR="00FA7E11" w:rsidRDefault="00FA7E11" w:rsidP="00FA7E11">
      <w:pPr>
        <w:pStyle w:val="SingleTxtG"/>
        <w:ind w:left="2268" w:hanging="1134"/>
        <w:rPr>
          <w:lang w:val="fr-FR"/>
        </w:rPr>
      </w:pPr>
      <w:r w:rsidRPr="009C1D31">
        <w:rPr>
          <w:lang w:val="fr-CH"/>
        </w:rPr>
        <w:t>« 5.10</w:t>
      </w:r>
      <w:r w:rsidRPr="009C1D31">
        <w:rPr>
          <w:lang w:val="fr-CH"/>
        </w:rPr>
        <w:tab/>
        <w:t>Les réservoirs doivent être installés de manière à être à l’abri des e</w:t>
      </w:r>
      <w:proofErr w:type="spellStart"/>
      <w:r>
        <w:rPr>
          <w:lang w:val="fr-FR"/>
        </w:rPr>
        <w:t>ffets</w:t>
      </w:r>
      <w:proofErr w:type="spellEnd"/>
      <w:r>
        <w:rPr>
          <w:lang w:val="fr-FR"/>
        </w:rPr>
        <w:t xml:space="preserve"> d’une collision </w:t>
      </w:r>
      <w:r w:rsidRPr="00E12FD8">
        <w:rPr>
          <w:lang w:val="fr-FR"/>
        </w:rPr>
        <w:t>frontale</w:t>
      </w:r>
      <w:r w:rsidRPr="003D2047">
        <w:rPr>
          <w:strike/>
          <w:lang w:val="fr-FR"/>
        </w:rPr>
        <w:t xml:space="preserve">, </w:t>
      </w:r>
      <w:r w:rsidRPr="003D2047">
        <w:rPr>
          <w:b/>
          <w:strike/>
          <w:lang w:val="fr-FR"/>
        </w:rPr>
        <w:t>d’une collision latérale</w:t>
      </w:r>
      <w:r>
        <w:rPr>
          <w:lang w:val="fr-FR"/>
        </w:rPr>
        <w:t xml:space="preserve"> ou d’une collision survenant à la partie arrière du véhicule. Il ne peut y avoir de parties saillantes, de bords coupants, etc., à proximité </w:t>
      </w:r>
      <w:r w:rsidRPr="00BC0306">
        <w:rPr>
          <w:b/>
          <w:lang w:val="fr-FR"/>
        </w:rPr>
        <w:t>tout autour</w:t>
      </w:r>
      <w:r>
        <w:rPr>
          <w:lang w:val="fr-FR"/>
        </w:rPr>
        <w:t xml:space="preserve"> des réservoirs. »</w:t>
      </w:r>
    </w:p>
    <w:p w14:paraId="251E9308" w14:textId="77777777" w:rsidR="00FA7E11" w:rsidRDefault="00FA7E11" w:rsidP="00FA7E11">
      <w:pPr>
        <w:pStyle w:val="SingleTxtG"/>
        <w:ind w:left="2268" w:hanging="1134"/>
        <w:rPr>
          <w:lang w:val="fr-FR"/>
        </w:rPr>
      </w:pPr>
    </w:p>
    <w:p w14:paraId="20FB7300" w14:textId="77777777" w:rsidR="00FA7E11" w:rsidRDefault="00FA7E11" w:rsidP="00FA7E11">
      <w:pPr>
        <w:spacing w:after="120"/>
        <w:ind w:left="2268" w:right="1134" w:hanging="1134"/>
        <w:jc w:val="both"/>
        <w:rPr>
          <w:lang w:eastAsia="ar-SA"/>
        </w:rPr>
      </w:pPr>
      <w:r>
        <w:rPr>
          <w:i/>
        </w:rPr>
        <w:t>Russian</w:t>
      </w:r>
      <w:r w:rsidRPr="00BC0306">
        <w:rPr>
          <w:i/>
        </w:rPr>
        <w:t xml:space="preserve"> version,</w:t>
      </w:r>
      <w:r>
        <w:t xml:space="preserve"> </w:t>
      </w:r>
      <w:r>
        <w:rPr>
          <w:i/>
          <w:lang w:eastAsia="ar-SA"/>
        </w:rPr>
        <w:t>paragraph 5.10.</w:t>
      </w:r>
      <w:r w:rsidRPr="007A4B3D">
        <w:rPr>
          <w:i/>
          <w:lang w:eastAsia="ar-SA"/>
        </w:rPr>
        <w:t xml:space="preserve">, </w:t>
      </w:r>
      <w:r w:rsidRPr="0026222E">
        <w:rPr>
          <w:rFonts w:eastAsia="MS Mincho"/>
          <w:iCs/>
        </w:rPr>
        <w:t>amend</w:t>
      </w:r>
      <w:r w:rsidRPr="007A4B3D">
        <w:rPr>
          <w:lang w:eastAsia="ar-SA"/>
        </w:rPr>
        <w:t xml:space="preserve"> to read:</w:t>
      </w:r>
    </w:p>
    <w:p w14:paraId="6977795A" w14:textId="77777777" w:rsidR="00FA7E11" w:rsidRPr="00ED4502" w:rsidRDefault="00FA7E11" w:rsidP="00FA7E11">
      <w:pPr>
        <w:pStyle w:val="SingleTxtGR0"/>
        <w:tabs>
          <w:tab w:val="clear" w:pos="1701"/>
          <w:tab w:val="left" w:pos="1134"/>
        </w:tabs>
        <w:ind w:left="2268" w:hanging="1134"/>
      </w:pPr>
      <w:r w:rsidRPr="00ED4502">
        <w:t>«</w:t>
      </w:r>
      <w:r w:rsidRPr="00BC0306">
        <w:rPr>
          <w:lang w:val="en-GB"/>
        </w:rPr>
        <w:t> </w:t>
      </w:r>
      <w:r>
        <w:t>5.10</w:t>
      </w:r>
      <w:r>
        <w:tab/>
      </w:r>
      <w:r w:rsidRPr="002917CE">
        <w:t>Баки должны быть установлены таким обр</w:t>
      </w:r>
      <w:r>
        <w:t xml:space="preserve">азом, чтобы они были защищены на случай лобового </w:t>
      </w:r>
      <w:r w:rsidRPr="00E12FD8">
        <w:rPr>
          <w:b/>
        </w:rPr>
        <w:t xml:space="preserve">или </w:t>
      </w:r>
      <w:r w:rsidRPr="003D2047">
        <w:rPr>
          <w:b/>
          <w:strike/>
        </w:rPr>
        <w:t>бокового</w:t>
      </w:r>
      <w:r>
        <w:rPr>
          <w:b/>
        </w:rPr>
        <w:t xml:space="preserve"> </w:t>
      </w:r>
      <w:r w:rsidRPr="00E12FD8">
        <w:rPr>
          <w:b/>
        </w:rPr>
        <w:t>заднего</w:t>
      </w:r>
      <w:r w:rsidRPr="002917CE">
        <w:t xml:space="preserve"> столкновения транспортного средства; рядом </w:t>
      </w:r>
      <w:r w:rsidRPr="000E4C4C">
        <w:rPr>
          <w:b/>
        </w:rPr>
        <w:t>со всех сторон вокруг</w:t>
      </w:r>
      <w:r w:rsidRPr="002917CE">
        <w:t xml:space="preserve"> </w:t>
      </w:r>
      <w:r>
        <w:t>баков</w:t>
      </w:r>
      <w:r w:rsidRPr="002917CE">
        <w:t xml:space="preserve"> не должно быть никаких выступающих частей, острых краев и т.п.</w:t>
      </w:r>
      <w:r w:rsidRPr="002917CE">
        <w:rPr>
          <w:lang w:val="en-GB"/>
        </w:rPr>
        <w:t> </w:t>
      </w:r>
      <w:r w:rsidRPr="002917CE">
        <w:t>»</w:t>
      </w:r>
    </w:p>
    <w:p w14:paraId="71E1AC86" w14:textId="77777777" w:rsidR="00A925F4" w:rsidRPr="00FA7E11" w:rsidRDefault="00A925F4" w:rsidP="003D751D">
      <w:pPr>
        <w:spacing w:after="120"/>
        <w:ind w:left="2268" w:right="1133" w:hanging="1134"/>
        <w:jc w:val="both"/>
        <w:rPr>
          <w:rFonts w:eastAsia="MS Mincho"/>
          <w:bCs/>
          <w:i/>
          <w:spacing w:val="-2"/>
          <w:lang w:val="ru-RU" w:eastAsia="ja-JP"/>
        </w:rPr>
      </w:pPr>
    </w:p>
    <w:p w14:paraId="552A924D" w14:textId="4A047C48" w:rsidR="00CB7013" w:rsidRPr="00BC48C8" w:rsidRDefault="00CB7013" w:rsidP="00CB7013">
      <w:pPr>
        <w:pStyle w:val="HChG"/>
      </w:pPr>
      <w:r w:rsidRPr="00FA7E11">
        <w:rPr>
          <w:lang w:val="ru-RU"/>
        </w:rPr>
        <w:tab/>
      </w:r>
      <w:r>
        <w:t>II.</w:t>
      </w:r>
      <w:r>
        <w:tab/>
      </w:r>
      <w:r w:rsidRPr="00BC48C8">
        <w:t>Justification</w:t>
      </w:r>
    </w:p>
    <w:p w14:paraId="54E7C8CE" w14:textId="0DFF1190" w:rsidR="00FA7E11" w:rsidRDefault="00FA7E11" w:rsidP="00FA7E11">
      <w:pPr>
        <w:pStyle w:val="SingleTxtG"/>
      </w:pPr>
      <w:r>
        <w:t>1.</w:t>
      </w:r>
      <w:r>
        <w:tab/>
        <w:t>This proposal aims to align the Russian and French versions with the English one according to collision references for tank integrity.</w:t>
      </w:r>
    </w:p>
    <w:p w14:paraId="5B0F58BB" w14:textId="0D5189B2" w:rsidR="00FA7E11" w:rsidRPr="007A4B3D" w:rsidRDefault="00FA7E11" w:rsidP="00FA7E11">
      <w:pPr>
        <w:pStyle w:val="SingleTxtG"/>
      </w:pPr>
      <w:r>
        <w:t>2.</w:t>
      </w:r>
      <w:r>
        <w:tab/>
        <w:t>This proposal also targets to clarify the inspection of potential protruding parts around the tanks in order to preserve their integrity.</w:t>
      </w:r>
    </w:p>
    <w:p w14:paraId="635D84D2" w14:textId="6466C02F" w:rsidR="00D342E8" w:rsidRDefault="00D342E8" w:rsidP="00D342E8">
      <w:pPr>
        <w:tabs>
          <w:tab w:val="left" w:pos="1701"/>
        </w:tabs>
        <w:spacing w:before="240"/>
        <w:ind w:left="2268" w:right="1134" w:hanging="1134"/>
        <w:jc w:val="both"/>
      </w:pP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A03B" w14:textId="77777777" w:rsidR="00E33C21" w:rsidRDefault="00E33C21"/>
  </w:endnote>
  <w:endnote w:type="continuationSeparator" w:id="0">
    <w:p w14:paraId="46CBF594" w14:textId="77777777" w:rsidR="00E33C21" w:rsidRDefault="00E33C21"/>
  </w:endnote>
  <w:endnote w:type="continuationNotice" w:id="1">
    <w:p w14:paraId="1FC94A06" w14:textId="77777777" w:rsidR="00E33C21" w:rsidRDefault="00E3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407C9BEA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264E33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597D11B0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A7E11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44C4" w14:textId="5EDE61E1" w:rsidR="00E918BB" w:rsidRDefault="00E918BB" w:rsidP="00E918BB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65A7C85A" wp14:editId="2A966F0F">
          <wp:simplePos x="0" y="0"/>
          <wp:positionH relativeFrom="margin">
            <wp:posOffset>5478780</wp:posOffset>
          </wp:positionH>
          <wp:positionV relativeFrom="margin">
            <wp:posOffset>7922045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8/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7AAA12F8" wp14:editId="682F5D60">
          <wp:simplePos x="0" y="0"/>
          <wp:positionH relativeFrom="margin">
            <wp:posOffset>4320540</wp:posOffset>
          </wp:positionH>
          <wp:positionV relativeFrom="margin">
            <wp:posOffset>8272145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3922E1" w14:textId="4076375C" w:rsidR="00E918BB" w:rsidRDefault="00E918BB" w:rsidP="00E918BB">
    <w:pPr>
      <w:pStyle w:val="Footer"/>
      <w:ind w:right="1134"/>
      <w:rPr>
        <w:sz w:val="20"/>
      </w:rPr>
    </w:pPr>
    <w:r>
      <w:rPr>
        <w:sz w:val="20"/>
      </w:rPr>
      <w:t>GE.18-00943(E)</w:t>
    </w:r>
  </w:p>
  <w:p w14:paraId="32959DC6" w14:textId="2AC298F6" w:rsidR="00E918BB" w:rsidRPr="00E918BB" w:rsidRDefault="00E918BB" w:rsidP="00E918B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68DD" w14:textId="77777777" w:rsidR="00E33C21" w:rsidRPr="000B175B" w:rsidRDefault="00E33C2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E33C21" w:rsidRPr="00FC68B7" w:rsidRDefault="00E33C2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E33C21" w:rsidRDefault="00E33C21"/>
  </w:footnote>
  <w:footnote w:id="2">
    <w:p w14:paraId="1BC20C06" w14:textId="61E230AD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</w:t>
      </w:r>
      <w:r w:rsidRPr="002C6C1B">
        <w:rPr>
          <w:szCs w:val="18"/>
          <w:lang w:val="en-US"/>
        </w:rPr>
        <w:t xml:space="preserve">Inland Transport Committee for </w:t>
      </w:r>
      <w:r w:rsidR="002C6C1B" w:rsidRPr="002C6C1B">
        <w:rPr>
          <w:szCs w:val="18"/>
          <w:lang w:val="en-US"/>
        </w:rPr>
        <w:t>2014–2018 (ECE/TRANS/240, para. 105 and ECE/TRANS/2014/26, cluster 02.4)</w:t>
      </w:r>
      <w:r w:rsidRPr="002C6C1B">
        <w:rPr>
          <w:szCs w:val="18"/>
          <w:lang w:val="en-US"/>
        </w:rPr>
        <w:t xml:space="preserve">, the World Forum will develop, harmonize and update </w:t>
      </w:r>
      <w:r w:rsidR="00CF2CD5" w:rsidRPr="002C6C1B">
        <w:rPr>
          <w:szCs w:val="18"/>
          <w:lang w:val="en-US"/>
        </w:rPr>
        <w:t>UN r</w:t>
      </w:r>
      <w:r w:rsidRPr="002C6C1B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72A4D26B" w:rsidR="004E040E" w:rsidRPr="00803BF8" w:rsidRDefault="004E040E">
    <w:pPr>
      <w:pStyle w:val="Header"/>
    </w:pPr>
    <w:r>
      <w:t>ECE/TRANS/WP.29/GRSG/</w:t>
    </w:r>
    <w:r w:rsidRPr="00DF418A">
      <w:t>201</w:t>
    </w:r>
    <w:r w:rsidR="00D709BA">
      <w:t>8</w:t>
    </w:r>
    <w:r>
      <w:t>/</w:t>
    </w:r>
    <w:r w:rsidR="00DE2B2C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7395B0A3" w:rsidR="004E040E" w:rsidRPr="00803BF8" w:rsidRDefault="004E040E" w:rsidP="00803BF8">
    <w:pPr>
      <w:pStyle w:val="Header"/>
      <w:jc w:val="right"/>
    </w:pPr>
    <w:r>
      <w:t>ECE/TRANS/WP.29/GRSG/201</w:t>
    </w:r>
    <w:r w:rsidR="00A925F4">
      <w:t>8</w:t>
    </w:r>
    <w:r>
      <w:t>/</w:t>
    </w:r>
    <w:r w:rsidR="00D342E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CF466C"/>
    <w:multiLevelType w:val="hybridMultilevel"/>
    <w:tmpl w:val="CBE257F4"/>
    <w:lvl w:ilvl="0" w:tplc="69FAFCF4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2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12"/>
  </w:num>
  <w:num w:numId="14">
    <w:abstractNumId w:val="19"/>
  </w:num>
  <w:num w:numId="15">
    <w:abstractNumId w:val="24"/>
  </w:num>
  <w:num w:numId="16">
    <w:abstractNumId w:val="10"/>
  </w:num>
  <w:num w:numId="17">
    <w:abstractNumId w:val="15"/>
  </w:num>
  <w:num w:numId="18">
    <w:abstractNumId w:val="23"/>
  </w:num>
  <w:num w:numId="19">
    <w:abstractNumId w:val="13"/>
  </w:num>
  <w:num w:numId="20">
    <w:abstractNumId w:val="20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180C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041E"/>
    <w:rsid w:val="00263A29"/>
    <w:rsid w:val="00264E33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6C1B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E23B0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3070C"/>
    <w:rsid w:val="0063242B"/>
    <w:rsid w:val="006327D4"/>
    <w:rsid w:val="00634F9F"/>
    <w:rsid w:val="006352A1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2AC4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ABD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7C8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1E1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1D31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4B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1BB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D5B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3A0"/>
    <w:rsid w:val="00B22EC9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4839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342E8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2B2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65D2"/>
    <w:rsid w:val="00E87504"/>
    <w:rsid w:val="00E918BB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295D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A7E11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49053C3"/>
  <w15:docId w15:val="{FB400737-1177-4634-9E9F-842775FD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qFormat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character" w:customStyle="1" w:styleId="SingleTxtGR">
    <w:name w:val="_ Single Txt_GR Знак"/>
    <w:link w:val="SingleTxtGR0"/>
    <w:locked/>
    <w:rsid w:val="00FA7E11"/>
    <w:rPr>
      <w:spacing w:val="4"/>
      <w:w w:val="103"/>
      <w:kern w:val="14"/>
      <w:lang w:val="ru-RU" w:eastAsia="en-US"/>
    </w:rPr>
  </w:style>
  <w:style w:type="paragraph" w:customStyle="1" w:styleId="SingleTxtGR0">
    <w:name w:val="_ Single Txt_GR"/>
    <w:basedOn w:val="Normal"/>
    <w:link w:val="SingleTxtGR"/>
    <w:rsid w:val="00FA7E11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314F-3CEE-4239-A55D-B055938A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1800943</vt:lpstr>
      <vt:lpstr>United Nations</vt:lpstr>
    </vt:vector>
  </TitlesOfParts>
  <Company>ECE-ISU</Company>
  <LinksUpToDate>false</LinksUpToDate>
  <CharactersWithSpaces>2301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1800943</dc:title>
  <dc:subject>ECE/TRANS/WP.29/GRSG/2018/4</dc:subject>
  <dc:creator>Microsoft Office User</dc:creator>
  <cp:keywords/>
  <dc:description/>
  <cp:lastModifiedBy>Benedicte Boudol</cp:lastModifiedBy>
  <cp:revision>2</cp:revision>
  <cp:lastPrinted>2017-07-28T08:07:00Z</cp:lastPrinted>
  <dcterms:created xsi:type="dcterms:W3CDTF">2018-02-13T14:33:00Z</dcterms:created>
  <dcterms:modified xsi:type="dcterms:W3CDTF">2018-02-13T14:33:00Z</dcterms:modified>
</cp:coreProperties>
</file>