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2FCD5CDF" w:rsidR="001F20EF" w:rsidRPr="00C64574" w:rsidRDefault="00803BF8" w:rsidP="002F725C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A87C87">
              <w:t>8</w:t>
            </w:r>
            <w:r w:rsidR="00B61A08">
              <w:t>/</w:t>
            </w:r>
            <w:r w:rsidR="002F725C">
              <w:t>3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167A1F03" w:rsidR="00803BF8" w:rsidRPr="00593753" w:rsidRDefault="007219ED" w:rsidP="00D5792F">
            <w:pPr>
              <w:spacing w:line="240" w:lineRule="exact"/>
            </w:pPr>
            <w:r>
              <w:t>22</w:t>
            </w:r>
            <w:r w:rsidR="00A87C87">
              <w:t xml:space="preserve"> </w:t>
            </w:r>
            <w:r w:rsidR="003B4673">
              <w:t>J</w:t>
            </w:r>
            <w:r w:rsidR="00A87C87">
              <w:t>anuary</w:t>
            </w:r>
            <w:r w:rsidR="002B47CA">
              <w:t xml:space="preserve"> 201</w:t>
            </w:r>
            <w:r w:rsidR="00A87C87">
              <w:t>8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1125216E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A87C87">
        <w:rPr>
          <w:b/>
        </w:rPr>
        <w:t>4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1529DFE5" w:rsidR="003B4673" w:rsidRPr="00C64574" w:rsidRDefault="003B4673" w:rsidP="003B4673">
      <w:r w:rsidRPr="00C64574">
        <w:t xml:space="preserve">Geneva, </w:t>
      </w:r>
      <w:r w:rsidR="00A87C87">
        <w:t>9</w:t>
      </w:r>
      <w:r>
        <w:t xml:space="preserve">-13 </w:t>
      </w:r>
      <w:r w:rsidR="00A87C87">
        <w:t>April</w:t>
      </w:r>
      <w:r w:rsidRPr="00C64574">
        <w:t xml:space="preserve"> 201</w:t>
      </w:r>
      <w:r w:rsidR="00A87C87">
        <w:t>8</w:t>
      </w:r>
    </w:p>
    <w:p w14:paraId="33AA25CC" w14:textId="56BE3B9D" w:rsidR="003B4673" w:rsidRPr="00DF418A" w:rsidRDefault="003B4673" w:rsidP="003B4673">
      <w:r w:rsidRPr="00DF418A">
        <w:t xml:space="preserve">Item </w:t>
      </w:r>
      <w:r>
        <w:t>6(</w:t>
      </w:r>
      <w:r w:rsidR="00B22EC9">
        <w:t>b</w:t>
      </w:r>
      <w:r>
        <w:t>)</w:t>
      </w:r>
      <w:r w:rsidRPr="00DF418A">
        <w:t xml:space="preserve"> of the provisional agenda</w:t>
      </w:r>
    </w:p>
    <w:p w14:paraId="2178DE26" w14:textId="77777777" w:rsidR="003B4673" w:rsidRDefault="003B4673" w:rsidP="003B4673">
      <w:pPr>
        <w:rPr>
          <w:b/>
        </w:rPr>
      </w:pPr>
      <w:r w:rsidRPr="00576E18">
        <w:rPr>
          <w:b/>
        </w:rPr>
        <w:t xml:space="preserve">Amendments to gas-fuelled vehicle </w:t>
      </w:r>
    </w:p>
    <w:p w14:paraId="34EF25E2" w14:textId="484C0C71" w:rsidR="003B4673" w:rsidRPr="001F20EF" w:rsidRDefault="003B4673" w:rsidP="003B4673">
      <w:pPr>
        <w:rPr>
          <w:b/>
          <w:lang w:val="en-US"/>
        </w:rPr>
      </w:pPr>
      <w:r w:rsidRPr="00576E18">
        <w:rPr>
          <w:b/>
        </w:rPr>
        <w:t xml:space="preserve">regulations </w:t>
      </w:r>
      <w:r>
        <w:rPr>
          <w:b/>
        </w:rPr>
        <w:t xml:space="preserve">– </w:t>
      </w:r>
      <w:r w:rsidR="00D709BA">
        <w:rPr>
          <w:b/>
        </w:rPr>
        <w:t xml:space="preserve">UN </w:t>
      </w:r>
      <w:r w:rsidRPr="00DF418A">
        <w:rPr>
          <w:b/>
        </w:rPr>
        <w:t xml:space="preserve">Regulation No. </w:t>
      </w:r>
      <w:r w:rsidR="00B22EC9">
        <w:rPr>
          <w:b/>
        </w:rPr>
        <w:t>110</w:t>
      </w:r>
      <w:r w:rsidRPr="00DF418A">
        <w:rPr>
          <w:b/>
        </w:rPr>
        <w:t xml:space="preserve"> (</w:t>
      </w:r>
      <w:r w:rsidR="00B22EC9">
        <w:rPr>
          <w:b/>
        </w:rPr>
        <w:t xml:space="preserve">CNG and </w:t>
      </w:r>
      <w:r>
        <w:rPr>
          <w:b/>
        </w:rPr>
        <w:t>L</w:t>
      </w:r>
      <w:r w:rsidR="00B22EC9">
        <w:rPr>
          <w:b/>
        </w:rPr>
        <w:t>N</w:t>
      </w:r>
      <w:r>
        <w:rPr>
          <w:b/>
        </w:rPr>
        <w:t xml:space="preserve">G </w:t>
      </w:r>
      <w:r w:rsidRPr="00C768BA">
        <w:rPr>
          <w:b/>
        </w:rPr>
        <w:t>vehicles</w:t>
      </w:r>
      <w:r w:rsidRPr="00DF418A">
        <w:rPr>
          <w:b/>
        </w:rPr>
        <w:t>)</w:t>
      </w:r>
    </w:p>
    <w:p w14:paraId="1F356798" w14:textId="78A87078" w:rsidR="003B4673" w:rsidRDefault="003B4673" w:rsidP="003B4673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</w:t>
      </w:r>
      <w:r w:rsidR="00172D26">
        <w:rPr>
          <w:sz w:val="26"/>
          <w:szCs w:val="26"/>
        </w:rPr>
        <w:t>Corrigendum</w:t>
      </w:r>
      <w:r w:rsidR="001407D5">
        <w:rPr>
          <w:sz w:val="26"/>
          <w:szCs w:val="26"/>
        </w:rPr>
        <w:t xml:space="preserve"> 1 to </w:t>
      </w:r>
      <w:r w:rsidR="00172D26">
        <w:rPr>
          <w:sz w:val="26"/>
          <w:szCs w:val="26"/>
        </w:rPr>
        <w:t xml:space="preserve">Revision 3 </w:t>
      </w:r>
      <w:r w:rsidRPr="00142B92">
        <w:rPr>
          <w:sz w:val="26"/>
          <w:szCs w:val="26"/>
        </w:rPr>
        <w:t>o</w:t>
      </w:r>
      <w:r w:rsidR="00172D26">
        <w:rPr>
          <w:sz w:val="26"/>
          <w:szCs w:val="26"/>
        </w:rPr>
        <w:t>f</w:t>
      </w:r>
      <w:r w:rsidRPr="00142B92">
        <w:rPr>
          <w:sz w:val="26"/>
          <w:szCs w:val="26"/>
        </w:rPr>
        <w:t xml:space="preserve"> </w:t>
      </w:r>
      <w:r w:rsidR="00D709BA">
        <w:rPr>
          <w:sz w:val="26"/>
          <w:szCs w:val="26"/>
        </w:rPr>
        <w:t xml:space="preserve">UN </w:t>
      </w:r>
      <w:r w:rsidRPr="00142B92">
        <w:rPr>
          <w:sz w:val="26"/>
          <w:szCs w:val="26"/>
        </w:rPr>
        <w:t>Regulation No.</w:t>
      </w:r>
      <w:r w:rsidR="00172D26">
        <w:rPr>
          <w:sz w:val="26"/>
          <w:szCs w:val="26"/>
        </w:rPr>
        <w:t> </w:t>
      </w:r>
      <w:r w:rsidR="00B22EC9">
        <w:rPr>
          <w:sz w:val="26"/>
          <w:szCs w:val="26"/>
        </w:rPr>
        <w:t>110</w:t>
      </w:r>
      <w:r w:rsidRPr="00142B92">
        <w:rPr>
          <w:sz w:val="26"/>
          <w:szCs w:val="26"/>
        </w:rPr>
        <w:t xml:space="preserve"> (</w:t>
      </w:r>
      <w:r w:rsidR="00B22EC9" w:rsidRPr="00B22EC9">
        <w:rPr>
          <w:sz w:val="26"/>
          <w:szCs w:val="26"/>
        </w:rPr>
        <w:t>CNG and LNG</w:t>
      </w:r>
      <w:r>
        <w:rPr>
          <w:sz w:val="26"/>
          <w:szCs w:val="26"/>
        </w:rPr>
        <w:t xml:space="preserve"> </w:t>
      </w:r>
      <w:r w:rsidRPr="00142B92">
        <w:rPr>
          <w:sz w:val="26"/>
          <w:szCs w:val="26"/>
        </w:rPr>
        <w:t>vehicles)</w:t>
      </w:r>
    </w:p>
    <w:p w14:paraId="15C212E1" w14:textId="2B7FE3F7"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>the expert</w:t>
      </w:r>
      <w:r w:rsidR="001D3177">
        <w:t>s</w:t>
      </w:r>
      <w:r w:rsidR="00DF418A" w:rsidRPr="00DF418A">
        <w:t xml:space="preserve"> </w:t>
      </w:r>
      <w:r w:rsidR="00D709BA">
        <w:t xml:space="preserve">from </w:t>
      </w:r>
      <w:r w:rsidR="001D3177" w:rsidRPr="001D3177">
        <w:t>the International Organization for Standardization</w:t>
      </w:r>
      <w:r w:rsidR="001D3177">
        <w:t xml:space="preserve"> a</w:t>
      </w:r>
      <w:r w:rsidR="001D3177" w:rsidRPr="001D3177">
        <w:t xml:space="preserve">nd </w:t>
      </w:r>
      <w:r w:rsidR="008333FE">
        <w:t xml:space="preserve">the </w:t>
      </w:r>
      <w:r w:rsidR="001D3177" w:rsidRPr="001D3177">
        <w:t>International Association for Natural Gas Vehicles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6459394B" w:rsidR="00DF418A" w:rsidRPr="003B4673" w:rsidRDefault="0050261A" w:rsidP="00704CB6">
      <w:pPr>
        <w:ind w:left="1134" w:right="1134" w:firstLine="567"/>
        <w:jc w:val="both"/>
      </w:pPr>
      <w:r w:rsidRPr="003B4673">
        <w:t>The text reproduced below was prepared by the expert</w:t>
      </w:r>
      <w:r w:rsidR="00172D26">
        <w:t>s</w:t>
      </w:r>
      <w:r w:rsidRPr="003B4673">
        <w:t xml:space="preserve"> </w:t>
      </w:r>
      <w:r w:rsidR="00D709BA">
        <w:t xml:space="preserve">from </w:t>
      </w:r>
      <w:r w:rsidR="00172D26">
        <w:t xml:space="preserve">the </w:t>
      </w:r>
      <w:r w:rsidR="00172D26" w:rsidRPr="00E064E6">
        <w:rPr>
          <w:rFonts w:eastAsia="MS Mincho"/>
          <w:lang w:val="en-US" w:eastAsia="ja-JP"/>
        </w:rPr>
        <w:t>International Organization for Standardization (ISO)</w:t>
      </w:r>
      <w:r w:rsidR="00172D26">
        <w:rPr>
          <w:rFonts w:eastAsia="MS Mincho"/>
          <w:lang w:val="en-US" w:eastAsia="ja-JP"/>
        </w:rPr>
        <w:t xml:space="preserve"> and </w:t>
      </w:r>
      <w:r w:rsidR="008333FE">
        <w:rPr>
          <w:rFonts w:eastAsia="MS Mincho"/>
          <w:lang w:val="en-US" w:eastAsia="ja-JP"/>
        </w:rPr>
        <w:t xml:space="preserve">the </w:t>
      </w:r>
      <w:r w:rsidR="00172D26" w:rsidRPr="0098442E">
        <w:rPr>
          <w:rFonts w:eastAsia="MS Mincho"/>
          <w:lang w:val="en-US" w:eastAsia="ja-JP"/>
        </w:rPr>
        <w:t xml:space="preserve">International Association for Natural Gas Vehicles </w:t>
      </w:r>
      <w:r w:rsidR="00172D26">
        <w:rPr>
          <w:rFonts w:eastAsia="MS Mincho"/>
          <w:lang w:val="en-US" w:eastAsia="ja-JP"/>
        </w:rPr>
        <w:t>(</w:t>
      </w:r>
      <w:r w:rsidR="00172D26" w:rsidRPr="0098442E">
        <w:rPr>
          <w:rFonts w:eastAsia="MS Mincho"/>
          <w:lang w:val="en-US" w:eastAsia="ja-JP"/>
        </w:rPr>
        <w:t>NGV Global)</w:t>
      </w:r>
      <w:r w:rsidRPr="003B4673">
        <w:t xml:space="preserve"> </w:t>
      </w:r>
      <w:r w:rsidR="00557459" w:rsidRPr="003B4673">
        <w:t>to</w:t>
      </w:r>
      <w:r w:rsidR="00043B2C" w:rsidRPr="003B4673">
        <w:t xml:space="preserve"> </w:t>
      </w:r>
      <w:r w:rsidR="00172D26">
        <w:t>correct Table 6.4 of Annex 3A</w:t>
      </w:r>
      <w:r w:rsidRPr="003B4673">
        <w:t xml:space="preserve">. </w:t>
      </w:r>
      <w:r w:rsidR="000703CF" w:rsidRPr="003B4673">
        <w:t>It is</w:t>
      </w:r>
      <w:r w:rsidR="00A90194">
        <w:t xml:space="preserve"> </w:t>
      </w:r>
      <w:r w:rsidR="00A87C87">
        <w:t xml:space="preserve">based on informal </w:t>
      </w:r>
      <w:r w:rsidR="001407D5">
        <w:t>document</w:t>
      </w:r>
      <w:r w:rsidR="000703CF" w:rsidRPr="003B4673">
        <w:t xml:space="preserve"> </w:t>
      </w:r>
      <w:r w:rsidR="00A87C87">
        <w:t>GRSG-113-</w:t>
      </w:r>
      <w:r w:rsidR="00172D26">
        <w:t>06</w:t>
      </w:r>
      <w:r w:rsidR="00A90194">
        <w:t xml:space="preserve">, </w:t>
      </w:r>
      <w:r w:rsidR="001407D5">
        <w:t xml:space="preserve">presented at the </w:t>
      </w:r>
      <w:r w:rsidR="003B4673">
        <w:t>11</w:t>
      </w:r>
      <w:r w:rsidR="00A87C87">
        <w:t>3</w:t>
      </w:r>
      <w:r w:rsidR="003B4673">
        <w:t xml:space="preserve">th </w:t>
      </w:r>
      <w:r w:rsidR="000703CF" w:rsidRPr="003B4673">
        <w:t>session of the Working Party on General Safety Provisions (GRSG) (see report</w:t>
      </w:r>
      <w:r w:rsidR="003B4673">
        <w:t xml:space="preserve"> </w:t>
      </w:r>
      <w:r w:rsidR="003B4673" w:rsidRPr="003B4673">
        <w:t>ECE/TRANS/WP.29/GRSG/9</w:t>
      </w:r>
      <w:r w:rsidR="00A87C87">
        <w:t>2</w:t>
      </w:r>
      <w:r w:rsidR="003B4673" w:rsidRPr="003B4673">
        <w:t xml:space="preserve">, para. </w:t>
      </w:r>
      <w:r w:rsidR="00172D26">
        <w:t>43</w:t>
      </w:r>
      <w:r w:rsidR="000703CF" w:rsidRPr="003B4673">
        <w:t>).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Pr="003B4673">
        <w:t xml:space="preserve"> UN Regulation No. </w:t>
      </w:r>
      <w:r w:rsidR="00CF2CD5">
        <w:t>110</w:t>
      </w:r>
      <w:r w:rsidRPr="003B4673">
        <w:t xml:space="preserve"> are marked in bold characters</w:t>
      </w:r>
      <w:r w:rsidR="005D6B0A" w:rsidRPr="003B4673">
        <w:rPr>
          <w:lang w:val="en-US"/>
        </w:rPr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3F109AA0" w14:textId="7F58F434" w:rsidR="00B22EC9" w:rsidRPr="00B22EC9" w:rsidRDefault="00B22EC9" w:rsidP="00B22EC9">
      <w:pPr>
        <w:tabs>
          <w:tab w:val="left" w:pos="2835"/>
        </w:tabs>
        <w:spacing w:before="120" w:after="120"/>
        <w:ind w:left="2268" w:right="1134" w:hanging="1134"/>
        <w:jc w:val="both"/>
        <w:rPr>
          <w:color w:val="00000A"/>
          <w:lang w:eastAsia="ar-SA"/>
        </w:rPr>
      </w:pPr>
      <w:r>
        <w:rPr>
          <w:i/>
          <w:color w:val="00000A"/>
          <w:lang w:eastAsia="ar-SA"/>
        </w:rPr>
        <w:t xml:space="preserve">Annex </w:t>
      </w:r>
      <w:r w:rsidRPr="00B22EC9">
        <w:rPr>
          <w:i/>
          <w:color w:val="00000A"/>
          <w:lang w:eastAsia="ar-SA"/>
        </w:rPr>
        <w:t>3</w:t>
      </w:r>
      <w:r>
        <w:rPr>
          <w:i/>
          <w:color w:val="00000A"/>
          <w:lang w:eastAsia="ar-SA"/>
        </w:rPr>
        <w:t>A</w:t>
      </w:r>
      <w:r w:rsidRPr="00B22EC9">
        <w:rPr>
          <w:i/>
          <w:color w:val="00000A"/>
          <w:lang w:eastAsia="ar-SA"/>
        </w:rPr>
        <w:t>, Table 6.4,</w:t>
      </w:r>
      <w:r w:rsidRPr="00B22EC9">
        <w:rPr>
          <w:color w:val="00000A"/>
          <w:lang w:eastAsia="ar-SA"/>
        </w:rPr>
        <w:t xml:space="preserve"> </w:t>
      </w:r>
      <w:r w:rsidRPr="00B22EC9">
        <w:t>replace</w:t>
      </w:r>
      <w:r w:rsidRPr="00B22EC9">
        <w:rPr>
          <w:color w:val="00000A"/>
          <w:lang w:eastAsia="ar-SA"/>
        </w:rPr>
        <w:t xml:space="preserve"> by:</w:t>
      </w:r>
    </w:p>
    <w:p w14:paraId="7B08B64D" w14:textId="77777777" w:rsidR="00B22EC9" w:rsidRPr="00B22EC9" w:rsidRDefault="00B22EC9" w:rsidP="00B22EC9">
      <w:pPr>
        <w:keepNext/>
        <w:keepLines/>
        <w:spacing w:before="120" w:after="40" w:line="240" w:lineRule="auto"/>
        <w:ind w:left="1134"/>
        <w:outlineLvl w:val="0"/>
        <w:rPr>
          <w:b/>
          <w:bCs/>
        </w:rPr>
      </w:pPr>
      <w:bookmarkStart w:id="1" w:name="_Toc343849530"/>
      <w:r w:rsidRPr="00B22EC9">
        <w:t>"Table 6.4</w:t>
      </w:r>
      <w:bookmarkStart w:id="2" w:name="_Toc343849531"/>
      <w:bookmarkEnd w:id="1"/>
      <w:r w:rsidRPr="00B22EC9">
        <w:br/>
      </w:r>
      <w:r w:rsidRPr="00B22EC9">
        <w:rPr>
          <w:b/>
        </w:rPr>
        <w:t>Cylinder design qualification tests</w:t>
      </w:r>
      <w:bookmarkEnd w:id="2"/>
    </w:p>
    <w:tbl>
      <w:tblPr>
        <w:tblW w:w="7371" w:type="dxa"/>
        <w:tblInd w:w="125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02"/>
        <w:gridCol w:w="993"/>
        <w:gridCol w:w="992"/>
        <w:gridCol w:w="992"/>
        <w:gridCol w:w="992"/>
      </w:tblGrid>
      <w:tr w:rsidR="00B22EC9" w:rsidRPr="00B22EC9" w14:paraId="254C76EB" w14:textId="77777777" w:rsidTr="00CC25F3"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bottom"/>
          </w:tcPr>
          <w:p w14:paraId="1846A16F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i/>
                <w:sz w:val="16"/>
                <w:szCs w:val="16"/>
              </w:rPr>
            </w:pPr>
            <w:r w:rsidRPr="00B22EC9">
              <w:rPr>
                <w:bCs/>
                <w:i/>
                <w:sz w:val="16"/>
                <w:szCs w:val="16"/>
              </w:rPr>
              <w:t>Test and annex reference</w:t>
            </w: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8ABE3BB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B22EC9">
              <w:rPr>
                <w:bCs/>
                <w:i/>
                <w:sz w:val="16"/>
                <w:szCs w:val="16"/>
              </w:rPr>
              <w:t>Cylinder type</w:t>
            </w:r>
          </w:p>
        </w:tc>
      </w:tr>
      <w:tr w:rsidR="00B22EC9" w:rsidRPr="00B22EC9" w14:paraId="5D81AD1D" w14:textId="77777777" w:rsidTr="00CC25F3">
        <w:tc>
          <w:tcPr>
            <w:tcW w:w="3402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17AE420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28E4F6D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B22EC9">
              <w:rPr>
                <w:bCs/>
                <w:i/>
                <w:sz w:val="16"/>
                <w:szCs w:val="16"/>
              </w:rPr>
              <w:t>CNG-1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88A0476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B22EC9">
              <w:rPr>
                <w:bCs/>
                <w:i/>
                <w:sz w:val="16"/>
                <w:szCs w:val="16"/>
              </w:rPr>
              <w:t>CNG-2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1D9C51C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B22EC9">
              <w:rPr>
                <w:bCs/>
                <w:i/>
                <w:sz w:val="16"/>
                <w:szCs w:val="16"/>
              </w:rPr>
              <w:t>CNG-3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A6B9D64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B22EC9">
              <w:rPr>
                <w:bCs/>
                <w:i/>
                <w:sz w:val="16"/>
                <w:szCs w:val="16"/>
              </w:rPr>
              <w:t>CNG-4</w:t>
            </w:r>
          </w:p>
        </w:tc>
      </w:tr>
      <w:tr w:rsidR="00B22EC9" w:rsidRPr="00B22EC9" w14:paraId="5E093C36" w14:textId="77777777" w:rsidTr="00CC25F3">
        <w:tc>
          <w:tcPr>
            <w:tcW w:w="3402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52DB1CAF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A.12.</w:t>
            </w:r>
            <w:r w:rsidRPr="00B22EC9">
              <w:rPr>
                <w:bCs/>
                <w:sz w:val="18"/>
                <w:szCs w:val="18"/>
              </w:rPr>
              <w:tab/>
              <w:t>Burst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3AE835AC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 *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795FE7FD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6F53D350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7DDE8E62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7BC4D263" w14:textId="77777777" w:rsidTr="00CC25F3">
        <w:trPr>
          <w:trHeight w:val="42"/>
        </w:trPr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2357D223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A.13.</w:t>
            </w:r>
            <w:r w:rsidRPr="00B22EC9">
              <w:rPr>
                <w:bCs/>
                <w:sz w:val="18"/>
                <w:szCs w:val="18"/>
              </w:rPr>
              <w:tab/>
              <w:t>Ambient temperature/cycle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7B255F7B" w14:textId="77777777" w:rsidR="00B22EC9" w:rsidRPr="00B22EC9" w:rsidRDefault="00B22EC9" w:rsidP="00B22EC9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 *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63CCD88F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449CCEEC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4EBB1FEE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403AD45D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48C81381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A.14.</w:t>
            </w:r>
            <w:r w:rsidRPr="00B22EC9">
              <w:rPr>
                <w:bCs/>
                <w:sz w:val="18"/>
                <w:szCs w:val="18"/>
              </w:rPr>
              <w:tab/>
              <w:t>Acid environment test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3EA1194D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455465DB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51D455F4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59F251D9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5CD29DD4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2BF1C828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A.15.</w:t>
            </w:r>
            <w:r w:rsidRPr="00B22EC9">
              <w:rPr>
                <w:bCs/>
                <w:sz w:val="18"/>
                <w:szCs w:val="18"/>
              </w:rPr>
              <w:tab/>
              <w:t>Bonfire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75986E3C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22EC9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73C9ED7A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24A860ED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6A9B2475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37F7A850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16FDBB7D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A.16.</w:t>
            </w:r>
            <w:r w:rsidRPr="00B22EC9">
              <w:rPr>
                <w:bCs/>
                <w:sz w:val="18"/>
                <w:szCs w:val="18"/>
              </w:rPr>
              <w:tab/>
              <w:t>Penetration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1F0E6C59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075F662E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71DFB000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2D6FE02B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49392048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3300E4F9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A.17.</w:t>
            </w:r>
            <w:r w:rsidRPr="00B22EC9">
              <w:rPr>
                <w:bCs/>
                <w:sz w:val="18"/>
                <w:szCs w:val="18"/>
              </w:rPr>
              <w:tab/>
              <w:t>Flaw tolerance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445CEB1D" w14:textId="129D6BCD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trike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3BB49C64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1AE06E8A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2EFD5F2D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4C18A19B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2F984951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A.18.</w:t>
            </w:r>
            <w:r w:rsidRPr="00B22EC9">
              <w:rPr>
                <w:bCs/>
                <w:sz w:val="18"/>
                <w:szCs w:val="18"/>
              </w:rPr>
              <w:tab/>
              <w:t>High temperature creep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00417621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6A5D9153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229D05FB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7CFB3477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6031E5DF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67FC9232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A.19.</w:t>
            </w:r>
            <w:r w:rsidRPr="00B22EC9">
              <w:rPr>
                <w:bCs/>
                <w:sz w:val="18"/>
                <w:szCs w:val="18"/>
              </w:rPr>
              <w:tab/>
              <w:t>Stress rupture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5F816EAA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037F5C2F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4800242E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4878DFE3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27D1D2C4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754C971E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A.20.</w:t>
            </w:r>
            <w:r w:rsidRPr="00B22EC9">
              <w:rPr>
                <w:bCs/>
                <w:sz w:val="18"/>
                <w:szCs w:val="18"/>
              </w:rPr>
              <w:tab/>
              <w:t>Drop test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164E4473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53A4AEA4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6FCCB2A0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1AED974B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7991CBD4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378F7DB9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A.21.</w:t>
            </w:r>
            <w:r w:rsidRPr="00B22EC9">
              <w:rPr>
                <w:bCs/>
                <w:sz w:val="18"/>
                <w:szCs w:val="18"/>
              </w:rPr>
              <w:tab/>
              <w:t>Permeation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16D6F7DA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4FEF3146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2642246C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527BFC7B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01364628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6945795A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A.24.</w:t>
            </w:r>
            <w:r w:rsidRPr="00B22EC9">
              <w:rPr>
                <w:bCs/>
                <w:sz w:val="18"/>
                <w:szCs w:val="18"/>
              </w:rPr>
              <w:tab/>
              <w:t>PRD performance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294D5CEB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22EC9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17F27A71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4C4FF713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32C66C52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6C504685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1A2E2122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A.25.</w:t>
            </w:r>
            <w:r w:rsidRPr="00B22EC9">
              <w:rPr>
                <w:bCs/>
                <w:sz w:val="18"/>
                <w:szCs w:val="18"/>
              </w:rPr>
              <w:tab/>
              <w:t>Boss torque test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76B9DC75" w14:textId="3C3D4328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trike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534B684E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0EED5ADF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42C3CB05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1D5E8B47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5EAE5600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A.27.</w:t>
            </w:r>
            <w:r w:rsidRPr="00B22EC9">
              <w:rPr>
                <w:bCs/>
                <w:sz w:val="18"/>
                <w:szCs w:val="18"/>
              </w:rPr>
              <w:tab/>
              <w:t>Natural gas cycling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6126173D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0D5665D1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468CB08F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1E5E292E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7CF15EF8" w14:textId="77777777" w:rsidTr="00CC25F3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14:paraId="4F11D3CC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A.6.</w:t>
            </w:r>
            <w:r w:rsidRPr="00B22EC9">
              <w:rPr>
                <w:bCs/>
                <w:sz w:val="18"/>
                <w:szCs w:val="18"/>
              </w:rPr>
              <w:tab/>
              <w:t>LBB assessment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14:paraId="79F70B01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22EC9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156E13A9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3AF4FC42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14:paraId="637E3CDA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B22EC9" w:rsidRPr="00B22EC9" w14:paraId="23FBDEDB" w14:textId="77777777" w:rsidTr="00CC25F3">
        <w:tc>
          <w:tcPr>
            <w:tcW w:w="340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2D53FE3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A.7.</w:t>
            </w:r>
            <w:r w:rsidRPr="00B22EC9">
              <w:rPr>
                <w:bCs/>
                <w:sz w:val="18"/>
                <w:szCs w:val="18"/>
              </w:rPr>
              <w:tab/>
              <w:t>Extreme temperature/cycle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A00C19A" w14:textId="15462B6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trike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A101E7D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76E90AF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7B132EF" w14:textId="77777777" w:rsidR="00B22EC9" w:rsidRPr="00B22EC9" w:rsidRDefault="00B22EC9" w:rsidP="00B22EC9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</w:t>
            </w:r>
          </w:p>
        </w:tc>
      </w:tr>
      <w:tr w:rsidR="00B22EC9" w:rsidRPr="00B22EC9" w14:paraId="48E5CE7F" w14:textId="77777777" w:rsidTr="00CC25F3">
        <w:tc>
          <w:tcPr>
            <w:tcW w:w="7371" w:type="dxa"/>
            <w:gridSpan w:val="5"/>
            <w:tcBorders>
              <w:top w:val="single" w:sz="12" w:space="0" w:color="000000"/>
            </w:tcBorders>
          </w:tcPr>
          <w:p w14:paraId="10A13DD8" w14:textId="77777777" w:rsidR="00B22EC9" w:rsidRPr="00B22EC9" w:rsidRDefault="00B22EC9" w:rsidP="008333FE">
            <w:pPr>
              <w:widowControl w:val="0"/>
              <w:suppressAutoHyphens w:val="0"/>
              <w:autoSpaceDE w:val="0"/>
              <w:autoSpaceDN w:val="0"/>
              <w:adjustRightInd w:val="0"/>
              <w:spacing w:before="12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X = required</w:t>
            </w:r>
          </w:p>
          <w:p w14:paraId="14CE497C" w14:textId="77777777" w:rsidR="00B22EC9" w:rsidRPr="00B22EC9" w:rsidRDefault="00B22EC9" w:rsidP="008333FE">
            <w:pPr>
              <w:widowControl w:val="0"/>
              <w:suppressAutoHyphens w:val="0"/>
              <w:autoSpaceDE w:val="0"/>
              <w:autoSpaceDN w:val="0"/>
              <w:adjustRightInd w:val="0"/>
              <w:spacing w:before="120" w:line="240" w:lineRule="auto"/>
              <w:rPr>
                <w:bCs/>
                <w:sz w:val="18"/>
                <w:szCs w:val="18"/>
              </w:rPr>
            </w:pPr>
            <w:r w:rsidRPr="00B22EC9">
              <w:rPr>
                <w:bCs/>
                <w:sz w:val="18"/>
                <w:szCs w:val="18"/>
              </w:rPr>
              <w:t>* = Not required for cylinders designed to ISO 9809 (ISO 9809 already provides for these tests)."</w:t>
            </w:r>
          </w:p>
        </w:tc>
      </w:tr>
    </w:tbl>
    <w:p w14:paraId="71E1AC86" w14:textId="77777777" w:rsidR="00A925F4" w:rsidRPr="00B22EC9" w:rsidRDefault="00A925F4" w:rsidP="003D751D">
      <w:pPr>
        <w:spacing w:after="120"/>
        <w:ind w:left="2268" w:right="1133" w:hanging="1134"/>
        <w:jc w:val="both"/>
        <w:rPr>
          <w:rFonts w:eastAsia="MS Mincho"/>
          <w:bCs/>
          <w:i/>
          <w:spacing w:val="-2"/>
          <w:lang w:eastAsia="ja-JP"/>
        </w:rPr>
      </w:pP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16E8C9EF" w14:textId="4DF7E5C9" w:rsidR="00B22EC9" w:rsidRDefault="00B22EC9" w:rsidP="00B22EC9">
      <w:pPr>
        <w:pStyle w:val="SingleTxtG"/>
      </w:pPr>
      <w:r>
        <w:t xml:space="preserve">Since it is unlikely that GRSG will accept the complete harmonization with ISO 11439, it is recommended that Table 6.4 specify the following </w:t>
      </w:r>
      <w:r w:rsidR="00172D26">
        <w:t>corrections for CNG</w:t>
      </w:r>
      <w:r w:rsidR="00172D26">
        <w:noBreakHyphen/>
      </w:r>
      <w:r>
        <w:t>1 designs:</w:t>
      </w:r>
    </w:p>
    <w:p w14:paraId="7B978DDE" w14:textId="62D335D9" w:rsidR="00B22EC9" w:rsidRDefault="00B22EC9" w:rsidP="00172D26">
      <w:pPr>
        <w:pStyle w:val="SingleTxtG"/>
        <w:ind w:left="1701" w:hanging="567"/>
      </w:pPr>
      <w:r>
        <w:t>(a)</w:t>
      </w:r>
      <w:r>
        <w:tab/>
        <w:t xml:space="preserve">Delete </w:t>
      </w:r>
      <w:r w:rsidR="00172D26">
        <w:t xml:space="preserve">in the second column the entries for </w:t>
      </w:r>
      <w:r>
        <w:t>A.17, A.25, and A.7, since they are obviously wrong as they do not match the tests specified in paragraph 7.5</w:t>
      </w:r>
      <w:r w:rsidR="00172D26">
        <w:t>.</w:t>
      </w:r>
      <w:r>
        <w:t xml:space="preserve"> on </w:t>
      </w:r>
      <w:r w:rsidR="00172D26">
        <w:t>c</w:t>
      </w:r>
      <w:r>
        <w:t>ylinder design qualification tests.</w:t>
      </w:r>
    </w:p>
    <w:p w14:paraId="002A78C3" w14:textId="1042D6BA" w:rsidR="00B22EC9" w:rsidRDefault="00B22EC9" w:rsidP="00172D26">
      <w:pPr>
        <w:pStyle w:val="SingleTxtG"/>
        <w:ind w:left="1701" w:hanging="567"/>
      </w:pPr>
      <w:r>
        <w:t>(b)</w:t>
      </w:r>
      <w:r>
        <w:tab/>
        <w:t xml:space="preserve">Add </w:t>
      </w:r>
      <w:r w:rsidR="00172D26">
        <w:t xml:space="preserve">an entry for </w:t>
      </w:r>
      <w:r>
        <w:t>A.15 and A.6, since they do match the tests specified in paragraph 7.5</w:t>
      </w:r>
      <w:r w:rsidR="00172D26">
        <w:t>.</w:t>
      </w:r>
      <w:r>
        <w:t xml:space="preserve"> on </w:t>
      </w:r>
      <w:r w:rsidR="008333FE">
        <w:t>c</w:t>
      </w:r>
      <w:r>
        <w:t>ylinder design qualification tests.</w:t>
      </w:r>
    </w:p>
    <w:p w14:paraId="387C7C7E" w14:textId="37D86B45" w:rsidR="00A925F4" w:rsidRDefault="00B22EC9" w:rsidP="00172D26">
      <w:pPr>
        <w:pStyle w:val="SingleTxtG"/>
        <w:ind w:left="1701" w:hanging="567"/>
      </w:pPr>
      <w:r>
        <w:t>(c)</w:t>
      </w:r>
      <w:r>
        <w:tab/>
        <w:t xml:space="preserve">Add </w:t>
      </w:r>
      <w:r w:rsidR="00172D26" w:rsidRPr="00172D26">
        <w:t xml:space="preserve">an entry for </w:t>
      </w:r>
      <w:r>
        <w:t>A.24 because paragraph 6.9</w:t>
      </w:r>
      <w:r w:rsidR="00172D26">
        <w:t>.</w:t>
      </w:r>
      <w:r>
        <w:t xml:space="preserve"> on </w:t>
      </w:r>
      <w:r w:rsidR="00172D26">
        <w:t>f</w:t>
      </w:r>
      <w:r>
        <w:t>ire protection does require all PRDs on all cylinder types to comply with A.24.</w:t>
      </w:r>
    </w:p>
    <w:p w14:paraId="0497FA1B" w14:textId="37EE6A9D" w:rsidR="00DC403F" w:rsidRPr="00DC403F" w:rsidRDefault="00DC403F" w:rsidP="00DC403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C403F" w:rsidRPr="00DC403F" w:rsidSect="00803BF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6A03B" w14:textId="77777777" w:rsidR="00E33C21" w:rsidRDefault="00E33C21"/>
  </w:endnote>
  <w:endnote w:type="continuationSeparator" w:id="0">
    <w:p w14:paraId="46CBF594" w14:textId="77777777" w:rsidR="00E33C21" w:rsidRDefault="00E33C21"/>
  </w:endnote>
  <w:endnote w:type="continuationNotice" w:id="1">
    <w:p w14:paraId="1FC94A06" w14:textId="77777777" w:rsidR="00E33C21" w:rsidRDefault="00E33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D07B" w14:textId="421C11E4" w:rsidR="004E040E" w:rsidRPr="00803BF8" w:rsidRDefault="004E040E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182A54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997E" w14:textId="597D11B0" w:rsidR="004E040E" w:rsidRPr="00803BF8" w:rsidRDefault="004E040E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B22EC9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0E9B9" w14:textId="037D8904" w:rsidR="004F462B" w:rsidRDefault="004F462B" w:rsidP="004F462B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4929B538" wp14:editId="2B8F8A91">
          <wp:simplePos x="0" y="0"/>
          <wp:positionH relativeFrom="margin">
            <wp:posOffset>5470740</wp:posOffset>
          </wp:positionH>
          <wp:positionV relativeFrom="margin">
            <wp:posOffset>7924165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8/3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3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18E1B241" wp14:editId="3CC39C37">
          <wp:simplePos x="0" y="0"/>
          <wp:positionH relativeFrom="margin">
            <wp:posOffset>4312285</wp:posOffset>
          </wp:positionH>
          <wp:positionV relativeFrom="margin">
            <wp:posOffset>8274685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0F600B" w14:textId="0791AF15" w:rsidR="004F462B" w:rsidRDefault="004F462B" w:rsidP="004F462B">
    <w:pPr>
      <w:pStyle w:val="Footer"/>
      <w:ind w:right="1134"/>
      <w:rPr>
        <w:sz w:val="20"/>
      </w:rPr>
    </w:pPr>
    <w:r>
      <w:rPr>
        <w:sz w:val="20"/>
      </w:rPr>
      <w:t>GE.18-00941(E)</w:t>
    </w:r>
  </w:p>
  <w:p w14:paraId="76BF04AF" w14:textId="414CDD41" w:rsidR="004F462B" w:rsidRPr="004F462B" w:rsidRDefault="004F462B" w:rsidP="004F462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768DD" w14:textId="77777777" w:rsidR="00E33C21" w:rsidRPr="000B175B" w:rsidRDefault="00E33C2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E33C21" w:rsidRPr="00FC68B7" w:rsidRDefault="00E33C2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E33C21" w:rsidRDefault="00E33C21"/>
  </w:footnote>
  <w:footnote w:id="2">
    <w:p w14:paraId="1BC20C06" w14:textId="58AC7C81" w:rsidR="004E040E" w:rsidRPr="00B14735" w:rsidRDefault="004E040E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programme of work of the </w:t>
      </w:r>
      <w:r w:rsidRPr="00CC3C06">
        <w:rPr>
          <w:szCs w:val="18"/>
          <w:lang w:val="en-US"/>
        </w:rPr>
        <w:t xml:space="preserve">Inland Transport Committee for </w:t>
      </w:r>
      <w:r w:rsidR="00CC3C06" w:rsidRPr="00CC3C06">
        <w:rPr>
          <w:szCs w:val="18"/>
          <w:lang w:val="en-US"/>
        </w:rPr>
        <w:t>2014–2018 (ECE/TRANS/240, para. 105 and ECE/TRANS/2014/26, cluster 02.4)</w:t>
      </w:r>
      <w:r w:rsidRPr="00CC3C06">
        <w:rPr>
          <w:szCs w:val="18"/>
          <w:lang w:val="en-US"/>
        </w:rPr>
        <w:t xml:space="preserve">, the World Forum will develop, harmonize and update </w:t>
      </w:r>
      <w:r w:rsidR="00CF2CD5" w:rsidRPr="00CC3C06">
        <w:rPr>
          <w:szCs w:val="18"/>
          <w:lang w:val="en-US"/>
        </w:rPr>
        <w:t>UN r</w:t>
      </w:r>
      <w:r w:rsidRPr="00CC3C06">
        <w:rPr>
          <w:szCs w:val="18"/>
          <w:lang w:val="en-US"/>
        </w:rPr>
        <w:t>egulations in</w:t>
      </w:r>
      <w:r w:rsidRPr="006636B2">
        <w:rPr>
          <w:szCs w:val="18"/>
          <w:lang w:val="en-US"/>
        </w:rPr>
        <w:t xml:space="preserve">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2AD0" w14:textId="043B7DAF" w:rsidR="004E040E" w:rsidRPr="00803BF8" w:rsidRDefault="004E040E">
    <w:pPr>
      <w:pStyle w:val="Header"/>
    </w:pPr>
    <w:r>
      <w:t>ECE/TRANS/WP.29/GRSG/</w:t>
    </w:r>
    <w:r w:rsidRPr="00DF418A">
      <w:t>201</w:t>
    </w:r>
    <w:r w:rsidR="00D709BA">
      <w:t>8</w:t>
    </w:r>
    <w:r>
      <w:t>/</w:t>
    </w:r>
    <w:r w:rsidR="00B21178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FB7B" w14:textId="110E83A3" w:rsidR="004E040E" w:rsidRPr="00803BF8" w:rsidRDefault="004E040E" w:rsidP="00803BF8">
    <w:pPr>
      <w:pStyle w:val="Header"/>
      <w:jc w:val="right"/>
    </w:pPr>
    <w:r>
      <w:t>ECE/TRANS/WP.29/GRSG/201</w:t>
    </w:r>
    <w:r w:rsidR="00A925F4">
      <w:t>8</w:t>
    </w:r>
    <w:r>
      <w:t>/</w:t>
    </w:r>
    <w:r w:rsidR="00A925F4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4"/>
  </w:num>
  <w:num w:numId="13">
    <w:abstractNumId w:val="12"/>
  </w:num>
  <w:num w:numId="14">
    <w:abstractNumId w:val="18"/>
  </w:num>
  <w:num w:numId="15">
    <w:abstractNumId w:val="23"/>
  </w:num>
  <w:num w:numId="16">
    <w:abstractNumId w:val="10"/>
  </w:num>
  <w:num w:numId="17">
    <w:abstractNumId w:val="15"/>
  </w:num>
  <w:num w:numId="18">
    <w:abstractNumId w:val="22"/>
  </w:num>
  <w:num w:numId="19">
    <w:abstractNumId w:val="13"/>
  </w:num>
  <w:num w:numId="20">
    <w:abstractNumId w:val="19"/>
  </w:num>
  <w:num w:numId="21">
    <w:abstractNumId w:val="21"/>
  </w:num>
  <w:num w:numId="22">
    <w:abstractNumId w:val="16"/>
  </w:num>
  <w:num w:numId="23">
    <w:abstractNumId w:val="2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2A54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0D2D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E18"/>
    <w:rsid w:val="00312F5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6789"/>
    <w:rsid w:val="003369B2"/>
    <w:rsid w:val="003406CC"/>
    <w:rsid w:val="0034070E"/>
    <w:rsid w:val="0034168B"/>
    <w:rsid w:val="00341F69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17CC"/>
    <w:rsid w:val="003C2CC4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4275"/>
    <w:rsid w:val="003F6FC1"/>
    <w:rsid w:val="004019C4"/>
    <w:rsid w:val="00402CD1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A4BF7"/>
    <w:rsid w:val="004A79FD"/>
    <w:rsid w:val="004B05F0"/>
    <w:rsid w:val="004B3889"/>
    <w:rsid w:val="004B3B45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462B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30C26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FBD"/>
    <w:rsid w:val="0063070C"/>
    <w:rsid w:val="0063242B"/>
    <w:rsid w:val="00634F9F"/>
    <w:rsid w:val="006352A1"/>
    <w:rsid w:val="006372E5"/>
    <w:rsid w:val="006407D7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003C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19ED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3FE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4025"/>
    <w:rsid w:val="009A43DF"/>
    <w:rsid w:val="009A5E59"/>
    <w:rsid w:val="009A6914"/>
    <w:rsid w:val="009B26E7"/>
    <w:rsid w:val="009B5B90"/>
    <w:rsid w:val="009B64BB"/>
    <w:rsid w:val="009B69E9"/>
    <w:rsid w:val="009C2456"/>
    <w:rsid w:val="009C5020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178"/>
    <w:rsid w:val="00B213A0"/>
    <w:rsid w:val="00B22EC9"/>
    <w:rsid w:val="00B238A5"/>
    <w:rsid w:val="00B253FC"/>
    <w:rsid w:val="00B25FAF"/>
    <w:rsid w:val="00B276F0"/>
    <w:rsid w:val="00B30179"/>
    <w:rsid w:val="00B33901"/>
    <w:rsid w:val="00B341FF"/>
    <w:rsid w:val="00B371CD"/>
    <w:rsid w:val="00B421C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3C06"/>
    <w:rsid w:val="00CC4839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88A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403F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319F7"/>
    <w:rsid w:val="00E320F1"/>
    <w:rsid w:val="00E325A3"/>
    <w:rsid w:val="00E33C21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36B7B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49053C3"/>
  <w15:docId w15:val="{8C79FAAA-7A20-4D32-920B-CEE9D536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228BD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5E817-2078-4422-8B57-39D62541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1800941</vt:lpstr>
      <vt:lpstr>United Nations</vt:lpstr>
    </vt:vector>
  </TitlesOfParts>
  <Company>ECE-ISU</Company>
  <LinksUpToDate>false</LinksUpToDate>
  <CharactersWithSpaces>2559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1800941</dc:title>
  <dc:subject>ECE/TRANS/WP.29/GRSG/2018/3</dc:subject>
  <dc:creator>Microsoft Office User</dc:creator>
  <cp:keywords/>
  <dc:description/>
  <cp:lastModifiedBy>Benedicte Boudol</cp:lastModifiedBy>
  <cp:revision>2</cp:revision>
  <cp:lastPrinted>2018-01-22T13:55:00Z</cp:lastPrinted>
  <dcterms:created xsi:type="dcterms:W3CDTF">2018-02-13T14:42:00Z</dcterms:created>
  <dcterms:modified xsi:type="dcterms:W3CDTF">2018-02-13T14:42:00Z</dcterms:modified>
</cp:coreProperties>
</file>