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123C42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123C42">
              <w:t>7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024437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123C42">
        <w:t>5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02443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123C42">
        <w:t>3</w:t>
      </w:r>
      <w:r w:rsidR="00FE2BBC" w:rsidRPr="00FE2BBC">
        <w:t xml:space="preserve"> series of amendments to UN Regulation No. 1</w:t>
      </w:r>
      <w:r w:rsidR="006A2C36">
        <w:t>1</w:t>
      </w:r>
      <w:r w:rsidR="00123C42">
        <w:t>3</w:t>
      </w:r>
      <w:r w:rsidR="00FE2BBC" w:rsidRPr="00FE2BBC">
        <w:t xml:space="preserve"> (</w:t>
      </w:r>
      <w:r w:rsidR="00123C42">
        <w:t>Headlamps emitting a symmetrical passing-beam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024437" w:rsidRDefault="00024437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23C42" w:rsidRPr="00123C42">
        <w:t>03 series of amendments to UN Regulation No. 113 (Headlamps emitting a symmetrical passing-beam)</w:t>
      </w:r>
      <w:r w:rsidR="00962893" w:rsidRPr="00962893">
        <w:rPr>
          <w:vertAlign w:val="superscript"/>
        </w:rPr>
        <w:footnoteReference w:id="3"/>
      </w:r>
    </w:p>
    <w:p w:rsidR="00123C42" w:rsidRPr="00391654" w:rsidRDefault="00123C42" w:rsidP="00123C4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13,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123C42" w:rsidRDefault="00024437" w:rsidP="00024437">
      <w:pPr>
        <w:pStyle w:val="HChG"/>
      </w:pPr>
      <w:r>
        <w:tab/>
      </w:r>
      <w:r>
        <w:tab/>
        <w:t>"</w:t>
      </w:r>
      <w:r w:rsidR="00123C42">
        <w:t>13.</w:t>
      </w:r>
      <w:r w:rsidR="00123C42">
        <w:tab/>
      </w:r>
      <w:r>
        <w:tab/>
      </w:r>
      <w:r w:rsidR="00123C42">
        <w:t xml:space="preserve">Transitional </w:t>
      </w:r>
      <w:r>
        <w:t>p</w:t>
      </w:r>
      <w:r w:rsidR="00123C42">
        <w:t>rovisions</w:t>
      </w:r>
    </w:p>
    <w:p w:rsidR="00123C42" w:rsidRDefault="00123C42" w:rsidP="00123C42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024437">
        <w:t xml:space="preserve">UN </w:t>
      </w:r>
      <w:r w:rsidRPr="009D1F2C">
        <w:t>Regulation No. [RID]</w:t>
      </w:r>
      <w:r>
        <w:rPr>
          <w:rStyle w:val="FootnoteReference"/>
        </w:rPr>
        <w:footnoteReference w:id="4"/>
      </w:r>
      <w:r w:rsidRPr="009D1F2C">
        <w:t>, Contracting</w:t>
      </w:r>
      <w:r>
        <w:t xml:space="preserve"> Parties applying this Regulation shall cease to grant approvals to this Regulation.</w:t>
      </w:r>
    </w:p>
    <w:p w:rsidR="00123C42" w:rsidRDefault="00123C42" w:rsidP="00123C42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123C42" w:rsidRDefault="00123C42" w:rsidP="00123C42">
      <w:pPr>
        <w:pStyle w:val="SingleTxtG"/>
        <w:ind w:left="2259" w:hanging="1125"/>
      </w:pPr>
      <w:r>
        <w:t>[13.3.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123C42" w:rsidRDefault="00123C42" w:rsidP="00123C42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123C42" w:rsidRDefault="00123C42" w:rsidP="00123C42">
      <w:pPr>
        <w:pStyle w:val="SingleTxtG"/>
        <w:ind w:left="2259" w:hanging="1125"/>
        <w:rPr>
          <w:i/>
          <w:iCs/>
          <w:lang w:eastAsia="ja-JP"/>
        </w:rPr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 provided</w:t>
      </w:r>
      <w:r w:rsidRPr="009D1F2C">
        <w:t xml:space="preserve"> that the devi</w:t>
      </w:r>
      <w:r>
        <w:t>ce is intended for replacement.</w:t>
      </w:r>
      <w:r w:rsidR="00024437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024437">
      <w:headerReference w:type="even" r:id="rId9"/>
      <w:footerReference w:type="even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37" w:rsidRPr="00024437" w:rsidRDefault="00024437" w:rsidP="00024437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02443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024437" w:rsidRPr="00024437">
        <w:rPr>
          <w:szCs w:val="18"/>
          <w:lang w:val="en-US"/>
        </w:rPr>
        <w:t xml:space="preserve">In accordance with the </w:t>
      </w:r>
      <w:proofErr w:type="spellStart"/>
      <w:r w:rsidR="00024437" w:rsidRPr="00024437">
        <w:rPr>
          <w:szCs w:val="18"/>
          <w:lang w:val="en-US"/>
        </w:rPr>
        <w:t>programme</w:t>
      </w:r>
      <w:proofErr w:type="spellEnd"/>
      <w:r w:rsidR="00024437" w:rsidRPr="0002443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123C42" w:rsidRPr="00962893" w:rsidRDefault="00123C42" w:rsidP="00123C42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 Road Illumination Devices (RID)</w:t>
      </w:r>
      <w:r>
        <w:t xml:space="preserve"> (</w:t>
      </w:r>
      <w:r w:rsidRPr="00962893">
        <w:t>ECE/TRANS/WP.29/2018/158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437" w:rsidRDefault="00024437" w:rsidP="00024437">
    <w:pPr>
      <w:pStyle w:val="Header"/>
    </w:pPr>
    <w:r>
      <w:t>ECE/TRANS/WP.29/2018/117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4437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1998"/>
    <w:rsid w:val="007221E1"/>
    <w:rsid w:val="00724B09"/>
    <w:rsid w:val="00725A2B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6107"/>
    <w:rsid w:val="009D24F1"/>
    <w:rsid w:val="009D2C93"/>
    <w:rsid w:val="009D33CE"/>
    <w:rsid w:val="009D3D46"/>
    <w:rsid w:val="009D51B2"/>
    <w:rsid w:val="009E049E"/>
    <w:rsid w:val="009E1FB1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82C06618-4893-422D-83ED-169845C3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0A9F-F1A9-4607-BB6F-13B4A998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2182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2018-08-07T17:07:00Z</dcterms:created>
  <dcterms:modified xsi:type="dcterms:W3CDTF">2018-08-07T17:07:00Z</dcterms:modified>
</cp:coreProperties>
</file>