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E05ABD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AE49BC">
              <w:t>1</w:t>
            </w:r>
            <w:r w:rsidR="002D1BD1">
              <w:t>0</w:t>
            </w:r>
            <w:r w:rsidR="00E05ABD">
              <w:t>3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2878B9" w:rsidP="00E044BA">
            <w:pPr>
              <w:spacing w:line="240" w:lineRule="exact"/>
            </w:pPr>
            <w:r>
              <w:t>3</w:t>
            </w:r>
            <w:r w:rsidR="00A96F13" w:rsidRPr="00F60DE1">
              <w:t xml:space="preserve"> </w:t>
            </w:r>
            <w:r w:rsidR="00E07350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2D1BD1">
        <w:t>2</w:t>
      </w:r>
      <w:r w:rsidR="00E05ABD">
        <w:t>1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E07350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E05ABD">
        <w:t>1</w:t>
      </w:r>
      <w:r w:rsidR="00FE2BBC" w:rsidRPr="00FE2BBC">
        <w:t xml:space="preserve"> series of amendments to UN Regulation No. </w:t>
      </w:r>
      <w:r w:rsidR="00E05ABD">
        <w:t>50</w:t>
      </w:r>
      <w:r w:rsidR="00FE2BBC" w:rsidRPr="00FE2BBC">
        <w:t xml:space="preserve"> (</w:t>
      </w:r>
      <w:r w:rsidR="00E05ABD">
        <w:t>Position, stop, direction indicator lamps for mopeds and motorcycles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044BA" w:rsidRPr="00391654" w:rsidRDefault="00E044BA" w:rsidP="00E044BA">
      <w:pPr>
        <w:rPr>
          <w:lang w:val="en-US"/>
        </w:rPr>
      </w:pPr>
    </w:p>
    <w:p w:rsidR="00E07350" w:rsidRDefault="00E07350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E07350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E05ABD" w:rsidRPr="00E05ABD">
        <w:t>01 series of amendments to UN Regulation No. 50 (Position, stop, direction indicator lamps for mopeds and motorcycles)</w:t>
      </w:r>
      <w:r w:rsidR="00962893" w:rsidRPr="00962893">
        <w:rPr>
          <w:vertAlign w:val="superscript"/>
        </w:rPr>
        <w:footnoteReference w:id="3"/>
      </w:r>
    </w:p>
    <w:p w:rsidR="00E05ABD" w:rsidRPr="00391654" w:rsidRDefault="00E05ABD" w:rsidP="00E05ABD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14,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E05ABD" w:rsidRDefault="00E07350" w:rsidP="00E07350">
      <w:pPr>
        <w:pStyle w:val="HChG"/>
      </w:pPr>
      <w:r>
        <w:tab/>
      </w:r>
      <w:r>
        <w:tab/>
        <w:t>"</w:t>
      </w:r>
      <w:r w:rsidR="00E05ABD">
        <w:t>14.</w:t>
      </w:r>
      <w:r w:rsidR="00E05ABD">
        <w:tab/>
      </w:r>
      <w:r>
        <w:tab/>
      </w:r>
      <w:r w:rsidR="00E05ABD">
        <w:t xml:space="preserve">Transitional </w:t>
      </w:r>
      <w:r>
        <w:t>p</w:t>
      </w:r>
      <w:r w:rsidR="00E05ABD">
        <w:t>rovisions</w:t>
      </w:r>
    </w:p>
    <w:p w:rsidR="00E05ABD" w:rsidRDefault="00E05ABD" w:rsidP="00E05ABD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>from [24] months</w:t>
      </w:r>
      <w:r w:rsidRPr="00B87D33">
        <w:t xml:space="preserve"> after</w:t>
      </w:r>
      <w:r>
        <w:t xml:space="preserve"> the official date of entry into force of </w:t>
      </w:r>
      <w:r w:rsidR="00E07350">
        <w:t xml:space="preserve">UN </w:t>
      </w:r>
      <w:r>
        <w:t>Regulation No. [LSD]</w:t>
      </w:r>
      <w:r>
        <w:rPr>
          <w:rStyle w:val="FootnoteReference"/>
        </w:rPr>
        <w:footnoteReference w:id="4"/>
      </w:r>
      <w:r>
        <w:t>, Contracting Parties applying this Regulation shall cease to grant approvals to this Regulation.</w:t>
      </w:r>
    </w:p>
    <w:p w:rsidR="00E05ABD" w:rsidRDefault="00E05ABD" w:rsidP="00E05ABD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E05ABD" w:rsidRDefault="00E05ABD" w:rsidP="00E05ABD">
      <w:pPr>
        <w:pStyle w:val="SingleTxtG"/>
        <w:ind w:left="2259" w:hanging="1125"/>
      </w:pPr>
      <w:r>
        <w:t>[14.3.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E05ABD" w:rsidRDefault="00E05ABD" w:rsidP="00E05ABD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E05ABD" w:rsidRPr="009D1F2C" w:rsidRDefault="00E05ABD" w:rsidP="00E05ABD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E07350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07350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350" w:rsidRPr="00E07350" w:rsidRDefault="00E07350" w:rsidP="00E07350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E07350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E07350" w:rsidRPr="00E07350">
        <w:rPr>
          <w:szCs w:val="18"/>
          <w:lang w:val="en-US"/>
        </w:rPr>
        <w:t xml:space="preserve">In accordance with the </w:t>
      </w:r>
      <w:proofErr w:type="spellStart"/>
      <w:r w:rsidR="00E07350" w:rsidRPr="00E07350">
        <w:rPr>
          <w:szCs w:val="18"/>
          <w:lang w:val="en-US"/>
        </w:rPr>
        <w:t>programme</w:t>
      </w:r>
      <w:proofErr w:type="spellEnd"/>
      <w:r w:rsidR="00E07350" w:rsidRPr="00E07350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E05ABD" w:rsidRPr="00962893" w:rsidRDefault="00E05ABD" w:rsidP="00E05ABD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350" w:rsidRDefault="00E07350" w:rsidP="00E07350">
    <w:pPr>
      <w:pStyle w:val="Header"/>
    </w:pPr>
    <w:r>
      <w:t>ECE/TRANS/WP.29/2018/103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E07350" w:rsidRDefault="00FE2BBC" w:rsidP="00E0735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878B9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380C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350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BDEA-FB37-4F33-8985-F9C48F4E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2227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2018-08-07T16:58:00Z</dcterms:created>
  <dcterms:modified xsi:type="dcterms:W3CDTF">2018-08-07T16:58:00Z</dcterms:modified>
</cp:coreProperties>
</file>