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7D5E58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736670">
              <w:t>9</w:t>
            </w:r>
            <w:r w:rsidR="007D5E58">
              <w:t>5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053578" w:rsidP="00E044BA">
            <w:pPr>
              <w:spacing w:line="240" w:lineRule="exact"/>
            </w:pPr>
            <w:r>
              <w:t>2</w:t>
            </w:r>
            <w:r w:rsidR="00A96F13" w:rsidRPr="00F60DE1">
              <w:t xml:space="preserve"> </w:t>
            </w:r>
            <w:r w:rsidR="00CA4200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E05ABD">
        <w:t>1</w:t>
      </w:r>
      <w:r w:rsidR="00F85E72">
        <w:t>3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CA4200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7D5E58">
        <w:t>5</w:t>
      </w:r>
      <w:r w:rsidR="00FE2BBC" w:rsidRPr="00FE2BBC">
        <w:t xml:space="preserve"> series of amendments to UN Regulation No. </w:t>
      </w:r>
      <w:r w:rsidR="007D5E58">
        <w:t>19</w:t>
      </w:r>
      <w:r w:rsidR="00FE2BBC" w:rsidRPr="00FE2BBC">
        <w:t xml:space="preserve"> (</w:t>
      </w:r>
      <w:r w:rsidR="007D5E58">
        <w:t>Front fog lamps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E044BA" w:rsidRPr="00391654" w:rsidRDefault="00E044BA" w:rsidP="00E044BA">
      <w:pPr>
        <w:rPr>
          <w:lang w:val="en-US"/>
        </w:rPr>
      </w:pPr>
    </w:p>
    <w:p w:rsidR="00E044BA" w:rsidRPr="00391654" w:rsidRDefault="00E044BA" w:rsidP="00E044BA">
      <w:pPr>
        <w:rPr>
          <w:b/>
          <w:bCs/>
          <w:lang w:val="en-US"/>
        </w:rPr>
      </w:pPr>
    </w:p>
    <w:p w:rsidR="00E044BA" w:rsidRPr="00391654" w:rsidRDefault="00E044BA" w:rsidP="00E044BA">
      <w:pPr>
        <w:rPr>
          <w:b/>
          <w:bCs/>
          <w:lang w:val="en-US"/>
        </w:rPr>
      </w:pPr>
    </w:p>
    <w:p w:rsidR="00CA4200" w:rsidRDefault="00CA4200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7D5E58" w:rsidRPr="007D5E58">
        <w:t>05 series of amendments to UN Regulation No. 19 (Front fog lamps)</w:t>
      </w:r>
      <w:r w:rsidR="00962893" w:rsidRPr="00962893">
        <w:rPr>
          <w:vertAlign w:val="superscript"/>
        </w:rPr>
        <w:footnoteReference w:id="3"/>
      </w:r>
    </w:p>
    <w:p w:rsidR="007D5E58" w:rsidRPr="00391654" w:rsidRDefault="007D5E58" w:rsidP="007D5E58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>14,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:rsidR="007D5E58" w:rsidRDefault="00CA4200" w:rsidP="00CA4200">
      <w:pPr>
        <w:pStyle w:val="HChG"/>
      </w:pPr>
      <w:r>
        <w:tab/>
      </w:r>
      <w:r>
        <w:tab/>
        <w:t>"</w:t>
      </w:r>
      <w:r w:rsidR="007D5E58">
        <w:t>14.</w:t>
      </w:r>
      <w:r w:rsidR="007D5E58">
        <w:tab/>
      </w:r>
      <w:r>
        <w:tab/>
      </w:r>
      <w:r w:rsidR="007D5E58">
        <w:t xml:space="preserve">Transitional </w:t>
      </w:r>
      <w:r>
        <w:t>p</w:t>
      </w:r>
      <w:r w:rsidR="007D5E58">
        <w:t>rovisions</w:t>
      </w:r>
    </w:p>
    <w:p w:rsidR="007D5E58" w:rsidRDefault="007D5E58" w:rsidP="007D5E58">
      <w:pPr>
        <w:pStyle w:val="SingleTxtG"/>
        <w:ind w:left="2259" w:hanging="1125"/>
      </w:pPr>
      <w:r>
        <w:t>14.1.</w:t>
      </w:r>
      <w:r>
        <w:tab/>
        <w:t xml:space="preserve">As </w:t>
      </w:r>
      <w:r w:rsidRPr="003809F4">
        <w:t xml:space="preserve">from [24] months after the official date of entry into force of </w:t>
      </w:r>
      <w:r w:rsidR="00CA4200">
        <w:t xml:space="preserve">UN </w:t>
      </w:r>
      <w:r w:rsidRPr="003809F4">
        <w:t>Regulation No. [RID]</w:t>
      </w:r>
      <w:r>
        <w:rPr>
          <w:rStyle w:val="FootnoteReference"/>
        </w:rPr>
        <w:footnoteReference w:id="4"/>
      </w:r>
      <w:r w:rsidRPr="003809F4">
        <w:t>, Contracting</w:t>
      </w:r>
      <w:r>
        <w:t xml:space="preserve"> Parties applying this Regulation shall cease to grant approvals to this Regulation.</w:t>
      </w:r>
    </w:p>
    <w:p w:rsidR="007D5E58" w:rsidRDefault="007D5E58" w:rsidP="007D5E58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:rsidR="007D5E58" w:rsidRDefault="007D5E58" w:rsidP="007D5E58">
      <w:pPr>
        <w:pStyle w:val="SingleTxtG"/>
        <w:ind w:left="2259" w:hanging="1125"/>
      </w:pPr>
      <w:r>
        <w:t>[14.3.</w:t>
      </w:r>
      <w:r>
        <w:tab/>
        <w:t xml:space="preserve">Approvals </w:t>
      </w:r>
      <w:r w:rsidRPr="008D2D71">
        <w:t xml:space="preserve">and extensions of approvals </w:t>
      </w:r>
      <w:r>
        <w:t>granted under this Regulation</w:t>
      </w:r>
      <w:r w:rsidRPr="008D2D71">
        <w:t>, including those to a preceding series of amendments</w:t>
      </w:r>
      <w:r>
        <w:t>, shall remain valid indefinitely.]</w:t>
      </w:r>
    </w:p>
    <w:p w:rsidR="007D5E58" w:rsidRDefault="007D5E58" w:rsidP="007D5E58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Regulation, provided that the devices are intended as replacements for fitting to vehicles in use.</w:t>
      </w:r>
    </w:p>
    <w:p w:rsidR="007D5E58" w:rsidRDefault="007D5E58" w:rsidP="007D5E58">
      <w:pPr>
        <w:pStyle w:val="SingleTxtG"/>
        <w:ind w:left="2259" w:hanging="1125"/>
      </w:pPr>
      <w:r w:rsidRPr="003809F4">
        <w:t>14.5.</w:t>
      </w:r>
      <w:r w:rsidRPr="003809F4">
        <w:tab/>
        <w:t>Contracting Parties applying this Regulation shall continue to allow fitting or use on a vehicle in use of a device approved to this Regulation as amended by any previous series of amendments, provided that the device is intended for replacement.</w:t>
      </w:r>
      <w:r w:rsidR="00CA4200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CA4200">
      <w:headerReference w:type="even" r:id="rId9"/>
      <w:footerReference w:type="even" r:id="rId10"/>
      <w:headerReference w:type="first" r:id="rId11"/>
      <w:footerReference w:type="firs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200" w:rsidRPr="00CA4200" w:rsidRDefault="00CA4200" w:rsidP="00CA4200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2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5E4" w:rsidRPr="009A2D3C" w:rsidRDefault="008405E4" w:rsidP="00962893">
    <w:pPr>
      <w:pStyle w:val="Footer"/>
      <w:tabs>
        <w:tab w:val="right" w:pos="9638"/>
      </w:tabs>
      <w:rPr>
        <w:b/>
        <w:noProof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CA4200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CA4200" w:rsidRPr="00CA4200">
        <w:rPr>
          <w:szCs w:val="18"/>
          <w:lang w:val="en-US"/>
        </w:rPr>
        <w:t xml:space="preserve">In accordance with the </w:t>
      </w:r>
      <w:proofErr w:type="spellStart"/>
      <w:r w:rsidR="00CA4200" w:rsidRPr="00CA4200">
        <w:rPr>
          <w:szCs w:val="18"/>
          <w:lang w:val="en-US"/>
        </w:rPr>
        <w:t>programme</w:t>
      </w:r>
      <w:proofErr w:type="spellEnd"/>
      <w:r w:rsidR="00CA4200" w:rsidRPr="00CA4200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7D5E58" w:rsidRPr="00962893" w:rsidRDefault="007D5E58" w:rsidP="007D5E58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>new UN Regulation on</w:t>
      </w:r>
      <w:r>
        <w:t xml:space="preserve"> Road Illumination </w:t>
      </w:r>
      <w:r w:rsidRPr="00962893">
        <w:t>Devices (</w:t>
      </w:r>
      <w:r>
        <w:t>RID</w:t>
      </w:r>
      <w:r w:rsidRPr="00962893">
        <w:t>)</w:t>
      </w:r>
      <w:r>
        <w:t xml:space="preserve"> (</w:t>
      </w:r>
      <w:r w:rsidRPr="00962893">
        <w:t>ECE/TRANS/WP.29/2018/15</w:t>
      </w:r>
      <w:r>
        <w:t>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200" w:rsidRDefault="00CA4200" w:rsidP="00CA4200">
    <w:pPr>
      <w:pStyle w:val="Header"/>
    </w:pPr>
    <w:r>
      <w:t>ECE/TRANS/WP.29/2018/95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CB4A9A" w:rsidRDefault="00FE2BBC" w:rsidP="00CA420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0117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53E4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A4200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E72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5:docId w15:val="{C813198E-92EF-42E8-A8B7-57D833F2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E7E6A-1DE2-423F-80BA-C1E9F2670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2122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2018-08-07T16:55:00Z</dcterms:created>
  <dcterms:modified xsi:type="dcterms:W3CDTF">2018-08-07T16:55:00Z</dcterms:modified>
</cp:coreProperties>
</file>