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690A1991" w14:textId="77777777" w:rsidTr="00E044BA">
        <w:trPr>
          <w:cantSplit/>
          <w:trHeight w:hRule="exact" w:val="851"/>
        </w:trPr>
        <w:tc>
          <w:tcPr>
            <w:tcW w:w="1276" w:type="dxa"/>
            <w:tcBorders>
              <w:bottom w:val="single" w:sz="4" w:space="0" w:color="auto"/>
            </w:tcBorders>
            <w:shd w:val="clear" w:color="auto" w:fill="auto"/>
            <w:vAlign w:val="bottom"/>
          </w:tcPr>
          <w:p w14:paraId="46767241" w14:textId="77777777"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14:paraId="490A0D5E"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1AF9C40" w14:textId="77777777" w:rsidR="00E044BA" w:rsidRPr="00945015" w:rsidRDefault="00E044BA" w:rsidP="00C3153C">
            <w:pPr>
              <w:jc w:val="right"/>
              <w:rPr>
                <w:color w:val="FF0000"/>
              </w:rPr>
            </w:pPr>
            <w:r w:rsidRPr="00525E6C">
              <w:rPr>
                <w:sz w:val="40"/>
              </w:rPr>
              <w:t>ECE</w:t>
            </w:r>
            <w:r w:rsidRPr="00525E6C">
              <w:t>/TRANS/WP.29/201</w:t>
            </w:r>
            <w:r w:rsidR="00082AB4">
              <w:t>8</w:t>
            </w:r>
            <w:r w:rsidRPr="00525E6C">
              <w:t>/</w:t>
            </w:r>
            <w:r w:rsidR="00C92A91">
              <w:t>8</w:t>
            </w:r>
            <w:r w:rsidR="00C3153C">
              <w:t>4</w:t>
            </w:r>
          </w:p>
        </w:tc>
      </w:tr>
      <w:tr w:rsidR="00E044BA" w:rsidRPr="00525E6C" w14:paraId="095DE9E9"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383B31B" w14:textId="77777777" w:rsidR="00E044BA" w:rsidRPr="00525E6C" w:rsidRDefault="00E044BA" w:rsidP="00E044BA">
            <w:pPr>
              <w:spacing w:before="120"/>
            </w:pPr>
            <w:r w:rsidRPr="00525E6C">
              <w:rPr>
                <w:noProof/>
                <w:lang w:val="en-US"/>
              </w:rPr>
              <w:drawing>
                <wp:inline distT="0" distB="0" distL="0" distR="0" wp14:anchorId="6394CA91" wp14:editId="5E2C18AE">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E7AEE13"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3D0C0B85" w14:textId="77777777" w:rsidR="00E044BA" w:rsidRPr="00525E6C" w:rsidRDefault="00E044BA" w:rsidP="00E044BA">
            <w:pPr>
              <w:spacing w:before="240" w:line="240" w:lineRule="exact"/>
            </w:pPr>
            <w:r w:rsidRPr="00525E6C">
              <w:t>Distr.: General</w:t>
            </w:r>
          </w:p>
          <w:p w14:paraId="1222C523" w14:textId="77777777" w:rsidR="00E044BA" w:rsidRPr="00A96F13" w:rsidRDefault="00827267" w:rsidP="00E044BA">
            <w:pPr>
              <w:spacing w:line="240" w:lineRule="exact"/>
            </w:pPr>
            <w:r>
              <w:t>20</w:t>
            </w:r>
            <w:r w:rsidR="00A96F13" w:rsidRPr="00F60DE1">
              <w:t xml:space="preserve"> </w:t>
            </w:r>
            <w:r w:rsidR="00626F57">
              <w:t>August</w:t>
            </w:r>
            <w:r w:rsidR="00AE49BC">
              <w:t xml:space="preserve"> </w:t>
            </w:r>
            <w:r w:rsidR="00E044BA" w:rsidRPr="00F60DE1">
              <w:t>201</w:t>
            </w:r>
            <w:r w:rsidR="00082AB4" w:rsidRPr="00F60DE1">
              <w:t>8</w:t>
            </w:r>
          </w:p>
          <w:p w14:paraId="5AF17EB2" w14:textId="77777777" w:rsidR="00E044BA" w:rsidRPr="00525E6C" w:rsidRDefault="00E044BA" w:rsidP="00E044BA">
            <w:pPr>
              <w:spacing w:line="240" w:lineRule="exact"/>
            </w:pPr>
          </w:p>
          <w:p w14:paraId="7D96483B" w14:textId="77777777" w:rsidR="00E044BA" w:rsidRPr="00525E6C" w:rsidRDefault="00E044BA" w:rsidP="00E044BA">
            <w:pPr>
              <w:spacing w:line="240" w:lineRule="exact"/>
            </w:pPr>
            <w:r w:rsidRPr="00525E6C">
              <w:t>Original: English</w:t>
            </w:r>
          </w:p>
        </w:tc>
      </w:tr>
    </w:tbl>
    <w:p w14:paraId="72E34777" w14:textId="77777777" w:rsidR="00E044BA" w:rsidRPr="00525E6C" w:rsidRDefault="00E044BA" w:rsidP="00E044BA">
      <w:pPr>
        <w:spacing w:before="120"/>
        <w:rPr>
          <w:b/>
          <w:sz w:val="28"/>
          <w:szCs w:val="28"/>
        </w:rPr>
      </w:pPr>
      <w:r w:rsidRPr="00525E6C">
        <w:rPr>
          <w:b/>
          <w:sz w:val="28"/>
          <w:szCs w:val="28"/>
        </w:rPr>
        <w:t>Economic Commission for Europe</w:t>
      </w:r>
    </w:p>
    <w:p w14:paraId="14398670" w14:textId="77777777" w:rsidR="00E044BA" w:rsidRPr="00525E6C" w:rsidRDefault="00E044BA" w:rsidP="00E044BA">
      <w:pPr>
        <w:spacing w:before="120"/>
        <w:rPr>
          <w:sz w:val="28"/>
          <w:szCs w:val="28"/>
        </w:rPr>
      </w:pPr>
      <w:r w:rsidRPr="00525E6C">
        <w:rPr>
          <w:sz w:val="28"/>
          <w:szCs w:val="28"/>
        </w:rPr>
        <w:t>Inland Transport Committee</w:t>
      </w:r>
    </w:p>
    <w:p w14:paraId="7DE720DE"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26E4EEF8" w14:textId="77777777" w:rsidR="008405E4" w:rsidRDefault="008405E4" w:rsidP="008405E4">
      <w:pPr>
        <w:tabs>
          <w:tab w:val="center" w:pos="4819"/>
        </w:tabs>
        <w:spacing w:before="120"/>
        <w:rPr>
          <w:b/>
          <w:lang w:val="en-US"/>
        </w:rPr>
      </w:pPr>
      <w:r>
        <w:rPr>
          <w:b/>
          <w:lang w:val="en-US"/>
        </w:rPr>
        <w:t>176th session</w:t>
      </w:r>
    </w:p>
    <w:p w14:paraId="37B05F8F" w14:textId="77777777" w:rsidR="008405E4" w:rsidRDefault="008405E4" w:rsidP="008405E4">
      <w:pPr>
        <w:rPr>
          <w:lang w:val="en-US"/>
        </w:rPr>
      </w:pPr>
      <w:r>
        <w:rPr>
          <w:lang w:val="en-US"/>
        </w:rPr>
        <w:t>Geneva, 13-16 November 2018</w:t>
      </w:r>
    </w:p>
    <w:p w14:paraId="044EC506" w14:textId="77777777" w:rsidR="008405E4" w:rsidRDefault="008405E4" w:rsidP="008405E4">
      <w:r>
        <w:t>Item 4.</w:t>
      </w:r>
      <w:r w:rsidR="000268B9">
        <w:t>6</w:t>
      </w:r>
      <w:r>
        <w:t>.</w:t>
      </w:r>
      <w:r w:rsidR="00C3153C">
        <w:t>2</w:t>
      </w:r>
      <w:r>
        <w:t xml:space="preserve"> of the provisional agenda</w:t>
      </w:r>
    </w:p>
    <w:p w14:paraId="5CE92303"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76F10DE4" w14:textId="77777777"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C3153C">
        <w:t>11</w:t>
      </w:r>
      <w:r w:rsidR="00C92A91">
        <w:t xml:space="preserve"> to </w:t>
      </w:r>
      <w:r w:rsidR="00FE2BBC" w:rsidRPr="00FE2BBC">
        <w:t>the 0</w:t>
      </w:r>
      <w:r w:rsidR="00C3153C">
        <w:t>6</w:t>
      </w:r>
      <w:r w:rsidR="00FE2BBC" w:rsidRPr="00FE2BBC">
        <w:t xml:space="preserve"> series of amendments to UN Regulation No. </w:t>
      </w:r>
      <w:r w:rsidR="00C3153C">
        <w:t xml:space="preserve">48 </w:t>
      </w:r>
      <w:r w:rsidR="00AA6316">
        <w:t>(</w:t>
      </w:r>
      <w:r w:rsidR="00C3153C">
        <w:t>Installation of lighting and light-signalling devices</w:t>
      </w:r>
      <w:r w:rsidR="00C92A91">
        <w:t>)</w:t>
      </w:r>
    </w:p>
    <w:p w14:paraId="18AEE1EF" w14:textId="5CBE9C34"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1E78FB">
        <w:rPr>
          <w:szCs w:val="24"/>
        </w:rPr>
        <w:t>n Lighting and Light-Signalling</w:t>
      </w:r>
      <w:r w:rsidRPr="00A96F13">
        <w:rPr>
          <w:szCs w:val="24"/>
        </w:rPr>
        <w:footnoteReference w:customMarkFollows="1" w:id="2"/>
        <w:t>*</w:t>
      </w:r>
    </w:p>
    <w:p w14:paraId="081E5C47" w14:textId="74897CED"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para</w:t>
      </w:r>
      <w:r w:rsidR="00C3153C">
        <w:rPr>
          <w:lang w:val="en-US"/>
        </w:rPr>
        <w:t>s</w:t>
      </w:r>
      <w:r w:rsidRPr="008405E4">
        <w:rPr>
          <w:lang w:val="en-US"/>
        </w:rPr>
        <w:t xml:space="preserve">. </w:t>
      </w:r>
      <w:r w:rsidR="00C3153C">
        <w:rPr>
          <w:lang w:val="en-US"/>
        </w:rPr>
        <w:t>23-25</w:t>
      </w:r>
      <w:r w:rsidRPr="008405E4">
        <w:rPr>
          <w:lang w:val="en-US"/>
        </w:rPr>
        <w:t>). It is based on ECE/TRANS/WP.29/GRE/</w:t>
      </w:r>
      <w:r>
        <w:rPr>
          <w:lang w:val="en-US"/>
        </w:rPr>
        <w:t>20</w:t>
      </w:r>
      <w:r w:rsidR="00FE2BBC">
        <w:rPr>
          <w:lang w:val="en-US"/>
        </w:rPr>
        <w:t>1</w:t>
      </w:r>
      <w:r w:rsidR="00C3153C">
        <w:rPr>
          <w:lang w:val="en-US"/>
        </w:rPr>
        <w:t>7</w:t>
      </w:r>
      <w:r>
        <w:rPr>
          <w:lang w:val="en-US"/>
        </w:rPr>
        <w:t>/</w:t>
      </w:r>
      <w:r w:rsidR="00C92A91">
        <w:rPr>
          <w:lang w:val="en-US"/>
        </w:rPr>
        <w:t>2</w:t>
      </w:r>
      <w:r w:rsidR="00C3153C">
        <w:rPr>
          <w:lang w:val="en-US"/>
        </w:rPr>
        <w:t>4 and Annexes IX (French only), X and XI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584393F8" w14:textId="77777777" w:rsidR="00E044BA" w:rsidRPr="00391654" w:rsidRDefault="00E044BA" w:rsidP="00E044BA">
      <w:pPr>
        <w:rPr>
          <w:lang w:val="en-US"/>
        </w:rPr>
      </w:pPr>
    </w:p>
    <w:p w14:paraId="58770B9B" w14:textId="77777777" w:rsidR="00827267" w:rsidRDefault="00827267" w:rsidP="001E78FB">
      <w:pPr>
        <w:pStyle w:val="HChG"/>
        <w:ind w:left="0" w:firstLine="0"/>
      </w:pPr>
      <w:bookmarkStart w:id="1" w:name="_Toc354410587"/>
      <w:r>
        <w:br w:type="page"/>
      </w:r>
    </w:p>
    <w:p w14:paraId="6A05305E" w14:textId="77777777" w:rsidR="00962893" w:rsidRPr="00962893" w:rsidRDefault="00860D1C" w:rsidP="00864545">
      <w:pPr>
        <w:pStyle w:val="HChG"/>
      </w:pPr>
      <w:r w:rsidRPr="004E2AF7">
        <w:lastRenderedPageBreak/>
        <w:tab/>
      </w:r>
      <w:bookmarkStart w:id="2" w:name="_Toc473483449"/>
      <w:bookmarkEnd w:id="1"/>
      <w:r w:rsidR="00962893">
        <w:tab/>
      </w:r>
      <w:r w:rsidR="0068478B" w:rsidRPr="0068478B">
        <w:t>Supplement 11 to the 06 series of amendments to UN Regulation No. 48 (Installation of lighting and light-signalling devices)</w:t>
      </w:r>
      <w:r w:rsidR="0068478B">
        <w:t xml:space="preserve"> </w:t>
      </w:r>
    </w:p>
    <w:bookmarkEnd w:id="2"/>
    <w:p w14:paraId="641D780A" w14:textId="77777777" w:rsidR="00C3153C" w:rsidRPr="007C538D" w:rsidRDefault="00C3153C" w:rsidP="00C3153C">
      <w:pPr>
        <w:pStyle w:val="para"/>
        <w:ind w:left="1134" w:firstLine="0"/>
        <w:rPr>
          <w:i/>
        </w:rPr>
      </w:pPr>
      <w:r w:rsidRPr="00C24401">
        <w:rPr>
          <w:i/>
        </w:rPr>
        <w:t>Insert a new paragraph 2.37.</w:t>
      </w:r>
      <w:r w:rsidRPr="007C538D">
        <w:t>, to read:</w:t>
      </w:r>
    </w:p>
    <w:p w14:paraId="5992F511" w14:textId="598A7E9E" w:rsidR="00C3153C" w:rsidRPr="00C3153C" w:rsidRDefault="00C3153C" w:rsidP="00C3153C">
      <w:pPr>
        <w:spacing w:after="120"/>
        <w:ind w:left="2268" w:right="1134" w:hanging="1134"/>
        <w:jc w:val="both"/>
        <w:rPr>
          <w:color w:val="000000" w:themeColor="text1"/>
        </w:rPr>
      </w:pPr>
      <w:r w:rsidRPr="00C3153C">
        <w:t>"2.37.</w:t>
      </w:r>
      <w:r w:rsidRPr="00C3153C">
        <w:tab/>
      </w:r>
      <w:r w:rsidRPr="00C3153C">
        <w:tab/>
      </w:r>
      <w:r w:rsidRPr="00C3153C">
        <w:rPr>
          <w:i/>
        </w:rPr>
        <w:t>"External status indicator"</w:t>
      </w:r>
      <w:r w:rsidRPr="00C3153C">
        <w:t xml:space="preserve"> means an optical signal mounted on the outside of the vehicle </w:t>
      </w:r>
      <w:r w:rsidRPr="00C3153C">
        <w:rPr>
          <w:color w:val="000000" w:themeColor="text1"/>
        </w:rPr>
        <w:t xml:space="preserve">to indicate the status or the change of the status for Vehicle Alarm System (VAS), Alarm System (AS) and immobiliser of </w:t>
      </w:r>
      <w:r w:rsidR="00595374">
        <w:rPr>
          <w:color w:val="000000" w:themeColor="text1"/>
        </w:rPr>
        <w:t xml:space="preserve">UN </w:t>
      </w:r>
      <w:r w:rsidRPr="00C3153C">
        <w:rPr>
          <w:color w:val="000000" w:themeColor="text1"/>
        </w:rPr>
        <w:t xml:space="preserve">Regulations No. 97 and No. 116, when the vehicle is parked. </w:t>
      </w:r>
      <w:r w:rsidR="001E78FB">
        <w:rPr>
          <w:color w:val="000000" w:themeColor="text1"/>
        </w:rPr>
        <w:t>"</w:t>
      </w:r>
    </w:p>
    <w:p w14:paraId="75D07A6B" w14:textId="77777777" w:rsidR="00C3153C" w:rsidRPr="00C3153C" w:rsidRDefault="00C3153C" w:rsidP="00C3153C">
      <w:pPr>
        <w:spacing w:after="120"/>
        <w:ind w:left="1134" w:right="1134"/>
        <w:jc w:val="both"/>
        <w:rPr>
          <w:i/>
        </w:rPr>
      </w:pPr>
      <w:r w:rsidRPr="00C3153C">
        <w:rPr>
          <w:i/>
        </w:rPr>
        <w:t xml:space="preserve">Paragraph 2.7., </w:t>
      </w:r>
      <w:r w:rsidRPr="00C3153C">
        <w:t>amend to read:</w:t>
      </w:r>
    </w:p>
    <w:p w14:paraId="59F554A1" w14:textId="77777777" w:rsidR="00C3153C" w:rsidRPr="00C3153C" w:rsidRDefault="00C3153C" w:rsidP="00C3153C">
      <w:pPr>
        <w:spacing w:after="120"/>
        <w:ind w:left="2268" w:right="1134" w:hanging="1134"/>
        <w:jc w:val="both"/>
      </w:pPr>
      <w:r w:rsidRPr="00C3153C">
        <w:t xml:space="preserve">"2.7. </w:t>
      </w:r>
      <w:r w:rsidRPr="00C3153C">
        <w:tab/>
      </w:r>
      <w:r w:rsidRPr="00C3153C">
        <w:tab/>
        <w:t>"</w:t>
      </w:r>
      <w:r w:rsidRPr="001E78FB">
        <w:rPr>
          <w:i/>
          <w:iCs/>
        </w:rPr>
        <w:t>Lamp</w:t>
      </w:r>
      <w:r w:rsidRPr="00C3153C">
        <w:t xml:space="preserve">" means a device designed to illuminate the road or to emit a light signal to other road users. Rear registration plate lamps and retro-reflectors are likewise to be regarded as lamps. For the purpose of this </w:t>
      </w:r>
      <w:r w:rsidR="000E2DC9">
        <w:t>UN Regulation</w:t>
      </w:r>
      <w:r w:rsidRPr="00C3153C">
        <w:t xml:space="preserve">, light-emitting rear registration plates, the service-door-lighting system according to the provisions of </w:t>
      </w:r>
      <w:r>
        <w:t xml:space="preserve">UN </w:t>
      </w:r>
      <w:r w:rsidRPr="00C3153C">
        <w:t>Regulation No. 107 on vehicles of categories M</w:t>
      </w:r>
      <w:r w:rsidRPr="00C3153C">
        <w:rPr>
          <w:vertAlign w:val="subscript"/>
        </w:rPr>
        <w:t>2</w:t>
      </w:r>
      <w:r w:rsidRPr="00C3153C">
        <w:t xml:space="preserve"> and M</w:t>
      </w:r>
      <w:r w:rsidRPr="00C3153C">
        <w:rPr>
          <w:vertAlign w:val="subscript"/>
        </w:rPr>
        <w:t>3</w:t>
      </w:r>
      <w:r w:rsidRPr="00C3153C">
        <w:t xml:space="preserve"> and </w:t>
      </w:r>
      <w:r w:rsidRPr="00C3153C">
        <w:rPr>
          <w:color w:val="000000" w:themeColor="text1"/>
        </w:rPr>
        <w:t xml:space="preserve">external status indicator as defined in this </w:t>
      </w:r>
      <w:r w:rsidR="000E2DC9">
        <w:rPr>
          <w:color w:val="000000" w:themeColor="text1"/>
        </w:rPr>
        <w:t>UN Regulation</w:t>
      </w:r>
      <w:r w:rsidRPr="00C3153C">
        <w:rPr>
          <w:color w:val="000000" w:themeColor="text1"/>
        </w:rPr>
        <w:t xml:space="preserve"> </w:t>
      </w:r>
      <w:r w:rsidRPr="00C3153C">
        <w:t>are not considered as lamps.</w:t>
      </w:r>
    </w:p>
    <w:p w14:paraId="33BC84C6" w14:textId="77777777" w:rsidR="00C3153C" w:rsidRPr="00C3153C" w:rsidRDefault="00C3153C" w:rsidP="00C3153C">
      <w:pPr>
        <w:spacing w:after="120"/>
        <w:ind w:left="1701" w:right="1134" w:firstLine="567"/>
        <w:jc w:val="both"/>
      </w:pPr>
      <w:r w:rsidRPr="00C3153C">
        <w:t>…"</w:t>
      </w:r>
    </w:p>
    <w:p w14:paraId="623E6310" w14:textId="77777777" w:rsidR="00595374" w:rsidRPr="00595374" w:rsidRDefault="00595374" w:rsidP="00595374">
      <w:pPr>
        <w:spacing w:after="120"/>
        <w:ind w:left="2268" w:right="1469" w:hanging="1134"/>
        <w:jc w:val="both"/>
        <w:rPr>
          <w:rFonts w:eastAsia="Calibri"/>
        </w:rPr>
      </w:pPr>
      <w:r w:rsidRPr="00595374">
        <w:rPr>
          <w:rFonts w:eastAsia="Calibri"/>
          <w:i/>
        </w:rPr>
        <w:t>Paragraph 5.7.2.1.</w:t>
      </w:r>
      <w:r w:rsidRPr="00595374">
        <w:rPr>
          <w:rFonts w:eastAsia="Calibri"/>
        </w:rPr>
        <w:t>, amend to read:</w:t>
      </w:r>
    </w:p>
    <w:p w14:paraId="0E6B536D" w14:textId="112E59C9" w:rsidR="00595374" w:rsidRPr="00595374" w:rsidRDefault="001E78FB" w:rsidP="00595374">
      <w:pPr>
        <w:spacing w:after="120"/>
        <w:ind w:left="2268" w:right="1467" w:hanging="1134"/>
        <w:jc w:val="both"/>
        <w:rPr>
          <w:iCs/>
        </w:rPr>
      </w:pPr>
      <w:r>
        <w:t>"</w:t>
      </w:r>
      <w:r w:rsidR="00595374" w:rsidRPr="00595374">
        <w:t>5.7.2.1.</w:t>
      </w:r>
      <w:r w:rsidR="00595374" w:rsidRPr="00595374">
        <w:tab/>
      </w:r>
      <w:r w:rsidR="00595374" w:rsidRPr="00595374">
        <w:rPr>
          <w:iCs/>
        </w:rPr>
        <w:t>Single lamps as defined in paragraph 2.16.1., subparagraph (a), the apparent surface of which is composed of two or more distinct parts, shall be installed in such a way that:</w:t>
      </w:r>
    </w:p>
    <w:p w14:paraId="466C44AE" w14:textId="3A371B5C" w:rsidR="00595374" w:rsidRPr="00595374" w:rsidRDefault="00595374" w:rsidP="00827267">
      <w:pPr>
        <w:spacing w:after="120"/>
        <w:ind w:left="2835" w:right="1467" w:hanging="567"/>
        <w:jc w:val="both"/>
        <w:rPr>
          <w:iCs/>
        </w:rPr>
      </w:pPr>
      <w:r w:rsidRPr="00595374">
        <w:rPr>
          <w:iCs/>
        </w:rPr>
        <w:t>(a)</w:t>
      </w:r>
      <w:r w:rsidRPr="00595374">
        <w:rPr>
          <w:iCs/>
        </w:rPr>
        <w:tab/>
      </w:r>
      <w:r w:rsidR="00827267">
        <w:rPr>
          <w:iCs/>
        </w:rPr>
        <w:t>E</w:t>
      </w:r>
      <w:r w:rsidR="00827267" w:rsidRPr="00595374">
        <w:rPr>
          <w:iCs/>
        </w:rPr>
        <w:t xml:space="preserve">ither </w:t>
      </w:r>
      <w:r w:rsidRPr="00595374">
        <w:rPr>
          <w:iCs/>
        </w:rPr>
        <w:t>the total area of the projection of the distinct parts of the apparent surface in the direction of the reference axis on a plane tangent to the exterior surface of the outer lens and perpendicular to the reference axis shall occupy not less than 60 per cent of the smallest quadrilateral circumscribing the projection</w:t>
      </w:r>
      <w:r w:rsidRPr="00595374">
        <w:t xml:space="preserve"> of the said apparent</w:t>
      </w:r>
      <w:r w:rsidRPr="00595374">
        <w:rPr>
          <w:iCs/>
        </w:rPr>
        <w:t xml:space="preserve"> surface in the direction of the reference axis; or</w:t>
      </w:r>
    </w:p>
    <w:p w14:paraId="42939702" w14:textId="6F2159C2" w:rsidR="00595374" w:rsidRPr="00595374" w:rsidRDefault="00595374" w:rsidP="00827267">
      <w:pPr>
        <w:spacing w:after="120"/>
        <w:ind w:left="2835" w:right="1467" w:hanging="567"/>
        <w:jc w:val="both"/>
        <w:rPr>
          <w:iCs/>
        </w:rPr>
      </w:pPr>
      <w:r w:rsidRPr="00595374">
        <w:rPr>
          <w:iCs/>
        </w:rPr>
        <w:t>(b)</w:t>
      </w:r>
      <w:r w:rsidRPr="00595374">
        <w:rPr>
          <w:iCs/>
        </w:rPr>
        <w:tab/>
      </w:r>
      <w:r w:rsidR="00827267">
        <w:rPr>
          <w:iCs/>
        </w:rPr>
        <w:t>T</w:t>
      </w:r>
      <w:r w:rsidR="00827267" w:rsidRPr="00595374">
        <w:rPr>
          <w:iCs/>
        </w:rPr>
        <w:t xml:space="preserve">he </w:t>
      </w:r>
      <w:r w:rsidRPr="00595374">
        <w:rPr>
          <w:iCs/>
        </w:rPr>
        <w:t>minimum distance between the facing edges</w:t>
      </w:r>
      <w:r w:rsidRPr="00595374">
        <w:rPr>
          <w:iCs/>
          <w:color w:val="000000"/>
        </w:rPr>
        <w:t xml:space="preserve"> </w:t>
      </w:r>
      <w:r w:rsidRPr="00595374">
        <w:rPr>
          <w:iCs/>
        </w:rPr>
        <w:t>of two adjacent/tangential distinct parts of the apparent surface in the direction of the reference axis shall not exceed 75 mm when measured perpendicularly to the reference axis.</w:t>
      </w:r>
    </w:p>
    <w:p w14:paraId="331512BA" w14:textId="6D7D504C" w:rsidR="00595374" w:rsidRPr="00595374" w:rsidRDefault="00595374" w:rsidP="00827267">
      <w:pPr>
        <w:spacing w:after="120"/>
        <w:ind w:left="2268" w:right="1467"/>
        <w:jc w:val="both"/>
        <w:rPr>
          <w:iCs/>
        </w:rPr>
      </w:pPr>
      <w:r w:rsidRPr="00595374">
        <w:rPr>
          <w:iCs/>
        </w:rPr>
        <w:tab/>
        <w:t>Th</w:t>
      </w:r>
      <w:r w:rsidRPr="00595374">
        <w:rPr>
          <w:bCs/>
          <w:iCs/>
        </w:rPr>
        <w:t xml:space="preserve">ese </w:t>
      </w:r>
      <w:r w:rsidRPr="00595374">
        <w:rPr>
          <w:iCs/>
        </w:rPr>
        <w:t>requirement</w:t>
      </w:r>
      <w:r w:rsidRPr="00595374">
        <w:rPr>
          <w:bCs/>
          <w:iCs/>
        </w:rPr>
        <w:t xml:space="preserve">s </w:t>
      </w:r>
      <w:r w:rsidRPr="00595374">
        <w:rPr>
          <w:iCs/>
        </w:rPr>
        <w:t>shall not apply to a single retro-reflector</w:t>
      </w:r>
      <w:r w:rsidR="001E78FB" w:rsidRPr="00595374">
        <w:rPr>
          <w:iCs/>
        </w:rPr>
        <w:t>.</w:t>
      </w:r>
      <w:r w:rsidR="001E78FB">
        <w:rPr>
          <w:iCs/>
        </w:rPr>
        <w:t>"</w:t>
      </w:r>
    </w:p>
    <w:p w14:paraId="4A7C2BBB" w14:textId="77777777" w:rsidR="00595374" w:rsidRPr="00595374" w:rsidRDefault="00595374" w:rsidP="00595374">
      <w:pPr>
        <w:spacing w:after="120"/>
        <w:ind w:left="2268" w:right="1467" w:hanging="1134"/>
        <w:jc w:val="both"/>
        <w:rPr>
          <w:rFonts w:eastAsia="Calibri"/>
        </w:rPr>
      </w:pPr>
      <w:r w:rsidRPr="00595374">
        <w:rPr>
          <w:rFonts w:eastAsia="Calibri"/>
          <w:i/>
        </w:rPr>
        <w:t>Paragraph 5.8.2.</w:t>
      </w:r>
      <w:r w:rsidRPr="00595374">
        <w:rPr>
          <w:rFonts w:eastAsia="Calibri"/>
        </w:rPr>
        <w:t>, amend to read:</w:t>
      </w:r>
    </w:p>
    <w:p w14:paraId="18A68DB0" w14:textId="0816E255" w:rsidR="00595374" w:rsidRPr="00595374" w:rsidRDefault="001E78FB" w:rsidP="00595374">
      <w:pPr>
        <w:pStyle w:val="para"/>
        <w:ind w:right="1467"/>
      </w:pPr>
      <w:r>
        <w:rPr>
          <w:iCs/>
        </w:rPr>
        <w:t>"</w:t>
      </w:r>
      <w:r w:rsidR="00595374" w:rsidRPr="00595374">
        <w:rPr>
          <w:iCs/>
        </w:rPr>
        <w:t>5.8.2.</w:t>
      </w:r>
      <w:r w:rsidR="00595374" w:rsidRPr="00595374">
        <w:rPr>
          <w:iCs/>
        </w:rPr>
        <w:tab/>
      </w:r>
      <w:r w:rsidR="00595374" w:rsidRPr="00595374">
        <w:t xml:space="preserve">In the case of dipped-beam headlamp, the minimum height in relation to the ground is measured from the lowest point of the </w:t>
      </w:r>
      <w:r w:rsidR="00595374" w:rsidRPr="00595374">
        <w:rPr>
          <w:bCs/>
          <w:iCs/>
        </w:rPr>
        <w:t xml:space="preserve">apparent surface in the direction of the reference axis </w:t>
      </w:r>
      <w:r w:rsidR="00595374" w:rsidRPr="00595374">
        <w:t>independent of its utilization.</w:t>
      </w:r>
      <w:r>
        <w:t>"</w:t>
      </w:r>
    </w:p>
    <w:p w14:paraId="489649DE" w14:textId="77777777" w:rsidR="00595374" w:rsidRPr="00595374" w:rsidRDefault="00595374" w:rsidP="00595374">
      <w:pPr>
        <w:spacing w:after="120"/>
        <w:ind w:left="2268" w:right="1467" w:hanging="1134"/>
        <w:jc w:val="both"/>
        <w:rPr>
          <w:rFonts w:eastAsia="Calibri"/>
        </w:rPr>
      </w:pPr>
      <w:r w:rsidRPr="00595374">
        <w:rPr>
          <w:rFonts w:eastAsia="Calibri"/>
          <w:i/>
        </w:rPr>
        <w:t>Paragraphs 5.10.1 and 5.10.2.</w:t>
      </w:r>
      <w:r w:rsidRPr="00595374">
        <w:rPr>
          <w:rFonts w:eastAsia="Calibri"/>
        </w:rPr>
        <w:t>, amend to read:</w:t>
      </w:r>
    </w:p>
    <w:p w14:paraId="489C9494" w14:textId="5AEE4EEE" w:rsidR="00595374" w:rsidRPr="00595374" w:rsidRDefault="00EE29C0" w:rsidP="00595374">
      <w:pPr>
        <w:spacing w:after="120"/>
        <w:ind w:left="2268" w:right="1467" w:hanging="1134"/>
        <w:jc w:val="both"/>
      </w:pPr>
      <w:r>
        <w:t>"</w:t>
      </w:r>
      <w:r w:rsidR="00595374" w:rsidRPr="00595374">
        <w:t>5.10.1.</w:t>
      </w:r>
      <w:r w:rsidR="00595374" w:rsidRPr="00595374">
        <w:tab/>
        <w:t xml:space="preserve">For the visibility of red light towards the front of a vehicle, with the exception of a red rearmost side-marker lamp, there shall be no direct visibility of the apparent surface of a red lamp if viewed by an observer moving within Zone 1 in a transverse plane situated </w:t>
      </w:r>
      <w:r w:rsidR="00595374" w:rsidRPr="00595374">
        <w:rPr>
          <w:bCs/>
        </w:rPr>
        <w:t>25 </w:t>
      </w:r>
      <w:r w:rsidR="00595374" w:rsidRPr="00595374">
        <w:t>m in front of the vehicle (</w:t>
      </w:r>
      <w:r w:rsidR="00595374" w:rsidRPr="00595374">
        <w:rPr>
          <w:bCs/>
        </w:rPr>
        <w:t>see </w:t>
      </w:r>
      <w:r w:rsidR="00595374" w:rsidRPr="00595374">
        <w:t>Annex 4</w:t>
      </w:r>
      <w:r w:rsidR="00595374" w:rsidRPr="00595374">
        <w:rPr>
          <w:bCs/>
        </w:rPr>
        <w:t>)</w:t>
      </w:r>
      <w:r w:rsidR="00595374" w:rsidRPr="00595374">
        <w:t xml:space="preserve">; </w:t>
      </w:r>
    </w:p>
    <w:p w14:paraId="39FCBDD2" w14:textId="77777777" w:rsidR="00595374" w:rsidRPr="00595374" w:rsidRDefault="00595374" w:rsidP="00595374">
      <w:pPr>
        <w:spacing w:after="120"/>
        <w:ind w:left="2268" w:right="1467" w:hanging="1134"/>
        <w:jc w:val="both"/>
      </w:pPr>
      <w:r w:rsidRPr="00595374">
        <w:t>5.10.2.</w:t>
      </w:r>
      <w:r w:rsidRPr="00595374">
        <w:tab/>
        <w:t xml:space="preserve">For the visibility of white light towards the rear of a vehicle, with the exception of reversing lamps </w:t>
      </w:r>
      <w:r w:rsidRPr="00595374">
        <w:rPr>
          <w:bCs/>
        </w:rPr>
        <w:t xml:space="preserve">and white side conspicuity markings, </w:t>
      </w:r>
      <w:r w:rsidRPr="00595374">
        <w:t xml:space="preserve">there </w:t>
      </w:r>
      <w:r w:rsidRPr="00595374">
        <w:lastRenderedPageBreak/>
        <w:t xml:space="preserve">shall be no direct visibility of the apparent surface of a white lamp if viewed by an observer moving within Zone 2 in a transverse plane situated </w:t>
      </w:r>
      <w:r w:rsidRPr="00595374">
        <w:rPr>
          <w:bCs/>
        </w:rPr>
        <w:t>25 </w:t>
      </w:r>
      <w:r w:rsidRPr="00595374">
        <w:t>m behind the vehicle (</w:t>
      </w:r>
      <w:r w:rsidRPr="00595374">
        <w:rPr>
          <w:bCs/>
        </w:rPr>
        <w:t>see </w:t>
      </w:r>
      <w:r w:rsidRPr="00595374">
        <w:t>Annex 4</w:t>
      </w:r>
      <w:r w:rsidRPr="00595374">
        <w:rPr>
          <w:bCs/>
        </w:rPr>
        <w:t>)</w:t>
      </w:r>
      <w:r w:rsidRPr="00595374">
        <w:t>;</w:t>
      </w:r>
      <w:r w:rsidR="0068478B">
        <w:t>"</w:t>
      </w:r>
    </w:p>
    <w:p w14:paraId="300AE2C7" w14:textId="77777777" w:rsidR="00595374" w:rsidRPr="00C3153C" w:rsidRDefault="00595374" w:rsidP="00595374">
      <w:pPr>
        <w:pStyle w:val="para"/>
        <w:tabs>
          <w:tab w:val="left" w:pos="2160"/>
        </w:tabs>
        <w:ind w:left="1134" w:firstLine="0"/>
      </w:pPr>
      <w:r w:rsidRPr="00C3153C">
        <w:rPr>
          <w:i/>
        </w:rPr>
        <w:t>Insert a new paragraph 5.32.</w:t>
      </w:r>
      <w:r w:rsidRPr="00C3153C">
        <w:t>,</w:t>
      </w:r>
      <w:r w:rsidRPr="00C3153C">
        <w:rPr>
          <w:i/>
        </w:rPr>
        <w:t xml:space="preserve"> </w:t>
      </w:r>
      <w:r w:rsidRPr="00C3153C">
        <w:t>to read:</w:t>
      </w:r>
    </w:p>
    <w:p w14:paraId="2CAABCB1" w14:textId="77777777" w:rsidR="00595374" w:rsidRPr="00C3153C" w:rsidRDefault="00595374" w:rsidP="00595374">
      <w:pPr>
        <w:pStyle w:val="para"/>
        <w:ind w:left="1134" w:firstLine="0"/>
      </w:pPr>
      <w:r w:rsidRPr="00C3153C">
        <w:t>"5.32.</w:t>
      </w:r>
      <w:r w:rsidRPr="00C3153C">
        <w:tab/>
      </w:r>
      <w:r w:rsidRPr="00C3153C">
        <w:tab/>
        <w:t>External status indicator</w:t>
      </w:r>
    </w:p>
    <w:p w14:paraId="2D15A852" w14:textId="77777777" w:rsidR="00595374" w:rsidRPr="00C3153C" w:rsidRDefault="00595374" w:rsidP="00595374">
      <w:pPr>
        <w:pStyle w:val="para"/>
        <w:ind w:firstLine="0"/>
      </w:pPr>
      <w:r w:rsidRPr="00C3153C">
        <w:t>One external status indicator for Vehicle Alarm System (VAS), Alarm System (AS) and immobiliser is allowed if:</w:t>
      </w:r>
    </w:p>
    <w:p w14:paraId="32E71959" w14:textId="77777777" w:rsidR="00595374" w:rsidRPr="00C3153C" w:rsidRDefault="00595374" w:rsidP="00595374">
      <w:pPr>
        <w:pStyle w:val="para"/>
        <w:ind w:firstLine="0"/>
      </w:pPr>
      <w:r w:rsidRPr="00C3153C">
        <w:t>(a)</w:t>
      </w:r>
      <w:r w:rsidRPr="00C3153C">
        <w:tab/>
        <w:t xml:space="preserve">The light intensity in any direction does not exceed 0.5 cd; </w:t>
      </w:r>
    </w:p>
    <w:p w14:paraId="66C430B7" w14:textId="77777777" w:rsidR="00595374" w:rsidRPr="00C3153C" w:rsidRDefault="00595374" w:rsidP="00595374">
      <w:pPr>
        <w:pStyle w:val="para"/>
        <w:ind w:firstLine="0"/>
      </w:pPr>
      <w:r w:rsidRPr="00C3153C">
        <w:t>(b)</w:t>
      </w:r>
      <w:r w:rsidRPr="00C3153C">
        <w:tab/>
        <w:t>The colour of the light emitted is white, red or amber;</w:t>
      </w:r>
    </w:p>
    <w:p w14:paraId="0F8DBDF7" w14:textId="77777777" w:rsidR="00595374" w:rsidRPr="00C3153C" w:rsidRDefault="00595374" w:rsidP="00595374">
      <w:pPr>
        <w:pStyle w:val="para"/>
        <w:ind w:firstLine="0"/>
      </w:pPr>
      <w:r w:rsidRPr="00C3153C">
        <w:t>(c)</w:t>
      </w:r>
      <w:r w:rsidRPr="00C3153C">
        <w:tab/>
        <w:t xml:space="preserve">The area of the apparent surface is not larger than </w:t>
      </w:r>
      <w:r w:rsidRPr="00C3153C">
        <w:rPr>
          <w:color w:val="000000" w:themeColor="text1"/>
        </w:rPr>
        <w:t xml:space="preserve">20 </w:t>
      </w:r>
      <w:r w:rsidRPr="00C3153C">
        <w:t>cm</w:t>
      </w:r>
      <w:r w:rsidRPr="00C3153C">
        <w:rPr>
          <w:vertAlign w:val="superscript"/>
        </w:rPr>
        <w:t>2</w:t>
      </w:r>
      <w:r w:rsidRPr="00C3153C">
        <w:t>.</w:t>
      </w:r>
    </w:p>
    <w:p w14:paraId="4BBD6C45" w14:textId="77777777" w:rsidR="00595374" w:rsidRPr="00C3153C" w:rsidRDefault="00595374" w:rsidP="00595374">
      <w:pPr>
        <w:pStyle w:val="para"/>
        <w:ind w:firstLine="0"/>
      </w:pPr>
      <w:r w:rsidRPr="00C3153C">
        <w:t xml:space="preserve">Up to two external status indicators for Vehicle Alarm System (VAS), Alarm System (AS) and immobiliser are allowed on a vehicle provided that the apparent surface does not exceed </w:t>
      </w:r>
      <w:r w:rsidRPr="00C3153C">
        <w:rPr>
          <w:color w:val="000000" w:themeColor="text1"/>
        </w:rPr>
        <w:t>10 c</w:t>
      </w:r>
      <w:r w:rsidRPr="00C3153C">
        <w:t>m</w:t>
      </w:r>
      <w:r w:rsidRPr="00C3153C">
        <w:rPr>
          <w:vertAlign w:val="superscript"/>
        </w:rPr>
        <w:t>2</w:t>
      </w:r>
      <w:r w:rsidRPr="00C3153C">
        <w:t xml:space="preserve"> per indicator."</w:t>
      </w:r>
    </w:p>
    <w:p w14:paraId="3CEF6E1B" w14:textId="77777777" w:rsidR="00595374" w:rsidRPr="00124944" w:rsidRDefault="00595374" w:rsidP="00595374">
      <w:pPr>
        <w:spacing w:after="120"/>
        <w:ind w:left="2268" w:right="1467" w:hanging="1134"/>
        <w:jc w:val="both"/>
        <w:rPr>
          <w:rFonts w:eastAsia="Calibri"/>
        </w:rPr>
      </w:pPr>
      <w:r w:rsidRPr="00124944">
        <w:rPr>
          <w:rFonts w:eastAsia="Calibri"/>
          <w:i/>
        </w:rPr>
        <w:t>Paragraph 6.2.9.</w:t>
      </w:r>
      <w:r w:rsidRPr="00124944">
        <w:rPr>
          <w:rFonts w:eastAsia="Calibri"/>
        </w:rPr>
        <w:t>, amend to read:</w:t>
      </w:r>
    </w:p>
    <w:p w14:paraId="485FCFE2" w14:textId="7B7E784E" w:rsidR="00595374" w:rsidRPr="00595374" w:rsidRDefault="001E78FB" w:rsidP="00595374">
      <w:pPr>
        <w:spacing w:after="120"/>
        <w:ind w:left="2268" w:right="1467" w:hanging="1134"/>
        <w:jc w:val="both"/>
        <w:rPr>
          <w:rFonts w:eastAsia="Calibri"/>
        </w:rPr>
      </w:pPr>
      <w:r>
        <w:rPr>
          <w:rFonts w:eastAsia="Calibri"/>
        </w:rPr>
        <w:t>"</w:t>
      </w:r>
      <w:r w:rsidR="00595374" w:rsidRPr="00595374">
        <w:rPr>
          <w:rFonts w:eastAsia="Calibri"/>
        </w:rPr>
        <w:t>6.2.9.</w:t>
      </w:r>
      <w:r w:rsidR="00595374" w:rsidRPr="00595374">
        <w:rPr>
          <w:rFonts w:eastAsia="Calibri"/>
        </w:rPr>
        <w:tab/>
        <w:t xml:space="preserve">Other requirements </w:t>
      </w:r>
    </w:p>
    <w:p w14:paraId="1EB6F548" w14:textId="77777777" w:rsidR="00595374" w:rsidRPr="00595374" w:rsidRDefault="00595374" w:rsidP="00595374">
      <w:pPr>
        <w:spacing w:after="120"/>
        <w:ind w:left="2268" w:right="1467" w:hanging="1134"/>
        <w:jc w:val="both"/>
        <w:rPr>
          <w:rFonts w:eastAsia="Calibri"/>
        </w:rPr>
      </w:pPr>
      <w:r w:rsidRPr="00595374">
        <w:rPr>
          <w:rFonts w:eastAsia="Calibri"/>
        </w:rPr>
        <w:t>6.2.9.1.</w:t>
      </w:r>
      <w:r w:rsidRPr="00595374">
        <w:rPr>
          <w:rFonts w:eastAsia="Calibri"/>
        </w:rPr>
        <w:tab/>
        <w:t>The requirements of paragraph 5.5.2. shall not apply to dipped-beam headlamps.</w:t>
      </w:r>
    </w:p>
    <w:p w14:paraId="6BEC9F60" w14:textId="77777777" w:rsidR="00595374" w:rsidRPr="00595374" w:rsidRDefault="00595374" w:rsidP="00595374">
      <w:pPr>
        <w:spacing w:after="120"/>
        <w:ind w:left="2268" w:right="1467" w:hanging="1134"/>
        <w:jc w:val="both"/>
        <w:rPr>
          <w:rFonts w:eastAsia="Calibri"/>
        </w:rPr>
      </w:pPr>
      <w:r w:rsidRPr="00595374">
        <w:rPr>
          <w:rFonts w:eastAsia="Calibri"/>
        </w:rPr>
        <w:t>6.2.9.2.</w:t>
      </w:r>
      <w:r w:rsidRPr="00595374">
        <w:rPr>
          <w:rFonts w:eastAsia="Calibri"/>
        </w:rPr>
        <w:tab/>
        <w:t xml:space="preserve">Dipped-beam headlamps with a light source or LED module(s) producing the principal dipped-beam having a total objective luminous flux for each headlamp which exceeds 2,000 lumen shall only be installed in conjunction with the installation of headlamp cleaning device(s) according to </w:t>
      </w:r>
      <w:r>
        <w:rPr>
          <w:rFonts w:eastAsia="Calibri"/>
        </w:rPr>
        <w:t xml:space="preserve">UN </w:t>
      </w:r>
      <w:r w:rsidRPr="00595374">
        <w:rPr>
          <w:rFonts w:eastAsia="Calibri"/>
        </w:rPr>
        <w:t>Regulation No. 45.</w:t>
      </w:r>
    </w:p>
    <w:p w14:paraId="6FAB0601" w14:textId="77777777" w:rsidR="00595374" w:rsidRPr="00595374" w:rsidRDefault="00595374" w:rsidP="00595374">
      <w:pPr>
        <w:spacing w:after="120"/>
        <w:ind w:left="2268" w:right="1467" w:hanging="1134"/>
        <w:jc w:val="both"/>
        <w:rPr>
          <w:rFonts w:eastAsia="Calibri"/>
        </w:rPr>
      </w:pPr>
      <w:r w:rsidRPr="00595374">
        <w:rPr>
          <w:rFonts w:eastAsia="Calibri"/>
        </w:rPr>
        <w:t>6.2.9.3.</w:t>
      </w:r>
      <w:r w:rsidRPr="00595374">
        <w:rPr>
          <w:rFonts w:eastAsia="Calibri"/>
        </w:rPr>
        <w:tab/>
        <w:t>With respect to vertical inclination the provisions of paragraph 6.2.6.2.2. above shall not be applied for dipped-beam headlamps with a light source or LED module(s) producing the principal dipped-beam and having an objective luminous flux for each headlamp which exceeds 2,000 lumens.</w:t>
      </w:r>
    </w:p>
    <w:p w14:paraId="0F12565E" w14:textId="77777777" w:rsidR="00595374" w:rsidRPr="00595374" w:rsidRDefault="00595374" w:rsidP="00595374">
      <w:pPr>
        <w:spacing w:after="120"/>
        <w:ind w:left="2268" w:right="1467" w:hanging="1134"/>
        <w:jc w:val="both"/>
        <w:rPr>
          <w:rFonts w:eastAsia="Calibri"/>
        </w:rPr>
      </w:pPr>
      <w:r w:rsidRPr="00595374">
        <w:rPr>
          <w:rFonts w:eastAsia="Calibri"/>
        </w:rPr>
        <w:tab/>
        <w:t>In the case of filament lamps for which more than one test voltage is specified, the objective luminous flux which produces the principal dipped-beam, as indicated in the communication form for the type approval of the device, is applied.</w:t>
      </w:r>
    </w:p>
    <w:p w14:paraId="4D880D51" w14:textId="77777777" w:rsidR="00595374" w:rsidRPr="00595374" w:rsidRDefault="00595374" w:rsidP="00595374">
      <w:pPr>
        <w:spacing w:after="120"/>
        <w:ind w:left="2268" w:right="1467" w:hanging="1134"/>
        <w:jc w:val="both"/>
        <w:rPr>
          <w:rFonts w:eastAsia="Calibri"/>
        </w:rPr>
      </w:pPr>
      <w:r w:rsidRPr="00595374">
        <w:rPr>
          <w:rFonts w:eastAsia="Calibri"/>
        </w:rPr>
        <w:tab/>
        <w:t xml:space="preserve">In the case of dipped-beam headlamps equipped with an approved light source, the applicable objective luminous flux is the value at the relevant test voltage as given in the relevant data sheet in the </w:t>
      </w:r>
      <w:r w:rsidR="000E2DC9">
        <w:rPr>
          <w:rFonts w:eastAsia="Calibri"/>
        </w:rPr>
        <w:t>UN Regulation</w:t>
      </w:r>
      <w:r w:rsidRPr="00595374">
        <w:rPr>
          <w:rFonts w:eastAsia="Calibri"/>
        </w:rPr>
        <w:t>, according to which the applied light source was approved, without taking into account the tolerances to the objective luminous flux specified on this datasheet.</w:t>
      </w:r>
    </w:p>
    <w:p w14:paraId="7773CCF7" w14:textId="77777777" w:rsidR="00595374" w:rsidRPr="00595374" w:rsidRDefault="00595374" w:rsidP="00595374">
      <w:pPr>
        <w:spacing w:after="120"/>
        <w:ind w:left="2268" w:right="1467" w:hanging="1134"/>
        <w:jc w:val="both"/>
        <w:rPr>
          <w:rFonts w:eastAsia="Calibri"/>
        </w:rPr>
      </w:pPr>
      <w:r w:rsidRPr="00595374">
        <w:rPr>
          <w:rFonts w:eastAsia="Calibri"/>
        </w:rPr>
        <w:t>6.2.9.4.</w:t>
      </w:r>
      <w:r w:rsidRPr="00595374">
        <w:rPr>
          <w:rFonts w:eastAsia="Calibri"/>
        </w:rPr>
        <w:tab/>
        <w:t>Only dipped-beam headlamps according to UN Regulation Nos. 98 or 112 may be used to produce bend lighting.</w:t>
      </w:r>
    </w:p>
    <w:p w14:paraId="308B1931" w14:textId="3DDA3C8D" w:rsidR="00595374" w:rsidRPr="00124944" w:rsidRDefault="00595374" w:rsidP="00595374">
      <w:pPr>
        <w:spacing w:after="120"/>
        <w:ind w:left="2268" w:right="1467" w:hanging="1134"/>
        <w:jc w:val="both"/>
        <w:rPr>
          <w:rFonts w:eastAsia="Calibri"/>
        </w:rPr>
      </w:pPr>
      <w:r w:rsidRPr="00124944">
        <w:rPr>
          <w:rFonts w:eastAsia="Calibri"/>
        </w:rPr>
        <w:tab/>
        <w:t>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w:t>
      </w:r>
      <w:r w:rsidR="001E78FB" w:rsidRPr="00124944">
        <w:rPr>
          <w:rFonts w:eastAsia="Calibri"/>
        </w:rPr>
        <w:t>).</w:t>
      </w:r>
      <w:r w:rsidR="001E78FB">
        <w:rPr>
          <w:rFonts w:eastAsia="Calibri"/>
        </w:rPr>
        <w:t>"</w:t>
      </w:r>
    </w:p>
    <w:p w14:paraId="63523135" w14:textId="77777777" w:rsidR="00595374" w:rsidRPr="00124944" w:rsidRDefault="00595374" w:rsidP="00EE29C0">
      <w:pPr>
        <w:keepNext/>
        <w:keepLines/>
        <w:spacing w:after="120"/>
        <w:ind w:left="2268" w:right="1469" w:hanging="1134"/>
        <w:jc w:val="both"/>
        <w:rPr>
          <w:rFonts w:eastAsia="Calibri"/>
        </w:rPr>
      </w:pPr>
      <w:r w:rsidRPr="00124944">
        <w:rPr>
          <w:rFonts w:eastAsia="Calibri"/>
          <w:i/>
        </w:rPr>
        <w:lastRenderedPageBreak/>
        <w:t>Paragraph 6.3.6.1.2.1.</w:t>
      </w:r>
      <w:r w:rsidRPr="00124944">
        <w:rPr>
          <w:rFonts w:eastAsia="Calibri"/>
        </w:rPr>
        <w:t>, amend to read:</w:t>
      </w:r>
    </w:p>
    <w:p w14:paraId="6336B83C" w14:textId="72BC1496" w:rsidR="00595374" w:rsidRPr="00595374" w:rsidRDefault="001E78FB" w:rsidP="00EE29C0">
      <w:pPr>
        <w:keepNext/>
        <w:keepLines/>
        <w:spacing w:after="120"/>
        <w:ind w:left="2268" w:right="1469" w:hanging="1134"/>
        <w:jc w:val="both"/>
        <w:rPr>
          <w:rFonts w:eastAsia="Calibri"/>
        </w:rPr>
      </w:pPr>
      <w:r>
        <w:rPr>
          <w:rFonts w:eastAsia="Calibri"/>
        </w:rPr>
        <w:t>"</w:t>
      </w:r>
      <w:r w:rsidR="00595374" w:rsidRPr="00595374">
        <w:rPr>
          <w:rFonts w:eastAsia="Calibri"/>
        </w:rPr>
        <w:t>6.3.6.1.2.1.</w:t>
      </w:r>
      <w:r w:rsidR="00595374" w:rsidRPr="00595374">
        <w:rPr>
          <w:rFonts w:eastAsia="Calibri"/>
        </w:rPr>
        <w:tab/>
        <w:t>When the total objective luminous flux of the light source for each front fog lamp does not exceed 2,000 lumens</w:t>
      </w:r>
      <w:r w:rsidRPr="00595374">
        <w:rPr>
          <w:rFonts w:eastAsia="Calibri"/>
        </w:rPr>
        <w:t>:</w:t>
      </w:r>
      <w:r>
        <w:rPr>
          <w:rFonts w:eastAsia="Calibri"/>
        </w:rPr>
        <w:t>"</w:t>
      </w:r>
    </w:p>
    <w:p w14:paraId="4546CAE9" w14:textId="77777777" w:rsidR="00595374" w:rsidRPr="00595374" w:rsidRDefault="00595374" w:rsidP="00595374">
      <w:pPr>
        <w:spacing w:after="120"/>
        <w:ind w:left="2268" w:right="1467" w:hanging="1134"/>
        <w:jc w:val="both"/>
        <w:rPr>
          <w:rFonts w:eastAsia="Calibri"/>
        </w:rPr>
      </w:pPr>
      <w:r w:rsidRPr="00595374">
        <w:rPr>
          <w:rFonts w:eastAsia="Calibri"/>
          <w:i/>
        </w:rPr>
        <w:t>Paragraph 6.3.6.1.2.2.</w:t>
      </w:r>
      <w:r w:rsidRPr="00595374">
        <w:rPr>
          <w:rFonts w:eastAsia="Calibri"/>
        </w:rPr>
        <w:t>, amend to read:</w:t>
      </w:r>
    </w:p>
    <w:p w14:paraId="47E322D0" w14:textId="68C92EC0" w:rsidR="00595374" w:rsidRPr="00595374" w:rsidRDefault="001E78FB" w:rsidP="00595374">
      <w:pPr>
        <w:spacing w:after="120"/>
        <w:ind w:left="2268" w:right="1467" w:hanging="1134"/>
        <w:jc w:val="both"/>
      </w:pPr>
      <w:r>
        <w:rPr>
          <w:rFonts w:eastAsia="Calibri"/>
        </w:rPr>
        <w:t>"</w:t>
      </w:r>
      <w:r w:rsidR="00595374" w:rsidRPr="00595374">
        <w:rPr>
          <w:rFonts w:eastAsia="Calibri"/>
        </w:rPr>
        <w:t>6.3.6.1.2.2.</w:t>
      </w:r>
      <w:r w:rsidR="00595374" w:rsidRPr="00595374">
        <w:rPr>
          <w:rFonts w:eastAsia="Calibri"/>
        </w:rPr>
        <w:tab/>
        <w:t>When the total objective luminous flux of the light source for each front fog lamp exceeds 2,000 lumens</w:t>
      </w:r>
      <w:r w:rsidRPr="00595374">
        <w:rPr>
          <w:rFonts w:eastAsia="Calibri"/>
        </w:rPr>
        <w:t>:</w:t>
      </w:r>
      <w:r>
        <w:rPr>
          <w:rFonts w:eastAsia="Calibri"/>
        </w:rPr>
        <w:t>"</w:t>
      </w:r>
    </w:p>
    <w:p w14:paraId="6FBB5B0E" w14:textId="77777777" w:rsidR="00595374" w:rsidRPr="0054033E" w:rsidRDefault="00595374" w:rsidP="00595374">
      <w:pPr>
        <w:spacing w:after="120"/>
        <w:ind w:left="2268" w:right="1134" w:hanging="1134"/>
        <w:jc w:val="both"/>
        <w:rPr>
          <w:bCs/>
        </w:rPr>
      </w:pPr>
      <w:r>
        <w:rPr>
          <w:bCs/>
          <w:i/>
        </w:rPr>
        <w:t>P</w:t>
      </w:r>
      <w:r w:rsidRPr="00EA6840">
        <w:rPr>
          <w:bCs/>
          <w:i/>
        </w:rPr>
        <w:t xml:space="preserve">aragraph </w:t>
      </w:r>
      <w:r>
        <w:rPr>
          <w:bCs/>
          <w:i/>
        </w:rPr>
        <w:t>6.18.9</w:t>
      </w:r>
      <w:r w:rsidRPr="00EA6840">
        <w:rPr>
          <w:bCs/>
          <w:i/>
        </w:rPr>
        <w:t xml:space="preserve">., </w:t>
      </w:r>
      <w:r w:rsidRPr="0054033E">
        <w:rPr>
          <w:bCs/>
        </w:rPr>
        <w:t>amend to read:</w:t>
      </w:r>
    </w:p>
    <w:p w14:paraId="01A10B98" w14:textId="77777777" w:rsidR="00595374" w:rsidRPr="007A07AF" w:rsidRDefault="00595374" w:rsidP="00595374">
      <w:pPr>
        <w:autoSpaceDE w:val="0"/>
        <w:autoSpaceDN w:val="0"/>
        <w:adjustRightInd w:val="0"/>
        <w:spacing w:after="120"/>
        <w:ind w:left="2268" w:right="1134" w:hanging="1134"/>
        <w:jc w:val="both"/>
        <w:rPr>
          <w:lang w:val="en-US"/>
        </w:rPr>
      </w:pPr>
      <w:r>
        <w:rPr>
          <w:bCs/>
        </w:rPr>
        <w:t>"</w:t>
      </w:r>
      <w:r w:rsidRPr="007A07AF">
        <w:rPr>
          <w:lang w:val="en-US"/>
        </w:rPr>
        <w:t>6.18.9.</w:t>
      </w:r>
      <w:r w:rsidRPr="007A07AF">
        <w:rPr>
          <w:lang w:val="en-US"/>
        </w:rPr>
        <w:tab/>
        <w:t>Other requirements</w:t>
      </w:r>
    </w:p>
    <w:p w14:paraId="1A468217" w14:textId="77777777" w:rsidR="00595374" w:rsidRPr="0027265D" w:rsidRDefault="00595374" w:rsidP="00595374">
      <w:pPr>
        <w:autoSpaceDE w:val="0"/>
        <w:autoSpaceDN w:val="0"/>
        <w:adjustRightInd w:val="0"/>
        <w:spacing w:after="120"/>
        <w:ind w:left="2268" w:right="1134" w:hanging="1134"/>
        <w:jc w:val="both"/>
        <w:rPr>
          <w:lang w:val="en-US"/>
        </w:rPr>
      </w:pPr>
      <w:r w:rsidRPr="0027265D">
        <w:rPr>
          <w:lang w:val="en-US"/>
        </w:rPr>
        <w:tab/>
        <w:t>When the rearmost side-marker lamp is combined with the rear position lamp reciprocally incorporated with the rear fog lamp or stop lamp, the photometric characteristics of the side-marker lamp may be modified during the illumination of the rear fog lamp or stop lamp.</w:t>
      </w:r>
    </w:p>
    <w:p w14:paraId="1DF964DB" w14:textId="77777777" w:rsidR="00595374" w:rsidRPr="007A07AF" w:rsidRDefault="00595374" w:rsidP="00595374">
      <w:pPr>
        <w:autoSpaceDE w:val="0"/>
        <w:autoSpaceDN w:val="0"/>
        <w:adjustRightInd w:val="0"/>
        <w:spacing w:after="120"/>
        <w:ind w:left="2268" w:right="1134" w:hanging="1134"/>
        <w:jc w:val="both"/>
        <w:rPr>
          <w:lang w:val="en-US"/>
        </w:rPr>
      </w:pPr>
      <w:r w:rsidRPr="007A07AF">
        <w:rPr>
          <w:lang w:val="en-US"/>
        </w:rPr>
        <w:tab/>
        <w:t>Rear side-marker lamps shall be amber if they flash with the rear direction indicator lamp.</w:t>
      </w:r>
    </w:p>
    <w:p w14:paraId="039EE2E4" w14:textId="77777777" w:rsidR="00595374" w:rsidRPr="00C3153C" w:rsidRDefault="00595374" w:rsidP="00595374">
      <w:pPr>
        <w:autoSpaceDE w:val="0"/>
        <w:autoSpaceDN w:val="0"/>
        <w:adjustRightInd w:val="0"/>
        <w:spacing w:after="120"/>
        <w:ind w:left="2268" w:right="1134" w:hanging="1134"/>
        <w:jc w:val="both"/>
        <w:rPr>
          <w:i/>
        </w:rPr>
      </w:pPr>
      <w:r w:rsidRPr="0027265D">
        <w:rPr>
          <w:b/>
          <w:lang w:val="en-US"/>
        </w:rPr>
        <w:tab/>
      </w:r>
      <w:r w:rsidRPr="00C3153C">
        <w:rPr>
          <w:lang w:val="en-US"/>
        </w:rPr>
        <w:t>When an optional side-marker lamp is grouped or combined with a position lamp that is reciprocally incorporated or grouped with the direction indicator, the electrical connection of the side-marker lamp on the relevant side of the vehicle may be such that it is switched OFF during the entire period (both ON and OFF cycle) of activation of the direction indicator lamp."</w:t>
      </w:r>
    </w:p>
    <w:p w14:paraId="0172FEF0" w14:textId="77777777" w:rsidR="00595374" w:rsidRPr="00124944" w:rsidRDefault="00595374" w:rsidP="00595374">
      <w:pPr>
        <w:spacing w:after="120"/>
        <w:ind w:left="2268" w:right="1467" w:hanging="1134"/>
        <w:jc w:val="both"/>
        <w:rPr>
          <w:rFonts w:eastAsia="Calibri"/>
        </w:rPr>
      </w:pPr>
      <w:r w:rsidRPr="00124944">
        <w:rPr>
          <w:rFonts w:eastAsia="Calibri"/>
          <w:i/>
        </w:rPr>
        <w:t>Paragraph 6.26.9.2.</w:t>
      </w:r>
      <w:r w:rsidRPr="00124944">
        <w:rPr>
          <w:rFonts w:eastAsia="Calibri"/>
        </w:rPr>
        <w:t>, amend to read:</w:t>
      </w:r>
    </w:p>
    <w:p w14:paraId="33AAFE90" w14:textId="6296D7AB" w:rsidR="00595374" w:rsidRPr="00124944" w:rsidRDefault="001E78FB" w:rsidP="00595374">
      <w:pPr>
        <w:tabs>
          <w:tab w:val="left" w:pos="3445"/>
        </w:tabs>
        <w:spacing w:after="120"/>
        <w:ind w:left="2268" w:right="1467" w:hanging="1134"/>
        <w:jc w:val="both"/>
        <w:rPr>
          <w:rFonts w:eastAsia="Calibri"/>
        </w:rPr>
      </w:pPr>
      <w:r>
        <w:rPr>
          <w:rFonts w:eastAsia="Calibri"/>
        </w:rPr>
        <w:t>"</w:t>
      </w:r>
      <w:r w:rsidR="00595374" w:rsidRPr="00124944">
        <w:rPr>
          <w:rFonts w:eastAsia="Calibri"/>
        </w:rPr>
        <w:t xml:space="preserve">6.26.9.2. </w:t>
      </w:r>
      <w:r w:rsidR="00595374" w:rsidRPr="00124944">
        <w:rPr>
          <w:rFonts w:eastAsia="Calibri"/>
        </w:rPr>
        <w:tab/>
        <w:t xml:space="preserve">At the request of the applicant and with the consent of the Technical Service the requirement of 6.26.9.1 may be verified by a drawing or simulation or deemed be satisfied if the installation conditions comply with paragraph </w:t>
      </w:r>
      <w:r w:rsidR="00595374" w:rsidRPr="00595374">
        <w:rPr>
          <w:rFonts w:eastAsia="Calibri"/>
        </w:rPr>
        <w:t>6.2.2.</w:t>
      </w:r>
      <w:r w:rsidR="00595374" w:rsidRPr="00124944">
        <w:rPr>
          <w:rFonts w:eastAsia="Calibri"/>
        </w:rPr>
        <w:t xml:space="preserve"> of </w:t>
      </w:r>
      <w:r w:rsidR="00595374">
        <w:rPr>
          <w:rFonts w:eastAsia="Calibri"/>
        </w:rPr>
        <w:t xml:space="preserve">UN </w:t>
      </w:r>
      <w:r w:rsidR="00595374" w:rsidRPr="00124944">
        <w:rPr>
          <w:rFonts w:eastAsia="Calibri"/>
        </w:rPr>
        <w:t xml:space="preserve">Regulation No. 23, as noticed in the communication document in Annex 1, paragraph 9. </w:t>
      </w:r>
      <w:r>
        <w:rPr>
          <w:rFonts w:eastAsia="Calibri"/>
        </w:rPr>
        <w:t>"</w:t>
      </w:r>
    </w:p>
    <w:p w14:paraId="41F4B371"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1E78FB">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BFBB4" w14:textId="77777777" w:rsidR="008405E4" w:rsidRDefault="008405E4"/>
  </w:endnote>
  <w:endnote w:type="continuationSeparator" w:id="0">
    <w:p w14:paraId="274CD537" w14:textId="77777777" w:rsidR="008405E4" w:rsidRDefault="008405E4"/>
  </w:endnote>
  <w:endnote w:type="continuationNotice" w:id="1">
    <w:p w14:paraId="10589E8C"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69CA0" w14:textId="77777777" w:rsidR="00827267" w:rsidRPr="00827267" w:rsidRDefault="00827267" w:rsidP="00827267">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87E4D" w14:textId="77777777" w:rsidR="00827267" w:rsidRPr="00827267" w:rsidRDefault="00827267" w:rsidP="00827267">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5F6E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6849AE61"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1EE60BC0" w14:textId="77777777" w:rsidR="008405E4" w:rsidRDefault="008405E4"/>
  </w:footnote>
  <w:footnote w:id="2">
    <w:p w14:paraId="38671C9C"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46AE5" w14:textId="77777777" w:rsidR="00827267" w:rsidRDefault="00827267" w:rsidP="00827267">
    <w:pPr>
      <w:pStyle w:val="Header"/>
    </w:pPr>
    <w:r>
      <w:t>ECE/TRANS/WP.29/2018/84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64518" w14:textId="77777777" w:rsidR="00827267" w:rsidRDefault="00827267" w:rsidP="00827267">
    <w:pPr>
      <w:pStyle w:val="Header"/>
      <w:jc w:val="right"/>
    </w:pPr>
    <w:r>
      <w:t>ECE/TRANS/WP.29/2018/84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D205E" w14:textId="77777777" w:rsidR="00FE2BBC" w:rsidRPr="00827267" w:rsidRDefault="00FE2BBC" w:rsidP="0082726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02E5"/>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DC9"/>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E78FB"/>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6CDB"/>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3D37"/>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8478B"/>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267"/>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29C0"/>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D159A51"/>
  <w15:docId w15:val="{7711CB8E-1158-4954-865C-755C0CF8A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62429-372D-4210-8029-41D27934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4</Pages>
  <Words>1162</Words>
  <Characters>6625</Characters>
  <Application>Microsoft Office Word</Application>
  <DocSecurity>0</DocSecurity>
  <Lines>55</Lines>
  <Paragraphs>15</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7772</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2018-08-20T17:03:00Z</dcterms:created>
  <dcterms:modified xsi:type="dcterms:W3CDTF">2018-08-20T17:03:00Z</dcterms:modified>
</cp:coreProperties>
</file>