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063D58">
      <w:pPr>
        <w:spacing w:before="100" w:line="240" w:lineRule="auto"/>
        <w:rPr>
          <w:b/>
          <w:sz w:val="28"/>
          <w:szCs w:val="28"/>
        </w:rPr>
      </w:pPr>
      <w:r w:rsidRPr="003F130A">
        <w:rPr>
          <w:b/>
          <w:sz w:val="28"/>
          <w:szCs w:val="28"/>
        </w:rPr>
        <w:t>Economic Commission for Europe</w:t>
      </w:r>
    </w:p>
    <w:p w14:paraId="0989EB83" w14:textId="77777777" w:rsidR="00F3244F" w:rsidRPr="003F130A" w:rsidRDefault="00F3244F" w:rsidP="00063D58">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063D58">
      <w:pPr>
        <w:spacing w:before="100" w:line="240" w:lineRule="auto"/>
        <w:rPr>
          <w:b/>
          <w:sz w:val="24"/>
          <w:szCs w:val="24"/>
        </w:rPr>
      </w:pPr>
      <w:r w:rsidRPr="003F130A">
        <w:rPr>
          <w:b/>
          <w:sz w:val="24"/>
          <w:szCs w:val="24"/>
        </w:rPr>
        <w:t>World Forum for Harmonization of Vehicle Regulations</w:t>
      </w:r>
    </w:p>
    <w:p w14:paraId="61530185" w14:textId="77777777" w:rsidR="00A0746B" w:rsidRPr="006D33D9" w:rsidRDefault="00A0746B" w:rsidP="00A0746B">
      <w:pPr>
        <w:tabs>
          <w:tab w:val="center" w:pos="4819"/>
        </w:tabs>
        <w:spacing w:before="120"/>
        <w:rPr>
          <w:b/>
          <w:lang w:val="en-US"/>
        </w:rPr>
      </w:pPr>
      <w:r w:rsidRPr="006D33D9">
        <w:rPr>
          <w:b/>
          <w:lang w:val="en-US"/>
        </w:rPr>
        <w:t>1</w:t>
      </w:r>
      <w:r>
        <w:rPr>
          <w:b/>
          <w:lang w:val="en-US"/>
        </w:rPr>
        <w:t xml:space="preserve">75th </w:t>
      </w:r>
      <w:r w:rsidRPr="006D33D9">
        <w:rPr>
          <w:b/>
          <w:lang w:val="en-US"/>
        </w:rPr>
        <w:t>sess</w:t>
      </w:r>
      <w:r>
        <w:rPr>
          <w:b/>
          <w:lang w:val="en-US"/>
        </w:rPr>
        <w:t>i</w:t>
      </w:r>
      <w:r w:rsidRPr="006D33D9">
        <w:rPr>
          <w:b/>
          <w:lang w:val="en-US"/>
        </w:rPr>
        <w:t>on</w:t>
      </w:r>
    </w:p>
    <w:p w14:paraId="486E3E08" w14:textId="77777777" w:rsidR="00A0746B" w:rsidRPr="006D33D9" w:rsidRDefault="00A0746B" w:rsidP="00A0746B">
      <w:pPr>
        <w:rPr>
          <w:lang w:val="en-US"/>
        </w:rPr>
      </w:pPr>
      <w:r w:rsidRPr="006D33D9">
        <w:rPr>
          <w:lang w:val="en-US"/>
        </w:rPr>
        <w:t xml:space="preserve">Geneva, </w:t>
      </w:r>
      <w:r>
        <w:rPr>
          <w:lang w:val="en-US"/>
        </w:rPr>
        <w:t>19-22 June 2018</w:t>
      </w:r>
    </w:p>
    <w:p w14:paraId="484E9644" w14:textId="2C990E7B" w:rsidR="00A0746B" w:rsidRPr="00AF2205" w:rsidRDefault="00A0746B" w:rsidP="00A0746B">
      <w:r w:rsidRPr="00AF2205">
        <w:t xml:space="preserve">Item </w:t>
      </w:r>
      <w:r>
        <w:t>14.2.</w:t>
      </w:r>
      <w:r w:rsidRPr="00AF2205">
        <w:t xml:space="preserve"> of the provisional agenda</w:t>
      </w:r>
    </w:p>
    <w:p w14:paraId="144B38B4" w14:textId="7AAC4904" w:rsidR="00A0746B" w:rsidRPr="00AF2205" w:rsidRDefault="002A6C9A" w:rsidP="004D7F04">
      <w:pPr>
        <w:rPr>
          <w:b/>
        </w:rPr>
      </w:pPr>
      <w:r w:rsidRPr="002A6C9A">
        <w:rPr>
          <w:b/>
        </w:rPr>
        <w:t xml:space="preserve">Consideration and vote by AC.3 of draft UN GTRs </w:t>
      </w:r>
      <w:r>
        <w:rPr>
          <w:b/>
        </w:rPr>
        <w:br/>
      </w:r>
      <w:r w:rsidRPr="002A6C9A">
        <w:rPr>
          <w:b/>
        </w:rPr>
        <w:t>and/or draft amendments to established UN GTRs</w:t>
      </w:r>
      <w:r w:rsidR="004D7F04" w:rsidRPr="004D7F04">
        <w:rPr>
          <w:b/>
        </w:rPr>
        <w:t>, if any:</w:t>
      </w:r>
      <w:r w:rsidR="000E1385">
        <w:rPr>
          <w:b/>
        </w:rPr>
        <w:br/>
      </w:r>
      <w:r w:rsidR="000E1385" w:rsidRPr="000E1385">
        <w:rPr>
          <w:b/>
        </w:rPr>
        <w:t xml:space="preserve">Proposal for Amendment 4 to </w:t>
      </w:r>
      <w:r w:rsidR="000E1385" w:rsidRPr="000E1385">
        <w:rPr>
          <w:b/>
          <w:bCs/>
        </w:rPr>
        <w:t xml:space="preserve">UN GTR </w:t>
      </w:r>
      <w:r w:rsidR="000E1385" w:rsidRPr="000E1385">
        <w:rPr>
          <w:b/>
        </w:rPr>
        <w:t xml:space="preserve">No. 15 </w:t>
      </w:r>
      <w:r w:rsidR="000E1385">
        <w:rPr>
          <w:b/>
        </w:rPr>
        <w:br/>
      </w:r>
      <w:r w:rsidR="000E1385" w:rsidRPr="000E1385">
        <w:rPr>
          <w:b/>
        </w:rPr>
        <w:t xml:space="preserve">(Worldwide harmonized Light </w:t>
      </w:r>
      <w:proofErr w:type="gramStart"/>
      <w:r w:rsidR="000E1385" w:rsidRPr="000E1385">
        <w:rPr>
          <w:b/>
        </w:rPr>
        <w:t>vehicles</w:t>
      </w:r>
      <w:proofErr w:type="gramEnd"/>
      <w:r w:rsidR="000E1385" w:rsidRPr="000E1385">
        <w:rPr>
          <w:b/>
        </w:rPr>
        <w:t xml:space="preserve"> Test Procedures (WLTP))</w:t>
      </w:r>
    </w:p>
    <w:p w14:paraId="2D40382E" w14:textId="275794A0" w:rsidR="00F3244F" w:rsidRDefault="00F3244F" w:rsidP="00063D58">
      <w:pPr>
        <w:pStyle w:val="HChG"/>
      </w:pPr>
      <w:r w:rsidRPr="003F130A">
        <w:tab/>
      </w:r>
      <w:r w:rsidRPr="003F130A">
        <w:tab/>
      </w:r>
      <w:r w:rsidR="00217B9C">
        <w:t>T</w:t>
      </w:r>
      <w:r w:rsidR="002E61AE">
        <w:t xml:space="preserve">echnical report on the development of </w:t>
      </w:r>
      <w:r w:rsidR="002A6C9A" w:rsidRPr="00974D94">
        <w:t xml:space="preserve">Amendment 4 to </w:t>
      </w:r>
      <w:r w:rsidR="002A6C9A">
        <w:rPr>
          <w:bCs/>
        </w:rPr>
        <w:t xml:space="preserve">UN GTR </w:t>
      </w:r>
      <w:r w:rsidR="002A6C9A" w:rsidRPr="00974D94">
        <w:t xml:space="preserve">No. 15 (Worldwide harmonized Light </w:t>
      </w:r>
      <w:proofErr w:type="gramStart"/>
      <w:r w:rsidR="002A6C9A" w:rsidRPr="00974D94">
        <w:t>vehicles</w:t>
      </w:r>
      <w:proofErr w:type="gramEnd"/>
      <w:r w:rsidR="002A6C9A" w:rsidRPr="00974D94">
        <w:t xml:space="preserve"> Test Procedures (WLTP))</w:t>
      </w:r>
    </w:p>
    <w:p w14:paraId="6E78612C" w14:textId="794AEB40" w:rsidR="00063D58" w:rsidRPr="00063D58" w:rsidRDefault="00063D58" w:rsidP="00063D58">
      <w:pPr>
        <w:pStyle w:val="H56G"/>
        <w:rPr>
          <w:b/>
          <w:sz w:val="24"/>
          <w:szCs w:val="24"/>
          <w:lang w:val="en-US"/>
        </w:rPr>
      </w:pPr>
      <w:r>
        <w:rPr>
          <w:b/>
          <w:sz w:val="24"/>
          <w:szCs w:val="24"/>
          <w:lang w:val="en-US"/>
        </w:rPr>
        <w:tab/>
      </w:r>
      <w:r>
        <w:rPr>
          <w:b/>
          <w:sz w:val="24"/>
          <w:szCs w:val="24"/>
          <w:lang w:val="en-US"/>
        </w:rPr>
        <w:tab/>
      </w:r>
      <w:r w:rsidRPr="00F70621">
        <w:rPr>
          <w:b/>
          <w:sz w:val="24"/>
          <w:szCs w:val="24"/>
          <w:lang w:val="en-US"/>
        </w:rPr>
        <w:t xml:space="preserve">Submitted by the </w:t>
      </w:r>
      <w:r w:rsidRPr="00FD41D5">
        <w:rPr>
          <w:b/>
          <w:sz w:val="24"/>
          <w:szCs w:val="24"/>
          <w:lang w:val="en-US"/>
        </w:rPr>
        <w:t xml:space="preserve">expert from the </w:t>
      </w:r>
      <w:r>
        <w:rPr>
          <w:b/>
          <w:sz w:val="24"/>
          <w:szCs w:val="24"/>
          <w:lang w:val="en-US"/>
        </w:rPr>
        <w:t>European Commission</w:t>
      </w:r>
      <w:r w:rsidR="005A7A16" w:rsidRPr="005A7A16">
        <w:rPr>
          <w:rStyle w:val="FootnoteReference"/>
          <w:sz w:val="24"/>
          <w:szCs w:val="24"/>
          <w:lang w:val="en-US"/>
        </w:rPr>
        <w:footnoteReference w:customMarkFollows="1" w:id="2"/>
        <w:t>*</w:t>
      </w:r>
    </w:p>
    <w:p w14:paraId="1004985D" w14:textId="5B79DA6E" w:rsidR="00F3244F" w:rsidRPr="00A46BCF" w:rsidRDefault="002E61AE" w:rsidP="00F3244F">
      <w:pPr>
        <w:tabs>
          <w:tab w:val="left" w:pos="8505"/>
        </w:tabs>
        <w:spacing w:after="120"/>
        <w:ind w:left="1134" w:right="1134" w:firstLine="567"/>
        <w:jc w:val="both"/>
      </w:pPr>
      <w:r w:rsidRPr="003962F1">
        <w:t xml:space="preserve">The text reproduced below was prepared by the Informal Working Group (IWG) on Worldwide </w:t>
      </w:r>
      <w:proofErr w:type="gramStart"/>
      <w:r w:rsidRPr="003962F1">
        <w:t>harmonized</w:t>
      </w:r>
      <w:proofErr w:type="gramEnd"/>
      <w:r w:rsidRPr="003962F1">
        <w:t xml:space="preserve"> Light vehicles Test Procedure (WLTP)</w:t>
      </w:r>
      <w:r>
        <w:t>. This is the technical report submitted together with the proposal for Amendment 4 to global technical regulation No. 15 on WLTP (ECE/TRANS/WP.29/2018/71).</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063D58">
        <w:trPr>
          <w:cantSplit/>
          <w:trHeight w:hRule="exact" w:val="851"/>
        </w:trPr>
        <w:tc>
          <w:tcPr>
            <w:tcW w:w="1276" w:type="dxa"/>
            <w:tcBorders>
              <w:bottom w:val="single" w:sz="4" w:space="0" w:color="auto"/>
            </w:tcBorders>
            <w:vAlign w:val="bottom"/>
          </w:tcPr>
          <w:p w14:paraId="43C8F71A" w14:textId="77777777" w:rsidR="00F3244F" w:rsidRPr="00FD4196" w:rsidRDefault="00F3244F" w:rsidP="00063D58">
            <w:pPr>
              <w:spacing w:after="80"/>
            </w:pPr>
          </w:p>
        </w:tc>
        <w:tc>
          <w:tcPr>
            <w:tcW w:w="2268" w:type="dxa"/>
            <w:tcBorders>
              <w:bottom w:val="single" w:sz="4" w:space="0" w:color="auto"/>
            </w:tcBorders>
            <w:vAlign w:val="bottom"/>
          </w:tcPr>
          <w:p w14:paraId="0FBC8C45" w14:textId="77777777" w:rsidR="00F3244F" w:rsidRPr="00FD4196" w:rsidRDefault="00F3244F" w:rsidP="00063D58">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6210F6D7" w:rsidR="00F3244F" w:rsidRPr="00FD4196" w:rsidRDefault="00F3244F" w:rsidP="00063D58">
            <w:pPr>
              <w:jc w:val="right"/>
            </w:pPr>
            <w:r w:rsidRPr="00417FC7">
              <w:rPr>
                <w:sz w:val="40"/>
              </w:rPr>
              <w:t>ECE</w:t>
            </w:r>
            <w:r w:rsidRPr="00417FC7">
              <w:t>/</w:t>
            </w:r>
            <w:r w:rsidR="00E719D8">
              <w:t>TRANS/WP.29/2018/7</w:t>
            </w:r>
            <w:r w:rsidR="002A6C9A">
              <w:t>2</w:t>
            </w:r>
          </w:p>
        </w:tc>
      </w:tr>
      <w:tr w:rsidR="00F3244F" w:rsidRPr="00FD4196" w14:paraId="1CB4146C" w14:textId="77777777" w:rsidTr="00063D58">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063D58">
            <w:pPr>
              <w:spacing w:before="120"/>
            </w:pPr>
            <w:r>
              <w:rPr>
                <w:noProof/>
                <w:lang w:val="en-US"/>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063D58">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063D58">
            <w:pPr>
              <w:spacing w:before="240" w:line="240" w:lineRule="exact"/>
            </w:pPr>
            <w:r w:rsidRPr="00D25586">
              <w:t>Distr.: General</w:t>
            </w:r>
          </w:p>
          <w:p w14:paraId="6FF76E71" w14:textId="485E4C28" w:rsidR="00F3244F" w:rsidRPr="00D25586" w:rsidRDefault="00515350" w:rsidP="00063D58">
            <w:pPr>
              <w:spacing w:line="240" w:lineRule="exact"/>
            </w:pPr>
            <w:r>
              <w:t>5</w:t>
            </w:r>
            <w:r w:rsidR="000D6AA6">
              <w:t xml:space="preserve"> April</w:t>
            </w:r>
            <w:r w:rsidR="00F3244F" w:rsidRPr="003F130A">
              <w:t xml:space="preserve"> 201</w:t>
            </w:r>
            <w:r w:rsidR="00F3244F">
              <w:t>8</w:t>
            </w:r>
          </w:p>
          <w:p w14:paraId="0254D9F1" w14:textId="77777777" w:rsidR="00F3244F" w:rsidRPr="00D25586" w:rsidRDefault="00F3244F" w:rsidP="00063D58">
            <w:pPr>
              <w:spacing w:line="240" w:lineRule="exact"/>
            </w:pPr>
          </w:p>
          <w:p w14:paraId="0C39B3D1" w14:textId="1DFDF0DD" w:rsidR="00F3244F" w:rsidRPr="00DB2094" w:rsidRDefault="00515350" w:rsidP="00063D58">
            <w:pPr>
              <w:spacing w:line="240" w:lineRule="exact"/>
            </w:pPr>
            <w:r>
              <w:t xml:space="preserve">Original: </w:t>
            </w:r>
            <w:r w:rsidR="00F3244F" w:rsidRPr="00D25586">
              <w:t>English</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10A57BAD" w14:textId="7E9F76E4" w:rsidR="00820CE3" w:rsidRPr="003962F1" w:rsidRDefault="00A40525" w:rsidP="003A499B">
      <w:pPr>
        <w:suppressAutoHyphens w:val="0"/>
        <w:spacing w:before="120" w:after="240" w:line="240" w:lineRule="auto"/>
        <w:ind w:left="1134" w:right="1134"/>
        <w:rPr>
          <w:b/>
          <w:sz w:val="28"/>
          <w:szCs w:val="28"/>
        </w:rPr>
      </w:pPr>
      <w:r w:rsidRPr="00950469">
        <w:rPr>
          <w:highlight w:val="yellow"/>
        </w:rPr>
        <w:br w:type="page"/>
      </w:r>
      <w:r w:rsidR="003A499B" w:rsidRPr="003A499B">
        <w:rPr>
          <w:b/>
          <w:sz w:val="28"/>
          <w:szCs w:val="28"/>
        </w:rPr>
        <w:lastRenderedPageBreak/>
        <w:t xml:space="preserve">Technical report on the development of Amendment 4 to </w:t>
      </w:r>
      <w:r w:rsidR="003A499B" w:rsidRPr="003A499B">
        <w:rPr>
          <w:b/>
          <w:bCs/>
          <w:sz w:val="28"/>
          <w:szCs w:val="28"/>
        </w:rPr>
        <w:t xml:space="preserve">UN GTR </w:t>
      </w:r>
      <w:r w:rsidR="003A499B" w:rsidRPr="003A499B">
        <w:rPr>
          <w:b/>
          <w:sz w:val="28"/>
          <w:szCs w:val="28"/>
        </w:rPr>
        <w:t xml:space="preserve">No. 15 (Worldwide harmonized Light </w:t>
      </w:r>
      <w:proofErr w:type="gramStart"/>
      <w:r w:rsidR="003A499B" w:rsidRPr="003A499B">
        <w:rPr>
          <w:b/>
          <w:sz w:val="28"/>
          <w:szCs w:val="28"/>
        </w:rPr>
        <w:t>vehicles</w:t>
      </w:r>
      <w:proofErr w:type="gramEnd"/>
      <w:r w:rsidR="003A499B" w:rsidRPr="003A499B">
        <w:rPr>
          <w:b/>
          <w:sz w:val="28"/>
          <w:szCs w:val="28"/>
        </w:rPr>
        <w:t xml:space="preserve"> Test Procedures (WLTP))</w:t>
      </w:r>
    </w:p>
    <w:p w14:paraId="3786619B" w14:textId="77777777" w:rsidR="00820CE3" w:rsidRPr="00AF2029" w:rsidRDefault="00820CE3" w:rsidP="00820CE3">
      <w:pPr>
        <w:keepNext/>
        <w:keepLines/>
        <w:tabs>
          <w:tab w:val="right" w:pos="851"/>
        </w:tabs>
        <w:spacing w:before="360" w:after="240" w:line="300" w:lineRule="exact"/>
        <w:ind w:left="1134" w:right="1134" w:hanging="1134"/>
        <w:rPr>
          <w:b/>
          <w:sz w:val="28"/>
        </w:rPr>
      </w:pPr>
      <w:r w:rsidRPr="00AF2029">
        <w:rPr>
          <w:b/>
          <w:sz w:val="28"/>
        </w:rPr>
        <w:tab/>
        <w:t>I.</w:t>
      </w:r>
      <w:r w:rsidRPr="00AF2029">
        <w:rPr>
          <w:b/>
          <w:sz w:val="28"/>
        </w:rPr>
        <w:tab/>
        <w:t>Mandate</w:t>
      </w:r>
    </w:p>
    <w:p w14:paraId="395B5545" w14:textId="77777777" w:rsidR="00820CE3" w:rsidRPr="003962F1" w:rsidRDefault="00820CE3" w:rsidP="00820CE3">
      <w:pPr>
        <w:autoSpaceDE w:val="0"/>
        <w:autoSpaceDN w:val="0"/>
        <w:adjustRightInd w:val="0"/>
        <w:spacing w:after="120" w:line="240" w:lineRule="auto"/>
        <w:ind w:left="1134" w:right="1134"/>
        <w:jc w:val="both"/>
      </w:pPr>
      <w:r w:rsidRPr="003962F1">
        <w:t>1.</w:t>
      </w:r>
      <w:r w:rsidRPr="003962F1">
        <w:tab/>
        <w:t xml:space="preserve">Amendment 4 to </w:t>
      </w:r>
      <w:r>
        <w:t xml:space="preserve">UN </w:t>
      </w:r>
      <w:r w:rsidRPr="003962F1">
        <w:t xml:space="preserve">global technical regulation (GTR) No. 15 was developed by the Informal Working Group (IWG) on </w:t>
      </w:r>
      <w:r w:rsidRPr="003962F1">
        <w:rPr>
          <w:szCs w:val="28"/>
        </w:rPr>
        <w:t xml:space="preserve">Worldwide </w:t>
      </w:r>
      <w:proofErr w:type="gramStart"/>
      <w:r w:rsidRPr="003962F1">
        <w:rPr>
          <w:szCs w:val="28"/>
        </w:rPr>
        <w:t>harmonized</w:t>
      </w:r>
      <w:proofErr w:type="gramEnd"/>
      <w:r w:rsidRPr="003962F1">
        <w:rPr>
          <w:szCs w:val="28"/>
        </w:rPr>
        <w:t xml:space="preserve"> Light vehicles Test Procedures (WLTP)</w:t>
      </w:r>
      <w:r w:rsidRPr="003962F1">
        <w:t xml:space="preserve"> in the framework of Phase 2 of the development of GTR No. 15. The Executive Committee (AC.3) of the 1998 Agreement adopted the authorisation to develop Phase 2 of GTR No. 15 at its June 2016 session (ECE/TRANS/WP.29/AC.3/44).</w:t>
      </w:r>
    </w:p>
    <w:p w14:paraId="7FE3095C" w14:textId="77777777" w:rsidR="00820CE3" w:rsidRPr="003962F1" w:rsidRDefault="00820CE3" w:rsidP="00820CE3">
      <w:pPr>
        <w:keepNext/>
        <w:keepLines/>
        <w:tabs>
          <w:tab w:val="right" w:pos="851"/>
        </w:tabs>
        <w:spacing w:before="360" w:after="240" w:line="300" w:lineRule="exact"/>
        <w:ind w:left="1134" w:right="1134" w:hanging="1134"/>
        <w:rPr>
          <w:b/>
          <w:sz w:val="28"/>
        </w:rPr>
      </w:pPr>
      <w:r>
        <w:rPr>
          <w:b/>
          <w:sz w:val="28"/>
        </w:rPr>
        <w:tab/>
      </w:r>
      <w:r w:rsidRPr="003962F1">
        <w:rPr>
          <w:b/>
          <w:sz w:val="28"/>
        </w:rPr>
        <w:t>II.</w:t>
      </w:r>
      <w:r w:rsidRPr="003962F1">
        <w:rPr>
          <w:b/>
          <w:sz w:val="28"/>
        </w:rPr>
        <w:tab/>
        <w:t>Objectives</w:t>
      </w:r>
    </w:p>
    <w:p w14:paraId="43EB11B2" w14:textId="04EBBFFD" w:rsidR="00820CE3" w:rsidRPr="003962F1" w:rsidRDefault="00820CE3" w:rsidP="00820CE3">
      <w:pPr>
        <w:spacing w:after="120"/>
        <w:ind w:left="1134" w:right="1134"/>
        <w:jc w:val="both"/>
      </w:pPr>
      <w:r w:rsidRPr="003962F1">
        <w:t>2.</w:t>
      </w:r>
      <w:r w:rsidRPr="003962F1">
        <w:tab/>
        <w:t xml:space="preserve">To introduce definitions of response time, delay time and rise time </w:t>
      </w:r>
      <w:r>
        <w:t>harmoniz</w:t>
      </w:r>
      <w:r w:rsidRPr="003962F1">
        <w:t>e</w:t>
      </w:r>
      <w:r>
        <w:t>d</w:t>
      </w:r>
      <w:r w:rsidRPr="003962F1">
        <w:t xml:space="preserve"> with</w:t>
      </w:r>
      <w:r>
        <w:t xml:space="preserve"> th</w:t>
      </w:r>
      <w:r w:rsidRPr="003962F1">
        <w:t xml:space="preserve">ose in </w:t>
      </w:r>
      <w:r w:rsidR="002A6C9A">
        <w:t xml:space="preserve">UN </w:t>
      </w:r>
      <w:r w:rsidRPr="003962F1">
        <w:t xml:space="preserve">GTR </w:t>
      </w:r>
      <w:r>
        <w:t xml:space="preserve">Nos. </w:t>
      </w:r>
      <w:r w:rsidRPr="003962F1">
        <w:t>4 (heavy-duty engine emissions) and 11 (non-road compression ignition engine emissions)</w:t>
      </w:r>
      <w:r>
        <w:t>.</w:t>
      </w:r>
    </w:p>
    <w:p w14:paraId="624A5D09" w14:textId="257CE7DA" w:rsidR="00820CE3" w:rsidRPr="003962F1" w:rsidRDefault="00820CE3" w:rsidP="00685874">
      <w:pPr>
        <w:spacing w:after="120"/>
        <w:ind w:left="1134" w:right="1134"/>
        <w:jc w:val="both"/>
      </w:pPr>
      <w:r w:rsidRPr="003962F1">
        <w:t>3.</w:t>
      </w:r>
      <w:r w:rsidRPr="003962F1">
        <w:tab/>
        <w:t xml:space="preserve">To introduce improvements to the gear shifting procedures. </w:t>
      </w:r>
      <w:proofErr w:type="spellStart"/>
      <w:r w:rsidRPr="003962F1">
        <w:t>n</w:t>
      </w:r>
      <w:r w:rsidRPr="003962F1">
        <w:rPr>
          <w:vertAlign w:val="subscript"/>
        </w:rPr>
        <w:t>rated</w:t>
      </w:r>
      <w:proofErr w:type="spellEnd"/>
      <w:r>
        <w:t xml:space="preserve"> is now de</w:t>
      </w:r>
      <w:r w:rsidRPr="003962F1">
        <w:t xml:space="preserve">fined as the rated engine speed declared by the manufacturer as the engine speed at which the engine develops its maximum power. Experts approved to limit </w:t>
      </w:r>
      <w:proofErr w:type="spellStart"/>
      <w:r w:rsidRPr="003962F1">
        <w:t>n</w:t>
      </w:r>
      <w:r w:rsidRPr="003962F1">
        <w:rPr>
          <w:vertAlign w:val="subscript"/>
        </w:rPr>
        <w:t>min_drive_up</w:t>
      </w:r>
      <w:proofErr w:type="spellEnd"/>
      <w:r w:rsidRPr="003962F1">
        <w:rPr>
          <w:vertAlign w:val="subscript"/>
        </w:rPr>
        <w:t>/down</w:t>
      </w:r>
      <w:r w:rsidRPr="003962F1">
        <w:t xml:space="preserve"> to twice </w:t>
      </w:r>
      <w:proofErr w:type="spellStart"/>
      <w:r w:rsidRPr="003962F1">
        <w:t>n</w:t>
      </w:r>
      <w:r w:rsidRPr="003962F1">
        <w:rPr>
          <w:vertAlign w:val="subscript"/>
        </w:rPr>
        <w:t>min_drive_set</w:t>
      </w:r>
      <w:proofErr w:type="spellEnd"/>
      <w:r w:rsidRPr="003962F1">
        <w:t xml:space="preserve"> whereas the current regulation allows the manufacturer to use higher </w:t>
      </w:r>
      <w:proofErr w:type="spellStart"/>
      <w:r w:rsidRPr="003962F1">
        <w:t>n</w:t>
      </w:r>
      <w:r w:rsidRPr="003962F1">
        <w:rPr>
          <w:vertAlign w:val="subscript"/>
        </w:rPr>
        <w:t>min_drive</w:t>
      </w:r>
      <w:proofErr w:type="spellEnd"/>
      <w:r>
        <w:t xml:space="preserve"> values without any limitation.</w:t>
      </w:r>
      <w:r w:rsidR="00685874">
        <w:t xml:space="preserve"> </w:t>
      </w:r>
      <w:r w:rsidRPr="003962F1">
        <w:t xml:space="preserve">Furthermore, since the duration of the cold start phase is engine and vehicle design dependent, it was agreed that a manufacturer should have the possibility to specify the time span and the </w:t>
      </w:r>
      <w:proofErr w:type="spellStart"/>
      <w:r w:rsidRPr="003962F1">
        <w:t>n</w:t>
      </w:r>
      <w:r w:rsidRPr="003962F1">
        <w:rPr>
          <w:vertAlign w:val="subscript"/>
        </w:rPr>
        <w:t>min_drive</w:t>
      </w:r>
      <w:proofErr w:type="spellEnd"/>
      <w:r w:rsidRPr="003962F1">
        <w:t xml:space="preserve"> value individually within the low phase of the cycle.</w:t>
      </w:r>
      <w:r w:rsidR="00685874">
        <w:t xml:space="preserve"> </w:t>
      </w:r>
      <w:r w:rsidRPr="003962F1">
        <w:t xml:space="preserve">However, the time span should be specified such that it ends in a stop phase so that there is no change of </w:t>
      </w:r>
      <w:proofErr w:type="spellStart"/>
      <w:r w:rsidRPr="003962F1">
        <w:t>n</w:t>
      </w:r>
      <w:r w:rsidRPr="003962F1">
        <w:rPr>
          <w:vertAlign w:val="subscript"/>
        </w:rPr>
        <w:t>min_drive</w:t>
      </w:r>
      <w:proofErr w:type="spellEnd"/>
      <w:r w:rsidRPr="003962F1">
        <w:t xml:space="preserve"> within a short trip.</w:t>
      </w:r>
    </w:p>
    <w:p w14:paraId="59E01D73" w14:textId="77777777" w:rsidR="00820CE3" w:rsidRPr="003962F1" w:rsidRDefault="00820CE3" w:rsidP="00820CE3">
      <w:pPr>
        <w:spacing w:after="120"/>
        <w:ind w:left="1134" w:right="1134"/>
        <w:jc w:val="both"/>
      </w:pPr>
      <w:r w:rsidRPr="003962F1">
        <w:t>4.</w:t>
      </w:r>
      <w:r w:rsidRPr="003962F1">
        <w:tab/>
        <w:t>To introduce consistency in the use of the terms accuracy, precision, resolution, tolerance, repeatability and deviation.</w:t>
      </w:r>
    </w:p>
    <w:p w14:paraId="05D6B64C" w14:textId="3E70290E" w:rsidR="00820CE3" w:rsidRPr="003962F1" w:rsidRDefault="00820CE3" w:rsidP="00820CE3">
      <w:pPr>
        <w:spacing w:after="120"/>
        <w:ind w:left="1134" w:right="1134"/>
        <w:jc w:val="both"/>
      </w:pPr>
      <w:r w:rsidRPr="003962F1">
        <w:t>5.</w:t>
      </w:r>
      <w:r w:rsidRPr="003962F1">
        <w:tab/>
        <w:t xml:space="preserve">To introduce bi-fuel and bi-fuel gas vehicles keeping in line with </w:t>
      </w:r>
      <w:r w:rsidR="002A6C9A">
        <w:t xml:space="preserve">UN </w:t>
      </w:r>
      <w:r>
        <w:t>Regulation No. 83</w:t>
      </w:r>
      <w:r w:rsidRPr="003962F1">
        <w:t>. Definitions and a new Appendix (Annex 6, Appendix 3, Calculation of gas energy ratio for gaseous fuels (L</w:t>
      </w:r>
      <w:r>
        <w:t xml:space="preserve">iquefied Petroleum Gas </w:t>
      </w:r>
      <w:r w:rsidRPr="003962F1">
        <w:t>and N</w:t>
      </w:r>
      <w:r>
        <w:t xml:space="preserve">atural </w:t>
      </w:r>
      <w:r w:rsidRPr="003962F1">
        <w:t>G</w:t>
      </w:r>
      <w:r>
        <w:t>as</w:t>
      </w:r>
      <w:r w:rsidRPr="003962F1">
        <w:t>/biomethane)) were incorporated into the GTR.</w:t>
      </w:r>
    </w:p>
    <w:p w14:paraId="191C3C35" w14:textId="77777777" w:rsidR="00820CE3" w:rsidRPr="003962F1" w:rsidRDefault="00820CE3" w:rsidP="00820CE3">
      <w:pPr>
        <w:spacing w:after="120"/>
        <w:ind w:left="1134" w:right="1134"/>
        <w:jc w:val="both"/>
      </w:pPr>
      <w:r>
        <w:t>6.</w:t>
      </w:r>
      <w:r w:rsidRPr="003962F1">
        <w:tab/>
        <w:t xml:space="preserve">To introduce the appropriate positioning of payload mass (25 kg plus the </w:t>
      </w:r>
      <w:r>
        <w:t>mass of vehicle load)</w:t>
      </w:r>
      <w:r w:rsidRPr="003962F1">
        <w:t xml:space="preserve"> has until now not been clearly defined. Additional masses for setting the test mass shall be applied such that the weight distribution of that vehicle is approximately the same as that of the vehicle with its mass in running order. In case of category 2 vehicles or passenger vehicles derived from category 2 vehicles, the additional masses should </w:t>
      </w:r>
      <w:proofErr w:type="gramStart"/>
      <w:r w:rsidRPr="003962F1">
        <w:t>be located in</w:t>
      </w:r>
      <w:proofErr w:type="gramEnd"/>
      <w:r w:rsidRPr="003962F1">
        <w:t xml:space="preserve"> a representative manner and shall be justified to the responsible authority upon their request. The weight distribution of the vehicle shall be recorded and shall be used for any subsequent road load determination testing.</w:t>
      </w:r>
    </w:p>
    <w:p w14:paraId="6B3E7260" w14:textId="77777777" w:rsidR="00820CE3" w:rsidRPr="003962F1" w:rsidRDefault="00820CE3" w:rsidP="00820CE3">
      <w:pPr>
        <w:spacing w:after="120"/>
        <w:ind w:left="1134" w:right="1134"/>
        <w:jc w:val="both"/>
      </w:pPr>
      <w:r>
        <w:t>7</w:t>
      </w:r>
      <w:r w:rsidRPr="003962F1">
        <w:t>.</w:t>
      </w:r>
      <w:r w:rsidRPr="003962F1">
        <w:tab/>
        <w:t xml:space="preserve">To correct terminology such as "classes of rolling resistance coefficients". Tables relating to energy efficiency classes according to rolling resistance coefficients for tyres have </w:t>
      </w:r>
      <w:r>
        <w:t xml:space="preserve">been </w:t>
      </w:r>
      <w:r w:rsidRPr="003962F1">
        <w:t>modified accordingly.</w:t>
      </w:r>
    </w:p>
    <w:p w14:paraId="55B6C4C2" w14:textId="77777777" w:rsidR="00820CE3" w:rsidRPr="003962F1" w:rsidRDefault="00820CE3" w:rsidP="00820CE3">
      <w:pPr>
        <w:spacing w:after="120"/>
        <w:ind w:left="1134" w:right="1134"/>
        <w:jc w:val="both"/>
      </w:pPr>
      <w:r>
        <w:t>8</w:t>
      </w:r>
      <w:r w:rsidRPr="003962F1">
        <w:t>.</w:t>
      </w:r>
      <w:r w:rsidRPr="003962F1">
        <w:tab/>
        <w:t xml:space="preserve">To correct minor spelling and/or punctuation mistakes, and restructuring some paragraphs. To keep writing and formatting </w:t>
      </w:r>
      <w:r>
        <w:t>consistently within</w:t>
      </w:r>
      <w:r w:rsidRPr="003962F1">
        <w:t xml:space="preserve"> the GTR.</w:t>
      </w:r>
    </w:p>
    <w:p w14:paraId="5FA7384B" w14:textId="3A184AED" w:rsidR="00820CE3" w:rsidRPr="003962F1" w:rsidRDefault="00820CE3" w:rsidP="00820CE3">
      <w:pPr>
        <w:spacing w:after="120"/>
        <w:ind w:left="1134" w:right="1134"/>
        <w:jc w:val="both"/>
      </w:pPr>
      <w:r>
        <w:t>9.</w:t>
      </w:r>
      <w:r w:rsidRPr="003962F1">
        <w:tab/>
        <w:t xml:space="preserve">To correct some equations and to make them all consistent with </w:t>
      </w:r>
      <w:r w:rsidR="002A6C9A">
        <w:t xml:space="preserve">Microsoft </w:t>
      </w:r>
      <w:r w:rsidRPr="003962F1">
        <w:t>Word's use of mathematical symbols.</w:t>
      </w:r>
    </w:p>
    <w:p w14:paraId="2D276BB7" w14:textId="77777777" w:rsidR="00820CE3" w:rsidRPr="003962F1" w:rsidRDefault="00820CE3" w:rsidP="00820CE3">
      <w:pPr>
        <w:spacing w:after="120"/>
        <w:ind w:left="1134" w:right="1134"/>
        <w:jc w:val="both"/>
      </w:pPr>
      <w:bookmarkStart w:id="0" w:name="_GoBack"/>
      <w:bookmarkEnd w:id="0"/>
      <w:r>
        <w:lastRenderedPageBreak/>
        <w:t>10.</w:t>
      </w:r>
      <w:r w:rsidRPr="003962F1">
        <w:tab/>
        <w:t xml:space="preserve">To exclude all </w:t>
      </w:r>
      <w:r w:rsidRPr="00810EDB">
        <w:t>Rechargeable Electric Energy Storage System</w:t>
      </w:r>
      <w:r>
        <w:t>s</w:t>
      </w:r>
      <w:r w:rsidRPr="00810EDB">
        <w:t xml:space="preserve"> (REESS</w:t>
      </w:r>
      <w:r>
        <w:t>s</w:t>
      </w:r>
      <w:r w:rsidRPr="00810EDB">
        <w:t>)</w:t>
      </w:r>
      <w:r w:rsidRPr="003962F1">
        <w:t xml:space="preserve"> </w:t>
      </w:r>
      <w:r>
        <w:t>that</w:t>
      </w:r>
      <w:r w:rsidRPr="003962F1">
        <w:t xml:space="preserve"> do not contribute to vehicle propulsion </w:t>
      </w:r>
      <w:r>
        <w:t>from monitoring.</w:t>
      </w:r>
    </w:p>
    <w:p w14:paraId="5C5C167B" w14:textId="77777777" w:rsidR="00820CE3" w:rsidRPr="003962F1" w:rsidRDefault="00820CE3" w:rsidP="00820CE3">
      <w:pPr>
        <w:spacing w:after="120"/>
        <w:ind w:left="1134" w:right="1134"/>
        <w:jc w:val="both"/>
      </w:pPr>
      <w:r>
        <w:t>11</w:t>
      </w:r>
      <w:r w:rsidRPr="003962F1">
        <w:t>.</w:t>
      </w:r>
      <w:r w:rsidRPr="003962F1">
        <w:tab/>
        <w:t>To better define the purity of certain gases such as nitrogen</w:t>
      </w:r>
      <w:r>
        <w:t xml:space="preserve"> </w:t>
      </w:r>
      <w:r w:rsidRPr="003962F1">
        <w:t>and synthetic air.</w:t>
      </w:r>
    </w:p>
    <w:p w14:paraId="53D76611" w14:textId="77777777" w:rsidR="00820CE3" w:rsidRPr="003962F1" w:rsidRDefault="00820CE3" w:rsidP="00820CE3">
      <w:pPr>
        <w:spacing w:after="120"/>
        <w:ind w:left="1134" w:right="1134"/>
        <w:jc w:val="both"/>
      </w:pPr>
      <w:r>
        <w:t>12</w:t>
      </w:r>
      <w:r w:rsidRPr="003962F1">
        <w:t>.</w:t>
      </w:r>
      <w:r w:rsidRPr="003962F1">
        <w:tab/>
        <w:t>To define more specifically the difference in mass of CO</w:t>
      </w:r>
      <w:r w:rsidRPr="003962F1">
        <w:rPr>
          <w:vertAlign w:val="subscript"/>
        </w:rPr>
        <w:t>2</w:t>
      </w:r>
      <w:r w:rsidRPr="003962F1">
        <w:t xml:space="preserve"> during charge sustaining between the test with the highest and lowest positive and n</w:t>
      </w:r>
      <w:r>
        <w:t>egative electric energy charge.</w:t>
      </w:r>
    </w:p>
    <w:p w14:paraId="09737DE9" w14:textId="77777777" w:rsidR="00820CE3" w:rsidRPr="00AF2029" w:rsidRDefault="00820CE3" w:rsidP="00820CE3">
      <w:pPr>
        <w:pStyle w:val="HChG"/>
      </w:pPr>
      <w:r w:rsidRPr="00AF2029">
        <w:tab/>
        <w:t>III.</w:t>
      </w:r>
      <w:r w:rsidRPr="00AF2029">
        <w:tab/>
        <w:t>Meetings held by Task Forces</w:t>
      </w:r>
    </w:p>
    <w:p w14:paraId="2EB1FE0E" w14:textId="77777777" w:rsidR="00820CE3" w:rsidRPr="003962F1" w:rsidRDefault="00820CE3" w:rsidP="00820CE3">
      <w:pPr>
        <w:spacing w:after="120"/>
        <w:ind w:left="1134" w:right="1134"/>
        <w:jc w:val="both"/>
      </w:pPr>
      <w:bookmarkStart w:id="1" w:name="_Hlk482894782"/>
      <w:r>
        <w:t>13</w:t>
      </w:r>
      <w:r w:rsidRPr="003962F1">
        <w:t>.</w:t>
      </w:r>
      <w:r w:rsidRPr="003962F1">
        <w:tab/>
        <w:t>The proposed changes in Amendment 4 to GTR No. 15 listed in section II above were discussed at length and agreed upon by all parti</w:t>
      </w:r>
      <w:r>
        <w:t>ci</w:t>
      </w:r>
      <w:r w:rsidRPr="003962F1">
        <w:t>pants during the following Task Force (TF) face-to-face or audio/web meetings:</w:t>
      </w:r>
    </w:p>
    <w:p w14:paraId="7D6C3194" w14:textId="77777777" w:rsidR="00820CE3" w:rsidRPr="003962F1" w:rsidRDefault="00820CE3" w:rsidP="00820CE3">
      <w:pPr>
        <w:spacing w:after="120"/>
        <w:ind w:left="1134" w:right="1134" w:firstLine="567"/>
        <w:jc w:val="both"/>
      </w:pPr>
      <w:r w:rsidRPr="003962F1">
        <w:t>(a)</w:t>
      </w:r>
      <w:r w:rsidRPr="003962F1">
        <w:tab/>
        <w:t xml:space="preserve">The </w:t>
      </w:r>
      <w:r>
        <w:t xml:space="preserve">nineteenth </w:t>
      </w:r>
      <w:r w:rsidRPr="003962F1">
        <w:t>IWG meeting in June 2017 in Geneva;</w:t>
      </w:r>
    </w:p>
    <w:p w14:paraId="3AB6FA72" w14:textId="77777777" w:rsidR="00820CE3" w:rsidRPr="003962F1" w:rsidRDefault="00820CE3" w:rsidP="00820CE3">
      <w:pPr>
        <w:spacing w:after="120"/>
        <w:ind w:left="2268" w:right="1134" w:hanging="567"/>
        <w:jc w:val="both"/>
      </w:pPr>
      <w:r w:rsidRPr="003962F1">
        <w:t>(b)</w:t>
      </w:r>
      <w:r w:rsidRPr="003962F1">
        <w:tab/>
        <w:t>Dynamometer TF (once), New Issues TF (once), EV T</w:t>
      </w:r>
      <w:r>
        <w:t>F (3 times). Two audio/webs on Movable Aerodynamic Body P</w:t>
      </w:r>
      <w:r w:rsidRPr="003962F1">
        <w:t>arts (MABPs) were hel</w:t>
      </w:r>
      <w:r>
        <w:t>d but there is not yet a finaliz</w:t>
      </w:r>
      <w:r w:rsidRPr="003962F1">
        <w:t>ed text.</w:t>
      </w:r>
      <w:bookmarkEnd w:id="1"/>
    </w:p>
    <w:p w14:paraId="1E4A23A5" w14:textId="04904F16" w:rsidR="00740AD0" w:rsidRPr="00950469" w:rsidRDefault="00A5601C" w:rsidP="00A5601C">
      <w:pPr>
        <w:spacing w:before="240"/>
        <w:ind w:left="1134" w:right="1134"/>
        <w:jc w:val="center"/>
        <w:rPr>
          <w:u w:val="single"/>
        </w:rPr>
      </w:pPr>
      <w:r w:rsidRPr="00950469">
        <w:rPr>
          <w:u w:val="single"/>
        </w:rPr>
        <w:tab/>
      </w:r>
      <w:r w:rsidRPr="00950469">
        <w:rPr>
          <w:u w:val="single"/>
        </w:rPr>
        <w:tab/>
      </w:r>
      <w:r w:rsidRPr="00950469">
        <w:rPr>
          <w:u w:val="single"/>
        </w:rPr>
        <w:tab/>
      </w:r>
      <w:r w:rsidR="00D57102">
        <w:rPr>
          <w:u w:val="single"/>
        </w:rPr>
        <w:tab/>
      </w:r>
    </w:p>
    <w:sectPr w:rsidR="00740AD0" w:rsidRPr="00950469" w:rsidSect="003A499B">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709B3" w14:textId="77777777" w:rsidR="00F34BA8" w:rsidRDefault="00F34BA8"/>
  </w:endnote>
  <w:endnote w:type="continuationSeparator" w:id="0">
    <w:p w14:paraId="26A2FC78" w14:textId="77777777" w:rsidR="00F34BA8" w:rsidRDefault="00F34BA8"/>
  </w:endnote>
  <w:endnote w:type="continuationNotice" w:id="1">
    <w:p w14:paraId="32E4FFAF" w14:textId="77777777" w:rsidR="00F34BA8" w:rsidRDefault="00F34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182D918B" w:rsidR="00154C60" w:rsidRPr="00241767" w:rsidRDefault="00154C60"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121F1A">
      <w:rPr>
        <w:b/>
        <w:noProof/>
        <w:sz w:val="18"/>
      </w:rPr>
      <w:t>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06954FDC" w:rsidR="00154C60" w:rsidRPr="00241767" w:rsidRDefault="00154C60"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121F1A">
      <w:rPr>
        <w:b/>
        <w:noProof/>
        <w:sz w:val="18"/>
      </w:rPr>
      <w:t>3</w:t>
    </w:r>
    <w:r w:rsidRPr="0024176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BE4A3" w14:textId="77777777" w:rsidR="00F34BA8" w:rsidRPr="000B175B" w:rsidRDefault="00F34BA8" w:rsidP="000B175B">
      <w:pPr>
        <w:tabs>
          <w:tab w:val="right" w:pos="2155"/>
        </w:tabs>
        <w:spacing w:after="80"/>
        <w:ind w:left="680"/>
        <w:rPr>
          <w:u w:val="single"/>
        </w:rPr>
      </w:pPr>
      <w:r>
        <w:rPr>
          <w:u w:val="single"/>
        </w:rPr>
        <w:tab/>
      </w:r>
    </w:p>
  </w:footnote>
  <w:footnote w:type="continuationSeparator" w:id="0">
    <w:p w14:paraId="7D6F64CE" w14:textId="77777777" w:rsidR="00F34BA8" w:rsidRPr="00FC68B7" w:rsidRDefault="00F34BA8" w:rsidP="00FC68B7">
      <w:pPr>
        <w:tabs>
          <w:tab w:val="left" w:pos="2155"/>
        </w:tabs>
        <w:spacing w:after="80"/>
        <w:ind w:left="680"/>
        <w:rPr>
          <w:u w:val="single"/>
        </w:rPr>
      </w:pPr>
      <w:r>
        <w:rPr>
          <w:u w:val="single"/>
        </w:rPr>
        <w:tab/>
      </w:r>
    </w:p>
  </w:footnote>
  <w:footnote w:type="continuationNotice" w:id="1">
    <w:p w14:paraId="500073CC" w14:textId="77777777" w:rsidR="00F34BA8" w:rsidRDefault="00F34BA8"/>
  </w:footnote>
  <w:footnote w:id="2">
    <w:p w14:paraId="4A2FE4B2" w14:textId="77777777" w:rsidR="005A7A16" w:rsidRDefault="005A7A16" w:rsidP="005A7A16">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Pr="001D00B0">
        <w:rPr>
          <w:rFonts w:eastAsiaTheme="minorEastAsia"/>
          <w:lang w:val="en-US"/>
        </w:rPr>
        <w:t>2018–2019 (ECE/TRANS/274, para. 123 and ECE/TRANS/2018/21, Cluster 3</w:t>
      </w:r>
      <w:r>
        <w:rPr>
          <w:rFonts w:eastAsiaTheme="minorEastAsia"/>
          <w:lang w:val="en-US"/>
        </w:rPr>
        <w:t>.1</w:t>
      </w:r>
      <w:r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0023D" w14:textId="64036ECA" w:rsidR="00820CE3" w:rsidRDefault="00820CE3" w:rsidP="00820CE3">
    <w:pPr>
      <w:pStyle w:val="Header"/>
    </w:pPr>
    <w:r w:rsidRPr="00F3244F">
      <w:rPr>
        <w:lang w:val="en-US"/>
      </w:rPr>
      <w:t>ECE/</w:t>
    </w:r>
    <w:r>
      <w:rPr>
        <w:lang w:val="en-US"/>
      </w:rPr>
      <w:t>TRANS/WP.29/2018/72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F3EC" w14:textId="5ADAA3A4" w:rsidR="00820CE3" w:rsidRDefault="00820CE3" w:rsidP="00820CE3">
    <w:pPr>
      <w:pStyle w:val="Header"/>
      <w:jc w:val="right"/>
    </w:pPr>
    <w:r w:rsidRPr="00F3244F">
      <w:rPr>
        <w:lang w:val="en-US"/>
      </w:rPr>
      <w:t>ECE/</w:t>
    </w:r>
    <w:r>
      <w:rPr>
        <w:lang w:val="en-US"/>
      </w:rPr>
      <w:t>TRANS/WP.29/2018/72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7"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8"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1"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6"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9"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5"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1"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2"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5"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7"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9"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0"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1"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3"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4"/>
  </w:num>
  <w:num w:numId="2">
    <w:abstractNumId w:val="50"/>
  </w:num>
  <w:num w:numId="3">
    <w:abstractNumId w:val="38"/>
  </w:num>
  <w:num w:numId="4">
    <w:abstractNumId w:val="37"/>
  </w:num>
  <w:num w:numId="5">
    <w:abstractNumId w:val="29"/>
  </w:num>
  <w:num w:numId="6">
    <w:abstractNumId w:val="24"/>
  </w:num>
  <w:num w:numId="7">
    <w:abstractNumId w:val="33"/>
  </w:num>
  <w:num w:numId="8">
    <w:abstractNumId w:val="35"/>
  </w:num>
  <w:num w:numId="9">
    <w:abstractNumId w:val="40"/>
  </w:num>
  <w:num w:numId="10">
    <w:abstractNumId w:val="39"/>
  </w:num>
  <w:num w:numId="11">
    <w:abstractNumId w:val="20"/>
  </w:num>
  <w:num w:numId="12">
    <w:abstractNumId w:val="12"/>
  </w:num>
  <w:num w:numId="13">
    <w:abstractNumId w:val="19"/>
  </w:num>
  <w:num w:numId="14">
    <w:abstractNumId w:val="13"/>
  </w:num>
  <w:num w:numId="15">
    <w:abstractNumId w:val="18"/>
  </w:num>
  <w:num w:numId="16">
    <w:abstractNumId w:val="46"/>
  </w:num>
  <w:num w:numId="17">
    <w:abstractNumId w:val="10"/>
  </w:num>
  <w:num w:numId="18">
    <w:abstractNumId w:val="3"/>
  </w:num>
  <w:num w:numId="19">
    <w:abstractNumId w:val="51"/>
  </w:num>
  <w:num w:numId="20">
    <w:abstractNumId w:val="30"/>
  </w:num>
  <w:num w:numId="21">
    <w:abstractNumId w:val="36"/>
  </w:num>
  <w:num w:numId="22">
    <w:abstractNumId w:val="7"/>
  </w:num>
  <w:num w:numId="23">
    <w:abstractNumId w:val="14"/>
  </w:num>
  <w:num w:numId="24">
    <w:abstractNumId w:val="9"/>
  </w:num>
  <w:num w:numId="25">
    <w:abstractNumId w:val="48"/>
  </w:num>
  <w:num w:numId="26">
    <w:abstractNumId w:val="1"/>
  </w:num>
  <w:num w:numId="27">
    <w:abstractNumId w:val="28"/>
  </w:num>
  <w:num w:numId="28">
    <w:abstractNumId w:val="45"/>
  </w:num>
  <w:num w:numId="29">
    <w:abstractNumId w:val="22"/>
  </w:num>
  <w:num w:numId="30">
    <w:abstractNumId w:val="6"/>
  </w:num>
  <w:num w:numId="31">
    <w:abstractNumId w:val="11"/>
  </w:num>
  <w:num w:numId="32">
    <w:abstractNumId w:val="43"/>
  </w:num>
  <w:num w:numId="33">
    <w:abstractNumId w:val="31"/>
  </w:num>
  <w:num w:numId="34">
    <w:abstractNumId w:val="4"/>
  </w:num>
  <w:num w:numId="35">
    <w:abstractNumId w:val="5"/>
  </w:num>
  <w:num w:numId="36">
    <w:abstractNumId w:val="23"/>
  </w:num>
  <w:num w:numId="37">
    <w:abstractNumId w:val="52"/>
  </w:num>
  <w:num w:numId="38">
    <w:abstractNumId w:val="4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32"/>
  </w:num>
  <w:num w:numId="42">
    <w:abstractNumId w:val="15"/>
  </w:num>
  <w:num w:numId="43">
    <w:abstractNumId w:val="34"/>
  </w:num>
  <w:num w:numId="44">
    <w:abstractNumId w:val="4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25"/>
  </w:num>
  <w:num w:numId="48">
    <w:abstractNumId w:val="0"/>
  </w:num>
  <w:num w:numId="49">
    <w:abstractNumId w:val="21"/>
  </w:num>
  <w:num w:numId="50">
    <w:abstractNumId w:val="2"/>
  </w:num>
  <w:num w:numId="51">
    <w:abstractNumId w:val="53"/>
  </w:num>
  <w:num w:numId="52">
    <w:abstractNumId w:val="41"/>
  </w:num>
  <w:num w:numId="53">
    <w:abstractNumId w:val="26"/>
  </w:num>
  <w:num w:numId="54">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s-ES" w:vendorID="64" w:dllVersion="6" w:nlCheck="1" w:checkStyle="0"/>
  <w:activeWritingStyle w:appName="MSWord" w:lang="fr-CH" w:vendorID="64" w:dllVersion="6"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58"/>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8F4"/>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696E"/>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AA6"/>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85"/>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1F1A"/>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0C4"/>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4C60"/>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09A"/>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B9C"/>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9F8"/>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C9A"/>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1AE"/>
    <w:rsid w:val="002E6BCD"/>
    <w:rsid w:val="002E6C5A"/>
    <w:rsid w:val="002E6E58"/>
    <w:rsid w:val="002E6FAB"/>
    <w:rsid w:val="002E7BFE"/>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A5E"/>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40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8DA"/>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A81"/>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99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A"/>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618"/>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B84"/>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04"/>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350"/>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39B"/>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A7A16"/>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6C3"/>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66C"/>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5AF"/>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31D"/>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874"/>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78"/>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3A6"/>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3CC2"/>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9BB"/>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DC3"/>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CE3"/>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A9F"/>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206"/>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4E"/>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1C53"/>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597"/>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46B"/>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9C3"/>
    <w:rsid w:val="00A53B8E"/>
    <w:rsid w:val="00A542AD"/>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0B12"/>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5FBA"/>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D77"/>
    <w:rsid w:val="00AD7A03"/>
    <w:rsid w:val="00AE003F"/>
    <w:rsid w:val="00AE0075"/>
    <w:rsid w:val="00AE027F"/>
    <w:rsid w:val="00AE08CE"/>
    <w:rsid w:val="00AE1678"/>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5B"/>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59B"/>
    <w:rsid w:val="00C419C3"/>
    <w:rsid w:val="00C41EF4"/>
    <w:rsid w:val="00C41FC2"/>
    <w:rsid w:val="00C42090"/>
    <w:rsid w:val="00C42E5A"/>
    <w:rsid w:val="00C43298"/>
    <w:rsid w:val="00C432A6"/>
    <w:rsid w:val="00C43444"/>
    <w:rsid w:val="00C4366C"/>
    <w:rsid w:val="00C43AA8"/>
    <w:rsid w:val="00C43D24"/>
    <w:rsid w:val="00C440C7"/>
    <w:rsid w:val="00C448B1"/>
    <w:rsid w:val="00C44A81"/>
    <w:rsid w:val="00C44A92"/>
    <w:rsid w:val="00C44E82"/>
    <w:rsid w:val="00C4503F"/>
    <w:rsid w:val="00C451FA"/>
    <w:rsid w:val="00C458E4"/>
    <w:rsid w:val="00C45BDB"/>
    <w:rsid w:val="00C4621D"/>
    <w:rsid w:val="00C463DD"/>
    <w:rsid w:val="00C46792"/>
    <w:rsid w:val="00C46C7B"/>
    <w:rsid w:val="00C46FB9"/>
    <w:rsid w:val="00C4737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429"/>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17DFA"/>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102"/>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3FD8"/>
    <w:rsid w:val="00DA4E35"/>
    <w:rsid w:val="00DA5559"/>
    <w:rsid w:val="00DA5A39"/>
    <w:rsid w:val="00DA5AA2"/>
    <w:rsid w:val="00DA70E3"/>
    <w:rsid w:val="00DB01D9"/>
    <w:rsid w:val="00DB0421"/>
    <w:rsid w:val="00DB046F"/>
    <w:rsid w:val="00DB066C"/>
    <w:rsid w:val="00DB07AA"/>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151"/>
    <w:rsid w:val="00DC18AD"/>
    <w:rsid w:val="00DC21A0"/>
    <w:rsid w:val="00DC2632"/>
    <w:rsid w:val="00DC295A"/>
    <w:rsid w:val="00DC2E24"/>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9D8"/>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3512"/>
    <w:rsid w:val="00EC3A30"/>
    <w:rsid w:val="00EC3BCE"/>
    <w:rsid w:val="00EC3F12"/>
    <w:rsid w:val="00EC4408"/>
    <w:rsid w:val="00EC441F"/>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4BA8"/>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0FF"/>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2B0D"/>
    <w:rsid w:val="00FD2B1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D53A97"/>
  <w15:docId w15:val="{02D35B2F-8FD3-4030-B521-4AEB8061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063D5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20159145">
      <w:bodyDiv w:val="1"/>
      <w:marLeft w:val="0"/>
      <w:marRight w:val="0"/>
      <w:marTop w:val="0"/>
      <w:marBottom w:val="0"/>
      <w:divBdr>
        <w:top w:val="none" w:sz="0" w:space="0" w:color="auto"/>
        <w:left w:val="none" w:sz="0" w:space="0" w:color="auto"/>
        <w:bottom w:val="none" w:sz="0" w:space="0" w:color="auto"/>
        <w:right w:val="none" w:sz="0" w:space="0" w:color="auto"/>
      </w:divBdr>
      <w:divsChild>
        <w:div w:id="2101675716">
          <w:marLeft w:val="0"/>
          <w:marRight w:val="0"/>
          <w:marTop w:val="0"/>
          <w:marBottom w:val="0"/>
          <w:divBdr>
            <w:top w:val="none" w:sz="0" w:space="0" w:color="auto"/>
            <w:left w:val="none" w:sz="0" w:space="0" w:color="auto"/>
            <w:bottom w:val="none" w:sz="0" w:space="0" w:color="auto"/>
            <w:right w:val="none" w:sz="0" w:space="0" w:color="auto"/>
          </w:divBdr>
        </w:div>
        <w:div w:id="649945961">
          <w:marLeft w:val="0"/>
          <w:marRight w:val="0"/>
          <w:marTop w:val="0"/>
          <w:marBottom w:val="0"/>
          <w:divBdr>
            <w:top w:val="none" w:sz="0" w:space="0" w:color="auto"/>
            <w:left w:val="none" w:sz="0" w:space="0" w:color="auto"/>
            <w:bottom w:val="none" w:sz="0" w:space="0" w:color="auto"/>
            <w:right w:val="none" w:sz="0" w:space="0" w:color="auto"/>
          </w:divBdr>
        </w:div>
      </w:divsChild>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ABC22-D65D-41B4-BCA9-A583B853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3</Pages>
  <Words>742</Words>
  <Characters>4236</Characters>
  <Application>Microsoft Office Word</Application>
  <DocSecurity>0</DocSecurity>
  <Lines>35</Lines>
  <Paragraphs>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4969</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Caillot</cp:lastModifiedBy>
  <cp:revision>2</cp:revision>
  <cp:lastPrinted>2018-04-05T09:21:00Z</cp:lastPrinted>
  <dcterms:created xsi:type="dcterms:W3CDTF">2018-04-10T14:49:00Z</dcterms:created>
  <dcterms:modified xsi:type="dcterms:W3CDTF">2018-04-10T14:49:00Z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