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Pr="006419DA" w:rsidRDefault="009E6CB7" w:rsidP="00841AA6">
            <w:pPr>
              <w:spacing w:after="80"/>
              <w:rPr>
                <w:lang w:val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3A5F98" w:rsidP="001C5B82">
            <w:pPr>
              <w:jc w:val="right"/>
            </w:pPr>
            <w:r w:rsidRPr="003A5F98">
              <w:rPr>
                <w:sz w:val="40"/>
              </w:rPr>
              <w:t>ECE</w:t>
            </w:r>
            <w:r>
              <w:t>/TRANS/201</w:t>
            </w:r>
            <w:r w:rsidR="001F19A3">
              <w:t>8</w:t>
            </w:r>
            <w:r>
              <w:t>/</w:t>
            </w:r>
            <w:r w:rsidR="001C5B82">
              <w:t>24</w:t>
            </w:r>
            <w:r w:rsidR="00AE11F7">
              <w:t>/Rev.1</w:t>
            </w:r>
          </w:p>
        </w:tc>
      </w:tr>
      <w:tr w:rsidR="009E6CB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BC7F91" w:rsidP="009E6CB7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67615675" wp14:editId="1C3EB60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3A5F98" w:rsidP="003A5F98">
            <w:pPr>
              <w:spacing w:before="240" w:line="240" w:lineRule="exact"/>
            </w:pPr>
            <w:r>
              <w:t>Distr.: General</w:t>
            </w:r>
          </w:p>
          <w:p w:rsidR="003A5F98" w:rsidRDefault="000B4079" w:rsidP="003A5F98">
            <w:pPr>
              <w:spacing w:line="240" w:lineRule="exact"/>
            </w:pPr>
            <w:r>
              <w:t>6</w:t>
            </w:r>
            <w:r w:rsidR="00F75453">
              <w:t xml:space="preserve"> February 2018</w:t>
            </w:r>
          </w:p>
          <w:p w:rsidR="003A5F98" w:rsidRDefault="00691AF1" w:rsidP="003A5F98">
            <w:pPr>
              <w:spacing w:line="240" w:lineRule="exact"/>
            </w:pPr>
            <w:r>
              <w:t>English</w:t>
            </w:r>
          </w:p>
          <w:p w:rsidR="003A5F98" w:rsidRDefault="003A5F98" w:rsidP="00F75453">
            <w:pPr>
              <w:spacing w:line="240" w:lineRule="exact"/>
            </w:pPr>
            <w:r>
              <w:t>Original: English</w:t>
            </w:r>
            <w:r w:rsidR="00F75453">
              <w:t>,</w:t>
            </w:r>
            <w:r w:rsidR="00A91009">
              <w:t xml:space="preserve"> French</w:t>
            </w:r>
            <w:r w:rsidR="00F75453">
              <w:t xml:space="preserve"> and Russian</w:t>
            </w:r>
          </w:p>
        </w:tc>
      </w:tr>
    </w:tbl>
    <w:p w:rsidR="003A5F98" w:rsidRPr="007D68EB" w:rsidRDefault="003A5F98" w:rsidP="003A5F98">
      <w:pPr>
        <w:spacing w:before="120"/>
        <w:rPr>
          <w:b/>
          <w:bCs/>
          <w:sz w:val="28"/>
          <w:szCs w:val="28"/>
        </w:rPr>
      </w:pPr>
      <w:r w:rsidRPr="007D68EB">
        <w:rPr>
          <w:b/>
          <w:bCs/>
          <w:sz w:val="28"/>
          <w:szCs w:val="28"/>
        </w:rPr>
        <w:t>Economic Commission for Europe</w:t>
      </w:r>
    </w:p>
    <w:p w:rsidR="003A5F98" w:rsidRPr="007D68EB" w:rsidRDefault="003A5F98" w:rsidP="003A5F98">
      <w:pPr>
        <w:spacing w:before="120"/>
        <w:rPr>
          <w:sz w:val="28"/>
          <w:szCs w:val="28"/>
        </w:rPr>
      </w:pPr>
      <w:r w:rsidRPr="007D68EB">
        <w:rPr>
          <w:sz w:val="28"/>
          <w:szCs w:val="28"/>
        </w:rPr>
        <w:t>Inland Transport Committee</w:t>
      </w:r>
    </w:p>
    <w:p w:rsidR="003A5F98" w:rsidRDefault="001F19A3" w:rsidP="003A5F98">
      <w:pPr>
        <w:spacing w:before="120"/>
        <w:rPr>
          <w:b/>
          <w:bCs/>
          <w:lang w:val="en-US"/>
        </w:rPr>
      </w:pPr>
      <w:r>
        <w:rPr>
          <w:b/>
          <w:bCs/>
          <w:lang w:val="en-US"/>
        </w:rPr>
        <w:t xml:space="preserve">Eightieth </w:t>
      </w:r>
      <w:r w:rsidR="003A5F98" w:rsidRPr="007D68EB">
        <w:rPr>
          <w:b/>
          <w:bCs/>
          <w:lang w:val="en-US"/>
        </w:rPr>
        <w:t>session</w:t>
      </w:r>
    </w:p>
    <w:p w:rsidR="003A5F98" w:rsidRDefault="003A5F98" w:rsidP="003A5F98">
      <w:pPr>
        <w:rPr>
          <w:b/>
          <w:bCs/>
        </w:rPr>
      </w:pPr>
      <w:r w:rsidRPr="007D68EB">
        <w:t>Geneva</w:t>
      </w:r>
      <w:r>
        <w:t>, 2</w:t>
      </w:r>
      <w:r w:rsidR="001F19A3">
        <w:t>0</w:t>
      </w:r>
      <w:r w:rsidR="00226E2B">
        <w:t>-</w:t>
      </w:r>
      <w:r w:rsidR="006C1223">
        <w:t>2</w:t>
      </w:r>
      <w:r w:rsidR="001F19A3">
        <w:t>3</w:t>
      </w:r>
      <w:r w:rsidR="006C1223">
        <w:t xml:space="preserve"> February 201</w:t>
      </w:r>
      <w:r w:rsidR="001F19A3">
        <w:t>8</w:t>
      </w:r>
      <w:r w:rsidR="004E30EB">
        <w:br/>
        <w:t>Item 15</w:t>
      </w:r>
      <w:r w:rsidRPr="00457246">
        <w:t xml:space="preserve"> of the provisional agenda</w:t>
      </w:r>
      <w:r w:rsidRPr="00457246">
        <w:br/>
      </w:r>
      <w:r w:rsidR="00A20F69" w:rsidRPr="005A61F0">
        <w:rPr>
          <w:b/>
        </w:rPr>
        <w:t>Schedule of meetings in 201</w:t>
      </w:r>
      <w:r w:rsidR="001F19A3">
        <w:rPr>
          <w:b/>
        </w:rPr>
        <w:t>8</w:t>
      </w:r>
    </w:p>
    <w:p w:rsidR="003A5F98" w:rsidRDefault="003A5F98" w:rsidP="003A5F98">
      <w:pPr>
        <w:pStyle w:val="HChG"/>
        <w:rPr>
          <w:sz w:val="20"/>
        </w:rPr>
      </w:pPr>
      <w:r>
        <w:tab/>
      </w:r>
      <w:r>
        <w:tab/>
      </w:r>
      <w:r w:rsidR="00736E1D">
        <w:t>Revised l</w:t>
      </w:r>
      <w:r w:rsidR="00A20F69" w:rsidRPr="00EB150F">
        <w:t>ist of meetings of the Inland Transport Committee and</w:t>
      </w:r>
      <w:r w:rsidR="00A20F69">
        <w:t xml:space="preserve"> its subsidiary bodies in 201</w:t>
      </w:r>
      <w:r w:rsidR="001F19A3">
        <w:t>8</w:t>
      </w:r>
      <w:r w:rsidR="00A20F69" w:rsidRPr="00EB150F">
        <w:t xml:space="preserve"> and from January</w:t>
      </w:r>
      <w:r w:rsidR="00226E2B">
        <w:t>-</w:t>
      </w:r>
      <w:r w:rsidR="00A20F69" w:rsidRPr="00EB150F">
        <w:t xml:space="preserve">March </w:t>
      </w:r>
      <w:r w:rsidR="00A20F69">
        <w:t>201</w:t>
      </w:r>
      <w:r w:rsidR="001F19A3">
        <w:t>9</w:t>
      </w:r>
      <w:r w:rsidR="00A20F69" w:rsidRPr="00152E3C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3A5F98" w:rsidRDefault="003A5F98" w:rsidP="003A5F98">
      <w:pPr>
        <w:pStyle w:val="H1G"/>
      </w:pPr>
      <w:bookmarkStart w:id="0" w:name="_GoBack"/>
      <w:bookmarkEnd w:id="0"/>
      <w:r>
        <w:tab/>
      </w:r>
      <w:r>
        <w:tab/>
        <w:t>Note by the secretariat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2"/>
        <w:gridCol w:w="44"/>
        <w:gridCol w:w="5160"/>
      </w:tblGrid>
      <w:tr w:rsidR="00A20F69" w:rsidRPr="008D0570" w:rsidTr="00D05EB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A20F69" w:rsidRPr="008D0570" w:rsidRDefault="00A20F69" w:rsidP="001F19A3">
            <w:pPr>
              <w:pStyle w:val="HChG"/>
            </w:pPr>
            <w:r>
              <w:t>Schedule of meetings in 201</w:t>
            </w:r>
            <w:r w:rsidR="001F19A3">
              <w:t>8</w:t>
            </w:r>
          </w:p>
        </w:tc>
      </w:tr>
      <w:tr w:rsidR="00A20F69" w:rsidRPr="008D0570" w:rsidTr="00D05EB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A20F69" w:rsidRPr="008D0570" w:rsidRDefault="00A20F69" w:rsidP="009766BF">
            <w:pPr>
              <w:pStyle w:val="H1G"/>
            </w:pPr>
            <w:r w:rsidRPr="004C55FB">
              <w:t>January</w:t>
            </w:r>
          </w:p>
        </w:tc>
      </w:tr>
      <w:tr w:rsidR="00A20F69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1F19A3" w:rsidP="00D05EB8">
            <w:pPr>
              <w:spacing w:before="40" w:after="120"/>
              <w:ind w:right="113"/>
            </w:pPr>
            <w:r>
              <w:rPr>
                <w:bCs/>
              </w:rPr>
              <w:t>9</w:t>
            </w:r>
            <w:r w:rsidR="00A20F69" w:rsidRPr="006F1C27">
              <w:rPr>
                <w:bCs/>
              </w:rPr>
              <w:t xml:space="preserve"> (</w:t>
            </w:r>
            <w:r w:rsidR="0082116A">
              <w:rPr>
                <w:bCs/>
              </w:rPr>
              <w:t>p.m.</w:t>
            </w:r>
            <w:r w:rsidR="00A20F69" w:rsidRPr="006F1C27">
              <w:rPr>
                <w:bCs/>
              </w:rPr>
              <w:t>)</w:t>
            </w:r>
            <w:r w:rsidR="00691AF1">
              <w:rPr>
                <w:bCs/>
              </w:rPr>
              <w:t xml:space="preserve"> </w:t>
            </w:r>
            <w:r w:rsidR="00226E2B">
              <w:t>-</w:t>
            </w:r>
            <w:r w:rsidR="00691AF1">
              <w:t xml:space="preserve"> </w:t>
            </w:r>
            <w:r w:rsidR="00D05EB8">
              <w:t>1</w:t>
            </w:r>
            <w:r>
              <w:t>2</w:t>
            </w:r>
            <w:r w:rsidR="00A20F69" w:rsidRPr="006F1C27">
              <w:rPr>
                <w:bCs/>
              </w:rPr>
              <w:t xml:space="preserve"> (</w:t>
            </w:r>
            <w:r w:rsidR="0082116A">
              <w:rPr>
                <w:bCs/>
              </w:rPr>
              <w:t>a.m.</w:t>
            </w:r>
            <w:r w:rsidR="00A20F69">
              <w:rPr>
                <w:bCs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A20F69" w:rsidRPr="008D0570" w:rsidRDefault="00A20F69" w:rsidP="001F19A3">
            <w:pPr>
              <w:spacing w:before="40" w:after="120"/>
              <w:ind w:right="113"/>
            </w:pPr>
            <w:r w:rsidRPr="003C11B2">
              <w:t>Working Party on Pollution and Energy (GRPE) (s</w:t>
            </w:r>
            <w:r>
              <w:t>eventy-</w:t>
            </w:r>
            <w:r w:rsidR="001F19A3">
              <w:t>sixth</w:t>
            </w:r>
            <w:r>
              <w:t xml:space="preserve"> </w:t>
            </w:r>
            <w:r w:rsidRPr="003C11B2">
              <w:t>session)</w:t>
            </w:r>
          </w:p>
        </w:tc>
      </w:tr>
      <w:tr w:rsidR="00A20F69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A20F69" w:rsidP="00D05EB8">
            <w:pPr>
              <w:spacing w:before="40" w:after="120"/>
              <w:ind w:right="113"/>
            </w:pPr>
            <w:r w:rsidRPr="00A7680B">
              <w:t>2</w:t>
            </w:r>
            <w:r w:rsidR="001F19A3">
              <w:t>2</w:t>
            </w:r>
            <w:r w:rsidR="00226E2B">
              <w:t>-</w:t>
            </w:r>
            <w:r>
              <w:t>2</w:t>
            </w:r>
            <w:r w:rsidR="001F19A3">
              <w:t>6</w:t>
            </w:r>
            <w:r>
              <w:t xml:space="preserve"> </w:t>
            </w:r>
            <w:r w:rsidRPr="00A7680B">
              <w:t>(</w:t>
            </w:r>
            <w:r w:rsidR="0082116A">
              <w:t>a.m.</w:t>
            </w:r>
            <w:r>
              <w:t>)</w:t>
            </w:r>
            <w:r w:rsidRPr="00A7680B"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A20F69" w:rsidRPr="008D0570" w:rsidRDefault="00A20F69" w:rsidP="001F19A3">
            <w:pPr>
              <w:spacing w:before="40" w:after="120"/>
              <w:ind w:right="113"/>
            </w:pPr>
            <w:r w:rsidRPr="00A7680B">
              <w:t>Joint Meeting of Experts on the Regulations annexed to the</w:t>
            </w:r>
            <w:r>
              <w:t xml:space="preserve"> </w:t>
            </w:r>
            <w:r w:rsidRPr="00A7680B">
              <w:t>European Agreement concerning the International Carriage of Dangerous Goods by Inland Waterway (ADN) (WP.15/AC.2) (</w:t>
            </w:r>
            <w:r>
              <w:t>t</w:t>
            </w:r>
            <w:r w:rsidR="00E31A8A">
              <w:t>hirt</w:t>
            </w:r>
            <w:r w:rsidR="001F19A3">
              <w:t xml:space="preserve">y-second </w:t>
            </w:r>
            <w:r w:rsidRPr="00A7680B">
              <w:t>session)</w:t>
            </w:r>
          </w:p>
        </w:tc>
      </w:tr>
      <w:tr w:rsidR="00C16855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C16855" w:rsidRDefault="00C16855" w:rsidP="00D05EB8">
            <w:pPr>
              <w:spacing w:before="40" w:after="120"/>
              <w:ind w:right="113"/>
            </w:pPr>
            <w:r>
              <w:t>24</w:t>
            </w:r>
            <w:r w:rsidR="00D05EB8">
              <w:t xml:space="preserve"> </w:t>
            </w:r>
            <w:r w:rsidRPr="000E544C">
              <w:t>(</w:t>
            </w:r>
            <w:r w:rsidR="0082116A">
              <w:t>p.m.</w:t>
            </w:r>
            <w:r w:rsidRPr="000E544C">
              <w:t>)</w:t>
            </w:r>
            <w:r w:rsidR="00691AF1">
              <w:t xml:space="preserve"> </w:t>
            </w:r>
            <w:r w:rsidR="00226E2B">
              <w:t>-</w:t>
            </w:r>
            <w:r w:rsidR="00691AF1">
              <w:t xml:space="preserve"> </w:t>
            </w:r>
            <w:r>
              <w:t>26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16855" w:rsidRPr="00B16CB2" w:rsidRDefault="00C16855" w:rsidP="00A47899">
            <w:pPr>
              <w:spacing w:before="40" w:after="120"/>
              <w:ind w:right="113"/>
            </w:pPr>
            <w:r>
              <w:t xml:space="preserve">Working Party on </w:t>
            </w:r>
            <w:r w:rsidR="00E354A3">
              <w:t xml:space="preserve">Noise </w:t>
            </w:r>
            <w:r>
              <w:t>(GR</w:t>
            </w:r>
            <w:r w:rsidR="00E354A3">
              <w:t>B)</w:t>
            </w:r>
            <w:r>
              <w:t xml:space="preserve"> (</w:t>
            </w:r>
            <w:r w:rsidR="00E354A3">
              <w:t>sixty-seventh</w:t>
            </w:r>
            <w:r>
              <w:t xml:space="preserve"> session)</w:t>
            </w:r>
          </w:p>
        </w:tc>
      </w:tr>
      <w:tr w:rsidR="00A20F69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A20F69" w:rsidP="00D05EB8">
            <w:pPr>
              <w:spacing w:before="40" w:after="120"/>
              <w:ind w:right="113"/>
            </w:pPr>
            <w:r>
              <w:t>2</w:t>
            </w:r>
            <w:r w:rsidR="00C16855">
              <w:t>6</w:t>
            </w:r>
            <w:r w:rsidRPr="00A7680B">
              <w:t xml:space="preserve"> (</w:t>
            </w:r>
            <w:r w:rsidR="0082116A">
              <w:t>p.m.</w:t>
            </w:r>
            <w:r w:rsidRPr="00A7680B"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A20F69" w:rsidRPr="008D0570" w:rsidRDefault="00A20F69" w:rsidP="00C16855">
            <w:pPr>
              <w:spacing w:before="40" w:after="120"/>
              <w:ind w:right="113"/>
            </w:pPr>
            <w:r w:rsidRPr="00A7680B">
              <w:t xml:space="preserve">Administrative Committee of the European Agreement concerning the International Carriage of Dangerous Goods by Inland Waterway (ADN) </w:t>
            </w:r>
            <w:r>
              <w:t>(</w:t>
            </w:r>
            <w:r w:rsidR="00C16855">
              <w:t>twentieth</w:t>
            </w:r>
            <w:r>
              <w:t xml:space="preserve"> </w:t>
            </w:r>
            <w:r w:rsidRPr="00A7680B">
              <w:t>session)</w:t>
            </w:r>
            <w:r>
              <w:t xml:space="preserve"> </w:t>
            </w:r>
          </w:p>
        </w:tc>
      </w:tr>
      <w:tr w:rsidR="00E77300" w:rsidRPr="008D0570" w:rsidTr="00D05EB8">
        <w:trPr>
          <w:cantSplit/>
          <w:trHeight w:val="207"/>
        </w:trPr>
        <w:tc>
          <w:tcPr>
            <w:tcW w:w="2152" w:type="dxa"/>
            <w:shd w:val="clear" w:color="auto" w:fill="auto"/>
          </w:tcPr>
          <w:p w:rsidR="00E77300" w:rsidRDefault="00C16855" w:rsidP="00C16855">
            <w:pPr>
              <w:spacing w:before="40" w:after="120"/>
              <w:ind w:right="113"/>
            </w:pPr>
            <w:r>
              <w:lastRenderedPageBreak/>
              <w:t>29</w:t>
            </w:r>
            <w:r w:rsidR="00226E2B">
              <w:t>-</w:t>
            </w:r>
            <w:r>
              <w:t>31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77300" w:rsidRDefault="00C16855" w:rsidP="00A47899">
            <w:pPr>
              <w:spacing w:before="40" w:after="120"/>
              <w:ind w:right="113"/>
            </w:pPr>
            <w:r w:rsidRPr="00C16855">
              <w:t>Group of Experts on Benchmarking Transport Infrastructure Construction Costs (WP.5/GE.4)</w:t>
            </w:r>
            <w:r>
              <w:t xml:space="preserve"> (fifth session)</w:t>
            </w:r>
          </w:p>
        </w:tc>
      </w:tr>
      <w:tr w:rsidR="00A20F69" w:rsidRPr="008D0570" w:rsidTr="00D05EB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A20F69" w:rsidRPr="00C12CF9" w:rsidRDefault="00A20F69" w:rsidP="009766BF">
            <w:pPr>
              <w:pStyle w:val="H1G"/>
            </w:pPr>
            <w:r w:rsidRPr="00C96DC6">
              <w:t>February</w:t>
            </w:r>
          </w:p>
        </w:tc>
      </w:tr>
      <w:tr w:rsidR="00C16855" w:rsidRPr="00C12CF9" w:rsidTr="00D05EB8">
        <w:trPr>
          <w:cantSplit/>
        </w:trPr>
        <w:tc>
          <w:tcPr>
            <w:tcW w:w="2152" w:type="dxa"/>
            <w:shd w:val="clear" w:color="auto" w:fill="auto"/>
          </w:tcPr>
          <w:p w:rsidR="00C16855" w:rsidRDefault="00C16855" w:rsidP="00C16855">
            <w:pPr>
              <w:spacing w:before="40" w:after="120"/>
              <w:ind w:right="113"/>
            </w:pPr>
            <w:r>
              <w:t>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16855" w:rsidRPr="00C12CF9" w:rsidRDefault="00C16855" w:rsidP="00FB18E8">
            <w:pPr>
              <w:spacing w:before="40" w:after="120"/>
              <w:ind w:right="113"/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 xml:space="preserve">) </w:t>
            </w:r>
            <w:r w:rsidRPr="00FB18E8">
              <w:t>(</w:t>
            </w:r>
            <w:r w:rsidR="00FB18E8" w:rsidRPr="00FB18E8">
              <w:t>seventy-sixth s</w:t>
            </w:r>
            <w:r w:rsidRPr="00FB18E8">
              <w:t>ession)</w:t>
            </w:r>
          </w:p>
        </w:tc>
      </w:tr>
      <w:tr w:rsidR="00C16855" w:rsidRPr="00C12CF9" w:rsidTr="00D05EB8">
        <w:trPr>
          <w:cantSplit/>
        </w:trPr>
        <w:tc>
          <w:tcPr>
            <w:tcW w:w="2152" w:type="dxa"/>
            <w:shd w:val="clear" w:color="auto" w:fill="auto"/>
          </w:tcPr>
          <w:p w:rsidR="00C16855" w:rsidRDefault="00C16855" w:rsidP="00C16855">
            <w:pPr>
              <w:spacing w:before="40" w:after="120"/>
              <w:ind w:right="113"/>
            </w:pPr>
            <w:r>
              <w:t>6</w:t>
            </w:r>
            <w:r w:rsidR="00226E2B">
              <w:t>-</w:t>
            </w:r>
            <w:r>
              <w:t>7 and 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16855" w:rsidRDefault="00C16855" w:rsidP="00841AA6">
            <w:pPr>
              <w:spacing w:before="40" w:after="120"/>
              <w:ind w:right="113"/>
            </w:pPr>
            <w:r>
              <w:t xml:space="preserve">Working </w:t>
            </w:r>
            <w:r w:rsidRPr="00C12CF9">
              <w:t xml:space="preserve">Party on </w:t>
            </w:r>
            <w:r>
              <w:t xml:space="preserve">Customs Questions affecting Transport (WP.30) </w:t>
            </w:r>
            <w:r w:rsidRPr="00C12CF9">
              <w:t>(</w:t>
            </w:r>
            <w:r>
              <w:t>one-hundred</w:t>
            </w:r>
            <w:r w:rsidR="00E932B8">
              <w:t>-</w:t>
            </w:r>
            <w:r>
              <w:t xml:space="preserve"> and</w:t>
            </w:r>
            <w:r w:rsidR="00E932B8">
              <w:t>-</w:t>
            </w:r>
            <w:r>
              <w:t xml:space="preserve"> forty-eighth </w:t>
            </w:r>
            <w:r w:rsidRPr="00C12CF9">
              <w:t>session)</w:t>
            </w:r>
          </w:p>
        </w:tc>
      </w:tr>
      <w:tr w:rsidR="00C16855" w:rsidRPr="00C12CF9" w:rsidTr="00D05EB8">
        <w:trPr>
          <w:cantSplit/>
        </w:trPr>
        <w:tc>
          <w:tcPr>
            <w:tcW w:w="2152" w:type="dxa"/>
            <w:shd w:val="clear" w:color="auto" w:fill="auto"/>
          </w:tcPr>
          <w:p w:rsidR="00C16855" w:rsidRDefault="00C16855" w:rsidP="00C16855">
            <w:pPr>
              <w:spacing w:before="40" w:after="120"/>
              <w:ind w:right="113"/>
            </w:pPr>
            <w:r>
              <w:t>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16855" w:rsidRDefault="00C16855" w:rsidP="00FB18E8">
            <w:pPr>
              <w:spacing w:before="40" w:after="120"/>
              <w:ind w:right="113"/>
            </w:pPr>
            <w:r>
              <w:t>Administrative Committee for the TIR Convention (WP.30/AC.2) (sixty-</w:t>
            </w:r>
            <w:r w:rsidR="00FB18E8">
              <w:t>eighth</w:t>
            </w:r>
            <w:r>
              <w:t xml:space="preserve"> session)</w:t>
            </w:r>
          </w:p>
        </w:tc>
      </w:tr>
      <w:tr w:rsidR="00C16855" w:rsidRPr="00C12CF9" w:rsidTr="00D05EB8">
        <w:trPr>
          <w:cantSplit/>
        </w:trPr>
        <w:tc>
          <w:tcPr>
            <w:tcW w:w="2152" w:type="dxa"/>
            <w:shd w:val="clear" w:color="auto" w:fill="auto"/>
          </w:tcPr>
          <w:p w:rsidR="00C16855" w:rsidRPr="008D0570" w:rsidRDefault="00C16855" w:rsidP="00D05EB8">
            <w:pPr>
              <w:spacing w:before="40" w:after="120"/>
              <w:ind w:right="113"/>
            </w:pPr>
            <w:r>
              <w:t>12 (</w:t>
            </w:r>
            <w:r w:rsidR="0082116A">
              <w:t>p.m.</w:t>
            </w:r>
            <w:r>
              <w:t>)</w:t>
            </w:r>
            <w:r w:rsidR="00691AF1">
              <w:t xml:space="preserve"> </w:t>
            </w:r>
            <w:r w:rsidR="00226E2B">
              <w:t>-</w:t>
            </w:r>
            <w:r w:rsidR="00691AF1">
              <w:t xml:space="preserve"> </w:t>
            </w:r>
            <w:r>
              <w:t>16 (</w:t>
            </w:r>
            <w:r w:rsidR="0082116A">
              <w:t>a.m.</w:t>
            </w:r>
            <w: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16855" w:rsidRPr="008D0570" w:rsidRDefault="00C16855" w:rsidP="00C16855">
            <w:pPr>
              <w:spacing w:before="40" w:after="120"/>
              <w:ind w:right="113"/>
            </w:pPr>
            <w:r w:rsidRPr="003C11B2">
              <w:t>Working Party on Brakes and Running Gear (GRRF) (</w:t>
            </w:r>
            <w:r>
              <w:t xml:space="preserve">eighty-fifth </w:t>
            </w:r>
            <w:r w:rsidRPr="003C11B2">
              <w:t>session)</w:t>
            </w:r>
          </w:p>
        </w:tc>
      </w:tr>
      <w:tr w:rsidR="00C16855" w:rsidRPr="00C12CF9" w:rsidTr="00D05EB8">
        <w:trPr>
          <w:cantSplit/>
        </w:trPr>
        <w:tc>
          <w:tcPr>
            <w:tcW w:w="2152" w:type="dxa"/>
            <w:shd w:val="clear" w:color="auto" w:fill="auto"/>
          </w:tcPr>
          <w:p w:rsidR="00C16855" w:rsidRPr="008D0570" w:rsidRDefault="00C16855" w:rsidP="00D05EB8">
            <w:pPr>
              <w:spacing w:before="40" w:after="120"/>
              <w:ind w:right="113"/>
            </w:pPr>
            <w:r>
              <w:t>1</w:t>
            </w:r>
            <w:r w:rsidR="005419F1">
              <w:t>4</w:t>
            </w:r>
            <w:r w:rsidR="00226E2B">
              <w:t>-</w:t>
            </w:r>
            <w:r>
              <w:t>1</w:t>
            </w:r>
            <w:r w:rsidR="005419F1">
              <w:t>6 (</w:t>
            </w:r>
            <w:r w:rsidR="0082116A">
              <w:t>a.m.</w:t>
            </w:r>
            <w:r w:rsidR="005419F1"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16855" w:rsidRPr="008D0570" w:rsidRDefault="00C16855" w:rsidP="005419F1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Navigation) </w:t>
            </w:r>
            <w:r>
              <w:t xml:space="preserve">(SC.3/WP.3) </w:t>
            </w:r>
            <w:r w:rsidRPr="00A7680B">
              <w:t>(</w:t>
            </w:r>
            <w:r>
              <w:t>fift</w:t>
            </w:r>
            <w:r w:rsidR="005419F1">
              <w:t>y-second</w:t>
            </w:r>
            <w:r>
              <w:t xml:space="preserve"> session </w:t>
            </w:r>
            <w:r w:rsidRPr="00A7680B">
              <w:t>session)</w:t>
            </w:r>
          </w:p>
        </w:tc>
      </w:tr>
      <w:tr w:rsidR="005419F1" w:rsidRPr="00C12CF9" w:rsidTr="00D05EB8">
        <w:trPr>
          <w:cantSplit/>
        </w:trPr>
        <w:tc>
          <w:tcPr>
            <w:tcW w:w="2152" w:type="dxa"/>
            <w:shd w:val="clear" w:color="auto" w:fill="auto"/>
          </w:tcPr>
          <w:p w:rsidR="005419F1" w:rsidRPr="006F1C27" w:rsidRDefault="005419F1" w:rsidP="005419F1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t>15</w:t>
            </w:r>
            <w:r w:rsidR="00226E2B">
              <w:t>-</w:t>
            </w:r>
            <w:r>
              <w:t>16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5419F1" w:rsidRPr="006F1C27" w:rsidRDefault="005419F1" w:rsidP="005419F1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4F6B35">
              <w:rPr>
                <w:color w:val="000000"/>
                <w:szCs w:val="24"/>
                <w:lang w:val="en-US"/>
              </w:rPr>
              <w:t>Group of Experts on Road Signs and Signals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>
              <w:t xml:space="preserve">(WP.1/GE.2) </w:t>
            </w:r>
            <w:r>
              <w:rPr>
                <w:color w:val="000000"/>
                <w:szCs w:val="24"/>
                <w:lang w:val="en-US"/>
              </w:rPr>
              <w:t>(</w:t>
            </w:r>
            <w:r w:rsidRPr="00A47899">
              <w:t>fourteenth</w:t>
            </w:r>
            <w:r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C16855" w:rsidRPr="00C12CF9" w:rsidTr="00D05EB8">
        <w:trPr>
          <w:cantSplit/>
        </w:trPr>
        <w:tc>
          <w:tcPr>
            <w:tcW w:w="2152" w:type="dxa"/>
            <w:shd w:val="clear" w:color="auto" w:fill="auto"/>
          </w:tcPr>
          <w:p w:rsidR="00C16855" w:rsidRDefault="005419F1" w:rsidP="005419F1">
            <w:pPr>
              <w:spacing w:before="40" w:after="120"/>
              <w:ind w:right="113"/>
            </w:pPr>
            <w:r>
              <w:t>19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16855" w:rsidRDefault="00C16855" w:rsidP="00B21C16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Group of Experts of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 xml:space="preserve">the European Agreement Concerning the Work of Crews of Vehicles Engaged in International Road Transport (AETR) </w:t>
            </w:r>
            <w:r w:rsidRPr="00D05F88">
              <w:rPr>
                <w:color w:val="000000"/>
                <w:szCs w:val="24"/>
              </w:rPr>
              <w:t>(SC.1/</w:t>
            </w:r>
            <w:r>
              <w:rPr>
                <w:color w:val="000000"/>
                <w:szCs w:val="24"/>
              </w:rPr>
              <w:t>GE.21)</w:t>
            </w:r>
            <w:r w:rsidRPr="00D05F88">
              <w:rPr>
                <w:color w:val="000000"/>
                <w:szCs w:val="24"/>
              </w:rPr>
              <w:t xml:space="preserve"> </w:t>
            </w:r>
            <w:r w:rsidRPr="00B21C16">
              <w:rPr>
                <w:color w:val="000000"/>
                <w:szCs w:val="24"/>
                <w:lang w:val="en-US"/>
              </w:rPr>
              <w:t>(</w:t>
            </w:r>
            <w:r w:rsidR="00B21C16">
              <w:rPr>
                <w:color w:val="000000"/>
                <w:szCs w:val="24"/>
                <w:lang w:val="en-US"/>
              </w:rPr>
              <w:t>s</w:t>
            </w:r>
            <w:r w:rsidR="00B21C16" w:rsidRPr="00B21C16">
              <w:rPr>
                <w:color w:val="000000"/>
                <w:szCs w:val="24"/>
                <w:lang w:val="en-US"/>
              </w:rPr>
              <w:t xml:space="preserve">eventeenth </w:t>
            </w:r>
            <w:r w:rsidRPr="00B21C16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C16855" w:rsidRPr="00C12CF9" w:rsidTr="00D05EB8">
        <w:trPr>
          <w:cantSplit/>
        </w:trPr>
        <w:tc>
          <w:tcPr>
            <w:tcW w:w="2152" w:type="dxa"/>
            <w:shd w:val="clear" w:color="auto" w:fill="auto"/>
          </w:tcPr>
          <w:p w:rsidR="00C16855" w:rsidRPr="008D0570" w:rsidRDefault="005419F1" w:rsidP="005419F1">
            <w:pPr>
              <w:spacing w:before="40" w:after="120"/>
              <w:ind w:right="113"/>
            </w:pPr>
            <w:r>
              <w:t>19</w:t>
            </w:r>
            <w:r w:rsidR="00C16855"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16855" w:rsidRPr="008D0570" w:rsidRDefault="00C16855" w:rsidP="009766BF">
            <w:pPr>
              <w:spacing w:before="40" w:after="120"/>
              <w:ind w:right="113"/>
            </w:pPr>
            <w:r w:rsidRPr="00A7680B">
              <w:t>Bureau of the Inland Transport Committee</w:t>
            </w:r>
          </w:p>
        </w:tc>
      </w:tr>
      <w:tr w:rsidR="00C16855" w:rsidRPr="00C12CF9" w:rsidTr="00D05EB8">
        <w:trPr>
          <w:cantSplit/>
        </w:trPr>
        <w:tc>
          <w:tcPr>
            <w:tcW w:w="2152" w:type="dxa"/>
            <w:shd w:val="clear" w:color="auto" w:fill="auto"/>
          </w:tcPr>
          <w:p w:rsidR="00C16855" w:rsidRPr="00A7680B" w:rsidRDefault="00C16855" w:rsidP="00D05EB8">
            <w:pPr>
              <w:spacing w:before="40" w:after="120"/>
              <w:ind w:right="113"/>
            </w:pPr>
            <w:r>
              <w:t>2</w:t>
            </w:r>
            <w:r w:rsidR="005419F1">
              <w:t>0</w:t>
            </w:r>
            <w:r w:rsidR="00226E2B">
              <w:t>-</w:t>
            </w:r>
            <w:r>
              <w:t>2</w:t>
            </w:r>
            <w:r w:rsidR="005419F1">
              <w:t>3</w:t>
            </w:r>
            <w:r>
              <w:t xml:space="preserve"> (</w:t>
            </w:r>
            <w:r w:rsidR="0082116A">
              <w:t>a.m.</w:t>
            </w:r>
            <w:r>
              <w:t xml:space="preserve">)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16855" w:rsidRPr="00A7680B" w:rsidRDefault="00C16855" w:rsidP="005419F1">
            <w:pPr>
              <w:spacing w:before="40" w:after="120"/>
              <w:ind w:right="113"/>
            </w:pPr>
            <w:r w:rsidRPr="00A7680B">
              <w:t xml:space="preserve">Inland Transport Committee </w:t>
            </w:r>
            <w:r>
              <w:t xml:space="preserve">(ITC) </w:t>
            </w:r>
            <w:r w:rsidRPr="00A7680B">
              <w:t>(</w:t>
            </w:r>
            <w:r w:rsidR="005419F1">
              <w:t xml:space="preserve">eightieth </w:t>
            </w:r>
            <w:r w:rsidRPr="00A7680B">
              <w:t>session)</w:t>
            </w:r>
          </w:p>
        </w:tc>
      </w:tr>
      <w:tr w:rsidR="00C16855" w:rsidRPr="00C12CF9" w:rsidTr="00D05EB8">
        <w:trPr>
          <w:cantSplit/>
        </w:trPr>
        <w:tc>
          <w:tcPr>
            <w:tcW w:w="2152" w:type="dxa"/>
            <w:shd w:val="clear" w:color="auto" w:fill="auto"/>
          </w:tcPr>
          <w:p w:rsidR="00C16855" w:rsidRPr="008D0570" w:rsidRDefault="00C16855" w:rsidP="00D05EB8">
            <w:pPr>
              <w:spacing w:before="40" w:after="120"/>
              <w:ind w:right="113"/>
            </w:pPr>
            <w:r>
              <w:t>2</w:t>
            </w:r>
            <w:r w:rsidR="005419F1">
              <w:t>3</w:t>
            </w:r>
            <w:r>
              <w:t xml:space="preserve"> (</w:t>
            </w:r>
            <w:r w:rsidR="0082116A">
              <w:t>p.m.</w:t>
            </w:r>
            <w: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16855" w:rsidRPr="008D0570" w:rsidRDefault="00C16855" w:rsidP="009766BF">
            <w:pPr>
              <w:spacing w:before="40" w:after="120"/>
              <w:ind w:right="113"/>
            </w:pPr>
            <w:r>
              <w:t>Bureau of the Inland Transport Committee</w:t>
            </w:r>
          </w:p>
        </w:tc>
      </w:tr>
      <w:tr w:rsidR="00C16855" w:rsidRPr="008D0570" w:rsidTr="00D05EB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C16855" w:rsidRDefault="00C16855" w:rsidP="009766BF">
            <w:pPr>
              <w:pStyle w:val="H1G"/>
            </w:pPr>
            <w:r>
              <w:t>March</w:t>
            </w:r>
          </w:p>
        </w:tc>
      </w:tr>
      <w:tr w:rsidR="00C16855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16855" w:rsidRPr="008D0570" w:rsidRDefault="00C16855" w:rsidP="005419F1">
            <w:pPr>
              <w:spacing w:before="40" w:after="120"/>
              <w:ind w:right="113"/>
            </w:pPr>
            <w:r>
              <w:t>1</w:t>
            </w:r>
            <w:r w:rsidR="005419F1">
              <w:t>2</w:t>
            </w:r>
          </w:p>
        </w:tc>
        <w:tc>
          <w:tcPr>
            <w:tcW w:w="5160" w:type="dxa"/>
            <w:shd w:val="clear" w:color="auto" w:fill="auto"/>
          </w:tcPr>
          <w:p w:rsidR="00C16855" w:rsidRPr="008D0570" w:rsidRDefault="00C16855" w:rsidP="005419F1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one-hundred-and-twenty-</w:t>
            </w:r>
            <w:r w:rsidR="005419F1">
              <w:t>sixth</w:t>
            </w:r>
            <w:r>
              <w:t xml:space="preserve"> </w:t>
            </w:r>
            <w:r w:rsidRPr="003C11B2">
              <w:t>session)</w:t>
            </w:r>
          </w:p>
        </w:tc>
      </w:tr>
      <w:tr w:rsidR="005419F1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5419F1" w:rsidRPr="008D0570" w:rsidRDefault="005419F1" w:rsidP="005419F1">
            <w:pPr>
              <w:spacing w:before="40" w:after="120"/>
              <w:ind w:right="113"/>
            </w:pPr>
            <w:r>
              <w:t>12</w:t>
            </w:r>
            <w:r w:rsidR="00226E2B">
              <w:t>-</w:t>
            </w:r>
            <w:r>
              <w:t>16</w:t>
            </w:r>
          </w:p>
        </w:tc>
        <w:tc>
          <w:tcPr>
            <w:tcW w:w="5160" w:type="dxa"/>
            <w:shd w:val="clear" w:color="auto" w:fill="auto"/>
          </w:tcPr>
          <w:p w:rsidR="005419F1" w:rsidRPr="008D0570" w:rsidRDefault="005419F1" w:rsidP="005419F1">
            <w:pPr>
              <w:spacing w:before="40" w:after="120"/>
              <w:ind w:right="113"/>
            </w:pPr>
            <w:r w:rsidRPr="00A7680B">
              <w:t>Joint Meeting of the Working Party on the Transport of Dangerous Goods and the RID Safety Committee (WP.15/AC.1) (</w:t>
            </w:r>
            <w:r w:rsidRPr="006F1C27">
              <w:rPr>
                <w:u w:val="single"/>
              </w:rPr>
              <w:t>to be held in Bern</w:t>
            </w:r>
            <w:r w:rsidRPr="00A7680B">
              <w:t>)</w:t>
            </w:r>
            <w:r>
              <w:t>. (</w:t>
            </w:r>
            <w:r w:rsidRPr="00E932B8">
              <w:rPr>
                <w:u w:val="single"/>
              </w:rPr>
              <w:t>No interpretation on 16 March</w:t>
            </w:r>
            <w:r>
              <w:t>)</w:t>
            </w:r>
          </w:p>
        </w:tc>
      </w:tr>
      <w:tr w:rsidR="00C16855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16855" w:rsidRPr="008D0570" w:rsidRDefault="00C16855" w:rsidP="005419F1">
            <w:pPr>
              <w:spacing w:before="40" w:after="120"/>
              <w:ind w:right="113"/>
            </w:pPr>
            <w:r>
              <w:t>1</w:t>
            </w:r>
            <w:r w:rsidR="005419F1">
              <w:t>3</w:t>
            </w:r>
            <w:r w:rsidR="00226E2B">
              <w:t>-</w:t>
            </w:r>
            <w:r w:rsidRPr="003C11B2">
              <w:t>1</w:t>
            </w:r>
            <w:r w:rsidR="005419F1">
              <w:t>6</w:t>
            </w:r>
            <w:r>
              <w:t xml:space="preserve"> </w:t>
            </w:r>
          </w:p>
        </w:tc>
        <w:tc>
          <w:tcPr>
            <w:tcW w:w="5160" w:type="dxa"/>
            <w:shd w:val="clear" w:color="auto" w:fill="auto"/>
          </w:tcPr>
          <w:p w:rsidR="00C16855" w:rsidRPr="008D0570" w:rsidRDefault="00C16855" w:rsidP="005419F1">
            <w:pPr>
              <w:spacing w:before="40" w:after="120"/>
              <w:ind w:right="113"/>
            </w:pPr>
            <w:r w:rsidRPr="003C11B2">
              <w:t>World Forum for Harmonization of</w:t>
            </w:r>
            <w:r>
              <w:t xml:space="preserve"> Vehicle Regulations (WP.29) (one-hundred-and-seventy-</w:t>
            </w:r>
            <w:r w:rsidR="005419F1">
              <w:t>fourth</w:t>
            </w:r>
            <w:r>
              <w:t xml:space="preserve"> </w:t>
            </w:r>
            <w:r w:rsidRPr="003C11B2">
              <w:t>session)</w:t>
            </w:r>
            <w:r>
              <w:t>.</w:t>
            </w:r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DA0D31">
              <w:rPr>
                <w:bCs/>
                <w:color w:val="000000"/>
                <w:lang w:eastAsia="en-GB"/>
              </w:rPr>
              <w:t xml:space="preserve">Administrative Committee of the 1958 Agreement (AC.1), Executive </w:t>
            </w:r>
            <w:r w:rsidRPr="00A47899">
              <w:t>Committee</w:t>
            </w:r>
            <w:r w:rsidRPr="00DA0D31">
              <w:rPr>
                <w:bCs/>
                <w:color w:val="000000"/>
                <w:lang w:eastAsia="en-GB"/>
              </w:rPr>
              <w:t xml:space="preserve"> of the 1998 Agreement (AC.3) and Administrative Committee of the 1997 Agreement (AC.4)</w:t>
            </w:r>
          </w:p>
        </w:tc>
      </w:tr>
      <w:tr w:rsidR="00C16855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16855" w:rsidRDefault="005419F1" w:rsidP="005419F1">
            <w:pPr>
              <w:spacing w:before="40" w:after="120"/>
              <w:ind w:right="113"/>
            </w:pPr>
            <w:r>
              <w:t>19</w:t>
            </w:r>
            <w:r w:rsidR="00226E2B">
              <w:t>-</w:t>
            </w:r>
            <w:r w:rsidR="00C16855">
              <w:t>2</w:t>
            </w:r>
            <w:r>
              <w:t>3</w:t>
            </w:r>
          </w:p>
        </w:tc>
        <w:tc>
          <w:tcPr>
            <w:tcW w:w="5160" w:type="dxa"/>
            <w:shd w:val="clear" w:color="auto" w:fill="auto"/>
          </w:tcPr>
          <w:p w:rsidR="00C16855" w:rsidRPr="00A7680B" w:rsidRDefault="005419F1" w:rsidP="005419F1">
            <w:pPr>
              <w:spacing w:before="40" w:after="120"/>
              <w:ind w:right="113"/>
            </w:pPr>
            <w:r>
              <w:t>Global Forum for</w:t>
            </w:r>
            <w:r w:rsidR="00C16855" w:rsidRPr="00A7680B">
              <w:t xml:space="preserve"> Road Traffic Safety (WP.1) (</w:t>
            </w:r>
            <w:r w:rsidR="00C16855">
              <w:t>seventy-</w:t>
            </w:r>
            <w:r>
              <w:t>seventh</w:t>
            </w:r>
            <w:r w:rsidR="00C16855">
              <w:t xml:space="preserve"> ses</w:t>
            </w:r>
            <w:r w:rsidR="00C16855" w:rsidRPr="00A7680B">
              <w:t>sion)</w:t>
            </w:r>
          </w:p>
        </w:tc>
      </w:tr>
      <w:tr w:rsidR="00D81C1A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D81C1A" w:rsidRDefault="00D81C1A" w:rsidP="005419F1">
            <w:pPr>
              <w:spacing w:before="40" w:after="120"/>
              <w:ind w:right="113"/>
            </w:pPr>
            <w:r>
              <w:t>27</w:t>
            </w:r>
          </w:p>
        </w:tc>
        <w:tc>
          <w:tcPr>
            <w:tcW w:w="5160" w:type="dxa"/>
            <w:shd w:val="clear" w:color="auto" w:fill="auto"/>
          </w:tcPr>
          <w:p w:rsidR="00D81C1A" w:rsidRDefault="00D81C1A" w:rsidP="005419F1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Bureau of the Inland Transport Committee</w:t>
            </w:r>
            <w:r w:rsidR="00E968EC">
              <w:rPr>
                <w:bCs/>
                <w:lang w:val="en-US"/>
              </w:rPr>
              <w:t xml:space="preserve"> (extraordinary meeting)</w:t>
            </w:r>
          </w:p>
        </w:tc>
      </w:tr>
      <w:tr w:rsidR="00C16855" w:rsidRPr="008D0570" w:rsidTr="00D05EB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C16855" w:rsidRPr="008D0570" w:rsidRDefault="00C16855" w:rsidP="009766BF">
            <w:pPr>
              <w:pStyle w:val="H1G"/>
            </w:pPr>
            <w:r w:rsidRPr="00C96DC6">
              <w:lastRenderedPageBreak/>
              <w:t>April</w:t>
            </w:r>
          </w:p>
        </w:tc>
      </w:tr>
      <w:tr w:rsidR="00D05EB8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D05EB8" w:rsidRPr="008D0570" w:rsidRDefault="00D05EB8" w:rsidP="00D05EB8">
            <w:pPr>
              <w:spacing w:before="40" w:after="120"/>
              <w:ind w:right="113"/>
            </w:pPr>
            <w:r>
              <w:t>4</w:t>
            </w:r>
            <w:r w:rsidR="00226E2B">
              <w:t>-</w:t>
            </w:r>
            <w:r>
              <w:t>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05EB8" w:rsidRPr="008D0570" w:rsidRDefault="00D05EB8" w:rsidP="00D05EB8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 xml:space="preserve">Working Party on Road Transport (SC.1) (one-hundred and </w:t>
            </w:r>
            <w:r w:rsidRPr="00A47899">
              <w:t>thirteenth</w:t>
            </w:r>
            <w:r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D05EB8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D05EB8" w:rsidRPr="008D0570" w:rsidRDefault="00D05EB8" w:rsidP="00D05EB8">
            <w:pPr>
              <w:spacing w:before="40" w:after="120"/>
              <w:ind w:right="113"/>
            </w:pPr>
            <w:r>
              <w:t>9 (</w:t>
            </w:r>
            <w:r w:rsidR="0082116A">
              <w:t>p.m.</w:t>
            </w:r>
            <w:r>
              <w:t>)</w:t>
            </w:r>
            <w:r w:rsidR="00691AF1">
              <w:t xml:space="preserve"> </w:t>
            </w:r>
            <w:r w:rsidR="00226E2B">
              <w:t>-</w:t>
            </w:r>
            <w:r w:rsidR="00691AF1">
              <w:t xml:space="preserve"> </w:t>
            </w:r>
            <w:r>
              <w:t>13 (</w:t>
            </w:r>
            <w:r w:rsidR="0082116A">
              <w:t>a.m.</w:t>
            </w:r>
            <w:r>
              <w:t xml:space="preserve">)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05EB8" w:rsidRPr="008D0570" w:rsidRDefault="00D05EB8" w:rsidP="00EC178B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General Safety Provisions</w:t>
            </w:r>
            <w:r w:rsidRPr="003C11B2">
              <w:t xml:space="preserve"> (GR</w:t>
            </w:r>
            <w:r>
              <w:t>SG</w:t>
            </w:r>
            <w:r w:rsidRPr="003C11B2">
              <w:t>) (</w:t>
            </w:r>
            <w:r>
              <w:t>one-hundred-and-</w:t>
            </w:r>
            <w:r w:rsidR="00E354A3">
              <w:t>fo</w:t>
            </w:r>
            <w:r w:rsidR="00EC178B">
              <w:t>urteenth</w:t>
            </w:r>
            <w:r w:rsidR="00A47899">
              <w:t xml:space="preserve"> </w:t>
            </w:r>
            <w:r>
              <w:t>session</w:t>
            </w:r>
            <w:r w:rsidRPr="003C11B2">
              <w:t>)</w:t>
            </w:r>
          </w:p>
        </w:tc>
      </w:tr>
      <w:tr w:rsidR="00D05EB8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D05EB8" w:rsidRPr="008D0570" w:rsidRDefault="00B6455C" w:rsidP="00F30CA5">
            <w:pPr>
              <w:spacing w:before="40" w:after="120"/>
              <w:ind w:right="113"/>
            </w:pPr>
            <w:r>
              <w:t>2</w:t>
            </w:r>
            <w:r w:rsidR="00D05EB8">
              <w:t>4</w:t>
            </w:r>
            <w:r w:rsidR="00226E2B">
              <w:t>-</w:t>
            </w:r>
            <w:r>
              <w:t>2</w:t>
            </w:r>
            <w:r w:rsidR="00D05EB8">
              <w:t>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05EB8" w:rsidRPr="008D0570" w:rsidRDefault="00D05EB8" w:rsidP="00CC3CB9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Lighting and Light-Signalling</w:t>
            </w:r>
            <w:r w:rsidRPr="003C11B2">
              <w:t xml:space="preserve"> (GR</w:t>
            </w:r>
            <w:r>
              <w:t>E</w:t>
            </w:r>
            <w:r w:rsidRPr="003C11B2">
              <w:t>) (</w:t>
            </w:r>
            <w:r>
              <w:t>seventy-</w:t>
            </w:r>
            <w:r w:rsidR="00CC3CB9">
              <w:t>ninth</w:t>
            </w:r>
            <w:r>
              <w:t xml:space="preserve"> </w:t>
            </w:r>
            <w:r w:rsidRPr="003C11B2">
              <w:t>session)</w:t>
            </w:r>
            <w:r>
              <w:t xml:space="preserve"> </w:t>
            </w:r>
          </w:p>
        </w:tc>
      </w:tr>
      <w:tr w:rsidR="00D05EB8" w:rsidRPr="008D0570" w:rsidTr="00D05EB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D05EB8" w:rsidRPr="006F1C27" w:rsidRDefault="00D05EB8" w:rsidP="009766BF">
            <w:pPr>
              <w:pStyle w:val="H1G"/>
              <w:rPr>
                <w:color w:val="000000"/>
                <w:szCs w:val="24"/>
                <w:lang w:val="en-US"/>
              </w:rPr>
            </w:pPr>
            <w:r w:rsidRPr="00C96DC6">
              <w:t>May</w:t>
            </w:r>
          </w:p>
        </w:tc>
      </w:tr>
      <w:tr w:rsidR="00D05EB8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D05EB8" w:rsidRDefault="00D05EB8" w:rsidP="00FB18E8">
            <w:pPr>
              <w:spacing w:before="40" w:after="120"/>
              <w:ind w:right="113"/>
            </w:pPr>
            <w:r>
              <w:t>1</w:t>
            </w:r>
            <w:r w:rsidR="00226E2B">
              <w:t>-</w:t>
            </w:r>
            <w:r w:rsidR="00FB18E8">
              <w:t>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05EB8" w:rsidRDefault="00D05EB8" w:rsidP="00D05EB8">
            <w:pPr>
              <w:spacing w:before="40" w:after="120"/>
              <w:ind w:right="113"/>
            </w:pPr>
            <w:r w:rsidRPr="00F30CA5">
              <w:t>Group of Experts on Benchmarking Transport Infrastructure Construction Costs (WP.5/GE.4)</w:t>
            </w:r>
            <w:r>
              <w:t xml:space="preserve"> (sixth session)</w:t>
            </w:r>
          </w:p>
        </w:tc>
      </w:tr>
      <w:tr w:rsidR="00D05EB8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D05EB8" w:rsidRPr="008D0570" w:rsidRDefault="00D05EB8" w:rsidP="00D05EB8">
            <w:pPr>
              <w:spacing w:before="40" w:after="120"/>
              <w:ind w:right="113"/>
            </w:pPr>
            <w:r>
              <w:t>14</w:t>
            </w:r>
            <w:r w:rsidR="00226E2B">
              <w:t>-</w:t>
            </w:r>
            <w:r>
              <w:t xml:space="preserve">18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05EB8" w:rsidRPr="008D0570" w:rsidRDefault="00D05EB8" w:rsidP="00D05EB8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the Transport of Dangerous Goods (WP.15) (</w:t>
            </w:r>
            <w:r w:rsidR="006265CA">
              <w:rPr>
                <w:color w:val="000000"/>
                <w:szCs w:val="24"/>
                <w:lang w:val="en-US"/>
              </w:rPr>
              <w:t>one-</w:t>
            </w:r>
            <w:r>
              <w:rPr>
                <w:color w:val="000000"/>
                <w:szCs w:val="24"/>
                <w:lang w:val="en-US"/>
              </w:rPr>
              <w:t>hu</w:t>
            </w:r>
            <w:r w:rsidRPr="006F1C27">
              <w:rPr>
                <w:color w:val="000000"/>
                <w:szCs w:val="24"/>
                <w:lang w:val="en-US"/>
              </w:rPr>
              <w:t>n</w:t>
            </w:r>
            <w:r w:rsidR="006265CA">
              <w:rPr>
                <w:color w:val="000000"/>
                <w:szCs w:val="24"/>
                <w:lang w:val="en-US"/>
              </w:rPr>
              <w:t>dred-and-</w:t>
            </w:r>
            <w:r>
              <w:rPr>
                <w:color w:val="000000"/>
                <w:szCs w:val="24"/>
                <w:lang w:val="en-US"/>
              </w:rPr>
              <w:t>fourth</w:t>
            </w:r>
            <w:r w:rsidRPr="006F1C27">
              <w:rPr>
                <w:color w:val="000000"/>
                <w:szCs w:val="24"/>
                <w:lang w:val="en-US"/>
              </w:rPr>
              <w:t xml:space="preserve"> </w:t>
            </w:r>
            <w:r w:rsidRPr="00A47899">
              <w:t>session</w:t>
            </w:r>
            <w:r w:rsidRPr="006F1C27"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D05EB8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D05EB8" w:rsidRPr="008D0570" w:rsidRDefault="00D05EB8" w:rsidP="00A47899">
            <w:r>
              <w:t>14 (</w:t>
            </w:r>
            <w:r w:rsidR="0082116A">
              <w:t>p.m.</w:t>
            </w:r>
            <w:r>
              <w:t>)</w:t>
            </w:r>
            <w:r w:rsidR="00691AF1">
              <w:t xml:space="preserve"> </w:t>
            </w:r>
            <w:r w:rsidR="00226E2B">
              <w:t>-</w:t>
            </w:r>
            <w:r w:rsidR="00691AF1">
              <w:t xml:space="preserve"> </w:t>
            </w:r>
            <w:r>
              <w:t>18 (</w:t>
            </w:r>
            <w:r w:rsidR="0082116A">
              <w:t>a.m.</w:t>
            </w:r>
            <w: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05EB8" w:rsidRPr="008D0570" w:rsidRDefault="00D05EB8" w:rsidP="00D05EB8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Working Party on </w:t>
            </w:r>
            <w:r w:rsidRPr="00A47899">
              <w:t>Passive</w:t>
            </w:r>
            <w:r w:rsidRPr="006F1C27">
              <w:rPr>
                <w:color w:val="000000"/>
                <w:szCs w:val="24"/>
                <w:lang w:val="en-US"/>
              </w:rPr>
              <w:t xml:space="preserve"> Safety (GRSP) (</w:t>
            </w:r>
            <w:r>
              <w:rPr>
                <w:color w:val="000000"/>
                <w:szCs w:val="24"/>
                <w:lang w:val="en-US"/>
              </w:rPr>
              <w:t>sixty-third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D05EB8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D05EB8" w:rsidRPr="006F1C27" w:rsidRDefault="00D05EB8" w:rsidP="00D05EB8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t>31</w:t>
            </w:r>
            <w:r w:rsidR="00226E2B">
              <w:t>-</w:t>
            </w:r>
            <w:r>
              <w:t>1 June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05EB8" w:rsidRPr="006F1C27" w:rsidRDefault="00D05EB8" w:rsidP="00D05EB8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4F6B35">
              <w:rPr>
                <w:color w:val="000000"/>
                <w:szCs w:val="24"/>
                <w:lang w:val="en-US"/>
              </w:rPr>
              <w:t>Group of Experts on Road Signs and Signals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>
              <w:t xml:space="preserve">(WP.1/GE.2) </w:t>
            </w:r>
            <w:r>
              <w:rPr>
                <w:color w:val="000000"/>
                <w:szCs w:val="24"/>
                <w:lang w:val="en-US"/>
              </w:rPr>
              <w:t xml:space="preserve">(fifteenth </w:t>
            </w:r>
            <w:r w:rsidRPr="00A47899">
              <w:t>session</w:t>
            </w:r>
            <w:r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D05EB8" w:rsidRPr="008D0570" w:rsidTr="00D05EB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D05EB8" w:rsidRPr="008D0570" w:rsidRDefault="00D05EB8" w:rsidP="009766BF">
            <w:pPr>
              <w:pStyle w:val="H1G"/>
            </w:pPr>
            <w:r w:rsidRPr="00C96DC6">
              <w:t>June</w:t>
            </w:r>
          </w:p>
        </w:tc>
      </w:tr>
      <w:tr w:rsidR="0099465C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99465C" w:rsidRPr="006F1C27" w:rsidRDefault="0099465C" w:rsidP="0099465C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465C" w:rsidRPr="003C11B2" w:rsidRDefault="0099465C" w:rsidP="00A91D75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Bureau of the Inland Transport Committee</w:t>
            </w:r>
          </w:p>
        </w:tc>
      </w:tr>
      <w:tr w:rsidR="0099465C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99465C" w:rsidRPr="006F1C27" w:rsidRDefault="0099465C" w:rsidP="0099465C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t>6</w:t>
            </w:r>
            <w:r w:rsidR="00226E2B">
              <w:t>-</w:t>
            </w:r>
            <w:r>
              <w:t>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465C" w:rsidRPr="006F1C27" w:rsidRDefault="0099465C" w:rsidP="0099465C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3C11B2">
              <w:t>Working Party on Pollution and Energy (GRPE) (s</w:t>
            </w:r>
            <w:r>
              <w:t>eventy-seventh session</w:t>
            </w:r>
            <w:r w:rsidRPr="003C11B2">
              <w:t>)</w:t>
            </w:r>
          </w:p>
        </w:tc>
      </w:tr>
      <w:tr w:rsidR="0099465C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99465C" w:rsidRPr="006F1C27" w:rsidRDefault="0099465C" w:rsidP="0099465C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>6</w:t>
            </w:r>
            <w:r w:rsidR="00226E2B">
              <w:t>-</w:t>
            </w:r>
            <w:r>
              <w:t>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465C" w:rsidRPr="003C11B2" w:rsidRDefault="0099465C" w:rsidP="0099465C">
            <w:pPr>
              <w:spacing w:before="40" w:after="120"/>
              <w:ind w:right="113"/>
            </w:pPr>
            <w:r w:rsidRPr="004F6B35">
              <w:t>Group of Experts</w:t>
            </w:r>
            <w:r w:rsidR="00A47899">
              <w:t xml:space="preserve"> </w:t>
            </w:r>
            <w:r w:rsidRPr="004F6B35">
              <w:t>towards Unified Railway Law (SC.2/GEURL)</w:t>
            </w:r>
            <w:r w:rsidR="006265CA">
              <w:t xml:space="preserve"> (seventeenth session</w:t>
            </w:r>
            <w:r>
              <w:t>)</w:t>
            </w:r>
          </w:p>
        </w:tc>
      </w:tr>
      <w:tr w:rsidR="0099465C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99465C" w:rsidRPr="006F1C27" w:rsidRDefault="0099465C" w:rsidP="0099465C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465C" w:rsidRPr="006F1C27" w:rsidRDefault="0099465C" w:rsidP="00FB18E8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 xml:space="preserve">) </w:t>
            </w:r>
            <w:r w:rsidRPr="00FB18E8">
              <w:t>(</w:t>
            </w:r>
            <w:r w:rsidR="00FB18E8" w:rsidRPr="00FB18E8">
              <w:t>seventy-seventh</w:t>
            </w:r>
            <w:r w:rsidRPr="00FB18E8">
              <w:t xml:space="preserve"> session)</w:t>
            </w:r>
          </w:p>
        </w:tc>
      </w:tr>
      <w:tr w:rsidR="0099465C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99465C" w:rsidRPr="008D0570" w:rsidRDefault="0099465C" w:rsidP="0099465C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t>12</w:t>
            </w:r>
            <w:r w:rsidR="00226E2B">
              <w:t>-</w:t>
            </w:r>
            <w:r>
              <w:rPr>
                <w:color w:val="000000"/>
                <w:szCs w:val="24"/>
              </w:rPr>
              <w:t xml:space="preserve">13 </w:t>
            </w:r>
            <w:r w:rsidR="00691AF1">
              <w:rPr>
                <w:color w:val="000000"/>
                <w:szCs w:val="24"/>
              </w:rPr>
              <w:t>(</w:t>
            </w:r>
            <w:r w:rsidR="0082116A">
              <w:rPr>
                <w:color w:val="000000"/>
                <w:szCs w:val="24"/>
              </w:rPr>
              <w:t>a.m.</w:t>
            </w:r>
            <w:r w:rsidR="00691AF1">
              <w:rPr>
                <w:color w:val="000000"/>
                <w:szCs w:val="24"/>
              </w:rPr>
              <w:t xml:space="preserve">) and </w:t>
            </w:r>
            <w:r>
              <w:t>14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465C" w:rsidRPr="008D0570" w:rsidRDefault="0099465C" w:rsidP="0099465C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Customs Questions affecting Transport (WP.30) (one-hundred-and-</w:t>
            </w:r>
            <w:r>
              <w:rPr>
                <w:color w:val="000000"/>
                <w:szCs w:val="24"/>
                <w:lang w:val="en-US"/>
              </w:rPr>
              <w:t xml:space="preserve">forty-ninth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99465C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99465C" w:rsidRDefault="0099465C" w:rsidP="0099465C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 (</w:t>
            </w:r>
            <w:r w:rsidR="0082116A">
              <w:rPr>
                <w:color w:val="000000"/>
                <w:szCs w:val="24"/>
              </w:rPr>
              <w:t>p.m.</w:t>
            </w:r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465C" w:rsidRPr="006F1C27" w:rsidRDefault="0099465C" w:rsidP="00FB18E8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99465C">
              <w:rPr>
                <w:color w:val="000000"/>
                <w:szCs w:val="24"/>
                <w:lang w:val="en-US"/>
              </w:rPr>
              <w:t xml:space="preserve">Administrative Committee for the International Convention on the </w:t>
            </w:r>
            <w:r w:rsidRPr="00A47899">
              <w:t>Harmonization</w:t>
            </w:r>
            <w:r w:rsidRPr="0099465C">
              <w:rPr>
                <w:color w:val="000000"/>
                <w:szCs w:val="24"/>
                <w:lang w:val="en-US"/>
              </w:rPr>
              <w:t xml:space="preserve"> of Frontier Controls of Goods, 1982</w:t>
            </w:r>
            <w:r w:rsidR="00841AA6">
              <w:rPr>
                <w:color w:val="000000"/>
                <w:szCs w:val="24"/>
                <w:lang w:val="en-US"/>
              </w:rPr>
              <w:t xml:space="preserve"> (WP.30/AC.3) </w:t>
            </w:r>
            <w:r w:rsidR="00841AA6" w:rsidRPr="00FB18E8">
              <w:rPr>
                <w:color w:val="000000"/>
                <w:szCs w:val="24"/>
                <w:lang w:val="en-US"/>
              </w:rPr>
              <w:t>(</w:t>
            </w:r>
            <w:r w:rsidR="00FB18E8" w:rsidRPr="00FB18E8">
              <w:rPr>
                <w:color w:val="000000"/>
                <w:szCs w:val="24"/>
                <w:lang w:val="en-US"/>
              </w:rPr>
              <w:t xml:space="preserve">eleventh </w:t>
            </w:r>
            <w:r w:rsidR="00841AA6" w:rsidRPr="00FB18E8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D05EB8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D05EB8" w:rsidRDefault="0099465C" w:rsidP="00A47899">
            <w:r>
              <w:t>12</w:t>
            </w:r>
            <w:r w:rsidR="00226E2B">
              <w:t>-</w:t>
            </w:r>
            <w:r>
              <w:t>14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05EB8" w:rsidRPr="008833D1" w:rsidRDefault="00D05EB8" w:rsidP="00A47899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Working Party on Transport Statistics (WP.6) (sixty-</w:t>
            </w:r>
            <w:r w:rsidR="0099465C">
              <w:t>ninth</w:t>
            </w:r>
            <w:r>
              <w:t xml:space="preserve"> session)</w:t>
            </w:r>
          </w:p>
        </w:tc>
      </w:tr>
      <w:tr w:rsidR="00D05EB8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D05EB8" w:rsidRPr="008D0570" w:rsidRDefault="00D05EB8" w:rsidP="0099465C">
            <w:pPr>
              <w:spacing w:before="40" w:after="120"/>
              <w:ind w:right="113"/>
            </w:pPr>
            <w:r>
              <w:t>1</w:t>
            </w:r>
            <w:r w:rsidR="0099465C">
              <w:t>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05EB8" w:rsidRPr="008D0570" w:rsidRDefault="00D05EB8" w:rsidP="0099465C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one-hundred-and-twenty-</w:t>
            </w:r>
            <w:r w:rsidR="0099465C">
              <w:t>seventh</w:t>
            </w:r>
            <w:r>
              <w:t xml:space="preserve"> </w:t>
            </w:r>
            <w:r w:rsidRPr="003C11B2">
              <w:t>session)</w:t>
            </w:r>
          </w:p>
        </w:tc>
      </w:tr>
      <w:tr w:rsidR="00D05EB8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D05EB8" w:rsidRPr="008D0570" w:rsidRDefault="00D05EB8" w:rsidP="0099465C">
            <w:pPr>
              <w:spacing w:before="40" w:after="120"/>
              <w:ind w:right="113"/>
            </w:pPr>
            <w:r>
              <w:lastRenderedPageBreak/>
              <w:br w:type="page"/>
            </w:r>
            <w:r w:rsidR="0099465C">
              <w:t>19</w:t>
            </w:r>
            <w:r w:rsidR="00226E2B">
              <w:t>-</w:t>
            </w:r>
            <w:r>
              <w:t>2</w:t>
            </w:r>
            <w:r w:rsidR="0099465C">
              <w:t>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05EB8" w:rsidRPr="008D0570" w:rsidRDefault="00D05EB8" w:rsidP="0099465C">
            <w:pPr>
              <w:spacing w:before="40" w:after="120"/>
              <w:ind w:right="113"/>
            </w:pPr>
            <w:r w:rsidRPr="003C11B2">
              <w:t>World Forum for Harmonization of Vehicle Regulations (WP.29) (one</w:t>
            </w:r>
            <w:r>
              <w:t>-</w:t>
            </w:r>
            <w:r w:rsidRPr="003C11B2">
              <w:t>hundred</w:t>
            </w:r>
            <w:r>
              <w:t>-</w:t>
            </w:r>
            <w:r w:rsidRPr="003C11B2">
              <w:t>and</w:t>
            </w:r>
            <w:r>
              <w:t>-seventy-</w:t>
            </w:r>
            <w:r w:rsidR="0099465C">
              <w:t>fifth</w:t>
            </w:r>
            <w:r>
              <w:t xml:space="preserve"> </w:t>
            </w:r>
            <w:r w:rsidRPr="003C11B2">
              <w:t>session)</w:t>
            </w:r>
            <w:r>
              <w:t xml:space="preserve">. </w:t>
            </w:r>
            <w:r w:rsidRPr="00DA0D31">
              <w:rPr>
                <w:bCs/>
                <w:color w:val="000000"/>
                <w:lang w:eastAsia="en-GB"/>
              </w:rPr>
              <w:t xml:space="preserve">Administrative Committee of the 1958 Agreement (AC.1), Executive Committee of the </w:t>
            </w:r>
            <w:r w:rsidRPr="00A47899">
              <w:t>1998</w:t>
            </w:r>
            <w:r w:rsidRPr="00DA0D31">
              <w:rPr>
                <w:bCs/>
                <w:color w:val="000000"/>
                <w:lang w:eastAsia="en-GB"/>
              </w:rPr>
              <w:t xml:space="preserve"> Agreement (AC.3) and Administrative Committee of the 1997 Agreement (AC.4)</w:t>
            </w:r>
          </w:p>
        </w:tc>
      </w:tr>
      <w:tr w:rsidR="00093E11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093E11" w:rsidRDefault="00093E11" w:rsidP="00093E11">
            <w:pPr>
              <w:spacing w:before="40" w:after="120"/>
              <w:ind w:right="113"/>
            </w:pPr>
            <w:r>
              <w:t>22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093E11" w:rsidRPr="006F1C27" w:rsidRDefault="00093E11" w:rsidP="00BD4510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>Group of Experts of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 xml:space="preserve">the European Agreement Concerning the Work of Crews of Vehicles </w:t>
            </w:r>
            <w:r w:rsidRPr="00A47899">
              <w:t>Engaged</w:t>
            </w:r>
            <w:r w:rsidRPr="006F1C27">
              <w:rPr>
                <w:color w:val="000000"/>
                <w:szCs w:val="24"/>
                <w:lang w:val="en-US"/>
              </w:rPr>
              <w:t xml:space="preserve"> in International Road Transport (AETR) </w:t>
            </w:r>
            <w:r w:rsidRPr="00D05F88">
              <w:rPr>
                <w:color w:val="000000"/>
                <w:szCs w:val="24"/>
              </w:rPr>
              <w:t>(SC.1/</w:t>
            </w:r>
            <w:r>
              <w:rPr>
                <w:color w:val="000000"/>
                <w:szCs w:val="24"/>
              </w:rPr>
              <w:t>GE.21</w:t>
            </w:r>
            <w:r w:rsidRPr="00D05F88">
              <w:rPr>
                <w:color w:val="000000"/>
                <w:szCs w:val="24"/>
              </w:rPr>
              <w:t xml:space="preserve">) </w:t>
            </w:r>
            <w:r w:rsidRPr="00FB18E8">
              <w:rPr>
                <w:color w:val="000000"/>
                <w:szCs w:val="24"/>
                <w:lang w:val="en-US"/>
              </w:rPr>
              <w:t>(</w:t>
            </w:r>
            <w:r w:rsidR="00BD4510" w:rsidRPr="00FB18E8">
              <w:rPr>
                <w:color w:val="000000"/>
                <w:szCs w:val="24"/>
                <w:lang w:val="en-US"/>
              </w:rPr>
              <w:t xml:space="preserve">eighteenth </w:t>
            </w:r>
            <w:r w:rsidRPr="00FB18E8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093E11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093E11" w:rsidRDefault="00093E11" w:rsidP="00B6455C">
            <w:r>
              <w:t>25</w:t>
            </w:r>
            <w:r w:rsidR="00226E2B">
              <w:t>-</w:t>
            </w:r>
            <w:r>
              <w:t>26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093E11" w:rsidRPr="006F1C27" w:rsidRDefault="00093E11" w:rsidP="00B6455C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B57DCB">
              <w:rPr>
                <w:color w:val="000000"/>
                <w:szCs w:val="24"/>
                <w:lang w:val="en-US"/>
              </w:rPr>
              <w:t>Group of Experts on Legal Aspects of Computerization of the TIR Procedure (WP.30/GE.2)</w:t>
            </w:r>
            <w:r>
              <w:rPr>
                <w:color w:val="000000"/>
                <w:szCs w:val="24"/>
                <w:lang w:val="en-US"/>
              </w:rPr>
              <w:t xml:space="preserve"> (</w:t>
            </w:r>
            <w:r w:rsidR="00B6455C">
              <w:rPr>
                <w:color w:val="000000"/>
                <w:szCs w:val="24"/>
                <w:lang w:val="en-US"/>
              </w:rPr>
              <w:t>seventeenth</w:t>
            </w:r>
            <w:r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093E11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093E11" w:rsidRDefault="00093E11" w:rsidP="00B6455C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25</w:t>
            </w:r>
            <w:r w:rsidR="00226E2B">
              <w:t>-</w:t>
            </w:r>
            <w:r>
              <w:rPr>
                <w:color w:val="000000"/>
                <w:szCs w:val="24"/>
                <w:lang w:val="en-US"/>
              </w:rPr>
              <w:t>4 (</w:t>
            </w:r>
            <w:r w:rsidR="0082116A">
              <w:rPr>
                <w:color w:val="000000"/>
                <w:szCs w:val="24"/>
                <w:lang w:val="en-US"/>
              </w:rPr>
              <w:t>a.m.</w:t>
            </w:r>
            <w:r>
              <w:rPr>
                <w:color w:val="000000"/>
                <w:szCs w:val="24"/>
                <w:lang w:val="en-US"/>
              </w:rPr>
              <w:t>) July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093E11" w:rsidRPr="003C11B2" w:rsidRDefault="00093E11" w:rsidP="00093E11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ECOSOC Sub-Committee of Experts on the Transport of Dangerous Goods </w:t>
            </w:r>
            <w:r w:rsidRPr="006F1C27">
              <w:rPr>
                <w:lang w:val="en-US"/>
              </w:rPr>
              <w:t>(ST/</w:t>
            </w:r>
            <w:r w:rsidRPr="00A47899">
              <w:t>SG</w:t>
            </w:r>
            <w:r w:rsidRPr="006F1C27">
              <w:rPr>
                <w:lang w:val="en-US"/>
              </w:rPr>
              <w:t>/AC.10/C.3)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3"/>
            </w:r>
            <w:r>
              <w:rPr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(</w:t>
            </w:r>
            <w:r>
              <w:rPr>
                <w:color w:val="000000"/>
                <w:szCs w:val="24"/>
                <w:lang w:val="en-US"/>
              </w:rPr>
              <w:t xml:space="preserve">fifty-third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99465C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99465C" w:rsidRPr="008D0570" w:rsidRDefault="00093E11" w:rsidP="00093E11">
            <w:pPr>
              <w:spacing w:before="40" w:after="120"/>
              <w:ind w:right="113"/>
            </w:pPr>
            <w:r>
              <w:t>27</w:t>
            </w:r>
            <w:r w:rsidR="00226E2B">
              <w:t>-</w:t>
            </w:r>
            <w:r>
              <w:t>29 (</w:t>
            </w:r>
            <w:r w:rsidR="0082116A">
              <w:t>a.m.</w:t>
            </w:r>
            <w: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465C" w:rsidRPr="008D0570" w:rsidRDefault="0099465C" w:rsidP="00841AA6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Navigation) </w:t>
            </w:r>
            <w:r>
              <w:t xml:space="preserve">(SC.3/WP.3) </w:t>
            </w:r>
            <w:r w:rsidRPr="00A7680B">
              <w:t>(</w:t>
            </w:r>
            <w:r>
              <w:t>fifty-</w:t>
            </w:r>
            <w:r w:rsidR="00841AA6">
              <w:t>third</w:t>
            </w:r>
            <w:r>
              <w:t xml:space="preserve"> </w:t>
            </w:r>
            <w:r w:rsidRPr="00A7680B">
              <w:t>session)</w:t>
            </w:r>
            <w:r>
              <w:t xml:space="preserve"> </w:t>
            </w:r>
          </w:p>
        </w:tc>
      </w:tr>
      <w:tr w:rsidR="00093E11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093E11" w:rsidRDefault="00093E11" w:rsidP="00093E11">
            <w:pPr>
              <w:spacing w:before="40" w:after="120"/>
              <w:ind w:right="113"/>
            </w:pPr>
            <w:r>
              <w:t>28</w:t>
            </w:r>
            <w:r w:rsidR="00226E2B">
              <w:t>-</w:t>
            </w:r>
            <w:r>
              <w:t>29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093E11" w:rsidRPr="00A7680B" w:rsidRDefault="00093E11" w:rsidP="00093E11">
            <w:pPr>
              <w:spacing w:before="40" w:after="120"/>
              <w:ind w:right="113"/>
            </w:pPr>
            <w:r w:rsidRPr="0044074D">
              <w:t>Group of Experts on Climate Change Impacts and adaptation for transport networks and nodes (WP.5/GE.3)</w:t>
            </w:r>
            <w:r>
              <w:t xml:space="preserve"> (fourteenth session)</w:t>
            </w:r>
          </w:p>
        </w:tc>
      </w:tr>
      <w:tr w:rsidR="00D05EB8" w:rsidRPr="008D0570" w:rsidTr="00D05EB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D05EB8" w:rsidRPr="008D0570" w:rsidRDefault="00D05EB8" w:rsidP="009766BF">
            <w:pPr>
              <w:pStyle w:val="H1G"/>
            </w:pPr>
            <w:r w:rsidRPr="00C96DC6">
              <w:t>July</w:t>
            </w:r>
          </w:p>
        </w:tc>
      </w:tr>
      <w:tr w:rsidR="00D05EB8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D05EB8" w:rsidRPr="006F1C27" w:rsidRDefault="00D05EB8" w:rsidP="00093E11">
            <w:pPr>
              <w:spacing w:before="40" w:after="120"/>
              <w:ind w:right="113"/>
              <w:rPr>
                <w:bCs/>
                <w:lang w:val="en-US"/>
              </w:rPr>
            </w:pPr>
            <w:r>
              <w:br w:type="page"/>
            </w:r>
            <w:r w:rsidR="00093E11">
              <w:t>4 (</w:t>
            </w:r>
            <w:r w:rsidR="0082116A">
              <w:t>p.m.</w:t>
            </w:r>
            <w:r w:rsidR="00093E11">
              <w:t>)</w:t>
            </w:r>
            <w:r w:rsidR="00691AF1">
              <w:t xml:space="preserve"> </w:t>
            </w:r>
            <w:r w:rsidR="00226E2B">
              <w:t>-</w:t>
            </w:r>
            <w:r w:rsidR="00691AF1">
              <w:t xml:space="preserve"> </w:t>
            </w:r>
            <w:r w:rsidR="00093E11">
              <w:t>6</w:t>
            </w:r>
            <w:r w:rsidR="00A47899"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05EB8" w:rsidRPr="00BB0379" w:rsidRDefault="00D05EB8" w:rsidP="00093E11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ECOSOC Sub-Committee of Experts on the Globally Harmonized System of Classification and Labelling of Chemicals </w:t>
            </w:r>
            <w:r w:rsidRPr="006F1C27">
              <w:rPr>
                <w:lang w:val="en-US"/>
              </w:rPr>
              <w:t>(ST/SG/AC.10/C.4)</w:t>
            </w:r>
            <w:r w:rsidRPr="006F1C27">
              <w:rPr>
                <w:color w:val="000000"/>
                <w:szCs w:val="24"/>
                <w:lang w:val="en-US"/>
              </w:rPr>
              <w:t xml:space="preserve"> (</w:t>
            </w:r>
            <w:r>
              <w:rPr>
                <w:color w:val="000000"/>
                <w:szCs w:val="24"/>
                <w:lang w:val="en-US"/>
              </w:rPr>
              <w:t>thirty-</w:t>
            </w:r>
            <w:r w:rsidR="00093E11">
              <w:rPr>
                <w:color w:val="000000"/>
                <w:szCs w:val="24"/>
                <w:lang w:val="en-US"/>
              </w:rPr>
              <w:t>fifth</w:t>
            </w:r>
            <w:r>
              <w:rPr>
                <w:color w:val="000000"/>
                <w:szCs w:val="24"/>
                <w:lang w:val="en-US"/>
              </w:rPr>
              <w:t xml:space="preserve"> s</w:t>
            </w:r>
            <w:r w:rsidRPr="006F1C27">
              <w:rPr>
                <w:color w:val="000000"/>
                <w:szCs w:val="24"/>
                <w:lang w:val="en-US"/>
              </w:rPr>
              <w:t>ession)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4"/>
            </w:r>
          </w:p>
        </w:tc>
      </w:tr>
      <w:tr w:rsidR="00093E11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093E11" w:rsidRDefault="00FB18E8" w:rsidP="00FB18E8">
            <w:pPr>
              <w:spacing w:before="40" w:after="120"/>
              <w:ind w:right="113"/>
            </w:pPr>
            <w:r>
              <w:t>10</w:t>
            </w:r>
            <w:r w:rsidR="00226E2B">
              <w:t>-</w:t>
            </w:r>
            <w:r w:rsidR="00093E11">
              <w:t>11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093E11" w:rsidRDefault="00093E11" w:rsidP="00A91D75">
            <w:pPr>
              <w:spacing w:before="40" w:after="120"/>
              <w:ind w:right="113"/>
            </w:pPr>
            <w:r w:rsidRPr="00F30CA5">
              <w:t>Group of Experts on Benchmarking Transport Infrastructure Construction Costs (WP.5/GE.4)</w:t>
            </w:r>
            <w:r>
              <w:t xml:space="preserve"> (seventh session)</w:t>
            </w:r>
          </w:p>
        </w:tc>
      </w:tr>
      <w:tr w:rsidR="00D05EB8" w:rsidRPr="008D0570" w:rsidTr="00D05EB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D05EB8" w:rsidRPr="008D0570" w:rsidRDefault="00D05EB8" w:rsidP="009766BF">
            <w:pPr>
              <w:pStyle w:val="H1G"/>
            </w:pPr>
            <w:r w:rsidRPr="00C96DC6">
              <w:t>August</w:t>
            </w:r>
          </w:p>
        </w:tc>
      </w:tr>
      <w:tr w:rsidR="00D05EB8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D05EB8" w:rsidRPr="008D0570" w:rsidRDefault="00D05EB8" w:rsidP="00B6455C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2</w:t>
            </w:r>
            <w:r w:rsidR="00C41A7A">
              <w:rPr>
                <w:color w:val="000000"/>
                <w:szCs w:val="24"/>
                <w:lang w:val="en-US"/>
              </w:rPr>
              <w:t>7</w:t>
            </w:r>
            <w:r w:rsidR="00226E2B">
              <w:t>-</w:t>
            </w:r>
            <w:r w:rsidR="00C41A7A">
              <w:t>31</w:t>
            </w:r>
            <w:r w:rsidRPr="006F1C27">
              <w:rPr>
                <w:color w:val="000000"/>
                <w:szCs w:val="24"/>
                <w:lang w:val="en-US"/>
              </w:rPr>
              <w:t>(</w:t>
            </w:r>
            <w:r w:rsidR="0082116A">
              <w:rPr>
                <w:color w:val="000000"/>
                <w:szCs w:val="24"/>
                <w:lang w:val="en-US"/>
              </w:rPr>
              <w:t>a.m.</w:t>
            </w:r>
            <w:r w:rsidRPr="006F1C27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05EB8" w:rsidRPr="008D0570" w:rsidRDefault="00D05EB8" w:rsidP="00C41A7A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Joint Meeting of Experts on the Regulations annexed to the European Agreement concerning the International Carriage of Dangerous Goods by Inland </w:t>
            </w:r>
            <w:r w:rsidRPr="00A47899">
              <w:t>Waterway</w:t>
            </w:r>
            <w:r w:rsidRPr="006F1C27">
              <w:rPr>
                <w:color w:val="000000"/>
                <w:szCs w:val="24"/>
                <w:lang w:val="en-US"/>
              </w:rPr>
              <w:t xml:space="preserve"> (ADN) (WP.15/AC.2) (t</w:t>
            </w:r>
            <w:r>
              <w:rPr>
                <w:color w:val="000000"/>
                <w:szCs w:val="24"/>
                <w:lang w:val="en-US"/>
              </w:rPr>
              <w:t>hirty-</w:t>
            </w:r>
            <w:r w:rsidR="00C41A7A">
              <w:rPr>
                <w:color w:val="000000"/>
                <w:szCs w:val="24"/>
                <w:lang w:val="en-US"/>
              </w:rPr>
              <w:t>third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C41A7A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C41A7A" w:rsidRPr="008D0570" w:rsidRDefault="00C41A7A" w:rsidP="00B6455C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t>31</w:t>
            </w:r>
            <w:r w:rsidRPr="006F1C27">
              <w:rPr>
                <w:color w:val="000000"/>
                <w:szCs w:val="24"/>
                <w:lang w:val="en-US"/>
              </w:rPr>
              <w:t xml:space="preserve"> (</w:t>
            </w:r>
            <w:r w:rsidR="0082116A">
              <w:rPr>
                <w:color w:val="000000"/>
                <w:szCs w:val="24"/>
                <w:lang w:val="en-US"/>
              </w:rPr>
              <w:t>p.m.</w:t>
            </w:r>
            <w:r w:rsidRPr="006F1C27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41A7A" w:rsidRPr="008D0570" w:rsidRDefault="00C41A7A" w:rsidP="00C41A7A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Administrative Committee of the European Agreement concerning the International </w:t>
            </w:r>
            <w:r w:rsidRPr="00A47899">
              <w:t>Carriage</w:t>
            </w:r>
            <w:r w:rsidRPr="006F1C27">
              <w:rPr>
                <w:color w:val="000000"/>
                <w:szCs w:val="24"/>
                <w:lang w:val="en-US"/>
              </w:rPr>
              <w:t xml:space="preserve"> of Dangerous Goods by Inland Waterway (ADN) (</w:t>
            </w:r>
            <w:r>
              <w:rPr>
                <w:color w:val="000000"/>
                <w:szCs w:val="24"/>
                <w:lang w:val="en-US"/>
              </w:rPr>
              <w:t xml:space="preserve">twenty-first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C41A7A" w:rsidRPr="008D0570" w:rsidTr="00D05EB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C41A7A" w:rsidRPr="008D0570" w:rsidRDefault="00C41A7A" w:rsidP="009766BF">
            <w:pPr>
              <w:pStyle w:val="H1G"/>
            </w:pPr>
            <w:r w:rsidRPr="00C96DC6">
              <w:lastRenderedPageBreak/>
              <w:t>September</w:t>
            </w:r>
          </w:p>
        </w:tc>
      </w:tr>
      <w:tr w:rsidR="00C41A7A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41A7A" w:rsidRPr="008D0570" w:rsidRDefault="00FB18E8" w:rsidP="00FB18E8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t>3</w:t>
            </w:r>
            <w:r w:rsidR="00226E2B">
              <w:t>-</w:t>
            </w:r>
            <w:r>
              <w:t>5</w:t>
            </w:r>
          </w:p>
        </w:tc>
        <w:tc>
          <w:tcPr>
            <w:tcW w:w="5160" w:type="dxa"/>
            <w:shd w:val="clear" w:color="auto" w:fill="auto"/>
          </w:tcPr>
          <w:p w:rsidR="00C41A7A" w:rsidRPr="008D0570" w:rsidRDefault="00C41A7A" w:rsidP="00C41A7A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Working Party on Transport Trends and Economics (WP.5) (t</w:t>
            </w:r>
            <w:r>
              <w:rPr>
                <w:bCs/>
                <w:lang w:val="en-US"/>
              </w:rPr>
              <w:t xml:space="preserve">hirty-first </w:t>
            </w:r>
            <w:r w:rsidRPr="00A47899">
              <w:t>session</w:t>
            </w:r>
            <w:r w:rsidRPr="006F1C27">
              <w:rPr>
                <w:bCs/>
                <w:lang w:val="en-US"/>
              </w:rPr>
              <w:t>)</w:t>
            </w:r>
          </w:p>
        </w:tc>
      </w:tr>
      <w:tr w:rsidR="00C41A7A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41A7A" w:rsidRPr="006F1C27" w:rsidRDefault="005C38C4" w:rsidP="005C38C4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4</w:t>
            </w:r>
            <w:r w:rsidR="00226E2B">
              <w:t>-</w:t>
            </w:r>
            <w:r>
              <w:t>5</w:t>
            </w:r>
          </w:p>
        </w:tc>
        <w:tc>
          <w:tcPr>
            <w:tcW w:w="5160" w:type="dxa"/>
            <w:shd w:val="clear" w:color="auto" w:fill="auto"/>
          </w:tcPr>
          <w:p w:rsidR="00C41A7A" w:rsidRPr="006F1C27" w:rsidRDefault="00C41A7A" w:rsidP="00C41A7A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4F6B35">
              <w:rPr>
                <w:color w:val="000000"/>
                <w:szCs w:val="24"/>
                <w:lang w:val="en-US"/>
              </w:rPr>
              <w:t>Group of Experts on Road Signs and Signals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>
              <w:t xml:space="preserve">(WP.1/GE.2) </w:t>
            </w:r>
            <w:r>
              <w:rPr>
                <w:color w:val="000000"/>
                <w:szCs w:val="24"/>
                <w:lang w:val="en-US"/>
              </w:rPr>
              <w:t>(sixteenth session)</w:t>
            </w:r>
          </w:p>
        </w:tc>
      </w:tr>
      <w:tr w:rsidR="00C41A7A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41A7A" w:rsidRDefault="00C41A7A" w:rsidP="00B6455C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10</w:t>
            </w:r>
            <w:r w:rsidR="00226E2B">
              <w:t>-</w:t>
            </w:r>
            <w:r>
              <w:t>1</w:t>
            </w:r>
            <w:r w:rsidR="00B6455C">
              <w:t>1</w:t>
            </w:r>
          </w:p>
        </w:tc>
        <w:tc>
          <w:tcPr>
            <w:tcW w:w="5160" w:type="dxa"/>
            <w:shd w:val="clear" w:color="auto" w:fill="auto"/>
          </w:tcPr>
          <w:p w:rsidR="00C41A7A" w:rsidRPr="004F6B35" w:rsidRDefault="00C41A7A" w:rsidP="00C41A7A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C41A7A">
              <w:rPr>
                <w:color w:val="000000"/>
                <w:szCs w:val="24"/>
                <w:lang w:val="en-US"/>
              </w:rPr>
              <w:t>Group of Experts on Legal Aspects of Computerization of the TIR Procedure (WP.30/GE.2)</w:t>
            </w:r>
            <w:r>
              <w:rPr>
                <w:color w:val="000000"/>
                <w:szCs w:val="24"/>
                <w:lang w:val="en-US"/>
              </w:rPr>
              <w:t xml:space="preserve"> (eighteenth session)</w:t>
            </w:r>
          </w:p>
        </w:tc>
      </w:tr>
      <w:tr w:rsidR="00C41A7A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41A7A" w:rsidRPr="006F1C27" w:rsidRDefault="00C41A7A" w:rsidP="00C41A7A">
            <w:pPr>
              <w:spacing w:before="40" w:after="120"/>
              <w:ind w:right="113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  <w:r w:rsidRPr="006F1C27">
              <w:rPr>
                <w:bCs/>
                <w:lang w:val="en-US"/>
              </w:rPr>
              <w:t xml:space="preserve"> (</w:t>
            </w:r>
            <w:r w:rsidR="0082116A">
              <w:rPr>
                <w:bCs/>
                <w:lang w:val="en-US"/>
              </w:rPr>
              <w:t>p.m.</w:t>
            </w:r>
            <w:r w:rsidRPr="006F1C27">
              <w:rPr>
                <w:bCs/>
                <w:lang w:val="en-US"/>
              </w:rPr>
              <w:t>)</w:t>
            </w:r>
            <w:r w:rsidR="00691AF1">
              <w:rPr>
                <w:bCs/>
                <w:lang w:val="en-US"/>
              </w:rPr>
              <w:t xml:space="preserve"> </w:t>
            </w:r>
            <w:r w:rsidR="00226E2B">
              <w:rPr>
                <w:bCs/>
                <w:lang w:val="en-US"/>
              </w:rPr>
              <w:t>-</w:t>
            </w:r>
            <w:r w:rsidR="00691AF1">
              <w:rPr>
                <w:bCs/>
                <w:lang w:val="en-US"/>
              </w:rPr>
              <w:t xml:space="preserve"> </w:t>
            </w:r>
            <w:r>
              <w:rPr>
                <w:bCs/>
                <w:lang w:val="en-US"/>
              </w:rPr>
              <w:t xml:space="preserve">14 </w:t>
            </w:r>
          </w:p>
        </w:tc>
        <w:tc>
          <w:tcPr>
            <w:tcW w:w="5160" w:type="dxa"/>
            <w:shd w:val="clear" w:color="auto" w:fill="auto"/>
          </w:tcPr>
          <w:p w:rsidR="00C41A7A" w:rsidRPr="006F1C27" w:rsidRDefault="00C41A7A" w:rsidP="00C41A7A">
            <w:pPr>
              <w:spacing w:before="40" w:after="120"/>
              <w:ind w:right="113"/>
              <w:rPr>
                <w:bCs/>
                <w:lang w:val="en-US"/>
              </w:rPr>
            </w:pPr>
            <w:r w:rsidRPr="006F1C27">
              <w:rPr>
                <w:bCs/>
                <w:lang w:val="en-US"/>
              </w:rPr>
              <w:t xml:space="preserve">Working Party </w:t>
            </w:r>
            <w:r w:rsidRPr="00A47899">
              <w:t>on</w:t>
            </w:r>
            <w:r w:rsidRPr="006F1C27">
              <w:rPr>
                <w:bCs/>
                <w:lang w:val="en-US"/>
              </w:rPr>
              <w:t xml:space="preserve"> Noise (GRB) (</w:t>
            </w:r>
            <w:r>
              <w:rPr>
                <w:bCs/>
                <w:lang w:val="en-US"/>
              </w:rPr>
              <w:t xml:space="preserve">sixty-eighth </w:t>
            </w:r>
            <w:r w:rsidRPr="006F1C27">
              <w:rPr>
                <w:bCs/>
                <w:lang w:val="en-US"/>
              </w:rPr>
              <w:t>session)</w:t>
            </w:r>
          </w:p>
        </w:tc>
      </w:tr>
      <w:tr w:rsidR="00C41A7A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41A7A" w:rsidRPr="008D0570" w:rsidRDefault="00C41A7A" w:rsidP="00C41A7A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1</w:t>
            </w:r>
            <w:r>
              <w:rPr>
                <w:color w:val="000000"/>
                <w:szCs w:val="24"/>
                <w:lang w:val="en-US"/>
              </w:rPr>
              <w:t>7</w:t>
            </w:r>
            <w:r w:rsidR="00226E2B">
              <w:t>-</w:t>
            </w:r>
            <w:r>
              <w:t>21</w:t>
            </w:r>
          </w:p>
        </w:tc>
        <w:tc>
          <w:tcPr>
            <w:tcW w:w="5160" w:type="dxa"/>
            <w:shd w:val="clear" w:color="auto" w:fill="auto"/>
          </w:tcPr>
          <w:p w:rsidR="00C41A7A" w:rsidRPr="008D0570" w:rsidRDefault="00C41A7A" w:rsidP="00C41A7A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Joint Meeting of the RID Committee of Experts and the Working Party on the Transport of Dangerous Goods (WP.15/AC.1). </w:t>
            </w:r>
            <w:r>
              <w:rPr>
                <w:color w:val="000000"/>
                <w:szCs w:val="24"/>
                <w:lang w:val="en-US"/>
              </w:rPr>
              <w:t>(</w:t>
            </w:r>
            <w:r w:rsidRPr="00FB18E8">
              <w:rPr>
                <w:color w:val="000000"/>
                <w:szCs w:val="24"/>
                <w:u w:val="single"/>
                <w:lang w:val="en-US"/>
              </w:rPr>
              <w:t>No interpretation on 21 September</w:t>
            </w:r>
            <w:r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C41A7A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41A7A" w:rsidRPr="008D0570" w:rsidRDefault="00C41A7A" w:rsidP="00C41A7A">
            <w:pPr>
              <w:spacing w:before="40" w:after="120"/>
              <w:ind w:right="113"/>
            </w:pPr>
            <w:r>
              <w:t>18</w:t>
            </w:r>
            <w:r w:rsidR="00226E2B">
              <w:t>-</w:t>
            </w:r>
            <w:r>
              <w:t>21</w:t>
            </w:r>
          </w:p>
        </w:tc>
        <w:tc>
          <w:tcPr>
            <w:tcW w:w="5160" w:type="dxa"/>
            <w:shd w:val="clear" w:color="auto" w:fill="auto"/>
          </w:tcPr>
          <w:p w:rsidR="00C41A7A" w:rsidRPr="008D0570" w:rsidRDefault="00C41A7A" w:rsidP="00C41A7A">
            <w:pPr>
              <w:spacing w:before="40" w:after="120"/>
              <w:ind w:right="113"/>
            </w:pPr>
            <w:r>
              <w:t xml:space="preserve">Global Forum for </w:t>
            </w:r>
            <w:r w:rsidRPr="00A7680B">
              <w:t>Road Traffic Safety (WP.1) (</w:t>
            </w:r>
            <w:r>
              <w:t xml:space="preserve">seventy-eighth </w:t>
            </w:r>
            <w:r w:rsidRPr="00A7680B">
              <w:t>session)</w:t>
            </w:r>
          </w:p>
        </w:tc>
      </w:tr>
      <w:tr w:rsidR="00C41A7A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41A7A" w:rsidRPr="008D0570" w:rsidRDefault="00C41A7A" w:rsidP="00C41A7A">
            <w:pPr>
              <w:spacing w:before="40" w:after="120"/>
              <w:ind w:right="113"/>
            </w:pPr>
            <w:r>
              <w:t>25</w:t>
            </w:r>
            <w:r w:rsidR="00226E2B">
              <w:t>-</w:t>
            </w:r>
            <w:r>
              <w:t>28 (a.m.)</w:t>
            </w:r>
          </w:p>
        </w:tc>
        <w:tc>
          <w:tcPr>
            <w:tcW w:w="5160" w:type="dxa"/>
            <w:shd w:val="clear" w:color="auto" w:fill="auto"/>
          </w:tcPr>
          <w:p w:rsidR="00C41A7A" w:rsidRPr="008D0570" w:rsidRDefault="00C41A7A" w:rsidP="00C41A7A">
            <w:pPr>
              <w:spacing w:before="40" w:after="120"/>
              <w:ind w:right="113"/>
            </w:pPr>
            <w:r w:rsidRPr="003C11B2">
              <w:t>Working Party on Brakes and Running Gear (GRRF) (</w:t>
            </w:r>
            <w:r>
              <w:t xml:space="preserve">eighty-sixth </w:t>
            </w:r>
            <w:r w:rsidRPr="003C11B2">
              <w:t>session)</w:t>
            </w:r>
          </w:p>
        </w:tc>
      </w:tr>
      <w:tr w:rsidR="00C41A7A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41A7A" w:rsidRPr="00495842" w:rsidRDefault="00C41A7A" w:rsidP="00A55F66">
            <w:pPr>
              <w:pStyle w:val="H1G"/>
            </w:pPr>
            <w:r w:rsidRPr="00D2076D">
              <w:t>October</w:t>
            </w:r>
          </w:p>
        </w:tc>
        <w:tc>
          <w:tcPr>
            <w:tcW w:w="5160" w:type="dxa"/>
            <w:shd w:val="clear" w:color="auto" w:fill="auto"/>
          </w:tcPr>
          <w:p w:rsidR="00C41A7A" w:rsidRDefault="00C41A7A" w:rsidP="009766BF">
            <w:pPr>
              <w:spacing w:before="40" w:after="120"/>
              <w:ind w:right="113"/>
            </w:pPr>
          </w:p>
        </w:tc>
      </w:tr>
      <w:tr w:rsidR="00B6455C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B6455C" w:rsidRDefault="00B6455C" w:rsidP="00D00449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3</w:t>
            </w:r>
            <w:r w:rsidR="00226E2B">
              <w:t>-</w:t>
            </w:r>
            <w:r>
              <w:t>5</w:t>
            </w:r>
          </w:p>
        </w:tc>
        <w:tc>
          <w:tcPr>
            <w:tcW w:w="5160" w:type="dxa"/>
            <w:shd w:val="clear" w:color="auto" w:fill="auto"/>
          </w:tcPr>
          <w:p w:rsidR="00B6455C" w:rsidRPr="003C11B2" w:rsidRDefault="00B6455C" w:rsidP="00D00449">
            <w:pPr>
              <w:spacing w:before="40" w:after="120"/>
              <w:ind w:right="113"/>
            </w:pPr>
            <w:r w:rsidRPr="006F1C27">
              <w:rPr>
                <w:szCs w:val="24"/>
              </w:rPr>
              <w:t xml:space="preserve">Working </w:t>
            </w:r>
            <w:r w:rsidRPr="00A47899">
              <w:t>Party</w:t>
            </w:r>
            <w:r w:rsidRPr="006F1C27">
              <w:rPr>
                <w:szCs w:val="24"/>
              </w:rPr>
              <w:t xml:space="preserve"> on Inland Water Transport (SC.3) (</w:t>
            </w:r>
            <w:r>
              <w:rPr>
                <w:szCs w:val="24"/>
              </w:rPr>
              <w:t>sixty-second</w:t>
            </w:r>
            <w:r w:rsidRPr="006F1C27">
              <w:rPr>
                <w:szCs w:val="24"/>
              </w:rPr>
              <w:t xml:space="preserve"> session)</w:t>
            </w:r>
          </w:p>
        </w:tc>
      </w:tr>
      <w:tr w:rsidR="00C41A7A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41A7A" w:rsidRDefault="00C41A7A" w:rsidP="00C41A7A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9</w:t>
            </w:r>
            <w:r w:rsidR="00226E2B">
              <w:t>-</w:t>
            </w:r>
            <w:r>
              <w:rPr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5160" w:type="dxa"/>
            <w:shd w:val="clear" w:color="auto" w:fill="auto"/>
          </w:tcPr>
          <w:p w:rsidR="00C41A7A" w:rsidRPr="003C11B2" w:rsidRDefault="00C41A7A" w:rsidP="00C41A7A">
            <w:pPr>
              <w:spacing w:before="40" w:after="120"/>
              <w:ind w:right="113"/>
            </w:pPr>
            <w:r w:rsidRPr="00A47899">
              <w:t>Working</w:t>
            </w:r>
            <w:r w:rsidRPr="006F1C27">
              <w:rPr>
                <w:color w:val="000000"/>
                <w:szCs w:val="24"/>
                <w:lang w:val="en-US"/>
              </w:rPr>
              <w:t xml:space="preserve"> Party on Perishable Foodstuffs (WP.11) (s</w:t>
            </w:r>
            <w:r>
              <w:rPr>
                <w:color w:val="000000"/>
                <w:szCs w:val="24"/>
                <w:lang w:val="en-US"/>
              </w:rPr>
              <w:t xml:space="preserve">eventy-fourth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C41A7A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41A7A" w:rsidRDefault="00C41A7A" w:rsidP="00C41A7A">
            <w:pPr>
              <w:spacing w:before="40" w:after="120"/>
              <w:ind w:right="113"/>
            </w:pPr>
            <w:r>
              <w:t>9</w:t>
            </w:r>
            <w:r w:rsidR="00226E2B">
              <w:t>-</w:t>
            </w:r>
            <w:r>
              <w:t>12 (a.m.)</w:t>
            </w:r>
          </w:p>
        </w:tc>
        <w:tc>
          <w:tcPr>
            <w:tcW w:w="5160" w:type="dxa"/>
            <w:shd w:val="clear" w:color="auto" w:fill="auto"/>
          </w:tcPr>
          <w:p w:rsidR="00C41A7A" w:rsidRPr="003C11B2" w:rsidRDefault="00C41A7A" w:rsidP="00352D67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General Safety Provisions</w:t>
            </w:r>
            <w:r w:rsidRPr="003C11B2">
              <w:t xml:space="preserve"> (GR</w:t>
            </w:r>
            <w:r>
              <w:t>SG</w:t>
            </w:r>
            <w:r w:rsidRPr="003C11B2">
              <w:t>) (</w:t>
            </w:r>
            <w:r>
              <w:t>one-hundred-and-</w:t>
            </w:r>
            <w:r w:rsidR="00352D67">
              <w:t>fif</w:t>
            </w:r>
            <w:r>
              <w:t>teenth session</w:t>
            </w:r>
            <w:r w:rsidRPr="003C11B2">
              <w:t>)</w:t>
            </w:r>
          </w:p>
        </w:tc>
      </w:tr>
      <w:tr w:rsidR="00352D67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352D67" w:rsidRDefault="00352D67" w:rsidP="00C41A7A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15</w:t>
            </w:r>
          </w:p>
        </w:tc>
        <w:tc>
          <w:tcPr>
            <w:tcW w:w="5160" w:type="dxa"/>
            <w:shd w:val="clear" w:color="auto" w:fill="auto"/>
          </w:tcPr>
          <w:p w:rsidR="00352D67" w:rsidRPr="006F1C27" w:rsidRDefault="00352D67" w:rsidP="00FB18E8">
            <w:pPr>
              <w:spacing w:before="40" w:after="120"/>
              <w:ind w:right="113"/>
              <w:rPr>
                <w:szCs w:val="24"/>
              </w:rPr>
            </w:pPr>
            <w:r w:rsidRPr="00352D67">
              <w:rPr>
                <w:szCs w:val="24"/>
              </w:rPr>
              <w:t>Group of Experts on European Agreement concerning Work of Crews of Vehicles Engaged in International Road Transport (AETR) (SC.1/GE.21)</w:t>
            </w:r>
            <w:r w:rsidR="00BD4510">
              <w:rPr>
                <w:szCs w:val="24"/>
              </w:rPr>
              <w:t xml:space="preserve"> (</w:t>
            </w:r>
            <w:r w:rsidR="00FB18E8">
              <w:rPr>
                <w:szCs w:val="24"/>
              </w:rPr>
              <w:t>nineteenth</w:t>
            </w:r>
            <w:r w:rsidR="00BD4510">
              <w:rPr>
                <w:szCs w:val="24"/>
              </w:rPr>
              <w:t xml:space="preserve"> session)</w:t>
            </w:r>
          </w:p>
        </w:tc>
      </w:tr>
      <w:tr w:rsidR="00C41A7A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41A7A" w:rsidRDefault="00352D67" w:rsidP="00352D67">
            <w:pPr>
              <w:spacing w:before="40" w:after="120"/>
              <w:ind w:right="113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15</w:t>
            </w:r>
          </w:p>
        </w:tc>
        <w:tc>
          <w:tcPr>
            <w:tcW w:w="5160" w:type="dxa"/>
            <w:shd w:val="clear" w:color="auto" w:fill="auto"/>
          </w:tcPr>
          <w:p w:rsidR="00C41A7A" w:rsidRPr="006F1C27" w:rsidRDefault="00C41A7A" w:rsidP="00FB18E8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 xml:space="preserve">TIR </w:t>
            </w:r>
            <w:r w:rsidRPr="00A47899">
              <w:t>Executive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="00E7469E">
              <w:rPr>
                <w:color w:val="000000"/>
                <w:szCs w:val="24"/>
                <w:lang w:val="en-US"/>
              </w:rPr>
              <w:t>Board</w:t>
            </w:r>
            <w:r w:rsidR="00E7469E">
              <w:t xml:space="preserve"> (</w:t>
            </w:r>
            <w:proofErr w:type="spellStart"/>
            <w:r w:rsidR="00E7469E">
              <w:t>TIRExB</w:t>
            </w:r>
            <w:proofErr w:type="spellEnd"/>
            <w:r w:rsidR="00E7469E">
              <w:t xml:space="preserve">) </w:t>
            </w:r>
            <w:r w:rsidRPr="00FB18E8">
              <w:rPr>
                <w:color w:val="000000"/>
                <w:szCs w:val="24"/>
                <w:lang w:val="en-US"/>
              </w:rPr>
              <w:t>(seventy-</w:t>
            </w:r>
            <w:r w:rsidR="00FB18E8" w:rsidRPr="00FB18E8">
              <w:rPr>
                <w:color w:val="000000"/>
                <w:szCs w:val="24"/>
                <w:lang w:val="en-US"/>
              </w:rPr>
              <w:t>eighth</w:t>
            </w:r>
            <w:r w:rsidR="00A47899">
              <w:rPr>
                <w:color w:val="000000"/>
                <w:szCs w:val="24"/>
                <w:lang w:val="en-US"/>
              </w:rPr>
              <w:t xml:space="preserve"> </w:t>
            </w:r>
            <w:r w:rsidR="00352D67" w:rsidRPr="00FB18E8">
              <w:rPr>
                <w:color w:val="000000"/>
                <w:szCs w:val="24"/>
                <w:lang w:val="en-US"/>
              </w:rPr>
              <w:t>session</w:t>
            </w:r>
            <w:r w:rsidRPr="00FB18E8"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C41A7A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C41A7A" w:rsidRDefault="00C41A7A" w:rsidP="001609CC">
            <w:pPr>
              <w:rPr>
                <w:bCs/>
                <w:color w:val="000000"/>
                <w:szCs w:val="24"/>
                <w:lang w:val="en-US"/>
              </w:rPr>
            </w:pPr>
            <w:r>
              <w:t>1</w:t>
            </w:r>
            <w:r w:rsidR="00352D67">
              <w:t>6</w:t>
            </w:r>
            <w:r w:rsidR="00226E2B">
              <w:t>-</w:t>
            </w:r>
            <w:r>
              <w:t>1</w:t>
            </w:r>
            <w:r w:rsidR="00352D67">
              <w:t>7 (</w:t>
            </w:r>
            <w:r w:rsidR="0082116A">
              <w:t>a.m.</w:t>
            </w:r>
            <w:r w:rsidR="00352D67">
              <w:t>)</w:t>
            </w:r>
            <w:r w:rsidR="00691AF1">
              <w:t xml:space="preserve"> and </w:t>
            </w:r>
            <w:r>
              <w:t>1</w:t>
            </w:r>
            <w:r w:rsidR="00352D67">
              <w:t>9</w:t>
            </w:r>
          </w:p>
        </w:tc>
        <w:tc>
          <w:tcPr>
            <w:tcW w:w="5160" w:type="dxa"/>
            <w:shd w:val="clear" w:color="auto" w:fill="auto"/>
          </w:tcPr>
          <w:p w:rsidR="00C41A7A" w:rsidRPr="006F1C27" w:rsidRDefault="00C41A7A" w:rsidP="00352D67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>Working Party on Customs Questions affecting Transport (WP.30) (one-hundred-and-</w:t>
            </w:r>
            <w:r>
              <w:rPr>
                <w:color w:val="000000"/>
                <w:szCs w:val="24"/>
                <w:lang w:val="en-US"/>
              </w:rPr>
              <w:t>f</w:t>
            </w:r>
            <w:r w:rsidR="00352D67">
              <w:rPr>
                <w:color w:val="000000"/>
                <w:szCs w:val="24"/>
                <w:lang w:val="en-US"/>
              </w:rPr>
              <w:t>iftieth</w:t>
            </w:r>
            <w:r>
              <w:rPr>
                <w:color w:val="000000"/>
                <w:szCs w:val="24"/>
                <w:lang w:val="en-US"/>
              </w:rPr>
              <w:t xml:space="preserve"> session</w:t>
            </w:r>
            <w:r w:rsidRPr="006F1C27"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352D67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352D67" w:rsidRDefault="00352D67" w:rsidP="00352D67">
            <w:pPr>
              <w:rPr>
                <w:bCs/>
                <w:color w:val="000000"/>
                <w:szCs w:val="24"/>
                <w:lang w:val="en-US"/>
              </w:rPr>
            </w:pPr>
            <w:r>
              <w:t>17 (</w:t>
            </w:r>
            <w:r w:rsidR="0082116A">
              <w:t>p.m.</w:t>
            </w:r>
            <w:r>
              <w:t>)</w:t>
            </w:r>
            <w:r w:rsidR="00691AF1">
              <w:t xml:space="preserve"> </w:t>
            </w:r>
            <w:r w:rsidR="00226E2B">
              <w:t>-</w:t>
            </w:r>
            <w:r w:rsidR="00691AF1">
              <w:t xml:space="preserve"> </w:t>
            </w:r>
            <w:r>
              <w:t>18</w:t>
            </w:r>
          </w:p>
        </w:tc>
        <w:tc>
          <w:tcPr>
            <w:tcW w:w="5160" w:type="dxa"/>
            <w:shd w:val="clear" w:color="auto" w:fill="auto"/>
          </w:tcPr>
          <w:p w:rsidR="00352D67" w:rsidRPr="006F1C27" w:rsidRDefault="00352D67" w:rsidP="00FB18E8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Administrative Committee for the TIR Convention</w:t>
            </w:r>
            <w:r w:rsidRPr="006F1C27">
              <w:rPr>
                <w:color w:val="000000"/>
                <w:szCs w:val="24"/>
                <w:lang w:val="en-US"/>
              </w:rPr>
              <w:t xml:space="preserve"> (WP.30/AC.2) (</w:t>
            </w:r>
            <w:r>
              <w:rPr>
                <w:color w:val="000000"/>
                <w:szCs w:val="24"/>
                <w:lang w:val="en-US"/>
              </w:rPr>
              <w:t>sixty-</w:t>
            </w:r>
            <w:r w:rsidR="00FB18E8">
              <w:rPr>
                <w:color w:val="000000"/>
                <w:szCs w:val="24"/>
                <w:lang w:val="en-US"/>
              </w:rPr>
              <w:t>ninth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352D67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352D67" w:rsidRPr="008D0570" w:rsidRDefault="00352D67" w:rsidP="00352D67">
            <w:pPr>
              <w:spacing w:before="40" w:after="120"/>
              <w:ind w:right="113"/>
            </w:pPr>
            <w:r>
              <w:t>16</w:t>
            </w:r>
            <w:r w:rsidR="00226E2B">
              <w:t>-</w:t>
            </w:r>
            <w:r>
              <w:t>19</w:t>
            </w:r>
          </w:p>
        </w:tc>
        <w:tc>
          <w:tcPr>
            <w:tcW w:w="5160" w:type="dxa"/>
            <w:shd w:val="clear" w:color="auto" w:fill="auto"/>
          </w:tcPr>
          <w:p w:rsidR="00352D67" w:rsidRPr="008D0570" w:rsidRDefault="00352D67" w:rsidP="00FB18E8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Working Party on Road Transport (SC.1) (one-hundred</w:t>
            </w:r>
            <w:r w:rsidR="00FB18E8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>and</w:t>
            </w:r>
            <w:r w:rsidR="00FB18E8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 xml:space="preserve"> thirt</w:t>
            </w:r>
            <w:r w:rsidR="00FB18E8">
              <w:rPr>
                <w:color w:val="000000"/>
                <w:szCs w:val="24"/>
                <w:lang w:val="en-US"/>
              </w:rPr>
              <w:t>eent</w:t>
            </w:r>
            <w:r>
              <w:rPr>
                <w:color w:val="000000"/>
                <w:szCs w:val="24"/>
                <w:lang w:val="en-US"/>
              </w:rPr>
              <w:t xml:space="preserve">h </w:t>
            </w:r>
            <w:r w:rsidRPr="00A47899">
              <w:t>session</w:t>
            </w:r>
            <w:r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352D67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352D67" w:rsidRDefault="00352D67" w:rsidP="00352D67">
            <w:pPr>
              <w:spacing w:before="40" w:after="120"/>
              <w:ind w:right="113"/>
            </w:pPr>
            <w:r>
              <w:t>23</w:t>
            </w:r>
            <w:r w:rsidR="00226E2B">
              <w:t>-</w:t>
            </w:r>
            <w:r>
              <w:t>26 (</w:t>
            </w:r>
            <w:r w:rsidR="0082116A">
              <w:t>a.m.</w:t>
            </w:r>
            <w:r>
              <w:t>)</w:t>
            </w:r>
          </w:p>
        </w:tc>
        <w:tc>
          <w:tcPr>
            <w:tcW w:w="5160" w:type="dxa"/>
            <w:shd w:val="clear" w:color="auto" w:fill="auto"/>
          </w:tcPr>
          <w:p w:rsidR="00352D67" w:rsidRPr="00A7680B" w:rsidRDefault="00352D67" w:rsidP="00352D67">
            <w:pPr>
              <w:spacing w:before="40" w:after="120"/>
              <w:ind w:right="113"/>
            </w:pPr>
            <w:r>
              <w:t xml:space="preserve">Working Party on Lighting and Light-Signalling (GRE) (eightieth session) </w:t>
            </w:r>
          </w:p>
        </w:tc>
      </w:tr>
      <w:tr w:rsidR="00352D67" w:rsidRPr="008D0570" w:rsidTr="00D05EB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352D67" w:rsidRDefault="00352D67" w:rsidP="00352D67">
            <w:pPr>
              <w:spacing w:before="40" w:after="120"/>
              <w:ind w:right="113"/>
            </w:pPr>
            <w:r>
              <w:t>29</w:t>
            </w:r>
            <w:r w:rsidR="00226E2B">
              <w:t>-</w:t>
            </w:r>
            <w:r>
              <w:t>31</w:t>
            </w:r>
            <w:r w:rsidR="00FB18E8">
              <w:t xml:space="preserve"> (a.m.)</w:t>
            </w:r>
          </w:p>
        </w:tc>
        <w:tc>
          <w:tcPr>
            <w:tcW w:w="5160" w:type="dxa"/>
            <w:shd w:val="clear" w:color="auto" w:fill="auto"/>
          </w:tcPr>
          <w:p w:rsidR="00352D67" w:rsidRDefault="00352D67" w:rsidP="00352D67">
            <w:pPr>
              <w:spacing w:before="40" w:after="120"/>
              <w:ind w:right="113"/>
            </w:pPr>
            <w:r w:rsidRPr="004F6B35">
              <w:t>Group of Experts</w:t>
            </w:r>
            <w:r w:rsidR="00A47899">
              <w:t xml:space="preserve"> </w:t>
            </w:r>
            <w:r w:rsidRPr="004F6B35">
              <w:t>towards Unified Railway Law (SC.2/GEURL)</w:t>
            </w:r>
            <w:r>
              <w:t xml:space="preserve"> (eighteenth session)</w:t>
            </w:r>
          </w:p>
        </w:tc>
      </w:tr>
      <w:tr w:rsidR="00C41A7A" w:rsidRPr="008D0570" w:rsidTr="00D05EB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C41A7A" w:rsidRPr="008D0570" w:rsidRDefault="00C41A7A" w:rsidP="009766BF">
            <w:pPr>
              <w:pStyle w:val="H1G"/>
            </w:pPr>
            <w:r w:rsidRPr="00C96DC6">
              <w:lastRenderedPageBreak/>
              <w:t>November</w:t>
            </w:r>
          </w:p>
        </w:tc>
      </w:tr>
      <w:tr w:rsidR="00C41A7A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C41A7A" w:rsidRDefault="00B6455C" w:rsidP="00B6455C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6</w:t>
            </w:r>
            <w:r w:rsidR="00226E2B">
              <w:rPr>
                <w:color w:val="000000"/>
                <w:szCs w:val="24"/>
                <w:lang w:val="en-US"/>
              </w:rPr>
              <w:t>-</w:t>
            </w:r>
            <w:r w:rsidR="00352D67">
              <w:rPr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41A7A" w:rsidRPr="00A7680B" w:rsidRDefault="00C41A7A" w:rsidP="00352D67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the Transport of Dangerous Goods (WP.15) (</w:t>
            </w:r>
            <w:r>
              <w:rPr>
                <w:color w:val="000000"/>
                <w:szCs w:val="24"/>
                <w:lang w:val="en-US"/>
              </w:rPr>
              <w:t xml:space="preserve">one-hundred and </w:t>
            </w:r>
            <w:r w:rsidR="00352D67">
              <w:rPr>
                <w:color w:val="000000"/>
                <w:szCs w:val="24"/>
                <w:lang w:val="en-US"/>
              </w:rPr>
              <w:t>fifth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C41A7A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C41A7A" w:rsidRPr="008D0570" w:rsidRDefault="00C41A7A" w:rsidP="00727ED2">
            <w:pPr>
              <w:spacing w:before="40" w:after="120"/>
              <w:ind w:right="113"/>
            </w:pPr>
            <w:r>
              <w:t>1</w:t>
            </w:r>
            <w:r w:rsidR="00727ED2">
              <w:t>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41A7A" w:rsidRPr="008D0570" w:rsidRDefault="00C41A7A" w:rsidP="00B6455C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</w:t>
            </w:r>
            <w:r w:rsidR="00B6455C">
              <w:t xml:space="preserve">twenty-eighth </w:t>
            </w:r>
            <w:r w:rsidRPr="003C11B2">
              <w:t>session)</w:t>
            </w:r>
          </w:p>
        </w:tc>
      </w:tr>
      <w:tr w:rsidR="00C41A7A" w:rsidRPr="008D0570" w:rsidTr="00727ED2">
        <w:trPr>
          <w:cantSplit/>
          <w:trHeight w:val="1481"/>
        </w:trPr>
        <w:tc>
          <w:tcPr>
            <w:tcW w:w="2152" w:type="dxa"/>
            <w:shd w:val="clear" w:color="auto" w:fill="auto"/>
          </w:tcPr>
          <w:p w:rsidR="00C41A7A" w:rsidRPr="008D0570" w:rsidRDefault="00C41A7A" w:rsidP="00727ED2">
            <w:pPr>
              <w:spacing w:before="40" w:after="120"/>
              <w:ind w:right="113"/>
            </w:pPr>
            <w:r>
              <w:t>1</w:t>
            </w:r>
            <w:r w:rsidR="00727ED2">
              <w:t>3</w:t>
            </w:r>
            <w:r w:rsidR="00226E2B">
              <w:t>-</w:t>
            </w:r>
            <w:r>
              <w:t>1</w:t>
            </w:r>
            <w:r w:rsidR="00727ED2">
              <w:t>6</w:t>
            </w:r>
            <w:r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41A7A" w:rsidRPr="008D0570" w:rsidRDefault="00C41A7A" w:rsidP="00727ED2">
            <w:pPr>
              <w:spacing w:before="40" w:after="120"/>
              <w:ind w:right="113"/>
            </w:pPr>
            <w:r w:rsidRPr="003C11B2">
              <w:t>World Forum for Harmonization of Vehicle Regulations (WP.29) (</w:t>
            </w:r>
            <w:r>
              <w:t>one-hundred-and-seventy-</w:t>
            </w:r>
            <w:r w:rsidR="00727ED2">
              <w:t>sixth</w:t>
            </w:r>
            <w:r>
              <w:t xml:space="preserve"> s</w:t>
            </w:r>
            <w:r w:rsidRPr="003C11B2">
              <w:t>ession)</w:t>
            </w:r>
            <w:r>
              <w:t xml:space="preserve">.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57427B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57427B" w:rsidRDefault="0057427B" w:rsidP="00727ED2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19-21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57427B" w:rsidRPr="006F1C27" w:rsidRDefault="0057427B" w:rsidP="00727ED2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E87292">
              <w:rPr>
                <w:color w:val="000000"/>
                <w:szCs w:val="24"/>
                <w:lang w:val="en-US"/>
              </w:rPr>
              <w:t xml:space="preserve">Working Party on Intermodal Transport </w:t>
            </w:r>
            <w:r>
              <w:rPr>
                <w:color w:val="000000"/>
                <w:szCs w:val="24"/>
                <w:lang w:val="en-US"/>
              </w:rPr>
              <w:t xml:space="preserve">and Logistics </w:t>
            </w:r>
            <w:r w:rsidRPr="00E87292">
              <w:rPr>
                <w:color w:val="000000"/>
                <w:szCs w:val="24"/>
                <w:lang w:val="en-US"/>
              </w:rPr>
              <w:t>(WP.24</w:t>
            </w:r>
            <w:r>
              <w:rPr>
                <w:color w:val="000000"/>
                <w:szCs w:val="24"/>
                <w:lang w:val="en-US"/>
              </w:rPr>
              <w:t xml:space="preserve">) (sixty-first </w:t>
            </w:r>
            <w:r w:rsidRPr="00A47899">
              <w:t>session</w:t>
            </w:r>
            <w:r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727ED2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727ED2" w:rsidRPr="008D0570" w:rsidRDefault="00727ED2" w:rsidP="00727ED2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21</w:t>
            </w:r>
            <w:r w:rsidR="00226E2B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>23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727ED2" w:rsidRPr="008D0570" w:rsidRDefault="00727ED2" w:rsidP="00727ED2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Rail Transport (SC.2) (</w:t>
            </w:r>
            <w:r>
              <w:rPr>
                <w:color w:val="000000"/>
                <w:szCs w:val="24"/>
                <w:lang w:val="en-US"/>
              </w:rPr>
              <w:t xml:space="preserve">seventy-second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C41A7A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C41A7A" w:rsidRPr="006F1C27" w:rsidRDefault="00C41A7A" w:rsidP="00727ED2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2</w:t>
            </w:r>
            <w:r w:rsidR="00727ED2">
              <w:rPr>
                <w:color w:val="000000"/>
                <w:szCs w:val="24"/>
                <w:lang w:val="en-US"/>
              </w:rPr>
              <w:t>6</w:t>
            </w:r>
            <w:r w:rsidR="00226E2B">
              <w:rPr>
                <w:color w:val="000000"/>
                <w:szCs w:val="24"/>
                <w:lang w:val="en-US"/>
              </w:rPr>
              <w:t>-</w:t>
            </w:r>
            <w:r w:rsidR="00727ED2">
              <w:rPr>
                <w:color w:val="000000"/>
                <w:szCs w:val="24"/>
                <w:lang w:val="en-US"/>
              </w:rPr>
              <w:t>4</w:t>
            </w:r>
            <w:r>
              <w:rPr>
                <w:color w:val="000000"/>
                <w:szCs w:val="24"/>
                <w:lang w:val="en-US"/>
              </w:rPr>
              <w:t xml:space="preserve"> December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41A7A" w:rsidRPr="006F1C27" w:rsidRDefault="00C41A7A" w:rsidP="00727ED2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ECOSOC</w:t>
            </w:r>
            <w:r w:rsidRPr="006F1C27">
              <w:rPr>
                <w:color w:val="000000"/>
                <w:szCs w:val="24"/>
                <w:lang w:val="en-US"/>
              </w:rPr>
              <w:t xml:space="preserve"> Sub-Committee of Experts on the Transport of Dangerous </w:t>
            </w:r>
            <w:r w:rsidRPr="00A47899">
              <w:t>Goods</w:t>
            </w:r>
            <w:r w:rsidRPr="006F1C27">
              <w:rPr>
                <w:color w:val="000000"/>
                <w:szCs w:val="24"/>
                <w:lang w:val="en-US"/>
              </w:rPr>
              <w:t xml:space="preserve"> (</w:t>
            </w:r>
            <w:r>
              <w:rPr>
                <w:color w:val="000000"/>
                <w:szCs w:val="24"/>
                <w:lang w:val="en-US"/>
              </w:rPr>
              <w:t>fifty-</w:t>
            </w:r>
            <w:r w:rsidR="00727ED2">
              <w:rPr>
                <w:color w:val="000000"/>
                <w:szCs w:val="24"/>
                <w:lang w:val="en-US"/>
              </w:rPr>
              <w:t>fourth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5"/>
            </w:r>
          </w:p>
        </w:tc>
      </w:tr>
      <w:tr w:rsidR="00727ED2" w:rsidRPr="001565D3" w:rsidTr="00D05EB8">
        <w:trPr>
          <w:cantSplit/>
        </w:trPr>
        <w:tc>
          <w:tcPr>
            <w:tcW w:w="2152" w:type="dxa"/>
            <w:shd w:val="clear" w:color="auto" w:fill="auto"/>
          </w:tcPr>
          <w:p w:rsidR="00727ED2" w:rsidRDefault="00727ED2" w:rsidP="00727ED2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2</w:t>
            </w:r>
            <w:r w:rsidR="0057427B">
              <w:rPr>
                <w:color w:val="000000"/>
                <w:szCs w:val="24"/>
                <w:lang w:val="en-US"/>
              </w:rPr>
              <w:t>9</w:t>
            </w:r>
            <w:r w:rsidR="00226E2B">
              <w:t>-</w:t>
            </w:r>
            <w:r>
              <w:t>30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727ED2" w:rsidRPr="00E87292" w:rsidRDefault="00727ED2" w:rsidP="00727ED2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Bureau </w:t>
            </w:r>
            <w:r w:rsidRPr="00A47899">
              <w:t>of</w:t>
            </w:r>
            <w:r>
              <w:rPr>
                <w:color w:val="000000"/>
                <w:szCs w:val="24"/>
                <w:lang w:val="en-US"/>
              </w:rPr>
              <w:t xml:space="preserve"> the Inland Transport Committee</w:t>
            </w:r>
          </w:p>
        </w:tc>
      </w:tr>
      <w:tr w:rsidR="00C41A7A" w:rsidRPr="008D0570" w:rsidTr="00D05EB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C41A7A" w:rsidRPr="008D0570" w:rsidRDefault="00C41A7A" w:rsidP="009766BF">
            <w:pPr>
              <w:pStyle w:val="H1G"/>
            </w:pPr>
            <w:r w:rsidRPr="00C96DC6">
              <w:t>December</w:t>
            </w:r>
          </w:p>
        </w:tc>
      </w:tr>
      <w:tr w:rsidR="00C41A7A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C41A7A" w:rsidRPr="006F1C27" w:rsidRDefault="00727ED2" w:rsidP="00727ED2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5</w:t>
            </w:r>
            <w:r w:rsidR="00226E2B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>7 (</w:t>
            </w:r>
            <w:r w:rsidR="0082116A">
              <w:rPr>
                <w:color w:val="000000"/>
                <w:szCs w:val="24"/>
                <w:lang w:val="en-US"/>
              </w:rPr>
              <w:t>a.m.</w:t>
            </w:r>
            <w:r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41A7A" w:rsidRPr="006F1C27" w:rsidRDefault="00C41A7A" w:rsidP="00727ED2">
            <w:pPr>
              <w:spacing w:before="40" w:after="120"/>
              <w:ind w:right="113"/>
              <w:rPr>
                <w:bCs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 xml:space="preserve">ECOSOC Sub-Committee of Experts on the Globally Harmonized System of Classification and Labelling of </w:t>
            </w:r>
            <w:r w:rsidRPr="00A47899">
              <w:t>Chemicals</w:t>
            </w:r>
            <w:r w:rsidRPr="006F1C27"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lang w:val="en-US"/>
              </w:rPr>
              <w:t>(ST/SG/AC.10/C.4)</w:t>
            </w:r>
            <w:r w:rsidRPr="006F1C27">
              <w:rPr>
                <w:color w:val="000000"/>
                <w:szCs w:val="24"/>
                <w:lang w:val="en-US"/>
              </w:rPr>
              <w:t xml:space="preserve"> (</w:t>
            </w:r>
            <w:r>
              <w:rPr>
                <w:color w:val="000000"/>
                <w:szCs w:val="24"/>
                <w:lang w:val="en-US"/>
              </w:rPr>
              <w:t>thirty-</w:t>
            </w:r>
            <w:r w:rsidR="00727ED2">
              <w:rPr>
                <w:color w:val="000000"/>
                <w:szCs w:val="24"/>
                <w:lang w:val="en-US"/>
              </w:rPr>
              <w:t>sixth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6"/>
            </w:r>
          </w:p>
        </w:tc>
      </w:tr>
      <w:tr w:rsidR="00727ED2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727ED2" w:rsidRDefault="000A464A" w:rsidP="000A464A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  <w:r w:rsidR="00226E2B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727ED2" w:rsidRPr="006F1C27" w:rsidRDefault="00727ED2" w:rsidP="000A464A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44074D">
              <w:t>Group of Experts on Climate Change Impacts and adaptation for transport networks and nodes (WP.5/GE.3)</w:t>
            </w:r>
            <w:r>
              <w:t xml:space="preserve"> (f</w:t>
            </w:r>
            <w:r w:rsidR="000A464A">
              <w:t>ifteenth</w:t>
            </w:r>
            <w:r>
              <w:t xml:space="preserve"> session</w:t>
            </w:r>
            <w:r w:rsidR="000A464A">
              <w:t>)</w:t>
            </w:r>
          </w:p>
        </w:tc>
      </w:tr>
      <w:tr w:rsidR="000A464A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0A464A" w:rsidRDefault="000A464A" w:rsidP="000A464A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 (</w:t>
            </w:r>
            <w:r w:rsidR="0082116A">
              <w:rPr>
                <w:color w:val="000000"/>
                <w:szCs w:val="24"/>
              </w:rPr>
              <w:t>p.m.</w:t>
            </w:r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0A464A" w:rsidRPr="0044074D" w:rsidRDefault="000A464A" w:rsidP="000A464A">
            <w:pPr>
              <w:spacing w:before="40" w:after="120"/>
              <w:ind w:right="113"/>
            </w:pPr>
            <w:r w:rsidRPr="000A464A">
              <w:t>ECOSOC Committee of Experts on the Transport of Dangerous Goods and on the Globally Harmonized System of Classification and Labelling of Chemicals</w:t>
            </w:r>
            <w:r w:rsidR="00A47899">
              <w:t xml:space="preserve"> </w:t>
            </w:r>
            <w:r w:rsidRPr="000A464A">
              <w:t>(ST/SG/AC.10)</w:t>
            </w:r>
            <w:r>
              <w:t xml:space="preserve"> (ninth session)</w:t>
            </w:r>
          </w:p>
        </w:tc>
      </w:tr>
      <w:tr w:rsidR="00C41A7A" w:rsidRPr="008D0570" w:rsidTr="00D05EB8">
        <w:trPr>
          <w:cantSplit/>
        </w:trPr>
        <w:tc>
          <w:tcPr>
            <w:tcW w:w="2152" w:type="dxa"/>
            <w:shd w:val="clear" w:color="auto" w:fill="auto"/>
          </w:tcPr>
          <w:p w:rsidR="00C41A7A" w:rsidRPr="006F1C27" w:rsidRDefault="00C41A7A" w:rsidP="000A464A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</w:t>
            </w:r>
            <w:r w:rsidR="000A464A">
              <w:rPr>
                <w:color w:val="000000"/>
                <w:szCs w:val="24"/>
                <w:lang w:val="en-US"/>
              </w:rPr>
              <w:t>1</w:t>
            </w:r>
            <w:r w:rsidR="00226E2B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>1</w:t>
            </w:r>
            <w:r w:rsidR="000A464A">
              <w:rPr>
                <w:color w:val="000000"/>
                <w:szCs w:val="24"/>
                <w:lang w:val="en-US"/>
              </w:rPr>
              <w:t>4</w:t>
            </w:r>
            <w:r>
              <w:rPr>
                <w:color w:val="000000"/>
                <w:szCs w:val="24"/>
                <w:lang w:val="en-US"/>
              </w:rPr>
              <w:t xml:space="preserve"> 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41A7A" w:rsidRPr="006F1C27" w:rsidRDefault="00C41A7A" w:rsidP="000A464A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 xml:space="preserve">Working </w:t>
            </w:r>
            <w:r w:rsidRPr="00A47899">
              <w:t>Party</w:t>
            </w:r>
            <w:r w:rsidRPr="006F1C27">
              <w:rPr>
                <w:color w:val="000000"/>
                <w:szCs w:val="24"/>
                <w:lang w:val="en-US"/>
              </w:rPr>
              <w:t xml:space="preserve"> on Passive Safety (GRSP) (</w:t>
            </w:r>
            <w:r>
              <w:rPr>
                <w:color w:val="000000"/>
                <w:szCs w:val="24"/>
                <w:lang w:val="en-US"/>
              </w:rPr>
              <w:t>sixty-</w:t>
            </w:r>
            <w:r w:rsidR="000A464A">
              <w:rPr>
                <w:color w:val="000000"/>
                <w:szCs w:val="24"/>
                <w:lang w:val="en-US"/>
              </w:rPr>
              <w:t>fourth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</w:tbl>
    <w:p w:rsidR="00A20F69" w:rsidRPr="00585532" w:rsidRDefault="00691AF1" w:rsidP="00691AF1">
      <w:pPr>
        <w:pStyle w:val="HChG"/>
      </w:pPr>
      <w:r>
        <w:lastRenderedPageBreak/>
        <w:tab/>
      </w:r>
      <w:r>
        <w:tab/>
      </w:r>
      <w:r w:rsidR="00A20F69" w:rsidRPr="00585532">
        <w:t xml:space="preserve">January </w:t>
      </w:r>
      <w:r w:rsidR="00226E2B">
        <w:t>-</w:t>
      </w:r>
      <w:r w:rsidR="00A20F69" w:rsidRPr="00585532">
        <w:t xml:space="preserve"> March 201</w:t>
      </w:r>
      <w:r w:rsidR="000A464A">
        <w:t>9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2"/>
        <w:gridCol w:w="5204"/>
      </w:tblGrid>
      <w:tr w:rsidR="00A20F69" w:rsidRPr="00C12CF9" w:rsidTr="009766BF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A20F69" w:rsidRPr="00C12CF9" w:rsidRDefault="00A20F69" w:rsidP="009766BF">
            <w:pPr>
              <w:pStyle w:val="H1G"/>
            </w:pPr>
            <w:r>
              <w:t>January</w:t>
            </w:r>
          </w:p>
        </w:tc>
      </w:tr>
      <w:tr w:rsidR="00A20F69" w:rsidRPr="00C12CF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FB4462" w:rsidP="00FB4462">
            <w:pPr>
              <w:spacing w:before="40" w:after="120"/>
              <w:ind w:right="113"/>
            </w:pPr>
            <w:r>
              <w:t>8 (</w:t>
            </w:r>
            <w:r w:rsidR="0082116A">
              <w:t>p.m.</w:t>
            </w:r>
            <w:r>
              <w:t>)</w:t>
            </w:r>
            <w:r w:rsidRPr="006F1C27">
              <w:rPr>
                <w:color w:val="000000"/>
                <w:szCs w:val="24"/>
                <w:lang w:val="en-US"/>
              </w:rPr>
              <w:t xml:space="preserve"> </w:t>
            </w:r>
            <w:r w:rsidR="00226E2B">
              <w:rPr>
                <w:color w:val="000000"/>
                <w:szCs w:val="24"/>
                <w:lang w:val="en-US"/>
              </w:rPr>
              <w:t>-</w:t>
            </w:r>
            <w:r>
              <w:t>11 (</w:t>
            </w:r>
            <w:r w:rsidR="0082116A">
              <w:t>a.m.</w:t>
            </w:r>
            <w:r>
              <w:t>)</w:t>
            </w:r>
          </w:p>
        </w:tc>
        <w:tc>
          <w:tcPr>
            <w:tcW w:w="5204" w:type="dxa"/>
            <w:shd w:val="clear" w:color="auto" w:fill="auto"/>
          </w:tcPr>
          <w:p w:rsidR="00A20F69" w:rsidRPr="001565D3" w:rsidRDefault="00A20F69" w:rsidP="00841AA6">
            <w:pPr>
              <w:spacing w:before="40" w:after="120"/>
              <w:ind w:right="113"/>
            </w:pPr>
            <w:r w:rsidRPr="001565D3">
              <w:t>Working Party on Pollution and Energy (GRPE) (seventy-</w:t>
            </w:r>
            <w:r w:rsidR="00841AA6">
              <w:t>eighth</w:t>
            </w:r>
            <w:r w:rsidRPr="001565D3">
              <w:t xml:space="preserve"> session)</w:t>
            </w:r>
          </w:p>
        </w:tc>
      </w:tr>
      <w:tr w:rsidR="00A20F6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076E2F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8D0570" w:rsidRDefault="00A20F69" w:rsidP="00841AA6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Joint Meeting of Experts on the Regulations annexed to the European </w:t>
            </w:r>
            <w:r w:rsidRPr="00A47899">
              <w:t>Agreement</w:t>
            </w:r>
            <w:r w:rsidRPr="006F1C27">
              <w:rPr>
                <w:color w:val="000000"/>
                <w:szCs w:val="24"/>
                <w:lang w:val="en-US"/>
              </w:rPr>
              <w:t xml:space="preserve"> concerning the International Carriage of Dangerous Goods by Inland Waterway (ADN) (WP.15/AC.2) (</w:t>
            </w:r>
            <w:r>
              <w:rPr>
                <w:color w:val="000000"/>
                <w:szCs w:val="24"/>
                <w:lang w:val="en-US"/>
              </w:rPr>
              <w:t>thir</w:t>
            </w:r>
            <w:r w:rsidRPr="006F1C27">
              <w:rPr>
                <w:color w:val="000000"/>
                <w:szCs w:val="24"/>
                <w:lang w:val="en-US"/>
              </w:rPr>
              <w:t>t</w:t>
            </w:r>
            <w:r w:rsidR="00F24F07">
              <w:rPr>
                <w:color w:val="000000"/>
                <w:szCs w:val="24"/>
                <w:lang w:val="en-US"/>
              </w:rPr>
              <w:t>y-</w:t>
            </w:r>
            <w:r w:rsidR="00841AA6">
              <w:rPr>
                <w:color w:val="000000"/>
                <w:szCs w:val="24"/>
                <w:lang w:val="en-US"/>
              </w:rPr>
              <w:t>fourth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A20F6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E171E1" w:rsidRDefault="00FB4462" w:rsidP="00FB4462">
            <w:pPr>
              <w:spacing w:before="40" w:after="120"/>
              <w:ind w:right="113"/>
            </w:pPr>
            <w:r>
              <w:t>23 (</w:t>
            </w:r>
            <w:r w:rsidR="0082116A">
              <w:t>p.m.</w:t>
            </w:r>
            <w:r>
              <w:t>)</w:t>
            </w:r>
            <w:r w:rsidR="00691AF1">
              <w:t xml:space="preserve"> </w:t>
            </w:r>
            <w:r w:rsidR="00226E2B">
              <w:rPr>
                <w:color w:val="000000"/>
                <w:szCs w:val="24"/>
                <w:lang w:val="en-US"/>
              </w:rPr>
              <w:t>-</w:t>
            </w:r>
            <w:r w:rsidR="00691AF1">
              <w:rPr>
                <w:color w:val="000000"/>
                <w:szCs w:val="24"/>
                <w:lang w:val="en-US"/>
              </w:rPr>
              <w:t xml:space="preserve"> </w:t>
            </w:r>
            <w:r>
              <w:rPr>
                <w:color w:val="000000"/>
                <w:szCs w:val="24"/>
                <w:lang w:val="en-US"/>
              </w:rPr>
              <w:t>25</w:t>
            </w:r>
          </w:p>
        </w:tc>
        <w:tc>
          <w:tcPr>
            <w:tcW w:w="5204" w:type="dxa"/>
            <w:shd w:val="clear" w:color="auto" w:fill="auto"/>
          </w:tcPr>
          <w:p w:rsidR="00A20F69" w:rsidRPr="00E171E1" w:rsidRDefault="00A20F69" w:rsidP="00F24F07">
            <w:pPr>
              <w:spacing w:before="40" w:after="120"/>
              <w:ind w:right="113"/>
            </w:pPr>
            <w:r w:rsidRPr="00E171E1">
              <w:t>Working Party on Noise (GRB) (sixty-</w:t>
            </w:r>
            <w:r w:rsidR="00F24F07">
              <w:t>seventh</w:t>
            </w:r>
            <w:r w:rsidRPr="00E171E1">
              <w:t xml:space="preserve"> session)</w:t>
            </w:r>
          </w:p>
        </w:tc>
      </w:tr>
      <w:tr w:rsidR="00A20F6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076E2F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8D0570" w:rsidRDefault="00A20F69" w:rsidP="00841AA6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Administrative Committee of the European Agreement concerning the </w:t>
            </w:r>
            <w:r w:rsidRPr="00A47899">
              <w:t>International</w:t>
            </w:r>
            <w:r w:rsidRPr="006F1C27">
              <w:rPr>
                <w:color w:val="000000"/>
                <w:szCs w:val="24"/>
                <w:lang w:val="en-US"/>
              </w:rPr>
              <w:t xml:space="preserve"> Carriage of Dangerous Goods by Inland Waterway (ADN) (</w:t>
            </w:r>
            <w:r w:rsidR="00F24F07">
              <w:rPr>
                <w:color w:val="000000"/>
                <w:szCs w:val="24"/>
                <w:lang w:val="en-US"/>
              </w:rPr>
              <w:t>twent</w:t>
            </w:r>
            <w:r w:rsidR="00841AA6">
              <w:rPr>
                <w:color w:val="000000"/>
                <w:szCs w:val="24"/>
                <w:lang w:val="en-US"/>
              </w:rPr>
              <w:t>y-second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A20F69" w:rsidRPr="00C12CF9" w:rsidTr="009766BF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A20F69" w:rsidRPr="00C12CF9" w:rsidRDefault="00A20F69" w:rsidP="009766BF">
            <w:pPr>
              <w:pStyle w:val="H1G"/>
            </w:pPr>
            <w:r w:rsidRPr="00C96DC6">
              <w:t>February</w:t>
            </w:r>
          </w:p>
        </w:tc>
      </w:tr>
      <w:tr w:rsidR="00A20F69" w:rsidRPr="00C12CF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076E2F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C12CF9" w:rsidRDefault="00A20F69" w:rsidP="0049446E">
            <w:pPr>
              <w:spacing w:before="40" w:after="120"/>
              <w:ind w:right="113"/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 xml:space="preserve">) </w:t>
            </w:r>
            <w:r w:rsidRPr="0049446E">
              <w:t>(</w:t>
            </w:r>
            <w:r w:rsidR="0049446E" w:rsidRPr="0049446E">
              <w:t>seventy-ninth</w:t>
            </w:r>
            <w:r w:rsidRPr="0049446E">
              <w:t xml:space="preserve"> session)</w:t>
            </w:r>
          </w:p>
        </w:tc>
      </w:tr>
      <w:tr w:rsidR="00A20F6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076E2F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Default="00A20F69" w:rsidP="00841AA6">
            <w:pPr>
              <w:spacing w:before="40" w:after="120"/>
              <w:ind w:right="113"/>
            </w:pPr>
            <w:r>
              <w:t xml:space="preserve">Working </w:t>
            </w:r>
            <w:r w:rsidRPr="00C12CF9">
              <w:t xml:space="preserve">Party on </w:t>
            </w:r>
            <w:r>
              <w:t xml:space="preserve">Customs Questions affecting Transport (WP.30) </w:t>
            </w:r>
            <w:r w:rsidRPr="00C12CF9">
              <w:t>(</w:t>
            </w:r>
            <w:r>
              <w:t xml:space="preserve">one-hundred and </w:t>
            </w:r>
            <w:r w:rsidR="00841AA6">
              <w:t>fifty-first</w:t>
            </w:r>
            <w:r>
              <w:t xml:space="preserve"> </w:t>
            </w:r>
            <w:r w:rsidRPr="00C12CF9">
              <w:t>session)</w:t>
            </w:r>
          </w:p>
        </w:tc>
      </w:tr>
      <w:tr w:rsidR="00A20F6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076E2F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1565D3" w:rsidRDefault="00A20F69" w:rsidP="0049446E">
            <w:pPr>
              <w:spacing w:before="40" w:after="120"/>
              <w:ind w:right="113"/>
            </w:pPr>
            <w:r w:rsidRPr="001565D3">
              <w:t>Administrative Committee for the TIR Convention (WP.30/AC.2) (s</w:t>
            </w:r>
            <w:r w:rsidR="0049446E">
              <w:t>eventieth</w:t>
            </w:r>
            <w:r w:rsidR="00A47899">
              <w:t xml:space="preserve"> </w:t>
            </w:r>
            <w:r w:rsidRPr="001565D3">
              <w:t>session)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FB4462" w:rsidP="00FB4462">
            <w:pPr>
              <w:spacing w:before="40" w:after="120"/>
              <w:ind w:right="113"/>
            </w:pPr>
            <w:r>
              <w:t>11 (</w:t>
            </w:r>
            <w:r w:rsidR="0082116A">
              <w:t>p.m.</w:t>
            </w:r>
            <w:r>
              <w:t>)</w:t>
            </w:r>
            <w:r w:rsidR="00691AF1">
              <w:t xml:space="preserve"> </w:t>
            </w:r>
            <w:r w:rsidR="00226E2B">
              <w:rPr>
                <w:color w:val="000000"/>
                <w:szCs w:val="24"/>
                <w:lang w:val="en-US"/>
              </w:rPr>
              <w:t>-</w:t>
            </w:r>
            <w:r w:rsidR="00691AF1">
              <w:rPr>
                <w:color w:val="000000"/>
                <w:szCs w:val="24"/>
                <w:lang w:val="en-US"/>
              </w:rPr>
              <w:t xml:space="preserve"> </w:t>
            </w:r>
            <w:r>
              <w:t>15 (</w:t>
            </w:r>
            <w:r w:rsidR="0082116A">
              <w:t>a.m.</w:t>
            </w:r>
            <w:r>
              <w:t>)</w:t>
            </w:r>
          </w:p>
        </w:tc>
        <w:tc>
          <w:tcPr>
            <w:tcW w:w="5204" w:type="dxa"/>
            <w:shd w:val="clear" w:color="auto" w:fill="auto"/>
          </w:tcPr>
          <w:p w:rsidR="00A20F69" w:rsidRPr="001565D3" w:rsidRDefault="00A20F69" w:rsidP="00841AA6">
            <w:pPr>
              <w:spacing w:before="40" w:after="120"/>
              <w:ind w:right="113"/>
            </w:pPr>
            <w:r w:rsidRPr="001565D3">
              <w:t>Working Party on Brakes and Running Gear (GRRF) (eighty-</w:t>
            </w:r>
            <w:r w:rsidR="00841AA6">
              <w:t>seventh</w:t>
            </w:r>
            <w:r w:rsidRPr="001565D3">
              <w:t xml:space="preserve"> session)</w:t>
            </w:r>
          </w:p>
        </w:tc>
      </w:tr>
      <w:tr w:rsidR="00076E2F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076E2F" w:rsidRPr="008D0570" w:rsidRDefault="00FB7CA7" w:rsidP="00FB7CA7">
            <w:pPr>
              <w:spacing w:before="40" w:after="120"/>
              <w:ind w:right="113"/>
            </w:pPr>
            <w:r w:rsidRPr="0049446E">
              <w:t>13</w:t>
            </w:r>
            <w:r w:rsidR="00226E2B">
              <w:rPr>
                <w:color w:val="000000"/>
                <w:szCs w:val="24"/>
                <w:lang w:val="en-US"/>
              </w:rPr>
              <w:t>-</w:t>
            </w:r>
            <w:r w:rsidRPr="0049446E">
              <w:t>15</w:t>
            </w:r>
          </w:p>
        </w:tc>
        <w:tc>
          <w:tcPr>
            <w:tcW w:w="5204" w:type="dxa"/>
            <w:shd w:val="clear" w:color="auto" w:fill="auto"/>
          </w:tcPr>
          <w:p w:rsidR="00076E2F" w:rsidRPr="008D0570" w:rsidRDefault="00076E2F" w:rsidP="00841AA6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Navigation) </w:t>
            </w:r>
            <w:r>
              <w:t xml:space="preserve">(SC.3/WP.3) </w:t>
            </w:r>
            <w:r w:rsidRPr="00A7680B">
              <w:t>(</w:t>
            </w:r>
            <w:r>
              <w:t>fifty-</w:t>
            </w:r>
            <w:r w:rsidR="00841AA6">
              <w:t>fourth</w:t>
            </w:r>
            <w:r>
              <w:t xml:space="preserve"> </w:t>
            </w:r>
            <w:r w:rsidRPr="00A7680B">
              <w:t>session)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1565D3" w:rsidP="00841AA6">
            <w:pPr>
              <w:spacing w:before="40" w:after="120"/>
              <w:ind w:right="113"/>
            </w:pPr>
            <w:r>
              <w:t>1</w:t>
            </w:r>
            <w:r w:rsidR="00841AA6">
              <w:t>8</w:t>
            </w:r>
          </w:p>
        </w:tc>
        <w:tc>
          <w:tcPr>
            <w:tcW w:w="5204" w:type="dxa"/>
            <w:shd w:val="clear" w:color="auto" w:fill="auto"/>
          </w:tcPr>
          <w:p w:rsidR="00A20F69" w:rsidRPr="001565D3" w:rsidRDefault="00A20F69" w:rsidP="009766BF">
            <w:pPr>
              <w:spacing w:before="40" w:after="120"/>
              <w:ind w:right="113"/>
            </w:pPr>
            <w:r w:rsidRPr="001565D3">
              <w:t>Bureau of the Inland Transport Committee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841AA6" w:rsidP="00FB4462">
            <w:pPr>
              <w:spacing w:before="40" w:after="120"/>
              <w:ind w:right="113"/>
            </w:pPr>
            <w:r>
              <w:t>19</w:t>
            </w:r>
            <w:r w:rsidR="00226E2B">
              <w:rPr>
                <w:color w:val="000000"/>
                <w:szCs w:val="24"/>
                <w:lang w:val="en-US"/>
              </w:rPr>
              <w:t>-</w:t>
            </w:r>
            <w:r w:rsidR="001565D3">
              <w:t>2</w:t>
            </w:r>
            <w:r>
              <w:t>2</w:t>
            </w:r>
            <w:r w:rsidR="001565D3">
              <w:t xml:space="preserve"> (</w:t>
            </w:r>
            <w:r w:rsidR="0082116A">
              <w:t>a.m.</w:t>
            </w:r>
            <w:r w:rsidR="001565D3">
              <w:t>)</w:t>
            </w:r>
          </w:p>
        </w:tc>
        <w:tc>
          <w:tcPr>
            <w:tcW w:w="5204" w:type="dxa"/>
            <w:shd w:val="clear" w:color="auto" w:fill="auto"/>
          </w:tcPr>
          <w:p w:rsidR="00A20F69" w:rsidRPr="00A7680B" w:rsidRDefault="00A20F69" w:rsidP="00841AA6">
            <w:pPr>
              <w:spacing w:before="40" w:after="120"/>
              <w:ind w:right="113"/>
            </w:pPr>
            <w:r w:rsidRPr="00A7680B">
              <w:t xml:space="preserve">Inland Transport Committee </w:t>
            </w:r>
            <w:r>
              <w:t xml:space="preserve">(ITC) </w:t>
            </w:r>
            <w:r w:rsidRPr="00A7680B">
              <w:t>(</w:t>
            </w:r>
            <w:r w:rsidR="00841AA6">
              <w:t>eighty-first</w:t>
            </w:r>
            <w:r>
              <w:t xml:space="preserve"> </w:t>
            </w:r>
            <w:r w:rsidRPr="00A7680B">
              <w:t>session)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1565D3" w:rsidP="00FB4462">
            <w:pPr>
              <w:spacing w:before="40" w:after="120"/>
              <w:ind w:right="113"/>
            </w:pPr>
            <w:r>
              <w:t>2</w:t>
            </w:r>
            <w:r w:rsidR="00841AA6">
              <w:t>2</w:t>
            </w:r>
            <w:r>
              <w:t xml:space="preserve"> (</w:t>
            </w:r>
            <w:r w:rsidR="0082116A">
              <w:t>p.m.</w:t>
            </w:r>
            <w:r>
              <w:t>)</w:t>
            </w:r>
          </w:p>
        </w:tc>
        <w:tc>
          <w:tcPr>
            <w:tcW w:w="5204" w:type="dxa"/>
            <w:shd w:val="clear" w:color="auto" w:fill="auto"/>
          </w:tcPr>
          <w:p w:rsidR="00A20F69" w:rsidRPr="00A7680B" w:rsidRDefault="00A20F69" w:rsidP="009766BF">
            <w:pPr>
              <w:spacing w:before="40" w:after="120"/>
              <w:ind w:right="113"/>
            </w:pPr>
            <w:r w:rsidRPr="00A7680B">
              <w:t>Bureau of the Inland Transport Committee</w:t>
            </w:r>
          </w:p>
        </w:tc>
      </w:tr>
      <w:tr w:rsidR="00A20F69" w:rsidRPr="008D0570" w:rsidTr="009766BF">
        <w:trPr>
          <w:cantSplit/>
          <w:trHeight w:val="1052"/>
        </w:trPr>
        <w:tc>
          <w:tcPr>
            <w:tcW w:w="7356" w:type="dxa"/>
            <w:gridSpan w:val="2"/>
            <w:shd w:val="clear" w:color="auto" w:fill="auto"/>
          </w:tcPr>
          <w:p w:rsidR="00A20F69" w:rsidRPr="002141DB" w:rsidRDefault="00A20F69" w:rsidP="002C4C16">
            <w:pPr>
              <w:pStyle w:val="H1G"/>
              <w:rPr>
                <w:b w:val="0"/>
              </w:rPr>
            </w:pPr>
            <w:r w:rsidRPr="002C4C16">
              <w:t>March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FB4462" w:rsidP="00FB4462">
            <w:pPr>
              <w:spacing w:before="40" w:after="120"/>
              <w:ind w:right="113"/>
            </w:pPr>
            <w:r>
              <w:t>11</w:t>
            </w:r>
          </w:p>
        </w:tc>
        <w:tc>
          <w:tcPr>
            <w:tcW w:w="5204" w:type="dxa"/>
            <w:shd w:val="clear" w:color="auto" w:fill="auto"/>
          </w:tcPr>
          <w:p w:rsidR="00A20F69" w:rsidRPr="008D0570" w:rsidRDefault="00A20F69" w:rsidP="00FE28BD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one-hundred-and-twenty-</w:t>
            </w:r>
            <w:r w:rsidR="00FE28BD">
              <w:t>ninth</w:t>
            </w:r>
            <w:r>
              <w:t xml:space="preserve"> </w:t>
            </w:r>
            <w:r w:rsidRPr="003C11B2">
              <w:t>session)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FB4462" w:rsidP="00FB4462">
            <w:pPr>
              <w:spacing w:before="40" w:after="120"/>
              <w:ind w:right="113"/>
            </w:pPr>
            <w:r>
              <w:t>12</w:t>
            </w:r>
            <w:r w:rsidR="00226E2B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>15</w:t>
            </w:r>
            <w:r>
              <w:t xml:space="preserve"> (</w:t>
            </w:r>
            <w:r w:rsidR="0082116A">
              <w:t>a.m.</w:t>
            </w:r>
            <w:r>
              <w:t>)</w:t>
            </w:r>
          </w:p>
        </w:tc>
        <w:tc>
          <w:tcPr>
            <w:tcW w:w="5204" w:type="dxa"/>
            <w:shd w:val="clear" w:color="auto" w:fill="auto"/>
          </w:tcPr>
          <w:p w:rsidR="00A20F69" w:rsidRPr="008D0570" w:rsidRDefault="00A20F69" w:rsidP="00FE28BD">
            <w:pPr>
              <w:spacing w:before="40" w:after="120"/>
              <w:ind w:right="113"/>
            </w:pPr>
            <w:r w:rsidRPr="003C11B2">
              <w:t>World Forum for Harmonization of Vehicle Regulations (WP.29) (</w:t>
            </w:r>
            <w:r>
              <w:t>one-hundred-and-seventy-</w:t>
            </w:r>
            <w:r w:rsidR="00FE28BD">
              <w:t>seventh</w:t>
            </w:r>
            <w:r>
              <w:t xml:space="preserve"> s</w:t>
            </w:r>
            <w:r w:rsidRPr="003C11B2">
              <w:t>ession)</w:t>
            </w:r>
            <w:r>
              <w:t xml:space="preserve">. </w:t>
            </w:r>
            <w:r w:rsidRPr="00DA0D31">
              <w:rPr>
                <w:bCs/>
                <w:color w:val="000000"/>
                <w:lang w:eastAsia="en-GB"/>
              </w:rPr>
              <w:t xml:space="preserve">Administrative Committee of the 1958 Agreement (AC.1), Executive </w:t>
            </w:r>
            <w:r w:rsidRPr="00A47899">
              <w:t>Committee</w:t>
            </w:r>
            <w:r w:rsidRPr="00DA0D31">
              <w:rPr>
                <w:bCs/>
                <w:color w:val="000000"/>
                <w:lang w:eastAsia="en-GB"/>
              </w:rPr>
              <w:t xml:space="preserve"> of the 1998 Agreement (AC.3) and Administrative Committee of the 1997 Agreement (AC.4)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A20F69" w:rsidP="009766BF">
            <w:pPr>
              <w:spacing w:before="40" w:after="120"/>
              <w:ind w:right="113"/>
            </w:pPr>
            <w:r>
              <w:lastRenderedPageBreak/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8D0570" w:rsidRDefault="00FE28BD" w:rsidP="00FE28BD">
            <w:pPr>
              <w:spacing w:before="40" w:after="120"/>
              <w:ind w:right="113"/>
            </w:pPr>
            <w:r>
              <w:t xml:space="preserve">Global Forum for Road </w:t>
            </w:r>
            <w:r w:rsidR="00A20F69" w:rsidRPr="00A7680B">
              <w:t>Traffic Safety (WP.1) (</w:t>
            </w:r>
            <w:r w:rsidR="00A20F69">
              <w:t>seventy-</w:t>
            </w:r>
            <w:r>
              <w:t>ninth</w:t>
            </w:r>
            <w:r w:rsidR="00A20F69">
              <w:t xml:space="preserve"> </w:t>
            </w:r>
            <w:r w:rsidR="00A20F69" w:rsidRPr="00A7680B">
              <w:t>session)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A20F69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8D0570" w:rsidRDefault="00A20F69" w:rsidP="009766BF">
            <w:pPr>
              <w:spacing w:before="40" w:after="120"/>
              <w:ind w:right="113"/>
            </w:pPr>
            <w:r w:rsidRPr="00A7680B">
              <w:t>Joint Meeting of the Working Party on the Transport of Dangerous Goods and the RID Safety Committee (WP.15/AC.1) (</w:t>
            </w:r>
            <w:r w:rsidRPr="006F1C27">
              <w:rPr>
                <w:u w:val="single"/>
              </w:rPr>
              <w:t>to be held in Bern</w:t>
            </w:r>
            <w:r w:rsidRPr="00A7680B">
              <w:t>)</w:t>
            </w:r>
            <w:r>
              <w:t xml:space="preserve">. </w:t>
            </w:r>
          </w:p>
        </w:tc>
      </w:tr>
    </w:tbl>
    <w:p w:rsidR="00A20F69" w:rsidRPr="002C4C16" w:rsidRDefault="002C4C16" w:rsidP="002C4C16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20F69" w:rsidRPr="002C4C16" w:rsidSect="003A5F98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811" w:rsidRDefault="00871811"/>
  </w:endnote>
  <w:endnote w:type="continuationSeparator" w:id="0">
    <w:p w:rsidR="00871811" w:rsidRDefault="00871811"/>
  </w:endnote>
  <w:endnote w:type="continuationNotice" w:id="1">
    <w:p w:rsidR="00871811" w:rsidRDefault="008718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3A5F98" w:rsidP="003A5F98">
    <w:pPr>
      <w:pStyle w:val="Footer"/>
      <w:tabs>
        <w:tab w:val="right" w:pos="9638"/>
      </w:tabs>
      <w:rPr>
        <w:sz w:val="18"/>
      </w:rPr>
    </w:pP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2E699D">
      <w:rPr>
        <w:b/>
        <w:noProof/>
        <w:sz w:val="18"/>
      </w:rPr>
      <w:t>2</w:t>
    </w:r>
    <w:r w:rsidRPr="003A5F9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3A5F98" w:rsidP="003A5F98">
    <w:pPr>
      <w:pStyle w:val="Footer"/>
      <w:tabs>
        <w:tab w:val="right" w:pos="9638"/>
      </w:tabs>
      <w:rPr>
        <w:b/>
        <w:sz w:val="18"/>
      </w:rPr>
    </w:pPr>
    <w:r>
      <w:tab/>
    </w: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2E699D">
      <w:rPr>
        <w:b/>
        <w:noProof/>
        <w:sz w:val="18"/>
      </w:rPr>
      <w:t>3</w:t>
    </w:r>
    <w:r w:rsidRPr="003A5F9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811" w:rsidRPr="000B175B" w:rsidRDefault="0087181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71811" w:rsidRPr="00FC68B7" w:rsidRDefault="0087181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71811" w:rsidRDefault="00871811"/>
  </w:footnote>
  <w:footnote w:id="2">
    <w:p w:rsidR="00A20F69" w:rsidRPr="00152E3C" w:rsidRDefault="00A20F69" w:rsidP="00A20F69">
      <w:pPr>
        <w:pStyle w:val="FootnoteText"/>
        <w:rPr>
          <w:lang w:val="en-US"/>
        </w:rPr>
      </w:pPr>
      <w:r>
        <w:tab/>
      </w:r>
      <w:r w:rsidRPr="00152E3C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D944BA">
        <w:t>The present document is submitted in accordance with the terms of reference of the Inland Transport Committee (ECE/TRANS/97), which provide a mandate to convene meetings as it deems necessary.</w:t>
      </w:r>
    </w:p>
  </w:footnote>
  <w:footnote w:id="3">
    <w:p w:rsidR="00093E11" w:rsidRPr="00CE4059" w:rsidRDefault="00093E11" w:rsidP="00A20F69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 w:rsidRPr="00432345">
        <w:t>Subsidiary bodies of the Economic and Social Council serviced by the UNECE secretariat.</w:t>
      </w:r>
      <w:proofErr w:type="gramEnd"/>
      <w:r>
        <w:t xml:space="preserve"> </w:t>
      </w:r>
    </w:p>
  </w:footnote>
  <w:footnote w:id="4">
    <w:p w:rsidR="00D05EB8" w:rsidRPr="00CE4059" w:rsidRDefault="00D05EB8" w:rsidP="00A20F69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 w:rsidR="006265CA">
        <w:t>Ibid.</w:t>
      </w:r>
      <w:proofErr w:type="gramEnd"/>
      <w:r>
        <w:t xml:space="preserve"> </w:t>
      </w:r>
    </w:p>
  </w:footnote>
  <w:footnote w:id="5">
    <w:p w:rsidR="00C41A7A" w:rsidRPr="00CE4059" w:rsidRDefault="00C41A7A" w:rsidP="00A20F69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="00F07ECC">
        <w:t>Ibid.</w:t>
      </w:r>
    </w:p>
  </w:footnote>
  <w:footnote w:id="6">
    <w:p w:rsidR="00C41A7A" w:rsidRPr="00CE4059" w:rsidRDefault="00C41A7A" w:rsidP="00A20F69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="00F07ECC">
        <w:t>Ibid.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6C1223">
    <w:pPr>
      <w:pStyle w:val="Header"/>
    </w:pPr>
    <w:r>
      <w:t>ECE/TRANS/201</w:t>
    </w:r>
    <w:r w:rsidR="000A464A">
      <w:t>8</w:t>
    </w:r>
    <w:r w:rsidR="006F1285">
      <w:t>/</w:t>
    </w:r>
    <w:r w:rsidR="0002112B">
      <w:t>24</w:t>
    </w:r>
    <w:r w:rsidR="00AE11F7">
      <w:t>/Rev.1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6C1223" w:rsidP="003A5F98">
    <w:pPr>
      <w:pStyle w:val="Header"/>
      <w:jc w:val="right"/>
    </w:pPr>
    <w:r>
      <w:t>ECE/TRANS/201</w:t>
    </w:r>
    <w:r w:rsidR="000A464A">
      <w:t>8</w:t>
    </w:r>
    <w:r w:rsidR="006F1285">
      <w:t>/</w:t>
    </w:r>
    <w:r w:rsidR="0002112B">
      <w:t>24</w:t>
    </w:r>
    <w:r w:rsidR="00AE11F7">
      <w:t>/Rev.1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98"/>
    <w:rsid w:val="00002A7D"/>
    <w:rsid w:val="000038A8"/>
    <w:rsid w:val="00006790"/>
    <w:rsid w:val="0002112B"/>
    <w:rsid w:val="00022AF1"/>
    <w:rsid w:val="00027624"/>
    <w:rsid w:val="00050F6B"/>
    <w:rsid w:val="000678CD"/>
    <w:rsid w:val="00072C8C"/>
    <w:rsid w:val="00075E3A"/>
    <w:rsid w:val="00076E2F"/>
    <w:rsid w:val="00081CE0"/>
    <w:rsid w:val="00084D30"/>
    <w:rsid w:val="00090320"/>
    <w:rsid w:val="000931C0"/>
    <w:rsid w:val="00093E11"/>
    <w:rsid w:val="000A2E09"/>
    <w:rsid w:val="000A464A"/>
    <w:rsid w:val="000B175B"/>
    <w:rsid w:val="000B3800"/>
    <w:rsid w:val="000B3A0F"/>
    <w:rsid w:val="000B4079"/>
    <w:rsid w:val="000E0415"/>
    <w:rsid w:val="000E64D2"/>
    <w:rsid w:val="000F7715"/>
    <w:rsid w:val="001342FA"/>
    <w:rsid w:val="0015055D"/>
    <w:rsid w:val="001565D3"/>
    <w:rsid w:val="00156B99"/>
    <w:rsid w:val="001609CC"/>
    <w:rsid w:val="00166124"/>
    <w:rsid w:val="00184DDA"/>
    <w:rsid w:val="00185199"/>
    <w:rsid w:val="001900CD"/>
    <w:rsid w:val="001A0452"/>
    <w:rsid w:val="001B4B04"/>
    <w:rsid w:val="001B5875"/>
    <w:rsid w:val="001C4B9C"/>
    <w:rsid w:val="001C5B82"/>
    <w:rsid w:val="001C6663"/>
    <w:rsid w:val="001C7895"/>
    <w:rsid w:val="001D26DF"/>
    <w:rsid w:val="001F1599"/>
    <w:rsid w:val="001F19A3"/>
    <w:rsid w:val="001F19C4"/>
    <w:rsid w:val="002043F0"/>
    <w:rsid w:val="00211E0B"/>
    <w:rsid w:val="00226E2B"/>
    <w:rsid w:val="00232575"/>
    <w:rsid w:val="00247258"/>
    <w:rsid w:val="00257CAC"/>
    <w:rsid w:val="0027237A"/>
    <w:rsid w:val="002974E9"/>
    <w:rsid w:val="002A4C98"/>
    <w:rsid w:val="002A7F94"/>
    <w:rsid w:val="002B109A"/>
    <w:rsid w:val="002C4C16"/>
    <w:rsid w:val="002C6D45"/>
    <w:rsid w:val="002D6E53"/>
    <w:rsid w:val="002E0775"/>
    <w:rsid w:val="002E699D"/>
    <w:rsid w:val="002F046D"/>
    <w:rsid w:val="00301764"/>
    <w:rsid w:val="003229D8"/>
    <w:rsid w:val="00336C97"/>
    <w:rsid w:val="00337F88"/>
    <w:rsid w:val="00342432"/>
    <w:rsid w:val="0035223F"/>
    <w:rsid w:val="00352D4B"/>
    <w:rsid w:val="00352D67"/>
    <w:rsid w:val="0035638C"/>
    <w:rsid w:val="003672C4"/>
    <w:rsid w:val="003A46BB"/>
    <w:rsid w:val="003A4EC7"/>
    <w:rsid w:val="003A5F98"/>
    <w:rsid w:val="003A7295"/>
    <w:rsid w:val="003B1F60"/>
    <w:rsid w:val="003C2CC4"/>
    <w:rsid w:val="003D4B23"/>
    <w:rsid w:val="003E278A"/>
    <w:rsid w:val="00413520"/>
    <w:rsid w:val="004325CB"/>
    <w:rsid w:val="0044074D"/>
    <w:rsid w:val="00440A07"/>
    <w:rsid w:val="00462880"/>
    <w:rsid w:val="00476F24"/>
    <w:rsid w:val="0049446E"/>
    <w:rsid w:val="004C55B0"/>
    <w:rsid w:val="004E30EB"/>
    <w:rsid w:val="004F6BA0"/>
    <w:rsid w:val="00503BEA"/>
    <w:rsid w:val="00511975"/>
    <w:rsid w:val="00533616"/>
    <w:rsid w:val="00535ABA"/>
    <w:rsid w:val="0053768B"/>
    <w:rsid w:val="005419F1"/>
    <w:rsid w:val="005420F2"/>
    <w:rsid w:val="0054285C"/>
    <w:rsid w:val="0057427B"/>
    <w:rsid w:val="00584173"/>
    <w:rsid w:val="00584DE8"/>
    <w:rsid w:val="00595520"/>
    <w:rsid w:val="005A44B9"/>
    <w:rsid w:val="005B1BA0"/>
    <w:rsid w:val="005B3DB3"/>
    <w:rsid w:val="005C38C4"/>
    <w:rsid w:val="005D15CA"/>
    <w:rsid w:val="005F3066"/>
    <w:rsid w:val="005F3E61"/>
    <w:rsid w:val="005F5DF5"/>
    <w:rsid w:val="00603D0D"/>
    <w:rsid w:val="00604DDD"/>
    <w:rsid w:val="006115CC"/>
    <w:rsid w:val="00611FC4"/>
    <w:rsid w:val="006176FB"/>
    <w:rsid w:val="00621C1A"/>
    <w:rsid w:val="006265CA"/>
    <w:rsid w:val="00630FCB"/>
    <w:rsid w:val="00640B26"/>
    <w:rsid w:val="006419DA"/>
    <w:rsid w:val="0065641B"/>
    <w:rsid w:val="00657909"/>
    <w:rsid w:val="006770B2"/>
    <w:rsid w:val="00691AF1"/>
    <w:rsid w:val="006940E1"/>
    <w:rsid w:val="006A3C72"/>
    <w:rsid w:val="006A7392"/>
    <w:rsid w:val="006B03A1"/>
    <w:rsid w:val="006B564A"/>
    <w:rsid w:val="006B67D9"/>
    <w:rsid w:val="006C1223"/>
    <w:rsid w:val="006C5535"/>
    <w:rsid w:val="006D0589"/>
    <w:rsid w:val="006E564B"/>
    <w:rsid w:val="006E7154"/>
    <w:rsid w:val="006F1285"/>
    <w:rsid w:val="007003CD"/>
    <w:rsid w:val="00705990"/>
    <w:rsid w:val="0070701E"/>
    <w:rsid w:val="0071561C"/>
    <w:rsid w:val="0072632A"/>
    <w:rsid w:val="00727ED2"/>
    <w:rsid w:val="007358E8"/>
    <w:rsid w:val="00736E1D"/>
    <w:rsid w:val="00736ECE"/>
    <w:rsid w:val="0074533B"/>
    <w:rsid w:val="007643BC"/>
    <w:rsid w:val="007959FE"/>
    <w:rsid w:val="007A0CF1"/>
    <w:rsid w:val="007B6BA5"/>
    <w:rsid w:val="007C15E3"/>
    <w:rsid w:val="007C3390"/>
    <w:rsid w:val="007C42D8"/>
    <w:rsid w:val="007C4F4B"/>
    <w:rsid w:val="007D7362"/>
    <w:rsid w:val="007F33C7"/>
    <w:rsid w:val="007F5CE2"/>
    <w:rsid w:val="007F6611"/>
    <w:rsid w:val="00810BAC"/>
    <w:rsid w:val="008175E9"/>
    <w:rsid w:val="0082116A"/>
    <w:rsid w:val="008242D7"/>
    <w:rsid w:val="0082577B"/>
    <w:rsid w:val="008341C9"/>
    <w:rsid w:val="00841AA6"/>
    <w:rsid w:val="00866893"/>
    <w:rsid w:val="00866F02"/>
    <w:rsid w:val="00867D18"/>
    <w:rsid w:val="00871811"/>
    <w:rsid w:val="00871F9A"/>
    <w:rsid w:val="00871FD5"/>
    <w:rsid w:val="0088172E"/>
    <w:rsid w:val="00881EFA"/>
    <w:rsid w:val="008879CB"/>
    <w:rsid w:val="008979B1"/>
    <w:rsid w:val="008A071E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4AAE"/>
    <w:rsid w:val="00926E47"/>
    <w:rsid w:val="00947162"/>
    <w:rsid w:val="009538BA"/>
    <w:rsid w:val="009610D0"/>
    <w:rsid w:val="0096375C"/>
    <w:rsid w:val="009662E6"/>
    <w:rsid w:val="0097095E"/>
    <w:rsid w:val="0098592B"/>
    <w:rsid w:val="00985FC4"/>
    <w:rsid w:val="00990766"/>
    <w:rsid w:val="00991261"/>
    <w:rsid w:val="0099465C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20F69"/>
    <w:rsid w:val="00A425EB"/>
    <w:rsid w:val="00A47899"/>
    <w:rsid w:val="00A55F66"/>
    <w:rsid w:val="00A72F22"/>
    <w:rsid w:val="00A733BC"/>
    <w:rsid w:val="00A748A6"/>
    <w:rsid w:val="00A76A69"/>
    <w:rsid w:val="00A879A4"/>
    <w:rsid w:val="00A91009"/>
    <w:rsid w:val="00AA0C7A"/>
    <w:rsid w:val="00AA0FF8"/>
    <w:rsid w:val="00AC0F2C"/>
    <w:rsid w:val="00AC502A"/>
    <w:rsid w:val="00AD4EC8"/>
    <w:rsid w:val="00AE11F7"/>
    <w:rsid w:val="00AE3228"/>
    <w:rsid w:val="00AF58C1"/>
    <w:rsid w:val="00B04A3F"/>
    <w:rsid w:val="00B06643"/>
    <w:rsid w:val="00B15055"/>
    <w:rsid w:val="00B21C16"/>
    <w:rsid w:val="00B30179"/>
    <w:rsid w:val="00B37B15"/>
    <w:rsid w:val="00B37CF9"/>
    <w:rsid w:val="00B45C02"/>
    <w:rsid w:val="00B57DCB"/>
    <w:rsid w:val="00B6455C"/>
    <w:rsid w:val="00B72A1E"/>
    <w:rsid w:val="00B81E12"/>
    <w:rsid w:val="00B900AC"/>
    <w:rsid w:val="00BA339B"/>
    <w:rsid w:val="00BC1E7E"/>
    <w:rsid w:val="00BC74E9"/>
    <w:rsid w:val="00BC7F91"/>
    <w:rsid w:val="00BD4510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16855"/>
    <w:rsid w:val="00C41A7A"/>
    <w:rsid w:val="00C42E1D"/>
    <w:rsid w:val="00C463DD"/>
    <w:rsid w:val="00C745C3"/>
    <w:rsid w:val="00C91D1D"/>
    <w:rsid w:val="00C951E2"/>
    <w:rsid w:val="00CA24A4"/>
    <w:rsid w:val="00CB33F3"/>
    <w:rsid w:val="00CB348D"/>
    <w:rsid w:val="00CC1BE5"/>
    <w:rsid w:val="00CC3CB9"/>
    <w:rsid w:val="00CD46F5"/>
    <w:rsid w:val="00CE4A8F"/>
    <w:rsid w:val="00CF071D"/>
    <w:rsid w:val="00D05EB8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81C1A"/>
    <w:rsid w:val="00D978C6"/>
    <w:rsid w:val="00DA0956"/>
    <w:rsid w:val="00DA357F"/>
    <w:rsid w:val="00DA3E12"/>
    <w:rsid w:val="00DC18AD"/>
    <w:rsid w:val="00DF0F56"/>
    <w:rsid w:val="00DF6678"/>
    <w:rsid w:val="00DF7CAE"/>
    <w:rsid w:val="00E21C72"/>
    <w:rsid w:val="00E31A8A"/>
    <w:rsid w:val="00E354A3"/>
    <w:rsid w:val="00E423C0"/>
    <w:rsid w:val="00E437D6"/>
    <w:rsid w:val="00E6414C"/>
    <w:rsid w:val="00E7260F"/>
    <w:rsid w:val="00E7469E"/>
    <w:rsid w:val="00E77300"/>
    <w:rsid w:val="00E8702D"/>
    <w:rsid w:val="00E87292"/>
    <w:rsid w:val="00E916A9"/>
    <w:rsid w:val="00E916DE"/>
    <w:rsid w:val="00E925AD"/>
    <w:rsid w:val="00E932B8"/>
    <w:rsid w:val="00E957F4"/>
    <w:rsid w:val="00E96630"/>
    <w:rsid w:val="00E968EC"/>
    <w:rsid w:val="00EC178B"/>
    <w:rsid w:val="00ED18DC"/>
    <w:rsid w:val="00ED6201"/>
    <w:rsid w:val="00ED7A2A"/>
    <w:rsid w:val="00EE3212"/>
    <w:rsid w:val="00EF1D7F"/>
    <w:rsid w:val="00F0137E"/>
    <w:rsid w:val="00F07ECC"/>
    <w:rsid w:val="00F21786"/>
    <w:rsid w:val="00F224E9"/>
    <w:rsid w:val="00F24F07"/>
    <w:rsid w:val="00F26454"/>
    <w:rsid w:val="00F273F3"/>
    <w:rsid w:val="00F30CA5"/>
    <w:rsid w:val="00F347AD"/>
    <w:rsid w:val="00F3742B"/>
    <w:rsid w:val="00F41FDB"/>
    <w:rsid w:val="00F507EC"/>
    <w:rsid w:val="00F56D63"/>
    <w:rsid w:val="00F609A9"/>
    <w:rsid w:val="00F63B5F"/>
    <w:rsid w:val="00F70492"/>
    <w:rsid w:val="00F75453"/>
    <w:rsid w:val="00F80C99"/>
    <w:rsid w:val="00F867EC"/>
    <w:rsid w:val="00F91B2B"/>
    <w:rsid w:val="00FB18E8"/>
    <w:rsid w:val="00FB4462"/>
    <w:rsid w:val="00FB7CA7"/>
    <w:rsid w:val="00FC03CD"/>
    <w:rsid w:val="00FC0646"/>
    <w:rsid w:val="00FC68B7"/>
    <w:rsid w:val="00FE28BD"/>
    <w:rsid w:val="00FE31D4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A20F69"/>
    <w:rPr>
      <w:b/>
      <w:sz w:val="28"/>
      <w:lang w:eastAsia="en-US"/>
    </w:rPr>
  </w:style>
  <w:style w:type="character" w:styleId="CommentReference">
    <w:name w:val="annotation reference"/>
    <w:basedOn w:val="DefaultParagraphFont"/>
    <w:rsid w:val="00DF0F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0F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DF0F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F0F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F0F5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A20F69"/>
    <w:rPr>
      <w:b/>
      <w:sz w:val="28"/>
      <w:lang w:eastAsia="en-US"/>
    </w:rPr>
  </w:style>
  <w:style w:type="character" w:styleId="CommentReference">
    <w:name w:val="annotation reference"/>
    <w:basedOn w:val="DefaultParagraphFont"/>
    <w:rsid w:val="00DF0F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0F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DF0F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F0F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F0F5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.ECE-800531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F2097-B1CA-4237-BCCC-0EF6D5C2A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2</TotalTime>
  <Pages>8</Pages>
  <Words>1415</Words>
  <Characters>9220</Characters>
  <Application>Microsoft Office Word</Application>
  <DocSecurity>0</DocSecurity>
  <Lines>327</Lines>
  <Paragraphs>208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10451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Anastasia Barinova</dc:creator>
  <cp:lastModifiedBy>31/08/2016</cp:lastModifiedBy>
  <cp:revision>6</cp:revision>
  <cp:lastPrinted>2017-12-12T10:12:00Z</cp:lastPrinted>
  <dcterms:created xsi:type="dcterms:W3CDTF">2018-02-02T16:49:00Z</dcterms:created>
  <dcterms:modified xsi:type="dcterms:W3CDTF">2018-02-06T08:36:00Z</dcterms:modified>
</cp:coreProperties>
</file>