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0" w:tblpY="568"/>
        <w:tblOverlap w:val="never"/>
        <w:tblW w:w="97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19"/>
      </w:tblGrid>
      <w:tr w:rsidR="0099001C" w:rsidRPr="00B02F4A" w:rsidTr="00911270">
        <w:trPr>
          <w:cantSplit/>
          <w:trHeight w:hRule="exact" w:val="907"/>
        </w:trPr>
        <w:tc>
          <w:tcPr>
            <w:tcW w:w="9719" w:type="dxa"/>
            <w:tcBorders>
              <w:bottom w:val="single" w:sz="4" w:space="0" w:color="auto"/>
            </w:tcBorders>
          </w:tcPr>
          <w:p w:rsidR="00911270" w:rsidRPr="00A5250B" w:rsidRDefault="0099001C" w:rsidP="00911270">
            <w:pPr>
              <w:jc w:val="right"/>
              <w:rPr>
                <w:b/>
                <w:sz w:val="40"/>
                <w:szCs w:val="40"/>
                <w:lang w:val="fr-FR"/>
              </w:rPr>
            </w:pPr>
            <w:bookmarkStart w:id="0" w:name="_GoBack"/>
            <w:bookmarkEnd w:id="0"/>
            <w:r w:rsidRPr="00A5250B">
              <w:rPr>
                <w:b/>
                <w:sz w:val="40"/>
                <w:szCs w:val="40"/>
                <w:lang w:val="fr-FR"/>
              </w:rPr>
              <w:t>UN/SCE</w:t>
            </w:r>
            <w:r w:rsidR="001D3183" w:rsidRPr="00A5250B">
              <w:rPr>
                <w:b/>
                <w:sz w:val="40"/>
                <w:szCs w:val="40"/>
                <w:lang w:val="fr-FR"/>
              </w:rPr>
              <w:t>TDG</w:t>
            </w:r>
            <w:r w:rsidRPr="00A5250B">
              <w:rPr>
                <w:b/>
                <w:sz w:val="40"/>
                <w:szCs w:val="40"/>
                <w:lang w:val="fr-FR"/>
              </w:rPr>
              <w:t>/</w:t>
            </w:r>
            <w:r w:rsidR="007C52DF" w:rsidRPr="00A5250B">
              <w:rPr>
                <w:b/>
                <w:sz w:val="40"/>
                <w:szCs w:val="40"/>
                <w:lang w:val="fr-FR"/>
              </w:rPr>
              <w:t>5</w:t>
            </w:r>
            <w:r w:rsidR="00747299" w:rsidRPr="00A5250B">
              <w:rPr>
                <w:b/>
                <w:sz w:val="40"/>
                <w:szCs w:val="40"/>
                <w:lang w:val="fr-FR"/>
              </w:rPr>
              <w:t>4</w:t>
            </w:r>
            <w:r w:rsidRPr="00A5250B">
              <w:rPr>
                <w:b/>
                <w:sz w:val="40"/>
                <w:szCs w:val="40"/>
                <w:lang w:val="fr-FR"/>
              </w:rPr>
              <w:t>/INF.</w:t>
            </w:r>
            <w:r w:rsidR="00AA065E">
              <w:rPr>
                <w:b/>
                <w:sz w:val="40"/>
                <w:szCs w:val="40"/>
                <w:lang w:val="fr-FR"/>
              </w:rPr>
              <w:t>37</w:t>
            </w:r>
          </w:p>
          <w:p w:rsidR="00911270" w:rsidRPr="00A5250B" w:rsidRDefault="00911270" w:rsidP="00911270">
            <w:pPr>
              <w:jc w:val="right"/>
              <w:rPr>
                <w:b/>
                <w:sz w:val="40"/>
                <w:szCs w:val="40"/>
                <w:lang w:val="fr-FR"/>
              </w:rPr>
            </w:pPr>
            <w:r w:rsidRPr="00A5250B">
              <w:rPr>
                <w:b/>
                <w:sz w:val="40"/>
                <w:szCs w:val="40"/>
                <w:lang w:val="fr-FR"/>
              </w:rPr>
              <w:t>UN/SCEGHS/36/INF.</w:t>
            </w:r>
            <w:r w:rsidR="00AA065E">
              <w:rPr>
                <w:b/>
                <w:sz w:val="40"/>
                <w:szCs w:val="40"/>
                <w:lang w:val="fr-FR"/>
              </w:rPr>
              <w:t>23</w:t>
            </w:r>
          </w:p>
        </w:tc>
      </w:tr>
      <w:tr w:rsidR="0099001C" w:rsidRPr="007E344F" w:rsidTr="00911270">
        <w:trPr>
          <w:cantSplit/>
          <w:trHeight w:hRule="exact" w:val="1421"/>
        </w:trPr>
        <w:tc>
          <w:tcPr>
            <w:tcW w:w="9719" w:type="dxa"/>
            <w:tcBorders>
              <w:top w:val="single" w:sz="4" w:space="0" w:color="auto"/>
            </w:tcBorders>
          </w:tcPr>
          <w:p w:rsidR="00A805EB" w:rsidRPr="007E344F" w:rsidRDefault="00A805EB" w:rsidP="00911270">
            <w:pPr>
              <w:spacing w:before="120"/>
              <w:rPr>
                <w:b/>
                <w:sz w:val="24"/>
                <w:szCs w:val="24"/>
              </w:rPr>
            </w:pPr>
            <w:r w:rsidRPr="007E344F">
              <w:rPr>
                <w:b/>
                <w:sz w:val="24"/>
                <w:szCs w:val="24"/>
              </w:rPr>
              <w:t>Committee of Experts on the Transport of Dangerous Goods</w:t>
            </w:r>
            <w:r w:rsidRPr="007E344F">
              <w:rPr>
                <w:b/>
                <w:sz w:val="24"/>
                <w:szCs w:val="24"/>
              </w:rPr>
              <w:br/>
              <w:t>and on the Globally Harmonized System of Classification</w:t>
            </w:r>
            <w:r w:rsidRPr="007E344F">
              <w:rPr>
                <w:b/>
                <w:sz w:val="24"/>
                <w:szCs w:val="24"/>
              </w:rPr>
              <w:br/>
              <w:t>and Labelling of Chemicals</w:t>
            </w:r>
          </w:p>
          <w:p w:rsidR="00A805EB" w:rsidRPr="007E344F" w:rsidRDefault="00C14072" w:rsidP="00911270">
            <w:pPr>
              <w:tabs>
                <w:tab w:val="right" w:pos="9639"/>
              </w:tabs>
              <w:spacing w:before="120"/>
              <w:rPr>
                <w:b/>
              </w:rPr>
            </w:pPr>
            <w:r w:rsidRPr="007E344F">
              <w:rPr>
                <w:b/>
              </w:rPr>
              <w:tab/>
            </w:r>
            <w:r w:rsidR="00AA065E">
              <w:rPr>
                <w:b/>
              </w:rPr>
              <w:t>22 November 2018</w:t>
            </w:r>
          </w:p>
          <w:p w:rsidR="00A00F6B" w:rsidRPr="00D63626" w:rsidRDefault="00A00F6B" w:rsidP="00911270">
            <w:pPr>
              <w:spacing w:line="240" w:lineRule="exact"/>
            </w:pPr>
          </w:p>
        </w:tc>
      </w:tr>
    </w:tbl>
    <w:tbl>
      <w:tblPr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93"/>
        <w:gridCol w:w="5046"/>
      </w:tblGrid>
      <w:tr w:rsidR="00A00F6B" w:rsidTr="0080295D">
        <w:tc>
          <w:tcPr>
            <w:tcW w:w="4593" w:type="dxa"/>
            <w:shd w:val="clear" w:color="auto" w:fill="auto"/>
          </w:tcPr>
          <w:p w:rsidR="00A00F6B" w:rsidRPr="006D12B1" w:rsidRDefault="00A00F6B" w:rsidP="0080295D">
            <w:pPr>
              <w:spacing w:before="120" w:after="120"/>
              <w:ind w:right="57"/>
              <w:rPr>
                <w:b/>
              </w:rPr>
            </w:pPr>
            <w:r w:rsidRPr="006D12B1">
              <w:rPr>
                <w:b/>
              </w:rPr>
              <w:t xml:space="preserve">Sub-Committee of Experts on the Transport </w:t>
            </w:r>
            <w:r w:rsidRPr="006D12B1">
              <w:rPr>
                <w:b/>
              </w:rPr>
              <w:br/>
              <w:t xml:space="preserve">of Dangerous Goods </w:t>
            </w:r>
          </w:p>
        </w:tc>
        <w:tc>
          <w:tcPr>
            <w:tcW w:w="5046" w:type="dxa"/>
            <w:shd w:val="clear" w:color="auto" w:fill="auto"/>
          </w:tcPr>
          <w:p w:rsidR="00A00F6B" w:rsidRPr="006D12B1" w:rsidRDefault="00A00F6B" w:rsidP="0080295D">
            <w:pPr>
              <w:spacing w:before="120" w:after="120"/>
              <w:rPr>
                <w:b/>
              </w:rPr>
            </w:pPr>
            <w:r w:rsidRPr="006D12B1">
              <w:rPr>
                <w:b/>
              </w:rPr>
              <w:t xml:space="preserve">Sub-Committee of Experts on the Globally Harmonized System of Classification and Labelling of Chemicals </w:t>
            </w:r>
          </w:p>
        </w:tc>
      </w:tr>
      <w:tr w:rsidR="00A00F6B" w:rsidRPr="00747299" w:rsidTr="0080295D">
        <w:tc>
          <w:tcPr>
            <w:tcW w:w="4593" w:type="dxa"/>
            <w:shd w:val="clear" w:color="auto" w:fill="auto"/>
          </w:tcPr>
          <w:p w:rsidR="00A00F6B" w:rsidRPr="00747299" w:rsidRDefault="00747299" w:rsidP="0080295D">
            <w:r w:rsidRPr="00747299">
              <w:rPr>
                <w:b/>
              </w:rPr>
              <w:t>Fifty-fourth</w:t>
            </w:r>
            <w:r w:rsidR="00A00F6B" w:rsidRPr="00747299">
              <w:rPr>
                <w:b/>
              </w:rPr>
              <w:t xml:space="preserve"> session</w:t>
            </w:r>
            <w:r w:rsidR="00A00F6B" w:rsidRPr="00747299">
              <w:t xml:space="preserve"> </w:t>
            </w:r>
          </w:p>
          <w:p w:rsidR="00A00F6B" w:rsidRPr="00747299" w:rsidRDefault="00A00F6B" w:rsidP="0080295D">
            <w:pPr>
              <w:ind w:right="57"/>
            </w:pPr>
            <w:r w:rsidRPr="00747299">
              <w:t>Geneva, 2</w:t>
            </w:r>
            <w:r w:rsidR="00747299" w:rsidRPr="00747299">
              <w:t>6 November</w:t>
            </w:r>
            <w:r w:rsidRPr="00747299">
              <w:t xml:space="preserve">-4 </w:t>
            </w:r>
            <w:r w:rsidR="00747299" w:rsidRPr="00747299">
              <w:t>December</w:t>
            </w:r>
            <w:r w:rsidRPr="00747299">
              <w:t xml:space="preserve"> 2018</w:t>
            </w:r>
          </w:p>
        </w:tc>
        <w:tc>
          <w:tcPr>
            <w:tcW w:w="5046" w:type="dxa"/>
            <w:shd w:val="clear" w:color="auto" w:fill="auto"/>
          </w:tcPr>
          <w:p w:rsidR="00A00F6B" w:rsidRPr="00747299" w:rsidRDefault="00911270" w:rsidP="0080295D">
            <w:pPr>
              <w:rPr>
                <w:b/>
              </w:rPr>
            </w:pPr>
            <w:r>
              <w:rPr>
                <w:b/>
              </w:rPr>
              <w:t>Thirty-six</w:t>
            </w:r>
            <w:r w:rsidR="00A00F6B" w:rsidRPr="00747299">
              <w:rPr>
                <w:b/>
              </w:rPr>
              <w:t>th session</w:t>
            </w:r>
          </w:p>
          <w:p w:rsidR="00A00F6B" w:rsidRPr="00747299" w:rsidRDefault="00A00F6B" w:rsidP="0080295D">
            <w:pPr>
              <w:rPr>
                <w:b/>
              </w:rPr>
            </w:pPr>
            <w:r w:rsidRPr="00747299">
              <w:t xml:space="preserve">Geneva, </w:t>
            </w:r>
            <w:r w:rsidR="00747299" w:rsidRPr="00747299">
              <w:t>5</w:t>
            </w:r>
            <w:r w:rsidRPr="00747299">
              <w:t>-</w:t>
            </w:r>
            <w:r w:rsidR="00747299" w:rsidRPr="00747299">
              <w:t>7</w:t>
            </w:r>
            <w:r w:rsidRPr="00747299">
              <w:t xml:space="preserve"> </w:t>
            </w:r>
            <w:r w:rsidR="00747299" w:rsidRPr="00747299">
              <w:t>December</w:t>
            </w:r>
            <w:r w:rsidRPr="00747299">
              <w:t xml:space="preserve"> 2018</w:t>
            </w:r>
          </w:p>
        </w:tc>
      </w:tr>
      <w:tr w:rsidR="00A00F6B" w:rsidRPr="00747299" w:rsidTr="0080295D">
        <w:tc>
          <w:tcPr>
            <w:tcW w:w="4593" w:type="dxa"/>
            <w:shd w:val="clear" w:color="auto" w:fill="auto"/>
          </w:tcPr>
          <w:p w:rsidR="00A00F6B" w:rsidRPr="00747299" w:rsidRDefault="00747299" w:rsidP="0080295D">
            <w:pPr>
              <w:ind w:right="57"/>
            </w:pPr>
            <w:r w:rsidRPr="00747299">
              <w:t>Item 7</w:t>
            </w:r>
            <w:r w:rsidR="00AA065E">
              <w:t xml:space="preserve"> </w:t>
            </w:r>
            <w:r w:rsidR="00A00F6B" w:rsidRPr="00747299">
              <w:t>(b) of the provisional agenda</w:t>
            </w:r>
          </w:p>
          <w:p w:rsidR="00A00F6B" w:rsidRPr="00747299" w:rsidRDefault="00A00F6B" w:rsidP="0080295D">
            <w:pPr>
              <w:spacing w:after="120"/>
              <w:ind w:right="57"/>
              <w:rPr>
                <w:b/>
              </w:rPr>
            </w:pPr>
            <w:r w:rsidRPr="00747299">
              <w:rPr>
                <w:b/>
              </w:rPr>
              <w:t xml:space="preserve">Issues relating to the Globally Harmonized System of Classification and Labelling of Chemicals: </w:t>
            </w:r>
            <w:r w:rsidRPr="00747299">
              <w:rPr>
                <w:b/>
              </w:rPr>
              <w:br/>
              <w:t>Testing of oxidizing substances</w:t>
            </w:r>
          </w:p>
        </w:tc>
        <w:tc>
          <w:tcPr>
            <w:tcW w:w="5046" w:type="dxa"/>
            <w:shd w:val="clear" w:color="auto" w:fill="auto"/>
          </w:tcPr>
          <w:p w:rsidR="00A00F6B" w:rsidRPr="00747299" w:rsidRDefault="00A00F6B" w:rsidP="0080295D">
            <w:r w:rsidRPr="00747299">
              <w:t>Item 3</w:t>
            </w:r>
            <w:r w:rsidR="00AA065E">
              <w:t xml:space="preserve"> </w:t>
            </w:r>
            <w:r w:rsidRPr="00747299">
              <w:t>(a) of the provisional agenda</w:t>
            </w:r>
          </w:p>
          <w:p w:rsidR="00A00F6B" w:rsidRPr="00747299" w:rsidRDefault="00A00F6B" w:rsidP="0080295D">
            <w:pPr>
              <w:spacing w:after="120"/>
              <w:rPr>
                <w:b/>
                <w:strike/>
              </w:rPr>
            </w:pPr>
            <w:r w:rsidRPr="00747299">
              <w:rPr>
                <w:b/>
              </w:rPr>
              <w:t>Classification criteria and related hazard communication: Work of the Sub-Committee of Experts on the Transport of Dangerous Goods (TDG) on matters of interest to the GHS Sub-Committee</w:t>
            </w:r>
          </w:p>
        </w:tc>
      </w:tr>
    </w:tbl>
    <w:p w:rsidR="005C35FB" w:rsidRPr="00B41CEE" w:rsidRDefault="005C35FB" w:rsidP="00BC4A97">
      <w:pPr>
        <w:pStyle w:val="HChG"/>
      </w:pPr>
      <w:r w:rsidRPr="00050274">
        <w:rPr>
          <w:lang w:val="en-US"/>
        </w:rPr>
        <w:tab/>
      </w:r>
      <w:r w:rsidRPr="00050274">
        <w:rPr>
          <w:lang w:val="en-US"/>
        </w:rPr>
        <w:tab/>
      </w:r>
      <w:r w:rsidR="00A00F6B" w:rsidRPr="00B41CEE">
        <w:t>Tests for oxidizing liquids (UN Test O.2) and oxidizing solids (UN Tests O.1 and O.3)</w:t>
      </w:r>
      <w:r w:rsidR="00AA065E">
        <w:t xml:space="preserve"> a</w:t>
      </w:r>
      <w:r w:rsidR="00B41CEE">
        <w:t>dditional</w:t>
      </w:r>
      <w:r w:rsidR="00B41CEE" w:rsidRPr="00B41CEE">
        <w:t xml:space="preserve"> information </w:t>
      </w:r>
      <w:r w:rsidR="00D30829">
        <w:t xml:space="preserve">on document </w:t>
      </w:r>
      <w:r w:rsidR="00B41CEE" w:rsidRPr="00B41CEE">
        <w:t>ST/SG/AC.10/C.3/2018/116−ST/SG/AC.10/C.4/2018/24</w:t>
      </w:r>
    </w:p>
    <w:p w:rsidR="005C35FB" w:rsidRPr="00B41CEE" w:rsidRDefault="005C35FB" w:rsidP="005C35FB">
      <w:pPr>
        <w:pStyle w:val="H1G"/>
      </w:pPr>
      <w:r w:rsidRPr="00B41CEE">
        <w:rPr>
          <w:lang w:val="en-US"/>
        </w:rPr>
        <w:tab/>
      </w:r>
      <w:r w:rsidRPr="00B41CEE">
        <w:rPr>
          <w:lang w:val="en-US"/>
        </w:rPr>
        <w:tab/>
        <w:t>Transmitted by the expert from France</w:t>
      </w:r>
    </w:p>
    <w:p w:rsidR="00D30829" w:rsidRPr="005A1665" w:rsidRDefault="00D30829" w:rsidP="00CA3B24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  <w:rPr>
          <w:color w:val="000000"/>
          <w:lang w:val="en-US" w:eastAsia="en-GB"/>
        </w:rPr>
      </w:pPr>
      <w:r w:rsidRPr="005A1665">
        <w:t xml:space="preserve">In link with para 12-13 and 19 of ST/SG/AC.10/C.3/2018/116-ST/SG/AC.10/C.4/2018/24 and to illustrate the difficulties occurring with the </w:t>
      </w:r>
      <w:r w:rsidR="00B02F4A">
        <w:t xml:space="preserve">current </w:t>
      </w:r>
      <w:r w:rsidRPr="005A1665">
        <w:t>coefficient of correlation R</w:t>
      </w:r>
      <w:r w:rsidRPr="005A1665">
        <w:rPr>
          <w:vertAlign w:val="superscript"/>
        </w:rPr>
        <w:t>2</w:t>
      </w:r>
      <w:r w:rsidRPr="005A1665">
        <w:t xml:space="preserve"> and the standard deviation criteria</w:t>
      </w:r>
      <w:r w:rsidR="00822D9D">
        <w:t xml:space="preserve"> (resp. at least 0.95 and not exceeding 10%)</w:t>
      </w:r>
      <w:r w:rsidRPr="005A1665">
        <w:t xml:space="preserve">, we extracted </w:t>
      </w:r>
      <w:r w:rsidR="005A1665" w:rsidRPr="005A1665">
        <w:t xml:space="preserve">the relevant </w:t>
      </w:r>
      <w:r w:rsidR="00F663AF">
        <w:t>tables</w:t>
      </w:r>
      <w:r w:rsidR="005A1665" w:rsidRPr="005A1665">
        <w:t xml:space="preserve"> </w:t>
      </w:r>
      <w:r w:rsidR="00822D9D">
        <w:t xml:space="preserve">(below in para 2-4) </w:t>
      </w:r>
      <w:r w:rsidR="005A1665" w:rsidRPr="005A1665">
        <w:t>from document UN/SCETDG/49/INF.47 which gave the final report on the Round Robin Testing (2015-2016) on oxidizing substances.</w:t>
      </w:r>
    </w:p>
    <w:p w:rsidR="00B41CEE" w:rsidRDefault="00862D4B" w:rsidP="00862D4B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S</w:t>
      </w:r>
      <w:r w:rsidR="00B41CEE" w:rsidRPr="00862D4B">
        <w:rPr>
          <w:lang w:val="en-US"/>
        </w:rPr>
        <w:t>tandard deviation</w:t>
      </w:r>
    </w:p>
    <w:p w:rsidR="00B41CEE" w:rsidRPr="00862D4B" w:rsidRDefault="00B41CEE" w:rsidP="00882DC5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  <w:rPr>
          <w:lang w:val="en-US"/>
        </w:rPr>
      </w:pPr>
      <w:r w:rsidRPr="00862D4B">
        <w:rPr>
          <w:lang w:val="en-US"/>
        </w:rPr>
        <w:t xml:space="preserve">The standard deviation </w:t>
      </w:r>
      <w:r w:rsidR="00F663AF">
        <w:rPr>
          <w:lang w:val="en-US"/>
        </w:rPr>
        <w:t xml:space="preserve">obtained by the participant laboratories for </w:t>
      </w:r>
      <w:r w:rsidRPr="00862D4B">
        <w:rPr>
          <w:lang w:val="en-US"/>
        </w:rPr>
        <w:t xml:space="preserve">each reference substance mixture and tests sample mixture are given in </w:t>
      </w:r>
      <w:r w:rsidR="00F663AF">
        <w:rPr>
          <w:lang w:val="en-US"/>
        </w:rPr>
        <w:t>T</w:t>
      </w:r>
      <w:r w:rsidRPr="00862D4B">
        <w:rPr>
          <w:lang w:val="en-US"/>
        </w:rPr>
        <w:t>able</w:t>
      </w:r>
      <w:r w:rsidR="00F663AF">
        <w:rPr>
          <w:lang w:val="en-US"/>
        </w:rPr>
        <w:t xml:space="preserve"> </w:t>
      </w:r>
      <w:r w:rsidR="005600E4">
        <w:rPr>
          <w:lang w:val="en-US"/>
        </w:rPr>
        <w:t>1</w:t>
      </w:r>
      <w:r w:rsidRPr="00862D4B">
        <w:rPr>
          <w:lang w:val="en-US"/>
        </w:rPr>
        <w:t>.</w:t>
      </w:r>
      <w:r w:rsidR="00862D4B" w:rsidRPr="00862D4B">
        <w:rPr>
          <w:lang w:val="en-US"/>
        </w:rPr>
        <w:t xml:space="preserve"> </w:t>
      </w:r>
      <w:r w:rsidRPr="00862D4B">
        <w:rPr>
          <w:lang w:val="en-US"/>
        </w:rPr>
        <w:t>The values greater than</w:t>
      </w:r>
      <w:r w:rsidR="00F663AF">
        <w:rPr>
          <w:lang w:val="en-US"/>
        </w:rPr>
        <w:t xml:space="preserve"> 10 </w:t>
      </w:r>
      <w:r w:rsidRPr="00862D4B">
        <w:rPr>
          <w:lang w:val="en-US"/>
        </w:rPr>
        <w:t>% are bold.</w:t>
      </w:r>
      <w:r w:rsidR="00862D4B">
        <w:rPr>
          <w:lang w:val="en-US"/>
        </w:rPr>
        <w:t xml:space="preserve"> There are only 30 values lower than 10% over a total of 73 values.</w:t>
      </w:r>
    </w:p>
    <w:tbl>
      <w:tblPr>
        <w:tblW w:w="9524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51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b/>
                <w:bCs/>
                <w:color w:val="000000"/>
                <w:sz w:val="18"/>
                <w:szCs w:val="18"/>
              </w:rPr>
              <w:t>Results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b/>
                <w:bCs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6 (2016)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9 (2015)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10 (2015)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6E2CB6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6 (2015)</w:t>
            </w: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PGIII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15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26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10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5</w:t>
            </w: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 xml:space="preserve">PGII 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17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7</w:t>
            </w: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 xml:space="preserve">PGI 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  <w:r w:rsidRPr="008B0875">
              <w:rPr>
                <w:b/>
                <w:sz w:val="18"/>
                <w:szCs w:val="18"/>
              </w:rPr>
              <w:t>15</w:t>
            </w:r>
            <w:r>
              <w:rPr>
                <w:b/>
                <w:sz w:val="18"/>
                <w:szCs w:val="18"/>
              </w:rPr>
              <w:t>.</w:t>
            </w:r>
            <w:r w:rsidRPr="008B087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14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28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19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B41CEE" w:rsidRPr="005A1665" w:rsidTr="00862D4B">
        <w:trPr>
          <w:trHeight w:val="20"/>
        </w:trPr>
        <w:tc>
          <w:tcPr>
            <w:tcW w:w="9524" w:type="dxa"/>
            <w:gridSpan w:val="1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5A1665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0"/>
                <w:szCs w:val="18"/>
              </w:rPr>
            </w:pP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OTS1 1-1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12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17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5</w:t>
            </w: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OTS1 4-1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50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27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53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25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46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73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19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14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45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30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B41CEE" w:rsidRPr="005A1665" w:rsidTr="00862D4B">
        <w:trPr>
          <w:trHeight w:val="20"/>
        </w:trPr>
        <w:tc>
          <w:tcPr>
            <w:tcW w:w="9524" w:type="dxa"/>
            <w:gridSpan w:val="1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5A1665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0"/>
                <w:szCs w:val="18"/>
              </w:rPr>
            </w:pP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OTS2 1-1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16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auto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15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B41CEE" w:rsidRPr="0001200F" w:rsidTr="00862D4B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OTS2 4-1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</w:tcPr>
          <w:p w:rsidR="00B41CEE" w:rsidRPr="0001200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19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8B0875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.</w:t>
            </w:r>
            <w:r w:rsidRPr="008B0875">
              <w:rPr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11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B41CEE" w:rsidRPr="008B0875" w:rsidRDefault="00B41CEE" w:rsidP="00862D4B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8B0875">
              <w:rPr>
                <w:b/>
                <w:bCs/>
                <w:sz w:val="18"/>
                <w:szCs w:val="18"/>
              </w:rPr>
              <w:t>23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8B0875">
              <w:rPr>
                <w:b/>
                <w:bCs/>
                <w:sz w:val="18"/>
                <w:szCs w:val="18"/>
              </w:rPr>
              <w:t>8</w:t>
            </w:r>
          </w:p>
        </w:tc>
      </w:tr>
    </w:tbl>
    <w:p w:rsidR="00B41CEE" w:rsidRPr="00862D4B" w:rsidRDefault="00B41CEE" w:rsidP="00AA065E">
      <w:pPr>
        <w:pStyle w:val="Caption"/>
        <w:spacing w:before="120"/>
        <w:rPr>
          <w:rFonts w:ascii="Times New Roman" w:hAnsi="Times New Roman"/>
          <w:b w:val="0"/>
        </w:rPr>
      </w:pPr>
      <w:bookmarkStart w:id="1" w:name="_Ref452929196"/>
      <w:bookmarkStart w:id="2" w:name="_Toc453164834"/>
      <w:r w:rsidRPr="00862D4B">
        <w:rPr>
          <w:rFonts w:ascii="Times New Roman" w:hAnsi="Times New Roman"/>
          <w:b w:val="0"/>
        </w:rPr>
        <w:t xml:space="preserve">Table </w:t>
      </w:r>
      <w:bookmarkEnd w:id="1"/>
      <w:r w:rsidR="005600E4">
        <w:rPr>
          <w:rFonts w:ascii="Times New Roman" w:hAnsi="Times New Roman"/>
          <w:b w:val="0"/>
        </w:rPr>
        <w:t>1</w:t>
      </w:r>
      <w:r w:rsidRPr="00862D4B">
        <w:rPr>
          <w:rFonts w:ascii="Times New Roman" w:hAnsi="Times New Roman"/>
          <w:b w:val="0"/>
        </w:rPr>
        <w:t>: TECHNOCEL 75 - standard deviation for each reference substance mixture and tests sample mixture</w:t>
      </w:r>
      <w:bookmarkEnd w:id="2"/>
    </w:p>
    <w:p w:rsidR="00B41CEE" w:rsidRPr="00862D4B" w:rsidRDefault="00862D4B" w:rsidP="00862D4B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="00B41CEE" w:rsidRPr="00862D4B">
        <w:rPr>
          <w:lang w:val="en-US"/>
        </w:rPr>
        <w:t>Coefficient of correlation (R²)</w:t>
      </w:r>
    </w:p>
    <w:p w:rsidR="00B41CEE" w:rsidRDefault="00B41CEE" w:rsidP="00862D4B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  <w:rPr>
          <w:lang w:val="en-US"/>
        </w:rPr>
      </w:pPr>
      <w:r w:rsidRPr="001215EE">
        <w:rPr>
          <w:lang w:val="en-US"/>
        </w:rPr>
        <w:t xml:space="preserve">The coefficients of </w:t>
      </w:r>
      <w:r>
        <w:rPr>
          <w:lang w:val="en-US"/>
        </w:rPr>
        <w:t xml:space="preserve">correlation </w:t>
      </w:r>
      <w:r w:rsidRPr="001215EE">
        <w:rPr>
          <w:lang w:val="en-US"/>
        </w:rPr>
        <w:t xml:space="preserve">obtained by all the </w:t>
      </w:r>
      <w:r w:rsidR="00F663AF">
        <w:rPr>
          <w:lang w:val="en-US"/>
        </w:rPr>
        <w:t xml:space="preserve">participant laboratories </w:t>
      </w:r>
      <w:r w:rsidRPr="001215EE">
        <w:rPr>
          <w:lang w:val="en-US"/>
        </w:rPr>
        <w:t xml:space="preserve">are indicated in the </w:t>
      </w:r>
      <w:r w:rsidR="00F663AF">
        <w:rPr>
          <w:lang w:val="en-US"/>
        </w:rPr>
        <w:t>T</w:t>
      </w:r>
      <w:r>
        <w:rPr>
          <w:lang w:val="en-US"/>
        </w:rPr>
        <w:t>able</w:t>
      </w:r>
      <w:r w:rsidR="005600E4">
        <w:rPr>
          <w:lang w:val="en-US"/>
        </w:rPr>
        <w:t xml:space="preserve"> 2</w:t>
      </w:r>
      <w:r w:rsidRPr="001215EE">
        <w:rPr>
          <w:lang w:val="en-US"/>
        </w:rPr>
        <w:t>.</w:t>
      </w:r>
      <w:r>
        <w:rPr>
          <w:lang w:val="en-US"/>
        </w:rPr>
        <w:t xml:space="preserve"> It is</w:t>
      </w:r>
      <w:r w:rsidRPr="00CE33A0">
        <w:rPr>
          <w:lang w:val="en-US"/>
        </w:rPr>
        <w:t xml:space="preserve"> counted the number of tries </w:t>
      </w:r>
      <w:r w:rsidR="00F663AF">
        <w:rPr>
          <w:lang w:val="en-US"/>
        </w:rPr>
        <w:t>for which the value of R</w:t>
      </w:r>
      <w:r w:rsidR="00F663AF" w:rsidRPr="00F663AF">
        <w:rPr>
          <w:vertAlign w:val="superscript"/>
          <w:lang w:val="en-US"/>
        </w:rPr>
        <w:t>2</w:t>
      </w:r>
      <w:r w:rsidR="00F663AF">
        <w:rPr>
          <w:lang w:val="en-US"/>
        </w:rPr>
        <w:t xml:space="preserve"> is </w:t>
      </w:r>
      <w:r w:rsidRPr="00CE33A0">
        <w:rPr>
          <w:lang w:val="en-US"/>
        </w:rPr>
        <w:t xml:space="preserve">included in the </w:t>
      </w:r>
      <w:r w:rsidR="00F663AF">
        <w:rPr>
          <w:lang w:val="en-US"/>
        </w:rPr>
        <w:t xml:space="preserve">different </w:t>
      </w:r>
      <w:r w:rsidRPr="00CE33A0">
        <w:rPr>
          <w:lang w:val="en-US"/>
        </w:rPr>
        <w:t>intervals</w:t>
      </w:r>
      <w:r>
        <w:rPr>
          <w:lang w:val="en-US"/>
        </w:rPr>
        <w:t>.</w:t>
      </w:r>
      <w:r w:rsidR="00F663AF" w:rsidRPr="00F663AF">
        <w:rPr>
          <w:lang w:val="en-US"/>
        </w:rPr>
        <w:t xml:space="preserve"> </w:t>
      </w:r>
      <w:r w:rsidR="00F663AF">
        <w:rPr>
          <w:lang w:val="en-US"/>
        </w:rPr>
        <w:t>As it can be seen, a</w:t>
      </w:r>
      <w:r w:rsidR="00F663AF" w:rsidRPr="003867C2">
        <w:rPr>
          <w:lang w:val="en-US"/>
        </w:rPr>
        <w:t xml:space="preserve"> coefficient of correlation </w:t>
      </w:r>
      <w:r w:rsidR="00F663AF">
        <w:rPr>
          <w:lang w:val="en-US"/>
        </w:rPr>
        <w:t>greater than</w:t>
      </w:r>
      <w:r w:rsidR="00C33A89">
        <w:rPr>
          <w:lang w:val="en-US"/>
        </w:rPr>
        <w:t xml:space="preserve"> or equal to 0.95 is not always</w:t>
      </w:r>
      <w:r w:rsidR="00F663AF" w:rsidRPr="003867C2">
        <w:rPr>
          <w:lang w:val="en-US"/>
        </w:rPr>
        <w:t xml:space="preserve"> reached for reference mixtures</w:t>
      </w:r>
      <w:r w:rsidR="00F663AF">
        <w:rPr>
          <w:lang w:val="en-US"/>
        </w:rPr>
        <w:t xml:space="preserve"> or samples mixtures</w:t>
      </w:r>
      <w:r w:rsidR="00F663AF" w:rsidRPr="003867C2">
        <w:rPr>
          <w:lang w:val="en-US"/>
        </w:rPr>
        <w:t>.</w:t>
      </w:r>
    </w:p>
    <w:tbl>
      <w:tblPr>
        <w:tblW w:w="0" w:type="auto"/>
        <w:jc w:val="center"/>
        <w:tblBorders>
          <w:top w:val="single" w:sz="6" w:space="0" w:color="1F497D" w:themeColor="text2"/>
          <w:left w:val="single" w:sz="6" w:space="0" w:color="1F497D" w:themeColor="text2"/>
          <w:bottom w:val="single" w:sz="6" w:space="0" w:color="1F497D" w:themeColor="text2"/>
          <w:right w:val="single" w:sz="6" w:space="0" w:color="1F497D" w:themeColor="text2"/>
          <w:insideH w:val="single" w:sz="6" w:space="0" w:color="1F497D" w:themeColor="text2"/>
          <w:insideV w:val="single" w:sz="6" w:space="0" w:color="1F497D" w:themeColor="text2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5"/>
        <w:gridCol w:w="1258"/>
        <w:gridCol w:w="1259"/>
        <w:gridCol w:w="1258"/>
        <w:gridCol w:w="1259"/>
        <w:gridCol w:w="1259"/>
        <w:gridCol w:w="1235"/>
      </w:tblGrid>
      <w:tr w:rsidR="00B41CEE" w:rsidRPr="00F663AF" w:rsidTr="00862D4B">
        <w:trPr>
          <w:trHeight w:val="113"/>
          <w:jc w:val="center"/>
        </w:trPr>
        <w:tc>
          <w:tcPr>
            <w:tcW w:w="1295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b/>
                <w:sz w:val="18"/>
                <w:szCs w:val="18"/>
                <w:lang w:val="en-US"/>
              </w:rPr>
              <w:t>[1.00;0.95]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b/>
                <w:sz w:val="18"/>
                <w:szCs w:val="18"/>
                <w:lang w:val="en-US"/>
              </w:rPr>
              <w:t>]0.95;0.90]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b/>
                <w:sz w:val="18"/>
                <w:szCs w:val="18"/>
                <w:lang w:val="en-US"/>
              </w:rPr>
              <w:t>]0.90;0.80]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b/>
                <w:sz w:val="18"/>
                <w:szCs w:val="18"/>
                <w:lang w:val="en-US"/>
              </w:rPr>
              <w:t>]0.80;0.70]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b/>
                <w:sz w:val="18"/>
                <w:szCs w:val="18"/>
                <w:lang w:val="en-US"/>
              </w:rPr>
              <w:t>]0.70;0.00]</w:t>
            </w:r>
          </w:p>
        </w:tc>
        <w:tc>
          <w:tcPr>
            <w:tcW w:w="1235" w:type="dxa"/>
            <w:vAlign w:val="center"/>
          </w:tcPr>
          <w:p w:rsidR="00B41CEE" w:rsidRPr="00F663AF" w:rsidRDefault="00B41CEE" w:rsidP="00862D4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b/>
                <w:color w:val="000000"/>
                <w:sz w:val="18"/>
                <w:szCs w:val="18"/>
                <w:lang w:val="en-US"/>
              </w:rPr>
              <w:t>Number of total test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PG III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71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5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3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78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PG II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75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1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1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35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77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PG I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65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10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4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3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81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OTS1 1-1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67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35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67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OTS1 4-1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43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11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4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4</w:t>
            </w:r>
          </w:p>
        </w:tc>
        <w:tc>
          <w:tcPr>
            <w:tcW w:w="123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68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OTS2 1-1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69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2</w:t>
            </w:r>
          </w:p>
        </w:tc>
        <w:tc>
          <w:tcPr>
            <w:tcW w:w="1258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9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35" w:type="dxa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71</w:t>
            </w:r>
          </w:p>
        </w:tc>
      </w:tr>
      <w:tr w:rsidR="00B41CEE" w:rsidRPr="00F663AF" w:rsidTr="00862D4B">
        <w:trPr>
          <w:trHeight w:val="113"/>
          <w:jc w:val="center"/>
        </w:trPr>
        <w:tc>
          <w:tcPr>
            <w:tcW w:w="129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en-US"/>
              </w:rPr>
            </w:pPr>
            <w:r w:rsidRPr="00F663AF">
              <w:rPr>
                <w:rFonts w:cs="Arial"/>
                <w:color w:val="000000"/>
                <w:sz w:val="18"/>
                <w:szCs w:val="18"/>
                <w:lang w:val="en-US"/>
              </w:rPr>
              <w:t>OTS2 4-1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69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8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2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59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0</w:t>
            </w:r>
          </w:p>
        </w:tc>
        <w:tc>
          <w:tcPr>
            <w:tcW w:w="1235" w:type="dxa"/>
            <w:shd w:val="clear" w:color="auto" w:fill="DBE5F1" w:themeFill="accent1" w:themeFillTint="33"/>
            <w:vAlign w:val="center"/>
          </w:tcPr>
          <w:p w:rsidR="00B41CEE" w:rsidRPr="00F663AF" w:rsidRDefault="00B41CEE" w:rsidP="00862D4B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F663AF">
              <w:rPr>
                <w:sz w:val="18"/>
                <w:szCs w:val="18"/>
              </w:rPr>
              <w:t>71</w:t>
            </w:r>
          </w:p>
        </w:tc>
      </w:tr>
    </w:tbl>
    <w:p w:rsidR="00B41CEE" w:rsidRPr="00862D4B" w:rsidRDefault="00B41CEE" w:rsidP="00AA065E">
      <w:pPr>
        <w:pStyle w:val="Caption"/>
        <w:spacing w:before="120"/>
        <w:rPr>
          <w:rFonts w:ascii="Times New Roman" w:hAnsi="Times New Roman"/>
          <w:b w:val="0"/>
        </w:rPr>
      </w:pPr>
      <w:bookmarkStart w:id="3" w:name="_Ref452929406"/>
      <w:bookmarkStart w:id="4" w:name="_Toc453164835"/>
      <w:r w:rsidRPr="00862D4B">
        <w:rPr>
          <w:rFonts w:ascii="Times New Roman" w:hAnsi="Times New Roman"/>
          <w:b w:val="0"/>
        </w:rPr>
        <w:t>Table</w:t>
      </w:r>
      <w:r w:rsidR="00F663AF">
        <w:rPr>
          <w:rFonts w:ascii="Times New Roman" w:hAnsi="Times New Roman"/>
          <w:b w:val="0"/>
        </w:rPr>
        <w:t xml:space="preserve"> </w:t>
      </w:r>
      <w:r w:rsidR="005600E4">
        <w:rPr>
          <w:rFonts w:ascii="Times New Roman" w:hAnsi="Times New Roman"/>
          <w:b w:val="0"/>
        </w:rPr>
        <w:t>2</w:t>
      </w:r>
      <w:bookmarkEnd w:id="3"/>
      <w:r w:rsidRPr="00862D4B">
        <w:rPr>
          <w:rFonts w:ascii="Times New Roman" w:hAnsi="Times New Roman"/>
          <w:b w:val="0"/>
        </w:rPr>
        <w:t>: TECHNOCEL 75 - Coefficients of correlation obtained for all mixture</w:t>
      </w:r>
      <w:bookmarkEnd w:id="4"/>
    </w:p>
    <w:p w:rsidR="005600E4" w:rsidRPr="005A1665" w:rsidRDefault="005600E4" w:rsidP="005600E4">
      <w:pPr>
        <w:pStyle w:val="H1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5A1665">
        <w:rPr>
          <w:lang w:val="en-US"/>
        </w:rPr>
        <w:t>Mean burning rate Br</w:t>
      </w:r>
      <w:r w:rsidRPr="000D793B">
        <w:rPr>
          <w:vertAlign w:val="subscript"/>
          <w:lang w:val="en-US"/>
        </w:rPr>
        <w:t>20-80</w:t>
      </w:r>
    </w:p>
    <w:p w:rsidR="005600E4" w:rsidRPr="005A1665" w:rsidRDefault="005600E4" w:rsidP="005600E4">
      <w:pPr>
        <w:pStyle w:val="SingleTxtG"/>
        <w:numPr>
          <w:ilvl w:val="0"/>
          <w:numId w:val="14"/>
        </w:numPr>
        <w:suppressAutoHyphens w:val="0"/>
        <w:autoSpaceDE w:val="0"/>
        <w:autoSpaceDN w:val="0"/>
        <w:adjustRightInd w:val="0"/>
        <w:spacing w:after="240" w:line="240" w:lineRule="auto"/>
        <w:ind w:left="1134" w:firstLine="0"/>
        <w:rPr>
          <w:lang w:val="en-US"/>
        </w:rPr>
      </w:pPr>
      <w:r w:rsidRPr="005A1665">
        <w:rPr>
          <w:lang w:val="en-US"/>
        </w:rPr>
        <w:t>The mean burning rate Br</w:t>
      </w:r>
      <w:r w:rsidRPr="005600E4">
        <w:rPr>
          <w:vertAlign w:val="subscript"/>
          <w:lang w:val="en-US"/>
        </w:rPr>
        <w:t>20-80</w:t>
      </w:r>
      <w:r w:rsidRPr="005A1665">
        <w:rPr>
          <w:lang w:val="en-US"/>
        </w:rPr>
        <w:t xml:space="preserve"> </w:t>
      </w:r>
      <w:r>
        <w:rPr>
          <w:lang w:val="en-US"/>
        </w:rPr>
        <w:t xml:space="preserve">obtained by the participant laboratories </w:t>
      </w:r>
      <w:r w:rsidRPr="005A1665">
        <w:rPr>
          <w:lang w:val="en-US"/>
        </w:rPr>
        <w:t xml:space="preserve">for each reference </w:t>
      </w:r>
      <w:r w:rsidRPr="005600E4">
        <w:rPr>
          <w:lang w:val="en-US"/>
        </w:rPr>
        <w:t xml:space="preserve">substance mixture and tests sample mixture are given in </w:t>
      </w:r>
      <w:r>
        <w:rPr>
          <w:lang w:val="en-US"/>
        </w:rPr>
        <w:t>Table 3</w:t>
      </w:r>
      <w:r w:rsidRPr="005600E4">
        <w:rPr>
          <w:lang w:val="en-US"/>
        </w:rPr>
        <w:t>. The results are in red when the coefficient of correlation is lower than 0.95 for at least one of the tests. The results are in blue when there are</w:t>
      </w:r>
      <w:r w:rsidRPr="005A1665">
        <w:rPr>
          <w:lang w:val="en-US"/>
        </w:rPr>
        <w:t xml:space="preserve"> only two values tests.</w:t>
      </w:r>
    </w:p>
    <w:tbl>
      <w:tblPr>
        <w:tblW w:w="9524" w:type="dxa"/>
        <w:tblInd w:w="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510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5600E4" w:rsidRPr="0001200F" w:rsidTr="00067905">
        <w:trPr>
          <w:trHeight w:val="29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b/>
                <w:bCs/>
                <w:color w:val="000000"/>
                <w:sz w:val="18"/>
                <w:szCs w:val="18"/>
              </w:rPr>
              <w:t>Results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jc w:val="center"/>
              <w:rPr>
                <w:rFonts w:cs="Calibri"/>
                <w:b/>
                <w:bCs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b/>
                <w:bCs/>
                <w:color w:val="000000"/>
                <w:sz w:val="18"/>
                <w:szCs w:val="18"/>
              </w:rPr>
              <w:t>Unit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6 (2016)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9 (2015)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10 (2015)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14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Lab 6 (2015)</w:t>
            </w: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PGIII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31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21</w:t>
            </w: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PGII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55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60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64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54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49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64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61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47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45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37</w:t>
            </w: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PGI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6E2CB6">
              <w:rPr>
                <w:color w:val="FF0000"/>
                <w:sz w:val="18"/>
                <w:szCs w:val="18"/>
              </w:rPr>
              <w:t>1</w:t>
            </w:r>
            <w:r>
              <w:rPr>
                <w:color w:val="FF0000"/>
                <w:sz w:val="18"/>
                <w:szCs w:val="18"/>
              </w:rPr>
              <w:t>.</w:t>
            </w:r>
            <w:r w:rsidRPr="006E2CB6">
              <w:rPr>
                <w:color w:val="FF0000"/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75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6E2CB6">
              <w:rPr>
                <w:color w:val="FF0000"/>
                <w:sz w:val="18"/>
                <w:szCs w:val="18"/>
              </w:rPr>
              <w:t>1</w:t>
            </w:r>
            <w:r>
              <w:rPr>
                <w:color w:val="FF0000"/>
                <w:sz w:val="18"/>
                <w:szCs w:val="18"/>
              </w:rPr>
              <w:t>.</w:t>
            </w:r>
            <w:r w:rsidRPr="006E2CB6">
              <w:rPr>
                <w:color w:val="FF0000"/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00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83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18</w:t>
            </w:r>
          </w:p>
        </w:tc>
      </w:tr>
      <w:tr w:rsidR="005600E4" w:rsidRPr="005A1665" w:rsidTr="00067905">
        <w:trPr>
          <w:trHeight w:val="20"/>
        </w:trPr>
        <w:tc>
          <w:tcPr>
            <w:tcW w:w="9524" w:type="dxa"/>
            <w:gridSpan w:val="1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5A1665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0"/>
                <w:szCs w:val="18"/>
              </w:rPr>
            </w:pP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OTS1 1-1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61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6E2CB6">
              <w:rPr>
                <w:b/>
                <w:bCs/>
                <w:color w:val="1F497D"/>
                <w:sz w:val="18"/>
                <w:szCs w:val="18"/>
              </w:rPr>
              <w:t>0</w:t>
            </w:r>
            <w:r>
              <w:rPr>
                <w:b/>
                <w:bCs/>
                <w:color w:val="1F497D"/>
                <w:sz w:val="18"/>
                <w:szCs w:val="18"/>
              </w:rPr>
              <w:t>.</w:t>
            </w:r>
            <w:r w:rsidRPr="006E2CB6">
              <w:rPr>
                <w:b/>
                <w:bCs/>
                <w:color w:val="1F497D"/>
                <w:sz w:val="18"/>
                <w:szCs w:val="18"/>
              </w:rPr>
              <w:t>37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75</w:t>
            </w: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OTS1 4-1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6E2CB6">
              <w:rPr>
                <w:color w:val="FF0000"/>
                <w:sz w:val="18"/>
                <w:szCs w:val="18"/>
              </w:rPr>
              <w:t>0</w:t>
            </w:r>
            <w:r>
              <w:rPr>
                <w:color w:val="FF0000"/>
                <w:sz w:val="18"/>
                <w:szCs w:val="18"/>
              </w:rPr>
              <w:t>.</w:t>
            </w:r>
            <w:r w:rsidRPr="006E2CB6">
              <w:rPr>
                <w:color w:val="FF0000"/>
                <w:sz w:val="18"/>
                <w:szCs w:val="18"/>
              </w:rPr>
              <w:t>06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6E2CB6">
              <w:rPr>
                <w:color w:val="FF0000"/>
                <w:sz w:val="18"/>
                <w:szCs w:val="18"/>
              </w:rPr>
              <w:t>0</w:t>
            </w:r>
            <w:r>
              <w:rPr>
                <w:color w:val="FF0000"/>
                <w:sz w:val="18"/>
                <w:szCs w:val="18"/>
              </w:rPr>
              <w:t>.</w:t>
            </w:r>
            <w:r w:rsidRPr="006E2CB6">
              <w:rPr>
                <w:color w:val="FF0000"/>
                <w:sz w:val="18"/>
                <w:szCs w:val="18"/>
              </w:rPr>
              <w:t>01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04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6E2CB6">
              <w:rPr>
                <w:color w:val="FF0000"/>
                <w:sz w:val="18"/>
                <w:szCs w:val="18"/>
              </w:rPr>
              <w:t>0</w:t>
            </w:r>
            <w:r>
              <w:rPr>
                <w:color w:val="FF0000"/>
                <w:sz w:val="18"/>
                <w:szCs w:val="18"/>
              </w:rPr>
              <w:t>.</w:t>
            </w:r>
            <w:r w:rsidRPr="006E2CB6">
              <w:rPr>
                <w:color w:val="FF0000"/>
                <w:sz w:val="18"/>
                <w:szCs w:val="18"/>
              </w:rPr>
              <w:t>22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color w:val="FF0000"/>
                <w:sz w:val="18"/>
                <w:szCs w:val="18"/>
              </w:rPr>
            </w:pPr>
            <w:r w:rsidRPr="006E2CB6">
              <w:rPr>
                <w:color w:val="FF0000"/>
                <w:sz w:val="18"/>
                <w:szCs w:val="18"/>
              </w:rPr>
              <w:t>0</w:t>
            </w:r>
            <w:r>
              <w:rPr>
                <w:color w:val="FF0000"/>
                <w:sz w:val="18"/>
                <w:szCs w:val="18"/>
              </w:rPr>
              <w:t>.</w:t>
            </w:r>
            <w:r w:rsidRPr="006E2CB6">
              <w:rPr>
                <w:color w:val="FF0000"/>
                <w:sz w:val="18"/>
                <w:szCs w:val="18"/>
              </w:rPr>
              <w:t>19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05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07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45</w:t>
            </w:r>
          </w:p>
        </w:tc>
      </w:tr>
      <w:tr w:rsidR="005600E4" w:rsidRPr="005A1665" w:rsidTr="00067905">
        <w:trPr>
          <w:trHeight w:val="20"/>
        </w:trPr>
        <w:tc>
          <w:tcPr>
            <w:tcW w:w="9524" w:type="dxa"/>
            <w:gridSpan w:val="13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5A1665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0"/>
                <w:szCs w:val="18"/>
              </w:rPr>
            </w:pP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OTS2 1-1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50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48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35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color w:val="1F497D"/>
                <w:sz w:val="18"/>
                <w:szCs w:val="18"/>
              </w:rPr>
            </w:pPr>
            <w:r w:rsidRPr="006E2CB6">
              <w:rPr>
                <w:b/>
                <w:bCs/>
                <w:color w:val="1F497D"/>
                <w:sz w:val="18"/>
                <w:szCs w:val="18"/>
              </w:rPr>
              <w:t>0</w:t>
            </w:r>
            <w:r>
              <w:rPr>
                <w:b/>
                <w:bCs/>
                <w:color w:val="1F497D"/>
                <w:sz w:val="18"/>
                <w:szCs w:val="18"/>
              </w:rPr>
              <w:t>.</w:t>
            </w:r>
            <w:r w:rsidRPr="006E2CB6">
              <w:rPr>
                <w:b/>
                <w:bCs/>
                <w:color w:val="1F497D"/>
                <w:sz w:val="18"/>
                <w:szCs w:val="18"/>
              </w:rPr>
              <w:t>41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39</w:t>
            </w:r>
          </w:p>
        </w:tc>
      </w:tr>
      <w:tr w:rsidR="005600E4" w:rsidRPr="0001200F" w:rsidTr="00067905">
        <w:trPr>
          <w:trHeight w:val="20"/>
        </w:trPr>
        <w:tc>
          <w:tcPr>
            <w:tcW w:w="90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OTS2 4-1</w:t>
            </w:r>
          </w:p>
        </w:tc>
        <w:tc>
          <w:tcPr>
            <w:tcW w:w="510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01200F" w:rsidRDefault="005600E4" w:rsidP="0006790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18"/>
                <w:szCs w:val="18"/>
              </w:rPr>
            </w:pPr>
            <w:r w:rsidRPr="0001200F">
              <w:rPr>
                <w:rFonts w:cs="Calibri"/>
                <w:color w:val="000000"/>
                <w:sz w:val="18"/>
                <w:szCs w:val="18"/>
              </w:rPr>
              <w:t>g/s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19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58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E2CB6">
              <w:rPr>
                <w:b/>
                <w:bCs/>
                <w:sz w:val="18"/>
                <w:szCs w:val="18"/>
              </w:rPr>
              <w:t>0</w:t>
            </w:r>
            <w:r>
              <w:rPr>
                <w:b/>
                <w:bCs/>
                <w:sz w:val="18"/>
                <w:szCs w:val="18"/>
              </w:rPr>
              <w:t>.</w:t>
            </w:r>
            <w:r w:rsidRPr="006E2CB6"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13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26</w:t>
            </w:r>
          </w:p>
        </w:tc>
        <w:tc>
          <w:tcPr>
            <w:tcW w:w="737" w:type="dxa"/>
            <w:tcBorders>
              <w:top w:val="single" w:sz="6" w:space="0" w:color="1F497D" w:themeColor="text2"/>
              <w:left w:val="single" w:sz="6" w:space="0" w:color="1F497D" w:themeColor="text2"/>
              <w:bottom w:val="single" w:sz="6" w:space="0" w:color="1F497D" w:themeColor="text2"/>
              <w:right w:val="single" w:sz="6" w:space="0" w:color="1F497D" w:themeColor="text2"/>
            </w:tcBorders>
            <w:shd w:val="clear" w:color="auto" w:fill="DBE5F1" w:themeFill="accent1" w:themeFillTint="33"/>
            <w:vAlign w:val="center"/>
          </w:tcPr>
          <w:p w:rsidR="005600E4" w:rsidRPr="006E2CB6" w:rsidRDefault="005600E4" w:rsidP="00067905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6E2CB6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  <w:r w:rsidRPr="006E2CB6">
              <w:rPr>
                <w:sz w:val="18"/>
                <w:szCs w:val="18"/>
              </w:rPr>
              <w:t>30</w:t>
            </w:r>
          </w:p>
        </w:tc>
      </w:tr>
    </w:tbl>
    <w:p w:rsidR="005600E4" w:rsidRPr="00862D4B" w:rsidRDefault="005600E4" w:rsidP="00AA065E">
      <w:pPr>
        <w:pStyle w:val="Caption"/>
        <w:spacing w:before="120"/>
        <w:rPr>
          <w:rFonts w:ascii="Times New Roman" w:hAnsi="Times New Roman"/>
          <w:b w:val="0"/>
        </w:rPr>
      </w:pPr>
      <w:bookmarkStart w:id="5" w:name="_Ref452929129"/>
      <w:bookmarkStart w:id="6" w:name="_Toc453164833"/>
      <w:r w:rsidRPr="00862D4B">
        <w:rPr>
          <w:rFonts w:ascii="Times New Roman" w:hAnsi="Times New Roman"/>
          <w:b w:val="0"/>
        </w:rPr>
        <w:t>Table</w:t>
      </w:r>
      <w:r>
        <w:rPr>
          <w:rFonts w:ascii="Times New Roman" w:hAnsi="Times New Roman"/>
          <w:b w:val="0"/>
        </w:rPr>
        <w:t xml:space="preserve"> 3</w:t>
      </w:r>
      <w:bookmarkEnd w:id="5"/>
      <w:r w:rsidRPr="00862D4B">
        <w:rPr>
          <w:rFonts w:ascii="Times New Roman" w:hAnsi="Times New Roman"/>
          <w:b w:val="0"/>
        </w:rPr>
        <w:t>: TECHNOCEL 75 -Laboratory mean burning rate for each reference substance mixture and tests sample mixture</w:t>
      </w:r>
      <w:bookmarkEnd w:id="6"/>
    </w:p>
    <w:p w:rsidR="009050FE" w:rsidRPr="005C35FB" w:rsidRDefault="005C35FB" w:rsidP="005C35FB">
      <w:pPr>
        <w:pStyle w:val="HChG"/>
        <w:keepNext w:val="0"/>
        <w:keepLines w:val="0"/>
        <w:spacing w:before="240" w:after="0" w:line="240" w:lineRule="atLeast"/>
        <w:ind w:firstLine="0"/>
        <w:jc w:val="center"/>
        <w:rPr>
          <w:b w:val="0"/>
          <w:bCs/>
          <w:u w:val="single"/>
        </w:rPr>
      </w:pPr>
      <w:r w:rsidRPr="005C35FB">
        <w:rPr>
          <w:b w:val="0"/>
          <w:bCs/>
        </w:rPr>
        <w:tab/>
      </w:r>
      <w:r w:rsidRPr="005C35FB">
        <w:rPr>
          <w:b w:val="0"/>
          <w:bCs/>
          <w:u w:val="single"/>
        </w:rPr>
        <w:tab/>
      </w:r>
      <w:r w:rsidRPr="005C35FB">
        <w:rPr>
          <w:b w:val="0"/>
          <w:bCs/>
          <w:u w:val="single"/>
        </w:rPr>
        <w:tab/>
      </w:r>
      <w:r w:rsidRPr="005C35FB">
        <w:rPr>
          <w:b w:val="0"/>
          <w:bCs/>
          <w:u w:val="single"/>
        </w:rPr>
        <w:tab/>
      </w:r>
    </w:p>
    <w:sectPr w:rsidR="009050FE" w:rsidRPr="005C35FB" w:rsidSect="00561194">
      <w:headerReference w:type="even" r:id="rId8"/>
      <w:headerReference w:type="default" r:id="rId9"/>
      <w:footerReference w:type="even" r:id="rId10"/>
      <w:footerReference w:type="default" r:id="rId11"/>
      <w:footnotePr>
        <w:numFmt w:val="chicago"/>
        <w:numRestart w:val="eachPage"/>
      </w:footnotePr>
      <w:endnotePr>
        <w:numFmt w:val="decimal"/>
      </w:endnotePr>
      <w:pgSz w:w="11907" w:h="16840" w:code="9"/>
      <w:pgMar w:top="1701" w:right="1134" w:bottom="1701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181" w:rsidRDefault="003D6181"/>
  </w:endnote>
  <w:endnote w:type="continuationSeparator" w:id="0">
    <w:p w:rsidR="003D6181" w:rsidRDefault="003D6181"/>
  </w:endnote>
  <w:endnote w:type="continuationNotice" w:id="1">
    <w:p w:rsidR="003D6181" w:rsidRDefault="003D6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7FC" w:rsidRPr="0099001C" w:rsidRDefault="00DE47FC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F0399B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7FC" w:rsidRPr="0099001C" w:rsidRDefault="00DE47FC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862D4B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181" w:rsidRPr="000B175B" w:rsidRDefault="003D618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D6181" w:rsidRPr="00FC68B7" w:rsidRDefault="003D618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D6181" w:rsidRDefault="003D61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065E" w:rsidRPr="00AA065E" w:rsidRDefault="00AA065E">
    <w:pPr>
      <w:pStyle w:val="Header"/>
      <w:rPr>
        <w:lang w:val="fr-CH"/>
      </w:rPr>
    </w:pPr>
    <w:r>
      <w:rPr>
        <w:lang w:val="fr-CH"/>
      </w:rPr>
      <w:t>UN/SCETDG/54/INF.37</w:t>
    </w:r>
    <w:r>
      <w:rPr>
        <w:lang w:val="fr-CH"/>
      </w:rPr>
      <w:br/>
      <w:t>UN/SCEGHS/36/INF.23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47FC" w:rsidRPr="0099001C" w:rsidRDefault="00F41476" w:rsidP="00DE3A0C">
    <w:pPr>
      <w:pStyle w:val="Header"/>
      <w:jc w:val="right"/>
    </w:pPr>
    <w:r>
      <w:t>UN/SCETDG/51</w:t>
    </w:r>
    <w:r w:rsidR="00DE47FC" w:rsidRPr="007E344F">
      <w:t>/INF.</w:t>
    </w:r>
    <w: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3D0886"/>
    <w:multiLevelType w:val="hybridMultilevel"/>
    <w:tmpl w:val="62A267B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3864A9"/>
    <w:multiLevelType w:val="hybridMultilevel"/>
    <w:tmpl w:val="8AEC05F8"/>
    <w:lvl w:ilvl="0" w:tplc="E2F2097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2FD40E1"/>
    <w:multiLevelType w:val="hybridMultilevel"/>
    <w:tmpl w:val="76F2AF4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33B0CC4"/>
    <w:multiLevelType w:val="hybridMultilevel"/>
    <w:tmpl w:val="F0546AB0"/>
    <w:lvl w:ilvl="0" w:tplc="A19A3C26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40CB79FF"/>
    <w:multiLevelType w:val="hybridMultilevel"/>
    <w:tmpl w:val="A9B864D8"/>
    <w:lvl w:ilvl="0" w:tplc="A8EE2D3C">
      <w:start w:val="1"/>
      <w:numFmt w:val="decimal"/>
      <w:lvlText w:val="%1."/>
      <w:lvlJc w:val="left"/>
      <w:pPr>
        <w:ind w:left="1689" w:hanging="555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1C7488"/>
    <w:multiLevelType w:val="hybridMultilevel"/>
    <w:tmpl w:val="A37AF4C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740A8D"/>
    <w:multiLevelType w:val="hybridMultilevel"/>
    <w:tmpl w:val="A0FC92E4"/>
    <w:lvl w:ilvl="0" w:tplc="FE78046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BC6BBE"/>
    <w:multiLevelType w:val="hybridMultilevel"/>
    <w:tmpl w:val="76F2AF40"/>
    <w:lvl w:ilvl="0" w:tplc="78582788">
      <w:start w:val="1"/>
      <w:numFmt w:val="decimal"/>
      <w:lvlText w:val="%1."/>
      <w:lvlJc w:val="left"/>
      <w:pPr>
        <w:ind w:left="3958" w:hanging="555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4ED20201"/>
    <w:multiLevelType w:val="multilevel"/>
    <w:tmpl w:val="373663F4"/>
    <w:lvl w:ilvl="0">
      <w:start w:val="1"/>
      <w:numFmt w:val="decimal"/>
      <w:lvlText w:val="%1."/>
      <w:lvlJc w:val="left"/>
      <w:pPr>
        <w:ind w:left="1134" w:firstLine="0"/>
      </w:pPr>
    </w:lvl>
    <w:lvl w:ilvl="1">
      <w:start w:val="1"/>
      <w:numFmt w:val="bullet"/>
      <w:lvlText w:val=""/>
      <w:lvlJc w:val="left"/>
      <w:pPr>
        <w:ind w:left="221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5006441F"/>
    <w:multiLevelType w:val="hybridMultilevel"/>
    <w:tmpl w:val="1E388A4C"/>
    <w:lvl w:ilvl="0" w:tplc="AACA8D5A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0E2373C"/>
    <w:multiLevelType w:val="hybridMultilevel"/>
    <w:tmpl w:val="4E206F3E"/>
    <w:lvl w:ilvl="0" w:tplc="EB3CE4A0">
      <w:start w:val="1"/>
      <w:numFmt w:val="lowerLetter"/>
      <w:lvlText w:val="(%1)"/>
      <w:lvlJc w:val="left"/>
      <w:pPr>
        <w:ind w:left="180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AF6401"/>
    <w:multiLevelType w:val="multilevel"/>
    <w:tmpl w:val="869232F8"/>
    <w:lvl w:ilvl="0">
      <w:start w:val="1"/>
      <w:numFmt w:val="decimal"/>
      <w:lvlText w:val="%1."/>
      <w:lvlJc w:val="left"/>
      <w:pPr>
        <w:ind w:left="1134" w:firstLine="0"/>
      </w:pPr>
    </w:lvl>
    <w:lvl w:ilvl="1">
      <w:start w:val="1"/>
      <w:numFmt w:val="bullet"/>
      <w:lvlText w:val=""/>
      <w:lvlJc w:val="left"/>
      <w:pPr>
        <w:ind w:left="2214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934" w:hanging="180"/>
      </w:pPr>
    </w:lvl>
    <w:lvl w:ilvl="3">
      <w:start w:val="1"/>
      <w:numFmt w:val="decimal"/>
      <w:lvlText w:val="%4."/>
      <w:lvlJc w:val="left"/>
      <w:pPr>
        <w:ind w:left="3654" w:hanging="360"/>
      </w:pPr>
    </w:lvl>
    <w:lvl w:ilvl="4">
      <w:start w:val="1"/>
      <w:numFmt w:val="lowerLetter"/>
      <w:lvlText w:val="%5."/>
      <w:lvlJc w:val="left"/>
      <w:pPr>
        <w:ind w:left="4374" w:hanging="360"/>
      </w:pPr>
    </w:lvl>
    <w:lvl w:ilvl="5">
      <w:start w:val="1"/>
      <w:numFmt w:val="lowerRoman"/>
      <w:lvlText w:val="%6."/>
      <w:lvlJc w:val="right"/>
      <w:pPr>
        <w:ind w:left="5094" w:hanging="180"/>
      </w:pPr>
    </w:lvl>
    <w:lvl w:ilvl="6">
      <w:start w:val="1"/>
      <w:numFmt w:val="decimal"/>
      <w:lvlText w:val="%7."/>
      <w:lvlJc w:val="left"/>
      <w:pPr>
        <w:ind w:left="5814" w:hanging="360"/>
      </w:pPr>
    </w:lvl>
    <w:lvl w:ilvl="7">
      <w:start w:val="1"/>
      <w:numFmt w:val="lowerLetter"/>
      <w:lvlText w:val="%8."/>
      <w:lvlJc w:val="left"/>
      <w:pPr>
        <w:ind w:left="6534" w:hanging="360"/>
      </w:pPr>
    </w:lvl>
    <w:lvl w:ilvl="8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CCE2091"/>
    <w:multiLevelType w:val="hybridMultilevel"/>
    <w:tmpl w:val="0142B066"/>
    <w:lvl w:ilvl="0" w:tplc="BCD02BAE">
      <w:start w:val="1"/>
      <w:numFmt w:val="decimal"/>
      <w:lvlText w:val="%1."/>
      <w:lvlJc w:val="left"/>
      <w:pPr>
        <w:tabs>
          <w:tab w:val="num" w:pos="1689"/>
        </w:tabs>
        <w:ind w:left="1689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F60555"/>
    <w:multiLevelType w:val="hybridMultilevel"/>
    <w:tmpl w:val="9F5C06F4"/>
    <w:lvl w:ilvl="0" w:tplc="906871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10"/>
  </w:num>
  <w:num w:numId="9">
    <w:abstractNumId w:val="4"/>
  </w:num>
  <w:num w:numId="10">
    <w:abstractNumId w:val="14"/>
  </w:num>
  <w:num w:numId="11">
    <w:abstractNumId w:val="16"/>
  </w:num>
  <w:num w:numId="12">
    <w:abstractNumId w:val="12"/>
  </w:num>
  <w:num w:numId="13">
    <w:abstractNumId w:val="9"/>
  </w:num>
  <w:num w:numId="14">
    <w:abstractNumId w:val="3"/>
  </w:num>
  <w:num w:numId="15">
    <w:abstractNumId w:val="1"/>
  </w:num>
  <w:num w:numId="16">
    <w:abstractNumId w:val="6"/>
  </w:num>
  <w:num w:numId="17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CA" w:vendorID="64" w:dllVersion="6" w:nlCheck="1" w:checkStyle="1"/>
  <w:activeWritingStyle w:appName="MSWord" w:lang="fr-CH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01C"/>
    <w:rsid w:val="00002EFA"/>
    <w:rsid w:val="00004378"/>
    <w:rsid w:val="0003119F"/>
    <w:rsid w:val="00050274"/>
    <w:rsid w:val="00050F6B"/>
    <w:rsid w:val="00062A68"/>
    <w:rsid w:val="00072C8C"/>
    <w:rsid w:val="0008552C"/>
    <w:rsid w:val="00092696"/>
    <w:rsid w:val="000931C0"/>
    <w:rsid w:val="0009555B"/>
    <w:rsid w:val="00095EFE"/>
    <w:rsid w:val="000A07EB"/>
    <w:rsid w:val="000B175B"/>
    <w:rsid w:val="000B3A0F"/>
    <w:rsid w:val="000C6041"/>
    <w:rsid w:val="000D793B"/>
    <w:rsid w:val="000E0415"/>
    <w:rsid w:val="000E35DA"/>
    <w:rsid w:val="00100D07"/>
    <w:rsid w:val="00111DF0"/>
    <w:rsid w:val="0011508A"/>
    <w:rsid w:val="001220B8"/>
    <w:rsid w:val="00150F95"/>
    <w:rsid w:val="00161D70"/>
    <w:rsid w:val="00180C41"/>
    <w:rsid w:val="00197785"/>
    <w:rsid w:val="001A0FC9"/>
    <w:rsid w:val="001A27B4"/>
    <w:rsid w:val="001B2357"/>
    <w:rsid w:val="001B4B04"/>
    <w:rsid w:val="001B5ACD"/>
    <w:rsid w:val="001C359B"/>
    <w:rsid w:val="001C6663"/>
    <w:rsid w:val="001C7895"/>
    <w:rsid w:val="001D26DF"/>
    <w:rsid w:val="001D3183"/>
    <w:rsid w:val="001E0674"/>
    <w:rsid w:val="001F56D9"/>
    <w:rsid w:val="001F714F"/>
    <w:rsid w:val="00201ADA"/>
    <w:rsid w:val="002101F1"/>
    <w:rsid w:val="00211E0B"/>
    <w:rsid w:val="0022014D"/>
    <w:rsid w:val="002405A7"/>
    <w:rsid w:val="002562D6"/>
    <w:rsid w:val="00274D48"/>
    <w:rsid w:val="00284DC3"/>
    <w:rsid w:val="002A6B28"/>
    <w:rsid w:val="002A78B1"/>
    <w:rsid w:val="002C5CF3"/>
    <w:rsid w:val="002E21F0"/>
    <w:rsid w:val="002E42C4"/>
    <w:rsid w:val="00304632"/>
    <w:rsid w:val="00307FFE"/>
    <w:rsid w:val="003107FA"/>
    <w:rsid w:val="00314A63"/>
    <w:rsid w:val="0031695A"/>
    <w:rsid w:val="00317F1A"/>
    <w:rsid w:val="003229D8"/>
    <w:rsid w:val="00334311"/>
    <w:rsid w:val="0033745A"/>
    <w:rsid w:val="003452D6"/>
    <w:rsid w:val="003503B1"/>
    <w:rsid w:val="003559CC"/>
    <w:rsid w:val="003660FF"/>
    <w:rsid w:val="00391D76"/>
    <w:rsid w:val="0039277A"/>
    <w:rsid w:val="003972E0"/>
    <w:rsid w:val="0039784F"/>
    <w:rsid w:val="003B0606"/>
    <w:rsid w:val="003B7450"/>
    <w:rsid w:val="003C2CC4"/>
    <w:rsid w:val="003C3936"/>
    <w:rsid w:val="003C6B13"/>
    <w:rsid w:val="003D3365"/>
    <w:rsid w:val="003D338E"/>
    <w:rsid w:val="003D4B23"/>
    <w:rsid w:val="003D6181"/>
    <w:rsid w:val="003F1ED3"/>
    <w:rsid w:val="003F30D7"/>
    <w:rsid w:val="00403098"/>
    <w:rsid w:val="00404E53"/>
    <w:rsid w:val="00417B26"/>
    <w:rsid w:val="004270F6"/>
    <w:rsid w:val="004325CB"/>
    <w:rsid w:val="00436864"/>
    <w:rsid w:val="00437DB4"/>
    <w:rsid w:val="004420AE"/>
    <w:rsid w:val="00446DE4"/>
    <w:rsid w:val="0045190E"/>
    <w:rsid w:val="00451982"/>
    <w:rsid w:val="00453178"/>
    <w:rsid w:val="004A41CA"/>
    <w:rsid w:val="004B106F"/>
    <w:rsid w:val="004B2F3A"/>
    <w:rsid w:val="004E302A"/>
    <w:rsid w:val="004E598C"/>
    <w:rsid w:val="004F15A6"/>
    <w:rsid w:val="004F537F"/>
    <w:rsid w:val="00503228"/>
    <w:rsid w:val="00504608"/>
    <w:rsid w:val="00505384"/>
    <w:rsid w:val="00510C3B"/>
    <w:rsid w:val="005262ED"/>
    <w:rsid w:val="00535F9E"/>
    <w:rsid w:val="005420F2"/>
    <w:rsid w:val="0054603C"/>
    <w:rsid w:val="0055685C"/>
    <w:rsid w:val="005600E4"/>
    <w:rsid w:val="00561194"/>
    <w:rsid w:val="005627B5"/>
    <w:rsid w:val="00564203"/>
    <w:rsid w:val="00564A8C"/>
    <w:rsid w:val="005908B9"/>
    <w:rsid w:val="005A1665"/>
    <w:rsid w:val="005A3220"/>
    <w:rsid w:val="005B3DB3"/>
    <w:rsid w:val="005C35FB"/>
    <w:rsid w:val="005D1C32"/>
    <w:rsid w:val="005F0DD1"/>
    <w:rsid w:val="005F72E1"/>
    <w:rsid w:val="00600B19"/>
    <w:rsid w:val="00602B95"/>
    <w:rsid w:val="00611FC4"/>
    <w:rsid w:val="006176FB"/>
    <w:rsid w:val="00617C47"/>
    <w:rsid w:val="00627ED0"/>
    <w:rsid w:val="0063050A"/>
    <w:rsid w:val="00635E72"/>
    <w:rsid w:val="00640B26"/>
    <w:rsid w:val="00656A0B"/>
    <w:rsid w:val="0066387E"/>
    <w:rsid w:val="00665595"/>
    <w:rsid w:val="00685B23"/>
    <w:rsid w:val="00695342"/>
    <w:rsid w:val="006A07D7"/>
    <w:rsid w:val="006A7392"/>
    <w:rsid w:val="006B7086"/>
    <w:rsid w:val="006E32FA"/>
    <w:rsid w:val="006E3B52"/>
    <w:rsid w:val="006E535C"/>
    <w:rsid w:val="006E564B"/>
    <w:rsid w:val="006E5681"/>
    <w:rsid w:val="006F73EE"/>
    <w:rsid w:val="00701292"/>
    <w:rsid w:val="007017DA"/>
    <w:rsid w:val="00724962"/>
    <w:rsid w:val="0072632A"/>
    <w:rsid w:val="007303B2"/>
    <w:rsid w:val="00730810"/>
    <w:rsid w:val="007324A3"/>
    <w:rsid w:val="00732639"/>
    <w:rsid w:val="00733AAE"/>
    <w:rsid w:val="00735EE2"/>
    <w:rsid w:val="00747299"/>
    <w:rsid w:val="007840FD"/>
    <w:rsid w:val="0079511F"/>
    <w:rsid w:val="00797762"/>
    <w:rsid w:val="007B4BEC"/>
    <w:rsid w:val="007B6BA5"/>
    <w:rsid w:val="007B7918"/>
    <w:rsid w:val="007C3390"/>
    <w:rsid w:val="007C4F4B"/>
    <w:rsid w:val="007C52DF"/>
    <w:rsid w:val="007D22FD"/>
    <w:rsid w:val="007E344F"/>
    <w:rsid w:val="007F0B83"/>
    <w:rsid w:val="007F4FCD"/>
    <w:rsid w:val="007F6611"/>
    <w:rsid w:val="008010DD"/>
    <w:rsid w:val="00802579"/>
    <w:rsid w:val="008056BE"/>
    <w:rsid w:val="008175E9"/>
    <w:rsid w:val="00817F27"/>
    <w:rsid w:val="00822277"/>
    <w:rsid w:val="00822414"/>
    <w:rsid w:val="00822D9D"/>
    <w:rsid w:val="008242D7"/>
    <w:rsid w:val="00827E05"/>
    <w:rsid w:val="008311A3"/>
    <w:rsid w:val="00835EB6"/>
    <w:rsid w:val="00836238"/>
    <w:rsid w:val="0085574A"/>
    <w:rsid w:val="00862D4B"/>
    <w:rsid w:val="00871FD5"/>
    <w:rsid w:val="00886119"/>
    <w:rsid w:val="00895C06"/>
    <w:rsid w:val="008979B1"/>
    <w:rsid w:val="008A6B25"/>
    <w:rsid w:val="008A6C4F"/>
    <w:rsid w:val="008D0F3F"/>
    <w:rsid w:val="008E0675"/>
    <w:rsid w:val="008E0E46"/>
    <w:rsid w:val="008E35B1"/>
    <w:rsid w:val="008E3A43"/>
    <w:rsid w:val="008E7777"/>
    <w:rsid w:val="008F02A0"/>
    <w:rsid w:val="008F1F35"/>
    <w:rsid w:val="008F321A"/>
    <w:rsid w:val="008F7E5D"/>
    <w:rsid w:val="009050FE"/>
    <w:rsid w:val="00906526"/>
    <w:rsid w:val="00907AD2"/>
    <w:rsid w:val="009111C7"/>
    <w:rsid w:val="00911270"/>
    <w:rsid w:val="00915D65"/>
    <w:rsid w:val="0092654D"/>
    <w:rsid w:val="009334FE"/>
    <w:rsid w:val="00933973"/>
    <w:rsid w:val="00963CBA"/>
    <w:rsid w:val="00974A8D"/>
    <w:rsid w:val="0099001C"/>
    <w:rsid w:val="00991261"/>
    <w:rsid w:val="009A00F2"/>
    <w:rsid w:val="009A1A51"/>
    <w:rsid w:val="009B784B"/>
    <w:rsid w:val="009D04D9"/>
    <w:rsid w:val="009D2BF9"/>
    <w:rsid w:val="009D36B1"/>
    <w:rsid w:val="009E037D"/>
    <w:rsid w:val="009E21FA"/>
    <w:rsid w:val="009F277A"/>
    <w:rsid w:val="009F3A17"/>
    <w:rsid w:val="009F3AEC"/>
    <w:rsid w:val="00A00F6B"/>
    <w:rsid w:val="00A07B2F"/>
    <w:rsid w:val="00A11117"/>
    <w:rsid w:val="00A1427D"/>
    <w:rsid w:val="00A178D3"/>
    <w:rsid w:val="00A36006"/>
    <w:rsid w:val="00A42EB2"/>
    <w:rsid w:val="00A50936"/>
    <w:rsid w:val="00A5250B"/>
    <w:rsid w:val="00A72F22"/>
    <w:rsid w:val="00A748A6"/>
    <w:rsid w:val="00A74999"/>
    <w:rsid w:val="00A805EB"/>
    <w:rsid w:val="00A80961"/>
    <w:rsid w:val="00A879A4"/>
    <w:rsid w:val="00AA065E"/>
    <w:rsid w:val="00AA426C"/>
    <w:rsid w:val="00AA617C"/>
    <w:rsid w:val="00AC7706"/>
    <w:rsid w:val="00AD3FD0"/>
    <w:rsid w:val="00AD741B"/>
    <w:rsid w:val="00AE1A34"/>
    <w:rsid w:val="00AE31D0"/>
    <w:rsid w:val="00B02F4A"/>
    <w:rsid w:val="00B16223"/>
    <w:rsid w:val="00B30179"/>
    <w:rsid w:val="00B33EC0"/>
    <w:rsid w:val="00B41CEE"/>
    <w:rsid w:val="00B51CA7"/>
    <w:rsid w:val="00B71BDC"/>
    <w:rsid w:val="00B81E12"/>
    <w:rsid w:val="00B82575"/>
    <w:rsid w:val="00B84573"/>
    <w:rsid w:val="00B902A6"/>
    <w:rsid w:val="00B965E3"/>
    <w:rsid w:val="00BA02A0"/>
    <w:rsid w:val="00BA177E"/>
    <w:rsid w:val="00BA1781"/>
    <w:rsid w:val="00BB02A8"/>
    <w:rsid w:val="00BB2C95"/>
    <w:rsid w:val="00BC413E"/>
    <w:rsid w:val="00BC4A97"/>
    <w:rsid w:val="00BC74E9"/>
    <w:rsid w:val="00BD2146"/>
    <w:rsid w:val="00BE4F74"/>
    <w:rsid w:val="00BE52DC"/>
    <w:rsid w:val="00BE618E"/>
    <w:rsid w:val="00BF4485"/>
    <w:rsid w:val="00BF4F5D"/>
    <w:rsid w:val="00C00341"/>
    <w:rsid w:val="00C14072"/>
    <w:rsid w:val="00C17699"/>
    <w:rsid w:val="00C25B9E"/>
    <w:rsid w:val="00C30CCA"/>
    <w:rsid w:val="00C33A89"/>
    <w:rsid w:val="00C36701"/>
    <w:rsid w:val="00C41A28"/>
    <w:rsid w:val="00C463DD"/>
    <w:rsid w:val="00C67B87"/>
    <w:rsid w:val="00C745C3"/>
    <w:rsid w:val="00CE4A8F"/>
    <w:rsid w:val="00CF7843"/>
    <w:rsid w:val="00D11884"/>
    <w:rsid w:val="00D2031B"/>
    <w:rsid w:val="00D25FE2"/>
    <w:rsid w:val="00D30829"/>
    <w:rsid w:val="00D317BB"/>
    <w:rsid w:val="00D33331"/>
    <w:rsid w:val="00D36BEB"/>
    <w:rsid w:val="00D43252"/>
    <w:rsid w:val="00D44A41"/>
    <w:rsid w:val="00D56172"/>
    <w:rsid w:val="00D63626"/>
    <w:rsid w:val="00D7433B"/>
    <w:rsid w:val="00D81BB9"/>
    <w:rsid w:val="00D8341E"/>
    <w:rsid w:val="00D83CD1"/>
    <w:rsid w:val="00D87B56"/>
    <w:rsid w:val="00D978C6"/>
    <w:rsid w:val="00DA34DD"/>
    <w:rsid w:val="00DA67AD"/>
    <w:rsid w:val="00DB5D0F"/>
    <w:rsid w:val="00DB5E48"/>
    <w:rsid w:val="00DC3242"/>
    <w:rsid w:val="00DD6A25"/>
    <w:rsid w:val="00DE36FE"/>
    <w:rsid w:val="00DE3A0C"/>
    <w:rsid w:val="00DE47FC"/>
    <w:rsid w:val="00DF12F7"/>
    <w:rsid w:val="00E02C81"/>
    <w:rsid w:val="00E0364A"/>
    <w:rsid w:val="00E130AB"/>
    <w:rsid w:val="00E30B7D"/>
    <w:rsid w:val="00E31970"/>
    <w:rsid w:val="00E56114"/>
    <w:rsid w:val="00E61967"/>
    <w:rsid w:val="00E66A1A"/>
    <w:rsid w:val="00E7260F"/>
    <w:rsid w:val="00E87921"/>
    <w:rsid w:val="00E903CF"/>
    <w:rsid w:val="00E96630"/>
    <w:rsid w:val="00EA264E"/>
    <w:rsid w:val="00EA4C90"/>
    <w:rsid w:val="00EC4A6A"/>
    <w:rsid w:val="00ED1024"/>
    <w:rsid w:val="00ED7A2A"/>
    <w:rsid w:val="00EE20B2"/>
    <w:rsid w:val="00EF1D7F"/>
    <w:rsid w:val="00F033C8"/>
    <w:rsid w:val="00F0399B"/>
    <w:rsid w:val="00F10CCD"/>
    <w:rsid w:val="00F16F22"/>
    <w:rsid w:val="00F4068E"/>
    <w:rsid w:val="00F409CA"/>
    <w:rsid w:val="00F41476"/>
    <w:rsid w:val="00F43682"/>
    <w:rsid w:val="00F53544"/>
    <w:rsid w:val="00F53EDA"/>
    <w:rsid w:val="00F663AF"/>
    <w:rsid w:val="00F7753D"/>
    <w:rsid w:val="00F830AD"/>
    <w:rsid w:val="00F842C1"/>
    <w:rsid w:val="00F85F34"/>
    <w:rsid w:val="00F938F6"/>
    <w:rsid w:val="00FA06F7"/>
    <w:rsid w:val="00FA4D13"/>
    <w:rsid w:val="00FA6BA2"/>
    <w:rsid w:val="00FB0AC7"/>
    <w:rsid w:val="00FB171A"/>
    <w:rsid w:val="00FC68B7"/>
    <w:rsid w:val="00FC715F"/>
    <w:rsid w:val="00FD7BF6"/>
    <w:rsid w:val="00FF2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7BBFD294-78AC-4D52-ABDA-16F57DF5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Number" w:semiHidden="1" w:unhideWhenUsed="1"/>
    <w:lsdException w:name="List 2" w:unhideWhenUsed="1"/>
    <w:lsdException w:name="List 3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Zchn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qFormat/>
    <w:rsid w:val="0099001C"/>
    <w:rPr>
      <w:b/>
      <w:sz w:val="28"/>
      <w:lang w:val="en-GB" w:eastAsia="en-US" w:bidi="ar-SA"/>
    </w:rPr>
  </w:style>
  <w:style w:type="paragraph" w:styleId="BodyText">
    <w:name w:val="Body Text"/>
    <w:basedOn w:val="Normal"/>
    <w:rsid w:val="00D83CD1"/>
    <w:pPr>
      <w:suppressAutoHyphens w:val="0"/>
      <w:spacing w:line="240" w:lineRule="auto"/>
      <w:jc w:val="both"/>
    </w:pPr>
    <w:rPr>
      <w:sz w:val="24"/>
    </w:rPr>
  </w:style>
  <w:style w:type="paragraph" w:styleId="BodyTextIndent">
    <w:name w:val="Body Text Indent"/>
    <w:basedOn w:val="Normal"/>
    <w:rsid w:val="004F15A6"/>
    <w:pPr>
      <w:spacing w:after="120"/>
      <w:ind w:left="283"/>
    </w:pPr>
  </w:style>
  <w:style w:type="paragraph" w:customStyle="1" w:styleId="Default">
    <w:name w:val="Default"/>
    <w:rsid w:val="004F15A6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BodyText2">
    <w:name w:val="Body Text 2"/>
    <w:basedOn w:val="Normal"/>
    <w:rsid w:val="00453178"/>
    <w:pPr>
      <w:spacing w:after="120" w:line="480" w:lineRule="auto"/>
    </w:pPr>
  </w:style>
  <w:style w:type="character" w:customStyle="1" w:styleId="H1GChar">
    <w:name w:val="_ H_1_G Char"/>
    <w:link w:val="H1G"/>
    <w:qFormat/>
    <w:rsid w:val="000A07EB"/>
    <w:rPr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100D07"/>
    <w:pPr>
      <w:ind w:left="720"/>
      <w:contextualSpacing/>
    </w:pPr>
  </w:style>
  <w:style w:type="character" w:customStyle="1" w:styleId="FootnoteTextChar">
    <w:name w:val="Footnote Text Char"/>
    <w:aliases w:val="5_G Char"/>
    <w:basedOn w:val="DefaultParagraphFont"/>
    <w:link w:val="FootnoteText"/>
    <w:rsid w:val="00F41476"/>
    <w:rPr>
      <w:sz w:val="18"/>
      <w:lang w:eastAsia="en-US"/>
    </w:rPr>
  </w:style>
  <w:style w:type="character" w:customStyle="1" w:styleId="SingleTxtGZchn">
    <w:name w:val="_ Single Txt_G Zchn"/>
    <w:link w:val="SingleTxtG"/>
    <w:rsid w:val="00F41476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7C52D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C52D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7C52D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C52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C52DF"/>
    <w:rPr>
      <w:b/>
      <w:bCs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7C52D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7C52DF"/>
    <w:rPr>
      <w:rFonts w:ascii="Segoe UI" w:hAnsi="Segoe UI" w:cs="Segoe UI"/>
      <w:sz w:val="18"/>
      <w:szCs w:val="18"/>
      <w:lang w:eastAsia="en-US"/>
    </w:rPr>
  </w:style>
  <w:style w:type="character" w:customStyle="1" w:styleId="SingleTxtGChar">
    <w:name w:val="_ Single Txt_G Char"/>
    <w:qFormat/>
    <w:locked/>
    <w:rsid w:val="009050FE"/>
    <w:rPr>
      <w:lang w:eastAsia="en-US"/>
    </w:rPr>
  </w:style>
  <w:style w:type="paragraph" w:styleId="Caption">
    <w:name w:val="caption"/>
    <w:basedOn w:val="Normal"/>
    <w:next w:val="Normal"/>
    <w:unhideWhenUsed/>
    <w:qFormat/>
    <w:rsid w:val="00B41CEE"/>
    <w:pPr>
      <w:suppressAutoHyphens w:val="0"/>
      <w:spacing w:after="200" w:line="240" w:lineRule="auto"/>
      <w:jc w:val="center"/>
    </w:pPr>
    <w:rPr>
      <w:rFonts w:ascii="Trebuchet MS" w:hAnsi="Trebuchet MS"/>
      <w:b/>
      <w:bCs/>
      <w:sz w:val="18"/>
      <w:szCs w:val="18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99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1E2EE-9ED7-415C-B534-56ADEA097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0</TotalTime>
  <Pages>2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UN/SCEGHS/19/INF</vt:lpstr>
      <vt:lpstr>UN/SCEGHS/19/INF</vt:lpstr>
    </vt:vector>
  </TitlesOfParts>
  <Company>CSD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2</cp:revision>
  <cp:lastPrinted>2018-11-22T10:27:00Z</cp:lastPrinted>
  <dcterms:created xsi:type="dcterms:W3CDTF">2018-11-22T10:28:00Z</dcterms:created>
  <dcterms:modified xsi:type="dcterms:W3CDTF">2018-11-22T10:28:00Z</dcterms:modified>
</cp:coreProperties>
</file>