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482EFD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482EFD">
              <w:t>8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B45D1A" w:rsidP="00D5792F">
            <w:pPr>
              <w:spacing w:line="240" w:lineRule="exact"/>
            </w:pPr>
            <w:r>
              <w:t>1</w:t>
            </w:r>
            <w:r w:rsidR="009A1E55">
              <w:t xml:space="preserve"> </w:t>
            </w:r>
            <w:r>
              <w:t>Febr</w:t>
            </w:r>
            <w:r w:rsidR="0053398B">
              <w:t>uar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53398B">
        <w:rPr>
          <w:b/>
        </w:rPr>
        <w:t>2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53398B">
        <w:t>24</w:t>
      </w:r>
      <w:r w:rsidR="00D01363">
        <w:t>-</w:t>
      </w:r>
      <w:r w:rsidR="0053398B">
        <w:t>28</w:t>
      </w:r>
      <w:r w:rsidR="00967ACA">
        <w:t xml:space="preserve"> </w:t>
      </w:r>
      <w:r w:rsidR="0053398B">
        <w:t>April</w:t>
      </w:r>
      <w:r w:rsidR="00B53C21" w:rsidRPr="00C64574">
        <w:t xml:space="preserve">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>Item</w:t>
      </w:r>
      <w:r w:rsidR="00B45D1A">
        <w:t xml:space="preserve"> 4</w:t>
      </w:r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557459">
        <w:rPr>
          <w:b/>
        </w:rPr>
        <w:t>43</w:t>
      </w:r>
      <w:r w:rsidRPr="00DF418A">
        <w:rPr>
          <w:b/>
        </w:rPr>
        <w:t xml:space="preserve"> (</w:t>
      </w:r>
      <w:r w:rsidR="00557459">
        <w:rPr>
          <w:b/>
        </w:rPr>
        <w:t>Safety glazing</w:t>
      </w:r>
      <w:r w:rsidRPr="00DF418A">
        <w:rPr>
          <w:b/>
        </w:rPr>
        <w:t>)</w:t>
      </w:r>
    </w:p>
    <w:p w:rsidR="00DF418A" w:rsidRPr="00133E6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948F3">
        <w:rPr>
          <w:sz w:val="26"/>
          <w:szCs w:val="26"/>
        </w:rPr>
        <w:t xml:space="preserve">Proposal for </w:t>
      </w:r>
      <w:r w:rsidR="00557459">
        <w:rPr>
          <w:sz w:val="26"/>
          <w:szCs w:val="26"/>
        </w:rPr>
        <w:t xml:space="preserve">Supplement </w:t>
      </w:r>
      <w:r w:rsidR="0053398B">
        <w:rPr>
          <w:sz w:val="26"/>
          <w:szCs w:val="26"/>
        </w:rPr>
        <w:t>6</w:t>
      </w:r>
      <w:r w:rsidR="00557459">
        <w:rPr>
          <w:sz w:val="26"/>
          <w:szCs w:val="26"/>
        </w:rPr>
        <w:t xml:space="preserve"> to the 01 series of </w:t>
      </w:r>
      <w:r w:rsidR="00557459" w:rsidRPr="00133E6D">
        <w:rPr>
          <w:sz w:val="26"/>
          <w:szCs w:val="26"/>
        </w:rPr>
        <w:t xml:space="preserve">amendments </w:t>
      </w:r>
      <w:r w:rsidR="00557459">
        <w:rPr>
          <w:sz w:val="26"/>
          <w:szCs w:val="26"/>
        </w:rPr>
        <w:t>to Regulation No. 43</w:t>
      </w:r>
      <w:r w:rsidR="00557459" w:rsidRPr="0060541E">
        <w:rPr>
          <w:sz w:val="26"/>
          <w:szCs w:val="26"/>
        </w:rPr>
        <w:t xml:space="preserve"> (</w:t>
      </w:r>
      <w:r w:rsidR="00557459">
        <w:rPr>
          <w:sz w:val="26"/>
          <w:szCs w:val="26"/>
        </w:rPr>
        <w:t>Safety glazing</w:t>
      </w:r>
      <w:r w:rsidR="00557459" w:rsidRPr="0060541E">
        <w:rPr>
          <w:sz w:val="26"/>
          <w:szCs w:val="26"/>
        </w:rPr>
        <w:t>)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B253FC">
        <w:t xml:space="preserve">from </w:t>
      </w:r>
      <w:r w:rsidR="007D3CAE">
        <w:rPr>
          <w:szCs w:val="24"/>
        </w:rPr>
        <w:t>the European Association of Automotive Suppliers</w:t>
      </w:r>
      <w:r w:rsidRPr="00DF418A">
        <w:rPr>
          <w:vertAlign w:val="superscript"/>
        </w:rPr>
        <w:footnoteReference w:customMarkFollows="1" w:id="2"/>
        <w:t>*</w:t>
      </w:r>
    </w:p>
    <w:p w:rsidR="0053398B" w:rsidRDefault="0053398B" w:rsidP="007D3CAE">
      <w:pPr>
        <w:ind w:left="1134" w:right="1134" w:firstLine="567"/>
        <w:jc w:val="both"/>
        <w:rPr>
          <w:lang w:val="en-US"/>
        </w:rPr>
      </w:pPr>
      <w:r w:rsidRPr="00C44286">
        <w:t>The text reproduced below was prepared by the expert</w:t>
      </w:r>
      <w:r>
        <w:t xml:space="preserve"> from </w:t>
      </w:r>
      <w:r w:rsidR="007D3CAE" w:rsidRPr="007D3CAE">
        <w:t>the European Association of Automotive Suppliers (CLEPA)</w:t>
      </w:r>
      <w:r w:rsidRPr="00C44286">
        <w:t xml:space="preserve"> </w:t>
      </w:r>
      <w:r>
        <w:t xml:space="preserve">to </w:t>
      </w:r>
      <w:r w:rsidR="007D3CAE">
        <w:rPr>
          <w:lang w:val="en-US"/>
        </w:rPr>
        <w:t xml:space="preserve">amend Figure 2a of Annex 21 </w:t>
      </w:r>
      <w:r w:rsidR="007D3CAE" w:rsidRPr="00746B71">
        <w:rPr>
          <w:lang w:val="en-US"/>
        </w:rPr>
        <w:t>to</w:t>
      </w:r>
      <w:r w:rsidR="007D3CAE">
        <w:rPr>
          <w:lang w:val="en-US"/>
        </w:rPr>
        <w:t xml:space="preserve"> better</w:t>
      </w:r>
      <w:r w:rsidR="007D3CAE" w:rsidRPr="00746B71">
        <w:rPr>
          <w:lang w:val="en-US"/>
        </w:rPr>
        <w:t xml:space="preserve"> reflect the meaning of paragraph 2.4.2.2</w:t>
      </w:r>
      <w:r w:rsidR="007D3CAE">
        <w:rPr>
          <w:lang w:val="en-US"/>
        </w:rPr>
        <w:t>. of Annex 21,</w:t>
      </w:r>
      <w:r w:rsidR="007D3CAE" w:rsidRPr="00746B71">
        <w:rPr>
          <w:lang w:val="en-US"/>
        </w:rPr>
        <w:t xml:space="preserve"> mainly </w:t>
      </w:r>
      <w:r w:rsidR="00B45D1A">
        <w:rPr>
          <w:lang w:val="en-US"/>
        </w:rPr>
        <w:t xml:space="preserve">to </w:t>
      </w:r>
      <w:r w:rsidR="007D3CAE">
        <w:rPr>
          <w:lang w:val="en-US"/>
        </w:rPr>
        <w:t>clarify</w:t>
      </w:r>
      <w:r w:rsidR="007D3CAE" w:rsidRPr="00746B71">
        <w:rPr>
          <w:lang w:val="en-US"/>
        </w:rPr>
        <w:t xml:space="preserve"> the lateral limits of any </w:t>
      </w:r>
      <w:r w:rsidR="007D3CAE">
        <w:rPr>
          <w:lang w:val="en-US"/>
        </w:rPr>
        <w:t>opaque obscuration in this area</w:t>
      </w:r>
      <w:r w:rsidR="007D3CAE" w:rsidRPr="00746B71">
        <w:rPr>
          <w:lang w:val="en-US"/>
        </w:rPr>
        <w:t>.</w:t>
      </w:r>
      <w:r w:rsidR="007D3CAE">
        <w:rPr>
          <w:lang w:val="en-US"/>
        </w:rPr>
        <w:t xml:space="preserve"> </w:t>
      </w:r>
      <w:r w:rsidRPr="00C44286">
        <w:t xml:space="preserve">The modifications to the current text </w:t>
      </w:r>
      <w:r>
        <w:t xml:space="preserve">of </w:t>
      </w:r>
      <w:r w:rsidR="00B45D1A">
        <w:t xml:space="preserve">UN </w:t>
      </w:r>
      <w:r w:rsidRPr="00C44286">
        <w:t xml:space="preserve">Regulation No. </w:t>
      </w:r>
      <w:r>
        <w:t>43</w:t>
      </w:r>
      <w:r w:rsidRPr="00B33A3C">
        <w:t xml:space="preserve"> </w:t>
      </w:r>
      <w:r w:rsidRPr="00C44286">
        <w:t>are marked in bold characters</w:t>
      </w:r>
      <w:r>
        <w:t xml:space="preserve"> for new and strikethrough for deleted characters</w:t>
      </w:r>
      <w:r w:rsidRPr="000E2AC1">
        <w:rPr>
          <w:lang w:val="en-US"/>
        </w:rPr>
        <w:t>.</w:t>
      </w:r>
    </w:p>
    <w:p w:rsidR="00DF418A" w:rsidRPr="00DF418A" w:rsidRDefault="00757F2F" w:rsidP="0053398B">
      <w:pPr>
        <w:ind w:left="1134" w:right="1134"/>
        <w:jc w:val="both"/>
        <w:rPr>
          <w:b/>
          <w:sz w:val="28"/>
        </w:rPr>
      </w:pPr>
      <w:bookmarkStart w:id="0" w:name="_GoBack"/>
      <w:bookmarkEnd w:id="0"/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557459" w:rsidRPr="00557459" w:rsidRDefault="00557459" w:rsidP="0055745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BE7104">
        <w:rPr>
          <w:i/>
          <w:lang w:eastAsia="ar-SA"/>
        </w:rPr>
        <w:t xml:space="preserve">Annex </w:t>
      </w:r>
      <w:r w:rsidR="007D3CAE">
        <w:rPr>
          <w:i/>
          <w:lang w:eastAsia="ar-SA"/>
        </w:rPr>
        <w:t>21, Figure 2a,</w:t>
      </w:r>
      <w:r>
        <w:rPr>
          <w:lang w:eastAsia="ar-SA"/>
        </w:rPr>
        <w:t xml:space="preserve"> amend to read:</w:t>
      </w:r>
    </w:p>
    <w:p w:rsidR="007D3CAE" w:rsidRPr="00B45D1A" w:rsidRDefault="007D3CAE" w:rsidP="00B45D1A">
      <w:pPr>
        <w:pStyle w:val="Header"/>
        <w:pBdr>
          <w:bottom w:val="none" w:sz="0" w:space="0" w:color="auto"/>
        </w:pBdr>
        <w:tabs>
          <w:tab w:val="left" w:pos="1701"/>
        </w:tabs>
        <w:ind w:left="2268" w:hanging="1134"/>
        <w:rPr>
          <w:b w:val="0"/>
          <w:sz w:val="20"/>
          <w:lang w:val="en-US"/>
        </w:rPr>
      </w:pPr>
      <w:r w:rsidRPr="00B45D1A">
        <w:rPr>
          <w:b w:val="0"/>
          <w:sz w:val="20"/>
          <w:lang w:val="en-US"/>
        </w:rPr>
        <w:t>"Figure 2a:</w:t>
      </w:r>
    </w:p>
    <w:p w:rsidR="007D3CAE" w:rsidRPr="00B45D1A" w:rsidRDefault="007D3CAE" w:rsidP="00B45D1A">
      <w:pPr>
        <w:pStyle w:val="Header"/>
        <w:pBdr>
          <w:bottom w:val="none" w:sz="0" w:space="0" w:color="auto"/>
        </w:pBdr>
        <w:ind w:left="1134" w:right="1134"/>
        <w:rPr>
          <w:sz w:val="20"/>
          <w:lang w:val="en-US"/>
        </w:rPr>
      </w:pPr>
      <w:r w:rsidRPr="00B45D1A">
        <w:rPr>
          <w:sz w:val="20"/>
          <w:lang w:val="en-US"/>
        </w:rPr>
        <w:t>Reduced test area "B" (example of a left-hand steering control vehicle) - upper obscuration area as defined in paragraph 2.4.2.2.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444B1" w:rsidTr="00254AD4">
        <w:tc>
          <w:tcPr>
            <w:tcW w:w="9855" w:type="dxa"/>
          </w:tcPr>
          <w:p w:rsidR="007444B1" w:rsidRDefault="007444B1" w:rsidP="007444B1">
            <w:pPr>
              <w:pStyle w:val="Header"/>
              <w:pBdr>
                <w:bottom w:val="none" w:sz="0" w:space="0" w:color="auto"/>
              </w:pBd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5408" behindDoc="0" locked="0" layoutInCell="1" allowOverlap="1" wp14:anchorId="4DABB168" wp14:editId="4EC1C683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41275</wp:posOffset>
                  </wp:positionV>
                  <wp:extent cx="4910455" cy="3181985"/>
                  <wp:effectExtent l="0" t="0" r="4445" b="0"/>
                  <wp:wrapTopAndBottom/>
                  <wp:docPr id="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0455" cy="318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444B1" w:rsidRPr="00B45D1A" w:rsidTr="00254AD4">
        <w:tc>
          <w:tcPr>
            <w:tcW w:w="9855" w:type="dxa"/>
          </w:tcPr>
          <w:p w:rsidR="007444B1" w:rsidRPr="007444B1" w:rsidRDefault="007444B1" w:rsidP="00B45D1A">
            <w:pPr>
              <w:pStyle w:val="Header"/>
              <w:pBdr>
                <w:bottom w:val="none" w:sz="0" w:space="0" w:color="auto"/>
              </w:pBdr>
              <w:ind w:left="1134"/>
              <w:rPr>
                <w:sz w:val="20"/>
                <w:lang w:val="en-US"/>
              </w:rPr>
            </w:pPr>
          </w:p>
        </w:tc>
      </w:tr>
      <w:tr w:rsidR="00B45D1A" w:rsidRPr="00B45D1A" w:rsidTr="00254AD4">
        <w:tc>
          <w:tcPr>
            <w:tcW w:w="9855" w:type="dxa"/>
          </w:tcPr>
          <w:p w:rsidR="00B45D1A" w:rsidRPr="007444B1" w:rsidRDefault="00B45D1A" w:rsidP="00B45D1A">
            <w:pPr>
              <w:pStyle w:val="Header"/>
              <w:pBdr>
                <w:bottom w:val="none" w:sz="0" w:space="0" w:color="auto"/>
              </w:pBdr>
              <w:ind w:left="1134"/>
              <w:rPr>
                <w:sz w:val="20"/>
                <w:lang w:val="en-US"/>
              </w:rPr>
            </w:pPr>
            <w:r w:rsidRPr="007444B1">
              <w:rPr>
                <w:sz w:val="20"/>
                <w:lang w:val="en-US"/>
              </w:rPr>
              <w:t>Detail "X": example symmetric to C</w:t>
            </w:r>
            <w:r w:rsidRPr="007444B1">
              <w:rPr>
                <w:sz w:val="20"/>
                <w:vertAlign w:val="subscript"/>
                <w:lang w:val="en-US"/>
              </w:rPr>
              <w:t>L</w:t>
            </w:r>
          </w:p>
        </w:tc>
      </w:tr>
      <w:tr w:rsidR="007444B1" w:rsidTr="00254AD4">
        <w:tc>
          <w:tcPr>
            <w:tcW w:w="9855" w:type="dxa"/>
          </w:tcPr>
          <w:p w:rsidR="007444B1" w:rsidRDefault="007444B1" w:rsidP="007444B1">
            <w:pPr>
              <w:pStyle w:val="Header"/>
              <w:pBdr>
                <w:bottom w:val="none" w:sz="0" w:space="0" w:color="auto"/>
              </w:pBdr>
              <w:jc w:val="right"/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37E518" wp14:editId="275C90AD">
                      <wp:simplePos x="0" y="0"/>
                      <wp:positionH relativeFrom="column">
                        <wp:posOffset>684925</wp:posOffset>
                      </wp:positionH>
                      <wp:positionV relativeFrom="paragraph">
                        <wp:posOffset>2214245</wp:posOffset>
                      </wp:positionV>
                      <wp:extent cx="2518707" cy="744661"/>
                      <wp:effectExtent l="0" t="0" r="15240" b="1778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8707" cy="7446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CAE" w:rsidRDefault="007D3CAE" w:rsidP="00B45D1A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  <w:rPr>
                                      <w:vertAlign w:val="subscript"/>
                                    </w:rPr>
                                  </w:pPr>
                                  <w:proofErr w:type="gramStart"/>
                                  <w:r>
                                    <w:t>C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 xml:space="preserve">L </w:t>
                                  </w:r>
                                  <w:r w:rsidR="00B45D1A">
                                    <w:t>:</w:t>
                                  </w:r>
                                  <w:proofErr w:type="gramEnd"/>
                                  <w:r w:rsidR="00B45D1A">
                                    <w:tab/>
                                  </w:r>
                                  <w:r w:rsidRPr="00B45D1A">
                                    <w:t>trace of the longitudinal median plane of the vehicle</w:t>
                                  </w:r>
                                </w:p>
                                <w:p w:rsidR="007D3CAE" w:rsidRPr="00B45D1A" w:rsidRDefault="00E006AD" w:rsidP="00B45D1A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</w:pPr>
                                  <w:proofErr w:type="gramStart"/>
                                  <w:r>
                                    <w:t>p</w:t>
                                  </w:r>
                                  <w:r w:rsidR="007D3CAE">
                                    <w:rPr>
                                      <w:vertAlign w:val="subscript"/>
                                    </w:rPr>
                                    <w:t xml:space="preserve">i </w:t>
                                  </w:r>
                                  <w:r w:rsidR="00B45D1A">
                                    <w:t>:</w:t>
                                  </w:r>
                                  <w:proofErr w:type="gramEnd"/>
                                  <w:r w:rsidR="00B45D1A">
                                    <w:tab/>
                                  </w:r>
                                  <w:r w:rsidR="007D3CAE" w:rsidRPr="00B45D1A">
                                    <w:t>trace of the relevant plane (see text)</w:t>
                                  </w:r>
                                </w:p>
                                <w:p w:rsidR="007D3CAE" w:rsidRPr="00D42C0C" w:rsidRDefault="00E006AD" w:rsidP="007D3CA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 xml:space="preserve">4 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*;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254AD4">
                                    <w:rPr>
                                      <w:b/>
                                    </w:rPr>
                                    <w:t>'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 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254AD4">
                                    <w:rPr>
                                      <w:b/>
                                    </w:rPr>
                                    <w:t>'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53.95pt;margin-top:174.35pt;width:198.3pt;height:5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">
                      <v:textbox>
                        <w:txbxContent>
                          <w:p w:rsidR="007D3CAE" w:rsidRDefault="007D3CAE" w:rsidP="00B45D1A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vertAlign w:val="subscript"/>
                              </w:rPr>
                            </w:pPr>
                            <w:proofErr w:type="gramStart"/>
                            <w:r>
                              <w:t>C</w:t>
                            </w:r>
                            <w:r>
                              <w:rPr>
                                <w:vertAlign w:val="subscript"/>
                              </w:rPr>
                              <w:t xml:space="preserve">L </w:t>
                            </w:r>
                            <w:r w:rsidR="00B45D1A">
                              <w:t>:</w:t>
                            </w:r>
                            <w:proofErr w:type="gramEnd"/>
                            <w:r w:rsidR="00B45D1A">
                              <w:tab/>
                            </w:r>
                            <w:r w:rsidRPr="00B45D1A">
                              <w:t>trace of the longitudinal median plane of the vehicle</w:t>
                            </w:r>
                          </w:p>
                          <w:p w:rsidR="007D3CAE" w:rsidRPr="00B45D1A" w:rsidRDefault="00E006AD" w:rsidP="00B45D1A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</w:pPr>
                            <w:proofErr w:type="gramStart"/>
                            <w:r>
                              <w:t>p</w:t>
                            </w:r>
                            <w:r w:rsidR="007D3CAE">
                              <w:rPr>
                                <w:vertAlign w:val="subscript"/>
                              </w:rPr>
                              <w:t xml:space="preserve">i </w:t>
                            </w:r>
                            <w:r w:rsidR="00B45D1A">
                              <w:t>:</w:t>
                            </w:r>
                            <w:proofErr w:type="gramEnd"/>
                            <w:r w:rsidR="00B45D1A">
                              <w:tab/>
                            </w:r>
                            <w:r w:rsidR="007D3CAE" w:rsidRPr="00B45D1A">
                              <w:t>trace of the relevant plane (see text)</w:t>
                            </w:r>
                          </w:p>
                          <w:p w:rsidR="007D3CAE" w:rsidRPr="00D42C0C" w:rsidRDefault="00E006AD" w:rsidP="007D3CA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 xml:space="preserve">4 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*;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254AD4">
                              <w:rPr>
                                <w:b/>
                              </w:rPr>
                              <w:t>'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 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bookmarkStart w:id="1" w:name="_GoBack"/>
                            <w:bookmarkEnd w:id="1"/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254AD4">
                              <w:rPr>
                                <w:b/>
                              </w:rPr>
                              <w:t>'</w:t>
                            </w:r>
                            <w:r w:rsidR="007D3CAE" w:rsidRPr="00D42C0C">
                              <w:rPr>
                                <w:b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w:drawing>
                <wp:inline distT="0" distB="0" distL="0" distR="0" wp14:anchorId="25271737" wp14:editId="67B24EB4">
                  <wp:extent cx="3096527" cy="2863660"/>
                  <wp:effectExtent l="0" t="0" r="8890" b="0"/>
                  <wp:docPr id="1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125" cy="2870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44B1" w:rsidTr="00254AD4">
        <w:tc>
          <w:tcPr>
            <w:tcW w:w="9855" w:type="dxa"/>
          </w:tcPr>
          <w:p w:rsidR="007444B1" w:rsidRDefault="007444B1" w:rsidP="007444B1">
            <w:pPr>
              <w:pStyle w:val="Header"/>
              <w:pBdr>
                <w:bottom w:val="none" w:sz="0" w:space="0" w:color="auto"/>
              </w:pBdr>
              <w:jc w:val="center"/>
              <w:rPr>
                <w:noProof/>
                <w:lang w:eastAsia="en-GB"/>
              </w:rPr>
            </w:pPr>
          </w:p>
        </w:tc>
      </w:tr>
      <w:tr w:rsidR="007444B1" w:rsidTr="00254AD4">
        <w:tc>
          <w:tcPr>
            <w:tcW w:w="9855" w:type="dxa"/>
          </w:tcPr>
          <w:p w:rsidR="007444B1" w:rsidRDefault="007444B1" w:rsidP="007444B1">
            <w:pPr>
              <w:pStyle w:val="Header"/>
              <w:pBdr>
                <w:bottom w:val="none" w:sz="0" w:space="0" w:color="auto"/>
              </w:pBdr>
              <w:jc w:val="center"/>
              <w:rPr>
                <w:noProof/>
                <w:lang w:eastAsia="en-GB"/>
              </w:rPr>
            </w:pPr>
            <w:r>
              <w:rPr>
                <w:noProof/>
                <w:sz w:val="24"/>
                <w:szCs w:val="24"/>
                <w:lang w:val="en-US" w:eastAsia="zh-CN"/>
              </w:rPr>
              <w:lastRenderedPageBreak/>
              <w:drawing>
                <wp:inline distT="0" distB="0" distL="0" distR="0" wp14:anchorId="76148083" wp14:editId="0B93144F">
                  <wp:extent cx="4543425" cy="3400425"/>
                  <wp:effectExtent l="0" t="0" r="9525" b="9525"/>
                  <wp:docPr id="1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425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D1A" w:rsidTr="00254AD4">
        <w:tc>
          <w:tcPr>
            <w:tcW w:w="9855" w:type="dxa"/>
          </w:tcPr>
          <w:p w:rsidR="00B45D1A" w:rsidRDefault="00B45D1A" w:rsidP="007444B1">
            <w:pPr>
              <w:pStyle w:val="Header"/>
              <w:pBdr>
                <w:bottom w:val="none" w:sz="0" w:space="0" w:color="auto"/>
              </w:pBdr>
              <w:jc w:val="center"/>
              <w:rPr>
                <w:noProof/>
                <w:sz w:val="24"/>
                <w:szCs w:val="24"/>
                <w:lang w:eastAsia="en-GB"/>
              </w:rPr>
            </w:pPr>
          </w:p>
        </w:tc>
      </w:tr>
      <w:tr w:rsidR="007444B1" w:rsidTr="00254AD4">
        <w:tc>
          <w:tcPr>
            <w:tcW w:w="9855" w:type="dxa"/>
          </w:tcPr>
          <w:p w:rsidR="007444B1" w:rsidRDefault="007444B1" w:rsidP="00B45D1A">
            <w:pPr>
              <w:pStyle w:val="Header"/>
              <w:pBdr>
                <w:bottom w:val="none" w:sz="0" w:space="0" w:color="auto"/>
              </w:pBdr>
              <w:ind w:left="1134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t>Detail "Y</w:t>
            </w:r>
            <w:r w:rsidRPr="007444B1">
              <w:rPr>
                <w:noProof/>
                <w:lang w:eastAsia="en-GB"/>
              </w:rPr>
              <w:t xml:space="preserve">": example </w:t>
            </w:r>
            <w:r>
              <w:rPr>
                <w:noProof/>
                <w:lang w:eastAsia="en-GB"/>
              </w:rPr>
              <w:t>a</w:t>
            </w:r>
            <w:r w:rsidRPr="007444B1">
              <w:rPr>
                <w:noProof/>
                <w:lang w:eastAsia="en-GB"/>
              </w:rPr>
              <w:t>symmetric to C</w:t>
            </w:r>
            <w:r w:rsidRPr="00254AD4">
              <w:rPr>
                <w:noProof/>
                <w:vertAlign w:val="subscript"/>
                <w:lang w:eastAsia="en-GB"/>
              </w:rPr>
              <w:t>L</w:t>
            </w:r>
          </w:p>
        </w:tc>
      </w:tr>
      <w:tr w:rsidR="007444B1" w:rsidTr="00254AD4">
        <w:tc>
          <w:tcPr>
            <w:tcW w:w="9855" w:type="dxa"/>
          </w:tcPr>
          <w:p w:rsidR="007444B1" w:rsidRDefault="00254AD4" w:rsidP="00254AD4">
            <w:pPr>
              <w:pStyle w:val="Header"/>
              <w:pBdr>
                <w:bottom w:val="none" w:sz="0" w:space="0" w:color="auto"/>
              </w:pBdr>
              <w:jc w:val="right"/>
              <w:rPr>
                <w:noProof/>
                <w:lang w:eastAsia="en-GB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D07D06" wp14:editId="06590F79">
                      <wp:simplePos x="0" y="0"/>
                      <wp:positionH relativeFrom="column">
                        <wp:posOffset>665575</wp:posOffset>
                      </wp:positionH>
                      <wp:positionV relativeFrom="paragraph">
                        <wp:posOffset>2025015</wp:posOffset>
                      </wp:positionV>
                      <wp:extent cx="2374265" cy="782989"/>
                      <wp:effectExtent l="0" t="0" r="22860" b="1714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7829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CAE" w:rsidRPr="00D42C0C" w:rsidRDefault="007D3CAE" w:rsidP="00B45D1A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  <w:rPr>
                                      <w:b/>
                                      <w:vertAlign w:val="subscript"/>
                                    </w:rPr>
                                  </w:pPr>
                                  <w:proofErr w:type="gramStart"/>
                                  <w:r w:rsidRPr="00D42C0C">
                                    <w:rPr>
                                      <w:b/>
                                    </w:rPr>
                                    <w:t>C</w:t>
                                  </w:r>
                                  <w:r w:rsidRPr="00D42C0C">
                                    <w:rPr>
                                      <w:b/>
                                      <w:vertAlign w:val="subscript"/>
                                    </w:rPr>
                                    <w:t xml:space="preserve">L </w:t>
                                  </w:r>
                                  <w:r w:rsidR="00B45D1A">
                                    <w:rPr>
                                      <w:b/>
                                    </w:rPr>
                                    <w:t>:</w:t>
                                  </w:r>
                                  <w:proofErr w:type="gramEnd"/>
                                  <w:r w:rsidR="00B45D1A">
                                    <w:rPr>
                                      <w:b/>
                                    </w:rPr>
                                    <w:tab/>
                                  </w:r>
                                  <w:r w:rsidRPr="00B45D1A">
                                    <w:rPr>
                                      <w:b/>
                                    </w:rPr>
                                    <w:t>trace of the longitudinal median plane of the vehicle</w:t>
                                  </w:r>
                                </w:p>
                                <w:p w:rsidR="007D3CAE" w:rsidRPr="00D42C0C" w:rsidRDefault="00B45D1A" w:rsidP="00B45D1A">
                                  <w:pPr>
                                    <w:tabs>
                                      <w:tab w:val="left" w:pos="426"/>
                                    </w:tabs>
                                    <w:ind w:left="426" w:hanging="426"/>
                                    <w:rPr>
                                      <w:b/>
                                      <w:vertAlign w:val="subscript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 w:rsidR="007D3CAE" w:rsidRPr="00B45D1A">
                                    <w:rPr>
                                      <w:b/>
                                    </w:rPr>
                                    <w:t>trace of the relevant plane (see text)</w:t>
                                  </w:r>
                                </w:p>
                                <w:p w:rsidR="007D3CAE" w:rsidRPr="00D42C0C" w:rsidRDefault="00B45D1A" w:rsidP="007D3CAE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 xml:space="preserve">4 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*;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254AD4">
                                    <w:rPr>
                                      <w:b/>
                                    </w:rPr>
                                    <w:t>'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 xml:space="preserve"> // </w:t>
                                  </w: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7D3CAE" w:rsidRPr="00D42C0C">
                                    <w:rPr>
                                      <w:b/>
                                      <w:vertAlign w:val="subscript"/>
                                    </w:rPr>
                                    <w:t>4</w:t>
                                  </w:r>
                                  <w:r w:rsidR="00254AD4">
                                    <w:rPr>
                                      <w:b/>
                                    </w:rPr>
                                    <w:t>'</w:t>
                                  </w:r>
                                  <w:r w:rsidR="007D3CAE" w:rsidRPr="00D42C0C">
                                    <w:rPr>
                                      <w:b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52.4pt;margin-top:159.45pt;width:186.95pt;height:61.6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">
                      <v:textbox>
                        <w:txbxContent>
                          <w:p w:rsidR="007D3CAE" w:rsidRPr="00D42C0C" w:rsidRDefault="007D3CAE" w:rsidP="00B45D1A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b/>
                                <w:vertAlign w:val="subscript"/>
                              </w:rPr>
                            </w:pPr>
                            <w:proofErr w:type="gramStart"/>
                            <w:r w:rsidRPr="00D42C0C">
                              <w:rPr>
                                <w:b/>
                              </w:rPr>
                              <w:t>C</w:t>
                            </w:r>
                            <w:r w:rsidRPr="00D42C0C">
                              <w:rPr>
                                <w:b/>
                                <w:vertAlign w:val="subscript"/>
                              </w:rPr>
                              <w:t xml:space="preserve">L </w:t>
                            </w:r>
                            <w:r w:rsidR="00B45D1A">
                              <w:rPr>
                                <w:b/>
                              </w:rPr>
                              <w:t>:</w:t>
                            </w:r>
                            <w:proofErr w:type="gramEnd"/>
                            <w:r w:rsidR="00B45D1A">
                              <w:rPr>
                                <w:b/>
                              </w:rPr>
                              <w:tab/>
                            </w:r>
                            <w:r w:rsidRPr="00B45D1A">
                              <w:rPr>
                                <w:b/>
                              </w:rPr>
                              <w:t>trace of the longitudinal median plane of the vehicle</w:t>
                            </w:r>
                          </w:p>
                          <w:p w:rsidR="007D3CAE" w:rsidRPr="00D42C0C" w:rsidRDefault="00B45D1A" w:rsidP="00B45D1A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b/>
                                <w:vertAlign w:val="subscript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 xml:space="preserve">i 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ab/>
                            </w:r>
                            <w:r w:rsidR="007D3CAE" w:rsidRPr="00B45D1A">
                              <w:rPr>
                                <w:b/>
                              </w:rPr>
                              <w:t>trace of the relevant plane (see text)</w:t>
                            </w:r>
                          </w:p>
                          <w:p w:rsidR="007D3CAE" w:rsidRPr="00D42C0C" w:rsidRDefault="00B45D1A" w:rsidP="007D3CA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 xml:space="preserve">4 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*;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254AD4">
                              <w:rPr>
                                <w:b/>
                              </w:rPr>
                              <w:t>'</w:t>
                            </w:r>
                            <w:r w:rsidR="007D3CAE" w:rsidRPr="00D42C0C">
                              <w:rPr>
                                <w:b/>
                              </w:rPr>
                              <w:t xml:space="preserve"> //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="007D3CAE" w:rsidRPr="00D42C0C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254AD4">
                              <w:rPr>
                                <w:b/>
                              </w:rPr>
                              <w:t>'</w:t>
                            </w:r>
                            <w:r w:rsidR="007D3CAE" w:rsidRPr="00D42C0C">
                              <w:rPr>
                                <w:b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w:drawing>
                <wp:inline distT="0" distB="0" distL="0" distR="0" wp14:anchorId="21B34297" wp14:editId="750E6615">
                  <wp:extent cx="3249054" cy="2895600"/>
                  <wp:effectExtent l="0" t="0" r="889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054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44B1" w:rsidRPr="0042540E" w:rsidRDefault="007444B1" w:rsidP="007444B1">
      <w:pPr>
        <w:pStyle w:val="Header"/>
        <w:pBdr>
          <w:bottom w:val="none" w:sz="0" w:space="0" w:color="auto"/>
        </w:pBdr>
        <w:ind w:left="567"/>
        <w:rPr>
          <w:sz w:val="24"/>
          <w:szCs w:val="24"/>
          <w:vertAlign w:val="subscript"/>
          <w:lang w:val="en-US"/>
        </w:rPr>
      </w:pPr>
    </w:p>
    <w:p w:rsidR="00557459" w:rsidRPr="00557459" w:rsidRDefault="00F45200" w:rsidP="00FF0126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</w:pPr>
      <w:r>
        <w:br w:type="page"/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7D3CAE" w:rsidRDefault="007D3CAE" w:rsidP="007D3CAE">
      <w:pPr>
        <w:spacing w:before="240"/>
        <w:ind w:left="1134" w:right="1134"/>
        <w:jc w:val="both"/>
      </w:pPr>
      <w:r>
        <w:t>CLEPA proposes t</w:t>
      </w:r>
      <w:r w:rsidR="00B45D1A">
        <w:t>he</w:t>
      </w:r>
      <w:r>
        <w:t xml:space="preserve"> modif</w:t>
      </w:r>
      <w:r w:rsidR="00B45D1A">
        <w:t>ication of</w:t>
      </w:r>
      <w:r>
        <w:t xml:space="preserve"> </w:t>
      </w:r>
      <w:r w:rsidR="00B45D1A">
        <w:t>Figure 2a into two figures</w:t>
      </w:r>
      <w:proofErr w:type="gramStart"/>
      <w:r w:rsidR="00B45D1A">
        <w:t>;</w:t>
      </w:r>
      <w:proofErr w:type="gramEnd"/>
      <w:r w:rsidRPr="007D3CAE">
        <w:t xml:space="preserve"> one symmetrical example and one asymmetrical example, to reflect the meaning of paragraph 2.4.2.2</w:t>
      </w:r>
      <w:r>
        <w:t>.</w:t>
      </w:r>
      <w:r w:rsidR="00B45D1A">
        <w:t>,</w:t>
      </w:r>
      <w:r w:rsidRPr="007D3CAE">
        <w:t xml:space="preserve"> mainly </w:t>
      </w:r>
      <w:r>
        <w:t xml:space="preserve">to clarify </w:t>
      </w:r>
      <w:r w:rsidRPr="007D3CAE">
        <w:t>the lateral limits of any opaque obscuration in this area. These lateral limits are parallel to the traces of planes 4 and 4’ but not allowed to go beyond the 300 mm overall limit. On the trace of plane 1</w:t>
      </w:r>
      <w:r>
        <w:t>,</w:t>
      </w:r>
      <w:r w:rsidRPr="007D3CAE">
        <w:t xml:space="preserve"> it is a boundary width of 150 </w:t>
      </w:r>
      <w:proofErr w:type="gramStart"/>
      <w:r w:rsidRPr="007D3CAE">
        <w:t>mm which is allowed to be centred to the longitudinal median plane of the vehicle (C</w:t>
      </w:r>
      <w:r w:rsidRPr="00141F3D">
        <w:rPr>
          <w:vertAlign w:val="subscript"/>
        </w:rPr>
        <w:t>L</w:t>
      </w:r>
      <w:r w:rsidRPr="007D3CAE">
        <w:t>)</w:t>
      </w:r>
      <w:proofErr w:type="gramEnd"/>
      <w:r w:rsidRPr="007D3CAE">
        <w:t xml:space="preserve"> or this 150 mm segment is allowed to be moved to the right or left of C</w:t>
      </w:r>
      <w:r w:rsidRPr="00141F3D">
        <w:rPr>
          <w:vertAlign w:val="subscript"/>
        </w:rPr>
        <w:t>L</w:t>
      </w:r>
      <w:r w:rsidRPr="007D3CAE">
        <w:t>. The boundary width on the trace of plane 5 is given by the parallels (p4* and p4</w:t>
      </w:r>
      <w:r w:rsidR="00254AD4">
        <w:t>'</w:t>
      </w:r>
      <w:r w:rsidRPr="007D3CAE">
        <w:t>*) to the traces of plane</w:t>
      </w:r>
      <w:r w:rsidR="00141F3D">
        <w:t>s</w:t>
      </w:r>
      <w:r w:rsidRPr="007D3CAE">
        <w:t xml:space="preserve"> 4 and 4’ not exceeding the overall limit</w:t>
      </w:r>
      <w:r w:rsidR="00141F3D">
        <w:t xml:space="preserve"> of </w:t>
      </w:r>
      <w:r w:rsidR="00141F3D" w:rsidRPr="007D3CAE">
        <w:t>300</w:t>
      </w:r>
      <w:r w:rsidR="00141F3D">
        <w:t xml:space="preserve"> </w:t>
      </w:r>
      <w:r w:rsidR="00141F3D" w:rsidRPr="007D3CAE">
        <w:t>mm</w:t>
      </w:r>
      <w:r w:rsidRPr="007D3CAE">
        <w:t>.</w:t>
      </w:r>
    </w:p>
    <w:p w:rsidR="00C31258" w:rsidRPr="000D0516" w:rsidRDefault="00C31258" w:rsidP="007D3CAE">
      <w:pPr>
        <w:spacing w:before="240"/>
        <w:ind w:left="3686" w:right="1134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91182F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554AE6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AE6" w:rsidRDefault="00554AE6" w:rsidP="00554AE6">
    <w:pPr>
      <w:pStyle w:val="Footer"/>
    </w:pP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4AE6" w:rsidRDefault="00554AE6" w:rsidP="00554AE6">
    <w:pPr>
      <w:pStyle w:val="Footer"/>
      <w:ind w:right="1134"/>
      <w:rPr>
        <w:sz w:val="20"/>
      </w:rPr>
    </w:pPr>
    <w:r>
      <w:rPr>
        <w:sz w:val="20"/>
      </w:rPr>
      <w:t>GE.17-01512(E)</w:t>
    </w:r>
  </w:p>
  <w:p w:rsidR="00554AE6" w:rsidRPr="00554AE6" w:rsidRDefault="00554AE6" w:rsidP="00554AE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8175" cy="638175"/>
          <wp:effectExtent l="0" t="0" r="9525" b="9525"/>
          <wp:wrapNone/>
          <wp:docPr id="3" name="Picture 1" descr="http://undocs.org/m2/QRCode.ashx?DS=ECE/TRANS/WP.29/GRSG/2017/8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8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7D3CAE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7D3CAE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1F3D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4AD4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5B23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2AFE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2EFD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AE6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444B1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3CAE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82F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495B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5D1A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22E"/>
    <w:rsid w:val="00CA6C05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1363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1856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6AD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439C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erChar">
    <w:name w:val="Header Char"/>
    <w:aliases w:val="6_G Char"/>
    <w:link w:val="Header"/>
    <w:rsid w:val="007D3CAE"/>
    <w:rPr>
      <w:b/>
      <w:sz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erChar">
    <w:name w:val="Header Char"/>
    <w:aliases w:val="6_G Char"/>
    <w:link w:val="Header"/>
    <w:rsid w:val="007D3CAE"/>
    <w:rPr>
      <w:b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D3EE-1317-495F-B690-40D3E919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4</Pages>
  <Words>334</Words>
  <Characters>1671</Characters>
  <Application>Microsoft Office Word</Application>
  <DocSecurity>0</DocSecurity>
  <Lines>55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1701512</dc:title>
  <dc:subject>ECE/TRANS/WP.29/GRSG/2017/8</dc:subject>
  <dc:creator>Romain HUBERT</dc:creator>
  <cp:keywords/>
  <dc:description/>
  <cp:lastModifiedBy>PDF ENG</cp:lastModifiedBy>
  <cp:revision>2</cp:revision>
  <cp:lastPrinted>2017-01-18T13:10:00Z</cp:lastPrinted>
  <dcterms:created xsi:type="dcterms:W3CDTF">2017-02-02T10:41:00Z</dcterms:created>
  <dcterms:modified xsi:type="dcterms:W3CDTF">2017-02-02T10:41:00Z</dcterms:modified>
</cp:coreProperties>
</file>